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1DDD6" w14:textId="3902D675" w:rsidR="008C5C61" w:rsidRPr="00E22158" w:rsidRDefault="00BB725E" w:rsidP="004A4993">
      <w:pPr>
        <w:pStyle w:val="Photoauteur"/>
        <w:spacing w:before="360"/>
      </w:pPr>
      <w:r>
        <w:drawing>
          <wp:anchor distT="0" distB="0" distL="114300" distR="114300" simplePos="0" relativeHeight="251657728" behindDoc="0" locked="0" layoutInCell="1" allowOverlap="1" wp14:anchorId="597A31BE" wp14:editId="23922785">
            <wp:simplePos x="0" y="0"/>
            <wp:positionH relativeFrom="page">
              <wp:posOffset>0</wp:posOffset>
            </wp:positionH>
            <wp:positionV relativeFrom="page">
              <wp:posOffset>0</wp:posOffset>
            </wp:positionV>
            <wp:extent cx="1440180" cy="10692130"/>
            <wp:effectExtent l="0" t="0" r="0" b="0"/>
            <wp:wrapNone/>
            <wp:docPr id="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inline distT="0" distB="0" distL="0" distR="0" wp14:anchorId="3FD31E84" wp14:editId="6AFD2EC2">
            <wp:extent cx="3518586" cy="4349363"/>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25115" cy="4357433"/>
                    </a:xfrm>
                    <a:prstGeom prst="rect">
                      <a:avLst/>
                    </a:prstGeom>
                    <a:noFill/>
                    <a:ln>
                      <a:noFill/>
                    </a:ln>
                  </pic:spPr>
                </pic:pic>
              </a:graphicData>
            </a:graphic>
          </wp:inline>
        </w:drawing>
      </w:r>
    </w:p>
    <w:p w14:paraId="36181BB5" w14:textId="77777777" w:rsidR="008C5C61" w:rsidRPr="00E22158" w:rsidRDefault="008C5C61" w:rsidP="008C5C61">
      <w:pPr>
        <w:pStyle w:val="Auteur"/>
      </w:pPr>
      <w:r>
        <w:t>Jane Austen</w:t>
      </w:r>
    </w:p>
    <w:p w14:paraId="55EBB4BC" w14:textId="77777777" w:rsidR="008C5C61" w:rsidRPr="008857B1" w:rsidRDefault="008C5C61" w:rsidP="008C5C61">
      <w:pPr>
        <w:pStyle w:val="Titrelivre"/>
        <w:spacing w:after="2160"/>
      </w:pPr>
      <w:r>
        <w:t>LE CŒUR ET LA RAISON</w:t>
      </w:r>
    </w:p>
    <w:p w14:paraId="5991A731" w14:textId="38E6B11E" w:rsidR="008C5C61" w:rsidRPr="00E22158" w:rsidRDefault="008C5C61" w:rsidP="008C5C61">
      <w:pPr>
        <w:pStyle w:val="DateSortie"/>
      </w:pPr>
      <w:r>
        <w:t>1811</w:t>
      </w:r>
    </w:p>
    <w:p w14:paraId="43C7E0D6" w14:textId="480B36FC" w:rsidR="008C5C61" w:rsidRDefault="008C5C61" w:rsidP="008C5C61">
      <w:pPr>
        <w:pStyle w:val="DateSortie"/>
      </w:pPr>
      <w:r w:rsidRPr="008C26D4">
        <w:t>Traduit de l</w:t>
      </w:r>
      <w:r w:rsidR="004A4993">
        <w:t>’</w:t>
      </w:r>
      <w:r w:rsidRPr="008C26D4">
        <w:t xml:space="preserve">anglais par </w:t>
      </w:r>
      <w:r>
        <w:t xml:space="preserve">Jules </w:t>
      </w:r>
      <w:proofErr w:type="spellStart"/>
      <w:r>
        <w:t>Castier</w:t>
      </w:r>
      <w:proofErr w:type="spellEnd"/>
    </w:p>
    <w:p w14:paraId="66094A01" w14:textId="77777777" w:rsidR="008C5C61" w:rsidRPr="004A4993" w:rsidRDefault="008C5C61" w:rsidP="004A4993">
      <w:pPr>
        <w:ind w:left="2340" w:firstLine="0"/>
        <w:jc w:val="center"/>
        <w:sectPr w:rsidR="008C5C61" w:rsidRPr="004A4993">
          <w:footerReference w:type="default" r:id="rId10"/>
          <w:pgSz w:w="11906" w:h="16838" w:code="9"/>
          <w:pgMar w:top="0" w:right="0" w:bottom="0" w:left="0" w:header="0" w:footer="0" w:gutter="0"/>
          <w:cols w:space="708"/>
          <w:titlePg/>
          <w:docGrid w:linePitch="360"/>
        </w:sectPr>
      </w:pPr>
    </w:p>
    <w:p w14:paraId="0D690785" w14:textId="77777777" w:rsidR="008C5C61" w:rsidRDefault="008C5C61" w:rsidP="004A4993">
      <w:pPr>
        <w:pStyle w:val="Titretablematires"/>
      </w:pPr>
      <w:r>
        <w:lastRenderedPageBreak/>
        <w:t>Table des matières</w:t>
      </w:r>
    </w:p>
    <w:p w14:paraId="11523629" w14:textId="77777777" w:rsidR="008C5C61" w:rsidRDefault="008C5C61"/>
    <w:p w14:paraId="4B3887DE" w14:textId="14F0CAE5" w:rsidR="00900ED2" w:rsidRDefault="008C5C61">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w:instrText>
      </w:r>
      <w:r w:rsidR="00000000">
        <w:rPr>
          <w:noProof w:val="0"/>
        </w:rPr>
        <w:instrText>TOC</w:instrText>
      </w:r>
      <w:r>
        <w:rPr>
          <w:noProof w:val="0"/>
        </w:rPr>
        <w:instrText xml:space="preserve"> \o "1-3" \h \z </w:instrText>
      </w:r>
      <w:r>
        <w:rPr>
          <w:noProof w:val="0"/>
        </w:rPr>
        <w:fldChar w:fldCharType="separate"/>
      </w:r>
      <w:hyperlink w:anchor="_Toc196409785" w:history="1">
        <w:r w:rsidR="00900ED2" w:rsidRPr="00D14454">
          <w:rPr>
            <w:rStyle w:val="Lienhypertexte"/>
          </w:rPr>
          <w:t>CHAPITRE PREMIER</w:t>
        </w:r>
        <w:r w:rsidR="00900ED2">
          <w:rPr>
            <w:webHidden/>
          </w:rPr>
          <w:tab/>
        </w:r>
        <w:r w:rsidR="00900ED2">
          <w:rPr>
            <w:webHidden/>
          </w:rPr>
          <w:fldChar w:fldCharType="begin"/>
        </w:r>
        <w:r w:rsidR="00900ED2">
          <w:rPr>
            <w:webHidden/>
          </w:rPr>
          <w:instrText xml:space="preserve"> PAGEREF _Toc196409785 \h </w:instrText>
        </w:r>
        <w:r w:rsidR="00900ED2">
          <w:rPr>
            <w:webHidden/>
          </w:rPr>
        </w:r>
        <w:r w:rsidR="00900ED2">
          <w:rPr>
            <w:webHidden/>
          </w:rPr>
          <w:fldChar w:fldCharType="separate"/>
        </w:r>
        <w:r w:rsidR="006335EB">
          <w:rPr>
            <w:webHidden/>
          </w:rPr>
          <w:t>5</w:t>
        </w:r>
        <w:r w:rsidR="00900ED2">
          <w:rPr>
            <w:webHidden/>
          </w:rPr>
          <w:fldChar w:fldCharType="end"/>
        </w:r>
      </w:hyperlink>
    </w:p>
    <w:p w14:paraId="52C12F2E" w14:textId="12913B46"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786" w:history="1">
        <w:r w:rsidRPr="00D14454">
          <w:rPr>
            <w:rStyle w:val="Lienhypertexte"/>
          </w:rPr>
          <w:t>CHAPITRE II</w:t>
        </w:r>
        <w:r>
          <w:rPr>
            <w:webHidden/>
          </w:rPr>
          <w:tab/>
        </w:r>
        <w:r>
          <w:rPr>
            <w:webHidden/>
          </w:rPr>
          <w:fldChar w:fldCharType="begin"/>
        </w:r>
        <w:r>
          <w:rPr>
            <w:webHidden/>
          </w:rPr>
          <w:instrText xml:space="preserve"> PAGEREF _Toc196409786 \h </w:instrText>
        </w:r>
        <w:r>
          <w:rPr>
            <w:webHidden/>
          </w:rPr>
        </w:r>
        <w:r>
          <w:rPr>
            <w:webHidden/>
          </w:rPr>
          <w:fldChar w:fldCharType="separate"/>
        </w:r>
        <w:r w:rsidR="006335EB">
          <w:rPr>
            <w:webHidden/>
          </w:rPr>
          <w:t>11</w:t>
        </w:r>
        <w:r>
          <w:rPr>
            <w:webHidden/>
          </w:rPr>
          <w:fldChar w:fldCharType="end"/>
        </w:r>
      </w:hyperlink>
    </w:p>
    <w:p w14:paraId="583BE841" w14:textId="368BAADC"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787" w:history="1">
        <w:r w:rsidRPr="00D14454">
          <w:rPr>
            <w:rStyle w:val="Lienhypertexte"/>
          </w:rPr>
          <w:t>CHAPITRE III</w:t>
        </w:r>
        <w:r>
          <w:rPr>
            <w:webHidden/>
          </w:rPr>
          <w:tab/>
        </w:r>
        <w:r>
          <w:rPr>
            <w:webHidden/>
          </w:rPr>
          <w:fldChar w:fldCharType="begin"/>
        </w:r>
        <w:r>
          <w:rPr>
            <w:webHidden/>
          </w:rPr>
          <w:instrText xml:space="preserve"> PAGEREF _Toc196409787 \h </w:instrText>
        </w:r>
        <w:r>
          <w:rPr>
            <w:webHidden/>
          </w:rPr>
        </w:r>
        <w:r>
          <w:rPr>
            <w:webHidden/>
          </w:rPr>
          <w:fldChar w:fldCharType="separate"/>
        </w:r>
        <w:r w:rsidR="006335EB">
          <w:rPr>
            <w:webHidden/>
          </w:rPr>
          <w:t>19</w:t>
        </w:r>
        <w:r>
          <w:rPr>
            <w:webHidden/>
          </w:rPr>
          <w:fldChar w:fldCharType="end"/>
        </w:r>
      </w:hyperlink>
    </w:p>
    <w:p w14:paraId="0D49D8B6" w14:textId="09DAC13D"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788" w:history="1">
        <w:r w:rsidRPr="00D14454">
          <w:rPr>
            <w:rStyle w:val="Lienhypertexte"/>
          </w:rPr>
          <w:t>CHAPITRE IV</w:t>
        </w:r>
        <w:r>
          <w:rPr>
            <w:webHidden/>
          </w:rPr>
          <w:tab/>
        </w:r>
        <w:r>
          <w:rPr>
            <w:webHidden/>
          </w:rPr>
          <w:fldChar w:fldCharType="begin"/>
        </w:r>
        <w:r>
          <w:rPr>
            <w:webHidden/>
          </w:rPr>
          <w:instrText xml:space="preserve"> PAGEREF _Toc196409788 \h </w:instrText>
        </w:r>
        <w:r>
          <w:rPr>
            <w:webHidden/>
          </w:rPr>
        </w:r>
        <w:r>
          <w:rPr>
            <w:webHidden/>
          </w:rPr>
          <w:fldChar w:fldCharType="separate"/>
        </w:r>
        <w:r w:rsidR="006335EB">
          <w:rPr>
            <w:webHidden/>
          </w:rPr>
          <w:t>25</w:t>
        </w:r>
        <w:r>
          <w:rPr>
            <w:webHidden/>
          </w:rPr>
          <w:fldChar w:fldCharType="end"/>
        </w:r>
      </w:hyperlink>
    </w:p>
    <w:p w14:paraId="650B8273" w14:textId="6A17DB96"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789" w:history="1">
        <w:r w:rsidRPr="00D14454">
          <w:rPr>
            <w:rStyle w:val="Lienhypertexte"/>
          </w:rPr>
          <w:t>CHAPITRE V</w:t>
        </w:r>
        <w:r>
          <w:rPr>
            <w:webHidden/>
          </w:rPr>
          <w:tab/>
        </w:r>
        <w:r>
          <w:rPr>
            <w:webHidden/>
          </w:rPr>
          <w:fldChar w:fldCharType="begin"/>
        </w:r>
        <w:r>
          <w:rPr>
            <w:webHidden/>
          </w:rPr>
          <w:instrText xml:space="preserve"> PAGEREF _Toc196409789 \h </w:instrText>
        </w:r>
        <w:r>
          <w:rPr>
            <w:webHidden/>
          </w:rPr>
        </w:r>
        <w:r>
          <w:rPr>
            <w:webHidden/>
          </w:rPr>
          <w:fldChar w:fldCharType="separate"/>
        </w:r>
        <w:r w:rsidR="006335EB">
          <w:rPr>
            <w:webHidden/>
          </w:rPr>
          <w:t>32</w:t>
        </w:r>
        <w:r>
          <w:rPr>
            <w:webHidden/>
          </w:rPr>
          <w:fldChar w:fldCharType="end"/>
        </w:r>
      </w:hyperlink>
    </w:p>
    <w:p w14:paraId="059868CC" w14:textId="06B9840F"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790" w:history="1">
        <w:r w:rsidRPr="00D14454">
          <w:rPr>
            <w:rStyle w:val="Lienhypertexte"/>
          </w:rPr>
          <w:t>CHAPITRE VI</w:t>
        </w:r>
        <w:r>
          <w:rPr>
            <w:webHidden/>
          </w:rPr>
          <w:tab/>
        </w:r>
        <w:r>
          <w:rPr>
            <w:webHidden/>
          </w:rPr>
          <w:fldChar w:fldCharType="begin"/>
        </w:r>
        <w:r>
          <w:rPr>
            <w:webHidden/>
          </w:rPr>
          <w:instrText xml:space="preserve"> PAGEREF _Toc196409790 \h </w:instrText>
        </w:r>
        <w:r>
          <w:rPr>
            <w:webHidden/>
          </w:rPr>
        </w:r>
        <w:r>
          <w:rPr>
            <w:webHidden/>
          </w:rPr>
          <w:fldChar w:fldCharType="separate"/>
        </w:r>
        <w:r w:rsidR="006335EB">
          <w:rPr>
            <w:webHidden/>
          </w:rPr>
          <w:t>36</w:t>
        </w:r>
        <w:r>
          <w:rPr>
            <w:webHidden/>
          </w:rPr>
          <w:fldChar w:fldCharType="end"/>
        </w:r>
      </w:hyperlink>
    </w:p>
    <w:p w14:paraId="42F9069E" w14:textId="629B38C6"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791" w:history="1">
        <w:r w:rsidRPr="00D14454">
          <w:rPr>
            <w:rStyle w:val="Lienhypertexte"/>
          </w:rPr>
          <w:t>CHAPITRE VII</w:t>
        </w:r>
        <w:r>
          <w:rPr>
            <w:webHidden/>
          </w:rPr>
          <w:tab/>
        </w:r>
        <w:r>
          <w:rPr>
            <w:webHidden/>
          </w:rPr>
          <w:fldChar w:fldCharType="begin"/>
        </w:r>
        <w:r>
          <w:rPr>
            <w:webHidden/>
          </w:rPr>
          <w:instrText xml:space="preserve"> PAGEREF _Toc196409791 \h </w:instrText>
        </w:r>
        <w:r>
          <w:rPr>
            <w:webHidden/>
          </w:rPr>
        </w:r>
        <w:r>
          <w:rPr>
            <w:webHidden/>
          </w:rPr>
          <w:fldChar w:fldCharType="separate"/>
        </w:r>
        <w:r w:rsidR="006335EB">
          <w:rPr>
            <w:webHidden/>
          </w:rPr>
          <w:t>41</w:t>
        </w:r>
        <w:r>
          <w:rPr>
            <w:webHidden/>
          </w:rPr>
          <w:fldChar w:fldCharType="end"/>
        </w:r>
      </w:hyperlink>
    </w:p>
    <w:p w14:paraId="667FB130" w14:textId="1A7F8778"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792" w:history="1">
        <w:r w:rsidRPr="00D14454">
          <w:rPr>
            <w:rStyle w:val="Lienhypertexte"/>
          </w:rPr>
          <w:t>CHAPITRE VIII</w:t>
        </w:r>
        <w:r>
          <w:rPr>
            <w:webHidden/>
          </w:rPr>
          <w:tab/>
        </w:r>
        <w:r>
          <w:rPr>
            <w:webHidden/>
          </w:rPr>
          <w:fldChar w:fldCharType="begin"/>
        </w:r>
        <w:r>
          <w:rPr>
            <w:webHidden/>
          </w:rPr>
          <w:instrText xml:space="preserve"> PAGEREF _Toc196409792 \h </w:instrText>
        </w:r>
        <w:r>
          <w:rPr>
            <w:webHidden/>
          </w:rPr>
        </w:r>
        <w:r>
          <w:rPr>
            <w:webHidden/>
          </w:rPr>
          <w:fldChar w:fldCharType="separate"/>
        </w:r>
        <w:r w:rsidR="006335EB">
          <w:rPr>
            <w:webHidden/>
          </w:rPr>
          <w:t>46</w:t>
        </w:r>
        <w:r>
          <w:rPr>
            <w:webHidden/>
          </w:rPr>
          <w:fldChar w:fldCharType="end"/>
        </w:r>
      </w:hyperlink>
    </w:p>
    <w:p w14:paraId="4BBD7DD1" w14:textId="3003E156"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793" w:history="1">
        <w:r w:rsidRPr="00D14454">
          <w:rPr>
            <w:rStyle w:val="Lienhypertexte"/>
          </w:rPr>
          <w:t>CHAPITRE IX</w:t>
        </w:r>
        <w:r>
          <w:rPr>
            <w:webHidden/>
          </w:rPr>
          <w:tab/>
        </w:r>
        <w:r>
          <w:rPr>
            <w:webHidden/>
          </w:rPr>
          <w:fldChar w:fldCharType="begin"/>
        </w:r>
        <w:r>
          <w:rPr>
            <w:webHidden/>
          </w:rPr>
          <w:instrText xml:space="preserve"> PAGEREF _Toc196409793 \h </w:instrText>
        </w:r>
        <w:r>
          <w:rPr>
            <w:webHidden/>
          </w:rPr>
        </w:r>
        <w:r>
          <w:rPr>
            <w:webHidden/>
          </w:rPr>
          <w:fldChar w:fldCharType="separate"/>
        </w:r>
        <w:r w:rsidR="006335EB">
          <w:rPr>
            <w:webHidden/>
          </w:rPr>
          <w:t>51</w:t>
        </w:r>
        <w:r>
          <w:rPr>
            <w:webHidden/>
          </w:rPr>
          <w:fldChar w:fldCharType="end"/>
        </w:r>
      </w:hyperlink>
    </w:p>
    <w:p w14:paraId="3F908CAC" w14:textId="302DFC84"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794" w:history="1">
        <w:r w:rsidRPr="00D14454">
          <w:rPr>
            <w:rStyle w:val="Lienhypertexte"/>
          </w:rPr>
          <w:t>CHAPITRE X</w:t>
        </w:r>
        <w:r>
          <w:rPr>
            <w:webHidden/>
          </w:rPr>
          <w:tab/>
        </w:r>
        <w:r>
          <w:rPr>
            <w:webHidden/>
          </w:rPr>
          <w:fldChar w:fldCharType="begin"/>
        </w:r>
        <w:r>
          <w:rPr>
            <w:webHidden/>
          </w:rPr>
          <w:instrText xml:space="preserve"> PAGEREF _Toc196409794 \h </w:instrText>
        </w:r>
        <w:r>
          <w:rPr>
            <w:webHidden/>
          </w:rPr>
        </w:r>
        <w:r>
          <w:rPr>
            <w:webHidden/>
          </w:rPr>
          <w:fldChar w:fldCharType="separate"/>
        </w:r>
        <w:r w:rsidR="006335EB">
          <w:rPr>
            <w:webHidden/>
          </w:rPr>
          <w:t>59</w:t>
        </w:r>
        <w:r>
          <w:rPr>
            <w:webHidden/>
          </w:rPr>
          <w:fldChar w:fldCharType="end"/>
        </w:r>
      </w:hyperlink>
    </w:p>
    <w:p w14:paraId="277182D8" w14:textId="165AF5B8"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795" w:history="1">
        <w:r w:rsidRPr="00D14454">
          <w:rPr>
            <w:rStyle w:val="Lienhypertexte"/>
          </w:rPr>
          <w:t>CHAPITRE XI</w:t>
        </w:r>
        <w:r>
          <w:rPr>
            <w:webHidden/>
          </w:rPr>
          <w:tab/>
        </w:r>
        <w:r>
          <w:rPr>
            <w:webHidden/>
          </w:rPr>
          <w:fldChar w:fldCharType="begin"/>
        </w:r>
        <w:r>
          <w:rPr>
            <w:webHidden/>
          </w:rPr>
          <w:instrText xml:space="preserve"> PAGEREF _Toc196409795 \h </w:instrText>
        </w:r>
        <w:r>
          <w:rPr>
            <w:webHidden/>
          </w:rPr>
        </w:r>
        <w:r>
          <w:rPr>
            <w:webHidden/>
          </w:rPr>
          <w:fldChar w:fldCharType="separate"/>
        </w:r>
        <w:r w:rsidR="006335EB">
          <w:rPr>
            <w:webHidden/>
          </w:rPr>
          <w:t>67</w:t>
        </w:r>
        <w:r>
          <w:rPr>
            <w:webHidden/>
          </w:rPr>
          <w:fldChar w:fldCharType="end"/>
        </w:r>
      </w:hyperlink>
    </w:p>
    <w:p w14:paraId="48B56293" w14:textId="7252E77E"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796" w:history="1">
        <w:r w:rsidRPr="00D14454">
          <w:rPr>
            <w:rStyle w:val="Lienhypertexte"/>
          </w:rPr>
          <w:t>CHAPITRE XII</w:t>
        </w:r>
        <w:r>
          <w:rPr>
            <w:webHidden/>
          </w:rPr>
          <w:tab/>
        </w:r>
        <w:r>
          <w:rPr>
            <w:webHidden/>
          </w:rPr>
          <w:fldChar w:fldCharType="begin"/>
        </w:r>
        <w:r>
          <w:rPr>
            <w:webHidden/>
          </w:rPr>
          <w:instrText xml:space="preserve"> PAGEREF _Toc196409796 \h </w:instrText>
        </w:r>
        <w:r>
          <w:rPr>
            <w:webHidden/>
          </w:rPr>
        </w:r>
        <w:r>
          <w:rPr>
            <w:webHidden/>
          </w:rPr>
          <w:fldChar w:fldCharType="separate"/>
        </w:r>
        <w:r w:rsidR="006335EB">
          <w:rPr>
            <w:webHidden/>
          </w:rPr>
          <w:t>73</w:t>
        </w:r>
        <w:r>
          <w:rPr>
            <w:webHidden/>
          </w:rPr>
          <w:fldChar w:fldCharType="end"/>
        </w:r>
      </w:hyperlink>
    </w:p>
    <w:p w14:paraId="71936D87" w14:textId="00EF2EA9"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797" w:history="1">
        <w:r w:rsidRPr="00D14454">
          <w:rPr>
            <w:rStyle w:val="Lienhypertexte"/>
          </w:rPr>
          <w:t>CHAPITRE XIII</w:t>
        </w:r>
        <w:r>
          <w:rPr>
            <w:webHidden/>
          </w:rPr>
          <w:tab/>
        </w:r>
        <w:r>
          <w:rPr>
            <w:webHidden/>
          </w:rPr>
          <w:fldChar w:fldCharType="begin"/>
        </w:r>
        <w:r>
          <w:rPr>
            <w:webHidden/>
          </w:rPr>
          <w:instrText xml:space="preserve"> PAGEREF _Toc196409797 \h </w:instrText>
        </w:r>
        <w:r>
          <w:rPr>
            <w:webHidden/>
          </w:rPr>
        </w:r>
        <w:r>
          <w:rPr>
            <w:webHidden/>
          </w:rPr>
          <w:fldChar w:fldCharType="separate"/>
        </w:r>
        <w:r w:rsidR="006335EB">
          <w:rPr>
            <w:webHidden/>
          </w:rPr>
          <w:t>80</w:t>
        </w:r>
        <w:r>
          <w:rPr>
            <w:webHidden/>
          </w:rPr>
          <w:fldChar w:fldCharType="end"/>
        </w:r>
      </w:hyperlink>
    </w:p>
    <w:p w14:paraId="3FDDC2DD" w14:textId="3D0E666E"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798" w:history="1">
        <w:r w:rsidRPr="00D14454">
          <w:rPr>
            <w:rStyle w:val="Lienhypertexte"/>
          </w:rPr>
          <w:t>CHAPITRE XIV</w:t>
        </w:r>
        <w:r>
          <w:rPr>
            <w:webHidden/>
          </w:rPr>
          <w:tab/>
        </w:r>
        <w:r>
          <w:rPr>
            <w:webHidden/>
          </w:rPr>
          <w:fldChar w:fldCharType="begin"/>
        </w:r>
        <w:r>
          <w:rPr>
            <w:webHidden/>
          </w:rPr>
          <w:instrText xml:space="preserve"> PAGEREF _Toc196409798 \h </w:instrText>
        </w:r>
        <w:r>
          <w:rPr>
            <w:webHidden/>
          </w:rPr>
        </w:r>
        <w:r>
          <w:rPr>
            <w:webHidden/>
          </w:rPr>
          <w:fldChar w:fldCharType="separate"/>
        </w:r>
        <w:r w:rsidR="006335EB">
          <w:rPr>
            <w:webHidden/>
          </w:rPr>
          <w:t>90</w:t>
        </w:r>
        <w:r>
          <w:rPr>
            <w:webHidden/>
          </w:rPr>
          <w:fldChar w:fldCharType="end"/>
        </w:r>
      </w:hyperlink>
    </w:p>
    <w:p w14:paraId="398964A3" w14:textId="7B07C166"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799" w:history="1">
        <w:r w:rsidRPr="00D14454">
          <w:rPr>
            <w:rStyle w:val="Lienhypertexte"/>
          </w:rPr>
          <w:t>CHAPITRE XV</w:t>
        </w:r>
        <w:r>
          <w:rPr>
            <w:webHidden/>
          </w:rPr>
          <w:tab/>
        </w:r>
        <w:r>
          <w:rPr>
            <w:webHidden/>
          </w:rPr>
          <w:fldChar w:fldCharType="begin"/>
        </w:r>
        <w:r>
          <w:rPr>
            <w:webHidden/>
          </w:rPr>
          <w:instrText xml:space="preserve"> PAGEREF _Toc196409799 \h </w:instrText>
        </w:r>
        <w:r>
          <w:rPr>
            <w:webHidden/>
          </w:rPr>
        </w:r>
        <w:r>
          <w:rPr>
            <w:webHidden/>
          </w:rPr>
          <w:fldChar w:fldCharType="separate"/>
        </w:r>
        <w:r w:rsidR="006335EB">
          <w:rPr>
            <w:webHidden/>
          </w:rPr>
          <w:t>96</w:t>
        </w:r>
        <w:r>
          <w:rPr>
            <w:webHidden/>
          </w:rPr>
          <w:fldChar w:fldCharType="end"/>
        </w:r>
      </w:hyperlink>
    </w:p>
    <w:p w14:paraId="66E69E93" w14:textId="79F1B645"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00" w:history="1">
        <w:r w:rsidRPr="00D14454">
          <w:rPr>
            <w:rStyle w:val="Lienhypertexte"/>
          </w:rPr>
          <w:t>CHAPITRE XVI</w:t>
        </w:r>
        <w:r>
          <w:rPr>
            <w:webHidden/>
          </w:rPr>
          <w:tab/>
        </w:r>
        <w:r>
          <w:rPr>
            <w:webHidden/>
          </w:rPr>
          <w:fldChar w:fldCharType="begin"/>
        </w:r>
        <w:r>
          <w:rPr>
            <w:webHidden/>
          </w:rPr>
          <w:instrText xml:space="preserve"> PAGEREF _Toc196409800 \h </w:instrText>
        </w:r>
        <w:r>
          <w:rPr>
            <w:webHidden/>
          </w:rPr>
        </w:r>
        <w:r>
          <w:rPr>
            <w:webHidden/>
          </w:rPr>
          <w:fldChar w:fldCharType="separate"/>
        </w:r>
        <w:r w:rsidR="006335EB">
          <w:rPr>
            <w:webHidden/>
          </w:rPr>
          <w:t>106</w:t>
        </w:r>
        <w:r>
          <w:rPr>
            <w:webHidden/>
          </w:rPr>
          <w:fldChar w:fldCharType="end"/>
        </w:r>
      </w:hyperlink>
    </w:p>
    <w:p w14:paraId="385E53AE" w14:textId="65A1A9D0"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01" w:history="1">
        <w:r w:rsidRPr="00D14454">
          <w:rPr>
            <w:rStyle w:val="Lienhypertexte"/>
          </w:rPr>
          <w:t>CHAPITRE XVII</w:t>
        </w:r>
        <w:r>
          <w:rPr>
            <w:webHidden/>
          </w:rPr>
          <w:tab/>
        </w:r>
        <w:r>
          <w:rPr>
            <w:webHidden/>
          </w:rPr>
          <w:fldChar w:fldCharType="begin"/>
        </w:r>
        <w:r>
          <w:rPr>
            <w:webHidden/>
          </w:rPr>
          <w:instrText xml:space="preserve"> PAGEREF _Toc196409801 \h </w:instrText>
        </w:r>
        <w:r>
          <w:rPr>
            <w:webHidden/>
          </w:rPr>
        </w:r>
        <w:r>
          <w:rPr>
            <w:webHidden/>
          </w:rPr>
          <w:fldChar w:fldCharType="separate"/>
        </w:r>
        <w:r w:rsidR="006335EB">
          <w:rPr>
            <w:webHidden/>
          </w:rPr>
          <w:t>115</w:t>
        </w:r>
        <w:r>
          <w:rPr>
            <w:webHidden/>
          </w:rPr>
          <w:fldChar w:fldCharType="end"/>
        </w:r>
      </w:hyperlink>
    </w:p>
    <w:p w14:paraId="15BD11BB" w14:textId="4084D7D7"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02" w:history="1">
        <w:r w:rsidRPr="00D14454">
          <w:rPr>
            <w:rStyle w:val="Lienhypertexte"/>
          </w:rPr>
          <w:t>CHAPITRE XVIII</w:t>
        </w:r>
        <w:r>
          <w:rPr>
            <w:webHidden/>
          </w:rPr>
          <w:tab/>
        </w:r>
        <w:r>
          <w:rPr>
            <w:webHidden/>
          </w:rPr>
          <w:fldChar w:fldCharType="begin"/>
        </w:r>
        <w:r>
          <w:rPr>
            <w:webHidden/>
          </w:rPr>
          <w:instrText xml:space="preserve"> PAGEREF _Toc196409802 \h </w:instrText>
        </w:r>
        <w:r>
          <w:rPr>
            <w:webHidden/>
          </w:rPr>
        </w:r>
        <w:r>
          <w:rPr>
            <w:webHidden/>
          </w:rPr>
          <w:fldChar w:fldCharType="separate"/>
        </w:r>
        <w:r w:rsidR="006335EB">
          <w:rPr>
            <w:webHidden/>
          </w:rPr>
          <w:t>123</w:t>
        </w:r>
        <w:r>
          <w:rPr>
            <w:webHidden/>
          </w:rPr>
          <w:fldChar w:fldCharType="end"/>
        </w:r>
      </w:hyperlink>
    </w:p>
    <w:p w14:paraId="115DEC68" w14:textId="4D100941"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03" w:history="1">
        <w:r w:rsidRPr="00D14454">
          <w:rPr>
            <w:rStyle w:val="Lienhypertexte"/>
          </w:rPr>
          <w:t>CHAPITRE XIX</w:t>
        </w:r>
        <w:r>
          <w:rPr>
            <w:webHidden/>
          </w:rPr>
          <w:tab/>
        </w:r>
        <w:r>
          <w:rPr>
            <w:webHidden/>
          </w:rPr>
          <w:fldChar w:fldCharType="begin"/>
        </w:r>
        <w:r>
          <w:rPr>
            <w:webHidden/>
          </w:rPr>
          <w:instrText xml:space="preserve"> PAGEREF _Toc196409803 \h </w:instrText>
        </w:r>
        <w:r>
          <w:rPr>
            <w:webHidden/>
          </w:rPr>
        </w:r>
        <w:r>
          <w:rPr>
            <w:webHidden/>
          </w:rPr>
          <w:fldChar w:fldCharType="separate"/>
        </w:r>
        <w:r w:rsidR="006335EB">
          <w:rPr>
            <w:webHidden/>
          </w:rPr>
          <w:t>130</w:t>
        </w:r>
        <w:r>
          <w:rPr>
            <w:webHidden/>
          </w:rPr>
          <w:fldChar w:fldCharType="end"/>
        </w:r>
      </w:hyperlink>
    </w:p>
    <w:p w14:paraId="5B431178" w14:textId="59F0D738"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04" w:history="1">
        <w:r w:rsidRPr="00D14454">
          <w:rPr>
            <w:rStyle w:val="Lienhypertexte"/>
          </w:rPr>
          <w:t>CHAPITRE XX</w:t>
        </w:r>
        <w:r>
          <w:rPr>
            <w:webHidden/>
          </w:rPr>
          <w:tab/>
        </w:r>
        <w:r>
          <w:rPr>
            <w:webHidden/>
          </w:rPr>
          <w:fldChar w:fldCharType="begin"/>
        </w:r>
        <w:r>
          <w:rPr>
            <w:webHidden/>
          </w:rPr>
          <w:instrText xml:space="preserve"> PAGEREF _Toc196409804 \h </w:instrText>
        </w:r>
        <w:r>
          <w:rPr>
            <w:webHidden/>
          </w:rPr>
        </w:r>
        <w:r>
          <w:rPr>
            <w:webHidden/>
          </w:rPr>
          <w:fldChar w:fldCharType="separate"/>
        </w:r>
        <w:r w:rsidR="006335EB">
          <w:rPr>
            <w:webHidden/>
          </w:rPr>
          <w:t>141</w:t>
        </w:r>
        <w:r>
          <w:rPr>
            <w:webHidden/>
          </w:rPr>
          <w:fldChar w:fldCharType="end"/>
        </w:r>
      </w:hyperlink>
    </w:p>
    <w:p w14:paraId="37021192" w14:textId="71515508"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05" w:history="1">
        <w:r w:rsidRPr="00D14454">
          <w:rPr>
            <w:rStyle w:val="Lienhypertexte"/>
          </w:rPr>
          <w:t>CHAPITRE XXI</w:t>
        </w:r>
        <w:r>
          <w:rPr>
            <w:webHidden/>
          </w:rPr>
          <w:tab/>
        </w:r>
        <w:r>
          <w:rPr>
            <w:webHidden/>
          </w:rPr>
          <w:fldChar w:fldCharType="begin"/>
        </w:r>
        <w:r>
          <w:rPr>
            <w:webHidden/>
          </w:rPr>
          <w:instrText xml:space="preserve"> PAGEREF _Toc196409805 \h </w:instrText>
        </w:r>
        <w:r>
          <w:rPr>
            <w:webHidden/>
          </w:rPr>
        </w:r>
        <w:r>
          <w:rPr>
            <w:webHidden/>
          </w:rPr>
          <w:fldChar w:fldCharType="separate"/>
        </w:r>
        <w:r w:rsidR="006335EB">
          <w:rPr>
            <w:webHidden/>
          </w:rPr>
          <w:t>151</w:t>
        </w:r>
        <w:r>
          <w:rPr>
            <w:webHidden/>
          </w:rPr>
          <w:fldChar w:fldCharType="end"/>
        </w:r>
      </w:hyperlink>
    </w:p>
    <w:p w14:paraId="6568D3DF" w14:textId="7B373E9B"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06" w:history="1">
        <w:r w:rsidRPr="00D14454">
          <w:rPr>
            <w:rStyle w:val="Lienhypertexte"/>
          </w:rPr>
          <w:t>CHAPITRE XXII</w:t>
        </w:r>
        <w:r>
          <w:rPr>
            <w:webHidden/>
          </w:rPr>
          <w:tab/>
        </w:r>
        <w:r>
          <w:rPr>
            <w:webHidden/>
          </w:rPr>
          <w:fldChar w:fldCharType="begin"/>
        </w:r>
        <w:r>
          <w:rPr>
            <w:webHidden/>
          </w:rPr>
          <w:instrText xml:space="preserve"> PAGEREF _Toc196409806 \h </w:instrText>
        </w:r>
        <w:r>
          <w:rPr>
            <w:webHidden/>
          </w:rPr>
        </w:r>
        <w:r>
          <w:rPr>
            <w:webHidden/>
          </w:rPr>
          <w:fldChar w:fldCharType="separate"/>
        </w:r>
        <w:r w:rsidR="006335EB">
          <w:rPr>
            <w:webHidden/>
          </w:rPr>
          <w:t>163</w:t>
        </w:r>
        <w:r>
          <w:rPr>
            <w:webHidden/>
          </w:rPr>
          <w:fldChar w:fldCharType="end"/>
        </w:r>
      </w:hyperlink>
    </w:p>
    <w:p w14:paraId="0194F6F2" w14:textId="1DCC78CA"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07" w:history="1">
        <w:r w:rsidRPr="00D14454">
          <w:rPr>
            <w:rStyle w:val="Lienhypertexte"/>
          </w:rPr>
          <w:t>CHAPITRE XXIII</w:t>
        </w:r>
        <w:r>
          <w:rPr>
            <w:webHidden/>
          </w:rPr>
          <w:tab/>
        </w:r>
        <w:r>
          <w:rPr>
            <w:webHidden/>
          </w:rPr>
          <w:fldChar w:fldCharType="begin"/>
        </w:r>
        <w:r>
          <w:rPr>
            <w:webHidden/>
          </w:rPr>
          <w:instrText xml:space="preserve"> PAGEREF _Toc196409807 \h </w:instrText>
        </w:r>
        <w:r>
          <w:rPr>
            <w:webHidden/>
          </w:rPr>
        </w:r>
        <w:r>
          <w:rPr>
            <w:webHidden/>
          </w:rPr>
          <w:fldChar w:fldCharType="separate"/>
        </w:r>
        <w:r w:rsidR="006335EB">
          <w:rPr>
            <w:webHidden/>
          </w:rPr>
          <w:t>175</w:t>
        </w:r>
        <w:r>
          <w:rPr>
            <w:webHidden/>
          </w:rPr>
          <w:fldChar w:fldCharType="end"/>
        </w:r>
      </w:hyperlink>
    </w:p>
    <w:p w14:paraId="4AD248BA" w14:textId="3F039F57"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08" w:history="1">
        <w:r w:rsidRPr="00D14454">
          <w:rPr>
            <w:rStyle w:val="Lienhypertexte"/>
          </w:rPr>
          <w:t>CHAPITRE XXIV</w:t>
        </w:r>
        <w:r>
          <w:rPr>
            <w:webHidden/>
          </w:rPr>
          <w:tab/>
        </w:r>
        <w:r>
          <w:rPr>
            <w:webHidden/>
          </w:rPr>
          <w:fldChar w:fldCharType="begin"/>
        </w:r>
        <w:r>
          <w:rPr>
            <w:webHidden/>
          </w:rPr>
          <w:instrText xml:space="preserve"> PAGEREF _Toc196409808 \h </w:instrText>
        </w:r>
        <w:r>
          <w:rPr>
            <w:webHidden/>
          </w:rPr>
        </w:r>
        <w:r>
          <w:rPr>
            <w:webHidden/>
          </w:rPr>
          <w:fldChar w:fldCharType="separate"/>
        </w:r>
        <w:r w:rsidR="006335EB">
          <w:rPr>
            <w:webHidden/>
          </w:rPr>
          <w:t>184</w:t>
        </w:r>
        <w:r>
          <w:rPr>
            <w:webHidden/>
          </w:rPr>
          <w:fldChar w:fldCharType="end"/>
        </w:r>
      </w:hyperlink>
    </w:p>
    <w:p w14:paraId="003CE4DD" w14:textId="137D8910"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09" w:history="1">
        <w:r w:rsidRPr="00D14454">
          <w:rPr>
            <w:rStyle w:val="Lienhypertexte"/>
          </w:rPr>
          <w:t>CHAPITRE XXV</w:t>
        </w:r>
        <w:r>
          <w:rPr>
            <w:webHidden/>
          </w:rPr>
          <w:tab/>
        </w:r>
        <w:r>
          <w:rPr>
            <w:webHidden/>
          </w:rPr>
          <w:fldChar w:fldCharType="begin"/>
        </w:r>
        <w:r>
          <w:rPr>
            <w:webHidden/>
          </w:rPr>
          <w:instrText xml:space="preserve"> PAGEREF _Toc196409809 \h </w:instrText>
        </w:r>
        <w:r>
          <w:rPr>
            <w:webHidden/>
          </w:rPr>
        </w:r>
        <w:r>
          <w:rPr>
            <w:webHidden/>
          </w:rPr>
          <w:fldChar w:fldCharType="separate"/>
        </w:r>
        <w:r w:rsidR="006335EB">
          <w:rPr>
            <w:webHidden/>
          </w:rPr>
          <w:t>193</w:t>
        </w:r>
        <w:r>
          <w:rPr>
            <w:webHidden/>
          </w:rPr>
          <w:fldChar w:fldCharType="end"/>
        </w:r>
      </w:hyperlink>
    </w:p>
    <w:p w14:paraId="3B249055" w14:textId="5FFCAEAF"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10" w:history="1">
        <w:r w:rsidRPr="00D14454">
          <w:rPr>
            <w:rStyle w:val="Lienhypertexte"/>
          </w:rPr>
          <w:t>CHAPITRE XXVI</w:t>
        </w:r>
        <w:r>
          <w:rPr>
            <w:webHidden/>
          </w:rPr>
          <w:tab/>
        </w:r>
        <w:r>
          <w:rPr>
            <w:webHidden/>
          </w:rPr>
          <w:fldChar w:fldCharType="begin"/>
        </w:r>
        <w:r>
          <w:rPr>
            <w:webHidden/>
          </w:rPr>
          <w:instrText xml:space="preserve"> PAGEREF _Toc196409810 \h </w:instrText>
        </w:r>
        <w:r>
          <w:rPr>
            <w:webHidden/>
          </w:rPr>
        </w:r>
        <w:r>
          <w:rPr>
            <w:webHidden/>
          </w:rPr>
          <w:fldChar w:fldCharType="separate"/>
        </w:r>
        <w:r w:rsidR="006335EB">
          <w:rPr>
            <w:webHidden/>
          </w:rPr>
          <w:t>200</w:t>
        </w:r>
        <w:r>
          <w:rPr>
            <w:webHidden/>
          </w:rPr>
          <w:fldChar w:fldCharType="end"/>
        </w:r>
      </w:hyperlink>
    </w:p>
    <w:p w14:paraId="04C1E081" w14:textId="018812D9"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11" w:history="1">
        <w:r w:rsidRPr="00D14454">
          <w:rPr>
            <w:rStyle w:val="Lienhypertexte"/>
          </w:rPr>
          <w:t>CHAPITRE XXVII</w:t>
        </w:r>
        <w:r>
          <w:rPr>
            <w:webHidden/>
          </w:rPr>
          <w:tab/>
        </w:r>
        <w:r>
          <w:rPr>
            <w:webHidden/>
          </w:rPr>
          <w:fldChar w:fldCharType="begin"/>
        </w:r>
        <w:r>
          <w:rPr>
            <w:webHidden/>
          </w:rPr>
          <w:instrText xml:space="preserve"> PAGEREF _Toc196409811 \h </w:instrText>
        </w:r>
        <w:r>
          <w:rPr>
            <w:webHidden/>
          </w:rPr>
        </w:r>
        <w:r>
          <w:rPr>
            <w:webHidden/>
          </w:rPr>
          <w:fldChar w:fldCharType="separate"/>
        </w:r>
        <w:r w:rsidR="006335EB">
          <w:rPr>
            <w:webHidden/>
          </w:rPr>
          <w:t>210</w:t>
        </w:r>
        <w:r>
          <w:rPr>
            <w:webHidden/>
          </w:rPr>
          <w:fldChar w:fldCharType="end"/>
        </w:r>
      </w:hyperlink>
    </w:p>
    <w:p w14:paraId="1CCE6BA3" w14:textId="4663B47A"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12" w:history="1">
        <w:r w:rsidRPr="00D14454">
          <w:rPr>
            <w:rStyle w:val="Lienhypertexte"/>
          </w:rPr>
          <w:t>CHAPITRE XXVIII</w:t>
        </w:r>
        <w:r>
          <w:rPr>
            <w:webHidden/>
          </w:rPr>
          <w:tab/>
        </w:r>
        <w:r>
          <w:rPr>
            <w:webHidden/>
          </w:rPr>
          <w:fldChar w:fldCharType="begin"/>
        </w:r>
        <w:r>
          <w:rPr>
            <w:webHidden/>
          </w:rPr>
          <w:instrText xml:space="preserve"> PAGEREF _Toc196409812 \h </w:instrText>
        </w:r>
        <w:r>
          <w:rPr>
            <w:webHidden/>
          </w:rPr>
        </w:r>
        <w:r>
          <w:rPr>
            <w:webHidden/>
          </w:rPr>
          <w:fldChar w:fldCharType="separate"/>
        </w:r>
        <w:r w:rsidR="006335EB">
          <w:rPr>
            <w:webHidden/>
          </w:rPr>
          <w:t>220</w:t>
        </w:r>
        <w:r>
          <w:rPr>
            <w:webHidden/>
          </w:rPr>
          <w:fldChar w:fldCharType="end"/>
        </w:r>
      </w:hyperlink>
    </w:p>
    <w:p w14:paraId="36041D97" w14:textId="427AAEF8"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13" w:history="1">
        <w:r w:rsidRPr="00D14454">
          <w:rPr>
            <w:rStyle w:val="Lienhypertexte"/>
          </w:rPr>
          <w:t>CHAPITRE XXIX</w:t>
        </w:r>
        <w:r>
          <w:rPr>
            <w:webHidden/>
          </w:rPr>
          <w:tab/>
        </w:r>
        <w:r>
          <w:rPr>
            <w:webHidden/>
          </w:rPr>
          <w:fldChar w:fldCharType="begin"/>
        </w:r>
        <w:r>
          <w:rPr>
            <w:webHidden/>
          </w:rPr>
          <w:instrText xml:space="preserve"> PAGEREF _Toc196409813 \h </w:instrText>
        </w:r>
        <w:r>
          <w:rPr>
            <w:webHidden/>
          </w:rPr>
        </w:r>
        <w:r>
          <w:rPr>
            <w:webHidden/>
          </w:rPr>
          <w:fldChar w:fldCharType="separate"/>
        </w:r>
        <w:r w:rsidR="006335EB">
          <w:rPr>
            <w:webHidden/>
          </w:rPr>
          <w:t>226</w:t>
        </w:r>
        <w:r>
          <w:rPr>
            <w:webHidden/>
          </w:rPr>
          <w:fldChar w:fldCharType="end"/>
        </w:r>
      </w:hyperlink>
    </w:p>
    <w:p w14:paraId="56EFE75F" w14:textId="7FE11421"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14" w:history="1">
        <w:r w:rsidRPr="00D14454">
          <w:rPr>
            <w:rStyle w:val="Lienhypertexte"/>
          </w:rPr>
          <w:t>CHAPITRE XXX</w:t>
        </w:r>
        <w:r>
          <w:rPr>
            <w:webHidden/>
          </w:rPr>
          <w:tab/>
        </w:r>
        <w:r>
          <w:rPr>
            <w:webHidden/>
          </w:rPr>
          <w:fldChar w:fldCharType="begin"/>
        </w:r>
        <w:r>
          <w:rPr>
            <w:webHidden/>
          </w:rPr>
          <w:instrText xml:space="preserve"> PAGEREF _Toc196409814 \h </w:instrText>
        </w:r>
        <w:r>
          <w:rPr>
            <w:webHidden/>
          </w:rPr>
        </w:r>
        <w:r>
          <w:rPr>
            <w:webHidden/>
          </w:rPr>
          <w:fldChar w:fldCharType="separate"/>
        </w:r>
        <w:r w:rsidR="006335EB">
          <w:rPr>
            <w:webHidden/>
          </w:rPr>
          <w:t>241</w:t>
        </w:r>
        <w:r>
          <w:rPr>
            <w:webHidden/>
          </w:rPr>
          <w:fldChar w:fldCharType="end"/>
        </w:r>
      </w:hyperlink>
    </w:p>
    <w:p w14:paraId="4C8C0638" w14:textId="1B213A9E"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15" w:history="1">
        <w:r w:rsidRPr="00D14454">
          <w:rPr>
            <w:rStyle w:val="Lienhypertexte"/>
          </w:rPr>
          <w:t>CHAPITRE XXXI</w:t>
        </w:r>
        <w:r>
          <w:rPr>
            <w:webHidden/>
          </w:rPr>
          <w:tab/>
        </w:r>
        <w:r>
          <w:rPr>
            <w:webHidden/>
          </w:rPr>
          <w:fldChar w:fldCharType="begin"/>
        </w:r>
        <w:r>
          <w:rPr>
            <w:webHidden/>
          </w:rPr>
          <w:instrText xml:space="preserve"> PAGEREF _Toc196409815 \h </w:instrText>
        </w:r>
        <w:r>
          <w:rPr>
            <w:webHidden/>
          </w:rPr>
        </w:r>
        <w:r>
          <w:rPr>
            <w:webHidden/>
          </w:rPr>
          <w:fldChar w:fldCharType="separate"/>
        </w:r>
        <w:r w:rsidR="006335EB">
          <w:rPr>
            <w:webHidden/>
          </w:rPr>
          <w:t>253</w:t>
        </w:r>
        <w:r>
          <w:rPr>
            <w:webHidden/>
          </w:rPr>
          <w:fldChar w:fldCharType="end"/>
        </w:r>
      </w:hyperlink>
    </w:p>
    <w:p w14:paraId="32D782F6" w14:textId="7B063098"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16" w:history="1">
        <w:r w:rsidRPr="00D14454">
          <w:rPr>
            <w:rStyle w:val="Lienhypertexte"/>
          </w:rPr>
          <w:t>CHAPITRE XXXII</w:t>
        </w:r>
        <w:r>
          <w:rPr>
            <w:webHidden/>
          </w:rPr>
          <w:tab/>
        </w:r>
        <w:r>
          <w:rPr>
            <w:webHidden/>
          </w:rPr>
          <w:fldChar w:fldCharType="begin"/>
        </w:r>
        <w:r>
          <w:rPr>
            <w:webHidden/>
          </w:rPr>
          <w:instrText xml:space="preserve"> PAGEREF _Toc196409816 \h </w:instrText>
        </w:r>
        <w:r>
          <w:rPr>
            <w:webHidden/>
          </w:rPr>
        </w:r>
        <w:r>
          <w:rPr>
            <w:webHidden/>
          </w:rPr>
          <w:fldChar w:fldCharType="separate"/>
        </w:r>
        <w:r w:rsidR="006335EB">
          <w:rPr>
            <w:webHidden/>
          </w:rPr>
          <w:t>267</w:t>
        </w:r>
        <w:r>
          <w:rPr>
            <w:webHidden/>
          </w:rPr>
          <w:fldChar w:fldCharType="end"/>
        </w:r>
      </w:hyperlink>
    </w:p>
    <w:p w14:paraId="10C7F16F" w14:textId="3C3D66A9"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17" w:history="1">
        <w:r w:rsidRPr="00D14454">
          <w:rPr>
            <w:rStyle w:val="Lienhypertexte"/>
          </w:rPr>
          <w:t>CHAPITRE XXXIII</w:t>
        </w:r>
        <w:r>
          <w:rPr>
            <w:webHidden/>
          </w:rPr>
          <w:tab/>
        </w:r>
        <w:r>
          <w:rPr>
            <w:webHidden/>
          </w:rPr>
          <w:fldChar w:fldCharType="begin"/>
        </w:r>
        <w:r>
          <w:rPr>
            <w:webHidden/>
          </w:rPr>
          <w:instrText xml:space="preserve"> PAGEREF _Toc196409817 \h </w:instrText>
        </w:r>
        <w:r>
          <w:rPr>
            <w:webHidden/>
          </w:rPr>
        </w:r>
        <w:r>
          <w:rPr>
            <w:webHidden/>
          </w:rPr>
          <w:fldChar w:fldCharType="separate"/>
        </w:r>
        <w:r w:rsidR="006335EB">
          <w:rPr>
            <w:webHidden/>
          </w:rPr>
          <w:t>277</w:t>
        </w:r>
        <w:r>
          <w:rPr>
            <w:webHidden/>
          </w:rPr>
          <w:fldChar w:fldCharType="end"/>
        </w:r>
      </w:hyperlink>
    </w:p>
    <w:p w14:paraId="6185EF89" w14:textId="5AF4B7B0"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18" w:history="1">
        <w:r w:rsidRPr="00D14454">
          <w:rPr>
            <w:rStyle w:val="Lienhypertexte"/>
          </w:rPr>
          <w:t>CHAPITRE XXXIV</w:t>
        </w:r>
        <w:r>
          <w:rPr>
            <w:webHidden/>
          </w:rPr>
          <w:tab/>
        </w:r>
        <w:r>
          <w:rPr>
            <w:webHidden/>
          </w:rPr>
          <w:fldChar w:fldCharType="begin"/>
        </w:r>
        <w:r>
          <w:rPr>
            <w:webHidden/>
          </w:rPr>
          <w:instrText xml:space="preserve"> PAGEREF _Toc196409818 \h </w:instrText>
        </w:r>
        <w:r>
          <w:rPr>
            <w:webHidden/>
          </w:rPr>
        </w:r>
        <w:r>
          <w:rPr>
            <w:webHidden/>
          </w:rPr>
          <w:fldChar w:fldCharType="separate"/>
        </w:r>
        <w:r w:rsidR="006335EB">
          <w:rPr>
            <w:webHidden/>
          </w:rPr>
          <w:t>289</w:t>
        </w:r>
        <w:r>
          <w:rPr>
            <w:webHidden/>
          </w:rPr>
          <w:fldChar w:fldCharType="end"/>
        </w:r>
      </w:hyperlink>
    </w:p>
    <w:p w14:paraId="6A434E28" w14:textId="68C02C3B"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19" w:history="1">
        <w:r w:rsidRPr="00D14454">
          <w:rPr>
            <w:rStyle w:val="Lienhypertexte"/>
          </w:rPr>
          <w:t>CHAPITRE XXXV</w:t>
        </w:r>
        <w:r>
          <w:rPr>
            <w:webHidden/>
          </w:rPr>
          <w:tab/>
        </w:r>
        <w:r>
          <w:rPr>
            <w:webHidden/>
          </w:rPr>
          <w:fldChar w:fldCharType="begin"/>
        </w:r>
        <w:r>
          <w:rPr>
            <w:webHidden/>
          </w:rPr>
          <w:instrText xml:space="preserve"> PAGEREF _Toc196409819 \h </w:instrText>
        </w:r>
        <w:r>
          <w:rPr>
            <w:webHidden/>
          </w:rPr>
        </w:r>
        <w:r>
          <w:rPr>
            <w:webHidden/>
          </w:rPr>
          <w:fldChar w:fldCharType="separate"/>
        </w:r>
        <w:r w:rsidR="006335EB">
          <w:rPr>
            <w:webHidden/>
          </w:rPr>
          <w:t>300</w:t>
        </w:r>
        <w:r>
          <w:rPr>
            <w:webHidden/>
          </w:rPr>
          <w:fldChar w:fldCharType="end"/>
        </w:r>
      </w:hyperlink>
    </w:p>
    <w:p w14:paraId="331A4A3F" w14:textId="20B0C4AB"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20" w:history="1">
        <w:r w:rsidRPr="00D14454">
          <w:rPr>
            <w:rStyle w:val="Lienhypertexte"/>
          </w:rPr>
          <w:t>CHAPITRE XXXVI</w:t>
        </w:r>
        <w:r>
          <w:rPr>
            <w:webHidden/>
          </w:rPr>
          <w:tab/>
        </w:r>
        <w:r>
          <w:rPr>
            <w:webHidden/>
          </w:rPr>
          <w:fldChar w:fldCharType="begin"/>
        </w:r>
        <w:r>
          <w:rPr>
            <w:webHidden/>
          </w:rPr>
          <w:instrText xml:space="preserve"> PAGEREF _Toc196409820 \h </w:instrText>
        </w:r>
        <w:r>
          <w:rPr>
            <w:webHidden/>
          </w:rPr>
        </w:r>
        <w:r>
          <w:rPr>
            <w:webHidden/>
          </w:rPr>
          <w:fldChar w:fldCharType="separate"/>
        </w:r>
        <w:r w:rsidR="006335EB">
          <w:rPr>
            <w:webHidden/>
          </w:rPr>
          <w:t>310</w:t>
        </w:r>
        <w:r>
          <w:rPr>
            <w:webHidden/>
          </w:rPr>
          <w:fldChar w:fldCharType="end"/>
        </w:r>
      </w:hyperlink>
    </w:p>
    <w:p w14:paraId="129F1414" w14:textId="13102587"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21" w:history="1">
        <w:r w:rsidRPr="00D14454">
          <w:rPr>
            <w:rStyle w:val="Lienhypertexte"/>
          </w:rPr>
          <w:t>CHAPITRE XXXVII</w:t>
        </w:r>
        <w:r>
          <w:rPr>
            <w:webHidden/>
          </w:rPr>
          <w:tab/>
        </w:r>
        <w:r>
          <w:rPr>
            <w:webHidden/>
          </w:rPr>
          <w:fldChar w:fldCharType="begin"/>
        </w:r>
        <w:r>
          <w:rPr>
            <w:webHidden/>
          </w:rPr>
          <w:instrText xml:space="preserve"> PAGEREF _Toc196409821 \h </w:instrText>
        </w:r>
        <w:r>
          <w:rPr>
            <w:webHidden/>
          </w:rPr>
        </w:r>
        <w:r>
          <w:rPr>
            <w:webHidden/>
          </w:rPr>
          <w:fldChar w:fldCharType="separate"/>
        </w:r>
        <w:r w:rsidR="006335EB">
          <w:rPr>
            <w:webHidden/>
          </w:rPr>
          <w:t>322</w:t>
        </w:r>
        <w:r>
          <w:rPr>
            <w:webHidden/>
          </w:rPr>
          <w:fldChar w:fldCharType="end"/>
        </w:r>
      </w:hyperlink>
    </w:p>
    <w:p w14:paraId="7BD1F7C9" w14:textId="5A2C632C"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22" w:history="1">
        <w:r w:rsidRPr="00D14454">
          <w:rPr>
            <w:rStyle w:val="Lienhypertexte"/>
          </w:rPr>
          <w:t>CHAPITRE XXXVIII</w:t>
        </w:r>
        <w:r>
          <w:rPr>
            <w:webHidden/>
          </w:rPr>
          <w:tab/>
        </w:r>
        <w:r>
          <w:rPr>
            <w:webHidden/>
          </w:rPr>
          <w:fldChar w:fldCharType="begin"/>
        </w:r>
        <w:r>
          <w:rPr>
            <w:webHidden/>
          </w:rPr>
          <w:instrText xml:space="preserve"> PAGEREF _Toc196409822 \h </w:instrText>
        </w:r>
        <w:r>
          <w:rPr>
            <w:webHidden/>
          </w:rPr>
        </w:r>
        <w:r>
          <w:rPr>
            <w:webHidden/>
          </w:rPr>
          <w:fldChar w:fldCharType="separate"/>
        </w:r>
        <w:r w:rsidR="006335EB">
          <w:rPr>
            <w:webHidden/>
          </w:rPr>
          <w:t>339</w:t>
        </w:r>
        <w:r>
          <w:rPr>
            <w:webHidden/>
          </w:rPr>
          <w:fldChar w:fldCharType="end"/>
        </w:r>
      </w:hyperlink>
    </w:p>
    <w:p w14:paraId="411BE6E3" w14:textId="462F1314"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23" w:history="1">
        <w:r w:rsidRPr="00D14454">
          <w:rPr>
            <w:rStyle w:val="Lienhypertexte"/>
          </w:rPr>
          <w:t>CHAPITRE XXXIX</w:t>
        </w:r>
        <w:r>
          <w:rPr>
            <w:webHidden/>
          </w:rPr>
          <w:tab/>
        </w:r>
        <w:r>
          <w:rPr>
            <w:webHidden/>
          </w:rPr>
          <w:fldChar w:fldCharType="begin"/>
        </w:r>
        <w:r>
          <w:rPr>
            <w:webHidden/>
          </w:rPr>
          <w:instrText xml:space="preserve"> PAGEREF _Toc196409823 \h </w:instrText>
        </w:r>
        <w:r>
          <w:rPr>
            <w:webHidden/>
          </w:rPr>
        </w:r>
        <w:r>
          <w:rPr>
            <w:webHidden/>
          </w:rPr>
          <w:fldChar w:fldCharType="separate"/>
        </w:r>
        <w:r w:rsidR="006335EB">
          <w:rPr>
            <w:webHidden/>
          </w:rPr>
          <w:t>350</w:t>
        </w:r>
        <w:r>
          <w:rPr>
            <w:webHidden/>
          </w:rPr>
          <w:fldChar w:fldCharType="end"/>
        </w:r>
      </w:hyperlink>
    </w:p>
    <w:p w14:paraId="66755885" w14:textId="535619DC"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24" w:history="1">
        <w:r w:rsidRPr="00D14454">
          <w:rPr>
            <w:rStyle w:val="Lienhypertexte"/>
          </w:rPr>
          <w:t>CHAPITRE XL</w:t>
        </w:r>
        <w:r>
          <w:rPr>
            <w:webHidden/>
          </w:rPr>
          <w:tab/>
        </w:r>
        <w:r>
          <w:rPr>
            <w:webHidden/>
          </w:rPr>
          <w:fldChar w:fldCharType="begin"/>
        </w:r>
        <w:r>
          <w:rPr>
            <w:webHidden/>
          </w:rPr>
          <w:instrText xml:space="preserve"> PAGEREF _Toc196409824 \h </w:instrText>
        </w:r>
        <w:r>
          <w:rPr>
            <w:webHidden/>
          </w:rPr>
        </w:r>
        <w:r>
          <w:rPr>
            <w:webHidden/>
          </w:rPr>
          <w:fldChar w:fldCharType="separate"/>
        </w:r>
        <w:r w:rsidR="006335EB">
          <w:rPr>
            <w:webHidden/>
          </w:rPr>
          <w:t>358</w:t>
        </w:r>
        <w:r>
          <w:rPr>
            <w:webHidden/>
          </w:rPr>
          <w:fldChar w:fldCharType="end"/>
        </w:r>
      </w:hyperlink>
    </w:p>
    <w:p w14:paraId="3ED1E026" w14:textId="6DC6D9CD"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25" w:history="1">
        <w:r w:rsidRPr="00D14454">
          <w:rPr>
            <w:rStyle w:val="Lienhypertexte"/>
          </w:rPr>
          <w:t>CHAPITRE XLI</w:t>
        </w:r>
        <w:r>
          <w:rPr>
            <w:webHidden/>
          </w:rPr>
          <w:tab/>
        </w:r>
        <w:r>
          <w:rPr>
            <w:webHidden/>
          </w:rPr>
          <w:fldChar w:fldCharType="begin"/>
        </w:r>
        <w:r>
          <w:rPr>
            <w:webHidden/>
          </w:rPr>
          <w:instrText xml:space="preserve"> PAGEREF _Toc196409825 \h </w:instrText>
        </w:r>
        <w:r>
          <w:rPr>
            <w:webHidden/>
          </w:rPr>
        </w:r>
        <w:r>
          <w:rPr>
            <w:webHidden/>
          </w:rPr>
          <w:fldChar w:fldCharType="separate"/>
        </w:r>
        <w:r w:rsidR="006335EB">
          <w:rPr>
            <w:webHidden/>
          </w:rPr>
          <w:t>369</w:t>
        </w:r>
        <w:r>
          <w:rPr>
            <w:webHidden/>
          </w:rPr>
          <w:fldChar w:fldCharType="end"/>
        </w:r>
      </w:hyperlink>
    </w:p>
    <w:p w14:paraId="1490F8FC" w14:textId="5E09F374"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26" w:history="1">
        <w:r w:rsidRPr="00D14454">
          <w:rPr>
            <w:rStyle w:val="Lienhypertexte"/>
          </w:rPr>
          <w:t>CHAPITRE XLII</w:t>
        </w:r>
        <w:r>
          <w:rPr>
            <w:webHidden/>
          </w:rPr>
          <w:tab/>
        </w:r>
        <w:r>
          <w:rPr>
            <w:webHidden/>
          </w:rPr>
          <w:fldChar w:fldCharType="begin"/>
        </w:r>
        <w:r>
          <w:rPr>
            <w:webHidden/>
          </w:rPr>
          <w:instrText xml:space="preserve"> PAGEREF _Toc196409826 \h </w:instrText>
        </w:r>
        <w:r>
          <w:rPr>
            <w:webHidden/>
          </w:rPr>
        </w:r>
        <w:r>
          <w:rPr>
            <w:webHidden/>
          </w:rPr>
          <w:fldChar w:fldCharType="separate"/>
        </w:r>
        <w:r w:rsidR="006335EB">
          <w:rPr>
            <w:webHidden/>
          </w:rPr>
          <w:t>379</w:t>
        </w:r>
        <w:r>
          <w:rPr>
            <w:webHidden/>
          </w:rPr>
          <w:fldChar w:fldCharType="end"/>
        </w:r>
      </w:hyperlink>
    </w:p>
    <w:p w14:paraId="18AC9399" w14:textId="715CA3D2"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27" w:history="1">
        <w:r w:rsidRPr="00D14454">
          <w:rPr>
            <w:rStyle w:val="Lienhypertexte"/>
          </w:rPr>
          <w:t>CHAPITRE XLIII</w:t>
        </w:r>
        <w:r>
          <w:rPr>
            <w:webHidden/>
          </w:rPr>
          <w:tab/>
        </w:r>
        <w:r>
          <w:rPr>
            <w:webHidden/>
          </w:rPr>
          <w:fldChar w:fldCharType="begin"/>
        </w:r>
        <w:r>
          <w:rPr>
            <w:webHidden/>
          </w:rPr>
          <w:instrText xml:space="preserve"> PAGEREF _Toc196409827 \h </w:instrText>
        </w:r>
        <w:r>
          <w:rPr>
            <w:webHidden/>
          </w:rPr>
        </w:r>
        <w:r>
          <w:rPr>
            <w:webHidden/>
          </w:rPr>
          <w:fldChar w:fldCharType="separate"/>
        </w:r>
        <w:r w:rsidR="006335EB">
          <w:rPr>
            <w:webHidden/>
          </w:rPr>
          <w:t>386</w:t>
        </w:r>
        <w:r>
          <w:rPr>
            <w:webHidden/>
          </w:rPr>
          <w:fldChar w:fldCharType="end"/>
        </w:r>
      </w:hyperlink>
    </w:p>
    <w:p w14:paraId="2FA702F7" w14:textId="1444A7E4"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28" w:history="1">
        <w:r w:rsidRPr="00D14454">
          <w:rPr>
            <w:rStyle w:val="Lienhypertexte"/>
          </w:rPr>
          <w:t>CHAPITRE XLIV</w:t>
        </w:r>
        <w:r>
          <w:rPr>
            <w:webHidden/>
          </w:rPr>
          <w:tab/>
        </w:r>
        <w:r>
          <w:rPr>
            <w:webHidden/>
          </w:rPr>
          <w:fldChar w:fldCharType="begin"/>
        </w:r>
        <w:r>
          <w:rPr>
            <w:webHidden/>
          </w:rPr>
          <w:instrText xml:space="preserve"> PAGEREF _Toc196409828 \h </w:instrText>
        </w:r>
        <w:r>
          <w:rPr>
            <w:webHidden/>
          </w:rPr>
        </w:r>
        <w:r>
          <w:rPr>
            <w:webHidden/>
          </w:rPr>
          <w:fldChar w:fldCharType="separate"/>
        </w:r>
        <w:r w:rsidR="006335EB">
          <w:rPr>
            <w:webHidden/>
          </w:rPr>
          <w:t>399</w:t>
        </w:r>
        <w:r>
          <w:rPr>
            <w:webHidden/>
          </w:rPr>
          <w:fldChar w:fldCharType="end"/>
        </w:r>
      </w:hyperlink>
    </w:p>
    <w:p w14:paraId="352981EB" w14:textId="219BAEA4"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29" w:history="1">
        <w:r w:rsidRPr="00D14454">
          <w:rPr>
            <w:rStyle w:val="Lienhypertexte"/>
          </w:rPr>
          <w:t>CHAPITRE XLV</w:t>
        </w:r>
        <w:r>
          <w:rPr>
            <w:webHidden/>
          </w:rPr>
          <w:tab/>
        </w:r>
        <w:r>
          <w:rPr>
            <w:webHidden/>
          </w:rPr>
          <w:fldChar w:fldCharType="begin"/>
        </w:r>
        <w:r>
          <w:rPr>
            <w:webHidden/>
          </w:rPr>
          <w:instrText xml:space="preserve"> PAGEREF _Toc196409829 \h </w:instrText>
        </w:r>
        <w:r>
          <w:rPr>
            <w:webHidden/>
          </w:rPr>
        </w:r>
        <w:r>
          <w:rPr>
            <w:webHidden/>
          </w:rPr>
          <w:fldChar w:fldCharType="separate"/>
        </w:r>
        <w:r w:rsidR="006335EB">
          <w:rPr>
            <w:webHidden/>
          </w:rPr>
          <w:t>420</w:t>
        </w:r>
        <w:r>
          <w:rPr>
            <w:webHidden/>
          </w:rPr>
          <w:fldChar w:fldCharType="end"/>
        </w:r>
      </w:hyperlink>
    </w:p>
    <w:p w14:paraId="1469D317" w14:textId="26B55E2A"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30" w:history="1">
        <w:r w:rsidRPr="00D14454">
          <w:rPr>
            <w:rStyle w:val="Lienhypertexte"/>
          </w:rPr>
          <w:t>CHAPITRE XLVI</w:t>
        </w:r>
        <w:r>
          <w:rPr>
            <w:webHidden/>
          </w:rPr>
          <w:tab/>
        </w:r>
        <w:r>
          <w:rPr>
            <w:webHidden/>
          </w:rPr>
          <w:fldChar w:fldCharType="begin"/>
        </w:r>
        <w:r>
          <w:rPr>
            <w:webHidden/>
          </w:rPr>
          <w:instrText xml:space="preserve"> PAGEREF _Toc196409830 \h </w:instrText>
        </w:r>
        <w:r>
          <w:rPr>
            <w:webHidden/>
          </w:rPr>
        </w:r>
        <w:r>
          <w:rPr>
            <w:webHidden/>
          </w:rPr>
          <w:fldChar w:fldCharType="separate"/>
        </w:r>
        <w:r w:rsidR="006335EB">
          <w:rPr>
            <w:webHidden/>
          </w:rPr>
          <w:t>429</w:t>
        </w:r>
        <w:r>
          <w:rPr>
            <w:webHidden/>
          </w:rPr>
          <w:fldChar w:fldCharType="end"/>
        </w:r>
      </w:hyperlink>
    </w:p>
    <w:p w14:paraId="3AD3CE1B" w14:textId="2FDACE9C"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31" w:history="1">
        <w:r w:rsidRPr="00D14454">
          <w:rPr>
            <w:rStyle w:val="Lienhypertexte"/>
          </w:rPr>
          <w:t>CHAPITRE XLVII</w:t>
        </w:r>
        <w:r>
          <w:rPr>
            <w:webHidden/>
          </w:rPr>
          <w:tab/>
        </w:r>
        <w:r>
          <w:rPr>
            <w:webHidden/>
          </w:rPr>
          <w:fldChar w:fldCharType="begin"/>
        </w:r>
        <w:r>
          <w:rPr>
            <w:webHidden/>
          </w:rPr>
          <w:instrText xml:space="preserve"> PAGEREF _Toc196409831 \h </w:instrText>
        </w:r>
        <w:r>
          <w:rPr>
            <w:webHidden/>
          </w:rPr>
        </w:r>
        <w:r>
          <w:rPr>
            <w:webHidden/>
          </w:rPr>
          <w:fldChar w:fldCharType="separate"/>
        </w:r>
        <w:r w:rsidR="006335EB">
          <w:rPr>
            <w:webHidden/>
          </w:rPr>
          <w:t>440</w:t>
        </w:r>
        <w:r>
          <w:rPr>
            <w:webHidden/>
          </w:rPr>
          <w:fldChar w:fldCharType="end"/>
        </w:r>
      </w:hyperlink>
    </w:p>
    <w:p w14:paraId="6A96B6DA" w14:textId="2226F88C"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32" w:history="1">
        <w:r w:rsidRPr="00D14454">
          <w:rPr>
            <w:rStyle w:val="Lienhypertexte"/>
          </w:rPr>
          <w:t>CHAPITRE XLVIII</w:t>
        </w:r>
        <w:r>
          <w:rPr>
            <w:webHidden/>
          </w:rPr>
          <w:tab/>
        </w:r>
        <w:r>
          <w:rPr>
            <w:webHidden/>
          </w:rPr>
          <w:fldChar w:fldCharType="begin"/>
        </w:r>
        <w:r>
          <w:rPr>
            <w:webHidden/>
          </w:rPr>
          <w:instrText xml:space="preserve"> PAGEREF _Toc196409832 \h </w:instrText>
        </w:r>
        <w:r>
          <w:rPr>
            <w:webHidden/>
          </w:rPr>
        </w:r>
        <w:r>
          <w:rPr>
            <w:webHidden/>
          </w:rPr>
          <w:fldChar w:fldCharType="separate"/>
        </w:r>
        <w:r w:rsidR="006335EB">
          <w:rPr>
            <w:webHidden/>
          </w:rPr>
          <w:t>450</w:t>
        </w:r>
        <w:r>
          <w:rPr>
            <w:webHidden/>
          </w:rPr>
          <w:fldChar w:fldCharType="end"/>
        </w:r>
      </w:hyperlink>
    </w:p>
    <w:p w14:paraId="32F1A941" w14:textId="154A925D"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33" w:history="1">
        <w:r w:rsidRPr="00D14454">
          <w:rPr>
            <w:rStyle w:val="Lienhypertexte"/>
          </w:rPr>
          <w:t>CHAPITRE XLIX</w:t>
        </w:r>
        <w:r>
          <w:rPr>
            <w:webHidden/>
          </w:rPr>
          <w:tab/>
        </w:r>
        <w:r>
          <w:rPr>
            <w:webHidden/>
          </w:rPr>
          <w:fldChar w:fldCharType="begin"/>
        </w:r>
        <w:r>
          <w:rPr>
            <w:webHidden/>
          </w:rPr>
          <w:instrText xml:space="preserve"> PAGEREF _Toc196409833 \h </w:instrText>
        </w:r>
        <w:r>
          <w:rPr>
            <w:webHidden/>
          </w:rPr>
        </w:r>
        <w:r>
          <w:rPr>
            <w:webHidden/>
          </w:rPr>
          <w:fldChar w:fldCharType="separate"/>
        </w:r>
        <w:r w:rsidR="006335EB">
          <w:rPr>
            <w:webHidden/>
          </w:rPr>
          <w:t>456</w:t>
        </w:r>
        <w:r>
          <w:rPr>
            <w:webHidden/>
          </w:rPr>
          <w:fldChar w:fldCharType="end"/>
        </w:r>
      </w:hyperlink>
    </w:p>
    <w:p w14:paraId="7BF6F734" w14:textId="1CAB653D"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34" w:history="1">
        <w:r w:rsidRPr="00D14454">
          <w:rPr>
            <w:rStyle w:val="Lienhypertexte"/>
          </w:rPr>
          <w:t>CHAPITRE L</w:t>
        </w:r>
        <w:r>
          <w:rPr>
            <w:webHidden/>
          </w:rPr>
          <w:tab/>
        </w:r>
        <w:r>
          <w:rPr>
            <w:webHidden/>
          </w:rPr>
          <w:fldChar w:fldCharType="begin"/>
        </w:r>
        <w:r>
          <w:rPr>
            <w:webHidden/>
          </w:rPr>
          <w:instrText xml:space="preserve"> PAGEREF _Toc196409834 \h </w:instrText>
        </w:r>
        <w:r>
          <w:rPr>
            <w:webHidden/>
          </w:rPr>
        </w:r>
        <w:r>
          <w:rPr>
            <w:webHidden/>
          </w:rPr>
          <w:fldChar w:fldCharType="separate"/>
        </w:r>
        <w:r w:rsidR="006335EB">
          <w:rPr>
            <w:webHidden/>
          </w:rPr>
          <w:t>472</w:t>
        </w:r>
        <w:r>
          <w:rPr>
            <w:webHidden/>
          </w:rPr>
          <w:fldChar w:fldCharType="end"/>
        </w:r>
      </w:hyperlink>
    </w:p>
    <w:p w14:paraId="4C7688DD" w14:textId="16752EA6" w:rsidR="00900ED2" w:rsidRDefault="00900ED2">
      <w:pPr>
        <w:pStyle w:val="TM1"/>
        <w:rPr>
          <w:rFonts w:asciiTheme="minorHAnsi" w:eastAsiaTheme="minorEastAsia" w:hAnsiTheme="minorHAnsi" w:cstheme="minorBidi"/>
          <w:bCs w:val="0"/>
          <w:iCs w:val="0"/>
          <w:color w:val="auto"/>
          <w:kern w:val="2"/>
          <w:sz w:val="24"/>
          <w:szCs w:val="24"/>
          <w14:ligatures w14:val="standardContextual"/>
        </w:rPr>
      </w:pPr>
      <w:hyperlink w:anchor="_Toc196409835" w:history="1">
        <w:r w:rsidRPr="00D14454">
          <w:rPr>
            <w:rStyle w:val="Lienhypertexte"/>
          </w:rPr>
          <w:t>À propos de cette édition électronique</w:t>
        </w:r>
        <w:r>
          <w:rPr>
            <w:webHidden/>
          </w:rPr>
          <w:tab/>
        </w:r>
        <w:r>
          <w:rPr>
            <w:webHidden/>
          </w:rPr>
          <w:fldChar w:fldCharType="begin"/>
        </w:r>
        <w:r>
          <w:rPr>
            <w:webHidden/>
          </w:rPr>
          <w:instrText xml:space="preserve"> PAGEREF _Toc196409835 \h </w:instrText>
        </w:r>
        <w:r>
          <w:rPr>
            <w:webHidden/>
          </w:rPr>
        </w:r>
        <w:r>
          <w:rPr>
            <w:webHidden/>
          </w:rPr>
          <w:fldChar w:fldCharType="separate"/>
        </w:r>
        <w:r w:rsidR="006335EB">
          <w:rPr>
            <w:webHidden/>
          </w:rPr>
          <w:t>481</w:t>
        </w:r>
        <w:r>
          <w:rPr>
            <w:webHidden/>
          </w:rPr>
          <w:fldChar w:fldCharType="end"/>
        </w:r>
      </w:hyperlink>
    </w:p>
    <w:p w14:paraId="16D5F626" w14:textId="7A6D739A" w:rsidR="008C5C61" w:rsidRDefault="008C5C61">
      <w:r>
        <w:fldChar w:fldCharType="end"/>
      </w:r>
    </w:p>
    <w:p w14:paraId="2950CD8C" w14:textId="77777777" w:rsidR="008C5C61" w:rsidRPr="004C3E92" w:rsidRDefault="008C5C61" w:rsidP="004A4993">
      <w:pPr>
        <w:pStyle w:val="Titre1"/>
      </w:pPr>
      <w:bookmarkStart w:id="0" w:name="_Toc196409785"/>
      <w:r w:rsidRPr="004C3E92">
        <w:lastRenderedPageBreak/>
        <w:t>CHAPITRE PREMIER</w:t>
      </w:r>
      <w:bookmarkEnd w:id="0"/>
      <w:r w:rsidRPr="004C3E92">
        <w:br/>
      </w:r>
    </w:p>
    <w:p w14:paraId="620AA8EC" w14:textId="77777777" w:rsidR="004A4993" w:rsidRDefault="008C5C61" w:rsidP="004A4993">
      <w:r w:rsidRPr="004C3E92">
        <w:t xml:space="preserve">La famille </w:t>
      </w:r>
      <w:proofErr w:type="spellStart"/>
      <w:r w:rsidRPr="004C3E92">
        <w:t>Dashwood</w:t>
      </w:r>
      <w:proofErr w:type="spellEnd"/>
      <w:r w:rsidRPr="004C3E92">
        <w:t xml:space="preserve"> était établie depuis longtemps dans le Sussex</w:t>
      </w:r>
      <w:r w:rsidR="004A4993">
        <w:t xml:space="preserve">. </w:t>
      </w:r>
      <w:r w:rsidRPr="004C3E92">
        <w:t>Son domaine était vaste</w:t>
      </w:r>
      <w:r w:rsidR="004A4993">
        <w:t xml:space="preserve">, </w:t>
      </w:r>
      <w:r w:rsidRPr="004C3E92">
        <w:t xml:space="preserve">et sa résidence était à </w:t>
      </w:r>
      <w:proofErr w:type="spellStart"/>
      <w:r w:rsidRPr="004C3E92">
        <w:t>Norland</w:t>
      </w:r>
      <w:proofErr w:type="spellEnd"/>
      <w:r w:rsidRPr="004C3E92">
        <w:t xml:space="preserve"> Park</w:t>
      </w:r>
      <w:r w:rsidR="004A4993">
        <w:t xml:space="preserve">, </w:t>
      </w:r>
      <w:r w:rsidRPr="004C3E92">
        <w:t>au centre de la propriété</w:t>
      </w:r>
      <w:r w:rsidR="004A4993">
        <w:t xml:space="preserve">, </w:t>
      </w:r>
      <w:r w:rsidRPr="004C3E92">
        <w:t>où</w:t>
      </w:r>
      <w:r w:rsidR="004A4993">
        <w:t xml:space="preserve">, </w:t>
      </w:r>
      <w:r w:rsidRPr="004C3E92">
        <w:t>depuis de nombreuses gén</w:t>
      </w:r>
      <w:r w:rsidRPr="004C3E92">
        <w:t>é</w:t>
      </w:r>
      <w:r w:rsidRPr="004C3E92">
        <w:t>rations</w:t>
      </w:r>
      <w:r w:rsidR="004A4993">
        <w:t xml:space="preserve">, </w:t>
      </w:r>
      <w:r w:rsidRPr="004C3E92">
        <w:t>elle avait vécu d</w:t>
      </w:r>
      <w:r w:rsidR="004A4993">
        <w:t>’</w:t>
      </w:r>
      <w:r w:rsidRPr="004C3E92">
        <w:t>une façon si bienséante qu</w:t>
      </w:r>
      <w:r w:rsidR="004A4993">
        <w:t>’</w:t>
      </w:r>
      <w:r w:rsidRPr="004C3E92">
        <w:t>elle s</w:t>
      </w:r>
      <w:r w:rsidR="004A4993">
        <w:t>’</w:t>
      </w:r>
      <w:r w:rsidRPr="004C3E92">
        <w:t>était acquis d</w:t>
      </w:r>
      <w:r w:rsidR="004A4993">
        <w:t>’</w:t>
      </w:r>
      <w:r w:rsidRPr="004C3E92">
        <w:t>une façon générale la bonne opinion de ses connai</w:t>
      </w:r>
      <w:r w:rsidRPr="004C3E92">
        <w:t>s</w:t>
      </w:r>
      <w:r w:rsidRPr="004C3E92">
        <w:t>sances à la ronde</w:t>
      </w:r>
      <w:r w:rsidR="004A4993">
        <w:t xml:space="preserve">. </w:t>
      </w:r>
      <w:r w:rsidRPr="004C3E92">
        <w:t>Le défunt propriétaire de ce domaine était un célibataire</w:t>
      </w:r>
      <w:r w:rsidR="004A4993">
        <w:t xml:space="preserve">, </w:t>
      </w:r>
      <w:r w:rsidRPr="004C3E92">
        <w:t>qui vécut jusqu</w:t>
      </w:r>
      <w:r w:rsidR="004A4993">
        <w:t>’</w:t>
      </w:r>
      <w:r w:rsidRPr="004C3E92">
        <w:t>à un âge fort avancé</w:t>
      </w:r>
      <w:r w:rsidR="004A4993">
        <w:t xml:space="preserve">, </w:t>
      </w:r>
      <w:r w:rsidRPr="004C3E92">
        <w:t>et qui</w:t>
      </w:r>
      <w:r w:rsidR="004A4993">
        <w:t xml:space="preserve">, </w:t>
      </w:r>
      <w:r w:rsidRPr="004C3E92">
        <w:t>pendant de nombreuses années de sa vie</w:t>
      </w:r>
      <w:r w:rsidR="004A4993">
        <w:t xml:space="preserve">, </w:t>
      </w:r>
      <w:r w:rsidRPr="004C3E92">
        <w:t>eut en la personne de sa sœur une compagne et une maîtresse de maison constante</w:t>
      </w:r>
      <w:r w:rsidR="004A4993">
        <w:t xml:space="preserve">. </w:t>
      </w:r>
      <w:r w:rsidRPr="004C3E92">
        <w:t>Mais la mort de celle-ci</w:t>
      </w:r>
      <w:r w:rsidR="004A4993">
        <w:t xml:space="preserve">, </w:t>
      </w:r>
      <w:r w:rsidRPr="004C3E92">
        <w:t>qui eut lieu dix ans avant la sienne</w:t>
      </w:r>
      <w:r w:rsidR="004A4993">
        <w:t xml:space="preserve">, </w:t>
      </w:r>
      <w:r w:rsidRPr="004C3E92">
        <w:t>produisit un grand changement dans son intérieur</w:t>
      </w:r>
      <w:r w:rsidR="004A4993">
        <w:t xml:space="preserve"> ; </w:t>
      </w:r>
      <w:r w:rsidRPr="004C3E92">
        <w:t>car</w:t>
      </w:r>
      <w:r w:rsidR="004A4993">
        <w:t xml:space="preserve">, </w:t>
      </w:r>
      <w:r w:rsidRPr="004C3E92">
        <w:t>pour suppléer à la perte de sa sœur</w:t>
      </w:r>
      <w:r w:rsidR="004A4993">
        <w:t xml:space="preserve">, </w:t>
      </w:r>
      <w:r w:rsidRPr="004C3E92">
        <w:t>il invita et reçut chez lui la famille de son neveu</w:t>
      </w:r>
      <w:r w:rsidR="004A4993">
        <w:t xml:space="preserve">, </w:t>
      </w:r>
      <w:r w:rsidRPr="004C3E92">
        <w:t>Mr</w:t>
      </w:r>
      <w:r w:rsidR="004A4993">
        <w:t xml:space="preserve">. </w:t>
      </w:r>
      <w:r w:rsidRPr="004C3E92">
        <w:t xml:space="preserve">Henry </w:t>
      </w:r>
      <w:proofErr w:type="spellStart"/>
      <w:r w:rsidRPr="004C3E92">
        <w:t>Dashwood</w:t>
      </w:r>
      <w:proofErr w:type="spellEnd"/>
      <w:r w:rsidR="004A4993">
        <w:t xml:space="preserve">, </w:t>
      </w:r>
      <w:r w:rsidRPr="004C3E92">
        <w:t>l</w:t>
      </w:r>
      <w:r w:rsidR="004A4993">
        <w:t>’</w:t>
      </w:r>
      <w:r w:rsidRPr="004C3E92">
        <w:t xml:space="preserve">héritier légal du domaine de </w:t>
      </w:r>
      <w:proofErr w:type="spellStart"/>
      <w:r w:rsidRPr="004C3E92">
        <w:t>Norland</w:t>
      </w:r>
      <w:proofErr w:type="spellEnd"/>
      <w:r w:rsidR="004A4993">
        <w:t xml:space="preserve">, </w:t>
      </w:r>
      <w:r w:rsidRPr="004C3E92">
        <w:t>et la personne à qui il se proposait de le léguer</w:t>
      </w:r>
      <w:r w:rsidR="004A4993">
        <w:t xml:space="preserve">. </w:t>
      </w:r>
      <w:r w:rsidRPr="004C3E92">
        <w:t>Dans la compagnie de son neveu et de sa nièce</w:t>
      </w:r>
      <w:r w:rsidR="004A4993">
        <w:t xml:space="preserve">, </w:t>
      </w:r>
      <w:r w:rsidRPr="004C3E92">
        <w:t>et de leurs enfants</w:t>
      </w:r>
      <w:r w:rsidR="004A4993">
        <w:t xml:space="preserve">, </w:t>
      </w:r>
      <w:r w:rsidRPr="004C3E92">
        <w:t>les jours du vieux gentleman s</w:t>
      </w:r>
      <w:r w:rsidR="004A4993">
        <w:t>’</w:t>
      </w:r>
      <w:r w:rsidRPr="004C3E92">
        <w:t>écoulèrent agréablement</w:t>
      </w:r>
      <w:r w:rsidR="004A4993">
        <w:t xml:space="preserve">. </w:t>
      </w:r>
      <w:r w:rsidRPr="004C3E92">
        <w:t>Son att</w:t>
      </w:r>
      <w:r w:rsidRPr="004C3E92">
        <w:t>a</w:t>
      </w:r>
      <w:r w:rsidRPr="004C3E92">
        <w:t>chement envers eux tous s</w:t>
      </w:r>
      <w:r w:rsidR="004A4993">
        <w:t>’</w:t>
      </w:r>
      <w:r w:rsidRPr="004C3E92">
        <w:t>accrut</w:t>
      </w:r>
      <w:r w:rsidR="004A4993">
        <w:t xml:space="preserve">. </w:t>
      </w:r>
      <w:r w:rsidRPr="004C3E92">
        <w:t>L</w:t>
      </w:r>
      <w:r w:rsidR="004A4993">
        <w:t>’</w:t>
      </w:r>
      <w:r w:rsidRPr="004C3E92">
        <w:t>attention constante de Mr</w:t>
      </w:r>
      <w:r w:rsidR="004A4993">
        <w:t xml:space="preserve">. </w:t>
      </w:r>
      <w:r w:rsidRPr="004C3E92">
        <w:t>et de Mrs</w:t>
      </w:r>
      <w:r w:rsidR="004A4993">
        <w:t xml:space="preserve">. </w:t>
      </w:r>
      <w:r w:rsidRPr="004C3E92">
        <w:t xml:space="preserve">Henry </w:t>
      </w:r>
      <w:proofErr w:type="spellStart"/>
      <w:r w:rsidRPr="004C3E92">
        <w:t>Dashwood</w:t>
      </w:r>
      <w:proofErr w:type="spellEnd"/>
      <w:r w:rsidRPr="004C3E92">
        <w:t xml:space="preserve"> à ses désirs</w:t>
      </w:r>
      <w:r w:rsidR="004A4993">
        <w:t xml:space="preserve">, </w:t>
      </w:r>
      <w:r w:rsidRPr="004C3E92">
        <w:t>laquelle procédait non pas simplement de l</w:t>
      </w:r>
      <w:r w:rsidR="004A4993">
        <w:t>’</w:t>
      </w:r>
      <w:r w:rsidRPr="004C3E92">
        <w:t>intérêt</w:t>
      </w:r>
      <w:r w:rsidR="004A4993">
        <w:t xml:space="preserve">, </w:t>
      </w:r>
      <w:r w:rsidRPr="004C3E92">
        <w:t>mais de la bonté du cœur</w:t>
      </w:r>
      <w:r w:rsidR="004A4993">
        <w:t xml:space="preserve">, </w:t>
      </w:r>
      <w:r w:rsidRPr="004C3E92">
        <w:t>lui donna la pleine mesure de réconfort solide que pouvait recevoir son âge</w:t>
      </w:r>
      <w:r w:rsidR="004A4993">
        <w:t xml:space="preserve"> ; </w:t>
      </w:r>
      <w:r w:rsidRPr="004C3E92">
        <w:t>et la gaieté des enfants ajouta de la saveur à son existence</w:t>
      </w:r>
      <w:r w:rsidR="004A4993">
        <w:t>.</w:t>
      </w:r>
    </w:p>
    <w:p w14:paraId="5952A13B" w14:textId="77777777" w:rsidR="004A4993" w:rsidRDefault="008C5C61" w:rsidP="004A4993">
      <w:r w:rsidRPr="004C3E92">
        <w:t>D</w:t>
      </w:r>
      <w:r w:rsidR="004A4993">
        <w:t>’</w:t>
      </w:r>
      <w:r w:rsidRPr="004C3E92">
        <w:t>un mariage antérieur</w:t>
      </w:r>
      <w:r w:rsidR="004A4993">
        <w:t xml:space="preserve">, </w:t>
      </w:r>
      <w:r w:rsidRPr="004C3E92">
        <w:t>Mr</w:t>
      </w:r>
      <w:r w:rsidR="004A4993">
        <w:t xml:space="preserve">. </w:t>
      </w:r>
      <w:r w:rsidRPr="004C3E92">
        <w:t xml:space="preserve">Henry </w:t>
      </w:r>
      <w:proofErr w:type="spellStart"/>
      <w:r w:rsidRPr="004C3E92">
        <w:t>Dashwood</w:t>
      </w:r>
      <w:proofErr w:type="spellEnd"/>
      <w:r w:rsidRPr="004C3E92">
        <w:t xml:space="preserve"> avait un fils</w:t>
      </w:r>
      <w:r w:rsidR="004A4993">
        <w:t xml:space="preserve"> ; </w:t>
      </w:r>
      <w:r w:rsidRPr="004C3E92">
        <w:t>de sa femme actuelle</w:t>
      </w:r>
      <w:r w:rsidR="004A4993">
        <w:t xml:space="preserve">, </w:t>
      </w:r>
      <w:r w:rsidRPr="004C3E92">
        <w:t>trois filles</w:t>
      </w:r>
      <w:r w:rsidR="004A4993">
        <w:t xml:space="preserve">. </w:t>
      </w:r>
      <w:r w:rsidRPr="004C3E92">
        <w:t>Le fils</w:t>
      </w:r>
      <w:r w:rsidR="004A4993">
        <w:t xml:space="preserve">, </w:t>
      </w:r>
      <w:r w:rsidRPr="004C3E92">
        <w:t>jeune homme s</w:t>
      </w:r>
      <w:r w:rsidRPr="004C3E92">
        <w:t>é</w:t>
      </w:r>
      <w:r w:rsidRPr="004C3E92">
        <w:t>rieux et respectable</w:t>
      </w:r>
      <w:r w:rsidR="004A4993">
        <w:t xml:space="preserve">, </w:t>
      </w:r>
      <w:r w:rsidRPr="004C3E92">
        <w:t>était amplement pourvu par la fortune de sa mère</w:t>
      </w:r>
      <w:r w:rsidR="004A4993">
        <w:t xml:space="preserve">, </w:t>
      </w:r>
      <w:r w:rsidRPr="004C3E92">
        <w:t>qui avait été considérable</w:t>
      </w:r>
      <w:r w:rsidR="004A4993">
        <w:t xml:space="preserve">, </w:t>
      </w:r>
      <w:r w:rsidRPr="004C3E92">
        <w:t>et dont la moitié lui était r</w:t>
      </w:r>
      <w:r w:rsidRPr="004C3E92">
        <w:t>e</w:t>
      </w:r>
      <w:r w:rsidRPr="004C3E92">
        <w:t>venue lors de sa majorité</w:t>
      </w:r>
      <w:r w:rsidR="004A4993">
        <w:t xml:space="preserve">. </w:t>
      </w:r>
      <w:r w:rsidRPr="004C3E92">
        <w:t>Par son propre mariage</w:t>
      </w:r>
      <w:r w:rsidR="004A4993">
        <w:t xml:space="preserve">, </w:t>
      </w:r>
      <w:r w:rsidRPr="004C3E92">
        <w:t>également</w:t>
      </w:r>
      <w:r w:rsidR="004A4993">
        <w:t xml:space="preserve">, </w:t>
      </w:r>
      <w:r w:rsidRPr="004C3E92">
        <w:t>qui eut lieu peu après</w:t>
      </w:r>
      <w:r w:rsidR="004A4993">
        <w:t xml:space="preserve">, </w:t>
      </w:r>
      <w:r w:rsidRPr="004C3E92">
        <w:t>il ajouta à sa richesse</w:t>
      </w:r>
      <w:r w:rsidR="004A4993">
        <w:t xml:space="preserve">. </w:t>
      </w:r>
      <w:r w:rsidRPr="004C3E92">
        <w:t>Pour lui</w:t>
      </w:r>
      <w:r w:rsidR="004A4993">
        <w:t xml:space="preserve">, </w:t>
      </w:r>
      <w:r w:rsidRPr="004C3E92">
        <w:lastRenderedPageBreak/>
        <w:t>en cons</w:t>
      </w:r>
      <w:r w:rsidRPr="004C3E92">
        <w:t>é</w:t>
      </w:r>
      <w:r w:rsidRPr="004C3E92">
        <w:t>quence</w:t>
      </w:r>
      <w:r w:rsidR="004A4993">
        <w:t xml:space="preserve">, </w:t>
      </w:r>
      <w:r w:rsidRPr="004C3E92">
        <w:t xml:space="preserve">le droit de succession au domaine de </w:t>
      </w:r>
      <w:proofErr w:type="spellStart"/>
      <w:r w:rsidRPr="004C3E92">
        <w:t>Norland</w:t>
      </w:r>
      <w:proofErr w:type="spellEnd"/>
      <w:r w:rsidRPr="004C3E92">
        <w:t xml:space="preserve"> n</w:t>
      </w:r>
      <w:r w:rsidR="004A4993">
        <w:t>’</w:t>
      </w:r>
      <w:r w:rsidRPr="004C3E92">
        <w:t>était pas véritablement aussi important que pour ses sœurs</w:t>
      </w:r>
      <w:r w:rsidR="004A4993">
        <w:t xml:space="preserve"> ; </w:t>
      </w:r>
      <w:r w:rsidRPr="004C3E92">
        <w:t>car leur fortune</w:t>
      </w:r>
      <w:r w:rsidR="004A4993">
        <w:t xml:space="preserve">, </w:t>
      </w:r>
      <w:r w:rsidRPr="004C3E92">
        <w:t>abstraction faite de ce qui pourrait leur revenir du fait que leur père héritât de cette propriété</w:t>
      </w:r>
      <w:r w:rsidR="004A4993">
        <w:t xml:space="preserve">, </w:t>
      </w:r>
      <w:r w:rsidRPr="004C3E92">
        <w:t>ne pouvait être que pet</w:t>
      </w:r>
      <w:r w:rsidRPr="004C3E92">
        <w:t>i</w:t>
      </w:r>
      <w:r w:rsidRPr="004C3E92">
        <w:t>te</w:t>
      </w:r>
      <w:r w:rsidR="004A4993">
        <w:t xml:space="preserve">. </w:t>
      </w:r>
      <w:r w:rsidRPr="004C3E92">
        <w:t>Leur mère ne possédait rien</w:t>
      </w:r>
      <w:r w:rsidR="004A4993">
        <w:t xml:space="preserve">, </w:t>
      </w:r>
      <w:r w:rsidRPr="004C3E92">
        <w:t>et leur père n</w:t>
      </w:r>
      <w:r w:rsidR="004A4993">
        <w:t>’</w:t>
      </w:r>
      <w:r w:rsidRPr="004C3E92">
        <w:t>avait que sept mille livres</w:t>
      </w:r>
      <w:r>
        <w:rPr>
          <w:rStyle w:val="Appelnotedebasdep"/>
        </w:rPr>
        <w:footnoteReference w:id="1"/>
      </w:r>
      <w:r w:rsidRPr="004C3E92">
        <w:t xml:space="preserve"> en propre</w:t>
      </w:r>
      <w:r w:rsidR="004A4993">
        <w:t xml:space="preserve">, </w:t>
      </w:r>
      <w:r w:rsidRPr="004C3E92">
        <w:t>car la moitié restante de la fortune de sa première femme était également assurée à l</w:t>
      </w:r>
      <w:r w:rsidR="004A4993">
        <w:t>’</w:t>
      </w:r>
      <w:r w:rsidRPr="004C3E92">
        <w:t>enfant de celle-ci</w:t>
      </w:r>
      <w:r w:rsidR="004A4993">
        <w:t xml:space="preserve">, </w:t>
      </w:r>
      <w:r w:rsidRPr="004C3E92">
        <w:t>et il n</w:t>
      </w:r>
      <w:r w:rsidR="004A4993">
        <w:t>’</w:t>
      </w:r>
      <w:r w:rsidRPr="004C3E92">
        <w:t>en possédait que l</w:t>
      </w:r>
      <w:r w:rsidR="004A4993">
        <w:t>’</w:t>
      </w:r>
      <w:r w:rsidRPr="004C3E92">
        <w:t>usufruit viager</w:t>
      </w:r>
      <w:r w:rsidR="004A4993">
        <w:t>.</w:t>
      </w:r>
    </w:p>
    <w:p w14:paraId="6C9FDDBA" w14:textId="77777777" w:rsidR="004A4993" w:rsidRDefault="008C5C61" w:rsidP="004A4993">
      <w:r w:rsidRPr="004C3E92">
        <w:t>Le vieux gentleman mourut</w:t>
      </w:r>
      <w:r w:rsidR="004A4993">
        <w:t xml:space="preserve">, </w:t>
      </w:r>
      <w:r w:rsidRPr="004C3E92">
        <w:t>on procéda à la lecture de son testament</w:t>
      </w:r>
      <w:r w:rsidR="004A4993">
        <w:t xml:space="preserve">, </w:t>
      </w:r>
      <w:r w:rsidRPr="004C3E92">
        <w:t>et</w:t>
      </w:r>
      <w:r w:rsidR="004A4993">
        <w:t xml:space="preserve">, </w:t>
      </w:r>
      <w:r w:rsidRPr="004C3E92">
        <w:t>comme presque tous les autres testaments</w:t>
      </w:r>
      <w:r w:rsidR="004A4993">
        <w:t xml:space="preserve">, </w:t>
      </w:r>
      <w:r w:rsidRPr="004C3E92">
        <w:t>il donna autant de déception que de plaisir</w:t>
      </w:r>
      <w:r w:rsidR="004A4993">
        <w:t xml:space="preserve">. </w:t>
      </w:r>
      <w:r w:rsidRPr="004C3E92">
        <w:t>Il ne fut ni assez i</w:t>
      </w:r>
      <w:r w:rsidRPr="004C3E92">
        <w:t>n</w:t>
      </w:r>
      <w:r w:rsidRPr="004C3E92">
        <w:t>juste ni assez ingrat pour priver son neveu de son bien</w:t>
      </w:r>
      <w:r w:rsidR="004A4993">
        <w:t xml:space="preserve"> ; </w:t>
      </w:r>
      <w:r w:rsidRPr="004C3E92">
        <w:t>mais il le lui laissa moyennant des conditions qui détruisirent la moitié de la valeur de ce legs</w:t>
      </w:r>
      <w:r w:rsidR="004A4993">
        <w:t xml:space="preserve">. </w:t>
      </w:r>
      <w:r w:rsidRPr="004C3E92">
        <w:t>Mr</w:t>
      </w:r>
      <w:r w:rsidR="004A4993">
        <w:t xml:space="preserve">. </w:t>
      </w:r>
      <w:proofErr w:type="spellStart"/>
      <w:r w:rsidRPr="004C3E92">
        <w:t>Dashwood</w:t>
      </w:r>
      <w:proofErr w:type="spellEnd"/>
      <w:r w:rsidRPr="004C3E92">
        <w:t xml:space="preserve"> l</w:t>
      </w:r>
      <w:r w:rsidR="004A4993">
        <w:t>’</w:t>
      </w:r>
      <w:r w:rsidRPr="004C3E92">
        <w:t>avait désiré plutôt pour sa femme et ses filles que pour lui-même ou son fils</w:t>
      </w:r>
      <w:r w:rsidR="004A4993">
        <w:t xml:space="preserve"> ; </w:t>
      </w:r>
      <w:r w:rsidRPr="004C3E92">
        <w:t>mais c</w:t>
      </w:r>
      <w:r w:rsidR="004A4993">
        <w:t>’</w:t>
      </w:r>
      <w:r w:rsidRPr="004C3E92">
        <w:t>est à son fils et au fils de celui-ci</w:t>
      </w:r>
      <w:r w:rsidR="004A4993">
        <w:t xml:space="preserve">, </w:t>
      </w:r>
      <w:r w:rsidRPr="004C3E92">
        <w:t>enfant de quatre ans</w:t>
      </w:r>
      <w:r w:rsidR="004A4993">
        <w:t xml:space="preserve">, </w:t>
      </w:r>
      <w:r w:rsidRPr="004C3E92">
        <w:t>qu</w:t>
      </w:r>
      <w:r w:rsidR="004A4993">
        <w:t>’</w:t>
      </w:r>
      <w:r w:rsidRPr="004C3E92">
        <w:t>il fut a</w:t>
      </w:r>
      <w:r w:rsidRPr="004C3E92">
        <w:t>s</w:t>
      </w:r>
      <w:r w:rsidRPr="004C3E92">
        <w:t>suré</w:t>
      </w:r>
      <w:r w:rsidR="004A4993">
        <w:t xml:space="preserve">, </w:t>
      </w:r>
      <w:r w:rsidRPr="004C3E92">
        <w:t>d</w:t>
      </w:r>
      <w:r w:rsidR="004A4993">
        <w:t>’</w:t>
      </w:r>
      <w:r w:rsidRPr="004C3E92">
        <w:t>une façon telle</w:t>
      </w:r>
      <w:r w:rsidR="004A4993">
        <w:t xml:space="preserve">, </w:t>
      </w:r>
      <w:r w:rsidRPr="004C3E92">
        <w:t>qu</w:t>
      </w:r>
      <w:r w:rsidR="004A4993">
        <w:t>’</w:t>
      </w:r>
      <w:r w:rsidRPr="004C3E92">
        <w:t>elle ne lui laissait nul moyen de pou</w:t>
      </w:r>
      <w:r w:rsidRPr="004C3E92">
        <w:t>r</w:t>
      </w:r>
      <w:r w:rsidRPr="004C3E92">
        <w:t>voir à ceux qui lui étaient le plus chers</w:t>
      </w:r>
      <w:r w:rsidR="004A4993">
        <w:t xml:space="preserve">, </w:t>
      </w:r>
      <w:r w:rsidRPr="004C3E92">
        <w:t>et qui avaient le plus b</w:t>
      </w:r>
      <w:r w:rsidRPr="004C3E92">
        <w:t>e</w:t>
      </w:r>
      <w:r w:rsidRPr="004C3E92">
        <w:t>soin qu</w:t>
      </w:r>
      <w:r w:rsidR="004A4993">
        <w:t>’</w:t>
      </w:r>
      <w:r w:rsidRPr="004C3E92">
        <w:t>on assurât leur avenir</w:t>
      </w:r>
      <w:r w:rsidR="004A4993">
        <w:t xml:space="preserve">, </w:t>
      </w:r>
      <w:r w:rsidRPr="004C3E92">
        <w:t>par quelque privilège grevant le domaine</w:t>
      </w:r>
      <w:r w:rsidR="004A4993">
        <w:t xml:space="preserve">, </w:t>
      </w:r>
      <w:r w:rsidRPr="004C3E92">
        <w:t>ou par quelque vente de ses bois précieux</w:t>
      </w:r>
      <w:r w:rsidR="004A4993">
        <w:t xml:space="preserve">. </w:t>
      </w:r>
      <w:r w:rsidRPr="004C3E92">
        <w:t>Le tout était réservé au profit de l</w:t>
      </w:r>
      <w:r w:rsidR="004A4993">
        <w:t>’</w:t>
      </w:r>
      <w:r w:rsidRPr="004C3E92">
        <w:t>enfant</w:t>
      </w:r>
      <w:r w:rsidR="004A4993">
        <w:t xml:space="preserve">, </w:t>
      </w:r>
      <w:r w:rsidRPr="004C3E92">
        <w:t>qui</w:t>
      </w:r>
      <w:r w:rsidR="004A4993">
        <w:t xml:space="preserve">, </w:t>
      </w:r>
      <w:r w:rsidRPr="004C3E92">
        <w:t>lors des visites qu</w:t>
      </w:r>
      <w:r w:rsidR="004A4993">
        <w:t>’</w:t>
      </w:r>
      <w:r w:rsidRPr="004C3E92">
        <w:t xml:space="preserve">il avait faites occasionnellement avec son père et sa mère à </w:t>
      </w:r>
      <w:proofErr w:type="spellStart"/>
      <w:r w:rsidRPr="004C3E92">
        <w:t>Norland</w:t>
      </w:r>
      <w:proofErr w:type="spellEnd"/>
      <w:r w:rsidR="004A4993">
        <w:t xml:space="preserve">, </w:t>
      </w:r>
      <w:r w:rsidRPr="004C3E92">
        <w:t>avait à tel point gagné l</w:t>
      </w:r>
      <w:r w:rsidR="004A4993">
        <w:t>’</w:t>
      </w:r>
      <w:r w:rsidRPr="004C3E92">
        <w:t>affection de son oncle</w:t>
      </w:r>
      <w:r w:rsidR="004A4993">
        <w:t xml:space="preserve">, </w:t>
      </w:r>
      <w:r w:rsidRPr="004C3E92">
        <w:t>grâce aux attraits qui ne sont nullement rares chez les enfants de deux ou trois ans</w:t>
      </w:r>
      <w:r w:rsidR="004A4993">
        <w:t xml:space="preserve"> – </w:t>
      </w:r>
      <w:r w:rsidRPr="004C3E92">
        <w:t>une articulation imparfaite</w:t>
      </w:r>
      <w:r w:rsidR="004A4993">
        <w:t xml:space="preserve">, </w:t>
      </w:r>
      <w:r w:rsidRPr="004C3E92">
        <w:t>un désir instant d</w:t>
      </w:r>
      <w:r w:rsidR="004A4993">
        <w:t>’</w:t>
      </w:r>
      <w:r w:rsidRPr="004C3E92">
        <w:t>en faire à sa tête</w:t>
      </w:r>
      <w:r w:rsidR="004A4993">
        <w:t xml:space="preserve">, </w:t>
      </w:r>
      <w:r w:rsidRPr="004C3E92">
        <w:t>quantité de petits tours malins</w:t>
      </w:r>
      <w:r w:rsidR="004A4993">
        <w:t xml:space="preserve">, </w:t>
      </w:r>
      <w:r w:rsidRPr="004C3E92">
        <w:t>et beaucoup de bruit</w:t>
      </w:r>
      <w:r w:rsidR="004A4993">
        <w:t xml:space="preserve"> –, </w:t>
      </w:r>
      <w:r w:rsidRPr="004C3E92">
        <w:t>qu</w:t>
      </w:r>
      <w:r w:rsidR="004A4993">
        <w:t>’</w:t>
      </w:r>
      <w:r w:rsidRPr="004C3E92">
        <w:t>elle l</w:t>
      </w:r>
      <w:r w:rsidR="004A4993">
        <w:t>’</w:t>
      </w:r>
      <w:r w:rsidRPr="004C3E92">
        <w:t xml:space="preserve">avait emporté sur toutes </w:t>
      </w:r>
      <w:r w:rsidRPr="004C3E92">
        <w:lastRenderedPageBreak/>
        <w:t>les attentions que</w:t>
      </w:r>
      <w:r w:rsidR="004A4993">
        <w:t xml:space="preserve">, </w:t>
      </w:r>
      <w:r w:rsidRPr="004C3E92">
        <w:t>depuis des années</w:t>
      </w:r>
      <w:r w:rsidR="004A4993">
        <w:t xml:space="preserve">, </w:t>
      </w:r>
      <w:r w:rsidRPr="004C3E92">
        <w:t>il avait reçues de sa nièce et des filles de celle-ci</w:t>
      </w:r>
      <w:r w:rsidR="004A4993">
        <w:t xml:space="preserve">. </w:t>
      </w:r>
      <w:r w:rsidRPr="004C3E92">
        <w:t>Il n</w:t>
      </w:r>
      <w:r w:rsidR="004A4993">
        <w:t>’</w:t>
      </w:r>
      <w:r w:rsidRPr="004C3E92">
        <w:t>avait toutefois nulle intention de se montrer désobligeant</w:t>
      </w:r>
      <w:r w:rsidR="004A4993">
        <w:t xml:space="preserve">, </w:t>
      </w:r>
      <w:r w:rsidRPr="004C3E92">
        <w:t>et</w:t>
      </w:r>
      <w:r w:rsidR="004A4993">
        <w:t xml:space="preserve">, </w:t>
      </w:r>
      <w:r w:rsidRPr="004C3E92">
        <w:t>comme marque d</w:t>
      </w:r>
      <w:r w:rsidR="004A4993">
        <w:t>’</w:t>
      </w:r>
      <w:r w:rsidRPr="004C3E92">
        <w:t>affection envers les jeunes filles</w:t>
      </w:r>
      <w:r w:rsidR="004A4993">
        <w:t xml:space="preserve">, </w:t>
      </w:r>
      <w:r w:rsidRPr="004C3E92">
        <w:t>il leur laissait à chacune un millier de livres</w:t>
      </w:r>
      <w:r w:rsidR="004A4993">
        <w:t>.</w:t>
      </w:r>
    </w:p>
    <w:p w14:paraId="3C04AEAD" w14:textId="77777777" w:rsidR="004A4993" w:rsidRDefault="008C5C61" w:rsidP="004A4993">
      <w:r w:rsidRPr="004C3E92">
        <w:t>La déception de Mr</w:t>
      </w:r>
      <w:r w:rsidR="004A4993">
        <w:t xml:space="preserve">. </w:t>
      </w:r>
      <w:proofErr w:type="spellStart"/>
      <w:r w:rsidRPr="004C3E92">
        <w:t>Dashwood</w:t>
      </w:r>
      <w:proofErr w:type="spellEnd"/>
      <w:r w:rsidRPr="004C3E92">
        <w:t xml:space="preserve"> fut</w:t>
      </w:r>
      <w:r w:rsidR="004A4993">
        <w:t xml:space="preserve">, </w:t>
      </w:r>
      <w:r w:rsidRPr="004C3E92">
        <w:t>au premier abord</w:t>
      </w:r>
      <w:r w:rsidR="004A4993">
        <w:t xml:space="preserve">, </w:t>
      </w:r>
      <w:r w:rsidRPr="004C3E92">
        <w:t>fort vive</w:t>
      </w:r>
      <w:r w:rsidR="004A4993">
        <w:t xml:space="preserve"> ; </w:t>
      </w:r>
      <w:r w:rsidRPr="004C3E92">
        <w:t>mais son caractère était enjoué et optimiste</w:t>
      </w:r>
      <w:r w:rsidR="004A4993">
        <w:t xml:space="preserve">, </w:t>
      </w:r>
      <w:r w:rsidRPr="004C3E92">
        <w:t>et il pouvait raisonnablement espérer vivre de longues années</w:t>
      </w:r>
      <w:r w:rsidR="004A4993">
        <w:t xml:space="preserve">, </w:t>
      </w:r>
      <w:r w:rsidRPr="004C3E92">
        <w:t>et</w:t>
      </w:r>
      <w:r w:rsidR="004A4993">
        <w:t xml:space="preserve">, </w:t>
      </w:r>
      <w:r w:rsidRPr="004C3E92">
        <w:t>en vivant économiquement</w:t>
      </w:r>
      <w:r w:rsidR="004A4993">
        <w:t xml:space="preserve">, </w:t>
      </w:r>
      <w:r w:rsidRPr="004C3E92">
        <w:t>mettre de côté une somme considérable à provenir du produit d</w:t>
      </w:r>
      <w:r w:rsidR="004A4993">
        <w:t>’</w:t>
      </w:r>
      <w:r w:rsidRPr="004C3E92">
        <w:t>un domaine déjà vaste</w:t>
      </w:r>
      <w:r w:rsidR="004A4993">
        <w:t xml:space="preserve">, </w:t>
      </w:r>
      <w:r w:rsidRPr="004C3E92">
        <w:t>et susceptible d</w:t>
      </w:r>
      <w:r w:rsidR="004A4993">
        <w:t>’</w:t>
      </w:r>
      <w:r w:rsidRPr="004C3E92">
        <w:t>une amélioration presque immédiate</w:t>
      </w:r>
      <w:r w:rsidR="004A4993">
        <w:t xml:space="preserve">. </w:t>
      </w:r>
      <w:r w:rsidRPr="004C3E92">
        <w:t>Mais cette fortune</w:t>
      </w:r>
      <w:r w:rsidR="004A4993">
        <w:t xml:space="preserve">, </w:t>
      </w:r>
      <w:r w:rsidRPr="004C3E92">
        <w:t>qui avait tant tardé à venir</w:t>
      </w:r>
      <w:r w:rsidR="004A4993">
        <w:t xml:space="preserve">, </w:t>
      </w:r>
      <w:r w:rsidRPr="004C3E92">
        <w:t>ne fut sienne que pendant une année</w:t>
      </w:r>
      <w:r w:rsidR="004A4993">
        <w:t xml:space="preserve">. </w:t>
      </w:r>
      <w:r w:rsidRPr="004C3E92">
        <w:t>Il ne survécut pas davantage à son oncle</w:t>
      </w:r>
      <w:r w:rsidR="004A4993">
        <w:t xml:space="preserve"> ; </w:t>
      </w:r>
      <w:r w:rsidRPr="004C3E92">
        <w:t>et il ne resta que dix mille livres</w:t>
      </w:r>
      <w:r>
        <w:rPr>
          <w:rStyle w:val="Appelnotedebasdep"/>
        </w:rPr>
        <w:footnoteReference w:id="2"/>
      </w:r>
      <w:r w:rsidR="004A4993">
        <w:t xml:space="preserve">, </w:t>
      </w:r>
      <w:r w:rsidRPr="004C3E92">
        <w:t>y compris les legs récents</w:t>
      </w:r>
      <w:r w:rsidR="004A4993">
        <w:t xml:space="preserve">, </w:t>
      </w:r>
      <w:r w:rsidRPr="004C3E92">
        <w:t>pour sa veuve et ses fi</w:t>
      </w:r>
      <w:r w:rsidRPr="004C3E92">
        <w:t>l</w:t>
      </w:r>
      <w:r w:rsidRPr="004C3E92">
        <w:t>les</w:t>
      </w:r>
      <w:r w:rsidR="004A4993">
        <w:t>.</w:t>
      </w:r>
    </w:p>
    <w:p w14:paraId="1E67ED43" w14:textId="77777777" w:rsidR="004A4993" w:rsidRDefault="008C5C61" w:rsidP="004A4993">
      <w:r w:rsidRPr="004C3E92">
        <w:t>Il fit venir son fils dès qu</w:t>
      </w:r>
      <w:r w:rsidR="004A4993">
        <w:t>’</w:t>
      </w:r>
      <w:r w:rsidRPr="004C3E92">
        <w:t>il se sut en danger</w:t>
      </w:r>
      <w:r w:rsidR="004A4993">
        <w:t xml:space="preserve">, </w:t>
      </w:r>
      <w:r w:rsidRPr="004C3E92">
        <w:t>et Mr</w:t>
      </w:r>
      <w:r w:rsidR="004A4993">
        <w:t xml:space="preserve">. </w:t>
      </w:r>
      <w:proofErr w:type="spellStart"/>
      <w:r w:rsidRPr="004C3E92">
        <w:t>Das</w:t>
      </w:r>
      <w:r w:rsidRPr="004C3E92">
        <w:t>h</w:t>
      </w:r>
      <w:r w:rsidRPr="004C3E92">
        <w:t>wood</w:t>
      </w:r>
      <w:proofErr w:type="spellEnd"/>
      <w:r w:rsidRPr="004C3E92">
        <w:t xml:space="preserve"> lui recommanda</w:t>
      </w:r>
      <w:r w:rsidR="004A4993">
        <w:t xml:space="preserve">, </w:t>
      </w:r>
      <w:r w:rsidRPr="004C3E92">
        <w:t>avec toute la force et l</w:t>
      </w:r>
      <w:r w:rsidR="004A4993">
        <w:t>’</w:t>
      </w:r>
      <w:r w:rsidRPr="004C3E92">
        <w:t>insistance que pouvait exiger la maladie</w:t>
      </w:r>
      <w:r w:rsidR="004A4993">
        <w:t xml:space="preserve">, </w:t>
      </w:r>
      <w:r w:rsidRPr="004C3E92">
        <w:t>l</w:t>
      </w:r>
      <w:r w:rsidR="004A4993">
        <w:t>’</w:t>
      </w:r>
      <w:r w:rsidRPr="004C3E92">
        <w:t>intérêt de sa belle-mère et de ses sœurs</w:t>
      </w:r>
      <w:r w:rsidR="004A4993">
        <w:t>.</w:t>
      </w:r>
    </w:p>
    <w:p w14:paraId="3EFAC281" w14:textId="77777777" w:rsidR="004A4993" w:rsidRDefault="008C5C61" w:rsidP="004A4993">
      <w:r w:rsidRPr="004C3E92">
        <w:t>Mr</w:t>
      </w:r>
      <w:r w:rsidR="004A4993">
        <w:t xml:space="preserve">. </w:t>
      </w:r>
      <w:r w:rsidRPr="004C3E92">
        <w:t xml:space="preserve">John </w:t>
      </w:r>
      <w:proofErr w:type="spellStart"/>
      <w:r w:rsidRPr="004C3E92">
        <w:t>Dashwood</w:t>
      </w:r>
      <w:proofErr w:type="spellEnd"/>
      <w:r w:rsidRPr="004C3E92">
        <w:t xml:space="preserve"> n</w:t>
      </w:r>
      <w:r w:rsidR="004A4993">
        <w:t>’</w:t>
      </w:r>
      <w:r w:rsidRPr="004C3E92">
        <w:t>avait point les sentiments profonds des autres membres de la famille</w:t>
      </w:r>
      <w:r w:rsidR="004A4993">
        <w:t xml:space="preserve"> ; </w:t>
      </w:r>
      <w:r w:rsidRPr="004C3E92">
        <w:t>mais il fut touché par une r</w:t>
      </w:r>
      <w:r w:rsidRPr="004C3E92">
        <w:t>e</w:t>
      </w:r>
      <w:r w:rsidRPr="004C3E92">
        <w:t>commandation d</w:t>
      </w:r>
      <w:r w:rsidR="004A4993">
        <w:t>’</w:t>
      </w:r>
      <w:r w:rsidRPr="004C3E92">
        <w:t>une telle nature en un tel moment</w:t>
      </w:r>
      <w:r w:rsidR="004A4993">
        <w:t xml:space="preserve">, </w:t>
      </w:r>
      <w:r w:rsidRPr="004C3E92">
        <w:t>et promit de faire tout ce qui était en son pouvoir pour les mettre à l</w:t>
      </w:r>
      <w:r w:rsidR="004A4993">
        <w:t>’</w:t>
      </w:r>
      <w:r w:rsidRPr="004C3E92">
        <w:t>aise</w:t>
      </w:r>
      <w:r w:rsidR="004A4993">
        <w:t xml:space="preserve">. </w:t>
      </w:r>
      <w:r w:rsidRPr="004C3E92">
        <w:t>Son père fut soulagé par une pareille assurance</w:t>
      </w:r>
      <w:r w:rsidR="004A4993">
        <w:t xml:space="preserve">, </w:t>
      </w:r>
      <w:r w:rsidRPr="004C3E92">
        <w:t>et Mr</w:t>
      </w:r>
      <w:r w:rsidR="004A4993">
        <w:t xml:space="preserve">. </w:t>
      </w:r>
      <w:r w:rsidRPr="004C3E92">
        <w:t xml:space="preserve">John </w:t>
      </w:r>
      <w:proofErr w:type="spellStart"/>
      <w:r w:rsidRPr="004C3E92">
        <w:t>Dashwood</w:t>
      </w:r>
      <w:proofErr w:type="spellEnd"/>
      <w:r w:rsidRPr="004C3E92">
        <w:t xml:space="preserve"> eut alors le loisir de réfléchir à ce qu</w:t>
      </w:r>
      <w:r w:rsidR="004A4993">
        <w:t>’</w:t>
      </w:r>
      <w:r w:rsidRPr="004C3E92">
        <w:t>il pourrait être prudemment en son pouvoir de faire pour elles</w:t>
      </w:r>
      <w:r w:rsidR="004A4993">
        <w:t>.</w:t>
      </w:r>
    </w:p>
    <w:p w14:paraId="0D4A8444" w14:textId="77777777" w:rsidR="004A4993" w:rsidRDefault="008C5C61" w:rsidP="004A4993">
      <w:r w:rsidRPr="004C3E92">
        <w:lastRenderedPageBreak/>
        <w:t>Ce n</w:t>
      </w:r>
      <w:r w:rsidR="004A4993">
        <w:t>’</w:t>
      </w:r>
      <w:r w:rsidRPr="004C3E92">
        <w:t>était pas un jeune homme malintentionné</w:t>
      </w:r>
      <w:r w:rsidR="004A4993">
        <w:t xml:space="preserve">, </w:t>
      </w:r>
      <w:r w:rsidRPr="004C3E92">
        <w:t>à moins que le fait d</w:t>
      </w:r>
      <w:r w:rsidR="004A4993">
        <w:t>’</w:t>
      </w:r>
      <w:r w:rsidRPr="004C3E92">
        <w:t>avoir le cœur assez froid et d</w:t>
      </w:r>
      <w:r w:rsidR="004A4993">
        <w:t>’</w:t>
      </w:r>
      <w:r w:rsidRPr="004C3E92">
        <w:t>être assez égoïste ne constitue de la malveillance</w:t>
      </w:r>
      <w:r w:rsidR="004A4993">
        <w:t xml:space="preserve"> ; </w:t>
      </w:r>
      <w:r w:rsidRPr="004C3E92">
        <w:t>mais il était</w:t>
      </w:r>
      <w:r w:rsidR="004A4993">
        <w:t xml:space="preserve">, </w:t>
      </w:r>
      <w:r w:rsidRPr="004C3E92">
        <w:t>d</w:t>
      </w:r>
      <w:r w:rsidR="004A4993">
        <w:t>’</w:t>
      </w:r>
      <w:r w:rsidRPr="004C3E92">
        <w:t>une façon générale</w:t>
      </w:r>
      <w:r w:rsidR="004A4993">
        <w:t xml:space="preserve">, </w:t>
      </w:r>
      <w:r w:rsidRPr="004C3E92">
        <w:t>fort respecté</w:t>
      </w:r>
      <w:r w:rsidR="004A4993">
        <w:t xml:space="preserve"> ; </w:t>
      </w:r>
      <w:r w:rsidRPr="004C3E92">
        <w:t>car il se conduisait avec bienséance dans l</w:t>
      </w:r>
      <w:r w:rsidR="004A4993">
        <w:t>’</w:t>
      </w:r>
      <w:r w:rsidRPr="004C3E92">
        <w:t>exercice de ses devoirs ordinaires</w:t>
      </w:r>
      <w:r w:rsidR="004A4993">
        <w:t xml:space="preserve">. </w:t>
      </w:r>
      <w:r w:rsidRPr="004C3E92">
        <w:t>S</w:t>
      </w:r>
      <w:r w:rsidR="004A4993">
        <w:t>’</w:t>
      </w:r>
      <w:r w:rsidRPr="004C3E92">
        <w:t>il avait épousé une femme plus aimable</w:t>
      </w:r>
      <w:r w:rsidR="004A4993">
        <w:t xml:space="preserve">, </w:t>
      </w:r>
      <w:r w:rsidRPr="004C3E92">
        <w:t>on eût pu le rendre encore plus respectable qu</w:t>
      </w:r>
      <w:r w:rsidR="004A4993">
        <w:t>’</w:t>
      </w:r>
      <w:r w:rsidRPr="004C3E92">
        <w:t>il ne l</w:t>
      </w:r>
      <w:r w:rsidR="004A4993">
        <w:t>’</w:t>
      </w:r>
      <w:r w:rsidRPr="004C3E92">
        <w:t>était</w:t>
      </w:r>
      <w:r w:rsidR="004A4993">
        <w:t xml:space="preserve"> ; </w:t>
      </w:r>
      <w:r w:rsidRPr="004C3E92">
        <w:t>on eût même pu le rendre lui-même aimable</w:t>
      </w:r>
      <w:r w:rsidR="004A4993">
        <w:t xml:space="preserve"> ; </w:t>
      </w:r>
      <w:r w:rsidRPr="004C3E92">
        <w:t>car il s</w:t>
      </w:r>
      <w:r w:rsidR="004A4993">
        <w:t>’</w:t>
      </w:r>
      <w:r w:rsidRPr="004C3E92">
        <w:t>était marié fort jeune</w:t>
      </w:r>
      <w:r w:rsidR="004A4993">
        <w:t xml:space="preserve">, </w:t>
      </w:r>
      <w:r w:rsidRPr="004C3E92">
        <w:t>et il aimait beaucoup sa femme</w:t>
      </w:r>
      <w:r w:rsidR="004A4993">
        <w:t xml:space="preserve">. </w:t>
      </w:r>
      <w:r w:rsidRPr="004C3E92">
        <w:t>Mais Mrs</w:t>
      </w:r>
      <w:r w:rsidR="004A4993">
        <w:t xml:space="preserve">. </w:t>
      </w:r>
      <w:r w:rsidRPr="004C3E92">
        <w:t xml:space="preserve">John </w:t>
      </w:r>
      <w:proofErr w:type="spellStart"/>
      <w:r w:rsidRPr="004C3E92">
        <w:t>Dashwood</w:t>
      </w:r>
      <w:proofErr w:type="spellEnd"/>
      <w:r w:rsidRPr="004C3E92">
        <w:t xml:space="preserve"> était une caricature vigoureuse de ce qu</w:t>
      </w:r>
      <w:r w:rsidR="004A4993">
        <w:t>’</w:t>
      </w:r>
      <w:r w:rsidRPr="004C3E92">
        <w:t>il était</w:t>
      </w:r>
      <w:r w:rsidR="004A4993">
        <w:t xml:space="preserve">, </w:t>
      </w:r>
      <w:r w:rsidRPr="004C3E92">
        <w:t>lui</w:t>
      </w:r>
      <w:r w:rsidR="004A4993">
        <w:t xml:space="preserve"> ; </w:t>
      </w:r>
      <w:r w:rsidRPr="004C3E92">
        <w:t>plus étroite d</w:t>
      </w:r>
      <w:r w:rsidR="004A4993">
        <w:t>’</w:t>
      </w:r>
      <w:r w:rsidRPr="004C3E92">
        <w:t>esprit et plus égoïste</w:t>
      </w:r>
      <w:r w:rsidR="004A4993">
        <w:t>.</w:t>
      </w:r>
    </w:p>
    <w:p w14:paraId="48C77C26" w14:textId="77777777" w:rsidR="004A4993" w:rsidRDefault="008C5C61" w:rsidP="004A4993">
      <w:r w:rsidRPr="004C3E92">
        <w:t>Lorsqu</w:t>
      </w:r>
      <w:r w:rsidR="004A4993">
        <w:t>’</w:t>
      </w:r>
      <w:r w:rsidRPr="004C3E92">
        <w:t>il fit sa promesse à son père</w:t>
      </w:r>
      <w:r w:rsidR="004A4993">
        <w:t xml:space="preserve">, </w:t>
      </w:r>
      <w:r w:rsidRPr="004C3E92">
        <w:t>il débattit en son for intérieur le projet d</w:t>
      </w:r>
      <w:r w:rsidR="004A4993">
        <w:t>’</w:t>
      </w:r>
      <w:r w:rsidRPr="004C3E92">
        <w:t>accroître la fortune de ses sœurs par un pr</w:t>
      </w:r>
      <w:r w:rsidRPr="004C3E92">
        <w:t>é</w:t>
      </w:r>
      <w:r w:rsidRPr="004C3E92">
        <w:t>sent de mille livres à chacune</w:t>
      </w:r>
      <w:r w:rsidR="004A4993">
        <w:t xml:space="preserve">. </w:t>
      </w:r>
      <w:r w:rsidRPr="004C3E92">
        <w:t>Il se sentit alors véritablement de taille à le faire</w:t>
      </w:r>
      <w:r w:rsidR="004A4993">
        <w:t xml:space="preserve">. </w:t>
      </w:r>
      <w:r w:rsidRPr="004C3E92">
        <w:t>La perspective de quatre mille livres par an</w:t>
      </w:r>
      <w:r w:rsidR="004A4993">
        <w:t xml:space="preserve">, </w:t>
      </w:r>
      <w:r w:rsidRPr="004C3E92">
        <w:t>en plus de son revenu actuel</w:t>
      </w:r>
      <w:r w:rsidR="004A4993">
        <w:t xml:space="preserve">, </w:t>
      </w:r>
      <w:r w:rsidRPr="004C3E92">
        <w:t>outre la moitié restante de la fortune de sa propre mère</w:t>
      </w:r>
      <w:r w:rsidR="004A4993">
        <w:t xml:space="preserve">, </w:t>
      </w:r>
      <w:r w:rsidRPr="004C3E92">
        <w:t>lui réchauffa le cœur et le rendit capable d</w:t>
      </w:r>
      <w:r w:rsidR="004A4993">
        <w:t>’</w:t>
      </w:r>
      <w:r w:rsidRPr="004C3E92">
        <w:t>un sentiment de générosité</w:t>
      </w:r>
      <w:r w:rsidR="004A4993">
        <w:t> : « </w:t>
      </w:r>
      <w:r w:rsidRPr="004C3E92">
        <w:t>Oui</w:t>
      </w:r>
      <w:r w:rsidR="004A4993">
        <w:t xml:space="preserve">, </w:t>
      </w:r>
      <w:r w:rsidRPr="004C3E92">
        <w:t>il leur donnerait trois mi</w:t>
      </w:r>
      <w:r w:rsidRPr="004C3E92">
        <w:t>l</w:t>
      </w:r>
      <w:r w:rsidRPr="004C3E92">
        <w:t>le livres</w:t>
      </w:r>
      <w:r w:rsidR="004A4993">
        <w:t xml:space="preserve"> ; </w:t>
      </w:r>
      <w:r w:rsidRPr="004C3E92">
        <w:t>voilà qui serait libéral et généreux</w:t>
      </w:r>
      <w:r w:rsidR="004A4993">
        <w:t xml:space="preserve"> ! </w:t>
      </w:r>
      <w:r w:rsidRPr="004C3E92">
        <w:t>Cela serait suff</w:t>
      </w:r>
      <w:r w:rsidRPr="004C3E92">
        <w:t>i</w:t>
      </w:r>
      <w:r w:rsidRPr="004C3E92">
        <w:t>sant pour les mettre complètement à leur aise</w:t>
      </w:r>
      <w:r w:rsidR="004A4993">
        <w:t xml:space="preserve">. </w:t>
      </w:r>
      <w:r w:rsidRPr="004C3E92">
        <w:t>Trois mille l</w:t>
      </w:r>
      <w:r w:rsidRPr="004C3E92">
        <w:t>i</w:t>
      </w:r>
      <w:r w:rsidRPr="004C3E92">
        <w:t>vres</w:t>
      </w:r>
      <w:r w:rsidR="004A4993">
        <w:t xml:space="preserve"> ! </w:t>
      </w:r>
      <w:r w:rsidRPr="004C3E92">
        <w:t>Il pouvait</w:t>
      </w:r>
      <w:r w:rsidR="004A4993">
        <w:t xml:space="preserve">, </w:t>
      </w:r>
      <w:r w:rsidRPr="004C3E92">
        <w:t>avec peu de gêne</w:t>
      </w:r>
      <w:r w:rsidR="004A4993">
        <w:t xml:space="preserve">, </w:t>
      </w:r>
      <w:r w:rsidRPr="004C3E92">
        <w:t>se priver d</w:t>
      </w:r>
      <w:r w:rsidR="004A4993">
        <w:t>’</w:t>
      </w:r>
      <w:r w:rsidRPr="004C3E92">
        <w:t>une somme aussi considérable</w:t>
      </w:r>
      <w:r w:rsidR="004A4993">
        <w:t>. »</w:t>
      </w:r>
      <w:r w:rsidRPr="004C3E92">
        <w:t xml:space="preserve"> Il y songea toute la journée</w:t>
      </w:r>
      <w:r w:rsidR="004A4993">
        <w:t xml:space="preserve">, </w:t>
      </w:r>
      <w:r w:rsidRPr="004C3E92">
        <w:t>et durant bien des journées consécutives</w:t>
      </w:r>
      <w:r w:rsidR="004A4993">
        <w:t xml:space="preserve">, </w:t>
      </w:r>
      <w:r w:rsidRPr="004C3E92">
        <w:t>et il ne se repentit point</w:t>
      </w:r>
      <w:r w:rsidR="004A4993">
        <w:t>.</w:t>
      </w:r>
    </w:p>
    <w:p w14:paraId="1FCA70F6" w14:textId="25FFE67B" w:rsidR="004A4993" w:rsidRDefault="008C5C61" w:rsidP="004A4993">
      <w:r w:rsidRPr="004C3E92">
        <w:t>Aussitôt terminées les obsèques de son beau-père</w:t>
      </w:r>
      <w:r w:rsidR="004A4993">
        <w:t xml:space="preserve">, </w:t>
      </w:r>
      <w:r w:rsidRPr="004C3E92">
        <w:t>Mrs</w:t>
      </w:r>
      <w:r w:rsidR="004A4993">
        <w:t xml:space="preserve">. </w:t>
      </w:r>
      <w:r w:rsidRPr="004C3E92">
        <w:t xml:space="preserve">John </w:t>
      </w:r>
      <w:proofErr w:type="spellStart"/>
      <w:r w:rsidRPr="004C3E92">
        <w:t>Dashwood</w:t>
      </w:r>
      <w:proofErr w:type="spellEnd"/>
      <w:r w:rsidR="004A4993">
        <w:t xml:space="preserve">, </w:t>
      </w:r>
      <w:r w:rsidRPr="004C3E92">
        <w:t>sans adresser le moindre avis de ses intentions à sa belle-mère</w:t>
      </w:r>
      <w:r w:rsidR="004A4993">
        <w:t xml:space="preserve">, </w:t>
      </w:r>
      <w:r w:rsidRPr="004C3E92">
        <w:t>arriva avec son enfant et leurs domestiques</w:t>
      </w:r>
      <w:r w:rsidR="004A4993">
        <w:t xml:space="preserve">. </w:t>
      </w:r>
      <w:r w:rsidRPr="004C3E92">
        <w:t>Nul ne pouvait contester son droit de venir</w:t>
      </w:r>
      <w:r w:rsidR="004A4993">
        <w:t xml:space="preserve"> ; </w:t>
      </w:r>
      <w:r w:rsidRPr="004C3E92">
        <w:t>la maison appartenait à son mari dès l</w:t>
      </w:r>
      <w:r w:rsidR="004A4993">
        <w:t>’</w:t>
      </w:r>
      <w:r w:rsidRPr="004C3E92">
        <w:t>instant du décès du père de celui-ci</w:t>
      </w:r>
      <w:r w:rsidR="004A4993">
        <w:t xml:space="preserve"> ; </w:t>
      </w:r>
      <w:r w:rsidRPr="004C3E92">
        <w:t>mais l</w:t>
      </w:r>
      <w:r w:rsidR="004A4993">
        <w:t>’</w:t>
      </w:r>
      <w:r w:rsidRPr="004C3E92">
        <w:t>indélicatesse de sa conduite en était d</w:t>
      </w:r>
      <w:r w:rsidR="004A4993">
        <w:t>’</w:t>
      </w:r>
      <w:r w:rsidRPr="004C3E92">
        <w:t>autant plus grande</w:t>
      </w:r>
      <w:r w:rsidR="004A4993">
        <w:t xml:space="preserve">, </w:t>
      </w:r>
      <w:r w:rsidRPr="004C3E92">
        <w:t>et</w:t>
      </w:r>
      <w:r w:rsidR="004A4993">
        <w:t xml:space="preserve">, </w:t>
      </w:r>
      <w:r w:rsidRPr="004C3E92">
        <w:t>pour une femme dans la situation de Mrs</w:t>
      </w:r>
      <w:r w:rsidR="004A4993">
        <w:t xml:space="preserve">. </w:t>
      </w:r>
      <w:proofErr w:type="spellStart"/>
      <w:r w:rsidRPr="004C3E92">
        <w:t>Dashwood</w:t>
      </w:r>
      <w:proofErr w:type="spellEnd"/>
      <w:r w:rsidRPr="004C3E92">
        <w:t xml:space="preserve"> et ne po</w:t>
      </w:r>
      <w:r w:rsidRPr="004C3E92">
        <w:t>s</w:t>
      </w:r>
      <w:r w:rsidRPr="004C3E92">
        <w:t>sédant que des sentiments ordinaires</w:t>
      </w:r>
      <w:r w:rsidR="004A4993">
        <w:t xml:space="preserve">, </w:t>
      </w:r>
      <w:r w:rsidRPr="004C3E92">
        <w:t>elle devait être émine</w:t>
      </w:r>
      <w:r w:rsidRPr="004C3E92">
        <w:t>m</w:t>
      </w:r>
      <w:r w:rsidRPr="004C3E92">
        <w:t>ment déplaisante</w:t>
      </w:r>
      <w:r w:rsidR="004A4993">
        <w:t xml:space="preserve"> ; </w:t>
      </w:r>
      <w:r w:rsidRPr="004C3E92">
        <w:t xml:space="preserve">mais il y avait dans son </w:t>
      </w:r>
      <w:r w:rsidRPr="004C3E92">
        <w:lastRenderedPageBreak/>
        <w:t>esprit</w:t>
      </w:r>
      <w:r w:rsidR="004A4993">
        <w:t xml:space="preserve">, </w:t>
      </w:r>
      <w:r w:rsidRPr="004C3E92">
        <w:t>à elle</w:t>
      </w:r>
      <w:r w:rsidR="004A4993">
        <w:t xml:space="preserve">, </w:t>
      </w:r>
      <w:r w:rsidRPr="004C3E92">
        <w:t>un se</w:t>
      </w:r>
      <w:r w:rsidRPr="004C3E92">
        <w:t>n</w:t>
      </w:r>
      <w:r w:rsidRPr="004C3E92">
        <w:t>timent si vif de l</w:t>
      </w:r>
      <w:r w:rsidR="004A4993">
        <w:t>’</w:t>
      </w:r>
      <w:r w:rsidRPr="004C3E92">
        <w:t>honneur</w:t>
      </w:r>
      <w:r w:rsidR="004A4993">
        <w:t xml:space="preserve">, </w:t>
      </w:r>
      <w:r w:rsidRPr="004C3E92">
        <w:t>une générosité si romanesque</w:t>
      </w:r>
      <w:r w:rsidR="004A4993">
        <w:t xml:space="preserve">, </w:t>
      </w:r>
      <w:r w:rsidRPr="004C3E92">
        <w:t>que toute offense de ce genre</w:t>
      </w:r>
      <w:r w:rsidR="004A4993">
        <w:t xml:space="preserve">, </w:t>
      </w:r>
      <w:r w:rsidRPr="004C3E92">
        <w:t>quel qu</w:t>
      </w:r>
      <w:r w:rsidR="004A4993">
        <w:t>’</w:t>
      </w:r>
      <w:r w:rsidRPr="004C3E92">
        <w:t>en fût l</w:t>
      </w:r>
      <w:r w:rsidR="004A4993">
        <w:t>’</w:t>
      </w:r>
      <w:r w:rsidRPr="004C3E92">
        <w:t>auteur ou la victime</w:t>
      </w:r>
      <w:r w:rsidR="004A4993">
        <w:t xml:space="preserve">, </w:t>
      </w:r>
      <w:r w:rsidRPr="004C3E92">
        <w:t>était pour elle une source de dégoût in</w:t>
      </w:r>
      <w:r w:rsidR="004A4993">
        <w:t>coer</w:t>
      </w:r>
      <w:r w:rsidRPr="004C3E92">
        <w:t>cible</w:t>
      </w:r>
      <w:r w:rsidR="004A4993">
        <w:t xml:space="preserve">. </w:t>
      </w:r>
      <w:r w:rsidRPr="004C3E92">
        <w:t>Mrs</w:t>
      </w:r>
      <w:r w:rsidR="004A4993">
        <w:t xml:space="preserve">. </w:t>
      </w:r>
      <w:r w:rsidRPr="004C3E92">
        <w:t xml:space="preserve">John </w:t>
      </w:r>
      <w:proofErr w:type="spellStart"/>
      <w:r w:rsidRPr="004C3E92">
        <w:t>Dashwood</w:t>
      </w:r>
      <w:proofErr w:type="spellEnd"/>
      <w:r w:rsidRPr="004C3E92">
        <w:t xml:space="preserve"> n</w:t>
      </w:r>
      <w:r w:rsidR="004A4993">
        <w:t>’</w:t>
      </w:r>
      <w:r w:rsidRPr="004C3E92">
        <w:t>avait jamais été fort appréciée d</w:t>
      </w:r>
      <w:r w:rsidR="004A4993">
        <w:t>’</w:t>
      </w:r>
      <w:r w:rsidRPr="004C3E92">
        <w:t>aucun des me</w:t>
      </w:r>
      <w:r w:rsidRPr="004C3E92">
        <w:t>m</w:t>
      </w:r>
      <w:r w:rsidRPr="004C3E92">
        <w:t>bres de la famille de son mari</w:t>
      </w:r>
      <w:r w:rsidR="004A4993">
        <w:t xml:space="preserve"> ; </w:t>
      </w:r>
      <w:r w:rsidRPr="004C3E92">
        <w:t>mais elle n</w:t>
      </w:r>
      <w:r w:rsidR="004A4993">
        <w:t>’</w:t>
      </w:r>
      <w:r w:rsidRPr="004C3E92">
        <w:t>avait jamais eu l</w:t>
      </w:r>
      <w:r w:rsidR="004A4993">
        <w:t>’</w:t>
      </w:r>
      <w:r w:rsidRPr="004C3E92">
        <w:t>occasion</w:t>
      </w:r>
      <w:r w:rsidR="004A4993">
        <w:t xml:space="preserve">, </w:t>
      </w:r>
      <w:r w:rsidRPr="004C3E92">
        <w:t>jusqu</w:t>
      </w:r>
      <w:r w:rsidR="004A4993">
        <w:t>’</w:t>
      </w:r>
      <w:r w:rsidRPr="004C3E92">
        <w:t>à celle-ci</w:t>
      </w:r>
      <w:r w:rsidR="004A4993">
        <w:t xml:space="preserve">, </w:t>
      </w:r>
      <w:r w:rsidRPr="004C3E92">
        <w:t>de leur montrer avec combien peu d</w:t>
      </w:r>
      <w:r w:rsidR="004A4993">
        <w:t>’</w:t>
      </w:r>
      <w:r w:rsidRPr="004C3E92">
        <w:t>égards pour les convenances d</w:t>
      </w:r>
      <w:r w:rsidR="004A4993">
        <w:t>’</w:t>
      </w:r>
      <w:r w:rsidRPr="004C3E92">
        <w:t>autrui elle pouvait agir lorsque les circonstances l</w:t>
      </w:r>
      <w:r w:rsidR="004A4993">
        <w:t>’</w:t>
      </w:r>
      <w:r w:rsidRPr="004C3E92">
        <w:t>exigeaient</w:t>
      </w:r>
      <w:r w:rsidR="004A4993">
        <w:t>.</w:t>
      </w:r>
    </w:p>
    <w:p w14:paraId="5589099A" w14:textId="77777777" w:rsidR="004A4993" w:rsidRDefault="008C5C61" w:rsidP="004A4993">
      <w:r w:rsidRPr="004C3E92">
        <w:t>Mrs</w:t>
      </w:r>
      <w:r w:rsidR="004A4993">
        <w:t xml:space="preserve">. </w:t>
      </w:r>
      <w:proofErr w:type="spellStart"/>
      <w:r w:rsidRPr="004C3E92">
        <w:t>Dashwood</w:t>
      </w:r>
      <w:proofErr w:type="spellEnd"/>
      <w:r w:rsidRPr="004C3E92">
        <w:t xml:space="preserve"> ressentit d</w:t>
      </w:r>
      <w:r w:rsidR="004A4993">
        <w:t>’</w:t>
      </w:r>
      <w:r w:rsidRPr="004C3E92">
        <w:t>une façon si vive cette conduite peu aimable</w:t>
      </w:r>
      <w:r w:rsidR="004A4993">
        <w:t xml:space="preserve">, </w:t>
      </w:r>
      <w:r w:rsidRPr="004C3E92">
        <w:t>et elle en méprisa avec une telle vigueur sa belle-fille</w:t>
      </w:r>
      <w:r w:rsidR="004A4993">
        <w:t xml:space="preserve">, </w:t>
      </w:r>
      <w:r w:rsidRPr="004C3E92">
        <w:t>que</w:t>
      </w:r>
      <w:r w:rsidR="004A4993">
        <w:t xml:space="preserve">, </w:t>
      </w:r>
      <w:r w:rsidRPr="004C3E92">
        <w:t>lors de l</w:t>
      </w:r>
      <w:r w:rsidR="004A4993">
        <w:t>’</w:t>
      </w:r>
      <w:r w:rsidRPr="004C3E92">
        <w:t>arrivée de celle-ci</w:t>
      </w:r>
      <w:r w:rsidR="004A4993">
        <w:t xml:space="preserve">, </w:t>
      </w:r>
      <w:r w:rsidRPr="004C3E92">
        <w:t>elle aurait quitté la maison à jamais</w:t>
      </w:r>
      <w:r w:rsidR="004A4993">
        <w:t xml:space="preserve">, </w:t>
      </w:r>
      <w:r w:rsidRPr="004C3E92">
        <w:t>si les supplications de sa fille aînée ne l</w:t>
      </w:r>
      <w:r w:rsidR="004A4993">
        <w:t>’</w:t>
      </w:r>
      <w:r w:rsidRPr="004C3E92">
        <w:t>avaient incitée à réfléchir au préalable à la convenance de ce départ</w:t>
      </w:r>
      <w:r w:rsidR="004A4993">
        <w:t xml:space="preserve"> ; </w:t>
      </w:r>
      <w:r w:rsidRPr="004C3E92">
        <w:t>et l</w:t>
      </w:r>
      <w:r w:rsidR="004A4993">
        <w:t>’</w:t>
      </w:r>
      <w:r w:rsidRPr="004C3E92">
        <w:t>amour plein de tendresse qu</w:t>
      </w:r>
      <w:r w:rsidR="004A4993">
        <w:t>’</w:t>
      </w:r>
      <w:r w:rsidRPr="004C3E92">
        <w:t>elle éprouvait pour toutes ses trois enfants la détermina ensuite à rester</w:t>
      </w:r>
      <w:r w:rsidR="004A4993">
        <w:t xml:space="preserve">, </w:t>
      </w:r>
      <w:r w:rsidRPr="004C3E92">
        <w:t>et à éviter</w:t>
      </w:r>
      <w:r w:rsidR="004A4993">
        <w:t xml:space="preserve">, </w:t>
      </w:r>
      <w:r w:rsidRPr="004C3E92">
        <w:t>par égard pour elles</w:t>
      </w:r>
      <w:r w:rsidR="004A4993">
        <w:t xml:space="preserve">, </w:t>
      </w:r>
      <w:r w:rsidRPr="004C3E92">
        <w:t>une rupture avec leur frère</w:t>
      </w:r>
      <w:r w:rsidR="004A4993">
        <w:t>.</w:t>
      </w:r>
    </w:p>
    <w:p w14:paraId="57809C3E" w14:textId="77777777" w:rsidR="004A4993" w:rsidRDefault="008C5C61" w:rsidP="004A4993">
      <w:proofErr w:type="spellStart"/>
      <w:r w:rsidRPr="004C3E92">
        <w:t>Elinor</w:t>
      </w:r>
      <w:proofErr w:type="spellEnd"/>
      <w:r w:rsidR="004A4993">
        <w:t xml:space="preserve">, </w:t>
      </w:r>
      <w:r w:rsidRPr="004C3E92">
        <w:t>cette fille aînée dont les conseils furent si efficaces</w:t>
      </w:r>
      <w:r w:rsidR="004A4993">
        <w:t xml:space="preserve">, </w:t>
      </w:r>
      <w:r w:rsidRPr="004C3E92">
        <w:t>possédait une vigueur de compréhension et une froideur de j</w:t>
      </w:r>
      <w:r w:rsidRPr="004C3E92">
        <w:t>u</w:t>
      </w:r>
      <w:r w:rsidRPr="004C3E92">
        <w:t>gement qui la qualifiaient</w:t>
      </w:r>
      <w:r w:rsidR="004A4993">
        <w:t xml:space="preserve">, </w:t>
      </w:r>
      <w:r w:rsidRPr="004C3E92">
        <w:t>bien qu</w:t>
      </w:r>
      <w:r w:rsidR="004A4993">
        <w:t>’</w:t>
      </w:r>
      <w:r w:rsidRPr="004C3E92">
        <w:t>elle n</w:t>
      </w:r>
      <w:r w:rsidR="004A4993">
        <w:t>’</w:t>
      </w:r>
      <w:r w:rsidRPr="004C3E92">
        <w:t>eût que dix-neuf ans</w:t>
      </w:r>
      <w:r w:rsidR="004A4993">
        <w:t xml:space="preserve">, </w:t>
      </w:r>
      <w:r w:rsidRPr="004C3E92">
        <w:t>pour être la conseillère de sa mère</w:t>
      </w:r>
      <w:r w:rsidR="004A4993">
        <w:t xml:space="preserve">, </w:t>
      </w:r>
      <w:r w:rsidRPr="004C3E92">
        <w:t>et lui permettaient de ne</w:t>
      </w:r>
      <w:r w:rsidRPr="004C3E92">
        <w:t>u</w:t>
      </w:r>
      <w:r w:rsidRPr="004C3E92">
        <w:t>traliser à leur avantage à tous</w:t>
      </w:r>
      <w:r w:rsidR="004A4993">
        <w:t xml:space="preserve">, </w:t>
      </w:r>
      <w:r w:rsidRPr="004C3E92">
        <w:t>cette ardeur d</w:t>
      </w:r>
      <w:r w:rsidR="004A4993">
        <w:t>’</w:t>
      </w:r>
      <w:r w:rsidRPr="004C3E92">
        <w:t>esprit chez Mrs</w:t>
      </w:r>
      <w:r w:rsidR="004A4993">
        <w:t xml:space="preserve">. </w:t>
      </w:r>
      <w:proofErr w:type="spellStart"/>
      <w:r w:rsidRPr="004C3E92">
        <w:t>Dashwood</w:t>
      </w:r>
      <w:proofErr w:type="spellEnd"/>
      <w:r w:rsidR="004A4993">
        <w:t xml:space="preserve">, </w:t>
      </w:r>
      <w:r w:rsidRPr="004C3E92">
        <w:t>qui eût en général conduit nécessairement à quelque imprudence</w:t>
      </w:r>
      <w:r w:rsidR="004A4993">
        <w:t xml:space="preserve">. </w:t>
      </w:r>
      <w:r w:rsidRPr="004C3E92">
        <w:t>Elle avait excellent cœur</w:t>
      </w:r>
      <w:r w:rsidR="004A4993">
        <w:t xml:space="preserve">, </w:t>
      </w:r>
      <w:r w:rsidRPr="004C3E92">
        <w:t>son caractère était affe</w:t>
      </w:r>
      <w:r w:rsidRPr="004C3E92">
        <w:t>c</w:t>
      </w:r>
      <w:r w:rsidRPr="004C3E92">
        <w:t>tueux</w:t>
      </w:r>
      <w:r w:rsidR="004A4993">
        <w:t xml:space="preserve">, </w:t>
      </w:r>
      <w:r w:rsidRPr="004C3E92">
        <w:t>et ses sentiments étaient vifs</w:t>
      </w:r>
      <w:r w:rsidR="004A4993">
        <w:t xml:space="preserve"> ; </w:t>
      </w:r>
      <w:r w:rsidRPr="004C3E92">
        <w:t>mais elle savait les go</w:t>
      </w:r>
      <w:r w:rsidRPr="004C3E92">
        <w:t>u</w:t>
      </w:r>
      <w:r w:rsidRPr="004C3E92">
        <w:t>verner</w:t>
      </w:r>
      <w:r w:rsidR="004A4993">
        <w:t xml:space="preserve"> ; </w:t>
      </w:r>
      <w:r w:rsidRPr="004C3E92">
        <w:t>c</w:t>
      </w:r>
      <w:r w:rsidR="004A4993">
        <w:t>’</w:t>
      </w:r>
      <w:r w:rsidRPr="004C3E92">
        <w:t>était là une connaissance que sa mère avait encore à acquérir</w:t>
      </w:r>
      <w:r w:rsidR="004A4993">
        <w:t xml:space="preserve">, </w:t>
      </w:r>
      <w:r w:rsidRPr="004C3E92">
        <w:t>et que l</w:t>
      </w:r>
      <w:r w:rsidR="004A4993">
        <w:t>’</w:t>
      </w:r>
      <w:r w:rsidRPr="004C3E92">
        <w:t>une de ses sœurs était résolue à ne jamais se faire enseigner</w:t>
      </w:r>
      <w:r w:rsidR="004A4993">
        <w:t>.</w:t>
      </w:r>
    </w:p>
    <w:p w14:paraId="483C7F18" w14:textId="77777777" w:rsidR="004A4993" w:rsidRDefault="008C5C61" w:rsidP="004A4993">
      <w:r w:rsidRPr="004C3E92">
        <w:t>Les capacités de Marianne étaient</w:t>
      </w:r>
      <w:r w:rsidR="004A4993">
        <w:t xml:space="preserve">, </w:t>
      </w:r>
      <w:r w:rsidRPr="004C3E92">
        <w:t>à bien des égards</w:t>
      </w:r>
      <w:r w:rsidR="004A4993">
        <w:t xml:space="preserve">, </w:t>
      </w:r>
      <w:r w:rsidRPr="004C3E92">
        <w:t>la</w:t>
      </w:r>
      <w:r w:rsidRPr="004C3E92">
        <w:t>r</w:t>
      </w:r>
      <w:r w:rsidRPr="004C3E92">
        <w:t>gement égales à celles d</w:t>
      </w:r>
      <w:r w:rsidR="004A4993">
        <w:t>’</w:t>
      </w:r>
      <w:proofErr w:type="spellStart"/>
      <w:r w:rsidRPr="004C3E92">
        <w:t>Elinor</w:t>
      </w:r>
      <w:proofErr w:type="spellEnd"/>
      <w:r w:rsidR="004A4993">
        <w:t xml:space="preserve">. </w:t>
      </w:r>
      <w:r w:rsidRPr="004C3E92">
        <w:t>Elle était sensible et intelligente</w:t>
      </w:r>
      <w:r w:rsidR="004A4993">
        <w:t xml:space="preserve">, </w:t>
      </w:r>
      <w:r w:rsidRPr="004C3E92">
        <w:t>mais ardente en toute chose</w:t>
      </w:r>
      <w:r w:rsidR="004A4993">
        <w:t xml:space="preserve"> ; </w:t>
      </w:r>
      <w:r w:rsidRPr="004C3E92">
        <w:t>ses douleurs</w:t>
      </w:r>
      <w:r w:rsidR="004A4993">
        <w:t xml:space="preserve">, </w:t>
      </w:r>
      <w:r w:rsidRPr="004C3E92">
        <w:t>ses joies</w:t>
      </w:r>
      <w:r w:rsidR="004A4993">
        <w:t xml:space="preserve">, </w:t>
      </w:r>
      <w:r w:rsidRPr="004C3E92">
        <w:t>étaient i</w:t>
      </w:r>
      <w:r w:rsidRPr="004C3E92">
        <w:t>n</w:t>
      </w:r>
      <w:r w:rsidRPr="004C3E92">
        <w:t>capables de modération</w:t>
      </w:r>
      <w:r w:rsidR="004A4993">
        <w:t xml:space="preserve">. </w:t>
      </w:r>
      <w:r w:rsidRPr="004C3E92">
        <w:t>Elle était généreuse</w:t>
      </w:r>
      <w:r w:rsidR="004A4993">
        <w:t xml:space="preserve">, </w:t>
      </w:r>
      <w:r w:rsidRPr="004C3E92">
        <w:lastRenderedPageBreak/>
        <w:t>aimable</w:t>
      </w:r>
      <w:r w:rsidR="004A4993">
        <w:t xml:space="preserve">, </w:t>
      </w:r>
      <w:r w:rsidRPr="004C3E92">
        <w:t>intére</w:t>
      </w:r>
      <w:r w:rsidRPr="004C3E92">
        <w:t>s</w:t>
      </w:r>
      <w:r w:rsidRPr="004C3E92">
        <w:t>sante</w:t>
      </w:r>
      <w:r w:rsidR="004A4993">
        <w:t xml:space="preserve"> ; </w:t>
      </w:r>
      <w:r w:rsidRPr="004C3E92">
        <w:t>elle avait toutes les qualités</w:t>
      </w:r>
      <w:r w:rsidR="004A4993">
        <w:t xml:space="preserve">, </w:t>
      </w:r>
      <w:r w:rsidRPr="004C3E92">
        <w:t>sauf la prudence</w:t>
      </w:r>
      <w:r w:rsidR="004A4993">
        <w:t xml:space="preserve">. </w:t>
      </w:r>
      <w:r w:rsidRPr="004C3E92">
        <w:t>La re</w:t>
      </w:r>
      <w:r w:rsidRPr="004C3E92">
        <w:t>s</w:t>
      </w:r>
      <w:r w:rsidRPr="004C3E92">
        <w:t>semblance entre elle et sa mère était extrêmement frappante</w:t>
      </w:r>
      <w:r w:rsidR="004A4993">
        <w:t>.</w:t>
      </w:r>
    </w:p>
    <w:p w14:paraId="01C37237" w14:textId="77777777" w:rsidR="004A4993" w:rsidRDefault="008C5C61" w:rsidP="004A4993">
      <w:proofErr w:type="spellStart"/>
      <w:r w:rsidRPr="004C3E92">
        <w:t>Elinor</w:t>
      </w:r>
      <w:proofErr w:type="spellEnd"/>
      <w:r w:rsidRPr="004C3E92">
        <w:t xml:space="preserve"> voyait avec inquiétude l</w:t>
      </w:r>
      <w:r w:rsidR="004A4993">
        <w:t>’</w:t>
      </w:r>
      <w:r w:rsidRPr="004C3E92">
        <w:t>excès de sensibilité de sa sœur</w:t>
      </w:r>
      <w:r w:rsidR="004A4993">
        <w:t xml:space="preserve"> ; </w:t>
      </w:r>
      <w:r w:rsidRPr="004C3E92">
        <w:t>mais Mrs</w:t>
      </w:r>
      <w:r w:rsidR="004A4993">
        <w:t xml:space="preserve">. </w:t>
      </w:r>
      <w:proofErr w:type="spellStart"/>
      <w:r w:rsidRPr="004C3E92">
        <w:t>Dashwood</w:t>
      </w:r>
      <w:proofErr w:type="spellEnd"/>
      <w:r w:rsidRPr="004C3E92">
        <w:t xml:space="preserve"> le prisait et le chérissait</w:t>
      </w:r>
      <w:r w:rsidR="004A4993">
        <w:t xml:space="preserve">. </w:t>
      </w:r>
      <w:r w:rsidRPr="004C3E92">
        <w:t>Elles s</w:t>
      </w:r>
      <w:r w:rsidR="004A4993">
        <w:t>’</w:t>
      </w:r>
      <w:r w:rsidRPr="004C3E92">
        <w:t>encouragèrent mutuellement</w:t>
      </w:r>
      <w:r w:rsidR="004A4993">
        <w:t xml:space="preserve">, </w:t>
      </w:r>
      <w:r w:rsidRPr="004C3E92">
        <w:t>à présent</w:t>
      </w:r>
      <w:r w:rsidR="004A4993">
        <w:t xml:space="preserve">, </w:t>
      </w:r>
      <w:r w:rsidRPr="004C3E92">
        <w:t>dans la violence de leur affliction</w:t>
      </w:r>
      <w:r w:rsidR="004A4993">
        <w:t xml:space="preserve">. </w:t>
      </w:r>
      <w:r w:rsidRPr="004C3E92">
        <w:t>La douleur torturante qui les terrassa tout d</w:t>
      </w:r>
      <w:r w:rsidR="004A4993">
        <w:t>’</w:t>
      </w:r>
      <w:r w:rsidRPr="004C3E92">
        <w:t>abord fut volontairement renouvelée</w:t>
      </w:r>
      <w:r w:rsidR="004A4993">
        <w:t xml:space="preserve">, </w:t>
      </w:r>
      <w:r w:rsidRPr="004C3E92">
        <w:t>fut recherchée</w:t>
      </w:r>
      <w:r w:rsidR="004A4993">
        <w:t xml:space="preserve">, </w:t>
      </w:r>
      <w:r w:rsidRPr="004C3E92">
        <w:t>fut mainte et mainte fois recréée</w:t>
      </w:r>
      <w:r w:rsidR="004A4993">
        <w:t xml:space="preserve">. </w:t>
      </w:r>
      <w:r w:rsidRPr="004C3E92">
        <w:t>Elles s</w:t>
      </w:r>
      <w:r w:rsidR="004A4993">
        <w:t>’</w:t>
      </w:r>
      <w:r w:rsidRPr="004C3E92">
        <w:t>abandonnèrent totalement à leur chagrin</w:t>
      </w:r>
      <w:r w:rsidR="004A4993">
        <w:t xml:space="preserve">, </w:t>
      </w:r>
      <w:r w:rsidRPr="004C3E92">
        <w:t>cherchant un surcroît de misère dans toute r</w:t>
      </w:r>
      <w:r w:rsidRPr="004C3E92">
        <w:t>é</w:t>
      </w:r>
      <w:r w:rsidRPr="004C3E92">
        <w:t>flexion qui le permettait</w:t>
      </w:r>
      <w:r w:rsidR="004A4993">
        <w:t xml:space="preserve">, </w:t>
      </w:r>
      <w:r w:rsidRPr="004C3E92">
        <w:t>et résolues à ne jamais admettre de consolation à l</w:t>
      </w:r>
      <w:r w:rsidR="004A4993">
        <w:t>’</w:t>
      </w:r>
      <w:r w:rsidRPr="004C3E92">
        <w:t>avenir</w:t>
      </w:r>
      <w:r w:rsidR="004A4993">
        <w:t xml:space="preserve">. </w:t>
      </w:r>
      <w:proofErr w:type="spellStart"/>
      <w:r w:rsidRPr="004C3E92">
        <w:t>Elinor</w:t>
      </w:r>
      <w:proofErr w:type="spellEnd"/>
      <w:r w:rsidR="004A4993">
        <w:t xml:space="preserve">, </w:t>
      </w:r>
      <w:r w:rsidRPr="004C3E92">
        <w:t>elle aussi</w:t>
      </w:r>
      <w:r w:rsidR="004A4993">
        <w:t xml:space="preserve">, </w:t>
      </w:r>
      <w:r w:rsidRPr="004C3E92">
        <w:t>était profondément a</w:t>
      </w:r>
      <w:r w:rsidRPr="004C3E92">
        <w:t>f</w:t>
      </w:r>
      <w:r w:rsidRPr="004C3E92">
        <w:t>fligée</w:t>
      </w:r>
      <w:r w:rsidR="004A4993">
        <w:t xml:space="preserve">, </w:t>
      </w:r>
      <w:r w:rsidRPr="004C3E92">
        <w:t>mais elle put cependant lutter</w:t>
      </w:r>
      <w:r w:rsidR="004A4993">
        <w:t xml:space="preserve">, </w:t>
      </w:r>
      <w:r w:rsidRPr="004C3E92">
        <w:t>elle fut capable de se d</w:t>
      </w:r>
      <w:r w:rsidRPr="004C3E92">
        <w:t>é</w:t>
      </w:r>
      <w:r w:rsidRPr="004C3E92">
        <w:t>mener</w:t>
      </w:r>
      <w:r w:rsidR="004A4993">
        <w:t xml:space="preserve">. </w:t>
      </w:r>
      <w:r w:rsidRPr="004C3E92">
        <w:t>Elle put consulter avec son frère</w:t>
      </w:r>
      <w:r w:rsidR="004A4993">
        <w:t xml:space="preserve">, </w:t>
      </w:r>
      <w:r w:rsidRPr="004C3E92">
        <w:t>recevoir sa belle-sœur à son arrivée</w:t>
      </w:r>
      <w:r w:rsidR="004A4993">
        <w:t xml:space="preserve">, </w:t>
      </w:r>
      <w:r w:rsidRPr="004C3E92">
        <w:t>et la traiter avec les égards convenables</w:t>
      </w:r>
      <w:r w:rsidR="004A4993">
        <w:t xml:space="preserve"> ; </w:t>
      </w:r>
      <w:r w:rsidRPr="004C3E92">
        <w:t>et elle put s</w:t>
      </w:r>
      <w:r w:rsidR="004A4993">
        <w:t>’</w:t>
      </w:r>
      <w:r w:rsidRPr="004C3E92">
        <w:t>efforcer d</w:t>
      </w:r>
      <w:r w:rsidR="004A4993">
        <w:t>’</w:t>
      </w:r>
      <w:r w:rsidRPr="004C3E92">
        <w:t>inciter sa mère à s</w:t>
      </w:r>
      <w:r w:rsidR="004A4993">
        <w:t>’</w:t>
      </w:r>
      <w:r w:rsidRPr="004C3E92">
        <w:t>employer de même</w:t>
      </w:r>
      <w:r w:rsidR="004A4993">
        <w:t xml:space="preserve">, </w:t>
      </w:r>
      <w:r w:rsidRPr="004C3E92">
        <w:t>et l</w:t>
      </w:r>
      <w:r w:rsidR="004A4993">
        <w:t>’</w:t>
      </w:r>
      <w:r w:rsidRPr="004C3E92">
        <w:t>encourager à une tolérance analogue</w:t>
      </w:r>
      <w:r w:rsidR="004A4993">
        <w:t>.</w:t>
      </w:r>
    </w:p>
    <w:p w14:paraId="46CE43D2" w14:textId="77777777" w:rsidR="004A4993" w:rsidRDefault="008C5C61" w:rsidP="004A4993">
      <w:r w:rsidRPr="004C3E92">
        <w:t>Margaret</w:t>
      </w:r>
      <w:r w:rsidR="004A4993">
        <w:t xml:space="preserve">, </w:t>
      </w:r>
      <w:r w:rsidRPr="004C3E92">
        <w:t>l</w:t>
      </w:r>
      <w:r w:rsidR="004A4993">
        <w:t>’</w:t>
      </w:r>
      <w:r w:rsidRPr="004C3E92">
        <w:t>autre sœur</w:t>
      </w:r>
      <w:r w:rsidR="004A4993">
        <w:t xml:space="preserve">, </w:t>
      </w:r>
      <w:r w:rsidRPr="004C3E92">
        <w:t>était une fille enjouée</w:t>
      </w:r>
      <w:r w:rsidR="004A4993">
        <w:t xml:space="preserve">, </w:t>
      </w:r>
      <w:r w:rsidRPr="004C3E92">
        <w:t>au caractère facile</w:t>
      </w:r>
      <w:r w:rsidR="004A4993">
        <w:t xml:space="preserve"> ; </w:t>
      </w:r>
      <w:r w:rsidRPr="004C3E92">
        <w:t>mais elle s</w:t>
      </w:r>
      <w:r w:rsidR="004A4993">
        <w:t>’</w:t>
      </w:r>
      <w:r w:rsidRPr="004C3E92">
        <w:t>était déjà imprégnée d</w:t>
      </w:r>
      <w:r w:rsidR="004A4993">
        <w:t>’</w:t>
      </w:r>
      <w:r w:rsidRPr="004C3E92">
        <w:t>une bonne part du r</w:t>
      </w:r>
      <w:r w:rsidRPr="004C3E92">
        <w:t>o</w:t>
      </w:r>
      <w:r w:rsidRPr="004C3E92">
        <w:t>manesque de Marianne</w:t>
      </w:r>
      <w:r w:rsidR="004A4993">
        <w:t xml:space="preserve">, </w:t>
      </w:r>
      <w:r w:rsidRPr="004C3E92">
        <w:t>sans posséder beaucoup de son bon sens</w:t>
      </w:r>
      <w:r w:rsidR="004A4993">
        <w:t xml:space="preserve"> ; </w:t>
      </w:r>
      <w:r w:rsidRPr="004C3E92">
        <w:t>il ne semblait pas qu</w:t>
      </w:r>
      <w:r w:rsidR="004A4993">
        <w:t>’</w:t>
      </w:r>
      <w:r w:rsidRPr="004C3E92">
        <w:t>elle dût</w:t>
      </w:r>
      <w:r w:rsidR="004A4993">
        <w:t xml:space="preserve">, </w:t>
      </w:r>
      <w:r w:rsidRPr="004C3E92">
        <w:t>à l</w:t>
      </w:r>
      <w:r w:rsidR="004A4993">
        <w:t>’</w:t>
      </w:r>
      <w:r w:rsidRPr="004C3E92">
        <w:t>âge de treize ans</w:t>
      </w:r>
      <w:r w:rsidR="004A4993">
        <w:t xml:space="preserve">, </w:t>
      </w:r>
      <w:r w:rsidRPr="004C3E92">
        <w:t>égaler ses sœurs dans une période plus avancée de sa vie</w:t>
      </w:r>
      <w:r w:rsidR="004A4993">
        <w:t>.</w:t>
      </w:r>
    </w:p>
    <w:p w14:paraId="15A0B256" w14:textId="42014C05" w:rsidR="008C5C61" w:rsidRPr="004C3E92" w:rsidRDefault="008C5C61" w:rsidP="004A4993">
      <w:pPr>
        <w:pStyle w:val="Titre1"/>
      </w:pPr>
      <w:bookmarkStart w:id="1" w:name="_Toc196409786"/>
      <w:r w:rsidRPr="004C3E92">
        <w:lastRenderedPageBreak/>
        <w:t>CHAPITRE II</w:t>
      </w:r>
      <w:bookmarkEnd w:id="1"/>
      <w:r w:rsidRPr="004C3E92">
        <w:br/>
      </w:r>
    </w:p>
    <w:p w14:paraId="7CFB0925" w14:textId="77777777" w:rsidR="004A4993" w:rsidRDefault="008C5C61" w:rsidP="004A4993">
      <w:r w:rsidRPr="004C3E92">
        <w:t>Mrs</w:t>
      </w:r>
      <w:r w:rsidR="004A4993">
        <w:t xml:space="preserve">. </w:t>
      </w:r>
      <w:r w:rsidRPr="004C3E92">
        <w:t xml:space="preserve">John </w:t>
      </w:r>
      <w:proofErr w:type="spellStart"/>
      <w:r w:rsidRPr="004C3E92">
        <w:t>Dashwood</w:t>
      </w:r>
      <w:proofErr w:type="spellEnd"/>
      <w:r w:rsidRPr="004C3E92">
        <w:t xml:space="preserve"> s</w:t>
      </w:r>
      <w:r w:rsidR="004A4993">
        <w:t>’</w:t>
      </w:r>
      <w:r w:rsidRPr="004C3E92">
        <w:t xml:space="preserve">installa dès lors comme maîtresse de </w:t>
      </w:r>
      <w:proofErr w:type="spellStart"/>
      <w:r w:rsidRPr="004C3E92">
        <w:t>Norland</w:t>
      </w:r>
      <w:proofErr w:type="spellEnd"/>
      <w:r w:rsidR="004A4993">
        <w:t xml:space="preserve">, </w:t>
      </w:r>
      <w:r w:rsidRPr="004C3E92">
        <w:t>et sa belle-mère et ses belles-sœurs furent rabai</w:t>
      </w:r>
      <w:r w:rsidRPr="004C3E92">
        <w:t>s</w:t>
      </w:r>
      <w:r w:rsidRPr="004C3E92">
        <w:t>sées à la condition d</w:t>
      </w:r>
      <w:r w:rsidR="004A4993">
        <w:t>’</w:t>
      </w:r>
      <w:r w:rsidRPr="004C3E92">
        <w:t>invitées</w:t>
      </w:r>
      <w:r w:rsidR="004A4993">
        <w:t xml:space="preserve">. </w:t>
      </w:r>
      <w:r w:rsidRPr="004C3E92">
        <w:t>Toutefois</w:t>
      </w:r>
      <w:r w:rsidR="004A4993">
        <w:t xml:space="preserve">, </w:t>
      </w:r>
      <w:r w:rsidRPr="004C3E92">
        <w:t>en tant que telles</w:t>
      </w:r>
      <w:r w:rsidR="004A4993">
        <w:t xml:space="preserve">, </w:t>
      </w:r>
      <w:r w:rsidRPr="004C3E92">
        <w:t>elles furent traitées par elle avec une civilité paisible</w:t>
      </w:r>
      <w:r w:rsidR="004A4993">
        <w:t xml:space="preserve"> ; </w:t>
      </w:r>
      <w:r w:rsidRPr="004C3E92">
        <w:t>et</w:t>
      </w:r>
      <w:r w:rsidR="004A4993">
        <w:t xml:space="preserve">, </w:t>
      </w:r>
      <w:r w:rsidRPr="004C3E92">
        <w:t>par son m</w:t>
      </w:r>
      <w:r w:rsidRPr="004C3E92">
        <w:t>a</w:t>
      </w:r>
      <w:r w:rsidRPr="004C3E92">
        <w:t>ri</w:t>
      </w:r>
      <w:r w:rsidR="004A4993">
        <w:t xml:space="preserve">, </w:t>
      </w:r>
      <w:r w:rsidRPr="004C3E92">
        <w:t>avec toute la bonté qu</w:t>
      </w:r>
      <w:r w:rsidR="004A4993">
        <w:t>’</w:t>
      </w:r>
      <w:r w:rsidRPr="004C3E92">
        <w:t>il lui était possible d</w:t>
      </w:r>
      <w:r w:rsidR="004A4993">
        <w:t>’</w:t>
      </w:r>
      <w:r w:rsidRPr="004C3E92">
        <w:t>éprouver envers qui que ce fût</w:t>
      </w:r>
      <w:r w:rsidR="004A4993">
        <w:t xml:space="preserve">, </w:t>
      </w:r>
      <w:r w:rsidRPr="004C3E92">
        <w:t>en dehors de lui-même</w:t>
      </w:r>
      <w:r w:rsidR="004A4993">
        <w:t xml:space="preserve">, </w:t>
      </w:r>
      <w:r w:rsidRPr="004C3E92">
        <w:t>de sa femme</w:t>
      </w:r>
      <w:r w:rsidR="004A4993">
        <w:t xml:space="preserve">, </w:t>
      </w:r>
      <w:r w:rsidRPr="004C3E92">
        <w:t>et de leur enfant</w:t>
      </w:r>
      <w:r w:rsidR="004A4993">
        <w:t xml:space="preserve">. </w:t>
      </w:r>
      <w:r w:rsidRPr="004C3E92">
        <w:t>Il insista véritablement auprès d</w:t>
      </w:r>
      <w:r w:rsidR="004A4993">
        <w:t>’</w:t>
      </w:r>
      <w:r w:rsidRPr="004C3E92">
        <w:t>elles</w:t>
      </w:r>
      <w:r w:rsidR="004A4993">
        <w:t xml:space="preserve">, </w:t>
      </w:r>
      <w:r w:rsidRPr="004C3E92">
        <w:t>avec une certaine ferveur</w:t>
      </w:r>
      <w:r w:rsidR="004A4993">
        <w:t xml:space="preserve">, </w:t>
      </w:r>
      <w:r w:rsidRPr="004C3E92">
        <w:t>pour qu</w:t>
      </w:r>
      <w:r w:rsidR="004A4993">
        <w:t>’</w:t>
      </w:r>
      <w:r w:rsidRPr="004C3E92">
        <w:t xml:space="preserve">elles considérassent </w:t>
      </w:r>
      <w:proofErr w:type="spellStart"/>
      <w:r w:rsidRPr="004C3E92">
        <w:t>Norland</w:t>
      </w:r>
      <w:proofErr w:type="spellEnd"/>
      <w:r w:rsidRPr="004C3E92">
        <w:t xml:space="preserve"> comme leur foyer</w:t>
      </w:r>
      <w:r w:rsidR="004A4993">
        <w:t xml:space="preserve"> ; </w:t>
      </w:r>
      <w:r w:rsidRPr="004C3E92">
        <w:t>et</w:t>
      </w:r>
      <w:r w:rsidR="004A4993">
        <w:t xml:space="preserve">, </w:t>
      </w:r>
      <w:r w:rsidRPr="004C3E92">
        <w:t>comme aucun projet ne parut aussi convenable à Mrs</w:t>
      </w:r>
      <w:r w:rsidR="004A4993">
        <w:t xml:space="preserve">. </w:t>
      </w:r>
      <w:proofErr w:type="spellStart"/>
      <w:r w:rsidRPr="004C3E92">
        <w:t>Dashwood</w:t>
      </w:r>
      <w:proofErr w:type="spellEnd"/>
      <w:r w:rsidRPr="004C3E92">
        <w:t xml:space="preserve"> que d</w:t>
      </w:r>
      <w:r w:rsidR="004A4993">
        <w:t>’</w:t>
      </w:r>
      <w:r w:rsidRPr="004C3E92">
        <w:t>y rester jusqu</w:t>
      </w:r>
      <w:r w:rsidR="004A4993">
        <w:t>’</w:t>
      </w:r>
      <w:r w:rsidRPr="004C3E92">
        <w:t>à ce qu</w:t>
      </w:r>
      <w:r w:rsidR="004A4993">
        <w:t>’</w:t>
      </w:r>
      <w:r w:rsidRPr="004C3E92">
        <w:t>elle pût s</w:t>
      </w:r>
      <w:r w:rsidR="004A4993">
        <w:t>’</w:t>
      </w:r>
      <w:r w:rsidRPr="004C3E92">
        <w:t>accommoder d</w:t>
      </w:r>
      <w:r w:rsidR="004A4993">
        <w:t>’</w:t>
      </w:r>
      <w:r w:rsidRPr="004C3E92">
        <w:t>une maison dans le voisinage</w:t>
      </w:r>
      <w:r w:rsidR="004A4993">
        <w:t xml:space="preserve">, </w:t>
      </w:r>
      <w:r w:rsidRPr="004C3E92">
        <w:t>son invitation fut acceptée</w:t>
      </w:r>
      <w:r w:rsidR="004A4993">
        <w:t>.</w:t>
      </w:r>
    </w:p>
    <w:p w14:paraId="60908CAF" w14:textId="77777777" w:rsidR="004A4993" w:rsidRDefault="008C5C61" w:rsidP="004A4993">
      <w:r w:rsidRPr="004C3E92">
        <w:t>Continuer à demeurer dans un lieu où tout lui rappelait la joie d</w:t>
      </w:r>
      <w:r w:rsidR="004A4993">
        <w:t>’</w:t>
      </w:r>
      <w:r w:rsidRPr="004C3E92">
        <w:t>antan</w:t>
      </w:r>
      <w:r w:rsidR="004A4993">
        <w:t xml:space="preserve">, </w:t>
      </w:r>
      <w:r w:rsidRPr="004C3E92">
        <w:t>c</w:t>
      </w:r>
      <w:r w:rsidR="004A4993">
        <w:t>’</w:t>
      </w:r>
      <w:r w:rsidRPr="004C3E92">
        <w:t>était là exactement ce qui convenait à son esprit</w:t>
      </w:r>
      <w:r w:rsidR="004A4993">
        <w:t xml:space="preserve">. </w:t>
      </w:r>
      <w:r w:rsidRPr="004C3E92">
        <w:t>Aux périodes de gaieté</w:t>
      </w:r>
      <w:r w:rsidR="004A4993">
        <w:t xml:space="preserve">, </w:t>
      </w:r>
      <w:r w:rsidRPr="004C3E92">
        <w:t>nul caractère ne pouvait être plus joyeux que le sien</w:t>
      </w:r>
      <w:r w:rsidR="004A4993">
        <w:t xml:space="preserve">, </w:t>
      </w:r>
      <w:r w:rsidRPr="004C3E92">
        <w:t>ni posséder dans une mesure plus considérable cette attente confiante de bonheur qui est le bonheur même</w:t>
      </w:r>
      <w:r w:rsidR="004A4993">
        <w:t xml:space="preserve">. </w:t>
      </w:r>
      <w:r w:rsidRPr="004C3E92">
        <w:t>Mais</w:t>
      </w:r>
      <w:r w:rsidR="004A4993">
        <w:t xml:space="preserve">, </w:t>
      </w:r>
      <w:r w:rsidRPr="004C3E92">
        <w:t>dans la douleur</w:t>
      </w:r>
      <w:r w:rsidR="004A4993">
        <w:t xml:space="preserve">, </w:t>
      </w:r>
      <w:r w:rsidRPr="004C3E92">
        <w:t>il fallait qu</w:t>
      </w:r>
      <w:r w:rsidR="004A4993">
        <w:t>’</w:t>
      </w:r>
      <w:r w:rsidRPr="004C3E92">
        <w:t>elle fût également emportée par son imagination</w:t>
      </w:r>
      <w:r w:rsidR="004A4993">
        <w:t xml:space="preserve">, </w:t>
      </w:r>
      <w:r w:rsidRPr="004C3E92">
        <w:t xml:space="preserve">et tout autant </w:t>
      </w:r>
      <w:proofErr w:type="spellStart"/>
      <w:r w:rsidRPr="004C3E92">
        <w:t>au delà</w:t>
      </w:r>
      <w:proofErr w:type="spellEnd"/>
      <w:r w:rsidRPr="004C3E92">
        <w:t xml:space="preserve"> de toute consolation que</w:t>
      </w:r>
      <w:r w:rsidR="004A4993">
        <w:t xml:space="preserve">, </w:t>
      </w:r>
      <w:r w:rsidRPr="004C3E92">
        <w:t>dans le plaisir</w:t>
      </w:r>
      <w:r w:rsidR="004A4993">
        <w:t xml:space="preserve">, </w:t>
      </w:r>
      <w:r w:rsidRPr="004C3E92">
        <w:t>elle l</w:t>
      </w:r>
      <w:r w:rsidR="004A4993">
        <w:t>’</w:t>
      </w:r>
      <w:r w:rsidRPr="004C3E92">
        <w:t>était de tout mélange</w:t>
      </w:r>
      <w:r w:rsidR="004A4993">
        <w:t>.</w:t>
      </w:r>
    </w:p>
    <w:p w14:paraId="460DF83C" w14:textId="77777777" w:rsidR="004A4993" w:rsidRDefault="008C5C61" w:rsidP="004A4993">
      <w:r w:rsidRPr="004C3E92">
        <w:t>Mrs</w:t>
      </w:r>
      <w:r w:rsidR="004A4993">
        <w:t xml:space="preserve">. </w:t>
      </w:r>
      <w:r w:rsidRPr="004C3E92">
        <w:t xml:space="preserve">John </w:t>
      </w:r>
      <w:proofErr w:type="spellStart"/>
      <w:r w:rsidRPr="004C3E92">
        <w:t>Dashwood</w:t>
      </w:r>
      <w:proofErr w:type="spellEnd"/>
      <w:r w:rsidRPr="004C3E92">
        <w:t xml:space="preserve"> n</w:t>
      </w:r>
      <w:r w:rsidR="004A4993">
        <w:t>’</w:t>
      </w:r>
      <w:r w:rsidRPr="004C3E92">
        <w:t>approuvait nullement ce que son mari avait l</w:t>
      </w:r>
      <w:r w:rsidR="004A4993">
        <w:t>’</w:t>
      </w:r>
      <w:r w:rsidRPr="004C3E92">
        <w:t>intention de faire pour ses sœurs</w:t>
      </w:r>
      <w:r w:rsidR="004A4993">
        <w:t xml:space="preserve">. </w:t>
      </w:r>
      <w:r w:rsidRPr="004C3E92">
        <w:t>Enlever trois mille livres à la fortune de leur cher petit garçon</w:t>
      </w:r>
      <w:r w:rsidR="004A4993">
        <w:t xml:space="preserve">, </w:t>
      </w:r>
      <w:r w:rsidRPr="004C3E92">
        <w:t>ce serait l</w:t>
      </w:r>
      <w:r w:rsidR="004A4993">
        <w:t>’</w:t>
      </w:r>
      <w:r w:rsidRPr="004C3E92">
        <w:t>appauvrir dans la mesure la plus épouvantable</w:t>
      </w:r>
      <w:r w:rsidR="004A4993">
        <w:t xml:space="preserve">. </w:t>
      </w:r>
      <w:r w:rsidRPr="004C3E92">
        <w:t>Elle le supplia de réfléchir à nouveau sur la question</w:t>
      </w:r>
      <w:r w:rsidR="004A4993">
        <w:t xml:space="preserve">. </w:t>
      </w:r>
      <w:r w:rsidRPr="004C3E92">
        <w:t>Comment pourrait-il en répondre devant lui-même</w:t>
      </w:r>
      <w:r w:rsidR="004A4993">
        <w:t xml:space="preserve">, </w:t>
      </w:r>
      <w:r w:rsidRPr="004C3E92">
        <w:t>s</w:t>
      </w:r>
      <w:r w:rsidR="004A4993">
        <w:t>’</w:t>
      </w:r>
      <w:r w:rsidRPr="004C3E92">
        <w:t>il dépouillait son enfant</w:t>
      </w:r>
      <w:r w:rsidR="004A4993">
        <w:t xml:space="preserve"> – </w:t>
      </w:r>
      <w:r w:rsidRPr="004C3E92">
        <w:t>enfant unique</w:t>
      </w:r>
      <w:r w:rsidR="004A4993">
        <w:t xml:space="preserve">, </w:t>
      </w:r>
      <w:r w:rsidRPr="004C3E92">
        <w:t>qui plus est</w:t>
      </w:r>
      <w:r w:rsidR="004A4993">
        <w:t xml:space="preserve"> – </w:t>
      </w:r>
      <w:r w:rsidRPr="004C3E92">
        <w:t>d</w:t>
      </w:r>
      <w:r w:rsidR="004A4993">
        <w:t>’</w:t>
      </w:r>
      <w:r w:rsidRPr="004C3E92">
        <w:t>une somme aussi considérable</w:t>
      </w:r>
      <w:r w:rsidR="004A4993">
        <w:t xml:space="preserve"> ? </w:t>
      </w:r>
      <w:r w:rsidRPr="004C3E92">
        <w:t>Et quel droit po</w:t>
      </w:r>
      <w:r w:rsidRPr="004C3E92">
        <w:t>u</w:t>
      </w:r>
      <w:r w:rsidRPr="004C3E92">
        <w:t>vaient bien avoir sur sa générosité</w:t>
      </w:r>
      <w:r w:rsidR="004A4993">
        <w:t xml:space="preserve">, </w:t>
      </w:r>
      <w:r w:rsidRPr="004C3E92">
        <w:lastRenderedPageBreak/>
        <w:t>dans une telle mesure</w:t>
      </w:r>
      <w:r w:rsidR="004A4993">
        <w:t xml:space="preserve">, </w:t>
      </w:r>
      <w:r w:rsidRPr="004C3E92">
        <w:t xml:space="preserve">les demoiselles </w:t>
      </w:r>
      <w:proofErr w:type="spellStart"/>
      <w:r w:rsidRPr="004C3E92">
        <w:t>Dashwood</w:t>
      </w:r>
      <w:proofErr w:type="spellEnd"/>
      <w:r w:rsidR="004A4993">
        <w:t xml:space="preserve">, </w:t>
      </w:r>
      <w:r w:rsidRPr="004C3E92">
        <w:t>qui ne lui étaient apparentées que par la consanguinité</w:t>
      </w:r>
      <w:r w:rsidR="004A4993">
        <w:t xml:space="preserve">, </w:t>
      </w:r>
      <w:r w:rsidRPr="004C3E92">
        <w:t>ce qu</w:t>
      </w:r>
      <w:r w:rsidR="004A4993">
        <w:t>’</w:t>
      </w:r>
      <w:r w:rsidRPr="004C3E92">
        <w:t>elle considérait comme n</w:t>
      </w:r>
      <w:r w:rsidR="004A4993">
        <w:t>’</w:t>
      </w:r>
      <w:r w:rsidRPr="004C3E92">
        <w:t>étant nullement une parenté</w:t>
      </w:r>
      <w:r w:rsidR="004A4993">
        <w:t xml:space="preserve"> ? </w:t>
      </w:r>
      <w:r w:rsidRPr="004C3E92">
        <w:t>On savait fort bien qu</w:t>
      </w:r>
      <w:r w:rsidR="004A4993">
        <w:t>’</w:t>
      </w:r>
      <w:r w:rsidRPr="004C3E92">
        <w:t>aucune affection n</w:t>
      </w:r>
      <w:r w:rsidR="004A4993">
        <w:t>’</w:t>
      </w:r>
      <w:r w:rsidRPr="004C3E92">
        <w:t>est j</w:t>
      </w:r>
      <w:r w:rsidRPr="004C3E92">
        <w:t>a</w:t>
      </w:r>
      <w:r w:rsidRPr="004C3E92">
        <w:t>mais censée exister entre les enfants d</w:t>
      </w:r>
      <w:r w:rsidR="004A4993">
        <w:t>’</w:t>
      </w:r>
      <w:r w:rsidRPr="004C3E92">
        <w:t>un homme quelconque</w:t>
      </w:r>
      <w:r w:rsidR="004A4993">
        <w:t xml:space="preserve">, </w:t>
      </w:r>
      <w:r w:rsidRPr="004C3E92">
        <w:t>provenant de mariages différents</w:t>
      </w:r>
      <w:r w:rsidR="004A4993">
        <w:t xml:space="preserve"> ; </w:t>
      </w:r>
      <w:r w:rsidRPr="004C3E92">
        <w:t>et pourquoi devrait-il se ru</w:t>
      </w:r>
      <w:r w:rsidRPr="004C3E92">
        <w:t>i</w:t>
      </w:r>
      <w:r w:rsidRPr="004C3E92">
        <w:t>ner</w:t>
      </w:r>
      <w:r w:rsidR="004A4993">
        <w:t xml:space="preserve">, </w:t>
      </w:r>
      <w:r w:rsidRPr="004C3E92">
        <w:t>et ruiner leur pauvre petit Harry</w:t>
      </w:r>
      <w:r w:rsidR="004A4993">
        <w:t xml:space="preserve">, </w:t>
      </w:r>
      <w:r w:rsidRPr="004C3E92">
        <w:t>en donnant tout son a</w:t>
      </w:r>
      <w:r w:rsidRPr="004C3E92">
        <w:t>r</w:t>
      </w:r>
      <w:r w:rsidRPr="004C3E92">
        <w:t>gent à ses demi-sœurs</w:t>
      </w:r>
      <w:r w:rsidR="004A4993">
        <w:t> ?</w:t>
      </w:r>
    </w:p>
    <w:p w14:paraId="09057247" w14:textId="77777777" w:rsidR="004A4993" w:rsidRDefault="004A4993" w:rsidP="004A4993">
      <w:r>
        <w:t>— </w:t>
      </w:r>
      <w:r w:rsidR="008C5C61" w:rsidRPr="004C3E92">
        <w:t>Ça a été la dernière requête que m</w:t>
      </w:r>
      <w:r>
        <w:t>’</w:t>
      </w:r>
      <w:r w:rsidR="008C5C61" w:rsidRPr="004C3E92">
        <w:t>ait adressée mon père</w:t>
      </w:r>
      <w:r>
        <w:t xml:space="preserve">, </w:t>
      </w:r>
      <w:r w:rsidR="008C5C61" w:rsidRPr="004C3E92">
        <w:t>répondit son mari</w:t>
      </w:r>
      <w:r>
        <w:t xml:space="preserve">, </w:t>
      </w:r>
      <w:r w:rsidR="008C5C61" w:rsidRPr="004C3E92">
        <w:t>que j</w:t>
      </w:r>
      <w:r>
        <w:t>’</w:t>
      </w:r>
      <w:r w:rsidR="008C5C61" w:rsidRPr="004C3E92">
        <w:t>aide sa veuve et ses filles</w:t>
      </w:r>
      <w:r>
        <w:t>.</w:t>
      </w:r>
    </w:p>
    <w:p w14:paraId="13B5512E" w14:textId="77777777" w:rsidR="004A4993" w:rsidRDefault="004A4993" w:rsidP="004A4993">
      <w:r>
        <w:t>— </w:t>
      </w:r>
      <w:r w:rsidR="008C5C61" w:rsidRPr="004C3E92">
        <w:t>Il ne savait pas de quoi il parlait</w:t>
      </w:r>
      <w:r>
        <w:t xml:space="preserve">, </w:t>
      </w:r>
      <w:r w:rsidR="008C5C61" w:rsidRPr="004C3E92">
        <w:t>j</w:t>
      </w:r>
      <w:r>
        <w:t>’</w:t>
      </w:r>
      <w:r w:rsidR="008C5C61" w:rsidRPr="004C3E92">
        <w:t>en suis persuadée</w:t>
      </w:r>
      <w:r>
        <w:t xml:space="preserve"> ; </w:t>
      </w:r>
      <w:r w:rsidR="008C5C61" w:rsidRPr="004C3E92">
        <w:t>il y a dix à parier contre un</w:t>
      </w:r>
      <w:r>
        <w:t xml:space="preserve">, </w:t>
      </w:r>
      <w:r w:rsidR="008C5C61" w:rsidRPr="004C3E92">
        <w:t>qu</w:t>
      </w:r>
      <w:r>
        <w:t>’</w:t>
      </w:r>
      <w:r w:rsidR="008C5C61" w:rsidRPr="004C3E92">
        <w:t>il n</w:t>
      </w:r>
      <w:r>
        <w:t>’</w:t>
      </w:r>
      <w:r w:rsidR="008C5C61" w:rsidRPr="004C3E92">
        <w:t>avait plus toute sa tête</w:t>
      </w:r>
      <w:r>
        <w:t xml:space="preserve">, </w:t>
      </w:r>
      <w:r w:rsidR="008C5C61" w:rsidRPr="004C3E92">
        <w:t>à ce m</w:t>
      </w:r>
      <w:r w:rsidR="008C5C61" w:rsidRPr="004C3E92">
        <w:t>o</w:t>
      </w:r>
      <w:r w:rsidR="008C5C61" w:rsidRPr="004C3E92">
        <w:t>ment-là</w:t>
      </w:r>
      <w:r>
        <w:t xml:space="preserve">. </w:t>
      </w:r>
      <w:r w:rsidR="008C5C61" w:rsidRPr="004C3E92">
        <w:t>S</w:t>
      </w:r>
      <w:r>
        <w:t>’</w:t>
      </w:r>
      <w:r w:rsidR="008C5C61" w:rsidRPr="004C3E92">
        <w:t>il avait eu tous ses esprits</w:t>
      </w:r>
      <w:r>
        <w:t xml:space="preserve">, </w:t>
      </w:r>
      <w:r w:rsidR="008C5C61" w:rsidRPr="004C3E92">
        <w:t>il n</w:t>
      </w:r>
      <w:r>
        <w:t>’</w:t>
      </w:r>
      <w:r w:rsidR="008C5C61" w:rsidRPr="004C3E92">
        <w:t>aurait pas pu lui venir à l</w:t>
      </w:r>
      <w:r>
        <w:t>’</w:t>
      </w:r>
      <w:r w:rsidR="008C5C61" w:rsidRPr="004C3E92">
        <w:t>idée de te supplier de donner la moitié de ta fortune en l</w:t>
      </w:r>
      <w:r>
        <w:t>’</w:t>
      </w:r>
      <w:r w:rsidR="008C5C61" w:rsidRPr="004C3E92">
        <w:t>enlevant à ton propre enfant</w:t>
      </w:r>
      <w:r>
        <w:t>.</w:t>
      </w:r>
    </w:p>
    <w:p w14:paraId="1E64BA31" w14:textId="77777777" w:rsidR="004A4993" w:rsidRDefault="004A4993" w:rsidP="004A4993">
      <w:r>
        <w:t>— </w:t>
      </w:r>
      <w:r w:rsidR="008C5C61" w:rsidRPr="004C3E92">
        <w:t>Il n</w:t>
      </w:r>
      <w:r>
        <w:t>’</w:t>
      </w:r>
      <w:r w:rsidR="008C5C61" w:rsidRPr="004C3E92">
        <w:t>a stipulé aucune somme déterminée</w:t>
      </w:r>
      <w:r>
        <w:t xml:space="preserve">, </w:t>
      </w:r>
      <w:r w:rsidR="008C5C61" w:rsidRPr="004C3E92">
        <w:t>ma chère Fa</w:t>
      </w:r>
      <w:r w:rsidR="008C5C61" w:rsidRPr="004C3E92">
        <w:t>n</w:t>
      </w:r>
      <w:r w:rsidR="008C5C61" w:rsidRPr="004C3E92">
        <w:t>ny</w:t>
      </w:r>
      <w:r>
        <w:t xml:space="preserve"> ; </w:t>
      </w:r>
      <w:r w:rsidR="008C5C61" w:rsidRPr="004C3E92">
        <w:t>il m</w:t>
      </w:r>
      <w:r>
        <w:t>’</w:t>
      </w:r>
      <w:r w:rsidR="008C5C61" w:rsidRPr="004C3E92">
        <w:t>a simplement prié</w:t>
      </w:r>
      <w:r>
        <w:t xml:space="preserve">, </w:t>
      </w:r>
      <w:r w:rsidR="008C5C61" w:rsidRPr="004C3E92">
        <w:t>dans les termes les plus généraux</w:t>
      </w:r>
      <w:r>
        <w:t xml:space="preserve">, </w:t>
      </w:r>
      <w:r w:rsidR="008C5C61" w:rsidRPr="004C3E92">
        <w:t>de les aider et de rendre leur situation plus aisée qu</w:t>
      </w:r>
      <w:r>
        <w:t>’</w:t>
      </w:r>
      <w:r w:rsidR="008C5C61" w:rsidRPr="004C3E92">
        <w:t>il n</w:t>
      </w:r>
      <w:r>
        <w:t>’</w:t>
      </w:r>
      <w:r w:rsidR="008C5C61" w:rsidRPr="004C3E92">
        <w:t>était en son pouvoir de le faire</w:t>
      </w:r>
      <w:r>
        <w:t xml:space="preserve">. </w:t>
      </w:r>
      <w:r w:rsidR="008C5C61" w:rsidRPr="004C3E92">
        <w:t>Peut-être eût-il aussi bien fait de s</w:t>
      </w:r>
      <w:r>
        <w:t>’</w:t>
      </w:r>
      <w:r w:rsidR="008C5C61" w:rsidRPr="004C3E92">
        <w:t>en remettre entièrement à moi</w:t>
      </w:r>
      <w:r>
        <w:t xml:space="preserve">. </w:t>
      </w:r>
      <w:r w:rsidR="008C5C61" w:rsidRPr="004C3E92">
        <w:t>Il ne pouvait guère supposer que je les négligerais</w:t>
      </w:r>
      <w:r>
        <w:t xml:space="preserve">. </w:t>
      </w:r>
      <w:r w:rsidR="008C5C61" w:rsidRPr="004C3E92">
        <w:t>Mais comme il a exigé la promesse</w:t>
      </w:r>
      <w:r>
        <w:t xml:space="preserve">, </w:t>
      </w:r>
      <w:r w:rsidR="008C5C61" w:rsidRPr="004C3E92">
        <w:t>je n</w:t>
      </w:r>
      <w:r>
        <w:t>’</w:t>
      </w:r>
      <w:r w:rsidR="008C5C61" w:rsidRPr="004C3E92">
        <w:t>ai pu moins faire que de la lui donner</w:t>
      </w:r>
      <w:r>
        <w:t xml:space="preserve"> : </w:t>
      </w:r>
      <w:r w:rsidR="008C5C61" w:rsidRPr="004C3E92">
        <w:t>c</w:t>
      </w:r>
      <w:r>
        <w:t>’</w:t>
      </w:r>
      <w:r w:rsidR="008C5C61" w:rsidRPr="004C3E92">
        <w:t>est</w:t>
      </w:r>
      <w:r>
        <w:t xml:space="preserve">, </w:t>
      </w:r>
      <w:r w:rsidR="008C5C61" w:rsidRPr="004C3E92">
        <w:t>du moins</w:t>
      </w:r>
      <w:r>
        <w:t xml:space="preserve">, </w:t>
      </w:r>
      <w:r w:rsidR="008C5C61" w:rsidRPr="004C3E92">
        <w:t>ce qu</w:t>
      </w:r>
      <w:r>
        <w:t>’</w:t>
      </w:r>
      <w:r w:rsidR="008C5C61" w:rsidRPr="004C3E92">
        <w:t>il m</w:t>
      </w:r>
      <w:r>
        <w:t>’</w:t>
      </w:r>
      <w:r w:rsidR="008C5C61" w:rsidRPr="004C3E92">
        <w:t>a semblé à l</w:t>
      </w:r>
      <w:r>
        <w:t>’</w:t>
      </w:r>
      <w:r w:rsidR="008C5C61" w:rsidRPr="004C3E92">
        <w:t>époque</w:t>
      </w:r>
      <w:r>
        <w:t xml:space="preserve">. </w:t>
      </w:r>
      <w:r w:rsidR="008C5C61" w:rsidRPr="004C3E92">
        <w:t>La promesse</w:t>
      </w:r>
      <w:r>
        <w:t xml:space="preserve">, </w:t>
      </w:r>
      <w:r w:rsidR="008C5C61" w:rsidRPr="004C3E92">
        <w:t>donc</w:t>
      </w:r>
      <w:r>
        <w:t xml:space="preserve">, </w:t>
      </w:r>
      <w:r w:rsidR="008C5C61" w:rsidRPr="004C3E92">
        <w:t>a été faite</w:t>
      </w:r>
      <w:r>
        <w:t xml:space="preserve">, </w:t>
      </w:r>
      <w:r w:rsidR="008C5C61" w:rsidRPr="004C3E92">
        <w:t>et il faut qu</w:t>
      </w:r>
      <w:r>
        <w:t>’</w:t>
      </w:r>
      <w:r w:rsidR="008C5C61" w:rsidRPr="004C3E92">
        <w:t>elle soit tenue</w:t>
      </w:r>
      <w:r>
        <w:t xml:space="preserve">. </w:t>
      </w:r>
      <w:r w:rsidR="008C5C61" w:rsidRPr="004C3E92">
        <w:t>Il faut donc qu</w:t>
      </w:r>
      <w:r>
        <w:t>’</w:t>
      </w:r>
      <w:r w:rsidR="008C5C61" w:rsidRPr="004C3E92">
        <w:t>on fasse quelque chose pour elles</w:t>
      </w:r>
      <w:r>
        <w:t xml:space="preserve">, </w:t>
      </w:r>
      <w:r w:rsidR="008C5C61" w:rsidRPr="004C3E92">
        <w:t xml:space="preserve">le jour où elles quitteront </w:t>
      </w:r>
      <w:proofErr w:type="spellStart"/>
      <w:r w:rsidR="008C5C61" w:rsidRPr="004C3E92">
        <w:t>Norland</w:t>
      </w:r>
      <w:proofErr w:type="spellEnd"/>
      <w:r w:rsidR="008C5C61" w:rsidRPr="004C3E92">
        <w:t xml:space="preserve"> et s</w:t>
      </w:r>
      <w:r>
        <w:t>’</w:t>
      </w:r>
      <w:r w:rsidR="008C5C61" w:rsidRPr="004C3E92">
        <w:t>installeront dans un foyer nouveau</w:t>
      </w:r>
      <w:r>
        <w:t>.</w:t>
      </w:r>
    </w:p>
    <w:p w14:paraId="6BA01C01" w14:textId="77777777" w:rsidR="004A4993" w:rsidRDefault="004A4993" w:rsidP="004A4993">
      <w:r>
        <w:t>— </w:t>
      </w:r>
      <w:r w:rsidR="008C5C61" w:rsidRPr="004C3E92">
        <w:t>Soit</w:t>
      </w:r>
      <w:r>
        <w:t xml:space="preserve">, </w:t>
      </w:r>
      <w:r w:rsidR="008C5C61" w:rsidRPr="004C3E92">
        <w:t>donc</w:t>
      </w:r>
      <w:r>
        <w:t xml:space="preserve"> ; </w:t>
      </w:r>
      <w:r w:rsidR="008C5C61" w:rsidRPr="004C3E92">
        <w:t>qu</w:t>
      </w:r>
      <w:r>
        <w:t>’</w:t>
      </w:r>
      <w:r w:rsidR="008C5C61" w:rsidRPr="004C3E92">
        <w:t>on fasse quelque chose pour elles</w:t>
      </w:r>
      <w:r>
        <w:t xml:space="preserve"> ; </w:t>
      </w:r>
      <w:r w:rsidR="008C5C61" w:rsidRPr="004C3E92">
        <w:t>mais il n</w:t>
      </w:r>
      <w:r>
        <w:t>’</w:t>
      </w:r>
      <w:r w:rsidR="008C5C61" w:rsidRPr="004C3E92">
        <w:t>est pas nécessaire que ce quelque chose soit trois mille livres</w:t>
      </w:r>
      <w:r>
        <w:t xml:space="preserve">. </w:t>
      </w:r>
      <w:r w:rsidR="008C5C61" w:rsidRPr="004C3E92">
        <w:t>Songe</w:t>
      </w:r>
      <w:r>
        <w:t xml:space="preserve">, </w:t>
      </w:r>
      <w:r w:rsidR="008C5C61" w:rsidRPr="004C3E92">
        <w:t>ajouta-t-elle</w:t>
      </w:r>
      <w:r>
        <w:t xml:space="preserve">, </w:t>
      </w:r>
      <w:r w:rsidR="008C5C61" w:rsidRPr="004C3E92">
        <w:t>qu</w:t>
      </w:r>
      <w:r>
        <w:t>’</w:t>
      </w:r>
      <w:r w:rsidR="008C5C61" w:rsidRPr="004C3E92">
        <w:t>une fois cet argent sorti de nos mains</w:t>
      </w:r>
      <w:r>
        <w:t xml:space="preserve">, </w:t>
      </w:r>
      <w:r w:rsidR="008C5C61" w:rsidRPr="004C3E92">
        <w:t>il n</w:t>
      </w:r>
      <w:r>
        <w:t>’</w:t>
      </w:r>
      <w:r w:rsidR="008C5C61" w:rsidRPr="004C3E92">
        <w:t>y pourra jamais revenir</w:t>
      </w:r>
      <w:r>
        <w:t xml:space="preserve">. </w:t>
      </w:r>
      <w:r w:rsidR="008C5C61" w:rsidRPr="004C3E92">
        <w:t>Tes sœurs se marieront</w:t>
      </w:r>
      <w:r>
        <w:t xml:space="preserve">, </w:t>
      </w:r>
      <w:r w:rsidR="008C5C61" w:rsidRPr="004C3E92">
        <w:t>et il sera di</w:t>
      </w:r>
      <w:r w:rsidR="008C5C61" w:rsidRPr="004C3E92">
        <w:t>s</w:t>
      </w:r>
      <w:r w:rsidR="008C5C61" w:rsidRPr="004C3E92">
        <w:t>paru à jamais</w:t>
      </w:r>
      <w:r>
        <w:t xml:space="preserve">. </w:t>
      </w:r>
      <w:r w:rsidR="008C5C61" w:rsidRPr="004C3E92">
        <w:t>Si</w:t>
      </w:r>
      <w:r>
        <w:t xml:space="preserve">, </w:t>
      </w:r>
      <w:r w:rsidR="008C5C61" w:rsidRPr="004C3E92">
        <w:t>en effet</w:t>
      </w:r>
      <w:r>
        <w:t xml:space="preserve">, </w:t>
      </w:r>
      <w:r w:rsidR="008C5C61" w:rsidRPr="004C3E92">
        <w:t>il pouvait jamais être restitué à notre pauvre petit</w:t>
      </w:r>
      <w:r>
        <w:t>…</w:t>
      </w:r>
    </w:p>
    <w:p w14:paraId="7BA1B9D6" w14:textId="77777777" w:rsidR="004A4993" w:rsidRDefault="004A4993" w:rsidP="004A4993">
      <w:r>
        <w:lastRenderedPageBreak/>
        <w:t>— </w:t>
      </w:r>
      <w:r w:rsidR="008C5C61" w:rsidRPr="004C3E92">
        <w:t>Ah</w:t>
      </w:r>
      <w:r>
        <w:t xml:space="preserve">, </w:t>
      </w:r>
      <w:r w:rsidR="008C5C61" w:rsidRPr="004C3E92">
        <w:t>certes</w:t>
      </w:r>
      <w:r>
        <w:t xml:space="preserve">, </w:t>
      </w:r>
      <w:r w:rsidR="008C5C61" w:rsidRPr="004C3E92">
        <w:t>dit son père</w:t>
      </w:r>
      <w:r>
        <w:t xml:space="preserve">, </w:t>
      </w:r>
      <w:r w:rsidR="008C5C61" w:rsidRPr="004C3E92">
        <w:t>fort gravement</w:t>
      </w:r>
      <w:r>
        <w:t xml:space="preserve">, </w:t>
      </w:r>
      <w:r w:rsidR="008C5C61" w:rsidRPr="004C3E92">
        <w:t>cela ferait une différence considérable</w:t>
      </w:r>
      <w:r>
        <w:t xml:space="preserve">. </w:t>
      </w:r>
      <w:r w:rsidR="008C5C61" w:rsidRPr="004C3E92">
        <w:t>Il peut se faire qu</w:t>
      </w:r>
      <w:r>
        <w:t>’</w:t>
      </w:r>
      <w:r w:rsidR="008C5C61" w:rsidRPr="004C3E92">
        <w:t>il vienne un temps où Harry regrettera que nous nous soyons départis d</w:t>
      </w:r>
      <w:r>
        <w:t>’</w:t>
      </w:r>
      <w:r w:rsidR="008C5C61" w:rsidRPr="004C3E92">
        <w:t>une somme aussi importante</w:t>
      </w:r>
      <w:r>
        <w:t xml:space="preserve">. </w:t>
      </w:r>
      <w:r w:rsidR="008C5C61" w:rsidRPr="004C3E92">
        <w:t>Au cas où il aurait une nombreuse famille</w:t>
      </w:r>
      <w:r>
        <w:t xml:space="preserve">, </w:t>
      </w:r>
      <w:r w:rsidR="008C5C61" w:rsidRPr="004C3E92">
        <w:t>par exemple</w:t>
      </w:r>
      <w:r>
        <w:t xml:space="preserve">, </w:t>
      </w:r>
      <w:r w:rsidR="008C5C61" w:rsidRPr="004C3E92">
        <w:t>cela constituerait un supplément fort utile</w:t>
      </w:r>
      <w:r>
        <w:t>.</w:t>
      </w:r>
    </w:p>
    <w:p w14:paraId="29048AE8" w14:textId="77777777" w:rsidR="004A4993" w:rsidRDefault="004A4993" w:rsidP="004A4993">
      <w:r>
        <w:t>— </w:t>
      </w:r>
      <w:r w:rsidR="008C5C61" w:rsidRPr="004C3E92">
        <w:t>Assurément</w:t>
      </w:r>
      <w:r>
        <w:t>.</w:t>
      </w:r>
    </w:p>
    <w:p w14:paraId="0C958CDE" w14:textId="77777777" w:rsidR="004A4993" w:rsidRDefault="004A4993" w:rsidP="004A4993">
      <w:r>
        <w:t>— </w:t>
      </w:r>
      <w:r w:rsidR="008C5C61" w:rsidRPr="004C3E92">
        <w:t>Peut-être</w:t>
      </w:r>
      <w:r>
        <w:t xml:space="preserve">, </w:t>
      </w:r>
      <w:r w:rsidR="008C5C61" w:rsidRPr="004C3E92">
        <w:t>alors</w:t>
      </w:r>
      <w:r>
        <w:t xml:space="preserve">, </w:t>
      </w:r>
      <w:r w:rsidR="008C5C61" w:rsidRPr="004C3E92">
        <w:t>vaudrait-il mieux pour tous les intére</w:t>
      </w:r>
      <w:r w:rsidR="008C5C61" w:rsidRPr="004C3E92">
        <w:t>s</w:t>
      </w:r>
      <w:r w:rsidR="008C5C61" w:rsidRPr="004C3E92">
        <w:t>sés que la somme fût diminuée de moitié</w:t>
      </w:r>
      <w:r>
        <w:t xml:space="preserve">. </w:t>
      </w:r>
      <w:r w:rsidR="008C5C61" w:rsidRPr="004C3E92">
        <w:t>Cinq cents livres</w:t>
      </w:r>
      <w:r>
        <w:t xml:space="preserve">, </w:t>
      </w:r>
      <w:r w:rsidR="008C5C61" w:rsidRPr="004C3E92">
        <w:t>ce serait un accroissement prodigieux de leurs fortunes</w:t>
      </w:r>
      <w:r>
        <w:t> !</w:t>
      </w:r>
    </w:p>
    <w:p w14:paraId="0A1C8FA8" w14:textId="77777777" w:rsidR="004A4993" w:rsidRDefault="004A4993" w:rsidP="004A4993">
      <w:r>
        <w:t>— </w:t>
      </w:r>
      <w:r w:rsidR="008C5C61" w:rsidRPr="004C3E92">
        <w:t>Oh</w:t>
      </w:r>
      <w:r>
        <w:t xml:space="preserve"> ! </w:t>
      </w:r>
      <w:proofErr w:type="spellStart"/>
      <w:r w:rsidR="008C5C61" w:rsidRPr="004C3E92">
        <w:t>Au delà</w:t>
      </w:r>
      <w:proofErr w:type="spellEnd"/>
      <w:r w:rsidR="008C5C61" w:rsidRPr="004C3E92">
        <w:t xml:space="preserve"> de tout ce qu</w:t>
      </w:r>
      <w:r>
        <w:t>’</w:t>
      </w:r>
      <w:r w:rsidR="008C5C61" w:rsidRPr="004C3E92">
        <w:t>on peut concevoir de grand</w:t>
      </w:r>
      <w:r>
        <w:t xml:space="preserve"> ! </w:t>
      </w:r>
      <w:r w:rsidR="008C5C61" w:rsidRPr="004C3E92">
        <w:t>Quel frère au monde en ferait seulement la moitié pour ses sœurs</w:t>
      </w:r>
      <w:r>
        <w:t xml:space="preserve">, </w:t>
      </w:r>
      <w:r w:rsidR="008C5C61" w:rsidRPr="004C3E92">
        <w:t>même si c</w:t>
      </w:r>
      <w:r>
        <w:t>’</w:t>
      </w:r>
      <w:r w:rsidR="008C5C61" w:rsidRPr="004C3E92">
        <w:t>étaient réellement ses sœurs</w:t>
      </w:r>
      <w:r>
        <w:t xml:space="preserve"> ? </w:t>
      </w:r>
      <w:r w:rsidR="008C5C61" w:rsidRPr="004C3E92">
        <w:t>Et</w:t>
      </w:r>
      <w:r>
        <w:t xml:space="preserve">, </w:t>
      </w:r>
      <w:r w:rsidR="008C5C61" w:rsidRPr="004C3E92">
        <w:t>en l</w:t>
      </w:r>
      <w:r>
        <w:t>’</w:t>
      </w:r>
      <w:r w:rsidR="008C5C61" w:rsidRPr="004C3E92">
        <w:t>espèce</w:t>
      </w:r>
      <w:r>
        <w:t xml:space="preserve">, </w:t>
      </w:r>
      <w:r w:rsidR="008C5C61" w:rsidRPr="004C3E92">
        <w:t>il ne s</w:t>
      </w:r>
      <w:r>
        <w:t>’</w:t>
      </w:r>
      <w:r w:rsidR="008C5C61" w:rsidRPr="004C3E92">
        <w:t>agit que de consanguinité</w:t>
      </w:r>
      <w:r>
        <w:t xml:space="preserve"> ! </w:t>
      </w:r>
      <w:r w:rsidR="008C5C61" w:rsidRPr="004C3E92">
        <w:t>Mais tu as le tempérament te</w:t>
      </w:r>
      <w:r w:rsidR="008C5C61" w:rsidRPr="004C3E92">
        <w:t>l</w:t>
      </w:r>
      <w:r w:rsidR="008C5C61" w:rsidRPr="004C3E92">
        <w:t>lement généreux</w:t>
      </w:r>
      <w:r>
        <w:t> !</w:t>
      </w:r>
    </w:p>
    <w:p w14:paraId="4DA099B8" w14:textId="77777777" w:rsidR="004A4993" w:rsidRDefault="004A4993" w:rsidP="004A4993">
      <w:r>
        <w:t>— </w:t>
      </w:r>
      <w:r w:rsidR="008C5C61" w:rsidRPr="004C3E92">
        <w:t>Je ne voudrais rien faire de mesquin</w:t>
      </w:r>
      <w:r>
        <w:t xml:space="preserve">, </w:t>
      </w:r>
      <w:r w:rsidR="008C5C61" w:rsidRPr="004C3E92">
        <w:t>répondit-il</w:t>
      </w:r>
      <w:r>
        <w:t xml:space="preserve">. </w:t>
      </w:r>
      <w:r w:rsidR="008C5C61" w:rsidRPr="004C3E92">
        <w:t>On a</w:t>
      </w:r>
      <w:r w:rsidR="008C5C61" w:rsidRPr="004C3E92">
        <w:t>i</w:t>
      </w:r>
      <w:r w:rsidR="008C5C61" w:rsidRPr="004C3E92">
        <w:t>merait mieux</w:t>
      </w:r>
      <w:r>
        <w:t xml:space="preserve">, </w:t>
      </w:r>
      <w:r w:rsidR="008C5C61" w:rsidRPr="004C3E92">
        <w:t>dans les cas de ce genre</w:t>
      </w:r>
      <w:r>
        <w:t xml:space="preserve">, </w:t>
      </w:r>
      <w:r w:rsidR="008C5C61" w:rsidRPr="004C3E92">
        <w:t>en faire trop que trop peu</w:t>
      </w:r>
      <w:r>
        <w:t xml:space="preserve">. </w:t>
      </w:r>
      <w:r w:rsidR="008C5C61" w:rsidRPr="004C3E92">
        <w:t>Personne</w:t>
      </w:r>
      <w:r>
        <w:t xml:space="preserve">, </w:t>
      </w:r>
      <w:r w:rsidR="008C5C61" w:rsidRPr="004C3E92">
        <w:t>du moins</w:t>
      </w:r>
      <w:r>
        <w:t xml:space="preserve">, </w:t>
      </w:r>
      <w:r w:rsidR="008C5C61" w:rsidRPr="004C3E92">
        <w:t>ne pourra penser que je n</w:t>
      </w:r>
      <w:r>
        <w:t>’</w:t>
      </w:r>
      <w:r w:rsidR="008C5C61" w:rsidRPr="004C3E92">
        <w:t>en ai pas fait assez pour elles</w:t>
      </w:r>
      <w:r>
        <w:t xml:space="preserve"> : </w:t>
      </w:r>
      <w:r w:rsidR="008C5C61" w:rsidRPr="004C3E92">
        <w:t>pas même elles-mêmes</w:t>
      </w:r>
      <w:r>
        <w:t xml:space="preserve">, </w:t>
      </w:r>
      <w:r w:rsidR="008C5C61" w:rsidRPr="004C3E92">
        <w:t>elles ne peuvent guère en espérer davantage</w:t>
      </w:r>
      <w:r>
        <w:t>.</w:t>
      </w:r>
    </w:p>
    <w:p w14:paraId="22E5D404" w14:textId="77777777" w:rsidR="004A4993" w:rsidRDefault="004A4993" w:rsidP="004A4993">
      <w:r>
        <w:t>— </w:t>
      </w:r>
      <w:r w:rsidR="008C5C61" w:rsidRPr="004C3E92">
        <w:t>On ne sait jamais ce qu</w:t>
      </w:r>
      <w:r>
        <w:t>’</w:t>
      </w:r>
      <w:r w:rsidR="008C5C61" w:rsidRPr="004C3E92">
        <w:t>elles espèrent</w:t>
      </w:r>
      <w:r>
        <w:t xml:space="preserve">, </w:t>
      </w:r>
      <w:r w:rsidR="008C5C61" w:rsidRPr="004C3E92">
        <w:t>dit la dame</w:t>
      </w:r>
      <w:r>
        <w:t xml:space="preserve">, </w:t>
      </w:r>
      <w:r w:rsidR="008C5C61" w:rsidRPr="004C3E92">
        <w:t>mais nous n</w:t>
      </w:r>
      <w:r>
        <w:t>’</w:t>
      </w:r>
      <w:r w:rsidR="008C5C61" w:rsidRPr="004C3E92">
        <w:t>avons pas à nous préoccuper de leurs espérances</w:t>
      </w:r>
      <w:r>
        <w:t xml:space="preserve"> ; </w:t>
      </w:r>
      <w:r w:rsidR="008C5C61" w:rsidRPr="004C3E92">
        <w:t>la question est</w:t>
      </w:r>
      <w:r>
        <w:t xml:space="preserve"> : </w:t>
      </w:r>
      <w:r w:rsidR="008C5C61" w:rsidRPr="004C3E92">
        <w:t>ce que tes moyens te permettent de faire</w:t>
      </w:r>
      <w:r>
        <w:t>.</w:t>
      </w:r>
    </w:p>
    <w:p w14:paraId="2CA87991" w14:textId="77777777" w:rsidR="004A4993" w:rsidRDefault="004A4993" w:rsidP="004A4993">
      <w:r>
        <w:t>— </w:t>
      </w:r>
      <w:r w:rsidR="008C5C61" w:rsidRPr="004C3E92">
        <w:t>Certainement</w:t>
      </w:r>
      <w:r>
        <w:t xml:space="preserve">, </w:t>
      </w:r>
      <w:r w:rsidR="008C5C61" w:rsidRPr="004C3E92">
        <w:t>et je crois qu</w:t>
      </w:r>
      <w:r>
        <w:t>’</w:t>
      </w:r>
      <w:r w:rsidR="008C5C61" w:rsidRPr="004C3E92">
        <w:t>ils me permettent de leur donner à chacune cinq cents livres</w:t>
      </w:r>
      <w:r>
        <w:t xml:space="preserve">. </w:t>
      </w:r>
      <w:r w:rsidR="008C5C61" w:rsidRPr="004C3E92">
        <w:t>Dans la situation actuelle</w:t>
      </w:r>
      <w:r>
        <w:t xml:space="preserve">, </w:t>
      </w:r>
      <w:r w:rsidR="008C5C61" w:rsidRPr="004C3E92">
        <w:t>sans aucun supplément de ma part</w:t>
      </w:r>
      <w:r>
        <w:t xml:space="preserve">, </w:t>
      </w:r>
      <w:r w:rsidR="008C5C61" w:rsidRPr="004C3E92">
        <w:t>elles auront chacune plus de trois mille livres à la mort de leur mère</w:t>
      </w:r>
      <w:r>
        <w:t xml:space="preserve"> : </w:t>
      </w:r>
      <w:r w:rsidR="008C5C61" w:rsidRPr="004C3E92">
        <w:t>c</w:t>
      </w:r>
      <w:r>
        <w:t>’</w:t>
      </w:r>
      <w:r w:rsidR="008C5C61" w:rsidRPr="004C3E92">
        <w:t>est là une fortune fort agréable pour une jeune femme</w:t>
      </w:r>
      <w:r>
        <w:t xml:space="preserve">, </w:t>
      </w:r>
      <w:r w:rsidR="008C5C61" w:rsidRPr="004C3E92">
        <w:t>quelle qu</w:t>
      </w:r>
      <w:r>
        <w:t>’</w:t>
      </w:r>
      <w:r w:rsidR="008C5C61" w:rsidRPr="004C3E92">
        <w:t>elle soit</w:t>
      </w:r>
      <w:r>
        <w:t>.</w:t>
      </w:r>
    </w:p>
    <w:p w14:paraId="51303F88" w14:textId="77777777" w:rsidR="004A4993" w:rsidRDefault="004A4993" w:rsidP="004A4993">
      <w:r>
        <w:lastRenderedPageBreak/>
        <w:t>— </w:t>
      </w:r>
      <w:r w:rsidR="008C5C61" w:rsidRPr="004C3E92">
        <w:t>Assurément</w:t>
      </w:r>
      <w:r>
        <w:t xml:space="preserve">, </w:t>
      </w:r>
      <w:r w:rsidR="008C5C61" w:rsidRPr="004C3E92">
        <w:t>et</w:t>
      </w:r>
      <w:r>
        <w:t xml:space="preserve">, </w:t>
      </w:r>
      <w:r w:rsidR="008C5C61" w:rsidRPr="004C3E92">
        <w:t>à dire vrai</w:t>
      </w:r>
      <w:r>
        <w:t xml:space="preserve">, </w:t>
      </w:r>
      <w:r w:rsidR="008C5C61" w:rsidRPr="004C3E92">
        <w:t>l</w:t>
      </w:r>
      <w:r>
        <w:t>’</w:t>
      </w:r>
      <w:r w:rsidR="008C5C61" w:rsidRPr="004C3E92">
        <w:t>idée me vient qu</w:t>
      </w:r>
      <w:r>
        <w:t>’</w:t>
      </w:r>
      <w:r w:rsidR="008C5C61" w:rsidRPr="004C3E92">
        <w:t>elles pou</w:t>
      </w:r>
      <w:r w:rsidR="008C5C61" w:rsidRPr="004C3E92">
        <w:t>r</w:t>
      </w:r>
      <w:r w:rsidR="008C5C61" w:rsidRPr="004C3E92">
        <w:t>ront n</w:t>
      </w:r>
      <w:r>
        <w:t>’</w:t>
      </w:r>
      <w:r w:rsidR="008C5C61" w:rsidRPr="004C3E92">
        <w:t>avoir besoin d</w:t>
      </w:r>
      <w:r>
        <w:t>’</w:t>
      </w:r>
      <w:r w:rsidR="008C5C61" w:rsidRPr="004C3E92">
        <w:t>aucun supplément</w:t>
      </w:r>
      <w:r>
        <w:t xml:space="preserve">. </w:t>
      </w:r>
      <w:r w:rsidR="008C5C61" w:rsidRPr="004C3E92">
        <w:t>Elles auront dix mille livres à partager entre elles</w:t>
      </w:r>
      <w:r>
        <w:t xml:space="preserve">. </w:t>
      </w:r>
      <w:r w:rsidR="008C5C61" w:rsidRPr="004C3E92">
        <w:t>Si elles se marient</w:t>
      </w:r>
      <w:r>
        <w:t xml:space="preserve">, </w:t>
      </w:r>
      <w:r w:rsidR="008C5C61" w:rsidRPr="004C3E92">
        <w:t>elles se tireront fort bien d</w:t>
      </w:r>
      <w:r>
        <w:t>’</w:t>
      </w:r>
      <w:r w:rsidR="008C5C61" w:rsidRPr="004C3E92">
        <w:t>affaire</w:t>
      </w:r>
      <w:r>
        <w:t xml:space="preserve"> ; </w:t>
      </w:r>
      <w:r w:rsidR="008C5C61" w:rsidRPr="004C3E92">
        <w:t>et si elles ne se marient pas</w:t>
      </w:r>
      <w:r>
        <w:t xml:space="preserve">, </w:t>
      </w:r>
      <w:r w:rsidR="008C5C61" w:rsidRPr="004C3E92">
        <w:t>elles pourront vivre fort confortablement</w:t>
      </w:r>
      <w:r>
        <w:t xml:space="preserve">, </w:t>
      </w:r>
      <w:r w:rsidR="008C5C61" w:rsidRPr="004C3E92">
        <w:t>toutes ensemble</w:t>
      </w:r>
      <w:r>
        <w:t xml:space="preserve">, </w:t>
      </w:r>
      <w:r w:rsidR="008C5C61" w:rsidRPr="004C3E92">
        <w:t>avec les intérêts de dix mille livres</w:t>
      </w:r>
      <w:r>
        <w:t>.</w:t>
      </w:r>
    </w:p>
    <w:p w14:paraId="41D0D9C2" w14:textId="77777777" w:rsidR="004A4993" w:rsidRDefault="004A4993" w:rsidP="004A4993">
      <w:r>
        <w:t>— </w:t>
      </w:r>
      <w:r w:rsidR="008C5C61" w:rsidRPr="004C3E92">
        <w:t>Voilà qui est bien vrai</w:t>
      </w:r>
      <w:r>
        <w:t xml:space="preserve">, </w:t>
      </w:r>
      <w:r w:rsidR="008C5C61" w:rsidRPr="004C3E92">
        <w:t>et c</w:t>
      </w:r>
      <w:r>
        <w:t>’</w:t>
      </w:r>
      <w:r w:rsidR="008C5C61" w:rsidRPr="004C3E92">
        <w:t>est pourquoi je ne sais si</w:t>
      </w:r>
      <w:r>
        <w:t xml:space="preserve">, </w:t>
      </w:r>
      <w:r w:rsidR="008C5C61" w:rsidRPr="004C3E92">
        <w:t>to</w:t>
      </w:r>
      <w:r w:rsidR="008C5C61" w:rsidRPr="004C3E92">
        <w:t>u</w:t>
      </w:r>
      <w:r w:rsidR="008C5C61" w:rsidRPr="004C3E92">
        <w:t>te réflexion faite</w:t>
      </w:r>
      <w:r>
        <w:t xml:space="preserve">, </w:t>
      </w:r>
      <w:r w:rsidR="008C5C61" w:rsidRPr="004C3E92">
        <w:t>il ne conviendrait pas plutôt de faire quelque chose pour leur mère pendant qu</w:t>
      </w:r>
      <w:r>
        <w:t>’</w:t>
      </w:r>
      <w:r w:rsidR="008C5C61" w:rsidRPr="004C3E92">
        <w:t>elle vit encore</w:t>
      </w:r>
      <w:r>
        <w:t xml:space="preserve">, </w:t>
      </w:r>
      <w:r w:rsidR="008C5C61" w:rsidRPr="004C3E92">
        <w:t>que pour elles</w:t>
      </w:r>
      <w:r>
        <w:t xml:space="preserve"> : </w:t>
      </w:r>
      <w:r w:rsidR="008C5C61" w:rsidRPr="004C3E92">
        <w:t>une chose dans le genre d</w:t>
      </w:r>
      <w:r>
        <w:t>’</w:t>
      </w:r>
      <w:r w:rsidR="008C5C61" w:rsidRPr="004C3E92">
        <w:t>une annuité</w:t>
      </w:r>
      <w:r>
        <w:t xml:space="preserve">, </w:t>
      </w:r>
      <w:r w:rsidR="008C5C61" w:rsidRPr="004C3E92">
        <w:t>c</w:t>
      </w:r>
      <w:r>
        <w:t>’</w:t>
      </w:r>
      <w:r w:rsidR="008C5C61" w:rsidRPr="004C3E92">
        <w:t>est cela que je veux d</w:t>
      </w:r>
      <w:r w:rsidR="008C5C61" w:rsidRPr="004C3E92">
        <w:t>i</w:t>
      </w:r>
      <w:r w:rsidR="008C5C61" w:rsidRPr="004C3E92">
        <w:t>re</w:t>
      </w:r>
      <w:r>
        <w:t xml:space="preserve">. </w:t>
      </w:r>
      <w:r w:rsidR="008C5C61" w:rsidRPr="004C3E92">
        <w:t>Mes sœurs en sentiraient le bon effet tout autant qu</w:t>
      </w:r>
      <w:r>
        <w:t>’</w:t>
      </w:r>
      <w:r w:rsidR="008C5C61" w:rsidRPr="004C3E92">
        <w:t>elle-même</w:t>
      </w:r>
      <w:r>
        <w:t xml:space="preserve">. </w:t>
      </w:r>
      <w:r w:rsidR="008C5C61" w:rsidRPr="004C3E92">
        <w:t>Cent livres par an</w:t>
      </w:r>
      <w:r>
        <w:t xml:space="preserve">, </w:t>
      </w:r>
      <w:r w:rsidR="008C5C61" w:rsidRPr="004C3E92">
        <w:t>cela les mettrait toutes parfaitement à l</w:t>
      </w:r>
      <w:r>
        <w:t>’</w:t>
      </w:r>
      <w:r w:rsidR="008C5C61" w:rsidRPr="004C3E92">
        <w:t>aise</w:t>
      </w:r>
      <w:r>
        <w:t>.</w:t>
      </w:r>
    </w:p>
    <w:p w14:paraId="78205FDC" w14:textId="77777777" w:rsidR="004A4993" w:rsidRDefault="008C5C61" w:rsidP="004A4993">
      <w:r w:rsidRPr="004C3E92">
        <w:t>Sa femme hésita un peu</w:t>
      </w:r>
      <w:r w:rsidR="004A4993">
        <w:t xml:space="preserve">, </w:t>
      </w:r>
      <w:r w:rsidRPr="004C3E92">
        <w:t>toutefois</w:t>
      </w:r>
      <w:r w:rsidR="004A4993">
        <w:t xml:space="preserve">, </w:t>
      </w:r>
      <w:r w:rsidRPr="004C3E92">
        <w:t>à donner son consent</w:t>
      </w:r>
      <w:r w:rsidRPr="004C3E92">
        <w:t>e</w:t>
      </w:r>
      <w:r w:rsidRPr="004C3E92">
        <w:t>ment à ce projet</w:t>
      </w:r>
      <w:r w:rsidR="004A4993">
        <w:t>.</w:t>
      </w:r>
    </w:p>
    <w:p w14:paraId="653976EC" w14:textId="77777777" w:rsidR="004A4993" w:rsidRDefault="004A4993" w:rsidP="004A4993">
      <w:r>
        <w:t>— </w:t>
      </w:r>
      <w:r w:rsidR="008C5C61" w:rsidRPr="004C3E92">
        <w:t>Assurément</w:t>
      </w:r>
      <w:r>
        <w:t xml:space="preserve">, </w:t>
      </w:r>
      <w:r w:rsidR="008C5C61" w:rsidRPr="004C3E92">
        <w:t>dit-elle</w:t>
      </w:r>
      <w:r>
        <w:t xml:space="preserve">, </w:t>
      </w:r>
      <w:r w:rsidR="008C5C61" w:rsidRPr="004C3E92">
        <w:t>cela vaut mieux que de se défaire d</w:t>
      </w:r>
      <w:r>
        <w:t>’</w:t>
      </w:r>
      <w:r w:rsidR="008C5C61" w:rsidRPr="004C3E92">
        <w:t>un seul coup de quinze cents livres</w:t>
      </w:r>
      <w:r>
        <w:t xml:space="preserve">. </w:t>
      </w:r>
      <w:r w:rsidR="008C5C61" w:rsidRPr="004C3E92">
        <w:t>Mais alors</w:t>
      </w:r>
      <w:r>
        <w:t xml:space="preserve">, </w:t>
      </w:r>
      <w:r w:rsidR="008C5C61" w:rsidRPr="004C3E92">
        <w:t>au cas où Mrs</w:t>
      </w:r>
      <w:r>
        <w:t xml:space="preserve">. </w:t>
      </w:r>
      <w:proofErr w:type="spellStart"/>
      <w:r w:rsidR="008C5C61" w:rsidRPr="004C3E92">
        <w:t>Dashwood</w:t>
      </w:r>
      <w:proofErr w:type="spellEnd"/>
      <w:r w:rsidR="008C5C61" w:rsidRPr="004C3E92">
        <w:t xml:space="preserve"> vivrait quinze ans</w:t>
      </w:r>
      <w:r>
        <w:t xml:space="preserve">, </w:t>
      </w:r>
      <w:r w:rsidR="008C5C61" w:rsidRPr="004C3E92">
        <w:t>nous serions complètement be</w:t>
      </w:r>
      <w:r w:rsidR="008C5C61" w:rsidRPr="004C3E92">
        <w:t>r</w:t>
      </w:r>
      <w:r w:rsidR="008C5C61" w:rsidRPr="004C3E92">
        <w:t>nés</w:t>
      </w:r>
      <w:r>
        <w:t>.</w:t>
      </w:r>
    </w:p>
    <w:p w14:paraId="145A1696" w14:textId="77777777" w:rsidR="004A4993" w:rsidRDefault="004A4993" w:rsidP="004A4993">
      <w:r>
        <w:t>— </w:t>
      </w:r>
      <w:r w:rsidR="008C5C61" w:rsidRPr="004C3E92">
        <w:t>Quinze ans</w:t>
      </w:r>
      <w:r>
        <w:t xml:space="preserve"> ! </w:t>
      </w:r>
      <w:r w:rsidR="008C5C61" w:rsidRPr="004C3E92">
        <w:t>ma chère Fanny</w:t>
      </w:r>
      <w:r>
        <w:t xml:space="preserve">, </w:t>
      </w:r>
      <w:r w:rsidR="008C5C61" w:rsidRPr="004C3E92">
        <w:t>on ne saurait lui en donner la moitié à vivre</w:t>
      </w:r>
      <w:r>
        <w:t>.</w:t>
      </w:r>
    </w:p>
    <w:p w14:paraId="1721F4F3" w14:textId="77777777" w:rsidR="004A4993" w:rsidRDefault="004A4993" w:rsidP="004A4993">
      <w:r>
        <w:t>— </w:t>
      </w:r>
      <w:r w:rsidR="008C5C61" w:rsidRPr="004C3E92">
        <w:t>Certes</w:t>
      </w:r>
      <w:r>
        <w:t xml:space="preserve"> ; </w:t>
      </w:r>
      <w:r w:rsidR="008C5C61" w:rsidRPr="004C3E92">
        <w:t>mais</w:t>
      </w:r>
      <w:r>
        <w:t xml:space="preserve">, </w:t>
      </w:r>
      <w:r w:rsidR="008C5C61" w:rsidRPr="004C3E92">
        <w:t>remarque-le</w:t>
      </w:r>
      <w:r>
        <w:t xml:space="preserve">, </w:t>
      </w:r>
      <w:r w:rsidR="008C5C61" w:rsidRPr="004C3E92">
        <w:t>les gens vivent toujours ind</w:t>
      </w:r>
      <w:r w:rsidR="008C5C61" w:rsidRPr="004C3E92">
        <w:t>é</w:t>
      </w:r>
      <w:r w:rsidR="008C5C61" w:rsidRPr="004C3E92">
        <w:t>finiment quand il y a une annuité à leur payer</w:t>
      </w:r>
      <w:r>
        <w:t xml:space="preserve"> ; </w:t>
      </w:r>
      <w:r w:rsidR="008C5C61" w:rsidRPr="004C3E92">
        <w:t>et elle est fort grasse et bien portante</w:t>
      </w:r>
      <w:r>
        <w:t xml:space="preserve">, </w:t>
      </w:r>
      <w:r w:rsidR="008C5C61" w:rsidRPr="004C3E92">
        <w:t>et a à peine quarante ans</w:t>
      </w:r>
      <w:r>
        <w:t xml:space="preserve">. </w:t>
      </w:r>
      <w:r w:rsidR="008C5C61" w:rsidRPr="004C3E92">
        <w:t>Une annuité</w:t>
      </w:r>
      <w:r>
        <w:t xml:space="preserve">, </w:t>
      </w:r>
      <w:r w:rsidR="008C5C61" w:rsidRPr="004C3E92">
        <w:t>c</w:t>
      </w:r>
      <w:r>
        <w:t>’</w:t>
      </w:r>
      <w:r w:rsidR="008C5C61" w:rsidRPr="004C3E92">
        <w:t>est une affaire fort sérieuse</w:t>
      </w:r>
      <w:r>
        <w:t xml:space="preserve"> ; </w:t>
      </w:r>
      <w:r w:rsidR="008C5C61" w:rsidRPr="004C3E92">
        <w:t>cela se reproduit d</w:t>
      </w:r>
      <w:r>
        <w:t>’</w:t>
      </w:r>
      <w:r w:rsidR="008C5C61" w:rsidRPr="004C3E92">
        <w:t>année en a</w:t>
      </w:r>
      <w:r w:rsidR="008C5C61" w:rsidRPr="004C3E92">
        <w:t>n</w:t>
      </w:r>
      <w:r w:rsidR="008C5C61" w:rsidRPr="004C3E92">
        <w:t>née</w:t>
      </w:r>
      <w:r>
        <w:t xml:space="preserve">, </w:t>
      </w:r>
      <w:r w:rsidR="008C5C61" w:rsidRPr="004C3E92">
        <w:t>et il n</w:t>
      </w:r>
      <w:r>
        <w:t>’</w:t>
      </w:r>
      <w:r w:rsidR="008C5C61" w:rsidRPr="004C3E92">
        <w:t>y a pas moyen de s</w:t>
      </w:r>
      <w:r>
        <w:t>’</w:t>
      </w:r>
      <w:r w:rsidR="008C5C61" w:rsidRPr="004C3E92">
        <w:t>en débarrasser</w:t>
      </w:r>
      <w:r>
        <w:t xml:space="preserve">. </w:t>
      </w:r>
      <w:r w:rsidR="008C5C61" w:rsidRPr="004C3E92">
        <w:t>Tu ne te rends pas compte de ce que tu fais</w:t>
      </w:r>
      <w:r>
        <w:t xml:space="preserve">. </w:t>
      </w:r>
      <w:r w:rsidR="008C5C61" w:rsidRPr="004C3E92">
        <w:t>Moi</w:t>
      </w:r>
      <w:r>
        <w:t xml:space="preserve">, </w:t>
      </w:r>
      <w:r w:rsidR="008C5C61" w:rsidRPr="004C3E92">
        <w:t>j</w:t>
      </w:r>
      <w:r>
        <w:t>’</w:t>
      </w:r>
      <w:r w:rsidR="008C5C61" w:rsidRPr="004C3E92">
        <w:t>ai beaucoup d</w:t>
      </w:r>
      <w:r>
        <w:t>’</w:t>
      </w:r>
      <w:r w:rsidR="008C5C61" w:rsidRPr="004C3E92">
        <w:t>expérience des ennuis que donnent les annuités</w:t>
      </w:r>
      <w:r>
        <w:t xml:space="preserve"> ; </w:t>
      </w:r>
      <w:r w:rsidR="008C5C61" w:rsidRPr="004C3E92">
        <w:t>car ma mère a été empêtrée par l</w:t>
      </w:r>
      <w:r>
        <w:t>’</w:t>
      </w:r>
      <w:r w:rsidR="008C5C61" w:rsidRPr="004C3E92">
        <w:t>obligation d</w:t>
      </w:r>
      <w:r>
        <w:t>’</w:t>
      </w:r>
      <w:r w:rsidR="008C5C61" w:rsidRPr="004C3E92">
        <w:t>en payer trois</w:t>
      </w:r>
      <w:r>
        <w:t xml:space="preserve">, </w:t>
      </w:r>
      <w:r w:rsidR="008C5C61" w:rsidRPr="004C3E92">
        <w:t>en raison du testament de mon père</w:t>
      </w:r>
      <w:r>
        <w:t xml:space="preserve">, </w:t>
      </w:r>
      <w:r w:rsidR="008C5C61" w:rsidRPr="004C3E92">
        <w:t xml:space="preserve">à de vieux domestiques qui </w:t>
      </w:r>
      <w:r w:rsidR="008C5C61" w:rsidRPr="004C3E92">
        <w:lastRenderedPageBreak/>
        <w:t>avaient passé l</w:t>
      </w:r>
      <w:r>
        <w:t>’</w:t>
      </w:r>
      <w:r w:rsidR="008C5C61" w:rsidRPr="004C3E92">
        <w:t>âge</w:t>
      </w:r>
      <w:r>
        <w:t xml:space="preserve">, </w:t>
      </w:r>
      <w:r w:rsidR="008C5C61" w:rsidRPr="004C3E92">
        <w:t>et elle trouvait cela étonnamment désagréable</w:t>
      </w:r>
      <w:r>
        <w:t xml:space="preserve">. </w:t>
      </w:r>
      <w:r w:rsidR="008C5C61" w:rsidRPr="004C3E92">
        <w:t>Ces annuités devaient être payées deux fois par an</w:t>
      </w:r>
      <w:r>
        <w:t xml:space="preserve"> ; </w:t>
      </w:r>
      <w:r w:rsidR="008C5C61" w:rsidRPr="004C3E92">
        <w:t>et puis</w:t>
      </w:r>
      <w:r>
        <w:t xml:space="preserve">, </w:t>
      </w:r>
      <w:r w:rsidR="008C5C61" w:rsidRPr="004C3E92">
        <w:t>il y avait l</w:t>
      </w:r>
      <w:r>
        <w:t>’</w:t>
      </w:r>
      <w:r w:rsidR="008C5C61" w:rsidRPr="004C3E92">
        <w:t>ennui de leur faire parvenir la somme</w:t>
      </w:r>
      <w:r>
        <w:t xml:space="preserve"> ; </w:t>
      </w:r>
      <w:r w:rsidR="008C5C61" w:rsidRPr="004C3E92">
        <w:t>et puis</w:t>
      </w:r>
      <w:r>
        <w:t xml:space="preserve">, </w:t>
      </w:r>
      <w:r w:rsidR="008C5C61" w:rsidRPr="004C3E92">
        <w:t>on a dit que l</w:t>
      </w:r>
      <w:r>
        <w:t>’</w:t>
      </w:r>
      <w:r w:rsidR="008C5C61" w:rsidRPr="004C3E92">
        <w:t>un d</w:t>
      </w:r>
      <w:r>
        <w:t>’</w:t>
      </w:r>
      <w:r w:rsidR="008C5C61" w:rsidRPr="004C3E92">
        <w:t>eux était mort</w:t>
      </w:r>
      <w:r>
        <w:t xml:space="preserve">, </w:t>
      </w:r>
      <w:r w:rsidR="008C5C61" w:rsidRPr="004C3E92">
        <w:t>et il s</w:t>
      </w:r>
      <w:r>
        <w:t>’</w:t>
      </w:r>
      <w:r w:rsidR="008C5C61" w:rsidRPr="004C3E92">
        <w:t>est révélé après coup qu</w:t>
      </w:r>
      <w:r>
        <w:t>’</w:t>
      </w:r>
      <w:r w:rsidR="008C5C61" w:rsidRPr="004C3E92">
        <w:t>il n</w:t>
      </w:r>
      <w:r>
        <w:t>’</w:t>
      </w:r>
      <w:r w:rsidR="008C5C61" w:rsidRPr="004C3E92">
        <w:t>en était rien</w:t>
      </w:r>
      <w:r>
        <w:t xml:space="preserve">. </w:t>
      </w:r>
      <w:r w:rsidR="008C5C61" w:rsidRPr="004C3E92">
        <w:t>Ma mère en était véritablement lasse</w:t>
      </w:r>
      <w:r>
        <w:t xml:space="preserve">. </w:t>
      </w:r>
      <w:r w:rsidR="008C5C61" w:rsidRPr="004C3E92">
        <w:t>Son revenu ne lui appartenait plus</w:t>
      </w:r>
      <w:r>
        <w:t xml:space="preserve">, </w:t>
      </w:r>
      <w:r w:rsidR="008C5C61" w:rsidRPr="004C3E92">
        <w:t>disait-elle</w:t>
      </w:r>
      <w:r>
        <w:t xml:space="preserve">, </w:t>
      </w:r>
      <w:r w:rsidR="008C5C61" w:rsidRPr="004C3E92">
        <w:t>avec toutes ces charges qui le grevaient</w:t>
      </w:r>
      <w:r>
        <w:t xml:space="preserve"> ; </w:t>
      </w:r>
      <w:r w:rsidR="008C5C61" w:rsidRPr="004C3E92">
        <w:t>et ç</w:t>
      </w:r>
      <w:r>
        <w:t>’</w:t>
      </w:r>
      <w:r w:rsidR="008C5C61" w:rsidRPr="004C3E92">
        <w:t>a été d</w:t>
      </w:r>
      <w:r>
        <w:t>’</w:t>
      </w:r>
      <w:r w:rsidR="008C5C61" w:rsidRPr="004C3E92">
        <w:t>autant plus dur de la part de mon père</w:t>
      </w:r>
      <w:r>
        <w:t xml:space="preserve">, </w:t>
      </w:r>
      <w:r w:rsidR="008C5C61" w:rsidRPr="004C3E92">
        <w:t>que</w:t>
      </w:r>
      <w:r>
        <w:t xml:space="preserve">, </w:t>
      </w:r>
      <w:r w:rsidR="008C5C61" w:rsidRPr="004C3E92">
        <w:t>sans cela</w:t>
      </w:r>
      <w:r>
        <w:t xml:space="preserve">, </w:t>
      </w:r>
      <w:r w:rsidR="008C5C61" w:rsidRPr="004C3E92">
        <w:t>l</w:t>
      </w:r>
      <w:r>
        <w:t>’</w:t>
      </w:r>
      <w:r w:rsidR="008C5C61" w:rsidRPr="004C3E92">
        <w:t>argent eût été entièrement à la disposition de ma mère</w:t>
      </w:r>
      <w:r>
        <w:t xml:space="preserve">, </w:t>
      </w:r>
      <w:r w:rsidR="008C5C61" w:rsidRPr="004C3E92">
        <w:t>sans aucune restriction</w:t>
      </w:r>
      <w:r>
        <w:t xml:space="preserve">. </w:t>
      </w:r>
      <w:r w:rsidR="008C5C61" w:rsidRPr="004C3E92">
        <w:t>J</w:t>
      </w:r>
      <w:r>
        <w:t>’</w:t>
      </w:r>
      <w:r w:rsidR="008C5C61" w:rsidRPr="004C3E92">
        <w:t>y ai pris une telle horreur des annuités que je ne voudrais certes pas m</w:t>
      </w:r>
      <w:r>
        <w:t>’</w:t>
      </w:r>
      <w:r w:rsidR="008C5C61" w:rsidRPr="004C3E92">
        <w:t>astreindre à en payer une</w:t>
      </w:r>
      <w:r>
        <w:t xml:space="preserve">, </w:t>
      </w:r>
      <w:r w:rsidR="008C5C61" w:rsidRPr="004C3E92">
        <w:t>pour rien au monde</w:t>
      </w:r>
      <w:r>
        <w:t>.</w:t>
      </w:r>
    </w:p>
    <w:p w14:paraId="0DFEF092" w14:textId="77777777" w:rsidR="004A4993" w:rsidRDefault="004A4993" w:rsidP="004A4993">
      <w:r>
        <w:t>— </w:t>
      </w:r>
      <w:r w:rsidR="008C5C61" w:rsidRPr="004C3E92">
        <w:t>Il est certainement désagréable</w:t>
      </w:r>
      <w:r>
        <w:t xml:space="preserve">, </w:t>
      </w:r>
      <w:r w:rsidR="008C5C61" w:rsidRPr="004C3E92">
        <w:t>répondit Mr</w:t>
      </w:r>
      <w:r>
        <w:t xml:space="preserve">. </w:t>
      </w:r>
      <w:proofErr w:type="spellStart"/>
      <w:r w:rsidR="008C5C61" w:rsidRPr="004C3E92">
        <w:t>Dashwood</w:t>
      </w:r>
      <w:proofErr w:type="spellEnd"/>
      <w:r>
        <w:t xml:space="preserve">, </w:t>
      </w:r>
      <w:r w:rsidR="008C5C61" w:rsidRPr="004C3E92">
        <w:t>d</w:t>
      </w:r>
      <w:r>
        <w:t>’</w:t>
      </w:r>
      <w:r w:rsidR="008C5C61" w:rsidRPr="004C3E92">
        <w:t>avoir des saignées annuelles de ce genre à son revenu</w:t>
      </w:r>
      <w:r>
        <w:t xml:space="preserve">. </w:t>
      </w:r>
      <w:r w:rsidR="008C5C61" w:rsidRPr="004C3E92">
        <w:t>La fo</w:t>
      </w:r>
      <w:r w:rsidR="008C5C61" w:rsidRPr="004C3E92">
        <w:t>r</w:t>
      </w:r>
      <w:r w:rsidR="008C5C61" w:rsidRPr="004C3E92">
        <w:t>tune d</w:t>
      </w:r>
      <w:r>
        <w:t>’</w:t>
      </w:r>
      <w:r w:rsidR="008C5C61" w:rsidRPr="004C3E92">
        <w:t>une personne</w:t>
      </w:r>
      <w:r>
        <w:t xml:space="preserve">, </w:t>
      </w:r>
      <w:r w:rsidR="008C5C61" w:rsidRPr="004C3E92">
        <w:t>comme le dit fort justement ta mère</w:t>
      </w:r>
      <w:r>
        <w:t xml:space="preserve">, </w:t>
      </w:r>
      <w:r w:rsidR="008C5C61" w:rsidRPr="004C3E92">
        <w:t>ne lui appartient pas</w:t>
      </w:r>
      <w:r>
        <w:t xml:space="preserve">. </w:t>
      </w:r>
      <w:r w:rsidR="008C5C61" w:rsidRPr="004C3E92">
        <w:t>Être astreint au paiement régulier d</w:t>
      </w:r>
      <w:r>
        <w:t>’</w:t>
      </w:r>
      <w:r w:rsidR="008C5C61" w:rsidRPr="004C3E92">
        <w:t>une telle somme</w:t>
      </w:r>
      <w:r>
        <w:t xml:space="preserve">, </w:t>
      </w:r>
      <w:r w:rsidR="008C5C61" w:rsidRPr="004C3E92">
        <w:t>lors de chaque terme</w:t>
      </w:r>
      <w:r>
        <w:t xml:space="preserve">, </w:t>
      </w:r>
      <w:r w:rsidR="008C5C61" w:rsidRPr="004C3E92">
        <w:t>ce n</w:t>
      </w:r>
      <w:r>
        <w:t>’</w:t>
      </w:r>
      <w:r w:rsidR="008C5C61" w:rsidRPr="004C3E92">
        <w:t>est nullement désirable</w:t>
      </w:r>
      <w:r>
        <w:t xml:space="preserve"> : </w:t>
      </w:r>
      <w:r w:rsidR="008C5C61" w:rsidRPr="004C3E92">
        <w:t>cela vous ôte votre indépendance</w:t>
      </w:r>
      <w:r>
        <w:t>.</w:t>
      </w:r>
    </w:p>
    <w:p w14:paraId="5FE58C63" w14:textId="77777777" w:rsidR="004A4993" w:rsidRDefault="004A4993" w:rsidP="004A4993">
      <w:r>
        <w:t>— </w:t>
      </w:r>
      <w:r w:rsidR="008C5C61" w:rsidRPr="004C3E92">
        <w:t>Incontestablement</w:t>
      </w:r>
      <w:r>
        <w:t xml:space="preserve"> ; </w:t>
      </w:r>
      <w:r w:rsidR="008C5C61" w:rsidRPr="004C3E92">
        <w:t>et en fin de compte</w:t>
      </w:r>
      <w:r>
        <w:t xml:space="preserve">, </w:t>
      </w:r>
      <w:r w:rsidR="008C5C61" w:rsidRPr="004C3E92">
        <w:t>on ne vous en sait nul gré</w:t>
      </w:r>
      <w:r>
        <w:t xml:space="preserve">. </w:t>
      </w:r>
      <w:r w:rsidR="008C5C61" w:rsidRPr="004C3E92">
        <w:t>Elles se sentent en sécurité</w:t>
      </w:r>
      <w:r>
        <w:t xml:space="preserve">, </w:t>
      </w:r>
      <w:r w:rsidR="008C5C61" w:rsidRPr="004C3E92">
        <w:t>vous ne faites rien de plus que ce que l</w:t>
      </w:r>
      <w:r>
        <w:t>’</w:t>
      </w:r>
      <w:r w:rsidR="008C5C61" w:rsidRPr="004C3E92">
        <w:t>on attendait</w:t>
      </w:r>
      <w:r>
        <w:t xml:space="preserve">, </w:t>
      </w:r>
      <w:r w:rsidR="008C5C61" w:rsidRPr="004C3E92">
        <w:t>et cela ne suscite absolument a</w:t>
      </w:r>
      <w:r w:rsidR="008C5C61" w:rsidRPr="004C3E92">
        <w:t>u</w:t>
      </w:r>
      <w:r w:rsidR="008C5C61" w:rsidRPr="004C3E92">
        <w:t>cune gratitude</w:t>
      </w:r>
      <w:r>
        <w:t xml:space="preserve">. </w:t>
      </w:r>
      <w:r w:rsidR="008C5C61" w:rsidRPr="004C3E92">
        <w:t>Si j</w:t>
      </w:r>
      <w:r>
        <w:t>’</w:t>
      </w:r>
      <w:r w:rsidR="008C5C61" w:rsidRPr="004C3E92">
        <w:t>étais de toi</w:t>
      </w:r>
      <w:r>
        <w:t xml:space="preserve">, </w:t>
      </w:r>
      <w:r w:rsidR="008C5C61" w:rsidRPr="004C3E92">
        <w:t>tout ce que je ferais serait effe</w:t>
      </w:r>
      <w:r w:rsidR="008C5C61" w:rsidRPr="004C3E92">
        <w:t>c</w:t>
      </w:r>
      <w:r w:rsidR="008C5C61" w:rsidRPr="004C3E92">
        <w:t>tué entièrement à ma propre discrétion</w:t>
      </w:r>
      <w:r>
        <w:t xml:space="preserve">. </w:t>
      </w:r>
      <w:r w:rsidR="008C5C61" w:rsidRPr="004C3E92">
        <w:t>Je ne m</w:t>
      </w:r>
      <w:r>
        <w:t>’</w:t>
      </w:r>
      <w:r w:rsidR="008C5C61" w:rsidRPr="004C3E92">
        <w:t>astreindrais pas à leur allouer quoi que ce soit à titre annuel</w:t>
      </w:r>
      <w:r>
        <w:t xml:space="preserve">. </w:t>
      </w:r>
      <w:r w:rsidR="008C5C61" w:rsidRPr="004C3E92">
        <w:t>Il se peut que ce soit fort gênant</w:t>
      </w:r>
      <w:r>
        <w:t xml:space="preserve">, </w:t>
      </w:r>
      <w:r w:rsidR="008C5C61" w:rsidRPr="004C3E92">
        <w:t>certaines années</w:t>
      </w:r>
      <w:r>
        <w:t xml:space="preserve">, </w:t>
      </w:r>
      <w:r w:rsidR="008C5C61" w:rsidRPr="004C3E92">
        <w:t>de distraire cent livres</w:t>
      </w:r>
      <w:r>
        <w:t xml:space="preserve">, </w:t>
      </w:r>
      <w:r w:rsidR="008C5C61" w:rsidRPr="004C3E92">
        <w:t>ou même cinquante</w:t>
      </w:r>
      <w:r>
        <w:t xml:space="preserve">, </w:t>
      </w:r>
      <w:r w:rsidR="008C5C61" w:rsidRPr="004C3E92">
        <w:t>de nos propres dépenses</w:t>
      </w:r>
      <w:r>
        <w:t>.</w:t>
      </w:r>
    </w:p>
    <w:p w14:paraId="49FBB64A" w14:textId="77777777" w:rsidR="004A4993" w:rsidRDefault="004A4993" w:rsidP="004A4993">
      <w:r>
        <w:t>— </w:t>
      </w:r>
      <w:r w:rsidR="008C5C61" w:rsidRPr="004C3E92">
        <w:t>Je crois que tu as raison</w:t>
      </w:r>
      <w:r>
        <w:t xml:space="preserve">, </w:t>
      </w:r>
      <w:r w:rsidR="008C5C61" w:rsidRPr="004C3E92">
        <w:t>ma chérie</w:t>
      </w:r>
      <w:r>
        <w:t xml:space="preserve"> ; </w:t>
      </w:r>
      <w:r w:rsidR="008C5C61" w:rsidRPr="004C3E92">
        <w:t>il vaudra mieux</w:t>
      </w:r>
      <w:r>
        <w:t xml:space="preserve">, </w:t>
      </w:r>
      <w:r w:rsidR="008C5C61" w:rsidRPr="004C3E92">
        <w:t>en l</w:t>
      </w:r>
      <w:r>
        <w:t>’</w:t>
      </w:r>
      <w:r w:rsidR="008C5C61" w:rsidRPr="004C3E92">
        <w:t>espèce</w:t>
      </w:r>
      <w:r>
        <w:t xml:space="preserve">, </w:t>
      </w:r>
      <w:r w:rsidR="008C5C61" w:rsidRPr="004C3E92">
        <w:t>qu</w:t>
      </w:r>
      <w:r>
        <w:t>’</w:t>
      </w:r>
      <w:r w:rsidR="008C5C61" w:rsidRPr="004C3E92">
        <w:t>il n</w:t>
      </w:r>
      <w:r>
        <w:t>’</w:t>
      </w:r>
      <w:r w:rsidR="008C5C61" w:rsidRPr="004C3E92">
        <w:t>y ait point d</w:t>
      </w:r>
      <w:r>
        <w:t>’</w:t>
      </w:r>
      <w:r w:rsidR="008C5C61" w:rsidRPr="004C3E92">
        <w:t>annuité</w:t>
      </w:r>
      <w:r>
        <w:t xml:space="preserve"> ; </w:t>
      </w:r>
      <w:r w:rsidR="008C5C61" w:rsidRPr="004C3E92">
        <w:t>ce que je pourrai leur donner occasionnellement leur servira beaucoup plus qu</w:t>
      </w:r>
      <w:r>
        <w:t>’</w:t>
      </w:r>
      <w:r w:rsidR="008C5C61" w:rsidRPr="004C3E92">
        <w:t>une a</w:t>
      </w:r>
      <w:r w:rsidR="008C5C61" w:rsidRPr="004C3E92">
        <w:t>l</w:t>
      </w:r>
      <w:r w:rsidR="008C5C61" w:rsidRPr="004C3E92">
        <w:t>location annuelle</w:t>
      </w:r>
      <w:r>
        <w:t xml:space="preserve">, </w:t>
      </w:r>
      <w:r w:rsidR="008C5C61" w:rsidRPr="004C3E92">
        <w:t>car elles ne feraient qu</w:t>
      </w:r>
      <w:r>
        <w:t>’</w:t>
      </w:r>
      <w:r w:rsidR="008C5C61" w:rsidRPr="004C3E92">
        <w:t xml:space="preserve">enfler leur train de </w:t>
      </w:r>
      <w:r w:rsidR="008C5C61" w:rsidRPr="004C3E92">
        <w:lastRenderedPageBreak/>
        <w:t>vie si elles se sentaient assurées d</w:t>
      </w:r>
      <w:r>
        <w:t>’</w:t>
      </w:r>
      <w:r w:rsidR="008C5C61" w:rsidRPr="004C3E92">
        <w:t>un revenu annuel</w:t>
      </w:r>
      <w:r>
        <w:t xml:space="preserve">, </w:t>
      </w:r>
      <w:r w:rsidR="008C5C61" w:rsidRPr="004C3E92">
        <w:t>et n</w:t>
      </w:r>
      <w:r>
        <w:t>’</w:t>
      </w:r>
      <w:r w:rsidR="008C5C61" w:rsidRPr="004C3E92">
        <w:t>en s</w:t>
      </w:r>
      <w:r w:rsidR="008C5C61" w:rsidRPr="004C3E92">
        <w:t>e</w:t>
      </w:r>
      <w:r w:rsidR="008C5C61" w:rsidRPr="004C3E92">
        <w:t>raient pas plus riches de six pence au bout de l</w:t>
      </w:r>
      <w:r>
        <w:t>’</w:t>
      </w:r>
      <w:r w:rsidR="008C5C61" w:rsidRPr="004C3E92">
        <w:t>année</w:t>
      </w:r>
      <w:r>
        <w:t xml:space="preserve">. </w:t>
      </w:r>
      <w:r w:rsidR="008C5C61" w:rsidRPr="004C3E92">
        <w:t>Ce sera certainement</w:t>
      </w:r>
      <w:r>
        <w:t xml:space="preserve">, </w:t>
      </w:r>
      <w:r w:rsidR="008C5C61" w:rsidRPr="004C3E92">
        <w:t>de beaucoup</w:t>
      </w:r>
      <w:r>
        <w:t xml:space="preserve">, </w:t>
      </w:r>
      <w:r w:rsidR="008C5C61" w:rsidRPr="004C3E92">
        <w:t>le meilleur moyen</w:t>
      </w:r>
      <w:r>
        <w:t xml:space="preserve">. </w:t>
      </w:r>
      <w:r w:rsidR="008C5C61" w:rsidRPr="004C3E92">
        <w:t>Un cadeau de cinquante livres</w:t>
      </w:r>
      <w:r>
        <w:t xml:space="preserve">, </w:t>
      </w:r>
      <w:r w:rsidR="008C5C61" w:rsidRPr="004C3E92">
        <w:t>de temps à autre</w:t>
      </w:r>
      <w:r>
        <w:t xml:space="preserve">, </w:t>
      </w:r>
      <w:r w:rsidR="008C5C61" w:rsidRPr="004C3E92">
        <w:t>les empêchera d</w:t>
      </w:r>
      <w:r>
        <w:t>’</w:t>
      </w:r>
      <w:r w:rsidR="008C5C61" w:rsidRPr="004C3E92">
        <w:t>être à court d</w:t>
      </w:r>
      <w:r>
        <w:t>’</w:t>
      </w:r>
      <w:r w:rsidR="008C5C61" w:rsidRPr="004C3E92">
        <w:t>argent</w:t>
      </w:r>
      <w:r>
        <w:t xml:space="preserve">, </w:t>
      </w:r>
      <w:r w:rsidR="008C5C61" w:rsidRPr="004C3E92">
        <w:t>et je crois que j</w:t>
      </w:r>
      <w:r>
        <w:t>’</w:t>
      </w:r>
      <w:r w:rsidR="008C5C61" w:rsidRPr="004C3E92">
        <w:t>exécuterai largement</w:t>
      </w:r>
      <w:r>
        <w:t xml:space="preserve">, </w:t>
      </w:r>
      <w:r w:rsidR="008C5C61" w:rsidRPr="004C3E92">
        <w:t>ainsi</w:t>
      </w:r>
      <w:r>
        <w:t xml:space="preserve">, </w:t>
      </w:r>
      <w:r w:rsidR="008C5C61" w:rsidRPr="004C3E92">
        <w:t>la prome</w:t>
      </w:r>
      <w:r w:rsidR="008C5C61" w:rsidRPr="004C3E92">
        <w:t>s</w:t>
      </w:r>
      <w:r w:rsidR="008C5C61" w:rsidRPr="004C3E92">
        <w:t>se que j</w:t>
      </w:r>
      <w:r>
        <w:t>’</w:t>
      </w:r>
      <w:r w:rsidR="008C5C61" w:rsidRPr="004C3E92">
        <w:t>ai faite à mon père</w:t>
      </w:r>
      <w:r>
        <w:t>.</w:t>
      </w:r>
    </w:p>
    <w:p w14:paraId="36B6FE2A" w14:textId="77777777" w:rsidR="004A4993" w:rsidRDefault="004A4993" w:rsidP="004A4993">
      <w:r>
        <w:t>— </w:t>
      </w:r>
      <w:r w:rsidR="008C5C61" w:rsidRPr="004C3E92">
        <w:t>Assurément</w:t>
      </w:r>
      <w:r>
        <w:t xml:space="preserve">. </w:t>
      </w:r>
      <w:r w:rsidR="008C5C61" w:rsidRPr="004C3E92">
        <w:t>Et même</w:t>
      </w:r>
      <w:r>
        <w:t xml:space="preserve">, </w:t>
      </w:r>
      <w:r w:rsidR="008C5C61" w:rsidRPr="004C3E92">
        <w:t>à dire vrai</w:t>
      </w:r>
      <w:r>
        <w:t xml:space="preserve">, </w:t>
      </w:r>
      <w:r w:rsidR="008C5C61" w:rsidRPr="004C3E92">
        <w:t>je suis convaincue</w:t>
      </w:r>
      <w:r>
        <w:t xml:space="preserve">, </w:t>
      </w:r>
      <w:r w:rsidR="008C5C61" w:rsidRPr="004C3E92">
        <w:t>en mon for intérieur</w:t>
      </w:r>
      <w:r>
        <w:t xml:space="preserve">, </w:t>
      </w:r>
      <w:r w:rsidR="008C5C61" w:rsidRPr="004C3E92">
        <w:t>que ton père n</w:t>
      </w:r>
      <w:r>
        <w:t>’</w:t>
      </w:r>
      <w:r w:rsidR="008C5C61" w:rsidRPr="004C3E92">
        <w:t>avait pas la moindre idée que tu dusses leur donner de l</w:t>
      </w:r>
      <w:r>
        <w:t>’</w:t>
      </w:r>
      <w:r w:rsidR="008C5C61" w:rsidRPr="004C3E92">
        <w:t>argent</w:t>
      </w:r>
      <w:r>
        <w:t xml:space="preserve">. </w:t>
      </w:r>
      <w:r w:rsidR="008C5C61" w:rsidRPr="004C3E92">
        <w:t>L</w:t>
      </w:r>
      <w:r>
        <w:t>’</w:t>
      </w:r>
      <w:r w:rsidR="008C5C61" w:rsidRPr="004C3E92">
        <w:t>aide à laquelle il a pensé n</w:t>
      </w:r>
      <w:r>
        <w:t>’</w:t>
      </w:r>
      <w:r w:rsidR="008C5C61" w:rsidRPr="004C3E92">
        <w:t>était sans doute que celle à laquelle on pouvait raisonnabl</w:t>
      </w:r>
      <w:r w:rsidR="008C5C61" w:rsidRPr="004C3E92">
        <w:t>e</w:t>
      </w:r>
      <w:r w:rsidR="008C5C61" w:rsidRPr="004C3E92">
        <w:t>ment s</w:t>
      </w:r>
      <w:r>
        <w:t>’</w:t>
      </w:r>
      <w:r w:rsidR="008C5C61" w:rsidRPr="004C3E92">
        <w:t>attendre de ta part</w:t>
      </w:r>
      <w:r>
        <w:t xml:space="preserve"> : </w:t>
      </w:r>
      <w:r w:rsidR="008C5C61" w:rsidRPr="004C3E92">
        <w:t>par exemple</w:t>
      </w:r>
      <w:r>
        <w:t xml:space="preserve">, </w:t>
      </w:r>
      <w:r w:rsidR="008C5C61" w:rsidRPr="004C3E92">
        <w:t>rechercher pour elles une petite maison confortable</w:t>
      </w:r>
      <w:r>
        <w:t xml:space="preserve">, </w:t>
      </w:r>
      <w:r w:rsidR="008C5C61" w:rsidRPr="004C3E92">
        <w:t>les aider à déménager leurs affa</w:t>
      </w:r>
      <w:r w:rsidR="008C5C61" w:rsidRPr="004C3E92">
        <w:t>i</w:t>
      </w:r>
      <w:r w:rsidR="008C5C61" w:rsidRPr="004C3E92">
        <w:t>res</w:t>
      </w:r>
      <w:r>
        <w:t xml:space="preserve">, </w:t>
      </w:r>
      <w:r w:rsidR="008C5C61" w:rsidRPr="004C3E92">
        <w:t>et leur envoyer des cadeaux</w:t>
      </w:r>
      <w:r>
        <w:t xml:space="preserve">, </w:t>
      </w:r>
      <w:r w:rsidR="008C5C61" w:rsidRPr="004C3E92">
        <w:t>du gibier et du poisson</w:t>
      </w:r>
      <w:r>
        <w:t xml:space="preserve">, </w:t>
      </w:r>
      <w:r w:rsidR="008C5C61" w:rsidRPr="004C3E92">
        <w:t>et a</w:t>
      </w:r>
      <w:r w:rsidR="008C5C61" w:rsidRPr="004C3E92">
        <w:t>u</w:t>
      </w:r>
      <w:r w:rsidR="008C5C61" w:rsidRPr="004C3E92">
        <w:t>tres choses de ce genre</w:t>
      </w:r>
      <w:r>
        <w:t xml:space="preserve">, </w:t>
      </w:r>
      <w:r w:rsidR="008C5C61" w:rsidRPr="004C3E92">
        <w:t>quand en revient la saison</w:t>
      </w:r>
      <w:r>
        <w:t xml:space="preserve">. </w:t>
      </w:r>
      <w:r w:rsidR="008C5C61" w:rsidRPr="004C3E92">
        <w:t>Je mettrais ma tête à couper</w:t>
      </w:r>
      <w:r>
        <w:t xml:space="preserve">, </w:t>
      </w:r>
      <w:r w:rsidR="008C5C61" w:rsidRPr="004C3E92">
        <w:t>qu</w:t>
      </w:r>
      <w:r>
        <w:t>’</w:t>
      </w:r>
      <w:r w:rsidR="008C5C61" w:rsidRPr="004C3E92">
        <w:t>il n</w:t>
      </w:r>
      <w:r>
        <w:t>’</w:t>
      </w:r>
      <w:r w:rsidR="008C5C61" w:rsidRPr="004C3E92">
        <w:t>a rien voulu dire de plus</w:t>
      </w:r>
      <w:r>
        <w:t xml:space="preserve"> ; </w:t>
      </w:r>
      <w:r w:rsidR="008C5C61" w:rsidRPr="004C3E92">
        <w:t>voire</w:t>
      </w:r>
      <w:r>
        <w:t xml:space="preserve">, </w:t>
      </w:r>
      <w:r w:rsidR="008C5C61" w:rsidRPr="004C3E92">
        <w:t>ce s</w:t>
      </w:r>
      <w:r w:rsidR="008C5C61" w:rsidRPr="004C3E92">
        <w:t>e</w:t>
      </w:r>
      <w:r w:rsidR="008C5C61" w:rsidRPr="004C3E92">
        <w:t>rait bien étrange et déraisonnable</w:t>
      </w:r>
      <w:r>
        <w:t xml:space="preserve">, </w:t>
      </w:r>
      <w:r w:rsidR="008C5C61" w:rsidRPr="004C3E92">
        <w:t>s</w:t>
      </w:r>
      <w:r>
        <w:t>’</w:t>
      </w:r>
      <w:r w:rsidR="008C5C61" w:rsidRPr="004C3E92">
        <w:t>il avait eu d</w:t>
      </w:r>
      <w:r>
        <w:t>’</w:t>
      </w:r>
      <w:r w:rsidR="008C5C61" w:rsidRPr="004C3E92">
        <w:t>autres inte</w:t>
      </w:r>
      <w:r w:rsidR="008C5C61" w:rsidRPr="004C3E92">
        <w:t>n</w:t>
      </w:r>
      <w:r w:rsidR="008C5C61" w:rsidRPr="004C3E92">
        <w:t>tions</w:t>
      </w:r>
      <w:r>
        <w:t xml:space="preserve">. </w:t>
      </w:r>
      <w:r w:rsidR="008C5C61" w:rsidRPr="004C3E92">
        <w:t>Songe donc</w:t>
      </w:r>
      <w:r>
        <w:t xml:space="preserve">, </w:t>
      </w:r>
      <w:r w:rsidR="008C5C61" w:rsidRPr="004C3E92">
        <w:t>mon cher Mr</w:t>
      </w:r>
      <w:r>
        <w:t xml:space="preserve">. </w:t>
      </w:r>
      <w:proofErr w:type="spellStart"/>
      <w:r w:rsidR="008C5C61" w:rsidRPr="004C3E92">
        <w:t>Dashwood</w:t>
      </w:r>
      <w:proofErr w:type="spellEnd"/>
      <w:r>
        <w:t xml:space="preserve">, </w:t>
      </w:r>
      <w:r w:rsidR="008C5C61" w:rsidRPr="004C3E92">
        <w:t>à la façon extr</w:t>
      </w:r>
      <w:r w:rsidR="008C5C61" w:rsidRPr="004C3E92">
        <w:t>ê</w:t>
      </w:r>
      <w:r w:rsidR="008C5C61" w:rsidRPr="004C3E92">
        <w:t>mement confortable dont pourront vivre ta belle-mère et ses fi</w:t>
      </w:r>
      <w:r w:rsidR="008C5C61" w:rsidRPr="004C3E92">
        <w:t>l</w:t>
      </w:r>
      <w:r w:rsidR="008C5C61" w:rsidRPr="004C3E92">
        <w:t>les</w:t>
      </w:r>
      <w:r>
        <w:t xml:space="preserve">, </w:t>
      </w:r>
      <w:r w:rsidR="008C5C61" w:rsidRPr="004C3E92">
        <w:t>avec l</w:t>
      </w:r>
      <w:r>
        <w:t>’</w:t>
      </w:r>
      <w:r w:rsidR="008C5C61" w:rsidRPr="004C3E92">
        <w:t>intérêt de sept mille livres</w:t>
      </w:r>
      <w:r>
        <w:t xml:space="preserve">, </w:t>
      </w:r>
      <w:r w:rsidR="008C5C61" w:rsidRPr="004C3E92">
        <w:t>outre les mille livres a</w:t>
      </w:r>
      <w:r w:rsidR="008C5C61" w:rsidRPr="004C3E92">
        <w:t>p</w:t>
      </w:r>
      <w:r w:rsidR="008C5C61" w:rsidRPr="004C3E92">
        <w:t>partenant à chacune des filles</w:t>
      </w:r>
      <w:r>
        <w:t xml:space="preserve">, </w:t>
      </w:r>
      <w:r w:rsidR="008C5C61" w:rsidRPr="004C3E92">
        <w:t>et qui leur rapportent cinquante livres à chacune</w:t>
      </w:r>
      <w:r>
        <w:t xml:space="preserve"> ; </w:t>
      </w:r>
      <w:r w:rsidR="008C5C61" w:rsidRPr="004C3E92">
        <w:t>et</w:t>
      </w:r>
      <w:r>
        <w:t xml:space="preserve">, </w:t>
      </w:r>
      <w:r w:rsidR="008C5C61" w:rsidRPr="004C3E92">
        <w:t>bien entendu</w:t>
      </w:r>
      <w:r>
        <w:t xml:space="preserve">, </w:t>
      </w:r>
      <w:r w:rsidR="008C5C61" w:rsidRPr="004C3E92">
        <w:t>elles rembourseront à leur mère</w:t>
      </w:r>
      <w:r>
        <w:t xml:space="preserve">, </w:t>
      </w:r>
      <w:r w:rsidR="008C5C61" w:rsidRPr="004C3E92">
        <w:t>là-dessus</w:t>
      </w:r>
      <w:r>
        <w:t xml:space="preserve">, </w:t>
      </w:r>
      <w:r w:rsidR="008C5C61" w:rsidRPr="004C3E92">
        <w:t>le prix de leur pension</w:t>
      </w:r>
      <w:r>
        <w:t xml:space="preserve">. </w:t>
      </w:r>
      <w:r w:rsidR="008C5C61" w:rsidRPr="004C3E92">
        <w:t>Tout compris</w:t>
      </w:r>
      <w:r>
        <w:t xml:space="preserve">, </w:t>
      </w:r>
      <w:r w:rsidR="008C5C61" w:rsidRPr="004C3E92">
        <w:t>elles a</w:t>
      </w:r>
      <w:r w:rsidR="008C5C61" w:rsidRPr="004C3E92">
        <w:t>u</w:t>
      </w:r>
      <w:r w:rsidR="008C5C61" w:rsidRPr="004C3E92">
        <w:t>ront cinq cents livres par an</w:t>
      </w:r>
      <w:r>
        <w:t xml:space="preserve">, </w:t>
      </w:r>
      <w:r w:rsidR="008C5C61" w:rsidRPr="004C3E92">
        <w:t>à elles toutes</w:t>
      </w:r>
      <w:r>
        <w:t xml:space="preserve">, </w:t>
      </w:r>
      <w:r w:rsidR="008C5C61" w:rsidRPr="004C3E92">
        <w:t>et que peuvent bien désirer de plus quatre femmes</w:t>
      </w:r>
      <w:r>
        <w:t xml:space="preserve"> ? </w:t>
      </w:r>
      <w:r w:rsidR="008C5C61" w:rsidRPr="004C3E92">
        <w:t>Elles vivront à si bon compte</w:t>
      </w:r>
      <w:r>
        <w:t xml:space="preserve"> ! </w:t>
      </w:r>
      <w:r w:rsidR="008C5C61" w:rsidRPr="004C3E92">
        <w:t>Leur ménage ne sera rien du tout</w:t>
      </w:r>
      <w:r>
        <w:t xml:space="preserve">. </w:t>
      </w:r>
      <w:r w:rsidR="008C5C61" w:rsidRPr="004C3E92">
        <w:t>Elles n</w:t>
      </w:r>
      <w:r>
        <w:t>’</w:t>
      </w:r>
      <w:r w:rsidR="008C5C61" w:rsidRPr="004C3E92">
        <w:t>auront ni voiture ni chevaux</w:t>
      </w:r>
      <w:r>
        <w:t xml:space="preserve">, </w:t>
      </w:r>
      <w:r w:rsidR="008C5C61" w:rsidRPr="004C3E92">
        <w:t>et guère de domestiques</w:t>
      </w:r>
      <w:r>
        <w:t xml:space="preserve">, </w:t>
      </w:r>
      <w:r w:rsidR="008C5C61" w:rsidRPr="004C3E92">
        <w:t>elles ne recevront pas</w:t>
      </w:r>
      <w:r>
        <w:t xml:space="preserve">, </w:t>
      </w:r>
      <w:r w:rsidR="008C5C61" w:rsidRPr="004C3E92">
        <w:t>et ne pourront faire de dépenses d</w:t>
      </w:r>
      <w:r>
        <w:t>’</w:t>
      </w:r>
      <w:r w:rsidR="008C5C61" w:rsidRPr="004C3E92">
        <w:t>aucune sorte</w:t>
      </w:r>
      <w:r>
        <w:t xml:space="preserve"> ! </w:t>
      </w:r>
      <w:r w:rsidR="008C5C61" w:rsidRPr="004C3E92">
        <w:t>Mais conçois donc comme elles seront à l</w:t>
      </w:r>
      <w:r>
        <w:t>’</w:t>
      </w:r>
      <w:r w:rsidR="008C5C61" w:rsidRPr="004C3E92">
        <w:t>aise</w:t>
      </w:r>
      <w:r>
        <w:t xml:space="preserve"> ! </w:t>
      </w:r>
      <w:r w:rsidR="008C5C61" w:rsidRPr="004C3E92">
        <w:t>Cinq cents livres par an</w:t>
      </w:r>
      <w:r>
        <w:t xml:space="preserve"> ! </w:t>
      </w:r>
      <w:r w:rsidR="008C5C61" w:rsidRPr="004C3E92">
        <w:t>Je sais bien que je suis incapable d</w:t>
      </w:r>
      <w:r>
        <w:t>’</w:t>
      </w:r>
      <w:r w:rsidR="008C5C61" w:rsidRPr="004C3E92">
        <w:t>imaginer comment elles en dépe</w:t>
      </w:r>
      <w:r w:rsidR="008C5C61" w:rsidRPr="004C3E92">
        <w:t>n</w:t>
      </w:r>
      <w:r w:rsidR="008C5C61" w:rsidRPr="004C3E92">
        <w:t>seront la moitié</w:t>
      </w:r>
      <w:r>
        <w:t xml:space="preserve">, </w:t>
      </w:r>
      <w:r w:rsidR="008C5C61" w:rsidRPr="004C3E92">
        <w:t>et quant à leur en donner davantage</w:t>
      </w:r>
      <w:r>
        <w:t xml:space="preserve">, </w:t>
      </w:r>
      <w:r w:rsidR="008C5C61" w:rsidRPr="004C3E92">
        <w:t>il est a</w:t>
      </w:r>
      <w:r w:rsidR="008C5C61" w:rsidRPr="004C3E92">
        <w:t>b</w:t>
      </w:r>
      <w:r w:rsidR="008C5C61" w:rsidRPr="004C3E92">
        <w:t>solument absurde d</w:t>
      </w:r>
      <w:r>
        <w:t>’</w:t>
      </w:r>
      <w:r w:rsidR="008C5C61" w:rsidRPr="004C3E92">
        <w:t>y songer</w:t>
      </w:r>
      <w:r>
        <w:t xml:space="preserve">. </w:t>
      </w:r>
      <w:r w:rsidR="008C5C61" w:rsidRPr="004C3E92">
        <w:t>Ce seront plutôt elles qui seront en mesure de te donner quelque chose</w:t>
      </w:r>
      <w:r>
        <w:t>.</w:t>
      </w:r>
    </w:p>
    <w:p w14:paraId="582CA178" w14:textId="77777777" w:rsidR="004A4993" w:rsidRDefault="004A4993" w:rsidP="004A4993">
      <w:r>
        <w:lastRenderedPageBreak/>
        <w:t>— </w:t>
      </w:r>
      <w:r w:rsidR="008C5C61" w:rsidRPr="004C3E92">
        <w:t>Ma parole</w:t>
      </w:r>
      <w:r>
        <w:t xml:space="preserve">, </w:t>
      </w:r>
      <w:r w:rsidR="008C5C61" w:rsidRPr="004C3E92">
        <w:t>dit Mr</w:t>
      </w:r>
      <w:r>
        <w:t xml:space="preserve">. </w:t>
      </w:r>
      <w:proofErr w:type="spellStart"/>
      <w:r w:rsidR="008C5C61" w:rsidRPr="004C3E92">
        <w:t>Dashwood</w:t>
      </w:r>
      <w:proofErr w:type="spellEnd"/>
      <w:r>
        <w:t xml:space="preserve">, </w:t>
      </w:r>
      <w:r w:rsidR="008C5C61" w:rsidRPr="004C3E92">
        <w:t>je crois que tu as parfa</w:t>
      </w:r>
      <w:r w:rsidR="008C5C61" w:rsidRPr="004C3E92">
        <w:t>i</w:t>
      </w:r>
      <w:r w:rsidR="008C5C61" w:rsidRPr="004C3E92">
        <w:t>tement raison</w:t>
      </w:r>
      <w:r>
        <w:t xml:space="preserve">. </w:t>
      </w:r>
      <w:r w:rsidR="008C5C61" w:rsidRPr="004C3E92">
        <w:t>Mon père n</w:t>
      </w:r>
      <w:r>
        <w:t>’</w:t>
      </w:r>
      <w:r w:rsidR="008C5C61" w:rsidRPr="004C3E92">
        <w:t>a certainement pu vouloir rien e</w:t>
      </w:r>
      <w:r w:rsidR="008C5C61" w:rsidRPr="004C3E92">
        <w:t>n</w:t>
      </w:r>
      <w:r w:rsidR="008C5C61" w:rsidRPr="004C3E92">
        <w:t>tendre de plus</w:t>
      </w:r>
      <w:r>
        <w:t xml:space="preserve">, </w:t>
      </w:r>
      <w:r w:rsidR="008C5C61" w:rsidRPr="004C3E92">
        <w:t>par la requête qu</w:t>
      </w:r>
      <w:r>
        <w:t>’</w:t>
      </w:r>
      <w:r w:rsidR="008C5C61" w:rsidRPr="004C3E92">
        <w:t>il m</w:t>
      </w:r>
      <w:r>
        <w:t>’</w:t>
      </w:r>
      <w:r w:rsidR="008C5C61" w:rsidRPr="004C3E92">
        <w:t>a faite</w:t>
      </w:r>
      <w:r>
        <w:t xml:space="preserve">, </w:t>
      </w:r>
      <w:r w:rsidR="008C5C61" w:rsidRPr="004C3E92">
        <w:t>que ce que tu dis</w:t>
      </w:r>
      <w:r>
        <w:t xml:space="preserve">. </w:t>
      </w:r>
      <w:r w:rsidR="008C5C61" w:rsidRPr="004C3E92">
        <w:t>Je comprends nettement à présent</w:t>
      </w:r>
      <w:r>
        <w:t xml:space="preserve">, </w:t>
      </w:r>
      <w:r w:rsidR="008C5C61" w:rsidRPr="004C3E92">
        <w:t>et je tiendrai strictement mes engagements par des actes d</w:t>
      </w:r>
      <w:r>
        <w:t>’</w:t>
      </w:r>
      <w:r w:rsidR="008C5C61" w:rsidRPr="004C3E92">
        <w:t>assistance et de bienveillance tels que tu les as décrits</w:t>
      </w:r>
      <w:r>
        <w:t xml:space="preserve">. </w:t>
      </w:r>
      <w:r w:rsidR="008C5C61" w:rsidRPr="004C3E92">
        <w:t>Quand ma mère déménagera pour h</w:t>
      </w:r>
      <w:r w:rsidR="008C5C61" w:rsidRPr="004C3E92">
        <w:t>a</w:t>
      </w:r>
      <w:r w:rsidR="008C5C61" w:rsidRPr="004C3E92">
        <w:t>biter une autre maison</w:t>
      </w:r>
      <w:r>
        <w:t xml:space="preserve">, </w:t>
      </w:r>
      <w:r w:rsidR="008C5C61" w:rsidRPr="004C3E92">
        <w:t>mes services lui seront volontiers acquis pour l</w:t>
      </w:r>
      <w:r>
        <w:t>’</w:t>
      </w:r>
      <w:r w:rsidR="008C5C61" w:rsidRPr="004C3E92">
        <w:t>installer</w:t>
      </w:r>
      <w:r>
        <w:t xml:space="preserve">, </w:t>
      </w:r>
      <w:r w:rsidR="008C5C61" w:rsidRPr="004C3E92">
        <w:t>dans toute la mesure où je le pourrai</w:t>
      </w:r>
      <w:r>
        <w:t xml:space="preserve">. </w:t>
      </w:r>
      <w:r w:rsidR="008C5C61" w:rsidRPr="004C3E92">
        <w:t>Quelque petit cadeau en matière de mobilier</w:t>
      </w:r>
      <w:r>
        <w:t xml:space="preserve">, </w:t>
      </w:r>
      <w:r w:rsidR="008C5C61" w:rsidRPr="004C3E92">
        <w:t>aussi</w:t>
      </w:r>
      <w:r>
        <w:t xml:space="preserve">, </w:t>
      </w:r>
      <w:r w:rsidR="008C5C61" w:rsidRPr="004C3E92">
        <w:t>pourra être accept</w:t>
      </w:r>
      <w:r w:rsidR="008C5C61" w:rsidRPr="004C3E92">
        <w:t>a</w:t>
      </w:r>
      <w:r w:rsidR="008C5C61" w:rsidRPr="004C3E92">
        <w:t>ble à ce moment-là</w:t>
      </w:r>
      <w:r>
        <w:t>.</w:t>
      </w:r>
    </w:p>
    <w:p w14:paraId="59E3EF4F" w14:textId="77777777" w:rsidR="004A4993" w:rsidRDefault="004A4993" w:rsidP="004A4993">
      <w:r>
        <w:t>— </w:t>
      </w:r>
      <w:r w:rsidR="008C5C61" w:rsidRPr="004C3E92">
        <w:t>Certainement</w:t>
      </w:r>
      <w:r>
        <w:t xml:space="preserve">, </w:t>
      </w:r>
      <w:r w:rsidR="008C5C61" w:rsidRPr="004C3E92">
        <w:t>repartit Mrs</w:t>
      </w:r>
      <w:r>
        <w:t xml:space="preserve">. </w:t>
      </w:r>
      <w:r w:rsidR="008C5C61" w:rsidRPr="004C3E92">
        <w:t xml:space="preserve">John </w:t>
      </w:r>
      <w:proofErr w:type="spellStart"/>
      <w:r w:rsidR="008C5C61" w:rsidRPr="004C3E92">
        <w:t>Dashwood</w:t>
      </w:r>
      <w:proofErr w:type="spellEnd"/>
      <w:r>
        <w:t xml:space="preserve">. </w:t>
      </w:r>
      <w:r w:rsidR="008C5C61" w:rsidRPr="004C3E92">
        <w:t>Il y a tout</w:t>
      </w:r>
      <w:r w:rsidR="008C5C61" w:rsidRPr="004C3E92">
        <w:t>e</w:t>
      </w:r>
      <w:r w:rsidR="008C5C61" w:rsidRPr="004C3E92">
        <w:t>fois une chose à considérer</w:t>
      </w:r>
      <w:r>
        <w:t xml:space="preserve">. </w:t>
      </w:r>
      <w:r w:rsidR="008C5C61" w:rsidRPr="004C3E92">
        <w:t xml:space="preserve">Quand ton père et ta mère se sont établis à </w:t>
      </w:r>
      <w:proofErr w:type="spellStart"/>
      <w:r w:rsidR="008C5C61" w:rsidRPr="004C3E92">
        <w:t>Norland</w:t>
      </w:r>
      <w:proofErr w:type="spellEnd"/>
      <w:r>
        <w:t xml:space="preserve">, </w:t>
      </w:r>
      <w:r w:rsidR="008C5C61" w:rsidRPr="004C3E92">
        <w:t xml:space="preserve">encore que le mobilier de </w:t>
      </w:r>
      <w:proofErr w:type="spellStart"/>
      <w:r w:rsidR="008C5C61" w:rsidRPr="004C3E92">
        <w:t>Stanhill</w:t>
      </w:r>
      <w:proofErr w:type="spellEnd"/>
      <w:r w:rsidR="008C5C61" w:rsidRPr="004C3E92">
        <w:t xml:space="preserve"> ait été ve</w:t>
      </w:r>
      <w:r w:rsidR="008C5C61" w:rsidRPr="004C3E92">
        <w:t>n</w:t>
      </w:r>
      <w:r w:rsidR="008C5C61" w:rsidRPr="004C3E92">
        <w:t>du</w:t>
      </w:r>
      <w:r>
        <w:t xml:space="preserve">, </w:t>
      </w:r>
      <w:r w:rsidR="008C5C61" w:rsidRPr="004C3E92">
        <w:t>toute la porcelaine</w:t>
      </w:r>
      <w:r>
        <w:t xml:space="preserve">, </w:t>
      </w:r>
      <w:r w:rsidR="008C5C61" w:rsidRPr="004C3E92">
        <w:t>l</w:t>
      </w:r>
      <w:r>
        <w:t>’</w:t>
      </w:r>
      <w:r w:rsidR="008C5C61" w:rsidRPr="004C3E92">
        <w:t>argenterie</w:t>
      </w:r>
      <w:r>
        <w:t xml:space="preserve">, </w:t>
      </w:r>
      <w:r w:rsidR="008C5C61" w:rsidRPr="004C3E92">
        <w:t>et le linge ont été conservés</w:t>
      </w:r>
      <w:r>
        <w:t xml:space="preserve">, </w:t>
      </w:r>
      <w:r w:rsidR="008C5C61" w:rsidRPr="004C3E92">
        <w:t>et restent maintenant à ta mère</w:t>
      </w:r>
      <w:r>
        <w:t xml:space="preserve">. </w:t>
      </w:r>
      <w:r w:rsidR="008C5C61" w:rsidRPr="004C3E92">
        <w:t>Sa maison sera donc presque complètement installée aussitôt qu</w:t>
      </w:r>
      <w:r>
        <w:t>’</w:t>
      </w:r>
      <w:r w:rsidR="008C5C61" w:rsidRPr="004C3E92">
        <w:t>elle la prendra</w:t>
      </w:r>
      <w:r>
        <w:t>.</w:t>
      </w:r>
    </w:p>
    <w:p w14:paraId="4AD6A8F7" w14:textId="77777777" w:rsidR="004A4993" w:rsidRDefault="004A4993" w:rsidP="004A4993">
      <w:r>
        <w:t>— </w:t>
      </w:r>
      <w:r w:rsidR="008C5C61" w:rsidRPr="004C3E92">
        <w:t>C</w:t>
      </w:r>
      <w:r>
        <w:t>’</w:t>
      </w:r>
      <w:r w:rsidR="008C5C61" w:rsidRPr="004C3E92">
        <w:t>est là une considération importante</w:t>
      </w:r>
      <w:r>
        <w:t xml:space="preserve">, </w:t>
      </w:r>
      <w:r w:rsidR="008C5C61" w:rsidRPr="004C3E92">
        <w:t>sans aucun doute</w:t>
      </w:r>
      <w:r>
        <w:t xml:space="preserve">. </w:t>
      </w:r>
      <w:r w:rsidR="008C5C61" w:rsidRPr="004C3E92">
        <w:t>C</w:t>
      </w:r>
      <w:r>
        <w:t>’</w:t>
      </w:r>
      <w:r w:rsidR="008C5C61" w:rsidRPr="004C3E92">
        <w:t>est un legs de valeur</w:t>
      </w:r>
      <w:r>
        <w:t xml:space="preserve">, </w:t>
      </w:r>
      <w:r w:rsidR="008C5C61" w:rsidRPr="004C3E92">
        <w:t>certes</w:t>
      </w:r>
      <w:r>
        <w:t xml:space="preserve"> ! </w:t>
      </w:r>
      <w:r w:rsidR="008C5C61" w:rsidRPr="004C3E92">
        <w:t>Et pourtant</w:t>
      </w:r>
      <w:r>
        <w:t xml:space="preserve">, </w:t>
      </w:r>
      <w:r w:rsidR="008C5C61" w:rsidRPr="004C3E92">
        <w:t>une partie de cette argenterie aurait fort agréablement complété notre propre fonds</w:t>
      </w:r>
      <w:r>
        <w:t xml:space="preserve">, </w:t>
      </w:r>
      <w:r w:rsidR="008C5C61" w:rsidRPr="004C3E92">
        <w:t>ici</w:t>
      </w:r>
      <w:r>
        <w:t>.</w:t>
      </w:r>
    </w:p>
    <w:p w14:paraId="7A7722FD" w14:textId="77777777" w:rsidR="004A4993" w:rsidRDefault="004A4993" w:rsidP="004A4993">
      <w:r>
        <w:t>— </w:t>
      </w:r>
      <w:r w:rsidR="008C5C61" w:rsidRPr="004C3E92">
        <w:t>Oui</w:t>
      </w:r>
      <w:r>
        <w:t xml:space="preserve">, </w:t>
      </w:r>
      <w:r w:rsidR="008C5C61" w:rsidRPr="004C3E92">
        <w:t>et le service à déjeuner en porcelaine est deux fois plus beau que celui qui appartient à cette maison</w:t>
      </w:r>
      <w:r>
        <w:t xml:space="preserve">. </w:t>
      </w:r>
      <w:r w:rsidR="008C5C61" w:rsidRPr="004C3E92">
        <w:t>Beaucoup trop beau</w:t>
      </w:r>
      <w:r>
        <w:t xml:space="preserve">, </w:t>
      </w:r>
      <w:r w:rsidR="008C5C61" w:rsidRPr="004C3E92">
        <w:t>à mon avis</w:t>
      </w:r>
      <w:r>
        <w:t xml:space="preserve">, </w:t>
      </w:r>
      <w:r w:rsidR="008C5C61" w:rsidRPr="004C3E92">
        <w:t>pour n</w:t>
      </w:r>
      <w:r>
        <w:t>’</w:t>
      </w:r>
      <w:r w:rsidR="008C5C61" w:rsidRPr="004C3E92">
        <w:t>importe quelle demeure dans l</w:t>
      </w:r>
      <w:r w:rsidR="008C5C61" w:rsidRPr="004C3E92">
        <w:t>a</w:t>
      </w:r>
      <w:r w:rsidR="008C5C61" w:rsidRPr="004C3E92">
        <w:t>quelle leurs moyens leur permettront jamais de vivre</w:t>
      </w:r>
      <w:r>
        <w:t xml:space="preserve">. </w:t>
      </w:r>
      <w:r w:rsidR="008C5C61" w:rsidRPr="004C3E92">
        <w:t>Mais e</w:t>
      </w:r>
      <w:r w:rsidR="008C5C61" w:rsidRPr="004C3E92">
        <w:t>n</w:t>
      </w:r>
      <w:r w:rsidR="008C5C61" w:rsidRPr="004C3E92">
        <w:t>fin</w:t>
      </w:r>
      <w:r>
        <w:t xml:space="preserve">, </w:t>
      </w:r>
      <w:r w:rsidR="008C5C61" w:rsidRPr="004C3E92">
        <w:t>c</w:t>
      </w:r>
      <w:r>
        <w:t>’</w:t>
      </w:r>
      <w:r w:rsidR="008C5C61" w:rsidRPr="004C3E92">
        <w:t>est comme cela</w:t>
      </w:r>
      <w:r>
        <w:t xml:space="preserve">. </w:t>
      </w:r>
      <w:r w:rsidR="008C5C61" w:rsidRPr="004C3E92">
        <w:t>Ton père n</w:t>
      </w:r>
      <w:r>
        <w:t>’</w:t>
      </w:r>
      <w:r w:rsidR="008C5C61" w:rsidRPr="004C3E92">
        <w:t>a pensé qu</w:t>
      </w:r>
      <w:r>
        <w:t>’</w:t>
      </w:r>
      <w:r w:rsidR="008C5C61" w:rsidRPr="004C3E92">
        <w:t>à elles</w:t>
      </w:r>
      <w:r>
        <w:t xml:space="preserve">. </w:t>
      </w:r>
      <w:r w:rsidR="008C5C61" w:rsidRPr="004C3E92">
        <w:t>Et il faut que je le dise</w:t>
      </w:r>
      <w:r>
        <w:t xml:space="preserve">, </w:t>
      </w:r>
      <w:r w:rsidR="008C5C61" w:rsidRPr="004C3E92">
        <w:t>tu ne lui dois aucune gratitude particulière</w:t>
      </w:r>
      <w:r>
        <w:t xml:space="preserve">, </w:t>
      </w:r>
      <w:r w:rsidR="008C5C61" w:rsidRPr="004C3E92">
        <w:t>et tu n</w:t>
      </w:r>
      <w:r>
        <w:t>’</w:t>
      </w:r>
      <w:r w:rsidR="008C5C61" w:rsidRPr="004C3E92">
        <w:t>es pas tenu de te préoccuper spécialement de ses désirs</w:t>
      </w:r>
      <w:r>
        <w:t xml:space="preserve">, </w:t>
      </w:r>
      <w:r w:rsidR="008C5C61" w:rsidRPr="004C3E92">
        <w:t>car nous savons fort bien que s</w:t>
      </w:r>
      <w:r>
        <w:t>’</w:t>
      </w:r>
      <w:r w:rsidR="008C5C61" w:rsidRPr="004C3E92">
        <w:t>il l</w:t>
      </w:r>
      <w:r>
        <w:t>’</w:t>
      </w:r>
      <w:r w:rsidR="008C5C61" w:rsidRPr="004C3E92">
        <w:t>avait pu</w:t>
      </w:r>
      <w:r>
        <w:t xml:space="preserve">, </w:t>
      </w:r>
      <w:r w:rsidR="008C5C61" w:rsidRPr="004C3E92">
        <w:t>il leur aurait laissé à peu près tout au monde</w:t>
      </w:r>
      <w:r>
        <w:t>.</w:t>
      </w:r>
    </w:p>
    <w:p w14:paraId="03D90AE8" w14:textId="77777777" w:rsidR="004A4993" w:rsidRDefault="008C5C61" w:rsidP="004A4993">
      <w:r w:rsidRPr="004C3E92">
        <w:lastRenderedPageBreak/>
        <w:t>Cet argument fut irrésistible</w:t>
      </w:r>
      <w:r w:rsidR="004A4993">
        <w:t xml:space="preserve">. </w:t>
      </w:r>
      <w:r w:rsidRPr="004C3E92">
        <w:t>Il donna aux intentions de Mr</w:t>
      </w:r>
      <w:r w:rsidR="004A4993">
        <w:t xml:space="preserve">. </w:t>
      </w:r>
      <w:proofErr w:type="spellStart"/>
      <w:r w:rsidRPr="004C3E92">
        <w:t>Dashwood</w:t>
      </w:r>
      <w:proofErr w:type="spellEnd"/>
      <w:r w:rsidRPr="004C3E92">
        <w:t xml:space="preserve"> ce qui pouvait leur manquer</w:t>
      </w:r>
      <w:r w:rsidR="004A4993">
        <w:t xml:space="preserve">, </w:t>
      </w:r>
      <w:r w:rsidRPr="004C3E92">
        <w:t>au préalable</w:t>
      </w:r>
      <w:r w:rsidR="004A4993">
        <w:t xml:space="preserve">, </w:t>
      </w:r>
      <w:r w:rsidRPr="004C3E92">
        <w:t>de décision</w:t>
      </w:r>
      <w:r w:rsidR="004A4993">
        <w:t xml:space="preserve"> ; </w:t>
      </w:r>
      <w:r w:rsidRPr="004C3E92">
        <w:t>et il résolut en fin de compte qu</w:t>
      </w:r>
      <w:r w:rsidR="004A4993">
        <w:t>’</w:t>
      </w:r>
      <w:r w:rsidRPr="004C3E92">
        <w:t>il serait absolument superflu</w:t>
      </w:r>
      <w:r w:rsidR="004A4993">
        <w:t xml:space="preserve">, </w:t>
      </w:r>
      <w:r w:rsidRPr="004C3E92">
        <w:t>sinon éminemment malséant</w:t>
      </w:r>
      <w:r w:rsidR="004A4993">
        <w:t xml:space="preserve">, </w:t>
      </w:r>
      <w:r w:rsidRPr="004C3E92">
        <w:t>d</w:t>
      </w:r>
      <w:r w:rsidR="004A4993">
        <w:t>’</w:t>
      </w:r>
      <w:r w:rsidRPr="004C3E92">
        <w:t>en faire plus</w:t>
      </w:r>
      <w:r w:rsidR="004A4993">
        <w:t xml:space="preserve">, </w:t>
      </w:r>
      <w:r w:rsidRPr="004C3E92">
        <w:t>pour la veuve et les enfants de son père</w:t>
      </w:r>
      <w:r w:rsidR="004A4993">
        <w:t xml:space="preserve">, </w:t>
      </w:r>
      <w:r w:rsidRPr="004C3E92">
        <w:t>que les actes de bon voisinage du genre de ceux qu</w:t>
      </w:r>
      <w:r w:rsidR="004A4993">
        <w:t>’</w:t>
      </w:r>
      <w:r w:rsidRPr="004C3E92">
        <w:t>avait indiqués sa femme</w:t>
      </w:r>
      <w:r w:rsidR="004A4993">
        <w:t>.</w:t>
      </w:r>
    </w:p>
    <w:p w14:paraId="0E9071E4" w14:textId="47863CD8" w:rsidR="008C5C61" w:rsidRPr="004C3E92" w:rsidRDefault="008C5C61" w:rsidP="004A4993">
      <w:pPr>
        <w:pStyle w:val="Titre1"/>
      </w:pPr>
      <w:bookmarkStart w:id="2" w:name="_Toc196409787"/>
      <w:r w:rsidRPr="004C3E92">
        <w:lastRenderedPageBreak/>
        <w:t>CHAPITRE III</w:t>
      </w:r>
      <w:bookmarkEnd w:id="2"/>
      <w:r w:rsidRPr="004C3E92">
        <w:br/>
      </w:r>
    </w:p>
    <w:p w14:paraId="6474E631" w14:textId="77777777" w:rsidR="004A4993" w:rsidRDefault="008C5C61" w:rsidP="004A4993">
      <w:r w:rsidRPr="004C3E92">
        <w:t>Mrs</w:t>
      </w:r>
      <w:r w:rsidR="004A4993">
        <w:t xml:space="preserve">. </w:t>
      </w:r>
      <w:proofErr w:type="spellStart"/>
      <w:r w:rsidRPr="004C3E92">
        <w:t>Dashwood</w:t>
      </w:r>
      <w:proofErr w:type="spellEnd"/>
      <w:r w:rsidRPr="004C3E92">
        <w:t xml:space="preserve"> resta plusieurs mois à </w:t>
      </w:r>
      <w:proofErr w:type="spellStart"/>
      <w:r w:rsidRPr="004C3E92">
        <w:t>Norland</w:t>
      </w:r>
      <w:proofErr w:type="spellEnd"/>
      <w:r w:rsidR="004A4993">
        <w:t xml:space="preserve"> ; </w:t>
      </w:r>
      <w:r w:rsidRPr="004C3E92">
        <w:t>non par aucune aversion à déménager quand la vue de chaque endroit bien connu eut cessé de susciter l</w:t>
      </w:r>
      <w:r w:rsidR="004A4993">
        <w:t>’</w:t>
      </w:r>
      <w:r w:rsidRPr="004C3E92">
        <w:t>émotion violente qu</w:t>
      </w:r>
      <w:r w:rsidR="004A4993">
        <w:t>’</w:t>
      </w:r>
      <w:r w:rsidRPr="004C3E92">
        <w:t>elle pr</w:t>
      </w:r>
      <w:r w:rsidRPr="004C3E92">
        <w:t>o</w:t>
      </w:r>
      <w:r w:rsidRPr="004C3E92">
        <w:t>duisit pendant quelque temps</w:t>
      </w:r>
      <w:r w:rsidR="004A4993">
        <w:t xml:space="preserve"> ; </w:t>
      </w:r>
      <w:r w:rsidRPr="004C3E92">
        <w:t>car quand elle se remit à pre</w:t>
      </w:r>
      <w:r w:rsidRPr="004C3E92">
        <w:t>n</w:t>
      </w:r>
      <w:r w:rsidRPr="004C3E92">
        <w:t>dre courage</w:t>
      </w:r>
      <w:r w:rsidR="004A4993">
        <w:t xml:space="preserve">, </w:t>
      </w:r>
      <w:r w:rsidRPr="004C3E92">
        <w:t>et que son esprit fut capable d</w:t>
      </w:r>
      <w:r w:rsidR="004A4993">
        <w:t>’</w:t>
      </w:r>
      <w:r w:rsidRPr="004C3E92">
        <w:t>autres efforts que de celui de rehausser sa douleur par des souvenirs mélancoliques</w:t>
      </w:r>
      <w:r w:rsidR="004A4993">
        <w:t xml:space="preserve">, </w:t>
      </w:r>
      <w:r w:rsidRPr="004C3E92">
        <w:t>elle fut impatiente de partir</w:t>
      </w:r>
      <w:r w:rsidR="004A4993">
        <w:t xml:space="preserve">, </w:t>
      </w:r>
      <w:r w:rsidRPr="004C3E92">
        <w:t xml:space="preserve">et infatigable dans ses recherches en vue de trouver une demeure convenable à proximité de </w:t>
      </w:r>
      <w:proofErr w:type="spellStart"/>
      <w:r w:rsidRPr="004C3E92">
        <w:t>No</w:t>
      </w:r>
      <w:r w:rsidRPr="004C3E92">
        <w:t>r</w:t>
      </w:r>
      <w:r w:rsidRPr="004C3E92">
        <w:t>land</w:t>
      </w:r>
      <w:proofErr w:type="spellEnd"/>
      <w:r w:rsidR="004A4993">
        <w:t xml:space="preserve"> ; </w:t>
      </w:r>
      <w:r w:rsidRPr="004C3E92">
        <w:t>car il lui était impossible de s</w:t>
      </w:r>
      <w:r w:rsidR="004A4993">
        <w:t>’</w:t>
      </w:r>
      <w:r w:rsidRPr="004C3E92">
        <w:t>installer loin de ce lieu bien-aimé</w:t>
      </w:r>
      <w:r w:rsidR="004A4993">
        <w:t xml:space="preserve">. </w:t>
      </w:r>
      <w:r w:rsidRPr="004C3E92">
        <w:t>Mais elle n</w:t>
      </w:r>
      <w:r w:rsidR="004A4993">
        <w:t>’</w:t>
      </w:r>
      <w:r w:rsidRPr="004C3E92">
        <w:t>entendit parler d</w:t>
      </w:r>
      <w:r w:rsidR="004A4993">
        <w:t>’</w:t>
      </w:r>
      <w:r w:rsidRPr="004C3E92">
        <w:t>aucune résidence qui répo</w:t>
      </w:r>
      <w:r w:rsidRPr="004C3E92">
        <w:t>n</w:t>
      </w:r>
      <w:r w:rsidRPr="004C3E92">
        <w:t>dît à ses idées de confort et d</w:t>
      </w:r>
      <w:r w:rsidR="004A4993">
        <w:t>’</w:t>
      </w:r>
      <w:r w:rsidRPr="004C3E92">
        <w:t>aise</w:t>
      </w:r>
      <w:r w:rsidR="004A4993">
        <w:t xml:space="preserve">, </w:t>
      </w:r>
      <w:r w:rsidRPr="004C3E92">
        <w:t>tout en convenant à la sage</w:t>
      </w:r>
      <w:r w:rsidRPr="004C3E92">
        <w:t>s</w:t>
      </w:r>
      <w:r w:rsidRPr="004C3E92">
        <w:t>se de sa fille aînée</w:t>
      </w:r>
      <w:r w:rsidR="004A4993">
        <w:t xml:space="preserve">, </w:t>
      </w:r>
      <w:r w:rsidRPr="004C3E92">
        <w:t>dont le jugement plus équilibré rejeta pl</w:t>
      </w:r>
      <w:r w:rsidRPr="004C3E92">
        <w:t>u</w:t>
      </w:r>
      <w:r w:rsidRPr="004C3E92">
        <w:t>sieurs maisons comme étant trop grandes pour leur revenu</w:t>
      </w:r>
      <w:r w:rsidR="004A4993">
        <w:t xml:space="preserve">, </w:t>
      </w:r>
      <w:r w:rsidRPr="004C3E92">
        <w:t>alors que sa mère les eût approuvées</w:t>
      </w:r>
      <w:r w:rsidR="004A4993">
        <w:t>.</w:t>
      </w:r>
    </w:p>
    <w:p w14:paraId="3A62F0B7" w14:textId="77777777" w:rsidR="004A4993" w:rsidRDefault="008C5C61" w:rsidP="004A4993">
      <w:r w:rsidRPr="004C3E92">
        <w:t>Mrs</w:t>
      </w:r>
      <w:r w:rsidR="004A4993">
        <w:t xml:space="preserve">. </w:t>
      </w:r>
      <w:proofErr w:type="spellStart"/>
      <w:r w:rsidRPr="004C3E92">
        <w:t>Dashwood</w:t>
      </w:r>
      <w:proofErr w:type="spellEnd"/>
      <w:r w:rsidRPr="004C3E92">
        <w:t xml:space="preserve"> avait été informée par son mari de la pr</w:t>
      </w:r>
      <w:r w:rsidRPr="004C3E92">
        <w:t>o</w:t>
      </w:r>
      <w:r w:rsidRPr="004C3E92">
        <w:t>messe solennelle faite par son fils en leur faveur</w:t>
      </w:r>
      <w:r w:rsidR="004A4993">
        <w:t xml:space="preserve">, </w:t>
      </w:r>
      <w:r w:rsidRPr="004C3E92">
        <w:t>promesse qui avait donné un réconfort à ses dernières réflexions d</w:t>
      </w:r>
      <w:r w:rsidR="004A4993">
        <w:t>’</w:t>
      </w:r>
      <w:r w:rsidRPr="004C3E92">
        <w:t>ici-bas</w:t>
      </w:r>
      <w:r w:rsidR="004A4993">
        <w:t xml:space="preserve">. </w:t>
      </w:r>
      <w:r w:rsidRPr="004C3E92">
        <w:t>E</w:t>
      </w:r>
      <w:r w:rsidRPr="004C3E92">
        <w:t>l</w:t>
      </w:r>
      <w:r w:rsidRPr="004C3E92">
        <w:t>le ne douta pas plus qu</w:t>
      </w:r>
      <w:r w:rsidR="004A4993">
        <w:t>’</w:t>
      </w:r>
      <w:r w:rsidRPr="004C3E92">
        <w:t>il ne l</w:t>
      </w:r>
      <w:r w:rsidR="004A4993">
        <w:t>’</w:t>
      </w:r>
      <w:r w:rsidRPr="004C3E92">
        <w:t>avait fait lui-même de la sincérité de ces assurances</w:t>
      </w:r>
      <w:r w:rsidR="004A4993">
        <w:t xml:space="preserve">, </w:t>
      </w:r>
      <w:r w:rsidRPr="004C3E92">
        <w:t>et elle y songea avec satisfaction pour ses fi</w:t>
      </w:r>
      <w:r w:rsidRPr="004C3E92">
        <w:t>l</w:t>
      </w:r>
      <w:r w:rsidRPr="004C3E92">
        <w:t>les</w:t>
      </w:r>
      <w:r w:rsidR="004A4993">
        <w:t xml:space="preserve">, </w:t>
      </w:r>
      <w:r w:rsidRPr="004C3E92">
        <w:t>encore que</w:t>
      </w:r>
      <w:r w:rsidR="004A4993">
        <w:t xml:space="preserve">, </w:t>
      </w:r>
      <w:r w:rsidRPr="004C3E92">
        <w:t>quant à elle</w:t>
      </w:r>
      <w:r w:rsidR="004A4993">
        <w:t xml:space="preserve">, </w:t>
      </w:r>
      <w:r w:rsidRPr="004C3E92">
        <w:t>elle fût persuadée qu</w:t>
      </w:r>
      <w:r w:rsidR="004A4993">
        <w:t>’</w:t>
      </w:r>
      <w:r w:rsidRPr="004C3E92">
        <w:t>un capital bien inférieur à sept mille livres la maintiendrait dans l</w:t>
      </w:r>
      <w:r w:rsidR="004A4993">
        <w:t>’</w:t>
      </w:r>
      <w:r w:rsidRPr="004C3E92">
        <w:t>abondance</w:t>
      </w:r>
      <w:r w:rsidR="004A4993">
        <w:t xml:space="preserve">. </w:t>
      </w:r>
      <w:r w:rsidRPr="004C3E92">
        <w:t>Elle s</w:t>
      </w:r>
      <w:r w:rsidR="004A4993">
        <w:t>’</w:t>
      </w:r>
      <w:r w:rsidRPr="004C3E92">
        <w:t>en réjouit aussi pour leur frère</w:t>
      </w:r>
      <w:r w:rsidR="004A4993">
        <w:t xml:space="preserve">, </w:t>
      </w:r>
      <w:r w:rsidRPr="004C3E92">
        <w:t>pour son cœur même</w:t>
      </w:r>
      <w:r w:rsidR="004A4993">
        <w:t xml:space="preserve"> ; </w:t>
      </w:r>
      <w:r w:rsidRPr="004C3E92">
        <w:t>et elle se reprocha d</w:t>
      </w:r>
      <w:r w:rsidR="004A4993">
        <w:t>’</w:t>
      </w:r>
      <w:r w:rsidRPr="004C3E92">
        <w:t>avoir été naguère injuste à l</w:t>
      </w:r>
      <w:r w:rsidR="004A4993">
        <w:t>’</w:t>
      </w:r>
      <w:r w:rsidRPr="004C3E92">
        <w:t>égard de son mérite</w:t>
      </w:r>
      <w:r w:rsidR="004A4993">
        <w:t xml:space="preserve">, </w:t>
      </w:r>
      <w:r w:rsidRPr="004C3E92">
        <w:t>en le croyant incapable de générosité</w:t>
      </w:r>
      <w:r w:rsidR="004A4993">
        <w:t xml:space="preserve">. </w:t>
      </w:r>
      <w:r w:rsidRPr="004C3E92">
        <w:t>L</w:t>
      </w:r>
      <w:r w:rsidR="004A4993">
        <w:t>’</w:t>
      </w:r>
      <w:r w:rsidRPr="004C3E92">
        <w:t>attitude pleine d</w:t>
      </w:r>
      <w:r w:rsidR="004A4993">
        <w:t>’</w:t>
      </w:r>
      <w:r w:rsidRPr="004C3E92">
        <w:t>égards dont il faisait preuve envers elle et e</w:t>
      </w:r>
      <w:r w:rsidRPr="004C3E92">
        <w:t>n</w:t>
      </w:r>
      <w:r w:rsidRPr="004C3E92">
        <w:t>vers ses sœurs la convainquit que leur bonheur lui était cher</w:t>
      </w:r>
      <w:r w:rsidR="004A4993">
        <w:t xml:space="preserve">, </w:t>
      </w:r>
      <w:r w:rsidRPr="004C3E92">
        <w:t>et</w:t>
      </w:r>
      <w:r w:rsidR="004A4993">
        <w:t xml:space="preserve">, </w:t>
      </w:r>
      <w:r w:rsidRPr="004C3E92">
        <w:t>pendant longtemps</w:t>
      </w:r>
      <w:r w:rsidR="004A4993">
        <w:t xml:space="preserve">, </w:t>
      </w:r>
      <w:r w:rsidRPr="004C3E92">
        <w:t>elle compta fermement sur la libéralité de ses intentions</w:t>
      </w:r>
      <w:r w:rsidR="004A4993">
        <w:t>.</w:t>
      </w:r>
    </w:p>
    <w:p w14:paraId="62C11EB4" w14:textId="77777777" w:rsidR="004A4993" w:rsidRDefault="008C5C61" w:rsidP="004A4993">
      <w:r w:rsidRPr="004C3E92">
        <w:lastRenderedPageBreak/>
        <w:t>Le mépris qu</w:t>
      </w:r>
      <w:r w:rsidR="004A4993">
        <w:t>’</w:t>
      </w:r>
      <w:r w:rsidRPr="004C3E92">
        <w:t>elle avait ressenti</w:t>
      </w:r>
      <w:r w:rsidR="004A4993">
        <w:t xml:space="preserve">, </w:t>
      </w:r>
      <w:r w:rsidRPr="004C3E92">
        <w:t>dès le début de leurs rel</w:t>
      </w:r>
      <w:r w:rsidRPr="004C3E92">
        <w:t>a</w:t>
      </w:r>
      <w:r w:rsidRPr="004C3E92">
        <w:t>tions</w:t>
      </w:r>
      <w:r w:rsidR="004A4993">
        <w:t xml:space="preserve">, </w:t>
      </w:r>
      <w:r w:rsidRPr="004C3E92">
        <w:t>pour sa belle-fille</w:t>
      </w:r>
      <w:r w:rsidR="004A4993">
        <w:t xml:space="preserve">, </w:t>
      </w:r>
      <w:r w:rsidRPr="004C3E92">
        <w:t>fut fortement accru par la connaissance plus poussée de son caractère</w:t>
      </w:r>
      <w:r w:rsidR="004A4993">
        <w:t xml:space="preserve">, </w:t>
      </w:r>
      <w:r w:rsidRPr="004C3E92">
        <w:t>que lui permit une résidence d</w:t>
      </w:r>
      <w:r w:rsidR="004A4993">
        <w:t>’</w:t>
      </w:r>
      <w:r w:rsidRPr="004C3E92">
        <w:t>une demi-année dans sa famille</w:t>
      </w:r>
      <w:r w:rsidR="004A4993">
        <w:t xml:space="preserve"> ; </w:t>
      </w:r>
      <w:r w:rsidRPr="004C3E92">
        <w:t>et peut-être</w:t>
      </w:r>
      <w:r w:rsidR="004A4993">
        <w:t xml:space="preserve">, </w:t>
      </w:r>
      <w:r w:rsidRPr="004C3E92">
        <w:t>en dépit de to</w:t>
      </w:r>
      <w:r w:rsidRPr="004C3E92">
        <w:t>u</w:t>
      </w:r>
      <w:r w:rsidRPr="004C3E92">
        <w:t>tes les considérations de politesse ou d</w:t>
      </w:r>
      <w:r w:rsidR="004A4993">
        <w:t>’</w:t>
      </w:r>
      <w:r w:rsidRPr="004C3E92">
        <w:t>affection maternelle de la part de la première</w:t>
      </w:r>
      <w:r w:rsidR="004A4993">
        <w:t xml:space="preserve">, </w:t>
      </w:r>
      <w:r w:rsidRPr="004C3E92">
        <w:t>les deux dames eussent-elles trouvé i</w:t>
      </w:r>
      <w:r w:rsidRPr="004C3E92">
        <w:t>m</w:t>
      </w:r>
      <w:r w:rsidRPr="004C3E92">
        <w:t>possible de vivre ensemble aussi longtemps</w:t>
      </w:r>
      <w:r w:rsidR="004A4993">
        <w:t xml:space="preserve">, </w:t>
      </w:r>
      <w:r w:rsidRPr="004C3E92">
        <w:t>s</w:t>
      </w:r>
      <w:r w:rsidR="004A4993">
        <w:t>’</w:t>
      </w:r>
      <w:r w:rsidRPr="004C3E92">
        <w:t>il ne s</w:t>
      </w:r>
      <w:r w:rsidR="004A4993">
        <w:t>’</w:t>
      </w:r>
      <w:r w:rsidRPr="004C3E92">
        <w:t>était pr</w:t>
      </w:r>
      <w:r w:rsidRPr="004C3E92">
        <w:t>o</w:t>
      </w:r>
      <w:r w:rsidRPr="004C3E92">
        <w:t>duit une circonstance spéciale rendant plus désirable</w:t>
      </w:r>
      <w:r w:rsidR="004A4993">
        <w:t xml:space="preserve">, </w:t>
      </w:r>
      <w:r w:rsidRPr="004C3E92">
        <w:t>selon l</w:t>
      </w:r>
      <w:r w:rsidR="004A4993">
        <w:t>’</w:t>
      </w:r>
      <w:r w:rsidRPr="004C3E92">
        <w:t>opinion de Mrs</w:t>
      </w:r>
      <w:r w:rsidR="004A4993">
        <w:t xml:space="preserve">. </w:t>
      </w:r>
      <w:proofErr w:type="spellStart"/>
      <w:r w:rsidRPr="004C3E92">
        <w:t>Dashwood</w:t>
      </w:r>
      <w:proofErr w:type="spellEnd"/>
      <w:r w:rsidR="004A4993">
        <w:t xml:space="preserve">, </w:t>
      </w:r>
      <w:r w:rsidRPr="004C3E92">
        <w:t xml:space="preserve">que ses filles prolongeassent leur séjour à </w:t>
      </w:r>
      <w:proofErr w:type="spellStart"/>
      <w:r w:rsidRPr="004C3E92">
        <w:t>Norland</w:t>
      </w:r>
      <w:proofErr w:type="spellEnd"/>
      <w:r w:rsidR="004A4993">
        <w:t>.</w:t>
      </w:r>
    </w:p>
    <w:p w14:paraId="65F86C44" w14:textId="77777777" w:rsidR="004A4993" w:rsidRDefault="008C5C61" w:rsidP="004A4993">
      <w:r w:rsidRPr="004C3E92">
        <w:t>Cette circonstance</w:t>
      </w:r>
      <w:r w:rsidR="004A4993">
        <w:t xml:space="preserve">, </w:t>
      </w:r>
      <w:r w:rsidRPr="004C3E92">
        <w:t>ce fut une affection croissante entre sa fille aînée et le frère de Mrs</w:t>
      </w:r>
      <w:r w:rsidR="004A4993">
        <w:t xml:space="preserve">. </w:t>
      </w:r>
      <w:proofErr w:type="spellStart"/>
      <w:r w:rsidRPr="004C3E92">
        <w:t>Dashwood</w:t>
      </w:r>
      <w:proofErr w:type="spellEnd"/>
      <w:r w:rsidR="004A4993">
        <w:t xml:space="preserve">, </w:t>
      </w:r>
      <w:r w:rsidRPr="004C3E92">
        <w:t xml:space="preserve">jeune homme distingué et agréable dont elles firent la connaissance peu après que sa sœur se fut établie à </w:t>
      </w:r>
      <w:proofErr w:type="spellStart"/>
      <w:r w:rsidRPr="004C3E92">
        <w:t>Norland</w:t>
      </w:r>
      <w:proofErr w:type="spellEnd"/>
      <w:r w:rsidR="004A4993">
        <w:t xml:space="preserve">, </w:t>
      </w:r>
      <w:r w:rsidRPr="004C3E92">
        <w:t>et qui avait passé là la plus grande partie de son temps</w:t>
      </w:r>
      <w:r w:rsidR="004A4993">
        <w:t>.</w:t>
      </w:r>
    </w:p>
    <w:p w14:paraId="6EB8BB22" w14:textId="77777777" w:rsidR="004A4993" w:rsidRDefault="008C5C61" w:rsidP="004A4993">
      <w:r w:rsidRPr="004C3E92">
        <w:t>Il est des mères qui eussent encouragé cette intimité pour des motifs intéressés</w:t>
      </w:r>
      <w:r w:rsidR="004A4993">
        <w:t xml:space="preserve">, </w:t>
      </w:r>
      <w:r w:rsidRPr="004C3E92">
        <w:t xml:space="preserve">car Edward </w:t>
      </w:r>
      <w:proofErr w:type="spellStart"/>
      <w:r w:rsidRPr="004C3E92">
        <w:t>Ferrars</w:t>
      </w:r>
      <w:proofErr w:type="spellEnd"/>
      <w:r w:rsidRPr="004C3E92">
        <w:t xml:space="preserve"> était le fils aîné d</w:t>
      </w:r>
      <w:r w:rsidR="004A4993">
        <w:t>’</w:t>
      </w:r>
      <w:r w:rsidRPr="004C3E92">
        <w:t>un homme qui était mort fort riche</w:t>
      </w:r>
      <w:r w:rsidR="004A4993">
        <w:t xml:space="preserve"> ; </w:t>
      </w:r>
      <w:r w:rsidRPr="004C3E92">
        <w:t>et il en est qui l</w:t>
      </w:r>
      <w:r w:rsidR="004A4993">
        <w:t>’</w:t>
      </w:r>
      <w:r w:rsidRPr="004C3E92">
        <w:t>eussent répr</w:t>
      </w:r>
      <w:r w:rsidRPr="004C3E92">
        <w:t>i</w:t>
      </w:r>
      <w:r w:rsidRPr="004C3E92">
        <w:t>mée pour des motifs de prudence</w:t>
      </w:r>
      <w:r w:rsidR="004A4993">
        <w:t xml:space="preserve">, </w:t>
      </w:r>
      <w:r w:rsidRPr="004C3E92">
        <w:t>car</w:t>
      </w:r>
      <w:r w:rsidR="004A4993">
        <w:t xml:space="preserve">, </w:t>
      </w:r>
      <w:r w:rsidRPr="004C3E92">
        <w:t>à part une somme ins</w:t>
      </w:r>
      <w:r w:rsidRPr="004C3E92">
        <w:t>i</w:t>
      </w:r>
      <w:r w:rsidRPr="004C3E92">
        <w:t>gnifiante</w:t>
      </w:r>
      <w:r w:rsidR="004A4993">
        <w:t xml:space="preserve">, </w:t>
      </w:r>
      <w:r w:rsidRPr="004C3E92">
        <w:t>la totalité de la fortune du jeune homme dépendait de la volonté de sa mère</w:t>
      </w:r>
      <w:r w:rsidR="004A4993">
        <w:t xml:space="preserve">. </w:t>
      </w:r>
      <w:r w:rsidRPr="004C3E92">
        <w:t>Mais Mrs</w:t>
      </w:r>
      <w:r w:rsidR="004A4993">
        <w:t xml:space="preserve">. </w:t>
      </w:r>
      <w:proofErr w:type="spellStart"/>
      <w:r w:rsidRPr="004C3E92">
        <w:t>Dashwood</w:t>
      </w:r>
      <w:proofErr w:type="spellEnd"/>
      <w:r w:rsidRPr="004C3E92">
        <w:t xml:space="preserve"> ne se laissa influe</w:t>
      </w:r>
      <w:r w:rsidRPr="004C3E92">
        <w:t>n</w:t>
      </w:r>
      <w:r w:rsidRPr="004C3E92">
        <w:t>cer ni par l</w:t>
      </w:r>
      <w:r w:rsidR="004A4993">
        <w:t>’</w:t>
      </w:r>
      <w:r w:rsidRPr="004C3E92">
        <w:t>une ni par l</w:t>
      </w:r>
      <w:r w:rsidR="004A4993">
        <w:t>’</w:t>
      </w:r>
      <w:r w:rsidRPr="004C3E92">
        <w:t>autre de ces considérations</w:t>
      </w:r>
      <w:r w:rsidR="004A4993">
        <w:t xml:space="preserve">. </w:t>
      </w:r>
      <w:r w:rsidRPr="004C3E92">
        <w:t>Il lui suff</w:t>
      </w:r>
      <w:r w:rsidRPr="004C3E92">
        <w:t>i</w:t>
      </w:r>
      <w:r w:rsidRPr="004C3E92">
        <w:t>sait qu</w:t>
      </w:r>
      <w:r w:rsidR="004A4993">
        <w:t>’</w:t>
      </w:r>
      <w:r w:rsidRPr="004C3E92">
        <w:t>il parût aimable</w:t>
      </w:r>
      <w:r w:rsidR="004A4993">
        <w:t xml:space="preserve">, </w:t>
      </w:r>
      <w:r w:rsidRPr="004C3E92">
        <w:t>qu</w:t>
      </w:r>
      <w:r w:rsidR="004A4993">
        <w:t>’</w:t>
      </w:r>
      <w:r w:rsidRPr="004C3E92">
        <w:t>il aimât sa fille</w:t>
      </w:r>
      <w:r w:rsidR="004A4993">
        <w:t xml:space="preserve">, </w:t>
      </w:r>
      <w:r w:rsidRPr="004C3E92">
        <w:t>et qu</w:t>
      </w:r>
      <w:r w:rsidR="004A4993">
        <w:t>’</w:t>
      </w:r>
      <w:proofErr w:type="spellStart"/>
      <w:r w:rsidRPr="004C3E92">
        <w:t>Elinor</w:t>
      </w:r>
      <w:proofErr w:type="spellEnd"/>
      <w:r w:rsidRPr="004C3E92">
        <w:t xml:space="preserve"> payât cette préférence de retour</w:t>
      </w:r>
      <w:r w:rsidR="004A4993">
        <w:t xml:space="preserve">. </w:t>
      </w:r>
      <w:r w:rsidRPr="004C3E92">
        <w:t>Il était contraire à toutes les doctr</w:t>
      </w:r>
      <w:r w:rsidRPr="004C3E92">
        <w:t>i</w:t>
      </w:r>
      <w:r w:rsidRPr="004C3E92">
        <w:t>nes dont elle était imbue</w:t>
      </w:r>
      <w:r w:rsidR="004A4993">
        <w:t xml:space="preserve">, </w:t>
      </w:r>
      <w:r w:rsidRPr="004C3E92">
        <w:t>qu</w:t>
      </w:r>
      <w:r w:rsidR="004A4993">
        <w:t>’</w:t>
      </w:r>
      <w:r w:rsidRPr="004C3E92">
        <w:t>une différence de fortune séparât deux êtres quelconques qu</w:t>
      </w:r>
      <w:r w:rsidR="004A4993">
        <w:t>’</w:t>
      </w:r>
      <w:r w:rsidRPr="004C3E92">
        <w:t>attirait une similitude de caractère</w:t>
      </w:r>
      <w:r w:rsidR="004A4993">
        <w:t xml:space="preserve"> ; </w:t>
      </w:r>
      <w:r w:rsidRPr="004C3E92">
        <w:t>et que le mérite d</w:t>
      </w:r>
      <w:r w:rsidR="004A4993">
        <w:t>’</w:t>
      </w:r>
      <w:proofErr w:type="spellStart"/>
      <w:r w:rsidRPr="004C3E92">
        <w:t>Elinor</w:t>
      </w:r>
      <w:proofErr w:type="spellEnd"/>
      <w:r w:rsidRPr="004C3E92">
        <w:t xml:space="preserve"> ne fût pas reconnu de tous ceux qui la connaissaient</w:t>
      </w:r>
      <w:r w:rsidR="004A4993">
        <w:t xml:space="preserve">, </w:t>
      </w:r>
      <w:r w:rsidRPr="004C3E92">
        <w:t>c</w:t>
      </w:r>
      <w:r w:rsidR="004A4993">
        <w:t>’</w:t>
      </w:r>
      <w:r w:rsidRPr="004C3E92">
        <w:t>était là</w:t>
      </w:r>
      <w:r w:rsidR="004A4993">
        <w:t xml:space="preserve">, </w:t>
      </w:r>
      <w:r w:rsidRPr="004C3E92">
        <w:t>pour sa compréhension</w:t>
      </w:r>
      <w:r w:rsidR="004A4993">
        <w:t xml:space="preserve">, </w:t>
      </w:r>
      <w:r w:rsidRPr="004C3E92">
        <w:t>une chose i</w:t>
      </w:r>
      <w:r w:rsidRPr="004C3E92">
        <w:t>m</w:t>
      </w:r>
      <w:r w:rsidRPr="004C3E92">
        <w:t>possible</w:t>
      </w:r>
      <w:r w:rsidR="004A4993">
        <w:t>.</w:t>
      </w:r>
    </w:p>
    <w:p w14:paraId="74285DE2" w14:textId="77777777" w:rsidR="004A4993" w:rsidRDefault="008C5C61" w:rsidP="004A4993">
      <w:r w:rsidRPr="004C3E92">
        <w:t xml:space="preserve">Edward </w:t>
      </w:r>
      <w:proofErr w:type="spellStart"/>
      <w:r w:rsidRPr="004C3E92">
        <w:t>Ferrars</w:t>
      </w:r>
      <w:proofErr w:type="spellEnd"/>
      <w:r w:rsidRPr="004C3E92">
        <w:t xml:space="preserve"> ne se recommandait à leur bonne opinion par aucune grâce spéciale de sa personne ou de son abord</w:t>
      </w:r>
      <w:r w:rsidR="004A4993">
        <w:t xml:space="preserve">. </w:t>
      </w:r>
      <w:r w:rsidRPr="004C3E92">
        <w:t xml:space="preserve">Il </w:t>
      </w:r>
      <w:r w:rsidRPr="004C3E92">
        <w:lastRenderedPageBreak/>
        <w:t>n</w:t>
      </w:r>
      <w:r w:rsidR="004A4993">
        <w:t>’</w:t>
      </w:r>
      <w:r w:rsidRPr="004C3E92">
        <w:t>était pas beau</w:t>
      </w:r>
      <w:r w:rsidR="004A4993">
        <w:t xml:space="preserve">, </w:t>
      </w:r>
      <w:r w:rsidRPr="004C3E92">
        <w:t>et ses façons exigeaient l</w:t>
      </w:r>
      <w:r w:rsidR="004A4993">
        <w:t>’</w:t>
      </w:r>
      <w:r w:rsidRPr="004C3E92">
        <w:t>intimité pour les re</w:t>
      </w:r>
      <w:r w:rsidRPr="004C3E92">
        <w:t>n</w:t>
      </w:r>
      <w:r w:rsidRPr="004C3E92">
        <w:t>dre agréables</w:t>
      </w:r>
      <w:r w:rsidR="004A4993">
        <w:t xml:space="preserve">. </w:t>
      </w:r>
      <w:r w:rsidRPr="004C3E92">
        <w:t>Il manquait d</w:t>
      </w:r>
      <w:r w:rsidR="004A4993">
        <w:t>’</w:t>
      </w:r>
      <w:r w:rsidRPr="004C3E92">
        <w:t>assurance pour se faire valoir équ</w:t>
      </w:r>
      <w:r w:rsidRPr="004C3E92">
        <w:t>i</w:t>
      </w:r>
      <w:r w:rsidRPr="004C3E92">
        <w:t>tablement</w:t>
      </w:r>
      <w:r w:rsidR="004A4993">
        <w:t xml:space="preserve"> ; </w:t>
      </w:r>
      <w:r w:rsidRPr="004C3E92">
        <w:t>mais</w:t>
      </w:r>
      <w:r w:rsidR="004A4993">
        <w:t xml:space="preserve">, </w:t>
      </w:r>
      <w:r w:rsidRPr="004C3E92">
        <w:t>une fois vaincue sa timidité</w:t>
      </w:r>
      <w:r w:rsidR="004A4993">
        <w:t xml:space="preserve">, </w:t>
      </w:r>
      <w:r w:rsidRPr="004C3E92">
        <w:t>sa conduite do</w:t>
      </w:r>
      <w:r w:rsidRPr="004C3E92">
        <w:t>n</w:t>
      </w:r>
      <w:r w:rsidRPr="004C3E92">
        <w:t>nait toutes les indications d</w:t>
      </w:r>
      <w:r w:rsidR="004A4993">
        <w:t>’</w:t>
      </w:r>
      <w:r w:rsidRPr="004C3E92">
        <w:t>un cœur ouvert et affectueux</w:t>
      </w:r>
      <w:r w:rsidR="004A4993">
        <w:t xml:space="preserve">. </w:t>
      </w:r>
      <w:r w:rsidRPr="004C3E92">
        <w:t>Son intelligence était sérieuse</w:t>
      </w:r>
      <w:r w:rsidR="004A4993">
        <w:t xml:space="preserve">, </w:t>
      </w:r>
      <w:r w:rsidRPr="004C3E92">
        <w:t>et son instruction l</w:t>
      </w:r>
      <w:r w:rsidR="004A4993">
        <w:t>’</w:t>
      </w:r>
      <w:r w:rsidRPr="004C3E92">
        <w:t>avait solidement améliorée</w:t>
      </w:r>
      <w:r w:rsidR="004A4993">
        <w:t xml:space="preserve">. </w:t>
      </w:r>
      <w:r w:rsidRPr="004C3E92">
        <w:t>Mais il n</w:t>
      </w:r>
      <w:r w:rsidR="004A4993">
        <w:t>’</w:t>
      </w:r>
      <w:r w:rsidRPr="004C3E92">
        <w:t>était adapté ni par ses aptitudes ni par son caractère à répondre aux désirs de sa mère et de sa sœur</w:t>
      </w:r>
      <w:r w:rsidR="004A4993">
        <w:t xml:space="preserve">, </w:t>
      </w:r>
      <w:r w:rsidRPr="004C3E92">
        <w:t>qui auraient ardemment voulu le voir se distinguer comme</w:t>
      </w:r>
      <w:r w:rsidR="004A4993">
        <w:t xml:space="preserve">… </w:t>
      </w:r>
      <w:r w:rsidRPr="004C3E92">
        <w:t>elles ne savaient guère comme quoi</w:t>
      </w:r>
      <w:r w:rsidR="004A4993">
        <w:t xml:space="preserve">. </w:t>
      </w:r>
      <w:r w:rsidRPr="004C3E92">
        <w:t>Elles voulaient qu</w:t>
      </w:r>
      <w:r w:rsidR="004A4993">
        <w:t>’</w:t>
      </w:r>
      <w:r w:rsidRPr="004C3E92">
        <w:t>il fît belle f</w:t>
      </w:r>
      <w:r w:rsidRPr="004C3E92">
        <w:t>i</w:t>
      </w:r>
      <w:r w:rsidRPr="004C3E92">
        <w:t>gure dans le monde</w:t>
      </w:r>
      <w:r w:rsidR="004A4993">
        <w:t xml:space="preserve">, </w:t>
      </w:r>
      <w:r w:rsidRPr="004C3E92">
        <w:t>d</w:t>
      </w:r>
      <w:r w:rsidR="004A4993">
        <w:t>’</w:t>
      </w:r>
      <w:r w:rsidRPr="004C3E92">
        <w:t>une manière ou d</w:t>
      </w:r>
      <w:r w:rsidR="004A4993">
        <w:t>’</w:t>
      </w:r>
      <w:r w:rsidRPr="004C3E92">
        <w:t>une autre</w:t>
      </w:r>
      <w:r w:rsidR="004A4993">
        <w:t xml:space="preserve">. </w:t>
      </w:r>
      <w:r w:rsidRPr="004C3E92">
        <w:t>Sa mère d</w:t>
      </w:r>
      <w:r w:rsidRPr="004C3E92">
        <w:t>é</w:t>
      </w:r>
      <w:r w:rsidRPr="004C3E92">
        <w:t>sirait l</w:t>
      </w:r>
      <w:r w:rsidR="004A4993">
        <w:t>’</w:t>
      </w:r>
      <w:r w:rsidRPr="004C3E92">
        <w:t>intéresser aux affaires politiques</w:t>
      </w:r>
      <w:r w:rsidR="004A4993">
        <w:t xml:space="preserve">, </w:t>
      </w:r>
      <w:r w:rsidRPr="004C3E92">
        <w:t>le faire entrer au Pa</w:t>
      </w:r>
      <w:r w:rsidRPr="004C3E92">
        <w:t>r</w:t>
      </w:r>
      <w:r w:rsidRPr="004C3E92">
        <w:t>lement</w:t>
      </w:r>
      <w:r w:rsidR="004A4993">
        <w:t xml:space="preserve">, </w:t>
      </w:r>
      <w:r w:rsidRPr="004C3E92">
        <w:t>ou le voir en rapport avec quelques-uns des grands hommes du jour</w:t>
      </w:r>
      <w:r w:rsidR="004A4993">
        <w:t xml:space="preserve">. </w:t>
      </w:r>
      <w:r w:rsidRPr="004C3E92">
        <w:t>Mrs</w:t>
      </w:r>
      <w:r w:rsidR="004A4993">
        <w:t xml:space="preserve">. </w:t>
      </w:r>
      <w:r w:rsidRPr="004C3E92">
        <w:t xml:space="preserve">John </w:t>
      </w:r>
      <w:proofErr w:type="spellStart"/>
      <w:r w:rsidRPr="004C3E92">
        <w:t>Dashwood</w:t>
      </w:r>
      <w:proofErr w:type="spellEnd"/>
      <w:r w:rsidRPr="004C3E92">
        <w:t xml:space="preserve"> le désirait également</w:t>
      </w:r>
      <w:r w:rsidR="004A4993">
        <w:t xml:space="preserve"> ; </w:t>
      </w:r>
      <w:r w:rsidRPr="004C3E92">
        <w:t>mais en attendant</w:t>
      </w:r>
      <w:r w:rsidR="004A4993">
        <w:t xml:space="preserve">, </w:t>
      </w:r>
      <w:r w:rsidRPr="004C3E92">
        <w:t>jusqu</w:t>
      </w:r>
      <w:r w:rsidR="004A4993">
        <w:t>’</w:t>
      </w:r>
      <w:r w:rsidRPr="004C3E92">
        <w:t>à ce qu</w:t>
      </w:r>
      <w:r w:rsidR="004A4993">
        <w:t>’</w:t>
      </w:r>
      <w:r w:rsidRPr="004C3E92">
        <w:t>un de ces bienfaits supérieurs pût être obtenu</w:t>
      </w:r>
      <w:r w:rsidR="004A4993">
        <w:t xml:space="preserve">, </w:t>
      </w:r>
      <w:r w:rsidRPr="004C3E92">
        <w:t>son ambition eût été satisfaite de le voir conduire une calèche</w:t>
      </w:r>
      <w:r w:rsidR="004A4993">
        <w:t xml:space="preserve">. </w:t>
      </w:r>
      <w:r w:rsidRPr="004C3E92">
        <w:t>Mais Edward n</w:t>
      </w:r>
      <w:r w:rsidR="004A4993">
        <w:t>’</w:t>
      </w:r>
      <w:r w:rsidRPr="004C3E92">
        <w:t>avait aucune disposition pour les grands hommes ni les calèches</w:t>
      </w:r>
      <w:r w:rsidR="004A4993">
        <w:t xml:space="preserve">. </w:t>
      </w:r>
      <w:r w:rsidRPr="004C3E92">
        <w:t>Tous ses désirs se ce</w:t>
      </w:r>
      <w:r w:rsidRPr="004C3E92">
        <w:t>n</w:t>
      </w:r>
      <w:r w:rsidRPr="004C3E92">
        <w:t>traient sur le confort domestique et le calme de la vie privée</w:t>
      </w:r>
      <w:r w:rsidR="004A4993">
        <w:t xml:space="preserve">. </w:t>
      </w:r>
      <w:r w:rsidRPr="004C3E92">
        <w:t>Heureusement</w:t>
      </w:r>
      <w:r w:rsidR="004A4993">
        <w:t xml:space="preserve">, </w:t>
      </w:r>
      <w:r w:rsidRPr="004C3E92">
        <w:t>il avait un frère cadet</w:t>
      </w:r>
      <w:r w:rsidR="004A4993">
        <w:t xml:space="preserve">, </w:t>
      </w:r>
      <w:r w:rsidRPr="004C3E92">
        <w:t>qui donnait plus de pr</w:t>
      </w:r>
      <w:r w:rsidRPr="004C3E92">
        <w:t>o</w:t>
      </w:r>
      <w:r w:rsidRPr="004C3E92">
        <w:t>messes</w:t>
      </w:r>
      <w:r w:rsidR="004A4993">
        <w:t>.</w:t>
      </w:r>
    </w:p>
    <w:p w14:paraId="50A16D5C" w14:textId="77777777" w:rsidR="004A4993" w:rsidRDefault="008C5C61" w:rsidP="004A4993">
      <w:r w:rsidRPr="004C3E92">
        <w:t>Il y avait plusieurs semaines qu</w:t>
      </w:r>
      <w:r w:rsidR="004A4993">
        <w:t>’</w:t>
      </w:r>
      <w:r w:rsidRPr="004C3E92">
        <w:t>Edward était dans la ma</w:t>
      </w:r>
      <w:r w:rsidRPr="004C3E92">
        <w:t>i</w:t>
      </w:r>
      <w:r w:rsidRPr="004C3E92">
        <w:t>son</w:t>
      </w:r>
      <w:r w:rsidR="004A4993">
        <w:t xml:space="preserve">, </w:t>
      </w:r>
      <w:r w:rsidRPr="004C3E92">
        <w:t>avant qu</w:t>
      </w:r>
      <w:r w:rsidR="004A4993">
        <w:t>’</w:t>
      </w:r>
      <w:r w:rsidRPr="004C3E92">
        <w:t>il n</w:t>
      </w:r>
      <w:r w:rsidR="004A4993">
        <w:t>’</w:t>
      </w:r>
      <w:r w:rsidRPr="004C3E92">
        <w:t>attirât une part appréciable de l</w:t>
      </w:r>
      <w:r w:rsidR="004A4993">
        <w:t>’</w:t>
      </w:r>
      <w:r w:rsidRPr="004C3E92">
        <w:t>attention de Mrs</w:t>
      </w:r>
      <w:r w:rsidR="004A4993">
        <w:t xml:space="preserve">. </w:t>
      </w:r>
      <w:proofErr w:type="spellStart"/>
      <w:r w:rsidRPr="004C3E92">
        <w:t>Dashwood</w:t>
      </w:r>
      <w:proofErr w:type="spellEnd"/>
      <w:r w:rsidR="004A4993">
        <w:t xml:space="preserve"> ; </w:t>
      </w:r>
      <w:r w:rsidRPr="004C3E92">
        <w:t>car elle était</w:t>
      </w:r>
      <w:r w:rsidR="004A4993">
        <w:t xml:space="preserve">, </w:t>
      </w:r>
      <w:r w:rsidRPr="004C3E92">
        <w:t>à cette époque</w:t>
      </w:r>
      <w:r w:rsidR="004A4993">
        <w:t xml:space="preserve">, </w:t>
      </w:r>
      <w:r w:rsidRPr="004C3E92">
        <w:t>dans une détresse telle qu</w:t>
      </w:r>
      <w:r w:rsidR="004A4993">
        <w:t>’</w:t>
      </w:r>
      <w:r w:rsidRPr="004C3E92">
        <w:t>elle la rendait insensible à ce qui l</w:t>
      </w:r>
      <w:r w:rsidR="004A4993">
        <w:t>’</w:t>
      </w:r>
      <w:r w:rsidRPr="004C3E92">
        <w:t>entourait</w:t>
      </w:r>
      <w:r w:rsidR="004A4993">
        <w:t xml:space="preserve">. </w:t>
      </w:r>
      <w:r w:rsidRPr="004C3E92">
        <w:t>Elle vit se</w:t>
      </w:r>
      <w:r w:rsidRPr="004C3E92">
        <w:t>u</w:t>
      </w:r>
      <w:r w:rsidRPr="004C3E92">
        <w:t>lement qu</w:t>
      </w:r>
      <w:r w:rsidR="004A4993">
        <w:t>’</w:t>
      </w:r>
      <w:r w:rsidRPr="004C3E92">
        <w:t>il était paisible et discret</w:t>
      </w:r>
      <w:r w:rsidR="004A4993">
        <w:t xml:space="preserve">, </w:t>
      </w:r>
      <w:r w:rsidRPr="004C3E92">
        <w:t>et elle lui en sut gré</w:t>
      </w:r>
      <w:r w:rsidR="004A4993">
        <w:t xml:space="preserve">. </w:t>
      </w:r>
      <w:r w:rsidRPr="004C3E92">
        <w:t>Il ne troublait pas la tristesse de son esprit par une conversation i</w:t>
      </w:r>
      <w:r w:rsidRPr="004C3E92">
        <w:t>m</w:t>
      </w:r>
      <w:r w:rsidRPr="004C3E92">
        <w:t>portune</w:t>
      </w:r>
      <w:r w:rsidR="004A4993">
        <w:t xml:space="preserve">. </w:t>
      </w:r>
      <w:r w:rsidRPr="004C3E92">
        <w:t>Elle fut pour la première fois incitée à l</w:t>
      </w:r>
      <w:r w:rsidR="004A4993">
        <w:t>’</w:t>
      </w:r>
      <w:r w:rsidRPr="004C3E92">
        <w:t>observer de plus près et à l</w:t>
      </w:r>
      <w:r w:rsidR="004A4993">
        <w:t>’</w:t>
      </w:r>
      <w:r w:rsidRPr="004C3E92">
        <w:t>approuver</w:t>
      </w:r>
      <w:r w:rsidR="004A4993">
        <w:t xml:space="preserve">, </w:t>
      </w:r>
      <w:r w:rsidRPr="004C3E92">
        <w:t>par une réflexion qu</w:t>
      </w:r>
      <w:r w:rsidR="004A4993">
        <w:t>’</w:t>
      </w:r>
      <w:proofErr w:type="spellStart"/>
      <w:r w:rsidRPr="004C3E92">
        <w:t>Elinor</w:t>
      </w:r>
      <w:proofErr w:type="spellEnd"/>
      <w:r w:rsidRPr="004C3E92">
        <w:t xml:space="preserve"> fit par h</w:t>
      </w:r>
      <w:r w:rsidRPr="004C3E92">
        <w:t>a</w:t>
      </w:r>
      <w:r w:rsidRPr="004C3E92">
        <w:t>sard un jour</w:t>
      </w:r>
      <w:r w:rsidR="004A4993">
        <w:t xml:space="preserve">, </w:t>
      </w:r>
      <w:r w:rsidRPr="004C3E92">
        <w:t>sur la différence qui existait entre lui et sa sœur</w:t>
      </w:r>
      <w:r w:rsidR="004A4993">
        <w:t xml:space="preserve">. </w:t>
      </w:r>
      <w:r w:rsidRPr="004C3E92">
        <w:t>C</w:t>
      </w:r>
      <w:r w:rsidR="004A4993">
        <w:t>’</w:t>
      </w:r>
      <w:r w:rsidRPr="004C3E92">
        <w:t>était là un contraste qui le recommanda fort vigoureusement à la mère de la jeune fille</w:t>
      </w:r>
      <w:r w:rsidR="004A4993">
        <w:t>.</w:t>
      </w:r>
    </w:p>
    <w:p w14:paraId="37C0416B" w14:textId="77777777" w:rsidR="004A4993" w:rsidRDefault="004A4993" w:rsidP="004A4993">
      <w:r>
        <w:lastRenderedPageBreak/>
        <w:t>— </w:t>
      </w:r>
      <w:r w:rsidR="008C5C61" w:rsidRPr="004C3E92">
        <w:t>Voilà qui suffit</w:t>
      </w:r>
      <w:r>
        <w:t xml:space="preserve">, </w:t>
      </w:r>
      <w:r w:rsidR="008C5C61" w:rsidRPr="004C3E92">
        <w:t>dit-elle</w:t>
      </w:r>
      <w:r>
        <w:t xml:space="preserve"> ; </w:t>
      </w:r>
      <w:r w:rsidR="008C5C61" w:rsidRPr="004C3E92">
        <w:t>dire qu</w:t>
      </w:r>
      <w:r>
        <w:t>’</w:t>
      </w:r>
      <w:r w:rsidR="008C5C61" w:rsidRPr="004C3E92">
        <w:t>il ne ressemble pas à Fanny</w:t>
      </w:r>
      <w:r>
        <w:t xml:space="preserve">, </w:t>
      </w:r>
      <w:r w:rsidR="008C5C61" w:rsidRPr="004C3E92">
        <w:t>cela suffit</w:t>
      </w:r>
      <w:r>
        <w:t xml:space="preserve">. </w:t>
      </w:r>
      <w:r w:rsidR="008C5C61" w:rsidRPr="004C3E92">
        <w:t>Cela sous-entend tout ce qu</w:t>
      </w:r>
      <w:r>
        <w:t>’</w:t>
      </w:r>
      <w:r w:rsidR="008C5C61" w:rsidRPr="004C3E92">
        <w:t>il y a d</w:t>
      </w:r>
      <w:r>
        <w:t>’</w:t>
      </w:r>
      <w:r w:rsidR="008C5C61" w:rsidRPr="004C3E92">
        <w:t>aimable</w:t>
      </w:r>
      <w:r>
        <w:t xml:space="preserve">. </w:t>
      </w:r>
      <w:r w:rsidR="008C5C61" w:rsidRPr="004C3E92">
        <w:t>Je l</w:t>
      </w:r>
      <w:r>
        <w:t>’</w:t>
      </w:r>
      <w:r w:rsidR="008C5C61" w:rsidRPr="004C3E92">
        <w:t>aime déjà</w:t>
      </w:r>
      <w:r>
        <w:t>.</w:t>
      </w:r>
    </w:p>
    <w:p w14:paraId="7050BB3F" w14:textId="77777777" w:rsidR="004A4993" w:rsidRDefault="004A4993" w:rsidP="004A4993">
      <w:r>
        <w:t>— </w:t>
      </w:r>
      <w:r w:rsidR="008C5C61" w:rsidRPr="004C3E92">
        <w:t>Je crois qu</w:t>
      </w:r>
      <w:r>
        <w:t>’</w:t>
      </w:r>
      <w:r w:rsidR="008C5C61" w:rsidRPr="004C3E92">
        <w:t>il vous plaira</w:t>
      </w:r>
      <w:r>
        <w:t xml:space="preserve">, </w:t>
      </w:r>
      <w:r w:rsidR="008C5C61" w:rsidRPr="004C3E92">
        <w:t xml:space="preserve">dit </w:t>
      </w:r>
      <w:proofErr w:type="spellStart"/>
      <w:r w:rsidR="008C5C61" w:rsidRPr="004C3E92">
        <w:t>Elinor</w:t>
      </w:r>
      <w:proofErr w:type="spellEnd"/>
      <w:r>
        <w:t xml:space="preserve">, </w:t>
      </w:r>
      <w:r w:rsidR="008C5C61" w:rsidRPr="004C3E92">
        <w:t>quand vous le connaîtrez mieux</w:t>
      </w:r>
      <w:r>
        <w:t>.</w:t>
      </w:r>
    </w:p>
    <w:p w14:paraId="1527476A" w14:textId="77777777" w:rsidR="004A4993" w:rsidRDefault="004A4993" w:rsidP="004A4993">
      <w:r>
        <w:t>— </w:t>
      </w:r>
      <w:r w:rsidR="008C5C61" w:rsidRPr="004C3E92">
        <w:t>Me plaire</w:t>
      </w:r>
      <w:r>
        <w:t xml:space="preserve"> ! </w:t>
      </w:r>
      <w:r w:rsidR="008C5C61" w:rsidRPr="004C3E92">
        <w:t>répondit sa mère</w:t>
      </w:r>
      <w:r>
        <w:t xml:space="preserve">, </w:t>
      </w:r>
      <w:r w:rsidR="008C5C61" w:rsidRPr="004C3E92">
        <w:t>avec un sourire</w:t>
      </w:r>
      <w:r>
        <w:t xml:space="preserve">. </w:t>
      </w:r>
      <w:r w:rsidR="008C5C61" w:rsidRPr="004C3E92">
        <w:t>Je suis i</w:t>
      </w:r>
      <w:r w:rsidR="008C5C61" w:rsidRPr="004C3E92">
        <w:t>n</w:t>
      </w:r>
      <w:r w:rsidR="008C5C61" w:rsidRPr="004C3E92">
        <w:t>capable d</w:t>
      </w:r>
      <w:r>
        <w:t>’</w:t>
      </w:r>
      <w:r w:rsidR="008C5C61" w:rsidRPr="004C3E92">
        <w:t>éprouver aucun sentiment d</w:t>
      </w:r>
      <w:r>
        <w:t>’</w:t>
      </w:r>
      <w:r w:rsidR="008C5C61" w:rsidRPr="004C3E92">
        <w:t>approbation inférieur à l</w:t>
      </w:r>
      <w:r>
        <w:t>’</w:t>
      </w:r>
      <w:r w:rsidR="008C5C61" w:rsidRPr="004C3E92">
        <w:t>amour</w:t>
      </w:r>
      <w:r>
        <w:t>.</w:t>
      </w:r>
    </w:p>
    <w:p w14:paraId="472B12C3" w14:textId="77777777" w:rsidR="004A4993" w:rsidRDefault="004A4993" w:rsidP="004A4993">
      <w:r>
        <w:t>— </w:t>
      </w:r>
      <w:r w:rsidR="008C5C61" w:rsidRPr="004C3E92">
        <w:t>Vous pourrez l</w:t>
      </w:r>
      <w:r>
        <w:t>’</w:t>
      </w:r>
      <w:r w:rsidR="008C5C61" w:rsidRPr="004C3E92">
        <w:t>estimer</w:t>
      </w:r>
      <w:r>
        <w:t>.</w:t>
      </w:r>
    </w:p>
    <w:p w14:paraId="52E8F460" w14:textId="77777777" w:rsidR="004A4993" w:rsidRDefault="004A4993" w:rsidP="004A4993">
      <w:r>
        <w:t>— </w:t>
      </w:r>
      <w:r w:rsidR="008C5C61" w:rsidRPr="004C3E92">
        <w:t>Je n</w:t>
      </w:r>
      <w:r>
        <w:t>’</w:t>
      </w:r>
      <w:r w:rsidR="008C5C61" w:rsidRPr="004C3E92">
        <w:t>ai encore jamais su ce que c</w:t>
      </w:r>
      <w:r>
        <w:t>’</w:t>
      </w:r>
      <w:r w:rsidR="008C5C61" w:rsidRPr="004C3E92">
        <w:t>était que de séparer l</w:t>
      </w:r>
      <w:r>
        <w:t>’</w:t>
      </w:r>
      <w:r w:rsidR="008C5C61" w:rsidRPr="004C3E92">
        <w:t>estime de l</w:t>
      </w:r>
      <w:r>
        <w:t>’</w:t>
      </w:r>
      <w:r w:rsidR="008C5C61" w:rsidRPr="004C3E92">
        <w:t>amour</w:t>
      </w:r>
      <w:r>
        <w:t>.</w:t>
      </w:r>
    </w:p>
    <w:p w14:paraId="1F5CC587" w14:textId="77777777" w:rsidR="004A4993" w:rsidRDefault="008C5C61" w:rsidP="004A4993">
      <w:r w:rsidRPr="004C3E92">
        <w:t>Mrs</w:t>
      </w:r>
      <w:r w:rsidR="004A4993">
        <w:t xml:space="preserve">. </w:t>
      </w:r>
      <w:proofErr w:type="spellStart"/>
      <w:r w:rsidRPr="004C3E92">
        <w:t>Dashwood</w:t>
      </w:r>
      <w:proofErr w:type="spellEnd"/>
      <w:r w:rsidRPr="004C3E92">
        <w:t xml:space="preserve"> prit dès lors la peine de faire connaissance avec lui</w:t>
      </w:r>
      <w:r w:rsidR="004A4993">
        <w:t xml:space="preserve">. </w:t>
      </w:r>
      <w:r w:rsidRPr="004C3E92">
        <w:t>Elle avait des façons attachantes qui bannirent bientôt la réserve dont il avait fait preuve</w:t>
      </w:r>
      <w:r w:rsidR="004A4993">
        <w:t xml:space="preserve">. </w:t>
      </w:r>
      <w:r w:rsidRPr="004C3E92">
        <w:t>Elle comprit rapidement tous ses mérites</w:t>
      </w:r>
      <w:r w:rsidR="004A4993">
        <w:t xml:space="preserve"> ; </w:t>
      </w:r>
      <w:r w:rsidRPr="004C3E92">
        <w:t xml:space="preserve">la conviction de ses sentiments envers </w:t>
      </w:r>
      <w:proofErr w:type="spellStart"/>
      <w:r w:rsidRPr="004C3E92">
        <w:t>Elinor</w:t>
      </w:r>
      <w:proofErr w:type="spellEnd"/>
      <w:r w:rsidRPr="004C3E92">
        <w:t xml:space="preserve"> aida peut-être à cette pénétration</w:t>
      </w:r>
      <w:r w:rsidR="004A4993">
        <w:t xml:space="preserve"> ; </w:t>
      </w:r>
      <w:r w:rsidRPr="004C3E92">
        <w:t>mais elle se sentit réellement a</w:t>
      </w:r>
      <w:r w:rsidRPr="004C3E92">
        <w:t>s</w:t>
      </w:r>
      <w:r w:rsidRPr="004C3E92">
        <w:t>surée de sa valeur</w:t>
      </w:r>
      <w:r w:rsidR="004A4993">
        <w:t xml:space="preserve"> ; </w:t>
      </w:r>
      <w:r w:rsidRPr="004C3E92">
        <w:t>et cette tranquillité même de façons qui m</w:t>
      </w:r>
      <w:r w:rsidRPr="004C3E92">
        <w:t>i</w:t>
      </w:r>
      <w:r w:rsidRPr="004C3E92">
        <w:t>litait contre toutes ses idées établies de ce que devait être l</w:t>
      </w:r>
      <w:r w:rsidR="004A4993">
        <w:t>’</w:t>
      </w:r>
      <w:r w:rsidRPr="004C3E92">
        <w:t>abord d</w:t>
      </w:r>
      <w:r w:rsidR="004A4993">
        <w:t>’</w:t>
      </w:r>
      <w:r w:rsidRPr="004C3E92">
        <w:t>un jeune homme ne fut plus inintéressante</w:t>
      </w:r>
      <w:r w:rsidR="004A4993">
        <w:t xml:space="preserve">, </w:t>
      </w:r>
      <w:r w:rsidRPr="004C3E92">
        <w:t>lorsqu</w:t>
      </w:r>
      <w:r w:rsidR="004A4993">
        <w:t>’</w:t>
      </w:r>
      <w:r w:rsidRPr="004C3E92">
        <w:t>elle sut qu</w:t>
      </w:r>
      <w:r w:rsidR="004A4993">
        <w:t>’</w:t>
      </w:r>
      <w:r w:rsidRPr="004C3E92">
        <w:t>il avait le cœur chaleureux et le caractère affectueux</w:t>
      </w:r>
      <w:r w:rsidR="004A4993">
        <w:t>.</w:t>
      </w:r>
    </w:p>
    <w:p w14:paraId="7256BB9D" w14:textId="77777777" w:rsidR="004A4993" w:rsidRDefault="008C5C61" w:rsidP="004A4993">
      <w:r w:rsidRPr="004C3E92">
        <w:t>À peine eut-elle perçu quelque symptôme d</w:t>
      </w:r>
      <w:r w:rsidR="004A4993">
        <w:t>’</w:t>
      </w:r>
      <w:r w:rsidRPr="004C3E92">
        <w:t xml:space="preserve">amour dans son attitude envers </w:t>
      </w:r>
      <w:proofErr w:type="spellStart"/>
      <w:r w:rsidRPr="004C3E92">
        <w:t>Elinor</w:t>
      </w:r>
      <w:proofErr w:type="spellEnd"/>
      <w:r w:rsidR="004A4993">
        <w:t xml:space="preserve">, </w:t>
      </w:r>
      <w:r w:rsidRPr="004C3E92">
        <w:t>qu</w:t>
      </w:r>
      <w:r w:rsidR="004A4993">
        <w:t>’</w:t>
      </w:r>
      <w:r w:rsidRPr="004C3E92">
        <w:t>elle considéra comme certaine leur liaison sérieuse</w:t>
      </w:r>
      <w:r w:rsidR="004A4993">
        <w:t xml:space="preserve">, </w:t>
      </w:r>
      <w:r w:rsidRPr="004C3E92">
        <w:t>et se fit une joie de leur mariage comme d</w:t>
      </w:r>
      <w:r w:rsidR="004A4993">
        <w:t>’</w:t>
      </w:r>
      <w:r w:rsidRPr="004C3E92">
        <w:t>un événement qui s</w:t>
      </w:r>
      <w:r w:rsidR="004A4993">
        <w:t>’</w:t>
      </w:r>
      <w:r w:rsidRPr="004C3E92">
        <w:t>approchait rapidement</w:t>
      </w:r>
      <w:r w:rsidR="004A4993">
        <w:t>.</w:t>
      </w:r>
    </w:p>
    <w:p w14:paraId="35C67CE8" w14:textId="77777777" w:rsidR="004A4993" w:rsidRDefault="004A4993" w:rsidP="004A4993">
      <w:r>
        <w:t>— </w:t>
      </w:r>
      <w:r w:rsidR="008C5C61" w:rsidRPr="004C3E92">
        <w:t>D</w:t>
      </w:r>
      <w:r>
        <w:t>’</w:t>
      </w:r>
      <w:r w:rsidR="008C5C61" w:rsidRPr="004C3E92">
        <w:t>ici quelques mois</w:t>
      </w:r>
      <w:r>
        <w:t xml:space="preserve">, </w:t>
      </w:r>
      <w:r w:rsidR="008C5C61" w:rsidRPr="004C3E92">
        <w:t>ma chère Marianne</w:t>
      </w:r>
      <w:r>
        <w:t xml:space="preserve">, </w:t>
      </w:r>
      <w:r w:rsidR="008C5C61" w:rsidRPr="004C3E92">
        <w:t>dit-elle</w:t>
      </w:r>
      <w:r>
        <w:t xml:space="preserve">, </w:t>
      </w:r>
      <w:proofErr w:type="spellStart"/>
      <w:r w:rsidR="008C5C61" w:rsidRPr="004C3E92">
        <w:t>Elinor</w:t>
      </w:r>
      <w:proofErr w:type="spellEnd"/>
      <w:r w:rsidR="008C5C61" w:rsidRPr="004C3E92">
        <w:t xml:space="preserve"> sera</w:t>
      </w:r>
      <w:r>
        <w:t xml:space="preserve">, </w:t>
      </w:r>
      <w:r w:rsidR="008C5C61" w:rsidRPr="004C3E92">
        <w:t>en toute probabilité</w:t>
      </w:r>
      <w:r>
        <w:t xml:space="preserve">, </w:t>
      </w:r>
      <w:r w:rsidR="008C5C61" w:rsidRPr="004C3E92">
        <w:t>établie pour la vie</w:t>
      </w:r>
      <w:r>
        <w:t xml:space="preserve">. </w:t>
      </w:r>
      <w:r w:rsidR="008C5C61" w:rsidRPr="004C3E92">
        <w:t>Elle nous manqu</w:t>
      </w:r>
      <w:r w:rsidR="008C5C61" w:rsidRPr="004C3E92">
        <w:t>e</w:t>
      </w:r>
      <w:r w:rsidR="008C5C61" w:rsidRPr="004C3E92">
        <w:t>ra</w:t>
      </w:r>
      <w:r>
        <w:t xml:space="preserve"> ; </w:t>
      </w:r>
      <w:r w:rsidR="008C5C61" w:rsidRPr="004C3E92">
        <w:t>mais elle sera heureuse</w:t>
      </w:r>
      <w:r>
        <w:t>.</w:t>
      </w:r>
    </w:p>
    <w:p w14:paraId="51D96895" w14:textId="77777777" w:rsidR="004A4993" w:rsidRDefault="004A4993" w:rsidP="004A4993">
      <w:r>
        <w:t>— </w:t>
      </w:r>
      <w:r w:rsidR="008C5C61" w:rsidRPr="004C3E92">
        <w:t>Oh</w:t>
      </w:r>
      <w:r>
        <w:t xml:space="preserve">, </w:t>
      </w:r>
      <w:r w:rsidR="008C5C61" w:rsidRPr="004C3E92">
        <w:t>maman</w:t>
      </w:r>
      <w:r>
        <w:t xml:space="preserve">, </w:t>
      </w:r>
      <w:r w:rsidR="008C5C61" w:rsidRPr="004C3E92">
        <w:t>que ferons-nous</w:t>
      </w:r>
      <w:r>
        <w:t xml:space="preserve">, </w:t>
      </w:r>
      <w:r w:rsidR="008C5C61" w:rsidRPr="004C3E92">
        <w:t>sans elle</w:t>
      </w:r>
      <w:r>
        <w:t> ?</w:t>
      </w:r>
    </w:p>
    <w:p w14:paraId="0D0DDDAD" w14:textId="77777777" w:rsidR="004A4993" w:rsidRDefault="004A4993" w:rsidP="004A4993">
      <w:r>
        <w:lastRenderedPageBreak/>
        <w:t>— </w:t>
      </w:r>
      <w:r w:rsidR="008C5C61" w:rsidRPr="004C3E92">
        <w:t>Ma chérie</w:t>
      </w:r>
      <w:r>
        <w:t xml:space="preserve">, </w:t>
      </w:r>
      <w:r w:rsidR="008C5C61" w:rsidRPr="004C3E92">
        <w:t>ce sera à peine une séparation</w:t>
      </w:r>
      <w:r>
        <w:t xml:space="preserve">. </w:t>
      </w:r>
      <w:r w:rsidR="008C5C61" w:rsidRPr="004C3E92">
        <w:t>Nous vivrons à quelques milles les uns des autres</w:t>
      </w:r>
      <w:r>
        <w:t xml:space="preserve">, </w:t>
      </w:r>
      <w:r w:rsidR="008C5C61" w:rsidRPr="004C3E92">
        <w:t>et nous nous verrons chaque jour de notre existence</w:t>
      </w:r>
      <w:r>
        <w:t xml:space="preserve">. </w:t>
      </w:r>
      <w:r w:rsidR="008C5C61" w:rsidRPr="004C3E92">
        <w:t>Tu y gagneras un frère</w:t>
      </w:r>
      <w:r>
        <w:t xml:space="preserve"> – </w:t>
      </w:r>
      <w:r w:rsidR="008C5C61" w:rsidRPr="004C3E92">
        <w:t>un frère a</w:t>
      </w:r>
      <w:r w:rsidR="008C5C61" w:rsidRPr="004C3E92">
        <w:t>u</w:t>
      </w:r>
      <w:r w:rsidR="008C5C61" w:rsidRPr="004C3E92">
        <w:t>thentique et affectueux</w:t>
      </w:r>
      <w:r>
        <w:t xml:space="preserve">. </w:t>
      </w:r>
      <w:r w:rsidR="008C5C61" w:rsidRPr="004C3E92">
        <w:t>J</w:t>
      </w:r>
      <w:r>
        <w:t>’</w:t>
      </w:r>
      <w:r w:rsidR="008C5C61" w:rsidRPr="004C3E92">
        <w:t>ai la plus haute idée qui soit du cœur d</w:t>
      </w:r>
      <w:r>
        <w:t>’</w:t>
      </w:r>
      <w:r w:rsidR="008C5C61" w:rsidRPr="004C3E92">
        <w:t>Edward</w:t>
      </w:r>
      <w:r>
        <w:t xml:space="preserve">. </w:t>
      </w:r>
      <w:r w:rsidR="008C5C61" w:rsidRPr="004C3E92">
        <w:t>Mais tu prends un air grave</w:t>
      </w:r>
      <w:r>
        <w:t xml:space="preserve">, </w:t>
      </w:r>
      <w:r w:rsidR="008C5C61" w:rsidRPr="004C3E92">
        <w:t>Marianne</w:t>
      </w:r>
      <w:r>
        <w:t xml:space="preserve"> ; </w:t>
      </w:r>
      <w:r w:rsidR="008C5C61" w:rsidRPr="004C3E92">
        <w:t>trouves-tu à redire au choix de ta sœur</w:t>
      </w:r>
      <w:r>
        <w:t> ?</w:t>
      </w:r>
    </w:p>
    <w:p w14:paraId="116E9807" w14:textId="77777777" w:rsidR="004A4993" w:rsidRDefault="004A4993" w:rsidP="004A4993">
      <w:r>
        <w:t>— </w:t>
      </w:r>
      <w:r w:rsidR="008C5C61" w:rsidRPr="004C3E92">
        <w:t>Peut-être</w:t>
      </w:r>
      <w:r>
        <w:t xml:space="preserve">, </w:t>
      </w:r>
      <w:r w:rsidR="008C5C61" w:rsidRPr="004C3E92">
        <w:t>dit Marianne</w:t>
      </w:r>
      <w:r>
        <w:t xml:space="preserve">, </w:t>
      </w:r>
      <w:r w:rsidR="008C5C61" w:rsidRPr="004C3E92">
        <w:t>puis-je le considérer avec une certaine surprise</w:t>
      </w:r>
      <w:r>
        <w:t xml:space="preserve">. </w:t>
      </w:r>
      <w:r w:rsidR="008C5C61" w:rsidRPr="004C3E92">
        <w:t>Edward est fort aimable</w:t>
      </w:r>
      <w:r>
        <w:t xml:space="preserve">, </w:t>
      </w:r>
      <w:r w:rsidR="008C5C61" w:rsidRPr="004C3E92">
        <w:t>et je l</w:t>
      </w:r>
      <w:r>
        <w:t>’</w:t>
      </w:r>
      <w:r w:rsidR="008C5C61" w:rsidRPr="004C3E92">
        <w:t>aime tendr</w:t>
      </w:r>
      <w:r w:rsidR="008C5C61" w:rsidRPr="004C3E92">
        <w:t>e</w:t>
      </w:r>
      <w:r w:rsidR="008C5C61" w:rsidRPr="004C3E92">
        <w:t>ment</w:t>
      </w:r>
      <w:r>
        <w:t xml:space="preserve">. </w:t>
      </w:r>
      <w:proofErr w:type="gramStart"/>
      <w:r w:rsidR="008C5C61" w:rsidRPr="004C3E92">
        <w:t>Mais pourtant</w:t>
      </w:r>
      <w:proofErr w:type="gramEnd"/>
      <w:r>
        <w:t xml:space="preserve">, </w:t>
      </w:r>
      <w:r w:rsidR="008C5C61" w:rsidRPr="004C3E92">
        <w:t>il n</w:t>
      </w:r>
      <w:r>
        <w:t>’</w:t>
      </w:r>
      <w:r w:rsidR="008C5C61" w:rsidRPr="004C3E92">
        <w:t>est pas un de ces jeunes gens</w:t>
      </w:r>
      <w:r>
        <w:t xml:space="preserve">… </w:t>
      </w:r>
      <w:r w:rsidR="008C5C61" w:rsidRPr="004C3E92">
        <w:t>il lui manque quelque chose</w:t>
      </w:r>
      <w:r>
        <w:t xml:space="preserve">, </w:t>
      </w:r>
      <w:r w:rsidR="008C5C61" w:rsidRPr="004C3E92">
        <w:t>il n</w:t>
      </w:r>
      <w:r>
        <w:t>’</w:t>
      </w:r>
      <w:r w:rsidR="008C5C61" w:rsidRPr="004C3E92">
        <w:t>est pas imposant de sa personne</w:t>
      </w:r>
      <w:r>
        <w:t xml:space="preserve"> ; </w:t>
      </w:r>
      <w:r w:rsidR="008C5C61" w:rsidRPr="004C3E92">
        <w:t>il n</w:t>
      </w:r>
      <w:r>
        <w:t>’</w:t>
      </w:r>
      <w:r w:rsidR="008C5C61" w:rsidRPr="004C3E92">
        <w:t>a rien de cette grâce à laquelle je m</w:t>
      </w:r>
      <w:r>
        <w:t>’</w:t>
      </w:r>
      <w:r w:rsidR="008C5C61" w:rsidRPr="004C3E92">
        <w:t>attendrais chez l</w:t>
      </w:r>
      <w:r>
        <w:t>’</w:t>
      </w:r>
      <w:r w:rsidR="008C5C61" w:rsidRPr="004C3E92">
        <w:t>homme qui pourrait sérieusement retenir l</w:t>
      </w:r>
      <w:r>
        <w:t>’</w:t>
      </w:r>
      <w:r w:rsidR="008C5C61" w:rsidRPr="004C3E92">
        <w:t>affection de ma sœur</w:t>
      </w:r>
      <w:r>
        <w:t xml:space="preserve">. </w:t>
      </w:r>
      <w:r w:rsidR="008C5C61" w:rsidRPr="004C3E92">
        <w:t>Ses yeux manquent de cette ardeur</w:t>
      </w:r>
      <w:r>
        <w:t xml:space="preserve">, </w:t>
      </w:r>
      <w:r w:rsidR="008C5C61" w:rsidRPr="004C3E92">
        <w:t>de cette flamme</w:t>
      </w:r>
      <w:r>
        <w:t xml:space="preserve">, </w:t>
      </w:r>
      <w:r w:rsidR="008C5C61" w:rsidRPr="004C3E92">
        <w:t>qui annoncent à la fois la vertu et l</w:t>
      </w:r>
      <w:r>
        <w:t>’</w:t>
      </w:r>
      <w:r w:rsidR="008C5C61" w:rsidRPr="004C3E92">
        <w:t>intelligence</w:t>
      </w:r>
      <w:r>
        <w:t xml:space="preserve">. </w:t>
      </w:r>
      <w:r w:rsidR="008C5C61" w:rsidRPr="004C3E92">
        <w:t>Et outre tout cela</w:t>
      </w:r>
      <w:r>
        <w:t xml:space="preserve">, </w:t>
      </w:r>
      <w:r w:rsidR="008C5C61" w:rsidRPr="004C3E92">
        <w:t>je crains bien</w:t>
      </w:r>
      <w:r>
        <w:t xml:space="preserve">, </w:t>
      </w:r>
      <w:r w:rsidR="008C5C61" w:rsidRPr="004C3E92">
        <w:t>maman</w:t>
      </w:r>
      <w:r>
        <w:t xml:space="preserve">, </w:t>
      </w:r>
      <w:r w:rsidR="008C5C61" w:rsidRPr="004C3E92">
        <w:t>qu</w:t>
      </w:r>
      <w:r>
        <w:t>’</w:t>
      </w:r>
      <w:r w:rsidR="008C5C61" w:rsidRPr="004C3E92">
        <w:t>il n</w:t>
      </w:r>
      <w:r>
        <w:t>’</w:t>
      </w:r>
      <w:r w:rsidR="008C5C61" w:rsidRPr="004C3E92">
        <w:t>ait aucun goût véritable</w:t>
      </w:r>
      <w:r>
        <w:t xml:space="preserve">. </w:t>
      </w:r>
      <w:r w:rsidR="008C5C61" w:rsidRPr="004C3E92">
        <w:t>La musique ne semble guère l</w:t>
      </w:r>
      <w:r>
        <w:t>’</w:t>
      </w:r>
      <w:r w:rsidR="008C5C61" w:rsidRPr="004C3E92">
        <w:t>attirer</w:t>
      </w:r>
      <w:r>
        <w:t xml:space="preserve"> ; </w:t>
      </w:r>
      <w:r w:rsidR="008C5C61" w:rsidRPr="004C3E92">
        <w:t>et bien qu</w:t>
      </w:r>
      <w:r>
        <w:t>’</w:t>
      </w:r>
      <w:r w:rsidR="008C5C61" w:rsidRPr="004C3E92">
        <w:t>il admire vivement les dessins d</w:t>
      </w:r>
      <w:r>
        <w:t>’</w:t>
      </w:r>
      <w:proofErr w:type="spellStart"/>
      <w:r w:rsidR="008C5C61" w:rsidRPr="004C3E92">
        <w:t>Elinor</w:t>
      </w:r>
      <w:proofErr w:type="spellEnd"/>
      <w:r>
        <w:t xml:space="preserve">, </w:t>
      </w:r>
      <w:r w:rsidR="008C5C61" w:rsidRPr="004C3E92">
        <w:t>ce n</w:t>
      </w:r>
      <w:r>
        <w:t>’</w:t>
      </w:r>
      <w:r w:rsidR="008C5C61" w:rsidRPr="004C3E92">
        <w:t>est pas l</w:t>
      </w:r>
      <w:r>
        <w:t>’</w:t>
      </w:r>
      <w:r w:rsidR="008C5C61" w:rsidRPr="004C3E92">
        <w:t>admiration d</w:t>
      </w:r>
      <w:r>
        <w:t>’</w:t>
      </w:r>
      <w:r w:rsidR="008C5C61" w:rsidRPr="004C3E92">
        <w:t>une personne capable d</w:t>
      </w:r>
      <w:r>
        <w:t>’</w:t>
      </w:r>
      <w:r w:rsidR="008C5C61" w:rsidRPr="004C3E92">
        <w:t>en comprendre la valeur</w:t>
      </w:r>
      <w:r>
        <w:t xml:space="preserve">. </w:t>
      </w:r>
      <w:r w:rsidR="008C5C61" w:rsidRPr="004C3E92">
        <w:t>Il est évident</w:t>
      </w:r>
      <w:r>
        <w:t xml:space="preserve">, </w:t>
      </w:r>
      <w:r w:rsidR="008C5C61" w:rsidRPr="004C3E92">
        <w:t>malgré l</w:t>
      </w:r>
      <w:r>
        <w:t>’</w:t>
      </w:r>
      <w:r w:rsidR="008C5C61" w:rsidRPr="004C3E92">
        <w:t>attention qu</w:t>
      </w:r>
      <w:r>
        <w:t>’</w:t>
      </w:r>
      <w:r w:rsidR="008C5C61" w:rsidRPr="004C3E92">
        <w:t>il lui témoigne fréquemment pendant qu</w:t>
      </w:r>
      <w:r>
        <w:t>’</w:t>
      </w:r>
      <w:r w:rsidR="008C5C61" w:rsidRPr="004C3E92">
        <w:t>elle dessine</w:t>
      </w:r>
      <w:r>
        <w:t xml:space="preserve">, </w:t>
      </w:r>
      <w:r w:rsidR="008C5C61" w:rsidRPr="004C3E92">
        <w:t>qu</w:t>
      </w:r>
      <w:r>
        <w:t>’</w:t>
      </w:r>
      <w:r w:rsidR="008C5C61" w:rsidRPr="004C3E92">
        <w:t>en fait il n</w:t>
      </w:r>
      <w:r>
        <w:t>’</w:t>
      </w:r>
      <w:r w:rsidR="008C5C61" w:rsidRPr="004C3E92">
        <w:t>y connaît rien</w:t>
      </w:r>
      <w:r>
        <w:t xml:space="preserve">. </w:t>
      </w:r>
      <w:r w:rsidR="008C5C61" w:rsidRPr="004C3E92">
        <w:t>Il admire en amoureux</w:t>
      </w:r>
      <w:r>
        <w:t xml:space="preserve">, </w:t>
      </w:r>
      <w:r w:rsidR="008C5C61" w:rsidRPr="004C3E92">
        <w:t>et non en connaisseur</w:t>
      </w:r>
      <w:r>
        <w:t xml:space="preserve">. </w:t>
      </w:r>
      <w:r w:rsidR="008C5C61" w:rsidRPr="004C3E92">
        <w:t>Pour me satisfaire</w:t>
      </w:r>
      <w:r>
        <w:t xml:space="preserve">, </w:t>
      </w:r>
      <w:r w:rsidR="008C5C61" w:rsidRPr="004C3E92">
        <w:t>il faut que ces deux caractères soient réunis</w:t>
      </w:r>
      <w:r>
        <w:t xml:space="preserve">. </w:t>
      </w:r>
      <w:r w:rsidR="008C5C61" w:rsidRPr="004C3E92">
        <w:t>Je ne pourrais pas être heureuse avec un homme dont le goût ne coïnciderait pas en tout point avec le mien</w:t>
      </w:r>
      <w:r>
        <w:t xml:space="preserve">. </w:t>
      </w:r>
      <w:r w:rsidR="008C5C61" w:rsidRPr="004C3E92">
        <w:t>Il faut qu</w:t>
      </w:r>
      <w:r>
        <w:t>’</w:t>
      </w:r>
      <w:r w:rsidR="008C5C61" w:rsidRPr="004C3E92">
        <w:t>il participe à tous mes sentiments</w:t>
      </w:r>
      <w:r>
        <w:t xml:space="preserve"> ; </w:t>
      </w:r>
      <w:r w:rsidR="008C5C61" w:rsidRPr="004C3E92">
        <w:t>il faut que les mêmes livres</w:t>
      </w:r>
      <w:r>
        <w:t xml:space="preserve">, </w:t>
      </w:r>
      <w:r w:rsidR="008C5C61" w:rsidRPr="004C3E92">
        <w:t>la même musique</w:t>
      </w:r>
      <w:r>
        <w:t xml:space="preserve">, </w:t>
      </w:r>
      <w:r w:rsidR="008C5C61" w:rsidRPr="004C3E92">
        <w:t>nous ravissent tous les deux</w:t>
      </w:r>
      <w:r>
        <w:t xml:space="preserve">. </w:t>
      </w:r>
      <w:r w:rsidR="008C5C61" w:rsidRPr="004C3E92">
        <w:t>Ah</w:t>
      </w:r>
      <w:r>
        <w:t xml:space="preserve">, </w:t>
      </w:r>
      <w:r w:rsidR="008C5C61" w:rsidRPr="004C3E92">
        <w:t>maman</w:t>
      </w:r>
      <w:r>
        <w:t xml:space="preserve">, </w:t>
      </w:r>
      <w:r w:rsidR="008C5C61" w:rsidRPr="004C3E92">
        <w:t>comme E</w:t>
      </w:r>
      <w:r w:rsidR="008C5C61" w:rsidRPr="004C3E92">
        <w:t>d</w:t>
      </w:r>
      <w:r w:rsidR="008C5C61" w:rsidRPr="004C3E92">
        <w:t>ward manquait d</w:t>
      </w:r>
      <w:r>
        <w:t>’</w:t>
      </w:r>
      <w:r w:rsidR="008C5C61" w:rsidRPr="004C3E92">
        <w:t>entrain</w:t>
      </w:r>
      <w:r>
        <w:t xml:space="preserve">, </w:t>
      </w:r>
      <w:r w:rsidR="008C5C61" w:rsidRPr="004C3E92">
        <w:t>comme il était terne</w:t>
      </w:r>
      <w:r>
        <w:t xml:space="preserve">, </w:t>
      </w:r>
      <w:r w:rsidR="008C5C61" w:rsidRPr="004C3E92">
        <w:t>en nous faisant la lecture</w:t>
      </w:r>
      <w:r>
        <w:t xml:space="preserve">, </w:t>
      </w:r>
      <w:r w:rsidR="008C5C61" w:rsidRPr="004C3E92">
        <w:t>hier soir</w:t>
      </w:r>
      <w:r>
        <w:t xml:space="preserve"> ! </w:t>
      </w:r>
      <w:r w:rsidR="008C5C61" w:rsidRPr="004C3E92">
        <w:t>Je prenais vraiment en pitié ma sœur</w:t>
      </w:r>
      <w:r>
        <w:t xml:space="preserve">. </w:t>
      </w:r>
      <w:r w:rsidR="008C5C61" w:rsidRPr="004C3E92">
        <w:t>Et pourtant</w:t>
      </w:r>
      <w:r>
        <w:t xml:space="preserve">, </w:t>
      </w:r>
      <w:r w:rsidR="008C5C61" w:rsidRPr="004C3E92">
        <w:t>elle a supporté cela avec un tel calme</w:t>
      </w:r>
      <w:r>
        <w:t xml:space="preserve"> ! </w:t>
      </w:r>
      <w:r w:rsidR="008C5C61" w:rsidRPr="004C3E92">
        <w:t>Elle semblait à peine s</w:t>
      </w:r>
      <w:r>
        <w:t>’</w:t>
      </w:r>
      <w:r w:rsidR="008C5C61" w:rsidRPr="004C3E92">
        <w:t>en apercevoir</w:t>
      </w:r>
      <w:r>
        <w:t xml:space="preserve">. </w:t>
      </w:r>
      <w:r w:rsidR="008C5C61" w:rsidRPr="004C3E92">
        <w:t>Moi</w:t>
      </w:r>
      <w:r>
        <w:t xml:space="preserve">, </w:t>
      </w:r>
      <w:r w:rsidR="008C5C61" w:rsidRPr="004C3E92">
        <w:t>j</w:t>
      </w:r>
      <w:r>
        <w:t>’</w:t>
      </w:r>
      <w:r w:rsidR="008C5C61" w:rsidRPr="004C3E92">
        <w:t>avais peine à tenir en place</w:t>
      </w:r>
      <w:r>
        <w:t xml:space="preserve"> ! </w:t>
      </w:r>
      <w:r w:rsidR="008C5C61" w:rsidRPr="004C3E92">
        <w:t>E</w:t>
      </w:r>
      <w:r w:rsidR="008C5C61" w:rsidRPr="004C3E92">
        <w:t>n</w:t>
      </w:r>
      <w:r w:rsidR="008C5C61" w:rsidRPr="004C3E92">
        <w:t>tendre ces vers splendides</w:t>
      </w:r>
      <w:r>
        <w:t xml:space="preserve">, </w:t>
      </w:r>
      <w:r w:rsidR="008C5C61" w:rsidRPr="004C3E92">
        <w:t>qui ont fréquemment failli me faire délirer</w:t>
      </w:r>
      <w:r>
        <w:t xml:space="preserve">, </w:t>
      </w:r>
      <w:r w:rsidR="008C5C61" w:rsidRPr="004C3E92">
        <w:t>prononcés avec un calme aussi impénétrable</w:t>
      </w:r>
      <w:r>
        <w:t xml:space="preserve">, </w:t>
      </w:r>
      <w:r w:rsidR="008C5C61" w:rsidRPr="004C3E92">
        <w:t>une indi</w:t>
      </w:r>
      <w:r w:rsidR="008C5C61" w:rsidRPr="004C3E92">
        <w:t>f</w:t>
      </w:r>
      <w:r w:rsidR="008C5C61" w:rsidRPr="004C3E92">
        <w:t>férence aussi affreuse</w:t>
      </w:r>
      <w:r>
        <w:t> !</w:t>
      </w:r>
    </w:p>
    <w:p w14:paraId="392EF741" w14:textId="77777777" w:rsidR="004A4993" w:rsidRDefault="004A4993" w:rsidP="004A4993">
      <w:r>
        <w:lastRenderedPageBreak/>
        <w:t>— </w:t>
      </w:r>
      <w:r w:rsidR="008C5C61" w:rsidRPr="004C3E92">
        <w:t>Il aurait certainement mieux fait valoir une prose simple et élégante</w:t>
      </w:r>
      <w:r>
        <w:t xml:space="preserve">. </w:t>
      </w:r>
      <w:r w:rsidR="008C5C61" w:rsidRPr="004C3E92">
        <w:t>C</w:t>
      </w:r>
      <w:r>
        <w:t>’</w:t>
      </w:r>
      <w:r w:rsidR="008C5C61" w:rsidRPr="004C3E92">
        <w:t>est ce que je me suis dit sur le moment</w:t>
      </w:r>
      <w:r>
        <w:t xml:space="preserve"> ; </w:t>
      </w:r>
      <w:r w:rsidR="008C5C61" w:rsidRPr="004C3E92">
        <w:t>mais tu as tenu à lui donner du Cowper</w:t>
      </w:r>
      <w:r>
        <w:t>.</w:t>
      </w:r>
    </w:p>
    <w:p w14:paraId="270F284A" w14:textId="77777777" w:rsidR="004A4993" w:rsidRDefault="004A4993" w:rsidP="004A4993">
      <w:r>
        <w:t>— </w:t>
      </w:r>
      <w:r w:rsidR="008C5C61" w:rsidRPr="004C3E92">
        <w:t>Voyons</w:t>
      </w:r>
      <w:r>
        <w:t xml:space="preserve">, </w:t>
      </w:r>
      <w:r w:rsidR="008C5C61" w:rsidRPr="004C3E92">
        <w:t>maman</w:t>
      </w:r>
      <w:r>
        <w:t xml:space="preserve">, </w:t>
      </w:r>
      <w:r w:rsidR="008C5C61" w:rsidRPr="004C3E92">
        <w:t>s</w:t>
      </w:r>
      <w:r>
        <w:t>’</w:t>
      </w:r>
      <w:r w:rsidR="008C5C61" w:rsidRPr="004C3E92">
        <w:t>il ne s</w:t>
      </w:r>
      <w:r>
        <w:t>’</w:t>
      </w:r>
      <w:r w:rsidR="008C5C61" w:rsidRPr="004C3E92">
        <w:t>enflamme pas avec du Cowper</w:t>
      </w:r>
      <w:r>
        <w:t xml:space="preserve"> ! – </w:t>
      </w:r>
      <w:r w:rsidR="008C5C61" w:rsidRPr="004C3E92">
        <w:t>mais il faut faire la part des différences de goût</w:t>
      </w:r>
      <w:r>
        <w:t xml:space="preserve">. </w:t>
      </w:r>
      <w:proofErr w:type="spellStart"/>
      <w:r w:rsidR="008C5C61" w:rsidRPr="004C3E92">
        <w:t>Elinor</w:t>
      </w:r>
      <w:proofErr w:type="spellEnd"/>
      <w:r w:rsidR="008C5C61" w:rsidRPr="004C3E92">
        <w:t xml:space="preserve"> n</w:t>
      </w:r>
      <w:r>
        <w:t>’</w:t>
      </w:r>
      <w:r w:rsidR="008C5C61" w:rsidRPr="004C3E92">
        <w:t>a pas ma sensibilité</w:t>
      </w:r>
      <w:r>
        <w:t xml:space="preserve">, </w:t>
      </w:r>
      <w:r w:rsidR="008C5C61" w:rsidRPr="004C3E92">
        <w:t>de sorte qu</w:t>
      </w:r>
      <w:r>
        <w:t>’</w:t>
      </w:r>
      <w:r w:rsidR="008C5C61" w:rsidRPr="004C3E92">
        <w:t>il se peut qu</w:t>
      </w:r>
      <w:r>
        <w:t>’</w:t>
      </w:r>
      <w:r w:rsidR="008C5C61" w:rsidRPr="004C3E92">
        <w:t>elle passe là-dessus</w:t>
      </w:r>
      <w:r>
        <w:t xml:space="preserve">, </w:t>
      </w:r>
      <w:r w:rsidR="008C5C61" w:rsidRPr="004C3E92">
        <w:t>et qu</w:t>
      </w:r>
      <w:r>
        <w:t>’</w:t>
      </w:r>
      <w:r w:rsidR="008C5C61" w:rsidRPr="004C3E92">
        <w:t>elle soit heureuse avec lui</w:t>
      </w:r>
      <w:r>
        <w:t xml:space="preserve">. </w:t>
      </w:r>
      <w:r w:rsidR="008C5C61" w:rsidRPr="004C3E92">
        <w:t>Mais moi</w:t>
      </w:r>
      <w:r>
        <w:t xml:space="preserve">, </w:t>
      </w:r>
      <w:r w:rsidR="008C5C61" w:rsidRPr="004C3E92">
        <w:t>cela m</w:t>
      </w:r>
      <w:r>
        <w:t>’</w:t>
      </w:r>
      <w:r w:rsidR="008C5C61" w:rsidRPr="004C3E92">
        <w:t>eût brisé le cœur</w:t>
      </w:r>
      <w:r>
        <w:t xml:space="preserve">, </w:t>
      </w:r>
      <w:r w:rsidR="008C5C61" w:rsidRPr="004C3E92">
        <w:t>si je l</w:t>
      </w:r>
      <w:r>
        <w:t>’</w:t>
      </w:r>
      <w:r w:rsidR="008C5C61" w:rsidRPr="004C3E92">
        <w:t>avais aimé</w:t>
      </w:r>
      <w:r>
        <w:t xml:space="preserve">, </w:t>
      </w:r>
      <w:r w:rsidR="008C5C61" w:rsidRPr="004C3E92">
        <w:t>de l</w:t>
      </w:r>
      <w:r>
        <w:t>’</w:t>
      </w:r>
      <w:r w:rsidR="008C5C61" w:rsidRPr="004C3E92">
        <w:t>entendre lire avec si peu de sensib</w:t>
      </w:r>
      <w:r w:rsidR="008C5C61" w:rsidRPr="004C3E92">
        <w:t>i</w:t>
      </w:r>
      <w:r w:rsidR="008C5C61" w:rsidRPr="004C3E92">
        <w:t>lité</w:t>
      </w:r>
      <w:r>
        <w:t xml:space="preserve">. </w:t>
      </w:r>
      <w:r w:rsidR="008C5C61" w:rsidRPr="004C3E92">
        <w:t>Maman</w:t>
      </w:r>
      <w:r>
        <w:t xml:space="preserve">, </w:t>
      </w:r>
      <w:r w:rsidR="008C5C61" w:rsidRPr="004C3E92">
        <w:t>plus je connais le monde</w:t>
      </w:r>
      <w:r>
        <w:t xml:space="preserve">, </w:t>
      </w:r>
      <w:r w:rsidR="008C5C61" w:rsidRPr="004C3E92">
        <w:t>plus je suis convaincue que je ne verrai jamais un homme que je pourrai véritablement aimer</w:t>
      </w:r>
      <w:r>
        <w:t xml:space="preserve">. </w:t>
      </w:r>
      <w:r w:rsidR="008C5C61" w:rsidRPr="004C3E92">
        <w:t>Je suis tellement exigeante</w:t>
      </w:r>
      <w:r>
        <w:t xml:space="preserve"> ! </w:t>
      </w:r>
      <w:r w:rsidR="008C5C61" w:rsidRPr="004C3E92">
        <w:t>Il faut qu</w:t>
      </w:r>
      <w:r>
        <w:t>’</w:t>
      </w:r>
      <w:r w:rsidR="008C5C61" w:rsidRPr="004C3E92">
        <w:t>il ait toutes les vertus d</w:t>
      </w:r>
      <w:r>
        <w:t>’</w:t>
      </w:r>
      <w:r w:rsidR="008C5C61" w:rsidRPr="004C3E92">
        <w:t>Edward</w:t>
      </w:r>
      <w:r>
        <w:t xml:space="preserve">, </w:t>
      </w:r>
      <w:r w:rsidR="008C5C61" w:rsidRPr="004C3E92">
        <w:t>et que sa personne et ses façons ornent sa bonté de tous les charmes possibles</w:t>
      </w:r>
      <w:r>
        <w:t>.</w:t>
      </w:r>
    </w:p>
    <w:p w14:paraId="32201771" w14:textId="77777777" w:rsidR="004A4993" w:rsidRDefault="004A4993" w:rsidP="004A4993">
      <w:r>
        <w:t>— </w:t>
      </w:r>
      <w:r w:rsidR="008C5C61" w:rsidRPr="004C3E92">
        <w:t>Rappelle-toi</w:t>
      </w:r>
      <w:r>
        <w:t xml:space="preserve">, </w:t>
      </w:r>
      <w:r w:rsidR="008C5C61" w:rsidRPr="004C3E92">
        <w:t>ma chérie</w:t>
      </w:r>
      <w:r>
        <w:t xml:space="preserve">, </w:t>
      </w:r>
      <w:r w:rsidR="008C5C61" w:rsidRPr="004C3E92">
        <w:t>que tu n</w:t>
      </w:r>
      <w:r>
        <w:t>’</w:t>
      </w:r>
      <w:r w:rsidR="008C5C61" w:rsidRPr="004C3E92">
        <w:t>as pas dix-sept ans</w:t>
      </w:r>
      <w:r>
        <w:t xml:space="preserve"> ! </w:t>
      </w:r>
      <w:r w:rsidR="008C5C61" w:rsidRPr="004C3E92">
        <w:t>Il est encore trop tôt dans l</w:t>
      </w:r>
      <w:r>
        <w:t>’</w:t>
      </w:r>
      <w:r w:rsidR="008C5C61" w:rsidRPr="004C3E92">
        <w:t>existence pour désespérer d</w:t>
      </w:r>
      <w:r>
        <w:t>’</w:t>
      </w:r>
      <w:r w:rsidR="008C5C61" w:rsidRPr="004C3E92">
        <w:t>un tel bonheur</w:t>
      </w:r>
      <w:r>
        <w:t xml:space="preserve">. </w:t>
      </w:r>
      <w:r w:rsidR="008C5C61" w:rsidRPr="004C3E92">
        <w:t>Pourquoi aurais-tu moins de chance que ta mère</w:t>
      </w:r>
      <w:r>
        <w:t xml:space="preserve"> ? </w:t>
      </w:r>
      <w:r w:rsidR="008C5C61" w:rsidRPr="004C3E92">
        <w:t>Puisse ta destinée</w:t>
      </w:r>
      <w:r>
        <w:t xml:space="preserve">, </w:t>
      </w:r>
      <w:r w:rsidR="008C5C61" w:rsidRPr="004C3E92">
        <w:t>ma chère Marianne</w:t>
      </w:r>
      <w:r>
        <w:t xml:space="preserve">, </w:t>
      </w:r>
      <w:r w:rsidR="008C5C61" w:rsidRPr="004C3E92">
        <w:t>ne différer de la mienne que par une seule circonstance</w:t>
      </w:r>
      <w:r>
        <w:t> !</w:t>
      </w:r>
    </w:p>
    <w:p w14:paraId="68E5C232" w14:textId="0B896CD0" w:rsidR="008C5C61" w:rsidRPr="004C3E92" w:rsidRDefault="008C5C61" w:rsidP="004A4993">
      <w:pPr>
        <w:pStyle w:val="Titre1"/>
      </w:pPr>
      <w:bookmarkStart w:id="3" w:name="_Toc196409788"/>
      <w:r w:rsidRPr="004C3E92">
        <w:lastRenderedPageBreak/>
        <w:t>CHAPITRE IV</w:t>
      </w:r>
      <w:bookmarkEnd w:id="3"/>
      <w:r w:rsidRPr="004C3E92">
        <w:br/>
      </w:r>
    </w:p>
    <w:p w14:paraId="12168A08" w14:textId="77777777" w:rsidR="004A4993" w:rsidRDefault="008C5C61" w:rsidP="004A4993">
      <w:r w:rsidRPr="004C3E92">
        <w:t>Quel dommage</w:t>
      </w:r>
      <w:r w:rsidR="004A4993">
        <w:t xml:space="preserve">, </w:t>
      </w:r>
      <w:proofErr w:type="spellStart"/>
      <w:r w:rsidRPr="004C3E92">
        <w:t>Elinor</w:t>
      </w:r>
      <w:proofErr w:type="spellEnd"/>
      <w:r w:rsidR="004A4993">
        <w:t xml:space="preserve">, </w:t>
      </w:r>
      <w:r w:rsidRPr="004C3E92">
        <w:t>dit Marianne</w:t>
      </w:r>
      <w:r w:rsidR="004A4993">
        <w:t xml:space="preserve">, </w:t>
      </w:r>
      <w:r w:rsidRPr="004C3E92">
        <w:t>qu</w:t>
      </w:r>
      <w:r w:rsidR="004A4993">
        <w:t>’</w:t>
      </w:r>
      <w:r w:rsidRPr="004C3E92">
        <w:t>Edward n</w:t>
      </w:r>
      <w:r w:rsidR="004A4993">
        <w:t>’</w:t>
      </w:r>
      <w:r w:rsidRPr="004C3E92">
        <w:t>ait pas de goût pour le dessin</w:t>
      </w:r>
      <w:r w:rsidR="004A4993">
        <w:t>.</w:t>
      </w:r>
    </w:p>
    <w:p w14:paraId="50CB9C23" w14:textId="77777777" w:rsidR="004A4993" w:rsidRDefault="004A4993" w:rsidP="004A4993">
      <w:r>
        <w:t>— </w:t>
      </w:r>
      <w:r w:rsidR="008C5C61" w:rsidRPr="004C3E92">
        <w:t>Pas de goût pour le dessin</w:t>
      </w:r>
      <w:r>
        <w:t xml:space="preserve"> ? </w:t>
      </w:r>
      <w:r w:rsidR="008C5C61" w:rsidRPr="004C3E92">
        <w:t xml:space="preserve">répondit </w:t>
      </w:r>
      <w:proofErr w:type="spellStart"/>
      <w:r w:rsidR="008C5C61" w:rsidRPr="004C3E92">
        <w:t>Elinor</w:t>
      </w:r>
      <w:proofErr w:type="spellEnd"/>
      <w:r>
        <w:t xml:space="preserve"> ; </w:t>
      </w:r>
      <w:r w:rsidR="008C5C61" w:rsidRPr="004C3E92">
        <w:t>qu</w:t>
      </w:r>
      <w:r>
        <w:t>’</w:t>
      </w:r>
      <w:r w:rsidR="008C5C61" w:rsidRPr="004C3E92">
        <w:t>est-ce qui te porte à le croire</w:t>
      </w:r>
      <w:r>
        <w:t xml:space="preserve"> ? </w:t>
      </w:r>
      <w:r w:rsidR="008C5C61" w:rsidRPr="004C3E92">
        <w:t>Il ne dessine pas</w:t>
      </w:r>
      <w:r>
        <w:t xml:space="preserve">, </w:t>
      </w:r>
      <w:r w:rsidR="008C5C61" w:rsidRPr="004C3E92">
        <w:t>quant à lui</w:t>
      </w:r>
      <w:r>
        <w:t xml:space="preserve">, </w:t>
      </w:r>
      <w:r w:rsidR="008C5C61" w:rsidRPr="004C3E92">
        <w:t>certes</w:t>
      </w:r>
      <w:r>
        <w:t xml:space="preserve">, </w:t>
      </w:r>
      <w:r w:rsidR="008C5C61" w:rsidRPr="004C3E92">
        <w:t>mais il prend grand plaisir à voir les exploits d</w:t>
      </w:r>
      <w:r>
        <w:t>’</w:t>
      </w:r>
      <w:r w:rsidR="008C5C61" w:rsidRPr="004C3E92">
        <w:t>autrui</w:t>
      </w:r>
      <w:r>
        <w:t xml:space="preserve">, </w:t>
      </w:r>
      <w:r w:rsidR="008C5C61" w:rsidRPr="004C3E92">
        <w:t>et je t</w:t>
      </w:r>
      <w:r>
        <w:t>’</w:t>
      </w:r>
      <w:r w:rsidR="008C5C61" w:rsidRPr="004C3E92">
        <w:t>assure qu</w:t>
      </w:r>
      <w:r>
        <w:t>’</w:t>
      </w:r>
      <w:r w:rsidR="008C5C61" w:rsidRPr="004C3E92">
        <w:t>il ne manque nullement de goût naturel</w:t>
      </w:r>
      <w:r>
        <w:t xml:space="preserve">, </w:t>
      </w:r>
      <w:r w:rsidR="008C5C61" w:rsidRPr="004C3E92">
        <w:t>bien qu</w:t>
      </w:r>
      <w:r>
        <w:t>’</w:t>
      </w:r>
      <w:r w:rsidR="008C5C61" w:rsidRPr="004C3E92">
        <w:t>il n</w:t>
      </w:r>
      <w:r>
        <w:t>’</w:t>
      </w:r>
      <w:r w:rsidR="008C5C61" w:rsidRPr="004C3E92">
        <w:t>ait pas eu d</w:t>
      </w:r>
      <w:r>
        <w:t>’</w:t>
      </w:r>
      <w:r w:rsidR="008C5C61" w:rsidRPr="004C3E92">
        <w:t>occasions de l</w:t>
      </w:r>
      <w:r>
        <w:t>’</w:t>
      </w:r>
      <w:r w:rsidR="008C5C61" w:rsidRPr="004C3E92">
        <w:t>améliorer</w:t>
      </w:r>
      <w:r>
        <w:t xml:space="preserve">. </w:t>
      </w:r>
      <w:r w:rsidR="008C5C61" w:rsidRPr="004C3E92">
        <w:t>S</w:t>
      </w:r>
      <w:r>
        <w:t>’</w:t>
      </w:r>
      <w:r w:rsidR="008C5C61" w:rsidRPr="004C3E92">
        <w:t>il s</w:t>
      </w:r>
      <w:r>
        <w:t>’</w:t>
      </w:r>
      <w:r w:rsidR="008C5C61" w:rsidRPr="004C3E92">
        <w:t>était préoccupé d</w:t>
      </w:r>
      <w:r>
        <w:t>’</w:t>
      </w:r>
      <w:r w:rsidR="008C5C61" w:rsidRPr="004C3E92">
        <w:t>apprendre</w:t>
      </w:r>
      <w:r>
        <w:t xml:space="preserve">, </w:t>
      </w:r>
      <w:r w:rsidR="008C5C61" w:rsidRPr="004C3E92">
        <w:t>je crois qu</w:t>
      </w:r>
      <w:r>
        <w:t>’</w:t>
      </w:r>
      <w:r w:rsidR="008C5C61" w:rsidRPr="004C3E92">
        <w:t>il aurait fort bien dessiné</w:t>
      </w:r>
      <w:r>
        <w:t xml:space="preserve">. </w:t>
      </w:r>
      <w:r w:rsidR="008C5C61" w:rsidRPr="004C3E92">
        <w:t>Il se méfie tellement de son propre jugement en ces matières</w:t>
      </w:r>
      <w:r>
        <w:t xml:space="preserve">, </w:t>
      </w:r>
      <w:r w:rsidR="008C5C61" w:rsidRPr="004C3E92">
        <w:t>qu</w:t>
      </w:r>
      <w:r>
        <w:t>’</w:t>
      </w:r>
      <w:r w:rsidR="008C5C61" w:rsidRPr="004C3E92">
        <w:t>il lui r</w:t>
      </w:r>
      <w:r w:rsidR="008C5C61" w:rsidRPr="004C3E92">
        <w:t>é</w:t>
      </w:r>
      <w:r w:rsidR="008C5C61" w:rsidRPr="004C3E92">
        <w:t>pugne toujours de donner son avis sur n</w:t>
      </w:r>
      <w:r>
        <w:t>’</w:t>
      </w:r>
      <w:r w:rsidR="008C5C61" w:rsidRPr="004C3E92">
        <w:t>importe quel tableau</w:t>
      </w:r>
      <w:r>
        <w:t xml:space="preserve"> ; </w:t>
      </w:r>
      <w:r w:rsidR="008C5C61" w:rsidRPr="004C3E92">
        <w:t>mais il a une probité et une simplicité de goût innées</w:t>
      </w:r>
      <w:r>
        <w:t xml:space="preserve">, </w:t>
      </w:r>
      <w:r w:rsidR="008C5C61" w:rsidRPr="004C3E92">
        <w:t>qui</w:t>
      </w:r>
      <w:r>
        <w:t xml:space="preserve">, </w:t>
      </w:r>
      <w:r w:rsidR="008C5C61" w:rsidRPr="004C3E92">
        <w:t>en général</w:t>
      </w:r>
      <w:r>
        <w:t xml:space="preserve">, </w:t>
      </w:r>
      <w:r w:rsidR="008C5C61" w:rsidRPr="004C3E92">
        <w:t>le dirigent d</w:t>
      </w:r>
      <w:r>
        <w:t>’</w:t>
      </w:r>
      <w:r w:rsidR="008C5C61" w:rsidRPr="004C3E92">
        <w:t>une façon parfaitement juste</w:t>
      </w:r>
      <w:r>
        <w:t>.</w:t>
      </w:r>
    </w:p>
    <w:p w14:paraId="492B4C48" w14:textId="77777777" w:rsidR="004A4993" w:rsidRDefault="008C5C61" w:rsidP="004A4993">
      <w:r w:rsidRPr="004C3E92">
        <w:t xml:space="preserve">Marianne </w:t>
      </w:r>
      <w:proofErr w:type="gramStart"/>
      <w:r w:rsidRPr="004C3E92">
        <w:t>eut peur</w:t>
      </w:r>
      <w:proofErr w:type="gramEnd"/>
      <w:r w:rsidRPr="004C3E92">
        <w:t xml:space="preserve"> de froisser sa sœur</w:t>
      </w:r>
      <w:r w:rsidR="004A4993">
        <w:t xml:space="preserve">, </w:t>
      </w:r>
      <w:r w:rsidRPr="004C3E92">
        <w:t>et n</w:t>
      </w:r>
      <w:r w:rsidR="004A4993">
        <w:t>’</w:t>
      </w:r>
      <w:r w:rsidRPr="004C3E92">
        <w:t>en dit pas d</w:t>
      </w:r>
      <w:r w:rsidRPr="004C3E92">
        <w:t>a</w:t>
      </w:r>
      <w:r w:rsidRPr="004C3E92">
        <w:t>vantage sur ce sujet</w:t>
      </w:r>
      <w:r w:rsidR="004A4993">
        <w:t xml:space="preserve"> ; </w:t>
      </w:r>
      <w:r w:rsidRPr="004C3E92">
        <w:t>mais le genre d</w:t>
      </w:r>
      <w:r w:rsidR="004A4993">
        <w:t>’</w:t>
      </w:r>
      <w:r w:rsidRPr="004C3E92">
        <w:t>approbation qu</w:t>
      </w:r>
      <w:r w:rsidR="004A4993">
        <w:t>’</w:t>
      </w:r>
      <w:proofErr w:type="spellStart"/>
      <w:r w:rsidRPr="004C3E92">
        <w:t>Elinor</w:t>
      </w:r>
      <w:proofErr w:type="spellEnd"/>
      <w:r w:rsidRPr="004C3E92">
        <w:t xml:space="preserve"> d</w:t>
      </w:r>
      <w:r w:rsidRPr="004C3E92">
        <w:t>é</w:t>
      </w:r>
      <w:r w:rsidRPr="004C3E92">
        <w:t>crivait comme suscitée chez lui par les dessins d</w:t>
      </w:r>
      <w:r w:rsidR="004A4993">
        <w:t>’</w:t>
      </w:r>
      <w:r w:rsidRPr="004C3E92">
        <w:t>autrui était bien éloignée de ce ravissement enthousiaste qui</w:t>
      </w:r>
      <w:r w:rsidR="004A4993">
        <w:t xml:space="preserve">, </w:t>
      </w:r>
      <w:r w:rsidRPr="004C3E92">
        <w:t>à son avis</w:t>
      </w:r>
      <w:r w:rsidR="004A4993">
        <w:t xml:space="preserve">, </w:t>
      </w:r>
      <w:r w:rsidRPr="004C3E92">
        <w:t>méritait seul le nom de bon goût</w:t>
      </w:r>
      <w:r w:rsidR="004A4993">
        <w:t xml:space="preserve">. </w:t>
      </w:r>
      <w:r w:rsidRPr="004C3E92">
        <w:t>Pourtant</w:t>
      </w:r>
      <w:r w:rsidR="004A4993">
        <w:t xml:space="preserve">, </w:t>
      </w:r>
      <w:r w:rsidRPr="004C3E92">
        <w:t>bien qu</w:t>
      </w:r>
      <w:r w:rsidR="004A4993">
        <w:t>’</w:t>
      </w:r>
      <w:r w:rsidRPr="004C3E92">
        <w:t>elle sourît intérieurement de cette erreur</w:t>
      </w:r>
      <w:r w:rsidR="004A4993">
        <w:t xml:space="preserve">, </w:t>
      </w:r>
      <w:r w:rsidRPr="004C3E92">
        <w:t>elle honorait sa sœur en raison de cette partialité aveugle à l</w:t>
      </w:r>
      <w:r w:rsidR="004A4993">
        <w:t>’</w:t>
      </w:r>
      <w:r w:rsidRPr="004C3E92">
        <w:t>égard d</w:t>
      </w:r>
      <w:r w:rsidR="004A4993">
        <w:t>’</w:t>
      </w:r>
      <w:r w:rsidRPr="004C3E92">
        <w:t>Edward</w:t>
      </w:r>
      <w:r w:rsidR="004A4993">
        <w:t xml:space="preserve">, </w:t>
      </w:r>
      <w:r w:rsidRPr="004C3E92">
        <w:t>qui en était la cause</w:t>
      </w:r>
      <w:r w:rsidR="004A4993">
        <w:t>.</w:t>
      </w:r>
    </w:p>
    <w:p w14:paraId="10C2E615" w14:textId="77777777" w:rsidR="004A4993" w:rsidRDefault="004A4993" w:rsidP="004A4993">
      <w:r>
        <w:t>— </w:t>
      </w:r>
      <w:r w:rsidR="008C5C61" w:rsidRPr="004C3E92">
        <w:t>J</w:t>
      </w:r>
      <w:r>
        <w:t>’</w:t>
      </w:r>
      <w:r w:rsidR="008C5C61" w:rsidRPr="004C3E92">
        <w:t>espère</w:t>
      </w:r>
      <w:r>
        <w:t xml:space="preserve">, </w:t>
      </w:r>
      <w:r w:rsidR="008C5C61" w:rsidRPr="004C3E92">
        <w:t>Marianne</w:t>
      </w:r>
      <w:r>
        <w:t xml:space="preserve">, </w:t>
      </w:r>
      <w:r w:rsidR="008C5C61" w:rsidRPr="004C3E92">
        <w:t xml:space="preserve">reprit </w:t>
      </w:r>
      <w:proofErr w:type="spellStart"/>
      <w:r w:rsidR="008C5C61" w:rsidRPr="004C3E92">
        <w:t>Elinor</w:t>
      </w:r>
      <w:proofErr w:type="spellEnd"/>
      <w:r>
        <w:t xml:space="preserve">, </w:t>
      </w:r>
      <w:r w:rsidR="008C5C61" w:rsidRPr="004C3E92">
        <w:t>que tu ne le considères pas comme manquant de goût général</w:t>
      </w:r>
      <w:r>
        <w:t xml:space="preserve">. </w:t>
      </w:r>
      <w:r w:rsidR="008C5C61" w:rsidRPr="004C3E92">
        <w:t>En vérité</w:t>
      </w:r>
      <w:r>
        <w:t xml:space="preserve">, </w:t>
      </w:r>
      <w:r w:rsidR="008C5C61" w:rsidRPr="004C3E92">
        <w:t>je crois po</w:t>
      </w:r>
      <w:r w:rsidR="008C5C61" w:rsidRPr="004C3E92">
        <w:t>u</w:t>
      </w:r>
      <w:r w:rsidR="008C5C61" w:rsidRPr="004C3E92">
        <w:t>voir dire que tu en es incapable</w:t>
      </w:r>
      <w:r>
        <w:t xml:space="preserve">, </w:t>
      </w:r>
      <w:r w:rsidR="008C5C61" w:rsidRPr="004C3E92">
        <w:t>car ton attitude envers lui est parfaitement cordiale</w:t>
      </w:r>
      <w:r>
        <w:t xml:space="preserve">, </w:t>
      </w:r>
      <w:r w:rsidR="008C5C61" w:rsidRPr="004C3E92">
        <w:t>et si c</w:t>
      </w:r>
      <w:r>
        <w:t>’</w:t>
      </w:r>
      <w:r w:rsidR="008C5C61" w:rsidRPr="004C3E92">
        <w:t>était là ton opinion</w:t>
      </w:r>
      <w:r>
        <w:t xml:space="preserve">, </w:t>
      </w:r>
      <w:r w:rsidR="008C5C61" w:rsidRPr="004C3E92">
        <w:t>je suis sûre que tu ne pourrais jamais être polie envers lui</w:t>
      </w:r>
      <w:r>
        <w:t>.</w:t>
      </w:r>
    </w:p>
    <w:p w14:paraId="7227D99B" w14:textId="77777777" w:rsidR="004A4993" w:rsidRDefault="008C5C61" w:rsidP="004A4993">
      <w:r w:rsidRPr="004C3E92">
        <w:lastRenderedPageBreak/>
        <w:t>Marianne ne savait guère que dire</w:t>
      </w:r>
      <w:r w:rsidR="004A4993">
        <w:t xml:space="preserve">. </w:t>
      </w:r>
      <w:r w:rsidRPr="004C3E92">
        <w:t>Elle ne voulait</w:t>
      </w:r>
      <w:r w:rsidR="004A4993">
        <w:t xml:space="preserve">, </w:t>
      </w:r>
      <w:r w:rsidRPr="004C3E92">
        <w:t>pour rien au monde</w:t>
      </w:r>
      <w:r w:rsidR="004A4993">
        <w:t xml:space="preserve">, </w:t>
      </w:r>
      <w:r w:rsidRPr="004C3E92">
        <w:t>blesser les susceptibilités de sa sœur</w:t>
      </w:r>
      <w:r w:rsidR="004A4993">
        <w:t xml:space="preserve">, </w:t>
      </w:r>
      <w:r w:rsidRPr="004C3E92">
        <w:t>et pou</w:t>
      </w:r>
      <w:r w:rsidRPr="004C3E92">
        <w:t>r</w:t>
      </w:r>
      <w:r w:rsidRPr="004C3E92">
        <w:t>tant</w:t>
      </w:r>
      <w:r w:rsidR="004A4993">
        <w:t xml:space="preserve">, </w:t>
      </w:r>
      <w:r w:rsidRPr="004C3E92">
        <w:t>il lui était impossible de dire ce qu</w:t>
      </w:r>
      <w:r w:rsidR="004A4993">
        <w:t>’</w:t>
      </w:r>
      <w:r w:rsidRPr="004C3E92">
        <w:t>elle ne pensait pas</w:t>
      </w:r>
      <w:r w:rsidR="004A4993">
        <w:t xml:space="preserve">. </w:t>
      </w:r>
      <w:r w:rsidRPr="004C3E92">
        <w:t>Elle finit par répondre</w:t>
      </w:r>
      <w:r w:rsidR="004A4993">
        <w:t> :</w:t>
      </w:r>
    </w:p>
    <w:p w14:paraId="494A5E72" w14:textId="77777777" w:rsidR="004A4993" w:rsidRDefault="004A4993" w:rsidP="004A4993">
      <w:r>
        <w:t>— </w:t>
      </w:r>
      <w:r w:rsidR="008C5C61" w:rsidRPr="004C3E92">
        <w:t>Ne te froisse pas</w:t>
      </w:r>
      <w:r>
        <w:t xml:space="preserve">, </w:t>
      </w:r>
      <w:proofErr w:type="spellStart"/>
      <w:r w:rsidR="008C5C61" w:rsidRPr="004C3E92">
        <w:t>Elinor</w:t>
      </w:r>
      <w:proofErr w:type="spellEnd"/>
      <w:r>
        <w:t xml:space="preserve">, </w:t>
      </w:r>
      <w:r w:rsidR="008C5C61" w:rsidRPr="004C3E92">
        <w:t>si mes louanges à son adresse n</w:t>
      </w:r>
      <w:r>
        <w:t>’</w:t>
      </w:r>
      <w:r w:rsidR="008C5C61" w:rsidRPr="004C3E92">
        <w:t>arrivent pas en toute chose à la hauteur de ton appréciation de ses mérites</w:t>
      </w:r>
      <w:r>
        <w:t xml:space="preserve">. </w:t>
      </w:r>
      <w:r w:rsidR="008C5C61" w:rsidRPr="004C3E92">
        <w:t>Je n</w:t>
      </w:r>
      <w:r>
        <w:t>’</w:t>
      </w:r>
      <w:r w:rsidR="008C5C61" w:rsidRPr="004C3E92">
        <w:t>ai pas eu autant d</w:t>
      </w:r>
      <w:r>
        <w:t>’</w:t>
      </w:r>
      <w:r w:rsidR="008C5C61" w:rsidRPr="004C3E92">
        <w:t>occasions que toi d</w:t>
      </w:r>
      <w:r>
        <w:t>’</w:t>
      </w:r>
      <w:r w:rsidR="008C5C61" w:rsidRPr="004C3E92">
        <w:t>estimer les moindres tendances de son esprit</w:t>
      </w:r>
      <w:r>
        <w:t xml:space="preserve">, </w:t>
      </w:r>
      <w:r w:rsidR="008C5C61" w:rsidRPr="004C3E92">
        <w:t>ses penchants et ses goûts</w:t>
      </w:r>
      <w:r>
        <w:t xml:space="preserve"> ; </w:t>
      </w:r>
      <w:r w:rsidR="008C5C61" w:rsidRPr="004C3E92">
        <w:t>mais j</w:t>
      </w:r>
      <w:r>
        <w:t>’</w:t>
      </w:r>
      <w:r w:rsidR="008C5C61" w:rsidRPr="004C3E92">
        <w:t>ai la plus haute opinion qui soit de sa bonté et de son intelligence</w:t>
      </w:r>
      <w:r>
        <w:t xml:space="preserve">. </w:t>
      </w:r>
      <w:r w:rsidR="008C5C61" w:rsidRPr="004C3E92">
        <w:t>Je crois qu</w:t>
      </w:r>
      <w:r>
        <w:t>’</w:t>
      </w:r>
      <w:r w:rsidR="008C5C61" w:rsidRPr="004C3E92">
        <w:t>il est tout ce qu</w:t>
      </w:r>
      <w:r>
        <w:t>’</w:t>
      </w:r>
      <w:r w:rsidR="008C5C61" w:rsidRPr="004C3E92">
        <w:t>il y a de digne et d</w:t>
      </w:r>
      <w:r>
        <w:t>’</w:t>
      </w:r>
      <w:r w:rsidR="008C5C61" w:rsidRPr="004C3E92">
        <w:t>aimable</w:t>
      </w:r>
      <w:r>
        <w:t>.</w:t>
      </w:r>
    </w:p>
    <w:p w14:paraId="7BAD2B1C" w14:textId="77777777" w:rsidR="004A4993" w:rsidRDefault="004A4993" w:rsidP="004A4993">
      <w:r>
        <w:t>— </w:t>
      </w:r>
      <w:r w:rsidR="008C5C61" w:rsidRPr="004C3E92">
        <w:t>Je suis sûre</w:t>
      </w:r>
      <w:r>
        <w:t xml:space="preserve">, </w:t>
      </w:r>
      <w:r w:rsidR="008C5C61" w:rsidRPr="004C3E92">
        <w:t xml:space="preserve">répondit </w:t>
      </w:r>
      <w:proofErr w:type="spellStart"/>
      <w:r w:rsidR="008C5C61" w:rsidRPr="004C3E92">
        <w:t>Elinor</w:t>
      </w:r>
      <w:proofErr w:type="spellEnd"/>
      <w:r w:rsidR="008C5C61" w:rsidRPr="004C3E92">
        <w:t xml:space="preserve"> avec un sourire</w:t>
      </w:r>
      <w:r>
        <w:t xml:space="preserve">, </w:t>
      </w:r>
      <w:r w:rsidR="008C5C61" w:rsidRPr="004C3E92">
        <w:t>que ses amis les plus chers ne pourraient pas être mécontents d</w:t>
      </w:r>
      <w:r>
        <w:t>’</w:t>
      </w:r>
      <w:r w:rsidR="008C5C61" w:rsidRPr="004C3E92">
        <w:t>un p</w:t>
      </w:r>
      <w:r w:rsidR="008C5C61" w:rsidRPr="004C3E92">
        <w:t>a</w:t>
      </w:r>
      <w:r w:rsidR="008C5C61" w:rsidRPr="004C3E92">
        <w:t>reil éloge</w:t>
      </w:r>
      <w:r>
        <w:t xml:space="preserve">. </w:t>
      </w:r>
      <w:r w:rsidR="008C5C61" w:rsidRPr="004C3E92">
        <w:t>Je ne perçois pas comment tu pourrais t</w:t>
      </w:r>
      <w:r>
        <w:t>’</w:t>
      </w:r>
      <w:r w:rsidR="008C5C61" w:rsidRPr="004C3E92">
        <w:t>exprimer avec plus de chaleur</w:t>
      </w:r>
      <w:r>
        <w:t>.</w:t>
      </w:r>
    </w:p>
    <w:p w14:paraId="04B5F60F" w14:textId="77777777" w:rsidR="004A4993" w:rsidRDefault="008C5C61" w:rsidP="004A4993">
      <w:r w:rsidRPr="004C3E92">
        <w:t>Marianne fut ravie de constater que sa sœur était si facile à contenter</w:t>
      </w:r>
      <w:r w:rsidR="004A4993">
        <w:t>.</w:t>
      </w:r>
    </w:p>
    <w:p w14:paraId="3BD83C54" w14:textId="77777777" w:rsidR="004A4993" w:rsidRDefault="004A4993" w:rsidP="004A4993">
      <w:r>
        <w:t>— </w:t>
      </w:r>
      <w:r w:rsidR="008C5C61" w:rsidRPr="004C3E92">
        <w:t>Quant à son intelligence et à sa bonté</w:t>
      </w:r>
      <w:r>
        <w:t xml:space="preserve">, </w:t>
      </w:r>
      <w:r w:rsidR="008C5C61" w:rsidRPr="004C3E92">
        <w:t xml:space="preserve">reprit </w:t>
      </w:r>
      <w:proofErr w:type="spellStart"/>
      <w:r w:rsidR="008C5C61" w:rsidRPr="004C3E92">
        <w:t>Elinor</w:t>
      </w:r>
      <w:proofErr w:type="spellEnd"/>
      <w:r>
        <w:t xml:space="preserve">, </w:t>
      </w:r>
      <w:r w:rsidR="008C5C61" w:rsidRPr="004C3E92">
        <w:t>nul</w:t>
      </w:r>
      <w:r>
        <w:t xml:space="preserve">, </w:t>
      </w:r>
      <w:r w:rsidR="008C5C61" w:rsidRPr="004C3E92">
        <w:t>je le crois</w:t>
      </w:r>
      <w:r>
        <w:t xml:space="preserve">, </w:t>
      </w:r>
      <w:r w:rsidR="008C5C61" w:rsidRPr="004C3E92">
        <w:t>ne peut en douter</w:t>
      </w:r>
      <w:r>
        <w:t xml:space="preserve">, </w:t>
      </w:r>
      <w:r w:rsidR="008C5C61" w:rsidRPr="004C3E92">
        <w:t>qui l</w:t>
      </w:r>
      <w:r>
        <w:t>’</w:t>
      </w:r>
      <w:r w:rsidR="008C5C61" w:rsidRPr="004C3E92">
        <w:t>a vu assez souvent pour e</w:t>
      </w:r>
      <w:r w:rsidR="008C5C61" w:rsidRPr="004C3E92">
        <w:t>n</w:t>
      </w:r>
      <w:r w:rsidR="008C5C61" w:rsidRPr="004C3E92">
        <w:t>tretenir avec lui une conversation à cœur ouvert</w:t>
      </w:r>
      <w:r>
        <w:t xml:space="preserve">. </w:t>
      </w:r>
      <w:r w:rsidR="008C5C61" w:rsidRPr="004C3E92">
        <w:t>L</w:t>
      </w:r>
      <w:r>
        <w:t>’</w:t>
      </w:r>
      <w:r w:rsidR="008C5C61" w:rsidRPr="004C3E92">
        <w:t>excellence de son entendement et de ses principes ne saurait être dissimulée que par cette timidité qui</w:t>
      </w:r>
      <w:r>
        <w:t xml:space="preserve">, </w:t>
      </w:r>
      <w:r w:rsidR="008C5C61" w:rsidRPr="004C3E92">
        <w:t>trop souvent</w:t>
      </w:r>
      <w:r>
        <w:t xml:space="preserve">, </w:t>
      </w:r>
      <w:r w:rsidR="008C5C61" w:rsidRPr="004C3E92">
        <w:t xml:space="preserve">le </w:t>
      </w:r>
      <w:proofErr w:type="spellStart"/>
      <w:r w:rsidR="008C5C61" w:rsidRPr="004C3E92">
        <w:t>maintient</w:t>
      </w:r>
      <w:proofErr w:type="spellEnd"/>
      <w:r w:rsidR="008C5C61" w:rsidRPr="004C3E92">
        <w:t xml:space="preserve"> silencieux</w:t>
      </w:r>
      <w:r>
        <w:t xml:space="preserve">. </w:t>
      </w:r>
      <w:r w:rsidR="008C5C61" w:rsidRPr="004C3E92">
        <w:t>Tu le connais suffisamment pour rendre justice à son mérite s</w:t>
      </w:r>
      <w:r w:rsidR="008C5C61" w:rsidRPr="004C3E92">
        <w:t>o</w:t>
      </w:r>
      <w:r w:rsidR="008C5C61" w:rsidRPr="004C3E92">
        <w:t>lide</w:t>
      </w:r>
      <w:r>
        <w:t xml:space="preserve">. </w:t>
      </w:r>
      <w:r w:rsidR="008C5C61" w:rsidRPr="004C3E92">
        <w:t>Mais en ce qui concerne ses moindres tendances</w:t>
      </w:r>
      <w:r>
        <w:t xml:space="preserve">, </w:t>
      </w:r>
      <w:r w:rsidR="008C5C61" w:rsidRPr="004C3E92">
        <w:t xml:space="preserve">comme tu les </w:t>
      </w:r>
      <w:proofErr w:type="spellStart"/>
      <w:r w:rsidR="008C5C61" w:rsidRPr="004C3E92">
        <w:t>appelles</w:t>
      </w:r>
      <w:proofErr w:type="spellEnd"/>
      <w:r>
        <w:t xml:space="preserve">, </w:t>
      </w:r>
      <w:r w:rsidR="008C5C61" w:rsidRPr="004C3E92">
        <w:t>tu en es restée</w:t>
      </w:r>
      <w:r>
        <w:t xml:space="preserve">, </w:t>
      </w:r>
      <w:r w:rsidR="008C5C61" w:rsidRPr="004C3E92">
        <w:t>par suite de circonstances spéci</w:t>
      </w:r>
      <w:r w:rsidR="008C5C61" w:rsidRPr="004C3E92">
        <w:t>a</w:t>
      </w:r>
      <w:r w:rsidR="008C5C61" w:rsidRPr="004C3E92">
        <w:t>les</w:t>
      </w:r>
      <w:r>
        <w:t xml:space="preserve">, </w:t>
      </w:r>
      <w:r w:rsidR="008C5C61" w:rsidRPr="004C3E92">
        <w:t>plus ignorante que moi</w:t>
      </w:r>
      <w:r>
        <w:t xml:space="preserve">. </w:t>
      </w:r>
      <w:r w:rsidR="008C5C61" w:rsidRPr="004C3E92">
        <w:t>Nous nous sommes</w:t>
      </w:r>
      <w:r>
        <w:t xml:space="preserve">, </w:t>
      </w:r>
      <w:r w:rsidR="008C5C61" w:rsidRPr="004C3E92">
        <w:t>par moments</w:t>
      </w:r>
      <w:r>
        <w:t xml:space="preserve">, </w:t>
      </w:r>
      <w:r w:rsidR="008C5C61" w:rsidRPr="004C3E92">
        <w:t>lui et moi</w:t>
      </w:r>
      <w:r>
        <w:t xml:space="preserve">, </w:t>
      </w:r>
      <w:r w:rsidR="008C5C61" w:rsidRPr="004C3E92">
        <w:t>trouvés assez souvent en tête à tête</w:t>
      </w:r>
      <w:r>
        <w:t xml:space="preserve">, </w:t>
      </w:r>
      <w:r w:rsidR="008C5C61" w:rsidRPr="004C3E92">
        <w:t>pendant que tu te consacrais totalement</w:t>
      </w:r>
      <w:r>
        <w:t xml:space="preserve">, </w:t>
      </w:r>
      <w:r w:rsidR="008C5C61" w:rsidRPr="004C3E92">
        <w:t>d</w:t>
      </w:r>
      <w:r>
        <w:t>’</w:t>
      </w:r>
      <w:r w:rsidR="008C5C61" w:rsidRPr="004C3E92">
        <w:t>après les principes les plus affectueux</w:t>
      </w:r>
      <w:r>
        <w:t xml:space="preserve">, </w:t>
      </w:r>
      <w:r w:rsidR="008C5C61" w:rsidRPr="004C3E92">
        <w:t>à ma mère</w:t>
      </w:r>
      <w:r>
        <w:t xml:space="preserve">. </w:t>
      </w:r>
      <w:r w:rsidR="008C5C61" w:rsidRPr="004C3E92">
        <w:t>Moi</w:t>
      </w:r>
      <w:r>
        <w:t xml:space="preserve">, </w:t>
      </w:r>
      <w:r w:rsidR="008C5C61" w:rsidRPr="004C3E92">
        <w:t>je l</w:t>
      </w:r>
      <w:r>
        <w:t>’</w:t>
      </w:r>
      <w:r w:rsidR="008C5C61" w:rsidRPr="004C3E92">
        <w:t>ai beaucoup vu</w:t>
      </w:r>
      <w:r>
        <w:t xml:space="preserve">, </w:t>
      </w:r>
      <w:r w:rsidR="008C5C61" w:rsidRPr="004C3E92">
        <w:t>j</w:t>
      </w:r>
      <w:r>
        <w:t>’</w:t>
      </w:r>
      <w:r w:rsidR="008C5C61" w:rsidRPr="004C3E92">
        <w:t>ai étudié ses sentiments et entendu son opinion sur les questions de littérature et de goût</w:t>
      </w:r>
      <w:r>
        <w:t xml:space="preserve"> ; </w:t>
      </w:r>
      <w:r w:rsidR="008C5C61" w:rsidRPr="004C3E92">
        <w:t>et</w:t>
      </w:r>
      <w:r>
        <w:t xml:space="preserve">, </w:t>
      </w:r>
      <w:r w:rsidR="008C5C61" w:rsidRPr="004C3E92">
        <w:lastRenderedPageBreak/>
        <w:t>dans l</w:t>
      </w:r>
      <w:r>
        <w:t>’</w:t>
      </w:r>
      <w:r w:rsidR="008C5C61" w:rsidRPr="004C3E92">
        <w:t>ensemble</w:t>
      </w:r>
      <w:r>
        <w:t xml:space="preserve">, </w:t>
      </w:r>
      <w:r w:rsidR="008C5C61" w:rsidRPr="004C3E92">
        <w:t>j</w:t>
      </w:r>
      <w:r>
        <w:t>’</w:t>
      </w:r>
      <w:r w:rsidR="008C5C61" w:rsidRPr="004C3E92">
        <w:t>ose avancer qu</w:t>
      </w:r>
      <w:r>
        <w:t>’</w:t>
      </w:r>
      <w:r w:rsidR="008C5C61" w:rsidRPr="004C3E92">
        <w:t>il a l</w:t>
      </w:r>
      <w:r>
        <w:t>’</w:t>
      </w:r>
      <w:r w:rsidR="008C5C61" w:rsidRPr="004C3E92">
        <w:t>esprit bien informé</w:t>
      </w:r>
      <w:r>
        <w:t xml:space="preserve">, </w:t>
      </w:r>
      <w:r w:rsidR="008C5C61" w:rsidRPr="004C3E92">
        <w:t>qu</w:t>
      </w:r>
      <w:r>
        <w:t>’</w:t>
      </w:r>
      <w:r w:rsidR="008C5C61" w:rsidRPr="004C3E92">
        <w:t>il prend un plaisir extrême aux livres</w:t>
      </w:r>
      <w:r>
        <w:t xml:space="preserve">, </w:t>
      </w:r>
      <w:r w:rsidR="008C5C61" w:rsidRPr="004C3E92">
        <w:t>que son imagination est vive</w:t>
      </w:r>
      <w:r>
        <w:t xml:space="preserve">, </w:t>
      </w:r>
      <w:r w:rsidR="008C5C61" w:rsidRPr="004C3E92">
        <w:t>ses facultés d</w:t>
      </w:r>
      <w:r>
        <w:t>’</w:t>
      </w:r>
      <w:r w:rsidR="008C5C61" w:rsidRPr="004C3E92">
        <w:t>observation justes et correctes</w:t>
      </w:r>
      <w:r>
        <w:t xml:space="preserve">, </w:t>
      </w:r>
      <w:r w:rsidR="008C5C61" w:rsidRPr="004C3E92">
        <w:t>et son goût délicat et pur</w:t>
      </w:r>
      <w:r>
        <w:t xml:space="preserve">. </w:t>
      </w:r>
      <w:r w:rsidR="008C5C61" w:rsidRPr="004C3E92">
        <w:t>Ses capacités à tous égards s</w:t>
      </w:r>
      <w:r>
        <w:t>’</w:t>
      </w:r>
      <w:r w:rsidR="008C5C61" w:rsidRPr="004C3E92">
        <w:t>améliorent à mesure qu</w:t>
      </w:r>
      <w:r>
        <w:t>’</w:t>
      </w:r>
      <w:r w:rsidR="008C5C61" w:rsidRPr="004C3E92">
        <w:t>on le connaît mieux</w:t>
      </w:r>
      <w:r>
        <w:t xml:space="preserve">, </w:t>
      </w:r>
      <w:r w:rsidR="008C5C61" w:rsidRPr="004C3E92">
        <w:t>tout autant que ses façons et sa personne</w:t>
      </w:r>
      <w:r>
        <w:t xml:space="preserve">. </w:t>
      </w:r>
      <w:r w:rsidR="008C5C61" w:rsidRPr="004C3E92">
        <w:t>Au premier abord</w:t>
      </w:r>
      <w:r>
        <w:t xml:space="preserve">, </w:t>
      </w:r>
      <w:r w:rsidR="008C5C61" w:rsidRPr="004C3E92">
        <w:t>il n</w:t>
      </w:r>
      <w:r>
        <w:t>’</w:t>
      </w:r>
      <w:r w:rsidR="008C5C61" w:rsidRPr="004C3E92">
        <w:t>a certes pas l</w:t>
      </w:r>
      <w:r>
        <w:t>’</w:t>
      </w:r>
      <w:r w:rsidR="008C5C61" w:rsidRPr="004C3E92">
        <w:t>aspect imposant</w:t>
      </w:r>
      <w:r>
        <w:t xml:space="preserve"> ; </w:t>
      </w:r>
      <w:r w:rsidR="008C5C61" w:rsidRPr="004C3E92">
        <w:t>et l</w:t>
      </w:r>
      <w:r>
        <w:t>’</w:t>
      </w:r>
      <w:r w:rsidR="008C5C61" w:rsidRPr="004C3E92">
        <w:t>on ne saurait guère le qualifier de beau quant à sa personne</w:t>
      </w:r>
      <w:r>
        <w:t xml:space="preserve">, </w:t>
      </w:r>
      <w:r w:rsidR="008C5C61" w:rsidRPr="004C3E92">
        <w:t>tant qu</w:t>
      </w:r>
      <w:r>
        <w:t>’</w:t>
      </w:r>
      <w:r w:rsidR="008C5C61" w:rsidRPr="004C3E92">
        <w:t>on n</w:t>
      </w:r>
      <w:r>
        <w:t>’</w:t>
      </w:r>
      <w:r w:rsidR="008C5C61" w:rsidRPr="004C3E92">
        <w:t>a pas perçu l</w:t>
      </w:r>
      <w:r>
        <w:t>’</w:t>
      </w:r>
      <w:r w:rsidR="008C5C61" w:rsidRPr="004C3E92">
        <w:t>expression de ses yeux</w:t>
      </w:r>
      <w:r>
        <w:t xml:space="preserve">, </w:t>
      </w:r>
      <w:r w:rsidR="008C5C61" w:rsidRPr="004C3E92">
        <w:t>qui sont e</w:t>
      </w:r>
      <w:r w:rsidR="008C5C61" w:rsidRPr="004C3E92">
        <w:t>x</w:t>
      </w:r>
      <w:r w:rsidR="008C5C61" w:rsidRPr="004C3E92">
        <w:t>ceptionnellement bons</w:t>
      </w:r>
      <w:r>
        <w:t xml:space="preserve">, </w:t>
      </w:r>
      <w:r w:rsidR="008C5C61" w:rsidRPr="004C3E92">
        <w:t>et la douceur générale de sa physion</w:t>
      </w:r>
      <w:r w:rsidR="008C5C61" w:rsidRPr="004C3E92">
        <w:t>o</w:t>
      </w:r>
      <w:r w:rsidR="008C5C61" w:rsidRPr="004C3E92">
        <w:t>mie</w:t>
      </w:r>
      <w:r>
        <w:t xml:space="preserve">. </w:t>
      </w:r>
      <w:r w:rsidR="008C5C61" w:rsidRPr="004C3E92">
        <w:t>À présent</w:t>
      </w:r>
      <w:r>
        <w:t xml:space="preserve">, </w:t>
      </w:r>
      <w:r w:rsidR="008C5C61" w:rsidRPr="004C3E92">
        <w:t>je le connais si bien</w:t>
      </w:r>
      <w:r>
        <w:t xml:space="preserve">, </w:t>
      </w:r>
      <w:r w:rsidR="008C5C61" w:rsidRPr="004C3E92">
        <w:t>que je le trouve véritabl</w:t>
      </w:r>
      <w:r w:rsidR="008C5C61" w:rsidRPr="004C3E92">
        <w:t>e</w:t>
      </w:r>
      <w:r w:rsidR="008C5C61" w:rsidRPr="004C3E92">
        <w:t>ment beau</w:t>
      </w:r>
      <w:r>
        <w:t xml:space="preserve"> ; </w:t>
      </w:r>
      <w:r w:rsidR="008C5C61" w:rsidRPr="004C3E92">
        <w:t>ou</w:t>
      </w:r>
      <w:r>
        <w:t xml:space="preserve">, </w:t>
      </w:r>
      <w:r w:rsidR="008C5C61" w:rsidRPr="004C3E92">
        <w:t>du moins</w:t>
      </w:r>
      <w:r>
        <w:t xml:space="preserve">, </w:t>
      </w:r>
      <w:r w:rsidR="008C5C61" w:rsidRPr="004C3E92">
        <w:t>presque</w:t>
      </w:r>
      <w:r>
        <w:t xml:space="preserve">. </w:t>
      </w:r>
      <w:r w:rsidR="008C5C61" w:rsidRPr="004C3E92">
        <w:t>Qu</w:t>
      </w:r>
      <w:r>
        <w:t>’</w:t>
      </w:r>
      <w:r w:rsidR="008C5C61" w:rsidRPr="004C3E92">
        <w:t>en dis-tu</w:t>
      </w:r>
      <w:r>
        <w:t xml:space="preserve">, </w:t>
      </w:r>
      <w:r w:rsidR="008C5C61" w:rsidRPr="004C3E92">
        <w:t>Marianne</w:t>
      </w:r>
      <w:r>
        <w:t> ?</w:t>
      </w:r>
    </w:p>
    <w:p w14:paraId="1FE2D709" w14:textId="77777777" w:rsidR="004A4993" w:rsidRDefault="004A4993" w:rsidP="004A4993">
      <w:r>
        <w:t>— </w:t>
      </w:r>
      <w:r w:rsidR="008C5C61" w:rsidRPr="004C3E92">
        <w:t>Je le trouverai beau d</w:t>
      </w:r>
      <w:r>
        <w:t>’</w:t>
      </w:r>
      <w:r w:rsidR="008C5C61" w:rsidRPr="004C3E92">
        <w:t>ici fort peu de temps</w:t>
      </w:r>
      <w:r>
        <w:t xml:space="preserve">, </w:t>
      </w:r>
      <w:proofErr w:type="spellStart"/>
      <w:r w:rsidR="008C5C61" w:rsidRPr="004C3E92">
        <w:t>Elinor</w:t>
      </w:r>
      <w:proofErr w:type="spellEnd"/>
      <w:r>
        <w:t xml:space="preserve">, </w:t>
      </w:r>
      <w:r w:rsidR="008C5C61" w:rsidRPr="004C3E92">
        <w:t>si je ne le fais déjà</w:t>
      </w:r>
      <w:r>
        <w:t xml:space="preserve">. </w:t>
      </w:r>
      <w:r w:rsidR="008C5C61" w:rsidRPr="004C3E92">
        <w:t>Quand tu me diras de l</w:t>
      </w:r>
      <w:r>
        <w:t>’</w:t>
      </w:r>
      <w:r w:rsidR="008C5C61" w:rsidRPr="004C3E92">
        <w:t>aimer comme un frère</w:t>
      </w:r>
      <w:r>
        <w:t xml:space="preserve">, </w:t>
      </w:r>
      <w:r w:rsidR="008C5C61" w:rsidRPr="004C3E92">
        <w:t>je ne verrai pas plus d</w:t>
      </w:r>
      <w:r>
        <w:t>’</w:t>
      </w:r>
      <w:r w:rsidR="008C5C61" w:rsidRPr="004C3E92">
        <w:t>imperfections à son visage que je n</w:t>
      </w:r>
      <w:r>
        <w:t>’</w:t>
      </w:r>
      <w:r w:rsidR="008C5C61" w:rsidRPr="004C3E92">
        <w:t>en vois maintenant à son cœur</w:t>
      </w:r>
      <w:r>
        <w:t>.</w:t>
      </w:r>
    </w:p>
    <w:p w14:paraId="6F7FE074" w14:textId="77777777" w:rsidR="004A4993" w:rsidRDefault="008C5C61" w:rsidP="004A4993">
      <w:proofErr w:type="spellStart"/>
      <w:r w:rsidRPr="004C3E92">
        <w:t>Elinor</w:t>
      </w:r>
      <w:proofErr w:type="spellEnd"/>
      <w:r w:rsidRPr="004C3E92">
        <w:t xml:space="preserve"> sursauta à cette déclaration</w:t>
      </w:r>
      <w:r w:rsidR="004A4993">
        <w:t xml:space="preserve">, </w:t>
      </w:r>
      <w:r w:rsidRPr="004C3E92">
        <w:t>et regretta la chaleur à laquelle elle s</w:t>
      </w:r>
      <w:r w:rsidR="004A4993">
        <w:t>’</w:t>
      </w:r>
      <w:r w:rsidRPr="004C3E92">
        <w:t>était laissé emporter en parlant de lui</w:t>
      </w:r>
      <w:r w:rsidR="004A4993">
        <w:t xml:space="preserve">. </w:t>
      </w:r>
      <w:r w:rsidRPr="004C3E92">
        <w:t>Elle sentait qu</w:t>
      </w:r>
      <w:r w:rsidR="004A4993">
        <w:t>’</w:t>
      </w:r>
      <w:r w:rsidRPr="004C3E92">
        <w:t>Edward occupait une situation très élevée dans son opinion</w:t>
      </w:r>
      <w:r w:rsidR="004A4993">
        <w:t xml:space="preserve">. </w:t>
      </w:r>
      <w:r w:rsidRPr="004C3E92">
        <w:t>Elle croyait que l</w:t>
      </w:r>
      <w:r w:rsidR="004A4993">
        <w:t>’</w:t>
      </w:r>
      <w:r w:rsidRPr="004C3E92">
        <w:t>estime était réciproque</w:t>
      </w:r>
      <w:r w:rsidR="004A4993">
        <w:t xml:space="preserve"> ; </w:t>
      </w:r>
      <w:r w:rsidRPr="004C3E92">
        <w:t>mais il lui fallait plus de certitude à cet égard pour lui rendre agréable la conviction de Marianne au sujet de leur affection</w:t>
      </w:r>
      <w:r w:rsidR="004A4993">
        <w:t xml:space="preserve">. </w:t>
      </w:r>
      <w:r w:rsidRPr="004C3E92">
        <w:t>Elle savait que ce que M</w:t>
      </w:r>
      <w:r w:rsidRPr="004C3E92">
        <w:t>a</w:t>
      </w:r>
      <w:r w:rsidRPr="004C3E92">
        <w:t>rianne et sa mère conjecturaient</w:t>
      </w:r>
      <w:r w:rsidR="004A4993">
        <w:t xml:space="preserve">, </w:t>
      </w:r>
      <w:r w:rsidRPr="004C3E92">
        <w:t>un instant donné</w:t>
      </w:r>
      <w:r w:rsidR="004A4993">
        <w:t xml:space="preserve">, </w:t>
      </w:r>
      <w:r w:rsidRPr="004C3E92">
        <w:t>elles le croyaient l</w:t>
      </w:r>
      <w:r w:rsidR="004A4993">
        <w:t>’</w:t>
      </w:r>
      <w:r w:rsidRPr="004C3E92">
        <w:t>instant d</w:t>
      </w:r>
      <w:r w:rsidR="004A4993">
        <w:t>’</w:t>
      </w:r>
      <w:r w:rsidRPr="004C3E92">
        <w:t>après</w:t>
      </w:r>
      <w:r w:rsidR="004A4993">
        <w:t xml:space="preserve"> ; </w:t>
      </w:r>
      <w:r w:rsidRPr="004C3E92">
        <w:t>que</w:t>
      </w:r>
      <w:r w:rsidR="004A4993">
        <w:t xml:space="preserve">, </w:t>
      </w:r>
      <w:r w:rsidRPr="004C3E92">
        <w:t>pour elles</w:t>
      </w:r>
      <w:r w:rsidR="004A4993">
        <w:t xml:space="preserve">, </w:t>
      </w:r>
      <w:r w:rsidRPr="004C3E92">
        <w:t>désirer c</w:t>
      </w:r>
      <w:r w:rsidR="004A4993">
        <w:t>’</w:t>
      </w:r>
      <w:r w:rsidRPr="004C3E92">
        <w:t>était esp</w:t>
      </w:r>
      <w:r w:rsidRPr="004C3E92">
        <w:t>é</w:t>
      </w:r>
      <w:r w:rsidRPr="004C3E92">
        <w:t>rer</w:t>
      </w:r>
      <w:r w:rsidR="004A4993">
        <w:t xml:space="preserve">, </w:t>
      </w:r>
      <w:r w:rsidRPr="004C3E92">
        <w:t>et espérer</w:t>
      </w:r>
      <w:r w:rsidR="004A4993">
        <w:t xml:space="preserve">, </w:t>
      </w:r>
      <w:r w:rsidRPr="004C3E92">
        <w:t>prévoir</w:t>
      </w:r>
      <w:r w:rsidR="004A4993">
        <w:t xml:space="preserve">. </w:t>
      </w:r>
      <w:r w:rsidRPr="004C3E92">
        <w:t>Elle essaya d</w:t>
      </w:r>
      <w:r w:rsidR="004A4993">
        <w:t>’</w:t>
      </w:r>
      <w:r w:rsidRPr="004C3E92">
        <w:t>expliquer à sa sœur ce qu</w:t>
      </w:r>
      <w:r w:rsidR="004A4993">
        <w:t>’</w:t>
      </w:r>
      <w:r w:rsidRPr="004C3E92">
        <w:t>il en était réellement</w:t>
      </w:r>
      <w:r w:rsidR="004A4993">
        <w:t>.</w:t>
      </w:r>
    </w:p>
    <w:p w14:paraId="09659384" w14:textId="77777777" w:rsidR="004A4993" w:rsidRDefault="004A4993" w:rsidP="004A4993">
      <w:r>
        <w:t>— </w:t>
      </w:r>
      <w:r w:rsidR="008C5C61" w:rsidRPr="004C3E92">
        <w:t>Je ne tente pas de nier</w:t>
      </w:r>
      <w:r>
        <w:t xml:space="preserve">, </w:t>
      </w:r>
      <w:r w:rsidR="008C5C61" w:rsidRPr="004C3E92">
        <w:t>dit-elle</w:t>
      </w:r>
      <w:r>
        <w:t xml:space="preserve">, </w:t>
      </w:r>
      <w:r w:rsidR="008C5C61" w:rsidRPr="004C3E92">
        <w:t>que je me fais une très haute idée de lui</w:t>
      </w:r>
      <w:r>
        <w:t xml:space="preserve">, </w:t>
      </w:r>
      <w:r w:rsidR="008C5C61" w:rsidRPr="004C3E92">
        <w:t>que je l</w:t>
      </w:r>
      <w:r>
        <w:t>’</w:t>
      </w:r>
      <w:r w:rsidR="008C5C61" w:rsidRPr="004C3E92">
        <w:t>estime fort</w:t>
      </w:r>
      <w:r>
        <w:t xml:space="preserve">, </w:t>
      </w:r>
      <w:r w:rsidR="008C5C61" w:rsidRPr="004C3E92">
        <w:t>qu</w:t>
      </w:r>
      <w:r>
        <w:t>’</w:t>
      </w:r>
      <w:r w:rsidR="008C5C61" w:rsidRPr="004C3E92">
        <w:t>il me plaît</w:t>
      </w:r>
      <w:r>
        <w:t>.</w:t>
      </w:r>
    </w:p>
    <w:p w14:paraId="53148BE6" w14:textId="77777777" w:rsidR="004A4993" w:rsidRDefault="008C5C61" w:rsidP="004A4993">
      <w:r w:rsidRPr="004C3E92">
        <w:t>Marianne</w:t>
      </w:r>
      <w:r w:rsidR="004A4993">
        <w:t xml:space="preserve">, </w:t>
      </w:r>
      <w:r w:rsidRPr="004C3E92">
        <w:t>à ce point de l</w:t>
      </w:r>
      <w:r w:rsidR="004A4993">
        <w:t>’</w:t>
      </w:r>
      <w:r w:rsidRPr="004C3E92">
        <w:t>entretien</w:t>
      </w:r>
      <w:r w:rsidR="004A4993">
        <w:t xml:space="preserve">, </w:t>
      </w:r>
      <w:r w:rsidRPr="004C3E92">
        <w:t>laissa éclater son ind</w:t>
      </w:r>
      <w:r w:rsidRPr="004C3E92">
        <w:t>i</w:t>
      </w:r>
      <w:r w:rsidRPr="004C3E92">
        <w:t>gnation</w:t>
      </w:r>
      <w:r w:rsidR="004A4993">
        <w:t> :</w:t>
      </w:r>
    </w:p>
    <w:p w14:paraId="1F23410F" w14:textId="77777777" w:rsidR="004A4993" w:rsidRDefault="004A4993" w:rsidP="004A4993">
      <w:r>
        <w:lastRenderedPageBreak/>
        <w:t>— </w:t>
      </w:r>
      <w:r w:rsidR="008C5C61" w:rsidRPr="004C3E92">
        <w:t>Tu l</w:t>
      </w:r>
      <w:r>
        <w:t>’</w:t>
      </w:r>
      <w:r w:rsidR="008C5C61" w:rsidRPr="004C3E92">
        <w:t>estimes</w:t>
      </w:r>
      <w:r>
        <w:t xml:space="preserve"> ! </w:t>
      </w:r>
      <w:r w:rsidR="008C5C61" w:rsidRPr="004C3E92">
        <w:t>Il te plaît</w:t>
      </w:r>
      <w:r>
        <w:t xml:space="preserve"> ! </w:t>
      </w:r>
      <w:proofErr w:type="spellStart"/>
      <w:r w:rsidR="008C5C61" w:rsidRPr="004C3E92">
        <w:t>Elinor</w:t>
      </w:r>
      <w:proofErr w:type="spellEnd"/>
      <w:r w:rsidR="008C5C61" w:rsidRPr="004C3E92">
        <w:t xml:space="preserve"> au cœur froid</w:t>
      </w:r>
      <w:r>
        <w:t xml:space="preserve"> ! </w:t>
      </w:r>
      <w:r w:rsidR="008C5C61" w:rsidRPr="004C3E92">
        <w:t>Ah</w:t>
      </w:r>
      <w:r>
        <w:t xml:space="preserve">, </w:t>
      </w:r>
      <w:r w:rsidR="008C5C61" w:rsidRPr="004C3E92">
        <w:t>pire que froid</w:t>
      </w:r>
      <w:r>
        <w:t xml:space="preserve"> ! </w:t>
      </w:r>
      <w:r w:rsidR="008C5C61" w:rsidRPr="004C3E92">
        <w:t>Honteuse d</w:t>
      </w:r>
      <w:r>
        <w:t>’</w:t>
      </w:r>
      <w:r w:rsidR="008C5C61" w:rsidRPr="004C3E92">
        <w:t>être autre chose</w:t>
      </w:r>
      <w:r>
        <w:t xml:space="preserve"> ! </w:t>
      </w:r>
      <w:r w:rsidR="008C5C61" w:rsidRPr="004C3E92">
        <w:t>Prononce encore une fois ces mots-là</w:t>
      </w:r>
      <w:r>
        <w:t xml:space="preserve">, </w:t>
      </w:r>
      <w:r w:rsidR="008C5C61" w:rsidRPr="004C3E92">
        <w:t>et je quitterai à l</w:t>
      </w:r>
      <w:r>
        <w:t>’</w:t>
      </w:r>
      <w:r w:rsidR="008C5C61" w:rsidRPr="004C3E92">
        <w:t>instant cette pièce</w:t>
      </w:r>
      <w:r>
        <w:t> !</w:t>
      </w:r>
    </w:p>
    <w:p w14:paraId="2403BCEE" w14:textId="77777777" w:rsidR="004A4993" w:rsidRDefault="008C5C61" w:rsidP="004A4993">
      <w:proofErr w:type="spellStart"/>
      <w:r w:rsidRPr="004C3E92">
        <w:t>Elinor</w:t>
      </w:r>
      <w:proofErr w:type="spellEnd"/>
      <w:r w:rsidRPr="004C3E92">
        <w:t xml:space="preserve"> ne put s</w:t>
      </w:r>
      <w:r w:rsidR="004A4993">
        <w:t>’</w:t>
      </w:r>
      <w:r w:rsidRPr="004C3E92">
        <w:t>empêcher de rire</w:t>
      </w:r>
      <w:r w:rsidR="004A4993">
        <w:t>.</w:t>
      </w:r>
    </w:p>
    <w:p w14:paraId="799567F7" w14:textId="77777777" w:rsidR="004A4993" w:rsidRDefault="004A4993" w:rsidP="004A4993">
      <w:r>
        <w:t>— </w:t>
      </w:r>
      <w:r w:rsidR="008C5C61" w:rsidRPr="004C3E92">
        <w:t>Pardonne-moi</w:t>
      </w:r>
      <w:r>
        <w:t xml:space="preserve">, </w:t>
      </w:r>
      <w:r w:rsidR="008C5C61" w:rsidRPr="004C3E92">
        <w:t>dit-elle</w:t>
      </w:r>
      <w:r>
        <w:t xml:space="preserve">, </w:t>
      </w:r>
      <w:r w:rsidR="008C5C61" w:rsidRPr="004C3E92">
        <w:t>et sois assurée que je n</w:t>
      </w:r>
      <w:r>
        <w:t>’</w:t>
      </w:r>
      <w:r w:rsidR="008C5C61" w:rsidRPr="004C3E92">
        <w:t>avais pas l</w:t>
      </w:r>
      <w:r>
        <w:t>’</w:t>
      </w:r>
      <w:r w:rsidR="008C5C61" w:rsidRPr="004C3E92">
        <w:t>intention de t</w:t>
      </w:r>
      <w:r>
        <w:t>’</w:t>
      </w:r>
      <w:r w:rsidR="008C5C61" w:rsidRPr="004C3E92">
        <w:t>offenser en parlant d</w:t>
      </w:r>
      <w:r>
        <w:t>’</w:t>
      </w:r>
      <w:r w:rsidR="008C5C61" w:rsidRPr="004C3E92">
        <w:t>une façon aussi calme de mes propres sentiments</w:t>
      </w:r>
      <w:r>
        <w:t xml:space="preserve">. </w:t>
      </w:r>
      <w:r w:rsidR="008C5C61" w:rsidRPr="004C3E92">
        <w:t>Crois bien qu</w:t>
      </w:r>
      <w:r>
        <w:t>’</w:t>
      </w:r>
      <w:r w:rsidR="008C5C61" w:rsidRPr="004C3E92">
        <w:t>ils sont plus violents que je ne l</w:t>
      </w:r>
      <w:r>
        <w:t>’</w:t>
      </w:r>
      <w:r w:rsidR="008C5C61" w:rsidRPr="004C3E92">
        <w:t>ai déclaré</w:t>
      </w:r>
      <w:r>
        <w:t xml:space="preserve"> ; </w:t>
      </w:r>
      <w:r w:rsidR="008C5C61" w:rsidRPr="004C3E92">
        <w:t>bref</w:t>
      </w:r>
      <w:r>
        <w:t xml:space="preserve">, </w:t>
      </w:r>
      <w:r w:rsidR="008C5C61" w:rsidRPr="004C3E92">
        <w:t>crois bien qu</w:t>
      </w:r>
      <w:r>
        <w:t>’</w:t>
      </w:r>
      <w:r w:rsidR="008C5C61" w:rsidRPr="004C3E92">
        <w:t>ils sont tels que peuvent le justifier</w:t>
      </w:r>
      <w:r>
        <w:t xml:space="preserve">, </w:t>
      </w:r>
      <w:r w:rsidR="008C5C61" w:rsidRPr="004C3E92">
        <w:t>sans imprudence ni folie</w:t>
      </w:r>
      <w:r>
        <w:t xml:space="preserve">, </w:t>
      </w:r>
      <w:r w:rsidR="008C5C61" w:rsidRPr="004C3E92">
        <w:t>son mérite et le soupçon</w:t>
      </w:r>
      <w:r>
        <w:t xml:space="preserve"> – </w:t>
      </w:r>
      <w:r w:rsidR="008C5C61" w:rsidRPr="004C3E92">
        <w:t>l</w:t>
      </w:r>
      <w:r>
        <w:t>’</w:t>
      </w:r>
      <w:r w:rsidR="008C5C61" w:rsidRPr="004C3E92">
        <w:t>espoir</w:t>
      </w:r>
      <w:r>
        <w:t xml:space="preserve"> – </w:t>
      </w:r>
      <w:r w:rsidR="008C5C61" w:rsidRPr="004C3E92">
        <w:t>de son affection pour moi</w:t>
      </w:r>
      <w:r>
        <w:t xml:space="preserve">. </w:t>
      </w:r>
      <w:r w:rsidR="008C5C61" w:rsidRPr="004C3E92">
        <w:t>Mais il ne faut pas que tu ailles plus loin dans ta croyance</w:t>
      </w:r>
      <w:r>
        <w:t xml:space="preserve">. </w:t>
      </w:r>
      <w:r w:rsidR="008C5C61" w:rsidRPr="004C3E92">
        <w:t>Je ne suis nullement assurée de son estime pour moi</w:t>
      </w:r>
      <w:r>
        <w:t xml:space="preserve">. </w:t>
      </w:r>
      <w:r w:rsidR="008C5C61" w:rsidRPr="004C3E92">
        <w:t>Il y a des moments où la mesure m</w:t>
      </w:r>
      <w:r>
        <w:t>’</w:t>
      </w:r>
      <w:r w:rsidR="008C5C61" w:rsidRPr="004C3E92">
        <w:t>en paraît douteuse</w:t>
      </w:r>
      <w:r>
        <w:t xml:space="preserve"> ; </w:t>
      </w:r>
      <w:r w:rsidR="008C5C61" w:rsidRPr="004C3E92">
        <w:t>et tant que ses sentiments ne seront plein</w:t>
      </w:r>
      <w:r w:rsidR="008C5C61" w:rsidRPr="004C3E92">
        <w:t>e</w:t>
      </w:r>
      <w:r w:rsidR="008C5C61" w:rsidRPr="004C3E92">
        <w:t>ment connus</w:t>
      </w:r>
      <w:r>
        <w:t xml:space="preserve">, </w:t>
      </w:r>
      <w:r w:rsidR="008C5C61" w:rsidRPr="004C3E92">
        <w:t>tu ne saurais t</w:t>
      </w:r>
      <w:r>
        <w:t>’</w:t>
      </w:r>
      <w:r w:rsidR="008C5C61" w:rsidRPr="004C3E92">
        <w:t>étonner si je désire éviter d</w:t>
      </w:r>
      <w:r>
        <w:t>’</w:t>
      </w:r>
      <w:r w:rsidR="008C5C61" w:rsidRPr="004C3E92">
        <w:t>encourager mon propre penchant en le prenant pour plus qu</w:t>
      </w:r>
      <w:r>
        <w:t>’</w:t>
      </w:r>
      <w:r w:rsidR="008C5C61" w:rsidRPr="004C3E92">
        <w:t>il n</w:t>
      </w:r>
      <w:r>
        <w:t>’</w:t>
      </w:r>
      <w:r w:rsidR="008C5C61" w:rsidRPr="004C3E92">
        <w:t>est</w:t>
      </w:r>
      <w:r>
        <w:t xml:space="preserve">, </w:t>
      </w:r>
      <w:r w:rsidR="008C5C61" w:rsidRPr="004C3E92">
        <w:t>ou en lui donnant un autre nom</w:t>
      </w:r>
      <w:r>
        <w:t xml:space="preserve">. </w:t>
      </w:r>
      <w:r w:rsidR="008C5C61" w:rsidRPr="004C3E92">
        <w:t>J</w:t>
      </w:r>
      <w:r>
        <w:t>’</w:t>
      </w:r>
      <w:r w:rsidR="008C5C61" w:rsidRPr="004C3E92">
        <w:t>éprouve en mon cœur fort peu de doute</w:t>
      </w:r>
      <w:r>
        <w:t xml:space="preserve"> – </w:t>
      </w:r>
      <w:r w:rsidR="008C5C61" w:rsidRPr="004C3E92">
        <w:t>c</w:t>
      </w:r>
      <w:r>
        <w:t>’</w:t>
      </w:r>
      <w:r w:rsidR="008C5C61" w:rsidRPr="004C3E92">
        <w:t>est à peine si j</w:t>
      </w:r>
      <w:r>
        <w:t>’</w:t>
      </w:r>
      <w:r w:rsidR="008C5C61" w:rsidRPr="004C3E92">
        <w:t>en ressens</w:t>
      </w:r>
      <w:r>
        <w:t xml:space="preserve"> – </w:t>
      </w:r>
      <w:r w:rsidR="008C5C61" w:rsidRPr="004C3E92">
        <w:t>quant à sa pr</w:t>
      </w:r>
      <w:r w:rsidR="008C5C61" w:rsidRPr="004C3E92">
        <w:t>é</w:t>
      </w:r>
      <w:r w:rsidR="008C5C61" w:rsidRPr="004C3E92">
        <w:t>férence</w:t>
      </w:r>
      <w:r>
        <w:t xml:space="preserve">. </w:t>
      </w:r>
      <w:r w:rsidR="008C5C61" w:rsidRPr="004C3E92">
        <w:t>Mais il y a d</w:t>
      </w:r>
      <w:r>
        <w:t>’</w:t>
      </w:r>
      <w:r w:rsidR="008C5C61" w:rsidRPr="004C3E92">
        <w:t>autres points dont il faut tenir compte</w:t>
      </w:r>
      <w:r>
        <w:t xml:space="preserve">, </w:t>
      </w:r>
      <w:r w:rsidR="008C5C61" w:rsidRPr="004C3E92">
        <w:t>o</w:t>
      </w:r>
      <w:r w:rsidR="008C5C61" w:rsidRPr="004C3E92">
        <w:t>u</w:t>
      </w:r>
      <w:r w:rsidR="008C5C61" w:rsidRPr="004C3E92">
        <w:t>tre son inclination</w:t>
      </w:r>
      <w:r>
        <w:t xml:space="preserve">. </w:t>
      </w:r>
      <w:r w:rsidR="008C5C61" w:rsidRPr="004C3E92">
        <w:t>Il est bien loin d</w:t>
      </w:r>
      <w:r>
        <w:t>’</w:t>
      </w:r>
      <w:r w:rsidR="008C5C61" w:rsidRPr="004C3E92">
        <w:t>être indépendant</w:t>
      </w:r>
      <w:r>
        <w:t xml:space="preserve">. </w:t>
      </w:r>
      <w:r w:rsidR="008C5C61" w:rsidRPr="004C3E92">
        <w:t>Ce qu</w:t>
      </w:r>
      <w:r>
        <w:t>’</w:t>
      </w:r>
      <w:r w:rsidR="008C5C61" w:rsidRPr="004C3E92">
        <w:t>est réellement sa mère</w:t>
      </w:r>
      <w:r>
        <w:t xml:space="preserve">, </w:t>
      </w:r>
      <w:r w:rsidR="008C5C61" w:rsidRPr="004C3E92">
        <w:t>nous ne pouvons le savoir</w:t>
      </w:r>
      <w:r>
        <w:t xml:space="preserve"> ; </w:t>
      </w:r>
      <w:r w:rsidR="008C5C61" w:rsidRPr="004C3E92">
        <w:t>mais d</w:t>
      </w:r>
      <w:r>
        <w:t>’</w:t>
      </w:r>
      <w:r w:rsidR="008C5C61" w:rsidRPr="004C3E92">
        <w:t>après ce que dit de temps à autre Fanny de sa conduite et de ses op</w:t>
      </w:r>
      <w:r w:rsidR="008C5C61" w:rsidRPr="004C3E92">
        <w:t>i</w:t>
      </w:r>
      <w:r w:rsidR="008C5C61" w:rsidRPr="004C3E92">
        <w:t>nions</w:t>
      </w:r>
      <w:r>
        <w:t xml:space="preserve">, </w:t>
      </w:r>
      <w:r w:rsidR="008C5C61" w:rsidRPr="004C3E92">
        <w:t>nous n</w:t>
      </w:r>
      <w:r>
        <w:t>’</w:t>
      </w:r>
      <w:r w:rsidR="008C5C61" w:rsidRPr="004C3E92">
        <w:t>avons jamais été portées à la croire aimable</w:t>
      </w:r>
      <w:r>
        <w:t xml:space="preserve"> ; </w:t>
      </w:r>
      <w:r w:rsidR="008C5C61" w:rsidRPr="004C3E92">
        <w:t>et je me trompe fort si Edward lui-même ne se rend pas compte qu</w:t>
      </w:r>
      <w:r>
        <w:t>’</w:t>
      </w:r>
      <w:r w:rsidR="008C5C61" w:rsidRPr="004C3E92">
        <w:t>il y aurait beaucoup de difficultés en travers de son chemin</w:t>
      </w:r>
      <w:r>
        <w:t xml:space="preserve">, </w:t>
      </w:r>
      <w:r w:rsidR="008C5C61" w:rsidRPr="004C3E92">
        <w:t>s</w:t>
      </w:r>
      <w:r>
        <w:t>’</w:t>
      </w:r>
      <w:r w:rsidR="008C5C61" w:rsidRPr="004C3E92">
        <w:t>il désirait épouser une femme qui n</w:t>
      </w:r>
      <w:r>
        <w:t>’</w:t>
      </w:r>
      <w:r w:rsidR="008C5C61" w:rsidRPr="004C3E92">
        <w:t>eût soit une grosse fortune</w:t>
      </w:r>
      <w:r>
        <w:t xml:space="preserve">, </w:t>
      </w:r>
      <w:r w:rsidR="008C5C61" w:rsidRPr="004C3E92">
        <w:t>soit un rang élevé</w:t>
      </w:r>
      <w:r>
        <w:t>.</w:t>
      </w:r>
    </w:p>
    <w:p w14:paraId="025AD8DA" w14:textId="77777777" w:rsidR="004A4993" w:rsidRDefault="008C5C61" w:rsidP="004A4993">
      <w:r w:rsidRPr="004C3E92">
        <w:t>Marianne fut étonnée de découvrir à quel point l</w:t>
      </w:r>
      <w:r w:rsidR="004A4993">
        <w:t>’</w:t>
      </w:r>
      <w:r w:rsidRPr="004C3E92">
        <w:t>imagination de sa mère et la sienne avaient outrepassé la vér</w:t>
      </w:r>
      <w:r w:rsidRPr="004C3E92">
        <w:t>i</w:t>
      </w:r>
      <w:r w:rsidRPr="004C3E92">
        <w:t>té</w:t>
      </w:r>
      <w:r w:rsidR="004A4993">
        <w:t>.</w:t>
      </w:r>
    </w:p>
    <w:p w14:paraId="49F6CF6F" w14:textId="77777777" w:rsidR="004A4993" w:rsidRDefault="004A4993" w:rsidP="004A4993">
      <w:r>
        <w:t>— </w:t>
      </w:r>
      <w:r w:rsidR="008C5C61" w:rsidRPr="004C3E92">
        <w:t>Et tu n</w:t>
      </w:r>
      <w:r>
        <w:t>’</w:t>
      </w:r>
      <w:r w:rsidR="008C5C61" w:rsidRPr="004C3E92">
        <w:t>es vraiment pas sa fiancée</w:t>
      </w:r>
      <w:r>
        <w:t xml:space="preserve"> ? </w:t>
      </w:r>
      <w:r w:rsidR="008C5C61" w:rsidRPr="004C3E92">
        <w:t>dit-elle</w:t>
      </w:r>
      <w:r>
        <w:t xml:space="preserve">. </w:t>
      </w:r>
      <w:r w:rsidR="008C5C61" w:rsidRPr="004C3E92">
        <w:t>Pourtant</w:t>
      </w:r>
      <w:r>
        <w:t xml:space="preserve">, </w:t>
      </w:r>
      <w:r w:rsidR="008C5C61" w:rsidRPr="004C3E92">
        <w:t>c</w:t>
      </w:r>
      <w:r w:rsidR="008C5C61" w:rsidRPr="004C3E92">
        <w:t>e</w:t>
      </w:r>
      <w:r w:rsidR="008C5C61" w:rsidRPr="004C3E92">
        <w:t>la se produira certainement bientôt</w:t>
      </w:r>
      <w:r>
        <w:t xml:space="preserve">. </w:t>
      </w:r>
      <w:r w:rsidR="008C5C61" w:rsidRPr="004C3E92">
        <w:t>Mais il résultera de ce r</w:t>
      </w:r>
      <w:r w:rsidR="008C5C61" w:rsidRPr="004C3E92">
        <w:t>e</w:t>
      </w:r>
      <w:r w:rsidR="008C5C61" w:rsidRPr="004C3E92">
        <w:t>tard deux avantages</w:t>
      </w:r>
      <w:r>
        <w:t xml:space="preserve">. </w:t>
      </w:r>
      <w:r w:rsidR="008C5C61" w:rsidRPr="004C3E92">
        <w:t>Je ne te perdrai pas si tôt</w:t>
      </w:r>
      <w:r>
        <w:t xml:space="preserve">, </w:t>
      </w:r>
      <w:r w:rsidR="008C5C61" w:rsidRPr="004C3E92">
        <w:t xml:space="preserve">et Edward </w:t>
      </w:r>
      <w:r w:rsidR="008C5C61" w:rsidRPr="004C3E92">
        <w:lastRenderedPageBreak/>
        <w:t>aura plus d</w:t>
      </w:r>
      <w:r>
        <w:t>’</w:t>
      </w:r>
      <w:r w:rsidR="008C5C61" w:rsidRPr="004C3E92">
        <w:t>occasions d</w:t>
      </w:r>
      <w:r>
        <w:t>’</w:t>
      </w:r>
      <w:r w:rsidR="008C5C61" w:rsidRPr="004C3E92">
        <w:t>améliorer ce goût naturel pour ton occup</w:t>
      </w:r>
      <w:r w:rsidR="008C5C61" w:rsidRPr="004C3E92">
        <w:t>a</w:t>
      </w:r>
      <w:r w:rsidR="008C5C61" w:rsidRPr="004C3E92">
        <w:t>tion préférée qui doit être d</w:t>
      </w:r>
      <w:r>
        <w:t>’</w:t>
      </w:r>
      <w:r w:rsidR="008C5C61" w:rsidRPr="004C3E92">
        <w:t>une nécessité aussi indispensable à ton bonheur futur</w:t>
      </w:r>
      <w:r>
        <w:t xml:space="preserve">. </w:t>
      </w:r>
      <w:r w:rsidR="008C5C61" w:rsidRPr="004C3E92">
        <w:t>Ah</w:t>
      </w:r>
      <w:r>
        <w:t xml:space="preserve"> ! </w:t>
      </w:r>
      <w:r w:rsidR="008C5C61" w:rsidRPr="004C3E92">
        <w:t>s</w:t>
      </w:r>
      <w:r>
        <w:t>’</w:t>
      </w:r>
      <w:r w:rsidR="008C5C61" w:rsidRPr="004C3E92">
        <w:t>il pouvait être à ce point stimulé par ton génie</w:t>
      </w:r>
      <w:r>
        <w:t xml:space="preserve">, </w:t>
      </w:r>
      <w:r w:rsidR="008C5C61" w:rsidRPr="004C3E92">
        <w:t>qu</w:t>
      </w:r>
      <w:r>
        <w:t>’</w:t>
      </w:r>
      <w:r w:rsidR="008C5C61" w:rsidRPr="004C3E92">
        <w:t>il en apprenne lui-même à dessiner</w:t>
      </w:r>
      <w:r>
        <w:t xml:space="preserve">, </w:t>
      </w:r>
      <w:r w:rsidR="008C5C61" w:rsidRPr="004C3E92">
        <w:t>comme ce s</w:t>
      </w:r>
      <w:r w:rsidR="008C5C61" w:rsidRPr="004C3E92">
        <w:t>e</w:t>
      </w:r>
      <w:r w:rsidR="008C5C61" w:rsidRPr="004C3E92">
        <w:t>rait charmant</w:t>
      </w:r>
      <w:r>
        <w:t> !</w:t>
      </w:r>
    </w:p>
    <w:p w14:paraId="0FD26FAD" w14:textId="77777777" w:rsidR="004A4993" w:rsidRDefault="008C5C61" w:rsidP="004A4993">
      <w:proofErr w:type="spellStart"/>
      <w:r w:rsidRPr="004C3E92">
        <w:t>Elinor</w:t>
      </w:r>
      <w:proofErr w:type="spellEnd"/>
      <w:r w:rsidRPr="004C3E92">
        <w:t xml:space="preserve"> avait donné à sa sœur son opinion sincère</w:t>
      </w:r>
      <w:r w:rsidR="004A4993">
        <w:t xml:space="preserve">. </w:t>
      </w:r>
      <w:r w:rsidRPr="004C3E92">
        <w:t>Elle ne pouvait considérer son penchant pour Edward comme étant en un état aussi favorable que l</w:t>
      </w:r>
      <w:r w:rsidR="004A4993">
        <w:t>’</w:t>
      </w:r>
      <w:r w:rsidRPr="004C3E92">
        <w:t>avait cru Marianne</w:t>
      </w:r>
      <w:r w:rsidR="004A4993">
        <w:t xml:space="preserve">. </w:t>
      </w:r>
      <w:r w:rsidRPr="004C3E92">
        <w:t>Il y avait pa</w:t>
      </w:r>
      <w:r w:rsidRPr="004C3E92">
        <w:t>r</w:t>
      </w:r>
      <w:r w:rsidRPr="004C3E92">
        <w:t>fois</w:t>
      </w:r>
      <w:r w:rsidR="004A4993">
        <w:t xml:space="preserve">, </w:t>
      </w:r>
      <w:r w:rsidRPr="004C3E92">
        <w:t>chez lui</w:t>
      </w:r>
      <w:r w:rsidR="004A4993">
        <w:t xml:space="preserve">, </w:t>
      </w:r>
      <w:r w:rsidRPr="004C3E92">
        <w:t>un manque d</w:t>
      </w:r>
      <w:r w:rsidR="004A4993">
        <w:t>’</w:t>
      </w:r>
      <w:r w:rsidRPr="004C3E92">
        <w:t>entrain qui</w:t>
      </w:r>
      <w:r w:rsidR="004A4993">
        <w:t xml:space="preserve">, </w:t>
      </w:r>
      <w:r w:rsidRPr="004C3E92">
        <w:t>s</w:t>
      </w:r>
      <w:r w:rsidR="004A4993">
        <w:t>’</w:t>
      </w:r>
      <w:r w:rsidRPr="004C3E92">
        <w:t>il ne dénotait pas l</w:t>
      </w:r>
      <w:r w:rsidR="004A4993">
        <w:t>’</w:t>
      </w:r>
      <w:r w:rsidRPr="004C3E92">
        <w:t>indifférence</w:t>
      </w:r>
      <w:r w:rsidR="004A4993">
        <w:t xml:space="preserve">, </w:t>
      </w:r>
      <w:r w:rsidRPr="004C3E92">
        <w:t>témoignait d</w:t>
      </w:r>
      <w:r w:rsidR="004A4993">
        <w:t>’</w:t>
      </w:r>
      <w:r w:rsidRPr="004C3E92">
        <w:t>un quelque chose aussi peu prome</w:t>
      </w:r>
      <w:r w:rsidRPr="004C3E92">
        <w:t>t</w:t>
      </w:r>
      <w:r w:rsidRPr="004C3E92">
        <w:t>teur</w:t>
      </w:r>
      <w:r w:rsidR="004A4993">
        <w:t xml:space="preserve">. </w:t>
      </w:r>
      <w:r w:rsidRPr="004C3E92">
        <w:t>Un doute au sujet de l</w:t>
      </w:r>
      <w:r w:rsidR="004A4993">
        <w:t>’</w:t>
      </w:r>
      <w:r w:rsidRPr="004C3E92">
        <w:t>estime d</w:t>
      </w:r>
      <w:r w:rsidR="004A4993">
        <w:t>’</w:t>
      </w:r>
      <w:proofErr w:type="spellStart"/>
      <w:r w:rsidRPr="004C3E92">
        <w:t>Elinor</w:t>
      </w:r>
      <w:proofErr w:type="spellEnd"/>
      <w:r w:rsidR="004A4993">
        <w:t xml:space="preserve">, </w:t>
      </w:r>
      <w:r w:rsidRPr="004C3E92">
        <w:t>en supposant qu</w:t>
      </w:r>
      <w:r w:rsidR="004A4993">
        <w:t>’</w:t>
      </w:r>
      <w:r w:rsidRPr="004C3E92">
        <w:t>il l</w:t>
      </w:r>
      <w:r w:rsidR="004A4993">
        <w:t>’</w:t>
      </w:r>
      <w:r w:rsidRPr="004C3E92">
        <w:t>eût éprouvé</w:t>
      </w:r>
      <w:r w:rsidR="004A4993">
        <w:t xml:space="preserve">, </w:t>
      </w:r>
      <w:r w:rsidRPr="004C3E92">
        <w:t>n</w:t>
      </w:r>
      <w:r w:rsidR="004A4993">
        <w:t>’</w:t>
      </w:r>
      <w:r w:rsidRPr="004C3E92">
        <w:t>eût pas dû lui causer autre chose que de l</w:t>
      </w:r>
      <w:r w:rsidR="004A4993">
        <w:t>’</w:t>
      </w:r>
      <w:r w:rsidRPr="004C3E92">
        <w:t>inquiétude</w:t>
      </w:r>
      <w:r w:rsidR="004A4993">
        <w:t xml:space="preserve">. </w:t>
      </w:r>
      <w:r w:rsidRPr="004C3E92">
        <w:t>Il ne lui aurait vraisemblablement pas occasionné cet abattement d</w:t>
      </w:r>
      <w:r w:rsidR="004A4993">
        <w:t>’</w:t>
      </w:r>
      <w:r w:rsidRPr="004C3E92">
        <w:t>esprit qu</w:t>
      </w:r>
      <w:r w:rsidR="004A4993">
        <w:t>’</w:t>
      </w:r>
      <w:r w:rsidRPr="004C3E92">
        <w:t>il manifestait fréquemment</w:t>
      </w:r>
      <w:r w:rsidR="004A4993">
        <w:t xml:space="preserve">. </w:t>
      </w:r>
      <w:r w:rsidRPr="004C3E92">
        <w:t>On y pouvait trouver une cause plus raisonnable dans la situation de dépendance qui lui interdisait de s</w:t>
      </w:r>
      <w:r w:rsidR="004A4993">
        <w:t>’</w:t>
      </w:r>
      <w:r w:rsidRPr="004C3E92">
        <w:t>abandonner à son affection</w:t>
      </w:r>
      <w:r w:rsidR="004A4993">
        <w:t xml:space="preserve">. </w:t>
      </w:r>
      <w:r w:rsidRPr="004C3E92">
        <w:t>Elle savait que la mère d</w:t>
      </w:r>
      <w:r w:rsidR="004A4993">
        <w:t>’</w:t>
      </w:r>
      <w:r w:rsidRPr="004C3E92">
        <w:t>Edward ne se comportait envers lui ni de façon à lui rendre son foyer agréable présentement</w:t>
      </w:r>
      <w:r w:rsidR="004A4993">
        <w:t xml:space="preserve">, </w:t>
      </w:r>
      <w:r w:rsidRPr="004C3E92">
        <w:t>ni de f</w:t>
      </w:r>
      <w:r w:rsidRPr="004C3E92">
        <w:t>a</w:t>
      </w:r>
      <w:r w:rsidRPr="004C3E92">
        <w:t>çon à lui donner quelque assurance de pouvoir se constituer un foyer personnel</w:t>
      </w:r>
      <w:r w:rsidR="004A4993">
        <w:t xml:space="preserve">, </w:t>
      </w:r>
      <w:r w:rsidRPr="004C3E92">
        <w:t>sans qu</w:t>
      </w:r>
      <w:r w:rsidR="004A4993">
        <w:t>’</w:t>
      </w:r>
      <w:r w:rsidRPr="004C3E92">
        <w:t>il ne répondît strictement aux projets qu</w:t>
      </w:r>
      <w:r w:rsidR="004A4993">
        <w:t>’</w:t>
      </w:r>
      <w:r w:rsidRPr="004C3E92">
        <w:t>elle nourrissait de le pousser dans le monde</w:t>
      </w:r>
      <w:r w:rsidR="004A4993">
        <w:t xml:space="preserve">. </w:t>
      </w:r>
      <w:r w:rsidRPr="004C3E92">
        <w:t>Sachant cela</w:t>
      </w:r>
      <w:r w:rsidR="004A4993">
        <w:t xml:space="preserve">, </w:t>
      </w:r>
      <w:r w:rsidRPr="004C3E92">
        <w:t xml:space="preserve">il était impossible à </w:t>
      </w:r>
      <w:proofErr w:type="spellStart"/>
      <w:r w:rsidRPr="004C3E92">
        <w:t>Elinor</w:t>
      </w:r>
      <w:proofErr w:type="spellEnd"/>
      <w:r w:rsidRPr="004C3E92">
        <w:t xml:space="preserve"> de se sentir rassurée à ce sujet</w:t>
      </w:r>
      <w:r w:rsidR="004A4993">
        <w:t xml:space="preserve">. </w:t>
      </w:r>
      <w:r w:rsidRPr="004C3E92">
        <w:t>Elle était loin de compter sur ce résultat de la préférence du jeune homme pour elle</w:t>
      </w:r>
      <w:r w:rsidR="004A4993">
        <w:t xml:space="preserve">, </w:t>
      </w:r>
      <w:r w:rsidRPr="004C3E92">
        <w:t>que sa mère et sa sœur considéraient toujours comme certaine</w:t>
      </w:r>
      <w:r w:rsidR="004A4993">
        <w:t xml:space="preserve">. </w:t>
      </w:r>
      <w:r w:rsidRPr="004C3E92">
        <w:t>Voire</w:t>
      </w:r>
      <w:r w:rsidR="004A4993">
        <w:t xml:space="preserve">, </w:t>
      </w:r>
      <w:r w:rsidRPr="004C3E92">
        <w:t>plus ils étaient longtemps ensemble</w:t>
      </w:r>
      <w:r w:rsidR="004A4993">
        <w:t xml:space="preserve">, </w:t>
      </w:r>
      <w:r w:rsidRPr="004C3E92">
        <w:t>et plus la nature de l</w:t>
      </w:r>
      <w:r w:rsidR="004A4993">
        <w:t>’</w:t>
      </w:r>
      <w:r w:rsidRPr="004C3E92">
        <w:t>estime d</w:t>
      </w:r>
      <w:r w:rsidR="004A4993">
        <w:t>’</w:t>
      </w:r>
      <w:r w:rsidRPr="004C3E92">
        <w:t>Edward semblait douteuse</w:t>
      </w:r>
      <w:r w:rsidR="004A4993">
        <w:t xml:space="preserve"> ; </w:t>
      </w:r>
      <w:r w:rsidRPr="004C3E92">
        <w:t>et pa</w:t>
      </w:r>
      <w:r w:rsidRPr="004C3E92">
        <w:t>r</w:t>
      </w:r>
      <w:r w:rsidRPr="004C3E92">
        <w:t>fois</w:t>
      </w:r>
      <w:r w:rsidR="004A4993">
        <w:t xml:space="preserve">, </w:t>
      </w:r>
      <w:r w:rsidRPr="004C3E92">
        <w:t>pendant quelques minutes douloureuses</w:t>
      </w:r>
      <w:r w:rsidR="004A4993">
        <w:t xml:space="preserve">, </w:t>
      </w:r>
      <w:r w:rsidRPr="004C3E92">
        <w:t>elle croyait que ce n</w:t>
      </w:r>
      <w:r w:rsidR="004A4993">
        <w:t>’</w:t>
      </w:r>
      <w:r w:rsidRPr="004C3E92">
        <w:t>était rien de plus que de l</w:t>
      </w:r>
      <w:r w:rsidR="004A4993">
        <w:t>’</w:t>
      </w:r>
      <w:r w:rsidRPr="004C3E92">
        <w:t>amitié</w:t>
      </w:r>
      <w:r w:rsidR="004A4993">
        <w:t>.</w:t>
      </w:r>
    </w:p>
    <w:p w14:paraId="4BC017D3" w14:textId="77777777" w:rsidR="004A4993" w:rsidRDefault="008C5C61" w:rsidP="004A4993">
      <w:r w:rsidRPr="004C3E92">
        <w:t>Mais quelles que pussent être les limites réelles de ce se</w:t>
      </w:r>
      <w:r w:rsidRPr="004C3E92">
        <w:t>n</w:t>
      </w:r>
      <w:r w:rsidRPr="004C3E92">
        <w:t>timent</w:t>
      </w:r>
      <w:r w:rsidR="004A4993">
        <w:t xml:space="preserve">, </w:t>
      </w:r>
      <w:r w:rsidRPr="004C3E92">
        <w:t>il fut suffisant</w:t>
      </w:r>
      <w:r w:rsidR="004A4993">
        <w:t xml:space="preserve">, </w:t>
      </w:r>
      <w:r w:rsidRPr="004C3E92">
        <w:t>lorsque la sœur d</w:t>
      </w:r>
      <w:r w:rsidR="004A4993">
        <w:t>’</w:t>
      </w:r>
      <w:r w:rsidRPr="004C3E92">
        <w:t>Edward s</w:t>
      </w:r>
      <w:r w:rsidR="004A4993">
        <w:t>’</w:t>
      </w:r>
      <w:r w:rsidRPr="004C3E92">
        <w:t>en aperçut</w:t>
      </w:r>
      <w:r w:rsidR="004A4993">
        <w:t xml:space="preserve">, </w:t>
      </w:r>
      <w:r w:rsidRPr="004C3E92">
        <w:t>à lui causer de l</w:t>
      </w:r>
      <w:r w:rsidR="004A4993">
        <w:t>’</w:t>
      </w:r>
      <w:r w:rsidRPr="004C3E92">
        <w:t>inquiétude</w:t>
      </w:r>
      <w:r w:rsidR="004A4993">
        <w:t xml:space="preserve"> ; </w:t>
      </w:r>
      <w:r w:rsidRPr="004C3E92">
        <w:t>et en même temps</w:t>
      </w:r>
      <w:r w:rsidR="004A4993">
        <w:t xml:space="preserve"> (</w:t>
      </w:r>
      <w:r w:rsidRPr="004C3E92">
        <w:t xml:space="preserve">ce qui était </w:t>
      </w:r>
      <w:r w:rsidRPr="004C3E92">
        <w:lastRenderedPageBreak/>
        <w:t>enc</w:t>
      </w:r>
      <w:r w:rsidRPr="004C3E92">
        <w:t>o</w:t>
      </w:r>
      <w:r w:rsidRPr="004C3E92">
        <w:t>re plus commun</w:t>
      </w:r>
      <w:r w:rsidR="004A4993">
        <w:t xml:space="preserve">) </w:t>
      </w:r>
      <w:r w:rsidRPr="004C3E92">
        <w:t>à la rendre impolie</w:t>
      </w:r>
      <w:r w:rsidR="004A4993">
        <w:t xml:space="preserve">. </w:t>
      </w:r>
      <w:r w:rsidRPr="004C3E92">
        <w:t>Elle saisit la première o</w:t>
      </w:r>
      <w:r w:rsidRPr="004C3E92">
        <w:t>c</w:t>
      </w:r>
      <w:r w:rsidRPr="004C3E92">
        <w:t>casion de faire un affront à sa belle-mère à ce sujet</w:t>
      </w:r>
      <w:r w:rsidR="004A4993">
        <w:t xml:space="preserve">, </w:t>
      </w:r>
      <w:r w:rsidRPr="004C3E92">
        <w:t>en lui pa</w:t>
      </w:r>
      <w:r w:rsidRPr="004C3E92">
        <w:t>r</w:t>
      </w:r>
      <w:r w:rsidRPr="004C3E92">
        <w:t>lant d</w:t>
      </w:r>
      <w:r w:rsidR="004A4993">
        <w:t>’</w:t>
      </w:r>
      <w:r w:rsidRPr="004C3E92">
        <w:t>une façon si expressive des grandes espérances de son frère</w:t>
      </w:r>
      <w:r w:rsidR="004A4993">
        <w:t xml:space="preserve">, </w:t>
      </w:r>
      <w:r w:rsidRPr="004C3E92">
        <w:t>de la résolution de Mrs</w:t>
      </w:r>
      <w:r w:rsidR="004A4993">
        <w:t xml:space="preserve">. </w:t>
      </w:r>
      <w:proofErr w:type="spellStart"/>
      <w:r w:rsidRPr="004C3E92">
        <w:t>Ferrars</w:t>
      </w:r>
      <w:proofErr w:type="spellEnd"/>
      <w:r w:rsidRPr="004C3E92">
        <w:t xml:space="preserve"> de faire faire à ses deux fils un beau mariage</w:t>
      </w:r>
      <w:r w:rsidR="004A4993">
        <w:t xml:space="preserve">, </w:t>
      </w:r>
      <w:r w:rsidRPr="004C3E92">
        <w:t>et du danger que courrait toute jeune femme qui tenterait de l</w:t>
      </w:r>
      <w:r w:rsidR="004A4993">
        <w:t>’</w:t>
      </w:r>
      <w:r w:rsidRPr="004C3E92">
        <w:t>attirer à elle</w:t>
      </w:r>
      <w:r w:rsidR="004A4993">
        <w:t xml:space="preserve">, </w:t>
      </w:r>
      <w:r w:rsidRPr="004C3E92">
        <w:t>que Mrs</w:t>
      </w:r>
      <w:r w:rsidR="004A4993">
        <w:t xml:space="preserve">. </w:t>
      </w:r>
      <w:proofErr w:type="spellStart"/>
      <w:r w:rsidRPr="004C3E92">
        <w:t>Dashwood</w:t>
      </w:r>
      <w:proofErr w:type="spellEnd"/>
      <w:r w:rsidRPr="004C3E92">
        <w:t xml:space="preserve"> ne put ni feindre de ne pas s</w:t>
      </w:r>
      <w:r w:rsidR="004A4993">
        <w:t>’</w:t>
      </w:r>
      <w:r w:rsidRPr="004C3E92">
        <w:t>en rendre compte</w:t>
      </w:r>
      <w:r w:rsidR="004A4993">
        <w:t xml:space="preserve">, </w:t>
      </w:r>
      <w:r w:rsidRPr="004C3E92">
        <w:t>ni s</w:t>
      </w:r>
      <w:r w:rsidR="004A4993">
        <w:t>’</w:t>
      </w:r>
      <w:r w:rsidRPr="004C3E92">
        <w:t>efforcer au calme</w:t>
      </w:r>
      <w:r w:rsidR="004A4993">
        <w:t xml:space="preserve">. </w:t>
      </w:r>
      <w:r w:rsidRPr="004C3E92">
        <w:t>Elle lui fit une réponse qui marquait son mépris</w:t>
      </w:r>
      <w:r w:rsidR="004A4993">
        <w:t xml:space="preserve">, </w:t>
      </w:r>
      <w:r w:rsidRPr="004C3E92">
        <w:t>et qui</w:t>
      </w:r>
      <w:r w:rsidRPr="004C3E92">
        <w:t>t</w:t>
      </w:r>
      <w:r w:rsidRPr="004C3E92">
        <w:t>ta la pièce à l</w:t>
      </w:r>
      <w:r w:rsidR="004A4993">
        <w:t>’</w:t>
      </w:r>
      <w:r w:rsidRPr="004C3E92">
        <w:t>instant</w:t>
      </w:r>
      <w:r w:rsidR="004A4993">
        <w:t xml:space="preserve">, </w:t>
      </w:r>
      <w:r w:rsidRPr="004C3E92">
        <w:t>résolue</w:t>
      </w:r>
      <w:r w:rsidR="004A4993">
        <w:t xml:space="preserve">, </w:t>
      </w:r>
      <w:r w:rsidRPr="004C3E92">
        <w:t>quelles que pussent être l</w:t>
      </w:r>
      <w:r w:rsidR="004A4993">
        <w:t>’</w:t>
      </w:r>
      <w:r w:rsidRPr="004C3E92">
        <w:t>incommodité et la dépense d</w:t>
      </w:r>
      <w:r w:rsidR="004A4993">
        <w:t>’</w:t>
      </w:r>
      <w:r w:rsidRPr="004C3E92">
        <w:t>un déménagement aussi soudain</w:t>
      </w:r>
      <w:r w:rsidR="004A4993">
        <w:t xml:space="preserve">, </w:t>
      </w:r>
      <w:r w:rsidRPr="004C3E92">
        <w:t xml:space="preserve">à ce que son </w:t>
      </w:r>
      <w:proofErr w:type="spellStart"/>
      <w:r w:rsidRPr="004C3E92">
        <w:t>Elinor</w:t>
      </w:r>
      <w:proofErr w:type="spellEnd"/>
      <w:r w:rsidRPr="004C3E92">
        <w:t xml:space="preserve"> bien-aimée ne restât pas exposée une s</w:t>
      </w:r>
      <w:r w:rsidRPr="004C3E92">
        <w:t>e</w:t>
      </w:r>
      <w:r w:rsidRPr="004C3E92">
        <w:t>maine de plus à de semblables insinuations</w:t>
      </w:r>
      <w:r w:rsidR="004A4993">
        <w:t>.</w:t>
      </w:r>
    </w:p>
    <w:p w14:paraId="0A797CB4" w14:textId="77777777" w:rsidR="004A4993" w:rsidRDefault="008C5C61" w:rsidP="004A4993">
      <w:r w:rsidRPr="004C3E92">
        <w:t>C</w:t>
      </w:r>
      <w:r w:rsidR="004A4993">
        <w:t>’</w:t>
      </w:r>
      <w:r w:rsidRPr="004C3E92">
        <w:t>est dans cet état d</w:t>
      </w:r>
      <w:r w:rsidR="004A4993">
        <w:t>’</w:t>
      </w:r>
      <w:r w:rsidRPr="004C3E92">
        <w:t>esprit qu</w:t>
      </w:r>
      <w:r w:rsidR="004A4993">
        <w:t>’</w:t>
      </w:r>
      <w:r w:rsidRPr="004C3E92">
        <w:t>elle reçut par la poste une le</w:t>
      </w:r>
      <w:r w:rsidRPr="004C3E92">
        <w:t>t</w:t>
      </w:r>
      <w:r w:rsidRPr="004C3E92">
        <w:t>tre qui renfermait une proposition particulièrement opportune</w:t>
      </w:r>
      <w:r w:rsidR="004A4993">
        <w:t xml:space="preserve">. </w:t>
      </w:r>
      <w:r w:rsidRPr="004C3E92">
        <w:t>C</w:t>
      </w:r>
      <w:r w:rsidR="004A4993">
        <w:t>’</w:t>
      </w:r>
      <w:r w:rsidRPr="004C3E92">
        <w:t>était l</w:t>
      </w:r>
      <w:r w:rsidR="004A4993">
        <w:t>’</w:t>
      </w:r>
      <w:r w:rsidRPr="004C3E92">
        <w:t>offre d</w:t>
      </w:r>
      <w:r w:rsidR="004A4993">
        <w:t>’</w:t>
      </w:r>
      <w:r w:rsidRPr="004C3E92">
        <w:t>une petite maison</w:t>
      </w:r>
      <w:r w:rsidR="004A4993">
        <w:t xml:space="preserve">, </w:t>
      </w:r>
      <w:r w:rsidRPr="004C3E92">
        <w:t>à des conditions fort douces</w:t>
      </w:r>
      <w:r w:rsidR="004A4993">
        <w:t xml:space="preserve">, </w:t>
      </w:r>
      <w:r w:rsidRPr="004C3E92">
        <w:t>appartenant à un de ses parents</w:t>
      </w:r>
      <w:r w:rsidR="004A4993">
        <w:t xml:space="preserve">, </w:t>
      </w:r>
      <w:r w:rsidRPr="004C3E92">
        <w:t>gentleman important et poss</w:t>
      </w:r>
      <w:r w:rsidRPr="004C3E92">
        <w:t>é</w:t>
      </w:r>
      <w:r w:rsidRPr="004C3E92">
        <w:t>dant des biens dans le Devonshire</w:t>
      </w:r>
      <w:r w:rsidR="004A4993">
        <w:t xml:space="preserve">. </w:t>
      </w:r>
      <w:r w:rsidRPr="004C3E92">
        <w:t>La lettre était de ce gentl</w:t>
      </w:r>
      <w:r w:rsidRPr="004C3E92">
        <w:t>e</w:t>
      </w:r>
      <w:r w:rsidRPr="004C3E92">
        <w:t>man lui-même</w:t>
      </w:r>
      <w:r w:rsidR="004A4993">
        <w:t xml:space="preserve">, </w:t>
      </w:r>
      <w:r w:rsidRPr="004C3E92">
        <w:t>et écrite dans le véritable esprit d</w:t>
      </w:r>
      <w:r w:rsidR="004A4993">
        <w:t>’</w:t>
      </w:r>
      <w:r w:rsidRPr="004C3E92">
        <w:t>accommodement amical</w:t>
      </w:r>
      <w:r w:rsidR="004A4993">
        <w:t xml:space="preserve">. </w:t>
      </w:r>
      <w:r w:rsidRPr="004C3E92">
        <w:t>Il se rendait compte qu</w:t>
      </w:r>
      <w:r w:rsidR="004A4993">
        <w:t>’</w:t>
      </w:r>
      <w:r w:rsidRPr="004C3E92">
        <w:t>elle avait b</w:t>
      </w:r>
      <w:r w:rsidRPr="004C3E92">
        <w:t>e</w:t>
      </w:r>
      <w:r w:rsidRPr="004C3E92">
        <w:t>soin d</w:t>
      </w:r>
      <w:r w:rsidR="004A4993">
        <w:t>’</w:t>
      </w:r>
      <w:r w:rsidRPr="004C3E92">
        <w:t>une demeure</w:t>
      </w:r>
      <w:r w:rsidR="004A4993">
        <w:t xml:space="preserve">, </w:t>
      </w:r>
      <w:r w:rsidRPr="004C3E92">
        <w:t>et</w:t>
      </w:r>
      <w:r w:rsidR="004A4993">
        <w:t xml:space="preserve">, </w:t>
      </w:r>
      <w:r w:rsidRPr="004C3E92">
        <w:t>bien que la maison qu</w:t>
      </w:r>
      <w:r w:rsidR="004A4993">
        <w:t>’</w:t>
      </w:r>
      <w:r w:rsidRPr="004C3E92">
        <w:t xml:space="preserve">il offrait à présent fût un simple </w:t>
      </w:r>
      <w:r w:rsidRPr="004C3E92">
        <w:rPr>
          <w:i/>
          <w:iCs/>
        </w:rPr>
        <w:t>cottage</w:t>
      </w:r>
      <w:r w:rsidR="004A4993">
        <w:t xml:space="preserve">, </w:t>
      </w:r>
      <w:r w:rsidRPr="004C3E92">
        <w:t>il lui donnait l</w:t>
      </w:r>
      <w:r w:rsidR="004A4993">
        <w:t>’</w:t>
      </w:r>
      <w:r w:rsidRPr="004C3E92">
        <w:t>assurance qu</w:t>
      </w:r>
      <w:r w:rsidR="004A4993">
        <w:t>’</w:t>
      </w:r>
      <w:r w:rsidRPr="004C3E92">
        <w:t>on y ferait tous les travaux qu</w:t>
      </w:r>
      <w:r w:rsidR="004A4993">
        <w:t>’</w:t>
      </w:r>
      <w:r w:rsidRPr="004C3E92">
        <w:t>elle pourrait juger nécessaires</w:t>
      </w:r>
      <w:r w:rsidR="004A4993">
        <w:t xml:space="preserve">, </w:t>
      </w:r>
      <w:r w:rsidRPr="004C3E92">
        <w:t>si le site lui plaisait</w:t>
      </w:r>
      <w:r w:rsidR="004A4993">
        <w:t xml:space="preserve">. </w:t>
      </w:r>
      <w:r w:rsidRPr="004C3E92">
        <w:t>Il insistait vivement auprès d</w:t>
      </w:r>
      <w:r w:rsidR="004A4993">
        <w:t>’</w:t>
      </w:r>
      <w:r w:rsidRPr="004C3E92">
        <w:t>elle</w:t>
      </w:r>
      <w:r w:rsidR="004A4993">
        <w:t xml:space="preserve">, </w:t>
      </w:r>
      <w:r w:rsidRPr="004C3E92">
        <w:t>après avoir donné des détails sur la maison et le jardin</w:t>
      </w:r>
      <w:r w:rsidR="004A4993">
        <w:t xml:space="preserve">, </w:t>
      </w:r>
      <w:r w:rsidRPr="004C3E92">
        <w:t>pour qu</w:t>
      </w:r>
      <w:r w:rsidR="004A4993">
        <w:t>’</w:t>
      </w:r>
      <w:r w:rsidRPr="004C3E92">
        <w:t>elle vînt avec ses filles à Barton Park</w:t>
      </w:r>
      <w:r w:rsidR="004A4993">
        <w:t xml:space="preserve">, </w:t>
      </w:r>
      <w:r w:rsidRPr="004C3E92">
        <w:t>lieu de sa propre résidence</w:t>
      </w:r>
      <w:r w:rsidR="004A4993">
        <w:t xml:space="preserve">, </w:t>
      </w:r>
      <w:r w:rsidRPr="004C3E92">
        <w:t>d</w:t>
      </w:r>
      <w:r w:rsidR="004A4993">
        <w:t>’</w:t>
      </w:r>
      <w:r w:rsidRPr="004C3E92">
        <w:t>où elle pou</w:t>
      </w:r>
      <w:r w:rsidRPr="004C3E92">
        <w:t>r</w:t>
      </w:r>
      <w:r w:rsidRPr="004C3E92">
        <w:t>rait juger par elle-même si Barton Cottage</w:t>
      </w:r>
      <w:r w:rsidR="004A4993">
        <w:t xml:space="preserve"> – </w:t>
      </w:r>
      <w:r w:rsidRPr="004C3E92">
        <w:t>car les maisons étaient dans la même paroisse</w:t>
      </w:r>
      <w:r w:rsidR="004A4993">
        <w:t xml:space="preserve"> – </w:t>
      </w:r>
      <w:r w:rsidRPr="004C3E92">
        <w:t>pourrait</w:t>
      </w:r>
      <w:r w:rsidR="004A4993">
        <w:t xml:space="preserve">, </w:t>
      </w:r>
      <w:r w:rsidRPr="004C3E92">
        <w:t>par quelques travaux d</w:t>
      </w:r>
      <w:r w:rsidR="004A4993">
        <w:t>’</w:t>
      </w:r>
      <w:r w:rsidRPr="004C3E92">
        <w:t>aménagement</w:t>
      </w:r>
      <w:r w:rsidR="004A4993">
        <w:t xml:space="preserve">, </w:t>
      </w:r>
      <w:r w:rsidRPr="004C3E92">
        <w:t>être rendue confortable pour elle</w:t>
      </w:r>
      <w:r w:rsidR="004A4993">
        <w:t xml:space="preserve">. </w:t>
      </w:r>
      <w:r w:rsidRPr="004C3E92">
        <w:t>Il semblait véritablement fort désireux de les héberger</w:t>
      </w:r>
      <w:r w:rsidR="004A4993">
        <w:t xml:space="preserve">, </w:t>
      </w:r>
      <w:r w:rsidRPr="004C3E92">
        <w:t>et toute sa lettre était rédigée en un style si amical qu</w:t>
      </w:r>
      <w:r w:rsidR="004A4993">
        <w:t>’</w:t>
      </w:r>
      <w:r w:rsidRPr="004C3E92">
        <w:t>il ne pouvait manquer de donner du plaisir à sa cousine</w:t>
      </w:r>
      <w:r w:rsidR="004A4993">
        <w:t xml:space="preserve">, </w:t>
      </w:r>
      <w:r w:rsidRPr="004C3E92">
        <w:t>et tout particulièrement en ce moment où elle souffrait de l</w:t>
      </w:r>
      <w:r w:rsidR="004A4993">
        <w:t>’</w:t>
      </w:r>
      <w:r w:rsidRPr="004C3E92">
        <w:t>attitude de froideur et d</w:t>
      </w:r>
      <w:r w:rsidR="004A4993">
        <w:t>’</w:t>
      </w:r>
      <w:r w:rsidRPr="004C3E92">
        <w:t>insensibilité de ses parents plus proches</w:t>
      </w:r>
      <w:r w:rsidR="004A4993">
        <w:t xml:space="preserve">. </w:t>
      </w:r>
      <w:r w:rsidRPr="004C3E92">
        <w:t xml:space="preserve">Il ne </w:t>
      </w:r>
      <w:r w:rsidRPr="004C3E92">
        <w:lastRenderedPageBreak/>
        <w:t>lui fallut aucun délai pour délibérer ni pour s</w:t>
      </w:r>
      <w:r w:rsidR="004A4993">
        <w:t>’</w:t>
      </w:r>
      <w:r w:rsidRPr="004C3E92">
        <w:t>enquérir</w:t>
      </w:r>
      <w:r w:rsidR="004A4993">
        <w:t xml:space="preserve">. </w:t>
      </w:r>
      <w:r w:rsidRPr="004C3E92">
        <w:t>La résolution fut formée à mesure qu</w:t>
      </w:r>
      <w:r w:rsidR="004A4993">
        <w:t>’</w:t>
      </w:r>
      <w:r w:rsidRPr="004C3E92">
        <w:t>elle lisait</w:t>
      </w:r>
      <w:r w:rsidR="004A4993">
        <w:t xml:space="preserve">. </w:t>
      </w:r>
      <w:r w:rsidRPr="004C3E92">
        <w:t>La situation de Barton</w:t>
      </w:r>
      <w:r w:rsidR="004A4993">
        <w:t xml:space="preserve">, </w:t>
      </w:r>
      <w:r w:rsidRPr="004C3E92">
        <w:t>dans un comté aussi éloigné du Sussex que l</w:t>
      </w:r>
      <w:r w:rsidR="004A4993">
        <w:t>’</w:t>
      </w:r>
      <w:r w:rsidRPr="004C3E92">
        <w:t>était le Devonshire</w:t>
      </w:r>
      <w:r w:rsidR="004A4993">
        <w:t xml:space="preserve">, </w:t>
      </w:r>
      <w:r w:rsidRPr="004C3E92">
        <w:t>situation qui</w:t>
      </w:r>
      <w:r w:rsidR="004A4993">
        <w:t xml:space="preserve">, </w:t>
      </w:r>
      <w:r w:rsidRPr="004C3E92">
        <w:t>quelques heures seulement au préalable</w:t>
      </w:r>
      <w:r w:rsidR="004A4993">
        <w:t xml:space="preserve">, </w:t>
      </w:r>
      <w:r w:rsidRPr="004C3E92">
        <w:t>eût constitué une o</w:t>
      </w:r>
      <w:r w:rsidRPr="004C3E92">
        <w:t>b</w:t>
      </w:r>
      <w:r w:rsidRPr="004C3E92">
        <w:t>jection suffisante pour l</w:t>
      </w:r>
      <w:r w:rsidR="004A4993">
        <w:t>’</w:t>
      </w:r>
      <w:r w:rsidRPr="004C3E92">
        <w:t>emporter sur tous les avantages poss</w:t>
      </w:r>
      <w:r w:rsidRPr="004C3E92">
        <w:t>i</w:t>
      </w:r>
      <w:r w:rsidRPr="004C3E92">
        <w:t>bles que présentait la localité</w:t>
      </w:r>
      <w:r w:rsidR="004A4993">
        <w:t xml:space="preserve">, </w:t>
      </w:r>
      <w:r w:rsidRPr="004C3E92">
        <w:t>était maintenant sa principale r</w:t>
      </w:r>
      <w:r w:rsidRPr="004C3E92">
        <w:t>e</w:t>
      </w:r>
      <w:r w:rsidRPr="004C3E92">
        <w:t>commandation</w:t>
      </w:r>
      <w:r w:rsidR="004A4993">
        <w:t xml:space="preserve">. </w:t>
      </w:r>
      <w:r w:rsidRPr="004C3E92">
        <w:t xml:space="preserve">Quitter le voisinage de </w:t>
      </w:r>
      <w:proofErr w:type="spellStart"/>
      <w:r w:rsidRPr="004C3E92">
        <w:t>Norland</w:t>
      </w:r>
      <w:proofErr w:type="spellEnd"/>
      <w:r w:rsidR="004A4993">
        <w:t xml:space="preserve">, </w:t>
      </w:r>
      <w:r w:rsidRPr="004C3E92">
        <w:t>ce n</w:t>
      </w:r>
      <w:r w:rsidR="004A4993">
        <w:t>’</w:t>
      </w:r>
      <w:r w:rsidRPr="004C3E92">
        <w:t>était plus un mal</w:t>
      </w:r>
      <w:r w:rsidR="004A4993">
        <w:t xml:space="preserve"> ; </w:t>
      </w:r>
      <w:r w:rsidRPr="004C3E92">
        <w:t>c</w:t>
      </w:r>
      <w:r w:rsidR="004A4993">
        <w:t>’</w:t>
      </w:r>
      <w:r w:rsidRPr="004C3E92">
        <w:t>était l</w:t>
      </w:r>
      <w:r w:rsidR="004A4993">
        <w:t>’</w:t>
      </w:r>
      <w:r w:rsidRPr="004C3E92">
        <w:t>objet de ses désirs</w:t>
      </w:r>
      <w:r w:rsidR="004A4993">
        <w:t xml:space="preserve"> ; </w:t>
      </w:r>
      <w:r w:rsidRPr="004C3E92">
        <w:t>c</w:t>
      </w:r>
      <w:r w:rsidR="004A4993">
        <w:t>’</w:t>
      </w:r>
      <w:r w:rsidRPr="004C3E92">
        <w:t>était une bénédiction</w:t>
      </w:r>
      <w:r w:rsidR="004A4993">
        <w:t xml:space="preserve">, </w:t>
      </w:r>
      <w:r w:rsidRPr="004C3E92">
        <w:t>en comparaison du supplice qu</w:t>
      </w:r>
      <w:r w:rsidR="004A4993">
        <w:t>’</w:t>
      </w:r>
      <w:r w:rsidRPr="004C3E92">
        <w:t>elle endurerait en continuant à v</w:t>
      </w:r>
      <w:r w:rsidRPr="004C3E92">
        <w:t>i</w:t>
      </w:r>
      <w:r w:rsidRPr="004C3E92">
        <w:t>vre comme l</w:t>
      </w:r>
      <w:r w:rsidR="004A4993">
        <w:t>’</w:t>
      </w:r>
      <w:r w:rsidRPr="004C3E92">
        <w:t>invitée de sa belle-fille</w:t>
      </w:r>
      <w:r w:rsidR="004A4993">
        <w:t xml:space="preserve"> ; </w:t>
      </w:r>
      <w:r w:rsidRPr="004C3E92">
        <w:t>et quitter à jamais ces lieux bien-aimés</w:t>
      </w:r>
      <w:r w:rsidR="004A4993">
        <w:t xml:space="preserve">, </w:t>
      </w:r>
      <w:r w:rsidRPr="004C3E92">
        <w:t>ce serait moins douloureux que d</w:t>
      </w:r>
      <w:r w:rsidR="004A4993">
        <w:t>’</w:t>
      </w:r>
      <w:r w:rsidRPr="004C3E92">
        <w:t>y habiter ou d</w:t>
      </w:r>
      <w:r w:rsidR="004A4993">
        <w:t>’</w:t>
      </w:r>
      <w:r w:rsidRPr="004C3E92">
        <w:t>y être en visite</w:t>
      </w:r>
      <w:r w:rsidR="004A4993">
        <w:t xml:space="preserve">, </w:t>
      </w:r>
      <w:r w:rsidRPr="004C3E92">
        <w:t>pendant qu</w:t>
      </w:r>
      <w:r w:rsidR="004A4993">
        <w:t>’</w:t>
      </w:r>
      <w:r w:rsidRPr="004C3E92">
        <w:t>une femme pareille en était la ma</w:t>
      </w:r>
      <w:r w:rsidRPr="004C3E92">
        <w:t>î</w:t>
      </w:r>
      <w:r w:rsidRPr="004C3E92">
        <w:t>tresse</w:t>
      </w:r>
      <w:r w:rsidR="004A4993">
        <w:t xml:space="preserve">. </w:t>
      </w:r>
      <w:r w:rsidRPr="004C3E92">
        <w:t>Elle écrirait aussitôt à Sir John Middleton pour le reme</w:t>
      </w:r>
      <w:r w:rsidRPr="004C3E92">
        <w:t>r</w:t>
      </w:r>
      <w:r w:rsidRPr="004C3E92">
        <w:t>cier de son amabilité et pour accepter sa proposition</w:t>
      </w:r>
      <w:r w:rsidR="004A4993">
        <w:t xml:space="preserve"> ; </w:t>
      </w:r>
      <w:r w:rsidRPr="004C3E92">
        <w:t>puis elle se hâta de montrer les deux lettres à ses filles</w:t>
      </w:r>
      <w:r w:rsidR="004A4993">
        <w:t xml:space="preserve">, </w:t>
      </w:r>
      <w:r w:rsidRPr="004C3E92">
        <w:t>afin d</w:t>
      </w:r>
      <w:r w:rsidR="004A4993">
        <w:t>’</w:t>
      </w:r>
      <w:r w:rsidRPr="004C3E92">
        <w:t>être ass</w:t>
      </w:r>
      <w:r w:rsidRPr="004C3E92">
        <w:t>u</w:t>
      </w:r>
      <w:r w:rsidRPr="004C3E92">
        <w:t>rée de leur approbation</w:t>
      </w:r>
      <w:r w:rsidR="004A4993">
        <w:t xml:space="preserve">, </w:t>
      </w:r>
      <w:r w:rsidRPr="004C3E92">
        <w:t>avant que sa réponse ne fût expédiée</w:t>
      </w:r>
      <w:r w:rsidR="004A4993">
        <w:t>.</w:t>
      </w:r>
    </w:p>
    <w:p w14:paraId="4BABDBB2" w14:textId="77777777" w:rsidR="004A4993" w:rsidRDefault="008C5C61" w:rsidP="004A4993">
      <w:proofErr w:type="spellStart"/>
      <w:r w:rsidRPr="004C3E92">
        <w:t>Elinor</w:t>
      </w:r>
      <w:proofErr w:type="spellEnd"/>
      <w:r w:rsidRPr="004C3E92">
        <w:t xml:space="preserve"> avait toujours pensé qu</w:t>
      </w:r>
      <w:r w:rsidR="004A4993">
        <w:t>’</w:t>
      </w:r>
      <w:r w:rsidRPr="004C3E92">
        <w:t>il serait plus sage de s</w:t>
      </w:r>
      <w:r w:rsidR="004A4993">
        <w:t>’</w:t>
      </w:r>
      <w:r w:rsidRPr="004C3E92">
        <w:t xml:space="preserve">établir à quelque distance de </w:t>
      </w:r>
      <w:proofErr w:type="spellStart"/>
      <w:r w:rsidRPr="004C3E92">
        <w:t>Norland</w:t>
      </w:r>
      <w:proofErr w:type="spellEnd"/>
      <w:r w:rsidR="004A4993">
        <w:t xml:space="preserve">, </w:t>
      </w:r>
      <w:r w:rsidRPr="004C3E92">
        <w:t>qu</w:t>
      </w:r>
      <w:r w:rsidR="004A4993">
        <w:t>’</w:t>
      </w:r>
      <w:r w:rsidRPr="004C3E92">
        <w:t>à proximité immédiate de leurs connaissances présentes</w:t>
      </w:r>
      <w:r w:rsidR="004A4993">
        <w:t xml:space="preserve">. </w:t>
      </w:r>
      <w:r w:rsidRPr="004C3E92">
        <w:t>De ce chef</w:t>
      </w:r>
      <w:r w:rsidR="004A4993">
        <w:t xml:space="preserve">, </w:t>
      </w:r>
      <w:r w:rsidRPr="004C3E92">
        <w:t>donc</w:t>
      </w:r>
      <w:r w:rsidR="004A4993">
        <w:t xml:space="preserve">, </w:t>
      </w:r>
      <w:r w:rsidRPr="004C3E92">
        <w:t>ce n</w:t>
      </w:r>
      <w:r w:rsidR="004A4993">
        <w:t>’</w:t>
      </w:r>
      <w:r w:rsidRPr="004C3E92">
        <w:t>est pas elle qui se fût opposée à l</w:t>
      </w:r>
      <w:r w:rsidR="004A4993">
        <w:t>’</w:t>
      </w:r>
      <w:r w:rsidRPr="004C3E92">
        <w:t>intention de sa mère</w:t>
      </w:r>
      <w:r w:rsidR="004A4993">
        <w:t xml:space="preserve">, </w:t>
      </w:r>
      <w:r w:rsidRPr="004C3E92">
        <w:t>de partir pour le D</w:t>
      </w:r>
      <w:r w:rsidRPr="004C3E92">
        <w:t>e</w:t>
      </w:r>
      <w:r w:rsidRPr="004C3E92">
        <w:t>vonshire</w:t>
      </w:r>
      <w:r w:rsidR="004A4993">
        <w:t xml:space="preserve">. </w:t>
      </w:r>
      <w:r w:rsidRPr="004C3E92">
        <w:t>La maison</w:t>
      </w:r>
      <w:r w:rsidR="004A4993">
        <w:t xml:space="preserve">, </w:t>
      </w:r>
      <w:r w:rsidRPr="004C3E92">
        <w:t>aussi</w:t>
      </w:r>
      <w:r w:rsidR="004A4993">
        <w:t xml:space="preserve">, </w:t>
      </w:r>
      <w:r w:rsidRPr="004C3E92">
        <w:t>telle que la décrivait Sir John</w:t>
      </w:r>
      <w:r w:rsidR="004A4993">
        <w:t xml:space="preserve">, </w:t>
      </w:r>
      <w:r w:rsidRPr="004C3E92">
        <w:t>était de proportions si simples</w:t>
      </w:r>
      <w:r w:rsidR="004A4993">
        <w:t xml:space="preserve">, </w:t>
      </w:r>
      <w:r w:rsidRPr="004C3E92">
        <w:t>et le loyer si exceptionnellement m</w:t>
      </w:r>
      <w:r w:rsidRPr="004C3E92">
        <w:t>o</w:t>
      </w:r>
      <w:r w:rsidRPr="004C3E92">
        <w:t>déré</w:t>
      </w:r>
      <w:r w:rsidR="004A4993">
        <w:t xml:space="preserve">, </w:t>
      </w:r>
      <w:r w:rsidRPr="004C3E92">
        <w:t>qu</w:t>
      </w:r>
      <w:r w:rsidR="004A4993">
        <w:t>’</w:t>
      </w:r>
      <w:r w:rsidRPr="004C3E92">
        <w:t>elle ne lui laissait nul droit à soulever d</w:t>
      </w:r>
      <w:r w:rsidR="004A4993">
        <w:t>’</w:t>
      </w:r>
      <w:r w:rsidRPr="004C3E92">
        <w:t>objection sur aucun de ces points</w:t>
      </w:r>
      <w:r w:rsidR="004A4993">
        <w:t xml:space="preserve"> ; </w:t>
      </w:r>
      <w:r w:rsidRPr="004C3E92">
        <w:t>en conséquence</w:t>
      </w:r>
      <w:r w:rsidR="004A4993">
        <w:t xml:space="preserve">, </w:t>
      </w:r>
      <w:r w:rsidRPr="004C3E92">
        <w:t>bien que ce ne fût pas un projet qui présentât quelque charme à son imagination</w:t>
      </w:r>
      <w:r w:rsidR="004A4993">
        <w:t xml:space="preserve">, </w:t>
      </w:r>
      <w:r w:rsidRPr="004C3E92">
        <w:t xml:space="preserve">bien que ce fût un éloignement hors de la proximité de </w:t>
      </w:r>
      <w:proofErr w:type="spellStart"/>
      <w:r w:rsidRPr="004C3E92">
        <w:t>Norland</w:t>
      </w:r>
      <w:proofErr w:type="spellEnd"/>
      <w:r w:rsidR="004A4993">
        <w:t xml:space="preserve">, </w:t>
      </w:r>
      <w:r w:rsidRPr="004C3E92">
        <w:t>qui dépassait ses désirs</w:t>
      </w:r>
      <w:r w:rsidR="004A4993">
        <w:t xml:space="preserve">, </w:t>
      </w:r>
      <w:r w:rsidRPr="004C3E92">
        <w:t>elle ne tenta en rien de dissuader sa mère d</w:t>
      </w:r>
      <w:r w:rsidR="004A4993">
        <w:t>’</w:t>
      </w:r>
      <w:r w:rsidRPr="004C3E92">
        <w:t>expédier sa lettre d</w:t>
      </w:r>
      <w:r w:rsidR="004A4993">
        <w:t>’</w:t>
      </w:r>
      <w:r w:rsidRPr="004C3E92">
        <w:t>assentiment</w:t>
      </w:r>
      <w:r w:rsidR="004A4993">
        <w:t>.</w:t>
      </w:r>
    </w:p>
    <w:p w14:paraId="36DF2984" w14:textId="71B1C3A7" w:rsidR="008C5C61" w:rsidRPr="004C3E92" w:rsidRDefault="008C5C61" w:rsidP="004A4993">
      <w:pPr>
        <w:pStyle w:val="Titre1"/>
      </w:pPr>
      <w:bookmarkStart w:id="4" w:name="_Toc196409789"/>
      <w:r w:rsidRPr="004C3E92">
        <w:lastRenderedPageBreak/>
        <w:t>CHAPITRE V</w:t>
      </w:r>
      <w:bookmarkEnd w:id="4"/>
      <w:r w:rsidRPr="004C3E92">
        <w:br/>
      </w:r>
    </w:p>
    <w:p w14:paraId="673C1F1D" w14:textId="77777777" w:rsidR="004A4993" w:rsidRDefault="008C5C61" w:rsidP="004A4993">
      <w:r w:rsidRPr="004C3E92">
        <w:t>La réponse à peine expédiée</w:t>
      </w:r>
      <w:r w:rsidR="004A4993">
        <w:t xml:space="preserve">, </w:t>
      </w:r>
      <w:r w:rsidRPr="004C3E92">
        <w:t>Mrs</w:t>
      </w:r>
      <w:r w:rsidR="004A4993">
        <w:t xml:space="preserve">. </w:t>
      </w:r>
      <w:proofErr w:type="spellStart"/>
      <w:r w:rsidRPr="004C3E92">
        <w:t>Dashwood</w:t>
      </w:r>
      <w:proofErr w:type="spellEnd"/>
      <w:r w:rsidRPr="004C3E92">
        <w:t xml:space="preserve"> s</w:t>
      </w:r>
      <w:r w:rsidR="004A4993">
        <w:t>’</w:t>
      </w:r>
      <w:r w:rsidRPr="004C3E92">
        <w:t>offrit le plaisir d</w:t>
      </w:r>
      <w:r w:rsidR="004A4993">
        <w:t>’</w:t>
      </w:r>
      <w:r w:rsidRPr="004C3E92">
        <w:t>annoncer à son beau-fils et à la femme de celui-ci qu</w:t>
      </w:r>
      <w:r w:rsidR="004A4993">
        <w:t>’</w:t>
      </w:r>
      <w:r w:rsidRPr="004C3E92">
        <w:t>elle était pourvue d</w:t>
      </w:r>
      <w:r w:rsidR="004A4993">
        <w:t>’</w:t>
      </w:r>
      <w:r w:rsidRPr="004C3E92">
        <w:t>une maison</w:t>
      </w:r>
      <w:r w:rsidR="004A4993">
        <w:t xml:space="preserve">, </w:t>
      </w:r>
      <w:r w:rsidRPr="004C3E92">
        <w:t>et ne les incommoderait pas plus longtemps qu</w:t>
      </w:r>
      <w:r w:rsidR="004A4993">
        <w:t>’</w:t>
      </w:r>
      <w:r w:rsidRPr="004C3E92">
        <w:t>il ne faudrait pour que tout fût prêt à ce qu</w:t>
      </w:r>
      <w:r w:rsidR="004A4993">
        <w:t>’</w:t>
      </w:r>
      <w:r w:rsidRPr="004C3E92">
        <w:t>elle l</w:t>
      </w:r>
      <w:r w:rsidR="004A4993">
        <w:t>’</w:t>
      </w:r>
      <w:proofErr w:type="spellStart"/>
      <w:r w:rsidRPr="004C3E92">
        <w:t>habitât</w:t>
      </w:r>
      <w:proofErr w:type="spellEnd"/>
      <w:r w:rsidR="004A4993">
        <w:t xml:space="preserve">. </w:t>
      </w:r>
      <w:r w:rsidRPr="004C3E92">
        <w:t>Ils l</w:t>
      </w:r>
      <w:r w:rsidR="004A4993">
        <w:t>’</w:t>
      </w:r>
      <w:r w:rsidRPr="004C3E92">
        <w:t>écoutèrent avec surprise</w:t>
      </w:r>
      <w:r w:rsidR="004A4993">
        <w:t xml:space="preserve">. </w:t>
      </w:r>
      <w:r w:rsidRPr="004C3E92">
        <w:t>Mrs</w:t>
      </w:r>
      <w:r w:rsidR="004A4993">
        <w:t xml:space="preserve">. </w:t>
      </w:r>
      <w:r w:rsidRPr="004C3E92">
        <w:t xml:space="preserve">John </w:t>
      </w:r>
      <w:proofErr w:type="spellStart"/>
      <w:r w:rsidRPr="004C3E92">
        <w:t>Das</w:t>
      </w:r>
      <w:r w:rsidRPr="004C3E92">
        <w:t>h</w:t>
      </w:r>
      <w:r w:rsidRPr="004C3E92">
        <w:t>wood</w:t>
      </w:r>
      <w:proofErr w:type="spellEnd"/>
      <w:r w:rsidRPr="004C3E92">
        <w:t xml:space="preserve"> ne dit rien</w:t>
      </w:r>
      <w:r w:rsidR="004A4993">
        <w:t xml:space="preserve"> ; </w:t>
      </w:r>
      <w:r w:rsidRPr="004C3E92">
        <w:t>mais son mari exprima courtoisement l</w:t>
      </w:r>
      <w:r w:rsidR="004A4993">
        <w:t>’</w:t>
      </w:r>
      <w:r w:rsidRPr="004C3E92">
        <w:t>espoir qu</w:t>
      </w:r>
      <w:r w:rsidR="004A4993">
        <w:t>’</w:t>
      </w:r>
      <w:r w:rsidRPr="004C3E92">
        <w:t>elle ne s</w:t>
      </w:r>
      <w:r w:rsidR="004A4993">
        <w:t>’</w:t>
      </w:r>
      <w:r w:rsidRPr="004C3E92">
        <w:t xml:space="preserve">établirait pas loin de </w:t>
      </w:r>
      <w:proofErr w:type="spellStart"/>
      <w:r w:rsidRPr="004C3E92">
        <w:t>Norland</w:t>
      </w:r>
      <w:proofErr w:type="spellEnd"/>
      <w:r w:rsidR="004A4993">
        <w:t xml:space="preserve">. </w:t>
      </w:r>
      <w:r w:rsidRPr="004C3E92">
        <w:t>Elle éprouva une grande satisfaction à répondre qu</w:t>
      </w:r>
      <w:r w:rsidR="004A4993">
        <w:t>’</w:t>
      </w:r>
      <w:r w:rsidRPr="004C3E92">
        <w:t>elle allait dans le Devonshire</w:t>
      </w:r>
      <w:r w:rsidR="004A4993">
        <w:t xml:space="preserve">. </w:t>
      </w:r>
      <w:r w:rsidRPr="004C3E92">
        <w:t>Edward se tourna vivement vers elle en l</w:t>
      </w:r>
      <w:r w:rsidR="004A4993">
        <w:t>’</w:t>
      </w:r>
      <w:r w:rsidRPr="004C3E92">
        <w:t>apprenant</w:t>
      </w:r>
      <w:r w:rsidR="004A4993">
        <w:t xml:space="preserve">, </w:t>
      </w:r>
      <w:r w:rsidRPr="004C3E92">
        <w:t>et répéta</w:t>
      </w:r>
      <w:r w:rsidR="004A4993">
        <w:t xml:space="preserve">, </w:t>
      </w:r>
      <w:r w:rsidRPr="004C3E92">
        <w:t>d</w:t>
      </w:r>
      <w:r w:rsidR="004A4993">
        <w:t>’</w:t>
      </w:r>
      <w:r w:rsidRPr="004C3E92">
        <w:t>une voix de surprise et d</w:t>
      </w:r>
      <w:r w:rsidR="004A4993">
        <w:t>’</w:t>
      </w:r>
      <w:r w:rsidRPr="004C3E92">
        <w:t>inquiétude</w:t>
      </w:r>
      <w:r w:rsidR="004A4993">
        <w:t xml:space="preserve">, </w:t>
      </w:r>
      <w:r w:rsidRPr="004C3E92">
        <w:t>qui ne nécessitait pour elle aucune explication</w:t>
      </w:r>
      <w:r w:rsidR="004A4993">
        <w:t xml:space="preserve"> : – </w:t>
      </w:r>
      <w:r w:rsidRPr="004C3E92">
        <w:t>Le Devonshire</w:t>
      </w:r>
      <w:r w:rsidR="004A4993">
        <w:t xml:space="preserve"> ! </w:t>
      </w:r>
      <w:r w:rsidRPr="004C3E92">
        <w:t>C</w:t>
      </w:r>
      <w:r w:rsidR="004A4993">
        <w:t>’</w:t>
      </w:r>
      <w:r w:rsidRPr="004C3E92">
        <w:t>est vraiment là que vous allez</w:t>
      </w:r>
      <w:r w:rsidR="004A4993">
        <w:t xml:space="preserve"> ? </w:t>
      </w:r>
      <w:r w:rsidRPr="004C3E92">
        <w:t>Si loin d</w:t>
      </w:r>
      <w:r w:rsidR="004A4993">
        <w:t>’</w:t>
      </w:r>
      <w:r w:rsidRPr="004C3E92">
        <w:t>ici</w:t>
      </w:r>
      <w:r w:rsidR="004A4993">
        <w:t xml:space="preserve"> ! </w:t>
      </w:r>
      <w:r w:rsidRPr="004C3E92">
        <w:t>Et dans quelle partie de ce comté</w:t>
      </w:r>
      <w:r w:rsidR="004A4993">
        <w:t xml:space="preserve"> ? – </w:t>
      </w:r>
      <w:r w:rsidRPr="004C3E92">
        <w:t>Elle expliqua la situation des lieux</w:t>
      </w:r>
      <w:r w:rsidR="004A4993">
        <w:t xml:space="preserve">. </w:t>
      </w:r>
      <w:r w:rsidRPr="004C3E92">
        <w:t>C</w:t>
      </w:r>
      <w:r w:rsidR="004A4993">
        <w:t>’</w:t>
      </w:r>
      <w:r w:rsidRPr="004C3E92">
        <w:t>était à moins de quatre milles</w:t>
      </w:r>
      <w:r>
        <w:rPr>
          <w:rStyle w:val="Appelnotedebasdep"/>
        </w:rPr>
        <w:footnoteReference w:id="3"/>
      </w:r>
      <w:r w:rsidRPr="004C3E92">
        <w:t xml:space="preserve"> au nord d</w:t>
      </w:r>
      <w:r w:rsidR="004A4993">
        <w:t>’</w:t>
      </w:r>
      <w:r w:rsidRPr="004C3E92">
        <w:t>Exeter</w:t>
      </w:r>
      <w:r w:rsidR="004A4993">
        <w:t>.</w:t>
      </w:r>
    </w:p>
    <w:p w14:paraId="1480EDC6" w14:textId="77777777" w:rsidR="004A4993" w:rsidRDefault="004A4993" w:rsidP="004A4993">
      <w:r>
        <w:t>— </w:t>
      </w:r>
      <w:r w:rsidR="008C5C61" w:rsidRPr="004C3E92">
        <w:t>Ce n</w:t>
      </w:r>
      <w:r>
        <w:t>’</w:t>
      </w:r>
      <w:r w:rsidR="008C5C61" w:rsidRPr="004C3E92">
        <w:t>est qu</w:t>
      </w:r>
      <w:r>
        <w:t>’</w:t>
      </w:r>
      <w:r w:rsidR="008C5C61" w:rsidRPr="004C3E92">
        <w:t>une maisonnette</w:t>
      </w:r>
      <w:r>
        <w:t xml:space="preserve">, </w:t>
      </w:r>
      <w:r w:rsidR="008C5C61" w:rsidRPr="004C3E92">
        <w:t>reprit-elle</w:t>
      </w:r>
      <w:r>
        <w:t xml:space="preserve">, </w:t>
      </w:r>
      <w:r w:rsidR="008C5C61" w:rsidRPr="004C3E92">
        <w:t>mais j</w:t>
      </w:r>
      <w:r>
        <w:t>’</w:t>
      </w:r>
      <w:r w:rsidR="008C5C61" w:rsidRPr="004C3E92">
        <w:t>espère y voir beaucoup de mes amis</w:t>
      </w:r>
      <w:r>
        <w:t xml:space="preserve">. </w:t>
      </w:r>
      <w:r w:rsidR="008C5C61" w:rsidRPr="004C3E92">
        <w:t>On pourra y ajouter facilement une pièce ou deux</w:t>
      </w:r>
      <w:r>
        <w:t xml:space="preserve"> ; </w:t>
      </w:r>
      <w:r w:rsidR="008C5C61" w:rsidRPr="004C3E92">
        <w:t>et si mes amis n</w:t>
      </w:r>
      <w:r>
        <w:t>’</w:t>
      </w:r>
      <w:r w:rsidR="008C5C61" w:rsidRPr="004C3E92">
        <w:t>éprouvent pas de difficulté à fa</w:t>
      </w:r>
      <w:r w:rsidR="008C5C61" w:rsidRPr="004C3E92">
        <w:t>i</w:t>
      </w:r>
      <w:r w:rsidR="008C5C61" w:rsidRPr="004C3E92">
        <w:t>re un si long voyage pour venir me voir</w:t>
      </w:r>
      <w:r>
        <w:t xml:space="preserve">, </w:t>
      </w:r>
      <w:r w:rsidR="008C5C61" w:rsidRPr="004C3E92">
        <w:t>je suis sûre que je n</w:t>
      </w:r>
      <w:r>
        <w:t>’</w:t>
      </w:r>
      <w:r w:rsidR="008C5C61" w:rsidRPr="004C3E92">
        <w:t>en éprouverai aucune à les héberger</w:t>
      </w:r>
      <w:r>
        <w:t>.</w:t>
      </w:r>
    </w:p>
    <w:p w14:paraId="62B93251" w14:textId="77777777" w:rsidR="004A4993" w:rsidRDefault="008C5C61" w:rsidP="004A4993">
      <w:r w:rsidRPr="004C3E92">
        <w:t>Elle termina par une invitation fort aimable à Mr</w:t>
      </w:r>
      <w:r w:rsidR="004A4993">
        <w:t xml:space="preserve">. </w:t>
      </w:r>
      <w:r w:rsidRPr="004C3E92">
        <w:t>et Mrs</w:t>
      </w:r>
      <w:r w:rsidR="004A4993">
        <w:t xml:space="preserve">. </w:t>
      </w:r>
      <w:r w:rsidRPr="004C3E92">
        <w:t xml:space="preserve">John </w:t>
      </w:r>
      <w:proofErr w:type="spellStart"/>
      <w:r w:rsidRPr="004C3E92">
        <w:t>Dashwood</w:t>
      </w:r>
      <w:proofErr w:type="spellEnd"/>
      <w:r w:rsidRPr="004C3E92">
        <w:t xml:space="preserve"> de venir lui rendre visite à Barton</w:t>
      </w:r>
      <w:r w:rsidR="004A4993">
        <w:t xml:space="preserve"> ; </w:t>
      </w:r>
      <w:r w:rsidRPr="004C3E92">
        <w:t>et elle en adressa une à Edward</w:t>
      </w:r>
      <w:r w:rsidR="004A4993">
        <w:t xml:space="preserve">, </w:t>
      </w:r>
      <w:r w:rsidRPr="004C3E92">
        <w:t>avec plus d</w:t>
      </w:r>
      <w:r w:rsidR="004A4993">
        <w:t>’</w:t>
      </w:r>
      <w:r w:rsidRPr="004C3E92">
        <w:t>affection encore</w:t>
      </w:r>
      <w:r w:rsidR="004A4993">
        <w:t xml:space="preserve">. </w:t>
      </w:r>
      <w:r w:rsidRPr="004C3E92">
        <w:t>Bien que sa récente conversation avec sa belle-fille l</w:t>
      </w:r>
      <w:r w:rsidR="004A4993">
        <w:t>’</w:t>
      </w:r>
      <w:r w:rsidRPr="004C3E92">
        <w:t xml:space="preserve">eût amenée à prendre la résolution de ne pas rester à </w:t>
      </w:r>
      <w:proofErr w:type="spellStart"/>
      <w:r w:rsidRPr="004C3E92">
        <w:t>Norland</w:t>
      </w:r>
      <w:proofErr w:type="spellEnd"/>
      <w:r w:rsidRPr="004C3E92">
        <w:t xml:space="preserve"> plus </w:t>
      </w:r>
      <w:r w:rsidRPr="004C3E92">
        <w:lastRenderedPageBreak/>
        <w:t>longtemps qu</w:t>
      </w:r>
      <w:r w:rsidR="004A4993">
        <w:t>’</w:t>
      </w:r>
      <w:r w:rsidRPr="004C3E92">
        <w:t>il n</w:t>
      </w:r>
      <w:r w:rsidR="004A4993">
        <w:t>’</w:t>
      </w:r>
      <w:r w:rsidRPr="004C3E92">
        <w:t>était inévitable</w:t>
      </w:r>
      <w:r w:rsidR="004A4993">
        <w:t xml:space="preserve">, </w:t>
      </w:r>
      <w:r w:rsidRPr="004C3E92">
        <w:t>elle n</w:t>
      </w:r>
      <w:r w:rsidR="004A4993">
        <w:t>’</w:t>
      </w:r>
      <w:r w:rsidRPr="004C3E92">
        <w:t>avait pas produit sur elle le moindre e</w:t>
      </w:r>
      <w:r w:rsidRPr="004C3E92">
        <w:t>f</w:t>
      </w:r>
      <w:r w:rsidRPr="004C3E92">
        <w:t>fet quant au point principalement en cause</w:t>
      </w:r>
      <w:r w:rsidR="004A4993">
        <w:t xml:space="preserve">. </w:t>
      </w:r>
      <w:r w:rsidRPr="004C3E92">
        <w:t xml:space="preserve">Il était aussi éloigné que jamais de son dessein de séparer Edward et </w:t>
      </w:r>
      <w:proofErr w:type="spellStart"/>
      <w:r w:rsidRPr="004C3E92">
        <w:t>Elinor</w:t>
      </w:r>
      <w:proofErr w:type="spellEnd"/>
      <w:r w:rsidR="004A4993">
        <w:t xml:space="preserve"> ; </w:t>
      </w:r>
      <w:r w:rsidRPr="004C3E92">
        <w:t>et elle désirait montrer à Mrs</w:t>
      </w:r>
      <w:r w:rsidR="004A4993">
        <w:t xml:space="preserve">. </w:t>
      </w:r>
      <w:r w:rsidRPr="004C3E92">
        <w:t xml:space="preserve">John </w:t>
      </w:r>
      <w:proofErr w:type="spellStart"/>
      <w:r w:rsidRPr="004C3E92">
        <w:t>Dashwood</w:t>
      </w:r>
      <w:proofErr w:type="spellEnd"/>
      <w:r w:rsidR="004A4993">
        <w:t xml:space="preserve">, </w:t>
      </w:r>
      <w:r w:rsidRPr="004C3E92">
        <w:t>par cette invitation mordante à son frère</w:t>
      </w:r>
      <w:r w:rsidR="004A4993">
        <w:t xml:space="preserve">, </w:t>
      </w:r>
      <w:r w:rsidRPr="004C3E92">
        <w:t>à quel point total elle négligeait sa désa</w:t>
      </w:r>
      <w:r w:rsidRPr="004C3E92">
        <w:t>p</w:t>
      </w:r>
      <w:r w:rsidRPr="004C3E92">
        <w:t>probation de ce mariage</w:t>
      </w:r>
      <w:r w:rsidR="004A4993">
        <w:t>.</w:t>
      </w:r>
    </w:p>
    <w:p w14:paraId="36E82C66" w14:textId="77777777" w:rsidR="004A4993" w:rsidRDefault="008C5C61" w:rsidP="004A4993">
      <w:r w:rsidRPr="004C3E92">
        <w:t>Mr</w:t>
      </w:r>
      <w:r w:rsidR="004A4993">
        <w:t xml:space="preserve">. </w:t>
      </w:r>
      <w:r w:rsidRPr="004C3E92">
        <w:t xml:space="preserve">John </w:t>
      </w:r>
      <w:proofErr w:type="spellStart"/>
      <w:r w:rsidRPr="004C3E92">
        <w:t>Dashwood</w:t>
      </w:r>
      <w:proofErr w:type="spellEnd"/>
      <w:r w:rsidRPr="004C3E92">
        <w:t xml:space="preserve"> redit et répéta à sa mère à quel point il regrettait vivement qu</w:t>
      </w:r>
      <w:r w:rsidR="004A4993">
        <w:t>’</w:t>
      </w:r>
      <w:r w:rsidRPr="004C3E92">
        <w:t>elle eût pris une maison tellement élo</w:t>
      </w:r>
      <w:r w:rsidRPr="004C3E92">
        <w:t>i</w:t>
      </w:r>
      <w:r w:rsidRPr="004C3E92">
        <w:t xml:space="preserve">gnée de </w:t>
      </w:r>
      <w:proofErr w:type="spellStart"/>
      <w:r w:rsidRPr="004C3E92">
        <w:t>Norland</w:t>
      </w:r>
      <w:proofErr w:type="spellEnd"/>
      <w:r w:rsidRPr="004C3E92">
        <w:t xml:space="preserve"> qu</w:t>
      </w:r>
      <w:r w:rsidR="004A4993">
        <w:t>’</w:t>
      </w:r>
      <w:r w:rsidRPr="004C3E92">
        <w:t>il était empêché de lui rendre aucun service dans le déménagement de ses meubles</w:t>
      </w:r>
      <w:r w:rsidR="004A4993">
        <w:t xml:space="preserve">. </w:t>
      </w:r>
      <w:r w:rsidRPr="004C3E92">
        <w:t>Il éprouva réellement une contrariété sincère à cette occasion</w:t>
      </w:r>
      <w:r w:rsidR="004A4993">
        <w:t xml:space="preserve"> ; </w:t>
      </w:r>
      <w:r w:rsidRPr="004C3E92">
        <w:t>car l</w:t>
      </w:r>
      <w:r w:rsidR="004A4993">
        <w:t>’</w:t>
      </w:r>
      <w:r w:rsidRPr="004C3E92">
        <w:t>effort même a</w:t>
      </w:r>
      <w:r w:rsidRPr="004C3E92">
        <w:t>u</w:t>
      </w:r>
      <w:r w:rsidRPr="004C3E92">
        <w:t>quel il avait limité l</w:t>
      </w:r>
      <w:r w:rsidR="004A4993">
        <w:t>’</w:t>
      </w:r>
      <w:r w:rsidRPr="004C3E92">
        <w:t>exécution de la promesse donnée à son père fut</w:t>
      </w:r>
      <w:r w:rsidR="004A4993">
        <w:t xml:space="preserve">, </w:t>
      </w:r>
      <w:r w:rsidRPr="004C3E92">
        <w:t>par cet arrangement</w:t>
      </w:r>
      <w:r w:rsidR="004A4993">
        <w:t xml:space="preserve">, </w:t>
      </w:r>
      <w:r w:rsidRPr="004C3E92">
        <w:t>rendu impraticable</w:t>
      </w:r>
      <w:r w:rsidR="004A4993">
        <w:t xml:space="preserve">. </w:t>
      </w:r>
      <w:r w:rsidRPr="004C3E92">
        <w:t>Le mobilier fut expédié en totalité par voie d</w:t>
      </w:r>
      <w:r w:rsidR="004A4993">
        <w:t>’</w:t>
      </w:r>
      <w:r w:rsidRPr="004C3E92">
        <w:t>eau</w:t>
      </w:r>
      <w:r w:rsidR="004A4993">
        <w:t xml:space="preserve">. </w:t>
      </w:r>
      <w:r w:rsidRPr="004C3E92">
        <w:t>Il se composait principal</w:t>
      </w:r>
      <w:r w:rsidRPr="004C3E92">
        <w:t>e</w:t>
      </w:r>
      <w:r w:rsidRPr="004C3E92">
        <w:t>ment de linge de maison</w:t>
      </w:r>
      <w:r w:rsidR="004A4993">
        <w:t xml:space="preserve">, </w:t>
      </w:r>
      <w:r w:rsidRPr="004C3E92">
        <w:t>d</w:t>
      </w:r>
      <w:r w:rsidR="004A4993">
        <w:t>’</w:t>
      </w:r>
      <w:r w:rsidRPr="004C3E92">
        <w:t>argenterie</w:t>
      </w:r>
      <w:r w:rsidR="004A4993">
        <w:t xml:space="preserve">, </w:t>
      </w:r>
      <w:r w:rsidRPr="004C3E92">
        <w:t>de porcelaine et de livres</w:t>
      </w:r>
      <w:r w:rsidR="004A4993">
        <w:t xml:space="preserve">, </w:t>
      </w:r>
      <w:r w:rsidRPr="004C3E92">
        <w:t>avec un magnifique pianoforte appartenant à Marianne</w:t>
      </w:r>
      <w:r w:rsidR="004A4993">
        <w:t xml:space="preserve">. </w:t>
      </w:r>
      <w:r w:rsidRPr="004C3E92">
        <w:t>C</w:t>
      </w:r>
      <w:r w:rsidR="004A4993">
        <w:t>’</w:t>
      </w:r>
      <w:r w:rsidRPr="004C3E92">
        <w:t>est avec un soupir que Mrs</w:t>
      </w:r>
      <w:r w:rsidR="004A4993">
        <w:t xml:space="preserve">. </w:t>
      </w:r>
      <w:r w:rsidRPr="004C3E92">
        <w:t xml:space="preserve">John </w:t>
      </w:r>
      <w:proofErr w:type="spellStart"/>
      <w:r w:rsidRPr="004C3E92">
        <w:t>Dashwood</w:t>
      </w:r>
      <w:proofErr w:type="spellEnd"/>
      <w:r w:rsidRPr="004C3E92">
        <w:t xml:space="preserve"> vit partir les colis</w:t>
      </w:r>
      <w:r w:rsidR="004A4993">
        <w:t xml:space="preserve"> ; </w:t>
      </w:r>
      <w:r w:rsidRPr="004C3E92">
        <w:t>elle ne put s</w:t>
      </w:r>
      <w:r w:rsidR="004A4993">
        <w:t>’</w:t>
      </w:r>
      <w:r w:rsidRPr="004C3E92">
        <w:t>empêcher de trouver dur que</w:t>
      </w:r>
      <w:r w:rsidR="004A4993">
        <w:t xml:space="preserve">, </w:t>
      </w:r>
      <w:r w:rsidRPr="004C3E92">
        <w:t>puisque le revenu de Mrs</w:t>
      </w:r>
      <w:r w:rsidR="004A4993">
        <w:t xml:space="preserve">. </w:t>
      </w:r>
      <w:proofErr w:type="spellStart"/>
      <w:r w:rsidRPr="004C3E92">
        <w:t>Dashwood</w:t>
      </w:r>
      <w:proofErr w:type="spellEnd"/>
      <w:r w:rsidRPr="004C3E92">
        <w:t xml:space="preserve"> allait être si insignifiant en comparaison du sien</w:t>
      </w:r>
      <w:r w:rsidR="004A4993">
        <w:t xml:space="preserve">, </w:t>
      </w:r>
      <w:r w:rsidRPr="004C3E92">
        <w:t>elle possédât aucun beau meuble</w:t>
      </w:r>
      <w:r w:rsidR="004A4993">
        <w:t>.</w:t>
      </w:r>
    </w:p>
    <w:p w14:paraId="77E9E380" w14:textId="77777777" w:rsidR="004A4993" w:rsidRDefault="008C5C61" w:rsidP="004A4993">
      <w:r w:rsidRPr="004C3E92">
        <w:t>Mrs</w:t>
      </w:r>
      <w:r w:rsidR="004A4993">
        <w:t xml:space="preserve">. </w:t>
      </w:r>
      <w:proofErr w:type="spellStart"/>
      <w:r w:rsidRPr="004C3E92">
        <w:t>Dashwood</w:t>
      </w:r>
      <w:proofErr w:type="spellEnd"/>
      <w:r w:rsidRPr="004C3E92">
        <w:t xml:space="preserve"> prit la maison pour une durée d</w:t>
      </w:r>
      <w:r w:rsidR="004A4993">
        <w:t>’</w:t>
      </w:r>
      <w:r w:rsidRPr="004C3E92">
        <w:t>une a</w:t>
      </w:r>
      <w:r w:rsidRPr="004C3E92">
        <w:t>n</w:t>
      </w:r>
      <w:r w:rsidRPr="004C3E92">
        <w:t>née</w:t>
      </w:r>
      <w:r w:rsidR="004A4993">
        <w:t xml:space="preserve"> ; </w:t>
      </w:r>
      <w:r w:rsidRPr="004C3E92">
        <w:t>elle était toute meublée</w:t>
      </w:r>
      <w:r w:rsidR="004A4993">
        <w:t xml:space="preserve">, </w:t>
      </w:r>
      <w:r w:rsidRPr="004C3E92">
        <w:t>et elle pouvait immédiatement en prendre possession</w:t>
      </w:r>
      <w:r w:rsidR="004A4993">
        <w:t xml:space="preserve">. </w:t>
      </w:r>
      <w:r w:rsidRPr="004C3E92">
        <w:t>Il ne se présenta aucune difficulté</w:t>
      </w:r>
      <w:r w:rsidR="004A4993">
        <w:t xml:space="preserve">, </w:t>
      </w:r>
      <w:r w:rsidRPr="004C3E92">
        <w:t>de part ou d</w:t>
      </w:r>
      <w:r w:rsidR="004A4993">
        <w:t>’</w:t>
      </w:r>
      <w:r w:rsidRPr="004C3E92">
        <w:t>autre</w:t>
      </w:r>
      <w:r w:rsidR="004A4993">
        <w:t xml:space="preserve">, </w:t>
      </w:r>
      <w:r w:rsidRPr="004C3E92">
        <w:t>dans le contrat</w:t>
      </w:r>
      <w:r w:rsidR="004A4993">
        <w:t xml:space="preserve"> ; </w:t>
      </w:r>
      <w:r w:rsidRPr="004C3E92">
        <w:t>et elle n</w:t>
      </w:r>
      <w:r w:rsidR="004A4993">
        <w:t>’</w:t>
      </w:r>
      <w:r w:rsidRPr="004C3E92">
        <w:t>attendit que le temps de se défaire de ses effets personnels</w:t>
      </w:r>
      <w:r w:rsidR="004A4993">
        <w:t xml:space="preserve">, </w:t>
      </w:r>
      <w:r w:rsidRPr="004C3E92">
        <w:t xml:space="preserve">à </w:t>
      </w:r>
      <w:proofErr w:type="spellStart"/>
      <w:r w:rsidRPr="004C3E92">
        <w:t>Norland</w:t>
      </w:r>
      <w:proofErr w:type="spellEnd"/>
      <w:r w:rsidR="004A4993">
        <w:t xml:space="preserve">, </w:t>
      </w:r>
      <w:r w:rsidRPr="004C3E92">
        <w:t>et de déterminer son ménage futur</w:t>
      </w:r>
      <w:r w:rsidR="004A4993">
        <w:t xml:space="preserve">, </w:t>
      </w:r>
      <w:r w:rsidRPr="004C3E92">
        <w:t>pour se mettre en route pour l</w:t>
      </w:r>
      <w:r w:rsidR="004A4993">
        <w:t>’</w:t>
      </w:r>
      <w:r w:rsidRPr="004C3E92">
        <w:t>ouest</w:t>
      </w:r>
      <w:r w:rsidR="004A4993">
        <w:t xml:space="preserve"> ; </w:t>
      </w:r>
      <w:r w:rsidRPr="004C3E92">
        <w:t>et</w:t>
      </w:r>
      <w:r w:rsidR="004A4993">
        <w:t xml:space="preserve">, </w:t>
      </w:r>
      <w:r w:rsidRPr="004C3E92">
        <w:t>comme elle était extrêmement rapide dans l</w:t>
      </w:r>
      <w:r w:rsidR="004A4993">
        <w:t>’</w:t>
      </w:r>
      <w:r w:rsidRPr="004C3E92">
        <w:t>exécution de tout ce qui l</w:t>
      </w:r>
      <w:r w:rsidR="004A4993">
        <w:t>’</w:t>
      </w:r>
      <w:r w:rsidRPr="004C3E92">
        <w:t>intéressait</w:t>
      </w:r>
      <w:r w:rsidR="004A4993">
        <w:t xml:space="preserve">, </w:t>
      </w:r>
      <w:r w:rsidRPr="004C3E92">
        <w:t>cela fut vite fait</w:t>
      </w:r>
      <w:r w:rsidR="004A4993">
        <w:t xml:space="preserve">. </w:t>
      </w:r>
      <w:r w:rsidRPr="004C3E92">
        <w:t>Les chevaux qui lui avaient été laissés par son mari avaient été vendus peu de temps après sa mort</w:t>
      </w:r>
      <w:r w:rsidR="004A4993">
        <w:t xml:space="preserve">, </w:t>
      </w:r>
      <w:r w:rsidRPr="004C3E92">
        <w:t>et comme il se présenta maintenant une occasion de se défaire de sa voiture</w:t>
      </w:r>
      <w:r w:rsidR="004A4993">
        <w:t xml:space="preserve">, </w:t>
      </w:r>
      <w:r w:rsidRPr="004C3E92">
        <w:t xml:space="preserve">elle consentit à la vendre </w:t>
      </w:r>
      <w:r w:rsidRPr="004C3E92">
        <w:lastRenderedPageBreak/>
        <w:t>également</w:t>
      </w:r>
      <w:r w:rsidR="004A4993">
        <w:t xml:space="preserve">, </w:t>
      </w:r>
      <w:r w:rsidRPr="004C3E92">
        <w:t>sur le conseil pressant de sa fille aînée</w:t>
      </w:r>
      <w:r w:rsidR="004A4993">
        <w:t xml:space="preserve">. </w:t>
      </w:r>
      <w:r w:rsidRPr="004C3E92">
        <w:t>Pour l</w:t>
      </w:r>
      <w:r w:rsidR="004A4993">
        <w:t>’</w:t>
      </w:r>
      <w:r w:rsidRPr="004C3E92">
        <w:t>agrément de ses e</w:t>
      </w:r>
      <w:r w:rsidRPr="004C3E92">
        <w:t>n</w:t>
      </w:r>
      <w:r w:rsidRPr="004C3E92">
        <w:t>fants</w:t>
      </w:r>
      <w:r w:rsidR="004A4993">
        <w:t xml:space="preserve">, </w:t>
      </w:r>
      <w:r w:rsidRPr="004C3E92">
        <w:t>si elle n</w:t>
      </w:r>
      <w:r w:rsidR="004A4993">
        <w:t>’</w:t>
      </w:r>
      <w:r w:rsidRPr="004C3E92">
        <w:t>avait consulté que ses propres désirs</w:t>
      </w:r>
      <w:r w:rsidR="004A4993">
        <w:t xml:space="preserve">, </w:t>
      </w:r>
      <w:r w:rsidRPr="004C3E92">
        <w:t>elle l</w:t>
      </w:r>
      <w:r w:rsidR="004A4993">
        <w:t>’</w:t>
      </w:r>
      <w:r w:rsidRPr="004C3E92">
        <w:t>eût conservée</w:t>
      </w:r>
      <w:r w:rsidR="004A4993">
        <w:t xml:space="preserve"> ; </w:t>
      </w:r>
      <w:r w:rsidRPr="004C3E92">
        <w:t>mais la prudence d</w:t>
      </w:r>
      <w:r w:rsidR="004A4993">
        <w:t>’</w:t>
      </w:r>
      <w:proofErr w:type="spellStart"/>
      <w:r w:rsidRPr="004C3E92">
        <w:t>Elinor</w:t>
      </w:r>
      <w:proofErr w:type="spellEnd"/>
      <w:r w:rsidRPr="004C3E92">
        <w:t xml:space="preserve"> prévalut</w:t>
      </w:r>
      <w:r w:rsidR="004A4993">
        <w:t xml:space="preserve">. </w:t>
      </w:r>
      <w:r w:rsidRPr="004C3E92">
        <w:t>La sagesse de celle-ci limita à trois le nombre de leurs domestiques</w:t>
      </w:r>
      <w:r w:rsidR="004A4993">
        <w:t xml:space="preserve"> – </w:t>
      </w:r>
      <w:r w:rsidRPr="004C3E92">
        <w:t>deux femmes et un homme</w:t>
      </w:r>
      <w:r w:rsidR="004A4993">
        <w:t xml:space="preserve">, </w:t>
      </w:r>
      <w:r w:rsidRPr="004C3E92">
        <w:t>qu</w:t>
      </w:r>
      <w:r w:rsidR="004A4993">
        <w:t>’</w:t>
      </w:r>
      <w:r w:rsidRPr="004C3E92">
        <w:t xml:space="preserve">ils trouvèrent rapidement parmi ceux qui avaient constitué leur ménage à </w:t>
      </w:r>
      <w:proofErr w:type="spellStart"/>
      <w:r w:rsidRPr="004C3E92">
        <w:t>Norland</w:t>
      </w:r>
      <w:proofErr w:type="spellEnd"/>
      <w:r w:rsidR="004A4993">
        <w:t>.</w:t>
      </w:r>
    </w:p>
    <w:p w14:paraId="6D933460" w14:textId="77777777" w:rsidR="004A4993" w:rsidRDefault="008C5C61" w:rsidP="004A4993">
      <w:r w:rsidRPr="004C3E92">
        <w:t>L</w:t>
      </w:r>
      <w:r w:rsidR="004A4993">
        <w:t>’</w:t>
      </w:r>
      <w:r w:rsidRPr="004C3E92">
        <w:t>homme et l</w:t>
      </w:r>
      <w:r w:rsidR="004A4993">
        <w:t>’</w:t>
      </w:r>
      <w:r w:rsidRPr="004C3E92">
        <w:t>une des servantes furent immédiatement d</w:t>
      </w:r>
      <w:r w:rsidRPr="004C3E92">
        <w:t>é</w:t>
      </w:r>
      <w:r w:rsidRPr="004C3E92">
        <w:t>pêchés dans le Devonshire pour préparer la maison en vue de l</w:t>
      </w:r>
      <w:r w:rsidR="004A4993">
        <w:t>’</w:t>
      </w:r>
      <w:r w:rsidRPr="004C3E92">
        <w:t>arrivée de leur maîtresse</w:t>
      </w:r>
      <w:r w:rsidR="004A4993">
        <w:t xml:space="preserve"> ; </w:t>
      </w:r>
      <w:r w:rsidRPr="004C3E92">
        <w:t>car</w:t>
      </w:r>
      <w:r w:rsidR="004A4993">
        <w:t xml:space="preserve">, </w:t>
      </w:r>
      <w:r w:rsidRPr="004C3E92">
        <w:t>comme lady Middleton n</w:t>
      </w:r>
      <w:r w:rsidR="004A4993">
        <w:t>’</w:t>
      </w:r>
      <w:r w:rsidRPr="004C3E92">
        <w:t>était rien de plus qu</w:t>
      </w:r>
      <w:r w:rsidR="004A4993">
        <w:t>’</w:t>
      </w:r>
      <w:r w:rsidRPr="004C3E92">
        <w:t>une étrangère pour Mrs</w:t>
      </w:r>
      <w:r w:rsidR="004A4993">
        <w:t xml:space="preserve">. </w:t>
      </w:r>
      <w:proofErr w:type="spellStart"/>
      <w:r w:rsidRPr="004C3E92">
        <w:t>Dashwood</w:t>
      </w:r>
      <w:proofErr w:type="spellEnd"/>
      <w:r w:rsidR="004A4993">
        <w:t xml:space="preserve">, </w:t>
      </w:r>
      <w:r w:rsidRPr="004C3E92">
        <w:t>celle-ci a</w:t>
      </w:r>
      <w:r w:rsidRPr="004C3E92">
        <w:t>i</w:t>
      </w:r>
      <w:r w:rsidRPr="004C3E92">
        <w:t>mait mieux se rendre directement dans la maisonnette que d</w:t>
      </w:r>
      <w:r w:rsidR="004A4993">
        <w:t>’</w:t>
      </w:r>
      <w:r w:rsidRPr="004C3E92">
        <w:t>être reçue comme invitée à Barton Park</w:t>
      </w:r>
      <w:r w:rsidR="004A4993">
        <w:t xml:space="preserve"> ; </w:t>
      </w:r>
      <w:r w:rsidRPr="004C3E92">
        <w:t>et elle se fiait de f</w:t>
      </w:r>
      <w:r w:rsidRPr="004C3E92">
        <w:t>a</w:t>
      </w:r>
      <w:r w:rsidRPr="004C3E92">
        <w:t>çon si certaine à la description que Sir John avait faite de la maison</w:t>
      </w:r>
      <w:r w:rsidR="004A4993">
        <w:t xml:space="preserve">, </w:t>
      </w:r>
      <w:r w:rsidRPr="004C3E92">
        <w:t>qu</w:t>
      </w:r>
      <w:r w:rsidR="004A4993">
        <w:t>’</w:t>
      </w:r>
      <w:r w:rsidRPr="004C3E92">
        <w:t>elle n</w:t>
      </w:r>
      <w:r w:rsidR="004A4993">
        <w:t>’</w:t>
      </w:r>
      <w:r w:rsidRPr="004C3E92">
        <w:t>éprouvait aucune curiosité à l</w:t>
      </w:r>
      <w:r w:rsidR="004A4993">
        <w:t>’</w:t>
      </w:r>
      <w:r w:rsidRPr="004C3E92">
        <w:t>examiner elle-même avant d</w:t>
      </w:r>
      <w:r w:rsidR="004A4993">
        <w:t>’</w:t>
      </w:r>
      <w:r w:rsidRPr="004C3E92">
        <w:t>y entrer comme chez elle</w:t>
      </w:r>
      <w:r w:rsidR="004A4993">
        <w:t xml:space="preserve">. </w:t>
      </w:r>
      <w:r w:rsidRPr="004C3E92">
        <w:t xml:space="preserve">Son empressement à quitter </w:t>
      </w:r>
      <w:proofErr w:type="spellStart"/>
      <w:r w:rsidRPr="004C3E92">
        <w:t>Norland</w:t>
      </w:r>
      <w:proofErr w:type="spellEnd"/>
      <w:r w:rsidRPr="004C3E92">
        <w:t xml:space="preserve"> fut protégé contre toute diminution par la sati</w:t>
      </w:r>
      <w:r w:rsidRPr="004C3E92">
        <w:t>s</w:t>
      </w:r>
      <w:r w:rsidRPr="004C3E92">
        <w:t>faction manifeste de sa belle-fille à la perspective de son dém</w:t>
      </w:r>
      <w:r w:rsidRPr="004C3E92">
        <w:t>é</w:t>
      </w:r>
      <w:r w:rsidRPr="004C3E92">
        <w:t>nagement</w:t>
      </w:r>
      <w:r w:rsidR="004A4993">
        <w:t xml:space="preserve"> – </w:t>
      </w:r>
      <w:r w:rsidRPr="004C3E92">
        <w:t>satisfaction qu</w:t>
      </w:r>
      <w:r w:rsidR="004A4993">
        <w:t>’</w:t>
      </w:r>
      <w:r w:rsidRPr="004C3E92">
        <w:t>elle ne tenta que mollement de di</w:t>
      </w:r>
      <w:r w:rsidRPr="004C3E92">
        <w:t>s</w:t>
      </w:r>
      <w:r w:rsidRPr="004C3E92">
        <w:t>simuler sous une invitation pleine de froideur qu</w:t>
      </w:r>
      <w:r w:rsidR="004A4993">
        <w:t>’</w:t>
      </w:r>
      <w:r w:rsidRPr="004C3E92">
        <w:t>elle lui fit</w:t>
      </w:r>
      <w:r w:rsidR="004A4993">
        <w:t xml:space="preserve">, </w:t>
      </w:r>
      <w:r w:rsidRPr="004C3E92">
        <w:t>de différer son départ</w:t>
      </w:r>
      <w:r w:rsidR="004A4993">
        <w:t xml:space="preserve">. </w:t>
      </w:r>
      <w:r w:rsidRPr="004C3E92">
        <w:t>L</w:t>
      </w:r>
      <w:r w:rsidR="004A4993">
        <w:t>’</w:t>
      </w:r>
      <w:r w:rsidRPr="004C3E92">
        <w:t>instant était à présent venu</w:t>
      </w:r>
      <w:r w:rsidR="004A4993">
        <w:t xml:space="preserve">, </w:t>
      </w:r>
      <w:r w:rsidRPr="004C3E92">
        <w:t>où la prome</w:t>
      </w:r>
      <w:r w:rsidRPr="004C3E92">
        <w:t>s</w:t>
      </w:r>
      <w:r w:rsidRPr="004C3E92">
        <w:t>se de son beau-fils au père de celui-ci pourrait</w:t>
      </w:r>
      <w:r w:rsidR="004A4993">
        <w:t xml:space="preserve">, </w:t>
      </w:r>
      <w:r w:rsidRPr="004C3E92">
        <w:t>avec un à-propos tout particulier</w:t>
      </w:r>
      <w:r w:rsidR="004A4993">
        <w:t xml:space="preserve">, </w:t>
      </w:r>
      <w:r w:rsidRPr="004C3E92">
        <w:t>se voir accomplie</w:t>
      </w:r>
      <w:r w:rsidR="004A4993">
        <w:t xml:space="preserve">. </w:t>
      </w:r>
      <w:r w:rsidRPr="004C3E92">
        <w:t>Puisqu</w:t>
      </w:r>
      <w:r w:rsidR="004A4993">
        <w:t>’</w:t>
      </w:r>
      <w:r w:rsidRPr="004C3E92">
        <w:t>il avait négligé de le faire dès l</w:t>
      </w:r>
      <w:r w:rsidR="004A4993">
        <w:t>’</w:t>
      </w:r>
      <w:r w:rsidRPr="004C3E92">
        <w:t>abord</w:t>
      </w:r>
      <w:r w:rsidR="004A4993">
        <w:t xml:space="preserve">, </w:t>
      </w:r>
      <w:r w:rsidRPr="004C3E92">
        <w:t>lorsqu</w:t>
      </w:r>
      <w:r w:rsidR="004A4993">
        <w:t>’</w:t>
      </w:r>
      <w:r w:rsidRPr="004C3E92">
        <w:t>il avait pris possession du domaine</w:t>
      </w:r>
      <w:r w:rsidR="004A4993">
        <w:t xml:space="preserve">, </w:t>
      </w:r>
      <w:r w:rsidRPr="004C3E92">
        <w:t>on pouvait considérer le moment où elles quittaient sa maison comme étant la période la plus convenable à son accompliss</w:t>
      </w:r>
      <w:r w:rsidRPr="004C3E92">
        <w:t>e</w:t>
      </w:r>
      <w:r w:rsidRPr="004C3E92">
        <w:t>ment</w:t>
      </w:r>
      <w:r w:rsidR="004A4993">
        <w:t xml:space="preserve">. </w:t>
      </w:r>
      <w:r w:rsidRPr="004C3E92">
        <w:t>Mais Mrs</w:t>
      </w:r>
      <w:r w:rsidR="004A4993">
        <w:t xml:space="preserve">. </w:t>
      </w:r>
      <w:proofErr w:type="spellStart"/>
      <w:r w:rsidRPr="004C3E92">
        <w:t>Dashwood</w:t>
      </w:r>
      <w:proofErr w:type="spellEnd"/>
      <w:r w:rsidRPr="004C3E92">
        <w:t xml:space="preserve"> commença bientôt à renoncer à tout espoir de ce genre</w:t>
      </w:r>
      <w:r w:rsidR="004A4993">
        <w:t xml:space="preserve">, </w:t>
      </w:r>
      <w:r w:rsidRPr="004C3E92">
        <w:t>et à être convaincue</w:t>
      </w:r>
      <w:r w:rsidR="004A4993">
        <w:t xml:space="preserve">, </w:t>
      </w:r>
      <w:r w:rsidRPr="004C3E92">
        <w:t>d</w:t>
      </w:r>
      <w:r w:rsidR="004A4993">
        <w:t>’</w:t>
      </w:r>
      <w:r w:rsidRPr="004C3E92">
        <w:t>après le cours général de ses entretiens</w:t>
      </w:r>
      <w:r w:rsidR="004A4993">
        <w:t xml:space="preserve">, </w:t>
      </w:r>
      <w:r w:rsidRPr="004C3E92">
        <w:t>que son aide ne s</w:t>
      </w:r>
      <w:r w:rsidR="004A4993">
        <w:t>’</w:t>
      </w:r>
      <w:r w:rsidRPr="004C3E92">
        <w:t xml:space="preserve">étendait pas </w:t>
      </w:r>
      <w:proofErr w:type="spellStart"/>
      <w:r w:rsidRPr="004C3E92">
        <w:t>au delà</w:t>
      </w:r>
      <w:proofErr w:type="spellEnd"/>
      <w:r w:rsidRPr="004C3E92">
        <w:t xml:space="preserve"> de leur entretien pendant une période de six mois</w:t>
      </w:r>
      <w:r w:rsidR="004A4993">
        <w:t xml:space="preserve">. </w:t>
      </w:r>
      <w:r w:rsidRPr="004C3E92">
        <w:t>Il parla si fréque</w:t>
      </w:r>
      <w:r w:rsidRPr="004C3E92">
        <w:t>m</w:t>
      </w:r>
      <w:r w:rsidRPr="004C3E92">
        <w:t>ment des dépenses croissantes du ménage</w:t>
      </w:r>
      <w:r w:rsidR="004A4993">
        <w:t xml:space="preserve">, </w:t>
      </w:r>
      <w:r w:rsidRPr="004C3E92">
        <w:t>et des exigences perpétuelles auxquelles était soumise</w:t>
      </w:r>
      <w:r w:rsidR="004A4993">
        <w:t xml:space="preserve">, </w:t>
      </w:r>
      <w:proofErr w:type="spellStart"/>
      <w:r w:rsidRPr="004C3E92">
        <w:t>au delà</w:t>
      </w:r>
      <w:proofErr w:type="spellEnd"/>
      <w:r w:rsidRPr="004C3E92">
        <w:t xml:space="preserve"> de toute </w:t>
      </w:r>
      <w:r w:rsidRPr="004C3E92">
        <w:lastRenderedPageBreak/>
        <w:t>prév</w:t>
      </w:r>
      <w:r w:rsidRPr="004C3E92">
        <w:t>i</w:t>
      </w:r>
      <w:r w:rsidRPr="004C3E92">
        <w:t>sion</w:t>
      </w:r>
      <w:r w:rsidR="004A4993">
        <w:t xml:space="preserve">, </w:t>
      </w:r>
      <w:r w:rsidRPr="004C3E92">
        <w:t>la bourse d</w:t>
      </w:r>
      <w:r w:rsidR="004A4993">
        <w:t>’</w:t>
      </w:r>
      <w:r w:rsidRPr="004C3E92">
        <w:t>un homme jouissant de quelque situation dans le monde</w:t>
      </w:r>
      <w:r w:rsidR="004A4993">
        <w:t xml:space="preserve">, </w:t>
      </w:r>
      <w:r w:rsidRPr="004C3E92">
        <w:t>qu</w:t>
      </w:r>
      <w:r w:rsidR="004A4993">
        <w:t>’</w:t>
      </w:r>
      <w:r w:rsidRPr="004C3E92">
        <w:t>il semblait qu</w:t>
      </w:r>
      <w:r w:rsidR="004A4993">
        <w:t>’</w:t>
      </w:r>
      <w:r w:rsidRPr="004C3E92">
        <w:t>il eût lui-même besoin de plus d</w:t>
      </w:r>
      <w:r w:rsidR="004A4993">
        <w:t>’</w:t>
      </w:r>
      <w:r w:rsidRPr="004C3E92">
        <w:t>argent</w:t>
      </w:r>
      <w:r w:rsidR="004A4993">
        <w:t xml:space="preserve">, </w:t>
      </w:r>
      <w:r w:rsidRPr="004C3E92">
        <w:t>plutôt que d</w:t>
      </w:r>
      <w:r w:rsidR="004A4993">
        <w:t>’</w:t>
      </w:r>
      <w:r w:rsidRPr="004C3E92">
        <w:t>entretenir le dessein d</w:t>
      </w:r>
      <w:r w:rsidR="004A4993">
        <w:t>’</w:t>
      </w:r>
      <w:r w:rsidRPr="004C3E92">
        <w:t>en donner</w:t>
      </w:r>
      <w:r w:rsidR="004A4993">
        <w:t>.</w:t>
      </w:r>
    </w:p>
    <w:p w14:paraId="05174E54" w14:textId="77777777" w:rsidR="004A4993" w:rsidRDefault="008C5C61" w:rsidP="004A4993">
      <w:r w:rsidRPr="004C3E92">
        <w:t xml:space="preserve">Fort peu de semaines après le jour qui apporta à </w:t>
      </w:r>
      <w:proofErr w:type="spellStart"/>
      <w:r w:rsidRPr="004C3E92">
        <w:t>Norland</w:t>
      </w:r>
      <w:proofErr w:type="spellEnd"/>
      <w:r w:rsidRPr="004C3E92">
        <w:t xml:space="preserve"> la première lettre de Sir John Middleton</w:t>
      </w:r>
      <w:r w:rsidR="004A4993">
        <w:t xml:space="preserve">, </w:t>
      </w:r>
      <w:r w:rsidRPr="004C3E92">
        <w:t>tout était suffisamment réglé au sujet de leur demeure future pour permettre à Mrs</w:t>
      </w:r>
      <w:r w:rsidR="004A4993">
        <w:t xml:space="preserve">. </w:t>
      </w:r>
      <w:proofErr w:type="spellStart"/>
      <w:r w:rsidRPr="004C3E92">
        <w:t>Dashwood</w:t>
      </w:r>
      <w:proofErr w:type="spellEnd"/>
      <w:r w:rsidRPr="004C3E92">
        <w:t xml:space="preserve"> et à ses filles de commencer leur voyage</w:t>
      </w:r>
      <w:r w:rsidR="004A4993">
        <w:t>.</w:t>
      </w:r>
    </w:p>
    <w:p w14:paraId="47A43F62" w14:textId="434D3C83" w:rsidR="004A4993" w:rsidRDefault="008C5C61" w:rsidP="004A4993">
      <w:r w:rsidRPr="004C3E92">
        <w:t>Nombreuses furent les larmes qu</w:t>
      </w:r>
      <w:r w:rsidR="004A4993">
        <w:t>’</w:t>
      </w:r>
      <w:r w:rsidRPr="004C3E92">
        <w:t>elles versèrent lors de leurs derniers adieux à un lieu tant aimé</w:t>
      </w:r>
      <w:r w:rsidR="004A4993">
        <w:t>. « </w:t>
      </w:r>
      <w:r w:rsidRPr="004C3E92">
        <w:t>Cher</w:t>
      </w:r>
      <w:r w:rsidR="004A4993">
        <w:t xml:space="preserve">, </w:t>
      </w:r>
      <w:r w:rsidRPr="004C3E92">
        <w:t xml:space="preserve">cher </w:t>
      </w:r>
      <w:proofErr w:type="spellStart"/>
      <w:r w:rsidRPr="004C3E92">
        <w:t>Norland</w:t>
      </w:r>
      <w:proofErr w:type="spellEnd"/>
      <w:r w:rsidR="004A4993">
        <w:t xml:space="preserve"> ! </w:t>
      </w:r>
      <w:r w:rsidRPr="004C3E92">
        <w:t>dit Marianne</w:t>
      </w:r>
      <w:r w:rsidR="004A4993">
        <w:t xml:space="preserve">, </w:t>
      </w:r>
      <w:r w:rsidRPr="004C3E92">
        <w:t>tandis qu</w:t>
      </w:r>
      <w:r w:rsidR="004A4993">
        <w:t>’</w:t>
      </w:r>
      <w:r w:rsidRPr="004C3E92">
        <w:t>elle errait</w:t>
      </w:r>
      <w:r w:rsidR="004A4993">
        <w:t xml:space="preserve">, </w:t>
      </w:r>
      <w:r w:rsidRPr="004C3E92">
        <w:t>seule</w:t>
      </w:r>
      <w:r w:rsidR="004A4993">
        <w:t xml:space="preserve">, </w:t>
      </w:r>
      <w:r w:rsidRPr="004C3E92">
        <w:t>devant la maison</w:t>
      </w:r>
      <w:r w:rsidR="004A4993">
        <w:t xml:space="preserve">, </w:t>
      </w:r>
      <w:r w:rsidRPr="004C3E92">
        <w:t>le dernier soir qu</w:t>
      </w:r>
      <w:r w:rsidR="004A4993">
        <w:t>’</w:t>
      </w:r>
      <w:r w:rsidRPr="004C3E92">
        <w:t>elles y passèrent</w:t>
      </w:r>
      <w:r w:rsidR="004A4993">
        <w:t xml:space="preserve">, </w:t>
      </w:r>
      <w:r w:rsidRPr="004C3E92">
        <w:t>quand cesserai-je de te regre</w:t>
      </w:r>
      <w:r w:rsidRPr="004C3E92">
        <w:t>t</w:t>
      </w:r>
      <w:r w:rsidRPr="004C3E92">
        <w:t>ter</w:t>
      </w:r>
      <w:r w:rsidR="004A4993">
        <w:t xml:space="preserve"> ? </w:t>
      </w:r>
      <w:r w:rsidRPr="004C3E92">
        <w:t>Quand apprendrai-je à sentir que j</w:t>
      </w:r>
      <w:r w:rsidR="004A4993">
        <w:t>’</w:t>
      </w:r>
      <w:r w:rsidRPr="004C3E92">
        <w:t>ai un foyer en un autre lieu</w:t>
      </w:r>
      <w:r w:rsidR="004A4993">
        <w:t xml:space="preserve"> ? </w:t>
      </w:r>
      <w:r w:rsidRPr="004C3E92">
        <w:t>Ô maison heureuse</w:t>
      </w:r>
      <w:r w:rsidR="004A4993">
        <w:t xml:space="preserve">, </w:t>
      </w:r>
      <w:r w:rsidRPr="004C3E92">
        <w:t>si tu pouvais savoir ce que je souffre en te contemplant maintenant de cet endroit</w:t>
      </w:r>
      <w:r w:rsidR="004A4993">
        <w:t xml:space="preserve">, </w:t>
      </w:r>
      <w:r w:rsidRPr="004C3E92">
        <w:t>d</w:t>
      </w:r>
      <w:r w:rsidR="004A4993">
        <w:t>’</w:t>
      </w:r>
      <w:r w:rsidRPr="004C3E92">
        <w:t>où peut-être je ne pourrai plus te contempler</w:t>
      </w:r>
      <w:r w:rsidR="004A4993">
        <w:t xml:space="preserve"> ! </w:t>
      </w:r>
      <w:r w:rsidRPr="004C3E92">
        <w:t>Et vous</w:t>
      </w:r>
      <w:r w:rsidR="004A4993">
        <w:t xml:space="preserve">, </w:t>
      </w:r>
      <w:r w:rsidRPr="004C3E92">
        <w:t>arbres si bien connus</w:t>
      </w:r>
      <w:r w:rsidR="004A4993">
        <w:t xml:space="preserve"> ! </w:t>
      </w:r>
      <w:r w:rsidRPr="004C3E92">
        <w:t>Mais vous persisterez</w:t>
      </w:r>
      <w:r w:rsidR="004A4993">
        <w:t xml:space="preserve">, </w:t>
      </w:r>
      <w:r w:rsidRPr="004C3E92">
        <w:t>toujours pareils</w:t>
      </w:r>
      <w:r w:rsidR="004A4993">
        <w:t xml:space="preserve"> ! </w:t>
      </w:r>
      <w:r w:rsidRPr="004C3E92">
        <w:t>Nulle feuille ne se fl</w:t>
      </w:r>
      <w:r w:rsidRPr="004C3E92">
        <w:t>é</w:t>
      </w:r>
      <w:r w:rsidRPr="004C3E92">
        <w:t>trira parce que nous serons partis</w:t>
      </w:r>
      <w:r w:rsidR="004A4993">
        <w:t xml:space="preserve">, </w:t>
      </w:r>
      <w:r w:rsidRPr="004C3E92">
        <w:t>et nulle branche ne s</w:t>
      </w:r>
      <w:r w:rsidR="004A4993">
        <w:t>’</w:t>
      </w:r>
      <w:r w:rsidRPr="004C3E92">
        <w:t>immobilisera</w:t>
      </w:r>
      <w:r w:rsidR="004A4993">
        <w:t xml:space="preserve">, </w:t>
      </w:r>
      <w:r w:rsidRPr="004C3E92">
        <w:t>bien que nous ne puissions plus vous observer</w:t>
      </w:r>
      <w:r w:rsidR="004A4993">
        <w:t xml:space="preserve"> ! </w:t>
      </w:r>
      <w:r w:rsidRPr="004C3E92">
        <w:t>Non</w:t>
      </w:r>
      <w:r w:rsidR="004A4993">
        <w:t xml:space="preserve">, </w:t>
      </w:r>
      <w:r w:rsidRPr="004C3E92">
        <w:t>vous persisterez</w:t>
      </w:r>
      <w:r w:rsidR="004A4993">
        <w:t xml:space="preserve">, </w:t>
      </w:r>
      <w:r w:rsidRPr="004C3E92">
        <w:t>toujours pareils</w:t>
      </w:r>
      <w:r w:rsidR="004A4993">
        <w:t xml:space="preserve">, </w:t>
      </w:r>
      <w:r w:rsidRPr="004C3E92">
        <w:t>inconscients du plaisir ou des regrets que vous causez</w:t>
      </w:r>
      <w:r w:rsidR="004A4993">
        <w:t xml:space="preserve">, </w:t>
      </w:r>
      <w:r w:rsidRPr="004C3E92">
        <w:t>et insensibles à tout chang</w:t>
      </w:r>
      <w:r w:rsidRPr="004C3E92">
        <w:t>e</w:t>
      </w:r>
      <w:r w:rsidRPr="004C3E92">
        <w:t>ment chez ceux qui marchent sous vos ombrages</w:t>
      </w:r>
      <w:r w:rsidR="004A4993">
        <w:t xml:space="preserve"> ! </w:t>
      </w:r>
      <w:r w:rsidRPr="004C3E92">
        <w:t>Mais qui d</w:t>
      </w:r>
      <w:r w:rsidRPr="004C3E92">
        <w:t>e</w:t>
      </w:r>
      <w:r w:rsidRPr="004C3E92">
        <w:t>meurera pour jouir de vous</w:t>
      </w:r>
      <w:r w:rsidR="004A4993">
        <w:t> ? »</w:t>
      </w:r>
    </w:p>
    <w:p w14:paraId="32073DAE" w14:textId="2738C32C" w:rsidR="008C5C61" w:rsidRPr="004C3E92" w:rsidRDefault="008C5C61" w:rsidP="004A4993">
      <w:pPr>
        <w:pStyle w:val="Titre1"/>
      </w:pPr>
      <w:bookmarkStart w:id="5" w:name="_Toc196409790"/>
      <w:r w:rsidRPr="004C3E92">
        <w:lastRenderedPageBreak/>
        <w:t>CHAPITRE VI</w:t>
      </w:r>
      <w:bookmarkEnd w:id="5"/>
      <w:r w:rsidRPr="004C3E92">
        <w:br/>
      </w:r>
    </w:p>
    <w:p w14:paraId="1737E62F" w14:textId="77777777" w:rsidR="004A4993" w:rsidRDefault="008C5C61" w:rsidP="004A4993">
      <w:r w:rsidRPr="004C3E92">
        <w:t>La première partie de leur voyage s</w:t>
      </w:r>
      <w:r w:rsidR="004A4993">
        <w:t>’</w:t>
      </w:r>
      <w:r w:rsidRPr="004C3E92">
        <w:t>effectua dans un état d</w:t>
      </w:r>
      <w:r w:rsidR="004A4993">
        <w:t>’</w:t>
      </w:r>
      <w:r w:rsidRPr="004C3E92">
        <w:t>esprit trop mélancolique pour qu</w:t>
      </w:r>
      <w:r w:rsidR="004A4993">
        <w:t>’</w:t>
      </w:r>
      <w:r w:rsidRPr="004C3E92">
        <w:t>elle fût autre qu</w:t>
      </w:r>
      <w:r w:rsidR="004A4993">
        <w:t>’</w:t>
      </w:r>
      <w:r w:rsidRPr="004C3E92">
        <w:t>ennuyeuse et déplaisante</w:t>
      </w:r>
      <w:r w:rsidR="004A4993">
        <w:t xml:space="preserve">. </w:t>
      </w:r>
      <w:r w:rsidRPr="004C3E92">
        <w:t>Mais à mesure qu</w:t>
      </w:r>
      <w:r w:rsidR="004A4993">
        <w:t>’</w:t>
      </w:r>
      <w:r w:rsidRPr="004C3E92">
        <w:t>elles s</w:t>
      </w:r>
      <w:r w:rsidR="004A4993">
        <w:t>’</w:t>
      </w:r>
      <w:r w:rsidRPr="004C3E92">
        <w:t>approchaient de sa fin</w:t>
      </w:r>
      <w:r w:rsidR="004A4993">
        <w:t xml:space="preserve">, </w:t>
      </w:r>
      <w:r w:rsidRPr="004C3E92">
        <w:t>l</w:t>
      </w:r>
      <w:r w:rsidR="004A4993">
        <w:t>’</w:t>
      </w:r>
      <w:r w:rsidRPr="004C3E92">
        <w:t>intérêt qu</w:t>
      </w:r>
      <w:r w:rsidR="004A4993">
        <w:t>’</w:t>
      </w:r>
      <w:r w:rsidRPr="004C3E92">
        <w:t>elles prirent à l</w:t>
      </w:r>
      <w:r w:rsidR="004A4993">
        <w:t>’</w:t>
      </w:r>
      <w:r w:rsidRPr="004C3E92">
        <w:t>aspect d</w:t>
      </w:r>
      <w:r w:rsidR="004A4993">
        <w:t>’</w:t>
      </w:r>
      <w:r w:rsidRPr="004C3E92">
        <w:t>une région qu</w:t>
      </w:r>
      <w:r w:rsidR="004A4993">
        <w:t>’</w:t>
      </w:r>
      <w:r w:rsidRPr="004C3E92">
        <w:t>elles devaient habiter surmonta leur abattement</w:t>
      </w:r>
      <w:r w:rsidR="004A4993">
        <w:t xml:space="preserve">, </w:t>
      </w:r>
      <w:r w:rsidRPr="004C3E92">
        <w:t>et une vue de la vallée de Barton</w:t>
      </w:r>
      <w:r w:rsidR="004A4993">
        <w:t xml:space="preserve">, </w:t>
      </w:r>
      <w:r w:rsidRPr="004C3E92">
        <w:t>au moment où elles y pénétrèrent</w:t>
      </w:r>
      <w:r w:rsidR="004A4993">
        <w:t xml:space="preserve">, </w:t>
      </w:r>
      <w:r w:rsidRPr="004C3E92">
        <w:t>leur apporta de l</w:t>
      </w:r>
      <w:r w:rsidR="004A4993">
        <w:t>’</w:t>
      </w:r>
      <w:r w:rsidRPr="004C3E92">
        <w:t>entrain</w:t>
      </w:r>
      <w:r w:rsidR="004A4993">
        <w:t xml:space="preserve">. </w:t>
      </w:r>
      <w:r w:rsidRPr="004C3E92">
        <w:t>C</w:t>
      </w:r>
      <w:r w:rsidR="004A4993">
        <w:t>’</w:t>
      </w:r>
      <w:r w:rsidRPr="004C3E92">
        <w:t>était un lieu agréable et fertile</w:t>
      </w:r>
      <w:r w:rsidR="004A4993">
        <w:t xml:space="preserve">, </w:t>
      </w:r>
      <w:r w:rsidRPr="004C3E92">
        <w:t>bien boisé et riche en pâturages</w:t>
      </w:r>
      <w:r w:rsidR="004A4993">
        <w:t xml:space="preserve">. </w:t>
      </w:r>
      <w:r w:rsidRPr="004C3E92">
        <w:t>Après l</w:t>
      </w:r>
      <w:r w:rsidR="004A4993">
        <w:t>’</w:t>
      </w:r>
      <w:r w:rsidRPr="004C3E92">
        <w:t>avoir parcouru en serpentant sur plus d</w:t>
      </w:r>
      <w:r w:rsidR="004A4993">
        <w:t>’</w:t>
      </w:r>
      <w:r w:rsidRPr="004C3E92">
        <w:t>un mille</w:t>
      </w:r>
      <w:r w:rsidR="004A4993">
        <w:t xml:space="preserve">, </w:t>
      </w:r>
      <w:r w:rsidRPr="004C3E92">
        <w:t>elles atteignirent leur propre maison</w:t>
      </w:r>
      <w:r w:rsidR="004A4993">
        <w:t xml:space="preserve">. </w:t>
      </w:r>
      <w:r w:rsidRPr="004C3E92">
        <w:t>Une petite pelouse verte constituait la totalité de leur domaine</w:t>
      </w:r>
      <w:r w:rsidR="004A4993">
        <w:t xml:space="preserve">, </w:t>
      </w:r>
      <w:r w:rsidRPr="004C3E92">
        <w:t>en façade</w:t>
      </w:r>
      <w:r w:rsidR="004A4993">
        <w:t xml:space="preserve"> ; </w:t>
      </w:r>
      <w:r w:rsidRPr="004C3E92">
        <w:t>et une barrière à claire-voie</w:t>
      </w:r>
      <w:r w:rsidR="004A4993">
        <w:t xml:space="preserve">, </w:t>
      </w:r>
      <w:r w:rsidRPr="004C3E92">
        <w:t>bien propre</w:t>
      </w:r>
      <w:r w:rsidR="004A4993">
        <w:t xml:space="preserve">, </w:t>
      </w:r>
      <w:r w:rsidRPr="004C3E92">
        <w:t>leur y donna accès</w:t>
      </w:r>
      <w:r w:rsidR="004A4993">
        <w:t>.</w:t>
      </w:r>
    </w:p>
    <w:p w14:paraId="7CA04772" w14:textId="77777777" w:rsidR="004A4993" w:rsidRDefault="008C5C61" w:rsidP="004A4993">
      <w:r w:rsidRPr="004C3E92">
        <w:t>En tant que maison</w:t>
      </w:r>
      <w:r w:rsidR="004A4993">
        <w:t xml:space="preserve">, </w:t>
      </w:r>
      <w:r w:rsidRPr="004C3E92">
        <w:t>Barton Cottage</w:t>
      </w:r>
      <w:r w:rsidR="004A4993">
        <w:t xml:space="preserve">, </w:t>
      </w:r>
      <w:r w:rsidRPr="004C3E92">
        <w:t>bien que petite</w:t>
      </w:r>
      <w:r w:rsidR="004A4993">
        <w:t xml:space="preserve">, </w:t>
      </w:r>
      <w:r w:rsidRPr="004C3E92">
        <w:t>était confortable et resserrée</w:t>
      </w:r>
      <w:r w:rsidR="004A4993">
        <w:t xml:space="preserve"> ; </w:t>
      </w:r>
      <w:r w:rsidRPr="004C3E92">
        <w:t>mais en tant que chaumière</w:t>
      </w:r>
      <w:r w:rsidR="004A4993">
        <w:t xml:space="preserve">, </w:t>
      </w:r>
      <w:r w:rsidRPr="004C3E92">
        <w:t>elle était défectueuse</w:t>
      </w:r>
      <w:r w:rsidR="004A4993">
        <w:t xml:space="preserve">, </w:t>
      </w:r>
      <w:r w:rsidRPr="004C3E92">
        <w:t>car le bâtiment était de forme régulière</w:t>
      </w:r>
      <w:r w:rsidR="004A4993">
        <w:t xml:space="preserve">, </w:t>
      </w:r>
      <w:r w:rsidRPr="004C3E92">
        <w:t>le toit était couvert en tuiles</w:t>
      </w:r>
      <w:r w:rsidR="004A4993">
        <w:t xml:space="preserve">, </w:t>
      </w:r>
      <w:r w:rsidRPr="004C3E92">
        <w:t>les volets des fenêtres n</w:t>
      </w:r>
      <w:r w:rsidR="004A4993">
        <w:t>’</w:t>
      </w:r>
      <w:r w:rsidRPr="004C3E92">
        <w:t>étaient pas peints en vert</w:t>
      </w:r>
      <w:r w:rsidR="004A4993">
        <w:t xml:space="preserve">, </w:t>
      </w:r>
      <w:r w:rsidRPr="004C3E92">
        <w:t>pas plus que les murs n</w:t>
      </w:r>
      <w:r w:rsidR="004A4993">
        <w:t>’</w:t>
      </w:r>
      <w:r w:rsidRPr="004C3E92">
        <w:t>étaient couverts de chèvrefeuille</w:t>
      </w:r>
      <w:r w:rsidR="004A4993">
        <w:t xml:space="preserve">. </w:t>
      </w:r>
      <w:r w:rsidRPr="004C3E92">
        <w:t>Un couloir étroit menait directement</w:t>
      </w:r>
      <w:r w:rsidR="004A4993">
        <w:t xml:space="preserve">, </w:t>
      </w:r>
      <w:r w:rsidRPr="004C3E92">
        <w:t>au travers de la maison</w:t>
      </w:r>
      <w:r w:rsidR="004A4993">
        <w:t xml:space="preserve">, </w:t>
      </w:r>
      <w:r w:rsidRPr="004C3E92">
        <w:t>dans le jardin à l</w:t>
      </w:r>
      <w:r w:rsidR="004A4993">
        <w:t>’</w:t>
      </w:r>
      <w:r w:rsidRPr="004C3E92">
        <w:t>arrière</w:t>
      </w:r>
      <w:r w:rsidR="004A4993">
        <w:t xml:space="preserve">. </w:t>
      </w:r>
      <w:r w:rsidRPr="004C3E92">
        <w:t>De part et d</w:t>
      </w:r>
      <w:r w:rsidR="004A4993">
        <w:t>’</w:t>
      </w:r>
      <w:r w:rsidRPr="004C3E92">
        <w:t>autre de l</w:t>
      </w:r>
      <w:r w:rsidR="004A4993">
        <w:t>’</w:t>
      </w:r>
      <w:r w:rsidRPr="004C3E92">
        <w:t>entrée il y avait un petit salon</w:t>
      </w:r>
      <w:r w:rsidR="004A4993">
        <w:t xml:space="preserve">, </w:t>
      </w:r>
      <w:r w:rsidRPr="004C3E92">
        <w:t>d</w:t>
      </w:r>
      <w:r w:rsidR="004A4993">
        <w:t>’</w:t>
      </w:r>
      <w:r w:rsidRPr="004C3E92">
        <w:t>environ seize pieds de côté</w:t>
      </w:r>
      <w:r w:rsidR="004A4993">
        <w:t xml:space="preserve"> ; </w:t>
      </w:r>
      <w:r w:rsidRPr="004C3E92">
        <w:t>et plus loin il y avait les communs et l</w:t>
      </w:r>
      <w:r w:rsidR="004A4993">
        <w:t>’</w:t>
      </w:r>
      <w:r w:rsidRPr="004C3E92">
        <w:t>escalier</w:t>
      </w:r>
      <w:r w:rsidR="004A4993">
        <w:t xml:space="preserve">. </w:t>
      </w:r>
      <w:r w:rsidRPr="004C3E92">
        <w:t>Quatre chambres à coucher et deux mansardes constituaient le reste de la maison</w:t>
      </w:r>
      <w:r w:rsidR="004A4993">
        <w:t xml:space="preserve">. </w:t>
      </w:r>
      <w:r w:rsidRPr="004C3E92">
        <w:t>Il n</w:t>
      </w:r>
      <w:r w:rsidR="004A4993">
        <w:t>’</w:t>
      </w:r>
      <w:r w:rsidRPr="004C3E92">
        <w:t>y avait pas beaucoup d</w:t>
      </w:r>
      <w:r w:rsidR="004A4993">
        <w:t>’</w:t>
      </w:r>
      <w:r w:rsidRPr="004C3E92">
        <w:t>années qu</w:t>
      </w:r>
      <w:r w:rsidR="004A4993">
        <w:t>’</w:t>
      </w:r>
      <w:r w:rsidRPr="004C3E92">
        <w:t>elle avait été construite</w:t>
      </w:r>
      <w:r w:rsidR="004A4993">
        <w:t xml:space="preserve">, </w:t>
      </w:r>
      <w:r w:rsidRPr="004C3E92">
        <w:t>et elle était en bon état d</w:t>
      </w:r>
      <w:r w:rsidR="004A4993">
        <w:t>’</w:t>
      </w:r>
      <w:r w:rsidRPr="004C3E92">
        <w:t>entretien</w:t>
      </w:r>
      <w:r w:rsidR="004A4993">
        <w:t xml:space="preserve">. </w:t>
      </w:r>
      <w:r w:rsidRPr="004C3E92">
        <w:t xml:space="preserve">En comparaison avec </w:t>
      </w:r>
      <w:proofErr w:type="spellStart"/>
      <w:r w:rsidRPr="004C3E92">
        <w:t>Norland</w:t>
      </w:r>
      <w:proofErr w:type="spellEnd"/>
      <w:r w:rsidR="004A4993">
        <w:t xml:space="preserve">, </w:t>
      </w:r>
      <w:r w:rsidRPr="004C3E92">
        <w:t>elle était certes pauvre et petite</w:t>
      </w:r>
      <w:r w:rsidR="004A4993">
        <w:t xml:space="preserve"> ; </w:t>
      </w:r>
      <w:r w:rsidRPr="004C3E92">
        <w:t>mais les larmes que suscita le souvenir lorsqu</w:t>
      </w:r>
      <w:r w:rsidR="004A4993">
        <w:t>’</w:t>
      </w:r>
      <w:r w:rsidRPr="004C3E92">
        <w:t>elles entrèrent dans la maison furent bientôt séchées</w:t>
      </w:r>
      <w:r w:rsidR="004A4993">
        <w:t xml:space="preserve">. </w:t>
      </w:r>
      <w:r w:rsidRPr="004C3E92">
        <w:t>E</w:t>
      </w:r>
      <w:r w:rsidRPr="004C3E92">
        <w:t>l</w:t>
      </w:r>
      <w:r w:rsidRPr="004C3E92">
        <w:t>les furent ragaillardies par la joie des domestiques à leur arr</w:t>
      </w:r>
      <w:r w:rsidRPr="004C3E92">
        <w:t>i</w:t>
      </w:r>
      <w:r w:rsidRPr="004C3E92">
        <w:t>vée</w:t>
      </w:r>
      <w:r w:rsidR="004A4993">
        <w:t xml:space="preserve">, </w:t>
      </w:r>
      <w:r w:rsidRPr="004C3E92">
        <w:t>et chacune d</w:t>
      </w:r>
      <w:r w:rsidR="004A4993">
        <w:t>’</w:t>
      </w:r>
      <w:r w:rsidRPr="004C3E92">
        <w:t>elles</w:t>
      </w:r>
      <w:r w:rsidR="004A4993">
        <w:t xml:space="preserve">, </w:t>
      </w:r>
      <w:r w:rsidRPr="004C3E92">
        <w:t xml:space="preserve">par </w:t>
      </w:r>
      <w:r w:rsidRPr="004C3E92">
        <w:lastRenderedPageBreak/>
        <w:t>égard pour les autres</w:t>
      </w:r>
      <w:r w:rsidR="004A4993">
        <w:t xml:space="preserve">, </w:t>
      </w:r>
      <w:r w:rsidRPr="004C3E92">
        <w:t>résolut de paraître heureuse</w:t>
      </w:r>
      <w:r w:rsidR="004A4993">
        <w:t xml:space="preserve">. </w:t>
      </w:r>
      <w:r w:rsidRPr="004C3E92">
        <w:t>On était tout au début de septembre</w:t>
      </w:r>
      <w:r w:rsidR="004A4993">
        <w:t xml:space="preserve"> ; </w:t>
      </w:r>
      <w:r w:rsidRPr="004C3E92">
        <w:t>la sa</w:t>
      </w:r>
      <w:r w:rsidRPr="004C3E92">
        <w:t>i</w:t>
      </w:r>
      <w:r w:rsidRPr="004C3E92">
        <w:t>son était belle</w:t>
      </w:r>
      <w:r w:rsidR="004A4993">
        <w:t xml:space="preserve">, </w:t>
      </w:r>
      <w:r w:rsidRPr="004C3E92">
        <w:t>et de ce que leur première vue des lieux eût joui de l</w:t>
      </w:r>
      <w:r w:rsidR="004A4993">
        <w:t>’</w:t>
      </w:r>
      <w:r w:rsidRPr="004C3E92">
        <w:t>avantage du beau temps</w:t>
      </w:r>
      <w:r w:rsidR="004A4993">
        <w:t xml:space="preserve">, </w:t>
      </w:r>
      <w:r w:rsidRPr="004C3E92">
        <w:t>elles en reçurent une impression favorable</w:t>
      </w:r>
      <w:r w:rsidR="004A4993">
        <w:t xml:space="preserve">, </w:t>
      </w:r>
      <w:r w:rsidRPr="004C3E92">
        <w:t>qui leur fut fort utile à les recommander à leur a</w:t>
      </w:r>
      <w:r w:rsidRPr="004C3E92">
        <w:t>p</w:t>
      </w:r>
      <w:r w:rsidRPr="004C3E92">
        <w:t>probation durable</w:t>
      </w:r>
      <w:r w:rsidR="004A4993">
        <w:t>.</w:t>
      </w:r>
    </w:p>
    <w:p w14:paraId="14BD705A" w14:textId="77777777" w:rsidR="004A4993" w:rsidRDefault="008C5C61" w:rsidP="004A4993">
      <w:r w:rsidRPr="004C3E92">
        <w:t>La maison était bien située</w:t>
      </w:r>
      <w:r w:rsidR="004A4993">
        <w:t xml:space="preserve">. </w:t>
      </w:r>
      <w:r w:rsidRPr="004C3E92">
        <w:t>De hautes collines s</w:t>
      </w:r>
      <w:r w:rsidR="004A4993">
        <w:t>’</w:t>
      </w:r>
      <w:r w:rsidRPr="004C3E92">
        <w:t>élevaient immédiatement derrière</w:t>
      </w:r>
      <w:r w:rsidR="004A4993">
        <w:t xml:space="preserve">, </w:t>
      </w:r>
      <w:r w:rsidRPr="004C3E92">
        <w:t>et à peu de distance de chaque côté</w:t>
      </w:r>
      <w:r w:rsidR="004A4993">
        <w:t xml:space="preserve">, </w:t>
      </w:r>
      <w:r w:rsidRPr="004C3E92">
        <w:t>des collines dont quelques-unes étaient à l</w:t>
      </w:r>
      <w:r w:rsidR="004A4993">
        <w:t>’</w:t>
      </w:r>
      <w:r w:rsidRPr="004C3E92">
        <w:t>état de prairies o</w:t>
      </w:r>
      <w:r w:rsidRPr="004C3E92">
        <w:t>u</w:t>
      </w:r>
      <w:r w:rsidRPr="004C3E92">
        <w:t>vertes</w:t>
      </w:r>
      <w:r w:rsidR="004A4993">
        <w:t xml:space="preserve">, </w:t>
      </w:r>
      <w:r w:rsidRPr="004C3E92">
        <w:t>les autres cultivées et boisées</w:t>
      </w:r>
      <w:r w:rsidR="004A4993">
        <w:t xml:space="preserve">. </w:t>
      </w:r>
      <w:r w:rsidRPr="004C3E92">
        <w:t>Le village de Barton s</w:t>
      </w:r>
      <w:r w:rsidR="004A4993">
        <w:t>’</w:t>
      </w:r>
      <w:r w:rsidRPr="004C3E92">
        <w:t>élevait principalement sur une de ces collines et constituait une vue agréable</w:t>
      </w:r>
      <w:r w:rsidR="004A4993">
        <w:t xml:space="preserve">, </w:t>
      </w:r>
      <w:r w:rsidRPr="004C3E92">
        <w:t>des fenêtres de la maisonnette</w:t>
      </w:r>
      <w:r w:rsidR="004A4993">
        <w:t xml:space="preserve">. </w:t>
      </w:r>
      <w:r w:rsidRPr="004C3E92">
        <w:t>La perspective en façade était plus étendue</w:t>
      </w:r>
      <w:r w:rsidR="004A4993">
        <w:t xml:space="preserve"> : </w:t>
      </w:r>
      <w:r w:rsidRPr="004C3E92">
        <w:t>elle commandait l</w:t>
      </w:r>
      <w:r w:rsidR="004A4993">
        <w:t>’</w:t>
      </w:r>
      <w:r w:rsidRPr="004C3E92">
        <w:t>ensemble de la vallée</w:t>
      </w:r>
      <w:r w:rsidR="004A4993">
        <w:t xml:space="preserve">, </w:t>
      </w:r>
      <w:r w:rsidRPr="004C3E92">
        <w:t>et atteignait jusqu</w:t>
      </w:r>
      <w:r w:rsidR="004A4993">
        <w:t>’</w:t>
      </w:r>
      <w:r w:rsidRPr="004C3E92">
        <w:t xml:space="preserve">à la campagne </w:t>
      </w:r>
      <w:proofErr w:type="spellStart"/>
      <w:r w:rsidRPr="004C3E92">
        <w:t>au delà</w:t>
      </w:r>
      <w:proofErr w:type="spellEnd"/>
      <w:r w:rsidR="004A4993">
        <w:t xml:space="preserve">. </w:t>
      </w:r>
      <w:r w:rsidRPr="004C3E92">
        <w:t>Les collines qui entouraient la maison terminaient la vallée dans cette dire</w:t>
      </w:r>
      <w:r w:rsidRPr="004C3E92">
        <w:t>c</w:t>
      </w:r>
      <w:r w:rsidRPr="004C3E92">
        <w:t>tion</w:t>
      </w:r>
      <w:r w:rsidR="004A4993">
        <w:t xml:space="preserve"> ; </w:t>
      </w:r>
      <w:r w:rsidRPr="004C3E92">
        <w:t>sous un autre nom</w:t>
      </w:r>
      <w:r w:rsidR="004A4993">
        <w:t xml:space="preserve">, </w:t>
      </w:r>
      <w:r w:rsidRPr="004C3E92">
        <w:t>et dans une autre direction</w:t>
      </w:r>
      <w:r w:rsidR="004A4993">
        <w:t xml:space="preserve">, </w:t>
      </w:r>
      <w:r w:rsidRPr="004C3E92">
        <w:t>elle se ramifiait entre deux des plus escarpées d</w:t>
      </w:r>
      <w:r w:rsidR="004A4993">
        <w:t>’</w:t>
      </w:r>
      <w:r w:rsidRPr="004C3E92">
        <w:t>entre elles</w:t>
      </w:r>
      <w:r w:rsidR="004A4993">
        <w:t>.</w:t>
      </w:r>
    </w:p>
    <w:p w14:paraId="736D0A46" w14:textId="2BE1E93C" w:rsidR="004A4993" w:rsidRDefault="008C5C61" w:rsidP="004A4993">
      <w:r w:rsidRPr="004C3E92">
        <w:t>Mrs</w:t>
      </w:r>
      <w:r w:rsidR="004A4993">
        <w:t xml:space="preserve">. </w:t>
      </w:r>
      <w:proofErr w:type="spellStart"/>
      <w:r w:rsidRPr="004C3E92">
        <w:t>Dashwood</w:t>
      </w:r>
      <w:proofErr w:type="spellEnd"/>
      <w:r w:rsidRPr="004C3E92">
        <w:t xml:space="preserve"> fut</w:t>
      </w:r>
      <w:r w:rsidR="004A4993">
        <w:t xml:space="preserve">, </w:t>
      </w:r>
      <w:r w:rsidRPr="004C3E92">
        <w:t>dans l</w:t>
      </w:r>
      <w:r w:rsidR="004A4993">
        <w:t>’</w:t>
      </w:r>
      <w:r w:rsidRPr="004C3E92">
        <w:t>ensemble</w:t>
      </w:r>
      <w:r w:rsidR="004A4993">
        <w:t xml:space="preserve">, </w:t>
      </w:r>
      <w:r w:rsidRPr="004C3E92">
        <w:t>fort satisfaite des d</w:t>
      </w:r>
      <w:r w:rsidRPr="004C3E92">
        <w:t>i</w:t>
      </w:r>
      <w:r w:rsidRPr="004C3E92">
        <w:t>mensions et des meubles de la maison</w:t>
      </w:r>
      <w:r w:rsidR="004A4993">
        <w:t xml:space="preserve"> ; </w:t>
      </w:r>
      <w:r w:rsidRPr="004C3E92">
        <w:t>car bien que son genre de vie antérieur rendît indispensables de nombreuses additions à ces derniers</w:t>
      </w:r>
      <w:r w:rsidR="004A4993">
        <w:t xml:space="preserve">, </w:t>
      </w:r>
      <w:r w:rsidRPr="004C3E92">
        <w:t>ce lui était une joie de compléter et d</w:t>
      </w:r>
      <w:r w:rsidR="004A4993">
        <w:t>’</w:t>
      </w:r>
      <w:r w:rsidRPr="004C3E92">
        <w:t>améliorer</w:t>
      </w:r>
      <w:r w:rsidR="004A4993">
        <w:t xml:space="preserve"> ; </w:t>
      </w:r>
      <w:r w:rsidRPr="004C3E92">
        <w:t>et elle avait à cette époque suffisamment d</w:t>
      </w:r>
      <w:r w:rsidR="004A4993">
        <w:t>’</w:t>
      </w:r>
      <w:r w:rsidRPr="004C3E92">
        <w:t>argent liquide pour faire face à tout ce qui manquait</w:t>
      </w:r>
      <w:r w:rsidR="004A4993">
        <w:t xml:space="preserve">, </w:t>
      </w:r>
      <w:r w:rsidRPr="004C3E92">
        <w:t>en fait de surcroît d</w:t>
      </w:r>
      <w:r w:rsidR="004A4993">
        <w:t>’</w:t>
      </w:r>
      <w:r w:rsidRPr="004C3E92">
        <w:t>élégance</w:t>
      </w:r>
      <w:r w:rsidR="004A4993">
        <w:t xml:space="preserve">, </w:t>
      </w:r>
      <w:r w:rsidRPr="004C3E92">
        <w:t>aux appartements</w:t>
      </w:r>
      <w:r w:rsidR="004A4993">
        <w:t>. « </w:t>
      </w:r>
      <w:r w:rsidRPr="004C3E92">
        <w:t>Quant à la maison elle-même</w:t>
      </w:r>
      <w:r w:rsidR="004A4993">
        <w:t xml:space="preserve">, </w:t>
      </w:r>
      <w:r w:rsidRPr="004C3E92">
        <w:t>certes</w:t>
      </w:r>
      <w:r w:rsidR="004A4993">
        <w:t xml:space="preserve">, </w:t>
      </w:r>
      <w:r w:rsidRPr="004C3E92">
        <w:t>dit-elle</w:t>
      </w:r>
      <w:r w:rsidR="004A4993">
        <w:t xml:space="preserve">, </w:t>
      </w:r>
      <w:r w:rsidRPr="004C3E92">
        <w:t>elle est trop petite pour notre famille</w:t>
      </w:r>
      <w:r w:rsidR="004A4993">
        <w:t xml:space="preserve"> ; </w:t>
      </w:r>
      <w:r w:rsidRPr="004C3E92">
        <w:t>mais nous nous y installerons raisonnablement à l</w:t>
      </w:r>
      <w:r w:rsidR="004A4993">
        <w:t>’</w:t>
      </w:r>
      <w:r w:rsidRPr="004C3E92">
        <w:t>aise pour le moment</w:t>
      </w:r>
      <w:r w:rsidR="004A4993">
        <w:t xml:space="preserve">, </w:t>
      </w:r>
      <w:r w:rsidRPr="004C3E92">
        <w:t>car il est trop tard dans l</w:t>
      </w:r>
      <w:r w:rsidR="004A4993">
        <w:t>’</w:t>
      </w:r>
      <w:r w:rsidRPr="004C3E92">
        <w:t>année pour effectuer des travaux d</w:t>
      </w:r>
      <w:r w:rsidR="004A4993">
        <w:t>’</w:t>
      </w:r>
      <w:r w:rsidRPr="004C3E92">
        <w:t>amélioration</w:t>
      </w:r>
      <w:r w:rsidR="004A4993">
        <w:t xml:space="preserve">. </w:t>
      </w:r>
      <w:r w:rsidRPr="004C3E92">
        <w:t>Peut-être</w:t>
      </w:r>
      <w:r w:rsidR="004A4993">
        <w:t xml:space="preserve">, </w:t>
      </w:r>
      <w:r w:rsidRPr="004C3E92">
        <w:t>au printemps</w:t>
      </w:r>
      <w:r w:rsidR="004A4993">
        <w:t xml:space="preserve">, </w:t>
      </w:r>
      <w:r w:rsidRPr="004C3E92">
        <w:t>si j</w:t>
      </w:r>
      <w:r w:rsidR="004A4993">
        <w:t>’</w:t>
      </w:r>
      <w:r w:rsidRPr="004C3E92">
        <w:t>ai assez d</w:t>
      </w:r>
      <w:r w:rsidR="004A4993">
        <w:t>’</w:t>
      </w:r>
      <w:r w:rsidRPr="004C3E92">
        <w:t>argent</w:t>
      </w:r>
      <w:r w:rsidR="004A4993">
        <w:t xml:space="preserve">, </w:t>
      </w:r>
      <w:r w:rsidRPr="004C3E92">
        <w:t>comme ce sera sans doute le cas</w:t>
      </w:r>
      <w:r w:rsidR="004A4993">
        <w:t xml:space="preserve">, </w:t>
      </w:r>
      <w:r w:rsidRPr="004C3E92">
        <w:t>pourrons-nous songer à bâtir</w:t>
      </w:r>
      <w:r w:rsidR="004A4993">
        <w:t xml:space="preserve">. </w:t>
      </w:r>
      <w:r w:rsidRPr="004C3E92">
        <w:t>Ces petits salons sont l</w:t>
      </w:r>
      <w:r w:rsidR="004A4993">
        <w:t>’</w:t>
      </w:r>
      <w:r w:rsidRPr="004C3E92">
        <w:t>un et l</w:t>
      </w:r>
      <w:r w:rsidR="004A4993">
        <w:t>’</w:t>
      </w:r>
      <w:r w:rsidRPr="004C3E92">
        <w:t>autre trop petits pour les réunions d</w:t>
      </w:r>
      <w:r w:rsidR="004A4993">
        <w:t>’</w:t>
      </w:r>
      <w:r w:rsidRPr="004C3E92">
        <w:t>amis que j</w:t>
      </w:r>
      <w:r w:rsidR="004A4993">
        <w:t>’</w:t>
      </w:r>
      <w:r w:rsidRPr="004C3E92">
        <w:t>espère voir souvent rassemblés ici</w:t>
      </w:r>
      <w:r w:rsidR="004A4993">
        <w:t xml:space="preserve"> ; </w:t>
      </w:r>
      <w:r w:rsidRPr="004C3E92">
        <w:t>et j</w:t>
      </w:r>
      <w:r w:rsidR="004A4993">
        <w:t>’</w:t>
      </w:r>
      <w:r w:rsidRPr="004C3E92">
        <w:t>ai vagu</w:t>
      </w:r>
      <w:r w:rsidRPr="004C3E92">
        <w:t>e</w:t>
      </w:r>
      <w:r w:rsidRPr="004C3E92">
        <w:t>ment l</w:t>
      </w:r>
      <w:r w:rsidR="004A4993">
        <w:t>’</w:t>
      </w:r>
      <w:r w:rsidRPr="004C3E92">
        <w:t>idée d</w:t>
      </w:r>
      <w:r w:rsidR="004A4993">
        <w:t>’</w:t>
      </w:r>
      <w:r w:rsidRPr="004C3E92">
        <w:t xml:space="preserve">incorporer le couloir </w:t>
      </w:r>
      <w:r w:rsidRPr="004C3E92">
        <w:lastRenderedPageBreak/>
        <w:t>à l</w:t>
      </w:r>
      <w:r w:rsidR="004A4993">
        <w:t>’</w:t>
      </w:r>
      <w:r w:rsidRPr="004C3E92">
        <w:t>un d</w:t>
      </w:r>
      <w:r w:rsidR="004A4993">
        <w:t>’</w:t>
      </w:r>
      <w:r w:rsidRPr="004C3E92">
        <w:t>eux avec</w:t>
      </w:r>
      <w:r w:rsidR="004A4993">
        <w:t xml:space="preserve">, </w:t>
      </w:r>
      <w:r w:rsidRPr="004C3E92">
        <w:t>peut-être</w:t>
      </w:r>
      <w:r w:rsidR="004A4993">
        <w:t xml:space="preserve">, </w:t>
      </w:r>
      <w:r w:rsidRPr="004C3E92">
        <w:t>une partie de l</w:t>
      </w:r>
      <w:r w:rsidR="004A4993">
        <w:t>’</w:t>
      </w:r>
      <w:r w:rsidRPr="004C3E92">
        <w:t>autre</w:t>
      </w:r>
      <w:r w:rsidR="004A4993">
        <w:t xml:space="preserve">, </w:t>
      </w:r>
      <w:r w:rsidRPr="004C3E92">
        <w:t>et d</w:t>
      </w:r>
      <w:r w:rsidR="004A4993">
        <w:t>’</w:t>
      </w:r>
      <w:r w:rsidRPr="004C3E92">
        <w:t>en laisser ainsi le reste pour servir d</w:t>
      </w:r>
      <w:r w:rsidR="004A4993">
        <w:t>’</w:t>
      </w:r>
      <w:r w:rsidRPr="004C3E92">
        <w:t>entrée</w:t>
      </w:r>
      <w:r w:rsidR="004A4993">
        <w:t xml:space="preserve"> ; </w:t>
      </w:r>
      <w:r w:rsidRPr="004C3E92">
        <w:t>cette transformation</w:t>
      </w:r>
      <w:r w:rsidR="004A4993">
        <w:t xml:space="preserve">, </w:t>
      </w:r>
      <w:r w:rsidRPr="004C3E92">
        <w:t>avec un nouveau salon qui pou</w:t>
      </w:r>
      <w:r w:rsidRPr="004C3E92">
        <w:t>r</w:t>
      </w:r>
      <w:r w:rsidRPr="004C3E92">
        <w:t>ra y être ajouté facilement</w:t>
      </w:r>
      <w:r w:rsidR="004A4993">
        <w:t xml:space="preserve">, </w:t>
      </w:r>
      <w:r w:rsidRPr="004C3E92">
        <w:t>et une chambre à coucher</w:t>
      </w:r>
      <w:r w:rsidR="004A4993">
        <w:t xml:space="preserve">, </w:t>
      </w:r>
      <w:r w:rsidRPr="004C3E92">
        <w:t>avec une mansarde au-dessus</w:t>
      </w:r>
      <w:r w:rsidR="004A4993">
        <w:t xml:space="preserve">, </w:t>
      </w:r>
      <w:r w:rsidRPr="004C3E92">
        <w:t>en fera une petite maison fort confortable</w:t>
      </w:r>
      <w:r w:rsidR="004A4993">
        <w:t xml:space="preserve">. </w:t>
      </w:r>
      <w:r w:rsidRPr="004C3E92">
        <w:t>Je voudrais que l</w:t>
      </w:r>
      <w:r w:rsidR="004A4993">
        <w:t>’</w:t>
      </w:r>
      <w:r w:rsidRPr="004C3E92">
        <w:t>escalier fût beau</w:t>
      </w:r>
      <w:r w:rsidR="004A4993">
        <w:t xml:space="preserve">. </w:t>
      </w:r>
      <w:r w:rsidRPr="004C3E92">
        <w:t>Mais on ne peut pas tout demander</w:t>
      </w:r>
      <w:r w:rsidR="004A4993">
        <w:t xml:space="preserve">, </w:t>
      </w:r>
      <w:r w:rsidRPr="004C3E92">
        <w:t>encore que je ne suppose pas qu</w:t>
      </w:r>
      <w:r w:rsidR="004A4993">
        <w:t>’</w:t>
      </w:r>
      <w:r w:rsidRPr="004C3E92">
        <w:t>il soit très difficile de l</w:t>
      </w:r>
      <w:r w:rsidR="004A4993">
        <w:t>’</w:t>
      </w:r>
      <w:r w:rsidRPr="004C3E92">
        <w:t>élargir</w:t>
      </w:r>
      <w:r w:rsidR="004A4993">
        <w:t xml:space="preserve">. </w:t>
      </w:r>
      <w:r w:rsidRPr="004C3E92">
        <w:t>Je verrai ce que j</w:t>
      </w:r>
      <w:r w:rsidR="004A4993">
        <w:t>’</w:t>
      </w:r>
      <w:r w:rsidRPr="004C3E92">
        <w:t>aurai devant moi au printemps</w:t>
      </w:r>
      <w:r w:rsidR="004A4993">
        <w:t xml:space="preserve">, </w:t>
      </w:r>
      <w:r w:rsidRPr="004C3E92">
        <w:t>et nous projetterons nos améliorations en conséquence</w:t>
      </w:r>
      <w:r w:rsidR="004A4993">
        <w:t>. »</w:t>
      </w:r>
    </w:p>
    <w:p w14:paraId="0B20E9CA" w14:textId="77777777" w:rsidR="004A4993" w:rsidRDefault="008C5C61" w:rsidP="004A4993">
      <w:r w:rsidRPr="004C3E92">
        <w:t>Entre temps</w:t>
      </w:r>
      <w:r w:rsidR="004A4993">
        <w:t xml:space="preserve">, </w:t>
      </w:r>
      <w:r w:rsidRPr="004C3E92">
        <w:t>en attendant que toutes ces modifications pussent être faites sur les économies à provenir d</w:t>
      </w:r>
      <w:r w:rsidR="004A4993">
        <w:t>’</w:t>
      </w:r>
      <w:r w:rsidRPr="004C3E92">
        <w:t>un revenu de cinq cents livres par an</w:t>
      </w:r>
      <w:r w:rsidR="004A4993">
        <w:t xml:space="preserve">, </w:t>
      </w:r>
      <w:r w:rsidRPr="004C3E92">
        <w:t>à effectuer par une femme qui n</w:t>
      </w:r>
      <w:r w:rsidR="004A4993">
        <w:t>’</w:t>
      </w:r>
      <w:r w:rsidRPr="004C3E92">
        <w:t>avait de sa vie rien économisé</w:t>
      </w:r>
      <w:r w:rsidR="004A4993">
        <w:t xml:space="preserve">, </w:t>
      </w:r>
      <w:r w:rsidRPr="004C3E92">
        <w:t>elles eurent la sagesse de se contenter de la maison telle qu</w:t>
      </w:r>
      <w:r w:rsidR="004A4993">
        <w:t>’</w:t>
      </w:r>
      <w:r w:rsidRPr="004C3E92">
        <w:t>elle était</w:t>
      </w:r>
      <w:r w:rsidR="004A4993">
        <w:t xml:space="preserve"> ; </w:t>
      </w:r>
      <w:r w:rsidRPr="004C3E92">
        <w:t>et chacune d</w:t>
      </w:r>
      <w:r w:rsidR="004A4993">
        <w:t>’</w:t>
      </w:r>
      <w:r w:rsidRPr="004C3E92">
        <w:t>elles fut occupée à disposer ses objets particuliers et à s</w:t>
      </w:r>
      <w:r w:rsidR="004A4993">
        <w:t>’</w:t>
      </w:r>
      <w:r w:rsidRPr="004C3E92">
        <w:t>efforcer</w:t>
      </w:r>
      <w:r w:rsidR="004A4993">
        <w:t xml:space="preserve">, </w:t>
      </w:r>
      <w:r w:rsidRPr="004C3E92">
        <w:t>en plaçant autour de soi ses livres et autres effets personnels</w:t>
      </w:r>
      <w:r w:rsidR="004A4993">
        <w:t xml:space="preserve">, </w:t>
      </w:r>
      <w:r w:rsidRPr="004C3E92">
        <w:t>de se constituer un intérieur</w:t>
      </w:r>
      <w:r w:rsidR="004A4993">
        <w:t xml:space="preserve">. </w:t>
      </w:r>
      <w:r w:rsidRPr="004C3E92">
        <w:t>Le pianoforte de Marianne fut déballé et convenabl</w:t>
      </w:r>
      <w:r w:rsidRPr="004C3E92">
        <w:t>e</w:t>
      </w:r>
      <w:r w:rsidRPr="004C3E92">
        <w:t>ment installé</w:t>
      </w:r>
      <w:r w:rsidR="004A4993">
        <w:t xml:space="preserve">, </w:t>
      </w:r>
      <w:r w:rsidRPr="004C3E92">
        <w:t>et les dessins d</w:t>
      </w:r>
      <w:r w:rsidR="004A4993">
        <w:t>’</w:t>
      </w:r>
      <w:proofErr w:type="spellStart"/>
      <w:r w:rsidRPr="004C3E92">
        <w:t>Elinor</w:t>
      </w:r>
      <w:proofErr w:type="spellEnd"/>
      <w:r w:rsidRPr="004C3E92">
        <w:t xml:space="preserve"> furent accrochés aux murs du petit salon</w:t>
      </w:r>
      <w:r w:rsidR="004A4993">
        <w:t>.</w:t>
      </w:r>
    </w:p>
    <w:p w14:paraId="3B02AC42" w14:textId="77777777" w:rsidR="004A4993" w:rsidRDefault="008C5C61" w:rsidP="004A4993">
      <w:r w:rsidRPr="004C3E92">
        <w:t>Elles furent interrompues dans leurs occupations de ce genre</w:t>
      </w:r>
      <w:r w:rsidR="004A4993">
        <w:t xml:space="preserve">, </w:t>
      </w:r>
      <w:r w:rsidRPr="004C3E92">
        <w:t>peu après le premier déjeuner</w:t>
      </w:r>
      <w:r w:rsidR="004A4993">
        <w:t xml:space="preserve">, </w:t>
      </w:r>
      <w:r w:rsidRPr="004C3E92">
        <w:t>le lendemain</w:t>
      </w:r>
      <w:r w:rsidR="004A4993">
        <w:t xml:space="preserve">, </w:t>
      </w:r>
      <w:r w:rsidRPr="004C3E92">
        <w:t>par l</w:t>
      </w:r>
      <w:r w:rsidR="004A4993">
        <w:t>’</w:t>
      </w:r>
      <w:r w:rsidRPr="004C3E92">
        <w:t>entrée de leur propriétaire</w:t>
      </w:r>
      <w:r w:rsidR="004A4993">
        <w:t xml:space="preserve">, </w:t>
      </w:r>
      <w:r w:rsidRPr="004C3E92">
        <w:t>qui se présenta pour leur souhaiter la bie</w:t>
      </w:r>
      <w:r w:rsidRPr="004C3E92">
        <w:t>n</w:t>
      </w:r>
      <w:r w:rsidRPr="004C3E92">
        <w:t>venue à Barton</w:t>
      </w:r>
      <w:r w:rsidR="004A4993">
        <w:t xml:space="preserve">, </w:t>
      </w:r>
      <w:r w:rsidRPr="004C3E92">
        <w:t>et leur offrir tout accessoire</w:t>
      </w:r>
      <w:r w:rsidR="004A4993">
        <w:t xml:space="preserve">, </w:t>
      </w:r>
      <w:r w:rsidRPr="004C3E92">
        <w:t>provenant de sa propre maison et de son jardin</w:t>
      </w:r>
      <w:r w:rsidR="004A4993">
        <w:t xml:space="preserve">, </w:t>
      </w:r>
      <w:r w:rsidRPr="004C3E92">
        <w:t>qui pouvait manquer pour le moment aux leurs</w:t>
      </w:r>
      <w:r w:rsidR="004A4993">
        <w:t xml:space="preserve">. </w:t>
      </w:r>
      <w:r w:rsidRPr="004C3E92">
        <w:t>Sir John Middleton était un homme d</w:t>
      </w:r>
      <w:r w:rsidR="004A4993">
        <w:t>’</w:t>
      </w:r>
      <w:r w:rsidRPr="004C3E92">
        <w:t>aspect agréable</w:t>
      </w:r>
      <w:r w:rsidR="004A4993">
        <w:t xml:space="preserve">, </w:t>
      </w:r>
      <w:r w:rsidRPr="004C3E92">
        <w:t>d</w:t>
      </w:r>
      <w:r w:rsidR="004A4993">
        <w:t>’</w:t>
      </w:r>
      <w:r w:rsidRPr="004C3E92">
        <w:t>une quarantaine d</w:t>
      </w:r>
      <w:r w:rsidR="004A4993">
        <w:t>’</w:t>
      </w:r>
      <w:r w:rsidRPr="004C3E92">
        <w:t>années</w:t>
      </w:r>
      <w:r w:rsidR="004A4993">
        <w:t xml:space="preserve">. </w:t>
      </w:r>
      <w:r w:rsidRPr="004C3E92">
        <w:t xml:space="preserve">Il avait jadis été reçu à </w:t>
      </w:r>
      <w:proofErr w:type="spellStart"/>
      <w:r w:rsidRPr="004C3E92">
        <w:t>Stanhill</w:t>
      </w:r>
      <w:proofErr w:type="spellEnd"/>
      <w:r w:rsidR="004A4993">
        <w:t xml:space="preserve">, </w:t>
      </w:r>
      <w:r w:rsidRPr="004C3E92">
        <w:t>mais il y avait trop longtemps de cela pour que ses je</w:t>
      </w:r>
      <w:r w:rsidRPr="004C3E92">
        <w:t>u</w:t>
      </w:r>
      <w:r w:rsidRPr="004C3E92">
        <w:t>nes cousines se souvinssent de lui</w:t>
      </w:r>
      <w:r w:rsidR="004A4993">
        <w:t xml:space="preserve">. </w:t>
      </w:r>
      <w:r w:rsidRPr="004C3E92">
        <w:t>Sa physionomie respirait la bonne humeur</w:t>
      </w:r>
      <w:r w:rsidR="004A4993">
        <w:t xml:space="preserve"> ; </w:t>
      </w:r>
      <w:r w:rsidRPr="004C3E92">
        <w:t>et ses façons étaient aussi amicales que le style de sa lettre</w:t>
      </w:r>
      <w:r w:rsidR="004A4993">
        <w:t xml:space="preserve">. </w:t>
      </w:r>
      <w:r w:rsidRPr="004C3E92">
        <w:t>Leur arrivée parut lui procurer une réelle satisfa</w:t>
      </w:r>
      <w:r w:rsidRPr="004C3E92">
        <w:t>c</w:t>
      </w:r>
      <w:r w:rsidRPr="004C3E92">
        <w:t>tion</w:t>
      </w:r>
      <w:r w:rsidR="004A4993">
        <w:t xml:space="preserve">, </w:t>
      </w:r>
      <w:r w:rsidRPr="004C3E92">
        <w:t>et leur confort semblait être pour lui un objet de sollicitude véritable</w:t>
      </w:r>
      <w:r w:rsidR="004A4993">
        <w:t xml:space="preserve">. </w:t>
      </w:r>
      <w:r w:rsidRPr="004C3E92">
        <w:t xml:space="preserve">Il parla beaucoup de son </w:t>
      </w:r>
      <w:r w:rsidRPr="004C3E92">
        <w:lastRenderedPageBreak/>
        <w:t>désir sincère de les voir vivre en excellente entente avec les siens</w:t>
      </w:r>
      <w:r w:rsidR="004A4993">
        <w:t xml:space="preserve">, </w:t>
      </w:r>
      <w:r w:rsidRPr="004C3E92">
        <w:t>et insista si cordialement pour qu</w:t>
      </w:r>
      <w:r w:rsidR="004A4993">
        <w:t>’</w:t>
      </w:r>
      <w:r w:rsidRPr="004C3E92">
        <w:t>elles vinssent dîner tous les jours à Barton Park jusqu</w:t>
      </w:r>
      <w:r w:rsidR="004A4993">
        <w:t>’</w:t>
      </w:r>
      <w:r w:rsidRPr="004C3E92">
        <w:t>à ce qu</w:t>
      </w:r>
      <w:r w:rsidR="004A4993">
        <w:t>’</w:t>
      </w:r>
      <w:r w:rsidRPr="004C3E92">
        <w:t>elles fussent mieux installées chez elles</w:t>
      </w:r>
      <w:r w:rsidR="004A4993">
        <w:t xml:space="preserve">, </w:t>
      </w:r>
      <w:r w:rsidRPr="004C3E92">
        <w:t>que</w:t>
      </w:r>
      <w:r w:rsidR="004A4993">
        <w:t xml:space="preserve">, </w:t>
      </w:r>
      <w:r w:rsidRPr="004C3E92">
        <w:t>bien que ses supplications fussent poussées avec une persévérance qui d</w:t>
      </w:r>
      <w:r w:rsidRPr="004C3E92">
        <w:t>é</w:t>
      </w:r>
      <w:r w:rsidRPr="004C3E92">
        <w:t>passait la civilité</w:t>
      </w:r>
      <w:r w:rsidR="004A4993">
        <w:t xml:space="preserve">, </w:t>
      </w:r>
      <w:r w:rsidRPr="004C3E92">
        <w:t>elles ne purent déplaire</w:t>
      </w:r>
      <w:r w:rsidR="004A4993">
        <w:t xml:space="preserve">. </w:t>
      </w:r>
      <w:r w:rsidRPr="004C3E92">
        <w:t>Son amabilité ne se borna pas aux paroles</w:t>
      </w:r>
      <w:r w:rsidR="004A4993">
        <w:t xml:space="preserve"> ; </w:t>
      </w:r>
      <w:r w:rsidRPr="004C3E92">
        <w:t>car</w:t>
      </w:r>
      <w:r w:rsidR="004A4993">
        <w:t xml:space="preserve">, </w:t>
      </w:r>
      <w:r w:rsidRPr="004C3E92">
        <w:t>moins d</w:t>
      </w:r>
      <w:r w:rsidR="004A4993">
        <w:t>’</w:t>
      </w:r>
      <w:r w:rsidRPr="004C3E92">
        <w:t>une heure après qu</w:t>
      </w:r>
      <w:r w:rsidR="004A4993">
        <w:t>’</w:t>
      </w:r>
      <w:r w:rsidRPr="004C3E92">
        <w:t>il les eut quittées</w:t>
      </w:r>
      <w:r w:rsidR="004A4993">
        <w:t xml:space="preserve">, </w:t>
      </w:r>
      <w:r w:rsidRPr="004C3E92">
        <w:t>un grand panier rempli de produits du jardin et de fruits arriva en provenance du Park</w:t>
      </w:r>
      <w:r w:rsidR="004A4993">
        <w:t xml:space="preserve">, </w:t>
      </w:r>
      <w:r w:rsidRPr="004C3E92">
        <w:t>et il fut suivi</w:t>
      </w:r>
      <w:r w:rsidR="004A4993">
        <w:t xml:space="preserve">, </w:t>
      </w:r>
      <w:r w:rsidRPr="004C3E92">
        <w:t>avant la fin de la journée</w:t>
      </w:r>
      <w:r w:rsidR="004A4993">
        <w:t xml:space="preserve">, </w:t>
      </w:r>
      <w:r w:rsidRPr="004C3E92">
        <w:t>d</w:t>
      </w:r>
      <w:r w:rsidR="004A4993">
        <w:t>’</w:t>
      </w:r>
      <w:r w:rsidRPr="004C3E92">
        <w:t>un présent de gibier</w:t>
      </w:r>
      <w:r w:rsidR="004A4993">
        <w:t xml:space="preserve">. </w:t>
      </w:r>
      <w:r w:rsidRPr="004C3E92">
        <w:t>Il insista</w:t>
      </w:r>
      <w:r w:rsidR="004A4993">
        <w:t xml:space="preserve">, </w:t>
      </w:r>
      <w:r w:rsidRPr="004C3E92">
        <w:t>en outre</w:t>
      </w:r>
      <w:r w:rsidR="004A4993">
        <w:t xml:space="preserve">, </w:t>
      </w:r>
      <w:r w:rsidRPr="004C3E92">
        <w:t>pour leur faire porter toutes leurs lettres à destination et en provenance de la poste</w:t>
      </w:r>
      <w:r w:rsidR="004A4993">
        <w:t xml:space="preserve">, </w:t>
      </w:r>
      <w:r w:rsidRPr="004C3E92">
        <w:t>et ne voulut pas qu</w:t>
      </w:r>
      <w:r w:rsidR="004A4993">
        <w:t>’</w:t>
      </w:r>
      <w:r w:rsidRPr="004C3E92">
        <w:t>on lui refusât la satisfaction de leur envoyer tous les jours son journal</w:t>
      </w:r>
      <w:r w:rsidR="004A4993">
        <w:t>.</w:t>
      </w:r>
    </w:p>
    <w:p w14:paraId="72FC8AD4" w14:textId="77777777" w:rsidR="004A4993" w:rsidRDefault="008C5C61" w:rsidP="004A4993">
      <w:r w:rsidRPr="004C3E92">
        <w:t>Lady Middleton avait envoyé par son entremise un mess</w:t>
      </w:r>
      <w:r w:rsidRPr="004C3E92">
        <w:t>a</w:t>
      </w:r>
      <w:r w:rsidRPr="004C3E92">
        <w:t>ge fort courtois</w:t>
      </w:r>
      <w:r w:rsidR="004A4993">
        <w:t xml:space="preserve">, </w:t>
      </w:r>
      <w:r w:rsidRPr="004C3E92">
        <w:t>faisant part de son intention de rendre visite à Mrs</w:t>
      </w:r>
      <w:r w:rsidR="004A4993">
        <w:t xml:space="preserve">. </w:t>
      </w:r>
      <w:proofErr w:type="spellStart"/>
      <w:r w:rsidRPr="004C3E92">
        <w:t>Dashwood</w:t>
      </w:r>
      <w:proofErr w:type="spellEnd"/>
      <w:r w:rsidRPr="004C3E92">
        <w:t xml:space="preserve"> dès qu</w:t>
      </w:r>
      <w:r w:rsidR="004A4993">
        <w:t>’</w:t>
      </w:r>
      <w:r w:rsidRPr="004C3E92">
        <w:t>elle pourrait être sûre que cette visite ne l</w:t>
      </w:r>
      <w:r w:rsidR="004A4993">
        <w:t>’</w:t>
      </w:r>
      <w:r w:rsidRPr="004C3E92">
        <w:t>incommoderait pas</w:t>
      </w:r>
      <w:r w:rsidR="004A4993">
        <w:t xml:space="preserve"> ; </w:t>
      </w:r>
      <w:r w:rsidRPr="004C3E92">
        <w:t>et comme ce message reçut pour réponse une invitation également polie</w:t>
      </w:r>
      <w:r w:rsidR="004A4993">
        <w:t xml:space="preserve">, </w:t>
      </w:r>
      <w:r w:rsidRPr="004C3E92">
        <w:t>milady leur fut présentée le le</w:t>
      </w:r>
      <w:r w:rsidRPr="004C3E92">
        <w:t>n</w:t>
      </w:r>
      <w:r w:rsidRPr="004C3E92">
        <w:t>demain</w:t>
      </w:r>
      <w:r w:rsidR="004A4993">
        <w:t>.</w:t>
      </w:r>
    </w:p>
    <w:p w14:paraId="508A5809" w14:textId="77777777" w:rsidR="004A4993" w:rsidRDefault="008C5C61" w:rsidP="004A4993">
      <w:r w:rsidRPr="004C3E92">
        <w:t>Elles étaient</w:t>
      </w:r>
      <w:r w:rsidR="004A4993">
        <w:t xml:space="preserve">, </w:t>
      </w:r>
      <w:r w:rsidRPr="004C3E92">
        <w:t>bien entendu</w:t>
      </w:r>
      <w:r w:rsidR="004A4993">
        <w:t xml:space="preserve">, </w:t>
      </w:r>
      <w:r w:rsidRPr="004C3E92">
        <w:t>fort impatientes de voir une personne dont devait dépendre pour une si large part leur bien-être à Barton</w:t>
      </w:r>
      <w:r w:rsidR="004A4993">
        <w:t xml:space="preserve"> ; </w:t>
      </w:r>
      <w:r w:rsidRPr="004C3E92">
        <w:t>et l</w:t>
      </w:r>
      <w:r w:rsidR="004A4993">
        <w:t>’</w:t>
      </w:r>
      <w:r w:rsidRPr="004C3E92">
        <w:t>élégance de son aspect fut favorable à leurs désirs</w:t>
      </w:r>
      <w:r w:rsidR="004A4993">
        <w:t xml:space="preserve">. </w:t>
      </w:r>
      <w:r w:rsidRPr="004C3E92">
        <w:t>Lady Middleton n</w:t>
      </w:r>
      <w:r w:rsidR="004A4993">
        <w:t>’</w:t>
      </w:r>
      <w:r w:rsidRPr="004C3E92">
        <w:t>avait pas plus de vingt-six ou vingt-sept ans</w:t>
      </w:r>
      <w:r w:rsidR="004A4993">
        <w:t xml:space="preserve"> ; </w:t>
      </w:r>
      <w:r w:rsidRPr="004C3E92">
        <w:t>son visage était beau</w:t>
      </w:r>
      <w:r w:rsidR="004A4993">
        <w:t xml:space="preserve">, </w:t>
      </w:r>
      <w:r w:rsidRPr="004C3E92">
        <w:t>elle était grande et imposante</w:t>
      </w:r>
      <w:r w:rsidR="004A4993">
        <w:t xml:space="preserve">, </w:t>
      </w:r>
      <w:r w:rsidRPr="004C3E92">
        <w:t>et son abord était gracieux</w:t>
      </w:r>
      <w:r w:rsidR="004A4993">
        <w:t xml:space="preserve">. </w:t>
      </w:r>
      <w:r w:rsidRPr="004C3E92">
        <w:t>Ses façons possédaient toute l</w:t>
      </w:r>
      <w:r w:rsidR="004A4993">
        <w:t>’</w:t>
      </w:r>
      <w:r w:rsidRPr="004C3E92">
        <w:t>élégance qui faisait défaut à celles de son mari</w:t>
      </w:r>
      <w:r w:rsidR="004A4993">
        <w:t xml:space="preserve">. </w:t>
      </w:r>
      <w:r w:rsidRPr="004C3E92">
        <w:t>Mais elles eu</w:t>
      </w:r>
      <w:r w:rsidRPr="004C3E92">
        <w:t>s</w:t>
      </w:r>
      <w:r w:rsidRPr="004C3E92">
        <w:t>sent été améliorées par une part de la franchise et de la chaleur de celui-ci</w:t>
      </w:r>
      <w:r w:rsidR="004A4993">
        <w:t xml:space="preserve"> ; </w:t>
      </w:r>
      <w:r w:rsidRPr="004C3E92">
        <w:t>et sa visite fut suffisamment longue pour ôter que</w:t>
      </w:r>
      <w:r w:rsidRPr="004C3E92">
        <w:t>l</w:t>
      </w:r>
      <w:r w:rsidRPr="004C3E92">
        <w:t>que chose à l</w:t>
      </w:r>
      <w:r w:rsidR="004A4993">
        <w:t>’</w:t>
      </w:r>
      <w:r w:rsidRPr="004C3E92">
        <w:t>admiration qu</w:t>
      </w:r>
      <w:r w:rsidR="004A4993">
        <w:t>’</w:t>
      </w:r>
      <w:r w:rsidRPr="004C3E92">
        <w:t>elles avaient éprouvée de prime abord</w:t>
      </w:r>
      <w:r w:rsidR="004A4993">
        <w:t xml:space="preserve">, </w:t>
      </w:r>
      <w:r w:rsidRPr="004C3E92">
        <w:t>en laissant voir que</w:t>
      </w:r>
      <w:r w:rsidR="004A4993">
        <w:t xml:space="preserve">, </w:t>
      </w:r>
      <w:r w:rsidRPr="004C3E92">
        <w:t>quoique d</w:t>
      </w:r>
      <w:r w:rsidR="004A4993">
        <w:t>’</w:t>
      </w:r>
      <w:r w:rsidRPr="004C3E92">
        <w:t>une éducation parfaite</w:t>
      </w:r>
      <w:r w:rsidR="004A4993">
        <w:t xml:space="preserve">, </w:t>
      </w:r>
      <w:r w:rsidRPr="004C3E92">
        <w:t>elle était réservée</w:t>
      </w:r>
      <w:r w:rsidR="004A4993">
        <w:t xml:space="preserve">, </w:t>
      </w:r>
      <w:r w:rsidRPr="004C3E92">
        <w:t>froide</w:t>
      </w:r>
      <w:r w:rsidR="004A4993">
        <w:t xml:space="preserve">, </w:t>
      </w:r>
      <w:r w:rsidRPr="004C3E92">
        <w:t>et n</w:t>
      </w:r>
      <w:r w:rsidR="004A4993">
        <w:t>’</w:t>
      </w:r>
      <w:r w:rsidRPr="004C3E92">
        <w:t xml:space="preserve">avait rien à dire </w:t>
      </w:r>
      <w:r w:rsidRPr="004C3E92">
        <w:lastRenderedPageBreak/>
        <w:t>de son propre fonds</w:t>
      </w:r>
      <w:r w:rsidR="004A4993">
        <w:t xml:space="preserve">, </w:t>
      </w:r>
      <w:r w:rsidRPr="004C3E92">
        <w:t>en dehors de l</w:t>
      </w:r>
      <w:r w:rsidR="004A4993">
        <w:t>’</w:t>
      </w:r>
      <w:r w:rsidRPr="004C3E92">
        <w:t>interrogation ou de la remarque la plus banale</w:t>
      </w:r>
      <w:r w:rsidR="004A4993">
        <w:t>.</w:t>
      </w:r>
    </w:p>
    <w:p w14:paraId="161FD7C8" w14:textId="77777777" w:rsidR="004A4993" w:rsidRDefault="008C5C61" w:rsidP="004A4993">
      <w:r w:rsidRPr="004C3E92">
        <w:t>La conversation</w:t>
      </w:r>
      <w:r w:rsidR="004A4993">
        <w:t xml:space="preserve">, </w:t>
      </w:r>
      <w:r w:rsidRPr="004C3E92">
        <w:t>toutefois</w:t>
      </w:r>
      <w:r w:rsidR="004A4993">
        <w:t xml:space="preserve">, </w:t>
      </w:r>
      <w:r w:rsidRPr="004C3E92">
        <w:t>ne chôma pas</w:t>
      </w:r>
      <w:r w:rsidR="004A4993">
        <w:t xml:space="preserve">, </w:t>
      </w:r>
      <w:r w:rsidRPr="004C3E92">
        <w:t>car Sir John était fort bavard</w:t>
      </w:r>
      <w:r w:rsidR="004A4993">
        <w:t xml:space="preserve">, </w:t>
      </w:r>
      <w:r w:rsidRPr="004C3E92">
        <w:t>et lady Middleton avait pris la sage précaution d</w:t>
      </w:r>
      <w:r w:rsidR="004A4993">
        <w:t>’</w:t>
      </w:r>
      <w:r w:rsidRPr="004C3E92">
        <w:t>amener avec elle l</w:t>
      </w:r>
      <w:r w:rsidR="004A4993">
        <w:t>’</w:t>
      </w:r>
      <w:r w:rsidRPr="004C3E92">
        <w:t>aîné de ses enfants</w:t>
      </w:r>
      <w:r w:rsidR="004A4993">
        <w:t xml:space="preserve">, </w:t>
      </w:r>
      <w:r w:rsidRPr="004C3E92">
        <w:t>beau petit garçon d</w:t>
      </w:r>
      <w:r w:rsidR="004A4993">
        <w:t>’</w:t>
      </w:r>
      <w:r w:rsidRPr="004C3E92">
        <w:t>environ six ans</w:t>
      </w:r>
      <w:r w:rsidR="004A4993">
        <w:t xml:space="preserve">, </w:t>
      </w:r>
      <w:r w:rsidRPr="004C3E92">
        <w:t>grâce à qui il y eut toujours un sujet auquel les dames pouvaient recourir dans les cas extrêmes</w:t>
      </w:r>
      <w:r w:rsidR="004A4993">
        <w:t xml:space="preserve"> ; </w:t>
      </w:r>
      <w:r w:rsidRPr="004C3E92">
        <w:t>car il leur fa</w:t>
      </w:r>
      <w:r w:rsidRPr="004C3E92">
        <w:t>l</w:t>
      </w:r>
      <w:r w:rsidRPr="004C3E92">
        <w:t>lut s</w:t>
      </w:r>
      <w:r w:rsidR="004A4993">
        <w:t>’</w:t>
      </w:r>
      <w:r w:rsidRPr="004C3E92">
        <w:t>informer de son nom et de son âge</w:t>
      </w:r>
      <w:r w:rsidR="004A4993">
        <w:t xml:space="preserve">, </w:t>
      </w:r>
      <w:r w:rsidRPr="004C3E92">
        <w:t>admirer sa beauté</w:t>
      </w:r>
      <w:r w:rsidR="004A4993">
        <w:t xml:space="preserve">, </w:t>
      </w:r>
      <w:r w:rsidRPr="004C3E92">
        <w:t>et lui poser des questions auxquelles sa mère répondit pour lui</w:t>
      </w:r>
      <w:r w:rsidR="004A4993">
        <w:t xml:space="preserve">, </w:t>
      </w:r>
      <w:r w:rsidRPr="004C3E92">
        <w:t>cependant qu</w:t>
      </w:r>
      <w:r w:rsidR="004A4993">
        <w:t>’</w:t>
      </w:r>
      <w:r w:rsidRPr="004C3E92">
        <w:t>il se pelotonnait dans ses jupes et baissait la tête</w:t>
      </w:r>
      <w:r w:rsidR="004A4993">
        <w:t xml:space="preserve">, </w:t>
      </w:r>
      <w:r w:rsidRPr="004C3E92">
        <w:t>à la grande surprise de milady</w:t>
      </w:r>
      <w:r w:rsidR="004A4993">
        <w:t xml:space="preserve">, </w:t>
      </w:r>
      <w:r w:rsidRPr="004C3E92">
        <w:t>qui s</w:t>
      </w:r>
      <w:r w:rsidR="004A4993">
        <w:t>’</w:t>
      </w:r>
      <w:r w:rsidRPr="004C3E92">
        <w:t>étonna de le voir si timide en société</w:t>
      </w:r>
      <w:r w:rsidR="004A4993">
        <w:t xml:space="preserve">, </w:t>
      </w:r>
      <w:r w:rsidRPr="004C3E92">
        <w:t>alors qu</w:t>
      </w:r>
      <w:r w:rsidR="004A4993">
        <w:t>’</w:t>
      </w:r>
      <w:r w:rsidRPr="004C3E92">
        <w:t>il était capable de faire assez de bruit à la maison</w:t>
      </w:r>
      <w:r w:rsidR="004A4993">
        <w:t xml:space="preserve">. </w:t>
      </w:r>
      <w:r w:rsidRPr="004C3E92">
        <w:t>Dans toutes les visites officielles</w:t>
      </w:r>
      <w:r w:rsidR="004A4993">
        <w:t xml:space="preserve">, </w:t>
      </w:r>
      <w:r w:rsidRPr="004C3E92">
        <w:t>il faudrait qu</w:t>
      </w:r>
      <w:r w:rsidR="004A4993">
        <w:t>’</w:t>
      </w:r>
      <w:r w:rsidRPr="004C3E92">
        <w:t>un e</w:t>
      </w:r>
      <w:r w:rsidRPr="004C3E92">
        <w:t>n</w:t>
      </w:r>
      <w:r w:rsidRPr="004C3E92">
        <w:t>fant fût de la partie</w:t>
      </w:r>
      <w:r w:rsidR="004A4993">
        <w:t xml:space="preserve">, </w:t>
      </w:r>
      <w:r w:rsidRPr="004C3E92">
        <w:t>à titre de réserve de conversation</w:t>
      </w:r>
      <w:r w:rsidR="004A4993">
        <w:t xml:space="preserve">. </w:t>
      </w:r>
      <w:r w:rsidRPr="004C3E92">
        <w:t>Dans le cas présent</w:t>
      </w:r>
      <w:r w:rsidR="004A4993">
        <w:t xml:space="preserve">, </w:t>
      </w:r>
      <w:r w:rsidRPr="004C3E92">
        <w:t>il fallut dix minutes pour déterminer si l</w:t>
      </w:r>
      <w:r w:rsidR="004A4993">
        <w:t>’</w:t>
      </w:r>
      <w:r w:rsidRPr="004C3E92">
        <w:t>enfant re</w:t>
      </w:r>
      <w:r w:rsidRPr="004C3E92">
        <w:t>s</w:t>
      </w:r>
      <w:r w:rsidRPr="004C3E92">
        <w:t>semblait à son père plutôt qu</w:t>
      </w:r>
      <w:r w:rsidR="004A4993">
        <w:t>’</w:t>
      </w:r>
      <w:r w:rsidRPr="004C3E92">
        <w:t>à sa mère</w:t>
      </w:r>
      <w:r w:rsidR="004A4993">
        <w:t xml:space="preserve">, </w:t>
      </w:r>
      <w:r w:rsidRPr="004C3E92">
        <w:t>et par quel détail il re</w:t>
      </w:r>
      <w:r w:rsidRPr="004C3E92">
        <w:t>s</w:t>
      </w:r>
      <w:r w:rsidRPr="004C3E92">
        <w:t>semblait à l</w:t>
      </w:r>
      <w:r w:rsidR="004A4993">
        <w:t>’</w:t>
      </w:r>
      <w:r w:rsidRPr="004C3E92">
        <w:t>un ou à l</w:t>
      </w:r>
      <w:r w:rsidR="004A4993">
        <w:t>’</w:t>
      </w:r>
      <w:r w:rsidRPr="004C3E92">
        <w:t>autre</w:t>
      </w:r>
      <w:r w:rsidR="004A4993">
        <w:t xml:space="preserve"> ; </w:t>
      </w:r>
      <w:r w:rsidRPr="004C3E92">
        <w:t>car</w:t>
      </w:r>
      <w:r w:rsidR="004A4993">
        <w:t xml:space="preserve">, </w:t>
      </w:r>
      <w:r w:rsidRPr="004C3E92">
        <w:t>bien entendu</w:t>
      </w:r>
      <w:r w:rsidR="004A4993">
        <w:t xml:space="preserve">, </w:t>
      </w:r>
      <w:r w:rsidRPr="004C3E92">
        <w:t>tous les avis f</w:t>
      </w:r>
      <w:r w:rsidRPr="004C3E92">
        <w:t>u</w:t>
      </w:r>
      <w:r w:rsidRPr="004C3E92">
        <w:t>rent partagés</w:t>
      </w:r>
      <w:r w:rsidR="004A4993">
        <w:t xml:space="preserve">, </w:t>
      </w:r>
      <w:r w:rsidRPr="004C3E92">
        <w:t>et chacune fut étonnée de l</w:t>
      </w:r>
      <w:r w:rsidR="004A4993">
        <w:t>’</w:t>
      </w:r>
      <w:r w:rsidRPr="004C3E92">
        <w:t>opinion des autres</w:t>
      </w:r>
      <w:r w:rsidR="004A4993">
        <w:t>.</w:t>
      </w:r>
    </w:p>
    <w:p w14:paraId="1A1446AC" w14:textId="77777777" w:rsidR="004A4993" w:rsidRDefault="008C5C61" w:rsidP="004A4993">
      <w:r w:rsidRPr="004C3E92">
        <w:t xml:space="preserve">Les </w:t>
      </w:r>
      <w:proofErr w:type="spellStart"/>
      <w:r w:rsidRPr="004C3E92">
        <w:t>Dashwood</w:t>
      </w:r>
      <w:proofErr w:type="spellEnd"/>
      <w:r w:rsidRPr="004C3E92">
        <w:t xml:space="preserve"> devaient avoir bientôt l</w:t>
      </w:r>
      <w:r w:rsidR="004A4993">
        <w:t>’</w:t>
      </w:r>
      <w:r w:rsidRPr="004C3E92">
        <w:t>occasion de discuter des autres enfants</w:t>
      </w:r>
      <w:r w:rsidR="004A4993">
        <w:t xml:space="preserve">, </w:t>
      </w:r>
      <w:r w:rsidRPr="004C3E92">
        <w:t>car Sir John ne voulut pas quitter la maison sans s</w:t>
      </w:r>
      <w:r w:rsidR="004A4993">
        <w:t>’</w:t>
      </w:r>
      <w:r w:rsidRPr="004C3E92">
        <w:t>assurer de leur promesse de dîner au Park le lendemain</w:t>
      </w:r>
      <w:r w:rsidR="004A4993">
        <w:t>.</w:t>
      </w:r>
    </w:p>
    <w:p w14:paraId="013536C1" w14:textId="5EA5CF73" w:rsidR="008C5C61" w:rsidRPr="004C3E92" w:rsidRDefault="008C5C61" w:rsidP="004A4993">
      <w:pPr>
        <w:pStyle w:val="Titre1"/>
      </w:pPr>
      <w:bookmarkStart w:id="6" w:name="_Toc196409791"/>
      <w:r w:rsidRPr="004C3E92">
        <w:lastRenderedPageBreak/>
        <w:t>CHAPITRE VII</w:t>
      </w:r>
      <w:bookmarkEnd w:id="6"/>
      <w:r w:rsidRPr="004C3E92">
        <w:br/>
      </w:r>
    </w:p>
    <w:p w14:paraId="1A7FB800" w14:textId="77777777" w:rsidR="004A4993" w:rsidRDefault="008C5C61" w:rsidP="004A4993">
      <w:r w:rsidRPr="004C3E92">
        <w:t xml:space="preserve">Barton Park était à environ un </w:t>
      </w:r>
      <w:proofErr w:type="spellStart"/>
      <w:r w:rsidRPr="004C3E92">
        <w:t>demi-mille</w:t>
      </w:r>
      <w:proofErr w:type="spellEnd"/>
      <w:r w:rsidRPr="004C3E92">
        <w:t xml:space="preserve"> de la maisonne</w:t>
      </w:r>
      <w:r w:rsidRPr="004C3E92">
        <w:t>t</w:t>
      </w:r>
      <w:r w:rsidRPr="004C3E92">
        <w:t>te</w:t>
      </w:r>
      <w:r w:rsidR="004A4993">
        <w:t xml:space="preserve">. </w:t>
      </w:r>
      <w:r w:rsidRPr="004C3E92">
        <w:t>Les dames étaient passées à proximité en arrivant</w:t>
      </w:r>
      <w:r w:rsidR="004A4993">
        <w:t xml:space="preserve">, </w:t>
      </w:r>
      <w:r w:rsidRPr="004C3E92">
        <w:t>le long de la vallée</w:t>
      </w:r>
      <w:r w:rsidR="004A4993">
        <w:t xml:space="preserve">, </w:t>
      </w:r>
      <w:r w:rsidRPr="004C3E92">
        <w:t>mais la propriété était cachée à leur vue</w:t>
      </w:r>
      <w:r w:rsidR="004A4993">
        <w:t xml:space="preserve">, </w:t>
      </w:r>
      <w:r w:rsidRPr="004C3E92">
        <w:t>chez elles</w:t>
      </w:r>
      <w:r w:rsidR="004A4993">
        <w:t xml:space="preserve">, </w:t>
      </w:r>
      <w:r w:rsidRPr="004C3E92">
        <w:t>par l</w:t>
      </w:r>
      <w:r w:rsidR="004A4993">
        <w:t>’</w:t>
      </w:r>
      <w:r w:rsidRPr="004C3E92">
        <w:t>avancée d</w:t>
      </w:r>
      <w:r w:rsidR="004A4993">
        <w:t>’</w:t>
      </w:r>
      <w:r w:rsidRPr="004C3E92">
        <w:t>une colline</w:t>
      </w:r>
      <w:r w:rsidR="004A4993">
        <w:t xml:space="preserve">. </w:t>
      </w:r>
      <w:r w:rsidRPr="004C3E92">
        <w:t>La maison était grande et belle</w:t>
      </w:r>
      <w:r w:rsidR="004A4993">
        <w:t xml:space="preserve"> ; </w:t>
      </w:r>
      <w:r w:rsidRPr="004C3E92">
        <w:t>et les Middleton menaient une vie également consacrée à l</w:t>
      </w:r>
      <w:r w:rsidR="004A4993">
        <w:t>’</w:t>
      </w:r>
      <w:r w:rsidRPr="004C3E92">
        <w:t>hospitalité et à l</w:t>
      </w:r>
      <w:r w:rsidR="004A4993">
        <w:t>’</w:t>
      </w:r>
      <w:r w:rsidRPr="004C3E92">
        <w:t>élégance</w:t>
      </w:r>
      <w:r w:rsidR="004A4993">
        <w:t xml:space="preserve">. </w:t>
      </w:r>
      <w:r w:rsidRPr="004C3E92">
        <w:t>Ce premier trait convenait au plaisir de Sir John</w:t>
      </w:r>
      <w:r w:rsidR="004A4993">
        <w:t xml:space="preserve"> ; </w:t>
      </w:r>
      <w:r w:rsidRPr="004C3E92">
        <w:t>le second</w:t>
      </w:r>
      <w:r w:rsidR="004A4993">
        <w:t xml:space="preserve">, </w:t>
      </w:r>
      <w:r w:rsidRPr="004C3E92">
        <w:t>à celui de sa femme</w:t>
      </w:r>
      <w:r w:rsidR="004A4993">
        <w:t xml:space="preserve">. </w:t>
      </w:r>
      <w:r w:rsidRPr="004C3E92">
        <w:t>Ils étaient rarement sans amis résidant chez eux</w:t>
      </w:r>
      <w:r w:rsidR="004A4993">
        <w:t xml:space="preserve">, </w:t>
      </w:r>
      <w:r w:rsidRPr="004C3E92">
        <w:t>et ils recevaient plus de compagnie de toute catégorie que n</w:t>
      </w:r>
      <w:r w:rsidR="004A4993">
        <w:t>’</w:t>
      </w:r>
      <w:r w:rsidRPr="004C3E92">
        <w:t>importe quelle autre famille du voisinage</w:t>
      </w:r>
      <w:r w:rsidR="004A4993">
        <w:t xml:space="preserve">. </w:t>
      </w:r>
      <w:r w:rsidRPr="004C3E92">
        <w:t>C</w:t>
      </w:r>
      <w:r w:rsidR="004A4993">
        <w:t>’</w:t>
      </w:r>
      <w:r w:rsidRPr="004C3E92">
        <w:t>était là une chose nécessaire à leur bonheur à tous deux</w:t>
      </w:r>
      <w:r w:rsidR="004A4993">
        <w:t xml:space="preserve">, </w:t>
      </w:r>
      <w:r w:rsidRPr="004C3E92">
        <w:t>car quelque dissemblables qu</w:t>
      </w:r>
      <w:r w:rsidR="004A4993">
        <w:t>’</w:t>
      </w:r>
      <w:r w:rsidRPr="004C3E92">
        <w:t>ils fussent par le caractère et le co</w:t>
      </w:r>
      <w:r w:rsidRPr="004C3E92">
        <w:t>m</w:t>
      </w:r>
      <w:r w:rsidRPr="004C3E92">
        <w:t>portement extérieur</w:t>
      </w:r>
      <w:r w:rsidR="004A4993">
        <w:t xml:space="preserve">, </w:t>
      </w:r>
      <w:r w:rsidRPr="004C3E92">
        <w:t>ils se ressemblaient fort dans cette absence totale de talent et de goût qui limitait leurs occupations</w:t>
      </w:r>
      <w:r w:rsidR="004A4993">
        <w:t xml:space="preserve">, </w:t>
      </w:r>
      <w:r w:rsidRPr="004C3E92">
        <w:t>en d</w:t>
      </w:r>
      <w:r w:rsidRPr="004C3E92">
        <w:t>e</w:t>
      </w:r>
      <w:r w:rsidRPr="004C3E92">
        <w:t>hors de celles que produisait la société</w:t>
      </w:r>
      <w:r w:rsidR="004A4993">
        <w:t xml:space="preserve">, </w:t>
      </w:r>
      <w:r w:rsidRPr="004C3E92">
        <w:t>dans des bornes très étroites</w:t>
      </w:r>
      <w:r w:rsidR="004A4993">
        <w:t xml:space="preserve">. </w:t>
      </w:r>
      <w:r w:rsidRPr="004C3E92">
        <w:t>Sir John était chasseur</w:t>
      </w:r>
      <w:r w:rsidR="004A4993">
        <w:t xml:space="preserve">, </w:t>
      </w:r>
      <w:r w:rsidRPr="004C3E92">
        <w:t>lady Middleton était mère</w:t>
      </w:r>
      <w:r w:rsidR="004A4993">
        <w:t xml:space="preserve">. </w:t>
      </w:r>
      <w:r w:rsidRPr="004C3E92">
        <w:t>Il chassait au fusil et à courre</w:t>
      </w:r>
      <w:r w:rsidR="004A4993">
        <w:t xml:space="preserve">, </w:t>
      </w:r>
      <w:r w:rsidRPr="004C3E92">
        <w:t>et elle se prêtait aux caprices de ses enfants</w:t>
      </w:r>
      <w:r w:rsidR="004A4993">
        <w:t xml:space="preserve"> ; </w:t>
      </w:r>
      <w:r w:rsidRPr="004C3E92">
        <w:t>et c</w:t>
      </w:r>
      <w:r w:rsidR="004A4993">
        <w:t>’</w:t>
      </w:r>
      <w:r w:rsidRPr="004C3E92">
        <w:t>étaient là leurs seules ressources</w:t>
      </w:r>
      <w:r w:rsidR="004A4993">
        <w:t xml:space="preserve">. </w:t>
      </w:r>
      <w:r w:rsidRPr="004C3E92">
        <w:t>Lady Middleton avait l</w:t>
      </w:r>
      <w:r w:rsidR="004A4993">
        <w:t>’</w:t>
      </w:r>
      <w:r w:rsidRPr="004C3E92">
        <w:t>avantage de pouvoir gâter ses enfants d</w:t>
      </w:r>
      <w:r w:rsidR="004A4993">
        <w:t>’</w:t>
      </w:r>
      <w:r w:rsidRPr="004C3E92">
        <w:t>un bout de l</w:t>
      </w:r>
      <w:r w:rsidR="004A4993">
        <w:t>’</w:t>
      </w:r>
      <w:r w:rsidRPr="004C3E92">
        <w:t>année à l</w:t>
      </w:r>
      <w:r w:rsidR="004A4993">
        <w:t>’</w:t>
      </w:r>
      <w:r w:rsidRPr="004C3E92">
        <w:t>autre</w:t>
      </w:r>
      <w:r w:rsidR="004A4993">
        <w:t xml:space="preserve">, </w:t>
      </w:r>
      <w:r w:rsidRPr="004C3E92">
        <w:t>tandis que les occupations indépendantes de Sir John n</w:t>
      </w:r>
      <w:r w:rsidR="004A4993">
        <w:t>’</w:t>
      </w:r>
      <w:r w:rsidRPr="004C3E92">
        <w:t>existaient que la moitié du temps</w:t>
      </w:r>
      <w:r w:rsidR="004A4993">
        <w:t xml:space="preserve">. </w:t>
      </w:r>
      <w:r w:rsidRPr="004C3E92">
        <w:t>Toutefois</w:t>
      </w:r>
      <w:r w:rsidR="004A4993">
        <w:t xml:space="preserve">, </w:t>
      </w:r>
      <w:r w:rsidRPr="004C3E92">
        <w:t>les inv</w:t>
      </w:r>
      <w:r w:rsidRPr="004C3E92">
        <w:t>i</w:t>
      </w:r>
      <w:r w:rsidRPr="004C3E92">
        <w:t>tations continuelles</w:t>
      </w:r>
      <w:r w:rsidR="004A4993">
        <w:t xml:space="preserve">, </w:t>
      </w:r>
      <w:r w:rsidRPr="004C3E92">
        <w:t>chez lui et chez les autres</w:t>
      </w:r>
      <w:r w:rsidR="004A4993">
        <w:t xml:space="preserve">, </w:t>
      </w:r>
      <w:r w:rsidRPr="004C3E92">
        <w:t>suppléaient à tout ce qui leur faisait défaut par la nature et l</w:t>
      </w:r>
      <w:r w:rsidR="004A4993">
        <w:t>’</w:t>
      </w:r>
      <w:r w:rsidRPr="004C3E92">
        <w:t>éducation</w:t>
      </w:r>
      <w:r w:rsidR="004A4993">
        <w:t xml:space="preserve">, – </w:t>
      </w:r>
      <w:r w:rsidRPr="004C3E92">
        <w:t>elles maintenaient la bonne humeur de Sir John</w:t>
      </w:r>
      <w:r w:rsidR="004A4993">
        <w:t xml:space="preserve">, </w:t>
      </w:r>
      <w:r w:rsidRPr="004C3E92">
        <w:t>et donnaient libre champ au savoir-vivre de sa femme</w:t>
      </w:r>
      <w:r w:rsidR="004A4993">
        <w:t>.</w:t>
      </w:r>
    </w:p>
    <w:p w14:paraId="36AF07FB" w14:textId="77777777" w:rsidR="004A4993" w:rsidRDefault="008C5C61" w:rsidP="004A4993">
      <w:r w:rsidRPr="004C3E92">
        <w:t>Lady Middleton se targuait de l</w:t>
      </w:r>
      <w:r w:rsidR="004A4993">
        <w:t>’</w:t>
      </w:r>
      <w:r w:rsidRPr="004C3E92">
        <w:t>élégance de sa table</w:t>
      </w:r>
      <w:r w:rsidR="004A4993">
        <w:t xml:space="preserve">, </w:t>
      </w:r>
      <w:r w:rsidRPr="004C3E92">
        <w:t>et de toutes ses dispositions ménagères</w:t>
      </w:r>
      <w:r w:rsidR="004A4993">
        <w:t xml:space="preserve"> ; </w:t>
      </w:r>
      <w:r w:rsidRPr="004C3E92">
        <w:t>et ce genre de vanité était sa plus grande joie dans toutes leurs réceptions</w:t>
      </w:r>
      <w:r w:rsidR="004A4993">
        <w:t xml:space="preserve">. </w:t>
      </w:r>
      <w:r w:rsidRPr="004C3E92">
        <w:t xml:space="preserve">Mais la </w:t>
      </w:r>
      <w:r w:rsidRPr="004C3E92">
        <w:lastRenderedPageBreak/>
        <w:t>satisfa</w:t>
      </w:r>
      <w:r w:rsidRPr="004C3E92">
        <w:t>c</w:t>
      </w:r>
      <w:r w:rsidRPr="004C3E92">
        <w:t>tion de Sir John en société était beaucoup plus réelle</w:t>
      </w:r>
      <w:r w:rsidR="004A4993">
        <w:t xml:space="preserve"> ; </w:t>
      </w:r>
      <w:r w:rsidRPr="004C3E92">
        <w:t>il se pla</w:t>
      </w:r>
      <w:r w:rsidRPr="004C3E92">
        <w:t>i</w:t>
      </w:r>
      <w:r w:rsidRPr="004C3E92">
        <w:t>sait à rassembler autour de lui beaucoup plus de jeunes gens que n</w:t>
      </w:r>
      <w:r w:rsidR="004A4993">
        <w:t>’</w:t>
      </w:r>
      <w:r w:rsidRPr="004C3E92">
        <w:t>en pouvait contenir sa maison</w:t>
      </w:r>
      <w:r w:rsidR="004A4993">
        <w:t xml:space="preserve">, </w:t>
      </w:r>
      <w:r w:rsidRPr="004C3E92">
        <w:t>et plus ils étaient bruyants</w:t>
      </w:r>
      <w:r w:rsidR="004A4993">
        <w:t xml:space="preserve">, </w:t>
      </w:r>
      <w:r w:rsidRPr="004C3E92">
        <w:t>plus il était content</w:t>
      </w:r>
      <w:r w:rsidR="004A4993">
        <w:t xml:space="preserve">. </w:t>
      </w:r>
      <w:r w:rsidRPr="004C3E92">
        <w:t>Il était une bénédiction pour toute la po</w:t>
      </w:r>
      <w:r w:rsidRPr="004C3E92">
        <w:t>r</w:t>
      </w:r>
      <w:r w:rsidRPr="004C3E92">
        <w:t>tion juvénile du voisinage</w:t>
      </w:r>
      <w:r w:rsidR="004A4993">
        <w:t xml:space="preserve">, </w:t>
      </w:r>
      <w:r w:rsidRPr="004C3E92">
        <w:t>car en été il organisait constamment des réunions pour manger en plein air du jambon et du poulet froid</w:t>
      </w:r>
      <w:r w:rsidR="004A4993">
        <w:t xml:space="preserve">, </w:t>
      </w:r>
      <w:r w:rsidRPr="004C3E92">
        <w:t>et en hiver ses bals privés étaient suffisamment nombreux pour toute jeune femme qui ne souffrait pas de l</w:t>
      </w:r>
      <w:r w:rsidR="004A4993">
        <w:t>’</w:t>
      </w:r>
      <w:r w:rsidRPr="004C3E92">
        <w:t>appétit insati</w:t>
      </w:r>
      <w:r w:rsidRPr="004C3E92">
        <w:t>a</w:t>
      </w:r>
      <w:r w:rsidRPr="004C3E92">
        <w:t>ble qu</w:t>
      </w:r>
      <w:r w:rsidR="004A4993">
        <w:t>’</w:t>
      </w:r>
      <w:r w:rsidRPr="004C3E92">
        <w:t>on éprouve à quinze ans</w:t>
      </w:r>
      <w:r w:rsidR="004A4993">
        <w:t>.</w:t>
      </w:r>
    </w:p>
    <w:p w14:paraId="567A01D5" w14:textId="77777777" w:rsidR="004A4993" w:rsidRDefault="008C5C61" w:rsidP="004A4993">
      <w:r w:rsidRPr="004C3E92">
        <w:t>L</w:t>
      </w:r>
      <w:r w:rsidR="004A4993">
        <w:t>’</w:t>
      </w:r>
      <w:r w:rsidRPr="004C3E92">
        <w:t>arrivée d</w:t>
      </w:r>
      <w:r w:rsidR="004A4993">
        <w:t>’</w:t>
      </w:r>
      <w:r w:rsidRPr="004C3E92">
        <w:t>une nouvelle famille dans la région lui était to</w:t>
      </w:r>
      <w:r w:rsidRPr="004C3E92">
        <w:t>u</w:t>
      </w:r>
      <w:r w:rsidRPr="004C3E92">
        <w:t>jours une joie</w:t>
      </w:r>
      <w:r w:rsidR="004A4993">
        <w:t xml:space="preserve">, </w:t>
      </w:r>
      <w:r w:rsidRPr="004C3E92">
        <w:t>et il fut ravi à tous points de vue des habitants qu</w:t>
      </w:r>
      <w:r w:rsidR="004A4993">
        <w:t>’</w:t>
      </w:r>
      <w:r w:rsidRPr="004C3E92">
        <w:t>il avait à présent obtenus pour sa maisonnette à Barton</w:t>
      </w:r>
      <w:r w:rsidR="004A4993">
        <w:t xml:space="preserve">. </w:t>
      </w:r>
      <w:r w:rsidRPr="004C3E92">
        <w:t xml:space="preserve">Les demoiselles </w:t>
      </w:r>
      <w:proofErr w:type="spellStart"/>
      <w:r w:rsidRPr="004C3E92">
        <w:t>Dashwood</w:t>
      </w:r>
      <w:proofErr w:type="spellEnd"/>
      <w:r w:rsidRPr="004C3E92">
        <w:t xml:space="preserve"> étaient jeunes</w:t>
      </w:r>
      <w:r w:rsidR="004A4993">
        <w:t xml:space="preserve">, </w:t>
      </w:r>
      <w:r w:rsidRPr="004C3E92">
        <w:t>jolies</w:t>
      </w:r>
      <w:r w:rsidR="004A4993">
        <w:t xml:space="preserve">, </w:t>
      </w:r>
      <w:r w:rsidRPr="004C3E92">
        <w:t>et sans affectation</w:t>
      </w:r>
      <w:r w:rsidR="004A4993">
        <w:t xml:space="preserve">. </w:t>
      </w:r>
      <w:r w:rsidRPr="004C3E92">
        <w:t>Cela suffisait pour s</w:t>
      </w:r>
      <w:r w:rsidR="004A4993">
        <w:t>’</w:t>
      </w:r>
      <w:r w:rsidRPr="004C3E92">
        <w:t>assurer sa bonne opinion</w:t>
      </w:r>
      <w:r w:rsidR="004A4993">
        <w:t xml:space="preserve"> ; </w:t>
      </w:r>
      <w:r w:rsidRPr="004C3E92">
        <w:t>car être sans a</w:t>
      </w:r>
      <w:r w:rsidRPr="004C3E92">
        <w:t>f</w:t>
      </w:r>
      <w:r w:rsidRPr="004C3E92">
        <w:t>fectation</w:t>
      </w:r>
      <w:r w:rsidR="004A4993">
        <w:t xml:space="preserve">, </w:t>
      </w:r>
      <w:r w:rsidRPr="004C3E92">
        <w:t>c</w:t>
      </w:r>
      <w:r w:rsidR="004A4993">
        <w:t>’</w:t>
      </w:r>
      <w:r w:rsidRPr="004C3E92">
        <w:t>est tout ce qu</w:t>
      </w:r>
      <w:r w:rsidR="004A4993">
        <w:t>’</w:t>
      </w:r>
      <w:r w:rsidRPr="004C3E92">
        <w:t>il fallait à une jolie fille pour rendre son esprit aussi séduisant que sa personne</w:t>
      </w:r>
      <w:r w:rsidR="004A4993">
        <w:t xml:space="preserve">. </w:t>
      </w:r>
      <w:r w:rsidRPr="004C3E92">
        <w:t>Son caractère amical le rendait heureux d</w:t>
      </w:r>
      <w:r w:rsidR="004A4993">
        <w:t>’</w:t>
      </w:r>
      <w:r w:rsidRPr="004C3E92">
        <w:t>accueillir celles dont la situation pouvait être considérée comme malheureuse en comparaison du passé</w:t>
      </w:r>
      <w:r w:rsidR="004A4993">
        <w:t xml:space="preserve">. </w:t>
      </w:r>
      <w:r w:rsidRPr="004C3E92">
        <w:t>En témoignant de l</w:t>
      </w:r>
      <w:r w:rsidR="004A4993">
        <w:t>’</w:t>
      </w:r>
      <w:r w:rsidRPr="004C3E92">
        <w:t>amabilité à ses cousines</w:t>
      </w:r>
      <w:r w:rsidR="004A4993">
        <w:t xml:space="preserve">, </w:t>
      </w:r>
      <w:r w:rsidRPr="004C3E92">
        <w:t>il goûtait donc la satisfaction sincère d</w:t>
      </w:r>
      <w:r w:rsidR="004A4993">
        <w:t>’</w:t>
      </w:r>
      <w:r w:rsidRPr="004C3E92">
        <w:t>un bon cœur</w:t>
      </w:r>
      <w:r w:rsidR="004A4993">
        <w:t xml:space="preserve"> ; </w:t>
      </w:r>
      <w:r w:rsidRPr="004C3E92">
        <w:t>et en installant dans sa ma</w:t>
      </w:r>
      <w:r w:rsidRPr="004C3E92">
        <w:t>i</w:t>
      </w:r>
      <w:r w:rsidRPr="004C3E92">
        <w:t>sonnette une famille de femmes seules</w:t>
      </w:r>
      <w:r w:rsidR="004A4993">
        <w:t xml:space="preserve">, </w:t>
      </w:r>
      <w:r w:rsidRPr="004C3E92">
        <w:t>il goûtait la satisfaction d</w:t>
      </w:r>
      <w:r w:rsidR="004A4993">
        <w:t>’</w:t>
      </w:r>
      <w:r w:rsidRPr="004C3E92">
        <w:t>un chasseur</w:t>
      </w:r>
      <w:r w:rsidR="004A4993">
        <w:t xml:space="preserve"> ; </w:t>
      </w:r>
      <w:r w:rsidRPr="004C3E92">
        <w:t>car un chasseur</w:t>
      </w:r>
      <w:r w:rsidR="004A4993">
        <w:t xml:space="preserve">, </w:t>
      </w:r>
      <w:r w:rsidRPr="004C3E92">
        <w:t>bien qu</w:t>
      </w:r>
      <w:r w:rsidR="004A4993">
        <w:t>’</w:t>
      </w:r>
      <w:r w:rsidRPr="004C3E92">
        <w:t>il n</w:t>
      </w:r>
      <w:r w:rsidR="004A4993">
        <w:t>’</w:t>
      </w:r>
      <w:r w:rsidRPr="004C3E92">
        <w:t>estime que ceux de son sexe qui sont chasseurs comme lui</w:t>
      </w:r>
      <w:r w:rsidR="004A4993">
        <w:t xml:space="preserve">, </w:t>
      </w:r>
      <w:r w:rsidRPr="004C3E92">
        <w:t>n</w:t>
      </w:r>
      <w:r w:rsidR="004A4993">
        <w:t>’</w:t>
      </w:r>
      <w:r w:rsidRPr="004C3E92">
        <w:t>est pas souvent dés</w:t>
      </w:r>
      <w:r w:rsidRPr="004C3E92">
        <w:t>i</w:t>
      </w:r>
      <w:r w:rsidRPr="004C3E92">
        <w:t>reux d</w:t>
      </w:r>
      <w:r w:rsidR="004A4993">
        <w:t>’</w:t>
      </w:r>
      <w:r w:rsidRPr="004C3E92">
        <w:t>encourager leurs goûts en les accueillant dans une rés</w:t>
      </w:r>
      <w:r w:rsidRPr="004C3E92">
        <w:t>i</w:t>
      </w:r>
      <w:r w:rsidRPr="004C3E92">
        <w:t>dence à l</w:t>
      </w:r>
      <w:r w:rsidR="004A4993">
        <w:t>’</w:t>
      </w:r>
      <w:r w:rsidRPr="004C3E92">
        <w:t>intérieur de son propre domaine</w:t>
      </w:r>
      <w:r w:rsidR="004A4993">
        <w:t>.</w:t>
      </w:r>
    </w:p>
    <w:p w14:paraId="56389A5C" w14:textId="77777777" w:rsidR="004A4993" w:rsidRDefault="008C5C61" w:rsidP="004A4993">
      <w:r w:rsidRPr="004C3E92">
        <w:t>Mrs</w:t>
      </w:r>
      <w:r w:rsidR="004A4993">
        <w:t xml:space="preserve">. </w:t>
      </w:r>
      <w:proofErr w:type="spellStart"/>
      <w:r w:rsidRPr="004C3E92">
        <w:t>Dashwood</w:t>
      </w:r>
      <w:proofErr w:type="spellEnd"/>
      <w:r w:rsidRPr="004C3E92">
        <w:t xml:space="preserve"> et ses filles furent reçues à la porte de la maison par Sir John</w:t>
      </w:r>
      <w:r w:rsidR="004A4993">
        <w:t xml:space="preserve">, </w:t>
      </w:r>
      <w:r w:rsidRPr="004C3E92">
        <w:t>qui leur souhaita la bienvenue à Barton Park avec une sincérité non feinte</w:t>
      </w:r>
      <w:r w:rsidR="004A4993">
        <w:t xml:space="preserve">, </w:t>
      </w:r>
      <w:r w:rsidRPr="004C3E92">
        <w:t>et lorsqu</w:t>
      </w:r>
      <w:r w:rsidR="004A4993">
        <w:t>’</w:t>
      </w:r>
      <w:r w:rsidRPr="004C3E92">
        <w:t>il les accompagna au salon</w:t>
      </w:r>
      <w:r w:rsidR="004A4993">
        <w:t xml:space="preserve">, </w:t>
      </w:r>
      <w:r w:rsidRPr="004C3E92">
        <w:t>il réitéra aux jeunes filles le souci que lui avait arraché le même sujet la veille</w:t>
      </w:r>
      <w:r w:rsidR="004A4993">
        <w:t xml:space="preserve"> – </w:t>
      </w:r>
      <w:r w:rsidRPr="004C3E92">
        <w:t>touchant l</w:t>
      </w:r>
      <w:r w:rsidR="004A4993">
        <w:t>’</w:t>
      </w:r>
      <w:r w:rsidRPr="004C3E92">
        <w:t xml:space="preserve">impossibilité où il était de trouver des jeunes gens élégants pour faire connaissance </w:t>
      </w:r>
      <w:r w:rsidRPr="004C3E92">
        <w:lastRenderedPageBreak/>
        <w:t>avec elles</w:t>
      </w:r>
      <w:r w:rsidR="004A4993">
        <w:t xml:space="preserve">. </w:t>
      </w:r>
      <w:r w:rsidRPr="004C3E92">
        <w:t>Elles ne verraient là</w:t>
      </w:r>
      <w:r w:rsidR="004A4993">
        <w:t xml:space="preserve">, </w:t>
      </w:r>
      <w:r w:rsidRPr="004C3E92">
        <w:t>dit-il</w:t>
      </w:r>
      <w:r w:rsidR="004A4993">
        <w:t xml:space="preserve">, </w:t>
      </w:r>
      <w:r w:rsidRPr="004C3E92">
        <w:t>qu</w:t>
      </w:r>
      <w:r w:rsidR="004A4993">
        <w:t>’</w:t>
      </w:r>
      <w:r w:rsidRPr="004C3E92">
        <w:t>un seul gentleman</w:t>
      </w:r>
      <w:r w:rsidR="004A4993">
        <w:t xml:space="preserve">, </w:t>
      </w:r>
      <w:r w:rsidRPr="004C3E92">
        <w:t>outre lui-même</w:t>
      </w:r>
      <w:r w:rsidR="004A4993">
        <w:t xml:space="preserve"> : </w:t>
      </w:r>
      <w:r w:rsidRPr="004C3E92">
        <w:t>un ami intime qui habitait le Park</w:t>
      </w:r>
      <w:r w:rsidR="004A4993">
        <w:t xml:space="preserve">, </w:t>
      </w:r>
      <w:r w:rsidRPr="004C3E92">
        <w:t>mais qui n</w:t>
      </w:r>
      <w:r w:rsidR="004A4993">
        <w:t>’</w:t>
      </w:r>
      <w:r w:rsidRPr="004C3E92">
        <w:t>était ni bien jeune ni bien gai</w:t>
      </w:r>
      <w:r w:rsidR="004A4993">
        <w:t xml:space="preserve">. </w:t>
      </w:r>
      <w:r w:rsidRPr="004C3E92">
        <w:t>Il espérait qu</w:t>
      </w:r>
      <w:r w:rsidR="004A4993">
        <w:t>’</w:t>
      </w:r>
      <w:r w:rsidRPr="004C3E92">
        <w:t>elles excuseraient le petit nombre des convives</w:t>
      </w:r>
      <w:r w:rsidR="004A4993">
        <w:t xml:space="preserve">, </w:t>
      </w:r>
      <w:r w:rsidRPr="004C3E92">
        <w:t>et pouvait leur donner l</w:t>
      </w:r>
      <w:r w:rsidR="004A4993">
        <w:t>’</w:t>
      </w:r>
      <w:r w:rsidRPr="004C3E92">
        <w:t>assurance que le fait ne se renouvellerait jamais</w:t>
      </w:r>
      <w:r w:rsidR="004A4993">
        <w:t xml:space="preserve">. </w:t>
      </w:r>
      <w:r w:rsidRPr="004C3E92">
        <w:t>Il était allé voir plusieurs fami</w:t>
      </w:r>
      <w:r w:rsidRPr="004C3E92">
        <w:t>l</w:t>
      </w:r>
      <w:r w:rsidRPr="004C3E92">
        <w:t>les ce matin-là</w:t>
      </w:r>
      <w:r w:rsidR="004A4993">
        <w:t xml:space="preserve">, </w:t>
      </w:r>
      <w:r w:rsidRPr="004C3E92">
        <w:t>avec l</w:t>
      </w:r>
      <w:r w:rsidR="004A4993">
        <w:t>’</w:t>
      </w:r>
      <w:r w:rsidRPr="004C3E92">
        <w:t>espoir d</w:t>
      </w:r>
      <w:r w:rsidR="004A4993">
        <w:t>’</w:t>
      </w:r>
      <w:r w:rsidRPr="004C3E92">
        <w:t>obtenir quelques invités suppl</w:t>
      </w:r>
      <w:r w:rsidRPr="004C3E92">
        <w:t>é</w:t>
      </w:r>
      <w:r w:rsidRPr="004C3E92">
        <w:t>mentaires</w:t>
      </w:r>
      <w:r w:rsidR="004A4993">
        <w:t xml:space="preserve"> ; </w:t>
      </w:r>
      <w:r w:rsidRPr="004C3E92">
        <w:t>mais il faisait clair de lune</w:t>
      </w:r>
      <w:r w:rsidR="004A4993">
        <w:t xml:space="preserve">, </w:t>
      </w:r>
      <w:r w:rsidRPr="004C3E92">
        <w:t>et chacun était surchargé d</w:t>
      </w:r>
      <w:r w:rsidR="004A4993">
        <w:t>’</w:t>
      </w:r>
      <w:r w:rsidRPr="004C3E92">
        <w:t>invitations</w:t>
      </w:r>
      <w:r w:rsidR="004A4993">
        <w:t xml:space="preserve">. </w:t>
      </w:r>
      <w:r w:rsidRPr="004C3E92">
        <w:t>Heureusement</w:t>
      </w:r>
      <w:r w:rsidR="004A4993">
        <w:t xml:space="preserve">, </w:t>
      </w:r>
      <w:r w:rsidRPr="004C3E92">
        <w:t>la mère de lady Middleton était arrivée à Barton depuis moins d</w:t>
      </w:r>
      <w:r w:rsidR="004A4993">
        <w:t>’</w:t>
      </w:r>
      <w:r w:rsidRPr="004C3E92">
        <w:t>une heure</w:t>
      </w:r>
      <w:r w:rsidR="004A4993">
        <w:t xml:space="preserve">, </w:t>
      </w:r>
      <w:r w:rsidRPr="004C3E92">
        <w:t>et comme elle était une femme gaie et agréable</w:t>
      </w:r>
      <w:r w:rsidR="004A4993">
        <w:t xml:space="preserve">, </w:t>
      </w:r>
      <w:r w:rsidRPr="004C3E92">
        <w:t>il espérait que ces jeunes personnes ne trouveraient pas la soirée aussi mortellement ennuyeuse qu</w:t>
      </w:r>
      <w:r w:rsidR="004A4993">
        <w:t>’</w:t>
      </w:r>
      <w:r w:rsidRPr="004C3E92">
        <w:t>elles pourraient l</w:t>
      </w:r>
      <w:r w:rsidR="004A4993">
        <w:t>’</w:t>
      </w:r>
      <w:r w:rsidRPr="004C3E92">
        <w:t>imaginer</w:t>
      </w:r>
      <w:r w:rsidR="004A4993">
        <w:t xml:space="preserve">. </w:t>
      </w:r>
      <w:r w:rsidRPr="004C3E92">
        <w:t>Les jeunes personnes</w:t>
      </w:r>
      <w:r w:rsidR="004A4993">
        <w:t xml:space="preserve">, </w:t>
      </w:r>
      <w:r w:rsidRPr="004C3E92">
        <w:t>de même que leur mère</w:t>
      </w:r>
      <w:r w:rsidR="004A4993">
        <w:t xml:space="preserve">, </w:t>
      </w:r>
      <w:r w:rsidRPr="004C3E92">
        <w:t>furent parfaitement satisfaites d</w:t>
      </w:r>
      <w:r w:rsidR="004A4993">
        <w:t>’</w:t>
      </w:r>
      <w:r w:rsidRPr="004C3E92">
        <w:t>avoir à cette r</w:t>
      </w:r>
      <w:r w:rsidRPr="004C3E92">
        <w:t>é</w:t>
      </w:r>
      <w:r w:rsidRPr="004C3E92">
        <w:t>union deux convives qu</w:t>
      </w:r>
      <w:r w:rsidR="004A4993">
        <w:t>’</w:t>
      </w:r>
      <w:r w:rsidRPr="004C3E92">
        <w:t>elles ne connaissaient absolument point</w:t>
      </w:r>
      <w:r w:rsidR="004A4993">
        <w:t xml:space="preserve">, </w:t>
      </w:r>
      <w:r w:rsidRPr="004C3E92">
        <w:t>et n</w:t>
      </w:r>
      <w:r w:rsidR="004A4993">
        <w:t>’</w:t>
      </w:r>
      <w:r w:rsidRPr="004C3E92">
        <w:t>en désiraient pas d</w:t>
      </w:r>
      <w:r w:rsidR="004A4993">
        <w:t>’</w:t>
      </w:r>
      <w:r w:rsidRPr="004C3E92">
        <w:t>autres</w:t>
      </w:r>
      <w:r w:rsidR="004A4993">
        <w:t>.</w:t>
      </w:r>
    </w:p>
    <w:p w14:paraId="4D719679" w14:textId="77777777" w:rsidR="004A4993" w:rsidRDefault="008C5C61" w:rsidP="004A4993">
      <w:r w:rsidRPr="004C3E92">
        <w:t>Mrs</w:t>
      </w:r>
      <w:r w:rsidR="004A4993">
        <w:t xml:space="preserve">. </w:t>
      </w:r>
      <w:r w:rsidRPr="004C3E92">
        <w:t>Jennings</w:t>
      </w:r>
      <w:r w:rsidR="004A4993">
        <w:t xml:space="preserve">, </w:t>
      </w:r>
      <w:r w:rsidRPr="004C3E92">
        <w:t>la mère de lady Middleton</w:t>
      </w:r>
      <w:r w:rsidR="004A4993">
        <w:t xml:space="preserve">, </w:t>
      </w:r>
      <w:r w:rsidRPr="004C3E92">
        <w:t>était une femme corpulente d</w:t>
      </w:r>
      <w:r w:rsidR="004A4993">
        <w:t>’</w:t>
      </w:r>
      <w:r w:rsidRPr="004C3E92">
        <w:t>un certain âge</w:t>
      </w:r>
      <w:r w:rsidR="004A4993">
        <w:t xml:space="preserve">, </w:t>
      </w:r>
      <w:r w:rsidRPr="004C3E92">
        <w:t>joyeuse</w:t>
      </w:r>
      <w:r w:rsidR="004A4993">
        <w:t xml:space="preserve">, </w:t>
      </w:r>
      <w:r w:rsidRPr="004C3E92">
        <w:t>de bonne humeur</w:t>
      </w:r>
      <w:r w:rsidR="004A4993">
        <w:t xml:space="preserve">, </w:t>
      </w:r>
      <w:r w:rsidRPr="004C3E92">
        <w:t>qui pa</w:t>
      </w:r>
      <w:r w:rsidRPr="004C3E92">
        <w:t>r</w:t>
      </w:r>
      <w:r w:rsidRPr="004C3E92">
        <w:t>lait beaucoup</w:t>
      </w:r>
      <w:r w:rsidR="004A4993">
        <w:t xml:space="preserve">, </w:t>
      </w:r>
      <w:r w:rsidRPr="004C3E92">
        <w:t>paraissait très heureuse</w:t>
      </w:r>
      <w:r w:rsidR="004A4993">
        <w:t xml:space="preserve">, </w:t>
      </w:r>
      <w:r w:rsidRPr="004C3E92">
        <w:t>et assez vulgaire</w:t>
      </w:r>
      <w:r w:rsidR="004A4993">
        <w:t xml:space="preserve">. </w:t>
      </w:r>
      <w:r w:rsidRPr="004C3E92">
        <w:t>Elle était pleine de plaisanteries et de rires</w:t>
      </w:r>
      <w:r w:rsidR="004A4993">
        <w:t xml:space="preserve">, </w:t>
      </w:r>
      <w:r w:rsidRPr="004C3E92">
        <w:t>et avant la fin du dîner elle avait dit bien des choses spirituelles sur les amoureux et les maris</w:t>
      </w:r>
      <w:r w:rsidR="004A4993">
        <w:t xml:space="preserve"> ; </w:t>
      </w:r>
      <w:r w:rsidRPr="004C3E92">
        <w:t>elle avait exprimé l</w:t>
      </w:r>
      <w:r w:rsidR="004A4993">
        <w:t>’</w:t>
      </w:r>
      <w:r w:rsidRPr="004C3E92">
        <w:t>espoir qu</w:t>
      </w:r>
      <w:r w:rsidR="004A4993">
        <w:t>’</w:t>
      </w:r>
      <w:r w:rsidRPr="004C3E92">
        <w:t>elles n</w:t>
      </w:r>
      <w:r w:rsidR="004A4993">
        <w:t>’</w:t>
      </w:r>
      <w:r w:rsidRPr="004C3E92">
        <w:t>avaient pas laissé leur cœur derrière elles dans le Sussex</w:t>
      </w:r>
      <w:r w:rsidR="004A4993">
        <w:t xml:space="preserve">, </w:t>
      </w:r>
      <w:r w:rsidRPr="004C3E92">
        <w:t>et feignit de les voir ro</w:t>
      </w:r>
      <w:r w:rsidRPr="004C3E92">
        <w:t>u</w:t>
      </w:r>
      <w:r w:rsidRPr="004C3E92">
        <w:t>gir</w:t>
      </w:r>
      <w:r w:rsidR="004A4993">
        <w:t xml:space="preserve">, </w:t>
      </w:r>
      <w:r w:rsidRPr="004C3E92">
        <w:t>qu</w:t>
      </w:r>
      <w:r w:rsidR="004A4993">
        <w:t>’</w:t>
      </w:r>
      <w:r w:rsidRPr="004C3E92">
        <w:t>elles l</w:t>
      </w:r>
      <w:r w:rsidR="004A4993">
        <w:t>’</w:t>
      </w:r>
      <w:r w:rsidRPr="004C3E92">
        <w:t>eussent fait ou non</w:t>
      </w:r>
      <w:r w:rsidR="004A4993">
        <w:t xml:space="preserve">. </w:t>
      </w:r>
      <w:r w:rsidRPr="004C3E92">
        <w:t>Marianne en fut contrariée en raison de sa sœur</w:t>
      </w:r>
      <w:r w:rsidR="004A4993">
        <w:t xml:space="preserve">, </w:t>
      </w:r>
      <w:r w:rsidRPr="004C3E92">
        <w:t xml:space="preserve">et tourna les yeux vers </w:t>
      </w:r>
      <w:proofErr w:type="spellStart"/>
      <w:r w:rsidRPr="004C3E92">
        <w:t>Elinor</w:t>
      </w:r>
      <w:proofErr w:type="spellEnd"/>
      <w:r w:rsidR="004A4993">
        <w:t xml:space="preserve">, </w:t>
      </w:r>
      <w:r w:rsidRPr="004C3E92">
        <w:t>pour voir comment elle supportait ces assauts</w:t>
      </w:r>
      <w:r w:rsidR="004A4993">
        <w:t xml:space="preserve">, </w:t>
      </w:r>
      <w:r w:rsidRPr="004C3E92">
        <w:t xml:space="preserve">avec un sérieux qui causa à </w:t>
      </w:r>
      <w:proofErr w:type="spellStart"/>
      <w:r w:rsidRPr="004C3E92">
        <w:t>Elinor</w:t>
      </w:r>
      <w:proofErr w:type="spellEnd"/>
      <w:r w:rsidRPr="004C3E92">
        <w:t xml:space="preserve"> beaucoup plus de chagrin que n</w:t>
      </w:r>
      <w:r w:rsidR="004A4993">
        <w:t>’</w:t>
      </w:r>
      <w:r w:rsidRPr="004C3E92">
        <w:t>en pouvaient susciter des railleries banales comme celles de Mrs</w:t>
      </w:r>
      <w:r w:rsidR="004A4993">
        <w:t xml:space="preserve">. </w:t>
      </w:r>
      <w:r w:rsidRPr="004C3E92">
        <w:t>Jennings</w:t>
      </w:r>
      <w:r w:rsidR="004A4993">
        <w:t>.</w:t>
      </w:r>
    </w:p>
    <w:p w14:paraId="2278DA56" w14:textId="77777777" w:rsidR="004A4993" w:rsidRDefault="008C5C61" w:rsidP="004A4993">
      <w:r w:rsidRPr="004C3E92">
        <w:t>Le colonel Brandon</w:t>
      </w:r>
      <w:r w:rsidR="004A4993">
        <w:t xml:space="preserve">, </w:t>
      </w:r>
      <w:r w:rsidRPr="004C3E92">
        <w:t>l</w:t>
      </w:r>
      <w:r w:rsidR="004A4993">
        <w:t>’</w:t>
      </w:r>
      <w:r w:rsidRPr="004C3E92">
        <w:t>ami de Sir John</w:t>
      </w:r>
      <w:r w:rsidR="004A4993">
        <w:t xml:space="preserve">, </w:t>
      </w:r>
      <w:r w:rsidRPr="004C3E92">
        <w:t>ne semblait pas plus adapté</w:t>
      </w:r>
      <w:r w:rsidR="004A4993">
        <w:t xml:space="preserve">, </w:t>
      </w:r>
      <w:r w:rsidRPr="004C3E92">
        <w:t>par la similitude des façons</w:t>
      </w:r>
      <w:r w:rsidR="004A4993">
        <w:t xml:space="preserve">, </w:t>
      </w:r>
      <w:r w:rsidRPr="004C3E92">
        <w:t>à être son ami</w:t>
      </w:r>
      <w:r w:rsidR="004A4993">
        <w:t xml:space="preserve">, </w:t>
      </w:r>
      <w:r w:rsidRPr="004C3E92">
        <w:t>que ne l</w:t>
      </w:r>
      <w:r w:rsidR="004A4993">
        <w:t>’</w:t>
      </w:r>
      <w:r w:rsidRPr="004C3E92">
        <w:t>était lady Middleton à être sa femme</w:t>
      </w:r>
      <w:r w:rsidR="004A4993">
        <w:t xml:space="preserve">, </w:t>
      </w:r>
      <w:r w:rsidRPr="004C3E92">
        <w:t>ou Mrs</w:t>
      </w:r>
      <w:r w:rsidR="004A4993">
        <w:t xml:space="preserve">. </w:t>
      </w:r>
      <w:r w:rsidRPr="004C3E92">
        <w:t xml:space="preserve">Jennings à </w:t>
      </w:r>
      <w:r w:rsidRPr="004C3E92">
        <w:lastRenderedPageBreak/>
        <w:t>être la mère de lady Middleton</w:t>
      </w:r>
      <w:r w:rsidR="004A4993">
        <w:t xml:space="preserve">. </w:t>
      </w:r>
      <w:r w:rsidRPr="004C3E92">
        <w:t>Il était silencieux et grave</w:t>
      </w:r>
      <w:r w:rsidR="004A4993">
        <w:t xml:space="preserve">. </w:t>
      </w:r>
      <w:r w:rsidRPr="004C3E92">
        <w:t>Cepe</w:t>
      </w:r>
      <w:r w:rsidRPr="004C3E92">
        <w:t>n</w:t>
      </w:r>
      <w:r w:rsidRPr="004C3E92">
        <w:t>dant son aspect n</w:t>
      </w:r>
      <w:r w:rsidR="004A4993">
        <w:t>’</w:t>
      </w:r>
      <w:r w:rsidRPr="004C3E92">
        <w:t>était pas déplaisant</w:t>
      </w:r>
      <w:r w:rsidR="004A4993">
        <w:t xml:space="preserve">, </w:t>
      </w:r>
      <w:r w:rsidRPr="004C3E92">
        <w:t>bien qu</w:t>
      </w:r>
      <w:r w:rsidR="004A4993">
        <w:t>’</w:t>
      </w:r>
      <w:r w:rsidRPr="004C3E92">
        <w:t>il fût</w:t>
      </w:r>
      <w:r w:rsidR="004A4993">
        <w:t xml:space="preserve">, </w:t>
      </w:r>
      <w:r w:rsidRPr="004C3E92">
        <w:t>selon l</w:t>
      </w:r>
      <w:r w:rsidR="004A4993">
        <w:t>’</w:t>
      </w:r>
      <w:r w:rsidRPr="004C3E92">
        <w:t>avis de Marianne et de Margaret</w:t>
      </w:r>
      <w:r w:rsidR="004A4993">
        <w:t xml:space="preserve">, </w:t>
      </w:r>
      <w:r w:rsidRPr="004C3E92">
        <w:t>un vieux célibataire endurci</w:t>
      </w:r>
      <w:r w:rsidR="004A4993">
        <w:t xml:space="preserve">, </w:t>
      </w:r>
      <w:r w:rsidRPr="004C3E92">
        <w:t>car il avait dépassé les trente-cinq ans</w:t>
      </w:r>
      <w:r w:rsidR="004A4993">
        <w:t xml:space="preserve"> ; </w:t>
      </w:r>
      <w:r w:rsidRPr="004C3E92">
        <w:t>mais</w:t>
      </w:r>
      <w:r w:rsidR="004A4993">
        <w:t xml:space="preserve">, </w:t>
      </w:r>
      <w:r w:rsidRPr="004C3E92">
        <w:t>quoique son visage ne fût pas beau</w:t>
      </w:r>
      <w:r w:rsidR="004A4993">
        <w:t xml:space="preserve">, </w:t>
      </w:r>
      <w:r w:rsidRPr="004C3E92">
        <w:t>sa physionomie était pleine de sensibilité</w:t>
      </w:r>
      <w:r w:rsidR="004A4993">
        <w:t xml:space="preserve">, </w:t>
      </w:r>
      <w:r w:rsidRPr="004C3E92">
        <w:t>et son abord était particulièrement distingué</w:t>
      </w:r>
      <w:r w:rsidR="004A4993">
        <w:t>.</w:t>
      </w:r>
    </w:p>
    <w:p w14:paraId="31253A27" w14:textId="77777777" w:rsidR="004A4993" w:rsidRDefault="008C5C61" w:rsidP="004A4993">
      <w:r w:rsidRPr="004C3E92">
        <w:t>Il n</w:t>
      </w:r>
      <w:r w:rsidR="004A4993">
        <w:t>’</w:t>
      </w:r>
      <w:r w:rsidRPr="004C3E92">
        <w:t>y avait rien</w:t>
      </w:r>
      <w:r w:rsidR="004A4993">
        <w:t xml:space="preserve">, </w:t>
      </w:r>
      <w:r w:rsidRPr="004C3E92">
        <w:t>chez aucun des convives</w:t>
      </w:r>
      <w:r w:rsidR="004A4993">
        <w:t xml:space="preserve">, </w:t>
      </w:r>
      <w:r w:rsidRPr="004C3E92">
        <w:t>qui pût les r</w:t>
      </w:r>
      <w:r w:rsidRPr="004C3E92">
        <w:t>e</w:t>
      </w:r>
      <w:r w:rsidRPr="004C3E92">
        <w:t xml:space="preserve">commander comme compagnons pour les </w:t>
      </w:r>
      <w:proofErr w:type="spellStart"/>
      <w:r w:rsidRPr="004C3E92">
        <w:t>Dashwood</w:t>
      </w:r>
      <w:proofErr w:type="spellEnd"/>
      <w:r w:rsidR="004A4993">
        <w:t xml:space="preserve"> ; </w:t>
      </w:r>
      <w:r w:rsidRPr="004C3E92">
        <w:t>mais la froide insipidité de lady Middleton était si particulièrement r</w:t>
      </w:r>
      <w:r w:rsidRPr="004C3E92">
        <w:t>é</w:t>
      </w:r>
      <w:r w:rsidRPr="004C3E92">
        <w:t>pulsive que</w:t>
      </w:r>
      <w:r w:rsidR="004A4993">
        <w:t xml:space="preserve">, </w:t>
      </w:r>
      <w:r w:rsidRPr="004C3E92">
        <w:t>par comparaison</w:t>
      </w:r>
      <w:r w:rsidR="004A4993">
        <w:t xml:space="preserve">, </w:t>
      </w:r>
      <w:r w:rsidRPr="004C3E92">
        <w:t>la gravité du colonel Brandon</w:t>
      </w:r>
      <w:r w:rsidR="004A4993">
        <w:t xml:space="preserve">, </w:t>
      </w:r>
      <w:r w:rsidRPr="004C3E92">
        <w:t>et même la gaieté bruyante de Sir John et de sa belle-mère</w:t>
      </w:r>
      <w:r w:rsidR="004A4993">
        <w:t xml:space="preserve">, </w:t>
      </w:r>
      <w:r w:rsidRPr="004C3E92">
        <w:t>étaient intéressantes</w:t>
      </w:r>
      <w:r w:rsidR="004A4993">
        <w:t xml:space="preserve">. </w:t>
      </w:r>
      <w:r w:rsidRPr="004C3E92">
        <w:t>Lady Middleton ne sembla s</w:t>
      </w:r>
      <w:r w:rsidR="004A4993">
        <w:t>’</w:t>
      </w:r>
      <w:r w:rsidRPr="004C3E92">
        <w:t>animer et prendre quelque plaisir que par l</w:t>
      </w:r>
      <w:r w:rsidR="004A4993">
        <w:t>’</w:t>
      </w:r>
      <w:r w:rsidRPr="004C3E92">
        <w:t>entrée de ses quatre enfants turbulents après le dîner</w:t>
      </w:r>
      <w:r w:rsidR="004A4993">
        <w:t xml:space="preserve">, </w:t>
      </w:r>
      <w:r w:rsidRPr="004C3E92">
        <w:t>lesquels la tiraillèrent en tous sens</w:t>
      </w:r>
      <w:r w:rsidR="004A4993">
        <w:t xml:space="preserve">, </w:t>
      </w:r>
      <w:r w:rsidRPr="004C3E92">
        <w:t>lui déchir</w:t>
      </w:r>
      <w:r w:rsidRPr="004C3E92">
        <w:t>è</w:t>
      </w:r>
      <w:r w:rsidRPr="004C3E92">
        <w:t>rent ses vêtements</w:t>
      </w:r>
      <w:r w:rsidR="004A4993">
        <w:t xml:space="preserve">, </w:t>
      </w:r>
      <w:r w:rsidRPr="004C3E92">
        <w:t>et mirent fin à tout genre de conversation hormis ce qui se rapportait à eux</w:t>
      </w:r>
      <w:r w:rsidR="004A4993">
        <w:t>.</w:t>
      </w:r>
    </w:p>
    <w:p w14:paraId="0DC963FD" w14:textId="77777777" w:rsidR="004A4993" w:rsidRDefault="008C5C61" w:rsidP="004A4993">
      <w:r w:rsidRPr="004C3E92">
        <w:t>Dans la soirée</w:t>
      </w:r>
      <w:r w:rsidR="004A4993">
        <w:t xml:space="preserve">, </w:t>
      </w:r>
      <w:r w:rsidRPr="004C3E92">
        <w:t>comme on découvrit que Marianne était musicienne</w:t>
      </w:r>
      <w:r w:rsidR="004A4993">
        <w:t xml:space="preserve">, </w:t>
      </w:r>
      <w:r w:rsidRPr="004C3E92">
        <w:t>elle fut invitée à jouer</w:t>
      </w:r>
      <w:r w:rsidR="004A4993">
        <w:t xml:space="preserve">. </w:t>
      </w:r>
      <w:r w:rsidRPr="004C3E92">
        <w:t>L</w:t>
      </w:r>
      <w:r w:rsidR="004A4993">
        <w:t>’</w:t>
      </w:r>
      <w:r w:rsidRPr="004C3E92">
        <w:t>instrument n</w:t>
      </w:r>
      <w:r w:rsidR="004A4993">
        <w:t>’</w:t>
      </w:r>
      <w:r w:rsidRPr="004C3E92">
        <w:t>était pas fermé à clef</w:t>
      </w:r>
      <w:r w:rsidR="004A4993">
        <w:t xml:space="preserve">, </w:t>
      </w:r>
      <w:r w:rsidRPr="004C3E92">
        <w:t>chacun se prépara à être charmé</w:t>
      </w:r>
      <w:r w:rsidR="004A4993">
        <w:t xml:space="preserve">, </w:t>
      </w:r>
      <w:r w:rsidRPr="004C3E92">
        <w:t>et Marianne</w:t>
      </w:r>
      <w:r w:rsidR="004A4993">
        <w:t xml:space="preserve">, </w:t>
      </w:r>
      <w:r w:rsidRPr="004C3E92">
        <w:t>qui chantait fort bien</w:t>
      </w:r>
      <w:r w:rsidR="004A4993">
        <w:t xml:space="preserve">, </w:t>
      </w:r>
      <w:r w:rsidRPr="004C3E92">
        <w:t>interpréta</w:t>
      </w:r>
      <w:r w:rsidR="004A4993">
        <w:t xml:space="preserve">, </w:t>
      </w:r>
      <w:r w:rsidRPr="004C3E92">
        <w:t>à leur requête</w:t>
      </w:r>
      <w:r w:rsidR="004A4993">
        <w:t xml:space="preserve">, </w:t>
      </w:r>
      <w:r w:rsidRPr="004C3E92">
        <w:t>les principales d</w:t>
      </w:r>
      <w:r w:rsidR="004A4993">
        <w:t>’</w:t>
      </w:r>
      <w:r w:rsidRPr="004C3E92">
        <w:t>entre les chansons que lady Middleton avait introduites dans la famille lors de son mariage</w:t>
      </w:r>
      <w:r w:rsidR="004A4993">
        <w:t xml:space="preserve">, </w:t>
      </w:r>
      <w:r w:rsidRPr="004C3E92">
        <w:t>et qui</w:t>
      </w:r>
      <w:r w:rsidR="004A4993">
        <w:t xml:space="preserve">, </w:t>
      </w:r>
      <w:r w:rsidRPr="004C3E92">
        <w:t>peut-être</w:t>
      </w:r>
      <w:r w:rsidR="004A4993">
        <w:t xml:space="preserve">, </w:t>
      </w:r>
      <w:r w:rsidRPr="004C3E92">
        <w:t>étaient restées depuis ce jour dans la même position sur le pianoforte</w:t>
      </w:r>
      <w:r w:rsidR="004A4993">
        <w:t xml:space="preserve"> ; </w:t>
      </w:r>
      <w:r w:rsidRPr="004C3E92">
        <w:t>car m</w:t>
      </w:r>
      <w:r w:rsidRPr="004C3E92">
        <w:t>i</w:t>
      </w:r>
      <w:r w:rsidRPr="004C3E92">
        <w:t>lady avait célébré cet événement en renonçant à la musique</w:t>
      </w:r>
      <w:r w:rsidR="004A4993">
        <w:t xml:space="preserve">, </w:t>
      </w:r>
      <w:r w:rsidRPr="004C3E92">
        <w:t>bien qu</w:t>
      </w:r>
      <w:r w:rsidR="004A4993">
        <w:t>’</w:t>
      </w:r>
      <w:r w:rsidRPr="004C3E92">
        <w:t>au dire de sa mère elle eût joué extrêmement bien</w:t>
      </w:r>
      <w:r w:rsidR="004A4993">
        <w:t xml:space="preserve">, </w:t>
      </w:r>
      <w:r w:rsidRPr="004C3E92">
        <w:t>et que</w:t>
      </w:r>
      <w:r w:rsidR="004A4993">
        <w:t xml:space="preserve">, </w:t>
      </w:r>
      <w:r w:rsidRPr="004C3E92">
        <w:t>d</w:t>
      </w:r>
      <w:r w:rsidR="004A4993">
        <w:t>’</w:t>
      </w:r>
      <w:r w:rsidRPr="004C3E92">
        <w:t>après elle</w:t>
      </w:r>
      <w:r w:rsidR="004A4993">
        <w:t xml:space="preserve">, </w:t>
      </w:r>
      <w:r w:rsidRPr="004C3E92">
        <w:t>elle l</w:t>
      </w:r>
      <w:r w:rsidR="004A4993">
        <w:t>’</w:t>
      </w:r>
      <w:r w:rsidRPr="004C3E92">
        <w:t>aimât beaucoup</w:t>
      </w:r>
      <w:r w:rsidR="004A4993">
        <w:t>.</w:t>
      </w:r>
    </w:p>
    <w:p w14:paraId="6177C3CD" w14:textId="77777777" w:rsidR="004A4993" w:rsidRDefault="008C5C61" w:rsidP="004A4993">
      <w:r w:rsidRPr="004C3E92">
        <w:t>L</w:t>
      </w:r>
      <w:r w:rsidR="004A4993">
        <w:t>’</w:t>
      </w:r>
      <w:r w:rsidRPr="004C3E92">
        <w:t>audition de Marianne fut fort applaudie</w:t>
      </w:r>
      <w:r w:rsidR="004A4993">
        <w:t xml:space="preserve">. </w:t>
      </w:r>
      <w:r w:rsidRPr="004C3E92">
        <w:t>Sir John se montra bruyant dans son admiration à la fin de chaque cha</w:t>
      </w:r>
      <w:r w:rsidRPr="004C3E92">
        <w:t>n</w:t>
      </w:r>
      <w:r w:rsidRPr="004C3E92">
        <w:t>son</w:t>
      </w:r>
      <w:r w:rsidR="004A4993">
        <w:t xml:space="preserve">, </w:t>
      </w:r>
      <w:r w:rsidRPr="004C3E92">
        <w:t>et aussi bruyant dans sa conversation avec les autres au cours de chacune d</w:t>
      </w:r>
      <w:r w:rsidR="004A4993">
        <w:t>’</w:t>
      </w:r>
      <w:r w:rsidRPr="004C3E92">
        <w:t>elles</w:t>
      </w:r>
      <w:r w:rsidR="004A4993">
        <w:t xml:space="preserve">. </w:t>
      </w:r>
      <w:r w:rsidRPr="004C3E92">
        <w:t xml:space="preserve">Lady Middleton le rappela </w:t>
      </w:r>
      <w:r w:rsidRPr="004C3E92">
        <w:lastRenderedPageBreak/>
        <w:t>fréque</w:t>
      </w:r>
      <w:r w:rsidRPr="004C3E92">
        <w:t>m</w:t>
      </w:r>
      <w:r w:rsidRPr="004C3E92">
        <w:t>ment à l</w:t>
      </w:r>
      <w:r w:rsidR="004A4993">
        <w:t>’</w:t>
      </w:r>
      <w:r w:rsidRPr="004C3E92">
        <w:t>ordre</w:t>
      </w:r>
      <w:r w:rsidR="004A4993">
        <w:t xml:space="preserve">, </w:t>
      </w:r>
      <w:r w:rsidRPr="004C3E92">
        <w:t>se demanda comment l</w:t>
      </w:r>
      <w:r w:rsidR="004A4993">
        <w:t>’</w:t>
      </w:r>
      <w:r w:rsidRPr="004C3E92">
        <w:t>attention de quiconque pouvait être distraite un seul instant de la musique</w:t>
      </w:r>
      <w:r w:rsidR="004A4993">
        <w:t xml:space="preserve">, </w:t>
      </w:r>
      <w:r w:rsidRPr="004C3E92">
        <w:t>et pria M</w:t>
      </w:r>
      <w:r w:rsidRPr="004C3E92">
        <w:t>a</w:t>
      </w:r>
      <w:r w:rsidRPr="004C3E92">
        <w:t>rianne de chanter une certaine chanson que Marianne venait de terminer</w:t>
      </w:r>
      <w:r w:rsidR="004A4993">
        <w:t xml:space="preserve">. </w:t>
      </w:r>
      <w:r w:rsidRPr="004C3E92">
        <w:t>Le colonel Brandon</w:t>
      </w:r>
      <w:r w:rsidR="004A4993">
        <w:t xml:space="preserve">, </w:t>
      </w:r>
      <w:r w:rsidRPr="004C3E92">
        <w:t>seul de tous les convives</w:t>
      </w:r>
      <w:r w:rsidR="004A4993">
        <w:t xml:space="preserve">, </w:t>
      </w:r>
      <w:r w:rsidRPr="004C3E92">
        <w:t>l</w:t>
      </w:r>
      <w:r w:rsidR="004A4993">
        <w:t>’</w:t>
      </w:r>
      <w:r w:rsidRPr="004C3E92">
        <w:t>écouta sans se perdre en expressions de ravissement</w:t>
      </w:r>
      <w:r w:rsidR="004A4993">
        <w:t xml:space="preserve">. </w:t>
      </w:r>
      <w:r w:rsidRPr="004C3E92">
        <w:t>Il lui accorda simplement le compliment de son attention</w:t>
      </w:r>
      <w:r w:rsidR="004A4993">
        <w:t xml:space="preserve"> ; </w:t>
      </w:r>
      <w:r w:rsidRPr="004C3E92">
        <w:t>et elle éprouva pour lui</w:t>
      </w:r>
      <w:r w:rsidR="004A4993">
        <w:t xml:space="preserve">, </w:t>
      </w:r>
      <w:r w:rsidRPr="004C3E92">
        <w:t>à cette occasion</w:t>
      </w:r>
      <w:r w:rsidR="004A4993">
        <w:t xml:space="preserve">, </w:t>
      </w:r>
      <w:r w:rsidRPr="004C3E92">
        <w:t>un respect dont les autres étaient ra</w:t>
      </w:r>
      <w:r w:rsidRPr="004C3E92">
        <w:t>i</w:t>
      </w:r>
      <w:r w:rsidRPr="004C3E92">
        <w:t>sonnablement déchus en raison de leur manque de goût éhonté</w:t>
      </w:r>
      <w:r w:rsidR="004A4993">
        <w:t xml:space="preserve">. </w:t>
      </w:r>
      <w:r w:rsidRPr="004C3E92">
        <w:t>Le plaisir que causait la musique au colonel</w:t>
      </w:r>
      <w:r w:rsidR="004A4993">
        <w:t xml:space="preserve">, </w:t>
      </w:r>
      <w:r w:rsidRPr="004C3E92">
        <w:t>bien qu</w:t>
      </w:r>
      <w:r w:rsidR="004A4993">
        <w:t>’</w:t>
      </w:r>
      <w:r w:rsidRPr="004C3E92">
        <w:t>il ne se haussât pas à ce délice extatique qui seul pouvait sympathiser avec le sien</w:t>
      </w:r>
      <w:r w:rsidR="004A4993">
        <w:t xml:space="preserve">, </w:t>
      </w:r>
      <w:r w:rsidRPr="004C3E92">
        <w:t>était estimable</w:t>
      </w:r>
      <w:r w:rsidR="004A4993">
        <w:t xml:space="preserve">, </w:t>
      </w:r>
      <w:r w:rsidRPr="004C3E92">
        <w:t>par contraste avec l</w:t>
      </w:r>
      <w:r w:rsidR="004A4993">
        <w:t>’</w:t>
      </w:r>
      <w:r w:rsidRPr="004C3E92">
        <w:t>affreuse inse</w:t>
      </w:r>
      <w:r w:rsidRPr="004C3E92">
        <w:t>n</w:t>
      </w:r>
      <w:r w:rsidRPr="004C3E92">
        <w:t>sibilité des autres</w:t>
      </w:r>
      <w:r w:rsidR="004A4993">
        <w:t xml:space="preserve"> ; </w:t>
      </w:r>
      <w:r w:rsidRPr="004C3E92">
        <w:t>et elle était assez raisonnable pour admettre qu</w:t>
      </w:r>
      <w:r w:rsidR="004A4993">
        <w:t>’</w:t>
      </w:r>
      <w:r w:rsidRPr="004C3E92">
        <w:t>un homme de trente-cinq ans pouvait fort bien avoir passé l</w:t>
      </w:r>
      <w:r w:rsidR="004A4993">
        <w:t>’</w:t>
      </w:r>
      <w:r w:rsidRPr="004C3E92">
        <w:t>âge de toute acuité de sentiment et de toute faculté exquise de jouissance</w:t>
      </w:r>
      <w:r w:rsidR="004A4993">
        <w:t xml:space="preserve">. </w:t>
      </w:r>
      <w:r w:rsidRPr="004C3E92">
        <w:t>Elle était parfaitement disposée à faire</w:t>
      </w:r>
      <w:r w:rsidR="004A4993">
        <w:t xml:space="preserve">, </w:t>
      </w:r>
      <w:r w:rsidRPr="004C3E92">
        <w:t>à l</w:t>
      </w:r>
      <w:r w:rsidR="004A4993">
        <w:t>’</w:t>
      </w:r>
      <w:r w:rsidRPr="004C3E92">
        <w:t>âge ava</w:t>
      </w:r>
      <w:r w:rsidRPr="004C3E92">
        <w:t>n</w:t>
      </w:r>
      <w:r w:rsidRPr="004C3E92">
        <w:t>cé du colonel</w:t>
      </w:r>
      <w:r w:rsidR="004A4993">
        <w:t xml:space="preserve">, </w:t>
      </w:r>
      <w:r w:rsidRPr="004C3E92">
        <w:t>toutes les concessions qu</w:t>
      </w:r>
      <w:r w:rsidR="004A4993">
        <w:t>’</w:t>
      </w:r>
      <w:r w:rsidRPr="004C3E92">
        <w:t>exigeait un sentiment d</w:t>
      </w:r>
      <w:r w:rsidR="004A4993">
        <w:t>’</w:t>
      </w:r>
      <w:r w:rsidRPr="004C3E92">
        <w:t>humanité</w:t>
      </w:r>
      <w:r w:rsidR="004A4993">
        <w:t>.</w:t>
      </w:r>
    </w:p>
    <w:p w14:paraId="67CC6262" w14:textId="020DAB78" w:rsidR="008C5C61" w:rsidRPr="004C3E92" w:rsidRDefault="008C5C61" w:rsidP="004A4993">
      <w:pPr>
        <w:pStyle w:val="Titre1"/>
      </w:pPr>
      <w:bookmarkStart w:id="7" w:name="_Toc196409792"/>
      <w:r w:rsidRPr="004C3E92">
        <w:lastRenderedPageBreak/>
        <w:t>CHAPITRE VIII</w:t>
      </w:r>
      <w:bookmarkEnd w:id="7"/>
      <w:r w:rsidRPr="004C3E92">
        <w:br/>
      </w:r>
    </w:p>
    <w:p w14:paraId="786B42D2" w14:textId="77777777" w:rsidR="004A4993" w:rsidRDefault="008C5C61" w:rsidP="004A4993">
      <w:r w:rsidRPr="004C3E92">
        <w:t>Mrs</w:t>
      </w:r>
      <w:r w:rsidR="004A4993">
        <w:t xml:space="preserve">. </w:t>
      </w:r>
      <w:r w:rsidRPr="004C3E92">
        <w:t>Jennings était veuve</w:t>
      </w:r>
      <w:r w:rsidR="004A4993">
        <w:t xml:space="preserve">, </w:t>
      </w:r>
      <w:r w:rsidRPr="004C3E92">
        <w:t>avec un douaire largement suff</w:t>
      </w:r>
      <w:r w:rsidRPr="004C3E92">
        <w:t>i</w:t>
      </w:r>
      <w:r w:rsidRPr="004C3E92">
        <w:t>sant</w:t>
      </w:r>
      <w:r w:rsidR="004A4993">
        <w:t xml:space="preserve">. </w:t>
      </w:r>
      <w:r w:rsidRPr="004C3E92">
        <w:t>Elle n</w:t>
      </w:r>
      <w:r w:rsidR="004A4993">
        <w:t>’</w:t>
      </w:r>
      <w:r w:rsidRPr="004C3E92">
        <w:t>avait que deux filles</w:t>
      </w:r>
      <w:r w:rsidR="004A4993">
        <w:t xml:space="preserve">, </w:t>
      </w:r>
      <w:r w:rsidRPr="004C3E92">
        <w:t>qu</w:t>
      </w:r>
      <w:r w:rsidR="004A4993">
        <w:t>’</w:t>
      </w:r>
      <w:r w:rsidRPr="004C3E92">
        <w:t>elle avait pu voir l</w:t>
      </w:r>
      <w:r w:rsidR="004A4993">
        <w:t>’</w:t>
      </w:r>
      <w:r w:rsidRPr="004C3E92">
        <w:t>une et l</w:t>
      </w:r>
      <w:r w:rsidR="004A4993">
        <w:t>’</w:t>
      </w:r>
      <w:r w:rsidRPr="004C3E92">
        <w:t>autre convenablement mariées</w:t>
      </w:r>
      <w:r w:rsidR="004A4993">
        <w:t xml:space="preserve">, </w:t>
      </w:r>
      <w:r w:rsidRPr="004C3E92">
        <w:t>et elle n</w:t>
      </w:r>
      <w:r w:rsidR="004A4993">
        <w:t>’</w:t>
      </w:r>
      <w:r w:rsidRPr="004C3E92">
        <w:t>avait donc</w:t>
      </w:r>
      <w:r w:rsidR="004A4993">
        <w:t xml:space="preserve">, </w:t>
      </w:r>
      <w:r w:rsidRPr="004C3E92">
        <w:t>à présent</w:t>
      </w:r>
      <w:r w:rsidR="004A4993">
        <w:t xml:space="preserve">, </w:t>
      </w:r>
      <w:r w:rsidRPr="004C3E92">
        <w:t>rien d</w:t>
      </w:r>
      <w:r w:rsidR="004A4993">
        <w:t>’</w:t>
      </w:r>
      <w:r w:rsidRPr="004C3E92">
        <w:t>autre à faire que de marier tout le reste du monde</w:t>
      </w:r>
      <w:r w:rsidR="004A4993">
        <w:t xml:space="preserve">. </w:t>
      </w:r>
      <w:r w:rsidRPr="004C3E92">
        <w:t>Elle déployait un zèle actif à réaliser ce dessein</w:t>
      </w:r>
      <w:r w:rsidR="004A4993">
        <w:t xml:space="preserve">, </w:t>
      </w:r>
      <w:r w:rsidRPr="004C3E92">
        <w:t>dans la mesure où s</w:t>
      </w:r>
      <w:r w:rsidR="004A4993">
        <w:t>’</w:t>
      </w:r>
      <w:r w:rsidRPr="004C3E92">
        <w:t>étendaient ses aptitudes</w:t>
      </w:r>
      <w:r w:rsidR="004A4993">
        <w:t xml:space="preserve">, </w:t>
      </w:r>
      <w:r w:rsidRPr="004C3E92">
        <w:t>et ne manquait aucune occasion de projeter des mariages parmi tous les jeunes gens de sa connai</w:t>
      </w:r>
      <w:r w:rsidRPr="004C3E92">
        <w:t>s</w:t>
      </w:r>
      <w:r w:rsidRPr="004C3E92">
        <w:t>sance</w:t>
      </w:r>
      <w:r w:rsidR="004A4993">
        <w:t xml:space="preserve">. </w:t>
      </w:r>
      <w:r w:rsidRPr="004C3E92">
        <w:t>Elle était remarquablement prompte à découvrir des a</w:t>
      </w:r>
      <w:r w:rsidRPr="004C3E92">
        <w:t>f</w:t>
      </w:r>
      <w:r w:rsidRPr="004C3E92">
        <w:t>fections</w:t>
      </w:r>
      <w:r w:rsidR="004A4993">
        <w:t xml:space="preserve">, </w:t>
      </w:r>
      <w:r w:rsidRPr="004C3E92">
        <w:t>et avait pris plaisir à susciter la rougeur et la vanité de bien des jeunes filles par des insinuations du pouvoir qu</w:t>
      </w:r>
      <w:r w:rsidR="004A4993">
        <w:t>’</w:t>
      </w:r>
      <w:r w:rsidRPr="004C3E92">
        <w:t>elles exerçaient sur tel jeune homme</w:t>
      </w:r>
      <w:r w:rsidR="004A4993">
        <w:t xml:space="preserve"> ; </w:t>
      </w:r>
      <w:r w:rsidRPr="004C3E92">
        <w:t>et ce genre de discernement lui permit</w:t>
      </w:r>
      <w:r w:rsidR="004A4993">
        <w:t xml:space="preserve">, </w:t>
      </w:r>
      <w:r w:rsidRPr="004C3E92">
        <w:t>peu après son arrivée à Barton</w:t>
      </w:r>
      <w:r w:rsidR="004A4993">
        <w:t xml:space="preserve">, </w:t>
      </w:r>
      <w:r w:rsidRPr="004C3E92">
        <w:t>de décréter d</w:t>
      </w:r>
      <w:r w:rsidR="004A4993">
        <w:t>’</w:t>
      </w:r>
      <w:r w:rsidRPr="004C3E92">
        <w:t xml:space="preserve">une façon décisive que le colonel Brandon était fort épris de Marianne </w:t>
      </w:r>
      <w:proofErr w:type="spellStart"/>
      <w:r w:rsidRPr="004C3E92">
        <w:t>Dashwood</w:t>
      </w:r>
      <w:proofErr w:type="spellEnd"/>
      <w:r w:rsidR="004A4993">
        <w:t xml:space="preserve">. </w:t>
      </w:r>
      <w:r w:rsidRPr="004C3E92">
        <w:t>Elle soupçonna un peu qu</w:t>
      </w:r>
      <w:r w:rsidR="004A4993">
        <w:t>’</w:t>
      </w:r>
      <w:r w:rsidRPr="004C3E92">
        <w:t>il en était ainsi dès la première soirée qu</w:t>
      </w:r>
      <w:r w:rsidR="004A4993">
        <w:t>’</w:t>
      </w:r>
      <w:r w:rsidRPr="004C3E92">
        <w:t>ils passèrent ensemble</w:t>
      </w:r>
      <w:r w:rsidR="004A4993">
        <w:t xml:space="preserve">, </w:t>
      </w:r>
      <w:r w:rsidRPr="004C3E92">
        <w:t>du fait qu</w:t>
      </w:r>
      <w:r w:rsidR="004A4993">
        <w:t>’</w:t>
      </w:r>
      <w:r w:rsidRPr="004C3E92">
        <w:t>il eût éco</w:t>
      </w:r>
      <w:r w:rsidRPr="004C3E92">
        <w:t>u</w:t>
      </w:r>
      <w:r w:rsidRPr="004C3E92">
        <w:t>té si attentivement tandis qu</w:t>
      </w:r>
      <w:r w:rsidR="004A4993">
        <w:t>’</w:t>
      </w:r>
      <w:r w:rsidRPr="004C3E92">
        <w:t>elle chantait pour eux</w:t>
      </w:r>
      <w:r w:rsidR="004A4993">
        <w:t xml:space="preserve"> ; </w:t>
      </w:r>
      <w:r w:rsidRPr="004C3E92">
        <w:t>et quand cette visite fut rendue</w:t>
      </w:r>
      <w:r w:rsidR="004A4993">
        <w:t xml:space="preserve">, </w:t>
      </w:r>
      <w:r w:rsidRPr="004C3E92">
        <w:t>le jour où les Middleton dînèrent à la maisonnette</w:t>
      </w:r>
      <w:r w:rsidR="004A4993">
        <w:t xml:space="preserve">, </w:t>
      </w:r>
      <w:r w:rsidRPr="004C3E92">
        <w:t>elle s</w:t>
      </w:r>
      <w:r w:rsidR="004A4993">
        <w:t>’</w:t>
      </w:r>
      <w:r w:rsidRPr="004C3E92">
        <w:t>en assura par la façon dont il l</w:t>
      </w:r>
      <w:r w:rsidR="004A4993">
        <w:t>’</w:t>
      </w:r>
      <w:r w:rsidRPr="004C3E92">
        <w:t>écouta à no</w:t>
      </w:r>
      <w:r w:rsidRPr="004C3E92">
        <w:t>u</w:t>
      </w:r>
      <w:r w:rsidRPr="004C3E92">
        <w:t>veau</w:t>
      </w:r>
      <w:r w:rsidR="004A4993">
        <w:t xml:space="preserve">. </w:t>
      </w:r>
      <w:r w:rsidRPr="004C3E92">
        <w:t>Il fallait qu</w:t>
      </w:r>
      <w:r w:rsidR="004A4993">
        <w:t>’</w:t>
      </w:r>
      <w:r w:rsidRPr="004C3E92">
        <w:t>il en fût ainsi</w:t>
      </w:r>
      <w:r w:rsidR="004A4993">
        <w:t xml:space="preserve">. </w:t>
      </w:r>
      <w:r w:rsidRPr="004C3E92">
        <w:t>Elle en était parfaitement convaincue</w:t>
      </w:r>
      <w:r w:rsidR="004A4993">
        <w:t xml:space="preserve">. </w:t>
      </w:r>
      <w:r w:rsidRPr="004C3E92">
        <w:t>Ce serait un mariage excellent</w:t>
      </w:r>
      <w:r w:rsidR="004A4993">
        <w:t xml:space="preserve">, </w:t>
      </w:r>
      <w:r w:rsidRPr="004C3E92">
        <w:t>car il était riche</w:t>
      </w:r>
      <w:r w:rsidR="004A4993">
        <w:t xml:space="preserve">, </w:t>
      </w:r>
      <w:r w:rsidRPr="004C3E92">
        <w:t>et elle était belle</w:t>
      </w:r>
      <w:r w:rsidR="004A4993">
        <w:t xml:space="preserve">. </w:t>
      </w:r>
      <w:r w:rsidRPr="004C3E92">
        <w:t>Mrs</w:t>
      </w:r>
      <w:r w:rsidR="004A4993">
        <w:t xml:space="preserve">. </w:t>
      </w:r>
      <w:r w:rsidRPr="004C3E92">
        <w:t>Jennings avait eu à cœur de voir le colonel Brandon bien marié</w:t>
      </w:r>
      <w:r w:rsidR="004A4993">
        <w:t xml:space="preserve">, </w:t>
      </w:r>
      <w:r w:rsidRPr="004C3E92">
        <w:t>dès que ses attaches avec Sir John le lui avaient fait connaître</w:t>
      </w:r>
      <w:r w:rsidR="004A4993">
        <w:t xml:space="preserve"> ; </w:t>
      </w:r>
      <w:r w:rsidRPr="004C3E92">
        <w:t>et elle avait toujours le vif désir de tro</w:t>
      </w:r>
      <w:r w:rsidRPr="004C3E92">
        <w:t>u</w:t>
      </w:r>
      <w:r w:rsidRPr="004C3E92">
        <w:t>ver un bon mari pour toutes les jolies filles</w:t>
      </w:r>
      <w:r w:rsidR="004A4993">
        <w:t>.</w:t>
      </w:r>
    </w:p>
    <w:p w14:paraId="0AA124A2" w14:textId="77777777" w:rsidR="004A4993" w:rsidRDefault="008C5C61" w:rsidP="004A4993">
      <w:r w:rsidRPr="004C3E92">
        <w:t>L</w:t>
      </w:r>
      <w:r w:rsidR="004A4993">
        <w:t>’</w:t>
      </w:r>
      <w:r w:rsidRPr="004C3E92">
        <w:t>avantage immédiat pour elle-même n</w:t>
      </w:r>
      <w:r w:rsidR="004A4993">
        <w:t>’</w:t>
      </w:r>
      <w:r w:rsidRPr="004C3E92">
        <w:t>était nullement i</w:t>
      </w:r>
      <w:r w:rsidRPr="004C3E92">
        <w:t>n</w:t>
      </w:r>
      <w:r w:rsidRPr="004C3E92">
        <w:t>signifiant</w:t>
      </w:r>
      <w:r w:rsidR="004A4993">
        <w:t xml:space="preserve">, </w:t>
      </w:r>
      <w:r w:rsidRPr="004C3E92">
        <w:t>car cette idée lui fournit des plaisanteries sans fin à l</w:t>
      </w:r>
      <w:r w:rsidR="004A4993">
        <w:t>’</w:t>
      </w:r>
      <w:r w:rsidRPr="004C3E92">
        <w:t>adresse de l</w:t>
      </w:r>
      <w:r w:rsidR="004A4993">
        <w:t>’</w:t>
      </w:r>
      <w:r w:rsidRPr="004C3E92">
        <w:t>un et de l</w:t>
      </w:r>
      <w:r w:rsidR="004A4993">
        <w:t>’</w:t>
      </w:r>
      <w:r w:rsidRPr="004C3E92">
        <w:t>autre</w:t>
      </w:r>
      <w:r w:rsidR="004A4993">
        <w:t xml:space="preserve">. </w:t>
      </w:r>
      <w:r w:rsidRPr="004C3E92">
        <w:t>Au Park</w:t>
      </w:r>
      <w:r w:rsidR="004A4993">
        <w:t xml:space="preserve">, </w:t>
      </w:r>
      <w:r w:rsidRPr="004C3E92">
        <w:t>elle raillait le colonel</w:t>
      </w:r>
      <w:r w:rsidR="004A4993">
        <w:t xml:space="preserve">, </w:t>
      </w:r>
      <w:r w:rsidRPr="004C3E92">
        <w:lastRenderedPageBreak/>
        <w:t>et à la maisonnette</w:t>
      </w:r>
      <w:r w:rsidR="004A4993">
        <w:t xml:space="preserve">, </w:t>
      </w:r>
      <w:r w:rsidRPr="004C3E92">
        <w:t>Marianne</w:t>
      </w:r>
      <w:r w:rsidR="004A4993">
        <w:t xml:space="preserve">. </w:t>
      </w:r>
      <w:r w:rsidRPr="004C3E92">
        <w:t>Pour celui-là</w:t>
      </w:r>
      <w:r w:rsidR="004A4993">
        <w:t xml:space="preserve">, </w:t>
      </w:r>
      <w:r w:rsidRPr="004C3E92">
        <w:t>sa raillerie était prob</w:t>
      </w:r>
      <w:r w:rsidRPr="004C3E92">
        <w:t>a</w:t>
      </w:r>
      <w:r w:rsidRPr="004C3E92">
        <w:t>blement</w:t>
      </w:r>
      <w:r w:rsidR="004A4993">
        <w:t xml:space="preserve">, </w:t>
      </w:r>
      <w:r w:rsidRPr="004C3E92">
        <w:t>dans la mesure où elle ne concernait que lui seul</w:t>
      </w:r>
      <w:r w:rsidR="004A4993">
        <w:t xml:space="preserve">, </w:t>
      </w:r>
      <w:r w:rsidRPr="004C3E92">
        <w:t>pa</w:t>
      </w:r>
      <w:r w:rsidRPr="004C3E92">
        <w:t>r</w:t>
      </w:r>
      <w:r w:rsidRPr="004C3E92">
        <w:t>faitement indifférente</w:t>
      </w:r>
      <w:r w:rsidR="004A4993">
        <w:t xml:space="preserve"> ; </w:t>
      </w:r>
      <w:r w:rsidRPr="004C3E92">
        <w:t>mais pour celle-ci</w:t>
      </w:r>
      <w:r w:rsidR="004A4993">
        <w:t xml:space="preserve">, </w:t>
      </w:r>
      <w:r w:rsidRPr="004C3E92">
        <w:t>elle fut d</w:t>
      </w:r>
      <w:r w:rsidR="004A4993">
        <w:t>’</w:t>
      </w:r>
      <w:r w:rsidRPr="004C3E92">
        <w:t>abord i</w:t>
      </w:r>
      <w:r w:rsidRPr="004C3E92">
        <w:t>n</w:t>
      </w:r>
      <w:r w:rsidRPr="004C3E92">
        <w:t>compréhensible</w:t>
      </w:r>
      <w:r w:rsidR="004A4993">
        <w:t xml:space="preserve"> ; </w:t>
      </w:r>
      <w:r w:rsidRPr="004C3E92">
        <w:t>et lorsque l</w:t>
      </w:r>
      <w:r w:rsidR="004A4993">
        <w:t>’</w:t>
      </w:r>
      <w:r w:rsidRPr="004C3E92">
        <w:t>objet en fut compris</w:t>
      </w:r>
      <w:r w:rsidR="004A4993">
        <w:t xml:space="preserve">, </w:t>
      </w:r>
      <w:r w:rsidRPr="004C3E92">
        <w:t>elle sut à peine s</w:t>
      </w:r>
      <w:r w:rsidR="004A4993">
        <w:t>’</w:t>
      </w:r>
      <w:r w:rsidRPr="004C3E92">
        <w:t>il convenait plutôt de rire de son absurdité</w:t>
      </w:r>
      <w:r w:rsidR="004A4993">
        <w:t xml:space="preserve">, </w:t>
      </w:r>
      <w:r w:rsidRPr="004C3E92">
        <w:t>ou d</w:t>
      </w:r>
      <w:r w:rsidR="004A4993">
        <w:t>’</w:t>
      </w:r>
      <w:r w:rsidRPr="004C3E92">
        <w:t>en ce</w:t>
      </w:r>
      <w:r w:rsidRPr="004C3E92">
        <w:t>n</w:t>
      </w:r>
      <w:r w:rsidRPr="004C3E92">
        <w:t>surer l</w:t>
      </w:r>
      <w:r w:rsidR="004A4993">
        <w:t>’</w:t>
      </w:r>
      <w:r w:rsidRPr="004C3E92">
        <w:t>impertinence</w:t>
      </w:r>
      <w:r w:rsidR="004A4993">
        <w:t xml:space="preserve">, </w:t>
      </w:r>
      <w:r w:rsidRPr="004C3E92">
        <w:t>car elle la considérait comme une critique sans pitié de l</w:t>
      </w:r>
      <w:r w:rsidR="004A4993">
        <w:t>’</w:t>
      </w:r>
      <w:r w:rsidRPr="004C3E92">
        <w:t>âge avancé du colonel</w:t>
      </w:r>
      <w:r w:rsidR="004A4993">
        <w:t xml:space="preserve">, </w:t>
      </w:r>
      <w:r w:rsidRPr="004C3E92">
        <w:t>et de sa condition désesp</w:t>
      </w:r>
      <w:r w:rsidRPr="004C3E92">
        <w:t>é</w:t>
      </w:r>
      <w:r w:rsidRPr="004C3E92">
        <w:t>rée de vieux garçon</w:t>
      </w:r>
      <w:r w:rsidR="004A4993">
        <w:t>.</w:t>
      </w:r>
    </w:p>
    <w:p w14:paraId="23D3FAA0" w14:textId="77777777" w:rsidR="004A4993" w:rsidRDefault="008C5C61" w:rsidP="004A4993">
      <w:r w:rsidRPr="004C3E92">
        <w:t>Mrs</w:t>
      </w:r>
      <w:r w:rsidR="004A4993">
        <w:t xml:space="preserve">. </w:t>
      </w:r>
      <w:proofErr w:type="spellStart"/>
      <w:r w:rsidRPr="004C3E92">
        <w:t>Dashwood</w:t>
      </w:r>
      <w:proofErr w:type="spellEnd"/>
      <w:r w:rsidR="004A4993">
        <w:t xml:space="preserve">, </w:t>
      </w:r>
      <w:r w:rsidRPr="004C3E92">
        <w:t>qui ne considérait pas un homme de cinq ans son cadet comme étant si excessivement vieux qu</w:t>
      </w:r>
      <w:r w:rsidR="004A4993">
        <w:t>’</w:t>
      </w:r>
      <w:r w:rsidRPr="004C3E92">
        <w:t>il le p</w:t>
      </w:r>
      <w:r w:rsidRPr="004C3E92">
        <w:t>a</w:t>
      </w:r>
      <w:r w:rsidRPr="004C3E92">
        <w:t>raissait à l</w:t>
      </w:r>
      <w:r w:rsidR="004A4993">
        <w:t>’</w:t>
      </w:r>
      <w:r w:rsidRPr="004C3E92">
        <w:t>imagination juvénile de sa fille</w:t>
      </w:r>
      <w:r w:rsidR="004A4993">
        <w:t xml:space="preserve">, </w:t>
      </w:r>
      <w:r w:rsidRPr="004C3E92">
        <w:t>se hasarda à exonérer Mrs</w:t>
      </w:r>
      <w:r w:rsidR="004A4993">
        <w:t xml:space="preserve">. </w:t>
      </w:r>
      <w:r w:rsidRPr="004C3E92">
        <w:t>Jennings du reproche d</w:t>
      </w:r>
      <w:r w:rsidR="004A4993">
        <w:t>’</w:t>
      </w:r>
      <w:r w:rsidRPr="004C3E92">
        <w:t>avoir vraisemblablement voulu j</w:t>
      </w:r>
      <w:r w:rsidRPr="004C3E92">
        <w:t>e</w:t>
      </w:r>
      <w:r w:rsidRPr="004C3E92">
        <w:t>ter le ridicule sur son âge</w:t>
      </w:r>
      <w:r w:rsidR="004A4993">
        <w:t>.</w:t>
      </w:r>
    </w:p>
    <w:p w14:paraId="12B84B01" w14:textId="77777777" w:rsidR="004A4993" w:rsidRDefault="004A4993" w:rsidP="004A4993">
      <w:r>
        <w:t>— </w:t>
      </w:r>
      <w:r w:rsidR="008C5C61" w:rsidRPr="004C3E92">
        <w:t>Mais du moins</w:t>
      </w:r>
      <w:r>
        <w:t xml:space="preserve">, </w:t>
      </w:r>
      <w:r w:rsidR="008C5C61" w:rsidRPr="004C3E92">
        <w:t>maman</w:t>
      </w:r>
      <w:r>
        <w:t xml:space="preserve">, </w:t>
      </w:r>
      <w:r w:rsidR="008C5C61" w:rsidRPr="004C3E92">
        <w:t>vous ne pouvez nier l</w:t>
      </w:r>
      <w:r>
        <w:t>’</w:t>
      </w:r>
      <w:r w:rsidR="008C5C61" w:rsidRPr="004C3E92">
        <w:t>absurdité de l</w:t>
      </w:r>
      <w:r>
        <w:t>’</w:t>
      </w:r>
      <w:r w:rsidR="008C5C61" w:rsidRPr="004C3E92">
        <w:t>accusation</w:t>
      </w:r>
      <w:r>
        <w:t xml:space="preserve">, </w:t>
      </w:r>
      <w:r w:rsidR="008C5C61" w:rsidRPr="004C3E92">
        <w:t>bien que vous ne la croyiez peut-être pas inte</w:t>
      </w:r>
      <w:r w:rsidR="008C5C61" w:rsidRPr="004C3E92">
        <w:t>n</w:t>
      </w:r>
      <w:r w:rsidR="008C5C61" w:rsidRPr="004C3E92">
        <w:t>tionnellement méchante</w:t>
      </w:r>
      <w:r>
        <w:t xml:space="preserve">. </w:t>
      </w:r>
      <w:r w:rsidR="008C5C61" w:rsidRPr="004C3E92">
        <w:t>Le colonel Brandon est certainement plus jeune que Mrs</w:t>
      </w:r>
      <w:r>
        <w:t xml:space="preserve">. </w:t>
      </w:r>
      <w:r w:rsidR="008C5C61" w:rsidRPr="004C3E92">
        <w:t>Jennings</w:t>
      </w:r>
      <w:r>
        <w:t xml:space="preserve">, </w:t>
      </w:r>
      <w:r w:rsidR="008C5C61" w:rsidRPr="004C3E92">
        <w:t>mais il est assez vieux pour être mon père</w:t>
      </w:r>
      <w:r>
        <w:t xml:space="preserve"> ; </w:t>
      </w:r>
      <w:r w:rsidR="008C5C61" w:rsidRPr="004C3E92">
        <w:t>et s</w:t>
      </w:r>
      <w:r>
        <w:t>’</w:t>
      </w:r>
      <w:r w:rsidR="008C5C61" w:rsidRPr="004C3E92">
        <w:t>il a jamais été suffisamment animé pour être amoureux</w:t>
      </w:r>
      <w:r>
        <w:t xml:space="preserve">, </w:t>
      </w:r>
      <w:r w:rsidR="008C5C61" w:rsidRPr="004C3E92">
        <w:t>il a dû dépasser depuis longtemps l</w:t>
      </w:r>
      <w:r>
        <w:t>’</w:t>
      </w:r>
      <w:r w:rsidR="008C5C61" w:rsidRPr="004C3E92">
        <w:t>âge de toute se</w:t>
      </w:r>
      <w:r w:rsidR="008C5C61" w:rsidRPr="004C3E92">
        <w:t>n</w:t>
      </w:r>
      <w:r w:rsidR="008C5C61" w:rsidRPr="004C3E92">
        <w:t>sation de ce genre</w:t>
      </w:r>
      <w:r>
        <w:t xml:space="preserve">. </w:t>
      </w:r>
      <w:r w:rsidR="008C5C61" w:rsidRPr="004C3E92">
        <w:t>C</w:t>
      </w:r>
      <w:r>
        <w:t>’</w:t>
      </w:r>
      <w:r w:rsidR="008C5C61" w:rsidRPr="004C3E92">
        <w:t>est par trop ridicule</w:t>
      </w:r>
      <w:r>
        <w:t xml:space="preserve"> ! </w:t>
      </w:r>
      <w:r w:rsidR="008C5C61" w:rsidRPr="004C3E92">
        <w:t>Quand donc un homme sera-t-il à l</w:t>
      </w:r>
      <w:r>
        <w:t>’</w:t>
      </w:r>
      <w:r w:rsidR="008C5C61" w:rsidRPr="004C3E92">
        <w:t>abri de pareils traits d</w:t>
      </w:r>
      <w:r>
        <w:t>’</w:t>
      </w:r>
      <w:r w:rsidR="008C5C61" w:rsidRPr="004C3E92">
        <w:t>esprit</w:t>
      </w:r>
      <w:r>
        <w:t xml:space="preserve">, </w:t>
      </w:r>
      <w:r w:rsidR="008C5C61" w:rsidRPr="004C3E92">
        <w:t>si l</w:t>
      </w:r>
      <w:r>
        <w:t>’</w:t>
      </w:r>
      <w:r w:rsidR="008C5C61" w:rsidRPr="004C3E92">
        <w:t>âge et les infirmités ne l</w:t>
      </w:r>
      <w:r>
        <w:t>’</w:t>
      </w:r>
      <w:r w:rsidR="008C5C61" w:rsidRPr="004C3E92">
        <w:t>en protègent</w:t>
      </w:r>
      <w:r>
        <w:t> ?</w:t>
      </w:r>
    </w:p>
    <w:p w14:paraId="105BC80B" w14:textId="77777777" w:rsidR="004A4993" w:rsidRDefault="004A4993" w:rsidP="004A4993">
      <w:r>
        <w:t>— </w:t>
      </w:r>
      <w:r w:rsidR="008C5C61" w:rsidRPr="004C3E92">
        <w:t>Les infirmités</w:t>
      </w:r>
      <w:r>
        <w:t xml:space="preserve"> ! </w:t>
      </w:r>
      <w:r w:rsidR="008C5C61" w:rsidRPr="004C3E92">
        <w:t xml:space="preserve">dit </w:t>
      </w:r>
      <w:proofErr w:type="spellStart"/>
      <w:r w:rsidR="008C5C61" w:rsidRPr="004C3E92">
        <w:t>Elinor</w:t>
      </w:r>
      <w:proofErr w:type="spellEnd"/>
      <w:r>
        <w:t xml:space="preserve"> ; </w:t>
      </w:r>
      <w:r w:rsidR="008C5C61" w:rsidRPr="004C3E92">
        <w:t>traites-tu le colonel Brandon d</w:t>
      </w:r>
      <w:r>
        <w:t>’</w:t>
      </w:r>
      <w:r w:rsidR="008C5C61" w:rsidRPr="004C3E92">
        <w:t>infirme</w:t>
      </w:r>
      <w:r>
        <w:t xml:space="preserve"> ? </w:t>
      </w:r>
      <w:r w:rsidR="008C5C61" w:rsidRPr="004C3E92">
        <w:t>Je suppose facilement que son âge puisse te paraître beaucoup plus considérable qu</w:t>
      </w:r>
      <w:r>
        <w:t>’</w:t>
      </w:r>
      <w:r w:rsidR="008C5C61" w:rsidRPr="004C3E92">
        <w:t>à ma mère</w:t>
      </w:r>
      <w:r>
        <w:t xml:space="preserve"> ; </w:t>
      </w:r>
      <w:r w:rsidR="008C5C61" w:rsidRPr="004C3E92">
        <w:t>mais tu ne peux guère te duper quant au fait qu</w:t>
      </w:r>
      <w:r>
        <w:t>’</w:t>
      </w:r>
      <w:r w:rsidR="008C5C61" w:rsidRPr="004C3E92">
        <w:t>il a l</w:t>
      </w:r>
      <w:r>
        <w:t>’</w:t>
      </w:r>
      <w:r w:rsidR="008C5C61" w:rsidRPr="004C3E92">
        <w:t>usage de ses membres</w:t>
      </w:r>
      <w:r>
        <w:t> !</w:t>
      </w:r>
    </w:p>
    <w:p w14:paraId="66C70826" w14:textId="77777777" w:rsidR="004A4993" w:rsidRDefault="004A4993" w:rsidP="004A4993">
      <w:r>
        <w:t>— </w:t>
      </w:r>
      <w:r w:rsidR="008C5C61" w:rsidRPr="004C3E92">
        <w:t>Tu ne l</w:t>
      </w:r>
      <w:r>
        <w:t>’</w:t>
      </w:r>
      <w:r w:rsidR="008C5C61" w:rsidRPr="004C3E92">
        <w:t>as pas entendu se plaindre d</w:t>
      </w:r>
      <w:r>
        <w:t>’</w:t>
      </w:r>
      <w:r w:rsidR="008C5C61" w:rsidRPr="004C3E92">
        <w:t>un rhumatisme</w:t>
      </w:r>
      <w:r>
        <w:t xml:space="preserve">, </w:t>
      </w:r>
      <w:r w:rsidR="008C5C61" w:rsidRPr="004C3E92">
        <w:t>et n</w:t>
      </w:r>
      <w:r>
        <w:t>’</w:t>
      </w:r>
      <w:r w:rsidR="008C5C61" w:rsidRPr="004C3E92">
        <w:t>est-ce pas là l</w:t>
      </w:r>
      <w:r>
        <w:t>’</w:t>
      </w:r>
      <w:r w:rsidR="008C5C61" w:rsidRPr="004C3E92">
        <w:t>infirmité la plus commune de l</w:t>
      </w:r>
      <w:r>
        <w:t>’</w:t>
      </w:r>
      <w:r w:rsidR="008C5C61" w:rsidRPr="004C3E92">
        <w:t>âge à son d</w:t>
      </w:r>
      <w:r w:rsidR="008C5C61" w:rsidRPr="004C3E92">
        <w:t>é</w:t>
      </w:r>
      <w:r w:rsidR="008C5C61" w:rsidRPr="004C3E92">
        <w:t>clin</w:t>
      </w:r>
      <w:r>
        <w:t> ?</w:t>
      </w:r>
    </w:p>
    <w:p w14:paraId="4ECADA6E" w14:textId="77777777" w:rsidR="004A4993" w:rsidRDefault="004A4993" w:rsidP="004A4993">
      <w:r>
        <w:lastRenderedPageBreak/>
        <w:t>— </w:t>
      </w:r>
      <w:r w:rsidR="008C5C61" w:rsidRPr="004C3E92">
        <w:t>Ma chère enfant</w:t>
      </w:r>
      <w:r>
        <w:t xml:space="preserve">, </w:t>
      </w:r>
      <w:r w:rsidR="008C5C61" w:rsidRPr="004C3E92">
        <w:t>dit sa mère</w:t>
      </w:r>
      <w:r>
        <w:t xml:space="preserve">, </w:t>
      </w:r>
      <w:r w:rsidR="008C5C61" w:rsidRPr="004C3E92">
        <w:t>en riant</w:t>
      </w:r>
      <w:r>
        <w:t xml:space="preserve">, </w:t>
      </w:r>
      <w:r w:rsidR="008C5C61" w:rsidRPr="004C3E92">
        <w:t>à ce compte</w:t>
      </w:r>
      <w:r>
        <w:t xml:space="preserve">, </w:t>
      </w:r>
      <w:r w:rsidR="008C5C61" w:rsidRPr="004C3E92">
        <w:t>tu dois vivre dans la terreur continuelle de ma décrépitude</w:t>
      </w:r>
      <w:r>
        <w:t xml:space="preserve"> ; </w:t>
      </w:r>
      <w:r w:rsidR="008C5C61" w:rsidRPr="004C3E92">
        <w:t>et il doit te sembler miraculeux que ma vie se soit prolongée jusqu</w:t>
      </w:r>
      <w:r>
        <w:t>’</w:t>
      </w:r>
      <w:r w:rsidR="008C5C61" w:rsidRPr="004C3E92">
        <w:t>à l</w:t>
      </w:r>
      <w:r>
        <w:t>’</w:t>
      </w:r>
      <w:r w:rsidR="008C5C61" w:rsidRPr="004C3E92">
        <w:t>âge avancé de quarante ans</w:t>
      </w:r>
      <w:r>
        <w:t>.</w:t>
      </w:r>
    </w:p>
    <w:p w14:paraId="1518DB9D" w14:textId="77777777" w:rsidR="004A4993" w:rsidRDefault="004A4993" w:rsidP="004A4993">
      <w:r>
        <w:t>— </w:t>
      </w:r>
      <w:r w:rsidR="008C5C61" w:rsidRPr="004C3E92">
        <w:t>Maman</w:t>
      </w:r>
      <w:r>
        <w:t xml:space="preserve">, </w:t>
      </w:r>
      <w:r w:rsidR="008C5C61" w:rsidRPr="004C3E92">
        <w:t>vous ne me rendez pas justice</w:t>
      </w:r>
      <w:r>
        <w:t xml:space="preserve">. </w:t>
      </w:r>
      <w:r w:rsidR="008C5C61" w:rsidRPr="004C3E92">
        <w:t>Je sais fort bien que le colonel Brandon n</w:t>
      </w:r>
      <w:r>
        <w:t>’</w:t>
      </w:r>
      <w:r w:rsidR="008C5C61" w:rsidRPr="004C3E92">
        <w:t>est pas assez vieux pour que ses amis appréhendent déjà de le perdre dans le cours naturel des ch</w:t>
      </w:r>
      <w:r w:rsidR="008C5C61" w:rsidRPr="004C3E92">
        <w:t>o</w:t>
      </w:r>
      <w:r w:rsidR="008C5C61" w:rsidRPr="004C3E92">
        <w:t>ses</w:t>
      </w:r>
      <w:r>
        <w:t xml:space="preserve">. </w:t>
      </w:r>
      <w:r w:rsidR="008C5C61" w:rsidRPr="004C3E92">
        <w:t>Il se peut qu</w:t>
      </w:r>
      <w:r>
        <w:t>’</w:t>
      </w:r>
      <w:r w:rsidR="008C5C61" w:rsidRPr="004C3E92">
        <w:t>il vive encore vingt ans</w:t>
      </w:r>
      <w:r>
        <w:t xml:space="preserve">. </w:t>
      </w:r>
      <w:r w:rsidR="008C5C61" w:rsidRPr="004C3E92">
        <w:t>Mais trente-cinq ans</w:t>
      </w:r>
      <w:r>
        <w:t xml:space="preserve">, </w:t>
      </w:r>
      <w:r w:rsidR="008C5C61" w:rsidRPr="004C3E92">
        <w:t>cela n</w:t>
      </w:r>
      <w:r>
        <w:t>’</w:t>
      </w:r>
      <w:r w:rsidR="008C5C61" w:rsidRPr="004C3E92">
        <w:t>a rien à voir avec le mariage</w:t>
      </w:r>
      <w:r>
        <w:t>.</w:t>
      </w:r>
    </w:p>
    <w:p w14:paraId="29296078" w14:textId="77777777" w:rsidR="004A4993" w:rsidRDefault="004A4993" w:rsidP="004A4993">
      <w:r>
        <w:t>— </w:t>
      </w:r>
      <w:r w:rsidR="008C5C61" w:rsidRPr="004C3E92">
        <w:t>Peut-être</w:t>
      </w:r>
      <w:r>
        <w:t xml:space="preserve">, </w:t>
      </w:r>
      <w:r w:rsidR="008C5C61" w:rsidRPr="004C3E92">
        <w:t xml:space="preserve">dit </w:t>
      </w:r>
      <w:proofErr w:type="spellStart"/>
      <w:r w:rsidR="008C5C61" w:rsidRPr="004C3E92">
        <w:t>Elinor</w:t>
      </w:r>
      <w:proofErr w:type="spellEnd"/>
      <w:r>
        <w:t xml:space="preserve">, </w:t>
      </w:r>
      <w:r w:rsidR="008C5C61" w:rsidRPr="004C3E92">
        <w:t>est-il préférable que trente-cinq et dix-sept n</w:t>
      </w:r>
      <w:r>
        <w:t>’</w:t>
      </w:r>
      <w:r w:rsidR="008C5C61" w:rsidRPr="004C3E92">
        <w:t>aient rien à voir</w:t>
      </w:r>
      <w:r>
        <w:t xml:space="preserve">, </w:t>
      </w:r>
      <w:r w:rsidR="008C5C61" w:rsidRPr="004C3E92">
        <w:t>ensemble</w:t>
      </w:r>
      <w:r>
        <w:t xml:space="preserve">, </w:t>
      </w:r>
      <w:r w:rsidR="008C5C61" w:rsidRPr="004C3E92">
        <w:t>avec le mariage</w:t>
      </w:r>
      <w:r>
        <w:t xml:space="preserve">. </w:t>
      </w:r>
      <w:r w:rsidR="008C5C61" w:rsidRPr="004C3E92">
        <w:t>Mais s</w:t>
      </w:r>
      <w:r>
        <w:t>’</w:t>
      </w:r>
      <w:r w:rsidR="008C5C61" w:rsidRPr="004C3E92">
        <w:t>il se trouvait par hasard une femme qui fût célibataire à vingt-sept ans</w:t>
      </w:r>
      <w:r>
        <w:t xml:space="preserve">, </w:t>
      </w:r>
      <w:r w:rsidR="008C5C61" w:rsidRPr="004C3E92">
        <w:t>je ne crois pas que les trente-cinq ans du colonel Brandon constituent une objection à ce qu</w:t>
      </w:r>
      <w:r>
        <w:t>’</w:t>
      </w:r>
      <w:r w:rsidR="008C5C61" w:rsidRPr="004C3E92">
        <w:t>il l</w:t>
      </w:r>
      <w:r>
        <w:t>’</w:t>
      </w:r>
      <w:r w:rsidR="008C5C61" w:rsidRPr="004C3E92">
        <w:t>épouse</w:t>
      </w:r>
      <w:r>
        <w:t>.</w:t>
      </w:r>
    </w:p>
    <w:p w14:paraId="01D8E837" w14:textId="77777777" w:rsidR="004A4993" w:rsidRDefault="004A4993" w:rsidP="004A4993">
      <w:r>
        <w:t>— </w:t>
      </w:r>
      <w:r w:rsidR="008C5C61" w:rsidRPr="004C3E92">
        <w:t>Une femme de vingt-sept ans</w:t>
      </w:r>
      <w:r>
        <w:t xml:space="preserve">, </w:t>
      </w:r>
      <w:r w:rsidR="008C5C61" w:rsidRPr="004C3E92">
        <w:t>dit Marianne</w:t>
      </w:r>
      <w:r>
        <w:t xml:space="preserve">, </w:t>
      </w:r>
      <w:r w:rsidR="008C5C61" w:rsidRPr="004C3E92">
        <w:t>après un instant de silence</w:t>
      </w:r>
      <w:r>
        <w:t xml:space="preserve">, </w:t>
      </w:r>
      <w:r w:rsidR="008C5C61" w:rsidRPr="004C3E92">
        <w:t>ne pourra jamais espérer ressentir ou insp</w:t>
      </w:r>
      <w:r w:rsidR="008C5C61" w:rsidRPr="004C3E92">
        <w:t>i</w:t>
      </w:r>
      <w:r w:rsidR="008C5C61" w:rsidRPr="004C3E92">
        <w:t>rer de nouveau l</w:t>
      </w:r>
      <w:r>
        <w:t>’</w:t>
      </w:r>
      <w:r w:rsidR="008C5C61" w:rsidRPr="004C3E92">
        <w:t>affection</w:t>
      </w:r>
      <w:r>
        <w:t xml:space="preserve"> ; </w:t>
      </w:r>
      <w:r w:rsidR="008C5C61" w:rsidRPr="004C3E92">
        <w:t>et si son foyer manque d</w:t>
      </w:r>
      <w:r>
        <w:t>’</w:t>
      </w:r>
      <w:r w:rsidR="008C5C61" w:rsidRPr="004C3E92">
        <w:t>agrément</w:t>
      </w:r>
      <w:r>
        <w:t xml:space="preserve">, </w:t>
      </w:r>
      <w:r w:rsidR="008C5C61" w:rsidRPr="004C3E92">
        <w:t>ou si sa fortune est mince</w:t>
      </w:r>
      <w:r>
        <w:t xml:space="preserve">, </w:t>
      </w:r>
      <w:r w:rsidR="008C5C61" w:rsidRPr="004C3E92">
        <w:t>je puis supposer qu</w:t>
      </w:r>
      <w:r>
        <w:t>’</w:t>
      </w:r>
      <w:r w:rsidR="008C5C61" w:rsidRPr="004C3E92">
        <w:t>elle pourrait se résoudre à se plier au rôle d</w:t>
      </w:r>
      <w:r>
        <w:t>’</w:t>
      </w:r>
      <w:r w:rsidR="008C5C61" w:rsidRPr="004C3E92">
        <w:t>infirmière</w:t>
      </w:r>
      <w:r>
        <w:t xml:space="preserve">, </w:t>
      </w:r>
      <w:r w:rsidR="008C5C61" w:rsidRPr="004C3E92">
        <w:t>pour s</w:t>
      </w:r>
      <w:r>
        <w:t>’</w:t>
      </w:r>
      <w:r w:rsidR="008C5C61" w:rsidRPr="004C3E92">
        <w:t>assurer les ava</w:t>
      </w:r>
      <w:r w:rsidR="008C5C61" w:rsidRPr="004C3E92">
        <w:t>n</w:t>
      </w:r>
      <w:r w:rsidR="008C5C61" w:rsidRPr="004C3E92">
        <w:t>tages et la sécurité d</w:t>
      </w:r>
      <w:r>
        <w:t>’</w:t>
      </w:r>
      <w:r w:rsidR="008C5C61" w:rsidRPr="004C3E92">
        <w:t>une épouse</w:t>
      </w:r>
      <w:r>
        <w:t xml:space="preserve">. </w:t>
      </w:r>
      <w:r w:rsidR="008C5C61" w:rsidRPr="004C3E92">
        <w:t>Il n</w:t>
      </w:r>
      <w:r>
        <w:t>’</w:t>
      </w:r>
      <w:r w:rsidR="008C5C61" w:rsidRPr="004C3E92">
        <w:t>y aurait donc rien de ma</w:t>
      </w:r>
      <w:r w:rsidR="008C5C61" w:rsidRPr="004C3E92">
        <w:t>l</w:t>
      </w:r>
      <w:r w:rsidR="008C5C61" w:rsidRPr="004C3E92">
        <w:t>séant dans le fait qu</w:t>
      </w:r>
      <w:r>
        <w:t>’</w:t>
      </w:r>
      <w:r w:rsidR="008C5C61" w:rsidRPr="004C3E92">
        <w:t>il épousât une telle femme</w:t>
      </w:r>
      <w:r>
        <w:t xml:space="preserve">. </w:t>
      </w:r>
      <w:r w:rsidR="008C5C61" w:rsidRPr="004C3E92">
        <w:t>Ce serait un contrat de convenance</w:t>
      </w:r>
      <w:r>
        <w:t xml:space="preserve">, </w:t>
      </w:r>
      <w:r w:rsidR="008C5C61" w:rsidRPr="004C3E92">
        <w:t>et le monde serait satisfait</w:t>
      </w:r>
      <w:r>
        <w:t xml:space="preserve">. </w:t>
      </w:r>
      <w:r w:rsidR="008C5C61" w:rsidRPr="004C3E92">
        <w:t>À mes yeux</w:t>
      </w:r>
      <w:r>
        <w:t xml:space="preserve">, </w:t>
      </w:r>
      <w:r w:rsidR="008C5C61" w:rsidRPr="004C3E92">
        <w:t>ce ne serait nullement un mariage</w:t>
      </w:r>
      <w:r>
        <w:t xml:space="preserve">, </w:t>
      </w:r>
      <w:r w:rsidR="008C5C61" w:rsidRPr="004C3E92">
        <w:t>mais cela ne serait rien</w:t>
      </w:r>
      <w:r>
        <w:t xml:space="preserve">. </w:t>
      </w:r>
      <w:r w:rsidR="008C5C61" w:rsidRPr="004C3E92">
        <w:t>Pour moi</w:t>
      </w:r>
      <w:r>
        <w:t xml:space="preserve">, </w:t>
      </w:r>
      <w:r w:rsidR="008C5C61" w:rsidRPr="004C3E92">
        <w:t>cela me ferait l</w:t>
      </w:r>
      <w:r>
        <w:t>’</w:t>
      </w:r>
      <w:r w:rsidR="008C5C61" w:rsidRPr="004C3E92">
        <w:t>effet d</w:t>
      </w:r>
      <w:r>
        <w:t>’</w:t>
      </w:r>
      <w:r w:rsidR="008C5C61" w:rsidRPr="004C3E92">
        <w:t>un simple échange commercial</w:t>
      </w:r>
      <w:r>
        <w:t xml:space="preserve">, </w:t>
      </w:r>
      <w:r w:rsidR="008C5C61" w:rsidRPr="004C3E92">
        <w:t>dans lequel chacun désirerait trouver son profit aux dépens de l</w:t>
      </w:r>
      <w:r>
        <w:t>’</w:t>
      </w:r>
      <w:r w:rsidR="008C5C61" w:rsidRPr="004C3E92">
        <w:t>autre</w:t>
      </w:r>
      <w:r>
        <w:t>.</w:t>
      </w:r>
    </w:p>
    <w:p w14:paraId="395E6E7A" w14:textId="77777777" w:rsidR="004A4993" w:rsidRDefault="004A4993" w:rsidP="004A4993">
      <w:r>
        <w:t>— </w:t>
      </w:r>
      <w:r w:rsidR="008C5C61" w:rsidRPr="004C3E92">
        <w:t>Il serait impossible</w:t>
      </w:r>
      <w:r>
        <w:t xml:space="preserve">, </w:t>
      </w:r>
      <w:r w:rsidR="008C5C61" w:rsidRPr="004C3E92">
        <w:t>je le sais</w:t>
      </w:r>
      <w:r>
        <w:t xml:space="preserve">, </w:t>
      </w:r>
      <w:r w:rsidR="008C5C61" w:rsidRPr="004C3E92">
        <w:t xml:space="preserve">répondit </w:t>
      </w:r>
      <w:proofErr w:type="spellStart"/>
      <w:r w:rsidR="008C5C61" w:rsidRPr="004C3E92">
        <w:t>Elinor</w:t>
      </w:r>
      <w:proofErr w:type="spellEnd"/>
      <w:r>
        <w:t xml:space="preserve">, </w:t>
      </w:r>
      <w:r w:rsidR="008C5C61" w:rsidRPr="004C3E92">
        <w:t>de te convaincre qu</w:t>
      </w:r>
      <w:r>
        <w:t>’</w:t>
      </w:r>
      <w:r w:rsidR="008C5C61" w:rsidRPr="004C3E92">
        <w:t>une femme de vingt-sept ans puisse éprouver e</w:t>
      </w:r>
      <w:r w:rsidR="008C5C61" w:rsidRPr="004C3E92">
        <w:t>n</w:t>
      </w:r>
      <w:r w:rsidR="008C5C61" w:rsidRPr="004C3E92">
        <w:t>vers un homme de trente-cinq quoi que ce soit d</w:t>
      </w:r>
      <w:r>
        <w:t>’</w:t>
      </w:r>
      <w:r w:rsidR="008C5C61" w:rsidRPr="004C3E92">
        <w:t>assez proche de l</w:t>
      </w:r>
      <w:r>
        <w:t>’</w:t>
      </w:r>
      <w:r w:rsidR="008C5C61" w:rsidRPr="004C3E92">
        <w:t>amour pour faire de lui un compagnon désirable pour elle</w:t>
      </w:r>
      <w:r>
        <w:t xml:space="preserve">. </w:t>
      </w:r>
      <w:r w:rsidR="008C5C61" w:rsidRPr="004C3E92">
        <w:t>Mais je suis forcée de m</w:t>
      </w:r>
      <w:r>
        <w:t>’</w:t>
      </w:r>
      <w:r w:rsidR="008C5C61" w:rsidRPr="004C3E92">
        <w:t xml:space="preserve">opposer à ce que tu </w:t>
      </w:r>
      <w:r w:rsidR="008C5C61" w:rsidRPr="004C3E92">
        <w:lastRenderedPageBreak/>
        <w:t>condamnes le col</w:t>
      </w:r>
      <w:r w:rsidR="008C5C61" w:rsidRPr="004C3E92">
        <w:t>o</w:t>
      </w:r>
      <w:r w:rsidR="008C5C61" w:rsidRPr="004C3E92">
        <w:t>nel Brandon et sa femme à la réclusion constante dans une chambre de malade</w:t>
      </w:r>
      <w:r>
        <w:t xml:space="preserve">, </w:t>
      </w:r>
      <w:r w:rsidR="008C5C61" w:rsidRPr="004C3E92">
        <w:t>simplement parce qu</w:t>
      </w:r>
      <w:r>
        <w:t>’</w:t>
      </w:r>
      <w:r w:rsidR="008C5C61" w:rsidRPr="004C3E92">
        <w:t>il s</w:t>
      </w:r>
      <w:r>
        <w:t>’</w:t>
      </w:r>
      <w:r w:rsidR="008C5C61" w:rsidRPr="004C3E92">
        <w:t>est par hasard plaint hier</w:t>
      </w:r>
      <w:r>
        <w:t xml:space="preserve"> (</w:t>
      </w:r>
      <w:r w:rsidR="008C5C61" w:rsidRPr="004C3E92">
        <w:t>journée fort froide et humide</w:t>
      </w:r>
      <w:r>
        <w:t xml:space="preserve">) </w:t>
      </w:r>
      <w:r w:rsidR="008C5C61" w:rsidRPr="004C3E92">
        <w:t>d</w:t>
      </w:r>
      <w:r>
        <w:t>’</w:t>
      </w:r>
      <w:r w:rsidR="008C5C61" w:rsidRPr="004C3E92">
        <w:t>une légère sens</w:t>
      </w:r>
      <w:r w:rsidR="008C5C61" w:rsidRPr="004C3E92">
        <w:t>a</w:t>
      </w:r>
      <w:r w:rsidR="008C5C61" w:rsidRPr="004C3E92">
        <w:t>tion rhumatismale à l</w:t>
      </w:r>
      <w:r>
        <w:t>’</w:t>
      </w:r>
      <w:r w:rsidR="008C5C61" w:rsidRPr="004C3E92">
        <w:t>une de ses épaules</w:t>
      </w:r>
      <w:r>
        <w:t>.</w:t>
      </w:r>
    </w:p>
    <w:p w14:paraId="666749FB" w14:textId="77777777" w:rsidR="004A4993" w:rsidRDefault="004A4993" w:rsidP="004A4993">
      <w:r>
        <w:t>— </w:t>
      </w:r>
      <w:r w:rsidR="008C5C61" w:rsidRPr="004C3E92">
        <w:t>Mais il a parlé de gilets de flanelle</w:t>
      </w:r>
      <w:r>
        <w:t xml:space="preserve">, </w:t>
      </w:r>
      <w:r w:rsidR="008C5C61" w:rsidRPr="004C3E92">
        <w:t>dit Marianne</w:t>
      </w:r>
      <w:r>
        <w:t xml:space="preserve"> ; </w:t>
      </w:r>
      <w:r w:rsidR="008C5C61" w:rsidRPr="004C3E92">
        <w:t>et</w:t>
      </w:r>
      <w:r>
        <w:t xml:space="preserve">, </w:t>
      </w:r>
      <w:r w:rsidR="008C5C61" w:rsidRPr="004C3E92">
        <w:t>pour moi</w:t>
      </w:r>
      <w:r>
        <w:t xml:space="preserve">, </w:t>
      </w:r>
      <w:r w:rsidR="008C5C61" w:rsidRPr="004C3E92">
        <w:t>un gilet de flanelle se rattache invariablement aux douleurs</w:t>
      </w:r>
      <w:r>
        <w:t xml:space="preserve">, </w:t>
      </w:r>
      <w:r w:rsidR="008C5C61" w:rsidRPr="004C3E92">
        <w:t>aux crampes</w:t>
      </w:r>
      <w:r>
        <w:t xml:space="preserve">, </w:t>
      </w:r>
      <w:r w:rsidR="008C5C61" w:rsidRPr="004C3E92">
        <w:t>aux rhumatismes</w:t>
      </w:r>
      <w:r>
        <w:t xml:space="preserve">, </w:t>
      </w:r>
      <w:r w:rsidR="008C5C61" w:rsidRPr="004C3E92">
        <w:t>et à toutes sortes de maux qui peuvent affliger les vieux et les affaiblis</w:t>
      </w:r>
      <w:r>
        <w:t>.</w:t>
      </w:r>
    </w:p>
    <w:p w14:paraId="1D711129" w14:textId="77777777" w:rsidR="004A4993" w:rsidRDefault="004A4993" w:rsidP="004A4993">
      <w:r>
        <w:t>— </w:t>
      </w:r>
      <w:r w:rsidR="008C5C61" w:rsidRPr="004C3E92">
        <w:t>Si seulement il avait été pris d</w:t>
      </w:r>
      <w:r>
        <w:t>’</w:t>
      </w:r>
      <w:r w:rsidR="008C5C61" w:rsidRPr="004C3E92">
        <w:t>une fièvre violente</w:t>
      </w:r>
      <w:r>
        <w:t xml:space="preserve">, </w:t>
      </w:r>
      <w:r w:rsidR="008C5C61" w:rsidRPr="004C3E92">
        <w:t>tu n</w:t>
      </w:r>
      <w:r>
        <w:t>’</w:t>
      </w:r>
      <w:r w:rsidR="008C5C61" w:rsidRPr="004C3E92">
        <w:t>aurais pas eu pour lui la moitié de ce mépris</w:t>
      </w:r>
      <w:r>
        <w:t xml:space="preserve">. </w:t>
      </w:r>
      <w:r w:rsidR="008C5C61" w:rsidRPr="004C3E92">
        <w:t>Avoue-le</w:t>
      </w:r>
      <w:r>
        <w:t xml:space="preserve">, </w:t>
      </w:r>
      <w:r w:rsidR="008C5C61" w:rsidRPr="004C3E92">
        <w:t>M</w:t>
      </w:r>
      <w:r w:rsidR="008C5C61" w:rsidRPr="004C3E92">
        <w:t>a</w:t>
      </w:r>
      <w:r w:rsidR="008C5C61" w:rsidRPr="004C3E92">
        <w:t>rianne</w:t>
      </w:r>
      <w:r>
        <w:t xml:space="preserve">, </w:t>
      </w:r>
      <w:r w:rsidR="008C5C61" w:rsidRPr="004C3E92">
        <w:t>n</w:t>
      </w:r>
      <w:r>
        <w:t>’</w:t>
      </w:r>
      <w:r w:rsidR="008C5C61" w:rsidRPr="004C3E92">
        <w:t>y a-t-il pas pour toi quelque chose d</w:t>
      </w:r>
      <w:r>
        <w:t>’</w:t>
      </w:r>
      <w:r w:rsidR="008C5C61" w:rsidRPr="004C3E92">
        <w:t>intéressant dans la joue rougie</w:t>
      </w:r>
      <w:r>
        <w:t xml:space="preserve">, </w:t>
      </w:r>
      <w:r w:rsidR="008C5C61" w:rsidRPr="004C3E92">
        <w:t>l</w:t>
      </w:r>
      <w:r>
        <w:t>’</w:t>
      </w:r>
      <w:r w:rsidR="008C5C61" w:rsidRPr="004C3E92">
        <w:t>œil creusé</w:t>
      </w:r>
      <w:r>
        <w:t xml:space="preserve">, </w:t>
      </w:r>
      <w:r w:rsidR="008C5C61" w:rsidRPr="004C3E92">
        <w:t>et le pouls rapide d</w:t>
      </w:r>
      <w:r>
        <w:t>’</w:t>
      </w:r>
      <w:r w:rsidR="008C5C61" w:rsidRPr="004C3E92">
        <w:t>une fièvre</w:t>
      </w:r>
      <w:r>
        <w:t> ?</w:t>
      </w:r>
    </w:p>
    <w:p w14:paraId="02A4A735" w14:textId="77777777" w:rsidR="004A4993" w:rsidRDefault="008C5C61" w:rsidP="004A4993">
      <w:r w:rsidRPr="004C3E92">
        <w:t>Peu après cet entretien</w:t>
      </w:r>
      <w:r w:rsidR="004A4993">
        <w:t xml:space="preserve">, </w:t>
      </w:r>
      <w:proofErr w:type="spellStart"/>
      <w:r w:rsidRPr="004C3E92">
        <w:t>Elinor</w:t>
      </w:r>
      <w:proofErr w:type="spellEnd"/>
      <w:r w:rsidRPr="004C3E92">
        <w:t xml:space="preserve"> ayant quitté la pièce</w:t>
      </w:r>
      <w:r w:rsidR="004A4993">
        <w:t> :</w:t>
      </w:r>
    </w:p>
    <w:p w14:paraId="3B8D21E3" w14:textId="77777777" w:rsidR="004A4993" w:rsidRDefault="004A4993" w:rsidP="004A4993">
      <w:r>
        <w:t>— </w:t>
      </w:r>
      <w:r w:rsidR="008C5C61" w:rsidRPr="004C3E92">
        <w:t>Maman</w:t>
      </w:r>
      <w:r>
        <w:t xml:space="preserve">, </w:t>
      </w:r>
      <w:r w:rsidR="008C5C61" w:rsidRPr="004C3E92">
        <w:t>dit Marianne</w:t>
      </w:r>
      <w:r>
        <w:t xml:space="preserve">, </w:t>
      </w:r>
      <w:r w:rsidR="008C5C61" w:rsidRPr="004C3E92">
        <w:t>à propos de maladie</w:t>
      </w:r>
      <w:r>
        <w:t xml:space="preserve">, </w:t>
      </w:r>
      <w:r w:rsidR="008C5C61" w:rsidRPr="004C3E92">
        <w:t>je suis prise d</w:t>
      </w:r>
      <w:r>
        <w:t>’</w:t>
      </w:r>
      <w:r w:rsidR="008C5C61" w:rsidRPr="004C3E92">
        <w:t>une inquiétude que je ne puis vous dissimuler</w:t>
      </w:r>
      <w:r>
        <w:t xml:space="preserve">. </w:t>
      </w:r>
      <w:r w:rsidR="008C5C61" w:rsidRPr="004C3E92">
        <w:t>Je suis sûre qu</w:t>
      </w:r>
      <w:r>
        <w:t>’</w:t>
      </w:r>
      <w:r w:rsidR="008C5C61" w:rsidRPr="004C3E92">
        <w:t xml:space="preserve">Edward </w:t>
      </w:r>
      <w:proofErr w:type="spellStart"/>
      <w:r w:rsidR="008C5C61" w:rsidRPr="004C3E92">
        <w:t>Ferrars</w:t>
      </w:r>
      <w:proofErr w:type="spellEnd"/>
      <w:r w:rsidR="008C5C61" w:rsidRPr="004C3E92">
        <w:t xml:space="preserve"> ne va pas bien</w:t>
      </w:r>
      <w:r>
        <w:t xml:space="preserve">. </w:t>
      </w:r>
      <w:r w:rsidR="008C5C61" w:rsidRPr="004C3E92">
        <w:t>Voilà près de quinze jours que nous sommes ici</w:t>
      </w:r>
      <w:r>
        <w:t xml:space="preserve">, </w:t>
      </w:r>
      <w:r w:rsidR="008C5C61" w:rsidRPr="004C3E92">
        <w:t>et pourtant il ne vient pas</w:t>
      </w:r>
      <w:r>
        <w:t xml:space="preserve">. </w:t>
      </w:r>
      <w:r w:rsidR="008C5C61" w:rsidRPr="004C3E92">
        <w:t>Il n</w:t>
      </w:r>
      <w:r>
        <w:t>’</w:t>
      </w:r>
      <w:r w:rsidR="008C5C61" w:rsidRPr="004C3E92">
        <w:t>est qu</w:t>
      </w:r>
      <w:r>
        <w:t>’</w:t>
      </w:r>
      <w:r w:rsidR="008C5C61" w:rsidRPr="004C3E92">
        <w:t>une indisposition réelle qui ait pu occasionner ce retard extraord</w:t>
      </w:r>
      <w:r w:rsidR="008C5C61" w:rsidRPr="004C3E92">
        <w:t>i</w:t>
      </w:r>
      <w:r w:rsidR="008C5C61" w:rsidRPr="004C3E92">
        <w:t>naire</w:t>
      </w:r>
      <w:r>
        <w:t xml:space="preserve">. </w:t>
      </w:r>
      <w:r w:rsidR="008C5C61" w:rsidRPr="004C3E92">
        <w:t xml:space="preserve">Quelle autre cause peut bien le retenir à </w:t>
      </w:r>
      <w:proofErr w:type="spellStart"/>
      <w:r w:rsidR="008C5C61" w:rsidRPr="004C3E92">
        <w:t>Norland</w:t>
      </w:r>
      <w:proofErr w:type="spellEnd"/>
      <w:r>
        <w:t> ?</w:t>
      </w:r>
    </w:p>
    <w:p w14:paraId="01CEC80D" w14:textId="77777777" w:rsidR="004A4993" w:rsidRDefault="004A4993" w:rsidP="004A4993">
      <w:r>
        <w:t>— </w:t>
      </w:r>
      <w:r w:rsidR="008C5C61" w:rsidRPr="004C3E92">
        <w:t>T</w:t>
      </w:r>
      <w:r>
        <w:t>’</w:t>
      </w:r>
      <w:r w:rsidR="008C5C61" w:rsidRPr="004C3E92">
        <w:t>imaginais-tu donc qu</w:t>
      </w:r>
      <w:r>
        <w:t>’</w:t>
      </w:r>
      <w:r w:rsidR="008C5C61" w:rsidRPr="004C3E92">
        <w:t>il viendrait si vite</w:t>
      </w:r>
      <w:r>
        <w:t xml:space="preserve"> ? </w:t>
      </w:r>
      <w:r w:rsidR="008C5C61" w:rsidRPr="004C3E92">
        <w:t>dit Mrs</w:t>
      </w:r>
      <w:r>
        <w:t xml:space="preserve">. </w:t>
      </w:r>
      <w:proofErr w:type="spellStart"/>
      <w:r w:rsidR="008C5C61" w:rsidRPr="004C3E92">
        <w:t>Dashwood</w:t>
      </w:r>
      <w:proofErr w:type="spellEnd"/>
      <w:r>
        <w:t xml:space="preserve">. </w:t>
      </w:r>
      <w:r w:rsidR="008C5C61" w:rsidRPr="004C3E92">
        <w:t>Moi</w:t>
      </w:r>
      <w:r>
        <w:t xml:space="preserve">, </w:t>
      </w:r>
      <w:r w:rsidR="008C5C61" w:rsidRPr="004C3E92">
        <w:t>je ne le pensais nullement</w:t>
      </w:r>
      <w:r>
        <w:t xml:space="preserve">. </w:t>
      </w:r>
      <w:r w:rsidR="008C5C61" w:rsidRPr="004C3E92">
        <w:t>Au contraire</w:t>
      </w:r>
      <w:r>
        <w:t xml:space="preserve">, </w:t>
      </w:r>
      <w:r w:rsidR="008C5C61" w:rsidRPr="004C3E92">
        <w:t>si tant est que j</w:t>
      </w:r>
      <w:r>
        <w:t>’</w:t>
      </w:r>
      <w:r w:rsidR="008C5C61" w:rsidRPr="004C3E92">
        <w:t>aie éprouvé quelque inquiétude à ce sujet</w:t>
      </w:r>
      <w:r>
        <w:t xml:space="preserve">, </w:t>
      </w:r>
      <w:r w:rsidR="008C5C61" w:rsidRPr="004C3E92">
        <w:t>ç</w:t>
      </w:r>
      <w:r>
        <w:t>’</w:t>
      </w:r>
      <w:r w:rsidR="008C5C61" w:rsidRPr="004C3E92">
        <w:t>a été à me souvenir qu</w:t>
      </w:r>
      <w:r>
        <w:t>’</w:t>
      </w:r>
      <w:r w:rsidR="008C5C61" w:rsidRPr="004C3E92">
        <w:t>il a parfois manifesté un manque de plaisir et d</w:t>
      </w:r>
      <w:r>
        <w:t>’</w:t>
      </w:r>
      <w:r w:rsidR="008C5C61" w:rsidRPr="004C3E92">
        <w:t>empressement à accepter nos invitations</w:t>
      </w:r>
      <w:r>
        <w:t xml:space="preserve">, </w:t>
      </w:r>
      <w:r w:rsidR="008C5C61" w:rsidRPr="004C3E92">
        <w:t>quand je lui ai parlé de venir à Barton</w:t>
      </w:r>
      <w:r>
        <w:t xml:space="preserve">. </w:t>
      </w:r>
      <w:proofErr w:type="spellStart"/>
      <w:r w:rsidR="008C5C61" w:rsidRPr="004C3E92">
        <w:t>Elinor</w:t>
      </w:r>
      <w:proofErr w:type="spellEnd"/>
      <w:r w:rsidR="008C5C61" w:rsidRPr="004C3E92">
        <w:t xml:space="preserve"> l</w:t>
      </w:r>
      <w:r>
        <w:t>’</w:t>
      </w:r>
      <w:r w:rsidR="008C5C61" w:rsidRPr="004C3E92">
        <w:t>attend-elle déjà</w:t>
      </w:r>
      <w:r>
        <w:t> ?</w:t>
      </w:r>
    </w:p>
    <w:p w14:paraId="670B4359" w14:textId="77777777" w:rsidR="004A4993" w:rsidRDefault="004A4993" w:rsidP="004A4993">
      <w:r>
        <w:t>— </w:t>
      </w:r>
      <w:r w:rsidR="008C5C61" w:rsidRPr="004C3E92">
        <w:t>Je ne lui en ai jamais dit un mot</w:t>
      </w:r>
      <w:r>
        <w:t xml:space="preserve"> ; </w:t>
      </w:r>
      <w:r w:rsidR="008C5C61" w:rsidRPr="004C3E92">
        <w:t>mais cela va de soi</w:t>
      </w:r>
      <w:r>
        <w:t>.</w:t>
      </w:r>
    </w:p>
    <w:p w14:paraId="10B6FE9A" w14:textId="77777777" w:rsidR="004A4993" w:rsidRDefault="004A4993" w:rsidP="004A4993">
      <w:r>
        <w:t>— </w:t>
      </w:r>
      <w:r w:rsidR="008C5C61" w:rsidRPr="004C3E92">
        <w:t>Je crois plutôt que tu te trompes</w:t>
      </w:r>
      <w:r>
        <w:t xml:space="preserve">, </w:t>
      </w:r>
      <w:r w:rsidR="008C5C61" w:rsidRPr="004C3E92">
        <w:t xml:space="preserve">car quand je lui ai parlé hier de commander une grille neuve pour la chambre </w:t>
      </w:r>
      <w:r w:rsidR="008C5C61" w:rsidRPr="004C3E92">
        <w:lastRenderedPageBreak/>
        <w:t>d</w:t>
      </w:r>
      <w:r>
        <w:t>’</w:t>
      </w:r>
      <w:r w:rsidR="008C5C61" w:rsidRPr="004C3E92">
        <w:t>ami</w:t>
      </w:r>
      <w:r>
        <w:t xml:space="preserve">, </w:t>
      </w:r>
      <w:r w:rsidR="008C5C61" w:rsidRPr="004C3E92">
        <w:t>elle m</w:t>
      </w:r>
      <w:r>
        <w:t>’</w:t>
      </w:r>
      <w:r w:rsidR="008C5C61" w:rsidRPr="004C3E92">
        <w:t>a fait remarquer que cela ne présentait aucune urgence</w:t>
      </w:r>
      <w:r>
        <w:t xml:space="preserve">, </w:t>
      </w:r>
      <w:r w:rsidR="008C5C61" w:rsidRPr="004C3E92">
        <w:t>car on n</w:t>
      </w:r>
      <w:r>
        <w:t>’</w:t>
      </w:r>
      <w:r w:rsidR="008C5C61" w:rsidRPr="004C3E92">
        <w:t>aurait probablement pas besoin de la chambre d</w:t>
      </w:r>
      <w:r>
        <w:t>’</w:t>
      </w:r>
      <w:r w:rsidR="008C5C61" w:rsidRPr="004C3E92">
        <w:t>ici que</w:t>
      </w:r>
      <w:r w:rsidR="008C5C61" w:rsidRPr="004C3E92">
        <w:t>l</w:t>
      </w:r>
      <w:r w:rsidR="008C5C61" w:rsidRPr="004C3E92">
        <w:t>que temps</w:t>
      </w:r>
      <w:r>
        <w:t>.</w:t>
      </w:r>
    </w:p>
    <w:p w14:paraId="02583438" w14:textId="77777777" w:rsidR="004A4993" w:rsidRDefault="004A4993" w:rsidP="004A4993">
      <w:r>
        <w:t>— </w:t>
      </w:r>
      <w:r w:rsidR="008C5C61" w:rsidRPr="004C3E92">
        <w:t>Comme c</w:t>
      </w:r>
      <w:r>
        <w:t>’</w:t>
      </w:r>
      <w:r w:rsidR="008C5C61" w:rsidRPr="004C3E92">
        <w:t>est étrange</w:t>
      </w:r>
      <w:r>
        <w:t xml:space="preserve"> ! </w:t>
      </w:r>
      <w:r w:rsidR="008C5C61" w:rsidRPr="004C3E92">
        <w:t>Qu</w:t>
      </w:r>
      <w:r>
        <w:t>’</w:t>
      </w:r>
      <w:r w:rsidR="008C5C61" w:rsidRPr="004C3E92">
        <w:t>est-ce que cela peut vouloir d</w:t>
      </w:r>
      <w:r w:rsidR="008C5C61" w:rsidRPr="004C3E92">
        <w:t>i</w:t>
      </w:r>
      <w:r w:rsidR="008C5C61" w:rsidRPr="004C3E92">
        <w:t>re</w:t>
      </w:r>
      <w:r>
        <w:t xml:space="preserve"> ? </w:t>
      </w:r>
      <w:r w:rsidR="008C5C61" w:rsidRPr="004C3E92">
        <w:t>Mais toute leur attitude l</w:t>
      </w:r>
      <w:r>
        <w:t>’</w:t>
      </w:r>
      <w:r w:rsidR="008C5C61" w:rsidRPr="004C3E92">
        <w:t>un envers l</w:t>
      </w:r>
      <w:r>
        <w:t>’</w:t>
      </w:r>
      <w:r w:rsidR="008C5C61" w:rsidRPr="004C3E92">
        <w:t>autre a été inexplic</w:t>
      </w:r>
      <w:r w:rsidR="008C5C61" w:rsidRPr="004C3E92">
        <w:t>a</w:t>
      </w:r>
      <w:r w:rsidR="008C5C61" w:rsidRPr="004C3E92">
        <w:t>ble</w:t>
      </w:r>
      <w:r>
        <w:t xml:space="preserve">. </w:t>
      </w:r>
      <w:r w:rsidR="008C5C61" w:rsidRPr="004C3E92">
        <w:t>Comme leurs derniers adieux étaient froids et calmes</w:t>
      </w:r>
      <w:r>
        <w:t xml:space="preserve"> ! </w:t>
      </w:r>
      <w:r w:rsidR="008C5C61" w:rsidRPr="004C3E92">
        <w:t>Comme leur conversation a été languissante</w:t>
      </w:r>
      <w:r>
        <w:t xml:space="preserve">, </w:t>
      </w:r>
      <w:r w:rsidR="008C5C61" w:rsidRPr="004C3E92">
        <w:t>le dernier soir qu</w:t>
      </w:r>
      <w:r>
        <w:t>’</w:t>
      </w:r>
      <w:r w:rsidR="008C5C61" w:rsidRPr="004C3E92">
        <w:t>ils ont passé ensemble</w:t>
      </w:r>
      <w:r>
        <w:t xml:space="preserve"> ! </w:t>
      </w:r>
      <w:r w:rsidR="008C5C61" w:rsidRPr="004C3E92">
        <w:t>Dans les adieux d</w:t>
      </w:r>
      <w:r>
        <w:t>’</w:t>
      </w:r>
      <w:r w:rsidR="008C5C61" w:rsidRPr="004C3E92">
        <w:t>Edward</w:t>
      </w:r>
      <w:r>
        <w:t xml:space="preserve">, </w:t>
      </w:r>
      <w:r w:rsidR="008C5C61" w:rsidRPr="004C3E92">
        <w:t>il n</w:t>
      </w:r>
      <w:r>
        <w:t>’</w:t>
      </w:r>
      <w:r w:rsidR="008C5C61" w:rsidRPr="004C3E92">
        <w:t xml:space="preserve">y a rien eu qui distinguât entre </w:t>
      </w:r>
      <w:proofErr w:type="spellStart"/>
      <w:r w:rsidR="008C5C61" w:rsidRPr="004C3E92">
        <w:t>Elinor</w:t>
      </w:r>
      <w:proofErr w:type="spellEnd"/>
      <w:r w:rsidR="008C5C61" w:rsidRPr="004C3E92">
        <w:t xml:space="preserve"> et moi</w:t>
      </w:r>
      <w:r>
        <w:t xml:space="preserve"> : </w:t>
      </w:r>
      <w:r w:rsidR="008C5C61" w:rsidRPr="004C3E92">
        <w:t>c</w:t>
      </w:r>
      <w:r>
        <w:t>’</w:t>
      </w:r>
      <w:r w:rsidR="008C5C61" w:rsidRPr="004C3E92">
        <w:t>étaient les bons souhaits d</w:t>
      </w:r>
      <w:r>
        <w:t>’</w:t>
      </w:r>
      <w:r w:rsidR="008C5C61" w:rsidRPr="004C3E92">
        <w:t>un frère affectueux</w:t>
      </w:r>
      <w:r>
        <w:t xml:space="preserve">, </w:t>
      </w:r>
      <w:r w:rsidR="008C5C61" w:rsidRPr="004C3E92">
        <w:t>à l</w:t>
      </w:r>
      <w:r>
        <w:t>’</w:t>
      </w:r>
      <w:r w:rsidR="008C5C61" w:rsidRPr="004C3E92">
        <w:t>une comme à l</w:t>
      </w:r>
      <w:r>
        <w:t>’</w:t>
      </w:r>
      <w:r w:rsidR="008C5C61" w:rsidRPr="004C3E92">
        <w:t>autre</w:t>
      </w:r>
      <w:r>
        <w:t xml:space="preserve">. </w:t>
      </w:r>
      <w:r w:rsidR="008C5C61" w:rsidRPr="004C3E92">
        <w:t>À deux reprises je les ai laissés à dessein en tête à tête</w:t>
      </w:r>
      <w:r>
        <w:t xml:space="preserve">, </w:t>
      </w:r>
      <w:r w:rsidR="008C5C61" w:rsidRPr="004C3E92">
        <w:t>au cours de la dernière matinée</w:t>
      </w:r>
      <w:r>
        <w:t xml:space="preserve">, </w:t>
      </w:r>
      <w:r w:rsidR="008C5C61" w:rsidRPr="004C3E92">
        <w:t>et chaque fois</w:t>
      </w:r>
      <w:r>
        <w:t xml:space="preserve">, </w:t>
      </w:r>
      <w:r w:rsidR="008C5C61" w:rsidRPr="004C3E92">
        <w:t>bien inexplicablement</w:t>
      </w:r>
      <w:r>
        <w:t xml:space="preserve">, </w:t>
      </w:r>
      <w:r w:rsidR="008C5C61" w:rsidRPr="004C3E92">
        <w:t>il m</w:t>
      </w:r>
      <w:r>
        <w:t>’</w:t>
      </w:r>
      <w:r w:rsidR="008C5C61" w:rsidRPr="004C3E92">
        <w:t>a suivie hors de la pièce</w:t>
      </w:r>
      <w:r>
        <w:t xml:space="preserve">. </w:t>
      </w:r>
      <w:r w:rsidR="008C5C61" w:rsidRPr="004C3E92">
        <w:t xml:space="preserve">Et </w:t>
      </w:r>
      <w:proofErr w:type="spellStart"/>
      <w:r w:rsidR="008C5C61" w:rsidRPr="004C3E92">
        <w:t>Elinor</w:t>
      </w:r>
      <w:proofErr w:type="spellEnd"/>
      <w:r>
        <w:t xml:space="preserve">, </w:t>
      </w:r>
      <w:r w:rsidR="008C5C61" w:rsidRPr="004C3E92">
        <w:t xml:space="preserve">en quittant </w:t>
      </w:r>
      <w:proofErr w:type="spellStart"/>
      <w:r w:rsidR="008C5C61" w:rsidRPr="004C3E92">
        <w:t>Norland</w:t>
      </w:r>
      <w:proofErr w:type="spellEnd"/>
      <w:r w:rsidR="008C5C61" w:rsidRPr="004C3E92">
        <w:t xml:space="preserve"> et E</w:t>
      </w:r>
      <w:r w:rsidR="008C5C61" w:rsidRPr="004C3E92">
        <w:t>d</w:t>
      </w:r>
      <w:r w:rsidR="008C5C61" w:rsidRPr="004C3E92">
        <w:t>ward</w:t>
      </w:r>
      <w:r>
        <w:t xml:space="preserve">, </w:t>
      </w:r>
      <w:r w:rsidR="008C5C61" w:rsidRPr="004C3E92">
        <w:t>n</w:t>
      </w:r>
      <w:r>
        <w:t>’</w:t>
      </w:r>
      <w:r w:rsidR="008C5C61" w:rsidRPr="004C3E92">
        <w:t>a pas pleuré comme moi</w:t>
      </w:r>
      <w:r>
        <w:t xml:space="preserve">. </w:t>
      </w:r>
      <w:r w:rsidR="008C5C61" w:rsidRPr="004C3E92">
        <w:t>Même à présent</w:t>
      </w:r>
      <w:r>
        <w:t xml:space="preserve">, </w:t>
      </w:r>
      <w:r w:rsidR="008C5C61" w:rsidRPr="004C3E92">
        <w:t>sa maîtrise de soi est invariable</w:t>
      </w:r>
      <w:r>
        <w:t xml:space="preserve">. </w:t>
      </w:r>
      <w:r w:rsidR="008C5C61" w:rsidRPr="004C3E92">
        <w:t>Quand est-elle abattue ou mélancolique</w:t>
      </w:r>
      <w:r>
        <w:t xml:space="preserve"> ? </w:t>
      </w:r>
      <w:r w:rsidR="008C5C61" w:rsidRPr="004C3E92">
        <w:t>Quand essaie-t-elle d</w:t>
      </w:r>
      <w:r>
        <w:t>’</w:t>
      </w:r>
      <w:r w:rsidR="008C5C61" w:rsidRPr="004C3E92">
        <w:t>éviter la compagnie</w:t>
      </w:r>
      <w:r>
        <w:t xml:space="preserve">, </w:t>
      </w:r>
      <w:r w:rsidR="008C5C61" w:rsidRPr="004C3E92">
        <w:t>ou y paraît-elle agitée et peu satisfaite</w:t>
      </w:r>
      <w:r>
        <w:t> ?</w:t>
      </w:r>
    </w:p>
    <w:p w14:paraId="4CC2E9A9" w14:textId="575210B8" w:rsidR="008C5C61" w:rsidRPr="004C3E92" w:rsidRDefault="008C5C61" w:rsidP="004A4993">
      <w:pPr>
        <w:pStyle w:val="Titre1"/>
      </w:pPr>
      <w:bookmarkStart w:id="8" w:name="_Toc196409793"/>
      <w:r w:rsidRPr="004C3E92">
        <w:lastRenderedPageBreak/>
        <w:t>CHAPITRE IX</w:t>
      </w:r>
      <w:bookmarkEnd w:id="8"/>
      <w:r w:rsidRPr="004C3E92">
        <w:br/>
      </w:r>
    </w:p>
    <w:p w14:paraId="6FD91716" w14:textId="77777777" w:rsidR="004A4993" w:rsidRDefault="008C5C61" w:rsidP="004A4993">
      <w:r w:rsidRPr="004C3E92">
        <w:t xml:space="preserve">Les </w:t>
      </w:r>
      <w:proofErr w:type="spellStart"/>
      <w:r w:rsidRPr="004C3E92">
        <w:t>Dashwood</w:t>
      </w:r>
      <w:proofErr w:type="spellEnd"/>
      <w:r w:rsidRPr="004C3E92">
        <w:t xml:space="preserve"> étaient à présent installées à Barton dans des conditions de confort raisonnables</w:t>
      </w:r>
      <w:r w:rsidR="004A4993">
        <w:t xml:space="preserve">. </w:t>
      </w:r>
      <w:r w:rsidRPr="004C3E92">
        <w:t>La maison et le jardin</w:t>
      </w:r>
      <w:r w:rsidR="004A4993">
        <w:t xml:space="preserve">, </w:t>
      </w:r>
      <w:r w:rsidRPr="004C3E92">
        <w:t>avec tous les objets qui les environnaient</w:t>
      </w:r>
      <w:r w:rsidR="004A4993">
        <w:t xml:space="preserve">, </w:t>
      </w:r>
      <w:r w:rsidRPr="004C3E92">
        <w:t>étaient maintenant devenus familiers</w:t>
      </w:r>
      <w:r w:rsidR="004A4993">
        <w:t xml:space="preserve"> ; </w:t>
      </w:r>
      <w:r w:rsidRPr="004C3E92">
        <w:t>et elles se livraient de nouveau</w:t>
      </w:r>
      <w:r w:rsidR="004A4993">
        <w:t xml:space="preserve">, </w:t>
      </w:r>
      <w:r w:rsidRPr="004C3E92">
        <w:t>avec bea</w:t>
      </w:r>
      <w:r w:rsidRPr="004C3E92">
        <w:t>u</w:t>
      </w:r>
      <w:r w:rsidRPr="004C3E92">
        <w:t xml:space="preserve">coup plus de plaisir que </w:t>
      </w:r>
      <w:proofErr w:type="spellStart"/>
      <w:r w:rsidRPr="004C3E92">
        <w:t>Norland</w:t>
      </w:r>
      <w:proofErr w:type="spellEnd"/>
      <w:r w:rsidRPr="004C3E92">
        <w:t xml:space="preserve"> n</w:t>
      </w:r>
      <w:r w:rsidR="004A4993">
        <w:t>’</w:t>
      </w:r>
      <w:r w:rsidRPr="004C3E92">
        <w:t>avait pu en offrir depuis la perte de leur père</w:t>
      </w:r>
      <w:r w:rsidR="004A4993">
        <w:t xml:space="preserve">, </w:t>
      </w:r>
      <w:r w:rsidRPr="004C3E92">
        <w:t xml:space="preserve">aux occupations qui avaient donné à </w:t>
      </w:r>
      <w:proofErr w:type="spellStart"/>
      <w:r w:rsidRPr="004C3E92">
        <w:t>Norland</w:t>
      </w:r>
      <w:proofErr w:type="spellEnd"/>
      <w:r w:rsidRPr="004C3E92">
        <w:t xml:space="preserve"> la moitié de ses charmes</w:t>
      </w:r>
      <w:r w:rsidR="004A4993">
        <w:t xml:space="preserve">. </w:t>
      </w:r>
      <w:r w:rsidRPr="004C3E92">
        <w:t>Sir John Middleton</w:t>
      </w:r>
      <w:r w:rsidR="004A4993">
        <w:t xml:space="preserve">, </w:t>
      </w:r>
      <w:r w:rsidRPr="004C3E92">
        <w:t>qui leur fit visite tous les jours au cours de la première quinzaine</w:t>
      </w:r>
      <w:r w:rsidR="004A4993">
        <w:t xml:space="preserve">, </w:t>
      </w:r>
      <w:r w:rsidRPr="004C3E92">
        <w:t>et qui n</w:t>
      </w:r>
      <w:r w:rsidR="004A4993">
        <w:t>’</w:t>
      </w:r>
      <w:r w:rsidRPr="004C3E92">
        <w:t>était pas habitué à voir beaucoup d</w:t>
      </w:r>
      <w:r w:rsidR="004A4993">
        <w:t>’</w:t>
      </w:r>
      <w:r w:rsidRPr="004C3E92">
        <w:t>activité chez lui</w:t>
      </w:r>
      <w:r w:rsidR="004A4993">
        <w:t xml:space="preserve">, </w:t>
      </w:r>
      <w:r w:rsidRPr="004C3E92">
        <w:t>ne put dissim</w:t>
      </w:r>
      <w:r w:rsidRPr="004C3E92">
        <w:t>u</w:t>
      </w:r>
      <w:r w:rsidRPr="004C3E92">
        <w:t>ler sa stupéfaction en les trouvant toujours occupées</w:t>
      </w:r>
      <w:r w:rsidR="004A4993">
        <w:t>.</w:t>
      </w:r>
    </w:p>
    <w:p w14:paraId="1C2EB57B" w14:textId="77777777" w:rsidR="004A4993" w:rsidRDefault="008C5C61" w:rsidP="004A4993">
      <w:r w:rsidRPr="004C3E92">
        <w:t>Leurs visiteurs</w:t>
      </w:r>
      <w:r w:rsidR="004A4993">
        <w:t xml:space="preserve">, </w:t>
      </w:r>
      <w:r w:rsidRPr="004C3E92">
        <w:t>à l</w:t>
      </w:r>
      <w:r w:rsidR="004A4993">
        <w:t>’</w:t>
      </w:r>
      <w:r w:rsidRPr="004C3E92">
        <w:t>exception de ceux de Barton Park</w:t>
      </w:r>
      <w:r w:rsidR="004A4993">
        <w:t xml:space="preserve">, </w:t>
      </w:r>
      <w:r w:rsidRPr="004C3E92">
        <w:t>n</w:t>
      </w:r>
      <w:r w:rsidR="004A4993">
        <w:t>’</w:t>
      </w:r>
      <w:r w:rsidRPr="004C3E92">
        <w:t>étaient pas nombreux</w:t>
      </w:r>
      <w:r w:rsidR="004A4993">
        <w:t xml:space="preserve"> ; </w:t>
      </w:r>
      <w:r w:rsidRPr="004C3E92">
        <w:t>car</w:t>
      </w:r>
      <w:r w:rsidR="004A4993">
        <w:t xml:space="preserve">, </w:t>
      </w:r>
      <w:r w:rsidRPr="004C3E92">
        <w:t>en dépit des prières instantes de Sir John qui insistait pour qu</w:t>
      </w:r>
      <w:r w:rsidR="004A4993">
        <w:t>’</w:t>
      </w:r>
      <w:r w:rsidRPr="004C3E92">
        <w:t>elles fréquentassent davantage les gens du voisinage</w:t>
      </w:r>
      <w:r w:rsidR="004A4993">
        <w:t xml:space="preserve">, </w:t>
      </w:r>
      <w:r w:rsidRPr="004C3E92">
        <w:t>et ne cessait de leur donner l</w:t>
      </w:r>
      <w:r w:rsidR="004A4993">
        <w:t>’</w:t>
      </w:r>
      <w:r w:rsidRPr="004C3E92">
        <w:t>assurance que sa voiture était toujours à leur disposition</w:t>
      </w:r>
      <w:r w:rsidR="004A4993">
        <w:t xml:space="preserve">, </w:t>
      </w:r>
      <w:r w:rsidRPr="004C3E92">
        <w:t>l</w:t>
      </w:r>
      <w:r w:rsidR="004A4993">
        <w:t>’</w:t>
      </w:r>
      <w:r w:rsidRPr="004C3E92">
        <w:t>indépendance de caractère de Mrs</w:t>
      </w:r>
      <w:r w:rsidR="004A4993">
        <w:t xml:space="preserve">. </w:t>
      </w:r>
      <w:proofErr w:type="spellStart"/>
      <w:r w:rsidRPr="004C3E92">
        <w:t>Dashwood</w:t>
      </w:r>
      <w:proofErr w:type="spellEnd"/>
      <w:r w:rsidRPr="004C3E92">
        <w:t xml:space="preserve"> surmonta son désir de compagnie pour ses enfants</w:t>
      </w:r>
      <w:r w:rsidR="004A4993">
        <w:t xml:space="preserve">, </w:t>
      </w:r>
      <w:r w:rsidRPr="004C3E92">
        <w:t>et elle refusa résolument de rendre visite à toute famille trop éloignée pour qu</w:t>
      </w:r>
      <w:r w:rsidR="004A4993">
        <w:t>’</w:t>
      </w:r>
      <w:r w:rsidRPr="004C3E92">
        <w:t>elle pût s</w:t>
      </w:r>
      <w:r w:rsidR="004A4993">
        <w:t>’</w:t>
      </w:r>
      <w:r w:rsidRPr="004C3E92">
        <w:t>y rendre à pied</w:t>
      </w:r>
      <w:r w:rsidR="004A4993">
        <w:t xml:space="preserve">. </w:t>
      </w:r>
      <w:r w:rsidRPr="004C3E92">
        <w:t>Peu nombreuses étaient celles qui pouvaient être classées ainsi</w:t>
      </w:r>
      <w:r w:rsidR="004A4993">
        <w:t xml:space="preserve"> ; </w:t>
      </w:r>
      <w:r w:rsidRPr="004C3E92">
        <w:t>et parmi elles</w:t>
      </w:r>
      <w:r w:rsidR="004A4993">
        <w:t xml:space="preserve">, </w:t>
      </w:r>
      <w:r w:rsidRPr="004C3E92">
        <w:t>toutes n</w:t>
      </w:r>
      <w:r w:rsidR="004A4993">
        <w:t>’</w:t>
      </w:r>
      <w:r w:rsidRPr="004C3E92">
        <w:t>étaient point accessibles</w:t>
      </w:r>
      <w:r w:rsidR="004A4993">
        <w:t xml:space="preserve">. </w:t>
      </w:r>
      <w:r w:rsidRPr="004C3E92">
        <w:t>À environ un mille et demi de la maisonnette</w:t>
      </w:r>
      <w:r w:rsidR="004A4993">
        <w:t xml:space="preserve">, </w:t>
      </w:r>
      <w:r w:rsidRPr="004C3E92">
        <w:t xml:space="preserve">le long de la vallée étroite et </w:t>
      </w:r>
      <w:proofErr w:type="spellStart"/>
      <w:r w:rsidRPr="004C3E92">
        <w:t>serpentante</w:t>
      </w:r>
      <w:proofErr w:type="spellEnd"/>
      <w:r w:rsidRPr="004C3E92">
        <w:t xml:space="preserve"> d</w:t>
      </w:r>
      <w:r w:rsidR="004A4993">
        <w:t>’</w:t>
      </w:r>
      <w:proofErr w:type="spellStart"/>
      <w:r w:rsidRPr="004C3E92">
        <w:t>Allenham</w:t>
      </w:r>
      <w:proofErr w:type="spellEnd"/>
      <w:r w:rsidR="004A4993">
        <w:t xml:space="preserve">, </w:t>
      </w:r>
      <w:r w:rsidRPr="004C3E92">
        <w:t>qui faisait suite à celle de Barton</w:t>
      </w:r>
      <w:r w:rsidR="004A4993">
        <w:t xml:space="preserve">, </w:t>
      </w:r>
      <w:r w:rsidRPr="004C3E92">
        <w:t>ainsi qu</w:t>
      </w:r>
      <w:r w:rsidR="004A4993">
        <w:t>’</w:t>
      </w:r>
      <w:r w:rsidRPr="004C3E92">
        <w:t>il a été décrit précédemment</w:t>
      </w:r>
      <w:r w:rsidR="004A4993">
        <w:t xml:space="preserve">, </w:t>
      </w:r>
      <w:r w:rsidRPr="004C3E92">
        <w:t>les jeunes filles avaient déco</w:t>
      </w:r>
      <w:r w:rsidRPr="004C3E92">
        <w:t>u</w:t>
      </w:r>
      <w:r w:rsidRPr="004C3E92">
        <w:t>vert</w:t>
      </w:r>
      <w:r w:rsidR="004A4993">
        <w:t xml:space="preserve">, </w:t>
      </w:r>
      <w:r w:rsidRPr="004C3E92">
        <w:t>dès l</w:t>
      </w:r>
      <w:r w:rsidR="004A4993">
        <w:t>’</w:t>
      </w:r>
      <w:r w:rsidRPr="004C3E92">
        <w:t>une de leurs premières promenades</w:t>
      </w:r>
      <w:r w:rsidR="004A4993">
        <w:t xml:space="preserve">, </w:t>
      </w:r>
      <w:r w:rsidRPr="004C3E92">
        <w:t>un manoir a</w:t>
      </w:r>
      <w:r w:rsidRPr="004C3E92">
        <w:t>n</w:t>
      </w:r>
      <w:r w:rsidRPr="004C3E92">
        <w:t>cien</w:t>
      </w:r>
      <w:r w:rsidR="004A4993">
        <w:t xml:space="preserve">, </w:t>
      </w:r>
      <w:r w:rsidRPr="004C3E92">
        <w:t>d</w:t>
      </w:r>
      <w:r w:rsidR="004A4993">
        <w:t>’</w:t>
      </w:r>
      <w:r w:rsidRPr="004C3E92">
        <w:t>aspect respectable</w:t>
      </w:r>
      <w:r w:rsidR="004A4993">
        <w:t xml:space="preserve">, </w:t>
      </w:r>
      <w:r w:rsidRPr="004C3E92">
        <w:t>qui</w:t>
      </w:r>
      <w:r w:rsidR="004A4993">
        <w:t xml:space="preserve">, </w:t>
      </w:r>
      <w:r w:rsidRPr="004C3E92">
        <w:t xml:space="preserve">en leur rappelant quelque peu </w:t>
      </w:r>
      <w:proofErr w:type="spellStart"/>
      <w:r w:rsidRPr="004C3E92">
        <w:t>Norland</w:t>
      </w:r>
      <w:proofErr w:type="spellEnd"/>
      <w:r w:rsidR="004A4993">
        <w:t xml:space="preserve">, </w:t>
      </w:r>
      <w:r w:rsidRPr="004C3E92">
        <w:t>avait frappé leur imagination</w:t>
      </w:r>
      <w:r w:rsidR="004A4993">
        <w:t xml:space="preserve">, </w:t>
      </w:r>
      <w:r w:rsidRPr="004C3E92">
        <w:t>et leur avait fait désirer de le connaître davantage</w:t>
      </w:r>
      <w:r w:rsidR="004A4993">
        <w:t xml:space="preserve">. </w:t>
      </w:r>
      <w:r w:rsidRPr="004C3E92">
        <w:t>Mais elles avaient appris</w:t>
      </w:r>
      <w:r w:rsidR="004A4993">
        <w:t xml:space="preserve">, </w:t>
      </w:r>
      <w:r w:rsidRPr="004C3E92">
        <w:t>après s</w:t>
      </w:r>
      <w:r w:rsidR="004A4993">
        <w:t>’</w:t>
      </w:r>
      <w:r w:rsidRPr="004C3E92">
        <w:t>être renseignées</w:t>
      </w:r>
      <w:r w:rsidR="004A4993">
        <w:t xml:space="preserve">, </w:t>
      </w:r>
      <w:r w:rsidRPr="004C3E92">
        <w:t xml:space="preserve">que </w:t>
      </w:r>
      <w:r w:rsidRPr="004C3E92">
        <w:lastRenderedPageBreak/>
        <w:t>son propriétaire</w:t>
      </w:r>
      <w:r w:rsidR="004A4993">
        <w:t xml:space="preserve">, </w:t>
      </w:r>
      <w:r w:rsidRPr="004C3E92">
        <w:t>vieille dame d</w:t>
      </w:r>
      <w:r w:rsidR="004A4993">
        <w:t>’</w:t>
      </w:r>
      <w:r w:rsidRPr="004C3E92">
        <w:t>excellente r</w:t>
      </w:r>
      <w:r w:rsidRPr="004C3E92">
        <w:t>é</w:t>
      </w:r>
      <w:r w:rsidRPr="004C3E92">
        <w:t>putation</w:t>
      </w:r>
      <w:r w:rsidR="004A4993">
        <w:t xml:space="preserve">, </w:t>
      </w:r>
      <w:r w:rsidRPr="004C3E92">
        <w:t>était</w:t>
      </w:r>
      <w:r w:rsidR="004A4993">
        <w:t xml:space="preserve">, </w:t>
      </w:r>
      <w:r w:rsidRPr="004C3E92">
        <w:t>malheureusement</w:t>
      </w:r>
      <w:r w:rsidR="004A4993">
        <w:t xml:space="preserve">, </w:t>
      </w:r>
      <w:r w:rsidRPr="004C3E92">
        <w:t>trop infirme pour se mêler au monde</w:t>
      </w:r>
      <w:r w:rsidR="004A4993">
        <w:t xml:space="preserve">, </w:t>
      </w:r>
      <w:r w:rsidRPr="004C3E92">
        <w:t>et ne bougeait jamais de chez elle</w:t>
      </w:r>
      <w:r w:rsidR="004A4993">
        <w:t>.</w:t>
      </w:r>
    </w:p>
    <w:p w14:paraId="3F8701DB" w14:textId="77777777" w:rsidR="004A4993" w:rsidRDefault="008C5C61" w:rsidP="004A4993">
      <w:r w:rsidRPr="004C3E92">
        <w:t>Toute la campagne environnante abondait en promenades magnifiques</w:t>
      </w:r>
      <w:r w:rsidR="004A4993">
        <w:t xml:space="preserve">. </w:t>
      </w:r>
      <w:r w:rsidRPr="004C3E92">
        <w:t>Les collines élevées</w:t>
      </w:r>
      <w:r w:rsidR="004A4993">
        <w:t xml:space="preserve">, </w:t>
      </w:r>
      <w:r w:rsidRPr="004C3E92">
        <w:t>qui les invitaient</w:t>
      </w:r>
      <w:r w:rsidR="004A4993">
        <w:t xml:space="preserve">, </w:t>
      </w:r>
      <w:r w:rsidRPr="004C3E92">
        <w:t>de presque toutes les fenêtres de la maisonnette</w:t>
      </w:r>
      <w:r w:rsidR="004A4993">
        <w:t xml:space="preserve">, </w:t>
      </w:r>
      <w:r w:rsidRPr="004C3E92">
        <w:t>à rechercher le plaisir e</w:t>
      </w:r>
      <w:r w:rsidRPr="004C3E92">
        <w:t>x</w:t>
      </w:r>
      <w:r w:rsidRPr="004C3E92">
        <w:t>quis de l</w:t>
      </w:r>
      <w:r w:rsidR="004A4993">
        <w:t>’</w:t>
      </w:r>
      <w:r w:rsidRPr="004C3E92">
        <w:t>air sur leurs sommets</w:t>
      </w:r>
      <w:r w:rsidR="004A4993">
        <w:t xml:space="preserve">, </w:t>
      </w:r>
      <w:r w:rsidRPr="004C3E92">
        <w:t>étaient un dérivatif heureux</w:t>
      </w:r>
      <w:r w:rsidR="004A4993">
        <w:t xml:space="preserve">, </w:t>
      </w:r>
      <w:r w:rsidRPr="004C3E92">
        <w:t>lorsque la boue des vallées plus basses leur interdisait leurs beautés supérieures</w:t>
      </w:r>
      <w:r w:rsidR="004A4993">
        <w:t xml:space="preserve"> ; </w:t>
      </w:r>
      <w:r w:rsidRPr="004C3E92">
        <w:t>et c</w:t>
      </w:r>
      <w:r w:rsidR="004A4993">
        <w:t>’</w:t>
      </w:r>
      <w:r w:rsidRPr="004C3E92">
        <w:t>est vers l</w:t>
      </w:r>
      <w:r w:rsidR="004A4993">
        <w:t>’</w:t>
      </w:r>
      <w:r w:rsidRPr="004C3E92">
        <w:t>une de ces collines que M</w:t>
      </w:r>
      <w:r w:rsidRPr="004C3E92">
        <w:t>a</w:t>
      </w:r>
      <w:r w:rsidRPr="004C3E92">
        <w:t>rianne et Margaret portèrent leurs pas</w:t>
      </w:r>
      <w:r w:rsidR="004A4993">
        <w:t xml:space="preserve">, </w:t>
      </w:r>
      <w:r w:rsidRPr="004C3E92">
        <w:t>par une matinée mém</w:t>
      </w:r>
      <w:r w:rsidRPr="004C3E92">
        <w:t>o</w:t>
      </w:r>
      <w:r w:rsidRPr="004C3E92">
        <w:t>rable</w:t>
      </w:r>
      <w:r w:rsidR="004A4993">
        <w:t xml:space="preserve">, </w:t>
      </w:r>
      <w:r w:rsidRPr="004C3E92">
        <w:t>attirées par le soleil intermittent d</w:t>
      </w:r>
      <w:r w:rsidR="004A4993">
        <w:t>’</w:t>
      </w:r>
      <w:r w:rsidRPr="004C3E92">
        <w:t>un ciel de giboulées</w:t>
      </w:r>
      <w:r w:rsidR="004A4993">
        <w:t xml:space="preserve">, </w:t>
      </w:r>
      <w:r w:rsidRPr="004C3E92">
        <w:t>et incapables de supporter plus longtemps la réclusion qu</w:t>
      </w:r>
      <w:r w:rsidR="004A4993">
        <w:t>’</w:t>
      </w:r>
      <w:r w:rsidRPr="004C3E92">
        <w:t>avait o</w:t>
      </w:r>
      <w:r w:rsidRPr="004C3E92">
        <w:t>c</w:t>
      </w:r>
      <w:r w:rsidRPr="004C3E92">
        <w:t>casionnée la pluie continuelle des deux journées précédentes</w:t>
      </w:r>
      <w:r w:rsidR="004A4993">
        <w:t xml:space="preserve">. </w:t>
      </w:r>
      <w:r w:rsidRPr="004C3E92">
        <w:t>Le temps n</w:t>
      </w:r>
      <w:r w:rsidR="004A4993">
        <w:t>’</w:t>
      </w:r>
      <w:r w:rsidRPr="004C3E92">
        <w:t>était pas assez tentant pour faire quitter aux deux a</w:t>
      </w:r>
      <w:r w:rsidRPr="004C3E92">
        <w:t>u</w:t>
      </w:r>
      <w:r w:rsidRPr="004C3E92">
        <w:t>tres leur crayon et leur livre</w:t>
      </w:r>
      <w:r w:rsidR="004A4993">
        <w:t xml:space="preserve">, </w:t>
      </w:r>
      <w:r w:rsidRPr="004C3E92">
        <w:t>en dépit de la déclaration de M</w:t>
      </w:r>
      <w:r w:rsidRPr="004C3E92">
        <w:t>a</w:t>
      </w:r>
      <w:r w:rsidRPr="004C3E92">
        <w:t>rianne</w:t>
      </w:r>
      <w:r w:rsidR="004A4993">
        <w:t xml:space="preserve">, </w:t>
      </w:r>
      <w:r w:rsidRPr="004C3E92">
        <w:t>qui assura que la journée serait durablement belle</w:t>
      </w:r>
      <w:r w:rsidR="004A4993">
        <w:t xml:space="preserve">, </w:t>
      </w:r>
      <w:r w:rsidRPr="004C3E92">
        <w:t>et que tous les nuages menaçants seraient écartés de leurs coll</w:t>
      </w:r>
      <w:r w:rsidRPr="004C3E92">
        <w:t>i</w:t>
      </w:r>
      <w:r w:rsidRPr="004C3E92">
        <w:t>nes</w:t>
      </w:r>
      <w:r w:rsidR="004A4993">
        <w:t xml:space="preserve"> ; </w:t>
      </w:r>
      <w:r w:rsidRPr="004C3E92">
        <w:t>et les deux jeunes filles se mirent donc en route ensemble</w:t>
      </w:r>
      <w:r w:rsidR="004A4993">
        <w:t>.</w:t>
      </w:r>
    </w:p>
    <w:p w14:paraId="0BFA97F1" w14:textId="77777777" w:rsidR="004A4993" w:rsidRDefault="008C5C61" w:rsidP="004A4993">
      <w:r w:rsidRPr="004C3E92">
        <w:t>Elles gravirent gaiement les coteaux</w:t>
      </w:r>
      <w:r w:rsidR="004A4993">
        <w:t xml:space="preserve">, </w:t>
      </w:r>
      <w:r w:rsidRPr="004C3E92">
        <w:t>savourant leur propre pénétration chaque fois qu</w:t>
      </w:r>
      <w:r w:rsidR="004A4993">
        <w:t>’</w:t>
      </w:r>
      <w:r w:rsidRPr="004C3E92">
        <w:t>elles apercevaient le ciel bleu</w:t>
      </w:r>
      <w:r w:rsidR="004A4993">
        <w:t xml:space="preserve"> ; </w:t>
      </w:r>
      <w:r w:rsidRPr="004C3E92">
        <w:t>et lorsqu</w:t>
      </w:r>
      <w:r w:rsidR="004A4993">
        <w:t>’</w:t>
      </w:r>
      <w:r w:rsidRPr="004C3E92">
        <w:t>elles recevaient en plein visage les bouffées stimulantes d</w:t>
      </w:r>
      <w:r w:rsidR="004A4993">
        <w:t>’</w:t>
      </w:r>
      <w:r w:rsidRPr="004C3E92">
        <w:t>un vent violent de suroît</w:t>
      </w:r>
      <w:r w:rsidR="004A4993">
        <w:t xml:space="preserve">, </w:t>
      </w:r>
      <w:r w:rsidRPr="004C3E92">
        <w:t xml:space="preserve">elles prenaient en pitié les craintes qui avaient empêché leur mère et </w:t>
      </w:r>
      <w:proofErr w:type="spellStart"/>
      <w:r w:rsidRPr="004C3E92">
        <w:t>Elinor</w:t>
      </w:r>
      <w:proofErr w:type="spellEnd"/>
      <w:r w:rsidRPr="004C3E92">
        <w:t xml:space="preserve"> de prendre part à des sensations aussi délicieuses</w:t>
      </w:r>
      <w:r w:rsidR="004A4993">
        <w:t>.</w:t>
      </w:r>
    </w:p>
    <w:p w14:paraId="4AC6B457" w14:textId="77777777" w:rsidR="004A4993" w:rsidRDefault="004A4993" w:rsidP="004A4993">
      <w:r>
        <w:t>— </w:t>
      </w:r>
      <w:r w:rsidR="008C5C61" w:rsidRPr="004C3E92">
        <w:t>Y a-t-il un bonheur au monde</w:t>
      </w:r>
      <w:r>
        <w:t xml:space="preserve">, </w:t>
      </w:r>
      <w:r w:rsidR="008C5C61" w:rsidRPr="004C3E92">
        <w:t>dit Marianne</w:t>
      </w:r>
      <w:r>
        <w:t xml:space="preserve">, </w:t>
      </w:r>
      <w:r w:rsidR="008C5C61" w:rsidRPr="004C3E92">
        <w:t>supérieur à celui-ci</w:t>
      </w:r>
      <w:r>
        <w:t xml:space="preserve"> ? </w:t>
      </w:r>
      <w:r w:rsidR="008C5C61" w:rsidRPr="004C3E92">
        <w:t>Margaret</w:t>
      </w:r>
      <w:r>
        <w:t xml:space="preserve">, </w:t>
      </w:r>
      <w:r w:rsidR="008C5C61" w:rsidRPr="004C3E92">
        <w:t>nous allons nous promener ici au moins pendant deux heures</w:t>
      </w:r>
      <w:r>
        <w:t>.</w:t>
      </w:r>
    </w:p>
    <w:p w14:paraId="7E52C6C6" w14:textId="77777777" w:rsidR="004A4993" w:rsidRDefault="008C5C61" w:rsidP="004A4993">
      <w:r w:rsidRPr="004C3E92">
        <w:t>Margaret acquiesça</w:t>
      </w:r>
      <w:r w:rsidR="004A4993">
        <w:t xml:space="preserve">, </w:t>
      </w:r>
      <w:r w:rsidRPr="004C3E92">
        <w:t>et elles poursuivirent leur chemin contre le vent</w:t>
      </w:r>
      <w:r w:rsidR="004A4993">
        <w:t xml:space="preserve">, </w:t>
      </w:r>
      <w:r w:rsidRPr="004C3E92">
        <w:t>lui résistant avec un plaisir rieur pendant encore une vingtaine de minutes</w:t>
      </w:r>
      <w:r w:rsidR="004A4993">
        <w:t xml:space="preserve">, </w:t>
      </w:r>
      <w:r w:rsidRPr="004C3E92">
        <w:t xml:space="preserve">lorsque soudain les nuages se </w:t>
      </w:r>
      <w:r w:rsidRPr="004C3E92">
        <w:lastRenderedPageBreak/>
        <w:t>ra</w:t>
      </w:r>
      <w:r w:rsidRPr="004C3E92">
        <w:t>s</w:t>
      </w:r>
      <w:r w:rsidRPr="004C3E92">
        <w:t>semblèrent au-dessus de leur tête</w:t>
      </w:r>
      <w:r w:rsidR="004A4993">
        <w:t xml:space="preserve">, </w:t>
      </w:r>
      <w:r w:rsidRPr="004C3E92">
        <w:t>et une pluie battante les fouetta en plein visage</w:t>
      </w:r>
      <w:r w:rsidR="004A4993">
        <w:t xml:space="preserve">. </w:t>
      </w:r>
      <w:r w:rsidRPr="004C3E92">
        <w:t>Chagrinées et surprises</w:t>
      </w:r>
      <w:r w:rsidR="004A4993">
        <w:t xml:space="preserve">, </w:t>
      </w:r>
      <w:r w:rsidRPr="004C3E92">
        <w:t>elles furent obligées</w:t>
      </w:r>
      <w:r w:rsidR="004A4993">
        <w:t xml:space="preserve">, </w:t>
      </w:r>
      <w:r w:rsidRPr="004C3E92">
        <w:t>quoique à contre-cœur</w:t>
      </w:r>
      <w:r w:rsidR="004A4993">
        <w:t xml:space="preserve">, </w:t>
      </w:r>
      <w:proofErr w:type="gramStart"/>
      <w:r w:rsidRPr="004C3E92">
        <w:t>de faire</w:t>
      </w:r>
      <w:proofErr w:type="gramEnd"/>
      <w:r w:rsidRPr="004C3E92">
        <w:t xml:space="preserve"> demi-tour</w:t>
      </w:r>
      <w:r w:rsidR="004A4993">
        <w:t xml:space="preserve">, </w:t>
      </w:r>
      <w:r w:rsidRPr="004C3E92">
        <w:t>car il n</w:t>
      </w:r>
      <w:r w:rsidR="004A4993">
        <w:t>’</w:t>
      </w:r>
      <w:r w:rsidRPr="004C3E92">
        <w:t>y avait pas d</w:t>
      </w:r>
      <w:r w:rsidR="004A4993">
        <w:t>’</w:t>
      </w:r>
      <w:r w:rsidRPr="004C3E92">
        <w:t>abri plus proche que leur propre maison</w:t>
      </w:r>
      <w:r w:rsidR="004A4993">
        <w:t xml:space="preserve">. </w:t>
      </w:r>
      <w:r w:rsidRPr="004C3E92">
        <w:t>Il leur re</w:t>
      </w:r>
      <w:r w:rsidRPr="004C3E92">
        <w:t>s</w:t>
      </w:r>
      <w:r w:rsidRPr="004C3E92">
        <w:t>tait pourtant une consolation</w:t>
      </w:r>
      <w:r w:rsidR="004A4993">
        <w:t xml:space="preserve">, </w:t>
      </w:r>
      <w:r w:rsidRPr="004C3E92">
        <w:t>à laquelle l</w:t>
      </w:r>
      <w:r w:rsidR="004A4993">
        <w:t>’</w:t>
      </w:r>
      <w:r w:rsidRPr="004C3E92">
        <w:t>exigence du moment donnait une bienséance plus qu</w:t>
      </w:r>
      <w:r w:rsidR="004A4993">
        <w:t>’</w:t>
      </w:r>
      <w:r w:rsidRPr="004C3E92">
        <w:t>habituelle</w:t>
      </w:r>
      <w:r w:rsidR="004A4993">
        <w:t xml:space="preserve"> : </w:t>
      </w:r>
      <w:r w:rsidRPr="004C3E92">
        <w:t>c</w:t>
      </w:r>
      <w:r w:rsidR="004A4993">
        <w:t>’</w:t>
      </w:r>
      <w:r w:rsidRPr="004C3E92">
        <w:t>était de redesce</w:t>
      </w:r>
      <w:r w:rsidRPr="004C3E92">
        <w:t>n</w:t>
      </w:r>
      <w:r w:rsidRPr="004C3E92">
        <w:t>dre en courant à toute vitesse le flanc escarpé de la colline qui conduisait tout droit à la barrière du jardin</w:t>
      </w:r>
      <w:r w:rsidR="004A4993">
        <w:t>.</w:t>
      </w:r>
    </w:p>
    <w:p w14:paraId="55489075" w14:textId="77777777" w:rsidR="004A4993" w:rsidRDefault="008C5C61" w:rsidP="004A4993">
      <w:r w:rsidRPr="004C3E92">
        <w:t>Elles se mirent en route</w:t>
      </w:r>
      <w:r w:rsidR="004A4993">
        <w:t xml:space="preserve">. </w:t>
      </w:r>
      <w:r w:rsidRPr="004C3E92">
        <w:t>Marianne prit d</w:t>
      </w:r>
      <w:r w:rsidR="004A4993">
        <w:t>’</w:t>
      </w:r>
      <w:r w:rsidRPr="004C3E92">
        <w:t>abord les devants</w:t>
      </w:r>
      <w:r w:rsidR="004A4993">
        <w:t xml:space="preserve">, </w:t>
      </w:r>
      <w:r w:rsidRPr="004C3E92">
        <w:t>mais un faux pas la fit soudain choir à terre</w:t>
      </w:r>
      <w:r w:rsidR="004A4993">
        <w:t xml:space="preserve">, </w:t>
      </w:r>
      <w:r w:rsidRPr="004C3E92">
        <w:t>et Margaret</w:t>
      </w:r>
      <w:r w:rsidR="004A4993">
        <w:t xml:space="preserve">, </w:t>
      </w:r>
      <w:r w:rsidRPr="004C3E92">
        <w:t>inc</w:t>
      </w:r>
      <w:r w:rsidRPr="004C3E92">
        <w:t>a</w:t>
      </w:r>
      <w:r w:rsidRPr="004C3E92">
        <w:t>pable de s</w:t>
      </w:r>
      <w:r w:rsidR="004A4993">
        <w:t>’</w:t>
      </w:r>
      <w:r w:rsidRPr="004C3E92">
        <w:t>arrêter pour lui venir en aide</w:t>
      </w:r>
      <w:r w:rsidR="004A4993">
        <w:t xml:space="preserve">, </w:t>
      </w:r>
      <w:r w:rsidRPr="004C3E92">
        <w:t>fut emportée involo</w:t>
      </w:r>
      <w:r w:rsidRPr="004C3E92">
        <w:t>n</w:t>
      </w:r>
      <w:r w:rsidRPr="004C3E92">
        <w:t>tairement</w:t>
      </w:r>
      <w:r w:rsidR="004A4993">
        <w:t xml:space="preserve">, </w:t>
      </w:r>
      <w:r w:rsidRPr="004C3E92">
        <w:t>et atteignit sans encombre le pied de la colline</w:t>
      </w:r>
      <w:r w:rsidR="004A4993">
        <w:t>.</w:t>
      </w:r>
    </w:p>
    <w:p w14:paraId="72DB6A67" w14:textId="77777777" w:rsidR="004A4993" w:rsidRDefault="008C5C61" w:rsidP="004A4993">
      <w:r w:rsidRPr="004C3E92">
        <w:t>Un gentleman portant un fusil</w:t>
      </w:r>
      <w:r w:rsidR="004A4993">
        <w:t xml:space="preserve">, </w:t>
      </w:r>
      <w:r w:rsidRPr="004C3E92">
        <w:t>avec deux chiens d</w:t>
      </w:r>
      <w:r w:rsidR="004A4993">
        <w:t>’</w:t>
      </w:r>
      <w:r w:rsidRPr="004C3E92">
        <w:t>arrêt qui gambadaient autour de lui</w:t>
      </w:r>
      <w:r w:rsidR="004A4993">
        <w:t xml:space="preserve">, </w:t>
      </w:r>
      <w:r w:rsidRPr="004C3E92">
        <w:t>passa</w:t>
      </w:r>
      <w:r w:rsidR="004A4993">
        <w:t xml:space="preserve">, </w:t>
      </w:r>
      <w:r w:rsidRPr="004C3E92">
        <w:t>montant la côte</w:t>
      </w:r>
      <w:r w:rsidR="004A4993">
        <w:t xml:space="preserve">, </w:t>
      </w:r>
      <w:r w:rsidRPr="004C3E92">
        <w:t>à quelques toises de Marianne</w:t>
      </w:r>
      <w:r w:rsidR="004A4993">
        <w:t xml:space="preserve">, </w:t>
      </w:r>
      <w:r w:rsidRPr="004C3E92">
        <w:t>lorsqu</w:t>
      </w:r>
      <w:r w:rsidR="004A4993">
        <w:t>’</w:t>
      </w:r>
      <w:r w:rsidRPr="004C3E92">
        <w:t>elle fut victime de son accident</w:t>
      </w:r>
      <w:r w:rsidR="004A4993">
        <w:t xml:space="preserve">. </w:t>
      </w:r>
      <w:r w:rsidRPr="004C3E92">
        <w:t>Il posa son fusil et s</w:t>
      </w:r>
      <w:r w:rsidR="004A4993">
        <w:t>’</w:t>
      </w:r>
      <w:r w:rsidRPr="004C3E92">
        <w:t>élança à l</w:t>
      </w:r>
      <w:r w:rsidR="004A4993">
        <w:t>’</w:t>
      </w:r>
      <w:r w:rsidRPr="004C3E92">
        <w:t>aide de la jeune fille</w:t>
      </w:r>
      <w:r w:rsidR="004A4993">
        <w:t xml:space="preserve">. </w:t>
      </w:r>
      <w:r w:rsidRPr="004C3E92">
        <w:t>Elle s</w:t>
      </w:r>
      <w:r w:rsidR="004A4993">
        <w:t>’</w:t>
      </w:r>
      <w:r w:rsidRPr="004C3E92">
        <w:t>était r</w:t>
      </w:r>
      <w:r w:rsidRPr="004C3E92">
        <w:t>e</w:t>
      </w:r>
      <w:r w:rsidRPr="004C3E92">
        <w:t>levée</w:t>
      </w:r>
      <w:r w:rsidR="004A4993">
        <w:t xml:space="preserve">, </w:t>
      </w:r>
      <w:r w:rsidRPr="004C3E92">
        <w:t>mais elle s</w:t>
      </w:r>
      <w:r w:rsidR="004A4993">
        <w:t>’</w:t>
      </w:r>
      <w:r w:rsidRPr="004C3E92">
        <w:t>était tordu le pied dans sa chute</w:t>
      </w:r>
      <w:r w:rsidR="004A4993">
        <w:t xml:space="preserve">, </w:t>
      </w:r>
      <w:r w:rsidRPr="004C3E92">
        <w:t>et elle pouvait à peine se tenir debout</w:t>
      </w:r>
      <w:r w:rsidR="004A4993">
        <w:t xml:space="preserve">. </w:t>
      </w:r>
      <w:r w:rsidRPr="004C3E92">
        <w:t>Le gentleman offrit ses services</w:t>
      </w:r>
      <w:r w:rsidR="004A4993">
        <w:t xml:space="preserve">, </w:t>
      </w:r>
      <w:r w:rsidRPr="004C3E92">
        <w:t>et</w:t>
      </w:r>
      <w:r w:rsidR="004A4993">
        <w:t xml:space="preserve">, </w:t>
      </w:r>
      <w:r w:rsidRPr="004C3E92">
        <w:t>pe</w:t>
      </w:r>
      <w:r w:rsidRPr="004C3E92">
        <w:t>r</w:t>
      </w:r>
      <w:r w:rsidRPr="004C3E92">
        <w:t>cevant que la modestie de Marianne lui faisait décliner ce que sa situation rendait nécessaire</w:t>
      </w:r>
      <w:r w:rsidR="004A4993">
        <w:t xml:space="preserve">, </w:t>
      </w:r>
      <w:r w:rsidRPr="004C3E92">
        <w:t>la prit dans ses bras sans plus de délai</w:t>
      </w:r>
      <w:r w:rsidR="004A4993">
        <w:t xml:space="preserve">, </w:t>
      </w:r>
      <w:r w:rsidRPr="004C3E92">
        <w:t>et l</w:t>
      </w:r>
      <w:r w:rsidR="004A4993">
        <w:t>’</w:t>
      </w:r>
      <w:r w:rsidRPr="004C3E92">
        <w:t>emporta au bas du coteau</w:t>
      </w:r>
      <w:r w:rsidR="004A4993">
        <w:t xml:space="preserve">. </w:t>
      </w:r>
      <w:r w:rsidRPr="004C3E92">
        <w:t>Puis</w:t>
      </w:r>
      <w:r w:rsidR="004A4993">
        <w:t xml:space="preserve">, </w:t>
      </w:r>
      <w:r w:rsidRPr="004C3E92">
        <w:t>traversant le jardin</w:t>
      </w:r>
      <w:r w:rsidR="004A4993">
        <w:t xml:space="preserve">, </w:t>
      </w:r>
      <w:r w:rsidRPr="004C3E92">
        <w:t>dont la barrière avait été laissée ouverte par Margaret</w:t>
      </w:r>
      <w:r w:rsidR="004A4993">
        <w:t xml:space="preserve">, </w:t>
      </w:r>
      <w:r w:rsidRPr="004C3E92">
        <w:t>il l</w:t>
      </w:r>
      <w:r w:rsidR="004A4993">
        <w:t>’</w:t>
      </w:r>
      <w:r w:rsidRPr="004C3E92">
        <w:t>emporta tout droit dans la maison</w:t>
      </w:r>
      <w:r w:rsidR="004A4993">
        <w:t xml:space="preserve">, </w:t>
      </w:r>
      <w:r w:rsidRPr="004C3E92">
        <w:t>où Margaret venait d</w:t>
      </w:r>
      <w:r w:rsidR="004A4993">
        <w:t>’</w:t>
      </w:r>
      <w:r w:rsidRPr="004C3E92">
        <w:t>arriver</w:t>
      </w:r>
      <w:r w:rsidR="004A4993">
        <w:t xml:space="preserve">, </w:t>
      </w:r>
      <w:r w:rsidRPr="004C3E92">
        <w:t>et ne la lâcha pas avant de l</w:t>
      </w:r>
      <w:r w:rsidR="004A4993">
        <w:t>’</w:t>
      </w:r>
      <w:r w:rsidRPr="004C3E92">
        <w:t>avoir assise dans un fa</w:t>
      </w:r>
      <w:r w:rsidRPr="004C3E92">
        <w:t>u</w:t>
      </w:r>
      <w:r w:rsidRPr="004C3E92">
        <w:t>teuil du petit salon</w:t>
      </w:r>
      <w:r w:rsidR="004A4993">
        <w:t>.</w:t>
      </w:r>
    </w:p>
    <w:p w14:paraId="6AEBFB94" w14:textId="77777777" w:rsidR="004A4993" w:rsidRDefault="008C5C61" w:rsidP="004A4993">
      <w:proofErr w:type="spellStart"/>
      <w:r w:rsidRPr="004C3E92">
        <w:t>Elinor</w:t>
      </w:r>
      <w:proofErr w:type="spellEnd"/>
      <w:r w:rsidRPr="004C3E92">
        <w:t xml:space="preserve"> et sa mère se levèrent</w:t>
      </w:r>
      <w:r w:rsidR="004A4993">
        <w:t xml:space="preserve">, </w:t>
      </w:r>
      <w:r w:rsidRPr="004C3E92">
        <w:t>stupéfaites devant leur e</w:t>
      </w:r>
      <w:r w:rsidRPr="004C3E92">
        <w:t>n</w:t>
      </w:r>
      <w:r w:rsidRPr="004C3E92">
        <w:t>trée</w:t>
      </w:r>
      <w:r w:rsidR="004A4993">
        <w:t xml:space="preserve">, </w:t>
      </w:r>
      <w:r w:rsidRPr="004C3E92">
        <w:t>et tandis que leurs yeux</w:t>
      </w:r>
      <w:r w:rsidR="004A4993">
        <w:t xml:space="preserve">, </w:t>
      </w:r>
      <w:r w:rsidRPr="004C3E92">
        <w:t>à toutes deux</w:t>
      </w:r>
      <w:r w:rsidR="004A4993">
        <w:t xml:space="preserve">, </w:t>
      </w:r>
      <w:r w:rsidRPr="004C3E92">
        <w:t>demeuraient fixés sur lui avec un étonnement manifeste et une secrète admiration que suscitait également son aspect</w:t>
      </w:r>
      <w:r w:rsidR="004A4993">
        <w:t xml:space="preserve">, </w:t>
      </w:r>
      <w:r w:rsidRPr="004C3E92">
        <w:t>il s</w:t>
      </w:r>
      <w:r w:rsidR="004A4993">
        <w:t>’</w:t>
      </w:r>
      <w:r w:rsidRPr="004C3E92">
        <w:t>excusa de son intrusion en en rapportant la cause</w:t>
      </w:r>
      <w:r w:rsidR="004A4993">
        <w:t xml:space="preserve">, </w:t>
      </w:r>
      <w:r w:rsidRPr="004C3E92">
        <w:t>d</w:t>
      </w:r>
      <w:r w:rsidR="004A4993">
        <w:t>’</w:t>
      </w:r>
      <w:r w:rsidRPr="004C3E92">
        <w:t xml:space="preserve">une façon si franche </w:t>
      </w:r>
      <w:r w:rsidRPr="004C3E92">
        <w:lastRenderedPageBreak/>
        <w:t>et si gracieuse que sa personne</w:t>
      </w:r>
      <w:r w:rsidR="004A4993">
        <w:t xml:space="preserve">, </w:t>
      </w:r>
      <w:r w:rsidRPr="004C3E92">
        <w:t>qui était d</w:t>
      </w:r>
      <w:r w:rsidR="004A4993">
        <w:t>’</w:t>
      </w:r>
      <w:r w:rsidRPr="004C3E92">
        <w:t>une beauté peu commune</w:t>
      </w:r>
      <w:r w:rsidR="004A4993">
        <w:t xml:space="preserve">, </w:t>
      </w:r>
      <w:r w:rsidRPr="004C3E92">
        <w:t>reçut de sa voix et de son expression un surcroît de charme</w:t>
      </w:r>
      <w:r w:rsidR="004A4993">
        <w:t xml:space="preserve">. </w:t>
      </w:r>
      <w:r w:rsidRPr="004C3E92">
        <w:t>Même s</w:t>
      </w:r>
      <w:r w:rsidR="004A4993">
        <w:t>’</w:t>
      </w:r>
      <w:r w:rsidRPr="004C3E92">
        <w:t>il avait été vieux</w:t>
      </w:r>
      <w:r w:rsidR="004A4993">
        <w:t xml:space="preserve">, </w:t>
      </w:r>
      <w:r w:rsidRPr="004C3E92">
        <w:t>laid et vulgaire</w:t>
      </w:r>
      <w:r w:rsidR="004A4993">
        <w:t xml:space="preserve">, </w:t>
      </w:r>
      <w:r w:rsidRPr="004C3E92">
        <w:t>la gratitude et l</w:t>
      </w:r>
      <w:r w:rsidR="004A4993">
        <w:t>’</w:t>
      </w:r>
      <w:r w:rsidRPr="004C3E92">
        <w:t>amabilité de Mrs</w:t>
      </w:r>
      <w:r w:rsidR="004A4993">
        <w:t xml:space="preserve">. </w:t>
      </w:r>
      <w:proofErr w:type="spellStart"/>
      <w:r w:rsidRPr="004C3E92">
        <w:t>Dashwood</w:t>
      </w:r>
      <w:proofErr w:type="spellEnd"/>
      <w:r w:rsidRPr="004C3E92">
        <w:t xml:space="preserve"> eussent été assurées par tout acte d</w:t>
      </w:r>
      <w:r w:rsidR="004A4993">
        <w:t>’</w:t>
      </w:r>
      <w:r w:rsidRPr="004C3E92">
        <w:t>égard e</w:t>
      </w:r>
      <w:r w:rsidRPr="004C3E92">
        <w:t>n</w:t>
      </w:r>
      <w:r w:rsidRPr="004C3E92">
        <w:t>vers son enfant</w:t>
      </w:r>
      <w:r w:rsidR="004A4993">
        <w:t xml:space="preserve"> ; </w:t>
      </w:r>
      <w:r w:rsidRPr="004C3E92">
        <w:t>mais l</w:t>
      </w:r>
      <w:r w:rsidR="004A4993">
        <w:t>’</w:t>
      </w:r>
      <w:r w:rsidRPr="004C3E92">
        <w:t>influence de la jeunesse</w:t>
      </w:r>
      <w:r w:rsidR="004A4993">
        <w:t xml:space="preserve">, </w:t>
      </w:r>
      <w:r w:rsidRPr="004C3E92">
        <w:t>de la beauté et de l</w:t>
      </w:r>
      <w:r w:rsidR="004A4993">
        <w:t>’</w:t>
      </w:r>
      <w:r w:rsidRPr="004C3E92">
        <w:t>élégance donna à cette action un intérêt qui répondait à ses sentiments</w:t>
      </w:r>
      <w:r w:rsidR="004A4993">
        <w:t>.</w:t>
      </w:r>
    </w:p>
    <w:p w14:paraId="1CD1AF5D" w14:textId="77777777" w:rsidR="004A4993" w:rsidRDefault="008C5C61" w:rsidP="004A4993">
      <w:r w:rsidRPr="004C3E92">
        <w:t>Elle le remercia mainte et mainte fois</w:t>
      </w:r>
      <w:r w:rsidR="004A4993">
        <w:t xml:space="preserve">, </w:t>
      </w:r>
      <w:r w:rsidRPr="004C3E92">
        <w:t>et</w:t>
      </w:r>
      <w:r w:rsidR="004A4993">
        <w:t xml:space="preserve">, </w:t>
      </w:r>
      <w:r w:rsidRPr="004C3E92">
        <w:t>avec une douceur d</w:t>
      </w:r>
      <w:r w:rsidR="004A4993">
        <w:t>’</w:t>
      </w:r>
      <w:r w:rsidRPr="004C3E92">
        <w:t>abord qui ne la quittait jamais</w:t>
      </w:r>
      <w:r w:rsidR="004A4993">
        <w:t xml:space="preserve">, </w:t>
      </w:r>
      <w:r w:rsidRPr="004C3E92">
        <w:t>l</w:t>
      </w:r>
      <w:r w:rsidR="004A4993">
        <w:t>’</w:t>
      </w:r>
      <w:r w:rsidRPr="004C3E92">
        <w:t>invita à s</w:t>
      </w:r>
      <w:r w:rsidR="004A4993">
        <w:t>’</w:t>
      </w:r>
      <w:r w:rsidRPr="004C3E92">
        <w:t>asseoir</w:t>
      </w:r>
      <w:r w:rsidR="004A4993">
        <w:t xml:space="preserve">. </w:t>
      </w:r>
      <w:r w:rsidRPr="004C3E92">
        <w:t>Mais il s</w:t>
      </w:r>
      <w:r w:rsidR="004A4993">
        <w:t>’</w:t>
      </w:r>
      <w:r w:rsidRPr="004C3E92">
        <w:t>y refusa</w:t>
      </w:r>
      <w:r w:rsidR="004A4993">
        <w:t xml:space="preserve">, </w:t>
      </w:r>
      <w:r w:rsidRPr="004C3E92">
        <w:t>car il était sale et mouillé</w:t>
      </w:r>
      <w:r w:rsidR="004A4993">
        <w:t xml:space="preserve">. </w:t>
      </w:r>
      <w:r w:rsidRPr="004C3E92">
        <w:t>Mrs</w:t>
      </w:r>
      <w:r w:rsidR="004A4993">
        <w:t xml:space="preserve">. </w:t>
      </w:r>
      <w:proofErr w:type="spellStart"/>
      <w:r w:rsidRPr="004C3E92">
        <w:t>Dashwood</w:t>
      </w:r>
      <w:proofErr w:type="spellEnd"/>
      <w:r w:rsidRPr="004C3E92">
        <w:t xml:space="preserve"> le pria alors de lui faire connaître de qui elle était l</w:t>
      </w:r>
      <w:r w:rsidR="004A4993">
        <w:t>’</w:t>
      </w:r>
      <w:r w:rsidRPr="004C3E92">
        <w:t>obligée</w:t>
      </w:r>
      <w:r w:rsidR="004A4993">
        <w:t xml:space="preserve">. </w:t>
      </w:r>
      <w:r w:rsidRPr="004C3E92">
        <w:t>Son nom</w:t>
      </w:r>
      <w:r w:rsidR="004A4993">
        <w:t xml:space="preserve">, </w:t>
      </w:r>
      <w:r w:rsidRPr="004C3E92">
        <w:t>répo</w:t>
      </w:r>
      <w:r w:rsidRPr="004C3E92">
        <w:t>n</w:t>
      </w:r>
      <w:r w:rsidRPr="004C3E92">
        <w:t>dit-il</w:t>
      </w:r>
      <w:r w:rsidR="004A4993">
        <w:t xml:space="preserve">, </w:t>
      </w:r>
      <w:r w:rsidRPr="004C3E92">
        <w:t>était Willoughby</w:t>
      </w:r>
      <w:r w:rsidR="004A4993">
        <w:t xml:space="preserve">, </w:t>
      </w:r>
      <w:r w:rsidRPr="004C3E92">
        <w:t xml:space="preserve">et il habitait présentement </w:t>
      </w:r>
      <w:proofErr w:type="spellStart"/>
      <w:r w:rsidRPr="004C3E92">
        <w:t>Allenham</w:t>
      </w:r>
      <w:proofErr w:type="spellEnd"/>
      <w:r w:rsidR="004A4993">
        <w:t xml:space="preserve">, </w:t>
      </w:r>
      <w:r w:rsidRPr="004C3E92">
        <w:t>d</w:t>
      </w:r>
      <w:r w:rsidR="004A4993">
        <w:t>’</w:t>
      </w:r>
      <w:r w:rsidRPr="004C3E92">
        <w:t>où il espérait qu</w:t>
      </w:r>
      <w:r w:rsidR="004A4993">
        <w:t>’</w:t>
      </w:r>
      <w:r w:rsidRPr="004C3E92">
        <w:t>elle lui permettrait d</w:t>
      </w:r>
      <w:r w:rsidR="004A4993">
        <w:t>’</w:t>
      </w:r>
      <w:r w:rsidRPr="004C3E92">
        <w:t>avoir l</w:t>
      </w:r>
      <w:r w:rsidR="004A4993">
        <w:t>’</w:t>
      </w:r>
      <w:r w:rsidRPr="004C3E92">
        <w:t xml:space="preserve">honneur de venir lui faire visite le lendemain pour prendre des nouvelles de Miss </w:t>
      </w:r>
      <w:proofErr w:type="spellStart"/>
      <w:r w:rsidRPr="004C3E92">
        <w:t>Dashwood</w:t>
      </w:r>
      <w:proofErr w:type="spellEnd"/>
      <w:r w:rsidR="004A4993">
        <w:t xml:space="preserve">. </w:t>
      </w:r>
      <w:r w:rsidRPr="004C3E92">
        <w:t>Cet honneur lui fut accordé avec empressement</w:t>
      </w:r>
      <w:r w:rsidR="004A4993">
        <w:t xml:space="preserve">, </w:t>
      </w:r>
      <w:r w:rsidRPr="004C3E92">
        <w:t>après quoi il partit</w:t>
      </w:r>
      <w:r w:rsidR="004A4993">
        <w:t xml:space="preserve">, </w:t>
      </w:r>
      <w:r w:rsidRPr="004C3E92">
        <w:t>pour se rendre encore plus intéressant</w:t>
      </w:r>
      <w:r w:rsidR="004A4993">
        <w:t xml:space="preserve">, </w:t>
      </w:r>
      <w:r w:rsidRPr="004C3E92">
        <w:t>sous une forte pluie</w:t>
      </w:r>
      <w:r w:rsidR="004A4993">
        <w:t>.</w:t>
      </w:r>
    </w:p>
    <w:p w14:paraId="6877F240" w14:textId="77777777" w:rsidR="004A4993" w:rsidRDefault="008C5C61" w:rsidP="004A4993">
      <w:r w:rsidRPr="004C3E92">
        <w:t>Sa beauté virile et sa grâce plus que commune furent à l</w:t>
      </w:r>
      <w:r w:rsidR="004A4993">
        <w:t>’</w:t>
      </w:r>
      <w:r w:rsidRPr="004C3E92">
        <w:t>instant le thème de l</w:t>
      </w:r>
      <w:r w:rsidR="004A4993">
        <w:t>’</w:t>
      </w:r>
      <w:r w:rsidRPr="004C3E92">
        <w:t>admiration générale</w:t>
      </w:r>
      <w:r w:rsidR="004A4993">
        <w:t xml:space="preserve">, </w:t>
      </w:r>
      <w:r w:rsidRPr="004C3E92">
        <w:t>et les rires que sa g</w:t>
      </w:r>
      <w:r w:rsidRPr="004C3E92">
        <w:t>a</w:t>
      </w:r>
      <w:r w:rsidRPr="004C3E92">
        <w:t>lanterie suscita à l</w:t>
      </w:r>
      <w:r w:rsidR="004A4993">
        <w:t>’</w:t>
      </w:r>
      <w:r w:rsidRPr="004C3E92">
        <w:t>encontre de Marianne reçurent</w:t>
      </w:r>
      <w:r w:rsidR="004A4993">
        <w:t xml:space="preserve">, </w:t>
      </w:r>
      <w:r w:rsidRPr="004C3E92">
        <w:t>de ses a</w:t>
      </w:r>
      <w:r w:rsidRPr="004C3E92">
        <w:t>t</w:t>
      </w:r>
      <w:r w:rsidRPr="004C3E92">
        <w:t>traits extérieurs</w:t>
      </w:r>
      <w:r w:rsidR="004A4993">
        <w:t xml:space="preserve">, </w:t>
      </w:r>
      <w:r w:rsidRPr="004C3E92">
        <w:t>une vigueur toute particulière</w:t>
      </w:r>
      <w:r w:rsidR="004A4993">
        <w:t xml:space="preserve">. </w:t>
      </w:r>
      <w:r w:rsidRPr="004C3E92">
        <w:t>Marianne elle-même en avait moins vu</w:t>
      </w:r>
      <w:r w:rsidR="004A4993">
        <w:t xml:space="preserve">, </w:t>
      </w:r>
      <w:r w:rsidRPr="004C3E92">
        <w:t>de sa personne</w:t>
      </w:r>
      <w:r w:rsidR="004A4993">
        <w:t xml:space="preserve">, </w:t>
      </w:r>
      <w:r w:rsidRPr="004C3E92">
        <w:t>que toutes les autres</w:t>
      </w:r>
      <w:r w:rsidR="004A4993">
        <w:t xml:space="preserve">, </w:t>
      </w:r>
      <w:r w:rsidRPr="004C3E92">
        <w:t>car la confusion qui lui avait empourpré le visage lorsqu</w:t>
      </w:r>
      <w:r w:rsidR="004A4993">
        <w:t>’</w:t>
      </w:r>
      <w:r w:rsidRPr="004C3E92">
        <w:t>il l</w:t>
      </w:r>
      <w:r w:rsidR="004A4993">
        <w:t>’</w:t>
      </w:r>
      <w:r w:rsidRPr="004C3E92">
        <w:t>avait prise dans ses bras pour la soulever de terre</w:t>
      </w:r>
      <w:r w:rsidR="004A4993">
        <w:t xml:space="preserve">, </w:t>
      </w:r>
      <w:r w:rsidRPr="004C3E92">
        <w:t>avait dérobé chez elle toute faculté de le regarder après qu</w:t>
      </w:r>
      <w:r w:rsidR="004A4993">
        <w:t>’</w:t>
      </w:r>
      <w:r w:rsidRPr="004C3E92">
        <w:t>ils étaient entrés dans la maison</w:t>
      </w:r>
      <w:r w:rsidR="004A4993">
        <w:t xml:space="preserve">. </w:t>
      </w:r>
      <w:r w:rsidRPr="004C3E92">
        <w:t>Mais elle l</w:t>
      </w:r>
      <w:r w:rsidR="004A4993">
        <w:t>’</w:t>
      </w:r>
      <w:r w:rsidRPr="004C3E92">
        <w:t>avait suffisamment vu pour se joindre à toute l</w:t>
      </w:r>
      <w:r w:rsidR="004A4993">
        <w:t>’</w:t>
      </w:r>
      <w:r w:rsidRPr="004C3E92">
        <w:t>admiration des autres</w:t>
      </w:r>
      <w:r w:rsidR="004A4993">
        <w:t xml:space="preserve">, </w:t>
      </w:r>
      <w:r w:rsidRPr="004C3E92">
        <w:t>et avec une vigueur qui ornait toujours ses louanges</w:t>
      </w:r>
      <w:r w:rsidR="004A4993">
        <w:t xml:space="preserve">. </w:t>
      </w:r>
      <w:r w:rsidRPr="004C3E92">
        <w:t>Par sa personne et par son air</w:t>
      </w:r>
      <w:r w:rsidR="004A4993">
        <w:t xml:space="preserve">, </w:t>
      </w:r>
      <w:r w:rsidRPr="004C3E92">
        <w:t>il était à la hauteur de ce que l</w:t>
      </w:r>
      <w:r w:rsidR="004A4993">
        <w:t>’</w:t>
      </w:r>
      <w:r w:rsidRPr="004C3E92">
        <w:t>imagination de Marianne avait toujours tr</w:t>
      </w:r>
      <w:r w:rsidRPr="004C3E92">
        <w:t>a</w:t>
      </w:r>
      <w:r w:rsidRPr="004C3E92">
        <w:t>cé pour le héros d</w:t>
      </w:r>
      <w:r w:rsidR="004A4993">
        <w:t>’</w:t>
      </w:r>
      <w:r w:rsidRPr="004C3E92">
        <w:t>une histoire préférée</w:t>
      </w:r>
      <w:r w:rsidR="004A4993">
        <w:t xml:space="preserve"> ; </w:t>
      </w:r>
      <w:r w:rsidRPr="004C3E92">
        <w:t>et il y avait</w:t>
      </w:r>
      <w:r w:rsidR="004A4993">
        <w:t xml:space="preserve">, </w:t>
      </w:r>
      <w:r w:rsidRPr="004C3E92">
        <w:t>dans le fait qu</w:t>
      </w:r>
      <w:r w:rsidR="004A4993">
        <w:t>’</w:t>
      </w:r>
      <w:r w:rsidRPr="004C3E92">
        <w:t>il l</w:t>
      </w:r>
      <w:r w:rsidR="004A4993">
        <w:t>’</w:t>
      </w:r>
      <w:r w:rsidRPr="004C3E92">
        <w:t>eût emportée jusqu</w:t>
      </w:r>
      <w:r w:rsidR="004A4993">
        <w:t>’</w:t>
      </w:r>
      <w:r w:rsidRPr="004C3E92">
        <w:t>à la maison avec si peu de formalisme préliminaire</w:t>
      </w:r>
      <w:r w:rsidR="004A4993">
        <w:t xml:space="preserve">, </w:t>
      </w:r>
      <w:r w:rsidRPr="004C3E92">
        <w:t xml:space="preserve">une rapidité </w:t>
      </w:r>
      <w:r w:rsidRPr="004C3E92">
        <w:lastRenderedPageBreak/>
        <w:t>de pensée qui lui recommandait tout particulièrement cette action</w:t>
      </w:r>
      <w:r w:rsidR="004A4993">
        <w:t xml:space="preserve">. </w:t>
      </w:r>
      <w:r w:rsidRPr="004C3E92">
        <w:t>Chacune des circonstances qui s</w:t>
      </w:r>
      <w:r w:rsidR="004A4993">
        <w:t>’</w:t>
      </w:r>
      <w:r w:rsidRPr="004C3E92">
        <w:t>y rapportaient était intéressante</w:t>
      </w:r>
      <w:r w:rsidR="004A4993">
        <w:t xml:space="preserve">. </w:t>
      </w:r>
      <w:r w:rsidRPr="004C3E92">
        <w:t>Son nom sonnait bien</w:t>
      </w:r>
      <w:r w:rsidR="004A4993">
        <w:t xml:space="preserve">, </w:t>
      </w:r>
      <w:r w:rsidRPr="004C3E92">
        <w:t>sa rés</w:t>
      </w:r>
      <w:r w:rsidRPr="004C3E92">
        <w:t>i</w:t>
      </w:r>
      <w:r w:rsidRPr="004C3E92">
        <w:t>dence était dans leur village préféré</w:t>
      </w:r>
      <w:r w:rsidR="004A4993">
        <w:t xml:space="preserve">, </w:t>
      </w:r>
      <w:r w:rsidRPr="004C3E92">
        <w:t>et elle découvrit bien vite que</w:t>
      </w:r>
      <w:r w:rsidR="004A4993">
        <w:t xml:space="preserve">, </w:t>
      </w:r>
      <w:r w:rsidRPr="004C3E92">
        <w:t>de tous les accoutrements virils</w:t>
      </w:r>
      <w:r w:rsidR="004A4993">
        <w:t xml:space="preserve">, </w:t>
      </w:r>
      <w:r w:rsidRPr="004C3E92">
        <w:t>une veste de chasse est le plus seyant</w:t>
      </w:r>
      <w:r w:rsidR="004A4993">
        <w:t xml:space="preserve">. </w:t>
      </w:r>
      <w:r w:rsidRPr="004C3E92">
        <w:t>Son imagination se donna libre cours</w:t>
      </w:r>
      <w:r w:rsidR="004A4993">
        <w:t xml:space="preserve">, </w:t>
      </w:r>
      <w:r w:rsidRPr="004C3E92">
        <w:t>ses réflexions furent agréables</w:t>
      </w:r>
      <w:r w:rsidR="004A4993">
        <w:t xml:space="preserve">, </w:t>
      </w:r>
      <w:r w:rsidRPr="004C3E92">
        <w:t>et la douleur d</w:t>
      </w:r>
      <w:r w:rsidR="004A4993">
        <w:t>’</w:t>
      </w:r>
      <w:r w:rsidRPr="004C3E92">
        <w:t>une cheville foulée fut oubliée</w:t>
      </w:r>
      <w:r w:rsidR="004A4993">
        <w:t>.</w:t>
      </w:r>
    </w:p>
    <w:p w14:paraId="6BF36F13" w14:textId="77777777" w:rsidR="004A4993" w:rsidRDefault="008C5C61" w:rsidP="004A4993">
      <w:r w:rsidRPr="004C3E92">
        <w:t>Sir John vint les voir aussitôt qu</w:t>
      </w:r>
      <w:r w:rsidR="004A4993">
        <w:t>’</w:t>
      </w:r>
      <w:r w:rsidRPr="004C3E92">
        <w:t>un intervalle de beau temps</w:t>
      </w:r>
      <w:r w:rsidR="004A4993">
        <w:t xml:space="preserve">, </w:t>
      </w:r>
      <w:r w:rsidRPr="004C3E92">
        <w:t>ce matin-là</w:t>
      </w:r>
      <w:r w:rsidR="004A4993">
        <w:t xml:space="preserve">, </w:t>
      </w:r>
      <w:r w:rsidRPr="004C3E92">
        <w:t>lui permit de sortir</w:t>
      </w:r>
      <w:r w:rsidR="004A4993">
        <w:t xml:space="preserve"> ; </w:t>
      </w:r>
      <w:r w:rsidRPr="004C3E92">
        <w:t>et</w:t>
      </w:r>
      <w:r w:rsidR="004A4993">
        <w:t xml:space="preserve">, </w:t>
      </w:r>
      <w:r w:rsidRPr="004C3E92">
        <w:t>l</w:t>
      </w:r>
      <w:r w:rsidR="004A4993">
        <w:t>’</w:t>
      </w:r>
      <w:r w:rsidRPr="004C3E92">
        <w:t>accident de M</w:t>
      </w:r>
      <w:r w:rsidRPr="004C3E92">
        <w:t>a</w:t>
      </w:r>
      <w:r w:rsidRPr="004C3E92">
        <w:t>rianne lui ayant été conté</w:t>
      </w:r>
      <w:r w:rsidR="004A4993">
        <w:t xml:space="preserve">, </w:t>
      </w:r>
      <w:r w:rsidRPr="004C3E92">
        <w:t>on lui demanda avidement s</w:t>
      </w:r>
      <w:r w:rsidR="004A4993">
        <w:t>’</w:t>
      </w:r>
      <w:r w:rsidRPr="004C3E92">
        <w:t xml:space="preserve">il connaissait un gentleman du nom de Willoughby à </w:t>
      </w:r>
      <w:proofErr w:type="spellStart"/>
      <w:r w:rsidRPr="004C3E92">
        <w:t>Allenham</w:t>
      </w:r>
      <w:proofErr w:type="spellEnd"/>
      <w:r w:rsidR="004A4993">
        <w:t>.</w:t>
      </w:r>
    </w:p>
    <w:p w14:paraId="1116137F" w14:textId="77777777" w:rsidR="004A4993" w:rsidRDefault="004A4993" w:rsidP="004A4993">
      <w:r>
        <w:t>— </w:t>
      </w:r>
      <w:r w:rsidR="008C5C61" w:rsidRPr="004C3E92">
        <w:t>Willoughby</w:t>
      </w:r>
      <w:r>
        <w:t xml:space="preserve"> ! </w:t>
      </w:r>
      <w:r w:rsidR="008C5C61" w:rsidRPr="004C3E92">
        <w:t>s</w:t>
      </w:r>
      <w:r>
        <w:t>’</w:t>
      </w:r>
      <w:r w:rsidR="008C5C61" w:rsidRPr="004C3E92">
        <w:t>écria Sir John</w:t>
      </w:r>
      <w:r>
        <w:t xml:space="preserve"> ; </w:t>
      </w:r>
      <w:r w:rsidR="008C5C61" w:rsidRPr="004C3E92">
        <w:t>comment</w:t>
      </w:r>
      <w:r>
        <w:t xml:space="preserve">, </w:t>
      </w:r>
      <w:r w:rsidR="008C5C61" w:rsidRPr="004C3E92">
        <w:t>il est dans la r</w:t>
      </w:r>
      <w:r w:rsidR="008C5C61" w:rsidRPr="004C3E92">
        <w:t>é</w:t>
      </w:r>
      <w:r w:rsidR="008C5C61" w:rsidRPr="004C3E92">
        <w:t>gion</w:t>
      </w:r>
      <w:r>
        <w:t xml:space="preserve"> ? </w:t>
      </w:r>
      <w:r w:rsidR="008C5C61" w:rsidRPr="004C3E92">
        <w:t>Mais voilà une bonne nouvelle</w:t>
      </w:r>
      <w:r>
        <w:t xml:space="preserve"> ! </w:t>
      </w:r>
      <w:r w:rsidR="008C5C61" w:rsidRPr="004C3E92">
        <w:t>Je vais aller jusque chez lui demain et l</w:t>
      </w:r>
      <w:r>
        <w:t>’</w:t>
      </w:r>
      <w:r w:rsidR="008C5C61" w:rsidRPr="004C3E92">
        <w:t>inviter à dîner pour jeudi</w:t>
      </w:r>
      <w:r>
        <w:t>.</w:t>
      </w:r>
    </w:p>
    <w:p w14:paraId="107E1F0D" w14:textId="77777777" w:rsidR="004A4993" w:rsidRDefault="004A4993" w:rsidP="004A4993">
      <w:r>
        <w:t>— </w:t>
      </w:r>
      <w:r w:rsidR="008C5C61" w:rsidRPr="004C3E92">
        <w:t>Vous le connaissez donc</w:t>
      </w:r>
      <w:r>
        <w:t xml:space="preserve"> ? </w:t>
      </w:r>
      <w:r w:rsidR="008C5C61" w:rsidRPr="004C3E92">
        <w:t>dit Mrs</w:t>
      </w:r>
      <w:r>
        <w:t xml:space="preserve">. </w:t>
      </w:r>
      <w:proofErr w:type="spellStart"/>
      <w:r w:rsidR="008C5C61" w:rsidRPr="004C3E92">
        <w:t>Dashwood</w:t>
      </w:r>
      <w:proofErr w:type="spellEnd"/>
      <w:r>
        <w:t>.</w:t>
      </w:r>
    </w:p>
    <w:p w14:paraId="50BFAF7D" w14:textId="77777777" w:rsidR="004A4993" w:rsidRDefault="004A4993" w:rsidP="004A4993">
      <w:r>
        <w:t>— </w:t>
      </w:r>
      <w:r w:rsidR="008C5C61" w:rsidRPr="004C3E92">
        <w:t>Si je le connais</w:t>
      </w:r>
      <w:r>
        <w:t xml:space="preserve"> ! </w:t>
      </w:r>
      <w:r w:rsidR="008C5C61" w:rsidRPr="004C3E92">
        <w:t>Mais comment donc</w:t>
      </w:r>
      <w:r>
        <w:t xml:space="preserve"> ! </w:t>
      </w:r>
      <w:r w:rsidR="008C5C61" w:rsidRPr="004C3E92">
        <w:t>Voyons</w:t>
      </w:r>
      <w:r>
        <w:t xml:space="preserve">, </w:t>
      </w:r>
      <w:r w:rsidR="008C5C61" w:rsidRPr="004C3E92">
        <w:t>il vient par ici tous les ans</w:t>
      </w:r>
      <w:r>
        <w:t>.</w:t>
      </w:r>
    </w:p>
    <w:p w14:paraId="1F898622" w14:textId="77777777" w:rsidR="004A4993" w:rsidRDefault="004A4993" w:rsidP="004A4993">
      <w:r>
        <w:t>— </w:t>
      </w:r>
      <w:r w:rsidR="008C5C61" w:rsidRPr="004C3E92">
        <w:t>Et quel genre de jeune homme est-ce</w:t>
      </w:r>
      <w:r>
        <w:t> ?</w:t>
      </w:r>
    </w:p>
    <w:p w14:paraId="5D28A398" w14:textId="77777777" w:rsidR="004A4993" w:rsidRDefault="004A4993" w:rsidP="004A4993">
      <w:r>
        <w:t>— </w:t>
      </w:r>
      <w:r w:rsidR="008C5C61" w:rsidRPr="004C3E92">
        <w:t>Le meilleur garçon qui ait jamais existé</w:t>
      </w:r>
      <w:r>
        <w:t xml:space="preserve">, </w:t>
      </w:r>
      <w:r w:rsidR="008C5C61" w:rsidRPr="004C3E92">
        <w:t>je vous l</w:t>
      </w:r>
      <w:r>
        <w:t>’</w:t>
      </w:r>
      <w:r w:rsidR="008C5C61" w:rsidRPr="004C3E92">
        <w:t>assure</w:t>
      </w:r>
      <w:r>
        <w:t xml:space="preserve">. </w:t>
      </w:r>
      <w:r w:rsidR="008C5C61" w:rsidRPr="004C3E92">
        <w:t>Il tire fort convenablement</w:t>
      </w:r>
      <w:r>
        <w:t xml:space="preserve">, </w:t>
      </w:r>
      <w:r w:rsidR="008C5C61" w:rsidRPr="004C3E92">
        <w:t>et il n</w:t>
      </w:r>
      <w:r>
        <w:t>’</w:t>
      </w:r>
      <w:r w:rsidR="008C5C61" w:rsidRPr="004C3E92">
        <w:t>y a pas en Angleterre de cav</w:t>
      </w:r>
      <w:r w:rsidR="008C5C61" w:rsidRPr="004C3E92">
        <w:t>a</w:t>
      </w:r>
      <w:r w:rsidR="008C5C61" w:rsidRPr="004C3E92">
        <w:t>lier plus hardi</w:t>
      </w:r>
      <w:r>
        <w:t>.</w:t>
      </w:r>
    </w:p>
    <w:p w14:paraId="07195B9A" w14:textId="77777777" w:rsidR="004A4993" w:rsidRDefault="004A4993" w:rsidP="004A4993">
      <w:r>
        <w:t>— </w:t>
      </w:r>
      <w:r w:rsidR="008C5C61" w:rsidRPr="004C3E92">
        <w:t>Est-ce donc là tout ce que vous pouvez dire en sa faveur</w:t>
      </w:r>
      <w:r>
        <w:t xml:space="preserve"> ? </w:t>
      </w:r>
      <w:r w:rsidR="008C5C61" w:rsidRPr="004C3E92">
        <w:t>s</w:t>
      </w:r>
      <w:r>
        <w:t>’</w:t>
      </w:r>
      <w:r w:rsidR="008C5C61" w:rsidRPr="004C3E92">
        <w:t>écria Marianne d</w:t>
      </w:r>
      <w:r>
        <w:t>’</w:t>
      </w:r>
      <w:r w:rsidR="008C5C61" w:rsidRPr="004C3E92">
        <w:t>un ton indigné</w:t>
      </w:r>
      <w:r>
        <w:t xml:space="preserve">. </w:t>
      </w:r>
      <w:r w:rsidR="008C5C61" w:rsidRPr="004C3E92">
        <w:t>Mais quelles sont ses façons</w:t>
      </w:r>
      <w:r>
        <w:t xml:space="preserve">, </w:t>
      </w:r>
      <w:r w:rsidR="008C5C61" w:rsidRPr="004C3E92">
        <w:t>quand on le connaît plus intimement</w:t>
      </w:r>
      <w:r>
        <w:t xml:space="preserve"> ? </w:t>
      </w:r>
      <w:r w:rsidR="008C5C61" w:rsidRPr="004C3E92">
        <w:t>Quels sont ses occup</w:t>
      </w:r>
      <w:r w:rsidR="008C5C61" w:rsidRPr="004C3E92">
        <w:t>a</w:t>
      </w:r>
      <w:r w:rsidR="008C5C61" w:rsidRPr="004C3E92">
        <w:t>tions</w:t>
      </w:r>
      <w:r>
        <w:t xml:space="preserve">, </w:t>
      </w:r>
      <w:r w:rsidR="008C5C61" w:rsidRPr="004C3E92">
        <w:t>ses talents</w:t>
      </w:r>
      <w:r>
        <w:t xml:space="preserve">, </w:t>
      </w:r>
      <w:r w:rsidR="008C5C61" w:rsidRPr="004C3E92">
        <w:t>son génie</w:t>
      </w:r>
      <w:r>
        <w:t> ?</w:t>
      </w:r>
    </w:p>
    <w:p w14:paraId="77C63301" w14:textId="77777777" w:rsidR="004A4993" w:rsidRDefault="008C5C61" w:rsidP="004A4993">
      <w:r w:rsidRPr="004C3E92">
        <w:t>Sir John fut assez intrigué</w:t>
      </w:r>
      <w:r w:rsidR="004A4993">
        <w:t>.</w:t>
      </w:r>
    </w:p>
    <w:p w14:paraId="4E735E2E" w14:textId="77777777" w:rsidR="004A4993" w:rsidRDefault="004A4993" w:rsidP="004A4993">
      <w:r>
        <w:t>— </w:t>
      </w:r>
      <w:r w:rsidR="008C5C61" w:rsidRPr="004C3E92">
        <w:t>Sur mon âme</w:t>
      </w:r>
      <w:r>
        <w:t xml:space="preserve">, </w:t>
      </w:r>
      <w:r w:rsidR="008C5C61" w:rsidRPr="004C3E92">
        <w:t>dit-il</w:t>
      </w:r>
      <w:r>
        <w:t xml:space="preserve">, </w:t>
      </w:r>
      <w:r w:rsidR="008C5C61" w:rsidRPr="004C3E92">
        <w:t>je ne le connais pas beaucoup sous ce jour-là</w:t>
      </w:r>
      <w:r>
        <w:t xml:space="preserve"> ; </w:t>
      </w:r>
      <w:r w:rsidR="008C5C61" w:rsidRPr="004C3E92">
        <w:t>mais c</w:t>
      </w:r>
      <w:r>
        <w:t>’</w:t>
      </w:r>
      <w:r w:rsidR="008C5C61" w:rsidRPr="004C3E92">
        <w:t>est un garçon agréable</w:t>
      </w:r>
      <w:r>
        <w:t xml:space="preserve">, </w:t>
      </w:r>
      <w:r w:rsidR="008C5C61" w:rsidRPr="004C3E92">
        <w:t xml:space="preserve">qui a bon </w:t>
      </w:r>
      <w:r w:rsidR="008C5C61" w:rsidRPr="004C3E92">
        <w:lastRenderedPageBreak/>
        <w:t>caractère</w:t>
      </w:r>
      <w:r>
        <w:t xml:space="preserve">, </w:t>
      </w:r>
      <w:r w:rsidR="008C5C61" w:rsidRPr="004C3E92">
        <w:t>et il possède un pointer noir qui est bien la petite chienne la plus gentille que j</w:t>
      </w:r>
      <w:r>
        <w:t>’</w:t>
      </w:r>
      <w:r w:rsidR="008C5C61" w:rsidRPr="004C3E92">
        <w:t>aie jamais vue</w:t>
      </w:r>
      <w:r>
        <w:t xml:space="preserve">. </w:t>
      </w:r>
      <w:r w:rsidR="008C5C61" w:rsidRPr="004C3E92">
        <w:t>L</w:t>
      </w:r>
      <w:r>
        <w:t>’</w:t>
      </w:r>
      <w:r w:rsidR="008C5C61" w:rsidRPr="004C3E92">
        <w:t>avait-il sortie aujourd</w:t>
      </w:r>
      <w:r>
        <w:t>’</w:t>
      </w:r>
      <w:r w:rsidR="008C5C61" w:rsidRPr="004C3E92">
        <w:t>hui</w:t>
      </w:r>
      <w:r>
        <w:t> ?</w:t>
      </w:r>
    </w:p>
    <w:p w14:paraId="475FDCAD" w14:textId="77777777" w:rsidR="004A4993" w:rsidRDefault="008C5C61" w:rsidP="004A4993">
      <w:r w:rsidRPr="004C3E92">
        <w:t>Mais Marianne ne fut pas plus capable de le satisfaire quant à la couleur du chien d</w:t>
      </w:r>
      <w:r w:rsidR="004A4993">
        <w:t>’</w:t>
      </w:r>
      <w:r w:rsidRPr="004C3E92">
        <w:t>arrêt de Mr</w:t>
      </w:r>
      <w:r w:rsidR="004A4993">
        <w:t xml:space="preserve">. </w:t>
      </w:r>
      <w:r w:rsidRPr="004C3E92">
        <w:t>Willoughby qu</w:t>
      </w:r>
      <w:r w:rsidR="004A4993">
        <w:t>’</w:t>
      </w:r>
      <w:r w:rsidRPr="004C3E92">
        <w:t>il n</w:t>
      </w:r>
      <w:r w:rsidR="004A4993">
        <w:t>’</w:t>
      </w:r>
      <w:r w:rsidRPr="004C3E92">
        <w:t>avait pu lui décrire les nuances de son esprit</w:t>
      </w:r>
      <w:r w:rsidR="004A4993">
        <w:t>.</w:t>
      </w:r>
    </w:p>
    <w:p w14:paraId="30339A60" w14:textId="77777777" w:rsidR="004A4993" w:rsidRDefault="004A4993" w:rsidP="004A4993">
      <w:r>
        <w:t>— </w:t>
      </w:r>
      <w:r w:rsidR="008C5C61" w:rsidRPr="004C3E92">
        <w:t>Mais qui est-il</w:t>
      </w:r>
      <w:r>
        <w:t xml:space="preserve"> ? </w:t>
      </w:r>
      <w:r w:rsidR="008C5C61" w:rsidRPr="004C3E92">
        <w:t xml:space="preserve">dit </w:t>
      </w:r>
      <w:proofErr w:type="spellStart"/>
      <w:r w:rsidR="008C5C61" w:rsidRPr="004C3E92">
        <w:t>Elinor</w:t>
      </w:r>
      <w:proofErr w:type="spellEnd"/>
      <w:r>
        <w:t xml:space="preserve">. </w:t>
      </w:r>
      <w:r w:rsidR="008C5C61" w:rsidRPr="004C3E92">
        <w:t>D</w:t>
      </w:r>
      <w:r>
        <w:t>’</w:t>
      </w:r>
      <w:r w:rsidR="008C5C61" w:rsidRPr="004C3E92">
        <w:t>où vient-il</w:t>
      </w:r>
      <w:r>
        <w:t xml:space="preserve"> ? </w:t>
      </w:r>
      <w:r w:rsidR="008C5C61" w:rsidRPr="004C3E92">
        <w:t xml:space="preserve">Possède-t-il une maison à </w:t>
      </w:r>
      <w:proofErr w:type="spellStart"/>
      <w:r w:rsidR="008C5C61" w:rsidRPr="004C3E92">
        <w:t>Allenham</w:t>
      </w:r>
      <w:proofErr w:type="spellEnd"/>
      <w:r>
        <w:t> ?</w:t>
      </w:r>
    </w:p>
    <w:p w14:paraId="529BBD26" w14:textId="77777777" w:rsidR="004A4993" w:rsidRDefault="008C5C61" w:rsidP="004A4993">
      <w:r w:rsidRPr="004C3E92">
        <w:t>Sur ce point</w:t>
      </w:r>
      <w:r w:rsidR="004A4993">
        <w:t xml:space="preserve">, </w:t>
      </w:r>
      <w:r w:rsidRPr="004C3E92">
        <w:t>Sir John put donner des renseignements plus certains</w:t>
      </w:r>
      <w:r w:rsidR="004A4993">
        <w:t xml:space="preserve"> ; </w:t>
      </w:r>
      <w:r w:rsidRPr="004C3E92">
        <w:t>et il leur dit que Mr</w:t>
      </w:r>
      <w:r w:rsidR="004A4993">
        <w:t xml:space="preserve">. </w:t>
      </w:r>
      <w:r w:rsidRPr="004C3E92">
        <w:t>Willoughby n</w:t>
      </w:r>
      <w:r w:rsidR="004A4993">
        <w:t>’</w:t>
      </w:r>
      <w:r w:rsidRPr="004C3E92">
        <w:t>avait pas de pr</w:t>
      </w:r>
      <w:r w:rsidRPr="004C3E92">
        <w:t>o</w:t>
      </w:r>
      <w:r w:rsidRPr="004C3E92">
        <w:t>priété à lui dans la région</w:t>
      </w:r>
      <w:r w:rsidR="004A4993">
        <w:t xml:space="preserve"> ; </w:t>
      </w:r>
      <w:r w:rsidRPr="004C3E92">
        <w:t>qu</w:t>
      </w:r>
      <w:r w:rsidR="004A4993">
        <w:t>’</w:t>
      </w:r>
      <w:r w:rsidRPr="004C3E92">
        <w:t>il n</w:t>
      </w:r>
      <w:r w:rsidR="004A4993">
        <w:t>’</w:t>
      </w:r>
      <w:r w:rsidRPr="004C3E92">
        <w:t>y résidait que lorsqu</w:t>
      </w:r>
      <w:r w:rsidR="004A4993">
        <w:t>’</w:t>
      </w:r>
      <w:r w:rsidRPr="004C3E92">
        <w:t>il était en visite chez la vieille dame d</w:t>
      </w:r>
      <w:r w:rsidR="004A4993">
        <w:t>’</w:t>
      </w:r>
      <w:proofErr w:type="spellStart"/>
      <w:r w:rsidRPr="004C3E92">
        <w:t>Allenham</w:t>
      </w:r>
      <w:proofErr w:type="spellEnd"/>
      <w:r w:rsidRPr="004C3E92">
        <w:t xml:space="preserve"> Court</w:t>
      </w:r>
      <w:r w:rsidR="004A4993">
        <w:t xml:space="preserve">, </w:t>
      </w:r>
      <w:r w:rsidRPr="004C3E92">
        <w:t>qui était sa pare</w:t>
      </w:r>
      <w:r w:rsidRPr="004C3E92">
        <w:t>n</w:t>
      </w:r>
      <w:r w:rsidRPr="004C3E92">
        <w:t>te</w:t>
      </w:r>
      <w:r w:rsidR="004A4993">
        <w:t xml:space="preserve">, </w:t>
      </w:r>
      <w:r w:rsidRPr="004C3E92">
        <w:t>et des biens de qui il devait hériter</w:t>
      </w:r>
      <w:r w:rsidR="004A4993">
        <w:t xml:space="preserve"> ; </w:t>
      </w:r>
      <w:r w:rsidRPr="004C3E92">
        <w:t>il ajouta</w:t>
      </w:r>
      <w:r w:rsidR="004A4993">
        <w:t> :</w:t>
      </w:r>
    </w:p>
    <w:p w14:paraId="0B90CCE7" w14:textId="77777777" w:rsidR="004A4993" w:rsidRDefault="004A4993" w:rsidP="004A4993">
      <w:r>
        <w:t>— </w:t>
      </w:r>
      <w:r w:rsidR="008C5C61" w:rsidRPr="004C3E92">
        <w:t>Oui</w:t>
      </w:r>
      <w:r>
        <w:t xml:space="preserve">, </w:t>
      </w:r>
      <w:r w:rsidR="008C5C61" w:rsidRPr="004C3E92">
        <w:t>oui</w:t>
      </w:r>
      <w:r>
        <w:t xml:space="preserve">, </w:t>
      </w:r>
      <w:r w:rsidR="008C5C61" w:rsidRPr="004C3E92">
        <w:t>il constitue certes une bonne prise</w:t>
      </w:r>
      <w:r>
        <w:t xml:space="preserve">, </w:t>
      </w:r>
      <w:r w:rsidR="008C5C61" w:rsidRPr="004C3E92">
        <w:t>je puis vous l</w:t>
      </w:r>
      <w:r>
        <w:t>’</w:t>
      </w:r>
      <w:r w:rsidR="008C5C61" w:rsidRPr="004C3E92">
        <w:t>affirmer</w:t>
      </w:r>
      <w:r>
        <w:t xml:space="preserve">, </w:t>
      </w:r>
      <w:r w:rsidR="008C5C61" w:rsidRPr="004C3E92">
        <w:t xml:space="preserve">miss </w:t>
      </w:r>
      <w:proofErr w:type="spellStart"/>
      <w:r w:rsidR="008C5C61" w:rsidRPr="004C3E92">
        <w:t>Dashwood</w:t>
      </w:r>
      <w:proofErr w:type="spellEnd"/>
      <w:r>
        <w:t xml:space="preserve"> ; </w:t>
      </w:r>
      <w:r w:rsidR="008C5C61" w:rsidRPr="004C3E92">
        <w:t>il possède en outre un joli petit d</w:t>
      </w:r>
      <w:r w:rsidR="008C5C61" w:rsidRPr="004C3E92">
        <w:t>o</w:t>
      </w:r>
      <w:r w:rsidR="008C5C61" w:rsidRPr="004C3E92">
        <w:t>maine à lui</w:t>
      </w:r>
      <w:r>
        <w:t xml:space="preserve">, </w:t>
      </w:r>
      <w:r w:rsidR="008C5C61" w:rsidRPr="004C3E92">
        <w:t xml:space="preserve">dans le </w:t>
      </w:r>
      <w:proofErr w:type="spellStart"/>
      <w:r w:rsidR="008C5C61" w:rsidRPr="004C3E92">
        <w:t>Somersetshire</w:t>
      </w:r>
      <w:proofErr w:type="spellEnd"/>
      <w:r>
        <w:t xml:space="preserve"> ; </w:t>
      </w:r>
      <w:r w:rsidR="008C5C61" w:rsidRPr="004C3E92">
        <w:t>et si j</w:t>
      </w:r>
      <w:r>
        <w:t>’</w:t>
      </w:r>
      <w:r w:rsidR="008C5C61" w:rsidRPr="004C3E92">
        <w:t>étais de vous</w:t>
      </w:r>
      <w:r>
        <w:t xml:space="preserve">, </w:t>
      </w:r>
      <w:r w:rsidR="008C5C61" w:rsidRPr="004C3E92">
        <w:t>je ne le céderais pas à ma sœur cadette</w:t>
      </w:r>
      <w:r>
        <w:t xml:space="preserve">, </w:t>
      </w:r>
      <w:r w:rsidR="008C5C61" w:rsidRPr="004C3E92">
        <w:t>malgré toute cette histoire de dégringolade en descendant la côte</w:t>
      </w:r>
      <w:r>
        <w:t xml:space="preserve">. </w:t>
      </w:r>
      <w:r w:rsidR="008C5C61" w:rsidRPr="004C3E92">
        <w:t>Il ne faut pas que miss M</w:t>
      </w:r>
      <w:r w:rsidR="008C5C61" w:rsidRPr="004C3E92">
        <w:t>a</w:t>
      </w:r>
      <w:r w:rsidR="008C5C61" w:rsidRPr="004C3E92">
        <w:t>rianne s</w:t>
      </w:r>
      <w:r>
        <w:t>’</w:t>
      </w:r>
      <w:r w:rsidR="008C5C61" w:rsidRPr="004C3E92">
        <w:t>attende à avoir tous les hommes pour elle seule</w:t>
      </w:r>
      <w:r>
        <w:t xml:space="preserve">. </w:t>
      </w:r>
      <w:r w:rsidR="008C5C61" w:rsidRPr="004C3E92">
        <w:t>Bra</w:t>
      </w:r>
      <w:r w:rsidR="008C5C61" w:rsidRPr="004C3E92">
        <w:t>n</w:t>
      </w:r>
      <w:r w:rsidR="008C5C61" w:rsidRPr="004C3E92">
        <w:t>don va être jaloux</w:t>
      </w:r>
      <w:r>
        <w:t xml:space="preserve">, </w:t>
      </w:r>
      <w:r w:rsidR="008C5C61" w:rsidRPr="004C3E92">
        <w:t>si elle n</w:t>
      </w:r>
      <w:r>
        <w:t>’</w:t>
      </w:r>
      <w:r w:rsidR="008C5C61" w:rsidRPr="004C3E92">
        <w:t>y fait attention</w:t>
      </w:r>
      <w:r>
        <w:t>.</w:t>
      </w:r>
    </w:p>
    <w:p w14:paraId="2F14BF15" w14:textId="77777777" w:rsidR="004A4993" w:rsidRDefault="004A4993" w:rsidP="004A4993">
      <w:r>
        <w:t>— </w:t>
      </w:r>
      <w:r w:rsidR="008C5C61" w:rsidRPr="004C3E92">
        <w:t>Je ne crois pas</w:t>
      </w:r>
      <w:r>
        <w:t xml:space="preserve">, </w:t>
      </w:r>
      <w:r w:rsidR="008C5C61" w:rsidRPr="004C3E92">
        <w:t>dit Mrs</w:t>
      </w:r>
      <w:r>
        <w:t xml:space="preserve">. </w:t>
      </w:r>
      <w:proofErr w:type="spellStart"/>
      <w:r w:rsidR="008C5C61" w:rsidRPr="004C3E92">
        <w:t>Dashwood</w:t>
      </w:r>
      <w:proofErr w:type="spellEnd"/>
      <w:r w:rsidR="008C5C61" w:rsidRPr="004C3E92">
        <w:t xml:space="preserve"> avec un sourire de bonne humeur</w:t>
      </w:r>
      <w:r>
        <w:t xml:space="preserve">, </w:t>
      </w:r>
      <w:r w:rsidR="008C5C61" w:rsidRPr="004C3E92">
        <w:t>que Mr</w:t>
      </w:r>
      <w:r>
        <w:t xml:space="preserve">. </w:t>
      </w:r>
      <w:r w:rsidR="008C5C61" w:rsidRPr="004C3E92">
        <w:t>Willoughby sera incommodé par les tentatives de l</w:t>
      </w:r>
      <w:r>
        <w:t>’</w:t>
      </w:r>
      <w:r w:rsidR="008C5C61" w:rsidRPr="004C3E92">
        <w:t>une ou l</w:t>
      </w:r>
      <w:r>
        <w:t>’</w:t>
      </w:r>
      <w:r w:rsidR="008C5C61" w:rsidRPr="004C3E92">
        <w:t>autre de mes filles en vue d</w:t>
      </w:r>
      <w:r>
        <w:t>’</w:t>
      </w:r>
      <w:r w:rsidR="008C5C61" w:rsidRPr="004C3E92">
        <w:t>en faire ce que vous appelez une bonne prise</w:t>
      </w:r>
      <w:r>
        <w:t xml:space="preserve">. </w:t>
      </w:r>
      <w:r w:rsidR="008C5C61" w:rsidRPr="004C3E92">
        <w:t>Ce n</w:t>
      </w:r>
      <w:r>
        <w:t>’</w:t>
      </w:r>
      <w:r w:rsidR="008C5C61" w:rsidRPr="004C3E92">
        <w:t>est pas là un emploi en vue duquel elles ont été élevées</w:t>
      </w:r>
      <w:r>
        <w:t xml:space="preserve">. </w:t>
      </w:r>
      <w:r w:rsidR="008C5C61" w:rsidRPr="004C3E92">
        <w:t>Les hommes sont bien en séc</w:t>
      </w:r>
      <w:r w:rsidR="008C5C61" w:rsidRPr="004C3E92">
        <w:t>u</w:t>
      </w:r>
      <w:r w:rsidR="008C5C61" w:rsidRPr="004C3E92">
        <w:t>rité auprès de nous</w:t>
      </w:r>
      <w:r>
        <w:t xml:space="preserve">, </w:t>
      </w:r>
      <w:r w:rsidR="008C5C61" w:rsidRPr="004C3E92">
        <w:t>quelque riches qu</w:t>
      </w:r>
      <w:r>
        <w:t>’</w:t>
      </w:r>
      <w:r w:rsidR="008C5C61" w:rsidRPr="004C3E92">
        <w:t>ils soient</w:t>
      </w:r>
      <w:r>
        <w:t xml:space="preserve">. </w:t>
      </w:r>
      <w:r w:rsidR="008C5C61" w:rsidRPr="004C3E92">
        <w:t>Toutefois</w:t>
      </w:r>
      <w:r>
        <w:t xml:space="preserve">, </w:t>
      </w:r>
      <w:r w:rsidR="008C5C61" w:rsidRPr="004C3E92">
        <w:t>je suis contente de constater</w:t>
      </w:r>
      <w:r>
        <w:t xml:space="preserve">, </w:t>
      </w:r>
      <w:r w:rsidR="008C5C61" w:rsidRPr="004C3E92">
        <w:t>d</w:t>
      </w:r>
      <w:r>
        <w:t>’</w:t>
      </w:r>
      <w:r w:rsidR="008C5C61" w:rsidRPr="004C3E92">
        <w:t>après ce que vous dites</w:t>
      </w:r>
      <w:r>
        <w:t xml:space="preserve">, </w:t>
      </w:r>
      <w:r w:rsidR="008C5C61" w:rsidRPr="004C3E92">
        <w:t>que c</w:t>
      </w:r>
      <w:r>
        <w:t>’</w:t>
      </w:r>
      <w:r w:rsidR="008C5C61" w:rsidRPr="004C3E92">
        <w:t>est un jeune homme convenable</w:t>
      </w:r>
      <w:r>
        <w:t xml:space="preserve">, </w:t>
      </w:r>
      <w:r w:rsidR="008C5C61" w:rsidRPr="004C3E92">
        <w:t>et dont la connaissance ne sera pas indésirable</w:t>
      </w:r>
      <w:r>
        <w:t>.</w:t>
      </w:r>
    </w:p>
    <w:p w14:paraId="17635ACC" w14:textId="77777777" w:rsidR="004A4993" w:rsidRDefault="004A4993" w:rsidP="004A4993">
      <w:r>
        <w:lastRenderedPageBreak/>
        <w:t>— </w:t>
      </w:r>
      <w:r w:rsidR="008C5C61" w:rsidRPr="004C3E92">
        <w:t>C</w:t>
      </w:r>
      <w:r>
        <w:t>’</w:t>
      </w:r>
      <w:r w:rsidR="008C5C61" w:rsidRPr="004C3E92">
        <w:t>est bien</w:t>
      </w:r>
      <w:r>
        <w:t xml:space="preserve">, </w:t>
      </w:r>
      <w:r w:rsidR="008C5C61" w:rsidRPr="004C3E92">
        <w:t>à ce que je crois</w:t>
      </w:r>
      <w:r>
        <w:t xml:space="preserve">, </w:t>
      </w:r>
      <w:r w:rsidR="008C5C61" w:rsidRPr="004C3E92">
        <w:t>le meilleur garçon qui ait j</w:t>
      </w:r>
      <w:r w:rsidR="008C5C61" w:rsidRPr="004C3E92">
        <w:t>a</w:t>
      </w:r>
      <w:r w:rsidR="008C5C61" w:rsidRPr="004C3E92">
        <w:t>mais vécu</w:t>
      </w:r>
      <w:r>
        <w:t xml:space="preserve">, </w:t>
      </w:r>
      <w:r w:rsidR="008C5C61" w:rsidRPr="004C3E92">
        <w:t>répéta Sir John</w:t>
      </w:r>
      <w:r>
        <w:t xml:space="preserve">. </w:t>
      </w:r>
      <w:r w:rsidR="008C5C61" w:rsidRPr="004C3E92">
        <w:t>Je me souviens qu</w:t>
      </w:r>
      <w:r>
        <w:t>’</w:t>
      </w:r>
      <w:r w:rsidR="008C5C61" w:rsidRPr="004C3E92">
        <w:t>à Noël dernier</w:t>
      </w:r>
      <w:r>
        <w:t xml:space="preserve">, </w:t>
      </w:r>
      <w:r w:rsidR="008C5C61" w:rsidRPr="004C3E92">
        <w:t>lors d</w:t>
      </w:r>
      <w:r>
        <w:t>’</w:t>
      </w:r>
      <w:r w:rsidR="008C5C61" w:rsidRPr="004C3E92">
        <w:t>une petite sauterie</w:t>
      </w:r>
      <w:r>
        <w:t xml:space="preserve">, </w:t>
      </w:r>
      <w:r w:rsidR="008C5C61" w:rsidRPr="004C3E92">
        <w:t>au Park</w:t>
      </w:r>
      <w:r>
        <w:t xml:space="preserve">, </w:t>
      </w:r>
      <w:r w:rsidR="008C5C61" w:rsidRPr="004C3E92">
        <w:t>il a dansé de huit heures ju</w:t>
      </w:r>
      <w:r w:rsidR="008C5C61" w:rsidRPr="004C3E92">
        <w:t>s</w:t>
      </w:r>
      <w:r w:rsidR="008C5C61" w:rsidRPr="004C3E92">
        <w:t>qu</w:t>
      </w:r>
      <w:r>
        <w:t>’</w:t>
      </w:r>
      <w:r w:rsidR="008C5C61" w:rsidRPr="004C3E92">
        <w:t>à quatre heures</w:t>
      </w:r>
      <w:r>
        <w:t xml:space="preserve">, </w:t>
      </w:r>
      <w:r w:rsidR="008C5C61" w:rsidRPr="004C3E92">
        <w:t>sans s</w:t>
      </w:r>
      <w:r>
        <w:t>’</w:t>
      </w:r>
      <w:r w:rsidR="008C5C61" w:rsidRPr="004C3E92">
        <w:t>asseoir une seule fois</w:t>
      </w:r>
      <w:r>
        <w:t>.</w:t>
      </w:r>
    </w:p>
    <w:p w14:paraId="43C09954" w14:textId="77777777" w:rsidR="004A4993" w:rsidRDefault="004A4993" w:rsidP="004A4993">
      <w:r>
        <w:t>— </w:t>
      </w:r>
      <w:r w:rsidR="008C5C61" w:rsidRPr="004C3E92">
        <w:t>Vraiment</w:t>
      </w:r>
      <w:r>
        <w:t xml:space="preserve"> ? </w:t>
      </w:r>
      <w:r w:rsidR="008C5C61" w:rsidRPr="004C3E92">
        <w:t>s</w:t>
      </w:r>
      <w:r>
        <w:t>’</w:t>
      </w:r>
      <w:r w:rsidR="008C5C61" w:rsidRPr="004C3E92">
        <w:t>écria Marianne</w:t>
      </w:r>
      <w:r>
        <w:t xml:space="preserve">, </w:t>
      </w:r>
      <w:r w:rsidR="008C5C61" w:rsidRPr="004C3E92">
        <w:t>les yeux étincelants</w:t>
      </w:r>
      <w:r>
        <w:t xml:space="preserve">. </w:t>
      </w:r>
      <w:r w:rsidR="008C5C61" w:rsidRPr="004C3E92">
        <w:t>Et avec élégance</w:t>
      </w:r>
      <w:r>
        <w:t xml:space="preserve">, </w:t>
      </w:r>
      <w:r w:rsidR="008C5C61" w:rsidRPr="004C3E92">
        <w:t>avec entrain</w:t>
      </w:r>
      <w:r>
        <w:t> ?</w:t>
      </w:r>
    </w:p>
    <w:p w14:paraId="413CC73A" w14:textId="77777777" w:rsidR="004A4993" w:rsidRDefault="004A4993" w:rsidP="004A4993">
      <w:r>
        <w:t>— </w:t>
      </w:r>
      <w:r w:rsidR="008C5C61" w:rsidRPr="004C3E92">
        <w:t>Oui</w:t>
      </w:r>
      <w:r>
        <w:t xml:space="preserve"> ; </w:t>
      </w:r>
      <w:r w:rsidR="008C5C61" w:rsidRPr="004C3E92">
        <w:t>et il a été debout dès huit heures</w:t>
      </w:r>
      <w:r>
        <w:t xml:space="preserve">, </w:t>
      </w:r>
      <w:r w:rsidR="008C5C61" w:rsidRPr="004C3E92">
        <w:t>pour aller courre le gibier</w:t>
      </w:r>
      <w:r>
        <w:t>.</w:t>
      </w:r>
    </w:p>
    <w:p w14:paraId="340B49DD" w14:textId="77777777" w:rsidR="004A4993" w:rsidRDefault="004A4993" w:rsidP="004A4993">
      <w:r>
        <w:t>— </w:t>
      </w:r>
      <w:r w:rsidR="008C5C61" w:rsidRPr="004C3E92">
        <w:t>Voilà ce qui me plaît</w:t>
      </w:r>
      <w:r>
        <w:t xml:space="preserve"> ; </w:t>
      </w:r>
      <w:r w:rsidR="008C5C61" w:rsidRPr="004C3E92">
        <w:t>c</w:t>
      </w:r>
      <w:r>
        <w:t>’</w:t>
      </w:r>
      <w:r w:rsidR="008C5C61" w:rsidRPr="004C3E92">
        <w:t>est là ce que doit être un jeune homme</w:t>
      </w:r>
      <w:r>
        <w:t xml:space="preserve">. </w:t>
      </w:r>
      <w:r w:rsidR="008C5C61" w:rsidRPr="004C3E92">
        <w:t>Quelles que soient ses occupations</w:t>
      </w:r>
      <w:r>
        <w:t xml:space="preserve">, </w:t>
      </w:r>
      <w:r w:rsidR="008C5C61" w:rsidRPr="004C3E92">
        <w:t>son ardeur n</w:t>
      </w:r>
      <w:r>
        <w:t>’</w:t>
      </w:r>
      <w:r w:rsidR="008C5C61" w:rsidRPr="004C3E92">
        <w:t>y d</w:t>
      </w:r>
      <w:r w:rsidR="008C5C61" w:rsidRPr="004C3E92">
        <w:t>e</w:t>
      </w:r>
      <w:r w:rsidR="008C5C61" w:rsidRPr="004C3E92">
        <w:t>vrait connaître nulle modération</w:t>
      </w:r>
      <w:r>
        <w:t xml:space="preserve">, </w:t>
      </w:r>
      <w:r w:rsidR="008C5C61" w:rsidRPr="004C3E92">
        <w:t>et ne lui laisser aucune sens</w:t>
      </w:r>
      <w:r w:rsidR="008C5C61" w:rsidRPr="004C3E92">
        <w:t>a</w:t>
      </w:r>
      <w:r w:rsidR="008C5C61" w:rsidRPr="004C3E92">
        <w:t>tion de fatigue</w:t>
      </w:r>
      <w:r>
        <w:t>.</w:t>
      </w:r>
    </w:p>
    <w:p w14:paraId="72EF0D7B" w14:textId="77777777" w:rsidR="004A4993" w:rsidRDefault="004A4993" w:rsidP="004A4993">
      <w:r>
        <w:t>— </w:t>
      </w:r>
      <w:r w:rsidR="008C5C61" w:rsidRPr="004C3E92">
        <w:t>Oui</w:t>
      </w:r>
      <w:r>
        <w:t xml:space="preserve">, </w:t>
      </w:r>
      <w:r w:rsidR="008C5C61" w:rsidRPr="004C3E92">
        <w:t>oui</w:t>
      </w:r>
      <w:r>
        <w:t xml:space="preserve">, </w:t>
      </w:r>
      <w:r w:rsidR="008C5C61" w:rsidRPr="004C3E92">
        <w:t>je vois ce qu</w:t>
      </w:r>
      <w:r>
        <w:t>’</w:t>
      </w:r>
      <w:r w:rsidR="008C5C61" w:rsidRPr="004C3E92">
        <w:t>il en est</w:t>
      </w:r>
      <w:r>
        <w:t xml:space="preserve">, </w:t>
      </w:r>
      <w:r w:rsidR="008C5C61" w:rsidRPr="004C3E92">
        <w:t>dit Sir John</w:t>
      </w:r>
      <w:r>
        <w:t xml:space="preserve"> ; </w:t>
      </w:r>
      <w:r w:rsidR="008C5C61" w:rsidRPr="004C3E92">
        <w:t>je vois ce qu</w:t>
      </w:r>
      <w:r>
        <w:t>’</w:t>
      </w:r>
      <w:r w:rsidR="008C5C61" w:rsidRPr="004C3E92">
        <w:t>il en est</w:t>
      </w:r>
      <w:r>
        <w:t xml:space="preserve">. </w:t>
      </w:r>
      <w:r w:rsidR="008C5C61" w:rsidRPr="004C3E92">
        <w:t>Voilà que vous allez vous mettre à entreprendre sa conquête</w:t>
      </w:r>
      <w:r>
        <w:t xml:space="preserve">, </w:t>
      </w:r>
      <w:r w:rsidR="008C5C61" w:rsidRPr="004C3E92">
        <w:t>et vous ne penserez plus à ce pauvre Brandon</w:t>
      </w:r>
      <w:r>
        <w:t>.</w:t>
      </w:r>
    </w:p>
    <w:p w14:paraId="0A8EBFF1" w14:textId="77777777" w:rsidR="004A4993" w:rsidRDefault="004A4993" w:rsidP="004A4993">
      <w:r>
        <w:t>— </w:t>
      </w:r>
      <w:r w:rsidR="008C5C61" w:rsidRPr="004C3E92">
        <w:t>C</w:t>
      </w:r>
      <w:r>
        <w:t>’</w:t>
      </w:r>
      <w:r w:rsidR="008C5C61" w:rsidRPr="004C3E92">
        <w:t>est là une expression</w:t>
      </w:r>
      <w:r>
        <w:t xml:space="preserve">, </w:t>
      </w:r>
      <w:r w:rsidR="008C5C61" w:rsidRPr="004C3E92">
        <w:t>Sir John</w:t>
      </w:r>
      <w:r>
        <w:t xml:space="preserve">, </w:t>
      </w:r>
      <w:r w:rsidR="008C5C61" w:rsidRPr="004C3E92">
        <w:t>dit Marianne avec ch</w:t>
      </w:r>
      <w:r w:rsidR="008C5C61" w:rsidRPr="004C3E92">
        <w:t>a</w:t>
      </w:r>
      <w:r w:rsidR="008C5C61" w:rsidRPr="004C3E92">
        <w:t>leur</w:t>
      </w:r>
      <w:r>
        <w:t xml:space="preserve">, </w:t>
      </w:r>
      <w:r w:rsidR="008C5C61" w:rsidRPr="004C3E92">
        <w:t>qui me déplaît particulièrement</w:t>
      </w:r>
      <w:r>
        <w:t xml:space="preserve">. </w:t>
      </w:r>
      <w:r w:rsidR="008C5C61" w:rsidRPr="004C3E92">
        <w:t>J</w:t>
      </w:r>
      <w:r>
        <w:t>’</w:t>
      </w:r>
      <w:r w:rsidR="008C5C61" w:rsidRPr="004C3E92">
        <w:t>abhorre toutes les fo</w:t>
      </w:r>
      <w:r w:rsidR="008C5C61" w:rsidRPr="004C3E92">
        <w:t>r</w:t>
      </w:r>
      <w:r w:rsidR="008C5C61" w:rsidRPr="004C3E92">
        <w:t>mules banales qui se proposent d</w:t>
      </w:r>
      <w:r>
        <w:t>’</w:t>
      </w:r>
      <w:r w:rsidR="008C5C61" w:rsidRPr="004C3E92">
        <w:t>être spirituelles</w:t>
      </w:r>
      <w:r>
        <w:t xml:space="preserve"> ; </w:t>
      </w:r>
      <w:r w:rsidR="008C5C61" w:rsidRPr="004C3E92">
        <w:t xml:space="preserve">et </w:t>
      </w:r>
      <w:r>
        <w:t>« </w:t>
      </w:r>
      <w:r w:rsidR="008C5C61" w:rsidRPr="004C3E92">
        <w:t>entreprendre la conquête d</w:t>
      </w:r>
      <w:r>
        <w:t>’</w:t>
      </w:r>
      <w:r w:rsidR="008C5C61" w:rsidRPr="004C3E92">
        <w:t>un homme</w:t>
      </w:r>
      <w:r>
        <w:t xml:space="preserve"> », </w:t>
      </w:r>
      <w:r w:rsidR="008C5C61" w:rsidRPr="004C3E92">
        <w:t xml:space="preserve">et </w:t>
      </w:r>
      <w:r>
        <w:t>« </w:t>
      </w:r>
      <w:r w:rsidR="008C5C61" w:rsidRPr="004C3E92">
        <w:t>jeter son dév</w:t>
      </w:r>
      <w:r w:rsidR="008C5C61" w:rsidRPr="004C3E92">
        <w:t>o</w:t>
      </w:r>
      <w:r w:rsidR="008C5C61" w:rsidRPr="004C3E92">
        <w:t>lu</w:t>
      </w:r>
      <w:r>
        <w:t> »</w:t>
      </w:r>
      <w:r w:rsidR="008C5C61" w:rsidRPr="004C3E92">
        <w:t xml:space="preserve"> sont les plus odieuses de toutes</w:t>
      </w:r>
      <w:r>
        <w:t xml:space="preserve">. </w:t>
      </w:r>
      <w:r w:rsidR="008C5C61" w:rsidRPr="004C3E92">
        <w:t>Leur tendance est grossière et peu généreuse</w:t>
      </w:r>
      <w:r>
        <w:t xml:space="preserve"> ; </w:t>
      </w:r>
      <w:r w:rsidR="008C5C61" w:rsidRPr="004C3E92">
        <w:t>et si la construction en a jamais pu être est</w:t>
      </w:r>
      <w:r w:rsidR="008C5C61" w:rsidRPr="004C3E92">
        <w:t>i</w:t>
      </w:r>
      <w:r w:rsidR="008C5C61" w:rsidRPr="004C3E92">
        <w:t>mée adroite</w:t>
      </w:r>
      <w:r>
        <w:t xml:space="preserve">, </w:t>
      </w:r>
      <w:r w:rsidR="008C5C61" w:rsidRPr="004C3E92">
        <w:t>il y a beau temps que toute l</w:t>
      </w:r>
      <w:r>
        <w:t>’</w:t>
      </w:r>
      <w:r w:rsidR="008C5C61" w:rsidRPr="004C3E92">
        <w:t>ingéniosité en a été détru</w:t>
      </w:r>
      <w:r w:rsidR="008C5C61" w:rsidRPr="004C3E92">
        <w:t>i</w:t>
      </w:r>
      <w:r w:rsidR="008C5C61" w:rsidRPr="004C3E92">
        <w:t>te</w:t>
      </w:r>
      <w:r>
        <w:t>.</w:t>
      </w:r>
    </w:p>
    <w:p w14:paraId="67CFEEC2" w14:textId="77777777" w:rsidR="004A4993" w:rsidRDefault="008C5C61" w:rsidP="004A4993">
      <w:r w:rsidRPr="004C3E92">
        <w:t>Sir John ne comprit guère cette réprimande</w:t>
      </w:r>
      <w:r w:rsidR="004A4993">
        <w:t xml:space="preserve">, </w:t>
      </w:r>
      <w:r w:rsidRPr="004C3E92">
        <w:t>mais il rit d</w:t>
      </w:r>
      <w:r w:rsidR="004A4993">
        <w:t>’</w:t>
      </w:r>
      <w:r w:rsidRPr="004C3E92">
        <w:t>aussi bon cœur que s</w:t>
      </w:r>
      <w:r w:rsidR="004A4993">
        <w:t>’</w:t>
      </w:r>
      <w:r w:rsidRPr="004C3E92">
        <w:t>il l</w:t>
      </w:r>
      <w:r w:rsidR="004A4993">
        <w:t>’</w:t>
      </w:r>
      <w:r w:rsidRPr="004C3E92">
        <w:t>avait comprise</w:t>
      </w:r>
      <w:r w:rsidR="004A4993">
        <w:t xml:space="preserve">, </w:t>
      </w:r>
      <w:r w:rsidRPr="004C3E92">
        <w:t>puis il répondit</w:t>
      </w:r>
      <w:r w:rsidR="004A4993">
        <w:t> :</w:t>
      </w:r>
    </w:p>
    <w:p w14:paraId="4BAC5411" w14:textId="77777777" w:rsidR="004A4993" w:rsidRDefault="004A4993" w:rsidP="004A4993">
      <w:r>
        <w:t>— </w:t>
      </w:r>
      <w:r w:rsidR="008C5C61" w:rsidRPr="004C3E92">
        <w:t>Oui</w:t>
      </w:r>
      <w:r>
        <w:t xml:space="preserve">, </w:t>
      </w:r>
      <w:r w:rsidR="008C5C61" w:rsidRPr="004C3E92">
        <w:t>vous n</w:t>
      </w:r>
      <w:r>
        <w:t>’</w:t>
      </w:r>
      <w:r w:rsidR="008C5C61" w:rsidRPr="004C3E92">
        <w:t>en manquerez pas</w:t>
      </w:r>
      <w:r>
        <w:t xml:space="preserve">, </w:t>
      </w:r>
      <w:r w:rsidR="008C5C61" w:rsidRPr="004C3E92">
        <w:t>de conquêtes</w:t>
      </w:r>
      <w:r>
        <w:t xml:space="preserve">, </w:t>
      </w:r>
      <w:r w:rsidR="008C5C61" w:rsidRPr="004C3E92">
        <w:t>j</w:t>
      </w:r>
      <w:r>
        <w:t>’</w:t>
      </w:r>
      <w:r w:rsidR="008C5C61" w:rsidRPr="004C3E92">
        <w:t>en suis persuadé</w:t>
      </w:r>
      <w:r>
        <w:t xml:space="preserve">, </w:t>
      </w:r>
      <w:r w:rsidR="008C5C61" w:rsidRPr="004C3E92">
        <w:t>d</w:t>
      </w:r>
      <w:r>
        <w:t>’</w:t>
      </w:r>
      <w:r w:rsidR="008C5C61" w:rsidRPr="004C3E92">
        <w:t>un côté ou de l</w:t>
      </w:r>
      <w:r>
        <w:t>’</w:t>
      </w:r>
      <w:r w:rsidR="008C5C61" w:rsidRPr="004C3E92">
        <w:t>autre</w:t>
      </w:r>
      <w:r>
        <w:t xml:space="preserve"> ! </w:t>
      </w:r>
      <w:r w:rsidR="008C5C61" w:rsidRPr="004C3E92">
        <w:t>Pauvre Brandon</w:t>
      </w:r>
      <w:r>
        <w:t xml:space="preserve"> ! </w:t>
      </w:r>
      <w:r w:rsidR="008C5C61" w:rsidRPr="004C3E92">
        <w:t>Il est déjà tout à fait épris</w:t>
      </w:r>
      <w:r>
        <w:t xml:space="preserve">, </w:t>
      </w:r>
      <w:r w:rsidR="008C5C61" w:rsidRPr="004C3E92">
        <w:t xml:space="preserve">et il vaut bien la peine que vous jetiez votre </w:t>
      </w:r>
      <w:r w:rsidR="008C5C61" w:rsidRPr="004C3E92">
        <w:lastRenderedPageBreak/>
        <w:t>d</w:t>
      </w:r>
      <w:r w:rsidR="008C5C61" w:rsidRPr="004C3E92">
        <w:t>é</w:t>
      </w:r>
      <w:r w:rsidR="008C5C61" w:rsidRPr="004C3E92">
        <w:t>volu sur lui</w:t>
      </w:r>
      <w:r>
        <w:t xml:space="preserve">, </w:t>
      </w:r>
      <w:r w:rsidR="008C5C61" w:rsidRPr="004C3E92">
        <w:t>je peux vous l</w:t>
      </w:r>
      <w:r>
        <w:t>’</w:t>
      </w:r>
      <w:r w:rsidR="008C5C61" w:rsidRPr="004C3E92">
        <w:t>affirmer</w:t>
      </w:r>
      <w:r>
        <w:t xml:space="preserve">, </w:t>
      </w:r>
      <w:r w:rsidR="008C5C61" w:rsidRPr="004C3E92">
        <w:t>en dépit de toutes ces d</w:t>
      </w:r>
      <w:r w:rsidR="008C5C61" w:rsidRPr="004C3E92">
        <w:t>é</w:t>
      </w:r>
      <w:r w:rsidR="008C5C61" w:rsidRPr="004C3E92">
        <w:t>gringolades et de ces chevilles foulées</w:t>
      </w:r>
      <w:r>
        <w:t>.</w:t>
      </w:r>
    </w:p>
    <w:p w14:paraId="7531608E" w14:textId="2F0771FA" w:rsidR="008C5C61" w:rsidRPr="004C3E92" w:rsidRDefault="008C5C61" w:rsidP="004A4993">
      <w:pPr>
        <w:pStyle w:val="Titre1"/>
      </w:pPr>
      <w:bookmarkStart w:id="9" w:name="_Toc196409794"/>
      <w:r w:rsidRPr="004C3E92">
        <w:lastRenderedPageBreak/>
        <w:t>CHAPITRE X</w:t>
      </w:r>
      <w:bookmarkEnd w:id="9"/>
      <w:r w:rsidRPr="004C3E92">
        <w:br/>
      </w:r>
    </w:p>
    <w:p w14:paraId="3F25A213" w14:textId="77777777" w:rsidR="004A4993" w:rsidRDefault="008C5C61" w:rsidP="004A4993">
      <w:r w:rsidRPr="004C3E92">
        <w:t>Le sauveteur de Marianne</w:t>
      </w:r>
      <w:r w:rsidR="004A4993">
        <w:t xml:space="preserve">, </w:t>
      </w:r>
      <w:r w:rsidRPr="004C3E92">
        <w:t>comme Margaret</w:t>
      </w:r>
      <w:r w:rsidR="004A4993">
        <w:t xml:space="preserve">, </w:t>
      </w:r>
      <w:r w:rsidRPr="004C3E92">
        <w:t>avec plus d</w:t>
      </w:r>
      <w:r w:rsidR="004A4993">
        <w:t>’</w:t>
      </w:r>
      <w:r w:rsidRPr="004C3E92">
        <w:t>élégance que de précision</w:t>
      </w:r>
      <w:r w:rsidR="004A4993">
        <w:t xml:space="preserve">, </w:t>
      </w:r>
      <w:r w:rsidRPr="004C3E92">
        <w:t>dénommait Willoughby</w:t>
      </w:r>
      <w:r w:rsidR="004A4993">
        <w:t xml:space="preserve">, </w:t>
      </w:r>
      <w:r w:rsidRPr="004C3E92">
        <w:t>vint en v</w:t>
      </w:r>
      <w:r w:rsidRPr="004C3E92">
        <w:t>i</w:t>
      </w:r>
      <w:r w:rsidRPr="004C3E92">
        <w:t>site à la maisonnette de bonne heure le lendemain matin pour prendre personnellement des nouvelles</w:t>
      </w:r>
      <w:r w:rsidR="004A4993">
        <w:t xml:space="preserve">. </w:t>
      </w:r>
      <w:r w:rsidRPr="004C3E92">
        <w:t>Il fut reçu par Mrs</w:t>
      </w:r>
      <w:r w:rsidR="004A4993">
        <w:t xml:space="preserve">. </w:t>
      </w:r>
      <w:proofErr w:type="spellStart"/>
      <w:r w:rsidRPr="004C3E92">
        <w:t>Dashwood</w:t>
      </w:r>
      <w:proofErr w:type="spellEnd"/>
      <w:r w:rsidRPr="004C3E92">
        <w:t xml:space="preserve"> avec plus que de la politesse</w:t>
      </w:r>
      <w:r w:rsidR="004A4993">
        <w:t xml:space="preserve"> – </w:t>
      </w:r>
      <w:r w:rsidRPr="004C3E92">
        <w:t>avec une amabilité à laquelle elle était incitée par ce qu</w:t>
      </w:r>
      <w:r w:rsidR="004A4993">
        <w:t>’</w:t>
      </w:r>
      <w:r w:rsidRPr="004C3E92">
        <w:t>avait dit de lui Sir John et par sa propre gratitude</w:t>
      </w:r>
      <w:r w:rsidR="004A4993">
        <w:t xml:space="preserve"> ; </w:t>
      </w:r>
      <w:r w:rsidRPr="004C3E92">
        <w:t>tout ce qui se passa au cours de cette visite tendit à le convaincre du bon sens</w:t>
      </w:r>
      <w:r w:rsidR="004A4993">
        <w:t xml:space="preserve">, </w:t>
      </w:r>
      <w:r w:rsidRPr="004C3E92">
        <w:t>de l</w:t>
      </w:r>
      <w:r w:rsidR="004A4993">
        <w:t>’</w:t>
      </w:r>
      <w:r w:rsidRPr="004C3E92">
        <w:t>élégance</w:t>
      </w:r>
      <w:r w:rsidR="004A4993">
        <w:t xml:space="preserve">, </w:t>
      </w:r>
      <w:r w:rsidRPr="004C3E92">
        <w:t>de l</w:t>
      </w:r>
      <w:r w:rsidR="004A4993">
        <w:t>’</w:t>
      </w:r>
      <w:r w:rsidRPr="004C3E92">
        <w:t>affection mutuelle</w:t>
      </w:r>
      <w:r w:rsidR="004A4993">
        <w:t xml:space="preserve">, </w:t>
      </w:r>
      <w:r w:rsidRPr="004C3E92">
        <w:t>et du confort domestique des membres de la famille dans laquelle le hasard l</w:t>
      </w:r>
      <w:r w:rsidR="004A4993">
        <w:t>’</w:t>
      </w:r>
      <w:r w:rsidRPr="004C3E92">
        <w:t>avait à présent introduit</w:t>
      </w:r>
      <w:r w:rsidR="004A4993">
        <w:t xml:space="preserve">. </w:t>
      </w:r>
      <w:r w:rsidRPr="004C3E92">
        <w:t>Quant à leurs charmes personnels</w:t>
      </w:r>
      <w:r w:rsidR="004A4993">
        <w:t xml:space="preserve">, </w:t>
      </w:r>
      <w:r w:rsidRPr="004C3E92">
        <w:t>il n</w:t>
      </w:r>
      <w:r w:rsidR="004A4993">
        <w:t>’</w:t>
      </w:r>
      <w:r w:rsidRPr="004C3E92">
        <w:t>avait pas eu besoin d</w:t>
      </w:r>
      <w:r w:rsidR="004A4993">
        <w:t>’</w:t>
      </w:r>
      <w:r w:rsidRPr="004C3E92">
        <w:t>une seconde e</w:t>
      </w:r>
      <w:r w:rsidRPr="004C3E92">
        <w:t>n</w:t>
      </w:r>
      <w:r w:rsidRPr="004C3E92">
        <w:t>trevue pour en être convaincu</w:t>
      </w:r>
      <w:r w:rsidR="004A4993">
        <w:t>.</w:t>
      </w:r>
    </w:p>
    <w:p w14:paraId="00974704" w14:textId="77777777" w:rsidR="004A4993" w:rsidRDefault="008C5C61" w:rsidP="004A4993">
      <w:r w:rsidRPr="004C3E92">
        <w:t xml:space="preserve">Miss </w:t>
      </w:r>
      <w:proofErr w:type="spellStart"/>
      <w:r w:rsidRPr="004C3E92">
        <w:t>Dashwood</w:t>
      </w:r>
      <w:proofErr w:type="spellEnd"/>
      <w:r w:rsidRPr="004C3E92">
        <w:t xml:space="preserve"> avait le teint délicat</w:t>
      </w:r>
      <w:r w:rsidR="004A4993">
        <w:t xml:space="preserve">, </w:t>
      </w:r>
      <w:r w:rsidRPr="004C3E92">
        <w:t>les traits fins</w:t>
      </w:r>
      <w:r w:rsidR="004A4993">
        <w:t xml:space="preserve">, </w:t>
      </w:r>
      <w:r w:rsidRPr="004C3E92">
        <w:t>et était remarquablement bien faite de sa personne</w:t>
      </w:r>
      <w:r w:rsidR="004A4993">
        <w:t xml:space="preserve">. </w:t>
      </w:r>
      <w:r w:rsidRPr="004C3E92">
        <w:t>Marianne était e</w:t>
      </w:r>
      <w:r w:rsidRPr="004C3E92">
        <w:t>n</w:t>
      </w:r>
      <w:r w:rsidRPr="004C3E92">
        <w:t>core plus belle</w:t>
      </w:r>
      <w:r w:rsidR="004A4993">
        <w:t xml:space="preserve">. </w:t>
      </w:r>
      <w:r w:rsidRPr="004C3E92">
        <w:t>Sa silhouette</w:t>
      </w:r>
      <w:r w:rsidR="004A4993">
        <w:t xml:space="preserve">, </w:t>
      </w:r>
      <w:r w:rsidRPr="004C3E92">
        <w:t>bien qu</w:t>
      </w:r>
      <w:r w:rsidR="004A4993">
        <w:t>’</w:t>
      </w:r>
      <w:r w:rsidRPr="004C3E92">
        <w:t>elle ne fût pas aussi pa</w:t>
      </w:r>
      <w:r w:rsidRPr="004C3E92">
        <w:t>r</w:t>
      </w:r>
      <w:r w:rsidRPr="004C3E92">
        <w:t>faite que celle de sa sœur</w:t>
      </w:r>
      <w:r w:rsidR="004A4993">
        <w:t xml:space="preserve">, </w:t>
      </w:r>
      <w:r w:rsidRPr="004C3E92">
        <w:t>était plus imposante</w:t>
      </w:r>
      <w:r w:rsidR="004A4993">
        <w:t xml:space="preserve">, </w:t>
      </w:r>
      <w:r w:rsidRPr="004C3E92">
        <w:t>car elle avait l</w:t>
      </w:r>
      <w:r w:rsidR="004A4993">
        <w:t>’</w:t>
      </w:r>
      <w:r w:rsidRPr="004C3E92">
        <w:t>avantage de la taille</w:t>
      </w:r>
      <w:r w:rsidR="004A4993">
        <w:t xml:space="preserve"> ; </w:t>
      </w:r>
      <w:r w:rsidRPr="004C3E92">
        <w:t>et son visage était si charmant que</w:t>
      </w:r>
      <w:r w:rsidR="004A4993">
        <w:t xml:space="preserve">, </w:t>
      </w:r>
      <w:r w:rsidRPr="004C3E92">
        <w:t>lor</w:t>
      </w:r>
      <w:r w:rsidRPr="004C3E92">
        <w:t>s</w:t>
      </w:r>
      <w:r w:rsidRPr="004C3E92">
        <w:t>que dans la formule banale de compliments</w:t>
      </w:r>
      <w:r w:rsidR="004A4993">
        <w:t xml:space="preserve">, </w:t>
      </w:r>
      <w:r w:rsidRPr="004C3E92">
        <w:t>on la traitait de fi</w:t>
      </w:r>
      <w:r w:rsidRPr="004C3E92">
        <w:t>l</w:t>
      </w:r>
      <w:r w:rsidRPr="004C3E92">
        <w:t>le ravissante</w:t>
      </w:r>
      <w:r w:rsidR="004A4993">
        <w:t xml:space="preserve">, </w:t>
      </w:r>
      <w:r w:rsidRPr="004C3E92">
        <w:t>la vérité était moins violemment outragée qu</w:t>
      </w:r>
      <w:r w:rsidR="004A4993">
        <w:t>’</w:t>
      </w:r>
      <w:r w:rsidRPr="004C3E92">
        <w:t>elle ne l</w:t>
      </w:r>
      <w:r w:rsidR="004A4993">
        <w:t>’</w:t>
      </w:r>
      <w:r w:rsidRPr="004C3E92">
        <w:t>est à l</w:t>
      </w:r>
      <w:r w:rsidR="004A4993">
        <w:t>’</w:t>
      </w:r>
      <w:r w:rsidRPr="004C3E92">
        <w:t>ordinaire</w:t>
      </w:r>
      <w:r w:rsidR="004A4993">
        <w:t xml:space="preserve">. </w:t>
      </w:r>
      <w:r w:rsidRPr="004C3E92">
        <w:t>Elle avait la peau très brune</w:t>
      </w:r>
      <w:r w:rsidR="004A4993">
        <w:t xml:space="preserve">, </w:t>
      </w:r>
      <w:r w:rsidRPr="004C3E92">
        <w:t>mais</w:t>
      </w:r>
      <w:r w:rsidR="004A4993">
        <w:t xml:space="preserve">, </w:t>
      </w:r>
      <w:r w:rsidRPr="004C3E92">
        <w:t>en ra</w:t>
      </w:r>
      <w:r w:rsidRPr="004C3E92">
        <w:t>i</w:t>
      </w:r>
      <w:r w:rsidRPr="004C3E92">
        <w:t>son de sa transparence</w:t>
      </w:r>
      <w:r w:rsidR="004A4993">
        <w:t xml:space="preserve">, </w:t>
      </w:r>
      <w:r w:rsidRPr="004C3E92">
        <w:t>son teint était exceptionnellement écl</w:t>
      </w:r>
      <w:r w:rsidRPr="004C3E92">
        <w:t>a</w:t>
      </w:r>
      <w:r w:rsidRPr="004C3E92">
        <w:t>tant</w:t>
      </w:r>
      <w:r w:rsidR="004A4993">
        <w:t xml:space="preserve"> ; </w:t>
      </w:r>
      <w:r w:rsidRPr="004C3E92">
        <w:t>tous ses traits étaient harmonieux</w:t>
      </w:r>
      <w:r w:rsidR="004A4993">
        <w:t xml:space="preserve"> ; </w:t>
      </w:r>
      <w:r w:rsidRPr="004C3E92">
        <w:t>son sourire était doux et attrayant</w:t>
      </w:r>
      <w:r w:rsidR="004A4993">
        <w:t xml:space="preserve"> ; </w:t>
      </w:r>
      <w:r w:rsidRPr="004C3E92">
        <w:t>et dans ses yeux qui étaient très foncés</w:t>
      </w:r>
      <w:r w:rsidR="004A4993">
        <w:t xml:space="preserve">, </w:t>
      </w:r>
      <w:r w:rsidRPr="004C3E92">
        <w:t>il y avait une vie</w:t>
      </w:r>
      <w:r w:rsidR="004A4993">
        <w:t xml:space="preserve">, </w:t>
      </w:r>
      <w:r w:rsidRPr="004C3E92">
        <w:t>une énergie</w:t>
      </w:r>
      <w:r w:rsidR="004A4993">
        <w:t xml:space="preserve">, </w:t>
      </w:r>
      <w:r w:rsidRPr="004C3E92">
        <w:t>une ardeur</w:t>
      </w:r>
      <w:r w:rsidR="004A4993">
        <w:t xml:space="preserve">, </w:t>
      </w:r>
      <w:r w:rsidRPr="004C3E92">
        <w:t>qu</w:t>
      </w:r>
      <w:r w:rsidR="004A4993">
        <w:t>’</w:t>
      </w:r>
      <w:r w:rsidRPr="004C3E92">
        <w:t>il n</w:t>
      </w:r>
      <w:r w:rsidR="004A4993">
        <w:t>’</w:t>
      </w:r>
      <w:r w:rsidRPr="004C3E92">
        <w:t>était guère possible de voir sans délectation</w:t>
      </w:r>
      <w:r w:rsidR="004A4993">
        <w:t xml:space="preserve">. </w:t>
      </w:r>
      <w:r w:rsidRPr="004C3E92">
        <w:t>À l</w:t>
      </w:r>
      <w:r w:rsidR="004A4993">
        <w:t>’</w:t>
      </w:r>
      <w:r w:rsidRPr="004C3E92">
        <w:t>égard de Willoughby</w:t>
      </w:r>
      <w:r w:rsidR="004A4993">
        <w:t xml:space="preserve">, </w:t>
      </w:r>
      <w:r w:rsidRPr="004C3E92">
        <w:t>leur expression fut d</w:t>
      </w:r>
      <w:r w:rsidR="004A4993">
        <w:t>’</w:t>
      </w:r>
      <w:r w:rsidRPr="004C3E92">
        <w:t>abord retenue par l</w:t>
      </w:r>
      <w:r w:rsidR="004A4993">
        <w:t>’</w:t>
      </w:r>
      <w:r w:rsidRPr="004C3E92">
        <w:t>embarras que créait le souvenir de l</w:t>
      </w:r>
      <w:r w:rsidR="004A4993">
        <w:t>’</w:t>
      </w:r>
      <w:r w:rsidRPr="004C3E92">
        <w:t>aide qu</w:t>
      </w:r>
      <w:r w:rsidR="004A4993">
        <w:t>’</w:t>
      </w:r>
      <w:r w:rsidRPr="004C3E92">
        <w:t>il lui avait offerte</w:t>
      </w:r>
      <w:r w:rsidR="004A4993">
        <w:t xml:space="preserve">. </w:t>
      </w:r>
      <w:r w:rsidRPr="004C3E92">
        <w:t>Mais lorsqu</w:t>
      </w:r>
      <w:r w:rsidR="004A4993">
        <w:t>’</w:t>
      </w:r>
      <w:r w:rsidRPr="004C3E92">
        <w:t>il se fut dissipé</w:t>
      </w:r>
      <w:r w:rsidR="004A4993">
        <w:t xml:space="preserve">, </w:t>
      </w:r>
      <w:r w:rsidRPr="004C3E92">
        <w:t>lor</w:t>
      </w:r>
      <w:r w:rsidRPr="004C3E92">
        <w:t>s</w:t>
      </w:r>
      <w:r w:rsidRPr="004C3E92">
        <w:t>qu</w:t>
      </w:r>
      <w:r w:rsidR="004A4993">
        <w:t>’</w:t>
      </w:r>
      <w:r w:rsidRPr="004C3E92">
        <w:t xml:space="preserve">elle eut repris ses </w:t>
      </w:r>
      <w:r w:rsidRPr="004C3E92">
        <w:lastRenderedPageBreak/>
        <w:t>esprits</w:t>
      </w:r>
      <w:r w:rsidR="004A4993">
        <w:t xml:space="preserve"> – </w:t>
      </w:r>
      <w:r w:rsidRPr="004C3E92">
        <w:t>lorsqu</w:t>
      </w:r>
      <w:r w:rsidR="004A4993">
        <w:t>’</w:t>
      </w:r>
      <w:r w:rsidRPr="004C3E92">
        <w:t>elle vit qu</w:t>
      </w:r>
      <w:r w:rsidR="004A4993">
        <w:t>’</w:t>
      </w:r>
      <w:r w:rsidRPr="004C3E92">
        <w:t>à sa parfaite éducation de gentleman il joignait la franchise et la vivacité</w:t>
      </w:r>
      <w:r w:rsidR="004A4993">
        <w:t xml:space="preserve">, </w:t>
      </w:r>
      <w:r w:rsidRPr="004C3E92">
        <w:t>et</w:t>
      </w:r>
      <w:r w:rsidR="004A4993">
        <w:t xml:space="preserve">, </w:t>
      </w:r>
      <w:r w:rsidRPr="004C3E92">
        <w:t>surtout</w:t>
      </w:r>
      <w:r w:rsidR="004A4993">
        <w:t xml:space="preserve">, </w:t>
      </w:r>
      <w:r w:rsidRPr="004C3E92">
        <w:t>lorsqu</w:t>
      </w:r>
      <w:r w:rsidR="004A4993">
        <w:t>’</w:t>
      </w:r>
      <w:r w:rsidRPr="004C3E92">
        <w:t>elle l</w:t>
      </w:r>
      <w:r w:rsidR="004A4993">
        <w:t>’</w:t>
      </w:r>
      <w:r w:rsidRPr="004C3E92">
        <w:t>entendit déclarer qu</w:t>
      </w:r>
      <w:r w:rsidR="004A4993">
        <w:t>’</w:t>
      </w:r>
      <w:r w:rsidRPr="004C3E92">
        <w:t>il aimait passionn</w:t>
      </w:r>
      <w:r w:rsidRPr="004C3E92">
        <w:t>é</w:t>
      </w:r>
      <w:r w:rsidRPr="004C3E92">
        <w:t>ment la musique et la danse</w:t>
      </w:r>
      <w:r w:rsidR="004A4993">
        <w:t xml:space="preserve">, </w:t>
      </w:r>
      <w:r w:rsidRPr="004C3E92">
        <w:t>elle lui lança un tel regard d</w:t>
      </w:r>
      <w:r w:rsidR="004A4993">
        <w:t>’</w:t>
      </w:r>
      <w:r w:rsidRPr="004C3E92">
        <w:t>approbation qu</w:t>
      </w:r>
      <w:r w:rsidR="004A4993">
        <w:t>’</w:t>
      </w:r>
      <w:r w:rsidRPr="004C3E92">
        <w:t>il assura à Marianne la plus grande part de l</w:t>
      </w:r>
      <w:r w:rsidR="004A4993">
        <w:t>’</w:t>
      </w:r>
      <w:r w:rsidRPr="004C3E92">
        <w:t>entretien de Willoughby pendant le reste de sa visite</w:t>
      </w:r>
      <w:r w:rsidR="004A4993">
        <w:t>.</w:t>
      </w:r>
    </w:p>
    <w:p w14:paraId="0764F84D" w14:textId="77777777" w:rsidR="004A4993" w:rsidRDefault="008C5C61" w:rsidP="004A4993">
      <w:r w:rsidRPr="004C3E92">
        <w:t>Il suffisait de parler devant Marianne de quelque amus</w:t>
      </w:r>
      <w:r w:rsidRPr="004C3E92">
        <w:t>e</w:t>
      </w:r>
      <w:r w:rsidRPr="004C3E92">
        <w:t>ment préféré pour l</w:t>
      </w:r>
      <w:r w:rsidR="004A4993">
        <w:t>’</w:t>
      </w:r>
      <w:r w:rsidRPr="004C3E92">
        <w:t>engager à causer</w:t>
      </w:r>
      <w:r w:rsidR="004A4993">
        <w:t xml:space="preserve">. </w:t>
      </w:r>
      <w:r w:rsidRPr="004C3E92">
        <w:t>Elle était incapable de se taire quand on abordait des questions de ce genre</w:t>
      </w:r>
      <w:r w:rsidR="004A4993">
        <w:t xml:space="preserve">, </w:t>
      </w:r>
      <w:r w:rsidRPr="004C3E92">
        <w:t>et elle n</w:t>
      </w:r>
      <w:r w:rsidR="004A4993">
        <w:t>’</w:t>
      </w:r>
      <w:r w:rsidRPr="004C3E92">
        <w:t>éprouvait ni timidité ni réserve à en discuter</w:t>
      </w:r>
      <w:r w:rsidR="004A4993">
        <w:t xml:space="preserve">. </w:t>
      </w:r>
      <w:r w:rsidRPr="004C3E92">
        <w:t>Ils découvrirent rapidement que leurs goûts pour la danse et la musique étaient communs</w:t>
      </w:r>
      <w:r w:rsidR="004A4993">
        <w:t xml:space="preserve">, </w:t>
      </w:r>
      <w:r w:rsidRPr="004C3E92">
        <w:t>et qu</w:t>
      </w:r>
      <w:r w:rsidR="004A4993">
        <w:t>’</w:t>
      </w:r>
      <w:r w:rsidRPr="004C3E92">
        <w:t>ils provenaient d</w:t>
      </w:r>
      <w:r w:rsidR="004A4993">
        <w:t>’</w:t>
      </w:r>
      <w:r w:rsidRPr="004C3E92">
        <w:t>une conformité générale de jugement sur tout ce qui touchait à l</w:t>
      </w:r>
      <w:r w:rsidR="004A4993">
        <w:t>’</w:t>
      </w:r>
      <w:r w:rsidRPr="004C3E92">
        <w:t>un ou à l</w:t>
      </w:r>
      <w:r w:rsidR="004A4993">
        <w:t>’</w:t>
      </w:r>
      <w:r w:rsidRPr="004C3E92">
        <w:t>autre de ces s</w:t>
      </w:r>
      <w:r w:rsidRPr="004C3E92">
        <w:t>u</w:t>
      </w:r>
      <w:r w:rsidRPr="004C3E92">
        <w:t>jets</w:t>
      </w:r>
      <w:r w:rsidR="004A4993">
        <w:t xml:space="preserve">. </w:t>
      </w:r>
      <w:r w:rsidRPr="004C3E92">
        <w:t>Encouragée de ce chef à un examen plus complet de ses opinions</w:t>
      </w:r>
      <w:r w:rsidR="004A4993">
        <w:t xml:space="preserve">, </w:t>
      </w:r>
      <w:r w:rsidRPr="004C3E92">
        <w:t>elle se mit à l</w:t>
      </w:r>
      <w:r w:rsidR="004A4993">
        <w:t>’</w:t>
      </w:r>
      <w:r w:rsidRPr="004C3E92">
        <w:t>interroger sur les livres</w:t>
      </w:r>
      <w:r w:rsidR="004A4993">
        <w:t xml:space="preserve"> ; </w:t>
      </w:r>
      <w:r w:rsidRPr="004C3E92">
        <w:t>elle mit en avant ses auteurs préférés</w:t>
      </w:r>
      <w:r w:rsidR="004A4993">
        <w:t xml:space="preserve">, </w:t>
      </w:r>
      <w:r w:rsidRPr="004C3E92">
        <w:t>et y insista avec un plaisir tellement ravi qu</w:t>
      </w:r>
      <w:r w:rsidR="004A4993">
        <w:t>’</w:t>
      </w:r>
      <w:r w:rsidRPr="004C3E92">
        <w:t>il eût fallu certes que tout jeune homme de vingt-cinq ans fût bien insensible pour ne pas devenir immédiatement un partisan de l</w:t>
      </w:r>
      <w:r w:rsidR="004A4993">
        <w:t>’</w:t>
      </w:r>
      <w:r w:rsidRPr="004C3E92">
        <w:t>excellence de ces ouvrages</w:t>
      </w:r>
      <w:r w:rsidR="004A4993">
        <w:t xml:space="preserve">, </w:t>
      </w:r>
      <w:r w:rsidRPr="004C3E92">
        <w:t>à quelque point qu</w:t>
      </w:r>
      <w:r w:rsidR="004A4993">
        <w:t>’</w:t>
      </w:r>
      <w:r w:rsidRPr="004C3E92">
        <w:t>il eût pu les négliger au préalable</w:t>
      </w:r>
      <w:r w:rsidR="004A4993">
        <w:t xml:space="preserve">. </w:t>
      </w:r>
      <w:r w:rsidRPr="004C3E92">
        <w:t>Leur goût était étonnamment semblable</w:t>
      </w:r>
      <w:r w:rsidR="004A4993">
        <w:t xml:space="preserve">. </w:t>
      </w:r>
      <w:r w:rsidRPr="004C3E92">
        <w:t>Les mêmes livres</w:t>
      </w:r>
      <w:r w:rsidR="004A4993">
        <w:t xml:space="preserve">, </w:t>
      </w:r>
      <w:r w:rsidRPr="004C3E92">
        <w:t>les mêmes passages</w:t>
      </w:r>
      <w:r w:rsidR="004A4993">
        <w:t xml:space="preserve">, </w:t>
      </w:r>
      <w:r w:rsidRPr="004C3E92">
        <w:t>étaient idol</w:t>
      </w:r>
      <w:r w:rsidRPr="004C3E92">
        <w:t>â</w:t>
      </w:r>
      <w:r w:rsidRPr="004C3E92">
        <w:t>trés par l</w:t>
      </w:r>
      <w:r w:rsidR="004A4993">
        <w:t>’</w:t>
      </w:r>
      <w:r w:rsidRPr="004C3E92">
        <w:t>un et l</w:t>
      </w:r>
      <w:r w:rsidR="004A4993">
        <w:t>’</w:t>
      </w:r>
      <w:r w:rsidRPr="004C3E92">
        <w:t>autre</w:t>
      </w:r>
      <w:r w:rsidR="004A4993">
        <w:t xml:space="preserve"> ; </w:t>
      </w:r>
      <w:r w:rsidRPr="004C3E92">
        <w:t>ou</w:t>
      </w:r>
      <w:r w:rsidR="004A4993">
        <w:t xml:space="preserve">, </w:t>
      </w:r>
      <w:r w:rsidRPr="004C3E92">
        <w:t>s</w:t>
      </w:r>
      <w:r w:rsidR="004A4993">
        <w:t>’</w:t>
      </w:r>
      <w:r w:rsidRPr="004C3E92">
        <w:t>il apparaissait quelque différence</w:t>
      </w:r>
      <w:r w:rsidR="004A4993">
        <w:t xml:space="preserve">, </w:t>
      </w:r>
      <w:r w:rsidRPr="004C3E92">
        <w:t>si quelque objection était soulevée</w:t>
      </w:r>
      <w:r w:rsidR="004A4993">
        <w:t xml:space="preserve">, </w:t>
      </w:r>
      <w:r w:rsidRPr="004C3E92">
        <w:t>elle ne durait que jusqu</w:t>
      </w:r>
      <w:r w:rsidR="004A4993">
        <w:t>’</w:t>
      </w:r>
      <w:r w:rsidRPr="004C3E92">
        <w:t>à ce que Marianne eût pu déployer toute la force de ses arguments et l</w:t>
      </w:r>
      <w:r w:rsidR="004A4993">
        <w:t>’</w:t>
      </w:r>
      <w:r w:rsidRPr="004C3E92">
        <w:t>éclat de ses yeux</w:t>
      </w:r>
      <w:r w:rsidR="004A4993">
        <w:t xml:space="preserve">. </w:t>
      </w:r>
      <w:r w:rsidRPr="004C3E92">
        <w:t>Il acquiesça à toutes ses décisions</w:t>
      </w:r>
      <w:r w:rsidR="004A4993">
        <w:t xml:space="preserve">, </w:t>
      </w:r>
      <w:r w:rsidRPr="004C3E92">
        <w:t>se laissa gagner par tout son enthousiasme</w:t>
      </w:r>
      <w:r w:rsidR="004A4993">
        <w:t xml:space="preserve">, </w:t>
      </w:r>
      <w:r w:rsidRPr="004C3E92">
        <w:t>et bien avant que la visite ne prît fin</w:t>
      </w:r>
      <w:r w:rsidR="004A4993">
        <w:t xml:space="preserve">, </w:t>
      </w:r>
      <w:r w:rsidRPr="004C3E92">
        <w:t>ils conversaient avec la familiarité d</w:t>
      </w:r>
      <w:r w:rsidR="004A4993">
        <w:t>’</w:t>
      </w:r>
      <w:r w:rsidRPr="004C3E92">
        <w:t>une connaissance depuis longtemps établie</w:t>
      </w:r>
      <w:r w:rsidR="004A4993">
        <w:t>.</w:t>
      </w:r>
    </w:p>
    <w:p w14:paraId="6ECE9DA2" w14:textId="77777777" w:rsidR="004A4993" w:rsidRDefault="004A4993" w:rsidP="004A4993">
      <w:r>
        <w:t>— </w:t>
      </w:r>
      <w:r w:rsidR="008C5C61" w:rsidRPr="004C3E92">
        <w:t>Eh bien</w:t>
      </w:r>
      <w:r>
        <w:t xml:space="preserve">, </w:t>
      </w:r>
      <w:r w:rsidR="008C5C61" w:rsidRPr="004C3E92">
        <w:t>Marianne</w:t>
      </w:r>
      <w:r>
        <w:t xml:space="preserve">, </w:t>
      </w:r>
      <w:r w:rsidR="008C5C61" w:rsidRPr="004C3E92">
        <w:t xml:space="preserve">dit </w:t>
      </w:r>
      <w:proofErr w:type="spellStart"/>
      <w:r w:rsidR="008C5C61" w:rsidRPr="004C3E92">
        <w:t>Elinor</w:t>
      </w:r>
      <w:proofErr w:type="spellEnd"/>
      <w:r>
        <w:t xml:space="preserve">, </w:t>
      </w:r>
      <w:r w:rsidR="008C5C61" w:rsidRPr="004C3E92">
        <w:t>dès qu</w:t>
      </w:r>
      <w:r>
        <w:t>’</w:t>
      </w:r>
      <w:r w:rsidR="008C5C61" w:rsidRPr="004C3E92">
        <w:t>il les eut quittées</w:t>
      </w:r>
      <w:r>
        <w:t xml:space="preserve">, </w:t>
      </w:r>
      <w:r w:rsidR="008C5C61" w:rsidRPr="004C3E92">
        <w:t>je crois que tu as passablement réussi pour une matinée</w:t>
      </w:r>
      <w:r>
        <w:t xml:space="preserve">. </w:t>
      </w:r>
      <w:r w:rsidR="008C5C61" w:rsidRPr="004C3E92">
        <w:t>Tu t</w:t>
      </w:r>
      <w:r>
        <w:t>’</w:t>
      </w:r>
      <w:r w:rsidR="008C5C61" w:rsidRPr="004C3E92">
        <w:t>es déjà rendu compte de l</w:t>
      </w:r>
      <w:r>
        <w:t>’</w:t>
      </w:r>
      <w:r w:rsidR="008C5C61" w:rsidRPr="004C3E92">
        <w:t>opinion de Mr</w:t>
      </w:r>
      <w:r>
        <w:t xml:space="preserve">. </w:t>
      </w:r>
      <w:r w:rsidR="008C5C61" w:rsidRPr="004C3E92">
        <w:t xml:space="preserve">Willoughby sur à </w:t>
      </w:r>
      <w:r w:rsidR="008C5C61" w:rsidRPr="004C3E92">
        <w:lastRenderedPageBreak/>
        <w:t>peu près toutes les questions de quelque importance</w:t>
      </w:r>
      <w:r>
        <w:t xml:space="preserve">. </w:t>
      </w:r>
      <w:r w:rsidR="008C5C61" w:rsidRPr="004C3E92">
        <w:t>Tu sais ce qu</w:t>
      </w:r>
      <w:r>
        <w:t>’</w:t>
      </w:r>
      <w:r w:rsidR="008C5C61" w:rsidRPr="004C3E92">
        <w:t>il pense sur Cowper et sur Scott</w:t>
      </w:r>
      <w:r>
        <w:t xml:space="preserve"> ; </w:t>
      </w:r>
      <w:r w:rsidR="008C5C61" w:rsidRPr="004C3E92">
        <w:t>tu es sûre qu</w:t>
      </w:r>
      <w:r>
        <w:t>’</w:t>
      </w:r>
      <w:r w:rsidR="008C5C61" w:rsidRPr="004C3E92">
        <w:t>il estime leurs beautés comme il convient</w:t>
      </w:r>
      <w:r>
        <w:t xml:space="preserve"> ; </w:t>
      </w:r>
      <w:r w:rsidR="008C5C61" w:rsidRPr="004C3E92">
        <w:t>et tu as reçu toutes assurances sur le fait qu</w:t>
      </w:r>
      <w:r>
        <w:t>’</w:t>
      </w:r>
      <w:r w:rsidR="008C5C61" w:rsidRPr="004C3E92">
        <w:t>il n</w:t>
      </w:r>
      <w:r>
        <w:t>’</w:t>
      </w:r>
      <w:r w:rsidR="008C5C61" w:rsidRPr="004C3E92">
        <w:t>admire Pope que dans la mesure qu</w:t>
      </w:r>
      <w:r>
        <w:t>’</w:t>
      </w:r>
      <w:r w:rsidR="008C5C61" w:rsidRPr="004C3E92">
        <w:t>il se doit</w:t>
      </w:r>
      <w:r>
        <w:t xml:space="preserve">. </w:t>
      </w:r>
      <w:r w:rsidR="008C5C61" w:rsidRPr="004C3E92">
        <w:t>Mais comment votre connaissance se soutiendra-t-elle</w:t>
      </w:r>
      <w:r>
        <w:t xml:space="preserve">, </w:t>
      </w:r>
      <w:r w:rsidR="008C5C61" w:rsidRPr="004C3E92">
        <w:t>après avoir passé en revue avec une rapidité aussi extraordinaire tous les sujets de conversation</w:t>
      </w:r>
      <w:r>
        <w:t xml:space="preserve"> ? </w:t>
      </w:r>
      <w:r w:rsidR="008C5C61" w:rsidRPr="004C3E92">
        <w:t>Tu auras bientôt épuisé tous tes sujets préférés</w:t>
      </w:r>
      <w:r>
        <w:t xml:space="preserve">. </w:t>
      </w:r>
      <w:r w:rsidR="008C5C61" w:rsidRPr="004C3E92">
        <w:t>Une nouvelle rencontre suffira pour qu</w:t>
      </w:r>
      <w:r>
        <w:t>’</w:t>
      </w:r>
      <w:r w:rsidR="008C5C61" w:rsidRPr="004C3E92">
        <w:t>il expose ses sentiments sur la beauté pittoresque et sur les remariages</w:t>
      </w:r>
      <w:r>
        <w:t xml:space="preserve">, </w:t>
      </w:r>
      <w:r w:rsidR="008C5C61" w:rsidRPr="004C3E92">
        <w:t>et alors tu ne pourras plus rien avoir à lui demander</w:t>
      </w:r>
      <w:r>
        <w:t>.</w:t>
      </w:r>
    </w:p>
    <w:p w14:paraId="2D687948" w14:textId="77777777" w:rsidR="004A4993" w:rsidRDefault="004A4993" w:rsidP="004A4993">
      <w:r>
        <w:t>— </w:t>
      </w:r>
      <w:proofErr w:type="spellStart"/>
      <w:r w:rsidR="008C5C61" w:rsidRPr="004C3E92">
        <w:t>Elinor</w:t>
      </w:r>
      <w:proofErr w:type="spellEnd"/>
      <w:r>
        <w:t xml:space="preserve">, </w:t>
      </w:r>
      <w:r w:rsidR="008C5C61" w:rsidRPr="004C3E92">
        <w:t>s</w:t>
      </w:r>
      <w:r>
        <w:t>’</w:t>
      </w:r>
      <w:r w:rsidR="008C5C61" w:rsidRPr="004C3E92">
        <w:t>écria Marianne</w:t>
      </w:r>
      <w:r>
        <w:t xml:space="preserve">, </w:t>
      </w:r>
      <w:r w:rsidR="008C5C61" w:rsidRPr="004C3E92">
        <w:t>est-ce là équitable</w:t>
      </w:r>
      <w:r>
        <w:t xml:space="preserve"> ? </w:t>
      </w:r>
      <w:r w:rsidR="008C5C61" w:rsidRPr="004C3E92">
        <w:t>Est-ce ju</w:t>
      </w:r>
      <w:r w:rsidR="008C5C61" w:rsidRPr="004C3E92">
        <w:t>s</w:t>
      </w:r>
      <w:r w:rsidR="008C5C61" w:rsidRPr="004C3E92">
        <w:t>te</w:t>
      </w:r>
      <w:r>
        <w:t xml:space="preserve"> ? </w:t>
      </w:r>
      <w:r w:rsidR="008C5C61" w:rsidRPr="004C3E92">
        <w:t>Mes idées sont-elles si peu nombreuses</w:t>
      </w:r>
      <w:r>
        <w:t xml:space="preserve"> ? </w:t>
      </w:r>
      <w:r w:rsidR="008C5C61" w:rsidRPr="004C3E92">
        <w:t>Mais je vois ce que tu veux dire</w:t>
      </w:r>
      <w:r>
        <w:t xml:space="preserve">. </w:t>
      </w:r>
      <w:r w:rsidR="008C5C61" w:rsidRPr="004C3E92">
        <w:t>J</w:t>
      </w:r>
      <w:r>
        <w:t>’</w:t>
      </w:r>
      <w:r w:rsidR="008C5C61" w:rsidRPr="004C3E92">
        <w:t>ai été trop à mon aise</w:t>
      </w:r>
      <w:r>
        <w:t xml:space="preserve">, </w:t>
      </w:r>
      <w:r w:rsidR="008C5C61" w:rsidRPr="004C3E92">
        <w:t>trop heureuse</w:t>
      </w:r>
      <w:r>
        <w:t xml:space="preserve">, </w:t>
      </w:r>
      <w:r w:rsidR="008C5C61" w:rsidRPr="004C3E92">
        <w:t>trop fra</w:t>
      </w:r>
      <w:r w:rsidR="008C5C61" w:rsidRPr="004C3E92">
        <w:t>n</w:t>
      </w:r>
      <w:r w:rsidR="008C5C61" w:rsidRPr="004C3E92">
        <w:t>che</w:t>
      </w:r>
      <w:r>
        <w:t xml:space="preserve">. </w:t>
      </w:r>
      <w:r w:rsidR="008C5C61" w:rsidRPr="004C3E92">
        <w:t>J</w:t>
      </w:r>
      <w:r>
        <w:t>’</w:t>
      </w:r>
      <w:r w:rsidR="008C5C61" w:rsidRPr="004C3E92">
        <w:t>ai péché contre toutes les idées banales du décorum</w:t>
      </w:r>
      <w:r>
        <w:t xml:space="preserve"> ? </w:t>
      </w:r>
      <w:r w:rsidR="008C5C61" w:rsidRPr="004C3E92">
        <w:t>J</w:t>
      </w:r>
      <w:r>
        <w:t>’</w:t>
      </w:r>
      <w:r w:rsidR="008C5C61" w:rsidRPr="004C3E92">
        <w:t>ai été ouverte et sincère</w:t>
      </w:r>
      <w:r>
        <w:t xml:space="preserve">, </w:t>
      </w:r>
      <w:r w:rsidR="008C5C61" w:rsidRPr="004C3E92">
        <w:t>alors que j</w:t>
      </w:r>
      <w:r>
        <w:t>’</w:t>
      </w:r>
      <w:r w:rsidR="008C5C61" w:rsidRPr="004C3E92">
        <w:t>aurais dû me montrer rése</w:t>
      </w:r>
      <w:r w:rsidR="008C5C61" w:rsidRPr="004C3E92">
        <w:t>r</w:t>
      </w:r>
      <w:r w:rsidR="008C5C61" w:rsidRPr="004C3E92">
        <w:t>vée</w:t>
      </w:r>
      <w:r>
        <w:t xml:space="preserve">, </w:t>
      </w:r>
      <w:r w:rsidR="008C5C61" w:rsidRPr="004C3E92">
        <w:t>sans ardeur</w:t>
      </w:r>
      <w:r>
        <w:t xml:space="preserve">, </w:t>
      </w:r>
      <w:r w:rsidR="008C5C61" w:rsidRPr="004C3E92">
        <w:t>terne et fourbe</w:t>
      </w:r>
      <w:r>
        <w:t xml:space="preserve">. </w:t>
      </w:r>
      <w:r w:rsidR="008C5C61" w:rsidRPr="004C3E92">
        <w:t>Si je n</w:t>
      </w:r>
      <w:r>
        <w:t>’</w:t>
      </w:r>
      <w:r w:rsidR="008C5C61" w:rsidRPr="004C3E92">
        <w:t>avais parlé que du temps qu</w:t>
      </w:r>
      <w:r>
        <w:t>’</w:t>
      </w:r>
      <w:r w:rsidR="008C5C61" w:rsidRPr="004C3E92">
        <w:t>il fait et de l</w:t>
      </w:r>
      <w:r>
        <w:t>’</w:t>
      </w:r>
      <w:r w:rsidR="008C5C61" w:rsidRPr="004C3E92">
        <w:t>état des chemins</w:t>
      </w:r>
      <w:r>
        <w:t xml:space="preserve">, </w:t>
      </w:r>
      <w:r w:rsidR="008C5C61" w:rsidRPr="004C3E92">
        <w:t>et si je n</w:t>
      </w:r>
      <w:r>
        <w:t>’</w:t>
      </w:r>
      <w:r w:rsidR="008C5C61" w:rsidRPr="004C3E92">
        <w:t>avais parlé qu</w:t>
      </w:r>
      <w:r>
        <w:t>’</w:t>
      </w:r>
      <w:r w:rsidR="008C5C61" w:rsidRPr="004C3E92">
        <w:t>une fois en dix minutes</w:t>
      </w:r>
      <w:r>
        <w:t xml:space="preserve">, </w:t>
      </w:r>
      <w:r w:rsidR="008C5C61" w:rsidRPr="004C3E92">
        <w:t>ce reproche m</w:t>
      </w:r>
      <w:r>
        <w:t>’</w:t>
      </w:r>
      <w:r w:rsidR="008C5C61" w:rsidRPr="004C3E92">
        <w:t>aurait été épargné</w:t>
      </w:r>
      <w:r>
        <w:t>.</w:t>
      </w:r>
    </w:p>
    <w:p w14:paraId="03A7E834" w14:textId="77777777" w:rsidR="004A4993" w:rsidRDefault="004A4993" w:rsidP="004A4993">
      <w:r>
        <w:t>— </w:t>
      </w:r>
      <w:r w:rsidR="008C5C61" w:rsidRPr="004C3E92">
        <w:t>Ma chérie</w:t>
      </w:r>
      <w:r>
        <w:t xml:space="preserve">, </w:t>
      </w:r>
      <w:r w:rsidR="008C5C61" w:rsidRPr="004C3E92">
        <w:t>dit sa mère</w:t>
      </w:r>
      <w:r>
        <w:t xml:space="preserve">, </w:t>
      </w:r>
      <w:r w:rsidR="008C5C61" w:rsidRPr="004C3E92">
        <w:t xml:space="preserve">il ne faut pas te froisser de ce que dit </w:t>
      </w:r>
      <w:proofErr w:type="spellStart"/>
      <w:r w:rsidR="008C5C61" w:rsidRPr="004C3E92">
        <w:t>Elinor</w:t>
      </w:r>
      <w:proofErr w:type="spellEnd"/>
      <w:r>
        <w:t xml:space="preserve">. </w:t>
      </w:r>
      <w:r w:rsidR="008C5C61" w:rsidRPr="004C3E92">
        <w:t>Elle n</w:t>
      </w:r>
      <w:r>
        <w:t>’</w:t>
      </w:r>
      <w:r w:rsidR="008C5C61" w:rsidRPr="004C3E92">
        <w:t>a fait que plaisanter</w:t>
      </w:r>
      <w:r>
        <w:t xml:space="preserve">. </w:t>
      </w:r>
      <w:r w:rsidR="008C5C61" w:rsidRPr="004C3E92">
        <w:t>Je la gronderais moi-même si elle était capable de désirer refouler la joie de ta conversation avec notre nouvel ami</w:t>
      </w:r>
      <w:r>
        <w:t>.</w:t>
      </w:r>
    </w:p>
    <w:p w14:paraId="66BA5436" w14:textId="77777777" w:rsidR="004A4993" w:rsidRDefault="008C5C61" w:rsidP="004A4993">
      <w:r w:rsidRPr="004C3E92">
        <w:t>Marianne fut radoucie en un instant</w:t>
      </w:r>
      <w:r w:rsidR="004A4993">
        <w:t>.</w:t>
      </w:r>
    </w:p>
    <w:p w14:paraId="7325EBC8" w14:textId="77777777" w:rsidR="004A4993" w:rsidRDefault="008C5C61" w:rsidP="004A4993">
      <w:r w:rsidRPr="004C3E92">
        <w:t>Willoughby</w:t>
      </w:r>
      <w:r w:rsidR="004A4993">
        <w:t xml:space="preserve">, </w:t>
      </w:r>
      <w:r w:rsidRPr="004C3E92">
        <w:t>de son côté</w:t>
      </w:r>
      <w:r w:rsidR="004A4993">
        <w:t xml:space="preserve">, </w:t>
      </w:r>
      <w:r w:rsidRPr="004C3E92">
        <w:t>manifesta toutes les preuves du plaisir pris à leur connaissance</w:t>
      </w:r>
      <w:r w:rsidR="004A4993">
        <w:t xml:space="preserve">, </w:t>
      </w:r>
      <w:r w:rsidRPr="004C3E92">
        <w:t>que pouvait offrir un désir év</w:t>
      </w:r>
      <w:r w:rsidRPr="004C3E92">
        <w:t>i</w:t>
      </w:r>
      <w:r w:rsidRPr="004C3E92">
        <w:t>dent à la poursuivre</w:t>
      </w:r>
      <w:r w:rsidR="004A4993">
        <w:t xml:space="preserve">. </w:t>
      </w:r>
      <w:r w:rsidRPr="004C3E92">
        <w:t>Il vint les voir tous les jours</w:t>
      </w:r>
      <w:r w:rsidR="004A4993">
        <w:t xml:space="preserve">. </w:t>
      </w:r>
      <w:r w:rsidRPr="004C3E92">
        <w:t>Il prit d</w:t>
      </w:r>
      <w:r w:rsidR="004A4993">
        <w:t>’</w:t>
      </w:r>
      <w:r w:rsidRPr="004C3E92">
        <w:t>abord pour prétexte de demander des nouvelles de Marianne</w:t>
      </w:r>
      <w:r w:rsidR="004A4993">
        <w:t xml:space="preserve"> ; </w:t>
      </w:r>
      <w:r w:rsidRPr="004C3E92">
        <w:t>mais l</w:t>
      </w:r>
      <w:r w:rsidR="004A4993">
        <w:t>’</w:t>
      </w:r>
      <w:r w:rsidRPr="004C3E92">
        <w:t>encouragement à le recevoir</w:t>
      </w:r>
      <w:r w:rsidR="004A4993">
        <w:t xml:space="preserve">, </w:t>
      </w:r>
      <w:r w:rsidRPr="004C3E92">
        <w:t>auquel chaque jour donnait plus d</w:t>
      </w:r>
      <w:r w:rsidR="004A4993">
        <w:t>’</w:t>
      </w:r>
      <w:r w:rsidRPr="004C3E92">
        <w:t>amabilité</w:t>
      </w:r>
      <w:r w:rsidR="004A4993">
        <w:t xml:space="preserve">, </w:t>
      </w:r>
      <w:r w:rsidRPr="004C3E92">
        <w:t xml:space="preserve">rendit superflu un tel prétexte </w:t>
      </w:r>
      <w:r w:rsidRPr="004C3E92">
        <w:lastRenderedPageBreak/>
        <w:t>avant qu</w:t>
      </w:r>
      <w:r w:rsidR="004A4993">
        <w:t>’</w:t>
      </w:r>
      <w:r w:rsidRPr="004C3E92">
        <w:t>il eût cessé d</w:t>
      </w:r>
      <w:r w:rsidR="004A4993">
        <w:t>’</w:t>
      </w:r>
      <w:r w:rsidRPr="004C3E92">
        <w:t>être possible en raison du rétablissement parfait de Marianne</w:t>
      </w:r>
      <w:r w:rsidR="004A4993">
        <w:t xml:space="preserve">. </w:t>
      </w:r>
      <w:r w:rsidRPr="004C3E92">
        <w:t>Elle fut condamnée à garder la maison pendant quelques jours</w:t>
      </w:r>
      <w:r w:rsidR="004A4993">
        <w:t xml:space="preserve"> ; </w:t>
      </w:r>
      <w:r w:rsidRPr="004C3E92">
        <w:t>mais jamais réclusion n</w:t>
      </w:r>
      <w:r w:rsidR="004A4993">
        <w:t>’</w:t>
      </w:r>
      <w:r w:rsidRPr="004C3E92">
        <w:t>avait été moins ennuyeuse</w:t>
      </w:r>
      <w:r w:rsidR="004A4993">
        <w:t xml:space="preserve">. </w:t>
      </w:r>
      <w:r w:rsidRPr="004C3E92">
        <w:t>Willoughby était un jeune homme doué de bonnes aptitudes</w:t>
      </w:r>
      <w:r w:rsidR="004A4993">
        <w:t xml:space="preserve">, </w:t>
      </w:r>
      <w:r w:rsidRPr="004C3E92">
        <w:t>d</w:t>
      </w:r>
      <w:r w:rsidR="004A4993">
        <w:t>’</w:t>
      </w:r>
      <w:r w:rsidRPr="004C3E92">
        <w:t>une imagin</w:t>
      </w:r>
      <w:r w:rsidRPr="004C3E92">
        <w:t>a</w:t>
      </w:r>
      <w:r w:rsidRPr="004C3E92">
        <w:t>tion prompte</w:t>
      </w:r>
      <w:r w:rsidR="004A4993">
        <w:t xml:space="preserve">, </w:t>
      </w:r>
      <w:r w:rsidRPr="004C3E92">
        <w:t>d</w:t>
      </w:r>
      <w:r w:rsidR="004A4993">
        <w:t>’</w:t>
      </w:r>
      <w:r w:rsidRPr="004C3E92">
        <w:t>un entrain fort vif</w:t>
      </w:r>
      <w:r w:rsidR="004A4993">
        <w:t xml:space="preserve">, </w:t>
      </w:r>
      <w:r w:rsidRPr="004C3E92">
        <w:t>et de façons ouvertes et a</w:t>
      </w:r>
      <w:r w:rsidRPr="004C3E92">
        <w:t>f</w:t>
      </w:r>
      <w:r w:rsidRPr="004C3E92">
        <w:t>fectueuses</w:t>
      </w:r>
      <w:r w:rsidR="004A4993">
        <w:t xml:space="preserve">. </w:t>
      </w:r>
      <w:r w:rsidRPr="004C3E92">
        <w:t>Il était constitué exactement comme il fallait pour engager le cœur de Marianne</w:t>
      </w:r>
      <w:r w:rsidR="004A4993">
        <w:t xml:space="preserve"> ; </w:t>
      </w:r>
      <w:r w:rsidRPr="004C3E92">
        <w:t>car il joignait à tout cela non se</w:t>
      </w:r>
      <w:r w:rsidRPr="004C3E92">
        <w:t>u</w:t>
      </w:r>
      <w:r w:rsidRPr="004C3E92">
        <w:t>lement une personne séduisante</w:t>
      </w:r>
      <w:r w:rsidR="004A4993">
        <w:t xml:space="preserve">, </w:t>
      </w:r>
      <w:r w:rsidRPr="004C3E92">
        <w:t>mais une ardeur d</w:t>
      </w:r>
      <w:r w:rsidR="004A4993">
        <w:t>’</w:t>
      </w:r>
      <w:r w:rsidRPr="004C3E92">
        <w:t>esprit nat</w:t>
      </w:r>
      <w:r w:rsidRPr="004C3E92">
        <w:t>u</w:t>
      </w:r>
      <w:r w:rsidRPr="004C3E92">
        <w:t>relle</w:t>
      </w:r>
      <w:r w:rsidR="004A4993">
        <w:t xml:space="preserve">, </w:t>
      </w:r>
      <w:r w:rsidRPr="004C3E92">
        <w:t>qui était à présent excitée et accrue par l</w:t>
      </w:r>
      <w:r w:rsidR="004A4993">
        <w:t>’</w:t>
      </w:r>
      <w:r w:rsidRPr="004C3E92">
        <w:t>exemple de celle de la jeune fille</w:t>
      </w:r>
      <w:r w:rsidR="004A4993">
        <w:t xml:space="preserve">, </w:t>
      </w:r>
      <w:r w:rsidRPr="004C3E92">
        <w:t>et qui la recommandait à son affection plus que toute autre chose</w:t>
      </w:r>
      <w:r w:rsidR="004A4993">
        <w:t>.</w:t>
      </w:r>
    </w:p>
    <w:p w14:paraId="180C3704" w14:textId="77777777" w:rsidR="004A4993" w:rsidRDefault="008C5C61" w:rsidP="004A4993">
      <w:r w:rsidRPr="004C3E92">
        <w:t>La compagnie de Willoughby devint peu à peu le plaisir le plus exquis de Marianne</w:t>
      </w:r>
      <w:r w:rsidR="004A4993">
        <w:t xml:space="preserve">. </w:t>
      </w:r>
      <w:r w:rsidRPr="004C3E92">
        <w:t>Ils lurent</w:t>
      </w:r>
      <w:r w:rsidR="004A4993">
        <w:t xml:space="preserve">, </w:t>
      </w:r>
      <w:r w:rsidRPr="004C3E92">
        <w:t>ils causèrent</w:t>
      </w:r>
      <w:r w:rsidR="004A4993">
        <w:t xml:space="preserve">, </w:t>
      </w:r>
      <w:r w:rsidRPr="004C3E92">
        <w:t>ils chantèrent ensemble</w:t>
      </w:r>
      <w:r w:rsidR="004A4993">
        <w:t xml:space="preserve"> ; </w:t>
      </w:r>
      <w:r w:rsidRPr="004C3E92">
        <w:t>il avait des talents musicaux considérables</w:t>
      </w:r>
      <w:r w:rsidR="004A4993">
        <w:t xml:space="preserve"> ; </w:t>
      </w:r>
      <w:r w:rsidRPr="004C3E92">
        <w:t>et il l</w:t>
      </w:r>
      <w:r w:rsidRPr="004C3E92">
        <w:t>i</w:t>
      </w:r>
      <w:r w:rsidRPr="004C3E92">
        <w:t>sait avec toute la sensibilité et l</w:t>
      </w:r>
      <w:r w:rsidR="004A4993">
        <w:t>’</w:t>
      </w:r>
      <w:r w:rsidRPr="004C3E92">
        <w:t>ardeur qui faisaient malheure</w:t>
      </w:r>
      <w:r w:rsidRPr="004C3E92">
        <w:t>u</w:t>
      </w:r>
      <w:r w:rsidRPr="004C3E92">
        <w:t>sement défaut à Edward</w:t>
      </w:r>
      <w:r w:rsidR="004A4993">
        <w:t>.</w:t>
      </w:r>
    </w:p>
    <w:p w14:paraId="5B92B830" w14:textId="77777777" w:rsidR="004A4993" w:rsidRDefault="008C5C61" w:rsidP="004A4993">
      <w:r w:rsidRPr="004C3E92">
        <w:t>Dans l</w:t>
      </w:r>
      <w:r w:rsidR="004A4993">
        <w:t>’</w:t>
      </w:r>
      <w:r w:rsidRPr="004C3E92">
        <w:t>estimation de Mrs</w:t>
      </w:r>
      <w:r w:rsidR="004A4993">
        <w:t xml:space="preserve">. </w:t>
      </w:r>
      <w:proofErr w:type="spellStart"/>
      <w:r w:rsidRPr="004C3E92">
        <w:t>Dashwood</w:t>
      </w:r>
      <w:proofErr w:type="spellEnd"/>
      <w:r w:rsidRPr="004C3E92">
        <w:t xml:space="preserve"> il était aussi impecc</w:t>
      </w:r>
      <w:r w:rsidRPr="004C3E92">
        <w:t>a</w:t>
      </w:r>
      <w:r w:rsidRPr="004C3E92">
        <w:t>ble que dans celle de Marianne</w:t>
      </w:r>
      <w:r w:rsidR="004A4993">
        <w:t xml:space="preserve"> ; </w:t>
      </w:r>
      <w:r w:rsidRPr="004C3E92">
        <w:t xml:space="preserve">et </w:t>
      </w:r>
      <w:proofErr w:type="spellStart"/>
      <w:r w:rsidRPr="004C3E92">
        <w:t>Elinor</w:t>
      </w:r>
      <w:proofErr w:type="spellEnd"/>
      <w:r w:rsidRPr="004C3E92">
        <w:t xml:space="preserve"> ne trouvait rien à lui reprocher</w:t>
      </w:r>
      <w:r w:rsidR="004A4993">
        <w:t xml:space="preserve">, </w:t>
      </w:r>
      <w:r w:rsidRPr="004C3E92">
        <w:t>si ce n</w:t>
      </w:r>
      <w:r w:rsidR="004A4993">
        <w:t>’</w:t>
      </w:r>
      <w:r w:rsidRPr="004C3E92">
        <w:t>est une tendance</w:t>
      </w:r>
      <w:r w:rsidR="004A4993">
        <w:t xml:space="preserve">, </w:t>
      </w:r>
      <w:r w:rsidRPr="004C3E92">
        <w:t>par laquelle il ressemblait vigoureusement à sa sœur</w:t>
      </w:r>
      <w:r w:rsidR="004A4993">
        <w:t xml:space="preserve">, </w:t>
      </w:r>
      <w:r w:rsidRPr="004C3E92">
        <w:t>et la ravissait tout particulièrement</w:t>
      </w:r>
      <w:r w:rsidR="004A4993">
        <w:t xml:space="preserve">, </w:t>
      </w:r>
      <w:r w:rsidRPr="004C3E92">
        <w:t>à trop dire ce qu</w:t>
      </w:r>
      <w:r w:rsidR="004A4993">
        <w:t>’</w:t>
      </w:r>
      <w:r w:rsidRPr="004C3E92">
        <w:t>il pensait en toute occasion</w:t>
      </w:r>
      <w:r w:rsidR="004A4993">
        <w:t xml:space="preserve">, </w:t>
      </w:r>
      <w:r w:rsidRPr="004C3E92">
        <w:t>sans égard pour les personnes ou les circonstances</w:t>
      </w:r>
      <w:r w:rsidR="004A4993">
        <w:t xml:space="preserve">. </w:t>
      </w:r>
      <w:r w:rsidRPr="004C3E92">
        <w:t>En formant et en donnant à la hâte son opinion sur autrui</w:t>
      </w:r>
      <w:r w:rsidR="004A4993">
        <w:t xml:space="preserve">, </w:t>
      </w:r>
      <w:r w:rsidRPr="004C3E92">
        <w:t>en sacrifiant la politesse générale au plaisir de l</w:t>
      </w:r>
      <w:r w:rsidR="004A4993">
        <w:t>’</w:t>
      </w:r>
      <w:r w:rsidRPr="004C3E92">
        <w:t>attention sans mélange là où son cœur était eng</w:t>
      </w:r>
      <w:r w:rsidRPr="004C3E92">
        <w:t>a</w:t>
      </w:r>
      <w:r w:rsidRPr="004C3E92">
        <w:t>gé</w:t>
      </w:r>
      <w:r w:rsidR="004A4993">
        <w:t xml:space="preserve">, </w:t>
      </w:r>
      <w:r w:rsidRPr="004C3E92">
        <w:t>et en méconnaissant trop facilement les formes des conv</w:t>
      </w:r>
      <w:r w:rsidRPr="004C3E92">
        <w:t>e</w:t>
      </w:r>
      <w:r w:rsidRPr="004C3E92">
        <w:t>nances mondaines</w:t>
      </w:r>
      <w:r w:rsidR="004A4993">
        <w:t xml:space="preserve">, </w:t>
      </w:r>
      <w:r w:rsidRPr="004C3E92">
        <w:t>il manifestait un manque de prudence qu</w:t>
      </w:r>
      <w:r w:rsidR="004A4993">
        <w:t>’</w:t>
      </w:r>
      <w:proofErr w:type="spellStart"/>
      <w:r w:rsidRPr="004C3E92">
        <w:t>Elinor</w:t>
      </w:r>
      <w:proofErr w:type="spellEnd"/>
      <w:r w:rsidRPr="004C3E92">
        <w:t xml:space="preserve"> ne pouvait approuver</w:t>
      </w:r>
      <w:r w:rsidR="004A4993">
        <w:t xml:space="preserve">, </w:t>
      </w:r>
      <w:r w:rsidRPr="004C3E92">
        <w:t>en dépit de tout ce qu</w:t>
      </w:r>
      <w:r w:rsidR="004A4993">
        <w:t>’</w:t>
      </w:r>
      <w:r w:rsidRPr="004C3E92">
        <w:t>il pouvait dire</w:t>
      </w:r>
      <w:r w:rsidR="004A4993">
        <w:t xml:space="preserve">, </w:t>
      </w:r>
      <w:r w:rsidRPr="004C3E92">
        <w:t>ainsi que Marianne</w:t>
      </w:r>
      <w:r w:rsidR="004A4993">
        <w:t xml:space="preserve">, </w:t>
      </w:r>
      <w:r w:rsidRPr="004C3E92">
        <w:t>en faveur de son attitude</w:t>
      </w:r>
      <w:r w:rsidR="004A4993">
        <w:t>.</w:t>
      </w:r>
    </w:p>
    <w:p w14:paraId="6B034CDA" w14:textId="77777777" w:rsidR="004A4993" w:rsidRDefault="008C5C61" w:rsidP="004A4993">
      <w:r w:rsidRPr="004C3E92">
        <w:lastRenderedPageBreak/>
        <w:t>Marianne commença à présent à s</w:t>
      </w:r>
      <w:r w:rsidR="004A4993">
        <w:t>’</w:t>
      </w:r>
      <w:r w:rsidRPr="004C3E92">
        <w:t>apercevoir que le dése</w:t>
      </w:r>
      <w:r w:rsidRPr="004C3E92">
        <w:t>s</w:t>
      </w:r>
      <w:r w:rsidRPr="004C3E92">
        <w:t>poir qui l</w:t>
      </w:r>
      <w:r w:rsidR="004A4993">
        <w:t>’</w:t>
      </w:r>
      <w:r w:rsidRPr="004C3E92">
        <w:t>avait saisie à seize ans et demi</w:t>
      </w:r>
      <w:r w:rsidR="004A4993">
        <w:t xml:space="preserve">, </w:t>
      </w:r>
      <w:r w:rsidRPr="004C3E92">
        <w:t>de jamais voir un homme qui pût satisfaire ses idées de la perfection</w:t>
      </w:r>
      <w:r w:rsidR="004A4993">
        <w:t xml:space="preserve">, </w:t>
      </w:r>
      <w:r w:rsidRPr="004C3E92">
        <w:t>avait été i</w:t>
      </w:r>
      <w:r w:rsidRPr="004C3E92">
        <w:t>n</w:t>
      </w:r>
      <w:r w:rsidRPr="004C3E92">
        <w:t>considéré et injustifié</w:t>
      </w:r>
      <w:r w:rsidR="004A4993">
        <w:t xml:space="preserve">. </w:t>
      </w:r>
      <w:r w:rsidRPr="004C3E92">
        <w:t>Willoughby était tout ce que son imag</w:t>
      </w:r>
      <w:r w:rsidRPr="004C3E92">
        <w:t>i</w:t>
      </w:r>
      <w:r w:rsidRPr="004C3E92">
        <w:t>nation avait tracé en cette heure malheureuse</w:t>
      </w:r>
      <w:r w:rsidR="004A4993">
        <w:t xml:space="preserve">, </w:t>
      </w:r>
      <w:r w:rsidRPr="004C3E92">
        <w:t>et en chaque p</w:t>
      </w:r>
      <w:r w:rsidRPr="004C3E92">
        <w:t>é</w:t>
      </w:r>
      <w:r w:rsidRPr="004C3E92">
        <w:t>riode plus joyeuse</w:t>
      </w:r>
      <w:r w:rsidR="004A4993">
        <w:t xml:space="preserve">, </w:t>
      </w:r>
      <w:r w:rsidRPr="004C3E92">
        <w:t>comme susceptible d</w:t>
      </w:r>
      <w:r w:rsidR="004A4993">
        <w:t>’</w:t>
      </w:r>
      <w:r w:rsidRPr="004C3E92">
        <w:t>attacher son affection</w:t>
      </w:r>
      <w:r w:rsidR="004A4993">
        <w:t xml:space="preserve"> ; </w:t>
      </w:r>
      <w:r w:rsidRPr="004C3E92">
        <w:t>et la conduite du jeune homme déclarait que ses désirs étaient</w:t>
      </w:r>
      <w:r w:rsidR="004A4993">
        <w:t xml:space="preserve">, </w:t>
      </w:r>
      <w:r w:rsidRPr="004C3E92">
        <w:t>à cet égard</w:t>
      </w:r>
      <w:r w:rsidR="004A4993">
        <w:t xml:space="preserve">, </w:t>
      </w:r>
      <w:r w:rsidRPr="004C3E92">
        <w:t>aussi sincères que ses capacités étaient grandes</w:t>
      </w:r>
      <w:r w:rsidR="004A4993">
        <w:t>.</w:t>
      </w:r>
    </w:p>
    <w:p w14:paraId="66D13387" w14:textId="77777777" w:rsidR="004A4993" w:rsidRDefault="008C5C61" w:rsidP="004A4993">
      <w:r w:rsidRPr="004C3E92">
        <w:t>Sa mère</w:t>
      </w:r>
      <w:r w:rsidR="004A4993">
        <w:t xml:space="preserve">, </w:t>
      </w:r>
      <w:r w:rsidRPr="004C3E92">
        <w:t>également</w:t>
      </w:r>
      <w:r w:rsidR="004A4993">
        <w:t xml:space="preserve">, </w:t>
      </w:r>
      <w:r w:rsidRPr="004C3E92">
        <w:t>dans l</w:t>
      </w:r>
      <w:r w:rsidR="004A4993">
        <w:t>’</w:t>
      </w:r>
      <w:r w:rsidRPr="004C3E92">
        <w:t>esprit de qui nulle pensée de leur mariage n</w:t>
      </w:r>
      <w:r w:rsidR="004A4993">
        <w:t>’</w:t>
      </w:r>
      <w:r w:rsidRPr="004C3E92">
        <w:t>avait été suscitée par sa perspective de richesse</w:t>
      </w:r>
      <w:r w:rsidR="004A4993">
        <w:t xml:space="preserve">, </w:t>
      </w:r>
      <w:r w:rsidRPr="004C3E92">
        <w:t>fut amenée à le souhaiter et à l</w:t>
      </w:r>
      <w:r w:rsidR="004A4993">
        <w:t>’</w:t>
      </w:r>
      <w:r w:rsidRPr="004C3E92">
        <w:t>espérer</w:t>
      </w:r>
      <w:r w:rsidR="004A4993">
        <w:t xml:space="preserve">, </w:t>
      </w:r>
      <w:r w:rsidRPr="004C3E92">
        <w:t>et à se féliciter en secret d</w:t>
      </w:r>
      <w:r w:rsidR="004A4993">
        <w:t>’</w:t>
      </w:r>
      <w:r w:rsidRPr="004C3E92">
        <w:t>avoir acquis deux gendres tels qu</w:t>
      </w:r>
      <w:r w:rsidR="004A4993">
        <w:t>’</w:t>
      </w:r>
      <w:r w:rsidRPr="004C3E92">
        <w:t>Edward et Willoughby</w:t>
      </w:r>
      <w:r w:rsidR="004A4993">
        <w:t>.</w:t>
      </w:r>
    </w:p>
    <w:p w14:paraId="1AA56CAC" w14:textId="77777777" w:rsidR="004A4993" w:rsidRDefault="008C5C61" w:rsidP="004A4993">
      <w:r w:rsidRPr="004C3E92">
        <w:t>La préférence du colonel Brandon pour Marianne</w:t>
      </w:r>
      <w:r w:rsidR="004A4993">
        <w:t xml:space="preserve">, </w:t>
      </w:r>
      <w:r w:rsidRPr="004C3E92">
        <w:t>qui avait été découverte si tôt par les amis de celui-ci</w:t>
      </w:r>
      <w:r w:rsidR="004A4993">
        <w:t xml:space="preserve">, </w:t>
      </w:r>
      <w:r w:rsidRPr="004C3E92">
        <w:t>ne commença qu</w:t>
      </w:r>
      <w:r w:rsidR="004A4993">
        <w:t>’</w:t>
      </w:r>
      <w:r w:rsidRPr="004C3E92">
        <w:t xml:space="preserve">à présent à devenir perceptible pour </w:t>
      </w:r>
      <w:proofErr w:type="spellStart"/>
      <w:r w:rsidRPr="004C3E92">
        <w:t>Elinor</w:t>
      </w:r>
      <w:proofErr w:type="spellEnd"/>
      <w:r w:rsidR="004A4993">
        <w:t xml:space="preserve">, </w:t>
      </w:r>
      <w:r w:rsidRPr="004C3E92">
        <w:t>lorsqu</w:t>
      </w:r>
      <w:r w:rsidR="004A4993">
        <w:t>’</w:t>
      </w:r>
      <w:r w:rsidRPr="004C3E92">
        <w:t>ils cessèrent de la remarquer</w:t>
      </w:r>
      <w:r w:rsidR="004A4993">
        <w:t xml:space="preserve">. </w:t>
      </w:r>
      <w:r w:rsidRPr="004C3E92">
        <w:t>Leur attention et leurs traits d</w:t>
      </w:r>
      <w:r w:rsidR="004A4993">
        <w:t>’</w:t>
      </w:r>
      <w:r w:rsidRPr="004C3E92">
        <w:t>esprits furent détournés de lui sur son rival plus heureux</w:t>
      </w:r>
      <w:r w:rsidR="004A4993">
        <w:t xml:space="preserve"> ; </w:t>
      </w:r>
      <w:r w:rsidRPr="004C3E92">
        <w:t>et les railleries qu</w:t>
      </w:r>
      <w:r w:rsidR="004A4993">
        <w:t>’</w:t>
      </w:r>
      <w:r w:rsidRPr="004C3E92">
        <w:t>avait encourues l</w:t>
      </w:r>
      <w:r w:rsidR="004A4993">
        <w:t>’</w:t>
      </w:r>
      <w:r w:rsidRPr="004C3E92">
        <w:t>autre avant qu</w:t>
      </w:r>
      <w:r w:rsidR="004A4993">
        <w:t>’</w:t>
      </w:r>
      <w:r w:rsidRPr="004C3E92">
        <w:t>aucune préférence ne fût suscitée ne se produisirent plus lorsque ses sentiments co</w:t>
      </w:r>
      <w:r w:rsidRPr="004C3E92">
        <w:t>m</w:t>
      </w:r>
      <w:r w:rsidRPr="004C3E92">
        <w:t>mencèrent réellement à justifier le ridicule qui accompagne si justement la sensibilité</w:t>
      </w:r>
      <w:r w:rsidR="004A4993">
        <w:t xml:space="preserve">. </w:t>
      </w:r>
      <w:proofErr w:type="spellStart"/>
      <w:r w:rsidRPr="004C3E92">
        <w:t>Elinor</w:t>
      </w:r>
      <w:proofErr w:type="spellEnd"/>
      <w:r w:rsidRPr="004C3E92">
        <w:t xml:space="preserve"> fut contrainte</w:t>
      </w:r>
      <w:r w:rsidR="004A4993">
        <w:t xml:space="preserve">, </w:t>
      </w:r>
      <w:r w:rsidRPr="004C3E92">
        <w:t>encore qu</w:t>
      </w:r>
      <w:r w:rsidR="004A4993">
        <w:t>’</w:t>
      </w:r>
      <w:r w:rsidRPr="004C3E92">
        <w:t>à contre-cœur</w:t>
      </w:r>
      <w:r w:rsidR="004A4993">
        <w:t xml:space="preserve">, </w:t>
      </w:r>
      <w:r w:rsidRPr="004C3E92">
        <w:t>de croire que les sentiments que Mrs</w:t>
      </w:r>
      <w:r w:rsidR="004A4993">
        <w:t xml:space="preserve">. </w:t>
      </w:r>
      <w:r w:rsidRPr="004C3E92">
        <w:t>Jennings avait assignés au colonel pour sa propre satisfaction étaient à présent effectivement suscités par sa sœur</w:t>
      </w:r>
      <w:r w:rsidR="004A4993">
        <w:t xml:space="preserve"> ; </w:t>
      </w:r>
      <w:r w:rsidRPr="004C3E92">
        <w:t>et que</w:t>
      </w:r>
      <w:r w:rsidR="004A4993">
        <w:t xml:space="preserve">, </w:t>
      </w:r>
      <w:r w:rsidRPr="004C3E92">
        <w:t>dans que</w:t>
      </w:r>
      <w:r w:rsidRPr="004C3E92">
        <w:t>l</w:t>
      </w:r>
      <w:r w:rsidRPr="004C3E92">
        <w:t>que mesure qu</w:t>
      </w:r>
      <w:r w:rsidR="004A4993">
        <w:t>’</w:t>
      </w:r>
      <w:r w:rsidRPr="004C3E92">
        <w:t>une ressemblance générale de natures pût fav</w:t>
      </w:r>
      <w:r w:rsidRPr="004C3E92">
        <w:t>o</w:t>
      </w:r>
      <w:r w:rsidRPr="004C3E92">
        <w:t>riser l</w:t>
      </w:r>
      <w:r w:rsidR="004A4993">
        <w:t>’</w:t>
      </w:r>
      <w:r w:rsidRPr="004C3E92">
        <w:t>affection de Mr</w:t>
      </w:r>
      <w:r w:rsidR="004A4993">
        <w:t xml:space="preserve">. </w:t>
      </w:r>
      <w:r w:rsidRPr="004C3E92">
        <w:t>Willoughby</w:t>
      </w:r>
      <w:r w:rsidR="004A4993">
        <w:t xml:space="preserve">, </w:t>
      </w:r>
      <w:r w:rsidRPr="004C3E92">
        <w:t>une opposition aussi ma</w:t>
      </w:r>
      <w:r w:rsidRPr="004C3E92">
        <w:t>r</w:t>
      </w:r>
      <w:r w:rsidRPr="004C3E92">
        <w:t>quante de caractères ne constituait point un obstacle à l</w:t>
      </w:r>
      <w:r w:rsidR="004A4993">
        <w:t>’</w:t>
      </w:r>
      <w:r w:rsidRPr="004C3E92">
        <w:t>hommage du colonel Brandon</w:t>
      </w:r>
      <w:r w:rsidR="004A4993">
        <w:t xml:space="preserve">. </w:t>
      </w:r>
      <w:r w:rsidRPr="004C3E92">
        <w:t>Elle s</w:t>
      </w:r>
      <w:r w:rsidR="004A4993">
        <w:t>’</w:t>
      </w:r>
      <w:r w:rsidRPr="004C3E92">
        <w:t>en rendit compte avec i</w:t>
      </w:r>
      <w:r w:rsidRPr="004C3E92">
        <w:t>n</w:t>
      </w:r>
      <w:r w:rsidRPr="004C3E92">
        <w:t>quiétude</w:t>
      </w:r>
      <w:r w:rsidR="004A4993">
        <w:t xml:space="preserve"> ; </w:t>
      </w:r>
      <w:r w:rsidRPr="004C3E92">
        <w:t>car que pouvait espérer un homme silencieux de trente-cinq ans</w:t>
      </w:r>
      <w:r w:rsidR="004A4993">
        <w:t xml:space="preserve">, </w:t>
      </w:r>
      <w:r w:rsidRPr="004C3E92">
        <w:t>alors qu</w:t>
      </w:r>
      <w:r w:rsidR="004A4993">
        <w:t>’</w:t>
      </w:r>
      <w:r w:rsidRPr="004C3E92">
        <w:t xml:space="preserve">on lui en </w:t>
      </w:r>
      <w:r w:rsidRPr="004C3E92">
        <w:lastRenderedPageBreak/>
        <w:t>opposait un autre</w:t>
      </w:r>
      <w:r w:rsidR="004A4993">
        <w:t xml:space="preserve">, </w:t>
      </w:r>
      <w:r w:rsidRPr="004C3E92">
        <w:t>plein de vivacité</w:t>
      </w:r>
      <w:r w:rsidR="004A4993">
        <w:t xml:space="preserve">, </w:t>
      </w:r>
      <w:r w:rsidRPr="004C3E92">
        <w:t>qui en comptait vingt-cinq</w:t>
      </w:r>
      <w:r w:rsidR="004A4993">
        <w:t xml:space="preserve"> ? </w:t>
      </w:r>
      <w:r w:rsidRPr="004C3E92">
        <w:t>Et comme elle ne pouvait même pas souhaiter qu</w:t>
      </w:r>
      <w:r w:rsidR="004A4993">
        <w:t>’</w:t>
      </w:r>
      <w:r w:rsidRPr="004C3E92">
        <w:t>il réussît</w:t>
      </w:r>
      <w:r w:rsidR="004A4993">
        <w:t xml:space="preserve">, </w:t>
      </w:r>
      <w:r w:rsidRPr="004C3E92">
        <w:t>elle souhaita de tout cœur qu</w:t>
      </w:r>
      <w:r w:rsidR="004A4993">
        <w:t>’</w:t>
      </w:r>
      <w:r w:rsidRPr="004C3E92">
        <w:t>il fût indifférent</w:t>
      </w:r>
      <w:r w:rsidR="004A4993">
        <w:t xml:space="preserve">. </w:t>
      </w:r>
      <w:r w:rsidRPr="004C3E92">
        <w:t>Il lui plaisait</w:t>
      </w:r>
      <w:r w:rsidR="004A4993">
        <w:t xml:space="preserve">. </w:t>
      </w:r>
      <w:r w:rsidRPr="004C3E92">
        <w:t>Malgré sa gravité et sa rése</w:t>
      </w:r>
      <w:r w:rsidRPr="004C3E92">
        <w:t>r</w:t>
      </w:r>
      <w:r w:rsidRPr="004C3E92">
        <w:t>ve</w:t>
      </w:r>
      <w:r w:rsidR="004A4993">
        <w:t xml:space="preserve">, </w:t>
      </w:r>
      <w:r w:rsidRPr="004C3E92">
        <w:t>elle voyait en lui un objet d</w:t>
      </w:r>
      <w:r w:rsidR="004A4993">
        <w:t>’</w:t>
      </w:r>
      <w:r w:rsidRPr="004C3E92">
        <w:t>intérêt</w:t>
      </w:r>
      <w:r w:rsidR="004A4993">
        <w:t xml:space="preserve">. </w:t>
      </w:r>
      <w:r w:rsidRPr="004C3E92">
        <w:t>Ses façons</w:t>
      </w:r>
      <w:r w:rsidR="004A4993">
        <w:t xml:space="preserve">, </w:t>
      </w:r>
      <w:r w:rsidRPr="004C3E92">
        <w:t>quoique s</w:t>
      </w:r>
      <w:r w:rsidRPr="004C3E92">
        <w:t>é</w:t>
      </w:r>
      <w:r w:rsidRPr="004C3E92">
        <w:t>rieuses</w:t>
      </w:r>
      <w:r w:rsidR="004A4993">
        <w:t xml:space="preserve">, </w:t>
      </w:r>
      <w:r w:rsidRPr="004C3E92">
        <w:t>étaient douces</w:t>
      </w:r>
      <w:r w:rsidR="004A4993">
        <w:t xml:space="preserve"> ; </w:t>
      </w:r>
      <w:r w:rsidRPr="004C3E92">
        <w:t>et sa réserve semblait être plutôt le r</w:t>
      </w:r>
      <w:r w:rsidRPr="004C3E92">
        <w:t>é</w:t>
      </w:r>
      <w:r w:rsidRPr="004C3E92">
        <w:t>sultat de quelque oppression de son ardeur que d</w:t>
      </w:r>
      <w:r w:rsidR="004A4993">
        <w:t>’</w:t>
      </w:r>
      <w:r w:rsidRPr="004C3E92">
        <w:t>aucune tri</w:t>
      </w:r>
      <w:r w:rsidRPr="004C3E92">
        <w:t>s</w:t>
      </w:r>
      <w:r w:rsidRPr="004C3E92">
        <w:t>tesse naturelle de caractère</w:t>
      </w:r>
      <w:r w:rsidR="004A4993">
        <w:t xml:space="preserve">. </w:t>
      </w:r>
      <w:r w:rsidRPr="004C3E92">
        <w:t>Sir John avait laissé tomber des i</w:t>
      </w:r>
      <w:r w:rsidRPr="004C3E92">
        <w:t>n</w:t>
      </w:r>
      <w:r w:rsidRPr="004C3E92">
        <w:t>sinuations touchant des blessures et des déceptions passées</w:t>
      </w:r>
      <w:r w:rsidR="004A4993">
        <w:t xml:space="preserve">, </w:t>
      </w:r>
      <w:r w:rsidRPr="004C3E92">
        <w:t>qui la justifiaient à le prendre pour un homme malheureux</w:t>
      </w:r>
      <w:r w:rsidR="004A4993">
        <w:t xml:space="preserve">, </w:t>
      </w:r>
      <w:r w:rsidRPr="004C3E92">
        <w:t>et elle le considérait avec respect et avec compassion</w:t>
      </w:r>
      <w:r w:rsidR="004A4993">
        <w:t>.</w:t>
      </w:r>
    </w:p>
    <w:p w14:paraId="4E74CA67" w14:textId="77777777" w:rsidR="004A4993" w:rsidRDefault="008C5C61" w:rsidP="004A4993">
      <w:r w:rsidRPr="004C3E92">
        <w:t>Peut-être le plaignait-elle et l</w:t>
      </w:r>
      <w:r w:rsidR="004A4993">
        <w:t>’</w:t>
      </w:r>
      <w:r w:rsidRPr="004C3E92">
        <w:t>estimait-elle d</w:t>
      </w:r>
      <w:r w:rsidR="004A4993">
        <w:t>’</w:t>
      </w:r>
      <w:r w:rsidRPr="004C3E92">
        <w:t>autant plus qu</w:t>
      </w:r>
      <w:r w:rsidR="004A4993">
        <w:t>’</w:t>
      </w:r>
      <w:r w:rsidRPr="004C3E92">
        <w:t>il était dédaigné de Willoughby et de Marianne</w:t>
      </w:r>
      <w:r w:rsidR="004A4993">
        <w:t xml:space="preserve">, </w:t>
      </w:r>
      <w:r w:rsidRPr="004C3E92">
        <w:t>qui</w:t>
      </w:r>
      <w:r w:rsidR="004A4993">
        <w:t xml:space="preserve">, </w:t>
      </w:r>
      <w:r w:rsidRPr="004C3E92">
        <w:t>prév</w:t>
      </w:r>
      <w:r w:rsidRPr="004C3E92">
        <w:t>e</w:t>
      </w:r>
      <w:r w:rsidRPr="004C3E92">
        <w:t>nus contre lui parce qu</w:t>
      </w:r>
      <w:r w:rsidR="004A4993">
        <w:t>’</w:t>
      </w:r>
      <w:r w:rsidRPr="004C3E92">
        <w:t>il n</w:t>
      </w:r>
      <w:r w:rsidR="004A4993">
        <w:t>’</w:t>
      </w:r>
      <w:r w:rsidRPr="004C3E92">
        <w:t>était ni vif ni jeune</w:t>
      </w:r>
      <w:r w:rsidR="004A4993">
        <w:t xml:space="preserve">, </w:t>
      </w:r>
      <w:r w:rsidRPr="004C3E92">
        <w:t>semblaient rés</w:t>
      </w:r>
      <w:r w:rsidRPr="004C3E92">
        <w:t>o</w:t>
      </w:r>
      <w:r w:rsidRPr="004C3E92">
        <w:t>lus à sous-estimer ses mérites</w:t>
      </w:r>
      <w:r w:rsidR="004A4993">
        <w:t>.</w:t>
      </w:r>
    </w:p>
    <w:p w14:paraId="3329D091" w14:textId="77777777" w:rsidR="004A4993" w:rsidRDefault="004A4993" w:rsidP="004A4993">
      <w:r>
        <w:t>— </w:t>
      </w:r>
      <w:r w:rsidR="008C5C61" w:rsidRPr="004C3E92">
        <w:t>Brandon est exactement un de ces hommes</w:t>
      </w:r>
      <w:r>
        <w:t xml:space="preserve">, </w:t>
      </w:r>
      <w:r w:rsidR="008C5C61" w:rsidRPr="004C3E92">
        <w:t>dit un jour Willoughby</w:t>
      </w:r>
      <w:r>
        <w:t xml:space="preserve">, </w:t>
      </w:r>
      <w:r w:rsidR="008C5C61" w:rsidRPr="004C3E92">
        <w:t>alors qu</w:t>
      </w:r>
      <w:r>
        <w:t>’</w:t>
      </w:r>
      <w:r w:rsidR="008C5C61" w:rsidRPr="004C3E92">
        <w:t>ils parlaient de lui tous ensemble</w:t>
      </w:r>
      <w:r>
        <w:t xml:space="preserve">, </w:t>
      </w:r>
      <w:r w:rsidR="008C5C61" w:rsidRPr="004C3E92">
        <w:t>dont tout le monde dit du bien</w:t>
      </w:r>
      <w:r>
        <w:t xml:space="preserve">, </w:t>
      </w:r>
      <w:r w:rsidR="008C5C61" w:rsidRPr="004C3E92">
        <w:t>et dont personne ne se préoccupe</w:t>
      </w:r>
      <w:r>
        <w:t xml:space="preserve"> ; </w:t>
      </w:r>
      <w:r w:rsidR="008C5C61" w:rsidRPr="004C3E92">
        <w:t>que tout le monde est ravi de voir</w:t>
      </w:r>
      <w:r>
        <w:t xml:space="preserve">, </w:t>
      </w:r>
      <w:r w:rsidR="008C5C61" w:rsidRPr="004C3E92">
        <w:t>et à qui personne ne se so</w:t>
      </w:r>
      <w:r w:rsidR="008C5C61" w:rsidRPr="004C3E92">
        <w:t>u</w:t>
      </w:r>
      <w:r w:rsidR="008C5C61" w:rsidRPr="004C3E92">
        <w:t>vient de parler</w:t>
      </w:r>
      <w:r>
        <w:t>.</w:t>
      </w:r>
    </w:p>
    <w:p w14:paraId="53296C55" w14:textId="77777777" w:rsidR="004A4993" w:rsidRDefault="004A4993" w:rsidP="004A4993">
      <w:r>
        <w:t>— </w:t>
      </w:r>
      <w:r w:rsidR="008C5C61" w:rsidRPr="004C3E92">
        <w:t>C</w:t>
      </w:r>
      <w:r>
        <w:t>’</w:t>
      </w:r>
      <w:r w:rsidR="008C5C61" w:rsidRPr="004C3E92">
        <w:t>est là exactement ce que je pense de lui</w:t>
      </w:r>
      <w:r>
        <w:t xml:space="preserve">, </w:t>
      </w:r>
      <w:r w:rsidR="008C5C61" w:rsidRPr="004C3E92">
        <w:t>s</w:t>
      </w:r>
      <w:r>
        <w:t>’</w:t>
      </w:r>
      <w:r w:rsidR="008C5C61" w:rsidRPr="004C3E92">
        <w:t>écria M</w:t>
      </w:r>
      <w:r w:rsidR="008C5C61" w:rsidRPr="004C3E92">
        <w:t>a</w:t>
      </w:r>
      <w:r w:rsidR="008C5C61" w:rsidRPr="004C3E92">
        <w:t>rianne</w:t>
      </w:r>
      <w:r>
        <w:t>.</w:t>
      </w:r>
    </w:p>
    <w:p w14:paraId="337B3435" w14:textId="77777777" w:rsidR="004A4993" w:rsidRDefault="004A4993" w:rsidP="004A4993">
      <w:r>
        <w:t>— </w:t>
      </w:r>
      <w:r w:rsidR="008C5C61" w:rsidRPr="004C3E92">
        <w:t>Mais ne vous en vantez pas</w:t>
      </w:r>
      <w:r>
        <w:t xml:space="preserve">, </w:t>
      </w:r>
      <w:r w:rsidR="008C5C61" w:rsidRPr="004C3E92">
        <w:t xml:space="preserve">dit </w:t>
      </w:r>
      <w:proofErr w:type="spellStart"/>
      <w:r w:rsidR="008C5C61" w:rsidRPr="004C3E92">
        <w:t>Elinor</w:t>
      </w:r>
      <w:proofErr w:type="spellEnd"/>
      <w:r>
        <w:t xml:space="preserve">, </w:t>
      </w:r>
      <w:r w:rsidR="008C5C61" w:rsidRPr="004C3E92">
        <w:t>car c</w:t>
      </w:r>
      <w:r>
        <w:t>’</w:t>
      </w:r>
      <w:r w:rsidR="008C5C61" w:rsidRPr="004C3E92">
        <w:t>est injuste de votre part</w:t>
      </w:r>
      <w:r>
        <w:t xml:space="preserve">, </w:t>
      </w:r>
      <w:r w:rsidR="008C5C61" w:rsidRPr="004C3E92">
        <w:t>à l</w:t>
      </w:r>
      <w:r>
        <w:t>’</w:t>
      </w:r>
      <w:r w:rsidR="008C5C61" w:rsidRPr="004C3E92">
        <w:t>un et à l</w:t>
      </w:r>
      <w:r>
        <w:t>’</w:t>
      </w:r>
      <w:r w:rsidR="008C5C61" w:rsidRPr="004C3E92">
        <w:t>autre</w:t>
      </w:r>
      <w:r>
        <w:t xml:space="preserve">. </w:t>
      </w:r>
      <w:r w:rsidR="008C5C61" w:rsidRPr="004C3E92">
        <w:t>Il est hautement estimé de toute la famille</w:t>
      </w:r>
      <w:r>
        <w:t xml:space="preserve">, </w:t>
      </w:r>
      <w:r w:rsidR="008C5C61" w:rsidRPr="004C3E92">
        <w:t>au Park</w:t>
      </w:r>
      <w:r>
        <w:t xml:space="preserve">, </w:t>
      </w:r>
      <w:r w:rsidR="008C5C61" w:rsidRPr="004C3E92">
        <w:t>et</w:t>
      </w:r>
      <w:r>
        <w:t xml:space="preserve">, </w:t>
      </w:r>
      <w:r w:rsidR="008C5C61" w:rsidRPr="004C3E92">
        <w:t>pour ma part</w:t>
      </w:r>
      <w:r>
        <w:t xml:space="preserve">, </w:t>
      </w:r>
      <w:r w:rsidR="008C5C61" w:rsidRPr="004C3E92">
        <w:t>je ne le vois jamais sans me mettre en frais pour converser avec lui</w:t>
      </w:r>
      <w:r>
        <w:t>.</w:t>
      </w:r>
    </w:p>
    <w:p w14:paraId="33421004" w14:textId="77777777" w:rsidR="004A4993" w:rsidRDefault="004A4993" w:rsidP="004A4993">
      <w:r>
        <w:t>— </w:t>
      </w:r>
      <w:r w:rsidR="008C5C61" w:rsidRPr="004C3E92">
        <w:t>Qu</w:t>
      </w:r>
      <w:r>
        <w:t>’</w:t>
      </w:r>
      <w:r w:rsidR="008C5C61" w:rsidRPr="004C3E92">
        <w:t>il soit pris sous votre protection</w:t>
      </w:r>
      <w:r>
        <w:t xml:space="preserve">, </w:t>
      </w:r>
      <w:r w:rsidR="008C5C61" w:rsidRPr="004C3E92">
        <w:t>répondit Willoug</w:t>
      </w:r>
      <w:r w:rsidR="008C5C61" w:rsidRPr="004C3E92">
        <w:t>h</w:t>
      </w:r>
      <w:r w:rsidR="008C5C61" w:rsidRPr="004C3E92">
        <w:t>by</w:t>
      </w:r>
      <w:r>
        <w:t xml:space="preserve">, </w:t>
      </w:r>
      <w:r w:rsidR="008C5C61" w:rsidRPr="004C3E92">
        <w:t>c</w:t>
      </w:r>
      <w:r>
        <w:t>’</w:t>
      </w:r>
      <w:r w:rsidR="008C5C61" w:rsidRPr="004C3E92">
        <w:t>est là</w:t>
      </w:r>
      <w:r>
        <w:t xml:space="preserve">, </w:t>
      </w:r>
      <w:r w:rsidR="008C5C61" w:rsidRPr="004C3E92">
        <w:t>certainement</w:t>
      </w:r>
      <w:r>
        <w:t xml:space="preserve">, </w:t>
      </w:r>
      <w:r w:rsidR="008C5C61" w:rsidRPr="004C3E92">
        <w:t>un trait en sa faveur</w:t>
      </w:r>
      <w:r>
        <w:t xml:space="preserve"> ; </w:t>
      </w:r>
      <w:r w:rsidR="008C5C61" w:rsidRPr="004C3E92">
        <w:t>mais quant à l</w:t>
      </w:r>
      <w:r>
        <w:t>’</w:t>
      </w:r>
      <w:r w:rsidR="008C5C61" w:rsidRPr="004C3E92">
        <w:t>estime des autres</w:t>
      </w:r>
      <w:r>
        <w:t xml:space="preserve">, </w:t>
      </w:r>
      <w:r w:rsidR="008C5C61" w:rsidRPr="004C3E92">
        <w:t>elle est un reproche en soi</w:t>
      </w:r>
      <w:r>
        <w:t xml:space="preserve">. </w:t>
      </w:r>
      <w:r w:rsidR="008C5C61" w:rsidRPr="004C3E92">
        <w:t>Qui donc se soumettrait à l</w:t>
      </w:r>
      <w:r>
        <w:t>’</w:t>
      </w:r>
      <w:r w:rsidR="008C5C61" w:rsidRPr="004C3E92">
        <w:t>indignité de recevoir l</w:t>
      </w:r>
      <w:r>
        <w:t>’</w:t>
      </w:r>
      <w:r w:rsidR="008C5C61" w:rsidRPr="004C3E92">
        <w:t xml:space="preserve">approbation de </w:t>
      </w:r>
      <w:r w:rsidR="008C5C61" w:rsidRPr="004C3E92">
        <w:lastRenderedPageBreak/>
        <w:t>femmes comme lady Middleton et Mrs</w:t>
      </w:r>
      <w:r>
        <w:t xml:space="preserve">. </w:t>
      </w:r>
      <w:r w:rsidR="008C5C61" w:rsidRPr="004C3E92">
        <w:t>Jennings</w:t>
      </w:r>
      <w:r>
        <w:t xml:space="preserve">, </w:t>
      </w:r>
      <w:r w:rsidR="008C5C61" w:rsidRPr="004C3E92">
        <w:t>alors qu</w:t>
      </w:r>
      <w:r>
        <w:t>’</w:t>
      </w:r>
      <w:r w:rsidR="008C5C61" w:rsidRPr="004C3E92">
        <w:t>il pourrait forcer l</w:t>
      </w:r>
      <w:r>
        <w:t>’</w:t>
      </w:r>
      <w:r w:rsidR="008C5C61" w:rsidRPr="004C3E92">
        <w:t>indifférence de toute autre personne</w:t>
      </w:r>
      <w:r>
        <w:t> ?</w:t>
      </w:r>
    </w:p>
    <w:p w14:paraId="5F9C49DE" w14:textId="77777777" w:rsidR="004A4993" w:rsidRDefault="004A4993" w:rsidP="004A4993">
      <w:r>
        <w:t>— </w:t>
      </w:r>
      <w:r w:rsidR="008C5C61" w:rsidRPr="004C3E92">
        <w:t>Mais peut-être le dénigrement de gens tels que vous et Marianne compensera-t-il l</w:t>
      </w:r>
      <w:r>
        <w:t>’</w:t>
      </w:r>
      <w:r w:rsidR="008C5C61" w:rsidRPr="004C3E92">
        <w:t>estime de lady Middleton et de sa mère</w:t>
      </w:r>
      <w:r>
        <w:t xml:space="preserve">. </w:t>
      </w:r>
      <w:r w:rsidR="008C5C61" w:rsidRPr="004C3E92">
        <w:t>Si leurs louanges sont un blâme</w:t>
      </w:r>
      <w:r>
        <w:t xml:space="preserve">, </w:t>
      </w:r>
      <w:r w:rsidR="008C5C61" w:rsidRPr="004C3E92">
        <w:t>il se peut que vos repr</w:t>
      </w:r>
      <w:r w:rsidR="008C5C61" w:rsidRPr="004C3E92">
        <w:t>o</w:t>
      </w:r>
      <w:r w:rsidR="008C5C61" w:rsidRPr="004C3E92">
        <w:t>ches soient des éloges</w:t>
      </w:r>
      <w:r>
        <w:t xml:space="preserve"> ; </w:t>
      </w:r>
      <w:r w:rsidR="008C5C61" w:rsidRPr="004C3E92">
        <w:t>car elles ne manquent pas plus de di</w:t>
      </w:r>
      <w:r w:rsidR="008C5C61" w:rsidRPr="004C3E92">
        <w:t>s</w:t>
      </w:r>
      <w:r w:rsidR="008C5C61" w:rsidRPr="004C3E92">
        <w:t>crimination que vous n</w:t>
      </w:r>
      <w:r>
        <w:t>’</w:t>
      </w:r>
      <w:r w:rsidR="008C5C61" w:rsidRPr="004C3E92">
        <w:t>êtes prévenus et injustes</w:t>
      </w:r>
      <w:r>
        <w:t>.</w:t>
      </w:r>
    </w:p>
    <w:p w14:paraId="42D40BB2" w14:textId="77777777" w:rsidR="004A4993" w:rsidRDefault="004A4993" w:rsidP="004A4993">
      <w:r>
        <w:t>— </w:t>
      </w:r>
      <w:r w:rsidR="008C5C61" w:rsidRPr="004C3E92">
        <w:t>Dans la défense de ton protégé</w:t>
      </w:r>
      <w:r>
        <w:t xml:space="preserve">, </w:t>
      </w:r>
      <w:r w:rsidR="008C5C61" w:rsidRPr="004C3E92">
        <w:t>tu es même capable d</w:t>
      </w:r>
      <w:r>
        <w:t>’</w:t>
      </w:r>
      <w:r w:rsidR="008C5C61" w:rsidRPr="004C3E92">
        <w:t>être effrontée</w:t>
      </w:r>
      <w:r>
        <w:t>.</w:t>
      </w:r>
    </w:p>
    <w:p w14:paraId="10DBAD73" w14:textId="77777777" w:rsidR="004A4993" w:rsidRDefault="004A4993" w:rsidP="004A4993">
      <w:r>
        <w:t>— </w:t>
      </w:r>
      <w:r w:rsidR="008C5C61" w:rsidRPr="004C3E92">
        <w:t>Mon protégé</w:t>
      </w:r>
      <w:r>
        <w:t xml:space="preserve">, </w:t>
      </w:r>
      <w:r w:rsidR="008C5C61" w:rsidRPr="004C3E92">
        <w:t>comme tu l</w:t>
      </w:r>
      <w:r>
        <w:t>’</w:t>
      </w:r>
      <w:r w:rsidR="008C5C61" w:rsidRPr="004C3E92">
        <w:t>appelles</w:t>
      </w:r>
      <w:r>
        <w:t xml:space="preserve">, </w:t>
      </w:r>
      <w:r w:rsidR="008C5C61" w:rsidRPr="004C3E92">
        <w:t>est un homme intell</w:t>
      </w:r>
      <w:r w:rsidR="008C5C61" w:rsidRPr="004C3E92">
        <w:t>i</w:t>
      </w:r>
      <w:r w:rsidR="008C5C61" w:rsidRPr="004C3E92">
        <w:t>gent</w:t>
      </w:r>
      <w:r>
        <w:t xml:space="preserve"> ; </w:t>
      </w:r>
      <w:r w:rsidR="008C5C61" w:rsidRPr="004C3E92">
        <w:t>et l</w:t>
      </w:r>
      <w:r>
        <w:t>’</w:t>
      </w:r>
      <w:r w:rsidR="008C5C61" w:rsidRPr="004C3E92">
        <w:t>intelligence aura toujours des attraits pour moi</w:t>
      </w:r>
      <w:r>
        <w:t xml:space="preserve">. </w:t>
      </w:r>
      <w:r w:rsidR="008C5C61" w:rsidRPr="004C3E92">
        <w:t>Oui</w:t>
      </w:r>
      <w:r>
        <w:t xml:space="preserve">, </w:t>
      </w:r>
      <w:r w:rsidR="008C5C61" w:rsidRPr="004C3E92">
        <w:t>Marianne</w:t>
      </w:r>
      <w:r>
        <w:t xml:space="preserve">, </w:t>
      </w:r>
      <w:r w:rsidR="008C5C61" w:rsidRPr="004C3E92">
        <w:t>même chez un homme de trente à quarante ans</w:t>
      </w:r>
      <w:r>
        <w:t xml:space="preserve">. </w:t>
      </w:r>
      <w:r w:rsidR="008C5C61" w:rsidRPr="004C3E92">
        <w:t>Il connaît bien le monde</w:t>
      </w:r>
      <w:r>
        <w:t xml:space="preserve"> ; </w:t>
      </w:r>
      <w:r w:rsidR="008C5C61" w:rsidRPr="004C3E92">
        <w:t>il a été à l</w:t>
      </w:r>
      <w:r>
        <w:t>’</w:t>
      </w:r>
      <w:r w:rsidR="008C5C61" w:rsidRPr="004C3E92">
        <w:t>étranger</w:t>
      </w:r>
      <w:r>
        <w:t xml:space="preserve"> ; </w:t>
      </w:r>
      <w:r w:rsidR="008C5C61" w:rsidRPr="004C3E92">
        <w:t>il a lu</w:t>
      </w:r>
      <w:r>
        <w:t xml:space="preserve">, </w:t>
      </w:r>
      <w:r w:rsidR="008C5C61" w:rsidRPr="004C3E92">
        <w:t>et il a l</w:t>
      </w:r>
      <w:r>
        <w:t>’</w:t>
      </w:r>
      <w:r w:rsidR="008C5C61" w:rsidRPr="004C3E92">
        <w:t>esprit porté à la réflexion</w:t>
      </w:r>
      <w:r>
        <w:t xml:space="preserve">. </w:t>
      </w:r>
      <w:r w:rsidR="008C5C61" w:rsidRPr="004C3E92">
        <w:t>Je l</w:t>
      </w:r>
      <w:r>
        <w:t>’</w:t>
      </w:r>
      <w:r w:rsidR="008C5C61" w:rsidRPr="004C3E92">
        <w:t>ai trouvé capable de me donner bien des renseignements sur des sujets divers</w:t>
      </w:r>
      <w:r>
        <w:t xml:space="preserve">, </w:t>
      </w:r>
      <w:r w:rsidR="008C5C61" w:rsidRPr="004C3E92">
        <w:t>et il a toujours répondu à mes questions avec l</w:t>
      </w:r>
      <w:r>
        <w:t>’</w:t>
      </w:r>
      <w:r w:rsidR="008C5C61" w:rsidRPr="004C3E92">
        <w:t>empressement de la bonne éducation et d</w:t>
      </w:r>
      <w:r>
        <w:t>’</w:t>
      </w:r>
      <w:r w:rsidR="008C5C61" w:rsidRPr="004C3E92">
        <w:t>un bon caractère</w:t>
      </w:r>
      <w:r>
        <w:t>.</w:t>
      </w:r>
    </w:p>
    <w:p w14:paraId="68250EEF" w14:textId="77777777" w:rsidR="004A4993" w:rsidRDefault="004A4993" w:rsidP="004A4993">
      <w:r>
        <w:t>— </w:t>
      </w:r>
      <w:r w:rsidR="008C5C61" w:rsidRPr="004C3E92">
        <w:t>C</w:t>
      </w:r>
      <w:r>
        <w:t>’</w:t>
      </w:r>
      <w:r w:rsidR="008C5C61" w:rsidRPr="004C3E92">
        <w:t>est-à-dire</w:t>
      </w:r>
      <w:r>
        <w:t xml:space="preserve">, </w:t>
      </w:r>
      <w:r w:rsidR="008C5C61" w:rsidRPr="004C3E92">
        <w:t>s</w:t>
      </w:r>
      <w:r>
        <w:t>’</w:t>
      </w:r>
      <w:r w:rsidR="008C5C61" w:rsidRPr="004C3E92">
        <w:t>écria Marianne d</w:t>
      </w:r>
      <w:r>
        <w:t>’</w:t>
      </w:r>
      <w:r w:rsidR="008C5C61" w:rsidRPr="004C3E92">
        <w:t>un ton méprisant</w:t>
      </w:r>
      <w:r>
        <w:t xml:space="preserve">, </w:t>
      </w:r>
      <w:r w:rsidR="008C5C61" w:rsidRPr="004C3E92">
        <w:t>qu</w:t>
      </w:r>
      <w:r>
        <w:t>’</w:t>
      </w:r>
      <w:r w:rsidR="008C5C61" w:rsidRPr="004C3E92">
        <w:t>il t</w:t>
      </w:r>
      <w:r>
        <w:t>’</w:t>
      </w:r>
      <w:r w:rsidR="008C5C61" w:rsidRPr="004C3E92">
        <w:t>a dit qu</w:t>
      </w:r>
      <w:r>
        <w:t>’</w:t>
      </w:r>
      <w:r w:rsidR="008C5C61" w:rsidRPr="004C3E92">
        <w:t>aux Indes Orientales le climat est chaud</w:t>
      </w:r>
      <w:r>
        <w:t xml:space="preserve">, </w:t>
      </w:r>
      <w:r w:rsidR="008C5C61" w:rsidRPr="004C3E92">
        <w:t>et que les moustiques y sont ennuyeux</w:t>
      </w:r>
      <w:r>
        <w:t>.</w:t>
      </w:r>
    </w:p>
    <w:p w14:paraId="4A35AC22" w14:textId="77777777" w:rsidR="004A4993" w:rsidRDefault="004A4993" w:rsidP="004A4993">
      <w:r>
        <w:t>— </w:t>
      </w:r>
      <w:r w:rsidR="008C5C61" w:rsidRPr="004C3E92">
        <w:t>Il me l</w:t>
      </w:r>
      <w:r>
        <w:t>’</w:t>
      </w:r>
      <w:r w:rsidR="008C5C61" w:rsidRPr="004C3E92">
        <w:t>aurait dit</w:t>
      </w:r>
      <w:r>
        <w:t xml:space="preserve">, </w:t>
      </w:r>
      <w:r w:rsidR="008C5C61" w:rsidRPr="004C3E92">
        <w:t>je n</w:t>
      </w:r>
      <w:r>
        <w:t>’</w:t>
      </w:r>
      <w:r w:rsidR="008C5C61" w:rsidRPr="004C3E92">
        <w:t>en doute pas</w:t>
      </w:r>
      <w:r>
        <w:t xml:space="preserve">, </w:t>
      </w:r>
      <w:r w:rsidR="008C5C61" w:rsidRPr="004C3E92">
        <w:t>si je l</w:t>
      </w:r>
      <w:r>
        <w:t>’</w:t>
      </w:r>
      <w:r w:rsidR="008C5C61" w:rsidRPr="004C3E92">
        <w:t>avais interrogé à ce sujet</w:t>
      </w:r>
      <w:r>
        <w:t xml:space="preserve"> ; </w:t>
      </w:r>
      <w:r w:rsidR="008C5C61" w:rsidRPr="004C3E92">
        <w:t>mais il se trouve que ce sont des questions sur lesque</w:t>
      </w:r>
      <w:r w:rsidR="008C5C61" w:rsidRPr="004C3E92">
        <w:t>l</w:t>
      </w:r>
      <w:r w:rsidR="008C5C61" w:rsidRPr="004C3E92">
        <w:t>les j</w:t>
      </w:r>
      <w:r>
        <w:t>’</w:t>
      </w:r>
      <w:r w:rsidR="008C5C61" w:rsidRPr="004C3E92">
        <w:t>étais renseignée au préalable</w:t>
      </w:r>
      <w:r>
        <w:t>.</w:t>
      </w:r>
    </w:p>
    <w:p w14:paraId="52999FFD" w14:textId="77777777" w:rsidR="004A4993" w:rsidRDefault="004A4993" w:rsidP="004A4993">
      <w:r>
        <w:t>— </w:t>
      </w:r>
      <w:r w:rsidR="008C5C61" w:rsidRPr="004C3E92">
        <w:t>Peut-être</w:t>
      </w:r>
      <w:r>
        <w:t xml:space="preserve">, </w:t>
      </w:r>
      <w:r w:rsidR="008C5C61" w:rsidRPr="004C3E92">
        <w:t>dit Willoughby</w:t>
      </w:r>
      <w:r>
        <w:t xml:space="preserve">, </w:t>
      </w:r>
      <w:r w:rsidR="008C5C61" w:rsidRPr="004C3E92">
        <w:t>ses remarques ont-elles pu s</w:t>
      </w:r>
      <w:r>
        <w:t>’</w:t>
      </w:r>
      <w:r w:rsidR="008C5C61" w:rsidRPr="004C3E92">
        <w:t>étendre à l</w:t>
      </w:r>
      <w:r>
        <w:t>’</w:t>
      </w:r>
      <w:r w:rsidR="008C5C61" w:rsidRPr="004C3E92">
        <w:t>existence des nababs</w:t>
      </w:r>
      <w:r>
        <w:t xml:space="preserve">, </w:t>
      </w:r>
      <w:r w:rsidR="008C5C61" w:rsidRPr="004C3E92">
        <w:t>des mohurs d</w:t>
      </w:r>
      <w:r>
        <w:t>’</w:t>
      </w:r>
      <w:r w:rsidR="008C5C61" w:rsidRPr="004C3E92">
        <w:t>or</w:t>
      </w:r>
      <w:r>
        <w:t xml:space="preserve">, </w:t>
      </w:r>
      <w:r w:rsidR="008C5C61" w:rsidRPr="004C3E92">
        <w:t>et des p</w:t>
      </w:r>
      <w:r w:rsidR="008C5C61" w:rsidRPr="004C3E92">
        <w:t>a</w:t>
      </w:r>
      <w:r w:rsidR="008C5C61" w:rsidRPr="004C3E92">
        <w:t>lanquins</w:t>
      </w:r>
      <w:r>
        <w:t>.</w:t>
      </w:r>
    </w:p>
    <w:p w14:paraId="6DF469BE" w14:textId="77777777" w:rsidR="004A4993" w:rsidRDefault="004A4993" w:rsidP="004A4993">
      <w:r>
        <w:t>— </w:t>
      </w:r>
      <w:r w:rsidR="008C5C61" w:rsidRPr="004C3E92">
        <w:t>Je me hasarderai à dire que ses remarques sont allées beaucoup plus loin que votre candeur</w:t>
      </w:r>
      <w:r>
        <w:t xml:space="preserve">. </w:t>
      </w:r>
      <w:r w:rsidR="008C5C61" w:rsidRPr="004C3E92">
        <w:t>Mais pourquoi vous d</w:t>
      </w:r>
      <w:r w:rsidR="008C5C61" w:rsidRPr="004C3E92">
        <w:t>é</w:t>
      </w:r>
      <w:r w:rsidR="008C5C61" w:rsidRPr="004C3E92">
        <w:t>plaît-il</w:t>
      </w:r>
      <w:r>
        <w:t> ?</w:t>
      </w:r>
    </w:p>
    <w:p w14:paraId="3E87E8D1" w14:textId="77777777" w:rsidR="004A4993" w:rsidRDefault="004A4993" w:rsidP="004A4993">
      <w:r>
        <w:lastRenderedPageBreak/>
        <w:t>— </w:t>
      </w:r>
      <w:r w:rsidR="008C5C61" w:rsidRPr="004C3E92">
        <w:t>Il ne me déplaît pas</w:t>
      </w:r>
      <w:r>
        <w:t xml:space="preserve">. </w:t>
      </w:r>
      <w:r w:rsidR="008C5C61" w:rsidRPr="004C3E92">
        <w:t>Je le considère</w:t>
      </w:r>
      <w:r>
        <w:t xml:space="preserve">, </w:t>
      </w:r>
      <w:r w:rsidR="008C5C61" w:rsidRPr="004C3E92">
        <w:t>au contraire</w:t>
      </w:r>
      <w:r>
        <w:t xml:space="preserve">, </w:t>
      </w:r>
      <w:r w:rsidR="008C5C61" w:rsidRPr="004C3E92">
        <w:t>comme un homme fort convenable</w:t>
      </w:r>
      <w:r>
        <w:t xml:space="preserve">, </w:t>
      </w:r>
      <w:r w:rsidR="008C5C61" w:rsidRPr="004C3E92">
        <w:t>dont tout le monde parle favor</w:t>
      </w:r>
      <w:r w:rsidR="008C5C61" w:rsidRPr="004C3E92">
        <w:t>a</w:t>
      </w:r>
      <w:r w:rsidR="008C5C61" w:rsidRPr="004C3E92">
        <w:t>blement et qui n</w:t>
      </w:r>
      <w:r>
        <w:t>’</w:t>
      </w:r>
      <w:r w:rsidR="008C5C61" w:rsidRPr="004C3E92">
        <w:t>attire l</w:t>
      </w:r>
      <w:r>
        <w:t>’</w:t>
      </w:r>
      <w:r w:rsidR="008C5C61" w:rsidRPr="004C3E92">
        <w:t>attention de personne</w:t>
      </w:r>
      <w:r>
        <w:t xml:space="preserve"> ; </w:t>
      </w:r>
      <w:r w:rsidR="008C5C61" w:rsidRPr="004C3E92">
        <w:t>qui a plus d</w:t>
      </w:r>
      <w:r>
        <w:t>’</w:t>
      </w:r>
      <w:r w:rsidR="008C5C61" w:rsidRPr="004C3E92">
        <w:t>argent qu</w:t>
      </w:r>
      <w:r>
        <w:t>’</w:t>
      </w:r>
      <w:r w:rsidR="008C5C61" w:rsidRPr="004C3E92">
        <w:t>il n</w:t>
      </w:r>
      <w:r>
        <w:t>’</w:t>
      </w:r>
      <w:r w:rsidR="008C5C61" w:rsidRPr="004C3E92">
        <w:t>en peut dépenser</w:t>
      </w:r>
      <w:r>
        <w:t xml:space="preserve">, </w:t>
      </w:r>
      <w:r w:rsidR="008C5C61" w:rsidRPr="004C3E92">
        <w:t>plus de temps qu</w:t>
      </w:r>
      <w:r>
        <w:t>’</w:t>
      </w:r>
      <w:r w:rsidR="008C5C61" w:rsidRPr="004C3E92">
        <w:t>il n</w:t>
      </w:r>
      <w:r>
        <w:t>’</w:t>
      </w:r>
      <w:r w:rsidR="008C5C61" w:rsidRPr="004C3E92">
        <w:t>en sait employer</w:t>
      </w:r>
      <w:r>
        <w:t xml:space="preserve">, </w:t>
      </w:r>
      <w:r w:rsidR="008C5C61" w:rsidRPr="004C3E92">
        <w:t>et deux habits par an</w:t>
      </w:r>
      <w:r>
        <w:t>.</w:t>
      </w:r>
    </w:p>
    <w:p w14:paraId="108F0CA0" w14:textId="77777777" w:rsidR="004A4993" w:rsidRDefault="004A4993" w:rsidP="004A4993">
      <w:r>
        <w:t>— </w:t>
      </w:r>
      <w:r w:rsidR="008C5C61" w:rsidRPr="004C3E92">
        <w:t>Ajoutez à cela</w:t>
      </w:r>
      <w:r>
        <w:t xml:space="preserve">, </w:t>
      </w:r>
      <w:r w:rsidR="008C5C61" w:rsidRPr="004C3E92">
        <w:t>s</w:t>
      </w:r>
      <w:r>
        <w:t>’</w:t>
      </w:r>
      <w:r w:rsidR="008C5C61" w:rsidRPr="004C3E92">
        <w:t>écria Marianne</w:t>
      </w:r>
      <w:r>
        <w:t xml:space="preserve">, </w:t>
      </w:r>
      <w:r w:rsidR="008C5C61" w:rsidRPr="004C3E92">
        <w:t>qu</w:t>
      </w:r>
      <w:r>
        <w:t>’</w:t>
      </w:r>
      <w:r w:rsidR="008C5C61" w:rsidRPr="004C3E92">
        <w:t>il n</w:t>
      </w:r>
      <w:r>
        <w:t>’</w:t>
      </w:r>
      <w:r w:rsidR="008C5C61" w:rsidRPr="004C3E92">
        <w:t>a ni génie</w:t>
      </w:r>
      <w:r>
        <w:t xml:space="preserve">, </w:t>
      </w:r>
      <w:r w:rsidR="008C5C61" w:rsidRPr="004C3E92">
        <w:t>ni goût</w:t>
      </w:r>
      <w:r>
        <w:t xml:space="preserve">, </w:t>
      </w:r>
      <w:r w:rsidR="008C5C61" w:rsidRPr="004C3E92">
        <w:t>ni entrain</w:t>
      </w:r>
      <w:r>
        <w:t xml:space="preserve">. </w:t>
      </w:r>
      <w:r w:rsidR="008C5C61" w:rsidRPr="004C3E92">
        <w:t>Que son entendement n</w:t>
      </w:r>
      <w:r>
        <w:t>’</w:t>
      </w:r>
      <w:r w:rsidR="008C5C61" w:rsidRPr="004C3E92">
        <w:t>a pas d</w:t>
      </w:r>
      <w:r>
        <w:t>’</w:t>
      </w:r>
      <w:r w:rsidR="008C5C61" w:rsidRPr="004C3E92">
        <w:t>éclat</w:t>
      </w:r>
      <w:r>
        <w:t xml:space="preserve">, </w:t>
      </w:r>
      <w:r w:rsidR="008C5C61" w:rsidRPr="004C3E92">
        <w:t>ses se</w:t>
      </w:r>
      <w:r w:rsidR="008C5C61" w:rsidRPr="004C3E92">
        <w:t>n</w:t>
      </w:r>
      <w:r w:rsidR="008C5C61" w:rsidRPr="004C3E92">
        <w:t>timents</w:t>
      </w:r>
      <w:r>
        <w:t xml:space="preserve">, </w:t>
      </w:r>
      <w:r w:rsidR="008C5C61" w:rsidRPr="004C3E92">
        <w:t>pas d</w:t>
      </w:r>
      <w:r>
        <w:t>’</w:t>
      </w:r>
      <w:r w:rsidR="008C5C61" w:rsidRPr="004C3E92">
        <w:t>ardeur</w:t>
      </w:r>
      <w:r>
        <w:t xml:space="preserve">, </w:t>
      </w:r>
      <w:r w:rsidR="008C5C61" w:rsidRPr="004C3E92">
        <w:t>et sa voix</w:t>
      </w:r>
      <w:r>
        <w:t xml:space="preserve">, </w:t>
      </w:r>
      <w:r w:rsidR="008C5C61" w:rsidRPr="004C3E92">
        <w:t>pas d</w:t>
      </w:r>
      <w:r>
        <w:t>’</w:t>
      </w:r>
      <w:r w:rsidR="008C5C61" w:rsidRPr="004C3E92">
        <w:t>expression</w:t>
      </w:r>
      <w:r>
        <w:t>.</w:t>
      </w:r>
    </w:p>
    <w:p w14:paraId="7D05BFF0" w14:textId="77777777" w:rsidR="004A4993" w:rsidRDefault="004A4993" w:rsidP="004A4993">
      <w:r>
        <w:t>— </w:t>
      </w:r>
      <w:r w:rsidR="008C5C61" w:rsidRPr="004C3E92">
        <w:t>Vous décidez de ses imperfections d</w:t>
      </w:r>
      <w:r>
        <w:t>’</w:t>
      </w:r>
      <w:r w:rsidR="008C5C61" w:rsidRPr="004C3E92">
        <w:t>une façon tellement globale</w:t>
      </w:r>
      <w:r>
        <w:t xml:space="preserve">, </w:t>
      </w:r>
      <w:r w:rsidR="008C5C61" w:rsidRPr="004C3E92">
        <w:t xml:space="preserve">répondit </w:t>
      </w:r>
      <w:proofErr w:type="spellStart"/>
      <w:r w:rsidR="008C5C61" w:rsidRPr="004C3E92">
        <w:t>Elinor</w:t>
      </w:r>
      <w:proofErr w:type="spellEnd"/>
      <w:r>
        <w:t xml:space="preserve">, </w:t>
      </w:r>
      <w:r w:rsidR="008C5C61" w:rsidRPr="004C3E92">
        <w:t>et tellement d</w:t>
      </w:r>
      <w:r>
        <w:t>’</w:t>
      </w:r>
      <w:r w:rsidR="008C5C61" w:rsidRPr="004C3E92">
        <w:t>après votre propre im</w:t>
      </w:r>
      <w:r w:rsidR="008C5C61" w:rsidRPr="004C3E92">
        <w:t>a</w:t>
      </w:r>
      <w:r w:rsidR="008C5C61" w:rsidRPr="004C3E92">
        <w:t>gination</w:t>
      </w:r>
      <w:r>
        <w:t xml:space="preserve">, </w:t>
      </w:r>
      <w:r w:rsidR="008C5C61" w:rsidRPr="004C3E92">
        <w:t>que l</w:t>
      </w:r>
      <w:r>
        <w:t>’</w:t>
      </w:r>
      <w:r w:rsidR="008C5C61" w:rsidRPr="004C3E92">
        <w:t>éloge que je puis faire de lui est relativement froid et insipide</w:t>
      </w:r>
      <w:r>
        <w:t xml:space="preserve">. </w:t>
      </w:r>
      <w:r w:rsidR="008C5C61" w:rsidRPr="004C3E92">
        <w:t>Je ne puis que déclarer que c</w:t>
      </w:r>
      <w:r>
        <w:t>’</w:t>
      </w:r>
      <w:r w:rsidR="008C5C61" w:rsidRPr="004C3E92">
        <w:t>est un homme sensé</w:t>
      </w:r>
      <w:r>
        <w:t xml:space="preserve">, </w:t>
      </w:r>
      <w:r w:rsidR="008C5C61" w:rsidRPr="004C3E92">
        <w:t>bien élevé</w:t>
      </w:r>
      <w:r>
        <w:t xml:space="preserve">, </w:t>
      </w:r>
      <w:r w:rsidR="008C5C61" w:rsidRPr="004C3E92">
        <w:t>bien informé</w:t>
      </w:r>
      <w:r>
        <w:t xml:space="preserve">, </w:t>
      </w:r>
      <w:r w:rsidR="008C5C61" w:rsidRPr="004C3E92">
        <w:t>d</w:t>
      </w:r>
      <w:r>
        <w:t>’</w:t>
      </w:r>
      <w:r w:rsidR="008C5C61" w:rsidRPr="004C3E92">
        <w:t>abord agréable</w:t>
      </w:r>
      <w:r>
        <w:t xml:space="preserve">, </w:t>
      </w:r>
      <w:r w:rsidR="008C5C61" w:rsidRPr="004C3E92">
        <w:t>et possédant</w:t>
      </w:r>
      <w:r>
        <w:t xml:space="preserve">, </w:t>
      </w:r>
      <w:r w:rsidR="008C5C61" w:rsidRPr="004C3E92">
        <w:t>me semble-t-il</w:t>
      </w:r>
      <w:r>
        <w:t xml:space="preserve">, </w:t>
      </w:r>
      <w:r w:rsidR="008C5C61" w:rsidRPr="004C3E92">
        <w:t>un cœur aimable</w:t>
      </w:r>
      <w:r>
        <w:t>.</w:t>
      </w:r>
    </w:p>
    <w:p w14:paraId="266F1E99" w14:textId="77777777" w:rsidR="004A4993" w:rsidRDefault="004A4993" w:rsidP="004A4993">
      <w:r>
        <w:t>— </w:t>
      </w:r>
      <w:r w:rsidR="008C5C61" w:rsidRPr="004C3E92">
        <w:t xml:space="preserve">Miss </w:t>
      </w:r>
      <w:proofErr w:type="spellStart"/>
      <w:r w:rsidR="008C5C61" w:rsidRPr="004C3E92">
        <w:t>Dashwood</w:t>
      </w:r>
      <w:proofErr w:type="spellEnd"/>
      <w:r>
        <w:t xml:space="preserve">, </w:t>
      </w:r>
      <w:r w:rsidR="008C5C61" w:rsidRPr="004C3E92">
        <w:t>s</w:t>
      </w:r>
      <w:r>
        <w:t>’</w:t>
      </w:r>
      <w:r w:rsidR="008C5C61" w:rsidRPr="004C3E92">
        <w:t>écria Willoughby</w:t>
      </w:r>
      <w:r>
        <w:t xml:space="preserve">, </w:t>
      </w:r>
      <w:r w:rsidR="008C5C61" w:rsidRPr="004C3E92">
        <w:t>vous êtes en ce m</w:t>
      </w:r>
      <w:r w:rsidR="008C5C61" w:rsidRPr="004C3E92">
        <w:t>o</w:t>
      </w:r>
      <w:r w:rsidR="008C5C61" w:rsidRPr="004C3E92">
        <w:t>ment méchante envers moi</w:t>
      </w:r>
      <w:r>
        <w:t xml:space="preserve">. </w:t>
      </w:r>
      <w:r w:rsidR="008C5C61" w:rsidRPr="004C3E92">
        <w:t>Vous vous efforcez de me désarmer par la raison</w:t>
      </w:r>
      <w:r>
        <w:t xml:space="preserve">, </w:t>
      </w:r>
      <w:r w:rsidR="008C5C61" w:rsidRPr="004C3E92">
        <w:t>et de me convaincre à l</w:t>
      </w:r>
      <w:r>
        <w:t>’</w:t>
      </w:r>
      <w:r w:rsidR="008C5C61" w:rsidRPr="004C3E92">
        <w:t>encontre de ma volonté</w:t>
      </w:r>
      <w:r>
        <w:t xml:space="preserve">. </w:t>
      </w:r>
      <w:r w:rsidR="008C5C61" w:rsidRPr="004C3E92">
        <w:t>Mais cela ne servira de rien</w:t>
      </w:r>
      <w:r>
        <w:t xml:space="preserve">. </w:t>
      </w:r>
      <w:r w:rsidR="008C5C61" w:rsidRPr="004C3E92">
        <w:t>Vous me trouverez aussi entêté que vous pouvez être ingénieuse</w:t>
      </w:r>
      <w:r>
        <w:t xml:space="preserve">. </w:t>
      </w:r>
      <w:r w:rsidR="008C5C61" w:rsidRPr="004C3E92">
        <w:t>J</w:t>
      </w:r>
      <w:r>
        <w:t>’</w:t>
      </w:r>
      <w:r w:rsidR="008C5C61" w:rsidRPr="004C3E92">
        <w:t>ai trois raisons irréfutables pour ne pas aimer le colonel Brandon</w:t>
      </w:r>
      <w:r>
        <w:t xml:space="preserve"> ; </w:t>
      </w:r>
      <w:r w:rsidR="008C5C61" w:rsidRPr="004C3E92">
        <w:t>il m</w:t>
      </w:r>
      <w:r>
        <w:t>’</w:t>
      </w:r>
      <w:r w:rsidR="008C5C61" w:rsidRPr="004C3E92">
        <w:t>a menacé de la pluie alors que je voulais qu</w:t>
      </w:r>
      <w:r>
        <w:t>’</w:t>
      </w:r>
      <w:r w:rsidR="008C5C61" w:rsidRPr="004C3E92">
        <w:t>il fît beau</w:t>
      </w:r>
      <w:r>
        <w:t xml:space="preserve"> ; </w:t>
      </w:r>
      <w:r w:rsidR="008C5C61" w:rsidRPr="004C3E92">
        <w:t>il a trouvé à redire à la suspension de mon cabriolet</w:t>
      </w:r>
      <w:r>
        <w:t xml:space="preserve"> ; </w:t>
      </w:r>
      <w:r w:rsidR="008C5C61" w:rsidRPr="004C3E92">
        <w:t>et je ne puis le persuader d</w:t>
      </w:r>
      <w:r>
        <w:t>’</w:t>
      </w:r>
      <w:r w:rsidR="008C5C61" w:rsidRPr="004C3E92">
        <w:t>acheter ma j</w:t>
      </w:r>
      <w:r w:rsidR="008C5C61" w:rsidRPr="004C3E92">
        <w:t>u</w:t>
      </w:r>
      <w:r w:rsidR="008C5C61" w:rsidRPr="004C3E92">
        <w:t>ment brune</w:t>
      </w:r>
      <w:r>
        <w:t xml:space="preserve">. </w:t>
      </w:r>
      <w:r w:rsidR="008C5C61" w:rsidRPr="004C3E92">
        <w:t>Si cela peut vous procurer quelque satisfaction</w:t>
      </w:r>
      <w:r>
        <w:t xml:space="preserve">, </w:t>
      </w:r>
      <w:r w:rsidR="008C5C61" w:rsidRPr="004C3E92">
        <w:t>toutefois</w:t>
      </w:r>
      <w:r>
        <w:t xml:space="preserve">, </w:t>
      </w:r>
      <w:r w:rsidR="008C5C61" w:rsidRPr="004C3E92">
        <w:t>que je vous dise que je trouve son caractère irrépr</w:t>
      </w:r>
      <w:r w:rsidR="008C5C61" w:rsidRPr="004C3E92">
        <w:t>o</w:t>
      </w:r>
      <w:r w:rsidR="008C5C61" w:rsidRPr="004C3E92">
        <w:t>chable sous les autres rapports</w:t>
      </w:r>
      <w:r>
        <w:t xml:space="preserve">, </w:t>
      </w:r>
      <w:r w:rsidR="008C5C61" w:rsidRPr="004C3E92">
        <w:t>je suis prêt à le reconnaître</w:t>
      </w:r>
      <w:r>
        <w:t xml:space="preserve">. </w:t>
      </w:r>
      <w:r w:rsidR="008C5C61" w:rsidRPr="004C3E92">
        <w:t>Et en retour d</w:t>
      </w:r>
      <w:r>
        <w:t>’</w:t>
      </w:r>
      <w:r w:rsidR="008C5C61" w:rsidRPr="004C3E92">
        <w:t>un aveu qui doit me causer quelque douleur</w:t>
      </w:r>
      <w:r>
        <w:t xml:space="preserve">, </w:t>
      </w:r>
      <w:r w:rsidR="008C5C61" w:rsidRPr="004C3E92">
        <w:t>vous ne pouvez me refuser le privilège de le trouver aussi antipathique que jamais</w:t>
      </w:r>
      <w:r>
        <w:t>.</w:t>
      </w:r>
    </w:p>
    <w:p w14:paraId="055B9E24" w14:textId="60A148B4" w:rsidR="008C5C61" w:rsidRPr="004C3E92" w:rsidRDefault="008C5C61" w:rsidP="004A4993">
      <w:pPr>
        <w:pStyle w:val="Titre1"/>
      </w:pPr>
      <w:bookmarkStart w:id="10" w:name="_Toc196409795"/>
      <w:r w:rsidRPr="004C3E92">
        <w:lastRenderedPageBreak/>
        <w:t>CHAPITRE XI</w:t>
      </w:r>
      <w:bookmarkEnd w:id="10"/>
      <w:r w:rsidRPr="004C3E92">
        <w:br/>
      </w:r>
    </w:p>
    <w:p w14:paraId="5666F7D2" w14:textId="77777777" w:rsidR="004A4993" w:rsidRDefault="008C5C61" w:rsidP="004A4993">
      <w:r w:rsidRPr="004C3E92">
        <w:t>Ni Mrs</w:t>
      </w:r>
      <w:r w:rsidR="004A4993">
        <w:t xml:space="preserve">. </w:t>
      </w:r>
      <w:proofErr w:type="spellStart"/>
      <w:r w:rsidRPr="004C3E92">
        <w:t>Dashwood</w:t>
      </w:r>
      <w:proofErr w:type="spellEnd"/>
      <w:r w:rsidRPr="004C3E92">
        <w:t xml:space="preserve"> ni ses filles n</w:t>
      </w:r>
      <w:r w:rsidR="004A4993">
        <w:t>’</w:t>
      </w:r>
      <w:r w:rsidRPr="004C3E92">
        <w:t>avaient guère pu s</w:t>
      </w:r>
      <w:r w:rsidR="004A4993">
        <w:t>’</w:t>
      </w:r>
      <w:r w:rsidRPr="004C3E92">
        <w:t>imaginer</w:t>
      </w:r>
      <w:r w:rsidR="004A4993">
        <w:t xml:space="preserve">, </w:t>
      </w:r>
      <w:r w:rsidRPr="004C3E92">
        <w:t>au début de leur arrivée dans le Devonshire</w:t>
      </w:r>
      <w:r w:rsidR="004A4993">
        <w:t xml:space="preserve">, </w:t>
      </w:r>
      <w:r w:rsidRPr="004C3E92">
        <w:t>qu</w:t>
      </w:r>
      <w:r w:rsidR="004A4993">
        <w:t>’</w:t>
      </w:r>
      <w:r w:rsidRPr="004C3E92">
        <w:t>il se révélerait</w:t>
      </w:r>
      <w:r w:rsidR="004A4993">
        <w:t xml:space="preserve">, </w:t>
      </w:r>
      <w:r w:rsidRPr="004C3E92">
        <w:t>pour occuper leur temps</w:t>
      </w:r>
      <w:r w:rsidR="004A4993">
        <w:t xml:space="preserve">, </w:t>
      </w:r>
      <w:r w:rsidRPr="004C3E92">
        <w:t>tant d</w:t>
      </w:r>
      <w:r w:rsidR="004A4993">
        <w:t>’</w:t>
      </w:r>
      <w:r w:rsidRPr="004C3E92">
        <w:t>obligations monda</w:t>
      </w:r>
      <w:r w:rsidRPr="004C3E92">
        <w:t>i</w:t>
      </w:r>
      <w:r w:rsidRPr="004C3E92">
        <w:t>nes qu</w:t>
      </w:r>
      <w:r w:rsidR="004A4993">
        <w:t>’</w:t>
      </w:r>
      <w:r w:rsidRPr="004C3E92">
        <w:t>il s</w:t>
      </w:r>
      <w:r w:rsidR="004A4993">
        <w:t>’</w:t>
      </w:r>
      <w:r w:rsidRPr="004C3E92">
        <w:t>en présenta sous peu</w:t>
      </w:r>
      <w:r w:rsidR="004A4993">
        <w:t xml:space="preserve">, </w:t>
      </w:r>
      <w:r w:rsidRPr="004C3E92">
        <w:t>ou qu</w:t>
      </w:r>
      <w:r w:rsidR="004A4993">
        <w:t>’</w:t>
      </w:r>
      <w:r w:rsidRPr="004C3E92">
        <w:t>elles auraient des invit</w:t>
      </w:r>
      <w:r w:rsidRPr="004C3E92">
        <w:t>a</w:t>
      </w:r>
      <w:r w:rsidRPr="004C3E92">
        <w:t>tions assez fréquentes et des visites assez constantes pour leur laisser peu de loisir de s</w:t>
      </w:r>
      <w:r w:rsidR="004A4993">
        <w:t>’</w:t>
      </w:r>
      <w:r w:rsidRPr="004C3E92">
        <w:t>adonner à des occupations sérieuses</w:t>
      </w:r>
      <w:r w:rsidR="004A4993">
        <w:t xml:space="preserve">. </w:t>
      </w:r>
      <w:r w:rsidRPr="004C3E92">
        <w:t>Ce fut pourtant là ce qui arriva</w:t>
      </w:r>
      <w:r w:rsidR="004A4993">
        <w:t xml:space="preserve">. </w:t>
      </w:r>
      <w:r w:rsidRPr="004C3E92">
        <w:t>Quand Marianne fut rétablie</w:t>
      </w:r>
      <w:r w:rsidR="004A4993">
        <w:t xml:space="preserve">, </w:t>
      </w:r>
      <w:r w:rsidRPr="004C3E92">
        <w:t>les projets de divertissement chez lui et au dehors</w:t>
      </w:r>
      <w:r w:rsidR="004A4993">
        <w:t xml:space="preserve">, </w:t>
      </w:r>
      <w:r w:rsidRPr="004C3E92">
        <w:t>que Sir John avait précédemment conçus</w:t>
      </w:r>
      <w:r w:rsidR="004A4993">
        <w:t xml:space="preserve">, </w:t>
      </w:r>
      <w:r w:rsidRPr="004C3E92">
        <w:t>furent mis à exécution</w:t>
      </w:r>
      <w:r w:rsidR="004A4993">
        <w:t xml:space="preserve">. </w:t>
      </w:r>
      <w:r w:rsidRPr="004C3E92">
        <w:t>Les bals privés au Park commencèrent alors</w:t>
      </w:r>
      <w:r w:rsidR="004A4993">
        <w:t xml:space="preserve"> ; </w:t>
      </w:r>
      <w:r w:rsidRPr="004C3E92">
        <w:t>et l</w:t>
      </w:r>
      <w:r w:rsidR="004A4993">
        <w:t>’</w:t>
      </w:r>
      <w:r w:rsidRPr="004C3E92">
        <w:t>on organisa et exécuta des parties de plaisir sur l</w:t>
      </w:r>
      <w:r w:rsidR="004A4993">
        <w:t>’</w:t>
      </w:r>
      <w:r w:rsidRPr="004C3E92">
        <w:t>eau aussi souvent que le permit un mois d</w:t>
      </w:r>
      <w:r w:rsidR="004A4993">
        <w:t>’</w:t>
      </w:r>
      <w:r w:rsidRPr="004C3E92">
        <w:t>octobre entrecoupé d</w:t>
      </w:r>
      <w:r w:rsidR="004A4993">
        <w:t>’</w:t>
      </w:r>
      <w:r w:rsidRPr="004C3E92">
        <w:t>averses</w:t>
      </w:r>
      <w:r w:rsidR="004A4993">
        <w:t xml:space="preserve">. </w:t>
      </w:r>
      <w:r w:rsidRPr="004C3E92">
        <w:t>Willoughby fut de toutes les réunions de ce genre</w:t>
      </w:r>
      <w:r w:rsidR="004A4993">
        <w:t xml:space="preserve"> ; </w:t>
      </w:r>
      <w:r w:rsidRPr="004C3E92">
        <w:t>et l</w:t>
      </w:r>
      <w:r w:rsidR="004A4993">
        <w:t>’</w:t>
      </w:r>
      <w:r w:rsidRPr="004C3E92">
        <w:t>aisance et la familiarité que co</w:t>
      </w:r>
      <w:r w:rsidRPr="004C3E92">
        <w:t>m</w:t>
      </w:r>
      <w:r w:rsidRPr="004C3E92">
        <w:t xml:space="preserve">portèrent naturellement ces divertissements étaient exactement de nature à conférer une intimité croissante à sa connaissance avec les </w:t>
      </w:r>
      <w:proofErr w:type="spellStart"/>
      <w:r w:rsidRPr="004C3E92">
        <w:t>Dashwood</w:t>
      </w:r>
      <w:proofErr w:type="spellEnd"/>
      <w:r w:rsidR="004A4993">
        <w:t xml:space="preserve">, </w:t>
      </w:r>
      <w:r w:rsidRPr="004C3E92">
        <w:t>à lui donner l</w:t>
      </w:r>
      <w:r w:rsidR="004A4993">
        <w:t>’</w:t>
      </w:r>
      <w:r w:rsidRPr="004C3E92">
        <w:t>occasion de constater les pe</w:t>
      </w:r>
      <w:r w:rsidRPr="004C3E92">
        <w:t>r</w:t>
      </w:r>
      <w:r w:rsidRPr="004C3E92">
        <w:t>fections de Marianne</w:t>
      </w:r>
      <w:r w:rsidR="004A4993">
        <w:t xml:space="preserve">, </w:t>
      </w:r>
      <w:r w:rsidRPr="004C3E92">
        <w:t>à faire ressortir l</w:t>
      </w:r>
      <w:r w:rsidR="004A4993">
        <w:t>’</w:t>
      </w:r>
      <w:r w:rsidRPr="004C3E92">
        <w:t>admiration pleine d</w:t>
      </w:r>
      <w:r w:rsidR="004A4993">
        <w:t>’</w:t>
      </w:r>
      <w:r w:rsidRPr="004C3E92">
        <w:t>entrain qu</w:t>
      </w:r>
      <w:r w:rsidR="004A4993">
        <w:t>’</w:t>
      </w:r>
      <w:r w:rsidRPr="004C3E92">
        <w:t>il avait pour elle</w:t>
      </w:r>
      <w:r w:rsidR="004A4993">
        <w:t xml:space="preserve">, </w:t>
      </w:r>
      <w:r w:rsidRPr="004C3E92">
        <w:t>et à lui faire recevoir</w:t>
      </w:r>
      <w:r w:rsidR="004A4993">
        <w:t xml:space="preserve">, </w:t>
      </w:r>
      <w:r w:rsidRPr="004C3E92">
        <w:t>dans l</w:t>
      </w:r>
      <w:r w:rsidR="004A4993">
        <w:t>’</w:t>
      </w:r>
      <w:r w:rsidRPr="004C3E92">
        <w:t>attitude de celle-ci à son égard</w:t>
      </w:r>
      <w:r w:rsidR="004A4993">
        <w:t xml:space="preserve">, </w:t>
      </w:r>
      <w:r w:rsidRPr="004C3E92">
        <w:t>l</w:t>
      </w:r>
      <w:r w:rsidR="004A4993">
        <w:t>’</w:t>
      </w:r>
      <w:r w:rsidRPr="004C3E92">
        <w:t>assurance la plus pertinente de l</w:t>
      </w:r>
      <w:r w:rsidR="004A4993">
        <w:t>’</w:t>
      </w:r>
      <w:r w:rsidRPr="004C3E92">
        <w:t>affection de la jeune fille</w:t>
      </w:r>
      <w:r w:rsidR="004A4993">
        <w:t>.</w:t>
      </w:r>
    </w:p>
    <w:p w14:paraId="31DE046C" w14:textId="77777777" w:rsidR="004A4993" w:rsidRDefault="008C5C61" w:rsidP="004A4993">
      <w:proofErr w:type="spellStart"/>
      <w:r w:rsidRPr="004C3E92">
        <w:t>Elinor</w:t>
      </w:r>
      <w:proofErr w:type="spellEnd"/>
      <w:r w:rsidRPr="004C3E92">
        <w:t xml:space="preserve"> ne put être surprise de leur attachement mutuel</w:t>
      </w:r>
      <w:r w:rsidR="004A4993">
        <w:t xml:space="preserve">. </w:t>
      </w:r>
      <w:r w:rsidRPr="004C3E92">
        <w:t>E</w:t>
      </w:r>
      <w:r w:rsidRPr="004C3E92">
        <w:t>l</w:t>
      </w:r>
      <w:r w:rsidRPr="004C3E92">
        <w:t>le eût seulement désiré qu</w:t>
      </w:r>
      <w:r w:rsidR="004A4993">
        <w:t>’</w:t>
      </w:r>
      <w:r w:rsidRPr="004C3E92">
        <w:t>il se montrât moins ouvertement</w:t>
      </w:r>
      <w:r w:rsidR="004A4993">
        <w:t xml:space="preserve">, </w:t>
      </w:r>
      <w:r w:rsidRPr="004C3E92">
        <w:t>et elle se hasarda bien</w:t>
      </w:r>
      <w:r w:rsidR="004A4993">
        <w:t xml:space="preserve">, </w:t>
      </w:r>
      <w:r w:rsidRPr="004C3E92">
        <w:t>une fois ou deux</w:t>
      </w:r>
      <w:r w:rsidR="004A4993">
        <w:t xml:space="preserve">, </w:t>
      </w:r>
      <w:r w:rsidRPr="004C3E92">
        <w:t>à suggérer à Marianne qu</w:t>
      </w:r>
      <w:r w:rsidR="004A4993">
        <w:t>’</w:t>
      </w:r>
      <w:r w:rsidRPr="004C3E92">
        <w:t>il serait convenable de marquer quelque maîtrise de soi</w:t>
      </w:r>
      <w:r w:rsidR="004A4993">
        <w:t xml:space="preserve">. </w:t>
      </w:r>
      <w:r w:rsidRPr="004C3E92">
        <w:t>Mais Marianne avait en horreur toute dissimulation là où nulle honte réelle ne pouvait résulter d</w:t>
      </w:r>
      <w:r w:rsidR="004A4993">
        <w:t>’</w:t>
      </w:r>
      <w:r w:rsidRPr="004C3E92">
        <w:t>un manque de réserve</w:t>
      </w:r>
      <w:r w:rsidR="004A4993">
        <w:t xml:space="preserve"> ; </w:t>
      </w:r>
      <w:r w:rsidRPr="004C3E92">
        <w:t>et v</w:t>
      </w:r>
      <w:r w:rsidRPr="004C3E92">
        <w:t>i</w:t>
      </w:r>
      <w:r w:rsidRPr="004C3E92">
        <w:t>ser à la retenue de sentiments qui n</w:t>
      </w:r>
      <w:r w:rsidR="004A4993">
        <w:t>’</w:t>
      </w:r>
      <w:r w:rsidRPr="004C3E92">
        <w:t>étaient pas en soi répréhe</w:t>
      </w:r>
      <w:r w:rsidRPr="004C3E92">
        <w:t>n</w:t>
      </w:r>
      <w:r w:rsidRPr="004C3E92">
        <w:t>sibles</w:t>
      </w:r>
      <w:r w:rsidR="004A4993">
        <w:t xml:space="preserve">, </w:t>
      </w:r>
      <w:r w:rsidRPr="004C3E92">
        <w:t xml:space="preserve">cela lui paraissait non pas simplement un </w:t>
      </w:r>
      <w:r w:rsidRPr="004C3E92">
        <w:lastRenderedPageBreak/>
        <w:t>effort superflu</w:t>
      </w:r>
      <w:r w:rsidR="004A4993">
        <w:t xml:space="preserve">, </w:t>
      </w:r>
      <w:r w:rsidRPr="004C3E92">
        <w:t>mais encore un assujettissement honteux de la raison à des idées banales et erronées</w:t>
      </w:r>
      <w:r w:rsidR="004A4993">
        <w:t xml:space="preserve">. </w:t>
      </w:r>
      <w:r w:rsidRPr="004C3E92">
        <w:t>Willoughby pensait de même</w:t>
      </w:r>
      <w:r w:rsidR="004A4993">
        <w:t xml:space="preserve"> ; </w:t>
      </w:r>
      <w:r w:rsidRPr="004C3E92">
        <w:t>et leur conduite</w:t>
      </w:r>
      <w:r w:rsidR="004A4993">
        <w:t xml:space="preserve">, </w:t>
      </w:r>
      <w:r w:rsidRPr="004C3E92">
        <w:t>à tous moments</w:t>
      </w:r>
      <w:r w:rsidR="004A4993">
        <w:t xml:space="preserve">, </w:t>
      </w:r>
      <w:r w:rsidRPr="004C3E92">
        <w:t>fut une illustration de leurs opinions</w:t>
      </w:r>
      <w:r w:rsidR="004A4993">
        <w:t>.</w:t>
      </w:r>
    </w:p>
    <w:p w14:paraId="4CF57914" w14:textId="77777777" w:rsidR="004A4993" w:rsidRDefault="008C5C61" w:rsidP="004A4993">
      <w:r w:rsidRPr="004C3E92">
        <w:t>Lorsqu</w:t>
      </w:r>
      <w:r w:rsidR="004A4993">
        <w:t>’</w:t>
      </w:r>
      <w:r w:rsidRPr="004C3E92">
        <w:t>il était présent</w:t>
      </w:r>
      <w:r w:rsidR="004A4993">
        <w:t xml:space="preserve">, </w:t>
      </w:r>
      <w:r w:rsidRPr="004C3E92">
        <w:t>elle n</w:t>
      </w:r>
      <w:r w:rsidR="004A4993">
        <w:t>’</w:t>
      </w:r>
      <w:r w:rsidRPr="004C3E92">
        <w:t>avait d</w:t>
      </w:r>
      <w:r w:rsidR="004A4993">
        <w:t>’</w:t>
      </w:r>
      <w:r w:rsidRPr="004C3E92">
        <w:t>yeux pour aucun autre</w:t>
      </w:r>
      <w:r w:rsidR="004A4993">
        <w:t xml:space="preserve">. </w:t>
      </w:r>
      <w:r w:rsidRPr="004C3E92">
        <w:t>Tout ce qu</w:t>
      </w:r>
      <w:r w:rsidR="004A4993">
        <w:t>’</w:t>
      </w:r>
      <w:r w:rsidRPr="004C3E92">
        <w:t>il faisait était bien</w:t>
      </w:r>
      <w:r w:rsidR="004A4993">
        <w:t xml:space="preserve">. </w:t>
      </w:r>
      <w:r w:rsidRPr="004C3E92">
        <w:t>Tout ce qu</w:t>
      </w:r>
      <w:r w:rsidR="004A4993">
        <w:t>’</w:t>
      </w:r>
      <w:r w:rsidRPr="004C3E92">
        <w:t>il disait était plein d</w:t>
      </w:r>
      <w:r w:rsidR="004A4993">
        <w:t>’</w:t>
      </w:r>
      <w:r w:rsidRPr="004C3E92">
        <w:t>esprit</w:t>
      </w:r>
      <w:r w:rsidR="004A4993">
        <w:t xml:space="preserve">. </w:t>
      </w:r>
      <w:r w:rsidRPr="004C3E92">
        <w:t>Si leurs soirées au Park se terminaient par une partie de cartes</w:t>
      </w:r>
      <w:r w:rsidR="004A4993">
        <w:t xml:space="preserve">, </w:t>
      </w:r>
      <w:r w:rsidRPr="004C3E92">
        <w:t>il trichait envers lui-même et envers tous les autres invités pour lui faire avoir beau jeu</w:t>
      </w:r>
      <w:r w:rsidR="004A4993">
        <w:t xml:space="preserve">. </w:t>
      </w:r>
      <w:r w:rsidRPr="004C3E92">
        <w:t>Si la danse constituait le d</w:t>
      </w:r>
      <w:r w:rsidRPr="004C3E92">
        <w:t>i</w:t>
      </w:r>
      <w:r w:rsidRPr="004C3E92">
        <w:t>vertissement de la soirée</w:t>
      </w:r>
      <w:r w:rsidR="004A4993">
        <w:t xml:space="preserve">, </w:t>
      </w:r>
      <w:r w:rsidRPr="004C3E92">
        <w:t>ils étaient danseuse et cavalier pe</w:t>
      </w:r>
      <w:r w:rsidRPr="004C3E92">
        <w:t>n</w:t>
      </w:r>
      <w:r w:rsidRPr="004C3E92">
        <w:t>dant la moitié du temps</w:t>
      </w:r>
      <w:r w:rsidR="004A4993">
        <w:t xml:space="preserve"> ; </w:t>
      </w:r>
      <w:r w:rsidRPr="004C3E92">
        <w:t>et quand ils étaient obligés de se sép</w:t>
      </w:r>
      <w:r w:rsidRPr="004C3E92">
        <w:t>a</w:t>
      </w:r>
      <w:r w:rsidRPr="004C3E92">
        <w:t>rer pour deux danses</w:t>
      </w:r>
      <w:r w:rsidR="004A4993">
        <w:t xml:space="preserve">, </w:t>
      </w:r>
      <w:r w:rsidRPr="004C3E92">
        <w:t>ils avaient soin de rester debout ense</w:t>
      </w:r>
      <w:r w:rsidRPr="004C3E92">
        <w:t>m</w:t>
      </w:r>
      <w:r w:rsidRPr="004C3E92">
        <w:t>ble</w:t>
      </w:r>
      <w:r w:rsidR="004A4993">
        <w:t xml:space="preserve">, </w:t>
      </w:r>
      <w:r w:rsidRPr="004C3E92">
        <w:t>et c</w:t>
      </w:r>
      <w:r w:rsidR="004A4993">
        <w:t>’</w:t>
      </w:r>
      <w:r w:rsidRPr="004C3E92">
        <w:t>est à peine s</w:t>
      </w:r>
      <w:r w:rsidR="004A4993">
        <w:t>’</w:t>
      </w:r>
      <w:r w:rsidRPr="004C3E92">
        <w:t>ils disaient un mot à aucune autre perso</w:t>
      </w:r>
      <w:r w:rsidRPr="004C3E92">
        <w:t>n</w:t>
      </w:r>
      <w:r w:rsidRPr="004C3E92">
        <w:t>ne</w:t>
      </w:r>
      <w:r w:rsidR="004A4993">
        <w:t xml:space="preserve">. </w:t>
      </w:r>
      <w:r w:rsidRPr="004C3E92">
        <w:t>Une telle conduite leur attirait</w:t>
      </w:r>
      <w:r w:rsidR="004A4993">
        <w:t xml:space="preserve">, </w:t>
      </w:r>
      <w:r w:rsidRPr="004C3E92">
        <w:t>bien entendu</w:t>
      </w:r>
      <w:r w:rsidR="004A4993">
        <w:t xml:space="preserve">, </w:t>
      </w:r>
      <w:r w:rsidRPr="004C3E92">
        <w:t>force risées</w:t>
      </w:r>
      <w:r w:rsidR="004A4993">
        <w:t xml:space="preserve"> ; </w:t>
      </w:r>
      <w:r w:rsidRPr="004C3E92">
        <w:t>mais le ridicule ne pouvait les faire rougir</w:t>
      </w:r>
      <w:r w:rsidR="004A4993">
        <w:t xml:space="preserve">, </w:t>
      </w:r>
      <w:r w:rsidRPr="004C3E92">
        <w:t>et semblait à peine les agacer</w:t>
      </w:r>
      <w:r w:rsidR="004A4993">
        <w:t>.</w:t>
      </w:r>
    </w:p>
    <w:p w14:paraId="38E8AA2B" w14:textId="77777777" w:rsidR="004A4993" w:rsidRDefault="008C5C61" w:rsidP="004A4993">
      <w:r w:rsidRPr="004C3E92">
        <w:t>Mrs</w:t>
      </w:r>
      <w:r w:rsidR="004A4993">
        <w:t xml:space="preserve">. </w:t>
      </w:r>
      <w:proofErr w:type="spellStart"/>
      <w:r w:rsidRPr="004C3E92">
        <w:t>Dashwood</w:t>
      </w:r>
      <w:proofErr w:type="spellEnd"/>
      <w:r w:rsidRPr="004C3E92">
        <w:t xml:space="preserve"> entra dans tous leurs sentiments avec une ardeur qui ne lui laissait aucune inclination à en refouler cette manifestation excessive</w:t>
      </w:r>
      <w:r w:rsidR="004A4993">
        <w:t xml:space="preserve">. </w:t>
      </w:r>
      <w:r w:rsidRPr="004C3E92">
        <w:t>Ce n</w:t>
      </w:r>
      <w:r w:rsidR="004A4993">
        <w:t>’</w:t>
      </w:r>
      <w:r w:rsidRPr="004C3E92">
        <w:t>était</w:t>
      </w:r>
      <w:r w:rsidR="004A4993">
        <w:t xml:space="preserve">, </w:t>
      </w:r>
      <w:r w:rsidRPr="004C3E92">
        <w:t>pour elle</w:t>
      </w:r>
      <w:r w:rsidR="004A4993">
        <w:t xml:space="preserve">, </w:t>
      </w:r>
      <w:r w:rsidRPr="004C3E92">
        <w:t>que la conséque</w:t>
      </w:r>
      <w:r w:rsidRPr="004C3E92">
        <w:t>n</w:t>
      </w:r>
      <w:r w:rsidRPr="004C3E92">
        <w:t>ce naturelle d</w:t>
      </w:r>
      <w:r w:rsidR="004A4993">
        <w:t>’</w:t>
      </w:r>
      <w:r w:rsidRPr="004C3E92">
        <w:t>une vive affection chez un esprit jeune et ardent</w:t>
      </w:r>
      <w:r w:rsidR="004A4993">
        <w:t>.</w:t>
      </w:r>
    </w:p>
    <w:p w14:paraId="19E7F71E" w14:textId="77777777" w:rsidR="004A4993" w:rsidRDefault="008C5C61" w:rsidP="004A4993">
      <w:r w:rsidRPr="004C3E92">
        <w:t>Ce fut la période du bonheur pour Marianne</w:t>
      </w:r>
      <w:r w:rsidR="004A4993">
        <w:t xml:space="preserve">. </w:t>
      </w:r>
      <w:r w:rsidRPr="004C3E92">
        <w:t>Son cœur était acquis à Willoughby</w:t>
      </w:r>
      <w:r w:rsidR="004A4993">
        <w:t xml:space="preserve">, </w:t>
      </w:r>
      <w:r w:rsidRPr="004C3E92">
        <w:t xml:space="preserve">et la tendre affection pour </w:t>
      </w:r>
      <w:proofErr w:type="spellStart"/>
      <w:r w:rsidRPr="004C3E92">
        <w:t>Norland</w:t>
      </w:r>
      <w:proofErr w:type="spellEnd"/>
      <w:r w:rsidRPr="004C3E92">
        <w:t xml:space="preserve"> qu</w:t>
      </w:r>
      <w:r w:rsidR="004A4993">
        <w:t>’</w:t>
      </w:r>
      <w:r w:rsidRPr="004C3E92">
        <w:t>elle avait apportée du Sussex avait plus de chances d</w:t>
      </w:r>
      <w:r w:rsidR="004A4993">
        <w:t>’</w:t>
      </w:r>
      <w:r w:rsidRPr="004C3E92">
        <w:t>être adoucie qu</w:t>
      </w:r>
      <w:r w:rsidR="004A4993">
        <w:t>’</w:t>
      </w:r>
      <w:r w:rsidRPr="004C3E92">
        <w:t>elle ne l</w:t>
      </w:r>
      <w:r w:rsidR="004A4993">
        <w:t>’</w:t>
      </w:r>
      <w:r w:rsidRPr="004C3E92">
        <w:t>eût cru possible auparavant</w:t>
      </w:r>
      <w:r w:rsidR="004A4993">
        <w:t xml:space="preserve">, </w:t>
      </w:r>
      <w:r w:rsidRPr="004C3E92">
        <w:t>par les charmes que la compagnie du jeune homme conférait à son foyer actuel</w:t>
      </w:r>
      <w:r w:rsidR="004A4993">
        <w:t>.</w:t>
      </w:r>
    </w:p>
    <w:p w14:paraId="5EACD445" w14:textId="77777777" w:rsidR="004A4993" w:rsidRDefault="008C5C61" w:rsidP="004A4993">
      <w:r w:rsidRPr="004C3E92">
        <w:t>Le bonheur d</w:t>
      </w:r>
      <w:r w:rsidR="004A4993">
        <w:t>’</w:t>
      </w:r>
      <w:proofErr w:type="spellStart"/>
      <w:r w:rsidRPr="004C3E92">
        <w:t>Elinor</w:t>
      </w:r>
      <w:proofErr w:type="spellEnd"/>
      <w:r w:rsidRPr="004C3E92">
        <w:t xml:space="preserve"> n</w:t>
      </w:r>
      <w:r w:rsidR="004A4993">
        <w:t>’</w:t>
      </w:r>
      <w:r w:rsidRPr="004C3E92">
        <w:t>était pas si considérable</w:t>
      </w:r>
      <w:r w:rsidR="004A4993">
        <w:t xml:space="preserve">. </w:t>
      </w:r>
      <w:r w:rsidRPr="004C3E92">
        <w:t>Son cœur n</w:t>
      </w:r>
      <w:r w:rsidR="004A4993">
        <w:t>’</w:t>
      </w:r>
      <w:r w:rsidRPr="004C3E92">
        <w:t>était pas autant à l</w:t>
      </w:r>
      <w:r w:rsidR="004A4993">
        <w:t>’</w:t>
      </w:r>
      <w:r w:rsidRPr="004C3E92">
        <w:t>aise</w:t>
      </w:r>
      <w:r w:rsidR="004A4993">
        <w:t xml:space="preserve">, </w:t>
      </w:r>
      <w:r w:rsidRPr="004C3E92">
        <w:t>et la satisfaction que lui causaient leurs amusements n</w:t>
      </w:r>
      <w:r w:rsidR="004A4993">
        <w:t>’</w:t>
      </w:r>
      <w:r w:rsidRPr="004C3E92">
        <w:t>était pas si pure</w:t>
      </w:r>
      <w:r w:rsidR="004A4993">
        <w:t xml:space="preserve">. </w:t>
      </w:r>
      <w:r w:rsidRPr="004C3E92">
        <w:t>Ils ne lui offraient pas de compagnon qui pût l</w:t>
      </w:r>
      <w:r w:rsidR="004A4993">
        <w:t>’</w:t>
      </w:r>
      <w:r w:rsidRPr="004C3E92">
        <w:t>indemniser de ce qu</w:t>
      </w:r>
      <w:r w:rsidR="004A4993">
        <w:t>’</w:t>
      </w:r>
      <w:r w:rsidRPr="004C3E92">
        <w:t xml:space="preserve">elle avait laissé </w:t>
      </w:r>
      <w:r w:rsidRPr="004C3E92">
        <w:lastRenderedPageBreak/>
        <w:t>de</w:t>
      </w:r>
      <w:r w:rsidRPr="004C3E92">
        <w:t>r</w:t>
      </w:r>
      <w:r w:rsidRPr="004C3E92">
        <w:t>rière elle</w:t>
      </w:r>
      <w:r w:rsidR="004A4993">
        <w:t xml:space="preserve">, </w:t>
      </w:r>
      <w:r w:rsidRPr="004C3E92">
        <w:t xml:space="preserve">ni lui apprendre à songer à </w:t>
      </w:r>
      <w:proofErr w:type="spellStart"/>
      <w:r w:rsidRPr="004C3E92">
        <w:t>Norland</w:t>
      </w:r>
      <w:proofErr w:type="spellEnd"/>
      <w:r w:rsidRPr="004C3E92">
        <w:t xml:space="preserve"> avec moins de r</w:t>
      </w:r>
      <w:r w:rsidRPr="004C3E92">
        <w:t>e</w:t>
      </w:r>
      <w:r w:rsidRPr="004C3E92">
        <w:t>gret que jamais</w:t>
      </w:r>
      <w:r w:rsidR="004A4993">
        <w:t xml:space="preserve">. </w:t>
      </w:r>
      <w:r w:rsidRPr="004C3E92">
        <w:t>Ni lady Middleton ni Mrs</w:t>
      </w:r>
      <w:r w:rsidR="004A4993">
        <w:t xml:space="preserve">. </w:t>
      </w:r>
      <w:r w:rsidRPr="004C3E92">
        <w:t>Jennings ne po</w:t>
      </w:r>
      <w:r w:rsidRPr="004C3E92">
        <w:t>u</w:t>
      </w:r>
      <w:r w:rsidRPr="004C3E92">
        <w:t>vaient lui fournir les entretiens qui lui manquaient</w:t>
      </w:r>
      <w:r w:rsidR="004A4993">
        <w:t xml:space="preserve">, </w:t>
      </w:r>
      <w:r w:rsidRPr="004C3E92">
        <w:t>bien que celle-ci causât sans arrêt</w:t>
      </w:r>
      <w:r w:rsidR="004A4993">
        <w:t xml:space="preserve">, </w:t>
      </w:r>
      <w:r w:rsidRPr="004C3E92">
        <w:t>et l</w:t>
      </w:r>
      <w:r w:rsidR="004A4993">
        <w:t>’</w:t>
      </w:r>
      <w:r w:rsidRPr="004C3E92">
        <w:t>eût</w:t>
      </w:r>
      <w:r w:rsidR="004A4993">
        <w:t xml:space="preserve">, </w:t>
      </w:r>
      <w:r w:rsidRPr="004C3E92">
        <w:t>dès l</w:t>
      </w:r>
      <w:r w:rsidR="004A4993">
        <w:t>’</w:t>
      </w:r>
      <w:r w:rsidRPr="004C3E92">
        <w:t>abord</w:t>
      </w:r>
      <w:r w:rsidR="004A4993">
        <w:t xml:space="preserve">, </w:t>
      </w:r>
      <w:r w:rsidRPr="004C3E92">
        <w:t>considérée avec une bienveillance qui lui assurait une large part de sa convers</w:t>
      </w:r>
      <w:r w:rsidRPr="004C3E92">
        <w:t>a</w:t>
      </w:r>
      <w:r w:rsidRPr="004C3E92">
        <w:t>tion</w:t>
      </w:r>
      <w:r w:rsidR="004A4993">
        <w:t xml:space="preserve">. </w:t>
      </w:r>
      <w:r w:rsidRPr="004C3E92">
        <w:t xml:space="preserve">Elle avait déjà répété trois ou quatre fois sa propre histoire à </w:t>
      </w:r>
      <w:proofErr w:type="spellStart"/>
      <w:r w:rsidRPr="004C3E92">
        <w:t>Elinor</w:t>
      </w:r>
      <w:proofErr w:type="spellEnd"/>
      <w:r w:rsidR="004A4993">
        <w:t xml:space="preserve"> ; </w:t>
      </w:r>
      <w:r w:rsidRPr="004C3E92">
        <w:t>et si la mémoire d</w:t>
      </w:r>
      <w:r w:rsidR="004A4993">
        <w:t>’</w:t>
      </w:r>
      <w:proofErr w:type="spellStart"/>
      <w:r w:rsidRPr="004C3E92">
        <w:t>Elinor</w:t>
      </w:r>
      <w:proofErr w:type="spellEnd"/>
      <w:r w:rsidRPr="004C3E92">
        <w:t xml:space="preserve"> avait été à la hauteur de ses moyens de se perfectionner</w:t>
      </w:r>
      <w:r w:rsidR="004A4993">
        <w:t xml:space="preserve">, </w:t>
      </w:r>
      <w:r w:rsidRPr="004C3E92">
        <w:t>elle eût pu savoir</w:t>
      </w:r>
      <w:r w:rsidR="004A4993">
        <w:t xml:space="preserve">, </w:t>
      </w:r>
      <w:r w:rsidRPr="004C3E92">
        <w:t>dès le début de leur connaissance</w:t>
      </w:r>
      <w:r w:rsidR="004A4993">
        <w:t xml:space="preserve">, </w:t>
      </w:r>
      <w:r w:rsidRPr="004C3E92">
        <w:t>tous les détails de la dernière maladie de Mr</w:t>
      </w:r>
      <w:r w:rsidR="004A4993">
        <w:t xml:space="preserve">. </w:t>
      </w:r>
      <w:r w:rsidRPr="004C3E92">
        <w:t>Jennings</w:t>
      </w:r>
      <w:r w:rsidR="004A4993">
        <w:t xml:space="preserve">, </w:t>
      </w:r>
      <w:r w:rsidRPr="004C3E92">
        <w:t>et ce qu</w:t>
      </w:r>
      <w:r w:rsidR="004A4993">
        <w:t>’</w:t>
      </w:r>
      <w:r w:rsidRPr="004C3E92">
        <w:t>il avait dit à sa femme quelques minutes avant de mourir</w:t>
      </w:r>
      <w:r w:rsidR="004A4993">
        <w:t xml:space="preserve">. </w:t>
      </w:r>
      <w:r w:rsidRPr="004C3E92">
        <w:t>Il n</w:t>
      </w:r>
      <w:r w:rsidR="004A4993">
        <w:t>’</w:t>
      </w:r>
      <w:r w:rsidRPr="004C3E92">
        <w:t>y avait qu</w:t>
      </w:r>
      <w:r w:rsidR="004A4993">
        <w:t>’</w:t>
      </w:r>
      <w:r w:rsidRPr="004C3E92">
        <w:t>un seul point sur lequel lady Middleton était plus agréable que sa mère</w:t>
      </w:r>
      <w:r w:rsidR="004A4993">
        <w:t xml:space="preserve"> : </w:t>
      </w:r>
      <w:r w:rsidRPr="004C3E92">
        <w:t>c</w:t>
      </w:r>
      <w:r w:rsidR="004A4993">
        <w:t>’</w:t>
      </w:r>
      <w:r w:rsidRPr="004C3E92">
        <w:t>est qu</w:t>
      </w:r>
      <w:r w:rsidR="004A4993">
        <w:t>’</w:t>
      </w:r>
      <w:r w:rsidRPr="004C3E92">
        <w:t>elle était plus silencieuse</w:t>
      </w:r>
      <w:r w:rsidR="004A4993">
        <w:t xml:space="preserve">. </w:t>
      </w:r>
      <w:r w:rsidRPr="004C3E92">
        <w:t>Il fallut peu d</w:t>
      </w:r>
      <w:r w:rsidR="004A4993">
        <w:t>’</w:t>
      </w:r>
      <w:r w:rsidRPr="004C3E92">
        <w:t>observation de la part d</w:t>
      </w:r>
      <w:r w:rsidR="004A4993">
        <w:t>’</w:t>
      </w:r>
      <w:proofErr w:type="spellStart"/>
      <w:r w:rsidRPr="004C3E92">
        <w:t>Elinor</w:t>
      </w:r>
      <w:proofErr w:type="spellEnd"/>
      <w:r w:rsidRPr="004C3E92">
        <w:t xml:space="preserve"> pour percevoir que sa réserve était simplement un calme de f</w:t>
      </w:r>
      <w:r w:rsidRPr="004C3E92">
        <w:t>a</w:t>
      </w:r>
      <w:r w:rsidRPr="004C3E92">
        <w:t>çons</w:t>
      </w:r>
      <w:r w:rsidR="004A4993">
        <w:t xml:space="preserve">, </w:t>
      </w:r>
      <w:r w:rsidRPr="004C3E92">
        <w:t>dans lequel l</w:t>
      </w:r>
      <w:r w:rsidR="004A4993">
        <w:t>’</w:t>
      </w:r>
      <w:r w:rsidRPr="004C3E92">
        <w:t>intelligence avait peu de chose à voir</w:t>
      </w:r>
      <w:r w:rsidR="004A4993">
        <w:t xml:space="preserve">. </w:t>
      </w:r>
      <w:r w:rsidRPr="004C3E92">
        <w:t>Elle se comportait envers son mari et sa mère comme elle le faisait e</w:t>
      </w:r>
      <w:r w:rsidRPr="004C3E92">
        <w:t>n</w:t>
      </w:r>
      <w:r w:rsidRPr="004C3E92">
        <w:t>vers elles</w:t>
      </w:r>
      <w:r w:rsidR="004A4993">
        <w:t xml:space="preserve"> ; </w:t>
      </w:r>
      <w:r w:rsidRPr="004C3E92">
        <w:t>et l</w:t>
      </w:r>
      <w:r w:rsidR="004A4993">
        <w:t>’</w:t>
      </w:r>
      <w:r w:rsidRPr="004C3E92">
        <w:t>intimité ne pouvait donc être ni recherchée</w:t>
      </w:r>
      <w:r w:rsidR="004A4993">
        <w:t xml:space="preserve">, </w:t>
      </w:r>
      <w:r w:rsidRPr="004C3E92">
        <w:t>ni désirée</w:t>
      </w:r>
      <w:r w:rsidR="004A4993">
        <w:t xml:space="preserve">. </w:t>
      </w:r>
      <w:r w:rsidRPr="004C3E92">
        <w:t>Elle n</w:t>
      </w:r>
      <w:r w:rsidR="004A4993">
        <w:t>’</w:t>
      </w:r>
      <w:r w:rsidRPr="004C3E92">
        <w:t>avait rien à dire un jour</w:t>
      </w:r>
      <w:r w:rsidR="004A4993">
        <w:t xml:space="preserve">, </w:t>
      </w:r>
      <w:r w:rsidRPr="004C3E92">
        <w:t>qu</w:t>
      </w:r>
      <w:r w:rsidR="004A4993">
        <w:t>’</w:t>
      </w:r>
      <w:r w:rsidRPr="004C3E92">
        <w:t>elle n</w:t>
      </w:r>
      <w:r w:rsidR="004A4993">
        <w:t>’</w:t>
      </w:r>
      <w:r w:rsidRPr="004C3E92">
        <w:t>eût déjà dit la veille</w:t>
      </w:r>
      <w:r w:rsidR="004A4993">
        <w:t xml:space="preserve">. </w:t>
      </w:r>
      <w:r w:rsidRPr="004C3E92">
        <w:t>Son insipidité était invariable</w:t>
      </w:r>
      <w:r w:rsidR="004A4993">
        <w:t xml:space="preserve">, </w:t>
      </w:r>
      <w:r w:rsidRPr="004C3E92">
        <w:t>car il n</w:t>
      </w:r>
      <w:r w:rsidR="004A4993">
        <w:t>’</w:t>
      </w:r>
      <w:r w:rsidRPr="004C3E92">
        <w:t>était pas jusqu</w:t>
      </w:r>
      <w:r w:rsidR="004A4993">
        <w:t>’</w:t>
      </w:r>
      <w:r w:rsidRPr="004C3E92">
        <w:t>à son entrain qui ne fût toujours le même</w:t>
      </w:r>
      <w:r w:rsidR="004A4993">
        <w:t xml:space="preserve"> ; </w:t>
      </w:r>
      <w:r w:rsidRPr="004C3E92">
        <w:t>et bien qu</w:t>
      </w:r>
      <w:r w:rsidR="004A4993">
        <w:t>’</w:t>
      </w:r>
      <w:r w:rsidRPr="004C3E92">
        <w:t>elle ne s</w:t>
      </w:r>
      <w:r w:rsidR="004A4993">
        <w:t>’</w:t>
      </w:r>
      <w:r w:rsidRPr="004C3E92">
        <w:t>opposât pas aux réunions qu</w:t>
      </w:r>
      <w:r w:rsidR="004A4993">
        <w:t>’</w:t>
      </w:r>
      <w:r w:rsidRPr="004C3E92">
        <w:t>organisait son mari</w:t>
      </w:r>
      <w:r w:rsidR="004A4993">
        <w:t xml:space="preserve">, </w:t>
      </w:r>
      <w:r w:rsidRPr="004C3E92">
        <w:t>pourvu que tout fût mené selon les règles et qu</w:t>
      </w:r>
      <w:r w:rsidR="004A4993">
        <w:t>’</w:t>
      </w:r>
      <w:r w:rsidRPr="004C3E92">
        <w:t>elle fût accompagnée de ses deux aînés</w:t>
      </w:r>
      <w:r w:rsidR="004A4993">
        <w:t xml:space="preserve">, </w:t>
      </w:r>
      <w:r w:rsidRPr="004C3E92">
        <w:t>elle ne semblait jamais y trouver plus de plaisir qu</w:t>
      </w:r>
      <w:r w:rsidR="004A4993">
        <w:t>’</w:t>
      </w:r>
      <w:r w:rsidRPr="004C3E92">
        <w:t>elle n</w:t>
      </w:r>
      <w:r w:rsidR="004A4993">
        <w:t>’</w:t>
      </w:r>
      <w:r w:rsidRPr="004C3E92">
        <w:t>en eût pu éprouver à rester chez elle</w:t>
      </w:r>
      <w:r w:rsidR="004A4993">
        <w:t xml:space="preserve"> ; </w:t>
      </w:r>
      <w:r w:rsidRPr="004C3E92">
        <w:t>et sa présence ajoutait si peu au plaisir des autres</w:t>
      </w:r>
      <w:r w:rsidR="004A4993">
        <w:t xml:space="preserve">, </w:t>
      </w:r>
      <w:r w:rsidRPr="004C3E92">
        <w:t>par la part qu</w:t>
      </w:r>
      <w:r w:rsidR="004A4993">
        <w:t>’</w:t>
      </w:r>
      <w:r w:rsidRPr="004C3E92">
        <w:t>elle prenait à la conversation</w:t>
      </w:r>
      <w:r w:rsidR="004A4993">
        <w:t xml:space="preserve">, </w:t>
      </w:r>
      <w:r w:rsidRPr="004C3E92">
        <w:t>que tout ce qui</w:t>
      </w:r>
      <w:r w:rsidR="004A4993">
        <w:t xml:space="preserve">, </w:t>
      </w:r>
      <w:r w:rsidRPr="004C3E92">
        <w:t>parfois</w:t>
      </w:r>
      <w:r w:rsidR="004A4993">
        <w:t xml:space="preserve">, </w:t>
      </w:r>
      <w:r w:rsidRPr="004C3E92">
        <w:t>leur rappelait qu</w:t>
      </w:r>
      <w:r w:rsidR="004A4993">
        <w:t>’</w:t>
      </w:r>
      <w:r w:rsidRPr="004C3E92">
        <w:t>elle était parmi eux</w:t>
      </w:r>
      <w:r w:rsidR="004A4993">
        <w:t xml:space="preserve">, </w:t>
      </w:r>
      <w:r w:rsidRPr="004C3E92">
        <w:t>c</w:t>
      </w:r>
      <w:r w:rsidR="004A4993">
        <w:t>’</w:t>
      </w:r>
      <w:r w:rsidRPr="004C3E92">
        <w:t>était sa sollicitude envers ses garçons turb</w:t>
      </w:r>
      <w:r w:rsidRPr="004C3E92">
        <w:t>u</w:t>
      </w:r>
      <w:r w:rsidRPr="004C3E92">
        <w:t>lents</w:t>
      </w:r>
      <w:r w:rsidR="004A4993">
        <w:t>.</w:t>
      </w:r>
    </w:p>
    <w:p w14:paraId="014553AD" w14:textId="77777777" w:rsidR="004A4993" w:rsidRDefault="008C5C61" w:rsidP="004A4993">
      <w:r w:rsidRPr="004C3E92">
        <w:t>Ce fut chez le colonel Brandon seul</w:t>
      </w:r>
      <w:r w:rsidR="004A4993">
        <w:t xml:space="preserve">, </w:t>
      </w:r>
      <w:r w:rsidRPr="004C3E92">
        <w:t>de toutes ses connai</w:t>
      </w:r>
      <w:r w:rsidRPr="004C3E92">
        <w:t>s</w:t>
      </w:r>
      <w:r w:rsidRPr="004C3E92">
        <w:t>sances nouvelles</w:t>
      </w:r>
      <w:r w:rsidR="004A4993">
        <w:t xml:space="preserve">, </w:t>
      </w:r>
      <w:r w:rsidRPr="004C3E92">
        <w:t>qu</w:t>
      </w:r>
      <w:r w:rsidR="004A4993">
        <w:t>’</w:t>
      </w:r>
      <w:proofErr w:type="spellStart"/>
      <w:r w:rsidRPr="004C3E92">
        <w:t>Elinor</w:t>
      </w:r>
      <w:proofErr w:type="spellEnd"/>
      <w:r w:rsidRPr="004C3E92">
        <w:t xml:space="preserve"> trouva une personne qui pût</w:t>
      </w:r>
      <w:r w:rsidR="004A4993">
        <w:t xml:space="preserve">, </w:t>
      </w:r>
      <w:r w:rsidRPr="004C3E92">
        <w:t>dans une mesure appréciable</w:t>
      </w:r>
      <w:r w:rsidR="004A4993">
        <w:t xml:space="preserve">, </w:t>
      </w:r>
      <w:r w:rsidRPr="004C3E92">
        <w:t>comprendre le respect dû aux capac</w:t>
      </w:r>
      <w:r w:rsidRPr="004C3E92">
        <w:t>i</w:t>
      </w:r>
      <w:r w:rsidRPr="004C3E92">
        <w:t>tés</w:t>
      </w:r>
      <w:r w:rsidR="004A4993">
        <w:t xml:space="preserve">, </w:t>
      </w:r>
      <w:r w:rsidRPr="004C3E92">
        <w:t>susciter l</w:t>
      </w:r>
      <w:r w:rsidR="004A4993">
        <w:t>’</w:t>
      </w:r>
      <w:r w:rsidRPr="004C3E92">
        <w:t>intérêt de l</w:t>
      </w:r>
      <w:r w:rsidR="004A4993">
        <w:t>’</w:t>
      </w:r>
      <w:r w:rsidRPr="004C3E92">
        <w:t>amitié</w:t>
      </w:r>
      <w:r w:rsidR="004A4993">
        <w:t xml:space="preserve">, </w:t>
      </w:r>
      <w:r w:rsidRPr="004C3E92">
        <w:t>ou donner du plaisir comme compagnon</w:t>
      </w:r>
      <w:r w:rsidR="004A4993">
        <w:t xml:space="preserve">. </w:t>
      </w:r>
      <w:r w:rsidRPr="004C3E92">
        <w:t>Willoughby était hors de cause</w:t>
      </w:r>
      <w:r w:rsidR="004A4993">
        <w:t xml:space="preserve">. </w:t>
      </w:r>
      <w:r w:rsidRPr="004C3E92">
        <w:lastRenderedPageBreak/>
        <w:t>L</w:t>
      </w:r>
      <w:r w:rsidR="004A4993">
        <w:t>’</w:t>
      </w:r>
      <w:r w:rsidRPr="004C3E92">
        <w:t>admiration et les égards d</w:t>
      </w:r>
      <w:r w:rsidR="004A4993">
        <w:t>’</w:t>
      </w:r>
      <w:proofErr w:type="spellStart"/>
      <w:r w:rsidRPr="004C3E92">
        <w:t>Elinor</w:t>
      </w:r>
      <w:proofErr w:type="spellEnd"/>
      <w:r w:rsidR="004A4993">
        <w:t xml:space="preserve">, </w:t>
      </w:r>
      <w:r w:rsidRPr="004C3E92">
        <w:t>voire son affection sororale</w:t>
      </w:r>
      <w:r w:rsidR="004A4993">
        <w:t xml:space="preserve">, </w:t>
      </w:r>
      <w:r w:rsidRPr="004C3E92">
        <w:t>lui étaient tous a</w:t>
      </w:r>
      <w:r w:rsidRPr="004C3E92">
        <w:t>c</w:t>
      </w:r>
      <w:r w:rsidRPr="004C3E92">
        <w:t>quis</w:t>
      </w:r>
      <w:r w:rsidR="004A4993">
        <w:t xml:space="preserve"> ; </w:t>
      </w:r>
      <w:r w:rsidRPr="004C3E92">
        <w:t>mais c</w:t>
      </w:r>
      <w:r w:rsidR="004A4993">
        <w:t>’</w:t>
      </w:r>
      <w:r w:rsidRPr="004C3E92">
        <w:t>était un amoureux</w:t>
      </w:r>
      <w:r w:rsidR="004A4993">
        <w:t xml:space="preserve">. </w:t>
      </w:r>
      <w:r w:rsidRPr="004C3E92">
        <w:t>Ses attentions étaient total</w:t>
      </w:r>
      <w:r w:rsidRPr="004C3E92">
        <w:t>e</w:t>
      </w:r>
      <w:r w:rsidRPr="004C3E92">
        <w:t>ment réservées à Marianne</w:t>
      </w:r>
      <w:r w:rsidR="004A4993">
        <w:t xml:space="preserve">, </w:t>
      </w:r>
      <w:r w:rsidRPr="004C3E92">
        <w:t>et un homme bien moins suscept</w:t>
      </w:r>
      <w:r w:rsidRPr="004C3E92">
        <w:t>i</w:t>
      </w:r>
      <w:r w:rsidRPr="004C3E92">
        <w:t>ble d</w:t>
      </w:r>
      <w:r w:rsidR="004A4993">
        <w:t>’</w:t>
      </w:r>
      <w:r w:rsidRPr="004C3E92">
        <w:t>être agréé eût pu</w:t>
      </w:r>
      <w:r w:rsidR="004A4993">
        <w:t xml:space="preserve">, </w:t>
      </w:r>
      <w:r w:rsidRPr="004C3E92">
        <w:t>d</w:t>
      </w:r>
      <w:r w:rsidR="004A4993">
        <w:t>’</w:t>
      </w:r>
      <w:r w:rsidRPr="004C3E92">
        <w:t>une façon générale</w:t>
      </w:r>
      <w:r w:rsidR="004A4993">
        <w:t xml:space="preserve">, </w:t>
      </w:r>
      <w:r w:rsidRPr="004C3E92">
        <w:t>plaire davantage</w:t>
      </w:r>
      <w:r w:rsidR="004A4993">
        <w:t xml:space="preserve">. </w:t>
      </w:r>
      <w:r w:rsidRPr="004C3E92">
        <w:t>Le colonel Brandon</w:t>
      </w:r>
      <w:r w:rsidR="004A4993">
        <w:t xml:space="preserve">, </w:t>
      </w:r>
      <w:r w:rsidRPr="004C3E92">
        <w:t>malheureusement pour lui</w:t>
      </w:r>
      <w:r w:rsidR="004A4993">
        <w:t xml:space="preserve">, </w:t>
      </w:r>
      <w:r w:rsidRPr="004C3E92">
        <w:t>n</w:t>
      </w:r>
      <w:r w:rsidR="004A4993">
        <w:t>’</w:t>
      </w:r>
      <w:r w:rsidRPr="004C3E92">
        <w:t>était point encouragé ainsi à ne songer qu</w:t>
      </w:r>
      <w:r w:rsidR="004A4993">
        <w:t>’</w:t>
      </w:r>
      <w:r w:rsidRPr="004C3E92">
        <w:t>à Marianne</w:t>
      </w:r>
      <w:r w:rsidR="004A4993">
        <w:t xml:space="preserve">, </w:t>
      </w:r>
      <w:r w:rsidRPr="004C3E92">
        <w:t xml:space="preserve">et en conversant avec </w:t>
      </w:r>
      <w:proofErr w:type="spellStart"/>
      <w:r w:rsidRPr="004C3E92">
        <w:t>Elinor</w:t>
      </w:r>
      <w:proofErr w:type="spellEnd"/>
      <w:r w:rsidRPr="004C3E92">
        <w:t xml:space="preserve"> il trouvait la plus grande consolation à l</w:t>
      </w:r>
      <w:r w:rsidR="004A4993">
        <w:t>’</w:t>
      </w:r>
      <w:r w:rsidRPr="004C3E92">
        <w:t>indifférence totale de sa sœur</w:t>
      </w:r>
      <w:r w:rsidR="004A4993">
        <w:t>.</w:t>
      </w:r>
    </w:p>
    <w:p w14:paraId="4FB04027" w14:textId="77777777" w:rsidR="004A4993" w:rsidRDefault="008C5C61" w:rsidP="004A4993">
      <w:r w:rsidRPr="004C3E92">
        <w:t>La compassion d</w:t>
      </w:r>
      <w:r w:rsidR="004A4993">
        <w:t>’</w:t>
      </w:r>
      <w:proofErr w:type="spellStart"/>
      <w:r w:rsidRPr="004C3E92">
        <w:t>Elinor</w:t>
      </w:r>
      <w:proofErr w:type="spellEnd"/>
      <w:r w:rsidRPr="004C3E92">
        <w:t xml:space="preserve"> envers lui s</w:t>
      </w:r>
      <w:r w:rsidR="004A4993">
        <w:t>’</w:t>
      </w:r>
      <w:r w:rsidRPr="004C3E92">
        <w:t>accrut</w:t>
      </w:r>
      <w:r w:rsidR="004A4993">
        <w:t xml:space="preserve">, </w:t>
      </w:r>
      <w:r w:rsidRPr="004C3E92">
        <w:t>car elle eut lieu de soupçonner que le tourment d</w:t>
      </w:r>
      <w:r w:rsidR="004A4993">
        <w:t>’</w:t>
      </w:r>
      <w:r w:rsidRPr="004C3E92">
        <w:t>un amour déçu était une chose qu</w:t>
      </w:r>
      <w:r w:rsidR="004A4993">
        <w:t>’</w:t>
      </w:r>
      <w:r w:rsidRPr="004C3E92">
        <w:t>il avait déjà connue</w:t>
      </w:r>
      <w:r w:rsidR="004A4993">
        <w:t xml:space="preserve">. </w:t>
      </w:r>
      <w:r w:rsidRPr="004C3E92">
        <w:t>Ce soupçon lui fut donné par quelques mots qu</w:t>
      </w:r>
      <w:r w:rsidR="004A4993">
        <w:t>’</w:t>
      </w:r>
      <w:r w:rsidRPr="004C3E92">
        <w:t>il laissa tomber par hasard</w:t>
      </w:r>
      <w:r w:rsidR="004A4993">
        <w:t xml:space="preserve">, </w:t>
      </w:r>
      <w:r w:rsidRPr="004C3E92">
        <w:t>un soir</w:t>
      </w:r>
      <w:r w:rsidR="004A4993">
        <w:t xml:space="preserve">, </w:t>
      </w:r>
      <w:r w:rsidRPr="004C3E92">
        <w:t>au Park</w:t>
      </w:r>
      <w:r w:rsidR="004A4993">
        <w:t xml:space="preserve">, </w:t>
      </w:r>
      <w:r w:rsidRPr="004C3E92">
        <w:t>alors qu</w:t>
      </w:r>
      <w:r w:rsidR="004A4993">
        <w:t>’</w:t>
      </w:r>
      <w:r w:rsidRPr="004C3E92">
        <w:t>ils étaient assis tous les deux par consentement mutuel</w:t>
      </w:r>
      <w:r w:rsidR="004A4993">
        <w:t xml:space="preserve">, </w:t>
      </w:r>
      <w:r w:rsidRPr="004C3E92">
        <w:t>tandis que les autres dansaient</w:t>
      </w:r>
      <w:r w:rsidR="004A4993">
        <w:t xml:space="preserve">. </w:t>
      </w:r>
      <w:r w:rsidRPr="004C3E92">
        <w:t>Il avait les yeux fixés sur Marianne</w:t>
      </w:r>
      <w:r w:rsidR="004A4993">
        <w:t xml:space="preserve">, </w:t>
      </w:r>
      <w:r w:rsidRPr="004C3E92">
        <w:t>et</w:t>
      </w:r>
      <w:r w:rsidR="004A4993">
        <w:t xml:space="preserve">, </w:t>
      </w:r>
      <w:r w:rsidRPr="004C3E92">
        <w:t>après un silence de quelques minutes</w:t>
      </w:r>
      <w:r w:rsidR="004A4993">
        <w:t xml:space="preserve">, </w:t>
      </w:r>
      <w:r w:rsidRPr="004C3E92">
        <w:t>il dit</w:t>
      </w:r>
      <w:r w:rsidR="004A4993">
        <w:t xml:space="preserve">, </w:t>
      </w:r>
      <w:r w:rsidRPr="004C3E92">
        <w:t>avec un léger sour</w:t>
      </w:r>
      <w:r w:rsidRPr="004C3E92">
        <w:t>i</w:t>
      </w:r>
      <w:r w:rsidRPr="004C3E92">
        <w:t>re</w:t>
      </w:r>
      <w:r w:rsidR="004A4993">
        <w:t> :</w:t>
      </w:r>
    </w:p>
    <w:p w14:paraId="2684784F" w14:textId="77777777" w:rsidR="004A4993" w:rsidRDefault="004A4993" w:rsidP="004A4993">
      <w:r>
        <w:t>— </w:t>
      </w:r>
      <w:r w:rsidR="008C5C61" w:rsidRPr="004C3E92">
        <w:t>Votre sœur</w:t>
      </w:r>
      <w:r>
        <w:t xml:space="preserve">, </w:t>
      </w:r>
      <w:r w:rsidR="008C5C61" w:rsidRPr="004C3E92">
        <w:t>à ce que je crois comprendre</w:t>
      </w:r>
      <w:r>
        <w:t xml:space="preserve">, </w:t>
      </w:r>
      <w:r w:rsidR="008C5C61" w:rsidRPr="004C3E92">
        <w:t>n</w:t>
      </w:r>
      <w:r>
        <w:t>’</w:t>
      </w:r>
      <w:r w:rsidR="008C5C61" w:rsidRPr="004C3E92">
        <w:t>approuve pas un second amour</w:t>
      </w:r>
      <w:r>
        <w:t>.</w:t>
      </w:r>
    </w:p>
    <w:p w14:paraId="2B3BFCB3" w14:textId="77777777" w:rsidR="004A4993" w:rsidRDefault="004A4993" w:rsidP="004A4993">
      <w:r>
        <w:t>— </w:t>
      </w:r>
      <w:r w:rsidR="008C5C61" w:rsidRPr="004C3E92">
        <w:t>Non</w:t>
      </w:r>
      <w:r>
        <w:t xml:space="preserve">, </w:t>
      </w:r>
      <w:r w:rsidR="008C5C61" w:rsidRPr="004C3E92">
        <w:t xml:space="preserve">répondit </w:t>
      </w:r>
      <w:proofErr w:type="spellStart"/>
      <w:r w:rsidR="008C5C61" w:rsidRPr="004C3E92">
        <w:t>Elinor</w:t>
      </w:r>
      <w:proofErr w:type="spellEnd"/>
      <w:r>
        <w:t xml:space="preserve">, </w:t>
      </w:r>
      <w:r w:rsidR="008C5C61" w:rsidRPr="004C3E92">
        <w:t>ses opinions sont bien romane</w:t>
      </w:r>
      <w:r w:rsidR="008C5C61" w:rsidRPr="004C3E92">
        <w:t>s</w:t>
      </w:r>
      <w:r w:rsidR="008C5C61" w:rsidRPr="004C3E92">
        <w:t>ques</w:t>
      </w:r>
      <w:r>
        <w:t>.</w:t>
      </w:r>
    </w:p>
    <w:p w14:paraId="1AD4535E" w14:textId="77777777" w:rsidR="004A4993" w:rsidRDefault="004A4993" w:rsidP="004A4993">
      <w:r>
        <w:t>— </w:t>
      </w:r>
      <w:r w:rsidR="008C5C61" w:rsidRPr="004C3E92">
        <w:t>Ou plutôt</w:t>
      </w:r>
      <w:r>
        <w:t xml:space="preserve">, </w:t>
      </w:r>
      <w:r w:rsidR="008C5C61" w:rsidRPr="004C3E92">
        <w:t>à ce que je crois</w:t>
      </w:r>
      <w:r>
        <w:t xml:space="preserve">, </w:t>
      </w:r>
      <w:r w:rsidR="008C5C61" w:rsidRPr="004C3E92">
        <w:t>elle considère comme impo</w:t>
      </w:r>
      <w:r w:rsidR="008C5C61" w:rsidRPr="004C3E92">
        <w:t>s</w:t>
      </w:r>
      <w:r w:rsidR="008C5C61" w:rsidRPr="004C3E92">
        <w:t>sible qu</w:t>
      </w:r>
      <w:r>
        <w:t>’</w:t>
      </w:r>
      <w:r w:rsidR="008C5C61" w:rsidRPr="004C3E92">
        <w:t>il existe</w:t>
      </w:r>
      <w:r>
        <w:t>.</w:t>
      </w:r>
    </w:p>
    <w:p w14:paraId="2DB79008" w14:textId="77777777" w:rsidR="004A4993" w:rsidRDefault="004A4993" w:rsidP="004A4993">
      <w:r>
        <w:t>— </w:t>
      </w:r>
      <w:r w:rsidR="008C5C61" w:rsidRPr="004C3E92">
        <w:t>Je le crois</w:t>
      </w:r>
      <w:r>
        <w:t xml:space="preserve">, </w:t>
      </w:r>
      <w:r w:rsidR="008C5C61" w:rsidRPr="004C3E92">
        <w:t>en effet</w:t>
      </w:r>
      <w:r>
        <w:t xml:space="preserve">. </w:t>
      </w:r>
      <w:r w:rsidR="008C5C61" w:rsidRPr="004C3E92">
        <w:t>Mais je ne sais vraiment pas co</w:t>
      </w:r>
      <w:r w:rsidR="008C5C61" w:rsidRPr="004C3E92">
        <w:t>m</w:t>
      </w:r>
      <w:r w:rsidR="008C5C61" w:rsidRPr="004C3E92">
        <w:t>ment elle y parvient</w:t>
      </w:r>
      <w:r>
        <w:t xml:space="preserve">, </w:t>
      </w:r>
      <w:r w:rsidR="008C5C61" w:rsidRPr="004C3E92">
        <w:t>sans critiquer le précédent de son propre père</w:t>
      </w:r>
      <w:r>
        <w:t xml:space="preserve">, </w:t>
      </w:r>
      <w:r w:rsidR="008C5C61" w:rsidRPr="004C3E92">
        <w:t>qui</w:t>
      </w:r>
      <w:r>
        <w:t xml:space="preserve">, </w:t>
      </w:r>
      <w:r w:rsidR="008C5C61" w:rsidRPr="004C3E92">
        <w:t>lui-même</w:t>
      </w:r>
      <w:r>
        <w:t xml:space="preserve">, </w:t>
      </w:r>
      <w:r w:rsidR="008C5C61" w:rsidRPr="004C3E92">
        <w:t>a eu deux femmes</w:t>
      </w:r>
      <w:r>
        <w:t xml:space="preserve">. </w:t>
      </w:r>
      <w:r w:rsidR="008C5C61" w:rsidRPr="004C3E92">
        <w:t>Mais il suffira de que</w:t>
      </w:r>
      <w:r w:rsidR="008C5C61" w:rsidRPr="004C3E92">
        <w:t>l</w:t>
      </w:r>
      <w:r w:rsidR="008C5C61" w:rsidRPr="004C3E92">
        <w:t>ques années pour lui donner des opinions fondées sur la base raisonnable du bon sens et de l</w:t>
      </w:r>
      <w:r>
        <w:t>’</w:t>
      </w:r>
      <w:r w:rsidR="008C5C61" w:rsidRPr="004C3E92">
        <w:t>observation</w:t>
      </w:r>
      <w:r>
        <w:t xml:space="preserve"> ; </w:t>
      </w:r>
      <w:r w:rsidR="008C5C61" w:rsidRPr="004C3E92">
        <w:t>et elles pourront alors être plus faciles à définir et à justifier qu</w:t>
      </w:r>
      <w:r>
        <w:t>’</w:t>
      </w:r>
      <w:r w:rsidR="008C5C61" w:rsidRPr="004C3E92">
        <w:t>elles ne le sont maintenant</w:t>
      </w:r>
      <w:r>
        <w:t xml:space="preserve">, </w:t>
      </w:r>
      <w:r w:rsidR="008C5C61" w:rsidRPr="004C3E92">
        <w:t>pour tout autre qu</w:t>
      </w:r>
      <w:r>
        <w:t>’</w:t>
      </w:r>
      <w:r w:rsidR="008C5C61" w:rsidRPr="004C3E92">
        <w:t>elle-même</w:t>
      </w:r>
      <w:r>
        <w:t>.</w:t>
      </w:r>
    </w:p>
    <w:p w14:paraId="5AF5712D" w14:textId="77777777" w:rsidR="004A4993" w:rsidRDefault="004A4993" w:rsidP="004A4993">
      <w:r>
        <w:lastRenderedPageBreak/>
        <w:t>— </w:t>
      </w:r>
      <w:r w:rsidR="008C5C61" w:rsidRPr="004C3E92">
        <w:t>C</w:t>
      </w:r>
      <w:r>
        <w:t>’</w:t>
      </w:r>
      <w:r w:rsidR="008C5C61" w:rsidRPr="004C3E92">
        <w:t>est probablement ce qui arrivera</w:t>
      </w:r>
      <w:r>
        <w:t xml:space="preserve">, </w:t>
      </w:r>
      <w:r w:rsidR="008C5C61" w:rsidRPr="004C3E92">
        <w:t>répondit-il</w:t>
      </w:r>
      <w:r>
        <w:t xml:space="preserve"> ; </w:t>
      </w:r>
      <w:r w:rsidR="008C5C61" w:rsidRPr="004C3E92">
        <w:t>et pou</w:t>
      </w:r>
      <w:r w:rsidR="008C5C61" w:rsidRPr="004C3E92">
        <w:t>r</w:t>
      </w:r>
      <w:r w:rsidR="008C5C61" w:rsidRPr="004C3E92">
        <w:t>tant</w:t>
      </w:r>
      <w:r>
        <w:t xml:space="preserve">, </w:t>
      </w:r>
      <w:r w:rsidR="008C5C61" w:rsidRPr="004C3E92">
        <w:t>il y a quelque chose de si aimable dans les préjugés d</w:t>
      </w:r>
      <w:r>
        <w:t>’</w:t>
      </w:r>
      <w:r w:rsidR="008C5C61" w:rsidRPr="004C3E92">
        <w:t>un esprit jeune</w:t>
      </w:r>
      <w:r>
        <w:t xml:space="preserve">, </w:t>
      </w:r>
      <w:r w:rsidR="008C5C61" w:rsidRPr="004C3E92">
        <w:t>qu</w:t>
      </w:r>
      <w:r>
        <w:t>’</w:t>
      </w:r>
      <w:r w:rsidR="008C5C61" w:rsidRPr="004C3E92">
        <w:t>on regrette de les voir faire place à la réception d</w:t>
      </w:r>
      <w:r>
        <w:t>’</w:t>
      </w:r>
      <w:r w:rsidR="008C5C61" w:rsidRPr="004C3E92">
        <w:t>opinions plus générales</w:t>
      </w:r>
      <w:r>
        <w:t>.</w:t>
      </w:r>
    </w:p>
    <w:p w14:paraId="4982E17C" w14:textId="77777777" w:rsidR="004A4993" w:rsidRDefault="004A4993" w:rsidP="004A4993">
      <w:r>
        <w:t>— </w:t>
      </w:r>
      <w:r w:rsidR="008C5C61" w:rsidRPr="004C3E92">
        <w:t>Je ne puis partager votre avis sur ce point</w:t>
      </w:r>
      <w:r>
        <w:t xml:space="preserve">, </w:t>
      </w:r>
      <w:r w:rsidR="008C5C61" w:rsidRPr="004C3E92">
        <w:t xml:space="preserve">dit </w:t>
      </w:r>
      <w:proofErr w:type="spellStart"/>
      <w:r w:rsidR="008C5C61" w:rsidRPr="004C3E92">
        <w:t>Elinor</w:t>
      </w:r>
      <w:proofErr w:type="spellEnd"/>
      <w:r>
        <w:t xml:space="preserve">. </w:t>
      </w:r>
      <w:r w:rsidR="008C5C61" w:rsidRPr="004C3E92">
        <w:t>Les sentiments tels que ceux de Marianne présentent des inconv</w:t>
      </w:r>
      <w:r w:rsidR="008C5C61" w:rsidRPr="004C3E92">
        <w:t>é</w:t>
      </w:r>
      <w:r w:rsidR="008C5C61" w:rsidRPr="004C3E92">
        <w:t>nients que ne peuvent racheter tous les charmes de l</w:t>
      </w:r>
      <w:r>
        <w:t>’</w:t>
      </w:r>
      <w:r w:rsidR="008C5C61" w:rsidRPr="004C3E92">
        <w:t>enthousiasme et de l</w:t>
      </w:r>
      <w:r>
        <w:t>’</w:t>
      </w:r>
      <w:r w:rsidR="008C5C61" w:rsidRPr="004C3E92">
        <w:t>ignorance qui soient au monde</w:t>
      </w:r>
      <w:r>
        <w:t xml:space="preserve">. </w:t>
      </w:r>
      <w:r w:rsidR="008C5C61" w:rsidRPr="004C3E92">
        <w:t>Les sy</w:t>
      </w:r>
      <w:r w:rsidR="008C5C61" w:rsidRPr="004C3E92">
        <w:t>s</w:t>
      </w:r>
      <w:r w:rsidR="008C5C61" w:rsidRPr="004C3E92">
        <w:t>tèmes ont tous une tendance malheureuse à tenir pour négl</w:t>
      </w:r>
      <w:r w:rsidR="008C5C61" w:rsidRPr="004C3E92">
        <w:t>i</w:t>
      </w:r>
      <w:r w:rsidR="008C5C61" w:rsidRPr="004C3E92">
        <w:t>geables les convenances</w:t>
      </w:r>
      <w:r>
        <w:t xml:space="preserve"> ; </w:t>
      </w:r>
      <w:r w:rsidR="008C5C61" w:rsidRPr="004C3E92">
        <w:t>et j</w:t>
      </w:r>
      <w:r>
        <w:t>’</w:t>
      </w:r>
      <w:r w:rsidR="008C5C61" w:rsidRPr="004C3E92">
        <w:t>envisage avec espoir comme le meilleur avantage qui puisse lui advenir</w:t>
      </w:r>
      <w:r>
        <w:t xml:space="preserve">, </w:t>
      </w:r>
      <w:r w:rsidR="008C5C61" w:rsidRPr="004C3E92">
        <w:t>une meilleure connai</w:t>
      </w:r>
      <w:r w:rsidR="008C5C61" w:rsidRPr="004C3E92">
        <w:t>s</w:t>
      </w:r>
      <w:r w:rsidR="008C5C61" w:rsidRPr="004C3E92">
        <w:t>sance du monde</w:t>
      </w:r>
      <w:r>
        <w:t>.</w:t>
      </w:r>
    </w:p>
    <w:p w14:paraId="59CA12BC" w14:textId="77777777" w:rsidR="004A4993" w:rsidRDefault="008C5C61" w:rsidP="004A4993">
      <w:r w:rsidRPr="004C3E92">
        <w:t>Au bout d</w:t>
      </w:r>
      <w:r w:rsidR="004A4993">
        <w:t>’</w:t>
      </w:r>
      <w:r w:rsidRPr="004C3E92">
        <w:t>un bref silence</w:t>
      </w:r>
      <w:r w:rsidR="004A4993">
        <w:t xml:space="preserve">, </w:t>
      </w:r>
      <w:r w:rsidRPr="004C3E92">
        <w:t>il reprit l</w:t>
      </w:r>
      <w:r w:rsidR="004A4993">
        <w:t>’</w:t>
      </w:r>
      <w:r w:rsidRPr="004C3E92">
        <w:t>entretien</w:t>
      </w:r>
      <w:r w:rsidR="004A4993">
        <w:t xml:space="preserve">, </w:t>
      </w:r>
      <w:r w:rsidRPr="004C3E92">
        <w:t>en disant</w:t>
      </w:r>
      <w:r w:rsidR="004A4993">
        <w:t> :</w:t>
      </w:r>
    </w:p>
    <w:p w14:paraId="2F30C4F9" w14:textId="77777777" w:rsidR="004A4993" w:rsidRDefault="004A4993" w:rsidP="004A4993">
      <w:r>
        <w:t>— </w:t>
      </w:r>
      <w:r w:rsidR="008C5C61" w:rsidRPr="004C3E92">
        <w:t xml:space="preserve">Votre sœur ne </w:t>
      </w:r>
      <w:proofErr w:type="spellStart"/>
      <w:r w:rsidR="008C5C61" w:rsidRPr="004C3E92">
        <w:t>fait-elle</w:t>
      </w:r>
      <w:proofErr w:type="spellEnd"/>
      <w:r w:rsidR="008C5C61" w:rsidRPr="004C3E92">
        <w:t xml:space="preserve"> pas de distinctions dans ses obje</w:t>
      </w:r>
      <w:r w:rsidR="008C5C61" w:rsidRPr="004C3E92">
        <w:t>c</w:t>
      </w:r>
      <w:r w:rsidR="008C5C61" w:rsidRPr="004C3E92">
        <w:t>tions à l</w:t>
      </w:r>
      <w:r>
        <w:t>’</w:t>
      </w:r>
      <w:r w:rsidR="008C5C61" w:rsidRPr="004C3E92">
        <w:t>égard d</w:t>
      </w:r>
      <w:r>
        <w:t>’</w:t>
      </w:r>
      <w:r w:rsidR="008C5C61" w:rsidRPr="004C3E92">
        <w:t>un second amour</w:t>
      </w:r>
      <w:r>
        <w:t xml:space="preserve"> ? </w:t>
      </w:r>
      <w:r w:rsidR="008C5C61" w:rsidRPr="004C3E92">
        <w:t>Ou est-il également criminel chez tout le monde</w:t>
      </w:r>
      <w:r>
        <w:t xml:space="preserve"> ? </w:t>
      </w:r>
      <w:r w:rsidR="008C5C61" w:rsidRPr="004C3E92">
        <w:t>Ceux qui ont été déçus dans leur premier choix</w:t>
      </w:r>
      <w:r>
        <w:t xml:space="preserve">, </w:t>
      </w:r>
      <w:r w:rsidR="008C5C61" w:rsidRPr="004C3E92">
        <w:t>soit à cause de l</w:t>
      </w:r>
      <w:r>
        <w:t>’</w:t>
      </w:r>
      <w:r w:rsidR="008C5C61" w:rsidRPr="004C3E92">
        <w:t>inconstance de son objet</w:t>
      </w:r>
      <w:r>
        <w:t xml:space="preserve">, </w:t>
      </w:r>
      <w:r w:rsidR="008C5C61" w:rsidRPr="004C3E92">
        <w:t>soit en raison de la perversité des circonstances</w:t>
      </w:r>
      <w:r>
        <w:t xml:space="preserve">, </w:t>
      </w:r>
      <w:r w:rsidR="008C5C61" w:rsidRPr="004C3E92">
        <w:t>doivent-ils rester également indifférents durant tout le reste de leur vie</w:t>
      </w:r>
      <w:r>
        <w:t> ?</w:t>
      </w:r>
    </w:p>
    <w:p w14:paraId="3407CF45" w14:textId="77777777" w:rsidR="004A4993" w:rsidRDefault="004A4993" w:rsidP="004A4993">
      <w:r>
        <w:t>— </w:t>
      </w:r>
      <w:r w:rsidR="008C5C61" w:rsidRPr="004C3E92">
        <w:t>Sur mon âme</w:t>
      </w:r>
      <w:r>
        <w:t xml:space="preserve">, </w:t>
      </w:r>
      <w:r w:rsidR="008C5C61" w:rsidRPr="004C3E92">
        <w:t>je ne connais pas les détails minutieux de ses principes</w:t>
      </w:r>
      <w:r>
        <w:t xml:space="preserve">. </w:t>
      </w:r>
      <w:r w:rsidR="008C5C61" w:rsidRPr="004C3E92">
        <w:t>Je sais seulement que je ne l</w:t>
      </w:r>
      <w:r>
        <w:t>’</w:t>
      </w:r>
      <w:r w:rsidR="008C5C61" w:rsidRPr="004C3E92">
        <w:t>ai encore jamais e</w:t>
      </w:r>
      <w:r w:rsidR="008C5C61" w:rsidRPr="004C3E92">
        <w:t>n</w:t>
      </w:r>
      <w:r w:rsidR="008C5C61" w:rsidRPr="004C3E92">
        <w:t>tendue reconnaître un exemple quelconque où un second amour ait été pardonnable</w:t>
      </w:r>
      <w:r>
        <w:t>.</w:t>
      </w:r>
    </w:p>
    <w:p w14:paraId="73AD8192" w14:textId="46A1A37E" w:rsidR="004A4993" w:rsidRDefault="004A4993" w:rsidP="004A4993">
      <w:r>
        <w:t>— </w:t>
      </w:r>
      <w:r w:rsidR="008C5C61" w:rsidRPr="004C3E92">
        <w:t>Cela</w:t>
      </w:r>
      <w:r>
        <w:t xml:space="preserve">, </w:t>
      </w:r>
      <w:r w:rsidR="008C5C61" w:rsidRPr="004C3E92">
        <w:t>dit-il</w:t>
      </w:r>
      <w:r>
        <w:t xml:space="preserve">, </w:t>
      </w:r>
      <w:r w:rsidR="008C5C61" w:rsidRPr="004C3E92">
        <w:t>ne saurait persister</w:t>
      </w:r>
      <w:r>
        <w:t xml:space="preserve"> ; </w:t>
      </w:r>
      <w:r w:rsidR="008C5C61" w:rsidRPr="004C3E92">
        <w:t>mais un changement</w:t>
      </w:r>
      <w:r>
        <w:t xml:space="preserve">, </w:t>
      </w:r>
      <w:r w:rsidR="008C5C61" w:rsidRPr="004C3E92">
        <w:t>un changement total de sentiments</w:t>
      </w:r>
      <w:r>
        <w:t xml:space="preserve"> – </w:t>
      </w:r>
      <w:r w:rsidR="008C5C61" w:rsidRPr="004C3E92">
        <w:t>non</w:t>
      </w:r>
      <w:r>
        <w:t xml:space="preserve">, </w:t>
      </w:r>
      <w:r w:rsidR="008C5C61" w:rsidRPr="004C3E92">
        <w:t>non</w:t>
      </w:r>
      <w:r>
        <w:t xml:space="preserve">, </w:t>
      </w:r>
      <w:r w:rsidR="008C5C61" w:rsidRPr="004C3E92">
        <w:t>ne le désirez pas</w:t>
      </w:r>
      <w:r>
        <w:t xml:space="preserve"> – </w:t>
      </w:r>
      <w:r w:rsidR="008C5C61" w:rsidRPr="004C3E92">
        <w:t>car lorsque les raffinements romanesques de l</w:t>
      </w:r>
      <w:r>
        <w:t>’</w:t>
      </w:r>
      <w:r w:rsidR="008C5C61" w:rsidRPr="004C3E92">
        <w:t>esprit d</w:t>
      </w:r>
      <w:r>
        <w:t>’</w:t>
      </w:r>
      <w:r w:rsidR="008C5C61" w:rsidRPr="004C3E92">
        <w:t>une jeune fille sont contraints à céder la place</w:t>
      </w:r>
      <w:r>
        <w:t xml:space="preserve">, </w:t>
      </w:r>
      <w:r w:rsidR="008C5C61" w:rsidRPr="004C3E92">
        <w:t>ah</w:t>
      </w:r>
      <w:r>
        <w:t xml:space="preserve"> ! </w:t>
      </w:r>
      <w:r w:rsidR="008C5C61" w:rsidRPr="004C3E92">
        <w:t>comme ils sont fr</w:t>
      </w:r>
      <w:r w:rsidR="008C5C61" w:rsidRPr="004C3E92">
        <w:t>é</w:t>
      </w:r>
      <w:r w:rsidR="008C5C61" w:rsidRPr="004C3E92">
        <w:t xml:space="preserve">quemment remplacés par des opinions </w:t>
      </w:r>
      <w:r w:rsidR="00A55FA5">
        <w:t xml:space="preserve">qui </w:t>
      </w:r>
      <w:r w:rsidR="008C5C61" w:rsidRPr="004C3E92">
        <w:t>ne sont que trop co</w:t>
      </w:r>
      <w:r w:rsidR="008C5C61" w:rsidRPr="004C3E92">
        <w:t>m</w:t>
      </w:r>
      <w:r w:rsidR="008C5C61" w:rsidRPr="004C3E92">
        <w:t>munes</w:t>
      </w:r>
      <w:r>
        <w:t xml:space="preserve">, </w:t>
      </w:r>
      <w:r w:rsidR="008C5C61" w:rsidRPr="004C3E92">
        <w:t>et trop dangereuses</w:t>
      </w:r>
      <w:r>
        <w:t xml:space="preserve"> ! </w:t>
      </w:r>
      <w:r w:rsidR="008C5C61" w:rsidRPr="004C3E92">
        <w:t>Je parle par expérience</w:t>
      </w:r>
      <w:r>
        <w:t xml:space="preserve">. </w:t>
      </w:r>
      <w:r w:rsidR="008C5C61" w:rsidRPr="004C3E92">
        <w:t>J</w:t>
      </w:r>
      <w:r>
        <w:t>’</w:t>
      </w:r>
      <w:r w:rsidR="008C5C61" w:rsidRPr="004C3E92">
        <w:t>ai connu jadis une dame qui</w:t>
      </w:r>
      <w:r>
        <w:t xml:space="preserve">, </w:t>
      </w:r>
      <w:r w:rsidR="008C5C61" w:rsidRPr="004C3E92">
        <w:t xml:space="preserve">par le caractère et par </w:t>
      </w:r>
      <w:r w:rsidR="008C5C61" w:rsidRPr="004C3E92">
        <w:lastRenderedPageBreak/>
        <w:t>l</w:t>
      </w:r>
      <w:r>
        <w:t>’</w:t>
      </w:r>
      <w:r w:rsidR="008C5C61" w:rsidRPr="004C3E92">
        <w:t>esprit</w:t>
      </w:r>
      <w:r>
        <w:t xml:space="preserve">, </w:t>
      </w:r>
      <w:r w:rsidR="008C5C61" w:rsidRPr="004C3E92">
        <w:t>ressemblait beaucoup à votre sœur</w:t>
      </w:r>
      <w:r>
        <w:t xml:space="preserve">, </w:t>
      </w:r>
      <w:r w:rsidR="008C5C61" w:rsidRPr="004C3E92">
        <w:t>qui pensait et jugeait comme elle</w:t>
      </w:r>
      <w:r>
        <w:t xml:space="preserve">, </w:t>
      </w:r>
      <w:r w:rsidR="008C5C61" w:rsidRPr="004C3E92">
        <w:t>mais qui</w:t>
      </w:r>
      <w:r>
        <w:t xml:space="preserve">, </w:t>
      </w:r>
      <w:r w:rsidR="008C5C61" w:rsidRPr="004C3E92">
        <w:t>en raison d</w:t>
      </w:r>
      <w:r>
        <w:t>’</w:t>
      </w:r>
      <w:r w:rsidR="008C5C61" w:rsidRPr="004C3E92">
        <w:t>un changement imposé</w:t>
      </w:r>
      <w:r>
        <w:t xml:space="preserve"> – </w:t>
      </w:r>
      <w:r w:rsidR="008C5C61" w:rsidRPr="004C3E92">
        <w:t>en raison d</w:t>
      </w:r>
      <w:r>
        <w:t>’</w:t>
      </w:r>
      <w:r w:rsidR="008C5C61" w:rsidRPr="004C3E92">
        <w:t>une série de circonstances malheureuses</w:t>
      </w:r>
      <w:r>
        <w:t>…</w:t>
      </w:r>
    </w:p>
    <w:p w14:paraId="4BF3010D" w14:textId="77777777" w:rsidR="004A4993" w:rsidRDefault="008C5C61" w:rsidP="004A4993">
      <w:r w:rsidRPr="004C3E92">
        <w:t>Il se tut soudain</w:t>
      </w:r>
      <w:r w:rsidR="004A4993">
        <w:t xml:space="preserve">, </w:t>
      </w:r>
      <w:r w:rsidRPr="004C3E92">
        <w:t>sembla se dire qu</w:t>
      </w:r>
      <w:r w:rsidR="004A4993">
        <w:t>’</w:t>
      </w:r>
      <w:r w:rsidRPr="004C3E92">
        <w:t>il avait trop parlé</w:t>
      </w:r>
      <w:r w:rsidR="004A4993">
        <w:t xml:space="preserve">, </w:t>
      </w:r>
      <w:r w:rsidRPr="004C3E92">
        <w:t>et fit naître</w:t>
      </w:r>
      <w:r w:rsidR="004A4993">
        <w:t xml:space="preserve">, </w:t>
      </w:r>
      <w:r w:rsidRPr="004C3E92">
        <w:t>par son attitude</w:t>
      </w:r>
      <w:r w:rsidR="004A4993">
        <w:t xml:space="preserve">, </w:t>
      </w:r>
      <w:r w:rsidRPr="004C3E92">
        <w:t>des conjectures qui</w:t>
      </w:r>
      <w:r w:rsidR="004A4993">
        <w:t xml:space="preserve">, </w:t>
      </w:r>
      <w:r w:rsidRPr="004C3E92">
        <w:t>sans cela</w:t>
      </w:r>
      <w:r w:rsidR="004A4993">
        <w:t xml:space="preserve">, </w:t>
      </w:r>
      <w:r w:rsidRPr="004C3E92">
        <w:t>eussent ne pas pu entrer dans la tête d</w:t>
      </w:r>
      <w:r w:rsidR="004A4993">
        <w:t>’</w:t>
      </w:r>
      <w:proofErr w:type="spellStart"/>
      <w:r w:rsidRPr="004C3E92">
        <w:t>Elinor</w:t>
      </w:r>
      <w:proofErr w:type="spellEnd"/>
      <w:r w:rsidR="004A4993">
        <w:t xml:space="preserve">. </w:t>
      </w:r>
      <w:r w:rsidRPr="004C3E92">
        <w:t>Cette dame eût prob</w:t>
      </w:r>
      <w:r w:rsidRPr="004C3E92">
        <w:t>a</w:t>
      </w:r>
      <w:r w:rsidRPr="004C3E92">
        <w:t>blement passé sans un soupçon</w:t>
      </w:r>
      <w:r w:rsidR="004A4993">
        <w:t xml:space="preserve">, </w:t>
      </w:r>
      <w:r w:rsidRPr="004C3E92">
        <w:t>s</w:t>
      </w:r>
      <w:r w:rsidR="004A4993">
        <w:t>’</w:t>
      </w:r>
      <w:r w:rsidRPr="004C3E92">
        <w:t>il n</w:t>
      </w:r>
      <w:r w:rsidR="004A4993">
        <w:t>’</w:t>
      </w:r>
      <w:r w:rsidRPr="004C3E92">
        <w:t xml:space="preserve">avait convaincu miss </w:t>
      </w:r>
      <w:proofErr w:type="spellStart"/>
      <w:r w:rsidRPr="004C3E92">
        <w:t>Dashwood</w:t>
      </w:r>
      <w:proofErr w:type="spellEnd"/>
      <w:r w:rsidRPr="004C3E92">
        <w:t xml:space="preserve"> que ce qui la concernait ne devait pas s</w:t>
      </w:r>
      <w:r w:rsidR="004A4993">
        <w:t>’</w:t>
      </w:r>
      <w:r w:rsidRPr="004C3E92">
        <w:t>échapper de ses lèvres</w:t>
      </w:r>
      <w:r w:rsidR="004A4993">
        <w:t xml:space="preserve">. </w:t>
      </w:r>
      <w:r w:rsidRPr="004C3E92">
        <w:t>En l</w:t>
      </w:r>
      <w:r w:rsidR="004A4993">
        <w:t>’</w:t>
      </w:r>
      <w:r w:rsidRPr="004C3E92">
        <w:t>espèce</w:t>
      </w:r>
      <w:r w:rsidR="004A4993">
        <w:t xml:space="preserve">, </w:t>
      </w:r>
      <w:r w:rsidRPr="004C3E92">
        <w:t>il ne fallait qu</w:t>
      </w:r>
      <w:r w:rsidR="004A4993">
        <w:t>’</w:t>
      </w:r>
      <w:r w:rsidRPr="004C3E92">
        <w:t>un léger effort d</w:t>
      </w:r>
      <w:r w:rsidR="004A4993">
        <w:t>’</w:t>
      </w:r>
      <w:r w:rsidRPr="004C3E92">
        <w:t>imagination pour relier l</w:t>
      </w:r>
      <w:r w:rsidR="004A4993">
        <w:t>’</w:t>
      </w:r>
      <w:r w:rsidRPr="004C3E92">
        <w:t>émotion du colonel au tendre souv</w:t>
      </w:r>
      <w:r w:rsidRPr="004C3E92">
        <w:t>e</w:t>
      </w:r>
      <w:r w:rsidRPr="004C3E92">
        <w:t>nir d</w:t>
      </w:r>
      <w:r w:rsidR="004A4993">
        <w:t>’</w:t>
      </w:r>
      <w:r w:rsidRPr="004C3E92">
        <w:t>une affection passée</w:t>
      </w:r>
      <w:r w:rsidR="004A4993">
        <w:t xml:space="preserve">. </w:t>
      </w:r>
      <w:proofErr w:type="spellStart"/>
      <w:r w:rsidRPr="004C3E92">
        <w:t>Elinor</w:t>
      </w:r>
      <w:proofErr w:type="spellEnd"/>
      <w:r w:rsidRPr="004C3E92">
        <w:t xml:space="preserve"> ne tenta rien de plus</w:t>
      </w:r>
      <w:r w:rsidR="004A4993">
        <w:t xml:space="preserve">. </w:t>
      </w:r>
      <w:r w:rsidRPr="004C3E92">
        <w:t>Mais Marianne</w:t>
      </w:r>
      <w:r w:rsidR="004A4993">
        <w:t xml:space="preserve">, </w:t>
      </w:r>
      <w:r w:rsidRPr="004C3E92">
        <w:t>à sa place</w:t>
      </w:r>
      <w:r w:rsidR="004A4993">
        <w:t xml:space="preserve">, </w:t>
      </w:r>
      <w:r w:rsidRPr="004C3E92">
        <w:t>n</w:t>
      </w:r>
      <w:r w:rsidR="004A4993">
        <w:t>’</w:t>
      </w:r>
      <w:r w:rsidRPr="004C3E92">
        <w:t>en serait pas restée là</w:t>
      </w:r>
      <w:r w:rsidR="004A4993">
        <w:t xml:space="preserve">. </w:t>
      </w:r>
      <w:r w:rsidRPr="004C3E92">
        <w:t>Toute l</w:t>
      </w:r>
      <w:r w:rsidR="004A4993">
        <w:t>’</w:t>
      </w:r>
      <w:r w:rsidRPr="004C3E92">
        <w:t>histoire eût rapidement pris forme sous son imagination active</w:t>
      </w:r>
      <w:r w:rsidR="004A4993">
        <w:t xml:space="preserve">, </w:t>
      </w:r>
      <w:r w:rsidRPr="004C3E92">
        <w:t>et tout eût été établi selon l</w:t>
      </w:r>
      <w:r w:rsidR="004A4993">
        <w:t>’</w:t>
      </w:r>
      <w:r w:rsidRPr="004C3E92">
        <w:t>ordre le plus mélancolique de l</w:t>
      </w:r>
      <w:r w:rsidR="004A4993">
        <w:t>’</w:t>
      </w:r>
      <w:r w:rsidRPr="004C3E92">
        <w:t>amour d</w:t>
      </w:r>
      <w:r w:rsidRPr="004C3E92">
        <w:t>é</w:t>
      </w:r>
      <w:r w:rsidRPr="004C3E92">
        <w:t>sastreux</w:t>
      </w:r>
      <w:r w:rsidR="004A4993">
        <w:t>.</w:t>
      </w:r>
    </w:p>
    <w:p w14:paraId="63BBEF3F" w14:textId="6250AC68" w:rsidR="008C5C61" w:rsidRPr="004C3E92" w:rsidRDefault="008C5C61" w:rsidP="004A4993">
      <w:pPr>
        <w:pStyle w:val="Titre1"/>
      </w:pPr>
      <w:bookmarkStart w:id="11" w:name="_Toc196409796"/>
      <w:r w:rsidRPr="004C3E92">
        <w:lastRenderedPageBreak/>
        <w:t>CHAPITRE XII</w:t>
      </w:r>
      <w:bookmarkEnd w:id="11"/>
      <w:r w:rsidRPr="004C3E92">
        <w:br/>
      </w:r>
    </w:p>
    <w:p w14:paraId="7A520A56" w14:textId="77777777" w:rsidR="004A4993" w:rsidRDefault="008C5C61" w:rsidP="004A4993">
      <w:r w:rsidRPr="004C3E92">
        <w:t>Tandis qu</w:t>
      </w:r>
      <w:r w:rsidR="004A4993">
        <w:t>’</w:t>
      </w:r>
      <w:proofErr w:type="spellStart"/>
      <w:r w:rsidRPr="004C3E92">
        <w:t>Elinor</w:t>
      </w:r>
      <w:proofErr w:type="spellEnd"/>
      <w:r w:rsidRPr="004C3E92">
        <w:t xml:space="preserve"> et Marianne se promenaient ensemble le lendemain matin</w:t>
      </w:r>
      <w:r w:rsidR="004A4993">
        <w:t xml:space="preserve">, </w:t>
      </w:r>
      <w:r w:rsidRPr="004C3E92">
        <w:t>celle-ci communiqua à sa sœur une nouvelle qui</w:t>
      </w:r>
      <w:r w:rsidR="004A4993">
        <w:t xml:space="preserve">, </w:t>
      </w:r>
      <w:r w:rsidRPr="004C3E92">
        <w:t>malgré tout ce qu</w:t>
      </w:r>
      <w:r w:rsidR="004A4993">
        <w:t>’</w:t>
      </w:r>
      <w:r w:rsidRPr="004C3E92">
        <w:t>elle savait déjà de l</w:t>
      </w:r>
      <w:r w:rsidR="004A4993">
        <w:t>’</w:t>
      </w:r>
      <w:r w:rsidRPr="004C3E92">
        <w:t>imprudence et du manque de réflexion de Marianne</w:t>
      </w:r>
      <w:r w:rsidR="004A4993">
        <w:t xml:space="preserve">, </w:t>
      </w:r>
      <w:r w:rsidRPr="004C3E92">
        <w:t>la surprit par le témoignage surabondant qu</w:t>
      </w:r>
      <w:r w:rsidR="004A4993">
        <w:t>’</w:t>
      </w:r>
      <w:r w:rsidRPr="004C3E92">
        <w:t>elle donnait de l</w:t>
      </w:r>
      <w:r w:rsidR="004A4993">
        <w:t>’</w:t>
      </w:r>
      <w:r w:rsidRPr="004C3E92">
        <w:t>une et de l</w:t>
      </w:r>
      <w:r w:rsidR="004A4993">
        <w:t>’</w:t>
      </w:r>
      <w:r w:rsidRPr="004C3E92">
        <w:t>autre</w:t>
      </w:r>
      <w:r w:rsidR="004A4993">
        <w:t xml:space="preserve">. </w:t>
      </w:r>
      <w:r w:rsidRPr="004C3E92">
        <w:t>Marianne lui dit</w:t>
      </w:r>
      <w:r w:rsidR="004A4993">
        <w:t xml:space="preserve">, </w:t>
      </w:r>
      <w:r w:rsidRPr="004C3E92">
        <w:t>avec la plus grande joie</w:t>
      </w:r>
      <w:r w:rsidR="004A4993">
        <w:t xml:space="preserve">, </w:t>
      </w:r>
      <w:r w:rsidRPr="004C3E92">
        <w:t>que Willoughby lui avait donné un cheval</w:t>
      </w:r>
      <w:r w:rsidR="004A4993">
        <w:t xml:space="preserve">, </w:t>
      </w:r>
      <w:r w:rsidRPr="004C3E92">
        <w:t xml:space="preserve">une bête qui provenait de son propre élevage dans sa propriété du </w:t>
      </w:r>
      <w:proofErr w:type="spellStart"/>
      <w:r w:rsidRPr="004C3E92">
        <w:t>Somersetshire</w:t>
      </w:r>
      <w:proofErr w:type="spellEnd"/>
      <w:r w:rsidR="004A4993">
        <w:t xml:space="preserve">, </w:t>
      </w:r>
      <w:r w:rsidRPr="004C3E92">
        <w:t>et qui était exactement ce qu</w:t>
      </w:r>
      <w:r w:rsidR="004A4993">
        <w:t>’</w:t>
      </w:r>
      <w:r w:rsidRPr="004C3E92">
        <w:t>il fa</w:t>
      </w:r>
      <w:r w:rsidRPr="004C3E92">
        <w:t>l</w:t>
      </w:r>
      <w:r w:rsidRPr="004C3E92">
        <w:t>lait pour porter une femme</w:t>
      </w:r>
      <w:r w:rsidR="004A4993">
        <w:t xml:space="preserve">. </w:t>
      </w:r>
      <w:r w:rsidRPr="004C3E92">
        <w:t>Sans songer qu</w:t>
      </w:r>
      <w:r w:rsidR="004A4993">
        <w:t>’</w:t>
      </w:r>
      <w:r w:rsidRPr="004C3E92">
        <w:t>il n</w:t>
      </w:r>
      <w:r w:rsidR="004A4993">
        <w:t>’</w:t>
      </w:r>
      <w:r w:rsidRPr="004C3E92">
        <w:t>entrait pas dans les projets de sa mère d</w:t>
      </w:r>
      <w:r w:rsidR="004A4993">
        <w:t>’</w:t>
      </w:r>
      <w:r w:rsidRPr="004C3E92">
        <w:t>entretenir un cheval</w:t>
      </w:r>
      <w:r w:rsidR="004A4993">
        <w:t xml:space="preserve"> – </w:t>
      </w:r>
      <w:r w:rsidRPr="004C3E92">
        <w:t>que</w:t>
      </w:r>
      <w:r w:rsidR="004A4993">
        <w:t xml:space="preserve">, </w:t>
      </w:r>
      <w:r w:rsidRPr="004C3E92">
        <w:t>si elle venait à modifier sa résolution en faveur de ce présent</w:t>
      </w:r>
      <w:r w:rsidR="004A4993">
        <w:t xml:space="preserve">, </w:t>
      </w:r>
      <w:r w:rsidRPr="004C3E92">
        <w:t>il lui faudrait en acheter un autre pour le domestique</w:t>
      </w:r>
      <w:r w:rsidR="004A4993">
        <w:t xml:space="preserve">, </w:t>
      </w:r>
      <w:r w:rsidRPr="004C3E92">
        <w:t>prendre un domestique pour le monter</w:t>
      </w:r>
      <w:r w:rsidR="004A4993">
        <w:t xml:space="preserve">, </w:t>
      </w:r>
      <w:r w:rsidRPr="004C3E92">
        <w:t>et</w:t>
      </w:r>
      <w:r w:rsidR="004A4993">
        <w:t xml:space="preserve">, </w:t>
      </w:r>
      <w:r w:rsidRPr="004C3E92">
        <w:t>en outre</w:t>
      </w:r>
      <w:r w:rsidR="004A4993">
        <w:t xml:space="preserve">, </w:t>
      </w:r>
      <w:r w:rsidRPr="004C3E92">
        <w:t>construire une écurie pour les rec</w:t>
      </w:r>
      <w:r w:rsidRPr="004C3E92">
        <w:t>e</w:t>
      </w:r>
      <w:r w:rsidRPr="004C3E92">
        <w:t>voir</w:t>
      </w:r>
      <w:r w:rsidR="004A4993">
        <w:t xml:space="preserve"> – </w:t>
      </w:r>
      <w:r w:rsidRPr="004C3E92">
        <w:t>elle avait accepté le cadeau sans hésitation</w:t>
      </w:r>
      <w:r w:rsidR="004A4993">
        <w:t xml:space="preserve">, </w:t>
      </w:r>
      <w:r w:rsidRPr="004C3E92">
        <w:t>et elle conta la chose avec ravissement</w:t>
      </w:r>
      <w:r w:rsidR="004A4993">
        <w:t>.</w:t>
      </w:r>
    </w:p>
    <w:p w14:paraId="5BFAC40F" w14:textId="77777777" w:rsidR="004A4993" w:rsidRDefault="004A4993" w:rsidP="004A4993">
      <w:r>
        <w:t>— </w:t>
      </w:r>
      <w:r w:rsidR="008C5C61" w:rsidRPr="004C3E92">
        <w:t>Il se propose d</w:t>
      </w:r>
      <w:r>
        <w:t>’</w:t>
      </w:r>
      <w:r w:rsidR="008C5C61" w:rsidRPr="004C3E92">
        <w:t xml:space="preserve">envoyer immédiatement son palefrenier dans le </w:t>
      </w:r>
      <w:proofErr w:type="spellStart"/>
      <w:r w:rsidR="008C5C61" w:rsidRPr="004C3E92">
        <w:t>Somersetshire</w:t>
      </w:r>
      <w:proofErr w:type="spellEnd"/>
      <w:r>
        <w:t xml:space="preserve">, </w:t>
      </w:r>
      <w:r w:rsidR="008C5C61" w:rsidRPr="004C3E92">
        <w:t>pour aller le chercher</w:t>
      </w:r>
      <w:r>
        <w:t xml:space="preserve">, </w:t>
      </w:r>
      <w:r w:rsidR="008C5C61" w:rsidRPr="004C3E92">
        <w:t>ajouta-t-elle</w:t>
      </w:r>
      <w:r>
        <w:t xml:space="preserve">, </w:t>
      </w:r>
      <w:r w:rsidR="008C5C61" w:rsidRPr="004C3E92">
        <w:t>et quand il arrivera</w:t>
      </w:r>
      <w:r>
        <w:t xml:space="preserve">, </w:t>
      </w:r>
      <w:r w:rsidR="008C5C61" w:rsidRPr="004C3E92">
        <w:t>nous irons à cheval tous les jours</w:t>
      </w:r>
      <w:r>
        <w:t xml:space="preserve">. </w:t>
      </w:r>
      <w:r w:rsidR="008C5C61" w:rsidRPr="004C3E92">
        <w:t>Tu en pa</w:t>
      </w:r>
      <w:r w:rsidR="008C5C61" w:rsidRPr="004C3E92">
        <w:t>r</w:t>
      </w:r>
      <w:r w:rsidR="008C5C61" w:rsidRPr="004C3E92">
        <w:t>tageras l</w:t>
      </w:r>
      <w:r>
        <w:t>’</w:t>
      </w:r>
      <w:r w:rsidR="008C5C61" w:rsidRPr="004C3E92">
        <w:t>usage avec moi</w:t>
      </w:r>
      <w:r>
        <w:t xml:space="preserve">. </w:t>
      </w:r>
      <w:r w:rsidR="008C5C61" w:rsidRPr="004C3E92">
        <w:t>Imagine-toi</w:t>
      </w:r>
      <w:r>
        <w:t xml:space="preserve">, </w:t>
      </w:r>
      <w:r w:rsidR="008C5C61" w:rsidRPr="004C3E92">
        <w:t xml:space="preserve">ma chère </w:t>
      </w:r>
      <w:proofErr w:type="spellStart"/>
      <w:r w:rsidR="008C5C61" w:rsidRPr="004C3E92">
        <w:t>Elinor</w:t>
      </w:r>
      <w:proofErr w:type="spellEnd"/>
      <w:r>
        <w:t xml:space="preserve">, </w:t>
      </w:r>
      <w:r w:rsidR="008C5C61" w:rsidRPr="004C3E92">
        <w:t>le délice d</w:t>
      </w:r>
      <w:r>
        <w:t>’</w:t>
      </w:r>
      <w:r w:rsidR="008C5C61" w:rsidRPr="004C3E92">
        <w:t>un galop sur quelques-uns de ces coteaux</w:t>
      </w:r>
      <w:r>
        <w:t> !</w:t>
      </w:r>
    </w:p>
    <w:p w14:paraId="442F7E10" w14:textId="77777777" w:rsidR="004A4993" w:rsidRDefault="008C5C61" w:rsidP="004A4993">
      <w:r w:rsidRPr="004C3E92">
        <w:t>Elle se montra fort récalcitrante à se réveiller d</w:t>
      </w:r>
      <w:r w:rsidR="004A4993">
        <w:t>’</w:t>
      </w:r>
      <w:r w:rsidRPr="004C3E92">
        <w:t>un tel rêve de félicité</w:t>
      </w:r>
      <w:r w:rsidR="004A4993">
        <w:t xml:space="preserve">, </w:t>
      </w:r>
      <w:r w:rsidRPr="004C3E92">
        <w:t>à comprendre toutes les vérités malencontreuses qu</w:t>
      </w:r>
      <w:r w:rsidR="004A4993">
        <w:t>’</w:t>
      </w:r>
      <w:r w:rsidRPr="004C3E92">
        <w:t>impliquait l</w:t>
      </w:r>
      <w:r w:rsidR="004A4993">
        <w:t>’</w:t>
      </w:r>
      <w:r w:rsidRPr="004C3E92">
        <w:t>affaire</w:t>
      </w:r>
      <w:r w:rsidR="004A4993">
        <w:t xml:space="preserve">, </w:t>
      </w:r>
      <w:r w:rsidRPr="004C3E92">
        <w:t>et pendant quelque temps elle refusa de s</w:t>
      </w:r>
      <w:r w:rsidR="004A4993">
        <w:t>’</w:t>
      </w:r>
      <w:r w:rsidRPr="004C3E92">
        <w:t>y soumettre</w:t>
      </w:r>
      <w:r w:rsidR="004A4993">
        <w:t xml:space="preserve">. </w:t>
      </w:r>
      <w:r w:rsidRPr="004C3E92">
        <w:t>En ce qui concerne un domestique supplémenta</w:t>
      </w:r>
      <w:r w:rsidRPr="004C3E92">
        <w:t>i</w:t>
      </w:r>
      <w:r w:rsidRPr="004C3E92">
        <w:t>re</w:t>
      </w:r>
      <w:r w:rsidR="004A4993">
        <w:t xml:space="preserve">, </w:t>
      </w:r>
      <w:r w:rsidRPr="004C3E92">
        <w:t>la dépense serait insignifiante</w:t>
      </w:r>
      <w:r w:rsidR="004A4993">
        <w:t xml:space="preserve"> ; </w:t>
      </w:r>
      <w:r w:rsidRPr="004C3E92">
        <w:t>maman</w:t>
      </w:r>
      <w:r w:rsidR="004A4993">
        <w:t xml:space="preserve">, </w:t>
      </w:r>
      <w:r w:rsidRPr="004C3E92">
        <w:t>elle en était sûre</w:t>
      </w:r>
      <w:r w:rsidR="004A4993">
        <w:t xml:space="preserve">, </w:t>
      </w:r>
      <w:r w:rsidRPr="004C3E92">
        <w:t>ne s</w:t>
      </w:r>
      <w:r w:rsidR="004A4993">
        <w:t>’</w:t>
      </w:r>
      <w:r w:rsidRPr="004C3E92">
        <w:t>y opposerait certes pas</w:t>
      </w:r>
      <w:r w:rsidR="004A4993">
        <w:t xml:space="preserve"> ; </w:t>
      </w:r>
      <w:r w:rsidRPr="004C3E92">
        <w:t>et n</w:t>
      </w:r>
      <w:r w:rsidR="004A4993">
        <w:t>’</w:t>
      </w:r>
      <w:r w:rsidRPr="004C3E92">
        <w:t>importe quel cheval suffirait pour lui</w:t>
      </w:r>
      <w:r w:rsidR="004A4993">
        <w:t xml:space="preserve"> ; </w:t>
      </w:r>
      <w:r w:rsidRPr="004C3E92">
        <w:t>il pourrait toujours en trouver un au Park</w:t>
      </w:r>
      <w:r w:rsidR="004A4993">
        <w:t xml:space="preserve"> ; </w:t>
      </w:r>
      <w:r w:rsidRPr="004C3E92">
        <w:lastRenderedPageBreak/>
        <w:t>et quant à l</w:t>
      </w:r>
      <w:r w:rsidR="004A4993">
        <w:t>’</w:t>
      </w:r>
      <w:r w:rsidRPr="004C3E92">
        <w:t>écurie</w:t>
      </w:r>
      <w:r w:rsidR="004A4993">
        <w:t xml:space="preserve">, </w:t>
      </w:r>
      <w:r w:rsidRPr="004C3E92">
        <w:t>le plus simple des hangars serait suffisant</w:t>
      </w:r>
      <w:r w:rsidR="004A4993">
        <w:t xml:space="preserve">. </w:t>
      </w:r>
      <w:proofErr w:type="spellStart"/>
      <w:r w:rsidRPr="004C3E92">
        <w:t>Elinor</w:t>
      </w:r>
      <w:proofErr w:type="spellEnd"/>
      <w:r w:rsidRPr="004C3E92">
        <w:t xml:space="preserve"> se h</w:t>
      </w:r>
      <w:r w:rsidRPr="004C3E92">
        <w:t>a</w:t>
      </w:r>
      <w:r w:rsidRPr="004C3E92">
        <w:t>sarda à émettre un doute sur la convenance qu</w:t>
      </w:r>
      <w:r w:rsidR="004A4993">
        <w:t>’</w:t>
      </w:r>
      <w:r w:rsidRPr="004C3E92">
        <w:t>il y avait à ce qu</w:t>
      </w:r>
      <w:r w:rsidR="004A4993">
        <w:t>’</w:t>
      </w:r>
      <w:r w:rsidRPr="004C3E92">
        <w:t>elle reçût un tel présent de la part d</w:t>
      </w:r>
      <w:r w:rsidR="004A4993">
        <w:t>’</w:t>
      </w:r>
      <w:r w:rsidRPr="004C3E92">
        <w:t>un homme qu</w:t>
      </w:r>
      <w:r w:rsidR="004A4993">
        <w:t>’</w:t>
      </w:r>
      <w:r w:rsidRPr="004C3E92">
        <w:t>elle connaissait si peu</w:t>
      </w:r>
      <w:r w:rsidR="004A4993">
        <w:t xml:space="preserve">, </w:t>
      </w:r>
      <w:r w:rsidRPr="004C3E92">
        <w:t>ou du moins depuis si peu de temps</w:t>
      </w:r>
      <w:r w:rsidR="004A4993">
        <w:t xml:space="preserve">. </w:t>
      </w:r>
      <w:r w:rsidRPr="004C3E92">
        <w:t>C</w:t>
      </w:r>
      <w:r w:rsidR="004A4993">
        <w:t>’</w:t>
      </w:r>
      <w:r w:rsidRPr="004C3E92">
        <w:t>en fut trop</w:t>
      </w:r>
      <w:r w:rsidR="004A4993">
        <w:t>.</w:t>
      </w:r>
    </w:p>
    <w:p w14:paraId="4EDB0385" w14:textId="77777777" w:rsidR="004A4993" w:rsidRDefault="004A4993" w:rsidP="004A4993">
      <w:r>
        <w:t>— </w:t>
      </w:r>
      <w:r w:rsidR="008C5C61" w:rsidRPr="004C3E92">
        <w:t>Tu te trompes</w:t>
      </w:r>
      <w:r>
        <w:t xml:space="preserve">, </w:t>
      </w:r>
      <w:proofErr w:type="spellStart"/>
      <w:r w:rsidR="008C5C61" w:rsidRPr="004C3E92">
        <w:t>Elinor</w:t>
      </w:r>
      <w:proofErr w:type="spellEnd"/>
      <w:r>
        <w:t xml:space="preserve">, </w:t>
      </w:r>
      <w:r w:rsidR="008C5C61" w:rsidRPr="004C3E92">
        <w:t>dit-elle avec chaleur</w:t>
      </w:r>
      <w:r>
        <w:t xml:space="preserve">, </w:t>
      </w:r>
      <w:r w:rsidR="008C5C61" w:rsidRPr="004C3E92">
        <w:t>en supposant que je connais fort peu Willoughby</w:t>
      </w:r>
      <w:r>
        <w:t xml:space="preserve">. </w:t>
      </w:r>
      <w:r w:rsidR="008C5C61" w:rsidRPr="004C3E92">
        <w:t>Je ne le connais pas depuis longtemps</w:t>
      </w:r>
      <w:r>
        <w:t xml:space="preserve">, </w:t>
      </w:r>
      <w:r w:rsidR="008C5C61" w:rsidRPr="004C3E92">
        <w:t>certes</w:t>
      </w:r>
      <w:r>
        <w:t xml:space="preserve">, </w:t>
      </w:r>
      <w:r w:rsidR="008C5C61" w:rsidRPr="004C3E92">
        <w:t>mais je le connais beaucoup mieux qu</w:t>
      </w:r>
      <w:r>
        <w:t>’</w:t>
      </w:r>
      <w:r w:rsidR="008C5C61" w:rsidRPr="004C3E92">
        <w:t>aucun être au monde</w:t>
      </w:r>
      <w:r>
        <w:t xml:space="preserve">, </w:t>
      </w:r>
      <w:r w:rsidR="008C5C61" w:rsidRPr="004C3E92">
        <w:t>excepté toi-même et maman</w:t>
      </w:r>
      <w:r>
        <w:t xml:space="preserve">. </w:t>
      </w:r>
      <w:r w:rsidR="008C5C61" w:rsidRPr="004C3E92">
        <w:t>Ce n</w:t>
      </w:r>
      <w:r>
        <w:t>’</w:t>
      </w:r>
      <w:r w:rsidR="008C5C61" w:rsidRPr="004C3E92">
        <w:t>est pas le temps</w:t>
      </w:r>
      <w:r>
        <w:t xml:space="preserve">, </w:t>
      </w:r>
      <w:r w:rsidR="008C5C61" w:rsidRPr="004C3E92">
        <w:t>ni l</w:t>
      </w:r>
      <w:r>
        <w:t>’</w:t>
      </w:r>
      <w:r w:rsidR="008C5C61" w:rsidRPr="004C3E92">
        <w:t>occasion</w:t>
      </w:r>
      <w:r>
        <w:t xml:space="preserve">, </w:t>
      </w:r>
      <w:r w:rsidR="008C5C61" w:rsidRPr="004C3E92">
        <w:t>qui doivent déterminer l</w:t>
      </w:r>
      <w:r>
        <w:t>’</w:t>
      </w:r>
      <w:r w:rsidR="008C5C61" w:rsidRPr="004C3E92">
        <w:t>intimité</w:t>
      </w:r>
      <w:r>
        <w:t xml:space="preserve"> – </w:t>
      </w:r>
      <w:r w:rsidR="008C5C61" w:rsidRPr="004C3E92">
        <w:t>c</w:t>
      </w:r>
      <w:r>
        <w:t>’</w:t>
      </w:r>
      <w:r w:rsidR="008C5C61" w:rsidRPr="004C3E92">
        <w:t>est le caractère seul</w:t>
      </w:r>
      <w:r>
        <w:t xml:space="preserve">. </w:t>
      </w:r>
      <w:r w:rsidR="008C5C61" w:rsidRPr="004C3E92">
        <w:t>Sept années seraient insuffisantes pour que ce</w:t>
      </w:r>
      <w:r w:rsidR="008C5C61" w:rsidRPr="004C3E92">
        <w:t>r</w:t>
      </w:r>
      <w:r w:rsidR="008C5C61" w:rsidRPr="004C3E92">
        <w:t>taines personnes pussent se connaître l</w:t>
      </w:r>
      <w:r>
        <w:t>’</w:t>
      </w:r>
      <w:r w:rsidR="008C5C61" w:rsidRPr="004C3E92">
        <w:t>une l</w:t>
      </w:r>
      <w:r>
        <w:t>’</w:t>
      </w:r>
      <w:r w:rsidR="008C5C61" w:rsidRPr="004C3E92">
        <w:t>autre</w:t>
      </w:r>
      <w:r>
        <w:t xml:space="preserve">, </w:t>
      </w:r>
      <w:r w:rsidR="008C5C61" w:rsidRPr="004C3E92">
        <w:t>et sept jours sont plus qu</w:t>
      </w:r>
      <w:r>
        <w:t>’</w:t>
      </w:r>
      <w:r w:rsidR="008C5C61" w:rsidRPr="004C3E92">
        <w:t>il n</w:t>
      </w:r>
      <w:r>
        <w:t>’</w:t>
      </w:r>
      <w:r w:rsidR="008C5C61" w:rsidRPr="004C3E92">
        <w:t>en faut pour certaines autres</w:t>
      </w:r>
      <w:r>
        <w:t xml:space="preserve">. </w:t>
      </w:r>
      <w:r w:rsidR="008C5C61" w:rsidRPr="004C3E92">
        <w:t>Je me tiendrais pour coupable d</w:t>
      </w:r>
      <w:r>
        <w:t>’</w:t>
      </w:r>
      <w:r w:rsidR="008C5C61" w:rsidRPr="004C3E92">
        <w:t>une plus grande inconvenance en acceptant un cheval de la part de mon frère que de celle de Willoughby</w:t>
      </w:r>
      <w:r>
        <w:t xml:space="preserve">. </w:t>
      </w:r>
      <w:r w:rsidR="008C5C61" w:rsidRPr="004C3E92">
        <w:t>John</w:t>
      </w:r>
      <w:r>
        <w:t xml:space="preserve">, </w:t>
      </w:r>
      <w:r w:rsidR="008C5C61" w:rsidRPr="004C3E92">
        <w:t>je le connais fort peu</w:t>
      </w:r>
      <w:r>
        <w:t xml:space="preserve">, </w:t>
      </w:r>
      <w:r w:rsidR="008C5C61" w:rsidRPr="004C3E92">
        <w:t>bien que nous ayons vécu ensemble pe</w:t>
      </w:r>
      <w:r w:rsidR="008C5C61" w:rsidRPr="004C3E92">
        <w:t>n</w:t>
      </w:r>
      <w:r w:rsidR="008C5C61" w:rsidRPr="004C3E92">
        <w:t>dant des années</w:t>
      </w:r>
      <w:r>
        <w:t xml:space="preserve"> ; </w:t>
      </w:r>
      <w:r w:rsidR="008C5C61" w:rsidRPr="004C3E92">
        <w:t>mais mon jugement sur Willoughby</w:t>
      </w:r>
      <w:r>
        <w:t xml:space="preserve">, </w:t>
      </w:r>
      <w:r w:rsidR="008C5C61" w:rsidRPr="004C3E92">
        <w:t>il y a longtemps qu</w:t>
      </w:r>
      <w:r>
        <w:t>’</w:t>
      </w:r>
      <w:r w:rsidR="008C5C61" w:rsidRPr="004C3E92">
        <w:t>il est formé</w:t>
      </w:r>
      <w:r>
        <w:t>.</w:t>
      </w:r>
    </w:p>
    <w:p w14:paraId="2CBDC8DC" w14:textId="77777777" w:rsidR="004A4993" w:rsidRDefault="008C5C61" w:rsidP="004A4993">
      <w:proofErr w:type="spellStart"/>
      <w:r w:rsidRPr="004C3E92">
        <w:t>Elinor</w:t>
      </w:r>
      <w:proofErr w:type="spellEnd"/>
      <w:r w:rsidRPr="004C3E92">
        <w:t xml:space="preserve"> jugea plus sage de ne pas insister sur ce point</w:t>
      </w:r>
      <w:r w:rsidR="004A4993">
        <w:t xml:space="preserve">. </w:t>
      </w:r>
      <w:r w:rsidRPr="004C3E92">
        <w:t>Elle connaissait le caractère de sa sœur</w:t>
      </w:r>
      <w:r w:rsidR="004A4993">
        <w:t xml:space="preserve">. </w:t>
      </w:r>
      <w:r w:rsidRPr="004C3E92">
        <w:t>Toute opposition</w:t>
      </w:r>
      <w:r w:rsidR="004A4993">
        <w:t xml:space="preserve">, </w:t>
      </w:r>
      <w:r w:rsidRPr="004C3E92">
        <w:t>sur un s</w:t>
      </w:r>
      <w:r w:rsidRPr="004C3E92">
        <w:t>u</w:t>
      </w:r>
      <w:r w:rsidRPr="004C3E92">
        <w:t>jet si délicat</w:t>
      </w:r>
      <w:r w:rsidR="004A4993">
        <w:t xml:space="preserve">, </w:t>
      </w:r>
      <w:r w:rsidRPr="004C3E92">
        <w:t>ne ferait que l</w:t>
      </w:r>
      <w:r w:rsidR="004A4993">
        <w:t>’</w:t>
      </w:r>
      <w:r w:rsidRPr="004C3E92">
        <w:t>attacher davantage à sa propre op</w:t>
      </w:r>
      <w:r w:rsidRPr="004C3E92">
        <w:t>i</w:t>
      </w:r>
      <w:r w:rsidRPr="004C3E92">
        <w:t>nion</w:t>
      </w:r>
      <w:r w:rsidR="004A4993">
        <w:t xml:space="preserve">. </w:t>
      </w:r>
      <w:r w:rsidRPr="004C3E92">
        <w:t>Mais en faisant appel à son affection pour sa mère</w:t>
      </w:r>
      <w:r w:rsidR="004A4993">
        <w:t xml:space="preserve">, </w:t>
      </w:r>
      <w:r w:rsidRPr="004C3E92">
        <w:t>en lui représentant les inconvénients que cette mère indulgente serait contrainte de s</w:t>
      </w:r>
      <w:r w:rsidR="004A4993">
        <w:t>’</w:t>
      </w:r>
      <w:r w:rsidRPr="004C3E92">
        <w:t>attirer si</w:t>
      </w:r>
      <w:r w:rsidR="004A4993">
        <w:t xml:space="preserve"> (</w:t>
      </w:r>
      <w:r w:rsidRPr="004C3E92">
        <w:t>comme ce serait probablement le cas</w:t>
      </w:r>
      <w:r w:rsidR="004A4993">
        <w:t xml:space="preserve">) </w:t>
      </w:r>
      <w:r w:rsidRPr="004C3E92">
        <w:t>elle consentait à augmenter ainsi son train de maison</w:t>
      </w:r>
      <w:r w:rsidR="004A4993">
        <w:t xml:space="preserve">, </w:t>
      </w:r>
      <w:r w:rsidRPr="004C3E92">
        <w:t>Marianne ne tarda pas à se laisser persuader</w:t>
      </w:r>
      <w:r w:rsidR="004A4993">
        <w:t xml:space="preserve"> ; </w:t>
      </w:r>
      <w:r w:rsidRPr="004C3E92">
        <w:t>et elle promit de ne pas te</w:t>
      </w:r>
      <w:r w:rsidRPr="004C3E92">
        <w:t>n</w:t>
      </w:r>
      <w:r w:rsidRPr="004C3E92">
        <w:t>ter sa mère à se laisser aller à une telle bonté imprudente en lui faisant part de cette offre</w:t>
      </w:r>
      <w:r w:rsidR="004A4993">
        <w:t xml:space="preserve">, </w:t>
      </w:r>
      <w:r w:rsidRPr="004C3E92">
        <w:t>et de dire à Willoughby</w:t>
      </w:r>
      <w:r w:rsidR="004A4993">
        <w:t xml:space="preserve">, </w:t>
      </w:r>
      <w:r w:rsidRPr="004C3E92">
        <w:t>la prochaine fois qu</w:t>
      </w:r>
      <w:r w:rsidR="004A4993">
        <w:t>’</w:t>
      </w:r>
      <w:r w:rsidRPr="004C3E92">
        <w:t>elle le verrait</w:t>
      </w:r>
      <w:r w:rsidR="004A4993">
        <w:t xml:space="preserve">, </w:t>
      </w:r>
      <w:r w:rsidRPr="004C3E92">
        <w:t>qu</w:t>
      </w:r>
      <w:r w:rsidR="004A4993">
        <w:t>’</w:t>
      </w:r>
      <w:r w:rsidRPr="004C3E92">
        <w:t>elle était obligée de la décliner</w:t>
      </w:r>
      <w:r w:rsidR="004A4993">
        <w:t>.</w:t>
      </w:r>
    </w:p>
    <w:p w14:paraId="3A03E79A" w14:textId="77777777" w:rsidR="004A4993" w:rsidRDefault="008C5C61" w:rsidP="004A4993">
      <w:r w:rsidRPr="004C3E92">
        <w:lastRenderedPageBreak/>
        <w:t>Elle tint parole</w:t>
      </w:r>
      <w:r w:rsidR="004A4993">
        <w:t xml:space="preserve"> ; </w:t>
      </w:r>
      <w:r w:rsidRPr="004C3E92">
        <w:t>et quand Willoughby vint à la maisonne</w:t>
      </w:r>
      <w:r w:rsidRPr="004C3E92">
        <w:t>t</w:t>
      </w:r>
      <w:r w:rsidRPr="004C3E92">
        <w:t>te</w:t>
      </w:r>
      <w:r w:rsidR="004A4993">
        <w:t xml:space="preserve">, </w:t>
      </w:r>
      <w:r w:rsidRPr="004C3E92">
        <w:t>le même jour</w:t>
      </w:r>
      <w:r w:rsidR="004A4993">
        <w:t xml:space="preserve">, </w:t>
      </w:r>
      <w:proofErr w:type="spellStart"/>
      <w:r w:rsidRPr="004C3E92">
        <w:t>Elinor</w:t>
      </w:r>
      <w:proofErr w:type="spellEnd"/>
      <w:r w:rsidRPr="004C3E92">
        <w:t xml:space="preserve"> l</w:t>
      </w:r>
      <w:r w:rsidR="004A4993">
        <w:t>’</w:t>
      </w:r>
      <w:r w:rsidRPr="004C3E92">
        <w:t>entendit qui lui exprimait à voix basse sa déception d</w:t>
      </w:r>
      <w:r w:rsidR="004A4993">
        <w:t>’</w:t>
      </w:r>
      <w:r w:rsidRPr="004C3E92">
        <w:t>être contrainte de renoncer à accepter son pr</w:t>
      </w:r>
      <w:r w:rsidRPr="004C3E92">
        <w:t>é</w:t>
      </w:r>
      <w:r w:rsidRPr="004C3E92">
        <w:t>sent</w:t>
      </w:r>
      <w:r w:rsidR="004A4993">
        <w:t xml:space="preserve">. </w:t>
      </w:r>
      <w:r w:rsidRPr="004C3E92">
        <w:t>Les motifs de ce changement furent exposés en même temps</w:t>
      </w:r>
      <w:r w:rsidR="004A4993">
        <w:t xml:space="preserve">, </w:t>
      </w:r>
      <w:r w:rsidRPr="004C3E92">
        <w:t>et ils étaient tels qu</w:t>
      </w:r>
      <w:r w:rsidR="004A4993">
        <w:t>’</w:t>
      </w:r>
      <w:r w:rsidRPr="004C3E92">
        <w:t>il fut impossible au jeune homme d</w:t>
      </w:r>
      <w:r w:rsidR="004A4993">
        <w:t>’</w:t>
      </w:r>
      <w:r w:rsidRPr="004C3E92">
        <w:t>insister davantage</w:t>
      </w:r>
      <w:r w:rsidR="004A4993">
        <w:t xml:space="preserve">. </w:t>
      </w:r>
      <w:r w:rsidRPr="004C3E92">
        <w:t>Toutefois</w:t>
      </w:r>
      <w:r w:rsidR="004A4993">
        <w:t xml:space="preserve">, </w:t>
      </w:r>
      <w:r w:rsidRPr="004C3E92">
        <w:t>les regrets de Willoughby furent fort apparents</w:t>
      </w:r>
      <w:r w:rsidR="004A4993">
        <w:t xml:space="preserve"> ; </w:t>
      </w:r>
      <w:r w:rsidRPr="004C3E92">
        <w:t>et</w:t>
      </w:r>
      <w:r w:rsidR="004A4993">
        <w:t xml:space="preserve">, </w:t>
      </w:r>
      <w:r w:rsidRPr="004C3E92">
        <w:t>après les avoir exprimés avec beaucoup de sérieux</w:t>
      </w:r>
      <w:r w:rsidR="004A4993">
        <w:t xml:space="preserve">, </w:t>
      </w:r>
      <w:r w:rsidRPr="004C3E92">
        <w:t>il ajouta de même à mi-voix</w:t>
      </w:r>
      <w:r w:rsidR="004A4993">
        <w:t> :</w:t>
      </w:r>
    </w:p>
    <w:p w14:paraId="15AAD58E" w14:textId="77777777" w:rsidR="004A4993" w:rsidRDefault="004A4993" w:rsidP="004A4993">
      <w:r>
        <w:t>— </w:t>
      </w:r>
      <w:r w:rsidR="008C5C61" w:rsidRPr="004C3E92">
        <w:t>Mais</w:t>
      </w:r>
      <w:r>
        <w:t xml:space="preserve">, </w:t>
      </w:r>
      <w:r w:rsidR="008C5C61" w:rsidRPr="004C3E92">
        <w:t>Marianne</w:t>
      </w:r>
      <w:r>
        <w:t xml:space="preserve">, </w:t>
      </w:r>
      <w:r w:rsidR="008C5C61" w:rsidRPr="004C3E92">
        <w:t>le cheval est toujours à vous</w:t>
      </w:r>
      <w:r>
        <w:t xml:space="preserve">, </w:t>
      </w:r>
      <w:r w:rsidR="008C5C61" w:rsidRPr="004C3E92">
        <w:t xml:space="preserve">bien que vous ne </w:t>
      </w:r>
      <w:proofErr w:type="spellStart"/>
      <w:r w:rsidR="008C5C61" w:rsidRPr="004C3E92">
        <w:t>puissiez vous</w:t>
      </w:r>
      <w:proofErr w:type="spellEnd"/>
      <w:r w:rsidR="008C5C61" w:rsidRPr="004C3E92">
        <w:t xml:space="preserve"> en servir maintenant</w:t>
      </w:r>
      <w:r>
        <w:t xml:space="preserve">. </w:t>
      </w:r>
      <w:r w:rsidR="008C5C61" w:rsidRPr="004C3E92">
        <w:t>Je ne le conserverai que jusqu</w:t>
      </w:r>
      <w:r>
        <w:t>’</w:t>
      </w:r>
      <w:r w:rsidR="008C5C61" w:rsidRPr="004C3E92">
        <w:t>à ce que vous puissiez le réclamer</w:t>
      </w:r>
      <w:r>
        <w:t xml:space="preserve">. </w:t>
      </w:r>
      <w:r w:rsidR="008C5C61" w:rsidRPr="004C3E92">
        <w:t>Quand vous quitt</w:t>
      </w:r>
      <w:r w:rsidR="008C5C61" w:rsidRPr="004C3E92">
        <w:t>e</w:t>
      </w:r>
      <w:r w:rsidR="008C5C61" w:rsidRPr="004C3E92">
        <w:t>rez Barton pour vous établir chez vous d</w:t>
      </w:r>
      <w:r>
        <w:t>’</w:t>
      </w:r>
      <w:r w:rsidR="008C5C61" w:rsidRPr="004C3E92">
        <w:t>une façon plus durable</w:t>
      </w:r>
      <w:r>
        <w:t xml:space="preserve">, </w:t>
      </w:r>
      <w:r w:rsidR="008C5C61" w:rsidRPr="004C3E92">
        <w:t>Queen Mab vous recevra</w:t>
      </w:r>
      <w:r>
        <w:t>.</w:t>
      </w:r>
    </w:p>
    <w:p w14:paraId="0F8FDD8A" w14:textId="77777777" w:rsidR="004A4993" w:rsidRDefault="008C5C61" w:rsidP="004A4993">
      <w:r w:rsidRPr="004C3E92">
        <w:t xml:space="preserve">Tout cela fut entendu par miss </w:t>
      </w:r>
      <w:proofErr w:type="spellStart"/>
      <w:r w:rsidRPr="004C3E92">
        <w:t>Dashwood</w:t>
      </w:r>
      <w:proofErr w:type="spellEnd"/>
      <w:r w:rsidR="004A4993">
        <w:t xml:space="preserve"> ; </w:t>
      </w:r>
      <w:r w:rsidRPr="004C3E92">
        <w:t>et dans toute la phrase</w:t>
      </w:r>
      <w:r w:rsidR="004A4993">
        <w:t xml:space="preserve">, </w:t>
      </w:r>
      <w:r w:rsidRPr="004C3E92">
        <w:t>dans la façon dont il la prononça</w:t>
      </w:r>
      <w:r w:rsidR="004A4993">
        <w:t xml:space="preserve">, </w:t>
      </w:r>
      <w:r w:rsidRPr="004C3E92">
        <w:t>et dans le fait qu</w:t>
      </w:r>
      <w:r w:rsidR="004A4993">
        <w:t>’</w:t>
      </w:r>
      <w:r w:rsidRPr="004C3E92">
        <w:t>il s</w:t>
      </w:r>
      <w:r w:rsidR="004A4993">
        <w:t>’</w:t>
      </w:r>
      <w:r w:rsidRPr="004C3E92">
        <w:t>adressât à sa sœur par son prénom seul</w:t>
      </w:r>
      <w:r w:rsidR="004A4993">
        <w:t xml:space="preserve">, </w:t>
      </w:r>
      <w:r w:rsidRPr="004C3E92">
        <w:t>elle aperçut à l</w:t>
      </w:r>
      <w:r w:rsidR="004A4993">
        <w:t>’</w:t>
      </w:r>
      <w:r w:rsidRPr="004C3E92">
        <w:t>instant une intimité si résolue</w:t>
      </w:r>
      <w:r w:rsidR="004A4993">
        <w:t xml:space="preserve">, </w:t>
      </w:r>
      <w:r w:rsidRPr="004C3E92">
        <w:t>une signification si directe</w:t>
      </w:r>
      <w:r w:rsidR="004A4993">
        <w:t xml:space="preserve">, </w:t>
      </w:r>
      <w:r w:rsidRPr="004C3E92">
        <w:t>qu</w:t>
      </w:r>
      <w:r w:rsidR="004A4993">
        <w:t>’</w:t>
      </w:r>
      <w:r w:rsidRPr="004C3E92">
        <w:t>elle ma</w:t>
      </w:r>
      <w:r w:rsidRPr="004C3E92">
        <w:t>r</w:t>
      </w:r>
      <w:r w:rsidRPr="004C3E92">
        <w:t>quait un accord parfait entre eux</w:t>
      </w:r>
      <w:r w:rsidR="004A4993">
        <w:t xml:space="preserve">. </w:t>
      </w:r>
      <w:r w:rsidRPr="004C3E92">
        <w:t>Dès ce moment</w:t>
      </w:r>
      <w:r w:rsidR="004A4993">
        <w:t xml:space="preserve">, </w:t>
      </w:r>
      <w:r w:rsidRPr="004C3E92">
        <w:t>elle ne douta pas qu</w:t>
      </w:r>
      <w:r w:rsidR="004A4993">
        <w:t>’</w:t>
      </w:r>
      <w:r w:rsidRPr="004C3E92">
        <w:t>ils ne fussent fiancés</w:t>
      </w:r>
      <w:r w:rsidR="004A4993">
        <w:t xml:space="preserve"> ; </w:t>
      </w:r>
      <w:r w:rsidRPr="004C3E92">
        <w:t>et cette croyance ne créa d</w:t>
      </w:r>
      <w:r w:rsidR="004A4993">
        <w:t>’</w:t>
      </w:r>
      <w:r w:rsidRPr="004C3E92">
        <w:t>autre surprise que celle de constater que des caractères aussi francs lui laissaient</w:t>
      </w:r>
      <w:r w:rsidR="004A4993">
        <w:t xml:space="preserve">, </w:t>
      </w:r>
      <w:r w:rsidRPr="004C3E92">
        <w:t>ainsi qu</w:t>
      </w:r>
      <w:r w:rsidR="004A4993">
        <w:t>’</w:t>
      </w:r>
      <w:r w:rsidRPr="004C3E92">
        <w:t>à leurs amis</w:t>
      </w:r>
      <w:r w:rsidR="004A4993">
        <w:t xml:space="preserve">, </w:t>
      </w:r>
      <w:r w:rsidRPr="004C3E92">
        <w:t>le soin de le découvrir par hasard</w:t>
      </w:r>
      <w:r w:rsidR="004A4993">
        <w:t>.</w:t>
      </w:r>
    </w:p>
    <w:p w14:paraId="3C0CF13E" w14:textId="77777777" w:rsidR="004A4993" w:rsidRDefault="008C5C61" w:rsidP="004A4993">
      <w:r w:rsidRPr="004C3E92">
        <w:t>Margaret lui conta le lendemain une chose qui éclaira la question d</w:t>
      </w:r>
      <w:r w:rsidR="004A4993">
        <w:t>’</w:t>
      </w:r>
      <w:r w:rsidRPr="004C3E92">
        <w:t>un jour encore plus clair</w:t>
      </w:r>
      <w:r w:rsidR="004A4993">
        <w:t xml:space="preserve">. </w:t>
      </w:r>
      <w:r w:rsidRPr="004C3E92">
        <w:t>Willoughby avait passé la soirée précédente chez elles</w:t>
      </w:r>
      <w:r w:rsidR="004A4993">
        <w:t xml:space="preserve">, </w:t>
      </w:r>
      <w:r w:rsidRPr="004C3E92">
        <w:t>et Margaret</w:t>
      </w:r>
      <w:r w:rsidR="004A4993">
        <w:t xml:space="preserve">, </w:t>
      </w:r>
      <w:r w:rsidRPr="004C3E92">
        <w:t>du fait qu</w:t>
      </w:r>
      <w:r w:rsidR="004A4993">
        <w:t>’</w:t>
      </w:r>
      <w:r w:rsidRPr="004C3E92">
        <w:t>elle fût re</w:t>
      </w:r>
      <w:r w:rsidRPr="004C3E92">
        <w:t>s</w:t>
      </w:r>
      <w:r w:rsidRPr="004C3E92">
        <w:t>tée quelque temps dans le petit salon</w:t>
      </w:r>
      <w:r w:rsidR="004A4993">
        <w:t xml:space="preserve">, </w:t>
      </w:r>
      <w:r w:rsidRPr="004C3E92">
        <w:t>seule avec lui et Maria</w:t>
      </w:r>
      <w:r w:rsidRPr="004C3E92">
        <w:t>n</w:t>
      </w:r>
      <w:r w:rsidRPr="004C3E92">
        <w:t>ne</w:t>
      </w:r>
      <w:r w:rsidR="004A4993">
        <w:t xml:space="preserve">, </w:t>
      </w:r>
      <w:r w:rsidRPr="004C3E92">
        <w:t>avait eu l</w:t>
      </w:r>
      <w:r w:rsidR="004A4993">
        <w:t>’</w:t>
      </w:r>
      <w:r w:rsidRPr="004C3E92">
        <w:t>occasion d</w:t>
      </w:r>
      <w:r w:rsidR="004A4993">
        <w:t>’</w:t>
      </w:r>
      <w:r w:rsidRPr="004C3E92">
        <w:t>effectuer des observations qu</w:t>
      </w:r>
      <w:r w:rsidR="004A4993">
        <w:t>’</w:t>
      </w:r>
      <w:r w:rsidRPr="004C3E92">
        <w:t>elle co</w:t>
      </w:r>
      <w:r w:rsidRPr="004C3E92">
        <w:t>m</w:t>
      </w:r>
      <w:r w:rsidRPr="004C3E92">
        <w:t>muniqua à sa sœur</w:t>
      </w:r>
      <w:r w:rsidR="004A4993">
        <w:t xml:space="preserve">, </w:t>
      </w:r>
      <w:r w:rsidRPr="004C3E92">
        <w:t>avec un visage chargé d</w:t>
      </w:r>
      <w:r w:rsidR="004A4993">
        <w:t>’</w:t>
      </w:r>
      <w:r w:rsidRPr="004C3E92">
        <w:t>importance</w:t>
      </w:r>
      <w:r w:rsidR="004A4993">
        <w:t xml:space="preserve">, </w:t>
      </w:r>
      <w:r w:rsidRPr="004C3E92">
        <w:t>lor</w:t>
      </w:r>
      <w:r w:rsidRPr="004C3E92">
        <w:t>s</w:t>
      </w:r>
      <w:r w:rsidRPr="004C3E92">
        <w:t>qu</w:t>
      </w:r>
      <w:r w:rsidR="004A4993">
        <w:t>’</w:t>
      </w:r>
      <w:r w:rsidRPr="004C3E92">
        <w:t>elles se trouvèrent ensuite seule à seule</w:t>
      </w:r>
      <w:r w:rsidR="004A4993">
        <w:t>.</w:t>
      </w:r>
    </w:p>
    <w:p w14:paraId="3B2FF584" w14:textId="77777777" w:rsidR="004A4993" w:rsidRDefault="004A4993" w:rsidP="004A4993">
      <w:r>
        <w:lastRenderedPageBreak/>
        <w:t>— </w:t>
      </w:r>
      <w:r w:rsidR="008C5C61" w:rsidRPr="004C3E92">
        <w:t>Oh</w:t>
      </w:r>
      <w:r>
        <w:t xml:space="preserve">, </w:t>
      </w:r>
      <w:proofErr w:type="spellStart"/>
      <w:r w:rsidR="008C5C61" w:rsidRPr="004C3E92">
        <w:t>Elinor</w:t>
      </w:r>
      <w:proofErr w:type="spellEnd"/>
      <w:r>
        <w:t xml:space="preserve"> ! </w:t>
      </w:r>
      <w:r w:rsidR="008C5C61" w:rsidRPr="004C3E92">
        <w:t>s</w:t>
      </w:r>
      <w:r>
        <w:t>’</w:t>
      </w:r>
      <w:r w:rsidR="008C5C61" w:rsidRPr="004C3E92">
        <w:t>écria-t-elle</w:t>
      </w:r>
      <w:r>
        <w:t xml:space="preserve">, </w:t>
      </w:r>
      <w:r w:rsidR="008C5C61" w:rsidRPr="004C3E92">
        <w:t>quel secret j</w:t>
      </w:r>
      <w:r>
        <w:t>’</w:t>
      </w:r>
      <w:r w:rsidR="008C5C61" w:rsidRPr="004C3E92">
        <w:t>ai à te dire au sujet de Marianne</w:t>
      </w:r>
      <w:r>
        <w:t xml:space="preserve"> ! </w:t>
      </w:r>
      <w:r w:rsidR="008C5C61" w:rsidRPr="004C3E92">
        <w:t>Je suis sûre qu</w:t>
      </w:r>
      <w:r>
        <w:t>’</w:t>
      </w:r>
      <w:r w:rsidR="008C5C61" w:rsidRPr="004C3E92">
        <w:t>elle sera</w:t>
      </w:r>
      <w:r>
        <w:t xml:space="preserve">, </w:t>
      </w:r>
      <w:r w:rsidR="008C5C61" w:rsidRPr="004C3E92">
        <w:t>d</w:t>
      </w:r>
      <w:r>
        <w:t>’</w:t>
      </w:r>
      <w:r w:rsidR="008C5C61" w:rsidRPr="004C3E92">
        <w:t>ici fort peu de temps</w:t>
      </w:r>
      <w:r>
        <w:t xml:space="preserve">, </w:t>
      </w:r>
      <w:r w:rsidR="008C5C61" w:rsidRPr="004C3E92">
        <w:t>mariée à Mr</w:t>
      </w:r>
      <w:r>
        <w:t xml:space="preserve">. </w:t>
      </w:r>
      <w:r w:rsidR="008C5C61" w:rsidRPr="004C3E92">
        <w:t>Willoughby</w:t>
      </w:r>
      <w:r>
        <w:t>.</w:t>
      </w:r>
    </w:p>
    <w:p w14:paraId="762CBD2E" w14:textId="77777777" w:rsidR="004A4993" w:rsidRDefault="004A4993" w:rsidP="004A4993">
      <w:r>
        <w:t>— </w:t>
      </w:r>
      <w:r w:rsidR="008C5C61" w:rsidRPr="004C3E92">
        <w:t>Tu as dit cela</w:t>
      </w:r>
      <w:r>
        <w:t xml:space="preserve">, </w:t>
      </w:r>
      <w:r w:rsidR="008C5C61" w:rsidRPr="004C3E92">
        <w:t xml:space="preserve">repartit </w:t>
      </w:r>
      <w:proofErr w:type="spellStart"/>
      <w:r w:rsidR="008C5C61" w:rsidRPr="004C3E92">
        <w:t>Elinor</w:t>
      </w:r>
      <w:proofErr w:type="spellEnd"/>
      <w:r>
        <w:t xml:space="preserve">, </w:t>
      </w:r>
      <w:r w:rsidR="008C5C61" w:rsidRPr="004C3E92">
        <w:t>à peu près tous les jours depuis qu</w:t>
      </w:r>
      <w:r>
        <w:t>’</w:t>
      </w:r>
      <w:r w:rsidR="008C5C61" w:rsidRPr="004C3E92">
        <w:t>ils se sont rencontrés pour la première fois sur la côte de High-Church</w:t>
      </w:r>
      <w:r>
        <w:t xml:space="preserve"> ; </w:t>
      </w:r>
      <w:r w:rsidR="008C5C61" w:rsidRPr="004C3E92">
        <w:t>et ils ne se connaissaient pas depuis huit jours</w:t>
      </w:r>
      <w:r>
        <w:t xml:space="preserve">, </w:t>
      </w:r>
      <w:r w:rsidR="008C5C61" w:rsidRPr="004C3E92">
        <w:t>je crois bien</w:t>
      </w:r>
      <w:r>
        <w:t xml:space="preserve">, </w:t>
      </w:r>
      <w:r w:rsidR="008C5C61" w:rsidRPr="004C3E92">
        <w:t>que tu étais certaine que Marianne portait son portrait autour du cou</w:t>
      </w:r>
      <w:r>
        <w:t xml:space="preserve"> ; </w:t>
      </w:r>
      <w:r w:rsidR="008C5C61" w:rsidRPr="004C3E92">
        <w:t>mais il s</w:t>
      </w:r>
      <w:r>
        <w:t>’</w:t>
      </w:r>
      <w:r w:rsidR="008C5C61" w:rsidRPr="004C3E92">
        <w:t>est révélé que ce n</w:t>
      </w:r>
      <w:r>
        <w:t>’</w:t>
      </w:r>
      <w:r w:rsidR="008C5C61" w:rsidRPr="004C3E92">
        <w:t>était que la miniature de notre grand-oncle</w:t>
      </w:r>
      <w:r>
        <w:t>.</w:t>
      </w:r>
    </w:p>
    <w:p w14:paraId="3536866F" w14:textId="77777777" w:rsidR="004A4993" w:rsidRDefault="004A4993" w:rsidP="004A4993">
      <w:r>
        <w:t>— </w:t>
      </w:r>
      <w:r w:rsidR="008C5C61" w:rsidRPr="004C3E92">
        <w:t>Mais</w:t>
      </w:r>
      <w:r>
        <w:t xml:space="preserve">, </w:t>
      </w:r>
      <w:r w:rsidR="008C5C61" w:rsidRPr="004C3E92">
        <w:t>en vérité</w:t>
      </w:r>
      <w:r>
        <w:t xml:space="preserve">, </w:t>
      </w:r>
      <w:r w:rsidR="008C5C61" w:rsidRPr="004C3E92">
        <w:t>ceci est une tout autre affaire</w:t>
      </w:r>
      <w:r>
        <w:t xml:space="preserve">. </w:t>
      </w:r>
      <w:r w:rsidR="008C5C61" w:rsidRPr="004C3E92">
        <w:t>Je suis s</w:t>
      </w:r>
      <w:r w:rsidR="008C5C61" w:rsidRPr="004C3E92">
        <w:t>û</w:t>
      </w:r>
      <w:r w:rsidR="008C5C61" w:rsidRPr="004C3E92">
        <w:t>re qu</w:t>
      </w:r>
      <w:r>
        <w:t>’</w:t>
      </w:r>
      <w:r w:rsidR="008C5C61" w:rsidRPr="004C3E92">
        <w:t>ils se marieront très prochainement</w:t>
      </w:r>
      <w:r>
        <w:t xml:space="preserve">, </w:t>
      </w:r>
      <w:r w:rsidR="008C5C61" w:rsidRPr="004C3E92">
        <w:t>parce qu</w:t>
      </w:r>
      <w:r>
        <w:t>’</w:t>
      </w:r>
      <w:r w:rsidR="008C5C61" w:rsidRPr="004C3E92">
        <w:t>il a une boucle de cheveux de Marianne</w:t>
      </w:r>
      <w:r>
        <w:t>.</w:t>
      </w:r>
    </w:p>
    <w:p w14:paraId="55BDD826" w14:textId="77777777" w:rsidR="004A4993" w:rsidRDefault="004A4993" w:rsidP="004A4993">
      <w:r>
        <w:t>— </w:t>
      </w:r>
      <w:r w:rsidR="008C5C61" w:rsidRPr="004C3E92">
        <w:t>Prends garde</w:t>
      </w:r>
      <w:r>
        <w:t xml:space="preserve">, </w:t>
      </w:r>
      <w:r w:rsidR="008C5C61" w:rsidRPr="004C3E92">
        <w:t>Margaret</w:t>
      </w:r>
      <w:r>
        <w:t xml:space="preserve">. </w:t>
      </w:r>
      <w:r w:rsidR="008C5C61" w:rsidRPr="004C3E92">
        <w:t>Il se peut que ce ne soient que les cheveux d</w:t>
      </w:r>
      <w:r>
        <w:t>’</w:t>
      </w:r>
      <w:r w:rsidR="008C5C61" w:rsidRPr="004C3E92">
        <w:t>un grand-oncle de Willoughby</w:t>
      </w:r>
      <w:r>
        <w:t>.</w:t>
      </w:r>
    </w:p>
    <w:p w14:paraId="53ABC6E1" w14:textId="77777777" w:rsidR="004A4993" w:rsidRDefault="004A4993" w:rsidP="004A4993">
      <w:r>
        <w:t>— </w:t>
      </w:r>
      <w:r w:rsidR="008C5C61" w:rsidRPr="004C3E92">
        <w:t>Mais je t</w:t>
      </w:r>
      <w:r>
        <w:t>’</w:t>
      </w:r>
      <w:r w:rsidR="008C5C61" w:rsidRPr="004C3E92">
        <w:t>assure</w:t>
      </w:r>
      <w:r>
        <w:t xml:space="preserve">, </w:t>
      </w:r>
      <w:proofErr w:type="spellStart"/>
      <w:r w:rsidR="008C5C61" w:rsidRPr="004C3E92">
        <w:t>Elinor</w:t>
      </w:r>
      <w:proofErr w:type="spellEnd"/>
      <w:r>
        <w:t xml:space="preserve">, </w:t>
      </w:r>
      <w:r w:rsidR="008C5C61" w:rsidRPr="004C3E92">
        <w:t>que ce sont les cheveux de M</w:t>
      </w:r>
      <w:r w:rsidR="008C5C61" w:rsidRPr="004C3E92">
        <w:t>a</w:t>
      </w:r>
      <w:r w:rsidR="008C5C61" w:rsidRPr="004C3E92">
        <w:t>rianne</w:t>
      </w:r>
      <w:r>
        <w:t xml:space="preserve">. </w:t>
      </w:r>
      <w:r w:rsidR="008C5C61" w:rsidRPr="004C3E92">
        <w:t>J</w:t>
      </w:r>
      <w:r>
        <w:t>’</w:t>
      </w:r>
      <w:r w:rsidR="008C5C61" w:rsidRPr="004C3E92">
        <w:t>en suis à peu près sûre</w:t>
      </w:r>
      <w:r>
        <w:t xml:space="preserve">, </w:t>
      </w:r>
      <w:r w:rsidR="008C5C61" w:rsidRPr="004C3E92">
        <w:t>car je l</w:t>
      </w:r>
      <w:r>
        <w:t>’</w:t>
      </w:r>
      <w:r w:rsidR="008C5C61" w:rsidRPr="004C3E92">
        <w:t>ai vu qui les coupait</w:t>
      </w:r>
      <w:r>
        <w:t xml:space="preserve">. </w:t>
      </w:r>
      <w:r w:rsidR="008C5C61" w:rsidRPr="004C3E92">
        <w:t>Hier soir</w:t>
      </w:r>
      <w:r>
        <w:t xml:space="preserve">, </w:t>
      </w:r>
      <w:r w:rsidR="008C5C61" w:rsidRPr="004C3E92">
        <w:t>après le thé</w:t>
      </w:r>
      <w:r>
        <w:t xml:space="preserve">, </w:t>
      </w:r>
      <w:r w:rsidR="008C5C61" w:rsidRPr="004C3E92">
        <w:t>quand maman et toi êtes sorties de la pièce</w:t>
      </w:r>
      <w:r>
        <w:t xml:space="preserve">, </w:t>
      </w:r>
      <w:r w:rsidR="008C5C61" w:rsidRPr="004C3E92">
        <w:t>ils ont chuchoté et causé ensemble aussi vite que possible</w:t>
      </w:r>
      <w:r>
        <w:t xml:space="preserve">, </w:t>
      </w:r>
      <w:r w:rsidR="008C5C61" w:rsidRPr="004C3E92">
        <w:t>et il avait l</w:t>
      </w:r>
      <w:r>
        <w:t>’</w:t>
      </w:r>
      <w:r w:rsidR="008C5C61" w:rsidRPr="004C3E92">
        <w:t>air de lui mendier quelque chose</w:t>
      </w:r>
      <w:r>
        <w:t xml:space="preserve"> ; </w:t>
      </w:r>
      <w:r w:rsidR="008C5C61" w:rsidRPr="004C3E92">
        <w:t>puis il a pris les c</w:t>
      </w:r>
      <w:r w:rsidR="008C5C61" w:rsidRPr="004C3E92">
        <w:t>i</w:t>
      </w:r>
      <w:r w:rsidR="008C5C61" w:rsidRPr="004C3E92">
        <w:t>seaux</w:t>
      </w:r>
      <w:r>
        <w:t xml:space="preserve">, </w:t>
      </w:r>
      <w:r w:rsidR="008C5C61" w:rsidRPr="004C3E92">
        <w:t>et lui a coupé une longue mèche de cheveux</w:t>
      </w:r>
      <w:r>
        <w:t xml:space="preserve">, </w:t>
      </w:r>
      <w:r w:rsidR="008C5C61" w:rsidRPr="004C3E92">
        <w:t>car ils lui r</w:t>
      </w:r>
      <w:r w:rsidR="008C5C61" w:rsidRPr="004C3E92">
        <w:t>e</w:t>
      </w:r>
      <w:r w:rsidR="008C5C61" w:rsidRPr="004C3E92">
        <w:t>tombaient en désordre dans le dos</w:t>
      </w:r>
      <w:r>
        <w:t xml:space="preserve"> ; </w:t>
      </w:r>
      <w:r w:rsidR="008C5C61" w:rsidRPr="004C3E92">
        <w:t>et il l</w:t>
      </w:r>
      <w:r>
        <w:t>’</w:t>
      </w:r>
      <w:r w:rsidR="008C5C61" w:rsidRPr="004C3E92">
        <w:t>a baisée</w:t>
      </w:r>
      <w:r>
        <w:t xml:space="preserve">, </w:t>
      </w:r>
      <w:r w:rsidR="008C5C61" w:rsidRPr="004C3E92">
        <w:t>repliée dans un morceau de papier blanc</w:t>
      </w:r>
      <w:r>
        <w:t xml:space="preserve">, </w:t>
      </w:r>
      <w:r w:rsidR="008C5C61" w:rsidRPr="004C3E92">
        <w:t>et mise dans son portefeuille</w:t>
      </w:r>
      <w:r>
        <w:t>.</w:t>
      </w:r>
    </w:p>
    <w:p w14:paraId="24B3BF01" w14:textId="7E6BB6DF" w:rsidR="004A4993" w:rsidRDefault="008C5C61" w:rsidP="004A4993">
      <w:proofErr w:type="spellStart"/>
      <w:r w:rsidRPr="004C3E92">
        <w:t>Elinor</w:t>
      </w:r>
      <w:proofErr w:type="spellEnd"/>
      <w:r w:rsidRPr="004C3E92">
        <w:t xml:space="preserve"> ne put se refuser à donner créance à de semblables détails</w:t>
      </w:r>
      <w:r w:rsidR="004A4993">
        <w:t xml:space="preserve">, </w:t>
      </w:r>
      <w:r w:rsidRPr="004C3E92">
        <w:t>provenant d</w:t>
      </w:r>
      <w:r w:rsidR="004A4993">
        <w:t>’</w:t>
      </w:r>
      <w:r w:rsidRPr="004C3E92">
        <w:t>une source aussi autorisée</w:t>
      </w:r>
      <w:r w:rsidR="004A4993">
        <w:t xml:space="preserve"> ; </w:t>
      </w:r>
      <w:r w:rsidRPr="004C3E92">
        <w:t>elle n</w:t>
      </w:r>
      <w:r w:rsidR="004A4993">
        <w:t>’</w:t>
      </w:r>
      <w:r w:rsidRPr="004C3E92">
        <w:t>était d</w:t>
      </w:r>
      <w:r w:rsidR="004A4993">
        <w:t>’</w:t>
      </w:r>
      <w:r w:rsidRPr="004C3E92">
        <w:t>ailleurs pas disposée à un tel refus</w:t>
      </w:r>
      <w:r w:rsidR="004A4993">
        <w:t xml:space="preserve">, </w:t>
      </w:r>
      <w:r w:rsidRPr="004C3E92">
        <w:t>car la circonstance était à l</w:t>
      </w:r>
      <w:r w:rsidR="004A4993">
        <w:t>’</w:t>
      </w:r>
      <w:r w:rsidRPr="004C3E92">
        <w:t>unisson parfait</w:t>
      </w:r>
      <w:hyperlink r:id="rId11" w:anchor="cite_note-4" w:history="1"/>
      <w:r w:rsidRPr="004C3E92">
        <w:t xml:space="preserve"> </w:t>
      </w:r>
      <w:r w:rsidR="00A55FA5">
        <w:t xml:space="preserve">de </w:t>
      </w:r>
      <w:r w:rsidRPr="004C3E92">
        <w:t>ce qu</w:t>
      </w:r>
      <w:r w:rsidR="004A4993">
        <w:t>’</w:t>
      </w:r>
      <w:r w:rsidRPr="004C3E92">
        <w:t>elle avait elle-même vu et entendu</w:t>
      </w:r>
      <w:r w:rsidR="004A4993">
        <w:t>.</w:t>
      </w:r>
    </w:p>
    <w:p w14:paraId="6062310C" w14:textId="77777777" w:rsidR="004A4993" w:rsidRDefault="008C5C61" w:rsidP="004A4993">
      <w:r w:rsidRPr="004C3E92">
        <w:t>La sagacité de Margaret ne se manifestait pas toujours d</w:t>
      </w:r>
      <w:r w:rsidR="004A4993">
        <w:t>’</w:t>
      </w:r>
      <w:r w:rsidRPr="004C3E92">
        <w:t>une façon aussi satisfaisante pour sa sœur</w:t>
      </w:r>
      <w:r w:rsidR="004A4993">
        <w:t xml:space="preserve">. </w:t>
      </w:r>
      <w:r w:rsidRPr="004C3E92">
        <w:t>Lorsque Mrs</w:t>
      </w:r>
      <w:r w:rsidR="004A4993">
        <w:t xml:space="preserve">. </w:t>
      </w:r>
      <w:r w:rsidRPr="004C3E92">
        <w:t>Je</w:t>
      </w:r>
      <w:r w:rsidRPr="004C3E92">
        <w:t>n</w:t>
      </w:r>
      <w:r w:rsidRPr="004C3E92">
        <w:t>nings l</w:t>
      </w:r>
      <w:r w:rsidR="004A4993">
        <w:t>’</w:t>
      </w:r>
      <w:r w:rsidRPr="004C3E92">
        <w:t>entreprit un soir</w:t>
      </w:r>
      <w:r w:rsidR="004A4993">
        <w:t xml:space="preserve">, </w:t>
      </w:r>
      <w:r w:rsidRPr="004C3E92">
        <w:t>au Park</w:t>
      </w:r>
      <w:r w:rsidR="004A4993">
        <w:t xml:space="preserve">, </w:t>
      </w:r>
      <w:r w:rsidRPr="004C3E92">
        <w:t>afin qu</w:t>
      </w:r>
      <w:r w:rsidR="004A4993">
        <w:t>’</w:t>
      </w:r>
      <w:r w:rsidRPr="004C3E92">
        <w:t xml:space="preserve">elle donnât le </w:t>
      </w:r>
      <w:r w:rsidRPr="004C3E92">
        <w:lastRenderedPageBreak/>
        <w:t>nom du jeune homme qui était tout particulièrement le préféré d</w:t>
      </w:r>
      <w:r w:rsidR="004A4993">
        <w:t>’</w:t>
      </w:r>
      <w:proofErr w:type="spellStart"/>
      <w:r w:rsidRPr="004C3E92">
        <w:t>Elinor</w:t>
      </w:r>
      <w:proofErr w:type="spellEnd"/>
      <w:r w:rsidR="004A4993">
        <w:t xml:space="preserve"> – </w:t>
      </w:r>
      <w:r w:rsidRPr="004C3E92">
        <w:t>ce qui avait</w:t>
      </w:r>
      <w:r w:rsidR="004A4993">
        <w:t xml:space="preserve">, </w:t>
      </w:r>
      <w:r w:rsidRPr="004C3E92">
        <w:t>depuis longtemps</w:t>
      </w:r>
      <w:r w:rsidR="004A4993">
        <w:t xml:space="preserve">, </w:t>
      </w:r>
      <w:r w:rsidRPr="004C3E92">
        <w:t>suscité sa vive curiosité</w:t>
      </w:r>
      <w:r w:rsidR="004A4993">
        <w:t xml:space="preserve"> – </w:t>
      </w:r>
      <w:r w:rsidRPr="004C3E92">
        <w:t>Margaret répondit en regardant sa sœur</w:t>
      </w:r>
      <w:r w:rsidR="004A4993">
        <w:t xml:space="preserve">, </w:t>
      </w:r>
      <w:r w:rsidRPr="004C3E92">
        <w:t>et en disant</w:t>
      </w:r>
      <w:r w:rsidR="004A4993">
        <w:t xml:space="preserve"> : – </w:t>
      </w:r>
      <w:r w:rsidRPr="004C3E92">
        <w:t>Il ne faut pas que je le dise</w:t>
      </w:r>
      <w:r w:rsidR="004A4993">
        <w:t xml:space="preserve">, </w:t>
      </w:r>
      <w:r w:rsidRPr="004C3E92">
        <w:t>n</w:t>
      </w:r>
      <w:r w:rsidR="004A4993">
        <w:t>’</w:t>
      </w:r>
      <w:r w:rsidRPr="004C3E92">
        <w:t>est-ce pas</w:t>
      </w:r>
      <w:r w:rsidR="004A4993">
        <w:t xml:space="preserve">, </w:t>
      </w:r>
      <w:proofErr w:type="spellStart"/>
      <w:r w:rsidRPr="004C3E92">
        <w:t>Elinor</w:t>
      </w:r>
      <w:proofErr w:type="spellEnd"/>
      <w:r w:rsidR="004A4993">
        <w:t> ?</w:t>
      </w:r>
    </w:p>
    <w:p w14:paraId="59135D62" w14:textId="77777777" w:rsidR="004A4993" w:rsidRDefault="008C5C61" w:rsidP="004A4993">
      <w:r w:rsidRPr="004C3E92">
        <w:t>Cette réponse</w:t>
      </w:r>
      <w:r w:rsidR="004A4993">
        <w:t xml:space="preserve">, </w:t>
      </w:r>
      <w:r w:rsidRPr="004C3E92">
        <w:t>bien entendu</w:t>
      </w:r>
      <w:r w:rsidR="004A4993">
        <w:t xml:space="preserve">, </w:t>
      </w:r>
      <w:r w:rsidRPr="004C3E92">
        <w:t>fit rire tout le monde</w:t>
      </w:r>
      <w:r w:rsidR="004A4993">
        <w:t xml:space="preserve"> ; </w:t>
      </w:r>
      <w:r w:rsidRPr="004C3E92">
        <w:t xml:space="preserve">et </w:t>
      </w:r>
      <w:proofErr w:type="spellStart"/>
      <w:r w:rsidRPr="004C3E92">
        <w:t>El</w:t>
      </w:r>
      <w:r w:rsidRPr="004C3E92">
        <w:t>i</w:t>
      </w:r>
      <w:r w:rsidRPr="004C3E92">
        <w:t>nor</w:t>
      </w:r>
      <w:proofErr w:type="spellEnd"/>
      <w:r w:rsidRPr="004C3E92">
        <w:t xml:space="preserve"> essaya de rire</w:t>
      </w:r>
      <w:r w:rsidR="004A4993">
        <w:t xml:space="preserve">, </w:t>
      </w:r>
      <w:r w:rsidRPr="004C3E92">
        <w:t>elle aussi</w:t>
      </w:r>
      <w:r w:rsidR="004A4993">
        <w:t xml:space="preserve">. </w:t>
      </w:r>
      <w:r w:rsidRPr="004C3E92">
        <w:t>Mais l</w:t>
      </w:r>
      <w:r w:rsidR="004A4993">
        <w:t>’</w:t>
      </w:r>
      <w:r w:rsidRPr="004C3E92">
        <w:t>effort fut douloureux</w:t>
      </w:r>
      <w:r w:rsidR="004A4993">
        <w:t xml:space="preserve">. </w:t>
      </w:r>
      <w:r w:rsidRPr="004C3E92">
        <w:t>Elle était convaincue que Margaret avait réussi à faire en sorte qu</w:t>
      </w:r>
      <w:r w:rsidR="004A4993">
        <w:t>’</w:t>
      </w:r>
      <w:r w:rsidRPr="004C3E92">
        <w:t>une personne dont elle ne pouvait entendre le nom avec ca</w:t>
      </w:r>
      <w:r w:rsidRPr="004C3E92">
        <w:t>l</w:t>
      </w:r>
      <w:r w:rsidRPr="004C3E92">
        <w:t>me devînt une plaisanterie classique pour Mrs</w:t>
      </w:r>
      <w:r w:rsidR="004A4993">
        <w:t xml:space="preserve">. </w:t>
      </w:r>
      <w:r w:rsidRPr="004C3E92">
        <w:t>Jennings</w:t>
      </w:r>
      <w:r w:rsidR="004A4993">
        <w:t>.</w:t>
      </w:r>
    </w:p>
    <w:p w14:paraId="2C8D657A" w14:textId="77777777" w:rsidR="004A4993" w:rsidRDefault="008C5C61" w:rsidP="004A4993">
      <w:r w:rsidRPr="004C3E92">
        <w:t>Marianne sympathisa profondément avec elle</w:t>
      </w:r>
      <w:r w:rsidR="004A4993">
        <w:t xml:space="preserve"> ; </w:t>
      </w:r>
      <w:r w:rsidRPr="004C3E92">
        <w:t>mais elle fit plus de mal que de bien à sa cause</w:t>
      </w:r>
      <w:r w:rsidR="004A4993">
        <w:t xml:space="preserve">, </w:t>
      </w:r>
      <w:r w:rsidRPr="004C3E92">
        <w:t>en rougissant intensément</w:t>
      </w:r>
      <w:r w:rsidR="004A4993">
        <w:t xml:space="preserve">, </w:t>
      </w:r>
      <w:r w:rsidRPr="004C3E92">
        <w:t>et en disant d</w:t>
      </w:r>
      <w:r w:rsidR="004A4993">
        <w:t>’</w:t>
      </w:r>
      <w:r w:rsidRPr="004C3E92">
        <w:t>un ton irrité à Margaret</w:t>
      </w:r>
      <w:r w:rsidR="004A4993">
        <w:t> :</w:t>
      </w:r>
    </w:p>
    <w:p w14:paraId="4E4E5A34" w14:textId="77777777" w:rsidR="004A4993" w:rsidRDefault="004A4993" w:rsidP="004A4993">
      <w:r>
        <w:t>— </w:t>
      </w:r>
      <w:r w:rsidR="008C5C61" w:rsidRPr="004C3E92">
        <w:t>Souviens-toi que</w:t>
      </w:r>
      <w:r>
        <w:t xml:space="preserve">, </w:t>
      </w:r>
      <w:r w:rsidR="008C5C61" w:rsidRPr="004C3E92">
        <w:t>quelles que puissent être tes conject</w:t>
      </w:r>
      <w:r w:rsidR="008C5C61" w:rsidRPr="004C3E92">
        <w:t>u</w:t>
      </w:r>
      <w:r w:rsidR="008C5C61" w:rsidRPr="004C3E92">
        <w:t>res</w:t>
      </w:r>
      <w:r>
        <w:t xml:space="preserve">, </w:t>
      </w:r>
      <w:r w:rsidR="008C5C61" w:rsidRPr="004C3E92">
        <w:t>tu n</w:t>
      </w:r>
      <w:r>
        <w:t>’</w:t>
      </w:r>
      <w:r w:rsidR="008C5C61" w:rsidRPr="004C3E92">
        <w:t>as nul droit de les répéter</w:t>
      </w:r>
      <w:r>
        <w:t>.</w:t>
      </w:r>
    </w:p>
    <w:p w14:paraId="7D1688AB" w14:textId="77777777" w:rsidR="004A4993" w:rsidRDefault="004A4993" w:rsidP="004A4993">
      <w:r>
        <w:t>— </w:t>
      </w:r>
      <w:r w:rsidR="008C5C61" w:rsidRPr="004C3E92">
        <w:t>Je n</w:t>
      </w:r>
      <w:r>
        <w:t>’</w:t>
      </w:r>
      <w:r w:rsidR="008C5C61" w:rsidRPr="004C3E92">
        <w:t>ai jamais eu de conjectures là-dessus</w:t>
      </w:r>
      <w:r>
        <w:t xml:space="preserve">, </w:t>
      </w:r>
      <w:r w:rsidR="008C5C61" w:rsidRPr="004C3E92">
        <w:t>repartit Ma</w:t>
      </w:r>
      <w:r w:rsidR="008C5C61" w:rsidRPr="004C3E92">
        <w:t>r</w:t>
      </w:r>
      <w:r w:rsidR="008C5C61" w:rsidRPr="004C3E92">
        <w:t>garet</w:t>
      </w:r>
      <w:r>
        <w:t xml:space="preserve"> ; </w:t>
      </w:r>
      <w:r w:rsidR="008C5C61" w:rsidRPr="004C3E92">
        <w:t>c</w:t>
      </w:r>
      <w:r>
        <w:t>’</w:t>
      </w:r>
      <w:r w:rsidR="008C5C61" w:rsidRPr="004C3E92">
        <w:t>est toi-même qui me l</w:t>
      </w:r>
      <w:r>
        <w:t>’</w:t>
      </w:r>
      <w:r w:rsidR="008C5C61" w:rsidRPr="004C3E92">
        <w:t>as dit</w:t>
      </w:r>
      <w:r>
        <w:t>.</w:t>
      </w:r>
    </w:p>
    <w:p w14:paraId="0664599C" w14:textId="77777777" w:rsidR="004A4993" w:rsidRDefault="008C5C61" w:rsidP="004A4993">
      <w:r w:rsidRPr="004C3E92">
        <w:t>Cette réponse accrut la gaieté de la compagnie</w:t>
      </w:r>
      <w:r w:rsidR="004A4993">
        <w:t xml:space="preserve">, </w:t>
      </w:r>
      <w:r w:rsidRPr="004C3E92">
        <w:t>et Margaret fut sollicitée avec insistance d</w:t>
      </w:r>
      <w:r w:rsidR="004A4993">
        <w:t>’</w:t>
      </w:r>
      <w:r w:rsidRPr="004C3E92">
        <w:t>en dire plus long</w:t>
      </w:r>
      <w:r w:rsidR="004A4993">
        <w:t>.</w:t>
      </w:r>
    </w:p>
    <w:p w14:paraId="518B20A9" w14:textId="77777777" w:rsidR="004A4993" w:rsidRDefault="004A4993" w:rsidP="004A4993">
      <w:r>
        <w:t>— </w:t>
      </w:r>
      <w:r w:rsidR="008C5C61" w:rsidRPr="004C3E92">
        <w:t>Oh</w:t>
      </w:r>
      <w:r>
        <w:t xml:space="preserve"> ! </w:t>
      </w:r>
      <w:r w:rsidR="008C5C61" w:rsidRPr="004C3E92">
        <w:t>Je vous en prie</w:t>
      </w:r>
      <w:r>
        <w:t xml:space="preserve">, </w:t>
      </w:r>
      <w:r w:rsidR="008C5C61" w:rsidRPr="004C3E92">
        <w:t>miss Margaret</w:t>
      </w:r>
      <w:r>
        <w:t xml:space="preserve">, </w:t>
      </w:r>
      <w:r w:rsidR="008C5C61" w:rsidRPr="004C3E92">
        <w:t>instruisez-nous de toute l</w:t>
      </w:r>
      <w:r>
        <w:t>’</w:t>
      </w:r>
      <w:r w:rsidR="008C5C61" w:rsidRPr="004C3E92">
        <w:t>affaire</w:t>
      </w:r>
      <w:r>
        <w:t xml:space="preserve">, </w:t>
      </w:r>
      <w:r w:rsidR="008C5C61" w:rsidRPr="004C3E92">
        <w:t>dit Mrs</w:t>
      </w:r>
      <w:r>
        <w:t xml:space="preserve">. </w:t>
      </w:r>
      <w:r w:rsidR="008C5C61" w:rsidRPr="004C3E92">
        <w:t>Jennings</w:t>
      </w:r>
      <w:r>
        <w:t xml:space="preserve">. </w:t>
      </w:r>
      <w:r w:rsidR="008C5C61" w:rsidRPr="004C3E92">
        <w:t>Comment s</w:t>
      </w:r>
      <w:r>
        <w:t>’</w:t>
      </w:r>
      <w:r w:rsidR="008C5C61" w:rsidRPr="004C3E92">
        <w:t>appelle ce gentl</w:t>
      </w:r>
      <w:r w:rsidR="008C5C61" w:rsidRPr="004C3E92">
        <w:t>e</w:t>
      </w:r>
      <w:r w:rsidR="008C5C61" w:rsidRPr="004C3E92">
        <w:t>man</w:t>
      </w:r>
      <w:r>
        <w:t> ?</w:t>
      </w:r>
    </w:p>
    <w:p w14:paraId="3FEE636D" w14:textId="77777777" w:rsidR="004A4993" w:rsidRDefault="004A4993" w:rsidP="004A4993">
      <w:r>
        <w:t>— </w:t>
      </w:r>
      <w:r w:rsidR="008C5C61" w:rsidRPr="004C3E92">
        <w:t>Il ne faut pas que je le dise</w:t>
      </w:r>
      <w:r>
        <w:t xml:space="preserve">, </w:t>
      </w:r>
      <w:r w:rsidR="008C5C61" w:rsidRPr="004C3E92">
        <w:t>madame</w:t>
      </w:r>
      <w:r>
        <w:t xml:space="preserve">. </w:t>
      </w:r>
      <w:r w:rsidR="008C5C61" w:rsidRPr="004C3E92">
        <w:t>Mais je le connais très bien</w:t>
      </w:r>
      <w:r>
        <w:t xml:space="preserve"> ; </w:t>
      </w:r>
      <w:r w:rsidR="008C5C61" w:rsidRPr="004C3E92">
        <w:t>et je sais aussi où il est</w:t>
      </w:r>
      <w:r>
        <w:t>.</w:t>
      </w:r>
    </w:p>
    <w:p w14:paraId="56CC55AE" w14:textId="77777777" w:rsidR="004A4993" w:rsidRDefault="004A4993" w:rsidP="004A4993">
      <w:r>
        <w:t>— </w:t>
      </w:r>
      <w:r w:rsidR="008C5C61" w:rsidRPr="004C3E92">
        <w:t>Oui</w:t>
      </w:r>
      <w:r>
        <w:t xml:space="preserve">, </w:t>
      </w:r>
      <w:r w:rsidR="008C5C61" w:rsidRPr="004C3E92">
        <w:t>oui</w:t>
      </w:r>
      <w:r>
        <w:t xml:space="preserve">, </w:t>
      </w:r>
      <w:r w:rsidR="008C5C61" w:rsidRPr="004C3E92">
        <w:t>nous sommes capables de le deviner</w:t>
      </w:r>
      <w:r>
        <w:t xml:space="preserve">, </w:t>
      </w:r>
      <w:r w:rsidR="008C5C61" w:rsidRPr="004C3E92">
        <w:t>où il est</w:t>
      </w:r>
      <w:r>
        <w:t xml:space="preserve"> : </w:t>
      </w:r>
      <w:r w:rsidR="008C5C61" w:rsidRPr="004C3E92">
        <w:t>chez lui</w:t>
      </w:r>
      <w:r>
        <w:t xml:space="preserve">, </w:t>
      </w:r>
      <w:r w:rsidR="008C5C61" w:rsidRPr="004C3E92">
        <w:t xml:space="preserve">à </w:t>
      </w:r>
      <w:proofErr w:type="spellStart"/>
      <w:r w:rsidR="008C5C61" w:rsidRPr="004C3E92">
        <w:t>Norland</w:t>
      </w:r>
      <w:proofErr w:type="spellEnd"/>
      <w:r>
        <w:t xml:space="preserve">, </w:t>
      </w:r>
      <w:r w:rsidR="008C5C61" w:rsidRPr="004C3E92">
        <w:t>assurément</w:t>
      </w:r>
      <w:r>
        <w:t xml:space="preserve">. </w:t>
      </w:r>
      <w:r w:rsidR="008C5C61" w:rsidRPr="004C3E92">
        <w:t>C</w:t>
      </w:r>
      <w:r>
        <w:t>’</w:t>
      </w:r>
      <w:r w:rsidR="008C5C61" w:rsidRPr="004C3E92">
        <w:t>est le vicaire de la paroisse</w:t>
      </w:r>
      <w:r>
        <w:t xml:space="preserve">, </w:t>
      </w:r>
      <w:r w:rsidR="008C5C61" w:rsidRPr="004C3E92">
        <w:t>sans doute</w:t>
      </w:r>
      <w:r>
        <w:t>.</w:t>
      </w:r>
    </w:p>
    <w:p w14:paraId="2BDE36E7" w14:textId="77777777" w:rsidR="004A4993" w:rsidRDefault="004A4993" w:rsidP="004A4993">
      <w:r>
        <w:t>— </w:t>
      </w:r>
      <w:r w:rsidR="008C5C61" w:rsidRPr="004C3E92">
        <w:t>Non</w:t>
      </w:r>
      <w:r>
        <w:t xml:space="preserve">, </w:t>
      </w:r>
      <w:r w:rsidR="008C5C61" w:rsidRPr="004C3E92">
        <w:t>il ne l</w:t>
      </w:r>
      <w:r>
        <w:t>’</w:t>
      </w:r>
      <w:r w:rsidR="008C5C61" w:rsidRPr="004C3E92">
        <w:t>est pas</w:t>
      </w:r>
      <w:r>
        <w:t xml:space="preserve">. </w:t>
      </w:r>
      <w:r w:rsidR="008C5C61" w:rsidRPr="004C3E92">
        <w:t>Il n</w:t>
      </w:r>
      <w:r>
        <w:t>’</w:t>
      </w:r>
      <w:r w:rsidR="008C5C61" w:rsidRPr="004C3E92">
        <w:t>a aucune profession</w:t>
      </w:r>
      <w:r>
        <w:t>.</w:t>
      </w:r>
    </w:p>
    <w:p w14:paraId="50ECBF33" w14:textId="77777777" w:rsidR="004A4993" w:rsidRDefault="004A4993" w:rsidP="004A4993">
      <w:r>
        <w:lastRenderedPageBreak/>
        <w:t>— </w:t>
      </w:r>
      <w:r w:rsidR="008C5C61" w:rsidRPr="004C3E92">
        <w:t>Margaret</w:t>
      </w:r>
      <w:r>
        <w:t xml:space="preserve">, </w:t>
      </w:r>
      <w:r w:rsidR="008C5C61" w:rsidRPr="004C3E92">
        <w:t>dit Marianne</w:t>
      </w:r>
      <w:r>
        <w:t xml:space="preserve">, </w:t>
      </w:r>
      <w:r w:rsidR="008C5C61" w:rsidRPr="004C3E92">
        <w:t>avec feu</w:t>
      </w:r>
      <w:r>
        <w:t xml:space="preserve">, </w:t>
      </w:r>
      <w:r w:rsidR="008C5C61" w:rsidRPr="004C3E92">
        <w:t>tu sais que tout cela est une invention de ta part</w:t>
      </w:r>
      <w:r>
        <w:t xml:space="preserve">, </w:t>
      </w:r>
      <w:r w:rsidR="008C5C61" w:rsidRPr="004C3E92">
        <w:t>et qu</w:t>
      </w:r>
      <w:r>
        <w:t>’</w:t>
      </w:r>
      <w:r w:rsidR="008C5C61" w:rsidRPr="004C3E92">
        <w:t>il n</w:t>
      </w:r>
      <w:r>
        <w:t>’</w:t>
      </w:r>
      <w:r w:rsidR="008C5C61" w:rsidRPr="004C3E92">
        <w:t>existe aucune personne de ce genre</w:t>
      </w:r>
      <w:r>
        <w:t>.</w:t>
      </w:r>
    </w:p>
    <w:p w14:paraId="506AA1B7" w14:textId="77777777" w:rsidR="004A4993" w:rsidRDefault="004A4993" w:rsidP="004A4993">
      <w:r>
        <w:t>— </w:t>
      </w:r>
      <w:r w:rsidR="008C5C61" w:rsidRPr="004C3E92">
        <w:t>Eh bien</w:t>
      </w:r>
      <w:r>
        <w:t xml:space="preserve">, </w:t>
      </w:r>
      <w:r w:rsidR="008C5C61" w:rsidRPr="004C3E92">
        <w:t>alors</w:t>
      </w:r>
      <w:r>
        <w:t xml:space="preserve">, </w:t>
      </w:r>
      <w:r w:rsidR="008C5C61" w:rsidRPr="004C3E92">
        <w:t>c</w:t>
      </w:r>
      <w:r>
        <w:t>’</w:t>
      </w:r>
      <w:r w:rsidR="008C5C61" w:rsidRPr="004C3E92">
        <w:t>est qu</w:t>
      </w:r>
      <w:r>
        <w:t>’</w:t>
      </w:r>
      <w:r w:rsidR="008C5C61" w:rsidRPr="004C3E92">
        <w:t>il est mort récemment</w:t>
      </w:r>
      <w:r>
        <w:t xml:space="preserve">, </w:t>
      </w:r>
      <w:r w:rsidR="008C5C61" w:rsidRPr="004C3E92">
        <w:t>Marianne</w:t>
      </w:r>
      <w:r>
        <w:t xml:space="preserve">, </w:t>
      </w:r>
      <w:r w:rsidR="008C5C61" w:rsidRPr="004C3E92">
        <w:t>car je suis sûre qu</w:t>
      </w:r>
      <w:r>
        <w:t>’</w:t>
      </w:r>
      <w:r w:rsidR="008C5C61" w:rsidRPr="004C3E92">
        <w:t>il y avait jadis un homme de ce genre</w:t>
      </w:r>
      <w:r>
        <w:t xml:space="preserve">, </w:t>
      </w:r>
      <w:r w:rsidR="008C5C61" w:rsidRPr="004C3E92">
        <w:t>et son nom commence par un F</w:t>
      </w:r>
      <w:r>
        <w:t>.</w:t>
      </w:r>
    </w:p>
    <w:p w14:paraId="710F974D" w14:textId="77777777" w:rsidR="004A4993" w:rsidRDefault="008C5C61" w:rsidP="004A4993">
      <w:proofErr w:type="spellStart"/>
      <w:r w:rsidRPr="004C3E92">
        <w:t>Elinor</w:t>
      </w:r>
      <w:proofErr w:type="spellEnd"/>
      <w:r w:rsidRPr="004C3E92">
        <w:t xml:space="preserve"> éprouva beaucoup de reconnaissance envers lady Middleton</w:t>
      </w:r>
      <w:r w:rsidR="004A4993">
        <w:t xml:space="preserve">, </w:t>
      </w:r>
      <w:r w:rsidRPr="004C3E92">
        <w:t>qui fit remarquer à ce moment qu</w:t>
      </w:r>
      <w:r w:rsidR="004A4993">
        <w:t>’« </w:t>
      </w:r>
      <w:r w:rsidRPr="004C3E92">
        <w:t>il pleuvait très fort</w:t>
      </w:r>
      <w:r w:rsidR="004A4993">
        <w:t xml:space="preserve"> », </w:t>
      </w:r>
      <w:r w:rsidRPr="004C3E92">
        <w:t>bien qu</w:t>
      </w:r>
      <w:r w:rsidR="004A4993">
        <w:t>’</w:t>
      </w:r>
      <w:r w:rsidRPr="004C3E92">
        <w:t>elle crût que cette interruption provenait moins de quelque égard pour elle que de la grande aversion de milady pour tous les sujets inélégants de raillerie qui faisaient la joie de son mari et de sa mère</w:t>
      </w:r>
      <w:r w:rsidR="004A4993">
        <w:t xml:space="preserve">. </w:t>
      </w:r>
      <w:r w:rsidRPr="004C3E92">
        <w:t>Toutefois</w:t>
      </w:r>
      <w:r w:rsidR="004A4993">
        <w:t xml:space="preserve">, </w:t>
      </w:r>
      <w:r w:rsidRPr="004C3E92">
        <w:t>cette idée une fois lancée par elle</w:t>
      </w:r>
      <w:r w:rsidR="004A4993">
        <w:t xml:space="preserve">, </w:t>
      </w:r>
      <w:r w:rsidRPr="004C3E92">
        <w:t>fut immédiatement poursuivie par le colonel Brandon</w:t>
      </w:r>
      <w:r w:rsidR="004A4993">
        <w:t xml:space="preserve">, </w:t>
      </w:r>
      <w:r w:rsidRPr="004C3E92">
        <w:t>qui se préoccupait en toute occasion des susceptibilités d</w:t>
      </w:r>
      <w:r w:rsidR="004A4993">
        <w:t>’</w:t>
      </w:r>
      <w:r w:rsidRPr="004C3E92">
        <w:t>autrui</w:t>
      </w:r>
      <w:r w:rsidR="004A4993">
        <w:t xml:space="preserve"> ; </w:t>
      </w:r>
      <w:r w:rsidRPr="004C3E92">
        <w:t>et ils parlèrent copieusement</w:t>
      </w:r>
      <w:r w:rsidR="004A4993">
        <w:t xml:space="preserve">, </w:t>
      </w:r>
      <w:r w:rsidRPr="004C3E92">
        <w:t>l</w:t>
      </w:r>
      <w:r w:rsidR="004A4993">
        <w:t>’</w:t>
      </w:r>
      <w:r w:rsidRPr="004C3E92">
        <w:t>un et l</w:t>
      </w:r>
      <w:r w:rsidR="004A4993">
        <w:t>’</w:t>
      </w:r>
      <w:r w:rsidRPr="004C3E92">
        <w:t>autre</w:t>
      </w:r>
      <w:r w:rsidR="004A4993">
        <w:t xml:space="preserve">, </w:t>
      </w:r>
      <w:r w:rsidRPr="004C3E92">
        <w:t>de la pluie</w:t>
      </w:r>
      <w:r w:rsidR="004A4993">
        <w:t xml:space="preserve">. </w:t>
      </w:r>
      <w:r w:rsidRPr="004C3E92">
        <w:t>Willoug</w:t>
      </w:r>
      <w:r w:rsidRPr="004C3E92">
        <w:t>h</w:t>
      </w:r>
      <w:r w:rsidRPr="004C3E92">
        <w:t>by ouvrit le pianoforte</w:t>
      </w:r>
      <w:r w:rsidR="004A4993">
        <w:t xml:space="preserve">, </w:t>
      </w:r>
      <w:r w:rsidRPr="004C3E92">
        <w:t>et pria Marianne de s</w:t>
      </w:r>
      <w:r w:rsidR="004A4993">
        <w:t>’</w:t>
      </w:r>
      <w:r w:rsidRPr="004C3E92">
        <w:t>y asseoir</w:t>
      </w:r>
      <w:r w:rsidR="004A4993">
        <w:t xml:space="preserve"> ; </w:t>
      </w:r>
      <w:r w:rsidRPr="004C3E92">
        <w:t>et c</w:t>
      </w:r>
      <w:r w:rsidR="004A4993">
        <w:t>’</w:t>
      </w:r>
      <w:r w:rsidRPr="004C3E92">
        <w:t>est ainsi</w:t>
      </w:r>
      <w:r w:rsidR="004A4993">
        <w:t xml:space="preserve">, </w:t>
      </w:r>
      <w:r w:rsidRPr="004C3E92">
        <w:t>sous les efforts variés de différentes personnes pour abandonner le sujet de conversation</w:t>
      </w:r>
      <w:r w:rsidR="004A4993">
        <w:t xml:space="preserve">, </w:t>
      </w:r>
      <w:r w:rsidRPr="004C3E92">
        <w:t>qu</w:t>
      </w:r>
      <w:r w:rsidR="004A4993">
        <w:t>’</w:t>
      </w:r>
      <w:r w:rsidRPr="004C3E92">
        <w:t>il tomba à plat</w:t>
      </w:r>
      <w:r w:rsidR="004A4993">
        <w:t xml:space="preserve">. </w:t>
      </w:r>
      <w:r w:rsidRPr="004C3E92">
        <w:t xml:space="preserve">Mais </w:t>
      </w:r>
      <w:proofErr w:type="spellStart"/>
      <w:r w:rsidRPr="004C3E92">
        <w:t>Elinor</w:t>
      </w:r>
      <w:proofErr w:type="spellEnd"/>
      <w:r w:rsidRPr="004C3E92">
        <w:t xml:space="preserve"> ne se remit pas avec la même facilité de la frayeur dans laquelle il l</w:t>
      </w:r>
      <w:r w:rsidR="004A4993">
        <w:t>’</w:t>
      </w:r>
      <w:r w:rsidRPr="004C3E92">
        <w:t>avait jetée</w:t>
      </w:r>
      <w:r w:rsidR="004A4993">
        <w:t>.</w:t>
      </w:r>
    </w:p>
    <w:p w14:paraId="04EAE6DD" w14:textId="77777777" w:rsidR="004A4993" w:rsidRDefault="008C5C61" w:rsidP="004A4993">
      <w:r w:rsidRPr="004C3E92">
        <w:t>On constitua ce soir-là un groupe qui devait sortir le le</w:t>
      </w:r>
      <w:r w:rsidRPr="004C3E92">
        <w:t>n</w:t>
      </w:r>
      <w:r w:rsidRPr="004C3E92">
        <w:t>demain pour aller visiter un très beau domaine à environ douze milles de Barton</w:t>
      </w:r>
      <w:r w:rsidR="004A4993">
        <w:t xml:space="preserve">, </w:t>
      </w:r>
      <w:r w:rsidRPr="004C3E92">
        <w:t>appartenant à un beau-frère du colonel Bra</w:t>
      </w:r>
      <w:r w:rsidRPr="004C3E92">
        <w:t>n</w:t>
      </w:r>
      <w:r w:rsidRPr="004C3E92">
        <w:t>don</w:t>
      </w:r>
      <w:r w:rsidR="004A4993">
        <w:t xml:space="preserve">, </w:t>
      </w:r>
      <w:r w:rsidRPr="004C3E92">
        <w:t>et qu</w:t>
      </w:r>
      <w:r w:rsidR="004A4993">
        <w:t>’</w:t>
      </w:r>
      <w:r w:rsidRPr="004C3E92">
        <w:t>il était impossible de visiter sans que celui-ci ne s</w:t>
      </w:r>
      <w:r w:rsidR="004A4993">
        <w:t>’</w:t>
      </w:r>
      <w:r w:rsidRPr="004C3E92">
        <w:t>y intéressât</w:t>
      </w:r>
      <w:r w:rsidR="004A4993">
        <w:t xml:space="preserve">, </w:t>
      </w:r>
      <w:r w:rsidRPr="004C3E92">
        <w:t>car le propriétaire</w:t>
      </w:r>
      <w:r w:rsidR="004A4993">
        <w:t xml:space="preserve">, </w:t>
      </w:r>
      <w:r w:rsidRPr="004C3E92">
        <w:t>qui était à l</w:t>
      </w:r>
      <w:r w:rsidR="004A4993">
        <w:t>’</w:t>
      </w:r>
      <w:r w:rsidRPr="004C3E92">
        <w:t>étranger</w:t>
      </w:r>
      <w:r w:rsidR="004A4993">
        <w:t xml:space="preserve">, </w:t>
      </w:r>
      <w:r w:rsidRPr="004C3E92">
        <w:t>avait laissé des ordres stricts à cet effet</w:t>
      </w:r>
      <w:r w:rsidR="004A4993">
        <w:t xml:space="preserve">. </w:t>
      </w:r>
      <w:r w:rsidRPr="004C3E92">
        <w:t>Les jardins passaient pour extr</w:t>
      </w:r>
      <w:r w:rsidRPr="004C3E92">
        <w:t>ê</w:t>
      </w:r>
      <w:r w:rsidRPr="004C3E92">
        <w:t>mement beaux</w:t>
      </w:r>
      <w:r w:rsidR="004A4993">
        <w:t xml:space="preserve">, </w:t>
      </w:r>
      <w:r w:rsidRPr="004C3E92">
        <w:t>et Sir John</w:t>
      </w:r>
      <w:r w:rsidR="004A4993">
        <w:t xml:space="preserve">, </w:t>
      </w:r>
      <w:r w:rsidRPr="004C3E92">
        <w:t>qui se montrait particulièrement ardent à les vanter</w:t>
      </w:r>
      <w:r w:rsidR="004A4993">
        <w:t xml:space="preserve">, </w:t>
      </w:r>
      <w:r w:rsidRPr="004C3E92">
        <w:t>pouvait être considéré comme raisonnabl</w:t>
      </w:r>
      <w:r w:rsidRPr="004C3E92">
        <w:t>e</w:t>
      </w:r>
      <w:r w:rsidRPr="004C3E92">
        <w:t>ment qualifié à les juger</w:t>
      </w:r>
      <w:r w:rsidR="004A4993">
        <w:t xml:space="preserve">, </w:t>
      </w:r>
      <w:r w:rsidRPr="004C3E92">
        <w:t>car il avait</w:t>
      </w:r>
      <w:r w:rsidR="004A4993">
        <w:t xml:space="preserve">, </w:t>
      </w:r>
      <w:r w:rsidRPr="004C3E92">
        <w:t>depuis dix ans</w:t>
      </w:r>
      <w:r w:rsidR="004A4993">
        <w:t xml:space="preserve">, </w:t>
      </w:r>
      <w:r w:rsidRPr="004C3E92">
        <w:t>constitué au moins deux fois chaque été des groupes pour les visiter</w:t>
      </w:r>
      <w:r w:rsidR="004A4993">
        <w:t xml:space="preserve">. </w:t>
      </w:r>
      <w:r w:rsidRPr="004C3E92">
        <w:t xml:space="preserve">Ils renfermaient une noble pièce </w:t>
      </w:r>
      <w:r w:rsidRPr="004C3E92">
        <w:lastRenderedPageBreak/>
        <w:t>d</w:t>
      </w:r>
      <w:r w:rsidR="004A4993">
        <w:t>’</w:t>
      </w:r>
      <w:r w:rsidRPr="004C3E92">
        <w:t>eau</w:t>
      </w:r>
      <w:r w:rsidR="004A4993">
        <w:t xml:space="preserve">, </w:t>
      </w:r>
      <w:r w:rsidRPr="004C3E92">
        <w:t>sur laquelle une partie de navigation à la voile devait constituer une bonne part des dive</w:t>
      </w:r>
      <w:r w:rsidRPr="004C3E92">
        <w:t>r</w:t>
      </w:r>
      <w:r w:rsidRPr="004C3E92">
        <w:t>tissements de la matinée</w:t>
      </w:r>
      <w:r w:rsidR="004A4993">
        <w:t xml:space="preserve"> ; </w:t>
      </w:r>
      <w:r w:rsidRPr="004C3E92">
        <w:t>on devait emporter un repas froid</w:t>
      </w:r>
      <w:r w:rsidR="004A4993">
        <w:t xml:space="preserve">, </w:t>
      </w:r>
      <w:r w:rsidRPr="004C3E92">
        <w:t>on ne devait utiliser que des voitures découvertes</w:t>
      </w:r>
      <w:r w:rsidR="004A4993">
        <w:t xml:space="preserve">, </w:t>
      </w:r>
      <w:r w:rsidRPr="004C3E92">
        <w:t>et tout devait être organisé selon la manière habituelle d</w:t>
      </w:r>
      <w:r w:rsidR="004A4993">
        <w:t>’</w:t>
      </w:r>
      <w:r w:rsidRPr="004C3E92">
        <w:t>une complète partie de plaisir</w:t>
      </w:r>
      <w:r w:rsidR="004A4993">
        <w:t>.</w:t>
      </w:r>
    </w:p>
    <w:p w14:paraId="276B2C09" w14:textId="77777777" w:rsidR="004A4993" w:rsidRDefault="008C5C61" w:rsidP="004A4993">
      <w:r w:rsidRPr="004C3E92">
        <w:t>Cela parut</w:t>
      </w:r>
      <w:r w:rsidR="004A4993">
        <w:t xml:space="preserve">, </w:t>
      </w:r>
      <w:r w:rsidRPr="004C3E92">
        <w:t>à quelques-unes des personnes de la comp</w:t>
      </w:r>
      <w:r w:rsidRPr="004C3E92">
        <w:t>a</w:t>
      </w:r>
      <w:r w:rsidRPr="004C3E92">
        <w:t>gnie</w:t>
      </w:r>
      <w:r w:rsidR="004A4993">
        <w:t xml:space="preserve">, </w:t>
      </w:r>
      <w:r w:rsidRPr="004C3E92">
        <w:t>une entreprise assez hardie</w:t>
      </w:r>
      <w:r w:rsidR="004A4993">
        <w:t xml:space="preserve">, </w:t>
      </w:r>
      <w:r w:rsidRPr="004C3E92">
        <w:t>étant donnés l</w:t>
      </w:r>
      <w:r w:rsidR="004A4993">
        <w:t>’</w:t>
      </w:r>
      <w:r w:rsidRPr="004C3E92">
        <w:t>époque de l</w:t>
      </w:r>
      <w:r w:rsidR="004A4993">
        <w:t>’</w:t>
      </w:r>
      <w:r w:rsidRPr="004C3E92">
        <w:t>année et le fait qu</w:t>
      </w:r>
      <w:r w:rsidR="004A4993">
        <w:t>’</w:t>
      </w:r>
      <w:r w:rsidRPr="004C3E92">
        <w:t>il eût plu tous les jours au cours de la derni</w:t>
      </w:r>
      <w:r w:rsidRPr="004C3E92">
        <w:t>è</w:t>
      </w:r>
      <w:r w:rsidRPr="004C3E92">
        <w:t>re quinzaine</w:t>
      </w:r>
      <w:r w:rsidR="004A4993">
        <w:t xml:space="preserve"> ; </w:t>
      </w:r>
      <w:r w:rsidRPr="004C3E92">
        <w:t>et Mrs</w:t>
      </w:r>
      <w:r w:rsidR="004A4993">
        <w:t xml:space="preserve">. </w:t>
      </w:r>
      <w:proofErr w:type="spellStart"/>
      <w:r w:rsidRPr="004C3E92">
        <w:t>Dashwood</w:t>
      </w:r>
      <w:proofErr w:type="spellEnd"/>
      <w:r w:rsidR="004A4993">
        <w:t xml:space="preserve">, </w:t>
      </w:r>
      <w:r w:rsidRPr="004C3E92">
        <w:t>qui avait déjà un rhume</w:t>
      </w:r>
      <w:r w:rsidR="004A4993">
        <w:t xml:space="preserve">, </w:t>
      </w:r>
      <w:r w:rsidRPr="004C3E92">
        <w:t xml:space="preserve">se laissa persuader par </w:t>
      </w:r>
      <w:proofErr w:type="spellStart"/>
      <w:r w:rsidRPr="004C3E92">
        <w:t>Elinor</w:t>
      </w:r>
      <w:proofErr w:type="spellEnd"/>
      <w:r w:rsidRPr="004C3E92">
        <w:t xml:space="preserve"> de rester à la maison</w:t>
      </w:r>
      <w:r w:rsidR="004A4993">
        <w:t>.</w:t>
      </w:r>
    </w:p>
    <w:p w14:paraId="5F4981AF" w14:textId="42A74E14" w:rsidR="008C5C61" w:rsidRPr="004C3E92" w:rsidRDefault="008C5C61" w:rsidP="004A4993">
      <w:pPr>
        <w:pStyle w:val="Titre1"/>
      </w:pPr>
      <w:bookmarkStart w:id="12" w:name="_Toc196409797"/>
      <w:r w:rsidRPr="004C3E92">
        <w:lastRenderedPageBreak/>
        <w:t>CHAPITRE XIII</w:t>
      </w:r>
      <w:bookmarkEnd w:id="12"/>
      <w:r w:rsidRPr="004C3E92">
        <w:br/>
      </w:r>
    </w:p>
    <w:p w14:paraId="6983A05E" w14:textId="77777777" w:rsidR="004A4993" w:rsidRDefault="008C5C61" w:rsidP="004A4993">
      <w:r w:rsidRPr="004C3E92">
        <w:t xml:space="preserve">Leur excursion projetée à </w:t>
      </w:r>
      <w:proofErr w:type="spellStart"/>
      <w:r w:rsidRPr="004C3E92">
        <w:t>Whitwell</w:t>
      </w:r>
      <w:proofErr w:type="spellEnd"/>
      <w:r w:rsidRPr="004C3E92">
        <w:t xml:space="preserve"> se déroula d</w:t>
      </w:r>
      <w:r w:rsidR="004A4993">
        <w:t>’</w:t>
      </w:r>
      <w:r w:rsidRPr="004C3E92">
        <w:t>une façon fort différente de ce qu</w:t>
      </w:r>
      <w:r w:rsidR="004A4993">
        <w:t>’</w:t>
      </w:r>
      <w:r w:rsidRPr="004C3E92">
        <w:t xml:space="preserve">avait prévu </w:t>
      </w:r>
      <w:proofErr w:type="spellStart"/>
      <w:r w:rsidRPr="004C3E92">
        <w:t>Elinor</w:t>
      </w:r>
      <w:proofErr w:type="spellEnd"/>
      <w:r w:rsidR="004A4993">
        <w:t xml:space="preserve">. </w:t>
      </w:r>
      <w:r w:rsidRPr="004C3E92">
        <w:t>Elle était préparée à être trempée</w:t>
      </w:r>
      <w:r w:rsidR="004A4993">
        <w:t xml:space="preserve">, </w:t>
      </w:r>
      <w:r w:rsidRPr="004C3E92">
        <w:t>fatiguée</w:t>
      </w:r>
      <w:r w:rsidR="004A4993">
        <w:t xml:space="preserve">, </w:t>
      </w:r>
      <w:r w:rsidRPr="004C3E92">
        <w:t>et effrayée</w:t>
      </w:r>
      <w:r w:rsidR="004A4993">
        <w:t xml:space="preserve"> ; </w:t>
      </w:r>
      <w:r w:rsidRPr="004C3E92">
        <w:t>mais l</w:t>
      </w:r>
      <w:r w:rsidR="004A4993">
        <w:t>’</w:t>
      </w:r>
      <w:r w:rsidRPr="004C3E92">
        <w:t>événement fut encore plus malencontreux</w:t>
      </w:r>
      <w:r w:rsidR="004A4993">
        <w:t xml:space="preserve">, </w:t>
      </w:r>
      <w:r w:rsidRPr="004C3E92">
        <w:t>car ils ne partirent même pas</w:t>
      </w:r>
      <w:r w:rsidR="004A4993">
        <w:t>.</w:t>
      </w:r>
    </w:p>
    <w:p w14:paraId="598C4778" w14:textId="77777777" w:rsidR="004A4993" w:rsidRDefault="008C5C61" w:rsidP="004A4993">
      <w:r w:rsidRPr="004C3E92">
        <w:t xml:space="preserve">Tout le groupe était rassemblé </w:t>
      </w:r>
      <w:proofErr w:type="spellStart"/>
      <w:r w:rsidRPr="004C3E92">
        <w:t>dès</w:t>
      </w:r>
      <w:proofErr w:type="spellEnd"/>
      <w:r w:rsidRPr="004C3E92">
        <w:t xml:space="preserve"> dix heures au Park</w:t>
      </w:r>
      <w:r w:rsidR="004A4993">
        <w:t xml:space="preserve">, </w:t>
      </w:r>
      <w:r w:rsidRPr="004C3E92">
        <w:t>où ils devaient déjeuner</w:t>
      </w:r>
      <w:r w:rsidR="004A4993">
        <w:t xml:space="preserve">. </w:t>
      </w:r>
      <w:r w:rsidRPr="004C3E92">
        <w:t>La matinée était plutôt favorable</w:t>
      </w:r>
      <w:r w:rsidR="004A4993">
        <w:t xml:space="preserve">, </w:t>
      </w:r>
      <w:r w:rsidRPr="004C3E92">
        <w:t>bien qu</w:t>
      </w:r>
      <w:r w:rsidR="004A4993">
        <w:t>’</w:t>
      </w:r>
      <w:r w:rsidRPr="004C3E92">
        <w:t>il eût plu toute la nuit</w:t>
      </w:r>
      <w:r w:rsidR="004A4993">
        <w:t xml:space="preserve">, </w:t>
      </w:r>
      <w:r w:rsidRPr="004C3E92">
        <w:t>car les nuages se dispersaient alors à travers le ciel et le soleil apparaissait fréquemment</w:t>
      </w:r>
      <w:r w:rsidR="004A4993">
        <w:t xml:space="preserve">. </w:t>
      </w:r>
      <w:r w:rsidRPr="004C3E92">
        <w:t>Ils étaient tous pleins d</w:t>
      </w:r>
      <w:r w:rsidR="004A4993">
        <w:t>’</w:t>
      </w:r>
      <w:r w:rsidRPr="004C3E92">
        <w:t>entrain et de bonne humeur</w:t>
      </w:r>
      <w:r w:rsidR="004A4993">
        <w:t xml:space="preserve">, </w:t>
      </w:r>
      <w:r w:rsidRPr="004C3E92">
        <w:t>ardents à la joie</w:t>
      </w:r>
      <w:r w:rsidR="004A4993">
        <w:t xml:space="preserve">, </w:t>
      </w:r>
      <w:r w:rsidRPr="004C3E92">
        <w:t>et résolus à subir les pires incommodités et difficultés plutôt que de changer d</w:t>
      </w:r>
      <w:r w:rsidR="004A4993">
        <w:t>’</w:t>
      </w:r>
      <w:r w:rsidRPr="004C3E92">
        <w:t>état d</w:t>
      </w:r>
      <w:r w:rsidR="004A4993">
        <w:t>’</w:t>
      </w:r>
      <w:r w:rsidRPr="004C3E92">
        <w:t>esprit</w:t>
      </w:r>
      <w:r w:rsidR="004A4993">
        <w:t>.</w:t>
      </w:r>
    </w:p>
    <w:p w14:paraId="61F64E90" w14:textId="77777777" w:rsidR="004A4993" w:rsidRDefault="008C5C61" w:rsidP="004A4993">
      <w:r w:rsidRPr="004C3E92">
        <w:t>Pendant qu</w:t>
      </w:r>
      <w:r w:rsidR="004A4993">
        <w:t>’</w:t>
      </w:r>
      <w:r w:rsidRPr="004C3E92">
        <w:t>ils déjeunaient</w:t>
      </w:r>
      <w:r w:rsidR="004A4993">
        <w:t xml:space="preserve">, </w:t>
      </w:r>
      <w:r w:rsidRPr="004C3E92">
        <w:t>on apporta les lettres</w:t>
      </w:r>
      <w:r w:rsidR="004A4993">
        <w:t xml:space="preserve">. </w:t>
      </w:r>
      <w:r w:rsidRPr="004C3E92">
        <w:t>Parmi e</w:t>
      </w:r>
      <w:r w:rsidRPr="004C3E92">
        <w:t>l</w:t>
      </w:r>
      <w:r w:rsidRPr="004C3E92">
        <w:t>les il y en avait une pour le colonel Brandon</w:t>
      </w:r>
      <w:r w:rsidR="004A4993">
        <w:t xml:space="preserve"> ; </w:t>
      </w:r>
      <w:r w:rsidRPr="004C3E92">
        <w:t>il la prit</w:t>
      </w:r>
      <w:r w:rsidR="004A4993">
        <w:t xml:space="preserve">, </w:t>
      </w:r>
      <w:r w:rsidRPr="004C3E92">
        <w:t>regarda la suscription</w:t>
      </w:r>
      <w:r w:rsidR="004A4993">
        <w:t xml:space="preserve">, </w:t>
      </w:r>
      <w:r w:rsidRPr="004C3E92">
        <w:t>pâlit</w:t>
      </w:r>
      <w:r w:rsidR="004A4993">
        <w:t xml:space="preserve">, </w:t>
      </w:r>
      <w:r w:rsidRPr="004C3E92">
        <w:t>et sortit immédiatement de la pièce</w:t>
      </w:r>
      <w:r w:rsidR="004A4993">
        <w:t>.</w:t>
      </w:r>
    </w:p>
    <w:p w14:paraId="099F3E4A" w14:textId="77777777" w:rsidR="004A4993" w:rsidRDefault="004A4993" w:rsidP="004A4993">
      <w:r>
        <w:t>— </w:t>
      </w:r>
      <w:r w:rsidR="008C5C61" w:rsidRPr="004C3E92">
        <w:t>Qu</w:t>
      </w:r>
      <w:r>
        <w:t>’</w:t>
      </w:r>
      <w:r w:rsidR="008C5C61" w:rsidRPr="004C3E92">
        <w:t>a donc Brandon</w:t>
      </w:r>
      <w:r>
        <w:t xml:space="preserve"> ? </w:t>
      </w:r>
      <w:r w:rsidR="008C5C61" w:rsidRPr="004C3E92">
        <w:t>dit Sir John</w:t>
      </w:r>
      <w:r>
        <w:t>.</w:t>
      </w:r>
    </w:p>
    <w:p w14:paraId="5A40F9D6" w14:textId="77777777" w:rsidR="004A4993" w:rsidRDefault="008C5C61" w:rsidP="004A4993">
      <w:r w:rsidRPr="004C3E92">
        <w:t>Personne ne le savait</w:t>
      </w:r>
      <w:r w:rsidR="004A4993">
        <w:t>.</w:t>
      </w:r>
    </w:p>
    <w:p w14:paraId="4287F648" w14:textId="77777777" w:rsidR="004A4993" w:rsidRDefault="004A4993" w:rsidP="004A4993">
      <w:r>
        <w:t>— </w:t>
      </w:r>
      <w:r w:rsidR="008C5C61" w:rsidRPr="004C3E92">
        <w:t>J</w:t>
      </w:r>
      <w:r>
        <w:t>’</w:t>
      </w:r>
      <w:r w:rsidR="008C5C61" w:rsidRPr="004C3E92">
        <w:t>espère qu</w:t>
      </w:r>
      <w:r>
        <w:t>’</w:t>
      </w:r>
      <w:r w:rsidR="008C5C61" w:rsidRPr="004C3E92">
        <w:t>il n</w:t>
      </w:r>
      <w:r>
        <w:t>’</w:t>
      </w:r>
      <w:r w:rsidR="008C5C61" w:rsidRPr="004C3E92">
        <w:t>a pas reçu de mauvaises nouvelles</w:t>
      </w:r>
      <w:r>
        <w:t xml:space="preserve">, </w:t>
      </w:r>
      <w:r w:rsidR="008C5C61" w:rsidRPr="004C3E92">
        <w:t>dit l</w:t>
      </w:r>
      <w:r w:rsidR="008C5C61" w:rsidRPr="004C3E92">
        <w:t>a</w:t>
      </w:r>
      <w:r w:rsidR="008C5C61" w:rsidRPr="004C3E92">
        <w:t>dy Middleton</w:t>
      </w:r>
      <w:r>
        <w:t xml:space="preserve">. </w:t>
      </w:r>
      <w:r w:rsidR="008C5C61" w:rsidRPr="004C3E92">
        <w:t>Il faut que ce soit quelque chose d</w:t>
      </w:r>
      <w:r>
        <w:t>’</w:t>
      </w:r>
      <w:r w:rsidR="008C5C61" w:rsidRPr="004C3E92">
        <w:t>extraordinaire</w:t>
      </w:r>
      <w:r>
        <w:t xml:space="preserve">, </w:t>
      </w:r>
      <w:r w:rsidR="008C5C61" w:rsidRPr="004C3E92">
        <w:t>pour obliger le colonel Brandon à quitter aussi soudainement ma table au moment du déjeuner</w:t>
      </w:r>
      <w:r>
        <w:t>.</w:t>
      </w:r>
    </w:p>
    <w:p w14:paraId="1CE91ED8" w14:textId="77777777" w:rsidR="004A4993" w:rsidRDefault="008C5C61" w:rsidP="004A4993">
      <w:r w:rsidRPr="004C3E92">
        <w:t>Il reparut au bout d</w:t>
      </w:r>
      <w:r w:rsidR="004A4993">
        <w:t>’</w:t>
      </w:r>
      <w:r w:rsidRPr="004C3E92">
        <w:t>environ cinq minutes</w:t>
      </w:r>
      <w:r w:rsidR="004A4993">
        <w:t>.</w:t>
      </w:r>
    </w:p>
    <w:p w14:paraId="5ED127B8" w14:textId="77777777" w:rsidR="004A4993" w:rsidRDefault="004A4993" w:rsidP="004A4993">
      <w:r>
        <w:t>— </w:t>
      </w:r>
      <w:r w:rsidR="008C5C61" w:rsidRPr="004C3E92">
        <w:t>Pas de mauvaises nouvelles</w:t>
      </w:r>
      <w:r>
        <w:t xml:space="preserve">, </w:t>
      </w:r>
      <w:r w:rsidR="008C5C61" w:rsidRPr="004C3E92">
        <w:t>j</w:t>
      </w:r>
      <w:r>
        <w:t>’</w:t>
      </w:r>
      <w:r w:rsidR="008C5C61" w:rsidRPr="004C3E92">
        <w:t>espère</w:t>
      </w:r>
      <w:r>
        <w:t xml:space="preserve">, </w:t>
      </w:r>
      <w:r w:rsidR="008C5C61" w:rsidRPr="004C3E92">
        <w:t>mon colonel</w:t>
      </w:r>
      <w:r>
        <w:t xml:space="preserve"> ? </w:t>
      </w:r>
      <w:r w:rsidR="008C5C61" w:rsidRPr="004C3E92">
        <w:t>dit Mrs</w:t>
      </w:r>
      <w:r>
        <w:t xml:space="preserve">. </w:t>
      </w:r>
      <w:r w:rsidR="008C5C61" w:rsidRPr="004C3E92">
        <w:t>Jennings</w:t>
      </w:r>
      <w:r>
        <w:t xml:space="preserve">, </w:t>
      </w:r>
      <w:r w:rsidR="008C5C61" w:rsidRPr="004C3E92">
        <w:t>dès qu</w:t>
      </w:r>
      <w:r>
        <w:t>’</w:t>
      </w:r>
      <w:r w:rsidR="008C5C61" w:rsidRPr="004C3E92">
        <w:t>il fut entré dans la pièce</w:t>
      </w:r>
      <w:r>
        <w:t>.</w:t>
      </w:r>
    </w:p>
    <w:p w14:paraId="6E202366" w14:textId="77777777" w:rsidR="004A4993" w:rsidRDefault="004A4993" w:rsidP="004A4993">
      <w:r>
        <w:lastRenderedPageBreak/>
        <w:t>— </w:t>
      </w:r>
      <w:r w:rsidR="008C5C61" w:rsidRPr="004C3E92">
        <w:t>Pas du tout</w:t>
      </w:r>
      <w:r>
        <w:t xml:space="preserve">, </w:t>
      </w:r>
      <w:r w:rsidR="008C5C61" w:rsidRPr="004C3E92">
        <w:t>madame</w:t>
      </w:r>
      <w:r>
        <w:t xml:space="preserve">, </w:t>
      </w:r>
      <w:r w:rsidR="008C5C61" w:rsidRPr="004C3E92">
        <w:t>je vous remercie</w:t>
      </w:r>
      <w:r>
        <w:t>.</w:t>
      </w:r>
    </w:p>
    <w:p w14:paraId="731DCE8D" w14:textId="77777777" w:rsidR="004A4993" w:rsidRDefault="004A4993" w:rsidP="004A4993">
      <w:r>
        <w:t>— </w:t>
      </w:r>
      <w:r w:rsidR="008C5C61" w:rsidRPr="004C3E92">
        <w:t>Provient-elle d</w:t>
      </w:r>
      <w:r>
        <w:t>’</w:t>
      </w:r>
      <w:r w:rsidR="008C5C61" w:rsidRPr="004C3E92">
        <w:t>Avignon</w:t>
      </w:r>
      <w:r>
        <w:t xml:space="preserve"> ? </w:t>
      </w:r>
      <w:r w:rsidR="008C5C61" w:rsidRPr="004C3E92">
        <w:t>J</w:t>
      </w:r>
      <w:r>
        <w:t>’</w:t>
      </w:r>
      <w:r w:rsidR="008C5C61" w:rsidRPr="004C3E92">
        <w:t>espère que ce n</w:t>
      </w:r>
      <w:r>
        <w:t>’</w:t>
      </w:r>
      <w:r w:rsidR="008C5C61" w:rsidRPr="004C3E92">
        <w:t>est pas pour vous annoncer que votre sœur va plus mal</w:t>
      </w:r>
      <w:r>
        <w:t> ?</w:t>
      </w:r>
    </w:p>
    <w:p w14:paraId="1BB81000" w14:textId="77777777" w:rsidR="004A4993" w:rsidRDefault="004A4993" w:rsidP="004A4993">
      <w:r>
        <w:t>— </w:t>
      </w:r>
      <w:r w:rsidR="008C5C61" w:rsidRPr="004C3E92">
        <w:t>Non</w:t>
      </w:r>
      <w:r>
        <w:t xml:space="preserve">, </w:t>
      </w:r>
      <w:r w:rsidR="008C5C61" w:rsidRPr="004C3E92">
        <w:t>madame</w:t>
      </w:r>
      <w:r>
        <w:t xml:space="preserve">, </w:t>
      </w:r>
      <w:r w:rsidR="008C5C61" w:rsidRPr="004C3E92">
        <w:t>elle provenait de Londres</w:t>
      </w:r>
      <w:r>
        <w:t xml:space="preserve">, </w:t>
      </w:r>
      <w:r w:rsidR="008C5C61" w:rsidRPr="004C3E92">
        <w:t>et c</w:t>
      </w:r>
      <w:r>
        <w:t>’</w:t>
      </w:r>
      <w:r w:rsidR="008C5C61" w:rsidRPr="004C3E92">
        <w:t>est si</w:t>
      </w:r>
      <w:r w:rsidR="008C5C61" w:rsidRPr="004C3E92">
        <w:t>m</w:t>
      </w:r>
      <w:r w:rsidR="008C5C61" w:rsidRPr="004C3E92">
        <w:t>plement une lettre d</w:t>
      </w:r>
      <w:r>
        <w:t>’</w:t>
      </w:r>
      <w:r w:rsidR="008C5C61" w:rsidRPr="004C3E92">
        <w:t>affaires</w:t>
      </w:r>
      <w:r>
        <w:t>.</w:t>
      </w:r>
    </w:p>
    <w:p w14:paraId="6C432738" w14:textId="77777777" w:rsidR="004A4993" w:rsidRDefault="004A4993" w:rsidP="004A4993">
      <w:r>
        <w:t>— </w:t>
      </w:r>
      <w:r w:rsidR="008C5C61" w:rsidRPr="004C3E92">
        <w:t>Mais comment l</w:t>
      </w:r>
      <w:r>
        <w:t>’</w:t>
      </w:r>
      <w:r w:rsidR="008C5C61" w:rsidRPr="004C3E92">
        <w:t>écriture a-t-elle pu vous inquiéter à ce point</w:t>
      </w:r>
      <w:r>
        <w:t xml:space="preserve">, </w:t>
      </w:r>
      <w:r w:rsidR="008C5C61" w:rsidRPr="004C3E92">
        <w:t>si ce n</w:t>
      </w:r>
      <w:r>
        <w:t>’</w:t>
      </w:r>
      <w:r w:rsidR="008C5C61" w:rsidRPr="004C3E92">
        <w:t>était qu</w:t>
      </w:r>
      <w:r>
        <w:t>’</w:t>
      </w:r>
      <w:r w:rsidR="008C5C61" w:rsidRPr="004C3E92">
        <w:t>une lettre d</w:t>
      </w:r>
      <w:r>
        <w:t>’</w:t>
      </w:r>
      <w:r w:rsidR="008C5C61" w:rsidRPr="004C3E92">
        <w:t>affaires</w:t>
      </w:r>
      <w:r>
        <w:t xml:space="preserve"> ? </w:t>
      </w:r>
      <w:r w:rsidR="008C5C61" w:rsidRPr="004C3E92">
        <w:t>Voyons</w:t>
      </w:r>
      <w:r>
        <w:t xml:space="preserve">, </w:t>
      </w:r>
      <w:r w:rsidR="008C5C61" w:rsidRPr="004C3E92">
        <w:t>voyons</w:t>
      </w:r>
      <w:r>
        <w:t xml:space="preserve">, </w:t>
      </w:r>
      <w:r w:rsidR="008C5C61" w:rsidRPr="004C3E92">
        <w:t>cela ne va pas</w:t>
      </w:r>
      <w:r>
        <w:t xml:space="preserve">, </w:t>
      </w:r>
      <w:r w:rsidR="008C5C61" w:rsidRPr="004C3E92">
        <w:t>mon colonel</w:t>
      </w:r>
      <w:r>
        <w:t xml:space="preserve"> ; </w:t>
      </w:r>
      <w:r w:rsidR="008C5C61" w:rsidRPr="004C3E92">
        <w:t>dites-nous donc ce qu</w:t>
      </w:r>
      <w:r>
        <w:t>’</w:t>
      </w:r>
      <w:r w:rsidR="008C5C61" w:rsidRPr="004C3E92">
        <w:t>il en est</w:t>
      </w:r>
      <w:r>
        <w:t xml:space="preserve">, </w:t>
      </w:r>
      <w:r w:rsidR="008C5C61" w:rsidRPr="004C3E92">
        <w:t>au vrai</w:t>
      </w:r>
      <w:r>
        <w:t>.</w:t>
      </w:r>
    </w:p>
    <w:p w14:paraId="48332E6C" w14:textId="77777777" w:rsidR="004A4993" w:rsidRDefault="004A4993" w:rsidP="004A4993">
      <w:r>
        <w:t>— </w:t>
      </w:r>
      <w:r w:rsidR="008C5C61" w:rsidRPr="004C3E92">
        <w:t>Ma chère madame</w:t>
      </w:r>
      <w:r>
        <w:t xml:space="preserve">, </w:t>
      </w:r>
      <w:r w:rsidR="008C5C61" w:rsidRPr="004C3E92">
        <w:t>dit lady Middleton</w:t>
      </w:r>
      <w:r>
        <w:t xml:space="preserve">, </w:t>
      </w:r>
      <w:r w:rsidR="008C5C61" w:rsidRPr="004C3E92">
        <w:t>songez à ce que vous dites</w:t>
      </w:r>
      <w:r>
        <w:t> !</w:t>
      </w:r>
    </w:p>
    <w:p w14:paraId="0F6A69D4" w14:textId="77777777" w:rsidR="004A4993" w:rsidRDefault="004A4993" w:rsidP="004A4993">
      <w:r>
        <w:t>— </w:t>
      </w:r>
      <w:r w:rsidR="008C5C61" w:rsidRPr="004C3E92">
        <w:t>Peut-être est-ce pour vous annoncer que votre cousine Fanny est mariée</w:t>
      </w:r>
      <w:r>
        <w:t xml:space="preserve"> ? </w:t>
      </w:r>
      <w:r w:rsidR="008C5C61" w:rsidRPr="004C3E92">
        <w:t>dit Mrs</w:t>
      </w:r>
      <w:r>
        <w:t xml:space="preserve">. </w:t>
      </w:r>
      <w:r w:rsidR="008C5C61" w:rsidRPr="004C3E92">
        <w:t>Jennings</w:t>
      </w:r>
      <w:r>
        <w:t xml:space="preserve">, </w:t>
      </w:r>
      <w:r w:rsidR="008C5C61" w:rsidRPr="004C3E92">
        <w:t>sans prêter attention au reproche de sa fille</w:t>
      </w:r>
      <w:r>
        <w:t>.</w:t>
      </w:r>
    </w:p>
    <w:p w14:paraId="1470C4BA" w14:textId="77777777" w:rsidR="004A4993" w:rsidRDefault="004A4993" w:rsidP="004A4993">
      <w:r>
        <w:t>— </w:t>
      </w:r>
      <w:r w:rsidR="008C5C61" w:rsidRPr="004C3E92">
        <w:t>Mais non</w:t>
      </w:r>
      <w:r>
        <w:t xml:space="preserve">, </w:t>
      </w:r>
      <w:r w:rsidR="008C5C61" w:rsidRPr="004C3E92">
        <w:t>certes</w:t>
      </w:r>
      <w:r>
        <w:t>.</w:t>
      </w:r>
    </w:p>
    <w:p w14:paraId="0712BD97" w14:textId="77777777" w:rsidR="004A4993" w:rsidRDefault="004A4993" w:rsidP="004A4993">
      <w:r>
        <w:t>— </w:t>
      </w:r>
      <w:r w:rsidR="008C5C61" w:rsidRPr="004C3E92">
        <w:t>Eh bien</w:t>
      </w:r>
      <w:r>
        <w:t xml:space="preserve">, </w:t>
      </w:r>
      <w:r w:rsidR="008C5C61" w:rsidRPr="004C3E92">
        <w:t>alors</w:t>
      </w:r>
      <w:r>
        <w:t xml:space="preserve">, </w:t>
      </w:r>
      <w:r w:rsidR="008C5C61" w:rsidRPr="004C3E92">
        <w:t>je sais de qui elle vient</w:t>
      </w:r>
      <w:r>
        <w:t xml:space="preserve">, </w:t>
      </w:r>
      <w:r w:rsidR="008C5C61" w:rsidRPr="004C3E92">
        <w:t>mon colonel</w:t>
      </w:r>
      <w:r>
        <w:t xml:space="preserve"> ! </w:t>
      </w:r>
      <w:r w:rsidR="008C5C61" w:rsidRPr="004C3E92">
        <w:t>Et j</w:t>
      </w:r>
      <w:r>
        <w:t>’</w:t>
      </w:r>
      <w:r w:rsidR="008C5C61" w:rsidRPr="004C3E92">
        <w:t>espère qu</w:t>
      </w:r>
      <w:r>
        <w:t>’</w:t>
      </w:r>
      <w:r w:rsidR="008C5C61" w:rsidRPr="004C3E92">
        <w:t>elle va bien</w:t>
      </w:r>
      <w:r>
        <w:t>.</w:t>
      </w:r>
    </w:p>
    <w:p w14:paraId="1B029EED" w14:textId="77777777" w:rsidR="004A4993" w:rsidRDefault="004A4993" w:rsidP="004A4993">
      <w:r>
        <w:t>— </w:t>
      </w:r>
      <w:r w:rsidR="008C5C61" w:rsidRPr="004C3E92">
        <w:t>Qui voulez-vous dire</w:t>
      </w:r>
      <w:r>
        <w:t xml:space="preserve"> ? </w:t>
      </w:r>
      <w:r w:rsidR="008C5C61" w:rsidRPr="004C3E92">
        <w:t>fit-il</w:t>
      </w:r>
      <w:r>
        <w:t xml:space="preserve">, </w:t>
      </w:r>
      <w:r w:rsidR="008C5C61" w:rsidRPr="004C3E92">
        <w:t>en rougissant légèrement</w:t>
      </w:r>
      <w:r>
        <w:t>.</w:t>
      </w:r>
    </w:p>
    <w:p w14:paraId="2A2B9A93" w14:textId="77777777" w:rsidR="004A4993" w:rsidRDefault="004A4993" w:rsidP="004A4993">
      <w:r>
        <w:t>— </w:t>
      </w:r>
      <w:r w:rsidR="008C5C61" w:rsidRPr="004C3E92">
        <w:t>Oh</w:t>
      </w:r>
      <w:r>
        <w:t xml:space="preserve">, </w:t>
      </w:r>
      <w:r w:rsidR="008C5C61" w:rsidRPr="004C3E92">
        <w:t>vous le savez bien</w:t>
      </w:r>
      <w:r>
        <w:t xml:space="preserve">, </w:t>
      </w:r>
      <w:r w:rsidR="008C5C61" w:rsidRPr="004C3E92">
        <w:t>qui je veux dire</w:t>
      </w:r>
      <w:r>
        <w:t>.</w:t>
      </w:r>
    </w:p>
    <w:p w14:paraId="55B1533B" w14:textId="77777777" w:rsidR="004A4993" w:rsidRDefault="004A4993" w:rsidP="004A4993">
      <w:r>
        <w:t>— </w:t>
      </w:r>
      <w:r w:rsidR="008C5C61" w:rsidRPr="004C3E92">
        <w:t>Je suis particulièrement désolé</w:t>
      </w:r>
      <w:r>
        <w:t xml:space="preserve">, </w:t>
      </w:r>
      <w:r w:rsidR="008C5C61" w:rsidRPr="004C3E92">
        <w:t>madame</w:t>
      </w:r>
      <w:r>
        <w:t xml:space="preserve">, </w:t>
      </w:r>
      <w:r w:rsidR="008C5C61" w:rsidRPr="004C3E92">
        <w:t>dit-il</w:t>
      </w:r>
      <w:r>
        <w:t xml:space="preserve">, </w:t>
      </w:r>
      <w:r w:rsidR="008C5C61" w:rsidRPr="004C3E92">
        <w:t>s</w:t>
      </w:r>
      <w:r>
        <w:t>’</w:t>
      </w:r>
      <w:r w:rsidR="008C5C61" w:rsidRPr="004C3E92">
        <w:t>adressant à lady Middleton</w:t>
      </w:r>
      <w:r>
        <w:t xml:space="preserve">, </w:t>
      </w:r>
      <w:r w:rsidR="008C5C61" w:rsidRPr="004C3E92">
        <w:t>d</w:t>
      </w:r>
      <w:r>
        <w:t>’</w:t>
      </w:r>
      <w:r w:rsidR="008C5C61" w:rsidRPr="004C3E92">
        <w:t>avoir reçu cette lettre a</w:t>
      </w:r>
      <w:r w:rsidR="008C5C61" w:rsidRPr="004C3E92">
        <w:t>u</w:t>
      </w:r>
      <w:r w:rsidR="008C5C61" w:rsidRPr="004C3E92">
        <w:t>jourd</w:t>
      </w:r>
      <w:r>
        <w:t>’</w:t>
      </w:r>
      <w:r w:rsidR="008C5C61" w:rsidRPr="004C3E92">
        <w:t>hui</w:t>
      </w:r>
      <w:r>
        <w:t xml:space="preserve">, </w:t>
      </w:r>
      <w:r w:rsidR="008C5C61" w:rsidRPr="004C3E92">
        <w:t>car il s</w:t>
      </w:r>
      <w:r>
        <w:t>’</w:t>
      </w:r>
      <w:r w:rsidR="008C5C61" w:rsidRPr="004C3E92">
        <w:t>agit d</w:t>
      </w:r>
      <w:r>
        <w:t>’</w:t>
      </w:r>
      <w:r w:rsidR="008C5C61" w:rsidRPr="004C3E92">
        <w:t>une affaire qui exige ma présence i</w:t>
      </w:r>
      <w:r w:rsidR="008C5C61" w:rsidRPr="004C3E92">
        <w:t>m</w:t>
      </w:r>
      <w:r w:rsidR="008C5C61" w:rsidRPr="004C3E92">
        <w:t>médiate à Londres</w:t>
      </w:r>
      <w:r>
        <w:t>.</w:t>
      </w:r>
    </w:p>
    <w:p w14:paraId="4B85F2AB" w14:textId="77777777" w:rsidR="004A4993" w:rsidRDefault="004A4993" w:rsidP="004A4993">
      <w:r>
        <w:t>— </w:t>
      </w:r>
      <w:r w:rsidR="008C5C61" w:rsidRPr="004C3E92">
        <w:t>À Londres</w:t>
      </w:r>
      <w:r>
        <w:t xml:space="preserve"> ! </w:t>
      </w:r>
      <w:r w:rsidR="008C5C61" w:rsidRPr="004C3E92">
        <w:t>s</w:t>
      </w:r>
      <w:r>
        <w:t>’</w:t>
      </w:r>
      <w:r w:rsidR="008C5C61" w:rsidRPr="004C3E92">
        <w:t>écria Mrs</w:t>
      </w:r>
      <w:r>
        <w:t xml:space="preserve">. </w:t>
      </w:r>
      <w:r w:rsidR="008C5C61" w:rsidRPr="004C3E92">
        <w:t>Jennings</w:t>
      </w:r>
      <w:r>
        <w:t xml:space="preserve">. </w:t>
      </w:r>
      <w:r w:rsidR="008C5C61" w:rsidRPr="004C3E92">
        <w:t>Que pouvez-vous donc avoir à faire à Londres à cette époque de l</w:t>
      </w:r>
      <w:r>
        <w:t>’</w:t>
      </w:r>
      <w:r w:rsidR="008C5C61" w:rsidRPr="004C3E92">
        <w:t>année</w:t>
      </w:r>
      <w:r>
        <w:t> ?</w:t>
      </w:r>
    </w:p>
    <w:p w14:paraId="6C0DA501" w14:textId="77777777" w:rsidR="004A4993" w:rsidRDefault="004A4993" w:rsidP="004A4993">
      <w:r>
        <w:lastRenderedPageBreak/>
        <w:t>— </w:t>
      </w:r>
      <w:r w:rsidR="008C5C61" w:rsidRPr="004C3E92">
        <w:t>J</w:t>
      </w:r>
      <w:r>
        <w:t>’</w:t>
      </w:r>
      <w:r w:rsidR="008C5C61" w:rsidRPr="004C3E92">
        <w:t>y perds beaucoup</w:t>
      </w:r>
      <w:r>
        <w:t xml:space="preserve">, </w:t>
      </w:r>
      <w:r w:rsidR="008C5C61" w:rsidRPr="004C3E92">
        <w:t>reprit-il</w:t>
      </w:r>
      <w:r>
        <w:t xml:space="preserve">, </w:t>
      </w:r>
      <w:r w:rsidR="008C5C61" w:rsidRPr="004C3E92">
        <w:t>en étant obligé de quitter une réunion si agréable</w:t>
      </w:r>
      <w:r>
        <w:t xml:space="preserve"> ; </w:t>
      </w:r>
      <w:r w:rsidR="008C5C61" w:rsidRPr="004C3E92">
        <w:t>mais je suis d</w:t>
      </w:r>
      <w:r>
        <w:t>’</w:t>
      </w:r>
      <w:r w:rsidR="008C5C61" w:rsidRPr="004C3E92">
        <w:t>autant plus désolé</w:t>
      </w:r>
      <w:r>
        <w:t xml:space="preserve">, </w:t>
      </w:r>
      <w:r w:rsidR="008C5C61" w:rsidRPr="004C3E92">
        <w:t>que je crains fort que ma présence ne soit nécessaire pour vous permettre d</w:t>
      </w:r>
      <w:r>
        <w:t>’</w:t>
      </w:r>
      <w:r w:rsidR="008C5C61" w:rsidRPr="004C3E92">
        <w:t xml:space="preserve">être admis à </w:t>
      </w:r>
      <w:proofErr w:type="spellStart"/>
      <w:r w:rsidR="008C5C61" w:rsidRPr="004C3E92">
        <w:t>Whitwell</w:t>
      </w:r>
      <w:proofErr w:type="spellEnd"/>
      <w:r>
        <w:t>.</w:t>
      </w:r>
    </w:p>
    <w:p w14:paraId="6218A0D7" w14:textId="77777777" w:rsidR="004A4993" w:rsidRDefault="008C5C61" w:rsidP="004A4993">
      <w:r w:rsidRPr="004C3E92">
        <w:t>Quel coup ce fut là pour eux</w:t>
      </w:r>
      <w:r w:rsidR="004A4993">
        <w:t> !</w:t>
      </w:r>
    </w:p>
    <w:p w14:paraId="4385494B" w14:textId="77777777" w:rsidR="004A4993" w:rsidRDefault="004A4993" w:rsidP="004A4993">
      <w:r>
        <w:t>— </w:t>
      </w:r>
      <w:r w:rsidR="008C5C61" w:rsidRPr="004C3E92">
        <w:t>Mais si vous écrivez un mot à la femme de charge</w:t>
      </w:r>
      <w:r>
        <w:t xml:space="preserve">, </w:t>
      </w:r>
      <w:r w:rsidR="008C5C61" w:rsidRPr="004C3E92">
        <w:t>Mr</w:t>
      </w:r>
      <w:r>
        <w:t xml:space="preserve">. </w:t>
      </w:r>
      <w:r w:rsidR="008C5C61" w:rsidRPr="004C3E92">
        <w:t>Brandon</w:t>
      </w:r>
      <w:r>
        <w:t xml:space="preserve">, </w:t>
      </w:r>
      <w:r w:rsidR="008C5C61" w:rsidRPr="004C3E92">
        <w:t>dit vivement Marianne</w:t>
      </w:r>
      <w:r>
        <w:t xml:space="preserve">, </w:t>
      </w:r>
      <w:r w:rsidR="008C5C61" w:rsidRPr="004C3E92">
        <w:t>cela ne suffira-t-il pas</w:t>
      </w:r>
      <w:r>
        <w:t> ?</w:t>
      </w:r>
    </w:p>
    <w:p w14:paraId="6A130F26" w14:textId="77777777" w:rsidR="004A4993" w:rsidRDefault="008C5C61" w:rsidP="004A4993">
      <w:r w:rsidRPr="004C3E92">
        <w:t>Il hocha la tête</w:t>
      </w:r>
      <w:r w:rsidR="004A4993">
        <w:t>.</w:t>
      </w:r>
    </w:p>
    <w:p w14:paraId="431F9178" w14:textId="77777777" w:rsidR="004A4993" w:rsidRDefault="004A4993" w:rsidP="004A4993">
      <w:r>
        <w:t>— </w:t>
      </w:r>
      <w:r w:rsidR="008C5C61" w:rsidRPr="004C3E92">
        <w:t>Il faut que nous y allions</w:t>
      </w:r>
      <w:r>
        <w:t xml:space="preserve">, </w:t>
      </w:r>
      <w:r w:rsidR="008C5C61" w:rsidRPr="004C3E92">
        <w:t>dit Sir John</w:t>
      </w:r>
      <w:r>
        <w:t xml:space="preserve">. </w:t>
      </w:r>
      <w:r w:rsidR="008C5C61" w:rsidRPr="004C3E92">
        <w:t>Ce ne sera pas partie remise</w:t>
      </w:r>
      <w:r>
        <w:t xml:space="preserve">, </w:t>
      </w:r>
      <w:r w:rsidR="008C5C61" w:rsidRPr="004C3E92">
        <w:t>alors que nous en sommes si près</w:t>
      </w:r>
      <w:r>
        <w:t xml:space="preserve">. </w:t>
      </w:r>
      <w:r w:rsidR="008C5C61" w:rsidRPr="004C3E92">
        <w:t>Vous ne pou</w:t>
      </w:r>
      <w:r w:rsidR="008C5C61" w:rsidRPr="004C3E92">
        <w:t>r</w:t>
      </w:r>
      <w:r w:rsidR="008C5C61" w:rsidRPr="004C3E92">
        <w:t>rez aller en ville que demain</w:t>
      </w:r>
      <w:r>
        <w:t xml:space="preserve">, </w:t>
      </w:r>
      <w:r w:rsidR="008C5C61" w:rsidRPr="004C3E92">
        <w:t>Brandon</w:t>
      </w:r>
      <w:r>
        <w:t xml:space="preserve">, </w:t>
      </w:r>
      <w:r w:rsidR="008C5C61" w:rsidRPr="004C3E92">
        <w:t>voilà tout</w:t>
      </w:r>
      <w:r>
        <w:t>.</w:t>
      </w:r>
    </w:p>
    <w:p w14:paraId="381B4123" w14:textId="77777777" w:rsidR="004A4993" w:rsidRDefault="004A4993" w:rsidP="004A4993">
      <w:r>
        <w:t>— </w:t>
      </w:r>
      <w:r w:rsidR="008C5C61" w:rsidRPr="004C3E92">
        <w:t>Je voudrais que cela pût s</w:t>
      </w:r>
      <w:r>
        <w:t>’</w:t>
      </w:r>
      <w:r w:rsidR="008C5C61" w:rsidRPr="004C3E92">
        <w:t>arranger aussi facilement</w:t>
      </w:r>
      <w:r>
        <w:t xml:space="preserve">. </w:t>
      </w:r>
      <w:r w:rsidR="008C5C61" w:rsidRPr="004C3E92">
        <w:t>Mais il n</w:t>
      </w:r>
      <w:r>
        <w:t>’</w:t>
      </w:r>
      <w:r w:rsidR="008C5C61" w:rsidRPr="004C3E92">
        <w:t>est pas en mon pouvoir de retarder d</w:t>
      </w:r>
      <w:r>
        <w:t>’</w:t>
      </w:r>
      <w:r w:rsidR="008C5C61" w:rsidRPr="004C3E92">
        <w:t>un seul jour mon voyage</w:t>
      </w:r>
      <w:r>
        <w:t>.</w:t>
      </w:r>
    </w:p>
    <w:p w14:paraId="4B0121C2" w14:textId="77777777" w:rsidR="004A4993" w:rsidRDefault="004A4993" w:rsidP="004A4993">
      <w:r>
        <w:t>— </w:t>
      </w:r>
      <w:r w:rsidR="008C5C61" w:rsidRPr="004C3E92">
        <w:t>Si seulement vous nous disiez ce que c</w:t>
      </w:r>
      <w:r>
        <w:t>’</w:t>
      </w:r>
      <w:r w:rsidR="008C5C61" w:rsidRPr="004C3E92">
        <w:t>est que votre affa</w:t>
      </w:r>
      <w:r w:rsidR="008C5C61" w:rsidRPr="004C3E92">
        <w:t>i</w:t>
      </w:r>
      <w:r w:rsidR="008C5C61" w:rsidRPr="004C3E92">
        <w:t>re</w:t>
      </w:r>
      <w:r>
        <w:t xml:space="preserve">, </w:t>
      </w:r>
      <w:r w:rsidR="008C5C61" w:rsidRPr="004C3E92">
        <w:t>dit Mrs</w:t>
      </w:r>
      <w:r>
        <w:t xml:space="preserve">. </w:t>
      </w:r>
      <w:r w:rsidR="008C5C61" w:rsidRPr="004C3E92">
        <w:t>Jennings</w:t>
      </w:r>
      <w:r>
        <w:t xml:space="preserve">, </w:t>
      </w:r>
      <w:r w:rsidR="008C5C61" w:rsidRPr="004C3E92">
        <w:t>nous pourrions voir si</w:t>
      </w:r>
      <w:r>
        <w:t xml:space="preserve">, </w:t>
      </w:r>
      <w:r w:rsidR="008C5C61" w:rsidRPr="004C3E92">
        <w:t>oui ou non</w:t>
      </w:r>
      <w:r>
        <w:t xml:space="preserve">, </w:t>
      </w:r>
      <w:r w:rsidR="008C5C61" w:rsidRPr="004C3E92">
        <w:t>il est possible de la retarder</w:t>
      </w:r>
      <w:r>
        <w:t>.</w:t>
      </w:r>
    </w:p>
    <w:p w14:paraId="0BDD8B9E" w14:textId="77777777" w:rsidR="004A4993" w:rsidRDefault="004A4993" w:rsidP="004A4993">
      <w:r>
        <w:t>— </w:t>
      </w:r>
      <w:r w:rsidR="008C5C61" w:rsidRPr="004C3E92">
        <w:t>Vous n</w:t>
      </w:r>
      <w:r>
        <w:t>’</w:t>
      </w:r>
      <w:r w:rsidR="008C5C61" w:rsidRPr="004C3E92">
        <w:t>arriveriez pas six heures plus tard</w:t>
      </w:r>
      <w:r>
        <w:t xml:space="preserve">, </w:t>
      </w:r>
      <w:r w:rsidR="008C5C61" w:rsidRPr="004C3E92">
        <w:t>dit Willoug</w:t>
      </w:r>
      <w:r w:rsidR="008C5C61" w:rsidRPr="004C3E92">
        <w:t>h</w:t>
      </w:r>
      <w:r w:rsidR="008C5C61" w:rsidRPr="004C3E92">
        <w:t>by</w:t>
      </w:r>
      <w:r>
        <w:t xml:space="preserve">, </w:t>
      </w:r>
      <w:r w:rsidR="008C5C61" w:rsidRPr="004C3E92">
        <w:t>si vous différiez votre voyage jusqu</w:t>
      </w:r>
      <w:r>
        <w:t>’</w:t>
      </w:r>
      <w:r w:rsidR="008C5C61" w:rsidRPr="004C3E92">
        <w:t>à notre retour</w:t>
      </w:r>
      <w:r>
        <w:t>.</w:t>
      </w:r>
    </w:p>
    <w:p w14:paraId="72F728E4" w14:textId="77777777" w:rsidR="004A4993" w:rsidRDefault="004A4993" w:rsidP="004A4993">
      <w:r>
        <w:t>— </w:t>
      </w:r>
      <w:r w:rsidR="008C5C61" w:rsidRPr="004C3E92">
        <w:t>Je ne puis me permettre de perdre une seule heure</w:t>
      </w:r>
      <w:r>
        <w:t>.</w:t>
      </w:r>
    </w:p>
    <w:p w14:paraId="0C6EB698" w14:textId="77777777" w:rsidR="004A4993" w:rsidRDefault="008C5C61" w:rsidP="004A4993">
      <w:proofErr w:type="spellStart"/>
      <w:r w:rsidRPr="004C3E92">
        <w:t>Elinor</w:t>
      </w:r>
      <w:proofErr w:type="spellEnd"/>
      <w:r w:rsidRPr="004C3E92">
        <w:t xml:space="preserve"> entendit alors Willoughby qui disait à mi-voix à M</w:t>
      </w:r>
      <w:r w:rsidRPr="004C3E92">
        <w:t>a</w:t>
      </w:r>
      <w:r w:rsidRPr="004C3E92">
        <w:t>rianne</w:t>
      </w:r>
      <w:r w:rsidR="004A4993">
        <w:t> :</w:t>
      </w:r>
    </w:p>
    <w:p w14:paraId="037D6155" w14:textId="77777777" w:rsidR="004A4993" w:rsidRDefault="004A4993" w:rsidP="004A4993">
      <w:r>
        <w:t>— </w:t>
      </w:r>
      <w:r w:rsidR="008C5C61" w:rsidRPr="004C3E92">
        <w:t>Il y a des gens qui ne peuvent supporter une partie de plaisir</w:t>
      </w:r>
      <w:r>
        <w:t xml:space="preserve">. </w:t>
      </w:r>
      <w:r w:rsidR="008C5C61" w:rsidRPr="004C3E92">
        <w:t>Brandon est de ceux-là</w:t>
      </w:r>
      <w:r>
        <w:t xml:space="preserve">. </w:t>
      </w:r>
      <w:r w:rsidR="008C5C61" w:rsidRPr="004C3E92">
        <w:t xml:space="preserve">Il a </w:t>
      </w:r>
      <w:proofErr w:type="gramStart"/>
      <w:r w:rsidR="008C5C61" w:rsidRPr="004C3E92">
        <w:t>eu peur</w:t>
      </w:r>
      <w:proofErr w:type="gramEnd"/>
      <w:r w:rsidR="008C5C61" w:rsidRPr="004C3E92">
        <w:t xml:space="preserve"> de s</w:t>
      </w:r>
      <w:r>
        <w:t>’</w:t>
      </w:r>
      <w:r w:rsidR="008C5C61" w:rsidRPr="004C3E92">
        <w:t>enrhumer</w:t>
      </w:r>
      <w:r>
        <w:t xml:space="preserve">, </w:t>
      </w:r>
      <w:r w:rsidR="008C5C61" w:rsidRPr="004C3E92">
        <w:t>sans doute</w:t>
      </w:r>
      <w:r>
        <w:t xml:space="preserve">, </w:t>
      </w:r>
      <w:r w:rsidR="008C5C61" w:rsidRPr="004C3E92">
        <w:t>et a inventé ce tour pour se dégager</w:t>
      </w:r>
      <w:r>
        <w:t xml:space="preserve">. </w:t>
      </w:r>
      <w:r w:rsidR="008C5C61" w:rsidRPr="004C3E92">
        <w:t xml:space="preserve">Je parierais </w:t>
      </w:r>
      <w:r w:rsidR="008C5C61" w:rsidRPr="004C3E92">
        <w:lastRenderedPageBreak/>
        <w:t>ci</w:t>
      </w:r>
      <w:r w:rsidR="008C5C61" w:rsidRPr="004C3E92">
        <w:t>n</w:t>
      </w:r>
      <w:r w:rsidR="008C5C61" w:rsidRPr="004C3E92">
        <w:t>quante guinée</w:t>
      </w:r>
      <w:r w:rsidR="008C5C61">
        <w:t>s</w:t>
      </w:r>
      <w:r w:rsidR="008C5C61">
        <w:rPr>
          <w:rStyle w:val="Appelnotedebasdep"/>
        </w:rPr>
        <w:footnoteReference w:id="4"/>
      </w:r>
      <w:r w:rsidR="008C5C61" w:rsidRPr="004C3E92">
        <w:t xml:space="preserve"> que c</w:t>
      </w:r>
      <w:r>
        <w:t>’</w:t>
      </w:r>
      <w:r w:rsidR="008C5C61" w:rsidRPr="004C3E92">
        <w:t>est lui-même qui l</w:t>
      </w:r>
      <w:r>
        <w:t>’</w:t>
      </w:r>
      <w:r w:rsidR="008C5C61" w:rsidRPr="004C3E92">
        <w:t>a écrite</w:t>
      </w:r>
      <w:r>
        <w:t xml:space="preserve">, </w:t>
      </w:r>
      <w:r w:rsidR="008C5C61" w:rsidRPr="004C3E92">
        <w:t>cette lettre</w:t>
      </w:r>
      <w:r>
        <w:t>.</w:t>
      </w:r>
    </w:p>
    <w:p w14:paraId="67B5A5D7" w14:textId="77777777" w:rsidR="004A4993" w:rsidRDefault="004A4993" w:rsidP="004A4993">
      <w:r>
        <w:t>— </w:t>
      </w:r>
      <w:r w:rsidR="008C5C61" w:rsidRPr="004C3E92">
        <w:t>Je n</w:t>
      </w:r>
      <w:r>
        <w:t>’</w:t>
      </w:r>
      <w:r w:rsidR="008C5C61" w:rsidRPr="004C3E92">
        <w:t>en doute pas</w:t>
      </w:r>
      <w:r>
        <w:t xml:space="preserve">, </w:t>
      </w:r>
      <w:r w:rsidR="008C5C61" w:rsidRPr="004C3E92">
        <w:t>répondit Marianne</w:t>
      </w:r>
      <w:r>
        <w:t>.</w:t>
      </w:r>
    </w:p>
    <w:p w14:paraId="5109B29E" w14:textId="77777777" w:rsidR="004A4993" w:rsidRDefault="004A4993" w:rsidP="004A4993">
      <w:r>
        <w:t>— </w:t>
      </w:r>
      <w:r w:rsidR="008C5C61" w:rsidRPr="004C3E92">
        <w:t>On ne peut vous persuader de changer d</w:t>
      </w:r>
      <w:r>
        <w:t>’</w:t>
      </w:r>
      <w:r w:rsidR="008C5C61" w:rsidRPr="004C3E92">
        <w:t>avis</w:t>
      </w:r>
      <w:r>
        <w:t xml:space="preserve">, </w:t>
      </w:r>
      <w:r w:rsidR="008C5C61" w:rsidRPr="004C3E92">
        <w:t>Brandon</w:t>
      </w:r>
      <w:r>
        <w:t xml:space="preserve">, </w:t>
      </w:r>
      <w:r w:rsidR="008C5C61" w:rsidRPr="004C3E92">
        <w:t>je le sais depuis longtemps</w:t>
      </w:r>
      <w:r>
        <w:t xml:space="preserve">, </w:t>
      </w:r>
      <w:r w:rsidR="008C5C61" w:rsidRPr="004C3E92">
        <w:t>dit Sir John</w:t>
      </w:r>
      <w:r>
        <w:t xml:space="preserve">, </w:t>
      </w:r>
      <w:r w:rsidR="008C5C61" w:rsidRPr="004C3E92">
        <w:t>une fois que vous vous êtes décidé sur quelque chose</w:t>
      </w:r>
      <w:r>
        <w:t xml:space="preserve">. </w:t>
      </w:r>
      <w:r w:rsidR="008C5C61" w:rsidRPr="004C3E92">
        <w:t>Mais j</w:t>
      </w:r>
      <w:r>
        <w:t>’</w:t>
      </w:r>
      <w:r w:rsidR="008C5C61" w:rsidRPr="004C3E92">
        <w:t>espère néanmoins que vous vous raviserez</w:t>
      </w:r>
      <w:r>
        <w:t xml:space="preserve">. </w:t>
      </w:r>
      <w:r w:rsidR="008C5C61" w:rsidRPr="004C3E92">
        <w:t>Songez</w:t>
      </w:r>
      <w:r>
        <w:t xml:space="preserve"> : </w:t>
      </w:r>
      <w:r w:rsidR="008C5C61" w:rsidRPr="004C3E92">
        <w:t>voici les deux demoiselles Carey</w:t>
      </w:r>
      <w:r>
        <w:t xml:space="preserve">, </w:t>
      </w:r>
      <w:r w:rsidR="008C5C61" w:rsidRPr="004C3E92">
        <w:t>qui sont venues de Newton</w:t>
      </w:r>
      <w:r>
        <w:t xml:space="preserve">, </w:t>
      </w:r>
      <w:r w:rsidR="008C5C61" w:rsidRPr="004C3E92">
        <w:t xml:space="preserve">les trois demoiselles </w:t>
      </w:r>
      <w:proofErr w:type="spellStart"/>
      <w:r w:rsidR="008C5C61" w:rsidRPr="004C3E92">
        <w:t>Dashwood</w:t>
      </w:r>
      <w:proofErr w:type="spellEnd"/>
      <w:r>
        <w:t xml:space="preserve">, </w:t>
      </w:r>
      <w:r w:rsidR="008C5C61" w:rsidRPr="004C3E92">
        <w:t>v</w:t>
      </w:r>
      <w:r w:rsidR="008C5C61" w:rsidRPr="004C3E92">
        <w:t>e</w:t>
      </w:r>
      <w:r w:rsidR="008C5C61" w:rsidRPr="004C3E92">
        <w:t>nues à pied depuis la maisonnette</w:t>
      </w:r>
      <w:r>
        <w:t xml:space="preserve">, </w:t>
      </w:r>
      <w:r w:rsidR="008C5C61" w:rsidRPr="004C3E92">
        <w:t>et Mr</w:t>
      </w:r>
      <w:r>
        <w:t xml:space="preserve">. </w:t>
      </w:r>
      <w:r w:rsidR="008C5C61" w:rsidRPr="004C3E92">
        <w:t>Willoughby</w:t>
      </w:r>
      <w:r>
        <w:t xml:space="preserve">, </w:t>
      </w:r>
      <w:r w:rsidR="008C5C61" w:rsidRPr="004C3E92">
        <w:t>qui s</w:t>
      </w:r>
      <w:r>
        <w:t>’</w:t>
      </w:r>
      <w:r w:rsidR="008C5C61" w:rsidRPr="004C3E92">
        <w:t>est levé deux heures avant son heure habituelle</w:t>
      </w:r>
      <w:r>
        <w:t xml:space="preserve">, </w:t>
      </w:r>
      <w:r w:rsidR="008C5C61" w:rsidRPr="004C3E92">
        <w:t xml:space="preserve">exprès pour aller à </w:t>
      </w:r>
      <w:proofErr w:type="spellStart"/>
      <w:r w:rsidR="008C5C61" w:rsidRPr="004C3E92">
        <w:t>Whitwell</w:t>
      </w:r>
      <w:proofErr w:type="spellEnd"/>
      <w:r>
        <w:t>.</w:t>
      </w:r>
    </w:p>
    <w:p w14:paraId="79FE87BE" w14:textId="77777777" w:rsidR="004A4993" w:rsidRDefault="008C5C61" w:rsidP="004A4993">
      <w:r w:rsidRPr="004C3E92">
        <w:t>Le colonel Brandon réitéra les regrets qu</w:t>
      </w:r>
      <w:r w:rsidR="004A4993">
        <w:t>’</w:t>
      </w:r>
      <w:r w:rsidRPr="004C3E92">
        <w:t>il éprouvait à ca</w:t>
      </w:r>
      <w:r w:rsidRPr="004C3E92">
        <w:t>u</w:t>
      </w:r>
      <w:r w:rsidRPr="004C3E92">
        <w:t>ser une déception à la compagnie</w:t>
      </w:r>
      <w:r w:rsidR="004A4993">
        <w:t xml:space="preserve">, </w:t>
      </w:r>
      <w:r w:rsidRPr="004C3E92">
        <w:t>mais déclara en même temps que cela était inévitable</w:t>
      </w:r>
      <w:r w:rsidR="004A4993">
        <w:t>.</w:t>
      </w:r>
    </w:p>
    <w:p w14:paraId="0D06F22A" w14:textId="77777777" w:rsidR="004A4993" w:rsidRDefault="004A4993" w:rsidP="004A4993">
      <w:r>
        <w:t>— </w:t>
      </w:r>
      <w:r w:rsidR="008C5C61" w:rsidRPr="004C3E92">
        <w:t>Eh bien</w:t>
      </w:r>
      <w:r>
        <w:t xml:space="preserve">, </w:t>
      </w:r>
      <w:r w:rsidR="008C5C61" w:rsidRPr="004C3E92">
        <w:t>alors</w:t>
      </w:r>
      <w:r>
        <w:t xml:space="preserve">, </w:t>
      </w:r>
      <w:r w:rsidR="008C5C61" w:rsidRPr="004C3E92">
        <w:t>quand serez-vous de retour</w:t>
      </w:r>
      <w:r>
        <w:t> ?</w:t>
      </w:r>
    </w:p>
    <w:p w14:paraId="2D9ED1ED" w14:textId="77777777" w:rsidR="004A4993" w:rsidRDefault="004A4993" w:rsidP="004A4993">
      <w:r>
        <w:t>— </w:t>
      </w:r>
      <w:r w:rsidR="008C5C61" w:rsidRPr="004C3E92">
        <w:t>J</w:t>
      </w:r>
      <w:r>
        <w:t>’</w:t>
      </w:r>
      <w:r w:rsidR="008C5C61" w:rsidRPr="004C3E92">
        <w:t>espère que nous vous verrons à Barton</w:t>
      </w:r>
      <w:r>
        <w:t xml:space="preserve">, </w:t>
      </w:r>
      <w:r w:rsidR="008C5C61" w:rsidRPr="004C3E92">
        <w:t>ajouta milady</w:t>
      </w:r>
      <w:r>
        <w:t xml:space="preserve">, </w:t>
      </w:r>
      <w:r w:rsidR="008C5C61" w:rsidRPr="004C3E92">
        <w:t>aussitôt qu</w:t>
      </w:r>
      <w:r>
        <w:t>’</w:t>
      </w:r>
      <w:r w:rsidR="008C5C61" w:rsidRPr="004C3E92">
        <w:t>il vous sera loisible de quitter Londres</w:t>
      </w:r>
      <w:r>
        <w:t xml:space="preserve"> ; </w:t>
      </w:r>
      <w:r w:rsidR="008C5C61" w:rsidRPr="004C3E92">
        <w:t>et il nous faudra différer jusqu</w:t>
      </w:r>
      <w:r>
        <w:t>’</w:t>
      </w:r>
      <w:r w:rsidR="008C5C61" w:rsidRPr="004C3E92">
        <w:t>à votre retour l</w:t>
      </w:r>
      <w:r>
        <w:t>’</w:t>
      </w:r>
      <w:r w:rsidR="008C5C61" w:rsidRPr="004C3E92">
        <w:t xml:space="preserve">excursion à </w:t>
      </w:r>
      <w:proofErr w:type="spellStart"/>
      <w:r w:rsidR="008C5C61" w:rsidRPr="004C3E92">
        <w:t>Whitwell</w:t>
      </w:r>
      <w:proofErr w:type="spellEnd"/>
      <w:r>
        <w:t>.</w:t>
      </w:r>
    </w:p>
    <w:p w14:paraId="26C136B4" w14:textId="77777777" w:rsidR="004A4993" w:rsidRDefault="004A4993" w:rsidP="004A4993">
      <w:r>
        <w:t>— </w:t>
      </w:r>
      <w:r w:rsidR="008C5C61" w:rsidRPr="004C3E92">
        <w:t>Vous êtes fort accommodante</w:t>
      </w:r>
      <w:r>
        <w:t xml:space="preserve">. </w:t>
      </w:r>
      <w:r w:rsidR="008C5C61" w:rsidRPr="004C3E92">
        <w:t>Mais la date à laquelle il pourra être en mon pouvoir de revenir est tellement incertaine</w:t>
      </w:r>
      <w:r>
        <w:t xml:space="preserve">, </w:t>
      </w:r>
      <w:r w:rsidR="008C5C61" w:rsidRPr="004C3E92">
        <w:t>que je n</w:t>
      </w:r>
      <w:r>
        <w:t>’</w:t>
      </w:r>
      <w:r w:rsidR="008C5C61" w:rsidRPr="004C3E92">
        <w:t>ose même prendre aucun engagement à ce sujet</w:t>
      </w:r>
      <w:r>
        <w:t>.</w:t>
      </w:r>
    </w:p>
    <w:p w14:paraId="3B03FD8D" w14:textId="77777777" w:rsidR="004A4993" w:rsidRDefault="004A4993" w:rsidP="004A4993">
      <w:r>
        <w:lastRenderedPageBreak/>
        <w:t>— </w:t>
      </w:r>
      <w:r w:rsidR="008C5C61" w:rsidRPr="004C3E92">
        <w:t>Oh</w:t>
      </w:r>
      <w:r>
        <w:t xml:space="preserve">, </w:t>
      </w:r>
      <w:r w:rsidR="008C5C61" w:rsidRPr="004C3E92">
        <w:t>il faut absolument qu</w:t>
      </w:r>
      <w:r>
        <w:t>’</w:t>
      </w:r>
      <w:r w:rsidR="008C5C61" w:rsidRPr="004C3E92">
        <w:t>il revienne</w:t>
      </w:r>
      <w:r>
        <w:t xml:space="preserve">, </w:t>
      </w:r>
      <w:r w:rsidR="008C5C61" w:rsidRPr="004C3E92">
        <w:t>et il reviendra</w:t>
      </w:r>
      <w:r>
        <w:t xml:space="preserve">, </w:t>
      </w:r>
      <w:r w:rsidR="008C5C61" w:rsidRPr="004C3E92">
        <w:t>s</w:t>
      </w:r>
      <w:r>
        <w:t>’</w:t>
      </w:r>
      <w:r w:rsidR="008C5C61" w:rsidRPr="004C3E92">
        <w:t>écria Sir John</w:t>
      </w:r>
      <w:r>
        <w:t xml:space="preserve">. </w:t>
      </w:r>
      <w:r w:rsidR="008C5C61" w:rsidRPr="004C3E92">
        <w:t>S</w:t>
      </w:r>
      <w:r>
        <w:t>’</w:t>
      </w:r>
      <w:r w:rsidR="008C5C61" w:rsidRPr="004C3E92">
        <w:t>il n</w:t>
      </w:r>
      <w:r>
        <w:t>’</w:t>
      </w:r>
      <w:r w:rsidR="008C5C61" w:rsidRPr="004C3E92">
        <w:t>est pas ici pour la fin de la semaine</w:t>
      </w:r>
      <w:r>
        <w:t xml:space="preserve">, </w:t>
      </w:r>
      <w:r w:rsidR="008C5C61" w:rsidRPr="004C3E92">
        <w:t>j</w:t>
      </w:r>
      <w:r>
        <w:t>’</w:t>
      </w:r>
      <w:r w:rsidR="008C5C61" w:rsidRPr="004C3E92">
        <w:t>irai le chercher</w:t>
      </w:r>
      <w:r>
        <w:t>.</w:t>
      </w:r>
    </w:p>
    <w:p w14:paraId="0B26FBEA" w14:textId="77777777" w:rsidR="004A4993" w:rsidRDefault="004A4993" w:rsidP="004A4993">
      <w:r>
        <w:t>— </w:t>
      </w:r>
      <w:r w:rsidR="008C5C61" w:rsidRPr="004C3E92">
        <w:t>Parfaitement</w:t>
      </w:r>
      <w:r>
        <w:t xml:space="preserve">, </w:t>
      </w:r>
      <w:r w:rsidR="008C5C61" w:rsidRPr="004C3E92">
        <w:t>Sir John</w:t>
      </w:r>
      <w:r>
        <w:t xml:space="preserve">, </w:t>
      </w:r>
      <w:r w:rsidR="008C5C61" w:rsidRPr="004C3E92">
        <w:t>s</w:t>
      </w:r>
      <w:r>
        <w:t>’</w:t>
      </w:r>
      <w:r w:rsidR="008C5C61" w:rsidRPr="004C3E92">
        <w:t>écria Mrs</w:t>
      </w:r>
      <w:r>
        <w:t xml:space="preserve">. </w:t>
      </w:r>
      <w:r w:rsidR="008C5C61" w:rsidRPr="004C3E92">
        <w:t>Jennings</w:t>
      </w:r>
      <w:r>
        <w:t xml:space="preserve">, </w:t>
      </w:r>
      <w:r w:rsidR="008C5C61" w:rsidRPr="004C3E92">
        <w:t>et alors</w:t>
      </w:r>
      <w:r>
        <w:t xml:space="preserve">, </w:t>
      </w:r>
      <w:r w:rsidR="008C5C61" w:rsidRPr="004C3E92">
        <w:t>peut-être</w:t>
      </w:r>
      <w:r>
        <w:t xml:space="preserve">, </w:t>
      </w:r>
      <w:r w:rsidR="008C5C61" w:rsidRPr="004C3E92">
        <w:t>pourrez-vous découvrir ce que c</w:t>
      </w:r>
      <w:r>
        <w:t>’</w:t>
      </w:r>
      <w:r w:rsidR="008C5C61" w:rsidRPr="004C3E92">
        <w:t>est que son affaire</w:t>
      </w:r>
      <w:r>
        <w:t>.</w:t>
      </w:r>
    </w:p>
    <w:p w14:paraId="5E5C6629" w14:textId="77777777" w:rsidR="004A4993" w:rsidRDefault="004A4993" w:rsidP="004A4993">
      <w:r>
        <w:t>— </w:t>
      </w:r>
      <w:r w:rsidR="008C5C61" w:rsidRPr="004C3E92">
        <w:t>Je ne désire pas me mêler indiscrètement des affaires d</w:t>
      </w:r>
      <w:r>
        <w:t>’</w:t>
      </w:r>
      <w:r w:rsidR="008C5C61" w:rsidRPr="004C3E92">
        <w:t>autrui</w:t>
      </w:r>
      <w:r>
        <w:t xml:space="preserve"> ; </w:t>
      </w:r>
      <w:r w:rsidR="008C5C61" w:rsidRPr="004C3E92">
        <w:t>je suppose que c</w:t>
      </w:r>
      <w:r>
        <w:t>’</w:t>
      </w:r>
      <w:r w:rsidR="008C5C61" w:rsidRPr="004C3E92">
        <w:t>est quelque chose dont il a honte</w:t>
      </w:r>
      <w:r>
        <w:t>.</w:t>
      </w:r>
    </w:p>
    <w:p w14:paraId="2C4C8692" w14:textId="77777777" w:rsidR="004A4993" w:rsidRDefault="008C5C61" w:rsidP="004A4993">
      <w:r w:rsidRPr="004C3E92">
        <w:t>On annonça les chevaux du colonel Brandon</w:t>
      </w:r>
      <w:r w:rsidR="004A4993">
        <w:t>.</w:t>
      </w:r>
    </w:p>
    <w:p w14:paraId="5EB359AF" w14:textId="77777777" w:rsidR="004A4993" w:rsidRDefault="004A4993" w:rsidP="004A4993">
      <w:r>
        <w:t>— </w:t>
      </w:r>
      <w:r w:rsidR="008C5C61" w:rsidRPr="004C3E92">
        <w:t>Vous n</w:t>
      </w:r>
      <w:r>
        <w:t>’</w:t>
      </w:r>
      <w:r w:rsidR="008C5C61" w:rsidRPr="004C3E92">
        <w:t>allez pas à Londres à cheval</w:t>
      </w:r>
      <w:r>
        <w:t xml:space="preserve">, </w:t>
      </w:r>
      <w:r w:rsidR="008C5C61" w:rsidRPr="004C3E92">
        <w:t>dites</w:t>
      </w:r>
      <w:r>
        <w:t xml:space="preserve"> ? </w:t>
      </w:r>
      <w:r w:rsidR="008C5C61" w:rsidRPr="004C3E92">
        <w:t>ajouta Sir John</w:t>
      </w:r>
      <w:r>
        <w:t>.</w:t>
      </w:r>
    </w:p>
    <w:p w14:paraId="749D0304" w14:textId="77777777" w:rsidR="004A4993" w:rsidRDefault="004A4993" w:rsidP="004A4993">
      <w:r>
        <w:t>— </w:t>
      </w:r>
      <w:r w:rsidR="008C5C61" w:rsidRPr="004C3E92">
        <w:t>Non</w:t>
      </w:r>
      <w:r>
        <w:t xml:space="preserve">, </w:t>
      </w:r>
      <w:r w:rsidR="008C5C61" w:rsidRPr="004C3E92">
        <w:t xml:space="preserve">seulement à </w:t>
      </w:r>
      <w:proofErr w:type="spellStart"/>
      <w:r w:rsidR="008C5C61" w:rsidRPr="004C3E92">
        <w:t>Honiton</w:t>
      </w:r>
      <w:proofErr w:type="spellEnd"/>
      <w:r>
        <w:t xml:space="preserve">. </w:t>
      </w:r>
      <w:r w:rsidR="008C5C61" w:rsidRPr="004C3E92">
        <w:t>Je prendrai alors la poste</w:t>
      </w:r>
      <w:r>
        <w:t>.</w:t>
      </w:r>
    </w:p>
    <w:p w14:paraId="28768F5F" w14:textId="77777777" w:rsidR="004A4993" w:rsidRDefault="004A4993" w:rsidP="004A4993">
      <w:r>
        <w:t>— </w:t>
      </w:r>
      <w:r w:rsidR="008C5C61" w:rsidRPr="004C3E92">
        <w:t>Enfin</w:t>
      </w:r>
      <w:r>
        <w:t xml:space="preserve">, </w:t>
      </w:r>
      <w:r w:rsidR="008C5C61" w:rsidRPr="004C3E92">
        <w:t>puisque vous êtes résolu à partir</w:t>
      </w:r>
      <w:r>
        <w:t xml:space="preserve">, </w:t>
      </w:r>
      <w:r w:rsidR="008C5C61" w:rsidRPr="004C3E92">
        <w:t>je vous souhaite bon voyage</w:t>
      </w:r>
      <w:r>
        <w:t xml:space="preserve">. </w:t>
      </w:r>
      <w:r w:rsidR="008C5C61" w:rsidRPr="004C3E92">
        <w:t>Mais vous feriez mieux de changer d</w:t>
      </w:r>
      <w:r>
        <w:t>’</w:t>
      </w:r>
      <w:r w:rsidR="008C5C61" w:rsidRPr="004C3E92">
        <w:t>avis</w:t>
      </w:r>
      <w:r>
        <w:t>.</w:t>
      </w:r>
    </w:p>
    <w:p w14:paraId="728065AC" w14:textId="77777777" w:rsidR="004A4993" w:rsidRDefault="004A4993" w:rsidP="004A4993">
      <w:r>
        <w:t>— </w:t>
      </w:r>
      <w:r w:rsidR="008C5C61" w:rsidRPr="004C3E92">
        <w:t>Je vous assure que cela n</w:t>
      </w:r>
      <w:r>
        <w:t>’</w:t>
      </w:r>
      <w:r w:rsidR="008C5C61" w:rsidRPr="004C3E92">
        <w:t>est pas en mon pouvoir</w:t>
      </w:r>
      <w:r>
        <w:t>.</w:t>
      </w:r>
    </w:p>
    <w:p w14:paraId="44B6DB7B" w14:textId="77777777" w:rsidR="004A4993" w:rsidRDefault="008C5C61" w:rsidP="004A4993">
      <w:r w:rsidRPr="004C3E92">
        <w:t>Il prit alors congé de toute la compagnie</w:t>
      </w:r>
      <w:r w:rsidR="004A4993">
        <w:t>.</w:t>
      </w:r>
    </w:p>
    <w:p w14:paraId="74660AB7" w14:textId="77777777" w:rsidR="004A4993" w:rsidRDefault="004A4993" w:rsidP="004A4993">
      <w:r>
        <w:t>— </w:t>
      </w:r>
      <w:r w:rsidR="008C5C61" w:rsidRPr="004C3E92">
        <w:t>N</w:t>
      </w:r>
      <w:r>
        <w:t>’</w:t>
      </w:r>
      <w:r w:rsidR="008C5C61" w:rsidRPr="004C3E92">
        <w:t>y a-t-il aucune chance que je vous voie</w:t>
      </w:r>
      <w:r>
        <w:t xml:space="preserve">, </w:t>
      </w:r>
      <w:r w:rsidR="008C5C61" w:rsidRPr="004C3E92">
        <w:t>vous et vos sœurs</w:t>
      </w:r>
      <w:r>
        <w:t xml:space="preserve">, </w:t>
      </w:r>
      <w:r w:rsidR="008C5C61" w:rsidRPr="004C3E92">
        <w:t>à Londres</w:t>
      </w:r>
      <w:r>
        <w:t xml:space="preserve">, </w:t>
      </w:r>
      <w:r w:rsidR="008C5C61" w:rsidRPr="004C3E92">
        <w:t>cet hiver</w:t>
      </w:r>
      <w:r>
        <w:t xml:space="preserve">, </w:t>
      </w:r>
      <w:r w:rsidR="008C5C61" w:rsidRPr="004C3E92">
        <w:t xml:space="preserve">miss </w:t>
      </w:r>
      <w:proofErr w:type="spellStart"/>
      <w:r w:rsidR="008C5C61" w:rsidRPr="004C3E92">
        <w:t>Dashwood</w:t>
      </w:r>
      <w:proofErr w:type="spellEnd"/>
      <w:r>
        <w:t> ?</w:t>
      </w:r>
    </w:p>
    <w:p w14:paraId="2974F4B4" w14:textId="77777777" w:rsidR="004A4993" w:rsidRDefault="004A4993" w:rsidP="004A4993">
      <w:r>
        <w:t>— </w:t>
      </w:r>
      <w:r w:rsidR="008C5C61" w:rsidRPr="004C3E92">
        <w:t>Aucune</w:t>
      </w:r>
      <w:r>
        <w:t xml:space="preserve">, </w:t>
      </w:r>
      <w:r w:rsidR="008C5C61" w:rsidRPr="004C3E92">
        <w:t>je le crains</w:t>
      </w:r>
      <w:r>
        <w:t>.</w:t>
      </w:r>
    </w:p>
    <w:p w14:paraId="505BA0B0" w14:textId="77777777" w:rsidR="004A4993" w:rsidRDefault="004A4993" w:rsidP="004A4993">
      <w:r>
        <w:t>— </w:t>
      </w:r>
      <w:r w:rsidR="008C5C61" w:rsidRPr="004C3E92">
        <w:t>Alors</w:t>
      </w:r>
      <w:r>
        <w:t xml:space="preserve">, </w:t>
      </w:r>
      <w:r w:rsidR="008C5C61" w:rsidRPr="004C3E92">
        <w:t>il faut que je vous dise au revoir pour une durée plus longue que je ne le désirerais</w:t>
      </w:r>
      <w:r>
        <w:t>.</w:t>
      </w:r>
    </w:p>
    <w:p w14:paraId="66616AF0" w14:textId="77777777" w:rsidR="004A4993" w:rsidRDefault="008C5C61" w:rsidP="004A4993">
      <w:r w:rsidRPr="004C3E92">
        <w:t>Quant à Marianne</w:t>
      </w:r>
      <w:r w:rsidR="004A4993">
        <w:t xml:space="preserve">, </w:t>
      </w:r>
      <w:r w:rsidRPr="004C3E92">
        <w:t>il s</w:t>
      </w:r>
      <w:r w:rsidR="004A4993">
        <w:t>’</w:t>
      </w:r>
      <w:r w:rsidRPr="004C3E92">
        <w:t>inclina simplement devant elle</w:t>
      </w:r>
      <w:r w:rsidR="004A4993">
        <w:t xml:space="preserve">, </w:t>
      </w:r>
      <w:r w:rsidRPr="004C3E92">
        <w:t>et ne dit rien</w:t>
      </w:r>
      <w:r w:rsidR="004A4993">
        <w:t>.</w:t>
      </w:r>
    </w:p>
    <w:p w14:paraId="23D7E84E" w14:textId="77777777" w:rsidR="004A4993" w:rsidRDefault="004A4993" w:rsidP="004A4993">
      <w:r>
        <w:t>— </w:t>
      </w:r>
      <w:r w:rsidR="008C5C61" w:rsidRPr="004C3E92">
        <w:t>Voyons</w:t>
      </w:r>
      <w:r>
        <w:t xml:space="preserve">, </w:t>
      </w:r>
      <w:r w:rsidR="008C5C61" w:rsidRPr="004C3E92">
        <w:t>mon colonel</w:t>
      </w:r>
      <w:r>
        <w:t xml:space="preserve">, </w:t>
      </w:r>
      <w:r w:rsidR="008C5C61" w:rsidRPr="004C3E92">
        <w:t>dit Mrs</w:t>
      </w:r>
      <w:r>
        <w:t xml:space="preserve">. </w:t>
      </w:r>
      <w:r w:rsidR="008C5C61" w:rsidRPr="004C3E92">
        <w:t>Jennings</w:t>
      </w:r>
      <w:r>
        <w:t xml:space="preserve">, </w:t>
      </w:r>
      <w:r w:rsidR="008C5C61" w:rsidRPr="004C3E92">
        <w:t>avant de partir</w:t>
      </w:r>
      <w:r>
        <w:t xml:space="preserve">, </w:t>
      </w:r>
      <w:r w:rsidR="008C5C61" w:rsidRPr="004C3E92">
        <w:t>dites-nous donc l</w:t>
      </w:r>
      <w:r>
        <w:t>’</w:t>
      </w:r>
      <w:r w:rsidR="008C5C61" w:rsidRPr="004C3E92">
        <w:t>objet de votre voyage</w:t>
      </w:r>
      <w:r>
        <w:t>.</w:t>
      </w:r>
    </w:p>
    <w:p w14:paraId="36C8E23E" w14:textId="77777777" w:rsidR="004A4993" w:rsidRDefault="008C5C61" w:rsidP="004A4993">
      <w:r w:rsidRPr="004C3E92">
        <w:lastRenderedPageBreak/>
        <w:t>Il lui souhaita une agréable matinée</w:t>
      </w:r>
      <w:r w:rsidR="004A4993">
        <w:t xml:space="preserve">, </w:t>
      </w:r>
      <w:r w:rsidRPr="004C3E92">
        <w:t>et</w:t>
      </w:r>
      <w:r w:rsidR="004A4993">
        <w:t xml:space="preserve">, </w:t>
      </w:r>
      <w:r w:rsidRPr="004C3E92">
        <w:t>accompagné de Sir John</w:t>
      </w:r>
      <w:r w:rsidR="004A4993">
        <w:t xml:space="preserve">, </w:t>
      </w:r>
      <w:r w:rsidRPr="004C3E92">
        <w:t>quitta la pièce</w:t>
      </w:r>
      <w:r w:rsidR="004A4993">
        <w:t>.</w:t>
      </w:r>
    </w:p>
    <w:p w14:paraId="28990F6C" w14:textId="77777777" w:rsidR="004A4993" w:rsidRDefault="008C5C61" w:rsidP="004A4993">
      <w:r w:rsidRPr="004C3E92">
        <w:t>Les plaintes et les lamentations que la politesse avait ju</w:t>
      </w:r>
      <w:r w:rsidRPr="004C3E92">
        <w:t>s</w:t>
      </w:r>
      <w:r w:rsidRPr="004C3E92">
        <w:t>que-là retenues</w:t>
      </w:r>
      <w:r w:rsidR="004A4993">
        <w:t xml:space="preserve">, </w:t>
      </w:r>
      <w:r w:rsidRPr="004C3E92">
        <w:t>éclatèrent à présent de toutes parts</w:t>
      </w:r>
      <w:r w:rsidR="004A4993">
        <w:t xml:space="preserve"> ; </w:t>
      </w:r>
      <w:r w:rsidRPr="004C3E92">
        <w:t>et ils f</w:t>
      </w:r>
      <w:r w:rsidRPr="004C3E92">
        <w:t>u</w:t>
      </w:r>
      <w:r w:rsidRPr="004C3E92">
        <w:t>rent unanimes à dire et à répéter qu</w:t>
      </w:r>
      <w:r w:rsidR="004A4993">
        <w:t>’</w:t>
      </w:r>
      <w:r w:rsidRPr="004C3E92">
        <w:t>il était bien agaçant d</w:t>
      </w:r>
      <w:r w:rsidR="004A4993">
        <w:t>’</w:t>
      </w:r>
      <w:r w:rsidRPr="004C3E92">
        <w:t>être ainsi déçu</w:t>
      </w:r>
      <w:r w:rsidR="004A4993">
        <w:t>.</w:t>
      </w:r>
    </w:p>
    <w:p w14:paraId="507D4CC3" w14:textId="77777777" w:rsidR="004A4993" w:rsidRDefault="004A4993" w:rsidP="004A4993">
      <w:r>
        <w:t>— </w:t>
      </w:r>
      <w:r w:rsidR="008C5C61" w:rsidRPr="004C3E92">
        <w:t>Je devine pourtant ce qui l</w:t>
      </w:r>
      <w:r>
        <w:t>’</w:t>
      </w:r>
      <w:r w:rsidR="008C5C61" w:rsidRPr="004C3E92">
        <w:t>appelle là-bas</w:t>
      </w:r>
      <w:r>
        <w:t xml:space="preserve">, </w:t>
      </w:r>
      <w:r w:rsidR="008C5C61" w:rsidRPr="004C3E92">
        <w:t>dit Mrs</w:t>
      </w:r>
      <w:r>
        <w:t xml:space="preserve">. </w:t>
      </w:r>
      <w:r w:rsidR="008C5C61" w:rsidRPr="004C3E92">
        <w:t>Je</w:t>
      </w:r>
      <w:r w:rsidR="008C5C61" w:rsidRPr="004C3E92">
        <w:t>n</w:t>
      </w:r>
      <w:r w:rsidR="008C5C61" w:rsidRPr="004C3E92">
        <w:t>nings</w:t>
      </w:r>
      <w:r>
        <w:t xml:space="preserve">, </w:t>
      </w:r>
      <w:r w:rsidR="008C5C61" w:rsidRPr="004C3E92">
        <w:t>d</w:t>
      </w:r>
      <w:r>
        <w:t>’</w:t>
      </w:r>
      <w:r w:rsidR="008C5C61" w:rsidRPr="004C3E92">
        <w:t>un ton de triomphe</w:t>
      </w:r>
      <w:r>
        <w:t>.</w:t>
      </w:r>
    </w:p>
    <w:p w14:paraId="1F953B04" w14:textId="77777777" w:rsidR="004A4993" w:rsidRDefault="004A4993" w:rsidP="004A4993">
      <w:r>
        <w:t>— </w:t>
      </w:r>
      <w:r w:rsidR="008C5C61" w:rsidRPr="004C3E92">
        <w:t>Vraiment</w:t>
      </w:r>
      <w:r>
        <w:t xml:space="preserve">, </w:t>
      </w:r>
      <w:r w:rsidR="008C5C61" w:rsidRPr="004C3E92">
        <w:t>madame</w:t>
      </w:r>
      <w:r>
        <w:t xml:space="preserve"> ? </w:t>
      </w:r>
      <w:r w:rsidR="008C5C61" w:rsidRPr="004C3E92">
        <w:t>dit à peu près tout le monde</w:t>
      </w:r>
      <w:r>
        <w:t>.</w:t>
      </w:r>
    </w:p>
    <w:p w14:paraId="669724AA" w14:textId="77777777" w:rsidR="004A4993" w:rsidRDefault="004A4993" w:rsidP="004A4993">
      <w:r>
        <w:t>— </w:t>
      </w:r>
      <w:r w:rsidR="008C5C61" w:rsidRPr="004C3E92">
        <w:t>Oui</w:t>
      </w:r>
      <w:r>
        <w:t xml:space="preserve"> ; </w:t>
      </w:r>
      <w:r w:rsidR="008C5C61" w:rsidRPr="004C3E92">
        <w:t>il doit s</w:t>
      </w:r>
      <w:r>
        <w:t>’</w:t>
      </w:r>
      <w:r w:rsidR="008C5C61" w:rsidRPr="004C3E92">
        <w:t>agir de miss Williams</w:t>
      </w:r>
      <w:r>
        <w:t xml:space="preserve">, </w:t>
      </w:r>
      <w:r w:rsidR="008C5C61" w:rsidRPr="004C3E92">
        <w:t>j</w:t>
      </w:r>
      <w:r>
        <w:t>’</w:t>
      </w:r>
      <w:r w:rsidR="008C5C61" w:rsidRPr="004C3E92">
        <w:t>en suis sûre</w:t>
      </w:r>
      <w:r>
        <w:t>.</w:t>
      </w:r>
    </w:p>
    <w:p w14:paraId="2A2D8163" w14:textId="77777777" w:rsidR="004A4993" w:rsidRDefault="004A4993" w:rsidP="004A4993">
      <w:r>
        <w:t>— </w:t>
      </w:r>
      <w:r w:rsidR="008C5C61" w:rsidRPr="004C3E92">
        <w:t>Et qui est miss Williams</w:t>
      </w:r>
      <w:r>
        <w:t xml:space="preserve"> ? </w:t>
      </w:r>
      <w:r w:rsidR="008C5C61" w:rsidRPr="004C3E92">
        <w:t>demanda Marianne</w:t>
      </w:r>
      <w:r>
        <w:t>.</w:t>
      </w:r>
    </w:p>
    <w:p w14:paraId="056AC9AB" w14:textId="77777777" w:rsidR="004A4993" w:rsidRDefault="004A4993" w:rsidP="004A4993">
      <w:r>
        <w:t>— </w:t>
      </w:r>
      <w:r w:rsidR="008C5C61" w:rsidRPr="004C3E92">
        <w:t>Comment</w:t>
      </w:r>
      <w:r>
        <w:t xml:space="preserve"> ? </w:t>
      </w:r>
      <w:r w:rsidR="008C5C61" w:rsidRPr="004C3E92">
        <w:t>Vous ne savez pas qui est miss Williams</w:t>
      </w:r>
      <w:r>
        <w:t xml:space="preserve"> ? </w:t>
      </w:r>
      <w:r w:rsidR="008C5C61" w:rsidRPr="004C3E92">
        <w:t>Je suis sûre que vous avez déjà entendu parler d</w:t>
      </w:r>
      <w:r>
        <w:t>’</w:t>
      </w:r>
      <w:r w:rsidR="008C5C61" w:rsidRPr="004C3E92">
        <w:t>elle</w:t>
      </w:r>
      <w:r>
        <w:t xml:space="preserve">. </w:t>
      </w:r>
      <w:r w:rsidR="008C5C61" w:rsidRPr="004C3E92">
        <w:t>C</w:t>
      </w:r>
      <w:r>
        <w:t>’</w:t>
      </w:r>
      <w:r w:rsidR="008C5C61" w:rsidRPr="004C3E92">
        <w:t>est une p</w:t>
      </w:r>
      <w:r w:rsidR="008C5C61" w:rsidRPr="004C3E92">
        <w:t>a</w:t>
      </w:r>
      <w:r w:rsidR="008C5C61" w:rsidRPr="004C3E92">
        <w:t>rente du colonel</w:t>
      </w:r>
      <w:r>
        <w:t xml:space="preserve">, </w:t>
      </w:r>
      <w:r w:rsidR="008C5C61" w:rsidRPr="004C3E92">
        <w:t>ma chérie</w:t>
      </w:r>
      <w:r>
        <w:t xml:space="preserve"> – </w:t>
      </w:r>
      <w:r w:rsidR="008C5C61" w:rsidRPr="004C3E92">
        <w:t>une très proche parente</w:t>
      </w:r>
      <w:r>
        <w:t xml:space="preserve">. </w:t>
      </w:r>
      <w:r w:rsidR="008C5C61" w:rsidRPr="004C3E92">
        <w:t>Nous ne disons pas à quel point elle est proche</w:t>
      </w:r>
      <w:r>
        <w:t xml:space="preserve">, </w:t>
      </w:r>
      <w:r w:rsidR="008C5C61" w:rsidRPr="004C3E92">
        <w:t>de peur de scandaliser les jeunes filles</w:t>
      </w:r>
      <w:r>
        <w:t xml:space="preserve">. </w:t>
      </w:r>
      <w:r w:rsidR="008C5C61" w:rsidRPr="004C3E92">
        <w:t>Puis</w:t>
      </w:r>
      <w:r>
        <w:t xml:space="preserve">, </w:t>
      </w:r>
      <w:r w:rsidR="008C5C61" w:rsidRPr="004C3E92">
        <w:t>baissant légèrement la voix</w:t>
      </w:r>
      <w:r>
        <w:t xml:space="preserve">, </w:t>
      </w:r>
      <w:r w:rsidR="008C5C61" w:rsidRPr="004C3E92">
        <w:t xml:space="preserve">elle dit à </w:t>
      </w:r>
      <w:proofErr w:type="spellStart"/>
      <w:r w:rsidR="008C5C61" w:rsidRPr="004C3E92">
        <w:t>El</w:t>
      </w:r>
      <w:r w:rsidR="008C5C61" w:rsidRPr="004C3E92">
        <w:t>i</w:t>
      </w:r>
      <w:r w:rsidR="008C5C61" w:rsidRPr="004C3E92">
        <w:t>nor</w:t>
      </w:r>
      <w:proofErr w:type="spellEnd"/>
      <w:r>
        <w:t xml:space="preserve"> : – </w:t>
      </w:r>
      <w:r w:rsidR="008C5C61" w:rsidRPr="004C3E92">
        <w:t>C</w:t>
      </w:r>
      <w:r>
        <w:t>’</w:t>
      </w:r>
      <w:r w:rsidR="008C5C61" w:rsidRPr="004C3E92">
        <w:t>est sa fille naturelle</w:t>
      </w:r>
      <w:r>
        <w:t>.</w:t>
      </w:r>
    </w:p>
    <w:p w14:paraId="3476D016" w14:textId="77777777" w:rsidR="004A4993" w:rsidRDefault="004A4993" w:rsidP="004A4993">
      <w:r>
        <w:t>— </w:t>
      </w:r>
      <w:r w:rsidR="008C5C61" w:rsidRPr="004C3E92">
        <w:t>Vraiment</w:t>
      </w:r>
      <w:r>
        <w:t> !</w:t>
      </w:r>
    </w:p>
    <w:p w14:paraId="6C2E1765" w14:textId="77777777" w:rsidR="004A4993" w:rsidRDefault="004A4993" w:rsidP="004A4993">
      <w:r>
        <w:t>— </w:t>
      </w:r>
      <w:r w:rsidR="008C5C61" w:rsidRPr="004C3E92">
        <w:t>Oh</w:t>
      </w:r>
      <w:r>
        <w:t xml:space="preserve">, </w:t>
      </w:r>
      <w:r w:rsidR="008C5C61" w:rsidRPr="004C3E92">
        <w:t>oui</w:t>
      </w:r>
      <w:r>
        <w:t xml:space="preserve"> ; </w:t>
      </w:r>
      <w:r w:rsidR="008C5C61" w:rsidRPr="004C3E92">
        <w:t>et elle lui ressemble</w:t>
      </w:r>
      <w:r>
        <w:t xml:space="preserve">, </w:t>
      </w:r>
      <w:r w:rsidR="008C5C61" w:rsidRPr="004C3E92">
        <w:t>de tous ses yeux écarqui</w:t>
      </w:r>
      <w:r w:rsidR="008C5C61" w:rsidRPr="004C3E92">
        <w:t>l</w:t>
      </w:r>
      <w:r w:rsidR="008C5C61" w:rsidRPr="004C3E92">
        <w:t>lés</w:t>
      </w:r>
      <w:r>
        <w:t xml:space="preserve">. </w:t>
      </w:r>
      <w:r w:rsidR="008C5C61" w:rsidRPr="004C3E92">
        <w:t>Je suppose que le colonel lui laissera toute sa fortune</w:t>
      </w:r>
      <w:r>
        <w:t>.</w:t>
      </w:r>
    </w:p>
    <w:p w14:paraId="41DDC918" w14:textId="77777777" w:rsidR="004A4993" w:rsidRDefault="008C5C61" w:rsidP="004A4993">
      <w:r w:rsidRPr="004C3E92">
        <w:t>Lorsque Sir John revint</w:t>
      </w:r>
      <w:r w:rsidR="004A4993">
        <w:t xml:space="preserve">, </w:t>
      </w:r>
      <w:r w:rsidRPr="004C3E92">
        <w:t>il se joignit de tout cœur aux r</w:t>
      </w:r>
      <w:r w:rsidRPr="004C3E92">
        <w:t>e</w:t>
      </w:r>
      <w:r w:rsidRPr="004C3E92">
        <w:t>grets unanimes touchant un événement aussi malencontreux</w:t>
      </w:r>
      <w:r w:rsidR="004A4993">
        <w:t xml:space="preserve"> ; </w:t>
      </w:r>
      <w:r w:rsidRPr="004C3E92">
        <w:t>il conclut</w:t>
      </w:r>
      <w:r w:rsidR="004A4993">
        <w:t xml:space="preserve">, </w:t>
      </w:r>
      <w:r w:rsidRPr="004C3E92">
        <w:t>toutefois</w:t>
      </w:r>
      <w:r w:rsidR="004A4993">
        <w:t xml:space="preserve">, </w:t>
      </w:r>
      <w:r w:rsidRPr="004C3E92">
        <w:t>en faisant remarquer que</w:t>
      </w:r>
      <w:r w:rsidR="004A4993">
        <w:t xml:space="preserve">, </w:t>
      </w:r>
      <w:r w:rsidRPr="004C3E92">
        <w:t>comme ils étaient tous réunis</w:t>
      </w:r>
      <w:r w:rsidR="004A4993">
        <w:t xml:space="preserve">, </w:t>
      </w:r>
      <w:r w:rsidRPr="004C3E92">
        <w:t>il fallait qu</w:t>
      </w:r>
      <w:r w:rsidR="004A4993">
        <w:t>’</w:t>
      </w:r>
      <w:r w:rsidRPr="004C3E92">
        <w:t>ils fissent quelque chose pour se rendre heureux</w:t>
      </w:r>
      <w:r w:rsidR="004A4993">
        <w:t xml:space="preserve"> ; </w:t>
      </w:r>
      <w:r w:rsidRPr="004C3E92">
        <w:t>et après quelque consultation</w:t>
      </w:r>
      <w:r w:rsidR="004A4993">
        <w:t xml:space="preserve">, </w:t>
      </w:r>
      <w:r w:rsidRPr="004C3E92">
        <w:t>il fut décidé que</w:t>
      </w:r>
      <w:r w:rsidR="004A4993">
        <w:t xml:space="preserve">, </w:t>
      </w:r>
      <w:r w:rsidRPr="004C3E92">
        <w:t>bien que le bonheur ne pouvait se savourer qu</w:t>
      </w:r>
      <w:r w:rsidR="004A4993">
        <w:t>’</w:t>
      </w:r>
      <w:r w:rsidRPr="004C3E92">
        <w:t xml:space="preserve">à </w:t>
      </w:r>
      <w:proofErr w:type="spellStart"/>
      <w:r w:rsidRPr="004C3E92">
        <w:t>Whitwell</w:t>
      </w:r>
      <w:proofErr w:type="spellEnd"/>
      <w:r w:rsidR="004A4993">
        <w:t xml:space="preserve">, </w:t>
      </w:r>
      <w:r w:rsidRPr="004C3E92">
        <w:t>ils pou</w:t>
      </w:r>
      <w:r w:rsidRPr="004C3E92">
        <w:t>r</w:t>
      </w:r>
      <w:r w:rsidRPr="004C3E92">
        <w:t>raient s</w:t>
      </w:r>
      <w:r w:rsidR="004A4993">
        <w:t>’</w:t>
      </w:r>
      <w:r w:rsidRPr="004C3E92">
        <w:t>assurer une tranquillité d</w:t>
      </w:r>
      <w:r w:rsidR="004A4993">
        <w:t>’</w:t>
      </w:r>
      <w:r w:rsidRPr="004C3E92">
        <w:t xml:space="preserve">esprit raisonnable en faisant une promenade en voiture dans la </w:t>
      </w:r>
      <w:r w:rsidRPr="004C3E92">
        <w:lastRenderedPageBreak/>
        <w:t>campagne</w:t>
      </w:r>
      <w:r w:rsidR="004A4993">
        <w:t xml:space="preserve">. </w:t>
      </w:r>
      <w:r w:rsidRPr="004C3E92">
        <w:t>On commanda alors les voitures</w:t>
      </w:r>
      <w:r w:rsidR="004A4993">
        <w:t xml:space="preserve"> ; </w:t>
      </w:r>
      <w:r w:rsidRPr="004C3E92">
        <w:t>celle de Willoughby arriva la première</w:t>
      </w:r>
      <w:r w:rsidR="004A4993">
        <w:t xml:space="preserve">, </w:t>
      </w:r>
      <w:r w:rsidRPr="004C3E92">
        <w:t>et Marianne n</w:t>
      </w:r>
      <w:r w:rsidR="004A4993">
        <w:t>’</w:t>
      </w:r>
      <w:r w:rsidRPr="004C3E92">
        <w:t>avait jamais eu l</w:t>
      </w:r>
      <w:r w:rsidR="004A4993">
        <w:t>’</w:t>
      </w:r>
      <w:r w:rsidRPr="004C3E92">
        <w:t>air plus heureuse que lorsqu</w:t>
      </w:r>
      <w:r w:rsidR="004A4993">
        <w:t>’</w:t>
      </w:r>
      <w:r w:rsidRPr="004C3E92">
        <w:t>elle y monta</w:t>
      </w:r>
      <w:r w:rsidR="004A4993">
        <w:t xml:space="preserve">. </w:t>
      </w:r>
      <w:r w:rsidRPr="004C3E92">
        <w:t>Il partit à très vive allure à travers le parc</w:t>
      </w:r>
      <w:r w:rsidR="004A4993">
        <w:t xml:space="preserve">, </w:t>
      </w:r>
      <w:r w:rsidRPr="004C3E92">
        <w:t>et ils furent bientôt hors de vue</w:t>
      </w:r>
      <w:r w:rsidR="004A4993">
        <w:t xml:space="preserve"> ; </w:t>
      </w:r>
      <w:r w:rsidRPr="004C3E92">
        <w:t>et on ne les vit plus jusqu</w:t>
      </w:r>
      <w:r w:rsidR="004A4993">
        <w:t>’</w:t>
      </w:r>
      <w:r w:rsidRPr="004C3E92">
        <w:t>à leur retour</w:t>
      </w:r>
      <w:r w:rsidR="004A4993">
        <w:t xml:space="preserve">, </w:t>
      </w:r>
      <w:r w:rsidRPr="004C3E92">
        <w:t>qui n</w:t>
      </w:r>
      <w:r w:rsidR="004A4993">
        <w:t>’</w:t>
      </w:r>
      <w:r w:rsidRPr="004C3E92">
        <w:t>eut lieu qu</w:t>
      </w:r>
      <w:r w:rsidR="004A4993">
        <w:t>’</w:t>
      </w:r>
      <w:r w:rsidRPr="004C3E92">
        <w:t>après celui de tous les autres</w:t>
      </w:r>
      <w:r w:rsidR="004A4993">
        <w:t xml:space="preserve">. </w:t>
      </w:r>
      <w:r w:rsidRPr="004C3E92">
        <w:t>Ils parurent tous les deux ravis de leur promenade</w:t>
      </w:r>
      <w:r w:rsidR="004A4993">
        <w:t xml:space="preserve">, </w:t>
      </w:r>
      <w:r w:rsidRPr="004C3E92">
        <w:t>mais se contentèrent de dire</w:t>
      </w:r>
      <w:r w:rsidR="004A4993">
        <w:t xml:space="preserve">, </w:t>
      </w:r>
      <w:r w:rsidRPr="004C3E92">
        <w:t>d</w:t>
      </w:r>
      <w:r w:rsidR="004A4993">
        <w:t>’</w:t>
      </w:r>
      <w:r w:rsidRPr="004C3E92">
        <w:t>une façon générale</w:t>
      </w:r>
      <w:r w:rsidR="004A4993">
        <w:t xml:space="preserve">, </w:t>
      </w:r>
      <w:r w:rsidRPr="004C3E92">
        <w:t>qu</w:t>
      </w:r>
      <w:r w:rsidR="004A4993">
        <w:t>’</w:t>
      </w:r>
      <w:r w:rsidRPr="004C3E92">
        <w:t>ils étaient restés dans les chemins bas</w:t>
      </w:r>
      <w:r w:rsidR="004A4993">
        <w:t xml:space="preserve">, </w:t>
      </w:r>
      <w:r w:rsidRPr="004C3E92">
        <w:t>tandis que les autres avaient parcouru les coteaux</w:t>
      </w:r>
      <w:r w:rsidR="004A4993">
        <w:t>.</w:t>
      </w:r>
    </w:p>
    <w:p w14:paraId="4B72E76D" w14:textId="77777777" w:rsidR="004A4993" w:rsidRDefault="008C5C61" w:rsidP="004A4993">
      <w:r w:rsidRPr="004C3E92">
        <w:t>Il fut décidé qu</w:t>
      </w:r>
      <w:r w:rsidR="004A4993">
        <w:t>’</w:t>
      </w:r>
      <w:r w:rsidRPr="004C3E92">
        <w:t>il y aurait une sauterie le soir</w:t>
      </w:r>
      <w:r w:rsidR="004A4993">
        <w:t xml:space="preserve">, </w:t>
      </w:r>
      <w:r w:rsidRPr="004C3E92">
        <w:t>et que tout le monde serait extrêmement joyeux toute la journée</w:t>
      </w:r>
      <w:r w:rsidR="004A4993">
        <w:t xml:space="preserve">. </w:t>
      </w:r>
      <w:r w:rsidRPr="004C3E92">
        <w:t>Quelques autres membres de la famille Carey vinrent dîner</w:t>
      </w:r>
      <w:r w:rsidR="004A4993">
        <w:t xml:space="preserve">, </w:t>
      </w:r>
      <w:r w:rsidRPr="004C3E92">
        <w:t>et ils eurent le plaisir de se mettre à table au nombre de près de vingt</w:t>
      </w:r>
      <w:r w:rsidR="004A4993">
        <w:t xml:space="preserve">, </w:t>
      </w:r>
      <w:r w:rsidRPr="004C3E92">
        <w:t>ce que Sir John constata avec beaucoup de satisfaction</w:t>
      </w:r>
      <w:r w:rsidR="004A4993">
        <w:t xml:space="preserve">. </w:t>
      </w:r>
      <w:r w:rsidRPr="004C3E92">
        <w:t>Willoughby s</w:t>
      </w:r>
      <w:r w:rsidR="004A4993">
        <w:t>’</w:t>
      </w:r>
      <w:r w:rsidRPr="004C3E92">
        <w:t>assit à sa place habituelle</w:t>
      </w:r>
      <w:r w:rsidR="004A4993">
        <w:t xml:space="preserve">, </w:t>
      </w:r>
      <w:r w:rsidRPr="004C3E92">
        <w:t>entre les deux aînées des demoise</w:t>
      </w:r>
      <w:r w:rsidRPr="004C3E92">
        <w:t>l</w:t>
      </w:r>
      <w:r w:rsidRPr="004C3E92">
        <w:t xml:space="preserve">les </w:t>
      </w:r>
      <w:proofErr w:type="spellStart"/>
      <w:r w:rsidRPr="004C3E92">
        <w:t>Dashwood</w:t>
      </w:r>
      <w:proofErr w:type="spellEnd"/>
      <w:r w:rsidR="004A4993">
        <w:t xml:space="preserve">. </w:t>
      </w:r>
      <w:r w:rsidRPr="004C3E92">
        <w:t>Mrs</w:t>
      </w:r>
      <w:r w:rsidR="004A4993">
        <w:t xml:space="preserve">. </w:t>
      </w:r>
      <w:r w:rsidRPr="004C3E92">
        <w:t>Jennings prit place à la droite d</w:t>
      </w:r>
      <w:r w:rsidR="004A4993">
        <w:t>’</w:t>
      </w:r>
      <w:proofErr w:type="spellStart"/>
      <w:r w:rsidRPr="004C3E92">
        <w:t>Elinor</w:t>
      </w:r>
      <w:proofErr w:type="spellEnd"/>
      <w:r w:rsidR="004A4993">
        <w:t xml:space="preserve"> ; </w:t>
      </w:r>
      <w:r w:rsidRPr="004C3E92">
        <w:t>et ils n</w:t>
      </w:r>
      <w:r w:rsidR="004A4993">
        <w:t>’</w:t>
      </w:r>
      <w:r w:rsidRPr="004C3E92">
        <w:t>étaient pas assis depuis longtemps</w:t>
      </w:r>
      <w:r w:rsidR="004A4993">
        <w:t xml:space="preserve">, </w:t>
      </w:r>
      <w:r w:rsidRPr="004C3E92">
        <w:t>qu</w:t>
      </w:r>
      <w:r w:rsidR="004A4993">
        <w:t>’</w:t>
      </w:r>
      <w:r w:rsidRPr="004C3E92">
        <w:t>elle se pencha en a</w:t>
      </w:r>
      <w:r w:rsidRPr="004C3E92">
        <w:t>r</w:t>
      </w:r>
      <w:r w:rsidRPr="004C3E92">
        <w:t>rière d</w:t>
      </w:r>
      <w:r w:rsidR="004A4993">
        <w:t>’</w:t>
      </w:r>
      <w:r w:rsidRPr="004C3E92">
        <w:t>elle et de Willoughby et dit à Marianne</w:t>
      </w:r>
      <w:r w:rsidR="004A4993">
        <w:t xml:space="preserve">, </w:t>
      </w:r>
      <w:r w:rsidRPr="004C3E92">
        <w:t>suffisamment haut pour qu</w:t>
      </w:r>
      <w:r w:rsidR="004A4993">
        <w:t>’</w:t>
      </w:r>
      <w:r w:rsidRPr="004C3E92">
        <w:t>ils l</w:t>
      </w:r>
      <w:r w:rsidR="004A4993">
        <w:t>’</w:t>
      </w:r>
      <w:r w:rsidRPr="004C3E92">
        <w:t>entendissent tous les deux</w:t>
      </w:r>
      <w:r w:rsidR="004A4993">
        <w:t> :</w:t>
      </w:r>
    </w:p>
    <w:p w14:paraId="324C2531" w14:textId="77777777" w:rsidR="004A4993" w:rsidRDefault="004A4993" w:rsidP="004A4993">
      <w:r>
        <w:t>— </w:t>
      </w:r>
      <w:r w:rsidR="008C5C61" w:rsidRPr="004C3E92">
        <w:t>Je vous ai percée à jour</w:t>
      </w:r>
      <w:r>
        <w:t xml:space="preserve">, </w:t>
      </w:r>
      <w:r w:rsidR="008C5C61" w:rsidRPr="004C3E92">
        <w:t>en dépit de toutes vos petites roueries</w:t>
      </w:r>
      <w:r>
        <w:t xml:space="preserve">. </w:t>
      </w:r>
      <w:r w:rsidR="008C5C61" w:rsidRPr="004C3E92">
        <w:t>Je sais où vous avez passé la matinée</w:t>
      </w:r>
      <w:r>
        <w:t>.</w:t>
      </w:r>
    </w:p>
    <w:p w14:paraId="3EA218DB" w14:textId="77777777" w:rsidR="004A4993" w:rsidRDefault="008C5C61" w:rsidP="004A4993">
      <w:r w:rsidRPr="004C3E92">
        <w:t>Marianne rougit</w:t>
      </w:r>
      <w:r w:rsidR="004A4993">
        <w:t xml:space="preserve">, </w:t>
      </w:r>
      <w:r w:rsidRPr="004C3E92">
        <w:t>et répondit en toute hâte</w:t>
      </w:r>
      <w:r w:rsidR="004A4993">
        <w:t> :</w:t>
      </w:r>
    </w:p>
    <w:p w14:paraId="048D80A9" w14:textId="77777777" w:rsidR="004A4993" w:rsidRDefault="004A4993" w:rsidP="004A4993">
      <w:r>
        <w:t>— </w:t>
      </w:r>
      <w:r w:rsidR="008C5C61" w:rsidRPr="004C3E92">
        <w:t>Où donc</w:t>
      </w:r>
      <w:r>
        <w:t xml:space="preserve">, </w:t>
      </w:r>
      <w:r w:rsidR="008C5C61" w:rsidRPr="004C3E92">
        <w:t>s</w:t>
      </w:r>
      <w:r>
        <w:t>’</w:t>
      </w:r>
      <w:r w:rsidR="008C5C61" w:rsidRPr="004C3E92">
        <w:t>il vous plaît</w:t>
      </w:r>
      <w:r>
        <w:t> ?</w:t>
      </w:r>
    </w:p>
    <w:p w14:paraId="2667F71A" w14:textId="77777777" w:rsidR="004A4993" w:rsidRDefault="004A4993" w:rsidP="004A4993">
      <w:r>
        <w:t>— </w:t>
      </w:r>
      <w:r w:rsidR="008C5C61" w:rsidRPr="004C3E92">
        <w:t>Ne saviez-vous pas</w:t>
      </w:r>
      <w:r>
        <w:t xml:space="preserve">, </w:t>
      </w:r>
      <w:r w:rsidR="008C5C61" w:rsidRPr="004C3E92">
        <w:t>dit Willoughby</w:t>
      </w:r>
      <w:r>
        <w:t xml:space="preserve">, </w:t>
      </w:r>
      <w:r w:rsidR="008C5C61" w:rsidRPr="004C3E92">
        <w:t>que nous étions so</w:t>
      </w:r>
      <w:r w:rsidR="008C5C61" w:rsidRPr="004C3E92">
        <w:t>r</w:t>
      </w:r>
      <w:r w:rsidR="008C5C61" w:rsidRPr="004C3E92">
        <w:t>tis dans mon cabriolet</w:t>
      </w:r>
      <w:r>
        <w:t> ?</w:t>
      </w:r>
    </w:p>
    <w:p w14:paraId="1A7E027E" w14:textId="77777777" w:rsidR="004A4993" w:rsidRDefault="004A4993" w:rsidP="004A4993">
      <w:r>
        <w:t>— </w:t>
      </w:r>
      <w:r w:rsidR="008C5C61" w:rsidRPr="004C3E92">
        <w:t>Oui</w:t>
      </w:r>
      <w:r>
        <w:t xml:space="preserve">, </w:t>
      </w:r>
      <w:r w:rsidR="008C5C61" w:rsidRPr="004C3E92">
        <w:t>oui</w:t>
      </w:r>
      <w:r>
        <w:t xml:space="preserve">, </w:t>
      </w:r>
      <w:r w:rsidR="008C5C61" w:rsidRPr="004C3E92">
        <w:t>monsieur l</w:t>
      </w:r>
      <w:r>
        <w:t>’</w:t>
      </w:r>
      <w:r w:rsidR="008C5C61" w:rsidRPr="004C3E92">
        <w:t>Impudent</w:t>
      </w:r>
      <w:r>
        <w:t xml:space="preserve">, </w:t>
      </w:r>
      <w:r w:rsidR="008C5C61" w:rsidRPr="004C3E92">
        <w:t>je le sais fort bien</w:t>
      </w:r>
      <w:r>
        <w:t xml:space="preserve">, </w:t>
      </w:r>
      <w:r w:rsidR="008C5C61" w:rsidRPr="004C3E92">
        <w:t>et j</w:t>
      </w:r>
      <w:r>
        <w:t>’</w:t>
      </w:r>
      <w:r w:rsidR="008C5C61" w:rsidRPr="004C3E92">
        <w:t>étais résolue à découvrir où vous êtes allés</w:t>
      </w:r>
      <w:r>
        <w:t xml:space="preserve">. </w:t>
      </w:r>
      <w:r w:rsidR="008C5C61" w:rsidRPr="004C3E92">
        <w:t>J</w:t>
      </w:r>
      <w:r>
        <w:t>’</w:t>
      </w:r>
      <w:r w:rsidR="008C5C61" w:rsidRPr="004C3E92">
        <w:t>espère que votre nouvelle maison vous plaît</w:t>
      </w:r>
      <w:r>
        <w:t xml:space="preserve">, </w:t>
      </w:r>
      <w:r w:rsidR="008C5C61" w:rsidRPr="004C3E92">
        <w:t>miss Marianne</w:t>
      </w:r>
      <w:r>
        <w:t xml:space="preserve">. </w:t>
      </w:r>
      <w:r w:rsidR="008C5C61" w:rsidRPr="004C3E92">
        <w:t>Elle est très grande</w:t>
      </w:r>
      <w:r>
        <w:t xml:space="preserve">, </w:t>
      </w:r>
      <w:r w:rsidR="008C5C61" w:rsidRPr="004C3E92">
        <w:t>je le sais</w:t>
      </w:r>
      <w:r>
        <w:t xml:space="preserve">, </w:t>
      </w:r>
      <w:r w:rsidR="008C5C61" w:rsidRPr="004C3E92">
        <w:t>et quand j</w:t>
      </w:r>
      <w:r>
        <w:t>’</w:t>
      </w:r>
      <w:r w:rsidR="008C5C61" w:rsidRPr="004C3E92">
        <w:t>irai vous voir</w:t>
      </w:r>
      <w:r>
        <w:t xml:space="preserve">, </w:t>
      </w:r>
      <w:r w:rsidR="008C5C61" w:rsidRPr="004C3E92">
        <w:t>j</w:t>
      </w:r>
      <w:r>
        <w:t>’</w:t>
      </w:r>
      <w:r w:rsidR="008C5C61" w:rsidRPr="004C3E92">
        <w:t xml:space="preserve">espère que vous </w:t>
      </w:r>
      <w:r w:rsidR="008C5C61" w:rsidRPr="004C3E92">
        <w:lastRenderedPageBreak/>
        <w:t>l</w:t>
      </w:r>
      <w:r>
        <w:t>’</w:t>
      </w:r>
      <w:r w:rsidR="008C5C61" w:rsidRPr="004C3E92">
        <w:t>aurez r</w:t>
      </w:r>
      <w:r w:rsidR="008C5C61" w:rsidRPr="004C3E92">
        <w:t>e</w:t>
      </w:r>
      <w:r w:rsidR="008C5C61" w:rsidRPr="004C3E92">
        <w:t>meublée à neuf</w:t>
      </w:r>
      <w:r>
        <w:t xml:space="preserve">, </w:t>
      </w:r>
      <w:r w:rsidR="008C5C61" w:rsidRPr="004C3E92">
        <w:t>car elle en avait grand besoin quand j</w:t>
      </w:r>
      <w:r>
        <w:t>’</w:t>
      </w:r>
      <w:r w:rsidR="008C5C61" w:rsidRPr="004C3E92">
        <w:t>y ai s</w:t>
      </w:r>
      <w:r w:rsidR="008C5C61" w:rsidRPr="004C3E92">
        <w:t>é</w:t>
      </w:r>
      <w:r w:rsidR="008C5C61" w:rsidRPr="004C3E92">
        <w:t>journé</w:t>
      </w:r>
      <w:r>
        <w:t xml:space="preserve">, </w:t>
      </w:r>
      <w:r w:rsidR="008C5C61" w:rsidRPr="004C3E92">
        <w:t>il y a six ans</w:t>
      </w:r>
      <w:r>
        <w:t>.</w:t>
      </w:r>
    </w:p>
    <w:p w14:paraId="7AA67E6F" w14:textId="77777777" w:rsidR="004A4993" w:rsidRDefault="008C5C61" w:rsidP="004A4993">
      <w:r w:rsidRPr="004C3E92">
        <w:t>Marianne se détourna</w:t>
      </w:r>
      <w:r w:rsidR="004A4993">
        <w:t xml:space="preserve">, </w:t>
      </w:r>
      <w:r w:rsidRPr="004C3E92">
        <w:t>fort confuse</w:t>
      </w:r>
      <w:r w:rsidR="004A4993">
        <w:t xml:space="preserve">. </w:t>
      </w:r>
      <w:r w:rsidRPr="004C3E92">
        <w:t>Mrs</w:t>
      </w:r>
      <w:r w:rsidR="004A4993">
        <w:t xml:space="preserve">. </w:t>
      </w:r>
      <w:r w:rsidRPr="004C3E92">
        <w:t>Jennings rit de bon cœur</w:t>
      </w:r>
      <w:r w:rsidR="004A4993">
        <w:t xml:space="preserve">, </w:t>
      </w:r>
      <w:r w:rsidRPr="004C3E92">
        <w:t xml:space="preserve">et </w:t>
      </w:r>
      <w:proofErr w:type="spellStart"/>
      <w:r w:rsidRPr="004C3E92">
        <w:t>Elinor</w:t>
      </w:r>
      <w:proofErr w:type="spellEnd"/>
      <w:r w:rsidRPr="004C3E92">
        <w:t xml:space="preserve"> découvrit que</w:t>
      </w:r>
      <w:r w:rsidR="004A4993">
        <w:t xml:space="preserve">, </w:t>
      </w:r>
      <w:r w:rsidRPr="004C3E92">
        <w:t>dans sa résolution de savoir où ils étaient allés</w:t>
      </w:r>
      <w:r w:rsidR="004A4993">
        <w:t xml:space="preserve">, </w:t>
      </w:r>
      <w:r w:rsidRPr="004C3E92">
        <w:t>elle avait bel et bien chargé sa propre femme de chambre de s</w:t>
      </w:r>
      <w:r w:rsidR="004A4993">
        <w:t>’</w:t>
      </w:r>
      <w:r w:rsidRPr="004C3E92">
        <w:t>enquérir auprès du palefrenier de Mr</w:t>
      </w:r>
      <w:r w:rsidR="004A4993">
        <w:t xml:space="preserve">. </w:t>
      </w:r>
      <w:r w:rsidRPr="004C3E92">
        <w:t>Wi</w:t>
      </w:r>
      <w:r w:rsidRPr="004C3E92">
        <w:t>l</w:t>
      </w:r>
      <w:r w:rsidRPr="004C3E92">
        <w:t>loughby</w:t>
      </w:r>
      <w:r w:rsidR="004A4993">
        <w:t xml:space="preserve">, </w:t>
      </w:r>
      <w:r w:rsidRPr="004C3E92">
        <w:t>et qu</w:t>
      </w:r>
      <w:r w:rsidR="004A4993">
        <w:t>’</w:t>
      </w:r>
      <w:r w:rsidRPr="004C3E92">
        <w:t>elle avait appris</w:t>
      </w:r>
      <w:r w:rsidR="004A4993">
        <w:t xml:space="preserve">, </w:t>
      </w:r>
      <w:r w:rsidRPr="004C3E92">
        <w:t>par cette méthode</w:t>
      </w:r>
      <w:r w:rsidR="004A4993">
        <w:t xml:space="preserve">, </w:t>
      </w:r>
      <w:r w:rsidRPr="004C3E92">
        <w:t>qu</w:t>
      </w:r>
      <w:r w:rsidR="004A4993">
        <w:t>’</w:t>
      </w:r>
      <w:r w:rsidRPr="004C3E92">
        <w:t xml:space="preserve">ils étaient allés à </w:t>
      </w:r>
      <w:proofErr w:type="spellStart"/>
      <w:r w:rsidRPr="004C3E92">
        <w:t>Allenham</w:t>
      </w:r>
      <w:proofErr w:type="spellEnd"/>
      <w:r w:rsidR="004A4993">
        <w:t xml:space="preserve">, </w:t>
      </w:r>
      <w:r w:rsidRPr="004C3E92">
        <w:t>et avaient passé un temps considérable à se promener dans le jardin</w:t>
      </w:r>
      <w:r w:rsidR="004A4993">
        <w:t xml:space="preserve">, </w:t>
      </w:r>
      <w:r w:rsidRPr="004C3E92">
        <w:t>et à parcourir toute la maison</w:t>
      </w:r>
      <w:r w:rsidR="004A4993">
        <w:t>.</w:t>
      </w:r>
    </w:p>
    <w:p w14:paraId="11CFF5E6" w14:textId="77777777" w:rsidR="004A4993" w:rsidRDefault="008C5C61" w:rsidP="004A4993">
      <w:proofErr w:type="spellStart"/>
      <w:r w:rsidRPr="004C3E92">
        <w:t>Elinor</w:t>
      </w:r>
      <w:proofErr w:type="spellEnd"/>
      <w:r w:rsidRPr="004C3E92">
        <w:t xml:space="preserve"> eut peine à croire que cela fût vrai</w:t>
      </w:r>
      <w:r w:rsidR="004A4993">
        <w:t xml:space="preserve">, </w:t>
      </w:r>
      <w:r w:rsidRPr="004C3E92">
        <w:t>car il semblait fort peu probable que Willoughby proposât</w:t>
      </w:r>
      <w:r w:rsidR="004A4993">
        <w:t xml:space="preserve">, </w:t>
      </w:r>
      <w:r w:rsidRPr="004C3E92">
        <w:t>ou que Marianne acceptât</w:t>
      </w:r>
      <w:r w:rsidR="004A4993">
        <w:t xml:space="preserve">, </w:t>
      </w:r>
      <w:r w:rsidRPr="004C3E92">
        <w:t>d</w:t>
      </w:r>
      <w:r w:rsidR="004A4993">
        <w:t>’</w:t>
      </w:r>
      <w:r w:rsidRPr="004C3E92">
        <w:t>entrer dans la maison pendant qu</w:t>
      </w:r>
      <w:r w:rsidR="004A4993">
        <w:t>’</w:t>
      </w:r>
      <w:r w:rsidRPr="004C3E92">
        <w:t>elle était habitée par Mrs</w:t>
      </w:r>
      <w:r w:rsidR="004A4993">
        <w:t xml:space="preserve">. </w:t>
      </w:r>
      <w:r w:rsidRPr="004C3E92">
        <w:t>Smith</w:t>
      </w:r>
      <w:r w:rsidR="004A4993">
        <w:t xml:space="preserve">, </w:t>
      </w:r>
      <w:r w:rsidRPr="004C3E92">
        <w:t>que Marianne ne connaissait absolument pas</w:t>
      </w:r>
      <w:r w:rsidR="004A4993">
        <w:t>.</w:t>
      </w:r>
    </w:p>
    <w:p w14:paraId="4E94F438" w14:textId="77777777" w:rsidR="004A4993" w:rsidRDefault="008C5C61" w:rsidP="004A4993">
      <w:r w:rsidRPr="004C3E92">
        <w:t>Dès qu</w:t>
      </w:r>
      <w:r w:rsidR="004A4993">
        <w:t>’</w:t>
      </w:r>
      <w:r w:rsidRPr="004C3E92">
        <w:t>elles eurent quitté la salle à manger</w:t>
      </w:r>
      <w:r w:rsidR="004A4993">
        <w:t xml:space="preserve">, </w:t>
      </w:r>
      <w:proofErr w:type="spellStart"/>
      <w:r w:rsidRPr="004C3E92">
        <w:t>Elinor</w:t>
      </w:r>
      <w:proofErr w:type="spellEnd"/>
      <w:r w:rsidRPr="004C3E92">
        <w:t xml:space="preserve"> s</w:t>
      </w:r>
      <w:r w:rsidR="004A4993">
        <w:t>’</w:t>
      </w:r>
      <w:r w:rsidRPr="004C3E92">
        <w:t>enquit à ce sujet auprès de sa sœur</w:t>
      </w:r>
      <w:r w:rsidR="004A4993">
        <w:t xml:space="preserve"> ; </w:t>
      </w:r>
      <w:r w:rsidRPr="004C3E92">
        <w:t>et sa surprise fut grande quand e</w:t>
      </w:r>
      <w:r w:rsidRPr="004C3E92">
        <w:t>l</w:t>
      </w:r>
      <w:r w:rsidRPr="004C3E92">
        <w:t>le constata que chacune des circonstances rapportées par Mrs</w:t>
      </w:r>
      <w:r w:rsidR="004A4993">
        <w:t xml:space="preserve">. </w:t>
      </w:r>
      <w:r w:rsidRPr="004C3E92">
        <w:t>Jennings était parfaitement exacte</w:t>
      </w:r>
      <w:r w:rsidR="004A4993">
        <w:t xml:space="preserve">. </w:t>
      </w:r>
      <w:r w:rsidRPr="004C3E92">
        <w:t>Marianne s</w:t>
      </w:r>
      <w:r w:rsidR="004A4993">
        <w:t>’</w:t>
      </w:r>
      <w:r w:rsidRPr="004C3E92">
        <w:t>emporta même bel et bien contre elle</w:t>
      </w:r>
      <w:r w:rsidR="004A4993">
        <w:t xml:space="preserve">, </w:t>
      </w:r>
      <w:r w:rsidRPr="004C3E92">
        <w:t>pour en avoir douté</w:t>
      </w:r>
      <w:r w:rsidR="004A4993">
        <w:t>.</w:t>
      </w:r>
    </w:p>
    <w:p w14:paraId="50EBAD2D" w14:textId="77777777" w:rsidR="004A4993" w:rsidRDefault="004A4993" w:rsidP="004A4993">
      <w:r>
        <w:t>— </w:t>
      </w:r>
      <w:r w:rsidR="008C5C61" w:rsidRPr="004C3E92">
        <w:t>Pourquoi t</w:t>
      </w:r>
      <w:r>
        <w:t>’</w:t>
      </w:r>
      <w:r w:rsidR="008C5C61" w:rsidRPr="004C3E92">
        <w:t>imaginerais-tu</w:t>
      </w:r>
      <w:r>
        <w:t xml:space="preserve">, </w:t>
      </w:r>
      <w:proofErr w:type="spellStart"/>
      <w:r w:rsidR="008C5C61" w:rsidRPr="004C3E92">
        <w:t>Elinor</w:t>
      </w:r>
      <w:proofErr w:type="spellEnd"/>
      <w:r>
        <w:t xml:space="preserve">, </w:t>
      </w:r>
      <w:r w:rsidR="008C5C61" w:rsidRPr="004C3E92">
        <w:t>que nous n</w:t>
      </w:r>
      <w:r>
        <w:t>’</w:t>
      </w:r>
      <w:r w:rsidR="008C5C61" w:rsidRPr="004C3E92">
        <w:t>y sommes pas allés</w:t>
      </w:r>
      <w:r>
        <w:t xml:space="preserve">, </w:t>
      </w:r>
      <w:r w:rsidR="008C5C61" w:rsidRPr="004C3E92">
        <w:t>ou que nous n</w:t>
      </w:r>
      <w:r>
        <w:t>’</w:t>
      </w:r>
      <w:r w:rsidR="008C5C61" w:rsidRPr="004C3E92">
        <w:t>avons pas visité la maison</w:t>
      </w:r>
      <w:r>
        <w:t xml:space="preserve"> ? </w:t>
      </w:r>
      <w:r w:rsidR="008C5C61" w:rsidRPr="004C3E92">
        <w:t>N</w:t>
      </w:r>
      <w:r>
        <w:t>’</w:t>
      </w:r>
      <w:r w:rsidR="008C5C61" w:rsidRPr="004C3E92">
        <w:t>est-ce pas là ce que tu as</w:t>
      </w:r>
      <w:r>
        <w:t xml:space="preserve">, </w:t>
      </w:r>
      <w:r w:rsidR="008C5C61" w:rsidRPr="004C3E92">
        <w:t>toi-même</w:t>
      </w:r>
      <w:r>
        <w:t xml:space="preserve">, </w:t>
      </w:r>
      <w:r w:rsidR="008C5C61" w:rsidRPr="004C3E92">
        <w:t>souvent désiré faire</w:t>
      </w:r>
      <w:r>
        <w:t> ?</w:t>
      </w:r>
    </w:p>
    <w:p w14:paraId="74BF8D85" w14:textId="77777777" w:rsidR="004A4993" w:rsidRDefault="004A4993" w:rsidP="004A4993">
      <w:r>
        <w:t>— </w:t>
      </w:r>
      <w:r w:rsidR="008C5C61" w:rsidRPr="004C3E92">
        <w:t>Oui</w:t>
      </w:r>
      <w:r>
        <w:t xml:space="preserve">, </w:t>
      </w:r>
      <w:r w:rsidR="008C5C61" w:rsidRPr="004C3E92">
        <w:t>Marianne</w:t>
      </w:r>
      <w:r>
        <w:t xml:space="preserve"> ; </w:t>
      </w:r>
      <w:r w:rsidR="008C5C61" w:rsidRPr="004C3E92">
        <w:t>mais je ne voudrais pas y aller pendant que Mrs</w:t>
      </w:r>
      <w:r>
        <w:t xml:space="preserve">. </w:t>
      </w:r>
      <w:r w:rsidR="008C5C61" w:rsidRPr="004C3E92">
        <w:t>Smith y habite</w:t>
      </w:r>
      <w:r>
        <w:t xml:space="preserve">, </w:t>
      </w:r>
      <w:r w:rsidR="008C5C61" w:rsidRPr="004C3E92">
        <w:t>et sans aucun autre compagnon que Mr</w:t>
      </w:r>
      <w:r>
        <w:t xml:space="preserve">. </w:t>
      </w:r>
      <w:r w:rsidR="008C5C61" w:rsidRPr="004C3E92">
        <w:t>Willoughby</w:t>
      </w:r>
      <w:r>
        <w:t>.</w:t>
      </w:r>
    </w:p>
    <w:p w14:paraId="2103F569" w14:textId="77777777" w:rsidR="004A4993" w:rsidRDefault="004A4993" w:rsidP="004A4993">
      <w:r>
        <w:t>— </w:t>
      </w:r>
      <w:r w:rsidR="008C5C61" w:rsidRPr="004C3E92">
        <w:t>Pourtant</w:t>
      </w:r>
      <w:r>
        <w:t xml:space="preserve">, </w:t>
      </w:r>
      <w:r w:rsidR="008C5C61" w:rsidRPr="004C3E92">
        <w:t>Mr</w:t>
      </w:r>
      <w:r>
        <w:t xml:space="preserve">. </w:t>
      </w:r>
      <w:r w:rsidR="008C5C61" w:rsidRPr="004C3E92">
        <w:t>Willoughby est la seule personne qui pui</w:t>
      </w:r>
      <w:r w:rsidR="008C5C61" w:rsidRPr="004C3E92">
        <w:t>s</w:t>
      </w:r>
      <w:r w:rsidR="008C5C61" w:rsidRPr="004C3E92">
        <w:t>se avoir le droit de faire visiter cette maison</w:t>
      </w:r>
      <w:r>
        <w:t xml:space="preserve"> ; </w:t>
      </w:r>
      <w:r w:rsidR="008C5C61" w:rsidRPr="004C3E92">
        <w:t>et comme il est parti en voiture découverte</w:t>
      </w:r>
      <w:r>
        <w:t xml:space="preserve">, </w:t>
      </w:r>
      <w:r w:rsidR="008C5C61" w:rsidRPr="004C3E92">
        <w:t>il était impossible d</w:t>
      </w:r>
      <w:r>
        <w:t>’</w:t>
      </w:r>
      <w:r w:rsidR="008C5C61" w:rsidRPr="004C3E92">
        <w:t>avoir un autre compagnon</w:t>
      </w:r>
      <w:r>
        <w:t xml:space="preserve">. </w:t>
      </w:r>
      <w:r w:rsidR="008C5C61" w:rsidRPr="004C3E92">
        <w:t>Je n</w:t>
      </w:r>
      <w:r>
        <w:t>’</w:t>
      </w:r>
      <w:r w:rsidR="008C5C61" w:rsidRPr="004C3E92">
        <w:t>ai</w:t>
      </w:r>
      <w:r>
        <w:t xml:space="preserve">, </w:t>
      </w:r>
      <w:r w:rsidR="008C5C61" w:rsidRPr="004C3E92">
        <w:t>de ma vie</w:t>
      </w:r>
      <w:r>
        <w:t xml:space="preserve">, </w:t>
      </w:r>
      <w:r w:rsidR="008C5C61" w:rsidRPr="004C3E92">
        <w:t>passé une matinée plus agréable</w:t>
      </w:r>
      <w:r>
        <w:t>.</w:t>
      </w:r>
    </w:p>
    <w:p w14:paraId="545622BD" w14:textId="77777777" w:rsidR="004A4993" w:rsidRDefault="004A4993" w:rsidP="004A4993">
      <w:r>
        <w:lastRenderedPageBreak/>
        <w:t>— </w:t>
      </w:r>
      <w:r w:rsidR="008C5C61" w:rsidRPr="004C3E92">
        <w:t>Je crains bien</w:t>
      </w:r>
      <w:r>
        <w:t xml:space="preserve">, </w:t>
      </w:r>
      <w:r w:rsidR="008C5C61" w:rsidRPr="004C3E92">
        <w:t xml:space="preserve">répondit </w:t>
      </w:r>
      <w:proofErr w:type="spellStart"/>
      <w:r w:rsidR="008C5C61" w:rsidRPr="004C3E92">
        <w:t>Elinor</w:t>
      </w:r>
      <w:proofErr w:type="spellEnd"/>
      <w:r>
        <w:t xml:space="preserve">, </w:t>
      </w:r>
      <w:r w:rsidR="008C5C61" w:rsidRPr="004C3E92">
        <w:t>que l</w:t>
      </w:r>
      <w:r>
        <w:t>’</w:t>
      </w:r>
      <w:r w:rsidR="008C5C61" w:rsidRPr="004C3E92">
        <w:t>agrément d</w:t>
      </w:r>
      <w:r>
        <w:t>’</w:t>
      </w:r>
      <w:r w:rsidR="008C5C61" w:rsidRPr="004C3E92">
        <w:t>une o</w:t>
      </w:r>
      <w:r w:rsidR="008C5C61" w:rsidRPr="004C3E92">
        <w:t>c</w:t>
      </w:r>
      <w:r w:rsidR="008C5C61" w:rsidRPr="004C3E92">
        <w:t>cupation n</w:t>
      </w:r>
      <w:r>
        <w:t>’</w:t>
      </w:r>
      <w:r w:rsidR="008C5C61" w:rsidRPr="004C3E92">
        <w:t>en prouve pas toujours la bienséance</w:t>
      </w:r>
      <w:r>
        <w:t>.</w:t>
      </w:r>
    </w:p>
    <w:p w14:paraId="41A57631" w14:textId="77777777" w:rsidR="004A4993" w:rsidRDefault="004A4993" w:rsidP="004A4993">
      <w:r>
        <w:t>— </w:t>
      </w:r>
      <w:r w:rsidR="008C5C61" w:rsidRPr="004C3E92">
        <w:t>Au contraire</w:t>
      </w:r>
      <w:r>
        <w:t xml:space="preserve">, </w:t>
      </w:r>
      <w:r w:rsidR="008C5C61" w:rsidRPr="004C3E92">
        <w:t>rien n</w:t>
      </w:r>
      <w:r>
        <w:t>’</w:t>
      </w:r>
      <w:r w:rsidR="008C5C61" w:rsidRPr="004C3E92">
        <w:t>en saurait constituer une meilleure preuve</w:t>
      </w:r>
      <w:r>
        <w:t xml:space="preserve">, </w:t>
      </w:r>
      <w:proofErr w:type="spellStart"/>
      <w:r w:rsidR="008C5C61" w:rsidRPr="004C3E92">
        <w:t>Elinor</w:t>
      </w:r>
      <w:proofErr w:type="spellEnd"/>
      <w:r>
        <w:t xml:space="preserve"> ; </w:t>
      </w:r>
      <w:r w:rsidR="008C5C61" w:rsidRPr="004C3E92">
        <w:t>car s</w:t>
      </w:r>
      <w:r>
        <w:t>’</w:t>
      </w:r>
      <w:r w:rsidR="008C5C61" w:rsidRPr="004C3E92">
        <w:t>il y avait eu quelque inconvenance réelle dans ce que j</w:t>
      </w:r>
      <w:r>
        <w:t>’</w:t>
      </w:r>
      <w:r w:rsidR="008C5C61" w:rsidRPr="004C3E92">
        <w:t>ai fait</w:t>
      </w:r>
      <w:r>
        <w:t xml:space="preserve">, </w:t>
      </w:r>
      <w:r w:rsidR="008C5C61" w:rsidRPr="004C3E92">
        <w:t>j</w:t>
      </w:r>
      <w:r>
        <w:t>’</w:t>
      </w:r>
      <w:r w:rsidR="008C5C61" w:rsidRPr="004C3E92">
        <w:t>en aurais eu conscience sur le moment</w:t>
      </w:r>
      <w:r>
        <w:t xml:space="preserve">, </w:t>
      </w:r>
      <w:r w:rsidR="008C5C61" w:rsidRPr="004C3E92">
        <w:t>car nous savons toujours quand nous faisons quelque chose de r</w:t>
      </w:r>
      <w:r w:rsidR="008C5C61" w:rsidRPr="004C3E92">
        <w:t>é</w:t>
      </w:r>
      <w:r w:rsidR="008C5C61" w:rsidRPr="004C3E92">
        <w:t>préhensible</w:t>
      </w:r>
      <w:r>
        <w:t xml:space="preserve">, </w:t>
      </w:r>
      <w:r w:rsidR="008C5C61" w:rsidRPr="004C3E92">
        <w:t>et avec une telle conviction je n</w:t>
      </w:r>
      <w:r>
        <w:t>’</w:t>
      </w:r>
      <w:r w:rsidR="008C5C61" w:rsidRPr="004C3E92">
        <w:t>aurais pu avoir a</w:t>
      </w:r>
      <w:r w:rsidR="008C5C61" w:rsidRPr="004C3E92">
        <w:t>u</w:t>
      </w:r>
      <w:r w:rsidR="008C5C61" w:rsidRPr="004C3E92">
        <w:t>cun plaisir</w:t>
      </w:r>
      <w:r>
        <w:t>.</w:t>
      </w:r>
    </w:p>
    <w:p w14:paraId="2BC36F88" w14:textId="77777777" w:rsidR="004A4993" w:rsidRDefault="004A4993" w:rsidP="004A4993">
      <w:r>
        <w:t>— </w:t>
      </w:r>
      <w:r w:rsidR="008C5C61" w:rsidRPr="004C3E92">
        <w:t>Mais</w:t>
      </w:r>
      <w:r>
        <w:t xml:space="preserve">, </w:t>
      </w:r>
      <w:r w:rsidR="008C5C61" w:rsidRPr="004C3E92">
        <w:t>ma chère Marianne</w:t>
      </w:r>
      <w:r>
        <w:t xml:space="preserve">, </w:t>
      </w:r>
      <w:r w:rsidR="008C5C61" w:rsidRPr="004C3E92">
        <w:t>comme elle t</w:t>
      </w:r>
      <w:r>
        <w:t>’</w:t>
      </w:r>
      <w:r w:rsidR="008C5C61" w:rsidRPr="004C3E92">
        <w:t>a déjà exposée à quelques remarques fort impertinentes</w:t>
      </w:r>
      <w:r>
        <w:t xml:space="preserve">, </w:t>
      </w:r>
      <w:r w:rsidR="008C5C61" w:rsidRPr="004C3E92">
        <w:t>ne commences-tu pas maintenant à douter de la bienséance de ta propre conduite</w:t>
      </w:r>
      <w:r>
        <w:t> ?</w:t>
      </w:r>
    </w:p>
    <w:p w14:paraId="576D454E" w14:textId="77777777" w:rsidR="004A4993" w:rsidRDefault="004A4993" w:rsidP="004A4993">
      <w:r>
        <w:t>— </w:t>
      </w:r>
      <w:r w:rsidR="008C5C61" w:rsidRPr="004C3E92">
        <w:t>S</w:t>
      </w:r>
      <w:r>
        <w:t>’</w:t>
      </w:r>
      <w:r w:rsidR="008C5C61" w:rsidRPr="004C3E92">
        <w:t>il faut que les remarques impertinentes de Mrs</w:t>
      </w:r>
      <w:r>
        <w:t xml:space="preserve">. </w:t>
      </w:r>
      <w:r w:rsidR="008C5C61" w:rsidRPr="004C3E92">
        <w:t>Je</w:t>
      </w:r>
      <w:r w:rsidR="008C5C61" w:rsidRPr="004C3E92">
        <w:t>n</w:t>
      </w:r>
      <w:r w:rsidR="008C5C61" w:rsidRPr="004C3E92">
        <w:t>nings soient une preuve de conduite inconvenante</w:t>
      </w:r>
      <w:r>
        <w:t xml:space="preserve">, </w:t>
      </w:r>
      <w:r w:rsidR="008C5C61" w:rsidRPr="004C3E92">
        <w:t>nous p</w:t>
      </w:r>
      <w:r w:rsidR="008C5C61" w:rsidRPr="004C3E92">
        <w:t>é</w:t>
      </w:r>
      <w:r w:rsidR="008C5C61" w:rsidRPr="004C3E92">
        <w:t>chons tous</w:t>
      </w:r>
      <w:r>
        <w:t xml:space="preserve">, </w:t>
      </w:r>
      <w:r w:rsidR="008C5C61" w:rsidRPr="004C3E92">
        <w:t>à chaque instant de notre vie</w:t>
      </w:r>
      <w:r>
        <w:t xml:space="preserve">. </w:t>
      </w:r>
      <w:r w:rsidR="008C5C61" w:rsidRPr="004C3E92">
        <w:t>Je n</w:t>
      </w:r>
      <w:r>
        <w:t>’</w:t>
      </w:r>
      <w:r w:rsidR="008C5C61" w:rsidRPr="004C3E92">
        <w:t>attache pas plus de valeur à son blâme que je n</w:t>
      </w:r>
      <w:r>
        <w:t>’</w:t>
      </w:r>
      <w:r w:rsidR="008C5C61" w:rsidRPr="004C3E92">
        <w:t>en ferais à ses éloges</w:t>
      </w:r>
      <w:r>
        <w:t xml:space="preserve">. </w:t>
      </w:r>
      <w:r w:rsidR="008C5C61" w:rsidRPr="004C3E92">
        <w:t>Je n</w:t>
      </w:r>
      <w:r>
        <w:t>’</w:t>
      </w:r>
      <w:r w:rsidR="008C5C61" w:rsidRPr="004C3E92">
        <w:t>ai pas conscience d</w:t>
      </w:r>
      <w:r>
        <w:t>’</w:t>
      </w:r>
      <w:r w:rsidR="008C5C61" w:rsidRPr="004C3E92">
        <w:t>avoir mal agi en parcourant le parc de Mrs</w:t>
      </w:r>
      <w:r>
        <w:t xml:space="preserve">. </w:t>
      </w:r>
      <w:r w:rsidR="008C5C61" w:rsidRPr="004C3E92">
        <w:t>Smith</w:t>
      </w:r>
      <w:r>
        <w:t xml:space="preserve">, </w:t>
      </w:r>
      <w:r w:rsidR="008C5C61" w:rsidRPr="004C3E92">
        <w:t>ni en visitant sa maison</w:t>
      </w:r>
      <w:r>
        <w:t xml:space="preserve">. </w:t>
      </w:r>
      <w:r w:rsidR="008C5C61" w:rsidRPr="004C3E92">
        <w:t>Ils appartiendront un jour à Mr</w:t>
      </w:r>
      <w:r>
        <w:t xml:space="preserve">. </w:t>
      </w:r>
      <w:r w:rsidR="008C5C61" w:rsidRPr="004C3E92">
        <w:t>Wi</w:t>
      </w:r>
      <w:r w:rsidR="008C5C61" w:rsidRPr="004C3E92">
        <w:t>l</w:t>
      </w:r>
      <w:r w:rsidR="008C5C61" w:rsidRPr="004C3E92">
        <w:t>loughby</w:t>
      </w:r>
      <w:r>
        <w:t xml:space="preserve">, </w:t>
      </w:r>
      <w:r w:rsidR="008C5C61" w:rsidRPr="004C3E92">
        <w:t>et</w:t>
      </w:r>
      <w:r>
        <w:t>…</w:t>
      </w:r>
    </w:p>
    <w:p w14:paraId="641BD4AC" w14:textId="77777777" w:rsidR="004A4993" w:rsidRDefault="004A4993" w:rsidP="004A4993">
      <w:r>
        <w:t>— </w:t>
      </w:r>
      <w:r w:rsidR="008C5C61" w:rsidRPr="004C3E92">
        <w:t>S</w:t>
      </w:r>
      <w:r>
        <w:t>’</w:t>
      </w:r>
      <w:r w:rsidR="008C5C61" w:rsidRPr="004C3E92">
        <w:t>ils devaient un jour t</w:t>
      </w:r>
      <w:r>
        <w:t>’</w:t>
      </w:r>
      <w:r w:rsidR="008C5C61" w:rsidRPr="004C3E92">
        <w:t>appartenir</w:t>
      </w:r>
      <w:r>
        <w:t xml:space="preserve">, </w:t>
      </w:r>
      <w:r w:rsidR="008C5C61" w:rsidRPr="004C3E92">
        <w:t>à toi</w:t>
      </w:r>
      <w:r>
        <w:t xml:space="preserve">, </w:t>
      </w:r>
      <w:r w:rsidR="008C5C61" w:rsidRPr="004C3E92">
        <w:t>Marianne</w:t>
      </w:r>
      <w:r>
        <w:t xml:space="preserve">, </w:t>
      </w:r>
      <w:r w:rsidR="008C5C61" w:rsidRPr="004C3E92">
        <w:t>tu ne serais pas justifiée à faire ce que tu as fait</w:t>
      </w:r>
      <w:r>
        <w:t>.</w:t>
      </w:r>
    </w:p>
    <w:p w14:paraId="07837BB4" w14:textId="77777777" w:rsidR="004A4993" w:rsidRDefault="008C5C61" w:rsidP="004A4993">
      <w:r w:rsidRPr="004C3E92">
        <w:t>Elle rougit à cette insinuation</w:t>
      </w:r>
      <w:r w:rsidR="004A4993">
        <w:t xml:space="preserve"> ; </w:t>
      </w:r>
      <w:r w:rsidRPr="004C3E92">
        <w:t>mais elle lui fut même vis</w:t>
      </w:r>
      <w:r w:rsidRPr="004C3E92">
        <w:t>i</w:t>
      </w:r>
      <w:r w:rsidRPr="004C3E92">
        <w:t>blement agréable</w:t>
      </w:r>
      <w:r w:rsidR="004A4993">
        <w:t xml:space="preserve"> ; </w:t>
      </w:r>
      <w:r w:rsidRPr="004C3E92">
        <w:t>et après un intervalle de réflexion sérieuse qui dura dix minutes</w:t>
      </w:r>
      <w:r w:rsidR="004A4993">
        <w:t xml:space="preserve">, </w:t>
      </w:r>
      <w:r w:rsidRPr="004C3E92">
        <w:t>elle revint auprès de sa sœur</w:t>
      </w:r>
      <w:r w:rsidR="004A4993">
        <w:t xml:space="preserve">, </w:t>
      </w:r>
      <w:r w:rsidRPr="004C3E92">
        <w:t>et dit</w:t>
      </w:r>
      <w:r w:rsidR="004A4993">
        <w:t xml:space="preserve">, </w:t>
      </w:r>
      <w:r w:rsidRPr="004C3E92">
        <w:t>avec beaucoup de bonne humeur</w:t>
      </w:r>
      <w:r w:rsidR="004A4993">
        <w:t> :</w:t>
      </w:r>
    </w:p>
    <w:p w14:paraId="1AD3922F" w14:textId="77777777" w:rsidR="004A4993" w:rsidRDefault="004A4993" w:rsidP="004A4993">
      <w:r>
        <w:t>— </w:t>
      </w:r>
      <w:r w:rsidR="008C5C61" w:rsidRPr="004C3E92">
        <w:t>Peut-être</w:t>
      </w:r>
      <w:r>
        <w:t xml:space="preserve">, </w:t>
      </w:r>
      <w:proofErr w:type="spellStart"/>
      <w:r w:rsidR="008C5C61" w:rsidRPr="004C3E92">
        <w:t>Elinor</w:t>
      </w:r>
      <w:proofErr w:type="spellEnd"/>
      <w:r>
        <w:t xml:space="preserve">, </w:t>
      </w:r>
      <w:r w:rsidR="008C5C61" w:rsidRPr="004C3E92">
        <w:t>cela a-t-il été un peu inconsidéré de ma part d</w:t>
      </w:r>
      <w:r>
        <w:t>’</w:t>
      </w:r>
      <w:r w:rsidR="008C5C61" w:rsidRPr="004C3E92">
        <w:t xml:space="preserve">aller à </w:t>
      </w:r>
      <w:proofErr w:type="spellStart"/>
      <w:r w:rsidR="008C5C61" w:rsidRPr="004C3E92">
        <w:t>Allenham</w:t>
      </w:r>
      <w:proofErr w:type="spellEnd"/>
      <w:r>
        <w:t xml:space="preserve"> ; </w:t>
      </w:r>
      <w:r w:rsidR="008C5C61" w:rsidRPr="004C3E92">
        <w:t>mais Mr</w:t>
      </w:r>
      <w:r>
        <w:t xml:space="preserve">. </w:t>
      </w:r>
      <w:r w:rsidR="008C5C61" w:rsidRPr="004C3E92">
        <w:t>Willoughby désirait partic</w:t>
      </w:r>
      <w:r w:rsidR="008C5C61" w:rsidRPr="004C3E92">
        <w:t>u</w:t>
      </w:r>
      <w:r w:rsidR="008C5C61" w:rsidRPr="004C3E92">
        <w:t>lièrement me faire voir la propriété</w:t>
      </w:r>
      <w:r>
        <w:t xml:space="preserve"> ; </w:t>
      </w:r>
      <w:r w:rsidR="008C5C61" w:rsidRPr="004C3E92">
        <w:t>et c</w:t>
      </w:r>
      <w:r>
        <w:t>’</w:t>
      </w:r>
      <w:r w:rsidR="008C5C61" w:rsidRPr="004C3E92">
        <w:t>est une maison cha</w:t>
      </w:r>
      <w:r w:rsidR="008C5C61" w:rsidRPr="004C3E92">
        <w:t>r</w:t>
      </w:r>
      <w:r w:rsidR="008C5C61" w:rsidRPr="004C3E92">
        <w:t>mante</w:t>
      </w:r>
      <w:r>
        <w:t xml:space="preserve">, </w:t>
      </w:r>
      <w:r w:rsidR="008C5C61" w:rsidRPr="004C3E92">
        <w:t>je t</w:t>
      </w:r>
      <w:r>
        <w:t>’</w:t>
      </w:r>
      <w:r w:rsidR="008C5C61" w:rsidRPr="004C3E92">
        <w:t>assure</w:t>
      </w:r>
      <w:r>
        <w:t xml:space="preserve">. </w:t>
      </w:r>
      <w:r w:rsidR="008C5C61" w:rsidRPr="004C3E92">
        <w:t>Il y a</w:t>
      </w:r>
      <w:r>
        <w:t xml:space="preserve">, </w:t>
      </w:r>
      <w:r w:rsidR="008C5C61" w:rsidRPr="004C3E92">
        <w:t>à l</w:t>
      </w:r>
      <w:r>
        <w:t>’</w:t>
      </w:r>
      <w:r w:rsidR="008C5C61" w:rsidRPr="004C3E92">
        <w:t>étage</w:t>
      </w:r>
      <w:r>
        <w:t xml:space="preserve">, </w:t>
      </w:r>
      <w:r w:rsidR="008C5C61" w:rsidRPr="004C3E92">
        <w:t>une pièce d</w:t>
      </w:r>
      <w:r>
        <w:t>’</w:t>
      </w:r>
      <w:r w:rsidR="008C5C61" w:rsidRPr="004C3E92">
        <w:t>habitation rema</w:t>
      </w:r>
      <w:r w:rsidR="008C5C61" w:rsidRPr="004C3E92">
        <w:t>r</w:t>
      </w:r>
      <w:r w:rsidR="008C5C61" w:rsidRPr="004C3E92">
        <w:t>quablement jolie</w:t>
      </w:r>
      <w:r>
        <w:t xml:space="preserve">, </w:t>
      </w:r>
      <w:r w:rsidR="008C5C61" w:rsidRPr="004C3E92">
        <w:t xml:space="preserve">de dimensions agréables et </w:t>
      </w:r>
      <w:r w:rsidR="008C5C61" w:rsidRPr="004C3E92">
        <w:lastRenderedPageBreak/>
        <w:t>confortables pour l</w:t>
      </w:r>
      <w:r>
        <w:t>’</w:t>
      </w:r>
      <w:r w:rsidR="008C5C61" w:rsidRPr="004C3E92">
        <w:t>usage constant</w:t>
      </w:r>
      <w:r>
        <w:t xml:space="preserve">, </w:t>
      </w:r>
      <w:r w:rsidR="008C5C61" w:rsidRPr="004C3E92">
        <w:t>et</w:t>
      </w:r>
      <w:r>
        <w:t xml:space="preserve">, </w:t>
      </w:r>
      <w:r w:rsidR="008C5C61" w:rsidRPr="004C3E92">
        <w:t>avec un mobilier moderne</w:t>
      </w:r>
      <w:r>
        <w:t xml:space="preserve">, </w:t>
      </w:r>
      <w:r w:rsidR="008C5C61" w:rsidRPr="004C3E92">
        <w:t>elle serait ravi</w:t>
      </w:r>
      <w:r w:rsidR="008C5C61" w:rsidRPr="004C3E92">
        <w:t>s</w:t>
      </w:r>
      <w:r w:rsidR="008C5C61" w:rsidRPr="004C3E92">
        <w:t>sante</w:t>
      </w:r>
      <w:r>
        <w:t xml:space="preserve">. </w:t>
      </w:r>
      <w:r w:rsidR="008C5C61" w:rsidRPr="004C3E92">
        <w:t>C</w:t>
      </w:r>
      <w:r>
        <w:t>’</w:t>
      </w:r>
      <w:r w:rsidR="008C5C61" w:rsidRPr="004C3E92">
        <w:t>est une pièce d</w:t>
      </w:r>
      <w:r>
        <w:t>’</w:t>
      </w:r>
      <w:r w:rsidR="008C5C61" w:rsidRPr="004C3E92">
        <w:t>angle</w:t>
      </w:r>
      <w:r>
        <w:t xml:space="preserve">, </w:t>
      </w:r>
      <w:r w:rsidR="008C5C61" w:rsidRPr="004C3E92">
        <w:t>et elle a des fenêtres sur deux c</w:t>
      </w:r>
      <w:r w:rsidR="008C5C61" w:rsidRPr="004C3E92">
        <w:t>ô</w:t>
      </w:r>
      <w:r w:rsidR="008C5C61" w:rsidRPr="004C3E92">
        <w:t>tés</w:t>
      </w:r>
      <w:r>
        <w:t xml:space="preserve">. </w:t>
      </w:r>
      <w:r w:rsidR="008C5C61" w:rsidRPr="004C3E92">
        <w:t>D</w:t>
      </w:r>
      <w:r>
        <w:t>’</w:t>
      </w:r>
      <w:r w:rsidR="008C5C61" w:rsidRPr="004C3E92">
        <w:t>un côté</w:t>
      </w:r>
      <w:r>
        <w:t xml:space="preserve">, </w:t>
      </w:r>
      <w:r w:rsidR="008C5C61" w:rsidRPr="004C3E92">
        <w:t>l</w:t>
      </w:r>
      <w:r>
        <w:t>’</w:t>
      </w:r>
      <w:r w:rsidR="008C5C61" w:rsidRPr="004C3E92">
        <w:t>on a vue par-dessus le boulingrin</w:t>
      </w:r>
      <w:r>
        <w:t xml:space="preserve">, </w:t>
      </w:r>
      <w:r w:rsidR="008C5C61" w:rsidRPr="004C3E92">
        <w:t>derrière la maison</w:t>
      </w:r>
      <w:r>
        <w:t xml:space="preserve">, </w:t>
      </w:r>
      <w:r w:rsidR="008C5C61" w:rsidRPr="004C3E92">
        <w:t>sur un magnifique bois surplombant</w:t>
      </w:r>
      <w:r>
        <w:t xml:space="preserve"> ; </w:t>
      </w:r>
      <w:r w:rsidR="008C5C61" w:rsidRPr="004C3E92">
        <w:t>et de l</w:t>
      </w:r>
      <w:r>
        <w:t>’</w:t>
      </w:r>
      <w:r w:rsidR="008C5C61" w:rsidRPr="004C3E92">
        <w:t>autre</w:t>
      </w:r>
      <w:r>
        <w:t xml:space="preserve">, </w:t>
      </w:r>
      <w:r w:rsidR="008C5C61" w:rsidRPr="004C3E92">
        <w:t>on aperçoit l</w:t>
      </w:r>
      <w:r>
        <w:t>’</w:t>
      </w:r>
      <w:r w:rsidR="008C5C61" w:rsidRPr="004C3E92">
        <w:t>église et le village</w:t>
      </w:r>
      <w:r>
        <w:t xml:space="preserve">, </w:t>
      </w:r>
      <w:r w:rsidR="008C5C61" w:rsidRPr="004C3E92">
        <w:t>et</w:t>
      </w:r>
      <w:r>
        <w:t xml:space="preserve">, </w:t>
      </w:r>
      <w:proofErr w:type="spellStart"/>
      <w:r w:rsidR="008C5C61" w:rsidRPr="004C3E92">
        <w:t>au delà</w:t>
      </w:r>
      <w:proofErr w:type="spellEnd"/>
      <w:r>
        <w:t xml:space="preserve">, </w:t>
      </w:r>
      <w:r w:rsidR="008C5C61" w:rsidRPr="004C3E92">
        <w:t>ces belles collines bien marquées que nous avons si souvent admirées</w:t>
      </w:r>
      <w:r>
        <w:t xml:space="preserve">. </w:t>
      </w:r>
      <w:r w:rsidR="008C5C61" w:rsidRPr="004C3E92">
        <w:t>Je ne l</w:t>
      </w:r>
      <w:r>
        <w:t>’</w:t>
      </w:r>
      <w:r w:rsidR="008C5C61" w:rsidRPr="004C3E92">
        <w:t>ai pas vue à son avantage</w:t>
      </w:r>
      <w:r>
        <w:t xml:space="preserve">, </w:t>
      </w:r>
      <w:r w:rsidR="008C5C61" w:rsidRPr="004C3E92">
        <w:t>car rien ne saurait être plus triste que ce mob</w:t>
      </w:r>
      <w:r w:rsidR="008C5C61" w:rsidRPr="004C3E92">
        <w:t>i</w:t>
      </w:r>
      <w:r w:rsidR="008C5C61" w:rsidRPr="004C3E92">
        <w:t>lier</w:t>
      </w:r>
      <w:r>
        <w:t xml:space="preserve"> ; </w:t>
      </w:r>
      <w:r w:rsidR="008C5C61" w:rsidRPr="004C3E92">
        <w:t>mais si elle était remise à neuf</w:t>
      </w:r>
      <w:r>
        <w:t xml:space="preserve">… – </w:t>
      </w:r>
      <w:r w:rsidR="008C5C61" w:rsidRPr="004C3E92">
        <w:t>avec deux cents livres</w:t>
      </w:r>
      <w:r>
        <w:t xml:space="preserve">, </w:t>
      </w:r>
      <w:r w:rsidR="008C5C61" w:rsidRPr="004C3E92">
        <w:t>dit Willoughby</w:t>
      </w:r>
      <w:r>
        <w:t xml:space="preserve">, </w:t>
      </w:r>
      <w:r w:rsidR="008C5C61" w:rsidRPr="004C3E92">
        <w:t>on en ferait l</w:t>
      </w:r>
      <w:r>
        <w:t>’</w:t>
      </w:r>
      <w:r w:rsidR="008C5C61" w:rsidRPr="004C3E92">
        <w:t>une des pièces d</w:t>
      </w:r>
      <w:r>
        <w:t>’</w:t>
      </w:r>
      <w:r w:rsidR="008C5C61" w:rsidRPr="004C3E92">
        <w:t>été les plus agré</w:t>
      </w:r>
      <w:r w:rsidR="008C5C61" w:rsidRPr="004C3E92">
        <w:t>a</w:t>
      </w:r>
      <w:r w:rsidR="008C5C61" w:rsidRPr="004C3E92">
        <w:t>bles d</w:t>
      </w:r>
      <w:r>
        <w:t>’</w:t>
      </w:r>
      <w:r w:rsidR="008C5C61" w:rsidRPr="004C3E92">
        <w:t>Angleterre</w:t>
      </w:r>
      <w:r>
        <w:t>.</w:t>
      </w:r>
    </w:p>
    <w:p w14:paraId="10EDD4F3" w14:textId="77777777" w:rsidR="004A4993" w:rsidRDefault="008C5C61" w:rsidP="004A4993">
      <w:r w:rsidRPr="004C3E92">
        <w:t xml:space="preserve">Si </w:t>
      </w:r>
      <w:proofErr w:type="spellStart"/>
      <w:r w:rsidRPr="004C3E92">
        <w:t>Elinor</w:t>
      </w:r>
      <w:proofErr w:type="spellEnd"/>
      <w:r w:rsidRPr="004C3E92">
        <w:t xml:space="preserve"> avait pu l</w:t>
      </w:r>
      <w:r w:rsidR="004A4993">
        <w:t>’</w:t>
      </w:r>
      <w:r w:rsidRPr="004C3E92">
        <w:t>écouter sans interruption de la part des autres</w:t>
      </w:r>
      <w:r w:rsidR="004A4993">
        <w:t xml:space="preserve">, </w:t>
      </w:r>
      <w:r w:rsidRPr="004C3E92">
        <w:t>Marianne eût décrit avec un ravissement égal chacune des pièces de la maison</w:t>
      </w:r>
      <w:r w:rsidR="004A4993">
        <w:t>.</w:t>
      </w:r>
    </w:p>
    <w:p w14:paraId="503C4243" w14:textId="419BCBFF" w:rsidR="008C5C61" w:rsidRPr="004C3E92" w:rsidRDefault="008C5C61" w:rsidP="004A4993">
      <w:pPr>
        <w:pStyle w:val="Titre1"/>
      </w:pPr>
      <w:bookmarkStart w:id="13" w:name="_Toc196409798"/>
      <w:r w:rsidRPr="004C3E92">
        <w:lastRenderedPageBreak/>
        <w:t>CHAPITRE XIV</w:t>
      </w:r>
      <w:bookmarkEnd w:id="13"/>
      <w:r w:rsidRPr="004C3E92">
        <w:br/>
      </w:r>
    </w:p>
    <w:p w14:paraId="07F7E0A3" w14:textId="77777777" w:rsidR="004A4993" w:rsidRDefault="008C5C61" w:rsidP="004A4993">
      <w:r w:rsidRPr="004C3E92">
        <w:t>La terminaison soudaine de séjour du colonel Brandon au Park</w:t>
      </w:r>
      <w:r w:rsidR="004A4993">
        <w:t xml:space="preserve">, </w:t>
      </w:r>
      <w:r w:rsidRPr="004C3E92">
        <w:t>jointe à la fermeté avec laquelle il en dissimula la cause</w:t>
      </w:r>
      <w:r w:rsidR="004A4993">
        <w:t xml:space="preserve">, </w:t>
      </w:r>
      <w:r w:rsidRPr="004C3E92">
        <w:t>emplit l</w:t>
      </w:r>
      <w:r w:rsidR="004A4993">
        <w:t>’</w:t>
      </w:r>
      <w:r w:rsidRPr="004C3E92">
        <w:t>esprit et suscita l</w:t>
      </w:r>
      <w:r w:rsidR="004A4993">
        <w:t>’</w:t>
      </w:r>
      <w:r w:rsidRPr="004C3E92">
        <w:t>étonnement de Mrs</w:t>
      </w:r>
      <w:r w:rsidR="004A4993">
        <w:t xml:space="preserve">. </w:t>
      </w:r>
      <w:r w:rsidRPr="004C3E92">
        <w:t>Jennings pendant deux ou trois jours</w:t>
      </w:r>
      <w:r w:rsidR="004A4993">
        <w:t xml:space="preserve"> : </w:t>
      </w:r>
      <w:r w:rsidRPr="004C3E92">
        <w:t>elle pratiquait assidûment l</w:t>
      </w:r>
      <w:r w:rsidR="004A4993">
        <w:t>’</w:t>
      </w:r>
      <w:r w:rsidRPr="004C3E92">
        <w:t>étonnement</w:t>
      </w:r>
      <w:r w:rsidR="004A4993">
        <w:t xml:space="preserve">, </w:t>
      </w:r>
      <w:r w:rsidRPr="004C3E92">
        <w:t>comme doit le faire nécessairement quiconque s</w:t>
      </w:r>
      <w:r w:rsidR="004A4993">
        <w:t>’</w:t>
      </w:r>
      <w:r w:rsidRPr="004C3E92">
        <w:t>intéresse d</w:t>
      </w:r>
      <w:r w:rsidR="004A4993">
        <w:t>’</w:t>
      </w:r>
      <w:r w:rsidRPr="004C3E92">
        <w:t>une façon particulièrement vive à toutes les allées et venues des pe</w:t>
      </w:r>
      <w:r w:rsidRPr="004C3E92">
        <w:t>r</w:t>
      </w:r>
      <w:r w:rsidRPr="004C3E92">
        <w:t>sonnes de sa connaissance</w:t>
      </w:r>
      <w:r w:rsidR="004A4993">
        <w:t xml:space="preserve">. </w:t>
      </w:r>
      <w:r w:rsidRPr="004C3E92">
        <w:t>Elle se demanda</w:t>
      </w:r>
      <w:r w:rsidR="004A4993">
        <w:t xml:space="preserve">, </w:t>
      </w:r>
      <w:r w:rsidRPr="004C3E92">
        <w:t>presque sans r</w:t>
      </w:r>
      <w:r w:rsidRPr="004C3E92">
        <w:t>é</w:t>
      </w:r>
      <w:r w:rsidRPr="004C3E92">
        <w:t>mission</w:t>
      </w:r>
      <w:r w:rsidR="004A4993">
        <w:t xml:space="preserve">, </w:t>
      </w:r>
      <w:r w:rsidRPr="004C3E92">
        <w:t>ce qui pouvait en être la cause</w:t>
      </w:r>
      <w:r w:rsidR="004A4993">
        <w:t xml:space="preserve"> ; </w:t>
      </w:r>
      <w:r w:rsidRPr="004C3E92">
        <w:t>elle était sûre qu</w:t>
      </w:r>
      <w:r w:rsidR="004A4993">
        <w:t>’</w:t>
      </w:r>
      <w:r w:rsidRPr="004C3E92">
        <w:t>il d</w:t>
      </w:r>
      <w:r w:rsidRPr="004C3E92">
        <w:t>e</w:t>
      </w:r>
      <w:r w:rsidRPr="004C3E92">
        <w:t>vait y avoir quelque mauvaise nouvelle</w:t>
      </w:r>
      <w:r w:rsidR="004A4993">
        <w:t xml:space="preserve">, </w:t>
      </w:r>
      <w:r w:rsidRPr="004C3E92">
        <w:t>et réfléchit à chacune des formes de malheur qui aurait pu lui advenir</w:t>
      </w:r>
      <w:r w:rsidR="004A4993">
        <w:t xml:space="preserve">, </w:t>
      </w:r>
      <w:r w:rsidRPr="004C3E92">
        <w:t>avec la résol</w:t>
      </w:r>
      <w:r w:rsidRPr="004C3E92">
        <w:t>u</w:t>
      </w:r>
      <w:r w:rsidRPr="004C3E92">
        <w:t>tion bien arrêtée qu</w:t>
      </w:r>
      <w:r w:rsidR="004A4993">
        <w:t>’</w:t>
      </w:r>
      <w:r w:rsidRPr="004C3E92">
        <w:t>il n</w:t>
      </w:r>
      <w:r w:rsidR="004A4993">
        <w:t>’</w:t>
      </w:r>
      <w:r w:rsidRPr="004C3E92">
        <w:t>échapperait pas à toutes</w:t>
      </w:r>
      <w:r w:rsidR="004A4993">
        <w:t>.</w:t>
      </w:r>
    </w:p>
    <w:p w14:paraId="5E00C559" w14:textId="77777777" w:rsidR="004A4993" w:rsidRDefault="004A4993" w:rsidP="004A4993">
      <w:r>
        <w:t>— </w:t>
      </w:r>
      <w:r w:rsidR="008C5C61" w:rsidRPr="004C3E92">
        <w:t>Il doit se passer quelque chose de fort mélancolique</w:t>
      </w:r>
      <w:r>
        <w:t xml:space="preserve">, </w:t>
      </w:r>
      <w:r w:rsidR="008C5C61" w:rsidRPr="004C3E92">
        <w:t>à coup sûr</w:t>
      </w:r>
      <w:r>
        <w:t xml:space="preserve">, </w:t>
      </w:r>
      <w:r w:rsidR="008C5C61" w:rsidRPr="004C3E92">
        <w:t>dit-elle</w:t>
      </w:r>
      <w:r>
        <w:t xml:space="preserve">. </w:t>
      </w:r>
      <w:r w:rsidR="008C5C61" w:rsidRPr="004C3E92">
        <w:t>Je l</w:t>
      </w:r>
      <w:r>
        <w:t>’</w:t>
      </w:r>
      <w:r w:rsidR="008C5C61" w:rsidRPr="004C3E92">
        <w:t>ai vu à son visage</w:t>
      </w:r>
      <w:r>
        <w:t xml:space="preserve">. </w:t>
      </w:r>
      <w:r w:rsidR="008C5C61" w:rsidRPr="004C3E92">
        <w:t>Pauvre homme</w:t>
      </w:r>
      <w:r>
        <w:t xml:space="preserve"> ! </w:t>
      </w:r>
      <w:r w:rsidR="008C5C61" w:rsidRPr="004C3E92">
        <w:t>Je crains que ses affaires ne soient mal en point</w:t>
      </w:r>
      <w:r>
        <w:t xml:space="preserve">. </w:t>
      </w:r>
      <w:r w:rsidR="008C5C61" w:rsidRPr="004C3E92">
        <w:t xml:space="preserve">Le domaine de </w:t>
      </w:r>
      <w:proofErr w:type="spellStart"/>
      <w:r w:rsidR="008C5C61" w:rsidRPr="004C3E92">
        <w:t>Delaford</w:t>
      </w:r>
      <w:proofErr w:type="spellEnd"/>
      <w:r w:rsidR="008C5C61" w:rsidRPr="004C3E92">
        <w:t xml:space="preserve"> n</w:t>
      </w:r>
      <w:r>
        <w:t>’</w:t>
      </w:r>
      <w:r w:rsidR="008C5C61" w:rsidRPr="004C3E92">
        <w:t>a jamais été estimé rapporter plus de deux mille l</w:t>
      </w:r>
      <w:r w:rsidR="008C5C61" w:rsidRPr="004C3E92">
        <w:t>i</w:t>
      </w:r>
      <w:r w:rsidR="008C5C61" w:rsidRPr="004C3E92">
        <w:t>vres par an</w:t>
      </w:r>
      <w:r>
        <w:t xml:space="preserve">, </w:t>
      </w:r>
      <w:r w:rsidR="008C5C61" w:rsidRPr="004C3E92">
        <w:t>et son frère a laissé partout des dettes lamentables</w:t>
      </w:r>
      <w:r>
        <w:t xml:space="preserve">. </w:t>
      </w:r>
      <w:r w:rsidR="008C5C61" w:rsidRPr="004C3E92">
        <w:t>Je crois vraiment qu</w:t>
      </w:r>
      <w:r>
        <w:t>’</w:t>
      </w:r>
      <w:r w:rsidR="008C5C61" w:rsidRPr="004C3E92">
        <w:t>on a dû l</w:t>
      </w:r>
      <w:r>
        <w:t>’</w:t>
      </w:r>
      <w:r w:rsidR="008C5C61" w:rsidRPr="004C3E92">
        <w:t>appeler pour des questions d</w:t>
      </w:r>
      <w:r>
        <w:t>’</w:t>
      </w:r>
      <w:r w:rsidR="008C5C61" w:rsidRPr="004C3E92">
        <w:t>argent</w:t>
      </w:r>
      <w:r>
        <w:t xml:space="preserve">, </w:t>
      </w:r>
      <w:r w:rsidR="008C5C61" w:rsidRPr="004C3E92">
        <w:t>car qu</w:t>
      </w:r>
      <w:r>
        <w:t>’</w:t>
      </w:r>
      <w:r w:rsidR="008C5C61" w:rsidRPr="004C3E92">
        <w:t>est-ce que cela peut être</w:t>
      </w:r>
      <w:r>
        <w:t xml:space="preserve">, </w:t>
      </w:r>
      <w:r w:rsidR="008C5C61" w:rsidRPr="004C3E92">
        <w:t>à part cela</w:t>
      </w:r>
      <w:r>
        <w:t xml:space="preserve"> ? </w:t>
      </w:r>
      <w:r w:rsidR="008C5C61" w:rsidRPr="004C3E92">
        <w:t>Je me demande s</w:t>
      </w:r>
      <w:r>
        <w:t>’</w:t>
      </w:r>
      <w:r w:rsidR="008C5C61" w:rsidRPr="004C3E92">
        <w:t>il en est ainsi</w:t>
      </w:r>
      <w:r>
        <w:t xml:space="preserve">. </w:t>
      </w:r>
      <w:r w:rsidR="008C5C61" w:rsidRPr="004C3E92">
        <w:t>Je donnerais n</w:t>
      </w:r>
      <w:r>
        <w:t>’</w:t>
      </w:r>
      <w:r w:rsidR="008C5C61" w:rsidRPr="004C3E92">
        <w:t>importe quoi pour s</w:t>
      </w:r>
      <w:r w:rsidR="008C5C61" w:rsidRPr="004C3E92">
        <w:t>a</w:t>
      </w:r>
      <w:r w:rsidR="008C5C61" w:rsidRPr="004C3E92">
        <w:t>voir le fond de l</w:t>
      </w:r>
      <w:r>
        <w:t>’</w:t>
      </w:r>
      <w:r w:rsidR="008C5C61" w:rsidRPr="004C3E92">
        <w:t>affaire</w:t>
      </w:r>
      <w:r>
        <w:t xml:space="preserve">. </w:t>
      </w:r>
      <w:r w:rsidR="008C5C61" w:rsidRPr="004C3E92">
        <w:t>Il s</w:t>
      </w:r>
      <w:r>
        <w:t>’</w:t>
      </w:r>
      <w:r w:rsidR="008C5C61" w:rsidRPr="004C3E92">
        <w:t>agit peut-être de miss Williams</w:t>
      </w:r>
      <w:r>
        <w:t xml:space="preserve">, </w:t>
      </w:r>
      <w:r w:rsidR="008C5C61" w:rsidRPr="004C3E92">
        <w:t>et</w:t>
      </w:r>
      <w:r>
        <w:t xml:space="preserve">, </w:t>
      </w:r>
      <w:r w:rsidR="008C5C61" w:rsidRPr="004C3E92">
        <w:t>soit dit en passant</w:t>
      </w:r>
      <w:r>
        <w:t xml:space="preserve">, </w:t>
      </w:r>
      <w:r w:rsidR="008C5C61" w:rsidRPr="004C3E92">
        <w:t>je crois bien que c</w:t>
      </w:r>
      <w:r>
        <w:t>’</w:t>
      </w:r>
      <w:r w:rsidR="008C5C61" w:rsidRPr="004C3E92">
        <w:t>est cela</w:t>
      </w:r>
      <w:r>
        <w:t xml:space="preserve">, </w:t>
      </w:r>
      <w:r w:rsidR="008C5C61" w:rsidRPr="004C3E92">
        <w:t>parce qu</w:t>
      </w:r>
      <w:r>
        <w:t>’</w:t>
      </w:r>
      <w:r w:rsidR="008C5C61" w:rsidRPr="004C3E92">
        <w:t>il a pris un air tellement gêné quand j</w:t>
      </w:r>
      <w:r>
        <w:t>’</w:t>
      </w:r>
      <w:r w:rsidR="008C5C61" w:rsidRPr="004C3E92">
        <w:t>ai prononcé son nom</w:t>
      </w:r>
      <w:r>
        <w:t xml:space="preserve">. </w:t>
      </w:r>
      <w:r w:rsidR="008C5C61" w:rsidRPr="004C3E92">
        <w:t>Peut-être est-elle malade à Londres</w:t>
      </w:r>
      <w:r>
        <w:t xml:space="preserve"> ; </w:t>
      </w:r>
      <w:r w:rsidR="008C5C61" w:rsidRPr="004C3E92">
        <w:t>il n</w:t>
      </w:r>
      <w:r>
        <w:t>’</w:t>
      </w:r>
      <w:r w:rsidR="008C5C61" w:rsidRPr="004C3E92">
        <w:t>y a rien au monde de plus pr</w:t>
      </w:r>
      <w:r w:rsidR="008C5C61" w:rsidRPr="004C3E92">
        <w:t>o</w:t>
      </w:r>
      <w:r w:rsidR="008C5C61" w:rsidRPr="004C3E92">
        <w:t>bable</w:t>
      </w:r>
      <w:r>
        <w:t xml:space="preserve">, </w:t>
      </w:r>
      <w:r w:rsidR="008C5C61" w:rsidRPr="004C3E92">
        <w:t>car j</w:t>
      </w:r>
      <w:r>
        <w:t>’</w:t>
      </w:r>
      <w:r w:rsidR="008C5C61" w:rsidRPr="004C3E92">
        <w:t>ai idée qu</w:t>
      </w:r>
      <w:r>
        <w:t>’</w:t>
      </w:r>
      <w:r w:rsidR="008C5C61" w:rsidRPr="004C3E92">
        <w:t>elle est toujours un peu maladive</w:t>
      </w:r>
      <w:r>
        <w:t xml:space="preserve">. </w:t>
      </w:r>
      <w:r w:rsidR="008C5C61" w:rsidRPr="004C3E92">
        <w:t>Je p</w:t>
      </w:r>
      <w:r w:rsidR="008C5C61" w:rsidRPr="004C3E92">
        <w:t>a</w:t>
      </w:r>
      <w:r w:rsidR="008C5C61" w:rsidRPr="004C3E92">
        <w:t>rierais bien n</w:t>
      </w:r>
      <w:r>
        <w:t>’</w:t>
      </w:r>
      <w:r w:rsidR="008C5C61" w:rsidRPr="004C3E92">
        <w:t>importe quoi qu</w:t>
      </w:r>
      <w:r>
        <w:t>’</w:t>
      </w:r>
      <w:r w:rsidR="008C5C61" w:rsidRPr="004C3E92">
        <w:t>il s</w:t>
      </w:r>
      <w:r>
        <w:t>’</w:t>
      </w:r>
      <w:r w:rsidR="008C5C61" w:rsidRPr="004C3E92">
        <w:t>agit de miss Williams</w:t>
      </w:r>
      <w:r>
        <w:t xml:space="preserve">. </w:t>
      </w:r>
      <w:r w:rsidR="008C5C61" w:rsidRPr="004C3E92">
        <w:t>Il n</w:t>
      </w:r>
      <w:r>
        <w:t>’</w:t>
      </w:r>
      <w:r w:rsidR="008C5C61" w:rsidRPr="004C3E92">
        <w:t>est pas tellement probable qu</w:t>
      </w:r>
      <w:r>
        <w:t>’</w:t>
      </w:r>
      <w:r w:rsidR="008C5C61" w:rsidRPr="004C3E92">
        <w:t>il soit matériellement gêné à présent</w:t>
      </w:r>
      <w:r>
        <w:t xml:space="preserve">, </w:t>
      </w:r>
      <w:r w:rsidR="008C5C61" w:rsidRPr="004C3E92">
        <w:t>car c</w:t>
      </w:r>
      <w:r>
        <w:t>’</w:t>
      </w:r>
      <w:r w:rsidR="008C5C61" w:rsidRPr="004C3E92">
        <w:t>est un homme très prudent</w:t>
      </w:r>
      <w:r>
        <w:t xml:space="preserve">, </w:t>
      </w:r>
      <w:r w:rsidR="008C5C61" w:rsidRPr="004C3E92">
        <w:t>et</w:t>
      </w:r>
      <w:r>
        <w:t xml:space="preserve">, </w:t>
      </w:r>
      <w:r w:rsidR="008C5C61" w:rsidRPr="004C3E92">
        <w:lastRenderedPageBreak/>
        <w:t>assurément</w:t>
      </w:r>
      <w:r>
        <w:t xml:space="preserve">, </w:t>
      </w:r>
      <w:r w:rsidR="008C5C61" w:rsidRPr="004C3E92">
        <w:t>il a dû déjà purger le domaine des dettes qui le grevaient</w:t>
      </w:r>
      <w:r>
        <w:t xml:space="preserve">. </w:t>
      </w:r>
      <w:r w:rsidR="008C5C61" w:rsidRPr="004C3E92">
        <w:t>Je me demande ce que cela peut être</w:t>
      </w:r>
      <w:r>
        <w:t xml:space="preserve"> ! </w:t>
      </w:r>
      <w:r w:rsidR="008C5C61" w:rsidRPr="004C3E92">
        <w:t>Peut-être sa sœur va-t-elle plus mal</w:t>
      </w:r>
      <w:r>
        <w:t xml:space="preserve">, </w:t>
      </w:r>
      <w:r w:rsidR="008C5C61" w:rsidRPr="004C3E92">
        <w:t>à Avignon</w:t>
      </w:r>
      <w:r>
        <w:t xml:space="preserve">, </w:t>
      </w:r>
      <w:r w:rsidR="008C5C61" w:rsidRPr="004C3E92">
        <w:t>et l</w:t>
      </w:r>
      <w:r>
        <w:t>’</w:t>
      </w:r>
      <w:r w:rsidR="008C5C61" w:rsidRPr="004C3E92">
        <w:t>a-t-elle fait appeler</w:t>
      </w:r>
      <w:r>
        <w:t xml:space="preserve">. </w:t>
      </w:r>
      <w:r w:rsidR="008C5C61" w:rsidRPr="004C3E92">
        <w:t>Son départ en telle hâte se</w:t>
      </w:r>
      <w:r w:rsidR="008C5C61" w:rsidRPr="004C3E92">
        <w:t>m</w:t>
      </w:r>
      <w:r w:rsidR="008C5C61" w:rsidRPr="004C3E92">
        <w:t>ble bien l</w:t>
      </w:r>
      <w:r>
        <w:t>’</w:t>
      </w:r>
      <w:r w:rsidR="008C5C61" w:rsidRPr="004C3E92">
        <w:t>indiquer</w:t>
      </w:r>
      <w:r>
        <w:t xml:space="preserve">. </w:t>
      </w:r>
      <w:r w:rsidR="008C5C61" w:rsidRPr="004C3E92">
        <w:t>Enfin</w:t>
      </w:r>
      <w:r>
        <w:t xml:space="preserve">, </w:t>
      </w:r>
      <w:r w:rsidR="008C5C61" w:rsidRPr="004C3E92">
        <w:t>je lui souhaite de tout cœur de se tirer d</w:t>
      </w:r>
      <w:r>
        <w:t>’</w:t>
      </w:r>
      <w:r w:rsidR="008C5C61" w:rsidRPr="004C3E92">
        <w:t>embarras</w:t>
      </w:r>
      <w:r>
        <w:t xml:space="preserve">, </w:t>
      </w:r>
      <w:r w:rsidR="008C5C61" w:rsidRPr="004C3E92">
        <w:t>et de trouver par-dessus le marché une bonne épouse</w:t>
      </w:r>
      <w:r>
        <w:t>.</w:t>
      </w:r>
    </w:p>
    <w:p w14:paraId="34BF2442" w14:textId="77777777" w:rsidR="004A4993" w:rsidRDefault="008C5C61" w:rsidP="004A4993">
      <w:r w:rsidRPr="004C3E92">
        <w:t>Ainsi s</w:t>
      </w:r>
      <w:r w:rsidR="004A4993">
        <w:t>’</w:t>
      </w:r>
      <w:r w:rsidRPr="004C3E92">
        <w:t>étonnait</w:t>
      </w:r>
      <w:r w:rsidR="004A4993">
        <w:t xml:space="preserve">, </w:t>
      </w:r>
      <w:r w:rsidRPr="004C3E92">
        <w:t>ainsi parlait Mrs</w:t>
      </w:r>
      <w:r w:rsidR="004A4993">
        <w:t xml:space="preserve">. </w:t>
      </w:r>
      <w:r w:rsidRPr="004C3E92">
        <w:t>Jennings</w:t>
      </w:r>
      <w:r w:rsidR="004A4993">
        <w:t xml:space="preserve"> : </w:t>
      </w:r>
      <w:r w:rsidRPr="004C3E92">
        <w:t>son opinion variait avec chaque conjecture nouvelle</w:t>
      </w:r>
      <w:r w:rsidR="004A4993">
        <w:t xml:space="preserve">, </w:t>
      </w:r>
      <w:r w:rsidRPr="004C3E92">
        <w:t>dont chacune semblait également probable à mesure qu</w:t>
      </w:r>
      <w:r w:rsidR="004A4993">
        <w:t>’</w:t>
      </w:r>
      <w:r w:rsidRPr="004C3E92">
        <w:t>elle se présentait</w:t>
      </w:r>
      <w:r w:rsidR="004A4993">
        <w:t xml:space="preserve">. </w:t>
      </w:r>
      <w:proofErr w:type="spellStart"/>
      <w:r w:rsidRPr="004C3E92">
        <w:t>Elinor</w:t>
      </w:r>
      <w:proofErr w:type="spellEnd"/>
      <w:r w:rsidR="004A4993">
        <w:t xml:space="preserve">, </w:t>
      </w:r>
      <w:r w:rsidRPr="004C3E92">
        <w:t>bien qu</w:t>
      </w:r>
      <w:r w:rsidR="004A4993">
        <w:t>’</w:t>
      </w:r>
      <w:r w:rsidRPr="004C3E92">
        <w:t>elle s</w:t>
      </w:r>
      <w:r w:rsidR="004A4993">
        <w:t>’</w:t>
      </w:r>
      <w:r w:rsidRPr="004C3E92">
        <w:t>intéressât sincèrement au bonheur du colonel Brandon</w:t>
      </w:r>
      <w:r w:rsidR="004A4993">
        <w:t xml:space="preserve">, </w:t>
      </w:r>
      <w:r w:rsidRPr="004C3E92">
        <w:t>fut incapable de consacrer à son départ soudain tout l</w:t>
      </w:r>
      <w:r w:rsidR="004A4993">
        <w:t>’</w:t>
      </w:r>
      <w:r w:rsidRPr="004C3E92">
        <w:t>étonnement que Mrs</w:t>
      </w:r>
      <w:r w:rsidR="004A4993">
        <w:t xml:space="preserve">. </w:t>
      </w:r>
      <w:r w:rsidRPr="004C3E92">
        <w:t>Jennings eût voulu lui faire éprouver</w:t>
      </w:r>
      <w:r w:rsidR="004A4993">
        <w:t xml:space="preserve"> ; </w:t>
      </w:r>
      <w:r w:rsidRPr="004C3E92">
        <w:t>car outre que les circonstances n</w:t>
      </w:r>
      <w:r w:rsidR="004A4993">
        <w:t>’</w:t>
      </w:r>
      <w:r w:rsidRPr="004C3E92">
        <w:t>eussent pas</w:t>
      </w:r>
      <w:r w:rsidR="004A4993">
        <w:t xml:space="preserve">, </w:t>
      </w:r>
      <w:r w:rsidRPr="004C3E92">
        <w:t>à son avis</w:t>
      </w:r>
      <w:r w:rsidR="004A4993">
        <w:t xml:space="preserve">, </w:t>
      </w:r>
      <w:r w:rsidRPr="004C3E92">
        <w:t>justifié un étonnement aussi durable</w:t>
      </w:r>
      <w:r w:rsidR="004A4993">
        <w:t xml:space="preserve">, </w:t>
      </w:r>
      <w:r w:rsidRPr="004C3E92">
        <w:t>ni une telle variété de conject</w:t>
      </w:r>
      <w:r w:rsidRPr="004C3E92">
        <w:t>u</w:t>
      </w:r>
      <w:r w:rsidRPr="004C3E92">
        <w:t>res</w:t>
      </w:r>
      <w:r w:rsidR="004A4993">
        <w:t xml:space="preserve">, </w:t>
      </w:r>
      <w:r w:rsidRPr="004C3E92">
        <w:t>ses facultés d</w:t>
      </w:r>
      <w:r w:rsidR="004A4993">
        <w:t>’</w:t>
      </w:r>
      <w:r w:rsidRPr="004C3E92">
        <w:t>étonnement étaient occupées par ailleurs</w:t>
      </w:r>
      <w:r w:rsidR="004A4993">
        <w:t xml:space="preserve">. </w:t>
      </w:r>
      <w:r w:rsidRPr="004C3E92">
        <w:t>E</w:t>
      </w:r>
      <w:r w:rsidRPr="004C3E92">
        <w:t>l</w:t>
      </w:r>
      <w:r w:rsidRPr="004C3E92">
        <w:t>les étaient accaparées par le silence extraordinaire de Willoug</w:t>
      </w:r>
      <w:r w:rsidRPr="004C3E92">
        <w:t>h</w:t>
      </w:r>
      <w:r w:rsidRPr="004C3E92">
        <w:t>by et de sa sœur touchant la question qui</w:t>
      </w:r>
      <w:r w:rsidR="004A4993">
        <w:t xml:space="preserve">, </w:t>
      </w:r>
      <w:r w:rsidRPr="004C3E92">
        <w:t>ils devaient le savoir</w:t>
      </w:r>
      <w:r w:rsidR="004A4993">
        <w:t xml:space="preserve">, </w:t>
      </w:r>
      <w:r w:rsidRPr="004C3E92">
        <w:t>était particulièrement intéressante pour eux tous</w:t>
      </w:r>
      <w:r w:rsidR="004A4993">
        <w:t xml:space="preserve">. </w:t>
      </w:r>
      <w:r w:rsidRPr="004C3E92">
        <w:t>À mesure que ce silence se prolongeait</w:t>
      </w:r>
      <w:r w:rsidR="004A4993">
        <w:t xml:space="preserve">, </w:t>
      </w:r>
      <w:r w:rsidRPr="004C3E92">
        <w:t>chaque jour le faisait paraître plus étrange et plus incompatible avec leur caractère</w:t>
      </w:r>
      <w:r w:rsidR="004A4993">
        <w:t xml:space="preserve">, </w:t>
      </w:r>
      <w:r w:rsidRPr="004C3E92">
        <w:t>à tous deux</w:t>
      </w:r>
      <w:r w:rsidR="004A4993">
        <w:t xml:space="preserve">. </w:t>
      </w:r>
      <w:r w:rsidRPr="004C3E92">
        <w:t>Pourquoi ils n</w:t>
      </w:r>
      <w:r w:rsidR="004A4993">
        <w:t>’</w:t>
      </w:r>
      <w:r w:rsidRPr="004C3E92">
        <w:t>avouaient pas ouvertement à Mrs</w:t>
      </w:r>
      <w:r w:rsidR="004A4993">
        <w:t xml:space="preserve">. </w:t>
      </w:r>
      <w:proofErr w:type="spellStart"/>
      <w:r w:rsidRPr="004C3E92">
        <w:t>Dashwood</w:t>
      </w:r>
      <w:proofErr w:type="spellEnd"/>
      <w:r w:rsidRPr="004C3E92">
        <w:t xml:space="preserve"> et à elle-même ce que leur attitude constante l</w:t>
      </w:r>
      <w:r w:rsidR="004A4993">
        <w:t>’</w:t>
      </w:r>
      <w:r w:rsidRPr="004C3E92">
        <w:t>un envers l</w:t>
      </w:r>
      <w:r w:rsidR="004A4993">
        <w:t>’</w:t>
      </w:r>
      <w:r w:rsidRPr="004C3E92">
        <w:t>autre d</w:t>
      </w:r>
      <w:r w:rsidRPr="004C3E92">
        <w:t>é</w:t>
      </w:r>
      <w:r w:rsidRPr="004C3E92">
        <w:t>clarait avoir eu lieu</w:t>
      </w:r>
      <w:r w:rsidR="004A4993">
        <w:t xml:space="preserve"> – </w:t>
      </w:r>
      <w:r w:rsidRPr="004C3E92">
        <w:t>voilà ce qu</w:t>
      </w:r>
      <w:r w:rsidR="004A4993">
        <w:t>’</w:t>
      </w:r>
      <w:proofErr w:type="spellStart"/>
      <w:r w:rsidRPr="004C3E92">
        <w:t>Elinor</w:t>
      </w:r>
      <w:proofErr w:type="spellEnd"/>
      <w:r w:rsidRPr="004C3E92">
        <w:t xml:space="preserve"> ne pouvait comprendre</w:t>
      </w:r>
      <w:r w:rsidR="004A4993">
        <w:t>.</w:t>
      </w:r>
    </w:p>
    <w:p w14:paraId="32C5B766" w14:textId="77777777" w:rsidR="004A4993" w:rsidRDefault="008C5C61" w:rsidP="004A4993">
      <w:r w:rsidRPr="004C3E92">
        <w:t>Elle se rendait aisément compte que le mariage pourrait n</w:t>
      </w:r>
      <w:r w:rsidR="004A4993">
        <w:t>’</w:t>
      </w:r>
      <w:r w:rsidRPr="004C3E92">
        <w:t>être pas immédiatement en leur pouvoir</w:t>
      </w:r>
      <w:r w:rsidR="004A4993">
        <w:t xml:space="preserve"> ; </w:t>
      </w:r>
      <w:r w:rsidRPr="004C3E92">
        <w:t>car bien que Wi</w:t>
      </w:r>
      <w:r w:rsidRPr="004C3E92">
        <w:t>l</w:t>
      </w:r>
      <w:r w:rsidRPr="004C3E92">
        <w:t>loughby eût de quoi vivre</w:t>
      </w:r>
      <w:r w:rsidR="004A4993">
        <w:t xml:space="preserve">, </w:t>
      </w:r>
      <w:r w:rsidRPr="004C3E92">
        <w:t>il n</w:t>
      </w:r>
      <w:r w:rsidR="004A4993">
        <w:t>’</w:t>
      </w:r>
      <w:r w:rsidRPr="004C3E92">
        <w:t>y avait aucune raison de le croire riche</w:t>
      </w:r>
      <w:r w:rsidR="004A4993">
        <w:t xml:space="preserve">. </w:t>
      </w:r>
      <w:r w:rsidRPr="004C3E92">
        <w:t>Son bien avait été estimé par Sir John à environ six ou sept cents livres par an</w:t>
      </w:r>
      <w:r w:rsidR="004A4993">
        <w:t xml:space="preserve"> ; </w:t>
      </w:r>
      <w:r w:rsidRPr="004C3E92">
        <w:t>mais il vivait sur un pied auquel ce r</w:t>
      </w:r>
      <w:r w:rsidRPr="004C3E92">
        <w:t>e</w:t>
      </w:r>
      <w:r w:rsidRPr="004C3E92">
        <w:t>venu ne pouvait guère faire face</w:t>
      </w:r>
      <w:r w:rsidR="004A4993">
        <w:t xml:space="preserve">, </w:t>
      </w:r>
      <w:r w:rsidRPr="004C3E92">
        <w:t>et il s</w:t>
      </w:r>
      <w:r w:rsidR="004A4993">
        <w:t>’</w:t>
      </w:r>
      <w:r w:rsidRPr="004C3E92">
        <w:t>était souvent plaint lui-même de sa pauvreté</w:t>
      </w:r>
      <w:r w:rsidR="004A4993">
        <w:t xml:space="preserve">. </w:t>
      </w:r>
      <w:r w:rsidRPr="004C3E92">
        <w:t>Mais elle était incapable de s</w:t>
      </w:r>
      <w:r w:rsidR="004A4993">
        <w:t>’</w:t>
      </w:r>
      <w:r w:rsidRPr="004C3E92">
        <w:t xml:space="preserve">expliquer ce genre étrange de secret gardé par eux au sujet </w:t>
      </w:r>
      <w:r w:rsidRPr="004C3E92">
        <w:lastRenderedPageBreak/>
        <w:t>de leurs fiançai</w:t>
      </w:r>
      <w:r w:rsidRPr="004C3E92">
        <w:t>l</w:t>
      </w:r>
      <w:r w:rsidRPr="004C3E92">
        <w:t>les</w:t>
      </w:r>
      <w:r w:rsidR="004A4993">
        <w:t xml:space="preserve">, </w:t>
      </w:r>
      <w:r w:rsidRPr="004C3E92">
        <w:t>et qui</w:t>
      </w:r>
      <w:r w:rsidR="004A4993">
        <w:t xml:space="preserve">, </w:t>
      </w:r>
      <w:r w:rsidRPr="004C3E92">
        <w:t>en fait</w:t>
      </w:r>
      <w:r w:rsidR="004A4993">
        <w:t xml:space="preserve">, </w:t>
      </w:r>
      <w:r w:rsidRPr="004C3E92">
        <w:t>ne cachait absolument rien</w:t>
      </w:r>
      <w:r w:rsidR="004A4993">
        <w:t xml:space="preserve"> ; </w:t>
      </w:r>
      <w:r w:rsidRPr="004C3E92">
        <w:t>et il était si tot</w:t>
      </w:r>
      <w:r w:rsidRPr="004C3E92">
        <w:t>a</w:t>
      </w:r>
      <w:r w:rsidRPr="004C3E92">
        <w:t>lement contradictoire avec leurs opinions et leurs agissements en général</w:t>
      </w:r>
      <w:r w:rsidR="004A4993">
        <w:t xml:space="preserve">, </w:t>
      </w:r>
      <w:r w:rsidRPr="004C3E92">
        <w:t>qu</w:t>
      </w:r>
      <w:r w:rsidR="004A4993">
        <w:t>’</w:t>
      </w:r>
      <w:r w:rsidRPr="004C3E92">
        <w:t>elle était parfois prise d</w:t>
      </w:r>
      <w:r w:rsidR="004A4993">
        <w:t>’</w:t>
      </w:r>
      <w:r w:rsidRPr="004C3E92">
        <w:t>un doute quant à la réal</w:t>
      </w:r>
      <w:r w:rsidRPr="004C3E92">
        <w:t>i</w:t>
      </w:r>
      <w:r w:rsidRPr="004C3E92">
        <w:t>té de la promesse qu</w:t>
      </w:r>
      <w:r w:rsidR="004A4993">
        <w:t>’</w:t>
      </w:r>
      <w:r w:rsidRPr="004C3E92">
        <w:t>ils avaient pu échanger</w:t>
      </w:r>
      <w:r w:rsidR="004A4993">
        <w:t xml:space="preserve">, </w:t>
      </w:r>
      <w:r w:rsidRPr="004C3E92">
        <w:t>et ce doute suff</w:t>
      </w:r>
      <w:r w:rsidRPr="004C3E92">
        <w:t>i</w:t>
      </w:r>
      <w:r w:rsidRPr="004C3E92">
        <w:t>sait à l</w:t>
      </w:r>
      <w:r w:rsidR="004A4993">
        <w:t>’</w:t>
      </w:r>
      <w:r w:rsidRPr="004C3E92">
        <w:t>empêcher de poser aucune question à Marianne</w:t>
      </w:r>
      <w:r w:rsidR="004A4993">
        <w:t>.</w:t>
      </w:r>
    </w:p>
    <w:p w14:paraId="7B479FD9" w14:textId="77777777" w:rsidR="004A4993" w:rsidRDefault="008C5C61" w:rsidP="004A4993">
      <w:r w:rsidRPr="004C3E92">
        <w:t>Rien ne pouvait mieux exprimer l</w:t>
      </w:r>
      <w:r w:rsidR="004A4993">
        <w:t>’</w:t>
      </w:r>
      <w:r w:rsidRPr="004C3E92">
        <w:t>attachement envers elles toutes que l</w:t>
      </w:r>
      <w:r w:rsidR="004A4993">
        <w:t>’</w:t>
      </w:r>
      <w:r w:rsidRPr="004C3E92">
        <w:t>attitude de Willoughby</w:t>
      </w:r>
      <w:r w:rsidR="004A4993">
        <w:t xml:space="preserve">. </w:t>
      </w:r>
      <w:r w:rsidRPr="004C3E92">
        <w:t>Envers Marianne</w:t>
      </w:r>
      <w:r w:rsidR="004A4993">
        <w:t xml:space="preserve">, </w:t>
      </w:r>
      <w:r w:rsidRPr="004C3E92">
        <w:t>elle avait toute la tendresse distinctive que pouvait donner un cœur d</w:t>
      </w:r>
      <w:r w:rsidR="004A4993">
        <w:t>’</w:t>
      </w:r>
      <w:r w:rsidRPr="004C3E92">
        <w:t>amoureux</w:t>
      </w:r>
      <w:r w:rsidR="004A4993">
        <w:t xml:space="preserve">, </w:t>
      </w:r>
      <w:r w:rsidRPr="004C3E92">
        <w:t>et envers le reste de la famille elle était l</w:t>
      </w:r>
      <w:r w:rsidR="004A4993">
        <w:t>’</w:t>
      </w:r>
      <w:r w:rsidRPr="004C3E92">
        <w:t>attention affectueuse d</w:t>
      </w:r>
      <w:r w:rsidR="004A4993">
        <w:t>’</w:t>
      </w:r>
      <w:r w:rsidRPr="004C3E92">
        <w:t>un fils et d</w:t>
      </w:r>
      <w:r w:rsidR="004A4993">
        <w:t>’</w:t>
      </w:r>
      <w:r w:rsidRPr="004C3E92">
        <w:t>un frère</w:t>
      </w:r>
      <w:r w:rsidR="004A4993">
        <w:t xml:space="preserve">. </w:t>
      </w:r>
      <w:r w:rsidRPr="004C3E92">
        <w:t>La maisonnette semblait être considérée et aimée par lui comme son foyer</w:t>
      </w:r>
      <w:r w:rsidR="004A4993">
        <w:t xml:space="preserve"> ; </w:t>
      </w:r>
      <w:r w:rsidRPr="004C3E92">
        <w:t>beaucoup plus de ses heures étaient passées là qu</w:t>
      </w:r>
      <w:r w:rsidR="004A4993">
        <w:t>’</w:t>
      </w:r>
      <w:r w:rsidRPr="004C3E92">
        <w:t xml:space="preserve">à </w:t>
      </w:r>
      <w:proofErr w:type="spellStart"/>
      <w:r w:rsidRPr="004C3E92">
        <w:t>Allenham</w:t>
      </w:r>
      <w:proofErr w:type="spellEnd"/>
      <w:r w:rsidR="004A4993">
        <w:t xml:space="preserve">, </w:t>
      </w:r>
      <w:r w:rsidRPr="004C3E92">
        <w:t>et quand aucun programme général ne les rassemblait au Park</w:t>
      </w:r>
      <w:r w:rsidR="004A4993">
        <w:t xml:space="preserve">, </w:t>
      </w:r>
      <w:r w:rsidRPr="004C3E92">
        <w:t>il était à peu près certain que l</w:t>
      </w:r>
      <w:r w:rsidR="004A4993">
        <w:t>’</w:t>
      </w:r>
      <w:r w:rsidRPr="004C3E92">
        <w:t>exercice qui l</w:t>
      </w:r>
      <w:r w:rsidR="004A4993">
        <w:t>’</w:t>
      </w:r>
      <w:r w:rsidRPr="004C3E92">
        <w:t>appelait au dehors</w:t>
      </w:r>
      <w:r w:rsidR="004A4993">
        <w:t xml:space="preserve">, </w:t>
      </w:r>
      <w:r w:rsidRPr="004C3E92">
        <w:t>dans la m</w:t>
      </w:r>
      <w:r w:rsidRPr="004C3E92">
        <w:t>a</w:t>
      </w:r>
      <w:r w:rsidRPr="004C3E92">
        <w:t>tinée</w:t>
      </w:r>
      <w:r w:rsidR="004A4993">
        <w:t xml:space="preserve">, </w:t>
      </w:r>
      <w:r w:rsidRPr="004C3E92">
        <w:t>se terminait là</w:t>
      </w:r>
      <w:r w:rsidR="004A4993">
        <w:t xml:space="preserve">, </w:t>
      </w:r>
      <w:r w:rsidRPr="004C3E92">
        <w:t>où il passait le reste de la journée aux c</w:t>
      </w:r>
      <w:r w:rsidRPr="004C3E92">
        <w:t>ô</w:t>
      </w:r>
      <w:r w:rsidRPr="004C3E92">
        <w:t>tés de Marianne</w:t>
      </w:r>
      <w:r w:rsidR="004A4993">
        <w:t xml:space="preserve">, </w:t>
      </w:r>
      <w:r w:rsidRPr="004C3E92">
        <w:t>avec son chien d</w:t>
      </w:r>
      <w:r w:rsidR="004A4993">
        <w:t>’</w:t>
      </w:r>
      <w:r w:rsidRPr="004C3E92">
        <w:t>arrêt préféré aux pieds de la jeune fille</w:t>
      </w:r>
      <w:r w:rsidR="004A4993">
        <w:t>.</w:t>
      </w:r>
    </w:p>
    <w:p w14:paraId="09F147A4" w14:textId="77777777" w:rsidR="004A4993" w:rsidRDefault="008C5C61" w:rsidP="004A4993">
      <w:r w:rsidRPr="004C3E92">
        <w:t>Un soir</w:t>
      </w:r>
      <w:r w:rsidR="004A4993">
        <w:t xml:space="preserve">, </w:t>
      </w:r>
      <w:r w:rsidRPr="004C3E92">
        <w:t>en particulier</w:t>
      </w:r>
      <w:r w:rsidR="004A4993">
        <w:t xml:space="preserve">, </w:t>
      </w:r>
      <w:r w:rsidRPr="004C3E92">
        <w:t>environ huit jours après que le c</w:t>
      </w:r>
      <w:r w:rsidRPr="004C3E92">
        <w:t>o</w:t>
      </w:r>
      <w:r w:rsidRPr="004C3E92">
        <w:t>lonel Brandon eut quitté la campagne</w:t>
      </w:r>
      <w:r w:rsidR="004A4993">
        <w:t xml:space="preserve">, </w:t>
      </w:r>
      <w:r w:rsidRPr="004C3E92">
        <w:t>le cœur de Willoughby parut plus qu</w:t>
      </w:r>
      <w:r w:rsidR="004A4993">
        <w:t>’</w:t>
      </w:r>
      <w:r w:rsidRPr="004C3E92">
        <w:t>habituellement ouvert à tous les sentiments d</w:t>
      </w:r>
      <w:r w:rsidR="004A4993">
        <w:t>’</w:t>
      </w:r>
      <w:r w:rsidRPr="004C3E92">
        <w:t>attachement à l</w:t>
      </w:r>
      <w:r w:rsidR="004A4993">
        <w:t>’</w:t>
      </w:r>
      <w:r w:rsidRPr="004C3E92">
        <w:t>égard des objets qui l</w:t>
      </w:r>
      <w:r w:rsidR="004A4993">
        <w:t>’</w:t>
      </w:r>
      <w:r w:rsidRPr="004C3E92">
        <w:t>entouraient</w:t>
      </w:r>
      <w:r w:rsidR="004A4993">
        <w:t xml:space="preserve">, </w:t>
      </w:r>
      <w:r w:rsidRPr="004C3E92">
        <w:t>et Mrs</w:t>
      </w:r>
      <w:r w:rsidR="004A4993">
        <w:t xml:space="preserve">. </w:t>
      </w:r>
      <w:proofErr w:type="spellStart"/>
      <w:r w:rsidRPr="004C3E92">
        <w:t>Dashwood</w:t>
      </w:r>
      <w:proofErr w:type="spellEnd"/>
      <w:r w:rsidRPr="004C3E92">
        <w:t xml:space="preserve"> ayant parlé par hasard de son dessein d</w:t>
      </w:r>
      <w:r w:rsidR="004A4993">
        <w:t>’</w:t>
      </w:r>
      <w:r w:rsidRPr="004C3E92">
        <w:t>effectuer au printemps des travaux d</w:t>
      </w:r>
      <w:r w:rsidR="004A4993">
        <w:t>’</w:t>
      </w:r>
      <w:r w:rsidRPr="004C3E92">
        <w:t>amélioration à la maisonnette</w:t>
      </w:r>
      <w:r w:rsidR="004A4993">
        <w:t xml:space="preserve">, </w:t>
      </w:r>
      <w:r w:rsidRPr="004C3E92">
        <w:t>il s</w:t>
      </w:r>
      <w:r w:rsidR="004A4993">
        <w:t>’</w:t>
      </w:r>
      <w:r w:rsidRPr="004C3E92">
        <w:t>opposa vigoureusement à toute modification d</w:t>
      </w:r>
      <w:r w:rsidR="004A4993">
        <w:t>’</w:t>
      </w:r>
      <w:r w:rsidRPr="004C3E92">
        <w:t>une demeure que l</w:t>
      </w:r>
      <w:r w:rsidR="004A4993">
        <w:t>’</w:t>
      </w:r>
      <w:r w:rsidRPr="004C3E92">
        <w:t>affection l</w:t>
      </w:r>
      <w:r w:rsidR="004A4993">
        <w:t>’</w:t>
      </w:r>
      <w:r w:rsidRPr="004C3E92">
        <w:t>avait habitué à considérer comme parfaite</w:t>
      </w:r>
      <w:r w:rsidR="004A4993">
        <w:t>.</w:t>
      </w:r>
    </w:p>
    <w:p w14:paraId="675EA782" w14:textId="77777777" w:rsidR="004A4993" w:rsidRDefault="004A4993" w:rsidP="004A4993">
      <w:r>
        <w:t>— </w:t>
      </w:r>
      <w:r w:rsidR="008C5C61" w:rsidRPr="004C3E92">
        <w:t>Comment</w:t>
      </w:r>
      <w:r>
        <w:t xml:space="preserve"> ! </w:t>
      </w:r>
      <w:r w:rsidR="008C5C61" w:rsidRPr="004C3E92">
        <w:t>s</w:t>
      </w:r>
      <w:r>
        <w:t>’</w:t>
      </w:r>
      <w:r w:rsidR="008C5C61" w:rsidRPr="004C3E92">
        <w:t>écria-t-il</w:t>
      </w:r>
      <w:r>
        <w:t xml:space="preserve">, </w:t>
      </w:r>
      <w:r w:rsidR="008C5C61" w:rsidRPr="004C3E92">
        <w:t>embellir cette chère maisonnette</w:t>
      </w:r>
      <w:r>
        <w:t xml:space="preserve"> ! </w:t>
      </w:r>
      <w:r w:rsidR="008C5C61" w:rsidRPr="004C3E92">
        <w:t>Non</w:t>
      </w:r>
      <w:r>
        <w:t xml:space="preserve">, </w:t>
      </w:r>
      <w:r w:rsidR="008C5C61" w:rsidRPr="004C3E92">
        <w:t>cela</w:t>
      </w:r>
      <w:r>
        <w:t xml:space="preserve">, </w:t>
      </w:r>
      <w:r w:rsidR="008C5C61" w:rsidRPr="004C3E92">
        <w:t>je n</w:t>
      </w:r>
      <w:r>
        <w:t>’</w:t>
      </w:r>
      <w:r w:rsidR="008C5C61" w:rsidRPr="004C3E92">
        <w:t>y consentirai jamais</w:t>
      </w:r>
      <w:r>
        <w:t xml:space="preserve"> ! </w:t>
      </w:r>
      <w:r w:rsidR="008C5C61" w:rsidRPr="004C3E92">
        <w:t>Il faut que pas une pierre ne soit ajoutée à ses murs</w:t>
      </w:r>
      <w:r>
        <w:t xml:space="preserve">, </w:t>
      </w:r>
      <w:r w:rsidR="008C5C61" w:rsidRPr="004C3E92">
        <w:t>ni un pouce à ses dimensions</w:t>
      </w:r>
      <w:r>
        <w:t xml:space="preserve">, </w:t>
      </w:r>
      <w:r w:rsidR="008C5C61" w:rsidRPr="004C3E92">
        <w:t>si l</w:t>
      </w:r>
      <w:r>
        <w:t>’</w:t>
      </w:r>
      <w:r w:rsidR="008C5C61" w:rsidRPr="004C3E92">
        <w:t>on a quelque égard pour les sentiments que j</w:t>
      </w:r>
      <w:r>
        <w:t>’</w:t>
      </w:r>
      <w:r w:rsidR="008C5C61" w:rsidRPr="004C3E92">
        <w:t>éprouve</w:t>
      </w:r>
      <w:r>
        <w:t>.</w:t>
      </w:r>
    </w:p>
    <w:p w14:paraId="69471878" w14:textId="77777777" w:rsidR="004A4993" w:rsidRDefault="004A4993" w:rsidP="004A4993">
      <w:r>
        <w:lastRenderedPageBreak/>
        <w:t>— </w:t>
      </w:r>
      <w:r w:rsidR="008C5C61" w:rsidRPr="004C3E92">
        <w:t>Ne vous effrayez pas</w:t>
      </w:r>
      <w:r>
        <w:t xml:space="preserve">, </w:t>
      </w:r>
      <w:r w:rsidR="008C5C61" w:rsidRPr="004C3E92">
        <w:t xml:space="preserve">dit miss </w:t>
      </w:r>
      <w:proofErr w:type="spellStart"/>
      <w:r w:rsidR="008C5C61" w:rsidRPr="004C3E92">
        <w:t>Dashwood</w:t>
      </w:r>
      <w:proofErr w:type="spellEnd"/>
      <w:r>
        <w:t xml:space="preserve">, </w:t>
      </w:r>
      <w:r w:rsidR="008C5C61" w:rsidRPr="004C3E92">
        <w:t>rien de se</w:t>
      </w:r>
      <w:r w:rsidR="008C5C61" w:rsidRPr="004C3E92">
        <w:t>m</w:t>
      </w:r>
      <w:r w:rsidR="008C5C61" w:rsidRPr="004C3E92">
        <w:t>blable ne sera fait</w:t>
      </w:r>
      <w:r>
        <w:t xml:space="preserve">, </w:t>
      </w:r>
      <w:r w:rsidR="008C5C61" w:rsidRPr="004C3E92">
        <w:t>car ma mère n</w:t>
      </w:r>
      <w:r>
        <w:t>’</w:t>
      </w:r>
      <w:r w:rsidR="008C5C61" w:rsidRPr="004C3E92">
        <w:t>aura jamais assez d</w:t>
      </w:r>
      <w:r>
        <w:t>’</w:t>
      </w:r>
      <w:r w:rsidR="008C5C61" w:rsidRPr="004C3E92">
        <w:t>argent pour le tenter</w:t>
      </w:r>
      <w:r>
        <w:t>.</w:t>
      </w:r>
    </w:p>
    <w:p w14:paraId="1BE50E89" w14:textId="77777777" w:rsidR="004A4993" w:rsidRDefault="004A4993" w:rsidP="004A4993">
      <w:r>
        <w:t>— </w:t>
      </w:r>
      <w:r w:rsidR="008C5C61" w:rsidRPr="004C3E92">
        <w:t>Je m</w:t>
      </w:r>
      <w:r>
        <w:t>’</w:t>
      </w:r>
      <w:r w:rsidR="008C5C61" w:rsidRPr="004C3E92">
        <w:t>en réjouis de tout cœur</w:t>
      </w:r>
      <w:r>
        <w:t xml:space="preserve">, </w:t>
      </w:r>
      <w:r w:rsidR="008C5C61" w:rsidRPr="004C3E92">
        <w:t>s</w:t>
      </w:r>
      <w:r>
        <w:t>’</w:t>
      </w:r>
      <w:r w:rsidR="008C5C61" w:rsidRPr="004C3E92">
        <w:t>écria-t-il</w:t>
      </w:r>
      <w:r>
        <w:t xml:space="preserve">. </w:t>
      </w:r>
      <w:r w:rsidR="008C5C61" w:rsidRPr="004C3E92">
        <w:t>Puisse-t-elle être toujours pauvre</w:t>
      </w:r>
      <w:r>
        <w:t xml:space="preserve">, </w:t>
      </w:r>
      <w:r w:rsidR="008C5C61" w:rsidRPr="004C3E92">
        <w:t>si elle n</w:t>
      </w:r>
      <w:r>
        <w:t>’</w:t>
      </w:r>
      <w:r w:rsidR="008C5C61" w:rsidRPr="004C3E92">
        <w:t>emploie pas mieux sa richesse</w:t>
      </w:r>
      <w:r>
        <w:t> !</w:t>
      </w:r>
    </w:p>
    <w:p w14:paraId="59B108B4" w14:textId="77777777" w:rsidR="004A4993" w:rsidRDefault="004A4993" w:rsidP="004A4993">
      <w:r>
        <w:t>— </w:t>
      </w:r>
      <w:r w:rsidR="008C5C61" w:rsidRPr="004C3E92">
        <w:t>Merci</w:t>
      </w:r>
      <w:r>
        <w:t xml:space="preserve">, </w:t>
      </w:r>
      <w:r w:rsidR="008C5C61" w:rsidRPr="004C3E92">
        <w:t>Willoughby</w:t>
      </w:r>
      <w:r>
        <w:t xml:space="preserve">. </w:t>
      </w:r>
      <w:r w:rsidR="008C5C61" w:rsidRPr="004C3E92">
        <w:t>Mais vous pouvez être assuré que je ne sacrifierais pas un seul de vos sentiments d</w:t>
      </w:r>
      <w:r>
        <w:t>’</w:t>
      </w:r>
      <w:r w:rsidR="008C5C61" w:rsidRPr="004C3E92">
        <w:t>attachement e</w:t>
      </w:r>
      <w:r w:rsidR="008C5C61" w:rsidRPr="004C3E92">
        <w:t>n</w:t>
      </w:r>
      <w:r w:rsidR="008C5C61" w:rsidRPr="004C3E92">
        <w:t>vers ces lieux</w:t>
      </w:r>
      <w:r>
        <w:t xml:space="preserve">, </w:t>
      </w:r>
      <w:r w:rsidR="008C5C61" w:rsidRPr="004C3E92">
        <w:t>ou de tout être que j</w:t>
      </w:r>
      <w:r>
        <w:t>’</w:t>
      </w:r>
      <w:r w:rsidR="008C5C61" w:rsidRPr="004C3E92">
        <w:t>aimerais</w:t>
      </w:r>
      <w:r>
        <w:t xml:space="preserve">, </w:t>
      </w:r>
      <w:r w:rsidR="008C5C61" w:rsidRPr="004C3E92">
        <w:t>à tous les embelli</w:t>
      </w:r>
      <w:r w:rsidR="008C5C61" w:rsidRPr="004C3E92">
        <w:t>s</w:t>
      </w:r>
      <w:r w:rsidR="008C5C61" w:rsidRPr="004C3E92">
        <w:t>sements du monde</w:t>
      </w:r>
      <w:r>
        <w:t xml:space="preserve">. </w:t>
      </w:r>
      <w:r w:rsidR="008C5C61" w:rsidRPr="004C3E92">
        <w:t>Comptez-y</w:t>
      </w:r>
      <w:r>
        <w:t xml:space="preserve"> : </w:t>
      </w:r>
      <w:r w:rsidR="008C5C61" w:rsidRPr="004C3E92">
        <w:t>quelque somme inemployée qui puisse me rester quand je ferai mes comptes au printemps</w:t>
      </w:r>
      <w:r>
        <w:t xml:space="preserve">, </w:t>
      </w:r>
      <w:r w:rsidR="008C5C61" w:rsidRPr="004C3E92">
        <w:t>j</w:t>
      </w:r>
      <w:r>
        <w:t>’</w:t>
      </w:r>
      <w:r w:rsidR="008C5C61" w:rsidRPr="004C3E92">
        <w:t>aimerais mieux la mettre inutilement de côté</w:t>
      </w:r>
      <w:r>
        <w:t xml:space="preserve">, </w:t>
      </w:r>
      <w:r w:rsidR="008C5C61" w:rsidRPr="004C3E92">
        <w:t>que de l</w:t>
      </w:r>
      <w:r>
        <w:t>’</w:t>
      </w:r>
      <w:r w:rsidR="008C5C61" w:rsidRPr="004C3E92">
        <w:t>utiliser d</w:t>
      </w:r>
      <w:r>
        <w:t>’</w:t>
      </w:r>
      <w:r w:rsidR="008C5C61" w:rsidRPr="004C3E92">
        <w:t>une façon qui vous soit si douloureuse</w:t>
      </w:r>
      <w:r>
        <w:t xml:space="preserve">. </w:t>
      </w:r>
      <w:r w:rsidR="008C5C61" w:rsidRPr="004C3E92">
        <w:t>Mais êtes-vous réell</w:t>
      </w:r>
      <w:r w:rsidR="008C5C61" w:rsidRPr="004C3E92">
        <w:t>e</w:t>
      </w:r>
      <w:r w:rsidR="008C5C61" w:rsidRPr="004C3E92">
        <w:t>ment attaché à ce point à ces lieux</w:t>
      </w:r>
      <w:r>
        <w:t xml:space="preserve">, </w:t>
      </w:r>
      <w:r w:rsidR="008C5C61" w:rsidRPr="004C3E92">
        <w:t>que vous n</w:t>
      </w:r>
      <w:r>
        <w:t>’</w:t>
      </w:r>
      <w:r w:rsidR="008C5C61" w:rsidRPr="004C3E92">
        <w:t>y voyiez aucun défaut</w:t>
      </w:r>
      <w:r>
        <w:t> ?</w:t>
      </w:r>
    </w:p>
    <w:p w14:paraId="7A78A493" w14:textId="77777777" w:rsidR="004A4993" w:rsidRDefault="004A4993" w:rsidP="004A4993">
      <w:r>
        <w:t>— </w:t>
      </w:r>
      <w:r w:rsidR="008C5C61" w:rsidRPr="004C3E92">
        <w:t>Certes</w:t>
      </w:r>
      <w:r>
        <w:t xml:space="preserve">, </w:t>
      </w:r>
      <w:r w:rsidR="008C5C61" w:rsidRPr="004C3E92">
        <w:t>dit-il</w:t>
      </w:r>
      <w:r>
        <w:t xml:space="preserve">. </w:t>
      </w:r>
      <w:r w:rsidR="008C5C61" w:rsidRPr="004C3E92">
        <w:t>Pour moi</w:t>
      </w:r>
      <w:r>
        <w:t xml:space="preserve">, </w:t>
      </w:r>
      <w:r w:rsidR="008C5C61" w:rsidRPr="004C3E92">
        <w:t>ils sont sans défaut</w:t>
      </w:r>
      <w:r>
        <w:t xml:space="preserve">. </w:t>
      </w:r>
      <w:r w:rsidR="008C5C61" w:rsidRPr="004C3E92">
        <w:t>Bien plus</w:t>
      </w:r>
      <w:r>
        <w:t xml:space="preserve">, </w:t>
      </w:r>
      <w:r w:rsidR="008C5C61" w:rsidRPr="004C3E92">
        <w:t>même</w:t>
      </w:r>
      <w:r>
        <w:t xml:space="preserve">, </w:t>
      </w:r>
      <w:r w:rsidR="008C5C61" w:rsidRPr="004C3E92">
        <w:t>je les considère comme la seule forme de bâtiment dans laquelle on puisse atteindre au bonheur</w:t>
      </w:r>
      <w:r>
        <w:t xml:space="preserve">, </w:t>
      </w:r>
      <w:r w:rsidR="008C5C61" w:rsidRPr="004C3E92">
        <w:t>et si j</w:t>
      </w:r>
      <w:r>
        <w:t>’</w:t>
      </w:r>
      <w:r w:rsidR="008C5C61" w:rsidRPr="004C3E92">
        <w:t>étais assez riche</w:t>
      </w:r>
      <w:r>
        <w:t xml:space="preserve">, </w:t>
      </w:r>
      <w:r w:rsidR="008C5C61" w:rsidRPr="004C3E92">
        <w:t>j</w:t>
      </w:r>
      <w:r>
        <w:t>’</w:t>
      </w:r>
      <w:r w:rsidR="008C5C61" w:rsidRPr="004C3E92">
        <w:t>abattrais immédiatement Combe</w:t>
      </w:r>
      <w:r>
        <w:t xml:space="preserve">, </w:t>
      </w:r>
      <w:r w:rsidR="008C5C61" w:rsidRPr="004C3E92">
        <w:t>et le reconstruirais exact</w:t>
      </w:r>
      <w:r w:rsidR="008C5C61" w:rsidRPr="004C3E92">
        <w:t>e</w:t>
      </w:r>
      <w:r w:rsidR="008C5C61" w:rsidRPr="004C3E92">
        <w:t>ment sur le plan de cette maisonnette</w:t>
      </w:r>
      <w:r>
        <w:t>.</w:t>
      </w:r>
    </w:p>
    <w:p w14:paraId="3E612A51" w14:textId="77777777" w:rsidR="004A4993" w:rsidRDefault="004A4993" w:rsidP="004A4993">
      <w:r>
        <w:t>— </w:t>
      </w:r>
      <w:r w:rsidR="008C5C61" w:rsidRPr="004C3E92">
        <w:t>Avec un escalier étroit et sombre</w:t>
      </w:r>
      <w:r>
        <w:t xml:space="preserve">, </w:t>
      </w:r>
      <w:r w:rsidR="008C5C61" w:rsidRPr="004C3E92">
        <w:t>et une cuisine qui f</w:t>
      </w:r>
      <w:r w:rsidR="008C5C61" w:rsidRPr="004C3E92">
        <w:t>u</w:t>
      </w:r>
      <w:r w:rsidR="008C5C61" w:rsidRPr="004C3E92">
        <w:t>merait</w:t>
      </w:r>
      <w:r>
        <w:t xml:space="preserve">, </w:t>
      </w:r>
      <w:r w:rsidR="008C5C61" w:rsidRPr="004C3E92">
        <w:t>je le suppose</w:t>
      </w:r>
      <w:r>
        <w:t xml:space="preserve">, </w:t>
      </w:r>
      <w:r w:rsidR="008C5C61" w:rsidRPr="004C3E92">
        <w:t xml:space="preserve">dit </w:t>
      </w:r>
      <w:proofErr w:type="spellStart"/>
      <w:r w:rsidR="008C5C61" w:rsidRPr="004C3E92">
        <w:t>Elinor</w:t>
      </w:r>
      <w:proofErr w:type="spellEnd"/>
      <w:r>
        <w:t>.</w:t>
      </w:r>
    </w:p>
    <w:p w14:paraId="3421DB0F" w14:textId="77777777" w:rsidR="004A4993" w:rsidRDefault="004A4993" w:rsidP="004A4993">
      <w:r>
        <w:t>— </w:t>
      </w:r>
      <w:r w:rsidR="008C5C61" w:rsidRPr="004C3E92">
        <w:t>Oui</w:t>
      </w:r>
      <w:r>
        <w:t xml:space="preserve">, </w:t>
      </w:r>
      <w:r w:rsidR="008C5C61" w:rsidRPr="004C3E92">
        <w:t>s</w:t>
      </w:r>
      <w:r>
        <w:t>’</w:t>
      </w:r>
      <w:r w:rsidR="008C5C61" w:rsidRPr="004C3E92">
        <w:t>écria-t-il</w:t>
      </w:r>
      <w:r>
        <w:t xml:space="preserve">, </w:t>
      </w:r>
      <w:r w:rsidR="008C5C61" w:rsidRPr="004C3E92">
        <w:t>du même ton plein d</w:t>
      </w:r>
      <w:r>
        <w:t>’</w:t>
      </w:r>
      <w:r w:rsidR="008C5C61" w:rsidRPr="004C3E92">
        <w:t>ardeur</w:t>
      </w:r>
      <w:r>
        <w:t xml:space="preserve">, </w:t>
      </w:r>
      <w:r w:rsidR="008C5C61" w:rsidRPr="004C3E92">
        <w:t>avec tout et chaque chose qui lui appartient</w:t>
      </w:r>
      <w:r>
        <w:t xml:space="preserve"> ; </w:t>
      </w:r>
      <w:r w:rsidR="008C5C61" w:rsidRPr="004C3E92">
        <w:t>on n</w:t>
      </w:r>
      <w:r>
        <w:t>’</w:t>
      </w:r>
      <w:r w:rsidR="008C5C61" w:rsidRPr="004C3E92">
        <w:t>y percevrait la moindre variation</w:t>
      </w:r>
      <w:r>
        <w:t xml:space="preserve">, </w:t>
      </w:r>
      <w:r w:rsidR="008C5C61" w:rsidRPr="004C3E92">
        <w:t>dans aucune des commodités ou des incommodités qu</w:t>
      </w:r>
      <w:r>
        <w:t>’</w:t>
      </w:r>
      <w:r w:rsidR="008C5C61" w:rsidRPr="004C3E92">
        <w:t>elle comporte</w:t>
      </w:r>
      <w:r>
        <w:t xml:space="preserve">. </w:t>
      </w:r>
      <w:r w:rsidR="008C5C61" w:rsidRPr="004C3E92">
        <w:t>C</w:t>
      </w:r>
      <w:r>
        <w:t>’</w:t>
      </w:r>
      <w:r w:rsidR="008C5C61" w:rsidRPr="004C3E92">
        <w:t>est alors</w:t>
      </w:r>
      <w:r>
        <w:t xml:space="preserve">, </w:t>
      </w:r>
      <w:r w:rsidR="008C5C61" w:rsidRPr="004C3E92">
        <w:t>et alors seulement</w:t>
      </w:r>
      <w:r>
        <w:t xml:space="preserve">, </w:t>
      </w:r>
      <w:r w:rsidR="008C5C61" w:rsidRPr="004C3E92">
        <w:t>sous un tel toit</w:t>
      </w:r>
      <w:r>
        <w:t xml:space="preserve">, </w:t>
      </w:r>
      <w:r w:rsidR="008C5C61" w:rsidRPr="004C3E92">
        <w:t>que je pourrais peut-être me trouver aussi heureux à Combe que je l</w:t>
      </w:r>
      <w:r>
        <w:t>’</w:t>
      </w:r>
      <w:r w:rsidR="008C5C61" w:rsidRPr="004C3E92">
        <w:t>ai été à Barton</w:t>
      </w:r>
      <w:r>
        <w:t>.</w:t>
      </w:r>
    </w:p>
    <w:p w14:paraId="7B55212E" w14:textId="77777777" w:rsidR="004A4993" w:rsidRDefault="004A4993" w:rsidP="004A4993">
      <w:r>
        <w:t>— </w:t>
      </w:r>
      <w:r w:rsidR="008C5C61" w:rsidRPr="004C3E92">
        <w:t>Je me flatte</w:t>
      </w:r>
      <w:r>
        <w:t xml:space="preserve">, </w:t>
      </w:r>
      <w:r w:rsidR="008C5C61" w:rsidRPr="004C3E92">
        <w:t xml:space="preserve">repartit </w:t>
      </w:r>
      <w:proofErr w:type="spellStart"/>
      <w:r w:rsidR="008C5C61" w:rsidRPr="004C3E92">
        <w:t>Elinor</w:t>
      </w:r>
      <w:proofErr w:type="spellEnd"/>
      <w:r>
        <w:t xml:space="preserve">, </w:t>
      </w:r>
      <w:r w:rsidR="008C5C61" w:rsidRPr="004C3E92">
        <w:t>que même avec le désagr</w:t>
      </w:r>
      <w:r w:rsidR="008C5C61" w:rsidRPr="004C3E92">
        <w:t>é</w:t>
      </w:r>
      <w:r w:rsidR="008C5C61" w:rsidRPr="004C3E92">
        <w:t>ment de pièces meilleures et d</w:t>
      </w:r>
      <w:r>
        <w:t>’</w:t>
      </w:r>
      <w:r w:rsidR="008C5C61" w:rsidRPr="004C3E92">
        <w:t>un escalier plus large</w:t>
      </w:r>
      <w:r>
        <w:t xml:space="preserve">, </w:t>
      </w:r>
      <w:r w:rsidR="008C5C61" w:rsidRPr="004C3E92">
        <w:t xml:space="preserve">vous </w:t>
      </w:r>
      <w:r w:rsidR="008C5C61" w:rsidRPr="004C3E92">
        <w:lastRenderedPageBreak/>
        <w:t>tro</w:t>
      </w:r>
      <w:r w:rsidR="008C5C61" w:rsidRPr="004C3E92">
        <w:t>u</w:t>
      </w:r>
      <w:r w:rsidR="008C5C61" w:rsidRPr="004C3E92">
        <w:t>verez par la suite votre propre maison aussi impeccable que vous trouvez à présent celle-ci</w:t>
      </w:r>
      <w:r>
        <w:t>.</w:t>
      </w:r>
    </w:p>
    <w:p w14:paraId="2FE388E2" w14:textId="77777777" w:rsidR="004A4993" w:rsidRDefault="004A4993" w:rsidP="004A4993">
      <w:r>
        <w:t>— </w:t>
      </w:r>
      <w:r w:rsidR="008C5C61" w:rsidRPr="004C3E92">
        <w:t>Il y a certainement des circonstances</w:t>
      </w:r>
      <w:r>
        <w:t xml:space="preserve">, </w:t>
      </w:r>
      <w:r w:rsidR="008C5C61" w:rsidRPr="004C3E92">
        <w:t>dit Willoughby</w:t>
      </w:r>
      <w:r>
        <w:t xml:space="preserve">, </w:t>
      </w:r>
      <w:r w:rsidR="008C5C61" w:rsidRPr="004C3E92">
        <w:t>qui pourraient me la rendre très chère</w:t>
      </w:r>
      <w:r>
        <w:t xml:space="preserve"> ; </w:t>
      </w:r>
      <w:r w:rsidR="008C5C61" w:rsidRPr="004C3E92">
        <w:t>mais cette demeure aura toujours un droit à mon affection</w:t>
      </w:r>
      <w:r>
        <w:t xml:space="preserve">, </w:t>
      </w:r>
      <w:r w:rsidR="008C5C61" w:rsidRPr="004C3E92">
        <w:t>que nulle autre n</w:t>
      </w:r>
      <w:r>
        <w:t>’</w:t>
      </w:r>
      <w:r w:rsidR="008C5C61" w:rsidRPr="004C3E92">
        <w:t>aura la po</w:t>
      </w:r>
      <w:r w:rsidR="008C5C61" w:rsidRPr="004C3E92">
        <w:t>s</w:t>
      </w:r>
      <w:r w:rsidR="008C5C61" w:rsidRPr="004C3E92">
        <w:t>sibilité de partager</w:t>
      </w:r>
      <w:r>
        <w:t>.</w:t>
      </w:r>
    </w:p>
    <w:p w14:paraId="73873E94" w14:textId="77777777" w:rsidR="004A4993" w:rsidRDefault="008C5C61" w:rsidP="004A4993">
      <w:r w:rsidRPr="004C3E92">
        <w:t>Mrs</w:t>
      </w:r>
      <w:r w:rsidR="004A4993">
        <w:t xml:space="preserve">. </w:t>
      </w:r>
      <w:proofErr w:type="spellStart"/>
      <w:r w:rsidRPr="004C3E92">
        <w:t>Dashwood</w:t>
      </w:r>
      <w:proofErr w:type="spellEnd"/>
      <w:r w:rsidRPr="004C3E92">
        <w:t xml:space="preserve"> contempla avec plaisir Marianne</w:t>
      </w:r>
      <w:r w:rsidR="004A4993">
        <w:t xml:space="preserve">, </w:t>
      </w:r>
      <w:r w:rsidRPr="004C3E92">
        <w:t>dont les beaux yeux étaient fixés d</w:t>
      </w:r>
      <w:r w:rsidR="004A4993">
        <w:t>’</w:t>
      </w:r>
      <w:r w:rsidRPr="004C3E92">
        <w:t>une façon si expressive sur Willoug</w:t>
      </w:r>
      <w:r w:rsidRPr="004C3E92">
        <w:t>h</w:t>
      </w:r>
      <w:r w:rsidRPr="004C3E92">
        <w:t>by</w:t>
      </w:r>
      <w:r w:rsidR="004A4993">
        <w:t xml:space="preserve">, </w:t>
      </w:r>
      <w:r w:rsidRPr="004C3E92">
        <w:t>qu</w:t>
      </w:r>
      <w:r w:rsidR="004A4993">
        <w:t>’</w:t>
      </w:r>
      <w:r w:rsidRPr="004C3E92">
        <w:t>ils dénotaient clairement à quel point elle le comprenait</w:t>
      </w:r>
      <w:r w:rsidR="004A4993">
        <w:t>.</w:t>
      </w:r>
    </w:p>
    <w:p w14:paraId="7EA8ADE8" w14:textId="77777777" w:rsidR="004A4993" w:rsidRDefault="004A4993" w:rsidP="004A4993">
      <w:r>
        <w:t>— </w:t>
      </w:r>
      <w:r w:rsidR="008C5C61" w:rsidRPr="004C3E92">
        <w:t>Comme j</w:t>
      </w:r>
      <w:r>
        <w:t>’</w:t>
      </w:r>
      <w:r w:rsidR="008C5C61" w:rsidRPr="004C3E92">
        <w:t>ai souvent souhaité</w:t>
      </w:r>
      <w:r>
        <w:t xml:space="preserve">, </w:t>
      </w:r>
      <w:r w:rsidR="008C5C61" w:rsidRPr="004C3E92">
        <w:t>ajouta-t-il</w:t>
      </w:r>
      <w:r>
        <w:t xml:space="preserve">, </w:t>
      </w:r>
      <w:r w:rsidR="008C5C61" w:rsidRPr="004C3E92">
        <w:t>lorsque j</w:t>
      </w:r>
      <w:r>
        <w:t>’</w:t>
      </w:r>
      <w:r w:rsidR="008C5C61" w:rsidRPr="004C3E92">
        <w:t xml:space="preserve">étais à </w:t>
      </w:r>
      <w:proofErr w:type="spellStart"/>
      <w:r w:rsidR="008C5C61" w:rsidRPr="004C3E92">
        <w:t>Allenham</w:t>
      </w:r>
      <w:proofErr w:type="spellEnd"/>
      <w:r>
        <w:t xml:space="preserve">, </w:t>
      </w:r>
      <w:r w:rsidR="008C5C61" w:rsidRPr="004C3E92">
        <w:t>à cette même époque</w:t>
      </w:r>
      <w:r>
        <w:t xml:space="preserve">, </w:t>
      </w:r>
      <w:r w:rsidR="008C5C61" w:rsidRPr="004C3E92">
        <w:t>voilà un an</w:t>
      </w:r>
      <w:r>
        <w:t xml:space="preserve">, </w:t>
      </w:r>
      <w:r w:rsidR="008C5C61" w:rsidRPr="004C3E92">
        <w:t>que la maisonnette de Barton fût habitée</w:t>
      </w:r>
      <w:r>
        <w:t xml:space="preserve"> ! </w:t>
      </w:r>
      <w:r w:rsidR="008C5C61" w:rsidRPr="004C3E92">
        <w:t>Je n</w:t>
      </w:r>
      <w:r>
        <w:t>’</w:t>
      </w:r>
      <w:r w:rsidR="008C5C61" w:rsidRPr="004C3E92">
        <w:t>en passais jamais à portée de vue sans en admirer la situation</w:t>
      </w:r>
      <w:r>
        <w:t xml:space="preserve">, </w:t>
      </w:r>
      <w:r w:rsidR="008C5C61" w:rsidRPr="004C3E92">
        <w:t>et sans regretter que personne n</w:t>
      </w:r>
      <w:r>
        <w:t>’</w:t>
      </w:r>
      <w:r w:rsidR="008C5C61" w:rsidRPr="004C3E92">
        <w:t>y demeurât</w:t>
      </w:r>
      <w:r>
        <w:t xml:space="preserve"> ! </w:t>
      </w:r>
      <w:r w:rsidR="008C5C61" w:rsidRPr="004C3E92">
        <w:t>Comme je songeais peu que la première nouvelle que j</w:t>
      </w:r>
      <w:r>
        <w:t>’</w:t>
      </w:r>
      <w:r w:rsidR="008C5C61" w:rsidRPr="004C3E92">
        <w:t>apprendrais de la bouche de Mrs</w:t>
      </w:r>
      <w:r>
        <w:t xml:space="preserve">. </w:t>
      </w:r>
      <w:r w:rsidR="008C5C61" w:rsidRPr="004C3E92">
        <w:t>Smith quand je revie</w:t>
      </w:r>
      <w:r w:rsidR="008C5C61" w:rsidRPr="004C3E92">
        <w:t>n</w:t>
      </w:r>
      <w:r w:rsidR="008C5C61" w:rsidRPr="004C3E92">
        <w:t>drais dans le pays</w:t>
      </w:r>
      <w:r>
        <w:t xml:space="preserve">, </w:t>
      </w:r>
      <w:r w:rsidR="008C5C61" w:rsidRPr="004C3E92">
        <w:t>ce serait que Barton Cottage était loué</w:t>
      </w:r>
      <w:r>
        <w:t xml:space="preserve"> ! </w:t>
      </w:r>
      <w:r w:rsidR="008C5C61" w:rsidRPr="004C3E92">
        <w:t>Et j</w:t>
      </w:r>
      <w:r>
        <w:t>’</w:t>
      </w:r>
      <w:r w:rsidR="008C5C61" w:rsidRPr="004C3E92">
        <w:t>ai éprouvé à cet événement une satisfaction et un intérêt i</w:t>
      </w:r>
      <w:r w:rsidR="008C5C61" w:rsidRPr="004C3E92">
        <w:t>m</w:t>
      </w:r>
      <w:r w:rsidR="008C5C61" w:rsidRPr="004C3E92">
        <w:t>médiat</w:t>
      </w:r>
      <w:r>
        <w:t xml:space="preserve">, </w:t>
      </w:r>
      <w:r w:rsidR="008C5C61" w:rsidRPr="004C3E92">
        <w:t>que rien ne peut expliquer</w:t>
      </w:r>
      <w:r>
        <w:t xml:space="preserve">, </w:t>
      </w:r>
      <w:r w:rsidR="008C5C61" w:rsidRPr="004C3E92">
        <w:t>si ce n</w:t>
      </w:r>
      <w:r>
        <w:t>’</w:t>
      </w:r>
      <w:r w:rsidR="008C5C61" w:rsidRPr="004C3E92">
        <w:t>est une sorte de pre</w:t>
      </w:r>
      <w:r w:rsidR="008C5C61" w:rsidRPr="004C3E92">
        <w:t>s</w:t>
      </w:r>
      <w:r w:rsidR="008C5C61" w:rsidRPr="004C3E92">
        <w:t>cience du bonheur qu</w:t>
      </w:r>
      <w:r>
        <w:t>’</w:t>
      </w:r>
      <w:r w:rsidR="008C5C61" w:rsidRPr="004C3E92">
        <w:t>il me ferait ressentir</w:t>
      </w:r>
      <w:r>
        <w:t xml:space="preserve">. </w:t>
      </w:r>
      <w:r w:rsidR="008C5C61" w:rsidRPr="004C3E92">
        <w:t>Ne devait-il pas en être ainsi</w:t>
      </w:r>
      <w:r>
        <w:t xml:space="preserve">, </w:t>
      </w:r>
      <w:r w:rsidR="008C5C61" w:rsidRPr="004C3E92">
        <w:t>Marianne</w:t>
      </w:r>
      <w:r>
        <w:t xml:space="preserve"> ? </w:t>
      </w:r>
      <w:r w:rsidR="008C5C61" w:rsidRPr="004C3E92">
        <w:t>fit-il</w:t>
      </w:r>
      <w:r>
        <w:t xml:space="preserve">, </w:t>
      </w:r>
      <w:r w:rsidR="008C5C61" w:rsidRPr="004C3E92">
        <w:t>s</w:t>
      </w:r>
      <w:r>
        <w:t>’</w:t>
      </w:r>
      <w:r w:rsidR="008C5C61" w:rsidRPr="004C3E92">
        <w:t>adressant à elle d</w:t>
      </w:r>
      <w:r>
        <w:t>’</w:t>
      </w:r>
      <w:r w:rsidR="008C5C61" w:rsidRPr="004C3E92">
        <w:t>une voix plus basse</w:t>
      </w:r>
      <w:r>
        <w:t xml:space="preserve">. </w:t>
      </w:r>
      <w:r w:rsidR="008C5C61" w:rsidRPr="004C3E92">
        <w:t>Puis</w:t>
      </w:r>
      <w:r>
        <w:t xml:space="preserve">, </w:t>
      </w:r>
      <w:r w:rsidR="008C5C61" w:rsidRPr="004C3E92">
        <w:t>reprenant son ton précédent</w:t>
      </w:r>
      <w:r>
        <w:t xml:space="preserve">, </w:t>
      </w:r>
      <w:r w:rsidR="008C5C61" w:rsidRPr="004C3E92">
        <w:t>il dit</w:t>
      </w:r>
      <w:r>
        <w:t xml:space="preserve"> : </w:t>
      </w:r>
      <w:r w:rsidR="008C5C61" w:rsidRPr="004C3E92">
        <w:t>Et pourtant</w:t>
      </w:r>
      <w:r>
        <w:t xml:space="preserve">, </w:t>
      </w:r>
      <w:r w:rsidR="008C5C61" w:rsidRPr="004C3E92">
        <w:t>cette maison</w:t>
      </w:r>
      <w:r>
        <w:t xml:space="preserve">, </w:t>
      </w:r>
      <w:r w:rsidR="008C5C61" w:rsidRPr="004C3E92">
        <w:t>vous voudriez l</w:t>
      </w:r>
      <w:r>
        <w:t>’</w:t>
      </w:r>
      <w:r w:rsidR="008C5C61" w:rsidRPr="004C3E92">
        <w:t>abîmer</w:t>
      </w:r>
      <w:r>
        <w:t xml:space="preserve">, </w:t>
      </w:r>
      <w:r w:rsidR="008C5C61" w:rsidRPr="004C3E92">
        <w:t>Mrs</w:t>
      </w:r>
      <w:r>
        <w:t xml:space="preserve">. </w:t>
      </w:r>
      <w:proofErr w:type="spellStart"/>
      <w:r w:rsidR="008C5C61" w:rsidRPr="004C3E92">
        <w:t>Dashwood</w:t>
      </w:r>
      <w:proofErr w:type="spellEnd"/>
      <w:r>
        <w:t xml:space="preserve"> ! </w:t>
      </w:r>
      <w:r w:rsidR="008C5C61" w:rsidRPr="004C3E92">
        <w:t>Vous voudriez la dépouiller de sa simplicité par des embellissements imaginaires</w:t>
      </w:r>
      <w:r>
        <w:t xml:space="preserve"> ! </w:t>
      </w:r>
      <w:r w:rsidR="008C5C61" w:rsidRPr="004C3E92">
        <w:t>Et ce cher petit salon</w:t>
      </w:r>
      <w:r>
        <w:t xml:space="preserve">, </w:t>
      </w:r>
      <w:r w:rsidR="008C5C61" w:rsidRPr="004C3E92">
        <w:t>dans lequel s</w:t>
      </w:r>
      <w:r>
        <w:t>’</w:t>
      </w:r>
      <w:r w:rsidR="008C5C61" w:rsidRPr="004C3E92">
        <w:t>est nouée n</w:t>
      </w:r>
      <w:r w:rsidR="008C5C61" w:rsidRPr="004C3E92">
        <w:t>o</w:t>
      </w:r>
      <w:r w:rsidR="008C5C61" w:rsidRPr="004C3E92">
        <w:t>tre connaissance</w:t>
      </w:r>
      <w:r>
        <w:t xml:space="preserve">, </w:t>
      </w:r>
      <w:r w:rsidR="008C5C61" w:rsidRPr="004C3E92">
        <w:t>et dans lequel</w:t>
      </w:r>
      <w:r>
        <w:t xml:space="preserve">, </w:t>
      </w:r>
      <w:r w:rsidR="008C5C61" w:rsidRPr="004C3E92">
        <w:t>depuis lors</w:t>
      </w:r>
      <w:r>
        <w:t xml:space="preserve">, </w:t>
      </w:r>
      <w:r w:rsidR="008C5C61" w:rsidRPr="004C3E92">
        <w:t>nous avons passé ensemble tant d</w:t>
      </w:r>
      <w:r>
        <w:t>’</w:t>
      </w:r>
      <w:r w:rsidR="008C5C61" w:rsidRPr="004C3E92">
        <w:t>heures heureuses</w:t>
      </w:r>
      <w:r>
        <w:t xml:space="preserve">, </w:t>
      </w:r>
      <w:r w:rsidR="008C5C61" w:rsidRPr="004C3E92">
        <w:t>vous voudriez le rabaisser à l</w:t>
      </w:r>
      <w:r>
        <w:t>’</w:t>
      </w:r>
      <w:r w:rsidR="008C5C61" w:rsidRPr="004C3E92">
        <w:t>état d</w:t>
      </w:r>
      <w:r>
        <w:t>’</w:t>
      </w:r>
      <w:r w:rsidR="008C5C61" w:rsidRPr="004C3E92">
        <w:t>une entrée vulgaire</w:t>
      </w:r>
      <w:r>
        <w:t xml:space="preserve">, </w:t>
      </w:r>
      <w:r w:rsidR="008C5C61" w:rsidRPr="004C3E92">
        <w:t>et tout le monde aurait hâte de pa</w:t>
      </w:r>
      <w:r w:rsidR="008C5C61" w:rsidRPr="004C3E92">
        <w:t>s</w:t>
      </w:r>
      <w:r w:rsidR="008C5C61" w:rsidRPr="004C3E92">
        <w:t>ser au travers de la pièce qui a jusqu</w:t>
      </w:r>
      <w:r>
        <w:t>’</w:t>
      </w:r>
      <w:r w:rsidR="008C5C61" w:rsidRPr="004C3E92">
        <w:t xml:space="preserve">ici renfermé en elle plus </w:t>
      </w:r>
      <w:r w:rsidR="008C5C61" w:rsidRPr="004C3E92">
        <w:lastRenderedPageBreak/>
        <w:t>d</w:t>
      </w:r>
      <w:r>
        <w:t>’</w:t>
      </w:r>
      <w:r w:rsidR="008C5C61" w:rsidRPr="004C3E92">
        <w:t>agréments et de confort réel que ne pourrait certes en offrir toute autre salle des plus belles dimensions du monde</w:t>
      </w:r>
      <w:r>
        <w:t> !</w:t>
      </w:r>
    </w:p>
    <w:p w14:paraId="1CC0B224" w14:textId="77777777" w:rsidR="004A4993" w:rsidRDefault="008C5C61" w:rsidP="004A4993">
      <w:r w:rsidRPr="004C3E92">
        <w:t>Mrs</w:t>
      </w:r>
      <w:r w:rsidR="004A4993">
        <w:t xml:space="preserve">. </w:t>
      </w:r>
      <w:proofErr w:type="spellStart"/>
      <w:r w:rsidRPr="004C3E92">
        <w:t>Dashwood</w:t>
      </w:r>
      <w:proofErr w:type="spellEnd"/>
      <w:r w:rsidRPr="004C3E92">
        <w:t xml:space="preserve"> lui donna de nouveau l</w:t>
      </w:r>
      <w:r w:rsidR="004A4993">
        <w:t>’</w:t>
      </w:r>
      <w:r w:rsidRPr="004C3E92">
        <w:t>assurance qu</w:t>
      </w:r>
      <w:r w:rsidR="004A4993">
        <w:t>’</w:t>
      </w:r>
      <w:r w:rsidRPr="004C3E92">
        <w:t>aucun embellissement de ce genre ne serait tenté</w:t>
      </w:r>
      <w:r w:rsidR="004A4993">
        <w:t>.</w:t>
      </w:r>
    </w:p>
    <w:p w14:paraId="49AEFD12" w14:textId="77777777" w:rsidR="004A4993" w:rsidRDefault="004A4993" w:rsidP="004A4993">
      <w:r>
        <w:t>— </w:t>
      </w:r>
      <w:r w:rsidR="008C5C61" w:rsidRPr="004C3E92">
        <w:t>Vous êtes une excellente femme</w:t>
      </w:r>
      <w:r>
        <w:t xml:space="preserve">, </w:t>
      </w:r>
      <w:r w:rsidR="008C5C61" w:rsidRPr="004C3E92">
        <w:t>répondit-il avec chaleur</w:t>
      </w:r>
      <w:r>
        <w:t xml:space="preserve">. </w:t>
      </w:r>
      <w:r w:rsidR="008C5C61" w:rsidRPr="004C3E92">
        <w:t>Votre promesse me rassure</w:t>
      </w:r>
      <w:r>
        <w:t xml:space="preserve">. </w:t>
      </w:r>
      <w:r w:rsidR="008C5C61" w:rsidRPr="004C3E92">
        <w:t>Étendez-la encore un peu</w:t>
      </w:r>
      <w:r>
        <w:t xml:space="preserve">, </w:t>
      </w:r>
      <w:r w:rsidR="008C5C61" w:rsidRPr="004C3E92">
        <w:t>et elle me rendra heureux</w:t>
      </w:r>
      <w:r>
        <w:t xml:space="preserve">. </w:t>
      </w:r>
      <w:r w:rsidR="008C5C61" w:rsidRPr="004C3E92">
        <w:t>Dites-moi que non seulement votre maison restera la même</w:t>
      </w:r>
      <w:r>
        <w:t xml:space="preserve">, </w:t>
      </w:r>
      <w:r w:rsidR="008C5C61" w:rsidRPr="004C3E92">
        <w:t>mais que je vous trouverai toujours</w:t>
      </w:r>
      <w:r>
        <w:t xml:space="preserve">, </w:t>
      </w:r>
      <w:r w:rsidR="008C5C61" w:rsidRPr="004C3E92">
        <w:t>vous et les vôtres</w:t>
      </w:r>
      <w:r>
        <w:t xml:space="preserve">, </w:t>
      </w:r>
      <w:r w:rsidR="008C5C61" w:rsidRPr="004C3E92">
        <w:t>aussi inchangées que votre demeure</w:t>
      </w:r>
      <w:r>
        <w:t xml:space="preserve"> ; </w:t>
      </w:r>
      <w:r w:rsidR="008C5C61" w:rsidRPr="004C3E92">
        <w:t>et que vous me considérerez toujours avec la bonté qui m</w:t>
      </w:r>
      <w:r>
        <w:t>’</w:t>
      </w:r>
      <w:r w:rsidR="008C5C61" w:rsidRPr="004C3E92">
        <w:t>a rendu si cher tout ce qui vous touche</w:t>
      </w:r>
      <w:r>
        <w:t>.</w:t>
      </w:r>
    </w:p>
    <w:p w14:paraId="0C973D56" w14:textId="77777777" w:rsidR="004A4993" w:rsidRDefault="008C5C61" w:rsidP="004A4993">
      <w:r w:rsidRPr="004C3E92">
        <w:t>Cette promesse fut donnée avec empressement</w:t>
      </w:r>
      <w:r w:rsidR="004A4993">
        <w:t xml:space="preserve">, </w:t>
      </w:r>
      <w:r w:rsidRPr="004C3E92">
        <w:t>et l</w:t>
      </w:r>
      <w:r w:rsidR="004A4993">
        <w:t>’</w:t>
      </w:r>
      <w:r w:rsidRPr="004C3E92">
        <w:t>attitude de Willoughby au cours de toute la soirée exprimait à la fois son affection et son bonheur</w:t>
      </w:r>
      <w:r w:rsidR="004A4993">
        <w:t>.</w:t>
      </w:r>
    </w:p>
    <w:p w14:paraId="4E79DC44" w14:textId="77777777" w:rsidR="004A4993" w:rsidRDefault="004A4993" w:rsidP="004A4993">
      <w:r>
        <w:t>— </w:t>
      </w:r>
      <w:r w:rsidR="008C5C61" w:rsidRPr="004C3E92">
        <w:t>Vous verrons-nous à dîner</w:t>
      </w:r>
      <w:r>
        <w:t xml:space="preserve">, </w:t>
      </w:r>
      <w:r w:rsidR="008C5C61" w:rsidRPr="004C3E92">
        <w:t>demain soir</w:t>
      </w:r>
      <w:r>
        <w:t xml:space="preserve"> ? </w:t>
      </w:r>
      <w:r w:rsidR="008C5C61" w:rsidRPr="004C3E92">
        <w:t>dit Mrs</w:t>
      </w:r>
      <w:r>
        <w:t xml:space="preserve">. </w:t>
      </w:r>
      <w:proofErr w:type="spellStart"/>
      <w:r w:rsidR="008C5C61" w:rsidRPr="004C3E92">
        <w:t>Das</w:t>
      </w:r>
      <w:r w:rsidR="008C5C61" w:rsidRPr="004C3E92">
        <w:t>h</w:t>
      </w:r>
      <w:r w:rsidR="008C5C61" w:rsidRPr="004C3E92">
        <w:t>wood</w:t>
      </w:r>
      <w:proofErr w:type="spellEnd"/>
      <w:r>
        <w:t xml:space="preserve">, </w:t>
      </w:r>
      <w:r w:rsidR="008C5C61" w:rsidRPr="004C3E92">
        <w:t>au moment où il prit congé d</w:t>
      </w:r>
      <w:r>
        <w:t>’</w:t>
      </w:r>
      <w:r w:rsidR="008C5C61" w:rsidRPr="004C3E92">
        <w:t>elles</w:t>
      </w:r>
      <w:r>
        <w:t xml:space="preserve">. </w:t>
      </w:r>
      <w:r w:rsidR="008C5C61" w:rsidRPr="004C3E92">
        <w:t>Je ne vous demande pas de venir dans la matinée</w:t>
      </w:r>
      <w:r>
        <w:t xml:space="preserve">, </w:t>
      </w:r>
      <w:r w:rsidR="008C5C61" w:rsidRPr="004C3E92">
        <w:t>car il faut que nous allions au Park</w:t>
      </w:r>
      <w:r>
        <w:t xml:space="preserve">, </w:t>
      </w:r>
      <w:r w:rsidR="008C5C61" w:rsidRPr="004C3E92">
        <w:t>rendre visite à lady Middleton</w:t>
      </w:r>
      <w:r>
        <w:t>.</w:t>
      </w:r>
    </w:p>
    <w:p w14:paraId="1507FBD6" w14:textId="77777777" w:rsidR="004A4993" w:rsidRDefault="008C5C61" w:rsidP="004A4993">
      <w:r w:rsidRPr="004C3E92">
        <w:t>Il promit d</w:t>
      </w:r>
      <w:r w:rsidR="004A4993">
        <w:t>’</w:t>
      </w:r>
      <w:r w:rsidRPr="004C3E92">
        <w:t>être chez elles pour quatre heures</w:t>
      </w:r>
      <w:r w:rsidR="004A4993">
        <w:t>.</w:t>
      </w:r>
    </w:p>
    <w:p w14:paraId="681574E0" w14:textId="3403E8D5" w:rsidR="008C5C61" w:rsidRPr="004C3E92" w:rsidRDefault="008C5C61" w:rsidP="004A4993">
      <w:pPr>
        <w:pStyle w:val="Titre1"/>
      </w:pPr>
      <w:bookmarkStart w:id="14" w:name="_Toc196409799"/>
      <w:r w:rsidRPr="004C3E92">
        <w:lastRenderedPageBreak/>
        <w:t>CHAPITRE XV</w:t>
      </w:r>
      <w:bookmarkEnd w:id="14"/>
      <w:r w:rsidRPr="004C3E92">
        <w:br/>
      </w:r>
    </w:p>
    <w:p w14:paraId="226C9E99" w14:textId="77777777" w:rsidR="004A4993" w:rsidRDefault="008C5C61" w:rsidP="004A4993">
      <w:r w:rsidRPr="004C3E92">
        <w:t>La visite de Mrs</w:t>
      </w:r>
      <w:r w:rsidR="004A4993">
        <w:t xml:space="preserve">. </w:t>
      </w:r>
      <w:proofErr w:type="spellStart"/>
      <w:r w:rsidRPr="004C3E92">
        <w:t>Dashwood</w:t>
      </w:r>
      <w:proofErr w:type="spellEnd"/>
      <w:r w:rsidRPr="004C3E92">
        <w:t xml:space="preserve"> à lady Middleton eut lieu le lendemain</w:t>
      </w:r>
      <w:r w:rsidR="004A4993">
        <w:t xml:space="preserve">, </w:t>
      </w:r>
      <w:r w:rsidRPr="004C3E92">
        <w:t>et deux de ses filles l</w:t>
      </w:r>
      <w:r w:rsidR="004A4993">
        <w:t>’</w:t>
      </w:r>
      <w:r w:rsidRPr="004C3E92">
        <w:t>accompagnèrent</w:t>
      </w:r>
      <w:r w:rsidR="004A4993">
        <w:t xml:space="preserve"> ; </w:t>
      </w:r>
      <w:r w:rsidRPr="004C3E92">
        <w:t>mais M</w:t>
      </w:r>
      <w:r w:rsidRPr="004C3E92">
        <w:t>a</w:t>
      </w:r>
      <w:r w:rsidRPr="004C3E92">
        <w:t>rianne s</w:t>
      </w:r>
      <w:r w:rsidR="004A4993">
        <w:t>’</w:t>
      </w:r>
      <w:r w:rsidRPr="004C3E92">
        <w:t>excusa de ne pas être de la partie</w:t>
      </w:r>
      <w:r w:rsidR="004A4993">
        <w:t xml:space="preserve">, </w:t>
      </w:r>
      <w:r w:rsidRPr="004C3E92">
        <w:t>sous quelque préte</w:t>
      </w:r>
      <w:r w:rsidRPr="004C3E92">
        <w:t>x</w:t>
      </w:r>
      <w:r w:rsidRPr="004C3E92">
        <w:t>te insignifiant d</w:t>
      </w:r>
      <w:r w:rsidR="004A4993">
        <w:t>’</w:t>
      </w:r>
      <w:r w:rsidRPr="004C3E92">
        <w:t>une occupation</w:t>
      </w:r>
      <w:r w:rsidR="004A4993">
        <w:t xml:space="preserve"> ; </w:t>
      </w:r>
      <w:r w:rsidRPr="004C3E92">
        <w:t>et sa mère</w:t>
      </w:r>
      <w:r w:rsidR="004A4993">
        <w:t xml:space="preserve">, </w:t>
      </w:r>
      <w:r w:rsidRPr="004C3E92">
        <w:t>qui en conclut qu</w:t>
      </w:r>
      <w:r w:rsidR="004A4993">
        <w:t>’</w:t>
      </w:r>
      <w:r w:rsidRPr="004C3E92">
        <w:t>une promesse avait été faite par Willoughby</w:t>
      </w:r>
      <w:r w:rsidR="004A4993">
        <w:t xml:space="preserve">, </w:t>
      </w:r>
      <w:r w:rsidRPr="004C3E92">
        <w:t>la veille au soir</w:t>
      </w:r>
      <w:r w:rsidR="004A4993">
        <w:t xml:space="preserve">, </w:t>
      </w:r>
      <w:r w:rsidRPr="004C3E92">
        <w:t>de venir la voir pendant qu</w:t>
      </w:r>
      <w:r w:rsidR="004A4993">
        <w:t>’</w:t>
      </w:r>
      <w:r w:rsidRPr="004C3E92">
        <w:t>elles seraient absentes</w:t>
      </w:r>
      <w:r w:rsidR="004A4993">
        <w:t xml:space="preserve">, </w:t>
      </w:r>
      <w:r w:rsidRPr="004C3E92">
        <w:t>fut parfait</w:t>
      </w:r>
      <w:r w:rsidRPr="004C3E92">
        <w:t>e</w:t>
      </w:r>
      <w:r w:rsidRPr="004C3E92">
        <w:t>ment satisfaite de la voir rester à la maison</w:t>
      </w:r>
      <w:r w:rsidR="004A4993">
        <w:t>.</w:t>
      </w:r>
    </w:p>
    <w:p w14:paraId="5EB16FA2" w14:textId="77777777" w:rsidR="004A4993" w:rsidRDefault="008C5C61" w:rsidP="004A4993">
      <w:r w:rsidRPr="004C3E92">
        <w:t>Lors de leur retour de Park</w:t>
      </w:r>
      <w:r w:rsidR="004A4993">
        <w:t xml:space="preserve">, </w:t>
      </w:r>
      <w:r w:rsidRPr="004C3E92">
        <w:t>elles trouvèrent le cabriolet et le domestique de Willoughby en stationnement devant la ma</w:t>
      </w:r>
      <w:r w:rsidRPr="004C3E92">
        <w:t>i</w:t>
      </w:r>
      <w:r w:rsidRPr="004C3E92">
        <w:t>sonnette</w:t>
      </w:r>
      <w:r w:rsidR="004A4993">
        <w:t xml:space="preserve">, </w:t>
      </w:r>
      <w:r w:rsidRPr="004C3E92">
        <w:t>et Mrs</w:t>
      </w:r>
      <w:r w:rsidR="004A4993">
        <w:t xml:space="preserve">. </w:t>
      </w:r>
      <w:proofErr w:type="spellStart"/>
      <w:r w:rsidRPr="004C3E92">
        <w:t>Dashwood</w:t>
      </w:r>
      <w:proofErr w:type="spellEnd"/>
      <w:r w:rsidRPr="004C3E92">
        <w:t xml:space="preserve"> fut convaincue que sa conjecture avait été correcte</w:t>
      </w:r>
      <w:r w:rsidR="004A4993">
        <w:t xml:space="preserve">. </w:t>
      </w:r>
      <w:r w:rsidRPr="004C3E92">
        <w:t>Jusque-là</w:t>
      </w:r>
      <w:r w:rsidR="004A4993">
        <w:t xml:space="preserve">, </w:t>
      </w:r>
      <w:r w:rsidRPr="004C3E92">
        <w:t>tout était tel qu</w:t>
      </w:r>
      <w:r w:rsidR="004A4993">
        <w:t>’</w:t>
      </w:r>
      <w:r w:rsidRPr="004C3E92">
        <w:t>elle l</w:t>
      </w:r>
      <w:r w:rsidR="004A4993">
        <w:t>’</w:t>
      </w:r>
      <w:r w:rsidRPr="004C3E92">
        <w:t>avait prévu</w:t>
      </w:r>
      <w:r w:rsidR="004A4993">
        <w:t xml:space="preserve"> ; </w:t>
      </w:r>
      <w:r w:rsidRPr="004C3E92">
        <w:t>mais</w:t>
      </w:r>
      <w:r w:rsidR="004A4993">
        <w:t xml:space="preserve">, </w:t>
      </w:r>
      <w:r w:rsidRPr="004C3E92">
        <w:t>en entrant dans la maison</w:t>
      </w:r>
      <w:r w:rsidR="004A4993">
        <w:t xml:space="preserve">, </w:t>
      </w:r>
      <w:r w:rsidRPr="004C3E92">
        <w:t>elle aperçut ce qu</w:t>
      </w:r>
      <w:r w:rsidR="004A4993">
        <w:t>’</w:t>
      </w:r>
      <w:r w:rsidRPr="004C3E92">
        <w:t>aucune pr</w:t>
      </w:r>
      <w:r w:rsidRPr="004C3E92">
        <w:t>é</w:t>
      </w:r>
      <w:r w:rsidRPr="004C3E92">
        <w:t>vision ne lui avait appris à espérer</w:t>
      </w:r>
      <w:r w:rsidR="004A4993">
        <w:t xml:space="preserve">. </w:t>
      </w:r>
      <w:r w:rsidRPr="004C3E92">
        <w:t>À peine furent-elles dans le couloir</w:t>
      </w:r>
      <w:r w:rsidR="004A4993">
        <w:t xml:space="preserve">, </w:t>
      </w:r>
      <w:r w:rsidRPr="004C3E92">
        <w:t>que Marianne sortit en hâte du petit salon</w:t>
      </w:r>
      <w:r w:rsidR="004A4993">
        <w:t xml:space="preserve">, </w:t>
      </w:r>
      <w:r w:rsidRPr="004C3E92">
        <w:t>prise app</w:t>
      </w:r>
      <w:r w:rsidRPr="004C3E92">
        <w:t>a</w:t>
      </w:r>
      <w:r w:rsidRPr="004C3E92">
        <w:t>remment d</w:t>
      </w:r>
      <w:r w:rsidR="004A4993">
        <w:t>’</w:t>
      </w:r>
      <w:r w:rsidRPr="004C3E92">
        <w:t>un chagrin violent</w:t>
      </w:r>
      <w:r w:rsidR="004A4993">
        <w:t xml:space="preserve">, </w:t>
      </w:r>
      <w:r w:rsidRPr="004C3E92">
        <w:t>tenant son mouchoir devant les yeux</w:t>
      </w:r>
      <w:r w:rsidR="004A4993">
        <w:t xml:space="preserve">, </w:t>
      </w:r>
      <w:r w:rsidRPr="004C3E92">
        <w:t>et</w:t>
      </w:r>
      <w:r w:rsidR="004A4993">
        <w:t xml:space="preserve">, </w:t>
      </w:r>
      <w:r w:rsidRPr="004C3E92">
        <w:t>sans remarquer leur présence</w:t>
      </w:r>
      <w:r w:rsidR="004A4993">
        <w:t xml:space="preserve">, </w:t>
      </w:r>
      <w:r w:rsidRPr="004C3E92">
        <w:t>monta l</w:t>
      </w:r>
      <w:r w:rsidR="004A4993">
        <w:t>’</w:t>
      </w:r>
      <w:r w:rsidRPr="004C3E92">
        <w:t>escalier en co</w:t>
      </w:r>
      <w:r w:rsidRPr="004C3E92">
        <w:t>u</w:t>
      </w:r>
      <w:r w:rsidRPr="004C3E92">
        <w:t>rant</w:t>
      </w:r>
      <w:r w:rsidR="004A4993">
        <w:t xml:space="preserve">. </w:t>
      </w:r>
      <w:r w:rsidRPr="004C3E92">
        <w:t>Surprises et effrayées</w:t>
      </w:r>
      <w:r w:rsidR="004A4993">
        <w:t xml:space="preserve">, </w:t>
      </w:r>
      <w:r w:rsidRPr="004C3E92">
        <w:t>elles pénétrèrent immédiatement dans la pièce qu</w:t>
      </w:r>
      <w:r w:rsidR="004A4993">
        <w:t>’</w:t>
      </w:r>
      <w:r w:rsidRPr="004C3E92">
        <w:t>elle venait de quitter</w:t>
      </w:r>
      <w:r w:rsidR="004A4993">
        <w:t xml:space="preserve">, </w:t>
      </w:r>
      <w:r w:rsidRPr="004C3E92">
        <w:t>et où elles ne trouvèrent que Willoughby</w:t>
      </w:r>
      <w:r w:rsidR="004A4993">
        <w:t xml:space="preserve">, </w:t>
      </w:r>
      <w:r w:rsidRPr="004C3E92">
        <w:t>qui était appuyé contre la cheminée et leur tournait le dos</w:t>
      </w:r>
      <w:r w:rsidR="004A4993">
        <w:t xml:space="preserve">. </w:t>
      </w:r>
      <w:r w:rsidRPr="004C3E92">
        <w:t>Il se retourna à leur entrée</w:t>
      </w:r>
      <w:r w:rsidR="004A4993">
        <w:t xml:space="preserve">, </w:t>
      </w:r>
      <w:r w:rsidRPr="004C3E92">
        <w:t>et son visage man</w:t>
      </w:r>
      <w:r w:rsidRPr="004C3E92">
        <w:t>i</w:t>
      </w:r>
      <w:r w:rsidRPr="004C3E92">
        <w:t>festait qu</w:t>
      </w:r>
      <w:r w:rsidR="004A4993">
        <w:t>’</w:t>
      </w:r>
      <w:r w:rsidRPr="004C3E92">
        <w:t>il prenait vigoureusement part à l</w:t>
      </w:r>
      <w:r w:rsidR="004A4993">
        <w:t>’</w:t>
      </w:r>
      <w:r w:rsidRPr="004C3E92">
        <w:t>émotion qui terra</w:t>
      </w:r>
      <w:r w:rsidRPr="004C3E92">
        <w:t>s</w:t>
      </w:r>
      <w:r w:rsidRPr="004C3E92">
        <w:t>sait Marianne</w:t>
      </w:r>
      <w:r w:rsidR="004A4993">
        <w:t>.</w:t>
      </w:r>
    </w:p>
    <w:p w14:paraId="23DADCA6" w14:textId="77777777" w:rsidR="004A4993" w:rsidRDefault="004A4993" w:rsidP="004A4993">
      <w:r>
        <w:t>— </w:t>
      </w:r>
      <w:r w:rsidR="008C5C61" w:rsidRPr="004C3E92">
        <w:t>A-t-elle quelque chose qui ne va pas</w:t>
      </w:r>
      <w:r>
        <w:t xml:space="preserve"> ? </w:t>
      </w:r>
      <w:r w:rsidR="008C5C61" w:rsidRPr="004C3E92">
        <w:t>s</w:t>
      </w:r>
      <w:r>
        <w:t>’</w:t>
      </w:r>
      <w:r w:rsidR="008C5C61" w:rsidRPr="004C3E92">
        <w:t>écria Mrs</w:t>
      </w:r>
      <w:r>
        <w:t xml:space="preserve">. </w:t>
      </w:r>
      <w:proofErr w:type="spellStart"/>
      <w:r w:rsidR="008C5C61" w:rsidRPr="004C3E92">
        <w:t>Das</w:t>
      </w:r>
      <w:r w:rsidR="008C5C61" w:rsidRPr="004C3E92">
        <w:t>h</w:t>
      </w:r>
      <w:r w:rsidR="008C5C61" w:rsidRPr="004C3E92">
        <w:t>wood</w:t>
      </w:r>
      <w:proofErr w:type="spellEnd"/>
      <w:r>
        <w:t xml:space="preserve">, </w:t>
      </w:r>
      <w:r w:rsidR="008C5C61" w:rsidRPr="004C3E92">
        <w:t>au moment où elle entrait</w:t>
      </w:r>
      <w:r>
        <w:t xml:space="preserve">, </w:t>
      </w:r>
      <w:r w:rsidR="008C5C61" w:rsidRPr="004C3E92">
        <w:t>est-elle malade</w:t>
      </w:r>
      <w:r>
        <w:t> ?</w:t>
      </w:r>
    </w:p>
    <w:p w14:paraId="6B3669B4" w14:textId="77777777" w:rsidR="004A4993" w:rsidRDefault="004A4993" w:rsidP="004A4993">
      <w:r>
        <w:t>— </w:t>
      </w:r>
      <w:r w:rsidR="008C5C61" w:rsidRPr="004C3E92">
        <w:t>J</w:t>
      </w:r>
      <w:r>
        <w:t>’</w:t>
      </w:r>
      <w:r w:rsidR="008C5C61" w:rsidRPr="004C3E92">
        <w:t>espère que non</w:t>
      </w:r>
      <w:r>
        <w:t xml:space="preserve">, </w:t>
      </w:r>
      <w:r w:rsidR="008C5C61" w:rsidRPr="004C3E92">
        <w:t>répondit-il</w:t>
      </w:r>
      <w:r>
        <w:t xml:space="preserve">, </w:t>
      </w:r>
      <w:r w:rsidR="008C5C61" w:rsidRPr="004C3E92">
        <w:t>en essayant de prendre un air de gaieté</w:t>
      </w:r>
      <w:r>
        <w:t xml:space="preserve">, </w:t>
      </w:r>
      <w:r w:rsidR="008C5C61" w:rsidRPr="004C3E92">
        <w:t>et</w:t>
      </w:r>
      <w:r>
        <w:t xml:space="preserve">, </w:t>
      </w:r>
      <w:r w:rsidR="008C5C61" w:rsidRPr="004C3E92">
        <w:t>se forçant à sourire</w:t>
      </w:r>
      <w:r>
        <w:t xml:space="preserve">, </w:t>
      </w:r>
      <w:r w:rsidR="008C5C61" w:rsidRPr="004C3E92">
        <w:t>il ajouta au bout de que</w:t>
      </w:r>
      <w:r w:rsidR="008C5C61" w:rsidRPr="004C3E92">
        <w:t>l</w:t>
      </w:r>
      <w:r w:rsidR="008C5C61" w:rsidRPr="004C3E92">
        <w:t>ques instants</w:t>
      </w:r>
      <w:r>
        <w:t xml:space="preserve"> : </w:t>
      </w:r>
      <w:r w:rsidR="008C5C61" w:rsidRPr="004C3E92">
        <w:t>C</w:t>
      </w:r>
      <w:r>
        <w:t>’</w:t>
      </w:r>
      <w:r w:rsidR="008C5C61" w:rsidRPr="004C3E92">
        <w:t>est plutôt moi qui puis m</w:t>
      </w:r>
      <w:r>
        <w:t>’</w:t>
      </w:r>
      <w:r w:rsidR="008C5C61" w:rsidRPr="004C3E92">
        <w:t xml:space="preserve">attendre à être </w:t>
      </w:r>
      <w:r w:rsidR="008C5C61" w:rsidRPr="004C3E92">
        <w:lastRenderedPageBreak/>
        <w:t>mal</w:t>
      </w:r>
      <w:r w:rsidR="008C5C61" w:rsidRPr="004C3E92">
        <w:t>a</w:t>
      </w:r>
      <w:r w:rsidR="008C5C61" w:rsidRPr="004C3E92">
        <w:t>de</w:t>
      </w:r>
      <w:r>
        <w:t xml:space="preserve">, </w:t>
      </w:r>
      <w:r w:rsidR="008C5C61" w:rsidRPr="004C3E92">
        <w:t>car je souffre maintenant d</w:t>
      </w:r>
      <w:r>
        <w:t>’</w:t>
      </w:r>
      <w:r w:rsidR="008C5C61" w:rsidRPr="004C3E92">
        <w:t>une déception extrêmement p</w:t>
      </w:r>
      <w:r w:rsidR="008C5C61" w:rsidRPr="004C3E92">
        <w:t>é</w:t>
      </w:r>
      <w:r w:rsidR="008C5C61" w:rsidRPr="004C3E92">
        <w:t>nible</w:t>
      </w:r>
      <w:r>
        <w:t> !</w:t>
      </w:r>
    </w:p>
    <w:p w14:paraId="17BFC043" w14:textId="77777777" w:rsidR="004A4993" w:rsidRDefault="004A4993" w:rsidP="004A4993">
      <w:r>
        <w:t>— </w:t>
      </w:r>
      <w:r w:rsidR="008C5C61" w:rsidRPr="004C3E92">
        <w:t>D</w:t>
      </w:r>
      <w:r>
        <w:t>’</w:t>
      </w:r>
      <w:r w:rsidR="008C5C61" w:rsidRPr="004C3E92">
        <w:t>une déception</w:t>
      </w:r>
      <w:r>
        <w:t> !</w:t>
      </w:r>
    </w:p>
    <w:p w14:paraId="4A31DC6E" w14:textId="77777777" w:rsidR="004A4993" w:rsidRDefault="004A4993" w:rsidP="004A4993">
      <w:r>
        <w:t>— </w:t>
      </w:r>
      <w:r w:rsidR="008C5C61" w:rsidRPr="004C3E92">
        <w:t>Oui</w:t>
      </w:r>
      <w:r>
        <w:t xml:space="preserve">, </w:t>
      </w:r>
      <w:r w:rsidR="008C5C61" w:rsidRPr="004C3E92">
        <w:t>car il m</w:t>
      </w:r>
      <w:r>
        <w:t>’</w:t>
      </w:r>
      <w:r w:rsidR="008C5C61" w:rsidRPr="004C3E92">
        <w:t>est impossible de tenir mon rendez-vous avec vous</w:t>
      </w:r>
      <w:r>
        <w:t xml:space="preserve">. </w:t>
      </w:r>
      <w:r w:rsidR="008C5C61" w:rsidRPr="004C3E92">
        <w:t>Mrs</w:t>
      </w:r>
      <w:r>
        <w:t xml:space="preserve">. </w:t>
      </w:r>
      <w:r w:rsidR="008C5C61" w:rsidRPr="004C3E92">
        <w:t>Smith a exercé ce matin le privilège de sa r</w:t>
      </w:r>
      <w:r w:rsidR="008C5C61" w:rsidRPr="004C3E92">
        <w:t>i</w:t>
      </w:r>
      <w:r w:rsidR="008C5C61" w:rsidRPr="004C3E92">
        <w:t>chesse à l</w:t>
      </w:r>
      <w:r>
        <w:t>’</w:t>
      </w:r>
      <w:r w:rsidR="008C5C61" w:rsidRPr="004C3E92">
        <w:t>égard d</w:t>
      </w:r>
      <w:r>
        <w:t>’</w:t>
      </w:r>
      <w:r w:rsidR="008C5C61" w:rsidRPr="004C3E92">
        <w:t>un cousin pauvre à sa charge</w:t>
      </w:r>
      <w:r>
        <w:t xml:space="preserve"> ; </w:t>
      </w:r>
      <w:r w:rsidR="008C5C61" w:rsidRPr="004C3E92">
        <w:t>en m</w:t>
      </w:r>
      <w:r>
        <w:t>’</w:t>
      </w:r>
      <w:r w:rsidR="008C5C61" w:rsidRPr="004C3E92">
        <w:t>envoyant à Londres pour affaires</w:t>
      </w:r>
      <w:r>
        <w:t xml:space="preserve">. </w:t>
      </w:r>
      <w:r w:rsidR="008C5C61" w:rsidRPr="004C3E92">
        <w:t>Je viens de recevoir mes dépêches</w:t>
      </w:r>
      <w:r>
        <w:t xml:space="preserve">, </w:t>
      </w:r>
      <w:r w:rsidR="008C5C61" w:rsidRPr="004C3E92">
        <w:t>et j</w:t>
      </w:r>
      <w:r>
        <w:t>’</w:t>
      </w:r>
      <w:r w:rsidR="008C5C61" w:rsidRPr="004C3E92">
        <w:t xml:space="preserve">ai fait mes adieux à </w:t>
      </w:r>
      <w:proofErr w:type="spellStart"/>
      <w:r w:rsidR="008C5C61" w:rsidRPr="004C3E92">
        <w:t>Allenham</w:t>
      </w:r>
      <w:proofErr w:type="spellEnd"/>
      <w:r>
        <w:t xml:space="preserve"> ; </w:t>
      </w:r>
      <w:r w:rsidR="008C5C61" w:rsidRPr="004C3E92">
        <w:t>et</w:t>
      </w:r>
      <w:r>
        <w:t xml:space="preserve">, </w:t>
      </w:r>
      <w:r w:rsidR="008C5C61" w:rsidRPr="004C3E92">
        <w:t>pour me ragaillardir</w:t>
      </w:r>
      <w:r>
        <w:t xml:space="preserve">, </w:t>
      </w:r>
      <w:r w:rsidR="008C5C61" w:rsidRPr="004C3E92">
        <w:t>je viens à présent vous les faire</w:t>
      </w:r>
      <w:r>
        <w:t xml:space="preserve">, </w:t>
      </w:r>
      <w:r w:rsidR="008C5C61" w:rsidRPr="004C3E92">
        <w:t>à vous</w:t>
      </w:r>
      <w:r>
        <w:t>.</w:t>
      </w:r>
    </w:p>
    <w:p w14:paraId="073C2208" w14:textId="77777777" w:rsidR="004A4993" w:rsidRDefault="004A4993" w:rsidP="004A4993">
      <w:r>
        <w:t>— </w:t>
      </w:r>
      <w:r w:rsidR="008C5C61" w:rsidRPr="004C3E92">
        <w:t>À Londres</w:t>
      </w:r>
      <w:r>
        <w:t xml:space="preserve"> ! </w:t>
      </w:r>
      <w:r w:rsidR="008C5C61" w:rsidRPr="004C3E92">
        <w:t>Et vous partez ce matin</w:t>
      </w:r>
      <w:r>
        <w:t> ?</w:t>
      </w:r>
    </w:p>
    <w:p w14:paraId="718876AA" w14:textId="77777777" w:rsidR="004A4993" w:rsidRDefault="004A4993" w:rsidP="004A4993">
      <w:r>
        <w:t>— </w:t>
      </w:r>
      <w:r w:rsidR="008C5C61" w:rsidRPr="004C3E92">
        <w:t>Presque à l</w:t>
      </w:r>
      <w:r>
        <w:t>’</w:t>
      </w:r>
      <w:r w:rsidR="008C5C61" w:rsidRPr="004C3E92">
        <w:t>instant même</w:t>
      </w:r>
      <w:r>
        <w:t>.</w:t>
      </w:r>
    </w:p>
    <w:p w14:paraId="1C6CBE38" w14:textId="77777777" w:rsidR="004A4993" w:rsidRDefault="004A4993" w:rsidP="004A4993">
      <w:r>
        <w:t>— </w:t>
      </w:r>
      <w:r w:rsidR="008C5C61" w:rsidRPr="004C3E92">
        <w:t>Voilà qui est fort malencontreux</w:t>
      </w:r>
      <w:r>
        <w:t xml:space="preserve">. </w:t>
      </w:r>
      <w:r w:rsidR="008C5C61" w:rsidRPr="004C3E92">
        <w:t>Mais il faut donner s</w:t>
      </w:r>
      <w:r w:rsidR="008C5C61" w:rsidRPr="004C3E92">
        <w:t>a</w:t>
      </w:r>
      <w:r w:rsidR="008C5C61" w:rsidRPr="004C3E92">
        <w:t>tisfaction à Mrs</w:t>
      </w:r>
      <w:r>
        <w:t xml:space="preserve">. </w:t>
      </w:r>
      <w:r w:rsidR="008C5C61" w:rsidRPr="004C3E92">
        <w:t>Smith</w:t>
      </w:r>
      <w:r>
        <w:t xml:space="preserve">, </w:t>
      </w:r>
      <w:r w:rsidR="008C5C61" w:rsidRPr="004C3E92">
        <w:t>et j</w:t>
      </w:r>
      <w:r>
        <w:t>’</w:t>
      </w:r>
      <w:r w:rsidR="008C5C61" w:rsidRPr="004C3E92">
        <w:t>espère que ses affaires ne vous r</w:t>
      </w:r>
      <w:r w:rsidR="008C5C61" w:rsidRPr="004C3E92">
        <w:t>e</w:t>
      </w:r>
      <w:r w:rsidR="008C5C61" w:rsidRPr="004C3E92">
        <w:t>tiendront pas longtemps loin de nous</w:t>
      </w:r>
      <w:r>
        <w:t>.</w:t>
      </w:r>
    </w:p>
    <w:p w14:paraId="708D5FF3" w14:textId="77777777" w:rsidR="004A4993" w:rsidRDefault="008C5C61" w:rsidP="004A4993">
      <w:r w:rsidRPr="004C3E92">
        <w:t>Il rougit</w:t>
      </w:r>
      <w:r w:rsidR="004A4993">
        <w:t xml:space="preserve">, </w:t>
      </w:r>
      <w:r w:rsidRPr="004C3E92">
        <w:t>cependant qu</w:t>
      </w:r>
      <w:r w:rsidR="004A4993">
        <w:t>’</w:t>
      </w:r>
      <w:r w:rsidRPr="004C3E92">
        <w:t>il répondit</w:t>
      </w:r>
      <w:r w:rsidR="004A4993">
        <w:t> :</w:t>
      </w:r>
    </w:p>
    <w:p w14:paraId="6C53EE82" w14:textId="77777777" w:rsidR="004A4993" w:rsidRDefault="004A4993" w:rsidP="004A4993">
      <w:r>
        <w:t>— </w:t>
      </w:r>
      <w:r w:rsidR="008C5C61" w:rsidRPr="004C3E92">
        <w:t>Vous êtes bien aimable</w:t>
      </w:r>
      <w:r>
        <w:t xml:space="preserve">, </w:t>
      </w:r>
      <w:r w:rsidR="008C5C61" w:rsidRPr="004C3E92">
        <w:t>mais je ne songe pas à revenir immédiatement dans le Devonshire</w:t>
      </w:r>
      <w:r>
        <w:t xml:space="preserve">. </w:t>
      </w:r>
      <w:r w:rsidR="008C5C61" w:rsidRPr="004C3E92">
        <w:t>Mes visites à Mrs</w:t>
      </w:r>
      <w:r>
        <w:t xml:space="preserve">. </w:t>
      </w:r>
      <w:r w:rsidR="008C5C61" w:rsidRPr="004C3E92">
        <w:t>Smith ne se renouvellent jamais dans l</w:t>
      </w:r>
      <w:r>
        <w:t>’</w:t>
      </w:r>
      <w:r w:rsidR="008C5C61" w:rsidRPr="004C3E92">
        <w:t>espace d</w:t>
      </w:r>
      <w:r>
        <w:t>’</w:t>
      </w:r>
      <w:r w:rsidR="008C5C61" w:rsidRPr="004C3E92">
        <w:t>une année</w:t>
      </w:r>
      <w:r>
        <w:t>.</w:t>
      </w:r>
    </w:p>
    <w:p w14:paraId="59D7139C" w14:textId="77777777" w:rsidR="004A4993" w:rsidRDefault="004A4993" w:rsidP="004A4993">
      <w:r>
        <w:t>— </w:t>
      </w:r>
      <w:r w:rsidR="008C5C61" w:rsidRPr="004C3E92">
        <w:t>Et Mrs</w:t>
      </w:r>
      <w:r>
        <w:t xml:space="preserve">. </w:t>
      </w:r>
      <w:r w:rsidR="008C5C61" w:rsidRPr="004C3E92">
        <w:t>Smith est-elle donc votre seule amie</w:t>
      </w:r>
      <w:r>
        <w:t xml:space="preserve"> ? </w:t>
      </w:r>
      <w:r w:rsidR="008C5C61" w:rsidRPr="004C3E92">
        <w:t>Est-ce qu</w:t>
      </w:r>
      <w:r>
        <w:t>’</w:t>
      </w:r>
      <w:proofErr w:type="spellStart"/>
      <w:r w:rsidR="008C5C61" w:rsidRPr="004C3E92">
        <w:t>Allenham</w:t>
      </w:r>
      <w:proofErr w:type="spellEnd"/>
      <w:r w:rsidR="008C5C61" w:rsidRPr="004C3E92">
        <w:t xml:space="preserve"> est la seule maison du voisinage où vous serez le bienvenu</w:t>
      </w:r>
      <w:r>
        <w:t xml:space="preserve"> ? </w:t>
      </w:r>
      <w:r w:rsidR="008C5C61" w:rsidRPr="004C3E92">
        <w:t>Fi donc</w:t>
      </w:r>
      <w:r>
        <w:t xml:space="preserve">, </w:t>
      </w:r>
      <w:r w:rsidR="008C5C61" w:rsidRPr="004C3E92">
        <w:t>Willoughby</w:t>
      </w:r>
      <w:r>
        <w:t xml:space="preserve"> ! </w:t>
      </w:r>
      <w:r w:rsidR="008C5C61" w:rsidRPr="004C3E92">
        <w:t>se peut-il que vous attendiez une invitation pour venir ici</w:t>
      </w:r>
      <w:r>
        <w:t> ?</w:t>
      </w:r>
    </w:p>
    <w:p w14:paraId="5A4E534B" w14:textId="77777777" w:rsidR="004A4993" w:rsidRDefault="008C5C61" w:rsidP="004A4993">
      <w:r w:rsidRPr="004C3E92">
        <w:t>Sa rougeur s</w:t>
      </w:r>
      <w:r w:rsidR="004A4993">
        <w:t>’</w:t>
      </w:r>
      <w:r w:rsidRPr="004C3E92">
        <w:t>intensifia</w:t>
      </w:r>
      <w:r w:rsidR="004A4993">
        <w:t xml:space="preserve">, </w:t>
      </w:r>
      <w:r w:rsidRPr="004C3E92">
        <w:t>et</w:t>
      </w:r>
      <w:r w:rsidR="004A4993">
        <w:t xml:space="preserve">, </w:t>
      </w:r>
      <w:r w:rsidRPr="004C3E92">
        <w:t>les yeux fixés sur le sol</w:t>
      </w:r>
      <w:r w:rsidR="004A4993">
        <w:t xml:space="preserve">, </w:t>
      </w:r>
      <w:r w:rsidRPr="004C3E92">
        <w:t>il se contenta de répondre</w:t>
      </w:r>
      <w:r w:rsidR="004A4993">
        <w:t> :</w:t>
      </w:r>
    </w:p>
    <w:p w14:paraId="2D936894" w14:textId="77777777" w:rsidR="004A4993" w:rsidRDefault="004A4993" w:rsidP="004A4993">
      <w:r>
        <w:t>— </w:t>
      </w:r>
      <w:r w:rsidR="008C5C61" w:rsidRPr="004C3E92">
        <w:t>Vous êtes trop aimable</w:t>
      </w:r>
      <w:r>
        <w:t>.</w:t>
      </w:r>
    </w:p>
    <w:p w14:paraId="5ED3BA53" w14:textId="77777777" w:rsidR="004A4993" w:rsidRDefault="008C5C61" w:rsidP="004A4993">
      <w:r w:rsidRPr="004C3E92">
        <w:t>Mrs</w:t>
      </w:r>
      <w:r w:rsidR="004A4993">
        <w:t xml:space="preserve">. </w:t>
      </w:r>
      <w:proofErr w:type="spellStart"/>
      <w:r w:rsidRPr="004C3E92">
        <w:t>Dashwood</w:t>
      </w:r>
      <w:proofErr w:type="spellEnd"/>
      <w:r w:rsidRPr="004C3E92">
        <w:t xml:space="preserve"> dévisagea </w:t>
      </w:r>
      <w:proofErr w:type="spellStart"/>
      <w:r w:rsidRPr="004C3E92">
        <w:t>Elinor</w:t>
      </w:r>
      <w:proofErr w:type="spellEnd"/>
      <w:r w:rsidRPr="004C3E92">
        <w:t xml:space="preserve"> avec surprise</w:t>
      </w:r>
      <w:r w:rsidR="004A4993">
        <w:t xml:space="preserve">. </w:t>
      </w:r>
      <w:proofErr w:type="spellStart"/>
      <w:r w:rsidRPr="004C3E92">
        <w:t>Elinor</w:t>
      </w:r>
      <w:proofErr w:type="spellEnd"/>
      <w:r w:rsidRPr="004C3E92">
        <w:t xml:space="preserve"> éprouvait une stupéfaction égale</w:t>
      </w:r>
      <w:r w:rsidR="004A4993">
        <w:t xml:space="preserve">. </w:t>
      </w:r>
      <w:r w:rsidRPr="004C3E92">
        <w:t xml:space="preserve">Pendant quelques instants </w:t>
      </w:r>
      <w:r w:rsidRPr="004C3E92">
        <w:lastRenderedPageBreak/>
        <w:t>tout le monde garda le silence</w:t>
      </w:r>
      <w:r w:rsidR="004A4993">
        <w:t xml:space="preserve">. </w:t>
      </w:r>
      <w:r w:rsidRPr="004C3E92">
        <w:t>Mrs</w:t>
      </w:r>
      <w:r w:rsidR="004A4993">
        <w:t xml:space="preserve">. </w:t>
      </w:r>
      <w:proofErr w:type="spellStart"/>
      <w:r w:rsidRPr="004C3E92">
        <w:t>Dashwood</w:t>
      </w:r>
      <w:proofErr w:type="spellEnd"/>
      <w:r w:rsidRPr="004C3E92">
        <w:t xml:space="preserve"> fut la première à parler</w:t>
      </w:r>
      <w:r w:rsidR="004A4993">
        <w:t>.</w:t>
      </w:r>
    </w:p>
    <w:p w14:paraId="3F79A8ED" w14:textId="77777777" w:rsidR="004A4993" w:rsidRDefault="004A4993" w:rsidP="004A4993">
      <w:r>
        <w:t>— </w:t>
      </w:r>
      <w:r w:rsidR="008C5C61" w:rsidRPr="004C3E92">
        <w:t>Il me reste seulement à ajouter</w:t>
      </w:r>
      <w:r>
        <w:t xml:space="preserve">, </w:t>
      </w:r>
      <w:r w:rsidR="008C5C61" w:rsidRPr="004C3E92">
        <w:t>mon cher Willoughby</w:t>
      </w:r>
      <w:r>
        <w:t xml:space="preserve">, </w:t>
      </w:r>
      <w:r w:rsidR="008C5C61" w:rsidRPr="004C3E92">
        <w:t>que vous serez toujours le bienvenu à Barton Cottage</w:t>
      </w:r>
      <w:r>
        <w:t xml:space="preserve"> ; </w:t>
      </w:r>
      <w:r w:rsidR="008C5C61" w:rsidRPr="004C3E92">
        <w:t>car je ne veux pas insister auprès de vous pour que vous reveniez ici i</w:t>
      </w:r>
      <w:r w:rsidR="008C5C61" w:rsidRPr="004C3E92">
        <w:t>m</w:t>
      </w:r>
      <w:r w:rsidR="008C5C61" w:rsidRPr="004C3E92">
        <w:t>médiatement</w:t>
      </w:r>
      <w:r>
        <w:t xml:space="preserve">, </w:t>
      </w:r>
      <w:r w:rsidR="008C5C61" w:rsidRPr="004C3E92">
        <w:t>parce que vous seul pouvez juger de la mesure dans laquelle cela pourrait plaire à Mrs</w:t>
      </w:r>
      <w:r>
        <w:t xml:space="preserve">. </w:t>
      </w:r>
      <w:r w:rsidR="008C5C61" w:rsidRPr="004C3E92">
        <w:t>Smith</w:t>
      </w:r>
      <w:r>
        <w:t xml:space="preserve"> ; </w:t>
      </w:r>
      <w:r w:rsidR="008C5C61" w:rsidRPr="004C3E92">
        <w:t>et</w:t>
      </w:r>
      <w:r>
        <w:t xml:space="preserve">, </w:t>
      </w:r>
      <w:r w:rsidR="008C5C61" w:rsidRPr="004C3E92">
        <w:t>quant à cela</w:t>
      </w:r>
      <w:r>
        <w:t xml:space="preserve">, </w:t>
      </w:r>
      <w:r w:rsidR="008C5C61" w:rsidRPr="004C3E92">
        <w:t>je ne serai pas plus portée à mettre en question votre jugement qu</w:t>
      </w:r>
      <w:r>
        <w:t>’</w:t>
      </w:r>
      <w:r w:rsidR="008C5C61" w:rsidRPr="004C3E92">
        <w:t>à douter de votre inclination</w:t>
      </w:r>
      <w:r>
        <w:t>.</w:t>
      </w:r>
    </w:p>
    <w:p w14:paraId="2B006422" w14:textId="77777777" w:rsidR="004A4993" w:rsidRDefault="004A4993" w:rsidP="004A4993">
      <w:r>
        <w:t>— </w:t>
      </w:r>
      <w:r w:rsidR="008C5C61" w:rsidRPr="004C3E92">
        <w:t>Mes engagements</w:t>
      </w:r>
      <w:r>
        <w:t xml:space="preserve">, </w:t>
      </w:r>
      <w:r w:rsidR="008C5C61" w:rsidRPr="004C3E92">
        <w:t>à présent</w:t>
      </w:r>
      <w:r>
        <w:t xml:space="preserve">, </w:t>
      </w:r>
      <w:r w:rsidR="008C5C61" w:rsidRPr="004C3E92">
        <w:t>répondit Willoughby</w:t>
      </w:r>
      <w:r>
        <w:t xml:space="preserve">, </w:t>
      </w:r>
      <w:r w:rsidR="008C5C61" w:rsidRPr="004C3E92">
        <w:t>d</w:t>
      </w:r>
      <w:r>
        <w:t>’</w:t>
      </w:r>
      <w:r w:rsidR="008C5C61" w:rsidRPr="004C3E92">
        <w:t>un air confus</w:t>
      </w:r>
      <w:r>
        <w:t xml:space="preserve">, </w:t>
      </w:r>
      <w:r w:rsidR="008C5C61" w:rsidRPr="004C3E92">
        <w:t>sont d</w:t>
      </w:r>
      <w:r>
        <w:t>’</w:t>
      </w:r>
      <w:r w:rsidR="008C5C61" w:rsidRPr="004C3E92">
        <w:t>une nature telle</w:t>
      </w:r>
      <w:r>
        <w:t xml:space="preserve">… </w:t>
      </w:r>
      <w:r w:rsidR="008C5C61" w:rsidRPr="004C3E92">
        <w:t>que</w:t>
      </w:r>
      <w:r>
        <w:t xml:space="preserve">… </w:t>
      </w:r>
      <w:r w:rsidR="008C5C61" w:rsidRPr="004C3E92">
        <w:t>je n</w:t>
      </w:r>
      <w:r>
        <w:t>’</w:t>
      </w:r>
      <w:r w:rsidR="008C5C61" w:rsidRPr="004C3E92">
        <w:t>ose pas me fla</w:t>
      </w:r>
      <w:r w:rsidR="008C5C61" w:rsidRPr="004C3E92">
        <w:t>t</w:t>
      </w:r>
      <w:r w:rsidR="008C5C61" w:rsidRPr="004C3E92">
        <w:t>ter</w:t>
      </w:r>
      <w:r>
        <w:t>…</w:t>
      </w:r>
    </w:p>
    <w:p w14:paraId="43515B5A" w14:textId="77777777" w:rsidR="004A4993" w:rsidRDefault="008C5C61" w:rsidP="004A4993">
      <w:r w:rsidRPr="004C3E92">
        <w:t>Il s</w:t>
      </w:r>
      <w:r w:rsidR="004A4993">
        <w:t>’</w:t>
      </w:r>
      <w:r w:rsidRPr="004C3E92">
        <w:t>arrêta</w:t>
      </w:r>
      <w:r w:rsidR="004A4993">
        <w:t xml:space="preserve">. </w:t>
      </w:r>
      <w:r w:rsidRPr="004C3E92">
        <w:t>Mrs</w:t>
      </w:r>
      <w:r w:rsidR="004A4993">
        <w:t xml:space="preserve">. </w:t>
      </w:r>
      <w:proofErr w:type="spellStart"/>
      <w:r w:rsidRPr="004C3E92">
        <w:t>Dashwood</w:t>
      </w:r>
      <w:proofErr w:type="spellEnd"/>
      <w:r w:rsidRPr="004C3E92">
        <w:t xml:space="preserve"> fut trop étonnée pour parler</w:t>
      </w:r>
      <w:r w:rsidR="004A4993">
        <w:t xml:space="preserve">, </w:t>
      </w:r>
      <w:r w:rsidRPr="004C3E92">
        <w:t>et il s</w:t>
      </w:r>
      <w:r w:rsidR="004A4993">
        <w:t>’</w:t>
      </w:r>
      <w:r w:rsidRPr="004C3E92">
        <w:t>ensuivit un nouveau silence</w:t>
      </w:r>
      <w:r w:rsidR="004A4993">
        <w:t xml:space="preserve">. </w:t>
      </w:r>
      <w:r w:rsidRPr="004C3E92">
        <w:t>Il fut rompu par Willoughby</w:t>
      </w:r>
      <w:r w:rsidR="004A4993">
        <w:t xml:space="preserve">, </w:t>
      </w:r>
      <w:r w:rsidRPr="004C3E92">
        <w:t>qui dit</w:t>
      </w:r>
      <w:r w:rsidR="004A4993">
        <w:t xml:space="preserve">, </w:t>
      </w:r>
      <w:r w:rsidRPr="004C3E92">
        <w:t>avec un léger sourire</w:t>
      </w:r>
      <w:r w:rsidR="004A4993">
        <w:t> :</w:t>
      </w:r>
    </w:p>
    <w:p w14:paraId="2DBC7C7A" w14:textId="77777777" w:rsidR="004A4993" w:rsidRDefault="004A4993" w:rsidP="004A4993">
      <w:r>
        <w:t>— </w:t>
      </w:r>
      <w:r w:rsidR="008C5C61" w:rsidRPr="004C3E92">
        <w:t>C</w:t>
      </w:r>
      <w:r>
        <w:t>’</w:t>
      </w:r>
      <w:r w:rsidR="008C5C61" w:rsidRPr="004C3E92">
        <w:t>est folie de s</w:t>
      </w:r>
      <w:r>
        <w:t>’</w:t>
      </w:r>
      <w:r w:rsidR="008C5C61" w:rsidRPr="004C3E92">
        <w:t>attarder ainsi</w:t>
      </w:r>
      <w:r>
        <w:t xml:space="preserve">. </w:t>
      </w:r>
      <w:r w:rsidR="008C5C61" w:rsidRPr="004C3E92">
        <w:t>Je ne veux pas me tou</w:t>
      </w:r>
      <w:r w:rsidR="008C5C61" w:rsidRPr="004C3E92">
        <w:t>r</w:t>
      </w:r>
      <w:r w:rsidR="008C5C61" w:rsidRPr="004C3E92">
        <w:t>menter plus longtemps en demeurant parmi des amis de la compagnie desquels il m</w:t>
      </w:r>
      <w:r>
        <w:t>’</w:t>
      </w:r>
      <w:r w:rsidR="008C5C61" w:rsidRPr="004C3E92">
        <w:t>est à présent impossible de jouir</w:t>
      </w:r>
      <w:r>
        <w:t>.</w:t>
      </w:r>
    </w:p>
    <w:p w14:paraId="2571152D" w14:textId="77777777" w:rsidR="004A4993" w:rsidRDefault="008C5C61" w:rsidP="004A4993">
      <w:r w:rsidRPr="004C3E92">
        <w:t>Il prit alors hâtivement congé d</w:t>
      </w:r>
      <w:r w:rsidR="004A4993">
        <w:t>’</w:t>
      </w:r>
      <w:r w:rsidRPr="004C3E92">
        <w:t>elles toutes</w:t>
      </w:r>
      <w:r w:rsidR="004A4993">
        <w:t xml:space="preserve">, </w:t>
      </w:r>
      <w:r w:rsidRPr="004C3E92">
        <w:t>et sortit de la pièce</w:t>
      </w:r>
      <w:r w:rsidR="004A4993">
        <w:t xml:space="preserve">. </w:t>
      </w:r>
      <w:r w:rsidRPr="004C3E92">
        <w:t>Elles le virent monter dans sa voiture</w:t>
      </w:r>
      <w:r w:rsidR="004A4993">
        <w:t xml:space="preserve">, </w:t>
      </w:r>
      <w:r w:rsidRPr="004C3E92">
        <w:t>et</w:t>
      </w:r>
      <w:r w:rsidR="004A4993">
        <w:t xml:space="preserve">, </w:t>
      </w:r>
      <w:r w:rsidRPr="004C3E92">
        <w:t>au bout d</w:t>
      </w:r>
      <w:r w:rsidR="004A4993">
        <w:t>’</w:t>
      </w:r>
      <w:r w:rsidRPr="004C3E92">
        <w:t>une minute il était hors de leur vue</w:t>
      </w:r>
      <w:r w:rsidR="004A4993">
        <w:t>.</w:t>
      </w:r>
    </w:p>
    <w:p w14:paraId="656ECABB" w14:textId="77777777" w:rsidR="004A4993" w:rsidRDefault="008C5C61" w:rsidP="004A4993">
      <w:r w:rsidRPr="004C3E92">
        <w:t>Mrs</w:t>
      </w:r>
      <w:r w:rsidR="004A4993">
        <w:t xml:space="preserve">. </w:t>
      </w:r>
      <w:proofErr w:type="spellStart"/>
      <w:r w:rsidRPr="004C3E92">
        <w:t>Dashwood</w:t>
      </w:r>
      <w:proofErr w:type="spellEnd"/>
      <w:r w:rsidRPr="004C3E92">
        <w:t xml:space="preserve"> était trop émue pour pouvoir dire un mot et quitta immédiatement le salon</w:t>
      </w:r>
      <w:r w:rsidR="004A4993">
        <w:t xml:space="preserve">, </w:t>
      </w:r>
      <w:r w:rsidRPr="004C3E92">
        <w:t>pour s</w:t>
      </w:r>
      <w:r w:rsidR="004A4993">
        <w:t>’</w:t>
      </w:r>
      <w:r w:rsidRPr="004C3E92">
        <w:t>abandonner dans la solitude à l</w:t>
      </w:r>
      <w:r w:rsidR="004A4993">
        <w:t>’</w:t>
      </w:r>
      <w:r w:rsidRPr="004C3E92">
        <w:t>inquiétude et à la frayeur qu</w:t>
      </w:r>
      <w:r w:rsidR="004A4993">
        <w:t>’</w:t>
      </w:r>
      <w:r w:rsidRPr="004C3E92">
        <w:t>occasionnait ce départ soudain</w:t>
      </w:r>
      <w:r w:rsidR="004A4993">
        <w:t>.</w:t>
      </w:r>
    </w:p>
    <w:p w14:paraId="31E27C15" w14:textId="77777777" w:rsidR="004A4993" w:rsidRDefault="008C5C61" w:rsidP="004A4993">
      <w:r w:rsidRPr="004C3E92">
        <w:t>L</w:t>
      </w:r>
      <w:r w:rsidR="004A4993">
        <w:t>’</w:t>
      </w:r>
      <w:r w:rsidRPr="004C3E92">
        <w:t>émoi d</w:t>
      </w:r>
      <w:r w:rsidR="004A4993">
        <w:t>’</w:t>
      </w:r>
      <w:proofErr w:type="spellStart"/>
      <w:r w:rsidRPr="004C3E92">
        <w:t>Elinor</w:t>
      </w:r>
      <w:proofErr w:type="spellEnd"/>
      <w:r w:rsidRPr="004C3E92">
        <w:t xml:space="preserve"> ne le cédait en rien à celui de sa mère</w:t>
      </w:r>
      <w:r w:rsidR="004A4993">
        <w:t xml:space="preserve">. </w:t>
      </w:r>
      <w:r w:rsidRPr="004C3E92">
        <w:t>Elle songea avec angoisse et méfiance à tout ce qui venait de se pa</w:t>
      </w:r>
      <w:r w:rsidRPr="004C3E92">
        <w:t>s</w:t>
      </w:r>
      <w:r w:rsidRPr="004C3E92">
        <w:t>ser</w:t>
      </w:r>
      <w:r w:rsidR="004A4993">
        <w:t xml:space="preserve">. </w:t>
      </w:r>
      <w:r w:rsidRPr="004C3E92">
        <w:t>La conduite de Willoughby en prenant congé d</w:t>
      </w:r>
      <w:r w:rsidR="004A4993">
        <w:t>’</w:t>
      </w:r>
      <w:r w:rsidRPr="004C3E92">
        <w:t>elles</w:t>
      </w:r>
      <w:r w:rsidR="004A4993">
        <w:t xml:space="preserve">, </w:t>
      </w:r>
      <w:r w:rsidRPr="004C3E92">
        <w:t>son embarras et son affectation de gaieté</w:t>
      </w:r>
      <w:r w:rsidR="004A4993">
        <w:t xml:space="preserve">, </w:t>
      </w:r>
      <w:r w:rsidRPr="004C3E92">
        <w:t>et</w:t>
      </w:r>
      <w:r w:rsidR="004A4993">
        <w:t xml:space="preserve">, </w:t>
      </w:r>
      <w:r w:rsidRPr="004C3E92">
        <w:t>surtout</w:t>
      </w:r>
      <w:r w:rsidR="004A4993">
        <w:t xml:space="preserve">, </w:t>
      </w:r>
      <w:r w:rsidRPr="004C3E92">
        <w:lastRenderedPageBreak/>
        <w:t>son peu d</w:t>
      </w:r>
      <w:r w:rsidR="004A4993">
        <w:t>’</w:t>
      </w:r>
      <w:r w:rsidRPr="004C3E92">
        <w:t>empressement à accepter l</w:t>
      </w:r>
      <w:r w:rsidR="004A4993">
        <w:t>’</w:t>
      </w:r>
      <w:r w:rsidRPr="004C3E92">
        <w:t>invitation de Mrs</w:t>
      </w:r>
      <w:r w:rsidR="004A4993">
        <w:t xml:space="preserve">. </w:t>
      </w:r>
      <w:proofErr w:type="spellStart"/>
      <w:r w:rsidRPr="004C3E92">
        <w:t>Dashwood</w:t>
      </w:r>
      <w:proofErr w:type="spellEnd"/>
      <w:r w:rsidR="004A4993">
        <w:t xml:space="preserve"> – </w:t>
      </w:r>
      <w:r w:rsidRPr="004C3E92">
        <w:t>manque d</w:t>
      </w:r>
      <w:r w:rsidR="004A4993">
        <w:t>’</w:t>
      </w:r>
      <w:r w:rsidRPr="004C3E92">
        <w:t>ardeur si inattendu chez un amoureux</w:t>
      </w:r>
      <w:r w:rsidR="004A4993">
        <w:t xml:space="preserve">, </w:t>
      </w:r>
      <w:r w:rsidRPr="004C3E92">
        <w:t>si peu conforme à sa manière</w:t>
      </w:r>
      <w:r w:rsidR="004A4993">
        <w:t xml:space="preserve"> – </w:t>
      </w:r>
      <w:r w:rsidRPr="004C3E92">
        <w:t>la troublèrent vivement</w:t>
      </w:r>
      <w:r w:rsidR="004A4993">
        <w:t xml:space="preserve">. </w:t>
      </w:r>
      <w:r w:rsidRPr="004C3E92">
        <w:t>Elle craignit</w:t>
      </w:r>
      <w:r w:rsidR="004A4993">
        <w:t xml:space="preserve">, </w:t>
      </w:r>
      <w:r w:rsidRPr="004C3E92">
        <w:t>un instant</w:t>
      </w:r>
      <w:r w:rsidR="004A4993">
        <w:t xml:space="preserve">, </w:t>
      </w:r>
      <w:r w:rsidRPr="004C3E92">
        <w:t>qu</w:t>
      </w:r>
      <w:r w:rsidR="004A4993">
        <w:t>’</w:t>
      </w:r>
      <w:r w:rsidRPr="004C3E92">
        <w:t>aucun dessein sérieux n</w:t>
      </w:r>
      <w:r w:rsidR="004A4993">
        <w:t>’</w:t>
      </w:r>
      <w:r w:rsidRPr="004C3E92">
        <w:t>eût été conçu</w:t>
      </w:r>
      <w:r w:rsidR="004A4993">
        <w:t xml:space="preserve">, </w:t>
      </w:r>
      <w:r w:rsidRPr="004C3E92">
        <w:t>de son c</w:t>
      </w:r>
      <w:r w:rsidRPr="004C3E92">
        <w:t>ô</w:t>
      </w:r>
      <w:r w:rsidRPr="004C3E92">
        <w:t>té</w:t>
      </w:r>
      <w:r w:rsidR="004A4993">
        <w:t xml:space="preserve">, </w:t>
      </w:r>
      <w:r w:rsidRPr="004C3E92">
        <w:t>à lui</w:t>
      </w:r>
      <w:r w:rsidR="004A4993">
        <w:t xml:space="preserve">, </w:t>
      </w:r>
      <w:r w:rsidRPr="004C3E92">
        <w:t>et</w:t>
      </w:r>
      <w:r w:rsidR="004A4993">
        <w:t xml:space="preserve">, </w:t>
      </w:r>
      <w:r w:rsidRPr="004C3E92">
        <w:t>l</w:t>
      </w:r>
      <w:r w:rsidR="004A4993">
        <w:t>’</w:t>
      </w:r>
      <w:r w:rsidRPr="004C3E92">
        <w:t>instant d</w:t>
      </w:r>
      <w:r w:rsidR="004A4993">
        <w:t>’</w:t>
      </w:r>
      <w:r w:rsidRPr="004C3E92">
        <w:t>après</w:t>
      </w:r>
      <w:r w:rsidR="004A4993">
        <w:t xml:space="preserve">, </w:t>
      </w:r>
      <w:r w:rsidRPr="004C3E92">
        <w:t>que quelque malencontreuse qu</w:t>
      </w:r>
      <w:r w:rsidRPr="004C3E92">
        <w:t>e</w:t>
      </w:r>
      <w:r w:rsidRPr="004C3E92">
        <w:t>relle ne se fût produite entre lui et sa sœur</w:t>
      </w:r>
      <w:r w:rsidR="004A4993">
        <w:t xml:space="preserve"> ; </w:t>
      </w:r>
      <w:r w:rsidRPr="004C3E92">
        <w:t>l</w:t>
      </w:r>
      <w:r w:rsidR="004A4993">
        <w:t>’</w:t>
      </w:r>
      <w:r w:rsidRPr="004C3E92">
        <w:t>état de détresse dans lequel Marianne avait quitté la pièce était tel qu</w:t>
      </w:r>
      <w:r w:rsidR="004A4993">
        <w:t>’</w:t>
      </w:r>
      <w:r w:rsidRPr="004C3E92">
        <w:t>une qu</w:t>
      </w:r>
      <w:r w:rsidRPr="004C3E92">
        <w:t>e</w:t>
      </w:r>
      <w:r w:rsidRPr="004C3E92">
        <w:t>relle sérieuse pouvait aisément l</w:t>
      </w:r>
      <w:r w:rsidR="004A4993">
        <w:t>’</w:t>
      </w:r>
      <w:r w:rsidRPr="004C3E92">
        <w:t>expliquer</w:t>
      </w:r>
      <w:r w:rsidR="004A4993">
        <w:t xml:space="preserve"> ; </w:t>
      </w:r>
      <w:r w:rsidRPr="004C3E92">
        <w:t>et pourtant</w:t>
      </w:r>
      <w:r w:rsidR="004A4993">
        <w:t xml:space="preserve">, </w:t>
      </w:r>
      <w:r w:rsidRPr="004C3E92">
        <w:t>lor</w:t>
      </w:r>
      <w:r w:rsidRPr="004C3E92">
        <w:t>s</w:t>
      </w:r>
      <w:r w:rsidRPr="004C3E92">
        <w:t>qu</w:t>
      </w:r>
      <w:r w:rsidR="004A4993">
        <w:t>’</w:t>
      </w:r>
      <w:r w:rsidRPr="004C3E92">
        <w:t>elle songeait à ce qu</w:t>
      </w:r>
      <w:r w:rsidR="004A4993">
        <w:t>’</w:t>
      </w:r>
      <w:r w:rsidRPr="004C3E92">
        <w:t>était l</w:t>
      </w:r>
      <w:r w:rsidR="004A4993">
        <w:t>’</w:t>
      </w:r>
      <w:r w:rsidRPr="004C3E92">
        <w:t>amour de Marianne pour lui</w:t>
      </w:r>
      <w:r w:rsidR="004A4993">
        <w:t xml:space="preserve">, </w:t>
      </w:r>
      <w:r w:rsidRPr="004C3E92">
        <w:t>une querelle semblait à peu près impossible</w:t>
      </w:r>
      <w:r w:rsidR="004A4993">
        <w:t>.</w:t>
      </w:r>
    </w:p>
    <w:p w14:paraId="32112452" w14:textId="77777777" w:rsidR="004A4993" w:rsidRDefault="008C5C61" w:rsidP="004A4993">
      <w:r w:rsidRPr="004C3E92">
        <w:t>Mais quels que pussent être les détails de leur séparation</w:t>
      </w:r>
      <w:r w:rsidR="004A4993">
        <w:t xml:space="preserve">, </w:t>
      </w:r>
      <w:r w:rsidRPr="004C3E92">
        <w:t>la douleur de sa sœur était indubitable</w:t>
      </w:r>
      <w:r w:rsidR="004A4993">
        <w:t xml:space="preserve"> ; </w:t>
      </w:r>
      <w:r w:rsidRPr="004C3E92">
        <w:t>et elle songea avec la compassion la plus tendre à ce chagrin violent auquel Marianne</w:t>
      </w:r>
      <w:r w:rsidR="004A4993">
        <w:t xml:space="preserve">, </w:t>
      </w:r>
      <w:r w:rsidRPr="004C3E92">
        <w:t>en toute probabilité</w:t>
      </w:r>
      <w:r w:rsidR="004A4993">
        <w:t xml:space="preserve">, </w:t>
      </w:r>
      <w:r w:rsidRPr="004C3E92">
        <w:t>ne se contentait pas de s</w:t>
      </w:r>
      <w:r w:rsidR="004A4993">
        <w:t>’</w:t>
      </w:r>
      <w:r w:rsidRPr="004C3E92">
        <w:t>abandonner à titre de soulagement</w:t>
      </w:r>
      <w:r w:rsidR="004A4993">
        <w:t xml:space="preserve">, </w:t>
      </w:r>
      <w:r w:rsidRPr="004C3E92">
        <w:t>mais qu</w:t>
      </w:r>
      <w:r w:rsidR="004A4993">
        <w:t>’</w:t>
      </w:r>
      <w:r w:rsidRPr="004C3E92">
        <w:t>elle nourrissait et encourageait à titre de devoir</w:t>
      </w:r>
      <w:r w:rsidR="004A4993">
        <w:t>.</w:t>
      </w:r>
    </w:p>
    <w:p w14:paraId="0153EF3C" w14:textId="77777777" w:rsidR="004A4993" w:rsidRDefault="008C5C61" w:rsidP="004A4993">
      <w:r w:rsidRPr="004C3E92">
        <w:t>Au bout d</w:t>
      </w:r>
      <w:r w:rsidR="004A4993">
        <w:t>’</w:t>
      </w:r>
      <w:r w:rsidRPr="004C3E92">
        <w:t>une demi-heure environ</w:t>
      </w:r>
      <w:r w:rsidR="004A4993">
        <w:t xml:space="preserve">, </w:t>
      </w:r>
      <w:r w:rsidRPr="004C3E92">
        <w:t>sa mère revint</w:t>
      </w:r>
      <w:r w:rsidR="004A4993">
        <w:t xml:space="preserve">, </w:t>
      </w:r>
      <w:r w:rsidRPr="004C3E92">
        <w:t>et</w:t>
      </w:r>
      <w:r w:rsidR="004A4993">
        <w:t xml:space="preserve">, </w:t>
      </w:r>
      <w:r w:rsidRPr="004C3E92">
        <w:t>bien qu</w:t>
      </w:r>
      <w:r w:rsidR="004A4993">
        <w:t>’</w:t>
      </w:r>
      <w:r w:rsidRPr="004C3E92">
        <w:t>elle eût les yeux rougis</w:t>
      </w:r>
      <w:r w:rsidR="004A4993">
        <w:t xml:space="preserve">, </w:t>
      </w:r>
      <w:r w:rsidRPr="004C3E92">
        <w:t>son visage n</w:t>
      </w:r>
      <w:r w:rsidR="004A4993">
        <w:t>’</w:t>
      </w:r>
      <w:r w:rsidRPr="004C3E92">
        <w:t>était pas exempt de joie</w:t>
      </w:r>
      <w:r w:rsidR="004A4993">
        <w:t>.</w:t>
      </w:r>
    </w:p>
    <w:p w14:paraId="7BE91680" w14:textId="77777777" w:rsidR="004A4993" w:rsidRDefault="004A4993" w:rsidP="004A4993">
      <w:r>
        <w:t>— </w:t>
      </w:r>
      <w:r w:rsidR="008C5C61" w:rsidRPr="004C3E92">
        <w:t>Notre cher Willoughby est maintenant à quelques milles de Barton</w:t>
      </w:r>
      <w:r>
        <w:t xml:space="preserve">, </w:t>
      </w:r>
      <w:proofErr w:type="spellStart"/>
      <w:r w:rsidR="008C5C61" w:rsidRPr="004C3E92">
        <w:t>Elinor</w:t>
      </w:r>
      <w:proofErr w:type="spellEnd"/>
      <w:r>
        <w:t xml:space="preserve">, </w:t>
      </w:r>
      <w:r w:rsidR="008C5C61" w:rsidRPr="004C3E92">
        <w:t>dit-elle</w:t>
      </w:r>
      <w:r>
        <w:t xml:space="preserve">, </w:t>
      </w:r>
      <w:r w:rsidR="008C5C61" w:rsidRPr="004C3E92">
        <w:t>s</w:t>
      </w:r>
      <w:r>
        <w:t>’</w:t>
      </w:r>
      <w:r w:rsidR="008C5C61" w:rsidRPr="004C3E92">
        <w:t>asseyant à son ouvrage</w:t>
      </w:r>
      <w:r>
        <w:t xml:space="preserve">, </w:t>
      </w:r>
      <w:r w:rsidR="008C5C61" w:rsidRPr="004C3E92">
        <w:t>et c</w:t>
      </w:r>
      <w:r>
        <w:t>’</w:t>
      </w:r>
      <w:r w:rsidR="008C5C61" w:rsidRPr="004C3E92">
        <w:t>est avec le cœur bien lourd qu</w:t>
      </w:r>
      <w:r>
        <w:t>’</w:t>
      </w:r>
      <w:r w:rsidR="008C5C61" w:rsidRPr="004C3E92">
        <w:t>il est en route</w:t>
      </w:r>
      <w:r>
        <w:t> !</w:t>
      </w:r>
    </w:p>
    <w:p w14:paraId="027BBED1" w14:textId="77777777" w:rsidR="004A4993" w:rsidRDefault="004A4993" w:rsidP="004A4993">
      <w:r>
        <w:t>— </w:t>
      </w:r>
      <w:r w:rsidR="008C5C61" w:rsidRPr="004C3E92">
        <w:t>Tout cela est fort étrange</w:t>
      </w:r>
      <w:r>
        <w:t xml:space="preserve">. </w:t>
      </w:r>
      <w:r w:rsidR="008C5C61" w:rsidRPr="004C3E92">
        <w:t>S</w:t>
      </w:r>
      <w:r>
        <w:t>’</w:t>
      </w:r>
      <w:r w:rsidR="008C5C61" w:rsidRPr="004C3E92">
        <w:t>en aller si soudainement</w:t>
      </w:r>
      <w:r>
        <w:t xml:space="preserve"> ! </w:t>
      </w:r>
      <w:r w:rsidR="008C5C61" w:rsidRPr="004C3E92">
        <w:t>Il semble que ce ne soit que l</w:t>
      </w:r>
      <w:r>
        <w:t>’</w:t>
      </w:r>
      <w:r w:rsidR="008C5C61" w:rsidRPr="004C3E92">
        <w:t>effet d</w:t>
      </w:r>
      <w:r>
        <w:t>’</w:t>
      </w:r>
      <w:r w:rsidR="008C5C61" w:rsidRPr="004C3E92">
        <w:t>un instant</w:t>
      </w:r>
      <w:r>
        <w:t xml:space="preserve"> ! </w:t>
      </w:r>
      <w:r w:rsidR="008C5C61" w:rsidRPr="004C3E92">
        <w:t>Et hier soir il était auprès de nous</w:t>
      </w:r>
      <w:r>
        <w:t xml:space="preserve">, </w:t>
      </w:r>
      <w:r w:rsidR="008C5C61" w:rsidRPr="004C3E92">
        <w:t>si heureux</w:t>
      </w:r>
      <w:r>
        <w:t xml:space="preserve">, </w:t>
      </w:r>
      <w:r w:rsidR="008C5C61" w:rsidRPr="004C3E92">
        <w:t>si joyeux</w:t>
      </w:r>
      <w:r>
        <w:t xml:space="preserve">, </w:t>
      </w:r>
      <w:r w:rsidR="008C5C61" w:rsidRPr="004C3E92">
        <w:t>si affectueux</w:t>
      </w:r>
      <w:r>
        <w:t xml:space="preserve"> ! </w:t>
      </w:r>
      <w:r w:rsidR="008C5C61" w:rsidRPr="004C3E92">
        <w:t>Et maint</w:t>
      </w:r>
      <w:r w:rsidR="008C5C61" w:rsidRPr="004C3E92">
        <w:t>e</w:t>
      </w:r>
      <w:r w:rsidR="008C5C61" w:rsidRPr="004C3E92">
        <w:t>nant</w:t>
      </w:r>
      <w:r>
        <w:t xml:space="preserve">, </w:t>
      </w:r>
      <w:r w:rsidR="008C5C61" w:rsidRPr="004C3E92">
        <w:t>après dix minutes seulement de préavis</w:t>
      </w:r>
      <w:r>
        <w:t xml:space="preserve">, </w:t>
      </w:r>
      <w:r w:rsidR="008C5C61" w:rsidRPr="004C3E92">
        <w:t>le voilà parti</w:t>
      </w:r>
      <w:r>
        <w:t xml:space="preserve">, </w:t>
      </w:r>
      <w:r w:rsidR="008C5C61" w:rsidRPr="004C3E92">
        <w:t>et sans intention de retour</w:t>
      </w:r>
      <w:r>
        <w:t xml:space="preserve"> ! </w:t>
      </w:r>
      <w:r w:rsidR="008C5C61" w:rsidRPr="004C3E92">
        <w:t>Il doit s</w:t>
      </w:r>
      <w:r>
        <w:t>’</w:t>
      </w:r>
      <w:r w:rsidR="008C5C61" w:rsidRPr="004C3E92">
        <w:t>être produit quelque chose de plus que ce qu</w:t>
      </w:r>
      <w:r>
        <w:t>’</w:t>
      </w:r>
      <w:r w:rsidR="008C5C61" w:rsidRPr="004C3E92">
        <w:t>il nous a avoué</w:t>
      </w:r>
      <w:r>
        <w:t xml:space="preserve">. </w:t>
      </w:r>
      <w:r w:rsidR="008C5C61" w:rsidRPr="004C3E92">
        <w:t>Il n</w:t>
      </w:r>
      <w:r>
        <w:t>’</w:t>
      </w:r>
      <w:r w:rsidR="008C5C61" w:rsidRPr="004C3E92">
        <w:t>a pas parlé</w:t>
      </w:r>
      <w:r>
        <w:t xml:space="preserve">, </w:t>
      </w:r>
      <w:r w:rsidR="008C5C61" w:rsidRPr="004C3E92">
        <w:t>il ne s</w:t>
      </w:r>
      <w:r>
        <w:t>’</w:t>
      </w:r>
      <w:r w:rsidR="008C5C61" w:rsidRPr="004C3E92">
        <w:t>est pas comporté</w:t>
      </w:r>
      <w:r>
        <w:t xml:space="preserve">, </w:t>
      </w:r>
      <w:r w:rsidR="008C5C61" w:rsidRPr="004C3E92">
        <w:t>comme lui-même</w:t>
      </w:r>
      <w:r>
        <w:t xml:space="preserve">. </w:t>
      </w:r>
      <w:r w:rsidR="008C5C61" w:rsidRPr="004C3E92">
        <w:t>Vous avez dû vous apercevoir de la différence</w:t>
      </w:r>
      <w:r>
        <w:t xml:space="preserve">, </w:t>
      </w:r>
      <w:r w:rsidR="008C5C61" w:rsidRPr="004C3E92">
        <w:t>tout comme moi</w:t>
      </w:r>
      <w:r>
        <w:t xml:space="preserve">. </w:t>
      </w:r>
      <w:r w:rsidR="008C5C61" w:rsidRPr="004C3E92">
        <w:t>Qu</w:t>
      </w:r>
      <w:r>
        <w:t>’</w:t>
      </w:r>
      <w:r w:rsidR="008C5C61" w:rsidRPr="004C3E92">
        <w:t>est-ce que cela peut être</w:t>
      </w:r>
      <w:r>
        <w:t xml:space="preserve"> ? </w:t>
      </w:r>
      <w:r w:rsidR="008C5C61" w:rsidRPr="004C3E92">
        <w:t>Se peut-il qu</w:t>
      </w:r>
      <w:r>
        <w:t>’</w:t>
      </w:r>
      <w:r w:rsidR="008C5C61" w:rsidRPr="004C3E92">
        <w:t>ils se soient querellés</w:t>
      </w:r>
      <w:r>
        <w:t xml:space="preserve"> ? </w:t>
      </w:r>
      <w:r w:rsidR="008C5C61" w:rsidRPr="004C3E92">
        <w:t>Pourquoi</w:t>
      </w:r>
      <w:r>
        <w:t xml:space="preserve">, </w:t>
      </w:r>
      <w:r w:rsidR="008C5C61" w:rsidRPr="004C3E92">
        <w:lastRenderedPageBreak/>
        <w:t>s</w:t>
      </w:r>
      <w:r>
        <w:t>’</w:t>
      </w:r>
      <w:r w:rsidR="008C5C61" w:rsidRPr="004C3E92">
        <w:t>il en est autr</w:t>
      </w:r>
      <w:r w:rsidR="008C5C61" w:rsidRPr="004C3E92">
        <w:t>e</w:t>
      </w:r>
      <w:r w:rsidR="008C5C61" w:rsidRPr="004C3E92">
        <w:t>ment</w:t>
      </w:r>
      <w:r>
        <w:t xml:space="preserve">, </w:t>
      </w:r>
      <w:r w:rsidR="008C5C61" w:rsidRPr="004C3E92">
        <w:t>aurait-il manifesté si peu d</w:t>
      </w:r>
      <w:r>
        <w:t>’</w:t>
      </w:r>
      <w:r w:rsidR="008C5C61" w:rsidRPr="004C3E92">
        <w:t>empressement à accepter v</w:t>
      </w:r>
      <w:r w:rsidR="008C5C61" w:rsidRPr="004C3E92">
        <w:t>o</w:t>
      </w:r>
      <w:r w:rsidR="008C5C61" w:rsidRPr="004C3E92">
        <w:t>tre invitation à venir ici</w:t>
      </w:r>
      <w:r>
        <w:t> ?</w:t>
      </w:r>
    </w:p>
    <w:p w14:paraId="145753CF" w14:textId="77777777" w:rsidR="004A4993" w:rsidRDefault="004A4993" w:rsidP="004A4993">
      <w:r>
        <w:t>— </w:t>
      </w:r>
      <w:r w:rsidR="008C5C61" w:rsidRPr="004C3E92">
        <w:t>Ce n</w:t>
      </w:r>
      <w:r>
        <w:t>’</w:t>
      </w:r>
      <w:r w:rsidR="008C5C61" w:rsidRPr="004C3E92">
        <w:t>est pas l</w:t>
      </w:r>
      <w:r>
        <w:t>’</w:t>
      </w:r>
      <w:r w:rsidR="008C5C61" w:rsidRPr="004C3E92">
        <w:t>inclination qui lui faisait défaut</w:t>
      </w:r>
      <w:r>
        <w:t xml:space="preserve">, </w:t>
      </w:r>
      <w:proofErr w:type="spellStart"/>
      <w:r w:rsidR="008C5C61" w:rsidRPr="004C3E92">
        <w:t>Elinor</w:t>
      </w:r>
      <w:proofErr w:type="spellEnd"/>
      <w:r>
        <w:t xml:space="preserve"> ! </w:t>
      </w:r>
      <w:r w:rsidR="008C5C61" w:rsidRPr="004C3E92">
        <w:t>Cela</w:t>
      </w:r>
      <w:r>
        <w:t xml:space="preserve">, </w:t>
      </w:r>
      <w:r w:rsidR="008C5C61" w:rsidRPr="004C3E92">
        <w:t>je l</w:t>
      </w:r>
      <w:r>
        <w:t>’</w:t>
      </w:r>
      <w:r w:rsidR="008C5C61" w:rsidRPr="004C3E92">
        <w:t>ai vu nettement</w:t>
      </w:r>
      <w:r>
        <w:t xml:space="preserve">. </w:t>
      </w:r>
      <w:r w:rsidR="008C5C61" w:rsidRPr="004C3E92">
        <w:t>Il n</w:t>
      </w:r>
      <w:r>
        <w:t>’</w:t>
      </w:r>
      <w:r w:rsidR="008C5C61" w:rsidRPr="004C3E92">
        <w:t>était pas en son pouvoir de l</w:t>
      </w:r>
      <w:r>
        <w:t>’</w:t>
      </w:r>
      <w:r w:rsidR="008C5C61" w:rsidRPr="004C3E92">
        <w:t>accepter</w:t>
      </w:r>
      <w:r>
        <w:t xml:space="preserve">. </w:t>
      </w:r>
      <w:r w:rsidR="008C5C61" w:rsidRPr="004C3E92">
        <w:t>J</w:t>
      </w:r>
      <w:r>
        <w:t>’</w:t>
      </w:r>
      <w:r w:rsidR="008C5C61" w:rsidRPr="004C3E92">
        <w:t>ai réfléchi à tout cela</w:t>
      </w:r>
      <w:r>
        <w:t xml:space="preserve">, </w:t>
      </w:r>
      <w:r w:rsidR="008C5C61" w:rsidRPr="004C3E92">
        <w:t>je t</w:t>
      </w:r>
      <w:r>
        <w:t>’</w:t>
      </w:r>
      <w:r w:rsidR="008C5C61" w:rsidRPr="004C3E92">
        <w:t>assure</w:t>
      </w:r>
      <w:r>
        <w:t xml:space="preserve">, </w:t>
      </w:r>
      <w:r w:rsidR="008C5C61" w:rsidRPr="004C3E92">
        <w:t>et je puis parfa</w:t>
      </w:r>
      <w:r w:rsidR="008C5C61" w:rsidRPr="004C3E92">
        <w:t>i</w:t>
      </w:r>
      <w:r w:rsidR="008C5C61" w:rsidRPr="004C3E92">
        <w:t>tement expliquer tout ce qui</w:t>
      </w:r>
      <w:r>
        <w:t xml:space="preserve">, </w:t>
      </w:r>
      <w:r w:rsidR="008C5C61" w:rsidRPr="004C3E92">
        <w:t>au premier abord</w:t>
      </w:r>
      <w:r>
        <w:t xml:space="preserve">, </w:t>
      </w:r>
      <w:r w:rsidR="008C5C61" w:rsidRPr="004C3E92">
        <w:t>m</w:t>
      </w:r>
      <w:r>
        <w:t>’</w:t>
      </w:r>
      <w:r w:rsidR="008C5C61" w:rsidRPr="004C3E92">
        <w:t>a paru étra</w:t>
      </w:r>
      <w:r w:rsidR="008C5C61" w:rsidRPr="004C3E92">
        <w:t>n</w:t>
      </w:r>
      <w:r w:rsidR="008C5C61" w:rsidRPr="004C3E92">
        <w:t>ge</w:t>
      </w:r>
      <w:r>
        <w:t xml:space="preserve">, </w:t>
      </w:r>
      <w:r w:rsidR="008C5C61" w:rsidRPr="004C3E92">
        <w:t>tout comme à toi</w:t>
      </w:r>
      <w:r>
        <w:t>.</w:t>
      </w:r>
    </w:p>
    <w:p w14:paraId="5763282C" w14:textId="77777777" w:rsidR="004A4993" w:rsidRDefault="004A4993" w:rsidP="004A4993">
      <w:r>
        <w:t>— </w:t>
      </w:r>
      <w:r w:rsidR="008C5C61" w:rsidRPr="004C3E92">
        <w:t>Vous le pouvez vraiment</w:t>
      </w:r>
      <w:r>
        <w:t> ?</w:t>
      </w:r>
    </w:p>
    <w:p w14:paraId="7D08E976" w14:textId="77777777" w:rsidR="004A4993" w:rsidRDefault="004A4993" w:rsidP="004A4993">
      <w:r>
        <w:t>— </w:t>
      </w:r>
      <w:r w:rsidR="008C5C61" w:rsidRPr="004C3E92">
        <w:t>Oui</w:t>
      </w:r>
      <w:r>
        <w:t xml:space="preserve">. </w:t>
      </w:r>
      <w:r w:rsidR="008C5C61" w:rsidRPr="004C3E92">
        <w:t>Je me le suis expliqué à moi-même de la façon la plus satisfaisante</w:t>
      </w:r>
      <w:r>
        <w:t xml:space="preserve"> ; </w:t>
      </w:r>
      <w:r w:rsidR="008C5C61" w:rsidRPr="004C3E92">
        <w:t>mais toi</w:t>
      </w:r>
      <w:r>
        <w:t xml:space="preserve">, </w:t>
      </w:r>
      <w:proofErr w:type="spellStart"/>
      <w:r w:rsidR="008C5C61" w:rsidRPr="004C3E92">
        <w:t>Elinor</w:t>
      </w:r>
      <w:proofErr w:type="spellEnd"/>
      <w:r>
        <w:t xml:space="preserve">, </w:t>
      </w:r>
      <w:r w:rsidR="008C5C61" w:rsidRPr="004C3E92">
        <w:t>qui aimes à douter là où tu le peux</w:t>
      </w:r>
      <w:r>
        <w:t xml:space="preserve">, </w:t>
      </w:r>
      <w:r w:rsidR="008C5C61" w:rsidRPr="004C3E92">
        <w:t>cela ne te satisfera pas</w:t>
      </w:r>
      <w:r>
        <w:t xml:space="preserve">, </w:t>
      </w:r>
      <w:r w:rsidR="008C5C61" w:rsidRPr="004C3E92">
        <w:t>je le sais</w:t>
      </w:r>
      <w:r>
        <w:t xml:space="preserve"> ; </w:t>
      </w:r>
      <w:r w:rsidR="008C5C61" w:rsidRPr="004C3E92">
        <w:t>mais tu ne parvie</w:t>
      </w:r>
      <w:r w:rsidR="008C5C61" w:rsidRPr="004C3E92">
        <w:t>n</w:t>
      </w:r>
      <w:r w:rsidR="008C5C61" w:rsidRPr="004C3E92">
        <w:t>dras pas</w:t>
      </w:r>
      <w:r>
        <w:t xml:space="preserve">, </w:t>
      </w:r>
      <w:r w:rsidR="008C5C61" w:rsidRPr="004C3E92">
        <w:t>à force de paroles</w:t>
      </w:r>
      <w:r>
        <w:t xml:space="preserve">, </w:t>
      </w:r>
      <w:r w:rsidR="008C5C61" w:rsidRPr="004C3E92">
        <w:t>à me faire perdre la foi que j</w:t>
      </w:r>
      <w:r>
        <w:t>’</w:t>
      </w:r>
      <w:r w:rsidR="008C5C61" w:rsidRPr="004C3E92">
        <w:t>ai en mon explication</w:t>
      </w:r>
      <w:r>
        <w:t xml:space="preserve">. </w:t>
      </w:r>
      <w:r w:rsidR="008C5C61" w:rsidRPr="004C3E92">
        <w:t>Je suis persuadée que Mrs</w:t>
      </w:r>
      <w:r>
        <w:t xml:space="preserve">. </w:t>
      </w:r>
      <w:r w:rsidR="008C5C61" w:rsidRPr="004C3E92">
        <w:t>Smith soupçonne ses sentiments envers Marianne</w:t>
      </w:r>
      <w:r>
        <w:t xml:space="preserve">, </w:t>
      </w:r>
      <w:r w:rsidR="008C5C61" w:rsidRPr="004C3E92">
        <w:t>qu</w:t>
      </w:r>
      <w:r>
        <w:t>’</w:t>
      </w:r>
      <w:r w:rsidR="008C5C61" w:rsidRPr="004C3E92">
        <w:t>elle les désapprouve</w:t>
      </w:r>
      <w:r>
        <w:t xml:space="preserve"> (</w:t>
      </w:r>
      <w:r w:rsidR="008C5C61" w:rsidRPr="004C3E92">
        <w:t>peut-être a-t-elle d</w:t>
      </w:r>
      <w:r>
        <w:t>’</w:t>
      </w:r>
      <w:r w:rsidR="008C5C61" w:rsidRPr="004C3E92">
        <w:t>autres desseins pour lui</w:t>
      </w:r>
      <w:r>
        <w:t xml:space="preserve">), </w:t>
      </w:r>
      <w:r w:rsidR="008C5C61" w:rsidRPr="004C3E92">
        <w:t>et que</w:t>
      </w:r>
      <w:r>
        <w:t xml:space="preserve">, </w:t>
      </w:r>
      <w:r w:rsidR="008C5C61" w:rsidRPr="004C3E92">
        <w:t>pour cette ra</w:t>
      </w:r>
      <w:r w:rsidR="008C5C61" w:rsidRPr="004C3E92">
        <w:t>i</w:t>
      </w:r>
      <w:r w:rsidR="008C5C61" w:rsidRPr="004C3E92">
        <w:t>son</w:t>
      </w:r>
      <w:r>
        <w:t xml:space="preserve">, </w:t>
      </w:r>
      <w:r w:rsidR="008C5C61" w:rsidRPr="004C3E92">
        <w:t>elle désire vivement l</w:t>
      </w:r>
      <w:r>
        <w:t>’</w:t>
      </w:r>
      <w:r w:rsidR="008C5C61" w:rsidRPr="004C3E92">
        <w:t>éloigner</w:t>
      </w:r>
      <w:r>
        <w:t xml:space="preserve"> ; </w:t>
      </w:r>
      <w:r w:rsidR="008C5C61" w:rsidRPr="004C3E92">
        <w:t>et que l</w:t>
      </w:r>
      <w:r>
        <w:t>’</w:t>
      </w:r>
      <w:r w:rsidR="008C5C61" w:rsidRPr="004C3E92">
        <w:t>affaire qu</w:t>
      </w:r>
      <w:r>
        <w:t>’</w:t>
      </w:r>
      <w:r w:rsidR="008C5C61" w:rsidRPr="004C3E92">
        <w:t>elle l</w:t>
      </w:r>
      <w:r>
        <w:t>’</w:t>
      </w:r>
      <w:r w:rsidR="008C5C61" w:rsidRPr="004C3E92">
        <w:t>envoie traiter est inventée à titre de prétexte pour le faire pa</w:t>
      </w:r>
      <w:r w:rsidR="008C5C61" w:rsidRPr="004C3E92">
        <w:t>r</w:t>
      </w:r>
      <w:r w:rsidR="008C5C61" w:rsidRPr="004C3E92">
        <w:t>tir</w:t>
      </w:r>
      <w:r>
        <w:t xml:space="preserve">. </w:t>
      </w:r>
      <w:r w:rsidR="008C5C61" w:rsidRPr="004C3E92">
        <w:t>Voilà ce qui</w:t>
      </w:r>
      <w:r>
        <w:t xml:space="preserve">, </w:t>
      </w:r>
      <w:r w:rsidR="008C5C61" w:rsidRPr="004C3E92">
        <w:t>me semble-t-il</w:t>
      </w:r>
      <w:r>
        <w:t xml:space="preserve">, </w:t>
      </w:r>
      <w:r w:rsidR="008C5C61" w:rsidRPr="004C3E92">
        <w:t>a dû se passer</w:t>
      </w:r>
      <w:r>
        <w:t xml:space="preserve">. </w:t>
      </w:r>
      <w:r w:rsidR="008C5C61" w:rsidRPr="004C3E92">
        <w:t>Il sait</w:t>
      </w:r>
      <w:r>
        <w:t xml:space="preserve">, </w:t>
      </w:r>
      <w:r w:rsidR="008C5C61" w:rsidRPr="004C3E92">
        <w:t>de plus</w:t>
      </w:r>
      <w:r>
        <w:t xml:space="preserve">, </w:t>
      </w:r>
      <w:r w:rsidR="008C5C61" w:rsidRPr="004C3E92">
        <w:t>qu</w:t>
      </w:r>
      <w:r>
        <w:t>’</w:t>
      </w:r>
      <w:r w:rsidR="008C5C61" w:rsidRPr="004C3E92">
        <w:t>elle n</w:t>
      </w:r>
      <w:r>
        <w:t>’</w:t>
      </w:r>
      <w:r w:rsidR="008C5C61" w:rsidRPr="004C3E92">
        <w:t>approuve pas ces relations</w:t>
      </w:r>
      <w:r>
        <w:t xml:space="preserve"> ; </w:t>
      </w:r>
      <w:r w:rsidR="008C5C61" w:rsidRPr="004C3E92">
        <w:t>il n</w:t>
      </w:r>
      <w:r>
        <w:t>’</w:t>
      </w:r>
      <w:r w:rsidR="008C5C61" w:rsidRPr="004C3E92">
        <w:t>ose donc pas</w:t>
      </w:r>
      <w:r>
        <w:t xml:space="preserve">, </w:t>
      </w:r>
      <w:r w:rsidR="008C5C61" w:rsidRPr="004C3E92">
        <w:t>pour le moment</w:t>
      </w:r>
      <w:r>
        <w:t xml:space="preserve">, </w:t>
      </w:r>
      <w:r w:rsidR="008C5C61" w:rsidRPr="004C3E92">
        <w:t>lui avouer ses fiançailles avec Marianne</w:t>
      </w:r>
      <w:r>
        <w:t xml:space="preserve">, </w:t>
      </w:r>
      <w:r w:rsidR="008C5C61" w:rsidRPr="004C3E92">
        <w:t>et il se sent obligé</w:t>
      </w:r>
      <w:r>
        <w:t xml:space="preserve">, </w:t>
      </w:r>
      <w:r w:rsidR="008C5C61" w:rsidRPr="004C3E92">
        <w:t>en raison de sa situation de dépendance</w:t>
      </w:r>
      <w:r>
        <w:t xml:space="preserve">, </w:t>
      </w:r>
      <w:r w:rsidR="008C5C61" w:rsidRPr="004C3E92">
        <w:t>de se plier aux desseins de Mrs</w:t>
      </w:r>
      <w:r>
        <w:t xml:space="preserve">. </w:t>
      </w:r>
      <w:r w:rsidR="008C5C61" w:rsidRPr="004C3E92">
        <w:t>Smith et de s</w:t>
      </w:r>
      <w:r>
        <w:t>’</w:t>
      </w:r>
      <w:r w:rsidR="008C5C61" w:rsidRPr="004C3E92">
        <w:t>absenter quelque temps du D</w:t>
      </w:r>
      <w:r w:rsidR="008C5C61" w:rsidRPr="004C3E92">
        <w:t>e</w:t>
      </w:r>
      <w:r w:rsidR="008C5C61" w:rsidRPr="004C3E92">
        <w:t>vonshire</w:t>
      </w:r>
      <w:r>
        <w:t xml:space="preserve">. </w:t>
      </w:r>
      <w:r w:rsidR="008C5C61" w:rsidRPr="004C3E92">
        <w:t>Tu me diras</w:t>
      </w:r>
      <w:r>
        <w:t xml:space="preserve">, </w:t>
      </w:r>
      <w:r w:rsidR="008C5C61" w:rsidRPr="004C3E92">
        <w:t>je le sais</w:t>
      </w:r>
      <w:r>
        <w:t xml:space="preserve">, </w:t>
      </w:r>
      <w:r w:rsidR="008C5C61" w:rsidRPr="004C3E92">
        <w:t>que tout cela a pu</w:t>
      </w:r>
      <w:r>
        <w:t xml:space="preserve">, </w:t>
      </w:r>
      <w:r w:rsidR="008C5C61" w:rsidRPr="004C3E92">
        <w:t>ou n</w:t>
      </w:r>
      <w:r>
        <w:t>’</w:t>
      </w:r>
      <w:r w:rsidR="008C5C61" w:rsidRPr="004C3E92">
        <w:t>a pas pu</w:t>
      </w:r>
      <w:r>
        <w:t xml:space="preserve">, </w:t>
      </w:r>
      <w:r w:rsidR="008C5C61" w:rsidRPr="004C3E92">
        <w:t>se passer</w:t>
      </w:r>
      <w:r>
        <w:t xml:space="preserve"> ; </w:t>
      </w:r>
      <w:r w:rsidR="008C5C61" w:rsidRPr="004C3E92">
        <w:t>mais je ne veux entendre aucune argutie</w:t>
      </w:r>
      <w:r>
        <w:t xml:space="preserve">, </w:t>
      </w:r>
      <w:r w:rsidR="008C5C61" w:rsidRPr="004C3E92">
        <w:t>à moins que tu ne puisses indiquer quelque autre méthode permettant de comprendre l</w:t>
      </w:r>
      <w:r>
        <w:t>’</w:t>
      </w:r>
      <w:r w:rsidR="008C5C61" w:rsidRPr="004C3E92">
        <w:t>affaire</w:t>
      </w:r>
      <w:r>
        <w:t xml:space="preserve">, </w:t>
      </w:r>
      <w:r w:rsidR="008C5C61" w:rsidRPr="004C3E92">
        <w:t>et qui soit aussi satisfaisante que celle-là</w:t>
      </w:r>
      <w:r>
        <w:t xml:space="preserve">. </w:t>
      </w:r>
      <w:r w:rsidR="008C5C61" w:rsidRPr="004C3E92">
        <w:t>Et maintenant</w:t>
      </w:r>
      <w:r>
        <w:t xml:space="preserve">, </w:t>
      </w:r>
      <w:proofErr w:type="spellStart"/>
      <w:r w:rsidR="008C5C61" w:rsidRPr="004C3E92">
        <w:t>Elinor</w:t>
      </w:r>
      <w:proofErr w:type="spellEnd"/>
      <w:r>
        <w:t xml:space="preserve">, </w:t>
      </w:r>
      <w:r w:rsidR="008C5C61" w:rsidRPr="004C3E92">
        <w:t>qu</w:t>
      </w:r>
      <w:r>
        <w:t>’</w:t>
      </w:r>
      <w:r w:rsidR="008C5C61" w:rsidRPr="004C3E92">
        <w:t>as-tu à dire</w:t>
      </w:r>
      <w:r>
        <w:t> ?</w:t>
      </w:r>
    </w:p>
    <w:p w14:paraId="16E5EE4F" w14:textId="77777777" w:rsidR="004A4993" w:rsidRDefault="004A4993" w:rsidP="004A4993">
      <w:r>
        <w:t>— </w:t>
      </w:r>
      <w:r w:rsidR="008C5C61" w:rsidRPr="004C3E92">
        <w:t>Rien</w:t>
      </w:r>
      <w:r>
        <w:t xml:space="preserve">, </w:t>
      </w:r>
      <w:r w:rsidR="008C5C61" w:rsidRPr="004C3E92">
        <w:t>puisque vous avez prévu ma réponse</w:t>
      </w:r>
      <w:r>
        <w:t>.</w:t>
      </w:r>
    </w:p>
    <w:p w14:paraId="690A3E3A" w14:textId="77777777" w:rsidR="004A4993" w:rsidRDefault="004A4993" w:rsidP="004A4993">
      <w:r>
        <w:lastRenderedPageBreak/>
        <w:t>— </w:t>
      </w:r>
      <w:r w:rsidR="008C5C61" w:rsidRPr="004C3E92">
        <w:t>Donc</w:t>
      </w:r>
      <w:r>
        <w:t xml:space="preserve">, </w:t>
      </w:r>
      <w:r w:rsidR="008C5C61" w:rsidRPr="004C3E92">
        <w:t>tu m</w:t>
      </w:r>
      <w:r>
        <w:t>’</w:t>
      </w:r>
      <w:r w:rsidR="008C5C61" w:rsidRPr="004C3E92">
        <w:t>aurais dit que cela a pu</w:t>
      </w:r>
      <w:r>
        <w:t xml:space="preserve">, </w:t>
      </w:r>
      <w:r w:rsidR="008C5C61" w:rsidRPr="004C3E92">
        <w:t>ou n</w:t>
      </w:r>
      <w:r>
        <w:t>’</w:t>
      </w:r>
      <w:r w:rsidR="008C5C61" w:rsidRPr="004C3E92">
        <w:t>a pas pu</w:t>
      </w:r>
      <w:r>
        <w:t xml:space="preserve">, </w:t>
      </w:r>
      <w:r w:rsidR="008C5C61" w:rsidRPr="004C3E92">
        <w:t>se pr</w:t>
      </w:r>
      <w:r w:rsidR="008C5C61" w:rsidRPr="004C3E92">
        <w:t>o</w:t>
      </w:r>
      <w:r w:rsidR="008C5C61" w:rsidRPr="004C3E92">
        <w:t>duire</w:t>
      </w:r>
      <w:r>
        <w:t xml:space="preserve">. </w:t>
      </w:r>
      <w:r w:rsidR="008C5C61" w:rsidRPr="004C3E92">
        <w:t>Oh</w:t>
      </w:r>
      <w:r>
        <w:t xml:space="preserve">, </w:t>
      </w:r>
      <w:proofErr w:type="spellStart"/>
      <w:r w:rsidR="008C5C61" w:rsidRPr="004C3E92">
        <w:t>Elinor</w:t>
      </w:r>
      <w:proofErr w:type="spellEnd"/>
      <w:r>
        <w:t xml:space="preserve">, </w:t>
      </w:r>
      <w:r w:rsidR="008C5C61" w:rsidRPr="004C3E92">
        <w:t>comme tes sentiments sont incompréhens</w:t>
      </w:r>
      <w:r w:rsidR="008C5C61" w:rsidRPr="004C3E92">
        <w:t>i</w:t>
      </w:r>
      <w:r w:rsidR="008C5C61" w:rsidRPr="004C3E92">
        <w:t>bles</w:t>
      </w:r>
      <w:r>
        <w:t xml:space="preserve"> ! </w:t>
      </w:r>
      <w:r w:rsidR="008C5C61" w:rsidRPr="004C3E92">
        <w:t>Tu aimes mieux croire au mal qu</w:t>
      </w:r>
      <w:r>
        <w:t>’</w:t>
      </w:r>
      <w:r w:rsidR="008C5C61" w:rsidRPr="004C3E92">
        <w:t>au bien</w:t>
      </w:r>
      <w:r>
        <w:t xml:space="preserve"> ! </w:t>
      </w:r>
      <w:r w:rsidR="008C5C61" w:rsidRPr="004C3E92">
        <w:t>Tu aimes mieux entrevoir le chagrin pour Marianne et la culpabilité pour ce pauvre Willoughby</w:t>
      </w:r>
      <w:r>
        <w:t xml:space="preserve">, </w:t>
      </w:r>
      <w:r w:rsidR="008C5C61" w:rsidRPr="004C3E92">
        <w:t>qu</w:t>
      </w:r>
      <w:r>
        <w:t>’</w:t>
      </w:r>
      <w:r w:rsidR="008C5C61" w:rsidRPr="004C3E92">
        <w:t>une excuse pour celui-ci</w:t>
      </w:r>
      <w:r>
        <w:t xml:space="preserve"> ! </w:t>
      </w:r>
      <w:r w:rsidR="008C5C61" w:rsidRPr="004C3E92">
        <w:t>Tu es résolue à le trouver blâmable</w:t>
      </w:r>
      <w:r>
        <w:t xml:space="preserve">, </w:t>
      </w:r>
      <w:r w:rsidR="008C5C61" w:rsidRPr="004C3E92">
        <w:t>parce qu</w:t>
      </w:r>
      <w:r>
        <w:t>’</w:t>
      </w:r>
      <w:r w:rsidR="008C5C61" w:rsidRPr="004C3E92">
        <w:t>il a pris congé de nous avec moins d</w:t>
      </w:r>
      <w:r>
        <w:t>’</w:t>
      </w:r>
      <w:r w:rsidR="008C5C61" w:rsidRPr="004C3E92">
        <w:t>affection que n</w:t>
      </w:r>
      <w:r>
        <w:t>’</w:t>
      </w:r>
      <w:r w:rsidR="008C5C61" w:rsidRPr="004C3E92">
        <w:t>en témoignait son attitude habituelle</w:t>
      </w:r>
      <w:r>
        <w:t xml:space="preserve">. </w:t>
      </w:r>
      <w:r w:rsidR="008C5C61" w:rsidRPr="004C3E92">
        <w:t>Et ne faut-il tenir compte en rien de l</w:t>
      </w:r>
      <w:r>
        <w:t>’</w:t>
      </w:r>
      <w:r w:rsidR="008C5C61" w:rsidRPr="004C3E92">
        <w:t>inadvertance</w:t>
      </w:r>
      <w:r>
        <w:t xml:space="preserve">, </w:t>
      </w:r>
      <w:r w:rsidR="008C5C61" w:rsidRPr="004C3E92">
        <w:t>ni du courage abattu par une déception récente</w:t>
      </w:r>
      <w:r>
        <w:t xml:space="preserve"> ? </w:t>
      </w:r>
      <w:r w:rsidR="008C5C61" w:rsidRPr="004C3E92">
        <w:t>Ne faut-il accepter aucune probabilité</w:t>
      </w:r>
      <w:r>
        <w:t xml:space="preserve">, </w:t>
      </w:r>
      <w:r w:rsidR="008C5C61" w:rsidRPr="004C3E92">
        <w:t>simplement parce qu</w:t>
      </w:r>
      <w:r>
        <w:t>’</w:t>
      </w:r>
      <w:r w:rsidR="008C5C61" w:rsidRPr="004C3E92">
        <w:t>elle n</w:t>
      </w:r>
      <w:r>
        <w:t>’</w:t>
      </w:r>
      <w:r w:rsidR="008C5C61" w:rsidRPr="004C3E92">
        <w:t>est pas une certitude</w:t>
      </w:r>
      <w:r>
        <w:t xml:space="preserve"> ? </w:t>
      </w:r>
      <w:r w:rsidR="008C5C61" w:rsidRPr="004C3E92">
        <w:t>Rien n</w:t>
      </w:r>
      <w:r>
        <w:t>’</w:t>
      </w:r>
      <w:r w:rsidR="008C5C61" w:rsidRPr="004C3E92">
        <w:t>est-il dû à l</w:t>
      </w:r>
      <w:r>
        <w:t>’</w:t>
      </w:r>
      <w:r w:rsidR="008C5C61" w:rsidRPr="004C3E92">
        <w:t>homme que nous avons toutes tant de raison d</w:t>
      </w:r>
      <w:r>
        <w:t>’</w:t>
      </w:r>
      <w:r w:rsidR="008C5C61" w:rsidRPr="004C3E92">
        <w:t>aimer et dont nous n</w:t>
      </w:r>
      <w:r>
        <w:t>’</w:t>
      </w:r>
      <w:r w:rsidR="008C5C61" w:rsidRPr="004C3E92">
        <w:t>avons aucune raison au monde de penser du mal</w:t>
      </w:r>
      <w:r>
        <w:t xml:space="preserve"> ? – </w:t>
      </w:r>
      <w:r w:rsidR="008C5C61" w:rsidRPr="004C3E92">
        <w:t>à la possibilité de motifs péremptoires en soi</w:t>
      </w:r>
      <w:r>
        <w:t xml:space="preserve">, </w:t>
      </w:r>
      <w:r w:rsidR="008C5C61" w:rsidRPr="004C3E92">
        <w:t>encore qu</w:t>
      </w:r>
      <w:r>
        <w:t>’</w:t>
      </w:r>
      <w:r w:rsidR="008C5C61" w:rsidRPr="004C3E92">
        <w:t>ils soient inévitablement secrets pendant quelque temps</w:t>
      </w:r>
      <w:r>
        <w:t xml:space="preserve"> ? </w:t>
      </w:r>
      <w:r w:rsidR="008C5C61" w:rsidRPr="004C3E92">
        <w:t>Et</w:t>
      </w:r>
      <w:r>
        <w:t xml:space="preserve">, </w:t>
      </w:r>
      <w:r w:rsidR="008C5C61" w:rsidRPr="004C3E92">
        <w:t>après tout</w:t>
      </w:r>
      <w:r>
        <w:t xml:space="preserve">, </w:t>
      </w:r>
      <w:r w:rsidR="008C5C61" w:rsidRPr="004C3E92">
        <w:t>de quoi le soupçonnes-tu</w:t>
      </w:r>
      <w:r>
        <w:t> ?</w:t>
      </w:r>
    </w:p>
    <w:p w14:paraId="72F0028B" w14:textId="77777777" w:rsidR="004A4993" w:rsidRDefault="004A4993" w:rsidP="004A4993">
      <w:r>
        <w:t>— </w:t>
      </w:r>
      <w:r w:rsidR="008C5C61" w:rsidRPr="004C3E92">
        <w:t>Je ne saurais guère vous le dire</w:t>
      </w:r>
      <w:r>
        <w:t xml:space="preserve">, </w:t>
      </w:r>
      <w:r w:rsidR="008C5C61" w:rsidRPr="004C3E92">
        <w:t>quant à moi</w:t>
      </w:r>
      <w:r>
        <w:t xml:space="preserve">. </w:t>
      </w:r>
      <w:r w:rsidR="008C5C61" w:rsidRPr="004C3E92">
        <w:t>Mais le soupçon de quelque chose de déplaisant est la conséquence in</w:t>
      </w:r>
      <w:r w:rsidR="008C5C61" w:rsidRPr="004C3E92">
        <w:t>é</w:t>
      </w:r>
      <w:r w:rsidR="008C5C61" w:rsidRPr="004C3E92">
        <w:t>vitable d</w:t>
      </w:r>
      <w:r>
        <w:t>’</w:t>
      </w:r>
      <w:r w:rsidR="008C5C61" w:rsidRPr="004C3E92">
        <w:t>un changement tel que nous venons de le constater chez lui</w:t>
      </w:r>
      <w:r>
        <w:t xml:space="preserve">. </w:t>
      </w:r>
      <w:r w:rsidR="008C5C61" w:rsidRPr="004C3E92">
        <w:t>Il y a beaucoup de vérité</w:t>
      </w:r>
      <w:r>
        <w:t xml:space="preserve">, </w:t>
      </w:r>
      <w:r w:rsidR="008C5C61" w:rsidRPr="004C3E92">
        <w:t>toutefois</w:t>
      </w:r>
      <w:r>
        <w:t xml:space="preserve">, </w:t>
      </w:r>
      <w:r w:rsidR="008C5C61" w:rsidRPr="004C3E92">
        <w:t>dans ce que vous venez d</w:t>
      </w:r>
      <w:r>
        <w:t>’</w:t>
      </w:r>
      <w:r w:rsidR="008C5C61" w:rsidRPr="004C3E92">
        <w:t>alléguer en ce qui concerne l</w:t>
      </w:r>
      <w:r>
        <w:t>’</w:t>
      </w:r>
      <w:r w:rsidR="008C5C61" w:rsidRPr="004C3E92">
        <w:t>indulgence qu</w:t>
      </w:r>
      <w:r>
        <w:t>’</w:t>
      </w:r>
      <w:r w:rsidR="008C5C61" w:rsidRPr="004C3E92">
        <w:t>il convient d</w:t>
      </w:r>
      <w:r>
        <w:t>’</w:t>
      </w:r>
      <w:r w:rsidR="008C5C61" w:rsidRPr="004C3E92">
        <w:t>avoir pour lui</w:t>
      </w:r>
      <w:r>
        <w:t xml:space="preserve">, </w:t>
      </w:r>
      <w:r w:rsidR="008C5C61" w:rsidRPr="004C3E92">
        <w:t>et j</w:t>
      </w:r>
      <w:r>
        <w:t>’</w:t>
      </w:r>
      <w:r w:rsidR="008C5C61" w:rsidRPr="004C3E92">
        <w:t>ai le désir d</w:t>
      </w:r>
      <w:r>
        <w:t>’</w:t>
      </w:r>
      <w:r w:rsidR="008C5C61" w:rsidRPr="004C3E92">
        <w:t>être sincère dans mon jugement sur tout le monde</w:t>
      </w:r>
      <w:r>
        <w:t xml:space="preserve">. </w:t>
      </w:r>
      <w:r w:rsidR="008C5C61" w:rsidRPr="004C3E92">
        <w:t>Il se peut incontestablement que Willoughby ait des raisons fort suffisantes pour sa conduite</w:t>
      </w:r>
      <w:r>
        <w:t xml:space="preserve">, </w:t>
      </w:r>
      <w:r w:rsidR="008C5C61" w:rsidRPr="004C3E92">
        <w:t>et je veux esp</w:t>
      </w:r>
      <w:r w:rsidR="008C5C61" w:rsidRPr="004C3E92">
        <w:t>é</w:t>
      </w:r>
      <w:r w:rsidR="008C5C61" w:rsidRPr="004C3E92">
        <w:t>rer qu</w:t>
      </w:r>
      <w:r>
        <w:t>’</w:t>
      </w:r>
      <w:r w:rsidR="008C5C61" w:rsidRPr="004C3E92">
        <w:t>il en est ainsi</w:t>
      </w:r>
      <w:r>
        <w:t xml:space="preserve">. </w:t>
      </w:r>
      <w:r w:rsidR="008C5C61" w:rsidRPr="004C3E92">
        <w:t>Mais il eût été plus conforme au caractère de Willoughby de les avouer d</w:t>
      </w:r>
      <w:r>
        <w:t>’</w:t>
      </w:r>
      <w:r w:rsidR="008C5C61" w:rsidRPr="004C3E92">
        <w:t>emblée</w:t>
      </w:r>
      <w:r>
        <w:t xml:space="preserve">. </w:t>
      </w:r>
      <w:r w:rsidR="008C5C61" w:rsidRPr="004C3E92">
        <w:t>Le secret peut être r</w:t>
      </w:r>
      <w:r w:rsidR="008C5C61" w:rsidRPr="004C3E92">
        <w:t>e</w:t>
      </w:r>
      <w:r w:rsidR="008C5C61" w:rsidRPr="004C3E92">
        <w:t>commandable</w:t>
      </w:r>
      <w:r>
        <w:t xml:space="preserve"> ; </w:t>
      </w:r>
      <w:r w:rsidR="008C5C61" w:rsidRPr="004C3E92">
        <w:t>mais je ne peux pourtant pas m</w:t>
      </w:r>
      <w:r>
        <w:t>’</w:t>
      </w:r>
      <w:r w:rsidR="008C5C61" w:rsidRPr="004C3E92">
        <w:t>empêcher de m</w:t>
      </w:r>
      <w:r>
        <w:t>’</w:t>
      </w:r>
      <w:r w:rsidR="008C5C61" w:rsidRPr="004C3E92">
        <w:t>étonner de ce qu</w:t>
      </w:r>
      <w:r>
        <w:t>’</w:t>
      </w:r>
      <w:r w:rsidR="008C5C61" w:rsidRPr="004C3E92">
        <w:t>il soit pratiqué par lui</w:t>
      </w:r>
      <w:r>
        <w:t>.</w:t>
      </w:r>
    </w:p>
    <w:p w14:paraId="65C1C9A4" w14:textId="77777777" w:rsidR="004A4993" w:rsidRDefault="004A4993" w:rsidP="004A4993">
      <w:r>
        <w:t>— </w:t>
      </w:r>
      <w:r w:rsidR="008C5C61" w:rsidRPr="004C3E92">
        <w:t>Ne lui tiens pas rigueur</w:t>
      </w:r>
      <w:r>
        <w:t xml:space="preserve">, </w:t>
      </w:r>
      <w:r w:rsidR="008C5C61" w:rsidRPr="004C3E92">
        <w:t>toutefois</w:t>
      </w:r>
      <w:r>
        <w:t xml:space="preserve">, </w:t>
      </w:r>
      <w:r w:rsidR="008C5C61" w:rsidRPr="004C3E92">
        <w:t>de s</w:t>
      </w:r>
      <w:r>
        <w:t>’</w:t>
      </w:r>
      <w:r w:rsidR="008C5C61" w:rsidRPr="004C3E92">
        <w:t>être départi de son caractère là où il était nécessaire de le faire</w:t>
      </w:r>
      <w:r>
        <w:t xml:space="preserve">. </w:t>
      </w:r>
      <w:r w:rsidR="008C5C61" w:rsidRPr="004C3E92">
        <w:t>Mais tu admets effectivement la justice de ce que j</w:t>
      </w:r>
      <w:r>
        <w:t>’</w:t>
      </w:r>
      <w:r w:rsidR="008C5C61" w:rsidRPr="004C3E92">
        <w:t>ai dit en sa défense</w:t>
      </w:r>
      <w:r>
        <w:t xml:space="preserve"> ? </w:t>
      </w:r>
      <w:r w:rsidR="008C5C61" w:rsidRPr="004C3E92">
        <w:t>Je suis heureuse</w:t>
      </w:r>
      <w:r>
        <w:t xml:space="preserve">, </w:t>
      </w:r>
      <w:r w:rsidR="008C5C61" w:rsidRPr="004C3E92">
        <w:t>et il est acquitté</w:t>
      </w:r>
      <w:r>
        <w:t> !</w:t>
      </w:r>
    </w:p>
    <w:p w14:paraId="7918035C" w14:textId="77777777" w:rsidR="004A4993" w:rsidRDefault="004A4993" w:rsidP="004A4993">
      <w:r>
        <w:lastRenderedPageBreak/>
        <w:t>— </w:t>
      </w:r>
      <w:r w:rsidR="008C5C61" w:rsidRPr="004C3E92">
        <w:t>Pas entièrement</w:t>
      </w:r>
      <w:r>
        <w:t xml:space="preserve">. </w:t>
      </w:r>
      <w:r w:rsidR="008C5C61" w:rsidRPr="004C3E92">
        <w:t>Il se peut qu</w:t>
      </w:r>
      <w:r>
        <w:t>’</w:t>
      </w:r>
      <w:r w:rsidR="008C5C61" w:rsidRPr="004C3E92">
        <w:t>il convienne de dissimuler leurs fiançailles à Mrs</w:t>
      </w:r>
      <w:r>
        <w:t xml:space="preserve">. </w:t>
      </w:r>
      <w:r w:rsidR="008C5C61" w:rsidRPr="004C3E92">
        <w:t>Smith</w:t>
      </w:r>
      <w:r>
        <w:t xml:space="preserve"> (</w:t>
      </w:r>
      <w:r w:rsidR="008C5C61" w:rsidRPr="004C3E92">
        <w:t>s</w:t>
      </w:r>
      <w:r>
        <w:t>’</w:t>
      </w:r>
      <w:r w:rsidR="008C5C61" w:rsidRPr="004C3E92">
        <w:t>ils sont effectivement fiancés</w:t>
      </w:r>
      <w:r>
        <w:t xml:space="preserve">), </w:t>
      </w:r>
      <w:r w:rsidR="008C5C61" w:rsidRPr="004C3E92">
        <w:t>et s</w:t>
      </w:r>
      <w:r>
        <w:t>’</w:t>
      </w:r>
      <w:r w:rsidR="008C5C61" w:rsidRPr="004C3E92">
        <w:t>il en est ainsi</w:t>
      </w:r>
      <w:r>
        <w:t xml:space="preserve">, </w:t>
      </w:r>
      <w:r w:rsidR="008C5C61" w:rsidRPr="004C3E92">
        <w:t>il doit être fort opportun pour Willoughby de ne séjourner que peu dans le Devonshire pour le moment</w:t>
      </w:r>
      <w:r>
        <w:t xml:space="preserve">. </w:t>
      </w:r>
      <w:r w:rsidR="008C5C61" w:rsidRPr="004C3E92">
        <w:t>Mais ce n</w:t>
      </w:r>
      <w:r>
        <w:t>’</w:t>
      </w:r>
      <w:r w:rsidR="008C5C61" w:rsidRPr="004C3E92">
        <w:t>est pas là une raison pour qu</w:t>
      </w:r>
      <w:r>
        <w:t>’</w:t>
      </w:r>
      <w:r w:rsidR="008C5C61" w:rsidRPr="004C3E92">
        <w:t>ils nous les dissimulent</w:t>
      </w:r>
      <w:r>
        <w:t xml:space="preserve">, </w:t>
      </w:r>
      <w:r w:rsidR="008C5C61" w:rsidRPr="004C3E92">
        <w:t>à nous</w:t>
      </w:r>
      <w:r>
        <w:t>.</w:t>
      </w:r>
    </w:p>
    <w:p w14:paraId="77E6F5F5" w14:textId="77777777" w:rsidR="004A4993" w:rsidRDefault="004A4993" w:rsidP="004A4993">
      <w:r>
        <w:t>— </w:t>
      </w:r>
      <w:r w:rsidR="008C5C61" w:rsidRPr="004C3E92">
        <w:t>Qu</w:t>
      </w:r>
      <w:r>
        <w:t>’</w:t>
      </w:r>
      <w:r w:rsidR="008C5C61" w:rsidRPr="004C3E92">
        <w:t>ils nous les dissimulent</w:t>
      </w:r>
      <w:r>
        <w:t xml:space="preserve"> ! </w:t>
      </w:r>
      <w:r w:rsidR="008C5C61" w:rsidRPr="004C3E92">
        <w:t>Ma chère enfant</w:t>
      </w:r>
      <w:r>
        <w:t xml:space="preserve">, </w:t>
      </w:r>
      <w:r w:rsidR="008C5C61" w:rsidRPr="004C3E92">
        <w:t>accuses-tu Willoughby et Marianne de dissimulation</w:t>
      </w:r>
      <w:r>
        <w:t xml:space="preserve"> ? </w:t>
      </w:r>
      <w:r w:rsidR="008C5C61" w:rsidRPr="004C3E92">
        <w:t>Voilà qui est vra</w:t>
      </w:r>
      <w:r w:rsidR="008C5C61" w:rsidRPr="004C3E92">
        <w:t>i</w:t>
      </w:r>
      <w:r w:rsidR="008C5C61" w:rsidRPr="004C3E92">
        <w:t>ment étrange</w:t>
      </w:r>
      <w:r>
        <w:t xml:space="preserve">, </w:t>
      </w:r>
      <w:r w:rsidR="008C5C61" w:rsidRPr="004C3E92">
        <w:t>alors que tes yeux leur ont reproché chaque jour leur imprudence</w:t>
      </w:r>
      <w:r>
        <w:t>.</w:t>
      </w:r>
    </w:p>
    <w:p w14:paraId="4CED98CD" w14:textId="77777777" w:rsidR="004A4993" w:rsidRDefault="004A4993" w:rsidP="004A4993">
      <w:r>
        <w:t>— </w:t>
      </w:r>
      <w:r w:rsidR="008C5C61" w:rsidRPr="004C3E92">
        <w:t>Je n</w:t>
      </w:r>
      <w:r>
        <w:t>’</w:t>
      </w:r>
      <w:r w:rsidR="008C5C61" w:rsidRPr="004C3E92">
        <w:t>ai pas besoin de preuves de leur affection</w:t>
      </w:r>
      <w:r>
        <w:t xml:space="preserve">, </w:t>
      </w:r>
      <w:r w:rsidR="008C5C61" w:rsidRPr="004C3E92">
        <w:t xml:space="preserve">dit </w:t>
      </w:r>
      <w:proofErr w:type="spellStart"/>
      <w:r w:rsidR="008C5C61" w:rsidRPr="004C3E92">
        <w:t>Elinor</w:t>
      </w:r>
      <w:proofErr w:type="spellEnd"/>
      <w:r>
        <w:t xml:space="preserve">, </w:t>
      </w:r>
      <w:r w:rsidR="008C5C61" w:rsidRPr="004C3E92">
        <w:t>mais de leurs fiançailles</w:t>
      </w:r>
      <w:r>
        <w:t xml:space="preserve">, </w:t>
      </w:r>
      <w:r w:rsidR="008C5C61" w:rsidRPr="004C3E92">
        <w:t>oui</w:t>
      </w:r>
      <w:r>
        <w:t>.</w:t>
      </w:r>
    </w:p>
    <w:p w14:paraId="283DBDAB" w14:textId="77777777" w:rsidR="004A4993" w:rsidRDefault="004A4993" w:rsidP="004A4993">
      <w:r>
        <w:t>— </w:t>
      </w:r>
      <w:r w:rsidR="008C5C61" w:rsidRPr="004C3E92">
        <w:t>Moi</w:t>
      </w:r>
      <w:r>
        <w:t xml:space="preserve">, </w:t>
      </w:r>
      <w:r w:rsidR="008C5C61" w:rsidRPr="004C3E92">
        <w:t>je suis parfaitement satisfaite</w:t>
      </w:r>
      <w:r>
        <w:t xml:space="preserve">, </w:t>
      </w:r>
      <w:r w:rsidR="008C5C61" w:rsidRPr="004C3E92">
        <w:t>quant à l</w:t>
      </w:r>
      <w:r>
        <w:t>’</w:t>
      </w:r>
      <w:r w:rsidR="008C5C61" w:rsidRPr="004C3E92">
        <w:t>un et l</w:t>
      </w:r>
      <w:r>
        <w:t>’</w:t>
      </w:r>
      <w:r w:rsidR="008C5C61" w:rsidRPr="004C3E92">
        <w:t>autre de ces deux points</w:t>
      </w:r>
      <w:r>
        <w:t>.</w:t>
      </w:r>
    </w:p>
    <w:p w14:paraId="5C975AE2" w14:textId="77777777" w:rsidR="004A4993" w:rsidRDefault="004A4993" w:rsidP="004A4993">
      <w:r>
        <w:t>— </w:t>
      </w:r>
      <w:r w:rsidR="008C5C61" w:rsidRPr="004C3E92">
        <w:t>Pourtant</w:t>
      </w:r>
      <w:r>
        <w:t xml:space="preserve">, </w:t>
      </w:r>
      <w:r w:rsidR="008C5C61" w:rsidRPr="004C3E92">
        <w:t>pas une syllabe ne vous a été dite à ce sujet</w:t>
      </w:r>
      <w:r>
        <w:t xml:space="preserve">, </w:t>
      </w:r>
      <w:r w:rsidR="008C5C61" w:rsidRPr="004C3E92">
        <w:t>ni par l</w:t>
      </w:r>
      <w:r>
        <w:t>’</w:t>
      </w:r>
      <w:r w:rsidR="008C5C61" w:rsidRPr="004C3E92">
        <w:t>un ni par l</w:t>
      </w:r>
      <w:r>
        <w:t>’</w:t>
      </w:r>
      <w:r w:rsidR="008C5C61" w:rsidRPr="004C3E92">
        <w:t>autre</w:t>
      </w:r>
      <w:r>
        <w:t>.</w:t>
      </w:r>
    </w:p>
    <w:p w14:paraId="0546DE6D" w14:textId="77777777" w:rsidR="004A4993" w:rsidRDefault="004A4993" w:rsidP="004A4993">
      <w:r>
        <w:t>— </w:t>
      </w:r>
      <w:r w:rsidR="008C5C61" w:rsidRPr="004C3E92">
        <w:t>Je n</w:t>
      </w:r>
      <w:r>
        <w:t>’</w:t>
      </w:r>
      <w:r w:rsidR="008C5C61" w:rsidRPr="004C3E92">
        <w:t>ai pas eu besoin de syllabes</w:t>
      </w:r>
      <w:r>
        <w:t xml:space="preserve">, </w:t>
      </w:r>
      <w:r w:rsidR="008C5C61" w:rsidRPr="004C3E92">
        <w:t>là où les actes ont parlé si nettement</w:t>
      </w:r>
      <w:r>
        <w:t xml:space="preserve">. </w:t>
      </w:r>
      <w:r w:rsidR="008C5C61" w:rsidRPr="004C3E92">
        <w:t>Son attitude à l</w:t>
      </w:r>
      <w:r>
        <w:t>’</w:t>
      </w:r>
      <w:r w:rsidR="008C5C61" w:rsidRPr="004C3E92">
        <w:t>égard de Marianne et de nous to</w:t>
      </w:r>
      <w:r w:rsidR="008C5C61" w:rsidRPr="004C3E92">
        <w:t>u</w:t>
      </w:r>
      <w:r w:rsidR="008C5C61" w:rsidRPr="004C3E92">
        <w:t>tes</w:t>
      </w:r>
      <w:r>
        <w:t xml:space="preserve">, </w:t>
      </w:r>
      <w:r w:rsidR="008C5C61" w:rsidRPr="004C3E92">
        <w:t>depuis quinze jours au moins</w:t>
      </w:r>
      <w:r>
        <w:t xml:space="preserve">, </w:t>
      </w:r>
      <w:r w:rsidR="008C5C61" w:rsidRPr="004C3E92">
        <w:t>n</w:t>
      </w:r>
      <w:r>
        <w:t>’</w:t>
      </w:r>
      <w:r w:rsidR="008C5C61" w:rsidRPr="004C3E92">
        <w:t>a-t-elle pas démontré qu</w:t>
      </w:r>
      <w:r>
        <w:t>’</w:t>
      </w:r>
      <w:r w:rsidR="008C5C61" w:rsidRPr="004C3E92">
        <w:t>il l</w:t>
      </w:r>
      <w:r>
        <w:t>’</w:t>
      </w:r>
      <w:r w:rsidR="008C5C61" w:rsidRPr="004C3E92">
        <w:t>aimait et la considérait comme sa femme future</w:t>
      </w:r>
      <w:r>
        <w:t xml:space="preserve">, </w:t>
      </w:r>
      <w:r w:rsidR="008C5C61" w:rsidRPr="004C3E92">
        <w:t>et qu</w:t>
      </w:r>
      <w:r>
        <w:t>’</w:t>
      </w:r>
      <w:r w:rsidR="008C5C61" w:rsidRPr="004C3E92">
        <w:t>il épro</w:t>
      </w:r>
      <w:r w:rsidR="008C5C61" w:rsidRPr="004C3E92">
        <w:t>u</w:t>
      </w:r>
      <w:r w:rsidR="008C5C61" w:rsidRPr="004C3E92">
        <w:t>vait pour nous l</w:t>
      </w:r>
      <w:r>
        <w:t>’</w:t>
      </w:r>
      <w:r w:rsidR="008C5C61" w:rsidRPr="004C3E92">
        <w:t>attachement du parent le plus proche</w:t>
      </w:r>
      <w:r>
        <w:t xml:space="preserve"> ? </w:t>
      </w:r>
      <w:r w:rsidR="008C5C61" w:rsidRPr="004C3E92">
        <w:t>Ne nous sommes-nous pas parfaitement compris</w:t>
      </w:r>
      <w:r>
        <w:t xml:space="preserve"> ? </w:t>
      </w:r>
      <w:r w:rsidR="008C5C61" w:rsidRPr="004C3E92">
        <w:t>Mon consentement n</w:t>
      </w:r>
      <w:r>
        <w:t>’</w:t>
      </w:r>
      <w:r w:rsidR="008C5C61" w:rsidRPr="004C3E92">
        <w:t>a-t-il pas été demandé journellement par ses regards</w:t>
      </w:r>
      <w:r>
        <w:t xml:space="preserve">, </w:t>
      </w:r>
      <w:r w:rsidR="008C5C61" w:rsidRPr="004C3E92">
        <w:t>ses f</w:t>
      </w:r>
      <w:r w:rsidR="008C5C61" w:rsidRPr="004C3E92">
        <w:t>a</w:t>
      </w:r>
      <w:r w:rsidR="008C5C61" w:rsidRPr="004C3E92">
        <w:t>çons</w:t>
      </w:r>
      <w:r>
        <w:t xml:space="preserve">, </w:t>
      </w:r>
      <w:r w:rsidR="008C5C61" w:rsidRPr="004C3E92">
        <w:t>son respect attentif et affectueux</w:t>
      </w:r>
      <w:r>
        <w:t xml:space="preserve"> ? </w:t>
      </w:r>
      <w:r w:rsidR="008C5C61" w:rsidRPr="004C3E92">
        <w:t xml:space="preserve">Non </w:t>
      </w:r>
      <w:proofErr w:type="spellStart"/>
      <w:r w:rsidR="008C5C61" w:rsidRPr="004C3E92">
        <w:t>Elinor</w:t>
      </w:r>
      <w:proofErr w:type="spellEnd"/>
      <w:r>
        <w:t xml:space="preserve">, </w:t>
      </w:r>
      <w:r w:rsidR="008C5C61" w:rsidRPr="004C3E92">
        <w:t>est-il po</w:t>
      </w:r>
      <w:r w:rsidR="008C5C61" w:rsidRPr="004C3E92">
        <w:t>s</w:t>
      </w:r>
      <w:r w:rsidR="008C5C61" w:rsidRPr="004C3E92">
        <w:t>sible de douter de leurs fiançailles</w:t>
      </w:r>
      <w:r>
        <w:t xml:space="preserve"> ? </w:t>
      </w:r>
      <w:r w:rsidR="008C5C61" w:rsidRPr="004C3E92">
        <w:t>Comment une pareille idée a-t-elle pu te venir</w:t>
      </w:r>
      <w:r>
        <w:t xml:space="preserve"> ? </w:t>
      </w:r>
      <w:r w:rsidR="008C5C61" w:rsidRPr="004C3E92">
        <w:t>Comment peut-on supposer que Willoug</w:t>
      </w:r>
      <w:r w:rsidR="008C5C61" w:rsidRPr="004C3E92">
        <w:t>h</w:t>
      </w:r>
      <w:r w:rsidR="008C5C61" w:rsidRPr="004C3E92">
        <w:t>by</w:t>
      </w:r>
      <w:r>
        <w:t xml:space="preserve">, </w:t>
      </w:r>
      <w:r w:rsidR="008C5C61" w:rsidRPr="004C3E92">
        <w:t>persuadé comme il doit l</w:t>
      </w:r>
      <w:r>
        <w:t>’</w:t>
      </w:r>
      <w:r w:rsidR="008C5C61" w:rsidRPr="004C3E92">
        <w:t>être de l</w:t>
      </w:r>
      <w:r>
        <w:t>’</w:t>
      </w:r>
      <w:r w:rsidR="008C5C61" w:rsidRPr="004C3E92">
        <w:t>amour de ta sœur</w:t>
      </w:r>
      <w:r>
        <w:t xml:space="preserve">, </w:t>
      </w:r>
      <w:r w:rsidR="008C5C61" w:rsidRPr="004C3E92">
        <w:t>puisse la quitter</w:t>
      </w:r>
      <w:r>
        <w:t xml:space="preserve">, </w:t>
      </w:r>
      <w:r w:rsidR="008C5C61" w:rsidRPr="004C3E92">
        <w:t>et la quitter peut-être pour des mois</w:t>
      </w:r>
      <w:r>
        <w:t xml:space="preserve">, </w:t>
      </w:r>
      <w:r w:rsidR="008C5C61" w:rsidRPr="004C3E92">
        <w:t>sans lui parler de son affection</w:t>
      </w:r>
      <w:r>
        <w:t xml:space="preserve">, </w:t>
      </w:r>
      <w:r w:rsidR="008C5C61" w:rsidRPr="004C3E92">
        <w:t>qu</w:t>
      </w:r>
      <w:r>
        <w:t>’</w:t>
      </w:r>
      <w:r w:rsidR="008C5C61" w:rsidRPr="004C3E92">
        <w:t>ils puissent se séparer sans un échange m</w:t>
      </w:r>
      <w:r w:rsidR="008C5C61" w:rsidRPr="004C3E92">
        <w:t>u</w:t>
      </w:r>
      <w:r w:rsidR="008C5C61" w:rsidRPr="004C3E92">
        <w:t>tuel de leur foi</w:t>
      </w:r>
      <w:r>
        <w:t> ?</w:t>
      </w:r>
    </w:p>
    <w:p w14:paraId="5E36E9A8" w14:textId="77777777" w:rsidR="004A4993" w:rsidRDefault="004A4993" w:rsidP="004A4993">
      <w:r>
        <w:lastRenderedPageBreak/>
        <w:t>— </w:t>
      </w:r>
      <w:r w:rsidR="008C5C61" w:rsidRPr="004C3E92">
        <w:t>J</w:t>
      </w:r>
      <w:r>
        <w:t>’</w:t>
      </w:r>
      <w:r w:rsidR="008C5C61" w:rsidRPr="004C3E92">
        <w:t>avoue</w:t>
      </w:r>
      <w:r>
        <w:t xml:space="preserve">, </w:t>
      </w:r>
      <w:r w:rsidR="008C5C61" w:rsidRPr="004C3E92">
        <w:t xml:space="preserve">répondit </w:t>
      </w:r>
      <w:proofErr w:type="spellStart"/>
      <w:r w:rsidR="008C5C61" w:rsidRPr="004C3E92">
        <w:t>Elinor</w:t>
      </w:r>
      <w:proofErr w:type="spellEnd"/>
      <w:r>
        <w:t xml:space="preserve">, </w:t>
      </w:r>
      <w:r w:rsidR="008C5C61" w:rsidRPr="004C3E92">
        <w:t>que toutes les circonstances</w:t>
      </w:r>
      <w:r>
        <w:t xml:space="preserve">, </w:t>
      </w:r>
      <w:r w:rsidR="008C5C61" w:rsidRPr="004C3E92">
        <w:t>sauf une</w:t>
      </w:r>
      <w:r>
        <w:t xml:space="preserve">, </w:t>
      </w:r>
      <w:r w:rsidR="008C5C61" w:rsidRPr="004C3E92">
        <w:t>sont en faveur des fiançailles</w:t>
      </w:r>
      <w:r>
        <w:t xml:space="preserve"> ; </w:t>
      </w:r>
      <w:r w:rsidR="008C5C61" w:rsidRPr="004C3E92">
        <w:t>mais celle-là</w:t>
      </w:r>
      <w:r>
        <w:t xml:space="preserve">, </w:t>
      </w:r>
      <w:r w:rsidR="008C5C61" w:rsidRPr="004C3E92">
        <w:t>c</w:t>
      </w:r>
      <w:r>
        <w:t>’</w:t>
      </w:r>
      <w:r w:rsidR="008C5C61" w:rsidRPr="004C3E92">
        <w:t>est le s</w:t>
      </w:r>
      <w:r w:rsidR="008C5C61" w:rsidRPr="004C3E92">
        <w:t>i</w:t>
      </w:r>
      <w:r w:rsidR="008C5C61" w:rsidRPr="004C3E92">
        <w:t>lence total de l</w:t>
      </w:r>
      <w:r>
        <w:t>’</w:t>
      </w:r>
      <w:r w:rsidR="008C5C61" w:rsidRPr="004C3E92">
        <w:t>un et de l</w:t>
      </w:r>
      <w:r>
        <w:t>’</w:t>
      </w:r>
      <w:r w:rsidR="008C5C61" w:rsidRPr="004C3E92">
        <w:t>autre à cet égard</w:t>
      </w:r>
      <w:r>
        <w:t xml:space="preserve">, </w:t>
      </w:r>
      <w:r w:rsidR="008C5C61" w:rsidRPr="004C3E92">
        <w:t>et</w:t>
      </w:r>
      <w:r>
        <w:t xml:space="preserve">, </w:t>
      </w:r>
      <w:r w:rsidR="008C5C61" w:rsidRPr="004C3E92">
        <w:t>quant à moi</w:t>
      </w:r>
      <w:r>
        <w:t xml:space="preserve">, </w:t>
      </w:r>
      <w:r w:rsidR="008C5C61" w:rsidRPr="004C3E92">
        <w:t>elle l</w:t>
      </w:r>
      <w:r>
        <w:t>’</w:t>
      </w:r>
      <w:r w:rsidR="008C5C61" w:rsidRPr="004C3E92">
        <w:t>emporte presque totalement sur toutes les autres</w:t>
      </w:r>
      <w:r>
        <w:t>.</w:t>
      </w:r>
    </w:p>
    <w:p w14:paraId="7993BE32" w14:textId="77777777" w:rsidR="004A4993" w:rsidRDefault="004A4993" w:rsidP="004A4993">
      <w:r>
        <w:t>— </w:t>
      </w:r>
      <w:r w:rsidR="008C5C61" w:rsidRPr="004C3E92">
        <w:t>Comme cela est étrange</w:t>
      </w:r>
      <w:r>
        <w:t xml:space="preserve"> ! </w:t>
      </w:r>
      <w:r w:rsidR="008C5C61" w:rsidRPr="004C3E92">
        <w:t>Il faut vraiment que tu aies mauvaise opinion de Willoughby</w:t>
      </w:r>
      <w:r>
        <w:t xml:space="preserve">, </w:t>
      </w:r>
      <w:r w:rsidR="008C5C61" w:rsidRPr="004C3E92">
        <w:t>si</w:t>
      </w:r>
      <w:r>
        <w:t xml:space="preserve">, </w:t>
      </w:r>
      <w:r w:rsidR="008C5C61" w:rsidRPr="004C3E92">
        <w:t>après tout ce qui s</w:t>
      </w:r>
      <w:r>
        <w:t>’</w:t>
      </w:r>
      <w:r w:rsidR="008C5C61" w:rsidRPr="004C3E92">
        <w:t>est passé ouvertement entre eux</w:t>
      </w:r>
      <w:r>
        <w:t xml:space="preserve">, </w:t>
      </w:r>
      <w:r w:rsidR="008C5C61" w:rsidRPr="004C3E92">
        <w:t>tu peux douter de la nature de leurs r</w:t>
      </w:r>
      <w:r w:rsidR="008C5C61" w:rsidRPr="004C3E92">
        <w:t>e</w:t>
      </w:r>
      <w:r w:rsidR="008C5C61" w:rsidRPr="004C3E92">
        <w:t>lations mutuelles</w:t>
      </w:r>
      <w:r>
        <w:t xml:space="preserve">. </w:t>
      </w:r>
      <w:r w:rsidR="008C5C61" w:rsidRPr="004C3E92">
        <w:t>A-t-il joué un rôle</w:t>
      </w:r>
      <w:r>
        <w:t xml:space="preserve">, </w:t>
      </w:r>
      <w:r w:rsidR="008C5C61" w:rsidRPr="004C3E92">
        <w:t>dans son attitude envers ta sœur</w:t>
      </w:r>
      <w:r>
        <w:t xml:space="preserve">, </w:t>
      </w:r>
      <w:r w:rsidR="008C5C61" w:rsidRPr="004C3E92">
        <w:t>durant tout ce temps</w:t>
      </w:r>
      <w:r>
        <w:t xml:space="preserve"> ? </w:t>
      </w:r>
      <w:r w:rsidR="008C5C61" w:rsidRPr="004C3E92">
        <w:t>Supposes-tu qu</w:t>
      </w:r>
      <w:r>
        <w:t>’</w:t>
      </w:r>
      <w:r w:rsidR="008C5C61" w:rsidRPr="004C3E92">
        <w:t>il soit réellement indifférent à son égard</w:t>
      </w:r>
      <w:r>
        <w:t> ?</w:t>
      </w:r>
    </w:p>
    <w:p w14:paraId="43A6FD01" w14:textId="77777777" w:rsidR="004A4993" w:rsidRDefault="004A4993" w:rsidP="004A4993">
      <w:r>
        <w:t>— </w:t>
      </w:r>
      <w:r w:rsidR="008C5C61" w:rsidRPr="004C3E92">
        <w:t>Non</w:t>
      </w:r>
      <w:r>
        <w:t xml:space="preserve">, </w:t>
      </w:r>
      <w:r w:rsidR="008C5C61" w:rsidRPr="004C3E92">
        <w:t>cela</w:t>
      </w:r>
      <w:r>
        <w:t xml:space="preserve">, </w:t>
      </w:r>
      <w:r w:rsidR="008C5C61" w:rsidRPr="004C3E92">
        <w:t>je ne puis le penser</w:t>
      </w:r>
      <w:r>
        <w:t xml:space="preserve">. </w:t>
      </w:r>
      <w:r w:rsidR="008C5C61" w:rsidRPr="004C3E92">
        <w:t>Il doit l</w:t>
      </w:r>
      <w:r>
        <w:t>’</w:t>
      </w:r>
      <w:r w:rsidR="008C5C61" w:rsidRPr="004C3E92">
        <w:t>aimer</w:t>
      </w:r>
      <w:r>
        <w:t xml:space="preserve">, </w:t>
      </w:r>
      <w:r w:rsidR="008C5C61" w:rsidRPr="004C3E92">
        <w:t>et il l</w:t>
      </w:r>
      <w:r>
        <w:t>’</w:t>
      </w:r>
      <w:r w:rsidR="008C5C61" w:rsidRPr="004C3E92">
        <w:t>aime effectivement</w:t>
      </w:r>
      <w:r>
        <w:t xml:space="preserve">, </w:t>
      </w:r>
      <w:r w:rsidR="008C5C61" w:rsidRPr="004C3E92">
        <w:t>j</w:t>
      </w:r>
      <w:r>
        <w:t>’</w:t>
      </w:r>
      <w:r w:rsidR="008C5C61" w:rsidRPr="004C3E92">
        <w:t>en suis sûre</w:t>
      </w:r>
      <w:r>
        <w:t>.</w:t>
      </w:r>
    </w:p>
    <w:p w14:paraId="04CD776C" w14:textId="77777777" w:rsidR="004A4993" w:rsidRDefault="004A4993" w:rsidP="004A4993">
      <w:r>
        <w:t>— </w:t>
      </w:r>
      <w:r w:rsidR="008C5C61" w:rsidRPr="004C3E92">
        <w:t>Mais d</w:t>
      </w:r>
      <w:r>
        <w:t>’</w:t>
      </w:r>
      <w:r w:rsidR="008C5C61" w:rsidRPr="004C3E92">
        <w:t>un genre de tendresse étrange</w:t>
      </w:r>
      <w:r>
        <w:t xml:space="preserve">, </w:t>
      </w:r>
      <w:r w:rsidR="008C5C61" w:rsidRPr="004C3E92">
        <w:t>s</w:t>
      </w:r>
      <w:r>
        <w:t>’</w:t>
      </w:r>
      <w:r w:rsidR="008C5C61" w:rsidRPr="004C3E92">
        <w:t>il est capable de la quitter avec tant d</w:t>
      </w:r>
      <w:r>
        <w:t>’</w:t>
      </w:r>
      <w:r w:rsidR="008C5C61" w:rsidRPr="004C3E92">
        <w:t>indifférence</w:t>
      </w:r>
      <w:r>
        <w:t xml:space="preserve">, </w:t>
      </w:r>
      <w:r w:rsidR="008C5C61" w:rsidRPr="004C3E92">
        <w:t>tant d</w:t>
      </w:r>
      <w:r>
        <w:t>’</w:t>
      </w:r>
      <w:r w:rsidR="008C5C61" w:rsidRPr="004C3E92">
        <w:t>insouciance envers l</w:t>
      </w:r>
      <w:r>
        <w:t>’</w:t>
      </w:r>
      <w:r w:rsidR="008C5C61" w:rsidRPr="004C3E92">
        <w:t>avenir</w:t>
      </w:r>
      <w:r>
        <w:t xml:space="preserve">, </w:t>
      </w:r>
      <w:r w:rsidR="008C5C61" w:rsidRPr="004C3E92">
        <w:t>que tu lui attribues</w:t>
      </w:r>
      <w:r>
        <w:t>.</w:t>
      </w:r>
    </w:p>
    <w:p w14:paraId="7E345737" w14:textId="77777777" w:rsidR="004A4993" w:rsidRDefault="004A4993" w:rsidP="004A4993">
      <w:r>
        <w:t>— </w:t>
      </w:r>
      <w:r w:rsidR="008C5C61" w:rsidRPr="004C3E92">
        <w:t>Il faut vous souvenir</w:t>
      </w:r>
      <w:r>
        <w:t xml:space="preserve">, </w:t>
      </w:r>
      <w:r w:rsidR="008C5C61" w:rsidRPr="004C3E92">
        <w:t>ma chère mère</w:t>
      </w:r>
      <w:r>
        <w:t xml:space="preserve">, </w:t>
      </w:r>
      <w:r w:rsidR="008C5C61" w:rsidRPr="004C3E92">
        <w:t>que je n</w:t>
      </w:r>
      <w:r>
        <w:t>’</w:t>
      </w:r>
      <w:r w:rsidR="008C5C61" w:rsidRPr="004C3E92">
        <w:t>ai jamais considéré cette affaire comme certaine</w:t>
      </w:r>
      <w:r>
        <w:t xml:space="preserve">. </w:t>
      </w:r>
      <w:r w:rsidR="008C5C61" w:rsidRPr="004C3E92">
        <w:t>J</w:t>
      </w:r>
      <w:r>
        <w:t>’</w:t>
      </w:r>
      <w:r w:rsidR="008C5C61" w:rsidRPr="004C3E92">
        <w:t>ai eu mes doutes</w:t>
      </w:r>
      <w:r>
        <w:t xml:space="preserve">, </w:t>
      </w:r>
      <w:r w:rsidR="008C5C61" w:rsidRPr="004C3E92">
        <w:t>je l</w:t>
      </w:r>
      <w:r>
        <w:t>’</w:t>
      </w:r>
      <w:r w:rsidR="008C5C61" w:rsidRPr="004C3E92">
        <w:t>avoue</w:t>
      </w:r>
      <w:r>
        <w:t xml:space="preserve"> ; </w:t>
      </w:r>
      <w:r w:rsidR="008C5C61" w:rsidRPr="004C3E92">
        <w:t>mais ils sont plus légers qu</w:t>
      </w:r>
      <w:r>
        <w:t>’</w:t>
      </w:r>
      <w:r w:rsidR="008C5C61" w:rsidRPr="004C3E92">
        <w:t>ils ne l</w:t>
      </w:r>
      <w:r>
        <w:t>’</w:t>
      </w:r>
      <w:r w:rsidR="008C5C61" w:rsidRPr="004C3E92">
        <w:t>ont été</w:t>
      </w:r>
      <w:r>
        <w:t xml:space="preserve">, </w:t>
      </w:r>
      <w:r w:rsidR="008C5C61" w:rsidRPr="004C3E92">
        <w:t>et il se peut qu</w:t>
      </w:r>
      <w:r>
        <w:t>’</w:t>
      </w:r>
      <w:r w:rsidR="008C5C61" w:rsidRPr="004C3E92">
        <w:t>ils s</w:t>
      </w:r>
      <w:r>
        <w:t>’</w:t>
      </w:r>
      <w:r w:rsidR="008C5C61" w:rsidRPr="004C3E92">
        <w:t>évanouissent bientôt totalement</w:t>
      </w:r>
      <w:r>
        <w:t xml:space="preserve">. </w:t>
      </w:r>
      <w:r w:rsidR="008C5C61" w:rsidRPr="004C3E92">
        <w:t>Si nous constatons qu</w:t>
      </w:r>
      <w:r>
        <w:t>’</w:t>
      </w:r>
      <w:r w:rsidR="008C5C61" w:rsidRPr="004C3E92">
        <w:t>ils s</w:t>
      </w:r>
      <w:r>
        <w:t>’</w:t>
      </w:r>
      <w:r w:rsidR="008C5C61" w:rsidRPr="004C3E92">
        <w:t>écrivent</w:t>
      </w:r>
      <w:r>
        <w:t xml:space="preserve">, </w:t>
      </w:r>
      <w:r w:rsidR="008C5C61" w:rsidRPr="004C3E92">
        <w:t>toutes mes craintes auront disparu</w:t>
      </w:r>
      <w:r>
        <w:t>.</w:t>
      </w:r>
    </w:p>
    <w:p w14:paraId="3D8C2F3C" w14:textId="77777777" w:rsidR="004A4993" w:rsidRDefault="004A4993" w:rsidP="004A4993">
      <w:r>
        <w:t>— </w:t>
      </w:r>
      <w:r w:rsidR="008C5C61" w:rsidRPr="004C3E92">
        <w:t>Belle concession</w:t>
      </w:r>
      <w:r>
        <w:t xml:space="preserve">, </w:t>
      </w:r>
      <w:r w:rsidR="008C5C61" w:rsidRPr="004C3E92">
        <w:t>en vérité</w:t>
      </w:r>
      <w:r>
        <w:t xml:space="preserve"> ! </w:t>
      </w:r>
      <w:r w:rsidR="008C5C61" w:rsidRPr="004C3E92">
        <w:t>Si tu les voyais devant l</w:t>
      </w:r>
      <w:r>
        <w:t>’</w:t>
      </w:r>
      <w:r w:rsidR="008C5C61" w:rsidRPr="004C3E92">
        <w:t>autel</w:t>
      </w:r>
      <w:r>
        <w:t xml:space="preserve">, </w:t>
      </w:r>
      <w:r w:rsidR="008C5C61" w:rsidRPr="004C3E92">
        <w:t>tu supposerais qu</w:t>
      </w:r>
      <w:r>
        <w:t>’</w:t>
      </w:r>
      <w:r w:rsidR="008C5C61" w:rsidRPr="004C3E92">
        <w:t>ils vont se marier</w:t>
      </w:r>
      <w:r>
        <w:t xml:space="preserve">. </w:t>
      </w:r>
      <w:r w:rsidR="008C5C61" w:rsidRPr="004C3E92">
        <w:t>Fille ingrate</w:t>
      </w:r>
      <w:r>
        <w:t xml:space="preserve"> ! </w:t>
      </w:r>
      <w:r w:rsidR="008C5C61" w:rsidRPr="004C3E92">
        <w:t>Mais moi</w:t>
      </w:r>
      <w:r>
        <w:t xml:space="preserve">, </w:t>
      </w:r>
      <w:r w:rsidR="008C5C61" w:rsidRPr="004C3E92">
        <w:t>je n</w:t>
      </w:r>
      <w:r>
        <w:t>’</w:t>
      </w:r>
      <w:r w:rsidR="008C5C61" w:rsidRPr="004C3E92">
        <w:t>ai pas besoin d</w:t>
      </w:r>
      <w:r>
        <w:t>’</w:t>
      </w:r>
      <w:r w:rsidR="008C5C61" w:rsidRPr="004C3E92">
        <w:t>une pareille preuve</w:t>
      </w:r>
      <w:r>
        <w:t xml:space="preserve">. </w:t>
      </w:r>
      <w:r w:rsidR="008C5C61" w:rsidRPr="004C3E92">
        <w:t>Il n</w:t>
      </w:r>
      <w:r>
        <w:t>’</w:t>
      </w:r>
      <w:r w:rsidR="008C5C61" w:rsidRPr="004C3E92">
        <w:t>y a jamais rien eu</w:t>
      </w:r>
      <w:r>
        <w:t xml:space="preserve">, </w:t>
      </w:r>
      <w:r w:rsidR="008C5C61" w:rsidRPr="004C3E92">
        <w:t>à mon avis</w:t>
      </w:r>
      <w:r>
        <w:t xml:space="preserve">, </w:t>
      </w:r>
      <w:r w:rsidR="008C5C61" w:rsidRPr="004C3E92">
        <w:t>qui justifie le doute</w:t>
      </w:r>
      <w:r>
        <w:t xml:space="preserve"> ; </w:t>
      </w:r>
      <w:r w:rsidR="008C5C61" w:rsidRPr="004C3E92">
        <w:t>il n</w:t>
      </w:r>
      <w:r>
        <w:t>’</w:t>
      </w:r>
      <w:r w:rsidR="008C5C61" w:rsidRPr="004C3E92">
        <w:t>y a pas eu de tentative de s</w:t>
      </w:r>
      <w:r w:rsidR="008C5C61" w:rsidRPr="004C3E92">
        <w:t>e</w:t>
      </w:r>
      <w:r w:rsidR="008C5C61" w:rsidRPr="004C3E92">
        <w:t>cret</w:t>
      </w:r>
      <w:r>
        <w:t xml:space="preserve"> ; </w:t>
      </w:r>
      <w:r w:rsidR="008C5C61" w:rsidRPr="004C3E92">
        <w:t>tout a été uniformément ouvert et sans réserve</w:t>
      </w:r>
      <w:r>
        <w:t xml:space="preserve">. </w:t>
      </w:r>
      <w:r w:rsidR="008C5C61" w:rsidRPr="004C3E92">
        <w:t>Tu ne peux douter des désirs de ta sœur</w:t>
      </w:r>
      <w:r>
        <w:t xml:space="preserve">. </w:t>
      </w:r>
      <w:r w:rsidR="008C5C61" w:rsidRPr="004C3E92">
        <w:t>Il faut donc que ce soit Wi</w:t>
      </w:r>
      <w:r w:rsidR="008C5C61" w:rsidRPr="004C3E92">
        <w:t>l</w:t>
      </w:r>
      <w:r w:rsidR="008C5C61" w:rsidRPr="004C3E92">
        <w:t>loughby que tu soupçonnes</w:t>
      </w:r>
      <w:r>
        <w:t xml:space="preserve">. </w:t>
      </w:r>
      <w:r w:rsidR="008C5C61" w:rsidRPr="004C3E92">
        <w:t>Mais pourquoi</w:t>
      </w:r>
      <w:r>
        <w:t xml:space="preserve"> ? </w:t>
      </w:r>
      <w:r w:rsidR="008C5C61" w:rsidRPr="004C3E92">
        <w:t>N</w:t>
      </w:r>
      <w:r>
        <w:t>’</w:t>
      </w:r>
      <w:r w:rsidR="008C5C61" w:rsidRPr="004C3E92">
        <w:t>est-il pas un homme d</w:t>
      </w:r>
      <w:r>
        <w:t>’</w:t>
      </w:r>
      <w:r w:rsidR="008C5C61" w:rsidRPr="004C3E92">
        <w:t>honneur et de sentiment</w:t>
      </w:r>
      <w:r>
        <w:t xml:space="preserve"> ? </w:t>
      </w:r>
      <w:r w:rsidR="008C5C61" w:rsidRPr="004C3E92">
        <w:t>Y a-t-il eu</w:t>
      </w:r>
      <w:r>
        <w:t xml:space="preserve">, </w:t>
      </w:r>
      <w:r w:rsidR="008C5C61" w:rsidRPr="004C3E92">
        <w:t>de sa part</w:t>
      </w:r>
      <w:r>
        <w:t xml:space="preserve">, </w:t>
      </w:r>
      <w:r w:rsidR="008C5C61" w:rsidRPr="004C3E92">
        <w:t>que</w:t>
      </w:r>
      <w:r w:rsidR="008C5C61" w:rsidRPr="004C3E92">
        <w:t>l</w:t>
      </w:r>
      <w:r w:rsidR="008C5C61" w:rsidRPr="004C3E92">
        <w:t>que inconséquence</w:t>
      </w:r>
      <w:r>
        <w:t xml:space="preserve">, </w:t>
      </w:r>
      <w:r w:rsidR="008C5C61" w:rsidRPr="004C3E92">
        <w:t>pour créer l</w:t>
      </w:r>
      <w:r>
        <w:t>’</w:t>
      </w:r>
      <w:r w:rsidR="008C5C61" w:rsidRPr="004C3E92">
        <w:t>effroi</w:t>
      </w:r>
      <w:r>
        <w:t xml:space="preserve"> ? </w:t>
      </w:r>
      <w:r w:rsidR="008C5C61" w:rsidRPr="004C3E92">
        <w:t>Se peut-il qu</w:t>
      </w:r>
      <w:r>
        <w:t>’</w:t>
      </w:r>
      <w:r w:rsidR="008C5C61" w:rsidRPr="004C3E92">
        <w:t>il soit fourbe</w:t>
      </w:r>
      <w:r>
        <w:t> ?</w:t>
      </w:r>
    </w:p>
    <w:p w14:paraId="12E1DF78" w14:textId="77777777" w:rsidR="004A4993" w:rsidRDefault="004A4993" w:rsidP="004A4993">
      <w:r>
        <w:lastRenderedPageBreak/>
        <w:t>— </w:t>
      </w:r>
      <w:r w:rsidR="008C5C61" w:rsidRPr="004C3E92">
        <w:t>J</w:t>
      </w:r>
      <w:r>
        <w:t>’</w:t>
      </w:r>
      <w:r w:rsidR="008C5C61" w:rsidRPr="004C3E92">
        <w:t>espère que non</w:t>
      </w:r>
      <w:r>
        <w:t xml:space="preserve">, </w:t>
      </w:r>
      <w:r w:rsidR="008C5C61" w:rsidRPr="004C3E92">
        <w:t>je crois que non</w:t>
      </w:r>
      <w:r>
        <w:t xml:space="preserve">, </w:t>
      </w:r>
      <w:r w:rsidR="008C5C61" w:rsidRPr="004C3E92">
        <w:t>s</w:t>
      </w:r>
      <w:r>
        <w:t>’</w:t>
      </w:r>
      <w:r w:rsidR="008C5C61" w:rsidRPr="004C3E92">
        <w:t xml:space="preserve">écria </w:t>
      </w:r>
      <w:proofErr w:type="spellStart"/>
      <w:r w:rsidR="008C5C61" w:rsidRPr="004C3E92">
        <w:t>Elinor</w:t>
      </w:r>
      <w:proofErr w:type="spellEnd"/>
      <w:r>
        <w:t xml:space="preserve">. </w:t>
      </w:r>
      <w:r w:rsidR="008C5C61" w:rsidRPr="004C3E92">
        <w:t>J</w:t>
      </w:r>
      <w:r>
        <w:t>’</w:t>
      </w:r>
      <w:r w:rsidR="008C5C61" w:rsidRPr="004C3E92">
        <w:t>aime Willoughby</w:t>
      </w:r>
      <w:r>
        <w:t xml:space="preserve">, </w:t>
      </w:r>
      <w:r w:rsidR="008C5C61" w:rsidRPr="004C3E92">
        <w:t>je l</w:t>
      </w:r>
      <w:r>
        <w:t>’</w:t>
      </w:r>
      <w:r w:rsidR="008C5C61" w:rsidRPr="004C3E92">
        <w:t>aime sincèrement</w:t>
      </w:r>
      <w:r>
        <w:t xml:space="preserve">, </w:t>
      </w:r>
      <w:r w:rsidR="008C5C61" w:rsidRPr="004C3E92">
        <w:t>et tout soupçon</w:t>
      </w:r>
      <w:r>
        <w:t xml:space="preserve">, </w:t>
      </w:r>
      <w:r w:rsidR="008C5C61" w:rsidRPr="004C3E92">
        <w:t>quant à sa droiture</w:t>
      </w:r>
      <w:r>
        <w:t xml:space="preserve">, </w:t>
      </w:r>
      <w:r w:rsidR="008C5C61" w:rsidRPr="004C3E92">
        <w:t>ne peut pas vous être plus douloureux qu</w:t>
      </w:r>
      <w:r>
        <w:t>’</w:t>
      </w:r>
      <w:r w:rsidR="008C5C61" w:rsidRPr="004C3E92">
        <w:t>à moi</w:t>
      </w:r>
      <w:r>
        <w:t xml:space="preserve">. </w:t>
      </w:r>
      <w:r w:rsidR="008C5C61" w:rsidRPr="004C3E92">
        <w:t>Ç</w:t>
      </w:r>
      <w:r>
        <w:t>’</w:t>
      </w:r>
      <w:r w:rsidR="008C5C61" w:rsidRPr="004C3E92">
        <w:t>a été involontaire</w:t>
      </w:r>
      <w:r>
        <w:t xml:space="preserve">, </w:t>
      </w:r>
      <w:r w:rsidR="008C5C61" w:rsidRPr="004C3E92">
        <w:t>et je ne veux pas l</w:t>
      </w:r>
      <w:r>
        <w:t>’</w:t>
      </w:r>
      <w:r w:rsidR="008C5C61" w:rsidRPr="004C3E92">
        <w:t>encourager</w:t>
      </w:r>
      <w:r>
        <w:t xml:space="preserve">. </w:t>
      </w:r>
      <w:r w:rsidR="008C5C61" w:rsidRPr="004C3E92">
        <w:t>J</w:t>
      </w:r>
      <w:r>
        <w:t>’</w:t>
      </w:r>
      <w:r w:rsidR="008C5C61" w:rsidRPr="004C3E92">
        <w:t>ai été surprise</w:t>
      </w:r>
      <w:r>
        <w:t xml:space="preserve">, </w:t>
      </w:r>
      <w:r w:rsidR="008C5C61" w:rsidRPr="004C3E92">
        <w:t>je l</w:t>
      </w:r>
      <w:r>
        <w:t>’</w:t>
      </w:r>
      <w:r w:rsidR="008C5C61" w:rsidRPr="004C3E92">
        <w:t>avoue</w:t>
      </w:r>
      <w:r>
        <w:t xml:space="preserve">, </w:t>
      </w:r>
      <w:r w:rsidR="008C5C61" w:rsidRPr="004C3E92">
        <w:t>par le changement dans ses façons</w:t>
      </w:r>
      <w:r>
        <w:t xml:space="preserve">, </w:t>
      </w:r>
      <w:r w:rsidR="008C5C61" w:rsidRPr="004C3E92">
        <w:t>ce matin</w:t>
      </w:r>
      <w:r>
        <w:t xml:space="preserve"> – </w:t>
      </w:r>
      <w:r w:rsidR="008C5C61" w:rsidRPr="004C3E92">
        <w:t>il n</w:t>
      </w:r>
      <w:r>
        <w:t>’</w:t>
      </w:r>
      <w:r w:rsidR="008C5C61" w:rsidRPr="004C3E92">
        <w:t>a pas parlé à son ordinaire</w:t>
      </w:r>
      <w:r>
        <w:t xml:space="preserve">, </w:t>
      </w:r>
      <w:r w:rsidR="008C5C61" w:rsidRPr="004C3E92">
        <w:t>et n</w:t>
      </w:r>
      <w:r>
        <w:t>’</w:t>
      </w:r>
      <w:r w:rsidR="008C5C61" w:rsidRPr="004C3E92">
        <w:t>a pas répondu avec cordialité à votre amabilité</w:t>
      </w:r>
      <w:r>
        <w:t xml:space="preserve">. </w:t>
      </w:r>
      <w:r w:rsidR="008C5C61" w:rsidRPr="004C3E92">
        <w:t>Mais tout cela peut s</w:t>
      </w:r>
      <w:r>
        <w:t>’</w:t>
      </w:r>
      <w:r w:rsidR="008C5C61" w:rsidRPr="004C3E92">
        <w:t>expliquer par un état de ses a</w:t>
      </w:r>
      <w:r w:rsidR="008C5C61" w:rsidRPr="004C3E92">
        <w:t>f</w:t>
      </w:r>
      <w:r w:rsidR="008C5C61" w:rsidRPr="004C3E92">
        <w:t>faires tel que vous l</w:t>
      </w:r>
      <w:r>
        <w:t>’</w:t>
      </w:r>
      <w:r w:rsidR="008C5C61" w:rsidRPr="004C3E92">
        <w:t>avez supposé</w:t>
      </w:r>
      <w:r>
        <w:t xml:space="preserve">. </w:t>
      </w:r>
      <w:r w:rsidR="008C5C61" w:rsidRPr="004C3E92">
        <w:t>Il venait de se séparer de ma sœur</w:t>
      </w:r>
      <w:r>
        <w:t xml:space="preserve">, </w:t>
      </w:r>
      <w:r w:rsidR="008C5C61" w:rsidRPr="004C3E92">
        <w:t>il l</w:t>
      </w:r>
      <w:r>
        <w:t>’</w:t>
      </w:r>
      <w:r w:rsidR="008C5C61" w:rsidRPr="004C3E92">
        <w:t>avait vue partir dans la plus grande détresse</w:t>
      </w:r>
      <w:r>
        <w:t xml:space="preserve"> ; </w:t>
      </w:r>
      <w:r w:rsidR="008C5C61" w:rsidRPr="004C3E92">
        <w:t>et s</w:t>
      </w:r>
      <w:r>
        <w:t>’</w:t>
      </w:r>
      <w:r w:rsidR="008C5C61" w:rsidRPr="004C3E92">
        <w:t>il s</w:t>
      </w:r>
      <w:r>
        <w:t>’</w:t>
      </w:r>
      <w:r w:rsidR="008C5C61" w:rsidRPr="004C3E92">
        <w:t>est senti obligé</w:t>
      </w:r>
      <w:r>
        <w:t xml:space="preserve">, </w:t>
      </w:r>
      <w:r w:rsidR="008C5C61" w:rsidRPr="004C3E92">
        <w:t>de crainte d</w:t>
      </w:r>
      <w:r>
        <w:t>’</w:t>
      </w:r>
      <w:r w:rsidR="008C5C61" w:rsidRPr="004C3E92">
        <w:t>offenser Mrs</w:t>
      </w:r>
      <w:r>
        <w:t xml:space="preserve">. </w:t>
      </w:r>
      <w:r w:rsidR="008C5C61" w:rsidRPr="004C3E92">
        <w:t>Smith</w:t>
      </w:r>
      <w:r>
        <w:t xml:space="preserve">, </w:t>
      </w:r>
      <w:r w:rsidR="008C5C61" w:rsidRPr="004C3E92">
        <w:t>de résister à la tentation de revenir ici bientôt</w:t>
      </w:r>
      <w:r>
        <w:t xml:space="preserve">, </w:t>
      </w:r>
      <w:r w:rsidR="008C5C61" w:rsidRPr="004C3E92">
        <w:t>tout en se rendant compte qu</w:t>
      </w:r>
      <w:r>
        <w:t>’</w:t>
      </w:r>
      <w:r w:rsidR="008C5C61" w:rsidRPr="004C3E92">
        <w:t>en refusant votre invitation</w:t>
      </w:r>
      <w:r>
        <w:t xml:space="preserve">, </w:t>
      </w:r>
      <w:r w:rsidR="008C5C61" w:rsidRPr="004C3E92">
        <w:t>en disant qu</w:t>
      </w:r>
      <w:r>
        <w:t>’</w:t>
      </w:r>
      <w:r w:rsidR="008C5C61" w:rsidRPr="004C3E92">
        <w:t>il s</w:t>
      </w:r>
      <w:r>
        <w:t>’</w:t>
      </w:r>
      <w:r w:rsidR="008C5C61" w:rsidRPr="004C3E92">
        <w:t>en allait pour quelque temps</w:t>
      </w:r>
      <w:r>
        <w:t xml:space="preserve">, </w:t>
      </w:r>
      <w:r w:rsidR="008C5C61" w:rsidRPr="004C3E92">
        <w:t>il aurait l</w:t>
      </w:r>
      <w:r>
        <w:t>’</w:t>
      </w:r>
      <w:r w:rsidR="008C5C61" w:rsidRPr="004C3E92">
        <w:t>air</w:t>
      </w:r>
      <w:r>
        <w:t xml:space="preserve">, </w:t>
      </w:r>
      <w:r w:rsidR="008C5C61" w:rsidRPr="004C3E92">
        <w:t>à l</w:t>
      </w:r>
      <w:r>
        <w:t>’</w:t>
      </w:r>
      <w:r w:rsidR="008C5C61" w:rsidRPr="004C3E92">
        <w:t>égard de notre famille</w:t>
      </w:r>
      <w:r>
        <w:t xml:space="preserve">, </w:t>
      </w:r>
      <w:r w:rsidR="008C5C61" w:rsidRPr="004C3E92">
        <w:t>de se conduire de façon peu généreuse et donnant prise au soupçon</w:t>
      </w:r>
      <w:r>
        <w:t xml:space="preserve">, </w:t>
      </w:r>
      <w:r w:rsidR="008C5C61" w:rsidRPr="004C3E92">
        <w:t>il pouvait à bon droit se trouver embarrassé et troublé</w:t>
      </w:r>
      <w:r>
        <w:t xml:space="preserve">. </w:t>
      </w:r>
      <w:r w:rsidR="008C5C61" w:rsidRPr="004C3E92">
        <w:t>Dans un cas pareil</w:t>
      </w:r>
      <w:r>
        <w:t xml:space="preserve">, </w:t>
      </w:r>
      <w:r w:rsidR="008C5C61" w:rsidRPr="004C3E92">
        <w:t>il me semble qu</w:t>
      </w:r>
      <w:r>
        <w:t>’</w:t>
      </w:r>
      <w:r w:rsidR="008C5C61" w:rsidRPr="004C3E92">
        <w:t>un aveu simple et ouvert de ses diff</w:t>
      </w:r>
      <w:r w:rsidR="008C5C61" w:rsidRPr="004C3E92">
        <w:t>i</w:t>
      </w:r>
      <w:r w:rsidR="008C5C61" w:rsidRPr="004C3E92">
        <w:t>cultés aurait été plus à son honneur en même temps que plus conforme à son caractère général</w:t>
      </w:r>
      <w:r>
        <w:t xml:space="preserve"> ; </w:t>
      </w:r>
      <w:r w:rsidR="008C5C61" w:rsidRPr="004C3E92">
        <w:t>mais je ne veux soulever d</w:t>
      </w:r>
      <w:r>
        <w:t>’</w:t>
      </w:r>
      <w:r w:rsidR="008C5C61" w:rsidRPr="004C3E92">
        <w:t>objections à l</w:t>
      </w:r>
      <w:r>
        <w:t>’</w:t>
      </w:r>
      <w:r w:rsidR="008C5C61" w:rsidRPr="004C3E92">
        <w:t>encontre de la conduite de personne</w:t>
      </w:r>
      <w:r>
        <w:t xml:space="preserve">, </w:t>
      </w:r>
      <w:r w:rsidR="008C5C61" w:rsidRPr="004C3E92">
        <w:t>sur un fondement aussi peu généreux qu</w:t>
      </w:r>
      <w:r>
        <w:t>’</w:t>
      </w:r>
      <w:r w:rsidR="008C5C61" w:rsidRPr="004C3E92">
        <w:t>une différence de jugement par rapport à moi-même</w:t>
      </w:r>
      <w:r>
        <w:t xml:space="preserve">, </w:t>
      </w:r>
      <w:r w:rsidR="008C5C61" w:rsidRPr="004C3E92">
        <w:t>ou qu</w:t>
      </w:r>
      <w:r>
        <w:t>’</w:t>
      </w:r>
      <w:r w:rsidR="008C5C61" w:rsidRPr="004C3E92">
        <w:t>un écart par rapport à ce que je puis considérer comme juste et conséquent</w:t>
      </w:r>
      <w:r>
        <w:t>.</w:t>
      </w:r>
    </w:p>
    <w:p w14:paraId="780D9B03" w14:textId="77777777" w:rsidR="004A4993" w:rsidRDefault="004A4993" w:rsidP="004A4993">
      <w:r>
        <w:t>— </w:t>
      </w:r>
      <w:r w:rsidR="008C5C61" w:rsidRPr="004C3E92">
        <w:t>Tu parles fort bien</w:t>
      </w:r>
      <w:r>
        <w:t xml:space="preserve">. </w:t>
      </w:r>
      <w:r w:rsidR="008C5C61" w:rsidRPr="004C3E92">
        <w:t>Willoughby ne mérite certainement pas d</w:t>
      </w:r>
      <w:r>
        <w:t>’</w:t>
      </w:r>
      <w:r w:rsidR="008C5C61" w:rsidRPr="004C3E92">
        <w:t>être soupçonné</w:t>
      </w:r>
      <w:r>
        <w:t xml:space="preserve">. </w:t>
      </w:r>
      <w:r w:rsidR="008C5C61" w:rsidRPr="004C3E92">
        <w:t>Bien que nous ne le connaissions pas d</w:t>
      </w:r>
      <w:r w:rsidR="008C5C61" w:rsidRPr="004C3E92">
        <w:t>e</w:t>
      </w:r>
      <w:r w:rsidR="008C5C61" w:rsidRPr="004C3E92">
        <w:t>puis longtemps</w:t>
      </w:r>
      <w:r>
        <w:t xml:space="preserve">, </w:t>
      </w:r>
      <w:r w:rsidR="008C5C61" w:rsidRPr="004C3E92">
        <w:t>il n</w:t>
      </w:r>
      <w:r>
        <w:t>’</w:t>
      </w:r>
      <w:r w:rsidR="008C5C61" w:rsidRPr="004C3E92">
        <w:t>est pas un étranger dans cette région</w:t>
      </w:r>
      <w:r>
        <w:t xml:space="preserve"> ; </w:t>
      </w:r>
      <w:r w:rsidR="008C5C61" w:rsidRPr="004C3E92">
        <w:t>et qui donc a jamais dit du mal de lui</w:t>
      </w:r>
      <w:r>
        <w:t xml:space="preserve"> ? </w:t>
      </w:r>
      <w:r w:rsidR="008C5C61" w:rsidRPr="004C3E92">
        <w:t>S</w:t>
      </w:r>
      <w:r>
        <w:t>’</w:t>
      </w:r>
      <w:r w:rsidR="008C5C61" w:rsidRPr="004C3E92">
        <w:t>il avait été en situation d</w:t>
      </w:r>
      <w:r>
        <w:t>’</w:t>
      </w:r>
      <w:r w:rsidR="008C5C61" w:rsidRPr="004C3E92">
        <w:t>agir de son propre chef et de se marier immédiatement</w:t>
      </w:r>
      <w:r>
        <w:t xml:space="preserve">, </w:t>
      </w:r>
      <w:r w:rsidR="008C5C61" w:rsidRPr="004C3E92">
        <w:t>il a</w:t>
      </w:r>
      <w:r w:rsidR="008C5C61" w:rsidRPr="004C3E92">
        <w:t>u</w:t>
      </w:r>
      <w:r w:rsidR="008C5C61" w:rsidRPr="004C3E92">
        <w:t>rait pu être curieux qu</w:t>
      </w:r>
      <w:r>
        <w:t>’</w:t>
      </w:r>
      <w:r w:rsidR="008C5C61" w:rsidRPr="004C3E92">
        <w:t>il nous quittât sans tout m</w:t>
      </w:r>
      <w:r>
        <w:t>’</w:t>
      </w:r>
      <w:r w:rsidR="008C5C61" w:rsidRPr="004C3E92">
        <w:t>avouer imm</w:t>
      </w:r>
      <w:r w:rsidR="008C5C61" w:rsidRPr="004C3E92">
        <w:t>é</w:t>
      </w:r>
      <w:r w:rsidR="008C5C61" w:rsidRPr="004C3E92">
        <w:t>diatement</w:t>
      </w:r>
      <w:r>
        <w:t xml:space="preserve">. </w:t>
      </w:r>
      <w:r w:rsidR="008C5C61" w:rsidRPr="004C3E92">
        <w:t>Mais il n</w:t>
      </w:r>
      <w:r>
        <w:t>’</w:t>
      </w:r>
      <w:r w:rsidR="008C5C61" w:rsidRPr="004C3E92">
        <w:t>en est pas ainsi</w:t>
      </w:r>
      <w:r>
        <w:t xml:space="preserve">. </w:t>
      </w:r>
      <w:r w:rsidR="008C5C61" w:rsidRPr="004C3E92">
        <w:t>Ce sont des fiançailles qui</w:t>
      </w:r>
      <w:r>
        <w:t xml:space="preserve">, </w:t>
      </w:r>
      <w:r w:rsidR="008C5C61" w:rsidRPr="004C3E92">
        <w:t>par certains côtés</w:t>
      </w:r>
      <w:r>
        <w:t xml:space="preserve">, </w:t>
      </w:r>
      <w:r w:rsidR="008C5C61" w:rsidRPr="004C3E92">
        <w:t>ne débutent pas très heureusement</w:t>
      </w:r>
      <w:r>
        <w:t xml:space="preserve">, </w:t>
      </w:r>
      <w:r w:rsidR="008C5C61" w:rsidRPr="004C3E92">
        <w:t>car leur mariage doit nécessairement être reporté à un avenir fort ince</w:t>
      </w:r>
      <w:r w:rsidR="008C5C61" w:rsidRPr="004C3E92">
        <w:t>r</w:t>
      </w:r>
      <w:r w:rsidR="008C5C61" w:rsidRPr="004C3E92">
        <w:t>tain</w:t>
      </w:r>
      <w:r>
        <w:t xml:space="preserve"> ; </w:t>
      </w:r>
      <w:r w:rsidR="008C5C61" w:rsidRPr="004C3E92">
        <w:t xml:space="preserve">et il se peut même que le </w:t>
      </w:r>
      <w:r w:rsidR="008C5C61" w:rsidRPr="004C3E92">
        <w:lastRenderedPageBreak/>
        <w:t>secret</w:t>
      </w:r>
      <w:r>
        <w:t xml:space="preserve">, </w:t>
      </w:r>
      <w:r w:rsidR="008C5C61" w:rsidRPr="004C3E92">
        <w:t>pour autant qu</w:t>
      </w:r>
      <w:r>
        <w:t>’</w:t>
      </w:r>
      <w:r w:rsidR="008C5C61" w:rsidRPr="004C3E92">
        <w:t>il puisse être observé</w:t>
      </w:r>
      <w:r>
        <w:t xml:space="preserve">, </w:t>
      </w:r>
      <w:r w:rsidR="008C5C61" w:rsidRPr="004C3E92">
        <w:t>soit maintenant très recommandable</w:t>
      </w:r>
      <w:r>
        <w:t>.</w:t>
      </w:r>
    </w:p>
    <w:p w14:paraId="5F02A1D2" w14:textId="77777777" w:rsidR="004A4993" w:rsidRDefault="008C5C61" w:rsidP="004A4993">
      <w:r w:rsidRPr="004C3E92">
        <w:t>Elles furent interrompues par l</w:t>
      </w:r>
      <w:r w:rsidR="004A4993">
        <w:t>’</w:t>
      </w:r>
      <w:r w:rsidRPr="004C3E92">
        <w:t>entrée de Margaret</w:t>
      </w:r>
      <w:r w:rsidR="004A4993">
        <w:t xml:space="preserve"> : </w:t>
      </w:r>
      <w:r w:rsidRPr="004C3E92">
        <w:t xml:space="preserve">et </w:t>
      </w:r>
      <w:proofErr w:type="spellStart"/>
      <w:r w:rsidRPr="004C3E92">
        <w:t>El</w:t>
      </w:r>
      <w:r w:rsidRPr="004C3E92">
        <w:t>i</w:t>
      </w:r>
      <w:r w:rsidRPr="004C3E92">
        <w:t>nor</w:t>
      </w:r>
      <w:proofErr w:type="spellEnd"/>
      <w:r w:rsidRPr="004C3E92">
        <w:t xml:space="preserve"> eut alors le loisir de réfléchir aux remontrances courtoises de sa mère</w:t>
      </w:r>
      <w:r w:rsidR="004A4993">
        <w:t xml:space="preserve">, </w:t>
      </w:r>
      <w:r w:rsidRPr="004C3E92">
        <w:t>de reconnaître la probabilité de beaucoup d</w:t>
      </w:r>
      <w:r w:rsidR="004A4993">
        <w:t>’</w:t>
      </w:r>
      <w:r w:rsidRPr="004C3E92">
        <w:t>entre e</w:t>
      </w:r>
      <w:r w:rsidRPr="004C3E92">
        <w:t>l</w:t>
      </w:r>
      <w:r w:rsidRPr="004C3E92">
        <w:t>les</w:t>
      </w:r>
      <w:r w:rsidR="004A4993">
        <w:t xml:space="preserve">, </w:t>
      </w:r>
      <w:r w:rsidRPr="004C3E92">
        <w:t>et d</w:t>
      </w:r>
      <w:r w:rsidR="004A4993">
        <w:t>’</w:t>
      </w:r>
      <w:r w:rsidRPr="004C3E92">
        <w:t>espérer que toutes fussent justes</w:t>
      </w:r>
      <w:r w:rsidR="004A4993">
        <w:t>.</w:t>
      </w:r>
    </w:p>
    <w:p w14:paraId="3BD6E206" w14:textId="77777777" w:rsidR="004A4993" w:rsidRDefault="008C5C61" w:rsidP="004A4993">
      <w:r w:rsidRPr="004C3E92">
        <w:t>Elles restèrent sans nouvelles de Marianne jusqu</w:t>
      </w:r>
      <w:r w:rsidR="004A4993">
        <w:t>’</w:t>
      </w:r>
      <w:r w:rsidRPr="004C3E92">
        <w:t>à l</w:t>
      </w:r>
      <w:r w:rsidR="004A4993">
        <w:t>’</w:t>
      </w:r>
      <w:r w:rsidRPr="004C3E92">
        <w:t>heure du dîner</w:t>
      </w:r>
      <w:r w:rsidR="004A4993">
        <w:t xml:space="preserve">, </w:t>
      </w:r>
      <w:r w:rsidRPr="004C3E92">
        <w:t>alors qu</w:t>
      </w:r>
      <w:r w:rsidR="004A4993">
        <w:t>’</w:t>
      </w:r>
      <w:r w:rsidRPr="004C3E92">
        <w:t>elle entra dans la salle et prit place à table sans dire un mot</w:t>
      </w:r>
      <w:r w:rsidR="004A4993">
        <w:t xml:space="preserve">. </w:t>
      </w:r>
      <w:r w:rsidRPr="004C3E92">
        <w:t>Elle avait les yeux rougis et gonflés</w:t>
      </w:r>
      <w:r w:rsidR="004A4993">
        <w:t xml:space="preserve"> ; </w:t>
      </w:r>
      <w:r w:rsidRPr="004C3E92">
        <w:t>et il se</w:t>
      </w:r>
      <w:r w:rsidRPr="004C3E92">
        <w:t>m</w:t>
      </w:r>
      <w:r w:rsidRPr="004C3E92">
        <w:t>blait que</w:t>
      </w:r>
      <w:r w:rsidR="004A4993">
        <w:t xml:space="preserve">, </w:t>
      </w:r>
      <w:r w:rsidRPr="004C3E92">
        <w:t>même alors</w:t>
      </w:r>
      <w:r w:rsidR="004A4993">
        <w:t xml:space="preserve">, </w:t>
      </w:r>
      <w:r w:rsidRPr="004C3E92">
        <w:t>ses larmes ne fussent retenues qu</w:t>
      </w:r>
      <w:r w:rsidR="004A4993">
        <w:t>’</w:t>
      </w:r>
      <w:r w:rsidRPr="004C3E92">
        <w:t>avec difficulté</w:t>
      </w:r>
      <w:r w:rsidR="004A4993">
        <w:t xml:space="preserve">. </w:t>
      </w:r>
      <w:r w:rsidRPr="004C3E92">
        <w:t>Elle évita leurs regards à toutes</w:t>
      </w:r>
      <w:r w:rsidR="004A4993">
        <w:t xml:space="preserve">, </w:t>
      </w:r>
      <w:r w:rsidRPr="004C3E92">
        <w:t>fut incapable de manger comme de parler</w:t>
      </w:r>
      <w:r w:rsidR="004A4993">
        <w:t xml:space="preserve">, </w:t>
      </w:r>
      <w:r w:rsidRPr="004C3E92">
        <w:t>et au bout de quelque temps</w:t>
      </w:r>
      <w:r w:rsidR="004A4993">
        <w:t xml:space="preserve">, </w:t>
      </w:r>
      <w:r w:rsidRPr="004C3E92">
        <w:t>sa mère lui ayant silencieusement pressé la main avec une compassion pleine de tendresse</w:t>
      </w:r>
      <w:r w:rsidR="004A4993">
        <w:t xml:space="preserve">, </w:t>
      </w:r>
      <w:r w:rsidRPr="004C3E92">
        <w:t>le peu de courage qui lui restait s</w:t>
      </w:r>
      <w:r w:rsidR="004A4993">
        <w:t>’</w:t>
      </w:r>
      <w:r w:rsidRPr="004C3E92">
        <w:t>effondra complètement</w:t>
      </w:r>
      <w:r w:rsidR="004A4993">
        <w:t xml:space="preserve"> – </w:t>
      </w:r>
      <w:r w:rsidRPr="004C3E92">
        <w:t>elle fondit en larmes et sortit de la pièce</w:t>
      </w:r>
      <w:r w:rsidR="004A4993">
        <w:t>.</w:t>
      </w:r>
    </w:p>
    <w:p w14:paraId="39A7A8C6" w14:textId="77777777" w:rsidR="004A4993" w:rsidRDefault="008C5C61" w:rsidP="004A4993">
      <w:r w:rsidRPr="004C3E92">
        <w:t>Cet abattement violent se prolongea durant toute la soirée</w:t>
      </w:r>
      <w:r w:rsidR="004A4993">
        <w:t xml:space="preserve">. </w:t>
      </w:r>
      <w:r w:rsidRPr="004C3E92">
        <w:t>Elle était sans pouvoir de se dominer</w:t>
      </w:r>
      <w:r w:rsidR="004A4993">
        <w:t xml:space="preserve">, </w:t>
      </w:r>
      <w:r w:rsidRPr="004C3E92">
        <w:t>parce qu</w:t>
      </w:r>
      <w:r w:rsidR="004A4993">
        <w:t>’</w:t>
      </w:r>
      <w:r w:rsidRPr="004C3E92">
        <w:t>elle n</w:t>
      </w:r>
      <w:r w:rsidR="004A4993">
        <w:t>’</w:t>
      </w:r>
      <w:r w:rsidRPr="004C3E92">
        <w:t>en avait pas le désir</w:t>
      </w:r>
      <w:r w:rsidR="004A4993">
        <w:t xml:space="preserve">. </w:t>
      </w:r>
      <w:r w:rsidRPr="004C3E92">
        <w:t>La moindre allusion à tout ce qui touchait à Wi</w:t>
      </w:r>
      <w:r w:rsidRPr="004C3E92">
        <w:t>l</w:t>
      </w:r>
      <w:r w:rsidRPr="004C3E92">
        <w:t>loughby l</w:t>
      </w:r>
      <w:r w:rsidR="004A4993">
        <w:t>’</w:t>
      </w:r>
      <w:r w:rsidRPr="004C3E92">
        <w:t>accablait à l</w:t>
      </w:r>
      <w:r w:rsidR="004A4993">
        <w:t>’</w:t>
      </w:r>
      <w:r w:rsidRPr="004C3E92">
        <w:t>instant</w:t>
      </w:r>
      <w:r w:rsidR="004A4993">
        <w:t xml:space="preserve"> ; </w:t>
      </w:r>
      <w:r w:rsidRPr="004C3E92">
        <w:t>et bien que les siens apportassent toute leur attention inquiète à la réconforter</w:t>
      </w:r>
      <w:r w:rsidR="004A4993">
        <w:t xml:space="preserve">, </w:t>
      </w:r>
      <w:r w:rsidRPr="004C3E92">
        <w:t>il leur fut imposs</w:t>
      </w:r>
      <w:r w:rsidRPr="004C3E92">
        <w:t>i</w:t>
      </w:r>
      <w:r w:rsidRPr="004C3E92">
        <w:t>ble</w:t>
      </w:r>
      <w:r w:rsidR="004A4993">
        <w:t xml:space="preserve">, </w:t>
      </w:r>
      <w:r w:rsidRPr="004C3E92">
        <w:t>si tant est qu</w:t>
      </w:r>
      <w:r w:rsidR="004A4993">
        <w:t>’</w:t>
      </w:r>
      <w:r w:rsidRPr="004C3E92">
        <w:t>elles parlassent</w:t>
      </w:r>
      <w:r w:rsidR="004A4993">
        <w:t xml:space="preserve">, </w:t>
      </w:r>
      <w:r w:rsidRPr="004C3E92">
        <w:t>d</w:t>
      </w:r>
      <w:r w:rsidR="004A4993">
        <w:t>’</w:t>
      </w:r>
      <w:r w:rsidRPr="004C3E92">
        <w:t>éviter chacun des sujets que les sentiments de Marianne rattachaient à lui</w:t>
      </w:r>
      <w:r w:rsidR="004A4993">
        <w:t>.</w:t>
      </w:r>
    </w:p>
    <w:p w14:paraId="2F55578A" w14:textId="3DA9E449" w:rsidR="008C5C61" w:rsidRPr="004C3E92" w:rsidRDefault="008C5C61" w:rsidP="004A4993">
      <w:pPr>
        <w:pStyle w:val="Titre1"/>
      </w:pPr>
      <w:bookmarkStart w:id="15" w:name="_Toc196409800"/>
      <w:r w:rsidRPr="004C3E92">
        <w:lastRenderedPageBreak/>
        <w:t>CHAPITRE XVI</w:t>
      </w:r>
      <w:bookmarkEnd w:id="15"/>
      <w:r w:rsidRPr="004C3E92">
        <w:br/>
      </w:r>
    </w:p>
    <w:p w14:paraId="153686CF" w14:textId="77777777" w:rsidR="004A4993" w:rsidRDefault="008C5C61" w:rsidP="004A4993">
      <w:r w:rsidRPr="004C3E92">
        <w:t>Marianne se serait crue bien inexcusable si elle avait pu dormir tant soit peu au cours de la première nuit qui suivit sa séparation d</w:t>
      </w:r>
      <w:r w:rsidR="004A4993">
        <w:t>’</w:t>
      </w:r>
      <w:r w:rsidRPr="004C3E92">
        <w:t>avec Willoughby</w:t>
      </w:r>
      <w:r w:rsidR="004A4993">
        <w:t xml:space="preserve">. </w:t>
      </w:r>
      <w:r w:rsidRPr="004C3E92">
        <w:t>Elle aurait eu honte de regarder les siens en face le lendemain matin</w:t>
      </w:r>
      <w:r w:rsidR="004A4993">
        <w:t xml:space="preserve">, </w:t>
      </w:r>
      <w:r w:rsidRPr="004C3E92">
        <w:t>si elle ne s</w:t>
      </w:r>
      <w:r w:rsidR="004A4993">
        <w:t>’</w:t>
      </w:r>
      <w:r w:rsidRPr="004C3E92">
        <w:t>était levée de son lit avec un plus grand besoin de repos que lorsqu</w:t>
      </w:r>
      <w:r w:rsidR="004A4993">
        <w:t>’</w:t>
      </w:r>
      <w:r w:rsidRPr="004C3E92">
        <w:t>elle s</w:t>
      </w:r>
      <w:r w:rsidR="004A4993">
        <w:t>’</w:t>
      </w:r>
      <w:r w:rsidRPr="004C3E92">
        <w:t>y était étendue</w:t>
      </w:r>
      <w:r w:rsidR="004A4993">
        <w:t xml:space="preserve">. </w:t>
      </w:r>
      <w:r w:rsidRPr="004C3E92">
        <w:t>Mais les sentiments qui faisaient d</w:t>
      </w:r>
      <w:r w:rsidR="004A4993">
        <w:t>’</w:t>
      </w:r>
      <w:r w:rsidRPr="004C3E92">
        <w:t>un tel calme une honte ne la laissaient en nul danger de l</w:t>
      </w:r>
      <w:r w:rsidR="004A4993">
        <w:t>’</w:t>
      </w:r>
      <w:r w:rsidRPr="004C3E92">
        <w:t>encourir</w:t>
      </w:r>
      <w:r w:rsidR="004A4993">
        <w:t xml:space="preserve">. </w:t>
      </w:r>
      <w:r w:rsidRPr="004C3E92">
        <w:t>Elle ne put fermer l</w:t>
      </w:r>
      <w:r w:rsidR="004A4993">
        <w:t>’</w:t>
      </w:r>
      <w:r w:rsidRPr="004C3E92">
        <w:t>œil</w:t>
      </w:r>
      <w:r w:rsidR="004A4993">
        <w:t xml:space="preserve">, </w:t>
      </w:r>
      <w:r w:rsidRPr="004C3E92">
        <w:t>de toute la nuit</w:t>
      </w:r>
      <w:r w:rsidR="004A4993">
        <w:t xml:space="preserve">, </w:t>
      </w:r>
      <w:r w:rsidRPr="004C3E92">
        <w:t>et elle en passa la plus grande partie à pleurer</w:t>
      </w:r>
      <w:r w:rsidR="004A4993">
        <w:t xml:space="preserve">. </w:t>
      </w:r>
      <w:r w:rsidRPr="004C3E92">
        <w:t>Elle se leva avec la migraine</w:t>
      </w:r>
      <w:r w:rsidR="004A4993">
        <w:t xml:space="preserve">, </w:t>
      </w:r>
      <w:r w:rsidRPr="004C3E92">
        <w:t>fut incapable de parler</w:t>
      </w:r>
      <w:r w:rsidR="004A4993">
        <w:t xml:space="preserve">, </w:t>
      </w:r>
      <w:r w:rsidRPr="004C3E92">
        <w:t>et refusa de prendre aucune nourriture</w:t>
      </w:r>
      <w:r w:rsidR="004A4993">
        <w:t xml:space="preserve"> – </w:t>
      </w:r>
      <w:r w:rsidRPr="004C3E92">
        <w:t>elle occasionna à tout instant de la peine à sa mère et à ses sœurs</w:t>
      </w:r>
      <w:r w:rsidR="004A4993">
        <w:t xml:space="preserve">, </w:t>
      </w:r>
      <w:r w:rsidRPr="004C3E92">
        <w:t>et interdit toute tentative de consolation de la part de l</w:t>
      </w:r>
      <w:r w:rsidR="004A4993">
        <w:t>’</w:t>
      </w:r>
      <w:r w:rsidRPr="004C3E92">
        <w:t>une ou des autres</w:t>
      </w:r>
      <w:r w:rsidR="004A4993">
        <w:t xml:space="preserve">. </w:t>
      </w:r>
      <w:r w:rsidRPr="004C3E92">
        <w:t>Sa sensibilité était certes manifeste</w:t>
      </w:r>
      <w:r w:rsidR="004A4993">
        <w:t> !</w:t>
      </w:r>
    </w:p>
    <w:p w14:paraId="5A5DA949" w14:textId="77777777" w:rsidR="004A4993" w:rsidRDefault="008C5C61" w:rsidP="004A4993">
      <w:r w:rsidRPr="004C3E92">
        <w:t>Le déjeuner terminé</w:t>
      </w:r>
      <w:r w:rsidR="004A4993">
        <w:t xml:space="preserve">, </w:t>
      </w:r>
      <w:r w:rsidRPr="004C3E92">
        <w:t>elle sortit toute seule</w:t>
      </w:r>
      <w:r w:rsidR="004A4993">
        <w:t xml:space="preserve">, </w:t>
      </w:r>
      <w:r w:rsidRPr="004C3E92">
        <w:t>et erra par le village d</w:t>
      </w:r>
      <w:r w:rsidR="004A4993">
        <w:t>’</w:t>
      </w:r>
      <w:proofErr w:type="spellStart"/>
      <w:r w:rsidRPr="004C3E92">
        <w:t>Allenham</w:t>
      </w:r>
      <w:proofErr w:type="spellEnd"/>
      <w:r w:rsidR="004A4993">
        <w:t xml:space="preserve">, </w:t>
      </w:r>
      <w:r w:rsidRPr="004C3E92">
        <w:t>s</w:t>
      </w:r>
      <w:r w:rsidR="004A4993">
        <w:t>’</w:t>
      </w:r>
      <w:r w:rsidRPr="004C3E92">
        <w:t>abandonnant au souvenir des joies pa</w:t>
      </w:r>
      <w:r w:rsidRPr="004C3E92">
        <w:t>s</w:t>
      </w:r>
      <w:r w:rsidRPr="004C3E92">
        <w:t>sées</w:t>
      </w:r>
      <w:r w:rsidR="004A4993">
        <w:t xml:space="preserve">, </w:t>
      </w:r>
      <w:r w:rsidRPr="004C3E92">
        <w:t>et employant la majeure partie de la matinée à pleurer sur le présent si contraire</w:t>
      </w:r>
      <w:r w:rsidR="004A4993">
        <w:t>.</w:t>
      </w:r>
    </w:p>
    <w:p w14:paraId="2CC73A0D" w14:textId="77777777" w:rsidR="004A4993" w:rsidRDefault="008C5C61" w:rsidP="004A4993">
      <w:r w:rsidRPr="004C3E92">
        <w:t>Elle passa la soirée en se laissant aller de même à ses se</w:t>
      </w:r>
      <w:r w:rsidRPr="004C3E92">
        <w:t>n</w:t>
      </w:r>
      <w:r w:rsidRPr="004C3E92">
        <w:t>timents</w:t>
      </w:r>
      <w:r w:rsidR="004A4993">
        <w:t xml:space="preserve">. </w:t>
      </w:r>
      <w:r w:rsidRPr="004C3E92">
        <w:t>Elle rejoua chacune des chansons préférées qu</w:t>
      </w:r>
      <w:r w:rsidR="004A4993">
        <w:t>’</w:t>
      </w:r>
      <w:r w:rsidRPr="004C3E92">
        <w:t>elle avait eu l</w:t>
      </w:r>
      <w:r w:rsidR="004A4993">
        <w:t>’</w:t>
      </w:r>
      <w:r w:rsidRPr="004C3E92">
        <w:t>habitude de jouer pour Willoughby</w:t>
      </w:r>
      <w:r w:rsidR="004A4993">
        <w:t xml:space="preserve">, </w:t>
      </w:r>
      <w:r w:rsidRPr="004C3E92">
        <w:t>chacun des airs dans lesquels leurs voix s</w:t>
      </w:r>
      <w:r w:rsidR="004A4993">
        <w:t>’</w:t>
      </w:r>
      <w:r w:rsidRPr="004C3E92">
        <w:t>étaient le plus souvent unies</w:t>
      </w:r>
      <w:r w:rsidR="004A4993">
        <w:t xml:space="preserve">, </w:t>
      </w:r>
      <w:r w:rsidRPr="004C3E92">
        <w:t>et resta assise devant son instrument</w:t>
      </w:r>
      <w:r w:rsidR="004A4993">
        <w:t xml:space="preserve">, </w:t>
      </w:r>
      <w:r w:rsidRPr="004C3E92">
        <w:t>les yeux fixés sur chacune des portées de musique qu</w:t>
      </w:r>
      <w:r w:rsidR="004A4993">
        <w:t>’</w:t>
      </w:r>
      <w:r w:rsidRPr="004C3E92">
        <w:t>il avait copiées pour elle</w:t>
      </w:r>
      <w:r w:rsidR="004A4993">
        <w:t xml:space="preserve">, </w:t>
      </w:r>
      <w:r w:rsidRPr="004C3E92">
        <w:t>jusqu</w:t>
      </w:r>
      <w:r w:rsidR="004A4993">
        <w:t>’</w:t>
      </w:r>
      <w:r w:rsidRPr="004C3E92">
        <w:t>à ce que son cœur fût si lourd qu</w:t>
      </w:r>
      <w:r w:rsidR="004A4993">
        <w:t>’</w:t>
      </w:r>
      <w:r w:rsidRPr="004C3E92">
        <w:t>il ne pouvait plus emmagasiner d</w:t>
      </w:r>
      <w:r w:rsidR="004A4993">
        <w:t>’</w:t>
      </w:r>
      <w:r w:rsidRPr="004C3E92">
        <w:t>autre tristesse</w:t>
      </w:r>
      <w:r w:rsidR="004A4993">
        <w:t xml:space="preserve"> ; </w:t>
      </w:r>
      <w:r w:rsidRPr="004C3E92">
        <w:t>et elle s</w:t>
      </w:r>
      <w:r w:rsidR="004A4993">
        <w:t>’</w:t>
      </w:r>
      <w:r w:rsidRPr="004C3E92">
        <w:t>appliqua chaque jour à entretenir ainsi sa douleur</w:t>
      </w:r>
      <w:r w:rsidR="004A4993">
        <w:t xml:space="preserve">. </w:t>
      </w:r>
      <w:r w:rsidRPr="004C3E92">
        <w:t>Elle passa des heures entières au pianoforte</w:t>
      </w:r>
      <w:r w:rsidR="004A4993">
        <w:t xml:space="preserve">, </w:t>
      </w:r>
      <w:r w:rsidRPr="004C3E92">
        <w:t>à chanter et à pleurer tour à tour</w:t>
      </w:r>
      <w:r w:rsidR="004A4993">
        <w:t xml:space="preserve">, </w:t>
      </w:r>
      <w:r w:rsidRPr="004C3E92">
        <w:t>la voix souvent totalement coupée par les larmes</w:t>
      </w:r>
      <w:r w:rsidR="004A4993">
        <w:t xml:space="preserve">. </w:t>
      </w:r>
      <w:r w:rsidRPr="004C3E92">
        <w:t>Dans les livres</w:t>
      </w:r>
      <w:r w:rsidR="004A4993">
        <w:t xml:space="preserve">, </w:t>
      </w:r>
      <w:r w:rsidRPr="004C3E92">
        <w:t>également</w:t>
      </w:r>
      <w:r w:rsidR="004A4993">
        <w:t xml:space="preserve">, </w:t>
      </w:r>
      <w:r w:rsidRPr="004C3E92">
        <w:lastRenderedPageBreak/>
        <w:t>aussi bien que dans la musique</w:t>
      </w:r>
      <w:r w:rsidR="004A4993">
        <w:t xml:space="preserve">, </w:t>
      </w:r>
      <w:r w:rsidRPr="004C3E92">
        <w:t>elle rechercha la détresse que devait donner à coup sûr un contraste entre le passé et le présent</w:t>
      </w:r>
      <w:r w:rsidR="004A4993">
        <w:t xml:space="preserve">. </w:t>
      </w:r>
      <w:r w:rsidRPr="004C3E92">
        <w:t>Elle ne lut que ce qu</w:t>
      </w:r>
      <w:r w:rsidR="004A4993">
        <w:t>’</w:t>
      </w:r>
      <w:r w:rsidRPr="004C3E92">
        <w:t>ils avaient eu l</w:t>
      </w:r>
      <w:r w:rsidR="004A4993">
        <w:t>’</w:t>
      </w:r>
      <w:r w:rsidRPr="004C3E92">
        <w:t>habitude de lire ensemble</w:t>
      </w:r>
      <w:r w:rsidR="004A4993">
        <w:t>.</w:t>
      </w:r>
    </w:p>
    <w:p w14:paraId="223A97D4" w14:textId="77777777" w:rsidR="004A4993" w:rsidRDefault="008C5C61" w:rsidP="004A4993">
      <w:r w:rsidRPr="004C3E92">
        <w:t>Une telle violence dans l</w:t>
      </w:r>
      <w:r w:rsidR="004A4993">
        <w:t>’</w:t>
      </w:r>
      <w:r w:rsidRPr="004C3E92">
        <w:t>affliction ne pouvait évidemment pas être supportée à jamais</w:t>
      </w:r>
      <w:r w:rsidR="004A4993">
        <w:t xml:space="preserve"> ; </w:t>
      </w:r>
      <w:r w:rsidRPr="004C3E92">
        <w:t>elle s</w:t>
      </w:r>
      <w:r w:rsidR="004A4993">
        <w:t>’</w:t>
      </w:r>
      <w:r w:rsidRPr="004C3E92">
        <w:t>adoucit au bout de quelques jours</w:t>
      </w:r>
      <w:r w:rsidR="004A4993">
        <w:t xml:space="preserve">, </w:t>
      </w:r>
      <w:r w:rsidRPr="004C3E92">
        <w:t>pour devenir une mélancolie plus calme</w:t>
      </w:r>
      <w:r w:rsidR="004A4993">
        <w:t xml:space="preserve"> ; </w:t>
      </w:r>
      <w:r w:rsidRPr="004C3E92">
        <w:t>mais ses o</w:t>
      </w:r>
      <w:r w:rsidRPr="004C3E92">
        <w:t>c</w:t>
      </w:r>
      <w:r w:rsidRPr="004C3E92">
        <w:t>cupations</w:t>
      </w:r>
      <w:r w:rsidR="004A4993">
        <w:t xml:space="preserve">, </w:t>
      </w:r>
      <w:r w:rsidRPr="004C3E92">
        <w:t>auxquelles elle revint journellement</w:t>
      </w:r>
      <w:r w:rsidR="004A4993">
        <w:t xml:space="preserve">, </w:t>
      </w:r>
      <w:r w:rsidRPr="004C3E92">
        <w:t>ses promenades solitaires et ses méditations silencieuses</w:t>
      </w:r>
      <w:r w:rsidR="004A4993">
        <w:t xml:space="preserve">, </w:t>
      </w:r>
      <w:r w:rsidRPr="004C3E92">
        <w:t>produisirent encore</w:t>
      </w:r>
      <w:r w:rsidR="004A4993">
        <w:t xml:space="preserve">, </w:t>
      </w:r>
      <w:r w:rsidRPr="004C3E92">
        <w:t>de temps à autre</w:t>
      </w:r>
      <w:r w:rsidR="004A4993">
        <w:t xml:space="preserve">, </w:t>
      </w:r>
      <w:r w:rsidRPr="004C3E92">
        <w:t>des effusions de douleur aussi vives que j</w:t>
      </w:r>
      <w:r w:rsidRPr="004C3E92">
        <w:t>a</w:t>
      </w:r>
      <w:r w:rsidRPr="004C3E92">
        <w:t>mais</w:t>
      </w:r>
      <w:r w:rsidR="004A4993">
        <w:t>.</w:t>
      </w:r>
    </w:p>
    <w:p w14:paraId="60E8BF8B" w14:textId="77777777" w:rsidR="004A4993" w:rsidRDefault="008C5C61" w:rsidP="004A4993">
      <w:r w:rsidRPr="004C3E92">
        <w:t>Il ne vint aucune lettre de Willoughby</w:t>
      </w:r>
      <w:r w:rsidR="004A4993">
        <w:t xml:space="preserve">, </w:t>
      </w:r>
      <w:r w:rsidRPr="004C3E92">
        <w:t>et Marianne se</w:t>
      </w:r>
      <w:r w:rsidRPr="004C3E92">
        <w:t>m</w:t>
      </w:r>
      <w:r w:rsidRPr="004C3E92">
        <w:t>blait n</w:t>
      </w:r>
      <w:r w:rsidR="004A4993">
        <w:t>’</w:t>
      </w:r>
      <w:r w:rsidRPr="004C3E92">
        <w:t>en attendre aucune</w:t>
      </w:r>
      <w:r w:rsidR="004A4993">
        <w:t xml:space="preserve">. </w:t>
      </w:r>
      <w:r w:rsidRPr="004C3E92">
        <w:t>Sa mère fut surprise</w:t>
      </w:r>
      <w:r w:rsidR="004A4993">
        <w:t xml:space="preserve">, </w:t>
      </w:r>
      <w:r w:rsidRPr="004C3E92">
        <w:t xml:space="preserve">et </w:t>
      </w:r>
      <w:proofErr w:type="spellStart"/>
      <w:r w:rsidRPr="004C3E92">
        <w:t>Elinor</w:t>
      </w:r>
      <w:proofErr w:type="spellEnd"/>
      <w:r w:rsidRPr="004C3E92">
        <w:t xml:space="preserve"> fut reprise d</w:t>
      </w:r>
      <w:r w:rsidR="004A4993">
        <w:t>’</w:t>
      </w:r>
      <w:r w:rsidRPr="004C3E92">
        <w:t>inquiétude</w:t>
      </w:r>
      <w:r w:rsidR="004A4993">
        <w:t xml:space="preserve">. </w:t>
      </w:r>
      <w:r w:rsidRPr="004C3E92">
        <w:t>Mais Mrs</w:t>
      </w:r>
      <w:r w:rsidR="004A4993">
        <w:t xml:space="preserve">. </w:t>
      </w:r>
      <w:proofErr w:type="spellStart"/>
      <w:r w:rsidRPr="004C3E92">
        <w:t>Dashwood</w:t>
      </w:r>
      <w:proofErr w:type="spellEnd"/>
      <w:r w:rsidRPr="004C3E92">
        <w:t xml:space="preserve"> savait trouver</w:t>
      </w:r>
      <w:r w:rsidR="004A4993">
        <w:t xml:space="preserve">, </w:t>
      </w:r>
      <w:r w:rsidRPr="004C3E92">
        <w:t>ch</w:t>
      </w:r>
      <w:r w:rsidRPr="004C3E92">
        <w:t>a</w:t>
      </w:r>
      <w:r w:rsidRPr="004C3E92">
        <w:t>que fois qu</w:t>
      </w:r>
      <w:r w:rsidR="004A4993">
        <w:t>’</w:t>
      </w:r>
      <w:r w:rsidRPr="004C3E92">
        <w:t>elle en avait besoin</w:t>
      </w:r>
      <w:r w:rsidR="004A4993">
        <w:t xml:space="preserve">, </w:t>
      </w:r>
      <w:r w:rsidRPr="004C3E92">
        <w:t>des explications qui la satisfa</w:t>
      </w:r>
      <w:r w:rsidRPr="004C3E92">
        <w:t>i</w:t>
      </w:r>
      <w:r w:rsidRPr="004C3E92">
        <w:t>saient du moins elle-même</w:t>
      </w:r>
      <w:r w:rsidR="004A4993">
        <w:t>.</w:t>
      </w:r>
    </w:p>
    <w:p w14:paraId="669F773C" w14:textId="77777777" w:rsidR="004A4993" w:rsidRDefault="004A4993" w:rsidP="004A4993">
      <w:r>
        <w:t>— </w:t>
      </w:r>
      <w:r w:rsidR="008C5C61" w:rsidRPr="004C3E92">
        <w:t>Songe</w:t>
      </w:r>
      <w:r>
        <w:t xml:space="preserve">, </w:t>
      </w:r>
      <w:proofErr w:type="spellStart"/>
      <w:r w:rsidR="008C5C61" w:rsidRPr="004C3E92">
        <w:t>Elinor</w:t>
      </w:r>
      <w:proofErr w:type="spellEnd"/>
      <w:r>
        <w:t xml:space="preserve">, </w:t>
      </w:r>
      <w:r w:rsidR="008C5C61" w:rsidRPr="004C3E92">
        <w:t>dit-elle</w:t>
      </w:r>
      <w:r>
        <w:t xml:space="preserve">, </w:t>
      </w:r>
      <w:r w:rsidR="008C5C61" w:rsidRPr="004C3E92">
        <w:t>que Sir John va lui-même che</w:t>
      </w:r>
      <w:r w:rsidR="008C5C61" w:rsidRPr="004C3E92">
        <w:t>r</w:t>
      </w:r>
      <w:r w:rsidR="008C5C61" w:rsidRPr="004C3E92">
        <w:t>cher si souvent nos lettres à la poste</w:t>
      </w:r>
      <w:r>
        <w:t xml:space="preserve">, </w:t>
      </w:r>
      <w:r w:rsidR="008C5C61" w:rsidRPr="004C3E92">
        <w:t>et les y porte</w:t>
      </w:r>
      <w:r>
        <w:t xml:space="preserve"> ! </w:t>
      </w:r>
      <w:r w:rsidR="008C5C61" w:rsidRPr="004C3E92">
        <w:t>Nous so</w:t>
      </w:r>
      <w:r w:rsidR="008C5C61" w:rsidRPr="004C3E92">
        <w:t>m</w:t>
      </w:r>
      <w:r w:rsidR="008C5C61" w:rsidRPr="004C3E92">
        <w:t>mes déjà tombées d</w:t>
      </w:r>
      <w:r>
        <w:t>’</w:t>
      </w:r>
      <w:r w:rsidR="008C5C61" w:rsidRPr="004C3E92">
        <w:t>accord sur ce que le secret peut être néce</w:t>
      </w:r>
      <w:r w:rsidR="008C5C61" w:rsidRPr="004C3E92">
        <w:t>s</w:t>
      </w:r>
      <w:r w:rsidR="008C5C61" w:rsidRPr="004C3E92">
        <w:t>saire</w:t>
      </w:r>
      <w:r>
        <w:t xml:space="preserve">, </w:t>
      </w:r>
      <w:r w:rsidR="008C5C61" w:rsidRPr="004C3E92">
        <w:t>et il faut avouer qu</w:t>
      </w:r>
      <w:r>
        <w:t>’</w:t>
      </w:r>
      <w:r w:rsidR="008C5C61" w:rsidRPr="004C3E92">
        <w:t>il ne pourrait pas être maintenu</w:t>
      </w:r>
      <w:r>
        <w:t xml:space="preserve">, </w:t>
      </w:r>
      <w:r w:rsidR="008C5C61" w:rsidRPr="004C3E92">
        <w:t>si leur correspondance devait passer par les mains de Sir John</w:t>
      </w:r>
      <w:r>
        <w:t>.</w:t>
      </w:r>
    </w:p>
    <w:p w14:paraId="4A272531" w14:textId="77777777" w:rsidR="004A4993" w:rsidRDefault="008C5C61" w:rsidP="004A4993">
      <w:proofErr w:type="spellStart"/>
      <w:r w:rsidRPr="004C3E92">
        <w:t>Elinor</w:t>
      </w:r>
      <w:proofErr w:type="spellEnd"/>
      <w:r w:rsidRPr="004C3E92">
        <w:t xml:space="preserve"> ne put nier la vérité de cette observation</w:t>
      </w:r>
      <w:r w:rsidR="004A4993">
        <w:t xml:space="preserve">, </w:t>
      </w:r>
      <w:r w:rsidRPr="004C3E92">
        <w:t>et elle e</w:t>
      </w:r>
      <w:r w:rsidRPr="004C3E92">
        <w:t>s</w:t>
      </w:r>
      <w:r w:rsidRPr="004C3E92">
        <w:t>saya d</w:t>
      </w:r>
      <w:r w:rsidR="004A4993">
        <w:t>’</w:t>
      </w:r>
      <w:r w:rsidRPr="004C3E92">
        <w:t>y trouver un motif suffisant à leur silence</w:t>
      </w:r>
      <w:r w:rsidR="004A4993">
        <w:t xml:space="preserve">. </w:t>
      </w:r>
      <w:r w:rsidRPr="004C3E92">
        <w:t>Mais il y avait une méthode si directe</w:t>
      </w:r>
      <w:r w:rsidR="004A4993">
        <w:t xml:space="preserve">, </w:t>
      </w:r>
      <w:r w:rsidRPr="004C3E92">
        <w:t>si simple</w:t>
      </w:r>
      <w:r w:rsidR="004A4993">
        <w:t xml:space="preserve">, </w:t>
      </w:r>
      <w:r w:rsidRPr="004C3E92">
        <w:t>et à son avis si recommand</w:t>
      </w:r>
      <w:r w:rsidRPr="004C3E92">
        <w:t>a</w:t>
      </w:r>
      <w:r w:rsidRPr="004C3E92">
        <w:t>ble</w:t>
      </w:r>
      <w:r w:rsidR="004A4993">
        <w:t xml:space="preserve">, </w:t>
      </w:r>
      <w:r w:rsidRPr="004C3E92">
        <w:t>de connaître l</w:t>
      </w:r>
      <w:r w:rsidR="004A4993">
        <w:t>’</w:t>
      </w:r>
      <w:r w:rsidRPr="004C3E92">
        <w:t>état véritable de l</w:t>
      </w:r>
      <w:r w:rsidR="004A4993">
        <w:t>’</w:t>
      </w:r>
      <w:r w:rsidRPr="004C3E92">
        <w:t>affaire</w:t>
      </w:r>
      <w:r w:rsidR="004A4993">
        <w:t xml:space="preserve">, </w:t>
      </w:r>
      <w:r w:rsidRPr="004C3E92">
        <w:t>et de dissiper à l</w:t>
      </w:r>
      <w:r w:rsidR="004A4993">
        <w:t>’</w:t>
      </w:r>
      <w:r w:rsidRPr="004C3E92">
        <w:t>instant tout mystère</w:t>
      </w:r>
      <w:r w:rsidR="004A4993">
        <w:t xml:space="preserve">, </w:t>
      </w:r>
      <w:r w:rsidRPr="004C3E92">
        <w:t>qu</w:t>
      </w:r>
      <w:r w:rsidR="004A4993">
        <w:t>’</w:t>
      </w:r>
      <w:r w:rsidRPr="004C3E92">
        <w:t>elle ne put s</w:t>
      </w:r>
      <w:r w:rsidR="004A4993">
        <w:t>’</w:t>
      </w:r>
      <w:r w:rsidRPr="004C3E92">
        <w:t>empêcher d</w:t>
      </w:r>
      <w:r w:rsidR="004A4993">
        <w:t>’</w:t>
      </w:r>
      <w:r w:rsidRPr="004C3E92">
        <w:t>en faire part à sa mère</w:t>
      </w:r>
      <w:r w:rsidR="004A4993">
        <w:t>.</w:t>
      </w:r>
    </w:p>
    <w:p w14:paraId="2CC268C0" w14:textId="77777777" w:rsidR="004A4993" w:rsidRDefault="004A4993" w:rsidP="004A4993">
      <w:r>
        <w:t>— </w:t>
      </w:r>
      <w:r w:rsidR="008C5C61" w:rsidRPr="004C3E92">
        <w:t>Pourquoi ne demandez-vous pas tout de suite à Maria</w:t>
      </w:r>
      <w:r w:rsidR="008C5C61" w:rsidRPr="004C3E92">
        <w:t>n</w:t>
      </w:r>
      <w:r w:rsidR="008C5C61" w:rsidRPr="004C3E92">
        <w:t>ne</w:t>
      </w:r>
      <w:r>
        <w:t xml:space="preserve">, </w:t>
      </w:r>
      <w:r w:rsidR="008C5C61" w:rsidRPr="004C3E92">
        <w:t>dit-elle</w:t>
      </w:r>
      <w:r>
        <w:t xml:space="preserve">, </w:t>
      </w:r>
      <w:r w:rsidR="008C5C61" w:rsidRPr="004C3E92">
        <w:t>si oui ou non</w:t>
      </w:r>
      <w:r>
        <w:t xml:space="preserve">, </w:t>
      </w:r>
      <w:r w:rsidR="008C5C61" w:rsidRPr="004C3E92">
        <w:t>elle est fiancée à Willoughby</w:t>
      </w:r>
      <w:r>
        <w:t xml:space="preserve"> ? </w:t>
      </w:r>
      <w:r w:rsidR="008C5C61" w:rsidRPr="004C3E92">
        <w:lastRenderedPageBreak/>
        <w:t>Venant de vous</w:t>
      </w:r>
      <w:r>
        <w:t xml:space="preserve">, </w:t>
      </w:r>
      <w:r w:rsidR="008C5C61" w:rsidRPr="004C3E92">
        <w:t>sa mère</w:t>
      </w:r>
      <w:r>
        <w:t xml:space="preserve">, </w:t>
      </w:r>
      <w:r w:rsidR="008C5C61" w:rsidRPr="004C3E92">
        <w:t>et une mère si bonne et si indulgente</w:t>
      </w:r>
      <w:r>
        <w:t xml:space="preserve">, </w:t>
      </w:r>
      <w:r w:rsidR="008C5C61" w:rsidRPr="004C3E92">
        <w:t>la que</w:t>
      </w:r>
      <w:r w:rsidR="008C5C61" w:rsidRPr="004C3E92">
        <w:t>s</w:t>
      </w:r>
      <w:r w:rsidR="008C5C61" w:rsidRPr="004C3E92">
        <w:t>tion ne saurait la froisser</w:t>
      </w:r>
      <w:r>
        <w:t xml:space="preserve">. </w:t>
      </w:r>
      <w:r w:rsidR="008C5C61" w:rsidRPr="004C3E92">
        <w:t>Elle serait le résultat naturel de votre affection pour elle</w:t>
      </w:r>
      <w:r>
        <w:t xml:space="preserve">. </w:t>
      </w:r>
      <w:r w:rsidR="008C5C61" w:rsidRPr="004C3E92">
        <w:t>Elle était naguère sans nulle réserve</w:t>
      </w:r>
      <w:r>
        <w:t xml:space="preserve">, </w:t>
      </w:r>
      <w:r w:rsidR="008C5C61" w:rsidRPr="004C3E92">
        <w:t>et tout particulièrement envers vous</w:t>
      </w:r>
      <w:r>
        <w:t>.</w:t>
      </w:r>
    </w:p>
    <w:p w14:paraId="663D0C15" w14:textId="77777777" w:rsidR="004A4993" w:rsidRDefault="004A4993" w:rsidP="004A4993">
      <w:r>
        <w:t>— </w:t>
      </w:r>
      <w:r w:rsidR="008C5C61" w:rsidRPr="004C3E92">
        <w:t>Je ne voudrais pour rien au monde poser une pareille question</w:t>
      </w:r>
      <w:r>
        <w:t xml:space="preserve">. </w:t>
      </w:r>
      <w:r w:rsidR="008C5C61" w:rsidRPr="004C3E92">
        <w:t>En supposant possible qu</w:t>
      </w:r>
      <w:r>
        <w:t>’</w:t>
      </w:r>
      <w:r w:rsidR="008C5C61" w:rsidRPr="004C3E92">
        <w:t>ils ne soient pas fiancés</w:t>
      </w:r>
      <w:r>
        <w:t xml:space="preserve">, </w:t>
      </w:r>
      <w:r w:rsidR="008C5C61" w:rsidRPr="004C3E92">
        <w:t>quelle douleur infligerait une semblable interrogation</w:t>
      </w:r>
      <w:r>
        <w:t xml:space="preserve"> ! </w:t>
      </w:r>
      <w:r w:rsidR="008C5C61" w:rsidRPr="004C3E92">
        <w:t>En tout cas</w:t>
      </w:r>
      <w:r>
        <w:t xml:space="preserve">, </w:t>
      </w:r>
      <w:r w:rsidR="008C5C61" w:rsidRPr="004C3E92">
        <w:t>elle serait fort peu généreuse</w:t>
      </w:r>
      <w:r>
        <w:t xml:space="preserve">. </w:t>
      </w:r>
      <w:r w:rsidR="008C5C61" w:rsidRPr="004C3E92">
        <w:t>Je ne mériterais plus jamais sa confiance</w:t>
      </w:r>
      <w:r>
        <w:t xml:space="preserve">, </w:t>
      </w:r>
      <w:r w:rsidR="008C5C61" w:rsidRPr="004C3E92">
        <w:t>après l</w:t>
      </w:r>
      <w:r>
        <w:t>’</w:t>
      </w:r>
      <w:r w:rsidR="008C5C61" w:rsidRPr="004C3E92">
        <w:t>avoir forcée à livrer un aveu de ce qui est destiné pour l</w:t>
      </w:r>
      <w:r>
        <w:t>’</w:t>
      </w:r>
      <w:r w:rsidR="008C5C61" w:rsidRPr="004C3E92">
        <w:t>instant à n</w:t>
      </w:r>
      <w:r>
        <w:t>’</w:t>
      </w:r>
      <w:r w:rsidR="008C5C61" w:rsidRPr="004C3E92">
        <w:t>être révélé à personne</w:t>
      </w:r>
      <w:r>
        <w:t xml:space="preserve">. </w:t>
      </w:r>
      <w:r w:rsidR="008C5C61" w:rsidRPr="004C3E92">
        <w:t>Je connais le cœur de Marianne</w:t>
      </w:r>
      <w:r>
        <w:t xml:space="preserve"> : </w:t>
      </w:r>
      <w:r w:rsidR="008C5C61" w:rsidRPr="004C3E92">
        <w:t>je sais qu</w:t>
      </w:r>
      <w:r>
        <w:t>’</w:t>
      </w:r>
      <w:r w:rsidR="008C5C61" w:rsidRPr="004C3E92">
        <w:t>elle m</w:t>
      </w:r>
      <w:r>
        <w:t>’</w:t>
      </w:r>
      <w:r w:rsidR="008C5C61" w:rsidRPr="004C3E92">
        <w:t>aime tendrement</w:t>
      </w:r>
      <w:r>
        <w:t xml:space="preserve">, </w:t>
      </w:r>
      <w:r w:rsidR="008C5C61" w:rsidRPr="004C3E92">
        <w:t>et que je ne serai pas la dernière à prendre connaissance de l</w:t>
      </w:r>
      <w:r>
        <w:t>’</w:t>
      </w:r>
      <w:r w:rsidR="008C5C61" w:rsidRPr="004C3E92">
        <w:t>affaire</w:t>
      </w:r>
      <w:r>
        <w:t xml:space="preserve">, </w:t>
      </w:r>
      <w:r w:rsidR="008C5C61" w:rsidRPr="004C3E92">
        <w:t>quand les circonstances en rendront la révélation désirable</w:t>
      </w:r>
      <w:r>
        <w:t xml:space="preserve">. </w:t>
      </w:r>
      <w:r w:rsidR="008C5C61" w:rsidRPr="004C3E92">
        <w:t>Je ne voudrais tenter de forcer une confidence à personne</w:t>
      </w:r>
      <w:r>
        <w:t xml:space="preserve">, </w:t>
      </w:r>
      <w:r w:rsidR="008C5C61" w:rsidRPr="004C3E92">
        <w:t>et enc</w:t>
      </w:r>
      <w:r w:rsidR="008C5C61" w:rsidRPr="004C3E92">
        <w:t>o</w:t>
      </w:r>
      <w:r w:rsidR="008C5C61" w:rsidRPr="004C3E92">
        <w:t>re bien moins à une enfant</w:t>
      </w:r>
      <w:r>
        <w:t xml:space="preserve">, </w:t>
      </w:r>
      <w:r w:rsidR="008C5C61" w:rsidRPr="004C3E92">
        <w:t>parce qu</w:t>
      </w:r>
      <w:r>
        <w:t>’</w:t>
      </w:r>
      <w:r w:rsidR="008C5C61" w:rsidRPr="004C3E92">
        <w:t>un sentiment du devoir empêcherait la dénégation que ses désirs pourraient ordonner</w:t>
      </w:r>
      <w:r>
        <w:t>.</w:t>
      </w:r>
    </w:p>
    <w:p w14:paraId="1F5E708E" w14:textId="77777777" w:rsidR="004A4993" w:rsidRDefault="008C5C61" w:rsidP="004A4993">
      <w:proofErr w:type="spellStart"/>
      <w:r w:rsidRPr="004C3E92">
        <w:t>Elinor</w:t>
      </w:r>
      <w:proofErr w:type="spellEnd"/>
      <w:r w:rsidRPr="004C3E92">
        <w:t xml:space="preserve"> trouva cette générosité exagérée</w:t>
      </w:r>
      <w:r w:rsidR="004A4993">
        <w:t xml:space="preserve">, </w:t>
      </w:r>
      <w:r w:rsidRPr="004C3E92">
        <w:t>étant donnée la jeunesse de sa sœur</w:t>
      </w:r>
      <w:r w:rsidR="004A4993">
        <w:t xml:space="preserve">, </w:t>
      </w:r>
      <w:r w:rsidRPr="004C3E92">
        <w:t>et insista davantage</w:t>
      </w:r>
      <w:r w:rsidR="004A4993">
        <w:t xml:space="preserve">, </w:t>
      </w:r>
      <w:r w:rsidRPr="004C3E92">
        <w:t>mais en vain</w:t>
      </w:r>
      <w:r w:rsidR="004A4993">
        <w:t xml:space="preserve"> ; </w:t>
      </w:r>
      <w:r w:rsidRPr="004C3E92">
        <w:t>le bon sens ordinaire</w:t>
      </w:r>
      <w:r w:rsidR="004A4993">
        <w:t xml:space="preserve">, </w:t>
      </w:r>
      <w:r w:rsidRPr="004C3E92">
        <w:t>les soins courants</w:t>
      </w:r>
      <w:r w:rsidR="004A4993">
        <w:t xml:space="preserve">, </w:t>
      </w:r>
      <w:r w:rsidRPr="004C3E92">
        <w:t>la prudence courante</w:t>
      </w:r>
      <w:r w:rsidR="004A4993">
        <w:t xml:space="preserve">, </w:t>
      </w:r>
      <w:r w:rsidRPr="004C3E92">
        <w:t>tout c</w:t>
      </w:r>
      <w:r w:rsidRPr="004C3E92">
        <w:t>e</w:t>
      </w:r>
      <w:r w:rsidRPr="004C3E92">
        <w:t>la était enfoui dans la délicatesse de sentiment romanesque de Mrs</w:t>
      </w:r>
      <w:r w:rsidR="004A4993">
        <w:t xml:space="preserve">. </w:t>
      </w:r>
      <w:proofErr w:type="spellStart"/>
      <w:r w:rsidRPr="004C3E92">
        <w:t>Dashwood</w:t>
      </w:r>
      <w:proofErr w:type="spellEnd"/>
      <w:r w:rsidR="004A4993">
        <w:t>.</w:t>
      </w:r>
    </w:p>
    <w:p w14:paraId="6F67A97A" w14:textId="77777777" w:rsidR="004A4993" w:rsidRDefault="008C5C61" w:rsidP="004A4993">
      <w:r w:rsidRPr="004C3E92">
        <w:t>Il se passa plusieurs jours avant que le nom de Willoughby ne fût prononcé devant Marianne par quelqu</w:t>
      </w:r>
      <w:r w:rsidR="004A4993">
        <w:t>’</w:t>
      </w:r>
      <w:r w:rsidRPr="004C3E92">
        <w:t>un des siens</w:t>
      </w:r>
      <w:r w:rsidR="004A4993">
        <w:t xml:space="preserve"> : </w:t>
      </w:r>
      <w:r w:rsidRPr="004C3E92">
        <w:t>Sir John et Mrs</w:t>
      </w:r>
      <w:r w:rsidR="004A4993">
        <w:t xml:space="preserve">. </w:t>
      </w:r>
      <w:r w:rsidRPr="004C3E92">
        <w:t>Jennings</w:t>
      </w:r>
      <w:r w:rsidR="004A4993">
        <w:t xml:space="preserve">, </w:t>
      </w:r>
      <w:r w:rsidRPr="004C3E92">
        <w:t>en vérité</w:t>
      </w:r>
      <w:r w:rsidR="004A4993">
        <w:t xml:space="preserve">, </w:t>
      </w:r>
      <w:r w:rsidRPr="004C3E92">
        <w:t>ne furent pas aussi délicats</w:t>
      </w:r>
      <w:r w:rsidR="004A4993">
        <w:t xml:space="preserve"> ; </w:t>
      </w:r>
      <w:r w:rsidRPr="004C3E92">
        <w:t>leurs traits d</w:t>
      </w:r>
      <w:r w:rsidR="004A4993">
        <w:t>’</w:t>
      </w:r>
      <w:r w:rsidRPr="004C3E92">
        <w:t>esprit ajoutèrent de la douleur à bien des heures douloureuses</w:t>
      </w:r>
      <w:r w:rsidR="004A4993">
        <w:t xml:space="preserve"> ; </w:t>
      </w:r>
      <w:r w:rsidRPr="004C3E92">
        <w:t>mais un soir</w:t>
      </w:r>
      <w:r w:rsidR="004A4993">
        <w:t xml:space="preserve">, </w:t>
      </w:r>
      <w:r w:rsidRPr="004C3E92">
        <w:t>Mrs</w:t>
      </w:r>
      <w:r w:rsidR="004A4993">
        <w:t xml:space="preserve">. </w:t>
      </w:r>
      <w:proofErr w:type="spellStart"/>
      <w:r w:rsidRPr="004C3E92">
        <w:t>Dashwood</w:t>
      </w:r>
      <w:proofErr w:type="spellEnd"/>
      <w:r w:rsidR="004A4993">
        <w:t xml:space="preserve">, </w:t>
      </w:r>
      <w:r w:rsidRPr="004C3E92">
        <w:t>prenant par h</w:t>
      </w:r>
      <w:r w:rsidRPr="004C3E92">
        <w:t>a</w:t>
      </w:r>
      <w:r w:rsidRPr="004C3E92">
        <w:t>sard un volume de Shakespeare</w:t>
      </w:r>
      <w:r w:rsidR="004A4993">
        <w:t xml:space="preserve">, </w:t>
      </w:r>
      <w:r w:rsidRPr="004C3E92">
        <w:t>s</w:t>
      </w:r>
      <w:r w:rsidR="004A4993">
        <w:t>’</w:t>
      </w:r>
      <w:r w:rsidRPr="004C3E92">
        <w:t>écria</w:t>
      </w:r>
      <w:r w:rsidR="004A4993">
        <w:t> :</w:t>
      </w:r>
    </w:p>
    <w:p w14:paraId="2F12198D" w14:textId="77777777" w:rsidR="004A4993" w:rsidRDefault="004A4993" w:rsidP="004A4993">
      <w:r>
        <w:t>— </w:t>
      </w:r>
      <w:r w:rsidR="008C5C61" w:rsidRPr="004C3E92">
        <w:t>Nous n</w:t>
      </w:r>
      <w:r>
        <w:t>’</w:t>
      </w:r>
      <w:r w:rsidR="008C5C61" w:rsidRPr="004C3E92">
        <w:t xml:space="preserve">avons jamais terminé </w:t>
      </w:r>
      <w:r w:rsidR="008C5C61" w:rsidRPr="004C3E92">
        <w:rPr>
          <w:i/>
          <w:iCs/>
        </w:rPr>
        <w:t>Hamlet</w:t>
      </w:r>
      <w:r>
        <w:t xml:space="preserve">, </w:t>
      </w:r>
      <w:r w:rsidR="008C5C61" w:rsidRPr="004C3E92">
        <w:t>Marianne</w:t>
      </w:r>
      <w:r>
        <w:t xml:space="preserve"> ; </w:t>
      </w:r>
      <w:r w:rsidR="008C5C61" w:rsidRPr="004C3E92">
        <w:t>notre cher Willoughby est parti avant que nous n</w:t>
      </w:r>
      <w:r>
        <w:t>’</w:t>
      </w:r>
      <w:r w:rsidR="008C5C61" w:rsidRPr="004C3E92">
        <w:t>ayons pu le lire de bout en bout</w:t>
      </w:r>
      <w:r>
        <w:t xml:space="preserve">. </w:t>
      </w:r>
      <w:r w:rsidR="008C5C61" w:rsidRPr="004C3E92">
        <w:t>Nous allons le mettre de côté</w:t>
      </w:r>
      <w:r>
        <w:t xml:space="preserve">, </w:t>
      </w:r>
      <w:r w:rsidR="008C5C61" w:rsidRPr="004C3E92">
        <w:t>pour que</w:t>
      </w:r>
      <w:r>
        <w:t xml:space="preserve">, </w:t>
      </w:r>
      <w:r w:rsidR="008C5C61" w:rsidRPr="004C3E92">
        <w:t xml:space="preserve">quand </w:t>
      </w:r>
      <w:r w:rsidR="008C5C61" w:rsidRPr="004C3E92">
        <w:lastRenderedPageBreak/>
        <w:t>il reviendra</w:t>
      </w:r>
      <w:r>
        <w:t xml:space="preserve">… </w:t>
      </w:r>
      <w:r w:rsidR="008C5C61" w:rsidRPr="004C3E92">
        <w:t>Mais il se passera peut-être des mois</w:t>
      </w:r>
      <w:r>
        <w:t xml:space="preserve">, </w:t>
      </w:r>
      <w:r w:rsidR="008C5C61" w:rsidRPr="004C3E92">
        <w:t>d</w:t>
      </w:r>
      <w:r>
        <w:t>’</w:t>
      </w:r>
      <w:r w:rsidR="008C5C61" w:rsidRPr="004C3E92">
        <w:t>ici que cela se produise</w:t>
      </w:r>
      <w:r>
        <w:t>.</w:t>
      </w:r>
    </w:p>
    <w:p w14:paraId="79965004" w14:textId="77777777" w:rsidR="004A4993" w:rsidRDefault="004A4993" w:rsidP="004A4993">
      <w:r>
        <w:t>— </w:t>
      </w:r>
      <w:r w:rsidR="008C5C61" w:rsidRPr="004C3E92">
        <w:t>Des mois</w:t>
      </w:r>
      <w:r>
        <w:t xml:space="preserve"> ! </w:t>
      </w:r>
      <w:r w:rsidR="008C5C61" w:rsidRPr="004C3E92">
        <w:t>s</w:t>
      </w:r>
      <w:r>
        <w:t>’</w:t>
      </w:r>
      <w:r w:rsidR="008C5C61" w:rsidRPr="004C3E92">
        <w:t>écria Marianne</w:t>
      </w:r>
      <w:r>
        <w:t xml:space="preserve">, </w:t>
      </w:r>
      <w:r w:rsidR="008C5C61" w:rsidRPr="004C3E92">
        <w:t>avec une surprise violente</w:t>
      </w:r>
      <w:r>
        <w:t xml:space="preserve">. </w:t>
      </w:r>
      <w:r w:rsidR="008C5C61" w:rsidRPr="004C3E92">
        <w:t>Non</w:t>
      </w:r>
      <w:r>
        <w:t xml:space="preserve"> – </w:t>
      </w:r>
      <w:r w:rsidR="008C5C61" w:rsidRPr="004C3E92">
        <w:t>ni beaucoup de semaines</w:t>
      </w:r>
      <w:r>
        <w:t> !</w:t>
      </w:r>
    </w:p>
    <w:p w14:paraId="14545E9C" w14:textId="77777777" w:rsidR="004A4993" w:rsidRDefault="008C5C61" w:rsidP="004A4993">
      <w:r w:rsidRPr="004C3E92">
        <w:t>Mrs</w:t>
      </w:r>
      <w:r w:rsidR="004A4993">
        <w:t xml:space="preserve">. </w:t>
      </w:r>
      <w:proofErr w:type="spellStart"/>
      <w:r w:rsidRPr="004C3E92">
        <w:t>Dashwood</w:t>
      </w:r>
      <w:proofErr w:type="spellEnd"/>
      <w:r w:rsidRPr="004C3E92">
        <w:t xml:space="preserve"> regretta ce qu</w:t>
      </w:r>
      <w:r w:rsidR="004A4993">
        <w:t>’</w:t>
      </w:r>
      <w:r w:rsidRPr="004C3E92">
        <w:t>elle avait dit</w:t>
      </w:r>
      <w:r w:rsidR="004A4993">
        <w:t xml:space="preserve"> ; </w:t>
      </w:r>
      <w:r w:rsidRPr="004C3E92">
        <w:t xml:space="preserve">mais cela fit plaisir à </w:t>
      </w:r>
      <w:proofErr w:type="spellStart"/>
      <w:r w:rsidRPr="004C3E92">
        <w:t>Elinor</w:t>
      </w:r>
      <w:proofErr w:type="spellEnd"/>
      <w:r w:rsidR="004A4993">
        <w:t xml:space="preserve">, </w:t>
      </w:r>
      <w:r w:rsidRPr="004C3E92">
        <w:t>car ses paroles avaient arraché à Marianne une réponse exprimant une si grande confiance en Willoughby et une connaissance si totale de ses intentions</w:t>
      </w:r>
      <w:r w:rsidR="004A4993">
        <w:t> !</w:t>
      </w:r>
    </w:p>
    <w:p w14:paraId="330EBDE2" w14:textId="77777777" w:rsidR="004A4993" w:rsidRDefault="008C5C61" w:rsidP="004A4993">
      <w:r w:rsidRPr="004C3E92">
        <w:t>Un matin</w:t>
      </w:r>
      <w:r w:rsidR="004A4993">
        <w:t xml:space="preserve">, </w:t>
      </w:r>
      <w:r w:rsidRPr="004C3E92">
        <w:t>une huitaine de jours après le départ de Wi</w:t>
      </w:r>
      <w:r w:rsidRPr="004C3E92">
        <w:t>l</w:t>
      </w:r>
      <w:r w:rsidRPr="004C3E92">
        <w:t>loughby</w:t>
      </w:r>
      <w:r w:rsidR="004A4993">
        <w:t xml:space="preserve">, </w:t>
      </w:r>
      <w:r w:rsidRPr="004C3E92">
        <w:t>Marianne se laissa persuader de se joindre à ses sœurs dans leur promenade habituelle</w:t>
      </w:r>
      <w:r w:rsidR="004A4993">
        <w:t xml:space="preserve">, </w:t>
      </w:r>
      <w:r w:rsidRPr="004C3E92">
        <w:t>au lieu de s</w:t>
      </w:r>
      <w:r w:rsidR="004A4993">
        <w:t>’</w:t>
      </w:r>
      <w:r w:rsidRPr="004C3E92">
        <w:t>en aller seule</w:t>
      </w:r>
      <w:r w:rsidR="004A4993">
        <w:t xml:space="preserve">, </w:t>
      </w:r>
      <w:r w:rsidRPr="004C3E92">
        <w:t>à l</w:t>
      </w:r>
      <w:r w:rsidR="004A4993">
        <w:t>’</w:t>
      </w:r>
      <w:r w:rsidRPr="004C3E92">
        <w:t>abandon</w:t>
      </w:r>
      <w:r w:rsidR="004A4993">
        <w:t xml:space="preserve">. </w:t>
      </w:r>
      <w:r w:rsidRPr="004C3E92">
        <w:t>Elle avait</w:t>
      </w:r>
      <w:r w:rsidR="004A4993">
        <w:t xml:space="preserve">, </w:t>
      </w:r>
      <w:r w:rsidRPr="004C3E92">
        <w:t>jusqu</w:t>
      </w:r>
      <w:r w:rsidR="004A4993">
        <w:t>’</w:t>
      </w:r>
      <w:r w:rsidRPr="004C3E92">
        <w:t>alors</w:t>
      </w:r>
      <w:r w:rsidR="004A4993">
        <w:t xml:space="preserve">, </w:t>
      </w:r>
      <w:r w:rsidRPr="004C3E92">
        <w:t>soigneusement évité toute compagne dans ses promenades</w:t>
      </w:r>
      <w:r w:rsidR="004A4993">
        <w:t xml:space="preserve">. </w:t>
      </w:r>
      <w:r w:rsidRPr="004C3E92">
        <w:t>Si ses sœurs se proposaient de se promener par les collines</w:t>
      </w:r>
      <w:r w:rsidR="004A4993">
        <w:t xml:space="preserve">, </w:t>
      </w:r>
      <w:r w:rsidRPr="004C3E92">
        <w:t>elle filait à la dérobée</w:t>
      </w:r>
      <w:r w:rsidR="004A4993">
        <w:t xml:space="preserve">, </w:t>
      </w:r>
      <w:r w:rsidRPr="004C3E92">
        <w:t>tout droit</w:t>
      </w:r>
      <w:r w:rsidR="004A4993">
        <w:t xml:space="preserve">, </w:t>
      </w:r>
      <w:r w:rsidRPr="004C3E92">
        <w:t>vers les chemins creux</w:t>
      </w:r>
      <w:r w:rsidR="004A4993">
        <w:t xml:space="preserve"> ; </w:t>
      </w:r>
      <w:r w:rsidRPr="004C3E92">
        <w:t>si elles parlaient de la vallée</w:t>
      </w:r>
      <w:r w:rsidR="004A4993">
        <w:t xml:space="preserve">, </w:t>
      </w:r>
      <w:r w:rsidRPr="004C3E92">
        <w:t>elle se montrait aussi rapide à gravir les coteaux</w:t>
      </w:r>
      <w:r w:rsidR="004A4993">
        <w:t xml:space="preserve">, </w:t>
      </w:r>
      <w:r w:rsidRPr="004C3E92">
        <w:t>et l</w:t>
      </w:r>
      <w:r w:rsidR="004A4993">
        <w:t>’</w:t>
      </w:r>
      <w:r w:rsidRPr="004C3E92">
        <w:t>on ne la trouvait jamais quand les autres se mettaient en route</w:t>
      </w:r>
      <w:r w:rsidR="004A4993">
        <w:t xml:space="preserve">. </w:t>
      </w:r>
      <w:r w:rsidRPr="004C3E92">
        <w:t>Mais enfin</w:t>
      </w:r>
      <w:r w:rsidR="004A4993">
        <w:t xml:space="preserve">, </w:t>
      </w:r>
      <w:r w:rsidRPr="004C3E92">
        <w:t>sa présence fut assurée</w:t>
      </w:r>
      <w:r w:rsidR="004A4993">
        <w:t xml:space="preserve">, </w:t>
      </w:r>
      <w:r w:rsidRPr="004C3E92">
        <w:t>grâce aux efforts d</w:t>
      </w:r>
      <w:r w:rsidR="004A4993">
        <w:t>’</w:t>
      </w:r>
      <w:proofErr w:type="spellStart"/>
      <w:r w:rsidRPr="004C3E92">
        <w:t>Elinor</w:t>
      </w:r>
      <w:proofErr w:type="spellEnd"/>
      <w:r w:rsidR="004A4993">
        <w:t xml:space="preserve">, </w:t>
      </w:r>
      <w:r w:rsidRPr="004C3E92">
        <w:t>qui désappro</w:t>
      </w:r>
      <w:r w:rsidRPr="004C3E92">
        <w:t>u</w:t>
      </w:r>
      <w:r w:rsidRPr="004C3E92">
        <w:t>vait vivement une telle solitude continuelle</w:t>
      </w:r>
      <w:r w:rsidR="004A4993">
        <w:t xml:space="preserve">. </w:t>
      </w:r>
      <w:r w:rsidRPr="004C3E92">
        <w:t>Elles prirent la ro</w:t>
      </w:r>
      <w:r w:rsidRPr="004C3E92">
        <w:t>u</w:t>
      </w:r>
      <w:r w:rsidRPr="004C3E92">
        <w:t>te le long de la vallée</w:t>
      </w:r>
      <w:r w:rsidR="004A4993">
        <w:t xml:space="preserve">, </w:t>
      </w:r>
      <w:r w:rsidRPr="004C3E92">
        <w:t>et principalement en silence</w:t>
      </w:r>
      <w:r w:rsidR="004A4993">
        <w:t xml:space="preserve">, </w:t>
      </w:r>
      <w:r w:rsidRPr="004C3E92">
        <w:t>car l</w:t>
      </w:r>
      <w:r w:rsidR="004A4993">
        <w:t>’</w:t>
      </w:r>
      <w:r w:rsidRPr="004C3E92">
        <w:rPr>
          <w:i/>
          <w:iCs/>
        </w:rPr>
        <w:t>esprit</w:t>
      </w:r>
      <w:r w:rsidRPr="004C3E92">
        <w:t xml:space="preserve"> de Marianne refusait de se laisser maîtriser</w:t>
      </w:r>
      <w:r w:rsidR="004A4993">
        <w:t xml:space="preserve">, </w:t>
      </w:r>
      <w:r w:rsidRPr="004C3E92">
        <w:t xml:space="preserve">et </w:t>
      </w:r>
      <w:proofErr w:type="spellStart"/>
      <w:r w:rsidRPr="004C3E92">
        <w:t>Elinor</w:t>
      </w:r>
      <w:proofErr w:type="spellEnd"/>
      <w:r w:rsidR="004A4993">
        <w:t xml:space="preserve">, </w:t>
      </w:r>
      <w:r w:rsidRPr="004C3E92">
        <w:t>satisfaite d</w:t>
      </w:r>
      <w:r w:rsidR="004A4993">
        <w:t>’</w:t>
      </w:r>
      <w:r w:rsidRPr="004C3E92">
        <w:t>avoir marqué un point</w:t>
      </w:r>
      <w:r w:rsidR="004A4993">
        <w:t xml:space="preserve">, </w:t>
      </w:r>
      <w:r w:rsidRPr="004C3E92">
        <w:t>ne voulut pas</w:t>
      </w:r>
      <w:r w:rsidR="004A4993">
        <w:t xml:space="preserve">, </w:t>
      </w:r>
      <w:r w:rsidRPr="004C3E92">
        <w:t>pour le moment</w:t>
      </w:r>
      <w:r w:rsidR="004A4993">
        <w:t xml:space="preserve">, </w:t>
      </w:r>
      <w:r w:rsidRPr="004C3E92">
        <w:t>en te</w:t>
      </w:r>
      <w:r w:rsidRPr="004C3E92">
        <w:t>n</w:t>
      </w:r>
      <w:r w:rsidRPr="004C3E92">
        <w:t>ter davantage</w:t>
      </w:r>
      <w:r w:rsidR="004A4993">
        <w:t xml:space="preserve">. </w:t>
      </w:r>
      <w:proofErr w:type="spellStart"/>
      <w:r w:rsidRPr="004C3E92">
        <w:t>Au delà</w:t>
      </w:r>
      <w:proofErr w:type="spellEnd"/>
      <w:r w:rsidRPr="004C3E92">
        <w:t xml:space="preserve"> de l</w:t>
      </w:r>
      <w:r w:rsidR="004A4993">
        <w:t>’</w:t>
      </w:r>
      <w:r w:rsidRPr="004C3E92">
        <w:t>entrée de la vallée</w:t>
      </w:r>
      <w:r w:rsidR="004A4993">
        <w:t xml:space="preserve">, </w:t>
      </w:r>
      <w:r w:rsidRPr="004C3E92">
        <w:t>où la campagne</w:t>
      </w:r>
      <w:r w:rsidR="004A4993">
        <w:t xml:space="preserve">, </w:t>
      </w:r>
      <w:r w:rsidRPr="004C3E92">
        <w:t>bien que fertile encore</w:t>
      </w:r>
      <w:r w:rsidR="004A4993">
        <w:t xml:space="preserve">, </w:t>
      </w:r>
      <w:r w:rsidRPr="004C3E92">
        <w:t>était moins sauvage et plus découverte</w:t>
      </w:r>
      <w:r w:rsidR="004A4993">
        <w:t xml:space="preserve">, </w:t>
      </w:r>
      <w:r w:rsidRPr="004C3E92">
        <w:t>s</w:t>
      </w:r>
      <w:r w:rsidR="004A4993">
        <w:t>’</w:t>
      </w:r>
      <w:r w:rsidRPr="004C3E92">
        <w:t>étendait devant elles une longue partie de la route qu</w:t>
      </w:r>
      <w:r w:rsidR="004A4993">
        <w:t>’</w:t>
      </w:r>
      <w:r w:rsidRPr="004C3E92">
        <w:t>elles avaient parcourue lors de leur arrivée à Barton</w:t>
      </w:r>
      <w:r w:rsidR="004A4993">
        <w:t xml:space="preserve"> ; </w:t>
      </w:r>
      <w:r w:rsidRPr="004C3E92">
        <w:t>et</w:t>
      </w:r>
      <w:r w:rsidR="004A4993">
        <w:t xml:space="preserve">, </w:t>
      </w:r>
      <w:r w:rsidRPr="004C3E92">
        <w:t>en arrivant en ce point</w:t>
      </w:r>
      <w:r w:rsidR="004A4993">
        <w:t xml:space="preserve">, </w:t>
      </w:r>
      <w:r w:rsidRPr="004C3E92">
        <w:t>elles s</w:t>
      </w:r>
      <w:r w:rsidR="004A4993">
        <w:t>’</w:t>
      </w:r>
      <w:r w:rsidRPr="004C3E92">
        <w:t>arrêtèrent pour regarder alentour et pour examiner une perspective qui formait l</w:t>
      </w:r>
      <w:r w:rsidR="004A4993">
        <w:t>’</w:t>
      </w:r>
      <w:r w:rsidRPr="004C3E92">
        <w:t>arrière-plan de la vue qu</w:t>
      </w:r>
      <w:r w:rsidR="004A4993">
        <w:t>’</w:t>
      </w:r>
      <w:r w:rsidRPr="004C3E92">
        <w:t>elles avaient depuis la maisonnette</w:t>
      </w:r>
      <w:r w:rsidR="004A4993">
        <w:t xml:space="preserve">, </w:t>
      </w:r>
      <w:r w:rsidRPr="004C3E92">
        <w:t>point où il se trouvait qu</w:t>
      </w:r>
      <w:r w:rsidR="004A4993">
        <w:t>’</w:t>
      </w:r>
      <w:r w:rsidRPr="004C3E92">
        <w:t>elles n</w:t>
      </w:r>
      <w:r w:rsidR="004A4993">
        <w:t>’</w:t>
      </w:r>
      <w:r w:rsidRPr="004C3E92">
        <w:t>étaient encore jamais parvenues dans aucune de leurs promenades</w:t>
      </w:r>
      <w:r w:rsidR="004A4993">
        <w:t>.</w:t>
      </w:r>
    </w:p>
    <w:p w14:paraId="6543B129" w14:textId="77777777" w:rsidR="004A4993" w:rsidRDefault="008C5C61" w:rsidP="004A4993">
      <w:r w:rsidRPr="004C3E92">
        <w:lastRenderedPageBreak/>
        <w:t>Parmi les objets du paysage</w:t>
      </w:r>
      <w:r w:rsidR="004A4993">
        <w:t xml:space="preserve">, </w:t>
      </w:r>
      <w:r w:rsidRPr="004C3E92">
        <w:t>elles en découvrirent bientôt un qui était animé</w:t>
      </w:r>
      <w:r w:rsidR="004A4993">
        <w:t xml:space="preserve"> : </w:t>
      </w:r>
      <w:r w:rsidRPr="004C3E92">
        <w:t>c</w:t>
      </w:r>
      <w:r w:rsidR="004A4993">
        <w:t>’</w:t>
      </w:r>
      <w:r w:rsidRPr="004C3E92">
        <w:t>était un homme à cheval</w:t>
      </w:r>
      <w:r w:rsidR="004A4993">
        <w:t xml:space="preserve">, </w:t>
      </w:r>
      <w:r w:rsidRPr="004C3E92">
        <w:t>qui s</w:t>
      </w:r>
      <w:r w:rsidR="004A4993">
        <w:t>’</w:t>
      </w:r>
      <w:r w:rsidRPr="004C3E92">
        <w:t>avançait vers elles</w:t>
      </w:r>
      <w:r w:rsidR="004A4993">
        <w:t xml:space="preserve">. </w:t>
      </w:r>
      <w:r w:rsidRPr="004C3E92">
        <w:t>Au bout de quelques minutes</w:t>
      </w:r>
      <w:r w:rsidR="004A4993">
        <w:t xml:space="preserve">, </w:t>
      </w:r>
      <w:r w:rsidRPr="004C3E92">
        <w:t>elles distinguèrent que c</w:t>
      </w:r>
      <w:r w:rsidR="004A4993">
        <w:t>’</w:t>
      </w:r>
      <w:r w:rsidRPr="004C3E92">
        <w:t>était un gentleman</w:t>
      </w:r>
      <w:r w:rsidR="004A4993">
        <w:t xml:space="preserve">, </w:t>
      </w:r>
      <w:r w:rsidRPr="004C3E92">
        <w:t>et l</w:t>
      </w:r>
      <w:r w:rsidR="004A4993">
        <w:t>’</w:t>
      </w:r>
      <w:r w:rsidRPr="004C3E92">
        <w:t>instant d</w:t>
      </w:r>
      <w:r w:rsidR="004A4993">
        <w:t>’</w:t>
      </w:r>
      <w:r w:rsidRPr="004C3E92">
        <w:t>après Marianne s</w:t>
      </w:r>
      <w:r w:rsidR="004A4993">
        <w:t>’</w:t>
      </w:r>
      <w:r w:rsidRPr="004C3E92">
        <w:t>écria avec ravissement</w:t>
      </w:r>
      <w:r w:rsidR="004A4993">
        <w:t> :</w:t>
      </w:r>
    </w:p>
    <w:p w14:paraId="5108B544" w14:textId="77777777" w:rsidR="004A4993" w:rsidRDefault="004A4993" w:rsidP="004A4993">
      <w:r>
        <w:t>— </w:t>
      </w:r>
      <w:r w:rsidR="008C5C61" w:rsidRPr="004C3E92">
        <w:t>C</w:t>
      </w:r>
      <w:r>
        <w:t>’</w:t>
      </w:r>
      <w:r w:rsidR="008C5C61" w:rsidRPr="004C3E92">
        <w:t>est lui</w:t>
      </w:r>
      <w:r>
        <w:t xml:space="preserve"> ; </w:t>
      </w:r>
      <w:r w:rsidR="008C5C61" w:rsidRPr="004C3E92">
        <w:t>c</w:t>
      </w:r>
      <w:r>
        <w:t>’</w:t>
      </w:r>
      <w:r w:rsidR="008C5C61" w:rsidRPr="004C3E92">
        <w:t>est effectivement lui</w:t>
      </w:r>
      <w:r>
        <w:t xml:space="preserve"> ; </w:t>
      </w:r>
      <w:r w:rsidR="008C5C61" w:rsidRPr="004C3E92">
        <w:t>je le sais</w:t>
      </w:r>
      <w:r>
        <w:t xml:space="preserve"> ! </w:t>
      </w:r>
      <w:r w:rsidR="008C5C61" w:rsidRPr="004C3E92">
        <w:t>Et elle s</w:t>
      </w:r>
      <w:r>
        <w:t>’</w:t>
      </w:r>
      <w:r w:rsidR="008C5C61" w:rsidRPr="004C3E92">
        <w:t>élançait vers lui</w:t>
      </w:r>
      <w:r>
        <w:t xml:space="preserve">, </w:t>
      </w:r>
      <w:r w:rsidR="008C5C61" w:rsidRPr="004C3E92">
        <w:t xml:space="preserve">lorsque </w:t>
      </w:r>
      <w:proofErr w:type="spellStart"/>
      <w:r w:rsidR="008C5C61" w:rsidRPr="004C3E92">
        <w:t>Elinor</w:t>
      </w:r>
      <w:proofErr w:type="spellEnd"/>
      <w:r w:rsidR="008C5C61" w:rsidRPr="004C3E92">
        <w:t xml:space="preserve"> cria</w:t>
      </w:r>
      <w:r>
        <w:t> :</w:t>
      </w:r>
    </w:p>
    <w:p w14:paraId="7684A464" w14:textId="77777777" w:rsidR="004A4993" w:rsidRDefault="004A4993" w:rsidP="004A4993">
      <w:r>
        <w:t>— </w:t>
      </w:r>
      <w:r w:rsidR="008C5C61" w:rsidRPr="004C3E92">
        <w:t>En vérité</w:t>
      </w:r>
      <w:r>
        <w:t xml:space="preserve">, </w:t>
      </w:r>
      <w:r w:rsidR="008C5C61" w:rsidRPr="004C3E92">
        <w:t>Marianne</w:t>
      </w:r>
      <w:r>
        <w:t xml:space="preserve">, </w:t>
      </w:r>
      <w:r w:rsidR="008C5C61" w:rsidRPr="004C3E92">
        <w:t>je crois que tu te trompes</w:t>
      </w:r>
      <w:r>
        <w:t xml:space="preserve">. </w:t>
      </w:r>
      <w:r w:rsidR="008C5C61" w:rsidRPr="004C3E92">
        <w:t>Ce n</w:t>
      </w:r>
      <w:r>
        <w:t>’</w:t>
      </w:r>
      <w:r w:rsidR="008C5C61" w:rsidRPr="004C3E92">
        <w:t>est pas Willoughby</w:t>
      </w:r>
      <w:r>
        <w:t xml:space="preserve">. </w:t>
      </w:r>
      <w:r w:rsidR="008C5C61" w:rsidRPr="004C3E92">
        <w:t>Ce personnage n</w:t>
      </w:r>
      <w:r>
        <w:t>’</w:t>
      </w:r>
      <w:r w:rsidR="008C5C61" w:rsidRPr="004C3E92">
        <w:t>est pas assez grand pour que ce soit lui</w:t>
      </w:r>
      <w:r>
        <w:t xml:space="preserve">, </w:t>
      </w:r>
      <w:r w:rsidR="008C5C61" w:rsidRPr="004C3E92">
        <w:t>il n</w:t>
      </w:r>
      <w:r>
        <w:t>’</w:t>
      </w:r>
      <w:r w:rsidR="008C5C61" w:rsidRPr="004C3E92">
        <w:t>a pas son air</w:t>
      </w:r>
      <w:r>
        <w:t>.</w:t>
      </w:r>
    </w:p>
    <w:p w14:paraId="6F26AE9B" w14:textId="77777777" w:rsidR="004A4993" w:rsidRDefault="004A4993" w:rsidP="004A4993">
      <w:r>
        <w:t>— </w:t>
      </w:r>
      <w:r w:rsidR="008C5C61" w:rsidRPr="004C3E92">
        <w:t>Il l</w:t>
      </w:r>
      <w:r>
        <w:t>’</w:t>
      </w:r>
      <w:r w:rsidR="008C5C61" w:rsidRPr="004C3E92">
        <w:t>a</w:t>
      </w:r>
      <w:r>
        <w:t xml:space="preserve">, </w:t>
      </w:r>
      <w:r w:rsidR="008C5C61" w:rsidRPr="004C3E92">
        <w:t>il l</w:t>
      </w:r>
      <w:r>
        <w:t>’</w:t>
      </w:r>
      <w:r w:rsidR="008C5C61" w:rsidRPr="004C3E92">
        <w:t>a</w:t>
      </w:r>
      <w:r>
        <w:t xml:space="preserve">, </w:t>
      </w:r>
      <w:r w:rsidR="008C5C61" w:rsidRPr="004C3E92">
        <w:t>s</w:t>
      </w:r>
      <w:r>
        <w:t>’</w:t>
      </w:r>
      <w:r w:rsidR="008C5C61" w:rsidRPr="004C3E92">
        <w:t>écria Marianne</w:t>
      </w:r>
      <w:r>
        <w:t xml:space="preserve">, </w:t>
      </w:r>
      <w:r w:rsidR="008C5C61" w:rsidRPr="004C3E92">
        <w:t>je suis sûre qu</w:t>
      </w:r>
      <w:r>
        <w:t>’</w:t>
      </w:r>
      <w:r w:rsidR="008C5C61" w:rsidRPr="004C3E92">
        <w:t>il l</w:t>
      </w:r>
      <w:r>
        <w:t>’</w:t>
      </w:r>
      <w:r w:rsidR="008C5C61" w:rsidRPr="004C3E92">
        <w:t>a</w:t>
      </w:r>
      <w:r>
        <w:t xml:space="preserve">, </w:t>
      </w:r>
      <w:r w:rsidR="008C5C61" w:rsidRPr="004C3E92">
        <w:t>son air</w:t>
      </w:r>
      <w:r>
        <w:t xml:space="preserve">, </w:t>
      </w:r>
      <w:r w:rsidR="008C5C61" w:rsidRPr="004C3E92">
        <w:t>son habit</w:t>
      </w:r>
      <w:r>
        <w:t xml:space="preserve">, </w:t>
      </w:r>
      <w:r w:rsidR="008C5C61" w:rsidRPr="004C3E92">
        <w:t>son cheval</w:t>
      </w:r>
      <w:r>
        <w:t xml:space="preserve"> ! </w:t>
      </w:r>
      <w:r w:rsidR="008C5C61" w:rsidRPr="004C3E92">
        <w:t>Je savais bien qu</w:t>
      </w:r>
      <w:r>
        <w:t>’</w:t>
      </w:r>
      <w:r w:rsidR="008C5C61" w:rsidRPr="004C3E92">
        <w:t>il viendrait bientôt</w:t>
      </w:r>
      <w:r>
        <w:t> !</w:t>
      </w:r>
    </w:p>
    <w:p w14:paraId="797E742A" w14:textId="77777777" w:rsidR="004A4993" w:rsidRDefault="008C5C61" w:rsidP="004A4993">
      <w:r w:rsidRPr="004C3E92">
        <w:t>Elle s</w:t>
      </w:r>
      <w:r w:rsidR="004A4993">
        <w:t>’</w:t>
      </w:r>
      <w:r w:rsidRPr="004C3E92">
        <w:t>avança avec empressement tout en parlant</w:t>
      </w:r>
      <w:r w:rsidR="004A4993">
        <w:t xml:space="preserve"> ; </w:t>
      </w:r>
      <w:r w:rsidRPr="004C3E92">
        <w:t xml:space="preserve">et </w:t>
      </w:r>
      <w:proofErr w:type="spellStart"/>
      <w:r w:rsidRPr="004C3E92">
        <w:t>El</w:t>
      </w:r>
      <w:r w:rsidRPr="004C3E92">
        <w:t>i</w:t>
      </w:r>
      <w:r w:rsidRPr="004C3E92">
        <w:t>nor</w:t>
      </w:r>
      <w:proofErr w:type="spellEnd"/>
      <w:r w:rsidR="004A4993">
        <w:t xml:space="preserve">, </w:t>
      </w:r>
      <w:r w:rsidRPr="004C3E92">
        <w:t>pour empêcher Marianne de se faire remarquer</w:t>
      </w:r>
      <w:r w:rsidR="004A4993">
        <w:t xml:space="preserve">, </w:t>
      </w:r>
      <w:r w:rsidRPr="004C3E92">
        <w:t>pressa le pas pour se maintenir à son côté</w:t>
      </w:r>
      <w:r w:rsidR="004A4993">
        <w:t xml:space="preserve">. </w:t>
      </w:r>
      <w:r w:rsidRPr="004C3E92">
        <w:t>Elles furent bientôt à une ce</w:t>
      </w:r>
      <w:r w:rsidRPr="004C3E92">
        <w:t>n</w:t>
      </w:r>
      <w:r w:rsidRPr="004C3E92">
        <w:t>taine de pas du gentleman</w:t>
      </w:r>
      <w:r w:rsidR="004A4993">
        <w:t xml:space="preserve">. </w:t>
      </w:r>
      <w:r w:rsidRPr="004C3E92">
        <w:t>Marianne regarda de nouveau</w:t>
      </w:r>
      <w:r w:rsidR="004A4993">
        <w:t xml:space="preserve"> ; </w:t>
      </w:r>
      <w:r w:rsidRPr="004C3E92">
        <w:t>elle sentit son cœur s</w:t>
      </w:r>
      <w:r w:rsidR="004A4993">
        <w:t>’</w:t>
      </w:r>
      <w:r w:rsidRPr="004C3E92">
        <w:t>affaisser</w:t>
      </w:r>
      <w:r w:rsidR="004A4993">
        <w:t xml:space="preserve">, </w:t>
      </w:r>
      <w:r w:rsidRPr="004C3E92">
        <w:t>et</w:t>
      </w:r>
      <w:r w:rsidR="004A4993">
        <w:t xml:space="preserve">, </w:t>
      </w:r>
      <w:proofErr w:type="gramStart"/>
      <w:r w:rsidRPr="004C3E92">
        <w:t>faisant brusquement</w:t>
      </w:r>
      <w:proofErr w:type="gramEnd"/>
      <w:r w:rsidRPr="004C3E92">
        <w:t xml:space="preserve"> demi-tour</w:t>
      </w:r>
      <w:r w:rsidR="004A4993">
        <w:t xml:space="preserve">, </w:t>
      </w:r>
      <w:r w:rsidRPr="004C3E92">
        <w:t>elle se hâtait de revenir en arrière</w:t>
      </w:r>
      <w:r w:rsidR="004A4993">
        <w:t xml:space="preserve">, </w:t>
      </w:r>
      <w:r w:rsidRPr="004C3E92">
        <w:t>lorsque</w:t>
      </w:r>
      <w:r w:rsidR="004A4993">
        <w:t xml:space="preserve">, </w:t>
      </w:r>
      <w:r w:rsidRPr="004C3E92">
        <w:t>au moment où la voix de ses deux sœurs s</w:t>
      </w:r>
      <w:r w:rsidR="004A4993">
        <w:t>’</w:t>
      </w:r>
      <w:r w:rsidRPr="004C3E92">
        <w:t>élevait pour la retenir</w:t>
      </w:r>
      <w:r w:rsidR="004A4993">
        <w:t xml:space="preserve">, </w:t>
      </w:r>
      <w:r w:rsidRPr="004C3E92">
        <w:t>une troisième</w:t>
      </w:r>
      <w:r w:rsidR="004A4993">
        <w:t xml:space="preserve">, </w:t>
      </w:r>
      <w:r w:rsidRPr="004C3E92">
        <w:t>presque aussi connue que celle de Willoughby</w:t>
      </w:r>
      <w:r w:rsidR="004A4993">
        <w:t xml:space="preserve">, </w:t>
      </w:r>
      <w:r w:rsidRPr="004C3E92">
        <w:t>se joignit à elles pour la supplier de s</w:t>
      </w:r>
      <w:r w:rsidR="004A4993">
        <w:t>’</w:t>
      </w:r>
      <w:r w:rsidRPr="004C3E92">
        <w:t>arrêter</w:t>
      </w:r>
      <w:r w:rsidR="004A4993">
        <w:t xml:space="preserve">, </w:t>
      </w:r>
      <w:r w:rsidRPr="004C3E92">
        <w:t>et elle se retourna</w:t>
      </w:r>
      <w:r w:rsidR="004A4993">
        <w:t xml:space="preserve">, </w:t>
      </w:r>
      <w:r w:rsidRPr="004C3E92">
        <w:t>surprise</w:t>
      </w:r>
      <w:r w:rsidR="004A4993">
        <w:t xml:space="preserve">, </w:t>
      </w:r>
      <w:r w:rsidRPr="004C3E92">
        <w:t xml:space="preserve">pour apercevoir et accueillir Edward </w:t>
      </w:r>
      <w:proofErr w:type="spellStart"/>
      <w:r w:rsidRPr="004C3E92">
        <w:t>Ferrars</w:t>
      </w:r>
      <w:proofErr w:type="spellEnd"/>
      <w:r w:rsidR="004A4993">
        <w:t>.</w:t>
      </w:r>
    </w:p>
    <w:p w14:paraId="19527DA6" w14:textId="77777777" w:rsidR="004A4993" w:rsidRDefault="008C5C61" w:rsidP="004A4993">
      <w:r w:rsidRPr="004C3E92">
        <w:t>Il était la seule personne au monde à qui elle pût</w:t>
      </w:r>
      <w:r w:rsidR="004A4993">
        <w:t xml:space="preserve">, </w:t>
      </w:r>
      <w:r w:rsidRPr="004C3E92">
        <w:t>en cet instant</w:t>
      </w:r>
      <w:r w:rsidR="004A4993">
        <w:t xml:space="preserve">, </w:t>
      </w:r>
      <w:r w:rsidRPr="004C3E92">
        <w:t>pardonner de n</w:t>
      </w:r>
      <w:r w:rsidR="004A4993">
        <w:t>’</w:t>
      </w:r>
      <w:r w:rsidRPr="004C3E92">
        <w:t>être pas Willoughby</w:t>
      </w:r>
      <w:r w:rsidR="004A4993">
        <w:t xml:space="preserve"> ; </w:t>
      </w:r>
      <w:r w:rsidRPr="004C3E92">
        <w:t>la seule qui eût pu obtenir d</w:t>
      </w:r>
      <w:r w:rsidR="004A4993">
        <w:t>’</w:t>
      </w:r>
      <w:r w:rsidRPr="004C3E92">
        <w:t>elle un sourire</w:t>
      </w:r>
      <w:r w:rsidR="004A4993">
        <w:t xml:space="preserve"> ; </w:t>
      </w:r>
      <w:r w:rsidRPr="004C3E92">
        <w:t>mais elle dissipa ses larmes pour lui sourire</w:t>
      </w:r>
      <w:r w:rsidR="004A4993">
        <w:t xml:space="preserve">, </w:t>
      </w:r>
      <w:r w:rsidRPr="004C3E92">
        <w:t>et</w:t>
      </w:r>
      <w:r w:rsidR="004A4993">
        <w:t xml:space="preserve">, </w:t>
      </w:r>
      <w:r w:rsidRPr="004C3E92">
        <w:t>dans le bonheur de sa sœur elle oublia momentan</w:t>
      </w:r>
      <w:r w:rsidRPr="004C3E92">
        <w:t>é</w:t>
      </w:r>
      <w:r w:rsidRPr="004C3E92">
        <w:t>ment sa propre déception</w:t>
      </w:r>
      <w:r w:rsidR="004A4993">
        <w:t>.</w:t>
      </w:r>
    </w:p>
    <w:p w14:paraId="1A456414" w14:textId="77777777" w:rsidR="004A4993" w:rsidRDefault="008C5C61" w:rsidP="004A4993">
      <w:r w:rsidRPr="004C3E92">
        <w:lastRenderedPageBreak/>
        <w:t>Il mit pied à terre</w:t>
      </w:r>
      <w:r w:rsidR="004A4993">
        <w:t xml:space="preserve">, </w:t>
      </w:r>
      <w:r w:rsidRPr="004C3E92">
        <w:t>et</w:t>
      </w:r>
      <w:r w:rsidR="004A4993">
        <w:t xml:space="preserve">, </w:t>
      </w:r>
      <w:r w:rsidRPr="004C3E92">
        <w:t>abandonnant son cheval à son d</w:t>
      </w:r>
      <w:r w:rsidRPr="004C3E92">
        <w:t>o</w:t>
      </w:r>
      <w:r w:rsidRPr="004C3E92">
        <w:t>mestique</w:t>
      </w:r>
      <w:r w:rsidR="004A4993">
        <w:t xml:space="preserve">, </w:t>
      </w:r>
      <w:r w:rsidRPr="004C3E92">
        <w:t>retourna à pied avec elles à Barton</w:t>
      </w:r>
      <w:r w:rsidR="004A4993">
        <w:t xml:space="preserve">, </w:t>
      </w:r>
      <w:r w:rsidRPr="004C3E92">
        <w:t>où il se rendait dans le dessein de leur faire une visite</w:t>
      </w:r>
      <w:r w:rsidR="004A4993">
        <w:t>.</w:t>
      </w:r>
    </w:p>
    <w:p w14:paraId="3E61589F" w14:textId="77777777" w:rsidR="004A4993" w:rsidRDefault="008C5C61" w:rsidP="004A4993">
      <w:r w:rsidRPr="004C3E92">
        <w:t>Il fut accueilli par elles toutes avec beaucoup de cordialité</w:t>
      </w:r>
      <w:r w:rsidR="004A4993">
        <w:t xml:space="preserve">, </w:t>
      </w:r>
      <w:r w:rsidRPr="004C3E92">
        <w:t>mais surtout par Marianne</w:t>
      </w:r>
      <w:r w:rsidR="004A4993">
        <w:t xml:space="preserve">, </w:t>
      </w:r>
      <w:r w:rsidRPr="004C3E92">
        <w:t>qui manifesta plus de chaleur affe</w:t>
      </w:r>
      <w:r w:rsidRPr="004C3E92">
        <w:t>c</w:t>
      </w:r>
      <w:r w:rsidRPr="004C3E92">
        <w:t>tueuse dans la réception qu</w:t>
      </w:r>
      <w:r w:rsidR="004A4993">
        <w:t>’</w:t>
      </w:r>
      <w:r w:rsidRPr="004C3E92">
        <w:t>elle lui fit</w:t>
      </w:r>
      <w:r w:rsidR="004A4993">
        <w:t xml:space="preserve">, </w:t>
      </w:r>
      <w:r w:rsidRPr="004C3E92">
        <w:t>qu</w:t>
      </w:r>
      <w:r w:rsidR="004A4993">
        <w:t>’</w:t>
      </w:r>
      <w:proofErr w:type="spellStart"/>
      <w:r w:rsidRPr="004C3E92">
        <w:t>Elinor</w:t>
      </w:r>
      <w:proofErr w:type="spellEnd"/>
      <w:r w:rsidRPr="004C3E92">
        <w:t xml:space="preserve"> elle-même</w:t>
      </w:r>
      <w:r w:rsidR="004A4993">
        <w:t xml:space="preserve">. </w:t>
      </w:r>
      <w:r w:rsidRPr="004C3E92">
        <w:t>Pour Marianne</w:t>
      </w:r>
      <w:r w:rsidR="004A4993">
        <w:t xml:space="preserve">, </w:t>
      </w:r>
      <w:r w:rsidRPr="004C3E92">
        <w:t>en effet</w:t>
      </w:r>
      <w:r w:rsidR="004A4993">
        <w:t xml:space="preserve">, </w:t>
      </w:r>
      <w:r w:rsidRPr="004C3E92">
        <w:t>la rencontre d</w:t>
      </w:r>
      <w:r w:rsidR="004A4993">
        <w:t>’</w:t>
      </w:r>
      <w:r w:rsidRPr="004C3E92">
        <w:t>Edward et de sa sœur ne fut qu</w:t>
      </w:r>
      <w:r w:rsidR="004A4993">
        <w:t>’</w:t>
      </w:r>
      <w:r w:rsidRPr="004C3E92">
        <w:t>une continuation de cette froideur inexplicable qu</w:t>
      </w:r>
      <w:r w:rsidR="004A4993">
        <w:t>’</w:t>
      </w:r>
      <w:r w:rsidRPr="004C3E92">
        <w:t>elle avait souvent constatée</w:t>
      </w:r>
      <w:r w:rsidR="004A4993">
        <w:t xml:space="preserve">, </w:t>
      </w:r>
      <w:r w:rsidRPr="004C3E92">
        <w:t xml:space="preserve">à </w:t>
      </w:r>
      <w:proofErr w:type="spellStart"/>
      <w:r w:rsidRPr="004C3E92">
        <w:t>Norland</w:t>
      </w:r>
      <w:proofErr w:type="spellEnd"/>
      <w:r w:rsidR="004A4993">
        <w:t xml:space="preserve">, </w:t>
      </w:r>
      <w:r w:rsidRPr="004C3E92">
        <w:t>dans leur attitude mutuelle</w:t>
      </w:r>
      <w:r w:rsidR="004A4993">
        <w:t xml:space="preserve">. </w:t>
      </w:r>
      <w:r w:rsidRPr="004C3E92">
        <w:t>De la part d</w:t>
      </w:r>
      <w:r w:rsidR="004A4993">
        <w:t>’</w:t>
      </w:r>
      <w:r w:rsidRPr="004C3E92">
        <w:t>Edward</w:t>
      </w:r>
      <w:r w:rsidR="004A4993">
        <w:t xml:space="preserve">, </w:t>
      </w:r>
      <w:r w:rsidRPr="004C3E92">
        <w:t>plus particulièrement</w:t>
      </w:r>
      <w:r w:rsidR="004A4993">
        <w:t xml:space="preserve">, </w:t>
      </w:r>
      <w:r w:rsidRPr="004C3E92">
        <w:t>il y manquait tout ce qu</w:t>
      </w:r>
      <w:r w:rsidR="004A4993">
        <w:t>’</w:t>
      </w:r>
      <w:r w:rsidRPr="004C3E92">
        <w:t>un amoureux doit exprimer</w:t>
      </w:r>
      <w:r w:rsidR="004A4993">
        <w:t xml:space="preserve">, </w:t>
      </w:r>
      <w:r w:rsidRPr="004C3E92">
        <w:t>par les regards et la parole</w:t>
      </w:r>
      <w:r w:rsidR="004A4993">
        <w:t xml:space="preserve">, </w:t>
      </w:r>
      <w:r w:rsidRPr="004C3E92">
        <w:t>dans une circonstance semblable</w:t>
      </w:r>
      <w:r w:rsidR="004A4993">
        <w:t xml:space="preserve">. </w:t>
      </w:r>
      <w:r w:rsidRPr="004C3E92">
        <w:t>Il fut confus</w:t>
      </w:r>
      <w:r w:rsidR="004A4993">
        <w:t xml:space="preserve">, </w:t>
      </w:r>
      <w:r w:rsidRPr="004C3E92">
        <w:t>parut à peine éprouver quelque plaisir à les voir</w:t>
      </w:r>
      <w:r w:rsidR="004A4993">
        <w:t xml:space="preserve">, </w:t>
      </w:r>
      <w:r w:rsidRPr="004C3E92">
        <w:t>ne sembla ni ravi</w:t>
      </w:r>
      <w:r w:rsidR="004A4993">
        <w:t xml:space="preserve">, </w:t>
      </w:r>
      <w:r w:rsidRPr="004C3E92">
        <w:t>ni gai</w:t>
      </w:r>
      <w:r w:rsidR="004A4993">
        <w:t xml:space="preserve">, </w:t>
      </w:r>
      <w:r w:rsidRPr="004C3E92">
        <w:t>pa</w:t>
      </w:r>
      <w:r w:rsidRPr="004C3E92">
        <w:t>r</w:t>
      </w:r>
      <w:r w:rsidRPr="004C3E92">
        <w:t>la peu</w:t>
      </w:r>
      <w:r w:rsidR="004A4993">
        <w:t xml:space="preserve">, </w:t>
      </w:r>
      <w:r w:rsidRPr="004C3E92">
        <w:t>en dehors de ce qui lui fut tiré de force par leurs interr</w:t>
      </w:r>
      <w:r w:rsidRPr="004C3E92">
        <w:t>o</w:t>
      </w:r>
      <w:r w:rsidRPr="004C3E92">
        <w:t>gations</w:t>
      </w:r>
      <w:r w:rsidR="004A4993">
        <w:t xml:space="preserve">, </w:t>
      </w:r>
      <w:r w:rsidRPr="004C3E92">
        <w:t xml:space="preserve">et ne distingua </w:t>
      </w:r>
      <w:proofErr w:type="spellStart"/>
      <w:r w:rsidRPr="004C3E92">
        <w:t>Elinor</w:t>
      </w:r>
      <w:proofErr w:type="spellEnd"/>
      <w:r w:rsidRPr="004C3E92">
        <w:t xml:space="preserve"> par aucune marque d</w:t>
      </w:r>
      <w:r w:rsidR="004A4993">
        <w:t>’</w:t>
      </w:r>
      <w:r w:rsidRPr="004C3E92">
        <w:t>affection</w:t>
      </w:r>
      <w:r w:rsidR="004A4993">
        <w:t xml:space="preserve">. </w:t>
      </w:r>
      <w:r w:rsidRPr="004C3E92">
        <w:t>Marianne vit et écouta avec une surprise croissante</w:t>
      </w:r>
      <w:r w:rsidR="004A4993">
        <w:t xml:space="preserve">. </w:t>
      </w:r>
      <w:r w:rsidRPr="004C3E92">
        <w:t>Elle co</w:t>
      </w:r>
      <w:r w:rsidRPr="004C3E92">
        <w:t>m</w:t>
      </w:r>
      <w:r w:rsidRPr="004C3E92">
        <w:t>mença presque à éprouver de l</w:t>
      </w:r>
      <w:r w:rsidR="004A4993">
        <w:t>’</w:t>
      </w:r>
      <w:r w:rsidRPr="004C3E92">
        <w:t>aversion à l</w:t>
      </w:r>
      <w:r w:rsidR="004A4993">
        <w:t>’</w:t>
      </w:r>
      <w:r w:rsidRPr="004C3E92">
        <w:t>égard d</w:t>
      </w:r>
      <w:r w:rsidR="004A4993">
        <w:t>’</w:t>
      </w:r>
      <w:r w:rsidRPr="004C3E92">
        <w:t>Edward</w:t>
      </w:r>
      <w:r w:rsidR="004A4993">
        <w:t xml:space="preserve">, </w:t>
      </w:r>
      <w:r w:rsidRPr="004C3E92">
        <w:t>et cela se termina</w:t>
      </w:r>
      <w:r w:rsidR="004A4993">
        <w:t xml:space="preserve">, </w:t>
      </w:r>
      <w:r w:rsidRPr="004C3E92">
        <w:t>comme devait se terminer chez elle tout sent</w:t>
      </w:r>
      <w:r w:rsidRPr="004C3E92">
        <w:t>i</w:t>
      </w:r>
      <w:r w:rsidRPr="004C3E92">
        <w:t>ment</w:t>
      </w:r>
      <w:r w:rsidR="004A4993">
        <w:t xml:space="preserve">, </w:t>
      </w:r>
      <w:r w:rsidRPr="004C3E92">
        <w:t>par un rappel de ses pensées vers Willoughby</w:t>
      </w:r>
      <w:r w:rsidR="004A4993">
        <w:t xml:space="preserve">, </w:t>
      </w:r>
      <w:r w:rsidRPr="004C3E92">
        <w:t>dont les f</w:t>
      </w:r>
      <w:r w:rsidRPr="004C3E92">
        <w:t>a</w:t>
      </w:r>
      <w:r w:rsidRPr="004C3E92">
        <w:t>çons constituaient un contraste suffisamment frappant avec ce</w:t>
      </w:r>
      <w:r w:rsidRPr="004C3E92">
        <w:t>l</w:t>
      </w:r>
      <w:r w:rsidRPr="004C3E92">
        <w:t>les de son frère présomptif</w:t>
      </w:r>
      <w:r w:rsidR="004A4993">
        <w:t>.</w:t>
      </w:r>
    </w:p>
    <w:p w14:paraId="6B903F56" w14:textId="77777777" w:rsidR="004A4993" w:rsidRDefault="008C5C61" w:rsidP="004A4993">
      <w:r w:rsidRPr="004C3E92">
        <w:t>Après un bref silence qui succéda à la première surprise et aux interrogations relatives à cette rencontre</w:t>
      </w:r>
      <w:r w:rsidR="004A4993">
        <w:t xml:space="preserve">, </w:t>
      </w:r>
      <w:r w:rsidRPr="004C3E92">
        <w:t>Marianne d</w:t>
      </w:r>
      <w:r w:rsidRPr="004C3E92">
        <w:t>e</w:t>
      </w:r>
      <w:r w:rsidRPr="004C3E92">
        <w:t>manda à Edward s</w:t>
      </w:r>
      <w:r w:rsidR="004A4993">
        <w:t>’</w:t>
      </w:r>
      <w:r w:rsidRPr="004C3E92">
        <w:t>il venait tout droit de Londres</w:t>
      </w:r>
      <w:r w:rsidR="004A4993">
        <w:t xml:space="preserve">. </w:t>
      </w:r>
      <w:r w:rsidRPr="004C3E92">
        <w:t>Non</w:t>
      </w:r>
      <w:r w:rsidR="004A4993">
        <w:t xml:space="preserve"> ; </w:t>
      </w:r>
      <w:r w:rsidRPr="004C3E92">
        <w:t>il était dans le Devonshire depuis quinze jours</w:t>
      </w:r>
      <w:r w:rsidR="004A4993">
        <w:t>.</w:t>
      </w:r>
    </w:p>
    <w:p w14:paraId="3CFC2C2E" w14:textId="77777777" w:rsidR="004A4993" w:rsidRDefault="004A4993" w:rsidP="004A4993">
      <w:r>
        <w:t>— </w:t>
      </w:r>
      <w:r w:rsidR="008C5C61" w:rsidRPr="004C3E92">
        <w:t>Quinze jours</w:t>
      </w:r>
      <w:r>
        <w:t xml:space="preserve"> ! </w:t>
      </w:r>
      <w:r w:rsidR="008C5C61" w:rsidRPr="004C3E92">
        <w:t>répéta-t-elle</w:t>
      </w:r>
      <w:r>
        <w:t xml:space="preserve">, </w:t>
      </w:r>
      <w:r w:rsidR="008C5C61" w:rsidRPr="004C3E92">
        <w:t>surprise de ce qu</w:t>
      </w:r>
      <w:r>
        <w:t>’</w:t>
      </w:r>
      <w:r w:rsidR="008C5C61" w:rsidRPr="004C3E92">
        <w:t>il se fût trouvé depuis si longtemps dans la même région qu</w:t>
      </w:r>
      <w:r>
        <w:t>’</w:t>
      </w:r>
      <w:proofErr w:type="spellStart"/>
      <w:r w:rsidR="008C5C61" w:rsidRPr="004C3E92">
        <w:t>Elinor</w:t>
      </w:r>
      <w:proofErr w:type="spellEnd"/>
      <w:r w:rsidR="008C5C61" w:rsidRPr="004C3E92">
        <w:t xml:space="preserve"> sans l</w:t>
      </w:r>
      <w:r>
        <w:t>’</w:t>
      </w:r>
      <w:r w:rsidR="008C5C61" w:rsidRPr="004C3E92">
        <w:t>avoir vue plus tôt</w:t>
      </w:r>
      <w:r>
        <w:t>.</w:t>
      </w:r>
    </w:p>
    <w:p w14:paraId="43A8D1A0" w14:textId="77777777" w:rsidR="004A4993" w:rsidRDefault="008C5C61" w:rsidP="004A4993">
      <w:r w:rsidRPr="004C3E92">
        <w:t>Il eut l</w:t>
      </w:r>
      <w:r w:rsidR="004A4993">
        <w:t>’</w:t>
      </w:r>
      <w:r w:rsidRPr="004C3E92">
        <w:t>air assez chagriné</w:t>
      </w:r>
      <w:r w:rsidR="004A4993">
        <w:t xml:space="preserve">, </w:t>
      </w:r>
      <w:r w:rsidRPr="004C3E92">
        <w:t>en ajoutant qu</w:t>
      </w:r>
      <w:r w:rsidR="004A4993">
        <w:t>’</w:t>
      </w:r>
      <w:r w:rsidRPr="004C3E92">
        <w:t>il avait séjourné chez des amis près de Plymouth</w:t>
      </w:r>
      <w:r w:rsidR="004A4993">
        <w:t>.</w:t>
      </w:r>
    </w:p>
    <w:p w14:paraId="1FA3B692" w14:textId="77777777" w:rsidR="004A4993" w:rsidRDefault="004A4993" w:rsidP="004A4993">
      <w:r>
        <w:lastRenderedPageBreak/>
        <w:t>— </w:t>
      </w:r>
      <w:r w:rsidR="008C5C61" w:rsidRPr="004C3E92">
        <w:t>Avez-vous été récemment dans le Sussex</w:t>
      </w:r>
      <w:r>
        <w:t xml:space="preserve"> ? </w:t>
      </w:r>
      <w:r w:rsidR="008C5C61" w:rsidRPr="004C3E92">
        <w:t xml:space="preserve">dit </w:t>
      </w:r>
      <w:proofErr w:type="spellStart"/>
      <w:r w:rsidR="008C5C61" w:rsidRPr="004C3E92">
        <w:t>Elinor</w:t>
      </w:r>
      <w:proofErr w:type="spellEnd"/>
      <w:r>
        <w:t>.</w:t>
      </w:r>
    </w:p>
    <w:p w14:paraId="174E269A" w14:textId="77777777" w:rsidR="004A4993" w:rsidRDefault="004A4993" w:rsidP="004A4993">
      <w:r>
        <w:t>— </w:t>
      </w:r>
      <w:r w:rsidR="008C5C61" w:rsidRPr="004C3E92">
        <w:t>J</w:t>
      </w:r>
      <w:r>
        <w:t>’</w:t>
      </w:r>
      <w:r w:rsidR="008C5C61" w:rsidRPr="004C3E92">
        <w:t xml:space="preserve">ai été à </w:t>
      </w:r>
      <w:proofErr w:type="spellStart"/>
      <w:r w:rsidR="008C5C61" w:rsidRPr="004C3E92">
        <w:t>Norland</w:t>
      </w:r>
      <w:proofErr w:type="spellEnd"/>
      <w:r>
        <w:t xml:space="preserve">, </w:t>
      </w:r>
      <w:r w:rsidR="008C5C61" w:rsidRPr="004C3E92">
        <w:t>il y a environ un mois</w:t>
      </w:r>
      <w:r>
        <w:t>.</w:t>
      </w:r>
    </w:p>
    <w:p w14:paraId="21B3A384" w14:textId="77777777" w:rsidR="004A4993" w:rsidRDefault="004A4993" w:rsidP="004A4993">
      <w:r>
        <w:t>— </w:t>
      </w:r>
      <w:r w:rsidR="008C5C61" w:rsidRPr="004C3E92">
        <w:t>Et quel air a ce cher</w:t>
      </w:r>
      <w:r>
        <w:t xml:space="preserve">, </w:t>
      </w:r>
      <w:r w:rsidR="008C5C61" w:rsidRPr="004C3E92">
        <w:t xml:space="preserve">cher </w:t>
      </w:r>
      <w:proofErr w:type="spellStart"/>
      <w:r w:rsidR="008C5C61" w:rsidRPr="004C3E92">
        <w:t>Norland</w:t>
      </w:r>
      <w:proofErr w:type="spellEnd"/>
      <w:r>
        <w:t xml:space="preserve"> ? </w:t>
      </w:r>
      <w:r w:rsidR="008C5C61" w:rsidRPr="004C3E92">
        <w:t>s</w:t>
      </w:r>
      <w:r>
        <w:t>’</w:t>
      </w:r>
      <w:r w:rsidR="008C5C61" w:rsidRPr="004C3E92">
        <w:t>écria Marianne</w:t>
      </w:r>
      <w:r>
        <w:t>.</w:t>
      </w:r>
    </w:p>
    <w:p w14:paraId="7ED5265B" w14:textId="77777777" w:rsidR="004A4993" w:rsidRDefault="004A4993" w:rsidP="004A4993">
      <w:r>
        <w:t>— </w:t>
      </w:r>
      <w:r w:rsidR="008C5C61" w:rsidRPr="004C3E92">
        <w:t>Ce cher</w:t>
      </w:r>
      <w:r>
        <w:t xml:space="preserve">, </w:t>
      </w:r>
      <w:r w:rsidR="008C5C61" w:rsidRPr="004C3E92">
        <w:t xml:space="preserve">cher </w:t>
      </w:r>
      <w:proofErr w:type="spellStart"/>
      <w:r w:rsidR="008C5C61" w:rsidRPr="004C3E92">
        <w:t>Norland</w:t>
      </w:r>
      <w:proofErr w:type="spellEnd"/>
      <w:r>
        <w:t xml:space="preserve">, </w:t>
      </w:r>
      <w:r w:rsidR="008C5C61" w:rsidRPr="004C3E92">
        <w:t xml:space="preserve">dit </w:t>
      </w:r>
      <w:proofErr w:type="spellStart"/>
      <w:r w:rsidR="008C5C61" w:rsidRPr="004C3E92">
        <w:t>Elinor</w:t>
      </w:r>
      <w:proofErr w:type="spellEnd"/>
      <w:r>
        <w:t xml:space="preserve">, </w:t>
      </w:r>
      <w:r w:rsidR="008C5C61" w:rsidRPr="004C3E92">
        <w:t>a probablement à peu près le même air qu</w:t>
      </w:r>
      <w:r>
        <w:t>’</w:t>
      </w:r>
      <w:r w:rsidR="008C5C61" w:rsidRPr="004C3E92">
        <w:t>il a toujours à cette époque de l</w:t>
      </w:r>
      <w:r>
        <w:t>’</w:t>
      </w:r>
      <w:r w:rsidR="008C5C61" w:rsidRPr="004C3E92">
        <w:t>année</w:t>
      </w:r>
      <w:r>
        <w:t xml:space="preserve"> – </w:t>
      </w:r>
      <w:r w:rsidR="008C5C61" w:rsidRPr="004C3E92">
        <w:t>les bois et les chemins couverts d</w:t>
      </w:r>
      <w:r>
        <w:t>’</w:t>
      </w:r>
      <w:r w:rsidR="008C5C61" w:rsidRPr="004C3E92">
        <w:t>une couche épaisse de feuilles</w:t>
      </w:r>
      <w:r>
        <w:t>.</w:t>
      </w:r>
    </w:p>
    <w:p w14:paraId="34B80527" w14:textId="77777777" w:rsidR="004A4993" w:rsidRDefault="004A4993" w:rsidP="004A4993">
      <w:r>
        <w:t>— </w:t>
      </w:r>
      <w:r w:rsidR="008C5C61" w:rsidRPr="004C3E92">
        <w:t>Oh</w:t>
      </w:r>
      <w:r>
        <w:t xml:space="preserve"> ! </w:t>
      </w:r>
      <w:r w:rsidR="008C5C61" w:rsidRPr="004C3E92">
        <w:t>s</w:t>
      </w:r>
      <w:r>
        <w:t>’</w:t>
      </w:r>
      <w:r w:rsidR="008C5C61" w:rsidRPr="004C3E92">
        <w:t>écria Marianne</w:t>
      </w:r>
      <w:r>
        <w:t xml:space="preserve">, </w:t>
      </w:r>
      <w:r w:rsidR="008C5C61" w:rsidRPr="004C3E92">
        <w:t>avec quels transports je les voyais tomber</w:t>
      </w:r>
      <w:r>
        <w:t xml:space="preserve">, </w:t>
      </w:r>
      <w:r w:rsidR="008C5C61" w:rsidRPr="004C3E92">
        <w:t>naguère</w:t>
      </w:r>
      <w:r>
        <w:t xml:space="preserve"> ! </w:t>
      </w:r>
      <w:r w:rsidR="008C5C61" w:rsidRPr="004C3E92">
        <w:t>Comme je me plaisais</w:t>
      </w:r>
      <w:r>
        <w:t xml:space="preserve">, </w:t>
      </w:r>
      <w:r w:rsidR="008C5C61" w:rsidRPr="004C3E92">
        <w:t>en marchant</w:t>
      </w:r>
      <w:r>
        <w:t xml:space="preserve">, </w:t>
      </w:r>
      <w:r w:rsidR="008C5C61" w:rsidRPr="004C3E92">
        <w:t>à les voir chassées en rafales autour de moi par le vent</w:t>
      </w:r>
      <w:r>
        <w:t xml:space="preserve"> ! </w:t>
      </w:r>
      <w:r w:rsidR="008C5C61" w:rsidRPr="004C3E92">
        <w:t>Quels sentiments elles m</w:t>
      </w:r>
      <w:r>
        <w:t>’</w:t>
      </w:r>
      <w:r w:rsidR="008C5C61" w:rsidRPr="004C3E92">
        <w:t>ont inspirés</w:t>
      </w:r>
      <w:r>
        <w:t xml:space="preserve">, </w:t>
      </w:r>
      <w:r w:rsidR="008C5C61" w:rsidRPr="004C3E92">
        <w:t>elles</w:t>
      </w:r>
      <w:r>
        <w:t xml:space="preserve">, </w:t>
      </w:r>
      <w:r w:rsidR="008C5C61" w:rsidRPr="004C3E92">
        <w:t>la saison</w:t>
      </w:r>
      <w:r>
        <w:t xml:space="preserve">, </w:t>
      </w:r>
      <w:r w:rsidR="008C5C61" w:rsidRPr="004C3E92">
        <w:t>et l</w:t>
      </w:r>
      <w:r>
        <w:t>’</w:t>
      </w:r>
      <w:r w:rsidR="008C5C61" w:rsidRPr="004C3E92">
        <w:t>air</w:t>
      </w:r>
      <w:r>
        <w:t xml:space="preserve">, </w:t>
      </w:r>
      <w:proofErr w:type="spellStart"/>
      <w:r w:rsidR="008C5C61" w:rsidRPr="004C3E92">
        <w:t>tout</w:t>
      </w:r>
      <w:proofErr w:type="spellEnd"/>
      <w:r w:rsidR="008C5C61" w:rsidRPr="004C3E92">
        <w:t xml:space="preserve"> ensemble</w:t>
      </w:r>
      <w:r>
        <w:t xml:space="preserve"> ! </w:t>
      </w:r>
      <w:r w:rsidR="008C5C61" w:rsidRPr="004C3E92">
        <w:t>Maintenant</w:t>
      </w:r>
      <w:r>
        <w:t xml:space="preserve">, </w:t>
      </w:r>
      <w:r w:rsidR="008C5C61" w:rsidRPr="004C3E92">
        <w:t>il n</w:t>
      </w:r>
      <w:r>
        <w:t>’</w:t>
      </w:r>
      <w:r w:rsidR="008C5C61" w:rsidRPr="004C3E92">
        <w:t>y a personne pour s</w:t>
      </w:r>
      <w:r>
        <w:t>’</w:t>
      </w:r>
      <w:r w:rsidR="008C5C61" w:rsidRPr="004C3E92">
        <w:t>en préoccuper</w:t>
      </w:r>
      <w:r>
        <w:t xml:space="preserve">. </w:t>
      </w:r>
      <w:r w:rsidR="008C5C61" w:rsidRPr="004C3E92">
        <w:t>On ne les voit que comme une chose désagréable</w:t>
      </w:r>
      <w:r>
        <w:t xml:space="preserve">, </w:t>
      </w:r>
      <w:r w:rsidR="008C5C61" w:rsidRPr="004C3E92">
        <w:t>on s</w:t>
      </w:r>
      <w:r>
        <w:t>’</w:t>
      </w:r>
      <w:r w:rsidR="008C5C61" w:rsidRPr="004C3E92">
        <w:t>en débarrasse bien vite</w:t>
      </w:r>
      <w:r>
        <w:t xml:space="preserve">, </w:t>
      </w:r>
      <w:r w:rsidR="008C5C61" w:rsidRPr="004C3E92">
        <w:t>et on les chasse autant que possible de sa vue</w:t>
      </w:r>
      <w:r>
        <w:t> !</w:t>
      </w:r>
    </w:p>
    <w:p w14:paraId="329053FA" w14:textId="77777777" w:rsidR="004A4993" w:rsidRDefault="004A4993" w:rsidP="004A4993">
      <w:r>
        <w:t>— </w:t>
      </w:r>
      <w:r w:rsidR="008C5C61" w:rsidRPr="004C3E92">
        <w:t>Ce n</w:t>
      </w:r>
      <w:r>
        <w:t>’</w:t>
      </w:r>
      <w:r w:rsidR="008C5C61" w:rsidRPr="004C3E92">
        <w:t>est pas tout le monde</w:t>
      </w:r>
      <w:r>
        <w:t xml:space="preserve">, </w:t>
      </w:r>
      <w:r w:rsidR="008C5C61" w:rsidRPr="004C3E92">
        <w:t xml:space="preserve">dit </w:t>
      </w:r>
      <w:proofErr w:type="spellStart"/>
      <w:r w:rsidR="008C5C61" w:rsidRPr="004C3E92">
        <w:t>Elinor</w:t>
      </w:r>
      <w:proofErr w:type="spellEnd"/>
      <w:r>
        <w:t xml:space="preserve">, </w:t>
      </w:r>
      <w:r w:rsidR="008C5C61" w:rsidRPr="004C3E92">
        <w:t>qui a ta passion pour les feuilles mortes</w:t>
      </w:r>
      <w:r>
        <w:t>.</w:t>
      </w:r>
    </w:p>
    <w:p w14:paraId="20C8CCDF" w14:textId="77777777" w:rsidR="004A4993" w:rsidRDefault="004A4993" w:rsidP="004A4993">
      <w:r>
        <w:t>— </w:t>
      </w:r>
      <w:r w:rsidR="008C5C61" w:rsidRPr="004C3E92">
        <w:t>Non</w:t>
      </w:r>
      <w:r>
        <w:t xml:space="preserve"> ; </w:t>
      </w:r>
      <w:r w:rsidR="008C5C61" w:rsidRPr="004C3E92">
        <w:t>mes sentiments ne sont pas souvent partagés</w:t>
      </w:r>
      <w:r>
        <w:t xml:space="preserve">, </w:t>
      </w:r>
      <w:r w:rsidR="008C5C61" w:rsidRPr="004C3E92">
        <w:t>pas souvent compris</w:t>
      </w:r>
      <w:r>
        <w:t xml:space="preserve">. </w:t>
      </w:r>
      <w:r w:rsidR="008C5C61" w:rsidRPr="004C3E92">
        <w:t xml:space="preserve">Mais </w:t>
      </w:r>
      <w:r w:rsidR="008C5C61" w:rsidRPr="004C3E92">
        <w:rPr>
          <w:i/>
          <w:iCs/>
        </w:rPr>
        <w:t>quelquefois</w:t>
      </w:r>
      <w:r w:rsidR="008C5C61" w:rsidRPr="004C3E92">
        <w:t xml:space="preserve"> ils le sont</w:t>
      </w:r>
      <w:r>
        <w:t xml:space="preserve">. </w:t>
      </w:r>
      <w:r w:rsidR="008C5C61" w:rsidRPr="004C3E92">
        <w:t>En disant cela</w:t>
      </w:r>
      <w:r>
        <w:t xml:space="preserve">, </w:t>
      </w:r>
      <w:r w:rsidR="008C5C61" w:rsidRPr="004C3E92">
        <w:t>e</w:t>
      </w:r>
      <w:r w:rsidR="008C5C61" w:rsidRPr="004C3E92">
        <w:t>l</w:t>
      </w:r>
      <w:r w:rsidR="008C5C61" w:rsidRPr="004C3E92">
        <w:t>le se plongea quelques instants dans une rêverie</w:t>
      </w:r>
      <w:r>
        <w:t xml:space="preserve"> ; </w:t>
      </w:r>
      <w:r w:rsidR="008C5C61" w:rsidRPr="004C3E92">
        <w:t>mais</w:t>
      </w:r>
      <w:r>
        <w:t xml:space="preserve">, </w:t>
      </w:r>
      <w:r w:rsidR="008C5C61" w:rsidRPr="004C3E92">
        <w:t>se re</w:t>
      </w:r>
      <w:r w:rsidR="008C5C61" w:rsidRPr="004C3E92">
        <w:t>s</w:t>
      </w:r>
      <w:r w:rsidR="008C5C61" w:rsidRPr="004C3E92">
        <w:t>saisissant</w:t>
      </w:r>
      <w:r>
        <w:t> :</w:t>
      </w:r>
    </w:p>
    <w:p w14:paraId="072D95D5" w14:textId="77777777" w:rsidR="004A4993" w:rsidRDefault="004A4993" w:rsidP="004A4993">
      <w:r>
        <w:t>— </w:t>
      </w:r>
      <w:r w:rsidR="008C5C61" w:rsidRPr="004C3E92">
        <w:t>Eh bien</w:t>
      </w:r>
      <w:r>
        <w:t xml:space="preserve">, </w:t>
      </w:r>
      <w:r w:rsidR="008C5C61" w:rsidRPr="004C3E92">
        <w:t>Edward</w:t>
      </w:r>
      <w:r>
        <w:t xml:space="preserve">, </w:t>
      </w:r>
      <w:r w:rsidR="008C5C61" w:rsidRPr="004C3E92">
        <w:t>dit-elle</w:t>
      </w:r>
      <w:r>
        <w:t xml:space="preserve">, </w:t>
      </w:r>
      <w:r w:rsidR="008C5C61" w:rsidRPr="004C3E92">
        <w:t>appelant son attention sur la vue</w:t>
      </w:r>
      <w:r>
        <w:t xml:space="preserve">, </w:t>
      </w:r>
      <w:r w:rsidR="008C5C61" w:rsidRPr="004C3E92">
        <w:t>voici la vallée de Barton</w:t>
      </w:r>
      <w:r>
        <w:t xml:space="preserve">. </w:t>
      </w:r>
      <w:r w:rsidR="008C5C61" w:rsidRPr="004C3E92">
        <w:t>Levez les yeux sur elle</w:t>
      </w:r>
      <w:r>
        <w:t xml:space="preserve">, </w:t>
      </w:r>
      <w:r w:rsidR="008C5C61" w:rsidRPr="004C3E92">
        <w:t>et soyez calme</w:t>
      </w:r>
      <w:r>
        <w:t xml:space="preserve">, </w:t>
      </w:r>
      <w:r w:rsidR="008C5C61" w:rsidRPr="004C3E92">
        <w:t>si vous le pouvez</w:t>
      </w:r>
      <w:r>
        <w:t xml:space="preserve">. </w:t>
      </w:r>
      <w:r w:rsidR="008C5C61" w:rsidRPr="004C3E92">
        <w:t>Regardez ces collines</w:t>
      </w:r>
      <w:r>
        <w:t xml:space="preserve"> ! </w:t>
      </w:r>
      <w:r w:rsidR="008C5C61" w:rsidRPr="004C3E92">
        <w:t>Avez-vous j</w:t>
      </w:r>
      <w:r w:rsidR="008C5C61" w:rsidRPr="004C3E92">
        <w:t>a</w:t>
      </w:r>
      <w:r w:rsidR="008C5C61" w:rsidRPr="004C3E92">
        <w:t>mais vu leurs pareilles</w:t>
      </w:r>
      <w:r>
        <w:t xml:space="preserve"> ? </w:t>
      </w:r>
      <w:r w:rsidR="008C5C61" w:rsidRPr="004C3E92">
        <w:t>À gauche</w:t>
      </w:r>
      <w:r>
        <w:t xml:space="preserve">, </w:t>
      </w:r>
      <w:r w:rsidR="008C5C61" w:rsidRPr="004C3E92">
        <w:t>il y a Barton Park</w:t>
      </w:r>
      <w:r>
        <w:t xml:space="preserve">, </w:t>
      </w:r>
      <w:r w:rsidR="008C5C61" w:rsidRPr="004C3E92">
        <w:t>parmi ces bois et ces plantations</w:t>
      </w:r>
      <w:r>
        <w:t xml:space="preserve">. </w:t>
      </w:r>
      <w:r w:rsidR="008C5C61" w:rsidRPr="004C3E92">
        <w:t>Vous apercevez une extrémité de la ma</w:t>
      </w:r>
      <w:r w:rsidR="008C5C61" w:rsidRPr="004C3E92">
        <w:t>i</w:t>
      </w:r>
      <w:r w:rsidR="008C5C61" w:rsidRPr="004C3E92">
        <w:t>son</w:t>
      </w:r>
      <w:r>
        <w:t xml:space="preserve">. </w:t>
      </w:r>
      <w:r w:rsidR="008C5C61" w:rsidRPr="004C3E92">
        <w:t>Et là</w:t>
      </w:r>
      <w:r>
        <w:t xml:space="preserve">, </w:t>
      </w:r>
      <w:r w:rsidR="008C5C61" w:rsidRPr="004C3E92">
        <w:t>au pied de cette colline la plus éloignée</w:t>
      </w:r>
      <w:r>
        <w:t xml:space="preserve">, </w:t>
      </w:r>
      <w:r w:rsidR="008C5C61" w:rsidRPr="004C3E92">
        <w:t>qui s</w:t>
      </w:r>
      <w:r>
        <w:t>’</w:t>
      </w:r>
      <w:r w:rsidR="008C5C61" w:rsidRPr="004C3E92">
        <w:t>élève avec tant de grandeur</w:t>
      </w:r>
      <w:r>
        <w:t xml:space="preserve">, </w:t>
      </w:r>
      <w:r w:rsidR="008C5C61" w:rsidRPr="004C3E92">
        <w:t>est notre maisonnette</w:t>
      </w:r>
      <w:r>
        <w:t>.</w:t>
      </w:r>
    </w:p>
    <w:p w14:paraId="0D06F8BA" w14:textId="77777777" w:rsidR="004A4993" w:rsidRDefault="004A4993" w:rsidP="004A4993">
      <w:r>
        <w:lastRenderedPageBreak/>
        <w:t>— </w:t>
      </w:r>
      <w:r w:rsidR="008C5C61" w:rsidRPr="004C3E92">
        <w:t>C</w:t>
      </w:r>
      <w:r>
        <w:t>’</w:t>
      </w:r>
      <w:r w:rsidR="008C5C61" w:rsidRPr="004C3E92">
        <w:t>est une région magnifique</w:t>
      </w:r>
      <w:r>
        <w:t xml:space="preserve">, </w:t>
      </w:r>
      <w:r w:rsidR="008C5C61" w:rsidRPr="004C3E92">
        <w:t>répondit-il</w:t>
      </w:r>
      <w:r>
        <w:t xml:space="preserve"> ; </w:t>
      </w:r>
      <w:r w:rsidR="008C5C61" w:rsidRPr="004C3E92">
        <w:t>mais ces bas-fonds doivent être fangeux en hiver</w:t>
      </w:r>
      <w:r>
        <w:t>.</w:t>
      </w:r>
    </w:p>
    <w:p w14:paraId="683425C0" w14:textId="77777777" w:rsidR="004A4993" w:rsidRDefault="004A4993" w:rsidP="004A4993">
      <w:r>
        <w:t>— </w:t>
      </w:r>
      <w:r w:rsidR="008C5C61" w:rsidRPr="004C3E92">
        <w:t>Comment pouvez-vous penser à la boue</w:t>
      </w:r>
      <w:r>
        <w:t xml:space="preserve">, </w:t>
      </w:r>
      <w:r w:rsidR="008C5C61" w:rsidRPr="004C3E92">
        <w:t>avec de tels o</w:t>
      </w:r>
      <w:r w:rsidR="008C5C61" w:rsidRPr="004C3E92">
        <w:t>b</w:t>
      </w:r>
      <w:r w:rsidR="008C5C61" w:rsidRPr="004C3E92">
        <w:t>jets devant les yeux</w:t>
      </w:r>
      <w:r>
        <w:t> ?</w:t>
      </w:r>
    </w:p>
    <w:p w14:paraId="15DE5756" w14:textId="77777777" w:rsidR="004A4993" w:rsidRDefault="004A4993" w:rsidP="004A4993">
      <w:r>
        <w:t>— </w:t>
      </w:r>
      <w:r w:rsidR="008C5C61" w:rsidRPr="004C3E92">
        <w:t>Parce que</w:t>
      </w:r>
      <w:r>
        <w:t xml:space="preserve">, </w:t>
      </w:r>
      <w:r w:rsidR="008C5C61" w:rsidRPr="004C3E92">
        <w:t>répondit-il en souriant</w:t>
      </w:r>
      <w:r>
        <w:t xml:space="preserve">, </w:t>
      </w:r>
      <w:r w:rsidR="008C5C61" w:rsidRPr="004C3E92">
        <w:t>parmi les autres objets que j</w:t>
      </w:r>
      <w:r>
        <w:t>’</w:t>
      </w:r>
      <w:r w:rsidR="008C5C61" w:rsidRPr="004C3E92">
        <w:t>ai devant les yeux</w:t>
      </w:r>
      <w:r>
        <w:t xml:space="preserve">, </w:t>
      </w:r>
      <w:r w:rsidR="008C5C61" w:rsidRPr="004C3E92">
        <w:t>je vois un chemin bien boueux</w:t>
      </w:r>
      <w:r>
        <w:t>.</w:t>
      </w:r>
    </w:p>
    <w:p w14:paraId="7B262A45" w14:textId="77777777" w:rsidR="004A4993" w:rsidRDefault="004A4993" w:rsidP="004A4993">
      <w:r>
        <w:t>— </w:t>
      </w:r>
      <w:r w:rsidR="008C5C61" w:rsidRPr="004C3E92">
        <w:t>Comme c</w:t>
      </w:r>
      <w:r>
        <w:t>’</w:t>
      </w:r>
      <w:r w:rsidR="008C5C61" w:rsidRPr="004C3E92">
        <w:t>est étrange</w:t>
      </w:r>
      <w:r>
        <w:t xml:space="preserve"> ! </w:t>
      </w:r>
      <w:r w:rsidR="008C5C61" w:rsidRPr="004C3E92">
        <w:t>se dit Marianne</w:t>
      </w:r>
      <w:r>
        <w:t xml:space="preserve">, </w:t>
      </w:r>
      <w:r w:rsidR="008C5C61" w:rsidRPr="004C3E92">
        <w:t>tout en cont</w:t>
      </w:r>
      <w:r w:rsidR="008C5C61" w:rsidRPr="004C3E92">
        <w:t>i</w:t>
      </w:r>
      <w:r w:rsidR="008C5C61" w:rsidRPr="004C3E92">
        <w:t>nuant à marcher</w:t>
      </w:r>
      <w:r>
        <w:t>.</w:t>
      </w:r>
    </w:p>
    <w:p w14:paraId="1D4C7FA0" w14:textId="77777777" w:rsidR="004A4993" w:rsidRDefault="004A4993" w:rsidP="004A4993">
      <w:r>
        <w:t>— </w:t>
      </w:r>
      <w:r w:rsidR="008C5C61" w:rsidRPr="004C3E92">
        <w:t>Avez-vous des voisins agréables ici</w:t>
      </w:r>
      <w:r>
        <w:t xml:space="preserve"> ? </w:t>
      </w:r>
      <w:r w:rsidR="008C5C61" w:rsidRPr="004C3E92">
        <w:t>Les Middleton sont-ils des gens aimables</w:t>
      </w:r>
      <w:r>
        <w:t> ?</w:t>
      </w:r>
    </w:p>
    <w:p w14:paraId="28D74001" w14:textId="77777777" w:rsidR="004A4993" w:rsidRDefault="004A4993" w:rsidP="004A4993">
      <w:r>
        <w:t>— </w:t>
      </w:r>
      <w:r w:rsidR="008C5C61" w:rsidRPr="004C3E92">
        <w:t>Non</w:t>
      </w:r>
      <w:r>
        <w:t xml:space="preserve">, </w:t>
      </w:r>
      <w:r w:rsidR="008C5C61" w:rsidRPr="004C3E92">
        <w:t>pas tous</w:t>
      </w:r>
      <w:r>
        <w:t xml:space="preserve">, </w:t>
      </w:r>
      <w:r w:rsidR="008C5C61" w:rsidRPr="004C3E92">
        <w:t>répondit Marianne</w:t>
      </w:r>
      <w:r>
        <w:t xml:space="preserve"> ; </w:t>
      </w:r>
      <w:r w:rsidR="008C5C61" w:rsidRPr="004C3E92">
        <w:t>nous ne pourrions être plus malencontreusement placées</w:t>
      </w:r>
      <w:r>
        <w:t>.</w:t>
      </w:r>
    </w:p>
    <w:p w14:paraId="1648B100" w14:textId="77777777" w:rsidR="004A4993" w:rsidRDefault="004A4993" w:rsidP="004A4993">
      <w:r>
        <w:t>— </w:t>
      </w:r>
      <w:r w:rsidR="008C5C61" w:rsidRPr="004C3E92">
        <w:t>Marianne</w:t>
      </w:r>
      <w:r>
        <w:t xml:space="preserve">, </w:t>
      </w:r>
      <w:r w:rsidR="008C5C61" w:rsidRPr="004C3E92">
        <w:t>s</w:t>
      </w:r>
      <w:r>
        <w:t>’</w:t>
      </w:r>
      <w:r w:rsidR="008C5C61" w:rsidRPr="004C3E92">
        <w:t>écria sa sœur</w:t>
      </w:r>
      <w:r>
        <w:t xml:space="preserve">, </w:t>
      </w:r>
      <w:r w:rsidR="008C5C61" w:rsidRPr="004C3E92">
        <w:t>comment peux-tu dire une chose pareille</w:t>
      </w:r>
      <w:r>
        <w:t xml:space="preserve"> ! </w:t>
      </w:r>
      <w:r w:rsidR="008C5C61" w:rsidRPr="004C3E92">
        <w:t>Comment peux-tu être aussi injuste</w:t>
      </w:r>
      <w:r>
        <w:t xml:space="preserve"> ? </w:t>
      </w:r>
      <w:r w:rsidR="008C5C61" w:rsidRPr="004C3E92">
        <w:t>C</w:t>
      </w:r>
      <w:r>
        <w:t>’</w:t>
      </w:r>
      <w:r w:rsidR="008C5C61" w:rsidRPr="004C3E92">
        <w:t>est une famille fort respectable</w:t>
      </w:r>
      <w:r>
        <w:t xml:space="preserve">, </w:t>
      </w:r>
      <w:r w:rsidR="008C5C61" w:rsidRPr="004C3E92">
        <w:t>Mr</w:t>
      </w:r>
      <w:r>
        <w:t xml:space="preserve">. </w:t>
      </w:r>
      <w:proofErr w:type="spellStart"/>
      <w:r w:rsidR="008C5C61" w:rsidRPr="004C3E92">
        <w:t>Ferrars</w:t>
      </w:r>
      <w:proofErr w:type="spellEnd"/>
      <w:r>
        <w:t xml:space="preserve">, </w:t>
      </w:r>
      <w:r w:rsidR="008C5C61" w:rsidRPr="004C3E92">
        <w:t>et ils se sont conduits e</w:t>
      </w:r>
      <w:r w:rsidR="008C5C61" w:rsidRPr="004C3E92">
        <w:t>n</w:t>
      </w:r>
      <w:r w:rsidR="008C5C61" w:rsidRPr="004C3E92">
        <w:t>vers nous de la façon la plus amicale</w:t>
      </w:r>
      <w:r>
        <w:t xml:space="preserve">. </w:t>
      </w:r>
      <w:r w:rsidR="008C5C61" w:rsidRPr="004C3E92">
        <w:t>As-tu oublié</w:t>
      </w:r>
      <w:r>
        <w:t xml:space="preserve">, </w:t>
      </w:r>
      <w:r w:rsidR="008C5C61" w:rsidRPr="004C3E92">
        <w:t>Marianne</w:t>
      </w:r>
      <w:r>
        <w:t xml:space="preserve">, </w:t>
      </w:r>
      <w:r w:rsidR="008C5C61" w:rsidRPr="004C3E92">
        <w:t>toutes les journées agréables que nous leur devons</w:t>
      </w:r>
      <w:r>
        <w:t> ?</w:t>
      </w:r>
    </w:p>
    <w:p w14:paraId="09D49C95" w14:textId="77777777" w:rsidR="004A4993" w:rsidRDefault="004A4993" w:rsidP="004A4993">
      <w:r>
        <w:t>— </w:t>
      </w:r>
      <w:r w:rsidR="008C5C61" w:rsidRPr="004C3E92">
        <w:t>Non</w:t>
      </w:r>
      <w:r>
        <w:t xml:space="preserve">, </w:t>
      </w:r>
      <w:r w:rsidR="008C5C61" w:rsidRPr="004C3E92">
        <w:t>dit Marianne à mi-voix</w:t>
      </w:r>
      <w:r>
        <w:t xml:space="preserve">, </w:t>
      </w:r>
      <w:r w:rsidR="008C5C61" w:rsidRPr="004C3E92">
        <w:t>ni tous les instants doulo</w:t>
      </w:r>
      <w:r w:rsidR="008C5C61" w:rsidRPr="004C3E92">
        <w:t>u</w:t>
      </w:r>
      <w:r w:rsidR="008C5C61" w:rsidRPr="004C3E92">
        <w:t>reux</w:t>
      </w:r>
      <w:r>
        <w:t>.</w:t>
      </w:r>
    </w:p>
    <w:p w14:paraId="3DD109AB" w14:textId="77777777" w:rsidR="004A4993" w:rsidRDefault="008C5C61" w:rsidP="004A4993">
      <w:proofErr w:type="spellStart"/>
      <w:r w:rsidRPr="004C3E92">
        <w:t>Elinor</w:t>
      </w:r>
      <w:proofErr w:type="spellEnd"/>
      <w:r w:rsidRPr="004C3E92">
        <w:t xml:space="preserve"> ne se préoccupa pas de cette réflexion</w:t>
      </w:r>
      <w:r w:rsidR="004A4993">
        <w:t xml:space="preserve">, </w:t>
      </w:r>
      <w:r w:rsidRPr="004C3E92">
        <w:t>et</w:t>
      </w:r>
      <w:r w:rsidR="004A4993">
        <w:t xml:space="preserve">, </w:t>
      </w:r>
      <w:r w:rsidRPr="004C3E92">
        <w:t>dirigeant son attention sur leur visiteur</w:t>
      </w:r>
      <w:r w:rsidR="004A4993">
        <w:t xml:space="preserve">, </w:t>
      </w:r>
      <w:r w:rsidRPr="004C3E92">
        <w:t>s</w:t>
      </w:r>
      <w:r w:rsidR="004A4993">
        <w:t>’</w:t>
      </w:r>
      <w:r w:rsidRPr="004C3E92">
        <w:t>efforça d</w:t>
      </w:r>
      <w:r w:rsidR="004A4993">
        <w:t>’</w:t>
      </w:r>
      <w:r w:rsidRPr="004C3E92">
        <w:t>entretenir quelque chose qui pouvait passer pour une conversation avec lui</w:t>
      </w:r>
      <w:r w:rsidR="004A4993">
        <w:t xml:space="preserve">, </w:t>
      </w:r>
      <w:r w:rsidRPr="004C3E92">
        <w:t>en pa</w:t>
      </w:r>
      <w:r w:rsidRPr="004C3E92">
        <w:t>r</w:t>
      </w:r>
      <w:r w:rsidRPr="004C3E92">
        <w:t>lant de leur résidence actuelle</w:t>
      </w:r>
      <w:r w:rsidR="004A4993">
        <w:t xml:space="preserve">, </w:t>
      </w:r>
      <w:r w:rsidRPr="004C3E92">
        <w:t>de ses agréments</w:t>
      </w:r>
      <w:r w:rsidR="004A4993">
        <w:t xml:space="preserve">, </w:t>
      </w:r>
      <w:r w:rsidRPr="004C3E92">
        <w:t>etc</w:t>
      </w:r>
      <w:r w:rsidR="004A4993">
        <w:t xml:space="preserve">., </w:t>
      </w:r>
      <w:r w:rsidRPr="004C3E92">
        <w:t>et lui t</w:t>
      </w:r>
      <w:r w:rsidRPr="004C3E92">
        <w:t>i</w:t>
      </w:r>
      <w:r w:rsidRPr="004C3E92">
        <w:t>rant des questions et des remarques occasionnelles</w:t>
      </w:r>
      <w:r w:rsidR="004A4993">
        <w:t xml:space="preserve">. </w:t>
      </w:r>
      <w:r w:rsidRPr="004C3E92">
        <w:t>Sa froideur et sa réserve la mortifièrent cruellement</w:t>
      </w:r>
      <w:r w:rsidR="004A4993">
        <w:t xml:space="preserve"> : </w:t>
      </w:r>
      <w:r w:rsidRPr="004C3E92">
        <w:t>elle fut dépitée et presque en colère</w:t>
      </w:r>
      <w:r w:rsidR="004A4993">
        <w:t xml:space="preserve"> ; </w:t>
      </w:r>
      <w:r w:rsidRPr="004C3E92">
        <w:t>mais</w:t>
      </w:r>
      <w:r w:rsidR="004A4993">
        <w:t xml:space="preserve">, </w:t>
      </w:r>
      <w:r w:rsidRPr="004C3E92">
        <w:t>résolue à régler son attitude envers lui d</w:t>
      </w:r>
      <w:r w:rsidR="004A4993">
        <w:t>’</w:t>
      </w:r>
      <w:r w:rsidRPr="004C3E92">
        <w:t>après le passé plutôt que d</w:t>
      </w:r>
      <w:r w:rsidR="004A4993">
        <w:t>’</w:t>
      </w:r>
      <w:r w:rsidRPr="004C3E92">
        <w:t>après le présent</w:t>
      </w:r>
      <w:r w:rsidR="004A4993">
        <w:t xml:space="preserve">, </w:t>
      </w:r>
      <w:r w:rsidRPr="004C3E92">
        <w:t>elle évita toute apparence de ressentiment ou de déplaisir</w:t>
      </w:r>
      <w:r w:rsidR="004A4993">
        <w:t xml:space="preserve">, </w:t>
      </w:r>
      <w:r w:rsidRPr="004C3E92">
        <w:t xml:space="preserve">et le </w:t>
      </w:r>
      <w:r w:rsidRPr="004C3E92">
        <w:lastRenderedPageBreak/>
        <w:t>traita comme il lui semblait qu</w:t>
      </w:r>
      <w:r w:rsidR="004A4993">
        <w:t>’</w:t>
      </w:r>
      <w:r w:rsidRPr="004C3E92">
        <w:t>il devait être traité en raison des relations de f</w:t>
      </w:r>
      <w:r w:rsidRPr="004C3E92">
        <w:t>a</w:t>
      </w:r>
      <w:r w:rsidRPr="004C3E92">
        <w:t>mille</w:t>
      </w:r>
      <w:r w:rsidR="004A4993">
        <w:t>.</w:t>
      </w:r>
    </w:p>
    <w:p w14:paraId="3B56504C" w14:textId="3C87B900" w:rsidR="008C5C61" w:rsidRPr="004C3E92" w:rsidRDefault="008C5C61" w:rsidP="004A4993">
      <w:pPr>
        <w:pStyle w:val="Titre1"/>
      </w:pPr>
      <w:bookmarkStart w:id="16" w:name="_Toc196409801"/>
      <w:r w:rsidRPr="004C3E92">
        <w:lastRenderedPageBreak/>
        <w:t>CHAPITRE XVII</w:t>
      </w:r>
      <w:bookmarkEnd w:id="16"/>
      <w:r w:rsidRPr="004C3E92">
        <w:br/>
      </w:r>
    </w:p>
    <w:p w14:paraId="2C89AEFA" w14:textId="77777777" w:rsidR="004A4993" w:rsidRDefault="008C5C61" w:rsidP="004A4993">
      <w:r w:rsidRPr="004C3E92">
        <w:t>Mrs</w:t>
      </w:r>
      <w:r w:rsidR="004A4993">
        <w:t xml:space="preserve">. </w:t>
      </w:r>
      <w:proofErr w:type="spellStart"/>
      <w:r w:rsidRPr="004C3E92">
        <w:t>Dashwood</w:t>
      </w:r>
      <w:proofErr w:type="spellEnd"/>
      <w:r w:rsidRPr="004C3E92">
        <w:t xml:space="preserve"> n</w:t>
      </w:r>
      <w:r w:rsidR="004A4993">
        <w:t>’</w:t>
      </w:r>
      <w:r w:rsidRPr="004C3E92">
        <w:t>éprouva qu</w:t>
      </w:r>
      <w:r w:rsidR="004A4993">
        <w:t>’</w:t>
      </w:r>
      <w:r w:rsidRPr="004C3E92">
        <w:t>un instant de surprise en le voyant</w:t>
      </w:r>
      <w:r w:rsidR="004A4993">
        <w:t xml:space="preserve"> : </w:t>
      </w:r>
      <w:r w:rsidRPr="004C3E92">
        <w:t>car sa venue à Barton était</w:t>
      </w:r>
      <w:r w:rsidR="004A4993">
        <w:t xml:space="preserve">, </w:t>
      </w:r>
      <w:r w:rsidRPr="004C3E92">
        <w:t>dans l</w:t>
      </w:r>
      <w:r w:rsidR="004A4993">
        <w:t>’</w:t>
      </w:r>
      <w:r w:rsidRPr="004C3E92">
        <w:t>esprit de celle-ci</w:t>
      </w:r>
      <w:r w:rsidR="004A4993">
        <w:t xml:space="preserve">, </w:t>
      </w:r>
      <w:r w:rsidRPr="004C3E92">
        <w:t>la plus naturelle d</w:t>
      </w:r>
      <w:r w:rsidR="004A4993">
        <w:t>’</w:t>
      </w:r>
      <w:r w:rsidRPr="004C3E92">
        <w:t>entre toutes les choses</w:t>
      </w:r>
      <w:r w:rsidR="004A4993">
        <w:t xml:space="preserve">. </w:t>
      </w:r>
      <w:r w:rsidRPr="004C3E92">
        <w:t>Sa joie et ses expre</w:t>
      </w:r>
      <w:r w:rsidRPr="004C3E92">
        <w:t>s</w:t>
      </w:r>
      <w:r w:rsidRPr="004C3E92">
        <w:t>sions d</w:t>
      </w:r>
      <w:r w:rsidR="004A4993">
        <w:t>’</w:t>
      </w:r>
      <w:r w:rsidRPr="004C3E92">
        <w:t>amitié durèrent beaucoup plus longtemps que son éto</w:t>
      </w:r>
      <w:r w:rsidRPr="004C3E92">
        <w:t>n</w:t>
      </w:r>
      <w:r w:rsidRPr="004C3E92">
        <w:t>nement</w:t>
      </w:r>
      <w:r w:rsidR="004A4993">
        <w:t xml:space="preserve">. </w:t>
      </w:r>
      <w:r w:rsidRPr="004C3E92">
        <w:t>Il reçut de sa part l</w:t>
      </w:r>
      <w:r w:rsidR="004A4993">
        <w:t>’</w:t>
      </w:r>
      <w:r w:rsidRPr="004C3E92">
        <w:t>accueil le plus aimable</w:t>
      </w:r>
      <w:r w:rsidR="004A4993">
        <w:t xml:space="preserve"> ; </w:t>
      </w:r>
      <w:r w:rsidRPr="004C3E92">
        <w:t>et la timid</w:t>
      </w:r>
      <w:r w:rsidRPr="004C3E92">
        <w:t>i</w:t>
      </w:r>
      <w:r w:rsidRPr="004C3E92">
        <w:t>té</w:t>
      </w:r>
      <w:r w:rsidR="004A4993">
        <w:t xml:space="preserve">, </w:t>
      </w:r>
      <w:r w:rsidRPr="004C3E92">
        <w:t>la froideur</w:t>
      </w:r>
      <w:r w:rsidR="004A4993">
        <w:t xml:space="preserve">, </w:t>
      </w:r>
      <w:r w:rsidRPr="004C3E92">
        <w:t>la réserve</w:t>
      </w:r>
      <w:r w:rsidR="004A4993">
        <w:t xml:space="preserve">, </w:t>
      </w:r>
      <w:r w:rsidRPr="004C3E92">
        <w:t>ne purent pas résister à une telle r</w:t>
      </w:r>
      <w:r w:rsidRPr="004C3E92">
        <w:t>é</w:t>
      </w:r>
      <w:r w:rsidRPr="004C3E92">
        <w:t>ception</w:t>
      </w:r>
      <w:r w:rsidR="004A4993">
        <w:t xml:space="preserve">. </w:t>
      </w:r>
      <w:r w:rsidRPr="004C3E92">
        <w:t>Elles avaient commencé à lui manquer dès avant qu</w:t>
      </w:r>
      <w:r w:rsidR="004A4993">
        <w:t>’</w:t>
      </w:r>
      <w:r w:rsidRPr="004C3E92">
        <w:t>il eût pénétré dans la maison</w:t>
      </w:r>
      <w:r w:rsidR="004A4993">
        <w:t xml:space="preserve">, </w:t>
      </w:r>
      <w:r w:rsidRPr="004C3E92">
        <w:t>et elles furent complètement vai</w:t>
      </w:r>
      <w:r w:rsidRPr="004C3E92">
        <w:t>n</w:t>
      </w:r>
      <w:r w:rsidRPr="004C3E92">
        <w:t>cues par les façons séduisantes de Mrs</w:t>
      </w:r>
      <w:r w:rsidR="004A4993">
        <w:t xml:space="preserve">. </w:t>
      </w:r>
      <w:proofErr w:type="spellStart"/>
      <w:r w:rsidRPr="004C3E92">
        <w:t>Dashwood</w:t>
      </w:r>
      <w:proofErr w:type="spellEnd"/>
      <w:r w:rsidR="004A4993">
        <w:t xml:space="preserve">. </w:t>
      </w:r>
      <w:r w:rsidRPr="004C3E92">
        <w:t>En vérité</w:t>
      </w:r>
      <w:r w:rsidR="004A4993">
        <w:t xml:space="preserve">, </w:t>
      </w:r>
      <w:r w:rsidRPr="004C3E92">
        <w:t>un homme ne pouvait guère être épris de l</w:t>
      </w:r>
      <w:r w:rsidR="004A4993">
        <w:t>’</w:t>
      </w:r>
      <w:r w:rsidRPr="004C3E92">
        <w:t>une ou l</w:t>
      </w:r>
      <w:r w:rsidR="004A4993">
        <w:t>’</w:t>
      </w:r>
      <w:r w:rsidRPr="004C3E92">
        <w:t>autre de ses fi</w:t>
      </w:r>
      <w:r w:rsidRPr="004C3E92">
        <w:t>l</w:t>
      </w:r>
      <w:r w:rsidRPr="004C3E92">
        <w:t>les sans étendre son amour jusqu</w:t>
      </w:r>
      <w:r w:rsidR="004A4993">
        <w:t>’</w:t>
      </w:r>
      <w:r w:rsidRPr="004C3E92">
        <w:t>à elle</w:t>
      </w:r>
      <w:r w:rsidR="004A4993">
        <w:t xml:space="preserve"> ; </w:t>
      </w:r>
      <w:r w:rsidRPr="004C3E92">
        <w:t xml:space="preserve">et </w:t>
      </w:r>
      <w:proofErr w:type="spellStart"/>
      <w:r w:rsidRPr="004C3E92">
        <w:t>Elinor</w:t>
      </w:r>
      <w:proofErr w:type="spellEnd"/>
      <w:r w:rsidRPr="004C3E92">
        <w:t xml:space="preserve"> eut la sati</w:t>
      </w:r>
      <w:r w:rsidRPr="004C3E92">
        <w:t>s</w:t>
      </w:r>
      <w:r w:rsidRPr="004C3E92">
        <w:t>faction de le voir bientôt devenir plus semblable à lui-même</w:t>
      </w:r>
      <w:r w:rsidR="004A4993">
        <w:t xml:space="preserve">. </w:t>
      </w:r>
      <w:r w:rsidRPr="004C3E92">
        <w:t>Ses affections parurent se ranimer envers elles toutes</w:t>
      </w:r>
      <w:r w:rsidR="004A4993">
        <w:t xml:space="preserve">, </w:t>
      </w:r>
      <w:r w:rsidRPr="004C3E92">
        <w:t>et l</w:t>
      </w:r>
      <w:r w:rsidR="004A4993">
        <w:t>’</w:t>
      </w:r>
      <w:r w:rsidRPr="004C3E92">
        <w:t>intérêt qu</w:t>
      </w:r>
      <w:r w:rsidR="004A4993">
        <w:t>’</w:t>
      </w:r>
      <w:r w:rsidRPr="004C3E92">
        <w:t>il témoignait à leur bonheur redevint perceptible</w:t>
      </w:r>
      <w:r w:rsidR="004A4993">
        <w:t xml:space="preserve">. </w:t>
      </w:r>
      <w:r w:rsidRPr="004C3E92">
        <w:t>Toutefois</w:t>
      </w:r>
      <w:r w:rsidR="004A4993">
        <w:t xml:space="preserve">, </w:t>
      </w:r>
      <w:r w:rsidRPr="004C3E92">
        <w:t>il manquait d</w:t>
      </w:r>
      <w:r w:rsidR="004A4993">
        <w:t>’</w:t>
      </w:r>
      <w:r w:rsidRPr="004C3E92">
        <w:t>entrain</w:t>
      </w:r>
      <w:r w:rsidR="004A4993">
        <w:t xml:space="preserve"> ; </w:t>
      </w:r>
      <w:r w:rsidRPr="004C3E92">
        <w:t>il fit l</w:t>
      </w:r>
      <w:r w:rsidR="004A4993">
        <w:t>’</w:t>
      </w:r>
      <w:r w:rsidRPr="004C3E92">
        <w:t>éloge de leur maison</w:t>
      </w:r>
      <w:r w:rsidR="004A4993">
        <w:t xml:space="preserve">, </w:t>
      </w:r>
      <w:r w:rsidRPr="004C3E92">
        <w:t>en admira la vue</w:t>
      </w:r>
      <w:r w:rsidR="004A4993">
        <w:t xml:space="preserve">, </w:t>
      </w:r>
      <w:r w:rsidRPr="004C3E92">
        <w:t>se montra plein d</w:t>
      </w:r>
      <w:r w:rsidR="004A4993">
        <w:t>’</w:t>
      </w:r>
      <w:r w:rsidRPr="004C3E92">
        <w:t>attentions et d</w:t>
      </w:r>
      <w:r w:rsidR="004A4993">
        <w:t>’</w:t>
      </w:r>
      <w:r w:rsidRPr="004C3E92">
        <w:t>amabilité</w:t>
      </w:r>
      <w:r w:rsidR="004A4993">
        <w:t xml:space="preserve"> ; </w:t>
      </w:r>
      <w:proofErr w:type="gramStart"/>
      <w:r w:rsidRPr="004C3E92">
        <w:t>mais pourtant</w:t>
      </w:r>
      <w:proofErr w:type="gramEnd"/>
      <w:r w:rsidR="004A4993">
        <w:t xml:space="preserve">, </w:t>
      </w:r>
      <w:r w:rsidRPr="004C3E92">
        <w:t>il manquait d</w:t>
      </w:r>
      <w:r w:rsidR="004A4993">
        <w:t>’</w:t>
      </w:r>
      <w:r w:rsidRPr="004C3E92">
        <w:t>entrain</w:t>
      </w:r>
      <w:r w:rsidR="004A4993">
        <w:t xml:space="preserve">. </w:t>
      </w:r>
      <w:r w:rsidRPr="004C3E92">
        <w:t>Toute la famille s</w:t>
      </w:r>
      <w:r w:rsidR="004A4993">
        <w:t>’</w:t>
      </w:r>
      <w:r w:rsidRPr="004C3E92">
        <w:t>en aperçut</w:t>
      </w:r>
      <w:r w:rsidR="004A4993">
        <w:t xml:space="preserve">, </w:t>
      </w:r>
      <w:r w:rsidRPr="004C3E92">
        <w:t>et Mrs</w:t>
      </w:r>
      <w:r w:rsidR="004A4993">
        <w:t xml:space="preserve">. </w:t>
      </w:r>
      <w:proofErr w:type="spellStart"/>
      <w:r w:rsidRPr="004C3E92">
        <w:t>Dashwood</w:t>
      </w:r>
      <w:proofErr w:type="spellEnd"/>
      <w:r w:rsidR="004A4993">
        <w:t xml:space="preserve">, </w:t>
      </w:r>
      <w:r w:rsidRPr="004C3E92">
        <w:t>attribuant cela à quelque défaut de libéralité de la part de sa mère</w:t>
      </w:r>
      <w:r w:rsidR="004A4993">
        <w:t xml:space="preserve">, </w:t>
      </w:r>
      <w:r w:rsidRPr="004C3E92">
        <w:t>se mit à table toute chargée d</w:t>
      </w:r>
      <w:r w:rsidR="004A4993">
        <w:t>’</w:t>
      </w:r>
      <w:r w:rsidRPr="004C3E92">
        <w:t>indignation à l</w:t>
      </w:r>
      <w:r w:rsidR="004A4993">
        <w:t>’</w:t>
      </w:r>
      <w:r w:rsidRPr="004C3E92">
        <w:t>égard de tous les parents égoïstes</w:t>
      </w:r>
      <w:r w:rsidR="004A4993">
        <w:t>.</w:t>
      </w:r>
    </w:p>
    <w:p w14:paraId="60D4B5FC" w14:textId="77777777" w:rsidR="004A4993" w:rsidRDefault="004A4993" w:rsidP="004A4993">
      <w:r>
        <w:t>— </w:t>
      </w:r>
      <w:r w:rsidR="008C5C61" w:rsidRPr="004C3E92">
        <w:t>Quels sont actuellement les projets de Mrs</w:t>
      </w:r>
      <w:r>
        <w:t xml:space="preserve">. </w:t>
      </w:r>
      <w:proofErr w:type="spellStart"/>
      <w:r w:rsidR="008C5C61" w:rsidRPr="004C3E92">
        <w:t>Ferrars</w:t>
      </w:r>
      <w:proofErr w:type="spellEnd"/>
      <w:r w:rsidR="008C5C61" w:rsidRPr="004C3E92">
        <w:t xml:space="preserve"> à v</w:t>
      </w:r>
      <w:r w:rsidR="008C5C61" w:rsidRPr="004C3E92">
        <w:t>o</w:t>
      </w:r>
      <w:r w:rsidR="008C5C61" w:rsidRPr="004C3E92">
        <w:t>tre intention</w:t>
      </w:r>
      <w:r>
        <w:t xml:space="preserve">, </w:t>
      </w:r>
      <w:r w:rsidR="008C5C61" w:rsidRPr="004C3E92">
        <w:t>Edward</w:t>
      </w:r>
      <w:r>
        <w:t xml:space="preserve"> ? </w:t>
      </w:r>
      <w:r w:rsidR="008C5C61" w:rsidRPr="004C3E92">
        <w:t>dit-elle</w:t>
      </w:r>
      <w:r>
        <w:t xml:space="preserve">, </w:t>
      </w:r>
      <w:r w:rsidR="008C5C61" w:rsidRPr="004C3E92">
        <w:t>quand le dîner fut terminé</w:t>
      </w:r>
      <w:r>
        <w:t xml:space="preserve">, </w:t>
      </w:r>
      <w:r w:rsidR="008C5C61" w:rsidRPr="004C3E92">
        <w:t>et qu</w:t>
      </w:r>
      <w:r>
        <w:t>’</w:t>
      </w:r>
      <w:r w:rsidR="008C5C61" w:rsidRPr="004C3E92">
        <w:t>ils se furent rassemblés autour du feu</w:t>
      </w:r>
      <w:r>
        <w:t xml:space="preserve"> ; </w:t>
      </w:r>
      <w:r w:rsidR="008C5C61" w:rsidRPr="004C3E92">
        <w:t>devez-vous toujours devenir un grand orateur</w:t>
      </w:r>
      <w:r>
        <w:t xml:space="preserve">, </w:t>
      </w:r>
      <w:r w:rsidR="008C5C61" w:rsidRPr="004C3E92">
        <w:t>malgré vous</w:t>
      </w:r>
      <w:r>
        <w:t> ?</w:t>
      </w:r>
    </w:p>
    <w:p w14:paraId="1B644E28" w14:textId="77777777" w:rsidR="004A4993" w:rsidRDefault="004A4993" w:rsidP="004A4993">
      <w:r>
        <w:t>— </w:t>
      </w:r>
      <w:r w:rsidR="008C5C61" w:rsidRPr="004C3E92">
        <w:t>Non</w:t>
      </w:r>
      <w:r>
        <w:t xml:space="preserve">. </w:t>
      </w:r>
      <w:r w:rsidR="008C5C61" w:rsidRPr="004C3E92">
        <w:t>J</w:t>
      </w:r>
      <w:r>
        <w:t>’</w:t>
      </w:r>
      <w:r w:rsidR="008C5C61" w:rsidRPr="004C3E92">
        <w:t>espère que ma mère est maintenant convaincue que je n</w:t>
      </w:r>
      <w:r>
        <w:t>’</w:t>
      </w:r>
      <w:r w:rsidR="008C5C61" w:rsidRPr="004C3E92">
        <w:t>ai pas plus de talent que de goût pour la vie publique</w:t>
      </w:r>
      <w:r>
        <w:t>.</w:t>
      </w:r>
    </w:p>
    <w:p w14:paraId="7B022AB8" w14:textId="77777777" w:rsidR="004A4993" w:rsidRDefault="004A4993" w:rsidP="004A4993">
      <w:r>
        <w:lastRenderedPageBreak/>
        <w:t>— </w:t>
      </w:r>
      <w:r w:rsidR="008C5C61" w:rsidRPr="004C3E92">
        <w:t>Mais comment votre gloire doit-elle être établie</w:t>
      </w:r>
      <w:r>
        <w:t xml:space="preserve"> ? </w:t>
      </w:r>
      <w:r w:rsidR="008C5C61" w:rsidRPr="004C3E92">
        <w:t>Car il faut que vous deveniez célèbre pour satisfaire toute votre fami</w:t>
      </w:r>
      <w:r w:rsidR="008C5C61" w:rsidRPr="004C3E92">
        <w:t>l</w:t>
      </w:r>
      <w:r w:rsidR="008C5C61" w:rsidRPr="004C3E92">
        <w:t>le</w:t>
      </w:r>
      <w:r>
        <w:t xml:space="preserve"> ; </w:t>
      </w:r>
      <w:r w:rsidR="008C5C61" w:rsidRPr="004C3E92">
        <w:t>et sans goût pour la dépense</w:t>
      </w:r>
      <w:r>
        <w:t xml:space="preserve">, </w:t>
      </w:r>
      <w:r w:rsidR="008C5C61" w:rsidRPr="004C3E92">
        <w:t>sans affection pour les étra</w:t>
      </w:r>
      <w:r w:rsidR="008C5C61" w:rsidRPr="004C3E92">
        <w:t>n</w:t>
      </w:r>
      <w:r w:rsidR="008C5C61" w:rsidRPr="004C3E92">
        <w:t>gers</w:t>
      </w:r>
      <w:r>
        <w:t xml:space="preserve">, </w:t>
      </w:r>
      <w:r w:rsidR="008C5C61" w:rsidRPr="004C3E92">
        <w:t>sans profession</w:t>
      </w:r>
      <w:r>
        <w:t xml:space="preserve">, </w:t>
      </w:r>
      <w:r w:rsidR="008C5C61" w:rsidRPr="004C3E92">
        <w:t>et sans assurance</w:t>
      </w:r>
      <w:r>
        <w:t xml:space="preserve">, </w:t>
      </w:r>
      <w:r w:rsidR="008C5C61" w:rsidRPr="004C3E92">
        <w:t>vous trouverez peut-être cela difficile</w:t>
      </w:r>
      <w:r>
        <w:t>.</w:t>
      </w:r>
    </w:p>
    <w:p w14:paraId="0252FF1C" w14:textId="77777777" w:rsidR="004A4993" w:rsidRDefault="004A4993" w:rsidP="004A4993">
      <w:r>
        <w:t>— </w:t>
      </w:r>
      <w:r w:rsidR="008C5C61" w:rsidRPr="004C3E92">
        <w:t>Je ne le tenterai pas</w:t>
      </w:r>
      <w:r>
        <w:t xml:space="preserve">. </w:t>
      </w:r>
      <w:r w:rsidR="008C5C61" w:rsidRPr="004C3E92">
        <w:t>Je n</w:t>
      </w:r>
      <w:r>
        <w:t>’</w:t>
      </w:r>
      <w:r w:rsidR="008C5C61" w:rsidRPr="004C3E92">
        <w:t>ai aucun désir de me disti</w:t>
      </w:r>
      <w:r w:rsidR="008C5C61" w:rsidRPr="004C3E92">
        <w:t>n</w:t>
      </w:r>
      <w:r w:rsidR="008C5C61" w:rsidRPr="004C3E92">
        <w:t>guer</w:t>
      </w:r>
      <w:r>
        <w:t xml:space="preserve"> ; </w:t>
      </w:r>
      <w:r w:rsidR="008C5C61" w:rsidRPr="004C3E92">
        <w:t>et j</w:t>
      </w:r>
      <w:r>
        <w:t>’</w:t>
      </w:r>
      <w:r w:rsidR="008C5C61" w:rsidRPr="004C3E92">
        <w:t>ai toutes les raisons d</w:t>
      </w:r>
      <w:r>
        <w:t>’</w:t>
      </w:r>
      <w:r w:rsidR="008C5C61" w:rsidRPr="004C3E92">
        <w:t>espérer que je ne le ferai jamais</w:t>
      </w:r>
      <w:r>
        <w:t xml:space="preserve">. </w:t>
      </w:r>
      <w:r w:rsidR="008C5C61" w:rsidRPr="004C3E92">
        <w:t>Le ciel soit loué</w:t>
      </w:r>
      <w:r>
        <w:t xml:space="preserve"> ! </w:t>
      </w:r>
      <w:r w:rsidR="008C5C61" w:rsidRPr="004C3E92">
        <w:t>On ne peut pas me donner de force du génie et de l</w:t>
      </w:r>
      <w:r>
        <w:t>’</w:t>
      </w:r>
      <w:r w:rsidR="008C5C61" w:rsidRPr="004C3E92">
        <w:t>éloquence</w:t>
      </w:r>
      <w:r>
        <w:t>.</w:t>
      </w:r>
    </w:p>
    <w:p w14:paraId="4DAE2EBA" w14:textId="77777777" w:rsidR="004A4993" w:rsidRDefault="004A4993" w:rsidP="004A4993">
      <w:r>
        <w:t>— </w:t>
      </w:r>
      <w:r w:rsidR="008C5C61" w:rsidRPr="004C3E92">
        <w:t>Vous n</w:t>
      </w:r>
      <w:r>
        <w:t>’</w:t>
      </w:r>
      <w:r w:rsidR="008C5C61" w:rsidRPr="004C3E92">
        <w:t>avez pas d</w:t>
      </w:r>
      <w:r>
        <w:t>’</w:t>
      </w:r>
      <w:r w:rsidR="008C5C61" w:rsidRPr="004C3E92">
        <w:t>ambition</w:t>
      </w:r>
      <w:r>
        <w:t xml:space="preserve">, </w:t>
      </w:r>
      <w:r w:rsidR="008C5C61" w:rsidRPr="004C3E92">
        <w:t>je le sais bien</w:t>
      </w:r>
      <w:r>
        <w:t xml:space="preserve">. </w:t>
      </w:r>
      <w:r w:rsidR="008C5C61" w:rsidRPr="004C3E92">
        <w:t>Vos désirs sont tous modérés</w:t>
      </w:r>
      <w:r>
        <w:t>.</w:t>
      </w:r>
    </w:p>
    <w:p w14:paraId="6D7A50C7" w14:textId="77777777" w:rsidR="004A4993" w:rsidRDefault="004A4993" w:rsidP="004A4993">
      <w:r>
        <w:t>— </w:t>
      </w:r>
      <w:r w:rsidR="008C5C61" w:rsidRPr="004C3E92">
        <w:t>Aussi modérés que ceux du reste du monde</w:t>
      </w:r>
      <w:r>
        <w:t xml:space="preserve">, </w:t>
      </w:r>
      <w:r w:rsidR="008C5C61" w:rsidRPr="004C3E92">
        <w:t>je le crois</w:t>
      </w:r>
      <w:r>
        <w:t xml:space="preserve">. </w:t>
      </w:r>
      <w:r w:rsidR="008C5C61" w:rsidRPr="004C3E92">
        <w:t>Je désire</w:t>
      </w:r>
      <w:r>
        <w:t xml:space="preserve">, </w:t>
      </w:r>
      <w:r w:rsidR="008C5C61" w:rsidRPr="004C3E92">
        <w:t>de même que tous les autres</w:t>
      </w:r>
      <w:r>
        <w:t xml:space="preserve">, </w:t>
      </w:r>
      <w:r w:rsidR="008C5C61" w:rsidRPr="004C3E92">
        <w:t>être parfaitement heureux</w:t>
      </w:r>
      <w:r>
        <w:t xml:space="preserve"> ; </w:t>
      </w:r>
      <w:r w:rsidR="008C5C61" w:rsidRPr="004C3E92">
        <w:t>mais</w:t>
      </w:r>
      <w:r>
        <w:t xml:space="preserve">, </w:t>
      </w:r>
      <w:r w:rsidR="008C5C61" w:rsidRPr="004C3E92">
        <w:t>comme tous les autres</w:t>
      </w:r>
      <w:r>
        <w:t xml:space="preserve">, </w:t>
      </w:r>
      <w:r w:rsidR="008C5C61" w:rsidRPr="004C3E92">
        <w:t>il faut que ce soit à ma propre m</w:t>
      </w:r>
      <w:r w:rsidR="008C5C61" w:rsidRPr="004C3E92">
        <w:t>a</w:t>
      </w:r>
      <w:r w:rsidR="008C5C61" w:rsidRPr="004C3E92">
        <w:t>nière</w:t>
      </w:r>
      <w:r>
        <w:t xml:space="preserve">. </w:t>
      </w:r>
      <w:r w:rsidR="008C5C61" w:rsidRPr="004C3E92">
        <w:t>Ce n</w:t>
      </w:r>
      <w:r>
        <w:t>’</w:t>
      </w:r>
      <w:r w:rsidR="008C5C61" w:rsidRPr="004C3E92">
        <w:t>est pas la grandeur qui me rendra heureux</w:t>
      </w:r>
      <w:r>
        <w:t>.</w:t>
      </w:r>
    </w:p>
    <w:p w14:paraId="450A49DE" w14:textId="77777777" w:rsidR="004A4993" w:rsidRDefault="004A4993" w:rsidP="004A4993">
      <w:r>
        <w:t>— </w:t>
      </w:r>
      <w:r w:rsidR="008C5C61" w:rsidRPr="004C3E92">
        <w:t>Il serait bien étrange qu</w:t>
      </w:r>
      <w:r>
        <w:t>’</w:t>
      </w:r>
      <w:r w:rsidR="008C5C61" w:rsidRPr="004C3E92">
        <w:t>il en fût ainsi</w:t>
      </w:r>
      <w:r>
        <w:t xml:space="preserve"> ! </w:t>
      </w:r>
      <w:r w:rsidR="008C5C61" w:rsidRPr="004C3E92">
        <w:t>s</w:t>
      </w:r>
      <w:r>
        <w:t>’</w:t>
      </w:r>
      <w:r w:rsidR="008C5C61" w:rsidRPr="004C3E92">
        <w:t>écria Marianne</w:t>
      </w:r>
      <w:r>
        <w:t xml:space="preserve">. </w:t>
      </w:r>
      <w:r w:rsidR="008C5C61" w:rsidRPr="004C3E92">
        <w:t>Qu</w:t>
      </w:r>
      <w:r>
        <w:t>’</w:t>
      </w:r>
      <w:r w:rsidR="008C5C61" w:rsidRPr="004C3E92">
        <w:t>ont à voir avec le bonheur la richesse ou la grandeur</w:t>
      </w:r>
      <w:r>
        <w:t> ?</w:t>
      </w:r>
    </w:p>
    <w:p w14:paraId="19C80781" w14:textId="77777777" w:rsidR="004A4993" w:rsidRDefault="004A4993" w:rsidP="004A4993">
      <w:r>
        <w:t>— </w:t>
      </w:r>
      <w:r w:rsidR="008C5C61" w:rsidRPr="004C3E92">
        <w:t>La grandeur</w:t>
      </w:r>
      <w:r>
        <w:t xml:space="preserve">, </w:t>
      </w:r>
      <w:r w:rsidR="008C5C61" w:rsidRPr="004C3E92">
        <w:t>fort peu de chose</w:t>
      </w:r>
      <w:r>
        <w:t xml:space="preserve">, </w:t>
      </w:r>
      <w:r w:rsidR="008C5C61" w:rsidRPr="004C3E92">
        <w:t xml:space="preserve">dit </w:t>
      </w:r>
      <w:proofErr w:type="spellStart"/>
      <w:r w:rsidR="008C5C61" w:rsidRPr="004C3E92">
        <w:t>Elinor</w:t>
      </w:r>
      <w:proofErr w:type="spellEnd"/>
      <w:r>
        <w:t xml:space="preserve">, </w:t>
      </w:r>
      <w:r w:rsidR="008C5C61" w:rsidRPr="004C3E92">
        <w:t>mais la riche</w:t>
      </w:r>
      <w:r w:rsidR="008C5C61" w:rsidRPr="004C3E92">
        <w:t>s</w:t>
      </w:r>
      <w:r w:rsidR="008C5C61" w:rsidRPr="004C3E92">
        <w:t>se a beaucoup à voir avec lui</w:t>
      </w:r>
      <w:r>
        <w:t>.</w:t>
      </w:r>
    </w:p>
    <w:p w14:paraId="5C9251DA" w14:textId="77777777" w:rsidR="004A4993" w:rsidRDefault="004A4993" w:rsidP="004A4993">
      <w:r>
        <w:t>— </w:t>
      </w:r>
      <w:r w:rsidR="008C5C61" w:rsidRPr="004C3E92">
        <w:t>Fi donc</w:t>
      </w:r>
      <w:r>
        <w:t xml:space="preserve">, </w:t>
      </w:r>
      <w:proofErr w:type="spellStart"/>
      <w:r w:rsidR="008C5C61" w:rsidRPr="004C3E92">
        <w:t>Elinor</w:t>
      </w:r>
      <w:proofErr w:type="spellEnd"/>
      <w:r>
        <w:t xml:space="preserve"> ! </w:t>
      </w:r>
      <w:r w:rsidR="008C5C61" w:rsidRPr="004C3E92">
        <w:t>dit Marianne</w:t>
      </w:r>
      <w:r>
        <w:t xml:space="preserve"> ; </w:t>
      </w:r>
      <w:r w:rsidR="008C5C61" w:rsidRPr="004C3E92">
        <w:t>l</w:t>
      </w:r>
      <w:r>
        <w:t>’</w:t>
      </w:r>
      <w:r w:rsidR="008C5C61" w:rsidRPr="004C3E92">
        <w:t>argent ne peut donner le bonheur que là où il n</w:t>
      </w:r>
      <w:r>
        <w:t>’</w:t>
      </w:r>
      <w:r w:rsidR="008C5C61" w:rsidRPr="004C3E92">
        <w:t>y a pas autre chose qui le donne</w:t>
      </w:r>
      <w:r>
        <w:t xml:space="preserve">. </w:t>
      </w:r>
      <w:proofErr w:type="spellStart"/>
      <w:r w:rsidR="008C5C61" w:rsidRPr="004C3E92">
        <w:t>Au delà</w:t>
      </w:r>
      <w:proofErr w:type="spellEnd"/>
      <w:r w:rsidR="008C5C61" w:rsidRPr="004C3E92">
        <w:t xml:space="preserve"> d</w:t>
      </w:r>
      <w:r>
        <w:t>’</w:t>
      </w:r>
      <w:r w:rsidR="008C5C61" w:rsidRPr="004C3E92">
        <w:t>une honnête aisance</w:t>
      </w:r>
      <w:r>
        <w:t xml:space="preserve">, </w:t>
      </w:r>
      <w:r w:rsidR="008C5C61" w:rsidRPr="004C3E92">
        <w:t>il ne peut offrir aucune satisfaction</w:t>
      </w:r>
      <w:r>
        <w:t xml:space="preserve">, </w:t>
      </w:r>
      <w:r w:rsidR="008C5C61" w:rsidRPr="004C3E92">
        <w:t>pour ce qui est du simple moi</w:t>
      </w:r>
      <w:r>
        <w:t>.</w:t>
      </w:r>
    </w:p>
    <w:p w14:paraId="6200DE0D" w14:textId="77777777" w:rsidR="004A4993" w:rsidRDefault="004A4993" w:rsidP="004A4993">
      <w:r>
        <w:t>— </w:t>
      </w:r>
      <w:r w:rsidR="008C5C61" w:rsidRPr="004C3E92">
        <w:t>Peut-être</w:t>
      </w:r>
      <w:r>
        <w:t xml:space="preserve">, </w:t>
      </w:r>
      <w:r w:rsidR="008C5C61" w:rsidRPr="004C3E92">
        <w:t xml:space="preserve">dit </w:t>
      </w:r>
      <w:proofErr w:type="spellStart"/>
      <w:r w:rsidR="008C5C61" w:rsidRPr="004C3E92">
        <w:t>Elinor</w:t>
      </w:r>
      <w:proofErr w:type="spellEnd"/>
      <w:r>
        <w:t xml:space="preserve">, </w:t>
      </w:r>
      <w:r w:rsidR="008C5C61" w:rsidRPr="004C3E92">
        <w:t>en souriant</w:t>
      </w:r>
      <w:r>
        <w:t xml:space="preserve">, </w:t>
      </w:r>
      <w:r w:rsidR="008C5C61" w:rsidRPr="004C3E92">
        <w:t>pourrons-nous en arr</w:t>
      </w:r>
      <w:r w:rsidR="008C5C61" w:rsidRPr="004C3E92">
        <w:t>i</w:t>
      </w:r>
      <w:r w:rsidR="008C5C61" w:rsidRPr="004C3E92">
        <w:t>ver au même point</w:t>
      </w:r>
      <w:r>
        <w:t xml:space="preserve">. </w:t>
      </w:r>
      <w:r w:rsidR="008C5C61" w:rsidRPr="004C3E92">
        <w:t xml:space="preserve">Ton </w:t>
      </w:r>
      <w:r>
        <w:t>« </w:t>
      </w:r>
      <w:r w:rsidR="008C5C61" w:rsidRPr="004C3E92">
        <w:t>aisance</w:t>
      </w:r>
      <w:r>
        <w:t> »</w:t>
      </w:r>
      <w:r w:rsidR="008C5C61" w:rsidRPr="004C3E92">
        <w:t xml:space="preserve"> et ma </w:t>
      </w:r>
      <w:r>
        <w:t>« </w:t>
      </w:r>
      <w:r w:rsidR="008C5C61" w:rsidRPr="004C3E92">
        <w:t>richesse</w:t>
      </w:r>
      <w:r>
        <w:t> »</w:t>
      </w:r>
      <w:r w:rsidR="008C5C61" w:rsidRPr="004C3E92">
        <w:t xml:space="preserve"> sont sans doute fort semblables</w:t>
      </w:r>
      <w:r>
        <w:t xml:space="preserve"> ; </w:t>
      </w:r>
      <w:r w:rsidR="008C5C61" w:rsidRPr="004C3E92">
        <w:t>et sans elles</w:t>
      </w:r>
      <w:r>
        <w:t xml:space="preserve">, </w:t>
      </w:r>
      <w:r w:rsidR="008C5C61" w:rsidRPr="004C3E92">
        <w:t>du train dont va a</w:t>
      </w:r>
      <w:r w:rsidR="008C5C61" w:rsidRPr="004C3E92">
        <w:t>u</w:t>
      </w:r>
      <w:r w:rsidR="008C5C61" w:rsidRPr="004C3E92">
        <w:t>jourd</w:t>
      </w:r>
      <w:r>
        <w:t>’</w:t>
      </w:r>
      <w:r w:rsidR="008C5C61" w:rsidRPr="004C3E92">
        <w:t>hui le monde</w:t>
      </w:r>
      <w:r>
        <w:t xml:space="preserve">, </w:t>
      </w:r>
      <w:r w:rsidR="008C5C61" w:rsidRPr="004C3E92">
        <w:t>nous serons toutes deux d</w:t>
      </w:r>
      <w:r>
        <w:t>’</w:t>
      </w:r>
      <w:r w:rsidR="008C5C61" w:rsidRPr="004C3E92">
        <w:t xml:space="preserve">accord que </w:t>
      </w:r>
      <w:r w:rsidR="008C5C61" w:rsidRPr="004C3E92">
        <w:lastRenderedPageBreak/>
        <w:t>toute espèce de satisfaction extérieure doit faire défaut</w:t>
      </w:r>
      <w:r>
        <w:t xml:space="preserve">. </w:t>
      </w:r>
      <w:r w:rsidR="008C5C61" w:rsidRPr="004C3E92">
        <w:t>Tes idées sont simplement plus nobles que les miennes</w:t>
      </w:r>
      <w:r>
        <w:t xml:space="preserve">. </w:t>
      </w:r>
      <w:r w:rsidR="008C5C61" w:rsidRPr="004C3E92">
        <w:t>Voyons</w:t>
      </w:r>
      <w:r>
        <w:t xml:space="preserve">, </w:t>
      </w:r>
      <w:r w:rsidR="008C5C61" w:rsidRPr="004C3E92">
        <w:t>qu</w:t>
      </w:r>
      <w:r>
        <w:t>’</w:t>
      </w:r>
      <w:r w:rsidR="008C5C61" w:rsidRPr="004C3E92">
        <w:t>est-ce que c</w:t>
      </w:r>
      <w:r>
        <w:t>’</w:t>
      </w:r>
      <w:r w:rsidR="008C5C61" w:rsidRPr="004C3E92">
        <w:t xml:space="preserve">est que ton </w:t>
      </w:r>
      <w:r>
        <w:t>« </w:t>
      </w:r>
      <w:r w:rsidR="008C5C61" w:rsidRPr="004C3E92">
        <w:t>aisance</w:t>
      </w:r>
      <w:r>
        <w:t> » ?</w:t>
      </w:r>
    </w:p>
    <w:p w14:paraId="5A3C5189" w14:textId="77777777" w:rsidR="004A4993" w:rsidRDefault="004A4993" w:rsidP="004A4993">
      <w:r>
        <w:t>— </w:t>
      </w:r>
      <w:r w:rsidR="008C5C61" w:rsidRPr="004C3E92">
        <w:t>Environ dix-huit cents à deux mille livres par an</w:t>
      </w:r>
      <w:r>
        <w:t xml:space="preserve">, </w:t>
      </w:r>
      <w:r w:rsidR="008C5C61" w:rsidRPr="004C3E92">
        <w:t>pas plus</w:t>
      </w:r>
      <w:r>
        <w:t>.</w:t>
      </w:r>
    </w:p>
    <w:p w14:paraId="3C6B35FB" w14:textId="77777777" w:rsidR="004A4993" w:rsidRDefault="008C5C61" w:rsidP="004A4993">
      <w:proofErr w:type="spellStart"/>
      <w:r w:rsidRPr="004C3E92">
        <w:t>Elinor</w:t>
      </w:r>
      <w:proofErr w:type="spellEnd"/>
      <w:r w:rsidRPr="004C3E92">
        <w:t xml:space="preserve"> se mit à rire</w:t>
      </w:r>
      <w:r w:rsidR="004A4993">
        <w:t>.</w:t>
      </w:r>
    </w:p>
    <w:p w14:paraId="19D3A171" w14:textId="77777777" w:rsidR="004A4993" w:rsidRDefault="004A4993" w:rsidP="004A4993">
      <w:r>
        <w:t>— </w:t>
      </w:r>
      <w:r w:rsidR="008C5C61" w:rsidRPr="004C3E92">
        <w:t>Deux mille livres par an</w:t>
      </w:r>
      <w:r>
        <w:t xml:space="preserve"> ! </w:t>
      </w:r>
      <w:r w:rsidR="008C5C61" w:rsidRPr="004C3E92">
        <w:t>Un millier</w:t>
      </w:r>
      <w:r>
        <w:t xml:space="preserve">, </w:t>
      </w:r>
      <w:r w:rsidR="008C5C61" w:rsidRPr="004C3E92">
        <w:t>c</w:t>
      </w:r>
      <w:r>
        <w:t>’</w:t>
      </w:r>
      <w:r w:rsidR="008C5C61" w:rsidRPr="004C3E92">
        <w:t xml:space="preserve">est ma </w:t>
      </w:r>
      <w:r>
        <w:t>« </w:t>
      </w:r>
      <w:r w:rsidR="008C5C61" w:rsidRPr="004C3E92">
        <w:t>riche</w:t>
      </w:r>
      <w:r w:rsidR="008C5C61" w:rsidRPr="004C3E92">
        <w:t>s</w:t>
      </w:r>
      <w:r w:rsidR="008C5C61" w:rsidRPr="004C3E92">
        <w:t>se</w:t>
      </w:r>
      <w:r>
        <w:t xml:space="preserve"> » ! </w:t>
      </w:r>
      <w:r w:rsidR="008C5C61" w:rsidRPr="004C3E92">
        <w:t>J</w:t>
      </w:r>
      <w:r>
        <w:t>’</w:t>
      </w:r>
      <w:r w:rsidR="008C5C61" w:rsidRPr="004C3E92">
        <w:t>avais bien deviné comment cela finirait</w:t>
      </w:r>
      <w:r>
        <w:t>.</w:t>
      </w:r>
    </w:p>
    <w:p w14:paraId="026CA7E3" w14:textId="77777777" w:rsidR="004A4993" w:rsidRDefault="004A4993" w:rsidP="004A4993">
      <w:r>
        <w:t>— </w:t>
      </w:r>
      <w:r w:rsidR="008C5C61" w:rsidRPr="004C3E92">
        <w:t>Et pourtant</w:t>
      </w:r>
      <w:r>
        <w:t xml:space="preserve">, </w:t>
      </w:r>
      <w:r w:rsidR="008C5C61" w:rsidRPr="004C3E92">
        <w:t>deux mille livres par an</w:t>
      </w:r>
      <w:r>
        <w:t xml:space="preserve">, </w:t>
      </w:r>
      <w:r w:rsidR="008C5C61" w:rsidRPr="004C3E92">
        <w:t>c</w:t>
      </w:r>
      <w:r>
        <w:t>’</w:t>
      </w:r>
      <w:r w:rsidR="008C5C61" w:rsidRPr="004C3E92">
        <w:t>est un revenu fort modeste</w:t>
      </w:r>
      <w:r>
        <w:t xml:space="preserve">, </w:t>
      </w:r>
      <w:r w:rsidR="008C5C61" w:rsidRPr="004C3E92">
        <w:t>dit Marianne</w:t>
      </w:r>
      <w:r>
        <w:t xml:space="preserve">. </w:t>
      </w:r>
      <w:r w:rsidR="008C5C61" w:rsidRPr="004C3E92">
        <w:t>On ne peut guère entretenir une famille avec un revenu moindre</w:t>
      </w:r>
      <w:r>
        <w:t xml:space="preserve">. </w:t>
      </w:r>
      <w:r w:rsidR="008C5C61" w:rsidRPr="004C3E92">
        <w:t>Je suis sûre de n</w:t>
      </w:r>
      <w:r>
        <w:t>’</w:t>
      </w:r>
      <w:r w:rsidR="008C5C61" w:rsidRPr="004C3E92">
        <w:t>être pas excessive dans mes exigences</w:t>
      </w:r>
      <w:r>
        <w:t xml:space="preserve">. </w:t>
      </w:r>
      <w:r w:rsidR="008C5C61" w:rsidRPr="004C3E92">
        <w:t>Une domesticité convenable</w:t>
      </w:r>
      <w:r>
        <w:t xml:space="preserve">, </w:t>
      </w:r>
      <w:r w:rsidR="008C5C61" w:rsidRPr="004C3E92">
        <w:t>une voiture</w:t>
      </w:r>
      <w:r>
        <w:t xml:space="preserve"> – </w:t>
      </w:r>
      <w:r w:rsidR="008C5C61" w:rsidRPr="004C3E92">
        <w:t>deux</w:t>
      </w:r>
      <w:r>
        <w:t xml:space="preserve">, </w:t>
      </w:r>
      <w:r w:rsidR="008C5C61" w:rsidRPr="004C3E92">
        <w:t>peut-être</w:t>
      </w:r>
      <w:r>
        <w:t xml:space="preserve"> – </w:t>
      </w:r>
      <w:r w:rsidR="008C5C61" w:rsidRPr="004C3E92">
        <w:t>et des chevaux de chasse</w:t>
      </w:r>
      <w:r>
        <w:t xml:space="preserve">, </w:t>
      </w:r>
      <w:r w:rsidR="008C5C61" w:rsidRPr="004C3E92">
        <w:t>ne peuvent être maintenus à moins</w:t>
      </w:r>
      <w:r>
        <w:t>.</w:t>
      </w:r>
    </w:p>
    <w:p w14:paraId="215DCFB2" w14:textId="77777777" w:rsidR="004A4993" w:rsidRDefault="008C5C61" w:rsidP="004A4993">
      <w:proofErr w:type="spellStart"/>
      <w:r w:rsidRPr="004C3E92">
        <w:t>Elinor</w:t>
      </w:r>
      <w:proofErr w:type="spellEnd"/>
      <w:r w:rsidRPr="004C3E92">
        <w:t xml:space="preserve"> sourit de nouveau</w:t>
      </w:r>
      <w:r w:rsidR="004A4993">
        <w:t xml:space="preserve">, </w:t>
      </w:r>
      <w:r w:rsidRPr="004C3E92">
        <w:t>d</w:t>
      </w:r>
      <w:r w:rsidR="004A4993">
        <w:t>’</w:t>
      </w:r>
      <w:r w:rsidRPr="004C3E92">
        <w:t>entendre sa sœur décrire d</w:t>
      </w:r>
      <w:r w:rsidR="004A4993">
        <w:t>’</w:t>
      </w:r>
      <w:r w:rsidRPr="004C3E92">
        <w:t>une façon si exacte leurs futures dépenses à Combe Magna</w:t>
      </w:r>
      <w:r w:rsidR="004A4993">
        <w:t>.</w:t>
      </w:r>
    </w:p>
    <w:p w14:paraId="35DE4077" w14:textId="77777777" w:rsidR="004A4993" w:rsidRDefault="004A4993" w:rsidP="004A4993">
      <w:r>
        <w:t>— </w:t>
      </w:r>
      <w:r w:rsidR="008C5C61" w:rsidRPr="004C3E92">
        <w:t>Des chevaux de chasse</w:t>
      </w:r>
      <w:r>
        <w:t xml:space="preserve"> ! </w:t>
      </w:r>
      <w:r w:rsidR="008C5C61" w:rsidRPr="004C3E92">
        <w:t>répéta Edward</w:t>
      </w:r>
      <w:r>
        <w:t xml:space="preserve">. </w:t>
      </w:r>
      <w:r w:rsidR="008C5C61" w:rsidRPr="004C3E92">
        <w:t>Mais pourquoi vous faut-il des chevaux de chasse</w:t>
      </w:r>
      <w:r>
        <w:t xml:space="preserve"> ? </w:t>
      </w:r>
      <w:r w:rsidR="008C5C61" w:rsidRPr="004C3E92">
        <w:t>Tout le monde ne chasse pas à courre</w:t>
      </w:r>
      <w:r>
        <w:t>.</w:t>
      </w:r>
    </w:p>
    <w:p w14:paraId="2556A70C" w14:textId="77777777" w:rsidR="004A4993" w:rsidRDefault="008C5C61" w:rsidP="004A4993">
      <w:r w:rsidRPr="004C3E92">
        <w:t>Marianne rougit en répondant</w:t>
      </w:r>
      <w:r w:rsidR="004A4993">
        <w:t> :</w:t>
      </w:r>
    </w:p>
    <w:p w14:paraId="7CD8204B" w14:textId="77777777" w:rsidR="004A4993" w:rsidRDefault="004A4993" w:rsidP="004A4993">
      <w:r>
        <w:t>— </w:t>
      </w:r>
      <w:r w:rsidR="008C5C61" w:rsidRPr="004C3E92">
        <w:t>Mais la plupart des gens le font</w:t>
      </w:r>
      <w:r>
        <w:t>.</w:t>
      </w:r>
    </w:p>
    <w:p w14:paraId="02342BFA" w14:textId="77777777" w:rsidR="004A4993" w:rsidRDefault="004A4993" w:rsidP="004A4993">
      <w:r>
        <w:t>— </w:t>
      </w:r>
      <w:r w:rsidR="008C5C61" w:rsidRPr="004C3E92">
        <w:t>Je voudrais</w:t>
      </w:r>
      <w:r>
        <w:t xml:space="preserve">, </w:t>
      </w:r>
      <w:r w:rsidR="008C5C61" w:rsidRPr="004C3E92">
        <w:t>dit Margaret</w:t>
      </w:r>
      <w:r>
        <w:t xml:space="preserve">, </w:t>
      </w:r>
      <w:r w:rsidR="008C5C61" w:rsidRPr="004C3E92">
        <w:t>lançant une idée nouvelle</w:t>
      </w:r>
      <w:r>
        <w:t xml:space="preserve">, </w:t>
      </w:r>
      <w:r w:rsidR="008C5C61" w:rsidRPr="004C3E92">
        <w:t>que quelqu</w:t>
      </w:r>
      <w:r>
        <w:t>’</w:t>
      </w:r>
      <w:r w:rsidR="008C5C61" w:rsidRPr="004C3E92">
        <w:t>un nous donnât à chacune une grosse fortune</w:t>
      </w:r>
      <w:r>
        <w:t> !</w:t>
      </w:r>
    </w:p>
    <w:p w14:paraId="43E8C746" w14:textId="77777777" w:rsidR="004A4993" w:rsidRDefault="004A4993" w:rsidP="004A4993">
      <w:r>
        <w:t>— </w:t>
      </w:r>
      <w:r w:rsidR="008C5C61" w:rsidRPr="004C3E92">
        <w:t>Ah</w:t>
      </w:r>
      <w:r>
        <w:t xml:space="preserve">, </w:t>
      </w:r>
      <w:r w:rsidR="008C5C61" w:rsidRPr="004C3E92">
        <w:t>plût au ciel que cela fût</w:t>
      </w:r>
      <w:r>
        <w:t xml:space="preserve"> ! </w:t>
      </w:r>
      <w:r w:rsidR="008C5C61" w:rsidRPr="004C3E92">
        <w:t>s</w:t>
      </w:r>
      <w:r>
        <w:t>’</w:t>
      </w:r>
      <w:r w:rsidR="008C5C61" w:rsidRPr="004C3E92">
        <w:t>écria Marianne</w:t>
      </w:r>
      <w:r>
        <w:t xml:space="preserve">, </w:t>
      </w:r>
      <w:r w:rsidR="008C5C61" w:rsidRPr="004C3E92">
        <w:t>les yeux étincelants d</w:t>
      </w:r>
      <w:r>
        <w:t>’</w:t>
      </w:r>
      <w:r w:rsidR="008C5C61" w:rsidRPr="004C3E92">
        <w:t>animation</w:t>
      </w:r>
      <w:r>
        <w:t xml:space="preserve">, </w:t>
      </w:r>
      <w:r w:rsidR="008C5C61" w:rsidRPr="004C3E92">
        <w:t>et les joues luisantes de la joie d</w:t>
      </w:r>
      <w:r>
        <w:t>’</w:t>
      </w:r>
      <w:r w:rsidR="008C5C61" w:rsidRPr="004C3E92">
        <w:t>un semblable bonheur imaginaire</w:t>
      </w:r>
      <w:r>
        <w:t>.</w:t>
      </w:r>
    </w:p>
    <w:p w14:paraId="0E001031" w14:textId="77777777" w:rsidR="004A4993" w:rsidRDefault="004A4993" w:rsidP="004A4993">
      <w:r>
        <w:lastRenderedPageBreak/>
        <w:t>— </w:t>
      </w:r>
      <w:r w:rsidR="008C5C61" w:rsidRPr="004C3E92">
        <w:t>Nous sommes tous unanimes dans ce désir</w:t>
      </w:r>
      <w:r>
        <w:t xml:space="preserve">, </w:t>
      </w:r>
      <w:r w:rsidR="008C5C61" w:rsidRPr="004C3E92">
        <w:t>je le suppose</w:t>
      </w:r>
      <w:r>
        <w:t xml:space="preserve">, </w:t>
      </w:r>
      <w:r w:rsidR="008C5C61" w:rsidRPr="004C3E92">
        <w:t xml:space="preserve">dit </w:t>
      </w:r>
      <w:proofErr w:type="spellStart"/>
      <w:r w:rsidR="008C5C61" w:rsidRPr="004C3E92">
        <w:t>Elinor</w:t>
      </w:r>
      <w:proofErr w:type="spellEnd"/>
      <w:r>
        <w:t xml:space="preserve">, </w:t>
      </w:r>
      <w:r w:rsidR="008C5C61" w:rsidRPr="004C3E92">
        <w:t>en dépit de l</w:t>
      </w:r>
      <w:r>
        <w:t>’</w:t>
      </w:r>
      <w:r w:rsidR="008C5C61" w:rsidRPr="004C3E92">
        <w:t>insuffisance de la richesse</w:t>
      </w:r>
      <w:r>
        <w:t>.</w:t>
      </w:r>
    </w:p>
    <w:p w14:paraId="65C9B9DC" w14:textId="77777777" w:rsidR="004A4993" w:rsidRDefault="004A4993" w:rsidP="004A4993">
      <w:r>
        <w:t>— </w:t>
      </w:r>
      <w:r w:rsidR="008C5C61" w:rsidRPr="004C3E92">
        <w:t>Oh</w:t>
      </w:r>
      <w:r>
        <w:t xml:space="preserve">, </w:t>
      </w:r>
      <w:r w:rsidR="008C5C61" w:rsidRPr="004C3E92">
        <w:t>mon Dieu</w:t>
      </w:r>
      <w:r>
        <w:t xml:space="preserve"> ! </w:t>
      </w:r>
      <w:r w:rsidR="008C5C61" w:rsidRPr="004C3E92">
        <w:t>s</w:t>
      </w:r>
      <w:r>
        <w:t>’</w:t>
      </w:r>
      <w:r w:rsidR="008C5C61" w:rsidRPr="004C3E92">
        <w:t>écria Margaret</w:t>
      </w:r>
      <w:r>
        <w:t xml:space="preserve">, </w:t>
      </w:r>
      <w:r w:rsidR="008C5C61" w:rsidRPr="004C3E92">
        <w:t>comme je serais he</w:t>
      </w:r>
      <w:r w:rsidR="008C5C61" w:rsidRPr="004C3E92">
        <w:t>u</w:t>
      </w:r>
      <w:r w:rsidR="008C5C61" w:rsidRPr="004C3E92">
        <w:t>reuse</w:t>
      </w:r>
      <w:r>
        <w:t xml:space="preserve"> ! </w:t>
      </w:r>
      <w:r w:rsidR="008C5C61" w:rsidRPr="004C3E92">
        <w:t>Je me demande ce que j</w:t>
      </w:r>
      <w:r>
        <w:t>’</w:t>
      </w:r>
      <w:r w:rsidR="008C5C61" w:rsidRPr="004C3E92">
        <w:t>en ferais</w:t>
      </w:r>
      <w:r>
        <w:t> !</w:t>
      </w:r>
    </w:p>
    <w:p w14:paraId="28D4AC9E" w14:textId="77777777" w:rsidR="004A4993" w:rsidRDefault="008C5C61" w:rsidP="004A4993">
      <w:r w:rsidRPr="004C3E92">
        <w:t>Marianne paraissait n</w:t>
      </w:r>
      <w:r w:rsidR="004A4993">
        <w:t>’</w:t>
      </w:r>
      <w:r w:rsidRPr="004C3E92">
        <w:t>avoir aucun doute quant à ce point</w:t>
      </w:r>
      <w:r w:rsidR="004A4993">
        <w:t>.</w:t>
      </w:r>
    </w:p>
    <w:p w14:paraId="44378810" w14:textId="77777777" w:rsidR="004A4993" w:rsidRDefault="004A4993" w:rsidP="004A4993">
      <w:r>
        <w:t>— </w:t>
      </w:r>
      <w:r w:rsidR="008C5C61" w:rsidRPr="004C3E92">
        <w:t>Pour ma part</w:t>
      </w:r>
      <w:r>
        <w:t xml:space="preserve">, </w:t>
      </w:r>
      <w:r w:rsidR="008C5C61" w:rsidRPr="004C3E92">
        <w:t>je serais embarrassée pour dépenser une grosse fortune</w:t>
      </w:r>
      <w:r>
        <w:t xml:space="preserve">, </w:t>
      </w:r>
      <w:r w:rsidR="008C5C61" w:rsidRPr="004C3E92">
        <w:t>dit Mrs</w:t>
      </w:r>
      <w:r>
        <w:t xml:space="preserve">. </w:t>
      </w:r>
      <w:proofErr w:type="spellStart"/>
      <w:r w:rsidR="008C5C61" w:rsidRPr="004C3E92">
        <w:t>Dashwood</w:t>
      </w:r>
      <w:proofErr w:type="spellEnd"/>
      <w:r>
        <w:t xml:space="preserve">, </w:t>
      </w:r>
      <w:r w:rsidR="008C5C61" w:rsidRPr="004C3E92">
        <w:t>si mes enfants devaient to</w:t>
      </w:r>
      <w:r w:rsidR="008C5C61" w:rsidRPr="004C3E92">
        <w:t>u</w:t>
      </w:r>
      <w:r w:rsidR="008C5C61" w:rsidRPr="004C3E92">
        <w:t>tes être riches sans mon aide</w:t>
      </w:r>
      <w:r>
        <w:t>.</w:t>
      </w:r>
    </w:p>
    <w:p w14:paraId="3B1F8DEE" w14:textId="77777777" w:rsidR="004A4993" w:rsidRDefault="004A4993" w:rsidP="004A4993">
      <w:r>
        <w:t>— </w:t>
      </w:r>
      <w:r w:rsidR="008C5C61" w:rsidRPr="004C3E92">
        <w:t>Il faudra que vous commenciez vos embellissements de cette maison</w:t>
      </w:r>
      <w:r>
        <w:t xml:space="preserve">, </w:t>
      </w:r>
      <w:r w:rsidR="008C5C61" w:rsidRPr="004C3E92">
        <w:t xml:space="preserve">fit </w:t>
      </w:r>
      <w:proofErr w:type="spellStart"/>
      <w:r w:rsidR="008C5C61" w:rsidRPr="004C3E92">
        <w:t>Elinor</w:t>
      </w:r>
      <w:proofErr w:type="spellEnd"/>
      <w:r>
        <w:t xml:space="preserve">, </w:t>
      </w:r>
      <w:r w:rsidR="008C5C61" w:rsidRPr="004C3E92">
        <w:t>et vos difficultés s</w:t>
      </w:r>
      <w:r>
        <w:t>’</w:t>
      </w:r>
      <w:r w:rsidR="008C5C61" w:rsidRPr="004C3E92">
        <w:t>évanouiront bientôt</w:t>
      </w:r>
      <w:r>
        <w:t>.</w:t>
      </w:r>
    </w:p>
    <w:p w14:paraId="15F609C4" w14:textId="77777777" w:rsidR="004A4993" w:rsidRDefault="004A4993" w:rsidP="004A4993">
      <w:r>
        <w:t>— </w:t>
      </w:r>
      <w:r w:rsidR="008C5C61" w:rsidRPr="004C3E92">
        <w:t>Quelles commandes magnifiques partiraient de cette f</w:t>
      </w:r>
      <w:r w:rsidR="008C5C61" w:rsidRPr="004C3E92">
        <w:t>a</w:t>
      </w:r>
      <w:r w:rsidR="008C5C61" w:rsidRPr="004C3E92">
        <w:t>mille pour Londres</w:t>
      </w:r>
      <w:r>
        <w:t xml:space="preserve">, </w:t>
      </w:r>
      <w:r w:rsidR="008C5C61" w:rsidRPr="004C3E92">
        <w:t>dit Edward</w:t>
      </w:r>
      <w:r>
        <w:t xml:space="preserve">, </w:t>
      </w:r>
      <w:r w:rsidR="008C5C61" w:rsidRPr="004C3E92">
        <w:t>dans un cas semblable</w:t>
      </w:r>
      <w:r>
        <w:t xml:space="preserve"> ! </w:t>
      </w:r>
      <w:r w:rsidR="008C5C61" w:rsidRPr="004C3E92">
        <w:t>Quel jour heureux pour les libraires</w:t>
      </w:r>
      <w:r>
        <w:t xml:space="preserve">, </w:t>
      </w:r>
      <w:r w:rsidR="008C5C61" w:rsidRPr="004C3E92">
        <w:t>les marchands de musique et les magasins d</w:t>
      </w:r>
      <w:r>
        <w:t>’</w:t>
      </w:r>
      <w:r w:rsidR="008C5C61" w:rsidRPr="004C3E92">
        <w:t>estampes</w:t>
      </w:r>
      <w:r>
        <w:t xml:space="preserve"> ! </w:t>
      </w:r>
      <w:r w:rsidR="008C5C61" w:rsidRPr="004C3E92">
        <w:t>Vous</w:t>
      </w:r>
      <w:r>
        <w:t xml:space="preserve">, </w:t>
      </w:r>
      <w:r w:rsidR="008C5C61" w:rsidRPr="004C3E92">
        <w:t xml:space="preserve">miss </w:t>
      </w:r>
      <w:proofErr w:type="spellStart"/>
      <w:r w:rsidR="008C5C61" w:rsidRPr="004C3E92">
        <w:t>Dashwood</w:t>
      </w:r>
      <w:proofErr w:type="spellEnd"/>
      <w:r>
        <w:t xml:space="preserve">, </w:t>
      </w:r>
      <w:r w:rsidR="008C5C61" w:rsidRPr="004C3E92">
        <w:t>vous donneriez un ordre général pour qu</w:t>
      </w:r>
      <w:r>
        <w:t>’</w:t>
      </w:r>
      <w:r w:rsidR="008C5C61" w:rsidRPr="004C3E92">
        <w:t>on vous envoie chaque nouvelle e</w:t>
      </w:r>
      <w:r w:rsidR="008C5C61" w:rsidRPr="004C3E92">
        <w:t>s</w:t>
      </w:r>
      <w:r w:rsidR="008C5C61" w:rsidRPr="004C3E92">
        <w:t>tampe de mérite</w:t>
      </w:r>
      <w:r>
        <w:t xml:space="preserve"> ; </w:t>
      </w:r>
      <w:r w:rsidR="008C5C61" w:rsidRPr="004C3E92">
        <w:t>et quant à Marianne</w:t>
      </w:r>
      <w:r>
        <w:t xml:space="preserve">, </w:t>
      </w:r>
      <w:r w:rsidR="008C5C61" w:rsidRPr="004C3E92">
        <w:t>je connais sa grandeur d</w:t>
      </w:r>
      <w:r>
        <w:t>’</w:t>
      </w:r>
      <w:r w:rsidR="008C5C61" w:rsidRPr="004C3E92">
        <w:t>âme</w:t>
      </w:r>
      <w:r>
        <w:t xml:space="preserve"> : </w:t>
      </w:r>
      <w:r w:rsidR="008C5C61" w:rsidRPr="004C3E92">
        <w:t>il n</w:t>
      </w:r>
      <w:r>
        <w:t>’</w:t>
      </w:r>
      <w:r w:rsidR="008C5C61" w:rsidRPr="004C3E92">
        <w:t>y aurait pas assez de musique à Londres pour la contenter</w:t>
      </w:r>
      <w:r>
        <w:t xml:space="preserve">. </w:t>
      </w:r>
      <w:r w:rsidR="008C5C61" w:rsidRPr="004C3E92">
        <w:t>Et les livres</w:t>
      </w:r>
      <w:r>
        <w:t xml:space="preserve"> ! – </w:t>
      </w:r>
      <w:r w:rsidR="008C5C61" w:rsidRPr="004C3E92">
        <w:t>Thomson</w:t>
      </w:r>
      <w:r>
        <w:t xml:space="preserve">, </w:t>
      </w:r>
      <w:r w:rsidR="008C5C61" w:rsidRPr="004C3E92">
        <w:t>Cowper</w:t>
      </w:r>
      <w:r>
        <w:t xml:space="preserve">, </w:t>
      </w:r>
      <w:r w:rsidR="008C5C61" w:rsidRPr="004C3E92">
        <w:t>Scott</w:t>
      </w:r>
      <w:r>
        <w:t xml:space="preserve"> –, </w:t>
      </w:r>
      <w:r w:rsidR="008C5C61" w:rsidRPr="004C3E92">
        <w:t>elle les achèterait tous</w:t>
      </w:r>
      <w:r>
        <w:t xml:space="preserve">, </w:t>
      </w:r>
      <w:r w:rsidR="008C5C61" w:rsidRPr="004C3E92">
        <w:t>mainte et mainte fois</w:t>
      </w:r>
      <w:r>
        <w:t xml:space="preserve"> ; </w:t>
      </w:r>
      <w:r w:rsidR="008C5C61" w:rsidRPr="004C3E92">
        <w:t>elle en épuiserait tous les exemplaires</w:t>
      </w:r>
      <w:r>
        <w:t xml:space="preserve">, </w:t>
      </w:r>
      <w:r w:rsidR="008C5C61" w:rsidRPr="004C3E92">
        <w:t>je le crois</w:t>
      </w:r>
      <w:r>
        <w:t xml:space="preserve">, </w:t>
      </w:r>
      <w:r w:rsidR="008C5C61" w:rsidRPr="004C3E92">
        <w:t>pour éviter qu</w:t>
      </w:r>
      <w:r>
        <w:t>’</w:t>
      </w:r>
      <w:r w:rsidR="008C5C61" w:rsidRPr="004C3E92">
        <w:t>ils ne tombent en des mains indignes</w:t>
      </w:r>
      <w:r>
        <w:t xml:space="preserve"> ; </w:t>
      </w:r>
      <w:r w:rsidR="008C5C61" w:rsidRPr="004C3E92">
        <w:t>et elle prendrait tous les livres qui lui ind</w:t>
      </w:r>
      <w:r w:rsidR="008C5C61" w:rsidRPr="004C3E92">
        <w:t>i</w:t>
      </w:r>
      <w:r w:rsidR="008C5C61" w:rsidRPr="004C3E92">
        <w:t>quent la façon d</w:t>
      </w:r>
      <w:r>
        <w:t>’</w:t>
      </w:r>
      <w:r w:rsidR="008C5C61" w:rsidRPr="004C3E92">
        <w:t>admirer un vieil arbre tordu</w:t>
      </w:r>
      <w:r>
        <w:t xml:space="preserve">. </w:t>
      </w:r>
      <w:r w:rsidR="008C5C61" w:rsidRPr="004C3E92">
        <w:t>N</w:t>
      </w:r>
      <w:r>
        <w:t>’</w:t>
      </w:r>
      <w:r w:rsidR="008C5C61" w:rsidRPr="004C3E92">
        <w:t>est-ce pas</w:t>
      </w:r>
      <w:r>
        <w:t xml:space="preserve">, </w:t>
      </w:r>
      <w:r w:rsidR="008C5C61" w:rsidRPr="004C3E92">
        <w:t>M</w:t>
      </w:r>
      <w:r w:rsidR="008C5C61" w:rsidRPr="004C3E92">
        <w:t>a</w:t>
      </w:r>
      <w:r w:rsidR="008C5C61" w:rsidRPr="004C3E92">
        <w:t>rianne</w:t>
      </w:r>
      <w:r>
        <w:t xml:space="preserve"> ? </w:t>
      </w:r>
      <w:r w:rsidR="008C5C61" w:rsidRPr="004C3E92">
        <w:t>Pardonnez-moi si je suis fort impertinent</w:t>
      </w:r>
      <w:r>
        <w:t xml:space="preserve">. </w:t>
      </w:r>
      <w:r w:rsidR="008C5C61" w:rsidRPr="004C3E92">
        <w:t>Mais je vo</w:t>
      </w:r>
      <w:r w:rsidR="008C5C61" w:rsidRPr="004C3E92">
        <w:t>u</w:t>
      </w:r>
      <w:r w:rsidR="008C5C61" w:rsidRPr="004C3E92">
        <w:t>lais vous faire voir que je n</w:t>
      </w:r>
      <w:r>
        <w:t>’</w:t>
      </w:r>
      <w:r w:rsidR="008C5C61" w:rsidRPr="004C3E92">
        <w:t>ai pas oublié nos vieilles disputes</w:t>
      </w:r>
      <w:r>
        <w:t>.</w:t>
      </w:r>
    </w:p>
    <w:p w14:paraId="50E22BE9" w14:textId="77777777" w:rsidR="004A4993" w:rsidRDefault="004A4993" w:rsidP="004A4993">
      <w:r>
        <w:t>— </w:t>
      </w:r>
      <w:r w:rsidR="008C5C61" w:rsidRPr="004C3E92">
        <w:t>J</w:t>
      </w:r>
      <w:r>
        <w:t>’</w:t>
      </w:r>
      <w:r w:rsidR="008C5C61" w:rsidRPr="004C3E92">
        <w:t>aime beaucoup qu</w:t>
      </w:r>
      <w:r>
        <w:t>’</w:t>
      </w:r>
      <w:r w:rsidR="008C5C61" w:rsidRPr="004C3E92">
        <w:t>on me rappelle le passé</w:t>
      </w:r>
      <w:r>
        <w:t xml:space="preserve">, </w:t>
      </w:r>
      <w:r w:rsidR="008C5C61" w:rsidRPr="004C3E92">
        <w:t>Edward</w:t>
      </w:r>
      <w:r>
        <w:t xml:space="preserve"> – </w:t>
      </w:r>
      <w:r w:rsidR="008C5C61" w:rsidRPr="004C3E92">
        <w:t>qu</w:t>
      </w:r>
      <w:r>
        <w:t>’</w:t>
      </w:r>
      <w:r w:rsidR="008C5C61" w:rsidRPr="004C3E92">
        <w:t>il soit mélancolique ou gai</w:t>
      </w:r>
      <w:r>
        <w:t xml:space="preserve">, </w:t>
      </w:r>
      <w:r w:rsidR="008C5C61" w:rsidRPr="004C3E92">
        <w:t>j</w:t>
      </w:r>
      <w:r>
        <w:t>’</w:t>
      </w:r>
      <w:r w:rsidR="008C5C61" w:rsidRPr="004C3E92">
        <w:t>aime à m</w:t>
      </w:r>
      <w:r>
        <w:t>’</w:t>
      </w:r>
      <w:r w:rsidR="008C5C61" w:rsidRPr="004C3E92">
        <w:t>en souvenir</w:t>
      </w:r>
      <w:r>
        <w:t xml:space="preserve"> – </w:t>
      </w:r>
      <w:r w:rsidR="008C5C61" w:rsidRPr="004C3E92">
        <w:t>et vous ne me froisserez jamais en parlant des jours d</w:t>
      </w:r>
      <w:r>
        <w:t>’</w:t>
      </w:r>
      <w:r w:rsidR="008C5C61" w:rsidRPr="004C3E92">
        <w:t>antan</w:t>
      </w:r>
      <w:r>
        <w:t xml:space="preserve">. </w:t>
      </w:r>
      <w:r w:rsidR="008C5C61" w:rsidRPr="004C3E92">
        <w:t xml:space="preserve">Vous avez tout à fait raison dans vos suppositions sur la façon </w:t>
      </w:r>
      <w:r w:rsidR="008C5C61" w:rsidRPr="004C3E92">
        <w:lastRenderedPageBreak/>
        <w:t>dont mon argent serait dépensé</w:t>
      </w:r>
      <w:r>
        <w:t xml:space="preserve"> ; </w:t>
      </w:r>
      <w:r w:rsidR="008C5C61" w:rsidRPr="004C3E92">
        <w:t>une partie</w:t>
      </w:r>
      <w:r>
        <w:t xml:space="preserve"> – </w:t>
      </w:r>
      <w:r w:rsidR="008C5C61" w:rsidRPr="004C3E92">
        <w:t>mes fonds liquides</w:t>
      </w:r>
      <w:r>
        <w:t xml:space="preserve">, </w:t>
      </w:r>
      <w:r w:rsidR="008C5C61" w:rsidRPr="004C3E92">
        <w:t>tout au moins</w:t>
      </w:r>
      <w:r>
        <w:t xml:space="preserve"> – </w:t>
      </w:r>
      <w:r w:rsidR="008C5C61" w:rsidRPr="004C3E92">
        <w:t>serait certainement consacrée à améliorer ma colle</w:t>
      </w:r>
      <w:r w:rsidR="008C5C61" w:rsidRPr="004C3E92">
        <w:t>c</w:t>
      </w:r>
      <w:r w:rsidR="008C5C61" w:rsidRPr="004C3E92">
        <w:t>tion de musique et de livres</w:t>
      </w:r>
      <w:r>
        <w:t>.</w:t>
      </w:r>
    </w:p>
    <w:p w14:paraId="22C4BF25" w14:textId="77777777" w:rsidR="004A4993" w:rsidRDefault="004A4993" w:rsidP="004A4993">
      <w:r>
        <w:t>— </w:t>
      </w:r>
      <w:r w:rsidR="008C5C61" w:rsidRPr="004C3E92">
        <w:t>Et le gros de votre fortune serait investi en annuités pour les auteurs ou leurs héritiers</w:t>
      </w:r>
      <w:r>
        <w:t>.</w:t>
      </w:r>
    </w:p>
    <w:p w14:paraId="357B9ACB" w14:textId="77777777" w:rsidR="004A4993" w:rsidRDefault="004A4993" w:rsidP="004A4993">
      <w:r>
        <w:t>— </w:t>
      </w:r>
      <w:r w:rsidR="008C5C61" w:rsidRPr="004C3E92">
        <w:t>Non</w:t>
      </w:r>
      <w:r>
        <w:t xml:space="preserve">, </w:t>
      </w:r>
      <w:r w:rsidR="008C5C61" w:rsidRPr="004C3E92">
        <w:t>Edward</w:t>
      </w:r>
      <w:r>
        <w:t xml:space="preserve"> ; </w:t>
      </w:r>
      <w:r w:rsidR="008C5C61" w:rsidRPr="004C3E92">
        <w:t>j</w:t>
      </w:r>
      <w:r>
        <w:t>’</w:t>
      </w:r>
      <w:r w:rsidR="008C5C61" w:rsidRPr="004C3E92">
        <w:t>aurais de quoi l</w:t>
      </w:r>
      <w:r>
        <w:t>’</w:t>
      </w:r>
      <w:r w:rsidR="008C5C61" w:rsidRPr="004C3E92">
        <w:t>utiliser autrement</w:t>
      </w:r>
      <w:r>
        <w:t>.</w:t>
      </w:r>
    </w:p>
    <w:p w14:paraId="08CC1EB4" w14:textId="77777777" w:rsidR="004A4993" w:rsidRDefault="004A4993" w:rsidP="004A4993">
      <w:r>
        <w:t>— </w:t>
      </w:r>
      <w:r w:rsidR="008C5C61" w:rsidRPr="004C3E92">
        <w:t>Peut-être</w:t>
      </w:r>
      <w:r>
        <w:t xml:space="preserve">, </w:t>
      </w:r>
      <w:r w:rsidR="008C5C61" w:rsidRPr="004C3E92">
        <w:t>alors</w:t>
      </w:r>
      <w:r>
        <w:t xml:space="preserve">, </w:t>
      </w:r>
      <w:r w:rsidR="008C5C61" w:rsidRPr="004C3E92">
        <w:t>l</w:t>
      </w:r>
      <w:r>
        <w:t>’</w:t>
      </w:r>
      <w:r w:rsidR="008C5C61" w:rsidRPr="004C3E92">
        <w:t>octroieriez-vous en récompense à la personne qui écrirait la défense la plus habile de votre maxime préférée</w:t>
      </w:r>
      <w:r>
        <w:t xml:space="preserve">, – </w:t>
      </w:r>
      <w:r w:rsidR="008C5C61" w:rsidRPr="004C3E92">
        <w:t>à savoir</w:t>
      </w:r>
      <w:r>
        <w:t xml:space="preserve">, </w:t>
      </w:r>
      <w:r w:rsidR="008C5C61" w:rsidRPr="004C3E92">
        <w:t>que personne ne peut être épris plus d</w:t>
      </w:r>
      <w:r>
        <w:t>’</w:t>
      </w:r>
      <w:r w:rsidR="008C5C61" w:rsidRPr="004C3E92">
        <w:t>une fois dans sa vie</w:t>
      </w:r>
      <w:r>
        <w:t xml:space="preserve">, – </w:t>
      </w:r>
      <w:r w:rsidR="008C5C61" w:rsidRPr="004C3E92">
        <w:t>car votre opinion sur ce point est toujours i</w:t>
      </w:r>
      <w:r w:rsidR="008C5C61" w:rsidRPr="004C3E92">
        <w:t>n</w:t>
      </w:r>
      <w:r w:rsidR="008C5C61" w:rsidRPr="004C3E92">
        <w:t>changée</w:t>
      </w:r>
      <w:r>
        <w:t xml:space="preserve">, </w:t>
      </w:r>
      <w:r w:rsidR="008C5C61" w:rsidRPr="004C3E92">
        <w:t>je le suppose</w:t>
      </w:r>
      <w:r>
        <w:t> ?</w:t>
      </w:r>
    </w:p>
    <w:p w14:paraId="5BA27CA0" w14:textId="77777777" w:rsidR="004A4993" w:rsidRDefault="004A4993" w:rsidP="004A4993">
      <w:r>
        <w:t>— </w:t>
      </w:r>
      <w:r w:rsidR="008C5C61" w:rsidRPr="004C3E92">
        <w:t>Assurément</w:t>
      </w:r>
      <w:r>
        <w:t xml:space="preserve">. </w:t>
      </w:r>
      <w:r w:rsidR="008C5C61" w:rsidRPr="004C3E92">
        <w:t>À l</w:t>
      </w:r>
      <w:r>
        <w:t>’</w:t>
      </w:r>
      <w:r w:rsidR="008C5C61" w:rsidRPr="004C3E92">
        <w:t>âge où je suis parvenue</w:t>
      </w:r>
      <w:r>
        <w:t xml:space="preserve">, </w:t>
      </w:r>
      <w:r w:rsidR="008C5C61" w:rsidRPr="004C3E92">
        <w:t>les opinions sont raisonnablement arrêtées</w:t>
      </w:r>
      <w:r>
        <w:t xml:space="preserve">. </w:t>
      </w:r>
      <w:r w:rsidR="008C5C61" w:rsidRPr="004C3E92">
        <w:t>Il n</w:t>
      </w:r>
      <w:r>
        <w:t>’</w:t>
      </w:r>
      <w:r w:rsidR="008C5C61" w:rsidRPr="004C3E92">
        <w:t>est pas probable que je voie ou que j</w:t>
      </w:r>
      <w:r>
        <w:t>’</w:t>
      </w:r>
      <w:r w:rsidR="008C5C61" w:rsidRPr="004C3E92">
        <w:t>entende maintenant quoi que ce soit qui les modifie</w:t>
      </w:r>
      <w:r>
        <w:t>.</w:t>
      </w:r>
    </w:p>
    <w:p w14:paraId="5CF801E6" w14:textId="77777777" w:rsidR="004A4993" w:rsidRDefault="004A4993" w:rsidP="004A4993">
      <w:r>
        <w:t>— </w:t>
      </w:r>
      <w:r w:rsidR="008C5C61" w:rsidRPr="004C3E92">
        <w:t>Marianne est aussi inébranlable que jamais</w:t>
      </w:r>
      <w:r>
        <w:t xml:space="preserve">, </w:t>
      </w:r>
      <w:r w:rsidR="008C5C61" w:rsidRPr="004C3E92">
        <w:t>vous le voyez</w:t>
      </w:r>
      <w:r>
        <w:t xml:space="preserve">, </w:t>
      </w:r>
      <w:r w:rsidR="008C5C61" w:rsidRPr="004C3E92">
        <w:t xml:space="preserve">dit </w:t>
      </w:r>
      <w:proofErr w:type="spellStart"/>
      <w:r w:rsidR="008C5C61" w:rsidRPr="004C3E92">
        <w:t>Elinor</w:t>
      </w:r>
      <w:proofErr w:type="spellEnd"/>
      <w:r>
        <w:t xml:space="preserve"> ; </w:t>
      </w:r>
      <w:r w:rsidR="008C5C61" w:rsidRPr="004C3E92">
        <w:t>elle n</w:t>
      </w:r>
      <w:r>
        <w:t>’</w:t>
      </w:r>
      <w:r w:rsidR="008C5C61" w:rsidRPr="004C3E92">
        <w:t>a pas changé du tout</w:t>
      </w:r>
      <w:r>
        <w:t>.</w:t>
      </w:r>
    </w:p>
    <w:p w14:paraId="597D16B4" w14:textId="77777777" w:rsidR="004A4993" w:rsidRDefault="004A4993" w:rsidP="004A4993">
      <w:r>
        <w:t>— </w:t>
      </w:r>
      <w:r w:rsidR="008C5C61" w:rsidRPr="004C3E92">
        <w:t>Elle est simplement devenue un peu plus grave qu</w:t>
      </w:r>
      <w:r>
        <w:t>’</w:t>
      </w:r>
      <w:r w:rsidR="008C5C61" w:rsidRPr="004C3E92">
        <w:t>elle ne l</w:t>
      </w:r>
      <w:r>
        <w:t>’</w:t>
      </w:r>
      <w:r w:rsidR="008C5C61" w:rsidRPr="004C3E92">
        <w:t>était</w:t>
      </w:r>
      <w:r>
        <w:t>.</w:t>
      </w:r>
    </w:p>
    <w:p w14:paraId="6C1F2A64" w14:textId="77777777" w:rsidR="004A4993" w:rsidRDefault="004A4993" w:rsidP="004A4993">
      <w:r>
        <w:t>— </w:t>
      </w:r>
      <w:r w:rsidR="008C5C61" w:rsidRPr="004C3E92">
        <w:t>Mais</w:t>
      </w:r>
      <w:r>
        <w:t xml:space="preserve">, </w:t>
      </w:r>
      <w:r w:rsidR="008C5C61" w:rsidRPr="004C3E92">
        <w:t>Edward</w:t>
      </w:r>
      <w:r>
        <w:t xml:space="preserve">, </w:t>
      </w:r>
      <w:r w:rsidR="008C5C61" w:rsidRPr="004C3E92">
        <w:t>dit Marianne</w:t>
      </w:r>
      <w:r>
        <w:t xml:space="preserve">, </w:t>
      </w:r>
      <w:r w:rsidR="008C5C61" w:rsidRPr="004C3E92">
        <w:t>vous n</w:t>
      </w:r>
      <w:r>
        <w:t>’</w:t>
      </w:r>
      <w:r w:rsidR="008C5C61" w:rsidRPr="004C3E92">
        <w:t>avez pas besoin de me faire des reproches</w:t>
      </w:r>
      <w:r>
        <w:t xml:space="preserve">. </w:t>
      </w:r>
      <w:r w:rsidR="008C5C61" w:rsidRPr="004C3E92">
        <w:t>Vous-même</w:t>
      </w:r>
      <w:r>
        <w:t xml:space="preserve">, </w:t>
      </w:r>
      <w:r w:rsidR="008C5C61" w:rsidRPr="004C3E92">
        <w:t>vous n</w:t>
      </w:r>
      <w:r>
        <w:t>’</w:t>
      </w:r>
      <w:r w:rsidR="008C5C61" w:rsidRPr="004C3E92">
        <w:t>êtes pas tellement gai</w:t>
      </w:r>
      <w:r>
        <w:t>.</w:t>
      </w:r>
    </w:p>
    <w:p w14:paraId="56564E5D" w14:textId="77777777" w:rsidR="004A4993" w:rsidRDefault="004A4993" w:rsidP="004A4993">
      <w:r>
        <w:t>— </w:t>
      </w:r>
      <w:r w:rsidR="008C5C61" w:rsidRPr="004C3E92">
        <w:t>Pourquoi penseriez-vous cela</w:t>
      </w:r>
      <w:r>
        <w:t xml:space="preserve"> ? </w:t>
      </w:r>
      <w:r w:rsidR="008C5C61" w:rsidRPr="004C3E92">
        <w:t>répondit-il avec un so</w:t>
      </w:r>
      <w:r w:rsidR="008C5C61" w:rsidRPr="004C3E92">
        <w:t>u</w:t>
      </w:r>
      <w:r w:rsidR="008C5C61" w:rsidRPr="004C3E92">
        <w:t>pir</w:t>
      </w:r>
      <w:r>
        <w:t xml:space="preserve">. </w:t>
      </w:r>
      <w:r w:rsidR="008C5C61" w:rsidRPr="004C3E92">
        <w:t>Mais la gaieté n</w:t>
      </w:r>
      <w:r>
        <w:t>’</w:t>
      </w:r>
      <w:r w:rsidR="008C5C61" w:rsidRPr="004C3E92">
        <w:t>a jamais fait partie de mon caractère</w:t>
      </w:r>
      <w:r>
        <w:t>.</w:t>
      </w:r>
    </w:p>
    <w:p w14:paraId="1FD5D3E6" w14:textId="77777777" w:rsidR="004A4993" w:rsidRDefault="004A4993" w:rsidP="004A4993">
      <w:r>
        <w:t>— </w:t>
      </w:r>
      <w:r w:rsidR="008C5C61" w:rsidRPr="004C3E92">
        <w:t>Je ne crois pas non plus qu</w:t>
      </w:r>
      <w:r>
        <w:t>’</w:t>
      </w:r>
      <w:r w:rsidR="008C5C61" w:rsidRPr="004C3E92">
        <w:t>elle fasse partie de celui de Marianne</w:t>
      </w:r>
      <w:r>
        <w:t xml:space="preserve">, </w:t>
      </w:r>
      <w:r w:rsidR="008C5C61" w:rsidRPr="004C3E92">
        <w:t xml:space="preserve">dit </w:t>
      </w:r>
      <w:proofErr w:type="spellStart"/>
      <w:r w:rsidR="008C5C61" w:rsidRPr="004C3E92">
        <w:t>Elinor</w:t>
      </w:r>
      <w:proofErr w:type="spellEnd"/>
      <w:r>
        <w:t xml:space="preserve">. </w:t>
      </w:r>
      <w:r w:rsidR="008C5C61" w:rsidRPr="004C3E92">
        <w:t>Je ne dirais guère qu</w:t>
      </w:r>
      <w:r>
        <w:t>’</w:t>
      </w:r>
      <w:r w:rsidR="008C5C61" w:rsidRPr="004C3E92">
        <w:t>elle est une fille ple</w:t>
      </w:r>
      <w:r w:rsidR="008C5C61" w:rsidRPr="004C3E92">
        <w:t>i</w:t>
      </w:r>
      <w:r w:rsidR="008C5C61" w:rsidRPr="004C3E92">
        <w:t>ne d</w:t>
      </w:r>
      <w:r>
        <w:t>’</w:t>
      </w:r>
      <w:r w:rsidR="008C5C61" w:rsidRPr="004C3E92">
        <w:t>entrain</w:t>
      </w:r>
      <w:r>
        <w:t xml:space="preserve"> ; </w:t>
      </w:r>
      <w:r w:rsidR="008C5C61" w:rsidRPr="004C3E92">
        <w:t>elle est très sérieuse</w:t>
      </w:r>
      <w:r>
        <w:t xml:space="preserve">, </w:t>
      </w:r>
      <w:r w:rsidR="008C5C61" w:rsidRPr="004C3E92">
        <w:t>très ardente</w:t>
      </w:r>
      <w:r>
        <w:t xml:space="preserve">, </w:t>
      </w:r>
      <w:r w:rsidR="008C5C61" w:rsidRPr="004C3E92">
        <w:t xml:space="preserve">en tout ce </w:t>
      </w:r>
      <w:r w:rsidR="008C5C61" w:rsidRPr="004C3E92">
        <w:lastRenderedPageBreak/>
        <w:t>qu</w:t>
      </w:r>
      <w:r>
        <w:t>’</w:t>
      </w:r>
      <w:r w:rsidR="008C5C61" w:rsidRPr="004C3E92">
        <w:t>elle fait</w:t>
      </w:r>
      <w:r>
        <w:t xml:space="preserve"> – </w:t>
      </w:r>
      <w:r w:rsidR="008C5C61" w:rsidRPr="004C3E92">
        <w:t>elle parle parfois beaucoup</w:t>
      </w:r>
      <w:r>
        <w:t xml:space="preserve">, </w:t>
      </w:r>
      <w:r w:rsidR="008C5C61" w:rsidRPr="004C3E92">
        <w:t>et presque avec anim</w:t>
      </w:r>
      <w:r w:rsidR="008C5C61" w:rsidRPr="004C3E92">
        <w:t>a</w:t>
      </w:r>
      <w:r w:rsidR="008C5C61" w:rsidRPr="004C3E92">
        <w:t>tion</w:t>
      </w:r>
      <w:r>
        <w:t xml:space="preserve"> –, </w:t>
      </w:r>
      <w:r w:rsidR="008C5C61" w:rsidRPr="004C3E92">
        <w:t>mais elle n</w:t>
      </w:r>
      <w:r>
        <w:t>’</w:t>
      </w:r>
      <w:r w:rsidR="008C5C61" w:rsidRPr="004C3E92">
        <w:t>est pas souvent véritablement joyeuse</w:t>
      </w:r>
      <w:r>
        <w:t>.</w:t>
      </w:r>
    </w:p>
    <w:p w14:paraId="46E2B00F" w14:textId="77777777" w:rsidR="004A4993" w:rsidRDefault="004A4993" w:rsidP="004A4993">
      <w:r>
        <w:t>— </w:t>
      </w:r>
      <w:r w:rsidR="008C5C61" w:rsidRPr="004C3E92">
        <w:t>Je crois que vous avez raison</w:t>
      </w:r>
      <w:r>
        <w:t xml:space="preserve">, </w:t>
      </w:r>
      <w:r w:rsidR="008C5C61" w:rsidRPr="004C3E92">
        <w:t>répondit-il</w:t>
      </w:r>
      <w:r>
        <w:t xml:space="preserve">, </w:t>
      </w:r>
      <w:r w:rsidR="008C5C61" w:rsidRPr="004C3E92">
        <w:t>et pourtant</w:t>
      </w:r>
      <w:r>
        <w:t xml:space="preserve">, </w:t>
      </w:r>
      <w:r w:rsidR="008C5C61" w:rsidRPr="004C3E92">
        <w:t>je l</w:t>
      </w:r>
      <w:r>
        <w:t>’</w:t>
      </w:r>
      <w:r w:rsidR="008C5C61" w:rsidRPr="004C3E92">
        <w:t>ai toujours considérée comme une jeune fille pleine d</w:t>
      </w:r>
      <w:r>
        <w:t>’</w:t>
      </w:r>
      <w:r w:rsidR="008C5C61" w:rsidRPr="004C3E92">
        <w:t>entrain</w:t>
      </w:r>
      <w:r>
        <w:t>.</w:t>
      </w:r>
    </w:p>
    <w:p w14:paraId="7F1F859B" w14:textId="77777777" w:rsidR="004A4993" w:rsidRDefault="004A4993" w:rsidP="004A4993">
      <w:r>
        <w:t>— </w:t>
      </w:r>
      <w:r w:rsidR="008C5C61" w:rsidRPr="004C3E92">
        <w:t>Je me suis souvent surprise à commettre des erreurs de ce genre</w:t>
      </w:r>
      <w:r>
        <w:t xml:space="preserve">, </w:t>
      </w:r>
      <w:r w:rsidR="008C5C61" w:rsidRPr="004C3E92">
        <w:t xml:space="preserve">dit </w:t>
      </w:r>
      <w:proofErr w:type="spellStart"/>
      <w:r w:rsidR="008C5C61" w:rsidRPr="004C3E92">
        <w:t>Elinor</w:t>
      </w:r>
      <w:proofErr w:type="spellEnd"/>
      <w:r>
        <w:t xml:space="preserve">, </w:t>
      </w:r>
      <w:r w:rsidR="008C5C61" w:rsidRPr="004C3E92">
        <w:t>dans une méconnaissance totale du caract</w:t>
      </w:r>
      <w:r w:rsidR="008C5C61" w:rsidRPr="004C3E92">
        <w:t>è</w:t>
      </w:r>
      <w:r w:rsidR="008C5C61" w:rsidRPr="004C3E92">
        <w:t>re en ce qui concerne tel ou tel point</w:t>
      </w:r>
      <w:r>
        <w:t xml:space="preserve"> – </w:t>
      </w:r>
      <w:r w:rsidR="008C5C61" w:rsidRPr="004C3E92">
        <w:t>en m</w:t>
      </w:r>
      <w:r>
        <w:t>’</w:t>
      </w:r>
      <w:r w:rsidR="008C5C61" w:rsidRPr="004C3E92">
        <w:t>imaginant les gens tellement plus gais ou plus graves</w:t>
      </w:r>
      <w:r>
        <w:t xml:space="preserve">, </w:t>
      </w:r>
      <w:r w:rsidR="008C5C61" w:rsidRPr="004C3E92">
        <w:t>ou plus ingénieux</w:t>
      </w:r>
      <w:r>
        <w:t xml:space="preserve">, </w:t>
      </w:r>
      <w:r w:rsidR="008C5C61" w:rsidRPr="004C3E92">
        <w:t>ou plus bêtes</w:t>
      </w:r>
      <w:r>
        <w:t xml:space="preserve">, </w:t>
      </w:r>
      <w:r w:rsidR="008C5C61" w:rsidRPr="004C3E92">
        <w:t>qu</w:t>
      </w:r>
      <w:r>
        <w:t>’</w:t>
      </w:r>
      <w:r w:rsidR="008C5C61" w:rsidRPr="004C3E92">
        <w:t>ils ne le sont en réalité</w:t>
      </w:r>
      <w:r>
        <w:t xml:space="preserve"> ; </w:t>
      </w:r>
      <w:r w:rsidR="008C5C61" w:rsidRPr="004C3E92">
        <w:t>et je ne saurais guère dire pourquoi</w:t>
      </w:r>
      <w:r>
        <w:t xml:space="preserve">, </w:t>
      </w:r>
      <w:r w:rsidR="008C5C61" w:rsidRPr="004C3E92">
        <w:t>ni de quelle façon</w:t>
      </w:r>
      <w:r>
        <w:t xml:space="preserve">, </w:t>
      </w:r>
      <w:r w:rsidR="008C5C61" w:rsidRPr="004C3E92">
        <w:t>l</w:t>
      </w:r>
      <w:r>
        <w:t>’</w:t>
      </w:r>
      <w:r w:rsidR="008C5C61" w:rsidRPr="004C3E92">
        <w:t>erreur a pris naissance</w:t>
      </w:r>
      <w:r>
        <w:t xml:space="preserve">. </w:t>
      </w:r>
      <w:r w:rsidR="008C5C61" w:rsidRPr="004C3E92">
        <w:t>Quelqu</w:t>
      </w:r>
      <w:r w:rsidR="008C5C61" w:rsidRPr="004C3E92">
        <w:t>e</w:t>
      </w:r>
      <w:r w:rsidR="008C5C61" w:rsidRPr="004C3E92">
        <w:t>fois</w:t>
      </w:r>
      <w:r>
        <w:t xml:space="preserve">, </w:t>
      </w:r>
      <w:r w:rsidR="008C5C61" w:rsidRPr="004C3E92">
        <w:t>l</w:t>
      </w:r>
      <w:r>
        <w:t>’</w:t>
      </w:r>
      <w:r w:rsidR="008C5C61" w:rsidRPr="004C3E92">
        <w:t>on est guidé par ce qu</w:t>
      </w:r>
      <w:r>
        <w:t>’</w:t>
      </w:r>
      <w:r w:rsidR="008C5C61" w:rsidRPr="004C3E92">
        <w:t>ils disent sur eux-mêmes</w:t>
      </w:r>
      <w:r>
        <w:t xml:space="preserve">, </w:t>
      </w:r>
      <w:r w:rsidR="008C5C61" w:rsidRPr="004C3E92">
        <w:t>et très fréquemment par ce qu</w:t>
      </w:r>
      <w:r>
        <w:t>’</w:t>
      </w:r>
      <w:r w:rsidR="008C5C61" w:rsidRPr="004C3E92">
        <w:t>en disent les autres</w:t>
      </w:r>
      <w:r>
        <w:t xml:space="preserve">, </w:t>
      </w:r>
      <w:r w:rsidR="008C5C61" w:rsidRPr="004C3E92">
        <w:t>sans se donner le temps de délibérer et de juger</w:t>
      </w:r>
      <w:r>
        <w:t>.</w:t>
      </w:r>
    </w:p>
    <w:p w14:paraId="27A7FFF2" w14:textId="77777777" w:rsidR="004A4993" w:rsidRDefault="004A4993" w:rsidP="004A4993">
      <w:r>
        <w:t>— </w:t>
      </w:r>
      <w:r w:rsidR="008C5C61" w:rsidRPr="004C3E92">
        <w:t>Mais je croyais qu</w:t>
      </w:r>
      <w:r>
        <w:t>’</w:t>
      </w:r>
      <w:r w:rsidR="008C5C61" w:rsidRPr="004C3E92">
        <w:t>il était juste</w:t>
      </w:r>
      <w:r>
        <w:t xml:space="preserve">, </w:t>
      </w:r>
      <w:proofErr w:type="spellStart"/>
      <w:r w:rsidR="008C5C61" w:rsidRPr="004C3E92">
        <w:t>Elinor</w:t>
      </w:r>
      <w:proofErr w:type="spellEnd"/>
      <w:r>
        <w:t xml:space="preserve">, </w:t>
      </w:r>
      <w:r w:rsidR="008C5C61" w:rsidRPr="004C3E92">
        <w:t>dit Marianne</w:t>
      </w:r>
      <w:r>
        <w:t xml:space="preserve">, </w:t>
      </w:r>
      <w:r w:rsidR="008C5C61" w:rsidRPr="004C3E92">
        <w:t>d</w:t>
      </w:r>
      <w:r>
        <w:t>’</w:t>
      </w:r>
      <w:r w:rsidR="008C5C61" w:rsidRPr="004C3E92">
        <w:t>être guidé totalement par l</w:t>
      </w:r>
      <w:r>
        <w:t>’</w:t>
      </w:r>
      <w:r w:rsidR="008C5C61" w:rsidRPr="004C3E92">
        <w:t>opinion des autres</w:t>
      </w:r>
      <w:r>
        <w:t xml:space="preserve">. </w:t>
      </w:r>
      <w:r w:rsidR="008C5C61" w:rsidRPr="004C3E92">
        <w:t>Je croyais que nos jugements nous étaient donnés simplement pour étayer ceux de nos voisins</w:t>
      </w:r>
      <w:r>
        <w:t xml:space="preserve">. </w:t>
      </w:r>
      <w:r w:rsidR="008C5C61" w:rsidRPr="004C3E92">
        <w:t>Telle a toujours été ta doctrine</w:t>
      </w:r>
      <w:r>
        <w:t xml:space="preserve">, </w:t>
      </w:r>
      <w:r w:rsidR="008C5C61" w:rsidRPr="004C3E92">
        <w:t>j</w:t>
      </w:r>
      <w:r>
        <w:t>’</w:t>
      </w:r>
      <w:r w:rsidR="008C5C61" w:rsidRPr="004C3E92">
        <w:t>en suis s</w:t>
      </w:r>
      <w:r w:rsidR="008C5C61" w:rsidRPr="004C3E92">
        <w:t>û</w:t>
      </w:r>
      <w:r w:rsidR="008C5C61" w:rsidRPr="004C3E92">
        <w:t>re</w:t>
      </w:r>
      <w:r>
        <w:t>.</w:t>
      </w:r>
    </w:p>
    <w:p w14:paraId="30B046D7" w14:textId="77777777" w:rsidR="004A4993" w:rsidRDefault="004A4993" w:rsidP="004A4993">
      <w:r>
        <w:t>— </w:t>
      </w:r>
      <w:r w:rsidR="008C5C61" w:rsidRPr="004C3E92">
        <w:t>Non</w:t>
      </w:r>
      <w:r>
        <w:t xml:space="preserve">, </w:t>
      </w:r>
      <w:r w:rsidR="008C5C61" w:rsidRPr="004C3E92">
        <w:t>Marianne</w:t>
      </w:r>
      <w:r>
        <w:t xml:space="preserve">, </w:t>
      </w:r>
      <w:r w:rsidR="008C5C61" w:rsidRPr="004C3E92">
        <w:t>jamais</w:t>
      </w:r>
      <w:r>
        <w:t xml:space="preserve">. </w:t>
      </w:r>
      <w:r w:rsidR="008C5C61" w:rsidRPr="004C3E92">
        <w:t>Ma doctrine n</w:t>
      </w:r>
      <w:r>
        <w:t>’</w:t>
      </w:r>
      <w:r w:rsidR="008C5C61" w:rsidRPr="004C3E92">
        <w:t>a jamais visé à la sujétion de l</w:t>
      </w:r>
      <w:r>
        <w:t>’</w:t>
      </w:r>
      <w:r w:rsidR="008C5C61" w:rsidRPr="004C3E92">
        <w:t>intelligence</w:t>
      </w:r>
      <w:r>
        <w:t xml:space="preserve">. </w:t>
      </w:r>
      <w:r w:rsidR="008C5C61" w:rsidRPr="004C3E92">
        <w:t>Tout ce que j</w:t>
      </w:r>
      <w:r>
        <w:t>’</w:t>
      </w:r>
      <w:r w:rsidR="008C5C61" w:rsidRPr="004C3E92">
        <w:t>ai jamais tenté d</w:t>
      </w:r>
      <w:r>
        <w:t>’</w:t>
      </w:r>
      <w:r w:rsidR="008C5C61" w:rsidRPr="004C3E92">
        <w:t>influencer</w:t>
      </w:r>
      <w:r>
        <w:t xml:space="preserve">, </w:t>
      </w:r>
      <w:r w:rsidR="008C5C61" w:rsidRPr="004C3E92">
        <w:t>ç</w:t>
      </w:r>
      <w:r>
        <w:t>’</w:t>
      </w:r>
      <w:r w:rsidR="008C5C61" w:rsidRPr="004C3E92">
        <w:t>a été la conduite</w:t>
      </w:r>
      <w:r>
        <w:t xml:space="preserve">. </w:t>
      </w:r>
      <w:r w:rsidR="008C5C61" w:rsidRPr="004C3E92">
        <w:t>Il ne faut pas confondre mon intention</w:t>
      </w:r>
      <w:r>
        <w:t xml:space="preserve">. </w:t>
      </w:r>
      <w:r w:rsidR="008C5C61" w:rsidRPr="004C3E92">
        <w:t>Je suis coupable</w:t>
      </w:r>
      <w:r>
        <w:t xml:space="preserve">, </w:t>
      </w:r>
      <w:r w:rsidR="008C5C61" w:rsidRPr="004C3E92">
        <w:t>je l</w:t>
      </w:r>
      <w:r>
        <w:t>’</w:t>
      </w:r>
      <w:r w:rsidR="008C5C61" w:rsidRPr="004C3E92">
        <w:t>avoue</w:t>
      </w:r>
      <w:r>
        <w:t xml:space="preserve">, </w:t>
      </w:r>
      <w:r w:rsidR="008C5C61" w:rsidRPr="004C3E92">
        <w:t>d</w:t>
      </w:r>
      <w:r>
        <w:t>’</w:t>
      </w:r>
      <w:r w:rsidR="008C5C61" w:rsidRPr="004C3E92">
        <w:t>avoir souvent désiré te voir traiter nos connaissances</w:t>
      </w:r>
      <w:r>
        <w:t xml:space="preserve">, </w:t>
      </w:r>
      <w:r w:rsidR="008C5C61" w:rsidRPr="004C3E92">
        <w:t>en général</w:t>
      </w:r>
      <w:r>
        <w:t xml:space="preserve">, </w:t>
      </w:r>
      <w:r w:rsidR="008C5C61" w:rsidRPr="004C3E92">
        <w:t>avec plus d</w:t>
      </w:r>
      <w:r>
        <w:t>’</w:t>
      </w:r>
      <w:r w:rsidR="008C5C61" w:rsidRPr="004C3E92">
        <w:t>attention</w:t>
      </w:r>
      <w:r>
        <w:t xml:space="preserve"> ; </w:t>
      </w:r>
      <w:r w:rsidR="008C5C61" w:rsidRPr="004C3E92">
        <w:t>mais quand t</w:t>
      </w:r>
      <w:r>
        <w:t>’</w:t>
      </w:r>
      <w:r w:rsidR="008C5C61" w:rsidRPr="004C3E92">
        <w:t>ai-je conseillé d</w:t>
      </w:r>
      <w:r>
        <w:t>’</w:t>
      </w:r>
      <w:r w:rsidR="008C5C61" w:rsidRPr="004C3E92">
        <w:t>adopter leurs sent</w:t>
      </w:r>
      <w:r w:rsidR="008C5C61" w:rsidRPr="004C3E92">
        <w:t>i</w:t>
      </w:r>
      <w:r w:rsidR="008C5C61" w:rsidRPr="004C3E92">
        <w:t>ments ou de te conformer à leur jugement dans les choses s</w:t>
      </w:r>
      <w:r w:rsidR="008C5C61" w:rsidRPr="004C3E92">
        <w:t>é</w:t>
      </w:r>
      <w:r w:rsidR="008C5C61" w:rsidRPr="004C3E92">
        <w:t>rieuses</w:t>
      </w:r>
      <w:r>
        <w:t> ?</w:t>
      </w:r>
    </w:p>
    <w:p w14:paraId="4056D92D" w14:textId="77777777" w:rsidR="004A4993" w:rsidRDefault="004A4993" w:rsidP="004A4993">
      <w:r>
        <w:t>— </w:t>
      </w:r>
      <w:r w:rsidR="008C5C61" w:rsidRPr="004C3E92">
        <w:t>Vous n</w:t>
      </w:r>
      <w:r>
        <w:t>’</w:t>
      </w:r>
      <w:r w:rsidR="008C5C61" w:rsidRPr="004C3E92">
        <w:t>avez donc jamais réussi à convertir votre sœur à votre plan de civilité générale</w:t>
      </w:r>
      <w:r>
        <w:t xml:space="preserve"> ? </w:t>
      </w:r>
      <w:r w:rsidR="008C5C61" w:rsidRPr="004C3E92">
        <w:t xml:space="preserve">dit Edward à </w:t>
      </w:r>
      <w:proofErr w:type="spellStart"/>
      <w:r w:rsidR="008C5C61" w:rsidRPr="004C3E92">
        <w:t>Elinor</w:t>
      </w:r>
      <w:proofErr w:type="spellEnd"/>
      <w:r>
        <w:t xml:space="preserve">. </w:t>
      </w:r>
      <w:r w:rsidR="008C5C61" w:rsidRPr="004C3E92">
        <w:t>Vous ne gagnez pas de terrain</w:t>
      </w:r>
      <w:r>
        <w:t> ?</w:t>
      </w:r>
    </w:p>
    <w:p w14:paraId="638397F8" w14:textId="77777777" w:rsidR="004A4993" w:rsidRDefault="004A4993" w:rsidP="004A4993">
      <w:r>
        <w:lastRenderedPageBreak/>
        <w:t>— </w:t>
      </w:r>
      <w:r w:rsidR="008C5C61" w:rsidRPr="004C3E92">
        <w:t>Bien au contraire</w:t>
      </w:r>
      <w:r>
        <w:t xml:space="preserve">, </w:t>
      </w:r>
      <w:r w:rsidR="008C5C61" w:rsidRPr="004C3E92">
        <w:t xml:space="preserve">répondit </w:t>
      </w:r>
      <w:proofErr w:type="spellStart"/>
      <w:r w:rsidR="008C5C61" w:rsidRPr="004C3E92">
        <w:t>Elinor</w:t>
      </w:r>
      <w:proofErr w:type="spellEnd"/>
      <w:r>
        <w:t xml:space="preserve">, </w:t>
      </w:r>
      <w:r w:rsidR="008C5C61" w:rsidRPr="004C3E92">
        <w:t>regardant Marianne d</w:t>
      </w:r>
      <w:r>
        <w:t>’</w:t>
      </w:r>
      <w:r w:rsidR="008C5C61" w:rsidRPr="004C3E92">
        <w:t>une façon expressive</w:t>
      </w:r>
      <w:r>
        <w:t>.</w:t>
      </w:r>
    </w:p>
    <w:p w14:paraId="5DC4E406" w14:textId="77777777" w:rsidR="004A4993" w:rsidRDefault="004A4993" w:rsidP="004A4993">
      <w:r>
        <w:t>— </w:t>
      </w:r>
      <w:r w:rsidR="008C5C61" w:rsidRPr="004C3E92">
        <w:t>Mon jugement</w:t>
      </w:r>
      <w:r>
        <w:t xml:space="preserve">, </w:t>
      </w:r>
      <w:r w:rsidR="008C5C61" w:rsidRPr="004C3E92">
        <w:t>repartit-il</w:t>
      </w:r>
      <w:r>
        <w:t xml:space="preserve">, </w:t>
      </w:r>
      <w:r w:rsidR="008C5C61" w:rsidRPr="004C3E92">
        <w:t>est entièrement de votre côté en cette affaire</w:t>
      </w:r>
      <w:r>
        <w:t xml:space="preserve"> ; </w:t>
      </w:r>
      <w:r w:rsidR="008C5C61" w:rsidRPr="004C3E92">
        <w:t>mais malheureusement</w:t>
      </w:r>
      <w:r>
        <w:t xml:space="preserve">, </w:t>
      </w:r>
      <w:r w:rsidR="008C5C61" w:rsidRPr="004C3E92">
        <w:t>ma pratique est bea</w:t>
      </w:r>
      <w:r w:rsidR="008C5C61" w:rsidRPr="004C3E92">
        <w:t>u</w:t>
      </w:r>
      <w:r w:rsidR="008C5C61" w:rsidRPr="004C3E92">
        <w:t>coup plus du côté de votre sœur</w:t>
      </w:r>
      <w:r>
        <w:t xml:space="preserve">. </w:t>
      </w:r>
      <w:r w:rsidR="008C5C61" w:rsidRPr="004C3E92">
        <w:t>Je n</w:t>
      </w:r>
      <w:r>
        <w:t>’</w:t>
      </w:r>
      <w:r w:rsidR="008C5C61" w:rsidRPr="004C3E92">
        <w:t>ai jamais le désir de froi</w:t>
      </w:r>
      <w:r w:rsidR="008C5C61" w:rsidRPr="004C3E92">
        <w:t>s</w:t>
      </w:r>
      <w:r w:rsidR="008C5C61" w:rsidRPr="004C3E92">
        <w:t>ser</w:t>
      </w:r>
      <w:r>
        <w:t xml:space="preserve">, </w:t>
      </w:r>
      <w:r w:rsidR="008C5C61" w:rsidRPr="004C3E92">
        <w:t>mais je suis si sottement timide que je parais souvent négl</w:t>
      </w:r>
      <w:r w:rsidR="008C5C61" w:rsidRPr="004C3E92">
        <w:t>i</w:t>
      </w:r>
      <w:r w:rsidR="008C5C61" w:rsidRPr="004C3E92">
        <w:t>gent</w:t>
      </w:r>
      <w:r>
        <w:t xml:space="preserve">, </w:t>
      </w:r>
      <w:r w:rsidR="008C5C61" w:rsidRPr="004C3E92">
        <w:t>alors que je suis simplement retenu par ma maladresse naturelle</w:t>
      </w:r>
      <w:r>
        <w:t xml:space="preserve">. </w:t>
      </w:r>
      <w:r w:rsidR="008C5C61" w:rsidRPr="004C3E92">
        <w:t>J</w:t>
      </w:r>
      <w:r>
        <w:t>’</w:t>
      </w:r>
      <w:r w:rsidR="008C5C61" w:rsidRPr="004C3E92">
        <w:t>ai fréquemment pensé que je dois avoir été destiné par la nature à me complaire aux basses fréquentations</w:t>
      </w:r>
      <w:r>
        <w:t xml:space="preserve">, </w:t>
      </w:r>
      <w:r w:rsidR="008C5C61" w:rsidRPr="004C3E92">
        <w:t>tell</w:t>
      </w:r>
      <w:r w:rsidR="008C5C61" w:rsidRPr="004C3E92">
        <w:t>e</w:t>
      </w:r>
      <w:r w:rsidR="008C5C61" w:rsidRPr="004C3E92">
        <w:t>ment je suis peu à mon aise parmi les étrangers de qualité</w:t>
      </w:r>
      <w:r>
        <w:t> !</w:t>
      </w:r>
    </w:p>
    <w:p w14:paraId="1576A773" w14:textId="77777777" w:rsidR="004A4993" w:rsidRDefault="004A4993" w:rsidP="004A4993">
      <w:r>
        <w:t>— </w:t>
      </w:r>
      <w:r w:rsidR="008C5C61" w:rsidRPr="004C3E92">
        <w:t>Marianne n</w:t>
      </w:r>
      <w:r>
        <w:t>’</w:t>
      </w:r>
      <w:r w:rsidR="008C5C61" w:rsidRPr="004C3E92">
        <w:t>a pas de timidité pour excuser l</w:t>
      </w:r>
      <w:r>
        <w:t>’</w:t>
      </w:r>
      <w:r w:rsidR="008C5C61" w:rsidRPr="004C3E92">
        <w:t>inattention dont elle peut faire montre</w:t>
      </w:r>
      <w:r>
        <w:t xml:space="preserve">, </w:t>
      </w:r>
      <w:r w:rsidR="008C5C61" w:rsidRPr="004C3E92">
        <w:t xml:space="preserve">dit </w:t>
      </w:r>
      <w:proofErr w:type="spellStart"/>
      <w:r w:rsidR="008C5C61" w:rsidRPr="004C3E92">
        <w:t>Elinor</w:t>
      </w:r>
      <w:proofErr w:type="spellEnd"/>
      <w:r>
        <w:t>.</w:t>
      </w:r>
    </w:p>
    <w:p w14:paraId="772E8FE1" w14:textId="77777777" w:rsidR="004A4993" w:rsidRDefault="004A4993" w:rsidP="004A4993">
      <w:r>
        <w:t>— </w:t>
      </w:r>
      <w:r w:rsidR="008C5C61" w:rsidRPr="004C3E92">
        <w:t>Elle ne connaît que trop bien sa propre valeur pour en éprouver une fausse honte</w:t>
      </w:r>
      <w:r>
        <w:t xml:space="preserve">, </w:t>
      </w:r>
      <w:r w:rsidR="008C5C61" w:rsidRPr="004C3E92">
        <w:t>répondit Edward</w:t>
      </w:r>
      <w:r>
        <w:t xml:space="preserve">. </w:t>
      </w:r>
      <w:r w:rsidR="008C5C61" w:rsidRPr="004C3E92">
        <w:t>La timidité</w:t>
      </w:r>
      <w:r>
        <w:t xml:space="preserve">, </w:t>
      </w:r>
      <w:r w:rsidR="008C5C61" w:rsidRPr="004C3E92">
        <w:t>ce n</w:t>
      </w:r>
      <w:r>
        <w:t>’</w:t>
      </w:r>
      <w:r w:rsidR="008C5C61" w:rsidRPr="004C3E92">
        <w:t>est que l</w:t>
      </w:r>
      <w:r>
        <w:t>’</w:t>
      </w:r>
      <w:r w:rsidR="008C5C61" w:rsidRPr="004C3E92">
        <w:t>effet d</w:t>
      </w:r>
      <w:r>
        <w:t>’</w:t>
      </w:r>
      <w:r w:rsidR="008C5C61" w:rsidRPr="004C3E92">
        <w:t>un sentiment d</w:t>
      </w:r>
      <w:r>
        <w:t>’</w:t>
      </w:r>
      <w:r w:rsidR="008C5C61" w:rsidRPr="004C3E92">
        <w:t>infériorité sur un point ou un autre</w:t>
      </w:r>
      <w:r>
        <w:t xml:space="preserve">. </w:t>
      </w:r>
      <w:r w:rsidR="008C5C61" w:rsidRPr="004C3E92">
        <w:t>Si je pouvais me persuader que mes façons sont parfait</w:t>
      </w:r>
      <w:r w:rsidR="008C5C61" w:rsidRPr="004C3E92">
        <w:t>e</w:t>
      </w:r>
      <w:r w:rsidR="008C5C61" w:rsidRPr="004C3E92">
        <w:t>ment aisées et gracieuses</w:t>
      </w:r>
      <w:r>
        <w:t xml:space="preserve">, </w:t>
      </w:r>
      <w:r w:rsidR="008C5C61" w:rsidRPr="004C3E92">
        <w:t>je ne serais pas timide</w:t>
      </w:r>
      <w:r>
        <w:t>.</w:t>
      </w:r>
    </w:p>
    <w:p w14:paraId="0E2FB468" w14:textId="77777777" w:rsidR="004A4993" w:rsidRDefault="004A4993" w:rsidP="004A4993">
      <w:r>
        <w:t>— </w:t>
      </w:r>
      <w:r w:rsidR="008C5C61" w:rsidRPr="004C3E92">
        <w:t>Mais vous seriez encore réservé</w:t>
      </w:r>
      <w:r>
        <w:t xml:space="preserve">, </w:t>
      </w:r>
      <w:r w:rsidR="008C5C61" w:rsidRPr="004C3E92">
        <w:t>dit Marianne</w:t>
      </w:r>
      <w:r>
        <w:t xml:space="preserve">, </w:t>
      </w:r>
      <w:r w:rsidR="008C5C61" w:rsidRPr="004C3E92">
        <w:t>et cela</w:t>
      </w:r>
      <w:r>
        <w:t xml:space="preserve">, </w:t>
      </w:r>
      <w:r w:rsidR="008C5C61" w:rsidRPr="004C3E92">
        <w:t>c</w:t>
      </w:r>
      <w:r>
        <w:t>’</w:t>
      </w:r>
      <w:r w:rsidR="008C5C61" w:rsidRPr="004C3E92">
        <w:t>est encore pis</w:t>
      </w:r>
      <w:r>
        <w:t>.</w:t>
      </w:r>
    </w:p>
    <w:p w14:paraId="4D18BF55" w14:textId="77777777" w:rsidR="004A4993" w:rsidRDefault="008C5C61" w:rsidP="004A4993">
      <w:r w:rsidRPr="004C3E92">
        <w:t>Edward écarquilla les yeux</w:t>
      </w:r>
      <w:r w:rsidR="004A4993">
        <w:t>.</w:t>
      </w:r>
    </w:p>
    <w:p w14:paraId="0D45C3BC" w14:textId="77777777" w:rsidR="004A4993" w:rsidRDefault="004A4993" w:rsidP="004A4993">
      <w:r>
        <w:t>— </w:t>
      </w:r>
      <w:r w:rsidR="008C5C61" w:rsidRPr="004C3E92">
        <w:t>Réservé</w:t>
      </w:r>
      <w:r>
        <w:t xml:space="preserve"> ! </w:t>
      </w:r>
      <w:r w:rsidR="008C5C61" w:rsidRPr="004C3E92">
        <w:t>Je suis réservé</w:t>
      </w:r>
      <w:r>
        <w:t xml:space="preserve">, </w:t>
      </w:r>
      <w:r w:rsidR="008C5C61" w:rsidRPr="004C3E92">
        <w:t>Marianne</w:t>
      </w:r>
      <w:r>
        <w:t> ?</w:t>
      </w:r>
    </w:p>
    <w:p w14:paraId="76951C2C" w14:textId="77777777" w:rsidR="004A4993" w:rsidRDefault="004A4993" w:rsidP="004A4993">
      <w:r>
        <w:t>— </w:t>
      </w:r>
      <w:r w:rsidR="008C5C61" w:rsidRPr="004C3E92">
        <w:t>Oui</w:t>
      </w:r>
      <w:r>
        <w:t xml:space="preserve">, </w:t>
      </w:r>
      <w:r w:rsidR="008C5C61" w:rsidRPr="004C3E92">
        <w:t>très</w:t>
      </w:r>
      <w:r>
        <w:t>.</w:t>
      </w:r>
    </w:p>
    <w:p w14:paraId="6DD79EBD" w14:textId="77777777" w:rsidR="004A4993" w:rsidRDefault="004A4993" w:rsidP="004A4993">
      <w:r>
        <w:t>— </w:t>
      </w:r>
      <w:r w:rsidR="008C5C61" w:rsidRPr="004C3E92">
        <w:t>Je ne vous comprends pas</w:t>
      </w:r>
      <w:r>
        <w:t xml:space="preserve">, </w:t>
      </w:r>
      <w:r w:rsidR="008C5C61" w:rsidRPr="004C3E92">
        <w:t>répondit-il en rougissant</w:t>
      </w:r>
      <w:r>
        <w:t xml:space="preserve">. </w:t>
      </w:r>
      <w:r w:rsidR="008C5C61" w:rsidRPr="004C3E92">
        <w:t>R</w:t>
      </w:r>
      <w:r w:rsidR="008C5C61" w:rsidRPr="004C3E92">
        <w:t>é</w:t>
      </w:r>
      <w:r w:rsidR="008C5C61" w:rsidRPr="004C3E92">
        <w:t>servé</w:t>
      </w:r>
      <w:r>
        <w:t xml:space="preserve"> ! </w:t>
      </w:r>
      <w:r w:rsidR="008C5C61" w:rsidRPr="004C3E92">
        <w:t>Comment cela</w:t>
      </w:r>
      <w:r>
        <w:t xml:space="preserve"> ? </w:t>
      </w:r>
      <w:r w:rsidR="008C5C61" w:rsidRPr="004C3E92">
        <w:t>De quelle façon</w:t>
      </w:r>
      <w:r>
        <w:t xml:space="preserve"> ? </w:t>
      </w:r>
      <w:r w:rsidR="008C5C61" w:rsidRPr="004C3E92">
        <w:t>Que vous dirai-je</w:t>
      </w:r>
      <w:r>
        <w:t xml:space="preserve"> ? </w:t>
      </w:r>
      <w:r w:rsidR="008C5C61" w:rsidRPr="004C3E92">
        <w:t>Que pouvez-vous supposer</w:t>
      </w:r>
      <w:r>
        <w:t> ?</w:t>
      </w:r>
    </w:p>
    <w:p w14:paraId="676E14B9" w14:textId="77777777" w:rsidR="004A4993" w:rsidRDefault="008C5C61" w:rsidP="004A4993">
      <w:proofErr w:type="spellStart"/>
      <w:r w:rsidRPr="004C3E92">
        <w:t>Elinor</w:t>
      </w:r>
      <w:proofErr w:type="spellEnd"/>
      <w:r w:rsidRPr="004C3E92">
        <w:t xml:space="preserve"> parut surprise de son émotion</w:t>
      </w:r>
      <w:r w:rsidR="004A4993">
        <w:t xml:space="preserve">, </w:t>
      </w:r>
      <w:r w:rsidRPr="004C3E92">
        <w:t>mais</w:t>
      </w:r>
      <w:r w:rsidR="004A4993">
        <w:t xml:space="preserve">, </w:t>
      </w:r>
      <w:r w:rsidRPr="004C3E92">
        <w:t>essayant de dissiper le sujet en riant</w:t>
      </w:r>
      <w:r w:rsidR="004A4993">
        <w:t xml:space="preserve">, </w:t>
      </w:r>
      <w:r w:rsidRPr="004C3E92">
        <w:t>elle lui dit</w:t>
      </w:r>
      <w:r w:rsidR="004A4993">
        <w:t> :</w:t>
      </w:r>
    </w:p>
    <w:p w14:paraId="672E3DBE" w14:textId="77777777" w:rsidR="004A4993" w:rsidRDefault="004A4993" w:rsidP="004A4993">
      <w:r>
        <w:lastRenderedPageBreak/>
        <w:t>— </w:t>
      </w:r>
      <w:r w:rsidR="008C5C61" w:rsidRPr="004C3E92">
        <w:t>Vous ne connaissez donc pas assez bien ma sœur pour comprendre ce qu</w:t>
      </w:r>
      <w:r>
        <w:t>’</w:t>
      </w:r>
      <w:r w:rsidR="008C5C61" w:rsidRPr="004C3E92">
        <w:t>elle veut dire</w:t>
      </w:r>
      <w:r>
        <w:t xml:space="preserve"> ? </w:t>
      </w:r>
      <w:r w:rsidR="008C5C61" w:rsidRPr="004C3E92">
        <w:t>Ne savez-vous donc pas qu</w:t>
      </w:r>
      <w:r>
        <w:t>’</w:t>
      </w:r>
      <w:r w:rsidR="008C5C61" w:rsidRPr="004C3E92">
        <w:t>elle appelle réservé quiconque ne parle pas aussi vite qu</w:t>
      </w:r>
      <w:r>
        <w:t>’</w:t>
      </w:r>
      <w:r w:rsidR="008C5C61" w:rsidRPr="004C3E92">
        <w:t>elle</w:t>
      </w:r>
      <w:r>
        <w:t xml:space="preserve">, </w:t>
      </w:r>
      <w:r w:rsidR="008C5C61" w:rsidRPr="004C3E92">
        <w:t>et n</w:t>
      </w:r>
      <w:r>
        <w:t>’</w:t>
      </w:r>
      <w:r w:rsidR="008C5C61" w:rsidRPr="004C3E92">
        <w:t>admire pas avec autant de ravissement qu</w:t>
      </w:r>
      <w:r>
        <w:t>’</w:t>
      </w:r>
      <w:r w:rsidR="008C5C61" w:rsidRPr="004C3E92">
        <w:t>elle ce qu</w:t>
      </w:r>
      <w:r>
        <w:t>’</w:t>
      </w:r>
      <w:r w:rsidR="008C5C61" w:rsidRPr="004C3E92">
        <w:t>elle admire</w:t>
      </w:r>
      <w:r>
        <w:t> ?</w:t>
      </w:r>
    </w:p>
    <w:p w14:paraId="468DE99E" w14:textId="77777777" w:rsidR="004A4993" w:rsidRDefault="008C5C61" w:rsidP="004A4993">
      <w:r w:rsidRPr="004C3E92">
        <w:t>Edward ne fit pas de réponse</w:t>
      </w:r>
      <w:r w:rsidR="004A4993">
        <w:t xml:space="preserve">. </w:t>
      </w:r>
      <w:r w:rsidRPr="004C3E92">
        <w:t>Sa gravité et son air pensif lui revinrent dans toute leur plénitude</w:t>
      </w:r>
      <w:r w:rsidR="004A4993">
        <w:t xml:space="preserve">, </w:t>
      </w:r>
      <w:r w:rsidRPr="004C3E92">
        <w:t>et il resta quelque temps silencieux et sombre</w:t>
      </w:r>
      <w:r w:rsidR="004A4993">
        <w:t>.</w:t>
      </w:r>
    </w:p>
    <w:p w14:paraId="6E8DE9A9" w14:textId="74038839" w:rsidR="008C5C61" w:rsidRPr="004C3E92" w:rsidRDefault="008C5C61" w:rsidP="004A4993">
      <w:pPr>
        <w:pStyle w:val="Titre1"/>
      </w:pPr>
      <w:bookmarkStart w:id="17" w:name="_Toc196409802"/>
      <w:r w:rsidRPr="004C3E92">
        <w:lastRenderedPageBreak/>
        <w:t>CHAPITRE XVIII</w:t>
      </w:r>
      <w:bookmarkEnd w:id="17"/>
      <w:r w:rsidRPr="004C3E92">
        <w:br/>
      </w:r>
    </w:p>
    <w:p w14:paraId="61DE8ADC" w14:textId="77777777" w:rsidR="004A4993" w:rsidRDefault="008C5C61" w:rsidP="004A4993">
      <w:proofErr w:type="spellStart"/>
      <w:r w:rsidRPr="004C3E92">
        <w:t>Elinor</w:t>
      </w:r>
      <w:proofErr w:type="spellEnd"/>
      <w:r w:rsidRPr="004C3E92">
        <w:t xml:space="preserve"> vit avec beaucoup d</w:t>
      </w:r>
      <w:r w:rsidR="004A4993">
        <w:t>’</w:t>
      </w:r>
      <w:r w:rsidRPr="004C3E92">
        <w:t>inquiétude le manque d</w:t>
      </w:r>
      <w:r w:rsidR="004A4993">
        <w:t>’</w:t>
      </w:r>
      <w:r w:rsidRPr="004C3E92">
        <w:t>entrain de son ami</w:t>
      </w:r>
      <w:r w:rsidR="004A4993">
        <w:t xml:space="preserve">. </w:t>
      </w:r>
      <w:r w:rsidRPr="004C3E92">
        <w:t>Sa visite ne lui apportait qu</w:t>
      </w:r>
      <w:r w:rsidR="004A4993">
        <w:t>’</w:t>
      </w:r>
      <w:r w:rsidRPr="004C3E92">
        <w:t>une satisfaction fort partielle</w:t>
      </w:r>
      <w:r w:rsidR="004A4993">
        <w:t xml:space="preserve">, </w:t>
      </w:r>
      <w:r w:rsidRPr="004C3E92">
        <w:t>alors que le plaisir qu</w:t>
      </w:r>
      <w:r w:rsidR="004A4993">
        <w:t>’</w:t>
      </w:r>
      <w:r w:rsidRPr="004C3E92">
        <w:t>il y prenait lui-même était si i</w:t>
      </w:r>
      <w:r w:rsidRPr="004C3E92">
        <w:t>m</w:t>
      </w:r>
      <w:r w:rsidRPr="004C3E92">
        <w:t>parfait</w:t>
      </w:r>
      <w:r w:rsidR="004A4993">
        <w:t xml:space="preserve">. </w:t>
      </w:r>
      <w:r w:rsidRPr="004C3E92">
        <w:t>Il était manifeste qu</w:t>
      </w:r>
      <w:r w:rsidR="004A4993">
        <w:t>’</w:t>
      </w:r>
      <w:r w:rsidRPr="004C3E92">
        <w:t>il était malheureux</w:t>
      </w:r>
      <w:r w:rsidR="004A4993">
        <w:t xml:space="preserve"> ; </w:t>
      </w:r>
      <w:r w:rsidRPr="004C3E92">
        <w:t>elle eût voulu qu</w:t>
      </w:r>
      <w:r w:rsidR="004A4993">
        <w:t>’</w:t>
      </w:r>
      <w:r w:rsidRPr="004C3E92">
        <w:t>il fût également manifeste qu</w:t>
      </w:r>
      <w:r w:rsidR="004A4993">
        <w:t>’</w:t>
      </w:r>
      <w:r w:rsidRPr="004C3E92">
        <w:t>il la distinguait encore par la même affection que</w:t>
      </w:r>
      <w:r w:rsidR="004A4993">
        <w:t xml:space="preserve">, </w:t>
      </w:r>
      <w:r w:rsidRPr="004C3E92">
        <w:t>jadis</w:t>
      </w:r>
      <w:r w:rsidR="004A4993">
        <w:t xml:space="preserve">, </w:t>
      </w:r>
      <w:r w:rsidRPr="004C3E92">
        <w:t>elle ne s</w:t>
      </w:r>
      <w:r w:rsidR="004A4993">
        <w:t>’</w:t>
      </w:r>
      <w:r w:rsidRPr="004C3E92">
        <w:t>était fait aucun doute d</w:t>
      </w:r>
      <w:r w:rsidR="004A4993">
        <w:t>’</w:t>
      </w:r>
      <w:r w:rsidRPr="004C3E92">
        <w:t>inspirer</w:t>
      </w:r>
      <w:r w:rsidR="004A4993">
        <w:t xml:space="preserve"> ; </w:t>
      </w:r>
      <w:r w:rsidRPr="004C3E92">
        <w:t>mais jusque-là</w:t>
      </w:r>
      <w:r w:rsidR="004A4993">
        <w:t xml:space="preserve">, </w:t>
      </w:r>
      <w:r w:rsidRPr="004C3E92">
        <w:t>la continuation de sa préférence semblait fort incertaine</w:t>
      </w:r>
      <w:r w:rsidR="004A4993">
        <w:t xml:space="preserve">, </w:t>
      </w:r>
      <w:r w:rsidRPr="004C3E92">
        <w:t>et la réserve de son attitude envers elle contredisait à tout moment ce qu</w:t>
      </w:r>
      <w:r w:rsidR="004A4993">
        <w:t>’</w:t>
      </w:r>
      <w:r w:rsidRPr="004C3E92">
        <w:t>un regard plus animé avait i</w:t>
      </w:r>
      <w:r w:rsidRPr="004C3E92">
        <w:t>n</w:t>
      </w:r>
      <w:r w:rsidRPr="004C3E92">
        <w:t>timé l</w:t>
      </w:r>
      <w:r w:rsidR="004A4993">
        <w:t>’</w:t>
      </w:r>
      <w:r w:rsidRPr="004C3E92">
        <w:t>instant d</w:t>
      </w:r>
      <w:r w:rsidR="004A4993">
        <w:t>’</w:t>
      </w:r>
      <w:r w:rsidRPr="004C3E92">
        <w:t>auparavant</w:t>
      </w:r>
      <w:r w:rsidR="004A4993">
        <w:t>.</w:t>
      </w:r>
    </w:p>
    <w:p w14:paraId="62E140F5" w14:textId="77777777" w:rsidR="004A4993" w:rsidRDefault="008C5C61" w:rsidP="004A4993">
      <w:r w:rsidRPr="004C3E92">
        <w:t xml:space="preserve">Il rejoignit </w:t>
      </w:r>
      <w:proofErr w:type="spellStart"/>
      <w:r w:rsidRPr="004C3E92">
        <w:t>Elinor</w:t>
      </w:r>
      <w:proofErr w:type="spellEnd"/>
      <w:r w:rsidRPr="004C3E92">
        <w:t xml:space="preserve"> et Marianne dans la petite salle à ma</w:t>
      </w:r>
      <w:r w:rsidRPr="004C3E92">
        <w:t>n</w:t>
      </w:r>
      <w:r w:rsidRPr="004C3E92">
        <w:t>ger</w:t>
      </w:r>
      <w:r w:rsidR="004A4993">
        <w:t xml:space="preserve">, </w:t>
      </w:r>
      <w:r w:rsidRPr="004C3E92">
        <w:t>le lendemain matin</w:t>
      </w:r>
      <w:r w:rsidR="004A4993">
        <w:t xml:space="preserve">, </w:t>
      </w:r>
      <w:r w:rsidRPr="004C3E92">
        <w:t>avant que les autres ne fussent desce</w:t>
      </w:r>
      <w:r w:rsidRPr="004C3E92">
        <w:t>n</w:t>
      </w:r>
      <w:r w:rsidRPr="004C3E92">
        <w:t>dues</w:t>
      </w:r>
      <w:r w:rsidR="004A4993">
        <w:t xml:space="preserve">. </w:t>
      </w:r>
      <w:r w:rsidRPr="004C3E92">
        <w:t>Marianne</w:t>
      </w:r>
      <w:r w:rsidR="004A4993">
        <w:t xml:space="preserve">, </w:t>
      </w:r>
      <w:r w:rsidRPr="004C3E92">
        <w:t>qui était toujours empressée à favoriser leur bonheur dans toute la mesure où elle le pouvait</w:t>
      </w:r>
      <w:r w:rsidR="004A4993">
        <w:t xml:space="preserve">, </w:t>
      </w:r>
      <w:r w:rsidRPr="004C3E92">
        <w:t>les laissa bie</w:t>
      </w:r>
      <w:r w:rsidRPr="004C3E92">
        <w:t>n</w:t>
      </w:r>
      <w:r w:rsidRPr="004C3E92">
        <w:t>tôt en tête à tête</w:t>
      </w:r>
      <w:r w:rsidR="004A4993">
        <w:t xml:space="preserve">. </w:t>
      </w:r>
      <w:r w:rsidRPr="004C3E92">
        <w:t>Mais avant qu</w:t>
      </w:r>
      <w:r w:rsidR="004A4993">
        <w:t>’</w:t>
      </w:r>
      <w:r w:rsidRPr="004C3E92">
        <w:t>elle eût gravi la moitié de l</w:t>
      </w:r>
      <w:r w:rsidR="004A4993">
        <w:t>’</w:t>
      </w:r>
      <w:r w:rsidRPr="004C3E92">
        <w:t>escalier</w:t>
      </w:r>
      <w:r w:rsidR="004A4993">
        <w:t xml:space="preserve">, </w:t>
      </w:r>
      <w:r w:rsidRPr="004C3E92">
        <w:t>elle entendit s</w:t>
      </w:r>
      <w:r w:rsidR="004A4993">
        <w:t>’</w:t>
      </w:r>
      <w:r w:rsidRPr="004C3E92">
        <w:t>ouvrir la porte de la pièce</w:t>
      </w:r>
      <w:r w:rsidR="004A4993">
        <w:t xml:space="preserve">, </w:t>
      </w:r>
      <w:r w:rsidRPr="004C3E92">
        <w:t>et</w:t>
      </w:r>
      <w:r w:rsidR="004A4993">
        <w:t xml:space="preserve">, </w:t>
      </w:r>
      <w:r w:rsidRPr="004C3E92">
        <w:t>se retou</w:t>
      </w:r>
      <w:r w:rsidRPr="004C3E92">
        <w:t>r</w:t>
      </w:r>
      <w:r w:rsidRPr="004C3E92">
        <w:t>nant</w:t>
      </w:r>
      <w:r w:rsidR="004A4993">
        <w:t xml:space="preserve">, </w:t>
      </w:r>
      <w:r w:rsidRPr="004C3E92">
        <w:t>elle fut étonnée de voir sortir Edward lui-même</w:t>
      </w:r>
      <w:r w:rsidR="004A4993">
        <w:t>.</w:t>
      </w:r>
    </w:p>
    <w:p w14:paraId="0808705E" w14:textId="77777777" w:rsidR="004A4993" w:rsidRDefault="004A4993" w:rsidP="004A4993">
      <w:r>
        <w:t>— </w:t>
      </w:r>
      <w:r w:rsidR="008C5C61" w:rsidRPr="004C3E92">
        <w:t>Je vais au village</w:t>
      </w:r>
      <w:r>
        <w:t xml:space="preserve">, </w:t>
      </w:r>
      <w:r w:rsidR="008C5C61" w:rsidRPr="004C3E92">
        <w:t>voir mes chevaux</w:t>
      </w:r>
      <w:r>
        <w:t xml:space="preserve">, </w:t>
      </w:r>
      <w:r w:rsidR="008C5C61" w:rsidRPr="004C3E92">
        <w:t>dit-il</w:t>
      </w:r>
      <w:r>
        <w:t xml:space="preserve">, </w:t>
      </w:r>
      <w:r w:rsidR="008C5C61" w:rsidRPr="004C3E92">
        <w:t>comme vous n</w:t>
      </w:r>
      <w:r>
        <w:t>’</w:t>
      </w:r>
      <w:r w:rsidR="008C5C61" w:rsidRPr="004C3E92">
        <w:t>êtes pas encore prêtes pour le déjeuner</w:t>
      </w:r>
      <w:r>
        <w:t xml:space="preserve"> ; </w:t>
      </w:r>
      <w:r w:rsidR="008C5C61" w:rsidRPr="004C3E92">
        <w:t>je reviendrai tout à l</w:t>
      </w:r>
      <w:r>
        <w:t>’</w:t>
      </w:r>
      <w:r w:rsidR="008C5C61" w:rsidRPr="004C3E92">
        <w:t>heure</w:t>
      </w:r>
      <w:r>
        <w:t>.</w:t>
      </w:r>
    </w:p>
    <w:p w14:paraId="0659488F" w14:textId="77777777" w:rsidR="004A4993" w:rsidRDefault="008C5C61" w:rsidP="004A4993">
      <w:r w:rsidRPr="004C3E92">
        <w:t>Edward revint auprès d</w:t>
      </w:r>
      <w:r w:rsidR="004A4993">
        <w:t>’</w:t>
      </w:r>
      <w:r w:rsidRPr="004C3E92">
        <w:t>elles</w:t>
      </w:r>
      <w:r w:rsidR="004A4993">
        <w:t xml:space="preserve">, </w:t>
      </w:r>
      <w:r w:rsidRPr="004C3E92">
        <w:t>plein d</w:t>
      </w:r>
      <w:r w:rsidR="004A4993">
        <w:t>’</w:t>
      </w:r>
      <w:r w:rsidRPr="004C3E92">
        <w:t>une admiration no</w:t>
      </w:r>
      <w:r w:rsidRPr="004C3E92">
        <w:t>u</w:t>
      </w:r>
      <w:r w:rsidRPr="004C3E92">
        <w:t>velle pour la campagne environnante</w:t>
      </w:r>
      <w:r w:rsidR="004A4993">
        <w:t xml:space="preserve"> ; </w:t>
      </w:r>
      <w:r w:rsidRPr="004C3E92">
        <w:t>dans sa promenade au village</w:t>
      </w:r>
      <w:r w:rsidR="004A4993">
        <w:t xml:space="preserve">, </w:t>
      </w:r>
      <w:r w:rsidRPr="004C3E92">
        <w:t>il avait vu à leur avantage de nombreuses parties de la vallée</w:t>
      </w:r>
      <w:r w:rsidR="004A4993">
        <w:t xml:space="preserve"> ; </w:t>
      </w:r>
      <w:r w:rsidRPr="004C3E92">
        <w:t>et le village lui-même</w:t>
      </w:r>
      <w:r w:rsidR="004A4993">
        <w:t xml:space="preserve">, </w:t>
      </w:r>
      <w:r w:rsidRPr="004C3E92">
        <w:t>dans un site beaucoup plus élevé que la maisonnette</w:t>
      </w:r>
      <w:r w:rsidR="004A4993">
        <w:t xml:space="preserve">, </w:t>
      </w:r>
      <w:r w:rsidRPr="004C3E92">
        <w:t>offrait une vue générale de l</w:t>
      </w:r>
      <w:r w:rsidR="004A4993">
        <w:t>’</w:t>
      </w:r>
      <w:r w:rsidRPr="004C3E92">
        <w:t>ensemble qui lui avait plu énormément</w:t>
      </w:r>
      <w:r w:rsidR="004A4993">
        <w:t xml:space="preserve">. </w:t>
      </w:r>
      <w:r w:rsidRPr="004C3E92">
        <w:t>Ce fut là un sujet qui assura l</w:t>
      </w:r>
      <w:r w:rsidR="004A4993">
        <w:t>’</w:t>
      </w:r>
      <w:r w:rsidRPr="004C3E92">
        <w:t>attention de Marianne</w:t>
      </w:r>
      <w:r w:rsidR="004A4993">
        <w:t xml:space="preserve">, </w:t>
      </w:r>
      <w:r w:rsidRPr="004C3E92">
        <w:t xml:space="preserve">et elle commençait à décrire </w:t>
      </w:r>
      <w:r w:rsidRPr="004C3E92">
        <w:lastRenderedPageBreak/>
        <w:t>sa propre admiration de ces paysages</w:t>
      </w:r>
      <w:r w:rsidR="004A4993">
        <w:t xml:space="preserve">, </w:t>
      </w:r>
      <w:r w:rsidRPr="004C3E92">
        <w:t>et à le questionner d</w:t>
      </w:r>
      <w:r w:rsidR="004A4993">
        <w:t>’</w:t>
      </w:r>
      <w:r w:rsidRPr="004C3E92">
        <w:t>une façon plus détaillée sur les sujets qui l</w:t>
      </w:r>
      <w:r w:rsidR="004A4993">
        <w:t>’</w:t>
      </w:r>
      <w:r w:rsidRPr="004C3E92">
        <w:t>avaient particulièrement frappé</w:t>
      </w:r>
      <w:r w:rsidR="004A4993">
        <w:t xml:space="preserve">, </w:t>
      </w:r>
      <w:r w:rsidRPr="004C3E92">
        <w:t>lorsque Edward l</w:t>
      </w:r>
      <w:r w:rsidR="004A4993">
        <w:t>’</w:t>
      </w:r>
      <w:r w:rsidRPr="004C3E92">
        <w:t>interrompit en disant</w:t>
      </w:r>
      <w:r w:rsidR="004A4993">
        <w:t> :</w:t>
      </w:r>
    </w:p>
    <w:p w14:paraId="2828CF90" w14:textId="77777777" w:rsidR="004A4993" w:rsidRDefault="004A4993" w:rsidP="004A4993">
      <w:r>
        <w:t>— </w:t>
      </w:r>
      <w:r w:rsidR="008C5C61" w:rsidRPr="004C3E92">
        <w:t>Il ne faut pas pousser trop loin vos interrogations</w:t>
      </w:r>
      <w:r>
        <w:t xml:space="preserve">, </w:t>
      </w:r>
      <w:r w:rsidR="008C5C61" w:rsidRPr="004C3E92">
        <w:t>M</w:t>
      </w:r>
      <w:r w:rsidR="008C5C61" w:rsidRPr="004C3E92">
        <w:t>a</w:t>
      </w:r>
      <w:r w:rsidR="008C5C61" w:rsidRPr="004C3E92">
        <w:t>rianne</w:t>
      </w:r>
      <w:r>
        <w:t xml:space="preserve">, – </w:t>
      </w:r>
      <w:r w:rsidR="008C5C61" w:rsidRPr="004C3E92">
        <w:t>souvenez-vous que je n</w:t>
      </w:r>
      <w:r>
        <w:t>’</w:t>
      </w:r>
      <w:r w:rsidR="008C5C61" w:rsidRPr="004C3E92">
        <w:t>ai aucune connaissance du pi</w:t>
      </w:r>
      <w:r w:rsidR="008C5C61" w:rsidRPr="004C3E92">
        <w:t>t</w:t>
      </w:r>
      <w:r w:rsidR="008C5C61" w:rsidRPr="004C3E92">
        <w:t>toresque</w:t>
      </w:r>
      <w:r>
        <w:t xml:space="preserve">, </w:t>
      </w:r>
      <w:r w:rsidR="008C5C61" w:rsidRPr="004C3E92">
        <w:t>et je vous offenserai par mon ignorance et mon ma</w:t>
      </w:r>
      <w:r w:rsidR="008C5C61" w:rsidRPr="004C3E92">
        <w:t>n</w:t>
      </w:r>
      <w:r w:rsidR="008C5C61" w:rsidRPr="004C3E92">
        <w:t>que de goût</w:t>
      </w:r>
      <w:r>
        <w:t xml:space="preserve">, </w:t>
      </w:r>
      <w:r w:rsidR="008C5C61" w:rsidRPr="004C3E92">
        <w:t>si nous en venons aux détails</w:t>
      </w:r>
      <w:r>
        <w:t xml:space="preserve">. </w:t>
      </w:r>
      <w:r w:rsidR="008C5C61" w:rsidRPr="004C3E92">
        <w:t>J</w:t>
      </w:r>
      <w:r>
        <w:t>’</w:t>
      </w:r>
      <w:r w:rsidR="008C5C61" w:rsidRPr="004C3E92">
        <w:t>appellerai esca</w:t>
      </w:r>
      <w:r w:rsidR="008C5C61" w:rsidRPr="004C3E92">
        <w:t>r</w:t>
      </w:r>
      <w:r w:rsidR="008C5C61" w:rsidRPr="004C3E92">
        <w:t>pées des collines qui devraient être franches</w:t>
      </w:r>
      <w:r>
        <w:t xml:space="preserve">, </w:t>
      </w:r>
      <w:r w:rsidR="008C5C61" w:rsidRPr="004C3E92">
        <w:t>étranges et sauv</w:t>
      </w:r>
      <w:r w:rsidR="008C5C61" w:rsidRPr="004C3E92">
        <w:t>a</w:t>
      </w:r>
      <w:r w:rsidR="008C5C61" w:rsidRPr="004C3E92">
        <w:t>ges des surfaces qui devraient être irrégulières et broussaille</w:t>
      </w:r>
      <w:r w:rsidR="008C5C61" w:rsidRPr="004C3E92">
        <w:t>u</w:t>
      </w:r>
      <w:r w:rsidR="008C5C61" w:rsidRPr="004C3E92">
        <w:t>ses</w:t>
      </w:r>
      <w:r>
        <w:t xml:space="preserve"> ; </w:t>
      </w:r>
      <w:r w:rsidR="008C5C61" w:rsidRPr="004C3E92">
        <w:t>et hors de vue les objets lointains qui ne devraient qu</w:t>
      </w:r>
      <w:r>
        <w:t>’</w:t>
      </w:r>
      <w:r w:rsidR="008C5C61" w:rsidRPr="004C3E92">
        <w:t>être indistincts à travers le milieu léger d</w:t>
      </w:r>
      <w:r>
        <w:t>’</w:t>
      </w:r>
      <w:r w:rsidR="008C5C61" w:rsidRPr="004C3E92">
        <w:t>une atmosphère brumeuse</w:t>
      </w:r>
      <w:r>
        <w:t xml:space="preserve">. </w:t>
      </w:r>
      <w:r w:rsidR="008C5C61" w:rsidRPr="004C3E92">
        <w:t>Il faut vous contenter d</w:t>
      </w:r>
      <w:r>
        <w:t>’</w:t>
      </w:r>
      <w:r w:rsidR="008C5C61" w:rsidRPr="004C3E92">
        <w:t>une admiration telle que je la puis do</w:t>
      </w:r>
      <w:r w:rsidR="008C5C61" w:rsidRPr="004C3E92">
        <w:t>n</w:t>
      </w:r>
      <w:r w:rsidR="008C5C61" w:rsidRPr="004C3E92">
        <w:t>ner honnêtement</w:t>
      </w:r>
      <w:r>
        <w:t xml:space="preserve">. </w:t>
      </w:r>
      <w:r w:rsidR="008C5C61" w:rsidRPr="004C3E92">
        <w:t>J</w:t>
      </w:r>
      <w:r>
        <w:t>’</w:t>
      </w:r>
      <w:r w:rsidR="008C5C61" w:rsidRPr="004C3E92">
        <w:t>appelle cela un très beau pays</w:t>
      </w:r>
      <w:r>
        <w:t xml:space="preserve"> – </w:t>
      </w:r>
      <w:r w:rsidR="008C5C61" w:rsidRPr="004C3E92">
        <w:t>les collines sont escarpées</w:t>
      </w:r>
      <w:r>
        <w:t xml:space="preserve">, </w:t>
      </w:r>
      <w:r w:rsidR="008C5C61" w:rsidRPr="004C3E92">
        <w:t>les bois semblent plein de belles grumes</w:t>
      </w:r>
      <w:r>
        <w:t xml:space="preserve">, </w:t>
      </w:r>
      <w:r w:rsidR="008C5C61" w:rsidRPr="004C3E92">
        <w:t>et la vallée a l</w:t>
      </w:r>
      <w:r>
        <w:t>’</w:t>
      </w:r>
      <w:r w:rsidR="008C5C61" w:rsidRPr="004C3E92">
        <w:t>air agréable et douillette</w:t>
      </w:r>
      <w:r>
        <w:t xml:space="preserve"> –, </w:t>
      </w:r>
      <w:r w:rsidR="008C5C61" w:rsidRPr="004C3E92">
        <w:t>avec de riches prairies et plusieurs fermes bien soignées éparpillées çà et là</w:t>
      </w:r>
      <w:r>
        <w:t xml:space="preserve">. </w:t>
      </w:r>
      <w:r w:rsidR="008C5C61" w:rsidRPr="004C3E92">
        <w:t>Il répond exactement à l</w:t>
      </w:r>
      <w:r>
        <w:t>’</w:t>
      </w:r>
      <w:r w:rsidR="008C5C61" w:rsidRPr="004C3E92">
        <w:t>idée que je me fais d</w:t>
      </w:r>
      <w:r>
        <w:t>’</w:t>
      </w:r>
      <w:r w:rsidR="008C5C61" w:rsidRPr="004C3E92">
        <w:t>un beau pays</w:t>
      </w:r>
      <w:r>
        <w:t xml:space="preserve">, </w:t>
      </w:r>
      <w:r w:rsidR="008C5C61" w:rsidRPr="004C3E92">
        <w:t>parce qu</w:t>
      </w:r>
      <w:r>
        <w:t>’</w:t>
      </w:r>
      <w:r w:rsidR="008C5C61" w:rsidRPr="004C3E92">
        <w:t>il joint le beau à l</w:t>
      </w:r>
      <w:r>
        <w:t>’</w:t>
      </w:r>
      <w:r w:rsidR="008C5C61" w:rsidRPr="004C3E92">
        <w:t>utile</w:t>
      </w:r>
      <w:r>
        <w:t xml:space="preserve">, </w:t>
      </w:r>
      <w:r w:rsidR="008C5C61" w:rsidRPr="004C3E92">
        <w:t>et je suppose qu</w:t>
      </w:r>
      <w:r>
        <w:t>’</w:t>
      </w:r>
      <w:r w:rsidR="008C5C61" w:rsidRPr="004C3E92">
        <w:t>il est également pittore</w:t>
      </w:r>
      <w:r w:rsidR="008C5C61" w:rsidRPr="004C3E92">
        <w:t>s</w:t>
      </w:r>
      <w:r w:rsidR="008C5C61" w:rsidRPr="004C3E92">
        <w:t>que</w:t>
      </w:r>
      <w:r>
        <w:t xml:space="preserve">, </w:t>
      </w:r>
      <w:r w:rsidR="008C5C61" w:rsidRPr="004C3E92">
        <w:t>puisque vous l</w:t>
      </w:r>
      <w:r>
        <w:t>’</w:t>
      </w:r>
      <w:r w:rsidR="008C5C61" w:rsidRPr="004C3E92">
        <w:t>admirez</w:t>
      </w:r>
      <w:r>
        <w:t xml:space="preserve"> ; </w:t>
      </w:r>
      <w:r w:rsidR="008C5C61" w:rsidRPr="004C3E92">
        <w:t>il m</w:t>
      </w:r>
      <w:r>
        <w:t>’</w:t>
      </w:r>
      <w:r w:rsidR="008C5C61" w:rsidRPr="004C3E92">
        <w:t>est facile de croire qu</w:t>
      </w:r>
      <w:r>
        <w:t>’</w:t>
      </w:r>
      <w:r w:rsidR="008C5C61" w:rsidRPr="004C3E92">
        <w:t>il est plein de rochers et de promontoires</w:t>
      </w:r>
      <w:r>
        <w:t xml:space="preserve">, </w:t>
      </w:r>
      <w:r w:rsidR="008C5C61" w:rsidRPr="004C3E92">
        <w:t>de mousse grise et de tai</w:t>
      </w:r>
      <w:r w:rsidR="008C5C61" w:rsidRPr="004C3E92">
        <w:t>l</w:t>
      </w:r>
      <w:r w:rsidR="008C5C61" w:rsidRPr="004C3E92">
        <w:t>lis</w:t>
      </w:r>
      <w:r>
        <w:t xml:space="preserve">, </w:t>
      </w:r>
      <w:r w:rsidR="008C5C61" w:rsidRPr="004C3E92">
        <w:t>mais tout cela est perdu en ce qui me concerne</w:t>
      </w:r>
      <w:r>
        <w:t xml:space="preserve">. </w:t>
      </w:r>
      <w:r w:rsidR="008C5C61" w:rsidRPr="004C3E92">
        <w:t>Je n</w:t>
      </w:r>
      <w:r>
        <w:t>’</w:t>
      </w:r>
      <w:r w:rsidR="008C5C61" w:rsidRPr="004C3E92">
        <w:t>entends rien au pittoresque</w:t>
      </w:r>
      <w:r>
        <w:t>.</w:t>
      </w:r>
    </w:p>
    <w:p w14:paraId="27D55FBF" w14:textId="77777777" w:rsidR="004A4993" w:rsidRDefault="004A4993" w:rsidP="004A4993">
      <w:r>
        <w:t>— </w:t>
      </w:r>
      <w:r w:rsidR="008C5C61" w:rsidRPr="004C3E92">
        <w:t>Je crains que ce ne soit que trop vrai</w:t>
      </w:r>
      <w:r>
        <w:t xml:space="preserve">, </w:t>
      </w:r>
      <w:r w:rsidR="008C5C61" w:rsidRPr="004C3E92">
        <w:t>dit Marianne</w:t>
      </w:r>
      <w:r>
        <w:t xml:space="preserve">, </w:t>
      </w:r>
      <w:r w:rsidR="008C5C61" w:rsidRPr="004C3E92">
        <w:t>mais pourquoi vous en vanter</w:t>
      </w:r>
      <w:r>
        <w:t> ?</w:t>
      </w:r>
    </w:p>
    <w:p w14:paraId="4B7D0025" w14:textId="77777777" w:rsidR="004A4993" w:rsidRDefault="004A4993" w:rsidP="004A4993">
      <w:r>
        <w:t>— </w:t>
      </w:r>
      <w:r w:rsidR="008C5C61" w:rsidRPr="004C3E92">
        <w:t>Je soupçonne</w:t>
      </w:r>
      <w:r>
        <w:t xml:space="preserve">, </w:t>
      </w:r>
      <w:r w:rsidR="008C5C61" w:rsidRPr="004C3E92">
        <w:t xml:space="preserve">dit </w:t>
      </w:r>
      <w:proofErr w:type="spellStart"/>
      <w:r w:rsidR="008C5C61" w:rsidRPr="004C3E92">
        <w:t>Elinor</w:t>
      </w:r>
      <w:proofErr w:type="spellEnd"/>
      <w:r>
        <w:t xml:space="preserve">, </w:t>
      </w:r>
      <w:r w:rsidR="008C5C61" w:rsidRPr="004C3E92">
        <w:t>que pour éviter un genre d</w:t>
      </w:r>
      <w:r>
        <w:t>’</w:t>
      </w:r>
      <w:r w:rsidR="008C5C61" w:rsidRPr="004C3E92">
        <w:t>affectation</w:t>
      </w:r>
      <w:r>
        <w:t xml:space="preserve">, </w:t>
      </w:r>
      <w:r w:rsidR="008C5C61" w:rsidRPr="004C3E92">
        <w:t>Edward tombe ici dans un autre</w:t>
      </w:r>
      <w:r>
        <w:t xml:space="preserve">. </w:t>
      </w:r>
      <w:r w:rsidR="008C5C61" w:rsidRPr="004C3E92">
        <w:t>Parce qu</w:t>
      </w:r>
      <w:r>
        <w:t>’</w:t>
      </w:r>
      <w:r w:rsidR="008C5C61" w:rsidRPr="004C3E92">
        <w:t>il croit que beaucoup de gens feignent plus d</w:t>
      </w:r>
      <w:r>
        <w:t>’</w:t>
      </w:r>
      <w:r w:rsidR="008C5C61" w:rsidRPr="004C3E92">
        <w:t>admiration pour les bea</w:t>
      </w:r>
      <w:r w:rsidR="008C5C61" w:rsidRPr="004C3E92">
        <w:t>u</w:t>
      </w:r>
      <w:r w:rsidR="008C5C61" w:rsidRPr="004C3E92">
        <w:t>tés de la nature qu</w:t>
      </w:r>
      <w:r>
        <w:t>’</w:t>
      </w:r>
      <w:r w:rsidR="008C5C61" w:rsidRPr="004C3E92">
        <w:t>ils n</w:t>
      </w:r>
      <w:r>
        <w:t>’</w:t>
      </w:r>
      <w:r w:rsidR="008C5C61" w:rsidRPr="004C3E92">
        <w:t>en éprouvent réellement</w:t>
      </w:r>
      <w:r>
        <w:t xml:space="preserve">, </w:t>
      </w:r>
      <w:r w:rsidR="008C5C61" w:rsidRPr="004C3E92">
        <w:t>et qu</w:t>
      </w:r>
      <w:r>
        <w:t>’</w:t>
      </w:r>
      <w:r w:rsidR="008C5C61" w:rsidRPr="004C3E92">
        <w:t>il est d</w:t>
      </w:r>
      <w:r w:rsidR="008C5C61" w:rsidRPr="004C3E92">
        <w:t>é</w:t>
      </w:r>
      <w:r w:rsidR="008C5C61" w:rsidRPr="004C3E92">
        <w:t>goûté de semblables prétentions</w:t>
      </w:r>
      <w:r>
        <w:t xml:space="preserve">, </w:t>
      </w:r>
      <w:r w:rsidR="008C5C61" w:rsidRPr="004C3E92">
        <w:t>il affecte plus d</w:t>
      </w:r>
      <w:r>
        <w:t>’</w:t>
      </w:r>
      <w:r w:rsidR="008C5C61" w:rsidRPr="004C3E92">
        <w:t>indifférence et moins de discrimination à les contempler</w:t>
      </w:r>
      <w:r>
        <w:t xml:space="preserve">, </w:t>
      </w:r>
      <w:r w:rsidR="008C5C61" w:rsidRPr="004C3E92">
        <w:t>qu</w:t>
      </w:r>
      <w:r>
        <w:t>’</w:t>
      </w:r>
      <w:r w:rsidR="008C5C61" w:rsidRPr="004C3E92">
        <w:t>il n</w:t>
      </w:r>
      <w:r>
        <w:t>’</w:t>
      </w:r>
      <w:r w:rsidR="008C5C61" w:rsidRPr="004C3E92">
        <w:t xml:space="preserve">en </w:t>
      </w:r>
      <w:r w:rsidR="008C5C61" w:rsidRPr="004C3E92">
        <w:lastRenderedPageBreak/>
        <w:t>possède</w:t>
      </w:r>
      <w:r>
        <w:t xml:space="preserve">. </w:t>
      </w:r>
      <w:r w:rsidR="008C5C61" w:rsidRPr="004C3E92">
        <w:t>Il fait le difficile</w:t>
      </w:r>
      <w:r>
        <w:t xml:space="preserve">, </w:t>
      </w:r>
      <w:r w:rsidR="008C5C61" w:rsidRPr="004C3E92">
        <w:t>et tient à se donner une affectation à lui</w:t>
      </w:r>
      <w:r>
        <w:t>.</w:t>
      </w:r>
    </w:p>
    <w:p w14:paraId="3A0BCB47" w14:textId="77777777" w:rsidR="004A4993" w:rsidRDefault="004A4993" w:rsidP="004A4993">
      <w:r>
        <w:t>— </w:t>
      </w:r>
      <w:r w:rsidR="008C5C61" w:rsidRPr="004C3E92">
        <w:t>Il est bien vrai</w:t>
      </w:r>
      <w:r>
        <w:t xml:space="preserve">, </w:t>
      </w:r>
      <w:r w:rsidR="008C5C61" w:rsidRPr="004C3E92">
        <w:t>dit Marianne</w:t>
      </w:r>
      <w:r>
        <w:t xml:space="preserve">, </w:t>
      </w:r>
      <w:r w:rsidR="008C5C61" w:rsidRPr="004C3E92">
        <w:t>que l</w:t>
      </w:r>
      <w:r>
        <w:t>’</w:t>
      </w:r>
      <w:r w:rsidR="008C5C61" w:rsidRPr="004C3E92">
        <w:t>admiration des paysages est devenue un simple jargon</w:t>
      </w:r>
      <w:r>
        <w:t xml:space="preserve">. </w:t>
      </w:r>
      <w:r w:rsidR="008C5C61" w:rsidRPr="004C3E92">
        <w:t>Tout le monde fait se</w:t>
      </w:r>
      <w:r w:rsidR="008C5C61" w:rsidRPr="004C3E92">
        <w:t>m</w:t>
      </w:r>
      <w:r w:rsidR="008C5C61" w:rsidRPr="004C3E92">
        <w:t>blant de ressentir</w:t>
      </w:r>
      <w:r>
        <w:t xml:space="preserve">, </w:t>
      </w:r>
      <w:r w:rsidR="008C5C61" w:rsidRPr="004C3E92">
        <w:t>et essaye de décrire</w:t>
      </w:r>
      <w:r>
        <w:t xml:space="preserve">, </w:t>
      </w:r>
      <w:r w:rsidR="008C5C61" w:rsidRPr="004C3E92">
        <w:t>avec le goût et l</w:t>
      </w:r>
      <w:r>
        <w:t>’</w:t>
      </w:r>
      <w:r w:rsidR="008C5C61" w:rsidRPr="004C3E92">
        <w:t>élégance de celui qui</w:t>
      </w:r>
      <w:r>
        <w:t xml:space="preserve">, </w:t>
      </w:r>
      <w:r w:rsidR="008C5C61" w:rsidRPr="004C3E92">
        <w:t>le premier</w:t>
      </w:r>
      <w:r>
        <w:t xml:space="preserve">, </w:t>
      </w:r>
      <w:r w:rsidR="008C5C61" w:rsidRPr="004C3E92">
        <w:t>a défini ce qu</w:t>
      </w:r>
      <w:r>
        <w:t>’</w:t>
      </w:r>
      <w:r w:rsidR="008C5C61" w:rsidRPr="004C3E92">
        <w:t>est la beauté pittoresque</w:t>
      </w:r>
      <w:r>
        <w:t xml:space="preserve">. </w:t>
      </w:r>
      <w:r w:rsidR="008C5C61" w:rsidRPr="004C3E92">
        <w:t>Je déteste le jargon sous toutes ses formes</w:t>
      </w:r>
      <w:r>
        <w:t xml:space="preserve">, </w:t>
      </w:r>
      <w:r w:rsidR="008C5C61" w:rsidRPr="004C3E92">
        <w:t>et parfois j</w:t>
      </w:r>
      <w:r>
        <w:t>’</w:t>
      </w:r>
      <w:r w:rsidR="008C5C61" w:rsidRPr="004C3E92">
        <w:t>ai conservé pour moi seule les sentiments que j</w:t>
      </w:r>
      <w:r>
        <w:t>’</w:t>
      </w:r>
      <w:r w:rsidR="008C5C61" w:rsidRPr="004C3E92">
        <w:t>éprouvais</w:t>
      </w:r>
      <w:r>
        <w:t xml:space="preserve">, </w:t>
      </w:r>
      <w:r w:rsidR="008C5C61" w:rsidRPr="004C3E92">
        <w:t>parce que j</w:t>
      </w:r>
      <w:r>
        <w:t>’</w:t>
      </w:r>
      <w:r w:rsidR="008C5C61" w:rsidRPr="004C3E92">
        <w:t>étais incapable de trouver pour les décrire un langage qui ne fût usé et rebattu au point d</w:t>
      </w:r>
      <w:r>
        <w:t>’</w:t>
      </w:r>
      <w:r w:rsidR="008C5C61" w:rsidRPr="004C3E92">
        <w:t>avoir perdu tout sens et toute s</w:t>
      </w:r>
      <w:r w:rsidR="008C5C61" w:rsidRPr="004C3E92">
        <w:t>i</w:t>
      </w:r>
      <w:r w:rsidR="008C5C61" w:rsidRPr="004C3E92">
        <w:t>gnification</w:t>
      </w:r>
      <w:r>
        <w:t>.</w:t>
      </w:r>
    </w:p>
    <w:p w14:paraId="2AA23871" w14:textId="77777777" w:rsidR="004A4993" w:rsidRDefault="004A4993" w:rsidP="004A4993">
      <w:r>
        <w:t>— </w:t>
      </w:r>
      <w:r w:rsidR="008C5C61" w:rsidRPr="004C3E92">
        <w:t>Je suis convaincu</w:t>
      </w:r>
      <w:r>
        <w:t xml:space="preserve">, </w:t>
      </w:r>
      <w:r w:rsidR="008C5C61" w:rsidRPr="004C3E92">
        <w:t>dit Edward</w:t>
      </w:r>
      <w:r>
        <w:t xml:space="preserve">, </w:t>
      </w:r>
      <w:r w:rsidR="008C5C61" w:rsidRPr="004C3E92">
        <w:t>que vous éprouvez rée</w:t>
      </w:r>
      <w:r w:rsidR="008C5C61" w:rsidRPr="004C3E92">
        <w:t>l</w:t>
      </w:r>
      <w:r w:rsidR="008C5C61" w:rsidRPr="004C3E92">
        <w:t>lement</w:t>
      </w:r>
      <w:r>
        <w:t xml:space="preserve">, </w:t>
      </w:r>
      <w:r w:rsidR="008C5C61" w:rsidRPr="004C3E92">
        <w:t>devant une belle vue</w:t>
      </w:r>
      <w:r>
        <w:t xml:space="preserve">, </w:t>
      </w:r>
      <w:r w:rsidR="008C5C61" w:rsidRPr="004C3E92">
        <w:t>tout le plaisir que vous dites re</w:t>
      </w:r>
      <w:r w:rsidR="008C5C61" w:rsidRPr="004C3E92">
        <w:t>s</w:t>
      </w:r>
      <w:r w:rsidR="008C5C61" w:rsidRPr="004C3E92">
        <w:t>sentir</w:t>
      </w:r>
      <w:r>
        <w:t xml:space="preserve">. </w:t>
      </w:r>
      <w:r w:rsidR="008C5C61" w:rsidRPr="004C3E92">
        <w:t>Mais</w:t>
      </w:r>
      <w:r>
        <w:t xml:space="preserve">, </w:t>
      </w:r>
      <w:r w:rsidR="008C5C61" w:rsidRPr="004C3E92">
        <w:t>en retour</w:t>
      </w:r>
      <w:r>
        <w:t xml:space="preserve">, </w:t>
      </w:r>
      <w:r w:rsidR="008C5C61" w:rsidRPr="004C3E92">
        <w:t>il faut que votre sœur me concède d</w:t>
      </w:r>
      <w:r>
        <w:t>’</w:t>
      </w:r>
      <w:r w:rsidR="008C5C61" w:rsidRPr="004C3E92">
        <w:t>en ressentir plus que je n</w:t>
      </w:r>
      <w:r>
        <w:t>’</w:t>
      </w:r>
      <w:r w:rsidR="008C5C61" w:rsidRPr="004C3E92">
        <w:t>en dis</w:t>
      </w:r>
      <w:r>
        <w:t xml:space="preserve">. </w:t>
      </w:r>
      <w:r w:rsidR="008C5C61" w:rsidRPr="004C3E92">
        <w:t>J</w:t>
      </w:r>
      <w:r>
        <w:t>’</w:t>
      </w:r>
      <w:r w:rsidR="008C5C61" w:rsidRPr="004C3E92">
        <w:t>aime une belle vue</w:t>
      </w:r>
      <w:r>
        <w:t xml:space="preserve">, </w:t>
      </w:r>
      <w:r w:rsidR="008C5C61" w:rsidRPr="004C3E92">
        <w:t>mais non pas suivant des principes du pittoresque</w:t>
      </w:r>
      <w:r>
        <w:t xml:space="preserve">. </w:t>
      </w:r>
      <w:r w:rsidR="008C5C61" w:rsidRPr="004C3E92">
        <w:t>Je n</w:t>
      </w:r>
      <w:r>
        <w:t>’</w:t>
      </w:r>
      <w:r w:rsidR="008C5C61" w:rsidRPr="004C3E92">
        <w:t>aime pas les arbres de travers</w:t>
      </w:r>
      <w:r>
        <w:t xml:space="preserve">, </w:t>
      </w:r>
      <w:r w:rsidR="008C5C61" w:rsidRPr="004C3E92">
        <w:t>tordus</w:t>
      </w:r>
      <w:r>
        <w:t xml:space="preserve">, </w:t>
      </w:r>
      <w:r w:rsidR="008C5C61" w:rsidRPr="004C3E92">
        <w:t>foudroyés</w:t>
      </w:r>
      <w:r>
        <w:t xml:space="preserve">. </w:t>
      </w:r>
      <w:r w:rsidR="008C5C61" w:rsidRPr="004C3E92">
        <w:t>Je les admire beaucoup plus s</w:t>
      </w:r>
      <w:r>
        <w:t>’</w:t>
      </w:r>
      <w:r w:rsidR="008C5C61" w:rsidRPr="004C3E92">
        <w:t>ils sont de haute taille</w:t>
      </w:r>
      <w:r>
        <w:t xml:space="preserve">, </w:t>
      </w:r>
      <w:r w:rsidR="008C5C61" w:rsidRPr="004C3E92">
        <w:t>droits et frémissants</w:t>
      </w:r>
      <w:r>
        <w:t xml:space="preserve">. </w:t>
      </w:r>
      <w:r w:rsidR="008C5C61" w:rsidRPr="004C3E92">
        <w:t>Je n</w:t>
      </w:r>
      <w:r>
        <w:t>’</w:t>
      </w:r>
      <w:r w:rsidR="008C5C61" w:rsidRPr="004C3E92">
        <w:t>aime pas les chaumières en ruine</w:t>
      </w:r>
      <w:r>
        <w:t xml:space="preserve">, </w:t>
      </w:r>
      <w:r w:rsidR="008C5C61" w:rsidRPr="004C3E92">
        <w:t>et délabrées</w:t>
      </w:r>
      <w:r>
        <w:t xml:space="preserve">. </w:t>
      </w:r>
      <w:r w:rsidR="008C5C61" w:rsidRPr="004C3E92">
        <w:t>Je n</w:t>
      </w:r>
      <w:r>
        <w:t>’</w:t>
      </w:r>
      <w:r w:rsidR="008C5C61" w:rsidRPr="004C3E92">
        <w:t>aime pas les orties</w:t>
      </w:r>
      <w:r>
        <w:t xml:space="preserve">, </w:t>
      </w:r>
      <w:r w:rsidR="008C5C61" w:rsidRPr="004C3E92">
        <w:t>les chardons</w:t>
      </w:r>
      <w:r>
        <w:t xml:space="preserve">, </w:t>
      </w:r>
      <w:r w:rsidR="008C5C61" w:rsidRPr="004C3E92">
        <w:t>ni les fleurs des landes</w:t>
      </w:r>
      <w:r>
        <w:t xml:space="preserve">. </w:t>
      </w:r>
      <w:proofErr w:type="gramStart"/>
      <w:r w:rsidR="008C5C61" w:rsidRPr="004C3E92">
        <w:t>J</w:t>
      </w:r>
      <w:r>
        <w:t>’</w:t>
      </w:r>
      <w:r w:rsidR="008C5C61" w:rsidRPr="004C3E92">
        <w:t>ai</w:t>
      </w:r>
      <w:proofErr w:type="gramEnd"/>
      <w:r w:rsidR="008C5C61" w:rsidRPr="004C3E92">
        <w:t xml:space="preserve"> plus de plaisir à voir une ferme coquette qu</w:t>
      </w:r>
      <w:r>
        <w:t>’</w:t>
      </w:r>
      <w:r w:rsidR="008C5C61" w:rsidRPr="004C3E92">
        <w:t>une tour du guet</w:t>
      </w:r>
      <w:r>
        <w:t xml:space="preserve"> – </w:t>
      </w:r>
      <w:r w:rsidR="008C5C61" w:rsidRPr="004C3E92">
        <w:t>et une troupe de villageois soignés et heureux me plaît mieux que les plus beaux bandits qui soient au monde</w:t>
      </w:r>
      <w:r>
        <w:t>.</w:t>
      </w:r>
    </w:p>
    <w:p w14:paraId="62B4BB89" w14:textId="77777777" w:rsidR="004A4993" w:rsidRDefault="008C5C61" w:rsidP="004A4993">
      <w:r w:rsidRPr="004C3E92">
        <w:t>Marianne regarda Edward avec stupéfaction</w:t>
      </w:r>
      <w:r w:rsidR="004A4993">
        <w:t xml:space="preserve">, </w:t>
      </w:r>
      <w:r w:rsidRPr="004C3E92">
        <w:t>et sa sœur avec compassion</w:t>
      </w:r>
      <w:r w:rsidR="004A4993">
        <w:t xml:space="preserve">. </w:t>
      </w:r>
      <w:proofErr w:type="spellStart"/>
      <w:r w:rsidRPr="004C3E92">
        <w:t>Elinor</w:t>
      </w:r>
      <w:proofErr w:type="spellEnd"/>
      <w:r w:rsidRPr="004C3E92">
        <w:t xml:space="preserve"> se contenta de rire</w:t>
      </w:r>
      <w:r w:rsidR="004A4993">
        <w:t>.</w:t>
      </w:r>
    </w:p>
    <w:p w14:paraId="620CCF63" w14:textId="77777777" w:rsidR="004A4993" w:rsidRDefault="008C5C61" w:rsidP="004A4993">
      <w:r w:rsidRPr="004C3E92">
        <w:t>Ce sujet ne fut pas poursuivi davantage</w:t>
      </w:r>
      <w:r w:rsidR="004A4993">
        <w:t xml:space="preserve"> ; </w:t>
      </w:r>
      <w:r w:rsidRPr="004C3E92">
        <w:t>et Marianne garda un silence pensif</w:t>
      </w:r>
      <w:r w:rsidR="004A4993">
        <w:t xml:space="preserve">, </w:t>
      </w:r>
      <w:r w:rsidRPr="004C3E92">
        <w:t>jusqu</w:t>
      </w:r>
      <w:r w:rsidR="004A4993">
        <w:t>’</w:t>
      </w:r>
      <w:r w:rsidRPr="004C3E92">
        <w:t>à ce qu</w:t>
      </w:r>
      <w:r w:rsidR="004A4993">
        <w:t>’</w:t>
      </w:r>
      <w:r w:rsidRPr="004C3E92">
        <w:t>un sujet nouveau occupât so</w:t>
      </w:r>
      <w:r w:rsidRPr="004C3E92">
        <w:t>u</w:t>
      </w:r>
      <w:r w:rsidRPr="004C3E92">
        <w:t>dain son attention</w:t>
      </w:r>
      <w:r w:rsidR="004A4993">
        <w:t xml:space="preserve">. </w:t>
      </w:r>
      <w:r w:rsidRPr="004C3E92">
        <w:t>Elle était assise à côté d</w:t>
      </w:r>
      <w:r w:rsidR="004A4993">
        <w:t>’</w:t>
      </w:r>
      <w:r w:rsidRPr="004C3E92">
        <w:t>Edward</w:t>
      </w:r>
      <w:r w:rsidR="004A4993">
        <w:t xml:space="preserve">, </w:t>
      </w:r>
      <w:r w:rsidRPr="004C3E92">
        <w:t>et</w:t>
      </w:r>
      <w:r w:rsidR="004A4993">
        <w:t xml:space="preserve">, </w:t>
      </w:r>
      <w:r w:rsidRPr="004C3E92">
        <w:t>en pr</w:t>
      </w:r>
      <w:r w:rsidRPr="004C3E92">
        <w:t>e</w:t>
      </w:r>
      <w:r w:rsidRPr="004C3E92">
        <w:t>nant la tasse de thé que lui tendait Mrs</w:t>
      </w:r>
      <w:r w:rsidR="004A4993">
        <w:t xml:space="preserve">. </w:t>
      </w:r>
      <w:proofErr w:type="spellStart"/>
      <w:r w:rsidRPr="004C3E92">
        <w:t>Dashwood</w:t>
      </w:r>
      <w:proofErr w:type="spellEnd"/>
      <w:r w:rsidR="004A4993">
        <w:t xml:space="preserve">, </w:t>
      </w:r>
      <w:r w:rsidRPr="004C3E92">
        <w:t>la main de celui-ci passa si immédiatement devant ses yeux</w:t>
      </w:r>
      <w:r w:rsidR="004A4993">
        <w:t xml:space="preserve">, </w:t>
      </w:r>
      <w:r w:rsidRPr="004C3E92">
        <w:t>qu</w:t>
      </w:r>
      <w:r w:rsidR="004A4993">
        <w:t>’</w:t>
      </w:r>
      <w:r w:rsidRPr="004C3E92">
        <w:t>elle rendit particulièrement apparente</w:t>
      </w:r>
      <w:r w:rsidR="004A4993">
        <w:t xml:space="preserve">, </w:t>
      </w:r>
      <w:r w:rsidRPr="004C3E92">
        <w:t>sur l</w:t>
      </w:r>
      <w:r w:rsidR="004A4993">
        <w:t>’</w:t>
      </w:r>
      <w:r w:rsidRPr="004C3E92">
        <w:t xml:space="preserve">un de ses </w:t>
      </w:r>
      <w:r w:rsidRPr="004C3E92">
        <w:lastRenderedPageBreak/>
        <w:t>doigts</w:t>
      </w:r>
      <w:r w:rsidR="004A4993">
        <w:t xml:space="preserve">, </w:t>
      </w:r>
      <w:r w:rsidRPr="004C3E92">
        <w:t>une bague</w:t>
      </w:r>
      <w:r w:rsidR="004A4993">
        <w:t xml:space="preserve">, </w:t>
      </w:r>
      <w:r w:rsidRPr="004C3E92">
        <w:t>munie en son centre d</w:t>
      </w:r>
      <w:r w:rsidR="004A4993">
        <w:t>’</w:t>
      </w:r>
      <w:r w:rsidRPr="004C3E92">
        <w:t>une tresse de cheveux</w:t>
      </w:r>
      <w:r w:rsidR="004A4993">
        <w:t>.</w:t>
      </w:r>
    </w:p>
    <w:p w14:paraId="75E71E89" w14:textId="77777777" w:rsidR="004A4993" w:rsidRDefault="004A4993" w:rsidP="004A4993">
      <w:r>
        <w:t>— </w:t>
      </w:r>
      <w:r w:rsidR="008C5C61" w:rsidRPr="004C3E92">
        <w:t>Je ne vous ai encore jamais vu porter une bague</w:t>
      </w:r>
      <w:r>
        <w:t xml:space="preserve">, </w:t>
      </w:r>
      <w:r w:rsidR="008C5C61" w:rsidRPr="004C3E92">
        <w:t>Edward</w:t>
      </w:r>
      <w:r>
        <w:t xml:space="preserve">, </w:t>
      </w:r>
      <w:r w:rsidR="008C5C61" w:rsidRPr="004C3E92">
        <w:t>s</w:t>
      </w:r>
      <w:r>
        <w:t>’</w:t>
      </w:r>
      <w:r w:rsidR="008C5C61" w:rsidRPr="004C3E92">
        <w:t>écria-t-elle</w:t>
      </w:r>
      <w:r>
        <w:t xml:space="preserve">. </w:t>
      </w:r>
      <w:r w:rsidR="008C5C61" w:rsidRPr="004C3E92">
        <w:t>Sont-ce là des cheveux de Fanny</w:t>
      </w:r>
      <w:r>
        <w:t xml:space="preserve"> ? </w:t>
      </w:r>
      <w:r w:rsidR="008C5C61" w:rsidRPr="004C3E92">
        <w:t>Je me souviens qu</w:t>
      </w:r>
      <w:r>
        <w:t>’</w:t>
      </w:r>
      <w:r w:rsidR="008C5C61" w:rsidRPr="004C3E92">
        <w:t>elle a promis de vous en donner</w:t>
      </w:r>
      <w:r>
        <w:t xml:space="preserve">. </w:t>
      </w:r>
      <w:r w:rsidR="008C5C61" w:rsidRPr="004C3E92">
        <w:t>Mais j</w:t>
      </w:r>
      <w:r>
        <w:t>’</w:t>
      </w:r>
      <w:r w:rsidR="008C5C61" w:rsidRPr="004C3E92">
        <w:t>aurais cru que ses cheveux étaient plus foncés</w:t>
      </w:r>
      <w:r>
        <w:t>.</w:t>
      </w:r>
    </w:p>
    <w:p w14:paraId="02F31EA5" w14:textId="77777777" w:rsidR="004A4993" w:rsidRDefault="008C5C61" w:rsidP="004A4993">
      <w:r w:rsidRPr="004C3E92">
        <w:t>Marianne disait de façon inconsidérée ce qu</w:t>
      </w:r>
      <w:r w:rsidR="004A4993">
        <w:t>’</w:t>
      </w:r>
      <w:r w:rsidRPr="004C3E92">
        <w:t>elle éprouvait réellement</w:t>
      </w:r>
      <w:r w:rsidR="004A4993">
        <w:t xml:space="preserve">, </w:t>
      </w:r>
      <w:r w:rsidRPr="004C3E92">
        <w:t>mais lorsqu</w:t>
      </w:r>
      <w:r w:rsidR="004A4993">
        <w:t>’</w:t>
      </w:r>
      <w:r w:rsidRPr="004C3E92">
        <w:t>elle vit à quel point elle avait peiné E</w:t>
      </w:r>
      <w:r w:rsidRPr="004C3E92">
        <w:t>d</w:t>
      </w:r>
      <w:r w:rsidRPr="004C3E92">
        <w:t>ward</w:t>
      </w:r>
      <w:r w:rsidR="004A4993">
        <w:t xml:space="preserve">, </w:t>
      </w:r>
      <w:r w:rsidRPr="004C3E92">
        <w:t>sa propre contrariété devant son manque de réflexion n</w:t>
      </w:r>
      <w:r w:rsidR="004A4993">
        <w:t>’</w:t>
      </w:r>
      <w:r w:rsidRPr="004C3E92">
        <w:t>eût pas pu être surpassée par celle de son interlocuteur</w:t>
      </w:r>
      <w:r w:rsidR="004A4993">
        <w:t xml:space="preserve">. </w:t>
      </w:r>
      <w:r w:rsidRPr="004C3E92">
        <w:t>Il rougit violemment</w:t>
      </w:r>
      <w:r w:rsidR="004A4993">
        <w:t xml:space="preserve">, </w:t>
      </w:r>
      <w:r w:rsidRPr="004C3E92">
        <w:t>et</w:t>
      </w:r>
      <w:r w:rsidR="004A4993">
        <w:t xml:space="preserve">, </w:t>
      </w:r>
      <w:r w:rsidRPr="004C3E92">
        <w:t xml:space="preserve">lançant un bref regard à </w:t>
      </w:r>
      <w:proofErr w:type="spellStart"/>
      <w:r w:rsidRPr="004C3E92">
        <w:t>Elinor</w:t>
      </w:r>
      <w:proofErr w:type="spellEnd"/>
      <w:r w:rsidR="004A4993">
        <w:t xml:space="preserve">, </w:t>
      </w:r>
      <w:r w:rsidRPr="004C3E92">
        <w:t>répo</w:t>
      </w:r>
      <w:r w:rsidRPr="004C3E92">
        <w:t>n</w:t>
      </w:r>
      <w:r w:rsidRPr="004C3E92">
        <w:t>dit</w:t>
      </w:r>
      <w:r w:rsidR="004A4993">
        <w:t> :</w:t>
      </w:r>
    </w:p>
    <w:p w14:paraId="33A47BCD" w14:textId="77777777" w:rsidR="004A4993" w:rsidRDefault="004A4993" w:rsidP="004A4993">
      <w:r>
        <w:t>— </w:t>
      </w:r>
      <w:r w:rsidR="008C5C61" w:rsidRPr="004C3E92">
        <w:t>Oui</w:t>
      </w:r>
      <w:r>
        <w:t xml:space="preserve">, </w:t>
      </w:r>
      <w:r w:rsidR="008C5C61" w:rsidRPr="004C3E92">
        <w:t>ce sont des cheveux de ma sœur</w:t>
      </w:r>
      <w:r>
        <w:t xml:space="preserve">. </w:t>
      </w:r>
      <w:r w:rsidR="008C5C61" w:rsidRPr="004C3E92">
        <w:t>La monture leur donne toujours une teinte différente</w:t>
      </w:r>
      <w:r>
        <w:t xml:space="preserve">, </w:t>
      </w:r>
      <w:r w:rsidR="008C5C61" w:rsidRPr="004C3E92">
        <w:t>n</w:t>
      </w:r>
      <w:r>
        <w:t>’</w:t>
      </w:r>
      <w:r w:rsidR="008C5C61" w:rsidRPr="004C3E92">
        <w:t>est-ce pas</w:t>
      </w:r>
      <w:r>
        <w:t>.</w:t>
      </w:r>
    </w:p>
    <w:p w14:paraId="2E1153D4" w14:textId="77777777" w:rsidR="004A4993" w:rsidRDefault="008C5C61" w:rsidP="004A4993">
      <w:r w:rsidRPr="004C3E92">
        <w:t>Le regard d</w:t>
      </w:r>
      <w:r w:rsidR="004A4993">
        <w:t>’</w:t>
      </w:r>
      <w:proofErr w:type="spellStart"/>
      <w:r w:rsidRPr="004C3E92">
        <w:t>Elinor</w:t>
      </w:r>
      <w:proofErr w:type="spellEnd"/>
      <w:r w:rsidRPr="004C3E92">
        <w:t xml:space="preserve"> avait croisé le sien</w:t>
      </w:r>
      <w:r w:rsidR="004A4993">
        <w:t xml:space="preserve">, </w:t>
      </w:r>
      <w:r w:rsidRPr="004C3E92">
        <w:t>et elle eut également l</w:t>
      </w:r>
      <w:r w:rsidR="004A4993">
        <w:t>’</w:t>
      </w:r>
      <w:r w:rsidRPr="004C3E92">
        <w:t>air embarrassé</w:t>
      </w:r>
      <w:r w:rsidR="004A4993">
        <w:t xml:space="preserve">. </w:t>
      </w:r>
      <w:r w:rsidRPr="004C3E92">
        <w:t>Que les cheveux fussent les siens</w:t>
      </w:r>
      <w:r w:rsidR="004A4993">
        <w:t xml:space="preserve">, </w:t>
      </w:r>
      <w:r w:rsidRPr="004C3E92">
        <w:t>elle s</w:t>
      </w:r>
      <w:r w:rsidR="004A4993">
        <w:t>’</w:t>
      </w:r>
      <w:r w:rsidRPr="004C3E92">
        <w:t>en se</w:t>
      </w:r>
      <w:r w:rsidRPr="004C3E92">
        <w:t>n</w:t>
      </w:r>
      <w:r w:rsidRPr="004C3E92">
        <w:t>tit immédiatement aussi convaincue que Marianne</w:t>
      </w:r>
      <w:r w:rsidR="004A4993">
        <w:t xml:space="preserve"> ; </w:t>
      </w:r>
      <w:r w:rsidRPr="004C3E92">
        <w:t>la seule di</w:t>
      </w:r>
      <w:r w:rsidRPr="004C3E92">
        <w:t>f</w:t>
      </w:r>
      <w:r w:rsidRPr="004C3E92">
        <w:t>férence dans leurs conclusions</w:t>
      </w:r>
      <w:r w:rsidR="004A4993">
        <w:t xml:space="preserve">, </w:t>
      </w:r>
      <w:r w:rsidRPr="004C3E92">
        <w:t>c</w:t>
      </w:r>
      <w:r w:rsidR="004A4993">
        <w:t>’</w:t>
      </w:r>
      <w:r w:rsidRPr="004C3E92">
        <w:t>est que ce que Marianne considérait comme un don librement consenti de sa sœur</w:t>
      </w:r>
      <w:r w:rsidR="004A4993">
        <w:t xml:space="preserve">, </w:t>
      </w:r>
      <w:proofErr w:type="spellStart"/>
      <w:r w:rsidRPr="004C3E92">
        <w:t>El</w:t>
      </w:r>
      <w:r w:rsidRPr="004C3E92">
        <w:t>i</w:t>
      </w:r>
      <w:r w:rsidRPr="004C3E92">
        <w:t>nor</w:t>
      </w:r>
      <w:proofErr w:type="spellEnd"/>
      <w:r w:rsidRPr="004C3E92">
        <w:t xml:space="preserve"> avait conscience qu</w:t>
      </w:r>
      <w:r w:rsidR="004A4993">
        <w:t>’</w:t>
      </w:r>
      <w:r w:rsidRPr="004C3E92">
        <w:t>il devait se l</w:t>
      </w:r>
      <w:r w:rsidR="004A4993">
        <w:t>’</w:t>
      </w:r>
      <w:r w:rsidRPr="004C3E92">
        <w:t>être procuré par quelque vol ou par quelque procédé à son insu</w:t>
      </w:r>
      <w:r w:rsidR="004A4993">
        <w:t xml:space="preserve">. </w:t>
      </w:r>
      <w:r w:rsidRPr="004C3E92">
        <w:t>Elle n</w:t>
      </w:r>
      <w:r w:rsidR="004A4993">
        <w:t>’</w:t>
      </w:r>
      <w:r w:rsidRPr="004C3E92">
        <w:t>était pas d</w:t>
      </w:r>
      <w:r w:rsidR="004A4993">
        <w:t>’</w:t>
      </w:r>
      <w:r w:rsidRPr="004C3E92">
        <w:t>humeur</w:t>
      </w:r>
      <w:r w:rsidR="004A4993">
        <w:t xml:space="preserve">, </w:t>
      </w:r>
      <w:r w:rsidRPr="004C3E92">
        <w:t>toutefois</w:t>
      </w:r>
      <w:r w:rsidR="004A4993">
        <w:t xml:space="preserve">, </w:t>
      </w:r>
      <w:r w:rsidRPr="004C3E92">
        <w:t>à prendre cela pour un affront</w:t>
      </w:r>
      <w:r w:rsidR="004A4993">
        <w:t xml:space="preserve">, </w:t>
      </w:r>
      <w:r w:rsidRPr="004C3E92">
        <w:t>et</w:t>
      </w:r>
      <w:r w:rsidR="004A4993">
        <w:t xml:space="preserve">, </w:t>
      </w:r>
      <w:r w:rsidRPr="004C3E92">
        <w:t>affectant de ne pas faire attention à ce qui s</w:t>
      </w:r>
      <w:r w:rsidR="004A4993">
        <w:t>’</w:t>
      </w:r>
      <w:r w:rsidRPr="004C3E92">
        <w:t>était passé</w:t>
      </w:r>
      <w:r w:rsidR="004A4993">
        <w:t xml:space="preserve">, </w:t>
      </w:r>
      <w:r w:rsidRPr="004C3E92">
        <w:t>en parlant imm</w:t>
      </w:r>
      <w:r w:rsidRPr="004C3E92">
        <w:t>é</w:t>
      </w:r>
      <w:r w:rsidRPr="004C3E92">
        <w:t>diatement d</w:t>
      </w:r>
      <w:r w:rsidR="004A4993">
        <w:t>’</w:t>
      </w:r>
      <w:r w:rsidRPr="004C3E92">
        <w:t>autre chose</w:t>
      </w:r>
      <w:r w:rsidR="004A4993">
        <w:t xml:space="preserve">, </w:t>
      </w:r>
      <w:r w:rsidRPr="004C3E92">
        <w:t>elle résolut intérieurement de se saisir dorénavant de toutes les occasions d</w:t>
      </w:r>
      <w:r w:rsidR="004A4993">
        <w:t>’</w:t>
      </w:r>
      <w:r w:rsidRPr="004C3E92">
        <w:t xml:space="preserve">examiner cette mèche de cheveux et de se convaincre </w:t>
      </w:r>
      <w:proofErr w:type="spellStart"/>
      <w:r w:rsidRPr="004C3E92">
        <w:t>au delà</w:t>
      </w:r>
      <w:proofErr w:type="spellEnd"/>
      <w:r w:rsidRPr="004C3E92">
        <w:t xml:space="preserve"> de toute possibilité de doute qu</w:t>
      </w:r>
      <w:r w:rsidR="004A4993">
        <w:t>’</w:t>
      </w:r>
      <w:r w:rsidRPr="004C3E92">
        <w:t>ils étaient exactement de la teinte des siens</w:t>
      </w:r>
      <w:r w:rsidR="004A4993">
        <w:t>.</w:t>
      </w:r>
    </w:p>
    <w:p w14:paraId="78A1E34D" w14:textId="77777777" w:rsidR="004A4993" w:rsidRDefault="008C5C61" w:rsidP="004A4993">
      <w:r w:rsidRPr="004C3E92">
        <w:t>L</w:t>
      </w:r>
      <w:r w:rsidR="004A4993">
        <w:t>’</w:t>
      </w:r>
      <w:r w:rsidRPr="004C3E92">
        <w:t>embarras d</w:t>
      </w:r>
      <w:r w:rsidR="004A4993">
        <w:t>’</w:t>
      </w:r>
      <w:r w:rsidRPr="004C3E92">
        <w:t>Edward dura quelque temps et se termina par une préoccupation encore plus accentuée</w:t>
      </w:r>
      <w:r w:rsidR="004A4993">
        <w:t xml:space="preserve">. </w:t>
      </w:r>
      <w:r w:rsidRPr="004C3E92">
        <w:t xml:space="preserve">Il fut </w:t>
      </w:r>
      <w:r w:rsidRPr="004C3E92">
        <w:lastRenderedPageBreak/>
        <w:t>particuli</w:t>
      </w:r>
      <w:r w:rsidRPr="004C3E92">
        <w:t>è</w:t>
      </w:r>
      <w:r w:rsidRPr="004C3E92">
        <w:t>rement sérieux toute la matinée</w:t>
      </w:r>
      <w:r w:rsidR="004A4993">
        <w:t xml:space="preserve">. </w:t>
      </w:r>
      <w:r w:rsidRPr="004C3E92">
        <w:t>Marianne se reprocha sévèr</w:t>
      </w:r>
      <w:r w:rsidRPr="004C3E92">
        <w:t>e</w:t>
      </w:r>
      <w:r w:rsidRPr="004C3E92">
        <w:t>ment ce qu</w:t>
      </w:r>
      <w:r w:rsidR="004A4993">
        <w:t>’</w:t>
      </w:r>
      <w:r w:rsidRPr="004C3E92">
        <w:t>elle avait dit</w:t>
      </w:r>
      <w:r w:rsidR="004A4993">
        <w:t xml:space="preserve"> ; </w:t>
      </w:r>
      <w:r w:rsidRPr="004C3E92">
        <w:t>mais son propre pardon aurait pu être plus rapide</w:t>
      </w:r>
      <w:r w:rsidR="004A4993">
        <w:t xml:space="preserve">, </w:t>
      </w:r>
      <w:r w:rsidRPr="004C3E92">
        <w:t>si elle avait su à quel point ses paroles avaient peu contrarié sa sœur</w:t>
      </w:r>
      <w:r w:rsidR="004A4993">
        <w:t>.</w:t>
      </w:r>
    </w:p>
    <w:p w14:paraId="30B02726" w14:textId="77777777" w:rsidR="004A4993" w:rsidRDefault="008C5C61" w:rsidP="004A4993">
      <w:r w:rsidRPr="004C3E92">
        <w:t>Avant le milieu de la journée</w:t>
      </w:r>
      <w:r w:rsidR="004A4993">
        <w:t xml:space="preserve">, </w:t>
      </w:r>
      <w:r w:rsidRPr="004C3E92">
        <w:t>ils reçurent la visite de Sir John et de Mrs</w:t>
      </w:r>
      <w:r w:rsidR="004A4993">
        <w:t xml:space="preserve">. </w:t>
      </w:r>
      <w:r w:rsidRPr="004C3E92">
        <w:t>Jennings</w:t>
      </w:r>
      <w:r w:rsidR="004A4993">
        <w:t xml:space="preserve">, </w:t>
      </w:r>
      <w:r w:rsidRPr="004C3E92">
        <w:t>qui</w:t>
      </w:r>
      <w:r w:rsidR="004A4993">
        <w:t xml:space="preserve">, </w:t>
      </w:r>
      <w:r w:rsidRPr="004C3E92">
        <w:t>ayant appris l</w:t>
      </w:r>
      <w:r w:rsidR="004A4993">
        <w:t>’</w:t>
      </w:r>
      <w:r w:rsidRPr="004C3E92">
        <w:t>arrivée d</w:t>
      </w:r>
      <w:r w:rsidR="004A4993">
        <w:t>’</w:t>
      </w:r>
      <w:r w:rsidRPr="004C3E92">
        <w:t>un ge</w:t>
      </w:r>
      <w:r w:rsidRPr="004C3E92">
        <w:t>n</w:t>
      </w:r>
      <w:r w:rsidRPr="004C3E92">
        <w:t>tleman à la maisonnette</w:t>
      </w:r>
      <w:r w:rsidR="004A4993">
        <w:t xml:space="preserve">, </w:t>
      </w:r>
      <w:r w:rsidRPr="004C3E92">
        <w:t>vinrent prendre une vue d</w:t>
      </w:r>
      <w:r w:rsidR="004A4993">
        <w:t>’</w:t>
      </w:r>
      <w:r w:rsidRPr="004C3E92">
        <w:t>ensemble de l</w:t>
      </w:r>
      <w:r w:rsidR="004A4993">
        <w:t>’</w:t>
      </w:r>
      <w:r w:rsidRPr="004C3E92">
        <w:t>invité</w:t>
      </w:r>
      <w:r w:rsidR="004A4993">
        <w:t xml:space="preserve">. </w:t>
      </w:r>
      <w:r w:rsidRPr="004C3E92">
        <w:t>Avec l</w:t>
      </w:r>
      <w:r w:rsidR="004A4993">
        <w:t>’</w:t>
      </w:r>
      <w:r w:rsidRPr="004C3E92">
        <w:t>aide de sa belle-mère</w:t>
      </w:r>
      <w:r w:rsidR="004A4993">
        <w:t xml:space="preserve">, </w:t>
      </w:r>
      <w:r w:rsidRPr="004C3E92">
        <w:t xml:space="preserve">Sir John ne fut pas long à découvrir que le nom de </w:t>
      </w:r>
      <w:proofErr w:type="spellStart"/>
      <w:r w:rsidRPr="004C3E92">
        <w:t>Ferrars</w:t>
      </w:r>
      <w:proofErr w:type="spellEnd"/>
      <w:r w:rsidRPr="004C3E92">
        <w:t xml:space="preserve"> commençait par un F</w:t>
      </w:r>
      <w:r w:rsidR="004A4993">
        <w:t xml:space="preserve">, </w:t>
      </w:r>
      <w:r w:rsidRPr="004C3E92">
        <w:t>ce qui prépara une mine future de railleries à l</w:t>
      </w:r>
      <w:r w:rsidR="004A4993">
        <w:t>’</w:t>
      </w:r>
      <w:r w:rsidRPr="004C3E92">
        <w:t>égard de l</w:t>
      </w:r>
      <w:r w:rsidR="004A4993">
        <w:t>’</w:t>
      </w:r>
      <w:r w:rsidRPr="004C3E92">
        <w:t xml:space="preserve">aimante </w:t>
      </w:r>
      <w:proofErr w:type="spellStart"/>
      <w:r w:rsidRPr="004C3E92">
        <w:t>El</w:t>
      </w:r>
      <w:r w:rsidRPr="004C3E92">
        <w:t>i</w:t>
      </w:r>
      <w:r w:rsidRPr="004C3E92">
        <w:t>nor</w:t>
      </w:r>
      <w:proofErr w:type="spellEnd"/>
      <w:r w:rsidR="004A4993">
        <w:t xml:space="preserve">, </w:t>
      </w:r>
      <w:r w:rsidRPr="004C3E92">
        <w:t>mine dont seule la nouveauté de leur connaissance avec Edward eût pu empêcher la mise à feu immédiate</w:t>
      </w:r>
      <w:r w:rsidR="004A4993">
        <w:t xml:space="preserve">. </w:t>
      </w:r>
      <w:r w:rsidRPr="004C3E92">
        <w:t>Mais</w:t>
      </w:r>
      <w:r w:rsidR="004A4993">
        <w:t xml:space="preserve">, </w:t>
      </w:r>
      <w:r w:rsidRPr="004C3E92">
        <w:t>en l</w:t>
      </w:r>
      <w:r w:rsidR="004A4993">
        <w:t>’</w:t>
      </w:r>
      <w:r w:rsidRPr="004C3E92">
        <w:t>espèce</w:t>
      </w:r>
      <w:r w:rsidR="004A4993">
        <w:t xml:space="preserve">, </w:t>
      </w:r>
      <w:r w:rsidRPr="004C3E92">
        <w:t>elle apprit seulement</w:t>
      </w:r>
      <w:r w:rsidR="004A4993">
        <w:t xml:space="preserve">, </w:t>
      </w:r>
      <w:r w:rsidRPr="004C3E92">
        <w:t>par quelques regards fort signif</w:t>
      </w:r>
      <w:r w:rsidRPr="004C3E92">
        <w:t>i</w:t>
      </w:r>
      <w:r w:rsidRPr="004C3E92">
        <w:t>catifs</w:t>
      </w:r>
      <w:r w:rsidR="004A4993">
        <w:t xml:space="preserve">, </w:t>
      </w:r>
      <w:r w:rsidRPr="004C3E92">
        <w:t>à quel point atteignait leur pénétration</w:t>
      </w:r>
      <w:r w:rsidR="004A4993">
        <w:t xml:space="preserve">, </w:t>
      </w:r>
      <w:r w:rsidRPr="004C3E92">
        <w:t>fondée sur les i</w:t>
      </w:r>
      <w:r w:rsidRPr="004C3E92">
        <w:t>n</w:t>
      </w:r>
      <w:r w:rsidRPr="004C3E92">
        <w:t>dications de Margaret</w:t>
      </w:r>
      <w:r w:rsidR="004A4993">
        <w:t>.</w:t>
      </w:r>
    </w:p>
    <w:p w14:paraId="0D311C92" w14:textId="77777777" w:rsidR="004A4993" w:rsidRDefault="008C5C61" w:rsidP="004A4993">
      <w:r w:rsidRPr="004C3E92">
        <w:t xml:space="preserve">Sir John ne venait jamais chez les </w:t>
      </w:r>
      <w:proofErr w:type="spellStart"/>
      <w:r w:rsidRPr="004C3E92">
        <w:t>Dashwood</w:t>
      </w:r>
      <w:proofErr w:type="spellEnd"/>
      <w:r w:rsidRPr="004C3E92">
        <w:t xml:space="preserve"> sans les inv</w:t>
      </w:r>
      <w:r w:rsidRPr="004C3E92">
        <w:t>i</w:t>
      </w:r>
      <w:r w:rsidRPr="004C3E92">
        <w:t>ter</w:t>
      </w:r>
      <w:r w:rsidR="004A4993">
        <w:t xml:space="preserve">, </w:t>
      </w:r>
      <w:r w:rsidRPr="004C3E92">
        <w:t>soit à dîner au Park le lendemain</w:t>
      </w:r>
      <w:r w:rsidR="004A4993">
        <w:t xml:space="preserve">, </w:t>
      </w:r>
      <w:r w:rsidRPr="004C3E92">
        <w:t>soit à prendre le thé avec eux le soir même</w:t>
      </w:r>
      <w:r w:rsidR="004A4993">
        <w:t xml:space="preserve">. </w:t>
      </w:r>
      <w:r w:rsidRPr="004C3E92">
        <w:t>Dans les circonstances présentes</w:t>
      </w:r>
      <w:r w:rsidR="004A4993">
        <w:t xml:space="preserve">, </w:t>
      </w:r>
      <w:r w:rsidRPr="004C3E92">
        <w:t>afin de mieux divertir leur visiteur</w:t>
      </w:r>
      <w:r w:rsidR="004A4993">
        <w:t xml:space="preserve">, </w:t>
      </w:r>
      <w:r w:rsidRPr="004C3E92">
        <w:t>à l</w:t>
      </w:r>
      <w:r w:rsidR="004A4993">
        <w:t>’</w:t>
      </w:r>
      <w:r w:rsidRPr="004C3E92">
        <w:t>amusement de qui il se sentait tenu de collaborer</w:t>
      </w:r>
      <w:r w:rsidR="004A4993">
        <w:t xml:space="preserve">, </w:t>
      </w:r>
      <w:r w:rsidRPr="004C3E92">
        <w:t>il désira les retenir pour l</w:t>
      </w:r>
      <w:r w:rsidR="004A4993">
        <w:t>’</w:t>
      </w:r>
      <w:r w:rsidRPr="004C3E92">
        <w:t>un et l</w:t>
      </w:r>
      <w:r w:rsidR="004A4993">
        <w:t>’</w:t>
      </w:r>
      <w:r w:rsidRPr="004C3E92">
        <w:t>autre</w:t>
      </w:r>
      <w:r w:rsidR="004A4993">
        <w:t>.</w:t>
      </w:r>
    </w:p>
    <w:p w14:paraId="1BAF44EF" w14:textId="77777777" w:rsidR="004A4993" w:rsidRDefault="004A4993" w:rsidP="004A4993">
      <w:r>
        <w:t>— </w:t>
      </w:r>
      <w:r w:rsidR="008C5C61" w:rsidRPr="004C3E92">
        <w:t xml:space="preserve">Il </w:t>
      </w:r>
      <w:r w:rsidR="008C5C61" w:rsidRPr="004C3E92">
        <w:rPr>
          <w:i/>
          <w:iCs/>
        </w:rPr>
        <w:t>faut</w:t>
      </w:r>
      <w:r w:rsidR="008C5C61" w:rsidRPr="004C3E92">
        <w:t xml:space="preserve"> que vous preniez le thé avec nous ce soir</w:t>
      </w:r>
      <w:r>
        <w:t xml:space="preserve">, </w:t>
      </w:r>
      <w:r w:rsidR="008C5C61" w:rsidRPr="004C3E92">
        <w:t>dit-il</w:t>
      </w:r>
      <w:r>
        <w:t xml:space="preserve">, </w:t>
      </w:r>
      <w:r w:rsidR="008C5C61" w:rsidRPr="004C3E92">
        <w:t>car nous serons tout seuls</w:t>
      </w:r>
      <w:r>
        <w:t xml:space="preserve">, </w:t>
      </w:r>
      <w:r w:rsidR="008C5C61" w:rsidRPr="004C3E92">
        <w:t>et demain</w:t>
      </w:r>
      <w:r>
        <w:t xml:space="preserve">, </w:t>
      </w:r>
      <w:r w:rsidR="008C5C61" w:rsidRPr="004C3E92">
        <w:t>il faut absolument que vous dîniez chez nous</w:t>
      </w:r>
      <w:r>
        <w:t xml:space="preserve">, </w:t>
      </w:r>
      <w:r w:rsidR="008C5C61" w:rsidRPr="004C3E92">
        <w:t>car nous serons nombreux</w:t>
      </w:r>
      <w:r>
        <w:t>.</w:t>
      </w:r>
    </w:p>
    <w:p w14:paraId="11BB3EA0" w14:textId="77777777" w:rsidR="004A4993" w:rsidRDefault="008C5C61" w:rsidP="004A4993">
      <w:r w:rsidRPr="004C3E92">
        <w:t>Mrs</w:t>
      </w:r>
      <w:r w:rsidR="004A4993">
        <w:t xml:space="preserve">. </w:t>
      </w:r>
      <w:r w:rsidRPr="004C3E92">
        <w:t>Jennings renchérit sur cette nécessité</w:t>
      </w:r>
      <w:r w:rsidR="004A4993">
        <w:t> :</w:t>
      </w:r>
    </w:p>
    <w:p w14:paraId="539DF03D" w14:textId="77777777" w:rsidR="004A4993" w:rsidRDefault="004A4993" w:rsidP="004A4993">
      <w:r>
        <w:t>— </w:t>
      </w:r>
      <w:r w:rsidR="008C5C61" w:rsidRPr="004C3E92">
        <w:t>Et qui sait</w:t>
      </w:r>
      <w:r>
        <w:t xml:space="preserve">, </w:t>
      </w:r>
      <w:r w:rsidR="008C5C61" w:rsidRPr="004C3E92">
        <w:t>mais peut-être organisera-t-on une sauterie</w:t>
      </w:r>
      <w:r>
        <w:t xml:space="preserve"> ! </w:t>
      </w:r>
      <w:r w:rsidR="008C5C61" w:rsidRPr="004C3E92">
        <w:t>dit-elle</w:t>
      </w:r>
      <w:r>
        <w:t xml:space="preserve">. </w:t>
      </w:r>
      <w:r w:rsidR="008C5C61" w:rsidRPr="004C3E92">
        <w:t>Et voilà qui vous tentera</w:t>
      </w:r>
      <w:r>
        <w:t xml:space="preserve">, </w:t>
      </w:r>
      <w:r w:rsidR="008C5C61" w:rsidRPr="004C3E92">
        <w:t>miss Marianne</w:t>
      </w:r>
      <w:r>
        <w:t>.</w:t>
      </w:r>
    </w:p>
    <w:p w14:paraId="06E9C7EF" w14:textId="77777777" w:rsidR="004A4993" w:rsidRDefault="004A4993" w:rsidP="004A4993">
      <w:r>
        <w:t>— </w:t>
      </w:r>
      <w:r w:rsidR="008C5C61" w:rsidRPr="004C3E92">
        <w:t>Une sauterie</w:t>
      </w:r>
      <w:r>
        <w:t xml:space="preserve"> ! </w:t>
      </w:r>
      <w:r w:rsidR="008C5C61" w:rsidRPr="004C3E92">
        <w:t>s</w:t>
      </w:r>
      <w:r>
        <w:t>’</w:t>
      </w:r>
      <w:r w:rsidR="008C5C61" w:rsidRPr="004C3E92">
        <w:t>écria Marianne</w:t>
      </w:r>
      <w:r>
        <w:t xml:space="preserve">. </w:t>
      </w:r>
      <w:r w:rsidR="008C5C61" w:rsidRPr="004C3E92">
        <w:t>Impossible</w:t>
      </w:r>
      <w:r>
        <w:t xml:space="preserve"> ! </w:t>
      </w:r>
      <w:r w:rsidR="008C5C61" w:rsidRPr="004C3E92">
        <w:t>Qui donc dansera</w:t>
      </w:r>
      <w:r>
        <w:t> ?</w:t>
      </w:r>
    </w:p>
    <w:p w14:paraId="2EF38132" w14:textId="77777777" w:rsidR="004A4993" w:rsidRDefault="004A4993" w:rsidP="004A4993">
      <w:r>
        <w:lastRenderedPageBreak/>
        <w:t>— </w:t>
      </w:r>
      <w:r w:rsidR="008C5C61" w:rsidRPr="004C3E92">
        <w:t>Qui</w:t>
      </w:r>
      <w:r>
        <w:t xml:space="preserve"> ? </w:t>
      </w:r>
      <w:r w:rsidR="008C5C61" w:rsidRPr="004C3E92">
        <w:t>Mais vous-mêmes</w:t>
      </w:r>
      <w:r>
        <w:t xml:space="preserve">, </w:t>
      </w:r>
      <w:r w:rsidR="008C5C61" w:rsidRPr="004C3E92">
        <w:t>et les Carey</w:t>
      </w:r>
      <w:r>
        <w:t xml:space="preserve">, </w:t>
      </w:r>
      <w:r w:rsidR="008C5C61" w:rsidRPr="004C3E92">
        <w:t>et les Whitaker</w:t>
      </w:r>
      <w:r>
        <w:t xml:space="preserve">, </w:t>
      </w:r>
      <w:r w:rsidR="008C5C61" w:rsidRPr="004C3E92">
        <w:t>bien sûr</w:t>
      </w:r>
      <w:r>
        <w:t xml:space="preserve"> ! </w:t>
      </w:r>
      <w:r w:rsidR="008C5C61" w:rsidRPr="004C3E92">
        <w:t>Comment</w:t>
      </w:r>
      <w:r>
        <w:t xml:space="preserve"> ! </w:t>
      </w:r>
      <w:r w:rsidR="008C5C61" w:rsidRPr="004C3E92">
        <w:t>Vous avez cru que personne ne pourrait danser</w:t>
      </w:r>
      <w:r>
        <w:t xml:space="preserve">, </w:t>
      </w:r>
      <w:r w:rsidR="008C5C61" w:rsidRPr="004C3E92">
        <w:t>parce qu</w:t>
      </w:r>
      <w:r>
        <w:t>’</w:t>
      </w:r>
      <w:r w:rsidR="008C5C61" w:rsidRPr="004C3E92">
        <w:t>un certain personnage que nous ne nomm</w:t>
      </w:r>
      <w:r w:rsidR="008C5C61" w:rsidRPr="004C3E92">
        <w:t>e</w:t>
      </w:r>
      <w:r w:rsidR="008C5C61" w:rsidRPr="004C3E92">
        <w:t>rons pas est parti</w:t>
      </w:r>
      <w:r>
        <w:t> !</w:t>
      </w:r>
    </w:p>
    <w:p w14:paraId="57E00531" w14:textId="77777777" w:rsidR="004A4993" w:rsidRDefault="004A4993" w:rsidP="004A4993">
      <w:r>
        <w:t>— </w:t>
      </w:r>
      <w:r w:rsidR="008C5C61" w:rsidRPr="004C3E92">
        <w:t>Je voudrais</w:t>
      </w:r>
      <w:r>
        <w:t xml:space="preserve">, </w:t>
      </w:r>
      <w:r w:rsidR="008C5C61" w:rsidRPr="004C3E92">
        <w:t>de toute mon âme</w:t>
      </w:r>
      <w:r>
        <w:t xml:space="preserve">, </w:t>
      </w:r>
      <w:r w:rsidR="008C5C61" w:rsidRPr="004C3E92">
        <w:t>s</w:t>
      </w:r>
      <w:r>
        <w:t>’</w:t>
      </w:r>
      <w:r w:rsidR="008C5C61" w:rsidRPr="004C3E92">
        <w:t>écria Sir John</w:t>
      </w:r>
      <w:r>
        <w:t xml:space="preserve">, </w:t>
      </w:r>
      <w:r w:rsidR="008C5C61" w:rsidRPr="004C3E92">
        <w:t>que Wi</w:t>
      </w:r>
      <w:r w:rsidR="008C5C61" w:rsidRPr="004C3E92">
        <w:t>l</w:t>
      </w:r>
      <w:r w:rsidR="008C5C61" w:rsidRPr="004C3E92">
        <w:t>loughby fût de nouveau des nôtres</w:t>
      </w:r>
      <w:r>
        <w:t>.</w:t>
      </w:r>
    </w:p>
    <w:p w14:paraId="0ED49990" w14:textId="77777777" w:rsidR="004A4993" w:rsidRDefault="008C5C61" w:rsidP="004A4993">
      <w:r w:rsidRPr="004C3E92">
        <w:t>Ces paroles</w:t>
      </w:r>
      <w:r w:rsidR="004A4993">
        <w:t xml:space="preserve">, </w:t>
      </w:r>
      <w:r w:rsidRPr="004C3E92">
        <w:t>et la rougeur de Marianne</w:t>
      </w:r>
      <w:r w:rsidR="004A4993">
        <w:t xml:space="preserve">, </w:t>
      </w:r>
      <w:r w:rsidRPr="004C3E92">
        <w:t>donnèrent de no</w:t>
      </w:r>
      <w:r w:rsidRPr="004C3E92">
        <w:t>u</w:t>
      </w:r>
      <w:r w:rsidRPr="004C3E92">
        <w:t>veaux soupçons à Edward</w:t>
      </w:r>
      <w:r w:rsidR="004A4993">
        <w:t>.</w:t>
      </w:r>
    </w:p>
    <w:p w14:paraId="4F8B31B9" w14:textId="77777777" w:rsidR="004A4993" w:rsidRDefault="004A4993" w:rsidP="004A4993">
      <w:r>
        <w:t>— </w:t>
      </w:r>
      <w:r w:rsidR="008C5C61" w:rsidRPr="004C3E92">
        <w:t>Et qui est Willoughby</w:t>
      </w:r>
      <w:r>
        <w:t xml:space="preserve"> ? </w:t>
      </w:r>
      <w:r w:rsidR="008C5C61" w:rsidRPr="004C3E92">
        <w:t>dit-il</w:t>
      </w:r>
      <w:r>
        <w:t xml:space="preserve">, </w:t>
      </w:r>
      <w:r w:rsidR="008C5C61" w:rsidRPr="004C3E92">
        <w:t>à mi-voix</w:t>
      </w:r>
      <w:r>
        <w:t xml:space="preserve">, </w:t>
      </w:r>
      <w:r w:rsidR="008C5C61" w:rsidRPr="004C3E92">
        <w:t xml:space="preserve">à miss </w:t>
      </w:r>
      <w:proofErr w:type="spellStart"/>
      <w:r w:rsidR="008C5C61" w:rsidRPr="004C3E92">
        <w:t>Das</w:t>
      </w:r>
      <w:r w:rsidR="008C5C61" w:rsidRPr="004C3E92">
        <w:t>h</w:t>
      </w:r>
      <w:r w:rsidR="008C5C61" w:rsidRPr="004C3E92">
        <w:t>wood</w:t>
      </w:r>
      <w:proofErr w:type="spellEnd"/>
      <w:r>
        <w:t xml:space="preserve">, </w:t>
      </w:r>
      <w:r w:rsidR="008C5C61" w:rsidRPr="004C3E92">
        <w:t>à côté de qui il était assis</w:t>
      </w:r>
      <w:r>
        <w:t>.</w:t>
      </w:r>
    </w:p>
    <w:p w14:paraId="487E56B7" w14:textId="77777777" w:rsidR="004A4993" w:rsidRDefault="008C5C61" w:rsidP="004A4993">
      <w:r w:rsidRPr="004C3E92">
        <w:t>Elle lui répondit brièvement</w:t>
      </w:r>
      <w:r w:rsidR="004A4993">
        <w:t xml:space="preserve">. </w:t>
      </w:r>
      <w:r w:rsidRPr="004C3E92">
        <w:t>Le visage de Marianne était plus communicatif</w:t>
      </w:r>
      <w:r w:rsidR="004A4993">
        <w:t xml:space="preserve">. </w:t>
      </w:r>
      <w:r w:rsidRPr="004C3E92">
        <w:t>Edward en vit assez pour comprendre</w:t>
      </w:r>
      <w:r w:rsidR="004A4993">
        <w:t xml:space="preserve">, </w:t>
      </w:r>
      <w:r w:rsidRPr="004C3E92">
        <w:t>non seulement ce que voulaient dire les autres</w:t>
      </w:r>
      <w:r w:rsidR="004A4993">
        <w:t xml:space="preserve">, </w:t>
      </w:r>
      <w:r w:rsidRPr="004C3E92">
        <w:t>mais certaines e</w:t>
      </w:r>
      <w:r w:rsidRPr="004C3E92">
        <w:t>x</w:t>
      </w:r>
      <w:r w:rsidRPr="004C3E92">
        <w:t>pressions de Marianne qui l</w:t>
      </w:r>
      <w:r w:rsidR="004A4993">
        <w:t>’</w:t>
      </w:r>
      <w:r w:rsidRPr="004C3E92">
        <w:t>avaient intrigué précédemment</w:t>
      </w:r>
      <w:r w:rsidR="004A4993">
        <w:t xml:space="preserve"> ; </w:t>
      </w:r>
      <w:r w:rsidRPr="004C3E92">
        <w:t>et quand leurs visiteurs les eurent quittés</w:t>
      </w:r>
      <w:r w:rsidR="004A4993">
        <w:t xml:space="preserve">, </w:t>
      </w:r>
      <w:r w:rsidRPr="004C3E92">
        <w:t>il s</w:t>
      </w:r>
      <w:r w:rsidR="004A4993">
        <w:t>’</w:t>
      </w:r>
      <w:r w:rsidRPr="004C3E92">
        <w:t>approcha immédi</w:t>
      </w:r>
      <w:r w:rsidRPr="004C3E92">
        <w:t>a</w:t>
      </w:r>
      <w:r w:rsidRPr="004C3E92">
        <w:t>tement d</w:t>
      </w:r>
      <w:r w:rsidR="004A4993">
        <w:t>’</w:t>
      </w:r>
      <w:r w:rsidRPr="004C3E92">
        <w:t>elle et lui glissa à l</w:t>
      </w:r>
      <w:r w:rsidR="004A4993">
        <w:t>’</w:t>
      </w:r>
      <w:r w:rsidRPr="004C3E92">
        <w:t>oreille</w:t>
      </w:r>
      <w:r w:rsidR="004A4993">
        <w:t> :</w:t>
      </w:r>
    </w:p>
    <w:p w14:paraId="4FB6B97A" w14:textId="77777777" w:rsidR="004A4993" w:rsidRDefault="004A4993" w:rsidP="004A4993">
      <w:r>
        <w:t>— </w:t>
      </w:r>
      <w:r w:rsidR="008C5C61" w:rsidRPr="004C3E92">
        <w:t>Je viens de me livrer à des conjectures</w:t>
      </w:r>
      <w:r>
        <w:t xml:space="preserve">. </w:t>
      </w:r>
      <w:r w:rsidR="008C5C61" w:rsidRPr="004C3E92">
        <w:t>Faut-il vous dire ce que j</w:t>
      </w:r>
      <w:r>
        <w:t>’</w:t>
      </w:r>
      <w:r w:rsidR="008C5C61" w:rsidRPr="004C3E92">
        <w:t>ai deviné</w:t>
      </w:r>
      <w:r>
        <w:t> ?</w:t>
      </w:r>
    </w:p>
    <w:p w14:paraId="16E823AD" w14:textId="77777777" w:rsidR="004A4993" w:rsidRDefault="004A4993" w:rsidP="004A4993">
      <w:r>
        <w:t>— </w:t>
      </w:r>
      <w:r w:rsidR="008C5C61" w:rsidRPr="004C3E92">
        <w:t>Que voulez-vous dire</w:t>
      </w:r>
      <w:r>
        <w:t> ?</w:t>
      </w:r>
    </w:p>
    <w:p w14:paraId="2F241B04" w14:textId="77777777" w:rsidR="004A4993" w:rsidRDefault="004A4993" w:rsidP="004A4993">
      <w:r>
        <w:t>— </w:t>
      </w:r>
      <w:r w:rsidR="008C5C61" w:rsidRPr="004C3E92">
        <w:t>Dois-je vous le dire</w:t>
      </w:r>
      <w:r>
        <w:t> ?</w:t>
      </w:r>
    </w:p>
    <w:p w14:paraId="3B5E2B10" w14:textId="77777777" w:rsidR="004A4993" w:rsidRDefault="004A4993" w:rsidP="004A4993">
      <w:r>
        <w:t>— </w:t>
      </w:r>
      <w:r w:rsidR="008C5C61" w:rsidRPr="004C3E92">
        <w:t>Certainement</w:t>
      </w:r>
      <w:r>
        <w:t>.</w:t>
      </w:r>
    </w:p>
    <w:p w14:paraId="66F86988" w14:textId="77777777" w:rsidR="004A4993" w:rsidRDefault="004A4993" w:rsidP="004A4993">
      <w:r>
        <w:t>— </w:t>
      </w:r>
      <w:r w:rsidR="008C5C61" w:rsidRPr="004C3E92">
        <w:t>Eh bien</w:t>
      </w:r>
      <w:r>
        <w:t xml:space="preserve">, </w:t>
      </w:r>
      <w:r w:rsidR="008C5C61" w:rsidRPr="004C3E92">
        <w:t>alors</w:t>
      </w:r>
      <w:r>
        <w:t xml:space="preserve">, </w:t>
      </w:r>
      <w:r w:rsidR="008C5C61" w:rsidRPr="004C3E92">
        <w:t>j</w:t>
      </w:r>
      <w:r>
        <w:t>’</w:t>
      </w:r>
      <w:r w:rsidR="008C5C61" w:rsidRPr="004C3E92">
        <w:t>ai deviné que Mr</w:t>
      </w:r>
      <w:r>
        <w:t xml:space="preserve">. </w:t>
      </w:r>
      <w:r w:rsidR="008C5C61" w:rsidRPr="004C3E92">
        <w:t>Willoughby chasse à courre</w:t>
      </w:r>
      <w:r>
        <w:t>.</w:t>
      </w:r>
    </w:p>
    <w:p w14:paraId="7F766922" w14:textId="77777777" w:rsidR="004A4993" w:rsidRDefault="008C5C61" w:rsidP="004A4993">
      <w:r w:rsidRPr="004C3E92">
        <w:t>Marianne fut surprise et confuse</w:t>
      </w:r>
      <w:r w:rsidR="004A4993">
        <w:t xml:space="preserve">, </w:t>
      </w:r>
      <w:r w:rsidRPr="004C3E92">
        <w:t>mais elle ne put pourtant s</w:t>
      </w:r>
      <w:r w:rsidR="004A4993">
        <w:t>’</w:t>
      </w:r>
      <w:r w:rsidRPr="004C3E92">
        <w:t>empêcher de sourire devant la calme espièglerie des façons d</w:t>
      </w:r>
      <w:r w:rsidR="004A4993">
        <w:t>’</w:t>
      </w:r>
      <w:r w:rsidRPr="004C3E92">
        <w:t>Edward</w:t>
      </w:r>
      <w:r w:rsidR="004A4993">
        <w:t xml:space="preserve"> ; </w:t>
      </w:r>
      <w:r w:rsidRPr="004C3E92">
        <w:t>et</w:t>
      </w:r>
      <w:r w:rsidR="004A4993">
        <w:t xml:space="preserve">, </w:t>
      </w:r>
      <w:r w:rsidRPr="004C3E92">
        <w:t>au bout d</w:t>
      </w:r>
      <w:r w:rsidR="004A4993">
        <w:t>’</w:t>
      </w:r>
      <w:r w:rsidRPr="004C3E92">
        <w:t>un instant de silence</w:t>
      </w:r>
      <w:r w:rsidR="004A4993">
        <w:t xml:space="preserve">, </w:t>
      </w:r>
      <w:r w:rsidRPr="004C3E92">
        <w:t>elle dit</w:t>
      </w:r>
      <w:r w:rsidR="004A4993">
        <w:t> :</w:t>
      </w:r>
    </w:p>
    <w:p w14:paraId="78716EEE" w14:textId="77777777" w:rsidR="004A4993" w:rsidRDefault="004A4993" w:rsidP="004A4993">
      <w:r>
        <w:lastRenderedPageBreak/>
        <w:t>— </w:t>
      </w:r>
      <w:r w:rsidR="008C5C61" w:rsidRPr="004C3E92">
        <w:t>Oh</w:t>
      </w:r>
      <w:r>
        <w:t xml:space="preserve">, </w:t>
      </w:r>
      <w:r w:rsidR="008C5C61" w:rsidRPr="004C3E92">
        <w:t>Edward</w:t>
      </w:r>
      <w:r>
        <w:t xml:space="preserve"> ! </w:t>
      </w:r>
      <w:r w:rsidR="008C5C61" w:rsidRPr="004C3E92">
        <w:t>Comment pouvez-vous</w:t>
      </w:r>
      <w:r>
        <w:t xml:space="preserve">… ? </w:t>
      </w:r>
      <w:r w:rsidR="008C5C61" w:rsidRPr="004C3E92">
        <w:t>Mais le jour viendra</w:t>
      </w:r>
      <w:r>
        <w:t xml:space="preserve">, </w:t>
      </w:r>
      <w:r w:rsidR="008C5C61" w:rsidRPr="004C3E92">
        <w:t>je l</w:t>
      </w:r>
      <w:r>
        <w:t>’</w:t>
      </w:r>
      <w:r w:rsidR="008C5C61" w:rsidRPr="004C3E92">
        <w:t>espère</w:t>
      </w:r>
      <w:r>
        <w:t xml:space="preserve">… </w:t>
      </w:r>
      <w:r w:rsidR="008C5C61" w:rsidRPr="004C3E92">
        <w:t>et je suis sûre qu</w:t>
      </w:r>
      <w:r>
        <w:t>’</w:t>
      </w:r>
      <w:r w:rsidR="008C5C61" w:rsidRPr="004C3E92">
        <w:t>il vous plaira</w:t>
      </w:r>
      <w:r>
        <w:t>.</w:t>
      </w:r>
    </w:p>
    <w:p w14:paraId="16ABA7A1" w14:textId="77777777" w:rsidR="004A4993" w:rsidRDefault="004A4993" w:rsidP="004A4993">
      <w:r>
        <w:t>— </w:t>
      </w:r>
      <w:r w:rsidR="008C5C61" w:rsidRPr="004C3E92">
        <w:t>Je n</w:t>
      </w:r>
      <w:r>
        <w:t>’</w:t>
      </w:r>
      <w:r w:rsidR="008C5C61" w:rsidRPr="004C3E92">
        <w:t>en doute pas</w:t>
      </w:r>
      <w:r>
        <w:t xml:space="preserve">, </w:t>
      </w:r>
      <w:r w:rsidR="008C5C61" w:rsidRPr="004C3E92">
        <w:t>répondit-il</w:t>
      </w:r>
      <w:r>
        <w:t xml:space="preserve">, </w:t>
      </w:r>
      <w:r w:rsidR="008C5C61" w:rsidRPr="004C3E92">
        <w:t>un peu surpris du sérieux et de l</w:t>
      </w:r>
      <w:r>
        <w:t>’</w:t>
      </w:r>
      <w:r w:rsidR="008C5C61" w:rsidRPr="004C3E92">
        <w:t>ardeur de Marianne</w:t>
      </w:r>
      <w:r>
        <w:t xml:space="preserve"> ; </w:t>
      </w:r>
      <w:r w:rsidR="008C5C61" w:rsidRPr="004C3E92">
        <w:t>car s</w:t>
      </w:r>
      <w:r>
        <w:t>’</w:t>
      </w:r>
      <w:r w:rsidR="008C5C61" w:rsidRPr="004C3E92">
        <w:t>il ne s</w:t>
      </w:r>
      <w:r>
        <w:t>’</w:t>
      </w:r>
      <w:r w:rsidR="008C5C61" w:rsidRPr="004C3E92">
        <w:t>était pas imaginé que c</w:t>
      </w:r>
      <w:r>
        <w:t>’</w:t>
      </w:r>
      <w:r w:rsidR="008C5C61" w:rsidRPr="004C3E92">
        <w:t>était une plaisanterie à l</w:t>
      </w:r>
      <w:r>
        <w:t>’</w:t>
      </w:r>
      <w:r w:rsidR="008C5C61" w:rsidRPr="004C3E92">
        <w:t>usage de ses connaissances en gén</w:t>
      </w:r>
      <w:r w:rsidR="008C5C61" w:rsidRPr="004C3E92">
        <w:t>é</w:t>
      </w:r>
      <w:r w:rsidR="008C5C61" w:rsidRPr="004C3E92">
        <w:t>ral</w:t>
      </w:r>
      <w:r>
        <w:t xml:space="preserve">, </w:t>
      </w:r>
      <w:r w:rsidR="008C5C61" w:rsidRPr="004C3E92">
        <w:t>fondée seulement sur un quelque chose ou un rien entre Mr</w:t>
      </w:r>
      <w:r>
        <w:t xml:space="preserve">. </w:t>
      </w:r>
      <w:r w:rsidR="008C5C61" w:rsidRPr="004C3E92">
        <w:t>Willoughby et elle</w:t>
      </w:r>
      <w:r>
        <w:t xml:space="preserve">, </w:t>
      </w:r>
      <w:r w:rsidR="008C5C61" w:rsidRPr="004C3E92">
        <w:t>il ne se serait pas hasardé à en faire mention</w:t>
      </w:r>
      <w:r>
        <w:t>.</w:t>
      </w:r>
    </w:p>
    <w:p w14:paraId="527A1B2E" w14:textId="32B9A2EA" w:rsidR="008C5C61" w:rsidRPr="004C3E92" w:rsidRDefault="008C5C61" w:rsidP="004A4993">
      <w:pPr>
        <w:pStyle w:val="Titre1"/>
      </w:pPr>
      <w:bookmarkStart w:id="18" w:name="_Toc196409803"/>
      <w:r w:rsidRPr="004C3E92">
        <w:lastRenderedPageBreak/>
        <w:t>CHAPITRE XIX</w:t>
      </w:r>
      <w:bookmarkEnd w:id="18"/>
      <w:r w:rsidRPr="004C3E92">
        <w:br/>
      </w:r>
    </w:p>
    <w:p w14:paraId="60226DF7" w14:textId="77777777" w:rsidR="004A4993" w:rsidRDefault="008C5C61" w:rsidP="004A4993">
      <w:r w:rsidRPr="004C3E92">
        <w:t>Edward resta une semaine à la maisonnette</w:t>
      </w:r>
      <w:r w:rsidR="004A4993">
        <w:t xml:space="preserve"> ; </w:t>
      </w:r>
      <w:r w:rsidRPr="004C3E92">
        <w:t>Mrs</w:t>
      </w:r>
      <w:r w:rsidR="004A4993">
        <w:t xml:space="preserve">. </w:t>
      </w:r>
      <w:proofErr w:type="spellStart"/>
      <w:r w:rsidRPr="004C3E92">
        <w:t>Das</w:t>
      </w:r>
      <w:r w:rsidRPr="004C3E92">
        <w:t>h</w:t>
      </w:r>
      <w:r w:rsidRPr="004C3E92">
        <w:t>wood</w:t>
      </w:r>
      <w:proofErr w:type="spellEnd"/>
      <w:r w:rsidRPr="004C3E92">
        <w:t xml:space="preserve"> insista vivement pour qu</w:t>
      </w:r>
      <w:r w:rsidR="004A4993">
        <w:t>’</w:t>
      </w:r>
      <w:r w:rsidRPr="004C3E92">
        <w:t>il prolongeât son séjour</w:t>
      </w:r>
      <w:r w:rsidR="004A4993">
        <w:t xml:space="preserve"> ; </w:t>
      </w:r>
      <w:r w:rsidRPr="004C3E92">
        <w:t>mais</w:t>
      </w:r>
      <w:r w:rsidR="004A4993">
        <w:t xml:space="preserve">, </w:t>
      </w:r>
      <w:r w:rsidRPr="004C3E92">
        <w:t>comme s</w:t>
      </w:r>
      <w:r w:rsidR="004A4993">
        <w:t>’</w:t>
      </w:r>
      <w:r w:rsidRPr="004C3E92">
        <w:t>il eût été porté exclusivement à s</w:t>
      </w:r>
      <w:r w:rsidR="004A4993">
        <w:t>’</w:t>
      </w:r>
      <w:r w:rsidRPr="004C3E92">
        <w:t>infliger des mortific</w:t>
      </w:r>
      <w:r w:rsidRPr="004C3E92">
        <w:t>a</w:t>
      </w:r>
      <w:r w:rsidRPr="004C3E92">
        <w:t>tions</w:t>
      </w:r>
      <w:r w:rsidR="004A4993">
        <w:t xml:space="preserve">, </w:t>
      </w:r>
      <w:r w:rsidRPr="004C3E92">
        <w:t>il parut résolu à partir lorsque son plaisir</w:t>
      </w:r>
      <w:r w:rsidR="004A4993">
        <w:t xml:space="preserve">, </w:t>
      </w:r>
      <w:r w:rsidRPr="004C3E92">
        <w:t>au milieu de ses amies</w:t>
      </w:r>
      <w:r w:rsidR="004A4993">
        <w:t xml:space="preserve">, </w:t>
      </w:r>
      <w:r w:rsidRPr="004C3E92">
        <w:t>eut atteint son plein</w:t>
      </w:r>
      <w:r w:rsidR="004A4993">
        <w:t xml:space="preserve">. </w:t>
      </w:r>
      <w:r w:rsidRPr="004C3E92">
        <w:t>Son entrain</w:t>
      </w:r>
      <w:r w:rsidR="004A4993">
        <w:t xml:space="preserve">, </w:t>
      </w:r>
      <w:r w:rsidRPr="004C3E92">
        <w:t>au cours des deux ou trois derniers jours</w:t>
      </w:r>
      <w:r w:rsidR="004A4993">
        <w:t xml:space="preserve">, </w:t>
      </w:r>
      <w:r w:rsidRPr="004C3E92">
        <w:t>bien qu</w:t>
      </w:r>
      <w:r w:rsidR="004A4993">
        <w:t>’</w:t>
      </w:r>
      <w:r w:rsidRPr="004C3E92">
        <w:t>encore fort inégal</w:t>
      </w:r>
      <w:r w:rsidR="004A4993">
        <w:t xml:space="preserve">, </w:t>
      </w:r>
      <w:r w:rsidRPr="004C3E92">
        <w:t>était fortement amélioré</w:t>
      </w:r>
      <w:r w:rsidR="004A4993">
        <w:t xml:space="preserve"> ; </w:t>
      </w:r>
      <w:r w:rsidRPr="004C3E92">
        <w:t>il avait un faible de plus en plus marqué pour la ma</w:t>
      </w:r>
      <w:r w:rsidRPr="004C3E92">
        <w:t>i</w:t>
      </w:r>
      <w:r w:rsidRPr="004C3E92">
        <w:t>son et les environs</w:t>
      </w:r>
      <w:r w:rsidR="004A4993">
        <w:t xml:space="preserve"> – </w:t>
      </w:r>
      <w:r w:rsidRPr="004C3E92">
        <w:t>il ne parlait jamais de partir sans exhaler un soupir</w:t>
      </w:r>
      <w:r w:rsidR="004A4993">
        <w:t xml:space="preserve"> –, </w:t>
      </w:r>
      <w:r w:rsidRPr="004C3E92">
        <w:t>il déclarait qu</w:t>
      </w:r>
      <w:r w:rsidR="004A4993">
        <w:t>’</w:t>
      </w:r>
      <w:r w:rsidRPr="004C3E92">
        <w:t>il était entièrement libre de son temps</w:t>
      </w:r>
      <w:r w:rsidR="004A4993">
        <w:t xml:space="preserve">, </w:t>
      </w:r>
      <w:r w:rsidRPr="004C3E92">
        <w:t>il ne savait même pas où il se rendrait quand il les aurait quittées</w:t>
      </w:r>
      <w:r w:rsidR="004A4993">
        <w:t xml:space="preserve">, </w:t>
      </w:r>
      <w:r w:rsidRPr="004C3E92">
        <w:t>mais il lui fallut néanmoins partir</w:t>
      </w:r>
      <w:r w:rsidR="004A4993">
        <w:t xml:space="preserve">. </w:t>
      </w:r>
      <w:r w:rsidRPr="004C3E92">
        <w:t>Jamais une semaine ne s</w:t>
      </w:r>
      <w:r w:rsidR="004A4993">
        <w:t>’</w:t>
      </w:r>
      <w:r w:rsidRPr="004C3E92">
        <w:t>était écoulée aussi vite</w:t>
      </w:r>
      <w:r w:rsidR="004A4993">
        <w:t xml:space="preserve"> – </w:t>
      </w:r>
      <w:r w:rsidRPr="004C3E92">
        <w:t>il avait peine à croire qu</w:t>
      </w:r>
      <w:r w:rsidR="004A4993">
        <w:t>’</w:t>
      </w:r>
      <w:r w:rsidRPr="004C3E92">
        <w:t>elle fût passée</w:t>
      </w:r>
      <w:r w:rsidR="004A4993">
        <w:t xml:space="preserve">. </w:t>
      </w:r>
      <w:r w:rsidRPr="004C3E92">
        <w:t>Il le dit mainte et mainte fois</w:t>
      </w:r>
      <w:r w:rsidR="004A4993">
        <w:t xml:space="preserve"> ; </w:t>
      </w:r>
      <w:r w:rsidRPr="004C3E92">
        <w:t>il dit également d</w:t>
      </w:r>
      <w:r w:rsidR="004A4993">
        <w:t>’</w:t>
      </w:r>
      <w:r w:rsidRPr="004C3E92">
        <w:t>autres choses</w:t>
      </w:r>
      <w:r w:rsidR="004A4993">
        <w:t xml:space="preserve">, </w:t>
      </w:r>
      <w:r w:rsidRPr="004C3E92">
        <w:t>qui marquaient le changement de ses sentiments et donnaient le démenti à ses actes</w:t>
      </w:r>
      <w:r w:rsidR="004A4993">
        <w:t xml:space="preserve">. </w:t>
      </w:r>
      <w:r w:rsidRPr="004C3E92">
        <w:t xml:space="preserve">Il ne se plaisait pas à </w:t>
      </w:r>
      <w:proofErr w:type="spellStart"/>
      <w:r w:rsidRPr="004C3E92">
        <w:t>Norland</w:t>
      </w:r>
      <w:proofErr w:type="spellEnd"/>
      <w:r w:rsidR="004A4993">
        <w:t xml:space="preserve">, </w:t>
      </w:r>
      <w:r w:rsidRPr="004C3E92">
        <w:t>il détestait être à Londres</w:t>
      </w:r>
      <w:r w:rsidR="004A4993">
        <w:t xml:space="preserve"> ; </w:t>
      </w:r>
      <w:r w:rsidRPr="004C3E92">
        <w:t>mais c</w:t>
      </w:r>
      <w:r w:rsidR="004A4993">
        <w:t>’</w:t>
      </w:r>
      <w:r w:rsidRPr="004C3E92">
        <w:t xml:space="preserve">est soit à </w:t>
      </w:r>
      <w:proofErr w:type="spellStart"/>
      <w:r w:rsidRPr="004C3E92">
        <w:t>Norland</w:t>
      </w:r>
      <w:proofErr w:type="spellEnd"/>
      <w:r w:rsidR="004A4993">
        <w:t xml:space="preserve">, </w:t>
      </w:r>
      <w:r w:rsidRPr="004C3E92">
        <w:t>soit à Lo</w:t>
      </w:r>
      <w:r w:rsidRPr="004C3E92">
        <w:t>n</w:t>
      </w:r>
      <w:r w:rsidRPr="004C3E92">
        <w:t>dres</w:t>
      </w:r>
      <w:r w:rsidR="004A4993">
        <w:t xml:space="preserve">, </w:t>
      </w:r>
      <w:r w:rsidRPr="004C3E92">
        <w:t>qu</w:t>
      </w:r>
      <w:r w:rsidR="004A4993">
        <w:t>’</w:t>
      </w:r>
      <w:r w:rsidRPr="004C3E92">
        <w:t>il lui fallait se rendre</w:t>
      </w:r>
      <w:r w:rsidR="004A4993">
        <w:t xml:space="preserve">. </w:t>
      </w:r>
      <w:r w:rsidRPr="004C3E92">
        <w:t xml:space="preserve">Il prisait leur amabilité </w:t>
      </w:r>
      <w:proofErr w:type="spellStart"/>
      <w:r w:rsidRPr="004C3E92">
        <w:t>au delà</w:t>
      </w:r>
      <w:proofErr w:type="spellEnd"/>
      <w:r w:rsidRPr="004C3E92">
        <w:t xml:space="preserve"> de toute chose</w:t>
      </w:r>
      <w:r w:rsidR="004A4993">
        <w:t xml:space="preserve">, </w:t>
      </w:r>
      <w:r w:rsidRPr="004C3E92">
        <w:t>et son plus grand bonheur était d</w:t>
      </w:r>
      <w:r w:rsidR="004A4993">
        <w:t>’</w:t>
      </w:r>
      <w:r w:rsidRPr="004C3E92">
        <w:t>être auprès d</w:t>
      </w:r>
      <w:r w:rsidR="004A4993">
        <w:t>’</w:t>
      </w:r>
      <w:r w:rsidRPr="004C3E92">
        <w:t>elles</w:t>
      </w:r>
      <w:r w:rsidR="004A4993">
        <w:t xml:space="preserve">. </w:t>
      </w:r>
      <w:r w:rsidRPr="004C3E92">
        <w:t>Pourtant</w:t>
      </w:r>
      <w:r w:rsidR="004A4993">
        <w:t xml:space="preserve">, </w:t>
      </w:r>
      <w:r w:rsidRPr="004C3E92">
        <w:t>il lui fallut les quitter au bout d</w:t>
      </w:r>
      <w:r w:rsidR="004A4993">
        <w:t>’</w:t>
      </w:r>
      <w:r w:rsidRPr="004C3E92">
        <w:t>une semaine</w:t>
      </w:r>
      <w:r w:rsidR="004A4993">
        <w:t xml:space="preserve">, </w:t>
      </w:r>
      <w:r w:rsidRPr="004C3E92">
        <w:t>en dépit de leurs désirs et des siens</w:t>
      </w:r>
      <w:r w:rsidR="004A4993">
        <w:t xml:space="preserve">, </w:t>
      </w:r>
      <w:r w:rsidRPr="004C3E92">
        <w:t>et sans aucune contrainte quant à son temps</w:t>
      </w:r>
      <w:r w:rsidR="004A4993">
        <w:t>.</w:t>
      </w:r>
    </w:p>
    <w:p w14:paraId="1E06F443" w14:textId="77777777" w:rsidR="004A4993" w:rsidRDefault="008C5C61" w:rsidP="004A4993">
      <w:proofErr w:type="spellStart"/>
      <w:r w:rsidRPr="004C3E92">
        <w:t>Elinor</w:t>
      </w:r>
      <w:proofErr w:type="spellEnd"/>
      <w:r w:rsidRPr="004C3E92">
        <w:t xml:space="preserve"> porta au compte de la mère d</w:t>
      </w:r>
      <w:r w:rsidR="004A4993">
        <w:t>’</w:t>
      </w:r>
      <w:r w:rsidRPr="004C3E92">
        <w:t>Edward tout ce que cette façon d</w:t>
      </w:r>
      <w:r w:rsidR="004A4993">
        <w:t>’</w:t>
      </w:r>
      <w:r w:rsidRPr="004C3E92">
        <w:t>agir présentait d</w:t>
      </w:r>
      <w:r w:rsidR="004A4993">
        <w:t>’</w:t>
      </w:r>
      <w:r w:rsidRPr="004C3E92">
        <w:t>étonnant</w:t>
      </w:r>
      <w:r w:rsidR="004A4993">
        <w:t xml:space="preserve"> ; </w:t>
      </w:r>
      <w:r w:rsidRPr="004C3E92">
        <w:t>et il était heureux pour lui qu</w:t>
      </w:r>
      <w:r w:rsidR="004A4993">
        <w:t>’</w:t>
      </w:r>
      <w:r w:rsidRPr="004C3E92">
        <w:t>il eût une mère dont le caractère était suffisamment peu connu d</w:t>
      </w:r>
      <w:r w:rsidR="004A4993">
        <w:t>’</w:t>
      </w:r>
      <w:proofErr w:type="spellStart"/>
      <w:r w:rsidRPr="004C3E92">
        <w:t>Elinor</w:t>
      </w:r>
      <w:proofErr w:type="spellEnd"/>
      <w:r w:rsidRPr="004C3E92">
        <w:t xml:space="preserve"> pour être l</w:t>
      </w:r>
      <w:r w:rsidR="004A4993">
        <w:t>’</w:t>
      </w:r>
      <w:r w:rsidRPr="004C3E92">
        <w:t>excuse générale de tout ce qu</w:t>
      </w:r>
      <w:r w:rsidR="004A4993">
        <w:t>’</w:t>
      </w:r>
      <w:r w:rsidRPr="004C3E92">
        <w:t>il y avait d</w:t>
      </w:r>
      <w:r w:rsidR="004A4993">
        <w:t>’</w:t>
      </w:r>
      <w:r w:rsidRPr="004C3E92">
        <w:t>étrange chez son fils</w:t>
      </w:r>
      <w:r w:rsidR="004A4993">
        <w:t xml:space="preserve">. </w:t>
      </w:r>
      <w:r w:rsidRPr="004C3E92">
        <w:t>Pourtant</w:t>
      </w:r>
      <w:r w:rsidR="004A4993">
        <w:t xml:space="preserve">, </w:t>
      </w:r>
      <w:r w:rsidRPr="004C3E92">
        <w:t>toute déçue et contrariée qu</w:t>
      </w:r>
      <w:r w:rsidR="004A4993">
        <w:t>’</w:t>
      </w:r>
      <w:r w:rsidRPr="004C3E92">
        <w:t>elle fût</w:t>
      </w:r>
      <w:r w:rsidR="004A4993">
        <w:t xml:space="preserve">, </w:t>
      </w:r>
      <w:r w:rsidRPr="004C3E92">
        <w:t>et parfois mécontente de la conduite incertaine d</w:t>
      </w:r>
      <w:r w:rsidR="004A4993">
        <w:t>’</w:t>
      </w:r>
      <w:r w:rsidRPr="004C3E92">
        <w:t>Edward envers elle</w:t>
      </w:r>
      <w:r w:rsidR="004A4993">
        <w:t xml:space="preserve">, </w:t>
      </w:r>
      <w:r w:rsidRPr="004C3E92">
        <w:t>elle fut fort bien disposée</w:t>
      </w:r>
      <w:r w:rsidR="004A4993">
        <w:t xml:space="preserve">, </w:t>
      </w:r>
      <w:r w:rsidRPr="004C3E92">
        <w:lastRenderedPageBreak/>
        <w:t>dans l</w:t>
      </w:r>
      <w:r w:rsidR="004A4993">
        <w:t>’</w:t>
      </w:r>
      <w:r w:rsidRPr="004C3E92">
        <w:t>ensemble</w:t>
      </w:r>
      <w:r w:rsidR="004A4993">
        <w:t xml:space="preserve">, </w:t>
      </w:r>
      <w:r w:rsidRPr="004C3E92">
        <w:t>à considérer ses actes avec toute la franche indu</w:t>
      </w:r>
      <w:r w:rsidRPr="004C3E92">
        <w:t>l</w:t>
      </w:r>
      <w:r w:rsidRPr="004C3E92">
        <w:t>gence et les réserves généreuses qui lui avaient été assez pén</w:t>
      </w:r>
      <w:r w:rsidRPr="004C3E92">
        <w:t>i</w:t>
      </w:r>
      <w:r w:rsidRPr="004C3E92">
        <w:t>blement arrachées par sa mère en faveur de Willoughby</w:t>
      </w:r>
      <w:r w:rsidR="004A4993">
        <w:t xml:space="preserve">. </w:t>
      </w:r>
      <w:r w:rsidRPr="004C3E92">
        <w:t>Son défaut d</w:t>
      </w:r>
      <w:r w:rsidR="004A4993">
        <w:t>’</w:t>
      </w:r>
      <w:r w:rsidRPr="004C3E92">
        <w:t>entrain</w:t>
      </w:r>
      <w:r w:rsidR="004A4993">
        <w:t xml:space="preserve">, </w:t>
      </w:r>
      <w:r w:rsidRPr="004C3E92">
        <w:t>de franchise</w:t>
      </w:r>
      <w:r w:rsidR="004A4993">
        <w:t xml:space="preserve">, </w:t>
      </w:r>
      <w:r w:rsidRPr="004C3E92">
        <w:t>et de cohérence</w:t>
      </w:r>
      <w:r w:rsidR="004A4993">
        <w:t xml:space="preserve">, </w:t>
      </w:r>
      <w:r w:rsidRPr="004C3E92">
        <w:t>le plus souvent attribué à son manque d</w:t>
      </w:r>
      <w:r w:rsidR="004A4993">
        <w:t>’</w:t>
      </w:r>
      <w:r w:rsidRPr="004C3E92">
        <w:t>indépendance et à la meilleure connaissance qu</w:t>
      </w:r>
      <w:r w:rsidR="004A4993">
        <w:t>’</w:t>
      </w:r>
      <w:r w:rsidRPr="004C3E92">
        <w:t>il avait des dispositions et des intentions de Mrs</w:t>
      </w:r>
      <w:r w:rsidR="004A4993">
        <w:t xml:space="preserve">. </w:t>
      </w:r>
      <w:proofErr w:type="spellStart"/>
      <w:r w:rsidRPr="004C3E92">
        <w:t>Ferrars</w:t>
      </w:r>
      <w:proofErr w:type="spellEnd"/>
      <w:r w:rsidR="004A4993">
        <w:t xml:space="preserve">. </w:t>
      </w:r>
      <w:r w:rsidRPr="004C3E92">
        <w:t>La brièveté de sa visite</w:t>
      </w:r>
      <w:r w:rsidR="004A4993">
        <w:t xml:space="preserve">, </w:t>
      </w:r>
      <w:r w:rsidRPr="004C3E92">
        <w:t>la fermeté de son dessein de les quitter</w:t>
      </w:r>
      <w:r w:rsidR="004A4993">
        <w:t xml:space="preserve">, </w:t>
      </w:r>
      <w:r w:rsidRPr="004C3E92">
        <w:t>prirent leur origine dans la même inclination e</w:t>
      </w:r>
      <w:r w:rsidRPr="004C3E92">
        <w:t>n</w:t>
      </w:r>
      <w:r w:rsidRPr="004C3E92">
        <w:t>chaînée</w:t>
      </w:r>
      <w:r w:rsidR="004A4993">
        <w:t xml:space="preserve">, </w:t>
      </w:r>
      <w:r w:rsidRPr="004C3E92">
        <w:t>la même inévitable nécessité de temporiser avec sa m</w:t>
      </w:r>
      <w:r w:rsidRPr="004C3E92">
        <w:t>è</w:t>
      </w:r>
      <w:r w:rsidRPr="004C3E92">
        <w:t>re</w:t>
      </w:r>
      <w:r w:rsidR="004A4993">
        <w:t xml:space="preserve">. </w:t>
      </w:r>
      <w:r w:rsidRPr="004C3E92">
        <w:t>Le vieux grief bien établi du devoir contre la volonté</w:t>
      </w:r>
      <w:r w:rsidR="004A4993">
        <w:t xml:space="preserve">, </w:t>
      </w:r>
      <w:r w:rsidRPr="004C3E92">
        <w:t>des p</w:t>
      </w:r>
      <w:r w:rsidRPr="004C3E92">
        <w:t>a</w:t>
      </w:r>
      <w:r w:rsidRPr="004C3E92">
        <w:t>rents contre les enfants</w:t>
      </w:r>
      <w:r w:rsidR="004A4993">
        <w:t xml:space="preserve">, </w:t>
      </w:r>
      <w:r w:rsidRPr="004C3E92">
        <w:t>était cause de tout</w:t>
      </w:r>
      <w:r w:rsidR="004A4993">
        <w:t xml:space="preserve">. </w:t>
      </w:r>
      <w:r w:rsidRPr="004C3E92">
        <w:t>Elle eût été contente de savoir quand ces difficultés devaient cesser</w:t>
      </w:r>
      <w:r w:rsidR="004A4993">
        <w:t xml:space="preserve">, </w:t>
      </w:r>
      <w:r w:rsidRPr="004C3E92">
        <w:t>quand cette o</w:t>
      </w:r>
      <w:r w:rsidRPr="004C3E92">
        <w:t>p</w:t>
      </w:r>
      <w:r w:rsidRPr="004C3E92">
        <w:t>position devait céder</w:t>
      </w:r>
      <w:r w:rsidR="004A4993">
        <w:t xml:space="preserve">, </w:t>
      </w:r>
      <w:r w:rsidRPr="004C3E92">
        <w:t>quand Mrs</w:t>
      </w:r>
      <w:r w:rsidR="004A4993">
        <w:t xml:space="preserve">. </w:t>
      </w:r>
      <w:proofErr w:type="spellStart"/>
      <w:r w:rsidRPr="004C3E92">
        <w:t>Ferrars</w:t>
      </w:r>
      <w:proofErr w:type="spellEnd"/>
      <w:r w:rsidRPr="004C3E92">
        <w:t xml:space="preserve"> serait réformée</w:t>
      </w:r>
      <w:r w:rsidR="004A4993">
        <w:t xml:space="preserve">, </w:t>
      </w:r>
      <w:r w:rsidRPr="004C3E92">
        <w:t>et son fils libre d</w:t>
      </w:r>
      <w:r w:rsidR="004A4993">
        <w:t>’</w:t>
      </w:r>
      <w:r w:rsidRPr="004C3E92">
        <w:t>être heureux</w:t>
      </w:r>
      <w:r w:rsidR="004A4993">
        <w:t xml:space="preserve">. </w:t>
      </w:r>
      <w:r w:rsidRPr="004C3E92">
        <w:t>Mais</w:t>
      </w:r>
      <w:r w:rsidR="004A4993">
        <w:t xml:space="preserve">, </w:t>
      </w:r>
      <w:r w:rsidRPr="004C3E92">
        <w:t>après de tels vains souhaits</w:t>
      </w:r>
      <w:r w:rsidR="004A4993">
        <w:t xml:space="preserve">, </w:t>
      </w:r>
      <w:r w:rsidRPr="004C3E92">
        <w:t>elle était forcée de revenir</w:t>
      </w:r>
      <w:r w:rsidR="004A4993">
        <w:t xml:space="preserve">, </w:t>
      </w:r>
      <w:r w:rsidRPr="004C3E92">
        <w:t>pour se réconforter</w:t>
      </w:r>
      <w:r w:rsidR="004A4993">
        <w:t xml:space="preserve">, </w:t>
      </w:r>
      <w:r w:rsidRPr="004C3E92">
        <w:t>au renouvell</w:t>
      </w:r>
      <w:r w:rsidRPr="004C3E92">
        <w:t>e</w:t>
      </w:r>
      <w:r w:rsidRPr="004C3E92">
        <w:t>ment de sa confiance en l</w:t>
      </w:r>
      <w:r w:rsidR="004A4993">
        <w:t>’</w:t>
      </w:r>
      <w:r w:rsidRPr="004C3E92">
        <w:t>affection d</w:t>
      </w:r>
      <w:r w:rsidR="004A4993">
        <w:t>’</w:t>
      </w:r>
      <w:r w:rsidRPr="004C3E92">
        <w:t>Edward</w:t>
      </w:r>
      <w:r w:rsidR="004A4993">
        <w:t xml:space="preserve">, </w:t>
      </w:r>
      <w:r w:rsidRPr="004C3E92">
        <w:t>au souvenir de chacune des marques d</w:t>
      </w:r>
      <w:r w:rsidR="004A4993">
        <w:t>’</w:t>
      </w:r>
      <w:r w:rsidRPr="004C3E92">
        <w:t>attention</w:t>
      </w:r>
      <w:r w:rsidR="004A4993">
        <w:t xml:space="preserve">, </w:t>
      </w:r>
      <w:r w:rsidRPr="004C3E92">
        <w:t>par le regard et par la parole</w:t>
      </w:r>
      <w:r w:rsidR="004A4993">
        <w:t xml:space="preserve">, </w:t>
      </w:r>
      <w:r w:rsidRPr="004C3E92">
        <w:t>qu</w:t>
      </w:r>
      <w:r w:rsidR="004A4993">
        <w:t>’</w:t>
      </w:r>
      <w:r w:rsidRPr="004C3E92">
        <w:t>il laissa tomber pendant son séjour à Barton</w:t>
      </w:r>
      <w:r w:rsidR="004A4993">
        <w:t xml:space="preserve">, </w:t>
      </w:r>
      <w:r w:rsidRPr="004C3E92">
        <w:t>et</w:t>
      </w:r>
      <w:r w:rsidR="004A4993">
        <w:t xml:space="preserve">, </w:t>
      </w:r>
      <w:r w:rsidRPr="004C3E92">
        <w:t>surtout</w:t>
      </w:r>
      <w:r w:rsidR="004A4993">
        <w:t xml:space="preserve">, </w:t>
      </w:r>
      <w:r w:rsidRPr="004C3E92">
        <w:t>à cette preuve flatteuse qu</w:t>
      </w:r>
      <w:r w:rsidR="004A4993">
        <w:t>’</w:t>
      </w:r>
      <w:r w:rsidRPr="004C3E92">
        <w:t>il en portait constamment autour du doigt</w:t>
      </w:r>
      <w:r w:rsidR="004A4993">
        <w:t>.</w:t>
      </w:r>
    </w:p>
    <w:p w14:paraId="16218910" w14:textId="77777777" w:rsidR="004A4993" w:rsidRDefault="004A4993" w:rsidP="004A4993">
      <w:r>
        <w:t>— </w:t>
      </w:r>
      <w:r w:rsidR="008C5C61" w:rsidRPr="004C3E92">
        <w:t>Je crois</w:t>
      </w:r>
      <w:r>
        <w:t xml:space="preserve">, </w:t>
      </w:r>
      <w:r w:rsidR="008C5C61" w:rsidRPr="004C3E92">
        <w:t>Edward</w:t>
      </w:r>
      <w:r>
        <w:t xml:space="preserve">, </w:t>
      </w:r>
      <w:r w:rsidR="008C5C61" w:rsidRPr="004C3E92">
        <w:t>dit Mrs</w:t>
      </w:r>
      <w:r>
        <w:t xml:space="preserve">. </w:t>
      </w:r>
      <w:proofErr w:type="spellStart"/>
      <w:r w:rsidR="008C5C61" w:rsidRPr="004C3E92">
        <w:t>Dashwood</w:t>
      </w:r>
      <w:proofErr w:type="spellEnd"/>
      <w:r>
        <w:t xml:space="preserve">, </w:t>
      </w:r>
      <w:r w:rsidR="008C5C61" w:rsidRPr="004C3E92">
        <w:t>lorsqu</w:t>
      </w:r>
      <w:r>
        <w:t>’</w:t>
      </w:r>
      <w:r w:rsidR="008C5C61" w:rsidRPr="004C3E92">
        <w:t>ils prenaient le déjeuner le matin du dernier jour</w:t>
      </w:r>
      <w:r>
        <w:t xml:space="preserve">, </w:t>
      </w:r>
      <w:r w:rsidR="008C5C61" w:rsidRPr="004C3E92">
        <w:t>que vous seriez un homme plus heureux si vous aviez une profession quelconque pour o</w:t>
      </w:r>
      <w:r w:rsidR="008C5C61" w:rsidRPr="004C3E92">
        <w:t>c</w:t>
      </w:r>
      <w:r w:rsidR="008C5C61" w:rsidRPr="004C3E92">
        <w:t>cuper votre temps et conférer de l</w:t>
      </w:r>
      <w:r>
        <w:t>’</w:t>
      </w:r>
      <w:r w:rsidR="008C5C61" w:rsidRPr="004C3E92">
        <w:t>intérêt à vos projets et à vos actes</w:t>
      </w:r>
      <w:r>
        <w:t xml:space="preserve">. </w:t>
      </w:r>
      <w:r w:rsidR="008C5C61" w:rsidRPr="004C3E92">
        <w:t>Il pourrait certes en résulter quelque inconvénient pour vos amis</w:t>
      </w:r>
      <w:r>
        <w:t xml:space="preserve"> – </w:t>
      </w:r>
      <w:r w:rsidR="008C5C61" w:rsidRPr="004C3E92">
        <w:t>vous ne pourriez plus leur consacrer une aussi gra</w:t>
      </w:r>
      <w:r w:rsidR="008C5C61" w:rsidRPr="004C3E92">
        <w:t>n</w:t>
      </w:r>
      <w:r w:rsidR="008C5C61" w:rsidRPr="004C3E92">
        <w:t>de partie de votre temps</w:t>
      </w:r>
      <w:r>
        <w:t xml:space="preserve">. </w:t>
      </w:r>
      <w:r w:rsidR="008C5C61" w:rsidRPr="004C3E92">
        <w:t>Mais</w:t>
      </w:r>
      <w:r>
        <w:t xml:space="preserve"> (</w:t>
      </w:r>
      <w:r w:rsidR="008C5C61" w:rsidRPr="004C3E92">
        <w:t>avec un sourire</w:t>
      </w:r>
      <w:r>
        <w:t xml:space="preserve">) </w:t>
      </w:r>
      <w:r w:rsidR="008C5C61" w:rsidRPr="004C3E92">
        <w:t>vous en tireriez un bénéfice important dans un détail au moins</w:t>
      </w:r>
      <w:r>
        <w:t xml:space="preserve"> : </w:t>
      </w:r>
      <w:r w:rsidR="008C5C61" w:rsidRPr="004C3E92">
        <w:t>vous sauriez où aller quand vous les quitteriez</w:t>
      </w:r>
      <w:r>
        <w:t>.</w:t>
      </w:r>
    </w:p>
    <w:p w14:paraId="09477197" w14:textId="77777777" w:rsidR="004A4993" w:rsidRDefault="004A4993" w:rsidP="004A4993">
      <w:r>
        <w:t>— </w:t>
      </w:r>
      <w:r w:rsidR="008C5C61" w:rsidRPr="004C3E92">
        <w:t>Je vous assure bien</w:t>
      </w:r>
      <w:r>
        <w:t xml:space="preserve">, </w:t>
      </w:r>
      <w:r w:rsidR="008C5C61" w:rsidRPr="004C3E92">
        <w:t>répondit-il</w:t>
      </w:r>
      <w:r>
        <w:t xml:space="preserve">, </w:t>
      </w:r>
      <w:r w:rsidR="008C5C61" w:rsidRPr="004C3E92">
        <w:t>que j</w:t>
      </w:r>
      <w:r>
        <w:t>’</w:t>
      </w:r>
      <w:r w:rsidR="008C5C61" w:rsidRPr="004C3E92">
        <w:t>ai longtemps eu</w:t>
      </w:r>
      <w:r>
        <w:t xml:space="preserve">, </w:t>
      </w:r>
      <w:r w:rsidR="008C5C61" w:rsidRPr="004C3E92">
        <w:t>sur cette question</w:t>
      </w:r>
      <w:r>
        <w:t xml:space="preserve">, </w:t>
      </w:r>
      <w:r w:rsidR="008C5C61" w:rsidRPr="004C3E92">
        <w:t>l</w:t>
      </w:r>
      <w:r>
        <w:t>’</w:t>
      </w:r>
      <w:r w:rsidR="008C5C61" w:rsidRPr="004C3E92">
        <w:t>opinion que vous avez maintenant</w:t>
      </w:r>
      <w:r>
        <w:t xml:space="preserve">. </w:t>
      </w:r>
      <w:r w:rsidR="008C5C61" w:rsidRPr="004C3E92">
        <w:t>Ç</w:t>
      </w:r>
      <w:r>
        <w:t>’</w:t>
      </w:r>
      <w:r w:rsidR="008C5C61" w:rsidRPr="004C3E92">
        <w:t>a été</w:t>
      </w:r>
      <w:r>
        <w:t xml:space="preserve">, </w:t>
      </w:r>
      <w:r w:rsidR="008C5C61" w:rsidRPr="004C3E92">
        <w:t>c</w:t>
      </w:r>
      <w:r>
        <w:t>’</w:t>
      </w:r>
      <w:r w:rsidR="008C5C61" w:rsidRPr="004C3E92">
        <w:t>est</w:t>
      </w:r>
      <w:r>
        <w:t xml:space="preserve">, </w:t>
      </w:r>
      <w:r w:rsidR="008C5C61" w:rsidRPr="004C3E92">
        <w:t xml:space="preserve">et ce sera probablement toujours pour moi un grand </w:t>
      </w:r>
      <w:r w:rsidR="008C5C61" w:rsidRPr="004C3E92">
        <w:lastRenderedPageBreak/>
        <w:t>ma</w:t>
      </w:r>
      <w:r w:rsidR="008C5C61" w:rsidRPr="004C3E92">
        <w:t>l</w:t>
      </w:r>
      <w:r w:rsidR="008C5C61" w:rsidRPr="004C3E92">
        <w:t>heur de n</w:t>
      </w:r>
      <w:r>
        <w:t>’</w:t>
      </w:r>
      <w:r w:rsidR="008C5C61" w:rsidRPr="004C3E92">
        <w:t>avoir pas eu d</w:t>
      </w:r>
      <w:r>
        <w:t>’</w:t>
      </w:r>
      <w:r w:rsidR="008C5C61" w:rsidRPr="004C3E92">
        <w:t>affaire impérieuse pour m</w:t>
      </w:r>
      <w:r>
        <w:t>’</w:t>
      </w:r>
      <w:r w:rsidR="008C5C61" w:rsidRPr="004C3E92">
        <w:t>occuper</w:t>
      </w:r>
      <w:r>
        <w:t xml:space="preserve">, </w:t>
      </w:r>
      <w:r w:rsidR="008C5C61" w:rsidRPr="004C3E92">
        <w:t>de profession pour me donner à m</w:t>
      </w:r>
      <w:r>
        <w:t>’</w:t>
      </w:r>
      <w:r w:rsidR="008C5C61" w:rsidRPr="004C3E92">
        <w:t>employer ou me procurer que</w:t>
      </w:r>
      <w:r w:rsidR="008C5C61" w:rsidRPr="004C3E92">
        <w:t>l</w:t>
      </w:r>
      <w:r w:rsidR="008C5C61" w:rsidRPr="004C3E92">
        <w:t>que chose qui ressemble à l</w:t>
      </w:r>
      <w:r>
        <w:t>’</w:t>
      </w:r>
      <w:r w:rsidR="008C5C61" w:rsidRPr="004C3E92">
        <w:t>indépendance</w:t>
      </w:r>
      <w:r>
        <w:t xml:space="preserve">. </w:t>
      </w:r>
      <w:r w:rsidR="008C5C61" w:rsidRPr="004C3E92">
        <w:t>Mais</w:t>
      </w:r>
      <w:r>
        <w:t xml:space="preserve">, </w:t>
      </w:r>
      <w:r w:rsidR="008C5C61" w:rsidRPr="004C3E92">
        <w:t>malheureus</w:t>
      </w:r>
      <w:r w:rsidR="008C5C61" w:rsidRPr="004C3E92">
        <w:t>e</w:t>
      </w:r>
      <w:r w:rsidR="008C5C61" w:rsidRPr="004C3E92">
        <w:t>ment</w:t>
      </w:r>
      <w:r>
        <w:t xml:space="preserve">, </w:t>
      </w:r>
      <w:r w:rsidR="008C5C61" w:rsidRPr="004C3E92">
        <w:t>mes propres scrupules</w:t>
      </w:r>
      <w:r>
        <w:t xml:space="preserve">, </w:t>
      </w:r>
      <w:r w:rsidR="008C5C61" w:rsidRPr="004C3E92">
        <w:t>et les scrupules de mes amis</w:t>
      </w:r>
      <w:r>
        <w:t xml:space="preserve">, </w:t>
      </w:r>
      <w:r w:rsidR="008C5C61" w:rsidRPr="004C3E92">
        <w:t>ont fait de moi ce que je suis</w:t>
      </w:r>
      <w:r>
        <w:t xml:space="preserve"> – </w:t>
      </w:r>
      <w:r w:rsidR="008C5C61" w:rsidRPr="004C3E92">
        <w:t>un être oisif et impuissant</w:t>
      </w:r>
      <w:r>
        <w:t xml:space="preserve">. </w:t>
      </w:r>
      <w:r w:rsidR="008C5C61" w:rsidRPr="004C3E92">
        <w:t>Nous n</w:t>
      </w:r>
      <w:r>
        <w:t>’</w:t>
      </w:r>
      <w:r w:rsidR="008C5C61" w:rsidRPr="004C3E92">
        <w:t>avons jamais pu nous mettre d</w:t>
      </w:r>
      <w:r>
        <w:t>’</w:t>
      </w:r>
      <w:r w:rsidR="008C5C61" w:rsidRPr="004C3E92">
        <w:t>accord sur notre choix d</w:t>
      </w:r>
      <w:r>
        <w:t>’</w:t>
      </w:r>
      <w:r w:rsidR="008C5C61" w:rsidRPr="004C3E92">
        <w:t>une profession</w:t>
      </w:r>
      <w:r>
        <w:t xml:space="preserve">. </w:t>
      </w:r>
      <w:r w:rsidR="008C5C61" w:rsidRPr="004C3E92">
        <w:t>Moi</w:t>
      </w:r>
      <w:r>
        <w:t xml:space="preserve">, </w:t>
      </w:r>
      <w:r w:rsidR="008C5C61" w:rsidRPr="004C3E92">
        <w:t>j</w:t>
      </w:r>
      <w:r>
        <w:t>’</w:t>
      </w:r>
      <w:r w:rsidR="008C5C61" w:rsidRPr="004C3E92">
        <w:t>ai toujours préféré l</w:t>
      </w:r>
      <w:r>
        <w:t>’</w:t>
      </w:r>
      <w:r w:rsidR="008C5C61" w:rsidRPr="004C3E92">
        <w:t>Église</w:t>
      </w:r>
      <w:r>
        <w:t xml:space="preserve">, </w:t>
      </w:r>
      <w:r w:rsidR="008C5C61" w:rsidRPr="004C3E92">
        <w:t>comme je la préf</w:t>
      </w:r>
      <w:r w:rsidR="008C5C61" w:rsidRPr="004C3E92">
        <w:t>è</w:t>
      </w:r>
      <w:r w:rsidR="008C5C61" w:rsidRPr="004C3E92">
        <w:t>re encore</w:t>
      </w:r>
      <w:r>
        <w:t xml:space="preserve">. </w:t>
      </w:r>
      <w:r w:rsidR="008C5C61" w:rsidRPr="004C3E92">
        <w:t>Mais cela n</w:t>
      </w:r>
      <w:r>
        <w:t>’</w:t>
      </w:r>
      <w:r w:rsidR="008C5C61" w:rsidRPr="004C3E92">
        <w:t>était pas assez élégant pour ma famille</w:t>
      </w:r>
      <w:r>
        <w:t xml:space="preserve">. </w:t>
      </w:r>
      <w:r w:rsidR="008C5C61" w:rsidRPr="004C3E92">
        <w:t>Elle recommandait l</w:t>
      </w:r>
      <w:r>
        <w:t>’</w:t>
      </w:r>
      <w:r w:rsidR="008C5C61" w:rsidRPr="004C3E92">
        <w:t>armée</w:t>
      </w:r>
      <w:r>
        <w:t xml:space="preserve">. </w:t>
      </w:r>
      <w:r w:rsidR="008C5C61" w:rsidRPr="004C3E92">
        <w:t>Voilà qui était beaucoup trop él</w:t>
      </w:r>
      <w:r w:rsidR="008C5C61" w:rsidRPr="004C3E92">
        <w:t>é</w:t>
      </w:r>
      <w:r w:rsidR="008C5C61" w:rsidRPr="004C3E92">
        <w:t>gant pour moi</w:t>
      </w:r>
      <w:r>
        <w:t xml:space="preserve">. </w:t>
      </w:r>
      <w:r w:rsidR="008C5C61" w:rsidRPr="004C3E92">
        <w:t>Le droit était reconnu comme de bon ton</w:t>
      </w:r>
      <w:r>
        <w:t xml:space="preserve">, </w:t>
      </w:r>
      <w:r w:rsidR="008C5C61" w:rsidRPr="004C3E92">
        <w:t>ce</w:t>
      </w:r>
      <w:r w:rsidR="008C5C61" w:rsidRPr="004C3E92">
        <w:t>r</w:t>
      </w:r>
      <w:r w:rsidR="008C5C61" w:rsidRPr="004C3E92">
        <w:t>tes</w:t>
      </w:r>
      <w:r>
        <w:t xml:space="preserve"> ; </w:t>
      </w:r>
      <w:r w:rsidR="008C5C61" w:rsidRPr="004C3E92">
        <w:t>bien des jeunes gens possédant un logement dans le Te</w:t>
      </w:r>
      <w:r w:rsidR="008C5C61" w:rsidRPr="004C3E92">
        <w:t>m</w:t>
      </w:r>
      <w:r w:rsidR="008C5C61" w:rsidRPr="004C3E92">
        <w:t>ple</w:t>
      </w:r>
      <w:r w:rsidR="008C5C61">
        <w:rPr>
          <w:rStyle w:val="Appelnotedebasdep"/>
        </w:rPr>
        <w:footnoteReference w:id="5"/>
      </w:r>
      <w:r w:rsidR="008C5C61" w:rsidRPr="004C3E92">
        <w:t xml:space="preserve"> faisaient fort bonne figure parmi les milieux de choix</w:t>
      </w:r>
      <w:r>
        <w:t xml:space="preserve">, </w:t>
      </w:r>
      <w:r w:rsidR="008C5C61" w:rsidRPr="004C3E92">
        <w:t>et se promenaient en ville dans des cabriolets pleins d</w:t>
      </w:r>
      <w:r>
        <w:t>’</w:t>
      </w:r>
      <w:r w:rsidR="008C5C61" w:rsidRPr="004C3E92">
        <w:t>allure</w:t>
      </w:r>
      <w:r>
        <w:t xml:space="preserve">. </w:t>
      </w:r>
      <w:r w:rsidR="008C5C61" w:rsidRPr="004C3E92">
        <w:t>Mais je n</w:t>
      </w:r>
      <w:r>
        <w:t>’</w:t>
      </w:r>
      <w:r w:rsidR="008C5C61" w:rsidRPr="004C3E92">
        <w:t>avais aucun penchant pour le droit</w:t>
      </w:r>
      <w:r>
        <w:t xml:space="preserve">, </w:t>
      </w:r>
      <w:r w:rsidR="008C5C61" w:rsidRPr="004C3E92">
        <w:t>même pour cette étude moins abstruse de la matière qui avait l</w:t>
      </w:r>
      <w:r>
        <w:t>’</w:t>
      </w:r>
      <w:r w:rsidR="008C5C61" w:rsidRPr="004C3E92">
        <w:t>approbation de ma f</w:t>
      </w:r>
      <w:r w:rsidR="008C5C61" w:rsidRPr="004C3E92">
        <w:t>a</w:t>
      </w:r>
      <w:r w:rsidR="008C5C61" w:rsidRPr="004C3E92">
        <w:t>mille</w:t>
      </w:r>
      <w:r>
        <w:t xml:space="preserve">. </w:t>
      </w:r>
      <w:r w:rsidR="008C5C61" w:rsidRPr="004C3E92">
        <w:t>Quant à la marine</w:t>
      </w:r>
      <w:r>
        <w:t xml:space="preserve">, </w:t>
      </w:r>
      <w:r w:rsidR="008C5C61" w:rsidRPr="004C3E92">
        <w:t>elle avait pour elle la mode</w:t>
      </w:r>
      <w:r>
        <w:t xml:space="preserve">, </w:t>
      </w:r>
      <w:r w:rsidR="008C5C61" w:rsidRPr="004C3E92">
        <w:t>mais j</w:t>
      </w:r>
      <w:r>
        <w:t>’</w:t>
      </w:r>
      <w:r w:rsidR="008C5C61" w:rsidRPr="004C3E92">
        <w:t>étais trop vieux</w:t>
      </w:r>
      <w:r>
        <w:t xml:space="preserve">, </w:t>
      </w:r>
      <w:r w:rsidR="008C5C61" w:rsidRPr="004C3E92">
        <w:t>quand la question fut abordée</w:t>
      </w:r>
      <w:r>
        <w:t xml:space="preserve">, </w:t>
      </w:r>
      <w:r w:rsidR="008C5C61" w:rsidRPr="004C3E92">
        <w:t>pour y entrer</w:t>
      </w:r>
      <w:r>
        <w:t xml:space="preserve">, – </w:t>
      </w:r>
      <w:r w:rsidR="008C5C61" w:rsidRPr="004C3E92">
        <w:t>et</w:t>
      </w:r>
      <w:r>
        <w:t xml:space="preserve">, </w:t>
      </w:r>
      <w:r w:rsidR="008C5C61" w:rsidRPr="004C3E92">
        <w:t>en fin de compte</w:t>
      </w:r>
      <w:r>
        <w:t xml:space="preserve">, </w:t>
      </w:r>
      <w:r w:rsidR="008C5C61" w:rsidRPr="004C3E92">
        <w:t>comme il n</w:t>
      </w:r>
      <w:r>
        <w:t>’</w:t>
      </w:r>
      <w:r w:rsidR="008C5C61" w:rsidRPr="004C3E92">
        <w:t>y avait aucune nécessité à ce que j</w:t>
      </w:r>
      <w:r>
        <w:t>’</w:t>
      </w:r>
      <w:r w:rsidR="008C5C61" w:rsidRPr="004C3E92">
        <w:t>eusse une profession</w:t>
      </w:r>
      <w:r>
        <w:t xml:space="preserve">, </w:t>
      </w:r>
      <w:r w:rsidR="008C5C61" w:rsidRPr="004C3E92">
        <w:t>comme je pouvais être aussi plein de fougue et faire autant de dépenses sans habit rouge sur le dos qu</w:t>
      </w:r>
      <w:r>
        <w:t>’</w:t>
      </w:r>
      <w:r w:rsidR="008C5C61" w:rsidRPr="004C3E92">
        <w:t>avec</w:t>
      </w:r>
      <w:r>
        <w:t xml:space="preserve">, </w:t>
      </w:r>
      <w:r w:rsidR="008C5C61" w:rsidRPr="004C3E92">
        <w:t>on jugea que</w:t>
      </w:r>
      <w:r>
        <w:t xml:space="preserve">, </w:t>
      </w:r>
      <w:r w:rsidR="008C5C61" w:rsidRPr="004C3E92">
        <w:t>dans l</w:t>
      </w:r>
      <w:r>
        <w:t>’</w:t>
      </w:r>
      <w:r w:rsidR="008C5C61" w:rsidRPr="004C3E92">
        <w:t>ensemble</w:t>
      </w:r>
      <w:r>
        <w:t xml:space="preserve">, </w:t>
      </w:r>
      <w:r w:rsidR="008C5C61" w:rsidRPr="004C3E92">
        <w:t>l</w:t>
      </w:r>
      <w:r>
        <w:t>’</w:t>
      </w:r>
      <w:r w:rsidR="008C5C61" w:rsidRPr="004C3E92">
        <w:t>oisiveté était ce qu</w:t>
      </w:r>
      <w:r>
        <w:t>’</w:t>
      </w:r>
      <w:r w:rsidR="008C5C61" w:rsidRPr="004C3E92">
        <w:t>il y avait de plus avantageux et de plus honorable</w:t>
      </w:r>
      <w:r>
        <w:t xml:space="preserve"> ; </w:t>
      </w:r>
      <w:r w:rsidR="008C5C61" w:rsidRPr="004C3E92">
        <w:t>et un jeune homme de dix-huit ans n</w:t>
      </w:r>
      <w:r>
        <w:t>’</w:t>
      </w:r>
      <w:r w:rsidR="008C5C61" w:rsidRPr="004C3E92">
        <w:t>est pas</w:t>
      </w:r>
      <w:r>
        <w:t xml:space="preserve">, </w:t>
      </w:r>
      <w:r w:rsidR="008C5C61" w:rsidRPr="004C3E92">
        <w:t>en général</w:t>
      </w:r>
      <w:r>
        <w:t xml:space="preserve">, </w:t>
      </w:r>
      <w:r w:rsidR="008C5C61" w:rsidRPr="004C3E92">
        <w:t>suffisamment po</w:t>
      </w:r>
      <w:r w:rsidR="008C5C61" w:rsidRPr="004C3E92">
        <w:t>r</w:t>
      </w:r>
      <w:r w:rsidR="008C5C61" w:rsidRPr="004C3E92">
        <w:t>té à avoir une occupation pour résister aux sollicitations des amis qui l</w:t>
      </w:r>
      <w:r>
        <w:t>’</w:t>
      </w:r>
      <w:r w:rsidR="008C5C61" w:rsidRPr="004C3E92">
        <w:t>exhortent à ne rien faire</w:t>
      </w:r>
      <w:r>
        <w:t xml:space="preserve">. </w:t>
      </w:r>
      <w:r w:rsidR="008C5C61" w:rsidRPr="004C3E92">
        <w:t>Je fus donc inscrit à Oxford</w:t>
      </w:r>
      <w:r>
        <w:t xml:space="preserve">, </w:t>
      </w:r>
      <w:r w:rsidR="008C5C61" w:rsidRPr="004C3E92">
        <w:t>et j</w:t>
      </w:r>
      <w:r>
        <w:t>’</w:t>
      </w:r>
      <w:r w:rsidR="008C5C61" w:rsidRPr="004C3E92">
        <w:t>ai été congrument oisif depuis lors</w:t>
      </w:r>
      <w:r>
        <w:t>.</w:t>
      </w:r>
    </w:p>
    <w:p w14:paraId="0B7E9078" w14:textId="77777777" w:rsidR="004A4993" w:rsidRDefault="004A4993" w:rsidP="004A4993">
      <w:r>
        <w:lastRenderedPageBreak/>
        <w:t>— </w:t>
      </w:r>
      <w:r w:rsidR="008C5C61" w:rsidRPr="004C3E92">
        <w:t>Ce qui aura pour conséquence</w:t>
      </w:r>
      <w:r>
        <w:t xml:space="preserve">, </w:t>
      </w:r>
      <w:r w:rsidR="008C5C61" w:rsidRPr="004C3E92">
        <w:t>je suppose</w:t>
      </w:r>
      <w:r>
        <w:t xml:space="preserve">, </w:t>
      </w:r>
      <w:r w:rsidR="008C5C61" w:rsidRPr="004C3E92">
        <w:t>dit Mrs</w:t>
      </w:r>
      <w:r>
        <w:t xml:space="preserve">. </w:t>
      </w:r>
      <w:proofErr w:type="spellStart"/>
      <w:r w:rsidR="008C5C61" w:rsidRPr="004C3E92">
        <w:t>Dashwood</w:t>
      </w:r>
      <w:proofErr w:type="spellEnd"/>
      <w:r>
        <w:t xml:space="preserve">, </w:t>
      </w:r>
      <w:r w:rsidR="008C5C61" w:rsidRPr="004C3E92">
        <w:t>puisque les loisirs n</w:t>
      </w:r>
      <w:r>
        <w:t>’</w:t>
      </w:r>
      <w:r w:rsidR="008C5C61" w:rsidRPr="004C3E92">
        <w:t>ont pas conduit à votre propre bonheur</w:t>
      </w:r>
      <w:r>
        <w:t xml:space="preserve">, </w:t>
      </w:r>
      <w:r w:rsidR="008C5C61" w:rsidRPr="004C3E92">
        <w:t>que vos fils seront élevés en vue d</w:t>
      </w:r>
      <w:r>
        <w:t>’</w:t>
      </w:r>
      <w:r w:rsidR="008C5C61" w:rsidRPr="004C3E92">
        <w:t>autant d</w:t>
      </w:r>
      <w:r>
        <w:t>’</w:t>
      </w:r>
      <w:r w:rsidR="008C5C61" w:rsidRPr="004C3E92">
        <w:t>occupations</w:t>
      </w:r>
      <w:r>
        <w:t xml:space="preserve">, </w:t>
      </w:r>
      <w:r w:rsidR="008C5C61" w:rsidRPr="004C3E92">
        <w:t>d</w:t>
      </w:r>
      <w:r>
        <w:t>’</w:t>
      </w:r>
      <w:r w:rsidR="008C5C61" w:rsidRPr="004C3E92">
        <w:t>emplois</w:t>
      </w:r>
      <w:r>
        <w:t xml:space="preserve">, </w:t>
      </w:r>
      <w:r w:rsidR="008C5C61" w:rsidRPr="004C3E92">
        <w:t>de professions</w:t>
      </w:r>
      <w:r>
        <w:t xml:space="preserve">, </w:t>
      </w:r>
      <w:r w:rsidR="008C5C61" w:rsidRPr="004C3E92">
        <w:t>et de métiers</w:t>
      </w:r>
      <w:r>
        <w:t xml:space="preserve">, </w:t>
      </w:r>
      <w:r w:rsidR="008C5C61" w:rsidRPr="004C3E92">
        <w:t>que ceux de Columelle</w:t>
      </w:r>
      <w:r>
        <w:t>.</w:t>
      </w:r>
    </w:p>
    <w:p w14:paraId="6A45A28E" w14:textId="77777777" w:rsidR="004A4993" w:rsidRDefault="004A4993" w:rsidP="004A4993">
      <w:r>
        <w:t>— </w:t>
      </w:r>
      <w:r w:rsidR="008C5C61" w:rsidRPr="004C3E92">
        <w:t>Ils seront élevés</w:t>
      </w:r>
      <w:r>
        <w:t xml:space="preserve">, </w:t>
      </w:r>
      <w:r w:rsidR="008C5C61" w:rsidRPr="004C3E92">
        <w:t>dit-il d</w:t>
      </w:r>
      <w:r>
        <w:t>’</w:t>
      </w:r>
      <w:r w:rsidR="008C5C61" w:rsidRPr="004C3E92">
        <w:t>un ton sérieux</w:t>
      </w:r>
      <w:r>
        <w:t xml:space="preserve">, </w:t>
      </w:r>
      <w:r w:rsidR="008C5C61" w:rsidRPr="004C3E92">
        <w:t>de façon à me ressembler aussi peu que possible</w:t>
      </w:r>
      <w:r>
        <w:t xml:space="preserve"> – </w:t>
      </w:r>
      <w:r w:rsidR="008C5C61" w:rsidRPr="004C3E92">
        <w:t>en ce qui concerne les se</w:t>
      </w:r>
      <w:r w:rsidR="008C5C61" w:rsidRPr="004C3E92">
        <w:t>n</w:t>
      </w:r>
      <w:r w:rsidR="008C5C61" w:rsidRPr="004C3E92">
        <w:t>timents</w:t>
      </w:r>
      <w:r>
        <w:t xml:space="preserve">, </w:t>
      </w:r>
      <w:r w:rsidR="008C5C61" w:rsidRPr="004C3E92">
        <w:t>les actes</w:t>
      </w:r>
      <w:r>
        <w:t xml:space="preserve">, </w:t>
      </w:r>
      <w:r w:rsidR="008C5C61" w:rsidRPr="004C3E92">
        <w:t>la condition</w:t>
      </w:r>
      <w:r>
        <w:t xml:space="preserve">, </w:t>
      </w:r>
      <w:r w:rsidR="008C5C61" w:rsidRPr="004C3E92">
        <w:t>et toutes choses</w:t>
      </w:r>
      <w:r>
        <w:t>.</w:t>
      </w:r>
    </w:p>
    <w:p w14:paraId="3F618E40" w14:textId="77777777" w:rsidR="004A4993" w:rsidRDefault="004A4993" w:rsidP="004A4993">
      <w:r>
        <w:t>— </w:t>
      </w:r>
      <w:r w:rsidR="008C5C61" w:rsidRPr="004C3E92">
        <w:t>Voyons</w:t>
      </w:r>
      <w:r>
        <w:t xml:space="preserve">, </w:t>
      </w:r>
      <w:r w:rsidR="008C5C61" w:rsidRPr="004C3E92">
        <w:t>voyons</w:t>
      </w:r>
      <w:r>
        <w:t xml:space="preserve"> : </w:t>
      </w:r>
      <w:r w:rsidR="008C5C61" w:rsidRPr="004C3E92">
        <w:t>tout ceci</w:t>
      </w:r>
      <w:r>
        <w:t xml:space="preserve">, </w:t>
      </w:r>
      <w:r w:rsidR="008C5C61" w:rsidRPr="004C3E92">
        <w:t>c</w:t>
      </w:r>
      <w:r>
        <w:t>’</w:t>
      </w:r>
      <w:r w:rsidR="008C5C61" w:rsidRPr="004C3E92">
        <w:t>est une manifestation d</w:t>
      </w:r>
      <w:r>
        <w:t>’</w:t>
      </w:r>
      <w:r w:rsidR="008C5C61" w:rsidRPr="004C3E92">
        <w:t>un manque d</w:t>
      </w:r>
      <w:r>
        <w:t>’</w:t>
      </w:r>
      <w:r w:rsidR="008C5C61" w:rsidRPr="004C3E92">
        <w:t>entrain immédiat</w:t>
      </w:r>
      <w:r>
        <w:t xml:space="preserve">, </w:t>
      </w:r>
      <w:r w:rsidR="008C5C61" w:rsidRPr="004C3E92">
        <w:t>Edward</w:t>
      </w:r>
      <w:r>
        <w:t xml:space="preserve">. </w:t>
      </w:r>
      <w:r w:rsidR="008C5C61" w:rsidRPr="004C3E92">
        <w:t>Vous êtes d</w:t>
      </w:r>
      <w:r>
        <w:t>’</w:t>
      </w:r>
      <w:r w:rsidR="008C5C61" w:rsidRPr="004C3E92">
        <w:t>humeur m</w:t>
      </w:r>
      <w:r w:rsidR="008C5C61" w:rsidRPr="004C3E92">
        <w:t>é</w:t>
      </w:r>
      <w:r w:rsidR="008C5C61" w:rsidRPr="004C3E92">
        <w:t>lancolique</w:t>
      </w:r>
      <w:r>
        <w:t xml:space="preserve">, </w:t>
      </w:r>
      <w:r w:rsidR="008C5C61" w:rsidRPr="004C3E92">
        <w:t>et vous vous imaginez que quiconque ne vous re</w:t>
      </w:r>
      <w:r w:rsidR="008C5C61" w:rsidRPr="004C3E92">
        <w:t>s</w:t>
      </w:r>
      <w:r w:rsidR="008C5C61" w:rsidRPr="004C3E92">
        <w:t>semble pas doit être heureux</w:t>
      </w:r>
      <w:r>
        <w:t xml:space="preserve">. </w:t>
      </w:r>
      <w:r w:rsidR="008C5C61" w:rsidRPr="004C3E92">
        <w:t>Mais souvenez-vous que la do</w:t>
      </w:r>
      <w:r w:rsidR="008C5C61" w:rsidRPr="004C3E92">
        <w:t>u</w:t>
      </w:r>
      <w:r w:rsidR="008C5C61" w:rsidRPr="004C3E92">
        <w:t>leur de se séparer de ses amis est ressentie par tout le monde</w:t>
      </w:r>
      <w:r>
        <w:t xml:space="preserve">, </w:t>
      </w:r>
      <w:r w:rsidR="008C5C61" w:rsidRPr="004C3E92">
        <w:t>par moments</w:t>
      </w:r>
      <w:r>
        <w:t xml:space="preserve">, </w:t>
      </w:r>
      <w:r w:rsidR="008C5C61" w:rsidRPr="004C3E92">
        <w:t>quels que soient son éducation ou son état</w:t>
      </w:r>
      <w:r>
        <w:t xml:space="preserve">. </w:t>
      </w:r>
      <w:r w:rsidR="008C5C61" w:rsidRPr="004C3E92">
        <w:t>Connaissez mieux votre propre bonheur</w:t>
      </w:r>
      <w:r>
        <w:t xml:space="preserve">. </w:t>
      </w:r>
      <w:r w:rsidR="008C5C61" w:rsidRPr="004C3E92">
        <w:t>Il ne vous manque que la patience</w:t>
      </w:r>
      <w:r>
        <w:t xml:space="preserve"> – </w:t>
      </w:r>
      <w:r w:rsidR="008C5C61" w:rsidRPr="004C3E92">
        <w:t>ou donnez-lui un nom plus séduisant</w:t>
      </w:r>
      <w:r>
        <w:t xml:space="preserve"> : </w:t>
      </w:r>
      <w:r w:rsidR="008C5C61" w:rsidRPr="004C3E92">
        <w:t>appelez cela l</w:t>
      </w:r>
      <w:r>
        <w:t>’</w:t>
      </w:r>
      <w:r w:rsidR="008C5C61" w:rsidRPr="004C3E92">
        <w:t>espérance</w:t>
      </w:r>
      <w:r>
        <w:t xml:space="preserve">. </w:t>
      </w:r>
      <w:r w:rsidR="008C5C61" w:rsidRPr="004C3E92">
        <w:t>Votre mère vous assurera</w:t>
      </w:r>
      <w:r>
        <w:t xml:space="preserve">, </w:t>
      </w:r>
      <w:r w:rsidR="008C5C61" w:rsidRPr="004C3E92">
        <w:t>avec le temps</w:t>
      </w:r>
      <w:r>
        <w:t xml:space="preserve">, </w:t>
      </w:r>
      <w:r w:rsidR="008C5C61" w:rsidRPr="004C3E92">
        <w:t>cette i</w:t>
      </w:r>
      <w:r w:rsidR="008C5C61" w:rsidRPr="004C3E92">
        <w:t>n</w:t>
      </w:r>
      <w:r w:rsidR="008C5C61" w:rsidRPr="004C3E92">
        <w:t>dépendance que vous désirez si vivement</w:t>
      </w:r>
      <w:r>
        <w:t xml:space="preserve"> ; </w:t>
      </w:r>
      <w:r w:rsidR="008C5C61" w:rsidRPr="004C3E92">
        <w:t>c</w:t>
      </w:r>
      <w:r>
        <w:t>’</w:t>
      </w:r>
      <w:r w:rsidR="008C5C61" w:rsidRPr="004C3E92">
        <w:t>est son devoir</w:t>
      </w:r>
      <w:r>
        <w:t xml:space="preserve">, </w:t>
      </w:r>
      <w:r w:rsidR="008C5C61" w:rsidRPr="004C3E92">
        <w:t>et ce sera</w:t>
      </w:r>
      <w:r>
        <w:t xml:space="preserve"> – </w:t>
      </w:r>
      <w:r w:rsidR="008C5C61" w:rsidRPr="004C3E92">
        <w:t>il faudra que ce soit</w:t>
      </w:r>
      <w:r>
        <w:t xml:space="preserve">, </w:t>
      </w:r>
      <w:r w:rsidR="008C5C61" w:rsidRPr="004C3E92">
        <w:t>avant longtemps</w:t>
      </w:r>
      <w:r>
        <w:t xml:space="preserve"> – </w:t>
      </w:r>
      <w:r w:rsidR="008C5C61" w:rsidRPr="004C3E92">
        <w:t>son bonheur</w:t>
      </w:r>
      <w:r>
        <w:t xml:space="preserve">, </w:t>
      </w:r>
      <w:r w:rsidR="008C5C61" w:rsidRPr="004C3E92">
        <w:t>d</w:t>
      </w:r>
      <w:r>
        <w:t>’</w:t>
      </w:r>
      <w:r w:rsidR="008C5C61" w:rsidRPr="004C3E92">
        <w:t>empêcher toute votre jeunesse d</w:t>
      </w:r>
      <w:r>
        <w:t>’</w:t>
      </w:r>
      <w:r w:rsidR="008C5C61" w:rsidRPr="004C3E92">
        <w:t>être gaspillée dans le m</w:t>
      </w:r>
      <w:r w:rsidR="008C5C61" w:rsidRPr="004C3E92">
        <w:t>é</w:t>
      </w:r>
      <w:r w:rsidR="008C5C61" w:rsidRPr="004C3E92">
        <w:t>contentement</w:t>
      </w:r>
      <w:r>
        <w:t xml:space="preserve">. </w:t>
      </w:r>
      <w:r w:rsidR="008C5C61" w:rsidRPr="004C3E92">
        <w:t>Que ne pourront faire quelques mois</w:t>
      </w:r>
      <w:r>
        <w:t> !</w:t>
      </w:r>
    </w:p>
    <w:p w14:paraId="044EB94E" w14:textId="77777777" w:rsidR="004A4993" w:rsidRDefault="004A4993" w:rsidP="004A4993">
      <w:r>
        <w:t>— </w:t>
      </w:r>
      <w:r w:rsidR="008C5C61" w:rsidRPr="004C3E92">
        <w:t>Je crois</w:t>
      </w:r>
      <w:r>
        <w:t xml:space="preserve">, </w:t>
      </w:r>
      <w:r w:rsidR="008C5C61" w:rsidRPr="004C3E92">
        <w:t>répondit Edward</w:t>
      </w:r>
      <w:r>
        <w:t xml:space="preserve">, </w:t>
      </w:r>
      <w:r w:rsidR="008C5C61" w:rsidRPr="004C3E92">
        <w:t>que je pourrai mettre au défi de longs mois</w:t>
      </w:r>
      <w:r>
        <w:t xml:space="preserve">, </w:t>
      </w:r>
      <w:r w:rsidR="008C5C61" w:rsidRPr="004C3E92">
        <w:t>de produire en moi quelque bien</w:t>
      </w:r>
      <w:r>
        <w:t>.</w:t>
      </w:r>
    </w:p>
    <w:p w14:paraId="18C7F91E" w14:textId="77777777" w:rsidR="004A4993" w:rsidRDefault="008C5C61" w:rsidP="004A4993">
      <w:r w:rsidRPr="004C3E92">
        <w:t>Cette tournure d</w:t>
      </w:r>
      <w:r w:rsidR="004A4993">
        <w:t>’</w:t>
      </w:r>
      <w:r w:rsidRPr="004C3E92">
        <w:t>esprit découragée</w:t>
      </w:r>
      <w:r w:rsidR="004A4993">
        <w:t xml:space="preserve">, </w:t>
      </w:r>
      <w:r w:rsidRPr="004C3E92">
        <w:t>bien qu</w:t>
      </w:r>
      <w:r w:rsidR="004A4993">
        <w:t>’</w:t>
      </w:r>
      <w:r w:rsidRPr="004C3E92">
        <w:t>elle ne pût être communiquée à Mrs</w:t>
      </w:r>
      <w:r w:rsidR="004A4993">
        <w:t xml:space="preserve">. </w:t>
      </w:r>
      <w:proofErr w:type="spellStart"/>
      <w:r w:rsidRPr="004C3E92">
        <w:t>Dashwood</w:t>
      </w:r>
      <w:proofErr w:type="spellEnd"/>
      <w:r w:rsidR="004A4993">
        <w:t xml:space="preserve">, </w:t>
      </w:r>
      <w:r w:rsidRPr="004C3E92">
        <w:t>leur causa à toutes un surcroît de chagrin lors de la séparation</w:t>
      </w:r>
      <w:r w:rsidR="004A4993">
        <w:t xml:space="preserve">, </w:t>
      </w:r>
      <w:r w:rsidRPr="004C3E92">
        <w:t>qui ne tarda pas à avoir lieu</w:t>
      </w:r>
      <w:r w:rsidR="004A4993">
        <w:t xml:space="preserve">, </w:t>
      </w:r>
      <w:r w:rsidRPr="004C3E92">
        <w:t>et laissa une impression pénible aux sentiments d</w:t>
      </w:r>
      <w:r w:rsidR="004A4993">
        <w:t>’</w:t>
      </w:r>
      <w:proofErr w:type="spellStart"/>
      <w:r w:rsidRPr="004C3E92">
        <w:t>Elinor</w:t>
      </w:r>
      <w:proofErr w:type="spellEnd"/>
      <w:r w:rsidRPr="004C3E92">
        <w:t xml:space="preserve"> en part</w:t>
      </w:r>
      <w:r w:rsidRPr="004C3E92">
        <w:t>i</w:t>
      </w:r>
      <w:r w:rsidRPr="004C3E92">
        <w:t>culier</w:t>
      </w:r>
      <w:r w:rsidR="004A4993">
        <w:t xml:space="preserve">, </w:t>
      </w:r>
      <w:r w:rsidRPr="004C3E92">
        <w:t>impression qu</w:t>
      </w:r>
      <w:r w:rsidR="004A4993">
        <w:t>’</w:t>
      </w:r>
      <w:r w:rsidRPr="004C3E92">
        <w:t>il fallut quelque mal et quelque temps pour surmonter</w:t>
      </w:r>
      <w:r w:rsidR="004A4993">
        <w:t xml:space="preserve">. </w:t>
      </w:r>
      <w:r w:rsidRPr="004C3E92">
        <w:t>Mais comme elle était déterminée à la dom</w:t>
      </w:r>
      <w:r w:rsidRPr="004C3E92">
        <w:t>i</w:t>
      </w:r>
      <w:r w:rsidRPr="004C3E92">
        <w:t>ner</w:t>
      </w:r>
      <w:r w:rsidR="004A4993">
        <w:t xml:space="preserve">, </w:t>
      </w:r>
      <w:r w:rsidRPr="004C3E92">
        <w:t>et à s</w:t>
      </w:r>
      <w:r w:rsidR="004A4993">
        <w:t>’</w:t>
      </w:r>
      <w:r w:rsidRPr="004C3E92">
        <w:t xml:space="preserve">empêcher de paraître souffrir plus </w:t>
      </w:r>
      <w:r w:rsidRPr="004C3E92">
        <w:lastRenderedPageBreak/>
        <w:t>que ne souffrait toute sa famille en raison du départ d</w:t>
      </w:r>
      <w:r w:rsidR="004A4993">
        <w:t>’</w:t>
      </w:r>
      <w:r w:rsidRPr="004C3E92">
        <w:t>Edward</w:t>
      </w:r>
      <w:r w:rsidR="004A4993">
        <w:t xml:space="preserve">, </w:t>
      </w:r>
      <w:r w:rsidRPr="004C3E92">
        <w:t>elle n</w:t>
      </w:r>
      <w:r w:rsidR="004A4993">
        <w:t>’</w:t>
      </w:r>
      <w:r w:rsidRPr="004C3E92">
        <w:t>adopta pas la méthode si judicieusement employée par Marianne</w:t>
      </w:r>
      <w:r w:rsidR="004A4993">
        <w:t xml:space="preserve">, </w:t>
      </w:r>
      <w:r w:rsidRPr="004C3E92">
        <w:t>en une occasion semblable</w:t>
      </w:r>
      <w:r w:rsidR="004A4993">
        <w:t xml:space="preserve">, </w:t>
      </w:r>
      <w:r w:rsidRPr="004C3E92">
        <w:t>pour augmenter et fixer sa douleur</w:t>
      </w:r>
      <w:r w:rsidR="004A4993">
        <w:t xml:space="preserve">, </w:t>
      </w:r>
      <w:r w:rsidRPr="004C3E92">
        <w:t>en r</w:t>
      </w:r>
      <w:r w:rsidRPr="004C3E92">
        <w:t>e</w:t>
      </w:r>
      <w:r w:rsidRPr="004C3E92">
        <w:t>cherchant le silence</w:t>
      </w:r>
      <w:r w:rsidR="004A4993">
        <w:t xml:space="preserve">, </w:t>
      </w:r>
      <w:r w:rsidRPr="004C3E92">
        <w:t>la solitude et l</w:t>
      </w:r>
      <w:r w:rsidR="004A4993">
        <w:t>’</w:t>
      </w:r>
      <w:r w:rsidRPr="004C3E92">
        <w:t>oisiveté</w:t>
      </w:r>
      <w:r w:rsidR="004A4993">
        <w:t xml:space="preserve">. </w:t>
      </w:r>
      <w:r w:rsidRPr="004C3E92">
        <w:t>Leurs moyens f</w:t>
      </w:r>
      <w:r w:rsidRPr="004C3E92">
        <w:t>u</w:t>
      </w:r>
      <w:r w:rsidRPr="004C3E92">
        <w:t>rent aussi différents que leurs desseins</w:t>
      </w:r>
      <w:r w:rsidR="004A4993">
        <w:t xml:space="preserve">, </w:t>
      </w:r>
      <w:r w:rsidRPr="004C3E92">
        <w:t>et également adaptés à les favoriser</w:t>
      </w:r>
      <w:r w:rsidR="004A4993">
        <w:t>.</w:t>
      </w:r>
    </w:p>
    <w:p w14:paraId="5DD45194" w14:textId="77777777" w:rsidR="004A4993" w:rsidRDefault="008C5C61" w:rsidP="004A4993">
      <w:proofErr w:type="spellStart"/>
      <w:r w:rsidRPr="004C3E92">
        <w:t>Elinor</w:t>
      </w:r>
      <w:proofErr w:type="spellEnd"/>
      <w:r w:rsidRPr="004C3E92">
        <w:t xml:space="preserve"> s</w:t>
      </w:r>
      <w:r w:rsidR="004A4993">
        <w:t>’</w:t>
      </w:r>
      <w:r w:rsidRPr="004C3E92">
        <w:t>installa à sa table à dessin aussitôt qu</w:t>
      </w:r>
      <w:r w:rsidR="004A4993">
        <w:t>’</w:t>
      </w:r>
      <w:r w:rsidRPr="004C3E92">
        <w:t>il fut hors de la maison</w:t>
      </w:r>
      <w:r w:rsidR="004A4993">
        <w:t xml:space="preserve">, </w:t>
      </w:r>
      <w:r w:rsidRPr="004C3E92">
        <w:t>s</w:t>
      </w:r>
      <w:r w:rsidR="004A4993">
        <w:t>’</w:t>
      </w:r>
      <w:r w:rsidRPr="004C3E92">
        <w:t>occupa activement toute la journée</w:t>
      </w:r>
      <w:r w:rsidR="004A4993">
        <w:t xml:space="preserve">, </w:t>
      </w:r>
      <w:r w:rsidRPr="004C3E92">
        <w:t>ne rechercha ni n</w:t>
      </w:r>
      <w:r w:rsidR="004A4993">
        <w:t>’</w:t>
      </w:r>
      <w:r w:rsidRPr="004C3E92">
        <w:t>évita de prononcer son nom</w:t>
      </w:r>
      <w:r w:rsidR="004A4993">
        <w:t xml:space="preserve">, </w:t>
      </w:r>
      <w:r w:rsidRPr="004C3E92">
        <w:t>parut s</w:t>
      </w:r>
      <w:r w:rsidR="004A4993">
        <w:t>’</w:t>
      </w:r>
      <w:r w:rsidRPr="004C3E92">
        <w:t>intéresser presque autant que d</w:t>
      </w:r>
      <w:r w:rsidR="004A4993">
        <w:t>’</w:t>
      </w:r>
      <w:r w:rsidRPr="004C3E92">
        <w:t>ordinaire aux affaires générales de la famille</w:t>
      </w:r>
      <w:r w:rsidR="004A4993">
        <w:t xml:space="preserve"> ; </w:t>
      </w:r>
      <w:r w:rsidRPr="004C3E92">
        <w:t>et si</w:t>
      </w:r>
      <w:r w:rsidR="004A4993">
        <w:t xml:space="preserve">, </w:t>
      </w:r>
      <w:r w:rsidRPr="004C3E92">
        <w:t>grâce à cette conduite</w:t>
      </w:r>
      <w:r w:rsidR="004A4993">
        <w:t xml:space="preserve">, </w:t>
      </w:r>
      <w:r w:rsidRPr="004C3E92">
        <w:t>elle ne diminua pas son propre chagrin</w:t>
      </w:r>
      <w:r w:rsidR="004A4993">
        <w:t xml:space="preserve">, </w:t>
      </w:r>
      <w:r w:rsidRPr="004C3E92">
        <w:t>il fut cependant empêché de s</w:t>
      </w:r>
      <w:r w:rsidR="004A4993">
        <w:t>’</w:t>
      </w:r>
      <w:r w:rsidRPr="004C3E92">
        <w:t>accroître inutilement</w:t>
      </w:r>
      <w:r w:rsidR="004A4993">
        <w:t xml:space="preserve">, </w:t>
      </w:r>
      <w:r w:rsidRPr="004C3E92">
        <w:t>et elle épargna à sa mère et à ses sœurs bien de la sollicitude envers elle</w:t>
      </w:r>
      <w:r w:rsidR="004A4993">
        <w:t>.</w:t>
      </w:r>
    </w:p>
    <w:p w14:paraId="06A15661" w14:textId="77777777" w:rsidR="004A4993" w:rsidRDefault="008C5C61" w:rsidP="004A4993">
      <w:r w:rsidRPr="004C3E92">
        <w:t>Une telle attitude</w:t>
      </w:r>
      <w:r w:rsidR="004A4993">
        <w:t xml:space="preserve">, </w:t>
      </w:r>
      <w:r w:rsidRPr="004C3E92">
        <w:t>si exactement opposée à la sienne</w:t>
      </w:r>
      <w:r w:rsidR="004A4993">
        <w:t xml:space="preserve">, </w:t>
      </w:r>
      <w:r w:rsidRPr="004C3E92">
        <w:t>ne parut pas plus méritoire à Marianne</w:t>
      </w:r>
      <w:r w:rsidR="004A4993">
        <w:t xml:space="preserve">, </w:t>
      </w:r>
      <w:r w:rsidRPr="004C3E92">
        <w:t>que la sienne ne lui avait semblé défectueuse</w:t>
      </w:r>
      <w:r w:rsidR="004A4993">
        <w:t xml:space="preserve">. </w:t>
      </w:r>
      <w:r w:rsidRPr="004C3E92">
        <w:t>Pour ce qui est de la maîtrise de soi</w:t>
      </w:r>
      <w:r w:rsidR="004A4993">
        <w:t xml:space="preserve">, </w:t>
      </w:r>
      <w:r w:rsidRPr="004C3E92">
        <w:t>elle en fit bon marché</w:t>
      </w:r>
      <w:r w:rsidR="004A4993">
        <w:t xml:space="preserve"> : </w:t>
      </w:r>
      <w:r w:rsidRPr="004C3E92">
        <w:t>avec des affections vigoureuses</w:t>
      </w:r>
      <w:r w:rsidR="004A4993">
        <w:t xml:space="preserve">, </w:t>
      </w:r>
      <w:r w:rsidRPr="004C3E92">
        <w:t>elle était i</w:t>
      </w:r>
      <w:r w:rsidRPr="004C3E92">
        <w:t>m</w:t>
      </w:r>
      <w:r w:rsidRPr="004C3E92">
        <w:t>possible</w:t>
      </w:r>
      <w:r w:rsidR="004A4993">
        <w:t xml:space="preserve"> ; </w:t>
      </w:r>
      <w:r w:rsidRPr="004C3E92">
        <w:t>avec des sentiments calmes</w:t>
      </w:r>
      <w:r w:rsidR="004A4993">
        <w:t xml:space="preserve">, </w:t>
      </w:r>
      <w:r w:rsidRPr="004C3E92">
        <w:t>elle ne pouvait avoir a</w:t>
      </w:r>
      <w:r w:rsidRPr="004C3E92">
        <w:t>u</w:t>
      </w:r>
      <w:r w:rsidRPr="004C3E92">
        <w:t>cun mérite</w:t>
      </w:r>
      <w:r w:rsidR="004A4993">
        <w:t xml:space="preserve">. </w:t>
      </w:r>
      <w:r w:rsidRPr="004C3E92">
        <w:t>Que les affections de sa sœur fussent calmes</w:t>
      </w:r>
      <w:r w:rsidR="004A4993">
        <w:t xml:space="preserve">, </w:t>
      </w:r>
      <w:r w:rsidRPr="004C3E92">
        <w:t>elle n</w:t>
      </w:r>
      <w:r w:rsidR="004A4993">
        <w:t>’</w:t>
      </w:r>
      <w:r w:rsidRPr="004C3E92">
        <w:t>osait le nier</w:t>
      </w:r>
      <w:r w:rsidR="004A4993">
        <w:t xml:space="preserve">, </w:t>
      </w:r>
      <w:r w:rsidRPr="004C3E92">
        <w:t>encore qu</w:t>
      </w:r>
      <w:r w:rsidR="004A4993">
        <w:t>’</w:t>
      </w:r>
      <w:r w:rsidRPr="004C3E92">
        <w:t>elle rougît de le reconnaître</w:t>
      </w:r>
      <w:r w:rsidR="004A4993">
        <w:t xml:space="preserve"> ; </w:t>
      </w:r>
      <w:r w:rsidRPr="004C3E92">
        <w:t>et elle donna une preuve fort frappante de la vigueur des siennes</w:t>
      </w:r>
      <w:r w:rsidR="004A4993">
        <w:t xml:space="preserve">, </w:t>
      </w:r>
      <w:r w:rsidRPr="004C3E92">
        <w:t>en continuant à aimer et à respecter cette sœur</w:t>
      </w:r>
      <w:r w:rsidR="004A4993">
        <w:t xml:space="preserve">, </w:t>
      </w:r>
      <w:r w:rsidRPr="004C3E92">
        <w:t>malgré cette conviction mortifiante</w:t>
      </w:r>
      <w:r w:rsidR="004A4993">
        <w:t>.</w:t>
      </w:r>
    </w:p>
    <w:p w14:paraId="7881A2C6" w14:textId="77777777" w:rsidR="004A4993" w:rsidRDefault="008C5C61" w:rsidP="004A4993">
      <w:r w:rsidRPr="004C3E92">
        <w:t>Sans s</w:t>
      </w:r>
      <w:r w:rsidR="004A4993">
        <w:t>’</w:t>
      </w:r>
      <w:r w:rsidRPr="004C3E92">
        <w:t>isoler de sa famille</w:t>
      </w:r>
      <w:r w:rsidR="004A4993">
        <w:t xml:space="preserve">, </w:t>
      </w:r>
      <w:r w:rsidRPr="004C3E92">
        <w:t>ni quitter la maison pour r</w:t>
      </w:r>
      <w:r w:rsidRPr="004C3E92">
        <w:t>e</w:t>
      </w:r>
      <w:r w:rsidRPr="004C3E92">
        <w:t>chercher une solitude résolue</w:t>
      </w:r>
      <w:r w:rsidR="004A4993">
        <w:t xml:space="preserve">, </w:t>
      </w:r>
      <w:r w:rsidRPr="004C3E92">
        <w:t>afin d</w:t>
      </w:r>
      <w:r w:rsidR="004A4993">
        <w:t>’</w:t>
      </w:r>
      <w:r w:rsidRPr="004C3E92">
        <w:t>éviter les siens</w:t>
      </w:r>
      <w:r w:rsidR="004A4993">
        <w:t xml:space="preserve">, </w:t>
      </w:r>
      <w:r w:rsidRPr="004C3E92">
        <w:t>ni rester éveillée toute la nuit pour s</w:t>
      </w:r>
      <w:r w:rsidR="004A4993">
        <w:t>’</w:t>
      </w:r>
      <w:r w:rsidRPr="004C3E92">
        <w:t>abandonner à la méditation</w:t>
      </w:r>
      <w:r w:rsidR="004A4993">
        <w:t xml:space="preserve">, </w:t>
      </w:r>
      <w:proofErr w:type="spellStart"/>
      <w:r w:rsidRPr="004C3E92">
        <w:t>Elinor</w:t>
      </w:r>
      <w:proofErr w:type="spellEnd"/>
      <w:r w:rsidRPr="004C3E92">
        <w:t xml:space="preserve"> constata que chaque jour lui offrait suffisamment de loisirs pour songer à Edward</w:t>
      </w:r>
      <w:r w:rsidR="004A4993">
        <w:t xml:space="preserve">, </w:t>
      </w:r>
      <w:r w:rsidRPr="004C3E92">
        <w:t>et à la conduite d</w:t>
      </w:r>
      <w:r w:rsidR="004A4993">
        <w:t>’</w:t>
      </w:r>
      <w:r w:rsidRPr="004C3E92">
        <w:t>Edward</w:t>
      </w:r>
      <w:r w:rsidR="004A4993">
        <w:t xml:space="preserve">, </w:t>
      </w:r>
      <w:r w:rsidRPr="004C3E92">
        <w:t>selon toutes les v</w:t>
      </w:r>
      <w:r w:rsidRPr="004C3E92">
        <w:t>a</w:t>
      </w:r>
      <w:r w:rsidRPr="004C3E92">
        <w:t>riétés possibles que pouvait produire l</w:t>
      </w:r>
      <w:r w:rsidR="004A4993">
        <w:t>’</w:t>
      </w:r>
      <w:r w:rsidRPr="004C3E92">
        <w:t>état différent de son h</w:t>
      </w:r>
      <w:r w:rsidRPr="004C3E92">
        <w:t>u</w:t>
      </w:r>
      <w:r w:rsidRPr="004C3E92">
        <w:t>meur à différents moments</w:t>
      </w:r>
      <w:r w:rsidR="004A4993">
        <w:t xml:space="preserve"> – </w:t>
      </w:r>
      <w:r w:rsidRPr="004C3E92">
        <w:t>avec tendresse</w:t>
      </w:r>
      <w:r w:rsidR="004A4993">
        <w:t xml:space="preserve">, </w:t>
      </w:r>
      <w:r w:rsidRPr="004C3E92">
        <w:lastRenderedPageBreak/>
        <w:t>pitié</w:t>
      </w:r>
      <w:r w:rsidR="004A4993">
        <w:t xml:space="preserve">, </w:t>
      </w:r>
      <w:r w:rsidRPr="004C3E92">
        <w:t>approbation</w:t>
      </w:r>
      <w:r w:rsidR="004A4993">
        <w:t xml:space="preserve">, </w:t>
      </w:r>
      <w:r w:rsidRPr="004C3E92">
        <w:t>reproches et doute</w:t>
      </w:r>
      <w:r w:rsidR="004A4993">
        <w:t xml:space="preserve">. </w:t>
      </w:r>
      <w:r w:rsidRPr="004C3E92">
        <w:t>Il y eut des moments en abondance</w:t>
      </w:r>
      <w:r w:rsidR="004A4993">
        <w:t xml:space="preserve">, </w:t>
      </w:r>
      <w:r w:rsidRPr="004C3E92">
        <w:t>où</w:t>
      </w:r>
      <w:r w:rsidR="004A4993">
        <w:t xml:space="preserve">, </w:t>
      </w:r>
      <w:r w:rsidRPr="004C3E92">
        <w:t>si ce n</w:t>
      </w:r>
      <w:r w:rsidR="004A4993">
        <w:t>’</w:t>
      </w:r>
      <w:r w:rsidRPr="004C3E92">
        <w:t>est en raison de l</w:t>
      </w:r>
      <w:r w:rsidR="004A4993">
        <w:t>’</w:t>
      </w:r>
      <w:r w:rsidRPr="004C3E92">
        <w:t>absence de sa mère et de ses sœurs</w:t>
      </w:r>
      <w:r w:rsidR="004A4993">
        <w:t xml:space="preserve">, </w:t>
      </w:r>
      <w:r w:rsidRPr="004C3E92">
        <w:t>du moins en raison de la nature de leurs occupations</w:t>
      </w:r>
      <w:r w:rsidR="004A4993">
        <w:t xml:space="preserve">, </w:t>
      </w:r>
      <w:r w:rsidRPr="004C3E92">
        <w:t>la convers</w:t>
      </w:r>
      <w:r w:rsidRPr="004C3E92">
        <w:t>a</w:t>
      </w:r>
      <w:r w:rsidRPr="004C3E92">
        <w:t>tion était interdite entre elles</w:t>
      </w:r>
      <w:r w:rsidR="004A4993">
        <w:t xml:space="preserve">, </w:t>
      </w:r>
      <w:r w:rsidRPr="004C3E92">
        <w:t>et où se produisaient tous les e</w:t>
      </w:r>
      <w:r w:rsidRPr="004C3E92">
        <w:t>f</w:t>
      </w:r>
      <w:r w:rsidRPr="004C3E92">
        <w:t>fets de la solitude</w:t>
      </w:r>
      <w:r w:rsidR="004A4993">
        <w:t xml:space="preserve">. </w:t>
      </w:r>
      <w:r w:rsidRPr="004C3E92">
        <w:t>Elle avait l</w:t>
      </w:r>
      <w:r w:rsidR="004A4993">
        <w:t>’</w:t>
      </w:r>
      <w:r w:rsidRPr="004C3E92">
        <w:t>esprit inévitablement libre</w:t>
      </w:r>
      <w:r w:rsidR="004A4993">
        <w:t xml:space="preserve"> ; </w:t>
      </w:r>
      <w:r w:rsidRPr="004C3E92">
        <w:t>ses pensées ne pouvaient être enchaînées ailleurs</w:t>
      </w:r>
      <w:r w:rsidR="004A4993">
        <w:t xml:space="preserve"> ; </w:t>
      </w:r>
      <w:r w:rsidRPr="004C3E92">
        <w:t>et le passé et l</w:t>
      </w:r>
      <w:r w:rsidR="004A4993">
        <w:t>’</w:t>
      </w:r>
      <w:r w:rsidRPr="004C3E92">
        <w:t>avenir</w:t>
      </w:r>
      <w:r w:rsidR="004A4993">
        <w:t xml:space="preserve">, </w:t>
      </w:r>
      <w:r w:rsidRPr="004C3E92">
        <w:t>touchant un sujet aussi intéressant</w:t>
      </w:r>
      <w:r w:rsidR="004A4993">
        <w:t xml:space="preserve">, </w:t>
      </w:r>
      <w:r w:rsidRPr="004C3E92">
        <w:t>étaient nécessa</w:t>
      </w:r>
      <w:r w:rsidRPr="004C3E92">
        <w:t>i</w:t>
      </w:r>
      <w:r w:rsidRPr="004C3E92">
        <w:t>rement devant ses yeux</w:t>
      </w:r>
      <w:r w:rsidR="004A4993">
        <w:t xml:space="preserve">, </w:t>
      </w:r>
      <w:r w:rsidRPr="004C3E92">
        <w:t>et forçaient son attention</w:t>
      </w:r>
      <w:r w:rsidR="004A4993">
        <w:t xml:space="preserve">, </w:t>
      </w:r>
      <w:r w:rsidRPr="004C3E92">
        <w:t>accaparaient sa mémoire</w:t>
      </w:r>
      <w:r w:rsidR="004A4993">
        <w:t xml:space="preserve">, </w:t>
      </w:r>
      <w:r w:rsidRPr="004C3E92">
        <w:t>sa réflexion</w:t>
      </w:r>
      <w:r w:rsidR="004A4993">
        <w:t xml:space="preserve">, </w:t>
      </w:r>
      <w:r w:rsidRPr="004C3E92">
        <w:t>et son imagination</w:t>
      </w:r>
      <w:r w:rsidR="004A4993">
        <w:t>.</w:t>
      </w:r>
    </w:p>
    <w:p w14:paraId="7C633BCA" w14:textId="77777777" w:rsidR="004A4993" w:rsidRDefault="008C5C61" w:rsidP="004A4993">
      <w:r w:rsidRPr="004C3E92">
        <w:t>Elle fut tirée d</w:t>
      </w:r>
      <w:r w:rsidR="004A4993">
        <w:t>’</w:t>
      </w:r>
      <w:r w:rsidRPr="004C3E92">
        <w:t>une rêverie de ce genre</w:t>
      </w:r>
      <w:r w:rsidR="004A4993">
        <w:t xml:space="preserve">, </w:t>
      </w:r>
      <w:r w:rsidRPr="004C3E92">
        <w:t>un matin</w:t>
      </w:r>
      <w:r w:rsidR="004A4993">
        <w:t xml:space="preserve">, </w:t>
      </w:r>
      <w:r w:rsidRPr="004C3E92">
        <w:t>tandis qu</w:t>
      </w:r>
      <w:r w:rsidR="004A4993">
        <w:t>’</w:t>
      </w:r>
      <w:r w:rsidRPr="004C3E92">
        <w:t>elle était assise à sa table à dessin</w:t>
      </w:r>
      <w:r w:rsidR="004A4993">
        <w:t xml:space="preserve">, </w:t>
      </w:r>
      <w:r w:rsidRPr="004C3E92">
        <w:t>peu de temps après le d</w:t>
      </w:r>
      <w:r w:rsidRPr="004C3E92">
        <w:t>é</w:t>
      </w:r>
      <w:r w:rsidRPr="004C3E92">
        <w:t>part d</w:t>
      </w:r>
      <w:r w:rsidR="004A4993">
        <w:t>’</w:t>
      </w:r>
      <w:r w:rsidRPr="004C3E92">
        <w:t>Edward</w:t>
      </w:r>
      <w:r w:rsidR="004A4993">
        <w:t xml:space="preserve">, </w:t>
      </w:r>
      <w:r w:rsidRPr="004C3E92">
        <w:t>par l</w:t>
      </w:r>
      <w:r w:rsidR="004A4993">
        <w:t>’</w:t>
      </w:r>
      <w:r w:rsidRPr="004C3E92">
        <w:t>arrivée de visiteurs</w:t>
      </w:r>
      <w:r w:rsidR="004A4993">
        <w:t xml:space="preserve">. </w:t>
      </w:r>
      <w:r w:rsidRPr="004C3E92">
        <w:t>Il se trouvait qu</w:t>
      </w:r>
      <w:r w:rsidR="004A4993">
        <w:t>’</w:t>
      </w:r>
      <w:r w:rsidRPr="004C3E92">
        <w:t>elle était toute seule</w:t>
      </w:r>
      <w:r w:rsidR="004A4993">
        <w:t xml:space="preserve">. </w:t>
      </w:r>
      <w:r w:rsidRPr="004C3E92">
        <w:t>La fermeture du petit portillon</w:t>
      </w:r>
      <w:r w:rsidR="004A4993">
        <w:t xml:space="preserve">, </w:t>
      </w:r>
      <w:r w:rsidRPr="004C3E92">
        <w:t>à l</w:t>
      </w:r>
      <w:r w:rsidR="004A4993">
        <w:t>’</w:t>
      </w:r>
      <w:r w:rsidRPr="004C3E92">
        <w:t>entrée de la pelouse verte devant la maison</w:t>
      </w:r>
      <w:r w:rsidR="004A4993">
        <w:t xml:space="preserve">, </w:t>
      </w:r>
      <w:r w:rsidRPr="004C3E92">
        <w:t>attira ses yeux vers la fenêtre</w:t>
      </w:r>
      <w:r w:rsidR="004A4993">
        <w:t xml:space="preserve">, </w:t>
      </w:r>
      <w:r w:rsidRPr="004C3E92">
        <w:t>et elle vit un groupe important qui s</w:t>
      </w:r>
      <w:r w:rsidR="004A4993">
        <w:t>’</w:t>
      </w:r>
      <w:r w:rsidRPr="004C3E92">
        <w:t>avançait vers la porte</w:t>
      </w:r>
      <w:r w:rsidR="004A4993">
        <w:t xml:space="preserve">. </w:t>
      </w:r>
      <w:r w:rsidRPr="004C3E92">
        <w:t>Il y avait là Sir John et lady Middleton</w:t>
      </w:r>
      <w:r w:rsidR="004A4993">
        <w:t xml:space="preserve">, </w:t>
      </w:r>
      <w:r w:rsidRPr="004C3E92">
        <w:t>ainsi que Mrs</w:t>
      </w:r>
      <w:r w:rsidR="004A4993">
        <w:t xml:space="preserve">. </w:t>
      </w:r>
      <w:r w:rsidRPr="004C3E92">
        <w:t>Jennings</w:t>
      </w:r>
      <w:r w:rsidR="004A4993">
        <w:t xml:space="preserve"> ; </w:t>
      </w:r>
      <w:r w:rsidRPr="004C3E92">
        <w:t>mais il y avait deux autres personnes</w:t>
      </w:r>
      <w:r w:rsidR="004A4993">
        <w:t xml:space="preserve">, </w:t>
      </w:r>
      <w:r w:rsidRPr="004C3E92">
        <w:t>un gentleman et une d</w:t>
      </w:r>
      <w:r w:rsidRPr="004C3E92">
        <w:t>a</w:t>
      </w:r>
      <w:r w:rsidRPr="004C3E92">
        <w:t>me</w:t>
      </w:r>
      <w:r w:rsidR="004A4993">
        <w:t xml:space="preserve">, </w:t>
      </w:r>
      <w:r w:rsidRPr="004C3E92">
        <w:t>qui lui étaient complètement inconnues</w:t>
      </w:r>
      <w:r w:rsidR="004A4993">
        <w:t xml:space="preserve">. </w:t>
      </w:r>
      <w:r w:rsidRPr="004C3E92">
        <w:t>Elle était assise près de la fenêtre</w:t>
      </w:r>
      <w:r w:rsidR="004A4993">
        <w:t xml:space="preserve">, </w:t>
      </w:r>
      <w:r w:rsidRPr="004C3E92">
        <w:t>et dès que Sir John l</w:t>
      </w:r>
      <w:r w:rsidR="004A4993">
        <w:t>’</w:t>
      </w:r>
      <w:r w:rsidRPr="004C3E92">
        <w:t>aperçut</w:t>
      </w:r>
      <w:r w:rsidR="004A4993">
        <w:t xml:space="preserve">, </w:t>
      </w:r>
      <w:r w:rsidRPr="004C3E92">
        <w:t>il laissa le reste du groupe effectuer la cérémonie de frapper à la porte</w:t>
      </w:r>
      <w:r w:rsidR="004A4993">
        <w:t xml:space="preserve">, </w:t>
      </w:r>
      <w:r w:rsidRPr="004C3E92">
        <w:t>et</w:t>
      </w:r>
      <w:r w:rsidR="004A4993">
        <w:t xml:space="preserve">, </w:t>
      </w:r>
      <w:r w:rsidRPr="004C3E92">
        <w:t>tr</w:t>
      </w:r>
      <w:r w:rsidRPr="004C3E92">
        <w:t>a</w:t>
      </w:r>
      <w:r w:rsidRPr="004C3E92">
        <w:t>versant la pelouse</w:t>
      </w:r>
      <w:r w:rsidR="004A4993">
        <w:t xml:space="preserve">, </w:t>
      </w:r>
      <w:r w:rsidRPr="004C3E92">
        <w:t>la contraignit à ouvrir la vitre pour lui parler</w:t>
      </w:r>
      <w:r w:rsidR="004A4993">
        <w:t xml:space="preserve">, </w:t>
      </w:r>
      <w:r w:rsidRPr="004C3E92">
        <w:t>bien que l</w:t>
      </w:r>
      <w:r w:rsidR="004A4993">
        <w:t>’</w:t>
      </w:r>
      <w:r w:rsidRPr="004C3E92">
        <w:t>espace fût assez réduit entre la porte et la fenêtre pour qu</w:t>
      </w:r>
      <w:r w:rsidR="004A4993">
        <w:t>’</w:t>
      </w:r>
      <w:r w:rsidRPr="004C3E92">
        <w:t>il ne fût guère possible de parler devant l</w:t>
      </w:r>
      <w:r w:rsidR="004A4993">
        <w:t>’</w:t>
      </w:r>
      <w:r w:rsidRPr="004C3E92">
        <w:t>une sans être entendu à l</w:t>
      </w:r>
      <w:r w:rsidR="004A4993">
        <w:t>’</w:t>
      </w:r>
      <w:r w:rsidRPr="004C3E92">
        <w:t>autre</w:t>
      </w:r>
      <w:r w:rsidR="004A4993">
        <w:t>.</w:t>
      </w:r>
    </w:p>
    <w:p w14:paraId="56865C57" w14:textId="77777777" w:rsidR="004A4993" w:rsidRDefault="004A4993" w:rsidP="004A4993">
      <w:r>
        <w:t>— </w:t>
      </w:r>
      <w:r w:rsidR="008C5C61" w:rsidRPr="004C3E92">
        <w:t>Eh bien</w:t>
      </w:r>
      <w:r>
        <w:t xml:space="preserve">, </w:t>
      </w:r>
      <w:r w:rsidR="008C5C61" w:rsidRPr="004C3E92">
        <w:t>dit-il</w:t>
      </w:r>
      <w:r>
        <w:t xml:space="preserve">, </w:t>
      </w:r>
      <w:r w:rsidR="008C5C61" w:rsidRPr="004C3E92">
        <w:t>nous vous avons amené des étrangers</w:t>
      </w:r>
      <w:r>
        <w:t xml:space="preserve">. </w:t>
      </w:r>
      <w:r w:rsidR="008C5C61" w:rsidRPr="004C3E92">
        <w:t>Comment vous plaisent-ils</w:t>
      </w:r>
      <w:r>
        <w:t> ?</w:t>
      </w:r>
    </w:p>
    <w:p w14:paraId="1298A375" w14:textId="77777777" w:rsidR="004A4993" w:rsidRDefault="004A4993" w:rsidP="004A4993">
      <w:r>
        <w:t>— </w:t>
      </w:r>
      <w:r w:rsidR="008C5C61" w:rsidRPr="004C3E92">
        <w:t>Chut</w:t>
      </w:r>
      <w:r>
        <w:t xml:space="preserve"> ! </w:t>
      </w:r>
      <w:r w:rsidR="008C5C61" w:rsidRPr="004C3E92">
        <w:t>Ils vont vous entendre</w:t>
      </w:r>
      <w:r>
        <w:t>.</w:t>
      </w:r>
    </w:p>
    <w:p w14:paraId="5A388C2E" w14:textId="77777777" w:rsidR="004A4993" w:rsidRDefault="004A4993" w:rsidP="004A4993">
      <w:r>
        <w:t>— </w:t>
      </w:r>
      <w:r w:rsidR="008C5C61" w:rsidRPr="004C3E92">
        <w:t>Cela n</w:t>
      </w:r>
      <w:r>
        <w:t>’</w:t>
      </w:r>
      <w:r w:rsidR="008C5C61" w:rsidRPr="004C3E92">
        <w:t>a pas d</w:t>
      </w:r>
      <w:r>
        <w:t>’</w:t>
      </w:r>
      <w:r w:rsidR="008C5C61" w:rsidRPr="004C3E92">
        <w:t>importance</w:t>
      </w:r>
      <w:r>
        <w:t xml:space="preserve">. </w:t>
      </w:r>
      <w:r w:rsidR="008C5C61" w:rsidRPr="004C3E92">
        <w:t>Ce ne sont que les Palmer</w:t>
      </w:r>
      <w:r>
        <w:t xml:space="preserve">. </w:t>
      </w:r>
      <w:r w:rsidR="008C5C61" w:rsidRPr="004C3E92">
        <w:t>Charlotte est très jolie</w:t>
      </w:r>
      <w:r>
        <w:t xml:space="preserve">, </w:t>
      </w:r>
      <w:r w:rsidR="008C5C61" w:rsidRPr="004C3E92">
        <w:t>je vous l</w:t>
      </w:r>
      <w:r>
        <w:t>’</w:t>
      </w:r>
      <w:r w:rsidR="008C5C61" w:rsidRPr="004C3E92">
        <w:t>affirme</w:t>
      </w:r>
      <w:r>
        <w:t xml:space="preserve">. </w:t>
      </w:r>
      <w:r w:rsidR="008C5C61" w:rsidRPr="004C3E92">
        <w:t>Vous pourrez la voir si vous regardez par ici</w:t>
      </w:r>
      <w:r>
        <w:t>.</w:t>
      </w:r>
    </w:p>
    <w:p w14:paraId="6BEA465F" w14:textId="77777777" w:rsidR="004A4993" w:rsidRDefault="008C5C61" w:rsidP="004A4993">
      <w:r w:rsidRPr="004C3E92">
        <w:lastRenderedPageBreak/>
        <w:t xml:space="preserve">Comme </w:t>
      </w:r>
      <w:proofErr w:type="spellStart"/>
      <w:r w:rsidRPr="004C3E92">
        <w:t>Elinor</w:t>
      </w:r>
      <w:proofErr w:type="spellEnd"/>
      <w:r w:rsidRPr="004C3E92">
        <w:t xml:space="preserve"> était sûre de la voir dans deux minutes</w:t>
      </w:r>
      <w:r w:rsidR="004A4993">
        <w:t xml:space="preserve">, </w:t>
      </w:r>
      <w:r w:rsidRPr="004C3E92">
        <w:t>sans prendre une telle liberté</w:t>
      </w:r>
      <w:r w:rsidR="004A4993">
        <w:t xml:space="preserve">, </w:t>
      </w:r>
      <w:r w:rsidRPr="004C3E92">
        <w:t>elle demanda la permission de n</w:t>
      </w:r>
      <w:r w:rsidR="004A4993">
        <w:t>’</w:t>
      </w:r>
      <w:r w:rsidRPr="004C3E92">
        <w:t>en rien faire</w:t>
      </w:r>
      <w:r w:rsidR="004A4993">
        <w:t>.</w:t>
      </w:r>
    </w:p>
    <w:p w14:paraId="677D5848" w14:textId="77777777" w:rsidR="004A4993" w:rsidRDefault="004A4993" w:rsidP="004A4993">
      <w:r>
        <w:t>— </w:t>
      </w:r>
      <w:r w:rsidR="008C5C61" w:rsidRPr="004C3E92">
        <w:t>Où est Marianne</w:t>
      </w:r>
      <w:r>
        <w:t xml:space="preserve"> ? </w:t>
      </w:r>
      <w:r w:rsidR="008C5C61" w:rsidRPr="004C3E92">
        <w:t>S</w:t>
      </w:r>
      <w:r>
        <w:t>’</w:t>
      </w:r>
      <w:r w:rsidR="008C5C61" w:rsidRPr="004C3E92">
        <w:t>est-elle enfuie parce que nous so</w:t>
      </w:r>
      <w:r w:rsidR="008C5C61" w:rsidRPr="004C3E92">
        <w:t>m</w:t>
      </w:r>
      <w:r w:rsidR="008C5C61" w:rsidRPr="004C3E92">
        <w:t>mes venus</w:t>
      </w:r>
      <w:r>
        <w:t xml:space="preserve"> ? </w:t>
      </w:r>
      <w:r w:rsidR="008C5C61" w:rsidRPr="004C3E92">
        <w:t>Je vois que son instrument est ouvert</w:t>
      </w:r>
      <w:r>
        <w:t>.</w:t>
      </w:r>
    </w:p>
    <w:p w14:paraId="693AAD59" w14:textId="77777777" w:rsidR="004A4993" w:rsidRDefault="004A4993" w:rsidP="004A4993">
      <w:r>
        <w:t>— </w:t>
      </w:r>
      <w:r w:rsidR="008C5C61" w:rsidRPr="004C3E92">
        <w:t>Elle est allée faire une promenade</w:t>
      </w:r>
      <w:r>
        <w:t xml:space="preserve">, </w:t>
      </w:r>
      <w:r w:rsidR="008C5C61" w:rsidRPr="004C3E92">
        <w:t>je crois</w:t>
      </w:r>
      <w:r>
        <w:t>.</w:t>
      </w:r>
    </w:p>
    <w:p w14:paraId="5EA09F31" w14:textId="77777777" w:rsidR="004A4993" w:rsidRDefault="008C5C61" w:rsidP="004A4993">
      <w:r w:rsidRPr="004C3E92">
        <w:t>Ils furent alors rejoints par Mrs</w:t>
      </w:r>
      <w:r w:rsidR="004A4993">
        <w:t xml:space="preserve">. </w:t>
      </w:r>
      <w:r w:rsidRPr="004C3E92">
        <w:t>Jennings</w:t>
      </w:r>
      <w:r w:rsidR="004A4993">
        <w:t xml:space="preserve">, </w:t>
      </w:r>
      <w:r w:rsidRPr="004C3E92">
        <w:t>qui n</w:t>
      </w:r>
      <w:r w:rsidR="004A4993">
        <w:t>’</w:t>
      </w:r>
      <w:r w:rsidRPr="004C3E92">
        <w:t>avait pas assez de patience pour attendre que la porte fût ouverte avant qu</w:t>
      </w:r>
      <w:r w:rsidR="004A4993">
        <w:t>’</w:t>
      </w:r>
      <w:r w:rsidRPr="004C3E92">
        <w:t>elle pût placer son mot</w:t>
      </w:r>
      <w:r w:rsidR="004A4993">
        <w:t xml:space="preserve">. </w:t>
      </w:r>
      <w:r w:rsidRPr="004C3E92">
        <w:t>Elle arriva à la fenêtre en criant à tue-tête</w:t>
      </w:r>
      <w:r w:rsidR="004A4993">
        <w:t> :</w:t>
      </w:r>
    </w:p>
    <w:p w14:paraId="767FC3DF" w14:textId="77777777" w:rsidR="004A4993" w:rsidRDefault="004A4993" w:rsidP="004A4993">
      <w:r>
        <w:t>— </w:t>
      </w:r>
      <w:r w:rsidR="008C5C61" w:rsidRPr="004C3E92">
        <w:t>Comment allez-vous</w:t>
      </w:r>
      <w:r>
        <w:t xml:space="preserve">, </w:t>
      </w:r>
      <w:r w:rsidR="008C5C61" w:rsidRPr="004C3E92">
        <w:t>ma chérie</w:t>
      </w:r>
      <w:r>
        <w:t xml:space="preserve"> ? </w:t>
      </w:r>
      <w:r w:rsidR="008C5C61" w:rsidRPr="004C3E92">
        <w:t>Comment va Mrs</w:t>
      </w:r>
      <w:r>
        <w:t xml:space="preserve">. </w:t>
      </w:r>
      <w:proofErr w:type="spellStart"/>
      <w:r w:rsidR="008C5C61" w:rsidRPr="004C3E92">
        <w:t>Dashwood</w:t>
      </w:r>
      <w:proofErr w:type="spellEnd"/>
      <w:r>
        <w:t xml:space="preserve"> ? </w:t>
      </w:r>
      <w:r w:rsidR="008C5C61" w:rsidRPr="004C3E92">
        <w:t>Et où sont vos sœurs</w:t>
      </w:r>
      <w:r>
        <w:t xml:space="preserve"> ? </w:t>
      </w:r>
      <w:r w:rsidR="008C5C61" w:rsidRPr="004C3E92">
        <w:t>Comment</w:t>
      </w:r>
      <w:r>
        <w:t xml:space="preserve"> ! </w:t>
      </w:r>
      <w:r w:rsidR="008C5C61" w:rsidRPr="004C3E92">
        <w:t>Toute seule</w:t>
      </w:r>
      <w:r>
        <w:t xml:space="preserve"> ? </w:t>
      </w:r>
      <w:r w:rsidR="008C5C61" w:rsidRPr="004C3E92">
        <w:t>Vous serez contente d</w:t>
      </w:r>
      <w:r>
        <w:t>’</w:t>
      </w:r>
      <w:r w:rsidR="008C5C61" w:rsidRPr="004C3E92">
        <w:t>un peu de compagnie pour s</w:t>
      </w:r>
      <w:r>
        <w:t>’</w:t>
      </w:r>
      <w:r w:rsidR="008C5C61" w:rsidRPr="004C3E92">
        <w:t>installer a</w:t>
      </w:r>
      <w:r w:rsidR="008C5C61" w:rsidRPr="004C3E92">
        <w:t>u</w:t>
      </w:r>
      <w:r w:rsidR="008C5C61" w:rsidRPr="004C3E92">
        <w:t>près de vous</w:t>
      </w:r>
      <w:r>
        <w:t xml:space="preserve">. </w:t>
      </w:r>
      <w:r w:rsidR="008C5C61" w:rsidRPr="004C3E92">
        <w:t>J</w:t>
      </w:r>
      <w:r>
        <w:t>’</w:t>
      </w:r>
      <w:r w:rsidR="008C5C61" w:rsidRPr="004C3E92">
        <w:t>ai amené mon autre fils et ma fille pour qu</w:t>
      </w:r>
      <w:r>
        <w:t>’</w:t>
      </w:r>
      <w:r w:rsidR="008C5C61" w:rsidRPr="004C3E92">
        <w:t>ils fassent votre connaissance</w:t>
      </w:r>
      <w:r>
        <w:t xml:space="preserve">. </w:t>
      </w:r>
      <w:r w:rsidR="008C5C61" w:rsidRPr="004C3E92">
        <w:t>Songez donc</w:t>
      </w:r>
      <w:r>
        <w:t xml:space="preserve">, </w:t>
      </w:r>
      <w:r w:rsidR="008C5C61" w:rsidRPr="004C3E92">
        <w:t>ils sont venus si so</w:t>
      </w:r>
      <w:r w:rsidR="008C5C61" w:rsidRPr="004C3E92">
        <w:t>u</w:t>
      </w:r>
      <w:r w:rsidR="008C5C61" w:rsidRPr="004C3E92">
        <w:t>dainement</w:t>
      </w:r>
      <w:r>
        <w:t xml:space="preserve"> ! </w:t>
      </w:r>
      <w:r w:rsidR="008C5C61" w:rsidRPr="004C3E92">
        <w:t>Il me semblait avoir entendu une voiture hier soir</w:t>
      </w:r>
      <w:r>
        <w:t xml:space="preserve">, </w:t>
      </w:r>
      <w:r w:rsidR="008C5C61" w:rsidRPr="004C3E92">
        <w:t>pendant que nous prenions le thé</w:t>
      </w:r>
      <w:r>
        <w:t xml:space="preserve">, </w:t>
      </w:r>
      <w:r w:rsidR="008C5C61" w:rsidRPr="004C3E92">
        <w:t>mais l</w:t>
      </w:r>
      <w:r>
        <w:t>’</w:t>
      </w:r>
      <w:r w:rsidR="008C5C61" w:rsidRPr="004C3E92">
        <w:t>idée ne m</w:t>
      </w:r>
      <w:r>
        <w:t>’</w:t>
      </w:r>
      <w:r w:rsidR="008C5C61" w:rsidRPr="004C3E92">
        <w:t>est pas v</w:t>
      </w:r>
      <w:r w:rsidR="008C5C61" w:rsidRPr="004C3E92">
        <w:t>e</w:t>
      </w:r>
      <w:r w:rsidR="008C5C61" w:rsidRPr="004C3E92">
        <w:t>nue que ce pût être eux</w:t>
      </w:r>
      <w:r>
        <w:t xml:space="preserve">. </w:t>
      </w:r>
      <w:r w:rsidR="008C5C61" w:rsidRPr="004C3E92">
        <w:t>Je ne songeais qu</w:t>
      </w:r>
      <w:r>
        <w:t>’</w:t>
      </w:r>
      <w:r w:rsidR="008C5C61" w:rsidRPr="004C3E92">
        <w:t>à une chose</w:t>
      </w:r>
      <w:r>
        <w:t xml:space="preserve"> : </w:t>
      </w:r>
      <w:r w:rsidR="008C5C61" w:rsidRPr="004C3E92">
        <w:t>je me demandais si ce ne pouvait pas être le colonel Brandon qui r</w:t>
      </w:r>
      <w:r w:rsidR="008C5C61" w:rsidRPr="004C3E92">
        <w:t>e</w:t>
      </w:r>
      <w:r w:rsidR="008C5C61" w:rsidRPr="004C3E92">
        <w:t>venait</w:t>
      </w:r>
      <w:r>
        <w:t xml:space="preserve"> ; </w:t>
      </w:r>
      <w:r w:rsidR="008C5C61" w:rsidRPr="004C3E92">
        <w:t>alors j</w:t>
      </w:r>
      <w:r>
        <w:t>’</w:t>
      </w:r>
      <w:r w:rsidR="008C5C61" w:rsidRPr="004C3E92">
        <w:t>ai dit à Sir John</w:t>
      </w:r>
      <w:r>
        <w:t xml:space="preserve"> : </w:t>
      </w:r>
      <w:r w:rsidR="008C5C61" w:rsidRPr="004C3E92">
        <w:t>Je crois vraiment entendre une voiture</w:t>
      </w:r>
      <w:r>
        <w:t xml:space="preserve"> ; </w:t>
      </w:r>
      <w:r w:rsidR="008C5C61" w:rsidRPr="004C3E92">
        <w:t>c</w:t>
      </w:r>
      <w:r>
        <w:t>’</w:t>
      </w:r>
      <w:r w:rsidR="008C5C61" w:rsidRPr="004C3E92">
        <w:t>est peut-être le colonel Brandon qui revient</w:t>
      </w:r>
      <w:r>
        <w:t>…</w:t>
      </w:r>
    </w:p>
    <w:p w14:paraId="38C7AD8E" w14:textId="77777777" w:rsidR="004A4993" w:rsidRDefault="008C5C61" w:rsidP="004A4993">
      <w:proofErr w:type="spellStart"/>
      <w:r w:rsidRPr="004C3E92">
        <w:t>Elinor</w:t>
      </w:r>
      <w:proofErr w:type="spellEnd"/>
      <w:r w:rsidRPr="004C3E92">
        <w:t xml:space="preserve"> fut obligée de se détourner d</w:t>
      </w:r>
      <w:r w:rsidR="004A4993">
        <w:t>’</w:t>
      </w:r>
      <w:r w:rsidRPr="004C3E92">
        <w:t>elle</w:t>
      </w:r>
      <w:r w:rsidR="004A4993">
        <w:t xml:space="preserve">, </w:t>
      </w:r>
      <w:r w:rsidRPr="004C3E92">
        <w:t>au milieu de son récit</w:t>
      </w:r>
      <w:r w:rsidR="004A4993">
        <w:t xml:space="preserve">, </w:t>
      </w:r>
      <w:r w:rsidRPr="004C3E92">
        <w:t>pour recevoir le reste des visiteurs</w:t>
      </w:r>
      <w:r w:rsidR="004A4993">
        <w:t xml:space="preserve"> ; </w:t>
      </w:r>
      <w:r w:rsidRPr="004C3E92">
        <w:t>lady Middleton pr</w:t>
      </w:r>
      <w:r w:rsidRPr="004C3E92">
        <w:t>é</w:t>
      </w:r>
      <w:r w:rsidRPr="004C3E92">
        <w:t>senta les deux étrangers</w:t>
      </w:r>
      <w:r w:rsidR="004A4993">
        <w:t xml:space="preserve"> ; </w:t>
      </w:r>
      <w:r w:rsidRPr="004C3E92">
        <w:t>Mrs</w:t>
      </w:r>
      <w:r w:rsidR="004A4993">
        <w:t xml:space="preserve">. </w:t>
      </w:r>
      <w:proofErr w:type="spellStart"/>
      <w:r w:rsidRPr="004C3E92">
        <w:t>Dashwood</w:t>
      </w:r>
      <w:proofErr w:type="spellEnd"/>
      <w:r w:rsidRPr="004C3E92">
        <w:t xml:space="preserve"> et Margaret descend</w:t>
      </w:r>
      <w:r w:rsidRPr="004C3E92">
        <w:t>i</w:t>
      </w:r>
      <w:r w:rsidRPr="004C3E92">
        <w:t>rent au même instant</w:t>
      </w:r>
      <w:r w:rsidR="004A4993">
        <w:t xml:space="preserve">, </w:t>
      </w:r>
      <w:r w:rsidRPr="004C3E92">
        <w:t>et ils s</w:t>
      </w:r>
      <w:r w:rsidR="004A4993">
        <w:t>’</w:t>
      </w:r>
      <w:r w:rsidRPr="004C3E92">
        <w:t>assirent tous pour se regarder les uns les autres</w:t>
      </w:r>
      <w:r w:rsidR="004A4993">
        <w:t xml:space="preserve">, </w:t>
      </w:r>
      <w:r w:rsidRPr="004C3E92">
        <w:t>cependant que Mrs</w:t>
      </w:r>
      <w:r w:rsidR="004A4993">
        <w:t xml:space="preserve">. </w:t>
      </w:r>
      <w:r w:rsidRPr="004C3E92">
        <w:t>Jennings continuait son récit en suivant le couloir pour entrer dans le petit salon</w:t>
      </w:r>
      <w:r w:rsidR="004A4993">
        <w:t xml:space="preserve">, </w:t>
      </w:r>
      <w:r w:rsidRPr="004C3E92">
        <w:t>accomp</w:t>
      </w:r>
      <w:r w:rsidRPr="004C3E92">
        <w:t>a</w:t>
      </w:r>
      <w:r w:rsidRPr="004C3E92">
        <w:t>gnée de Sir John</w:t>
      </w:r>
      <w:r w:rsidR="004A4993">
        <w:t>.</w:t>
      </w:r>
    </w:p>
    <w:p w14:paraId="16D83C94" w14:textId="77777777" w:rsidR="004A4993" w:rsidRDefault="008C5C61" w:rsidP="004A4993">
      <w:r w:rsidRPr="004C3E92">
        <w:lastRenderedPageBreak/>
        <w:t>Mrs</w:t>
      </w:r>
      <w:r w:rsidR="004A4993">
        <w:t xml:space="preserve">. </w:t>
      </w:r>
      <w:r w:rsidRPr="004C3E92">
        <w:t>Palmer avait plusieurs années de moins que lady Middleton</w:t>
      </w:r>
      <w:r w:rsidR="004A4993">
        <w:t xml:space="preserve">, </w:t>
      </w:r>
      <w:r w:rsidRPr="004C3E92">
        <w:t>et différait totalement d</w:t>
      </w:r>
      <w:r w:rsidR="004A4993">
        <w:t>’</w:t>
      </w:r>
      <w:r w:rsidRPr="004C3E92">
        <w:t>elle sous tous les rapports</w:t>
      </w:r>
      <w:r w:rsidR="004A4993">
        <w:t xml:space="preserve">. </w:t>
      </w:r>
      <w:r w:rsidRPr="004C3E92">
        <w:t>Elle était petite et grassouillette</w:t>
      </w:r>
      <w:r w:rsidR="004A4993">
        <w:t xml:space="preserve">, </w:t>
      </w:r>
      <w:r w:rsidRPr="004C3E92">
        <w:t>et avait un joli visage</w:t>
      </w:r>
      <w:r w:rsidR="004A4993">
        <w:t xml:space="preserve">, </w:t>
      </w:r>
      <w:r w:rsidRPr="004C3E92">
        <w:t>empreint de la plus belle expression de bonne humeur qui se pût conc</w:t>
      </w:r>
      <w:r w:rsidRPr="004C3E92">
        <w:t>e</w:t>
      </w:r>
      <w:r w:rsidRPr="004C3E92">
        <w:t>voir</w:t>
      </w:r>
      <w:r w:rsidR="004A4993">
        <w:t xml:space="preserve">. </w:t>
      </w:r>
      <w:r w:rsidRPr="004C3E92">
        <w:t>Ses façons n</w:t>
      </w:r>
      <w:r w:rsidR="004A4993">
        <w:t>’</w:t>
      </w:r>
      <w:r w:rsidRPr="004C3E92">
        <w:t>étaient en rien aussi élégantes que celles de sa sœur</w:t>
      </w:r>
      <w:r w:rsidR="004A4993">
        <w:t xml:space="preserve">, </w:t>
      </w:r>
      <w:r w:rsidRPr="004C3E92">
        <w:t>mais elles étaient beaucoup plus avenantes</w:t>
      </w:r>
      <w:r w:rsidR="004A4993">
        <w:t xml:space="preserve">. </w:t>
      </w:r>
      <w:r w:rsidRPr="004C3E92">
        <w:t>Elle entra avec un sourire</w:t>
      </w:r>
      <w:r w:rsidR="004A4993">
        <w:t xml:space="preserve"> – </w:t>
      </w:r>
      <w:r w:rsidRPr="004C3E92">
        <w:t>elle sourit tout au long de sa visite</w:t>
      </w:r>
      <w:r w:rsidR="004A4993">
        <w:t xml:space="preserve">, </w:t>
      </w:r>
      <w:r w:rsidRPr="004C3E92">
        <w:t>sauf quand elle rit</w:t>
      </w:r>
      <w:r w:rsidR="004A4993">
        <w:t xml:space="preserve">, </w:t>
      </w:r>
      <w:r w:rsidRPr="004C3E92">
        <w:t>et sourit en partant</w:t>
      </w:r>
      <w:r w:rsidR="004A4993">
        <w:t xml:space="preserve">. </w:t>
      </w:r>
      <w:r w:rsidRPr="004C3E92">
        <w:t>Son mari était un jeune homme de vingt-cinq ou vingt-six ans</w:t>
      </w:r>
      <w:r w:rsidR="004A4993">
        <w:t xml:space="preserve">, </w:t>
      </w:r>
      <w:r w:rsidRPr="004C3E92">
        <w:t>au visage grave</w:t>
      </w:r>
      <w:r w:rsidR="004A4993">
        <w:t xml:space="preserve">, </w:t>
      </w:r>
      <w:r w:rsidRPr="004C3E92">
        <w:t>avec un air plus mondain et plus intelligent que sa femme</w:t>
      </w:r>
      <w:r w:rsidR="004A4993">
        <w:t xml:space="preserve">, </w:t>
      </w:r>
      <w:r w:rsidRPr="004C3E92">
        <w:t>mais paraissant moins disposé à plaire ou à être satisfait</w:t>
      </w:r>
      <w:r w:rsidR="004A4993">
        <w:t xml:space="preserve">. </w:t>
      </w:r>
      <w:r w:rsidRPr="004C3E92">
        <w:t>Il pénétra dans la pièce avec une attitude d</w:t>
      </w:r>
      <w:r w:rsidR="004A4993">
        <w:t>’</w:t>
      </w:r>
      <w:r w:rsidRPr="004C3E92">
        <w:t>importance</w:t>
      </w:r>
      <w:r w:rsidR="004A4993">
        <w:t xml:space="preserve">, </w:t>
      </w:r>
      <w:r w:rsidRPr="004C3E92">
        <w:t>s</w:t>
      </w:r>
      <w:r w:rsidR="004A4993">
        <w:t>’</w:t>
      </w:r>
      <w:r w:rsidRPr="004C3E92">
        <w:t>inclina légèrement devant les dames sans dire un mot</w:t>
      </w:r>
      <w:r w:rsidR="004A4993">
        <w:t xml:space="preserve">, </w:t>
      </w:r>
      <w:r w:rsidRPr="004C3E92">
        <w:t>et</w:t>
      </w:r>
      <w:r w:rsidR="004A4993">
        <w:t xml:space="preserve">, </w:t>
      </w:r>
      <w:r w:rsidRPr="004C3E92">
        <w:t>après avoir jeté un bref coup d</w:t>
      </w:r>
      <w:r w:rsidR="004A4993">
        <w:t>’</w:t>
      </w:r>
      <w:r w:rsidRPr="004C3E92">
        <w:t>œil sur elles et sur leur habitation</w:t>
      </w:r>
      <w:r w:rsidR="004A4993">
        <w:t xml:space="preserve">, </w:t>
      </w:r>
      <w:r w:rsidRPr="004C3E92">
        <w:t>prit un journal sur la table</w:t>
      </w:r>
      <w:r w:rsidR="004A4993">
        <w:t xml:space="preserve">, </w:t>
      </w:r>
      <w:r w:rsidRPr="004C3E92">
        <w:t>et continua à le lire tant qu</w:t>
      </w:r>
      <w:r w:rsidR="004A4993">
        <w:t>’</w:t>
      </w:r>
      <w:r w:rsidRPr="004C3E92">
        <w:t>il demeura là</w:t>
      </w:r>
      <w:r w:rsidR="004A4993">
        <w:t>.</w:t>
      </w:r>
    </w:p>
    <w:p w14:paraId="7E09C05F" w14:textId="77777777" w:rsidR="004A4993" w:rsidRDefault="008C5C61" w:rsidP="004A4993">
      <w:r w:rsidRPr="004C3E92">
        <w:t>Mrs</w:t>
      </w:r>
      <w:r w:rsidR="004A4993">
        <w:t xml:space="preserve">. </w:t>
      </w:r>
      <w:r w:rsidRPr="004C3E92">
        <w:t>Palmer</w:t>
      </w:r>
      <w:r w:rsidR="004A4993">
        <w:t xml:space="preserve">, </w:t>
      </w:r>
      <w:r w:rsidRPr="004C3E92">
        <w:t>au contraire</w:t>
      </w:r>
      <w:r w:rsidR="004A4993">
        <w:t xml:space="preserve">, </w:t>
      </w:r>
      <w:r w:rsidRPr="004C3E92">
        <w:t>qui était fortement douée par la nature d</w:t>
      </w:r>
      <w:r w:rsidR="004A4993">
        <w:t>’</w:t>
      </w:r>
      <w:r w:rsidRPr="004C3E92">
        <w:t>un penchant à être uniformément jolie et heureuse</w:t>
      </w:r>
      <w:r w:rsidR="004A4993">
        <w:t xml:space="preserve">, </w:t>
      </w:r>
      <w:r w:rsidRPr="004C3E92">
        <w:t>avait à peine pris place</w:t>
      </w:r>
      <w:r w:rsidR="004A4993">
        <w:t xml:space="preserve">, </w:t>
      </w:r>
      <w:r w:rsidRPr="004C3E92">
        <w:t>qu</w:t>
      </w:r>
      <w:r w:rsidR="004A4993">
        <w:t>’</w:t>
      </w:r>
      <w:r w:rsidRPr="004C3E92">
        <w:t>elle laissa éclater son admiration pour le salon et tout ce qu</w:t>
      </w:r>
      <w:r w:rsidR="004A4993">
        <w:t>’</w:t>
      </w:r>
      <w:r w:rsidRPr="004C3E92">
        <w:t>il renfermait</w:t>
      </w:r>
      <w:r w:rsidR="004A4993">
        <w:t>.</w:t>
      </w:r>
    </w:p>
    <w:p w14:paraId="659989FE" w14:textId="77777777" w:rsidR="004A4993" w:rsidRDefault="004A4993" w:rsidP="004A4993">
      <w:r>
        <w:t>— </w:t>
      </w:r>
      <w:r w:rsidR="008C5C61" w:rsidRPr="004C3E92">
        <w:t>Mon Dieu</w:t>
      </w:r>
      <w:r>
        <w:t xml:space="preserve">, </w:t>
      </w:r>
      <w:r w:rsidR="008C5C61" w:rsidRPr="004C3E92">
        <w:t>quelle pièce ravissante</w:t>
      </w:r>
      <w:r>
        <w:t xml:space="preserve">, </w:t>
      </w:r>
      <w:r w:rsidR="008C5C61" w:rsidRPr="004C3E92">
        <w:t>que celle-ci</w:t>
      </w:r>
      <w:r>
        <w:t xml:space="preserve"> ! </w:t>
      </w:r>
      <w:r w:rsidR="008C5C61" w:rsidRPr="004C3E92">
        <w:t>Je n</w:t>
      </w:r>
      <w:r>
        <w:t>’</w:t>
      </w:r>
      <w:r w:rsidR="008C5C61" w:rsidRPr="004C3E92">
        <w:t>ai jamais rien vu d</w:t>
      </w:r>
      <w:r>
        <w:t>’</w:t>
      </w:r>
      <w:r w:rsidR="008C5C61" w:rsidRPr="004C3E92">
        <w:t>aussi charmant</w:t>
      </w:r>
      <w:r>
        <w:t xml:space="preserve"> ! </w:t>
      </w:r>
      <w:r w:rsidR="008C5C61" w:rsidRPr="004C3E92">
        <w:t>Songez donc</w:t>
      </w:r>
      <w:r>
        <w:t xml:space="preserve">, </w:t>
      </w:r>
      <w:r w:rsidR="008C5C61" w:rsidRPr="004C3E92">
        <w:t>maman</w:t>
      </w:r>
      <w:r>
        <w:t xml:space="preserve">, </w:t>
      </w:r>
      <w:r w:rsidR="008C5C61" w:rsidRPr="004C3E92">
        <w:t>comme elle est embellie</w:t>
      </w:r>
      <w:r>
        <w:t xml:space="preserve">, </w:t>
      </w:r>
      <w:r w:rsidR="008C5C61" w:rsidRPr="004C3E92">
        <w:t>depuis la dernière fois que j</w:t>
      </w:r>
      <w:r>
        <w:t>’</w:t>
      </w:r>
      <w:r w:rsidR="008C5C61" w:rsidRPr="004C3E92">
        <w:t>y suis venue</w:t>
      </w:r>
      <w:r>
        <w:t xml:space="preserve"> ! </w:t>
      </w:r>
      <w:r w:rsidR="008C5C61" w:rsidRPr="004C3E92">
        <w:t>J</w:t>
      </w:r>
      <w:r>
        <w:t>’</w:t>
      </w:r>
      <w:r w:rsidR="008C5C61" w:rsidRPr="004C3E92">
        <w:t>ai toujours trouvé que c</w:t>
      </w:r>
      <w:r>
        <w:t>’</w:t>
      </w:r>
      <w:r w:rsidR="008C5C61" w:rsidRPr="004C3E92">
        <w:t>était un local bien délicieux</w:t>
      </w:r>
      <w:r>
        <w:t xml:space="preserve">, </w:t>
      </w:r>
      <w:r w:rsidR="008C5C61" w:rsidRPr="004C3E92">
        <w:t>madame</w:t>
      </w:r>
      <w:r>
        <w:t xml:space="preserve"> (</w:t>
      </w:r>
      <w:r w:rsidR="008C5C61" w:rsidRPr="004C3E92">
        <w:t>se tournant vers Mrs</w:t>
      </w:r>
      <w:r>
        <w:t xml:space="preserve">. </w:t>
      </w:r>
      <w:proofErr w:type="spellStart"/>
      <w:r w:rsidR="008C5C61" w:rsidRPr="004C3E92">
        <w:t>Dashwood</w:t>
      </w:r>
      <w:proofErr w:type="spellEnd"/>
      <w:r>
        <w:t xml:space="preserve">), </w:t>
      </w:r>
      <w:r w:rsidR="008C5C61" w:rsidRPr="004C3E92">
        <w:t>mais vous en avez fait quelque chose de vraiment charmant</w:t>
      </w:r>
      <w:r>
        <w:t xml:space="preserve"> ! </w:t>
      </w:r>
      <w:r w:rsidR="008C5C61" w:rsidRPr="004C3E92">
        <w:t>Regarde donc</w:t>
      </w:r>
      <w:r>
        <w:t xml:space="preserve">, </w:t>
      </w:r>
      <w:r w:rsidR="008C5C61" w:rsidRPr="004C3E92">
        <w:t>ma sœur</w:t>
      </w:r>
      <w:r>
        <w:t xml:space="preserve">, </w:t>
      </w:r>
      <w:r w:rsidR="008C5C61" w:rsidRPr="004C3E92">
        <w:t>comme tout est ravissant</w:t>
      </w:r>
      <w:r>
        <w:t xml:space="preserve"> ! </w:t>
      </w:r>
      <w:r w:rsidR="008C5C61" w:rsidRPr="004C3E92">
        <w:t>Comme j</w:t>
      </w:r>
      <w:r>
        <w:t>’</w:t>
      </w:r>
      <w:r w:rsidR="008C5C61" w:rsidRPr="004C3E92">
        <w:t>aimerais une maison pareille</w:t>
      </w:r>
      <w:r>
        <w:t xml:space="preserve">, </w:t>
      </w:r>
      <w:r w:rsidR="008C5C61" w:rsidRPr="004C3E92">
        <w:t>pour moi</w:t>
      </w:r>
      <w:r>
        <w:t xml:space="preserve"> ! </w:t>
      </w:r>
      <w:r w:rsidR="008C5C61" w:rsidRPr="004C3E92">
        <w:t>Cela ne vous plairait pas</w:t>
      </w:r>
      <w:r>
        <w:t xml:space="preserve">, </w:t>
      </w:r>
      <w:r w:rsidR="008C5C61" w:rsidRPr="004C3E92">
        <w:t>Mr</w:t>
      </w:r>
      <w:r>
        <w:t xml:space="preserve">. </w:t>
      </w:r>
      <w:r w:rsidR="008C5C61" w:rsidRPr="004C3E92">
        <w:t>Palmer</w:t>
      </w:r>
      <w:r>
        <w:t> ?</w:t>
      </w:r>
    </w:p>
    <w:p w14:paraId="66BDA680" w14:textId="77777777" w:rsidR="004A4993" w:rsidRDefault="008C5C61" w:rsidP="004A4993">
      <w:r w:rsidRPr="004C3E92">
        <w:t>Mr</w:t>
      </w:r>
      <w:r w:rsidR="004A4993">
        <w:t xml:space="preserve">. </w:t>
      </w:r>
      <w:r w:rsidRPr="004C3E92">
        <w:t>Palmer ne lui fit pas de réponse</w:t>
      </w:r>
      <w:r w:rsidR="004A4993">
        <w:t xml:space="preserve">, </w:t>
      </w:r>
      <w:r w:rsidRPr="004C3E92">
        <w:t>et ne leva même pas les yeux</w:t>
      </w:r>
      <w:r w:rsidR="004A4993">
        <w:t xml:space="preserve">, </w:t>
      </w:r>
      <w:r w:rsidRPr="004C3E92">
        <w:t>qu</w:t>
      </w:r>
      <w:r w:rsidR="004A4993">
        <w:t>’</w:t>
      </w:r>
      <w:r w:rsidRPr="004C3E92">
        <w:t>il tenait fixés sur le journal</w:t>
      </w:r>
      <w:r w:rsidR="004A4993">
        <w:t>.</w:t>
      </w:r>
    </w:p>
    <w:p w14:paraId="4289D4F0" w14:textId="77777777" w:rsidR="004A4993" w:rsidRDefault="004A4993" w:rsidP="004A4993">
      <w:r>
        <w:lastRenderedPageBreak/>
        <w:t>— </w:t>
      </w:r>
      <w:r w:rsidR="008C5C61" w:rsidRPr="004C3E92">
        <w:t>Mr</w:t>
      </w:r>
      <w:r>
        <w:t xml:space="preserve">. </w:t>
      </w:r>
      <w:r w:rsidR="008C5C61" w:rsidRPr="004C3E92">
        <w:t>Palmer ne m</w:t>
      </w:r>
      <w:r>
        <w:t>’</w:t>
      </w:r>
      <w:r w:rsidR="008C5C61" w:rsidRPr="004C3E92">
        <w:t>entend pas</w:t>
      </w:r>
      <w:r>
        <w:t xml:space="preserve">, </w:t>
      </w:r>
      <w:r w:rsidR="008C5C61" w:rsidRPr="004C3E92">
        <w:t>dit-elle</w:t>
      </w:r>
      <w:r>
        <w:t xml:space="preserve">, </w:t>
      </w:r>
      <w:r w:rsidR="008C5C61" w:rsidRPr="004C3E92">
        <w:t>riant</w:t>
      </w:r>
      <w:r>
        <w:t xml:space="preserve">. </w:t>
      </w:r>
      <w:r w:rsidR="008C5C61" w:rsidRPr="004C3E92">
        <w:t>Il ne m</w:t>
      </w:r>
      <w:r>
        <w:t>’</w:t>
      </w:r>
      <w:r w:rsidR="008C5C61" w:rsidRPr="004C3E92">
        <w:t>entend jamais</w:t>
      </w:r>
      <w:r>
        <w:t xml:space="preserve">, </w:t>
      </w:r>
      <w:r w:rsidR="008C5C61" w:rsidRPr="004C3E92">
        <w:t>parfois</w:t>
      </w:r>
      <w:r>
        <w:t xml:space="preserve">. </w:t>
      </w:r>
      <w:r w:rsidR="008C5C61" w:rsidRPr="004C3E92">
        <w:t>Comme c</w:t>
      </w:r>
      <w:r>
        <w:t>’</w:t>
      </w:r>
      <w:r w:rsidR="008C5C61" w:rsidRPr="004C3E92">
        <w:t>est ridicule</w:t>
      </w:r>
      <w:r>
        <w:t> !</w:t>
      </w:r>
    </w:p>
    <w:p w14:paraId="6568EC46" w14:textId="77777777" w:rsidR="004A4993" w:rsidRDefault="008C5C61" w:rsidP="004A4993">
      <w:r w:rsidRPr="004C3E92">
        <w:t>C</w:t>
      </w:r>
      <w:r w:rsidR="004A4993">
        <w:t>’</w:t>
      </w:r>
      <w:r w:rsidRPr="004C3E92">
        <w:t>était là une idée tout à fait nouvelle pour Mrs</w:t>
      </w:r>
      <w:r w:rsidR="004A4993">
        <w:t xml:space="preserve">. </w:t>
      </w:r>
      <w:proofErr w:type="spellStart"/>
      <w:r w:rsidRPr="004C3E92">
        <w:t>Das</w:t>
      </w:r>
      <w:r w:rsidRPr="004C3E92">
        <w:t>h</w:t>
      </w:r>
      <w:r w:rsidRPr="004C3E92">
        <w:t>wood</w:t>
      </w:r>
      <w:proofErr w:type="spellEnd"/>
      <w:r w:rsidR="004A4993">
        <w:t xml:space="preserve"> ; </w:t>
      </w:r>
      <w:r w:rsidRPr="004C3E92">
        <w:t>elle n</w:t>
      </w:r>
      <w:r w:rsidR="004A4993">
        <w:t>’</w:t>
      </w:r>
      <w:r w:rsidRPr="004C3E92">
        <w:t>avait jamais été habituée à trouver spirituelle l</w:t>
      </w:r>
      <w:r w:rsidR="004A4993">
        <w:t>’</w:t>
      </w:r>
      <w:r w:rsidRPr="004C3E92">
        <w:t>inattention chez qui que ce fût</w:t>
      </w:r>
      <w:r w:rsidR="004A4993">
        <w:t xml:space="preserve">, </w:t>
      </w:r>
      <w:r w:rsidRPr="004C3E92">
        <w:t>et ne put s</w:t>
      </w:r>
      <w:r w:rsidR="004A4993">
        <w:t>’</w:t>
      </w:r>
      <w:r w:rsidRPr="004C3E92">
        <w:t>empêcher de les r</w:t>
      </w:r>
      <w:r w:rsidRPr="004C3E92">
        <w:t>e</w:t>
      </w:r>
      <w:r w:rsidRPr="004C3E92">
        <w:t>garder tous les deux avec surprise</w:t>
      </w:r>
      <w:r w:rsidR="004A4993">
        <w:t>.</w:t>
      </w:r>
    </w:p>
    <w:p w14:paraId="17EA3843" w14:textId="77777777" w:rsidR="004A4993" w:rsidRDefault="008C5C61" w:rsidP="004A4993">
      <w:r w:rsidRPr="004C3E92">
        <w:t>Mrs</w:t>
      </w:r>
      <w:r w:rsidR="004A4993">
        <w:t xml:space="preserve">. </w:t>
      </w:r>
      <w:r w:rsidRPr="004C3E92">
        <w:t>Jennings</w:t>
      </w:r>
      <w:r w:rsidR="004A4993">
        <w:t xml:space="preserve">, </w:t>
      </w:r>
      <w:r w:rsidRPr="004C3E92">
        <w:t>entre temps</w:t>
      </w:r>
      <w:r w:rsidR="004A4993">
        <w:t xml:space="preserve">, </w:t>
      </w:r>
      <w:r w:rsidRPr="004C3E92">
        <w:t>continuait à parler aussi bruyamment que possible</w:t>
      </w:r>
      <w:r w:rsidR="004A4993">
        <w:t xml:space="preserve">, </w:t>
      </w:r>
      <w:r w:rsidRPr="004C3E92">
        <w:t>et poursuivait le récit de la surprise qu</w:t>
      </w:r>
      <w:r w:rsidR="004A4993">
        <w:t>’</w:t>
      </w:r>
      <w:r w:rsidRPr="004C3E92">
        <w:t>elle avait eue</w:t>
      </w:r>
      <w:r w:rsidR="004A4993">
        <w:t xml:space="preserve">, </w:t>
      </w:r>
      <w:r w:rsidRPr="004C3E92">
        <w:t>la veille au soir</w:t>
      </w:r>
      <w:r w:rsidR="004A4993">
        <w:t xml:space="preserve">, </w:t>
      </w:r>
      <w:r w:rsidRPr="004C3E92">
        <w:t>en voyant leurs amis</w:t>
      </w:r>
      <w:r w:rsidR="004A4993">
        <w:t xml:space="preserve">, </w:t>
      </w:r>
      <w:r w:rsidRPr="004C3E92">
        <w:t>sans s</w:t>
      </w:r>
      <w:r w:rsidR="004A4993">
        <w:t>’</w:t>
      </w:r>
      <w:r w:rsidRPr="004C3E92">
        <w:t>arrêter avant que tout ne fût dit</w:t>
      </w:r>
      <w:r w:rsidR="004A4993">
        <w:t xml:space="preserve">. </w:t>
      </w:r>
      <w:r w:rsidRPr="004C3E92">
        <w:t>Mrs</w:t>
      </w:r>
      <w:r w:rsidR="004A4993">
        <w:t xml:space="preserve">. </w:t>
      </w:r>
      <w:r w:rsidRPr="004C3E92">
        <w:t>Palmer rit de tout cœur au souvenir de leur étonnement</w:t>
      </w:r>
      <w:r w:rsidR="004A4993">
        <w:t xml:space="preserve">, </w:t>
      </w:r>
      <w:r w:rsidRPr="004C3E92">
        <w:t>et tout le monde s</w:t>
      </w:r>
      <w:r w:rsidR="004A4993">
        <w:t>’</w:t>
      </w:r>
      <w:r w:rsidRPr="004C3E92">
        <w:t>accorda</w:t>
      </w:r>
      <w:r w:rsidR="004A4993">
        <w:t xml:space="preserve">, </w:t>
      </w:r>
      <w:r w:rsidRPr="004C3E92">
        <w:t>à deux ou trois reprises</w:t>
      </w:r>
      <w:r w:rsidR="004A4993">
        <w:t xml:space="preserve">, </w:t>
      </w:r>
      <w:r w:rsidRPr="004C3E92">
        <w:t>à déclarer que cela avait été une surprise fort agréable</w:t>
      </w:r>
      <w:r w:rsidR="004A4993">
        <w:t>.</w:t>
      </w:r>
    </w:p>
    <w:p w14:paraId="4C2DEAEF" w14:textId="77777777" w:rsidR="004A4993" w:rsidRDefault="004A4993" w:rsidP="004A4993">
      <w:r>
        <w:t>— </w:t>
      </w:r>
      <w:r w:rsidR="008C5C61" w:rsidRPr="004C3E92">
        <w:t>Je vous laisse à penser si nous étions tous bien contents de les voir</w:t>
      </w:r>
      <w:r>
        <w:t xml:space="preserve">, </w:t>
      </w:r>
      <w:r w:rsidR="008C5C61" w:rsidRPr="004C3E92">
        <w:t>ajouta Mrs</w:t>
      </w:r>
      <w:r>
        <w:t xml:space="preserve">. </w:t>
      </w:r>
      <w:r w:rsidR="008C5C61" w:rsidRPr="004C3E92">
        <w:t>Jennings</w:t>
      </w:r>
      <w:r>
        <w:t xml:space="preserve">, </w:t>
      </w:r>
      <w:r w:rsidR="008C5C61" w:rsidRPr="004C3E92">
        <w:t xml:space="preserve">se penchant en avant vers </w:t>
      </w:r>
      <w:proofErr w:type="spellStart"/>
      <w:r w:rsidR="008C5C61" w:rsidRPr="004C3E92">
        <w:t>El</w:t>
      </w:r>
      <w:r w:rsidR="008C5C61" w:rsidRPr="004C3E92">
        <w:t>i</w:t>
      </w:r>
      <w:r w:rsidR="008C5C61" w:rsidRPr="004C3E92">
        <w:t>nor</w:t>
      </w:r>
      <w:proofErr w:type="spellEnd"/>
      <w:r>
        <w:t xml:space="preserve">, </w:t>
      </w:r>
      <w:r w:rsidR="008C5C61" w:rsidRPr="004C3E92">
        <w:t>et parlant à mi-voix</w:t>
      </w:r>
      <w:r>
        <w:t xml:space="preserve">, </w:t>
      </w:r>
      <w:r w:rsidR="008C5C61" w:rsidRPr="004C3E92">
        <w:t>comme si elle avait dessein de n</w:t>
      </w:r>
      <w:r>
        <w:t>’</w:t>
      </w:r>
      <w:r w:rsidR="008C5C61" w:rsidRPr="004C3E92">
        <w:t>être entendue de nul autre</w:t>
      </w:r>
      <w:r>
        <w:t xml:space="preserve">, </w:t>
      </w:r>
      <w:r w:rsidR="008C5C61" w:rsidRPr="004C3E92">
        <w:t>encore qu</w:t>
      </w:r>
      <w:r>
        <w:t>’</w:t>
      </w:r>
      <w:r w:rsidR="008C5C61" w:rsidRPr="004C3E92">
        <w:t>elles fussent assises de deux côtés différents de la pièce</w:t>
      </w:r>
      <w:r>
        <w:t xml:space="preserve"> ; </w:t>
      </w:r>
      <w:r w:rsidR="008C5C61" w:rsidRPr="004C3E92">
        <w:t>toutefois</w:t>
      </w:r>
      <w:r>
        <w:t xml:space="preserve">, </w:t>
      </w:r>
      <w:r w:rsidR="008C5C61" w:rsidRPr="004C3E92">
        <w:t>je n</w:t>
      </w:r>
      <w:r>
        <w:t>’</w:t>
      </w:r>
      <w:r w:rsidR="008C5C61" w:rsidRPr="004C3E92">
        <w:t>ai pu m</w:t>
      </w:r>
      <w:r>
        <w:t>’</w:t>
      </w:r>
      <w:r w:rsidR="008C5C61" w:rsidRPr="004C3E92">
        <w:t>empêcher de souhaiter qu</w:t>
      </w:r>
      <w:r>
        <w:t>’</w:t>
      </w:r>
      <w:r w:rsidR="008C5C61" w:rsidRPr="004C3E92">
        <w:t>ils n</w:t>
      </w:r>
      <w:r>
        <w:t>’</w:t>
      </w:r>
      <w:r w:rsidR="008C5C61" w:rsidRPr="004C3E92">
        <w:t>eussent pas voyagé tout à fait aussi vite</w:t>
      </w:r>
      <w:r>
        <w:t xml:space="preserve">, </w:t>
      </w:r>
      <w:r w:rsidR="008C5C61" w:rsidRPr="004C3E92">
        <w:t>ni fait un si long trajet d</w:t>
      </w:r>
      <w:r>
        <w:t>’</w:t>
      </w:r>
      <w:r w:rsidR="008C5C61" w:rsidRPr="004C3E92">
        <w:t>une traite</w:t>
      </w:r>
      <w:r>
        <w:t xml:space="preserve">, </w:t>
      </w:r>
      <w:r w:rsidR="008C5C61" w:rsidRPr="004C3E92">
        <w:t>car ils ont fait un détour par Lo</w:t>
      </w:r>
      <w:r w:rsidR="008C5C61" w:rsidRPr="004C3E92">
        <w:t>n</w:t>
      </w:r>
      <w:r w:rsidR="008C5C61" w:rsidRPr="004C3E92">
        <w:t>dres en raison de quelque affaire</w:t>
      </w:r>
      <w:r>
        <w:t xml:space="preserve">, </w:t>
      </w:r>
      <w:r w:rsidR="008C5C61" w:rsidRPr="004C3E92">
        <w:t>et</w:t>
      </w:r>
      <w:r>
        <w:t xml:space="preserve">, </w:t>
      </w:r>
      <w:r w:rsidR="008C5C61" w:rsidRPr="004C3E92">
        <w:t>savez-vous bien</w:t>
      </w:r>
      <w:r>
        <w:t xml:space="preserve"> (</w:t>
      </w:r>
      <w:r w:rsidR="008C5C61" w:rsidRPr="004C3E92">
        <w:t>hochant significativement la tête et désignant du doigt sa fille</w:t>
      </w:r>
      <w:r>
        <w:t xml:space="preserve">), </w:t>
      </w:r>
      <w:r w:rsidR="008C5C61" w:rsidRPr="004C3E92">
        <w:t>ç</w:t>
      </w:r>
      <w:r>
        <w:t>’</w:t>
      </w:r>
      <w:r w:rsidR="008C5C61" w:rsidRPr="004C3E92">
        <w:t>a été un tort</w:t>
      </w:r>
      <w:r>
        <w:t xml:space="preserve">, </w:t>
      </w:r>
      <w:r w:rsidR="008C5C61" w:rsidRPr="004C3E92">
        <w:t>dans son état</w:t>
      </w:r>
      <w:r>
        <w:t xml:space="preserve">. </w:t>
      </w:r>
      <w:r w:rsidR="008C5C61" w:rsidRPr="004C3E92">
        <w:t>Je voulais la voir rester à la maison et se r</w:t>
      </w:r>
      <w:r w:rsidR="008C5C61" w:rsidRPr="004C3E92">
        <w:t>e</w:t>
      </w:r>
      <w:r w:rsidR="008C5C61" w:rsidRPr="004C3E92">
        <w:t>poser ce matin</w:t>
      </w:r>
      <w:r>
        <w:t xml:space="preserve">, </w:t>
      </w:r>
      <w:r w:rsidR="008C5C61" w:rsidRPr="004C3E92">
        <w:t>mais elle a tenu à nous accompagner</w:t>
      </w:r>
      <w:r>
        <w:t xml:space="preserve"> ; </w:t>
      </w:r>
      <w:r w:rsidR="008C5C61" w:rsidRPr="004C3E92">
        <w:t>elle dés</w:t>
      </w:r>
      <w:r w:rsidR="008C5C61" w:rsidRPr="004C3E92">
        <w:t>i</w:t>
      </w:r>
      <w:r w:rsidR="008C5C61" w:rsidRPr="004C3E92">
        <w:t>rait tellement vous voir toutes</w:t>
      </w:r>
      <w:r>
        <w:t> !</w:t>
      </w:r>
    </w:p>
    <w:p w14:paraId="025196C0" w14:textId="77777777" w:rsidR="004A4993" w:rsidRDefault="008C5C61" w:rsidP="004A4993">
      <w:r w:rsidRPr="004C3E92">
        <w:t>Mrs</w:t>
      </w:r>
      <w:r w:rsidR="004A4993">
        <w:t xml:space="preserve">. </w:t>
      </w:r>
      <w:r w:rsidRPr="004C3E92">
        <w:t>Palmer se mit à rire</w:t>
      </w:r>
      <w:r w:rsidR="004A4993">
        <w:t xml:space="preserve">, </w:t>
      </w:r>
      <w:r w:rsidRPr="004C3E92">
        <w:t>et dit que cela ne lui ferait aucun mal</w:t>
      </w:r>
      <w:r w:rsidR="004A4993">
        <w:t>.</w:t>
      </w:r>
    </w:p>
    <w:p w14:paraId="19A9D515" w14:textId="77777777" w:rsidR="004A4993" w:rsidRDefault="004A4993" w:rsidP="004A4993">
      <w:r>
        <w:t>— </w:t>
      </w:r>
      <w:r w:rsidR="008C5C61" w:rsidRPr="004C3E92">
        <w:t>Elle s</w:t>
      </w:r>
      <w:r>
        <w:t>’</w:t>
      </w:r>
      <w:r w:rsidR="008C5C61" w:rsidRPr="004C3E92">
        <w:t>attend à faire ses couches en février</w:t>
      </w:r>
      <w:r>
        <w:t xml:space="preserve">, </w:t>
      </w:r>
      <w:r w:rsidR="008C5C61" w:rsidRPr="004C3E92">
        <w:t>reprit Mrs</w:t>
      </w:r>
      <w:r>
        <w:t xml:space="preserve">. </w:t>
      </w:r>
      <w:r w:rsidR="008C5C61" w:rsidRPr="004C3E92">
        <w:t>Jennings</w:t>
      </w:r>
      <w:r>
        <w:t>.</w:t>
      </w:r>
    </w:p>
    <w:p w14:paraId="3FE0D59E" w14:textId="77777777" w:rsidR="004A4993" w:rsidRDefault="008C5C61" w:rsidP="004A4993">
      <w:r w:rsidRPr="004C3E92">
        <w:lastRenderedPageBreak/>
        <w:t>Lady Middleton ne pouvait plus tolérer une telle convers</w:t>
      </w:r>
      <w:r w:rsidRPr="004C3E92">
        <w:t>a</w:t>
      </w:r>
      <w:r w:rsidRPr="004C3E92">
        <w:t>tion</w:t>
      </w:r>
      <w:r w:rsidR="004A4993">
        <w:t xml:space="preserve">, </w:t>
      </w:r>
      <w:r w:rsidRPr="004C3E92">
        <w:t>et elle s</w:t>
      </w:r>
      <w:r w:rsidR="004A4993">
        <w:t>’</w:t>
      </w:r>
      <w:r w:rsidRPr="004C3E92">
        <w:t>évertua donc à demander à Mr</w:t>
      </w:r>
      <w:r w:rsidR="004A4993">
        <w:t xml:space="preserve">. </w:t>
      </w:r>
      <w:r w:rsidRPr="004C3E92">
        <w:t>Palmer s</w:t>
      </w:r>
      <w:r w:rsidR="004A4993">
        <w:t>’</w:t>
      </w:r>
      <w:r w:rsidRPr="004C3E92">
        <w:t>il y avait des nouvelles dans le journal</w:t>
      </w:r>
      <w:r w:rsidR="004A4993">
        <w:t>.</w:t>
      </w:r>
    </w:p>
    <w:p w14:paraId="70531EAE" w14:textId="77777777" w:rsidR="004A4993" w:rsidRDefault="004A4993" w:rsidP="004A4993">
      <w:r>
        <w:t>— </w:t>
      </w:r>
      <w:r w:rsidR="008C5C61" w:rsidRPr="004C3E92">
        <w:t>Non</w:t>
      </w:r>
      <w:r>
        <w:t xml:space="preserve">, </w:t>
      </w:r>
      <w:r w:rsidR="008C5C61" w:rsidRPr="004C3E92">
        <w:t>absolument aucune</w:t>
      </w:r>
      <w:r>
        <w:t xml:space="preserve">, </w:t>
      </w:r>
      <w:r w:rsidR="008C5C61" w:rsidRPr="004C3E92">
        <w:t>répondit-il</w:t>
      </w:r>
      <w:r>
        <w:t xml:space="preserve">, </w:t>
      </w:r>
      <w:r w:rsidR="008C5C61" w:rsidRPr="004C3E92">
        <w:t>et il continua à lire</w:t>
      </w:r>
      <w:r>
        <w:t>.</w:t>
      </w:r>
    </w:p>
    <w:p w14:paraId="315BD95D" w14:textId="77777777" w:rsidR="004A4993" w:rsidRDefault="004A4993" w:rsidP="004A4993">
      <w:r>
        <w:t>— </w:t>
      </w:r>
      <w:r w:rsidR="008C5C61" w:rsidRPr="004C3E92">
        <w:t>Voici venir Marianne</w:t>
      </w:r>
      <w:r>
        <w:t xml:space="preserve">, </w:t>
      </w:r>
      <w:r w:rsidR="008C5C61" w:rsidRPr="004C3E92">
        <w:t>s</w:t>
      </w:r>
      <w:r>
        <w:t>’</w:t>
      </w:r>
      <w:r w:rsidR="008C5C61" w:rsidRPr="004C3E92">
        <w:t>écria Sir John</w:t>
      </w:r>
      <w:r>
        <w:t xml:space="preserve">. </w:t>
      </w:r>
      <w:r w:rsidR="008C5C61" w:rsidRPr="004C3E92">
        <w:t>Allons</w:t>
      </w:r>
      <w:r>
        <w:t xml:space="preserve">, </w:t>
      </w:r>
      <w:r w:rsidR="008C5C61" w:rsidRPr="004C3E92">
        <w:t>Palmer</w:t>
      </w:r>
      <w:r>
        <w:t xml:space="preserve">, </w:t>
      </w:r>
      <w:r w:rsidR="008C5C61" w:rsidRPr="004C3E92">
        <w:t>vous allez voir une jeune fille effroyablement jolie</w:t>
      </w:r>
      <w:r>
        <w:t> !</w:t>
      </w:r>
    </w:p>
    <w:p w14:paraId="65C8C921" w14:textId="77777777" w:rsidR="004A4993" w:rsidRDefault="008C5C61" w:rsidP="004A4993">
      <w:r w:rsidRPr="004C3E92">
        <w:t>Il alla immédiatement dans le couloir</w:t>
      </w:r>
      <w:r w:rsidR="004A4993">
        <w:t xml:space="preserve">, </w:t>
      </w:r>
      <w:r w:rsidRPr="004C3E92">
        <w:t>ouvrit la porte d</w:t>
      </w:r>
      <w:r w:rsidR="004A4993">
        <w:t>’</w:t>
      </w:r>
      <w:r w:rsidRPr="004C3E92">
        <w:t>entrée</w:t>
      </w:r>
      <w:r w:rsidR="004A4993">
        <w:t xml:space="preserve">, </w:t>
      </w:r>
      <w:r w:rsidRPr="004C3E92">
        <w:t>et la fit entrer lui-même</w:t>
      </w:r>
      <w:r w:rsidR="004A4993">
        <w:t xml:space="preserve">. </w:t>
      </w:r>
      <w:r w:rsidRPr="004C3E92">
        <w:t>Mrs</w:t>
      </w:r>
      <w:r w:rsidR="004A4993">
        <w:t xml:space="preserve">. </w:t>
      </w:r>
      <w:r w:rsidRPr="004C3E92">
        <w:t>Jennings lui demanda</w:t>
      </w:r>
      <w:r w:rsidR="004A4993">
        <w:t xml:space="preserve">, </w:t>
      </w:r>
      <w:r w:rsidRPr="004C3E92">
        <w:t>aussitôt qu</w:t>
      </w:r>
      <w:r w:rsidR="004A4993">
        <w:t>’</w:t>
      </w:r>
      <w:r w:rsidRPr="004C3E92">
        <w:t>elle parut</w:t>
      </w:r>
      <w:r w:rsidR="004A4993">
        <w:t xml:space="preserve">, </w:t>
      </w:r>
      <w:r w:rsidRPr="004C3E92">
        <w:t>si elle n</w:t>
      </w:r>
      <w:r w:rsidR="004A4993">
        <w:t>’</w:t>
      </w:r>
      <w:r w:rsidRPr="004C3E92">
        <w:t xml:space="preserve">était pas allée à </w:t>
      </w:r>
      <w:proofErr w:type="spellStart"/>
      <w:r w:rsidRPr="004C3E92">
        <w:t>Allenham</w:t>
      </w:r>
      <w:proofErr w:type="spellEnd"/>
      <w:r w:rsidR="004A4993">
        <w:t xml:space="preserve"> ; </w:t>
      </w:r>
      <w:r w:rsidRPr="004C3E92">
        <w:t>et Mrs</w:t>
      </w:r>
      <w:r w:rsidR="004A4993">
        <w:t xml:space="preserve">. </w:t>
      </w:r>
      <w:r w:rsidRPr="004C3E92">
        <w:t>Palmer se mit à rire de si bon cœur à cette question</w:t>
      </w:r>
      <w:r w:rsidR="004A4993">
        <w:t xml:space="preserve">, </w:t>
      </w:r>
      <w:r w:rsidRPr="004C3E92">
        <w:t>qu</w:t>
      </w:r>
      <w:r w:rsidR="004A4993">
        <w:t>’</w:t>
      </w:r>
      <w:r w:rsidRPr="004C3E92">
        <w:t>il était visible qu</w:t>
      </w:r>
      <w:r w:rsidR="004A4993">
        <w:t>’</w:t>
      </w:r>
      <w:r w:rsidRPr="004C3E92">
        <w:t>elle la comprenait</w:t>
      </w:r>
      <w:r w:rsidR="004A4993">
        <w:t xml:space="preserve">. </w:t>
      </w:r>
      <w:r w:rsidRPr="004C3E92">
        <w:t>Mr</w:t>
      </w:r>
      <w:r w:rsidR="004A4993">
        <w:t xml:space="preserve">. </w:t>
      </w:r>
      <w:r w:rsidRPr="004C3E92">
        <w:t>Palmer leva les yeux à l</w:t>
      </w:r>
      <w:r w:rsidR="004A4993">
        <w:t>’</w:t>
      </w:r>
      <w:r w:rsidRPr="004C3E92">
        <w:t>entrée de Marianne</w:t>
      </w:r>
      <w:r w:rsidR="004A4993">
        <w:t xml:space="preserve">, </w:t>
      </w:r>
      <w:r w:rsidRPr="004C3E92">
        <w:t>et se remit alors à son journal</w:t>
      </w:r>
      <w:r w:rsidR="004A4993">
        <w:t xml:space="preserve">. </w:t>
      </w:r>
      <w:r w:rsidRPr="004C3E92">
        <w:t>Le regard de Mrs</w:t>
      </w:r>
      <w:r w:rsidR="004A4993">
        <w:t xml:space="preserve">. </w:t>
      </w:r>
      <w:r w:rsidRPr="004C3E92">
        <w:t>Palmer fut à présent attiré par les dessins qui étaient accrochés tout autour de la pièce</w:t>
      </w:r>
      <w:r w:rsidR="004A4993">
        <w:t xml:space="preserve">. </w:t>
      </w:r>
      <w:r w:rsidRPr="004C3E92">
        <w:t>Elle se leva pour les examiner</w:t>
      </w:r>
      <w:r w:rsidR="004A4993">
        <w:t>.</w:t>
      </w:r>
    </w:p>
    <w:p w14:paraId="375C5250" w14:textId="77777777" w:rsidR="004A4993" w:rsidRDefault="004A4993" w:rsidP="004A4993">
      <w:r>
        <w:t>— </w:t>
      </w:r>
      <w:r w:rsidR="008C5C61" w:rsidRPr="004C3E92">
        <w:t>Oh</w:t>
      </w:r>
      <w:r>
        <w:t xml:space="preserve">, </w:t>
      </w:r>
      <w:r w:rsidR="008C5C61" w:rsidRPr="004C3E92">
        <w:t>mon Dieu</w:t>
      </w:r>
      <w:r>
        <w:t xml:space="preserve">, </w:t>
      </w:r>
      <w:r w:rsidR="008C5C61" w:rsidRPr="004C3E92">
        <w:t>comme ils sont beaux</w:t>
      </w:r>
      <w:r>
        <w:t xml:space="preserve"> ! </w:t>
      </w:r>
      <w:r w:rsidR="008C5C61" w:rsidRPr="004C3E92">
        <w:t>Vraiment</w:t>
      </w:r>
      <w:r>
        <w:t xml:space="preserve">, </w:t>
      </w:r>
      <w:r w:rsidR="008C5C61" w:rsidRPr="004C3E92">
        <w:t>comme c</w:t>
      </w:r>
      <w:r>
        <w:t>’</w:t>
      </w:r>
      <w:r w:rsidR="008C5C61" w:rsidRPr="004C3E92">
        <w:t>est charmant</w:t>
      </w:r>
      <w:r>
        <w:t xml:space="preserve"> ! </w:t>
      </w:r>
      <w:r w:rsidR="008C5C61" w:rsidRPr="004C3E92">
        <w:t>Mais regardez donc</w:t>
      </w:r>
      <w:r>
        <w:t xml:space="preserve">, </w:t>
      </w:r>
      <w:r w:rsidR="008C5C61" w:rsidRPr="004C3E92">
        <w:t>maman</w:t>
      </w:r>
      <w:r>
        <w:t xml:space="preserve">, </w:t>
      </w:r>
      <w:r w:rsidR="008C5C61" w:rsidRPr="004C3E92">
        <w:t>comme c</w:t>
      </w:r>
      <w:r>
        <w:t>’</w:t>
      </w:r>
      <w:r w:rsidR="008C5C61" w:rsidRPr="004C3E92">
        <w:t>est joli</w:t>
      </w:r>
      <w:r>
        <w:t xml:space="preserve"> ! </w:t>
      </w:r>
      <w:r w:rsidR="008C5C61" w:rsidRPr="004C3E92">
        <w:t>Je le déclare</w:t>
      </w:r>
      <w:r>
        <w:t xml:space="preserve">, </w:t>
      </w:r>
      <w:r w:rsidR="008C5C61" w:rsidRPr="004C3E92">
        <w:t>ils sont absolument ravissants</w:t>
      </w:r>
      <w:r>
        <w:t xml:space="preserve"> ; </w:t>
      </w:r>
      <w:r w:rsidR="008C5C61" w:rsidRPr="004C3E92">
        <w:t>je pourrais les contempler à jamais</w:t>
      </w:r>
      <w:r>
        <w:t xml:space="preserve">. </w:t>
      </w:r>
      <w:r w:rsidR="008C5C61" w:rsidRPr="004C3E92">
        <w:t>Après quoi</w:t>
      </w:r>
      <w:r>
        <w:t xml:space="preserve">, </w:t>
      </w:r>
      <w:r w:rsidR="008C5C61" w:rsidRPr="004C3E92">
        <w:t>se rasseyant</w:t>
      </w:r>
      <w:r>
        <w:t xml:space="preserve">, </w:t>
      </w:r>
      <w:r w:rsidR="008C5C61" w:rsidRPr="004C3E92">
        <w:t>elle ne tarda pas à oublier qu</w:t>
      </w:r>
      <w:r>
        <w:t>’</w:t>
      </w:r>
      <w:r w:rsidR="008C5C61" w:rsidRPr="004C3E92">
        <w:t>il y eût rien de semblable dans la pièce</w:t>
      </w:r>
      <w:r>
        <w:t>.</w:t>
      </w:r>
    </w:p>
    <w:p w14:paraId="6E05D1DC" w14:textId="77777777" w:rsidR="004A4993" w:rsidRDefault="008C5C61" w:rsidP="004A4993">
      <w:r w:rsidRPr="004C3E92">
        <w:t>Quand lady Middleton se leva pour partir</w:t>
      </w:r>
      <w:r w:rsidR="004A4993">
        <w:t xml:space="preserve">, </w:t>
      </w:r>
      <w:r w:rsidRPr="004C3E92">
        <w:t>Mr</w:t>
      </w:r>
      <w:r w:rsidR="004A4993">
        <w:t xml:space="preserve">. </w:t>
      </w:r>
      <w:r w:rsidRPr="004C3E92">
        <w:t>Palmer se leva aussi</w:t>
      </w:r>
      <w:r w:rsidR="004A4993">
        <w:t xml:space="preserve">, </w:t>
      </w:r>
      <w:r w:rsidRPr="004C3E92">
        <w:t>reposa le journal</w:t>
      </w:r>
      <w:r w:rsidR="004A4993">
        <w:t xml:space="preserve">, </w:t>
      </w:r>
      <w:r w:rsidRPr="004C3E92">
        <w:t>s</w:t>
      </w:r>
      <w:r w:rsidR="004A4993">
        <w:t>’</w:t>
      </w:r>
      <w:r w:rsidRPr="004C3E92">
        <w:t>étira</w:t>
      </w:r>
      <w:r w:rsidR="004A4993">
        <w:t xml:space="preserve">, </w:t>
      </w:r>
      <w:r w:rsidRPr="004C3E92">
        <w:t>et les contempla à la ronde</w:t>
      </w:r>
      <w:r w:rsidR="004A4993">
        <w:t>.</w:t>
      </w:r>
    </w:p>
    <w:p w14:paraId="6753B253" w14:textId="77777777" w:rsidR="004A4993" w:rsidRDefault="004A4993" w:rsidP="004A4993">
      <w:r>
        <w:t>— </w:t>
      </w:r>
      <w:r w:rsidR="008C5C61" w:rsidRPr="004C3E92">
        <w:t>Mon chéri</w:t>
      </w:r>
      <w:r>
        <w:t xml:space="preserve">, </w:t>
      </w:r>
      <w:r w:rsidR="008C5C61" w:rsidRPr="004C3E92">
        <w:t>vous avez dormi</w:t>
      </w:r>
      <w:r>
        <w:t xml:space="preserve"> ? </w:t>
      </w:r>
      <w:r w:rsidR="008C5C61" w:rsidRPr="004C3E92">
        <w:t>dit sa femme</w:t>
      </w:r>
      <w:r>
        <w:t xml:space="preserve">, </w:t>
      </w:r>
      <w:r w:rsidR="008C5C61" w:rsidRPr="004C3E92">
        <w:t>en riant</w:t>
      </w:r>
      <w:r>
        <w:t xml:space="preserve">. </w:t>
      </w:r>
      <w:r w:rsidR="008C5C61" w:rsidRPr="004C3E92">
        <w:t>Il ne lui fit aucune réponse</w:t>
      </w:r>
      <w:r>
        <w:t xml:space="preserve">, </w:t>
      </w:r>
      <w:r w:rsidR="008C5C61" w:rsidRPr="004C3E92">
        <w:t>et se contenta de dire</w:t>
      </w:r>
      <w:r>
        <w:t xml:space="preserve">, </w:t>
      </w:r>
      <w:r w:rsidR="008C5C61" w:rsidRPr="004C3E92">
        <w:t>après avoir de nouveau examiné la pièce</w:t>
      </w:r>
      <w:r>
        <w:t xml:space="preserve">, </w:t>
      </w:r>
      <w:r w:rsidR="008C5C61" w:rsidRPr="004C3E92">
        <w:t>qu</w:t>
      </w:r>
      <w:r>
        <w:t>’</w:t>
      </w:r>
      <w:r w:rsidR="008C5C61" w:rsidRPr="004C3E92">
        <w:t>elle avait le plafond très bas</w:t>
      </w:r>
      <w:r>
        <w:t xml:space="preserve">, </w:t>
      </w:r>
      <w:r w:rsidR="008C5C61" w:rsidRPr="004C3E92">
        <w:t>et de travers</w:t>
      </w:r>
      <w:r>
        <w:t xml:space="preserve">. </w:t>
      </w:r>
      <w:r w:rsidR="008C5C61" w:rsidRPr="004C3E92">
        <w:t>Là-dessus</w:t>
      </w:r>
      <w:r>
        <w:t xml:space="preserve">, </w:t>
      </w:r>
      <w:r w:rsidR="008C5C61" w:rsidRPr="004C3E92">
        <w:t>il s</w:t>
      </w:r>
      <w:r>
        <w:t>’</w:t>
      </w:r>
      <w:r w:rsidR="008C5C61" w:rsidRPr="004C3E92">
        <w:t>inclina</w:t>
      </w:r>
      <w:r>
        <w:t xml:space="preserve">, </w:t>
      </w:r>
      <w:r w:rsidR="008C5C61" w:rsidRPr="004C3E92">
        <w:t>et partit avec les autres</w:t>
      </w:r>
      <w:r>
        <w:t>.</w:t>
      </w:r>
    </w:p>
    <w:p w14:paraId="6D8CE69D" w14:textId="77777777" w:rsidR="004A4993" w:rsidRDefault="008C5C61" w:rsidP="004A4993">
      <w:r w:rsidRPr="004C3E92">
        <w:lastRenderedPageBreak/>
        <w:t>Sir John avait vivement insisté auprès d</w:t>
      </w:r>
      <w:r w:rsidR="004A4993">
        <w:t>’</w:t>
      </w:r>
      <w:r w:rsidRPr="004C3E92">
        <w:t>elles toutes pour qu</w:t>
      </w:r>
      <w:r w:rsidR="004A4993">
        <w:t>’</w:t>
      </w:r>
      <w:r w:rsidRPr="004C3E92">
        <w:t>elles vinssent passer la journée du lendemain au Park</w:t>
      </w:r>
      <w:r w:rsidR="004A4993">
        <w:t xml:space="preserve">. </w:t>
      </w:r>
      <w:r w:rsidRPr="004C3E92">
        <w:t>Mrs</w:t>
      </w:r>
      <w:r w:rsidR="004A4993">
        <w:t xml:space="preserve">. </w:t>
      </w:r>
      <w:proofErr w:type="spellStart"/>
      <w:r w:rsidRPr="004C3E92">
        <w:t>Dashwood</w:t>
      </w:r>
      <w:proofErr w:type="spellEnd"/>
      <w:r w:rsidR="004A4993">
        <w:t xml:space="preserve">, </w:t>
      </w:r>
      <w:r w:rsidRPr="004C3E92">
        <w:t>qui ne désirait pas dîner chez eux plus souvent qu</w:t>
      </w:r>
      <w:r w:rsidR="004A4993">
        <w:t>’</w:t>
      </w:r>
      <w:r w:rsidRPr="004C3E92">
        <w:t>ils ne dînaient à la maisonnette</w:t>
      </w:r>
      <w:r w:rsidR="004A4993">
        <w:t xml:space="preserve">, </w:t>
      </w:r>
      <w:r w:rsidRPr="004C3E92">
        <w:t>refusa fermement</w:t>
      </w:r>
      <w:r w:rsidR="004A4993">
        <w:t xml:space="preserve">, </w:t>
      </w:r>
      <w:r w:rsidRPr="004C3E92">
        <w:t>quant à elle</w:t>
      </w:r>
      <w:r w:rsidR="004A4993">
        <w:t xml:space="preserve"> ; </w:t>
      </w:r>
      <w:r w:rsidRPr="004C3E92">
        <w:t>ses filles pouvaient agir à leur guise</w:t>
      </w:r>
      <w:r w:rsidR="004A4993">
        <w:t xml:space="preserve">. </w:t>
      </w:r>
      <w:r w:rsidRPr="004C3E92">
        <w:t>Mais elles n</w:t>
      </w:r>
      <w:r w:rsidR="004A4993">
        <w:t>’</w:t>
      </w:r>
      <w:r w:rsidRPr="004C3E92">
        <w:t>avaient aucune curiosité de voir comment Mr</w:t>
      </w:r>
      <w:r w:rsidR="004A4993">
        <w:t xml:space="preserve">. </w:t>
      </w:r>
      <w:r w:rsidRPr="004C3E92">
        <w:t>et Mrs</w:t>
      </w:r>
      <w:r w:rsidR="004A4993">
        <w:t xml:space="preserve">. </w:t>
      </w:r>
      <w:r w:rsidRPr="004C3E92">
        <w:t>Palmer mangeaient leur dîner</w:t>
      </w:r>
      <w:r w:rsidR="004A4993">
        <w:t xml:space="preserve">, </w:t>
      </w:r>
      <w:r w:rsidRPr="004C3E92">
        <w:t>et n</w:t>
      </w:r>
      <w:r w:rsidR="004A4993">
        <w:t>’</w:t>
      </w:r>
      <w:r w:rsidRPr="004C3E92">
        <w:t>attendaient d</w:t>
      </w:r>
      <w:r w:rsidR="004A4993">
        <w:t>’</w:t>
      </w:r>
      <w:r w:rsidRPr="004C3E92">
        <w:t>eux aucun autre genre de plaisir</w:t>
      </w:r>
      <w:r w:rsidR="004A4993">
        <w:t xml:space="preserve">. </w:t>
      </w:r>
      <w:r w:rsidRPr="004C3E92">
        <w:t>Elles essayèrent</w:t>
      </w:r>
      <w:r w:rsidR="004A4993">
        <w:t xml:space="preserve">, </w:t>
      </w:r>
      <w:r w:rsidRPr="004C3E92">
        <w:t>en conséquence</w:t>
      </w:r>
      <w:r w:rsidR="004A4993">
        <w:t xml:space="preserve">, </w:t>
      </w:r>
      <w:r w:rsidRPr="004C3E92">
        <w:t>de s</w:t>
      </w:r>
      <w:r w:rsidR="004A4993">
        <w:t>’</w:t>
      </w:r>
      <w:r w:rsidRPr="004C3E92">
        <w:t>excuser de même</w:t>
      </w:r>
      <w:r w:rsidR="004A4993">
        <w:t xml:space="preserve"> ; </w:t>
      </w:r>
      <w:r w:rsidRPr="004C3E92">
        <w:t>le temps était incertain</w:t>
      </w:r>
      <w:r w:rsidR="004A4993">
        <w:t xml:space="preserve">, </w:t>
      </w:r>
      <w:r w:rsidRPr="004C3E92">
        <w:t>et avait peu de chances d</w:t>
      </w:r>
      <w:r w:rsidR="004A4993">
        <w:t>’</w:t>
      </w:r>
      <w:r w:rsidRPr="004C3E92">
        <w:t>être beau</w:t>
      </w:r>
      <w:r w:rsidR="004A4993">
        <w:t xml:space="preserve">. </w:t>
      </w:r>
      <w:r w:rsidRPr="004C3E92">
        <w:t>Mais Sir John ne voulut pas se rendre à leurs raisons</w:t>
      </w:r>
      <w:r w:rsidR="004A4993">
        <w:t xml:space="preserve"> – </w:t>
      </w:r>
      <w:r w:rsidRPr="004C3E92">
        <w:t>on leur enverrait la voiture</w:t>
      </w:r>
      <w:r w:rsidR="004A4993">
        <w:t xml:space="preserve">, </w:t>
      </w:r>
      <w:r w:rsidRPr="004C3E92">
        <w:t>et il fallait qu</w:t>
      </w:r>
      <w:r w:rsidR="004A4993">
        <w:t>’</w:t>
      </w:r>
      <w:r w:rsidRPr="004C3E92">
        <w:t>elles vinssent</w:t>
      </w:r>
      <w:r w:rsidR="004A4993">
        <w:t xml:space="preserve">. </w:t>
      </w:r>
      <w:r w:rsidRPr="004C3E92">
        <w:t>Lady Middleton</w:t>
      </w:r>
      <w:r w:rsidR="004A4993">
        <w:t xml:space="preserve">, </w:t>
      </w:r>
      <w:r w:rsidRPr="004C3E92">
        <w:t>égal</w:t>
      </w:r>
      <w:r w:rsidRPr="004C3E92">
        <w:t>e</w:t>
      </w:r>
      <w:r w:rsidRPr="004C3E92">
        <w:t>ment</w:t>
      </w:r>
      <w:r w:rsidR="004A4993">
        <w:t xml:space="preserve">, </w:t>
      </w:r>
      <w:r w:rsidRPr="004C3E92">
        <w:t>bien qu</w:t>
      </w:r>
      <w:r w:rsidR="004A4993">
        <w:t>’</w:t>
      </w:r>
      <w:r w:rsidRPr="004C3E92">
        <w:t>elle n</w:t>
      </w:r>
      <w:r w:rsidR="004A4993">
        <w:t>’</w:t>
      </w:r>
      <w:r w:rsidRPr="004C3E92">
        <w:t>insistât pas auprès de leur mère</w:t>
      </w:r>
      <w:r w:rsidR="004A4993">
        <w:t xml:space="preserve">, </w:t>
      </w:r>
      <w:r w:rsidRPr="004C3E92">
        <w:t>les pressa vivement d</w:t>
      </w:r>
      <w:r w:rsidR="004A4993">
        <w:t>’</w:t>
      </w:r>
      <w:r w:rsidRPr="004C3E92">
        <w:t>accepter</w:t>
      </w:r>
      <w:r w:rsidR="004A4993">
        <w:t xml:space="preserve">. </w:t>
      </w:r>
      <w:r w:rsidRPr="004C3E92">
        <w:t>Mrs</w:t>
      </w:r>
      <w:r w:rsidR="004A4993">
        <w:t xml:space="preserve">. </w:t>
      </w:r>
      <w:r w:rsidRPr="004C3E92">
        <w:t>Jennings et Mrs</w:t>
      </w:r>
      <w:r w:rsidR="004A4993">
        <w:t xml:space="preserve">. </w:t>
      </w:r>
      <w:r w:rsidRPr="004C3E92">
        <w:t>Palmer y joignirent leurs instances</w:t>
      </w:r>
      <w:r w:rsidR="004A4993">
        <w:t xml:space="preserve"> ; </w:t>
      </w:r>
      <w:r w:rsidRPr="004C3E92">
        <w:t>tout le monde semblait également désireux d</w:t>
      </w:r>
      <w:r w:rsidR="004A4993">
        <w:t>’</w:t>
      </w:r>
      <w:r w:rsidRPr="004C3E92">
        <w:t>éviter une réunion de famille</w:t>
      </w:r>
      <w:r w:rsidR="004A4993">
        <w:t xml:space="preserve">, </w:t>
      </w:r>
      <w:r w:rsidRPr="004C3E92">
        <w:t>et les jeunes filles furent contraintes de céder</w:t>
      </w:r>
      <w:r w:rsidR="004A4993">
        <w:t>.</w:t>
      </w:r>
    </w:p>
    <w:p w14:paraId="0724134A" w14:textId="77777777" w:rsidR="004A4993" w:rsidRDefault="004A4993" w:rsidP="004A4993">
      <w:r>
        <w:t>— </w:t>
      </w:r>
      <w:r w:rsidR="008C5C61" w:rsidRPr="004C3E92">
        <w:t>Pourquoi faut-il qu</w:t>
      </w:r>
      <w:r>
        <w:t>’</w:t>
      </w:r>
      <w:r w:rsidR="008C5C61" w:rsidRPr="004C3E92">
        <w:t>ils nous invitent</w:t>
      </w:r>
      <w:r>
        <w:t xml:space="preserve"> ? </w:t>
      </w:r>
      <w:r w:rsidR="008C5C61" w:rsidRPr="004C3E92">
        <w:t>dit Marianne</w:t>
      </w:r>
      <w:r>
        <w:t xml:space="preserve">, </w:t>
      </w:r>
      <w:r w:rsidR="008C5C61" w:rsidRPr="004C3E92">
        <w:t>au</w:t>
      </w:r>
      <w:r w:rsidR="008C5C61" w:rsidRPr="004C3E92">
        <w:t>s</w:t>
      </w:r>
      <w:r w:rsidR="008C5C61" w:rsidRPr="004C3E92">
        <w:t>sitôt qu</w:t>
      </w:r>
      <w:r>
        <w:t>’</w:t>
      </w:r>
      <w:r w:rsidR="008C5C61" w:rsidRPr="004C3E92">
        <w:t>ils furent partis</w:t>
      </w:r>
      <w:r>
        <w:t xml:space="preserve">. </w:t>
      </w:r>
      <w:r w:rsidR="008C5C61" w:rsidRPr="004C3E92">
        <w:t>Le loyer de cette maisonnette est</w:t>
      </w:r>
      <w:r>
        <w:t xml:space="preserve">, </w:t>
      </w:r>
      <w:r w:rsidR="008C5C61" w:rsidRPr="004C3E92">
        <w:t>dit-on</w:t>
      </w:r>
      <w:r>
        <w:t xml:space="preserve">, </w:t>
      </w:r>
      <w:r w:rsidR="008C5C61" w:rsidRPr="004C3E92">
        <w:t>fort bas</w:t>
      </w:r>
      <w:r>
        <w:t xml:space="preserve"> ; </w:t>
      </w:r>
      <w:r w:rsidR="008C5C61" w:rsidRPr="004C3E92">
        <w:t>mais nous l</w:t>
      </w:r>
      <w:r>
        <w:t>’</w:t>
      </w:r>
      <w:r w:rsidR="008C5C61" w:rsidRPr="004C3E92">
        <w:t>avons à des conditions fort dures</w:t>
      </w:r>
      <w:r>
        <w:t xml:space="preserve">, </w:t>
      </w:r>
      <w:r w:rsidR="008C5C61" w:rsidRPr="004C3E92">
        <w:t>s</w:t>
      </w:r>
      <w:r>
        <w:t>’</w:t>
      </w:r>
      <w:r w:rsidR="008C5C61" w:rsidRPr="004C3E92">
        <w:t>il faut que nous dînions au Park chaque fois que quelqu</w:t>
      </w:r>
      <w:r>
        <w:t>’</w:t>
      </w:r>
      <w:r w:rsidR="008C5C61" w:rsidRPr="004C3E92">
        <w:t>un est r</w:t>
      </w:r>
      <w:r w:rsidR="008C5C61" w:rsidRPr="004C3E92">
        <w:t>e</w:t>
      </w:r>
      <w:r w:rsidR="008C5C61" w:rsidRPr="004C3E92">
        <w:t>çu</w:t>
      </w:r>
      <w:r>
        <w:t xml:space="preserve">, </w:t>
      </w:r>
      <w:r w:rsidR="008C5C61" w:rsidRPr="004C3E92">
        <w:t>soit chez eux</w:t>
      </w:r>
      <w:r>
        <w:t xml:space="preserve">, </w:t>
      </w:r>
      <w:r w:rsidR="008C5C61" w:rsidRPr="004C3E92">
        <w:t>soit chez nous</w:t>
      </w:r>
      <w:r>
        <w:t>.</w:t>
      </w:r>
    </w:p>
    <w:p w14:paraId="66037D5C" w14:textId="77777777" w:rsidR="004A4993" w:rsidRDefault="004A4993" w:rsidP="004A4993">
      <w:r>
        <w:t>— </w:t>
      </w:r>
      <w:r w:rsidR="008C5C61" w:rsidRPr="004C3E92">
        <w:t>Ils ne se proposent pas moins d</w:t>
      </w:r>
      <w:r>
        <w:t>’</w:t>
      </w:r>
      <w:r w:rsidR="008C5C61" w:rsidRPr="004C3E92">
        <w:t>être polis et aimables e</w:t>
      </w:r>
      <w:r w:rsidR="008C5C61" w:rsidRPr="004C3E92">
        <w:t>n</w:t>
      </w:r>
      <w:r w:rsidR="008C5C61" w:rsidRPr="004C3E92">
        <w:t>vers nous à présent</w:t>
      </w:r>
      <w:r>
        <w:t xml:space="preserve">, </w:t>
      </w:r>
      <w:r w:rsidR="008C5C61" w:rsidRPr="004C3E92">
        <w:t xml:space="preserve">dit </w:t>
      </w:r>
      <w:proofErr w:type="spellStart"/>
      <w:r w:rsidR="008C5C61" w:rsidRPr="004C3E92">
        <w:t>Elinor</w:t>
      </w:r>
      <w:proofErr w:type="spellEnd"/>
      <w:r>
        <w:t xml:space="preserve">, </w:t>
      </w:r>
      <w:r w:rsidR="008C5C61" w:rsidRPr="004C3E92">
        <w:t>par ces invitations fréquentes</w:t>
      </w:r>
      <w:r>
        <w:t xml:space="preserve">, </w:t>
      </w:r>
      <w:r w:rsidR="008C5C61" w:rsidRPr="004C3E92">
        <w:t>que par celles que nous recevions d</w:t>
      </w:r>
      <w:r>
        <w:t>’</w:t>
      </w:r>
      <w:r w:rsidR="008C5C61" w:rsidRPr="004C3E92">
        <w:t>eux il y a quelques sema</w:t>
      </w:r>
      <w:r w:rsidR="008C5C61" w:rsidRPr="004C3E92">
        <w:t>i</w:t>
      </w:r>
      <w:r w:rsidR="008C5C61" w:rsidRPr="004C3E92">
        <w:t>nes</w:t>
      </w:r>
      <w:r>
        <w:t xml:space="preserve">. </w:t>
      </w:r>
      <w:r w:rsidR="008C5C61" w:rsidRPr="004C3E92">
        <w:t>Ce n</w:t>
      </w:r>
      <w:r>
        <w:t>’</w:t>
      </w:r>
      <w:r w:rsidR="008C5C61" w:rsidRPr="004C3E92">
        <w:t>est pas eux qui ont changé</w:t>
      </w:r>
      <w:r>
        <w:t xml:space="preserve">, </w:t>
      </w:r>
      <w:r w:rsidR="008C5C61" w:rsidRPr="004C3E92">
        <w:t>si leurs réunions sont d</w:t>
      </w:r>
      <w:r w:rsidR="008C5C61" w:rsidRPr="004C3E92">
        <w:t>e</w:t>
      </w:r>
      <w:r w:rsidR="008C5C61" w:rsidRPr="004C3E92">
        <w:t>venues ennuyeuses et ternes</w:t>
      </w:r>
      <w:r>
        <w:t xml:space="preserve">. </w:t>
      </w:r>
      <w:r w:rsidR="008C5C61" w:rsidRPr="004C3E92">
        <w:t>C</w:t>
      </w:r>
      <w:r>
        <w:t>’</w:t>
      </w:r>
      <w:r w:rsidR="008C5C61" w:rsidRPr="004C3E92">
        <w:t>est ailleurs qu</w:t>
      </w:r>
      <w:r>
        <w:t>’</w:t>
      </w:r>
      <w:r w:rsidR="008C5C61" w:rsidRPr="004C3E92">
        <w:t>il nous faut che</w:t>
      </w:r>
      <w:r w:rsidR="008C5C61" w:rsidRPr="004C3E92">
        <w:t>r</w:t>
      </w:r>
      <w:r w:rsidR="008C5C61" w:rsidRPr="004C3E92">
        <w:t>cher le changement</w:t>
      </w:r>
      <w:r>
        <w:t>.</w:t>
      </w:r>
    </w:p>
    <w:p w14:paraId="01EC1DB5" w14:textId="0E04B795" w:rsidR="008C5C61" w:rsidRPr="004C3E92" w:rsidRDefault="008C5C61" w:rsidP="004A4993">
      <w:pPr>
        <w:pStyle w:val="Titre1"/>
      </w:pPr>
      <w:bookmarkStart w:id="19" w:name="_Toc196409804"/>
      <w:r w:rsidRPr="004C3E92">
        <w:lastRenderedPageBreak/>
        <w:t>CHAPITRE XX</w:t>
      </w:r>
      <w:bookmarkEnd w:id="19"/>
      <w:r w:rsidRPr="004C3E92">
        <w:br/>
      </w:r>
    </w:p>
    <w:p w14:paraId="136E8A3A" w14:textId="77777777" w:rsidR="004A4993" w:rsidRDefault="008C5C61" w:rsidP="004A4993">
      <w:r w:rsidRPr="004C3E92">
        <w:t xml:space="preserve">Au moment où les demoiselles </w:t>
      </w:r>
      <w:proofErr w:type="spellStart"/>
      <w:r w:rsidRPr="004C3E92">
        <w:t>Dashwood</w:t>
      </w:r>
      <w:proofErr w:type="spellEnd"/>
      <w:r w:rsidRPr="004C3E92">
        <w:t xml:space="preserve"> pénétraient dans le salon du Park</w:t>
      </w:r>
      <w:r w:rsidR="004A4993">
        <w:t xml:space="preserve">, </w:t>
      </w:r>
      <w:r w:rsidRPr="004C3E92">
        <w:t>le lendemain</w:t>
      </w:r>
      <w:r w:rsidR="004A4993">
        <w:t xml:space="preserve">, </w:t>
      </w:r>
      <w:r w:rsidRPr="004C3E92">
        <w:t>par l</w:t>
      </w:r>
      <w:r w:rsidR="004A4993">
        <w:t>’</w:t>
      </w:r>
      <w:r w:rsidRPr="004C3E92">
        <w:t>une des portes</w:t>
      </w:r>
      <w:r w:rsidR="004A4993">
        <w:t xml:space="preserve">, </w:t>
      </w:r>
      <w:r w:rsidRPr="004C3E92">
        <w:t>Mrs</w:t>
      </w:r>
      <w:r w:rsidR="004A4993">
        <w:t xml:space="preserve">. </w:t>
      </w:r>
      <w:r w:rsidRPr="004C3E92">
        <w:t>Pa</w:t>
      </w:r>
      <w:r w:rsidRPr="004C3E92">
        <w:t>l</w:t>
      </w:r>
      <w:r w:rsidRPr="004C3E92">
        <w:t>mer entra en courant par l</w:t>
      </w:r>
      <w:r w:rsidR="004A4993">
        <w:t>’</w:t>
      </w:r>
      <w:r w:rsidRPr="004C3E92">
        <w:t>autre</w:t>
      </w:r>
      <w:r w:rsidR="004A4993">
        <w:t xml:space="preserve">, </w:t>
      </w:r>
      <w:r w:rsidRPr="004C3E92">
        <w:t>avec un air aussi empreint de bonne humeur et de gaieté que précédemment</w:t>
      </w:r>
      <w:r w:rsidR="004A4993">
        <w:t xml:space="preserve">. </w:t>
      </w:r>
      <w:r w:rsidRPr="004C3E92">
        <w:t>Elle les prit to</w:t>
      </w:r>
      <w:r w:rsidRPr="004C3E92">
        <w:t>u</w:t>
      </w:r>
      <w:r w:rsidRPr="004C3E92">
        <w:t>tes par la main fort affectueusement</w:t>
      </w:r>
      <w:r w:rsidR="004A4993">
        <w:t xml:space="preserve">, </w:t>
      </w:r>
      <w:r w:rsidRPr="004C3E92">
        <w:t>et exprima la plus grande joie à les revoir</w:t>
      </w:r>
      <w:r w:rsidR="004A4993">
        <w:t>.</w:t>
      </w:r>
    </w:p>
    <w:p w14:paraId="71A24395" w14:textId="77777777" w:rsidR="004A4993" w:rsidRDefault="004A4993" w:rsidP="004A4993">
      <w:r>
        <w:t>— </w:t>
      </w:r>
      <w:r w:rsidR="008C5C61" w:rsidRPr="004C3E92">
        <w:t>Comme je suis contente de vous voir</w:t>
      </w:r>
      <w:r>
        <w:t xml:space="preserve"> ! </w:t>
      </w:r>
      <w:r w:rsidR="008C5C61" w:rsidRPr="004C3E92">
        <w:t>dit-elle</w:t>
      </w:r>
      <w:r>
        <w:t xml:space="preserve">, </w:t>
      </w:r>
      <w:r w:rsidR="008C5C61" w:rsidRPr="004C3E92">
        <w:t>s</w:t>
      </w:r>
      <w:r>
        <w:t>’</w:t>
      </w:r>
      <w:r w:rsidR="008C5C61" w:rsidRPr="004C3E92">
        <w:t xml:space="preserve">asseyant entre </w:t>
      </w:r>
      <w:proofErr w:type="spellStart"/>
      <w:r w:rsidR="008C5C61" w:rsidRPr="004C3E92">
        <w:t>Elinor</w:t>
      </w:r>
      <w:proofErr w:type="spellEnd"/>
      <w:r w:rsidR="008C5C61" w:rsidRPr="004C3E92">
        <w:t xml:space="preserve"> et Marianne</w:t>
      </w:r>
      <w:r>
        <w:t xml:space="preserve">, </w:t>
      </w:r>
      <w:r w:rsidR="008C5C61" w:rsidRPr="004C3E92">
        <w:t>car la journée est si mauvaise que je craignais que vous ne pussiez pas venir</w:t>
      </w:r>
      <w:r>
        <w:t xml:space="preserve">, </w:t>
      </w:r>
      <w:r w:rsidR="008C5C61" w:rsidRPr="004C3E92">
        <w:t>ce qui aurait été une chose affreuse</w:t>
      </w:r>
      <w:r>
        <w:t xml:space="preserve">, </w:t>
      </w:r>
      <w:r w:rsidR="008C5C61" w:rsidRPr="004C3E92">
        <w:t>car nous repartons demain</w:t>
      </w:r>
      <w:r>
        <w:t xml:space="preserve">. </w:t>
      </w:r>
      <w:r w:rsidR="008C5C61" w:rsidRPr="004C3E92">
        <w:t>Il faut que nous pa</w:t>
      </w:r>
      <w:r w:rsidR="008C5C61" w:rsidRPr="004C3E92">
        <w:t>r</w:t>
      </w:r>
      <w:r w:rsidR="008C5C61" w:rsidRPr="004C3E92">
        <w:t>tions</w:t>
      </w:r>
      <w:r>
        <w:t xml:space="preserve">, </w:t>
      </w:r>
      <w:r w:rsidR="008C5C61" w:rsidRPr="004C3E92">
        <w:t>car les Weston vont venir chez nous la semaine prochaine</w:t>
      </w:r>
      <w:r>
        <w:t xml:space="preserve">, </w:t>
      </w:r>
      <w:r w:rsidR="008C5C61" w:rsidRPr="004C3E92">
        <w:t>n</w:t>
      </w:r>
      <w:r>
        <w:t>’</w:t>
      </w:r>
      <w:r w:rsidR="008C5C61" w:rsidRPr="004C3E92">
        <w:t>est-ce pas</w:t>
      </w:r>
      <w:r>
        <w:t xml:space="preserve">. </w:t>
      </w:r>
      <w:r w:rsidR="008C5C61" w:rsidRPr="004C3E92">
        <w:t>Le simple fait de notre venue a été une chose tout à fait soudaine</w:t>
      </w:r>
      <w:r>
        <w:t xml:space="preserve">, </w:t>
      </w:r>
      <w:r w:rsidR="008C5C61" w:rsidRPr="004C3E92">
        <w:t>et je n</w:t>
      </w:r>
      <w:r>
        <w:t>’</w:t>
      </w:r>
      <w:r w:rsidR="008C5C61" w:rsidRPr="004C3E92">
        <w:t>en ai rien su jusqu</w:t>
      </w:r>
      <w:r>
        <w:t>’</w:t>
      </w:r>
      <w:r w:rsidR="008C5C61" w:rsidRPr="004C3E92">
        <w:t>au moment où la voiture arrivait à la porte</w:t>
      </w:r>
      <w:r>
        <w:t xml:space="preserve">, </w:t>
      </w:r>
      <w:r w:rsidR="008C5C61" w:rsidRPr="004C3E92">
        <w:t>et alors Mr</w:t>
      </w:r>
      <w:r>
        <w:t xml:space="preserve">. </w:t>
      </w:r>
      <w:r w:rsidR="008C5C61" w:rsidRPr="004C3E92">
        <w:t>Palmer m</w:t>
      </w:r>
      <w:r>
        <w:t>’</w:t>
      </w:r>
      <w:r w:rsidR="008C5C61" w:rsidRPr="004C3E92">
        <w:t>a demandé si je voulais l</w:t>
      </w:r>
      <w:r>
        <w:t>’</w:t>
      </w:r>
      <w:r w:rsidR="008C5C61" w:rsidRPr="004C3E92">
        <w:t>accompagner à Barton</w:t>
      </w:r>
      <w:r>
        <w:t xml:space="preserve">. </w:t>
      </w:r>
      <w:r w:rsidR="008C5C61" w:rsidRPr="004C3E92">
        <w:t>Il est tellement cocasse</w:t>
      </w:r>
      <w:r>
        <w:t xml:space="preserve"> ! </w:t>
      </w:r>
      <w:r w:rsidR="008C5C61" w:rsidRPr="004C3E92">
        <w:t>Il ne me dit jamais rien</w:t>
      </w:r>
      <w:r>
        <w:t xml:space="preserve"> ! </w:t>
      </w:r>
      <w:r w:rsidR="008C5C61" w:rsidRPr="004C3E92">
        <w:t>Je regrette bien que nous ne puissions rester plus longtemps</w:t>
      </w:r>
      <w:r>
        <w:t xml:space="preserve"> ; </w:t>
      </w:r>
      <w:r w:rsidR="008C5C61" w:rsidRPr="004C3E92">
        <w:t>mais nous nous reverrons très prochainement à Londres</w:t>
      </w:r>
      <w:r>
        <w:t xml:space="preserve">, </w:t>
      </w:r>
      <w:r w:rsidR="008C5C61" w:rsidRPr="004C3E92">
        <w:t>je l</w:t>
      </w:r>
      <w:r>
        <w:t>’</w:t>
      </w:r>
      <w:r w:rsidR="008C5C61" w:rsidRPr="004C3E92">
        <w:t>espère</w:t>
      </w:r>
      <w:r>
        <w:t>.</w:t>
      </w:r>
    </w:p>
    <w:p w14:paraId="33704E38" w14:textId="77777777" w:rsidR="004A4993" w:rsidRDefault="008C5C61" w:rsidP="004A4993">
      <w:r w:rsidRPr="004C3E92">
        <w:t>Elles furent contraintes de mettre fin à un tel espoir</w:t>
      </w:r>
      <w:r w:rsidR="004A4993">
        <w:t>.</w:t>
      </w:r>
    </w:p>
    <w:p w14:paraId="136752ED" w14:textId="77777777" w:rsidR="004A4993" w:rsidRDefault="004A4993" w:rsidP="004A4993">
      <w:r>
        <w:t>— </w:t>
      </w:r>
      <w:r w:rsidR="008C5C61" w:rsidRPr="004C3E92">
        <w:t>Vous n</w:t>
      </w:r>
      <w:r>
        <w:t>’</w:t>
      </w:r>
      <w:r w:rsidR="008C5C61" w:rsidRPr="004C3E92">
        <w:t>irez pas à Londres</w:t>
      </w:r>
      <w:r>
        <w:t xml:space="preserve"> ! </w:t>
      </w:r>
      <w:r w:rsidR="008C5C61" w:rsidRPr="004C3E92">
        <w:t>s</w:t>
      </w:r>
      <w:r>
        <w:t>’</w:t>
      </w:r>
      <w:r w:rsidR="008C5C61" w:rsidRPr="004C3E92">
        <w:t>écria Mrs</w:t>
      </w:r>
      <w:r>
        <w:t xml:space="preserve">. </w:t>
      </w:r>
      <w:r w:rsidR="008C5C61" w:rsidRPr="004C3E92">
        <w:t>Palmer</w:t>
      </w:r>
      <w:r>
        <w:t xml:space="preserve">, </w:t>
      </w:r>
      <w:r w:rsidR="008C5C61" w:rsidRPr="004C3E92">
        <w:t>en riant</w:t>
      </w:r>
      <w:r>
        <w:t xml:space="preserve">. </w:t>
      </w:r>
      <w:r w:rsidR="008C5C61" w:rsidRPr="004C3E92">
        <w:t>Je serai tout à fait déçue si vous n</w:t>
      </w:r>
      <w:r>
        <w:t>’</w:t>
      </w:r>
      <w:r w:rsidR="008C5C61" w:rsidRPr="004C3E92">
        <w:t>y venez pas</w:t>
      </w:r>
      <w:r>
        <w:t xml:space="preserve">. </w:t>
      </w:r>
      <w:r w:rsidR="008C5C61" w:rsidRPr="004C3E92">
        <w:t>Je pourrais vous trouver la plus jolie maison du monde</w:t>
      </w:r>
      <w:r>
        <w:t xml:space="preserve">, </w:t>
      </w:r>
      <w:r w:rsidR="008C5C61" w:rsidRPr="004C3E92">
        <w:t>à côté de la nôtre</w:t>
      </w:r>
      <w:r>
        <w:t xml:space="preserve">, </w:t>
      </w:r>
      <w:r w:rsidR="008C5C61" w:rsidRPr="004C3E92">
        <w:t>dans Hanover Square</w:t>
      </w:r>
      <w:r>
        <w:t xml:space="preserve">. </w:t>
      </w:r>
      <w:r w:rsidR="008C5C61" w:rsidRPr="004C3E92">
        <w:t>Il faut vraiment que vous veniez</w:t>
      </w:r>
      <w:r>
        <w:t xml:space="preserve"> ! </w:t>
      </w:r>
      <w:r w:rsidR="008C5C61" w:rsidRPr="004C3E92">
        <w:t>Je suis bien sûre que je serai heureuse de vous servir de chaperon à tout moment</w:t>
      </w:r>
      <w:r>
        <w:t xml:space="preserve">, </w:t>
      </w:r>
      <w:r w:rsidR="008C5C61" w:rsidRPr="004C3E92">
        <w:t>jusqu</w:t>
      </w:r>
      <w:r>
        <w:t>’</w:t>
      </w:r>
      <w:r w:rsidR="008C5C61" w:rsidRPr="004C3E92">
        <w:t>à mes couches</w:t>
      </w:r>
      <w:r>
        <w:t xml:space="preserve">, </w:t>
      </w:r>
      <w:r w:rsidR="008C5C61" w:rsidRPr="004C3E92">
        <w:t>s</w:t>
      </w:r>
      <w:r>
        <w:t>’</w:t>
      </w:r>
      <w:r w:rsidR="008C5C61" w:rsidRPr="004C3E92">
        <w:t>il ne plaît pas à Mrs</w:t>
      </w:r>
      <w:r>
        <w:t xml:space="preserve">. </w:t>
      </w:r>
      <w:proofErr w:type="spellStart"/>
      <w:r w:rsidR="008C5C61" w:rsidRPr="004C3E92">
        <w:t>Dashwood</w:t>
      </w:r>
      <w:proofErr w:type="spellEnd"/>
      <w:r w:rsidR="008C5C61" w:rsidRPr="004C3E92">
        <w:t xml:space="preserve"> de sortir</w:t>
      </w:r>
      <w:r>
        <w:t>.</w:t>
      </w:r>
    </w:p>
    <w:p w14:paraId="59570996" w14:textId="77777777" w:rsidR="004A4993" w:rsidRDefault="008C5C61" w:rsidP="004A4993">
      <w:r w:rsidRPr="004C3E92">
        <w:lastRenderedPageBreak/>
        <w:t>Elles la remercièrent</w:t>
      </w:r>
      <w:r w:rsidR="004A4993">
        <w:t xml:space="preserve">, </w:t>
      </w:r>
      <w:r w:rsidRPr="004C3E92">
        <w:t>mais furent obligées de résister à to</w:t>
      </w:r>
      <w:r w:rsidRPr="004C3E92">
        <w:t>u</w:t>
      </w:r>
      <w:r w:rsidRPr="004C3E92">
        <w:t>tes ses prières</w:t>
      </w:r>
      <w:r w:rsidR="004A4993">
        <w:t>.</w:t>
      </w:r>
    </w:p>
    <w:p w14:paraId="539BA0F7" w14:textId="77777777" w:rsidR="004A4993" w:rsidRDefault="004A4993" w:rsidP="004A4993">
      <w:r>
        <w:t>— </w:t>
      </w:r>
      <w:r w:rsidR="008C5C61" w:rsidRPr="004C3E92">
        <w:t>Oh</w:t>
      </w:r>
      <w:r>
        <w:t xml:space="preserve">, </w:t>
      </w:r>
      <w:r w:rsidR="008C5C61" w:rsidRPr="004C3E92">
        <w:t>mon chéri</w:t>
      </w:r>
      <w:r>
        <w:t xml:space="preserve"> ! </w:t>
      </w:r>
      <w:r w:rsidR="008C5C61" w:rsidRPr="004C3E92">
        <w:t>s</w:t>
      </w:r>
      <w:r>
        <w:t>’</w:t>
      </w:r>
      <w:r w:rsidR="008C5C61" w:rsidRPr="004C3E92">
        <w:t>écria Mrs</w:t>
      </w:r>
      <w:r>
        <w:t xml:space="preserve">. </w:t>
      </w:r>
      <w:r w:rsidR="008C5C61" w:rsidRPr="004C3E92">
        <w:t>Palmer</w:t>
      </w:r>
      <w:r>
        <w:t xml:space="preserve">, </w:t>
      </w:r>
      <w:r w:rsidR="008C5C61" w:rsidRPr="004C3E92">
        <w:t>s</w:t>
      </w:r>
      <w:r>
        <w:t>’</w:t>
      </w:r>
      <w:r w:rsidR="008C5C61" w:rsidRPr="004C3E92">
        <w:t>adressant à son mari</w:t>
      </w:r>
      <w:r>
        <w:t xml:space="preserve">, </w:t>
      </w:r>
      <w:r w:rsidR="008C5C61" w:rsidRPr="004C3E92">
        <w:t>qui venait d</w:t>
      </w:r>
      <w:r>
        <w:t>’</w:t>
      </w:r>
      <w:r w:rsidR="008C5C61" w:rsidRPr="004C3E92">
        <w:t>entrer dans la pièce</w:t>
      </w:r>
      <w:r>
        <w:t xml:space="preserve">, </w:t>
      </w:r>
      <w:r w:rsidR="008C5C61" w:rsidRPr="004C3E92">
        <w:t>il faut que vous m</w:t>
      </w:r>
      <w:r>
        <w:t>’</w:t>
      </w:r>
      <w:r w:rsidR="008C5C61" w:rsidRPr="004C3E92">
        <w:t xml:space="preserve">aidiez à persuader aux demoiselles </w:t>
      </w:r>
      <w:proofErr w:type="spellStart"/>
      <w:r w:rsidR="008C5C61" w:rsidRPr="004C3E92">
        <w:t>Dashwood</w:t>
      </w:r>
      <w:proofErr w:type="spellEnd"/>
      <w:r w:rsidR="008C5C61" w:rsidRPr="004C3E92">
        <w:t xml:space="preserve"> de venir à Londres cet hiver</w:t>
      </w:r>
      <w:r>
        <w:t>.</w:t>
      </w:r>
    </w:p>
    <w:p w14:paraId="4C78A60E" w14:textId="77777777" w:rsidR="004A4993" w:rsidRDefault="008C5C61" w:rsidP="004A4993">
      <w:r w:rsidRPr="004C3E92">
        <w:t>Son chéri ne répondit pas</w:t>
      </w:r>
      <w:r w:rsidR="004A4993">
        <w:t xml:space="preserve"> ; </w:t>
      </w:r>
      <w:r w:rsidRPr="004C3E92">
        <w:t>et</w:t>
      </w:r>
      <w:r w:rsidR="004A4993">
        <w:t xml:space="preserve">, </w:t>
      </w:r>
      <w:r w:rsidRPr="004C3E92">
        <w:t>après s</w:t>
      </w:r>
      <w:r w:rsidR="004A4993">
        <w:t>’</w:t>
      </w:r>
      <w:r w:rsidRPr="004C3E92">
        <w:t>être légèrement i</w:t>
      </w:r>
      <w:r w:rsidRPr="004C3E92">
        <w:t>n</w:t>
      </w:r>
      <w:r w:rsidRPr="004C3E92">
        <w:t>cliné devant les dames</w:t>
      </w:r>
      <w:r w:rsidR="004A4993">
        <w:t xml:space="preserve">, </w:t>
      </w:r>
      <w:r w:rsidRPr="004C3E92">
        <w:t>se mit à se plaindre du temps qu</w:t>
      </w:r>
      <w:r w:rsidR="004A4993">
        <w:t>’</w:t>
      </w:r>
      <w:r w:rsidRPr="004C3E92">
        <w:t>il fa</w:t>
      </w:r>
      <w:r w:rsidRPr="004C3E92">
        <w:t>i</w:t>
      </w:r>
      <w:r w:rsidRPr="004C3E92">
        <w:t>sait</w:t>
      </w:r>
      <w:r w:rsidR="004A4993">
        <w:t>.</w:t>
      </w:r>
    </w:p>
    <w:p w14:paraId="222B2F3C" w14:textId="77777777" w:rsidR="004A4993" w:rsidRDefault="004A4993" w:rsidP="004A4993">
      <w:r>
        <w:t>— </w:t>
      </w:r>
      <w:r w:rsidR="008C5C61" w:rsidRPr="004C3E92">
        <w:t>Comme tout cela est détestable</w:t>
      </w:r>
      <w:r>
        <w:t xml:space="preserve"> ! </w:t>
      </w:r>
      <w:r w:rsidR="008C5C61" w:rsidRPr="004C3E92">
        <w:t>dit-il</w:t>
      </w:r>
      <w:r>
        <w:t xml:space="preserve">. </w:t>
      </w:r>
      <w:r w:rsidR="008C5C61" w:rsidRPr="004C3E92">
        <w:t>Un temps pareil rend toutes choses et tous les gens dégoûtants</w:t>
      </w:r>
      <w:r>
        <w:t xml:space="preserve">. </w:t>
      </w:r>
      <w:r w:rsidR="008C5C61" w:rsidRPr="004C3E92">
        <w:t>L</w:t>
      </w:r>
      <w:r>
        <w:t>’</w:t>
      </w:r>
      <w:r w:rsidR="008C5C61" w:rsidRPr="004C3E92">
        <w:t>ennui est pr</w:t>
      </w:r>
      <w:r w:rsidR="008C5C61" w:rsidRPr="004C3E92">
        <w:t>o</w:t>
      </w:r>
      <w:r w:rsidR="008C5C61" w:rsidRPr="004C3E92">
        <w:t>duit aussi bien à l</w:t>
      </w:r>
      <w:r>
        <w:t>’</w:t>
      </w:r>
      <w:r w:rsidR="008C5C61" w:rsidRPr="004C3E92">
        <w:t>extérieur qu</w:t>
      </w:r>
      <w:r>
        <w:t>’</w:t>
      </w:r>
      <w:r w:rsidR="008C5C61" w:rsidRPr="004C3E92">
        <w:t>à l</w:t>
      </w:r>
      <w:r>
        <w:t>’</w:t>
      </w:r>
      <w:r w:rsidR="008C5C61" w:rsidRPr="004C3E92">
        <w:t>intérieur</w:t>
      </w:r>
      <w:r>
        <w:t xml:space="preserve">, </w:t>
      </w:r>
      <w:r w:rsidR="008C5C61" w:rsidRPr="004C3E92">
        <w:t>par la pluie</w:t>
      </w:r>
      <w:r>
        <w:t xml:space="preserve">. </w:t>
      </w:r>
      <w:r w:rsidR="008C5C61" w:rsidRPr="004C3E92">
        <w:t>Il vous porte à détester tous les gens qu</w:t>
      </w:r>
      <w:r>
        <w:t>’</w:t>
      </w:r>
      <w:r w:rsidR="008C5C61" w:rsidRPr="004C3E92">
        <w:t>on connaît</w:t>
      </w:r>
      <w:r>
        <w:t xml:space="preserve">. </w:t>
      </w:r>
      <w:r w:rsidR="008C5C61" w:rsidRPr="004C3E92">
        <w:t>Pourquoi diable</w:t>
      </w:r>
      <w:r>
        <w:t xml:space="preserve">, </w:t>
      </w:r>
      <w:r w:rsidR="008C5C61" w:rsidRPr="004C3E92">
        <w:t>aussi</w:t>
      </w:r>
      <w:r>
        <w:t xml:space="preserve">, </w:t>
      </w:r>
      <w:r w:rsidR="008C5C61" w:rsidRPr="004C3E92">
        <w:t>Sir John n</w:t>
      </w:r>
      <w:r>
        <w:t>’</w:t>
      </w:r>
      <w:r w:rsidR="008C5C61" w:rsidRPr="004C3E92">
        <w:t>a-t-il pas chez lui une salle de billard</w:t>
      </w:r>
      <w:r>
        <w:t xml:space="preserve"> ? </w:t>
      </w:r>
      <w:r w:rsidR="008C5C61" w:rsidRPr="004C3E92">
        <w:t>Comme il y a peu de gens qui sachent ce que c</w:t>
      </w:r>
      <w:r>
        <w:t>’</w:t>
      </w:r>
      <w:r w:rsidR="008C5C61" w:rsidRPr="004C3E92">
        <w:t>est que le confort</w:t>
      </w:r>
      <w:r>
        <w:t xml:space="preserve"> ! </w:t>
      </w:r>
      <w:r w:rsidR="008C5C61" w:rsidRPr="004C3E92">
        <w:t>Sir John est aussi stupide que le temps</w:t>
      </w:r>
      <w:r>
        <w:t> !</w:t>
      </w:r>
    </w:p>
    <w:p w14:paraId="70B704A7" w14:textId="77777777" w:rsidR="004A4993" w:rsidRDefault="008C5C61" w:rsidP="004A4993">
      <w:r w:rsidRPr="004C3E92">
        <w:t>Les autres ne tardèrent pas à faire leur apparition</w:t>
      </w:r>
      <w:r w:rsidR="004A4993">
        <w:t>.</w:t>
      </w:r>
    </w:p>
    <w:p w14:paraId="3266BE5A" w14:textId="77777777" w:rsidR="004A4993" w:rsidRDefault="004A4993" w:rsidP="004A4993">
      <w:r>
        <w:t>— </w:t>
      </w:r>
      <w:r w:rsidR="008C5C61" w:rsidRPr="004C3E92">
        <w:t>J</w:t>
      </w:r>
      <w:r>
        <w:t>’</w:t>
      </w:r>
      <w:r w:rsidR="008C5C61" w:rsidRPr="004C3E92">
        <w:t>ai bien peur</w:t>
      </w:r>
      <w:r>
        <w:t xml:space="preserve">, </w:t>
      </w:r>
      <w:r w:rsidR="008C5C61" w:rsidRPr="004C3E92">
        <w:t>miss Marianne</w:t>
      </w:r>
      <w:r>
        <w:t xml:space="preserve">, </w:t>
      </w:r>
      <w:r w:rsidR="008C5C61" w:rsidRPr="004C3E92">
        <w:t>dit Sir John</w:t>
      </w:r>
      <w:r>
        <w:t xml:space="preserve">, </w:t>
      </w:r>
      <w:r w:rsidR="008C5C61" w:rsidRPr="004C3E92">
        <w:t>que vous n</w:t>
      </w:r>
      <w:r>
        <w:t>’</w:t>
      </w:r>
      <w:r w:rsidR="008C5C61" w:rsidRPr="004C3E92">
        <w:t xml:space="preserve">ayez pas pu faire votre promenade habituelle à </w:t>
      </w:r>
      <w:proofErr w:type="spellStart"/>
      <w:r w:rsidR="008C5C61" w:rsidRPr="004C3E92">
        <w:t>Allenham</w:t>
      </w:r>
      <w:proofErr w:type="spellEnd"/>
      <w:r>
        <w:t xml:space="preserve">, </w:t>
      </w:r>
      <w:r w:rsidR="008C5C61" w:rsidRPr="004C3E92">
        <w:t>a</w:t>
      </w:r>
      <w:r w:rsidR="008C5C61" w:rsidRPr="004C3E92">
        <w:t>u</w:t>
      </w:r>
      <w:r w:rsidR="008C5C61" w:rsidRPr="004C3E92">
        <w:t>jourd</w:t>
      </w:r>
      <w:r>
        <w:t>’</w:t>
      </w:r>
      <w:r w:rsidR="008C5C61" w:rsidRPr="004C3E92">
        <w:t>hui</w:t>
      </w:r>
      <w:r>
        <w:t>.</w:t>
      </w:r>
    </w:p>
    <w:p w14:paraId="09AFF93B" w14:textId="77777777" w:rsidR="004A4993" w:rsidRDefault="008C5C61" w:rsidP="004A4993">
      <w:r w:rsidRPr="004C3E92">
        <w:t>Marianne prit un air très grave</w:t>
      </w:r>
      <w:r w:rsidR="004A4993">
        <w:t xml:space="preserve">, </w:t>
      </w:r>
      <w:r w:rsidRPr="004C3E92">
        <w:t>et ne dit rien</w:t>
      </w:r>
      <w:r w:rsidR="004A4993">
        <w:t>.</w:t>
      </w:r>
    </w:p>
    <w:p w14:paraId="73EE2340" w14:textId="77777777" w:rsidR="004A4993" w:rsidRDefault="004A4993" w:rsidP="004A4993">
      <w:r>
        <w:t>— </w:t>
      </w:r>
      <w:r w:rsidR="008C5C61" w:rsidRPr="004C3E92">
        <w:t>Oh</w:t>
      </w:r>
      <w:r>
        <w:t xml:space="preserve">, </w:t>
      </w:r>
      <w:r w:rsidR="008C5C61" w:rsidRPr="004C3E92">
        <w:t>ne faites pas la petite rusée devant nous</w:t>
      </w:r>
      <w:r>
        <w:t xml:space="preserve">, </w:t>
      </w:r>
      <w:r w:rsidR="008C5C61" w:rsidRPr="004C3E92">
        <w:t>dit Mrs</w:t>
      </w:r>
      <w:r>
        <w:t xml:space="preserve">. </w:t>
      </w:r>
      <w:r w:rsidR="008C5C61" w:rsidRPr="004C3E92">
        <w:t>Palmer</w:t>
      </w:r>
      <w:r>
        <w:t xml:space="preserve"> ; </w:t>
      </w:r>
      <w:r w:rsidR="008C5C61" w:rsidRPr="004C3E92">
        <w:t>car nous connaissons toute l</w:t>
      </w:r>
      <w:r>
        <w:t>’</w:t>
      </w:r>
      <w:r w:rsidR="008C5C61" w:rsidRPr="004C3E92">
        <w:t>histoire</w:t>
      </w:r>
      <w:r>
        <w:t xml:space="preserve">, </w:t>
      </w:r>
      <w:r w:rsidR="008C5C61" w:rsidRPr="004C3E92">
        <w:t>je vous assure</w:t>
      </w:r>
      <w:r>
        <w:t xml:space="preserve">, </w:t>
      </w:r>
      <w:r w:rsidR="008C5C61" w:rsidRPr="004C3E92">
        <w:t>et j</w:t>
      </w:r>
      <w:r>
        <w:t>’</w:t>
      </w:r>
      <w:r w:rsidR="008C5C61" w:rsidRPr="004C3E92">
        <w:t>admire fort votre goût</w:t>
      </w:r>
      <w:r>
        <w:t xml:space="preserve">, </w:t>
      </w:r>
      <w:r w:rsidR="008C5C61" w:rsidRPr="004C3E92">
        <w:t>car je trouve qu</w:t>
      </w:r>
      <w:r>
        <w:t>’</w:t>
      </w:r>
      <w:r w:rsidR="008C5C61" w:rsidRPr="004C3E92">
        <w:t>il est extrêmement beau garçon</w:t>
      </w:r>
      <w:r>
        <w:t xml:space="preserve">. </w:t>
      </w:r>
      <w:r w:rsidR="008C5C61" w:rsidRPr="004C3E92">
        <w:t>Nous n</w:t>
      </w:r>
      <w:r>
        <w:t>’</w:t>
      </w:r>
      <w:r w:rsidR="008C5C61" w:rsidRPr="004C3E92">
        <w:t>habitons pas bien loin de chez lui</w:t>
      </w:r>
      <w:r>
        <w:t xml:space="preserve">, </w:t>
      </w:r>
      <w:r w:rsidR="008C5C61" w:rsidRPr="004C3E92">
        <w:t>à la campagne</w:t>
      </w:r>
      <w:r>
        <w:t xml:space="preserve">, </w:t>
      </w:r>
      <w:r w:rsidR="008C5C61" w:rsidRPr="004C3E92">
        <w:t>n</w:t>
      </w:r>
      <w:r>
        <w:t>’</w:t>
      </w:r>
      <w:r w:rsidR="008C5C61" w:rsidRPr="004C3E92">
        <w:t>est-ce pas</w:t>
      </w:r>
      <w:r>
        <w:t xml:space="preserve"> – </w:t>
      </w:r>
      <w:r w:rsidR="008C5C61" w:rsidRPr="004C3E92">
        <w:t>pas à plus de dix milles</w:t>
      </w:r>
      <w:r>
        <w:t xml:space="preserve">, </w:t>
      </w:r>
      <w:r w:rsidR="008C5C61" w:rsidRPr="004C3E92">
        <w:t>je le crois bien</w:t>
      </w:r>
      <w:r>
        <w:t>.</w:t>
      </w:r>
    </w:p>
    <w:p w14:paraId="3DB33F4D" w14:textId="77777777" w:rsidR="004A4993" w:rsidRDefault="004A4993" w:rsidP="004A4993">
      <w:r>
        <w:t>— </w:t>
      </w:r>
      <w:r w:rsidR="008C5C61" w:rsidRPr="004C3E92">
        <w:t>Il y en a beaucoup plus près de trente</w:t>
      </w:r>
      <w:r>
        <w:t xml:space="preserve">, </w:t>
      </w:r>
      <w:r w:rsidR="008C5C61" w:rsidRPr="004C3E92">
        <w:t>dit son mari</w:t>
      </w:r>
      <w:r>
        <w:t>.</w:t>
      </w:r>
    </w:p>
    <w:p w14:paraId="5A698630" w14:textId="77777777" w:rsidR="004A4993" w:rsidRDefault="004A4993" w:rsidP="004A4993">
      <w:r>
        <w:lastRenderedPageBreak/>
        <w:t>— </w:t>
      </w:r>
      <w:r w:rsidR="008C5C61" w:rsidRPr="004C3E92">
        <w:t>Ah</w:t>
      </w:r>
      <w:r>
        <w:t xml:space="preserve">, </w:t>
      </w:r>
      <w:r w:rsidR="008C5C61" w:rsidRPr="004C3E92">
        <w:t>ma foi</w:t>
      </w:r>
      <w:r>
        <w:t xml:space="preserve"> ! </w:t>
      </w:r>
      <w:r w:rsidR="008C5C61" w:rsidRPr="004C3E92">
        <w:t>Il n</w:t>
      </w:r>
      <w:r>
        <w:t>’</w:t>
      </w:r>
      <w:r w:rsidR="008C5C61" w:rsidRPr="004C3E92">
        <w:t>y a pas une si grande différence</w:t>
      </w:r>
      <w:r>
        <w:t xml:space="preserve">. </w:t>
      </w:r>
      <w:r w:rsidR="008C5C61" w:rsidRPr="004C3E92">
        <w:t xml:space="preserve">Je </w:t>
      </w:r>
      <w:proofErr w:type="gramStart"/>
      <w:r w:rsidR="008C5C61" w:rsidRPr="004C3E92">
        <w:t>n</w:t>
      </w:r>
      <w:r>
        <w:t>’</w:t>
      </w:r>
      <w:r w:rsidR="008C5C61" w:rsidRPr="004C3E92">
        <w:t>ai jamais été</w:t>
      </w:r>
      <w:proofErr w:type="gramEnd"/>
      <w:r w:rsidR="008C5C61" w:rsidRPr="004C3E92">
        <w:t xml:space="preserve"> chez lui</w:t>
      </w:r>
      <w:r>
        <w:t xml:space="preserve"> ; </w:t>
      </w:r>
      <w:r w:rsidR="008C5C61" w:rsidRPr="004C3E92">
        <w:t>mais il paraît que c</w:t>
      </w:r>
      <w:r>
        <w:t>’</w:t>
      </w:r>
      <w:r w:rsidR="008C5C61" w:rsidRPr="004C3E92">
        <w:t>est une maison cha</w:t>
      </w:r>
      <w:r w:rsidR="008C5C61" w:rsidRPr="004C3E92">
        <w:t>r</w:t>
      </w:r>
      <w:r w:rsidR="008C5C61" w:rsidRPr="004C3E92">
        <w:t>mante et jolie</w:t>
      </w:r>
      <w:r>
        <w:t>.</w:t>
      </w:r>
    </w:p>
    <w:p w14:paraId="4E615592" w14:textId="77777777" w:rsidR="004A4993" w:rsidRDefault="004A4993" w:rsidP="004A4993">
      <w:r>
        <w:t>— </w:t>
      </w:r>
      <w:r w:rsidR="008C5C61" w:rsidRPr="004C3E92">
        <w:t>Une habitation aussi ignoble que j</w:t>
      </w:r>
      <w:r>
        <w:t>’</w:t>
      </w:r>
      <w:r w:rsidR="008C5C61" w:rsidRPr="004C3E92">
        <w:t>en ai jamais vu dans ma vie</w:t>
      </w:r>
      <w:r>
        <w:t xml:space="preserve">, </w:t>
      </w:r>
      <w:r w:rsidR="008C5C61" w:rsidRPr="004C3E92">
        <w:t>dit Mr</w:t>
      </w:r>
      <w:r>
        <w:t xml:space="preserve">. </w:t>
      </w:r>
      <w:r w:rsidR="008C5C61" w:rsidRPr="004C3E92">
        <w:t>Palmer</w:t>
      </w:r>
      <w:r>
        <w:t>.</w:t>
      </w:r>
    </w:p>
    <w:p w14:paraId="6FE274EA" w14:textId="77777777" w:rsidR="004A4993" w:rsidRDefault="008C5C61" w:rsidP="004A4993">
      <w:r w:rsidRPr="004C3E92">
        <w:t>Marianne demeura parfaitement silencieuse</w:t>
      </w:r>
      <w:r w:rsidR="004A4993">
        <w:t xml:space="preserve">, </w:t>
      </w:r>
      <w:r w:rsidRPr="004C3E92">
        <w:t>bien que son visage trahît l</w:t>
      </w:r>
      <w:r w:rsidR="004A4993">
        <w:t>’</w:t>
      </w:r>
      <w:r w:rsidRPr="004C3E92">
        <w:t>intérêt qu</w:t>
      </w:r>
      <w:r w:rsidR="004A4993">
        <w:t>’</w:t>
      </w:r>
      <w:r w:rsidRPr="004C3E92">
        <w:t>elle prenait à ce qui se disait</w:t>
      </w:r>
      <w:r w:rsidR="004A4993">
        <w:t>.</w:t>
      </w:r>
    </w:p>
    <w:p w14:paraId="33038478" w14:textId="77777777" w:rsidR="004A4993" w:rsidRDefault="004A4993" w:rsidP="004A4993">
      <w:r>
        <w:t>— </w:t>
      </w:r>
      <w:r w:rsidR="008C5C61" w:rsidRPr="004C3E92">
        <w:t>Est-elle très laide</w:t>
      </w:r>
      <w:r>
        <w:t xml:space="preserve"> ? </w:t>
      </w:r>
      <w:r w:rsidR="008C5C61" w:rsidRPr="004C3E92">
        <w:t>reprit Mrs</w:t>
      </w:r>
      <w:r>
        <w:t xml:space="preserve">. </w:t>
      </w:r>
      <w:r w:rsidR="008C5C61" w:rsidRPr="004C3E92">
        <w:t>Palmer</w:t>
      </w:r>
      <w:r>
        <w:t xml:space="preserve"> ; </w:t>
      </w:r>
      <w:r w:rsidR="008C5C61" w:rsidRPr="004C3E92">
        <w:t>alors</w:t>
      </w:r>
      <w:r>
        <w:t xml:space="preserve">, </w:t>
      </w:r>
      <w:r w:rsidR="008C5C61" w:rsidRPr="004C3E92">
        <w:t>celle qui est si jolie</w:t>
      </w:r>
      <w:r>
        <w:t xml:space="preserve">, </w:t>
      </w:r>
      <w:r w:rsidR="008C5C61" w:rsidRPr="004C3E92">
        <w:t>il faut que ce soit quelque autre maison</w:t>
      </w:r>
      <w:r>
        <w:t xml:space="preserve">, </w:t>
      </w:r>
      <w:r w:rsidR="008C5C61" w:rsidRPr="004C3E92">
        <w:t>je le supp</w:t>
      </w:r>
      <w:r w:rsidR="008C5C61" w:rsidRPr="004C3E92">
        <w:t>o</w:t>
      </w:r>
      <w:r w:rsidR="008C5C61" w:rsidRPr="004C3E92">
        <w:t>se</w:t>
      </w:r>
      <w:r>
        <w:t>.</w:t>
      </w:r>
    </w:p>
    <w:p w14:paraId="2C088EC8" w14:textId="77777777" w:rsidR="004A4993" w:rsidRDefault="008C5C61" w:rsidP="004A4993">
      <w:r w:rsidRPr="004C3E92">
        <w:t>Lorsqu</w:t>
      </w:r>
      <w:r w:rsidR="004A4993">
        <w:t>’</w:t>
      </w:r>
      <w:r w:rsidRPr="004C3E92">
        <w:t>ils eurent pris place dans la salle à manger</w:t>
      </w:r>
      <w:r w:rsidR="004A4993">
        <w:t xml:space="preserve">, </w:t>
      </w:r>
      <w:r w:rsidRPr="004C3E92">
        <w:t>Sir John fit remarquer</w:t>
      </w:r>
      <w:r w:rsidR="004A4993">
        <w:t xml:space="preserve">, </w:t>
      </w:r>
      <w:r w:rsidRPr="004C3E92">
        <w:t>avec regret</w:t>
      </w:r>
      <w:r w:rsidR="004A4993">
        <w:t xml:space="preserve">, </w:t>
      </w:r>
      <w:r w:rsidRPr="004C3E92">
        <w:t>qu</w:t>
      </w:r>
      <w:r w:rsidR="004A4993">
        <w:t>’</w:t>
      </w:r>
      <w:r w:rsidRPr="004C3E92">
        <w:t>ils n</w:t>
      </w:r>
      <w:r w:rsidR="004A4993">
        <w:t>’</w:t>
      </w:r>
      <w:r w:rsidRPr="004C3E92">
        <w:t>étaient que huit au total</w:t>
      </w:r>
      <w:r w:rsidR="004A4993">
        <w:t>.</w:t>
      </w:r>
    </w:p>
    <w:p w14:paraId="278AA2CA" w14:textId="77777777" w:rsidR="004A4993" w:rsidRDefault="004A4993" w:rsidP="004A4993">
      <w:r>
        <w:t>— </w:t>
      </w:r>
      <w:r w:rsidR="008C5C61" w:rsidRPr="004C3E92">
        <w:t>Ma chère</w:t>
      </w:r>
      <w:r>
        <w:t xml:space="preserve">, </w:t>
      </w:r>
      <w:r w:rsidR="008C5C61" w:rsidRPr="004C3E92">
        <w:t>dit-il à sa femme</w:t>
      </w:r>
      <w:r>
        <w:t xml:space="preserve">, </w:t>
      </w:r>
      <w:r w:rsidR="008C5C61" w:rsidRPr="004C3E92">
        <w:t>il est bien contrariant que nous soyons si peu nombreux</w:t>
      </w:r>
      <w:r>
        <w:t xml:space="preserve">. </w:t>
      </w:r>
      <w:r w:rsidR="008C5C61" w:rsidRPr="004C3E92">
        <w:t>Pourquoi n</w:t>
      </w:r>
      <w:r>
        <w:t>’</w:t>
      </w:r>
      <w:r w:rsidR="008C5C61" w:rsidRPr="004C3E92">
        <w:t>avez-vous prié les Gilbert de venir chez nous aujourd</w:t>
      </w:r>
      <w:r>
        <w:t>’</w:t>
      </w:r>
      <w:r w:rsidR="008C5C61" w:rsidRPr="004C3E92">
        <w:t>hui</w:t>
      </w:r>
      <w:r>
        <w:t> ?</w:t>
      </w:r>
    </w:p>
    <w:p w14:paraId="203D9A61" w14:textId="77777777" w:rsidR="004A4993" w:rsidRDefault="004A4993" w:rsidP="004A4993">
      <w:r>
        <w:t>— </w:t>
      </w:r>
      <w:r w:rsidR="008C5C61" w:rsidRPr="004C3E92">
        <w:t>Ne vous ai-je pas dit</w:t>
      </w:r>
      <w:r>
        <w:t xml:space="preserve">, </w:t>
      </w:r>
      <w:r w:rsidR="008C5C61" w:rsidRPr="004C3E92">
        <w:t>Sir John</w:t>
      </w:r>
      <w:r>
        <w:t xml:space="preserve">, </w:t>
      </w:r>
      <w:r w:rsidR="008C5C61" w:rsidRPr="004C3E92">
        <w:t>quand vous m</w:t>
      </w:r>
      <w:r>
        <w:t>’</w:t>
      </w:r>
      <w:r w:rsidR="008C5C61" w:rsidRPr="004C3E92">
        <w:t>en avez parlé précédemment</w:t>
      </w:r>
      <w:r>
        <w:t xml:space="preserve">, </w:t>
      </w:r>
      <w:r w:rsidR="008C5C61" w:rsidRPr="004C3E92">
        <w:t>que cela ne pouvait se faire</w:t>
      </w:r>
      <w:r>
        <w:t xml:space="preserve"> ? </w:t>
      </w:r>
      <w:r w:rsidR="008C5C61" w:rsidRPr="004C3E92">
        <w:t>Ce sont eux qui ont dîné chez nous en dernier lieu</w:t>
      </w:r>
      <w:r>
        <w:t>.</w:t>
      </w:r>
    </w:p>
    <w:p w14:paraId="30415170" w14:textId="77777777" w:rsidR="004A4993" w:rsidRDefault="004A4993" w:rsidP="004A4993">
      <w:r>
        <w:t>— </w:t>
      </w:r>
      <w:r w:rsidR="008C5C61" w:rsidRPr="004C3E92">
        <w:t>Vous et moi</w:t>
      </w:r>
      <w:r>
        <w:t xml:space="preserve">, </w:t>
      </w:r>
      <w:r w:rsidR="008C5C61" w:rsidRPr="004C3E92">
        <w:t>Sir John</w:t>
      </w:r>
      <w:r>
        <w:t xml:space="preserve">, </w:t>
      </w:r>
      <w:r w:rsidR="008C5C61" w:rsidRPr="004C3E92">
        <w:t>dit Mrs</w:t>
      </w:r>
      <w:r>
        <w:t xml:space="preserve">. </w:t>
      </w:r>
      <w:r w:rsidR="008C5C61" w:rsidRPr="004C3E92">
        <w:t>Jennings</w:t>
      </w:r>
      <w:r>
        <w:t xml:space="preserve">, </w:t>
      </w:r>
      <w:r w:rsidR="008C5C61" w:rsidRPr="004C3E92">
        <w:t>nous ne serions pas tellement à cheval sur l</w:t>
      </w:r>
      <w:r>
        <w:t>’</w:t>
      </w:r>
      <w:r w:rsidR="008C5C61" w:rsidRPr="004C3E92">
        <w:t>étiquette</w:t>
      </w:r>
      <w:r>
        <w:t>.</w:t>
      </w:r>
    </w:p>
    <w:p w14:paraId="647F914D" w14:textId="77777777" w:rsidR="004A4993" w:rsidRDefault="004A4993" w:rsidP="004A4993">
      <w:r>
        <w:t>— </w:t>
      </w:r>
      <w:r w:rsidR="008C5C61" w:rsidRPr="004C3E92">
        <w:t>Alors</w:t>
      </w:r>
      <w:r>
        <w:t xml:space="preserve">, </w:t>
      </w:r>
      <w:r w:rsidR="008C5C61" w:rsidRPr="004C3E92">
        <w:t>vous manqueriez gravement aux convenances</w:t>
      </w:r>
      <w:r>
        <w:t xml:space="preserve">, </w:t>
      </w:r>
      <w:r w:rsidR="008C5C61" w:rsidRPr="004C3E92">
        <w:t>s</w:t>
      </w:r>
      <w:r>
        <w:t>’</w:t>
      </w:r>
      <w:r w:rsidR="008C5C61" w:rsidRPr="004C3E92">
        <w:t>écria Mr</w:t>
      </w:r>
      <w:r>
        <w:t xml:space="preserve">. </w:t>
      </w:r>
      <w:r w:rsidR="008C5C61" w:rsidRPr="004C3E92">
        <w:t>Palmer</w:t>
      </w:r>
      <w:r>
        <w:t>.</w:t>
      </w:r>
    </w:p>
    <w:p w14:paraId="5A5F65A9" w14:textId="77777777" w:rsidR="004A4993" w:rsidRDefault="004A4993" w:rsidP="004A4993">
      <w:r>
        <w:t>— </w:t>
      </w:r>
      <w:r w:rsidR="008C5C61" w:rsidRPr="004C3E92">
        <w:t>Mon ami</w:t>
      </w:r>
      <w:r>
        <w:t xml:space="preserve">, </w:t>
      </w:r>
      <w:r w:rsidR="008C5C61" w:rsidRPr="004C3E92">
        <w:t>vous contredisez tout le monde</w:t>
      </w:r>
      <w:r>
        <w:t xml:space="preserve">, </w:t>
      </w:r>
      <w:r w:rsidR="008C5C61" w:rsidRPr="004C3E92">
        <w:t>dit sa femme</w:t>
      </w:r>
      <w:r>
        <w:t xml:space="preserve">, </w:t>
      </w:r>
      <w:r w:rsidR="008C5C61" w:rsidRPr="004C3E92">
        <w:t>avec son rire habituel</w:t>
      </w:r>
      <w:r>
        <w:t xml:space="preserve">. </w:t>
      </w:r>
      <w:r w:rsidR="008C5C61" w:rsidRPr="004C3E92">
        <w:t>Savez-vous que vous êtes fort impoli</w:t>
      </w:r>
      <w:r>
        <w:t> ?</w:t>
      </w:r>
    </w:p>
    <w:p w14:paraId="60C5EDB5" w14:textId="77777777" w:rsidR="004A4993" w:rsidRDefault="004A4993" w:rsidP="004A4993">
      <w:r>
        <w:lastRenderedPageBreak/>
        <w:t>— </w:t>
      </w:r>
      <w:r w:rsidR="008C5C61" w:rsidRPr="004C3E92">
        <w:t>Je ne savais pas que j</w:t>
      </w:r>
      <w:r>
        <w:t>’</w:t>
      </w:r>
      <w:r w:rsidR="008C5C61" w:rsidRPr="004C3E92">
        <w:t>eusse contredit quelqu</w:t>
      </w:r>
      <w:r>
        <w:t>’</w:t>
      </w:r>
      <w:r w:rsidR="008C5C61" w:rsidRPr="004C3E92">
        <w:t>un en disant que votre mère manquait aux convenances</w:t>
      </w:r>
      <w:r>
        <w:t>.</w:t>
      </w:r>
    </w:p>
    <w:p w14:paraId="591E3EF0" w14:textId="77777777" w:rsidR="004A4993" w:rsidRDefault="004A4993" w:rsidP="004A4993">
      <w:r>
        <w:t>— </w:t>
      </w:r>
      <w:r w:rsidR="008C5C61" w:rsidRPr="004C3E92">
        <w:t>Oui</w:t>
      </w:r>
      <w:r>
        <w:t xml:space="preserve">, </w:t>
      </w:r>
      <w:r w:rsidR="008C5C61" w:rsidRPr="004C3E92">
        <w:t>vous pouvez m</w:t>
      </w:r>
      <w:r>
        <w:t>’</w:t>
      </w:r>
      <w:r w:rsidR="008C5C61" w:rsidRPr="004C3E92">
        <w:t>injurier comme il vous plaira</w:t>
      </w:r>
      <w:r>
        <w:t xml:space="preserve">, </w:t>
      </w:r>
      <w:r w:rsidR="008C5C61" w:rsidRPr="004C3E92">
        <w:t>dit la vieille dame accommodante</w:t>
      </w:r>
      <w:r>
        <w:t xml:space="preserve">. </w:t>
      </w:r>
      <w:r w:rsidR="008C5C61" w:rsidRPr="004C3E92">
        <w:t>Vous m</w:t>
      </w:r>
      <w:r>
        <w:t>’</w:t>
      </w:r>
      <w:r w:rsidR="008C5C61" w:rsidRPr="004C3E92">
        <w:t>avez ôté des bras Charlo</w:t>
      </w:r>
      <w:r w:rsidR="008C5C61" w:rsidRPr="004C3E92">
        <w:t>t</w:t>
      </w:r>
      <w:r w:rsidR="008C5C61" w:rsidRPr="004C3E92">
        <w:t>te</w:t>
      </w:r>
      <w:r>
        <w:t xml:space="preserve">, </w:t>
      </w:r>
      <w:r w:rsidR="008C5C61" w:rsidRPr="004C3E92">
        <w:t>et vous ne pouvez pas me la rendre</w:t>
      </w:r>
      <w:r>
        <w:t xml:space="preserve">. </w:t>
      </w:r>
      <w:r w:rsidR="008C5C61" w:rsidRPr="004C3E92">
        <w:t>Si bien que</w:t>
      </w:r>
      <w:r>
        <w:t xml:space="preserve">, </w:t>
      </w:r>
      <w:r w:rsidR="008C5C61" w:rsidRPr="004C3E92">
        <w:t>sur ce point</w:t>
      </w:r>
      <w:r>
        <w:t xml:space="preserve">, </w:t>
      </w:r>
      <w:r w:rsidR="008C5C61" w:rsidRPr="004C3E92">
        <w:t>j</w:t>
      </w:r>
      <w:r>
        <w:t>’</w:t>
      </w:r>
      <w:r w:rsidR="008C5C61" w:rsidRPr="004C3E92">
        <w:t>ai barres sur vous</w:t>
      </w:r>
      <w:r>
        <w:t>.</w:t>
      </w:r>
    </w:p>
    <w:p w14:paraId="4A0C70F0" w14:textId="77777777" w:rsidR="004A4993" w:rsidRDefault="008C5C61" w:rsidP="004A4993">
      <w:r w:rsidRPr="004C3E92">
        <w:t>Charlotte se mit à rire de bon cœur en songeant que son mari ne pouvait pas se débarrasser d</w:t>
      </w:r>
      <w:r w:rsidR="004A4993">
        <w:t>’</w:t>
      </w:r>
      <w:r w:rsidRPr="004C3E92">
        <w:t>elle</w:t>
      </w:r>
      <w:r w:rsidR="004A4993">
        <w:t xml:space="preserve">, </w:t>
      </w:r>
      <w:r w:rsidRPr="004C3E92">
        <w:t>et dit triomphalement qu</w:t>
      </w:r>
      <w:r w:rsidR="004A4993">
        <w:t>’</w:t>
      </w:r>
      <w:r w:rsidRPr="004C3E92">
        <w:t>il lui était égal que son mari la gourmandât à cœur joie</w:t>
      </w:r>
      <w:r w:rsidR="004A4993">
        <w:t xml:space="preserve">, </w:t>
      </w:r>
      <w:r w:rsidRPr="004C3E92">
        <w:t>pui</w:t>
      </w:r>
      <w:r w:rsidRPr="004C3E92">
        <w:t>s</w:t>
      </w:r>
      <w:r w:rsidRPr="004C3E92">
        <w:t>qu</w:t>
      </w:r>
      <w:r w:rsidR="004A4993">
        <w:t>’</w:t>
      </w:r>
      <w:r w:rsidRPr="004C3E92">
        <w:t>il leur fallait vivre ensemble</w:t>
      </w:r>
      <w:r w:rsidR="004A4993">
        <w:t xml:space="preserve">. </w:t>
      </w:r>
      <w:r w:rsidRPr="004C3E92">
        <w:t>Il était impossible à qui que ce fût d</w:t>
      </w:r>
      <w:r w:rsidR="004A4993">
        <w:t>’</w:t>
      </w:r>
      <w:r w:rsidRPr="004C3E92">
        <w:t>être plus foncièrement bienveillant ou plus résolu à être heureux</w:t>
      </w:r>
      <w:r w:rsidR="004A4993">
        <w:t xml:space="preserve">, </w:t>
      </w:r>
      <w:r w:rsidRPr="004C3E92">
        <w:t>que Mrs</w:t>
      </w:r>
      <w:r w:rsidR="004A4993">
        <w:t xml:space="preserve">. </w:t>
      </w:r>
      <w:r w:rsidRPr="004C3E92">
        <w:t>Palmer</w:t>
      </w:r>
      <w:r w:rsidR="004A4993">
        <w:t xml:space="preserve">. </w:t>
      </w:r>
      <w:r w:rsidRPr="004C3E92">
        <w:t>L</w:t>
      </w:r>
      <w:r w:rsidR="004A4993">
        <w:t>’</w:t>
      </w:r>
      <w:r w:rsidRPr="004C3E92">
        <w:t>indifférence étudiée</w:t>
      </w:r>
      <w:r w:rsidR="004A4993">
        <w:t xml:space="preserve">, </w:t>
      </w:r>
      <w:r w:rsidRPr="004C3E92">
        <w:t>l</w:t>
      </w:r>
      <w:r w:rsidR="004A4993">
        <w:t>’</w:t>
      </w:r>
      <w:r w:rsidRPr="004C3E92">
        <w:t>insolence</w:t>
      </w:r>
      <w:r w:rsidR="004A4993">
        <w:t xml:space="preserve">, </w:t>
      </w:r>
      <w:r w:rsidRPr="004C3E92">
        <w:t>et le mécontentement de son mari</w:t>
      </w:r>
      <w:r w:rsidR="004A4993">
        <w:t xml:space="preserve">, </w:t>
      </w:r>
      <w:r w:rsidRPr="004C3E92">
        <w:t>ne lui causaient aucune peine</w:t>
      </w:r>
      <w:r w:rsidR="004A4993">
        <w:t xml:space="preserve"> ; </w:t>
      </w:r>
      <w:r w:rsidRPr="004C3E92">
        <w:t>et quand il la grondait ou la gourmandait</w:t>
      </w:r>
      <w:r w:rsidR="004A4993">
        <w:t xml:space="preserve">, </w:t>
      </w:r>
      <w:r w:rsidRPr="004C3E92">
        <w:t>elle était émine</w:t>
      </w:r>
      <w:r w:rsidRPr="004C3E92">
        <w:t>m</w:t>
      </w:r>
      <w:r w:rsidRPr="004C3E92">
        <w:t>ment divertie</w:t>
      </w:r>
      <w:r w:rsidR="004A4993">
        <w:t>.</w:t>
      </w:r>
    </w:p>
    <w:p w14:paraId="1DF03375" w14:textId="77777777" w:rsidR="004A4993" w:rsidRDefault="004A4993" w:rsidP="004A4993">
      <w:r>
        <w:t>— </w:t>
      </w:r>
      <w:r w:rsidR="008C5C61" w:rsidRPr="004C3E92">
        <w:t>Mr</w:t>
      </w:r>
      <w:r>
        <w:t xml:space="preserve">. </w:t>
      </w:r>
      <w:r w:rsidR="008C5C61" w:rsidRPr="004C3E92">
        <w:t>Palmer est tellement cocasse</w:t>
      </w:r>
      <w:r>
        <w:t xml:space="preserve"> ! </w:t>
      </w:r>
      <w:r w:rsidR="008C5C61" w:rsidRPr="004C3E92">
        <w:t>glissa-t-elle à l</w:t>
      </w:r>
      <w:r>
        <w:t>’</w:t>
      </w:r>
      <w:r w:rsidR="008C5C61" w:rsidRPr="004C3E92">
        <w:t>oreille d</w:t>
      </w:r>
      <w:r>
        <w:t>’</w:t>
      </w:r>
      <w:proofErr w:type="spellStart"/>
      <w:r w:rsidR="008C5C61" w:rsidRPr="004C3E92">
        <w:t>Elinor</w:t>
      </w:r>
      <w:proofErr w:type="spellEnd"/>
      <w:r>
        <w:t xml:space="preserve">. </w:t>
      </w:r>
      <w:r w:rsidR="008C5C61" w:rsidRPr="004C3E92">
        <w:t>Il est toujours de mauvaise humeur</w:t>
      </w:r>
      <w:r>
        <w:t>.</w:t>
      </w:r>
    </w:p>
    <w:p w14:paraId="594E04E7" w14:textId="77777777" w:rsidR="004A4993" w:rsidRDefault="008C5C61" w:rsidP="004A4993">
      <w:proofErr w:type="spellStart"/>
      <w:r w:rsidRPr="004C3E92">
        <w:t>Elinor</w:t>
      </w:r>
      <w:proofErr w:type="spellEnd"/>
      <w:r w:rsidRPr="004C3E92">
        <w:t xml:space="preserve"> ne fut pas incitée</w:t>
      </w:r>
      <w:r w:rsidR="004A4993">
        <w:t xml:space="preserve">, </w:t>
      </w:r>
      <w:r w:rsidRPr="004C3E92">
        <w:t>après l</w:t>
      </w:r>
      <w:r w:rsidR="004A4993">
        <w:t>’</w:t>
      </w:r>
      <w:r w:rsidRPr="004C3E92">
        <w:t>avoir quelque peu observé</w:t>
      </w:r>
      <w:r w:rsidR="004A4993">
        <w:t xml:space="preserve">, </w:t>
      </w:r>
      <w:r w:rsidRPr="004C3E92">
        <w:t>à lui attribuer une malveillance et un manque d</w:t>
      </w:r>
      <w:r w:rsidR="004A4993">
        <w:t>’</w:t>
      </w:r>
      <w:r w:rsidRPr="004C3E92">
        <w:t>éducation aussi authentiques et dénués d</w:t>
      </w:r>
      <w:r w:rsidR="004A4993">
        <w:t>’</w:t>
      </w:r>
      <w:r w:rsidRPr="004C3E92">
        <w:t>affectation qu</w:t>
      </w:r>
      <w:r w:rsidR="004A4993">
        <w:t>’</w:t>
      </w:r>
      <w:r w:rsidRPr="004C3E92">
        <w:t>il désirait le faire par</w:t>
      </w:r>
      <w:r w:rsidRPr="004C3E92">
        <w:t>a</w:t>
      </w:r>
      <w:r w:rsidRPr="004C3E92">
        <w:t>ître</w:t>
      </w:r>
      <w:r w:rsidR="004A4993">
        <w:t xml:space="preserve">. </w:t>
      </w:r>
      <w:r w:rsidRPr="004C3E92">
        <w:t>Son caractère pouvait peut-être se trouver un peu aigri en constatant</w:t>
      </w:r>
      <w:r w:rsidR="004A4993">
        <w:t xml:space="preserve">, </w:t>
      </w:r>
      <w:r w:rsidRPr="004C3E92">
        <w:t>comme beaucoup d</w:t>
      </w:r>
      <w:r w:rsidR="004A4993">
        <w:t>’</w:t>
      </w:r>
      <w:r w:rsidRPr="004C3E92">
        <w:t>autres de son sexe</w:t>
      </w:r>
      <w:r w:rsidR="004A4993">
        <w:t xml:space="preserve">, </w:t>
      </w:r>
      <w:r w:rsidRPr="004C3E92">
        <w:t>qu</w:t>
      </w:r>
      <w:r w:rsidR="004A4993">
        <w:t>’</w:t>
      </w:r>
      <w:r w:rsidRPr="004C3E92">
        <w:t>en raison de quelque prévention inexplicable en faveur de la beauté</w:t>
      </w:r>
      <w:r w:rsidR="004A4993">
        <w:t xml:space="preserve">, </w:t>
      </w:r>
      <w:r w:rsidRPr="004C3E92">
        <w:t>il était le mari d</w:t>
      </w:r>
      <w:r w:rsidR="004A4993">
        <w:t>’</w:t>
      </w:r>
      <w:r w:rsidRPr="004C3E92">
        <w:t>une femme fort sotte</w:t>
      </w:r>
      <w:r w:rsidR="004A4993">
        <w:t xml:space="preserve">, </w:t>
      </w:r>
      <w:r w:rsidRPr="004C3E92">
        <w:t>mais elle savait que ce ge</w:t>
      </w:r>
      <w:r w:rsidRPr="004C3E92">
        <w:t>n</w:t>
      </w:r>
      <w:r w:rsidRPr="004C3E92">
        <w:t>re d</w:t>
      </w:r>
      <w:r w:rsidR="004A4993">
        <w:t>’</w:t>
      </w:r>
      <w:r w:rsidRPr="004C3E92">
        <w:t>erreur était trop fréquent pour qu</w:t>
      </w:r>
      <w:r w:rsidR="004A4993">
        <w:t>’</w:t>
      </w:r>
      <w:r w:rsidRPr="004C3E92">
        <w:t>un homme intelligent en fût durablement blessé</w:t>
      </w:r>
      <w:r w:rsidR="004A4993">
        <w:t xml:space="preserve">. </w:t>
      </w:r>
      <w:r w:rsidRPr="004C3E92">
        <w:t>C</w:t>
      </w:r>
      <w:r w:rsidR="004A4993">
        <w:t>’</w:t>
      </w:r>
      <w:r w:rsidRPr="004C3E92">
        <w:t>était plutôt un désir de distinction</w:t>
      </w:r>
      <w:r w:rsidR="004A4993">
        <w:t xml:space="preserve">, </w:t>
      </w:r>
      <w:r w:rsidRPr="004C3E92">
        <w:t>croyait-elle</w:t>
      </w:r>
      <w:r w:rsidR="004A4993">
        <w:t xml:space="preserve">, </w:t>
      </w:r>
      <w:r w:rsidRPr="004C3E92">
        <w:t>qui l</w:t>
      </w:r>
      <w:r w:rsidR="004A4993">
        <w:t>’</w:t>
      </w:r>
      <w:r w:rsidRPr="004C3E92">
        <w:t>amenait à traiter tout le monde avec mépris</w:t>
      </w:r>
      <w:r w:rsidR="004A4993">
        <w:t xml:space="preserve">, </w:t>
      </w:r>
      <w:r w:rsidRPr="004C3E92">
        <w:t>et à dénigrer d</w:t>
      </w:r>
      <w:r w:rsidR="004A4993">
        <w:t>’</w:t>
      </w:r>
      <w:r w:rsidRPr="004C3E92">
        <w:t>une façon générale tout ce qu</w:t>
      </w:r>
      <w:r w:rsidR="004A4993">
        <w:t>’</w:t>
      </w:r>
      <w:r w:rsidRPr="004C3E92">
        <w:t>il avait devant les yeux</w:t>
      </w:r>
      <w:r w:rsidR="004A4993">
        <w:t xml:space="preserve">. </w:t>
      </w:r>
      <w:r w:rsidRPr="004C3E92">
        <w:t>C</w:t>
      </w:r>
      <w:r w:rsidR="004A4993">
        <w:t>’</w:t>
      </w:r>
      <w:r w:rsidRPr="004C3E92">
        <w:t>était le désir de paraître supérieur aux autres</w:t>
      </w:r>
      <w:r w:rsidR="004A4993">
        <w:t xml:space="preserve">. </w:t>
      </w:r>
      <w:r w:rsidRPr="004C3E92">
        <w:t>Le motif était trop commun pour qu</w:t>
      </w:r>
      <w:r w:rsidR="004A4993">
        <w:t>’</w:t>
      </w:r>
      <w:r w:rsidRPr="004C3E92">
        <w:t>on s</w:t>
      </w:r>
      <w:r w:rsidR="004A4993">
        <w:t>’</w:t>
      </w:r>
      <w:r w:rsidRPr="004C3E92">
        <w:t>en étonnât</w:t>
      </w:r>
      <w:r w:rsidR="004A4993">
        <w:t xml:space="preserve"> ; </w:t>
      </w:r>
      <w:r w:rsidRPr="004C3E92">
        <w:t>mais les moyens employés</w:t>
      </w:r>
      <w:r w:rsidR="004A4993">
        <w:t xml:space="preserve">, </w:t>
      </w:r>
      <w:r w:rsidRPr="004C3E92">
        <w:t xml:space="preserve">quel que pût en être </w:t>
      </w:r>
      <w:r w:rsidRPr="004C3E92">
        <w:lastRenderedPageBreak/>
        <w:t>le succès en établissant sa sup</w:t>
      </w:r>
      <w:r w:rsidRPr="004C3E92">
        <w:t>é</w:t>
      </w:r>
      <w:r w:rsidRPr="004C3E92">
        <w:t>riorité en ce qui concerne le défaut d</w:t>
      </w:r>
      <w:r w:rsidR="004A4993">
        <w:t>’</w:t>
      </w:r>
      <w:r w:rsidRPr="004C3E92">
        <w:t>éducation</w:t>
      </w:r>
      <w:r w:rsidR="004A4993">
        <w:t xml:space="preserve">, </w:t>
      </w:r>
      <w:r w:rsidRPr="004C3E92">
        <w:t>avaient peu de chances de lui attacher qui que ce fût</w:t>
      </w:r>
      <w:r w:rsidR="004A4993">
        <w:t xml:space="preserve">, </w:t>
      </w:r>
      <w:r w:rsidRPr="004C3E92">
        <w:t>hormis sa femme</w:t>
      </w:r>
      <w:r w:rsidR="004A4993">
        <w:t>.</w:t>
      </w:r>
    </w:p>
    <w:p w14:paraId="3AFF3ADF" w14:textId="77777777" w:rsidR="004A4993" w:rsidRDefault="004A4993" w:rsidP="004A4993">
      <w:r>
        <w:t>— </w:t>
      </w:r>
      <w:r w:rsidR="008C5C61" w:rsidRPr="004C3E92">
        <w:t>Oh</w:t>
      </w:r>
      <w:r>
        <w:t xml:space="preserve">, </w:t>
      </w:r>
      <w:r w:rsidR="008C5C61" w:rsidRPr="004C3E92">
        <w:t xml:space="preserve">ma chère miss </w:t>
      </w:r>
      <w:proofErr w:type="spellStart"/>
      <w:r w:rsidR="008C5C61" w:rsidRPr="004C3E92">
        <w:t>Dashwood</w:t>
      </w:r>
      <w:proofErr w:type="spellEnd"/>
      <w:r>
        <w:t xml:space="preserve">, </w:t>
      </w:r>
      <w:r w:rsidR="008C5C61" w:rsidRPr="004C3E92">
        <w:t>dit Mrs</w:t>
      </w:r>
      <w:r>
        <w:t xml:space="preserve">. </w:t>
      </w:r>
      <w:r w:rsidR="008C5C61" w:rsidRPr="004C3E92">
        <w:t>Palmer</w:t>
      </w:r>
      <w:r>
        <w:t xml:space="preserve">, </w:t>
      </w:r>
      <w:r w:rsidR="008C5C61" w:rsidRPr="004C3E92">
        <w:t>peu de temps après</w:t>
      </w:r>
      <w:r>
        <w:t xml:space="preserve">, </w:t>
      </w:r>
      <w:r w:rsidR="008C5C61" w:rsidRPr="004C3E92">
        <w:t>j</w:t>
      </w:r>
      <w:r>
        <w:t>’</w:t>
      </w:r>
      <w:r w:rsidR="008C5C61" w:rsidRPr="004C3E92">
        <w:t>ai une grande faveur à solliciter de vous et de v</w:t>
      </w:r>
      <w:r w:rsidR="008C5C61" w:rsidRPr="004C3E92">
        <w:t>o</w:t>
      </w:r>
      <w:r w:rsidR="008C5C61" w:rsidRPr="004C3E92">
        <w:t>tre sœur</w:t>
      </w:r>
      <w:r>
        <w:t xml:space="preserve">. </w:t>
      </w:r>
      <w:r w:rsidR="008C5C61" w:rsidRPr="004C3E92">
        <w:t>Voulez-vous venir passer quelque temps à Cleveland</w:t>
      </w:r>
      <w:r>
        <w:t xml:space="preserve">, </w:t>
      </w:r>
      <w:r w:rsidR="008C5C61" w:rsidRPr="004C3E92">
        <w:t>à Noël</w:t>
      </w:r>
      <w:r>
        <w:t xml:space="preserve"> ? </w:t>
      </w:r>
      <w:r w:rsidR="008C5C61" w:rsidRPr="004C3E92">
        <w:t>Voyons</w:t>
      </w:r>
      <w:r>
        <w:t xml:space="preserve">, </w:t>
      </w:r>
      <w:r w:rsidR="008C5C61" w:rsidRPr="004C3E92">
        <w:t>je vous en prie</w:t>
      </w:r>
      <w:r>
        <w:t xml:space="preserve">, – </w:t>
      </w:r>
      <w:r w:rsidR="008C5C61" w:rsidRPr="004C3E92">
        <w:t>et venez pendant que les We</w:t>
      </w:r>
      <w:r w:rsidR="008C5C61" w:rsidRPr="004C3E92">
        <w:t>s</w:t>
      </w:r>
      <w:r w:rsidR="008C5C61" w:rsidRPr="004C3E92">
        <w:t>ton seront chez nous</w:t>
      </w:r>
      <w:r>
        <w:t xml:space="preserve">. </w:t>
      </w:r>
      <w:r w:rsidR="008C5C61" w:rsidRPr="004C3E92">
        <w:t>Vous n</w:t>
      </w:r>
      <w:r>
        <w:t>’</w:t>
      </w:r>
      <w:r w:rsidR="008C5C61" w:rsidRPr="004C3E92">
        <w:t>imaginez pas comme j</w:t>
      </w:r>
      <w:r>
        <w:t>’</w:t>
      </w:r>
      <w:r w:rsidR="008C5C61" w:rsidRPr="004C3E92">
        <w:t>en serai heureuse</w:t>
      </w:r>
      <w:r>
        <w:t xml:space="preserve"> ! </w:t>
      </w:r>
      <w:r w:rsidR="008C5C61" w:rsidRPr="004C3E92">
        <w:t>Ce sera absolument charmant</w:t>
      </w:r>
      <w:r>
        <w:t xml:space="preserve"> ! </w:t>
      </w:r>
      <w:r w:rsidR="008C5C61" w:rsidRPr="004C3E92">
        <w:t>Mon ami</w:t>
      </w:r>
      <w:r>
        <w:t xml:space="preserve"> – </w:t>
      </w:r>
      <w:r w:rsidR="008C5C61" w:rsidRPr="004C3E92">
        <w:t>s</w:t>
      </w:r>
      <w:r>
        <w:t>’</w:t>
      </w:r>
      <w:r w:rsidR="008C5C61" w:rsidRPr="004C3E92">
        <w:t>adressant à son mari</w:t>
      </w:r>
      <w:r>
        <w:t xml:space="preserve"> –, </w:t>
      </w:r>
      <w:r w:rsidR="008C5C61" w:rsidRPr="004C3E92">
        <w:t>ne vous tarde-t-il pas que les demo</w:t>
      </w:r>
      <w:r w:rsidR="008C5C61" w:rsidRPr="004C3E92">
        <w:t>i</w:t>
      </w:r>
      <w:r w:rsidR="008C5C61" w:rsidRPr="004C3E92">
        <w:t xml:space="preserve">selles </w:t>
      </w:r>
      <w:proofErr w:type="spellStart"/>
      <w:r w:rsidR="008C5C61" w:rsidRPr="004C3E92">
        <w:t>Dashwood</w:t>
      </w:r>
      <w:proofErr w:type="spellEnd"/>
      <w:r w:rsidR="008C5C61" w:rsidRPr="004C3E92">
        <w:t xml:space="preserve"> viennent à Cleveland</w:t>
      </w:r>
      <w:r>
        <w:t> ?</w:t>
      </w:r>
    </w:p>
    <w:p w14:paraId="5FF1735D" w14:textId="77777777" w:rsidR="004A4993" w:rsidRDefault="004A4993" w:rsidP="004A4993">
      <w:r>
        <w:t>— </w:t>
      </w:r>
      <w:r w:rsidR="008C5C61" w:rsidRPr="004C3E92">
        <w:t>Certainement</w:t>
      </w:r>
      <w:r>
        <w:t xml:space="preserve">, </w:t>
      </w:r>
      <w:r w:rsidR="008C5C61" w:rsidRPr="004C3E92">
        <w:t>répondit-il avec un sourire méprisant</w:t>
      </w:r>
      <w:r>
        <w:t xml:space="preserve">, </w:t>
      </w:r>
      <w:r w:rsidR="008C5C61" w:rsidRPr="004C3E92">
        <w:t>je ne suis venu dans le Devonshire que dans ce dessein</w:t>
      </w:r>
      <w:r>
        <w:t>.</w:t>
      </w:r>
    </w:p>
    <w:p w14:paraId="558B699E" w14:textId="77777777" w:rsidR="004A4993" w:rsidRDefault="004A4993" w:rsidP="004A4993">
      <w:r>
        <w:t>— </w:t>
      </w:r>
      <w:r w:rsidR="008C5C61" w:rsidRPr="004C3E92">
        <w:t>Là</w:t>
      </w:r>
      <w:r>
        <w:t xml:space="preserve">, </w:t>
      </w:r>
      <w:r w:rsidR="008C5C61" w:rsidRPr="004C3E92">
        <w:t>vous voyez</w:t>
      </w:r>
      <w:r>
        <w:t xml:space="preserve">, </w:t>
      </w:r>
      <w:r w:rsidR="008C5C61" w:rsidRPr="004C3E92">
        <w:t>dit sa femme</w:t>
      </w:r>
      <w:r>
        <w:t xml:space="preserve">, </w:t>
      </w:r>
      <w:r w:rsidR="008C5C61" w:rsidRPr="004C3E92">
        <w:t>Mr</w:t>
      </w:r>
      <w:r>
        <w:t xml:space="preserve">. </w:t>
      </w:r>
      <w:r w:rsidR="008C5C61" w:rsidRPr="004C3E92">
        <w:t>Palmer vous attend</w:t>
      </w:r>
      <w:r>
        <w:t xml:space="preserve"> ; </w:t>
      </w:r>
      <w:r w:rsidR="008C5C61" w:rsidRPr="004C3E92">
        <w:t>vous ne pouvez donc refuser de venir</w:t>
      </w:r>
      <w:r>
        <w:t>.</w:t>
      </w:r>
    </w:p>
    <w:p w14:paraId="53259D66" w14:textId="77777777" w:rsidR="004A4993" w:rsidRDefault="008C5C61" w:rsidP="004A4993">
      <w:r w:rsidRPr="004C3E92">
        <w:t>Elles refusèrent toutes deux son invitation</w:t>
      </w:r>
      <w:r w:rsidR="004A4993">
        <w:t xml:space="preserve">, </w:t>
      </w:r>
      <w:r w:rsidRPr="004C3E92">
        <w:t>ardemment et résolument</w:t>
      </w:r>
      <w:r w:rsidR="004A4993">
        <w:t>.</w:t>
      </w:r>
    </w:p>
    <w:p w14:paraId="51FBC0D4" w14:textId="77777777" w:rsidR="004A4993" w:rsidRDefault="004A4993" w:rsidP="004A4993">
      <w:r>
        <w:t>— </w:t>
      </w:r>
      <w:r w:rsidR="008C5C61" w:rsidRPr="004C3E92">
        <w:t>Mais</w:t>
      </w:r>
      <w:r>
        <w:t xml:space="preserve">, </w:t>
      </w:r>
      <w:r w:rsidR="008C5C61" w:rsidRPr="004C3E92">
        <w:t>en vérité</w:t>
      </w:r>
      <w:r>
        <w:t xml:space="preserve">, </w:t>
      </w:r>
      <w:r w:rsidR="008C5C61" w:rsidRPr="004C3E92">
        <w:t>il faut que vous veniez</w:t>
      </w:r>
      <w:r>
        <w:t xml:space="preserve">, </w:t>
      </w:r>
      <w:r w:rsidR="008C5C61" w:rsidRPr="004C3E92">
        <w:t>et vous viendrez</w:t>
      </w:r>
      <w:r>
        <w:t xml:space="preserve">. </w:t>
      </w:r>
      <w:r w:rsidR="008C5C61" w:rsidRPr="004C3E92">
        <w:t>Je suis sûre que cela vous plaira par-dessus tout</w:t>
      </w:r>
      <w:r>
        <w:t xml:space="preserve">. </w:t>
      </w:r>
      <w:r w:rsidR="008C5C61" w:rsidRPr="004C3E92">
        <w:t>Nous aurons les Weston chez nous</w:t>
      </w:r>
      <w:r>
        <w:t xml:space="preserve">, </w:t>
      </w:r>
      <w:r w:rsidR="008C5C61" w:rsidRPr="004C3E92">
        <w:t>et ce sera absolument charmant</w:t>
      </w:r>
      <w:r>
        <w:t xml:space="preserve">. </w:t>
      </w:r>
      <w:r w:rsidR="008C5C61" w:rsidRPr="004C3E92">
        <w:t xml:space="preserve">Vous ne </w:t>
      </w:r>
      <w:proofErr w:type="spellStart"/>
      <w:r w:rsidR="008C5C61" w:rsidRPr="004C3E92">
        <w:t>pouvez vous</w:t>
      </w:r>
      <w:proofErr w:type="spellEnd"/>
      <w:r w:rsidR="008C5C61" w:rsidRPr="004C3E92">
        <w:t xml:space="preserve"> imaginer comme Cleveland est un endroit agré</w:t>
      </w:r>
      <w:r w:rsidR="008C5C61" w:rsidRPr="004C3E92">
        <w:t>a</w:t>
      </w:r>
      <w:r w:rsidR="008C5C61" w:rsidRPr="004C3E92">
        <w:t>ble</w:t>
      </w:r>
      <w:r>
        <w:t xml:space="preserve"> ; </w:t>
      </w:r>
      <w:r w:rsidR="008C5C61" w:rsidRPr="004C3E92">
        <w:t>et nous sommes si gais à présent</w:t>
      </w:r>
      <w:r>
        <w:t xml:space="preserve">, </w:t>
      </w:r>
      <w:r w:rsidR="008C5C61" w:rsidRPr="004C3E92">
        <w:t>car Mr</w:t>
      </w:r>
      <w:r>
        <w:t xml:space="preserve">. </w:t>
      </w:r>
      <w:r w:rsidR="008C5C61" w:rsidRPr="004C3E92">
        <w:t>Palmer parcourt constamment le pays pour solliciter des voix en vue de l</w:t>
      </w:r>
      <w:r>
        <w:t>’</w:t>
      </w:r>
      <w:r w:rsidR="008C5C61" w:rsidRPr="004C3E92">
        <w:t>élection</w:t>
      </w:r>
      <w:r>
        <w:t xml:space="preserve"> ; </w:t>
      </w:r>
      <w:r w:rsidR="008C5C61" w:rsidRPr="004C3E92">
        <w:t>et il y a tant de gens qui viennent dîner chez nous</w:t>
      </w:r>
      <w:r>
        <w:t xml:space="preserve">, </w:t>
      </w:r>
      <w:r w:rsidR="008C5C61" w:rsidRPr="004C3E92">
        <w:t>que je n</w:t>
      </w:r>
      <w:r>
        <w:t>’</w:t>
      </w:r>
      <w:r w:rsidR="008C5C61" w:rsidRPr="004C3E92">
        <w:t>ai jamais vus auparavant</w:t>
      </w:r>
      <w:r>
        <w:t xml:space="preserve"> – </w:t>
      </w:r>
      <w:r w:rsidR="008C5C61" w:rsidRPr="004C3E92">
        <w:t>c</w:t>
      </w:r>
      <w:r>
        <w:t>’</w:t>
      </w:r>
      <w:r w:rsidR="008C5C61" w:rsidRPr="004C3E92">
        <w:t>est absolument charmant</w:t>
      </w:r>
      <w:r>
        <w:t xml:space="preserve"> ! </w:t>
      </w:r>
      <w:r w:rsidR="008C5C61" w:rsidRPr="004C3E92">
        <w:t>Mais</w:t>
      </w:r>
      <w:r>
        <w:t xml:space="preserve">, </w:t>
      </w:r>
      <w:r w:rsidR="008C5C61" w:rsidRPr="004C3E92">
        <w:t>pauvre homme</w:t>
      </w:r>
      <w:r>
        <w:t xml:space="preserve"> ! </w:t>
      </w:r>
      <w:r w:rsidR="008C5C61" w:rsidRPr="004C3E92">
        <w:t>c</w:t>
      </w:r>
      <w:r>
        <w:t>’</w:t>
      </w:r>
      <w:r w:rsidR="008C5C61" w:rsidRPr="004C3E92">
        <w:t>est bien fatigant pour lui</w:t>
      </w:r>
      <w:r>
        <w:t xml:space="preserve">, </w:t>
      </w:r>
      <w:r w:rsidR="008C5C61" w:rsidRPr="004C3E92">
        <w:t>car il est contraint de se faire aimer de tout le monde</w:t>
      </w:r>
      <w:r>
        <w:t>.</w:t>
      </w:r>
    </w:p>
    <w:p w14:paraId="15FE80B3" w14:textId="77777777" w:rsidR="004A4993" w:rsidRDefault="008C5C61" w:rsidP="004A4993">
      <w:proofErr w:type="spellStart"/>
      <w:r w:rsidRPr="004C3E92">
        <w:t>Elinor</w:t>
      </w:r>
      <w:proofErr w:type="spellEnd"/>
      <w:r w:rsidRPr="004C3E92">
        <w:t xml:space="preserve"> eut peine à garder son sérieux en acquiesçant à la difficulté d</w:t>
      </w:r>
      <w:r w:rsidR="004A4993">
        <w:t>’</w:t>
      </w:r>
      <w:r w:rsidRPr="004C3E92">
        <w:t>une semblable obligation</w:t>
      </w:r>
      <w:r w:rsidR="004A4993">
        <w:t>.</w:t>
      </w:r>
    </w:p>
    <w:p w14:paraId="7F1CDB42" w14:textId="3840956A" w:rsidR="004A4993" w:rsidRDefault="004A4993" w:rsidP="004A4993">
      <w:r>
        <w:lastRenderedPageBreak/>
        <w:t>— </w:t>
      </w:r>
      <w:r w:rsidR="008C5C61" w:rsidRPr="004C3E92">
        <w:t>Comme ce sera charmant</w:t>
      </w:r>
      <w:r>
        <w:t xml:space="preserve">, </w:t>
      </w:r>
      <w:r w:rsidR="008C5C61" w:rsidRPr="004C3E92">
        <w:t>dit Charlotte</w:t>
      </w:r>
      <w:r>
        <w:t xml:space="preserve">, </w:t>
      </w:r>
      <w:r w:rsidR="008C5C61" w:rsidRPr="004C3E92">
        <w:t>quand il sera au Parlement</w:t>
      </w:r>
      <w:r>
        <w:t xml:space="preserve"> ! </w:t>
      </w:r>
      <w:r w:rsidR="008C5C61" w:rsidRPr="004C3E92">
        <w:t>n</w:t>
      </w:r>
      <w:r>
        <w:t>’</w:t>
      </w:r>
      <w:r w:rsidR="008C5C61" w:rsidRPr="004C3E92">
        <w:t>est-ce pas</w:t>
      </w:r>
      <w:r>
        <w:t xml:space="preserve"> ? </w:t>
      </w:r>
      <w:r w:rsidR="008C5C61" w:rsidRPr="004C3E92">
        <w:t>Comme je rirai</w:t>
      </w:r>
      <w:r>
        <w:t xml:space="preserve"> ! </w:t>
      </w:r>
      <w:r w:rsidR="008C5C61" w:rsidRPr="004C3E92">
        <w:t>Comme ce sera rid</w:t>
      </w:r>
      <w:r w:rsidR="008C5C61" w:rsidRPr="004C3E92">
        <w:t>i</w:t>
      </w:r>
      <w:r w:rsidR="008C5C61" w:rsidRPr="004C3E92">
        <w:t>cule de voir toutes ses lettres adressées à lui avec un</w:t>
      </w:r>
      <w:r w:rsidRPr="004C3E92">
        <w:t xml:space="preserve"> </w:t>
      </w:r>
      <w:proofErr w:type="spellStart"/>
      <w:r w:rsidRPr="004C3E92">
        <w:t>M</w:t>
      </w:r>
      <w:r>
        <w:t>.</w:t>
      </w:r>
      <w:r w:rsidRPr="004C3E92">
        <w:t>P</w:t>
      </w:r>
      <w:proofErr w:type="spellEnd"/>
      <w:r>
        <w:t xml:space="preserve">. ! </w:t>
      </w:r>
      <w:r w:rsidR="008C5C61">
        <w:rPr>
          <w:rStyle w:val="Appelnotedebasdep"/>
        </w:rPr>
        <w:footnoteReference w:id="6"/>
      </w:r>
      <w:r w:rsidR="008C5C61" w:rsidRPr="004C3E92">
        <w:t xml:space="preserve"> Mais</w:t>
      </w:r>
      <w:r>
        <w:t xml:space="preserve">, </w:t>
      </w:r>
      <w:r w:rsidR="008C5C61" w:rsidRPr="004C3E92">
        <w:t>le croiriez-vous</w:t>
      </w:r>
      <w:r>
        <w:t xml:space="preserve">, </w:t>
      </w:r>
      <w:r w:rsidR="008C5C61" w:rsidRPr="004C3E92">
        <w:t>il dit qu</w:t>
      </w:r>
      <w:r>
        <w:t>’</w:t>
      </w:r>
      <w:r w:rsidR="008C5C61" w:rsidRPr="004C3E92">
        <w:t>il ne voudra jamais me contres</w:t>
      </w:r>
      <w:r w:rsidR="008C5C61" w:rsidRPr="004C3E92">
        <w:t>i</w:t>
      </w:r>
      <w:r w:rsidR="008C5C61" w:rsidRPr="004C3E92">
        <w:t>gner une lettre pour l</w:t>
      </w:r>
      <w:r>
        <w:t>’</w:t>
      </w:r>
      <w:r w:rsidR="008C5C61" w:rsidRPr="004C3E92">
        <w:t>envoyer en franchise</w:t>
      </w:r>
      <w:r>
        <w:t xml:space="preserve">. </w:t>
      </w:r>
      <w:r w:rsidR="008C5C61" w:rsidRPr="004C3E92">
        <w:t>Il déclare qu</w:t>
      </w:r>
      <w:r>
        <w:t>’</w:t>
      </w:r>
      <w:r w:rsidR="008C5C61" w:rsidRPr="004C3E92">
        <w:t>il n</w:t>
      </w:r>
      <w:r>
        <w:t>’</w:t>
      </w:r>
      <w:r w:rsidR="008C5C61" w:rsidRPr="004C3E92">
        <w:t>en veut rien faire</w:t>
      </w:r>
      <w:r>
        <w:t xml:space="preserve">. </w:t>
      </w:r>
      <w:r w:rsidR="008C5C61" w:rsidRPr="004C3E92">
        <w:t>N</w:t>
      </w:r>
      <w:r>
        <w:t>’</w:t>
      </w:r>
      <w:r w:rsidR="008C5C61" w:rsidRPr="004C3E92">
        <w:t>est-ce pas</w:t>
      </w:r>
      <w:r>
        <w:t xml:space="preserve">, </w:t>
      </w:r>
      <w:r w:rsidR="008C5C61" w:rsidRPr="004C3E92">
        <w:t>Mr</w:t>
      </w:r>
      <w:r>
        <w:t xml:space="preserve">. </w:t>
      </w:r>
      <w:r w:rsidR="008C5C61" w:rsidRPr="004C3E92">
        <w:t>Palmer</w:t>
      </w:r>
      <w:r>
        <w:t> ?</w:t>
      </w:r>
    </w:p>
    <w:p w14:paraId="5620D9A6" w14:textId="77777777" w:rsidR="004A4993" w:rsidRDefault="008C5C61" w:rsidP="004A4993">
      <w:r w:rsidRPr="004C3E92">
        <w:t>Mr</w:t>
      </w:r>
      <w:r w:rsidR="004A4993">
        <w:t xml:space="preserve">. </w:t>
      </w:r>
      <w:r w:rsidRPr="004C3E92">
        <w:t>Palmer ne fit aucune attention à elle</w:t>
      </w:r>
      <w:r w:rsidR="004A4993">
        <w:t>.</w:t>
      </w:r>
    </w:p>
    <w:p w14:paraId="5BC3892F" w14:textId="77777777" w:rsidR="004A4993" w:rsidRDefault="004A4993" w:rsidP="004A4993">
      <w:r>
        <w:t>— </w:t>
      </w:r>
      <w:r w:rsidR="008C5C61" w:rsidRPr="004C3E92">
        <w:t>Il ne peut souffrir d</w:t>
      </w:r>
      <w:r>
        <w:t>’</w:t>
      </w:r>
      <w:r w:rsidR="008C5C61" w:rsidRPr="004C3E92">
        <w:t>écrire</w:t>
      </w:r>
      <w:r>
        <w:t xml:space="preserve">, </w:t>
      </w:r>
      <w:r w:rsidR="008C5C61" w:rsidRPr="004C3E92">
        <w:t>savez-vous bien</w:t>
      </w:r>
      <w:r>
        <w:t xml:space="preserve">, </w:t>
      </w:r>
      <w:r w:rsidR="008C5C61" w:rsidRPr="004C3E92">
        <w:t>reprit-elle</w:t>
      </w:r>
      <w:r>
        <w:t xml:space="preserve"> ; </w:t>
      </w:r>
      <w:r w:rsidR="008C5C61" w:rsidRPr="004C3E92">
        <w:t>il dit que c</w:t>
      </w:r>
      <w:r>
        <w:t>’</w:t>
      </w:r>
      <w:r w:rsidR="008C5C61" w:rsidRPr="004C3E92">
        <w:t>est véritablement révoltant</w:t>
      </w:r>
      <w:r>
        <w:t>.</w:t>
      </w:r>
    </w:p>
    <w:p w14:paraId="08B03C5C" w14:textId="77777777" w:rsidR="004A4993" w:rsidRDefault="004A4993" w:rsidP="004A4993">
      <w:r>
        <w:t>— </w:t>
      </w:r>
      <w:r w:rsidR="008C5C61" w:rsidRPr="004C3E92">
        <w:t>Non</w:t>
      </w:r>
      <w:r>
        <w:t xml:space="preserve">, </w:t>
      </w:r>
      <w:r w:rsidR="008C5C61" w:rsidRPr="004C3E92">
        <w:t>dit-il</w:t>
      </w:r>
      <w:r>
        <w:t xml:space="preserve">, </w:t>
      </w:r>
      <w:r w:rsidR="008C5C61" w:rsidRPr="004C3E92">
        <w:t>je n</w:t>
      </w:r>
      <w:r>
        <w:t>’</w:t>
      </w:r>
      <w:r w:rsidR="008C5C61" w:rsidRPr="004C3E92">
        <w:t>ai jamais rien dit d</w:t>
      </w:r>
      <w:r>
        <w:t>’</w:t>
      </w:r>
      <w:r w:rsidR="008C5C61" w:rsidRPr="004C3E92">
        <w:t>aussi déraisonnable</w:t>
      </w:r>
      <w:r>
        <w:t xml:space="preserve">. </w:t>
      </w:r>
      <w:r w:rsidR="008C5C61" w:rsidRPr="004C3E92">
        <w:t>Ne m</w:t>
      </w:r>
      <w:r>
        <w:t>’</w:t>
      </w:r>
      <w:r w:rsidR="008C5C61" w:rsidRPr="004C3E92">
        <w:t>attribuez donc pas toutes vos sottises de langage</w:t>
      </w:r>
      <w:r>
        <w:t> !</w:t>
      </w:r>
    </w:p>
    <w:p w14:paraId="14E730F9" w14:textId="77777777" w:rsidR="004A4993" w:rsidRDefault="004A4993" w:rsidP="004A4993">
      <w:r>
        <w:t>— </w:t>
      </w:r>
      <w:r w:rsidR="008C5C61" w:rsidRPr="004C3E92">
        <w:t>Là</w:t>
      </w:r>
      <w:r>
        <w:t xml:space="preserve"> ! </w:t>
      </w:r>
      <w:r w:rsidR="008C5C61" w:rsidRPr="004C3E92">
        <w:t>Vous voyez comme il est cocasse</w:t>
      </w:r>
      <w:r>
        <w:t xml:space="preserve"> ! </w:t>
      </w:r>
      <w:r w:rsidR="008C5C61" w:rsidRPr="004C3E92">
        <w:t>Il en est toujours ainsi</w:t>
      </w:r>
      <w:r>
        <w:t xml:space="preserve">, </w:t>
      </w:r>
      <w:r w:rsidR="008C5C61" w:rsidRPr="004C3E92">
        <w:t>avec lui</w:t>
      </w:r>
      <w:r>
        <w:t xml:space="preserve"> ! </w:t>
      </w:r>
      <w:r w:rsidR="008C5C61" w:rsidRPr="004C3E92">
        <w:t>Parfois</w:t>
      </w:r>
      <w:r>
        <w:t xml:space="preserve">, </w:t>
      </w:r>
      <w:r w:rsidR="008C5C61" w:rsidRPr="004C3E92">
        <w:t>il refuse de me parler pendant toute une demi-journée</w:t>
      </w:r>
      <w:r>
        <w:t xml:space="preserve">, </w:t>
      </w:r>
      <w:r w:rsidR="008C5C61" w:rsidRPr="004C3E92">
        <w:t>et puis il lui échappe quelque chose de si drôle</w:t>
      </w:r>
      <w:r>
        <w:t xml:space="preserve">, </w:t>
      </w:r>
      <w:r w:rsidR="008C5C61" w:rsidRPr="004C3E92">
        <w:t>au sujet de n</w:t>
      </w:r>
      <w:r>
        <w:t>’</w:t>
      </w:r>
      <w:r w:rsidR="008C5C61" w:rsidRPr="004C3E92">
        <w:t>importe quoi au monde</w:t>
      </w:r>
      <w:r>
        <w:t> !</w:t>
      </w:r>
    </w:p>
    <w:p w14:paraId="4F74F87F" w14:textId="77777777" w:rsidR="004A4993" w:rsidRDefault="008C5C61" w:rsidP="004A4993">
      <w:r w:rsidRPr="004C3E92">
        <w:t xml:space="preserve">Elle étonna fort </w:t>
      </w:r>
      <w:proofErr w:type="spellStart"/>
      <w:r w:rsidRPr="004C3E92">
        <w:t>Elinor</w:t>
      </w:r>
      <w:proofErr w:type="spellEnd"/>
      <w:r w:rsidR="004A4993">
        <w:t xml:space="preserve">, </w:t>
      </w:r>
      <w:r w:rsidRPr="004C3E92">
        <w:t>au moment où elles rentrèrent au salon</w:t>
      </w:r>
      <w:r w:rsidR="004A4993">
        <w:t xml:space="preserve">, </w:t>
      </w:r>
      <w:r w:rsidRPr="004C3E92">
        <w:t>en lui demandant si Mr</w:t>
      </w:r>
      <w:r w:rsidR="004A4993">
        <w:t xml:space="preserve">. </w:t>
      </w:r>
      <w:r w:rsidRPr="004C3E92">
        <w:t>Palmer ne lui plaisait pas éno</w:t>
      </w:r>
      <w:r w:rsidRPr="004C3E92">
        <w:t>r</w:t>
      </w:r>
      <w:r w:rsidRPr="004C3E92">
        <w:t>mément</w:t>
      </w:r>
      <w:r w:rsidR="004A4993">
        <w:t>.</w:t>
      </w:r>
    </w:p>
    <w:p w14:paraId="79B0DFBE" w14:textId="77777777" w:rsidR="004A4993" w:rsidRDefault="004A4993" w:rsidP="004A4993">
      <w:r>
        <w:t>— </w:t>
      </w:r>
      <w:r w:rsidR="008C5C61" w:rsidRPr="004C3E92">
        <w:t>Certainement</w:t>
      </w:r>
      <w:r>
        <w:t xml:space="preserve">, </w:t>
      </w:r>
      <w:r w:rsidR="008C5C61" w:rsidRPr="004C3E92">
        <w:t xml:space="preserve">dit </w:t>
      </w:r>
      <w:proofErr w:type="spellStart"/>
      <w:r w:rsidR="008C5C61" w:rsidRPr="004C3E92">
        <w:t>Elinor</w:t>
      </w:r>
      <w:proofErr w:type="spellEnd"/>
      <w:r>
        <w:t xml:space="preserve">, </w:t>
      </w:r>
      <w:r w:rsidR="008C5C61" w:rsidRPr="004C3E92">
        <w:t>il semble fort agréable</w:t>
      </w:r>
      <w:r>
        <w:t>.</w:t>
      </w:r>
    </w:p>
    <w:p w14:paraId="243C7C32" w14:textId="77777777" w:rsidR="004A4993" w:rsidRDefault="004A4993" w:rsidP="004A4993">
      <w:r>
        <w:t>— </w:t>
      </w:r>
      <w:r w:rsidR="008C5C61" w:rsidRPr="004C3E92">
        <w:t>Ah</w:t>
      </w:r>
      <w:r>
        <w:t xml:space="preserve">, </w:t>
      </w:r>
      <w:r w:rsidR="008C5C61" w:rsidRPr="004C3E92">
        <w:t>j</w:t>
      </w:r>
      <w:r>
        <w:t>’</w:t>
      </w:r>
      <w:r w:rsidR="008C5C61" w:rsidRPr="004C3E92">
        <w:t>en suis vraiment ravie</w:t>
      </w:r>
      <w:r>
        <w:t xml:space="preserve">. </w:t>
      </w:r>
      <w:r w:rsidR="008C5C61" w:rsidRPr="004C3E92">
        <w:t>Je croyais bien qu</w:t>
      </w:r>
      <w:r>
        <w:t>’</w:t>
      </w:r>
      <w:r w:rsidR="008C5C61" w:rsidRPr="004C3E92">
        <w:t>il vous plairait</w:t>
      </w:r>
      <w:r>
        <w:t xml:space="preserve">, </w:t>
      </w:r>
      <w:r w:rsidR="008C5C61" w:rsidRPr="004C3E92">
        <w:t>il est si aimable</w:t>
      </w:r>
      <w:r>
        <w:t xml:space="preserve"> ; </w:t>
      </w:r>
      <w:r w:rsidR="008C5C61" w:rsidRPr="004C3E92">
        <w:t>et Mr</w:t>
      </w:r>
      <w:r>
        <w:t xml:space="preserve">. </w:t>
      </w:r>
      <w:r w:rsidR="008C5C61" w:rsidRPr="004C3E92">
        <w:t>Palmer est extrêmement sati</w:t>
      </w:r>
      <w:r w:rsidR="008C5C61" w:rsidRPr="004C3E92">
        <w:t>s</w:t>
      </w:r>
      <w:r w:rsidR="008C5C61" w:rsidRPr="004C3E92">
        <w:t>fait de vous et de vos sœurs</w:t>
      </w:r>
      <w:r>
        <w:t xml:space="preserve">, </w:t>
      </w:r>
      <w:r w:rsidR="008C5C61" w:rsidRPr="004C3E92">
        <w:t>je puis vous l</w:t>
      </w:r>
      <w:r>
        <w:t>’</w:t>
      </w:r>
      <w:r w:rsidR="008C5C61" w:rsidRPr="004C3E92">
        <w:t>affirmer</w:t>
      </w:r>
      <w:r>
        <w:t xml:space="preserve">, </w:t>
      </w:r>
      <w:r w:rsidR="008C5C61" w:rsidRPr="004C3E92">
        <w:t xml:space="preserve">et vous ne </w:t>
      </w:r>
      <w:proofErr w:type="spellStart"/>
      <w:r w:rsidR="008C5C61" w:rsidRPr="004C3E92">
        <w:t>sauriez vous</w:t>
      </w:r>
      <w:proofErr w:type="spellEnd"/>
      <w:r w:rsidR="008C5C61" w:rsidRPr="004C3E92">
        <w:t xml:space="preserve"> imaginer comme il sera déçu si vous ne venez </w:t>
      </w:r>
      <w:r w:rsidR="008C5C61" w:rsidRPr="004C3E92">
        <w:lastRenderedPageBreak/>
        <w:t>pas à Cleveland</w:t>
      </w:r>
      <w:r>
        <w:t xml:space="preserve">. </w:t>
      </w:r>
      <w:r w:rsidR="008C5C61" w:rsidRPr="004C3E92">
        <w:t>Je ne comprends vraiment pas pourquoi vous vous y opposeriez</w:t>
      </w:r>
      <w:r>
        <w:t>.</w:t>
      </w:r>
    </w:p>
    <w:p w14:paraId="13D27FD3" w14:textId="77777777" w:rsidR="004A4993" w:rsidRDefault="008C5C61" w:rsidP="004A4993">
      <w:proofErr w:type="spellStart"/>
      <w:r w:rsidRPr="004C3E92">
        <w:t>Elinor</w:t>
      </w:r>
      <w:proofErr w:type="spellEnd"/>
      <w:r w:rsidRPr="004C3E92">
        <w:t xml:space="preserve"> fut à nouveau obligée de refuser son invitation</w:t>
      </w:r>
      <w:r w:rsidR="004A4993">
        <w:t xml:space="preserve"> ; </w:t>
      </w:r>
      <w:r w:rsidRPr="004C3E92">
        <w:t>et</w:t>
      </w:r>
      <w:r w:rsidR="004A4993">
        <w:t xml:space="preserve">, </w:t>
      </w:r>
      <w:r w:rsidRPr="004C3E92">
        <w:t>en passant à un autre sujet</w:t>
      </w:r>
      <w:r w:rsidR="004A4993">
        <w:t xml:space="preserve">, </w:t>
      </w:r>
      <w:r w:rsidRPr="004C3E92">
        <w:t>elle mit fin à ses prières</w:t>
      </w:r>
      <w:r w:rsidR="004A4993">
        <w:t xml:space="preserve">. </w:t>
      </w:r>
      <w:r w:rsidRPr="004C3E92">
        <w:t>Elle est</w:t>
      </w:r>
      <w:r w:rsidRPr="004C3E92">
        <w:t>i</w:t>
      </w:r>
      <w:r w:rsidRPr="004C3E92">
        <w:t>mait probable que</w:t>
      </w:r>
      <w:r w:rsidR="004A4993">
        <w:t xml:space="preserve">, </w:t>
      </w:r>
      <w:r w:rsidRPr="004C3E92">
        <w:t>puisqu</w:t>
      </w:r>
      <w:r w:rsidR="004A4993">
        <w:t>’</w:t>
      </w:r>
      <w:r w:rsidRPr="004C3E92">
        <w:t>ils habitaient le même comté</w:t>
      </w:r>
      <w:r w:rsidR="004A4993">
        <w:t xml:space="preserve">, </w:t>
      </w:r>
      <w:r w:rsidRPr="004C3E92">
        <w:t>Mrs</w:t>
      </w:r>
      <w:r w:rsidR="004A4993">
        <w:t xml:space="preserve">. </w:t>
      </w:r>
      <w:r w:rsidRPr="004C3E92">
        <w:t>Palmer serait en mesure de la renseigner avec plus de détails sur le caractère général de Willoughby</w:t>
      </w:r>
      <w:r w:rsidR="004A4993">
        <w:t xml:space="preserve">, </w:t>
      </w:r>
      <w:r w:rsidRPr="004C3E92">
        <w:t>qu</w:t>
      </w:r>
      <w:r w:rsidR="004A4993">
        <w:t>’</w:t>
      </w:r>
      <w:r w:rsidRPr="004C3E92">
        <w:t>elle n</w:t>
      </w:r>
      <w:r w:rsidR="004A4993">
        <w:t>’</w:t>
      </w:r>
      <w:r w:rsidRPr="004C3E92">
        <w:t>en pourrait r</w:t>
      </w:r>
      <w:r w:rsidRPr="004C3E92">
        <w:t>e</w:t>
      </w:r>
      <w:r w:rsidRPr="004C3E92">
        <w:t>cueillir d</w:t>
      </w:r>
      <w:r w:rsidR="004A4993">
        <w:t>’</w:t>
      </w:r>
      <w:r w:rsidRPr="004C3E92">
        <w:t>après la connaissance imparfaite qu</w:t>
      </w:r>
      <w:r w:rsidR="004A4993">
        <w:t>’</w:t>
      </w:r>
      <w:r w:rsidRPr="004C3E92">
        <w:t>avaient de lui les Middleton</w:t>
      </w:r>
      <w:r w:rsidR="004A4993">
        <w:t xml:space="preserve">, </w:t>
      </w:r>
      <w:r w:rsidRPr="004C3E92">
        <w:t>et elle désirait vivement obtenir de qui que ce fût une confirmation de ses mérites</w:t>
      </w:r>
      <w:r w:rsidR="004A4993">
        <w:t xml:space="preserve">, </w:t>
      </w:r>
      <w:r w:rsidRPr="004C3E92">
        <w:t>qui pût dissiper toute possib</w:t>
      </w:r>
      <w:r w:rsidRPr="004C3E92">
        <w:t>i</w:t>
      </w:r>
      <w:r w:rsidRPr="004C3E92">
        <w:t>lité de crainte pour Marianne</w:t>
      </w:r>
      <w:r w:rsidR="004A4993">
        <w:t xml:space="preserve">. </w:t>
      </w:r>
      <w:r w:rsidRPr="004C3E92">
        <w:t>Elle commença par demander s</w:t>
      </w:r>
      <w:r w:rsidR="004A4993">
        <w:t>’</w:t>
      </w:r>
      <w:r w:rsidRPr="004C3E92">
        <w:t>ils voyaient beaucoup Mr</w:t>
      </w:r>
      <w:r w:rsidR="004A4993">
        <w:t xml:space="preserve">. </w:t>
      </w:r>
      <w:r w:rsidRPr="004C3E92">
        <w:t>Willoughby à Cleveland</w:t>
      </w:r>
      <w:r w:rsidR="004A4993">
        <w:t xml:space="preserve">, </w:t>
      </w:r>
      <w:r w:rsidRPr="004C3E92">
        <w:t>et s</w:t>
      </w:r>
      <w:r w:rsidR="004A4993">
        <w:t>’</w:t>
      </w:r>
      <w:r w:rsidRPr="004C3E92">
        <w:t>ils le connaissaient intimement</w:t>
      </w:r>
      <w:r w:rsidR="004A4993">
        <w:t>.</w:t>
      </w:r>
    </w:p>
    <w:p w14:paraId="49D00899" w14:textId="77777777" w:rsidR="004A4993" w:rsidRDefault="004A4993" w:rsidP="004A4993">
      <w:r>
        <w:t>— </w:t>
      </w:r>
      <w:r w:rsidR="008C5C61" w:rsidRPr="004C3E92">
        <w:t>Ma foi</w:t>
      </w:r>
      <w:r>
        <w:t xml:space="preserve">, </w:t>
      </w:r>
      <w:r w:rsidR="008C5C61" w:rsidRPr="004C3E92">
        <w:t>oui</w:t>
      </w:r>
      <w:r>
        <w:t xml:space="preserve"> ; </w:t>
      </w:r>
      <w:r w:rsidR="008C5C61" w:rsidRPr="004C3E92">
        <w:t>je le connais extrêmement bien</w:t>
      </w:r>
      <w:r>
        <w:t xml:space="preserve">, </w:t>
      </w:r>
      <w:r w:rsidR="008C5C61" w:rsidRPr="004C3E92">
        <w:t>répondit Mrs</w:t>
      </w:r>
      <w:r>
        <w:t xml:space="preserve">. </w:t>
      </w:r>
      <w:r w:rsidR="008C5C61" w:rsidRPr="004C3E92">
        <w:t>Palmer</w:t>
      </w:r>
      <w:r>
        <w:t xml:space="preserve">. </w:t>
      </w:r>
      <w:r w:rsidR="008C5C61" w:rsidRPr="004C3E92">
        <w:t>Non pas que je lui aie jamais parlé</w:t>
      </w:r>
      <w:r>
        <w:t xml:space="preserve">, </w:t>
      </w:r>
      <w:r w:rsidR="008C5C61" w:rsidRPr="004C3E92">
        <w:t>en vérité</w:t>
      </w:r>
      <w:r>
        <w:t xml:space="preserve">, </w:t>
      </w:r>
      <w:r w:rsidR="008C5C61" w:rsidRPr="004C3E92">
        <w:t>mais je l</w:t>
      </w:r>
      <w:r>
        <w:t>’</w:t>
      </w:r>
      <w:r w:rsidR="008C5C61" w:rsidRPr="004C3E92">
        <w:t>ai vu constamment à Londres</w:t>
      </w:r>
      <w:r>
        <w:t xml:space="preserve">. </w:t>
      </w:r>
      <w:r w:rsidR="008C5C61" w:rsidRPr="004C3E92">
        <w:t>D</w:t>
      </w:r>
      <w:r>
        <w:t>’</w:t>
      </w:r>
      <w:r w:rsidR="008C5C61" w:rsidRPr="004C3E92">
        <w:t>une façon ou d</w:t>
      </w:r>
      <w:r>
        <w:t>’</w:t>
      </w:r>
      <w:r w:rsidR="008C5C61" w:rsidRPr="004C3E92">
        <w:t>une autre</w:t>
      </w:r>
      <w:r>
        <w:t xml:space="preserve">, </w:t>
      </w:r>
      <w:r w:rsidR="008C5C61" w:rsidRPr="004C3E92">
        <w:t>il s</w:t>
      </w:r>
      <w:r>
        <w:t>’</w:t>
      </w:r>
      <w:r w:rsidR="008C5C61" w:rsidRPr="004C3E92">
        <w:t>est trouvé que je n</w:t>
      </w:r>
      <w:r>
        <w:t>’</w:t>
      </w:r>
      <w:r w:rsidR="008C5C61" w:rsidRPr="004C3E92">
        <w:t>ai jamais séjourné à Barton pendant qu</w:t>
      </w:r>
      <w:r>
        <w:t>’</w:t>
      </w:r>
      <w:r w:rsidR="008C5C61" w:rsidRPr="004C3E92">
        <w:t xml:space="preserve">il était à </w:t>
      </w:r>
      <w:proofErr w:type="spellStart"/>
      <w:r w:rsidR="008C5C61" w:rsidRPr="004C3E92">
        <w:t>Allenham</w:t>
      </w:r>
      <w:proofErr w:type="spellEnd"/>
      <w:r>
        <w:t xml:space="preserve">. </w:t>
      </w:r>
      <w:r w:rsidR="008C5C61" w:rsidRPr="004C3E92">
        <w:t>Maman l</w:t>
      </w:r>
      <w:r>
        <w:t>’</w:t>
      </w:r>
      <w:r w:rsidR="008C5C61" w:rsidRPr="004C3E92">
        <w:t>a déjà vu une fois ici</w:t>
      </w:r>
      <w:r>
        <w:t xml:space="preserve"> ; </w:t>
      </w:r>
      <w:r w:rsidR="008C5C61" w:rsidRPr="004C3E92">
        <w:t>mais j</w:t>
      </w:r>
      <w:r>
        <w:t>’</w:t>
      </w:r>
      <w:r w:rsidR="008C5C61" w:rsidRPr="004C3E92">
        <w:t>étais chez mon oncle</w:t>
      </w:r>
      <w:r>
        <w:t xml:space="preserve">, </w:t>
      </w:r>
      <w:r w:rsidR="008C5C61" w:rsidRPr="004C3E92">
        <w:t xml:space="preserve">à </w:t>
      </w:r>
      <w:proofErr w:type="spellStart"/>
      <w:r w:rsidR="008C5C61" w:rsidRPr="004C3E92">
        <w:t>Weymouth</w:t>
      </w:r>
      <w:proofErr w:type="spellEnd"/>
      <w:r>
        <w:t xml:space="preserve">. </w:t>
      </w:r>
      <w:r w:rsidR="008C5C61" w:rsidRPr="004C3E92">
        <w:t>Toutefois</w:t>
      </w:r>
      <w:r>
        <w:t xml:space="preserve">, </w:t>
      </w:r>
      <w:r w:rsidR="008C5C61" w:rsidRPr="004C3E92">
        <w:t>je suppose que nous l</w:t>
      </w:r>
      <w:r>
        <w:t>’</w:t>
      </w:r>
      <w:r w:rsidR="008C5C61" w:rsidRPr="004C3E92">
        <w:t xml:space="preserve">aurions beaucoup vu dans le </w:t>
      </w:r>
      <w:proofErr w:type="spellStart"/>
      <w:r w:rsidR="008C5C61" w:rsidRPr="004C3E92">
        <w:t>Somersetshire</w:t>
      </w:r>
      <w:proofErr w:type="spellEnd"/>
      <w:r>
        <w:t xml:space="preserve">, </w:t>
      </w:r>
      <w:r w:rsidR="008C5C61" w:rsidRPr="004C3E92">
        <w:t>s</w:t>
      </w:r>
      <w:r>
        <w:t>’</w:t>
      </w:r>
      <w:r w:rsidR="008C5C61" w:rsidRPr="004C3E92">
        <w:t>il ne s</w:t>
      </w:r>
      <w:r>
        <w:t>’</w:t>
      </w:r>
      <w:r w:rsidR="008C5C61" w:rsidRPr="004C3E92">
        <w:t>était tro</w:t>
      </w:r>
      <w:r w:rsidR="008C5C61" w:rsidRPr="004C3E92">
        <w:t>u</w:t>
      </w:r>
      <w:r w:rsidR="008C5C61" w:rsidRPr="004C3E92">
        <w:t>vé</w:t>
      </w:r>
      <w:r>
        <w:t xml:space="preserve">, </w:t>
      </w:r>
      <w:r w:rsidR="008C5C61" w:rsidRPr="004C3E92">
        <w:t>fort malencontreusement</w:t>
      </w:r>
      <w:r>
        <w:t xml:space="preserve">, </w:t>
      </w:r>
      <w:r w:rsidR="008C5C61" w:rsidRPr="004C3E92">
        <w:t>que nous n</w:t>
      </w:r>
      <w:r>
        <w:t>’</w:t>
      </w:r>
      <w:r w:rsidR="008C5C61" w:rsidRPr="004C3E92">
        <w:t>ayons jamais séjourné ensemble à la campagne</w:t>
      </w:r>
      <w:r>
        <w:t xml:space="preserve">. </w:t>
      </w:r>
      <w:r w:rsidR="008C5C61" w:rsidRPr="004C3E92">
        <w:t>Il réside fort peu à Combe</w:t>
      </w:r>
      <w:r>
        <w:t xml:space="preserve">, </w:t>
      </w:r>
      <w:r w:rsidR="008C5C61" w:rsidRPr="004C3E92">
        <w:t>à ce qu</w:t>
      </w:r>
      <w:r>
        <w:t>’</w:t>
      </w:r>
      <w:r w:rsidR="008C5C61" w:rsidRPr="004C3E92">
        <w:t>il me semble</w:t>
      </w:r>
      <w:r>
        <w:t xml:space="preserve"> ; </w:t>
      </w:r>
      <w:r w:rsidR="008C5C61" w:rsidRPr="004C3E92">
        <w:t>mais même s</w:t>
      </w:r>
      <w:r>
        <w:t>’</w:t>
      </w:r>
      <w:r w:rsidR="008C5C61" w:rsidRPr="004C3E92">
        <w:t>il y résidait à l</w:t>
      </w:r>
      <w:r>
        <w:t>’</w:t>
      </w:r>
      <w:r w:rsidR="008C5C61" w:rsidRPr="004C3E92">
        <w:t>envi</w:t>
      </w:r>
      <w:r>
        <w:t xml:space="preserve">, </w:t>
      </w:r>
      <w:r w:rsidR="008C5C61" w:rsidRPr="004C3E92">
        <w:t>je ne crois pas que Mr</w:t>
      </w:r>
      <w:r>
        <w:t xml:space="preserve">. </w:t>
      </w:r>
      <w:r w:rsidR="008C5C61" w:rsidRPr="004C3E92">
        <w:t>Palmer lui ferait visite</w:t>
      </w:r>
      <w:r>
        <w:t xml:space="preserve">, </w:t>
      </w:r>
      <w:r w:rsidR="008C5C61" w:rsidRPr="004C3E92">
        <w:t>car il est dans l</w:t>
      </w:r>
      <w:r>
        <w:t>’</w:t>
      </w:r>
      <w:r w:rsidR="008C5C61" w:rsidRPr="004C3E92">
        <w:t>opposition</w:t>
      </w:r>
      <w:r>
        <w:t xml:space="preserve">, </w:t>
      </w:r>
      <w:r w:rsidR="008C5C61" w:rsidRPr="004C3E92">
        <w:t>n</w:t>
      </w:r>
      <w:r>
        <w:t>’</w:t>
      </w:r>
      <w:r w:rsidR="008C5C61" w:rsidRPr="004C3E92">
        <w:t>est-ce pas</w:t>
      </w:r>
      <w:r>
        <w:t xml:space="preserve">, </w:t>
      </w:r>
      <w:r w:rsidR="008C5C61" w:rsidRPr="004C3E92">
        <w:t>et</w:t>
      </w:r>
      <w:r>
        <w:t xml:space="preserve">, </w:t>
      </w:r>
      <w:r w:rsidR="008C5C61" w:rsidRPr="004C3E92">
        <w:t>en outre</w:t>
      </w:r>
      <w:r>
        <w:t xml:space="preserve">, </w:t>
      </w:r>
      <w:r w:rsidR="008C5C61" w:rsidRPr="004C3E92">
        <w:t>c</w:t>
      </w:r>
      <w:r>
        <w:t>’</w:t>
      </w:r>
      <w:r w:rsidR="008C5C61" w:rsidRPr="004C3E92">
        <w:t>est tellement loin</w:t>
      </w:r>
      <w:r>
        <w:t xml:space="preserve">. </w:t>
      </w:r>
      <w:r w:rsidR="008C5C61" w:rsidRPr="004C3E92">
        <w:t>Je sais pourquoi vous m</w:t>
      </w:r>
      <w:r>
        <w:t>’</w:t>
      </w:r>
      <w:r w:rsidR="008C5C61" w:rsidRPr="004C3E92">
        <w:t>interrogez sur son compte</w:t>
      </w:r>
      <w:r>
        <w:t xml:space="preserve"> ; </w:t>
      </w:r>
      <w:r w:rsidR="008C5C61" w:rsidRPr="004C3E92">
        <w:t>c</w:t>
      </w:r>
      <w:r>
        <w:t>’</w:t>
      </w:r>
      <w:r w:rsidR="008C5C61" w:rsidRPr="004C3E92">
        <w:t>est fort bien</w:t>
      </w:r>
      <w:r>
        <w:t xml:space="preserve"> : </w:t>
      </w:r>
      <w:r w:rsidR="008C5C61" w:rsidRPr="004C3E92">
        <w:t>votre sœur doit l</w:t>
      </w:r>
      <w:r>
        <w:t>’</w:t>
      </w:r>
      <w:r w:rsidR="008C5C61" w:rsidRPr="004C3E92">
        <w:t>épouser</w:t>
      </w:r>
      <w:r>
        <w:t xml:space="preserve">. </w:t>
      </w:r>
      <w:r w:rsidR="008C5C61" w:rsidRPr="004C3E92">
        <w:t>J</w:t>
      </w:r>
      <w:r>
        <w:t>’</w:t>
      </w:r>
      <w:r w:rsidR="008C5C61" w:rsidRPr="004C3E92">
        <w:t>en suis prodigieusement contente</w:t>
      </w:r>
      <w:r>
        <w:t xml:space="preserve">, </w:t>
      </w:r>
      <w:r w:rsidR="008C5C61" w:rsidRPr="004C3E92">
        <w:t>car alors je l</w:t>
      </w:r>
      <w:r>
        <w:t>’</w:t>
      </w:r>
      <w:r w:rsidR="008C5C61" w:rsidRPr="004C3E92">
        <w:t>aurai pour voisine</w:t>
      </w:r>
      <w:r>
        <w:t xml:space="preserve">, </w:t>
      </w:r>
      <w:r w:rsidR="008C5C61" w:rsidRPr="004C3E92">
        <w:t>n</w:t>
      </w:r>
      <w:r>
        <w:t>’</w:t>
      </w:r>
      <w:r w:rsidR="008C5C61" w:rsidRPr="004C3E92">
        <w:t>est-ce pas</w:t>
      </w:r>
      <w:r>
        <w:t>.</w:t>
      </w:r>
    </w:p>
    <w:p w14:paraId="470A493F" w14:textId="77777777" w:rsidR="004A4993" w:rsidRDefault="004A4993" w:rsidP="004A4993">
      <w:r>
        <w:lastRenderedPageBreak/>
        <w:t>— </w:t>
      </w:r>
      <w:r w:rsidR="008C5C61" w:rsidRPr="004C3E92">
        <w:t>Sur mon âme</w:t>
      </w:r>
      <w:r>
        <w:t xml:space="preserve">, </w:t>
      </w:r>
      <w:r w:rsidR="008C5C61" w:rsidRPr="004C3E92">
        <w:t xml:space="preserve">répondit </w:t>
      </w:r>
      <w:proofErr w:type="spellStart"/>
      <w:r w:rsidR="008C5C61" w:rsidRPr="004C3E92">
        <w:t>Elinor</w:t>
      </w:r>
      <w:proofErr w:type="spellEnd"/>
      <w:r>
        <w:t xml:space="preserve">, </w:t>
      </w:r>
      <w:r w:rsidR="008C5C61" w:rsidRPr="004C3E92">
        <w:t>vous en savez beaucoup plus long là-dessus que moi</w:t>
      </w:r>
      <w:r>
        <w:t xml:space="preserve">, </w:t>
      </w:r>
      <w:r w:rsidR="008C5C61" w:rsidRPr="004C3E92">
        <w:t>si vous avez quelque raison de vous attendre à une telle union</w:t>
      </w:r>
      <w:r>
        <w:t>.</w:t>
      </w:r>
    </w:p>
    <w:p w14:paraId="158F5742" w14:textId="77777777" w:rsidR="004A4993" w:rsidRDefault="004A4993" w:rsidP="004A4993">
      <w:r>
        <w:t>— </w:t>
      </w:r>
      <w:r w:rsidR="008C5C61" w:rsidRPr="004C3E92">
        <w:t>Ne faites pas semblant de nier</w:t>
      </w:r>
      <w:r>
        <w:t xml:space="preserve">, </w:t>
      </w:r>
      <w:r w:rsidR="008C5C61" w:rsidRPr="004C3E92">
        <w:t>car vous savez que c</w:t>
      </w:r>
      <w:r>
        <w:t>’</w:t>
      </w:r>
      <w:r w:rsidR="008C5C61" w:rsidRPr="004C3E92">
        <w:t>est de cela que parle tout le monde</w:t>
      </w:r>
      <w:r>
        <w:t xml:space="preserve"> ! </w:t>
      </w:r>
      <w:r w:rsidR="008C5C61" w:rsidRPr="004C3E92">
        <w:t>Je vous assure que je l</w:t>
      </w:r>
      <w:r>
        <w:t>’</w:t>
      </w:r>
      <w:r w:rsidR="008C5C61" w:rsidRPr="004C3E92">
        <w:t>ai e</w:t>
      </w:r>
      <w:r w:rsidR="008C5C61" w:rsidRPr="004C3E92">
        <w:t>n</w:t>
      </w:r>
      <w:r w:rsidR="008C5C61" w:rsidRPr="004C3E92">
        <w:t>tendu dire en passant à Londres</w:t>
      </w:r>
      <w:r>
        <w:t>.</w:t>
      </w:r>
    </w:p>
    <w:p w14:paraId="75416C4B" w14:textId="77777777" w:rsidR="004A4993" w:rsidRDefault="004A4993" w:rsidP="004A4993">
      <w:r>
        <w:t>— </w:t>
      </w:r>
      <w:r w:rsidR="008C5C61" w:rsidRPr="004C3E92">
        <w:t>Ma chère Mrs</w:t>
      </w:r>
      <w:r>
        <w:t xml:space="preserve">. </w:t>
      </w:r>
      <w:r w:rsidR="008C5C61" w:rsidRPr="004C3E92">
        <w:t>Palmer</w:t>
      </w:r>
      <w:r>
        <w:t> !</w:t>
      </w:r>
    </w:p>
    <w:p w14:paraId="7D30C13A" w14:textId="77777777" w:rsidR="004A4993" w:rsidRDefault="004A4993" w:rsidP="004A4993">
      <w:r>
        <w:t>— </w:t>
      </w:r>
      <w:r w:rsidR="008C5C61" w:rsidRPr="004C3E92">
        <w:t>Sur l</w:t>
      </w:r>
      <w:r>
        <w:t>’</w:t>
      </w:r>
      <w:r w:rsidR="008C5C61" w:rsidRPr="004C3E92">
        <w:t>honneur</w:t>
      </w:r>
      <w:r>
        <w:t xml:space="preserve">, </w:t>
      </w:r>
      <w:r w:rsidR="008C5C61" w:rsidRPr="004C3E92">
        <w:t>je vous l</w:t>
      </w:r>
      <w:r>
        <w:t>’</w:t>
      </w:r>
      <w:r w:rsidR="008C5C61" w:rsidRPr="004C3E92">
        <w:t>affirme</w:t>
      </w:r>
      <w:r>
        <w:t xml:space="preserve"> ! </w:t>
      </w:r>
      <w:r w:rsidR="008C5C61" w:rsidRPr="004C3E92">
        <w:t>J</w:t>
      </w:r>
      <w:r>
        <w:t>’</w:t>
      </w:r>
      <w:r w:rsidR="008C5C61" w:rsidRPr="004C3E92">
        <w:t>ai rencontré le colonel Brandon</w:t>
      </w:r>
      <w:r>
        <w:t xml:space="preserve">, </w:t>
      </w:r>
      <w:r w:rsidR="008C5C61" w:rsidRPr="004C3E92">
        <w:t>lundi matin</w:t>
      </w:r>
      <w:r>
        <w:t xml:space="preserve">, </w:t>
      </w:r>
      <w:r w:rsidR="008C5C61" w:rsidRPr="004C3E92">
        <w:t>dans Bond Street</w:t>
      </w:r>
      <w:r>
        <w:t xml:space="preserve">, </w:t>
      </w:r>
      <w:r w:rsidR="008C5C61" w:rsidRPr="004C3E92">
        <w:t>juste avant que nous ne quittions Londres</w:t>
      </w:r>
      <w:r>
        <w:t xml:space="preserve">, </w:t>
      </w:r>
      <w:r w:rsidR="008C5C61" w:rsidRPr="004C3E92">
        <w:t>et il m</w:t>
      </w:r>
      <w:r>
        <w:t>’</w:t>
      </w:r>
      <w:r w:rsidR="008C5C61" w:rsidRPr="004C3E92">
        <w:t>en a parlé aussitôt</w:t>
      </w:r>
      <w:r>
        <w:t>.</w:t>
      </w:r>
    </w:p>
    <w:p w14:paraId="738FFEC3" w14:textId="77777777" w:rsidR="004A4993" w:rsidRDefault="004A4993" w:rsidP="004A4993">
      <w:r>
        <w:t>— </w:t>
      </w:r>
      <w:r w:rsidR="008C5C61" w:rsidRPr="004C3E92">
        <w:t>Vous m</w:t>
      </w:r>
      <w:r>
        <w:t>’</w:t>
      </w:r>
      <w:r w:rsidR="008C5C61" w:rsidRPr="004C3E92">
        <w:t>étonnez fort</w:t>
      </w:r>
      <w:r>
        <w:t xml:space="preserve">. </w:t>
      </w:r>
      <w:r w:rsidR="008C5C61" w:rsidRPr="004C3E92">
        <w:t>Que le colonel Brandon vous en ait parlé</w:t>
      </w:r>
      <w:r>
        <w:t xml:space="preserve"> ! </w:t>
      </w:r>
      <w:r w:rsidR="008C5C61" w:rsidRPr="004C3E92">
        <w:t>Assurément</w:t>
      </w:r>
      <w:r>
        <w:t xml:space="preserve">, </w:t>
      </w:r>
      <w:r w:rsidR="008C5C61" w:rsidRPr="004C3E92">
        <w:t>vous devez vous tromper</w:t>
      </w:r>
      <w:r>
        <w:t xml:space="preserve">. </w:t>
      </w:r>
      <w:r w:rsidR="008C5C61" w:rsidRPr="004C3E92">
        <w:t>Donner de pareils renseignements à une personne qu</w:t>
      </w:r>
      <w:r>
        <w:t>’</w:t>
      </w:r>
      <w:r w:rsidR="008C5C61" w:rsidRPr="004C3E92">
        <w:t>ils ne pouvaient intéresser</w:t>
      </w:r>
      <w:r>
        <w:t xml:space="preserve">, </w:t>
      </w:r>
      <w:r w:rsidR="008C5C61" w:rsidRPr="004C3E92">
        <w:t>même s</w:t>
      </w:r>
      <w:r>
        <w:t>’</w:t>
      </w:r>
      <w:r w:rsidR="008C5C61" w:rsidRPr="004C3E92">
        <w:t>ils étaient vrais</w:t>
      </w:r>
      <w:r>
        <w:t xml:space="preserve">, </w:t>
      </w:r>
      <w:r w:rsidR="008C5C61" w:rsidRPr="004C3E92">
        <w:t>ce n</w:t>
      </w:r>
      <w:r>
        <w:t>’</w:t>
      </w:r>
      <w:r w:rsidR="008C5C61" w:rsidRPr="004C3E92">
        <w:t>est pas là ce que j</w:t>
      </w:r>
      <w:r>
        <w:t>’</w:t>
      </w:r>
      <w:r w:rsidR="008C5C61" w:rsidRPr="004C3E92">
        <w:t>attendais de la part du colonel Brandon</w:t>
      </w:r>
      <w:r>
        <w:t>.</w:t>
      </w:r>
    </w:p>
    <w:p w14:paraId="48DA4D0D" w14:textId="77777777" w:rsidR="004A4993" w:rsidRDefault="004A4993" w:rsidP="004A4993">
      <w:r>
        <w:t>— </w:t>
      </w:r>
      <w:r w:rsidR="008C5C61" w:rsidRPr="004C3E92">
        <w:t>Mais je vous assure qu</w:t>
      </w:r>
      <w:r>
        <w:t>’</w:t>
      </w:r>
      <w:r w:rsidR="008C5C61" w:rsidRPr="004C3E92">
        <w:t>il en a été ainsi</w:t>
      </w:r>
      <w:r>
        <w:t xml:space="preserve">, </w:t>
      </w:r>
      <w:r w:rsidR="008C5C61" w:rsidRPr="004C3E92">
        <w:t>néanmoins</w:t>
      </w:r>
      <w:r>
        <w:t xml:space="preserve">, </w:t>
      </w:r>
      <w:r w:rsidR="008C5C61" w:rsidRPr="004C3E92">
        <w:t>et je vais vous dire comment cela s</w:t>
      </w:r>
      <w:r>
        <w:t>’</w:t>
      </w:r>
      <w:r w:rsidR="008C5C61" w:rsidRPr="004C3E92">
        <w:t>est produit</w:t>
      </w:r>
      <w:r>
        <w:t xml:space="preserve">. </w:t>
      </w:r>
      <w:r w:rsidR="008C5C61" w:rsidRPr="004C3E92">
        <w:t>Quand nous l</w:t>
      </w:r>
      <w:r>
        <w:t>’</w:t>
      </w:r>
      <w:r w:rsidR="008C5C61" w:rsidRPr="004C3E92">
        <w:t>avons rencontré</w:t>
      </w:r>
      <w:r>
        <w:t xml:space="preserve">, </w:t>
      </w:r>
      <w:r w:rsidR="008C5C61" w:rsidRPr="004C3E92">
        <w:t>il a fait demi-tour et nous a accompagnés</w:t>
      </w:r>
      <w:r>
        <w:t xml:space="preserve"> ; </w:t>
      </w:r>
      <w:r w:rsidR="008C5C61" w:rsidRPr="004C3E92">
        <w:t>si bien que nous nous sommes mis à parler de mon frère et de ma sœur</w:t>
      </w:r>
      <w:r>
        <w:t xml:space="preserve">, </w:t>
      </w:r>
      <w:r w:rsidR="008C5C61" w:rsidRPr="004C3E92">
        <w:t>et de choses et d</w:t>
      </w:r>
      <w:r>
        <w:t>’</w:t>
      </w:r>
      <w:r w:rsidR="008C5C61" w:rsidRPr="004C3E92">
        <w:t>autres</w:t>
      </w:r>
      <w:r>
        <w:t xml:space="preserve"> ; </w:t>
      </w:r>
      <w:r w:rsidR="008C5C61" w:rsidRPr="004C3E92">
        <w:t>et je lui ai dit</w:t>
      </w:r>
      <w:r>
        <w:t> : « </w:t>
      </w:r>
      <w:r w:rsidR="008C5C61" w:rsidRPr="004C3E92">
        <w:t>Ainsi donc</w:t>
      </w:r>
      <w:r>
        <w:t xml:space="preserve">, </w:t>
      </w:r>
      <w:r w:rsidR="008C5C61" w:rsidRPr="004C3E92">
        <w:t>mon Colonel</w:t>
      </w:r>
      <w:r>
        <w:t xml:space="preserve">, </w:t>
      </w:r>
      <w:r w:rsidR="008C5C61" w:rsidRPr="004C3E92">
        <w:t>il y a une famille nouvelle qui est venue s</w:t>
      </w:r>
      <w:r>
        <w:t>’</w:t>
      </w:r>
      <w:r w:rsidR="008C5C61" w:rsidRPr="004C3E92">
        <w:t>installer à Barton Cottage</w:t>
      </w:r>
      <w:r>
        <w:t xml:space="preserve">, </w:t>
      </w:r>
      <w:r w:rsidR="008C5C61" w:rsidRPr="004C3E92">
        <w:t>paraît-il</w:t>
      </w:r>
      <w:r>
        <w:t xml:space="preserve">, </w:t>
      </w:r>
      <w:r w:rsidR="008C5C61" w:rsidRPr="004C3E92">
        <w:t>et maman m</w:t>
      </w:r>
      <w:r>
        <w:t>’</w:t>
      </w:r>
      <w:r w:rsidR="008C5C61" w:rsidRPr="004C3E92">
        <w:t>écrit qu</w:t>
      </w:r>
      <w:r>
        <w:t>’</w:t>
      </w:r>
      <w:r w:rsidR="008C5C61" w:rsidRPr="004C3E92">
        <w:t>elles sont très j</w:t>
      </w:r>
      <w:r w:rsidR="008C5C61" w:rsidRPr="004C3E92">
        <w:t>o</w:t>
      </w:r>
      <w:r w:rsidR="008C5C61" w:rsidRPr="004C3E92">
        <w:t>lies</w:t>
      </w:r>
      <w:r>
        <w:t xml:space="preserve">, </w:t>
      </w:r>
      <w:r w:rsidR="008C5C61" w:rsidRPr="004C3E92">
        <w:t>et que l</w:t>
      </w:r>
      <w:r>
        <w:t>’</w:t>
      </w:r>
      <w:r w:rsidR="008C5C61" w:rsidRPr="004C3E92">
        <w:t>une d</w:t>
      </w:r>
      <w:r>
        <w:t>’</w:t>
      </w:r>
      <w:r w:rsidR="008C5C61" w:rsidRPr="004C3E92">
        <w:t>elles doit épouser Mr</w:t>
      </w:r>
      <w:r>
        <w:t xml:space="preserve">. </w:t>
      </w:r>
      <w:r w:rsidR="008C5C61" w:rsidRPr="004C3E92">
        <w:t>Willoughby</w:t>
      </w:r>
      <w:r>
        <w:t xml:space="preserve">, </w:t>
      </w:r>
      <w:r w:rsidR="008C5C61" w:rsidRPr="004C3E92">
        <w:t>de Combe Magna</w:t>
      </w:r>
      <w:r>
        <w:t xml:space="preserve">. </w:t>
      </w:r>
      <w:r w:rsidR="008C5C61" w:rsidRPr="004C3E92">
        <w:t>Est-ce vrai</w:t>
      </w:r>
      <w:r>
        <w:t xml:space="preserve">, </w:t>
      </w:r>
      <w:r w:rsidR="008C5C61" w:rsidRPr="004C3E92">
        <w:t>je vous prie</w:t>
      </w:r>
      <w:r>
        <w:t xml:space="preserve"> ? </w:t>
      </w:r>
      <w:r w:rsidR="008C5C61" w:rsidRPr="004C3E92">
        <w:t>Car</w:t>
      </w:r>
      <w:r>
        <w:t xml:space="preserve">, </w:t>
      </w:r>
      <w:r w:rsidR="008C5C61" w:rsidRPr="004C3E92">
        <w:t>bien entendu</w:t>
      </w:r>
      <w:r>
        <w:t xml:space="preserve">, </w:t>
      </w:r>
      <w:r w:rsidR="008C5C61" w:rsidRPr="004C3E92">
        <w:t>vous devez le savoir</w:t>
      </w:r>
      <w:r>
        <w:t xml:space="preserve">, </w:t>
      </w:r>
      <w:r w:rsidR="008C5C61" w:rsidRPr="004C3E92">
        <w:t>puisque vous étiez dans le Devonshire à une date si r</w:t>
      </w:r>
      <w:r w:rsidR="008C5C61" w:rsidRPr="004C3E92">
        <w:t>é</w:t>
      </w:r>
      <w:r w:rsidR="008C5C61" w:rsidRPr="004C3E92">
        <w:t>cente</w:t>
      </w:r>
      <w:r>
        <w:t>.</w:t>
      </w:r>
    </w:p>
    <w:p w14:paraId="75E9D5E0" w14:textId="77777777" w:rsidR="004A4993" w:rsidRDefault="004A4993" w:rsidP="004A4993">
      <w:r>
        <w:t>— </w:t>
      </w:r>
      <w:r w:rsidR="008C5C61" w:rsidRPr="004C3E92">
        <w:t>Et qu</w:t>
      </w:r>
      <w:r>
        <w:t>’</w:t>
      </w:r>
      <w:r w:rsidR="008C5C61" w:rsidRPr="004C3E92">
        <w:t>a dit le Colonel</w:t>
      </w:r>
      <w:r>
        <w:t> ?</w:t>
      </w:r>
    </w:p>
    <w:p w14:paraId="03818B24" w14:textId="77777777" w:rsidR="004A4993" w:rsidRDefault="004A4993" w:rsidP="004A4993">
      <w:r>
        <w:t>— </w:t>
      </w:r>
      <w:r w:rsidR="008C5C61" w:rsidRPr="004C3E92">
        <w:t>Oh</w:t>
      </w:r>
      <w:r>
        <w:t xml:space="preserve">, </w:t>
      </w:r>
      <w:r w:rsidR="008C5C61" w:rsidRPr="004C3E92">
        <w:t>il n</w:t>
      </w:r>
      <w:r>
        <w:t>’</w:t>
      </w:r>
      <w:r w:rsidR="008C5C61" w:rsidRPr="004C3E92">
        <w:t xml:space="preserve">a pas dit </w:t>
      </w:r>
      <w:proofErr w:type="spellStart"/>
      <w:r w:rsidR="008C5C61" w:rsidRPr="004C3E92">
        <w:t>grand</w:t>
      </w:r>
      <w:r>
        <w:t>’</w:t>
      </w:r>
      <w:r w:rsidR="008C5C61" w:rsidRPr="004C3E92">
        <w:t>chose</w:t>
      </w:r>
      <w:proofErr w:type="spellEnd"/>
      <w:r>
        <w:t xml:space="preserve"> ; </w:t>
      </w:r>
      <w:r w:rsidR="008C5C61" w:rsidRPr="004C3E92">
        <w:t>mais</w:t>
      </w:r>
      <w:r>
        <w:t xml:space="preserve">, </w:t>
      </w:r>
      <w:r w:rsidR="008C5C61" w:rsidRPr="004C3E92">
        <w:t>d</w:t>
      </w:r>
      <w:r>
        <w:t>’</w:t>
      </w:r>
      <w:r w:rsidR="008C5C61" w:rsidRPr="004C3E92">
        <w:t>après son air</w:t>
      </w:r>
      <w:r>
        <w:t xml:space="preserve">, </w:t>
      </w:r>
      <w:r w:rsidR="008C5C61" w:rsidRPr="004C3E92">
        <w:t>il savait que ce devait être vrai</w:t>
      </w:r>
      <w:r>
        <w:t xml:space="preserve">, </w:t>
      </w:r>
      <w:r w:rsidR="008C5C61" w:rsidRPr="004C3E92">
        <w:t>de sorte que</w:t>
      </w:r>
      <w:r>
        <w:t xml:space="preserve">, </w:t>
      </w:r>
      <w:r w:rsidR="008C5C61" w:rsidRPr="004C3E92">
        <w:t>dès ce moment</w:t>
      </w:r>
      <w:r>
        <w:t xml:space="preserve">, </w:t>
      </w:r>
      <w:r w:rsidR="008C5C61" w:rsidRPr="004C3E92">
        <w:lastRenderedPageBreak/>
        <w:t>j</w:t>
      </w:r>
      <w:r>
        <w:t>’</w:t>
      </w:r>
      <w:r w:rsidR="008C5C61" w:rsidRPr="004C3E92">
        <w:t>ai considéré cela comme une chose certaine</w:t>
      </w:r>
      <w:r>
        <w:t xml:space="preserve">. </w:t>
      </w:r>
      <w:r w:rsidR="008C5C61" w:rsidRPr="004C3E92">
        <w:t>Ce sera véritablement charmant</w:t>
      </w:r>
      <w:r>
        <w:t xml:space="preserve">, </w:t>
      </w:r>
      <w:r w:rsidR="008C5C61" w:rsidRPr="004C3E92">
        <w:t>je l</w:t>
      </w:r>
      <w:r>
        <w:t>’</w:t>
      </w:r>
      <w:r w:rsidR="008C5C61" w:rsidRPr="004C3E92">
        <w:t>affirme</w:t>
      </w:r>
      <w:r>
        <w:t xml:space="preserve"> ! </w:t>
      </w:r>
      <w:r w:rsidR="008C5C61" w:rsidRPr="004C3E92">
        <w:t>Quand l</w:t>
      </w:r>
      <w:r>
        <w:t>’</w:t>
      </w:r>
      <w:r w:rsidR="008C5C61" w:rsidRPr="004C3E92">
        <w:t>événement doit-il avoir lieu</w:t>
      </w:r>
      <w:r>
        <w:t> ?</w:t>
      </w:r>
    </w:p>
    <w:p w14:paraId="3A2C8DAA" w14:textId="77777777" w:rsidR="004A4993" w:rsidRDefault="004A4993" w:rsidP="004A4993">
      <w:r>
        <w:t>— </w:t>
      </w:r>
      <w:r w:rsidR="008C5C61" w:rsidRPr="004C3E92">
        <w:t>Mr</w:t>
      </w:r>
      <w:r>
        <w:t xml:space="preserve">. </w:t>
      </w:r>
      <w:r w:rsidR="008C5C61" w:rsidRPr="004C3E92">
        <w:t>Brandon se portait bien</w:t>
      </w:r>
      <w:r>
        <w:t xml:space="preserve">, </w:t>
      </w:r>
      <w:r w:rsidR="008C5C61" w:rsidRPr="004C3E92">
        <w:t>j</w:t>
      </w:r>
      <w:r>
        <w:t>’</w:t>
      </w:r>
      <w:r w:rsidR="008C5C61" w:rsidRPr="004C3E92">
        <w:t>espère</w:t>
      </w:r>
      <w:r>
        <w:t> ?</w:t>
      </w:r>
    </w:p>
    <w:p w14:paraId="69A41BB6" w14:textId="77777777" w:rsidR="004A4993" w:rsidRDefault="004A4993" w:rsidP="004A4993">
      <w:r>
        <w:t>— </w:t>
      </w:r>
      <w:r w:rsidR="008C5C61" w:rsidRPr="004C3E92">
        <w:t>Oh</w:t>
      </w:r>
      <w:r>
        <w:t xml:space="preserve">, </w:t>
      </w:r>
      <w:r w:rsidR="008C5C61" w:rsidRPr="004C3E92">
        <w:t>oui</w:t>
      </w:r>
      <w:r>
        <w:t xml:space="preserve">, </w:t>
      </w:r>
      <w:r w:rsidR="008C5C61" w:rsidRPr="004C3E92">
        <w:t>très bien</w:t>
      </w:r>
      <w:r>
        <w:t xml:space="preserve"> ; </w:t>
      </w:r>
      <w:r w:rsidR="008C5C61" w:rsidRPr="004C3E92">
        <w:t>et si plein de vos louanges qu</w:t>
      </w:r>
      <w:r>
        <w:t>’</w:t>
      </w:r>
      <w:r w:rsidR="008C5C61" w:rsidRPr="004C3E92">
        <w:t>il ne fa</w:t>
      </w:r>
      <w:r w:rsidR="008C5C61" w:rsidRPr="004C3E92">
        <w:t>i</w:t>
      </w:r>
      <w:r w:rsidR="008C5C61" w:rsidRPr="004C3E92">
        <w:t>sait que dire de jolies choses sur votre compte</w:t>
      </w:r>
      <w:r>
        <w:t>.</w:t>
      </w:r>
    </w:p>
    <w:p w14:paraId="319EDFB2" w14:textId="77777777" w:rsidR="004A4993" w:rsidRDefault="004A4993" w:rsidP="004A4993">
      <w:r>
        <w:t>— </w:t>
      </w:r>
      <w:r w:rsidR="008C5C61" w:rsidRPr="004C3E92">
        <w:t>Je suis flattée de ses compliments</w:t>
      </w:r>
      <w:r>
        <w:t xml:space="preserve">. </w:t>
      </w:r>
      <w:r w:rsidR="008C5C61" w:rsidRPr="004C3E92">
        <w:t>Il paraît être un exce</w:t>
      </w:r>
      <w:r w:rsidR="008C5C61" w:rsidRPr="004C3E92">
        <w:t>l</w:t>
      </w:r>
      <w:r w:rsidR="008C5C61" w:rsidRPr="004C3E92">
        <w:t>lent homme</w:t>
      </w:r>
      <w:r>
        <w:t xml:space="preserve"> ; </w:t>
      </w:r>
      <w:r w:rsidR="008C5C61" w:rsidRPr="004C3E92">
        <w:t>et je le crois exceptionnellement agréable</w:t>
      </w:r>
      <w:r>
        <w:t>.</w:t>
      </w:r>
    </w:p>
    <w:p w14:paraId="75DFE121" w14:textId="77777777" w:rsidR="004A4993" w:rsidRDefault="004A4993" w:rsidP="004A4993">
      <w:r>
        <w:t>— </w:t>
      </w:r>
      <w:r w:rsidR="008C5C61" w:rsidRPr="004C3E92">
        <w:t>Moi aussi</w:t>
      </w:r>
      <w:r>
        <w:t xml:space="preserve">. </w:t>
      </w:r>
      <w:r w:rsidR="008C5C61" w:rsidRPr="004C3E92">
        <w:t>C</w:t>
      </w:r>
      <w:r>
        <w:t>’</w:t>
      </w:r>
      <w:r w:rsidR="008C5C61" w:rsidRPr="004C3E92">
        <w:t>est un homme tellement charmant</w:t>
      </w:r>
      <w:r>
        <w:t xml:space="preserve">, </w:t>
      </w:r>
      <w:r w:rsidR="008C5C61" w:rsidRPr="004C3E92">
        <w:t>qu</w:t>
      </w:r>
      <w:r>
        <w:t>’</w:t>
      </w:r>
      <w:r w:rsidR="008C5C61" w:rsidRPr="004C3E92">
        <w:t>il est dommage qu</w:t>
      </w:r>
      <w:r>
        <w:t>’</w:t>
      </w:r>
      <w:r w:rsidR="008C5C61" w:rsidRPr="004C3E92">
        <w:t>il soit aussi grave et aussi sombre</w:t>
      </w:r>
      <w:r>
        <w:t xml:space="preserve">. </w:t>
      </w:r>
      <w:r w:rsidR="008C5C61" w:rsidRPr="004C3E92">
        <w:t>Maman dit qu</w:t>
      </w:r>
      <w:r>
        <w:t>’</w:t>
      </w:r>
      <w:r w:rsidR="008C5C61" w:rsidRPr="004C3E92">
        <w:t>il s</w:t>
      </w:r>
      <w:r>
        <w:t>’</w:t>
      </w:r>
      <w:r w:rsidR="008C5C61" w:rsidRPr="004C3E92">
        <w:t>est épris</w:t>
      </w:r>
      <w:r>
        <w:t xml:space="preserve">, </w:t>
      </w:r>
      <w:r w:rsidR="008C5C61" w:rsidRPr="004C3E92">
        <w:t>lui aussi</w:t>
      </w:r>
      <w:r>
        <w:t xml:space="preserve">, </w:t>
      </w:r>
      <w:r w:rsidR="008C5C61" w:rsidRPr="004C3E92">
        <w:t>de votre sœur</w:t>
      </w:r>
      <w:r>
        <w:t xml:space="preserve">. </w:t>
      </w:r>
      <w:r w:rsidR="008C5C61" w:rsidRPr="004C3E92">
        <w:t>Je vous assure que c</w:t>
      </w:r>
      <w:r>
        <w:t>’</w:t>
      </w:r>
      <w:r w:rsidR="008C5C61" w:rsidRPr="004C3E92">
        <w:t>est un grand compliment s</w:t>
      </w:r>
      <w:r>
        <w:t>’</w:t>
      </w:r>
      <w:r w:rsidR="008C5C61" w:rsidRPr="004C3E92">
        <w:t>il en est ainsi</w:t>
      </w:r>
      <w:r>
        <w:t xml:space="preserve">, </w:t>
      </w:r>
      <w:r w:rsidR="008C5C61" w:rsidRPr="004C3E92">
        <w:t>car il ne s</w:t>
      </w:r>
      <w:r>
        <w:t>’</w:t>
      </w:r>
      <w:r w:rsidR="008C5C61" w:rsidRPr="004C3E92">
        <w:t>éprend à peu près jamais de personne</w:t>
      </w:r>
      <w:r>
        <w:t>.</w:t>
      </w:r>
    </w:p>
    <w:p w14:paraId="4EFF6168" w14:textId="77777777" w:rsidR="004A4993" w:rsidRDefault="004A4993" w:rsidP="004A4993">
      <w:r>
        <w:t>— </w:t>
      </w:r>
      <w:r w:rsidR="008C5C61" w:rsidRPr="004C3E92">
        <w:t>Mr</w:t>
      </w:r>
      <w:r>
        <w:t xml:space="preserve">. </w:t>
      </w:r>
      <w:r w:rsidR="008C5C61" w:rsidRPr="004C3E92">
        <w:t xml:space="preserve">Willoughby est-il bien connu dans votre région du </w:t>
      </w:r>
      <w:proofErr w:type="spellStart"/>
      <w:r w:rsidR="008C5C61" w:rsidRPr="004C3E92">
        <w:t>Somersetshire</w:t>
      </w:r>
      <w:proofErr w:type="spellEnd"/>
      <w:r>
        <w:t xml:space="preserve"> ? </w:t>
      </w:r>
      <w:r w:rsidR="008C5C61" w:rsidRPr="004C3E92">
        <w:t xml:space="preserve">dit </w:t>
      </w:r>
      <w:proofErr w:type="spellStart"/>
      <w:r w:rsidR="008C5C61" w:rsidRPr="004C3E92">
        <w:t>Elinor</w:t>
      </w:r>
      <w:proofErr w:type="spellEnd"/>
      <w:r>
        <w:t>.</w:t>
      </w:r>
    </w:p>
    <w:p w14:paraId="1EF32BD7" w14:textId="77777777" w:rsidR="004A4993" w:rsidRDefault="004A4993" w:rsidP="004A4993">
      <w:r>
        <w:t>— </w:t>
      </w:r>
      <w:r w:rsidR="008C5C61" w:rsidRPr="004C3E92">
        <w:t>Oh</w:t>
      </w:r>
      <w:r>
        <w:t xml:space="preserve">, </w:t>
      </w:r>
      <w:r w:rsidR="008C5C61" w:rsidRPr="004C3E92">
        <w:t>oui</w:t>
      </w:r>
      <w:r>
        <w:t xml:space="preserve">, </w:t>
      </w:r>
      <w:r w:rsidR="008C5C61" w:rsidRPr="004C3E92">
        <w:t>extrêmement connu</w:t>
      </w:r>
      <w:r>
        <w:t xml:space="preserve"> ; – </w:t>
      </w:r>
      <w:r w:rsidR="008C5C61" w:rsidRPr="004C3E92">
        <w:t>c</w:t>
      </w:r>
      <w:r>
        <w:t>’</w:t>
      </w:r>
      <w:r w:rsidR="008C5C61" w:rsidRPr="004C3E92">
        <w:t>est-à-dire que je ne crois pas que beaucoup de gens aient fait sa connaissance</w:t>
      </w:r>
      <w:r>
        <w:t xml:space="preserve">, </w:t>
      </w:r>
      <w:r w:rsidR="008C5C61" w:rsidRPr="004C3E92">
        <w:t>parce que Combe Magna est si éloigné</w:t>
      </w:r>
      <w:r>
        <w:t xml:space="preserve"> ; </w:t>
      </w:r>
      <w:r w:rsidR="008C5C61" w:rsidRPr="004C3E92">
        <w:t>mais ils le trouvent tous e</w:t>
      </w:r>
      <w:r w:rsidR="008C5C61" w:rsidRPr="004C3E92">
        <w:t>x</w:t>
      </w:r>
      <w:r w:rsidR="008C5C61" w:rsidRPr="004C3E92">
        <w:t>trêmement agréable</w:t>
      </w:r>
      <w:r>
        <w:t xml:space="preserve">, </w:t>
      </w:r>
      <w:r w:rsidR="008C5C61" w:rsidRPr="004C3E92">
        <w:t>je vous l</w:t>
      </w:r>
      <w:r>
        <w:t>’</w:t>
      </w:r>
      <w:r w:rsidR="008C5C61" w:rsidRPr="004C3E92">
        <w:t>assure</w:t>
      </w:r>
      <w:r>
        <w:t xml:space="preserve">. </w:t>
      </w:r>
      <w:r w:rsidR="008C5C61" w:rsidRPr="004C3E92">
        <w:t>Personne n</w:t>
      </w:r>
      <w:r>
        <w:t>’</w:t>
      </w:r>
      <w:r w:rsidR="008C5C61" w:rsidRPr="004C3E92">
        <w:t>est plus aimé que Mr</w:t>
      </w:r>
      <w:r>
        <w:t xml:space="preserve">. </w:t>
      </w:r>
      <w:r w:rsidR="008C5C61" w:rsidRPr="004C3E92">
        <w:t>Willoughby</w:t>
      </w:r>
      <w:r>
        <w:t xml:space="preserve">, </w:t>
      </w:r>
      <w:r w:rsidR="008C5C61" w:rsidRPr="004C3E92">
        <w:t>où qu</w:t>
      </w:r>
      <w:r>
        <w:t>’</w:t>
      </w:r>
      <w:r w:rsidR="008C5C61" w:rsidRPr="004C3E92">
        <w:t>il aille</w:t>
      </w:r>
      <w:r>
        <w:t xml:space="preserve">, </w:t>
      </w:r>
      <w:r w:rsidR="008C5C61" w:rsidRPr="004C3E92">
        <w:t>et cela</w:t>
      </w:r>
      <w:r>
        <w:t xml:space="preserve">, </w:t>
      </w:r>
      <w:r w:rsidR="008C5C61" w:rsidRPr="004C3E92">
        <w:t>vous pourrez le dire à votre sœur</w:t>
      </w:r>
      <w:r>
        <w:t xml:space="preserve">. </w:t>
      </w:r>
      <w:r w:rsidR="008C5C61" w:rsidRPr="004C3E92">
        <w:t>Elle a une chance monumentale de l</w:t>
      </w:r>
      <w:r>
        <w:t>’</w:t>
      </w:r>
      <w:r w:rsidR="008C5C61" w:rsidRPr="004C3E92">
        <w:t>avoir décroché</w:t>
      </w:r>
      <w:r>
        <w:t xml:space="preserve">, </w:t>
      </w:r>
      <w:r w:rsidR="008C5C61" w:rsidRPr="004C3E92">
        <w:t>sur l</w:t>
      </w:r>
      <w:r>
        <w:t>’</w:t>
      </w:r>
      <w:r w:rsidR="008C5C61" w:rsidRPr="004C3E92">
        <w:t>honneur</w:t>
      </w:r>
      <w:r>
        <w:t xml:space="preserve"> ! </w:t>
      </w:r>
      <w:r w:rsidR="008C5C61" w:rsidRPr="004C3E92">
        <w:t>Et pourtant</w:t>
      </w:r>
      <w:r>
        <w:t xml:space="preserve">, </w:t>
      </w:r>
      <w:r w:rsidR="008C5C61" w:rsidRPr="004C3E92">
        <w:t>je ne sais pas s</w:t>
      </w:r>
      <w:r>
        <w:t>’</w:t>
      </w:r>
      <w:r w:rsidR="008C5C61" w:rsidRPr="004C3E92">
        <w:t>il n</w:t>
      </w:r>
      <w:r>
        <w:t>’</w:t>
      </w:r>
      <w:r w:rsidR="008C5C61" w:rsidRPr="004C3E92">
        <w:t>a pas encore plus de chance</w:t>
      </w:r>
      <w:r>
        <w:t xml:space="preserve">, </w:t>
      </w:r>
      <w:r w:rsidR="008C5C61" w:rsidRPr="004C3E92">
        <w:t>lui</w:t>
      </w:r>
      <w:r>
        <w:t xml:space="preserve">, </w:t>
      </w:r>
      <w:r w:rsidR="008C5C61" w:rsidRPr="004C3E92">
        <w:t>de l</w:t>
      </w:r>
      <w:r>
        <w:t>’</w:t>
      </w:r>
      <w:r w:rsidR="008C5C61" w:rsidRPr="004C3E92">
        <w:t>avoir décrochée</w:t>
      </w:r>
      <w:r>
        <w:t xml:space="preserve">, </w:t>
      </w:r>
      <w:r w:rsidR="008C5C61" w:rsidRPr="004C3E92">
        <w:t>elle</w:t>
      </w:r>
      <w:r>
        <w:t xml:space="preserve">, </w:t>
      </w:r>
      <w:r w:rsidR="008C5C61" w:rsidRPr="004C3E92">
        <w:t>parce qu</w:t>
      </w:r>
      <w:r>
        <w:t>’</w:t>
      </w:r>
      <w:r w:rsidR="008C5C61" w:rsidRPr="004C3E92">
        <w:t>elle est tell</w:t>
      </w:r>
      <w:r w:rsidR="008C5C61" w:rsidRPr="004C3E92">
        <w:t>e</w:t>
      </w:r>
      <w:r w:rsidR="008C5C61" w:rsidRPr="004C3E92">
        <w:t>ment belle et agréable que rien ne saurait être trop bon pour e</w:t>
      </w:r>
      <w:r w:rsidR="008C5C61" w:rsidRPr="004C3E92">
        <w:t>l</w:t>
      </w:r>
      <w:r w:rsidR="008C5C61" w:rsidRPr="004C3E92">
        <w:t>le</w:t>
      </w:r>
      <w:r>
        <w:t xml:space="preserve">. </w:t>
      </w:r>
      <w:r w:rsidR="008C5C61" w:rsidRPr="004C3E92">
        <w:t>Cependant</w:t>
      </w:r>
      <w:r>
        <w:t xml:space="preserve">, </w:t>
      </w:r>
      <w:r w:rsidR="008C5C61" w:rsidRPr="004C3E92">
        <w:t>je ne la trouve guère plus belle que vous</w:t>
      </w:r>
      <w:r>
        <w:t xml:space="preserve">, </w:t>
      </w:r>
      <w:r w:rsidR="008C5C61" w:rsidRPr="004C3E92">
        <w:t>je vous assure</w:t>
      </w:r>
      <w:r>
        <w:t xml:space="preserve"> ; </w:t>
      </w:r>
      <w:r w:rsidR="008C5C61" w:rsidRPr="004C3E92">
        <w:t>car je vous trouve toutes les deux extrêmement jolies</w:t>
      </w:r>
      <w:r>
        <w:t xml:space="preserve">, </w:t>
      </w:r>
      <w:r w:rsidR="008C5C61" w:rsidRPr="004C3E92">
        <w:t>et c</w:t>
      </w:r>
      <w:r>
        <w:t>’</w:t>
      </w:r>
      <w:r w:rsidR="008C5C61" w:rsidRPr="004C3E92">
        <w:t>est aussi l</w:t>
      </w:r>
      <w:r>
        <w:t>’</w:t>
      </w:r>
      <w:r w:rsidR="008C5C61" w:rsidRPr="004C3E92">
        <w:t>avis de Mr</w:t>
      </w:r>
      <w:r>
        <w:t xml:space="preserve">. </w:t>
      </w:r>
      <w:r w:rsidR="008C5C61" w:rsidRPr="004C3E92">
        <w:t>Palmer</w:t>
      </w:r>
      <w:r>
        <w:t xml:space="preserve">, </w:t>
      </w:r>
      <w:r w:rsidR="008C5C61" w:rsidRPr="004C3E92">
        <w:t>j</w:t>
      </w:r>
      <w:r>
        <w:t>’</w:t>
      </w:r>
      <w:r w:rsidR="008C5C61" w:rsidRPr="004C3E92">
        <w:t>en suis sûre</w:t>
      </w:r>
      <w:r>
        <w:t xml:space="preserve">, </w:t>
      </w:r>
      <w:r w:rsidR="008C5C61" w:rsidRPr="004C3E92">
        <w:t>bien que nous n</w:t>
      </w:r>
      <w:r>
        <w:t>’</w:t>
      </w:r>
      <w:r w:rsidR="008C5C61" w:rsidRPr="004C3E92">
        <w:t>ayons pas pu le lui faire avouer hier soir</w:t>
      </w:r>
      <w:r>
        <w:t>.</w:t>
      </w:r>
    </w:p>
    <w:p w14:paraId="0E4A2492" w14:textId="77777777" w:rsidR="004A4993" w:rsidRDefault="008C5C61" w:rsidP="004A4993">
      <w:r w:rsidRPr="004C3E92">
        <w:lastRenderedPageBreak/>
        <w:t>Les renseignements de Mrs</w:t>
      </w:r>
      <w:r w:rsidR="004A4993">
        <w:t xml:space="preserve">. </w:t>
      </w:r>
      <w:r w:rsidRPr="004C3E92">
        <w:t>Palmer sur Willoughby n</w:t>
      </w:r>
      <w:r w:rsidR="004A4993">
        <w:t>’</w:t>
      </w:r>
      <w:r w:rsidRPr="004C3E92">
        <w:t>étaient pas fort consistants</w:t>
      </w:r>
      <w:r w:rsidR="004A4993">
        <w:t xml:space="preserve"> ; </w:t>
      </w:r>
      <w:r w:rsidRPr="004C3E92">
        <w:t>mais tout témoignage en sa f</w:t>
      </w:r>
      <w:r w:rsidRPr="004C3E92">
        <w:t>a</w:t>
      </w:r>
      <w:r w:rsidRPr="004C3E92">
        <w:t>veur</w:t>
      </w:r>
      <w:r w:rsidR="004A4993">
        <w:t xml:space="preserve">, </w:t>
      </w:r>
      <w:r w:rsidRPr="004C3E92">
        <w:t>quelque faible qu</w:t>
      </w:r>
      <w:r w:rsidR="004A4993">
        <w:t>’</w:t>
      </w:r>
      <w:r w:rsidRPr="004C3E92">
        <w:t>il fût</w:t>
      </w:r>
      <w:r w:rsidR="004A4993">
        <w:t xml:space="preserve">, </w:t>
      </w:r>
      <w:r w:rsidRPr="004C3E92">
        <w:t>lui était agréable</w:t>
      </w:r>
      <w:r w:rsidR="004A4993">
        <w:t>.</w:t>
      </w:r>
    </w:p>
    <w:p w14:paraId="6B330D73" w14:textId="77777777" w:rsidR="004A4993" w:rsidRDefault="004A4993" w:rsidP="004A4993">
      <w:r>
        <w:t>— </w:t>
      </w:r>
      <w:r w:rsidR="008C5C61" w:rsidRPr="004C3E92">
        <w:t>Je suis bien contente que nous ayons enfin fait connai</w:t>
      </w:r>
      <w:r w:rsidR="008C5C61" w:rsidRPr="004C3E92">
        <w:t>s</w:t>
      </w:r>
      <w:r w:rsidR="008C5C61" w:rsidRPr="004C3E92">
        <w:t>sance</w:t>
      </w:r>
      <w:r>
        <w:t xml:space="preserve">, </w:t>
      </w:r>
      <w:r w:rsidR="008C5C61" w:rsidRPr="004C3E92">
        <w:t>reprit Charlotte</w:t>
      </w:r>
      <w:r>
        <w:t xml:space="preserve">. </w:t>
      </w:r>
      <w:r w:rsidR="008C5C61" w:rsidRPr="004C3E92">
        <w:t>Et maintenant</w:t>
      </w:r>
      <w:r>
        <w:t xml:space="preserve">, </w:t>
      </w:r>
      <w:r w:rsidR="008C5C61" w:rsidRPr="004C3E92">
        <w:t>j</w:t>
      </w:r>
      <w:r>
        <w:t>’</w:t>
      </w:r>
      <w:r w:rsidR="008C5C61" w:rsidRPr="004C3E92">
        <w:t>espère que nous serons de grandes amies</w:t>
      </w:r>
      <w:r>
        <w:t xml:space="preserve">. </w:t>
      </w:r>
      <w:r w:rsidR="008C5C61" w:rsidRPr="004C3E92">
        <w:t>Vous n</w:t>
      </w:r>
      <w:r>
        <w:t>’</w:t>
      </w:r>
      <w:r w:rsidR="008C5C61" w:rsidRPr="004C3E92">
        <w:t>imaginez pas quel désir j</w:t>
      </w:r>
      <w:r>
        <w:t>’</w:t>
      </w:r>
      <w:r w:rsidR="008C5C61" w:rsidRPr="004C3E92">
        <w:t>avais de vous voir</w:t>
      </w:r>
      <w:r>
        <w:t xml:space="preserve"> ! </w:t>
      </w:r>
      <w:r w:rsidR="008C5C61" w:rsidRPr="004C3E92">
        <w:t>Comme il est délicieux que vous habitiez la maisonnette</w:t>
      </w:r>
      <w:r>
        <w:t xml:space="preserve"> ! </w:t>
      </w:r>
      <w:r w:rsidR="008C5C61" w:rsidRPr="004C3E92">
        <w:t>Il n</w:t>
      </w:r>
      <w:r>
        <w:t>’</w:t>
      </w:r>
      <w:r w:rsidR="008C5C61" w:rsidRPr="004C3E92">
        <w:t>y a rien de pareil</w:t>
      </w:r>
      <w:r>
        <w:t xml:space="preserve">, </w:t>
      </w:r>
      <w:r w:rsidR="008C5C61" w:rsidRPr="004C3E92">
        <w:t>assurément</w:t>
      </w:r>
      <w:r>
        <w:t xml:space="preserve"> ! </w:t>
      </w:r>
      <w:r w:rsidR="008C5C61" w:rsidRPr="004C3E92">
        <w:t>Et je suis bien contente que votre sœur doive si bien se marier</w:t>
      </w:r>
      <w:r>
        <w:t xml:space="preserve"> ! </w:t>
      </w:r>
      <w:r w:rsidR="008C5C61" w:rsidRPr="004C3E92">
        <w:t>J</w:t>
      </w:r>
      <w:r>
        <w:t>’</w:t>
      </w:r>
      <w:r w:rsidR="008C5C61" w:rsidRPr="004C3E92">
        <w:t>espère que vous séjourn</w:t>
      </w:r>
      <w:r w:rsidR="008C5C61" w:rsidRPr="004C3E92">
        <w:t>e</w:t>
      </w:r>
      <w:r w:rsidR="008C5C61" w:rsidRPr="004C3E92">
        <w:t>rez beaucoup à Combe Magna</w:t>
      </w:r>
      <w:r>
        <w:t xml:space="preserve">. </w:t>
      </w:r>
      <w:r w:rsidR="008C5C61" w:rsidRPr="004C3E92">
        <w:t>C</w:t>
      </w:r>
      <w:r>
        <w:t>’</w:t>
      </w:r>
      <w:r w:rsidR="008C5C61" w:rsidRPr="004C3E92">
        <w:t>est un endroit charmant</w:t>
      </w:r>
      <w:r>
        <w:t xml:space="preserve">, </w:t>
      </w:r>
      <w:r w:rsidR="008C5C61" w:rsidRPr="004C3E92">
        <w:t>d</w:t>
      </w:r>
      <w:r>
        <w:t>’</w:t>
      </w:r>
      <w:r w:rsidR="008C5C61" w:rsidRPr="004C3E92">
        <w:t>après tout ce qu</w:t>
      </w:r>
      <w:r>
        <w:t>’</w:t>
      </w:r>
      <w:r w:rsidR="008C5C61" w:rsidRPr="004C3E92">
        <w:t>on en dit</w:t>
      </w:r>
      <w:r>
        <w:t>.</w:t>
      </w:r>
    </w:p>
    <w:p w14:paraId="7C3185E2" w14:textId="77777777" w:rsidR="004A4993" w:rsidRDefault="004A4993" w:rsidP="004A4993">
      <w:r>
        <w:t>— </w:t>
      </w:r>
      <w:r w:rsidR="008C5C61" w:rsidRPr="004C3E92">
        <w:t>Vous connaissez le colonel Brandon depuis longtemps</w:t>
      </w:r>
      <w:r>
        <w:t xml:space="preserve">, </w:t>
      </w:r>
      <w:r w:rsidR="008C5C61" w:rsidRPr="004C3E92">
        <w:t>n</w:t>
      </w:r>
      <w:r>
        <w:t>’</w:t>
      </w:r>
      <w:r w:rsidR="008C5C61" w:rsidRPr="004C3E92">
        <w:t>est-ce pas</w:t>
      </w:r>
      <w:r>
        <w:t> ?</w:t>
      </w:r>
    </w:p>
    <w:p w14:paraId="3A3D1681" w14:textId="77777777" w:rsidR="004A4993" w:rsidRDefault="004A4993" w:rsidP="004A4993">
      <w:r>
        <w:t>— </w:t>
      </w:r>
      <w:r w:rsidR="008C5C61" w:rsidRPr="004C3E92">
        <w:t>Oui</w:t>
      </w:r>
      <w:r>
        <w:t xml:space="preserve">, </w:t>
      </w:r>
      <w:r w:rsidR="008C5C61" w:rsidRPr="004C3E92">
        <w:t>depuis fort longtemps</w:t>
      </w:r>
      <w:r>
        <w:t xml:space="preserve"> ; </w:t>
      </w:r>
      <w:r w:rsidR="008C5C61" w:rsidRPr="004C3E92">
        <w:t>depuis le mariage de ma sœur</w:t>
      </w:r>
      <w:r>
        <w:t xml:space="preserve">. </w:t>
      </w:r>
      <w:r w:rsidR="008C5C61" w:rsidRPr="004C3E92">
        <w:t>C</w:t>
      </w:r>
      <w:r>
        <w:t>’</w:t>
      </w:r>
      <w:r w:rsidR="008C5C61" w:rsidRPr="004C3E92">
        <w:t>était tout particulièrement un ami de Sir John</w:t>
      </w:r>
      <w:r>
        <w:t xml:space="preserve">. </w:t>
      </w:r>
      <w:r w:rsidR="008C5C61" w:rsidRPr="004C3E92">
        <w:t>Je crois</w:t>
      </w:r>
      <w:r>
        <w:t xml:space="preserve">, </w:t>
      </w:r>
      <w:r w:rsidR="008C5C61" w:rsidRPr="004C3E92">
        <w:t>ajouta-t-elle à mi-voix</w:t>
      </w:r>
      <w:r>
        <w:t xml:space="preserve">, </w:t>
      </w:r>
      <w:r w:rsidR="008C5C61" w:rsidRPr="004C3E92">
        <w:t>qu</w:t>
      </w:r>
      <w:r>
        <w:t>’</w:t>
      </w:r>
      <w:r w:rsidR="008C5C61" w:rsidRPr="004C3E92">
        <w:t>il aurait été très content de me pre</w:t>
      </w:r>
      <w:r w:rsidR="008C5C61" w:rsidRPr="004C3E92">
        <w:t>n</w:t>
      </w:r>
      <w:r w:rsidR="008C5C61" w:rsidRPr="004C3E92">
        <w:t>dre pour femme</w:t>
      </w:r>
      <w:r>
        <w:t xml:space="preserve">, </w:t>
      </w:r>
      <w:r w:rsidR="008C5C61" w:rsidRPr="004C3E92">
        <w:t>s</w:t>
      </w:r>
      <w:r>
        <w:t>’</w:t>
      </w:r>
      <w:r w:rsidR="008C5C61" w:rsidRPr="004C3E92">
        <w:t>il avait pu</w:t>
      </w:r>
      <w:r>
        <w:t xml:space="preserve">. </w:t>
      </w:r>
      <w:r w:rsidR="008C5C61" w:rsidRPr="004C3E92">
        <w:t>Sir John et lady Middleton le dés</w:t>
      </w:r>
      <w:r w:rsidR="008C5C61" w:rsidRPr="004C3E92">
        <w:t>i</w:t>
      </w:r>
      <w:r w:rsidR="008C5C61" w:rsidRPr="004C3E92">
        <w:t>raient vivement</w:t>
      </w:r>
      <w:r>
        <w:t xml:space="preserve">. </w:t>
      </w:r>
      <w:r w:rsidR="008C5C61" w:rsidRPr="004C3E92">
        <w:t>Mais maman ne trouvait pas ce mariage suff</w:t>
      </w:r>
      <w:r w:rsidR="008C5C61" w:rsidRPr="004C3E92">
        <w:t>i</w:t>
      </w:r>
      <w:r w:rsidR="008C5C61" w:rsidRPr="004C3E92">
        <w:t>sant pour moi</w:t>
      </w:r>
      <w:r>
        <w:t xml:space="preserve">, </w:t>
      </w:r>
      <w:r w:rsidR="008C5C61" w:rsidRPr="004C3E92">
        <w:t>sinon Sir John en aurait parlé au colonel</w:t>
      </w:r>
      <w:r>
        <w:t xml:space="preserve">, </w:t>
      </w:r>
      <w:r w:rsidR="008C5C61" w:rsidRPr="004C3E92">
        <w:t>et nous nous serions mariés aussitôt</w:t>
      </w:r>
      <w:r>
        <w:t>.</w:t>
      </w:r>
    </w:p>
    <w:p w14:paraId="78C9F39B" w14:textId="77777777" w:rsidR="004A4993" w:rsidRDefault="004A4993" w:rsidP="004A4993">
      <w:r>
        <w:t>— </w:t>
      </w:r>
      <w:r w:rsidR="008C5C61" w:rsidRPr="004C3E92">
        <w:t>Le colonel Brandon n</w:t>
      </w:r>
      <w:r>
        <w:t>’</w:t>
      </w:r>
      <w:r w:rsidR="008C5C61" w:rsidRPr="004C3E92">
        <w:t>a-t-il pas eu vent de la proposition de Sir John à votre mère</w:t>
      </w:r>
      <w:r>
        <w:t xml:space="preserve">, </w:t>
      </w:r>
      <w:r w:rsidR="008C5C61" w:rsidRPr="004C3E92">
        <w:t>avant qu</w:t>
      </w:r>
      <w:r>
        <w:t>’</w:t>
      </w:r>
      <w:r w:rsidR="008C5C61" w:rsidRPr="004C3E92">
        <w:t>elle ne fût faite</w:t>
      </w:r>
      <w:r>
        <w:t xml:space="preserve"> ? </w:t>
      </w:r>
      <w:r w:rsidR="008C5C61" w:rsidRPr="004C3E92">
        <w:t>N</w:t>
      </w:r>
      <w:r>
        <w:t>’</w:t>
      </w:r>
      <w:r w:rsidR="008C5C61" w:rsidRPr="004C3E92">
        <w:t>avait-il jamais avoué son affection à votre adresse</w:t>
      </w:r>
      <w:r>
        <w:t> ?</w:t>
      </w:r>
    </w:p>
    <w:p w14:paraId="10755773" w14:textId="77777777" w:rsidR="004A4993" w:rsidRDefault="004A4993" w:rsidP="004A4993">
      <w:r>
        <w:t>— </w:t>
      </w:r>
      <w:r w:rsidR="008C5C61" w:rsidRPr="004C3E92">
        <w:t>Oh</w:t>
      </w:r>
      <w:r>
        <w:t xml:space="preserve">, </w:t>
      </w:r>
      <w:r w:rsidR="008C5C61" w:rsidRPr="004C3E92">
        <w:t>non</w:t>
      </w:r>
      <w:r>
        <w:t xml:space="preserve"> ; </w:t>
      </w:r>
      <w:r w:rsidR="008C5C61" w:rsidRPr="004C3E92">
        <w:t>mais si maman ne s</w:t>
      </w:r>
      <w:r>
        <w:t>’</w:t>
      </w:r>
      <w:r w:rsidR="008C5C61" w:rsidRPr="004C3E92">
        <w:t>y était pas opposée</w:t>
      </w:r>
      <w:r>
        <w:t xml:space="preserve">, </w:t>
      </w:r>
      <w:r w:rsidR="008C5C61" w:rsidRPr="004C3E92">
        <w:t>je su</w:t>
      </w:r>
      <w:r w:rsidR="008C5C61" w:rsidRPr="004C3E92">
        <w:t>p</w:t>
      </w:r>
      <w:r w:rsidR="008C5C61" w:rsidRPr="004C3E92">
        <w:t>pose qu</w:t>
      </w:r>
      <w:r>
        <w:t>’</w:t>
      </w:r>
      <w:r w:rsidR="008C5C61" w:rsidRPr="004C3E92">
        <w:t>elle lui aurait plu</w:t>
      </w:r>
      <w:r>
        <w:t xml:space="preserve">, </w:t>
      </w:r>
      <w:proofErr w:type="spellStart"/>
      <w:r w:rsidR="008C5C61" w:rsidRPr="004C3E92">
        <w:t>au delà</w:t>
      </w:r>
      <w:proofErr w:type="spellEnd"/>
      <w:r w:rsidR="008C5C61" w:rsidRPr="004C3E92">
        <w:t xml:space="preserve"> de tout</w:t>
      </w:r>
      <w:r>
        <w:t xml:space="preserve">. </w:t>
      </w:r>
      <w:r w:rsidR="008C5C61" w:rsidRPr="004C3E92">
        <w:t>Il ne m</w:t>
      </w:r>
      <w:r>
        <w:t>’</w:t>
      </w:r>
      <w:r w:rsidR="008C5C61" w:rsidRPr="004C3E92">
        <w:t>avait pas vue</w:t>
      </w:r>
      <w:r>
        <w:t xml:space="preserve">, </w:t>
      </w:r>
      <w:r w:rsidR="008C5C61" w:rsidRPr="004C3E92">
        <w:t>à cette époque</w:t>
      </w:r>
      <w:r>
        <w:t xml:space="preserve">, </w:t>
      </w:r>
      <w:r w:rsidR="008C5C61" w:rsidRPr="004C3E92">
        <w:t>plus de deux fois</w:t>
      </w:r>
      <w:r>
        <w:t xml:space="preserve">, </w:t>
      </w:r>
      <w:r w:rsidR="008C5C61" w:rsidRPr="004C3E92">
        <w:t>car cela se passait avant que je n</w:t>
      </w:r>
      <w:r>
        <w:t>’</w:t>
      </w:r>
      <w:r w:rsidR="008C5C61" w:rsidRPr="004C3E92">
        <w:t>eusse quitté l</w:t>
      </w:r>
      <w:r>
        <w:t>’</w:t>
      </w:r>
      <w:r w:rsidR="008C5C61" w:rsidRPr="004C3E92">
        <w:t>école</w:t>
      </w:r>
      <w:r>
        <w:t xml:space="preserve">. </w:t>
      </w:r>
      <w:r w:rsidR="008C5C61" w:rsidRPr="004C3E92">
        <w:t>Quoi qu</w:t>
      </w:r>
      <w:r>
        <w:t>’</w:t>
      </w:r>
      <w:r w:rsidR="008C5C61" w:rsidRPr="004C3E92">
        <w:t>il en soit</w:t>
      </w:r>
      <w:r>
        <w:t xml:space="preserve">, </w:t>
      </w:r>
      <w:r w:rsidR="008C5C61" w:rsidRPr="004C3E92">
        <w:t>je suis bien plus he</w:t>
      </w:r>
      <w:r w:rsidR="008C5C61" w:rsidRPr="004C3E92">
        <w:t>u</w:t>
      </w:r>
      <w:r w:rsidR="008C5C61" w:rsidRPr="004C3E92">
        <w:t>reuse comme je suis</w:t>
      </w:r>
      <w:r>
        <w:t xml:space="preserve">. </w:t>
      </w:r>
      <w:r w:rsidR="008C5C61" w:rsidRPr="004C3E92">
        <w:t>Mr</w:t>
      </w:r>
      <w:r>
        <w:t xml:space="preserve">. </w:t>
      </w:r>
      <w:r w:rsidR="008C5C61" w:rsidRPr="004C3E92">
        <w:t>Palmer est exactement le genre d</w:t>
      </w:r>
      <w:r>
        <w:t>’</w:t>
      </w:r>
      <w:r w:rsidR="008C5C61" w:rsidRPr="004C3E92">
        <w:t>homme qui me plaît</w:t>
      </w:r>
      <w:r>
        <w:t>.</w:t>
      </w:r>
    </w:p>
    <w:p w14:paraId="19677FD5" w14:textId="76936ACE" w:rsidR="008C5C61" w:rsidRPr="004C3E92" w:rsidRDefault="008C5C61" w:rsidP="004A4993">
      <w:pPr>
        <w:pStyle w:val="Titre1"/>
      </w:pPr>
      <w:bookmarkStart w:id="20" w:name="_Toc196409805"/>
      <w:r w:rsidRPr="004C3E92">
        <w:lastRenderedPageBreak/>
        <w:t>CHAPITRE XXI</w:t>
      </w:r>
      <w:bookmarkEnd w:id="20"/>
      <w:r w:rsidRPr="004C3E92">
        <w:br/>
      </w:r>
    </w:p>
    <w:p w14:paraId="2BF7FF03" w14:textId="77777777" w:rsidR="004A4993" w:rsidRDefault="008C5C61" w:rsidP="004A4993">
      <w:r w:rsidRPr="004C3E92">
        <w:t>Les Palmer retournèrent le lendemain à Cleveland</w:t>
      </w:r>
      <w:r w:rsidR="004A4993">
        <w:t xml:space="preserve">, </w:t>
      </w:r>
      <w:r w:rsidRPr="004C3E92">
        <w:t>et les deux familles</w:t>
      </w:r>
      <w:r w:rsidR="004A4993">
        <w:t xml:space="preserve">, </w:t>
      </w:r>
      <w:r w:rsidRPr="004C3E92">
        <w:t>à Barton</w:t>
      </w:r>
      <w:r w:rsidR="004A4993">
        <w:t xml:space="preserve">, </w:t>
      </w:r>
      <w:r w:rsidRPr="004C3E92">
        <w:t>restèrent de nouveau à se recevoir l</w:t>
      </w:r>
      <w:r w:rsidR="004A4993">
        <w:t>’</w:t>
      </w:r>
      <w:r w:rsidRPr="004C3E92">
        <w:t>une l</w:t>
      </w:r>
      <w:r w:rsidR="004A4993">
        <w:t>’</w:t>
      </w:r>
      <w:r w:rsidRPr="004C3E92">
        <w:t>autre</w:t>
      </w:r>
      <w:r w:rsidR="004A4993">
        <w:t xml:space="preserve">. </w:t>
      </w:r>
      <w:r w:rsidRPr="004C3E92">
        <w:t>Mais cela ne dura pas longtemps</w:t>
      </w:r>
      <w:r w:rsidR="004A4993">
        <w:t xml:space="preserve"> ; </w:t>
      </w:r>
      <w:r w:rsidRPr="004C3E92">
        <w:t xml:space="preserve">à peine </w:t>
      </w:r>
      <w:proofErr w:type="spellStart"/>
      <w:r w:rsidRPr="004C3E92">
        <w:t>Elinor</w:t>
      </w:r>
      <w:proofErr w:type="spellEnd"/>
      <w:r w:rsidRPr="004C3E92">
        <w:t xml:space="preserve"> eut-elle la tête débarrassée de leurs derniers visiteurs</w:t>
      </w:r>
      <w:r w:rsidR="004A4993">
        <w:t xml:space="preserve"> – </w:t>
      </w:r>
      <w:r w:rsidRPr="004C3E92">
        <w:t>à peine eut-elle fini de s</w:t>
      </w:r>
      <w:r w:rsidR="004A4993">
        <w:t>’</w:t>
      </w:r>
      <w:r w:rsidRPr="004C3E92">
        <w:t>émerveiller de ce que Charlotte fût si heureuse sans cause</w:t>
      </w:r>
      <w:r w:rsidR="004A4993">
        <w:t xml:space="preserve">, </w:t>
      </w:r>
      <w:r w:rsidRPr="004C3E92">
        <w:t>de ce que Mr</w:t>
      </w:r>
      <w:r w:rsidR="004A4993">
        <w:t xml:space="preserve">. </w:t>
      </w:r>
      <w:r w:rsidRPr="004C3E92">
        <w:t>Palmer se conduisît si naïvement</w:t>
      </w:r>
      <w:r w:rsidR="004A4993">
        <w:t xml:space="preserve">, </w:t>
      </w:r>
      <w:r w:rsidRPr="004C3E92">
        <w:t>malgré de bonnes aptitudes</w:t>
      </w:r>
      <w:r w:rsidR="004A4993">
        <w:t xml:space="preserve">, </w:t>
      </w:r>
      <w:r w:rsidRPr="004C3E92">
        <w:t>et de l</w:t>
      </w:r>
      <w:r w:rsidR="004A4993">
        <w:t>’</w:t>
      </w:r>
      <w:r w:rsidRPr="004C3E92">
        <w:t>étrange incompatibilité qui existait souvent entre mari et femme</w:t>
      </w:r>
      <w:r w:rsidR="004A4993">
        <w:t xml:space="preserve"> –, </w:t>
      </w:r>
      <w:r w:rsidRPr="004C3E92">
        <w:t>que le zèle actif de Sir John et de Mrs</w:t>
      </w:r>
      <w:r w:rsidR="004A4993">
        <w:t xml:space="preserve">. </w:t>
      </w:r>
      <w:r w:rsidRPr="004C3E92">
        <w:t>Jennings pour la cause de la compagnie lui procura de nouvelles connaissances à voir et à observer</w:t>
      </w:r>
      <w:r w:rsidR="004A4993">
        <w:t>.</w:t>
      </w:r>
    </w:p>
    <w:p w14:paraId="4122CA5D" w14:textId="77777777" w:rsidR="004A4993" w:rsidRDefault="008C5C61" w:rsidP="004A4993">
      <w:r w:rsidRPr="004C3E92">
        <w:t>Au cours d</w:t>
      </w:r>
      <w:r w:rsidR="004A4993">
        <w:t>’</w:t>
      </w:r>
      <w:r w:rsidRPr="004C3E92">
        <w:t>une excursion d</w:t>
      </w:r>
      <w:r w:rsidR="004A4993">
        <w:t>’</w:t>
      </w:r>
      <w:r w:rsidRPr="004C3E92">
        <w:t>une matinée à Exeter</w:t>
      </w:r>
      <w:r w:rsidR="004A4993">
        <w:t xml:space="preserve">, </w:t>
      </w:r>
      <w:r w:rsidRPr="004C3E92">
        <w:t>ils avaient fait la rencontre de deux jeunes personnes en qui Mrs</w:t>
      </w:r>
      <w:r w:rsidR="004A4993">
        <w:t xml:space="preserve">. </w:t>
      </w:r>
      <w:r w:rsidRPr="004C3E92">
        <w:t>Jennings eut la satisfaction de découvrir des parentes</w:t>
      </w:r>
      <w:r w:rsidR="004A4993">
        <w:t xml:space="preserve">, </w:t>
      </w:r>
      <w:r w:rsidRPr="004C3E92">
        <w:t>et c</w:t>
      </w:r>
      <w:r w:rsidR="004A4993">
        <w:t>’</w:t>
      </w:r>
      <w:r w:rsidRPr="004C3E92">
        <w:t>en fut assez pour que Sir John les invitât d</w:t>
      </w:r>
      <w:r w:rsidR="004A4993">
        <w:t>’</w:t>
      </w:r>
      <w:r w:rsidRPr="004C3E92">
        <w:t>emblée au Park</w:t>
      </w:r>
      <w:r w:rsidR="004A4993">
        <w:t xml:space="preserve">, </w:t>
      </w:r>
      <w:r w:rsidRPr="004C3E92">
        <w:t>aussitôt que seraient terminées leurs obligations présentes à Exeter</w:t>
      </w:r>
      <w:r w:rsidR="004A4993">
        <w:t xml:space="preserve">. </w:t>
      </w:r>
      <w:r w:rsidRPr="004C3E92">
        <w:t>Leurs obligations mondaines à Exeter cédèrent aussitôt le pas à une semblable invitation</w:t>
      </w:r>
      <w:r w:rsidR="004A4993">
        <w:t xml:space="preserve">, </w:t>
      </w:r>
      <w:r w:rsidRPr="004C3E92">
        <w:t>et lady Middleton fut mise en quelque émoi</w:t>
      </w:r>
      <w:r w:rsidR="004A4993">
        <w:t xml:space="preserve">, </w:t>
      </w:r>
      <w:r w:rsidRPr="004C3E92">
        <w:t>lors du retour de Sir John</w:t>
      </w:r>
      <w:r w:rsidR="004A4993">
        <w:t xml:space="preserve">, </w:t>
      </w:r>
      <w:r w:rsidRPr="004C3E92">
        <w:t>en apprenant qu</w:t>
      </w:r>
      <w:r w:rsidR="004A4993">
        <w:t>’</w:t>
      </w:r>
      <w:r w:rsidRPr="004C3E92">
        <w:t>elle devait prochainement recevoir la visite de deux jeunes filles qu</w:t>
      </w:r>
      <w:r w:rsidR="004A4993">
        <w:t>’</w:t>
      </w:r>
      <w:r w:rsidRPr="004C3E92">
        <w:t>elle n</w:t>
      </w:r>
      <w:r w:rsidR="004A4993">
        <w:t>’</w:t>
      </w:r>
      <w:r w:rsidRPr="004C3E92">
        <w:t>avait vues de sa vie</w:t>
      </w:r>
      <w:r w:rsidR="004A4993">
        <w:t xml:space="preserve">, </w:t>
      </w:r>
      <w:r w:rsidRPr="004C3E92">
        <w:t>et au sujet de l</w:t>
      </w:r>
      <w:r w:rsidR="004A4993">
        <w:t>’</w:t>
      </w:r>
      <w:r w:rsidRPr="004C3E92">
        <w:t>élégance desquelles</w:t>
      </w:r>
      <w:r w:rsidR="004A4993">
        <w:t xml:space="preserve"> – </w:t>
      </w:r>
      <w:r w:rsidRPr="004C3E92">
        <w:t>voire de leur condition raisonnablement recommandable</w:t>
      </w:r>
      <w:r w:rsidR="004A4993">
        <w:t xml:space="preserve"> – </w:t>
      </w:r>
      <w:r w:rsidRPr="004C3E92">
        <w:t>elle ne pouvait avoir aucune preuve</w:t>
      </w:r>
      <w:r w:rsidR="004A4993">
        <w:t xml:space="preserve"> ; </w:t>
      </w:r>
      <w:r w:rsidRPr="004C3E92">
        <w:t>car les assurances de son mari et de sa mère à ce sujet ne comptaient absolument pour rien</w:t>
      </w:r>
      <w:r w:rsidR="004A4993">
        <w:t xml:space="preserve">. </w:t>
      </w:r>
      <w:r w:rsidRPr="004C3E92">
        <w:t>Le fait qu</w:t>
      </w:r>
      <w:r w:rsidR="004A4993">
        <w:t>’</w:t>
      </w:r>
      <w:r w:rsidRPr="004C3E92">
        <w:t>elles fussent ses parentes</w:t>
      </w:r>
      <w:r w:rsidR="004A4993">
        <w:t xml:space="preserve">, </w:t>
      </w:r>
      <w:r w:rsidRPr="004C3E92">
        <w:t>en outre</w:t>
      </w:r>
      <w:r w:rsidR="004A4993">
        <w:t xml:space="preserve">, </w:t>
      </w:r>
      <w:r w:rsidRPr="004C3E92">
        <w:t>était encore une ci</w:t>
      </w:r>
      <w:r w:rsidRPr="004C3E92">
        <w:t>r</w:t>
      </w:r>
      <w:r w:rsidRPr="004C3E92">
        <w:t>constance fortement aggravante</w:t>
      </w:r>
      <w:r w:rsidR="004A4993">
        <w:t xml:space="preserve"> ; </w:t>
      </w:r>
      <w:r w:rsidRPr="004C3E92">
        <w:t>et les tentatives de consol</w:t>
      </w:r>
      <w:r w:rsidRPr="004C3E92">
        <w:t>a</w:t>
      </w:r>
      <w:r w:rsidRPr="004C3E92">
        <w:t>tion de Mrs</w:t>
      </w:r>
      <w:r w:rsidR="004A4993">
        <w:t xml:space="preserve">. </w:t>
      </w:r>
      <w:r w:rsidRPr="004C3E92">
        <w:t>Jennings furent donc malencontreusement fo</w:t>
      </w:r>
      <w:r w:rsidRPr="004C3E92">
        <w:t>n</w:t>
      </w:r>
      <w:r w:rsidRPr="004C3E92">
        <w:t>dées</w:t>
      </w:r>
      <w:r w:rsidR="004A4993">
        <w:t xml:space="preserve">, </w:t>
      </w:r>
      <w:r w:rsidRPr="004C3E92">
        <w:t>lorsqu</w:t>
      </w:r>
      <w:r w:rsidR="004A4993">
        <w:t>’</w:t>
      </w:r>
      <w:r w:rsidRPr="004C3E92">
        <w:t xml:space="preserve">elle conseilla à sa fille </w:t>
      </w:r>
      <w:r w:rsidRPr="004C3E92">
        <w:lastRenderedPageBreak/>
        <w:t>de ne pas tant se préoccuper de leur mondanité</w:t>
      </w:r>
      <w:r w:rsidR="004A4993">
        <w:t xml:space="preserve">, </w:t>
      </w:r>
      <w:r w:rsidRPr="004C3E92">
        <w:t>puisqu</w:t>
      </w:r>
      <w:r w:rsidR="004A4993">
        <w:t>’</w:t>
      </w:r>
      <w:r w:rsidRPr="004C3E92">
        <w:t>elles étaient toutes cousines</w:t>
      </w:r>
      <w:r w:rsidR="004A4993">
        <w:t xml:space="preserve">, </w:t>
      </w:r>
      <w:r w:rsidRPr="004C3E92">
        <w:t>et d</w:t>
      </w:r>
      <w:r w:rsidRPr="004C3E92">
        <w:t>e</w:t>
      </w:r>
      <w:r w:rsidRPr="004C3E92">
        <w:t>vaient se supporter mutuellement</w:t>
      </w:r>
      <w:r w:rsidR="004A4993">
        <w:t>.</w:t>
      </w:r>
    </w:p>
    <w:p w14:paraId="783C5E61" w14:textId="77777777" w:rsidR="004A4993" w:rsidRDefault="008C5C61" w:rsidP="004A4993">
      <w:r w:rsidRPr="004C3E92">
        <w:t>Comme il était impossible</w:t>
      </w:r>
      <w:r w:rsidR="004A4993">
        <w:t xml:space="preserve">, </w:t>
      </w:r>
      <w:r w:rsidRPr="004C3E92">
        <w:t>toutefois</w:t>
      </w:r>
      <w:r w:rsidR="004A4993">
        <w:t xml:space="preserve">, </w:t>
      </w:r>
      <w:r w:rsidRPr="004C3E92">
        <w:t>d</w:t>
      </w:r>
      <w:r w:rsidR="004A4993">
        <w:t>’</w:t>
      </w:r>
      <w:r w:rsidRPr="004C3E92">
        <w:t>empêcher à présent leur venue</w:t>
      </w:r>
      <w:r w:rsidR="004A4993">
        <w:t xml:space="preserve">, </w:t>
      </w:r>
      <w:r w:rsidRPr="004C3E92">
        <w:t>lady Middleton se résigna à cette idée avec toute la philosophie d</w:t>
      </w:r>
      <w:r w:rsidR="004A4993">
        <w:t>’</w:t>
      </w:r>
      <w:r w:rsidRPr="004C3E92">
        <w:t>une femme bien élevée</w:t>
      </w:r>
      <w:r w:rsidR="004A4993">
        <w:t xml:space="preserve">, </w:t>
      </w:r>
      <w:r w:rsidRPr="004C3E92">
        <w:t>se contentant simplement de faire à son mari une douce réprimande à ce sujet</w:t>
      </w:r>
      <w:r w:rsidR="004A4993">
        <w:t xml:space="preserve">, </w:t>
      </w:r>
      <w:r w:rsidRPr="004C3E92">
        <w:t>cinq ou six fois par jour</w:t>
      </w:r>
      <w:r w:rsidR="004A4993">
        <w:t>.</w:t>
      </w:r>
    </w:p>
    <w:p w14:paraId="2368E902" w14:textId="77777777" w:rsidR="004A4993" w:rsidRDefault="008C5C61" w:rsidP="004A4993">
      <w:r w:rsidRPr="004C3E92">
        <w:t>Les jeunes personnes arrivèrent</w:t>
      </w:r>
      <w:r w:rsidR="004A4993">
        <w:t xml:space="preserve"> ; </w:t>
      </w:r>
      <w:r w:rsidRPr="004C3E92">
        <w:t>leur apparence ne d</w:t>
      </w:r>
      <w:r w:rsidRPr="004C3E92">
        <w:t>é</w:t>
      </w:r>
      <w:r w:rsidRPr="004C3E92">
        <w:t>mentait nullement la bonne condition ni la mode</w:t>
      </w:r>
      <w:r w:rsidR="004A4993">
        <w:t xml:space="preserve">. </w:t>
      </w:r>
      <w:r w:rsidRPr="004C3E92">
        <w:t>Leurs vêt</w:t>
      </w:r>
      <w:r w:rsidRPr="004C3E92">
        <w:t>e</w:t>
      </w:r>
      <w:r w:rsidRPr="004C3E92">
        <w:t>ments étaient fort élégants</w:t>
      </w:r>
      <w:r w:rsidR="004A4993">
        <w:t xml:space="preserve">, </w:t>
      </w:r>
      <w:r w:rsidRPr="004C3E92">
        <w:t>leurs façons fort courtoises</w:t>
      </w:r>
      <w:r w:rsidR="004A4993">
        <w:t xml:space="preserve"> ; </w:t>
      </w:r>
      <w:r w:rsidRPr="004C3E92">
        <w:t>elles furent ravies de la maison</w:t>
      </w:r>
      <w:r w:rsidR="004A4993">
        <w:t xml:space="preserve">, </w:t>
      </w:r>
      <w:r w:rsidRPr="004C3E92">
        <w:t>et se pâmèrent sur le mobilier</w:t>
      </w:r>
      <w:r w:rsidR="004A4993">
        <w:t xml:space="preserve"> ; </w:t>
      </w:r>
      <w:r w:rsidRPr="004C3E92">
        <w:t>et il se trouva qu</w:t>
      </w:r>
      <w:r w:rsidR="004A4993">
        <w:t>’</w:t>
      </w:r>
      <w:r w:rsidRPr="004C3E92">
        <w:t>elles avaient un tel amour éperdu des enfants</w:t>
      </w:r>
      <w:r w:rsidR="004A4993">
        <w:t xml:space="preserve">, </w:t>
      </w:r>
      <w:r w:rsidRPr="004C3E92">
        <w:t>que la bonne opinion de lady Middleton leur fut acquise avant qu</w:t>
      </w:r>
      <w:r w:rsidR="004A4993">
        <w:t>’</w:t>
      </w:r>
      <w:r w:rsidRPr="004C3E92">
        <w:t xml:space="preserve">elles </w:t>
      </w:r>
      <w:proofErr w:type="gramStart"/>
      <w:r w:rsidRPr="004C3E92">
        <w:t>n</w:t>
      </w:r>
      <w:r w:rsidR="004A4993">
        <w:t>’</w:t>
      </w:r>
      <w:r w:rsidRPr="004C3E92">
        <w:t>eussent été</w:t>
      </w:r>
      <w:proofErr w:type="gramEnd"/>
      <w:r w:rsidRPr="004C3E92">
        <w:t xml:space="preserve"> au Park depuis une heure</w:t>
      </w:r>
      <w:r w:rsidR="004A4993">
        <w:t xml:space="preserve">. </w:t>
      </w:r>
      <w:r w:rsidRPr="004C3E92">
        <w:t>Elle déclara que c</w:t>
      </w:r>
      <w:r w:rsidR="004A4993">
        <w:t>’</w:t>
      </w:r>
      <w:r w:rsidRPr="004C3E92">
        <w:t>étaient vraiment des jeunes filles fort agréables</w:t>
      </w:r>
      <w:r w:rsidR="004A4993">
        <w:t xml:space="preserve">, </w:t>
      </w:r>
      <w:r w:rsidRPr="004C3E92">
        <w:t>ce qui</w:t>
      </w:r>
      <w:r w:rsidR="004A4993">
        <w:t xml:space="preserve">, </w:t>
      </w:r>
      <w:r w:rsidRPr="004C3E92">
        <w:t>pour milady</w:t>
      </w:r>
      <w:r w:rsidR="004A4993">
        <w:t xml:space="preserve">, </w:t>
      </w:r>
      <w:r w:rsidRPr="004C3E92">
        <w:t>était de l</w:t>
      </w:r>
      <w:r w:rsidR="004A4993">
        <w:t>’</w:t>
      </w:r>
      <w:r w:rsidRPr="004C3E92">
        <w:t>admiration enthousiaste</w:t>
      </w:r>
      <w:r w:rsidR="004A4993">
        <w:t xml:space="preserve">. </w:t>
      </w:r>
      <w:r w:rsidRPr="004C3E92">
        <w:t>La confiance de Sir John en son propre jugement grandit avec cet éloge plein d</w:t>
      </w:r>
      <w:r w:rsidR="004A4993">
        <w:t>’</w:t>
      </w:r>
      <w:r w:rsidRPr="004C3E92">
        <w:t>animation</w:t>
      </w:r>
      <w:r w:rsidR="004A4993">
        <w:t xml:space="preserve">, </w:t>
      </w:r>
      <w:r w:rsidRPr="004C3E92">
        <w:t>et il se dirigea aussitôt vers la maisonnette</w:t>
      </w:r>
      <w:r w:rsidR="004A4993">
        <w:t xml:space="preserve">, </w:t>
      </w:r>
      <w:r w:rsidRPr="004C3E92">
        <w:t xml:space="preserve">pour faire part aux demoiselles </w:t>
      </w:r>
      <w:proofErr w:type="spellStart"/>
      <w:r w:rsidRPr="004C3E92">
        <w:t>Dashwood</w:t>
      </w:r>
      <w:proofErr w:type="spellEnd"/>
      <w:r w:rsidRPr="004C3E92">
        <w:t xml:space="preserve"> de l</w:t>
      </w:r>
      <w:r w:rsidR="004A4993">
        <w:t>’</w:t>
      </w:r>
      <w:r w:rsidRPr="004C3E92">
        <w:t>arrivée des demoise</w:t>
      </w:r>
      <w:r w:rsidRPr="004C3E92">
        <w:t>l</w:t>
      </w:r>
      <w:r w:rsidRPr="004C3E92">
        <w:t>les Steele</w:t>
      </w:r>
      <w:r w:rsidR="004A4993">
        <w:t xml:space="preserve">, </w:t>
      </w:r>
      <w:r w:rsidRPr="004C3E92">
        <w:t>et leur donner l</w:t>
      </w:r>
      <w:r w:rsidR="004A4993">
        <w:t>’</w:t>
      </w:r>
      <w:r w:rsidRPr="004C3E92">
        <w:t>assurance qu</w:t>
      </w:r>
      <w:r w:rsidR="004A4993">
        <w:t>’</w:t>
      </w:r>
      <w:r w:rsidRPr="004C3E92">
        <w:t>elles étaient les jeunes filles les plus aimables du monde</w:t>
      </w:r>
      <w:r w:rsidR="004A4993">
        <w:t xml:space="preserve">. </w:t>
      </w:r>
      <w:r w:rsidRPr="004C3E92">
        <w:t>Il n</w:t>
      </w:r>
      <w:r w:rsidR="004A4993">
        <w:t>’</w:t>
      </w:r>
      <w:r w:rsidRPr="004C3E92">
        <w:t xml:space="preserve">y avait pas </w:t>
      </w:r>
      <w:proofErr w:type="spellStart"/>
      <w:r w:rsidRPr="004C3E92">
        <w:t>grand</w:t>
      </w:r>
      <w:r w:rsidR="004A4993">
        <w:t>’</w:t>
      </w:r>
      <w:r w:rsidRPr="004C3E92">
        <w:t>chose</w:t>
      </w:r>
      <w:proofErr w:type="spellEnd"/>
      <w:r w:rsidRPr="004C3E92">
        <w:t xml:space="preserve"> à apprendre</w:t>
      </w:r>
      <w:r w:rsidR="004A4993">
        <w:t xml:space="preserve">, </w:t>
      </w:r>
      <w:r w:rsidRPr="004C3E92">
        <w:t>toutefois</w:t>
      </w:r>
      <w:r w:rsidR="004A4993">
        <w:t xml:space="preserve">, </w:t>
      </w:r>
      <w:r w:rsidRPr="004C3E92">
        <w:t>d</w:t>
      </w:r>
      <w:r w:rsidR="004A4993">
        <w:t>’</w:t>
      </w:r>
      <w:r w:rsidRPr="004C3E92">
        <w:t>une louange de ce genre</w:t>
      </w:r>
      <w:r w:rsidR="004A4993">
        <w:t xml:space="preserve"> ; </w:t>
      </w:r>
      <w:proofErr w:type="spellStart"/>
      <w:r w:rsidRPr="004C3E92">
        <w:t>Elinor</w:t>
      </w:r>
      <w:proofErr w:type="spellEnd"/>
      <w:r w:rsidRPr="004C3E92">
        <w:t xml:space="preserve"> savait bien qu</w:t>
      </w:r>
      <w:r w:rsidR="004A4993">
        <w:t>’</w:t>
      </w:r>
      <w:r w:rsidRPr="004C3E92">
        <w:t>on rencontrait les jeunes filles les plus aimables du monde dans toutes les parties de l</w:t>
      </w:r>
      <w:r w:rsidR="004A4993">
        <w:t>’</w:t>
      </w:r>
      <w:r w:rsidRPr="004C3E92">
        <w:t>Angleterre</w:t>
      </w:r>
      <w:r w:rsidR="004A4993">
        <w:t xml:space="preserve">, </w:t>
      </w:r>
      <w:r w:rsidRPr="004C3E92">
        <w:t>avec toutes les v</w:t>
      </w:r>
      <w:r w:rsidRPr="004C3E92">
        <w:t>a</w:t>
      </w:r>
      <w:r w:rsidRPr="004C3E92">
        <w:t>riations possibles de forme</w:t>
      </w:r>
      <w:r w:rsidR="004A4993">
        <w:t xml:space="preserve">, </w:t>
      </w:r>
      <w:r w:rsidRPr="004C3E92">
        <w:t>de visage</w:t>
      </w:r>
      <w:r w:rsidR="004A4993">
        <w:t xml:space="preserve">, </w:t>
      </w:r>
      <w:r w:rsidRPr="004C3E92">
        <w:t>de caractère et d</w:t>
      </w:r>
      <w:r w:rsidR="004A4993">
        <w:t>’</w:t>
      </w:r>
      <w:r w:rsidRPr="004C3E92">
        <w:t>intelligence</w:t>
      </w:r>
      <w:r w:rsidR="004A4993">
        <w:t xml:space="preserve">. </w:t>
      </w:r>
      <w:r w:rsidRPr="004C3E92">
        <w:t>Sir John voulait que toute la famille se rendît immédiatement au Park pour contempler ses invitées</w:t>
      </w:r>
      <w:r w:rsidR="004A4993">
        <w:t xml:space="preserve">. </w:t>
      </w:r>
      <w:r w:rsidRPr="004C3E92">
        <w:t>Homme bienveillant et philanthrope</w:t>
      </w:r>
      <w:r w:rsidR="004A4993">
        <w:t xml:space="preserve"> ! </w:t>
      </w:r>
      <w:r w:rsidRPr="004C3E92">
        <w:t>Il lui était douloureux de conse</w:t>
      </w:r>
      <w:r w:rsidRPr="004C3E92">
        <w:t>r</w:t>
      </w:r>
      <w:r w:rsidRPr="004C3E92">
        <w:t>ver pour lui seul même une cousine au troisième degré</w:t>
      </w:r>
      <w:r w:rsidR="004A4993">
        <w:t>.</w:t>
      </w:r>
    </w:p>
    <w:p w14:paraId="79B7F971" w14:textId="77777777" w:rsidR="004A4993" w:rsidRDefault="004A4993" w:rsidP="004A4993">
      <w:r>
        <w:lastRenderedPageBreak/>
        <w:t>— </w:t>
      </w:r>
      <w:r w:rsidR="008C5C61" w:rsidRPr="004C3E92">
        <w:t>Venez donc maintenant</w:t>
      </w:r>
      <w:r>
        <w:t xml:space="preserve">, </w:t>
      </w:r>
      <w:r w:rsidR="008C5C61" w:rsidRPr="004C3E92">
        <w:t>dit-il</w:t>
      </w:r>
      <w:r>
        <w:t xml:space="preserve">, </w:t>
      </w:r>
      <w:r w:rsidR="008C5C61" w:rsidRPr="004C3E92">
        <w:t>je vous en prie</w:t>
      </w:r>
      <w:r>
        <w:t xml:space="preserve"> – </w:t>
      </w:r>
      <w:r w:rsidR="008C5C61" w:rsidRPr="004C3E92">
        <w:t>il faut que vous veniez</w:t>
      </w:r>
      <w:r>
        <w:t xml:space="preserve"> –, </w:t>
      </w:r>
      <w:r w:rsidR="008C5C61" w:rsidRPr="004C3E92">
        <w:t>vous viendrez</w:t>
      </w:r>
      <w:r>
        <w:t xml:space="preserve">, </w:t>
      </w:r>
      <w:r w:rsidR="008C5C61" w:rsidRPr="004C3E92">
        <w:t>je vous l</w:t>
      </w:r>
      <w:r>
        <w:t>’</w:t>
      </w:r>
      <w:r w:rsidR="008C5C61" w:rsidRPr="004C3E92">
        <w:t>affirme</w:t>
      </w:r>
      <w:r>
        <w:t xml:space="preserve"> ! </w:t>
      </w:r>
      <w:r w:rsidR="008C5C61" w:rsidRPr="004C3E92">
        <w:t>Vous n</w:t>
      </w:r>
      <w:r>
        <w:t>’</w:t>
      </w:r>
      <w:r w:rsidR="008C5C61" w:rsidRPr="004C3E92">
        <w:t>imaginez pas à quel point elles vous plairont</w:t>
      </w:r>
      <w:r>
        <w:t xml:space="preserve">. </w:t>
      </w:r>
      <w:r w:rsidR="008C5C61" w:rsidRPr="004C3E92">
        <w:t>Lucy est fort j</w:t>
      </w:r>
      <w:r w:rsidR="008C5C61" w:rsidRPr="004C3E92">
        <w:t>o</w:t>
      </w:r>
      <w:r w:rsidR="008C5C61" w:rsidRPr="004C3E92">
        <w:t>lie</w:t>
      </w:r>
      <w:r>
        <w:t xml:space="preserve">, </w:t>
      </w:r>
      <w:r w:rsidR="008C5C61" w:rsidRPr="004C3E92">
        <w:t>elle a si bon caractère</w:t>
      </w:r>
      <w:r>
        <w:t xml:space="preserve">, </w:t>
      </w:r>
      <w:r w:rsidR="008C5C61" w:rsidRPr="004C3E92">
        <w:t>et est si agréable</w:t>
      </w:r>
      <w:r>
        <w:t xml:space="preserve"> ! </w:t>
      </w:r>
      <w:r w:rsidR="008C5C61" w:rsidRPr="004C3E92">
        <w:t>Les enfants s</w:t>
      </w:r>
      <w:r>
        <w:t>’</w:t>
      </w:r>
      <w:r w:rsidR="008C5C61" w:rsidRPr="004C3E92">
        <w:t>accrochent déjà tous à elle</w:t>
      </w:r>
      <w:r>
        <w:t xml:space="preserve">, </w:t>
      </w:r>
      <w:r w:rsidR="008C5C61" w:rsidRPr="004C3E92">
        <w:t>comme si elle était une vieille connaissance</w:t>
      </w:r>
      <w:r>
        <w:t xml:space="preserve">. </w:t>
      </w:r>
      <w:r w:rsidR="008C5C61" w:rsidRPr="004C3E92">
        <w:t>Et elles ont toutes deux le désir ardent de vous voir</w:t>
      </w:r>
      <w:r>
        <w:t xml:space="preserve">, </w:t>
      </w:r>
      <w:r w:rsidR="008C5C61" w:rsidRPr="004C3E92">
        <w:t>par-dessus tout</w:t>
      </w:r>
      <w:r>
        <w:t xml:space="preserve">, </w:t>
      </w:r>
      <w:r w:rsidR="008C5C61" w:rsidRPr="004C3E92">
        <w:t>car elles ont entendu dire à Exeter que vous êtes les créatures les plus belles du monde</w:t>
      </w:r>
      <w:r>
        <w:t xml:space="preserve"> ; </w:t>
      </w:r>
      <w:r w:rsidR="008C5C61" w:rsidRPr="004C3E92">
        <w:t>et je leur ai dit que tout cela est bien vrai</w:t>
      </w:r>
      <w:r>
        <w:t xml:space="preserve">, </w:t>
      </w:r>
      <w:r w:rsidR="008C5C61" w:rsidRPr="004C3E92">
        <w:t>et bien plus encore</w:t>
      </w:r>
      <w:r>
        <w:t xml:space="preserve">. </w:t>
      </w:r>
      <w:r w:rsidR="008C5C61" w:rsidRPr="004C3E92">
        <w:t>Vous serez ravies de les connaître</w:t>
      </w:r>
      <w:r>
        <w:t xml:space="preserve">, </w:t>
      </w:r>
      <w:r w:rsidR="008C5C61" w:rsidRPr="004C3E92">
        <w:t>j</w:t>
      </w:r>
      <w:r>
        <w:t>’</w:t>
      </w:r>
      <w:r w:rsidR="008C5C61" w:rsidRPr="004C3E92">
        <w:t>en suis sûr</w:t>
      </w:r>
      <w:r>
        <w:t xml:space="preserve">. </w:t>
      </w:r>
      <w:r w:rsidR="008C5C61" w:rsidRPr="004C3E92">
        <w:t>Elles ont amené toute la voiture pleine de jouets pour les enfants</w:t>
      </w:r>
      <w:r>
        <w:t xml:space="preserve">. </w:t>
      </w:r>
      <w:r w:rsidR="008C5C61" w:rsidRPr="004C3E92">
        <w:t>Comment pouvez-vous être assez cruelles pour ne pas venir</w:t>
      </w:r>
      <w:r>
        <w:t xml:space="preserve"> ? </w:t>
      </w:r>
      <w:r w:rsidR="008C5C61" w:rsidRPr="004C3E92">
        <w:t>Voyons</w:t>
      </w:r>
      <w:r>
        <w:t xml:space="preserve">, </w:t>
      </w:r>
      <w:r w:rsidR="008C5C61" w:rsidRPr="004C3E92">
        <w:t>ce sont vos cousines</w:t>
      </w:r>
      <w:r>
        <w:t xml:space="preserve">, </w:t>
      </w:r>
      <w:r w:rsidR="008C5C61" w:rsidRPr="004C3E92">
        <w:t>n</w:t>
      </w:r>
      <w:r>
        <w:t>’</w:t>
      </w:r>
      <w:r w:rsidR="008C5C61" w:rsidRPr="004C3E92">
        <w:t>est-ce pas</w:t>
      </w:r>
      <w:r>
        <w:t xml:space="preserve">, </w:t>
      </w:r>
      <w:r w:rsidR="008C5C61" w:rsidRPr="004C3E92">
        <w:t>en quelque sorte</w:t>
      </w:r>
      <w:r>
        <w:t xml:space="preserve">. </w:t>
      </w:r>
      <w:r w:rsidR="008C5C61" w:rsidRPr="004C3E92">
        <w:t>Vous êtes mes cousines</w:t>
      </w:r>
      <w:r>
        <w:t xml:space="preserve">, </w:t>
      </w:r>
      <w:r w:rsidR="008C5C61" w:rsidRPr="004C3E92">
        <w:t>et elles sont cousines de ma femme</w:t>
      </w:r>
      <w:r>
        <w:t xml:space="preserve"> ; </w:t>
      </w:r>
      <w:r w:rsidR="008C5C61" w:rsidRPr="004C3E92">
        <w:t>il faut donc que vous soyez pare</w:t>
      </w:r>
      <w:r w:rsidR="008C5C61" w:rsidRPr="004C3E92">
        <w:t>n</w:t>
      </w:r>
      <w:r w:rsidR="008C5C61" w:rsidRPr="004C3E92">
        <w:t>tes</w:t>
      </w:r>
      <w:r>
        <w:t>.</w:t>
      </w:r>
    </w:p>
    <w:p w14:paraId="0FFA5755" w14:textId="77777777" w:rsidR="004A4993" w:rsidRDefault="008C5C61" w:rsidP="004A4993">
      <w:r w:rsidRPr="004C3E92">
        <w:t>Mais Sir John ne put les persuader</w:t>
      </w:r>
      <w:r w:rsidR="004A4993">
        <w:t xml:space="preserve">. </w:t>
      </w:r>
      <w:r w:rsidRPr="004C3E92">
        <w:t>Il ne parvint qu</w:t>
      </w:r>
      <w:r w:rsidR="004A4993">
        <w:t>’</w:t>
      </w:r>
      <w:r w:rsidRPr="004C3E92">
        <w:t>à obt</w:t>
      </w:r>
      <w:r w:rsidRPr="004C3E92">
        <w:t>e</w:t>
      </w:r>
      <w:r w:rsidRPr="004C3E92">
        <w:t>nir la promesse qu</w:t>
      </w:r>
      <w:r w:rsidR="004A4993">
        <w:t>’</w:t>
      </w:r>
      <w:r w:rsidRPr="004C3E92">
        <w:t>elles feraient une visite au Park dans un délai d</w:t>
      </w:r>
      <w:r w:rsidR="004A4993">
        <w:t>’</w:t>
      </w:r>
      <w:r w:rsidRPr="004C3E92">
        <w:t>un jour ou deux</w:t>
      </w:r>
      <w:r w:rsidR="004A4993">
        <w:t xml:space="preserve">, </w:t>
      </w:r>
      <w:r w:rsidRPr="004C3E92">
        <w:t>et les quitta alors</w:t>
      </w:r>
      <w:r w:rsidR="004A4993">
        <w:t xml:space="preserve">, </w:t>
      </w:r>
      <w:r w:rsidRPr="004C3E92">
        <w:t>stupéfait de leur indiff</w:t>
      </w:r>
      <w:r w:rsidRPr="004C3E92">
        <w:t>é</w:t>
      </w:r>
      <w:r w:rsidRPr="004C3E92">
        <w:t>rence</w:t>
      </w:r>
      <w:r w:rsidR="004A4993">
        <w:t xml:space="preserve">, </w:t>
      </w:r>
      <w:r w:rsidRPr="004C3E92">
        <w:t>pour rentrer chez lui et vanter bien haut</w:t>
      </w:r>
      <w:r w:rsidR="004A4993">
        <w:t xml:space="preserve">, </w:t>
      </w:r>
      <w:r w:rsidRPr="004C3E92">
        <w:t>derechef</w:t>
      </w:r>
      <w:r w:rsidR="004A4993">
        <w:t xml:space="preserve">, </w:t>
      </w:r>
      <w:r w:rsidRPr="004C3E92">
        <w:t>leurs attraits aux oreilles des demoiselles Steele</w:t>
      </w:r>
      <w:r w:rsidR="004A4993">
        <w:t xml:space="preserve">, </w:t>
      </w:r>
      <w:r w:rsidRPr="004C3E92">
        <w:t>comme il avait déjà vanté les demoiselles Steele devant elles</w:t>
      </w:r>
      <w:r w:rsidR="004A4993">
        <w:t>.</w:t>
      </w:r>
    </w:p>
    <w:p w14:paraId="046D6972" w14:textId="77777777" w:rsidR="004A4993" w:rsidRDefault="008C5C61" w:rsidP="004A4993">
      <w:r w:rsidRPr="004C3E92">
        <w:t>Lorsqu</w:t>
      </w:r>
      <w:r w:rsidR="004A4993">
        <w:t>’</w:t>
      </w:r>
      <w:r w:rsidRPr="004C3E92">
        <w:t>eut lieu leur visite promise au Park</w:t>
      </w:r>
      <w:r w:rsidR="004A4993">
        <w:t xml:space="preserve">, </w:t>
      </w:r>
      <w:r w:rsidRPr="004C3E92">
        <w:t>et</w:t>
      </w:r>
      <w:r w:rsidR="004A4993">
        <w:t xml:space="preserve">, </w:t>
      </w:r>
      <w:r w:rsidRPr="004C3E92">
        <w:t>partant</w:t>
      </w:r>
      <w:r w:rsidR="004A4993">
        <w:t xml:space="preserve">, </w:t>
      </w:r>
      <w:r w:rsidRPr="004C3E92">
        <w:t>leur présentation à ces jeunes personnes</w:t>
      </w:r>
      <w:r w:rsidR="004A4993">
        <w:t xml:space="preserve">, </w:t>
      </w:r>
      <w:r w:rsidRPr="004C3E92">
        <w:t>elles ne trouvèrent dans l</w:t>
      </w:r>
      <w:r w:rsidR="004A4993">
        <w:t>’</w:t>
      </w:r>
      <w:r w:rsidRPr="004C3E92">
        <w:t>aspect de l</w:t>
      </w:r>
      <w:r w:rsidR="004A4993">
        <w:t>’</w:t>
      </w:r>
      <w:r w:rsidRPr="004C3E92">
        <w:t>aînée</w:t>
      </w:r>
      <w:r w:rsidR="004A4993">
        <w:t xml:space="preserve">, </w:t>
      </w:r>
      <w:r w:rsidRPr="004C3E92">
        <w:t>qui avait près de trente ans</w:t>
      </w:r>
      <w:r w:rsidR="004A4993">
        <w:t xml:space="preserve">, </w:t>
      </w:r>
      <w:r w:rsidRPr="004C3E92">
        <w:t>avec un visage très ordinaire et dénué de sensibilité</w:t>
      </w:r>
      <w:r w:rsidR="004A4993">
        <w:t xml:space="preserve">, </w:t>
      </w:r>
      <w:r w:rsidRPr="004C3E92">
        <w:t>rien à admirer</w:t>
      </w:r>
      <w:r w:rsidR="004A4993">
        <w:t xml:space="preserve"> ; </w:t>
      </w:r>
      <w:r w:rsidRPr="004C3E92">
        <w:t>mais chez l</w:t>
      </w:r>
      <w:r w:rsidR="004A4993">
        <w:t>’</w:t>
      </w:r>
      <w:r w:rsidRPr="004C3E92">
        <w:t>autre</w:t>
      </w:r>
      <w:r w:rsidR="004A4993">
        <w:t xml:space="preserve">, </w:t>
      </w:r>
      <w:r w:rsidRPr="004C3E92">
        <w:t>qui n</w:t>
      </w:r>
      <w:r w:rsidR="004A4993">
        <w:t>’</w:t>
      </w:r>
      <w:r w:rsidRPr="004C3E92">
        <w:t>avait pas plus de vingt-deux ou vingt-trois ans</w:t>
      </w:r>
      <w:r w:rsidR="004A4993">
        <w:t xml:space="preserve">, </w:t>
      </w:r>
      <w:r w:rsidRPr="004C3E92">
        <w:t>e</w:t>
      </w:r>
      <w:r w:rsidRPr="004C3E92">
        <w:t>l</w:t>
      </w:r>
      <w:r w:rsidRPr="004C3E92">
        <w:t>les reconnurent une beauté considérable</w:t>
      </w:r>
      <w:r w:rsidR="004A4993">
        <w:t xml:space="preserve"> ; </w:t>
      </w:r>
      <w:r w:rsidRPr="004C3E92">
        <w:t>ses traits étaient jolis</w:t>
      </w:r>
      <w:r w:rsidR="004A4993">
        <w:t xml:space="preserve">, </w:t>
      </w:r>
      <w:r w:rsidRPr="004C3E92">
        <w:t>et elle avait le regard pénétrant et vif</w:t>
      </w:r>
      <w:r w:rsidR="004A4993">
        <w:t xml:space="preserve">, </w:t>
      </w:r>
      <w:r w:rsidRPr="004C3E92">
        <w:t>et une certaine désinvo</w:t>
      </w:r>
      <w:r w:rsidRPr="004C3E92">
        <w:t>l</w:t>
      </w:r>
      <w:r w:rsidRPr="004C3E92">
        <w:t>ture d</w:t>
      </w:r>
      <w:r w:rsidR="004A4993">
        <w:t>’</w:t>
      </w:r>
      <w:r w:rsidRPr="004C3E92">
        <w:t>aspect</w:t>
      </w:r>
      <w:r w:rsidR="004A4993">
        <w:t xml:space="preserve">, </w:t>
      </w:r>
      <w:r w:rsidRPr="004C3E92">
        <w:t>qui</w:t>
      </w:r>
      <w:r w:rsidR="004A4993">
        <w:t xml:space="preserve">, </w:t>
      </w:r>
      <w:r w:rsidRPr="004C3E92">
        <w:t>si elle ne lui donnait pas véritablement de l</w:t>
      </w:r>
      <w:r w:rsidR="004A4993">
        <w:t>’</w:t>
      </w:r>
      <w:r w:rsidRPr="004C3E92">
        <w:t>élégance ou de la grâce</w:t>
      </w:r>
      <w:r w:rsidR="004A4993">
        <w:t xml:space="preserve">, </w:t>
      </w:r>
      <w:r w:rsidRPr="004C3E92">
        <w:t>conférait de la distinction à sa perso</w:t>
      </w:r>
      <w:r w:rsidRPr="004C3E92">
        <w:t>n</w:t>
      </w:r>
      <w:r w:rsidRPr="004C3E92">
        <w:t>ne</w:t>
      </w:r>
      <w:r w:rsidR="004A4993">
        <w:t xml:space="preserve">. </w:t>
      </w:r>
      <w:r w:rsidRPr="004C3E92">
        <w:t>Leurs façons étaient particulièrement polies</w:t>
      </w:r>
      <w:r w:rsidR="004A4993">
        <w:t xml:space="preserve">, </w:t>
      </w:r>
      <w:r w:rsidRPr="004C3E92">
        <w:t xml:space="preserve">et </w:t>
      </w:r>
      <w:proofErr w:type="spellStart"/>
      <w:r w:rsidRPr="004C3E92">
        <w:t>Elinor</w:t>
      </w:r>
      <w:proofErr w:type="spellEnd"/>
      <w:r w:rsidRPr="004C3E92">
        <w:t xml:space="preserve"> leur concéda sans tarder une certaine </w:t>
      </w:r>
      <w:r w:rsidRPr="004C3E92">
        <w:lastRenderedPageBreak/>
        <w:t>intelligence</w:t>
      </w:r>
      <w:r w:rsidR="004A4993">
        <w:t xml:space="preserve">, </w:t>
      </w:r>
      <w:r w:rsidRPr="004C3E92">
        <w:t>lorsqu</w:t>
      </w:r>
      <w:r w:rsidR="004A4993">
        <w:t>’</w:t>
      </w:r>
      <w:r w:rsidRPr="004C3E92">
        <w:t>elle vit avec quelles attentions constantes et judicieuses elles se re</w:t>
      </w:r>
      <w:r w:rsidRPr="004C3E92">
        <w:t>n</w:t>
      </w:r>
      <w:r w:rsidRPr="004C3E92">
        <w:t>daient agréables à lady Middleton</w:t>
      </w:r>
      <w:r w:rsidR="004A4993">
        <w:t xml:space="preserve">. </w:t>
      </w:r>
      <w:r w:rsidRPr="004C3E92">
        <w:t>Elles étaient en ravissement continuel à propos de ses enfants</w:t>
      </w:r>
      <w:r w:rsidR="004A4993">
        <w:t xml:space="preserve">, </w:t>
      </w:r>
      <w:r w:rsidRPr="004C3E92">
        <w:t>attirant leur attention</w:t>
      </w:r>
      <w:r w:rsidR="004A4993">
        <w:t xml:space="preserve">, </w:t>
      </w:r>
      <w:r w:rsidRPr="004C3E92">
        <w:t>et se pliant à toutes leurs fantaisies</w:t>
      </w:r>
      <w:r w:rsidR="004A4993">
        <w:t xml:space="preserve"> ; </w:t>
      </w:r>
      <w:r w:rsidRPr="004C3E92">
        <w:t>et le peu de leur temps qui re</w:t>
      </w:r>
      <w:r w:rsidRPr="004C3E92">
        <w:t>s</w:t>
      </w:r>
      <w:r w:rsidRPr="004C3E92">
        <w:t>tait disponible après les exigences importunes d</w:t>
      </w:r>
      <w:r w:rsidR="004A4993">
        <w:t>’</w:t>
      </w:r>
      <w:r w:rsidRPr="004C3E92">
        <w:t>une pareille p</w:t>
      </w:r>
      <w:r w:rsidRPr="004C3E92">
        <w:t>o</w:t>
      </w:r>
      <w:r w:rsidRPr="004C3E92">
        <w:t>litesse</w:t>
      </w:r>
      <w:r w:rsidR="004A4993">
        <w:t xml:space="preserve">, </w:t>
      </w:r>
      <w:r w:rsidRPr="004C3E92">
        <w:t>était consacré à admirer tout ce que milady pouvait se trouver faire</w:t>
      </w:r>
      <w:r w:rsidR="004A4993">
        <w:t xml:space="preserve">, </w:t>
      </w:r>
      <w:r w:rsidRPr="004C3E92">
        <w:t>si tant est qu</w:t>
      </w:r>
      <w:r w:rsidR="004A4993">
        <w:t>’</w:t>
      </w:r>
      <w:r w:rsidRPr="004C3E92">
        <w:t>elle se trouvât faire quelque chose</w:t>
      </w:r>
      <w:r w:rsidR="004A4993">
        <w:t xml:space="preserve">, </w:t>
      </w:r>
      <w:r w:rsidRPr="004C3E92">
        <w:t>ou à prendre des patrons de quelque nouvelle robe élégante</w:t>
      </w:r>
      <w:r w:rsidR="004A4993">
        <w:t xml:space="preserve">, </w:t>
      </w:r>
      <w:r w:rsidRPr="004C3E92">
        <w:t>v</w:t>
      </w:r>
      <w:r w:rsidRPr="004C3E92">
        <w:t>ê</w:t>
      </w:r>
      <w:r w:rsidRPr="004C3E92">
        <w:t>tue de laquelle</w:t>
      </w:r>
      <w:r w:rsidR="004A4993">
        <w:t xml:space="preserve">, </w:t>
      </w:r>
      <w:r w:rsidRPr="004C3E92">
        <w:t>la veille</w:t>
      </w:r>
      <w:r w:rsidR="004A4993">
        <w:t xml:space="preserve">, </w:t>
      </w:r>
      <w:r w:rsidRPr="004C3E92">
        <w:t>elle les avait plongées dans un raviss</w:t>
      </w:r>
      <w:r w:rsidRPr="004C3E92">
        <w:t>e</w:t>
      </w:r>
      <w:r w:rsidRPr="004C3E92">
        <w:t>ment sans fin</w:t>
      </w:r>
      <w:r w:rsidR="004A4993">
        <w:t xml:space="preserve">. </w:t>
      </w:r>
      <w:r w:rsidRPr="004C3E92">
        <w:t>Heureusement pour ceux qui font leur cour au moyen de semblables faiblesses</w:t>
      </w:r>
      <w:r w:rsidR="004A4993">
        <w:t xml:space="preserve">, </w:t>
      </w:r>
      <w:r w:rsidRPr="004C3E92">
        <w:t>une mère aimante</w:t>
      </w:r>
      <w:r w:rsidR="004A4993">
        <w:t xml:space="preserve">, </w:t>
      </w:r>
      <w:r w:rsidRPr="004C3E92">
        <w:t>bien qu</w:t>
      </w:r>
      <w:r w:rsidR="004A4993">
        <w:t>’</w:t>
      </w:r>
      <w:r w:rsidRPr="004C3E92">
        <w:t>elle soit</w:t>
      </w:r>
      <w:r w:rsidR="004A4993">
        <w:t xml:space="preserve">, </w:t>
      </w:r>
      <w:r w:rsidRPr="004C3E92">
        <w:t>dans la poursuite des louanges à l</w:t>
      </w:r>
      <w:r w:rsidR="004A4993">
        <w:t>’</w:t>
      </w:r>
      <w:r w:rsidRPr="004C3E92">
        <w:t>adresse de ses enfants</w:t>
      </w:r>
      <w:r w:rsidR="004A4993">
        <w:t xml:space="preserve">, </w:t>
      </w:r>
      <w:r w:rsidRPr="004C3E92">
        <w:t>le plus rapace des êtres humains</w:t>
      </w:r>
      <w:r w:rsidR="004A4993">
        <w:t xml:space="preserve">, </w:t>
      </w:r>
      <w:r w:rsidRPr="004C3E92">
        <w:t>en est également le plus crédule</w:t>
      </w:r>
      <w:r w:rsidR="004A4993">
        <w:t xml:space="preserve">. </w:t>
      </w:r>
      <w:r w:rsidRPr="004C3E92">
        <w:t>Les exigences sont exorbitantes</w:t>
      </w:r>
      <w:r w:rsidR="004A4993">
        <w:t xml:space="preserve"> ; </w:t>
      </w:r>
      <w:r w:rsidRPr="004C3E92">
        <w:t>mais elle avalera n</w:t>
      </w:r>
      <w:r w:rsidR="004A4993">
        <w:t>’</w:t>
      </w:r>
      <w:r w:rsidRPr="004C3E92">
        <w:t>importe quoi</w:t>
      </w:r>
      <w:r w:rsidR="004A4993">
        <w:t xml:space="preserve"> ; </w:t>
      </w:r>
      <w:r w:rsidRPr="004C3E92">
        <w:t>et l</w:t>
      </w:r>
      <w:r w:rsidR="004A4993">
        <w:t>’</w:t>
      </w:r>
      <w:r w:rsidRPr="004C3E92">
        <w:t>affection et l</w:t>
      </w:r>
      <w:r w:rsidR="004A4993">
        <w:t>’</w:t>
      </w:r>
      <w:r w:rsidRPr="004C3E92">
        <w:t>endurance excessives des demoiselles Steele envers sa progéniture furent donc contemplées par lady Middleton sans la moindre surprise ni méfiance</w:t>
      </w:r>
      <w:r w:rsidR="004A4993">
        <w:t xml:space="preserve">. </w:t>
      </w:r>
      <w:r w:rsidRPr="004C3E92">
        <w:t>Elle vit avec une complaisance maternelle tous les petits débordements i</w:t>
      </w:r>
      <w:r w:rsidRPr="004C3E92">
        <w:t>m</w:t>
      </w:r>
      <w:r w:rsidRPr="004C3E92">
        <w:t>pertinents et les tours malicieux auxquels se soumettaient ses cousines</w:t>
      </w:r>
      <w:r w:rsidR="004A4993">
        <w:t xml:space="preserve">. </w:t>
      </w:r>
      <w:r w:rsidRPr="004C3E92">
        <w:t>Elle vit leurs ceintures dénouées</w:t>
      </w:r>
      <w:r w:rsidR="004A4993">
        <w:t xml:space="preserve">, </w:t>
      </w:r>
      <w:r w:rsidRPr="004C3E92">
        <w:t>leurs cheveux défaits et tiraillés autour des oreilles</w:t>
      </w:r>
      <w:r w:rsidR="004A4993">
        <w:t xml:space="preserve">, </w:t>
      </w:r>
      <w:r w:rsidRPr="004C3E92">
        <w:t>leurs sacs à ouvrage fouillés</w:t>
      </w:r>
      <w:r w:rsidR="004A4993">
        <w:t xml:space="preserve">, </w:t>
      </w:r>
      <w:r w:rsidRPr="004C3E92">
        <w:t>leurs couteaux et leurs ciseaux dérobés</w:t>
      </w:r>
      <w:r w:rsidR="004A4993">
        <w:t xml:space="preserve">, </w:t>
      </w:r>
      <w:r w:rsidRPr="004C3E92">
        <w:t>et n</w:t>
      </w:r>
      <w:r w:rsidR="004A4993">
        <w:t>’</w:t>
      </w:r>
      <w:r w:rsidRPr="004C3E92">
        <w:t>éprouva aucun doute sur ce que ce ne fût là un plaisir réciproque</w:t>
      </w:r>
      <w:r w:rsidR="004A4993">
        <w:t xml:space="preserve">. </w:t>
      </w:r>
      <w:r w:rsidRPr="004C3E92">
        <w:t>Ces incidents ne sugg</w:t>
      </w:r>
      <w:r w:rsidRPr="004C3E92">
        <w:t>é</w:t>
      </w:r>
      <w:r w:rsidRPr="004C3E92">
        <w:t>rèrent d</w:t>
      </w:r>
      <w:r w:rsidR="004A4993">
        <w:t>’</w:t>
      </w:r>
      <w:r w:rsidRPr="004C3E92">
        <w:t xml:space="preserve">autre surprise que celle de voir </w:t>
      </w:r>
      <w:proofErr w:type="spellStart"/>
      <w:r w:rsidRPr="004C3E92">
        <w:t>Elinor</w:t>
      </w:r>
      <w:proofErr w:type="spellEnd"/>
      <w:r w:rsidRPr="004C3E92">
        <w:t xml:space="preserve"> et Marianne re</w:t>
      </w:r>
      <w:r w:rsidRPr="004C3E92">
        <w:t>s</w:t>
      </w:r>
      <w:r w:rsidRPr="004C3E92">
        <w:t>ter si calmement assises</w:t>
      </w:r>
      <w:r w:rsidR="004A4993">
        <w:t xml:space="preserve">, </w:t>
      </w:r>
      <w:r w:rsidRPr="004C3E92">
        <w:t>sans demander à y participer</w:t>
      </w:r>
      <w:r w:rsidR="004A4993">
        <w:t>.</w:t>
      </w:r>
    </w:p>
    <w:p w14:paraId="7750FEAE" w14:textId="77777777" w:rsidR="004A4993" w:rsidRDefault="004A4993" w:rsidP="004A4993">
      <w:r>
        <w:t>— </w:t>
      </w:r>
      <w:r w:rsidR="008C5C61" w:rsidRPr="004C3E92">
        <w:t>John est si plein d</w:t>
      </w:r>
      <w:r>
        <w:t>’</w:t>
      </w:r>
      <w:r w:rsidR="008C5C61" w:rsidRPr="004C3E92">
        <w:t>entrain aujourd</w:t>
      </w:r>
      <w:r>
        <w:t>’</w:t>
      </w:r>
      <w:r w:rsidR="008C5C61" w:rsidRPr="004C3E92">
        <w:t>hui</w:t>
      </w:r>
      <w:r>
        <w:t xml:space="preserve"> ! </w:t>
      </w:r>
      <w:r w:rsidR="008C5C61" w:rsidRPr="004C3E92">
        <w:t>dit-elle</w:t>
      </w:r>
      <w:r>
        <w:t xml:space="preserve">, </w:t>
      </w:r>
      <w:r w:rsidR="008C5C61" w:rsidRPr="004C3E92">
        <w:t>lorsqu</w:t>
      </w:r>
      <w:r>
        <w:t>’</w:t>
      </w:r>
      <w:r w:rsidR="008C5C61" w:rsidRPr="004C3E92">
        <w:t>il eut pris le mouchoir de poche de miss Steele</w:t>
      </w:r>
      <w:r>
        <w:t xml:space="preserve">, </w:t>
      </w:r>
      <w:r w:rsidR="008C5C61" w:rsidRPr="004C3E92">
        <w:t>et l</w:t>
      </w:r>
      <w:r>
        <w:t>’</w:t>
      </w:r>
      <w:r w:rsidR="008C5C61" w:rsidRPr="004C3E92">
        <w:t>eut lancé par la fenêtre</w:t>
      </w:r>
      <w:r>
        <w:t xml:space="preserve">. </w:t>
      </w:r>
      <w:r w:rsidR="008C5C61" w:rsidRPr="004C3E92">
        <w:t>Il est bourré de tours malicieux</w:t>
      </w:r>
      <w:r>
        <w:t>.</w:t>
      </w:r>
    </w:p>
    <w:p w14:paraId="162658B8" w14:textId="7472E891" w:rsidR="004A4993" w:rsidRDefault="008C5C61" w:rsidP="004A4993">
      <w:r w:rsidRPr="004C3E92">
        <w:lastRenderedPageBreak/>
        <w:t>Et peu de temps après</w:t>
      </w:r>
      <w:r w:rsidR="004A4993">
        <w:t xml:space="preserve">, </w:t>
      </w:r>
      <w:r w:rsidRPr="004C3E92">
        <w:t>quand le cadet eut violemment pi</w:t>
      </w:r>
      <w:r w:rsidRPr="004C3E92">
        <w:t>n</w:t>
      </w:r>
      <w:r w:rsidRPr="004C3E92">
        <w:t>cé l</w:t>
      </w:r>
      <w:r w:rsidR="004A4993">
        <w:t>’</w:t>
      </w:r>
      <w:r w:rsidRPr="004C3E92">
        <w:t>un des doigts de la même dame</w:t>
      </w:r>
      <w:r w:rsidR="004A4993">
        <w:t xml:space="preserve">, </w:t>
      </w:r>
      <w:r w:rsidRPr="004C3E92">
        <w:t>elle dit d</w:t>
      </w:r>
      <w:r w:rsidR="004A4993">
        <w:t>’</w:t>
      </w:r>
      <w:r w:rsidRPr="004C3E92">
        <w:t>une voix aimante</w:t>
      </w:r>
      <w:r w:rsidR="004A4993">
        <w:t> : « </w:t>
      </w:r>
      <w:r w:rsidRPr="004C3E92">
        <w:t>Comme William est folâtre</w:t>
      </w:r>
      <w:r w:rsidR="004A4993">
        <w:t> ! »</w:t>
      </w:r>
    </w:p>
    <w:p w14:paraId="3F0AA29A" w14:textId="77777777" w:rsidR="004A4993" w:rsidRDefault="004A4993" w:rsidP="004A4993">
      <w:r>
        <w:t>— </w:t>
      </w:r>
      <w:r w:rsidR="008C5C61" w:rsidRPr="004C3E92">
        <w:t xml:space="preserve">Et voilà ma chère petite </w:t>
      </w:r>
      <w:proofErr w:type="spellStart"/>
      <w:r w:rsidR="008C5C61" w:rsidRPr="004C3E92">
        <w:t>Anna-Maria</w:t>
      </w:r>
      <w:proofErr w:type="spellEnd"/>
      <w:r>
        <w:t xml:space="preserve">, </w:t>
      </w:r>
      <w:r w:rsidR="008C5C61" w:rsidRPr="004C3E92">
        <w:t>ajouta-t-elle</w:t>
      </w:r>
      <w:r>
        <w:t xml:space="preserve">, </w:t>
      </w:r>
      <w:r w:rsidR="008C5C61" w:rsidRPr="004C3E92">
        <w:t>care</w:t>
      </w:r>
      <w:r w:rsidR="008C5C61" w:rsidRPr="004C3E92">
        <w:t>s</w:t>
      </w:r>
      <w:r w:rsidR="008C5C61" w:rsidRPr="004C3E92">
        <w:t>sant tendrement une petite fille de trois ans</w:t>
      </w:r>
      <w:r>
        <w:t xml:space="preserve">, </w:t>
      </w:r>
      <w:r w:rsidR="008C5C61" w:rsidRPr="004C3E92">
        <w:t>qui était restée au moins deux minutes sans faire de bruit</w:t>
      </w:r>
      <w:r>
        <w:t xml:space="preserve">. </w:t>
      </w:r>
      <w:r w:rsidR="008C5C61" w:rsidRPr="004C3E92">
        <w:t>Elle est toujours si do</w:t>
      </w:r>
      <w:r w:rsidR="008C5C61" w:rsidRPr="004C3E92">
        <w:t>u</w:t>
      </w:r>
      <w:r w:rsidR="008C5C61" w:rsidRPr="004C3E92">
        <w:t>ce et tranquille</w:t>
      </w:r>
      <w:r>
        <w:t xml:space="preserve">. </w:t>
      </w:r>
      <w:r w:rsidR="008C5C61" w:rsidRPr="004C3E92">
        <w:t>Jamais il n</w:t>
      </w:r>
      <w:r>
        <w:t>’</w:t>
      </w:r>
      <w:r w:rsidR="008C5C61" w:rsidRPr="004C3E92">
        <w:t>y eut un petit être aussi paisible</w:t>
      </w:r>
      <w:r>
        <w:t>.</w:t>
      </w:r>
    </w:p>
    <w:p w14:paraId="04A6ACB2" w14:textId="77777777" w:rsidR="004A4993" w:rsidRDefault="008C5C61" w:rsidP="004A4993">
      <w:r w:rsidRPr="004C3E92">
        <w:t>Mais</w:t>
      </w:r>
      <w:r w:rsidR="004A4993">
        <w:t xml:space="preserve">, </w:t>
      </w:r>
      <w:r w:rsidRPr="004C3E92">
        <w:t>malheureusement</w:t>
      </w:r>
      <w:r w:rsidR="004A4993">
        <w:t xml:space="preserve">, </w:t>
      </w:r>
      <w:r w:rsidRPr="004C3E92">
        <w:t>pendant qu</w:t>
      </w:r>
      <w:r w:rsidR="004A4993">
        <w:t>’</w:t>
      </w:r>
      <w:r w:rsidRPr="004C3E92">
        <w:t>elle se livrait à ces embrassements</w:t>
      </w:r>
      <w:r w:rsidR="004A4993">
        <w:t xml:space="preserve">, </w:t>
      </w:r>
      <w:r w:rsidRPr="004C3E92">
        <w:t>une épingle dans la coiffure de milady</w:t>
      </w:r>
      <w:r w:rsidR="004A4993">
        <w:t xml:space="preserve">, </w:t>
      </w:r>
      <w:r w:rsidRPr="004C3E92">
        <w:t>égrat</w:t>
      </w:r>
      <w:r w:rsidRPr="004C3E92">
        <w:t>i</w:t>
      </w:r>
      <w:r w:rsidRPr="004C3E92">
        <w:t>gnant légèrement le cou de l</w:t>
      </w:r>
      <w:r w:rsidR="004A4993">
        <w:t>’</w:t>
      </w:r>
      <w:r w:rsidRPr="004C3E92">
        <w:t>enfant</w:t>
      </w:r>
      <w:r w:rsidR="004A4993">
        <w:t xml:space="preserve">, </w:t>
      </w:r>
      <w:r w:rsidRPr="004C3E92">
        <w:t>produisit chez ce modèle de douceur des hurlements tellement violents qu</w:t>
      </w:r>
      <w:r w:rsidR="004A4993">
        <w:t>’</w:t>
      </w:r>
      <w:r w:rsidRPr="004C3E92">
        <w:t>ils n</w:t>
      </w:r>
      <w:r w:rsidR="004A4993">
        <w:t>’</w:t>
      </w:r>
      <w:r w:rsidRPr="004C3E92">
        <w:t>eussent gu</w:t>
      </w:r>
      <w:r w:rsidRPr="004C3E92">
        <w:t>è</w:t>
      </w:r>
      <w:r w:rsidRPr="004C3E92">
        <w:t>re pu être surpassés par aucune créature reconnue comme bruyante</w:t>
      </w:r>
      <w:r w:rsidR="004A4993">
        <w:t xml:space="preserve">. </w:t>
      </w:r>
      <w:r w:rsidRPr="004C3E92">
        <w:t>La consternation de la mère fut extrême</w:t>
      </w:r>
      <w:r w:rsidR="004A4993">
        <w:t xml:space="preserve"> ; </w:t>
      </w:r>
      <w:r w:rsidRPr="004C3E92">
        <w:t>mais elle ne put surpasser la frayeur des demoiselles Steele</w:t>
      </w:r>
      <w:r w:rsidR="004A4993">
        <w:t xml:space="preserve">, </w:t>
      </w:r>
      <w:r w:rsidRPr="004C3E92">
        <w:t>et il fut fait par toutes les trois</w:t>
      </w:r>
      <w:r w:rsidR="004A4993">
        <w:t xml:space="preserve">, </w:t>
      </w:r>
      <w:r w:rsidRPr="004C3E92">
        <w:t>dans une circonstance aussi critique</w:t>
      </w:r>
      <w:r w:rsidR="004A4993">
        <w:t xml:space="preserve">, </w:t>
      </w:r>
      <w:r w:rsidRPr="004C3E92">
        <w:t>tout ce que l</w:t>
      </w:r>
      <w:r w:rsidR="004A4993">
        <w:t>’</w:t>
      </w:r>
      <w:r w:rsidRPr="004C3E92">
        <w:t>affection pouvait suggérer comme étant de nature à calmer les souffrances de la petite victime</w:t>
      </w:r>
      <w:r w:rsidR="004A4993">
        <w:t xml:space="preserve">. </w:t>
      </w:r>
      <w:r w:rsidRPr="004C3E92">
        <w:t>Elle était assise sur les genoux de sa mère</w:t>
      </w:r>
      <w:r w:rsidR="004A4993">
        <w:t xml:space="preserve">, </w:t>
      </w:r>
      <w:r w:rsidRPr="004C3E92">
        <w:t>couverte de baisers</w:t>
      </w:r>
      <w:r w:rsidR="004A4993">
        <w:t xml:space="preserve">, </w:t>
      </w:r>
      <w:r w:rsidRPr="004C3E92">
        <w:t>sa blessure baignée à l</w:t>
      </w:r>
      <w:r w:rsidR="004A4993">
        <w:t>’</w:t>
      </w:r>
      <w:r w:rsidRPr="004C3E92">
        <w:t>eau de lavande par l</w:t>
      </w:r>
      <w:r w:rsidR="004A4993">
        <w:t>’</w:t>
      </w:r>
      <w:r w:rsidRPr="004C3E92">
        <w:t>une des demoiselles Steele</w:t>
      </w:r>
      <w:r w:rsidR="004A4993">
        <w:t xml:space="preserve">, </w:t>
      </w:r>
      <w:r w:rsidRPr="004C3E92">
        <w:t>qui était agenouillée pour s</w:t>
      </w:r>
      <w:r w:rsidR="004A4993">
        <w:t>’</w:t>
      </w:r>
      <w:r w:rsidRPr="004C3E92">
        <w:t>occuper d</w:t>
      </w:r>
      <w:r w:rsidR="004A4993">
        <w:t>’</w:t>
      </w:r>
      <w:r w:rsidRPr="004C3E92">
        <w:t>elle</w:t>
      </w:r>
      <w:r w:rsidR="004A4993">
        <w:t xml:space="preserve">, </w:t>
      </w:r>
      <w:r w:rsidRPr="004C3E92">
        <w:t>et la bouche bourrée de bonbons par sa mère</w:t>
      </w:r>
      <w:r w:rsidR="004A4993">
        <w:t xml:space="preserve">. </w:t>
      </w:r>
      <w:r w:rsidRPr="004C3E92">
        <w:t>Avec une semblable récompense pour ses larmes</w:t>
      </w:r>
      <w:r w:rsidR="004A4993">
        <w:t xml:space="preserve">, </w:t>
      </w:r>
      <w:r w:rsidRPr="004C3E92">
        <w:t>l</w:t>
      </w:r>
      <w:r w:rsidR="004A4993">
        <w:t>’</w:t>
      </w:r>
      <w:r w:rsidRPr="004C3E92">
        <w:t>enfant était trop sage pour cesser de pleurer</w:t>
      </w:r>
      <w:r w:rsidR="004A4993">
        <w:t xml:space="preserve">. </w:t>
      </w:r>
      <w:r w:rsidRPr="004C3E92">
        <w:t>Elle continuait à crier et à sangloter à pleine voix</w:t>
      </w:r>
      <w:r w:rsidR="004A4993">
        <w:t xml:space="preserve">, </w:t>
      </w:r>
      <w:r w:rsidRPr="004C3E92">
        <w:t>décochait des coups de pied à ses frères pour s</w:t>
      </w:r>
      <w:r w:rsidR="004A4993">
        <w:t>’</w:t>
      </w:r>
      <w:r w:rsidRPr="004C3E92">
        <w:t>être offerts à la toucher</w:t>
      </w:r>
      <w:r w:rsidR="004A4993">
        <w:t xml:space="preserve">, </w:t>
      </w:r>
      <w:r w:rsidRPr="004C3E92">
        <w:t>et tous leurs apaisements conjoints furent inefficaces jusqu</w:t>
      </w:r>
      <w:r w:rsidR="004A4993">
        <w:t>’</w:t>
      </w:r>
      <w:r w:rsidRPr="004C3E92">
        <w:t>au moment où lady Middl</w:t>
      </w:r>
      <w:r w:rsidRPr="004C3E92">
        <w:t>e</w:t>
      </w:r>
      <w:r w:rsidRPr="004C3E92">
        <w:t>ton</w:t>
      </w:r>
      <w:r w:rsidR="004A4993">
        <w:t xml:space="preserve">, </w:t>
      </w:r>
      <w:r w:rsidRPr="004C3E92">
        <w:t>se souvenant heureusement que</w:t>
      </w:r>
      <w:r w:rsidR="004A4993">
        <w:t xml:space="preserve">, </w:t>
      </w:r>
      <w:r w:rsidRPr="004C3E92">
        <w:t>dans une scène de détre</w:t>
      </w:r>
      <w:r w:rsidRPr="004C3E92">
        <w:t>s</w:t>
      </w:r>
      <w:r w:rsidRPr="004C3E92">
        <w:t>se analogue</w:t>
      </w:r>
      <w:r w:rsidR="004A4993">
        <w:t xml:space="preserve">, </w:t>
      </w:r>
      <w:r w:rsidRPr="004C3E92">
        <w:t>la semaine précédente</w:t>
      </w:r>
      <w:r w:rsidR="004A4993">
        <w:t xml:space="preserve">, </w:t>
      </w:r>
      <w:r w:rsidRPr="004C3E92">
        <w:t>la marmelade d</w:t>
      </w:r>
      <w:r w:rsidR="004A4993">
        <w:t>’</w:t>
      </w:r>
      <w:r w:rsidRPr="004C3E92">
        <w:t>abricots avait été appliquée avec succès à l</w:t>
      </w:r>
      <w:r w:rsidR="004A4993">
        <w:t>’</w:t>
      </w:r>
      <w:r w:rsidRPr="004C3E92">
        <w:t>occasion d</w:t>
      </w:r>
      <w:r w:rsidR="004A4993">
        <w:t>’</w:t>
      </w:r>
      <w:r w:rsidRPr="004C3E92">
        <w:t>une tempe meu</w:t>
      </w:r>
      <w:r w:rsidRPr="004C3E92">
        <w:t>r</w:t>
      </w:r>
      <w:r w:rsidRPr="004C3E92">
        <w:t>trie</w:t>
      </w:r>
      <w:r w:rsidR="004A4993">
        <w:t xml:space="preserve">, </w:t>
      </w:r>
      <w:r w:rsidRPr="004C3E92">
        <w:t>le même remède fut ardemment proposé pour cette male</w:t>
      </w:r>
      <w:r w:rsidRPr="004C3E92">
        <w:t>n</w:t>
      </w:r>
      <w:r w:rsidRPr="004C3E92">
        <w:t>contreuse égratignure</w:t>
      </w:r>
      <w:r w:rsidR="004A4993">
        <w:t xml:space="preserve"> ; </w:t>
      </w:r>
      <w:r w:rsidRPr="004C3E92">
        <w:t xml:space="preserve">et une légère interruption des </w:t>
      </w:r>
      <w:r w:rsidRPr="004C3E92">
        <w:lastRenderedPageBreak/>
        <w:t>cris</w:t>
      </w:r>
      <w:r w:rsidR="004A4993">
        <w:t xml:space="preserve">, </w:t>
      </w:r>
      <w:r w:rsidRPr="004C3E92">
        <w:t>de la part de la jeune personne</w:t>
      </w:r>
      <w:r w:rsidR="004A4993">
        <w:t xml:space="preserve">, </w:t>
      </w:r>
      <w:r w:rsidRPr="004C3E92">
        <w:t>lorsqu</w:t>
      </w:r>
      <w:r w:rsidR="004A4993">
        <w:t>’</w:t>
      </w:r>
      <w:r w:rsidRPr="004C3E92">
        <w:t>elle entendit cette proposition</w:t>
      </w:r>
      <w:r w:rsidR="004A4993">
        <w:t xml:space="preserve">, </w:t>
      </w:r>
      <w:r w:rsidRPr="004C3E92">
        <w:t>leur donna lieu d</w:t>
      </w:r>
      <w:r w:rsidR="004A4993">
        <w:t>’</w:t>
      </w:r>
      <w:r w:rsidRPr="004C3E92">
        <w:t>espérer qu</w:t>
      </w:r>
      <w:r w:rsidR="004A4993">
        <w:t>’</w:t>
      </w:r>
      <w:r w:rsidRPr="004C3E92">
        <w:t>il ne serait point rejeté</w:t>
      </w:r>
      <w:r w:rsidR="004A4993">
        <w:t xml:space="preserve">. </w:t>
      </w:r>
      <w:r w:rsidRPr="004C3E92">
        <w:t>Elle fut donc transportée hors de la pièce</w:t>
      </w:r>
      <w:r w:rsidR="004A4993">
        <w:t xml:space="preserve">, </w:t>
      </w:r>
      <w:r w:rsidRPr="004C3E92">
        <w:t>dans les bras de sa mère</w:t>
      </w:r>
      <w:r w:rsidR="004A4993">
        <w:t xml:space="preserve">, </w:t>
      </w:r>
      <w:r w:rsidRPr="004C3E92">
        <w:t>en quête de ce médicament</w:t>
      </w:r>
      <w:r w:rsidR="004A4993">
        <w:t xml:space="preserve">, </w:t>
      </w:r>
      <w:r w:rsidRPr="004C3E92">
        <w:t>et comme les deux garçons trouvèrent bon de la suivre</w:t>
      </w:r>
      <w:r w:rsidR="004A4993">
        <w:t xml:space="preserve">, </w:t>
      </w:r>
      <w:r w:rsidRPr="004C3E92">
        <w:t>bien que leur mère les eût vivement suppliés de rester là</w:t>
      </w:r>
      <w:r w:rsidR="004A4993">
        <w:t xml:space="preserve">, </w:t>
      </w:r>
      <w:r w:rsidRPr="004C3E92">
        <w:t>les quatre jeunes filles furent laissées dans un silence que la pièce n</w:t>
      </w:r>
      <w:r w:rsidR="004A4993">
        <w:t>’</w:t>
      </w:r>
      <w:r w:rsidRPr="004C3E92">
        <w:t>avait pas connu depuis des heures nombreuses</w:t>
      </w:r>
      <w:r w:rsidR="004A4993">
        <w:t>.</w:t>
      </w:r>
    </w:p>
    <w:p w14:paraId="55C1820C" w14:textId="77777777" w:rsidR="004A4993" w:rsidRDefault="004A4993" w:rsidP="004A4993">
      <w:r>
        <w:t>— </w:t>
      </w:r>
      <w:r w:rsidR="008C5C61" w:rsidRPr="004C3E92">
        <w:t>Pauvre petit chou</w:t>
      </w:r>
      <w:r>
        <w:t xml:space="preserve"> ! </w:t>
      </w:r>
      <w:r w:rsidR="008C5C61" w:rsidRPr="004C3E92">
        <w:t>dit miss Steele</w:t>
      </w:r>
      <w:r>
        <w:t xml:space="preserve">, </w:t>
      </w:r>
      <w:r w:rsidR="008C5C61" w:rsidRPr="004C3E92">
        <w:t>dès qu</w:t>
      </w:r>
      <w:r>
        <w:t>’</w:t>
      </w:r>
      <w:r w:rsidR="008C5C61" w:rsidRPr="004C3E92">
        <w:t>ils furent pa</w:t>
      </w:r>
      <w:r w:rsidR="008C5C61" w:rsidRPr="004C3E92">
        <w:t>r</w:t>
      </w:r>
      <w:r w:rsidR="008C5C61" w:rsidRPr="004C3E92">
        <w:t>tis</w:t>
      </w:r>
      <w:r>
        <w:t xml:space="preserve">. </w:t>
      </w:r>
      <w:r w:rsidR="008C5C61" w:rsidRPr="004C3E92">
        <w:t>Cela aurait pu être un accident fort malencontreux</w:t>
      </w:r>
      <w:r>
        <w:t>.</w:t>
      </w:r>
    </w:p>
    <w:p w14:paraId="4BDCD73C" w14:textId="77777777" w:rsidR="004A4993" w:rsidRDefault="004A4993" w:rsidP="004A4993">
      <w:r>
        <w:t>— </w:t>
      </w:r>
      <w:r w:rsidR="008C5C61" w:rsidRPr="004C3E92">
        <w:t>Pourtant</w:t>
      </w:r>
      <w:r>
        <w:t xml:space="preserve">, </w:t>
      </w:r>
      <w:r w:rsidR="008C5C61" w:rsidRPr="004C3E92">
        <w:t>je ne vois guère comment</w:t>
      </w:r>
      <w:r>
        <w:t xml:space="preserve">, </w:t>
      </w:r>
      <w:r w:rsidR="008C5C61" w:rsidRPr="004C3E92">
        <w:t>s</w:t>
      </w:r>
      <w:r>
        <w:t>’</w:t>
      </w:r>
      <w:r w:rsidR="008C5C61" w:rsidRPr="004C3E92">
        <w:t>écria Marianne</w:t>
      </w:r>
      <w:r>
        <w:t xml:space="preserve">, </w:t>
      </w:r>
      <w:r w:rsidR="008C5C61" w:rsidRPr="004C3E92">
        <w:t>à moins que ce n</w:t>
      </w:r>
      <w:r>
        <w:t>’</w:t>
      </w:r>
      <w:r w:rsidR="008C5C61" w:rsidRPr="004C3E92">
        <w:t>eût été dans des circonstances totalement diff</w:t>
      </w:r>
      <w:r w:rsidR="008C5C61" w:rsidRPr="004C3E92">
        <w:t>é</w:t>
      </w:r>
      <w:r w:rsidR="008C5C61" w:rsidRPr="004C3E92">
        <w:t>rentes</w:t>
      </w:r>
      <w:r>
        <w:t xml:space="preserve">. </w:t>
      </w:r>
      <w:r w:rsidR="008C5C61" w:rsidRPr="004C3E92">
        <w:t>Mais c</w:t>
      </w:r>
      <w:r>
        <w:t>’</w:t>
      </w:r>
      <w:r w:rsidR="008C5C61" w:rsidRPr="004C3E92">
        <w:t>est là le moyen habituel de grossir une crainte</w:t>
      </w:r>
      <w:r>
        <w:t xml:space="preserve">, </w:t>
      </w:r>
      <w:r w:rsidR="008C5C61" w:rsidRPr="004C3E92">
        <w:t>là où</w:t>
      </w:r>
      <w:r>
        <w:t xml:space="preserve">, </w:t>
      </w:r>
      <w:r w:rsidR="008C5C61" w:rsidRPr="004C3E92">
        <w:t>en réalité</w:t>
      </w:r>
      <w:r>
        <w:t xml:space="preserve">, </w:t>
      </w:r>
      <w:r w:rsidR="008C5C61" w:rsidRPr="004C3E92">
        <w:t>il n</w:t>
      </w:r>
      <w:r>
        <w:t>’</w:t>
      </w:r>
      <w:r w:rsidR="008C5C61" w:rsidRPr="004C3E92">
        <w:t>y a rien à craindre</w:t>
      </w:r>
      <w:r>
        <w:t>.</w:t>
      </w:r>
    </w:p>
    <w:p w14:paraId="3343B2B7" w14:textId="77777777" w:rsidR="004A4993" w:rsidRDefault="004A4993" w:rsidP="004A4993">
      <w:r>
        <w:t>— </w:t>
      </w:r>
      <w:r w:rsidR="008C5C61" w:rsidRPr="004C3E92">
        <w:t>Quelle femme charmante</w:t>
      </w:r>
      <w:r>
        <w:t xml:space="preserve">, </w:t>
      </w:r>
      <w:r w:rsidR="008C5C61" w:rsidRPr="004C3E92">
        <w:t>que lady Middleton</w:t>
      </w:r>
      <w:r>
        <w:t xml:space="preserve"> ! </w:t>
      </w:r>
      <w:r w:rsidR="008C5C61" w:rsidRPr="004C3E92">
        <w:t>dit Lucy Steele</w:t>
      </w:r>
      <w:r>
        <w:t>.</w:t>
      </w:r>
    </w:p>
    <w:p w14:paraId="7C95411D" w14:textId="77777777" w:rsidR="004A4993" w:rsidRDefault="008C5C61" w:rsidP="004A4993">
      <w:r w:rsidRPr="004C3E92">
        <w:t>Marianne garda le silence</w:t>
      </w:r>
      <w:r w:rsidR="004A4993">
        <w:t xml:space="preserve"> ; </w:t>
      </w:r>
      <w:r w:rsidRPr="004C3E92">
        <w:t>il lui était impossible de dire ce qu</w:t>
      </w:r>
      <w:r w:rsidR="004A4993">
        <w:t>’</w:t>
      </w:r>
      <w:r w:rsidRPr="004C3E92">
        <w:t>elle ne sentait pas</w:t>
      </w:r>
      <w:r w:rsidR="004A4993">
        <w:t xml:space="preserve">, </w:t>
      </w:r>
      <w:r w:rsidRPr="004C3E92">
        <w:t>quelque insignifiante que fût la circon</w:t>
      </w:r>
      <w:r w:rsidRPr="004C3E92">
        <w:t>s</w:t>
      </w:r>
      <w:r w:rsidRPr="004C3E92">
        <w:t>tance</w:t>
      </w:r>
      <w:r w:rsidR="004A4993">
        <w:t xml:space="preserve"> ; </w:t>
      </w:r>
      <w:r w:rsidRPr="004C3E92">
        <w:t>et c</w:t>
      </w:r>
      <w:r w:rsidR="004A4993">
        <w:t>’</w:t>
      </w:r>
      <w:r w:rsidRPr="004C3E92">
        <w:t xml:space="preserve">est sur </w:t>
      </w:r>
      <w:proofErr w:type="spellStart"/>
      <w:r w:rsidRPr="004C3E92">
        <w:t>Elinor</w:t>
      </w:r>
      <w:proofErr w:type="spellEnd"/>
      <w:r w:rsidRPr="004C3E92">
        <w:t xml:space="preserve"> que retombait toujours toute la tâche de débiter des mensonges quand la politesse l</w:t>
      </w:r>
      <w:r w:rsidR="004A4993">
        <w:t>’</w:t>
      </w:r>
      <w:r w:rsidRPr="004C3E92">
        <w:t>exigeait</w:t>
      </w:r>
      <w:r w:rsidR="004A4993">
        <w:t xml:space="preserve">. </w:t>
      </w:r>
      <w:r w:rsidRPr="004C3E92">
        <w:t>Elle fit de son mieux</w:t>
      </w:r>
      <w:r w:rsidR="004A4993">
        <w:t xml:space="preserve">, </w:t>
      </w:r>
      <w:r w:rsidRPr="004C3E92">
        <w:t>lorsqu</w:t>
      </w:r>
      <w:r w:rsidR="004A4993">
        <w:t>’</w:t>
      </w:r>
      <w:r w:rsidRPr="004C3E92">
        <w:t>elle fut ainsi sollicitée</w:t>
      </w:r>
      <w:r w:rsidR="004A4993">
        <w:t xml:space="preserve">, </w:t>
      </w:r>
      <w:r w:rsidRPr="004C3E92">
        <w:t>en parlant de lady Middleton avec plus de chaleur qu</w:t>
      </w:r>
      <w:r w:rsidR="004A4993">
        <w:t>’</w:t>
      </w:r>
      <w:r w:rsidRPr="004C3E92">
        <w:t>elle n</w:t>
      </w:r>
      <w:r w:rsidR="004A4993">
        <w:t>’</w:t>
      </w:r>
      <w:r w:rsidRPr="004C3E92">
        <w:t>en éprouvait</w:t>
      </w:r>
      <w:r w:rsidR="004A4993">
        <w:t xml:space="preserve">, </w:t>
      </w:r>
      <w:r w:rsidRPr="004C3E92">
        <w:t>encore qu</w:t>
      </w:r>
      <w:r w:rsidR="004A4993">
        <w:t>’</w:t>
      </w:r>
      <w:r w:rsidRPr="004C3E92">
        <w:t>avec beaucoup moins que miss Lucy</w:t>
      </w:r>
      <w:r w:rsidR="004A4993">
        <w:t>.</w:t>
      </w:r>
    </w:p>
    <w:p w14:paraId="01380D81" w14:textId="77777777" w:rsidR="004A4993" w:rsidRDefault="004A4993" w:rsidP="004A4993">
      <w:r>
        <w:t>— </w:t>
      </w:r>
      <w:r w:rsidR="008C5C61" w:rsidRPr="004C3E92">
        <w:t>Et Sir John aussi</w:t>
      </w:r>
      <w:r>
        <w:t xml:space="preserve">, </w:t>
      </w:r>
      <w:r w:rsidR="008C5C61" w:rsidRPr="004C3E92">
        <w:t>s</w:t>
      </w:r>
      <w:r>
        <w:t>’</w:t>
      </w:r>
      <w:r w:rsidR="008C5C61" w:rsidRPr="004C3E92">
        <w:t>écria la sœur aînée</w:t>
      </w:r>
      <w:r>
        <w:t xml:space="preserve">, </w:t>
      </w:r>
      <w:r w:rsidR="008C5C61" w:rsidRPr="004C3E92">
        <w:t>quel homme charmant</w:t>
      </w:r>
      <w:r>
        <w:t> !</w:t>
      </w:r>
    </w:p>
    <w:p w14:paraId="3D7CFB54" w14:textId="77777777" w:rsidR="004A4993" w:rsidRDefault="008C5C61" w:rsidP="004A4993">
      <w:r w:rsidRPr="004C3E92">
        <w:t>Là aussi</w:t>
      </w:r>
      <w:r w:rsidR="004A4993">
        <w:t xml:space="preserve">, </w:t>
      </w:r>
      <w:r w:rsidRPr="004C3E92">
        <w:t xml:space="preserve">les louanges de miss </w:t>
      </w:r>
      <w:proofErr w:type="spellStart"/>
      <w:r w:rsidRPr="004C3E92">
        <w:t>Dashwood</w:t>
      </w:r>
      <w:proofErr w:type="spellEnd"/>
      <w:r w:rsidR="004A4993">
        <w:t xml:space="preserve">, </w:t>
      </w:r>
      <w:r w:rsidRPr="004C3E92">
        <w:t>n</w:t>
      </w:r>
      <w:r w:rsidR="004A4993">
        <w:t>’</w:t>
      </w:r>
      <w:r w:rsidRPr="004C3E92">
        <w:t>étant que si</w:t>
      </w:r>
      <w:r w:rsidRPr="004C3E92">
        <w:t>m</w:t>
      </w:r>
      <w:r w:rsidRPr="004C3E92">
        <w:t>ples et justes</w:t>
      </w:r>
      <w:r w:rsidR="004A4993">
        <w:t xml:space="preserve">, </w:t>
      </w:r>
      <w:r w:rsidRPr="004C3E92">
        <w:t>intervinrent sans aucun éclat</w:t>
      </w:r>
      <w:r w:rsidR="004A4993">
        <w:t xml:space="preserve">. </w:t>
      </w:r>
      <w:r w:rsidRPr="004C3E92">
        <w:t>Elle se contenta de dire qu</w:t>
      </w:r>
      <w:r w:rsidR="004A4993">
        <w:t>’</w:t>
      </w:r>
      <w:r w:rsidRPr="004C3E92">
        <w:t>il avait parfaitement bon caractère et se montrait très amical</w:t>
      </w:r>
      <w:r w:rsidR="004A4993">
        <w:t>.</w:t>
      </w:r>
    </w:p>
    <w:p w14:paraId="07F2DF91" w14:textId="77777777" w:rsidR="004A4993" w:rsidRDefault="004A4993" w:rsidP="004A4993">
      <w:r>
        <w:lastRenderedPageBreak/>
        <w:t>— </w:t>
      </w:r>
      <w:r w:rsidR="008C5C61" w:rsidRPr="004C3E92">
        <w:t>Et quelle charmante petite famille ils ont</w:t>
      </w:r>
      <w:r>
        <w:t xml:space="preserve"> ! </w:t>
      </w:r>
      <w:r w:rsidR="008C5C61" w:rsidRPr="004C3E92">
        <w:t>Je n</w:t>
      </w:r>
      <w:r>
        <w:t>’</w:t>
      </w:r>
      <w:r w:rsidR="008C5C61" w:rsidRPr="004C3E92">
        <w:t>ai</w:t>
      </w:r>
      <w:r>
        <w:t xml:space="preserve">, </w:t>
      </w:r>
      <w:r w:rsidR="008C5C61" w:rsidRPr="004C3E92">
        <w:t>de ma vie</w:t>
      </w:r>
      <w:r>
        <w:t xml:space="preserve">, </w:t>
      </w:r>
      <w:r w:rsidR="008C5C61" w:rsidRPr="004C3E92">
        <w:t>vu d</w:t>
      </w:r>
      <w:r>
        <w:t>’</w:t>
      </w:r>
      <w:r w:rsidR="008C5C61" w:rsidRPr="004C3E92">
        <w:t>aussi beaux enfants</w:t>
      </w:r>
      <w:r>
        <w:t xml:space="preserve">. </w:t>
      </w:r>
      <w:r w:rsidR="008C5C61" w:rsidRPr="004C3E92">
        <w:t>Je le déclare</w:t>
      </w:r>
      <w:r>
        <w:t xml:space="preserve">, </w:t>
      </w:r>
      <w:r w:rsidR="008C5C61" w:rsidRPr="004C3E92">
        <w:t>j</w:t>
      </w:r>
      <w:r>
        <w:t>’</w:t>
      </w:r>
      <w:r w:rsidR="008C5C61" w:rsidRPr="004C3E92">
        <w:t>en suis déjà férue</w:t>
      </w:r>
      <w:r>
        <w:t xml:space="preserve">, </w:t>
      </w:r>
      <w:r w:rsidR="008C5C61" w:rsidRPr="004C3E92">
        <w:t>et</w:t>
      </w:r>
      <w:r>
        <w:t xml:space="preserve">, </w:t>
      </w:r>
      <w:r w:rsidR="008C5C61" w:rsidRPr="004C3E92">
        <w:t>en vérité</w:t>
      </w:r>
      <w:r>
        <w:t xml:space="preserve">, </w:t>
      </w:r>
      <w:r w:rsidR="008C5C61" w:rsidRPr="004C3E92">
        <w:t>j</w:t>
      </w:r>
      <w:r>
        <w:t>’</w:t>
      </w:r>
      <w:r w:rsidR="008C5C61" w:rsidRPr="004C3E92">
        <w:t>aime toujours les enfants à la folie</w:t>
      </w:r>
      <w:r>
        <w:t>.</w:t>
      </w:r>
    </w:p>
    <w:p w14:paraId="00AFB1AC" w14:textId="77777777" w:rsidR="004A4993" w:rsidRDefault="004A4993" w:rsidP="004A4993">
      <w:r>
        <w:t>— </w:t>
      </w:r>
      <w:r w:rsidR="008C5C61" w:rsidRPr="004C3E92">
        <w:t>Je l</w:t>
      </w:r>
      <w:r>
        <w:t>’</w:t>
      </w:r>
      <w:r w:rsidR="008C5C61" w:rsidRPr="004C3E92">
        <w:t>avais deviné</w:t>
      </w:r>
      <w:r>
        <w:t xml:space="preserve">, </w:t>
      </w:r>
      <w:r w:rsidR="008C5C61" w:rsidRPr="004C3E92">
        <w:t xml:space="preserve">dit </w:t>
      </w:r>
      <w:proofErr w:type="spellStart"/>
      <w:r w:rsidR="008C5C61" w:rsidRPr="004C3E92">
        <w:t>Elinor</w:t>
      </w:r>
      <w:proofErr w:type="spellEnd"/>
      <w:r>
        <w:t xml:space="preserve">, </w:t>
      </w:r>
      <w:r w:rsidR="008C5C61" w:rsidRPr="004C3E92">
        <w:t>avec un sourire</w:t>
      </w:r>
      <w:r>
        <w:t xml:space="preserve">, </w:t>
      </w:r>
      <w:r w:rsidR="008C5C61" w:rsidRPr="004C3E92">
        <w:t>d</w:t>
      </w:r>
      <w:r>
        <w:t>’</w:t>
      </w:r>
      <w:r w:rsidR="008C5C61" w:rsidRPr="004C3E92">
        <w:t>après ce que j</w:t>
      </w:r>
      <w:r>
        <w:t>’</w:t>
      </w:r>
      <w:r w:rsidR="008C5C61" w:rsidRPr="004C3E92">
        <w:t>ai constaté ce matin</w:t>
      </w:r>
      <w:r>
        <w:t>.</w:t>
      </w:r>
    </w:p>
    <w:p w14:paraId="7AFA7178" w14:textId="77777777" w:rsidR="004A4993" w:rsidRDefault="004A4993" w:rsidP="004A4993">
      <w:r>
        <w:t>— </w:t>
      </w:r>
      <w:r w:rsidR="008C5C61" w:rsidRPr="004C3E92">
        <w:t>J</w:t>
      </w:r>
      <w:r>
        <w:t>’</w:t>
      </w:r>
      <w:r w:rsidR="008C5C61" w:rsidRPr="004C3E92">
        <w:t>ai idée</w:t>
      </w:r>
      <w:r>
        <w:t xml:space="preserve">, </w:t>
      </w:r>
      <w:r w:rsidR="008C5C61" w:rsidRPr="004C3E92">
        <w:t>dit Lucy</w:t>
      </w:r>
      <w:r>
        <w:t xml:space="preserve">, </w:t>
      </w:r>
      <w:r w:rsidR="008C5C61" w:rsidRPr="004C3E92">
        <w:t>que vous trouvez les petits Middleton un peu trop gâtés</w:t>
      </w:r>
      <w:r>
        <w:t xml:space="preserve"> ; </w:t>
      </w:r>
      <w:r w:rsidR="008C5C61" w:rsidRPr="004C3E92">
        <w:t>peut-être leur fait-on un tantinet trop bonne mesure</w:t>
      </w:r>
      <w:r>
        <w:t xml:space="preserve"> ; </w:t>
      </w:r>
      <w:r w:rsidR="008C5C61" w:rsidRPr="004C3E92">
        <w:t>mais c</w:t>
      </w:r>
      <w:r>
        <w:t>’</w:t>
      </w:r>
      <w:r w:rsidR="008C5C61" w:rsidRPr="004C3E92">
        <w:t>est si naturel</w:t>
      </w:r>
      <w:r>
        <w:t xml:space="preserve">, </w:t>
      </w:r>
      <w:r w:rsidR="008C5C61" w:rsidRPr="004C3E92">
        <w:t>de la part de lady Middleton</w:t>
      </w:r>
      <w:r>
        <w:t xml:space="preserve"> ; </w:t>
      </w:r>
      <w:r w:rsidR="008C5C61" w:rsidRPr="004C3E92">
        <w:t>et quant à moi</w:t>
      </w:r>
      <w:r>
        <w:t xml:space="preserve">, </w:t>
      </w:r>
      <w:r w:rsidR="008C5C61" w:rsidRPr="004C3E92">
        <w:t>j</w:t>
      </w:r>
      <w:r>
        <w:t>’</w:t>
      </w:r>
      <w:r w:rsidR="008C5C61" w:rsidRPr="004C3E92">
        <w:t>aime à voir les enfants pleins de vie et d</w:t>
      </w:r>
      <w:r>
        <w:t>’</w:t>
      </w:r>
      <w:r w:rsidR="008C5C61" w:rsidRPr="004C3E92">
        <w:t>entrain</w:t>
      </w:r>
      <w:r>
        <w:t xml:space="preserve"> ; </w:t>
      </w:r>
      <w:r w:rsidR="008C5C61" w:rsidRPr="004C3E92">
        <w:t>je ne puis les souffrir quand ils sont apprivoisés et silencieux</w:t>
      </w:r>
      <w:r>
        <w:t>.</w:t>
      </w:r>
    </w:p>
    <w:p w14:paraId="533F7A87" w14:textId="77777777" w:rsidR="004A4993" w:rsidRDefault="004A4993" w:rsidP="004A4993">
      <w:r>
        <w:t>— </w:t>
      </w:r>
      <w:r w:rsidR="008C5C61" w:rsidRPr="004C3E92">
        <w:t>J</w:t>
      </w:r>
      <w:r>
        <w:t>’</w:t>
      </w:r>
      <w:r w:rsidR="008C5C61" w:rsidRPr="004C3E92">
        <w:t>avoue</w:t>
      </w:r>
      <w:r>
        <w:t xml:space="preserve">, </w:t>
      </w:r>
      <w:r w:rsidR="008C5C61" w:rsidRPr="004C3E92">
        <w:t xml:space="preserve">répondit </w:t>
      </w:r>
      <w:proofErr w:type="spellStart"/>
      <w:r w:rsidR="008C5C61" w:rsidRPr="004C3E92">
        <w:t>Elinor</w:t>
      </w:r>
      <w:proofErr w:type="spellEnd"/>
      <w:r>
        <w:t xml:space="preserve">, </w:t>
      </w:r>
      <w:r w:rsidR="008C5C61" w:rsidRPr="004C3E92">
        <w:t>que</w:t>
      </w:r>
      <w:r>
        <w:t xml:space="preserve">, </w:t>
      </w:r>
      <w:r w:rsidR="008C5C61" w:rsidRPr="004C3E92">
        <w:t>pendant que je suis à Ba</w:t>
      </w:r>
      <w:r w:rsidR="008C5C61" w:rsidRPr="004C3E92">
        <w:t>r</w:t>
      </w:r>
      <w:r w:rsidR="008C5C61" w:rsidRPr="004C3E92">
        <w:t>ton Park</w:t>
      </w:r>
      <w:r>
        <w:t xml:space="preserve">, </w:t>
      </w:r>
      <w:r w:rsidR="008C5C61" w:rsidRPr="004C3E92">
        <w:t>je ne songe jamais avec aucune répugnance à des e</w:t>
      </w:r>
      <w:r w:rsidR="008C5C61" w:rsidRPr="004C3E92">
        <w:t>n</w:t>
      </w:r>
      <w:r w:rsidR="008C5C61" w:rsidRPr="004C3E92">
        <w:t>fants apprivoisés et silencieux</w:t>
      </w:r>
      <w:r>
        <w:t>.</w:t>
      </w:r>
    </w:p>
    <w:p w14:paraId="17042CE9" w14:textId="74E012D5" w:rsidR="004A4993" w:rsidRDefault="008C5C61" w:rsidP="004A4993">
      <w:r w:rsidRPr="004C3E92">
        <w:t>Un bref silence succéda à ce discours</w:t>
      </w:r>
      <w:r w:rsidR="004A4993">
        <w:t xml:space="preserve">, </w:t>
      </w:r>
      <w:r w:rsidRPr="004C3E92">
        <w:t>et il fut rompu par miss Steele</w:t>
      </w:r>
      <w:r w:rsidR="004A4993">
        <w:t xml:space="preserve">, </w:t>
      </w:r>
      <w:r w:rsidRPr="004C3E92">
        <w:t>qui semblait fort disposée à la conversation</w:t>
      </w:r>
      <w:r w:rsidR="004A4993">
        <w:t xml:space="preserve">, </w:t>
      </w:r>
      <w:r w:rsidRPr="004C3E92">
        <w:t>et qui dit alors</w:t>
      </w:r>
      <w:r w:rsidR="004A4993">
        <w:t xml:space="preserve">, </w:t>
      </w:r>
      <w:r w:rsidRPr="004C3E92">
        <w:t>d</w:t>
      </w:r>
      <w:r w:rsidR="004A4993">
        <w:t>’</w:t>
      </w:r>
      <w:r w:rsidRPr="004C3E92">
        <w:t>une façon assez abrupte</w:t>
      </w:r>
      <w:r w:rsidR="004A4993">
        <w:t> : « </w:t>
      </w:r>
      <w:r w:rsidRPr="004C3E92">
        <w:t>Et comment trouvez-vous le Devonshire</w:t>
      </w:r>
      <w:r w:rsidR="004A4993">
        <w:t xml:space="preserve">, </w:t>
      </w:r>
      <w:r w:rsidRPr="004C3E92">
        <w:t xml:space="preserve">miss </w:t>
      </w:r>
      <w:proofErr w:type="spellStart"/>
      <w:r w:rsidRPr="004C3E92">
        <w:t>Dashwood</w:t>
      </w:r>
      <w:proofErr w:type="spellEnd"/>
      <w:r w:rsidR="004A4993">
        <w:t xml:space="preserve"> ? </w:t>
      </w:r>
      <w:r w:rsidRPr="004C3E92">
        <w:t>Je suppose que vous avez eu beaucoup de chagrin à quitter le Sussex</w:t>
      </w:r>
      <w:r w:rsidR="004A4993">
        <w:t> ? »</w:t>
      </w:r>
    </w:p>
    <w:p w14:paraId="1DCC0C85" w14:textId="77777777" w:rsidR="004A4993" w:rsidRDefault="008C5C61" w:rsidP="004A4993">
      <w:r w:rsidRPr="004C3E92">
        <w:t>Un peu surprise de la familiarité de cette question</w:t>
      </w:r>
      <w:r w:rsidR="004A4993">
        <w:t xml:space="preserve">, </w:t>
      </w:r>
      <w:r w:rsidRPr="004C3E92">
        <w:t>ou tout au moins de la façon dont elle était posée</w:t>
      </w:r>
      <w:r w:rsidR="004A4993">
        <w:t xml:space="preserve">, </w:t>
      </w:r>
      <w:proofErr w:type="spellStart"/>
      <w:r w:rsidRPr="004C3E92">
        <w:t>Elinor</w:t>
      </w:r>
      <w:proofErr w:type="spellEnd"/>
      <w:r w:rsidRPr="004C3E92">
        <w:t xml:space="preserve"> répondit que cela lui avait</w:t>
      </w:r>
      <w:r w:rsidR="004A4993">
        <w:t xml:space="preserve">, </w:t>
      </w:r>
      <w:r w:rsidRPr="004C3E92">
        <w:t>effectivement</w:t>
      </w:r>
      <w:r w:rsidR="004A4993">
        <w:t xml:space="preserve">, </w:t>
      </w:r>
      <w:r w:rsidRPr="004C3E92">
        <w:t>fait de la peine</w:t>
      </w:r>
      <w:r w:rsidR="004A4993">
        <w:t>.</w:t>
      </w:r>
    </w:p>
    <w:p w14:paraId="4D5616E6" w14:textId="77777777" w:rsidR="004A4993" w:rsidRDefault="004A4993" w:rsidP="004A4993">
      <w:r>
        <w:t>— </w:t>
      </w:r>
      <w:proofErr w:type="spellStart"/>
      <w:r w:rsidR="008C5C61" w:rsidRPr="004C3E92">
        <w:t>Norland</w:t>
      </w:r>
      <w:proofErr w:type="spellEnd"/>
      <w:r w:rsidR="008C5C61" w:rsidRPr="004C3E92">
        <w:t xml:space="preserve"> est une propriété prodigieusement belle</w:t>
      </w:r>
      <w:r>
        <w:t xml:space="preserve">, </w:t>
      </w:r>
      <w:r w:rsidR="008C5C61" w:rsidRPr="004C3E92">
        <w:t>n</w:t>
      </w:r>
      <w:r>
        <w:t>’</w:t>
      </w:r>
      <w:r w:rsidR="008C5C61" w:rsidRPr="004C3E92">
        <w:t>est-ce pas</w:t>
      </w:r>
      <w:r>
        <w:t xml:space="preserve"> ? </w:t>
      </w:r>
      <w:r w:rsidR="008C5C61" w:rsidRPr="004C3E92">
        <w:t>ajouta miss Steele</w:t>
      </w:r>
      <w:r>
        <w:t>.</w:t>
      </w:r>
    </w:p>
    <w:p w14:paraId="32B760E6" w14:textId="77777777" w:rsidR="004A4993" w:rsidRDefault="004A4993" w:rsidP="004A4993">
      <w:r>
        <w:t>— </w:t>
      </w:r>
      <w:r w:rsidR="008C5C61" w:rsidRPr="004C3E92">
        <w:t>Nous avons entendu Sir John qui l</w:t>
      </w:r>
      <w:r>
        <w:t>’</w:t>
      </w:r>
      <w:r w:rsidR="008C5C61" w:rsidRPr="004C3E92">
        <w:t>admirait extrêm</w:t>
      </w:r>
      <w:r w:rsidR="008C5C61" w:rsidRPr="004C3E92">
        <w:t>e</w:t>
      </w:r>
      <w:r w:rsidR="008C5C61" w:rsidRPr="004C3E92">
        <w:t>ment</w:t>
      </w:r>
      <w:r>
        <w:t xml:space="preserve">, </w:t>
      </w:r>
      <w:r w:rsidR="008C5C61" w:rsidRPr="004C3E92">
        <w:t>dit Lucy</w:t>
      </w:r>
      <w:r>
        <w:t xml:space="preserve">, </w:t>
      </w:r>
      <w:r w:rsidR="008C5C61" w:rsidRPr="004C3E92">
        <w:t>qui paraissait croire à la nécessité de quelque excuse pour la liberté de sa sœur</w:t>
      </w:r>
      <w:r>
        <w:t>.</w:t>
      </w:r>
    </w:p>
    <w:p w14:paraId="52F95AB6" w14:textId="77777777" w:rsidR="004A4993" w:rsidRDefault="004A4993" w:rsidP="004A4993">
      <w:r>
        <w:t>— </w:t>
      </w:r>
      <w:r w:rsidR="008C5C61" w:rsidRPr="004C3E92">
        <w:t>Je crois que quiconque a vu cette propriété</w:t>
      </w:r>
      <w:r>
        <w:t xml:space="preserve">, </w:t>
      </w:r>
      <w:r w:rsidR="008C5C61" w:rsidRPr="004C3E92">
        <w:t>doit l</w:t>
      </w:r>
      <w:r>
        <w:t>’</w:t>
      </w:r>
      <w:r w:rsidR="008C5C61" w:rsidRPr="004C3E92">
        <w:t>admirer</w:t>
      </w:r>
      <w:r>
        <w:t xml:space="preserve">, </w:t>
      </w:r>
      <w:r w:rsidR="008C5C61" w:rsidRPr="004C3E92">
        <w:t xml:space="preserve">répondit </w:t>
      </w:r>
      <w:proofErr w:type="spellStart"/>
      <w:r w:rsidR="008C5C61" w:rsidRPr="004C3E92">
        <w:t>Elinor</w:t>
      </w:r>
      <w:proofErr w:type="spellEnd"/>
      <w:r>
        <w:t xml:space="preserve">, </w:t>
      </w:r>
      <w:r w:rsidR="008C5C61" w:rsidRPr="004C3E92">
        <w:t>bien qu</w:t>
      </w:r>
      <w:r>
        <w:t>’</w:t>
      </w:r>
      <w:r w:rsidR="008C5C61" w:rsidRPr="004C3E92">
        <w:t xml:space="preserve">on ne puisse supposer que </w:t>
      </w:r>
      <w:r w:rsidR="008C5C61" w:rsidRPr="004C3E92">
        <w:lastRenderedPageBreak/>
        <w:t>quelqu</w:t>
      </w:r>
      <w:r>
        <w:t>’</w:t>
      </w:r>
      <w:r w:rsidR="008C5C61" w:rsidRPr="004C3E92">
        <w:t>un puisse en estimer les beautés comme nous le faisons</w:t>
      </w:r>
      <w:r>
        <w:t>.</w:t>
      </w:r>
    </w:p>
    <w:p w14:paraId="50D7B2D4" w14:textId="77777777" w:rsidR="004A4993" w:rsidRDefault="004A4993" w:rsidP="004A4993">
      <w:r>
        <w:t>— </w:t>
      </w:r>
      <w:r w:rsidR="008C5C61" w:rsidRPr="004C3E92">
        <w:t>Et y aviez-vous beaucoup de soupirants élégants</w:t>
      </w:r>
      <w:r>
        <w:t xml:space="preserve"> ? </w:t>
      </w:r>
      <w:r w:rsidR="008C5C61" w:rsidRPr="004C3E92">
        <w:t>Je suppose que vous n</w:t>
      </w:r>
      <w:r>
        <w:t>’</w:t>
      </w:r>
      <w:r w:rsidR="008C5C61" w:rsidRPr="004C3E92">
        <w:t>en avez pas tant dans cette région du mo</w:t>
      </w:r>
      <w:r w:rsidR="008C5C61" w:rsidRPr="004C3E92">
        <w:t>n</w:t>
      </w:r>
      <w:r w:rsidR="008C5C61" w:rsidRPr="004C3E92">
        <w:t>de</w:t>
      </w:r>
      <w:r>
        <w:t xml:space="preserve"> ; </w:t>
      </w:r>
      <w:r w:rsidR="008C5C61" w:rsidRPr="004C3E92">
        <w:t>quant à moi</w:t>
      </w:r>
      <w:r>
        <w:t xml:space="preserve">, </w:t>
      </w:r>
      <w:r w:rsidR="008C5C61" w:rsidRPr="004C3E92">
        <w:t>je trouve qu</w:t>
      </w:r>
      <w:r>
        <w:t>’</w:t>
      </w:r>
      <w:r w:rsidR="008C5C61" w:rsidRPr="004C3E92">
        <w:t>ils constituent toujours un co</w:t>
      </w:r>
      <w:r w:rsidR="008C5C61" w:rsidRPr="004C3E92">
        <w:t>m</w:t>
      </w:r>
      <w:r w:rsidR="008C5C61" w:rsidRPr="004C3E92">
        <w:t>plément important</w:t>
      </w:r>
      <w:r>
        <w:t>.</w:t>
      </w:r>
    </w:p>
    <w:p w14:paraId="2333A1D9" w14:textId="77777777" w:rsidR="004A4993" w:rsidRDefault="004A4993" w:rsidP="004A4993">
      <w:r>
        <w:t>— </w:t>
      </w:r>
      <w:r w:rsidR="008C5C61" w:rsidRPr="004C3E92">
        <w:t>Mais pourquoi donc penses-tu</w:t>
      </w:r>
      <w:r>
        <w:t xml:space="preserve">, </w:t>
      </w:r>
      <w:r w:rsidR="008C5C61" w:rsidRPr="004C3E92">
        <w:t>dit Lucy</w:t>
      </w:r>
      <w:r>
        <w:t xml:space="preserve">, </w:t>
      </w:r>
      <w:r w:rsidR="008C5C61" w:rsidRPr="004C3E92">
        <w:t>qui semblait avoir honte de sa sœur</w:t>
      </w:r>
      <w:r>
        <w:t xml:space="preserve">, </w:t>
      </w:r>
      <w:r w:rsidR="008C5C61" w:rsidRPr="004C3E92">
        <w:t>qu</w:t>
      </w:r>
      <w:r>
        <w:t>’</w:t>
      </w:r>
      <w:r w:rsidR="008C5C61" w:rsidRPr="004C3E92">
        <w:t>il n</w:t>
      </w:r>
      <w:r>
        <w:t>’</w:t>
      </w:r>
      <w:r w:rsidR="008C5C61" w:rsidRPr="004C3E92">
        <w:t>y a pas autant de jeunes gens de bonne condition dans le Devonshire que dans le Sussex</w:t>
      </w:r>
      <w:r>
        <w:t> ?</w:t>
      </w:r>
    </w:p>
    <w:p w14:paraId="14C8C082" w14:textId="77777777" w:rsidR="004A4993" w:rsidRDefault="004A4993" w:rsidP="004A4993">
      <w:r>
        <w:t>— </w:t>
      </w:r>
      <w:r w:rsidR="008C5C61" w:rsidRPr="004C3E92">
        <w:t>Oh</w:t>
      </w:r>
      <w:r>
        <w:t xml:space="preserve">, </w:t>
      </w:r>
      <w:r w:rsidR="008C5C61" w:rsidRPr="004C3E92">
        <w:t>ma chère</w:t>
      </w:r>
      <w:r>
        <w:t xml:space="preserve">, </w:t>
      </w:r>
      <w:r w:rsidR="008C5C61" w:rsidRPr="004C3E92">
        <w:t>je ne prétends certes pas dire qu</w:t>
      </w:r>
      <w:r>
        <w:t>’</w:t>
      </w:r>
      <w:r w:rsidR="008C5C61" w:rsidRPr="004C3E92">
        <w:t>il n</w:t>
      </w:r>
      <w:r>
        <w:t>’</w:t>
      </w:r>
      <w:r w:rsidR="008C5C61" w:rsidRPr="004C3E92">
        <w:t>y en a pas autant</w:t>
      </w:r>
      <w:r>
        <w:t xml:space="preserve">. </w:t>
      </w:r>
      <w:r w:rsidR="008C5C61" w:rsidRPr="004C3E92">
        <w:t>Assurément</w:t>
      </w:r>
      <w:r>
        <w:t xml:space="preserve">, </w:t>
      </w:r>
      <w:r w:rsidR="008C5C61" w:rsidRPr="004C3E92">
        <w:t>il y a énormément de soupirants él</w:t>
      </w:r>
      <w:r w:rsidR="008C5C61" w:rsidRPr="004C3E92">
        <w:t>é</w:t>
      </w:r>
      <w:r w:rsidR="008C5C61" w:rsidRPr="004C3E92">
        <w:t>gants à Exeter</w:t>
      </w:r>
      <w:r>
        <w:t xml:space="preserve"> ; </w:t>
      </w:r>
      <w:r w:rsidR="008C5C61" w:rsidRPr="004C3E92">
        <w:t>mais</w:t>
      </w:r>
      <w:r>
        <w:t xml:space="preserve">, </w:t>
      </w:r>
      <w:r w:rsidR="008C5C61" w:rsidRPr="004C3E92">
        <w:t>n</w:t>
      </w:r>
      <w:r>
        <w:t>’</w:t>
      </w:r>
      <w:r w:rsidR="008C5C61" w:rsidRPr="004C3E92">
        <w:t>est-ce pas</w:t>
      </w:r>
      <w:r>
        <w:t xml:space="preserve">, </w:t>
      </w:r>
      <w:r w:rsidR="008C5C61" w:rsidRPr="004C3E92">
        <w:t xml:space="preserve">comment pouvais-je savoir quels soupirants il pouvait y avoir autour de </w:t>
      </w:r>
      <w:proofErr w:type="spellStart"/>
      <w:r w:rsidR="008C5C61" w:rsidRPr="004C3E92">
        <w:t>Norland</w:t>
      </w:r>
      <w:proofErr w:type="spellEnd"/>
      <w:r>
        <w:t xml:space="preserve"> ? </w:t>
      </w:r>
      <w:r w:rsidR="008C5C61" w:rsidRPr="004C3E92">
        <w:t xml:space="preserve">Et je craignais seulement que les demoiselles </w:t>
      </w:r>
      <w:proofErr w:type="spellStart"/>
      <w:r w:rsidR="008C5C61" w:rsidRPr="004C3E92">
        <w:t>Dashwood</w:t>
      </w:r>
      <w:proofErr w:type="spellEnd"/>
      <w:r w:rsidR="008C5C61" w:rsidRPr="004C3E92">
        <w:t xml:space="preserve"> ne s</w:t>
      </w:r>
      <w:r>
        <w:t>’</w:t>
      </w:r>
      <w:r w:rsidR="008C5C61" w:rsidRPr="004C3E92">
        <w:t>ennuient à Barton</w:t>
      </w:r>
      <w:r>
        <w:t xml:space="preserve">, </w:t>
      </w:r>
      <w:r w:rsidR="008C5C61" w:rsidRPr="004C3E92">
        <w:t>si elles n</w:t>
      </w:r>
      <w:r>
        <w:t>’</w:t>
      </w:r>
      <w:r w:rsidR="008C5C61" w:rsidRPr="004C3E92">
        <w:t>en avaient pas autant que jadis</w:t>
      </w:r>
      <w:r>
        <w:t xml:space="preserve">. </w:t>
      </w:r>
      <w:r w:rsidR="008C5C61" w:rsidRPr="004C3E92">
        <w:t>Mais peut-être</w:t>
      </w:r>
      <w:r>
        <w:t xml:space="preserve">, </w:t>
      </w:r>
      <w:r w:rsidR="008C5C61" w:rsidRPr="004C3E92">
        <w:t>mesdemoiselles</w:t>
      </w:r>
      <w:r>
        <w:t xml:space="preserve">, </w:t>
      </w:r>
      <w:r w:rsidR="008C5C61" w:rsidRPr="004C3E92">
        <w:t>ne vous souciez-vous pas des soupirants</w:t>
      </w:r>
      <w:r>
        <w:t xml:space="preserve">, </w:t>
      </w:r>
      <w:r w:rsidR="008C5C61" w:rsidRPr="004C3E92">
        <w:t>et aimez-vous autant à vous en passer qu</w:t>
      </w:r>
      <w:r>
        <w:t>’</w:t>
      </w:r>
      <w:r w:rsidR="008C5C61" w:rsidRPr="004C3E92">
        <w:t>à les avoir auprès de vous</w:t>
      </w:r>
      <w:r>
        <w:t xml:space="preserve">. </w:t>
      </w:r>
      <w:r w:rsidR="008C5C61" w:rsidRPr="004C3E92">
        <w:t>Pour ma part</w:t>
      </w:r>
      <w:r>
        <w:t xml:space="preserve">, </w:t>
      </w:r>
      <w:r w:rsidR="008C5C61" w:rsidRPr="004C3E92">
        <w:t>je trouve qu</w:t>
      </w:r>
      <w:r>
        <w:t>’</w:t>
      </w:r>
      <w:r w:rsidR="008C5C61" w:rsidRPr="004C3E92">
        <w:t>ils sont fort agré</w:t>
      </w:r>
      <w:r w:rsidR="008C5C61" w:rsidRPr="004C3E92">
        <w:t>a</w:t>
      </w:r>
      <w:r w:rsidR="008C5C61" w:rsidRPr="004C3E92">
        <w:t>bles</w:t>
      </w:r>
      <w:r>
        <w:t xml:space="preserve">, </w:t>
      </w:r>
      <w:r w:rsidR="008C5C61" w:rsidRPr="004C3E92">
        <w:t>pourvu qu</w:t>
      </w:r>
      <w:r>
        <w:t>’</w:t>
      </w:r>
      <w:r w:rsidR="008C5C61" w:rsidRPr="004C3E92">
        <w:t>ils s</w:t>
      </w:r>
      <w:r>
        <w:t>’</w:t>
      </w:r>
      <w:r w:rsidR="008C5C61" w:rsidRPr="004C3E92">
        <w:t>habillent bien et se conduisent courtois</w:t>
      </w:r>
      <w:r w:rsidR="008C5C61" w:rsidRPr="004C3E92">
        <w:t>e</w:t>
      </w:r>
      <w:r w:rsidR="008C5C61" w:rsidRPr="004C3E92">
        <w:t>ment</w:t>
      </w:r>
      <w:r>
        <w:t xml:space="preserve">. </w:t>
      </w:r>
      <w:r w:rsidR="008C5C61" w:rsidRPr="004C3E92">
        <w:t>Mais je ne puis souffrir de les voir malpropres et dépla</w:t>
      </w:r>
      <w:r w:rsidR="008C5C61" w:rsidRPr="004C3E92">
        <w:t>i</w:t>
      </w:r>
      <w:r w:rsidR="008C5C61" w:rsidRPr="004C3E92">
        <w:t>sants</w:t>
      </w:r>
      <w:r>
        <w:t xml:space="preserve">. </w:t>
      </w:r>
      <w:r w:rsidR="008C5C61" w:rsidRPr="004C3E92">
        <w:t>Tenez</w:t>
      </w:r>
      <w:r>
        <w:t xml:space="preserve">, </w:t>
      </w:r>
      <w:r w:rsidR="008C5C61" w:rsidRPr="004C3E92">
        <w:t>il y a Mr</w:t>
      </w:r>
      <w:r>
        <w:t xml:space="preserve">. </w:t>
      </w:r>
      <w:r w:rsidR="008C5C61" w:rsidRPr="004C3E92">
        <w:t>Rose</w:t>
      </w:r>
      <w:r>
        <w:t xml:space="preserve">, </w:t>
      </w:r>
      <w:r w:rsidR="008C5C61" w:rsidRPr="004C3E92">
        <w:t>à Exeter</w:t>
      </w:r>
      <w:r>
        <w:t xml:space="preserve">, </w:t>
      </w:r>
      <w:r w:rsidR="008C5C61" w:rsidRPr="004C3E92">
        <w:t>jeune homme prodigie</w:t>
      </w:r>
      <w:r w:rsidR="008C5C61" w:rsidRPr="004C3E92">
        <w:t>u</w:t>
      </w:r>
      <w:r w:rsidR="008C5C61" w:rsidRPr="004C3E92">
        <w:t>sement élégant</w:t>
      </w:r>
      <w:r>
        <w:t xml:space="preserve">, </w:t>
      </w:r>
      <w:r w:rsidR="008C5C61" w:rsidRPr="004C3E92">
        <w:t xml:space="preserve">un </w:t>
      </w:r>
      <w:r>
        <w:t>« </w:t>
      </w:r>
      <w:r w:rsidR="008C5C61" w:rsidRPr="004C3E92">
        <w:t>beau</w:t>
      </w:r>
      <w:r>
        <w:t> »</w:t>
      </w:r>
      <w:r w:rsidR="008C5C61" w:rsidRPr="004C3E92">
        <w:t xml:space="preserve"> accompli</w:t>
      </w:r>
      <w:r>
        <w:t xml:space="preserve">, </w:t>
      </w:r>
      <w:r w:rsidR="008C5C61" w:rsidRPr="004C3E92">
        <w:t>clerc de Mr</w:t>
      </w:r>
      <w:r>
        <w:t xml:space="preserve">. </w:t>
      </w:r>
      <w:r w:rsidR="008C5C61" w:rsidRPr="004C3E92">
        <w:t>Simpson</w:t>
      </w:r>
      <w:r>
        <w:t xml:space="preserve">, </w:t>
      </w:r>
      <w:r w:rsidR="008C5C61" w:rsidRPr="004C3E92">
        <w:t>n</w:t>
      </w:r>
      <w:r>
        <w:t>’</w:t>
      </w:r>
      <w:r w:rsidR="008C5C61" w:rsidRPr="004C3E92">
        <w:t>est-ce pas</w:t>
      </w:r>
      <w:r>
        <w:t xml:space="preserve">, </w:t>
      </w:r>
      <w:r w:rsidR="008C5C61" w:rsidRPr="004C3E92">
        <w:t>et pourtant</w:t>
      </w:r>
      <w:r>
        <w:t xml:space="preserve">, </w:t>
      </w:r>
      <w:r w:rsidR="008C5C61" w:rsidRPr="004C3E92">
        <w:t>si par hasard vous le rencontrez le m</w:t>
      </w:r>
      <w:r w:rsidR="008C5C61" w:rsidRPr="004C3E92">
        <w:t>a</w:t>
      </w:r>
      <w:r w:rsidR="008C5C61" w:rsidRPr="004C3E92">
        <w:t>tin</w:t>
      </w:r>
      <w:r>
        <w:t xml:space="preserve">, </w:t>
      </w:r>
      <w:r w:rsidR="008C5C61" w:rsidRPr="004C3E92">
        <w:t>il n</w:t>
      </w:r>
      <w:r>
        <w:t>’</w:t>
      </w:r>
      <w:r w:rsidR="008C5C61" w:rsidRPr="004C3E92">
        <w:t>est pas en état d</w:t>
      </w:r>
      <w:r>
        <w:t>’</w:t>
      </w:r>
      <w:r w:rsidR="008C5C61" w:rsidRPr="004C3E92">
        <w:t>être vu</w:t>
      </w:r>
      <w:r>
        <w:t xml:space="preserve">. </w:t>
      </w:r>
      <w:r w:rsidR="008C5C61" w:rsidRPr="004C3E92">
        <w:t xml:space="preserve">Je suppose que votre frère était véritablement un </w:t>
      </w:r>
      <w:r>
        <w:t>« </w:t>
      </w:r>
      <w:r w:rsidR="008C5C61" w:rsidRPr="004C3E92">
        <w:t>beau</w:t>
      </w:r>
      <w:r>
        <w:t xml:space="preserve"> », </w:t>
      </w:r>
      <w:r w:rsidR="008C5C61" w:rsidRPr="004C3E92">
        <w:t xml:space="preserve">miss </w:t>
      </w:r>
      <w:proofErr w:type="spellStart"/>
      <w:r w:rsidR="008C5C61" w:rsidRPr="004C3E92">
        <w:t>Dashwood</w:t>
      </w:r>
      <w:proofErr w:type="spellEnd"/>
      <w:r>
        <w:t xml:space="preserve">, </w:t>
      </w:r>
      <w:r w:rsidR="008C5C61" w:rsidRPr="004C3E92">
        <w:t>avant son mariage</w:t>
      </w:r>
      <w:r>
        <w:t xml:space="preserve">, </w:t>
      </w:r>
      <w:r w:rsidR="008C5C61" w:rsidRPr="004C3E92">
        <w:t>car il était tellement riche</w:t>
      </w:r>
      <w:r>
        <w:t> !</w:t>
      </w:r>
    </w:p>
    <w:p w14:paraId="044A7E39" w14:textId="77777777" w:rsidR="004A4993" w:rsidRDefault="004A4993" w:rsidP="004A4993">
      <w:r>
        <w:t>— </w:t>
      </w:r>
      <w:r w:rsidR="008C5C61" w:rsidRPr="004C3E92">
        <w:t>Sur mon âme</w:t>
      </w:r>
      <w:r>
        <w:t xml:space="preserve">, </w:t>
      </w:r>
      <w:r w:rsidR="008C5C61" w:rsidRPr="004C3E92">
        <w:t xml:space="preserve">répondit </w:t>
      </w:r>
      <w:proofErr w:type="spellStart"/>
      <w:r w:rsidR="008C5C61" w:rsidRPr="004C3E92">
        <w:t>Elinor</w:t>
      </w:r>
      <w:proofErr w:type="spellEnd"/>
      <w:r>
        <w:t xml:space="preserve">, </w:t>
      </w:r>
      <w:r w:rsidR="008C5C61" w:rsidRPr="004C3E92">
        <w:t>je suis incapable de vous le dire</w:t>
      </w:r>
      <w:r>
        <w:t xml:space="preserve">, </w:t>
      </w:r>
      <w:r w:rsidR="008C5C61" w:rsidRPr="004C3E92">
        <w:t>car je ne comprends pas parfaitement la signification de ce mot</w:t>
      </w:r>
      <w:r>
        <w:t xml:space="preserve">. </w:t>
      </w:r>
      <w:r w:rsidR="008C5C61" w:rsidRPr="004C3E92">
        <w:t>Mais je peux dire ceci</w:t>
      </w:r>
      <w:r>
        <w:t xml:space="preserve"> : </w:t>
      </w:r>
      <w:r w:rsidR="008C5C61" w:rsidRPr="004C3E92">
        <w:t xml:space="preserve">si jamais il a été un </w:t>
      </w:r>
      <w:r>
        <w:t>« </w:t>
      </w:r>
      <w:r w:rsidR="008C5C61" w:rsidRPr="004C3E92">
        <w:t>beau</w:t>
      </w:r>
      <w:r>
        <w:t> »</w:t>
      </w:r>
      <w:r w:rsidR="008C5C61" w:rsidRPr="004C3E92">
        <w:t xml:space="preserve"> avant son mariage</w:t>
      </w:r>
      <w:r>
        <w:t xml:space="preserve">, </w:t>
      </w:r>
      <w:r w:rsidR="008C5C61" w:rsidRPr="004C3E92">
        <w:t>il l</w:t>
      </w:r>
      <w:r>
        <w:t>’</w:t>
      </w:r>
      <w:r w:rsidR="008C5C61" w:rsidRPr="004C3E92">
        <w:t>est encore</w:t>
      </w:r>
      <w:r>
        <w:t xml:space="preserve">, </w:t>
      </w:r>
      <w:r w:rsidR="008C5C61" w:rsidRPr="004C3E92">
        <w:t>car il n</w:t>
      </w:r>
      <w:r>
        <w:t>’</w:t>
      </w:r>
      <w:r w:rsidR="008C5C61" w:rsidRPr="004C3E92">
        <w:t>y a pas le moindre changement chez lui</w:t>
      </w:r>
      <w:r>
        <w:t>.</w:t>
      </w:r>
    </w:p>
    <w:p w14:paraId="765A6993" w14:textId="77777777" w:rsidR="004A4993" w:rsidRDefault="004A4993" w:rsidP="004A4993">
      <w:r>
        <w:lastRenderedPageBreak/>
        <w:t>— </w:t>
      </w:r>
      <w:r w:rsidR="008C5C61" w:rsidRPr="004C3E92">
        <w:t>Oh</w:t>
      </w:r>
      <w:r>
        <w:t xml:space="preserve">, </w:t>
      </w:r>
      <w:r w:rsidR="008C5C61" w:rsidRPr="004C3E92">
        <w:t>mon Dieu</w:t>
      </w:r>
      <w:r>
        <w:t xml:space="preserve">, </w:t>
      </w:r>
      <w:r w:rsidR="008C5C61" w:rsidRPr="004C3E92">
        <w:t xml:space="preserve">on ne songe jamais à des hommes mariés comme étant des </w:t>
      </w:r>
      <w:r>
        <w:t>« </w:t>
      </w:r>
      <w:r w:rsidR="008C5C61" w:rsidRPr="004C3E92">
        <w:t>beaux</w:t>
      </w:r>
      <w:r>
        <w:t xml:space="preserve"> », – </w:t>
      </w:r>
      <w:r w:rsidR="008C5C61" w:rsidRPr="004C3E92">
        <w:t>ils ont autre chose à faire</w:t>
      </w:r>
      <w:r>
        <w:t>.</w:t>
      </w:r>
    </w:p>
    <w:p w14:paraId="2B2FE1AA" w14:textId="77777777" w:rsidR="004A4993" w:rsidRDefault="004A4993" w:rsidP="004A4993">
      <w:r>
        <w:t>— </w:t>
      </w:r>
      <w:r w:rsidR="008C5C61" w:rsidRPr="004C3E92">
        <w:t>Grand Dieu</w:t>
      </w:r>
      <w:r>
        <w:t xml:space="preserve"> ! </w:t>
      </w:r>
      <w:r w:rsidR="008C5C61" w:rsidRPr="004C3E92">
        <w:t>Anne</w:t>
      </w:r>
      <w:r>
        <w:t xml:space="preserve">, </w:t>
      </w:r>
      <w:r w:rsidR="008C5C61" w:rsidRPr="004C3E92">
        <w:t>s</w:t>
      </w:r>
      <w:r>
        <w:t>’</w:t>
      </w:r>
      <w:r w:rsidR="008C5C61" w:rsidRPr="004C3E92">
        <w:t>écria sa sœur</w:t>
      </w:r>
      <w:r>
        <w:t xml:space="preserve">, </w:t>
      </w:r>
      <w:r w:rsidR="008C5C61" w:rsidRPr="004C3E92">
        <w:t>tu es incapable de parler d</w:t>
      </w:r>
      <w:r>
        <w:t>’</w:t>
      </w:r>
      <w:r w:rsidR="008C5C61" w:rsidRPr="004C3E92">
        <w:t xml:space="preserve">autre chose que de </w:t>
      </w:r>
      <w:r>
        <w:t>« </w:t>
      </w:r>
      <w:r w:rsidR="008C5C61" w:rsidRPr="004C3E92">
        <w:t>beaux</w:t>
      </w:r>
      <w:r>
        <w:t xml:space="preserve"> » ; </w:t>
      </w:r>
      <w:r w:rsidR="008C5C61" w:rsidRPr="004C3E92">
        <w:t xml:space="preserve">tu feras croire à miss </w:t>
      </w:r>
      <w:proofErr w:type="spellStart"/>
      <w:r w:rsidR="008C5C61" w:rsidRPr="004C3E92">
        <w:t>Dashwood</w:t>
      </w:r>
      <w:proofErr w:type="spellEnd"/>
      <w:r w:rsidR="008C5C61" w:rsidRPr="004C3E92">
        <w:t xml:space="preserve"> que tu ne penses qu</w:t>
      </w:r>
      <w:r>
        <w:t>’</w:t>
      </w:r>
      <w:r w:rsidR="008C5C61" w:rsidRPr="004C3E92">
        <w:t>à cela</w:t>
      </w:r>
      <w:r>
        <w:t>.</w:t>
      </w:r>
    </w:p>
    <w:p w14:paraId="45DD945F" w14:textId="77777777" w:rsidR="004A4993" w:rsidRDefault="008C5C61" w:rsidP="004A4993">
      <w:r w:rsidRPr="004C3E92">
        <w:t>Puis</w:t>
      </w:r>
      <w:r w:rsidR="004A4993">
        <w:t xml:space="preserve">, </w:t>
      </w:r>
      <w:r w:rsidRPr="004C3E92">
        <w:t>pour changer de sujet</w:t>
      </w:r>
      <w:r w:rsidR="004A4993">
        <w:t xml:space="preserve">, </w:t>
      </w:r>
      <w:r w:rsidRPr="004C3E92">
        <w:t>elle se mit à admirer la maison et l</w:t>
      </w:r>
      <w:r w:rsidR="004A4993">
        <w:t>’</w:t>
      </w:r>
      <w:r w:rsidRPr="004C3E92">
        <w:t>ameublement</w:t>
      </w:r>
      <w:r w:rsidR="004A4993">
        <w:t>.</w:t>
      </w:r>
    </w:p>
    <w:p w14:paraId="55672C65" w14:textId="77777777" w:rsidR="004A4993" w:rsidRDefault="008C5C61" w:rsidP="004A4993">
      <w:r w:rsidRPr="004C3E92">
        <w:t>Ce spécimen des demoiselles Steele fut suffisant</w:t>
      </w:r>
      <w:r w:rsidR="004A4993">
        <w:t xml:space="preserve">. </w:t>
      </w:r>
      <w:r w:rsidRPr="004C3E92">
        <w:t>La liberté vulgaire et la sottise de l</w:t>
      </w:r>
      <w:r w:rsidR="004A4993">
        <w:t>’</w:t>
      </w:r>
      <w:r w:rsidRPr="004C3E92">
        <w:t>aînée ne lui laissaient rien qui la r</w:t>
      </w:r>
      <w:r w:rsidRPr="004C3E92">
        <w:t>e</w:t>
      </w:r>
      <w:r w:rsidRPr="004C3E92">
        <w:t>commandât</w:t>
      </w:r>
      <w:r w:rsidR="004A4993">
        <w:t xml:space="preserve">, </w:t>
      </w:r>
      <w:r w:rsidRPr="004C3E92">
        <w:t xml:space="preserve">et comme </w:t>
      </w:r>
      <w:proofErr w:type="spellStart"/>
      <w:r w:rsidRPr="004C3E92">
        <w:t>Elinor</w:t>
      </w:r>
      <w:proofErr w:type="spellEnd"/>
      <w:r w:rsidRPr="004C3E92">
        <w:t xml:space="preserve"> ne fut aveuglée ni par la beauté ni par le regard avisé de la cadette</w:t>
      </w:r>
      <w:r w:rsidR="004A4993">
        <w:t xml:space="preserve">, </w:t>
      </w:r>
      <w:r w:rsidRPr="004C3E92">
        <w:t>au point de ne pas voir son manque d</w:t>
      </w:r>
      <w:r w:rsidR="004A4993">
        <w:t>’</w:t>
      </w:r>
      <w:r w:rsidRPr="004C3E92">
        <w:t>élégance réelle et de naturel</w:t>
      </w:r>
      <w:r w:rsidR="004A4993">
        <w:t xml:space="preserve">, </w:t>
      </w:r>
      <w:r w:rsidRPr="004C3E92">
        <w:t>elle quitta la maison sans nul désir de les mieux connaître</w:t>
      </w:r>
      <w:r w:rsidR="004A4993">
        <w:t>.</w:t>
      </w:r>
    </w:p>
    <w:p w14:paraId="2911AC81" w14:textId="77777777" w:rsidR="004A4993" w:rsidRDefault="008C5C61" w:rsidP="004A4993">
      <w:r w:rsidRPr="004C3E92">
        <w:t>Il n</w:t>
      </w:r>
      <w:r w:rsidR="004A4993">
        <w:t>’</w:t>
      </w:r>
      <w:r w:rsidRPr="004C3E92">
        <w:t>en fut pas de même des demoiselles Steele</w:t>
      </w:r>
      <w:r w:rsidR="004A4993">
        <w:t xml:space="preserve">. </w:t>
      </w:r>
      <w:r w:rsidRPr="004C3E92">
        <w:t>Elles étaient venues d</w:t>
      </w:r>
      <w:r w:rsidR="004A4993">
        <w:t>’</w:t>
      </w:r>
      <w:r w:rsidRPr="004C3E92">
        <w:t>Exeter</w:t>
      </w:r>
      <w:r w:rsidR="004A4993">
        <w:t xml:space="preserve">, </w:t>
      </w:r>
      <w:r w:rsidRPr="004C3E92">
        <w:t>bien pourvues d</w:t>
      </w:r>
      <w:r w:rsidR="004A4993">
        <w:t>’</w:t>
      </w:r>
      <w:r w:rsidRPr="004C3E92">
        <w:t>admiration à l</w:t>
      </w:r>
      <w:r w:rsidR="004A4993">
        <w:t>’</w:t>
      </w:r>
      <w:r w:rsidRPr="004C3E92">
        <w:t>usage de Sir John Middleton</w:t>
      </w:r>
      <w:r w:rsidR="004A4993">
        <w:t xml:space="preserve">, </w:t>
      </w:r>
      <w:r w:rsidRPr="004C3E92">
        <w:t>de sa famille</w:t>
      </w:r>
      <w:r w:rsidR="004A4993">
        <w:t xml:space="preserve">, </w:t>
      </w:r>
      <w:r w:rsidRPr="004C3E92">
        <w:t>et de toutes ses connaissa</w:t>
      </w:r>
      <w:r w:rsidRPr="004C3E92">
        <w:t>n</w:t>
      </w:r>
      <w:r w:rsidRPr="004C3E92">
        <w:t>ces</w:t>
      </w:r>
      <w:r w:rsidR="004A4993">
        <w:t xml:space="preserve"> : </w:t>
      </w:r>
      <w:r w:rsidRPr="004C3E92">
        <w:t>et ce ne fut pas une portion parcimonieuse qu</w:t>
      </w:r>
      <w:r w:rsidR="004A4993">
        <w:t>’</w:t>
      </w:r>
      <w:r w:rsidRPr="004C3E92">
        <w:t>elles en se</w:t>
      </w:r>
      <w:r w:rsidRPr="004C3E92">
        <w:t>r</w:t>
      </w:r>
      <w:r w:rsidRPr="004C3E92">
        <w:t>virent à présent à ses jolies cousines</w:t>
      </w:r>
      <w:r w:rsidR="004A4993">
        <w:t xml:space="preserve">, </w:t>
      </w:r>
      <w:r w:rsidRPr="004C3E92">
        <w:t>qu</w:t>
      </w:r>
      <w:r w:rsidR="004A4993">
        <w:t>’</w:t>
      </w:r>
      <w:r w:rsidRPr="004C3E92">
        <w:t>elles déclarèrent être les jeunes filles les plus belles</w:t>
      </w:r>
      <w:r w:rsidR="004A4993">
        <w:t xml:space="preserve">, </w:t>
      </w:r>
      <w:r w:rsidRPr="004C3E92">
        <w:t>les plus élégantes</w:t>
      </w:r>
      <w:r w:rsidR="004A4993">
        <w:t xml:space="preserve">, </w:t>
      </w:r>
      <w:r w:rsidRPr="004C3E92">
        <w:t>les plus a</w:t>
      </w:r>
      <w:r w:rsidRPr="004C3E92">
        <w:t>c</w:t>
      </w:r>
      <w:r w:rsidRPr="004C3E92">
        <w:t>complies</w:t>
      </w:r>
      <w:r w:rsidR="004A4993">
        <w:t xml:space="preserve">, </w:t>
      </w:r>
      <w:r w:rsidRPr="004C3E92">
        <w:t>et les plus agréables</w:t>
      </w:r>
      <w:r w:rsidR="004A4993">
        <w:t xml:space="preserve">, </w:t>
      </w:r>
      <w:r w:rsidRPr="004C3E92">
        <w:t>qu</w:t>
      </w:r>
      <w:r w:rsidR="004A4993">
        <w:t>’</w:t>
      </w:r>
      <w:r w:rsidRPr="004C3E92">
        <w:t>elles eussent jamais conte</w:t>
      </w:r>
      <w:r w:rsidRPr="004C3E92">
        <w:t>m</w:t>
      </w:r>
      <w:r w:rsidRPr="004C3E92">
        <w:t>plées</w:t>
      </w:r>
      <w:r w:rsidR="004A4993">
        <w:t xml:space="preserve">, </w:t>
      </w:r>
      <w:r w:rsidRPr="004C3E92">
        <w:t>et avec qui elles désiraient tout particulièrement faire plus ample connaissance</w:t>
      </w:r>
      <w:r w:rsidR="004A4993">
        <w:t xml:space="preserve">. </w:t>
      </w:r>
      <w:r w:rsidRPr="004C3E92">
        <w:t xml:space="preserve">Aussi </w:t>
      </w:r>
      <w:proofErr w:type="spellStart"/>
      <w:r w:rsidRPr="004C3E92">
        <w:t>Elinor</w:t>
      </w:r>
      <w:proofErr w:type="spellEnd"/>
      <w:r w:rsidRPr="004C3E92">
        <w:t xml:space="preserve"> constata-t-elle bientôt que cette plus ample connaissance était leur sort inévitable</w:t>
      </w:r>
      <w:r w:rsidR="004A4993">
        <w:t xml:space="preserve"> ; </w:t>
      </w:r>
      <w:r w:rsidRPr="004C3E92">
        <w:t>car</w:t>
      </w:r>
      <w:r w:rsidR="004A4993">
        <w:t xml:space="preserve">, </w:t>
      </w:r>
      <w:r w:rsidRPr="004C3E92">
        <w:t>comme Sir John était entièrement du bord des demoiselles Ste</w:t>
      </w:r>
      <w:r w:rsidRPr="004C3E92">
        <w:t>e</w:t>
      </w:r>
      <w:r w:rsidRPr="004C3E92">
        <w:t>le</w:t>
      </w:r>
      <w:r w:rsidR="004A4993">
        <w:t xml:space="preserve">, </w:t>
      </w:r>
      <w:r w:rsidRPr="004C3E92">
        <w:t>leur parti eût été trop puissant pour y faire de l</w:t>
      </w:r>
      <w:r w:rsidR="004A4993">
        <w:t>’</w:t>
      </w:r>
      <w:r w:rsidRPr="004C3E92">
        <w:t>opposition</w:t>
      </w:r>
      <w:r w:rsidR="004A4993">
        <w:t xml:space="preserve">, </w:t>
      </w:r>
      <w:r w:rsidRPr="004C3E92">
        <w:t>et il fallut se soumettre à ce genre d</w:t>
      </w:r>
      <w:r w:rsidR="004A4993">
        <w:t>’</w:t>
      </w:r>
      <w:r w:rsidRPr="004C3E92">
        <w:t>intimité qui consiste à rester assis ensemble</w:t>
      </w:r>
      <w:r w:rsidR="004A4993">
        <w:t xml:space="preserve">, </w:t>
      </w:r>
      <w:r w:rsidRPr="004C3E92">
        <w:t>pendant une heure ou deux</w:t>
      </w:r>
      <w:r w:rsidR="004A4993">
        <w:t xml:space="preserve">, </w:t>
      </w:r>
      <w:r w:rsidRPr="004C3E92">
        <w:t>dans la même pièce</w:t>
      </w:r>
      <w:r w:rsidR="004A4993">
        <w:t xml:space="preserve">, </w:t>
      </w:r>
      <w:r w:rsidRPr="004C3E92">
        <w:t>presque tous les jours</w:t>
      </w:r>
      <w:r w:rsidR="004A4993">
        <w:t xml:space="preserve">. </w:t>
      </w:r>
      <w:r w:rsidRPr="004C3E92">
        <w:t>Sir John n</w:t>
      </w:r>
      <w:r w:rsidR="004A4993">
        <w:t>’</w:t>
      </w:r>
      <w:r w:rsidRPr="004C3E92">
        <w:t>en po</w:t>
      </w:r>
      <w:r w:rsidRPr="004C3E92">
        <w:t>u</w:t>
      </w:r>
      <w:r w:rsidRPr="004C3E92">
        <w:t>vait faire davantage</w:t>
      </w:r>
      <w:r w:rsidR="004A4993">
        <w:t xml:space="preserve"> ; </w:t>
      </w:r>
      <w:r w:rsidRPr="004C3E92">
        <w:t>mais il ne savait pas qu</w:t>
      </w:r>
      <w:r w:rsidR="004A4993">
        <w:t>’</w:t>
      </w:r>
      <w:r w:rsidRPr="004C3E92">
        <w:t>il en fallût dava</w:t>
      </w:r>
      <w:r w:rsidRPr="004C3E92">
        <w:t>n</w:t>
      </w:r>
      <w:r w:rsidRPr="004C3E92">
        <w:t>tage</w:t>
      </w:r>
      <w:r w:rsidR="004A4993">
        <w:t xml:space="preserve"> ; </w:t>
      </w:r>
      <w:r w:rsidRPr="004C3E92">
        <w:t>selon lui</w:t>
      </w:r>
      <w:r w:rsidR="004A4993">
        <w:t xml:space="preserve">, </w:t>
      </w:r>
      <w:r w:rsidRPr="004C3E92">
        <w:t>être ensemble</w:t>
      </w:r>
      <w:r w:rsidR="004A4993">
        <w:t xml:space="preserve">, </w:t>
      </w:r>
      <w:r w:rsidRPr="004C3E92">
        <w:t>c</w:t>
      </w:r>
      <w:r w:rsidR="004A4993">
        <w:t>’</w:t>
      </w:r>
      <w:r w:rsidRPr="004C3E92">
        <w:t>était être intimes</w:t>
      </w:r>
      <w:r w:rsidR="004A4993">
        <w:t xml:space="preserve">, </w:t>
      </w:r>
      <w:r w:rsidRPr="004C3E92">
        <w:t xml:space="preserve">et puisque ses projets continuels en vue de les réunir étaient </w:t>
      </w:r>
      <w:r w:rsidRPr="004C3E92">
        <w:lastRenderedPageBreak/>
        <w:t>efficaces</w:t>
      </w:r>
      <w:r w:rsidR="004A4993">
        <w:t xml:space="preserve">, </w:t>
      </w:r>
      <w:r w:rsidRPr="004C3E92">
        <w:t>il ne doutait pas que leur amitié ne fût solidement établie</w:t>
      </w:r>
      <w:r w:rsidR="004A4993">
        <w:t>.</w:t>
      </w:r>
    </w:p>
    <w:p w14:paraId="56C5C3E5" w14:textId="77777777" w:rsidR="004A4993" w:rsidRDefault="008C5C61" w:rsidP="004A4993">
      <w:r w:rsidRPr="004C3E92">
        <w:t>Il faut lui rendre cette justice</w:t>
      </w:r>
      <w:r w:rsidR="004A4993">
        <w:t xml:space="preserve">, </w:t>
      </w:r>
      <w:r w:rsidRPr="004C3E92">
        <w:t>qu</w:t>
      </w:r>
      <w:r w:rsidR="004A4993">
        <w:t>’</w:t>
      </w:r>
      <w:r w:rsidRPr="004C3E92">
        <w:t>il fit tout ce qui était en son pouvoir pour faire tomber leur réserve</w:t>
      </w:r>
      <w:r w:rsidR="004A4993">
        <w:t xml:space="preserve">, </w:t>
      </w:r>
      <w:r w:rsidRPr="004C3E92">
        <w:t>en communiquant aux demoiselles Steele tout ce qu</w:t>
      </w:r>
      <w:r w:rsidR="004A4993">
        <w:t>’</w:t>
      </w:r>
      <w:r w:rsidRPr="004C3E92">
        <w:t>il savait</w:t>
      </w:r>
      <w:r w:rsidR="004A4993">
        <w:t xml:space="preserve">, </w:t>
      </w:r>
      <w:r w:rsidRPr="004C3E92">
        <w:t>ou supposait</w:t>
      </w:r>
      <w:r w:rsidR="004A4993">
        <w:t xml:space="preserve">, </w:t>
      </w:r>
      <w:r w:rsidRPr="004C3E92">
        <w:t>to</w:t>
      </w:r>
      <w:r w:rsidRPr="004C3E92">
        <w:t>u</w:t>
      </w:r>
      <w:r w:rsidRPr="004C3E92">
        <w:t>chant la situation de sa cousine dans ses détails les plus délicats</w:t>
      </w:r>
      <w:r w:rsidR="004A4993">
        <w:t xml:space="preserve"> – </w:t>
      </w:r>
      <w:r w:rsidRPr="004C3E92">
        <w:t xml:space="preserve">et </w:t>
      </w:r>
      <w:proofErr w:type="spellStart"/>
      <w:r w:rsidRPr="004C3E92">
        <w:t>Elinor</w:t>
      </w:r>
      <w:proofErr w:type="spellEnd"/>
      <w:r w:rsidRPr="004C3E92">
        <w:t xml:space="preserve"> ne les avait pas vues plus de deux fois</w:t>
      </w:r>
      <w:r w:rsidR="004A4993">
        <w:t xml:space="preserve">, </w:t>
      </w:r>
      <w:r w:rsidRPr="004C3E92">
        <w:t>que l</w:t>
      </w:r>
      <w:r w:rsidR="004A4993">
        <w:t>’</w:t>
      </w:r>
      <w:r w:rsidRPr="004C3E92">
        <w:t>aînée la félicita de ce que sa sœur eût eu la chance de faire la conquête d</w:t>
      </w:r>
      <w:r w:rsidR="004A4993">
        <w:t>’</w:t>
      </w:r>
      <w:r w:rsidRPr="004C3E92">
        <w:t xml:space="preserve">un jeune </w:t>
      </w:r>
      <w:r w:rsidR="004A4993">
        <w:t>« </w:t>
      </w:r>
      <w:r w:rsidRPr="004C3E92">
        <w:t>beau</w:t>
      </w:r>
      <w:r w:rsidR="004A4993">
        <w:t> »</w:t>
      </w:r>
      <w:r w:rsidRPr="004C3E92">
        <w:t xml:space="preserve"> fort élégant depuis qu</w:t>
      </w:r>
      <w:r w:rsidR="004A4993">
        <w:t>’</w:t>
      </w:r>
      <w:r w:rsidRPr="004C3E92">
        <w:t>elle était venue à Ba</w:t>
      </w:r>
      <w:r w:rsidRPr="004C3E92">
        <w:t>r</w:t>
      </w:r>
      <w:r w:rsidRPr="004C3E92">
        <w:t>ton</w:t>
      </w:r>
      <w:r w:rsidR="004A4993">
        <w:t>.</w:t>
      </w:r>
    </w:p>
    <w:p w14:paraId="1DE35B25" w14:textId="77777777" w:rsidR="004A4993" w:rsidRDefault="004A4993" w:rsidP="004A4993">
      <w:r>
        <w:t>— </w:t>
      </w:r>
      <w:r w:rsidR="008C5C61" w:rsidRPr="004C3E92">
        <w:t>Ce sera une belle chose de la voir mariée si jeune</w:t>
      </w:r>
      <w:r>
        <w:t xml:space="preserve">, </w:t>
      </w:r>
      <w:r w:rsidR="008C5C61" w:rsidRPr="004C3E92">
        <w:t>ass</w:t>
      </w:r>
      <w:r w:rsidR="008C5C61" w:rsidRPr="004C3E92">
        <w:t>u</w:t>
      </w:r>
      <w:r w:rsidR="008C5C61" w:rsidRPr="004C3E92">
        <w:t>rément</w:t>
      </w:r>
      <w:r>
        <w:t xml:space="preserve">, </w:t>
      </w:r>
      <w:r w:rsidR="008C5C61" w:rsidRPr="004C3E92">
        <w:t>dit-elle</w:t>
      </w:r>
      <w:r>
        <w:t xml:space="preserve"> ; </w:t>
      </w:r>
      <w:r w:rsidR="008C5C61" w:rsidRPr="004C3E92">
        <w:t>et il paraît qu</w:t>
      </w:r>
      <w:r>
        <w:t>’</w:t>
      </w:r>
      <w:r w:rsidR="008C5C61" w:rsidRPr="004C3E92">
        <w:t xml:space="preserve">il est un </w:t>
      </w:r>
      <w:r>
        <w:t>« </w:t>
      </w:r>
      <w:r w:rsidR="008C5C61" w:rsidRPr="004C3E92">
        <w:t>beau</w:t>
      </w:r>
      <w:r>
        <w:t> »</w:t>
      </w:r>
      <w:r w:rsidR="008C5C61" w:rsidRPr="004C3E92">
        <w:t xml:space="preserve"> accompli et prodigieusement bien de sa personne</w:t>
      </w:r>
      <w:r>
        <w:t xml:space="preserve">. </w:t>
      </w:r>
      <w:r w:rsidR="008C5C61" w:rsidRPr="004C3E92">
        <w:t>Et j</w:t>
      </w:r>
      <w:r>
        <w:t>’</w:t>
      </w:r>
      <w:r w:rsidR="008C5C61" w:rsidRPr="004C3E92">
        <w:t>espère que vous pourrez bientôt avoir vous-même autant de chance</w:t>
      </w:r>
      <w:r>
        <w:t xml:space="preserve"> – </w:t>
      </w:r>
      <w:r w:rsidR="008C5C61" w:rsidRPr="004C3E92">
        <w:t>mais peut-être avez-vous déjà un ami que vous cachez dans un coin</w:t>
      </w:r>
      <w:r>
        <w:t>.</w:t>
      </w:r>
    </w:p>
    <w:p w14:paraId="5FE65D50" w14:textId="77777777" w:rsidR="004A4993" w:rsidRDefault="008C5C61" w:rsidP="004A4993">
      <w:proofErr w:type="spellStart"/>
      <w:r w:rsidRPr="004C3E92">
        <w:t>Elinor</w:t>
      </w:r>
      <w:proofErr w:type="spellEnd"/>
      <w:r w:rsidRPr="004C3E92">
        <w:t xml:space="preserve"> ne pouvait pas supposer que Sir John serait plus discret à proclamer ses soupçons relatifs à son affection pour Edward</w:t>
      </w:r>
      <w:r w:rsidR="004A4993">
        <w:t xml:space="preserve">, </w:t>
      </w:r>
      <w:r w:rsidRPr="004C3E92">
        <w:t>qu</w:t>
      </w:r>
      <w:r w:rsidR="004A4993">
        <w:t>’</w:t>
      </w:r>
      <w:r w:rsidRPr="004C3E92">
        <w:t>il ne l</w:t>
      </w:r>
      <w:r w:rsidR="004A4993">
        <w:t>’</w:t>
      </w:r>
      <w:r w:rsidRPr="004C3E92">
        <w:t>avait été en ce qui concerne Marianne</w:t>
      </w:r>
      <w:r w:rsidR="004A4993">
        <w:t xml:space="preserve"> ; </w:t>
      </w:r>
      <w:r w:rsidRPr="004C3E92">
        <w:t>voire</w:t>
      </w:r>
      <w:r w:rsidR="004A4993">
        <w:t xml:space="preserve">, </w:t>
      </w:r>
      <w:r w:rsidRPr="004C3E92">
        <w:t>c</w:t>
      </w:r>
      <w:r w:rsidR="004A4993">
        <w:t>’</w:t>
      </w:r>
      <w:r w:rsidRPr="004C3E92">
        <w:t>était même</w:t>
      </w:r>
      <w:r w:rsidR="004A4993">
        <w:t xml:space="preserve">, </w:t>
      </w:r>
      <w:r w:rsidRPr="004C3E92">
        <w:t>des deux plaisanteries</w:t>
      </w:r>
      <w:r w:rsidR="004A4993">
        <w:t xml:space="preserve">, </w:t>
      </w:r>
      <w:r w:rsidRPr="004C3E92">
        <w:t>celle qu</w:t>
      </w:r>
      <w:r w:rsidR="004A4993">
        <w:t>’</w:t>
      </w:r>
      <w:r w:rsidRPr="004C3E92">
        <w:t>il préférait</w:t>
      </w:r>
      <w:r w:rsidR="004A4993">
        <w:t xml:space="preserve">, </w:t>
      </w:r>
      <w:r w:rsidRPr="004C3E92">
        <w:t>co</w:t>
      </w:r>
      <w:r w:rsidRPr="004C3E92">
        <w:t>m</w:t>
      </w:r>
      <w:r w:rsidRPr="004C3E92">
        <w:t>me étant quelque peu plus récente et plus conjecturale</w:t>
      </w:r>
      <w:r w:rsidR="004A4993">
        <w:t xml:space="preserve"> : </w:t>
      </w:r>
      <w:r w:rsidRPr="004C3E92">
        <w:t>et</w:t>
      </w:r>
      <w:r w:rsidR="004A4993">
        <w:t xml:space="preserve">, </w:t>
      </w:r>
      <w:r w:rsidRPr="004C3E92">
        <w:t>d</w:t>
      </w:r>
      <w:r w:rsidRPr="004C3E92">
        <w:t>e</w:t>
      </w:r>
      <w:r w:rsidRPr="004C3E92">
        <w:t>puis la visite d</w:t>
      </w:r>
      <w:r w:rsidR="004A4993">
        <w:t>’</w:t>
      </w:r>
      <w:r w:rsidRPr="004C3E92">
        <w:t>Edward</w:t>
      </w:r>
      <w:r w:rsidR="004A4993">
        <w:t xml:space="preserve">, </w:t>
      </w:r>
      <w:r w:rsidRPr="004C3E92">
        <w:t>ils n</w:t>
      </w:r>
      <w:r w:rsidR="004A4993">
        <w:t>’</w:t>
      </w:r>
      <w:r w:rsidRPr="004C3E92">
        <w:t>avaient jamais dîné ensemble sans qu</w:t>
      </w:r>
      <w:r w:rsidR="004A4993">
        <w:t>’</w:t>
      </w:r>
      <w:r w:rsidRPr="004C3E92">
        <w:t>il n</w:t>
      </w:r>
      <w:r w:rsidR="004A4993">
        <w:t>’</w:t>
      </w:r>
      <w:r w:rsidRPr="004C3E92">
        <w:t>eût bu à ses meilleures affections</w:t>
      </w:r>
      <w:r w:rsidR="004A4993">
        <w:t xml:space="preserve">, </w:t>
      </w:r>
      <w:r w:rsidRPr="004C3E92">
        <w:t>avec tant de signific</w:t>
      </w:r>
      <w:r w:rsidRPr="004C3E92">
        <w:t>a</w:t>
      </w:r>
      <w:r w:rsidRPr="004C3E92">
        <w:t>tion et tant de hochements de tête et de clignements d</w:t>
      </w:r>
      <w:r w:rsidR="004A4993">
        <w:t>’</w:t>
      </w:r>
      <w:r w:rsidRPr="004C3E92">
        <w:t>yeux</w:t>
      </w:r>
      <w:r w:rsidR="004A4993">
        <w:t xml:space="preserve">, </w:t>
      </w:r>
      <w:r w:rsidRPr="004C3E92">
        <w:t>qu</w:t>
      </w:r>
      <w:r w:rsidR="004A4993">
        <w:t>’</w:t>
      </w:r>
      <w:r w:rsidRPr="004C3E92">
        <w:t>il ne manquait pas d</w:t>
      </w:r>
      <w:r w:rsidR="004A4993">
        <w:t>’</w:t>
      </w:r>
      <w:r w:rsidRPr="004C3E92">
        <w:t>attirer l</w:t>
      </w:r>
      <w:r w:rsidR="004A4993">
        <w:t>’</w:t>
      </w:r>
      <w:r w:rsidRPr="004C3E92">
        <w:t>attention générale</w:t>
      </w:r>
      <w:r w:rsidR="004A4993">
        <w:t xml:space="preserve">. </w:t>
      </w:r>
      <w:r w:rsidRPr="004C3E92">
        <w:t>La lettre F avait de même été invariablement mise en avant</w:t>
      </w:r>
      <w:r w:rsidR="004A4993">
        <w:t xml:space="preserve">, </w:t>
      </w:r>
      <w:r w:rsidRPr="004C3E92">
        <w:t>et il avait été constaté qu</w:t>
      </w:r>
      <w:r w:rsidR="004A4993">
        <w:t>’</w:t>
      </w:r>
      <w:r w:rsidRPr="004C3E92">
        <w:t>elle produisait tant de plaisanteries innombrables</w:t>
      </w:r>
      <w:r w:rsidR="004A4993">
        <w:t xml:space="preserve">, </w:t>
      </w:r>
      <w:r w:rsidRPr="004C3E92">
        <w:t>que son caractère de lettre la plus spirituelle de l</w:t>
      </w:r>
      <w:r w:rsidR="004A4993">
        <w:t>’</w:t>
      </w:r>
      <w:r w:rsidRPr="004C3E92">
        <w:t>alphabet avait</w:t>
      </w:r>
      <w:r w:rsidR="004A4993">
        <w:t xml:space="preserve">, </w:t>
      </w:r>
      <w:r w:rsidRPr="004C3E92">
        <w:t>depuis longtemps</w:t>
      </w:r>
      <w:r w:rsidR="004A4993">
        <w:t xml:space="preserve">, </w:t>
      </w:r>
      <w:r w:rsidRPr="004C3E92">
        <w:t>été établi auprès d</w:t>
      </w:r>
      <w:r w:rsidR="004A4993">
        <w:t>’</w:t>
      </w:r>
      <w:proofErr w:type="spellStart"/>
      <w:r w:rsidRPr="004C3E92">
        <w:t>Elinor</w:t>
      </w:r>
      <w:proofErr w:type="spellEnd"/>
      <w:r w:rsidR="004A4993">
        <w:t>.</w:t>
      </w:r>
    </w:p>
    <w:p w14:paraId="674452C6" w14:textId="77777777" w:rsidR="004A4993" w:rsidRDefault="008C5C61" w:rsidP="004A4993">
      <w:r w:rsidRPr="004C3E92">
        <w:lastRenderedPageBreak/>
        <w:t>Les demoiselles Steele</w:t>
      </w:r>
      <w:r w:rsidR="004A4993">
        <w:t xml:space="preserve">, </w:t>
      </w:r>
      <w:r w:rsidRPr="004C3E92">
        <w:t>comme elle s</w:t>
      </w:r>
      <w:r w:rsidR="004A4993">
        <w:t>’</w:t>
      </w:r>
      <w:r w:rsidRPr="004C3E92">
        <w:t>y attendait</w:t>
      </w:r>
      <w:r w:rsidR="004A4993">
        <w:t xml:space="preserve">, </w:t>
      </w:r>
      <w:r w:rsidRPr="004C3E92">
        <w:t>jouirent à présent de tout le fruit de ces plaisanteries</w:t>
      </w:r>
      <w:r w:rsidR="004A4993">
        <w:t xml:space="preserve">, </w:t>
      </w:r>
      <w:r w:rsidRPr="004C3E92">
        <w:t>et elles suscitèrent chez l</w:t>
      </w:r>
      <w:r w:rsidR="004A4993">
        <w:t>’</w:t>
      </w:r>
      <w:r w:rsidRPr="004C3E92">
        <w:t>aînée d</w:t>
      </w:r>
      <w:r w:rsidR="004A4993">
        <w:t>’</w:t>
      </w:r>
      <w:r w:rsidRPr="004C3E92">
        <w:t>entre elles une curiosité de connaître le nom du gentleman auquel il était fait allusion</w:t>
      </w:r>
      <w:r w:rsidR="004A4993">
        <w:t xml:space="preserve"> – </w:t>
      </w:r>
      <w:r w:rsidRPr="004C3E92">
        <w:t>curiosité qui</w:t>
      </w:r>
      <w:r w:rsidR="004A4993">
        <w:t xml:space="preserve">, </w:t>
      </w:r>
      <w:r w:rsidRPr="004C3E92">
        <w:t>bien qu</w:t>
      </w:r>
      <w:r w:rsidR="004A4993">
        <w:t>’</w:t>
      </w:r>
      <w:r w:rsidRPr="004C3E92">
        <w:t>elle s</w:t>
      </w:r>
      <w:r w:rsidR="004A4993">
        <w:t>’</w:t>
      </w:r>
      <w:r w:rsidRPr="004C3E92">
        <w:t>exprimât souvent de façon impertinente</w:t>
      </w:r>
      <w:r w:rsidR="004A4993">
        <w:t xml:space="preserve">, </w:t>
      </w:r>
      <w:r w:rsidRPr="004C3E92">
        <w:t>s</w:t>
      </w:r>
      <w:r w:rsidR="004A4993">
        <w:t>’</w:t>
      </w:r>
      <w:r w:rsidRPr="004C3E92">
        <w:t>accordait parfaitement avec son indiscrétion générale au sujet de ce qui se rapportait à leur famille</w:t>
      </w:r>
      <w:r w:rsidR="004A4993">
        <w:t xml:space="preserve">. </w:t>
      </w:r>
      <w:r w:rsidRPr="004C3E92">
        <w:t>Mais Sir John ne tint pas longtemps en suspens la curiosité qu</w:t>
      </w:r>
      <w:r w:rsidR="004A4993">
        <w:t>’</w:t>
      </w:r>
      <w:r w:rsidRPr="004C3E92">
        <w:t>il se plaisait à susciter</w:t>
      </w:r>
      <w:r w:rsidR="004A4993">
        <w:t xml:space="preserve">, </w:t>
      </w:r>
      <w:r w:rsidRPr="004C3E92">
        <w:t>car il goûta au moins autant de plaisir à prononcer le nom que miss Steele en eut à l</w:t>
      </w:r>
      <w:r w:rsidR="004A4993">
        <w:t>’</w:t>
      </w:r>
      <w:r w:rsidRPr="004C3E92">
        <w:t>entendre</w:t>
      </w:r>
      <w:r w:rsidR="004A4993">
        <w:t>.</w:t>
      </w:r>
    </w:p>
    <w:p w14:paraId="7FC4E4FD" w14:textId="77777777" w:rsidR="004A4993" w:rsidRDefault="004A4993" w:rsidP="004A4993">
      <w:r>
        <w:t>— </w:t>
      </w:r>
      <w:r w:rsidR="008C5C61" w:rsidRPr="004C3E92">
        <w:t>Il s</w:t>
      </w:r>
      <w:r>
        <w:t>’</w:t>
      </w:r>
      <w:r w:rsidR="008C5C61" w:rsidRPr="004C3E92">
        <w:t xml:space="preserve">appelle </w:t>
      </w:r>
      <w:proofErr w:type="spellStart"/>
      <w:r w:rsidR="008C5C61" w:rsidRPr="004C3E92">
        <w:t>Ferrars</w:t>
      </w:r>
      <w:proofErr w:type="spellEnd"/>
      <w:r>
        <w:t xml:space="preserve">, </w:t>
      </w:r>
      <w:r w:rsidR="008C5C61" w:rsidRPr="004C3E92">
        <w:t>dit-il</w:t>
      </w:r>
      <w:r>
        <w:t xml:space="preserve">, </w:t>
      </w:r>
      <w:r w:rsidR="008C5C61" w:rsidRPr="004C3E92">
        <w:t>en un chuchotement fort pe</w:t>
      </w:r>
      <w:r w:rsidR="008C5C61" w:rsidRPr="004C3E92">
        <w:t>r</w:t>
      </w:r>
      <w:r w:rsidR="008C5C61" w:rsidRPr="004C3E92">
        <w:t>ceptible</w:t>
      </w:r>
      <w:r>
        <w:t xml:space="preserve"> ; </w:t>
      </w:r>
      <w:r w:rsidR="008C5C61" w:rsidRPr="004C3E92">
        <w:t>mais</w:t>
      </w:r>
      <w:r>
        <w:t xml:space="preserve">, </w:t>
      </w:r>
      <w:r w:rsidR="008C5C61" w:rsidRPr="004C3E92">
        <w:t>je vous en prie</w:t>
      </w:r>
      <w:r>
        <w:t xml:space="preserve">, </w:t>
      </w:r>
      <w:r w:rsidR="008C5C61" w:rsidRPr="004C3E92">
        <w:t>ne répétez pas son nom</w:t>
      </w:r>
      <w:r>
        <w:t xml:space="preserve">, </w:t>
      </w:r>
      <w:r w:rsidR="008C5C61" w:rsidRPr="004C3E92">
        <w:t>car c</w:t>
      </w:r>
      <w:r>
        <w:t>’</w:t>
      </w:r>
      <w:r w:rsidR="008C5C61" w:rsidRPr="004C3E92">
        <w:t>est un grand secret</w:t>
      </w:r>
      <w:r>
        <w:t>.</w:t>
      </w:r>
    </w:p>
    <w:p w14:paraId="5581ECEB" w14:textId="77777777" w:rsidR="004A4993" w:rsidRDefault="004A4993" w:rsidP="004A4993">
      <w:r>
        <w:t>— </w:t>
      </w:r>
      <w:proofErr w:type="spellStart"/>
      <w:r w:rsidR="008C5C61" w:rsidRPr="004C3E92">
        <w:t>Ferrars</w:t>
      </w:r>
      <w:proofErr w:type="spellEnd"/>
      <w:r>
        <w:t xml:space="preserve"> ! </w:t>
      </w:r>
      <w:r w:rsidR="008C5C61" w:rsidRPr="004C3E92">
        <w:t>répéta Miss Steele</w:t>
      </w:r>
      <w:r>
        <w:t xml:space="preserve"> ; </w:t>
      </w:r>
      <w:r w:rsidR="008C5C61" w:rsidRPr="004C3E92">
        <w:t>Mr</w:t>
      </w:r>
      <w:r>
        <w:t xml:space="preserve">. </w:t>
      </w:r>
      <w:proofErr w:type="spellStart"/>
      <w:r w:rsidR="008C5C61" w:rsidRPr="004C3E92">
        <w:t>Ferrars</w:t>
      </w:r>
      <w:proofErr w:type="spellEnd"/>
      <w:r w:rsidR="008C5C61" w:rsidRPr="004C3E92">
        <w:t xml:space="preserve"> est l</w:t>
      </w:r>
      <w:r>
        <w:t>’</w:t>
      </w:r>
      <w:r w:rsidR="008C5C61" w:rsidRPr="004C3E92">
        <w:t>heureux élu</w:t>
      </w:r>
      <w:r>
        <w:t xml:space="preserve">, </w:t>
      </w:r>
      <w:r w:rsidR="008C5C61" w:rsidRPr="004C3E92">
        <w:t>vraiment</w:t>
      </w:r>
      <w:r>
        <w:t xml:space="preserve"> ? </w:t>
      </w:r>
      <w:r w:rsidR="008C5C61" w:rsidRPr="004C3E92">
        <w:t>Comment</w:t>
      </w:r>
      <w:r>
        <w:t xml:space="preserve">, </w:t>
      </w:r>
      <w:r w:rsidR="008C5C61" w:rsidRPr="004C3E92">
        <w:t>le frère de votre belle-sœur</w:t>
      </w:r>
      <w:r>
        <w:t xml:space="preserve">, </w:t>
      </w:r>
      <w:r w:rsidR="008C5C61" w:rsidRPr="004C3E92">
        <w:t xml:space="preserve">miss </w:t>
      </w:r>
      <w:proofErr w:type="spellStart"/>
      <w:r w:rsidR="008C5C61" w:rsidRPr="004C3E92">
        <w:t>Dashwood</w:t>
      </w:r>
      <w:proofErr w:type="spellEnd"/>
      <w:r>
        <w:t xml:space="preserve"> ? </w:t>
      </w:r>
      <w:r w:rsidR="008C5C61" w:rsidRPr="004C3E92">
        <w:t>Un jeune homme fort agréable</w:t>
      </w:r>
      <w:r>
        <w:t xml:space="preserve">, </w:t>
      </w:r>
      <w:r w:rsidR="008C5C61" w:rsidRPr="004C3E92">
        <w:t>assurément</w:t>
      </w:r>
      <w:r>
        <w:t xml:space="preserve"> ; </w:t>
      </w:r>
      <w:r w:rsidR="008C5C61" w:rsidRPr="004C3E92">
        <w:t>je le connais très bien</w:t>
      </w:r>
      <w:r>
        <w:t>.</w:t>
      </w:r>
    </w:p>
    <w:p w14:paraId="427A2954" w14:textId="77777777" w:rsidR="004A4993" w:rsidRDefault="004A4993" w:rsidP="004A4993">
      <w:r>
        <w:t>— </w:t>
      </w:r>
      <w:r w:rsidR="008C5C61" w:rsidRPr="004C3E92">
        <w:t>Comment peux-tu dire cela</w:t>
      </w:r>
      <w:r>
        <w:t xml:space="preserve">, </w:t>
      </w:r>
      <w:r w:rsidR="008C5C61" w:rsidRPr="004C3E92">
        <w:t>Anne</w:t>
      </w:r>
      <w:r>
        <w:t xml:space="preserve"> ? </w:t>
      </w:r>
      <w:r w:rsidR="008C5C61" w:rsidRPr="004C3E92">
        <w:t>s</w:t>
      </w:r>
      <w:r>
        <w:t>’</w:t>
      </w:r>
      <w:r w:rsidR="008C5C61" w:rsidRPr="004C3E92">
        <w:t>écria Lucy</w:t>
      </w:r>
      <w:r>
        <w:t xml:space="preserve">, </w:t>
      </w:r>
      <w:r w:rsidR="008C5C61" w:rsidRPr="004C3E92">
        <w:t>qui a</w:t>
      </w:r>
      <w:r w:rsidR="008C5C61" w:rsidRPr="004C3E92">
        <w:t>p</w:t>
      </w:r>
      <w:r w:rsidR="008C5C61" w:rsidRPr="004C3E92">
        <w:t>portait généralement un amendement à toutes les affirmations de sa sœur</w:t>
      </w:r>
      <w:r>
        <w:t xml:space="preserve">. </w:t>
      </w:r>
      <w:r w:rsidR="008C5C61" w:rsidRPr="004C3E92">
        <w:t>Bien que nous l</w:t>
      </w:r>
      <w:r>
        <w:t>’</w:t>
      </w:r>
      <w:r w:rsidR="008C5C61" w:rsidRPr="004C3E92">
        <w:t>ayons vu une fois ou deux chez mon oncle</w:t>
      </w:r>
      <w:r>
        <w:t xml:space="preserve">, </w:t>
      </w:r>
      <w:r w:rsidR="008C5C61" w:rsidRPr="004C3E92">
        <w:t>il est plutôt excessif de prétendre que nous le connai</w:t>
      </w:r>
      <w:r w:rsidR="008C5C61" w:rsidRPr="004C3E92">
        <w:t>s</w:t>
      </w:r>
      <w:r w:rsidR="008C5C61" w:rsidRPr="004C3E92">
        <w:t>sions très bien</w:t>
      </w:r>
      <w:r>
        <w:t>.</w:t>
      </w:r>
    </w:p>
    <w:p w14:paraId="34A2C4A9" w14:textId="77777777" w:rsidR="004A4993" w:rsidRDefault="008C5C61" w:rsidP="004A4993">
      <w:proofErr w:type="spellStart"/>
      <w:r w:rsidRPr="004C3E92">
        <w:t>Elinor</w:t>
      </w:r>
      <w:proofErr w:type="spellEnd"/>
      <w:r w:rsidRPr="004C3E92">
        <w:t xml:space="preserve"> entendit tout cela avec attention et surprise</w:t>
      </w:r>
      <w:r w:rsidR="004A4993">
        <w:t xml:space="preserve">. </w:t>
      </w:r>
      <w:r w:rsidRPr="004C3E92">
        <w:t>Et qui était cet oncle</w:t>
      </w:r>
      <w:r w:rsidR="004A4993">
        <w:t xml:space="preserve"> ? </w:t>
      </w:r>
      <w:r w:rsidRPr="004C3E92">
        <w:t>Où habitait-il</w:t>
      </w:r>
      <w:r w:rsidR="004A4993">
        <w:t xml:space="preserve"> ? </w:t>
      </w:r>
      <w:r w:rsidRPr="004C3E92">
        <w:t>Comment avaient-elles fait sa connaissance</w:t>
      </w:r>
      <w:r w:rsidR="004A4993">
        <w:t xml:space="preserve"> ? </w:t>
      </w:r>
      <w:r w:rsidRPr="004C3E92">
        <w:t>Elle désirait vivement que l</w:t>
      </w:r>
      <w:r w:rsidR="004A4993">
        <w:t>’</w:t>
      </w:r>
      <w:r w:rsidRPr="004C3E92">
        <w:t>entretien se pou</w:t>
      </w:r>
      <w:r w:rsidRPr="004C3E92">
        <w:t>r</w:t>
      </w:r>
      <w:r w:rsidRPr="004C3E92">
        <w:t>suivît sur ce sujet</w:t>
      </w:r>
      <w:r w:rsidR="004A4993">
        <w:t xml:space="preserve">, </w:t>
      </w:r>
      <w:r w:rsidRPr="004C3E92">
        <w:t>bien qu</w:t>
      </w:r>
      <w:r w:rsidR="004A4993">
        <w:t>’</w:t>
      </w:r>
      <w:r w:rsidRPr="004C3E92">
        <w:t>il ne lui convînt pas d</w:t>
      </w:r>
      <w:r w:rsidR="004A4993">
        <w:t>’</w:t>
      </w:r>
      <w:r w:rsidRPr="004C3E92">
        <w:t>y prendre part</w:t>
      </w:r>
      <w:r w:rsidR="004A4993">
        <w:t xml:space="preserve"> ; </w:t>
      </w:r>
      <w:r w:rsidRPr="004C3E92">
        <w:t>mais on n</w:t>
      </w:r>
      <w:r w:rsidR="004A4993">
        <w:t>’</w:t>
      </w:r>
      <w:r w:rsidRPr="004C3E92">
        <w:t>en dit pas plus long</w:t>
      </w:r>
      <w:r w:rsidR="004A4993">
        <w:t xml:space="preserve">, </w:t>
      </w:r>
      <w:r w:rsidRPr="004C3E92">
        <w:t>et</w:t>
      </w:r>
      <w:r w:rsidR="004A4993">
        <w:t xml:space="preserve">, </w:t>
      </w:r>
      <w:r w:rsidRPr="004C3E92">
        <w:t>pour la première fois de sa vie</w:t>
      </w:r>
      <w:r w:rsidR="004A4993">
        <w:t xml:space="preserve">, </w:t>
      </w:r>
      <w:r w:rsidRPr="004C3E92">
        <w:t>elle trouva que Mrs</w:t>
      </w:r>
      <w:r w:rsidR="004A4993">
        <w:t xml:space="preserve">. </w:t>
      </w:r>
      <w:r w:rsidRPr="004C3E92">
        <w:t>Jennings manquait de curiosité au s</w:t>
      </w:r>
      <w:r w:rsidRPr="004C3E92">
        <w:t>u</w:t>
      </w:r>
      <w:r w:rsidRPr="004C3E92">
        <w:t>jet des menus potins</w:t>
      </w:r>
      <w:r w:rsidR="004A4993">
        <w:t xml:space="preserve">, </w:t>
      </w:r>
      <w:r w:rsidRPr="004C3E92">
        <w:t>ou d</w:t>
      </w:r>
      <w:r w:rsidR="004A4993">
        <w:t>’</w:t>
      </w:r>
      <w:r w:rsidRPr="004C3E92">
        <w:t>humeur à les communiquer</w:t>
      </w:r>
      <w:r w:rsidR="004A4993">
        <w:t xml:space="preserve">. </w:t>
      </w:r>
      <w:r w:rsidRPr="004C3E92">
        <w:t>La façon dont miss Steele avait parlé d</w:t>
      </w:r>
      <w:r w:rsidR="004A4993">
        <w:t>’</w:t>
      </w:r>
      <w:r w:rsidRPr="004C3E92">
        <w:t>Edward accrut sa curiosité</w:t>
      </w:r>
      <w:r w:rsidR="004A4993">
        <w:t xml:space="preserve">, </w:t>
      </w:r>
      <w:r w:rsidRPr="004C3E92">
        <w:t>car e</w:t>
      </w:r>
      <w:r w:rsidRPr="004C3E92">
        <w:t>l</w:t>
      </w:r>
      <w:r w:rsidRPr="004C3E92">
        <w:t>le lui fit l</w:t>
      </w:r>
      <w:r w:rsidR="004A4993">
        <w:t>’</w:t>
      </w:r>
      <w:r w:rsidRPr="004C3E92">
        <w:t>impression d</w:t>
      </w:r>
      <w:r w:rsidR="004A4993">
        <w:t>’</w:t>
      </w:r>
      <w:r w:rsidRPr="004C3E92">
        <w:t>être un peu malveillante</w:t>
      </w:r>
      <w:r w:rsidR="004A4993">
        <w:t xml:space="preserve">, </w:t>
      </w:r>
      <w:r w:rsidRPr="004C3E92">
        <w:lastRenderedPageBreak/>
        <w:t>et suggérait le soupçon que cette personne savait</w:t>
      </w:r>
      <w:r w:rsidR="004A4993">
        <w:t xml:space="preserve">, </w:t>
      </w:r>
      <w:r w:rsidRPr="004C3E92">
        <w:t>ou s</w:t>
      </w:r>
      <w:r w:rsidR="004A4993">
        <w:t>’</w:t>
      </w:r>
      <w:r w:rsidRPr="004C3E92">
        <w:t>imaginait savoir</w:t>
      </w:r>
      <w:r w:rsidR="004A4993">
        <w:t xml:space="preserve">, </w:t>
      </w:r>
      <w:r w:rsidRPr="004C3E92">
        <w:t>que</w:t>
      </w:r>
      <w:r w:rsidRPr="004C3E92">
        <w:t>l</w:t>
      </w:r>
      <w:r w:rsidRPr="004C3E92">
        <w:t>que chose de défavorable sur le compte du jeune homme</w:t>
      </w:r>
      <w:r w:rsidR="004A4993">
        <w:t xml:space="preserve">. </w:t>
      </w:r>
      <w:r w:rsidRPr="004C3E92">
        <w:t>Mais sa curiosité fut vaine</w:t>
      </w:r>
      <w:r w:rsidR="004A4993">
        <w:t xml:space="preserve">, </w:t>
      </w:r>
      <w:r w:rsidRPr="004C3E92">
        <w:t>car miss Steele ne prêta plus attention au nom de Mr</w:t>
      </w:r>
      <w:r w:rsidR="004A4993">
        <w:t xml:space="preserve">. </w:t>
      </w:r>
      <w:proofErr w:type="spellStart"/>
      <w:r w:rsidRPr="004C3E92">
        <w:t>Ferrars</w:t>
      </w:r>
      <w:proofErr w:type="spellEnd"/>
      <w:r w:rsidRPr="004C3E92">
        <w:t xml:space="preserve"> quand il y fut fait allusion</w:t>
      </w:r>
      <w:r w:rsidR="004A4993">
        <w:t xml:space="preserve">, </w:t>
      </w:r>
      <w:r w:rsidRPr="004C3E92">
        <w:t>ou même quand il fut ouvertement prononcé par Sir John</w:t>
      </w:r>
      <w:r w:rsidR="004A4993">
        <w:t>.</w:t>
      </w:r>
    </w:p>
    <w:p w14:paraId="0112B3F0" w14:textId="63905F3E" w:rsidR="008C5C61" w:rsidRPr="004C3E92" w:rsidRDefault="008C5C61" w:rsidP="004A4993">
      <w:pPr>
        <w:pStyle w:val="Titre1"/>
      </w:pPr>
      <w:bookmarkStart w:id="21" w:name="_Toc196409806"/>
      <w:r w:rsidRPr="004C3E92">
        <w:lastRenderedPageBreak/>
        <w:t>CHAPITRE XXII</w:t>
      </w:r>
      <w:bookmarkEnd w:id="21"/>
      <w:r w:rsidRPr="004C3E92">
        <w:br/>
      </w:r>
    </w:p>
    <w:p w14:paraId="219D6A8D" w14:textId="77777777" w:rsidR="004A4993" w:rsidRDefault="008C5C61" w:rsidP="004A4993">
      <w:r w:rsidRPr="004C3E92">
        <w:t>Marianne</w:t>
      </w:r>
      <w:r w:rsidR="004A4993">
        <w:t xml:space="preserve">, </w:t>
      </w:r>
      <w:r w:rsidRPr="004C3E92">
        <w:t>qui n</w:t>
      </w:r>
      <w:r w:rsidR="004A4993">
        <w:t>’</w:t>
      </w:r>
      <w:r w:rsidRPr="004C3E92">
        <w:t>avait jamais éprouvé beaucoup de toléra</w:t>
      </w:r>
      <w:r w:rsidRPr="004C3E92">
        <w:t>n</w:t>
      </w:r>
      <w:r w:rsidRPr="004C3E92">
        <w:t>ce à l</w:t>
      </w:r>
      <w:r w:rsidR="004A4993">
        <w:t>’</w:t>
      </w:r>
      <w:r w:rsidRPr="004C3E92">
        <w:t>égard de tout ce qui ressemblait à de l</w:t>
      </w:r>
      <w:r w:rsidR="004A4993">
        <w:t>’</w:t>
      </w:r>
      <w:r w:rsidRPr="004C3E92">
        <w:t>impertinence</w:t>
      </w:r>
      <w:r w:rsidR="004A4993">
        <w:t xml:space="preserve">, </w:t>
      </w:r>
      <w:r w:rsidRPr="004C3E92">
        <w:t>à de la vulgarité</w:t>
      </w:r>
      <w:r w:rsidR="004A4993">
        <w:t xml:space="preserve">, </w:t>
      </w:r>
      <w:r w:rsidRPr="004C3E92">
        <w:t>à l</w:t>
      </w:r>
      <w:r w:rsidR="004A4993">
        <w:t>’</w:t>
      </w:r>
      <w:r w:rsidRPr="004C3E92">
        <w:t>infériorité des talents</w:t>
      </w:r>
      <w:r w:rsidR="004A4993">
        <w:t xml:space="preserve">, </w:t>
      </w:r>
      <w:r w:rsidRPr="004C3E92">
        <w:t>ou même à une différence de goût d</w:t>
      </w:r>
      <w:r w:rsidR="004A4993">
        <w:t>’</w:t>
      </w:r>
      <w:r w:rsidRPr="004C3E92">
        <w:t>avec elle-même</w:t>
      </w:r>
      <w:r w:rsidR="004A4993">
        <w:t xml:space="preserve">, </w:t>
      </w:r>
      <w:r w:rsidRPr="004C3E92">
        <w:t>était à cette époque particulièrement peu disposée</w:t>
      </w:r>
      <w:r w:rsidR="004A4993">
        <w:t xml:space="preserve">, </w:t>
      </w:r>
      <w:r w:rsidRPr="004C3E92">
        <w:t>en raison de son manque d</w:t>
      </w:r>
      <w:r w:rsidR="004A4993">
        <w:t>’</w:t>
      </w:r>
      <w:r w:rsidRPr="004C3E92">
        <w:t>entrain</w:t>
      </w:r>
      <w:r w:rsidR="004A4993">
        <w:t xml:space="preserve">, </w:t>
      </w:r>
      <w:r w:rsidRPr="004C3E92">
        <w:t>à se plaire a</w:t>
      </w:r>
      <w:r w:rsidRPr="004C3E92">
        <w:t>u</w:t>
      </w:r>
      <w:r w:rsidRPr="004C3E92">
        <w:t>près des demoiselles Steele</w:t>
      </w:r>
      <w:r w:rsidR="004A4993">
        <w:t xml:space="preserve">, </w:t>
      </w:r>
      <w:r w:rsidRPr="004C3E92">
        <w:t>ou à encourager leurs avances</w:t>
      </w:r>
      <w:r w:rsidR="004A4993">
        <w:t xml:space="preserve"> ; </w:t>
      </w:r>
      <w:r w:rsidRPr="004C3E92">
        <w:t>et c</w:t>
      </w:r>
      <w:r w:rsidR="004A4993">
        <w:t>’</w:t>
      </w:r>
      <w:r w:rsidRPr="004C3E92">
        <w:t>est à l</w:t>
      </w:r>
      <w:r w:rsidR="004A4993">
        <w:t>’</w:t>
      </w:r>
      <w:r w:rsidRPr="004C3E92">
        <w:t>invariable froideur de son attitude envers elles</w:t>
      </w:r>
      <w:r w:rsidR="004A4993">
        <w:t xml:space="preserve">, </w:t>
      </w:r>
      <w:r w:rsidRPr="004C3E92">
        <w:t>froideur qui enrayait toute tentative en vue de l</w:t>
      </w:r>
      <w:r w:rsidR="004A4993">
        <w:t>’</w:t>
      </w:r>
      <w:r w:rsidRPr="004C3E92">
        <w:t>intimité de leur part</w:t>
      </w:r>
      <w:r w:rsidR="004A4993">
        <w:t xml:space="preserve">, </w:t>
      </w:r>
      <w:r w:rsidRPr="004C3E92">
        <w:t>qu</w:t>
      </w:r>
      <w:r w:rsidR="004A4993">
        <w:t>’</w:t>
      </w:r>
      <w:proofErr w:type="spellStart"/>
      <w:r w:rsidRPr="004C3E92">
        <w:t>Elinor</w:t>
      </w:r>
      <w:proofErr w:type="spellEnd"/>
      <w:r w:rsidRPr="004C3E92">
        <w:t xml:space="preserve"> attribua principalement cette préférence pour elle-même</w:t>
      </w:r>
      <w:r w:rsidR="004A4993">
        <w:t xml:space="preserve">, </w:t>
      </w:r>
      <w:r w:rsidRPr="004C3E92">
        <w:t>qui devint bientôt manifeste dans leurs façons à toutes deux</w:t>
      </w:r>
      <w:r w:rsidR="004A4993">
        <w:t xml:space="preserve">, </w:t>
      </w:r>
      <w:r w:rsidRPr="004C3E92">
        <w:t>mais surtout dans celles de Lucy</w:t>
      </w:r>
      <w:r w:rsidR="004A4993">
        <w:t xml:space="preserve">, </w:t>
      </w:r>
      <w:r w:rsidRPr="004C3E92">
        <w:t>laquelle ne manquait aucune occasion de l</w:t>
      </w:r>
      <w:r w:rsidR="004A4993">
        <w:t>’</w:t>
      </w:r>
      <w:r w:rsidRPr="004C3E92">
        <w:t>attirer en conversation</w:t>
      </w:r>
      <w:r w:rsidR="004A4993">
        <w:t xml:space="preserve">, </w:t>
      </w:r>
      <w:r w:rsidRPr="004C3E92">
        <w:t>ou de s</w:t>
      </w:r>
      <w:r w:rsidR="004A4993">
        <w:t>’</w:t>
      </w:r>
      <w:r w:rsidRPr="004C3E92">
        <w:t>efforcer à améliorer leurs rapports en se communiquant leurs sentiments d</w:t>
      </w:r>
      <w:r w:rsidR="004A4993">
        <w:t>’</w:t>
      </w:r>
      <w:r w:rsidRPr="004C3E92">
        <w:t>une façon franche et aisée</w:t>
      </w:r>
      <w:r w:rsidR="004A4993">
        <w:t>.</w:t>
      </w:r>
    </w:p>
    <w:p w14:paraId="2FC0ABCF" w14:textId="77777777" w:rsidR="004A4993" w:rsidRDefault="008C5C61" w:rsidP="004A4993">
      <w:r w:rsidRPr="004C3E92">
        <w:t>Lucy possédait une vivacité d</w:t>
      </w:r>
      <w:r w:rsidR="004A4993">
        <w:t>’</w:t>
      </w:r>
      <w:r w:rsidRPr="004C3E92">
        <w:t>esprit naturelle</w:t>
      </w:r>
      <w:r w:rsidR="004A4993">
        <w:t xml:space="preserve"> ; </w:t>
      </w:r>
      <w:r w:rsidRPr="004C3E92">
        <w:t>ses rema</w:t>
      </w:r>
      <w:r w:rsidRPr="004C3E92">
        <w:t>r</w:t>
      </w:r>
      <w:r w:rsidRPr="004C3E92">
        <w:t>ques étaient souvent justes et amusantes</w:t>
      </w:r>
      <w:r w:rsidR="004A4993">
        <w:t xml:space="preserve"> ; </w:t>
      </w:r>
      <w:r w:rsidRPr="004C3E92">
        <w:t>et comme compagne</w:t>
      </w:r>
      <w:r w:rsidR="004A4993">
        <w:t xml:space="preserve">, </w:t>
      </w:r>
      <w:r w:rsidRPr="004C3E92">
        <w:t>pendant une demi-heure</w:t>
      </w:r>
      <w:r w:rsidR="004A4993">
        <w:t xml:space="preserve">, </w:t>
      </w:r>
      <w:proofErr w:type="spellStart"/>
      <w:r w:rsidRPr="004C3E92">
        <w:t>Elinor</w:t>
      </w:r>
      <w:proofErr w:type="spellEnd"/>
      <w:r w:rsidRPr="004C3E92">
        <w:t xml:space="preserve"> la trouvait fréquemment am</w:t>
      </w:r>
      <w:r w:rsidRPr="004C3E92">
        <w:t>u</w:t>
      </w:r>
      <w:r w:rsidRPr="004C3E92">
        <w:t>sante</w:t>
      </w:r>
      <w:r w:rsidR="004A4993">
        <w:t xml:space="preserve"> ; </w:t>
      </w:r>
      <w:r w:rsidRPr="004C3E92">
        <w:t>mais ses facultés n</w:t>
      </w:r>
      <w:r w:rsidR="004A4993">
        <w:t>’</w:t>
      </w:r>
      <w:r w:rsidRPr="004C3E92">
        <w:t>avaient reçu aucune aide provenant de l</w:t>
      </w:r>
      <w:r w:rsidR="004A4993">
        <w:t>’</w:t>
      </w:r>
      <w:r w:rsidRPr="004C3E92">
        <w:t>instruction</w:t>
      </w:r>
      <w:r w:rsidR="004A4993">
        <w:t xml:space="preserve">, </w:t>
      </w:r>
      <w:r w:rsidRPr="004C3E92">
        <w:t>elle était ignorante et illettrée</w:t>
      </w:r>
      <w:r w:rsidR="004A4993">
        <w:t xml:space="preserve">, </w:t>
      </w:r>
      <w:r w:rsidRPr="004C3E92">
        <w:t>et son défaut de toute amélioration mentale</w:t>
      </w:r>
      <w:r w:rsidR="004A4993">
        <w:t xml:space="preserve">, </w:t>
      </w:r>
      <w:r w:rsidRPr="004C3E92">
        <w:t>son manque d</w:t>
      </w:r>
      <w:r w:rsidR="004A4993">
        <w:t>’</w:t>
      </w:r>
      <w:r w:rsidRPr="004C3E92">
        <w:t>information to</w:t>
      </w:r>
      <w:r w:rsidRPr="004C3E92">
        <w:t>u</w:t>
      </w:r>
      <w:r w:rsidRPr="004C3E92">
        <w:t>chant les détails les plus communs</w:t>
      </w:r>
      <w:r w:rsidR="004A4993">
        <w:t xml:space="preserve">, </w:t>
      </w:r>
      <w:r w:rsidRPr="004C3E92">
        <w:t xml:space="preserve">ne purent être dissimulés à miss </w:t>
      </w:r>
      <w:proofErr w:type="spellStart"/>
      <w:r w:rsidRPr="004C3E92">
        <w:t>Dashwood</w:t>
      </w:r>
      <w:proofErr w:type="spellEnd"/>
      <w:r w:rsidR="004A4993">
        <w:t xml:space="preserve">, </w:t>
      </w:r>
      <w:r w:rsidRPr="004C3E92">
        <w:t>en dépit de ses efforts constants pour paraître à son avantage</w:t>
      </w:r>
      <w:r w:rsidR="004A4993">
        <w:t xml:space="preserve">. </w:t>
      </w:r>
      <w:proofErr w:type="spellStart"/>
      <w:r w:rsidRPr="004C3E92">
        <w:t>Elinor</w:t>
      </w:r>
      <w:proofErr w:type="spellEnd"/>
      <w:r w:rsidRPr="004C3E92">
        <w:t xml:space="preserve"> s</w:t>
      </w:r>
      <w:r w:rsidR="004A4993">
        <w:t>’</w:t>
      </w:r>
      <w:r w:rsidRPr="004C3E92">
        <w:t>aperçut</w:t>
      </w:r>
      <w:r w:rsidR="004A4993">
        <w:t xml:space="preserve">, </w:t>
      </w:r>
      <w:r w:rsidRPr="004C3E92">
        <w:t>non sans la plaindre</w:t>
      </w:r>
      <w:r w:rsidR="004A4993">
        <w:t xml:space="preserve">, </w:t>
      </w:r>
      <w:r w:rsidRPr="004C3E92">
        <w:t>de cet abandon dans lequel étaient restées des aptitudes que l</w:t>
      </w:r>
      <w:r w:rsidR="004A4993">
        <w:t>’</w:t>
      </w:r>
      <w:r w:rsidRPr="004C3E92">
        <w:t>éducation aurait pu rendre si respectables</w:t>
      </w:r>
      <w:r w:rsidR="004A4993">
        <w:t xml:space="preserve"> ; </w:t>
      </w:r>
      <w:r w:rsidRPr="004C3E92">
        <w:t>mais elle vit avec moins de tendresse de sentiment</w:t>
      </w:r>
      <w:r w:rsidR="004A4993">
        <w:t xml:space="preserve">, </w:t>
      </w:r>
      <w:r w:rsidRPr="004C3E92">
        <w:t>le manque absolu de délic</w:t>
      </w:r>
      <w:r w:rsidRPr="004C3E92">
        <w:t>a</w:t>
      </w:r>
      <w:r w:rsidRPr="004C3E92">
        <w:t>tesse</w:t>
      </w:r>
      <w:r w:rsidR="004A4993">
        <w:t xml:space="preserve">, </w:t>
      </w:r>
      <w:r w:rsidRPr="004C3E92">
        <w:t>de droiture et de probité d</w:t>
      </w:r>
      <w:r w:rsidR="004A4993">
        <w:t>’</w:t>
      </w:r>
      <w:r w:rsidRPr="004C3E92">
        <w:t>esprit que trahissaient ses a</w:t>
      </w:r>
      <w:r w:rsidRPr="004C3E92">
        <w:t>t</w:t>
      </w:r>
      <w:r w:rsidRPr="004C3E92">
        <w:t>tentions</w:t>
      </w:r>
      <w:r w:rsidR="004A4993">
        <w:t xml:space="preserve">, </w:t>
      </w:r>
      <w:r w:rsidRPr="004C3E92">
        <w:t>ses assiduités</w:t>
      </w:r>
      <w:r w:rsidR="004A4993">
        <w:t xml:space="preserve">, </w:t>
      </w:r>
      <w:r w:rsidRPr="004C3E92">
        <w:t xml:space="preserve">ses </w:t>
      </w:r>
      <w:r w:rsidRPr="004C3E92">
        <w:lastRenderedPageBreak/>
        <w:t>flatteries</w:t>
      </w:r>
      <w:r w:rsidR="004A4993">
        <w:t xml:space="preserve">, </w:t>
      </w:r>
      <w:r w:rsidRPr="004C3E92">
        <w:t>au cours de son séjour au Park</w:t>
      </w:r>
      <w:r w:rsidR="004A4993">
        <w:t xml:space="preserve"> ; </w:t>
      </w:r>
      <w:r w:rsidRPr="004C3E92">
        <w:t>et elle ne put goûter une satisfaction durable à la comp</w:t>
      </w:r>
      <w:r w:rsidRPr="004C3E92">
        <w:t>a</w:t>
      </w:r>
      <w:r w:rsidRPr="004C3E92">
        <w:t>gnie d</w:t>
      </w:r>
      <w:r w:rsidR="004A4993">
        <w:t>’</w:t>
      </w:r>
      <w:r w:rsidRPr="004C3E92">
        <w:t>une personne qui joignait à l</w:t>
      </w:r>
      <w:r w:rsidR="004A4993">
        <w:t>’</w:t>
      </w:r>
      <w:r w:rsidRPr="004C3E92">
        <w:t>ignorance le manque de si</w:t>
      </w:r>
      <w:r w:rsidRPr="004C3E92">
        <w:t>n</w:t>
      </w:r>
      <w:r w:rsidRPr="004C3E92">
        <w:t>cérité</w:t>
      </w:r>
      <w:r w:rsidR="004A4993">
        <w:t xml:space="preserve">, </w:t>
      </w:r>
      <w:r w:rsidRPr="004C3E92">
        <w:t>dont le défaut d</w:t>
      </w:r>
      <w:r w:rsidR="004A4993">
        <w:t>’</w:t>
      </w:r>
      <w:r w:rsidRPr="004C3E92">
        <w:t>instruction les empêchait de se re</w:t>
      </w:r>
      <w:r w:rsidRPr="004C3E92">
        <w:t>n</w:t>
      </w:r>
      <w:r w:rsidRPr="004C3E92">
        <w:t>contrer en conversation sur un pied d</w:t>
      </w:r>
      <w:r w:rsidR="004A4993">
        <w:t>’</w:t>
      </w:r>
      <w:r w:rsidRPr="004C3E92">
        <w:t>égalité</w:t>
      </w:r>
      <w:r w:rsidR="004A4993">
        <w:t xml:space="preserve">, </w:t>
      </w:r>
      <w:r w:rsidRPr="004C3E92">
        <w:t>et dont la condu</w:t>
      </w:r>
      <w:r w:rsidRPr="004C3E92">
        <w:t>i</w:t>
      </w:r>
      <w:r w:rsidRPr="004C3E92">
        <w:t>te envers les autres rendait absolument sans valeur toute man</w:t>
      </w:r>
      <w:r w:rsidRPr="004C3E92">
        <w:t>i</w:t>
      </w:r>
      <w:r w:rsidRPr="004C3E92">
        <w:t>festation d</w:t>
      </w:r>
      <w:r w:rsidR="004A4993">
        <w:t>’</w:t>
      </w:r>
      <w:r w:rsidRPr="004C3E92">
        <w:t>attention et de déférence envers elle</w:t>
      </w:r>
      <w:r w:rsidR="004A4993">
        <w:t>.</w:t>
      </w:r>
    </w:p>
    <w:p w14:paraId="4E7838FC" w14:textId="77777777" w:rsidR="004A4993" w:rsidRDefault="004A4993" w:rsidP="004A4993">
      <w:r>
        <w:t>— </w:t>
      </w:r>
      <w:r w:rsidR="008C5C61" w:rsidRPr="004C3E92">
        <w:t>Vous trouverez sans doute ma question bizarre</w:t>
      </w:r>
      <w:r>
        <w:t xml:space="preserve">, </w:t>
      </w:r>
      <w:r w:rsidR="008C5C61" w:rsidRPr="004C3E92">
        <w:t>lui dit un jour Lucy</w:t>
      </w:r>
      <w:r>
        <w:t xml:space="preserve">, </w:t>
      </w:r>
      <w:r w:rsidR="008C5C61" w:rsidRPr="004C3E92">
        <w:t>tandis qu</w:t>
      </w:r>
      <w:r>
        <w:t>’</w:t>
      </w:r>
      <w:r w:rsidR="008C5C61" w:rsidRPr="004C3E92">
        <w:t>elles allaient ensemble du Park à la ma</w:t>
      </w:r>
      <w:r w:rsidR="008C5C61" w:rsidRPr="004C3E92">
        <w:t>i</w:t>
      </w:r>
      <w:r w:rsidR="008C5C61" w:rsidRPr="004C3E92">
        <w:t>sonnette</w:t>
      </w:r>
      <w:r>
        <w:t xml:space="preserve">, </w:t>
      </w:r>
      <w:r w:rsidR="008C5C61" w:rsidRPr="004C3E92">
        <w:t>mais voudriez-vous me dire si vous connaissez pe</w:t>
      </w:r>
      <w:r w:rsidR="008C5C61" w:rsidRPr="004C3E92">
        <w:t>r</w:t>
      </w:r>
      <w:r w:rsidR="008C5C61" w:rsidRPr="004C3E92">
        <w:t>sonnellement la mère de votre belle-sœur</w:t>
      </w:r>
      <w:r>
        <w:t xml:space="preserve">, </w:t>
      </w:r>
      <w:r w:rsidR="008C5C61" w:rsidRPr="004C3E92">
        <w:t>Mrs</w:t>
      </w:r>
      <w:r>
        <w:t xml:space="preserve">. </w:t>
      </w:r>
      <w:proofErr w:type="spellStart"/>
      <w:r w:rsidR="008C5C61" w:rsidRPr="004C3E92">
        <w:t>Ferrars</w:t>
      </w:r>
      <w:proofErr w:type="spellEnd"/>
      <w:r>
        <w:t> ?</w:t>
      </w:r>
    </w:p>
    <w:p w14:paraId="27BEEF29" w14:textId="77777777" w:rsidR="004A4993" w:rsidRDefault="008C5C61" w:rsidP="004A4993">
      <w:proofErr w:type="spellStart"/>
      <w:r w:rsidRPr="004C3E92">
        <w:t>Elinor</w:t>
      </w:r>
      <w:proofErr w:type="spellEnd"/>
      <w:r w:rsidRPr="004C3E92">
        <w:t xml:space="preserve"> trouva en effet la question fort bizarre</w:t>
      </w:r>
      <w:r w:rsidR="004A4993">
        <w:t xml:space="preserve">, </w:t>
      </w:r>
      <w:r w:rsidRPr="004C3E92">
        <w:t>et l</w:t>
      </w:r>
      <w:r w:rsidR="004A4993">
        <w:t>’</w:t>
      </w:r>
      <w:r w:rsidRPr="004C3E92">
        <w:t>expression de son visage trahit sa surprise lorsqu</w:t>
      </w:r>
      <w:r w:rsidR="004A4993">
        <w:t>’</w:t>
      </w:r>
      <w:r w:rsidRPr="004C3E92">
        <w:t>elle répondit qu</w:t>
      </w:r>
      <w:r w:rsidR="004A4993">
        <w:t>’</w:t>
      </w:r>
      <w:r w:rsidRPr="004C3E92">
        <w:t>elle n</w:t>
      </w:r>
      <w:r w:rsidR="004A4993">
        <w:t>’</w:t>
      </w:r>
      <w:r w:rsidRPr="004C3E92">
        <w:t>avait jamais vu Mrs</w:t>
      </w:r>
      <w:r w:rsidR="004A4993">
        <w:t xml:space="preserve">. </w:t>
      </w:r>
      <w:proofErr w:type="spellStart"/>
      <w:r w:rsidRPr="004C3E92">
        <w:t>Ferrars</w:t>
      </w:r>
      <w:proofErr w:type="spellEnd"/>
      <w:r w:rsidR="004A4993">
        <w:t>.</w:t>
      </w:r>
    </w:p>
    <w:p w14:paraId="3E22F65A" w14:textId="77777777" w:rsidR="004A4993" w:rsidRDefault="004A4993" w:rsidP="004A4993">
      <w:r>
        <w:t>— </w:t>
      </w:r>
      <w:r w:rsidR="008C5C61" w:rsidRPr="004C3E92">
        <w:t>Vraiment</w:t>
      </w:r>
      <w:r>
        <w:t xml:space="preserve"> ! </w:t>
      </w:r>
      <w:r w:rsidR="008C5C61" w:rsidRPr="004C3E92">
        <w:t>repartit Lucy</w:t>
      </w:r>
      <w:r>
        <w:t xml:space="preserve"> ; </w:t>
      </w:r>
      <w:r w:rsidR="008C5C61" w:rsidRPr="004C3E92">
        <w:t>voilà qui m</w:t>
      </w:r>
      <w:r>
        <w:t>’</w:t>
      </w:r>
      <w:r w:rsidR="008C5C61" w:rsidRPr="004C3E92">
        <w:t>étonne</w:t>
      </w:r>
      <w:r>
        <w:t xml:space="preserve">, </w:t>
      </w:r>
      <w:r w:rsidR="008C5C61" w:rsidRPr="004C3E92">
        <w:t>car je croyais que vous aviez dû la voir</w:t>
      </w:r>
      <w:r>
        <w:t xml:space="preserve">, </w:t>
      </w:r>
      <w:r w:rsidR="008C5C61" w:rsidRPr="004C3E92">
        <w:t>parfois</w:t>
      </w:r>
      <w:r>
        <w:t xml:space="preserve">, </w:t>
      </w:r>
      <w:r w:rsidR="008C5C61" w:rsidRPr="004C3E92">
        <w:t xml:space="preserve">à </w:t>
      </w:r>
      <w:proofErr w:type="spellStart"/>
      <w:r w:rsidR="008C5C61" w:rsidRPr="004C3E92">
        <w:t>Norland</w:t>
      </w:r>
      <w:proofErr w:type="spellEnd"/>
      <w:r>
        <w:t xml:space="preserve">. </w:t>
      </w:r>
      <w:r w:rsidR="008C5C61" w:rsidRPr="004C3E92">
        <w:t>Alors</w:t>
      </w:r>
      <w:r>
        <w:t xml:space="preserve">, </w:t>
      </w:r>
      <w:r w:rsidR="008C5C61" w:rsidRPr="004C3E92">
        <w:t>vous êtes peut-être incapable de me dire quel genre de femme c</w:t>
      </w:r>
      <w:r>
        <w:t>’</w:t>
      </w:r>
      <w:r w:rsidR="008C5C61" w:rsidRPr="004C3E92">
        <w:t>est</w:t>
      </w:r>
      <w:r>
        <w:t> ?</w:t>
      </w:r>
    </w:p>
    <w:p w14:paraId="7C51A26D" w14:textId="77777777" w:rsidR="004A4993" w:rsidRDefault="004A4993" w:rsidP="004A4993">
      <w:r>
        <w:t>— </w:t>
      </w:r>
      <w:r w:rsidR="008C5C61" w:rsidRPr="004C3E92">
        <w:t>En effet</w:t>
      </w:r>
      <w:r>
        <w:t xml:space="preserve">, </w:t>
      </w:r>
      <w:r w:rsidR="008C5C61" w:rsidRPr="004C3E92">
        <w:t xml:space="preserve">répondit </w:t>
      </w:r>
      <w:proofErr w:type="spellStart"/>
      <w:r w:rsidR="008C5C61" w:rsidRPr="004C3E92">
        <w:t>Elinor</w:t>
      </w:r>
      <w:proofErr w:type="spellEnd"/>
      <w:r>
        <w:t xml:space="preserve">, </w:t>
      </w:r>
      <w:r w:rsidR="008C5C61" w:rsidRPr="004C3E92">
        <w:t>trop prudente pour donner son opinion véritable sur la mère d</w:t>
      </w:r>
      <w:r>
        <w:t>’</w:t>
      </w:r>
      <w:r w:rsidR="008C5C61" w:rsidRPr="004C3E92">
        <w:t>Edward</w:t>
      </w:r>
      <w:r>
        <w:t xml:space="preserve">, </w:t>
      </w:r>
      <w:r w:rsidR="008C5C61" w:rsidRPr="004C3E92">
        <w:t>et peu désireuse de s</w:t>
      </w:r>
      <w:r w:rsidR="008C5C61" w:rsidRPr="004C3E92">
        <w:t>a</w:t>
      </w:r>
      <w:r w:rsidR="008C5C61" w:rsidRPr="004C3E92">
        <w:t>tisfaire ce qui semblait être une curiosité impertinente</w:t>
      </w:r>
      <w:r>
        <w:t xml:space="preserve">, </w:t>
      </w:r>
      <w:r w:rsidR="008C5C61" w:rsidRPr="004C3E92">
        <w:t>je ne sais rien sur son compte</w:t>
      </w:r>
      <w:r>
        <w:t>.</w:t>
      </w:r>
    </w:p>
    <w:p w14:paraId="0C7A305D" w14:textId="77777777" w:rsidR="004A4993" w:rsidRDefault="004A4993" w:rsidP="004A4993">
      <w:r>
        <w:t>— </w:t>
      </w:r>
      <w:r w:rsidR="008C5C61" w:rsidRPr="004C3E92">
        <w:t>Je suis sûre que vous me trouvez fort étrange</w:t>
      </w:r>
      <w:r>
        <w:t xml:space="preserve">, </w:t>
      </w:r>
      <w:r w:rsidR="008C5C61" w:rsidRPr="004C3E92">
        <w:t>de vous i</w:t>
      </w:r>
      <w:r w:rsidR="008C5C61" w:rsidRPr="004C3E92">
        <w:t>n</w:t>
      </w:r>
      <w:r w:rsidR="008C5C61" w:rsidRPr="004C3E92">
        <w:t>terroger ainsi sur elle</w:t>
      </w:r>
      <w:r>
        <w:t xml:space="preserve">, </w:t>
      </w:r>
      <w:r w:rsidR="008C5C61" w:rsidRPr="004C3E92">
        <w:t>dit Lucy</w:t>
      </w:r>
      <w:r>
        <w:t xml:space="preserve">, </w:t>
      </w:r>
      <w:r w:rsidR="008C5C61" w:rsidRPr="004C3E92">
        <w:t xml:space="preserve">examinant attentivement </w:t>
      </w:r>
      <w:proofErr w:type="spellStart"/>
      <w:r w:rsidR="008C5C61" w:rsidRPr="004C3E92">
        <w:t>Elinor</w:t>
      </w:r>
      <w:proofErr w:type="spellEnd"/>
      <w:r w:rsidR="008C5C61" w:rsidRPr="004C3E92">
        <w:t xml:space="preserve"> tout en parlant</w:t>
      </w:r>
      <w:r>
        <w:t xml:space="preserve"> ; </w:t>
      </w:r>
      <w:r w:rsidR="008C5C61" w:rsidRPr="004C3E92">
        <w:t>mais peut-être y a-t-il des raisons</w:t>
      </w:r>
      <w:r>
        <w:t xml:space="preserve">… </w:t>
      </w:r>
      <w:r w:rsidR="008C5C61" w:rsidRPr="004C3E92">
        <w:t>je voudrais pouvoir me hasarder</w:t>
      </w:r>
      <w:r>
        <w:t xml:space="preserve"> ; </w:t>
      </w:r>
      <w:r w:rsidR="008C5C61" w:rsidRPr="004C3E92">
        <w:t>toutefois</w:t>
      </w:r>
      <w:r>
        <w:t xml:space="preserve">, </w:t>
      </w:r>
      <w:r w:rsidR="008C5C61" w:rsidRPr="004C3E92">
        <w:t>j</w:t>
      </w:r>
      <w:r>
        <w:t>’</w:t>
      </w:r>
      <w:r w:rsidR="008C5C61" w:rsidRPr="004C3E92">
        <w:t>espère que vous me rendrez cette justice</w:t>
      </w:r>
      <w:r>
        <w:t xml:space="preserve">, </w:t>
      </w:r>
      <w:r w:rsidR="008C5C61" w:rsidRPr="004C3E92">
        <w:t>de croire que je n</w:t>
      </w:r>
      <w:r>
        <w:t>’</w:t>
      </w:r>
      <w:r w:rsidR="008C5C61" w:rsidRPr="004C3E92">
        <w:t>ai pas l</w:t>
      </w:r>
      <w:r>
        <w:t>’</w:t>
      </w:r>
      <w:r w:rsidR="008C5C61" w:rsidRPr="004C3E92">
        <w:t>intention d</w:t>
      </w:r>
      <w:r>
        <w:t>’</w:t>
      </w:r>
      <w:r w:rsidR="008C5C61" w:rsidRPr="004C3E92">
        <w:t>être impert</w:t>
      </w:r>
      <w:r w:rsidR="008C5C61" w:rsidRPr="004C3E92">
        <w:t>i</w:t>
      </w:r>
      <w:r w:rsidR="008C5C61" w:rsidRPr="004C3E92">
        <w:t>nente</w:t>
      </w:r>
      <w:r>
        <w:t>.</w:t>
      </w:r>
    </w:p>
    <w:p w14:paraId="39BA5E7C" w14:textId="77777777" w:rsidR="004A4993" w:rsidRDefault="008C5C61" w:rsidP="004A4993">
      <w:proofErr w:type="spellStart"/>
      <w:r w:rsidRPr="004C3E92">
        <w:t>Elinor</w:t>
      </w:r>
      <w:proofErr w:type="spellEnd"/>
      <w:r w:rsidRPr="004C3E92">
        <w:t xml:space="preserve"> lui fit une réponse polie</w:t>
      </w:r>
      <w:r w:rsidR="004A4993">
        <w:t xml:space="preserve">, </w:t>
      </w:r>
      <w:r w:rsidRPr="004C3E92">
        <w:t>et elles continuèrent à ma</w:t>
      </w:r>
      <w:r w:rsidRPr="004C3E92">
        <w:t>r</w:t>
      </w:r>
      <w:r w:rsidRPr="004C3E92">
        <w:t>cher quelques minutes en gardant un silence</w:t>
      </w:r>
      <w:r w:rsidR="004A4993">
        <w:t xml:space="preserve">, </w:t>
      </w:r>
      <w:r w:rsidRPr="004C3E92">
        <w:t xml:space="preserve">interrompu </w:t>
      </w:r>
      <w:r w:rsidRPr="004C3E92">
        <w:lastRenderedPageBreak/>
        <w:t>par Lucy</w:t>
      </w:r>
      <w:r w:rsidR="004A4993">
        <w:t xml:space="preserve">, </w:t>
      </w:r>
      <w:r w:rsidRPr="004C3E92">
        <w:t>qui reprit le sujet en disant</w:t>
      </w:r>
      <w:r w:rsidR="004A4993">
        <w:t xml:space="preserve">, </w:t>
      </w:r>
      <w:r w:rsidRPr="004C3E92">
        <w:t>non sans quelque hésitation</w:t>
      </w:r>
      <w:r w:rsidR="004A4993">
        <w:t> :</w:t>
      </w:r>
    </w:p>
    <w:p w14:paraId="2DF7EB02" w14:textId="77777777" w:rsidR="004A4993" w:rsidRDefault="004A4993" w:rsidP="004A4993">
      <w:r>
        <w:t>— </w:t>
      </w:r>
      <w:r w:rsidR="008C5C61" w:rsidRPr="004C3E92">
        <w:t>Je ne puis supporter que vous me croyiez d</w:t>
      </w:r>
      <w:r>
        <w:t>’</w:t>
      </w:r>
      <w:r w:rsidR="008C5C61" w:rsidRPr="004C3E92">
        <w:t>une curiosité impertinente</w:t>
      </w:r>
      <w:r>
        <w:t xml:space="preserve"> ; </w:t>
      </w:r>
      <w:r w:rsidR="008C5C61" w:rsidRPr="004C3E92">
        <w:t>assurément</w:t>
      </w:r>
      <w:r>
        <w:t xml:space="preserve">, </w:t>
      </w:r>
      <w:r w:rsidR="008C5C61" w:rsidRPr="004C3E92">
        <w:t>j</w:t>
      </w:r>
      <w:r>
        <w:t>’</w:t>
      </w:r>
      <w:r w:rsidR="008C5C61" w:rsidRPr="004C3E92">
        <w:t>aimerais mieux faire tout au mo</w:t>
      </w:r>
      <w:r w:rsidR="008C5C61" w:rsidRPr="004C3E92">
        <w:t>n</w:t>
      </w:r>
      <w:r w:rsidR="008C5C61" w:rsidRPr="004C3E92">
        <w:t>de</w:t>
      </w:r>
      <w:r>
        <w:t xml:space="preserve">, </w:t>
      </w:r>
      <w:r w:rsidR="008C5C61" w:rsidRPr="004C3E92">
        <w:t>plutôt que d</w:t>
      </w:r>
      <w:r>
        <w:t>’</w:t>
      </w:r>
      <w:r w:rsidR="008C5C61" w:rsidRPr="004C3E92">
        <w:t>être considérée comme telle par une personne dont la bonne opinion mérite</w:t>
      </w:r>
      <w:r>
        <w:t xml:space="preserve">, </w:t>
      </w:r>
      <w:r w:rsidR="008C5C61" w:rsidRPr="004C3E92">
        <w:t>autant que la vôtre</w:t>
      </w:r>
      <w:r>
        <w:t xml:space="preserve">, </w:t>
      </w:r>
      <w:r w:rsidR="008C5C61" w:rsidRPr="004C3E92">
        <w:t>qu</w:t>
      </w:r>
      <w:r>
        <w:t>’</w:t>
      </w:r>
      <w:r w:rsidR="008C5C61" w:rsidRPr="004C3E92">
        <w:t>on se l</w:t>
      </w:r>
      <w:r>
        <w:t>’</w:t>
      </w:r>
      <w:r w:rsidR="008C5C61" w:rsidRPr="004C3E92">
        <w:t>assure</w:t>
      </w:r>
      <w:r>
        <w:t xml:space="preserve">. </w:t>
      </w:r>
      <w:r w:rsidR="008C5C61" w:rsidRPr="004C3E92">
        <w:t>Et je suis sûre que je n</w:t>
      </w:r>
      <w:r>
        <w:t>’</w:t>
      </w:r>
      <w:r w:rsidR="008C5C61" w:rsidRPr="004C3E92">
        <w:t>aurais pas la moindre crainte de me confier à vous</w:t>
      </w:r>
      <w:r>
        <w:t xml:space="preserve"> ; </w:t>
      </w:r>
      <w:r w:rsidR="008C5C61" w:rsidRPr="004C3E92">
        <w:t>en vérité</w:t>
      </w:r>
      <w:r>
        <w:t xml:space="preserve">, </w:t>
      </w:r>
      <w:r w:rsidR="008C5C61" w:rsidRPr="004C3E92">
        <w:t>je serais ravie d</w:t>
      </w:r>
      <w:r>
        <w:t>’</w:t>
      </w:r>
      <w:r w:rsidR="008C5C61" w:rsidRPr="004C3E92">
        <w:t>avoir vos conseils sur la façon de me comporter dans une situation aussi gênante que celle dans laquelle je me trouve</w:t>
      </w:r>
      <w:r>
        <w:t xml:space="preserve"> ; </w:t>
      </w:r>
      <w:r w:rsidR="008C5C61" w:rsidRPr="004C3E92">
        <w:t>mais il n</w:t>
      </w:r>
      <w:r>
        <w:t>’</w:t>
      </w:r>
      <w:r w:rsidR="008C5C61" w:rsidRPr="004C3E92">
        <w:t>y a cependant pas lieu de vous importuner</w:t>
      </w:r>
      <w:r>
        <w:t xml:space="preserve">. </w:t>
      </w:r>
      <w:r w:rsidR="008C5C61" w:rsidRPr="004C3E92">
        <w:t>Je regrette que vous ne vous trouviez pas connaître Mrs</w:t>
      </w:r>
      <w:r>
        <w:t xml:space="preserve">. </w:t>
      </w:r>
      <w:proofErr w:type="spellStart"/>
      <w:r w:rsidR="008C5C61" w:rsidRPr="004C3E92">
        <w:t>Ferrars</w:t>
      </w:r>
      <w:proofErr w:type="spellEnd"/>
      <w:r>
        <w:t>.</w:t>
      </w:r>
    </w:p>
    <w:p w14:paraId="545E23C2" w14:textId="77777777" w:rsidR="004A4993" w:rsidRDefault="004A4993" w:rsidP="004A4993">
      <w:r>
        <w:t>— </w:t>
      </w:r>
      <w:r w:rsidR="008C5C61" w:rsidRPr="004C3E92">
        <w:t>Je le regrette aussi</w:t>
      </w:r>
      <w:r>
        <w:t xml:space="preserve">, </w:t>
      </w:r>
      <w:r w:rsidR="008C5C61" w:rsidRPr="004C3E92">
        <w:t xml:space="preserve">dit </w:t>
      </w:r>
      <w:proofErr w:type="spellStart"/>
      <w:r w:rsidR="008C5C61" w:rsidRPr="004C3E92">
        <w:t>Elinor</w:t>
      </w:r>
      <w:proofErr w:type="spellEnd"/>
      <w:r>
        <w:t xml:space="preserve">, </w:t>
      </w:r>
      <w:r w:rsidR="008C5C61" w:rsidRPr="004C3E92">
        <w:t>fort étonnée</w:t>
      </w:r>
      <w:r>
        <w:t xml:space="preserve">, </w:t>
      </w:r>
      <w:r w:rsidR="008C5C61" w:rsidRPr="004C3E92">
        <w:t>s</w:t>
      </w:r>
      <w:r>
        <w:t>’</w:t>
      </w:r>
      <w:r w:rsidR="008C5C61" w:rsidRPr="004C3E92">
        <w:t>il pouvait vous être utile en quoi que ce fût de connaître mon opinion sur elle</w:t>
      </w:r>
      <w:r>
        <w:t xml:space="preserve">. </w:t>
      </w:r>
      <w:r w:rsidR="008C5C61" w:rsidRPr="004C3E92">
        <w:t>Mais</w:t>
      </w:r>
      <w:r>
        <w:t xml:space="preserve">, </w:t>
      </w:r>
      <w:r w:rsidR="008C5C61" w:rsidRPr="004C3E92">
        <w:t>en vérité</w:t>
      </w:r>
      <w:r>
        <w:t xml:space="preserve">, </w:t>
      </w:r>
      <w:r w:rsidR="008C5C61" w:rsidRPr="004C3E92">
        <w:t>je n</w:t>
      </w:r>
      <w:r>
        <w:t>’</w:t>
      </w:r>
      <w:r w:rsidR="008C5C61" w:rsidRPr="004C3E92">
        <w:t>ai jamais compris que vous eussiez a</w:t>
      </w:r>
      <w:r w:rsidR="008C5C61" w:rsidRPr="004C3E92">
        <w:t>u</w:t>
      </w:r>
      <w:r w:rsidR="008C5C61" w:rsidRPr="004C3E92">
        <w:t>cun lien avec cette famille</w:t>
      </w:r>
      <w:r>
        <w:t xml:space="preserve">, </w:t>
      </w:r>
      <w:r w:rsidR="008C5C61" w:rsidRPr="004C3E92">
        <w:t>et c</w:t>
      </w:r>
      <w:r>
        <w:t>’</w:t>
      </w:r>
      <w:r w:rsidR="008C5C61" w:rsidRPr="004C3E92">
        <w:t>est pourquoi je suis un peu su</w:t>
      </w:r>
      <w:r w:rsidR="008C5C61" w:rsidRPr="004C3E92">
        <w:t>r</w:t>
      </w:r>
      <w:r w:rsidR="008C5C61" w:rsidRPr="004C3E92">
        <w:t>prise</w:t>
      </w:r>
      <w:r>
        <w:t xml:space="preserve">, </w:t>
      </w:r>
      <w:r w:rsidR="008C5C61" w:rsidRPr="004C3E92">
        <w:t>je l</w:t>
      </w:r>
      <w:r>
        <w:t>’</w:t>
      </w:r>
      <w:r w:rsidR="008C5C61" w:rsidRPr="004C3E92">
        <w:t>avoue</w:t>
      </w:r>
      <w:r>
        <w:t xml:space="preserve">, </w:t>
      </w:r>
      <w:r w:rsidR="008C5C61" w:rsidRPr="004C3E92">
        <w:t>d</w:t>
      </w:r>
      <w:r>
        <w:t>’</w:t>
      </w:r>
      <w:r w:rsidR="008C5C61" w:rsidRPr="004C3E92">
        <w:t>une interrogation aussi sérieuse quant au c</w:t>
      </w:r>
      <w:r w:rsidR="008C5C61" w:rsidRPr="004C3E92">
        <w:t>a</w:t>
      </w:r>
      <w:r w:rsidR="008C5C61" w:rsidRPr="004C3E92">
        <w:t>ractère de cette dame</w:t>
      </w:r>
      <w:r>
        <w:t>.</w:t>
      </w:r>
    </w:p>
    <w:p w14:paraId="0C7E1337" w14:textId="77777777" w:rsidR="004A4993" w:rsidRDefault="004A4993" w:rsidP="004A4993">
      <w:r>
        <w:t>— </w:t>
      </w:r>
      <w:r w:rsidR="008C5C61" w:rsidRPr="004C3E92">
        <w:t>Sans doute l</w:t>
      </w:r>
      <w:r>
        <w:t>’</w:t>
      </w:r>
      <w:r w:rsidR="008C5C61" w:rsidRPr="004C3E92">
        <w:t>êtes-vous</w:t>
      </w:r>
      <w:r>
        <w:t xml:space="preserve">, </w:t>
      </w:r>
      <w:r w:rsidR="008C5C61" w:rsidRPr="004C3E92">
        <w:t>et</w:t>
      </w:r>
      <w:r>
        <w:t xml:space="preserve">, </w:t>
      </w:r>
      <w:r w:rsidR="008C5C61" w:rsidRPr="004C3E92">
        <w:t>assurément</w:t>
      </w:r>
      <w:r>
        <w:t xml:space="preserve">, </w:t>
      </w:r>
      <w:r w:rsidR="008C5C61" w:rsidRPr="004C3E92">
        <w:t>cela ne m</w:t>
      </w:r>
      <w:r>
        <w:t>’</w:t>
      </w:r>
      <w:r w:rsidR="008C5C61" w:rsidRPr="004C3E92">
        <w:t>étonne pas</w:t>
      </w:r>
      <w:r>
        <w:t xml:space="preserve">. </w:t>
      </w:r>
      <w:r w:rsidR="008C5C61" w:rsidRPr="004C3E92">
        <w:t>Mais si j</w:t>
      </w:r>
      <w:r>
        <w:t>’</w:t>
      </w:r>
      <w:r w:rsidR="008C5C61" w:rsidRPr="004C3E92">
        <w:t>osais tout vous dire</w:t>
      </w:r>
      <w:r>
        <w:t xml:space="preserve">, </w:t>
      </w:r>
      <w:r w:rsidR="008C5C61" w:rsidRPr="004C3E92">
        <w:t>vous ne seriez pas aussi su</w:t>
      </w:r>
      <w:r w:rsidR="008C5C61" w:rsidRPr="004C3E92">
        <w:t>r</w:t>
      </w:r>
      <w:r w:rsidR="008C5C61" w:rsidRPr="004C3E92">
        <w:t>prise</w:t>
      </w:r>
      <w:r>
        <w:t xml:space="preserve">. </w:t>
      </w:r>
      <w:r w:rsidR="008C5C61" w:rsidRPr="004C3E92">
        <w:t>Mrs</w:t>
      </w:r>
      <w:r>
        <w:t xml:space="preserve">. </w:t>
      </w:r>
      <w:proofErr w:type="spellStart"/>
      <w:r w:rsidR="008C5C61" w:rsidRPr="004C3E92">
        <w:t>Ferrars</w:t>
      </w:r>
      <w:proofErr w:type="spellEnd"/>
      <w:r w:rsidR="008C5C61" w:rsidRPr="004C3E92">
        <w:t xml:space="preserve"> ne m</w:t>
      </w:r>
      <w:r>
        <w:t>’</w:t>
      </w:r>
      <w:r w:rsidR="008C5C61" w:rsidRPr="004C3E92">
        <w:t>est certainement rien pour le moment</w:t>
      </w:r>
      <w:r>
        <w:t xml:space="preserve"> ; </w:t>
      </w:r>
      <w:r w:rsidR="008C5C61" w:rsidRPr="004C3E92">
        <w:t>mais il pourra venir un jour</w:t>
      </w:r>
      <w:r>
        <w:t xml:space="preserve"> – </w:t>
      </w:r>
      <w:r w:rsidR="008C5C61" w:rsidRPr="004C3E92">
        <w:t>la proximité de ce jour doit d</w:t>
      </w:r>
      <w:r w:rsidR="008C5C61" w:rsidRPr="004C3E92">
        <w:t>é</w:t>
      </w:r>
      <w:r w:rsidR="008C5C61" w:rsidRPr="004C3E92">
        <w:t>pendre d</w:t>
      </w:r>
      <w:r>
        <w:t>’</w:t>
      </w:r>
      <w:r w:rsidR="008C5C61" w:rsidRPr="004C3E92">
        <w:t>elle</w:t>
      </w:r>
      <w:r>
        <w:t xml:space="preserve"> – </w:t>
      </w:r>
      <w:r w:rsidR="008C5C61" w:rsidRPr="004C3E92">
        <w:t>où nous serons peut-être fort intimement liées</w:t>
      </w:r>
      <w:r>
        <w:t>.</w:t>
      </w:r>
    </w:p>
    <w:p w14:paraId="1CEB7908" w14:textId="77777777" w:rsidR="004A4993" w:rsidRDefault="008C5C61" w:rsidP="004A4993">
      <w:r w:rsidRPr="004C3E92">
        <w:t>Elle baissa les yeux en disant cela</w:t>
      </w:r>
      <w:r w:rsidR="004A4993">
        <w:t xml:space="preserve">, </w:t>
      </w:r>
      <w:r w:rsidRPr="004C3E92">
        <w:t>aimablement timide</w:t>
      </w:r>
      <w:r w:rsidR="004A4993">
        <w:t xml:space="preserve">, </w:t>
      </w:r>
      <w:r w:rsidRPr="004C3E92">
        <w:t>se contentant de lancer un regard en coulisse à sa compagne</w:t>
      </w:r>
      <w:r w:rsidR="004A4993">
        <w:t xml:space="preserve">, </w:t>
      </w:r>
      <w:r w:rsidRPr="004C3E92">
        <w:t>afin d</w:t>
      </w:r>
      <w:r w:rsidR="004A4993">
        <w:t>’</w:t>
      </w:r>
      <w:r w:rsidRPr="004C3E92">
        <w:t>en observer l</w:t>
      </w:r>
      <w:r w:rsidR="004A4993">
        <w:t>’</w:t>
      </w:r>
      <w:r w:rsidRPr="004C3E92">
        <w:t>effet sur elle</w:t>
      </w:r>
      <w:r w:rsidR="004A4993">
        <w:t>.</w:t>
      </w:r>
    </w:p>
    <w:p w14:paraId="576E4323" w14:textId="77777777" w:rsidR="004A4993" w:rsidRDefault="004A4993" w:rsidP="004A4993">
      <w:r>
        <w:t>— </w:t>
      </w:r>
      <w:r w:rsidR="008C5C61" w:rsidRPr="004C3E92">
        <w:t>Grand Dieu</w:t>
      </w:r>
      <w:r>
        <w:t xml:space="preserve"> ! </w:t>
      </w:r>
      <w:r w:rsidR="008C5C61" w:rsidRPr="004C3E92">
        <w:t>s</w:t>
      </w:r>
      <w:r>
        <w:t>’</w:t>
      </w:r>
      <w:r w:rsidR="008C5C61" w:rsidRPr="004C3E92">
        <w:t xml:space="preserve">écria </w:t>
      </w:r>
      <w:proofErr w:type="spellStart"/>
      <w:r w:rsidR="008C5C61" w:rsidRPr="004C3E92">
        <w:t>Elinor</w:t>
      </w:r>
      <w:proofErr w:type="spellEnd"/>
      <w:r>
        <w:t xml:space="preserve">, </w:t>
      </w:r>
      <w:r w:rsidR="008C5C61" w:rsidRPr="004C3E92">
        <w:t>que voulez-vous dire</w:t>
      </w:r>
      <w:r>
        <w:t xml:space="preserve"> ? </w:t>
      </w:r>
      <w:r w:rsidR="008C5C61" w:rsidRPr="004C3E92">
        <w:t>Connaissez-vous Mr</w:t>
      </w:r>
      <w:r>
        <w:t xml:space="preserve">. </w:t>
      </w:r>
      <w:r w:rsidR="008C5C61" w:rsidRPr="004C3E92">
        <w:t xml:space="preserve">Robert </w:t>
      </w:r>
      <w:proofErr w:type="spellStart"/>
      <w:r w:rsidR="008C5C61" w:rsidRPr="004C3E92">
        <w:t>Ferrars</w:t>
      </w:r>
      <w:proofErr w:type="spellEnd"/>
      <w:r>
        <w:t xml:space="preserve"> ? </w:t>
      </w:r>
      <w:r w:rsidR="008C5C61" w:rsidRPr="004C3E92">
        <w:t>Se peut-il</w:t>
      </w:r>
      <w:r>
        <w:t xml:space="preserve"> ? </w:t>
      </w:r>
      <w:r w:rsidR="008C5C61" w:rsidRPr="004C3E92">
        <w:t xml:space="preserve">Et elle </w:t>
      </w:r>
      <w:r w:rsidR="008C5C61" w:rsidRPr="004C3E92">
        <w:lastRenderedPageBreak/>
        <w:t>n</w:t>
      </w:r>
      <w:r>
        <w:t>’</w:t>
      </w:r>
      <w:r w:rsidR="008C5C61" w:rsidRPr="004C3E92">
        <w:t>éprouva pas beaucoup d</w:t>
      </w:r>
      <w:r>
        <w:t>’</w:t>
      </w:r>
      <w:r w:rsidR="008C5C61" w:rsidRPr="004C3E92">
        <w:t>enthousiasme à l</w:t>
      </w:r>
      <w:r>
        <w:t>’</w:t>
      </w:r>
      <w:r w:rsidR="008C5C61" w:rsidRPr="004C3E92">
        <w:t>idée d</w:t>
      </w:r>
      <w:r>
        <w:t>’</w:t>
      </w:r>
      <w:r w:rsidR="008C5C61" w:rsidRPr="004C3E92">
        <w:t>une pareille belle-sœur</w:t>
      </w:r>
      <w:r>
        <w:t>.</w:t>
      </w:r>
    </w:p>
    <w:p w14:paraId="2D2B6B48" w14:textId="77777777" w:rsidR="004A4993" w:rsidRDefault="004A4993" w:rsidP="004A4993">
      <w:r>
        <w:t>— </w:t>
      </w:r>
      <w:r w:rsidR="008C5C61" w:rsidRPr="004C3E92">
        <w:t>Non</w:t>
      </w:r>
      <w:r>
        <w:t xml:space="preserve">, </w:t>
      </w:r>
      <w:r w:rsidR="008C5C61" w:rsidRPr="004C3E92">
        <w:t>répondit Lucy</w:t>
      </w:r>
      <w:r>
        <w:t xml:space="preserve">, </w:t>
      </w:r>
      <w:r w:rsidR="008C5C61" w:rsidRPr="004C3E92">
        <w:t>pas Mr</w:t>
      </w:r>
      <w:r>
        <w:t xml:space="preserve">. </w:t>
      </w:r>
      <w:r w:rsidR="008C5C61" w:rsidRPr="004C3E92">
        <w:t xml:space="preserve">Robert </w:t>
      </w:r>
      <w:proofErr w:type="spellStart"/>
      <w:r w:rsidR="008C5C61" w:rsidRPr="004C3E92">
        <w:t>Ferrars</w:t>
      </w:r>
      <w:proofErr w:type="spellEnd"/>
      <w:r>
        <w:t xml:space="preserve"> – </w:t>
      </w:r>
      <w:r w:rsidR="008C5C61" w:rsidRPr="004C3E92">
        <w:t>je ne l</w:t>
      </w:r>
      <w:r>
        <w:t>’</w:t>
      </w:r>
      <w:r w:rsidR="008C5C61" w:rsidRPr="004C3E92">
        <w:t>ai vu de ma vie</w:t>
      </w:r>
      <w:r>
        <w:t xml:space="preserve">, </w:t>
      </w:r>
      <w:r w:rsidR="008C5C61" w:rsidRPr="004C3E92">
        <w:t>mais</w:t>
      </w:r>
      <w:r>
        <w:t xml:space="preserve"> – </w:t>
      </w:r>
      <w:r w:rsidR="008C5C61" w:rsidRPr="004C3E92">
        <w:t xml:space="preserve">fixant les yeux sur </w:t>
      </w:r>
      <w:proofErr w:type="spellStart"/>
      <w:r w:rsidR="008C5C61" w:rsidRPr="004C3E92">
        <w:t>Elinor</w:t>
      </w:r>
      <w:proofErr w:type="spellEnd"/>
      <w:r>
        <w:t xml:space="preserve"> – </w:t>
      </w:r>
      <w:r w:rsidR="008C5C61" w:rsidRPr="004C3E92">
        <w:t>je connais son fr</w:t>
      </w:r>
      <w:r w:rsidR="008C5C61" w:rsidRPr="004C3E92">
        <w:t>è</w:t>
      </w:r>
      <w:r w:rsidR="008C5C61" w:rsidRPr="004C3E92">
        <w:t>re aîné</w:t>
      </w:r>
      <w:r>
        <w:t>.</w:t>
      </w:r>
    </w:p>
    <w:p w14:paraId="4CBE3D14" w14:textId="77777777" w:rsidR="004A4993" w:rsidRDefault="008C5C61" w:rsidP="004A4993">
      <w:r w:rsidRPr="004C3E92">
        <w:t>Ce qu</w:t>
      </w:r>
      <w:r w:rsidR="004A4993">
        <w:t>’</w:t>
      </w:r>
      <w:r w:rsidRPr="004C3E92">
        <w:t xml:space="preserve">éprouva </w:t>
      </w:r>
      <w:proofErr w:type="spellStart"/>
      <w:r w:rsidRPr="004C3E92">
        <w:t>Elinor</w:t>
      </w:r>
      <w:proofErr w:type="spellEnd"/>
      <w:r w:rsidRPr="004C3E92">
        <w:t xml:space="preserve"> en cet instant</w:t>
      </w:r>
      <w:r w:rsidR="004A4993">
        <w:t xml:space="preserve"> ? </w:t>
      </w:r>
      <w:r w:rsidRPr="004C3E92">
        <w:t>Un étonnement</w:t>
      </w:r>
      <w:r w:rsidR="004A4993">
        <w:t xml:space="preserve">, </w:t>
      </w:r>
      <w:r w:rsidRPr="004C3E92">
        <w:t>qui eût été aussi douloureux qu</w:t>
      </w:r>
      <w:r w:rsidR="004A4993">
        <w:t>’</w:t>
      </w:r>
      <w:r w:rsidRPr="004C3E92">
        <w:t>il était vif</w:t>
      </w:r>
      <w:r w:rsidR="004A4993">
        <w:t xml:space="preserve">, </w:t>
      </w:r>
      <w:r w:rsidRPr="004C3E92">
        <w:t>s</w:t>
      </w:r>
      <w:r w:rsidR="004A4993">
        <w:t>’</w:t>
      </w:r>
      <w:r w:rsidRPr="004C3E92">
        <w:t>il n</w:t>
      </w:r>
      <w:r w:rsidR="004A4993">
        <w:t>’</w:t>
      </w:r>
      <w:r w:rsidRPr="004C3E92">
        <w:t>avait été accomp</w:t>
      </w:r>
      <w:r w:rsidRPr="004C3E92">
        <w:t>a</w:t>
      </w:r>
      <w:r w:rsidRPr="004C3E92">
        <w:t>gné d</w:t>
      </w:r>
      <w:r w:rsidR="004A4993">
        <w:t>’</w:t>
      </w:r>
      <w:r w:rsidRPr="004C3E92">
        <w:t>une incrédulité immédiate quant à cette affirmation</w:t>
      </w:r>
      <w:r w:rsidR="004A4993">
        <w:t xml:space="preserve">. </w:t>
      </w:r>
      <w:r w:rsidRPr="004C3E92">
        <w:t>Elle se tourna vers Lucy en une stupéfaction silencieuse</w:t>
      </w:r>
      <w:r w:rsidR="004A4993">
        <w:t xml:space="preserve">, </w:t>
      </w:r>
      <w:r w:rsidRPr="004C3E92">
        <w:t>incapable de deviner la raison ou l</w:t>
      </w:r>
      <w:r w:rsidR="004A4993">
        <w:t>’</w:t>
      </w:r>
      <w:r w:rsidRPr="004C3E92">
        <w:t>objet d</w:t>
      </w:r>
      <w:r w:rsidR="004A4993">
        <w:t>’</w:t>
      </w:r>
      <w:r w:rsidRPr="004C3E92">
        <w:t>une telle déclaration</w:t>
      </w:r>
      <w:r w:rsidR="004A4993">
        <w:t xml:space="preserve">, </w:t>
      </w:r>
      <w:r w:rsidRPr="004C3E92">
        <w:t>et</w:t>
      </w:r>
      <w:r w:rsidR="004A4993">
        <w:t xml:space="preserve">, </w:t>
      </w:r>
      <w:r w:rsidRPr="004C3E92">
        <w:t>bien que son teint se modifiât</w:t>
      </w:r>
      <w:r w:rsidR="004A4993">
        <w:t xml:space="preserve">, </w:t>
      </w:r>
      <w:r w:rsidRPr="004C3E92">
        <w:t>elle resta ferme dans l</w:t>
      </w:r>
      <w:r w:rsidR="004A4993">
        <w:t>’</w:t>
      </w:r>
      <w:r w:rsidRPr="004C3E92">
        <w:t>incrédulité</w:t>
      </w:r>
      <w:r w:rsidR="004A4993">
        <w:t xml:space="preserve">, </w:t>
      </w:r>
      <w:r w:rsidRPr="004C3E92">
        <w:t>et ne se sentit en nul danger d</w:t>
      </w:r>
      <w:r w:rsidR="004A4993">
        <w:t>’</w:t>
      </w:r>
      <w:r w:rsidRPr="004C3E92">
        <w:t>un accès d</w:t>
      </w:r>
      <w:r w:rsidR="004A4993">
        <w:t>’</w:t>
      </w:r>
      <w:r w:rsidRPr="004C3E92">
        <w:t>hystérie ou de perte de connaissance</w:t>
      </w:r>
      <w:r w:rsidR="004A4993">
        <w:t>.</w:t>
      </w:r>
    </w:p>
    <w:p w14:paraId="02BD087C" w14:textId="77777777" w:rsidR="004A4993" w:rsidRDefault="008C5C61" w:rsidP="004A4993">
      <w:r w:rsidRPr="004C3E92">
        <w:t>C</w:t>
      </w:r>
      <w:r w:rsidR="004A4993">
        <w:t>’</w:t>
      </w:r>
      <w:r w:rsidRPr="004C3E92">
        <w:t>est à bon droit que vous pouvez être surprise</w:t>
      </w:r>
      <w:r w:rsidR="004A4993">
        <w:t xml:space="preserve">, </w:t>
      </w:r>
      <w:r w:rsidRPr="004C3E92">
        <w:t>reprit Lucy</w:t>
      </w:r>
      <w:r w:rsidR="004A4993">
        <w:t xml:space="preserve">, </w:t>
      </w:r>
      <w:r w:rsidRPr="004C3E92">
        <w:t>car vous ne pouviez certes en avoir</w:t>
      </w:r>
      <w:r w:rsidR="004A4993">
        <w:t xml:space="preserve">, </w:t>
      </w:r>
      <w:r w:rsidRPr="004C3E92">
        <w:t>préalablement</w:t>
      </w:r>
      <w:r w:rsidR="004A4993">
        <w:t xml:space="preserve">, </w:t>
      </w:r>
      <w:r w:rsidRPr="004C3E92">
        <w:t>la moindre idée</w:t>
      </w:r>
      <w:r w:rsidR="004A4993">
        <w:t xml:space="preserve"> ; </w:t>
      </w:r>
      <w:r w:rsidRPr="004C3E92">
        <w:t>et je suppose bien qu</w:t>
      </w:r>
      <w:r w:rsidR="004A4993">
        <w:t>’</w:t>
      </w:r>
      <w:r w:rsidRPr="004C3E92">
        <w:t>il n</w:t>
      </w:r>
      <w:r w:rsidR="004A4993">
        <w:t>’</w:t>
      </w:r>
      <w:r w:rsidRPr="004C3E92">
        <w:t>en a jamais soufflé mot à vous ni à personne de la famille</w:t>
      </w:r>
      <w:r w:rsidR="004A4993">
        <w:t xml:space="preserve">, </w:t>
      </w:r>
      <w:r w:rsidRPr="004C3E92">
        <w:t>car cela devait rester à l</w:t>
      </w:r>
      <w:r w:rsidR="004A4993">
        <w:t>’</w:t>
      </w:r>
      <w:r w:rsidRPr="004C3E92">
        <w:t>état de grand secret</w:t>
      </w:r>
      <w:r w:rsidR="004A4993">
        <w:t xml:space="preserve">, </w:t>
      </w:r>
      <w:r w:rsidRPr="004C3E92">
        <w:t>lequel</w:t>
      </w:r>
      <w:r w:rsidR="004A4993">
        <w:t xml:space="preserve">, </w:t>
      </w:r>
      <w:r w:rsidRPr="004C3E92">
        <w:t>j</w:t>
      </w:r>
      <w:r w:rsidR="004A4993">
        <w:t>’</w:t>
      </w:r>
      <w:r w:rsidRPr="004C3E92">
        <w:t>en suis sûre</w:t>
      </w:r>
      <w:r w:rsidR="004A4993">
        <w:t xml:space="preserve">, </w:t>
      </w:r>
      <w:r w:rsidRPr="004C3E92">
        <w:t>a été fidèlement gardé par moi ju</w:t>
      </w:r>
      <w:r w:rsidRPr="004C3E92">
        <w:t>s</w:t>
      </w:r>
      <w:r w:rsidRPr="004C3E92">
        <w:t>qu</w:t>
      </w:r>
      <w:r w:rsidR="004A4993">
        <w:t>’</w:t>
      </w:r>
      <w:r w:rsidRPr="004C3E92">
        <w:t>à cette heure</w:t>
      </w:r>
      <w:r w:rsidR="004A4993">
        <w:t xml:space="preserve">. </w:t>
      </w:r>
      <w:r w:rsidRPr="004C3E92">
        <w:t>Pas une âme</w:t>
      </w:r>
      <w:r w:rsidR="004A4993">
        <w:t xml:space="preserve">, </w:t>
      </w:r>
      <w:r w:rsidRPr="004C3E92">
        <w:t>parmi toutes nos connaissances</w:t>
      </w:r>
      <w:r w:rsidR="004A4993">
        <w:t xml:space="preserve">, </w:t>
      </w:r>
      <w:r w:rsidRPr="004C3E92">
        <w:t>n</w:t>
      </w:r>
      <w:r w:rsidR="004A4993">
        <w:t>’</w:t>
      </w:r>
      <w:r w:rsidRPr="004C3E92">
        <w:t>en a rien su</w:t>
      </w:r>
      <w:r w:rsidR="004A4993">
        <w:t xml:space="preserve">, </w:t>
      </w:r>
      <w:r w:rsidRPr="004C3E92">
        <w:t>sauf Anne</w:t>
      </w:r>
      <w:r w:rsidR="004A4993">
        <w:t xml:space="preserve">, </w:t>
      </w:r>
      <w:r w:rsidRPr="004C3E92">
        <w:t>et je ne vous en aurais jamais parlé</w:t>
      </w:r>
      <w:r w:rsidR="004A4993">
        <w:t xml:space="preserve">, </w:t>
      </w:r>
      <w:r w:rsidRPr="004C3E92">
        <w:t>si je n</w:t>
      </w:r>
      <w:r w:rsidR="004A4993">
        <w:t>’</w:t>
      </w:r>
      <w:r w:rsidRPr="004C3E92">
        <w:t>avais compté le plus vigoureusement du monde sur votre discrétion</w:t>
      </w:r>
      <w:r w:rsidR="004A4993">
        <w:t xml:space="preserve"> ; </w:t>
      </w:r>
      <w:r w:rsidRPr="004C3E92">
        <w:t>et il m</w:t>
      </w:r>
      <w:r w:rsidR="004A4993">
        <w:t>’</w:t>
      </w:r>
      <w:r w:rsidRPr="004C3E92">
        <w:t>a véritablement semblé que mon attitude</w:t>
      </w:r>
      <w:r w:rsidR="004A4993">
        <w:t xml:space="preserve">, </w:t>
      </w:r>
      <w:r w:rsidRPr="004C3E92">
        <w:t>en vous posant tant de questions sur Mrs</w:t>
      </w:r>
      <w:r w:rsidR="004A4993">
        <w:t xml:space="preserve">. </w:t>
      </w:r>
      <w:proofErr w:type="spellStart"/>
      <w:r w:rsidRPr="004C3E92">
        <w:t>Ferrars</w:t>
      </w:r>
      <w:proofErr w:type="spellEnd"/>
      <w:r w:rsidR="004A4993">
        <w:t xml:space="preserve">, </w:t>
      </w:r>
      <w:r w:rsidRPr="004C3E92">
        <w:t>devait paraître si bizarre</w:t>
      </w:r>
      <w:r w:rsidR="004A4993">
        <w:t xml:space="preserve">, </w:t>
      </w:r>
      <w:r w:rsidRPr="004C3E92">
        <w:t>qu</w:t>
      </w:r>
      <w:r w:rsidR="004A4993">
        <w:t>’</w:t>
      </w:r>
      <w:r w:rsidRPr="004C3E92">
        <w:t>il fallait l</w:t>
      </w:r>
      <w:r w:rsidR="004A4993">
        <w:t>’</w:t>
      </w:r>
      <w:r w:rsidRPr="004C3E92">
        <w:t>expliquer</w:t>
      </w:r>
      <w:r w:rsidR="004A4993">
        <w:t xml:space="preserve">. </w:t>
      </w:r>
      <w:r w:rsidRPr="004C3E92">
        <w:t>Et je ne crois pas que Mr</w:t>
      </w:r>
      <w:r w:rsidR="004A4993">
        <w:t xml:space="preserve">. </w:t>
      </w:r>
      <w:proofErr w:type="spellStart"/>
      <w:r w:rsidRPr="004C3E92">
        <w:t>Fe</w:t>
      </w:r>
      <w:r w:rsidRPr="004C3E92">
        <w:t>r</w:t>
      </w:r>
      <w:r w:rsidRPr="004C3E92">
        <w:t>rars</w:t>
      </w:r>
      <w:proofErr w:type="spellEnd"/>
      <w:r w:rsidRPr="004C3E92">
        <w:t xml:space="preserve"> puisse être mécontent quand il saura que j</w:t>
      </w:r>
      <w:r w:rsidR="004A4993">
        <w:t>’</w:t>
      </w:r>
      <w:r w:rsidRPr="004C3E92">
        <w:t>ai eu confiance en vous</w:t>
      </w:r>
      <w:r w:rsidR="004A4993">
        <w:t xml:space="preserve">, </w:t>
      </w:r>
      <w:r w:rsidRPr="004C3E92">
        <w:t>parce que je sais qu</w:t>
      </w:r>
      <w:r w:rsidR="004A4993">
        <w:t>’</w:t>
      </w:r>
      <w:r w:rsidRPr="004C3E92">
        <w:t>il a la meilleure opinion du monde de votre famille</w:t>
      </w:r>
      <w:r w:rsidR="004A4993">
        <w:t xml:space="preserve">, </w:t>
      </w:r>
      <w:r w:rsidRPr="004C3E92">
        <w:t>et vous considère tout à fait</w:t>
      </w:r>
      <w:r w:rsidR="004A4993">
        <w:t xml:space="preserve">, </w:t>
      </w:r>
      <w:r w:rsidRPr="004C3E92">
        <w:t xml:space="preserve">vous et les autres demoiselles </w:t>
      </w:r>
      <w:proofErr w:type="spellStart"/>
      <w:r w:rsidRPr="004C3E92">
        <w:t>Dashwood</w:t>
      </w:r>
      <w:proofErr w:type="spellEnd"/>
      <w:r w:rsidR="004A4993">
        <w:t xml:space="preserve">, </w:t>
      </w:r>
      <w:r w:rsidRPr="004C3E92">
        <w:t>comme ses propres sœurs</w:t>
      </w:r>
      <w:r w:rsidR="004A4993">
        <w:t>.</w:t>
      </w:r>
    </w:p>
    <w:p w14:paraId="44C9B5A7" w14:textId="77777777" w:rsidR="004A4993" w:rsidRDefault="008C5C61" w:rsidP="004A4993">
      <w:r w:rsidRPr="004C3E92">
        <w:t>Elle se tut</w:t>
      </w:r>
      <w:r w:rsidR="004A4993">
        <w:t>.</w:t>
      </w:r>
    </w:p>
    <w:p w14:paraId="0CBE8573" w14:textId="77777777" w:rsidR="004A4993" w:rsidRDefault="008C5C61" w:rsidP="004A4993">
      <w:proofErr w:type="spellStart"/>
      <w:r w:rsidRPr="004C3E92">
        <w:lastRenderedPageBreak/>
        <w:t>Elinor</w:t>
      </w:r>
      <w:proofErr w:type="spellEnd"/>
      <w:r w:rsidRPr="004C3E92">
        <w:t xml:space="preserve"> demeura quelques instants silencieuse</w:t>
      </w:r>
      <w:r w:rsidR="004A4993">
        <w:t xml:space="preserve">. </w:t>
      </w:r>
      <w:r w:rsidRPr="004C3E92">
        <w:t>Son éto</w:t>
      </w:r>
      <w:r w:rsidRPr="004C3E92">
        <w:t>n</w:t>
      </w:r>
      <w:r w:rsidRPr="004C3E92">
        <w:t>nement devant ce qu</w:t>
      </w:r>
      <w:r w:rsidR="004A4993">
        <w:t>’</w:t>
      </w:r>
      <w:r w:rsidRPr="004C3E92">
        <w:t>elle avait entendu lui coupa d</w:t>
      </w:r>
      <w:r w:rsidR="004A4993">
        <w:t>’</w:t>
      </w:r>
      <w:r w:rsidRPr="004C3E92">
        <w:t>abord la p</w:t>
      </w:r>
      <w:r w:rsidRPr="004C3E92">
        <w:t>a</w:t>
      </w:r>
      <w:r w:rsidRPr="004C3E92">
        <w:t>role</w:t>
      </w:r>
      <w:r w:rsidR="004A4993">
        <w:t xml:space="preserve">, </w:t>
      </w:r>
      <w:r w:rsidRPr="004C3E92">
        <w:t>mais</w:t>
      </w:r>
      <w:r w:rsidR="004A4993">
        <w:t xml:space="preserve">, </w:t>
      </w:r>
      <w:r w:rsidRPr="004C3E92">
        <w:t>se forçant enfin à parler</w:t>
      </w:r>
      <w:r w:rsidR="004A4993">
        <w:t xml:space="preserve">, </w:t>
      </w:r>
      <w:r w:rsidRPr="004C3E92">
        <w:t>et à parler prudemment</w:t>
      </w:r>
      <w:r w:rsidR="004A4993">
        <w:t xml:space="preserve">, </w:t>
      </w:r>
      <w:r w:rsidRPr="004C3E92">
        <w:t>e</w:t>
      </w:r>
      <w:r w:rsidRPr="004C3E92">
        <w:t>l</w:t>
      </w:r>
      <w:r w:rsidRPr="004C3E92">
        <w:t>le dit</w:t>
      </w:r>
      <w:r w:rsidR="004A4993">
        <w:t xml:space="preserve">, </w:t>
      </w:r>
      <w:r w:rsidRPr="004C3E92">
        <w:t>avec un calme de façons qui dissimulait assez bien sa pe</w:t>
      </w:r>
      <w:r w:rsidRPr="004C3E92">
        <w:t>i</w:t>
      </w:r>
      <w:r w:rsidRPr="004C3E92">
        <w:t>ne et son inquiétude</w:t>
      </w:r>
      <w:r w:rsidR="004A4993">
        <w:t> :</w:t>
      </w:r>
    </w:p>
    <w:p w14:paraId="4A7737F3" w14:textId="77777777" w:rsidR="004A4993" w:rsidRDefault="004A4993" w:rsidP="004A4993">
      <w:r>
        <w:t>— </w:t>
      </w:r>
      <w:r w:rsidR="008C5C61" w:rsidRPr="004C3E92">
        <w:t>Puis-je vous demander si vos fiançailles remontent à longtemps</w:t>
      </w:r>
      <w:r>
        <w:t> ?</w:t>
      </w:r>
    </w:p>
    <w:p w14:paraId="51554749" w14:textId="77777777" w:rsidR="004A4993" w:rsidRDefault="004A4993" w:rsidP="004A4993">
      <w:r>
        <w:t>— </w:t>
      </w:r>
      <w:r w:rsidR="008C5C61" w:rsidRPr="004C3E92">
        <w:t>Voilà quatre ans que nous sommes fiancés</w:t>
      </w:r>
      <w:r>
        <w:t>.</w:t>
      </w:r>
    </w:p>
    <w:p w14:paraId="43DBAA73" w14:textId="77777777" w:rsidR="004A4993" w:rsidRDefault="004A4993" w:rsidP="004A4993">
      <w:r>
        <w:t>— </w:t>
      </w:r>
      <w:r w:rsidR="008C5C61" w:rsidRPr="004C3E92">
        <w:t>Quatre ans</w:t>
      </w:r>
      <w:r>
        <w:t> !</w:t>
      </w:r>
    </w:p>
    <w:p w14:paraId="35A93FE4" w14:textId="77777777" w:rsidR="004A4993" w:rsidRDefault="004A4993" w:rsidP="004A4993">
      <w:r>
        <w:t>— </w:t>
      </w:r>
      <w:r w:rsidR="008C5C61" w:rsidRPr="004C3E92">
        <w:t>Oui</w:t>
      </w:r>
      <w:r>
        <w:t>.</w:t>
      </w:r>
    </w:p>
    <w:p w14:paraId="0B32C891" w14:textId="77777777" w:rsidR="004A4993" w:rsidRDefault="008C5C61" w:rsidP="004A4993">
      <w:proofErr w:type="spellStart"/>
      <w:r w:rsidRPr="004C3E92">
        <w:t>Elinor</w:t>
      </w:r>
      <w:proofErr w:type="spellEnd"/>
      <w:r w:rsidR="004A4993">
        <w:t xml:space="preserve">, </w:t>
      </w:r>
      <w:r w:rsidRPr="004C3E92">
        <w:t>bien qu</w:t>
      </w:r>
      <w:r w:rsidR="004A4993">
        <w:t>’</w:t>
      </w:r>
      <w:r w:rsidRPr="004C3E92">
        <w:t>elle fût violemment scandalisée</w:t>
      </w:r>
      <w:r w:rsidR="004A4993">
        <w:t xml:space="preserve">, </w:t>
      </w:r>
      <w:r w:rsidRPr="004C3E92">
        <w:t>se sentit encore incapable de le croire</w:t>
      </w:r>
      <w:r w:rsidR="004A4993">
        <w:t>.</w:t>
      </w:r>
    </w:p>
    <w:p w14:paraId="1213D77E" w14:textId="77777777" w:rsidR="004A4993" w:rsidRDefault="004A4993" w:rsidP="004A4993">
      <w:r>
        <w:t>— </w:t>
      </w:r>
      <w:r w:rsidR="008C5C61" w:rsidRPr="004C3E92">
        <w:t>Je ne savais pas</w:t>
      </w:r>
      <w:r>
        <w:t xml:space="preserve">, </w:t>
      </w:r>
      <w:r w:rsidR="008C5C61" w:rsidRPr="004C3E92">
        <w:t>dit-elle</w:t>
      </w:r>
      <w:r>
        <w:t xml:space="preserve">, </w:t>
      </w:r>
      <w:r w:rsidR="008C5C61" w:rsidRPr="004C3E92">
        <w:t>jusqu</w:t>
      </w:r>
      <w:r>
        <w:t>’</w:t>
      </w:r>
      <w:r w:rsidR="008C5C61" w:rsidRPr="004C3E92">
        <w:t>à l</w:t>
      </w:r>
      <w:r>
        <w:t>’</w:t>
      </w:r>
      <w:r w:rsidR="008C5C61" w:rsidRPr="004C3E92">
        <w:t>autre jour</w:t>
      </w:r>
      <w:r>
        <w:t xml:space="preserve">, </w:t>
      </w:r>
      <w:r w:rsidR="008C5C61" w:rsidRPr="004C3E92">
        <w:t>que vous le connussiez seulement</w:t>
      </w:r>
      <w:r>
        <w:t> !</w:t>
      </w:r>
    </w:p>
    <w:p w14:paraId="65E839D3" w14:textId="77777777" w:rsidR="004A4993" w:rsidRDefault="004A4993" w:rsidP="004A4993">
      <w:r>
        <w:t>— </w:t>
      </w:r>
      <w:r w:rsidR="008C5C61" w:rsidRPr="004C3E92">
        <w:t>Notre connaissance</w:t>
      </w:r>
      <w:r>
        <w:t xml:space="preserve">, </w:t>
      </w:r>
      <w:r w:rsidR="008C5C61" w:rsidRPr="004C3E92">
        <w:t>cependant</w:t>
      </w:r>
      <w:r>
        <w:t xml:space="preserve">, </w:t>
      </w:r>
      <w:r w:rsidR="008C5C61" w:rsidRPr="004C3E92">
        <w:t>remonte à de nombre</w:t>
      </w:r>
      <w:r w:rsidR="008C5C61" w:rsidRPr="004C3E92">
        <w:t>u</w:t>
      </w:r>
      <w:r w:rsidR="008C5C61" w:rsidRPr="004C3E92">
        <w:t>ses années</w:t>
      </w:r>
      <w:r>
        <w:t xml:space="preserve">. </w:t>
      </w:r>
      <w:r w:rsidR="008C5C61" w:rsidRPr="004C3E92">
        <w:t>Il a été confié aux soins de mon oncle</w:t>
      </w:r>
      <w:r>
        <w:t xml:space="preserve">, </w:t>
      </w:r>
      <w:r w:rsidR="008C5C61" w:rsidRPr="004C3E92">
        <w:t>voyez-vous</w:t>
      </w:r>
      <w:r>
        <w:t xml:space="preserve">, </w:t>
      </w:r>
      <w:r w:rsidR="008C5C61" w:rsidRPr="004C3E92">
        <w:t>pendant un temps considérable</w:t>
      </w:r>
      <w:r>
        <w:t>.</w:t>
      </w:r>
    </w:p>
    <w:p w14:paraId="14C27B6F" w14:textId="77777777" w:rsidR="004A4993" w:rsidRDefault="004A4993" w:rsidP="004A4993">
      <w:r>
        <w:t>— </w:t>
      </w:r>
      <w:r w:rsidR="008C5C61" w:rsidRPr="004C3E92">
        <w:t>Votre oncle</w:t>
      </w:r>
      <w:r>
        <w:t> !</w:t>
      </w:r>
    </w:p>
    <w:p w14:paraId="77884BE8" w14:textId="77777777" w:rsidR="004A4993" w:rsidRDefault="004A4993" w:rsidP="004A4993">
      <w:r>
        <w:t>— </w:t>
      </w:r>
      <w:r w:rsidR="008C5C61" w:rsidRPr="004C3E92">
        <w:t>Oui</w:t>
      </w:r>
      <w:r>
        <w:t xml:space="preserve">, </w:t>
      </w:r>
      <w:r w:rsidR="008C5C61" w:rsidRPr="004C3E92">
        <w:t>Mr</w:t>
      </w:r>
      <w:r>
        <w:t xml:space="preserve">. </w:t>
      </w:r>
      <w:r w:rsidR="008C5C61" w:rsidRPr="004C3E92">
        <w:t>Pratt</w:t>
      </w:r>
      <w:r>
        <w:t xml:space="preserve">. </w:t>
      </w:r>
      <w:r w:rsidR="008C5C61" w:rsidRPr="004C3E92">
        <w:t>L</w:t>
      </w:r>
      <w:r>
        <w:t>’</w:t>
      </w:r>
      <w:r w:rsidR="008C5C61" w:rsidRPr="004C3E92">
        <w:t>avez-vous jamais entendu parler de Mr</w:t>
      </w:r>
      <w:r>
        <w:t xml:space="preserve">. </w:t>
      </w:r>
      <w:r w:rsidR="008C5C61" w:rsidRPr="004C3E92">
        <w:t>Pratt</w:t>
      </w:r>
      <w:r>
        <w:t> ?</w:t>
      </w:r>
    </w:p>
    <w:p w14:paraId="000AA859" w14:textId="77777777" w:rsidR="004A4993" w:rsidRDefault="004A4993" w:rsidP="004A4993">
      <w:r>
        <w:t>— </w:t>
      </w:r>
      <w:r w:rsidR="008C5C61" w:rsidRPr="004C3E92">
        <w:t>Je crois que oui</w:t>
      </w:r>
      <w:r>
        <w:t xml:space="preserve">, </w:t>
      </w:r>
      <w:r w:rsidR="008C5C61" w:rsidRPr="004C3E92">
        <w:t xml:space="preserve">répondit </w:t>
      </w:r>
      <w:proofErr w:type="spellStart"/>
      <w:r w:rsidR="008C5C61" w:rsidRPr="004C3E92">
        <w:t>Elinor</w:t>
      </w:r>
      <w:proofErr w:type="spellEnd"/>
      <w:r>
        <w:t xml:space="preserve">, </w:t>
      </w:r>
      <w:r w:rsidR="008C5C61" w:rsidRPr="004C3E92">
        <w:t>mettant en œuvre un courage qui allait croissant avec son émotion</w:t>
      </w:r>
      <w:r>
        <w:t>.</w:t>
      </w:r>
    </w:p>
    <w:p w14:paraId="0FAAA062" w14:textId="77777777" w:rsidR="004A4993" w:rsidRDefault="004A4993" w:rsidP="004A4993">
      <w:r>
        <w:t>— </w:t>
      </w:r>
      <w:r w:rsidR="008C5C61" w:rsidRPr="004C3E92">
        <w:t>Il est resté quatre ans chez mon oncle</w:t>
      </w:r>
      <w:r>
        <w:t xml:space="preserve">, </w:t>
      </w:r>
      <w:r w:rsidR="008C5C61" w:rsidRPr="004C3E92">
        <w:t xml:space="preserve">qui habite </w:t>
      </w:r>
      <w:proofErr w:type="spellStart"/>
      <w:r w:rsidR="008C5C61" w:rsidRPr="004C3E92">
        <w:t>Lon</w:t>
      </w:r>
      <w:r w:rsidR="008C5C61" w:rsidRPr="004C3E92">
        <w:t>g</w:t>
      </w:r>
      <w:r w:rsidR="008C5C61" w:rsidRPr="004C3E92">
        <w:t>staple</w:t>
      </w:r>
      <w:proofErr w:type="spellEnd"/>
      <w:r>
        <w:t xml:space="preserve">, </w:t>
      </w:r>
      <w:r w:rsidR="008C5C61" w:rsidRPr="004C3E92">
        <w:t>près de Plymouth</w:t>
      </w:r>
      <w:r>
        <w:t xml:space="preserve">. </w:t>
      </w:r>
      <w:r w:rsidR="008C5C61" w:rsidRPr="004C3E92">
        <w:t>C</w:t>
      </w:r>
      <w:r>
        <w:t>’</w:t>
      </w:r>
      <w:r w:rsidR="008C5C61" w:rsidRPr="004C3E92">
        <w:t>est là que nous avons noué connai</w:t>
      </w:r>
      <w:r w:rsidR="008C5C61" w:rsidRPr="004C3E92">
        <w:t>s</w:t>
      </w:r>
      <w:r w:rsidR="008C5C61" w:rsidRPr="004C3E92">
        <w:t>sance</w:t>
      </w:r>
      <w:r>
        <w:t xml:space="preserve">, </w:t>
      </w:r>
      <w:r w:rsidR="008C5C61" w:rsidRPr="004C3E92">
        <w:t>car ma sœur et moi</w:t>
      </w:r>
      <w:r>
        <w:t xml:space="preserve">, </w:t>
      </w:r>
      <w:r w:rsidR="008C5C61" w:rsidRPr="004C3E92">
        <w:t>nous allions souvent chez mon oncle</w:t>
      </w:r>
      <w:r>
        <w:t xml:space="preserve">, </w:t>
      </w:r>
      <w:r w:rsidR="008C5C61" w:rsidRPr="004C3E92">
        <w:t>et c</w:t>
      </w:r>
      <w:r>
        <w:t>’</w:t>
      </w:r>
      <w:r w:rsidR="008C5C61" w:rsidRPr="004C3E92">
        <w:t>est là qu</w:t>
      </w:r>
      <w:r>
        <w:t>’</w:t>
      </w:r>
      <w:r w:rsidR="008C5C61" w:rsidRPr="004C3E92">
        <w:t>eurent lieu nos fiançailles</w:t>
      </w:r>
      <w:r>
        <w:t xml:space="preserve">, </w:t>
      </w:r>
      <w:r w:rsidR="008C5C61" w:rsidRPr="004C3E92">
        <w:t>bien que ce ne fût qu</w:t>
      </w:r>
      <w:r>
        <w:t>’</w:t>
      </w:r>
      <w:r w:rsidR="008C5C61" w:rsidRPr="004C3E92">
        <w:t>un an après qu</w:t>
      </w:r>
      <w:r>
        <w:t>’</w:t>
      </w:r>
      <w:r w:rsidR="008C5C61" w:rsidRPr="004C3E92">
        <w:t xml:space="preserve">il eut quitté la maison en qualité </w:t>
      </w:r>
      <w:r w:rsidR="008C5C61" w:rsidRPr="004C3E92">
        <w:lastRenderedPageBreak/>
        <w:t>d</w:t>
      </w:r>
      <w:r>
        <w:t>’</w:t>
      </w:r>
      <w:r w:rsidR="008C5C61" w:rsidRPr="004C3E92">
        <w:t>élève</w:t>
      </w:r>
      <w:r>
        <w:t xml:space="preserve"> ; </w:t>
      </w:r>
      <w:r w:rsidR="008C5C61" w:rsidRPr="004C3E92">
        <w:t>mais</w:t>
      </w:r>
      <w:r>
        <w:t xml:space="preserve">, </w:t>
      </w:r>
      <w:r w:rsidR="008C5C61" w:rsidRPr="004C3E92">
        <w:t>par la suite</w:t>
      </w:r>
      <w:r>
        <w:t xml:space="preserve">, </w:t>
      </w:r>
      <w:r w:rsidR="008C5C61" w:rsidRPr="004C3E92">
        <w:t>il a été presque tout le temps auprès de nous</w:t>
      </w:r>
      <w:r>
        <w:t xml:space="preserve">. </w:t>
      </w:r>
      <w:r w:rsidR="008C5C61" w:rsidRPr="004C3E92">
        <w:t>Il me r</w:t>
      </w:r>
      <w:r w:rsidR="008C5C61" w:rsidRPr="004C3E92">
        <w:t>é</w:t>
      </w:r>
      <w:r w:rsidR="008C5C61" w:rsidRPr="004C3E92">
        <w:t>pugnait fort d</w:t>
      </w:r>
      <w:r>
        <w:t>’</w:t>
      </w:r>
      <w:r w:rsidR="008C5C61" w:rsidRPr="004C3E92">
        <w:t>échanger cette promesse de mariage</w:t>
      </w:r>
      <w:r>
        <w:t xml:space="preserve">, </w:t>
      </w:r>
      <w:r w:rsidR="008C5C61" w:rsidRPr="004C3E92">
        <w:t>comme bien vous pensez</w:t>
      </w:r>
      <w:r>
        <w:t xml:space="preserve">, </w:t>
      </w:r>
      <w:r w:rsidR="008C5C61" w:rsidRPr="004C3E92">
        <w:t>sans la connaissance et l</w:t>
      </w:r>
      <w:r>
        <w:t>’</w:t>
      </w:r>
      <w:r w:rsidR="008C5C61" w:rsidRPr="004C3E92">
        <w:t>approbation de sa mère</w:t>
      </w:r>
      <w:r>
        <w:t xml:space="preserve"> ; </w:t>
      </w:r>
      <w:r w:rsidR="008C5C61" w:rsidRPr="004C3E92">
        <w:t>mais j</w:t>
      </w:r>
      <w:r>
        <w:t>’</w:t>
      </w:r>
      <w:r w:rsidR="008C5C61" w:rsidRPr="004C3E92">
        <w:t>étais trop jeune</w:t>
      </w:r>
      <w:r>
        <w:t xml:space="preserve">, </w:t>
      </w:r>
      <w:r w:rsidR="008C5C61" w:rsidRPr="004C3E92">
        <w:t>et je l</w:t>
      </w:r>
      <w:r>
        <w:t>’</w:t>
      </w:r>
      <w:r w:rsidR="008C5C61" w:rsidRPr="004C3E92">
        <w:t>aimais trop</w:t>
      </w:r>
      <w:r>
        <w:t xml:space="preserve">, </w:t>
      </w:r>
      <w:r w:rsidR="008C5C61" w:rsidRPr="004C3E92">
        <w:t>pour être aussi pr</w:t>
      </w:r>
      <w:r w:rsidR="008C5C61" w:rsidRPr="004C3E92">
        <w:t>u</w:t>
      </w:r>
      <w:r w:rsidR="008C5C61" w:rsidRPr="004C3E92">
        <w:t>dente qu</w:t>
      </w:r>
      <w:r>
        <w:t>’</w:t>
      </w:r>
      <w:r w:rsidR="008C5C61" w:rsidRPr="004C3E92">
        <w:t>il eût fallu</w:t>
      </w:r>
      <w:r>
        <w:t xml:space="preserve">. </w:t>
      </w:r>
      <w:r w:rsidR="008C5C61" w:rsidRPr="004C3E92">
        <w:t>Bien que vous ne le connaissiez pas aussi bien que moi</w:t>
      </w:r>
      <w:r>
        <w:t xml:space="preserve">, </w:t>
      </w:r>
      <w:r w:rsidR="008C5C61" w:rsidRPr="004C3E92">
        <w:t xml:space="preserve">miss </w:t>
      </w:r>
      <w:proofErr w:type="spellStart"/>
      <w:r w:rsidR="008C5C61" w:rsidRPr="004C3E92">
        <w:t>Dashwood</w:t>
      </w:r>
      <w:proofErr w:type="spellEnd"/>
      <w:r>
        <w:t xml:space="preserve">, </w:t>
      </w:r>
      <w:r w:rsidR="008C5C61" w:rsidRPr="004C3E92">
        <w:t>vous avez dû le fréquenter suff</w:t>
      </w:r>
      <w:r w:rsidR="008C5C61" w:rsidRPr="004C3E92">
        <w:t>i</w:t>
      </w:r>
      <w:r w:rsidR="008C5C61" w:rsidRPr="004C3E92">
        <w:t>samment pour sentir qu</w:t>
      </w:r>
      <w:r>
        <w:t>’</w:t>
      </w:r>
      <w:r w:rsidR="008C5C61" w:rsidRPr="004C3E92">
        <w:t>il est fort capable de faire éprouver à une femme un attachement sincère pour lui</w:t>
      </w:r>
      <w:r>
        <w:t>.</w:t>
      </w:r>
    </w:p>
    <w:p w14:paraId="2C58EA95" w14:textId="77777777" w:rsidR="004A4993" w:rsidRDefault="004A4993" w:rsidP="004A4993">
      <w:r>
        <w:t>— </w:t>
      </w:r>
      <w:r w:rsidR="008C5C61" w:rsidRPr="004C3E92">
        <w:t>Certainement</w:t>
      </w:r>
      <w:r>
        <w:t xml:space="preserve">, </w:t>
      </w:r>
      <w:r w:rsidR="008C5C61" w:rsidRPr="004C3E92">
        <w:t xml:space="preserve">répondit </w:t>
      </w:r>
      <w:proofErr w:type="spellStart"/>
      <w:r w:rsidR="008C5C61" w:rsidRPr="004C3E92">
        <w:t>Elinor</w:t>
      </w:r>
      <w:proofErr w:type="spellEnd"/>
      <w:r>
        <w:t xml:space="preserve">, </w:t>
      </w:r>
      <w:r w:rsidR="008C5C61" w:rsidRPr="004C3E92">
        <w:t>sans savoir ce qu</w:t>
      </w:r>
      <w:r>
        <w:t>’</w:t>
      </w:r>
      <w:r w:rsidR="008C5C61" w:rsidRPr="004C3E92">
        <w:t>elle d</w:t>
      </w:r>
      <w:r w:rsidR="008C5C61" w:rsidRPr="004C3E92">
        <w:t>i</w:t>
      </w:r>
      <w:r w:rsidR="008C5C61" w:rsidRPr="004C3E92">
        <w:t>sait</w:t>
      </w:r>
      <w:r>
        <w:t xml:space="preserve"> ; </w:t>
      </w:r>
      <w:r w:rsidR="008C5C61" w:rsidRPr="004C3E92">
        <w:t>mais au bout d</w:t>
      </w:r>
      <w:r>
        <w:t>’</w:t>
      </w:r>
      <w:r w:rsidR="008C5C61" w:rsidRPr="004C3E92">
        <w:t>un instant de réflexion</w:t>
      </w:r>
      <w:r>
        <w:t xml:space="preserve">, </w:t>
      </w:r>
      <w:r w:rsidR="008C5C61" w:rsidRPr="004C3E92">
        <w:t>elle ajouta</w:t>
      </w:r>
      <w:r>
        <w:t xml:space="preserve">, </w:t>
      </w:r>
      <w:r w:rsidR="008C5C61" w:rsidRPr="004C3E92">
        <w:t>avec un renouveau de confiance en l</w:t>
      </w:r>
      <w:r>
        <w:t>’</w:t>
      </w:r>
      <w:r w:rsidR="008C5C61" w:rsidRPr="004C3E92">
        <w:t>honneur et en l</w:t>
      </w:r>
      <w:r>
        <w:t>’</w:t>
      </w:r>
      <w:r w:rsidR="008C5C61" w:rsidRPr="004C3E92">
        <w:t>amour d</w:t>
      </w:r>
      <w:r>
        <w:t>’</w:t>
      </w:r>
      <w:r w:rsidR="008C5C61" w:rsidRPr="004C3E92">
        <w:t>Edward</w:t>
      </w:r>
      <w:r>
        <w:t xml:space="preserve">, </w:t>
      </w:r>
      <w:r w:rsidR="008C5C61" w:rsidRPr="004C3E92">
        <w:t>et en le caractère mensonger de sa compagne</w:t>
      </w:r>
      <w:r>
        <w:t> :</w:t>
      </w:r>
    </w:p>
    <w:p w14:paraId="39F18905" w14:textId="77777777" w:rsidR="004A4993" w:rsidRDefault="004A4993" w:rsidP="004A4993">
      <w:r>
        <w:t>— </w:t>
      </w:r>
      <w:r w:rsidR="008C5C61" w:rsidRPr="004C3E92">
        <w:t>Fiancée à Mr</w:t>
      </w:r>
      <w:r>
        <w:t xml:space="preserve">. </w:t>
      </w:r>
      <w:r w:rsidR="008C5C61" w:rsidRPr="004C3E92">
        <w:t xml:space="preserve">Edward </w:t>
      </w:r>
      <w:proofErr w:type="spellStart"/>
      <w:r w:rsidR="008C5C61" w:rsidRPr="004C3E92">
        <w:t>Ferrars</w:t>
      </w:r>
      <w:proofErr w:type="spellEnd"/>
      <w:r>
        <w:t xml:space="preserve"> ! </w:t>
      </w:r>
      <w:r w:rsidR="008C5C61" w:rsidRPr="004C3E92">
        <w:t>Je m</w:t>
      </w:r>
      <w:r>
        <w:t>’</w:t>
      </w:r>
      <w:r w:rsidR="008C5C61" w:rsidRPr="004C3E92">
        <w:t>avoue si totalement surprise de ce que vous me dites</w:t>
      </w:r>
      <w:r>
        <w:t xml:space="preserve">, </w:t>
      </w:r>
      <w:r w:rsidR="008C5C61" w:rsidRPr="004C3E92">
        <w:t>que vraiment</w:t>
      </w:r>
      <w:r>
        <w:t xml:space="preserve">… </w:t>
      </w:r>
      <w:r w:rsidR="008C5C61" w:rsidRPr="004C3E92">
        <w:t>je vous d</w:t>
      </w:r>
      <w:r w:rsidR="008C5C61" w:rsidRPr="004C3E92">
        <w:t>e</w:t>
      </w:r>
      <w:r w:rsidR="008C5C61" w:rsidRPr="004C3E92">
        <w:t>mande pardon</w:t>
      </w:r>
      <w:r>
        <w:t xml:space="preserve"> : </w:t>
      </w:r>
      <w:r w:rsidR="008C5C61" w:rsidRPr="004C3E92">
        <w:t>mais il doit sûrement y avoir quelque erreur de personne ou de nom</w:t>
      </w:r>
      <w:r>
        <w:t xml:space="preserve">. </w:t>
      </w:r>
      <w:r w:rsidR="008C5C61" w:rsidRPr="004C3E92">
        <w:t>Il ne se peut pas que nous parlions du même Mr</w:t>
      </w:r>
      <w:r>
        <w:t xml:space="preserve">. </w:t>
      </w:r>
      <w:proofErr w:type="spellStart"/>
      <w:r w:rsidR="008C5C61" w:rsidRPr="004C3E92">
        <w:t>Ferrars</w:t>
      </w:r>
      <w:proofErr w:type="spellEnd"/>
      <w:r>
        <w:t>.</w:t>
      </w:r>
    </w:p>
    <w:p w14:paraId="7A685247" w14:textId="77777777" w:rsidR="004A4993" w:rsidRDefault="004A4993" w:rsidP="004A4993">
      <w:r>
        <w:t>— </w:t>
      </w:r>
      <w:r w:rsidR="008C5C61" w:rsidRPr="004C3E92">
        <w:t>Nous ne pouvons vouloir parler de nul autre</w:t>
      </w:r>
      <w:r>
        <w:t xml:space="preserve">, </w:t>
      </w:r>
      <w:r w:rsidR="008C5C61" w:rsidRPr="004C3E92">
        <w:t>s</w:t>
      </w:r>
      <w:r>
        <w:t>’</w:t>
      </w:r>
      <w:r w:rsidR="008C5C61" w:rsidRPr="004C3E92">
        <w:t>écria L</w:t>
      </w:r>
      <w:r w:rsidR="008C5C61" w:rsidRPr="004C3E92">
        <w:t>u</w:t>
      </w:r>
      <w:r w:rsidR="008C5C61" w:rsidRPr="004C3E92">
        <w:t>cy</w:t>
      </w:r>
      <w:r>
        <w:t xml:space="preserve">, </w:t>
      </w:r>
      <w:r w:rsidR="008C5C61" w:rsidRPr="004C3E92">
        <w:t>souriant</w:t>
      </w:r>
      <w:r>
        <w:t xml:space="preserve">. </w:t>
      </w:r>
      <w:r w:rsidR="008C5C61" w:rsidRPr="004C3E92">
        <w:t>Mr</w:t>
      </w:r>
      <w:r>
        <w:t xml:space="preserve">. </w:t>
      </w:r>
      <w:r w:rsidR="008C5C61" w:rsidRPr="004C3E92">
        <w:t xml:space="preserve">Edward </w:t>
      </w:r>
      <w:proofErr w:type="spellStart"/>
      <w:r w:rsidR="008C5C61" w:rsidRPr="004C3E92">
        <w:t>Ferrars</w:t>
      </w:r>
      <w:proofErr w:type="spellEnd"/>
      <w:r>
        <w:t xml:space="preserve">, </w:t>
      </w:r>
      <w:r w:rsidR="008C5C61" w:rsidRPr="004C3E92">
        <w:t>le fils aîné de Mrs</w:t>
      </w:r>
      <w:r>
        <w:t xml:space="preserve">. </w:t>
      </w:r>
      <w:proofErr w:type="spellStart"/>
      <w:r w:rsidR="008C5C61" w:rsidRPr="004C3E92">
        <w:t>Ferrars</w:t>
      </w:r>
      <w:proofErr w:type="spellEnd"/>
      <w:r>
        <w:t xml:space="preserve">, </w:t>
      </w:r>
      <w:r w:rsidR="008C5C61" w:rsidRPr="004C3E92">
        <w:t>de Park Street</w:t>
      </w:r>
      <w:r>
        <w:t xml:space="preserve">, </w:t>
      </w:r>
      <w:r w:rsidR="008C5C61" w:rsidRPr="004C3E92">
        <w:t>et le frère de votre belle-sœur Mrs</w:t>
      </w:r>
      <w:r>
        <w:t xml:space="preserve">. </w:t>
      </w:r>
      <w:r w:rsidR="008C5C61" w:rsidRPr="004C3E92">
        <w:t xml:space="preserve">John </w:t>
      </w:r>
      <w:proofErr w:type="spellStart"/>
      <w:r w:rsidR="008C5C61" w:rsidRPr="004C3E92">
        <w:t>Dashwood</w:t>
      </w:r>
      <w:proofErr w:type="spellEnd"/>
      <w:r>
        <w:t xml:space="preserve">, </w:t>
      </w:r>
      <w:r w:rsidR="008C5C61" w:rsidRPr="004C3E92">
        <w:t>telle est la personne dont je veux parler</w:t>
      </w:r>
      <w:r>
        <w:t xml:space="preserve"> ; </w:t>
      </w:r>
      <w:r w:rsidR="008C5C61" w:rsidRPr="004C3E92">
        <w:t>vous reconnaîtrez qu</w:t>
      </w:r>
      <w:r>
        <w:t>’</w:t>
      </w:r>
      <w:r w:rsidR="008C5C61" w:rsidRPr="004C3E92">
        <w:t>il y a peu de chances pour que je me trompe sur le nom de l</w:t>
      </w:r>
      <w:r>
        <w:t>’</w:t>
      </w:r>
      <w:r w:rsidR="008C5C61" w:rsidRPr="004C3E92">
        <w:t>homme de qui dépend tout mon bonheur</w:t>
      </w:r>
      <w:r>
        <w:t>.</w:t>
      </w:r>
    </w:p>
    <w:p w14:paraId="44F786AB" w14:textId="77777777" w:rsidR="004A4993" w:rsidRDefault="004A4993" w:rsidP="004A4993">
      <w:r>
        <w:t>— </w:t>
      </w:r>
      <w:r w:rsidR="008C5C61" w:rsidRPr="004C3E92">
        <w:t>Il est étrange</w:t>
      </w:r>
      <w:r>
        <w:t xml:space="preserve">, </w:t>
      </w:r>
      <w:r w:rsidR="008C5C61" w:rsidRPr="004C3E92">
        <w:t xml:space="preserve">répondit </w:t>
      </w:r>
      <w:proofErr w:type="spellStart"/>
      <w:r w:rsidR="008C5C61" w:rsidRPr="004C3E92">
        <w:t>Elinor</w:t>
      </w:r>
      <w:proofErr w:type="spellEnd"/>
      <w:r>
        <w:t xml:space="preserve">, </w:t>
      </w:r>
      <w:r w:rsidR="008C5C61" w:rsidRPr="004C3E92">
        <w:t>dans une perplexité fort douloureuse</w:t>
      </w:r>
      <w:r>
        <w:t xml:space="preserve">, </w:t>
      </w:r>
      <w:r w:rsidR="008C5C61" w:rsidRPr="004C3E92">
        <w:t>que je ne lui aie seulement jamais entendu pr</w:t>
      </w:r>
      <w:r w:rsidR="008C5C61" w:rsidRPr="004C3E92">
        <w:t>o</w:t>
      </w:r>
      <w:r w:rsidR="008C5C61" w:rsidRPr="004C3E92">
        <w:t>noncer votre nom</w:t>
      </w:r>
      <w:r>
        <w:t>.</w:t>
      </w:r>
    </w:p>
    <w:p w14:paraId="0DA6EBB0" w14:textId="77777777" w:rsidR="004A4993" w:rsidRDefault="004A4993" w:rsidP="004A4993">
      <w:r>
        <w:t>— </w:t>
      </w:r>
      <w:r w:rsidR="008C5C61" w:rsidRPr="004C3E92">
        <w:t>Non</w:t>
      </w:r>
      <w:r>
        <w:t xml:space="preserve">, </w:t>
      </w:r>
      <w:r w:rsidR="008C5C61" w:rsidRPr="004C3E92">
        <w:t>étant donnée notre situation</w:t>
      </w:r>
      <w:r>
        <w:t xml:space="preserve">, </w:t>
      </w:r>
      <w:r w:rsidR="008C5C61" w:rsidRPr="004C3E92">
        <w:t>ce n</w:t>
      </w:r>
      <w:r>
        <w:t>’</w:t>
      </w:r>
      <w:r w:rsidR="008C5C61" w:rsidRPr="004C3E92">
        <w:t>a pas été étrange</w:t>
      </w:r>
      <w:r>
        <w:t xml:space="preserve">. </w:t>
      </w:r>
      <w:r w:rsidR="008C5C61" w:rsidRPr="004C3E92">
        <w:t>Notre premier soin a été de tenir l</w:t>
      </w:r>
      <w:r>
        <w:t>’</w:t>
      </w:r>
      <w:r w:rsidR="008C5C61" w:rsidRPr="004C3E92">
        <w:t>affaire secrète</w:t>
      </w:r>
      <w:r>
        <w:t xml:space="preserve">. </w:t>
      </w:r>
      <w:r w:rsidR="008C5C61" w:rsidRPr="004C3E92">
        <w:t>Vous ne connaissiez rien de moi ni de ma famille</w:t>
      </w:r>
      <w:r>
        <w:t xml:space="preserve">, </w:t>
      </w:r>
      <w:r w:rsidR="008C5C61" w:rsidRPr="004C3E92">
        <w:t xml:space="preserve">de sorte </w:t>
      </w:r>
      <w:r w:rsidR="008C5C61" w:rsidRPr="004C3E92">
        <w:lastRenderedPageBreak/>
        <w:t>qu</w:t>
      </w:r>
      <w:r>
        <w:t>’</w:t>
      </w:r>
      <w:r w:rsidR="008C5C61" w:rsidRPr="004C3E92">
        <w:t>il n</w:t>
      </w:r>
      <w:r>
        <w:t>’</w:t>
      </w:r>
      <w:r w:rsidR="008C5C61" w:rsidRPr="004C3E92">
        <w:t>a j</w:t>
      </w:r>
      <w:r w:rsidR="008C5C61" w:rsidRPr="004C3E92">
        <w:t>a</w:t>
      </w:r>
      <w:r w:rsidR="008C5C61" w:rsidRPr="004C3E92">
        <w:t>mais pu y avoir lieu de prononcer mon nom devant vous</w:t>
      </w:r>
      <w:r>
        <w:t xml:space="preserve"> ; </w:t>
      </w:r>
      <w:r w:rsidR="008C5C61" w:rsidRPr="004C3E92">
        <w:t>et comme il craignait toujours tout particulièrement que sa sœur ne soupçonnât quelque chose</w:t>
      </w:r>
      <w:r>
        <w:t xml:space="preserve">, </w:t>
      </w:r>
      <w:r w:rsidR="008C5C61" w:rsidRPr="004C3E92">
        <w:t>c</w:t>
      </w:r>
      <w:r>
        <w:t>’</w:t>
      </w:r>
      <w:r w:rsidR="008C5C61" w:rsidRPr="004C3E92">
        <w:t>était là une raison suffisante pour qu</w:t>
      </w:r>
      <w:r>
        <w:t>’</w:t>
      </w:r>
      <w:r w:rsidR="008C5C61" w:rsidRPr="004C3E92">
        <w:t>il ne le prononçât pas</w:t>
      </w:r>
      <w:r>
        <w:t>.</w:t>
      </w:r>
    </w:p>
    <w:p w14:paraId="0E0CF9EA" w14:textId="77777777" w:rsidR="004A4993" w:rsidRDefault="008C5C61" w:rsidP="004A4993">
      <w:r w:rsidRPr="004C3E92">
        <w:t>Elle se tut</w:t>
      </w:r>
      <w:r w:rsidR="004A4993">
        <w:t xml:space="preserve">. </w:t>
      </w:r>
      <w:r w:rsidRPr="004C3E92">
        <w:t>L</w:t>
      </w:r>
      <w:r w:rsidR="004A4993">
        <w:t>’</w:t>
      </w:r>
      <w:r w:rsidRPr="004C3E92">
        <w:t>assurance d</w:t>
      </w:r>
      <w:r w:rsidR="004A4993">
        <w:t>’</w:t>
      </w:r>
      <w:proofErr w:type="spellStart"/>
      <w:r w:rsidRPr="004C3E92">
        <w:t>Elinor</w:t>
      </w:r>
      <w:proofErr w:type="spellEnd"/>
      <w:r w:rsidRPr="004C3E92">
        <w:t xml:space="preserve"> s</w:t>
      </w:r>
      <w:r w:rsidR="004A4993">
        <w:t>’</w:t>
      </w:r>
      <w:r w:rsidRPr="004C3E92">
        <w:t>effondra</w:t>
      </w:r>
      <w:r w:rsidR="004A4993">
        <w:t xml:space="preserve"> ; </w:t>
      </w:r>
      <w:r w:rsidRPr="004C3E92">
        <w:t>mais sa maîtr</w:t>
      </w:r>
      <w:r w:rsidRPr="004C3E92">
        <w:t>i</w:t>
      </w:r>
      <w:r w:rsidRPr="004C3E92">
        <w:t>se de soi ne s</w:t>
      </w:r>
      <w:r w:rsidR="004A4993">
        <w:t>’</w:t>
      </w:r>
      <w:r w:rsidRPr="004C3E92">
        <w:t>effondra pas en même temps</w:t>
      </w:r>
      <w:r w:rsidR="004A4993">
        <w:t>.</w:t>
      </w:r>
    </w:p>
    <w:p w14:paraId="78229E5C" w14:textId="77777777" w:rsidR="004A4993" w:rsidRDefault="004A4993" w:rsidP="004A4993">
      <w:r>
        <w:t>— </w:t>
      </w:r>
      <w:r w:rsidR="008C5C61" w:rsidRPr="004C3E92">
        <w:t>Vous êtes fiancés depuis quatre ans</w:t>
      </w:r>
      <w:r>
        <w:t xml:space="preserve">, </w:t>
      </w:r>
      <w:r w:rsidR="008C5C61" w:rsidRPr="004C3E92">
        <w:t>dit-elle d</w:t>
      </w:r>
      <w:r>
        <w:t>’</w:t>
      </w:r>
      <w:r w:rsidR="008C5C61" w:rsidRPr="004C3E92">
        <w:t>une voix ferme</w:t>
      </w:r>
      <w:r>
        <w:t>.</w:t>
      </w:r>
    </w:p>
    <w:p w14:paraId="2F42590D" w14:textId="77777777" w:rsidR="004A4993" w:rsidRDefault="004A4993" w:rsidP="004A4993">
      <w:r>
        <w:t>— </w:t>
      </w:r>
      <w:r w:rsidR="008C5C61" w:rsidRPr="004C3E92">
        <w:t>Oui</w:t>
      </w:r>
      <w:r>
        <w:t xml:space="preserve"> ; </w:t>
      </w:r>
      <w:r w:rsidR="008C5C61" w:rsidRPr="004C3E92">
        <w:t>et Dieu sait combien de temps il va nous falloir a</w:t>
      </w:r>
      <w:r w:rsidR="008C5C61" w:rsidRPr="004C3E92">
        <w:t>t</w:t>
      </w:r>
      <w:r w:rsidR="008C5C61" w:rsidRPr="004C3E92">
        <w:t>tendre encore</w:t>
      </w:r>
      <w:r>
        <w:t xml:space="preserve">. </w:t>
      </w:r>
      <w:r w:rsidR="008C5C61" w:rsidRPr="004C3E92">
        <w:t>Pauvre Edward</w:t>
      </w:r>
      <w:r>
        <w:t xml:space="preserve"> ! </w:t>
      </w:r>
      <w:r w:rsidR="008C5C61" w:rsidRPr="004C3E92">
        <w:t>Cela le décourage complèt</w:t>
      </w:r>
      <w:r w:rsidR="008C5C61" w:rsidRPr="004C3E92">
        <w:t>e</w:t>
      </w:r>
      <w:r w:rsidR="008C5C61" w:rsidRPr="004C3E92">
        <w:t>ment</w:t>
      </w:r>
      <w:r>
        <w:t xml:space="preserve">. </w:t>
      </w:r>
      <w:r w:rsidR="008C5C61" w:rsidRPr="004C3E92">
        <w:t>Puis</w:t>
      </w:r>
      <w:r>
        <w:t xml:space="preserve">, </w:t>
      </w:r>
      <w:r w:rsidR="008C5C61" w:rsidRPr="004C3E92">
        <w:t>tirant de sa poche une petite miniature</w:t>
      </w:r>
      <w:r>
        <w:t xml:space="preserve">, </w:t>
      </w:r>
      <w:r w:rsidR="008C5C61" w:rsidRPr="004C3E92">
        <w:t>elle ajouta</w:t>
      </w:r>
      <w:r>
        <w:t xml:space="preserve"> : </w:t>
      </w:r>
      <w:r w:rsidR="008C5C61" w:rsidRPr="004C3E92">
        <w:t>Pour empêcher toute possibilité d</w:t>
      </w:r>
      <w:r>
        <w:t>’</w:t>
      </w:r>
      <w:r w:rsidR="008C5C61" w:rsidRPr="004C3E92">
        <w:t>erreur</w:t>
      </w:r>
      <w:r>
        <w:t xml:space="preserve">, </w:t>
      </w:r>
      <w:r w:rsidR="008C5C61" w:rsidRPr="004C3E92">
        <w:t>soyez assez bonne pour regarder ce visage</w:t>
      </w:r>
      <w:r>
        <w:t xml:space="preserve">. </w:t>
      </w:r>
      <w:r w:rsidR="008C5C61" w:rsidRPr="004C3E92">
        <w:t>Il ne le flatte pas</w:t>
      </w:r>
      <w:r>
        <w:t xml:space="preserve">, </w:t>
      </w:r>
      <w:r w:rsidR="008C5C61" w:rsidRPr="004C3E92">
        <w:t>assurément</w:t>
      </w:r>
      <w:r>
        <w:t xml:space="preserve">, </w:t>
      </w:r>
      <w:proofErr w:type="gramStart"/>
      <w:r w:rsidR="008C5C61" w:rsidRPr="004C3E92">
        <w:t>mais pourtant</w:t>
      </w:r>
      <w:proofErr w:type="gramEnd"/>
      <w:r>
        <w:t xml:space="preserve">, </w:t>
      </w:r>
      <w:r w:rsidR="008C5C61" w:rsidRPr="004C3E92">
        <w:t xml:space="preserve">je crois que vous ne </w:t>
      </w:r>
      <w:proofErr w:type="spellStart"/>
      <w:r w:rsidR="008C5C61" w:rsidRPr="004C3E92">
        <w:t>pourrez vous</w:t>
      </w:r>
      <w:proofErr w:type="spellEnd"/>
      <w:r w:rsidR="008C5C61" w:rsidRPr="004C3E92">
        <w:t xml:space="preserve"> méprendre sur la personne qu</w:t>
      </w:r>
      <w:r>
        <w:t>’</w:t>
      </w:r>
      <w:r w:rsidR="008C5C61" w:rsidRPr="004C3E92">
        <w:t>il représente</w:t>
      </w:r>
      <w:r>
        <w:t xml:space="preserve">. </w:t>
      </w:r>
      <w:r w:rsidR="008C5C61" w:rsidRPr="004C3E92">
        <w:t>Voilà trois ans que je l</w:t>
      </w:r>
      <w:r>
        <w:t>’</w:t>
      </w:r>
      <w:r w:rsidR="008C5C61" w:rsidRPr="004C3E92">
        <w:t>ai</w:t>
      </w:r>
      <w:r>
        <w:t>.</w:t>
      </w:r>
    </w:p>
    <w:p w14:paraId="1E699091" w14:textId="77777777" w:rsidR="004A4993" w:rsidRDefault="008C5C61" w:rsidP="004A4993">
      <w:r w:rsidRPr="004C3E92">
        <w:t>Elle le lui mit dans les mains tout en parlant</w:t>
      </w:r>
      <w:r w:rsidR="004A4993">
        <w:t xml:space="preserve">, </w:t>
      </w:r>
      <w:r w:rsidRPr="004C3E92">
        <w:t xml:space="preserve">et lorsque </w:t>
      </w:r>
      <w:proofErr w:type="spellStart"/>
      <w:r w:rsidRPr="004C3E92">
        <w:t>Elinor</w:t>
      </w:r>
      <w:proofErr w:type="spellEnd"/>
      <w:r w:rsidRPr="004C3E92">
        <w:t xml:space="preserve"> vit le portrait</w:t>
      </w:r>
      <w:r w:rsidR="004A4993">
        <w:t xml:space="preserve">, </w:t>
      </w:r>
      <w:r w:rsidRPr="004C3E92">
        <w:t>quelque doute qu</w:t>
      </w:r>
      <w:r w:rsidR="004A4993">
        <w:t>’</w:t>
      </w:r>
      <w:r w:rsidRPr="004C3E92">
        <w:t>eussent pu lui laisser en l</w:t>
      </w:r>
      <w:r w:rsidR="004A4993">
        <w:t>’</w:t>
      </w:r>
      <w:r w:rsidRPr="004C3E92">
        <w:t>esprit sa crainte d</w:t>
      </w:r>
      <w:r w:rsidR="004A4993">
        <w:t>’</w:t>
      </w:r>
      <w:r w:rsidRPr="004C3E92">
        <w:t>une décision trop hâtive ou son désir de d</w:t>
      </w:r>
      <w:r w:rsidRPr="004C3E92">
        <w:t>é</w:t>
      </w:r>
      <w:r w:rsidRPr="004C3E92">
        <w:t>couvrir un mensonge</w:t>
      </w:r>
      <w:r w:rsidR="004A4993">
        <w:t xml:space="preserve">, </w:t>
      </w:r>
      <w:r w:rsidRPr="004C3E92">
        <w:t>elle n</w:t>
      </w:r>
      <w:r w:rsidR="004A4993">
        <w:t>’</w:t>
      </w:r>
      <w:r w:rsidRPr="004C3E92">
        <w:t>en put éprouver aucun sur le fait que ce fût le visage d</w:t>
      </w:r>
      <w:r w:rsidR="004A4993">
        <w:t>’</w:t>
      </w:r>
      <w:r w:rsidRPr="004C3E92">
        <w:t>Edward</w:t>
      </w:r>
      <w:r w:rsidR="004A4993">
        <w:t xml:space="preserve">. </w:t>
      </w:r>
      <w:r w:rsidRPr="004C3E92">
        <w:t>Elle le restitua presque à l</w:t>
      </w:r>
      <w:r w:rsidR="004A4993">
        <w:t>’</w:t>
      </w:r>
      <w:r w:rsidRPr="004C3E92">
        <w:t>instant</w:t>
      </w:r>
      <w:r w:rsidR="004A4993">
        <w:t xml:space="preserve">, </w:t>
      </w:r>
      <w:r w:rsidRPr="004C3E92">
        <w:t>en avouant la ressemblance</w:t>
      </w:r>
      <w:r w:rsidR="004A4993">
        <w:t>.</w:t>
      </w:r>
    </w:p>
    <w:p w14:paraId="54A47E1F" w14:textId="77777777" w:rsidR="004A4993" w:rsidRDefault="004A4993" w:rsidP="004A4993">
      <w:r>
        <w:t>— </w:t>
      </w:r>
      <w:r w:rsidR="008C5C61" w:rsidRPr="004C3E92">
        <w:t>Je n</w:t>
      </w:r>
      <w:r>
        <w:t>’</w:t>
      </w:r>
      <w:r w:rsidR="008C5C61" w:rsidRPr="004C3E92">
        <w:t>ai jamais pu</w:t>
      </w:r>
      <w:r>
        <w:t xml:space="preserve">, </w:t>
      </w:r>
      <w:r w:rsidR="008C5C61" w:rsidRPr="004C3E92">
        <w:t>reprit Lucy</w:t>
      </w:r>
      <w:r>
        <w:t xml:space="preserve">, </w:t>
      </w:r>
      <w:r w:rsidR="008C5C61" w:rsidRPr="004C3E92">
        <w:t>lui donner mon portrait en retour</w:t>
      </w:r>
      <w:r>
        <w:t xml:space="preserve">, </w:t>
      </w:r>
      <w:r w:rsidR="008C5C61" w:rsidRPr="004C3E92">
        <w:t>ce qui me contrarie beaucoup</w:t>
      </w:r>
      <w:r>
        <w:t xml:space="preserve">, </w:t>
      </w:r>
      <w:r w:rsidR="008C5C61" w:rsidRPr="004C3E92">
        <w:t>car il a toujours été si d</w:t>
      </w:r>
      <w:r w:rsidR="008C5C61" w:rsidRPr="004C3E92">
        <w:t>é</w:t>
      </w:r>
      <w:r w:rsidR="008C5C61" w:rsidRPr="004C3E92">
        <w:t>sireux de l</w:t>
      </w:r>
      <w:r>
        <w:t>’</w:t>
      </w:r>
      <w:r w:rsidR="008C5C61" w:rsidRPr="004C3E92">
        <w:t>avoir</w:t>
      </w:r>
      <w:r>
        <w:t xml:space="preserve">. </w:t>
      </w:r>
      <w:r w:rsidR="008C5C61" w:rsidRPr="004C3E92">
        <w:t>Mais je suis résolue à le faire faire</w:t>
      </w:r>
      <w:r>
        <w:t xml:space="preserve">, </w:t>
      </w:r>
      <w:r w:rsidR="008C5C61" w:rsidRPr="004C3E92">
        <w:t>dès la pr</w:t>
      </w:r>
      <w:r w:rsidR="008C5C61" w:rsidRPr="004C3E92">
        <w:t>e</w:t>
      </w:r>
      <w:r w:rsidR="008C5C61" w:rsidRPr="004C3E92">
        <w:t>mière occasion</w:t>
      </w:r>
      <w:r>
        <w:t>.</w:t>
      </w:r>
    </w:p>
    <w:p w14:paraId="73025623" w14:textId="77777777" w:rsidR="004A4993" w:rsidRDefault="004A4993" w:rsidP="004A4993">
      <w:r>
        <w:t>— </w:t>
      </w:r>
      <w:r w:rsidR="008C5C61" w:rsidRPr="004C3E92">
        <w:t>Vous avez parfaitement raison</w:t>
      </w:r>
      <w:r>
        <w:t xml:space="preserve">, </w:t>
      </w:r>
      <w:r w:rsidR="008C5C61" w:rsidRPr="004C3E92">
        <w:t xml:space="preserve">répondit </w:t>
      </w:r>
      <w:proofErr w:type="spellStart"/>
      <w:r w:rsidR="008C5C61" w:rsidRPr="004C3E92">
        <w:t>Elinor</w:t>
      </w:r>
      <w:proofErr w:type="spellEnd"/>
      <w:r w:rsidR="008C5C61" w:rsidRPr="004C3E92">
        <w:t xml:space="preserve"> avec ca</w:t>
      </w:r>
      <w:r w:rsidR="008C5C61" w:rsidRPr="004C3E92">
        <w:t>l</w:t>
      </w:r>
      <w:r w:rsidR="008C5C61" w:rsidRPr="004C3E92">
        <w:t>me</w:t>
      </w:r>
      <w:r>
        <w:t xml:space="preserve">. </w:t>
      </w:r>
      <w:r w:rsidR="008C5C61" w:rsidRPr="004C3E92">
        <w:t>Elles firent alors quelques pas en silence</w:t>
      </w:r>
      <w:r>
        <w:t xml:space="preserve">. </w:t>
      </w:r>
      <w:r w:rsidR="008C5C61" w:rsidRPr="004C3E92">
        <w:t>Lucy fut la pr</w:t>
      </w:r>
      <w:r w:rsidR="008C5C61" w:rsidRPr="004C3E92">
        <w:t>e</w:t>
      </w:r>
      <w:r w:rsidR="008C5C61" w:rsidRPr="004C3E92">
        <w:t>mière à parler</w:t>
      </w:r>
      <w:r>
        <w:t>.</w:t>
      </w:r>
    </w:p>
    <w:p w14:paraId="56AB714B" w14:textId="77777777" w:rsidR="004A4993" w:rsidRDefault="004A4993" w:rsidP="004A4993">
      <w:r>
        <w:lastRenderedPageBreak/>
        <w:t>— </w:t>
      </w:r>
      <w:r w:rsidR="008C5C61" w:rsidRPr="004C3E92">
        <w:t>Assurément</w:t>
      </w:r>
      <w:r>
        <w:t xml:space="preserve">, </w:t>
      </w:r>
      <w:r w:rsidR="008C5C61" w:rsidRPr="004C3E92">
        <w:t>dit-elle</w:t>
      </w:r>
      <w:r>
        <w:t xml:space="preserve">, </w:t>
      </w:r>
      <w:r w:rsidR="008C5C61" w:rsidRPr="004C3E92">
        <w:t>je n</w:t>
      </w:r>
      <w:r>
        <w:t>’</w:t>
      </w:r>
      <w:r w:rsidR="008C5C61" w:rsidRPr="004C3E92">
        <w:t>éprouve absolument aucun doute sur ce que vous ne gardiez fidèlement ce secret</w:t>
      </w:r>
      <w:r>
        <w:t xml:space="preserve">, </w:t>
      </w:r>
      <w:r w:rsidR="008C5C61" w:rsidRPr="004C3E92">
        <w:t>parce que vous devez savoir combien il est important pour nous qu</w:t>
      </w:r>
      <w:r>
        <w:t>’</w:t>
      </w:r>
      <w:r w:rsidR="008C5C61" w:rsidRPr="004C3E92">
        <w:t>il ne parvienne pas aux oreilles de sa mère</w:t>
      </w:r>
      <w:r>
        <w:t xml:space="preserve"> ; </w:t>
      </w:r>
      <w:r w:rsidR="008C5C61" w:rsidRPr="004C3E92">
        <w:t>car elle n</w:t>
      </w:r>
      <w:r>
        <w:t>’</w:t>
      </w:r>
      <w:r w:rsidR="008C5C61" w:rsidRPr="004C3E92">
        <w:t>y donnerait jamais son approbation</w:t>
      </w:r>
      <w:r>
        <w:t xml:space="preserve">, </w:t>
      </w:r>
      <w:r w:rsidR="008C5C61" w:rsidRPr="004C3E92">
        <w:t>sans doute</w:t>
      </w:r>
      <w:r>
        <w:t xml:space="preserve">. </w:t>
      </w:r>
      <w:r w:rsidR="008C5C61" w:rsidRPr="004C3E92">
        <w:t>Je n</w:t>
      </w:r>
      <w:r>
        <w:t>’</w:t>
      </w:r>
      <w:r w:rsidR="008C5C61" w:rsidRPr="004C3E92">
        <w:t>aurai aucune fortune</w:t>
      </w:r>
      <w:r>
        <w:t xml:space="preserve">, </w:t>
      </w:r>
      <w:r w:rsidR="008C5C61" w:rsidRPr="004C3E92">
        <w:t>et j</w:t>
      </w:r>
      <w:r>
        <w:t>’</w:t>
      </w:r>
      <w:r w:rsidR="008C5C61" w:rsidRPr="004C3E92">
        <w:t>imagine qu</w:t>
      </w:r>
      <w:r>
        <w:t>’</w:t>
      </w:r>
      <w:r w:rsidR="008C5C61" w:rsidRPr="004C3E92">
        <w:t>elle est une femme excessivement fière</w:t>
      </w:r>
      <w:r>
        <w:t>.</w:t>
      </w:r>
    </w:p>
    <w:p w14:paraId="73885A11" w14:textId="77777777" w:rsidR="004A4993" w:rsidRDefault="004A4993" w:rsidP="004A4993">
      <w:r>
        <w:t>— </w:t>
      </w:r>
      <w:r w:rsidR="008C5C61" w:rsidRPr="004C3E92">
        <w:t>Je n</w:t>
      </w:r>
      <w:r>
        <w:t>’</w:t>
      </w:r>
      <w:r w:rsidR="008C5C61" w:rsidRPr="004C3E92">
        <w:t>ai certes pas cherché à vous tirer des confidences</w:t>
      </w:r>
      <w:r>
        <w:t xml:space="preserve">, </w:t>
      </w:r>
      <w:r w:rsidR="008C5C61" w:rsidRPr="004C3E92">
        <w:t xml:space="preserve">dit </w:t>
      </w:r>
      <w:proofErr w:type="spellStart"/>
      <w:r w:rsidR="008C5C61" w:rsidRPr="004C3E92">
        <w:t>Elinor</w:t>
      </w:r>
      <w:proofErr w:type="spellEnd"/>
      <w:r>
        <w:t xml:space="preserve">, </w:t>
      </w:r>
      <w:r w:rsidR="008C5C61" w:rsidRPr="004C3E92">
        <w:t>mais vous ne faites que me rendre justice en imaginant qu</w:t>
      </w:r>
      <w:r>
        <w:t>’</w:t>
      </w:r>
      <w:r w:rsidR="008C5C61" w:rsidRPr="004C3E92">
        <w:t>on peut compter sur moi</w:t>
      </w:r>
      <w:r>
        <w:t xml:space="preserve">. </w:t>
      </w:r>
      <w:r w:rsidR="008C5C61" w:rsidRPr="004C3E92">
        <w:t>Votre secret est en sûreté auprès de moi</w:t>
      </w:r>
      <w:r>
        <w:t xml:space="preserve"> ; </w:t>
      </w:r>
      <w:r w:rsidR="008C5C61" w:rsidRPr="004C3E92">
        <w:t>mais pardonnez-moi si j</w:t>
      </w:r>
      <w:r>
        <w:t>’</w:t>
      </w:r>
      <w:r w:rsidR="008C5C61" w:rsidRPr="004C3E92">
        <w:t>exprime quelque surprise d</w:t>
      </w:r>
      <w:r w:rsidR="008C5C61" w:rsidRPr="004C3E92">
        <w:t>e</w:t>
      </w:r>
      <w:r w:rsidR="008C5C61" w:rsidRPr="004C3E92">
        <w:t>vant une communication aussi peu nécessaire</w:t>
      </w:r>
      <w:r>
        <w:t xml:space="preserve">. </w:t>
      </w:r>
      <w:r w:rsidR="008C5C61" w:rsidRPr="004C3E92">
        <w:t>Vous avez au moins dû avoir le sentiment que le fait</w:t>
      </w:r>
      <w:r>
        <w:t xml:space="preserve">, </w:t>
      </w:r>
      <w:r w:rsidR="008C5C61" w:rsidRPr="004C3E92">
        <w:t>pour moi</w:t>
      </w:r>
      <w:r>
        <w:t xml:space="preserve">, </w:t>
      </w:r>
      <w:r w:rsidR="008C5C61" w:rsidRPr="004C3E92">
        <w:t>de la conna</w:t>
      </w:r>
      <w:r w:rsidR="008C5C61" w:rsidRPr="004C3E92">
        <w:t>î</w:t>
      </w:r>
      <w:r w:rsidR="008C5C61" w:rsidRPr="004C3E92">
        <w:t>tre</w:t>
      </w:r>
      <w:r>
        <w:t xml:space="preserve">, </w:t>
      </w:r>
      <w:r w:rsidR="008C5C61" w:rsidRPr="004C3E92">
        <w:t>ne pouvait pas ajouter à sa sécurité</w:t>
      </w:r>
      <w:r>
        <w:t>.</w:t>
      </w:r>
    </w:p>
    <w:p w14:paraId="44DEC2DA" w14:textId="77777777" w:rsidR="004A4993" w:rsidRDefault="008C5C61" w:rsidP="004A4993">
      <w:r w:rsidRPr="004C3E92">
        <w:t>En disant cela</w:t>
      </w:r>
      <w:r w:rsidR="004A4993">
        <w:t xml:space="preserve">, </w:t>
      </w:r>
      <w:r w:rsidRPr="004C3E92">
        <w:t>elle regarda intensément Lucy</w:t>
      </w:r>
      <w:r w:rsidR="004A4993">
        <w:t xml:space="preserve">, </w:t>
      </w:r>
      <w:r w:rsidRPr="004C3E92">
        <w:t>avec l</w:t>
      </w:r>
      <w:r w:rsidR="004A4993">
        <w:t>’</w:t>
      </w:r>
      <w:r w:rsidRPr="004C3E92">
        <w:t>espoir de découvrir quelque chose dans sa physionomie</w:t>
      </w:r>
      <w:r w:rsidR="004A4993">
        <w:t xml:space="preserve"> – </w:t>
      </w:r>
      <w:r w:rsidRPr="004C3E92">
        <w:t>peut-être la fausseté de la majeure partie de ce qu</w:t>
      </w:r>
      <w:r w:rsidR="004A4993">
        <w:t>’</w:t>
      </w:r>
      <w:r w:rsidRPr="004C3E92">
        <w:t>elle avait dit</w:t>
      </w:r>
      <w:r w:rsidR="004A4993">
        <w:t xml:space="preserve"> ; </w:t>
      </w:r>
      <w:r w:rsidRPr="004C3E92">
        <w:t>mais le v</w:t>
      </w:r>
      <w:r w:rsidRPr="004C3E92">
        <w:t>i</w:t>
      </w:r>
      <w:r w:rsidRPr="004C3E92">
        <w:t>sage de Lucy ne subit aucun changement</w:t>
      </w:r>
      <w:r w:rsidR="004A4993">
        <w:t>.</w:t>
      </w:r>
    </w:p>
    <w:p w14:paraId="00288875" w14:textId="77777777" w:rsidR="004A4993" w:rsidRDefault="004A4993" w:rsidP="004A4993">
      <w:r>
        <w:t>— </w:t>
      </w:r>
      <w:proofErr w:type="gramStart"/>
      <w:r w:rsidR="008C5C61" w:rsidRPr="004C3E92">
        <w:t>J</w:t>
      </w:r>
      <w:r>
        <w:t>’</w:t>
      </w:r>
      <w:r w:rsidR="008C5C61" w:rsidRPr="004C3E92">
        <w:t>avais peur</w:t>
      </w:r>
      <w:proofErr w:type="gramEnd"/>
      <w:r w:rsidR="008C5C61" w:rsidRPr="004C3E92">
        <w:t xml:space="preserve"> que vous ne pensiez que je prenais une grande liberté avec vous</w:t>
      </w:r>
      <w:r>
        <w:t xml:space="preserve">, </w:t>
      </w:r>
      <w:r w:rsidR="008C5C61" w:rsidRPr="004C3E92">
        <w:t>dit-elle</w:t>
      </w:r>
      <w:r>
        <w:t xml:space="preserve">, </w:t>
      </w:r>
      <w:r w:rsidR="008C5C61" w:rsidRPr="004C3E92">
        <w:t>en vous disant tout cela</w:t>
      </w:r>
      <w:r>
        <w:t xml:space="preserve">. </w:t>
      </w:r>
      <w:r w:rsidR="008C5C61" w:rsidRPr="004C3E92">
        <w:t>Je ne vous connais pas depuis longtemps</w:t>
      </w:r>
      <w:r>
        <w:t xml:space="preserve">, </w:t>
      </w:r>
      <w:r w:rsidR="008C5C61" w:rsidRPr="004C3E92">
        <w:t>certes</w:t>
      </w:r>
      <w:r>
        <w:t xml:space="preserve">, </w:t>
      </w:r>
      <w:r w:rsidR="008C5C61" w:rsidRPr="004C3E92">
        <w:t>tout au moins pe</w:t>
      </w:r>
      <w:r w:rsidR="008C5C61" w:rsidRPr="004C3E92">
        <w:t>r</w:t>
      </w:r>
      <w:r w:rsidR="008C5C61" w:rsidRPr="004C3E92">
        <w:t>sonnellement</w:t>
      </w:r>
      <w:r>
        <w:t xml:space="preserve"> ; </w:t>
      </w:r>
      <w:r w:rsidR="008C5C61" w:rsidRPr="004C3E92">
        <w:t>mais il y a fort longtemps que je vous connais</w:t>
      </w:r>
      <w:r>
        <w:t xml:space="preserve">, </w:t>
      </w:r>
      <w:r w:rsidR="008C5C61" w:rsidRPr="004C3E92">
        <w:t>ainsi que toute votre famille</w:t>
      </w:r>
      <w:r>
        <w:t xml:space="preserve">, </w:t>
      </w:r>
      <w:r w:rsidR="008C5C61" w:rsidRPr="004C3E92">
        <w:t>par les descriptions qui m</w:t>
      </w:r>
      <w:r>
        <w:t>’</w:t>
      </w:r>
      <w:r w:rsidR="008C5C61" w:rsidRPr="004C3E92">
        <w:t>en ont été faites</w:t>
      </w:r>
      <w:r>
        <w:t xml:space="preserve"> ; </w:t>
      </w:r>
      <w:r w:rsidR="008C5C61" w:rsidRPr="004C3E92">
        <w:t>et dès que je vous ai vue</w:t>
      </w:r>
      <w:r>
        <w:t xml:space="preserve">, </w:t>
      </w:r>
      <w:r w:rsidR="008C5C61" w:rsidRPr="004C3E92">
        <w:t>j</w:t>
      </w:r>
      <w:r>
        <w:t>’</w:t>
      </w:r>
      <w:r w:rsidR="008C5C61" w:rsidRPr="004C3E92">
        <w:t>ai presque eu le sentiment que vous étiez une vieille connaissance</w:t>
      </w:r>
      <w:r>
        <w:t xml:space="preserve">. </w:t>
      </w:r>
      <w:r w:rsidR="008C5C61" w:rsidRPr="004C3E92">
        <w:t>D</w:t>
      </w:r>
      <w:r>
        <w:t>’</w:t>
      </w:r>
      <w:r w:rsidR="008C5C61" w:rsidRPr="004C3E92">
        <w:t>ailleurs</w:t>
      </w:r>
      <w:r>
        <w:t xml:space="preserve">, </w:t>
      </w:r>
      <w:r w:rsidR="008C5C61" w:rsidRPr="004C3E92">
        <w:t>dans le cas présent</w:t>
      </w:r>
      <w:r>
        <w:t xml:space="preserve">, </w:t>
      </w:r>
      <w:r w:rsidR="008C5C61" w:rsidRPr="004C3E92">
        <w:t>il m</w:t>
      </w:r>
      <w:r>
        <w:t>’</w:t>
      </w:r>
      <w:r w:rsidR="008C5C61" w:rsidRPr="004C3E92">
        <w:t>a réellement semblé qu</w:t>
      </w:r>
      <w:r>
        <w:t>’</w:t>
      </w:r>
      <w:r w:rsidR="008C5C61" w:rsidRPr="004C3E92">
        <w:t>une explication vous était due</w:t>
      </w:r>
      <w:r>
        <w:t xml:space="preserve">, </w:t>
      </w:r>
      <w:r w:rsidR="008C5C61" w:rsidRPr="004C3E92">
        <w:t>après que j</w:t>
      </w:r>
      <w:r>
        <w:t>’</w:t>
      </w:r>
      <w:r w:rsidR="008C5C61" w:rsidRPr="004C3E92">
        <w:t>eusse posé des questions aussi pertinentes sur la mère d</w:t>
      </w:r>
      <w:r>
        <w:t>’</w:t>
      </w:r>
      <w:r w:rsidR="008C5C61" w:rsidRPr="004C3E92">
        <w:t>Edward</w:t>
      </w:r>
      <w:r>
        <w:t xml:space="preserve"> ; </w:t>
      </w:r>
      <w:r w:rsidR="008C5C61" w:rsidRPr="004C3E92">
        <w:t>et j</w:t>
      </w:r>
      <w:r>
        <w:t>’</w:t>
      </w:r>
      <w:r w:rsidR="008C5C61" w:rsidRPr="004C3E92">
        <w:t>ai le malheur de n</w:t>
      </w:r>
      <w:r>
        <w:t>’</w:t>
      </w:r>
      <w:r w:rsidR="008C5C61" w:rsidRPr="004C3E92">
        <w:t>avoir pas un être à qui je puisse demander conseil</w:t>
      </w:r>
      <w:r>
        <w:t xml:space="preserve">. </w:t>
      </w:r>
      <w:r w:rsidR="008C5C61" w:rsidRPr="004C3E92">
        <w:t>Anne est la seule personne qui soit au courant</w:t>
      </w:r>
      <w:r>
        <w:t xml:space="preserve">, </w:t>
      </w:r>
      <w:r w:rsidR="008C5C61" w:rsidRPr="004C3E92">
        <w:t>et elle ne possède aucun jugement</w:t>
      </w:r>
      <w:r>
        <w:t xml:space="preserve">. </w:t>
      </w:r>
      <w:r w:rsidR="008C5C61" w:rsidRPr="004C3E92">
        <w:t>En vérité</w:t>
      </w:r>
      <w:r>
        <w:t xml:space="preserve">, </w:t>
      </w:r>
      <w:r w:rsidR="008C5C61" w:rsidRPr="004C3E92">
        <w:t xml:space="preserve">elle me fait beaucoup plus de mal que de </w:t>
      </w:r>
      <w:r w:rsidR="008C5C61" w:rsidRPr="004C3E92">
        <w:lastRenderedPageBreak/>
        <w:t>bien</w:t>
      </w:r>
      <w:r>
        <w:t xml:space="preserve">, </w:t>
      </w:r>
      <w:r w:rsidR="008C5C61" w:rsidRPr="004C3E92">
        <w:t>car je suis consta</w:t>
      </w:r>
      <w:r w:rsidR="008C5C61" w:rsidRPr="004C3E92">
        <w:t>m</w:t>
      </w:r>
      <w:r w:rsidR="008C5C61" w:rsidRPr="004C3E92">
        <w:t>ment dans la crainte qu</w:t>
      </w:r>
      <w:r>
        <w:t>’</w:t>
      </w:r>
      <w:r w:rsidR="008C5C61" w:rsidRPr="004C3E92">
        <w:t>elle ne me trahisse</w:t>
      </w:r>
      <w:r>
        <w:t xml:space="preserve">. </w:t>
      </w:r>
      <w:r w:rsidR="008C5C61" w:rsidRPr="004C3E92">
        <w:t>Elle ne sait pas tenir sa langue</w:t>
      </w:r>
      <w:r>
        <w:t xml:space="preserve">, </w:t>
      </w:r>
      <w:r w:rsidR="008C5C61" w:rsidRPr="004C3E92">
        <w:t>comme vous avez dû vous en apercevoir</w:t>
      </w:r>
      <w:r>
        <w:t xml:space="preserve">, </w:t>
      </w:r>
      <w:r w:rsidR="008C5C61" w:rsidRPr="004C3E92">
        <w:t>et je suis s</w:t>
      </w:r>
      <w:r w:rsidR="008C5C61" w:rsidRPr="004C3E92">
        <w:t>û</w:t>
      </w:r>
      <w:r w:rsidR="008C5C61" w:rsidRPr="004C3E92">
        <w:t>re d</w:t>
      </w:r>
      <w:r>
        <w:t>’</w:t>
      </w:r>
      <w:r w:rsidR="008C5C61" w:rsidRPr="004C3E92">
        <w:t>avoir eu l</w:t>
      </w:r>
      <w:r>
        <w:t>’</w:t>
      </w:r>
      <w:r w:rsidR="008C5C61" w:rsidRPr="004C3E92">
        <w:t>autre jour la plus grosse frayeur du monde quand le nom d</w:t>
      </w:r>
      <w:r>
        <w:t>’</w:t>
      </w:r>
      <w:r w:rsidR="008C5C61" w:rsidRPr="004C3E92">
        <w:t>Edward a été prononcé par Sir John</w:t>
      </w:r>
      <w:r>
        <w:t xml:space="preserve">, </w:t>
      </w:r>
      <w:r w:rsidR="008C5C61" w:rsidRPr="004C3E92">
        <w:t>de peur qu</w:t>
      </w:r>
      <w:r>
        <w:t>’</w:t>
      </w:r>
      <w:r w:rsidR="008C5C61" w:rsidRPr="004C3E92">
        <w:t>elle ne contât toute l</w:t>
      </w:r>
      <w:r>
        <w:t>’</w:t>
      </w:r>
      <w:r w:rsidR="008C5C61" w:rsidRPr="004C3E92">
        <w:t>histoire</w:t>
      </w:r>
      <w:r>
        <w:t xml:space="preserve">. </w:t>
      </w:r>
      <w:r w:rsidR="008C5C61" w:rsidRPr="004C3E92">
        <w:t>Vous ne vous imaginez pas ce que tout cela me fait souffrir en esprit</w:t>
      </w:r>
      <w:r>
        <w:t xml:space="preserve">. </w:t>
      </w:r>
      <w:r w:rsidR="008C5C61" w:rsidRPr="004C3E92">
        <w:t>Je m</w:t>
      </w:r>
      <w:r>
        <w:t>’</w:t>
      </w:r>
      <w:r w:rsidR="008C5C61" w:rsidRPr="004C3E92">
        <w:t>étonne seulement d</w:t>
      </w:r>
      <w:r>
        <w:t>’</w:t>
      </w:r>
      <w:r w:rsidR="008C5C61" w:rsidRPr="004C3E92">
        <w:t>être e</w:t>
      </w:r>
      <w:r w:rsidR="008C5C61" w:rsidRPr="004C3E92">
        <w:t>n</w:t>
      </w:r>
      <w:r w:rsidR="008C5C61" w:rsidRPr="004C3E92">
        <w:t>core en vie après tout ce que j</w:t>
      </w:r>
      <w:r>
        <w:t>’</w:t>
      </w:r>
      <w:r w:rsidR="008C5C61" w:rsidRPr="004C3E92">
        <w:t>ai souffert pour l</w:t>
      </w:r>
      <w:r>
        <w:t>’</w:t>
      </w:r>
      <w:r w:rsidR="008C5C61" w:rsidRPr="004C3E92">
        <w:t>amour d</w:t>
      </w:r>
      <w:r>
        <w:t>’</w:t>
      </w:r>
      <w:r w:rsidR="008C5C61" w:rsidRPr="004C3E92">
        <w:t>Edward</w:t>
      </w:r>
      <w:r>
        <w:t xml:space="preserve">, </w:t>
      </w:r>
      <w:r w:rsidR="008C5C61" w:rsidRPr="004C3E92">
        <w:t>au cours de ces quatre dernières années</w:t>
      </w:r>
      <w:r>
        <w:t xml:space="preserve">. </w:t>
      </w:r>
      <w:r w:rsidR="008C5C61" w:rsidRPr="004C3E92">
        <w:t>Tout est en suspens</w:t>
      </w:r>
      <w:r>
        <w:t xml:space="preserve">, </w:t>
      </w:r>
      <w:r w:rsidR="008C5C61" w:rsidRPr="004C3E92">
        <w:t>et si incertain</w:t>
      </w:r>
      <w:r>
        <w:t xml:space="preserve"> ; </w:t>
      </w:r>
      <w:r w:rsidR="008C5C61" w:rsidRPr="004C3E92">
        <w:t>et nous nous voyons si rarement</w:t>
      </w:r>
      <w:r>
        <w:t xml:space="preserve"> – </w:t>
      </w:r>
      <w:r w:rsidR="008C5C61" w:rsidRPr="004C3E92">
        <w:t>nous ne pouvons guère nous rencontrer plus de deux fois par an</w:t>
      </w:r>
      <w:r>
        <w:t xml:space="preserve"> ! </w:t>
      </w:r>
      <w:r w:rsidR="008C5C61" w:rsidRPr="004C3E92">
        <w:t>A</w:t>
      </w:r>
      <w:r w:rsidR="008C5C61" w:rsidRPr="004C3E92">
        <w:t>s</w:t>
      </w:r>
      <w:r w:rsidR="008C5C61" w:rsidRPr="004C3E92">
        <w:t>surément</w:t>
      </w:r>
      <w:r>
        <w:t xml:space="preserve">, </w:t>
      </w:r>
      <w:r w:rsidR="008C5C61" w:rsidRPr="004C3E92">
        <w:t>je m</w:t>
      </w:r>
      <w:r>
        <w:t>’</w:t>
      </w:r>
      <w:r w:rsidR="008C5C61" w:rsidRPr="004C3E92">
        <w:t>étonne que mon cœur ne soit pas complètement brisé</w:t>
      </w:r>
      <w:r>
        <w:t> !</w:t>
      </w:r>
    </w:p>
    <w:p w14:paraId="76390535" w14:textId="77777777" w:rsidR="004A4993" w:rsidRDefault="008C5C61" w:rsidP="004A4993">
      <w:r w:rsidRPr="004C3E92">
        <w:t>Elle tira alors son mouchoir</w:t>
      </w:r>
      <w:r w:rsidR="004A4993">
        <w:t xml:space="preserve"> ; </w:t>
      </w:r>
      <w:r w:rsidRPr="004C3E92">
        <w:t xml:space="preserve">mais </w:t>
      </w:r>
      <w:proofErr w:type="spellStart"/>
      <w:r w:rsidRPr="004C3E92">
        <w:t>Elinor</w:t>
      </w:r>
      <w:proofErr w:type="spellEnd"/>
      <w:r w:rsidRPr="004C3E92">
        <w:t xml:space="preserve"> ne ressentit pas beaucoup de compassion</w:t>
      </w:r>
      <w:r w:rsidR="004A4993">
        <w:t>.</w:t>
      </w:r>
    </w:p>
    <w:p w14:paraId="32F5FFD6" w14:textId="77777777" w:rsidR="004A4993" w:rsidRDefault="004A4993" w:rsidP="004A4993">
      <w:r>
        <w:t>— </w:t>
      </w:r>
      <w:r w:rsidR="008C5C61" w:rsidRPr="004C3E92">
        <w:t>Parfois</w:t>
      </w:r>
      <w:r>
        <w:t xml:space="preserve">, </w:t>
      </w:r>
      <w:r w:rsidR="008C5C61" w:rsidRPr="004C3E92">
        <w:t>reprit Lucy</w:t>
      </w:r>
      <w:r>
        <w:t xml:space="preserve">, </w:t>
      </w:r>
      <w:r w:rsidR="008C5C61" w:rsidRPr="004C3E92">
        <w:t>après s</w:t>
      </w:r>
      <w:r>
        <w:t>’</w:t>
      </w:r>
      <w:r w:rsidR="008C5C61" w:rsidRPr="004C3E92">
        <w:t>être essuyé les yeux</w:t>
      </w:r>
      <w:r>
        <w:t xml:space="preserve">, </w:t>
      </w:r>
      <w:r w:rsidR="008C5C61" w:rsidRPr="004C3E92">
        <w:t>je me demande s</w:t>
      </w:r>
      <w:r>
        <w:t>’</w:t>
      </w:r>
      <w:r w:rsidR="008C5C61" w:rsidRPr="004C3E92">
        <w:t>il ne vaudrait pas mieux</w:t>
      </w:r>
      <w:r>
        <w:t xml:space="preserve">, </w:t>
      </w:r>
      <w:r w:rsidR="008C5C61" w:rsidRPr="004C3E92">
        <w:t>pour lui comme pour moi</w:t>
      </w:r>
      <w:r>
        <w:t xml:space="preserve">, </w:t>
      </w:r>
      <w:r w:rsidR="008C5C61" w:rsidRPr="004C3E92">
        <w:t>rompre complètement</w:t>
      </w:r>
      <w:r>
        <w:t xml:space="preserve">. </w:t>
      </w:r>
      <w:r w:rsidR="008C5C61" w:rsidRPr="004C3E92">
        <w:t>En disant cela</w:t>
      </w:r>
      <w:r>
        <w:t xml:space="preserve">, </w:t>
      </w:r>
      <w:r w:rsidR="008C5C61" w:rsidRPr="004C3E92">
        <w:t>elle regarda sa compagne bien en face</w:t>
      </w:r>
      <w:r>
        <w:t xml:space="preserve">. </w:t>
      </w:r>
      <w:r w:rsidR="008C5C61" w:rsidRPr="004C3E92">
        <w:t>Mais alors</w:t>
      </w:r>
      <w:r>
        <w:t xml:space="preserve">, </w:t>
      </w:r>
      <w:r w:rsidR="008C5C61" w:rsidRPr="004C3E92">
        <w:t>à d</w:t>
      </w:r>
      <w:r>
        <w:t>’</w:t>
      </w:r>
      <w:r w:rsidR="008C5C61" w:rsidRPr="004C3E92">
        <w:t>autres moments</w:t>
      </w:r>
      <w:r>
        <w:t xml:space="preserve">, </w:t>
      </w:r>
      <w:r w:rsidR="008C5C61" w:rsidRPr="004C3E92">
        <w:t>je n</w:t>
      </w:r>
      <w:r>
        <w:t>’</w:t>
      </w:r>
      <w:r w:rsidR="008C5C61" w:rsidRPr="004C3E92">
        <w:t>ai pas assez de résolution pour cela</w:t>
      </w:r>
      <w:r>
        <w:t xml:space="preserve">. </w:t>
      </w:r>
      <w:r w:rsidR="008C5C61" w:rsidRPr="004C3E92">
        <w:t>Je ne puis supporter l</w:t>
      </w:r>
      <w:r>
        <w:t>’</w:t>
      </w:r>
      <w:r w:rsidR="008C5C61" w:rsidRPr="004C3E92">
        <w:t>idée de le rendre si malheureux</w:t>
      </w:r>
      <w:r>
        <w:t xml:space="preserve"> – </w:t>
      </w:r>
      <w:r w:rsidR="008C5C61" w:rsidRPr="004C3E92">
        <w:t>comme il le serait</w:t>
      </w:r>
      <w:r>
        <w:t xml:space="preserve">, </w:t>
      </w:r>
      <w:r w:rsidR="008C5C61" w:rsidRPr="004C3E92">
        <w:t>j</w:t>
      </w:r>
      <w:r>
        <w:t>’</w:t>
      </w:r>
      <w:r w:rsidR="008C5C61" w:rsidRPr="004C3E92">
        <w:t>en suis sûre</w:t>
      </w:r>
      <w:r>
        <w:t xml:space="preserve">, </w:t>
      </w:r>
      <w:r w:rsidR="008C5C61" w:rsidRPr="004C3E92">
        <w:t>si je faisais se</w:t>
      </w:r>
      <w:r w:rsidR="008C5C61" w:rsidRPr="004C3E92">
        <w:t>u</w:t>
      </w:r>
      <w:r w:rsidR="008C5C61" w:rsidRPr="004C3E92">
        <w:t>lement mention d</w:t>
      </w:r>
      <w:r>
        <w:t>’</w:t>
      </w:r>
      <w:r w:rsidR="008C5C61" w:rsidRPr="004C3E92">
        <w:t>une chose pareille</w:t>
      </w:r>
      <w:r>
        <w:t xml:space="preserve">. </w:t>
      </w:r>
      <w:r w:rsidR="008C5C61" w:rsidRPr="004C3E92">
        <w:t>Et pour moi-même</w:t>
      </w:r>
      <w:r>
        <w:t xml:space="preserve">, </w:t>
      </w:r>
      <w:r w:rsidR="008C5C61" w:rsidRPr="004C3E92">
        <w:t>aussi</w:t>
      </w:r>
      <w:r>
        <w:t xml:space="preserve"> – </w:t>
      </w:r>
      <w:r w:rsidR="008C5C61" w:rsidRPr="004C3E92">
        <w:t>il m</w:t>
      </w:r>
      <w:r>
        <w:t>’</w:t>
      </w:r>
      <w:r w:rsidR="008C5C61" w:rsidRPr="004C3E92">
        <w:t>est tellement cher</w:t>
      </w:r>
      <w:r>
        <w:t xml:space="preserve"> ! – </w:t>
      </w:r>
      <w:r w:rsidR="008C5C61" w:rsidRPr="004C3E92">
        <w:t>je ne crois pas que j</w:t>
      </w:r>
      <w:r>
        <w:t>’</w:t>
      </w:r>
      <w:r w:rsidR="008C5C61" w:rsidRPr="004C3E92">
        <w:t>en aurais le courage</w:t>
      </w:r>
      <w:r>
        <w:t xml:space="preserve">. </w:t>
      </w:r>
      <w:r w:rsidR="008C5C61" w:rsidRPr="004C3E92">
        <w:t>Que me conseilleriez-vous de faire en un cas sembl</w:t>
      </w:r>
      <w:r w:rsidR="008C5C61" w:rsidRPr="004C3E92">
        <w:t>a</w:t>
      </w:r>
      <w:r w:rsidR="008C5C61" w:rsidRPr="004C3E92">
        <w:t>ble</w:t>
      </w:r>
      <w:r>
        <w:t xml:space="preserve">, </w:t>
      </w:r>
      <w:r w:rsidR="008C5C61" w:rsidRPr="004C3E92">
        <w:t xml:space="preserve">miss </w:t>
      </w:r>
      <w:proofErr w:type="spellStart"/>
      <w:r w:rsidR="008C5C61" w:rsidRPr="004C3E92">
        <w:t>Dashwood</w:t>
      </w:r>
      <w:proofErr w:type="spellEnd"/>
      <w:r>
        <w:t xml:space="preserve"> ? </w:t>
      </w:r>
      <w:r w:rsidR="008C5C61" w:rsidRPr="004C3E92">
        <w:t>Que feriez-vous vous-même</w:t>
      </w:r>
      <w:r>
        <w:t> ?</w:t>
      </w:r>
    </w:p>
    <w:p w14:paraId="063D61A0" w14:textId="77777777" w:rsidR="004A4993" w:rsidRDefault="004A4993" w:rsidP="004A4993">
      <w:r>
        <w:t>— </w:t>
      </w:r>
      <w:r w:rsidR="008C5C61" w:rsidRPr="004C3E92">
        <w:t>Pardonnez-moi</w:t>
      </w:r>
      <w:r>
        <w:t xml:space="preserve">, </w:t>
      </w:r>
      <w:r w:rsidR="008C5C61" w:rsidRPr="004C3E92">
        <w:t xml:space="preserve">répondit </w:t>
      </w:r>
      <w:proofErr w:type="spellStart"/>
      <w:r w:rsidR="008C5C61" w:rsidRPr="004C3E92">
        <w:t>Elinor</w:t>
      </w:r>
      <w:proofErr w:type="spellEnd"/>
      <w:r>
        <w:t xml:space="preserve">, </w:t>
      </w:r>
      <w:r w:rsidR="008C5C61" w:rsidRPr="004C3E92">
        <w:t>surprise par cette que</w:t>
      </w:r>
      <w:r w:rsidR="008C5C61" w:rsidRPr="004C3E92">
        <w:t>s</w:t>
      </w:r>
      <w:r w:rsidR="008C5C61" w:rsidRPr="004C3E92">
        <w:t>tion</w:t>
      </w:r>
      <w:r>
        <w:t xml:space="preserve"> ; </w:t>
      </w:r>
      <w:r w:rsidR="008C5C61" w:rsidRPr="004C3E92">
        <w:t>mais je ne puis vous donner aucun conseil</w:t>
      </w:r>
      <w:r>
        <w:t xml:space="preserve">, </w:t>
      </w:r>
      <w:r w:rsidR="008C5C61" w:rsidRPr="004C3E92">
        <w:t>en des circon</w:t>
      </w:r>
      <w:r w:rsidR="008C5C61" w:rsidRPr="004C3E92">
        <w:t>s</w:t>
      </w:r>
      <w:r w:rsidR="008C5C61" w:rsidRPr="004C3E92">
        <w:t>tances pareilles</w:t>
      </w:r>
      <w:r>
        <w:t xml:space="preserve">. </w:t>
      </w:r>
      <w:r w:rsidR="008C5C61" w:rsidRPr="004C3E92">
        <w:t>Il faut que ce soit votre propre jugement qui vous dirige</w:t>
      </w:r>
      <w:r>
        <w:t>.</w:t>
      </w:r>
    </w:p>
    <w:p w14:paraId="7DED5362" w14:textId="77777777" w:rsidR="004A4993" w:rsidRDefault="004A4993" w:rsidP="004A4993">
      <w:r>
        <w:t>— </w:t>
      </w:r>
      <w:r w:rsidR="008C5C61" w:rsidRPr="004C3E92">
        <w:t>Assurément</w:t>
      </w:r>
      <w:r>
        <w:t xml:space="preserve">, </w:t>
      </w:r>
      <w:r w:rsidR="008C5C61" w:rsidRPr="004C3E92">
        <w:t>reprit Lucy après quelques minutes de s</w:t>
      </w:r>
      <w:r w:rsidR="008C5C61" w:rsidRPr="004C3E92">
        <w:t>i</w:t>
      </w:r>
      <w:r w:rsidR="008C5C61" w:rsidRPr="004C3E92">
        <w:t>lence de part et d</w:t>
      </w:r>
      <w:r>
        <w:t>’</w:t>
      </w:r>
      <w:r w:rsidR="008C5C61" w:rsidRPr="004C3E92">
        <w:t>autre</w:t>
      </w:r>
      <w:r>
        <w:t xml:space="preserve">, </w:t>
      </w:r>
      <w:r w:rsidR="008C5C61" w:rsidRPr="004C3E92">
        <w:t>sa mère devra l</w:t>
      </w:r>
      <w:r>
        <w:t>’</w:t>
      </w:r>
      <w:r w:rsidR="008C5C61" w:rsidRPr="004C3E92">
        <w:t xml:space="preserve">établir un jour ou </w:t>
      </w:r>
      <w:r w:rsidR="008C5C61" w:rsidRPr="004C3E92">
        <w:lastRenderedPageBreak/>
        <w:t>l</w:t>
      </w:r>
      <w:r>
        <w:t>’</w:t>
      </w:r>
      <w:r w:rsidR="008C5C61" w:rsidRPr="004C3E92">
        <w:t>autre</w:t>
      </w:r>
      <w:r>
        <w:t xml:space="preserve"> ; </w:t>
      </w:r>
      <w:r w:rsidR="008C5C61" w:rsidRPr="004C3E92">
        <w:t>mais comme ce pauvre Edward est abattu à ce sujet</w:t>
      </w:r>
      <w:r>
        <w:t xml:space="preserve"> ! </w:t>
      </w:r>
      <w:r w:rsidR="008C5C61" w:rsidRPr="004C3E92">
        <w:t>Vous ne l</w:t>
      </w:r>
      <w:r>
        <w:t>’</w:t>
      </w:r>
      <w:r w:rsidR="008C5C61" w:rsidRPr="004C3E92">
        <w:t>avez pas trouvé affreusement découragé quand il était à Barton</w:t>
      </w:r>
      <w:r>
        <w:t xml:space="preserve"> ? </w:t>
      </w:r>
      <w:r w:rsidR="008C5C61" w:rsidRPr="004C3E92">
        <w:t>Il était tellement malheureux</w:t>
      </w:r>
      <w:r>
        <w:t xml:space="preserve">, </w:t>
      </w:r>
      <w:r w:rsidR="008C5C61" w:rsidRPr="004C3E92">
        <w:t>quand il nous a qui</w:t>
      </w:r>
      <w:r w:rsidR="008C5C61" w:rsidRPr="004C3E92">
        <w:t>t</w:t>
      </w:r>
      <w:r w:rsidR="008C5C61" w:rsidRPr="004C3E92">
        <w:t>tées</w:t>
      </w:r>
      <w:r>
        <w:t xml:space="preserve">, </w:t>
      </w:r>
      <w:r w:rsidR="008C5C61" w:rsidRPr="004C3E92">
        <w:t xml:space="preserve">à </w:t>
      </w:r>
      <w:proofErr w:type="spellStart"/>
      <w:r w:rsidR="008C5C61" w:rsidRPr="004C3E92">
        <w:t>Longstaple</w:t>
      </w:r>
      <w:proofErr w:type="spellEnd"/>
      <w:r>
        <w:t xml:space="preserve">, </w:t>
      </w:r>
      <w:r w:rsidR="008C5C61" w:rsidRPr="004C3E92">
        <w:t>pour aller chez vous</w:t>
      </w:r>
      <w:r>
        <w:t xml:space="preserve">, </w:t>
      </w:r>
      <w:r w:rsidR="008C5C61" w:rsidRPr="004C3E92">
        <w:t>que je craignais que vous ne le trouviez véritablement malade</w:t>
      </w:r>
      <w:r>
        <w:t>.</w:t>
      </w:r>
    </w:p>
    <w:p w14:paraId="11787E1B" w14:textId="77777777" w:rsidR="004A4993" w:rsidRDefault="004A4993" w:rsidP="004A4993">
      <w:r>
        <w:t>— </w:t>
      </w:r>
      <w:r w:rsidR="008C5C61" w:rsidRPr="004C3E92">
        <w:t>Il venait donc de chez votre oncle</w:t>
      </w:r>
      <w:r>
        <w:t xml:space="preserve">, </w:t>
      </w:r>
      <w:r w:rsidR="008C5C61" w:rsidRPr="004C3E92">
        <w:t>quand il est venu nous voir</w:t>
      </w:r>
      <w:r>
        <w:t> ?</w:t>
      </w:r>
    </w:p>
    <w:p w14:paraId="1B812F2F" w14:textId="77777777" w:rsidR="004A4993" w:rsidRDefault="004A4993" w:rsidP="004A4993">
      <w:r>
        <w:t>— </w:t>
      </w:r>
      <w:r w:rsidR="008C5C61" w:rsidRPr="004C3E92">
        <w:t>Oh</w:t>
      </w:r>
      <w:r>
        <w:t xml:space="preserve">, </w:t>
      </w:r>
      <w:r w:rsidR="008C5C61" w:rsidRPr="004C3E92">
        <w:t>oui</w:t>
      </w:r>
      <w:r>
        <w:t xml:space="preserve">, </w:t>
      </w:r>
      <w:r w:rsidR="008C5C61" w:rsidRPr="004C3E92">
        <w:t>il avait séjourné une quinzaine chez nous</w:t>
      </w:r>
      <w:r>
        <w:t xml:space="preserve">. </w:t>
      </w:r>
      <w:r w:rsidR="008C5C61" w:rsidRPr="004C3E92">
        <w:t>Vous croyiez qu</w:t>
      </w:r>
      <w:r>
        <w:t>’</w:t>
      </w:r>
      <w:r w:rsidR="008C5C61" w:rsidRPr="004C3E92">
        <w:t>il venait tout droit de Londres</w:t>
      </w:r>
      <w:r>
        <w:t> ?</w:t>
      </w:r>
    </w:p>
    <w:p w14:paraId="6C6B944F" w14:textId="77777777" w:rsidR="004A4993" w:rsidRDefault="004A4993" w:rsidP="004A4993">
      <w:r>
        <w:t>— </w:t>
      </w:r>
      <w:r w:rsidR="008C5C61" w:rsidRPr="004C3E92">
        <w:t>Non</w:t>
      </w:r>
      <w:r>
        <w:t xml:space="preserve">, </w:t>
      </w:r>
      <w:r w:rsidR="008C5C61" w:rsidRPr="004C3E92">
        <w:t xml:space="preserve">répondit </w:t>
      </w:r>
      <w:proofErr w:type="spellStart"/>
      <w:r w:rsidR="008C5C61" w:rsidRPr="004C3E92">
        <w:t>Elinor</w:t>
      </w:r>
      <w:proofErr w:type="spellEnd"/>
      <w:r>
        <w:t xml:space="preserve">, </w:t>
      </w:r>
      <w:r w:rsidR="008C5C61" w:rsidRPr="004C3E92">
        <w:t>dont l</w:t>
      </w:r>
      <w:r>
        <w:t>’</w:t>
      </w:r>
      <w:r w:rsidR="008C5C61" w:rsidRPr="004C3E92">
        <w:t>émotion était particulièr</w:t>
      </w:r>
      <w:r w:rsidR="008C5C61" w:rsidRPr="004C3E92">
        <w:t>e</w:t>
      </w:r>
      <w:r w:rsidR="008C5C61" w:rsidRPr="004C3E92">
        <w:t>ment sensible à toute circonstance nouvelle en faveur de la v</w:t>
      </w:r>
      <w:r w:rsidR="008C5C61" w:rsidRPr="004C3E92">
        <w:t>é</w:t>
      </w:r>
      <w:r w:rsidR="008C5C61" w:rsidRPr="004C3E92">
        <w:t>racité de Lucy</w:t>
      </w:r>
      <w:r>
        <w:t xml:space="preserve">. </w:t>
      </w:r>
      <w:r w:rsidR="008C5C61" w:rsidRPr="004C3E92">
        <w:t>Je me souviens qu</w:t>
      </w:r>
      <w:r>
        <w:t>’</w:t>
      </w:r>
      <w:r w:rsidR="008C5C61" w:rsidRPr="004C3E92">
        <w:t>il nous a dit qu</w:t>
      </w:r>
      <w:r>
        <w:t>’</w:t>
      </w:r>
      <w:r w:rsidR="008C5C61" w:rsidRPr="004C3E92">
        <w:t>il avait passé quinze jours chez des amis près de Plymouth</w:t>
      </w:r>
      <w:r>
        <w:t xml:space="preserve">. </w:t>
      </w:r>
      <w:r w:rsidR="008C5C61" w:rsidRPr="004C3E92">
        <w:t>Elle se souvint aussi de sa propre surprise sur le moment</w:t>
      </w:r>
      <w:r>
        <w:t xml:space="preserve">, </w:t>
      </w:r>
      <w:r w:rsidR="008C5C61" w:rsidRPr="004C3E92">
        <w:t>de ce qu</w:t>
      </w:r>
      <w:r>
        <w:t>’</w:t>
      </w:r>
      <w:r w:rsidR="008C5C61" w:rsidRPr="004C3E92">
        <w:t>il n</w:t>
      </w:r>
      <w:r>
        <w:t>’</w:t>
      </w:r>
      <w:r w:rsidR="008C5C61" w:rsidRPr="004C3E92">
        <w:t>eût rien dit de plus au sujet de ces amis</w:t>
      </w:r>
      <w:r>
        <w:t xml:space="preserve">, </w:t>
      </w:r>
      <w:r w:rsidR="008C5C61" w:rsidRPr="004C3E92">
        <w:t>et de son silence total</w:t>
      </w:r>
      <w:r>
        <w:t xml:space="preserve">, </w:t>
      </w:r>
      <w:r w:rsidR="008C5C61" w:rsidRPr="004C3E92">
        <w:t>même</w:t>
      </w:r>
      <w:r>
        <w:t xml:space="preserve">, </w:t>
      </w:r>
      <w:r w:rsidR="008C5C61" w:rsidRPr="004C3E92">
        <w:t>quant à leur nom</w:t>
      </w:r>
      <w:r>
        <w:t>.</w:t>
      </w:r>
    </w:p>
    <w:p w14:paraId="1A7B0FD7" w14:textId="77777777" w:rsidR="004A4993" w:rsidRDefault="004A4993" w:rsidP="004A4993">
      <w:r>
        <w:t>— </w:t>
      </w:r>
      <w:r w:rsidR="008C5C61" w:rsidRPr="004C3E92">
        <w:t>L</w:t>
      </w:r>
      <w:r>
        <w:t>’</w:t>
      </w:r>
      <w:r w:rsidR="008C5C61" w:rsidRPr="004C3E92">
        <w:t>avez-vous trouvé lamentablement à court d</w:t>
      </w:r>
      <w:r>
        <w:t>’</w:t>
      </w:r>
      <w:r w:rsidR="008C5C61" w:rsidRPr="004C3E92">
        <w:t>entrain</w:t>
      </w:r>
      <w:r>
        <w:t xml:space="preserve"> ? </w:t>
      </w:r>
      <w:r w:rsidR="008C5C61" w:rsidRPr="004C3E92">
        <w:t>répéta Lucy</w:t>
      </w:r>
      <w:r>
        <w:t>.</w:t>
      </w:r>
    </w:p>
    <w:p w14:paraId="7B6447A9" w14:textId="77777777" w:rsidR="004A4993" w:rsidRDefault="004A4993" w:rsidP="004A4993">
      <w:r>
        <w:t>— </w:t>
      </w:r>
      <w:r w:rsidR="008C5C61" w:rsidRPr="004C3E92">
        <w:t>En effet</w:t>
      </w:r>
      <w:r>
        <w:t xml:space="preserve">, </w:t>
      </w:r>
      <w:r w:rsidR="008C5C61" w:rsidRPr="004C3E92">
        <w:t>en particulier lors de son arrivée</w:t>
      </w:r>
      <w:r>
        <w:t>.</w:t>
      </w:r>
    </w:p>
    <w:p w14:paraId="08F942D2" w14:textId="77777777" w:rsidR="004A4993" w:rsidRDefault="004A4993" w:rsidP="004A4993">
      <w:r>
        <w:t>— </w:t>
      </w:r>
      <w:r w:rsidR="008C5C61" w:rsidRPr="004C3E92">
        <w:t>Je l</w:t>
      </w:r>
      <w:r>
        <w:t>’</w:t>
      </w:r>
      <w:r w:rsidR="008C5C61" w:rsidRPr="004C3E92">
        <w:t xml:space="preserve">ai supplié de </w:t>
      </w:r>
      <w:proofErr w:type="gramStart"/>
      <w:r w:rsidR="008C5C61" w:rsidRPr="004C3E92">
        <w:t>faire</w:t>
      </w:r>
      <w:proofErr w:type="gramEnd"/>
      <w:r w:rsidR="008C5C61" w:rsidRPr="004C3E92">
        <w:t xml:space="preserve"> un effort</w:t>
      </w:r>
      <w:r>
        <w:t xml:space="preserve">, </w:t>
      </w:r>
      <w:r w:rsidR="008C5C61" w:rsidRPr="004C3E92">
        <w:t>de peur que vous ne soupçonniez ce qui se passait</w:t>
      </w:r>
      <w:r>
        <w:t xml:space="preserve"> ; </w:t>
      </w:r>
      <w:r w:rsidR="008C5C61" w:rsidRPr="004C3E92">
        <w:t>mais cela l</w:t>
      </w:r>
      <w:r>
        <w:t>’</w:t>
      </w:r>
      <w:r w:rsidR="008C5C61" w:rsidRPr="004C3E92">
        <w:t>a rendu si mélancol</w:t>
      </w:r>
      <w:r w:rsidR="008C5C61" w:rsidRPr="004C3E92">
        <w:t>i</w:t>
      </w:r>
      <w:r w:rsidR="008C5C61" w:rsidRPr="004C3E92">
        <w:t>que</w:t>
      </w:r>
      <w:r>
        <w:t xml:space="preserve">, </w:t>
      </w:r>
      <w:r w:rsidR="008C5C61" w:rsidRPr="004C3E92">
        <w:t>de ne pouvoir rester plus d</w:t>
      </w:r>
      <w:r>
        <w:t>’</w:t>
      </w:r>
      <w:r w:rsidR="008C5C61" w:rsidRPr="004C3E92">
        <w:t>une quinzaine auprès de moi</w:t>
      </w:r>
      <w:r>
        <w:t xml:space="preserve">, </w:t>
      </w:r>
      <w:r w:rsidR="008C5C61" w:rsidRPr="004C3E92">
        <w:t>et de me voir tellement affectée</w:t>
      </w:r>
      <w:r>
        <w:t xml:space="preserve"> ! </w:t>
      </w:r>
      <w:r w:rsidR="008C5C61" w:rsidRPr="004C3E92">
        <w:t>Pauvre garçon</w:t>
      </w:r>
      <w:r>
        <w:t xml:space="preserve"> ! </w:t>
      </w:r>
      <w:r w:rsidR="008C5C61" w:rsidRPr="004C3E92">
        <w:t>Je crains qu</w:t>
      </w:r>
      <w:r>
        <w:t>’</w:t>
      </w:r>
      <w:r w:rsidR="008C5C61" w:rsidRPr="004C3E92">
        <w:t>il n</w:t>
      </w:r>
      <w:r>
        <w:t>’</w:t>
      </w:r>
      <w:r w:rsidR="008C5C61" w:rsidRPr="004C3E92">
        <w:t>en soit encore de même pour lui</w:t>
      </w:r>
      <w:r>
        <w:t xml:space="preserve">, </w:t>
      </w:r>
      <w:r w:rsidR="008C5C61" w:rsidRPr="004C3E92">
        <w:t>à présent</w:t>
      </w:r>
      <w:r>
        <w:t xml:space="preserve"> ; </w:t>
      </w:r>
      <w:r w:rsidR="008C5C61" w:rsidRPr="004C3E92">
        <w:t>car il écrit avec un découragement affreux</w:t>
      </w:r>
      <w:r>
        <w:t xml:space="preserve">. </w:t>
      </w:r>
      <w:r w:rsidR="008C5C61" w:rsidRPr="004C3E92">
        <w:t>J</w:t>
      </w:r>
      <w:r>
        <w:t>’</w:t>
      </w:r>
      <w:r w:rsidR="008C5C61" w:rsidRPr="004C3E92">
        <w:t>ai reçu une lettre de lui juste avant mon départ d</w:t>
      </w:r>
      <w:r>
        <w:t>’</w:t>
      </w:r>
      <w:r w:rsidR="008C5C61" w:rsidRPr="004C3E92">
        <w:t>Exeter</w:t>
      </w:r>
      <w:r>
        <w:t xml:space="preserve"> ; – </w:t>
      </w:r>
      <w:r w:rsidR="008C5C61" w:rsidRPr="004C3E92">
        <w:t>tirant une lettre de sa poche</w:t>
      </w:r>
      <w:r>
        <w:t xml:space="preserve">, </w:t>
      </w:r>
      <w:r w:rsidR="008C5C61" w:rsidRPr="004C3E92">
        <w:t>et en mo</w:t>
      </w:r>
      <w:r w:rsidR="008C5C61" w:rsidRPr="004C3E92">
        <w:t>n</w:t>
      </w:r>
      <w:r w:rsidR="008C5C61" w:rsidRPr="004C3E92">
        <w:t xml:space="preserve">trant négligemment la suscription à </w:t>
      </w:r>
      <w:proofErr w:type="spellStart"/>
      <w:r w:rsidR="008C5C61" w:rsidRPr="004C3E92">
        <w:t>Elinor</w:t>
      </w:r>
      <w:proofErr w:type="spellEnd"/>
      <w:r>
        <w:t xml:space="preserve"> – </w:t>
      </w:r>
      <w:r w:rsidR="008C5C61" w:rsidRPr="004C3E92">
        <w:t>Vous connaissez son écriture</w:t>
      </w:r>
      <w:r>
        <w:t xml:space="preserve">, </w:t>
      </w:r>
      <w:r w:rsidR="008C5C61" w:rsidRPr="004C3E92">
        <w:t>sans doute</w:t>
      </w:r>
      <w:r>
        <w:t xml:space="preserve"> ; </w:t>
      </w:r>
      <w:r w:rsidR="008C5C61" w:rsidRPr="004C3E92">
        <w:t>et elle est vraiment charmante</w:t>
      </w:r>
      <w:r>
        <w:t xml:space="preserve"> ; </w:t>
      </w:r>
      <w:r w:rsidR="008C5C61" w:rsidRPr="004C3E92">
        <w:t>mais cette adresse n</w:t>
      </w:r>
      <w:r>
        <w:t>’</w:t>
      </w:r>
      <w:r w:rsidR="008C5C61" w:rsidRPr="004C3E92">
        <w:t xml:space="preserve">est pas aussi bien écrite que </w:t>
      </w:r>
      <w:r w:rsidR="008C5C61" w:rsidRPr="004C3E92">
        <w:lastRenderedPageBreak/>
        <w:t>d</w:t>
      </w:r>
      <w:r>
        <w:t>’</w:t>
      </w:r>
      <w:r w:rsidR="008C5C61" w:rsidRPr="004C3E92">
        <w:t>ordinaire</w:t>
      </w:r>
      <w:r>
        <w:t xml:space="preserve">. </w:t>
      </w:r>
      <w:r w:rsidR="008C5C61" w:rsidRPr="004C3E92">
        <w:t>Il était fatigué</w:t>
      </w:r>
      <w:r>
        <w:t xml:space="preserve">, </w:t>
      </w:r>
      <w:r w:rsidR="008C5C61" w:rsidRPr="004C3E92">
        <w:t>sans doute</w:t>
      </w:r>
      <w:r>
        <w:t xml:space="preserve">, </w:t>
      </w:r>
      <w:r w:rsidR="008C5C61" w:rsidRPr="004C3E92">
        <w:t>car il venait de remplir le plus possible le feuillet qu</w:t>
      </w:r>
      <w:r>
        <w:t>’</w:t>
      </w:r>
      <w:r w:rsidR="008C5C61" w:rsidRPr="004C3E92">
        <w:t>il me destinait</w:t>
      </w:r>
      <w:r>
        <w:t>.</w:t>
      </w:r>
    </w:p>
    <w:p w14:paraId="5615583F" w14:textId="77777777" w:rsidR="004A4993" w:rsidRDefault="008C5C61" w:rsidP="004A4993">
      <w:proofErr w:type="spellStart"/>
      <w:r w:rsidRPr="004C3E92">
        <w:t>Elinor</w:t>
      </w:r>
      <w:proofErr w:type="spellEnd"/>
      <w:r w:rsidRPr="004C3E92">
        <w:t xml:space="preserve"> vit que c</w:t>
      </w:r>
      <w:r w:rsidR="004A4993">
        <w:t>’</w:t>
      </w:r>
      <w:r w:rsidRPr="004C3E92">
        <w:t>était son écriture</w:t>
      </w:r>
      <w:r w:rsidR="004A4993">
        <w:t xml:space="preserve">, </w:t>
      </w:r>
      <w:r w:rsidRPr="004C3E92">
        <w:t>et il ne lui fut plus poss</w:t>
      </w:r>
      <w:r w:rsidRPr="004C3E92">
        <w:t>i</w:t>
      </w:r>
      <w:r w:rsidRPr="004C3E92">
        <w:t>ble de douter</w:t>
      </w:r>
      <w:r w:rsidR="004A4993">
        <w:t xml:space="preserve">. </w:t>
      </w:r>
      <w:r w:rsidRPr="004C3E92">
        <w:t>Le portrait</w:t>
      </w:r>
      <w:r w:rsidR="004A4993">
        <w:t xml:space="preserve">, </w:t>
      </w:r>
      <w:r w:rsidRPr="004C3E92">
        <w:t>elle s</w:t>
      </w:r>
      <w:r w:rsidR="004A4993">
        <w:t>’</w:t>
      </w:r>
      <w:r w:rsidRPr="004C3E92">
        <w:t>était autorisée à le croire</w:t>
      </w:r>
      <w:r w:rsidR="004A4993">
        <w:t xml:space="preserve">, </w:t>
      </w:r>
      <w:r w:rsidRPr="004C3E92">
        <w:t>avait pu être obtenu accidentellement</w:t>
      </w:r>
      <w:r w:rsidR="004A4993">
        <w:t xml:space="preserve"> ; </w:t>
      </w:r>
      <w:r w:rsidRPr="004C3E92">
        <w:t>il pouvait n</w:t>
      </w:r>
      <w:r w:rsidR="004A4993">
        <w:t>’</w:t>
      </w:r>
      <w:r w:rsidRPr="004C3E92">
        <w:t>être pas un c</w:t>
      </w:r>
      <w:r w:rsidRPr="004C3E92">
        <w:t>a</w:t>
      </w:r>
      <w:r w:rsidRPr="004C3E92">
        <w:t>deau d</w:t>
      </w:r>
      <w:r w:rsidR="004A4993">
        <w:t>’</w:t>
      </w:r>
      <w:r w:rsidRPr="004C3E92">
        <w:t>Edward</w:t>
      </w:r>
      <w:r w:rsidR="004A4993">
        <w:t xml:space="preserve"> ; </w:t>
      </w:r>
      <w:r w:rsidRPr="004C3E92">
        <w:t>mais une correspondance entre eux</w:t>
      </w:r>
      <w:r w:rsidR="004A4993">
        <w:t xml:space="preserve">, </w:t>
      </w:r>
      <w:r w:rsidRPr="004C3E92">
        <w:t>par le</w:t>
      </w:r>
      <w:r w:rsidRPr="004C3E92">
        <w:t>t</w:t>
      </w:r>
      <w:r w:rsidRPr="004C3E92">
        <w:t>tres</w:t>
      </w:r>
      <w:r w:rsidR="004A4993">
        <w:t xml:space="preserve">, </w:t>
      </w:r>
      <w:r w:rsidRPr="004C3E92">
        <w:t>ne pouvait subsister qu</w:t>
      </w:r>
      <w:r w:rsidR="004A4993">
        <w:t>’</w:t>
      </w:r>
      <w:r w:rsidRPr="004C3E92">
        <w:t>en supposant des fiançailles posit</w:t>
      </w:r>
      <w:r w:rsidRPr="004C3E92">
        <w:t>i</w:t>
      </w:r>
      <w:r w:rsidRPr="004C3E92">
        <w:t>ves</w:t>
      </w:r>
      <w:r w:rsidR="004A4993">
        <w:t xml:space="preserve">, </w:t>
      </w:r>
      <w:r w:rsidRPr="004C3E92">
        <w:t>ne pouvait être autorisée par rien d</w:t>
      </w:r>
      <w:r w:rsidR="004A4993">
        <w:t>’</w:t>
      </w:r>
      <w:r w:rsidRPr="004C3E92">
        <w:t>autre</w:t>
      </w:r>
      <w:r w:rsidR="004A4993">
        <w:t xml:space="preserve"> ; </w:t>
      </w:r>
      <w:r w:rsidRPr="004C3E92">
        <w:t>pendant que</w:t>
      </w:r>
      <w:r w:rsidRPr="004C3E92">
        <w:t>l</w:t>
      </w:r>
      <w:r w:rsidRPr="004C3E92">
        <w:t>ques instants elle fut presque accablée</w:t>
      </w:r>
      <w:r w:rsidR="004A4993">
        <w:t xml:space="preserve"> – </w:t>
      </w:r>
      <w:r w:rsidRPr="004C3E92">
        <w:t>son cœur s</w:t>
      </w:r>
      <w:r w:rsidR="004A4993">
        <w:t>’</w:t>
      </w:r>
      <w:r w:rsidRPr="004C3E92">
        <w:t>effondra en elle</w:t>
      </w:r>
      <w:r w:rsidR="004A4993">
        <w:t xml:space="preserve">, </w:t>
      </w:r>
      <w:r w:rsidRPr="004C3E92">
        <w:t>et elle put à peine se tenir debout</w:t>
      </w:r>
      <w:r w:rsidR="004A4993">
        <w:t xml:space="preserve"> ; </w:t>
      </w:r>
      <w:r w:rsidRPr="004C3E92">
        <w:t>mais il était indispens</w:t>
      </w:r>
      <w:r w:rsidRPr="004C3E92">
        <w:t>a</w:t>
      </w:r>
      <w:r w:rsidRPr="004C3E92">
        <w:t>ble qu</w:t>
      </w:r>
      <w:r w:rsidR="004A4993">
        <w:t>’</w:t>
      </w:r>
      <w:r w:rsidRPr="004C3E92">
        <w:t>elle fît un effort</w:t>
      </w:r>
      <w:r w:rsidR="004A4993">
        <w:t xml:space="preserve">, </w:t>
      </w:r>
      <w:r w:rsidRPr="004C3E92">
        <w:t>et elle lutta si résolument contre l</w:t>
      </w:r>
      <w:r w:rsidR="004A4993">
        <w:t>’</w:t>
      </w:r>
      <w:r w:rsidRPr="004C3E92">
        <w:t>oppression de ses sentiments</w:t>
      </w:r>
      <w:r w:rsidR="004A4993">
        <w:t xml:space="preserve">, </w:t>
      </w:r>
      <w:r w:rsidRPr="004C3E92">
        <w:t>que son succès fut rapide</w:t>
      </w:r>
      <w:r w:rsidR="004A4993">
        <w:t xml:space="preserve">, </w:t>
      </w:r>
      <w:r w:rsidRPr="004C3E92">
        <w:t>et</w:t>
      </w:r>
      <w:r w:rsidR="004A4993">
        <w:t xml:space="preserve">, </w:t>
      </w:r>
      <w:r w:rsidRPr="004C3E92">
        <w:t>pour l</w:t>
      </w:r>
      <w:r w:rsidR="004A4993">
        <w:t>’</w:t>
      </w:r>
      <w:r w:rsidRPr="004C3E92">
        <w:t>instant</w:t>
      </w:r>
      <w:r w:rsidR="004A4993">
        <w:t xml:space="preserve">, </w:t>
      </w:r>
      <w:r w:rsidRPr="004C3E92">
        <w:t>complet</w:t>
      </w:r>
      <w:r w:rsidR="004A4993">
        <w:t>.</w:t>
      </w:r>
    </w:p>
    <w:p w14:paraId="4541E55A" w14:textId="77777777" w:rsidR="004A4993" w:rsidRDefault="004A4993" w:rsidP="004A4993">
      <w:r>
        <w:t>— </w:t>
      </w:r>
      <w:r w:rsidR="008C5C61" w:rsidRPr="004C3E92">
        <w:t>Nous écrire l</w:t>
      </w:r>
      <w:r>
        <w:t>’</w:t>
      </w:r>
      <w:r w:rsidR="008C5C61" w:rsidRPr="004C3E92">
        <w:t>un à l</w:t>
      </w:r>
      <w:r>
        <w:t>’</w:t>
      </w:r>
      <w:r w:rsidR="008C5C61" w:rsidRPr="004C3E92">
        <w:t>autre</w:t>
      </w:r>
      <w:r>
        <w:t xml:space="preserve">, </w:t>
      </w:r>
      <w:r w:rsidR="008C5C61" w:rsidRPr="004C3E92">
        <w:t>dit Lucy</w:t>
      </w:r>
      <w:r>
        <w:t xml:space="preserve">, </w:t>
      </w:r>
      <w:r w:rsidR="008C5C61" w:rsidRPr="004C3E92">
        <w:t>remettant la lettre dans sa poche</w:t>
      </w:r>
      <w:r>
        <w:t xml:space="preserve">, </w:t>
      </w:r>
      <w:r w:rsidR="008C5C61" w:rsidRPr="004C3E92">
        <w:t>c</w:t>
      </w:r>
      <w:r>
        <w:t>’</w:t>
      </w:r>
      <w:r w:rsidR="008C5C61" w:rsidRPr="004C3E92">
        <w:t>est le seul réconfort que nous ayons dans ces longues séparations</w:t>
      </w:r>
      <w:r>
        <w:t xml:space="preserve">. </w:t>
      </w:r>
      <w:r w:rsidR="008C5C61" w:rsidRPr="004C3E92">
        <w:t>Oui</w:t>
      </w:r>
      <w:r>
        <w:t xml:space="preserve">, </w:t>
      </w:r>
      <w:r w:rsidR="008C5C61" w:rsidRPr="004C3E92">
        <w:t>j</w:t>
      </w:r>
      <w:r>
        <w:t>’</w:t>
      </w:r>
      <w:r w:rsidR="008C5C61" w:rsidRPr="004C3E92">
        <w:t>ai pourtant</w:t>
      </w:r>
      <w:r>
        <w:t xml:space="preserve">, </w:t>
      </w:r>
      <w:r w:rsidR="008C5C61" w:rsidRPr="004C3E92">
        <w:t>moi</w:t>
      </w:r>
      <w:r>
        <w:t xml:space="preserve">, </w:t>
      </w:r>
      <w:r w:rsidR="008C5C61" w:rsidRPr="004C3E92">
        <w:t>un autre réconfort</w:t>
      </w:r>
      <w:r>
        <w:t xml:space="preserve">, – </w:t>
      </w:r>
      <w:r w:rsidR="008C5C61" w:rsidRPr="004C3E92">
        <w:t>son portrait</w:t>
      </w:r>
      <w:r>
        <w:t xml:space="preserve"> ; </w:t>
      </w:r>
      <w:r w:rsidR="008C5C61" w:rsidRPr="004C3E92">
        <w:t>mais le pauvre Edward n</w:t>
      </w:r>
      <w:r>
        <w:t>’</w:t>
      </w:r>
      <w:r w:rsidR="008C5C61" w:rsidRPr="004C3E92">
        <w:t>a même pas celui-là</w:t>
      </w:r>
      <w:r>
        <w:t xml:space="preserve">. </w:t>
      </w:r>
      <w:r w:rsidR="008C5C61" w:rsidRPr="004C3E92">
        <w:t>Si seulement il avait mon portrait</w:t>
      </w:r>
      <w:r>
        <w:t xml:space="preserve">, </w:t>
      </w:r>
      <w:r w:rsidR="008C5C61" w:rsidRPr="004C3E92">
        <w:t>il serait tranquille</w:t>
      </w:r>
      <w:r>
        <w:t xml:space="preserve">, </w:t>
      </w:r>
      <w:r w:rsidR="008C5C61" w:rsidRPr="004C3E92">
        <w:t>dit-il</w:t>
      </w:r>
      <w:r>
        <w:t xml:space="preserve">. </w:t>
      </w:r>
      <w:r w:rsidR="008C5C61" w:rsidRPr="004C3E92">
        <w:t>Je lui ai donné une mèche de mes cheveux</w:t>
      </w:r>
      <w:r>
        <w:t xml:space="preserve">, </w:t>
      </w:r>
      <w:r w:rsidR="008C5C61" w:rsidRPr="004C3E92">
        <w:t>montée dans une bague</w:t>
      </w:r>
      <w:r>
        <w:t xml:space="preserve">, </w:t>
      </w:r>
      <w:r w:rsidR="008C5C61" w:rsidRPr="004C3E92">
        <w:t>la dernière fois qu</w:t>
      </w:r>
      <w:r>
        <w:t>’</w:t>
      </w:r>
      <w:r w:rsidR="008C5C61" w:rsidRPr="004C3E92">
        <w:t xml:space="preserve">il a séjourné à </w:t>
      </w:r>
      <w:proofErr w:type="spellStart"/>
      <w:r w:rsidR="008C5C61" w:rsidRPr="004C3E92">
        <w:t>Longstaple</w:t>
      </w:r>
      <w:proofErr w:type="spellEnd"/>
      <w:r w:rsidR="008C5C61" w:rsidRPr="004C3E92">
        <w:t xml:space="preserve"> et cela a été pour lui une petite consolation</w:t>
      </w:r>
      <w:r>
        <w:t xml:space="preserve">, </w:t>
      </w:r>
      <w:r w:rsidR="008C5C61" w:rsidRPr="004C3E92">
        <w:t>a-t-il dit</w:t>
      </w:r>
      <w:r>
        <w:t xml:space="preserve">, </w:t>
      </w:r>
      <w:r w:rsidR="008C5C61" w:rsidRPr="004C3E92">
        <w:t>encore que faible</w:t>
      </w:r>
      <w:r>
        <w:t xml:space="preserve">, </w:t>
      </w:r>
      <w:r w:rsidR="008C5C61" w:rsidRPr="004C3E92">
        <w:t>en comp</w:t>
      </w:r>
      <w:r w:rsidR="008C5C61" w:rsidRPr="004C3E92">
        <w:t>a</w:t>
      </w:r>
      <w:r w:rsidR="008C5C61" w:rsidRPr="004C3E92">
        <w:t>raison d</w:t>
      </w:r>
      <w:r>
        <w:t>’</w:t>
      </w:r>
      <w:r w:rsidR="008C5C61" w:rsidRPr="004C3E92">
        <w:t>un portrait</w:t>
      </w:r>
      <w:r>
        <w:t xml:space="preserve">. </w:t>
      </w:r>
      <w:r w:rsidR="008C5C61" w:rsidRPr="004C3E92">
        <w:t>Peut-être avez-vous remarqué cette bague quand vous l</w:t>
      </w:r>
      <w:r>
        <w:t>’</w:t>
      </w:r>
      <w:r w:rsidR="008C5C61" w:rsidRPr="004C3E92">
        <w:t>avez vu</w:t>
      </w:r>
      <w:r>
        <w:t> ?</w:t>
      </w:r>
    </w:p>
    <w:p w14:paraId="3B78A4A5" w14:textId="77777777" w:rsidR="004A4993" w:rsidRDefault="004A4993" w:rsidP="004A4993">
      <w:r>
        <w:t>— </w:t>
      </w:r>
      <w:r w:rsidR="008C5C61" w:rsidRPr="004C3E92">
        <w:t>En effet</w:t>
      </w:r>
      <w:r>
        <w:t xml:space="preserve">, </w:t>
      </w:r>
      <w:r w:rsidR="008C5C61" w:rsidRPr="004C3E92">
        <w:t xml:space="preserve">dit </w:t>
      </w:r>
      <w:proofErr w:type="spellStart"/>
      <w:r w:rsidR="008C5C61" w:rsidRPr="004C3E92">
        <w:t>Elinor</w:t>
      </w:r>
      <w:proofErr w:type="spellEnd"/>
      <w:r>
        <w:t xml:space="preserve">, </w:t>
      </w:r>
      <w:r w:rsidR="008C5C61" w:rsidRPr="004C3E92">
        <w:t>d</w:t>
      </w:r>
      <w:r>
        <w:t>’</w:t>
      </w:r>
      <w:r w:rsidR="008C5C61" w:rsidRPr="004C3E92">
        <w:t>une voix calme</w:t>
      </w:r>
      <w:r>
        <w:t xml:space="preserve">, </w:t>
      </w:r>
      <w:r w:rsidR="008C5C61" w:rsidRPr="004C3E92">
        <w:t>sous laquelle se dissimulaient un émoi et une tristesse qui dépassaient tout ce qu</w:t>
      </w:r>
      <w:r>
        <w:t>’</w:t>
      </w:r>
      <w:r w:rsidR="008C5C61" w:rsidRPr="004C3E92">
        <w:t>elle eût encore jamais ressenti</w:t>
      </w:r>
      <w:r>
        <w:t xml:space="preserve">. </w:t>
      </w:r>
      <w:r w:rsidR="008C5C61" w:rsidRPr="004C3E92">
        <w:t>Elle était mortifiée</w:t>
      </w:r>
      <w:r>
        <w:t xml:space="preserve">, </w:t>
      </w:r>
      <w:r w:rsidR="008C5C61" w:rsidRPr="004C3E92">
        <w:t>scandal</w:t>
      </w:r>
      <w:r w:rsidR="008C5C61" w:rsidRPr="004C3E92">
        <w:t>i</w:t>
      </w:r>
      <w:r w:rsidR="008C5C61" w:rsidRPr="004C3E92">
        <w:t>sée</w:t>
      </w:r>
      <w:r>
        <w:t xml:space="preserve">, </w:t>
      </w:r>
      <w:r w:rsidR="008C5C61" w:rsidRPr="004C3E92">
        <w:t>confondue</w:t>
      </w:r>
      <w:r>
        <w:t>.</w:t>
      </w:r>
    </w:p>
    <w:p w14:paraId="28EBE6CA" w14:textId="77777777" w:rsidR="004A4993" w:rsidRDefault="008C5C61" w:rsidP="004A4993">
      <w:r w:rsidRPr="004C3E92">
        <w:t>Heureusement pour elle</w:t>
      </w:r>
      <w:r w:rsidR="004A4993">
        <w:t xml:space="preserve">, </w:t>
      </w:r>
      <w:r w:rsidRPr="004C3E92">
        <w:t>elles étaient alors parvenues à la maisonnette</w:t>
      </w:r>
      <w:r w:rsidR="004A4993">
        <w:t xml:space="preserve">, </w:t>
      </w:r>
      <w:r w:rsidRPr="004C3E92">
        <w:t>et la conversation ne pouvait pas être poursuivie</w:t>
      </w:r>
      <w:r w:rsidR="004A4993">
        <w:t xml:space="preserve">. </w:t>
      </w:r>
      <w:r w:rsidRPr="004C3E92">
        <w:t>Après être restées quelques minutes avec elles</w:t>
      </w:r>
      <w:r w:rsidR="004A4993">
        <w:t xml:space="preserve">, </w:t>
      </w:r>
      <w:r w:rsidRPr="004C3E92">
        <w:t xml:space="preserve">les </w:t>
      </w:r>
      <w:r w:rsidRPr="004C3E92">
        <w:lastRenderedPageBreak/>
        <w:t>demoiselles Steele retournèrent au Park</w:t>
      </w:r>
      <w:r w:rsidR="004A4993">
        <w:t xml:space="preserve">, </w:t>
      </w:r>
      <w:r w:rsidRPr="004C3E92">
        <w:t xml:space="preserve">et </w:t>
      </w:r>
      <w:proofErr w:type="spellStart"/>
      <w:r w:rsidRPr="004C3E92">
        <w:t>Elinor</w:t>
      </w:r>
      <w:proofErr w:type="spellEnd"/>
      <w:r w:rsidRPr="004C3E92">
        <w:t xml:space="preserve"> eut alors loisir de réfléchir et d</w:t>
      </w:r>
      <w:r w:rsidR="004A4993">
        <w:t>’</w:t>
      </w:r>
      <w:r w:rsidRPr="004C3E92">
        <w:t>être malheureuse</w:t>
      </w:r>
      <w:r w:rsidR="004A4993">
        <w:t>.</w:t>
      </w:r>
    </w:p>
    <w:p w14:paraId="500689D0" w14:textId="1E511DAB" w:rsidR="008C5C61" w:rsidRPr="004C3E92" w:rsidRDefault="008C5C61" w:rsidP="004A4993">
      <w:pPr>
        <w:pStyle w:val="Titre1"/>
      </w:pPr>
      <w:bookmarkStart w:id="22" w:name="_Toc196409807"/>
      <w:r w:rsidRPr="004C3E92">
        <w:lastRenderedPageBreak/>
        <w:t>CHAPITRE XXIII</w:t>
      </w:r>
      <w:bookmarkEnd w:id="22"/>
      <w:r w:rsidRPr="004C3E92">
        <w:br/>
      </w:r>
    </w:p>
    <w:p w14:paraId="0DD45B7F" w14:textId="77777777" w:rsidR="004A4993" w:rsidRDefault="008C5C61" w:rsidP="004A4993">
      <w:r w:rsidRPr="004C3E92">
        <w:t>Quelque faible que pût être</w:t>
      </w:r>
      <w:r w:rsidR="004A4993">
        <w:t xml:space="preserve">, </w:t>
      </w:r>
      <w:r w:rsidRPr="004C3E92">
        <w:t>d</w:t>
      </w:r>
      <w:r w:rsidR="004A4993">
        <w:t>’</w:t>
      </w:r>
      <w:r w:rsidRPr="004C3E92">
        <w:t>une façon générale</w:t>
      </w:r>
      <w:r w:rsidR="004A4993">
        <w:t xml:space="preserve">, </w:t>
      </w:r>
      <w:r w:rsidRPr="004C3E92">
        <w:t>la confiance d</w:t>
      </w:r>
      <w:r w:rsidR="004A4993">
        <w:t>’</w:t>
      </w:r>
      <w:proofErr w:type="spellStart"/>
      <w:r w:rsidRPr="004C3E92">
        <w:t>Elinor</w:t>
      </w:r>
      <w:proofErr w:type="spellEnd"/>
      <w:r w:rsidRPr="004C3E92">
        <w:t xml:space="preserve"> en la véracité de Lucy</w:t>
      </w:r>
      <w:r w:rsidR="004A4993">
        <w:t xml:space="preserve">, </w:t>
      </w:r>
      <w:r w:rsidRPr="004C3E92">
        <w:t>il lui fut impossible</w:t>
      </w:r>
      <w:r w:rsidR="004A4993">
        <w:t xml:space="preserve">, </w:t>
      </w:r>
      <w:r w:rsidRPr="004C3E92">
        <w:t>après avoir réfléchi sérieusement</w:t>
      </w:r>
      <w:r w:rsidR="004A4993">
        <w:t xml:space="preserve">, </w:t>
      </w:r>
      <w:r w:rsidRPr="004C3E92">
        <w:t>de la soupçonner dans le cas présent</w:t>
      </w:r>
      <w:r w:rsidR="004A4993">
        <w:t xml:space="preserve">, </w:t>
      </w:r>
      <w:r w:rsidRPr="004C3E92">
        <w:t>où aucune tentation ne pouvait justifier la folie qu</w:t>
      </w:r>
      <w:r w:rsidR="004A4993">
        <w:t>’</w:t>
      </w:r>
      <w:r w:rsidRPr="004C3E92">
        <w:t>il y aurait à inventer un mensonge d</w:t>
      </w:r>
      <w:r w:rsidR="004A4993">
        <w:t>’</w:t>
      </w:r>
      <w:r w:rsidRPr="004C3E92">
        <w:t>une telle envergure</w:t>
      </w:r>
      <w:r w:rsidR="004A4993">
        <w:t xml:space="preserve">. </w:t>
      </w:r>
      <w:r w:rsidRPr="004C3E92">
        <w:t>Ce que L</w:t>
      </w:r>
      <w:r w:rsidRPr="004C3E92">
        <w:t>u</w:t>
      </w:r>
      <w:r w:rsidRPr="004C3E92">
        <w:t>cy avait affirmé être vrai</w:t>
      </w:r>
      <w:r w:rsidR="004A4993">
        <w:t xml:space="preserve">, </w:t>
      </w:r>
      <w:r w:rsidRPr="004C3E92">
        <w:t>donc</w:t>
      </w:r>
      <w:r w:rsidR="004A4993">
        <w:t xml:space="preserve">, </w:t>
      </w:r>
      <w:proofErr w:type="spellStart"/>
      <w:r w:rsidRPr="004C3E92">
        <w:t>Elinor</w:t>
      </w:r>
      <w:proofErr w:type="spellEnd"/>
      <w:r w:rsidRPr="004C3E92">
        <w:t xml:space="preserve"> n</w:t>
      </w:r>
      <w:r w:rsidR="004A4993">
        <w:t>’</w:t>
      </w:r>
      <w:r w:rsidRPr="004C3E92">
        <w:t>en pouvait</w:t>
      </w:r>
      <w:r w:rsidR="004A4993">
        <w:t xml:space="preserve">, </w:t>
      </w:r>
      <w:r w:rsidRPr="004C3E92">
        <w:t>n</w:t>
      </w:r>
      <w:r w:rsidR="004A4993">
        <w:t>’</w:t>
      </w:r>
      <w:r w:rsidRPr="004C3E92">
        <w:t>en osait</w:t>
      </w:r>
      <w:r w:rsidR="004A4993">
        <w:t xml:space="preserve">, </w:t>
      </w:r>
      <w:r w:rsidRPr="004C3E92">
        <w:t>plus douter</w:t>
      </w:r>
      <w:r w:rsidR="004A4993">
        <w:t xml:space="preserve">, – </w:t>
      </w:r>
      <w:r w:rsidRPr="004C3E92">
        <w:t>d</w:t>
      </w:r>
      <w:r w:rsidR="004A4993">
        <w:t>’</w:t>
      </w:r>
      <w:r w:rsidRPr="004C3E92">
        <w:t>autant plus que tout était étayé de toutes parts par de telles probabilités et de telles preuves</w:t>
      </w:r>
      <w:r w:rsidR="004A4993">
        <w:t xml:space="preserve">, </w:t>
      </w:r>
      <w:r w:rsidRPr="004C3E92">
        <w:t>et n</w:t>
      </w:r>
      <w:r w:rsidR="004A4993">
        <w:t>’</w:t>
      </w:r>
      <w:r w:rsidRPr="004C3E92">
        <w:t>était contredit par rien</w:t>
      </w:r>
      <w:r w:rsidR="004A4993">
        <w:t xml:space="preserve">, </w:t>
      </w:r>
      <w:r w:rsidRPr="004C3E92">
        <w:t>en dehors de ses propres désirs</w:t>
      </w:r>
      <w:r w:rsidR="004A4993">
        <w:t xml:space="preserve">. </w:t>
      </w:r>
      <w:r w:rsidRPr="004C3E92">
        <w:t>L</w:t>
      </w:r>
      <w:r w:rsidR="004A4993">
        <w:t>’</w:t>
      </w:r>
      <w:r w:rsidRPr="004C3E92">
        <w:t>occasion de leur connaissance chez Mr</w:t>
      </w:r>
      <w:r w:rsidR="004A4993">
        <w:t xml:space="preserve">. </w:t>
      </w:r>
      <w:r w:rsidRPr="004C3E92">
        <w:t>Pratt constituait un fondement pour le reste</w:t>
      </w:r>
      <w:r w:rsidR="004A4993">
        <w:t xml:space="preserve">, </w:t>
      </w:r>
      <w:r w:rsidRPr="004C3E92">
        <w:t>à la fois indiscutable et inquiétant</w:t>
      </w:r>
      <w:r w:rsidR="004A4993">
        <w:t xml:space="preserve"> ; </w:t>
      </w:r>
      <w:r w:rsidRPr="004C3E92">
        <w:t>et la visite d</w:t>
      </w:r>
      <w:r w:rsidR="004A4993">
        <w:t>’</w:t>
      </w:r>
      <w:r w:rsidRPr="004C3E92">
        <w:t>Edward aux environs de Plymouth</w:t>
      </w:r>
      <w:r w:rsidR="004A4993">
        <w:t xml:space="preserve">, </w:t>
      </w:r>
      <w:r w:rsidRPr="004C3E92">
        <w:t>son état d</w:t>
      </w:r>
      <w:r w:rsidR="004A4993">
        <w:t>’</w:t>
      </w:r>
      <w:r w:rsidRPr="004C3E92">
        <w:t>esprit mélancolique</w:t>
      </w:r>
      <w:r w:rsidR="004A4993">
        <w:t xml:space="preserve">, </w:t>
      </w:r>
      <w:r w:rsidRPr="004C3E92">
        <w:t>le mécontentement que lui donnaient ses propres perspectives d</w:t>
      </w:r>
      <w:r w:rsidR="004A4993">
        <w:t>’</w:t>
      </w:r>
      <w:r w:rsidRPr="004C3E92">
        <w:t>avenir</w:t>
      </w:r>
      <w:r w:rsidR="004A4993">
        <w:t xml:space="preserve">, </w:t>
      </w:r>
      <w:r w:rsidRPr="004C3E92">
        <w:t>son attitude incertaine envers elle</w:t>
      </w:r>
      <w:r w:rsidR="004A4993">
        <w:t xml:space="preserve">, </w:t>
      </w:r>
      <w:r w:rsidRPr="004C3E92">
        <w:t>la connaissance i</w:t>
      </w:r>
      <w:r w:rsidRPr="004C3E92">
        <w:t>n</w:t>
      </w:r>
      <w:r w:rsidRPr="004C3E92">
        <w:t xml:space="preserve">time manifestée par les demoiselles Steele au sujet de </w:t>
      </w:r>
      <w:proofErr w:type="spellStart"/>
      <w:r w:rsidRPr="004C3E92">
        <w:t>Norland</w:t>
      </w:r>
      <w:proofErr w:type="spellEnd"/>
      <w:r w:rsidRPr="004C3E92">
        <w:t xml:space="preserve"> et de leurs liens de famille</w:t>
      </w:r>
      <w:r w:rsidR="004A4993">
        <w:t xml:space="preserve">, </w:t>
      </w:r>
      <w:r w:rsidRPr="004C3E92">
        <w:t>qui l</w:t>
      </w:r>
      <w:r w:rsidR="004A4993">
        <w:t>’</w:t>
      </w:r>
      <w:r w:rsidRPr="004C3E92">
        <w:t>avait souvent surprise</w:t>
      </w:r>
      <w:r w:rsidR="004A4993">
        <w:t xml:space="preserve">, – </w:t>
      </w:r>
      <w:r w:rsidRPr="004C3E92">
        <w:t>le po</w:t>
      </w:r>
      <w:r w:rsidRPr="004C3E92">
        <w:t>r</w:t>
      </w:r>
      <w:r w:rsidRPr="004C3E92">
        <w:t>trait</w:t>
      </w:r>
      <w:r w:rsidR="004A4993">
        <w:t xml:space="preserve">, </w:t>
      </w:r>
      <w:r w:rsidRPr="004C3E92">
        <w:t>la lettre</w:t>
      </w:r>
      <w:r w:rsidR="004A4993">
        <w:t xml:space="preserve">, </w:t>
      </w:r>
      <w:r w:rsidRPr="004C3E92">
        <w:t>la bague</w:t>
      </w:r>
      <w:r w:rsidR="004A4993">
        <w:t xml:space="preserve">, – </w:t>
      </w:r>
      <w:r w:rsidRPr="004C3E92">
        <w:t>tout cela réuni formait un ensemble de témoignages qui anéantissait toute crainte de le condamner injustement</w:t>
      </w:r>
      <w:r w:rsidR="004A4993">
        <w:t xml:space="preserve">, </w:t>
      </w:r>
      <w:r w:rsidRPr="004C3E92">
        <w:t>et établissait comme un fait qu</w:t>
      </w:r>
      <w:r w:rsidR="004A4993">
        <w:t>’</w:t>
      </w:r>
      <w:r w:rsidRPr="004C3E92">
        <w:t>aucune partialité ne pouvait écarter</w:t>
      </w:r>
      <w:r w:rsidR="004A4993">
        <w:t xml:space="preserve">, </w:t>
      </w:r>
      <w:r w:rsidRPr="004C3E92">
        <w:t>la façon indigne dont il l</w:t>
      </w:r>
      <w:r w:rsidR="004A4993">
        <w:t>’</w:t>
      </w:r>
      <w:r w:rsidRPr="004C3E92">
        <w:t>avait traitée</w:t>
      </w:r>
      <w:r w:rsidR="004A4993">
        <w:t xml:space="preserve">. </w:t>
      </w:r>
      <w:r w:rsidRPr="004C3E92">
        <w:t>Son re</w:t>
      </w:r>
      <w:r w:rsidRPr="004C3E92">
        <w:t>s</w:t>
      </w:r>
      <w:r w:rsidRPr="004C3E92">
        <w:t>sentiment devant une telle conduite</w:t>
      </w:r>
      <w:r w:rsidR="004A4993">
        <w:t xml:space="preserve">, </w:t>
      </w:r>
      <w:r w:rsidRPr="004C3E92">
        <w:t>son indignation d</w:t>
      </w:r>
      <w:r w:rsidR="004A4993">
        <w:t>’</w:t>
      </w:r>
      <w:r w:rsidRPr="004C3E92">
        <w:t>en avoir été dupe</w:t>
      </w:r>
      <w:r w:rsidR="004A4993">
        <w:t xml:space="preserve">, </w:t>
      </w:r>
      <w:r w:rsidRPr="004C3E92">
        <w:t>furent tels que</w:t>
      </w:r>
      <w:r w:rsidR="004A4993">
        <w:t xml:space="preserve">, </w:t>
      </w:r>
      <w:r w:rsidRPr="004C3E92">
        <w:t>pour quelques instants brefs</w:t>
      </w:r>
      <w:r w:rsidR="004A4993">
        <w:t xml:space="preserve">, </w:t>
      </w:r>
      <w:r w:rsidRPr="004C3E92">
        <w:t>elle se sentit seule en cause</w:t>
      </w:r>
      <w:r w:rsidR="004A4993">
        <w:t xml:space="preserve"> ; </w:t>
      </w:r>
      <w:r w:rsidRPr="004C3E92">
        <w:t>mais d</w:t>
      </w:r>
      <w:r w:rsidR="004A4993">
        <w:t>’</w:t>
      </w:r>
      <w:r w:rsidRPr="004C3E92">
        <w:t>autres idées</w:t>
      </w:r>
      <w:r w:rsidR="004A4993">
        <w:t xml:space="preserve">, </w:t>
      </w:r>
      <w:r w:rsidRPr="004C3E92">
        <w:t>d</w:t>
      </w:r>
      <w:r w:rsidR="004A4993">
        <w:t>’</w:t>
      </w:r>
      <w:r w:rsidRPr="004C3E92">
        <w:t>autres considér</w:t>
      </w:r>
      <w:r w:rsidRPr="004C3E92">
        <w:t>a</w:t>
      </w:r>
      <w:r w:rsidRPr="004C3E92">
        <w:t>tions</w:t>
      </w:r>
      <w:r w:rsidR="004A4993">
        <w:t xml:space="preserve">, </w:t>
      </w:r>
      <w:r w:rsidRPr="004C3E92">
        <w:t>se présentèrent bientôt</w:t>
      </w:r>
      <w:r w:rsidR="004A4993">
        <w:t xml:space="preserve">. </w:t>
      </w:r>
      <w:r w:rsidRPr="004C3E92">
        <w:t>Edward l</w:t>
      </w:r>
      <w:r w:rsidR="004A4993">
        <w:t>’</w:t>
      </w:r>
      <w:r w:rsidRPr="004C3E92">
        <w:t>avait-il trompée inte</w:t>
      </w:r>
      <w:r w:rsidRPr="004C3E92">
        <w:t>n</w:t>
      </w:r>
      <w:r w:rsidRPr="004C3E92">
        <w:t>tionnellement</w:t>
      </w:r>
      <w:r w:rsidR="004A4993">
        <w:t xml:space="preserve"> ? </w:t>
      </w:r>
      <w:r w:rsidRPr="004C3E92">
        <w:t>Avait-il feint pour elle une affection qu</w:t>
      </w:r>
      <w:r w:rsidR="004A4993">
        <w:t>’</w:t>
      </w:r>
      <w:r w:rsidRPr="004C3E92">
        <w:t>il n</w:t>
      </w:r>
      <w:r w:rsidR="004A4993">
        <w:t>’</w:t>
      </w:r>
      <w:r w:rsidRPr="004C3E92">
        <w:t>éprouvait pas</w:t>
      </w:r>
      <w:r w:rsidR="004A4993">
        <w:t xml:space="preserve"> ? </w:t>
      </w:r>
      <w:r w:rsidRPr="004C3E92">
        <w:t>Ses fiançailles avec Lucy étaient-elles des fia</w:t>
      </w:r>
      <w:r w:rsidRPr="004C3E92">
        <w:t>n</w:t>
      </w:r>
      <w:r w:rsidRPr="004C3E92">
        <w:t>çailles du cœur</w:t>
      </w:r>
      <w:r w:rsidR="004A4993">
        <w:t xml:space="preserve"> ? </w:t>
      </w:r>
      <w:r w:rsidRPr="004C3E92">
        <w:t>Non</w:t>
      </w:r>
      <w:r w:rsidR="004A4993">
        <w:t xml:space="preserve"> ; </w:t>
      </w:r>
      <w:r w:rsidRPr="004C3E92">
        <w:t>quoi qu</w:t>
      </w:r>
      <w:r w:rsidR="004A4993">
        <w:t>’</w:t>
      </w:r>
      <w:r w:rsidRPr="004C3E92">
        <w:t>elles eussent pu être jadis</w:t>
      </w:r>
      <w:r w:rsidR="004A4993">
        <w:t xml:space="preserve">, </w:t>
      </w:r>
      <w:r w:rsidRPr="004C3E92">
        <w:t>elle ne pouvait pas croire qu</w:t>
      </w:r>
      <w:r w:rsidR="004A4993">
        <w:t>’</w:t>
      </w:r>
      <w:r w:rsidRPr="004C3E92">
        <w:t>elles le fussent à présent</w:t>
      </w:r>
      <w:r w:rsidR="004A4993">
        <w:t xml:space="preserve">. </w:t>
      </w:r>
      <w:r w:rsidRPr="004C3E92">
        <w:t>L</w:t>
      </w:r>
      <w:r w:rsidR="004A4993">
        <w:t>’</w:t>
      </w:r>
      <w:r w:rsidRPr="004C3E92">
        <w:t xml:space="preserve">affection </w:t>
      </w:r>
      <w:r w:rsidRPr="004C3E92">
        <w:lastRenderedPageBreak/>
        <w:t>d</w:t>
      </w:r>
      <w:r w:rsidR="004A4993">
        <w:t>’</w:t>
      </w:r>
      <w:r w:rsidRPr="004C3E92">
        <w:t>Edward lui était entièrement acquise</w:t>
      </w:r>
      <w:r w:rsidR="004A4993">
        <w:t xml:space="preserve">. </w:t>
      </w:r>
      <w:r w:rsidRPr="004C3E92">
        <w:t>Sur ce point</w:t>
      </w:r>
      <w:r w:rsidR="004A4993">
        <w:t xml:space="preserve">, </w:t>
      </w:r>
      <w:r w:rsidRPr="004C3E92">
        <w:t>elle n</w:t>
      </w:r>
      <w:r w:rsidR="004A4993">
        <w:t>’</w:t>
      </w:r>
      <w:r w:rsidRPr="004C3E92">
        <w:t>avait pu être dupée</w:t>
      </w:r>
      <w:r w:rsidR="004A4993">
        <w:t xml:space="preserve">. </w:t>
      </w:r>
      <w:r w:rsidRPr="004C3E92">
        <w:t>Sa mère</w:t>
      </w:r>
      <w:r w:rsidR="004A4993">
        <w:t xml:space="preserve">, </w:t>
      </w:r>
      <w:r w:rsidRPr="004C3E92">
        <w:t>ses sœurs</w:t>
      </w:r>
      <w:r w:rsidR="004A4993">
        <w:t xml:space="preserve">, </w:t>
      </w:r>
      <w:r w:rsidRPr="004C3E92">
        <w:t>Fanny</w:t>
      </w:r>
      <w:r w:rsidR="004A4993">
        <w:t xml:space="preserve"> – </w:t>
      </w:r>
      <w:r w:rsidRPr="004C3E92">
        <w:t>toutes avaient eu conscience des sentiments qu</w:t>
      </w:r>
      <w:r w:rsidR="004A4993">
        <w:t>’</w:t>
      </w:r>
      <w:r w:rsidRPr="004C3E92">
        <w:t xml:space="preserve">il éprouvait pour elle à </w:t>
      </w:r>
      <w:proofErr w:type="spellStart"/>
      <w:r w:rsidRPr="004C3E92">
        <w:t>Norland</w:t>
      </w:r>
      <w:proofErr w:type="spellEnd"/>
      <w:r w:rsidR="004A4993">
        <w:t xml:space="preserve"> ; </w:t>
      </w:r>
      <w:r w:rsidRPr="004C3E92">
        <w:t>ce n</w:t>
      </w:r>
      <w:r w:rsidR="004A4993">
        <w:t>’</w:t>
      </w:r>
      <w:r w:rsidRPr="004C3E92">
        <w:t>était pas une illusion de sa propre vanité</w:t>
      </w:r>
      <w:r w:rsidR="004A4993">
        <w:t xml:space="preserve">. </w:t>
      </w:r>
      <w:r w:rsidRPr="004C3E92">
        <w:t>Il l</w:t>
      </w:r>
      <w:r w:rsidR="004A4993">
        <w:t>’</w:t>
      </w:r>
      <w:r w:rsidRPr="004C3E92">
        <w:t>aimait certa</w:t>
      </w:r>
      <w:r w:rsidRPr="004C3E92">
        <w:t>i</w:t>
      </w:r>
      <w:r w:rsidRPr="004C3E92">
        <w:t>nement</w:t>
      </w:r>
      <w:r w:rsidR="004A4993">
        <w:t xml:space="preserve">. </w:t>
      </w:r>
      <w:r w:rsidRPr="004C3E92">
        <w:t>Comme cette persuasion fut un adoucissement pour son cœur</w:t>
      </w:r>
      <w:r w:rsidR="004A4993">
        <w:t xml:space="preserve"> ! </w:t>
      </w:r>
      <w:r w:rsidRPr="004C3E92">
        <w:t>Que ne pouvait-elle la tenter de pardonner</w:t>
      </w:r>
      <w:r w:rsidR="004A4993">
        <w:t xml:space="preserve"> ! </w:t>
      </w:r>
      <w:r w:rsidRPr="004C3E92">
        <w:t>Il avait été répréhensible de sa part</w:t>
      </w:r>
      <w:r w:rsidR="004A4993">
        <w:t xml:space="preserve">, </w:t>
      </w:r>
      <w:r w:rsidRPr="004C3E92">
        <w:t>hautement répréhensible</w:t>
      </w:r>
      <w:r w:rsidR="004A4993">
        <w:t xml:space="preserve">, </w:t>
      </w:r>
      <w:r w:rsidRPr="004C3E92">
        <w:t xml:space="preserve">de rester à </w:t>
      </w:r>
      <w:proofErr w:type="spellStart"/>
      <w:r w:rsidRPr="004C3E92">
        <w:t>Norland</w:t>
      </w:r>
      <w:proofErr w:type="spellEnd"/>
      <w:r w:rsidRPr="004C3E92">
        <w:t xml:space="preserve"> après qu</w:t>
      </w:r>
      <w:r w:rsidR="004A4993">
        <w:t>’</w:t>
      </w:r>
      <w:r w:rsidRPr="004C3E92">
        <w:t>il avait commencé à sentir que son influence sur lui était supérieure à ce qu</w:t>
      </w:r>
      <w:r w:rsidR="004A4993">
        <w:t>’</w:t>
      </w:r>
      <w:r w:rsidRPr="004C3E92">
        <w:t>elle devait être</w:t>
      </w:r>
      <w:r w:rsidR="004A4993">
        <w:t xml:space="preserve">. </w:t>
      </w:r>
      <w:r w:rsidRPr="004C3E92">
        <w:t>En vérité</w:t>
      </w:r>
      <w:r w:rsidR="004A4993">
        <w:t xml:space="preserve">, </w:t>
      </w:r>
      <w:r w:rsidRPr="004C3E92">
        <w:t>sa conduite était indéfendable</w:t>
      </w:r>
      <w:r w:rsidR="004A4993">
        <w:t xml:space="preserve"> ; </w:t>
      </w:r>
      <w:r w:rsidRPr="004C3E92">
        <w:t>mais s</w:t>
      </w:r>
      <w:r w:rsidR="004A4993">
        <w:t>’</w:t>
      </w:r>
      <w:r w:rsidRPr="004C3E92">
        <w:t>il lui avait fait du mal</w:t>
      </w:r>
      <w:r w:rsidR="004A4993">
        <w:t xml:space="preserve">, </w:t>
      </w:r>
      <w:r w:rsidRPr="004C3E92">
        <w:t>comme il s</w:t>
      </w:r>
      <w:r w:rsidR="004A4993">
        <w:t>’</w:t>
      </w:r>
      <w:r w:rsidRPr="004C3E92">
        <w:t>en était fait davantage à lui-même</w:t>
      </w:r>
      <w:r w:rsidR="004A4993">
        <w:t xml:space="preserve"> ! </w:t>
      </w:r>
      <w:r w:rsidRPr="004C3E92">
        <w:t>Si le cas d</w:t>
      </w:r>
      <w:r w:rsidR="004A4993">
        <w:t>’</w:t>
      </w:r>
      <w:proofErr w:type="spellStart"/>
      <w:r w:rsidRPr="004C3E92">
        <w:t>Elinor</w:t>
      </w:r>
      <w:proofErr w:type="spellEnd"/>
      <w:r w:rsidRPr="004C3E92">
        <w:t xml:space="preserve"> était pitoyable</w:t>
      </w:r>
      <w:r w:rsidR="004A4993">
        <w:t xml:space="preserve">, </w:t>
      </w:r>
      <w:r w:rsidRPr="004C3E92">
        <w:t>celui d</w:t>
      </w:r>
      <w:r w:rsidR="004A4993">
        <w:t>’</w:t>
      </w:r>
      <w:r w:rsidRPr="004C3E92">
        <w:t>Edward était désespéré</w:t>
      </w:r>
      <w:r w:rsidR="004A4993">
        <w:t xml:space="preserve"> ! </w:t>
      </w:r>
      <w:r w:rsidRPr="004C3E92">
        <w:t>Son imprudence l</w:t>
      </w:r>
      <w:r w:rsidR="004A4993">
        <w:t>’</w:t>
      </w:r>
      <w:r w:rsidRPr="004C3E92">
        <w:t>avait rendu malheureux pour quelque temps</w:t>
      </w:r>
      <w:r w:rsidR="004A4993">
        <w:t xml:space="preserve">, </w:t>
      </w:r>
      <w:r w:rsidRPr="004C3E92">
        <w:t>mais elle se</w:t>
      </w:r>
      <w:r w:rsidRPr="004C3E92">
        <w:t>m</w:t>
      </w:r>
      <w:r w:rsidRPr="004C3E92">
        <w:t>blait l</w:t>
      </w:r>
      <w:r w:rsidR="004A4993">
        <w:t>’</w:t>
      </w:r>
      <w:r w:rsidRPr="004C3E92">
        <w:t>avoir privé</w:t>
      </w:r>
      <w:r w:rsidR="004A4993">
        <w:t xml:space="preserve">, </w:t>
      </w:r>
      <w:r w:rsidRPr="004C3E92">
        <w:t>lui</w:t>
      </w:r>
      <w:r w:rsidR="004A4993">
        <w:t xml:space="preserve">, </w:t>
      </w:r>
      <w:r w:rsidRPr="004C3E92">
        <w:t>de toute chance de connaître jamais autre chose que le malheur</w:t>
      </w:r>
      <w:r w:rsidR="004A4993">
        <w:t xml:space="preserve">. </w:t>
      </w:r>
      <w:r w:rsidRPr="004C3E92">
        <w:t>Elle pourrait</w:t>
      </w:r>
      <w:r w:rsidR="004A4993">
        <w:t xml:space="preserve">, </w:t>
      </w:r>
      <w:r w:rsidRPr="004C3E92">
        <w:t>avec le temps</w:t>
      </w:r>
      <w:r w:rsidR="004A4993">
        <w:t xml:space="preserve">, </w:t>
      </w:r>
      <w:r w:rsidRPr="004C3E92">
        <w:t>retrouver la tranquillité</w:t>
      </w:r>
      <w:r w:rsidR="004A4993">
        <w:t xml:space="preserve">, </w:t>
      </w:r>
      <w:r w:rsidRPr="004C3E92">
        <w:t xml:space="preserve">mais </w:t>
      </w:r>
      <w:r w:rsidRPr="004C3E92">
        <w:rPr>
          <w:i/>
          <w:iCs/>
        </w:rPr>
        <w:t>lui</w:t>
      </w:r>
      <w:r w:rsidR="004A4993">
        <w:t xml:space="preserve">, </w:t>
      </w:r>
      <w:r w:rsidRPr="004C3E92">
        <w:t>qu</w:t>
      </w:r>
      <w:r w:rsidR="004A4993">
        <w:t>’</w:t>
      </w:r>
      <w:r w:rsidRPr="004C3E92">
        <w:t>avait-il</w:t>
      </w:r>
      <w:r w:rsidR="004A4993">
        <w:t xml:space="preserve">, </w:t>
      </w:r>
      <w:r w:rsidRPr="004C3E92">
        <w:t>comme perspective d</w:t>
      </w:r>
      <w:r w:rsidR="004A4993">
        <w:t>’</w:t>
      </w:r>
      <w:r w:rsidRPr="004C3E92">
        <w:t>avenir</w:t>
      </w:r>
      <w:r w:rsidR="004A4993">
        <w:t xml:space="preserve"> ? </w:t>
      </w:r>
      <w:r w:rsidRPr="004C3E92">
        <w:t>Pourrait-il être jamais raisonnablement heureux avec Lucy Ste</w:t>
      </w:r>
      <w:r w:rsidRPr="004C3E92">
        <w:t>e</w:t>
      </w:r>
      <w:r w:rsidRPr="004C3E92">
        <w:t>le</w:t>
      </w:r>
      <w:r w:rsidR="004A4993">
        <w:t xml:space="preserve"> ? </w:t>
      </w:r>
      <w:r w:rsidRPr="004C3E92">
        <w:t>Pourrait-il</w:t>
      </w:r>
      <w:r w:rsidR="004A4993">
        <w:t xml:space="preserve">, </w:t>
      </w:r>
      <w:r w:rsidRPr="004C3E92">
        <w:t>en mettant hors de cause son affection pour elle-même</w:t>
      </w:r>
      <w:r w:rsidR="004A4993">
        <w:t xml:space="preserve">, </w:t>
      </w:r>
      <w:r w:rsidRPr="004C3E92">
        <w:t>et compte tenu de sa probité</w:t>
      </w:r>
      <w:r w:rsidR="004A4993">
        <w:t xml:space="preserve">, </w:t>
      </w:r>
      <w:r w:rsidRPr="004C3E92">
        <w:t>de sa délicatesse et de son esprit bien formé</w:t>
      </w:r>
      <w:r w:rsidR="004A4993">
        <w:t xml:space="preserve">, </w:t>
      </w:r>
      <w:r w:rsidRPr="004C3E92">
        <w:t>se satisfaire d</w:t>
      </w:r>
      <w:r w:rsidR="004A4993">
        <w:t>’</w:t>
      </w:r>
      <w:r w:rsidRPr="004C3E92">
        <w:t>une femme comme elle</w:t>
      </w:r>
      <w:r w:rsidR="004A4993">
        <w:t xml:space="preserve">, – </w:t>
      </w:r>
      <w:r w:rsidRPr="004C3E92">
        <w:t>illettrée</w:t>
      </w:r>
      <w:r w:rsidR="004A4993">
        <w:t xml:space="preserve">, </w:t>
      </w:r>
      <w:r w:rsidRPr="004C3E92">
        <w:t>artificieuse et égoïste</w:t>
      </w:r>
      <w:r w:rsidR="004A4993">
        <w:t> ?</w:t>
      </w:r>
    </w:p>
    <w:p w14:paraId="320769D7" w14:textId="77777777" w:rsidR="004A4993" w:rsidRDefault="008C5C61" w:rsidP="004A4993">
      <w:r w:rsidRPr="004C3E92">
        <w:t>L</w:t>
      </w:r>
      <w:r w:rsidR="004A4993">
        <w:t>’</w:t>
      </w:r>
      <w:r w:rsidRPr="004C3E92">
        <w:t>engouement juvénile de la dix-neuvième année devait n</w:t>
      </w:r>
      <w:r w:rsidRPr="004C3E92">
        <w:t>a</w:t>
      </w:r>
      <w:r w:rsidRPr="004C3E92">
        <w:t>turellement l</w:t>
      </w:r>
      <w:r w:rsidR="004A4993">
        <w:t>’</w:t>
      </w:r>
      <w:r w:rsidRPr="004C3E92">
        <w:t>avoir rendu aveugle à tout ce qui n</w:t>
      </w:r>
      <w:r w:rsidR="004A4993">
        <w:t>’</w:t>
      </w:r>
      <w:r w:rsidRPr="004C3E92">
        <w:t>était pas sa beauté et son amabilité</w:t>
      </w:r>
      <w:r w:rsidR="004A4993">
        <w:t xml:space="preserve"> ; </w:t>
      </w:r>
      <w:r w:rsidRPr="004C3E92">
        <w:t>mais les quatre années suivantes</w:t>
      </w:r>
      <w:r w:rsidR="004A4993">
        <w:t xml:space="preserve">, – </w:t>
      </w:r>
      <w:r w:rsidRPr="004C3E92">
        <w:t>années qui</w:t>
      </w:r>
      <w:r w:rsidR="004A4993">
        <w:t xml:space="preserve">, </w:t>
      </w:r>
      <w:r w:rsidRPr="004C3E92">
        <w:t>si elles sont passées d</w:t>
      </w:r>
      <w:r w:rsidR="004A4993">
        <w:t>’</w:t>
      </w:r>
      <w:r w:rsidRPr="004C3E92">
        <w:t>une façon rationnelle</w:t>
      </w:r>
      <w:r w:rsidR="004A4993">
        <w:t xml:space="preserve">, </w:t>
      </w:r>
      <w:r w:rsidRPr="004C3E92">
        <w:t>améli</w:t>
      </w:r>
      <w:r w:rsidRPr="004C3E92">
        <w:t>o</w:t>
      </w:r>
      <w:r w:rsidRPr="004C3E92">
        <w:t>rent tellement l</w:t>
      </w:r>
      <w:r w:rsidR="004A4993">
        <w:t>’</w:t>
      </w:r>
      <w:r w:rsidRPr="004C3E92">
        <w:t>entendement</w:t>
      </w:r>
      <w:r w:rsidR="004A4993">
        <w:t xml:space="preserve">, – </w:t>
      </w:r>
      <w:r w:rsidRPr="004C3E92">
        <w:t>devaient lui avoir ouvert les yeux à ses défauts d</w:t>
      </w:r>
      <w:r w:rsidR="004A4993">
        <w:t>’</w:t>
      </w:r>
      <w:r w:rsidRPr="004C3E92">
        <w:t>éducation</w:t>
      </w:r>
      <w:r w:rsidR="004A4993">
        <w:t xml:space="preserve"> ; </w:t>
      </w:r>
      <w:r w:rsidRPr="004C3E92">
        <w:t>cependant que cette même p</w:t>
      </w:r>
      <w:r w:rsidRPr="004C3E92">
        <w:t>é</w:t>
      </w:r>
      <w:r w:rsidRPr="004C3E92">
        <w:t>riode de temps passée</w:t>
      </w:r>
      <w:r w:rsidR="004A4993">
        <w:t xml:space="preserve">, </w:t>
      </w:r>
      <w:r w:rsidRPr="004C3E92">
        <w:t>quant à elle</w:t>
      </w:r>
      <w:r w:rsidR="004A4993">
        <w:t xml:space="preserve">, </w:t>
      </w:r>
      <w:r w:rsidRPr="004C3E92">
        <w:t>parmi une compagnie inf</w:t>
      </w:r>
      <w:r w:rsidRPr="004C3E92">
        <w:t>é</w:t>
      </w:r>
      <w:r w:rsidRPr="004C3E92">
        <w:t>rieure et à des occupations plus frivoles</w:t>
      </w:r>
      <w:r w:rsidR="004A4993">
        <w:t xml:space="preserve">, </w:t>
      </w:r>
      <w:r w:rsidRPr="004C3E92">
        <w:t>l</w:t>
      </w:r>
      <w:r w:rsidR="004A4993">
        <w:t>’</w:t>
      </w:r>
      <w:r w:rsidRPr="004C3E92">
        <w:t>avait peut-être d</w:t>
      </w:r>
      <w:r w:rsidRPr="004C3E92">
        <w:t>é</w:t>
      </w:r>
      <w:r w:rsidRPr="004C3E92">
        <w:t>pouillée de cette simplicité qui avait pu donner jadis un caract</w:t>
      </w:r>
      <w:r w:rsidRPr="004C3E92">
        <w:t>è</w:t>
      </w:r>
      <w:r w:rsidRPr="004C3E92">
        <w:t>re intéressant à sa beauté</w:t>
      </w:r>
      <w:r w:rsidR="004A4993">
        <w:t>.</w:t>
      </w:r>
    </w:p>
    <w:p w14:paraId="3FE030F1" w14:textId="77777777" w:rsidR="004A4993" w:rsidRDefault="008C5C61" w:rsidP="004A4993">
      <w:r w:rsidRPr="004C3E92">
        <w:lastRenderedPageBreak/>
        <w:t>Si</w:t>
      </w:r>
      <w:r w:rsidR="004A4993">
        <w:t xml:space="preserve">, </w:t>
      </w:r>
      <w:r w:rsidRPr="004C3E92">
        <w:t>dans l</w:t>
      </w:r>
      <w:r w:rsidR="004A4993">
        <w:t>’</w:t>
      </w:r>
      <w:r w:rsidRPr="004C3E92">
        <w:t>hypothèse où il eût cherché à l</w:t>
      </w:r>
      <w:r w:rsidR="004A4993">
        <w:t>’</w:t>
      </w:r>
      <w:r w:rsidRPr="004C3E92">
        <w:t>épouser</w:t>
      </w:r>
      <w:r w:rsidR="004A4993">
        <w:t xml:space="preserve">, </w:t>
      </w:r>
      <w:r w:rsidRPr="004C3E92">
        <w:t>elle</w:t>
      </w:r>
      <w:r w:rsidR="004A4993">
        <w:t xml:space="preserve">, </w:t>
      </w:r>
      <w:proofErr w:type="spellStart"/>
      <w:r w:rsidRPr="004C3E92">
        <w:t>El</w:t>
      </w:r>
      <w:r w:rsidRPr="004C3E92">
        <w:t>i</w:t>
      </w:r>
      <w:r w:rsidRPr="004C3E92">
        <w:t>nor</w:t>
      </w:r>
      <w:proofErr w:type="spellEnd"/>
      <w:r w:rsidR="004A4993">
        <w:t xml:space="preserve">, </w:t>
      </w:r>
      <w:r w:rsidRPr="004C3E92">
        <w:t>les difficultés à prévoir de la part de sa mère avaient paru considérables</w:t>
      </w:r>
      <w:r w:rsidR="004A4993">
        <w:t xml:space="preserve">, </w:t>
      </w:r>
      <w:r w:rsidRPr="004C3E92">
        <w:t>comme elles devaient à présent</w:t>
      </w:r>
      <w:r w:rsidR="004A4993">
        <w:t xml:space="preserve">, </w:t>
      </w:r>
      <w:r w:rsidRPr="004C3E92">
        <w:t>en toute prob</w:t>
      </w:r>
      <w:r w:rsidRPr="004C3E92">
        <w:t>a</w:t>
      </w:r>
      <w:r w:rsidRPr="004C3E92">
        <w:t>bilité</w:t>
      </w:r>
      <w:r w:rsidR="004A4993">
        <w:t xml:space="preserve">, </w:t>
      </w:r>
      <w:r w:rsidRPr="004C3E92">
        <w:t>être plus grandes</w:t>
      </w:r>
      <w:r w:rsidR="004A4993">
        <w:t xml:space="preserve">, </w:t>
      </w:r>
      <w:r w:rsidRPr="004C3E92">
        <w:t>alors que l</w:t>
      </w:r>
      <w:r w:rsidR="004A4993">
        <w:t>’</w:t>
      </w:r>
      <w:r w:rsidRPr="004C3E92">
        <w:t>objet de sa promesse lui était indubitablement inférieur par les liens de famille</w:t>
      </w:r>
      <w:r w:rsidR="004A4993">
        <w:t xml:space="preserve">, </w:t>
      </w:r>
      <w:r w:rsidRPr="004C3E92">
        <w:t>et sans doute par la fortune</w:t>
      </w:r>
      <w:r w:rsidR="004A4993">
        <w:t xml:space="preserve"> ! </w:t>
      </w:r>
      <w:r w:rsidRPr="004C3E92">
        <w:t>Ces difficultés</w:t>
      </w:r>
      <w:r w:rsidR="004A4993">
        <w:t xml:space="preserve">, </w:t>
      </w:r>
      <w:r w:rsidRPr="004C3E92">
        <w:t>à vrai dire</w:t>
      </w:r>
      <w:r w:rsidR="004A4993">
        <w:t xml:space="preserve">, </w:t>
      </w:r>
      <w:r w:rsidRPr="004C3E92">
        <w:t>avec un cœur si étranger à Lucy</w:t>
      </w:r>
      <w:r w:rsidR="004A4993">
        <w:t xml:space="preserve">, </w:t>
      </w:r>
      <w:r w:rsidRPr="004C3E92">
        <w:t>pouvaient bien ne pas peser trop lourdement sur sa patience</w:t>
      </w:r>
      <w:r w:rsidR="004A4993">
        <w:t xml:space="preserve"> ; </w:t>
      </w:r>
      <w:r w:rsidRPr="004C3E92">
        <w:t>mais combien mélancolique était l</w:t>
      </w:r>
      <w:r w:rsidR="004A4993">
        <w:t>’</w:t>
      </w:r>
      <w:r w:rsidRPr="004C3E92">
        <w:t>état de la personne pour qui l</w:t>
      </w:r>
      <w:r w:rsidR="004A4993">
        <w:t>’</w:t>
      </w:r>
      <w:r w:rsidRPr="004C3E92">
        <w:t>attente de l</w:t>
      </w:r>
      <w:r w:rsidR="004A4993">
        <w:t>’</w:t>
      </w:r>
      <w:r w:rsidRPr="004C3E92">
        <w:t>opposition familiale pouvait être ressentie comme un soulagement</w:t>
      </w:r>
      <w:r w:rsidR="004A4993">
        <w:t> !</w:t>
      </w:r>
    </w:p>
    <w:p w14:paraId="3D2A404D" w14:textId="77777777" w:rsidR="004A4993" w:rsidRDefault="008C5C61" w:rsidP="004A4993">
      <w:r w:rsidRPr="004C3E92">
        <w:t>Tandis que ces considérations se présentaient à elle en une succession douloureuse</w:t>
      </w:r>
      <w:r w:rsidR="004A4993">
        <w:t xml:space="preserve">, </w:t>
      </w:r>
      <w:r w:rsidRPr="004C3E92">
        <w:t>elle versa plus de larmes sur lui que sur elle-même</w:t>
      </w:r>
      <w:r w:rsidR="004A4993">
        <w:t xml:space="preserve">. </w:t>
      </w:r>
      <w:r w:rsidRPr="004C3E92">
        <w:t>Soutenue par la conviction de n</w:t>
      </w:r>
      <w:r w:rsidR="004A4993">
        <w:t>’</w:t>
      </w:r>
      <w:r w:rsidRPr="004C3E92">
        <w:t>avoir rien fait qui méritât son malheur actuel</w:t>
      </w:r>
      <w:r w:rsidR="004A4993">
        <w:t xml:space="preserve">, </w:t>
      </w:r>
      <w:r w:rsidRPr="004C3E92">
        <w:t>et consolée par la croyance qu</w:t>
      </w:r>
      <w:r w:rsidR="004A4993">
        <w:t>’</w:t>
      </w:r>
      <w:r w:rsidRPr="004C3E92">
        <w:t>Edward n</w:t>
      </w:r>
      <w:r w:rsidR="004A4993">
        <w:t>’</w:t>
      </w:r>
      <w:r w:rsidRPr="004C3E92">
        <w:t>avait rien fait pour forfaire à son estime</w:t>
      </w:r>
      <w:r w:rsidR="004A4993">
        <w:t xml:space="preserve">, </w:t>
      </w:r>
      <w:r w:rsidRPr="004C3E92">
        <w:t>elle se dit qu</w:t>
      </w:r>
      <w:r w:rsidR="004A4993">
        <w:t>’</w:t>
      </w:r>
      <w:r w:rsidRPr="004C3E92">
        <w:t>elle pourrait</w:t>
      </w:r>
      <w:r w:rsidR="004A4993">
        <w:t xml:space="preserve">, </w:t>
      </w:r>
      <w:r w:rsidRPr="004C3E92">
        <w:t>dès maintenant</w:t>
      </w:r>
      <w:r w:rsidR="004A4993">
        <w:t xml:space="preserve">, </w:t>
      </w:r>
      <w:r w:rsidRPr="004C3E92">
        <w:t>sous la première douleur cu</w:t>
      </w:r>
      <w:r w:rsidRPr="004C3E92">
        <w:t>i</w:t>
      </w:r>
      <w:r w:rsidRPr="004C3E92">
        <w:t>sante de ce coup affreux</w:t>
      </w:r>
      <w:r w:rsidR="004A4993">
        <w:t xml:space="preserve">, </w:t>
      </w:r>
      <w:r w:rsidRPr="004C3E92">
        <w:t>se maîtriser suffisamment pour garder sa mère et ses sœurs de tout soupçon de la vérité</w:t>
      </w:r>
      <w:r w:rsidR="004A4993">
        <w:t xml:space="preserve">. </w:t>
      </w:r>
      <w:r w:rsidRPr="004C3E92">
        <w:t>Et elle parvint à répondre si bien à sa propre attente</w:t>
      </w:r>
      <w:r w:rsidR="004A4993">
        <w:t xml:space="preserve">, </w:t>
      </w:r>
      <w:r w:rsidRPr="004C3E92">
        <w:t>que lorsqu</w:t>
      </w:r>
      <w:r w:rsidR="004A4993">
        <w:t>’</w:t>
      </w:r>
      <w:r w:rsidRPr="004C3E92">
        <w:t>elle les rejo</w:t>
      </w:r>
      <w:r w:rsidRPr="004C3E92">
        <w:t>i</w:t>
      </w:r>
      <w:r w:rsidRPr="004C3E92">
        <w:t>gnit au dîner</w:t>
      </w:r>
      <w:r w:rsidR="004A4993">
        <w:t xml:space="preserve">, </w:t>
      </w:r>
      <w:r w:rsidRPr="004C3E92">
        <w:t>deux heures seulement après avoir commencé à subir l</w:t>
      </w:r>
      <w:r w:rsidR="004A4993">
        <w:t>’</w:t>
      </w:r>
      <w:r w:rsidRPr="004C3E92">
        <w:t>extinction de tous ses espoirs les plus chers</w:t>
      </w:r>
      <w:r w:rsidR="004A4993">
        <w:t xml:space="preserve">, </w:t>
      </w:r>
      <w:r w:rsidRPr="004C3E92">
        <w:t>personne n</w:t>
      </w:r>
      <w:r w:rsidR="004A4993">
        <w:t>’</w:t>
      </w:r>
      <w:r w:rsidRPr="004C3E92">
        <w:t>eût supposé</w:t>
      </w:r>
      <w:r w:rsidR="004A4993">
        <w:t xml:space="preserve">, </w:t>
      </w:r>
      <w:r w:rsidRPr="004C3E92">
        <w:t>d</w:t>
      </w:r>
      <w:r w:rsidR="004A4993">
        <w:t>’</w:t>
      </w:r>
      <w:r w:rsidRPr="004C3E92">
        <w:t>après l</w:t>
      </w:r>
      <w:r w:rsidR="004A4993">
        <w:t>’</w:t>
      </w:r>
      <w:r w:rsidRPr="004C3E92">
        <w:t>aspect des sœurs</w:t>
      </w:r>
      <w:r w:rsidR="004A4993">
        <w:t xml:space="preserve">, </w:t>
      </w:r>
      <w:r w:rsidRPr="004C3E92">
        <w:t>qu</w:t>
      </w:r>
      <w:r w:rsidR="004A4993">
        <w:t>’</w:t>
      </w:r>
      <w:proofErr w:type="spellStart"/>
      <w:r w:rsidRPr="004C3E92">
        <w:t>Elinor</w:t>
      </w:r>
      <w:proofErr w:type="spellEnd"/>
      <w:r w:rsidRPr="004C3E92">
        <w:t xml:space="preserve"> pleurât en secret sur des obstacles qui devaient la séparer à jamais de l</w:t>
      </w:r>
      <w:r w:rsidR="004A4993">
        <w:t>’</w:t>
      </w:r>
      <w:r w:rsidRPr="004C3E92">
        <w:t>objet de son amour</w:t>
      </w:r>
      <w:r w:rsidR="004A4993">
        <w:t xml:space="preserve">, </w:t>
      </w:r>
      <w:r w:rsidRPr="004C3E92">
        <w:t>et que Marianne s</w:t>
      </w:r>
      <w:r w:rsidR="004A4993">
        <w:t>’</w:t>
      </w:r>
      <w:r w:rsidRPr="004C3E92">
        <w:t>appesantît intérieur</w:t>
      </w:r>
      <w:r w:rsidRPr="004C3E92">
        <w:t>e</w:t>
      </w:r>
      <w:r w:rsidRPr="004C3E92">
        <w:t>ment sur les perfections d</w:t>
      </w:r>
      <w:r w:rsidR="004A4993">
        <w:t>’</w:t>
      </w:r>
      <w:r w:rsidRPr="004C3E92">
        <w:t>un homme dont elle se sentait enti</w:t>
      </w:r>
      <w:r w:rsidRPr="004C3E92">
        <w:t>è</w:t>
      </w:r>
      <w:r w:rsidRPr="004C3E92">
        <w:t>rement posséder le cœur</w:t>
      </w:r>
      <w:r w:rsidR="004A4993">
        <w:t xml:space="preserve">, </w:t>
      </w:r>
      <w:r w:rsidRPr="004C3E92">
        <w:t>et qu</w:t>
      </w:r>
      <w:r w:rsidR="004A4993">
        <w:t>’</w:t>
      </w:r>
      <w:r w:rsidRPr="004C3E92">
        <w:t>elle s</w:t>
      </w:r>
      <w:r w:rsidR="004A4993">
        <w:t>’</w:t>
      </w:r>
      <w:r w:rsidRPr="004C3E92">
        <w:t>attendait à voir dans ch</w:t>
      </w:r>
      <w:r w:rsidRPr="004C3E92">
        <w:t>a</w:t>
      </w:r>
      <w:r w:rsidRPr="004C3E92">
        <w:t>cune des voitures qui passaient à proximité de leur maison</w:t>
      </w:r>
      <w:r w:rsidR="004A4993">
        <w:t>.</w:t>
      </w:r>
    </w:p>
    <w:p w14:paraId="061B3749" w14:textId="77777777" w:rsidR="004A4993" w:rsidRDefault="008C5C61" w:rsidP="004A4993">
      <w:r w:rsidRPr="004C3E92">
        <w:t>La nécessité de cacher à sa mère et à Marianne ce qui lui avait été confié sous le sceau du secret</w:t>
      </w:r>
      <w:r w:rsidR="004A4993">
        <w:t xml:space="preserve">, </w:t>
      </w:r>
      <w:r w:rsidRPr="004C3E92">
        <w:t xml:space="preserve">ne fut pas pour </w:t>
      </w:r>
      <w:proofErr w:type="spellStart"/>
      <w:r w:rsidRPr="004C3E92">
        <w:t>Elinor</w:t>
      </w:r>
      <w:proofErr w:type="spellEnd"/>
      <w:r w:rsidR="004A4993">
        <w:t xml:space="preserve">, </w:t>
      </w:r>
      <w:r w:rsidRPr="004C3E92">
        <w:t>bien qu</w:t>
      </w:r>
      <w:r w:rsidR="004A4993">
        <w:t>’</w:t>
      </w:r>
      <w:r w:rsidRPr="004C3E92">
        <w:t>elle l</w:t>
      </w:r>
      <w:r w:rsidR="004A4993">
        <w:t>’</w:t>
      </w:r>
      <w:r w:rsidRPr="004C3E92">
        <w:t>obligeât à des efforts incessants</w:t>
      </w:r>
      <w:r w:rsidR="004A4993">
        <w:t xml:space="preserve">, </w:t>
      </w:r>
      <w:r w:rsidRPr="004C3E92">
        <w:t>une aggravation de sa douleur</w:t>
      </w:r>
      <w:r w:rsidR="004A4993">
        <w:t xml:space="preserve">. </w:t>
      </w:r>
      <w:r w:rsidRPr="004C3E92">
        <w:t>Au contraire</w:t>
      </w:r>
      <w:r w:rsidR="004A4993">
        <w:t xml:space="preserve">, </w:t>
      </w:r>
      <w:r w:rsidRPr="004C3E92">
        <w:t xml:space="preserve">ce lui fut un soulagement de </w:t>
      </w:r>
      <w:r w:rsidRPr="004C3E92">
        <w:lastRenderedPageBreak/>
        <w:t>se voir épargnée la communication de ce qui leur causerait tant de ch</w:t>
      </w:r>
      <w:r w:rsidRPr="004C3E92">
        <w:t>a</w:t>
      </w:r>
      <w:r w:rsidRPr="004C3E92">
        <w:t>grin</w:t>
      </w:r>
      <w:r w:rsidR="004A4993">
        <w:t xml:space="preserve">, </w:t>
      </w:r>
      <w:r w:rsidRPr="004C3E92">
        <w:t>et de n</w:t>
      </w:r>
      <w:r w:rsidR="004A4993">
        <w:t>’</w:t>
      </w:r>
      <w:r w:rsidRPr="004C3E92">
        <w:t>être pas contrainte</w:t>
      </w:r>
      <w:r w:rsidR="004A4993">
        <w:t xml:space="preserve">, </w:t>
      </w:r>
      <w:r w:rsidRPr="004C3E92">
        <w:t>non plus</w:t>
      </w:r>
      <w:r w:rsidR="004A4993">
        <w:t xml:space="preserve">, </w:t>
      </w:r>
      <w:r w:rsidRPr="004C3E92">
        <w:t>d</w:t>
      </w:r>
      <w:r w:rsidR="004A4993">
        <w:t>’</w:t>
      </w:r>
      <w:r w:rsidRPr="004C3E92">
        <w:t>entendre la condamnation d</w:t>
      </w:r>
      <w:r w:rsidR="004A4993">
        <w:t>’</w:t>
      </w:r>
      <w:r w:rsidRPr="004C3E92">
        <w:t>Edward</w:t>
      </w:r>
      <w:r w:rsidR="004A4993">
        <w:t xml:space="preserve">, </w:t>
      </w:r>
      <w:r w:rsidRPr="004C3E92">
        <w:t>laquelle déborderait probablement de l</w:t>
      </w:r>
      <w:r w:rsidR="004A4993">
        <w:t>’</w:t>
      </w:r>
      <w:r w:rsidRPr="004C3E92">
        <w:t>excès de leur affection partiale pour elle</w:t>
      </w:r>
      <w:r w:rsidR="004A4993">
        <w:t xml:space="preserve">, </w:t>
      </w:r>
      <w:r w:rsidRPr="004C3E92">
        <w:t>et qu</w:t>
      </w:r>
      <w:r w:rsidR="004A4993">
        <w:t>’</w:t>
      </w:r>
      <w:r w:rsidRPr="004C3E92">
        <w:t>elle se sentait incapable de supporter</w:t>
      </w:r>
      <w:r w:rsidR="004A4993">
        <w:t>.</w:t>
      </w:r>
    </w:p>
    <w:p w14:paraId="618707B6" w14:textId="77777777" w:rsidR="004A4993" w:rsidRDefault="008C5C61" w:rsidP="004A4993">
      <w:r w:rsidRPr="004C3E92">
        <w:t>Elle savait qu</w:t>
      </w:r>
      <w:r w:rsidR="004A4993">
        <w:t>’</w:t>
      </w:r>
      <w:r w:rsidRPr="004C3E92">
        <w:t>elle ne pouvait recevoir nul secours de leurs avis ni de leur conversation</w:t>
      </w:r>
      <w:r w:rsidR="004A4993">
        <w:t xml:space="preserve"> ; </w:t>
      </w:r>
      <w:r w:rsidRPr="004C3E92">
        <w:t>leur tendresse et leur douleur ne feraient qu</w:t>
      </w:r>
      <w:r w:rsidR="004A4993">
        <w:t>’</w:t>
      </w:r>
      <w:r w:rsidRPr="004C3E92">
        <w:t>ajouter à sa détresse</w:t>
      </w:r>
      <w:r w:rsidR="004A4993">
        <w:t xml:space="preserve">, </w:t>
      </w:r>
      <w:r w:rsidRPr="004C3E92">
        <w:t>alors que sa maîtrise de soi ne recevrait d</w:t>
      </w:r>
      <w:r w:rsidR="004A4993">
        <w:t>’</w:t>
      </w:r>
      <w:r w:rsidRPr="004C3E92">
        <w:t>encouragement ni de leur exemple ni de leurs loua</w:t>
      </w:r>
      <w:r w:rsidRPr="004C3E92">
        <w:t>n</w:t>
      </w:r>
      <w:r w:rsidRPr="004C3E92">
        <w:t>ges</w:t>
      </w:r>
      <w:r w:rsidR="004A4993">
        <w:t xml:space="preserve">. </w:t>
      </w:r>
      <w:r w:rsidRPr="004C3E92">
        <w:t>Elle était plus forte seule</w:t>
      </w:r>
      <w:r w:rsidR="004A4993">
        <w:t xml:space="preserve">, </w:t>
      </w:r>
      <w:r w:rsidRPr="004C3E92">
        <w:t>et son propre bon sens la soutint si bien</w:t>
      </w:r>
      <w:r w:rsidR="004A4993">
        <w:t xml:space="preserve">, </w:t>
      </w:r>
      <w:r w:rsidRPr="004C3E92">
        <w:t>que sa fermeté fut aussi inébranlée</w:t>
      </w:r>
      <w:r w:rsidR="004A4993">
        <w:t xml:space="preserve">, </w:t>
      </w:r>
      <w:r w:rsidRPr="004C3E92">
        <w:t>son apparence de gaieté aussi invariable</w:t>
      </w:r>
      <w:r w:rsidR="004A4993">
        <w:t xml:space="preserve">, </w:t>
      </w:r>
      <w:r w:rsidRPr="004C3E92">
        <w:t>qu</w:t>
      </w:r>
      <w:r w:rsidR="004A4993">
        <w:t>’</w:t>
      </w:r>
      <w:r w:rsidRPr="004C3E92">
        <w:t>il leur était possible de l</w:t>
      </w:r>
      <w:r w:rsidR="004A4993">
        <w:t>’</w:t>
      </w:r>
      <w:r w:rsidRPr="004C3E92">
        <w:t>être sous le poids de regrets aussi poignants et aussi frais</w:t>
      </w:r>
      <w:r w:rsidR="004A4993">
        <w:t>.</w:t>
      </w:r>
    </w:p>
    <w:p w14:paraId="6C7C88EB" w14:textId="77777777" w:rsidR="004A4993" w:rsidRDefault="008C5C61" w:rsidP="004A4993">
      <w:r w:rsidRPr="004C3E92">
        <w:t>Quelles qu</w:t>
      </w:r>
      <w:r w:rsidR="004A4993">
        <w:t>’</w:t>
      </w:r>
      <w:r w:rsidRPr="004C3E92">
        <w:t>eussent été les souffrances que lui avait causées sa première conversation avec Lucy sur ce sujet</w:t>
      </w:r>
      <w:r w:rsidR="004A4993">
        <w:t xml:space="preserve">, </w:t>
      </w:r>
      <w:r w:rsidRPr="004C3E92">
        <w:t>elle éprouva bientôt un vif désir de la renouveler</w:t>
      </w:r>
      <w:r w:rsidR="004A4993">
        <w:t xml:space="preserve">, </w:t>
      </w:r>
      <w:r w:rsidRPr="004C3E92">
        <w:t>et cela pour plus d</w:t>
      </w:r>
      <w:r w:rsidR="004A4993">
        <w:t>’</w:t>
      </w:r>
      <w:r w:rsidRPr="004C3E92">
        <w:t>une ra</w:t>
      </w:r>
      <w:r w:rsidRPr="004C3E92">
        <w:t>i</w:t>
      </w:r>
      <w:r w:rsidRPr="004C3E92">
        <w:t>son</w:t>
      </w:r>
      <w:r w:rsidR="004A4993">
        <w:t xml:space="preserve">. </w:t>
      </w:r>
      <w:r w:rsidRPr="004C3E92">
        <w:t>Elle voulait entendre répéter de nombreux détails touchant leurs fiançailles</w:t>
      </w:r>
      <w:r w:rsidR="004A4993">
        <w:t xml:space="preserve">, </w:t>
      </w:r>
      <w:r w:rsidRPr="004C3E92">
        <w:t>elle voulait comprendre plus clairement ce que ressentait réellement Lucy pour Edward</w:t>
      </w:r>
      <w:r w:rsidR="004A4993">
        <w:t xml:space="preserve"> ; </w:t>
      </w:r>
      <w:r w:rsidRPr="004C3E92">
        <w:t>s</w:t>
      </w:r>
      <w:r w:rsidR="004A4993">
        <w:t>’</w:t>
      </w:r>
      <w:r w:rsidRPr="004C3E92">
        <w:t>il y avait quelque manque de sincérité dans sa déclaration de tendre affection pour lui</w:t>
      </w:r>
      <w:r w:rsidR="004A4993">
        <w:t xml:space="preserve"> ; </w:t>
      </w:r>
      <w:r w:rsidRPr="004C3E92">
        <w:t>et elle désirait tout particulièrement convaincre Lucy</w:t>
      </w:r>
      <w:r w:rsidR="004A4993">
        <w:t xml:space="preserve">, </w:t>
      </w:r>
      <w:r w:rsidRPr="004C3E92">
        <w:t>par son empressement à revenir sur la question</w:t>
      </w:r>
      <w:r w:rsidR="004A4993">
        <w:t xml:space="preserve">, </w:t>
      </w:r>
      <w:r w:rsidRPr="004C3E92">
        <w:t>et le calme avec lequel elle s</w:t>
      </w:r>
      <w:r w:rsidR="004A4993">
        <w:t>’</w:t>
      </w:r>
      <w:r w:rsidRPr="004C3E92">
        <w:t>en entretiendrait</w:t>
      </w:r>
      <w:r w:rsidR="004A4993">
        <w:t xml:space="preserve">, </w:t>
      </w:r>
      <w:r w:rsidRPr="004C3E92">
        <w:t>qu</w:t>
      </w:r>
      <w:r w:rsidR="004A4993">
        <w:t>’</w:t>
      </w:r>
      <w:r w:rsidRPr="004C3E92">
        <w:t>elle ne s</w:t>
      </w:r>
      <w:r w:rsidR="004A4993">
        <w:t>’</w:t>
      </w:r>
      <w:r w:rsidRPr="004C3E92">
        <w:t>y intéressait qu</w:t>
      </w:r>
      <w:r w:rsidR="004A4993">
        <w:t>’</w:t>
      </w:r>
      <w:r w:rsidRPr="004C3E92">
        <w:t>à titre d</w:t>
      </w:r>
      <w:r w:rsidR="004A4993">
        <w:t>’</w:t>
      </w:r>
      <w:r w:rsidRPr="004C3E92">
        <w:t>amie</w:t>
      </w:r>
      <w:r w:rsidR="004A4993">
        <w:t xml:space="preserve">, </w:t>
      </w:r>
      <w:r w:rsidRPr="004C3E92">
        <w:t>ce qui</w:t>
      </w:r>
      <w:r w:rsidR="004A4993">
        <w:t xml:space="preserve">, </w:t>
      </w:r>
      <w:r w:rsidRPr="004C3E92">
        <w:t>craignait-elle</w:t>
      </w:r>
      <w:r w:rsidR="004A4993">
        <w:t xml:space="preserve">, </w:t>
      </w:r>
      <w:r w:rsidRPr="004C3E92">
        <w:t>devait être resté pour le moins douteux après son agitation involontaire lors de leur entretien de la matinée</w:t>
      </w:r>
      <w:r w:rsidR="004A4993">
        <w:t xml:space="preserve">. </w:t>
      </w:r>
      <w:r w:rsidRPr="004C3E92">
        <w:t>Que Lucy fût disposée à être jalouse d</w:t>
      </w:r>
      <w:r w:rsidR="004A4993">
        <w:t>’</w:t>
      </w:r>
      <w:r w:rsidRPr="004C3E92">
        <w:t>elle</w:t>
      </w:r>
      <w:r w:rsidR="004A4993">
        <w:t xml:space="preserve">, </w:t>
      </w:r>
      <w:r w:rsidRPr="004C3E92">
        <w:t>voilà qui lui paraissait fort probable</w:t>
      </w:r>
      <w:r w:rsidR="004A4993">
        <w:t xml:space="preserve"> ; </w:t>
      </w:r>
      <w:r w:rsidRPr="004C3E92">
        <w:t>il était évident qu</w:t>
      </w:r>
      <w:r w:rsidR="004A4993">
        <w:t>’</w:t>
      </w:r>
      <w:r w:rsidRPr="004C3E92">
        <w:t>Edward avait toujours parlé en chantant ses louanges</w:t>
      </w:r>
      <w:r w:rsidR="004A4993">
        <w:t xml:space="preserve"> : </w:t>
      </w:r>
      <w:r w:rsidRPr="004C3E92">
        <w:t>cela résultait non pas simplement de l</w:t>
      </w:r>
      <w:r w:rsidR="004A4993">
        <w:t>’</w:t>
      </w:r>
      <w:r w:rsidRPr="004C3E92">
        <w:t>affirmation de Lucy</w:t>
      </w:r>
      <w:r w:rsidR="004A4993">
        <w:t xml:space="preserve">, </w:t>
      </w:r>
      <w:r w:rsidRPr="004C3E92">
        <w:t>mais de ce qu</w:t>
      </w:r>
      <w:r w:rsidR="004A4993">
        <w:t>’</w:t>
      </w:r>
      <w:r w:rsidRPr="004C3E92">
        <w:t>elle se fût hasardée à lui confier</w:t>
      </w:r>
      <w:r w:rsidR="004A4993">
        <w:t xml:space="preserve">, </w:t>
      </w:r>
      <w:r w:rsidRPr="004C3E92">
        <w:t>après une durée si courte de connaissa</w:t>
      </w:r>
      <w:r w:rsidRPr="004C3E92">
        <w:t>n</w:t>
      </w:r>
      <w:r w:rsidRPr="004C3E92">
        <w:t>ce personnelle</w:t>
      </w:r>
      <w:r w:rsidR="004A4993">
        <w:t xml:space="preserve">, </w:t>
      </w:r>
      <w:r w:rsidRPr="004C3E92">
        <w:t>son secret de son propre aveu aussi manifest</w:t>
      </w:r>
      <w:r w:rsidRPr="004C3E92">
        <w:t>e</w:t>
      </w:r>
      <w:r w:rsidRPr="004C3E92">
        <w:t xml:space="preserve">ment </w:t>
      </w:r>
      <w:r w:rsidRPr="004C3E92">
        <w:lastRenderedPageBreak/>
        <w:t>important</w:t>
      </w:r>
      <w:r w:rsidR="004A4993">
        <w:t xml:space="preserve">. </w:t>
      </w:r>
      <w:r w:rsidRPr="004C3E92">
        <w:t>Et même le renseignement donné en plaisa</w:t>
      </w:r>
      <w:r w:rsidRPr="004C3E92">
        <w:t>n</w:t>
      </w:r>
      <w:r w:rsidRPr="004C3E92">
        <w:t>tant par Sir John devait avoir été de quelque poids</w:t>
      </w:r>
      <w:r w:rsidR="004A4993">
        <w:t xml:space="preserve">. </w:t>
      </w:r>
      <w:r w:rsidRPr="004C3E92">
        <w:t>Mais</w:t>
      </w:r>
      <w:r w:rsidR="004A4993">
        <w:t xml:space="preserve">, </w:t>
      </w:r>
      <w:r w:rsidRPr="004C3E92">
        <w:t>en v</w:t>
      </w:r>
      <w:r w:rsidRPr="004C3E92">
        <w:t>é</w:t>
      </w:r>
      <w:r w:rsidRPr="004C3E92">
        <w:t>rité</w:t>
      </w:r>
      <w:r w:rsidR="004A4993">
        <w:t xml:space="preserve">, </w:t>
      </w:r>
      <w:r w:rsidRPr="004C3E92">
        <w:t>tandis qu</w:t>
      </w:r>
      <w:r w:rsidR="004A4993">
        <w:t>’</w:t>
      </w:r>
      <w:proofErr w:type="spellStart"/>
      <w:r w:rsidRPr="004C3E92">
        <w:t>Elinor</w:t>
      </w:r>
      <w:proofErr w:type="spellEnd"/>
      <w:r w:rsidRPr="004C3E92">
        <w:t xml:space="preserve"> demeurait tellement assurée</w:t>
      </w:r>
      <w:r w:rsidR="004A4993">
        <w:t xml:space="preserve">, </w:t>
      </w:r>
      <w:r w:rsidRPr="004C3E92">
        <w:t>en son for i</w:t>
      </w:r>
      <w:r w:rsidRPr="004C3E92">
        <w:t>n</w:t>
      </w:r>
      <w:r w:rsidRPr="004C3E92">
        <w:t>térieur</w:t>
      </w:r>
      <w:r w:rsidR="004A4993">
        <w:t xml:space="preserve">, </w:t>
      </w:r>
      <w:r w:rsidRPr="004C3E92">
        <w:t>d</w:t>
      </w:r>
      <w:r w:rsidR="004A4993">
        <w:t>’</w:t>
      </w:r>
      <w:r w:rsidRPr="004C3E92">
        <w:t>être réellement aimée d</w:t>
      </w:r>
      <w:r w:rsidR="004A4993">
        <w:t>’</w:t>
      </w:r>
      <w:r w:rsidRPr="004C3E92">
        <w:t>Edward</w:t>
      </w:r>
      <w:r w:rsidR="004A4993">
        <w:t xml:space="preserve">, </w:t>
      </w:r>
      <w:r w:rsidRPr="004C3E92">
        <w:t>point n</w:t>
      </w:r>
      <w:r w:rsidR="004A4993">
        <w:t>’</w:t>
      </w:r>
      <w:r w:rsidRPr="004C3E92">
        <w:t>était besoin d</w:t>
      </w:r>
      <w:r w:rsidR="004A4993">
        <w:t>’</w:t>
      </w:r>
      <w:r w:rsidRPr="004C3E92">
        <w:t>autre considération de probabilités pour qu</w:t>
      </w:r>
      <w:r w:rsidR="004A4993">
        <w:t>’</w:t>
      </w:r>
      <w:r w:rsidRPr="004C3E92">
        <w:t>elle trouvât nat</w:t>
      </w:r>
      <w:r w:rsidRPr="004C3E92">
        <w:t>u</w:t>
      </w:r>
      <w:r w:rsidRPr="004C3E92">
        <w:t>rel que Lucy fût jalouse</w:t>
      </w:r>
      <w:r w:rsidR="004A4993">
        <w:t xml:space="preserve"> ; </w:t>
      </w:r>
      <w:r w:rsidRPr="004C3E92">
        <w:t>et qu</w:t>
      </w:r>
      <w:r w:rsidR="004A4993">
        <w:t>’</w:t>
      </w:r>
      <w:r w:rsidRPr="004C3E92">
        <w:t>elle le fût</w:t>
      </w:r>
      <w:r w:rsidR="004A4993">
        <w:t xml:space="preserve">, </w:t>
      </w:r>
      <w:r w:rsidRPr="004C3E92">
        <w:t>sa confidence même en fournissait la preuve</w:t>
      </w:r>
      <w:r w:rsidR="004A4993">
        <w:t xml:space="preserve">. </w:t>
      </w:r>
      <w:r w:rsidRPr="004C3E92">
        <w:t>Quelle autre raison pouvait-il y avoir à la révélation de l</w:t>
      </w:r>
      <w:r w:rsidR="004A4993">
        <w:t>’</w:t>
      </w:r>
      <w:r w:rsidRPr="004C3E92">
        <w:t>affaire</w:t>
      </w:r>
      <w:r w:rsidR="004A4993">
        <w:t xml:space="preserve">, </w:t>
      </w:r>
      <w:r w:rsidRPr="004C3E92">
        <w:t xml:space="preserve">que de faire connaître ainsi à </w:t>
      </w:r>
      <w:proofErr w:type="spellStart"/>
      <w:r w:rsidRPr="004C3E92">
        <w:t>Elinor</w:t>
      </w:r>
      <w:proofErr w:type="spellEnd"/>
      <w:r w:rsidRPr="004C3E92">
        <w:t xml:space="preserve"> les droits supérieurs de Lucy sur Edward</w:t>
      </w:r>
      <w:r w:rsidR="004A4993">
        <w:t xml:space="preserve">, </w:t>
      </w:r>
      <w:r w:rsidRPr="004C3E92">
        <w:t>et de lui apprendre à l</w:t>
      </w:r>
      <w:r w:rsidR="004A4993">
        <w:t>’</w:t>
      </w:r>
      <w:r w:rsidRPr="004C3E92">
        <w:t>éviter à l</w:t>
      </w:r>
      <w:r w:rsidR="004A4993">
        <w:t>’</w:t>
      </w:r>
      <w:r w:rsidRPr="004C3E92">
        <w:t>avenir</w:t>
      </w:r>
      <w:r w:rsidR="004A4993">
        <w:t xml:space="preserve"> ? </w:t>
      </w:r>
      <w:r w:rsidRPr="004C3E92">
        <w:t>Elle eut peu de difficultés à pénétrer jusque-là les intentions de sa rivale</w:t>
      </w:r>
      <w:r w:rsidR="004A4993">
        <w:t xml:space="preserve">, </w:t>
      </w:r>
      <w:r w:rsidRPr="004C3E92">
        <w:t>et</w:t>
      </w:r>
      <w:r w:rsidR="004A4993">
        <w:t xml:space="preserve">, </w:t>
      </w:r>
      <w:r w:rsidRPr="004C3E92">
        <w:t>si elle était fermement résolue à agir envers elle comme le dictaient tous les principes de l</w:t>
      </w:r>
      <w:r w:rsidR="004A4993">
        <w:t>’</w:t>
      </w:r>
      <w:r w:rsidRPr="004C3E92">
        <w:t>honneur et de l</w:t>
      </w:r>
      <w:r w:rsidR="004A4993">
        <w:t>’</w:t>
      </w:r>
      <w:r w:rsidRPr="004C3E92">
        <w:t>honnêteté</w:t>
      </w:r>
      <w:r w:rsidR="004A4993">
        <w:t xml:space="preserve">, </w:t>
      </w:r>
      <w:r w:rsidRPr="004C3E92">
        <w:t>à combattre sa propre affection pour Edward</w:t>
      </w:r>
      <w:r w:rsidR="004A4993">
        <w:t xml:space="preserve">, </w:t>
      </w:r>
      <w:r w:rsidRPr="004C3E92">
        <w:t>et à le voir aussi peu que possible</w:t>
      </w:r>
      <w:r w:rsidR="004A4993">
        <w:t xml:space="preserve">, </w:t>
      </w:r>
      <w:r w:rsidRPr="004C3E92">
        <w:t>elle ne pouvait se refuser la consolation d</w:t>
      </w:r>
      <w:r w:rsidR="004A4993">
        <w:t>’</w:t>
      </w:r>
      <w:r w:rsidRPr="004C3E92">
        <w:t>essayer de convaincre Lucy de ce que son cœur était sans blessure</w:t>
      </w:r>
      <w:r w:rsidR="004A4993">
        <w:t xml:space="preserve">. </w:t>
      </w:r>
      <w:r w:rsidRPr="004C3E92">
        <w:t>Et comme elle ne pouvait maint</w:t>
      </w:r>
      <w:r w:rsidRPr="004C3E92">
        <w:t>e</w:t>
      </w:r>
      <w:r w:rsidRPr="004C3E92">
        <w:t>nant avoir à entendre sur ce sujet rien de plus douloureux que ce qui lui avait déjà été dit</w:t>
      </w:r>
      <w:r w:rsidR="004A4993">
        <w:t xml:space="preserve">, </w:t>
      </w:r>
      <w:r w:rsidRPr="004C3E92">
        <w:t>elle ne douta pas qu</w:t>
      </w:r>
      <w:r w:rsidR="004A4993">
        <w:t>’</w:t>
      </w:r>
      <w:r w:rsidRPr="004C3E92">
        <w:t>il ne lui fût po</w:t>
      </w:r>
      <w:r w:rsidRPr="004C3E92">
        <w:t>s</w:t>
      </w:r>
      <w:r w:rsidRPr="004C3E92">
        <w:t>sible de subir avec calme une répétition des détails</w:t>
      </w:r>
      <w:r w:rsidR="004A4993">
        <w:t>.</w:t>
      </w:r>
    </w:p>
    <w:p w14:paraId="39B7BF75" w14:textId="77777777" w:rsidR="004A4993" w:rsidRDefault="008C5C61" w:rsidP="004A4993">
      <w:r w:rsidRPr="004C3E92">
        <w:t>Mais ce ne fut pas immédiatement qu</w:t>
      </w:r>
      <w:r w:rsidR="004A4993">
        <w:t>’</w:t>
      </w:r>
      <w:r w:rsidRPr="004C3E92">
        <w:t>elle put trouver l</w:t>
      </w:r>
      <w:r w:rsidR="004A4993">
        <w:t>’</w:t>
      </w:r>
      <w:r w:rsidRPr="004C3E92">
        <w:t>occasion de le faire</w:t>
      </w:r>
      <w:r w:rsidR="004A4993">
        <w:t xml:space="preserve">, </w:t>
      </w:r>
      <w:r w:rsidRPr="004C3E92">
        <w:t>bien que Lucy fût aussi bien disposée qu</w:t>
      </w:r>
      <w:r w:rsidR="004A4993">
        <w:t>’</w:t>
      </w:r>
      <w:r w:rsidRPr="004C3E92">
        <w:t>elle à profiter de toute possibilité qui se présenterait</w:t>
      </w:r>
      <w:r w:rsidR="004A4993">
        <w:t xml:space="preserve"> ; </w:t>
      </w:r>
      <w:r w:rsidRPr="004C3E92">
        <w:t>car il ne fit pas souvent assez beau pour qu</w:t>
      </w:r>
      <w:r w:rsidR="004A4993">
        <w:t>’</w:t>
      </w:r>
      <w:r w:rsidRPr="004C3E92">
        <w:t>elles pussent faire ense</w:t>
      </w:r>
      <w:r w:rsidRPr="004C3E92">
        <w:t>m</w:t>
      </w:r>
      <w:r w:rsidRPr="004C3E92">
        <w:t>ble une promenade dans laquelle elles auraient le plus de facil</w:t>
      </w:r>
      <w:r w:rsidRPr="004C3E92">
        <w:t>i</w:t>
      </w:r>
      <w:r w:rsidRPr="004C3E92">
        <w:t>tés pour se séparer des autres</w:t>
      </w:r>
      <w:r w:rsidR="004A4993">
        <w:t xml:space="preserve"> ; </w:t>
      </w:r>
      <w:r w:rsidRPr="004C3E92">
        <w:t>et quoiqu</w:t>
      </w:r>
      <w:r w:rsidR="004A4993">
        <w:t>’</w:t>
      </w:r>
      <w:r w:rsidRPr="004C3E92">
        <w:t>elles se vissent au moins un soir sur deux</w:t>
      </w:r>
      <w:r w:rsidR="004A4993">
        <w:t xml:space="preserve">, </w:t>
      </w:r>
      <w:r w:rsidRPr="004C3E92">
        <w:t>soit au Park</w:t>
      </w:r>
      <w:r w:rsidR="004A4993">
        <w:t xml:space="preserve">, </w:t>
      </w:r>
      <w:r w:rsidRPr="004C3E92">
        <w:t>soit à la maisonnette</w:t>
      </w:r>
      <w:r w:rsidR="004A4993">
        <w:t xml:space="preserve">, </w:t>
      </w:r>
      <w:r w:rsidRPr="004C3E92">
        <w:t>et principalement dans la première de ces deux maisons</w:t>
      </w:r>
      <w:r w:rsidR="004A4993">
        <w:t xml:space="preserve">, </w:t>
      </w:r>
      <w:r w:rsidRPr="004C3E92">
        <w:t>on ne pouvait pas supposer qu</w:t>
      </w:r>
      <w:r w:rsidR="004A4993">
        <w:t>’</w:t>
      </w:r>
      <w:r w:rsidRPr="004C3E92">
        <w:t>elles se rencontrassent pour causer</w:t>
      </w:r>
      <w:r w:rsidR="004A4993">
        <w:t xml:space="preserve">. </w:t>
      </w:r>
      <w:r w:rsidRPr="004C3E92">
        <w:t>Une telle pensée ne serait jamais venue en tête à Sir John ni à lady Middleton</w:t>
      </w:r>
      <w:r w:rsidR="004A4993">
        <w:t xml:space="preserve">, </w:t>
      </w:r>
      <w:r w:rsidRPr="004C3E92">
        <w:t>et c</w:t>
      </w:r>
      <w:r w:rsidR="004A4993">
        <w:t>’</w:t>
      </w:r>
      <w:r w:rsidRPr="004C3E92">
        <w:t>est pourquoi l</w:t>
      </w:r>
      <w:r w:rsidR="004A4993">
        <w:t>’</w:t>
      </w:r>
      <w:r w:rsidRPr="004C3E92">
        <w:t>on n</w:t>
      </w:r>
      <w:r w:rsidR="004A4993">
        <w:t>’</w:t>
      </w:r>
      <w:r w:rsidRPr="004C3E92">
        <w:t>accordait que fort peu de loisir à la causerie générale</w:t>
      </w:r>
      <w:r w:rsidR="004A4993">
        <w:t xml:space="preserve">, </w:t>
      </w:r>
      <w:r w:rsidRPr="004C3E92">
        <w:t>et pas du tout aux entretiens pa</w:t>
      </w:r>
      <w:r w:rsidRPr="004C3E92">
        <w:t>r</w:t>
      </w:r>
      <w:r w:rsidRPr="004C3E92">
        <w:t>ticuliers</w:t>
      </w:r>
      <w:r w:rsidR="004A4993">
        <w:t xml:space="preserve">. </w:t>
      </w:r>
      <w:r w:rsidRPr="004C3E92">
        <w:t>Ils se rencontraient pour manger</w:t>
      </w:r>
      <w:r w:rsidR="004A4993">
        <w:t xml:space="preserve">, </w:t>
      </w:r>
      <w:r w:rsidRPr="004C3E92">
        <w:t xml:space="preserve">pour </w:t>
      </w:r>
      <w:r w:rsidRPr="004C3E92">
        <w:lastRenderedPageBreak/>
        <w:t>boire</w:t>
      </w:r>
      <w:r w:rsidR="004A4993">
        <w:t xml:space="preserve">, </w:t>
      </w:r>
      <w:r w:rsidRPr="004C3E92">
        <w:t>et pour rire ensemble</w:t>
      </w:r>
      <w:r w:rsidR="004A4993">
        <w:t xml:space="preserve">, </w:t>
      </w:r>
      <w:r w:rsidRPr="004C3E92">
        <w:t>pour jouer aux cartes</w:t>
      </w:r>
      <w:r w:rsidR="004A4993">
        <w:t xml:space="preserve">, </w:t>
      </w:r>
      <w:r w:rsidRPr="004C3E92">
        <w:t xml:space="preserve">aux </w:t>
      </w:r>
      <w:r w:rsidR="004A4993">
        <w:t>« </w:t>
      </w:r>
      <w:r w:rsidRPr="004C3E92">
        <w:t>conséquences</w:t>
      </w:r>
      <w:r w:rsidR="004A4993">
        <w:t xml:space="preserve"> », </w:t>
      </w:r>
      <w:r w:rsidRPr="004C3E92">
        <w:t>ou à tout autre jeu suffisamment bruyant</w:t>
      </w:r>
      <w:r w:rsidR="004A4993">
        <w:t>.</w:t>
      </w:r>
    </w:p>
    <w:p w14:paraId="722E3BA5" w14:textId="77777777" w:rsidR="004A4993" w:rsidRDefault="008C5C61" w:rsidP="004A4993">
      <w:r w:rsidRPr="004C3E92">
        <w:t>Deux ou trois réunions de ce genre avaient eu lieu</w:t>
      </w:r>
      <w:r w:rsidR="004A4993">
        <w:t xml:space="preserve">, </w:t>
      </w:r>
      <w:r w:rsidRPr="004C3E92">
        <w:t>sans o</w:t>
      </w:r>
      <w:r w:rsidRPr="004C3E92">
        <w:t>f</w:t>
      </w:r>
      <w:r w:rsidRPr="004C3E92">
        <w:t xml:space="preserve">frir à </w:t>
      </w:r>
      <w:proofErr w:type="spellStart"/>
      <w:r w:rsidRPr="004C3E92">
        <w:t>Elinor</w:t>
      </w:r>
      <w:proofErr w:type="spellEnd"/>
      <w:r w:rsidRPr="004C3E92">
        <w:t xml:space="preserve"> aucune possibilité d</w:t>
      </w:r>
      <w:r w:rsidR="004A4993">
        <w:t>’</w:t>
      </w:r>
      <w:r w:rsidRPr="004C3E92">
        <w:t>un entretien particulier avec Lucy</w:t>
      </w:r>
      <w:r w:rsidR="004A4993">
        <w:t xml:space="preserve">, </w:t>
      </w:r>
      <w:r w:rsidRPr="004C3E92">
        <w:t>lorsque Sir John se présenta un matin à la maisonnette pour les supplier</w:t>
      </w:r>
      <w:r w:rsidR="004A4993">
        <w:t xml:space="preserve">, </w:t>
      </w:r>
      <w:r w:rsidRPr="004C3E92">
        <w:t>au nom de la charité</w:t>
      </w:r>
      <w:r w:rsidR="004A4993">
        <w:t xml:space="preserve">, </w:t>
      </w:r>
      <w:r w:rsidRPr="004C3E92">
        <w:t>de dîner toutes avec lady Middleton le lendemain</w:t>
      </w:r>
      <w:r w:rsidR="004A4993">
        <w:t xml:space="preserve">, </w:t>
      </w:r>
      <w:r w:rsidRPr="004C3E92">
        <w:t>car il était obligé d</w:t>
      </w:r>
      <w:r w:rsidR="004A4993">
        <w:t>’</w:t>
      </w:r>
      <w:r w:rsidRPr="004C3E92">
        <w:t>aller à son club</w:t>
      </w:r>
      <w:r w:rsidR="004A4993">
        <w:t xml:space="preserve">, </w:t>
      </w:r>
      <w:r w:rsidRPr="004C3E92">
        <w:t>à Exeter</w:t>
      </w:r>
      <w:r w:rsidR="004A4993">
        <w:t xml:space="preserve">, </w:t>
      </w:r>
      <w:r w:rsidRPr="004C3E92">
        <w:t>et elle serait</w:t>
      </w:r>
      <w:r w:rsidR="004A4993">
        <w:t xml:space="preserve">, </w:t>
      </w:r>
      <w:r w:rsidRPr="004C3E92">
        <w:t>sans cela</w:t>
      </w:r>
      <w:r w:rsidR="004A4993">
        <w:t xml:space="preserve">, </w:t>
      </w:r>
      <w:r w:rsidRPr="004C3E92">
        <w:t>toute seule</w:t>
      </w:r>
      <w:r w:rsidR="004A4993">
        <w:t xml:space="preserve">, </w:t>
      </w:r>
      <w:r w:rsidRPr="004C3E92">
        <w:t>à l</w:t>
      </w:r>
      <w:r w:rsidR="004A4993">
        <w:t>’</w:t>
      </w:r>
      <w:r w:rsidRPr="004C3E92">
        <w:t>exception de sa mère et des demoiselles Steele</w:t>
      </w:r>
      <w:r w:rsidR="004A4993">
        <w:t xml:space="preserve">. </w:t>
      </w:r>
      <w:proofErr w:type="spellStart"/>
      <w:r w:rsidRPr="004C3E92">
        <w:t>Elinor</w:t>
      </w:r>
      <w:proofErr w:type="spellEnd"/>
      <w:r w:rsidR="004A4993">
        <w:t xml:space="preserve">, </w:t>
      </w:r>
      <w:r w:rsidRPr="004C3E92">
        <w:t>qui prévit une meilleure possibilité pour la fin qu</w:t>
      </w:r>
      <w:r w:rsidR="004A4993">
        <w:t>’</w:t>
      </w:r>
      <w:r w:rsidRPr="004C3E92">
        <w:t>elle avait en vue</w:t>
      </w:r>
      <w:r w:rsidR="004A4993">
        <w:t xml:space="preserve">, </w:t>
      </w:r>
      <w:r w:rsidRPr="004C3E92">
        <w:t>dans une réunion telle que le serait sans doute celle-ci</w:t>
      </w:r>
      <w:r w:rsidR="004A4993">
        <w:t xml:space="preserve">, </w:t>
      </w:r>
      <w:r w:rsidRPr="004C3E92">
        <w:t>où elles seraient plus libres e</w:t>
      </w:r>
      <w:r w:rsidRPr="004C3E92">
        <w:t>n</w:t>
      </w:r>
      <w:r w:rsidRPr="004C3E92">
        <w:t>tre elles</w:t>
      </w:r>
      <w:r w:rsidR="004A4993">
        <w:t xml:space="preserve">, </w:t>
      </w:r>
      <w:r w:rsidRPr="004C3E92">
        <w:t>sous la direction paisible et bienséante de lady Middl</w:t>
      </w:r>
      <w:r w:rsidRPr="004C3E92">
        <w:t>e</w:t>
      </w:r>
      <w:r w:rsidRPr="004C3E92">
        <w:t>ton</w:t>
      </w:r>
      <w:r w:rsidR="004A4993">
        <w:t xml:space="preserve">, </w:t>
      </w:r>
      <w:r w:rsidRPr="004C3E92">
        <w:t>que lorsque son mari les réunissait dans un dessein unique et bruyant</w:t>
      </w:r>
      <w:r w:rsidR="004A4993">
        <w:t xml:space="preserve">, </w:t>
      </w:r>
      <w:r w:rsidRPr="004C3E92">
        <w:t>accepta immédiatement l</w:t>
      </w:r>
      <w:r w:rsidR="004A4993">
        <w:t>’</w:t>
      </w:r>
      <w:r w:rsidRPr="004C3E92">
        <w:t>invitation</w:t>
      </w:r>
      <w:r w:rsidR="004A4993">
        <w:t xml:space="preserve"> ; </w:t>
      </w:r>
      <w:r w:rsidRPr="004C3E92">
        <w:t>Margaret</w:t>
      </w:r>
      <w:r w:rsidR="004A4993">
        <w:t xml:space="preserve">, </w:t>
      </w:r>
      <w:r w:rsidRPr="004C3E92">
        <w:t>avec la permission de sa mère</w:t>
      </w:r>
      <w:r w:rsidR="004A4993">
        <w:t xml:space="preserve">, </w:t>
      </w:r>
      <w:r w:rsidRPr="004C3E92">
        <w:t>s</w:t>
      </w:r>
      <w:r w:rsidR="004A4993">
        <w:t>’</w:t>
      </w:r>
      <w:r w:rsidRPr="004C3E92">
        <w:t>y plia de même</w:t>
      </w:r>
      <w:r w:rsidR="004A4993">
        <w:t xml:space="preserve"> ; </w:t>
      </w:r>
      <w:r w:rsidRPr="004C3E92">
        <w:t>et Marianne</w:t>
      </w:r>
      <w:r w:rsidR="004A4993">
        <w:t xml:space="preserve">, </w:t>
      </w:r>
      <w:r w:rsidRPr="004C3E92">
        <w:t>bien qu</w:t>
      </w:r>
      <w:r w:rsidR="004A4993">
        <w:t>’</w:t>
      </w:r>
      <w:r w:rsidRPr="004C3E92">
        <w:t>il lui répugnât toujours de se joindre à aucune de leurs r</w:t>
      </w:r>
      <w:r w:rsidRPr="004C3E92">
        <w:t>é</w:t>
      </w:r>
      <w:r w:rsidRPr="004C3E92">
        <w:t>unions</w:t>
      </w:r>
      <w:r w:rsidR="004A4993">
        <w:t xml:space="preserve">, </w:t>
      </w:r>
      <w:r w:rsidRPr="004C3E92">
        <w:t>fut persuadée par sa mère</w:t>
      </w:r>
      <w:r w:rsidR="004A4993">
        <w:t xml:space="preserve">, </w:t>
      </w:r>
      <w:r w:rsidRPr="004C3E92">
        <w:t>qui ne pouvait supporter de la voir s</w:t>
      </w:r>
      <w:r w:rsidR="004A4993">
        <w:t>’</w:t>
      </w:r>
      <w:r w:rsidRPr="004C3E92">
        <w:t>isoler de toute chance d</w:t>
      </w:r>
      <w:r w:rsidR="004A4993">
        <w:t>’</w:t>
      </w:r>
      <w:r w:rsidRPr="004C3E92">
        <w:t>amusement</w:t>
      </w:r>
      <w:r w:rsidR="004A4993">
        <w:t xml:space="preserve">, </w:t>
      </w:r>
      <w:r w:rsidRPr="004C3E92">
        <w:t>d</w:t>
      </w:r>
      <w:r w:rsidR="004A4993">
        <w:t>’</w:t>
      </w:r>
      <w:r w:rsidRPr="004C3E92">
        <w:t>y aller égal</w:t>
      </w:r>
      <w:r w:rsidRPr="004C3E92">
        <w:t>e</w:t>
      </w:r>
      <w:r w:rsidRPr="004C3E92">
        <w:t>ment</w:t>
      </w:r>
      <w:r w:rsidR="004A4993">
        <w:t>.</w:t>
      </w:r>
    </w:p>
    <w:p w14:paraId="5CBD1384" w14:textId="77777777" w:rsidR="004A4993" w:rsidRDefault="008C5C61" w:rsidP="004A4993">
      <w:r w:rsidRPr="004C3E92">
        <w:t>Les jeunes filles s</w:t>
      </w:r>
      <w:r w:rsidR="004A4993">
        <w:t>’</w:t>
      </w:r>
      <w:r w:rsidRPr="004C3E92">
        <w:t>y rendirent</w:t>
      </w:r>
      <w:r w:rsidR="004A4993">
        <w:t xml:space="preserve">, </w:t>
      </w:r>
      <w:r w:rsidRPr="004C3E92">
        <w:t>et lady Middleton fut he</w:t>
      </w:r>
      <w:r w:rsidRPr="004C3E92">
        <w:t>u</w:t>
      </w:r>
      <w:r w:rsidRPr="004C3E92">
        <w:t>reusement préservée de la solitude affreuse qui l</w:t>
      </w:r>
      <w:r w:rsidR="004A4993">
        <w:t>’</w:t>
      </w:r>
      <w:r w:rsidRPr="004C3E92">
        <w:t>avait menacée</w:t>
      </w:r>
      <w:r w:rsidR="004A4993">
        <w:t xml:space="preserve">. </w:t>
      </w:r>
      <w:r w:rsidRPr="004C3E92">
        <w:t>L</w:t>
      </w:r>
      <w:r w:rsidR="004A4993">
        <w:t>’</w:t>
      </w:r>
      <w:r w:rsidRPr="004C3E92">
        <w:t>insipidité de la réunion fut exactement telle que l</w:t>
      </w:r>
      <w:r w:rsidR="004A4993">
        <w:t>’</w:t>
      </w:r>
      <w:r w:rsidRPr="004C3E92">
        <w:t xml:space="preserve">avait prévu </w:t>
      </w:r>
      <w:proofErr w:type="spellStart"/>
      <w:r w:rsidRPr="004C3E92">
        <w:t>Elinor</w:t>
      </w:r>
      <w:proofErr w:type="spellEnd"/>
      <w:r w:rsidR="004A4993">
        <w:t xml:space="preserve"> ; </w:t>
      </w:r>
      <w:r w:rsidRPr="004C3E92">
        <w:t>elle ne produisit pas une seule nouveauté de pensée ou d</w:t>
      </w:r>
      <w:r w:rsidR="004A4993">
        <w:t>’</w:t>
      </w:r>
      <w:r w:rsidRPr="004C3E92">
        <w:t>expression</w:t>
      </w:r>
      <w:r w:rsidR="004A4993">
        <w:t xml:space="preserve">, </w:t>
      </w:r>
      <w:r w:rsidRPr="004C3E92">
        <w:t>et rien ne pouvait être moins intéressant que l</w:t>
      </w:r>
      <w:r w:rsidR="004A4993">
        <w:t>’</w:t>
      </w:r>
      <w:r w:rsidRPr="004C3E92">
        <w:t>ensemble de leurs entretiens</w:t>
      </w:r>
      <w:r w:rsidR="004A4993">
        <w:t xml:space="preserve">, </w:t>
      </w:r>
      <w:r w:rsidRPr="004C3E92">
        <w:t>aussi bien dans la salle à manger qu</w:t>
      </w:r>
      <w:r w:rsidR="004A4993">
        <w:t>’</w:t>
      </w:r>
      <w:r w:rsidRPr="004C3E92">
        <w:t>au salon</w:t>
      </w:r>
      <w:r w:rsidR="004A4993">
        <w:t xml:space="preserve"> ; </w:t>
      </w:r>
      <w:r w:rsidRPr="004C3E92">
        <w:t>les enfants les accompagnèrent dans cette dernière pièce</w:t>
      </w:r>
      <w:r w:rsidR="004A4993">
        <w:t xml:space="preserve">, </w:t>
      </w:r>
      <w:r w:rsidRPr="004C3E92">
        <w:t>et</w:t>
      </w:r>
      <w:r w:rsidR="004A4993">
        <w:t xml:space="preserve">, </w:t>
      </w:r>
      <w:r w:rsidRPr="004C3E92">
        <w:t>tant qu</w:t>
      </w:r>
      <w:r w:rsidR="004A4993">
        <w:t>’</w:t>
      </w:r>
      <w:r w:rsidRPr="004C3E92">
        <w:t>ils y demeurèrent</w:t>
      </w:r>
      <w:r w:rsidR="004A4993">
        <w:t xml:space="preserve">, </w:t>
      </w:r>
      <w:r w:rsidRPr="004C3E92">
        <w:t>elle fut trop convaincue de l</w:t>
      </w:r>
      <w:r w:rsidR="004A4993">
        <w:t>’</w:t>
      </w:r>
      <w:r w:rsidRPr="004C3E92">
        <w:t>impossibilité d</w:t>
      </w:r>
      <w:r w:rsidR="004A4993">
        <w:t>’</w:t>
      </w:r>
      <w:r w:rsidRPr="004C3E92">
        <w:t>engager l</w:t>
      </w:r>
      <w:r w:rsidR="004A4993">
        <w:t>’</w:t>
      </w:r>
      <w:r w:rsidRPr="004C3E92">
        <w:t>attention de Lucy</w:t>
      </w:r>
      <w:r w:rsidR="004A4993">
        <w:t xml:space="preserve">, </w:t>
      </w:r>
      <w:r w:rsidRPr="004C3E92">
        <w:t>pour tenter de le faire</w:t>
      </w:r>
      <w:r w:rsidR="004A4993">
        <w:t xml:space="preserve">. </w:t>
      </w:r>
      <w:r w:rsidRPr="004C3E92">
        <w:t>Ils ne le quittèrent que lorsqu</w:t>
      </w:r>
      <w:r w:rsidR="004A4993">
        <w:t>’</w:t>
      </w:r>
      <w:r w:rsidRPr="004C3E92">
        <w:t>on desservit le thé</w:t>
      </w:r>
      <w:r w:rsidR="004A4993">
        <w:t xml:space="preserve">. </w:t>
      </w:r>
      <w:r w:rsidRPr="004C3E92">
        <w:t>La table de jeu fut alors mise en place</w:t>
      </w:r>
      <w:r w:rsidR="004A4993">
        <w:t xml:space="preserve">, </w:t>
      </w:r>
      <w:r w:rsidRPr="004C3E92">
        <w:t xml:space="preserve">et </w:t>
      </w:r>
      <w:proofErr w:type="spellStart"/>
      <w:r w:rsidRPr="004C3E92">
        <w:t>Elinor</w:t>
      </w:r>
      <w:proofErr w:type="spellEnd"/>
      <w:r w:rsidRPr="004C3E92">
        <w:t xml:space="preserve"> commença à s</w:t>
      </w:r>
      <w:r w:rsidR="004A4993">
        <w:t>’</w:t>
      </w:r>
      <w:r w:rsidRPr="004C3E92">
        <w:t>émerveiller elle-même</w:t>
      </w:r>
      <w:r w:rsidR="004A4993">
        <w:t xml:space="preserve">, </w:t>
      </w:r>
      <w:r w:rsidRPr="004C3E92">
        <w:t>d</w:t>
      </w:r>
      <w:r w:rsidR="004A4993">
        <w:t>’</w:t>
      </w:r>
      <w:r w:rsidRPr="004C3E92">
        <w:t>avoir jamais entretenu l</w:t>
      </w:r>
      <w:r w:rsidR="004A4993">
        <w:t>’</w:t>
      </w:r>
      <w:r w:rsidRPr="004C3E92">
        <w:t xml:space="preserve">espoir de trouver le temps pour une conversation au </w:t>
      </w:r>
      <w:r w:rsidRPr="004C3E92">
        <w:lastRenderedPageBreak/>
        <w:t>Park</w:t>
      </w:r>
      <w:r w:rsidR="004A4993">
        <w:t xml:space="preserve">. </w:t>
      </w:r>
      <w:r w:rsidRPr="004C3E92">
        <w:t>Elles se lev</w:t>
      </w:r>
      <w:r w:rsidRPr="004C3E92">
        <w:t>è</w:t>
      </w:r>
      <w:r w:rsidRPr="004C3E92">
        <w:t>rent toutes</w:t>
      </w:r>
      <w:r w:rsidR="004A4993">
        <w:t xml:space="preserve">, </w:t>
      </w:r>
      <w:r w:rsidRPr="004C3E92">
        <w:t>afin de se préparer à une partie en commun</w:t>
      </w:r>
      <w:r w:rsidR="004A4993">
        <w:t>.</w:t>
      </w:r>
    </w:p>
    <w:p w14:paraId="65A83FE9" w14:textId="77777777" w:rsidR="004A4993" w:rsidRDefault="004A4993" w:rsidP="004A4993">
      <w:r>
        <w:t>— </w:t>
      </w:r>
      <w:r w:rsidR="008C5C61" w:rsidRPr="004C3E92">
        <w:t>Je suis contente</w:t>
      </w:r>
      <w:r>
        <w:t xml:space="preserve">, </w:t>
      </w:r>
      <w:r w:rsidR="008C5C61" w:rsidRPr="004C3E92">
        <w:t>dit lady Middleton à Lucy</w:t>
      </w:r>
      <w:r>
        <w:t xml:space="preserve">, </w:t>
      </w:r>
      <w:r w:rsidR="008C5C61" w:rsidRPr="004C3E92">
        <w:t xml:space="preserve">que vous ne terminiez pas ce soir le panier de cette pauvre petite </w:t>
      </w:r>
      <w:proofErr w:type="spellStart"/>
      <w:r w:rsidR="008C5C61" w:rsidRPr="004C3E92">
        <w:t>Anna-Maria</w:t>
      </w:r>
      <w:proofErr w:type="spellEnd"/>
      <w:r>
        <w:t xml:space="preserve"> ; </w:t>
      </w:r>
      <w:r w:rsidR="008C5C61" w:rsidRPr="004C3E92">
        <w:t>car je suis sûre que cela doit vous fatiguer les yeux de faire un ouvrage en filigrane à la lumière des chandelles</w:t>
      </w:r>
      <w:r>
        <w:t xml:space="preserve">. </w:t>
      </w:r>
      <w:r w:rsidR="008C5C61" w:rsidRPr="004C3E92">
        <w:t>Et nous donnerons une compensation à cette petite cocotte chérie pour sa déception de demain</w:t>
      </w:r>
      <w:r>
        <w:t xml:space="preserve">, </w:t>
      </w:r>
      <w:r w:rsidR="008C5C61" w:rsidRPr="004C3E92">
        <w:t>de sorte que j</w:t>
      </w:r>
      <w:r>
        <w:t>’</w:t>
      </w:r>
      <w:r w:rsidR="008C5C61" w:rsidRPr="004C3E92">
        <w:t>espère qu</w:t>
      </w:r>
      <w:r>
        <w:t>’</w:t>
      </w:r>
      <w:r w:rsidR="008C5C61" w:rsidRPr="004C3E92">
        <w:t>elle n</w:t>
      </w:r>
      <w:r>
        <w:t>’</w:t>
      </w:r>
      <w:r w:rsidR="008C5C61" w:rsidRPr="004C3E92">
        <w:t>aura pas trop de chagrin</w:t>
      </w:r>
      <w:r>
        <w:t>.</w:t>
      </w:r>
    </w:p>
    <w:p w14:paraId="1FFC5A5F" w14:textId="77777777" w:rsidR="004A4993" w:rsidRDefault="008C5C61" w:rsidP="004A4993">
      <w:r w:rsidRPr="004C3E92">
        <w:t>Cette indication fut suffisante</w:t>
      </w:r>
      <w:r w:rsidR="004A4993">
        <w:t xml:space="preserve"> ; </w:t>
      </w:r>
      <w:r w:rsidRPr="004C3E92">
        <w:t>Lucy se ressaisit à l</w:t>
      </w:r>
      <w:r w:rsidR="004A4993">
        <w:t>’</w:t>
      </w:r>
      <w:r w:rsidRPr="004C3E92">
        <w:t>instant</w:t>
      </w:r>
      <w:r w:rsidR="004A4993">
        <w:t xml:space="preserve">, </w:t>
      </w:r>
      <w:r w:rsidRPr="004C3E92">
        <w:t>et répondit</w:t>
      </w:r>
      <w:r w:rsidR="004A4993">
        <w:t> :</w:t>
      </w:r>
    </w:p>
    <w:p w14:paraId="051B8ED0" w14:textId="77777777" w:rsidR="004A4993" w:rsidRDefault="004A4993" w:rsidP="004A4993">
      <w:r>
        <w:t>— </w:t>
      </w:r>
      <w:r w:rsidR="008C5C61" w:rsidRPr="004C3E92">
        <w:t>En vérité</w:t>
      </w:r>
      <w:r>
        <w:t xml:space="preserve">, </w:t>
      </w:r>
      <w:r w:rsidR="008C5C61" w:rsidRPr="004C3E92">
        <w:t>vous vous trompez</w:t>
      </w:r>
      <w:r>
        <w:t xml:space="preserve">, </w:t>
      </w:r>
      <w:r w:rsidR="008C5C61" w:rsidRPr="004C3E92">
        <w:t>Lady Middleton</w:t>
      </w:r>
      <w:r>
        <w:t xml:space="preserve"> ; </w:t>
      </w:r>
      <w:r w:rsidR="008C5C61" w:rsidRPr="004C3E92">
        <w:t>j</w:t>
      </w:r>
      <w:r>
        <w:t>’</w:t>
      </w:r>
      <w:r w:rsidR="008C5C61" w:rsidRPr="004C3E92">
        <w:t>attends simplement pour savoir si vous pouvez constituer votre groupe sans moi</w:t>
      </w:r>
      <w:r>
        <w:t xml:space="preserve">, </w:t>
      </w:r>
      <w:r w:rsidR="008C5C61" w:rsidRPr="004C3E92">
        <w:t>sinon je me serais déjà mise à mon ouvrage en filigr</w:t>
      </w:r>
      <w:r w:rsidR="008C5C61" w:rsidRPr="004C3E92">
        <w:t>a</w:t>
      </w:r>
      <w:r w:rsidR="008C5C61" w:rsidRPr="004C3E92">
        <w:t>ne</w:t>
      </w:r>
      <w:r>
        <w:t xml:space="preserve">. </w:t>
      </w:r>
      <w:r w:rsidR="008C5C61" w:rsidRPr="004C3E92">
        <w:t>Je ne voudrais</w:t>
      </w:r>
      <w:r>
        <w:t xml:space="preserve">, </w:t>
      </w:r>
      <w:r w:rsidR="008C5C61" w:rsidRPr="004C3E92">
        <w:t>pour rien au monde</w:t>
      </w:r>
      <w:r>
        <w:t xml:space="preserve">, </w:t>
      </w:r>
      <w:r w:rsidR="008C5C61" w:rsidRPr="004C3E92">
        <w:t>causer de déception à ce petit ange</w:t>
      </w:r>
      <w:r>
        <w:t xml:space="preserve">, </w:t>
      </w:r>
      <w:r w:rsidR="008C5C61" w:rsidRPr="004C3E92">
        <w:t>et si vous avez besoin de moi</w:t>
      </w:r>
      <w:r>
        <w:t xml:space="preserve">, </w:t>
      </w:r>
      <w:r w:rsidR="008C5C61" w:rsidRPr="004C3E92">
        <w:t>maintenant</w:t>
      </w:r>
      <w:r>
        <w:t xml:space="preserve">, </w:t>
      </w:r>
      <w:r w:rsidR="008C5C61" w:rsidRPr="004C3E92">
        <w:t>à la t</w:t>
      </w:r>
      <w:r w:rsidR="008C5C61" w:rsidRPr="004C3E92">
        <w:t>a</w:t>
      </w:r>
      <w:r w:rsidR="008C5C61" w:rsidRPr="004C3E92">
        <w:t>ble de jeu</w:t>
      </w:r>
      <w:r>
        <w:t xml:space="preserve">, </w:t>
      </w:r>
      <w:r w:rsidR="008C5C61" w:rsidRPr="004C3E92">
        <w:t>je suis résolue à terminer le panier après le souper</w:t>
      </w:r>
      <w:r>
        <w:t>.</w:t>
      </w:r>
    </w:p>
    <w:p w14:paraId="4A2EEB31" w14:textId="77777777" w:rsidR="004A4993" w:rsidRDefault="004A4993" w:rsidP="004A4993">
      <w:r>
        <w:t>— </w:t>
      </w:r>
      <w:r w:rsidR="008C5C61" w:rsidRPr="004C3E92">
        <w:t>Vous êtes bien gentille</w:t>
      </w:r>
      <w:r>
        <w:t xml:space="preserve"> ; </w:t>
      </w:r>
      <w:r w:rsidR="008C5C61" w:rsidRPr="004C3E92">
        <w:t>j</w:t>
      </w:r>
      <w:r>
        <w:t>’</w:t>
      </w:r>
      <w:r w:rsidR="008C5C61" w:rsidRPr="004C3E92">
        <w:t>espère que cela ne vous fera pas mal aux yeux</w:t>
      </w:r>
      <w:r>
        <w:t xml:space="preserve"> ; </w:t>
      </w:r>
      <w:r w:rsidR="008C5C61" w:rsidRPr="004C3E92">
        <w:t>voudriez-vous sonner pour qu</w:t>
      </w:r>
      <w:r>
        <w:t>’</w:t>
      </w:r>
      <w:r w:rsidR="008C5C61" w:rsidRPr="004C3E92">
        <w:t>on apporte des bougies pour la table à ouvrage</w:t>
      </w:r>
      <w:r>
        <w:t xml:space="preserve"> ? </w:t>
      </w:r>
      <w:r w:rsidR="008C5C61" w:rsidRPr="004C3E92">
        <w:t>Ma pauvre petite fille</w:t>
      </w:r>
      <w:r>
        <w:t xml:space="preserve">, </w:t>
      </w:r>
      <w:r w:rsidR="008C5C61" w:rsidRPr="004C3E92">
        <w:t>je le sais</w:t>
      </w:r>
      <w:r>
        <w:t xml:space="preserve">, </w:t>
      </w:r>
      <w:r w:rsidR="008C5C61" w:rsidRPr="004C3E92">
        <w:t>serait fort déçue</w:t>
      </w:r>
      <w:r>
        <w:t xml:space="preserve">, </w:t>
      </w:r>
      <w:r w:rsidR="008C5C61" w:rsidRPr="004C3E92">
        <w:t>si le panier n</w:t>
      </w:r>
      <w:r>
        <w:t>’</w:t>
      </w:r>
      <w:r w:rsidR="008C5C61" w:rsidRPr="004C3E92">
        <w:t>était pas terminé demain</w:t>
      </w:r>
      <w:r>
        <w:t xml:space="preserve"> ; </w:t>
      </w:r>
      <w:r w:rsidR="008C5C61" w:rsidRPr="004C3E92">
        <w:t>car</w:t>
      </w:r>
      <w:r>
        <w:t xml:space="preserve">, </w:t>
      </w:r>
      <w:r w:rsidR="008C5C61" w:rsidRPr="004C3E92">
        <w:t>bien que je lui aie dit qu</w:t>
      </w:r>
      <w:r>
        <w:t>’</w:t>
      </w:r>
      <w:r w:rsidR="008C5C61" w:rsidRPr="004C3E92">
        <w:t>il ne le serait certainement pas</w:t>
      </w:r>
      <w:r>
        <w:t xml:space="preserve">, </w:t>
      </w:r>
      <w:r w:rsidR="008C5C61" w:rsidRPr="004C3E92">
        <w:t>elle compte qu</w:t>
      </w:r>
      <w:r>
        <w:t>’</w:t>
      </w:r>
      <w:r w:rsidR="008C5C61" w:rsidRPr="004C3E92">
        <w:t>il sera achevé</w:t>
      </w:r>
      <w:r>
        <w:t>.</w:t>
      </w:r>
    </w:p>
    <w:p w14:paraId="288C8FF3" w14:textId="77777777" w:rsidR="004A4993" w:rsidRDefault="008C5C61" w:rsidP="004A4993">
      <w:r w:rsidRPr="004C3E92">
        <w:t>Lucy tira aussitôt à elle sa table à ouvrage</w:t>
      </w:r>
      <w:r w:rsidR="004A4993">
        <w:t xml:space="preserve">, </w:t>
      </w:r>
      <w:r w:rsidRPr="004C3E92">
        <w:t>et se rassit avec un empressement qui semblait dénoter qu</w:t>
      </w:r>
      <w:r w:rsidR="004A4993">
        <w:t>’</w:t>
      </w:r>
      <w:r w:rsidRPr="004C3E92">
        <w:t>elle ne pouvait go</w:t>
      </w:r>
      <w:r w:rsidRPr="004C3E92">
        <w:t>û</w:t>
      </w:r>
      <w:r w:rsidRPr="004C3E92">
        <w:t>ter à un plus grand délice qu</w:t>
      </w:r>
      <w:r w:rsidR="004A4993">
        <w:t>’</w:t>
      </w:r>
      <w:r w:rsidRPr="004C3E92">
        <w:t>à celui de faire un panier en fil</w:t>
      </w:r>
      <w:r w:rsidRPr="004C3E92">
        <w:t>i</w:t>
      </w:r>
      <w:r w:rsidRPr="004C3E92">
        <w:t>grane pour une enfant gâtée</w:t>
      </w:r>
      <w:r w:rsidR="004A4993">
        <w:t>.</w:t>
      </w:r>
    </w:p>
    <w:p w14:paraId="169A071F" w14:textId="77777777" w:rsidR="004A4993" w:rsidRDefault="008C5C61" w:rsidP="004A4993">
      <w:r w:rsidRPr="004C3E92">
        <w:t xml:space="preserve">Lady Middleton proposa aux autres un robre de </w:t>
      </w:r>
      <w:r w:rsidR="004A4993">
        <w:t>« </w:t>
      </w:r>
      <w:proofErr w:type="spellStart"/>
      <w:r w:rsidRPr="004C3E92">
        <w:t>cass</w:t>
      </w:r>
      <w:r w:rsidRPr="004C3E92">
        <w:t>i</w:t>
      </w:r>
      <w:r w:rsidRPr="004C3E92">
        <w:t>no</w:t>
      </w:r>
      <w:proofErr w:type="spellEnd"/>
      <w:r w:rsidR="004A4993">
        <w:t xml:space="preserve"> ». </w:t>
      </w:r>
      <w:r w:rsidRPr="004C3E92">
        <w:t>Personne n</w:t>
      </w:r>
      <w:r w:rsidR="004A4993">
        <w:t>’</w:t>
      </w:r>
      <w:r w:rsidRPr="004C3E92">
        <w:t>y souleva d</w:t>
      </w:r>
      <w:r w:rsidR="004A4993">
        <w:t>’</w:t>
      </w:r>
      <w:r w:rsidRPr="004C3E92">
        <w:t>objection</w:t>
      </w:r>
      <w:r w:rsidR="004A4993">
        <w:t xml:space="preserve">, </w:t>
      </w:r>
      <w:r w:rsidRPr="004C3E92">
        <w:t>sauf Marianne</w:t>
      </w:r>
      <w:r w:rsidR="004A4993">
        <w:t xml:space="preserve">, </w:t>
      </w:r>
      <w:r w:rsidRPr="004C3E92">
        <w:t>qui</w:t>
      </w:r>
      <w:r w:rsidR="004A4993">
        <w:t xml:space="preserve">, </w:t>
      </w:r>
      <w:r w:rsidRPr="004C3E92">
        <w:lastRenderedPageBreak/>
        <w:t>avec son absence de respect habituel pour les formes de la civilité g</w:t>
      </w:r>
      <w:r w:rsidRPr="004C3E92">
        <w:t>é</w:t>
      </w:r>
      <w:r w:rsidRPr="004C3E92">
        <w:t>nérale</w:t>
      </w:r>
      <w:r w:rsidR="004A4993">
        <w:t xml:space="preserve">, </w:t>
      </w:r>
      <w:r w:rsidRPr="004C3E92">
        <w:t>s</w:t>
      </w:r>
      <w:r w:rsidR="004A4993">
        <w:t>’</w:t>
      </w:r>
      <w:r w:rsidRPr="004C3E92">
        <w:t>écria</w:t>
      </w:r>
      <w:r w:rsidR="004A4993">
        <w:t> :</w:t>
      </w:r>
    </w:p>
    <w:p w14:paraId="31E003FF" w14:textId="77777777" w:rsidR="004A4993" w:rsidRDefault="004A4993" w:rsidP="004A4993">
      <w:r>
        <w:t>— </w:t>
      </w:r>
      <w:r w:rsidR="008C5C61" w:rsidRPr="004C3E92">
        <w:t>Milady aura la bonté de m</w:t>
      </w:r>
      <w:r>
        <w:t>’</w:t>
      </w:r>
      <w:r w:rsidR="008C5C61" w:rsidRPr="004C3E92">
        <w:t>excuser</w:t>
      </w:r>
      <w:r>
        <w:t xml:space="preserve">, </w:t>
      </w:r>
      <w:r w:rsidR="008C5C61" w:rsidRPr="004C3E92">
        <w:t>elle sait que je déteste les cartes</w:t>
      </w:r>
      <w:r>
        <w:t xml:space="preserve">. </w:t>
      </w:r>
      <w:r w:rsidR="008C5C61" w:rsidRPr="004C3E92">
        <w:t>Je vais me mettre au pianoforte</w:t>
      </w:r>
      <w:r>
        <w:t xml:space="preserve"> ; </w:t>
      </w:r>
      <w:r w:rsidR="008C5C61" w:rsidRPr="004C3E92">
        <w:t>je n</w:t>
      </w:r>
      <w:r>
        <w:t>’</w:t>
      </w:r>
      <w:r w:rsidR="008C5C61" w:rsidRPr="004C3E92">
        <w:t>y ai pas touché depuis qu</w:t>
      </w:r>
      <w:r>
        <w:t>’</w:t>
      </w:r>
      <w:r w:rsidR="008C5C61" w:rsidRPr="004C3E92">
        <w:t>il a été accordé</w:t>
      </w:r>
      <w:r>
        <w:t xml:space="preserve">. </w:t>
      </w:r>
      <w:r w:rsidR="008C5C61" w:rsidRPr="004C3E92">
        <w:t>Et</w:t>
      </w:r>
      <w:r>
        <w:t xml:space="preserve">, </w:t>
      </w:r>
      <w:r w:rsidR="008C5C61" w:rsidRPr="004C3E92">
        <w:t>sans plus de cérémonie</w:t>
      </w:r>
      <w:r>
        <w:t xml:space="preserve">, </w:t>
      </w:r>
      <w:r w:rsidR="008C5C61" w:rsidRPr="004C3E92">
        <w:t>elle s</w:t>
      </w:r>
      <w:r>
        <w:t>’</w:t>
      </w:r>
      <w:r w:rsidR="008C5C61" w:rsidRPr="004C3E92">
        <w:t>éloigna et se dirigea vers l</w:t>
      </w:r>
      <w:r>
        <w:t>’</w:t>
      </w:r>
      <w:r w:rsidR="008C5C61" w:rsidRPr="004C3E92">
        <w:t>instrument</w:t>
      </w:r>
      <w:r>
        <w:t>.</w:t>
      </w:r>
    </w:p>
    <w:p w14:paraId="5A3658B4" w14:textId="77777777" w:rsidR="004A4993" w:rsidRDefault="008C5C61" w:rsidP="004A4993">
      <w:r w:rsidRPr="004C3E92">
        <w:t>Lady Middleton prit un air qui signifiait qu</w:t>
      </w:r>
      <w:r w:rsidR="004A4993">
        <w:t>’</w:t>
      </w:r>
      <w:r w:rsidRPr="004C3E92">
        <w:t>elle remerciait le ciel de n</w:t>
      </w:r>
      <w:r w:rsidR="004A4993">
        <w:t>’</w:t>
      </w:r>
      <w:r w:rsidRPr="004C3E92">
        <w:t>avoir jamais dit une chose aussi impolie</w:t>
      </w:r>
      <w:r w:rsidR="004A4993">
        <w:t>.</w:t>
      </w:r>
    </w:p>
    <w:p w14:paraId="0205F41F" w14:textId="77777777" w:rsidR="004A4993" w:rsidRDefault="004A4993" w:rsidP="004A4993">
      <w:r>
        <w:t>— </w:t>
      </w:r>
      <w:r w:rsidR="008C5C61" w:rsidRPr="004C3E92">
        <w:t>Marianne est incapable de rester longtemps éloignée de cet instrument</w:t>
      </w:r>
      <w:r>
        <w:t xml:space="preserve">, </w:t>
      </w:r>
      <w:r w:rsidR="008C5C61" w:rsidRPr="004C3E92">
        <w:t>voyez-vous</w:t>
      </w:r>
      <w:r>
        <w:t xml:space="preserve">, </w:t>
      </w:r>
      <w:r w:rsidR="008C5C61" w:rsidRPr="004C3E92">
        <w:t>madame</w:t>
      </w:r>
      <w:r>
        <w:t xml:space="preserve">, </w:t>
      </w:r>
      <w:r w:rsidR="008C5C61" w:rsidRPr="004C3E92">
        <w:t xml:space="preserve">dit </w:t>
      </w:r>
      <w:proofErr w:type="spellStart"/>
      <w:r w:rsidR="008C5C61" w:rsidRPr="004C3E92">
        <w:t>Elinor</w:t>
      </w:r>
      <w:proofErr w:type="spellEnd"/>
      <w:r>
        <w:t xml:space="preserve">, </w:t>
      </w:r>
      <w:r w:rsidR="008C5C61" w:rsidRPr="004C3E92">
        <w:t>s</w:t>
      </w:r>
      <w:r>
        <w:t>’</w:t>
      </w:r>
      <w:r w:rsidR="008C5C61" w:rsidRPr="004C3E92">
        <w:t>efforçant de mettre du baume sur la blessure</w:t>
      </w:r>
      <w:r>
        <w:t xml:space="preserve"> ; </w:t>
      </w:r>
      <w:r w:rsidR="008C5C61" w:rsidRPr="004C3E92">
        <w:t>et cela ne m</w:t>
      </w:r>
      <w:r>
        <w:t>’</w:t>
      </w:r>
      <w:r w:rsidR="008C5C61" w:rsidRPr="004C3E92">
        <w:t>étonne guère</w:t>
      </w:r>
      <w:r>
        <w:t xml:space="preserve">, </w:t>
      </w:r>
      <w:r w:rsidR="008C5C61" w:rsidRPr="004C3E92">
        <w:t>car c</w:t>
      </w:r>
      <w:r>
        <w:t>’</w:t>
      </w:r>
      <w:r w:rsidR="008C5C61" w:rsidRPr="004C3E92">
        <w:t>est le pianoforte qui possède le meilleur son que j</w:t>
      </w:r>
      <w:r>
        <w:t>’</w:t>
      </w:r>
      <w:r w:rsidR="008C5C61" w:rsidRPr="004C3E92">
        <w:t>aie jamais entendu</w:t>
      </w:r>
      <w:r>
        <w:t>.</w:t>
      </w:r>
    </w:p>
    <w:p w14:paraId="0A373D45" w14:textId="77777777" w:rsidR="004A4993" w:rsidRDefault="008C5C61" w:rsidP="004A4993">
      <w:r w:rsidRPr="004C3E92">
        <w:t>Les cinq autres devaient alors tirer leurs cartes</w:t>
      </w:r>
      <w:r w:rsidR="004A4993">
        <w:t>.</w:t>
      </w:r>
    </w:p>
    <w:p w14:paraId="3049F750" w14:textId="77777777" w:rsidR="004A4993" w:rsidRDefault="004A4993" w:rsidP="004A4993">
      <w:r>
        <w:t>— </w:t>
      </w:r>
      <w:r w:rsidR="008C5C61" w:rsidRPr="004C3E92">
        <w:t>Peut-être</w:t>
      </w:r>
      <w:r>
        <w:t xml:space="preserve">, </w:t>
      </w:r>
      <w:r w:rsidR="008C5C61" w:rsidRPr="004C3E92">
        <w:t xml:space="preserve">reprit </w:t>
      </w:r>
      <w:proofErr w:type="spellStart"/>
      <w:r w:rsidR="008C5C61" w:rsidRPr="004C3E92">
        <w:t>Elinor</w:t>
      </w:r>
      <w:proofErr w:type="spellEnd"/>
      <w:r>
        <w:t xml:space="preserve">, </w:t>
      </w:r>
      <w:r w:rsidR="008C5C61" w:rsidRPr="004C3E92">
        <w:t>si la coupe me désignait pour sortir du jeu</w:t>
      </w:r>
      <w:r>
        <w:t xml:space="preserve">, </w:t>
      </w:r>
      <w:r w:rsidR="008C5C61" w:rsidRPr="004C3E92">
        <w:t>pourrais-je être de quelque utilité à miss Lucy Steele</w:t>
      </w:r>
      <w:r>
        <w:t xml:space="preserve">, </w:t>
      </w:r>
      <w:r w:rsidR="008C5C61" w:rsidRPr="004C3E92">
        <w:t>en lui roulant ses papiers</w:t>
      </w:r>
      <w:r>
        <w:t xml:space="preserve"> ; </w:t>
      </w:r>
      <w:r w:rsidR="008C5C61" w:rsidRPr="004C3E92">
        <w:t>il y a encore tant d</w:t>
      </w:r>
      <w:r>
        <w:t>’</w:t>
      </w:r>
      <w:r w:rsidR="008C5C61" w:rsidRPr="004C3E92">
        <w:t>ouvrage pour finir le panier</w:t>
      </w:r>
      <w:r>
        <w:t xml:space="preserve">, </w:t>
      </w:r>
      <w:r w:rsidR="008C5C61" w:rsidRPr="004C3E92">
        <w:t>qu</w:t>
      </w:r>
      <w:r>
        <w:t>’</w:t>
      </w:r>
      <w:r w:rsidR="008C5C61" w:rsidRPr="004C3E92">
        <w:t>il doit être impossible qu</w:t>
      </w:r>
      <w:r>
        <w:t>’</w:t>
      </w:r>
      <w:r w:rsidR="008C5C61" w:rsidRPr="004C3E92">
        <w:t>avec son travail seul</w:t>
      </w:r>
      <w:r>
        <w:t xml:space="preserve">, </w:t>
      </w:r>
      <w:r w:rsidR="008C5C61" w:rsidRPr="004C3E92">
        <w:t>elle l</w:t>
      </w:r>
      <w:r>
        <w:t>’</w:t>
      </w:r>
      <w:r w:rsidR="008C5C61" w:rsidRPr="004C3E92">
        <w:t>achève ce soir</w:t>
      </w:r>
      <w:r>
        <w:t xml:space="preserve">. </w:t>
      </w:r>
      <w:r w:rsidR="008C5C61" w:rsidRPr="004C3E92">
        <w:t>Cet ouvrage me plairait énormément</w:t>
      </w:r>
      <w:r>
        <w:t xml:space="preserve">, </w:t>
      </w:r>
      <w:r w:rsidR="008C5C61" w:rsidRPr="004C3E92">
        <w:t>si elle veut bien me permettre d</w:t>
      </w:r>
      <w:r>
        <w:t>’</w:t>
      </w:r>
      <w:r w:rsidR="008C5C61" w:rsidRPr="004C3E92">
        <w:t>y prendre part</w:t>
      </w:r>
      <w:r>
        <w:t>.</w:t>
      </w:r>
    </w:p>
    <w:p w14:paraId="7072C794" w14:textId="77777777" w:rsidR="004A4993" w:rsidRDefault="004A4993" w:rsidP="004A4993">
      <w:r>
        <w:t>— </w:t>
      </w:r>
      <w:r w:rsidR="008C5C61" w:rsidRPr="004C3E92">
        <w:t>Vraiment</w:t>
      </w:r>
      <w:r>
        <w:t xml:space="preserve">, </w:t>
      </w:r>
      <w:r w:rsidR="008C5C61" w:rsidRPr="004C3E92">
        <w:t>je vous serai fort obligée de votre aide</w:t>
      </w:r>
      <w:r>
        <w:t xml:space="preserve">, </w:t>
      </w:r>
      <w:r w:rsidR="008C5C61" w:rsidRPr="004C3E92">
        <w:t>s</w:t>
      </w:r>
      <w:r>
        <w:t>’</w:t>
      </w:r>
      <w:r w:rsidR="008C5C61" w:rsidRPr="004C3E92">
        <w:t>écria Lucy</w:t>
      </w:r>
      <w:r>
        <w:t xml:space="preserve">, </w:t>
      </w:r>
      <w:r w:rsidR="008C5C61" w:rsidRPr="004C3E92">
        <w:t>car je constate qu</w:t>
      </w:r>
      <w:r>
        <w:t>’</w:t>
      </w:r>
      <w:r w:rsidR="008C5C61" w:rsidRPr="004C3E92">
        <w:t>il y a plus à faire que je ne le croyais</w:t>
      </w:r>
      <w:r>
        <w:t xml:space="preserve"> ; </w:t>
      </w:r>
      <w:r w:rsidR="008C5C61" w:rsidRPr="004C3E92">
        <w:t>et il serait vraiment désolant d</w:t>
      </w:r>
      <w:r>
        <w:t>’</w:t>
      </w:r>
      <w:r w:rsidR="008C5C61" w:rsidRPr="004C3E92">
        <w:t>infliger</w:t>
      </w:r>
      <w:r>
        <w:t xml:space="preserve">, </w:t>
      </w:r>
      <w:r w:rsidR="008C5C61" w:rsidRPr="004C3E92">
        <w:t>malgré tout</w:t>
      </w:r>
      <w:r>
        <w:t xml:space="preserve">, </w:t>
      </w:r>
      <w:r w:rsidR="008C5C61" w:rsidRPr="004C3E92">
        <w:t xml:space="preserve">une déception à cette chère </w:t>
      </w:r>
      <w:proofErr w:type="spellStart"/>
      <w:r w:rsidR="008C5C61" w:rsidRPr="004C3E92">
        <w:t>Anna-Maria</w:t>
      </w:r>
      <w:proofErr w:type="spellEnd"/>
      <w:r>
        <w:t>.</w:t>
      </w:r>
    </w:p>
    <w:p w14:paraId="305FEBE1" w14:textId="77777777" w:rsidR="004A4993" w:rsidRDefault="004A4993" w:rsidP="004A4993">
      <w:r>
        <w:t>— </w:t>
      </w:r>
      <w:r w:rsidR="008C5C61" w:rsidRPr="004C3E92">
        <w:t>Oh</w:t>
      </w:r>
      <w:r>
        <w:t xml:space="preserve">, </w:t>
      </w:r>
      <w:r w:rsidR="008C5C61" w:rsidRPr="004C3E92">
        <w:t>voilà qui serait terrible</w:t>
      </w:r>
      <w:r>
        <w:t xml:space="preserve">, </w:t>
      </w:r>
      <w:r w:rsidR="008C5C61" w:rsidRPr="004C3E92">
        <w:t>en effet</w:t>
      </w:r>
      <w:r>
        <w:t xml:space="preserve">, </w:t>
      </w:r>
      <w:r w:rsidR="008C5C61" w:rsidRPr="004C3E92">
        <w:t>dit miss Steele</w:t>
      </w:r>
      <w:r>
        <w:t xml:space="preserve">, </w:t>
      </w:r>
      <w:r w:rsidR="008C5C61" w:rsidRPr="004C3E92">
        <w:t>pa</w:t>
      </w:r>
      <w:r w:rsidR="008C5C61" w:rsidRPr="004C3E92">
        <w:t>u</w:t>
      </w:r>
      <w:r w:rsidR="008C5C61" w:rsidRPr="004C3E92">
        <w:t>vre petite âme</w:t>
      </w:r>
      <w:r>
        <w:t xml:space="preserve">, </w:t>
      </w:r>
      <w:r w:rsidR="008C5C61" w:rsidRPr="004C3E92">
        <w:t>comme je l</w:t>
      </w:r>
      <w:r>
        <w:t>’</w:t>
      </w:r>
      <w:r w:rsidR="008C5C61" w:rsidRPr="004C3E92">
        <w:t>aime</w:t>
      </w:r>
      <w:r>
        <w:t xml:space="preserve">, </w:t>
      </w:r>
      <w:r w:rsidR="008C5C61" w:rsidRPr="004C3E92">
        <w:t>vraiment</w:t>
      </w:r>
      <w:r>
        <w:t> !</w:t>
      </w:r>
    </w:p>
    <w:p w14:paraId="022654B0" w14:textId="77777777" w:rsidR="004A4993" w:rsidRDefault="004A4993" w:rsidP="004A4993">
      <w:r>
        <w:t>— </w:t>
      </w:r>
      <w:r w:rsidR="008C5C61" w:rsidRPr="004C3E92">
        <w:t>Vous êtes fort aimable</w:t>
      </w:r>
      <w:r>
        <w:t xml:space="preserve">, </w:t>
      </w:r>
      <w:r w:rsidR="008C5C61" w:rsidRPr="004C3E92">
        <w:t xml:space="preserve">dit Lady Middleton à </w:t>
      </w:r>
      <w:proofErr w:type="spellStart"/>
      <w:r w:rsidR="008C5C61" w:rsidRPr="004C3E92">
        <w:t>Elinor</w:t>
      </w:r>
      <w:proofErr w:type="spellEnd"/>
      <w:r>
        <w:t xml:space="preserve"> ; </w:t>
      </w:r>
      <w:r w:rsidR="008C5C61" w:rsidRPr="004C3E92">
        <w:t>et comme cet ouvrage vous plaît réellement</w:t>
      </w:r>
      <w:r>
        <w:t xml:space="preserve">, </w:t>
      </w:r>
      <w:r w:rsidR="008C5C61" w:rsidRPr="004C3E92">
        <w:t xml:space="preserve">peut-être vous </w:t>
      </w:r>
      <w:r w:rsidR="008C5C61" w:rsidRPr="004C3E92">
        <w:lastRenderedPageBreak/>
        <w:t>agré</w:t>
      </w:r>
      <w:r w:rsidR="008C5C61" w:rsidRPr="004C3E92">
        <w:t>e</w:t>
      </w:r>
      <w:r w:rsidR="008C5C61" w:rsidRPr="004C3E92">
        <w:t>ra-t-il autant de n</w:t>
      </w:r>
      <w:r>
        <w:t>’</w:t>
      </w:r>
      <w:r w:rsidR="008C5C61" w:rsidRPr="004C3E92">
        <w:t>entrer dans le jeu qu</w:t>
      </w:r>
      <w:r>
        <w:t>’</w:t>
      </w:r>
      <w:r w:rsidR="008C5C61" w:rsidRPr="004C3E92">
        <w:t>au robre suivant</w:t>
      </w:r>
      <w:r>
        <w:t xml:space="preserve"> ; </w:t>
      </w:r>
      <w:r w:rsidR="008C5C61" w:rsidRPr="004C3E92">
        <w:t>ou bien voulez-vous courir votre chance maintenant</w:t>
      </w:r>
      <w:r>
        <w:t> ?</w:t>
      </w:r>
    </w:p>
    <w:p w14:paraId="6CD513D6" w14:textId="77777777" w:rsidR="004A4993" w:rsidRDefault="008C5C61" w:rsidP="004A4993">
      <w:proofErr w:type="spellStart"/>
      <w:r w:rsidRPr="004C3E92">
        <w:t>Elinor</w:t>
      </w:r>
      <w:proofErr w:type="spellEnd"/>
      <w:r w:rsidRPr="004C3E92">
        <w:t xml:space="preserve"> profita joyeusement de la première de ces propos</w:t>
      </w:r>
      <w:r w:rsidRPr="004C3E92">
        <w:t>i</w:t>
      </w:r>
      <w:r w:rsidRPr="004C3E92">
        <w:t>tions</w:t>
      </w:r>
      <w:r w:rsidR="004A4993">
        <w:t xml:space="preserve">, </w:t>
      </w:r>
      <w:r w:rsidRPr="004C3E92">
        <w:t>et ainsi</w:t>
      </w:r>
      <w:r w:rsidR="004A4993">
        <w:t xml:space="preserve">, </w:t>
      </w:r>
      <w:r w:rsidRPr="004C3E92">
        <w:t>grâce à un peu de cette adresse que Marianne ne pouvait jamais condescendre à pratiquer</w:t>
      </w:r>
      <w:r w:rsidR="004A4993">
        <w:t xml:space="preserve">, </w:t>
      </w:r>
      <w:r w:rsidRPr="004C3E92">
        <w:t>elle parvint à ses pr</w:t>
      </w:r>
      <w:r w:rsidRPr="004C3E92">
        <w:t>o</w:t>
      </w:r>
      <w:r w:rsidRPr="004C3E92">
        <w:t>pres fins tout en faisant plaisir à lady Middleton</w:t>
      </w:r>
      <w:r w:rsidR="004A4993">
        <w:t xml:space="preserve">. </w:t>
      </w:r>
      <w:r w:rsidRPr="004C3E92">
        <w:t>Lucy lui fit place avec empressement</w:t>
      </w:r>
      <w:r w:rsidR="004A4993">
        <w:t xml:space="preserve">, </w:t>
      </w:r>
      <w:r w:rsidRPr="004C3E92">
        <w:t>et les deux belles rivales furent ainsi assises côte à côte à la même table</w:t>
      </w:r>
      <w:r w:rsidR="004A4993">
        <w:t xml:space="preserve">, </w:t>
      </w:r>
      <w:r w:rsidRPr="004C3E92">
        <w:t>et occupées avec toute l</w:t>
      </w:r>
      <w:r w:rsidR="004A4993">
        <w:t>’</w:t>
      </w:r>
      <w:r w:rsidRPr="004C3E92">
        <w:t>harmonie possible à faire progresser le même ouvrage</w:t>
      </w:r>
      <w:r w:rsidR="004A4993">
        <w:t xml:space="preserve">. </w:t>
      </w:r>
      <w:r w:rsidRPr="004C3E92">
        <w:t>Le pi</w:t>
      </w:r>
      <w:r w:rsidRPr="004C3E92">
        <w:t>a</w:t>
      </w:r>
      <w:r w:rsidRPr="004C3E92">
        <w:t>noforte</w:t>
      </w:r>
      <w:r w:rsidR="004A4993">
        <w:t xml:space="preserve">, </w:t>
      </w:r>
      <w:r w:rsidRPr="004C3E92">
        <w:t>devant lequel Marianne</w:t>
      </w:r>
      <w:r w:rsidR="004A4993">
        <w:t xml:space="preserve">, </w:t>
      </w:r>
      <w:r w:rsidRPr="004C3E92">
        <w:t>absorbée dans sa propre m</w:t>
      </w:r>
      <w:r w:rsidRPr="004C3E92">
        <w:t>u</w:t>
      </w:r>
      <w:r w:rsidRPr="004C3E92">
        <w:t>sique et ses propres pensées</w:t>
      </w:r>
      <w:r w:rsidR="004A4993">
        <w:t xml:space="preserve">, </w:t>
      </w:r>
      <w:r w:rsidRPr="004C3E92">
        <w:t>avait déjà oublié qu</w:t>
      </w:r>
      <w:r w:rsidR="004A4993">
        <w:t>’</w:t>
      </w:r>
      <w:r w:rsidRPr="004C3E92">
        <w:t>il y eût que</w:t>
      </w:r>
      <w:r w:rsidRPr="004C3E92">
        <w:t>l</w:t>
      </w:r>
      <w:r w:rsidRPr="004C3E92">
        <w:t>qu</w:t>
      </w:r>
      <w:r w:rsidR="004A4993">
        <w:t>’</w:t>
      </w:r>
      <w:r w:rsidRPr="004C3E92">
        <w:t>un dans la pièce</w:t>
      </w:r>
      <w:r w:rsidR="004A4993">
        <w:t xml:space="preserve">, </w:t>
      </w:r>
      <w:r w:rsidRPr="004C3E92">
        <w:t>outre elle-même</w:t>
      </w:r>
      <w:r w:rsidR="004A4993">
        <w:t xml:space="preserve">, </w:t>
      </w:r>
      <w:r w:rsidRPr="004C3E92">
        <w:t>était heureusement si près d</w:t>
      </w:r>
      <w:r w:rsidR="004A4993">
        <w:t>’</w:t>
      </w:r>
      <w:r w:rsidRPr="004C3E92">
        <w:t xml:space="preserve">elles que miss </w:t>
      </w:r>
      <w:proofErr w:type="spellStart"/>
      <w:r w:rsidRPr="004C3E92">
        <w:t>Dashwood</w:t>
      </w:r>
      <w:proofErr w:type="spellEnd"/>
      <w:r w:rsidRPr="004C3E92">
        <w:t xml:space="preserve"> jugea qu</w:t>
      </w:r>
      <w:r w:rsidR="004A4993">
        <w:t>’</w:t>
      </w:r>
      <w:r w:rsidRPr="004C3E92">
        <w:t>elle pouvait maintenant</w:t>
      </w:r>
      <w:r w:rsidR="004A4993">
        <w:t xml:space="preserve">, </w:t>
      </w:r>
      <w:r w:rsidRPr="004C3E92">
        <w:t>en toute sécurité</w:t>
      </w:r>
      <w:r w:rsidR="004A4993">
        <w:t xml:space="preserve">, </w:t>
      </w:r>
      <w:r w:rsidRPr="004C3E92">
        <w:t>sous le couvert de son bruit</w:t>
      </w:r>
      <w:r w:rsidR="004A4993">
        <w:t xml:space="preserve">, </w:t>
      </w:r>
      <w:r w:rsidRPr="004C3E92">
        <w:t>aborder le sujet int</w:t>
      </w:r>
      <w:r w:rsidRPr="004C3E92">
        <w:t>é</w:t>
      </w:r>
      <w:r w:rsidRPr="004C3E92">
        <w:t>ressant</w:t>
      </w:r>
      <w:r w:rsidR="004A4993">
        <w:t xml:space="preserve">, </w:t>
      </w:r>
      <w:r w:rsidRPr="004C3E92">
        <w:t>sans aucun risque d</w:t>
      </w:r>
      <w:r w:rsidR="004A4993">
        <w:t>’</w:t>
      </w:r>
      <w:r w:rsidRPr="004C3E92">
        <w:t>être entendue de la table à jeu</w:t>
      </w:r>
      <w:r w:rsidR="004A4993">
        <w:t>.</w:t>
      </w:r>
    </w:p>
    <w:p w14:paraId="1F935050" w14:textId="138B94B8" w:rsidR="008C5C61" w:rsidRPr="004C3E92" w:rsidRDefault="008C5C61" w:rsidP="004A4993">
      <w:pPr>
        <w:pStyle w:val="Titre1"/>
      </w:pPr>
      <w:bookmarkStart w:id="23" w:name="_Toc196409808"/>
      <w:r w:rsidRPr="004C3E92">
        <w:lastRenderedPageBreak/>
        <w:t>CHAPITRE XXIV</w:t>
      </w:r>
      <w:bookmarkEnd w:id="23"/>
      <w:r w:rsidRPr="004C3E92">
        <w:br/>
      </w:r>
    </w:p>
    <w:p w14:paraId="164DD52C" w14:textId="77777777" w:rsidR="004A4993" w:rsidRDefault="008C5C61" w:rsidP="004A4993">
      <w:r w:rsidRPr="004C3E92">
        <w:t>D</w:t>
      </w:r>
      <w:r w:rsidR="004A4993">
        <w:t>’</w:t>
      </w:r>
      <w:r w:rsidRPr="004C3E92">
        <w:t>une voix ferme</w:t>
      </w:r>
      <w:r w:rsidR="004A4993">
        <w:t xml:space="preserve">, </w:t>
      </w:r>
      <w:r w:rsidRPr="004C3E92">
        <w:t>quoique prudente</w:t>
      </w:r>
      <w:r w:rsidR="004A4993">
        <w:t xml:space="preserve">, </w:t>
      </w:r>
      <w:proofErr w:type="spellStart"/>
      <w:r w:rsidRPr="004C3E92">
        <w:t>Elinor</w:t>
      </w:r>
      <w:proofErr w:type="spellEnd"/>
      <w:r w:rsidRPr="004C3E92">
        <w:t xml:space="preserve"> commença ainsi</w:t>
      </w:r>
      <w:r w:rsidR="004A4993">
        <w:t> :</w:t>
      </w:r>
    </w:p>
    <w:p w14:paraId="329D1CAB" w14:textId="77777777" w:rsidR="004A4993" w:rsidRDefault="004A4993" w:rsidP="004A4993">
      <w:r>
        <w:t>— </w:t>
      </w:r>
      <w:r w:rsidR="008C5C61" w:rsidRPr="004C3E92">
        <w:t>Je mériterais mal la confiance dont vous m</w:t>
      </w:r>
      <w:r>
        <w:t>’</w:t>
      </w:r>
      <w:r w:rsidR="008C5C61" w:rsidRPr="004C3E92">
        <w:t>avez honorée</w:t>
      </w:r>
      <w:r>
        <w:t xml:space="preserve">, </w:t>
      </w:r>
      <w:r w:rsidR="008C5C61" w:rsidRPr="004C3E92">
        <w:t>si je n</w:t>
      </w:r>
      <w:r>
        <w:t>’</w:t>
      </w:r>
      <w:r w:rsidR="008C5C61" w:rsidRPr="004C3E92">
        <w:t>éprouvais aucun désir de la voir poursuivie</w:t>
      </w:r>
      <w:r>
        <w:t xml:space="preserve">, </w:t>
      </w:r>
      <w:r w:rsidR="008C5C61" w:rsidRPr="004C3E92">
        <w:t>ni aucune curiosité complémentaire à ce sujet</w:t>
      </w:r>
      <w:r>
        <w:t xml:space="preserve">. </w:t>
      </w:r>
      <w:r w:rsidR="008C5C61" w:rsidRPr="004C3E92">
        <w:t>Je ne m</w:t>
      </w:r>
      <w:r>
        <w:t>’</w:t>
      </w:r>
      <w:r w:rsidR="008C5C61" w:rsidRPr="004C3E92">
        <w:t>excuserai donc pas de l</w:t>
      </w:r>
      <w:r>
        <w:t>’</w:t>
      </w:r>
      <w:r w:rsidR="008C5C61" w:rsidRPr="004C3E92">
        <w:t>aborder à nouveau</w:t>
      </w:r>
      <w:r>
        <w:t>.</w:t>
      </w:r>
    </w:p>
    <w:p w14:paraId="4DB579B4" w14:textId="77777777" w:rsidR="004A4993" w:rsidRDefault="004A4993" w:rsidP="004A4993">
      <w:r>
        <w:t>— </w:t>
      </w:r>
      <w:r w:rsidR="008C5C61" w:rsidRPr="004C3E92">
        <w:t>Je vous remercie</w:t>
      </w:r>
      <w:r>
        <w:t xml:space="preserve">, </w:t>
      </w:r>
      <w:r w:rsidR="008C5C61" w:rsidRPr="004C3E92">
        <w:t>s</w:t>
      </w:r>
      <w:r>
        <w:t>’</w:t>
      </w:r>
      <w:r w:rsidR="008C5C61" w:rsidRPr="004C3E92">
        <w:t>écria chaleureusement Lucy</w:t>
      </w:r>
      <w:r>
        <w:t xml:space="preserve">, </w:t>
      </w:r>
      <w:r w:rsidR="008C5C61" w:rsidRPr="004C3E92">
        <w:t>d</w:t>
      </w:r>
      <w:r>
        <w:t>’</w:t>
      </w:r>
      <w:r w:rsidR="008C5C61" w:rsidRPr="004C3E92">
        <w:t>avoir rompu la glace</w:t>
      </w:r>
      <w:r>
        <w:t xml:space="preserve"> ; </w:t>
      </w:r>
      <w:r w:rsidR="008C5C61" w:rsidRPr="004C3E92">
        <w:t>vous avez ainsi rassuré mon cœur</w:t>
      </w:r>
      <w:r>
        <w:t xml:space="preserve"> ; </w:t>
      </w:r>
      <w:r w:rsidR="008C5C61" w:rsidRPr="004C3E92">
        <w:t>car je cra</w:t>
      </w:r>
      <w:r w:rsidR="008C5C61" w:rsidRPr="004C3E92">
        <w:t>i</w:t>
      </w:r>
      <w:r w:rsidR="008C5C61" w:rsidRPr="004C3E92">
        <w:t>gnais</w:t>
      </w:r>
      <w:r>
        <w:t xml:space="preserve">, </w:t>
      </w:r>
      <w:r w:rsidR="008C5C61" w:rsidRPr="004C3E92">
        <w:t>d</w:t>
      </w:r>
      <w:r>
        <w:t>’</w:t>
      </w:r>
      <w:r w:rsidR="008C5C61" w:rsidRPr="004C3E92">
        <w:t>une façon ou d</w:t>
      </w:r>
      <w:r>
        <w:t>’</w:t>
      </w:r>
      <w:r w:rsidR="008C5C61" w:rsidRPr="004C3E92">
        <w:t>une autre</w:t>
      </w:r>
      <w:r>
        <w:t xml:space="preserve">, </w:t>
      </w:r>
      <w:r w:rsidR="008C5C61" w:rsidRPr="004C3E92">
        <w:t>de vous avoir offensée par ce que je vous ai dit ce lundi-là</w:t>
      </w:r>
      <w:r>
        <w:t>.</w:t>
      </w:r>
    </w:p>
    <w:p w14:paraId="251B0358" w14:textId="77777777" w:rsidR="004A4993" w:rsidRDefault="004A4993" w:rsidP="004A4993">
      <w:r>
        <w:t>— </w:t>
      </w:r>
      <w:r w:rsidR="008C5C61" w:rsidRPr="004C3E92">
        <w:t>M</w:t>
      </w:r>
      <w:r>
        <w:t>’</w:t>
      </w:r>
      <w:r w:rsidR="008C5C61" w:rsidRPr="004C3E92">
        <w:t>offenser</w:t>
      </w:r>
      <w:r>
        <w:t xml:space="preserve"> ! </w:t>
      </w:r>
      <w:r w:rsidR="008C5C61" w:rsidRPr="004C3E92">
        <w:t>Comment avez-vous pu le supposer</w:t>
      </w:r>
      <w:r>
        <w:t xml:space="preserve"> ? </w:t>
      </w:r>
      <w:r w:rsidR="008C5C61" w:rsidRPr="004C3E92">
        <w:t>Croyez-moi</w:t>
      </w:r>
      <w:r>
        <w:t xml:space="preserve"> – </w:t>
      </w:r>
      <w:r w:rsidR="008C5C61" w:rsidRPr="004C3E92">
        <w:t xml:space="preserve">et </w:t>
      </w:r>
      <w:proofErr w:type="spellStart"/>
      <w:r w:rsidR="008C5C61" w:rsidRPr="004C3E92">
        <w:t>Elinor</w:t>
      </w:r>
      <w:proofErr w:type="spellEnd"/>
      <w:r w:rsidR="008C5C61" w:rsidRPr="004C3E92">
        <w:t xml:space="preserve"> prononça ces mots avec la sincérité la plus complète</w:t>
      </w:r>
      <w:r>
        <w:t xml:space="preserve"> – </w:t>
      </w:r>
      <w:r w:rsidR="008C5C61" w:rsidRPr="004C3E92">
        <w:t>rien ne pouvait être plus éloigné de mon inte</w:t>
      </w:r>
      <w:r w:rsidR="008C5C61" w:rsidRPr="004C3E92">
        <w:t>n</w:t>
      </w:r>
      <w:r w:rsidR="008C5C61" w:rsidRPr="004C3E92">
        <w:t>tion que de vous donner une telle idée</w:t>
      </w:r>
      <w:r>
        <w:t xml:space="preserve">. </w:t>
      </w:r>
      <w:proofErr w:type="spellStart"/>
      <w:r w:rsidR="008C5C61" w:rsidRPr="004C3E92">
        <w:t>Pouviez-vous</w:t>
      </w:r>
      <w:proofErr w:type="spellEnd"/>
      <w:r w:rsidR="008C5C61" w:rsidRPr="004C3E92">
        <w:t xml:space="preserve"> avoir</w:t>
      </w:r>
      <w:r>
        <w:t xml:space="preserve">, </w:t>
      </w:r>
      <w:r w:rsidR="008C5C61" w:rsidRPr="004C3E92">
        <w:t>pour cette confiance</w:t>
      </w:r>
      <w:r>
        <w:t xml:space="preserve">, </w:t>
      </w:r>
      <w:r w:rsidR="008C5C61" w:rsidRPr="004C3E92">
        <w:t>un motif qui ne fût pas honorable et flatteur pour moi</w:t>
      </w:r>
      <w:r>
        <w:t> ?</w:t>
      </w:r>
    </w:p>
    <w:p w14:paraId="1C6A102A" w14:textId="77777777" w:rsidR="004A4993" w:rsidRDefault="004A4993" w:rsidP="004A4993">
      <w:r>
        <w:t>— </w:t>
      </w:r>
      <w:r w:rsidR="008C5C61" w:rsidRPr="004C3E92">
        <w:t>Et pourtant</w:t>
      </w:r>
      <w:r>
        <w:t xml:space="preserve">, </w:t>
      </w:r>
      <w:r w:rsidR="008C5C61" w:rsidRPr="004C3E92">
        <w:t>je vous assure bien</w:t>
      </w:r>
      <w:r>
        <w:t xml:space="preserve">, </w:t>
      </w:r>
      <w:r w:rsidR="008C5C61" w:rsidRPr="004C3E92">
        <w:t>repartit Lucy</w:t>
      </w:r>
      <w:r>
        <w:t xml:space="preserve">, </w:t>
      </w:r>
      <w:r w:rsidR="008C5C61" w:rsidRPr="004C3E92">
        <w:t>dont les petits yeux vifs étaient pleins de signification</w:t>
      </w:r>
      <w:r>
        <w:t xml:space="preserve">, </w:t>
      </w:r>
      <w:r w:rsidR="008C5C61" w:rsidRPr="004C3E92">
        <w:t>qu</w:t>
      </w:r>
      <w:r>
        <w:t>’</w:t>
      </w:r>
      <w:r w:rsidR="008C5C61" w:rsidRPr="004C3E92">
        <w:t>il semblait y avoir dans vos façons une froideur et un déplaisir qui m</w:t>
      </w:r>
      <w:r>
        <w:t>’</w:t>
      </w:r>
      <w:r w:rsidR="008C5C61" w:rsidRPr="004C3E92">
        <w:t>ont m</w:t>
      </w:r>
      <w:r w:rsidR="008C5C61" w:rsidRPr="004C3E92">
        <w:t>i</w:t>
      </w:r>
      <w:r w:rsidR="008C5C61" w:rsidRPr="004C3E92">
        <w:t>se fort mal à l</w:t>
      </w:r>
      <w:r>
        <w:t>’</w:t>
      </w:r>
      <w:r w:rsidR="008C5C61" w:rsidRPr="004C3E92">
        <w:t>aise</w:t>
      </w:r>
      <w:r>
        <w:t xml:space="preserve">. </w:t>
      </w:r>
      <w:r w:rsidR="008C5C61" w:rsidRPr="004C3E92">
        <w:t>Je me disais que vous deviez sûrement m</w:t>
      </w:r>
      <w:r>
        <w:t>’</w:t>
      </w:r>
      <w:r w:rsidR="008C5C61" w:rsidRPr="004C3E92">
        <w:t>en vouloir</w:t>
      </w:r>
      <w:r>
        <w:t xml:space="preserve"> ; </w:t>
      </w:r>
      <w:r w:rsidR="008C5C61" w:rsidRPr="004C3E92">
        <w:t>et je me suis gourmandée depuis lors</w:t>
      </w:r>
      <w:r>
        <w:t xml:space="preserve">, </w:t>
      </w:r>
      <w:r w:rsidR="008C5C61" w:rsidRPr="004C3E92">
        <w:t>d</w:t>
      </w:r>
      <w:r>
        <w:t>’</w:t>
      </w:r>
      <w:r w:rsidR="008C5C61" w:rsidRPr="004C3E92">
        <w:t>avoir pris la l</w:t>
      </w:r>
      <w:r w:rsidR="008C5C61" w:rsidRPr="004C3E92">
        <w:t>i</w:t>
      </w:r>
      <w:r w:rsidR="008C5C61" w:rsidRPr="004C3E92">
        <w:t>berté de vous importuner de mes affaires</w:t>
      </w:r>
      <w:r>
        <w:t xml:space="preserve">. </w:t>
      </w:r>
      <w:r w:rsidR="008C5C61" w:rsidRPr="004C3E92">
        <w:t>Mais je suis très contente de constater que ce n</w:t>
      </w:r>
      <w:r>
        <w:t>’</w:t>
      </w:r>
      <w:r w:rsidR="008C5C61" w:rsidRPr="004C3E92">
        <w:t>était que ma propre imagination</w:t>
      </w:r>
      <w:r>
        <w:t xml:space="preserve">, </w:t>
      </w:r>
      <w:r w:rsidR="008C5C61" w:rsidRPr="004C3E92">
        <w:t>et qu</w:t>
      </w:r>
      <w:r>
        <w:t>’</w:t>
      </w:r>
      <w:r w:rsidR="008C5C61" w:rsidRPr="004C3E92">
        <w:t>en réalité vous ne m</w:t>
      </w:r>
      <w:r>
        <w:t>’</w:t>
      </w:r>
      <w:r w:rsidR="008C5C61" w:rsidRPr="004C3E92">
        <w:t>en voulez pas</w:t>
      </w:r>
      <w:r>
        <w:t xml:space="preserve">. </w:t>
      </w:r>
      <w:r w:rsidR="008C5C61" w:rsidRPr="004C3E92">
        <w:t xml:space="preserve">Si vous saviez quelle consolation cela a été pour moi de soulager mon cœur en vous parlant de ce à quoi je pense à chaque instant </w:t>
      </w:r>
      <w:r w:rsidR="008C5C61" w:rsidRPr="004C3E92">
        <w:lastRenderedPageBreak/>
        <w:t>de ma vie</w:t>
      </w:r>
      <w:r>
        <w:t xml:space="preserve">, </w:t>
      </w:r>
      <w:r w:rsidR="008C5C61" w:rsidRPr="004C3E92">
        <w:t>votre compassion vous porterait assurément à fermer les yeux sur tout le reste</w:t>
      </w:r>
      <w:r>
        <w:t>.</w:t>
      </w:r>
    </w:p>
    <w:p w14:paraId="5329CDD1" w14:textId="77777777" w:rsidR="004A4993" w:rsidRDefault="004A4993" w:rsidP="004A4993">
      <w:r>
        <w:t>— </w:t>
      </w:r>
      <w:r w:rsidR="008C5C61" w:rsidRPr="004C3E92">
        <w:t>En vérité</w:t>
      </w:r>
      <w:r>
        <w:t xml:space="preserve">, </w:t>
      </w:r>
      <w:r w:rsidR="008C5C61" w:rsidRPr="004C3E92">
        <w:t>je crois aisément que cela a été pour vous un grand soulagement de m</w:t>
      </w:r>
      <w:r>
        <w:t>’</w:t>
      </w:r>
      <w:r w:rsidR="008C5C61" w:rsidRPr="004C3E92">
        <w:t>avouer votre situation</w:t>
      </w:r>
      <w:r>
        <w:t xml:space="preserve">, </w:t>
      </w:r>
      <w:r w:rsidR="008C5C61" w:rsidRPr="004C3E92">
        <w:t>et soyez assurée que vous n</w:t>
      </w:r>
      <w:r>
        <w:t>’</w:t>
      </w:r>
      <w:r w:rsidR="008C5C61" w:rsidRPr="004C3E92">
        <w:t>aurez jamais lieu de vous en repentir</w:t>
      </w:r>
      <w:r>
        <w:t xml:space="preserve">. </w:t>
      </w:r>
      <w:r w:rsidR="008C5C61" w:rsidRPr="004C3E92">
        <w:t>Votre cas est fort malheureux</w:t>
      </w:r>
      <w:r>
        <w:t xml:space="preserve"> ; </w:t>
      </w:r>
      <w:r w:rsidR="008C5C61" w:rsidRPr="004C3E92">
        <w:t>vous me paraissez entourée de difficultés</w:t>
      </w:r>
      <w:r>
        <w:t xml:space="preserve">, </w:t>
      </w:r>
      <w:r w:rsidR="008C5C61" w:rsidRPr="004C3E92">
        <w:t>et vous aurez besoin de toute votre affection mutuelle pour vous soutenir sous leur faix</w:t>
      </w:r>
      <w:r>
        <w:t xml:space="preserve">. </w:t>
      </w:r>
      <w:r w:rsidR="008C5C61" w:rsidRPr="004C3E92">
        <w:t>Mr</w:t>
      </w:r>
      <w:r>
        <w:t xml:space="preserve">. </w:t>
      </w:r>
      <w:proofErr w:type="spellStart"/>
      <w:r w:rsidR="008C5C61" w:rsidRPr="004C3E92">
        <w:t>Ferrars</w:t>
      </w:r>
      <w:proofErr w:type="spellEnd"/>
      <w:r>
        <w:t xml:space="preserve">, </w:t>
      </w:r>
      <w:r w:rsidR="008C5C61" w:rsidRPr="004C3E92">
        <w:t>à ce que je crois</w:t>
      </w:r>
      <w:r>
        <w:t xml:space="preserve">, </w:t>
      </w:r>
      <w:r w:rsidR="008C5C61" w:rsidRPr="004C3E92">
        <w:t>est enti</w:t>
      </w:r>
      <w:r w:rsidR="008C5C61" w:rsidRPr="004C3E92">
        <w:t>è</w:t>
      </w:r>
      <w:r w:rsidR="008C5C61" w:rsidRPr="004C3E92">
        <w:t>rement sous la dépendance de sa mère</w:t>
      </w:r>
      <w:r>
        <w:t>.</w:t>
      </w:r>
    </w:p>
    <w:p w14:paraId="257A9117" w14:textId="77777777" w:rsidR="004A4993" w:rsidRDefault="004A4993" w:rsidP="004A4993">
      <w:r>
        <w:t>— </w:t>
      </w:r>
      <w:r w:rsidR="008C5C61" w:rsidRPr="004C3E92">
        <w:t>Il ne possède que deux mille livres en propre</w:t>
      </w:r>
      <w:r>
        <w:t xml:space="preserve"> ; </w:t>
      </w:r>
      <w:r w:rsidR="008C5C61" w:rsidRPr="004C3E92">
        <w:t>ce serait folie de sa part de se marier dans ces conditions</w:t>
      </w:r>
      <w:r>
        <w:t xml:space="preserve">, </w:t>
      </w:r>
      <w:r w:rsidR="008C5C61" w:rsidRPr="004C3E92">
        <w:t>bien que</w:t>
      </w:r>
      <w:r>
        <w:t xml:space="preserve">, </w:t>
      </w:r>
      <w:r w:rsidR="008C5C61" w:rsidRPr="004C3E92">
        <w:t>pour ma part</w:t>
      </w:r>
      <w:r>
        <w:t xml:space="preserve">, </w:t>
      </w:r>
      <w:r w:rsidR="008C5C61" w:rsidRPr="004C3E92">
        <w:t>je sois prête à renoncer volontiers</w:t>
      </w:r>
      <w:r>
        <w:t xml:space="preserve">, </w:t>
      </w:r>
      <w:r w:rsidR="008C5C61" w:rsidRPr="004C3E92">
        <w:t>sans un soupir</w:t>
      </w:r>
      <w:r>
        <w:t xml:space="preserve">, </w:t>
      </w:r>
      <w:r w:rsidR="008C5C61" w:rsidRPr="004C3E92">
        <w:t>à toute perspective d</w:t>
      </w:r>
      <w:r>
        <w:t>’</w:t>
      </w:r>
      <w:r w:rsidR="008C5C61" w:rsidRPr="004C3E92">
        <w:t>une fortune plus considérable</w:t>
      </w:r>
      <w:r>
        <w:t xml:space="preserve">. </w:t>
      </w:r>
      <w:r w:rsidR="008C5C61" w:rsidRPr="004C3E92">
        <w:t>J</w:t>
      </w:r>
      <w:r>
        <w:t>’</w:t>
      </w:r>
      <w:r w:rsidR="008C5C61" w:rsidRPr="004C3E92">
        <w:t>ai toujours été habituée à un revenu fort mince</w:t>
      </w:r>
      <w:r>
        <w:t xml:space="preserve">, </w:t>
      </w:r>
      <w:r w:rsidR="008C5C61" w:rsidRPr="004C3E92">
        <w:t>et je pourrais lutter pour lui</w:t>
      </w:r>
      <w:r>
        <w:t xml:space="preserve">, </w:t>
      </w:r>
      <w:r w:rsidR="008C5C61" w:rsidRPr="004C3E92">
        <w:t>contre toute pauvreté</w:t>
      </w:r>
      <w:r>
        <w:t xml:space="preserve"> ; </w:t>
      </w:r>
      <w:r w:rsidR="008C5C61" w:rsidRPr="004C3E92">
        <w:t>mais je l</w:t>
      </w:r>
      <w:r>
        <w:t>’</w:t>
      </w:r>
      <w:r w:rsidR="008C5C61" w:rsidRPr="004C3E92">
        <w:t>aime trop pour être le moyen égoïste de le dépouiller</w:t>
      </w:r>
      <w:r>
        <w:t xml:space="preserve">, </w:t>
      </w:r>
      <w:r w:rsidR="008C5C61" w:rsidRPr="004C3E92">
        <w:t>peut-être</w:t>
      </w:r>
      <w:r>
        <w:t xml:space="preserve">, </w:t>
      </w:r>
      <w:r w:rsidR="008C5C61" w:rsidRPr="004C3E92">
        <w:t>de tout ce que sa mère pourrait lui donner s</w:t>
      </w:r>
      <w:r>
        <w:t>’</w:t>
      </w:r>
      <w:r w:rsidR="008C5C61" w:rsidRPr="004C3E92">
        <w:t>il se mariait de façon à lui plaire</w:t>
      </w:r>
      <w:r>
        <w:t xml:space="preserve">. </w:t>
      </w:r>
      <w:r w:rsidR="008C5C61" w:rsidRPr="004C3E92">
        <w:t>Il faut que nous attendions</w:t>
      </w:r>
      <w:r>
        <w:t xml:space="preserve">, </w:t>
      </w:r>
      <w:r w:rsidR="008C5C61" w:rsidRPr="004C3E92">
        <w:t>peut-être de longues années</w:t>
      </w:r>
      <w:r>
        <w:t xml:space="preserve">. </w:t>
      </w:r>
      <w:r w:rsidR="008C5C61" w:rsidRPr="004C3E92">
        <w:t>Avec presque tout autre homme au monde</w:t>
      </w:r>
      <w:r>
        <w:t xml:space="preserve">, </w:t>
      </w:r>
      <w:r w:rsidR="008C5C61" w:rsidRPr="004C3E92">
        <w:t>ce serait là une perspective ala</w:t>
      </w:r>
      <w:r w:rsidR="008C5C61" w:rsidRPr="004C3E92">
        <w:t>r</w:t>
      </w:r>
      <w:r w:rsidR="008C5C61" w:rsidRPr="004C3E92">
        <w:t>mante</w:t>
      </w:r>
      <w:r>
        <w:t xml:space="preserve"> ; </w:t>
      </w:r>
      <w:r w:rsidR="008C5C61" w:rsidRPr="004C3E92">
        <w:t>mais rien ne pourra me priver</w:t>
      </w:r>
      <w:r>
        <w:t xml:space="preserve">, </w:t>
      </w:r>
      <w:r w:rsidR="008C5C61" w:rsidRPr="004C3E92">
        <w:t>je le sais</w:t>
      </w:r>
      <w:r>
        <w:t xml:space="preserve">, </w:t>
      </w:r>
      <w:r w:rsidR="008C5C61" w:rsidRPr="004C3E92">
        <w:t>de l</w:t>
      </w:r>
      <w:r>
        <w:t>’</w:t>
      </w:r>
      <w:r w:rsidR="008C5C61" w:rsidRPr="004C3E92">
        <w:t>affection et de la constance d</w:t>
      </w:r>
      <w:r>
        <w:t>’</w:t>
      </w:r>
      <w:r w:rsidR="008C5C61" w:rsidRPr="004C3E92">
        <w:t>Edward</w:t>
      </w:r>
      <w:r>
        <w:t>.</w:t>
      </w:r>
    </w:p>
    <w:p w14:paraId="71FE8273" w14:textId="77777777" w:rsidR="004A4993" w:rsidRDefault="004A4993" w:rsidP="004A4993">
      <w:r>
        <w:t>— </w:t>
      </w:r>
      <w:r w:rsidR="008C5C61" w:rsidRPr="004C3E92">
        <w:t>Cette conviction doit vous tenir lieu de tout</w:t>
      </w:r>
      <w:r>
        <w:t xml:space="preserve"> ; </w:t>
      </w:r>
      <w:r w:rsidR="008C5C61" w:rsidRPr="004C3E92">
        <w:t>et il est ce</w:t>
      </w:r>
      <w:r w:rsidR="008C5C61" w:rsidRPr="004C3E92">
        <w:t>r</w:t>
      </w:r>
      <w:r w:rsidR="008C5C61" w:rsidRPr="004C3E92">
        <w:t>tainement soutenu par la même confiance en la vôtre</w:t>
      </w:r>
      <w:r>
        <w:t xml:space="preserve">. </w:t>
      </w:r>
      <w:r w:rsidR="008C5C61" w:rsidRPr="004C3E92">
        <w:t>Si la force de votre attachement réciproque avait fait défaut</w:t>
      </w:r>
      <w:r>
        <w:t xml:space="preserve">, </w:t>
      </w:r>
      <w:r w:rsidR="008C5C61" w:rsidRPr="004C3E92">
        <w:t>comme elle le ferait tout naturellement chez bien des gens et dans bien des circonstances</w:t>
      </w:r>
      <w:r>
        <w:t xml:space="preserve">, </w:t>
      </w:r>
      <w:r w:rsidR="008C5C61" w:rsidRPr="004C3E92">
        <w:t>au cours de fiançailles de quelques années</w:t>
      </w:r>
      <w:r>
        <w:t xml:space="preserve">, </w:t>
      </w:r>
      <w:r w:rsidR="008C5C61" w:rsidRPr="004C3E92">
        <w:t>votre situation aurait été</w:t>
      </w:r>
      <w:r>
        <w:t xml:space="preserve">, </w:t>
      </w:r>
      <w:r w:rsidR="008C5C61" w:rsidRPr="004C3E92">
        <w:t>certes</w:t>
      </w:r>
      <w:r>
        <w:t xml:space="preserve">, </w:t>
      </w:r>
      <w:r w:rsidR="008C5C61" w:rsidRPr="004C3E92">
        <w:t>digne de pitié</w:t>
      </w:r>
      <w:r>
        <w:t>.</w:t>
      </w:r>
    </w:p>
    <w:p w14:paraId="545F6B24" w14:textId="77777777" w:rsidR="004A4993" w:rsidRDefault="008C5C61" w:rsidP="004A4993">
      <w:r w:rsidRPr="004C3E92">
        <w:t>À ces mots</w:t>
      </w:r>
      <w:r w:rsidR="004A4993">
        <w:t xml:space="preserve">, </w:t>
      </w:r>
      <w:r w:rsidRPr="004C3E92">
        <w:t>Lucy leva les yeux</w:t>
      </w:r>
      <w:r w:rsidR="004A4993">
        <w:t xml:space="preserve"> ; </w:t>
      </w:r>
      <w:r w:rsidRPr="004C3E92">
        <w:t xml:space="preserve">mais </w:t>
      </w:r>
      <w:proofErr w:type="spellStart"/>
      <w:r w:rsidRPr="004C3E92">
        <w:t>Elinor</w:t>
      </w:r>
      <w:proofErr w:type="spellEnd"/>
      <w:r w:rsidRPr="004C3E92">
        <w:t xml:space="preserve"> prit soin de garder son visage de toute expression qui pût donner à ses par</w:t>
      </w:r>
      <w:r w:rsidRPr="004C3E92">
        <w:t>o</w:t>
      </w:r>
      <w:r w:rsidRPr="004C3E92">
        <w:t>les une tendance suspecte</w:t>
      </w:r>
      <w:r w:rsidR="004A4993">
        <w:t>.</w:t>
      </w:r>
    </w:p>
    <w:p w14:paraId="2FB186B8" w14:textId="77777777" w:rsidR="004A4993" w:rsidRDefault="004A4993" w:rsidP="004A4993">
      <w:r>
        <w:lastRenderedPageBreak/>
        <w:t>— </w:t>
      </w:r>
      <w:r w:rsidR="008C5C61" w:rsidRPr="004C3E92">
        <w:t>L</w:t>
      </w:r>
      <w:r>
        <w:t>’</w:t>
      </w:r>
      <w:r w:rsidR="008C5C61" w:rsidRPr="004C3E92">
        <w:t>amour d</w:t>
      </w:r>
      <w:r>
        <w:t>’</w:t>
      </w:r>
      <w:r w:rsidR="008C5C61" w:rsidRPr="004C3E92">
        <w:t>Edward pour moi</w:t>
      </w:r>
      <w:r>
        <w:t xml:space="preserve">, </w:t>
      </w:r>
      <w:r w:rsidR="008C5C61" w:rsidRPr="004C3E92">
        <w:t>dit Lucy</w:t>
      </w:r>
      <w:r>
        <w:t xml:space="preserve">, </w:t>
      </w:r>
      <w:r w:rsidR="008C5C61" w:rsidRPr="004C3E92">
        <w:t>a été passabl</w:t>
      </w:r>
      <w:r w:rsidR="008C5C61" w:rsidRPr="004C3E92">
        <w:t>e</w:t>
      </w:r>
      <w:r w:rsidR="008C5C61" w:rsidRPr="004C3E92">
        <w:t>ment mis à l</w:t>
      </w:r>
      <w:r>
        <w:t>’</w:t>
      </w:r>
      <w:r w:rsidR="008C5C61" w:rsidRPr="004C3E92">
        <w:t>épreuve par notre longue absence</w:t>
      </w:r>
      <w:r>
        <w:t xml:space="preserve"> – </w:t>
      </w:r>
      <w:r w:rsidR="008C5C61" w:rsidRPr="004C3E92">
        <w:t>si longue</w:t>
      </w:r>
      <w:r>
        <w:t xml:space="preserve"> ! – </w:t>
      </w:r>
      <w:r w:rsidR="008C5C61" w:rsidRPr="004C3E92">
        <w:t>depuis l</w:t>
      </w:r>
      <w:r>
        <w:t>’</w:t>
      </w:r>
      <w:r w:rsidR="008C5C61" w:rsidRPr="004C3E92">
        <w:t>échange de notre première promesse</w:t>
      </w:r>
      <w:r>
        <w:t xml:space="preserve">, </w:t>
      </w:r>
      <w:r w:rsidR="008C5C61" w:rsidRPr="004C3E92">
        <w:t>et il a si bien r</w:t>
      </w:r>
      <w:r w:rsidR="008C5C61" w:rsidRPr="004C3E92">
        <w:t>é</w:t>
      </w:r>
      <w:r w:rsidR="008C5C61" w:rsidRPr="004C3E92">
        <w:t>sisté à cette épreuve</w:t>
      </w:r>
      <w:r>
        <w:t xml:space="preserve">, </w:t>
      </w:r>
      <w:r w:rsidR="008C5C61" w:rsidRPr="004C3E92">
        <w:t>que je serais impardonnable d</w:t>
      </w:r>
      <w:r>
        <w:t>’</w:t>
      </w:r>
      <w:r w:rsidR="008C5C61" w:rsidRPr="004C3E92">
        <w:t>en douter maintenant</w:t>
      </w:r>
      <w:r>
        <w:t xml:space="preserve">. </w:t>
      </w:r>
      <w:r w:rsidR="008C5C61" w:rsidRPr="004C3E92">
        <w:t>Je puis dire en toute sécurité qu</w:t>
      </w:r>
      <w:r>
        <w:t>’</w:t>
      </w:r>
      <w:r w:rsidR="008C5C61" w:rsidRPr="004C3E92">
        <w:t>il ne m</w:t>
      </w:r>
      <w:r>
        <w:t>’</w:t>
      </w:r>
      <w:r w:rsidR="008C5C61" w:rsidRPr="004C3E92">
        <w:t>a jamais donné</w:t>
      </w:r>
      <w:r>
        <w:t xml:space="preserve">, </w:t>
      </w:r>
      <w:r w:rsidR="008C5C61" w:rsidRPr="004C3E92">
        <w:t>depuis le début</w:t>
      </w:r>
      <w:r>
        <w:t xml:space="preserve">, </w:t>
      </w:r>
      <w:r w:rsidR="008C5C61" w:rsidRPr="004C3E92">
        <w:t>un seul instant de crainte à ce sujet</w:t>
      </w:r>
      <w:r>
        <w:t>.</w:t>
      </w:r>
    </w:p>
    <w:p w14:paraId="75343CFC" w14:textId="77777777" w:rsidR="004A4993" w:rsidRDefault="008C5C61" w:rsidP="004A4993">
      <w:proofErr w:type="spellStart"/>
      <w:r w:rsidRPr="004C3E92">
        <w:t>Elinor</w:t>
      </w:r>
      <w:proofErr w:type="spellEnd"/>
      <w:r w:rsidRPr="004C3E92">
        <w:t xml:space="preserve"> ne sut guère si elle devait sourire ou soupirer devant cette affirmation</w:t>
      </w:r>
      <w:r w:rsidR="004A4993">
        <w:t xml:space="preserve">. </w:t>
      </w:r>
      <w:r w:rsidRPr="004C3E92">
        <w:t>Lucy reprit</w:t>
      </w:r>
      <w:r w:rsidR="004A4993">
        <w:t> :</w:t>
      </w:r>
    </w:p>
    <w:p w14:paraId="5E8E197F" w14:textId="77777777" w:rsidR="004A4993" w:rsidRDefault="004A4993" w:rsidP="004A4993">
      <w:r>
        <w:t>— </w:t>
      </w:r>
      <w:r w:rsidR="008C5C61" w:rsidRPr="004C3E92">
        <w:t>Je suis plutôt d</w:t>
      </w:r>
      <w:r>
        <w:t>’</w:t>
      </w:r>
      <w:r w:rsidR="008C5C61" w:rsidRPr="004C3E92">
        <w:t>un tempérament jaloux</w:t>
      </w:r>
      <w:r>
        <w:t xml:space="preserve"> ; </w:t>
      </w:r>
      <w:r w:rsidR="008C5C61" w:rsidRPr="004C3E92">
        <w:t>aussi</w:t>
      </w:r>
      <w:r>
        <w:t xml:space="preserve">, </w:t>
      </w:r>
      <w:r w:rsidR="008C5C61" w:rsidRPr="004C3E92">
        <w:t>par nat</w:t>
      </w:r>
      <w:r w:rsidR="008C5C61" w:rsidRPr="004C3E92">
        <w:t>u</w:t>
      </w:r>
      <w:r w:rsidR="008C5C61" w:rsidRPr="004C3E92">
        <w:t>re</w:t>
      </w:r>
      <w:r>
        <w:t xml:space="preserve">, </w:t>
      </w:r>
      <w:r w:rsidR="008C5C61" w:rsidRPr="004C3E92">
        <w:t>et</w:t>
      </w:r>
      <w:r>
        <w:t xml:space="preserve">, </w:t>
      </w:r>
      <w:r w:rsidR="008C5C61" w:rsidRPr="004C3E92">
        <w:t>en raison de notre situation différente dans la vie</w:t>
      </w:r>
      <w:r>
        <w:t xml:space="preserve">, </w:t>
      </w:r>
      <w:r w:rsidR="008C5C61" w:rsidRPr="004C3E92">
        <w:t>de ce qu</w:t>
      </w:r>
      <w:r>
        <w:t>’</w:t>
      </w:r>
      <w:r w:rsidR="008C5C61" w:rsidRPr="004C3E92">
        <w:t>il a été beaucoup plus mêlé au monde que moi</w:t>
      </w:r>
      <w:r>
        <w:t xml:space="preserve">, </w:t>
      </w:r>
      <w:r w:rsidR="008C5C61" w:rsidRPr="004C3E92">
        <w:t>et de notre séparation continuelle</w:t>
      </w:r>
      <w:r>
        <w:t xml:space="preserve">, </w:t>
      </w:r>
      <w:r w:rsidR="008C5C61" w:rsidRPr="004C3E92">
        <w:t>étais-je suffisamment portée au soupçon</w:t>
      </w:r>
      <w:r>
        <w:t xml:space="preserve"> – </w:t>
      </w:r>
      <w:r w:rsidR="008C5C61" w:rsidRPr="004C3E92">
        <w:t>pour avoir découvert la vérité en un instant</w:t>
      </w:r>
      <w:r>
        <w:t xml:space="preserve">, </w:t>
      </w:r>
      <w:r w:rsidR="008C5C61" w:rsidRPr="004C3E92">
        <w:t>s</w:t>
      </w:r>
      <w:r>
        <w:t>’</w:t>
      </w:r>
      <w:r w:rsidR="008C5C61" w:rsidRPr="004C3E92">
        <w:t>il y avait eu le moindre changement dans son attitude envers moi quand nous nous sommes revus</w:t>
      </w:r>
      <w:r>
        <w:t xml:space="preserve">, </w:t>
      </w:r>
      <w:r w:rsidR="008C5C61" w:rsidRPr="004C3E92">
        <w:t>ou tout découragement que je n</w:t>
      </w:r>
      <w:r>
        <w:t>’</w:t>
      </w:r>
      <w:r w:rsidR="008C5C61" w:rsidRPr="004C3E92">
        <w:t>aurais pu m</w:t>
      </w:r>
      <w:r>
        <w:t>’</w:t>
      </w:r>
      <w:r w:rsidR="008C5C61" w:rsidRPr="004C3E92">
        <w:t>expliquer</w:t>
      </w:r>
      <w:r>
        <w:t xml:space="preserve">, </w:t>
      </w:r>
      <w:r w:rsidR="008C5C61" w:rsidRPr="004C3E92">
        <w:t>ou s</w:t>
      </w:r>
      <w:r>
        <w:t>’</w:t>
      </w:r>
      <w:r w:rsidR="008C5C61" w:rsidRPr="004C3E92">
        <w:t>il avait plus parlé d</w:t>
      </w:r>
      <w:r>
        <w:t>’</w:t>
      </w:r>
      <w:r w:rsidR="008C5C61" w:rsidRPr="004C3E92">
        <w:t>une dame que d</w:t>
      </w:r>
      <w:r>
        <w:t>’</w:t>
      </w:r>
      <w:r w:rsidR="008C5C61" w:rsidRPr="004C3E92">
        <w:t>une autre</w:t>
      </w:r>
      <w:r>
        <w:t xml:space="preserve">, </w:t>
      </w:r>
      <w:r w:rsidR="008C5C61" w:rsidRPr="004C3E92">
        <w:t xml:space="preserve">ou paru en quoi que ce fût moins heureux à </w:t>
      </w:r>
      <w:proofErr w:type="spellStart"/>
      <w:r w:rsidR="008C5C61" w:rsidRPr="004C3E92">
        <w:t>Longstaple</w:t>
      </w:r>
      <w:proofErr w:type="spellEnd"/>
      <w:r w:rsidR="008C5C61" w:rsidRPr="004C3E92">
        <w:t xml:space="preserve"> qu</w:t>
      </w:r>
      <w:r>
        <w:t>’</w:t>
      </w:r>
      <w:r w:rsidR="008C5C61" w:rsidRPr="004C3E92">
        <w:t>il ne l</w:t>
      </w:r>
      <w:r>
        <w:t>’</w:t>
      </w:r>
      <w:r w:rsidR="008C5C61" w:rsidRPr="004C3E92">
        <w:t>était jadis</w:t>
      </w:r>
      <w:r>
        <w:t xml:space="preserve">. </w:t>
      </w:r>
      <w:r w:rsidR="008C5C61" w:rsidRPr="004C3E92">
        <w:t>Je ne prétends pas dire que je sois particulièrement observatrice ou perspicace en général</w:t>
      </w:r>
      <w:r>
        <w:t xml:space="preserve">, </w:t>
      </w:r>
      <w:r w:rsidR="008C5C61" w:rsidRPr="004C3E92">
        <w:t>mais</w:t>
      </w:r>
      <w:r>
        <w:t xml:space="preserve">, </w:t>
      </w:r>
      <w:r w:rsidR="008C5C61" w:rsidRPr="004C3E92">
        <w:t>dans un cas se</w:t>
      </w:r>
      <w:r w:rsidR="008C5C61" w:rsidRPr="004C3E92">
        <w:t>m</w:t>
      </w:r>
      <w:r w:rsidR="008C5C61" w:rsidRPr="004C3E92">
        <w:t>blable</w:t>
      </w:r>
      <w:r>
        <w:t xml:space="preserve">, </w:t>
      </w:r>
      <w:r w:rsidR="008C5C61" w:rsidRPr="004C3E92">
        <w:t>je suis sûre que je ne saurais me méprendre</w:t>
      </w:r>
      <w:r>
        <w:t>.</w:t>
      </w:r>
    </w:p>
    <w:p w14:paraId="0F7BF869" w14:textId="7014870E" w:rsidR="004A4993" w:rsidRDefault="004A4993" w:rsidP="004A4993">
      <w:r>
        <w:t>« </w:t>
      </w:r>
      <w:r w:rsidR="008C5C61" w:rsidRPr="004C3E92">
        <w:t>Tout cela</w:t>
      </w:r>
      <w:r>
        <w:t xml:space="preserve">, </w:t>
      </w:r>
      <w:r w:rsidR="008C5C61" w:rsidRPr="004C3E92">
        <w:t xml:space="preserve">se dit </w:t>
      </w:r>
      <w:proofErr w:type="spellStart"/>
      <w:r w:rsidR="008C5C61" w:rsidRPr="004C3E92">
        <w:t>Elinor</w:t>
      </w:r>
      <w:proofErr w:type="spellEnd"/>
      <w:r>
        <w:t xml:space="preserve">, </w:t>
      </w:r>
      <w:r w:rsidR="008C5C61" w:rsidRPr="004C3E92">
        <w:t>est fort joli</w:t>
      </w:r>
      <w:r>
        <w:t xml:space="preserve"> ; </w:t>
      </w:r>
      <w:r w:rsidR="008C5C61" w:rsidRPr="004C3E92">
        <w:t>mais cela ne saurait nous en imposer</w:t>
      </w:r>
      <w:r>
        <w:t xml:space="preserve">, </w:t>
      </w:r>
      <w:r w:rsidR="008C5C61" w:rsidRPr="004C3E92">
        <w:t>ni à l</w:t>
      </w:r>
      <w:r>
        <w:t>’</w:t>
      </w:r>
      <w:r w:rsidR="008C5C61" w:rsidRPr="004C3E92">
        <w:t>une ni à l</w:t>
      </w:r>
      <w:r>
        <w:t>’</w:t>
      </w:r>
      <w:r w:rsidR="008C5C61" w:rsidRPr="004C3E92">
        <w:t>autre</w:t>
      </w:r>
      <w:r>
        <w:t>. »</w:t>
      </w:r>
    </w:p>
    <w:p w14:paraId="01D6FC98" w14:textId="77777777" w:rsidR="004A4993" w:rsidRDefault="004A4993" w:rsidP="004A4993">
      <w:r>
        <w:t>— </w:t>
      </w:r>
      <w:r w:rsidR="008C5C61" w:rsidRPr="004C3E92">
        <w:t>Mais</w:t>
      </w:r>
      <w:r>
        <w:t xml:space="preserve">, </w:t>
      </w:r>
      <w:r w:rsidR="008C5C61" w:rsidRPr="004C3E92">
        <w:t>dit-elle</w:t>
      </w:r>
      <w:r>
        <w:t xml:space="preserve">, </w:t>
      </w:r>
      <w:r w:rsidR="008C5C61" w:rsidRPr="004C3E92">
        <w:t>après un bref silence</w:t>
      </w:r>
      <w:r>
        <w:t xml:space="preserve">, </w:t>
      </w:r>
      <w:r w:rsidR="008C5C61" w:rsidRPr="004C3E92">
        <w:t>quelles sont vos i</w:t>
      </w:r>
      <w:r w:rsidR="008C5C61" w:rsidRPr="004C3E92">
        <w:t>n</w:t>
      </w:r>
      <w:r w:rsidR="008C5C61" w:rsidRPr="004C3E92">
        <w:t>tentions</w:t>
      </w:r>
      <w:r>
        <w:t xml:space="preserve"> ? </w:t>
      </w:r>
      <w:r w:rsidR="008C5C61" w:rsidRPr="004C3E92">
        <w:t>Ou n</w:t>
      </w:r>
      <w:r>
        <w:t>’</w:t>
      </w:r>
      <w:r w:rsidR="008C5C61" w:rsidRPr="004C3E92">
        <w:t>en avez-vous aucune</w:t>
      </w:r>
      <w:r>
        <w:t xml:space="preserve">, </w:t>
      </w:r>
      <w:r w:rsidR="008C5C61" w:rsidRPr="004C3E92">
        <w:t>si ce n</w:t>
      </w:r>
      <w:r>
        <w:t>’</w:t>
      </w:r>
      <w:r w:rsidR="008C5C61" w:rsidRPr="004C3E92">
        <w:t>est d</w:t>
      </w:r>
      <w:r>
        <w:t>’</w:t>
      </w:r>
      <w:r w:rsidR="008C5C61" w:rsidRPr="004C3E92">
        <w:t>attendre le d</w:t>
      </w:r>
      <w:r w:rsidR="008C5C61" w:rsidRPr="004C3E92">
        <w:t>é</w:t>
      </w:r>
      <w:r w:rsidR="008C5C61" w:rsidRPr="004C3E92">
        <w:t>cès de Mrs</w:t>
      </w:r>
      <w:r>
        <w:t xml:space="preserve">. </w:t>
      </w:r>
      <w:proofErr w:type="spellStart"/>
      <w:r w:rsidR="008C5C61" w:rsidRPr="004C3E92">
        <w:t>Ferrars</w:t>
      </w:r>
      <w:proofErr w:type="spellEnd"/>
      <w:r>
        <w:t xml:space="preserve">, </w:t>
      </w:r>
      <w:r w:rsidR="008C5C61" w:rsidRPr="004C3E92">
        <w:t>ce qui est une extrémité mélancolique et r</w:t>
      </w:r>
      <w:r w:rsidR="008C5C61" w:rsidRPr="004C3E92">
        <w:t>é</w:t>
      </w:r>
      <w:r w:rsidR="008C5C61" w:rsidRPr="004C3E92">
        <w:t>voltante</w:t>
      </w:r>
      <w:r>
        <w:t xml:space="preserve"> ? </w:t>
      </w:r>
      <w:r w:rsidR="008C5C61" w:rsidRPr="004C3E92">
        <w:t>Son fils est-il résolu à s</w:t>
      </w:r>
      <w:r>
        <w:t>’</w:t>
      </w:r>
      <w:r w:rsidR="008C5C61" w:rsidRPr="004C3E92">
        <w:t>y soumettre</w:t>
      </w:r>
      <w:r>
        <w:t xml:space="preserve">, </w:t>
      </w:r>
      <w:r w:rsidR="008C5C61" w:rsidRPr="004C3E92">
        <w:t>et à subir tout l</w:t>
      </w:r>
      <w:r>
        <w:t>’</w:t>
      </w:r>
      <w:r w:rsidR="008C5C61" w:rsidRPr="004C3E92">
        <w:t>ennui des nombreuses années d</w:t>
      </w:r>
      <w:r>
        <w:t>’</w:t>
      </w:r>
      <w:r w:rsidR="008C5C61" w:rsidRPr="004C3E92">
        <w:t>indécision auxquelles cela peut vous entraîner</w:t>
      </w:r>
      <w:r>
        <w:t xml:space="preserve">, </w:t>
      </w:r>
      <w:r w:rsidR="008C5C61" w:rsidRPr="004C3E92">
        <w:t>plutôt que de courir le risque de son d</w:t>
      </w:r>
      <w:r w:rsidR="008C5C61" w:rsidRPr="004C3E92">
        <w:t>é</w:t>
      </w:r>
      <w:r w:rsidR="008C5C61" w:rsidRPr="004C3E92">
        <w:t>plaisir momentané en avouant la vérité</w:t>
      </w:r>
      <w:r>
        <w:t> ?</w:t>
      </w:r>
    </w:p>
    <w:p w14:paraId="6A0CE02E" w14:textId="77777777" w:rsidR="004A4993" w:rsidRDefault="004A4993" w:rsidP="004A4993">
      <w:r>
        <w:lastRenderedPageBreak/>
        <w:t>— </w:t>
      </w:r>
      <w:r w:rsidR="008C5C61" w:rsidRPr="004C3E92">
        <w:t>Si nous pouvions être certains qu</w:t>
      </w:r>
      <w:r>
        <w:t>’</w:t>
      </w:r>
      <w:r w:rsidR="008C5C61" w:rsidRPr="004C3E92">
        <w:t>il ne serait que mome</w:t>
      </w:r>
      <w:r w:rsidR="008C5C61" w:rsidRPr="004C3E92">
        <w:t>n</w:t>
      </w:r>
      <w:r w:rsidR="008C5C61" w:rsidRPr="004C3E92">
        <w:t>tané</w:t>
      </w:r>
      <w:r>
        <w:t xml:space="preserve"> ! </w:t>
      </w:r>
      <w:r w:rsidR="008C5C61" w:rsidRPr="004C3E92">
        <w:t>Mais Mrs</w:t>
      </w:r>
      <w:r>
        <w:t xml:space="preserve">. </w:t>
      </w:r>
      <w:proofErr w:type="spellStart"/>
      <w:r w:rsidR="008C5C61" w:rsidRPr="004C3E92">
        <w:t>Ferrars</w:t>
      </w:r>
      <w:proofErr w:type="spellEnd"/>
      <w:r w:rsidR="008C5C61" w:rsidRPr="004C3E92">
        <w:t xml:space="preserve"> est une femme fort obstinée et orguei</w:t>
      </w:r>
      <w:r w:rsidR="008C5C61" w:rsidRPr="004C3E92">
        <w:t>l</w:t>
      </w:r>
      <w:r w:rsidR="008C5C61" w:rsidRPr="004C3E92">
        <w:t>leuse</w:t>
      </w:r>
      <w:r>
        <w:t xml:space="preserve">, </w:t>
      </w:r>
      <w:r w:rsidR="008C5C61" w:rsidRPr="004C3E92">
        <w:t>et</w:t>
      </w:r>
      <w:r>
        <w:t xml:space="preserve">, </w:t>
      </w:r>
      <w:r w:rsidR="008C5C61" w:rsidRPr="004C3E92">
        <w:t>dans son premier accès de colère en l</w:t>
      </w:r>
      <w:r>
        <w:t>’</w:t>
      </w:r>
      <w:r w:rsidR="008C5C61" w:rsidRPr="004C3E92">
        <w:t>apprenant</w:t>
      </w:r>
      <w:r>
        <w:t xml:space="preserve">, </w:t>
      </w:r>
      <w:r w:rsidR="008C5C61" w:rsidRPr="004C3E92">
        <w:t>elle assurerait probablement toute sa fortune à Robert</w:t>
      </w:r>
      <w:r>
        <w:t xml:space="preserve"> ; </w:t>
      </w:r>
      <w:r w:rsidR="008C5C61" w:rsidRPr="004C3E92">
        <w:t>cette idée-là</w:t>
      </w:r>
      <w:r>
        <w:t xml:space="preserve">, </w:t>
      </w:r>
      <w:r w:rsidR="008C5C61" w:rsidRPr="004C3E92">
        <w:t>par égard pour Edward</w:t>
      </w:r>
      <w:r>
        <w:t xml:space="preserve">, </w:t>
      </w:r>
      <w:r w:rsidR="008C5C61" w:rsidRPr="004C3E92">
        <w:t>m</w:t>
      </w:r>
      <w:r>
        <w:t>’</w:t>
      </w:r>
      <w:r w:rsidR="008C5C61" w:rsidRPr="004C3E92">
        <w:t>inspire des craintes qui dissipent toute mon inclination pour des mesures précipitées</w:t>
      </w:r>
      <w:r>
        <w:t>.</w:t>
      </w:r>
    </w:p>
    <w:p w14:paraId="47CF586F" w14:textId="77777777" w:rsidR="004A4993" w:rsidRDefault="004A4993" w:rsidP="004A4993">
      <w:r>
        <w:t>— </w:t>
      </w:r>
      <w:r w:rsidR="008C5C61" w:rsidRPr="004C3E92">
        <w:t>Et par égard pour vous</w:t>
      </w:r>
      <w:r>
        <w:t xml:space="preserve">, </w:t>
      </w:r>
      <w:r w:rsidR="008C5C61" w:rsidRPr="004C3E92">
        <w:t>aussi</w:t>
      </w:r>
      <w:r>
        <w:t xml:space="preserve">, </w:t>
      </w:r>
      <w:r w:rsidR="008C5C61" w:rsidRPr="004C3E92">
        <w:t>sinon vous pousseriez v</w:t>
      </w:r>
      <w:r w:rsidR="008C5C61" w:rsidRPr="004C3E92">
        <w:t>o</w:t>
      </w:r>
      <w:r w:rsidR="008C5C61" w:rsidRPr="004C3E92">
        <w:t xml:space="preserve">tre désintéressement </w:t>
      </w:r>
      <w:proofErr w:type="spellStart"/>
      <w:r w:rsidR="008C5C61" w:rsidRPr="004C3E92">
        <w:t>au delà</w:t>
      </w:r>
      <w:proofErr w:type="spellEnd"/>
      <w:r w:rsidR="008C5C61" w:rsidRPr="004C3E92">
        <w:t xml:space="preserve"> de la raison</w:t>
      </w:r>
      <w:r>
        <w:t>.</w:t>
      </w:r>
    </w:p>
    <w:p w14:paraId="731A9F3F" w14:textId="77777777" w:rsidR="004A4993" w:rsidRDefault="008C5C61" w:rsidP="004A4993">
      <w:r w:rsidRPr="004C3E92">
        <w:t xml:space="preserve">Lucy regarda de nouveau </w:t>
      </w:r>
      <w:proofErr w:type="spellStart"/>
      <w:r w:rsidRPr="004C3E92">
        <w:t>Elinor</w:t>
      </w:r>
      <w:proofErr w:type="spellEnd"/>
      <w:r w:rsidRPr="004C3E92">
        <w:t xml:space="preserve"> et se tut</w:t>
      </w:r>
      <w:r w:rsidR="004A4993">
        <w:t>.</w:t>
      </w:r>
    </w:p>
    <w:p w14:paraId="6CF14300" w14:textId="77777777" w:rsidR="004A4993" w:rsidRDefault="004A4993" w:rsidP="004A4993">
      <w:r>
        <w:t>— </w:t>
      </w:r>
      <w:r w:rsidR="008C5C61" w:rsidRPr="004C3E92">
        <w:t>Connaissez-vous Mr</w:t>
      </w:r>
      <w:r>
        <w:t xml:space="preserve">. </w:t>
      </w:r>
      <w:r w:rsidR="008C5C61" w:rsidRPr="004C3E92">
        <w:t xml:space="preserve">Robert </w:t>
      </w:r>
      <w:proofErr w:type="spellStart"/>
      <w:r w:rsidR="008C5C61" w:rsidRPr="004C3E92">
        <w:t>Ferrars</w:t>
      </w:r>
      <w:proofErr w:type="spellEnd"/>
      <w:r>
        <w:t xml:space="preserve"> ? </w:t>
      </w:r>
      <w:r w:rsidR="008C5C61" w:rsidRPr="004C3E92">
        <w:t xml:space="preserve">demanda </w:t>
      </w:r>
      <w:proofErr w:type="spellStart"/>
      <w:r w:rsidR="008C5C61" w:rsidRPr="004C3E92">
        <w:t>Elinor</w:t>
      </w:r>
      <w:proofErr w:type="spellEnd"/>
      <w:r>
        <w:t>.</w:t>
      </w:r>
    </w:p>
    <w:p w14:paraId="7EE677E9" w14:textId="77777777" w:rsidR="004A4993" w:rsidRDefault="004A4993" w:rsidP="004A4993">
      <w:r>
        <w:t>— </w:t>
      </w:r>
      <w:r w:rsidR="008C5C61" w:rsidRPr="004C3E92">
        <w:t>Pas du tout</w:t>
      </w:r>
      <w:r>
        <w:t xml:space="preserve">, </w:t>
      </w:r>
      <w:r w:rsidR="008C5C61" w:rsidRPr="004C3E92">
        <w:t>je ne l</w:t>
      </w:r>
      <w:r>
        <w:t>’</w:t>
      </w:r>
      <w:r w:rsidR="008C5C61" w:rsidRPr="004C3E92">
        <w:t>ai jamais vu</w:t>
      </w:r>
      <w:r>
        <w:t xml:space="preserve"> ; </w:t>
      </w:r>
      <w:r w:rsidR="008C5C61" w:rsidRPr="004C3E92">
        <w:t>mais je m</w:t>
      </w:r>
      <w:r>
        <w:t>’</w:t>
      </w:r>
      <w:r w:rsidR="008C5C61" w:rsidRPr="004C3E92">
        <w:t>imagine qu</w:t>
      </w:r>
      <w:r>
        <w:t>’</w:t>
      </w:r>
      <w:r w:rsidR="008C5C61" w:rsidRPr="004C3E92">
        <w:t>il est tout différent de son frère</w:t>
      </w:r>
      <w:r>
        <w:t xml:space="preserve">, – </w:t>
      </w:r>
      <w:r w:rsidR="008C5C61" w:rsidRPr="004C3E92">
        <w:t>bête</w:t>
      </w:r>
      <w:r>
        <w:t xml:space="preserve">, </w:t>
      </w:r>
      <w:r w:rsidR="008C5C61" w:rsidRPr="004C3E92">
        <w:t>et avantageux</w:t>
      </w:r>
      <w:r>
        <w:t>.</w:t>
      </w:r>
    </w:p>
    <w:p w14:paraId="2AB540DB" w14:textId="77777777" w:rsidR="004A4993" w:rsidRDefault="004A4993" w:rsidP="004A4993">
      <w:r>
        <w:t>— </w:t>
      </w:r>
      <w:r w:rsidR="008C5C61" w:rsidRPr="004C3E92">
        <w:t>Avantageux</w:t>
      </w:r>
      <w:r>
        <w:t xml:space="preserve"> ! </w:t>
      </w:r>
      <w:r w:rsidR="008C5C61" w:rsidRPr="004C3E92">
        <w:t>répéta miss Steele</w:t>
      </w:r>
      <w:r>
        <w:t xml:space="preserve">, </w:t>
      </w:r>
      <w:r w:rsidR="008C5C61" w:rsidRPr="004C3E92">
        <w:t>dont l</w:t>
      </w:r>
      <w:r>
        <w:t>’</w:t>
      </w:r>
      <w:r w:rsidR="008C5C61" w:rsidRPr="004C3E92">
        <w:t>oreille avait perçu ce mot grâce à un silence soudain dans la musique de Marianne</w:t>
      </w:r>
      <w:r>
        <w:t xml:space="preserve">. </w:t>
      </w:r>
      <w:r w:rsidR="008C5C61" w:rsidRPr="004C3E92">
        <w:t>Ah</w:t>
      </w:r>
      <w:r>
        <w:t xml:space="preserve">, </w:t>
      </w:r>
      <w:r w:rsidR="008C5C61" w:rsidRPr="004C3E92">
        <w:t>elles parlent de leurs soupirants préférés</w:t>
      </w:r>
      <w:r>
        <w:t xml:space="preserve">, </w:t>
      </w:r>
      <w:r w:rsidR="008C5C61" w:rsidRPr="004C3E92">
        <w:t>je le suppose</w:t>
      </w:r>
      <w:r>
        <w:t>.</w:t>
      </w:r>
    </w:p>
    <w:p w14:paraId="58403546" w14:textId="77777777" w:rsidR="004A4993" w:rsidRDefault="004A4993" w:rsidP="004A4993">
      <w:r>
        <w:t>— </w:t>
      </w:r>
      <w:r w:rsidR="008C5C61" w:rsidRPr="004C3E92">
        <w:t>Non</w:t>
      </w:r>
      <w:r>
        <w:t xml:space="preserve">, </w:t>
      </w:r>
      <w:r w:rsidR="008C5C61" w:rsidRPr="004C3E92">
        <w:t>ma sœur</w:t>
      </w:r>
      <w:r>
        <w:t xml:space="preserve">, </w:t>
      </w:r>
      <w:r w:rsidR="008C5C61" w:rsidRPr="004C3E92">
        <w:t>s</w:t>
      </w:r>
      <w:r>
        <w:t>’</w:t>
      </w:r>
      <w:r w:rsidR="008C5C61" w:rsidRPr="004C3E92">
        <w:t>écria Lucy</w:t>
      </w:r>
      <w:r>
        <w:t xml:space="preserve">, </w:t>
      </w:r>
      <w:r w:rsidR="008C5C61" w:rsidRPr="004C3E92">
        <w:t>là</w:t>
      </w:r>
      <w:r>
        <w:t xml:space="preserve">, </w:t>
      </w:r>
      <w:r w:rsidR="008C5C61" w:rsidRPr="004C3E92">
        <w:t>tu te trompes</w:t>
      </w:r>
      <w:r>
        <w:t xml:space="preserve"> ; </w:t>
      </w:r>
      <w:r w:rsidR="008C5C61" w:rsidRPr="004C3E92">
        <w:t>nos soup</w:t>
      </w:r>
      <w:r w:rsidR="008C5C61" w:rsidRPr="004C3E92">
        <w:t>i</w:t>
      </w:r>
      <w:r w:rsidR="008C5C61" w:rsidRPr="004C3E92">
        <w:t>rants préférés ne sont pas des avantageux</w:t>
      </w:r>
      <w:r>
        <w:t>.</w:t>
      </w:r>
    </w:p>
    <w:p w14:paraId="2545C968" w14:textId="77777777" w:rsidR="004A4993" w:rsidRDefault="004A4993" w:rsidP="004A4993">
      <w:r>
        <w:t>— </w:t>
      </w:r>
      <w:r w:rsidR="008C5C61" w:rsidRPr="004C3E92">
        <w:t xml:space="preserve">Je puis affirmer que celui de miss </w:t>
      </w:r>
      <w:proofErr w:type="spellStart"/>
      <w:r w:rsidR="008C5C61" w:rsidRPr="004C3E92">
        <w:t>Dashwood</w:t>
      </w:r>
      <w:proofErr w:type="spellEnd"/>
      <w:r w:rsidR="008C5C61" w:rsidRPr="004C3E92">
        <w:t xml:space="preserve"> n</w:t>
      </w:r>
      <w:r>
        <w:t>’</w:t>
      </w:r>
      <w:r w:rsidR="008C5C61" w:rsidRPr="004C3E92">
        <w:t>en est pas un</w:t>
      </w:r>
      <w:r>
        <w:t xml:space="preserve">, </w:t>
      </w:r>
      <w:r w:rsidR="008C5C61" w:rsidRPr="004C3E92">
        <w:t>dit Mrs</w:t>
      </w:r>
      <w:r>
        <w:t xml:space="preserve">. </w:t>
      </w:r>
      <w:r w:rsidR="008C5C61" w:rsidRPr="004C3E92">
        <w:t>Jennings</w:t>
      </w:r>
      <w:r>
        <w:t xml:space="preserve">, </w:t>
      </w:r>
      <w:r w:rsidR="008C5C61" w:rsidRPr="004C3E92">
        <w:t>riant de bon cœur</w:t>
      </w:r>
      <w:r>
        <w:t xml:space="preserve">, </w:t>
      </w:r>
      <w:r w:rsidR="008C5C61" w:rsidRPr="004C3E92">
        <w:t>car c</w:t>
      </w:r>
      <w:r>
        <w:t>’</w:t>
      </w:r>
      <w:r w:rsidR="008C5C61" w:rsidRPr="004C3E92">
        <w:t>est l</w:t>
      </w:r>
      <w:r>
        <w:t>’</w:t>
      </w:r>
      <w:r w:rsidR="008C5C61" w:rsidRPr="004C3E92">
        <w:t>un des je</w:t>
      </w:r>
      <w:r w:rsidR="008C5C61" w:rsidRPr="004C3E92">
        <w:t>u</w:t>
      </w:r>
      <w:r w:rsidR="008C5C61" w:rsidRPr="004C3E92">
        <w:t>nes hommes les plus modestes et les plus gentils que j</w:t>
      </w:r>
      <w:r>
        <w:t>’</w:t>
      </w:r>
      <w:r w:rsidR="008C5C61" w:rsidRPr="004C3E92">
        <w:t>aie j</w:t>
      </w:r>
      <w:r w:rsidR="008C5C61" w:rsidRPr="004C3E92">
        <w:t>a</w:t>
      </w:r>
      <w:r w:rsidR="008C5C61" w:rsidRPr="004C3E92">
        <w:t>mais vus</w:t>
      </w:r>
      <w:r>
        <w:t xml:space="preserve">. </w:t>
      </w:r>
      <w:r w:rsidR="008C5C61" w:rsidRPr="004C3E92">
        <w:t>Mais quant à Lucy</w:t>
      </w:r>
      <w:r>
        <w:t xml:space="preserve">, </w:t>
      </w:r>
      <w:r w:rsidR="008C5C61" w:rsidRPr="004C3E92">
        <w:t>c</w:t>
      </w:r>
      <w:r>
        <w:t>’</w:t>
      </w:r>
      <w:r w:rsidR="008C5C61" w:rsidRPr="004C3E92">
        <w:t>est une petite personne tellement rusée</w:t>
      </w:r>
      <w:r>
        <w:t xml:space="preserve">, </w:t>
      </w:r>
      <w:r w:rsidR="008C5C61" w:rsidRPr="004C3E92">
        <w:t>qu</w:t>
      </w:r>
      <w:r>
        <w:t>’</w:t>
      </w:r>
      <w:r w:rsidR="008C5C61" w:rsidRPr="004C3E92">
        <w:t>il n</w:t>
      </w:r>
      <w:r>
        <w:t>’</w:t>
      </w:r>
      <w:r w:rsidR="008C5C61" w:rsidRPr="004C3E92">
        <w:t>y a pas moyen de découvrir qui elle aime</w:t>
      </w:r>
      <w:r>
        <w:t>.</w:t>
      </w:r>
    </w:p>
    <w:p w14:paraId="68741F5C" w14:textId="77777777" w:rsidR="004A4993" w:rsidRDefault="004A4993" w:rsidP="004A4993">
      <w:r>
        <w:t>— </w:t>
      </w:r>
      <w:r w:rsidR="008C5C61" w:rsidRPr="004C3E92">
        <w:t>Oh</w:t>
      </w:r>
      <w:r>
        <w:t xml:space="preserve"> ! </w:t>
      </w:r>
      <w:r w:rsidR="008C5C61" w:rsidRPr="004C3E92">
        <w:t>s</w:t>
      </w:r>
      <w:r>
        <w:t>’</w:t>
      </w:r>
      <w:r w:rsidR="008C5C61" w:rsidRPr="004C3E92">
        <w:t>écria miss Steele</w:t>
      </w:r>
      <w:r>
        <w:t xml:space="preserve">, </w:t>
      </w:r>
      <w:r w:rsidR="008C5C61" w:rsidRPr="004C3E92">
        <w:t>se retournant pour leur lancer un regard significatif</w:t>
      </w:r>
      <w:r>
        <w:t xml:space="preserve">, </w:t>
      </w:r>
      <w:r w:rsidR="008C5C61" w:rsidRPr="004C3E92">
        <w:t xml:space="preserve">je suppose que le soupirant de Lucy est tout aussi modeste et gentil que celui de miss </w:t>
      </w:r>
      <w:proofErr w:type="spellStart"/>
      <w:r w:rsidR="008C5C61" w:rsidRPr="004C3E92">
        <w:t>Dashwood</w:t>
      </w:r>
      <w:proofErr w:type="spellEnd"/>
      <w:r>
        <w:t>.</w:t>
      </w:r>
    </w:p>
    <w:p w14:paraId="4B86219E" w14:textId="77777777" w:rsidR="004A4993" w:rsidRDefault="008C5C61" w:rsidP="004A4993">
      <w:proofErr w:type="spellStart"/>
      <w:r w:rsidRPr="004C3E92">
        <w:lastRenderedPageBreak/>
        <w:t>Elinor</w:t>
      </w:r>
      <w:proofErr w:type="spellEnd"/>
      <w:r w:rsidRPr="004C3E92">
        <w:t xml:space="preserve"> rougit</w:t>
      </w:r>
      <w:r w:rsidR="004A4993">
        <w:t xml:space="preserve">, </w:t>
      </w:r>
      <w:r w:rsidRPr="004C3E92">
        <w:t>malgré elle</w:t>
      </w:r>
      <w:r w:rsidR="004A4993">
        <w:t xml:space="preserve">. </w:t>
      </w:r>
      <w:r w:rsidRPr="004C3E92">
        <w:t>Lucy se mordit la lèvre</w:t>
      </w:r>
      <w:r w:rsidR="004A4993">
        <w:t xml:space="preserve">, </w:t>
      </w:r>
      <w:r w:rsidRPr="004C3E92">
        <w:t>et rega</w:t>
      </w:r>
      <w:r w:rsidRPr="004C3E92">
        <w:t>r</w:t>
      </w:r>
      <w:r w:rsidRPr="004C3E92">
        <w:t>da sa sœur avec colère</w:t>
      </w:r>
      <w:r w:rsidR="004A4993">
        <w:t xml:space="preserve">. </w:t>
      </w:r>
      <w:r w:rsidRPr="004C3E92">
        <w:t>Il s</w:t>
      </w:r>
      <w:r w:rsidR="004A4993">
        <w:t>’</w:t>
      </w:r>
      <w:r w:rsidRPr="004C3E92">
        <w:t>établit entre elles un silence de que</w:t>
      </w:r>
      <w:r w:rsidRPr="004C3E92">
        <w:t>l</w:t>
      </w:r>
      <w:r w:rsidRPr="004C3E92">
        <w:t>ques instants</w:t>
      </w:r>
      <w:r w:rsidR="004A4993">
        <w:t xml:space="preserve">. </w:t>
      </w:r>
      <w:r w:rsidRPr="004C3E92">
        <w:t>Lucy fut la première à y mettre fin</w:t>
      </w:r>
      <w:r w:rsidR="004A4993">
        <w:t xml:space="preserve">, </w:t>
      </w:r>
      <w:r w:rsidRPr="004C3E92">
        <w:t>en disant</w:t>
      </w:r>
      <w:r w:rsidR="004A4993">
        <w:t xml:space="preserve">, </w:t>
      </w:r>
      <w:r w:rsidRPr="004C3E92">
        <w:t>sur un ton plus bas</w:t>
      </w:r>
      <w:r w:rsidR="004A4993">
        <w:t xml:space="preserve">, </w:t>
      </w:r>
      <w:r w:rsidRPr="004C3E92">
        <w:t>bien que Marianne leur donnât à ce moment la puissante protection d</w:t>
      </w:r>
      <w:r w:rsidR="004A4993">
        <w:t>’</w:t>
      </w:r>
      <w:r w:rsidRPr="004C3E92">
        <w:t>un concerto magnifique</w:t>
      </w:r>
      <w:r w:rsidR="004A4993">
        <w:t> :</w:t>
      </w:r>
    </w:p>
    <w:p w14:paraId="535CFD7D" w14:textId="77777777" w:rsidR="004A4993" w:rsidRDefault="004A4993" w:rsidP="004A4993">
      <w:r>
        <w:t>— </w:t>
      </w:r>
      <w:r w:rsidR="008C5C61" w:rsidRPr="004C3E92">
        <w:t>Je vais vous faire part honnêtement d</w:t>
      </w:r>
      <w:r>
        <w:t>’</w:t>
      </w:r>
      <w:r w:rsidR="008C5C61" w:rsidRPr="004C3E92">
        <w:t>un projet qui m</w:t>
      </w:r>
      <w:r>
        <w:t>’</w:t>
      </w:r>
      <w:r w:rsidR="008C5C61" w:rsidRPr="004C3E92">
        <w:t>est récemment venu en tête</w:t>
      </w:r>
      <w:r>
        <w:t xml:space="preserve">, </w:t>
      </w:r>
      <w:r w:rsidR="008C5C61" w:rsidRPr="004C3E92">
        <w:t>pour arriver à une décision</w:t>
      </w:r>
      <w:r>
        <w:t xml:space="preserve"> ; </w:t>
      </w:r>
      <w:r w:rsidR="008C5C61" w:rsidRPr="004C3E92">
        <w:t>en vérité</w:t>
      </w:r>
      <w:r>
        <w:t xml:space="preserve">, </w:t>
      </w:r>
      <w:r w:rsidR="008C5C61" w:rsidRPr="004C3E92">
        <w:t>il faut que je vous admette dans le secret</w:t>
      </w:r>
      <w:r>
        <w:t xml:space="preserve">, </w:t>
      </w:r>
      <w:r w:rsidR="008C5C61" w:rsidRPr="004C3E92">
        <w:t>car vous y êtes dire</w:t>
      </w:r>
      <w:r w:rsidR="008C5C61" w:rsidRPr="004C3E92">
        <w:t>c</w:t>
      </w:r>
      <w:r w:rsidR="008C5C61" w:rsidRPr="004C3E92">
        <w:t>tement intéressée</w:t>
      </w:r>
      <w:r>
        <w:t xml:space="preserve">. </w:t>
      </w:r>
      <w:r w:rsidR="008C5C61" w:rsidRPr="004C3E92">
        <w:t>Je suppose que vous avez suffisamment fr</w:t>
      </w:r>
      <w:r w:rsidR="008C5C61" w:rsidRPr="004C3E92">
        <w:t>é</w:t>
      </w:r>
      <w:r w:rsidR="008C5C61" w:rsidRPr="004C3E92">
        <w:t>quenté Edward pour savoir qu</w:t>
      </w:r>
      <w:r>
        <w:t>’</w:t>
      </w:r>
      <w:r w:rsidR="008C5C61" w:rsidRPr="004C3E92">
        <w:t>il préférerait l</w:t>
      </w:r>
      <w:r>
        <w:t>’</w:t>
      </w:r>
      <w:r w:rsidR="008C5C61" w:rsidRPr="004C3E92">
        <w:t>Église à toute a</w:t>
      </w:r>
      <w:r w:rsidR="008C5C61" w:rsidRPr="004C3E92">
        <w:t>u</w:t>
      </w:r>
      <w:r w:rsidR="008C5C61" w:rsidRPr="004C3E92">
        <w:t>tre profession</w:t>
      </w:r>
      <w:r>
        <w:t xml:space="preserve"> ; </w:t>
      </w:r>
      <w:r w:rsidR="008C5C61" w:rsidRPr="004C3E92">
        <w:t>or</w:t>
      </w:r>
      <w:r>
        <w:t xml:space="preserve">, </w:t>
      </w:r>
      <w:r w:rsidR="008C5C61" w:rsidRPr="004C3E92">
        <w:t>mon projet</w:t>
      </w:r>
      <w:r>
        <w:t xml:space="preserve">, </w:t>
      </w:r>
      <w:r w:rsidR="008C5C61" w:rsidRPr="004C3E92">
        <w:t>c</w:t>
      </w:r>
      <w:r>
        <w:t>’</w:t>
      </w:r>
      <w:r w:rsidR="008C5C61" w:rsidRPr="004C3E92">
        <w:t>est qu</w:t>
      </w:r>
      <w:r>
        <w:t>’</w:t>
      </w:r>
      <w:r w:rsidR="008C5C61" w:rsidRPr="004C3E92">
        <w:t>il entre dans les Ordres le plus tôt possible</w:t>
      </w:r>
      <w:r>
        <w:t xml:space="preserve">, </w:t>
      </w:r>
      <w:r w:rsidR="008C5C61" w:rsidRPr="004C3E92">
        <w:t>et alors</w:t>
      </w:r>
      <w:r>
        <w:t xml:space="preserve">, </w:t>
      </w:r>
      <w:r w:rsidR="008C5C61" w:rsidRPr="004C3E92">
        <w:t>grâce à l</w:t>
      </w:r>
      <w:r>
        <w:t>’</w:t>
      </w:r>
      <w:r w:rsidR="008C5C61" w:rsidRPr="004C3E92">
        <w:t>intérêt que vous lui portez</w:t>
      </w:r>
      <w:r>
        <w:t xml:space="preserve">, </w:t>
      </w:r>
      <w:r w:rsidR="008C5C61" w:rsidRPr="004C3E92">
        <w:t>intérêt que</w:t>
      </w:r>
      <w:r>
        <w:t xml:space="preserve">, </w:t>
      </w:r>
      <w:r w:rsidR="008C5C61" w:rsidRPr="004C3E92">
        <w:t>j</w:t>
      </w:r>
      <w:r>
        <w:t>’</w:t>
      </w:r>
      <w:r w:rsidR="008C5C61" w:rsidRPr="004C3E92">
        <w:t>en suis sûre</w:t>
      </w:r>
      <w:r>
        <w:t xml:space="preserve">, </w:t>
      </w:r>
      <w:r w:rsidR="008C5C61" w:rsidRPr="004C3E92">
        <w:t>vous auriez l</w:t>
      </w:r>
      <w:r>
        <w:t>’</w:t>
      </w:r>
      <w:r w:rsidR="008C5C61" w:rsidRPr="004C3E92">
        <w:t>amabilité de mettre en œuvre par amitié pour lui</w:t>
      </w:r>
      <w:r>
        <w:t xml:space="preserve">, </w:t>
      </w:r>
      <w:r w:rsidR="008C5C61" w:rsidRPr="004C3E92">
        <w:t>et</w:t>
      </w:r>
      <w:r>
        <w:t xml:space="preserve">, </w:t>
      </w:r>
      <w:r w:rsidR="008C5C61" w:rsidRPr="004C3E92">
        <w:t>je l</w:t>
      </w:r>
      <w:r>
        <w:t>’</w:t>
      </w:r>
      <w:r w:rsidR="008C5C61" w:rsidRPr="004C3E92">
        <w:t>espère</w:t>
      </w:r>
      <w:r>
        <w:t xml:space="preserve">, </w:t>
      </w:r>
      <w:r w:rsidR="008C5C61" w:rsidRPr="004C3E92">
        <w:t>par quelque égard pour moi</w:t>
      </w:r>
      <w:r>
        <w:t xml:space="preserve">, </w:t>
      </w:r>
      <w:r w:rsidR="008C5C61" w:rsidRPr="004C3E92">
        <w:t xml:space="preserve">votre frère pourrait se laisser persuader de lui confier la cure de </w:t>
      </w:r>
      <w:proofErr w:type="spellStart"/>
      <w:r w:rsidR="008C5C61" w:rsidRPr="004C3E92">
        <w:t>Norland</w:t>
      </w:r>
      <w:proofErr w:type="spellEnd"/>
      <w:r>
        <w:t xml:space="preserve"> – </w:t>
      </w:r>
      <w:r w:rsidR="008C5C61" w:rsidRPr="004C3E92">
        <w:t>laquelle</w:t>
      </w:r>
      <w:r>
        <w:t xml:space="preserve">, </w:t>
      </w:r>
      <w:r w:rsidR="008C5C61" w:rsidRPr="004C3E92">
        <w:t>paraît-il</w:t>
      </w:r>
      <w:r>
        <w:t xml:space="preserve">, </w:t>
      </w:r>
      <w:r w:rsidR="008C5C61" w:rsidRPr="004C3E92">
        <w:t>est très bonne</w:t>
      </w:r>
      <w:r>
        <w:t xml:space="preserve">, </w:t>
      </w:r>
      <w:r w:rsidR="008C5C61" w:rsidRPr="004C3E92">
        <w:t>et dont le titulaire actuel ne vivra probablement plus longtemps</w:t>
      </w:r>
      <w:r>
        <w:t xml:space="preserve">. </w:t>
      </w:r>
      <w:r w:rsidR="008C5C61" w:rsidRPr="004C3E92">
        <w:t>Cela su</w:t>
      </w:r>
      <w:r w:rsidR="008C5C61" w:rsidRPr="004C3E92">
        <w:t>f</w:t>
      </w:r>
      <w:r w:rsidR="008C5C61" w:rsidRPr="004C3E92">
        <w:t>firait pour nous permettre de nous marier</w:t>
      </w:r>
      <w:r>
        <w:t xml:space="preserve">, </w:t>
      </w:r>
      <w:r w:rsidR="008C5C61" w:rsidRPr="004C3E92">
        <w:t>et nous pourrions nous en remettre au temps et à la chance</w:t>
      </w:r>
      <w:r>
        <w:t xml:space="preserve">, </w:t>
      </w:r>
      <w:r w:rsidR="008C5C61" w:rsidRPr="004C3E92">
        <w:t>quant au reste</w:t>
      </w:r>
      <w:r>
        <w:t>.</w:t>
      </w:r>
    </w:p>
    <w:p w14:paraId="055099B7" w14:textId="77777777" w:rsidR="004A4993" w:rsidRDefault="004A4993" w:rsidP="004A4993">
      <w:r>
        <w:t>— </w:t>
      </w:r>
      <w:r w:rsidR="008C5C61" w:rsidRPr="004C3E92">
        <w:t>Je serais toujours heureuse</w:t>
      </w:r>
      <w:r>
        <w:t xml:space="preserve">, </w:t>
      </w:r>
      <w:r w:rsidR="008C5C61" w:rsidRPr="004C3E92">
        <w:t xml:space="preserve">répondit </w:t>
      </w:r>
      <w:proofErr w:type="spellStart"/>
      <w:r w:rsidR="008C5C61" w:rsidRPr="004C3E92">
        <w:t>Elinor</w:t>
      </w:r>
      <w:proofErr w:type="spellEnd"/>
      <w:r>
        <w:t xml:space="preserve">, </w:t>
      </w:r>
      <w:r w:rsidR="008C5C61" w:rsidRPr="004C3E92">
        <w:t>de manife</w:t>
      </w:r>
      <w:r w:rsidR="008C5C61" w:rsidRPr="004C3E92">
        <w:t>s</w:t>
      </w:r>
      <w:r w:rsidR="008C5C61" w:rsidRPr="004C3E92">
        <w:t>ter toute marque de mon estime et de mon amitié pour Mr</w:t>
      </w:r>
      <w:r>
        <w:t xml:space="preserve">. </w:t>
      </w:r>
      <w:proofErr w:type="spellStart"/>
      <w:r w:rsidR="008C5C61" w:rsidRPr="004C3E92">
        <w:t>Fe</w:t>
      </w:r>
      <w:r w:rsidR="008C5C61" w:rsidRPr="004C3E92">
        <w:t>r</w:t>
      </w:r>
      <w:r w:rsidR="008C5C61" w:rsidRPr="004C3E92">
        <w:t>rars</w:t>
      </w:r>
      <w:proofErr w:type="spellEnd"/>
      <w:r>
        <w:t xml:space="preserve"> ; </w:t>
      </w:r>
      <w:r w:rsidR="008C5C61" w:rsidRPr="004C3E92">
        <w:t>mais ne vous rendez-vous pas compte que mon influence en semblable occurrence</w:t>
      </w:r>
      <w:r>
        <w:t xml:space="preserve">, </w:t>
      </w:r>
      <w:r w:rsidR="008C5C61" w:rsidRPr="004C3E92">
        <w:t>serait parfaitement superflue</w:t>
      </w:r>
      <w:r>
        <w:t xml:space="preserve"> ? </w:t>
      </w:r>
      <w:r w:rsidR="008C5C61" w:rsidRPr="004C3E92">
        <w:t>Il est le frère de Mrs</w:t>
      </w:r>
      <w:r>
        <w:t xml:space="preserve">. </w:t>
      </w:r>
      <w:r w:rsidR="008C5C61" w:rsidRPr="004C3E92">
        <w:t xml:space="preserve">John </w:t>
      </w:r>
      <w:proofErr w:type="spellStart"/>
      <w:r w:rsidR="008C5C61" w:rsidRPr="004C3E92">
        <w:t>Dashwood</w:t>
      </w:r>
      <w:proofErr w:type="spellEnd"/>
      <w:r>
        <w:t xml:space="preserve"> – </w:t>
      </w:r>
      <w:r w:rsidR="008C5C61" w:rsidRPr="004C3E92">
        <w:t>ce doit être là une reco</w:t>
      </w:r>
      <w:r w:rsidR="008C5C61" w:rsidRPr="004C3E92">
        <w:t>m</w:t>
      </w:r>
      <w:r w:rsidR="008C5C61" w:rsidRPr="004C3E92">
        <w:t>mandation suffisante pour son mari</w:t>
      </w:r>
      <w:r>
        <w:t>.</w:t>
      </w:r>
    </w:p>
    <w:p w14:paraId="43BE141B" w14:textId="77777777" w:rsidR="004A4993" w:rsidRDefault="004A4993" w:rsidP="004A4993">
      <w:r>
        <w:t>— </w:t>
      </w:r>
      <w:r w:rsidR="008C5C61" w:rsidRPr="004C3E92">
        <w:t>Mais Mrs</w:t>
      </w:r>
      <w:r>
        <w:t xml:space="preserve">. </w:t>
      </w:r>
      <w:r w:rsidR="008C5C61" w:rsidRPr="004C3E92">
        <w:t xml:space="preserve">John </w:t>
      </w:r>
      <w:proofErr w:type="spellStart"/>
      <w:r w:rsidR="008C5C61" w:rsidRPr="004C3E92">
        <w:t>Dashwood</w:t>
      </w:r>
      <w:proofErr w:type="spellEnd"/>
      <w:r w:rsidR="008C5C61" w:rsidRPr="004C3E92">
        <w:t xml:space="preserve"> n</w:t>
      </w:r>
      <w:r>
        <w:t>’</w:t>
      </w:r>
      <w:r w:rsidR="008C5C61" w:rsidRPr="004C3E92">
        <w:t>approuverait guère l</w:t>
      </w:r>
      <w:r>
        <w:t>’</w:t>
      </w:r>
      <w:r w:rsidR="008C5C61" w:rsidRPr="004C3E92">
        <w:t>entrée d</w:t>
      </w:r>
      <w:r>
        <w:t>’</w:t>
      </w:r>
      <w:r w:rsidR="008C5C61" w:rsidRPr="004C3E92">
        <w:t>Edward dans les Ordres</w:t>
      </w:r>
      <w:r>
        <w:t>.</w:t>
      </w:r>
    </w:p>
    <w:p w14:paraId="60DBC14C" w14:textId="77777777" w:rsidR="004A4993" w:rsidRDefault="004A4993" w:rsidP="004A4993">
      <w:r>
        <w:t>— </w:t>
      </w:r>
      <w:r w:rsidR="008C5C61" w:rsidRPr="004C3E92">
        <w:t>Alors</w:t>
      </w:r>
      <w:r>
        <w:t xml:space="preserve">, </w:t>
      </w:r>
      <w:r w:rsidR="008C5C61" w:rsidRPr="004C3E92">
        <w:t>je soupçonne plutôt que l</w:t>
      </w:r>
      <w:r>
        <w:t>’</w:t>
      </w:r>
      <w:r w:rsidR="008C5C61" w:rsidRPr="004C3E92">
        <w:t>intérêt que je pourrais lui porter serait de bien peu d</w:t>
      </w:r>
      <w:r>
        <w:t>’</w:t>
      </w:r>
      <w:r w:rsidR="008C5C61" w:rsidRPr="004C3E92">
        <w:t>effet</w:t>
      </w:r>
      <w:r>
        <w:t>.</w:t>
      </w:r>
    </w:p>
    <w:p w14:paraId="55693ACB" w14:textId="77777777" w:rsidR="004A4993" w:rsidRDefault="008C5C61" w:rsidP="004A4993">
      <w:r w:rsidRPr="004C3E92">
        <w:lastRenderedPageBreak/>
        <w:t>Elles restèrent de nouveau silencieuses pendant de longues minutes</w:t>
      </w:r>
      <w:r w:rsidR="004A4993">
        <w:t xml:space="preserve">. </w:t>
      </w:r>
      <w:r w:rsidRPr="004C3E92">
        <w:t>Enfin Lucy s</w:t>
      </w:r>
      <w:r w:rsidR="004A4993">
        <w:t>’</w:t>
      </w:r>
      <w:r w:rsidRPr="004C3E92">
        <w:t>écria</w:t>
      </w:r>
      <w:r w:rsidR="004A4993">
        <w:t xml:space="preserve">, </w:t>
      </w:r>
      <w:r w:rsidRPr="004C3E92">
        <w:t>avec un profond soupir</w:t>
      </w:r>
      <w:r w:rsidR="004A4993">
        <w:t> :</w:t>
      </w:r>
    </w:p>
    <w:p w14:paraId="6C3C1F25" w14:textId="77777777" w:rsidR="004A4993" w:rsidRDefault="004A4993" w:rsidP="004A4993">
      <w:r>
        <w:t>— </w:t>
      </w:r>
      <w:r w:rsidR="008C5C61" w:rsidRPr="004C3E92">
        <w:t>Je crois que le plus sage serait de mettre fin immédiat</w:t>
      </w:r>
      <w:r w:rsidR="008C5C61" w:rsidRPr="004C3E92">
        <w:t>e</w:t>
      </w:r>
      <w:r w:rsidR="008C5C61" w:rsidRPr="004C3E92">
        <w:t>ment à l</w:t>
      </w:r>
      <w:r>
        <w:t>’</w:t>
      </w:r>
      <w:r w:rsidR="008C5C61" w:rsidRPr="004C3E92">
        <w:t>affaire en rompant les fiançailles</w:t>
      </w:r>
      <w:r>
        <w:t xml:space="preserve">. </w:t>
      </w:r>
      <w:r w:rsidR="008C5C61" w:rsidRPr="004C3E92">
        <w:t>Nous semblons te</w:t>
      </w:r>
      <w:r w:rsidR="008C5C61" w:rsidRPr="004C3E92">
        <w:t>l</w:t>
      </w:r>
      <w:r w:rsidR="008C5C61" w:rsidRPr="004C3E92">
        <w:t>lement entourés de difficultés de tous côtés</w:t>
      </w:r>
      <w:r>
        <w:t xml:space="preserve">, </w:t>
      </w:r>
      <w:r w:rsidR="008C5C61" w:rsidRPr="004C3E92">
        <w:t>que</w:t>
      </w:r>
      <w:r>
        <w:t xml:space="preserve">, </w:t>
      </w:r>
      <w:r w:rsidR="008C5C61" w:rsidRPr="004C3E92">
        <w:t>bien que cela dût nous rendre malheureux sur le moment</w:t>
      </w:r>
      <w:r>
        <w:t xml:space="preserve">, </w:t>
      </w:r>
      <w:r w:rsidR="008C5C61" w:rsidRPr="004C3E92">
        <w:t>nous serions peut-être plus heureux en fin de compte</w:t>
      </w:r>
      <w:r>
        <w:t xml:space="preserve">. </w:t>
      </w:r>
      <w:r w:rsidR="008C5C61" w:rsidRPr="004C3E92">
        <w:t>Mais vous ne voulez pas me donner votre conseil</w:t>
      </w:r>
      <w:r>
        <w:t xml:space="preserve">, </w:t>
      </w:r>
      <w:r w:rsidR="008C5C61" w:rsidRPr="004C3E92">
        <w:t xml:space="preserve">miss </w:t>
      </w:r>
      <w:proofErr w:type="spellStart"/>
      <w:r w:rsidR="008C5C61" w:rsidRPr="004C3E92">
        <w:t>Dashwood</w:t>
      </w:r>
      <w:proofErr w:type="spellEnd"/>
      <w:r>
        <w:t> ?</w:t>
      </w:r>
    </w:p>
    <w:p w14:paraId="2CBE8E2E" w14:textId="77777777" w:rsidR="004A4993" w:rsidRDefault="004A4993" w:rsidP="004A4993">
      <w:r>
        <w:t>— </w:t>
      </w:r>
      <w:r w:rsidR="008C5C61" w:rsidRPr="004C3E92">
        <w:t>Non</w:t>
      </w:r>
      <w:r>
        <w:t xml:space="preserve">, </w:t>
      </w:r>
      <w:r w:rsidR="008C5C61" w:rsidRPr="004C3E92">
        <w:t xml:space="preserve">répondit </w:t>
      </w:r>
      <w:proofErr w:type="spellStart"/>
      <w:r w:rsidR="008C5C61" w:rsidRPr="004C3E92">
        <w:t>Elinor</w:t>
      </w:r>
      <w:proofErr w:type="spellEnd"/>
      <w:r>
        <w:t xml:space="preserve">, </w:t>
      </w:r>
      <w:r w:rsidR="008C5C61" w:rsidRPr="004C3E92">
        <w:t>avec un sourire qui dissimulait des sentiments fort agités</w:t>
      </w:r>
      <w:r>
        <w:t xml:space="preserve">, </w:t>
      </w:r>
      <w:r w:rsidR="008C5C61" w:rsidRPr="004C3E92">
        <w:t>sur un pareil sujet</w:t>
      </w:r>
      <w:r>
        <w:t xml:space="preserve">, </w:t>
      </w:r>
      <w:r w:rsidR="008C5C61" w:rsidRPr="004C3E92">
        <w:t>je ne vous en donn</w:t>
      </w:r>
      <w:r w:rsidR="008C5C61" w:rsidRPr="004C3E92">
        <w:t>e</w:t>
      </w:r>
      <w:r w:rsidR="008C5C61" w:rsidRPr="004C3E92">
        <w:t>rai certainement pas</w:t>
      </w:r>
      <w:r>
        <w:t xml:space="preserve">. </w:t>
      </w:r>
      <w:r w:rsidR="008C5C61" w:rsidRPr="004C3E92">
        <w:t>Vous savez fort bien que mon opinion n</w:t>
      </w:r>
      <w:r>
        <w:t>’</w:t>
      </w:r>
      <w:r w:rsidR="008C5C61" w:rsidRPr="004C3E92">
        <w:t>aurait</w:t>
      </w:r>
      <w:r>
        <w:t xml:space="preserve">, </w:t>
      </w:r>
      <w:r w:rsidR="008C5C61" w:rsidRPr="004C3E92">
        <w:t>pour vous</w:t>
      </w:r>
      <w:r>
        <w:t xml:space="preserve">, </w:t>
      </w:r>
      <w:r w:rsidR="008C5C61" w:rsidRPr="004C3E92">
        <w:t>aucun poids</w:t>
      </w:r>
      <w:r>
        <w:t xml:space="preserve">, </w:t>
      </w:r>
      <w:r w:rsidR="008C5C61" w:rsidRPr="004C3E92">
        <w:t>à moins qu</w:t>
      </w:r>
      <w:r>
        <w:t>’</w:t>
      </w:r>
      <w:r w:rsidR="008C5C61" w:rsidRPr="004C3E92">
        <w:t>elle ne coïncidât avec vos désirs</w:t>
      </w:r>
      <w:r>
        <w:t>.</w:t>
      </w:r>
    </w:p>
    <w:p w14:paraId="1CEAD0F7" w14:textId="77777777" w:rsidR="004A4993" w:rsidRDefault="004A4993" w:rsidP="004A4993">
      <w:r>
        <w:t>— </w:t>
      </w:r>
      <w:r w:rsidR="008C5C61" w:rsidRPr="004C3E92">
        <w:t>En vérité</w:t>
      </w:r>
      <w:r>
        <w:t xml:space="preserve">, </w:t>
      </w:r>
      <w:r w:rsidR="008C5C61" w:rsidRPr="004C3E92">
        <w:t>vous me jugez mal</w:t>
      </w:r>
      <w:r>
        <w:t xml:space="preserve">, </w:t>
      </w:r>
      <w:r w:rsidR="008C5C61" w:rsidRPr="004C3E92">
        <w:t>répondit Lucy</w:t>
      </w:r>
      <w:r>
        <w:t xml:space="preserve">, </w:t>
      </w:r>
      <w:r w:rsidR="008C5C61" w:rsidRPr="004C3E92">
        <w:t>avec bea</w:t>
      </w:r>
      <w:r w:rsidR="008C5C61" w:rsidRPr="004C3E92">
        <w:t>u</w:t>
      </w:r>
      <w:r w:rsidR="008C5C61" w:rsidRPr="004C3E92">
        <w:t>coup de solennité</w:t>
      </w:r>
      <w:r>
        <w:t xml:space="preserve"> ; </w:t>
      </w:r>
      <w:r w:rsidR="008C5C61" w:rsidRPr="004C3E92">
        <w:t>je ne connais personne dont je place le j</w:t>
      </w:r>
      <w:r w:rsidR="008C5C61" w:rsidRPr="004C3E92">
        <w:t>u</w:t>
      </w:r>
      <w:r w:rsidR="008C5C61" w:rsidRPr="004C3E92">
        <w:t>gement aussi haut que le vôtre</w:t>
      </w:r>
      <w:r>
        <w:t xml:space="preserve"> ; </w:t>
      </w:r>
      <w:r w:rsidR="008C5C61" w:rsidRPr="004C3E92">
        <w:t>et je crois véritablement que si vous me disiez</w:t>
      </w:r>
      <w:r>
        <w:t> : « </w:t>
      </w:r>
      <w:r w:rsidR="008C5C61" w:rsidRPr="004C3E92">
        <w:t xml:space="preserve">Je vous conseille certes de mettre fin à vos fiançailles avec Edward </w:t>
      </w:r>
      <w:proofErr w:type="spellStart"/>
      <w:r w:rsidR="008C5C61" w:rsidRPr="004C3E92">
        <w:t>Ferrars</w:t>
      </w:r>
      <w:proofErr w:type="spellEnd"/>
      <w:r>
        <w:t xml:space="preserve">, </w:t>
      </w:r>
      <w:r w:rsidR="008C5C61" w:rsidRPr="004C3E92">
        <w:t>ce sera plus conforme à votre bonheur</w:t>
      </w:r>
      <w:r>
        <w:t xml:space="preserve">, </w:t>
      </w:r>
      <w:r w:rsidR="008C5C61" w:rsidRPr="004C3E92">
        <w:t>à l</w:t>
      </w:r>
      <w:r>
        <w:t>’</w:t>
      </w:r>
      <w:r w:rsidR="008C5C61" w:rsidRPr="004C3E92">
        <w:t>un et à l</w:t>
      </w:r>
      <w:r>
        <w:t>’</w:t>
      </w:r>
      <w:r w:rsidR="008C5C61" w:rsidRPr="004C3E92">
        <w:t>autre</w:t>
      </w:r>
      <w:r>
        <w:t xml:space="preserve"> », </w:t>
      </w:r>
      <w:r w:rsidR="008C5C61" w:rsidRPr="004C3E92">
        <w:t>je me résoudrais à le faire aussitôt</w:t>
      </w:r>
      <w:r>
        <w:t>.</w:t>
      </w:r>
    </w:p>
    <w:p w14:paraId="1E805F50" w14:textId="77777777" w:rsidR="004A4993" w:rsidRDefault="008C5C61" w:rsidP="004A4993">
      <w:proofErr w:type="spellStart"/>
      <w:r w:rsidRPr="004C3E92">
        <w:t>Elinor</w:t>
      </w:r>
      <w:proofErr w:type="spellEnd"/>
      <w:r w:rsidRPr="004C3E92">
        <w:t xml:space="preserve"> rougit du manque de sincérité de l</w:t>
      </w:r>
      <w:r w:rsidR="004A4993">
        <w:t>’</w:t>
      </w:r>
      <w:r w:rsidRPr="004C3E92">
        <w:t>épouse future d</w:t>
      </w:r>
      <w:r w:rsidR="004A4993">
        <w:t>’</w:t>
      </w:r>
      <w:r w:rsidRPr="004C3E92">
        <w:t>Edward</w:t>
      </w:r>
      <w:r w:rsidR="004A4993">
        <w:t xml:space="preserve">, </w:t>
      </w:r>
      <w:r w:rsidRPr="004C3E92">
        <w:t>et répondit</w:t>
      </w:r>
      <w:r w:rsidR="004A4993">
        <w:t> :</w:t>
      </w:r>
    </w:p>
    <w:p w14:paraId="3C0C4E6B" w14:textId="77777777" w:rsidR="004A4993" w:rsidRDefault="004A4993" w:rsidP="004A4993">
      <w:r>
        <w:t>— </w:t>
      </w:r>
      <w:r w:rsidR="008C5C61" w:rsidRPr="004C3E92">
        <w:t>Ce compliment m</w:t>
      </w:r>
      <w:r>
        <w:t>’</w:t>
      </w:r>
      <w:r w:rsidR="008C5C61" w:rsidRPr="004C3E92">
        <w:t>effaroucherait efficacement</w:t>
      </w:r>
      <w:r>
        <w:t xml:space="preserve">, </w:t>
      </w:r>
      <w:r w:rsidR="008C5C61" w:rsidRPr="004C3E92">
        <w:t>au point de m</w:t>
      </w:r>
      <w:r>
        <w:t>’</w:t>
      </w:r>
      <w:r w:rsidR="008C5C61" w:rsidRPr="004C3E92">
        <w:t>empêcher de donner aucun avis sur la question</w:t>
      </w:r>
      <w:r>
        <w:t xml:space="preserve">, </w:t>
      </w:r>
      <w:r w:rsidR="008C5C61" w:rsidRPr="004C3E92">
        <w:t>si j</w:t>
      </w:r>
      <w:r>
        <w:t>’</w:t>
      </w:r>
      <w:r w:rsidR="008C5C61" w:rsidRPr="004C3E92">
        <w:t>en avais conçu un</w:t>
      </w:r>
      <w:r>
        <w:t xml:space="preserve">. </w:t>
      </w:r>
      <w:r w:rsidR="008C5C61" w:rsidRPr="004C3E92">
        <w:t>Il place bien trop haut mon influence</w:t>
      </w:r>
      <w:r>
        <w:t xml:space="preserve"> ; </w:t>
      </w:r>
      <w:r w:rsidR="008C5C61" w:rsidRPr="004C3E92">
        <w:t>le po</w:t>
      </w:r>
      <w:r w:rsidR="008C5C61" w:rsidRPr="004C3E92">
        <w:t>u</w:t>
      </w:r>
      <w:r w:rsidR="008C5C61" w:rsidRPr="004C3E92">
        <w:t>voir de séparer deux personnes aussi tendrement attachées</w:t>
      </w:r>
      <w:r>
        <w:t xml:space="preserve">, </w:t>
      </w:r>
      <w:r w:rsidR="008C5C61" w:rsidRPr="004C3E92">
        <w:t>c</w:t>
      </w:r>
      <w:r>
        <w:t>’</w:t>
      </w:r>
      <w:r w:rsidR="008C5C61" w:rsidRPr="004C3E92">
        <w:t>est trop pour un indifférent</w:t>
      </w:r>
      <w:r>
        <w:t>.</w:t>
      </w:r>
    </w:p>
    <w:p w14:paraId="2C51A5B4" w14:textId="77777777" w:rsidR="004A4993" w:rsidRDefault="004A4993" w:rsidP="004A4993">
      <w:r>
        <w:t>— </w:t>
      </w:r>
      <w:r w:rsidR="008C5C61" w:rsidRPr="004C3E92">
        <w:t>C</w:t>
      </w:r>
      <w:r>
        <w:t>’</w:t>
      </w:r>
      <w:r w:rsidR="008C5C61" w:rsidRPr="004C3E92">
        <w:t>est parce que vous êtes quelqu</w:t>
      </w:r>
      <w:r>
        <w:t>’</w:t>
      </w:r>
      <w:r w:rsidR="008C5C61" w:rsidRPr="004C3E92">
        <w:t>un d</w:t>
      </w:r>
      <w:r>
        <w:t>’</w:t>
      </w:r>
      <w:r w:rsidR="008C5C61" w:rsidRPr="004C3E92">
        <w:t>indifférent</w:t>
      </w:r>
      <w:r>
        <w:t xml:space="preserve">, </w:t>
      </w:r>
      <w:r w:rsidR="008C5C61" w:rsidRPr="004C3E92">
        <w:t>dit L</w:t>
      </w:r>
      <w:r w:rsidR="008C5C61" w:rsidRPr="004C3E92">
        <w:t>u</w:t>
      </w:r>
      <w:r w:rsidR="008C5C61" w:rsidRPr="004C3E92">
        <w:t>cy</w:t>
      </w:r>
      <w:r>
        <w:t xml:space="preserve">, </w:t>
      </w:r>
      <w:r w:rsidR="008C5C61" w:rsidRPr="004C3E92">
        <w:t>non sans une légère pique</w:t>
      </w:r>
      <w:r>
        <w:t xml:space="preserve">, </w:t>
      </w:r>
      <w:r w:rsidR="008C5C61" w:rsidRPr="004C3E92">
        <w:t>et insistant d</w:t>
      </w:r>
      <w:r>
        <w:t>’</w:t>
      </w:r>
      <w:r w:rsidR="008C5C61" w:rsidRPr="004C3E92">
        <w:t>une façon partic</w:t>
      </w:r>
      <w:r w:rsidR="008C5C61" w:rsidRPr="004C3E92">
        <w:t>u</w:t>
      </w:r>
      <w:r w:rsidR="008C5C61" w:rsidRPr="004C3E92">
        <w:t>lière sur ces paroles</w:t>
      </w:r>
      <w:r>
        <w:t xml:space="preserve">, </w:t>
      </w:r>
      <w:r w:rsidR="008C5C61" w:rsidRPr="004C3E92">
        <w:t xml:space="preserve">que votre jugement pourrait </w:t>
      </w:r>
      <w:r w:rsidR="008C5C61" w:rsidRPr="004C3E92">
        <w:lastRenderedPageBreak/>
        <w:t>précisément avoir pour moi un tel poids</w:t>
      </w:r>
      <w:r>
        <w:t xml:space="preserve">. </w:t>
      </w:r>
      <w:r w:rsidR="008C5C61" w:rsidRPr="004C3E92">
        <w:t>S</w:t>
      </w:r>
      <w:r>
        <w:t>’</w:t>
      </w:r>
      <w:r w:rsidR="008C5C61" w:rsidRPr="004C3E92">
        <w:t>il était possible de supposer que vous eussiez un parti-pris quelconque</w:t>
      </w:r>
      <w:r>
        <w:t xml:space="preserve">, </w:t>
      </w:r>
      <w:r w:rsidR="008C5C61" w:rsidRPr="004C3E92">
        <w:t>en raison de vos propres sentiments</w:t>
      </w:r>
      <w:r>
        <w:t xml:space="preserve">, </w:t>
      </w:r>
      <w:r w:rsidR="008C5C61" w:rsidRPr="004C3E92">
        <w:t>votre opinion ne vaudrait pas la peine qu</w:t>
      </w:r>
      <w:r>
        <w:t>’</w:t>
      </w:r>
      <w:r w:rsidR="008C5C61" w:rsidRPr="004C3E92">
        <w:t>on l</w:t>
      </w:r>
      <w:r>
        <w:t>’</w:t>
      </w:r>
      <w:r w:rsidR="008C5C61" w:rsidRPr="004C3E92">
        <w:t>obtînt</w:t>
      </w:r>
      <w:r>
        <w:t>.</w:t>
      </w:r>
    </w:p>
    <w:p w14:paraId="0D8BF6F9" w14:textId="77777777" w:rsidR="004A4993" w:rsidRDefault="008C5C61" w:rsidP="004A4993">
      <w:proofErr w:type="spellStart"/>
      <w:r w:rsidRPr="004C3E92">
        <w:t>Elinor</w:t>
      </w:r>
      <w:proofErr w:type="spellEnd"/>
      <w:r w:rsidRPr="004C3E92">
        <w:t xml:space="preserve"> estima que le plus sage était de ne faire aucune r</w:t>
      </w:r>
      <w:r w:rsidRPr="004C3E92">
        <w:t>é</w:t>
      </w:r>
      <w:r w:rsidRPr="004C3E92">
        <w:t>ponse à cette remarque</w:t>
      </w:r>
      <w:r w:rsidR="004A4993">
        <w:t xml:space="preserve">, </w:t>
      </w:r>
      <w:r w:rsidRPr="004C3E92">
        <w:t>de peur qu</w:t>
      </w:r>
      <w:r w:rsidR="004A4993">
        <w:t>’</w:t>
      </w:r>
      <w:r w:rsidRPr="004C3E92">
        <w:t>elles ne s</w:t>
      </w:r>
      <w:r w:rsidR="004A4993">
        <w:t>’</w:t>
      </w:r>
      <w:r w:rsidRPr="004C3E92">
        <w:t>induisissent m</w:t>
      </w:r>
      <w:r w:rsidRPr="004C3E92">
        <w:t>u</w:t>
      </w:r>
      <w:r w:rsidRPr="004C3E92">
        <w:t>tuellement à un surcroît</w:t>
      </w:r>
      <w:r w:rsidR="004A4993">
        <w:t xml:space="preserve">, </w:t>
      </w:r>
      <w:r w:rsidRPr="004C3E92">
        <w:t>peu convenable</w:t>
      </w:r>
      <w:r w:rsidR="004A4993">
        <w:t xml:space="preserve">, </w:t>
      </w:r>
      <w:r w:rsidRPr="004C3E92">
        <w:t>d</w:t>
      </w:r>
      <w:r w:rsidR="004A4993">
        <w:t>’</w:t>
      </w:r>
      <w:r w:rsidRPr="004C3E92">
        <w:t>aisance et d</w:t>
      </w:r>
      <w:r w:rsidR="004A4993">
        <w:t>’</w:t>
      </w:r>
      <w:r w:rsidRPr="004C3E92">
        <w:t>absence de réserve</w:t>
      </w:r>
      <w:r w:rsidR="004A4993">
        <w:t xml:space="preserve">, </w:t>
      </w:r>
      <w:r w:rsidRPr="004C3E92">
        <w:t>et elle était même partiellement décidée à ne plus jamais aborder ce sujet</w:t>
      </w:r>
      <w:r w:rsidR="004A4993">
        <w:t xml:space="preserve">. </w:t>
      </w:r>
      <w:r w:rsidRPr="004C3E92">
        <w:t>Aussi</w:t>
      </w:r>
      <w:r w:rsidR="004A4993">
        <w:t xml:space="preserve">, </w:t>
      </w:r>
      <w:r w:rsidRPr="004C3E92">
        <w:t>un nouveau silence</w:t>
      </w:r>
      <w:r w:rsidR="004A4993">
        <w:t xml:space="preserve">, </w:t>
      </w:r>
      <w:r w:rsidRPr="004C3E92">
        <w:t>long de nombreuses minutes</w:t>
      </w:r>
      <w:r w:rsidR="004A4993">
        <w:t xml:space="preserve">, </w:t>
      </w:r>
      <w:r w:rsidRPr="004C3E92">
        <w:t>succéda-t-il à ces paroles</w:t>
      </w:r>
      <w:r w:rsidR="004A4993">
        <w:t xml:space="preserve"> ; </w:t>
      </w:r>
      <w:r w:rsidRPr="004C3E92">
        <w:t>et Lucy fut e</w:t>
      </w:r>
      <w:r w:rsidRPr="004C3E92">
        <w:t>n</w:t>
      </w:r>
      <w:r w:rsidRPr="004C3E92">
        <w:t>core la première à y mettre fin</w:t>
      </w:r>
      <w:r w:rsidR="004A4993">
        <w:t>.</w:t>
      </w:r>
    </w:p>
    <w:p w14:paraId="6D078032" w14:textId="77777777" w:rsidR="004A4993" w:rsidRDefault="004A4993" w:rsidP="004A4993">
      <w:r>
        <w:t>— </w:t>
      </w:r>
      <w:r w:rsidR="008C5C61" w:rsidRPr="004C3E92">
        <w:t>Serez-vous à Londres cet hiver</w:t>
      </w:r>
      <w:r>
        <w:t xml:space="preserve">, </w:t>
      </w:r>
      <w:r w:rsidR="008C5C61" w:rsidRPr="004C3E92">
        <w:t xml:space="preserve">miss </w:t>
      </w:r>
      <w:proofErr w:type="spellStart"/>
      <w:r w:rsidR="008C5C61" w:rsidRPr="004C3E92">
        <w:t>Dashwood</w:t>
      </w:r>
      <w:proofErr w:type="spellEnd"/>
      <w:r>
        <w:t xml:space="preserve"> ? </w:t>
      </w:r>
      <w:r w:rsidR="008C5C61" w:rsidRPr="004C3E92">
        <w:t>dit-elle</w:t>
      </w:r>
      <w:r>
        <w:t xml:space="preserve">, </w:t>
      </w:r>
      <w:r w:rsidR="008C5C61" w:rsidRPr="004C3E92">
        <w:t>avec toute sa suffisance accoutumée</w:t>
      </w:r>
      <w:r>
        <w:t>.</w:t>
      </w:r>
    </w:p>
    <w:p w14:paraId="2098AE6A" w14:textId="77777777" w:rsidR="004A4993" w:rsidRDefault="004A4993" w:rsidP="004A4993">
      <w:r>
        <w:t>— </w:t>
      </w:r>
      <w:r w:rsidR="008C5C61" w:rsidRPr="004C3E92">
        <w:t>Certainement non</w:t>
      </w:r>
      <w:r>
        <w:t>.</w:t>
      </w:r>
    </w:p>
    <w:p w14:paraId="587BCC84" w14:textId="77777777" w:rsidR="004A4993" w:rsidRDefault="004A4993" w:rsidP="004A4993">
      <w:r>
        <w:t>— </w:t>
      </w:r>
      <w:r w:rsidR="008C5C61" w:rsidRPr="004C3E92">
        <w:t>Je le regrette fort</w:t>
      </w:r>
      <w:r>
        <w:t xml:space="preserve">, </w:t>
      </w:r>
      <w:r w:rsidR="008C5C61" w:rsidRPr="004C3E92">
        <w:t>repartit l</w:t>
      </w:r>
      <w:r>
        <w:t>’</w:t>
      </w:r>
      <w:r w:rsidR="008C5C61" w:rsidRPr="004C3E92">
        <w:t>autre</w:t>
      </w:r>
      <w:r>
        <w:t xml:space="preserve">, </w:t>
      </w:r>
      <w:r w:rsidR="008C5C61" w:rsidRPr="004C3E92">
        <w:t>cependant que ses yeux prenaient un éclat plus vif à cette nouvelle</w:t>
      </w:r>
      <w:r>
        <w:t xml:space="preserve"> ; </w:t>
      </w:r>
      <w:r w:rsidR="008C5C61" w:rsidRPr="004C3E92">
        <w:t>cela m</w:t>
      </w:r>
      <w:r>
        <w:t>’</w:t>
      </w:r>
      <w:r w:rsidR="008C5C61" w:rsidRPr="004C3E92">
        <w:t>aurait fait un tel plaisir de vous y voir</w:t>
      </w:r>
      <w:r>
        <w:t xml:space="preserve"> ! </w:t>
      </w:r>
      <w:r w:rsidR="008C5C61" w:rsidRPr="004C3E92">
        <w:t>Mais sans doute y irez-vous</w:t>
      </w:r>
      <w:r>
        <w:t xml:space="preserve">, </w:t>
      </w:r>
      <w:r w:rsidR="008C5C61" w:rsidRPr="004C3E92">
        <w:t>malgré tout</w:t>
      </w:r>
      <w:r>
        <w:t xml:space="preserve">. </w:t>
      </w:r>
      <w:r w:rsidR="008C5C61" w:rsidRPr="004C3E92">
        <w:t>Assurément</w:t>
      </w:r>
      <w:r>
        <w:t xml:space="preserve">, </w:t>
      </w:r>
      <w:r w:rsidR="008C5C61" w:rsidRPr="004C3E92">
        <w:t>votre frère et votre sœur vous prieront d</w:t>
      </w:r>
      <w:r>
        <w:t>’</w:t>
      </w:r>
      <w:r w:rsidR="008C5C61" w:rsidRPr="004C3E92">
        <w:t>aller les voir</w:t>
      </w:r>
      <w:r>
        <w:t>.</w:t>
      </w:r>
    </w:p>
    <w:p w14:paraId="60C945C5" w14:textId="77777777" w:rsidR="004A4993" w:rsidRDefault="004A4993" w:rsidP="004A4993">
      <w:r>
        <w:t>— </w:t>
      </w:r>
      <w:r w:rsidR="008C5C61" w:rsidRPr="004C3E92">
        <w:t>Il ne sera pas en mon pouvoir d</w:t>
      </w:r>
      <w:r>
        <w:t>’</w:t>
      </w:r>
      <w:r w:rsidR="008C5C61" w:rsidRPr="004C3E92">
        <w:t>accepter leur invitation</w:t>
      </w:r>
      <w:r>
        <w:t xml:space="preserve">, </w:t>
      </w:r>
      <w:r w:rsidR="008C5C61" w:rsidRPr="004C3E92">
        <w:t>même s</w:t>
      </w:r>
      <w:r>
        <w:t>’</w:t>
      </w:r>
      <w:r w:rsidR="008C5C61" w:rsidRPr="004C3E92">
        <w:t>ils me convient</w:t>
      </w:r>
      <w:r>
        <w:t>.</w:t>
      </w:r>
    </w:p>
    <w:p w14:paraId="572B1994" w14:textId="77777777" w:rsidR="004A4993" w:rsidRDefault="004A4993" w:rsidP="004A4993">
      <w:r>
        <w:t>— </w:t>
      </w:r>
      <w:r w:rsidR="008C5C61" w:rsidRPr="004C3E92">
        <w:t>Comme cela est malencontreux</w:t>
      </w:r>
      <w:r>
        <w:t xml:space="preserve"> ! </w:t>
      </w:r>
      <w:r w:rsidR="008C5C61" w:rsidRPr="004C3E92">
        <w:t>J</w:t>
      </w:r>
      <w:r>
        <w:t>’</w:t>
      </w:r>
      <w:r w:rsidR="008C5C61" w:rsidRPr="004C3E92">
        <w:t>avais véritablement compté vous y voir</w:t>
      </w:r>
      <w:r>
        <w:t xml:space="preserve"> ! </w:t>
      </w:r>
      <w:r w:rsidR="008C5C61" w:rsidRPr="004C3E92">
        <w:t>Anne et moi</w:t>
      </w:r>
      <w:r>
        <w:t xml:space="preserve">, </w:t>
      </w:r>
      <w:r w:rsidR="008C5C61" w:rsidRPr="004C3E92">
        <w:t>nous devons aller vers la fin de janvier chez des parents qui réclament notre visite depuis plusieurs années</w:t>
      </w:r>
      <w:r>
        <w:t xml:space="preserve">. </w:t>
      </w:r>
      <w:r w:rsidR="008C5C61" w:rsidRPr="004C3E92">
        <w:t>Mais moi</w:t>
      </w:r>
      <w:r>
        <w:t xml:space="preserve">, </w:t>
      </w:r>
      <w:r w:rsidR="008C5C61" w:rsidRPr="004C3E92">
        <w:t>je n</w:t>
      </w:r>
      <w:r>
        <w:t>’</w:t>
      </w:r>
      <w:r w:rsidR="008C5C61" w:rsidRPr="004C3E92">
        <w:t>y vais que pour avoir l</w:t>
      </w:r>
      <w:r>
        <w:t>’</w:t>
      </w:r>
      <w:r w:rsidR="008C5C61" w:rsidRPr="004C3E92">
        <w:t>occasion de voir Edward</w:t>
      </w:r>
      <w:r>
        <w:t xml:space="preserve"> – </w:t>
      </w:r>
      <w:r w:rsidR="008C5C61" w:rsidRPr="004C3E92">
        <w:t>il y sera en février</w:t>
      </w:r>
      <w:r>
        <w:t xml:space="preserve"> –, </w:t>
      </w:r>
      <w:r w:rsidR="008C5C61" w:rsidRPr="004C3E92">
        <w:t>sinon</w:t>
      </w:r>
      <w:r>
        <w:t xml:space="preserve">, </w:t>
      </w:r>
      <w:r w:rsidR="008C5C61" w:rsidRPr="004C3E92">
        <w:t>Londres n</w:t>
      </w:r>
      <w:r>
        <w:t>’</w:t>
      </w:r>
      <w:r w:rsidR="008C5C61" w:rsidRPr="004C3E92">
        <w:t>aurait pas de charmes pour moi</w:t>
      </w:r>
      <w:r>
        <w:t xml:space="preserve"> ; </w:t>
      </w:r>
      <w:r w:rsidR="008C5C61" w:rsidRPr="004C3E92">
        <w:t>je n</w:t>
      </w:r>
      <w:r>
        <w:t>’</w:t>
      </w:r>
      <w:r w:rsidR="008C5C61" w:rsidRPr="004C3E92">
        <w:t>ai pas le cœur à cela</w:t>
      </w:r>
      <w:r>
        <w:t>.</w:t>
      </w:r>
    </w:p>
    <w:p w14:paraId="14330C79" w14:textId="77777777" w:rsidR="004A4993" w:rsidRDefault="008C5C61" w:rsidP="004A4993">
      <w:proofErr w:type="spellStart"/>
      <w:r w:rsidRPr="004C3E92">
        <w:lastRenderedPageBreak/>
        <w:t>Elinor</w:t>
      </w:r>
      <w:proofErr w:type="spellEnd"/>
      <w:r w:rsidRPr="004C3E92">
        <w:t xml:space="preserve"> fut bientôt appelée à la table de jeu par la termina</w:t>
      </w:r>
      <w:r w:rsidRPr="004C3E92">
        <w:t>i</w:t>
      </w:r>
      <w:r w:rsidRPr="004C3E92">
        <w:t>son du premier robre</w:t>
      </w:r>
      <w:r w:rsidR="004A4993">
        <w:t xml:space="preserve">, </w:t>
      </w:r>
      <w:r w:rsidRPr="004C3E92">
        <w:t>et l</w:t>
      </w:r>
      <w:r w:rsidR="004A4993">
        <w:t>’</w:t>
      </w:r>
      <w:r w:rsidRPr="004C3E92">
        <w:t>entretien confidentiel des deux dames arriva ainsi à sa fin</w:t>
      </w:r>
      <w:r w:rsidR="004A4993">
        <w:t xml:space="preserve">, – </w:t>
      </w:r>
      <w:r w:rsidRPr="004C3E92">
        <w:t>à laquelle elles se soumirent l</w:t>
      </w:r>
      <w:r w:rsidR="004A4993">
        <w:t>’</w:t>
      </w:r>
      <w:r w:rsidRPr="004C3E92">
        <w:t>une et l</w:t>
      </w:r>
      <w:r w:rsidR="004A4993">
        <w:t>’</w:t>
      </w:r>
      <w:r w:rsidRPr="004C3E92">
        <w:t>autre sans répugnance</w:t>
      </w:r>
      <w:r w:rsidR="004A4993">
        <w:t xml:space="preserve">, </w:t>
      </w:r>
      <w:r w:rsidRPr="004C3E92">
        <w:t>car rien n</w:t>
      </w:r>
      <w:r w:rsidR="004A4993">
        <w:t>’</w:t>
      </w:r>
      <w:r w:rsidRPr="004C3E92">
        <w:t>avait été dit</w:t>
      </w:r>
      <w:r w:rsidR="004A4993">
        <w:t xml:space="preserve">, </w:t>
      </w:r>
      <w:r w:rsidRPr="004C3E92">
        <w:t>de part ou d</w:t>
      </w:r>
      <w:r w:rsidR="004A4993">
        <w:t>’</w:t>
      </w:r>
      <w:r w:rsidRPr="004C3E92">
        <w:t>autre</w:t>
      </w:r>
      <w:r w:rsidR="004A4993">
        <w:t xml:space="preserve">, </w:t>
      </w:r>
      <w:r w:rsidRPr="004C3E92">
        <w:t xml:space="preserve">qui les incitât à moins </w:t>
      </w:r>
      <w:proofErr w:type="spellStart"/>
      <w:r w:rsidRPr="004C3E92">
        <w:t>se</w:t>
      </w:r>
      <w:proofErr w:type="spellEnd"/>
      <w:r w:rsidRPr="004C3E92">
        <w:t xml:space="preserve"> déplaire mutuellement qu</w:t>
      </w:r>
      <w:r w:rsidR="004A4993">
        <w:t>’</w:t>
      </w:r>
      <w:r w:rsidRPr="004C3E92">
        <w:t>elles ne l</w:t>
      </w:r>
      <w:r w:rsidR="004A4993">
        <w:t>’</w:t>
      </w:r>
      <w:r w:rsidRPr="004C3E92">
        <w:t>avaient fait au préalable</w:t>
      </w:r>
      <w:r w:rsidR="004A4993">
        <w:t xml:space="preserve"> ; </w:t>
      </w:r>
      <w:r w:rsidRPr="004C3E92">
        <w:t xml:space="preserve">et </w:t>
      </w:r>
      <w:proofErr w:type="spellStart"/>
      <w:r w:rsidRPr="004C3E92">
        <w:t>Elinor</w:t>
      </w:r>
      <w:proofErr w:type="spellEnd"/>
      <w:r w:rsidRPr="004C3E92">
        <w:t xml:space="preserve"> prit place à la table de jeu</w:t>
      </w:r>
      <w:r w:rsidR="004A4993">
        <w:t xml:space="preserve">, </w:t>
      </w:r>
      <w:r w:rsidRPr="004C3E92">
        <w:t>avec la conviction mélancolique que non seulement Edward était sans affection pour la personne qui devait devenir sa fe</w:t>
      </w:r>
      <w:r w:rsidRPr="004C3E92">
        <w:t>m</w:t>
      </w:r>
      <w:r w:rsidRPr="004C3E92">
        <w:t>me</w:t>
      </w:r>
      <w:r w:rsidR="004A4993">
        <w:t xml:space="preserve">, </w:t>
      </w:r>
      <w:r w:rsidRPr="004C3E92">
        <w:t>mais qu</w:t>
      </w:r>
      <w:r w:rsidR="004A4993">
        <w:t>’</w:t>
      </w:r>
      <w:r w:rsidRPr="004C3E92">
        <w:t>il n</w:t>
      </w:r>
      <w:r w:rsidR="004A4993">
        <w:t>’</w:t>
      </w:r>
      <w:r w:rsidRPr="004C3E92">
        <w:t>avait même aucune chance de jouir</w:t>
      </w:r>
      <w:r w:rsidR="004A4993">
        <w:t xml:space="preserve">, </w:t>
      </w:r>
      <w:r w:rsidRPr="004C3E92">
        <w:t>dans le mariage</w:t>
      </w:r>
      <w:r w:rsidR="004A4993">
        <w:t xml:space="preserve">, </w:t>
      </w:r>
      <w:r w:rsidRPr="004C3E92">
        <w:t>d</w:t>
      </w:r>
      <w:r w:rsidR="004A4993">
        <w:t>’</w:t>
      </w:r>
      <w:r w:rsidRPr="004C3E92">
        <w:t>un bonheur raisonnable</w:t>
      </w:r>
      <w:r w:rsidR="004A4993">
        <w:t xml:space="preserve">, </w:t>
      </w:r>
      <w:r w:rsidRPr="004C3E92">
        <w:t>que lui aurait donné une a</w:t>
      </w:r>
      <w:r w:rsidRPr="004C3E92">
        <w:t>f</w:t>
      </w:r>
      <w:r w:rsidRPr="004C3E92">
        <w:t>fection sincère de la part de Lucy</w:t>
      </w:r>
      <w:r w:rsidR="004A4993">
        <w:t xml:space="preserve">, </w:t>
      </w:r>
      <w:r w:rsidRPr="004C3E92">
        <w:t>car l</w:t>
      </w:r>
      <w:r w:rsidR="004A4993">
        <w:t>’</w:t>
      </w:r>
      <w:r w:rsidRPr="004C3E92">
        <w:t>intérêt personnel seul pouvait induire une femme à obliger un homme à tenir une promesse de mariage dont</w:t>
      </w:r>
      <w:r w:rsidR="004A4993">
        <w:t xml:space="preserve">, </w:t>
      </w:r>
      <w:r w:rsidRPr="004C3E92">
        <w:t>elle semblait en avoir parfaitement conscience</w:t>
      </w:r>
      <w:r w:rsidR="004A4993">
        <w:t xml:space="preserve">, </w:t>
      </w:r>
      <w:r w:rsidRPr="004C3E92">
        <w:t>il était las</w:t>
      </w:r>
      <w:r w:rsidR="004A4993">
        <w:t>.</w:t>
      </w:r>
    </w:p>
    <w:p w14:paraId="0B54C4AD" w14:textId="77777777" w:rsidR="004A4993" w:rsidRDefault="008C5C61" w:rsidP="004A4993">
      <w:r w:rsidRPr="004C3E92">
        <w:t>Dès lors</w:t>
      </w:r>
      <w:r w:rsidR="004A4993">
        <w:t xml:space="preserve">, </w:t>
      </w:r>
      <w:r w:rsidRPr="004C3E92">
        <w:t xml:space="preserve">ce sujet ne fut plus jamais repris par </w:t>
      </w:r>
      <w:proofErr w:type="spellStart"/>
      <w:r w:rsidRPr="004C3E92">
        <w:t>Elinor</w:t>
      </w:r>
      <w:proofErr w:type="spellEnd"/>
      <w:r w:rsidR="004A4993">
        <w:t xml:space="preserve"> ; </w:t>
      </w:r>
      <w:r w:rsidRPr="004C3E92">
        <w:t>et quand il fut remis sur le tapis par Lucy</w:t>
      </w:r>
      <w:r w:rsidR="004A4993">
        <w:t xml:space="preserve">, </w:t>
      </w:r>
      <w:r w:rsidRPr="004C3E92">
        <w:t>qui manquait rarement une occasion de l</w:t>
      </w:r>
      <w:r w:rsidR="004A4993">
        <w:t>’</w:t>
      </w:r>
      <w:r w:rsidRPr="004C3E92">
        <w:t>aborder</w:t>
      </w:r>
      <w:r w:rsidR="004A4993">
        <w:t xml:space="preserve">, </w:t>
      </w:r>
      <w:r w:rsidRPr="004C3E92">
        <w:t>et prenait particulièrement soin d</w:t>
      </w:r>
      <w:r w:rsidR="004A4993">
        <w:t>’</w:t>
      </w:r>
      <w:r w:rsidRPr="004C3E92">
        <w:t>informer sa confidente de son bonheur chaque fois qu</w:t>
      </w:r>
      <w:r w:rsidR="004A4993">
        <w:t>’</w:t>
      </w:r>
      <w:r w:rsidRPr="004C3E92">
        <w:t>elle r</w:t>
      </w:r>
      <w:r w:rsidRPr="004C3E92">
        <w:t>e</w:t>
      </w:r>
      <w:r w:rsidRPr="004C3E92">
        <w:t>cevait une lettre d</w:t>
      </w:r>
      <w:r w:rsidR="004A4993">
        <w:t>’</w:t>
      </w:r>
      <w:r w:rsidRPr="004C3E92">
        <w:t>Edward</w:t>
      </w:r>
      <w:r w:rsidR="004A4993">
        <w:t xml:space="preserve">, </w:t>
      </w:r>
      <w:r w:rsidRPr="004C3E92">
        <w:t>il fut traité par celle-là avec calme et prudence</w:t>
      </w:r>
      <w:r w:rsidR="004A4993">
        <w:t xml:space="preserve">, </w:t>
      </w:r>
      <w:r w:rsidRPr="004C3E92">
        <w:t>et écarté dès que le permettait la civilité</w:t>
      </w:r>
      <w:r w:rsidR="004A4993">
        <w:t xml:space="preserve"> ; </w:t>
      </w:r>
      <w:r w:rsidRPr="004C3E92">
        <w:t>car il lui semblait que de telles conversations étaient une faveur que Lucy ne méritait pas</w:t>
      </w:r>
      <w:r w:rsidR="004A4993">
        <w:t xml:space="preserve">, </w:t>
      </w:r>
      <w:r w:rsidRPr="004C3E92">
        <w:t>et étaient dangereuses pour elle-même</w:t>
      </w:r>
      <w:r w:rsidR="004A4993">
        <w:t>.</w:t>
      </w:r>
    </w:p>
    <w:p w14:paraId="6CCC872C" w14:textId="77777777" w:rsidR="004A4993" w:rsidRDefault="008C5C61" w:rsidP="004A4993">
      <w:r w:rsidRPr="004C3E92">
        <w:t xml:space="preserve">Le séjour des demoiselles Steele à Barton Park fut prolongé bien </w:t>
      </w:r>
      <w:proofErr w:type="spellStart"/>
      <w:r w:rsidRPr="004C3E92">
        <w:t>au delà</w:t>
      </w:r>
      <w:proofErr w:type="spellEnd"/>
      <w:r w:rsidRPr="004C3E92">
        <w:t xml:space="preserve"> de ce que prévoyait leur invitation primitive</w:t>
      </w:r>
      <w:r w:rsidR="004A4993">
        <w:t xml:space="preserve">. </w:t>
      </w:r>
      <w:r w:rsidRPr="004C3E92">
        <w:t>Leur faveur s</w:t>
      </w:r>
      <w:r w:rsidR="004A4993">
        <w:t>’</w:t>
      </w:r>
      <w:r w:rsidRPr="004C3E92">
        <w:t>accrut</w:t>
      </w:r>
      <w:r w:rsidR="004A4993">
        <w:t xml:space="preserve"> ; </w:t>
      </w:r>
      <w:r w:rsidRPr="004C3E92">
        <w:t>on ne pouvait se passer d</w:t>
      </w:r>
      <w:r w:rsidR="004A4993">
        <w:t>’</w:t>
      </w:r>
      <w:r w:rsidRPr="004C3E92">
        <w:t>elles</w:t>
      </w:r>
      <w:r w:rsidR="004A4993">
        <w:t xml:space="preserve">. </w:t>
      </w:r>
      <w:r w:rsidRPr="004C3E92">
        <w:t>Sir John ne vo</w:t>
      </w:r>
      <w:r w:rsidRPr="004C3E92">
        <w:t>u</w:t>
      </w:r>
      <w:r w:rsidRPr="004C3E92">
        <w:t>lut pas entendre parler de leur départ</w:t>
      </w:r>
      <w:r w:rsidR="004A4993">
        <w:t xml:space="preserve"> ; </w:t>
      </w:r>
      <w:r w:rsidRPr="004C3E92">
        <w:t>et</w:t>
      </w:r>
      <w:r w:rsidR="004A4993">
        <w:t xml:space="preserve">, </w:t>
      </w:r>
      <w:r w:rsidRPr="004C3E92">
        <w:t>en dépit de leurs e</w:t>
      </w:r>
      <w:r w:rsidRPr="004C3E92">
        <w:t>n</w:t>
      </w:r>
      <w:r w:rsidRPr="004C3E92">
        <w:t>gagements nombreux et depuis longtemps convenus à Exeter</w:t>
      </w:r>
      <w:r w:rsidR="004A4993">
        <w:t xml:space="preserve">, </w:t>
      </w:r>
      <w:r w:rsidRPr="004C3E92">
        <w:t>en dépit de la nécessité absolue dans laquelle elles étaient</w:t>
      </w:r>
      <w:r w:rsidR="004A4993">
        <w:t xml:space="preserve">, </w:t>
      </w:r>
      <w:r w:rsidRPr="004C3E92">
        <w:t>d</w:t>
      </w:r>
      <w:r w:rsidR="004A4993">
        <w:t>’</w:t>
      </w:r>
      <w:r w:rsidRPr="004C3E92">
        <w:t>y rentrer immédiatement afin de les tenir</w:t>
      </w:r>
      <w:r w:rsidR="004A4993">
        <w:t xml:space="preserve">, – </w:t>
      </w:r>
      <w:r w:rsidRPr="004C3E92">
        <w:t>nécessité qui était en pleine vigueur à la fin de chaque semaine</w:t>
      </w:r>
      <w:r w:rsidR="004A4993">
        <w:t xml:space="preserve">, – </w:t>
      </w:r>
      <w:r w:rsidRPr="004C3E92">
        <w:t xml:space="preserve">elles se laissèrent persuader de rester près de deux </w:t>
      </w:r>
      <w:r w:rsidRPr="004C3E92">
        <w:lastRenderedPageBreak/>
        <w:t>mois au Park et d</w:t>
      </w:r>
      <w:r w:rsidR="004A4993">
        <w:t>’</w:t>
      </w:r>
      <w:r w:rsidRPr="004C3E92">
        <w:t>assister à la célébration congrue de cette fête qui exige une part plus qu</w:t>
      </w:r>
      <w:r w:rsidR="004A4993">
        <w:t>’</w:t>
      </w:r>
      <w:r w:rsidRPr="004C3E92">
        <w:t>ordinaire de bals privés et de grands dîners pour en procl</w:t>
      </w:r>
      <w:r w:rsidRPr="004C3E92">
        <w:t>a</w:t>
      </w:r>
      <w:r w:rsidRPr="004C3E92">
        <w:t>mer l</w:t>
      </w:r>
      <w:r w:rsidR="004A4993">
        <w:t>’</w:t>
      </w:r>
      <w:r w:rsidRPr="004C3E92">
        <w:t>importance</w:t>
      </w:r>
      <w:r w:rsidR="004A4993">
        <w:t>.</w:t>
      </w:r>
    </w:p>
    <w:p w14:paraId="505D8E44" w14:textId="4E09E615" w:rsidR="008C5C61" w:rsidRPr="004C3E92" w:rsidRDefault="008C5C61" w:rsidP="004A4993">
      <w:pPr>
        <w:pStyle w:val="Titre1"/>
      </w:pPr>
      <w:bookmarkStart w:id="24" w:name="_Toc196409809"/>
      <w:r w:rsidRPr="004C3E92">
        <w:lastRenderedPageBreak/>
        <w:t>CHAPITRE XXV</w:t>
      </w:r>
      <w:bookmarkEnd w:id="24"/>
      <w:r w:rsidRPr="004C3E92">
        <w:br/>
      </w:r>
    </w:p>
    <w:p w14:paraId="13C9C2A1" w14:textId="2998E351" w:rsidR="004A4993" w:rsidRDefault="008C5C61" w:rsidP="004A4993">
      <w:r w:rsidRPr="004C3E92">
        <w:t>Bien que Mrs</w:t>
      </w:r>
      <w:r w:rsidR="004A4993">
        <w:t xml:space="preserve">. </w:t>
      </w:r>
      <w:r w:rsidRPr="004C3E92">
        <w:t>Jennings eût l</w:t>
      </w:r>
      <w:r w:rsidR="004A4993">
        <w:t>’</w:t>
      </w:r>
      <w:r w:rsidRPr="004C3E92">
        <w:t>habitude de passer une bonne partie de l</w:t>
      </w:r>
      <w:r w:rsidR="004A4993">
        <w:t>’</w:t>
      </w:r>
      <w:r w:rsidRPr="004C3E92">
        <w:t>année chez ses enfants et chez ses amis</w:t>
      </w:r>
      <w:r w:rsidR="004A4993">
        <w:t xml:space="preserve">, </w:t>
      </w:r>
      <w:r w:rsidRPr="004C3E92">
        <w:t>elle n</w:t>
      </w:r>
      <w:r w:rsidR="004A4993">
        <w:t>’</w:t>
      </w:r>
      <w:r w:rsidRPr="004C3E92">
        <w:t>était pas sans posséder elle-même une habitation bien établie</w:t>
      </w:r>
      <w:r w:rsidR="004A4993">
        <w:t xml:space="preserve">. </w:t>
      </w:r>
      <w:r w:rsidRPr="004C3E92">
        <w:t>D</w:t>
      </w:r>
      <w:r w:rsidRPr="004C3E92">
        <w:t>e</w:t>
      </w:r>
      <w:r w:rsidRPr="004C3E92">
        <w:t>puis la mort de son mari</w:t>
      </w:r>
      <w:r w:rsidR="004A4993">
        <w:t xml:space="preserve">, </w:t>
      </w:r>
      <w:r w:rsidRPr="004C3E92">
        <w:t>qui avait tenu avec succès un comme</w:t>
      </w:r>
      <w:r w:rsidRPr="004C3E92">
        <w:t>r</w:t>
      </w:r>
      <w:r w:rsidRPr="004C3E92">
        <w:t>ce dans une partie moins élégante de la ville</w:t>
      </w:r>
      <w:r w:rsidR="004A4993">
        <w:t xml:space="preserve">, </w:t>
      </w:r>
      <w:r w:rsidRPr="004C3E92">
        <w:t>elle habitait tous les ans</w:t>
      </w:r>
      <w:r w:rsidR="004A4993">
        <w:t xml:space="preserve">, </w:t>
      </w:r>
      <w:r w:rsidRPr="004C3E92">
        <w:t>en hiver</w:t>
      </w:r>
      <w:r w:rsidR="004A4993">
        <w:t xml:space="preserve">, </w:t>
      </w:r>
      <w:r w:rsidRPr="004C3E92">
        <w:t>une maison dans l</w:t>
      </w:r>
      <w:r w:rsidR="004A4993">
        <w:t>’</w:t>
      </w:r>
      <w:r w:rsidRPr="004C3E92">
        <w:t>une des rues voisines de Portman Square</w:t>
      </w:r>
      <w:r>
        <w:rPr>
          <w:rStyle w:val="Appelnotedebasdep"/>
        </w:rPr>
        <w:footnoteReference w:id="7"/>
      </w:r>
      <w:r w:rsidR="004A4993">
        <w:t xml:space="preserve">. </w:t>
      </w:r>
      <w:r w:rsidRPr="004C3E92">
        <w:t>C</w:t>
      </w:r>
      <w:r w:rsidR="004A4993">
        <w:t>’</w:t>
      </w:r>
      <w:r w:rsidRPr="004C3E92">
        <w:t>est vers cette demeure qu</w:t>
      </w:r>
      <w:r w:rsidR="004A4993">
        <w:t>’</w:t>
      </w:r>
      <w:r w:rsidRPr="004C3E92">
        <w:t>elle commença</w:t>
      </w:r>
      <w:r w:rsidR="004A4993">
        <w:t xml:space="preserve">, </w:t>
      </w:r>
      <w:r w:rsidRPr="004C3E92">
        <w:t>aux approches de janvier</w:t>
      </w:r>
      <w:r w:rsidR="004A4993">
        <w:t xml:space="preserve">, </w:t>
      </w:r>
      <w:r w:rsidRPr="004C3E92">
        <w:t>à tourner ses pensées</w:t>
      </w:r>
      <w:r w:rsidR="004A4993">
        <w:t xml:space="preserve">, </w:t>
      </w:r>
      <w:r w:rsidRPr="004C3E92">
        <w:t>et un jour</w:t>
      </w:r>
      <w:r w:rsidR="004A4993">
        <w:t xml:space="preserve">, </w:t>
      </w:r>
      <w:r w:rsidRPr="004C3E92">
        <w:t>à brûle-pourpoint</w:t>
      </w:r>
      <w:r w:rsidR="004A4993">
        <w:t xml:space="preserve">, </w:t>
      </w:r>
      <w:r w:rsidRPr="004C3E92">
        <w:t>et d</w:t>
      </w:r>
      <w:r w:rsidR="004A4993">
        <w:t>’</w:t>
      </w:r>
      <w:r w:rsidRPr="004C3E92">
        <w:t>une façon fort inattendue pour elles</w:t>
      </w:r>
      <w:r w:rsidR="004A4993">
        <w:t xml:space="preserve">, </w:t>
      </w:r>
      <w:r w:rsidRPr="004C3E92">
        <w:t xml:space="preserve">elle pria les deux aînées des demoiselles </w:t>
      </w:r>
      <w:proofErr w:type="spellStart"/>
      <w:r w:rsidRPr="004C3E92">
        <w:t>Dashwood</w:t>
      </w:r>
      <w:proofErr w:type="spellEnd"/>
      <w:r w:rsidRPr="004C3E92">
        <w:t xml:space="preserve"> de l</w:t>
      </w:r>
      <w:r w:rsidR="004A4993">
        <w:t>’</w:t>
      </w:r>
      <w:r w:rsidRPr="004C3E92">
        <w:t>y accomp</w:t>
      </w:r>
      <w:r w:rsidRPr="004C3E92">
        <w:t>a</w:t>
      </w:r>
      <w:r w:rsidRPr="004C3E92">
        <w:t>gner</w:t>
      </w:r>
      <w:r w:rsidR="004A4993">
        <w:t xml:space="preserve">. </w:t>
      </w:r>
      <w:proofErr w:type="spellStart"/>
      <w:r w:rsidRPr="004C3E92">
        <w:t>Elinor</w:t>
      </w:r>
      <w:proofErr w:type="spellEnd"/>
      <w:r w:rsidR="004A4993">
        <w:t xml:space="preserve">, </w:t>
      </w:r>
      <w:r w:rsidRPr="004C3E92">
        <w:t>sans remarquer le changement de teint de sa sœur</w:t>
      </w:r>
      <w:r w:rsidR="004A4993">
        <w:t xml:space="preserve">, </w:t>
      </w:r>
      <w:r w:rsidRPr="004C3E92">
        <w:t>et le regard chargé d</w:t>
      </w:r>
      <w:r w:rsidR="004A4993">
        <w:t>’</w:t>
      </w:r>
      <w:r w:rsidRPr="004C3E92">
        <w:t>animation</w:t>
      </w:r>
      <w:r w:rsidR="004A4993">
        <w:t xml:space="preserve">, </w:t>
      </w:r>
      <w:r w:rsidRPr="004C3E92">
        <w:t>qui n</w:t>
      </w:r>
      <w:r w:rsidR="004A4993">
        <w:t>’</w:t>
      </w:r>
      <w:r w:rsidRPr="004C3E92">
        <w:t>exprimait nulle indiff</w:t>
      </w:r>
      <w:r w:rsidRPr="004C3E92">
        <w:t>é</w:t>
      </w:r>
      <w:r w:rsidRPr="004C3E92">
        <w:t>rence à ce projet</w:t>
      </w:r>
      <w:r w:rsidR="004A4993">
        <w:t xml:space="preserve">, </w:t>
      </w:r>
      <w:r w:rsidRPr="004C3E92">
        <w:t>y opposa immédiatement</w:t>
      </w:r>
      <w:r w:rsidR="004A4993">
        <w:t xml:space="preserve">, </w:t>
      </w:r>
      <w:r w:rsidRPr="004C3E92">
        <w:t>pour elles deux</w:t>
      </w:r>
      <w:r w:rsidR="004A4993">
        <w:t xml:space="preserve">, </w:t>
      </w:r>
      <w:r w:rsidRPr="004C3E92">
        <w:t>un refus reconnaissant mais absolu</w:t>
      </w:r>
      <w:r w:rsidR="004A4993">
        <w:t xml:space="preserve">, </w:t>
      </w:r>
      <w:r w:rsidRPr="004C3E92">
        <w:t>dans lequel elle croyait expr</w:t>
      </w:r>
      <w:r w:rsidRPr="004C3E92">
        <w:t>i</w:t>
      </w:r>
      <w:r w:rsidRPr="004C3E92">
        <w:t>mer leurs penchants conjoints</w:t>
      </w:r>
      <w:r w:rsidR="004A4993">
        <w:t xml:space="preserve">. </w:t>
      </w:r>
      <w:r w:rsidRPr="004C3E92">
        <w:t>La raison alléguée fut leur rés</w:t>
      </w:r>
      <w:r w:rsidRPr="004C3E92">
        <w:t>o</w:t>
      </w:r>
      <w:r w:rsidRPr="004C3E92">
        <w:t>lution bien prise de ne pas quitter leur mère à cette époque de l</w:t>
      </w:r>
      <w:r w:rsidR="004A4993">
        <w:t>’</w:t>
      </w:r>
      <w:r w:rsidRPr="004C3E92">
        <w:t>année</w:t>
      </w:r>
      <w:r w:rsidR="004A4993">
        <w:t>. M</w:t>
      </w:r>
      <w:r w:rsidR="004A4993" w:rsidRPr="004A4993">
        <w:rPr>
          <w:vertAlign w:val="superscript"/>
        </w:rPr>
        <w:t>rs</w:t>
      </w:r>
      <w:r w:rsidR="004A4993">
        <w:t> </w:t>
      </w:r>
      <w:r w:rsidRPr="004C3E92">
        <w:t>Jennings accueillit ce refus avec quelque surprise</w:t>
      </w:r>
      <w:r w:rsidR="004A4993">
        <w:t xml:space="preserve">, </w:t>
      </w:r>
      <w:r w:rsidRPr="004C3E92">
        <w:t>et répéta aussitôt son invitation</w:t>
      </w:r>
      <w:r w:rsidR="004A4993">
        <w:t>.</w:t>
      </w:r>
    </w:p>
    <w:p w14:paraId="29A1D8C0" w14:textId="77777777" w:rsidR="004A4993" w:rsidRDefault="004A4993" w:rsidP="004A4993">
      <w:r>
        <w:t>— </w:t>
      </w:r>
      <w:r w:rsidR="008C5C61" w:rsidRPr="004C3E92">
        <w:t>Grand Dieu</w:t>
      </w:r>
      <w:r>
        <w:t xml:space="preserve"> ! </w:t>
      </w:r>
      <w:r w:rsidR="008C5C61" w:rsidRPr="004C3E92">
        <w:t>Je suis sûre que votre mère peut fort bien se passer de vous</w:t>
      </w:r>
      <w:r>
        <w:t xml:space="preserve">, </w:t>
      </w:r>
      <w:r w:rsidR="008C5C61" w:rsidRPr="004C3E92">
        <w:t>et je vous prie instamment de m</w:t>
      </w:r>
      <w:r>
        <w:t>’</w:t>
      </w:r>
      <w:r w:rsidR="008C5C61" w:rsidRPr="004C3E92">
        <w:t>accorder le plaisir de votre compagnie</w:t>
      </w:r>
      <w:r>
        <w:t xml:space="preserve">, </w:t>
      </w:r>
      <w:r w:rsidR="008C5C61" w:rsidRPr="004C3E92">
        <w:t>car j</w:t>
      </w:r>
      <w:r>
        <w:t>’</w:t>
      </w:r>
      <w:r w:rsidR="008C5C61" w:rsidRPr="004C3E92">
        <w:t>y suis fermement décidée</w:t>
      </w:r>
      <w:r>
        <w:t xml:space="preserve">. </w:t>
      </w:r>
      <w:r w:rsidR="008C5C61" w:rsidRPr="004C3E92">
        <w:t>Ne vous imaginez pas que vous m</w:t>
      </w:r>
      <w:r>
        <w:t>’</w:t>
      </w:r>
      <w:r w:rsidR="008C5C61" w:rsidRPr="004C3E92">
        <w:t>imposerez quelque gêne</w:t>
      </w:r>
      <w:r>
        <w:t xml:space="preserve">, </w:t>
      </w:r>
      <w:r w:rsidR="008C5C61" w:rsidRPr="004C3E92">
        <w:t>car je ne me dérangerai nullement pour vous</w:t>
      </w:r>
      <w:r>
        <w:t xml:space="preserve">. </w:t>
      </w:r>
      <w:r w:rsidR="008C5C61" w:rsidRPr="004C3E92">
        <w:t xml:space="preserve">Il faudra </w:t>
      </w:r>
      <w:r w:rsidR="008C5C61" w:rsidRPr="004C3E92">
        <w:lastRenderedPageBreak/>
        <w:t>simplement que j</w:t>
      </w:r>
      <w:r>
        <w:t>’</w:t>
      </w:r>
      <w:r w:rsidR="008C5C61" w:rsidRPr="004C3E92">
        <w:t>expédie Betty par la diligence</w:t>
      </w:r>
      <w:r>
        <w:t xml:space="preserve">, </w:t>
      </w:r>
      <w:r w:rsidR="008C5C61" w:rsidRPr="004C3E92">
        <w:t>et cela</w:t>
      </w:r>
      <w:r>
        <w:t xml:space="preserve">, </w:t>
      </w:r>
      <w:r w:rsidR="008C5C61" w:rsidRPr="004C3E92">
        <w:t>j</w:t>
      </w:r>
      <w:r>
        <w:t>’</w:t>
      </w:r>
      <w:r w:rsidR="008C5C61" w:rsidRPr="004C3E92">
        <w:t>espère que mes moyens me le permettent</w:t>
      </w:r>
      <w:r>
        <w:t xml:space="preserve">. </w:t>
      </w:r>
      <w:r w:rsidR="008C5C61" w:rsidRPr="004C3E92">
        <w:t>Nous pourrons tenir très bien toutes les trois dans ma chaise de poste</w:t>
      </w:r>
      <w:r>
        <w:t xml:space="preserve"> ; </w:t>
      </w:r>
      <w:r w:rsidR="008C5C61" w:rsidRPr="004C3E92">
        <w:t>et quand nous serons à Londres</w:t>
      </w:r>
      <w:r>
        <w:t xml:space="preserve">, </w:t>
      </w:r>
      <w:r w:rsidR="008C5C61" w:rsidRPr="004C3E92">
        <w:t>s</w:t>
      </w:r>
      <w:r>
        <w:t>’</w:t>
      </w:r>
      <w:r w:rsidR="008C5C61" w:rsidRPr="004C3E92">
        <w:t>il ne vous plaît pas de vous rendre partout où je vais</w:t>
      </w:r>
      <w:r>
        <w:t xml:space="preserve">, </w:t>
      </w:r>
      <w:r w:rsidR="008C5C61" w:rsidRPr="004C3E92">
        <w:t>fort bien</w:t>
      </w:r>
      <w:r>
        <w:t xml:space="preserve"> : </w:t>
      </w:r>
      <w:r w:rsidR="008C5C61" w:rsidRPr="004C3E92">
        <w:t>vous pourrez toujours sortir avec l</w:t>
      </w:r>
      <w:r>
        <w:t>’</w:t>
      </w:r>
      <w:r w:rsidR="008C5C61" w:rsidRPr="004C3E92">
        <w:t>une de mes filles</w:t>
      </w:r>
      <w:r>
        <w:t xml:space="preserve">. </w:t>
      </w:r>
      <w:r w:rsidR="008C5C61" w:rsidRPr="004C3E92">
        <w:t>Je suis sûre que votre mère n</w:t>
      </w:r>
      <w:r>
        <w:t>’</w:t>
      </w:r>
      <w:r w:rsidR="008C5C61" w:rsidRPr="004C3E92">
        <w:t>y verra pas d</w:t>
      </w:r>
      <w:r>
        <w:t>’</w:t>
      </w:r>
      <w:r w:rsidR="008C5C61" w:rsidRPr="004C3E92">
        <w:t>inconvénient</w:t>
      </w:r>
      <w:r>
        <w:t xml:space="preserve"> ; </w:t>
      </w:r>
      <w:r w:rsidR="008C5C61" w:rsidRPr="004C3E92">
        <w:t>car j</w:t>
      </w:r>
      <w:r>
        <w:t>’</w:t>
      </w:r>
      <w:r w:rsidR="008C5C61" w:rsidRPr="004C3E92">
        <w:t>ai eu tell</w:t>
      </w:r>
      <w:r w:rsidR="008C5C61" w:rsidRPr="004C3E92">
        <w:t>e</w:t>
      </w:r>
      <w:r w:rsidR="008C5C61" w:rsidRPr="004C3E92">
        <w:t>ment de chance à me défaire de mes enfants</w:t>
      </w:r>
      <w:r>
        <w:t xml:space="preserve">, </w:t>
      </w:r>
      <w:r w:rsidR="008C5C61" w:rsidRPr="004C3E92">
        <w:t>qu</w:t>
      </w:r>
      <w:r>
        <w:t>’</w:t>
      </w:r>
      <w:r w:rsidR="008C5C61" w:rsidRPr="004C3E92">
        <w:t>elle me cons</w:t>
      </w:r>
      <w:r w:rsidR="008C5C61" w:rsidRPr="004C3E92">
        <w:t>i</w:t>
      </w:r>
      <w:r w:rsidR="008C5C61" w:rsidRPr="004C3E92">
        <w:t>dérera comme une personne toute désignée pour vous confier à moi</w:t>
      </w:r>
      <w:r>
        <w:t xml:space="preserve"> ; </w:t>
      </w:r>
      <w:r w:rsidR="008C5C61" w:rsidRPr="004C3E92">
        <w:t>et si je ne parviens pas à marier convenablement l</w:t>
      </w:r>
      <w:r>
        <w:t>’</w:t>
      </w:r>
      <w:r w:rsidR="008C5C61" w:rsidRPr="004C3E92">
        <w:t>une au moins d</w:t>
      </w:r>
      <w:r>
        <w:t>’</w:t>
      </w:r>
      <w:r w:rsidR="008C5C61" w:rsidRPr="004C3E92">
        <w:t>entre vous</w:t>
      </w:r>
      <w:r>
        <w:t xml:space="preserve">, </w:t>
      </w:r>
      <w:r w:rsidR="008C5C61" w:rsidRPr="004C3E92">
        <w:t>ce ne sera pas ma faute</w:t>
      </w:r>
      <w:r>
        <w:t xml:space="preserve">. </w:t>
      </w:r>
      <w:r w:rsidR="008C5C61" w:rsidRPr="004C3E92">
        <w:t>J</w:t>
      </w:r>
      <w:r>
        <w:t>’</w:t>
      </w:r>
      <w:r w:rsidR="008C5C61" w:rsidRPr="004C3E92">
        <w:t>en dirai un mot à tous les jeunes gens</w:t>
      </w:r>
      <w:r>
        <w:t xml:space="preserve">, </w:t>
      </w:r>
      <w:r w:rsidR="008C5C61" w:rsidRPr="004C3E92">
        <w:t>vous pouvez y compter</w:t>
      </w:r>
      <w:r>
        <w:t>.</w:t>
      </w:r>
    </w:p>
    <w:p w14:paraId="78FFA933" w14:textId="77777777" w:rsidR="004A4993" w:rsidRDefault="004A4993" w:rsidP="004A4993">
      <w:r>
        <w:t>— </w:t>
      </w:r>
      <w:r w:rsidR="008C5C61" w:rsidRPr="004C3E92">
        <w:t>J</w:t>
      </w:r>
      <w:r>
        <w:t>’</w:t>
      </w:r>
      <w:r w:rsidR="008C5C61" w:rsidRPr="004C3E92">
        <w:t>ai idée</w:t>
      </w:r>
      <w:r>
        <w:t xml:space="preserve">, </w:t>
      </w:r>
      <w:r w:rsidR="008C5C61" w:rsidRPr="004C3E92">
        <w:t>dit Sir John</w:t>
      </w:r>
      <w:r>
        <w:t xml:space="preserve">, </w:t>
      </w:r>
      <w:r w:rsidR="008C5C61" w:rsidRPr="004C3E92">
        <w:t>que miss Marianne n</w:t>
      </w:r>
      <w:r>
        <w:t>’</w:t>
      </w:r>
      <w:r w:rsidR="008C5C61" w:rsidRPr="004C3E92">
        <w:t>aurait pas d</w:t>
      </w:r>
      <w:r>
        <w:t>’</w:t>
      </w:r>
      <w:r w:rsidR="008C5C61" w:rsidRPr="004C3E92">
        <w:t>objection à un projet de ce genre</w:t>
      </w:r>
      <w:r>
        <w:t xml:space="preserve">, </w:t>
      </w:r>
      <w:r w:rsidR="008C5C61" w:rsidRPr="004C3E92">
        <w:t>si sa sœur aînée voulait bien s</w:t>
      </w:r>
      <w:r>
        <w:t>’</w:t>
      </w:r>
      <w:r w:rsidR="008C5C61" w:rsidRPr="004C3E92">
        <w:t>y plier</w:t>
      </w:r>
      <w:r>
        <w:t xml:space="preserve">. </w:t>
      </w:r>
      <w:r w:rsidR="008C5C61" w:rsidRPr="004C3E92">
        <w:t>Il est certes bien cruel qu</w:t>
      </w:r>
      <w:r>
        <w:t>’</w:t>
      </w:r>
      <w:r w:rsidR="008C5C61" w:rsidRPr="004C3E92">
        <w:t xml:space="preserve">elle ne puisse pas se divertir un peu parce que miss </w:t>
      </w:r>
      <w:proofErr w:type="spellStart"/>
      <w:r w:rsidR="008C5C61" w:rsidRPr="004C3E92">
        <w:t>Dashwood</w:t>
      </w:r>
      <w:proofErr w:type="spellEnd"/>
      <w:r w:rsidR="008C5C61" w:rsidRPr="004C3E92">
        <w:t xml:space="preserve"> ne le désire pas</w:t>
      </w:r>
      <w:r>
        <w:t xml:space="preserve"> ! </w:t>
      </w:r>
      <w:r w:rsidR="008C5C61" w:rsidRPr="004C3E92">
        <w:t>C</w:t>
      </w:r>
      <w:r>
        <w:t>’</w:t>
      </w:r>
      <w:r w:rsidR="008C5C61" w:rsidRPr="004C3E92">
        <w:t>est pou</w:t>
      </w:r>
      <w:r w:rsidR="008C5C61" w:rsidRPr="004C3E92">
        <w:t>r</w:t>
      </w:r>
      <w:r w:rsidR="008C5C61" w:rsidRPr="004C3E92">
        <w:t>quoi je vous conseillerais</w:t>
      </w:r>
      <w:r>
        <w:t xml:space="preserve">, </w:t>
      </w:r>
      <w:r w:rsidR="008C5C61" w:rsidRPr="004C3E92">
        <w:t>à vous deux</w:t>
      </w:r>
      <w:r>
        <w:t xml:space="preserve">, </w:t>
      </w:r>
      <w:r w:rsidR="008C5C61" w:rsidRPr="004C3E92">
        <w:t>de partir pour Londres</w:t>
      </w:r>
      <w:r>
        <w:t xml:space="preserve">, </w:t>
      </w:r>
      <w:r w:rsidR="008C5C61" w:rsidRPr="004C3E92">
        <w:t>quand vous en aurez assez de Barton</w:t>
      </w:r>
      <w:r>
        <w:t xml:space="preserve">, </w:t>
      </w:r>
      <w:r w:rsidR="008C5C61" w:rsidRPr="004C3E92">
        <w:t xml:space="preserve">sans en souffler mot à miss </w:t>
      </w:r>
      <w:proofErr w:type="spellStart"/>
      <w:r w:rsidR="008C5C61" w:rsidRPr="004C3E92">
        <w:t>Dashwood</w:t>
      </w:r>
      <w:proofErr w:type="spellEnd"/>
      <w:r>
        <w:t>.</w:t>
      </w:r>
    </w:p>
    <w:p w14:paraId="595E9E3B" w14:textId="77777777" w:rsidR="004A4993" w:rsidRDefault="004A4993" w:rsidP="004A4993">
      <w:r>
        <w:t>— </w:t>
      </w:r>
      <w:r w:rsidR="008C5C61" w:rsidRPr="004C3E92">
        <w:t>Voyons</w:t>
      </w:r>
      <w:r>
        <w:t xml:space="preserve">, </w:t>
      </w:r>
      <w:r w:rsidR="008C5C61" w:rsidRPr="004C3E92">
        <w:t>s</w:t>
      </w:r>
      <w:r>
        <w:t>’</w:t>
      </w:r>
      <w:r w:rsidR="008C5C61" w:rsidRPr="004C3E92">
        <w:t>écria Mrs</w:t>
      </w:r>
      <w:r>
        <w:t xml:space="preserve">. </w:t>
      </w:r>
      <w:r w:rsidR="008C5C61" w:rsidRPr="004C3E92">
        <w:t>Jennings</w:t>
      </w:r>
      <w:r>
        <w:t xml:space="preserve">, </w:t>
      </w:r>
      <w:r w:rsidR="008C5C61" w:rsidRPr="004C3E92">
        <w:t>je serai certes prodigie</w:t>
      </w:r>
      <w:r w:rsidR="008C5C61" w:rsidRPr="004C3E92">
        <w:t>u</w:t>
      </w:r>
      <w:r w:rsidR="008C5C61" w:rsidRPr="004C3E92">
        <w:t>sement ravie de la compagnie de miss Marianne</w:t>
      </w:r>
      <w:r>
        <w:t xml:space="preserve">, – </w:t>
      </w:r>
      <w:r w:rsidR="008C5C61" w:rsidRPr="004C3E92">
        <w:t xml:space="preserve">que miss </w:t>
      </w:r>
      <w:proofErr w:type="spellStart"/>
      <w:r w:rsidR="008C5C61" w:rsidRPr="004C3E92">
        <w:t>Dashwood</w:t>
      </w:r>
      <w:proofErr w:type="spellEnd"/>
      <w:r w:rsidR="008C5C61" w:rsidRPr="004C3E92">
        <w:t xml:space="preserve"> soit</w:t>
      </w:r>
      <w:r>
        <w:t xml:space="preserve">, </w:t>
      </w:r>
      <w:r w:rsidR="008C5C61" w:rsidRPr="004C3E92">
        <w:t>ou non</w:t>
      </w:r>
      <w:r>
        <w:t xml:space="preserve">, </w:t>
      </w:r>
      <w:r w:rsidR="008C5C61" w:rsidRPr="004C3E92">
        <w:t>de la partie</w:t>
      </w:r>
      <w:r>
        <w:t xml:space="preserve"> ; </w:t>
      </w:r>
      <w:r w:rsidR="008C5C61" w:rsidRPr="004C3E92">
        <w:t>mais plus on est de fous</w:t>
      </w:r>
      <w:r>
        <w:t xml:space="preserve">, </w:t>
      </w:r>
      <w:r w:rsidR="008C5C61" w:rsidRPr="004C3E92">
        <w:t>plus on rit</w:t>
      </w:r>
      <w:r>
        <w:t xml:space="preserve">, – </w:t>
      </w:r>
      <w:r w:rsidR="008C5C61" w:rsidRPr="004C3E92">
        <w:t>voilà ce que je dis</w:t>
      </w:r>
      <w:r>
        <w:t xml:space="preserve">, </w:t>
      </w:r>
      <w:r w:rsidR="008C5C61" w:rsidRPr="004C3E92">
        <w:t>et je croyais qu</w:t>
      </w:r>
      <w:r>
        <w:t>’</w:t>
      </w:r>
      <w:r w:rsidR="008C5C61" w:rsidRPr="004C3E92">
        <w:t>il serait plus agréable pour elles d</w:t>
      </w:r>
      <w:r>
        <w:t>’</w:t>
      </w:r>
      <w:r w:rsidR="008C5C61" w:rsidRPr="004C3E92">
        <w:t>être ensemble</w:t>
      </w:r>
      <w:r>
        <w:t xml:space="preserve"> ; </w:t>
      </w:r>
      <w:r w:rsidR="008C5C61" w:rsidRPr="004C3E92">
        <w:t>parce que</w:t>
      </w:r>
      <w:r>
        <w:t xml:space="preserve">, </w:t>
      </w:r>
      <w:r w:rsidR="008C5C61" w:rsidRPr="004C3E92">
        <w:t>si elles se fat</w:t>
      </w:r>
      <w:r w:rsidR="008C5C61" w:rsidRPr="004C3E92">
        <w:t>i</w:t>
      </w:r>
      <w:r w:rsidR="008C5C61" w:rsidRPr="004C3E92">
        <w:t>guaient de moi</w:t>
      </w:r>
      <w:r>
        <w:t xml:space="preserve">, </w:t>
      </w:r>
      <w:r w:rsidR="008C5C61" w:rsidRPr="004C3E92">
        <w:t>elles pourraient se causer entre elles</w:t>
      </w:r>
      <w:r>
        <w:t xml:space="preserve">, </w:t>
      </w:r>
      <w:r w:rsidR="008C5C61" w:rsidRPr="004C3E92">
        <w:t>et rire de</w:t>
      </w:r>
      <w:r w:rsidR="008C5C61" w:rsidRPr="004C3E92">
        <w:t>r</w:t>
      </w:r>
      <w:r w:rsidR="008C5C61" w:rsidRPr="004C3E92">
        <w:t>rière mon dos de mes façons bizarres</w:t>
      </w:r>
      <w:r>
        <w:t xml:space="preserve">. </w:t>
      </w:r>
      <w:r w:rsidR="008C5C61" w:rsidRPr="004C3E92">
        <w:t>Mais il me faut l</w:t>
      </w:r>
      <w:r>
        <w:t>’</w:t>
      </w:r>
      <w:r w:rsidR="008C5C61" w:rsidRPr="004C3E92">
        <w:t>une ou l</w:t>
      </w:r>
      <w:r>
        <w:t>’</w:t>
      </w:r>
      <w:r w:rsidR="008C5C61" w:rsidRPr="004C3E92">
        <w:t>autre</w:t>
      </w:r>
      <w:r>
        <w:t xml:space="preserve">, </w:t>
      </w:r>
      <w:r w:rsidR="008C5C61" w:rsidRPr="004C3E92">
        <w:t>sinon l</w:t>
      </w:r>
      <w:r>
        <w:t>’</w:t>
      </w:r>
      <w:r w:rsidR="008C5C61" w:rsidRPr="004C3E92">
        <w:t>une et l</w:t>
      </w:r>
      <w:r>
        <w:t>’</w:t>
      </w:r>
      <w:r w:rsidR="008C5C61" w:rsidRPr="004C3E92">
        <w:t>autre</w:t>
      </w:r>
      <w:r>
        <w:t xml:space="preserve">. </w:t>
      </w:r>
      <w:r w:rsidR="008C5C61" w:rsidRPr="004C3E92">
        <w:t>Juste ciel</w:t>
      </w:r>
      <w:r>
        <w:t xml:space="preserve"> ! </w:t>
      </w:r>
      <w:r w:rsidR="008C5C61" w:rsidRPr="004C3E92">
        <w:t>Comment croyez-vous que je pourrai vivre</w:t>
      </w:r>
      <w:r>
        <w:t xml:space="preserve">, </w:t>
      </w:r>
      <w:r w:rsidR="008C5C61" w:rsidRPr="004C3E92">
        <w:t>toute seule</w:t>
      </w:r>
      <w:r>
        <w:t xml:space="preserve">, </w:t>
      </w:r>
      <w:r w:rsidR="008C5C61" w:rsidRPr="004C3E92">
        <w:t>dans mon coin</w:t>
      </w:r>
      <w:r>
        <w:t xml:space="preserve">, – </w:t>
      </w:r>
      <w:r w:rsidR="008C5C61" w:rsidRPr="004C3E92">
        <w:t>moi qui ai toujours été habituée</w:t>
      </w:r>
      <w:r>
        <w:t xml:space="preserve">, </w:t>
      </w:r>
      <w:r w:rsidR="008C5C61" w:rsidRPr="004C3E92">
        <w:t>jusqu</w:t>
      </w:r>
      <w:r>
        <w:t>’</w:t>
      </w:r>
      <w:r w:rsidR="008C5C61" w:rsidRPr="004C3E92">
        <w:t>à cet hiver</w:t>
      </w:r>
      <w:r>
        <w:t xml:space="preserve">, </w:t>
      </w:r>
      <w:r w:rsidR="008C5C61" w:rsidRPr="004C3E92">
        <w:t>à avoir Charlotte auprès de moi</w:t>
      </w:r>
      <w:r>
        <w:t xml:space="preserve"> ? </w:t>
      </w:r>
      <w:r w:rsidR="008C5C61" w:rsidRPr="004C3E92">
        <w:t>Voyons</w:t>
      </w:r>
      <w:r>
        <w:t xml:space="preserve">, </w:t>
      </w:r>
      <w:r w:rsidR="008C5C61" w:rsidRPr="004C3E92">
        <w:t>miss Marianne</w:t>
      </w:r>
      <w:r>
        <w:t xml:space="preserve">, </w:t>
      </w:r>
      <w:r w:rsidR="008C5C61" w:rsidRPr="004C3E92">
        <w:t>topez-là</w:t>
      </w:r>
      <w:r>
        <w:t xml:space="preserve">, </w:t>
      </w:r>
      <w:r w:rsidR="008C5C61" w:rsidRPr="004C3E92">
        <w:t>et que ce soit une a</w:t>
      </w:r>
      <w:r w:rsidR="008C5C61" w:rsidRPr="004C3E92">
        <w:t>f</w:t>
      </w:r>
      <w:r w:rsidR="008C5C61" w:rsidRPr="004C3E92">
        <w:t>faire entendue</w:t>
      </w:r>
      <w:r>
        <w:t xml:space="preserve">, </w:t>
      </w:r>
      <w:r w:rsidR="008C5C61" w:rsidRPr="004C3E92">
        <w:t xml:space="preserve">et si miss </w:t>
      </w:r>
      <w:proofErr w:type="spellStart"/>
      <w:r w:rsidR="008C5C61" w:rsidRPr="004C3E92">
        <w:t>Dashwood</w:t>
      </w:r>
      <w:proofErr w:type="spellEnd"/>
      <w:r w:rsidR="008C5C61" w:rsidRPr="004C3E92">
        <w:t xml:space="preserve"> change d</w:t>
      </w:r>
      <w:r>
        <w:t>’</w:t>
      </w:r>
      <w:r w:rsidR="008C5C61" w:rsidRPr="004C3E92">
        <w:t>avis d</w:t>
      </w:r>
      <w:r>
        <w:t>’</w:t>
      </w:r>
      <w:r w:rsidR="008C5C61" w:rsidRPr="004C3E92">
        <w:t>ici là</w:t>
      </w:r>
      <w:r>
        <w:t xml:space="preserve">, </w:t>
      </w:r>
      <w:r w:rsidR="008C5C61" w:rsidRPr="004C3E92">
        <w:t>ma foi</w:t>
      </w:r>
      <w:r>
        <w:t xml:space="preserve">, </w:t>
      </w:r>
      <w:r w:rsidR="008C5C61" w:rsidRPr="004C3E92">
        <w:t>tant mieux</w:t>
      </w:r>
      <w:r>
        <w:t> !</w:t>
      </w:r>
    </w:p>
    <w:p w14:paraId="14D242B7" w14:textId="77777777" w:rsidR="004A4993" w:rsidRDefault="004A4993" w:rsidP="004A4993">
      <w:r>
        <w:lastRenderedPageBreak/>
        <w:t>— </w:t>
      </w:r>
      <w:r w:rsidR="008C5C61" w:rsidRPr="004C3E92">
        <w:t>Je vous remercie</w:t>
      </w:r>
      <w:r>
        <w:t xml:space="preserve">, </w:t>
      </w:r>
      <w:r w:rsidR="008C5C61" w:rsidRPr="004C3E92">
        <w:t>madame</w:t>
      </w:r>
      <w:r>
        <w:t xml:space="preserve">, </w:t>
      </w:r>
      <w:r w:rsidR="008C5C61" w:rsidRPr="004C3E92">
        <w:t>je vous remercie sincèr</w:t>
      </w:r>
      <w:r w:rsidR="008C5C61" w:rsidRPr="004C3E92">
        <w:t>e</w:t>
      </w:r>
      <w:r w:rsidR="008C5C61" w:rsidRPr="004C3E92">
        <w:t>ment</w:t>
      </w:r>
      <w:r>
        <w:t xml:space="preserve">, </w:t>
      </w:r>
      <w:r w:rsidR="008C5C61" w:rsidRPr="004C3E92">
        <w:t>dit Marianne</w:t>
      </w:r>
      <w:r>
        <w:t xml:space="preserve">, </w:t>
      </w:r>
      <w:r w:rsidR="008C5C61" w:rsidRPr="004C3E92">
        <w:t>avec feu</w:t>
      </w:r>
      <w:r>
        <w:t xml:space="preserve"> ; </w:t>
      </w:r>
      <w:r w:rsidR="008C5C61" w:rsidRPr="004C3E92">
        <w:t>votre invitation vous a acquis à tout jamais ma gratitude</w:t>
      </w:r>
      <w:r>
        <w:t xml:space="preserve">, </w:t>
      </w:r>
      <w:r w:rsidR="008C5C61" w:rsidRPr="004C3E92">
        <w:t>et cela me ferait le plus grand plaisir</w:t>
      </w:r>
      <w:r>
        <w:t xml:space="preserve">, – </w:t>
      </w:r>
      <w:r w:rsidR="008C5C61" w:rsidRPr="004C3E92">
        <w:t>oui</w:t>
      </w:r>
      <w:r>
        <w:t xml:space="preserve">, </w:t>
      </w:r>
      <w:r w:rsidR="008C5C61" w:rsidRPr="004C3E92">
        <w:t>presque le plus grand plaisir dont je sois capable</w:t>
      </w:r>
      <w:r>
        <w:t xml:space="preserve">, – </w:t>
      </w:r>
      <w:r w:rsidR="008C5C61" w:rsidRPr="004C3E92">
        <w:t>de pouvoir l</w:t>
      </w:r>
      <w:r>
        <w:t>’</w:t>
      </w:r>
      <w:r w:rsidR="008C5C61" w:rsidRPr="004C3E92">
        <w:t>accepter</w:t>
      </w:r>
      <w:r>
        <w:t xml:space="preserve">. </w:t>
      </w:r>
      <w:r w:rsidR="008C5C61" w:rsidRPr="004C3E92">
        <w:t>Mais ma mère</w:t>
      </w:r>
      <w:r>
        <w:t xml:space="preserve">, </w:t>
      </w:r>
      <w:r w:rsidR="008C5C61" w:rsidRPr="004C3E92">
        <w:t>ma chère et bonne maman</w:t>
      </w:r>
      <w:r>
        <w:t xml:space="preserve">… </w:t>
      </w:r>
      <w:r w:rsidR="008C5C61" w:rsidRPr="004C3E92">
        <w:t>je sens la justice de ce qu</w:t>
      </w:r>
      <w:r>
        <w:t>’</w:t>
      </w:r>
      <w:r w:rsidR="008C5C61" w:rsidRPr="004C3E92">
        <w:t xml:space="preserve">a fait valoir </w:t>
      </w:r>
      <w:proofErr w:type="spellStart"/>
      <w:r w:rsidR="008C5C61" w:rsidRPr="004C3E92">
        <w:t>Elinor</w:t>
      </w:r>
      <w:proofErr w:type="spellEnd"/>
      <w:r>
        <w:t xml:space="preserve">, </w:t>
      </w:r>
      <w:r w:rsidR="008C5C61" w:rsidRPr="004C3E92">
        <w:t>et si elle devait être rendue moins heureuse</w:t>
      </w:r>
      <w:r>
        <w:t xml:space="preserve">, </w:t>
      </w:r>
      <w:r w:rsidR="008C5C61" w:rsidRPr="004C3E92">
        <w:t>moins à son aise</w:t>
      </w:r>
      <w:r>
        <w:t xml:space="preserve">, </w:t>
      </w:r>
      <w:r w:rsidR="008C5C61" w:rsidRPr="004C3E92">
        <w:t>par notre absence</w:t>
      </w:r>
      <w:r>
        <w:t xml:space="preserve">… </w:t>
      </w:r>
      <w:r w:rsidR="008C5C61" w:rsidRPr="004C3E92">
        <w:t>Oh</w:t>
      </w:r>
      <w:r>
        <w:t xml:space="preserve">, </w:t>
      </w:r>
      <w:r w:rsidR="008C5C61" w:rsidRPr="004C3E92">
        <w:t>non</w:t>
      </w:r>
      <w:r>
        <w:t xml:space="preserve">, </w:t>
      </w:r>
      <w:r w:rsidR="008C5C61" w:rsidRPr="004C3E92">
        <w:t>rien ne m</w:t>
      </w:r>
      <w:r>
        <w:t>’</w:t>
      </w:r>
      <w:r w:rsidR="008C5C61" w:rsidRPr="004C3E92">
        <w:t>inciterait à la quitter</w:t>
      </w:r>
      <w:r>
        <w:t xml:space="preserve">. </w:t>
      </w:r>
      <w:r w:rsidR="008C5C61" w:rsidRPr="004C3E92">
        <w:t>Cela ne doit pas être une lutte</w:t>
      </w:r>
      <w:r>
        <w:t xml:space="preserve">, – </w:t>
      </w:r>
      <w:r w:rsidR="008C5C61" w:rsidRPr="004C3E92">
        <w:t>il ne le faut pas</w:t>
      </w:r>
      <w:r>
        <w:t>.</w:t>
      </w:r>
    </w:p>
    <w:p w14:paraId="4219FC0D" w14:textId="77777777" w:rsidR="004A4993" w:rsidRDefault="008C5C61" w:rsidP="004A4993">
      <w:r w:rsidRPr="004C3E92">
        <w:t>Mrs</w:t>
      </w:r>
      <w:r w:rsidR="004A4993">
        <w:t xml:space="preserve">. </w:t>
      </w:r>
      <w:r w:rsidRPr="004C3E92">
        <w:t>Jennings lui réitéra l</w:t>
      </w:r>
      <w:r w:rsidR="004A4993">
        <w:t>’</w:t>
      </w:r>
      <w:r w:rsidRPr="004C3E92">
        <w:t>assurance que Mrs</w:t>
      </w:r>
      <w:r w:rsidR="004A4993">
        <w:t xml:space="preserve">. </w:t>
      </w:r>
      <w:proofErr w:type="spellStart"/>
      <w:r w:rsidRPr="004C3E92">
        <w:t>Dashwood</w:t>
      </w:r>
      <w:proofErr w:type="spellEnd"/>
      <w:r w:rsidRPr="004C3E92">
        <w:t xml:space="preserve"> pouvait parfaitement se passer d</w:t>
      </w:r>
      <w:r w:rsidR="004A4993">
        <w:t>’</w:t>
      </w:r>
      <w:r w:rsidRPr="004C3E92">
        <w:t>elles</w:t>
      </w:r>
      <w:r w:rsidR="004A4993">
        <w:t xml:space="preserve"> ; </w:t>
      </w:r>
      <w:r w:rsidRPr="004C3E92">
        <w:t xml:space="preserve">et </w:t>
      </w:r>
      <w:proofErr w:type="spellStart"/>
      <w:r w:rsidRPr="004C3E92">
        <w:t>Elinor</w:t>
      </w:r>
      <w:proofErr w:type="spellEnd"/>
      <w:r w:rsidR="004A4993">
        <w:t xml:space="preserve">, </w:t>
      </w:r>
      <w:r w:rsidRPr="004C3E92">
        <w:t>qui compr</w:t>
      </w:r>
      <w:r w:rsidRPr="004C3E92">
        <w:t>e</w:t>
      </w:r>
      <w:r w:rsidRPr="004C3E92">
        <w:t>nait à présent sa sœur</w:t>
      </w:r>
      <w:r w:rsidR="004A4993">
        <w:t xml:space="preserve">, </w:t>
      </w:r>
      <w:r w:rsidRPr="004C3E92">
        <w:t>et voyait à quel point elle était devenue indifférente à presque toute autre chose</w:t>
      </w:r>
      <w:r w:rsidR="004A4993">
        <w:t xml:space="preserve">, </w:t>
      </w:r>
      <w:r w:rsidRPr="004C3E92">
        <w:t>à cause de son ardent désir de retrouver Willoughby</w:t>
      </w:r>
      <w:r w:rsidR="004A4993">
        <w:t xml:space="preserve">, </w:t>
      </w:r>
      <w:r w:rsidRPr="004C3E92">
        <w:t>ne fit plus d</w:t>
      </w:r>
      <w:r w:rsidR="004A4993">
        <w:t>’</w:t>
      </w:r>
      <w:r w:rsidRPr="004C3E92">
        <w:t>opposition directe au projet</w:t>
      </w:r>
      <w:r w:rsidR="004A4993">
        <w:t xml:space="preserve">, </w:t>
      </w:r>
      <w:r w:rsidRPr="004C3E92">
        <w:t>et se contenta de s</w:t>
      </w:r>
      <w:r w:rsidR="004A4993">
        <w:t>’</w:t>
      </w:r>
      <w:r w:rsidRPr="004C3E92">
        <w:t>en remettre à la décision de sa m</w:t>
      </w:r>
      <w:r w:rsidRPr="004C3E92">
        <w:t>è</w:t>
      </w:r>
      <w:r w:rsidRPr="004C3E92">
        <w:t>re</w:t>
      </w:r>
      <w:r w:rsidR="004A4993">
        <w:t xml:space="preserve"> ; </w:t>
      </w:r>
      <w:r w:rsidRPr="004C3E92">
        <w:t>elle ne s</w:t>
      </w:r>
      <w:r w:rsidR="004A4993">
        <w:t>’</w:t>
      </w:r>
      <w:r w:rsidRPr="004C3E92">
        <w:t>attendit guère</w:t>
      </w:r>
      <w:r w:rsidR="004A4993">
        <w:t xml:space="preserve">, </w:t>
      </w:r>
      <w:r w:rsidRPr="004C3E92">
        <w:t>toutefois</w:t>
      </w:r>
      <w:r w:rsidR="004A4993">
        <w:t xml:space="preserve">, </w:t>
      </w:r>
      <w:r w:rsidRPr="004C3E92">
        <w:t>à recevoir de celle-ci un appui dans son effort en vue d</w:t>
      </w:r>
      <w:r w:rsidR="004A4993">
        <w:t>’</w:t>
      </w:r>
      <w:r w:rsidRPr="004C3E92">
        <w:t>empêcher une visite qu</w:t>
      </w:r>
      <w:r w:rsidR="004A4993">
        <w:t>’</w:t>
      </w:r>
      <w:r w:rsidRPr="004C3E92">
        <w:t>elle ne pouvait approuver quant à sa sœur</w:t>
      </w:r>
      <w:r w:rsidR="004A4993">
        <w:t xml:space="preserve">, </w:t>
      </w:r>
      <w:r w:rsidRPr="004C3E92">
        <w:t>et que</w:t>
      </w:r>
      <w:r w:rsidR="004A4993">
        <w:t xml:space="preserve">, </w:t>
      </w:r>
      <w:r w:rsidRPr="004C3E92">
        <w:t>pour son propre compte</w:t>
      </w:r>
      <w:r w:rsidR="004A4993">
        <w:t xml:space="preserve">, </w:t>
      </w:r>
      <w:r w:rsidRPr="004C3E92">
        <w:t>elle avait des raisons spéciales d</w:t>
      </w:r>
      <w:r w:rsidR="004A4993">
        <w:t>’</w:t>
      </w:r>
      <w:r w:rsidRPr="004C3E92">
        <w:t>éviter</w:t>
      </w:r>
      <w:r w:rsidR="004A4993">
        <w:t xml:space="preserve">. </w:t>
      </w:r>
      <w:r w:rsidRPr="004C3E92">
        <w:t>Quel que fût le désir de Marianne</w:t>
      </w:r>
      <w:r w:rsidR="004A4993">
        <w:t xml:space="preserve">, </w:t>
      </w:r>
      <w:r w:rsidRPr="004C3E92">
        <w:t>sa mère serait empressée à le favoriser</w:t>
      </w:r>
      <w:r w:rsidR="004A4993">
        <w:t xml:space="preserve">, – </w:t>
      </w:r>
      <w:r w:rsidRPr="004C3E92">
        <w:t>e</w:t>
      </w:r>
      <w:r w:rsidRPr="004C3E92">
        <w:t>l</w:t>
      </w:r>
      <w:r w:rsidRPr="004C3E92">
        <w:t>le ne pouvait s</w:t>
      </w:r>
      <w:r w:rsidR="004A4993">
        <w:t>’</w:t>
      </w:r>
      <w:r w:rsidRPr="004C3E92">
        <w:t>attendre à influencer celle-ci en lui conseillant une prudence d</w:t>
      </w:r>
      <w:r w:rsidR="004A4993">
        <w:t>’</w:t>
      </w:r>
      <w:r w:rsidRPr="004C3E92">
        <w:t>attitude dans une affaire au sujet de laquelle elle n</w:t>
      </w:r>
      <w:r w:rsidR="004A4993">
        <w:t>’</w:t>
      </w:r>
      <w:r w:rsidRPr="004C3E92">
        <w:t>avait même jamais pu lui inspirer de la défiance</w:t>
      </w:r>
      <w:r w:rsidR="004A4993">
        <w:t xml:space="preserve"> ; </w:t>
      </w:r>
      <w:r w:rsidRPr="004C3E92">
        <w:t>et elle n</w:t>
      </w:r>
      <w:r w:rsidR="004A4993">
        <w:t>’</w:t>
      </w:r>
      <w:r w:rsidRPr="004C3E92">
        <w:t>osait pas lui expliquer le motif de sa propre répugnance à aller à Londres</w:t>
      </w:r>
      <w:r w:rsidR="004A4993">
        <w:t xml:space="preserve">. </w:t>
      </w:r>
      <w:r w:rsidRPr="004C3E92">
        <w:t>Que Marianne</w:t>
      </w:r>
      <w:r w:rsidR="004A4993">
        <w:t xml:space="preserve">, </w:t>
      </w:r>
      <w:r w:rsidRPr="004C3E92">
        <w:t>difficile comme elle l</w:t>
      </w:r>
      <w:r w:rsidR="004A4993">
        <w:t>’</w:t>
      </w:r>
      <w:r w:rsidRPr="004C3E92">
        <w:t>était</w:t>
      </w:r>
      <w:r w:rsidR="004A4993">
        <w:t xml:space="preserve">, </w:t>
      </w:r>
      <w:r w:rsidRPr="004C3E92">
        <w:t>connai</w:t>
      </w:r>
      <w:r w:rsidRPr="004C3E92">
        <w:t>s</w:t>
      </w:r>
      <w:r w:rsidRPr="004C3E92">
        <w:t>sant foncièrement les façons de Mrs</w:t>
      </w:r>
      <w:r w:rsidR="004A4993">
        <w:t xml:space="preserve">. </w:t>
      </w:r>
      <w:r w:rsidRPr="004C3E92">
        <w:t>Jennings</w:t>
      </w:r>
      <w:r w:rsidR="004A4993">
        <w:t xml:space="preserve">, </w:t>
      </w:r>
      <w:r w:rsidRPr="004C3E92">
        <w:t>et invariabl</w:t>
      </w:r>
      <w:r w:rsidRPr="004C3E92">
        <w:t>e</w:t>
      </w:r>
      <w:r w:rsidRPr="004C3E92">
        <w:t>ment dégoûtée par elles</w:t>
      </w:r>
      <w:r w:rsidR="004A4993">
        <w:t xml:space="preserve">, </w:t>
      </w:r>
      <w:r w:rsidRPr="004C3E92">
        <w:t>passât sur tout désagrément de ce ge</w:t>
      </w:r>
      <w:r w:rsidRPr="004C3E92">
        <w:t>n</w:t>
      </w:r>
      <w:r w:rsidRPr="004C3E92">
        <w:t>re</w:t>
      </w:r>
      <w:r w:rsidR="004A4993">
        <w:t xml:space="preserve"> ; </w:t>
      </w:r>
      <w:r w:rsidRPr="004C3E92">
        <w:t>qu</w:t>
      </w:r>
      <w:r w:rsidR="004A4993">
        <w:t>’</w:t>
      </w:r>
      <w:r w:rsidRPr="004C3E92">
        <w:t>elle négligeât tout ce qui devait être particulièrement blessant pour ses sentiments irritables</w:t>
      </w:r>
      <w:r w:rsidR="004A4993">
        <w:t xml:space="preserve">, </w:t>
      </w:r>
      <w:r w:rsidRPr="004C3E92">
        <w:t>dans sa poursuite d</w:t>
      </w:r>
      <w:r w:rsidR="004A4993">
        <w:t>’</w:t>
      </w:r>
      <w:r w:rsidRPr="004C3E92">
        <w:t>un seul objet</w:t>
      </w:r>
      <w:r w:rsidR="004A4993">
        <w:t xml:space="preserve">, – </w:t>
      </w:r>
      <w:r w:rsidRPr="004C3E92">
        <w:t>c</w:t>
      </w:r>
      <w:r w:rsidR="004A4993">
        <w:t>’</w:t>
      </w:r>
      <w:r w:rsidRPr="004C3E92">
        <w:t>était là une preuve si forte</w:t>
      </w:r>
      <w:r w:rsidR="004A4993">
        <w:t xml:space="preserve">, </w:t>
      </w:r>
      <w:r w:rsidRPr="004C3E92">
        <w:t>si totale</w:t>
      </w:r>
      <w:r w:rsidR="004A4993">
        <w:t xml:space="preserve">, </w:t>
      </w:r>
      <w:r w:rsidRPr="004C3E92">
        <w:t>de l</w:t>
      </w:r>
      <w:r w:rsidR="004A4993">
        <w:t>’</w:t>
      </w:r>
      <w:r w:rsidRPr="004C3E92">
        <w:t>importance pour elle de cet objet</w:t>
      </w:r>
      <w:r w:rsidR="004A4993">
        <w:t xml:space="preserve">, </w:t>
      </w:r>
      <w:r w:rsidRPr="004C3E92">
        <w:t>qu</w:t>
      </w:r>
      <w:r w:rsidR="004A4993">
        <w:t>’</w:t>
      </w:r>
      <w:proofErr w:type="spellStart"/>
      <w:r w:rsidRPr="004C3E92">
        <w:t>Elinor</w:t>
      </w:r>
      <w:proofErr w:type="spellEnd"/>
      <w:r w:rsidR="004A4993">
        <w:t xml:space="preserve">, </w:t>
      </w:r>
      <w:r w:rsidRPr="004C3E92">
        <w:t>malgré tout ce qui s</w:t>
      </w:r>
      <w:r w:rsidR="004A4993">
        <w:t>’</w:t>
      </w:r>
      <w:r w:rsidRPr="004C3E92">
        <w:t>était passé</w:t>
      </w:r>
      <w:r w:rsidR="004A4993">
        <w:t xml:space="preserve">, </w:t>
      </w:r>
      <w:r w:rsidRPr="004C3E92">
        <w:t>n</w:t>
      </w:r>
      <w:r w:rsidR="004A4993">
        <w:t>’</w:t>
      </w:r>
      <w:r w:rsidRPr="004C3E92">
        <w:t>était pas disposée à en être témoin</w:t>
      </w:r>
      <w:r w:rsidR="004A4993">
        <w:t>.</w:t>
      </w:r>
    </w:p>
    <w:p w14:paraId="3B939A1B" w14:textId="77777777" w:rsidR="004A4993" w:rsidRDefault="008C5C61" w:rsidP="004A4993">
      <w:r w:rsidRPr="004C3E92">
        <w:lastRenderedPageBreak/>
        <w:t>Lorsqu</w:t>
      </w:r>
      <w:r w:rsidR="004A4993">
        <w:t>’</w:t>
      </w:r>
      <w:r w:rsidRPr="004C3E92">
        <w:t>elle fut informée de cette invitation</w:t>
      </w:r>
      <w:r w:rsidR="004A4993">
        <w:t xml:space="preserve">, </w:t>
      </w:r>
      <w:r w:rsidRPr="004C3E92">
        <w:t>Mrs</w:t>
      </w:r>
      <w:r w:rsidR="004A4993">
        <w:t xml:space="preserve">. </w:t>
      </w:r>
      <w:proofErr w:type="spellStart"/>
      <w:r w:rsidRPr="004C3E92">
        <w:t>Das</w:t>
      </w:r>
      <w:r w:rsidRPr="004C3E92">
        <w:t>h</w:t>
      </w:r>
      <w:r w:rsidRPr="004C3E92">
        <w:t>wood</w:t>
      </w:r>
      <w:proofErr w:type="spellEnd"/>
      <w:r w:rsidR="004A4993">
        <w:t xml:space="preserve">, </w:t>
      </w:r>
      <w:r w:rsidRPr="004C3E92">
        <w:t>persuadée qu</w:t>
      </w:r>
      <w:r w:rsidR="004A4993">
        <w:t>’</w:t>
      </w:r>
      <w:r w:rsidRPr="004C3E92">
        <w:t>une telle excursion causerait beaucoup d</w:t>
      </w:r>
      <w:r w:rsidR="004A4993">
        <w:t>’</w:t>
      </w:r>
      <w:r w:rsidRPr="004C3E92">
        <w:t>amusement à ses deux filles</w:t>
      </w:r>
      <w:r w:rsidR="004A4993">
        <w:t xml:space="preserve">, </w:t>
      </w:r>
      <w:r w:rsidRPr="004C3E92">
        <w:t>et percevant</w:t>
      </w:r>
      <w:r w:rsidR="004A4993">
        <w:t xml:space="preserve">, </w:t>
      </w:r>
      <w:r w:rsidRPr="004C3E92">
        <w:t>sous toute l</w:t>
      </w:r>
      <w:r w:rsidR="004A4993">
        <w:t>’</w:t>
      </w:r>
      <w:r w:rsidRPr="004C3E92">
        <w:t>attention affectueuse envers sa personne</w:t>
      </w:r>
      <w:r w:rsidR="004A4993">
        <w:t xml:space="preserve">, </w:t>
      </w:r>
      <w:r w:rsidRPr="004C3E92">
        <w:t>à quel point le cœur de Marianne y était intéressé</w:t>
      </w:r>
      <w:r w:rsidR="004A4993">
        <w:t xml:space="preserve">, </w:t>
      </w:r>
      <w:r w:rsidRPr="004C3E92">
        <w:t>ne voulut pas entendre parler d</w:t>
      </w:r>
      <w:r w:rsidR="004A4993">
        <w:t>’</w:t>
      </w:r>
      <w:r w:rsidRPr="004C3E92">
        <w:t>un refus de cette offre à cause d</w:t>
      </w:r>
      <w:r w:rsidR="004A4993">
        <w:t>’</w:t>
      </w:r>
      <w:r w:rsidRPr="004C3E92">
        <w:t>elle</w:t>
      </w:r>
      <w:r w:rsidR="004A4993">
        <w:t xml:space="preserve"> : </w:t>
      </w:r>
      <w:r w:rsidRPr="004C3E92">
        <w:t>elle insista pour qu</w:t>
      </w:r>
      <w:r w:rsidR="004A4993">
        <w:t>’</w:t>
      </w:r>
      <w:r w:rsidRPr="004C3E92">
        <w:t>elles l</w:t>
      </w:r>
      <w:r w:rsidR="004A4993">
        <w:t>’</w:t>
      </w:r>
      <w:r w:rsidRPr="004C3E92">
        <w:t>acceptassent immédiatement toutes les deux</w:t>
      </w:r>
      <w:r w:rsidR="004A4993">
        <w:t xml:space="preserve">, </w:t>
      </w:r>
      <w:r w:rsidRPr="004C3E92">
        <w:t>et se mit alors à prévoir</w:t>
      </w:r>
      <w:r w:rsidR="004A4993">
        <w:t xml:space="preserve">, </w:t>
      </w:r>
      <w:r w:rsidRPr="004C3E92">
        <w:t>avec sa gaieté habituelle</w:t>
      </w:r>
      <w:r w:rsidR="004A4993">
        <w:t xml:space="preserve">, </w:t>
      </w:r>
      <w:r w:rsidRPr="004C3E92">
        <w:t>toute une variété d</w:t>
      </w:r>
      <w:r w:rsidR="004A4993">
        <w:t>’</w:t>
      </w:r>
      <w:r w:rsidRPr="004C3E92">
        <w:t>avantages qui résulteraient pour elles toutes de cette séparation</w:t>
      </w:r>
      <w:r w:rsidR="004A4993">
        <w:t>.</w:t>
      </w:r>
    </w:p>
    <w:p w14:paraId="1683DC80" w14:textId="77777777" w:rsidR="004A4993" w:rsidRDefault="004A4993" w:rsidP="004A4993">
      <w:r>
        <w:t>— </w:t>
      </w:r>
      <w:r w:rsidR="008C5C61" w:rsidRPr="004C3E92">
        <w:t>Je suis ravie de ce projet</w:t>
      </w:r>
      <w:r>
        <w:t xml:space="preserve">, </w:t>
      </w:r>
      <w:r w:rsidR="008C5C61" w:rsidRPr="004C3E92">
        <w:t>s</w:t>
      </w:r>
      <w:r>
        <w:t>’</w:t>
      </w:r>
      <w:r w:rsidR="008C5C61" w:rsidRPr="004C3E92">
        <w:t>écria-t-elle</w:t>
      </w:r>
      <w:r>
        <w:t xml:space="preserve"> ; </w:t>
      </w:r>
      <w:r w:rsidR="008C5C61" w:rsidRPr="004C3E92">
        <w:t>il est exactement ce que je pourrais souhaiter</w:t>
      </w:r>
      <w:r>
        <w:t xml:space="preserve">. </w:t>
      </w:r>
      <w:r w:rsidR="008C5C61" w:rsidRPr="004C3E92">
        <w:t>Margaret et moi en profiterons a</w:t>
      </w:r>
      <w:r w:rsidR="008C5C61" w:rsidRPr="004C3E92">
        <w:t>u</w:t>
      </w:r>
      <w:r w:rsidR="008C5C61" w:rsidRPr="004C3E92">
        <w:t>tant que vous</w:t>
      </w:r>
      <w:r>
        <w:t xml:space="preserve">. </w:t>
      </w:r>
      <w:r w:rsidR="008C5C61" w:rsidRPr="004C3E92">
        <w:t>Quand vous serez parties</w:t>
      </w:r>
      <w:r>
        <w:t xml:space="preserve">, </w:t>
      </w:r>
      <w:r w:rsidR="008C5C61" w:rsidRPr="004C3E92">
        <w:t>ainsi que les Middl</w:t>
      </w:r>
      <w:r w:rsidR="008C5C61" w:rsidRPr="004C3E92">
        <w:t>e</w:t>
      </w:r>
      <w:r w:rsidR="008C5C61" w:rsidRPr="004C3E92">
        <w:t>ton</w:t>
      </w:r>
      <w:r>
        <w:t xml:space="preserve">, </w:t>
      </w:r>
      <w:r w:rsidR="008C5C61" w:rsidRPr="004C3E92">
        <w:t>nous mènerons toutes deux une vie bien tranquille et he</w:t>
      </w:r>
      <w:r w:rsidR="008C5C61" w:rsidRPr="004C3E92">
        <w:t>u</w:t>
      </w:r>
      <w:r w:rsidR="008C5C61" w:rsidRPr="004C3E92">
        <w:t>reuse</w:t>
      </w:r>
      <w:r>
        <w:t xml:space="preserve">, </w:t>
      </w:r>
      <w:r w:rsidR="008C5C61" w:rsidRPr="004C3E92">
        <w:t>avec nos livres et notre musique</w:t>
      </w:r>
      <w:r>
        <w:t xml:space="preserve"> ! </w:t>
      </w:r>
      <w:r w:rsidR="008C5C61" w:rsidRPr="004C3E92">
        <w:t>Comme vous trouverez Margaret en progrès quand vous reviendrez</w:t>
      </w:r>
      <w:r>
        <w:t xml:space="preserve"> ! </w:t>
      </w:r>
      <w:r w:rsidR="008C5C61" w:rsidRPr="004C3E92">
        <w:t>Et j</w:t>
      </w:r>
      <w:r>
        <w:t>’</w:t>
      </w:r>
      <w:r w:rsidR="008C5C61" w:rsidRPr="004C3E92">
        <w:t>ai aussi un p</w:t>
      </w:r>
      <w:r w:rsidR="008C5C61" w:rsidRPr="004C3E92">
        <w:t>e</w:t>
      </w:r>
      <w:r w:rsidR="008C5C61" w:rsidRPr="004C3E92">
        <w:t>tit projet de modifications pour vos chambres</w:t>
      </w:r>
      <w:r>
        <w:t xml:space="preserve">, </w:t>
      </w:r>
      <w:r w:rsidR="008C5C61" w:rsidRPr="004C3E92">
        <w:t>qui pourra mai</w:t>
      </w:r>
      <w:r w:rsidR="008C5C61" w:rsidRPr="004C3E92">
        <w:t>n</w:t>
      </w:r>
      <w:r w:rsidR="008C5C61" w:rsidRPr="004C3E92">
        <w:t>tenant être exécuté sans dérangement pour personne</w:t>
      </w:r>
      <w:r>
        <w:t xml:space="preserve">. </w:t>
      </w:r>
      <w:r w:rsidR="008C5C61" w:rsidRPr="004C3E92">
        <w:t>Il est fort juste que vous alliez effectivement à Londres</w:t>
      </w:r>
      <w:r>
        <w:t xml:space="preserve">. </w:t>
      </w:r>
      <w:r w:rsidR="008C5C61" w:rsidRPr="004C3E92">
        <w:t>Je voudrais que toute jeune femme de votre condition dans le monde connût les amusements et les façons de Londres</w:t>
      </w:r>
      <w:r>
        <w:t xml:space="preserve">. </w:t>
      </w:r>
      <w:r w:rsidR="008C5C61" w:rsidRPr="004C3E92">
        <w:t>Vous serez confiées aux soins d</w:t>
      </w:r>
      <w:r>
        <w:t>’</w:t>
      </w:r>
      <w:r w:rsidR="008C5C61" w:rsidRPr="004C3E92">
        <w:t>une femme excellente et maternelle</w:t>
      </w:r>
      <w:r>
        <w:t xml:space="preserve">, </w:t>
      </w:r>
      <w:r w:rsidR="008C5C61" w:rsidRPr="004C3E92">
        <w:t>dont la bonté à v</w:t>
      </w:r>
      <w:r w:rsidR="008C5C61" w:rsidRPr="004C3E92">
        <w:t>o</w:t>
      </w:r>
      <w:r w:rsidR="008C5C61" w:rsidRPr="004C3E92">
        <w:t>tre égard ne peut faire pour moi aucun doute</w:t>
      </w:r>
      <w:r>
        <w:t xml:space="preserve">. </w:t>
      </w:r>
      <w:r w:rsidR="008C5C61" w:rsidRPr="004C3E92">
        <w:t>Et</w:t>
      </w:r>
      <w:r>
        <w:t xml:space="preserve">, </w:t>
      </w:r>
      <w:r w:rsidR="008C5C61" w:rsidRPr="004C3E92">
        <w:t>en toute pr</w:t>
      </w:r>
      <w:r w:rsidR="008C5C61" w:rsidRPr="004C3E92">
        <w:t>o</w:t>
      </w:r>
      <w:r w:rsidR="008C5C61" w:rsidRPr="004C3E92">
        <w:t>babilité</w:t>
      </w:r>
      <w:r>
        <w:t xml:space="preserve">, </w:t>
      </w:r>
      <w:r w:rsidR="008C5C61" w:rsidRPr="004C3E92">
        <w:t>vous verrez votre frère</w:t>
      </w:r>
      <w:r>
        <w:t xml:space="preserve"> ; </w:t>
      </w:r>
      <w:r w:rsidR="008C5C61" w:rsidRPr="004C3E92">
        <w:t>et quels que puissent être ses défauts</w:t>
      </w:r>
      <w:r>
        <w:t xml:space="preserve">, </w:t>
      </w:r>
      <w:r w:rsidR="008C5C61" w:rsidRPr="004C3E92">
        <w:t>ou les défauts de sa femme</w:t>
      </w:r>
      <w:r>
        <w:t xml:space="preserve">, </w:t>
      </w:r>
      <w:r w:rsidR="008C5C61" w:rsidRPr="004C3E92">
        <w:t>quand je considère de qui il est le fils</w:t>
      </w:r>
      <w:r>
        <w:t xml:space="preserve">, </w:t>
      </w:r>
      <w:r w:rsidR="008C5C61" w:rsidRPr="004C3E92">
        <w:t>je ne puis supporter de vous voir si totalement élo</w:t>
      </w:r>
      <w:r w:rsidR="008C5C61" w:rsidRPr="004C3E92">
        <w:t>i</w:t>
      </w:r>
      <w:r w:rsidR="008C5C61" w:rsidRPr="004C3E92">
        <w:t>gnés les uns des autres</w:t>
      </w:r>
      <w:r>
        <w:t>.</w:t>
      </w:r>
    </w:p>
    <w:p w14:paraId="5B6E8982" w14:textId="77777777" w:rsidR="004A4993" w:rsidRDefault="004A4993" w:rsidP="004A4993">
      <w:r>
        <w:t>— </w:t>
      </w:r>
      <w:r w:rsidR="008C5C61" w:rsidRPr="004C3E92">
        <w:t>Bien qu</w:t>
      </w:r>
      <w:r>
        <w:t>’</w:t>
      </w:r>
      <w:r w:rsidR="008C5C61" w:rsidRPr="004C3E92">
        <w:t>avec votre souci habituel de notre bonheur</w:t>
      </w:r>
      <w:r>
        <w:t xml:space="preserve">, </w:t>
      </w:r>
      <w:r w:rsidR="008C5C61" w:rsidRPr="004C3E92">
        <w:t xml:space="preserve">dit </w:t>
      </w:r>
      <w:proofErr w:type="spellStart"/>
      <w:r w:rsidR="008C5C61" w:rsidRPr="004C3E92">
        <w:t>Elinor</w:t>
      </w:r>
      <w:proofErr w:type="spellEnd"/>
      <w:r>
        <w:t xml:space="preserve">, </w:t>
      </w:r>
      <w:r w:rsidR="008C5C61" w:rsidRPr="004C3E92">
        <w:t>vous ayez pallié tous les obstacles au projet actuel qui se présentaient à vous</w:t>
      </w:r>
      <w:r>
        <w:t xml:space="preserve">, </w:t>
      </w:r>
      <w:r w:rsidR="008C5C61" w:rsidRPr="004C3E92">
        <w:t>il y a pourtant une objection qui</w:t>
      </w:r>
      <w:r>
        <w:t xml:space="preserve">, </w:t>
      </w:r>
      <w:r w:rsidR="008C5C61" w:rsidRPr="004C3E92">
        <w:t>à mon avis</w:t>
      </w:r>
      <w:r>
        <w:t xml:space="preserve">, </w:t>
      </w:r>
      <w:r w:rsidR="008C5C61" w:rsidRPr="004C3E92">
        <w:t>ne peut être écartée si facilement</w:t>
      </w:r>
      <w:r>
        <w:t>.</w:t>
      </w:r>
    </w:p>
    <w:p w14:paraId="621524E9" w14:textId="77777777" w:rsidR="004A4993" w:rsidRDefault="008C5C61" w:rsidP="004A4993">
      <w:r w:rsidRPr="004C3E92">
        <w:lastRenderedPageBreak/>
        <w:t>Le visage de Marianne s</w:t>
      </w:r>
      <w:r w:rsidR="004A4993">
        <w:t>’</w:t>
      </w:r>
      <w:r w:rsidRPr="004C3E92">
        <w:t>allongea</w:t>
      </w:r>
      <w:r w:rsidR="004A4993">
        <w:t>.</w:t>
      </w:r>
    </w:p>
    <w:p w14:paraId="0E9C0941" w14:textId="77777777" w:rsidR="004A4993" w:rsidRDefault="004A4993" w:rsidP="004A4993">
      <w:r>
        <w:t>— </w:t>
      </w:r>
      <w:r w:rsidR="008C5C61" w:rsidRPr="004C3E92">
        <w:t xml:space="preserve">Et que va donc proposer ma chère et prudente </w:t>
      </w:r>
      <w:proofErr w:type="spellStart"/>
      <w:r w:rsidR="008C5C61" w:rsidRPr="004C3E92">
        <w:t>Elinor</w:t>
      </w:r>
      <w:proofErr w:type="spellEnd"/>
      <w:r>
        <w:t xml:space="preserve"> ? </w:t>
      </w:r>
      <w:r w:rsidR="008C5C61" w:rsidRPr="004C3E92">
        <w:t>dit Mrs</w:t>
      </w:r>
      <w:r>
        <w:t xml:space="preserve">. </w:t>
      </w:r>
      <w:proofErr w:type="spellStart"/>
      <w:r w:rsidR="008C5C61" w:rsidRPr="004C3E92">
        <w:t>Dashwood</w:t>
      </w:r>
      <w:proofErr w:type="spellEnd"/>
      <w:r>
        <w:t xml:space="preserve">. </w:t>
      </w:r>
      <w:r w:rsidR="008C5C61" w:rsidRPr="004C3E92">
        <w:t>Quel obstacle formidable va-t-elle maint</w:t>
      </w:r>
      <w:r w:rsidR="008C5C61" w:rsidRPr="004C3E92">
        <w:t>e</w:t>
      </w:r>
      <w:r w:rsidR="008C5C61" w:rsidRPr="004C3E92">
        <w:t>nant mettre en avant</w:t>
      </w:r>
      <w:r>
        <w:t xml:space="preserve"> ? </w:t>
      </w:r>
      <w:r w:rsidR="008C5C61" w:rsidRPr="004C3E92">
        <w:t>Ne me dis pas un mot au sujet de la d</w:t>
      </w:r>
      <w:r w:rsidR="008C5C61" w:rsidRPr="004C3E92">
        <w:t>é</w:t>
      </w:r>
      <w:r w:rsidR="008C5C61" w:rsidRPr="004C3E92">
        <w:t>pense</w:t>
      </w:r>
      <w:r>
        <w:t> !</w:t>
      </w:r>
    </w:p>
    <w:p w14:paraId="2A0B57AF" w14:textId="77777777" w:rsidR="004A4993" w:rsidRDefault="004A4993" w:rsidP="004A4993">
      <w:r>
        <w:t>— </w:t>
      </w:r>
      <w:r w:rsidR="008C5C61" w:rsidRPr="004C3E92">
        <w:t>Mon objection est celle-ci</w:t>
      </w:r>
      <w:r>
        <w:t xml:space="preserve"> : </w:t>
      </w:r>
      <w:r w:rsidR="008C5C61" w:rsidRPr="004C3E92">
        <w:t>bien que j</w:t>
      </w:r>
      <w:r>
        <w:t>’</w:t>
      </w:r>
      <w:r w:rsidR="008C5C61" w:rsidRPr="004C3E92">
        <w:t>aie la meilleure opinion du cœur de Mrs</w:t>
      </w:r>
      <w:r>
        <w:t xml:space="preserve">. </w:t>
      </w:r>
      <w:r w:rsidR="008C5C61" w:rsidRPr="004C3E92">
        <w:t>Jennings</w:t>
      </w:r>
      <w:r>
        <w:t xml:space="preserve">, </w:t>
      </w:r>
      <w:r w:rsidR="008C5C61" w:rsidRPr="004C3E92">
        <w:t>elle n</w:t>
      </w:r>
      <w:r>
        <w:t>’</w:t>
      </w:r>
      <w:r w:rsidR="008C5C61" w:rsidRPr="004C3E92">
        <w:t>est pas une femme dont la compagnie puisse nous donner du plaisir</w:t>
      </w:r>
      <w:r>
        <w:t xml:space="preserve">, </w:t>
      </w:r>
      <w:r w:rsidR="008C5C61" w:rsidRPr="004C3E92">
        <w:t>ou dont la protection nous fera valoir</w:t>
      </w:r>
      <w:r>
        <w:t>.</w:t>
      </w:r>
    </w:p>
    <w:p w14:paraId="0CC7D246" w14:textId="77777777" w:rsidR="004A4993" w:rsidRDefault="004A4993" w:rsidP="004A4993">
      <w:r>
        <w:t>— </w:t>
      </w:r>
      <w:r w:rsidR="008C5C61" w:rsidRPr="004C3E92">
        <w:t>C</w:t>
      </w:r>
      <w:r>
        <w:t>’</w:t>
      </w:r>
      <w:r w:rsidR="008C5C61" w:rsidRPr="004C3E92">
        <w:t>est fort vrai</w:t>
      </w:r>
      <w:r>
        <w:t xml:space="preserve">, </w:t>
      </w:r>
      <w:r w:rsidR="008C5C61" w:rsidRPr="004C3E92">
        <w:t>répondit sa mère</w:t>
      </w:r>
      <w:r>
        <w:t xml:space="preserve"> ; </w:t>
      </w:r>
      <w:r w:rsidR="008C5C61" w:rsidRPr="004C3E92">
        <w:t>mais vous ne jouirez à peu près pas de sa compagnie</w:t>
      </w:r>
      <w:r>
        <w:t xml:space="preserve">, </w:t>
      </w:r>
      <w:r w:rsidR="008C5C61" w:rsidRPr="004C3E92">
        <w:t>en dehors de celle d</w:t>
      </w:r>
      <w:r>
        <w:t>’</w:t>
      </w:r>
      <w:r w:rsidR="008C5C61" w:rsidRPr="004C3E92">
        <w:t>autres pe</w:t>
      </w:r>
      <w:r w:rsidR="008C5C61" w:rsidRPr="004C3E92">
        <w:t>r</w:t>
      </w:r>
      <w:r w:rsidR="008C5C61" w:rsidRPr="004C3E92">
        <w:t>sonnes</w:t>
      </w:r>
      <w:r>
        <w:t xml:space="preserve">, </w:t>
      </w:r>
      <w:r w:rsidR="008C5C61" w:rsidRPr="004C3E92">
        <w:t>et vous paraîtrez presque toujours en public avec lady Middleton</w:t>
      </w:r>
      <w:r>
        <w:t>.</w:t>
      </w:r>
    </w:p>
    <w:p w14:paraId="225354D1" w14:textId="77777777" w:rsidR="004A4993" w:rsidRDefault="004A4993" w:rsidP="004A4993">
      <w:r>
        <w:t>— </w:t>
      </w:r>
      <w:r w:rsidR="008C5C61" w:rsidRPr="004C3E92">
        <w:t xml:space="preserve">Si </w:t>
      </w:r>
      <w:proofErr w:type="spellStart"/>
      <w:r w:rsidR="008C5C61" w:rsidRPr="004C3E92">
        <w:t>Elinor</w:t>
      </w:r>
      <w:proofErr w:type="spellEnd"/>
      <w:r w:rsidR="008C5C61" w:rsidRPr="004C3E92">
        <w:t xml:space="preserve"> est effarouchée par son aversion pour Mrs</w:t>
      </w:r>
      <w:r>
        <w:t xml:space="preserve">. </w:t>
      </w:r>
      <w:r w:rsidR="008C5C61" w:rsidRPr="004C3E92">
        <w:t>Je</w:t>
      </w:r>
      <w:r w:rsidR="008C5C61" w:rsidRPr="004C3E92">
        <w:t>n</w:t>
      </w:r>
      <w:r w:rsidR="008C5C61" w:rsidRPr="004C3E92">
        <w:t>nings</w:t>
      </w:r>
      <w:r>
        <w:t xml:space="preserve">, </w:t>
      </w:r>
      <w:r w:rsidR="008C5C61" w:rsidRPr="004C3E92">
        <w:t>dit Marianne</w:t>
      </w:r>
      <w:r>
        <w:t xml:space="preserve">, </w:t>
      </w:r>
      <w:r w:rsidR="008C5C61" w:rsidRPr="004C3E92">
        <w:t>il n</w:t>
      </w:r>
      <w:r>
        <w:t>’</w:t>
      </w:r>
      <w:r w:rsidR="008C5C61" w:rsidRPr="004C3E92">
        <w:t>y a rien là</w:t>
      </w:r>
      <w:r>
        <w:t xml:space="preserve">, </w:t>
      </w:r>
      <w:r w:rsidR="008C5C61" w:rsidRPr="004C3E92">
        <w:t>du moins</w:t>
      </w:r>
      <w:r>
        <w:t xml:space="preserve">, </w:t>
      </w:r>
      <w:r w:rsidR="008C5C61" w:rsidRPr="004C3E92">
        <w:t>qui doive m</w:t>
      </w:r>
      <w:r>
        <w:t>’</w:t>
      </w:r>
      <w:r w:rsidR="008C5C61" w:rsidRPr="004C3E92">
        <w:t>empêcher</w:t>
      </w:r>
      <w:r>
        <w:t xml:space="preserve">, </w:t>
      </w:r>
      <w:r w:rsidR="008C5C61" w:rsidRPr="004C3E92">
        <w:t>moi</w:t>
      </w:r>
      <w:r>
        <w:t xml:space="preserve">, </w:t>
      </w:r>
      <w:r w:rsidR="008C5C61" w:rsidRPr="004C3E92">
        <w:t>d</w:t>
      </w:r>
      <w:r>
        <w:t>’</w:t>
      </w:r>
      <w:r w:rsidR="008C5C61" w:rsidRPr="004C3E92">
        <w:t>accepter son invitation</w:t>
      </w:r>
      <w:r>
        <w:t xml:space="preserve">. </w:t>
      </w:r>
      <w:r w:rsidR="008C5C61" w:rsidRPr="004C3E92">
        <w:t>Je n</w:t>
      </w:r>
      <w:r>
        <w:t>’</w:t>
      </w:r>
      <w:r w:rsidR="008C5C61" w:rsidRPr="004C3E92">
        <w:t>ai pas de p</w:t>
      </w:r>
      <w:r w:rsidR="008C5C61" w:rsidRPr="004C3E92">
        <w:t>a</w:t>
      </w:r>
      <w:r w:rsidR="008C5C61" w:rsidRPr="004C3E92">
        <w:t>reils scrupules</w:t>
      </w:r>
      <w:r>
        <w:t xml:space="preserve">, </w:t>
      </w:r>
      <w:r w:rsidR="008C5C61" w:rsidRPr="004C3E92">
        <w:t>et je suis sûre que je pourrais m</w:t>
      </w:r>
      <w:r>
        <w:t>’</w:t>
      </w:r>
      <w:r w:rsidR="008C5C61" w:rsidRPr="004C3E92">
        <w:t>accommoder de tous les désagréments de ce genre avec très peu d</w:t>
      </w:r>
      <w:r>
        <w:t>’</w:t>
      </w:r>
      <w:r w:rsidR="008C5C61" w:rsidRPr="004C3E92">
        <w:t>effort</w:t>
      </w:r>
      <w:r>
        <w:t>.</w:t>
      </w:r>
    </w:p>
    <w:p w14:paraId="27CD4025" w14:textId="77777777" w:rsidR="004A4993" w:rsidRDefault="008C5C61" w:rsidP="004A4993">
      <w:proofErr w:type="spellStart"/>
      <w:r w:rsidRPr="004C3E92">
        <w:t>Elinor</w:t>
      </w:r>
      <w:proofErr w:type="spellEnd"/>
      <w:r w:rsidRPr="004C3E92">
        <w:t xml:space="preserve"> ne put s</w:t>
      </w:r>
      <w:r w:rsidR="004A4993">
        <w:t>’</w:t>
      </w:r>
      <w:r w:rsidRPr="004C3E92">
        <w:t>empêcher de sourire devant cette manife</w:t>
      </w:r>
      <w:r w:rsidRPr="004C3E92">
        <w:t>s</w:t>
      </w:r>
      <w:r w:rsidRPr="004C3E92">
        <w:t>tation d</w:t>
      </w:r>
      <w:r w:rsidR="004A4993">
        <w:t>’</w:t>
      </w:r>
      <w:r w:rsidRPr="004C3E92">
        <w:t>indifférence à l</w:t>
      </w:r>
      <w:r w:rsidR="004A4993">
        <w:t>’</w:t>
      </w:r>
      <w:r w:rsidRPr="004C3E92">
        <w:t>égard des façons d</w:t>
      </w:r>
      <w:r w:rsidR="004A4993">
        <w:t>’</w:t>
      </w:r>
      <w:r w:rsidRPr="004C3E92">
        <w:t>une personne envers qui elle avait souvent éprouvé de la difficulté à persuader M</w:t>
      </w:r>
      <w:r w:rsidRPr="004C3E92">
        <w:t>a</w:t>
      </w:r>
      <w:r w:rsidRPr="004C3E92">
        <w:t>rianne de se conduire avec une politesse raisonnable</w:t>
      </w:r>
      <w:r w:rsidR="004A4993">
        <w:t xml:space="preserve">, </w:t>
      </w:r>
      <w:r w:rsidRPr="004C3E92">
        <w:t>et elle r</w:t>
      </w:r>
      <w:r w:rsidRPr="004C3E92">
        <w:t>é</w:t>
      </w:r>
      <w:r w:rsidRPr="004C3E92">
        <w:t>solut intérieurement que si sa sœur persistait à partir</w:t>
      </w:r>
      <w:r w:rsidR="004A4993">
        <w:t xml:space="preserve">, </w:t>
      </w:r>
      <w:r w:rsidRPr="004C3E92">
        <w:t>elle part</w:t>
      </w:r>
      <w:r w:rsidRPr="004C3E92">
        <w:t>i</w:t>
      </w:r>
      <w:r w:rsidRPr="004C3E92">
        <w:t>rait de même</w:t>
      </w:r>
      <w:r w:rsidR="004A4993">
        <w:t xml:space="preserve"> ; </w:t>
      </w:r>
      <w:r w:rsidRPr="004C3E92">
        <w:t>car elle ne jugeait pas convenable que Marianne fût abandonnée à la merci de Mrs</w:t>
      </w:r>
      <w:r w:rsidR="004A4993">
        <w:t xml:space="preserve">. </w:t>
      </w:r>
      <w:r w:rsidRPr="004C3E92">
        <w:t>Jennings pour tout le r</w:t>
      </w:r>
      <w:r w:rsidRPr="004C3E92">
        <w:t>é</w:t>
      </w:r>
      <w:r w:rsidRPr="004C3E92">
        <w:t>confort de ses heures d</w:t>
      </w:r>
      <w:r w:rsidR="004A4993">
        <w:t>’</w:t>
      </w:r>
      <w:r w:rsidRPr="004C3E92">
        <w:t>intérieur</w:t>
      </w:r>
      <w:r w:rsidR="004A4993">
        <w:t xml:space="preserve">. </w:t>
      </w:r>
      <w:r w:rsidRPr="004C3E92">
        <w:t>Elle fut d</w:t>
      </w:r>
      <w:r w:rsidR="004A4993">
        <w:t>’</w:t>
      </w:r>
      <w:r w:rsidRPr="004C3E92">
        <w:t>autant plus aisément réconciliée avec cette résolution</w:t>
      </w:r>
      <w:r w:rsidR="004A4993">
        <w:t xml:space="preserve">, </w:t>
      </w:r>
      <w:r w:rsidRPr="004C3E92">
        <w:t>qu</w:t>
      </w:r>
      <w:r w:rsidR="004A4993">
        <w:t>’</w:t>
      </w:r>
      <w:r w:rsidRPr="004C3E92">
        <w:t>elle se souvint qu</w:t>
      </w:r>
      <w:r w:rsidR="004A4993">
        <w:t>’</w:t>
      </w:r>
      <w:r w:rsidRPr="004C3E92">
        <w:t xml:space="preserve">Edward </w:t>
      </w:r>
      <w:proofErr w:type="spellStart"/>
      <w:r w:rsidRPr="004C3E92">
        <w:t>Ferrars</w:t>
      </w:r>
      <w:proofErr w:type="spellEnd"/>
      <w:r w:rsidR="004A4993">
        <w:t xml:space="preserve">, </w:t>
      </w:r>
      <w:r w:rsidRPr="004C3E92">
        <w:t>au dire de Lucy</w:t>
      </w:r>
      <w:r w:rsidR="004A4993">
        <w:t xml:space="preserve">, </w:t>
      </w:r>
      <w:r w:rsidRPr="004C3E92">
        <w:t>ne devait pas être à Londres avant le mois de février</w:t>
      </w:r>
      <w:r w:rsidR="004A4993">
        <w:t xml:space="preserve">, </w:t>
      </w:r>
      <w:r w:rsidRPr="004C3E92">
        <w:t>et que leur visite pourrait</w:t>
      </w:r>
      <w:r w:rsidR="004A4993">
        <w:t xml:space="preserve">, </w:t>
      </w:r>
      <w:r w:rsidRPr="004C3E92">
        <w:lastRenderedPageBreak/>
        <w:t>sans être déraiso</w:t>
      </w:r>
      <w:r w:rsidRPr="004C3E92">
        <w:t>n</w:t>
      </w:r>
      <w:r w:rsidRPr="004C3E92">
        <w:t>nablement écourtée</w:t>
      </w:r>
      <w:r w:rsidR="004A4993">
        <w:t xml:space="preserve">, </w:t>
      </w:r>
      <w:r w:rsidRPr="004C3E92">
        <w:t>se trouver terminée avant cette date</w:t>
      </w:r>
      <w:r w:rsidR="004A4993">
        <w:t>.</w:t>
      </w:r>
    </w:p>
    <w:p w14:paraId="2EB0CBF1" w14:textId="4A33E353" w:rsidR="004A4993" w:rsidRDefault="004A4993" w:rsidP="004A4993">
      <w:r>
        <w:t>— </w:t>
      </w:r>
      <w:r w:rsidR="008C5C61" w:rsidRPr="004C3E92">
        <w:t>Je veux que vous y alliez toutes les deux</w:t>
      </w:r>
      <w:r>
        <w:t xml:space="preserve">, </w:t>
      </w:r>
      <w:r w:rsidR="008C5C61" w:rsidRPr="004C3E92">
        <w:t xml:space="preserve">dit </w:t>
      </w:r>
      <w:r>
        <w:t>M</w:t>
      </w:r>
      <w:r w:rsidRPr="004A4993">
        <w:rPr>
          <w:vertAlign w:val="superscript"/>
        </w:rPr>
        <w:t>rs</w:t>
      </w:r>
      <w:r>
        <w:t> </w:t>
      </w:r>
      <w:proofErr w:type="spellStart"/>
      <w:r w:rsidR="008C5C61" w:rsidRPr="004C3E92">
        <w:t>Dashwood</w:t>
      </w:r>
      <w:proofErr w:type="spellEnd"/>
      <w:r>
        <w:t xml:space="preserve"> ; </w:t>
      </w:r>
      <w:r w:rsidR="008C5C61" w:rsidRPr="004C3E92">
        <w:t>ces objections sont légères</w:t>
      </w:r>
      <w:r>
        <w:t xml:space="preserve">. </w:t>
      </w:r>
      <w:r w:rsidR="008C5C61" w:rsidRPr="004C3E92">
        <w:t>Vous aurez grand plaisir à être à Londres</w:t>
      </w:r>
      <w:r>
        <w:t xml:space="preserve">, </w:t>
      </w:r>
      <w:r w:rsidR="008C5C61" w:rsidRPr="004C3E92">
        <w:t>et surtout à être ensemble</w:t>
      </w:r>
      <w:r>
        <w:t xml:space="preserve"> ; </w:t>
      </w:r>
      <w:r w:rsidR="008C5C61" w:rsidRPr="004C3E92">
        <w:t xml:space="preserve">et si </w:t>
      </w:r>
      <w:proofErr w:type="spellStart"/>
      <w:r w:rsidR="008C5C61" w:rsidRPr="004C3E92">
        <w:t>Elinor</w:t>
      </w:r>
      <w:proofErr w:type="spellEnd"/>
      <w:r w:rsidR="008C5C61" w:rsidRPr="004C3E92">
        <w:t xml:space="preserve"> voulait jamais condescendre à prévoir du plaisir</w:t>
      </w:r>
      <w:r>
        <w:t xml:space="preserve">, </w:t>
      </w:r>
      <w:r w:rsidR="008C5C61" w:rsidRPr="004C3E92">
        <w:t>elle le prévo</w:t>
      </w:r>
      <w:r w:rsidR="008C5C61" w:rsidRPr="004C3E92">
        <w:t>i</w:t>
      </w:r>
      <w:r w:rsidR="008C5C61" w:rsidRPr="004C3E92">
        <w:t>rait là</w:t>
      </w:r>
      <w:r>
        <w:t xml:space="preserve">, </w:t>
      </w:r>
      <w:r w:rsidR="008C5C61" w:rsidRPr="004C3E92">
        <w:t>provenant de sources variées</w:t>
      </w:r>
      <w:r>
        <w:t xml:space="preserve"> ; </w:t>
      </w:r>
      <w:r w:rsidR="008C5C61" w:rsidRPr="004C3E92">
        <w:t>elle en espérerait peut-être un peu</w:t>
      </w:r>
      <w:r>
        <w:t xml:space="preserve">, </w:t>
      </w:r>
      <w:r w:rsidR="008C5C61" w:rsidRPr="004C3E92">
        <w:t>du fait de mieux connaître la famille de sa belle-sœur</w:t>
      </w:r>
      <w:r>
        <w:t>.</w:t>
      </w:r>
    </w:p>
    <w:p w14:paraId="60D9D30E" w14:textId="77777777" w:rsidR="004A4993" w:rsidRDefault="008C5C61" w:rsidP="004A4993">
      <w:proofErr w:type="spellStart"/>
      <w:r w:rsidRPr="004C3E92">
        <w:t>Elinor</w:t>
      </w:r>
      <w:proofErr w:type="spellEnd"/>
      <w:r w:rsidRPr="004C3E92">
        <w:t xml:space="preserve"> avait souvent souhaité une occasion d</w:t>
      </w:r>
      <w:r w:rsidR="004A4993">
        <w:t>’</w:t>
      </w:r>
      <w:r w:rsidRPr="004C3E92">
        <w:t>essayer d</w:t>
      </w:r>
      <w:r w:rsidR="004A4993">
        <w:t>’</w:t>
      </w:r>
      <w:r w:rsidRPr="004C3E92">
        <w:t>affaiblir la conviction</w:t>
      </w:r>
      <w:r w:rsidR="004A4993">
        <w:t xml:space="preserve">, </w:t>
      </w:r>
      <w:r w:rsidRPr="004C3E92">
        <w:t>chez sa mère</w:t>
      </w:r>
      <w:r w:rsidR="004A4993">
        <w:t xml:space="preserve">, </w:t>
      </w:r>
      <w:r w:rsidRPr="004C3E92">
        <w:t>de l</w:t>
      </w:r>
      <w:r w:rsidR="004A4993">
        <w:t>’</w:t>
      </w:r>
      <w:r w:rsidRPr="004C3E92">
        <w:t>attachement mutuel entre Edward et elle</w:t>
      </w:r>
      <w:r w:rsidR="004A4993">
        <w:t xml:space="preserve">, </w:t>
      </w:r>
      <w:r w:rsidRPr="004C3E92">
        <w:t>afin que le choc pût être moindre quand toute la vérité serait révélée</w:t>
      </w:r>
      <w:r w:rsidR="004A4993">
        <w:t xml:space="preserve"> ; </w:t>
      </w:r>
      <w:r w:rsidRPr="004C3E92">
        <w:t>et maintenant</w:t>
      </w:r>
      <w:r w:rsidR="004A4993">
        <w:t xml:space="preserve">, </w:t>
      </w:r>
      <w:r w:rsidRPr="004C3E92">
        <w:t>devant cette att</w:t>
      </w:r>
      <w:r w:rsidRPr="004C3E92">
        <w:t>a</w:t>
      </w:r>
      <w:r w:rsidRPr="004C3E92">
        <w:t>que</w:t>
      </w:r>
      <w:r w:rsidR="004A4993">
        <w:t xml:space="preserve">, </w:t>
      </w:r>
      <w:r w:rsidRPr="004C3E92">
        <w:t>bien qu</w:t>
      </w:r>
      <w:r w:rsidR="004A4993">
        <w:t>’</w:t>
      </w:r>
      <w:r w:rsidRPr="004C3E92">
        <w:t>elle désespérât presque totalement du succès</w:t>
      </w:r>
      <w:r w:rsidR="004A4993">
        <w:t xml:space="preserve">, </w:t>
      </w:r>
      <w:r w:rsidRPr="004C3E92">
        <w:t>elle se força à entamer son dessein en disant</w:t>
      </w:r>
      <w:r w:rsidR="004A4993">
        <w:t xml:space="preserve">, </w:t>
      </w:r>
      <w:r w:rsidRPr="004C3E92">
        <w:t>avec tout le calme dont elle était capable</w:t>
      </w:r>
      <w:r w:rsidR="004A4993">
        <w:t> :</w:t>
      </w:r>
    </w:p>
    <w:p w14:paraId="72D04E51" w14:textId="77777777" w:rsidR="004A4993" w:rsidRDefault="004A4993" w:rsidP="004A4993">
      <w:r>
        <w:t>— </w:t>
      </w:r>
      <w:r w:rsidR="008C5C61" w:rsidRPr="004C3E92">
        <w:t>J</w:t>
      </w:r>
      <w:r>
        <w:t>’</w:t>
      </w:r>
      <w:r w:rsidR="008C5C61" w:rsidRPr="004C3E92">
        <w:t xml:space="preserve">aime beaucoup Edward </w:t>
      </w:r>
      <w:proofErr w:type="spellStart"/>
      <w:r w:rsidR="008C5C61" w:rsidRPr="004C3E92">
        <w:t>Ferrars</w:t>
      </w:r>
      <w:proofErr w:type="spellEnd"/>
      <w:r>
        <w:t xml:space="preserve">, </w:t>
      </w:r>
      <w:r w:rsidR="008C5C61" w:rsidRPr="004C3E92">
        <w:t>et je serai toujours contente de le voir</w:t>
      </w:r>
      <w:r>
        <w:t xml:space="preserve"> ; </w:t>
      </w:r>
      <w:r w:rsidR="008C5C61" w:rsidRPr="004C3E92">
        <w:t>mais quant au reste de la famille</w:t>
      </w:r>
      <w:r>
        <w:t xml:space="preserve">, </w:t>
      </w:r>
      <w:r w:rsidR="008C5C61" w:rsidRPr="004C3E92">
        <w:t>il m</w:t>
      </w:r>
      <w:r>
        <w:t>’</w:t>
      </w:r>
      <w:r w:rsidR="008C5C61" w:rsidRPr="004C3E92">
        <w:t>est parfaitement indifférent d</w:t>
      </w:r>
      <w:r>
        <w:t>’</w:t>
      </w:r>
      <w:r w:rsidR="008C5C61" w:rsidRPr="004C3E92">
        <w:t>en être</w:t>
      </w:r>
      <w:r>
        <w:t xml:space="preserve">, </w:t>
      </w:r>
      <w:r w:rsidR="008C5C61" w:rsidRPr="004C3E92">
        <w:t>ou non</w:t>
      </w:r>
      <w:r>
        <w:t xml:space="preserve">, </w:t>
      </w:r>
      <w:r w:rsidR="008C5C61" w:rsidRPr="004C3E92">
        <w:t>jamais connue</w:t>
      </w:r>
      <w:r>
        <w:t>.</w:t>
      </w:r>
    </w:p>
    <w:p w14:paraId="4BE751EA" w14:textId="77777777" w:rsidR="004A4993" w:rsidRDefault="008C5C61" w:rsidP="004A4993">
      <w:r w:rsidRPr="004C3E92">
        <w:t>Mrs</w:t>
      </w:r>
      <w:r w:rsidR="004A4993">
        <w:t xml:space="preserve">. </w:t>
      </w:r>
      <w:proofErr w:type="spellStart"/>
      <w:r w:rsidRPr="004C3E92">
        <w:t>Dashwood</w:t>
      </w:r>
      <w:proofErr w:type="spellEnd"/>
      <w:r w:rsidRPr="004C3E92">
        <w:t xml:space="preserve"> sourit et ne dit rien</w:t>
      </w:r>
      <w:r w:rsidR="004A4993">
        <w:t xml:space="preserve">. </w:t>
      </w:r>
      <w:r w:rsidRPr="004C3E92">
        <w:t>Marianne leva les yeux avec étonnement</w:t>
      </w:r>
      <w:r w:rsidR="004A4993">
        <w:t xml:space="preserve">, </w:t>
      </w:r>
      <w:r w:rsidRPr="004C3E92">
        <w:t xml:space="preserve">et </w:t>
      </w:r>
      <w:proofErr w:type="spellStart"/>
      <w:r w:rsidRPr="004C3E92">
        <w:t>Elinor</w:t>
      </w:r>
      <w:proofErr w:type="spellEnd"/>
      <w:r w:rsidRPr="004C3E92">
        <w:t xml:space="preserve"> se dit qu</w:t>
      </w:r>
      <w:r w:rsidR="004A4993">
        <w:t>’</w:t>
      </w:r>
      <w:r w:rsidRPr="004C3E92">
        <w:t>elle aurait tout aussi bien pu se taire</w:t>
      </w:r>
      <w:r w:rsidR="004A4993">
        <w:t>.</w:t>
      </w:r>
    </w:p>
    <w:p w14:paraId="648C6AB8" w14:textId="77777777" w:rsidR="004A4993" w:rsidRDefault="008C5C61" w:rsidP="004A4993">
      <w:r w:rsidRPr="004C3E92">
        <w:t>Après fort peu de conversation supplémentaire</w:t>
      </w:r>
      <w:r w:rsidR="004A4993">
        <w:t xml:space="preserve">, </w:t>
      </w:r>
      <w:r w:rsidRPr="004C3E92">
        <w:t>il fut fin</w:t>
      </w:r>
      <w:r w:rsidRPr="004C3E92">
        <w:t>a</w:t>
      </w:r>
      <w:r w:rsidRPr="004C3E92">
        <w:t>lement convenu que l</w:t>
      </w:r>
      <w:r w:rsidR="004A4993">
        <w:t>’</w:t>
      </w:r>
      <w:r w:rsidRPr="004C3E92">
        <w:t>invitation serait acceptée sans réserves</w:t>
      </w:r>
      <w:r w:rsidR="004A4993">
        <w:t xml:space="preserve">. </w:t>
      </w:r>
      <w:r w:rsidRPr="004C3E92">
        <w:t>Mrs</w:t>
      </w:r>
      <w:r w:rsidR="004A4993">
        <w:t xml:space="preserve">. </w:t>
      </w:r>
      <w:r w:rsidRPr="004C3E92">
        <w:t>Jennings reçut cette nouvelle avec beaucoup de joie</w:t>
      </w:r>
      <w:r w:rsidR="004A4993">
        <w:t xml:space="preserve">, </w:t>
      </w:r>
      <w:r w:rsidRPr="004C3E92">
        <w:t>et fo</w:t>
      </w:r>
      <w:r w:rsidRPr="004C3E92">
        <w:t>r</w:t>
      </w:r>
      <w:r w:rsidRPr="004C3E92">
        <w:t>ce assurances d</w:t>
      </w:r>
      <w:r w:rsidR="004A4993">
        <w:t>’</w:t>
      </w:r>
      <w:r w:rsidRPr="004C3E92">
        <w:t>amabilité et de soins</w:t>
      </w:r>
      <w:r w:rsidR="004A4993">
        <w:t xml:space="preserve"> ; </w:t>
      </w:r>
      <w:r w:rsidRPr="004C3E92">
        <w:t>elle ne fut d</w:t>
      </w:r>
      <w:r w:rsidR="004A4993">
        <w:t>’</w:t>
      </w:r>
      <w:r w:rsidRPr="004C3E92">
        <w:t>ailleurs pas la seule à qui elle fit plaisir</w:t>
      </w:r>
      <w:r w:rsidR="004A4993">
        <w:t xml:space="preserve">. </w:t>
      </w:r>
      <w:r w:rsidRPr="004C3E92">
        <w:t>Sir John fut ravi</w:t>
      </w:r>
      <w:r w:rsidR="004A4993">
        <w:t xml:space="preserve"> ; </w:t>
      </w:r>
      <w:r w:rsidRPr="004C3E92">
        <w:t>car pour un homme dont l</w:t>
      </w:r>
      <w:r w:rsidR="004A4993">
        <w:t>’</w:t>
      </w:r>
      <w:r w:rsidRPr="004C3E92">
        <w:t>inquiétude dominante était la crainte d</w:t>
      </w:r>
      <w:r w:rsidR="004A4993">
        <w:t>’</w:t>
      </w:r>
      <w:r w:rsidRPr="004C3E92">
        <w:t>être seul</w:t>
      </w:r>
      <w:r w:rsidR="004A4993">
        <w:t xml:space="preserve">, </w:t>
      </w:r>
      <w:r w:rsidRPr="004C3E92">
        <w:t>l</w:t>
      </w:r>
      <w:r w:rsidR="004A4993">
        <w:t>’</w:t>
      </w:r>
      <w:r w:rsidRPr="004C3E92">
        <w:t>acquisition de deux habitants venant grossir le nombre de ceux de Londres était quelque chose</w:t>
      </w:r>
      <w:r w:rsidR="004A4993">
        <w:t xml:space="preserve">. </w:t>
      </w:r>
      <w:r w:rsidRPr="004C3E92">
        <w:lastRenderedPageBreak/>
        <w:t>Lady Middleton elle-même prit la peine d</w:t>
      </w:r>
      <w:r w:rsidR="004A4993">
        <w:t>’</w:t>
      </w:r>
      <w:r w:rsidRPr="004C3E92">
        <w:t>être ravie</w:t>
      </w:r>
      <w:r w:rsidR="004A4993">
        <w:t xml:space="preserve">, </w:t>
      </w:r>
      <w:r w:rsidRPr="004C3E92">
        <w:t>ce qui</w:t>
      </w:r>
      <w:r w:rsidR="004A4993">
        <w:t xml:space="preserve">, </w:t>
      </w:r>
      <w:r w:rsidRPr="004C3E92">
        <w:t>pour elle</w:t>
      </w:r>
      <w:r w:rsidR="004A4993">
        <w:t xml:space="preserve">, </w:t>
      </w:r>
      <w:r w:rsidRPr="004C3E92">
        <w:t>était assez étranger à ses habitudes</w:t>
      </w:r>
      <w:r w:rsidR="004A4993">
        <w:t xml:space="preserve"> ; </w:t>
      </w:r>
      <w:r w:rsidRPr="004C3E92">
        <w:t>et quant aux demoiselles Steele</w:t>
      </w:r>
      <w:r w:rsidR="004A4993">
        <w:t xml:space="preserve">, </w:t>
      </w:r>
      <w:r w:rsidRPr="004C3E92">
        <w:t>et tout particuli</w:t>
      </w:r>
      <w:r w:rsidRPr="004C3E92">
        <w:t>è</w:t>
      </w:r>
      <w:r w:rsidRPr="004C3E92">
        <w:t>rement Lucy</w:t>
      </w:r>
      <w:r w:rsidR="004A4993">
        <w:t xml:space="preserve">, </w:t>
      </w:r>
      <w:r w:rsidRPr="004C3E92">
        <w:t>elles n</w:t>
      </w:r>
      <w:r w:rsidR="004A4993">
        <w:t>’</w:t>
      </w:r>
      <w:r w:rsidRPr="004C3E92">
        <w:t>avaient jamais été aussi heureuses de leur vie qu</w:t>
      </w:r>
      <w:r w:rsidR="004A4993">
        <w:t>’</w:t>
      </w:r>
      <w:r w:rsidRPr="004C3E92">
        <w:t>en apprenant cette nouvelle</w:t>
      </w:r>
      <w:r w:rsidR="004A4993">
        <w:t>.</w:t>
      </w:r>
    </w:p>
    <w:p w14:paraId="30C0634D" w14:textId="77777777" w:rsidR="004A4993" w:rsidRDefault="008C5C61" w:rsidP="004A4993">
      <w:proofErr w:type="spellStart"/>
      <w:r w:rsidRPr="004C3E92">
        <w:t>Elinor</w:t>
      </w:r>
      <w:proofErr w:type="spellEnd"/>
      <w:r w:rsidRPr="004C3E92">
        <w:t xml:space="preserve"> se soumit à cet arrangement</w:t>
      </w:r>
      <w:r w:rsidR="004A4993">
        <w:t xml:space="preserve">, </w:t>
      </w:r>
      <w:r w:rsidRPr="004C3E92">
        <w:t>qui allait à l</w:t>
      </w:r>
      <w:r w:rsidR="004A4993">
        <w:t>’</w:t>
      </w:r>
      <w:r w:rsidRPr="004C3E92">
        <w:t>encontre de ses désirs</w:t>
      </w:r>
      <w:r w:rsidR="004A4993">
        <w:t xml:space="preserve">, </w:t>
      </w:r>
      <w:r w:rsidRPr="004C3E92">
        <w:t>avec moins de répugnance qu</w:t>
      </w:r>
      <w:r w:rsidR="004A4993">
        <w:t>’</w:t>
      </w:r>
      <w:r w:rsidRPr="004C3E92">
        <w:t>elle ne s</w:t>
      </w:r>
      <w:r w:rsidR="004A4993">
        <w:t>’</w:t>
      </w:r>
      <w:r w:rsidRPr="004C3E92">
        <w:t>était atte</w:t>
      </w:r>
      <w:r w:rsidRPr="004C3E92">
        <w:t>n</w:t>
      </w:r>
      <w:r w:rsidRPr="004C3E92">
        <w:t>due à en éprouver</w:t>
      </w:r>
      <w:r w:rsidR="004A4993">
        <w:t xml:space="preserve">. </w:t>
      </w:r>
      <w:r w:rsidRPr="004C3E92">
        <w:t>Quant à elle</w:t>
      </w:r>
      <w:r w:rsidR="004A4993">
        <w:t xml:space="preserve">, </w:t>
      </w:r>
      <w:r w:rsidRPr="004C3E92">
        <w:t>il lui était à présent indifférent d</w:t>
      </w:r>
      <w:r w:rsidR="004A4993">
        <w:t>’</w:t>
      </w:r>
      <w:r w:rsidRPr="004C3E92">
        <w:t>aller à Londres ou non</w:t>
      </w:r>
      <w:r w:rsidR="004A4993">
        <w:t xml:space="preserve">, </w:t>
      </w:r>
      <w:r w:rsidRPr="004C3E92">
        <w:t>et quand elle vit sa mère si foncièr</w:t>
      </w:r>
      <w:r w:rsidRPr="004C3E92">
        <w:t>e</w:t>
      </w:r>
      <w:r w:rsidRPr="004C3E92">
        <w:t>ment satisfaite de ce projet</w:t>
      </w:r>
      <w:r w:rsidR="004A4993">
        <w:t xml:space="preserve">, </w:t>
      </w:r>
      <w:r w:rsidRPr="004C3E92">
        <w:t>et sa sœur ragaillardie</w:t>
      </w:r>
      <w:r w:rsidR="004A4993">
        <w:t xml:space="preserve">, </w:t>
      </w:r>
      <w:r w:rsidRPr="004C3E92">
        <w:t>grâce à lui</w:t>
      </w:r>
      <w:r w:rsidR="004A4993">
        <w:t xml:space="preserve">, </w:t>
      </w:r>
      <w:r w:rsidRPr="004C3E92">
        <w:t>dans son aspect</w:t>
      </w:r>
      <w:r w:rsidR="004A4993">
        <w:t xml:space="preserve">, </w:t>
      </w:r>
      <w:r w:rsidRPr="004C3E92">
        <w:t>sa voix</w:t>
      </w:r>
      <w:r w:rsidR="004A4993">
        <w:t xml:space="preserve">, </w:t>
      </w:r>
      <w:r w:rsidRPr="004C3E92">
        <w:t>et ses façons</w:t>
      </w:r>
      <w:r w:rsidR="004A4993">
        <w:t xml:space="preserve">, </w:t>
      </w:r>
      <w:r w:rsidRPr="004C3E92">
        <w:t>rétablie dans toute son animation habituelle</w:t>
      </w:r>
      <w:r w:rsidR="004A4993">
        <w:t xml:space="preserve">, </w:t>
      </w:r>
      <w:r w:rsidRPr="004C3E92">
        <w:t>et soulevée à un niveau de gaieté plus qu</w:t>
      </w:r>
      <w:r w:rsidR="004A4993">
        <w:t>’</w:t>
      </w:r>
      <w:r w:rsidRPr="004C3E92">
        <w:t>habituel</w:t>
      </w:r>
      <w:r w:rsidR="004A4993">
        <w:t xml:space="preserve">, </w:t>
      </w:r>
      <w:r w:rsidRPr="004C3E92">
        <w:t>elle ne put pas être mécontente de la cause</w:t>
      </w:r>
      <w:r w:rsidR="004A4993">
        <w:t xml:space="preserve">, </w:t>
      </w:r>
      <w:r w:rsidRPr="004C3E92">
        <w:t>et eut peine à se permettre quelque méfiance à l</w:t>
      </w:r>
      <w:r w:rsidR="004A4993">
        <w:t>’</w:t>
      </w:r>
      <w:r w:rsidRPr="004C3E92">
        <w:t>égard de la cons</w:t>
      </w:r>
      <w:r w:rsidRPr="004C3E92">
        <w:t>é</w:t>
      </w:r>
      <w:r w:rsidRPr="004C3E92">
        <w:t>quence</w:t>
      </w:r>
      <w:r w:rsidR="004A4993">
        <w:t>.</w:t>
      </w:r>
    </w:p>
    <w:p w14:paraId="3C328E04" w14:textId="77777777" w:rsidR="004A4993" w:rsidRDefault="008C5C61" w:rsidP="004A4993">
      <w:r w:rsidRPr="004C3E92">
        <w:t xml:space="preserve">La joie de Marianne atteignit presque </w:t>
      </w:r>
      <w:proofErr w:type="spellStart"/>
      <w:r w:rsidRPr="004C3E92">
        <w:t>au delà</w:t>
      </w:r>
      <w:proofErr w:type="spellEnd"/>
      <w:r w:rsidRPr="004C3E92">
        <w:t xml:space="preserve"> du bonheur</w:t>
      </w:r>
      <w:r w:rsidR="004A4993">
        <w:t xml:space="preserve">, </w:t>
      </w:r>
      <w:r w:rsidRPr="004C3E92">
        <w:t>tellement étaient considérables la perturbation de son entrain et son impatience d</w:t>
      </w:r>
      <w:r w:rsidR="004A4993">
        <w:t>’</w:t>
      </w:r>
      <w:r w:rsidRPr="004C3E92">
        <w:t>être partie</w:t>
      </w:r>
      <w:r w:rsidR="004A4993">
        <w:t xml:space="preserve">. </w:t>
      </w:r>
      <w:r w:rsidRPr="004C3E92">
        <w:t>Sa répugnance à quitter sa mère était la seule chose qui la ramenât au calme</w:t>
      </w:r>
      <w:r w:rsidR="004A4993">
        <w:t xml:space="preserve"> ; </w:t>
      </w:r>
      <w:r w:rsidRPr="004C3E92">
        <w:t>et au moment de se séparer d</w:t>
      </w:r>
      <w:r w:rsidR="004A4993">
        <w:t>’</w:t>
      </w:r>
      <w:r w:rsidRPr="004C3E92">
        <w:t>elle</w:t>
      </w:r>
      <w:r w:rsidR="004A4993">
        <w:t xml:space="preserve">, </w:t>
      </w:r>
      <w:r w:rsidRPr="004C3E92">
        <w:t>son chagrin de ce chef fut extrême</w:t>
      </w:r>
      <w:r w:rsidR="004A4993">
        <w:t xml:space="preserve">. </w:t>
      </w:r>
      <w:r w:rsidRPr="004C3E92">
        <w:t>La douleur de sa mère ne fut guère moindre</w:t>
      </w:r>
      <w:r w:rsidR="004A4993">
        <w:t xml:space="preserve">, </w:t>
      </w:r>
      <w:r w:rsidRPr="004C3E92">
        <w:t xml:space="preserve">et </w:t>
      </w:r>
      <w:proofErr w:type="spellStart"/>
      <w:r w:rsidRPr="004C3E92">
        <w:t>Elinor</w:t>
      </w:r>
      <w:proofErr w:type="spellEnd"/>
      <w:r w:rsidRPr="004C3E92">
        <w:t xml:space="preserve"> fut la seule des trois qui semblât considérer la séparation comme rien moins qu</w:t>
      </w:r>
      <w:r w:rsidR="004A4993">
        <w:t>’</w:t>
      </w:r>
      <w:r w:rsidRPr="004C3E92">
        <w:t>éternelle</w:t>
      </w:r>
      <w:r w:rsidR="004A4993">
        <w:t>.</w:t>
      </w:r>
    </w:p>
    <w:p w14:paraId="7404F167" w14:textId="77777777" w:rsidR="004A4993" w:rsidRDefault="008C5C61" w:rsidP="004A4993">
      <w:r w:rsidRPr="004C3E92">
        <w:t>Leur départ eut lieu dans la première semaine de janvier</w:t>
      </w:r>
      <w:r w:rsidR="004A4993">
        <w:t xml:space="preserve">. </w:t>
      </w:r>
      <w:r w:rsidRPr="004C3E92">
        <w:t>Les Middleton devaient suivre quelque huit jours plus tard</w:t>
      </w:r>
      <w:r w:rsidR="004A4993">
        <w:t xml:space="preserve">. </w:t>
      </w:r>
      <w:r w:rsidRPr="004C3E92">
        <w:t>Les demoiselles Steele continuèrent leur séjour au Park</w:t>
      </w:r>
      <w:r w:rsidR="004A4993">
        <w:t xml:space="preserve">, </w:t>
      </w:r>
      <w:r w:rsidRPr="004C3E92">
        <w:t>et ne d</w:t>
      </w:r>
      <w:r w:rsidRPr="004C3E92">
        <w:t>e</w:t>
      </w:r>
      <w:r w:rsidRPr="004C3E92">
        <w:t>vaient le quitter qu</w:t>
      </w:r>
      <w:r w:rsidR="004A4993">
        <w:t>’</w:t>
      </w:r>
      <w:r w:rsidRPr="004C3E92">
        <w:t>avec le reste de la famille</w:t>
      </w:r>
      <w:r w:rsidR="004A4993">
        <w:t>.</w:t>
      </w:r>
    </w:p>
    <w:p w14:paraId="436E39C0" w14:textId="7A7EF835" w:rsidR="008C5C61" w:rsidRPr="004C3E92" w:rsidRDefault="008C5C61" w:rsidP="004A4993">
      <w:pPr>
        <w:pStyle w:val="Titre1"/>
      </w:pPr>
      <w:bookmarkStart w:id="25" w:name="_Toc196409810"/>
      <w:r w:rsidRPr="004C3E92">
        <w:lastRenderedPageBreak/>
        <w:t>CHAPITRE XXVI</w:t>
      </w:r>
      <w:bookmarkEnd w:id="25"/>
      <w:r w:rsidRPr="004C3E92">
        <w:br/>
      </w:r>
    </w:p>
    <w:p w14:paraId="500230C3" w14:textId="77777777" w:rsidR="004A4993" w:rsidRDefault="008C5C61" w:rsidP="004A4993">
      <w:proofErr w:type="spellStart"/>
      <w:r w:rsidRPr="004C3E92">
        <w:t>Elinor</w:t>
      </w:r>
      <w:proofErr w:type="spellEnd"/>
      <w:r w:rsidRPr="004C3E92">
        <w:t xml:space="preserve"> ne pouvait se trouver dans la voiture avec Mrs</w:t>
      </w:r>
      <w:r w:rsidR="004A4993">
        <w:t xml:space="preserve">. </w:t>
      </w:r>
      <w:r w:rsidRPr="004C3E92">
        <w:t>Je</w:t>
      </w:r>
      <w:r w:rsidRPr="004C3E92">
        <w:t>n</w:t>
      </w:r>
      <w:r w:rsidRPr="004C3E92">
        <w:t>nings</w:t>
      </w:r>
      <w:r w:rsidR="004A4993">
        <w:t xml:space="preserve">, </w:t>
      </w:r>
      <w:r w:rsidRPr="004C3E92">
        <w:t>au début d</w:t>
      </w:r>
      <w:r w:rsidR="004A4993">
        <w:t>’</w:t>
      </w:r>
      <w:r w:rsidRPr="004C3E92">
        <w:t>un voyage à Londres sous sa protection</w:t>
      </w:r>
      <w:r w:rsidR="004A4993">
        <w:t xml:space="preserve">, </w:t>
      </w:r>
      <w:r w:rsidRPr="004C3E92">
        <w:t>et au titre de son invitée</w:t>
      </w:r>
      <w:r w:rsidR="004A4993">
        <w:t xml:space="preserve">, </w:t>
      </w:r>
      <w:r w:rsidRPr="004C3E92">
        <w:t>sans s</w:t>
      </w:r>
      <w:r w:rsidR="004A4993">
        <w:t>’</w:t>
      </w:r>
      <w:r w:rsidRPr="004C3E92">
        <w:t>émerveiller de sa propre situation</w:t>
      </w:r>
      <w:r w:rsidR="004A4993">
        <w:t xml:space="preserve">, </w:t>
      </w:r>
      <w:r w:rsidRPr="004C3E92">
        <w:t>tant avait été brève leur connaissance avec cette dame</w:t>
      </w:r>
      <w:r w:rsidR="004A4993">
        <w:t xml:space="preserve">, </w:t>
      </w:r>
      <w:r w:rsidRPr="004C3E92">
        <w:t>tant elles étaient peu adaptées l</w:t>
      </w:r>
      <w:r w:rsidR="004A4993">
        <w:t>’</w:t>
      </w:r>
      <w:r w:rsidRPr="004C3E92">
        <w:t>une à l</w:t>
      </w:r>
      <w:r w:rsidR="004A4993">
        <w:t>’</w:t>
      </w:r>
      <w:r w:rsidRPr="004C3E92">
        <w:t>autre par l</w:t>
      </w:r>
      <w:r w:rsidR="004A4993">
        <w:t>’</w:t>
      </w:r>
      <w:r w:rsidRPr="004C3E92">
        <w:t>âge et le caractère</w:t>
      </w:r>
      <w:r w:rsidR="004A4993">
        <w:t xml:space="preserve">, </w:t>
      </w:r>
      <w:r w:rsidRPr="004C3E92">
        <w:t>et tant ses objections à une telle mesure avaient été nombreuses</w:t>
      </w:r>
      <w:r w:rsidR="004A4993">
        <w:t xml:space="preserve">, </w:t>
      </w:r>
      <w:r w:rsidRPr="004C3E92">
        <w:t>quelques jours seulement auparavant</w:t>
      </w:r>
      <w:r w:rsidR="004A4993">
        <w:t xml:space="preserve"> ! </w:t>
      </w:r>
      <w:r w:rsidRPr="004C3E92">
        <w:t>Mais toutes ces obje</w:t>
      </w:r>
      <w:r w:rsidRPr="004C3E92">
        <w:t>c</w:t>
      </w:r>
      <w:r w:rsidRPr="004C3E92">
        <w:t>tions avaient été vaincues ou écartées</w:t>
      </w:r>
      <w:r w:rsidR="004A4993">
        <w:t xml:space="preserve">, </w:t>
      </w:r>
      <w:r w:rsidRPr="004C3E92">
        <w:t>avec cet heureux élan de jeunesse que Marianne possédait en partage avec sa mère</w:t>
      </w:r>
      <w:r w:rsidR="004A4993">
        <w:t xml:space="preserve"> ; </w:t>
      </w:r>
      <w:r w:rsidRPr="004C3E92">
        <w:t xml:space="preserve">et </w:t>
      </w:r>
      <w:proofErr w:type="spellStart"/>
      <w:r w:rsidRPr="004C3E92">
        <w:t>Elinor</w:t>
      </w:r>
      <w:proofErr w:type="spellEnd"/>
      <w:r w:rsidR="004A4993">
        <w:t xml:space="preserve">, </w:t>
      </w:r>
      <w:r w:rsidRPr="004C3E92">
        <w:t>malgré tous les doutes qui l</w:t>
      </w:r>
      <w:r w:rsidR="004A4993">
        <w:t>’</w:t>
      </w:r>
      <w:r w:rsidRPr="004C3E92">
        <w:t>assaillaient de temps à autre quant à la constance de Willoughby</w:t>
      </w:r>
      <w:r w:rsidR="004A4993">
        <w:t xml:space="preserve">, </w:t>
      </w:r>
      <w:r w:rsidRPr="004C3E92">
        <w:t>ne pouvait être témoin du ravissement d</w:t>
      </w:r>
      <w:r w:rsidR="004A4993">
        <w:t>’</w:t>
      </w:r>
      <w:r w:rsidRPr="004C3E92">
        <w:t>espoir délicieux qui emplissait l</w:t>
      </w:r>
      <w:r w:rsidR="004A4993">
        <w:t>’</w:t>
      </w:r>
      <w:r w:rsidRPr="004C3E92">
        <w:t>âme entière et rayonnait dans les yeux de Marianne</w:t>
      </w:r>
      <w:r w:rsidR="004A4993">
        <w:t xml:space="preserve">, </w:t>
      </w:r>
      <w:r w:rsidRPr="004C3E92">
        <w:t>sans ressentir tout le vide de ses propres perspectives d</w:t>
      </w:r>
      <w:r w:rsidR="004A4993">
        <w:t>’</w:t>
      </w:r>
      <w:r w:rsidRPr="004C3E92">
        <w:t>avenir</w:t>
      </w:r>
      <w:r w:rsidR="004A4993">
        <w:t xml:space="preserve">, </w:t>
      </w:r>
      <w:r w:rsidRPr="004C3E92">
        <w:t>toute l</w:t>
      </w:r>
      <w:r w:rsidR="004A4993">
        <w:t>’</w:t>
      </w:r>
      <w:r w:rsidRPr="004C3E92">
        <w:t>absence de gaieté de son propre état d</w:t>
      </w:r>
      <w:r w:rsidR="004A4993">
        <w:t>’</w:t>
      </w:r>
      <w:r w:rsidRPr="004C3E92">
        <w:t>esprit</w:t>
      </w:r>
      <w:r w:rsidR="004A4993">
        <w:t xml:space="preserve">, </w:t>
      </w:r>
      <w:r w:rsidRPr="004C3E92">
        <w:t>en comparaison</w:t>
      </w:r>
      <w:r w:rsidR="004A4993">
        <w:t xml:space="preserve">, </w:t>
      </w:r>
      <w:r w:rsidRPr="004C3E92">
        <w:t>et sans se dire qu</w:t>
      </w:r>
      <w:r w:rsidR="004A4993">
        <w:t>’</w:t>
      </w:r>
      <w:r w:rsidRPr="004C3E92">
        <w:t>elle serait bien heureuse de pouvoir prendre part aux préoccup</w:t>
      </w:r>
      <w:r w:rsidRPr="004C3E92">
        <w:t>a</w:t>
      </w:r>
      <w:r w:rsidRPr="004C3E92">
        <w:t>tions de la situation de Marianne afin d</w:t>
      </w:r>
      <w:r w:rsidR="004A4993">
        <w:t>’</w:t>
      </w:r>
      <w:r w:rsidRPr="004C3E92">
        <w:t>avoir en vue le même objet animateur</w:t>
      </w:r>
      <w:r w:rsidR="004A4993">
        <w:t xml:space="preserve">, </w:t>
      </w:r>
      <w:r w:rsidRPr="004C3E92">
        <w:t>la même possibilité d</w:t>
      </w:r>
      <w:r w:rsidR="004A4993">
        <w:t>’</w:t>
      </w:r>
      <w:r w:rsidRPr="004C3E92">
        <w:t>espoir</w:t>
      </w:r>
      <w:r w:rsidR="004A4993">
        <w:t xml:space="preserve">. </w:t>
      </w:r>
      <w:r w:rsidRPr="004C3E92">
        <w:t>Toutefois</w:t>
      </w:r>
      <w:r w:rsidR="004A4993">
        <w:t xml:space="preserve">, </w:t>
      </w:r>
      <w:r w:rsidRPr="004C3E92">
        <w:t>il fa</w:t>
      </w:r>
      <w:r w:rsidRPr="004C3E92">
        <w:t>l</w:t>
      </w:r>
      <w:r w:rsidRPr="004C3E92">
        <w:t>lait maintenant un délai court</w:t>
      </w:r>
      <w:r w:rsidR="004A4993">
        <w:t xml:space="preserve">, </w:t>
      </w:r>
      <w:r w:rsidRPr="004C3E92">
        <w:t>fort court</w:t>
      </w:r>
      <w:r w:rsidR="004A4993">
        <w:t xml:space="preserve">, </w:t>
      </w:r>
      <w:r w:rsidRPr="004C3E92">
        <w:t>pour décider de ce qu</w:t>
      </w:r>
      <w:r w:rsidR="004A4993">
        <w:t>’</w:t>
      </w:r>
      <w:r w:rsidRPr="004C3E92">
        <w:t>étaient les intentions de Willoughby</w:t>
      </w:r>
      <w:r w:rsidR="004A4993">
        <w:t xml:space="preserve"> ; </w:t>
      </w:r>
      <w:r w:rsidRPr="004C3E92">
        <w:t>selon toute probabilité</w:t>
      </w:r>
      <w:r w:rsidR="004A4993">
        <w:t xml:space="preserve">, </w:t>
      </w:r>
      <w:r w:rsidRPr="004C3E92">
        <w:t>il était déjà en ville</w:t>
      </w:r>
      <w:r w:rsidR="004A4993">
        <w:t xml:space="preserve">. </w:t>
      </w:r>
      <w:r w:rsidRPr="004C3E92">
        <w:t>La hâte de Marianne à partir déclarait qu</w:t>
      </w:r>
      <w:r w:rsidR="004A4993">
        <w:t>’</w:t>
      </w:r>
      <w:r w:rsidRPr="004C3E92">
        <w:t>elle comptait bien l</w:t>
      </w:r>
      <w:r w:rsidR="004A4993">
        <w:t>’</w:t>
      </w:r>
      <w:r w:rsidRPr="004C3E92">
        <w:t>y trouver</w:t>
      </w:r>
      <w:r w:rsidR="004A4993">
        <w:t xml:space="preserve"> ; </w:t>
      </w:r>
      <w:r w:rsidRPr="004C3E92">
        <w:t xml:space="preserve">et </w:t>
      </w:r>
      <w:proofErr w:type="spellStart"/>
      <w:r w:rsidRPr="004C3E92">
        <w:t>Elinor</w:t>
      </w:r>
      <w:proofErr w:type="spellEnd"/>
      <w:r w:rsidRPr="004C3E92">
        <w:t xml:space="preserve"> était résolue non seulement à s</w:t>
      </w:r>
      <w:r w:rsidR="004A4993">
        <w:t>’</w:t>
      </w:r>
      <w:r w:rsidRPr="004C3E92">
        <w:t>assurer toutes les lumières nouvelles</w:t>
      </w:r>
      <w:r w:rsidR="004A4993">
        <w:t xml:space="preserve">, </w:t>
      </w:r>
      <w:r w:rsidRPr="004C3E92">
        <w:t>quant à son caractère</w:t>
      </w:r>
      <w:r w:rsidR="004A4993">
        <w:t xml:space="preserve">, </w:t>
      </w:r>
      <w:r w:rsidRPr="004C3E92">
        <w:t>que pourraient lui donner sa propre observation ou l</w:t>
      </w:r>
      <w:r w:rsidR="004A4993">
        <w:t>’</w:t>
      </w:r>
      <w:r w:rsidRPr="004C3E92">
        <w:t>expérience d</w:t>
      </w:r>
      <w:r w:rsidR="004A4993">
        <w:t>’</w:t>
      </w:r>
      <w:r w:rsidRPr="004C3E92">
        <w:t>autrui</w:t>
      </w:r>
      <w:r w:rsidR="004A4993">
        <w:t xml:space="preserve">, </w:t>
      </w:r>
      <w:r w:rsidRPr="004C3E92">
        <w:t>mais encore à observer son attitude à l</w:t>
      </w:r>
      <w:r w:rsidR="004A4993">
        <w:t>’</w:t>
      </w:r>
      <w:r w:rsidRPr="004C3E92">
        <w:t>égard de Marianne</w:t>
      </w:r>
      <w:r w:rsidR="004A4993">
        <w:t xml:space="preserve">, </w:t>
      </w:r>
      <w:r w:rsidRPr="004C3E92">
        <w:t>avec un zèle attentif</w:t>
      </w:r>
      <w:r w:rsidR="004A4993">
        <w:t xml:space="preserve">, </w:t>
      </w:r>
      <w:r w:rsidRPr="004C3E92">
        <w:t>afin de se rendre compte de ce qu</w:t>
      </w:r>
      <w:r w:rsidR="004A4993">
        <w:t>’</w:t>
      </w:r>
      <w:r w:rsidRPr="004C3E92">
        <w:t>il était</w:t>
      </w:r>
      <w:r w:rsidR="004A4993">
        <w:t xml:space="preserve">, </w:t>
      </w:r>
      <w:r w:rsidRPr="004C3E92">
        <w:t>et de ce qu</w:t>
      </w:r>
      <w:r w:rsidR="004A4993">
        <w:t>’</w:t>
      </w:r>
      <w:r w:rsidRPr="004C3E92">
        <w:t>il comptait faire</w:t>
      </w:r>
      <w:r w:rsidR="004A4993">
        <w:t xml:space="preserve">, </w:t>
      </w:r>
      <w:r w:rsidRPr="004C3E92">
        <w:t>avant qu</w:t>
      </w:r>
      <w:r w:rsidR="004A4993">
        <w:t>’</w:t>
      </w:r>
      <w:r w:rsidRPr="004C3E92">
        <w:t>eussent eu lieu beaucoup de rencontres</w:t>
      </w:r>
      <w:r w:rsidR="004A4993">
        <w:t xml:space="preserve">. </w:t>
      </w:r>
      <w:r w:rsidRPr="004C3E92">
        <w:t xml:space="preserve">Au cas </w:t>
      </w:r>
      <w:r w:rsidRPr="004C3E92">
        <w:lastRenderedPageBreak/>
        <w:t>où le résultat de ses observations serait défavorable</w:t>
      </w:r>
      <w:r w:rsidR="004A4993">
        <w:t xml:space="preserve">, </w:t>
      </w:r>
      <w:r w:rsidRPr="004C3E92">
        <w:t>elle était résolue tout au moins à ouvrir les yeux à sa sœur</w:t>
      </w:r>
      <w:r w:rsidR="004A4993">
        <w:t xml:space="preserve"> ; </w:t>
      </w:r>
      <w:r w:rsidRPr="004C3E92">
        <w:t>s</w:t>
      </w:r>
      <w:r w:rsidR="004A4993">
        <w:t>’</w:t>
      </w:r>
      <w:r w:rsidRPr="004C3E92">
        <w:t>il en était autrement</w:t>
      </w:r>
      <w:r w:rsidR="004A4993">
        <w:t xml:space="preserve">, </w:t>
      </w:r>
      <w:r w:rsidRPr="004C3E92">
        <w:t>ses e</w:t>
      </w:r>
      <w:r w:rsidRPr="004C3E92">
        <w:t>f</w:t>
      </w:r>
      <w:r w:rsidRPr="004C3E92">
        <w:t>forts seraient d</w:t>
      </w:r>
      <w:r w:rsidR="004A4993">
        <w:t>’</w:t>
      </w:r>
      <w:r w:rsidRPr="004C3E92">
        <w:t>une nature différente</w:t>
      </w:r>
      <w:r w:rsidR="004A4993">
        <w:t xml:space="preserve"> : – </w:t>
      </w:r>
      <w:r w:rsidRPr="004C3E92">
        <w:t>il lui faudrait alors a</w:t>
      </w:r>
      <w:r w:rsidRPr="004C3E92">
        <w:t>p</w:t>
      </w:r>
      <w:r w:rsidRPr="004C3E92">
        <w:t>prendre à éviter toute comparaison égoïste</w:t>
      </w:r>
      <w:r w:rsidR="004A4993">
        <w:t xml:space="preserve">, </w:t>
      </w:r>
      <w:r w:rsidRPr="004C3E92">
        <w:t>et à bannir tout r</w:t>
      </w:r>
      <w:r w:rsidRPr="004C3E92">
        <w:t>e</w:t>
      </w:r>
      <w:r w:rsidRPr="004C3E92">
        <w:t>gret qui pût amoindrir sa satisfaction devant le bonheur de M</w:t>
      </w:r>
      <w:r w:rsidRPr="004C3E92">
        <w:t>a</w:t>
      </w:r>
      <w:r w:rsidRPr="004C3E92">
        <w:t>rianne</w:t>
      </w:r>
      <w:r w:rsidR="004A4993">
        <w:t>.</w:t>
      </w:r>
    </w:p>
    <w:p w14:paraId="7942C7DC" w14:textId="77777777" w:rsidR="004A4993" w:rsidRDefault="008C5C61" w:rsidP="004A4993">
      <w:r w:rsidRPr="004C3E92">
        <w:t>Elles mirent trois jours à faire leur voyage</w:t>
      </w:r>
      <w:r w:rsidR="004A4993">
        <w:t xml:space="preserve">, </w:t>
      </w:r>
      <w:r w:rsidRPr="004C3E92">
        <w:t>et l</w:t>
      </w:r>
      <w:r w:rsidR="004A4993">
        <w:t>’</w:t>
      </w:r>
      <w:r w:rsidRPr="004C3E92">
        <w:t>attitude de Marianne en cours de route fut un spécimen heureux de ce qu</w:t>
      </w:r>
      <w:r w:rsidR="004A4993">
        <w:t>’</w:t>
      </w:r>
      <w:r w:rsidRPr="004C3E92">
        <w:t>on pouvait attendre de sa complaisance et de sa sociabilité futures envers Mrs</w:t>
      </w:r>
      <w:r w:rsidR="004A4993">
        <w:t xml:space="preserve">. </w:t>
      </w:r>
      <w:r w:rsidRPr="004C3E92">
        <w:t>Jennings</w:t>
      </w:r>
      <w:r w:rsidR="004A4993">
        <w:t xml:space="preserve">. </w:t>
      </w:r>
      <w:r w:rsidRPr="004C3E92">
        <w:t>Elle demeura silencieuse durant presque tout le parcours</w:t>
      </w:r>
      <w:r w:rsidR="004A4993">
        <w:t xml:space="preserve">, </w:t>
      </w:r>
      <w:r w:rsidRPr="004C3E92">
        <w:t>absorbée dans ses propres médit</w:t>
      </w:r>
      <w:r w:rsidRPr="004C3E92">
        <w:t>a</w:t>
      </w:r>
      <w:r w:rsidRPr="004C3E92">
        <w:t>tions</w:t>
      </w:r>
      <w:r w:rsidR="004A4993">
        <w:t xml:space="preserve">, </w:t>
      </w:r>
      <w:r w:rsidRPr="004C3E92">
        <w:t>et ne parlant presque jamais volontairement</w:t>
      </w:r>
      <w:r w:rsidR="004A4993">
        <w:t xml:space="preserve">, </w:t>
      </w:r>
      <w:r w:rsidRPr="004C3E92">
        <w:t>sauf quand quelque objet d</w:t>
      </w:r>
      <w:r w:rsidR="004A4993">
        <w:t>’</w:t>
      </w:r>
      <w:r w:rsidRPr="004C3E92">
        <w:t>une beauté pittoresque dans le champ de leur vision lui tirait une expression de ravissement adressée exclus</w:t>
      </w:r>
      <w:r w:rsidRPr="004C3E92">
        <w:t>i</w:t>
      </w:r>
      <w:r w:rsidRPr="004C3E92">
        <w:t>vement à sa sœur</w:t>
      </w:r>
      <w:r w:rsidR="004A4993">
        <w:t xml:space="preserve">. </w:t>
      </w:r>
      <w:r w:rsidRPr="004C3E92">
        <w:t>Aussi</w:t>
      </w:r>
      <w:r w:rsidR="004A4993">
        <w:t xml:space="preserve">, </w:t>
      </w:r>
      <w:r w:rsidRPr="004C3E92">
        <w:t>pour faire compensation à cette attit</w:t>
      </w:r>
      <w:r w:rsidRPr="004C3E92">
        <w:t>u</w:t>
      </w:r>
      <w:r w:rsidRPr="004C3E92">
        <w:t>de</w:t>
      </w:r>
      <w:r w:rsidR="004A4993">
        <w:t xml:space="preserve">, </w:t>
      </w:r>
      <w:proofErr w:type="spellStart"/>
      <w:r w:rsidRPr="004C3E92">
        <w:t>Elinor</w:t>
      </w:r>
      <w:proofErr w:type="spellEnd"/>
      <w:r w:rsidRPr="004C3E92">
        <w:t xml:space="preserve"> prit-elle immédiatement possession du poste de civ</w:t>
      </w:r>
      <w:r w:rsidRPr="004C3E92">
        <w:t>i</w:t>
      </w:r>
      <w:r w:rsidRPr="004C3E92">
        <w:t>lité qu</w:t>
      </w:r>
      <w:r w:rsidR="004A4993">
        <w:t>’</w:t>
      </w:r>
      <w:r w:rsidRPr="004C3E92">
        <w:t>elle s</w:t>
      </w:r>
      <w:r w:rsidR="004A4993">
        <w:t>’</w:t>
      </w:r>
      <w:r w:rsidRPr="004C3E92">
        <w:t>était assigné</w:t>
      </w:r>
      <w:r w:rsidR="004A4993">
        <w:t xml:space="preserve"> ; </w:t>
      </w:r>
      <w:r w:rsidRPr="004C3E92">
        <w:t>elle se comporta avec les plus grands égards pour Mrs</w:t>
      </w:r>
      <w:r w:rsidR="004A4993">
        <w:t xml:space="preserve">. </w:t>
      </w:r>
      <w:r w:rsidRPr="004C3E92">
        <w:t>Jennings</w:t>
      </w:r>
      <w:r w:rsidR="004A4993">
        <w:t xml:space="preserve">, </w:t>
      </w:r>
      <w:r w:rsidRPr="004C3E92">
        <w:t>causa avec elle</w:t>
      </w:r>
      <w:r w:rsidR="004A4993">
        <w:t xml:space="preserve">, </w:t>
      </w:r>
      <w:r w:rsidRPr="004C3E92">
        <w:t>rit avec elle</w:t>
      </w:r>
      <w:r w:rsidR="004A4993">
        <w:t xml:space="preserve">, </w:t>
      </w:r>
      <w:r w:rsidRPr="004C3E92">
        <w:t>et l</w:t>
      </w:r>
      <w:r w:rsidR="004A4993">
        <w:t>’</w:t>
      </w:r>
      <w:r w:rsidRPr="004C3E92">
        <w:t>écouta chaque fois qu</w:t>
      </w:r>
      <w:r w:rsidR="004A4993">
        <w:t>’</w:t>
      </w:r>
      <w:r w:rsidRPr="004C3E92">
        <w:t>elle le put</w:t>
      </w:r>
      <w:r w:rsidR="004A4993">
        <w:t xml:space="preserve"> ; </w:t>
      </w:r>
      <w:r w:rsidRPr="004C3E92">
        <w:t>Mrs</w:t>
      </w:r>
      <w:r w:rsidR="004A4993">
        <w:t xml:space="preserve">. </w:t>
      </w:r>
      <w:r w:rsidRPr="004C3E92">
        <w:t>Jennings</w:t>
      </w:r>
      <w:r w:rsidR="004A4993">
        <w:t xml:space="preserve">, </w:t>
      </w:r>
      <w:r w:rsidRPr="004C3E92">
        <w:t>de son côté</w:t>
      </w:r>
      <w:r w:rsidR="004A4993">
        <w:t xml:space="preserve">, </w:t>
      </w:r>
      <w:r w:rsidRPr="004C3E92">
        <w:t>les traita toutes les deux avec toute l</w:t>
      </w:r>
      <w:r w:rsidR="004A4993">
        <w:t>’</w:t>
      </w:r>
      <w:r w:rsidRPr="004C3E92">
        <w:t>amabilité possible</w:t>
      </w:r>
      <w:r w:rsidR="004A4993">
        <w:t xml:space="preserve">, </w:t>
      </w:r>
      <w:r w:rsidRPr="004C3E92">
        <w:t>fut en toutes circonstances pleine de sollicitude pour leur bien-être et leur plaisir</w:t>
      </w:r>
      <w:r w:rsidR="004A4993">
        <w:t xml:space="preserve">, </w:t>
      </w:r>
      <w:r w:rsidRPr="004C3E92">
        <w:t>et ne se montra inquiète que parce qu</w:t>
      </w:r>
      <w:r w:rsidR="004A4993">
        <w:t>’</w:t>
      </w:r>
      <w:r w:rsidRPr="004C3E92">
        <w:t>elle ne po</w:t>
      </w:r>
      <w:r w:rsidRPr="004C3E92">
        <w:t>u</w:t>
      </w:r>
      <w:r w:rsidRPr="004C3E92">
        <w:t>vait pas leur faire choisir elles-mêmes leurs menus à l</w:t>
      </w:r>
      <w:r w:rsidR="004A4993">
        <w:t>’</w:t>
      </w:r>
      <w:r w:rsidRPr="004C3E92">
        <w:t>auberge</w:t>
      </w:r>
      <w:r w:rsidR="004A4993">
        <w:t xml:space="preserve">, </w:t>
      </w:r>
      <w:r w:rsidRPr="004C3E92">
        <w:t>ni leur tirer un aveu de ce qu</w:t>
      </w:r>
      <w:r w:rsidR="004A4993">
        <w:t>’</w:t>
      </w:r>
      <w:r w:rsidRPr="004C3E92">
        <w:t>elles préférassent le saumon à la morue</w:t>
      </w:r>
      <w:r w:rsidR="004A4993">
        <w:t xml:space="preserve">, </w:t>
      </w:r>
      <w:r w:rsidRPr="004C3E92">
        <w:t>ou la poule bouillie aux côtelettes de veau</w:t>
      </w:r>
      <w:r w:rsidR="004A4993">
        <w:t xml:space="preserve">. </w:t>
      </w:r>
      <w:r w:rsidRPr="004C3E92">
        <w:t>Elles arriv</w:t>
      </w:r>
      <w:r w:rsidRPr="004C3E92">
        <w:t>è</w:t>
      </w:r>
      <w:r w:rsidRPr="004C3E92">
        <w:t>rent à Londres dès trois heures</w:t>
      </w:r>
      <w:r w:rsidR="004A4993">
        <w:t xml:space="preserve">, </w:t>
      </w:r>
      <w:r w:rsidRPr="004C3E92">
        <w:t>le troisième jour</w:t>
      </w:r>
      <w:r w:rsidR="004A4993">
        <w:t xml:space="preserve">, </w:t>
      </w:r>
      <w:r w:rsidRPr="004C3E92">
        <w:t>contentes d</w:t>
      </w:r>
      <w:r w:rsidR="004A4993">
        <w:t>’</w:t>
      </w:r>
      <w:r w:rsidRPr="004C3E92">
        <w:t>être délivrées</w:t>
      </w:r>
      <w:r w:rsidR="004A4993">
        <w:t xml:space="preserve">, </w:t>
      </w:r>
      <w:r w:rsidRPr="004C3E92">
        <w:t>après un tel voyage</w:t>
      </w:r>
      <w:r w:rsidR="004A4993">
        <w:t xml:space="preserve">, </w:t>
      </w:r>
      <w:r w:rsidRPr="004C3E92">
        <w:t>de la prison d</w:t>
      </w:r>
      <w:r w:rsidR="004A4993">
        <w:t>’</w:t>
      </w:r>
      <w:r w:rsidRPr="004C3E92">
        <w:t>une voiture</w:t>
      </w:r>
      <w:r w:rsidR="004A4993">
        <w:t xml:space="preserve">, </w:t>
      </w:r>
      <w:r w:rsidRPr="004C3E92">
        <w:t>et prêtes à supporter tout le luxe d</w:t>
      </w:r>
      <w:r w:rsidR="004A4993">
        <w:t>’</w:t>
      </w:r>
      <w:r w:rsidRPr="004C3E92">
        <w:t>un bon feu</w:t>
      </w:r>
      <w:r w:rsidR="004A4993">
        <w:t>.</w:t>
      </w:r>
    </w:p>
    <w:p w14:paraId="482A7D2A" w14:textId="77777777" w:rsidR="004A4993" w:rsidRDefault="008C5C61" w:rsidP="004A4993">
      <w:r w:rsidRPr="004C3E92">
        <w:t>La maison était richement aménagée</w:t>
      </w:r>
      <w:r w:rsidR="004A4993">
        <w:t xml:space="preserve">, </w:t>
      </w:r>
      <w:r w:rsidRPr="004C3E92">
        <w:t>et les jeunes filles f</w:t>
      </w:r>
      <w:r w:rsidRPr="004C3E92">
        <w:t>u</w:t>
      </w:r>
      <w:r w:rsidRPr="004C3E92">
        <w:t>rent immédiatement mises en possession d</w:t>
      </w:r>
      <w:r w:rsidR="004A4993">
        <w:t>’</w:t>
      </w:r>
      <w:r w:rsidRPr="004C3E92">
        <w:t>une chambre fort confortable</w:t>
      </w:r>
      <w:r w:rsidR="004A4993">
        <w:t xml:space="preserve">. </w:t>
      </w:r>
      <w:r w:rsidRPr="004C3E92">
        <w:t>Elle avait été naguère celle de Charlotte</w:t>
      </w:r>
      <w:r w:rsidR="004A4993">
        <w:t xml:space="preserve">, </w:t>
      </w:r>
      <w:r w:rsidRPr="004C3E92">
        <w:t>et</w:t>
      </w:r>
      <w:r w:rsidR="004A4993">
        <w:t xml:space="preserve">, </w:t>
      </w:r>
      <w:r w:rsidRPr="004C3E92">
        <w:lastRenderedPageBreak/>
        <w:t>au-dessus de la cheminée</w:t>
      </w:r>
      <w:r w:rsidR="004A4993">
        <w:t xml:space="preserve">, </w:t>
      </w:r>
      <w:r w:rsidRPr="004C3E92">
        <w:t>était encore accroché un paysage en soies de couleur dont elle était l</w:t>
      </w:r>
      <w:r w:rsidR="004A4993">
        <w:t>’</w:t>
      </w:r>
      <w:r w:rsidRPr="004C3E92">
        <w:t>auteur</w:t>
      </w:r>
      <w:r w:rsidR="004A4993">
        <w:t xml:space="preserve">, </w:t>
      </w:r>
      <w:r w:rsidRPr="004C3E92">
        <w:t>et qui prouvait qu</w:t>
      </w:r>
      <w:r w:rsidR="004A4993">
        <w:t>’</w:t>
      </w:r>
      <w:r w:rsidRPr="004C3E92">
        <w:t>elle avait passé non sans résultat sept ans dans un grand pensionnat de Londres</w:t>
      </w:r>
      <w:r w:rsidR="004A4993">
        <w:t>.</w:t>
      </w:r>
    </w:p>
    <w:p w14:paraId="15E2A755" w14:textId="77777777" w:rsidR="004A4993" w:rsidRDefault="008C5C61" w:rsidP="004A4993">
      <w:r w:rsidRPr="004C3E92">
        <w:t>Comme le dîner ne devait être prêt que deux heures au moins après leur arrivée</w:t>
      </w:r>
      <w:r w:rsidR="004A4993">
        <w:t xml:space="preserve">, </w:t>
      </w:r>
      <w:proofErr w:type="spellStart"/>
      <w:r w:rsidRPr="004C3E92">
        <w:t>Elinor</w:t>
      </w:r>
      <w:proofErr w:type="spellEnd"/>
      <w:r w:rsidRPr="004C3E92">
        <w:t xml:space="preserve"> résolut d</w:t>
      </w:r>
      <w:r w:rsidR="004A4993">
        <w:t>’</w:t>
      </w:r>
      <w:r w:rsidRPr="004C3E92">
        <w:t>utiliser ce délai pour écrire à sa mère</w:t>
      </w:r>
      <w:r w:rsidR="004A4993">
        <w:t xml:space="preserve">, </w:t>
      </w:r>
      <w:r w:rsidRPr="004C3E92">
        <w:t>et s</w:t>
      </w:r>
      <w:r w:rsidR="004A4993">
        <w:t>’</w:t>
      </w:r>
      <w:r w:rsidRPr="004C3E92">
        <w:t>assit à cet effet</w:t>
      </w:r>
      <w:r w:rsidR="004A4993">
        <w:t xml:space="preserve">. </w:t>
      </w:r>
      <w:r w:rsidRPr="004C3E92">
        <w:t>Au bout de quelques in</w:t>
      </w:r>
      <w:r w:rsidRPr="004C3E92">
        <w:t>s</w:t>
      </w:r>
      <w:r w:rsidRPr="004C3E92">
        <w:t>tants</w:t>
      </w:r>
      <w:r w:rsidR="004A4993">
        <w:t xml:space="preserve">, </w:t>
      </w:r>
      <w:r w:rsidRPr="004C3E92">
        <w:t>Marianne en fit autant</w:t>
      </w:r>
      <w:r w:rsidR="004A4993">
        <w:t>.</w:t>
      </w:r>
    </w:p>
    <w:p w14:paraId="568EAB5C" w14:textId="77777777" w:rsidR="004A4993" w:rsidRDefault="004A4993" w:rsidP="004A4993">
      <w:r>
        <w:t>— </w:t>
      </w:r>
      <w:r w:rsidR="008C5C61" w:rsidRPr="004C3E92">
        <w:t>Moi</w:t>
      </w:r>
      <w:r>
        <w:t xml:space="preserve">, </w:t>
      </w:r>
      <w:r w:rsidR="008C5C61" w:rsidRPr="004C3E92">
        <w:t>j</w:t>
      </w:r>
      <w:r>
        <w:t>’</w:t>
      </w:r>
      <w:r w:rsidR="008C5C61" w:rsidRPr="004C3E92">
        <w:t>écris aux nôtres</w:t>
      </w:r>
      <w:r>
        <w:t xml:space="preserve">, </w:t>
      </w:r>
      <w:r w:rsidR="008C5C61" w:rsidRPr="004C3E92">
        <w:t>Marianne</w:t>
      </w:r>
      <w:r>
        <w:t xml:space="preserve">, </w:t>
      </w:r>
      <w:r w:rsidR="008C5C61" w:rsidRPr="004C3E92">
        <w:t xml:space="preserve">dit </w:t>
      </w:r>
      <w:proofErr w:type="spellStart"/>
      <w:r w:rsidR="008C5C61" w:rsidRPr="004C3E92">
        <w:t>Elinor</w:t>
      </w:r>
      <w:proofErr w:type="spellEnd"/>
      <w:r>
        <w:t xml:space="preserve">, </w:t>
      </w:r>
      <w:r w:rsidR="008C5C61" w:rsidRPr="004C3E92">
        <w:t>ne ferais-tu pas mieux de différer ta lettre d</w:t>
      </w:r>
      <w:r>
        <w:t>’</w:t>
      </w:r>
      <w:r w:rsidR="008C5C61" w:rsidRPr="004C3E92">
        <w:t>un jour ou deux</w:t>
      </w:r>
      <w:r>
        <w:t> ?</w:t>
      </w:r>
    </w:p>
    <w:p w14:paraId="4919606A" w14:textId="77777777" w:rsidR="004A4993" w:rsidRDefault="004A4993" w:rsidP="004A4993">
      <w:r>
        <w:t>— </w:t>
      </w:r>
      <w:r w:rsidR="008C5C61" w:rsidRPr="004C3E92">
        <w:t>Ce n</w:t>
      </w:r>
      <w:r>
        <w:t>’</w:t>
      </w:r>
      <w:r w:rsidR="008C5C61" w:rsidRPr="004C3E92">
        <w:t>est pas à ma mère que je vais écrire</w:t>
      </w:r>
      <w:r>
        <w:t xml:space="preserve">, </w:t>
      </w:r>
      <w:r w:rsidR="008C5C61" w:rsidRPr="004C3E92">
        <w:t>répondit préc</w:t>
      </w:r>
      <w:r w:rsidR="008C5C61" w:rsidRPr="004C3E92">
        <w:t>i</w:t>
      </w:r>
      <w:r w:rsidR="008C5C61" w:rsidRPr="004C3E92">
        <w:t>pitamment Marianne</w:t>
      </w:r>
      <w:r>
        <w:t xml:space="preserve">, </w:t>
      </w:r>
      <w:r w:rsidR="008C5C61" w:rsidRPr="004C3E92">
        <w:t>comme si elle désirait éviter tout surcroît d</w:t>
      </w:r>
      <w:r>
        <w:t>’</w:t>
      </w:r>
      <w:r w:rsidR="008C5C61" w:rsidRPr="004C3E92">
        <w:t>interrogation</w:t>
      </w:r>
      <w:r>
        <w:t>.</w:t>
      </w:r>
    </w:p>
    <w:p w14:paraId="7986B0C4" w14:textId="77777777" w:rsidR="004A4993" w:rsidRDefault="008C5C61" w:rsidP="004A4993">
      <w:proofErr w:type="spellStart"/>
      <w:r w:rsidRPr="004C3E92">
        <w:t>Elinor</w:t>
      </w:r>
      <w:proofErr w:type="spellEnd"/>
      <w:r w:rsidRPr="004C3E92">
        <w:t xml:space="preserve"> ne dit rien de plus</w:t>
      </w:r>
      <w:r w:rsidR="004A4993">
        <w:t xml:space="preserve"> ; </w:t>
      </w:r>
      <w:r w:rsidRPr="004C3E92">
        <w:t>l</w:t>
      </w:r>
      <w:r w:rsidR="004A4993">
        <w:t>’</w:t>
      </w:r>
      <w:r w:rsidRPr="004C3E92">
        <w:t>idée lui vint immédiatement qu</w:t>
      </w:r>
      <w:r w:rsidR="004A4993">
        <w:t>’</w:t>
      </w:r>
      <w:r w:rsidRPr="004C3E92">
        <w:t>elle devait donc écrire à Willoughby</w:t>
      </w:r>
      <w:r w:rsidR="004A4993">
        <w:t xml:space="preserve">, </w:t>
      </w:r>
      <w:r w:rsidRPr="004C3E92">
        <w:t>et la conclusion qui s</w:t>
      </w:r>
      <w:r w:rsidR="004A4993">
        <w:t>’</w:t>
      </w:r>
      <w:r w:rsidRPr="004C3E92">
        <w:t>ensuivit aussitôt</w:t>
      </w:r>
      <w:r w:rsidR="004A4993">
        <w:t xml:space="preserve">, </w:t>
      </w:r>
      <w:r w:rsidRPr="004C3E92">
        <w:t>ce fut que</w:t>
      </w:r>
      <w:r w:rsidR="004A4993">
        <w:t xml:space="preserve">, </w:t>
      </w:r>
      <w:r w:rsidRPr="004C3E92">
        <w:t>quelque mystérieusement qu</w:t>
      </w:r>
      <w:r w:rsidR="004A4993">
        <w:t>’</w:t>
      </w:r>
      <w:r w:rsidRPr="004C3E92">
        <w:t>ils entendissent mener l</w:t>
      </w:r>
      <w:r w:rsidR="004A4993">
        <w:t>’</w:t>
      </w:r>
      <w:r w:rsidRPr="004C3E92">
        <w:t>affaire</w:t>
      </w:r>
      <w:r w:rsidR="004A4993">
        <w:t xml:space="preserve">, </w:t>
      </w:r>
      <w:r w:rsidRPr="004C3E92">
        <w:t>ils devaient être fiancés</w:t>
      </w:r>
      <w:r w:rsidR="004A4993">
        <w:t xml:space="preserve">. </w:t>
      </w:r>
      <w:r w:rsidRPr="004C3E92">
        <w:t>Cette conviction</w:t>
      </w:r>
      <w:r w:rsidR="004A4993">
        <w:t xml:space="preserve">, </w:t>
      </w:r>
      <w:r w:rsidRPr="004C3E92">
        <w:t>bien qu</w:t>
      </w:r>
      <w:r w:rsidR="004A4993">
        <w:t>’</w:t>
      </w:r>
      <w:r w:rsidRPr="004C3E92">
        <w:t>elle ne fût pas entièrement satisfaisante</w:t>
      </w:r>
      <w:r w:rsidR="004A4993">
        <w:t xml:space="preserve">, </w:t>
      </w:r>
      <w:r w:rsidRPr="004C3E92">
        <w:t>lui causa du plaisir</w:t>
      </w:r>
      <w:r w:rsidR="004A4993">
        <w:t xml:space="preserve">, </w:t>
      </w:r>
      <w:r w:rsidRPr="004C3E92">
        <w:t>et elle continua sa lettre avec plus d</w:t>
      </w:r>
      <w:r w:rsidR="004A4993">
        <w:t>’</w:t>
      </w:r>
      <w:r w:rsidRPr="004C3E92">
        <w:t>allant</w:t>
      </w:r>
      <w:r w:rsidR="004A4993">
        <w:t xml:space="preserve">. </w:t>
      </w:r>
      <w:r w:rsidRPr="004C3E92">
        <w:t>Ce</w:t>
      </w:r>
      <w:r w:rsidRPr="004C3E92">
        <w:t>l</w:t>
      </w:r>
      <w:r w:rsidRPr="004C3E92">
        <w:t>le de Marianne fut terminée en fort peu de minutes</w:t>
      </w:r>
      <w:r w:rsidR="004A4993">
        <w:t xml:space="preserve"> ; </w:t>
      </w:r>
      <w:r w:rsidRPr="004C3E92">
        <w:t>quant à la longueur</w:t>
      </w:r>
      <w:r w:rsidR="004A4993">
        <w:t xml:space="preserve">, </w:t>
      </w:r>
      <w:r w:rsidRPr="004C3E92">
        <w:t>ce ne pouvait être rien de plus qu</w:t>
      </w:r>
      <w:r w:rsidR="004A4993">
        <w:t>’</w:t>
      </w:r>
      <w:r w:rsidRPr="004C3E92">
        <w:t>un billet</w:t>
      </w:r>
      <w:r w:rsidR="004A4993">
        <w:t xml:space="preserve"> : </w:t>
      </w:r>
      <w:r w:rsidRPr="004C3E92">
        <w:t>elle fut alors pliée</w:t>
      </w:r>
      <w:r w:rsidR="004A4993">
        <w:t xml:space="preserve">, </w:t>
      </w:r>
      <w:r w:rsidRPr="004C3E92">
        <w:t>cachetée</w:t>
      </w:r>
      <w:r w:rsidR="004A4993">
        <w:t xml:space="preserve">, </w:t>
      </w:r>
      <w:r w:rsidRPr="004C3E92">
        <w:t>et adressée avec une rapidité pleine d</w:t>
      </w:r>
      <w:r w:rsidR="004A4993">
        <w:t>’</w:t>
      </w:r>
      <w:r w:rsidRPr="004C3E92">
        <w:t>ardeur</w:t>
      </w:r>
      <w:r w:rsidR="004A4993">
        <w:t xml:space="preserve">. </w:t>
      </w:r>
      <w:proofErr w:type="spellStart"/>
      <w:r w:rsidRPr="004C3E92">
        <w:t>Elinor</w:t>
      </w:r>
      <w:proofErr w:type="spellEnd"/>
      <w:r w:rsidRPr="004C3E92">
        <w:t xml:space="preserve"> crut pouvoir distinguer un gros W dans la su</w:t>
      </w:r>
      <w:r w:rsidRPr="004C3E92">
        <w:t>s</w:t>
      </w:r>
      <w:r w:rsidRPr="004C3E92">
        <w:t>cription</w:t>
      </w:r>
      <w:r w:rsidR="004A4993">
        <w:t xml:space="preserve">, </w:t>
      </w:r>
      <w:r w:rsidRPr="004C3E92">
        <w:t xml:space="preserve">et à peine </w:t>
      </w:r>
      <w:proofErr w:type="spellStart"/>
      <w:r w:rsidRPr="004C3E92">
        <w:t>fut-elle</w:t>
      </w:r>
      <w:proofErr w:type="spellEnd"/>
      <w:r w:rsidRPr="004C3E92">
        <w:t xml:space="preserve"> achevée</w:t>
      </w:r>
      <w:r w:rsidR="004A4993">
        <w:t xml:space="preserve">, </w:t>
      </w:r>
      <w:r w:rsidRPr="004C3E92">
        <w:t>que Marianne</w:t>
      </w:r>
      <w:r w:rsidR="004A4993">
        <w:t xml:space="preserve">, </w:t>
      </w:r>
      <w:r w:rsidRPr="004C3E92">
        <w:t>tirant la sonnette</w:t>
      </w:r>
      <w:r w:rsidR="004A4993">
        <w:t xml:space="preserve">, </w:t>
      </w:r>
      <w:r w:rsidRPr="004C3E92">
        <w:t xml:space="preserve">prescrivit au valet de pied qui répondit à son appel </w:t>
      </w:r>
      <w:r w:rsidRPr="004C3E92">
        <w:lastRenderedPageBreak/>
        <w:t>de faire porter cette lettre pour elle par la poste à deux pence</w:t>
      </w:r>
      <w:r>
        <w:rPr>
          <w:rStyle w:val="Appelnotedebasdep"/>
        </w:rPr>
        <w:footnoteReference w:id="8"/>
      </w:r>
      <w:r w:rsidR="004A4993">
        <w:t xml:space="preserve">. </w:t>
      </w:r>
      <w:r w:rsidRPr="004C3E92">
        <w:t>La question fut ainsi tranchée sur l</w:t>
      </w:r>
      <w:r w:rsidR="004A4993">
        <w:t>’</w:t>
      </w:r>
      <w:r w:rsidRPr="004C3E92">
        <w:t>heure</w:t>
      </w:r>
      <w:r w:rsidR="004A4993">
        <w:t>.</w:t>
      </w:r>
    </w:p>
    <w:p w14:paraId="700B865A" w14:textId="77777777" w:rsidR="004A4993" w:rsidRDefault="008C5C61" w:rsidP="004A4993">
      <w:r w:rsidRPr="004C3E92">
        <w:t>Son entrain se maintint encore fort vigoureux</w:t>
      </w:r>
      <w:r w:rsidR="004A4993">
        <w:t xml:space="preserve">, </w:t>
      </w:r>
      <w:r w:rsidRPr="004C3E92">
        <w:t>mais il avait une agitation qui l</w:t>
      </w:r>
      <w:r w:rsidR="004A4993">
        <w:t>’</w:t>
      </w:r>
      <w:r w:rsidRPr="004C3E92">
        <w:t>empêcha de causer beaucoup de plaisir à sa sœur</w:t>
      </w:r>
      <w:r w:rsidR="004A4993">
        <w:t xml:space="preserve">, </w:t>
      </w:r>
      <w:r w:rsidRPr="004C3E92">
        <w:t>et cette agitation s</w:t>
      </w:r>
      <w:r w:rsidR="004A4993">
        <w:t>’</w:t>
      </w:r>
      <w:r w:rsidRPr="004C3E92">
        <w:t>accrut à mesure que le soir s</w:t>
      </w:r>
      <w:r w:rsidR="004A4993">
        <w:t>’</w:t>
      </w:r>
      <w:r w:rsidRPr="004C3E92">
        <w:t>approchait</w:t>
      </w:r>
      <w:r w:rsidR="004A4993">
        <w:t xml:space="preserve">. </w:t>
      </w:r>
      <w:r w:rsidRPr="004C3E92">
        <w:t>Elle fut presque incapable de manger au dîner</w:t>
      </w:r>
      <w:r w:rsidR="004A4993">
        <w:t xml:space="preserve">, </w:t>
      </w:r>
      <w:r w:rsidRPr="004C3E92">
        <w:t>et lorsqu</w:t>
      </w:r>
      <w:r w:rsidR="004A4993">
        <w:t>’</w:t>
      </w:r>
      <w:r w:rsidRPr="004C3E92">
        <w:t>elles retournèrent ensuite au salon</w:t>
      </w:r>
      <w:r w:rsidR="004A4993">
        <w:t xml:space="preserve">, </w:t>
      </w:r>
      <w:r w:rsidRPr="004C3E92">
        <w:t>elle parut écouter avec inquiétude le bruit de chaque voiture</w:t>
      </w:r>
      <w:r w:rsidR="004A4993">
        <w:t>.</w:t>
      </w:r>
    </w:p>
    <w:p w14:paraId="53CF524D" w14:textId="77777777" w:rsidR="004A4993" w:rsidRDefault="008C5C61" w:rsidP="004A4993">
      <w:r w:rsidRPr="004C3E92">
        <w:t xml:space="preserve">Ce fut pour </w:t>
      </w:r>
      <w:proofErr w:type="spellStart"/>
      <w:r w:rsidRPr="004C3E92">
        <w:t>Elinor</w:t>
      </w:r>
      <w:proofErr w:type="spellEnd"/>
      <w:r w:rsidRPr="004C3E92">
        <w:t xml:space="preserve"> une grosse satisfaction de constater que Mrs</w:t>
      </w:r>
      <w:r w:rsidR="004A4993">
        <w:t xml:space="preserve">. </w:t>
      </w:r>
      <w:r w:rsidRPr="004C3E92">
        <w:t>Jennings</w:t>
      </w:r>
      <w:r w:rsidR="004A4993">
        <w:t xml:space="preserve">, </w:t>
      </w:r>
      <w:r w:rsidRPr="004C3E92">
        <w:t>du fait qu</w:t>
      </w:r>
      <w:r w:rsidR="004A4993">
        <w:t>’</w:t>
      </w:r>
      <w:r w:rsidRPr="004C3E92">
        <w:t>elle fût fort occupée dans sa chambre</w:t>
      </w:r>
      <w:r w:rsidR="004A4993">
        <w:t xml:space="preserve">, </w:t>
      </w:r>
      <w:r w:rsidRPr="004C3E92">
        <w:t>ne s</w:t>
      </w:r>
      <w:r w:rsidR="004A4993">
        <w:t>’</w:t>
      </w:r>
      <w:r w:rsidRPr="004C3E92">
        <w:t>apercevait que fort peu de ce qui se passait</w:t>
      </w:r>
      <w:r w:rsidR="004A4993">
        <w:t xml:space="preserve">. </w:t>
      </w:r>
      <w:r w:rsidRPr="004C3E92">
        <w:t>On vint servir le thé</w:t>
      </w:r>
      <w:r w:rsidR="004A4993">
        <w:t xml:space="preserve">, </w:t>
      </w:r>
      <w:r w:rsidRPr="004C3E92">
        <w:t>et Marianne avait déjà été déçue plus d</w:t>
      </w:r>
      <w:r w:rsidR="004A4993">
        <w:t>’</w:t>
      </w:r>
      <w:r w:rsidRPr="004C3E92">
        <w:t>une fois par un coup frappé à une porte voisine</w:t>
      </w:r>
      <w:r w:rsidR="004A4993">
        <w:t xml:space="preserve">, </w:t>
      </w:r>
      <w:r w:rsidRPr="004C3E92">
        <w:t>lorsqu</w:t>
      </w:r>
      <w:r w:rsidR="004A4993">
        <w:t>’</w:t>
      </w:r>
      <w:r w:rsidRPr="004C3E92">
        <w:t>il s</w:t>
      </w:r>
      <w:r w:rsidR="004A4993">
        <w:t>’</w:t>
      </w:r>
      <w:r w:rsidRPr="004C3E92">
        <w:t>en fit soudain entendre un autre</w:t>
      </w:r>
      <w:r w:rsidR="004A4993">
        <w:t xml:space="preserve">, </w:t>
      </w:r>
      <w:r w:rsidRPr="004C3E92">
        <w:t>vigoureux</w:t>
      </w:r>
      <w:r w:rsidR="004A4993">
        <w:t xml:space="preserve">, </w:t>
      </w:r>
      <w:r w:rsidRPr="004C3E92">
        <w:t>qu</w:t>
      </w:r>
      <w:r w:rsidR="004A4993">
        <w:t>’</w:t>
      </w:r>
      <w:r w:rsidRPr="004C3E92">
        <w:t>il était impossible de prendre pour un coup frappé à une autre maison</w:t>
      </w:r>
      <w:r w:rsidR="004A4993">
        <w:t xml:space="preserve">. </w:t>
      </w:r>
      <w:proofErr w:type="spellStart"/>
      <w:r w:rsidRPr="004C3E92">
        <w:t>Elinor</w:t>
      </w:r>
      <w:proofErr w:type="spellEnd"/>
      <w:r w:rsidRPr="004C3E92">
        <w:t xml:space="preserve"> se sentit sûre qu</w:t>
      </w:r>
      <w:r w:rsidR="004A4993">
        <w:t>’</w:t>
      </w:r>
      <w:r w:rsidRPr="004C3E92">
        <w:t>il annonçait l</w:t>
      </w:r>
      <w:r w:rsidR="004A4993">
        <w:t>’</w:t>
      </w:r>
      <w:r w:rsidRPr="004C3E92">
        <w:t>approche de Willoughby</w:t>
      </w:r>
      <w:r w:rsidR="004A4993">
        <w:t xml:space="preserve">, </w:t>
      </w:r>
      <w:r w:rsidRPr="004C3E92">
        <w:t>et Marianne</w:t>
      </w:r>
      <w:r w:rsidR="004A4993">
        <w:t xml:space="preserve">, </w:t>
      </w:r>
      <w:r w:rsidRPr="004C3E92">
        <w:t>se levant en sursaut</w:t>
      </w:r>
      <w:r w:rsidR="004A4993">
        <w:t xml:space="preserve">, </w:t>
      </w:r>
      <w:r w:rsidRPr="004C3E92">
        <w:t>s</w:t>
      </w:r>
      <w:r w:rsidR="004A4993">
        <w:t>’</w:t>
      </w:r>
      <w:r w:rsidRPr="004C3E92">
        <w:t>avança vers la porte</w:t>
      </w:r>
      <w:r w:rsidR="004A4993">
        <w:t xml:space="preserve">. </w:t>
      </w:r>
      <w:r w:rsidRPr="004C3E92">
        <w:t>Tout demeura silencieux</w:t>
      </w:r>
      <w:r w:rsidR="004A4993">
        <w:t xml:space="preserve"> ; </w:t>
      </w:r>
      <w:r w:rsidRPr="004C3E92">
        <w:t xml:space="preserve">cette situation ne pouvait pas être supportée </w:t>
      </w:r>
      <w:proofErr w:type="spellStart"/>
      <w:r w:rsidRPr="004C3E92">
        <w:t>au delà</w:t>
      </w:r>
      <w:proofErr w:type="spellEnd"/>
      <w:r w:rsidRPr="004C3E92">
        <w:t xml:space="preserve"> de quelques secondes</w:t>
      </w:r>
      <w:r w:rsidR="004A4993">
        <w:t xml:space="preserve"> ; </w:t>
      </w:r>
      <w:r w:rsidRPr="004C3E92">
        <w:t>e</w:t>
      </w:r>
      <w:r w:rsidRPr="004C3E92">
        <w:t>l</w:t>
      </w:r>
      <w:r w:rsidRPr="004C3E92">
        <w:t>le ouvrit la porte</w:t>
      </w:r>
      <w:r w:rsidR="004A4993">
        <w:t xml:space="preserve">, </w:t>
      </w:r>
      <w:r w:rsidRPr="004C3E92">
        <w:t>fit quelques pas vers l</w:t>
      </w:r>
      <w:r w:rsidR="004A4993">
        <w:t>’</w:t>
      </w:r>
      <w:r w:rsidRPr="004C3E92">
        <w:t>escalier</w:t>
      </w:r>
      <w:r w:rsidR="004A4993">
        <w:t xml:space="preserve">, </w:t>
      </w:r>
      <w:r w:rsidRPr="004C3E92">
        <w:t>et après avoir tendu l</w:t>
      </w:r>
      <w:r w:rsidR="004A4993">
        <w:t>’</w:t>
      </w:r>
      <w:r w:rsidRPr="004C3E92">
        <w:t>oreille pendant une demi-minute</w:t>
      </w:r>
      <w:r w:rsidR="004A4993">
        <w:t xml:space="preserve">, </w:t>
      </w:r>
      <w:r w:rsidRPr="004C3E92">
        <w:t>rentra au salon dans un état d</w:t>
      </w:r>
      <w:r w:rsidR="004A4993">
        <w:t>’</w:t>
      </w:r>
      <w:r w:rsidRPr="004C3E92">
        <w:t>agitation tel que le produirait naturellement la convi</w:t>
      </w:r>
      <w:r w:rsidRPr="004C3E92">
        <w:t>c</w:t>
      </w:r>
      <w:r w:rsidRPr="004C3E92">
        <w:t>tion d</w:t>
      </w:r>
      <w:r w:rsidR="004A4993">
        <w:t>’</w:t>
      </w:r>
      <w:r w:rsidRPr="004C3E92">
        <w:t>avoir entendu celui qu</w:t>
      </w:r>
      <w:r w:rsidR="004A4993">
        <w:t>’</w:t>
      </w:r>
      <w:r w:rsidRPr="004C3E92">
        <w:t>elle attendait</w:t>
      </w:r>
      <w:r w:rsidR="004A4993">
        <w:t xml:space="preserve"> ; </w:t>
      </w:r>
      <w:r w:rsidRPr="004C3E92">
        <w:t>dans l</w:t>
      </w:r>
      <w:r w:rsidR="004A4993">
        <w:t>’</w:t>
      </w:r>
      <w:r w:rsidRPr="004C3E92">
        <w:t>extase de son émotion du moment</w:t>
      </w:r>
      <w:r w:rsidR="004A4993">
        <w:t xml:space="preserve">, </w:t>
      </w:r>
      <w:r w:rsidRPr="004C3E92">
        <w:t>elle ne put s</w:t>
      </w:r>
      <w:r w:rsidR="004A4993">
        <w:t>’</w:t>
      </w:r>
      <w:r w:rsidRPr="004C3E92">
        <w:t>empêcher de s</w:t>
      </w:r>
      <w:r w:rsidR="004A4993">
        <w:t>’</w:t>
      </w:r>
      <w:r w:rsidRPr="004C3E92">
        <w:t>écrier</w:t>
      </w:r>
      <w:r w:rsidR="004A4993">
        <w:t> :</w:t>
      </w:r>
    </w:p>
    <w:p w14:paraId="20FC48D8" w14:textId="77777777" w:rsidR="004A4993" w:rsidRDefault="004A4993" w:rsidP="004A4993">
      <w:r>
        <w:lastRenderedPageBreak/>
        <w:t>— </w:t>
      </w:r>
      <w:r w:rsidR="008C5C61" w:rsidRPr="004C3E92">
        <w:t>Oh</w:t>
      </w:r>
      <w:r>
        <w:t xml:space="preserve">, </w:t>
      </w:r>
      <w:proofErr w:type="spellStart"/>
      <w:r w:rsidR="008C5C61" w:rsidRPr="004C3E92">
        <w:t>Elinor</w:t>
      </w:r>
      <w:proofErr w:type="spellEnd"/>
      <w:r>
        <w:t xml:space="preserve">, </w:t>
      </w:r>
      <w:r w:rsidR="008C5C61" w:rsidRPr="004C3E92">
        <w:t>c</w:t>
      </w:r>
      <w:r>
        <w:t>’</w:t>
      </w:r>
      <w:r w:rsidR="008C5C61" w:rsidRPr="004C3E92">
        <w:t>est Willoughby</w:t>
      </w:r>
      <w:r>
        <w:t xml:space="preserve"> ; </w:t>
      </w:r>
      <w:r w:rsidR="008C5C61" w:rsidRPr="004C3E92">
        <w:t>oui</w:t>
      </w:r>
      <w:r>
        <w:t xml:space="preserve">, </w:t>
      </w:r>
      <w:r w:rsidR="008C5C61" w:rsidRPr="004C3E92">
        <w:t>c</w:t>
      </w:r>
      <w:r>
        <w:t>’</w:t>
      </w:r>
      <w:r w:rsidR="008C5C61" w:rsidRPr="004C3E92">
        <w:t>est lui</w:t>
      </w:r>
      <w:r>
        <w:t xml:space="preserve"> ! </w:t>
      </w:r>
      <w:r w:rsidR="008C5C61" w:rsidRPr="004C3E92">
        <w:t>et elle se</w:t>
      </w:r>
      <w:r w:rsidR="008C5C61" w:rsidRPr="004C3E92">
        <w:t>m</w:t>
      </w:r>
      <w:r w:rsidR="008C5C61" w:rsidRPr="004C3E92">
        <w:t>blait presque prête à s</w:t>
      </w:r>
      <w:r>
        <w:t>’</w:t>
      </w:r>
      <w:r w:rsidR="008C5C61" w:rsidRPr="004C3E92">
        <w:t>élancer dans ses bras</w:t>
      </w:r>
      <w:r>
        <w:t xml:space="preserve">, </w:t>
      </w:r>
      <w:r w:rsidR="008C5C61" w:rsidRPr="004C3E92">
        <w:t>lorsqu</w:t>
      </w:r>
      <w:r>
        <w:t>’</w:t>
      </w:r>
      <w:r w:rsidR="008C5C61" w:rsidRPr="004C3E92">
        <w:t>apparut le colonel Brandon</w:t>
      </w:r>
      <w:r>
        <w:t>.</w:t>
      </w:r>
    </w:p>
    <w:p w14:paraId="0BF397D6" w14:textId="77777777" w:rsidR="004A4993" w:rsidRDefault="008C5C61" w:rsidP="004A4993">
      <w:r w:rsidRPr="004C3E92">
        <w:t>Ce fut une secousse trop forte pour qu</w:t>
      </w:r>
      <w:r w:rsidR="004A4993">
        <w:t>’</w:t>
      </w:r>
      <w:r w:rsidRPr="004C3E92">
        <w:t>elle pût la supporter avec calme et elle sortit immédiatement de la pièce</w:t>
      </w:r>
      <w:r w:rsidR="004A4993">
        <w:t xml:space="preserve">. </w:t>
      </w:r>
      <w:proofErr w:type="spellStart"/>
      <w:r w:rsidRPr="004C3E92">
        <w:t>Elinor</w:t>
      </w:r>
      <w:proofErr w:type="spellEnd"/>
      <w:r w:rsidRPr="004C3E92">
        <w:t xml:space="preserve"> fut déçue</w:t>
      </w:r>
      <w:r w:rsidR="004A4993">
        <w:t xml:space="preserve">, </w:t>
      </w:r>
      <w:r w:rsidRPr="004C3E92">
        <w:t>elle aussi</w:t>
      </w:r>
      <w:r w:rsidR="004A4993">
        <w:t xml:space="preserve"> ; </w:t>
      </w:r>
      <w:r w:rsidRPr="004C3E92">
        <w:t>mais en même temps son affection pour le c</w:t>
      </w:r>
      <w:r w:rsidRPr="004C3E92">
        <w:t>o</w:t>
      </w:r>
      <w:r w:rsidRPr="004C3E92">
        <w:t>lonel Brandon assura à celui-ci un bon accueil de sa part</w:t>
      </w:r>
      <w:r w:rsidR="004A4993">
        <w:t xml:space="preserve">, </w:t>
      </w:r>
      <w:r w:rsidRPr="004C3E92">
        <w:t>et elle éprouva une douleur toute particulière de ce qu</w:t>
      </w:r>
      <w:r w:rsidR="004A4993">
        <w:t>’</w:t>
      </w:r>
      <w:r w:rsidRPr="004C3E92">
        <w:t>un homme qui avait un tel faible pour sa sœur pût percevoir qu</w:t>
      </w:r>
      <w:r w:rsidR="004A4993">
        <w:t>’</w:t>
      </w:r>
      <w:r w:rsidRPr="004C3E92">
        <w:t>elle ne resse</w:t>
      </w:r>
      <w:r w:rsidRPr="004C3E92">
        <w:t>n</w:t>
      </w:r>
      <w:r w:rsidRPr="004C3E92">
        <w:t>tait que chagrin et déception en le voyant</w:t>
      </w:r>
      <w:r w:rsidR="004A4993">
        <w:t xml:space="preserve">. </w:t>
      </w:r>
      <w:r w:rsidRPr="004C3E92">
        <w:t>Elle vit à l</w:t>
      </w:r>
      <w:r w:rsidR="004A4993">
        <w:t>’</w:t>
      </w:r>
      <w:r w:rsidRPr="004C3E92">
        <w:t>instant que cela n</w:t>
      </w:r>
      <w:r w:rsidR="004A4993">
        <w:t>’</w:t>
      </w:r>
      <w:r w:rsidRPr="004C3E92">
        <w:t>était pas passé inaperçu pour lui</w:t>
      </w:r>
      <w:r w:rsidR="004A4993">
        <w:t xml:space="preserve">, </w:t>
      </w:r>
      <w:r w:rsidRPr="004C3E92">
        <w:t>qu</w:t>
      </w:r>
      <w:r w:rsidR="004A4993">
        <w:t>’</w:t>
      </w:r>
      <w:r w:rsidRPr="004C3E92">
        <w:t>il avait même obse</w:t>
      </w:r>
      <w:r w:rsidRPr="004C3E92">
        <w:t>r</w:t>
      </w:r>
      <w:r w:rsidRPr="004C3E92">
        <w:t>vé Marianne au moment où elle était sortie de la pièce</w:t>
      </w:r>
      <w:r w:rsidR="004A4993">
        <w:t xml:space="preserve">, </w:t>
      </w:r>
      <w:r w:rsidRPr="004C3E92">
        <w:t>avec un étonnement et une inquiétude qui lui laissaient le loisir de se souvenir de ce qu</w:t>
      </w:r>
      <w:r w:rsidR="004A4993">
        <w:t>’</w:t>
      </w:r>
      <w:r w:rsidRPr="004C3E92">
        <w:t>exigeait la civilité envers elle-même</w:t>
      </w:r>
      <w:r w:rsidR="004A4993">
        <w:t>.</w:t>
      </w:r>
    </w:p>
    <w:p w14:paraId="03B1DABB" w14:textId="77777777" w:rsidR="004A4993" w:rsidRDefault="004A4993" w:rsidP="004A4993">
      <w:r>
        <w:t>— </w:t>
      </w:r>
      <w:r w:rsidR="008C5C61" w:rsidRPr="004C3E92">
        <w:t>Votre sœur est-elle souffrante</w:t>
      </w:r>
      <w:r>
        <w:t xml:space="preserve"> ? </w:t>
      </w:r>
      <w:r w:rsidR="008C5C61" w:rsidRPr="004C3E92">
        <w:t>dit-il</w:t>
      </w:r>
      <w:r>
        <w:t>.</w:t>
      </w:r>
    </w:p>
    <w:p w14:paraId="60CE377A" w14:textId="77777777" w:rsidR="004A4993" w:rsidRDefault="008C5C61" w:rsidP="004A4993">
      <w:proofErr w:type="spellStart"/>
      <w:r w:rsidRPr="004C3E92">
        <w:t>Elinor</w:t>
      </w:r>
      <w:proofErr w:type="spellEnd"/>
      <w:r w:rsidRPr="004C3E92">
        <w:t xml:space="preserve"> répondit</w:t>
      </w:r>
      <w:r w:rsidR="004A4993">
        <w:t xml:space="preserve">, </w:t>
      </w:r>
      <w:r w:rsidRPr="004C3E92">
        <w:t>non sans chagrin</w:t>
      </w:r>
      <w:r w:rsidR="004A4993">
        <w:t xml:space="preserve">, </w:t>
      </w:r>
      <w:r w:rsidRPr="004C3E92">
        <w:t>qu</w:t>
      </w:r>
      <w:r w:rsidR="004A4993">
        <w:t>’</w:t>
      </w:r>
      <w:r w:rsidRPr="004C3E92">
        <w:t>elle l</w:t>
      </w:r>
      <w:r w:rsidR="004A4993">
        <w:t>’</w:t>
      </w:r>
      <w:r w:rsidRPr="004C3E92">
        <w:t>était</w:t>
      </w:r>
      <w:r w:rsidR="004A4993">
        <w:t xml:space="preserve">, </w:t>
      </w:r>
      <w:r w:rsidRPr="004C3E92">
        <w:t>et parla ensuite de maux de tête</w:t>
      </w:r>
      <w:r w:rsidR="004A4993">
        <w:t xml:space="preserve">, </w:t>
      </w:r>
      <w:r w:rsidRPr="004C3E92">
        <w:t>de manque d</w:t>
      </w:r>
      <w:r w:rsidR="004A4993">
        <w:t>’</w:t>
      </w:r>
      <w:r w:rsidRPr="004C3E92">
        <w:t>entrain</w:t>
      </w:r>
      <w:r w:rsidR="004A4993">
        <w:t xml:space="preserve">, </w:t>
      </w:r>
      <w:r w:rsidRPr="004C3E92">
        <w:t>de surmenage</w:t>
      </w:r>
      <w:r w:rsidR="004A4993">
        <w:t xml:space="preserve">, </w:t>
      </w:r>
      <w:r w:rsidRPr="004C3E92">
        <w:t>et de tout ce à quoi elle pouvait décemment attribuer la conduite de sa sœur</w:t>
      </w:r>
      <w:r w:rsidR="004A4993">
        <w:t>.</w:t>
      </w:r>
    </w:p>
    <w:p w14:paraId="5F768E1B" w14:textId="77777777" w:rsidR="004A4993" w:rsidRDefault="008C5C61" w:rsidP="004A4993">
      <w:r w:rsidRPr="004C3E92">
        <w:t>Il l</w:t>
      </w:r>
      <w:r w:rsidR="004A4993">
        <w:t>’</w:t>
      </w:r>
      <w:r w:rsidRPr="004C3E92">
        <w:t>écouta avec l</w:t>
      </w:r>
      <w:r w:rsidR="004A4993">
        <w:t>’</w:t>
      </w:r>
      <w:r w:rsidRPr="004C3E92">
        <w:t>attention la plus sérieuse</w:t>
      </w:r>
      <w:r w:rsidR="004A4993">
        <w:t xml:space="preserve">, </w:t>
      </w:r>
      <w:r w:rsidRPr="004C3E92">
        <w:t>mais</w:t>
      </w:r>
      <w:r w:rsidR="004A4993">
        <w:t xml:space="preserve">, </w:t>
      </w:r>
      <w:r w:rsidRPr="004C3E92">
        <w:t>paraissant se ressaisir</w:t>
      </w:r>
      <w:r w:rsidR="004A4993">
        <w:t xml:space="preserve">, </w:t>
      </w:r>
      <w:r w:rsidRPr="004C3E92">
        <w:t>n</w:t>
      </w:r>
      <w:r w:rsidR="004A4993">
        <w:t>’</w:t>
      </w:r>
      <w:r w:rsidRPr="004C3E92">
        <w:t>en dit pas plus long à ce sujet</w:t>
      </w:r>
      <w:r w:rsidR="004A4993">
        <w:t xml:space="preserve">, </w:t>
      </w:r>
      <w:r w:rsidRPr="004C3E92">
        <w:t>et se mit aussitôt à parler du plaisir qu</w:t>
      </w:r>
      <w:r w:rsidR="004A4993">
        <w:t>’</w:t>
      </w:r>
      <w:r w:rsidRPr="004C3E92">
        <w:t>il avait de les voir à Londres</w:t>
      </w:r>
      <w:r w:rsidR="004A4993">
        <w:t xml:space="preserve">, </w:t>
      </w:r>
      <w:r w:rsidRPr="004C3E92">
        <w:t>posant les questions habituelles au sujet de leur voyage et des amis qu</w:t>
      </w:r>
      <w:r w:rsidR="004A4993">
        <w:t>’</w:t>
      </w:r>
      <w:r w:rsidRPr="004C3E92">
        <w:t>elles avaient laissés derrière elles</w:t>
      </w:r>
      <w:r w:rsidR="004A4993">
        <w:t>.</w:t>
      </w:r>
    </w:p>
    <w:p w14:paraId="61FE20C6" w14:textId="77777777" w:rsidR="004A4993" w:rsidRDefault="008C5C61" w:rsidP="004A4993">
      <w:r w:rsidRPr="004C3E92">
        <w:t>C</w:t>
      </w:r>
      <w:r w:rsidR="004A4993">
        <w:t>’</w:t>
      </w:r>
      <w:r w:rsidRPr="004C3E92">
        <w:t>est de cette façon calme</w:t>
      </w:r>
      <w:r w:rsidR="004A4993">
        <w:t xml:space="preserve">, </w:t>
      </w:r>
      <w:r w:rsidRPr="004C3E92">
        <w:t>avec bien peu d</w:t>
      </w:r>
      <w:r w:rsidR="004A4993">
        <w:t>’</w:t>
      </w:r>
      <w:r w:rsidRPr="004C3E92">
        <w:t>intérêt de part et d</w:t>
      </w:r>
      <w:r w:rsidR="004A4993">
        <w:t>’</w:t>
      </w:r>
      <w:r w:rsidRPr="004C3E92">
        <w:t>autre</w:t>
      </w:r>
      <w:r w:rsidR="004A4993">
        <w:t xml:space="preserve">, </w:t>
      </w:r>
      <w:r w:rsidRPr="004C3E92">
        <w:t>qu</w:t>
      </w:r>
      <w:r w:rsidR="004A4993">
        <w:t>’</w:t>
      </w:r>
      <w:r w:rsidRPr="004C3E92">
        <w:t>ils continuèrent à causer</w:t>
      </w:r>
      <w:r w:rsidR="004A4993">
        <w:t xml:space="preserve">, </w:t>
      </w:r>
      <w:r w:rsidRPr="004C3E92">
        <w:t>abattus l</w:t>
      </w:r>
      <w:r w:rsidR="004A4993">
        <w:t>’</w:t>
      </w:r>
      <w:r w:rsidRPr="004C3E92">
        <w:t>un et l</w:t>
      </w:r>
      <w:r w:rsidR="004A4993">
        <w:t>’</w:t>
      </w:r>
      <w:r w:rsidRPr="004C3E92">
        <w:t>autre</w:t>
      </w:r>
      <w:r w:rsidR="004A4993">
        <w:t xml:space="preserve">, </w:t>
      </w:r>
      <w:r w:rsidRPr="004C3E92">
        <w:t>et ayant l</w:t>
      </w:r>
      <w:r w:rsidR="004A4993">
        <w:t>’</w:t>
      </w:r>
      <w:r w:rsidRPr="004C3E92">
        <w:t>un et l</w:t>
      </w:r>
      <w:r w:rsidR="004A4993">
        <w:t>’</w:t>
      </w:r>
      <w:r w:rsidRPr="004C3E92">
        <w:t>autre leurs pensées occupées ailleurs</w:t>
      </w:r>
      <w:r w:rsidR="004A4993">
        <w:t xml:space="preserve">. </w:t>
      </w:r>
      <w:proofErr w:type="spellStart"/>
      <w:r w:rsidRPr="004C3E92">
        <w:t>Elinor</w:t>
      </w:r>
      <w:proofErr w:type="spellEnd"/>
      <w:r w:rsidRPr="004C3E92">
        <w:t xml:space="preserve"> dés</w:t>
      </w:r>
      <w:r w:rsidRPr="004C3E92">
        <w:t>i</w:t>
      </w:r>
      <w:r w:rsidRPr="004C3E92">
        <w:t>rait vivement lui demander si Willoughby était à Londres</w:t>
      </w:r>
      <w:r w:rsidR="004A4993">
        <w:t xml:space="preserve">, </w:t>
      </w:r>
      <w:r w:rsidRPr="004C3E92">
        <w:t>mais elle craignait de lui faire de la peine en l</w:t>
      </w:r>
      <w:r w:rsidR="004A4993">
        <w:t>’</w:t>
      </w:r>
      <w:r w:rsidRPr="004C3E92">
        <w:t xml:space="preserve">interrogeant sur </w:t>
      </w:r>
      <w:r w:rsidRPr="004C3E92">
        <w:lastRenderedPageBreak/>
        <w:t>son r</w:t>
      </w:r>
      <w:r w:rsidRPr="004C3E92">
        <w:t>i</w:t>
      </w:r>
      <w:r w:rsidRPr="004C3E92">
        <w:t>val</w:t>
      </w:r>
      <w:r w:rsidR="004A4993">
        <w:t xml:space="preserve"> ; </w:t>
      </w:r>
      <w:r w:rsidRPr="004C3E92">
        <w:t>et en fin de compte</w:t>
      </w:r>
      <w:r w:rsidR="004A4993">
        <w:t xml:space="preserve">, </w:t>
      </w:r>
      <w:r w:rsidRPr="004C3E92">
        <w:t>pour dire quelque chose</w:t>
      </w:r>
      <w:r w:rsidR="004A4993">
        <w:t xml:space="preserve">, </w:t>
      </w:r>
      <w:r w:rsidRPr="004C3E92">
        <w:t>elle lui d</w:t>
      </w:r>
      <w:r w:rsidRPr="004C3E92">
        <w:t>e</w:t>
      </w:r>
      <w:r w:rsidRPr="004C3E92">
        <w:t>manda s</w:t>
      </w:r>
      <w:r w:rsidR="004A4993">
        <w:t>’</w:t>
      </w:r>
      <w:r w:rsidRPr="004C3E92">
        <w:t>il était resté à Londres depuis la dernière fois où elle l</w:t>
      </w:r>
      <w:r w:rsidR="004A4993">
        <w:t>’</w:t>
      </w:r>
      <w:r w:rsidRPr="004C3E92">
        <w:t>avait vu</w:t>
      </w:r>
      <w:r w:rsidR="004A4993">
        <w:t>.</w:t>
      </w:r>
    </w:p>
    <w:p w14:paraId="38E35855" w14:textId="77777777" w:rsidR="004A4993" w:rsidRDefault="004A4993" w:rsidP="004A4993">
      <w:r>
        <w:t>— </w:t>
      </w:r>
      <w:r w:rsidR="008C5C61" w:rsidRPr="004C3E92">
        <w:t>Oui</w:t>
      </w:r>
      <w:r>
        <w:t xml:space="preserve">, </w:t>
      </w:r>
      <w:r w:rsidR="008C5C61" w:rsidRPr="004C3E92">
        <w:t>répondit-il avec un peu d</w:t>
      </w:r>
      <w:r>
        <w:t>’</w:t>
      </w:r>
      <w:r w:rsidR="008C5C61" w:rsidRPr="004C3E92">
        <w:t>embarras</w:t>
      </w:r>
      <w:r>
        <w:t xml:space="preserve">, </w:t>
      </w:r>
      <w:r w:rsidR="008C5C61" w:rsidRPr="004C3E92">
        <w:t>j</w:t>
      </w:r>
      <w:r>
        <w:t>’</w:t>
      </w:r>
      <w:r w:rsidR="008C5C61" w:rsidRPr="004C3E92">
        <w:t>y suis resté presque tout le temps</w:t>
      </w:r>
      <w:r>
        <w:t xml:space="preserve"> ; </w:t>
      </w:r>
      <w:r w:rsidR="008C5C61" w:rsidRPr="004C3E92">
        <w:t xml:space="preserve">je suis allé une ou deux fois à </w:t>
      </w:r>
      <w:proofErr w:type="spellStart"/>
      <w:r w:rsidR="008C5C61" w:rsidRPr="004C3E92">
        <w:t>Delaford</w:t>
      </w:r>
      <w:proofErr w:type="spellEnd"/>
      <w:r>
        <w:t xml:space="preserve">, </w:t>
      </w:r>
      <w:r w:rsidR="008C5C61" w:rsidRPr="004C3E92">
        <w:t>pour quelques jours</w:t>
      </w:r>
      <w:r>
        <w:t xml:space="preserve">, </w:t>
      </w:r>
      <w:r w:rsidR="008C5C61" w:rsidRPr="004C3E92">
        <w:t>mais il n</w:t>
      </w:r>
      <w:r>
        <w:t>’</w:t>
      </w:r>
      <w:r w:rsidR="008C5C61" w:rsidRPr="004C3E92">
        <w:t>a jamais été en mon pouvoir de retourner à Barton</w:t>
      </w:r>
      <w:r>
        <w:t>.</w:t>
      </w:r>
    </w:p>
    <w:p w14:paraId="68E84942" w14:textId="77777777" w:rsidR="004A4993" w:rsidRDefault="008C5C61" w:rsidP="004A4993">
      <w:r w:rsidRPr="004C3E92">
        <w:t>Cette réponse</w:t>
      </w:r>
      <w:r w:rsidR="004A4993">
        <w:t xml:space="preserve">, </w:t>
      </w:r>
      <w:r w:rsidRPr="004C3E92">
        <w:t>jointe à la façon dont elle était dite</w:t>
      </w:r>
      <w:r w:rsidR="004A4993">
        <w:t xml:space="preserve">, </w:t>
      </w:r>
      <w:r w:rsidRPr="004C3E92">
        <w:t xml:space="preserve">remit immédiatement en mémoire à </w:t>
      </w:r>
      <w:proofErr w:type="spellStart"/>
      <w:r w:rsidRPr="004C3E92">
        <w:t>Elinor</w:t>
      </w:r>
      <w:proofErr w:type="spellEnd"/>
      <w:r w:rsidRPr="004C3E92">
        <w:t xml:space="preserve"> toutes les circonstances de son départ de cette localité</w:t>
      </w:r>
      <w:r w:rsidR="004A4993">
        <w:t xml:space="preserve">, </w:t>
      </w:r>
      <w:r w:rsidRPr="004C3E92">
        <w:t>ainsi que l</w:t>
      </w:r>
      <w:r w:rsidR="004A4993">
        <w:t>’</w:t>
      </w:r>
      <w:r w:rsidRPr="004C3E92">
        <w:t>inquiétude et les sou</w:t>
      </w:r>
      <w:r w:rsidRPr="004C3E92">
        <w:t>p</w:t>
      </w:r>
      <w:r w:rsidRPr="004C3E92">
        <w:t>çons qu</w:t>
      </w:r>
      <w:r w:rsidR="004A4993">
        <w:t>’</w:t>
      </w:r>
      <w:r w:rsidRPr="004C3E92">
        <w:t>elles avaient causés à Mrs</w:t>
      </w:r>
      <w:r w:rsidR="004A4993">
        <w:t xml:space="preserve">. </w:t>
      </w:r>
      <w:r w:rsidRPr="004C3E92">
        <w:t>Jennings</w:t>
      </w:r>
      <w:r w:rsidR="004A4993">
        <w:t xml:space="preserve">, </w:t>
      </w:r>
      <w:r w:rsidRPr="004C3E92">
        <w:t>et elle craignit que sa question n</w:t>
      </w:r>
      <w:r w:rsidR="004A4993">
        <w:t>’</w:t>
      </w:r>
      <w:r w:rsidRPr="004C3E92">
        <w:t>eût sous-entendu beaucoup plus de curiosité à ce sujet qu</w:t>
      </w:r>
      <w:r w:rsidR="004A4993">
        <w:t>’</w:t>
      </w:r>
      <w:r w:rsidRPr="004C3E92">
        <w:t>elle n</w:t>
      </w:r>
      <w:r w:rsidR="004A4993">
        <w:t>’</w:t>
      </w:r>
      <w:r w:rsidRPr="004C3E92">
        <w:t>en avait ressenti</w:t>
      </w:r>
      <w:r w:rsidR="004A4993">
        <w:t>.</w:t>
      </w:r>
    </w:p>
    <w:p w14:paraId="271C0E15" w14:textId="77777777" w:rsidR="004A4993" w:rsidRDefault="008C5C61" w:rsidP="004A4993">
      <w:r w:rsidRPr="004C3E92">
        <w:t>Mrs</w:t>
      </w:r>
      <w:r w:rsidR="004A4993">
        <w:t xml:space="preserve">. </w:t>
      </w:r>
      <w:r w:rsidRPr="004C3E92">
        <w:t>Jennings ne tarda pas à entrer</w:t>
      </w:r>
      <w:r w:rsidR="004A4993">
        <w:t>.</w:t>
      </w:r>
    </w:p>
    <w:p w14:paraId="27F56A04" w14:textId="77777777" w:rsidR="004A4993" w:rsidRDefault="004A4993" w:rsidP="004A4993">
      <w:r>
        <w:t>— </w:t>
      </w:r>
      <w:r w:rsidR="008C5C61" w:rsidRPr="004C3E92">
        <w:t>Oh</w:t>
      </w:r>
      <w:r>
        <w:t xml:space="preserve">, </w:t>
      </w:r>
      <w:r w:rsidR="008C5C61" w:rsidRPr="004C3E92">
        <w:t>mon Colonel</w:t>
      </w:r>
      <w:r>
        <w:t xml:space="preserve"> ! </w:t>
      </w:r>
      <w:r w:rsidR="008C5C61" w:rsidRPr="004C3E92">
        <w:t>s</w:t>
      </w:r>
      <w:r>
        <w:t>’</w:t>
      </w:r>
      <w:r w:rsidR="008C5C61" w:rsidRPr="004C3E92">
        <w:t>écria-t-elle</w:t>
      </w:r>
      <w:r>
        <w:t xml:space="preserve">, </w:t>
      </w:r>
      <w:r w:rsidR="008C5C61" w:rsidRPr="004C3E92">
        <w:t>avec son habituelle gai</w:t>
      </w:r>
      <w:r w:rsidR="008C5C61" w:rsidRPr="004C3E92">
        <w:t>e</w:t>
      </w:r>
      <w:r w:rsidR="008C5C61" w:rsidRPr="004C3E92">
        <w:t>té bruyante</w:t>
      </w:r>
      <w:r>
        <w:t xml:space="preserve">. </w:t>
      </w:r>
      <w:r w:rsidR="008C5C61" w:rsidRPr="004C3E92">
        <w:t>Je suis prodigieusement contente de vous voir</w:t>
      </w:r>
      <w:r>
        <w:t xml:space="preserve">, – </w:t>
      </w:r>
      <w:r w:rsidR="008C5C61" w:rsidRPr="004C3E92">
        <w:t>navrée de n</w:t>
      </w:r>
      <w:r>
        <w:t>’</w:t>
      </w:r>
      <w:r w:rsidR="008C5C61" w:rsidRPr="004C3E92">
        <w:t>avoir pu venir plus tôt</w:t>
      </w:r>
      <w:r>
        <w:t xml:space="preserve"> – </w:t>
      </w:r>
      <w:r w:rsidR="008C5C61" w:rsidRPr="004C3E92">
        <w:t>excusez-moi</w:t>
      </w:r>
      <w:r>
        <w:t xml:space="preserve">, </w:t>
      </w:r>
      <w:r w:rsidR="008C5C61" w:rsidRPr="004C3E92">
        <w:t>mais j</w:t>
      </w:r>
      <w:r>
        <w:t>’</w:t>
      </w:r>
      <w:r w:rsidR="008C5C61" w:rsidRPr="004C3E92">
        <w:t>ai été obligée de regarder un peu partout</w:t>
      </w:r>
      <w:r>
        <w:t xml:space="preserve">, </w:t>
      </w:r>
      <w:r w:rsidR="008C5C61" w:rsidRPr="004C3E92">
        <w:t>et d</w:t>
      </w:r>
      <w:r>
        <w:t>’</w:t>
      </w:r>
      <w:r w:rsidR="008C5C61" w:rsidRPr="004C3E92">
        <w:t>arranger mes affaires</w:t>
      </w:r>
      <w:r>
        <w:t xml:space="preserve"> ; </w:t>
      </w:r>
      <w:r w:rsidR="008C5C61" w:rsidRPr="004C3E92">
        <w:t xml:space="preserve">car voilà longtemps que je </w:t>
      </w:r>
      <w:proofErr w:type="gramStart"/>
      <w:r w:rsidR="008C5C61" w:rsidRPr="004C3E92">
        <w:t>n</w:t>
      </w:r>
      <w:r>
        <w:t>’</w:t>
      </w:r>
      <w:r w:rsidR="008C5C61" w:rsidRPr="004C3E92">
        <w:t>ai été</w:t>
      </w:r>
      <w:proofErr w:type="gramEnd"/>
      <w:r w:rsidR="008C5C61" w:rsidRPr="004C3E92">
        <w:t xml:space="preserve"> chez moi</w:t>
      </w:r>
      <w:r>
        <w:t xml:space="preserve">, </w:t>
      </w:r>
      <w:r w:rsidR="008C5C61" w:rsidRPr="004C3E92">
        <w:t>et vous savez qu</w:t>
      </w:r>
      <w:r>
        <w:t>’</w:t>
      </w:r>
      <w:r w:rsidR="008C5C61" w:rsidRPr="004C3E92">
        <w:t>on a toujours tout un monde de petites choses hétéroclites à faire</w:t>
      </w:r>
      <w:r>
        <w:t xml:space="preserve">, </w:t>
      </w:r>
      <w:r w:rsidR="008C5C61" w:rsidRPr="004C3E92">
        <w:t>après qu</w:t>
      </w:r>
      <w:r>
        <w:t>’</w:t>
      </w:r>
      <w:r w:rsidR="008C5C61" w:rsidRPr="004C3E92">
        <w:t>on a été absent un certain temps</w:t>
      </w:r>
      <w:r>
        <w:t xml:space="preserve"> ; </w:t>
      </w:r>
      <w:r w:rsidR="008C5C61" w:rsidRPr="004C3E92">
        <w:t>et puis</w:t>
      </w:r>
      <w:r>
        <w:t xml:space="preserve">, </w:t>
      </w:r>
      <w:r w:rsidR="008C5C61" w:rsidRPr="004C3E92">
        <w:t>il a fallu que je m</w:t>
      </w:r>
      <w:r>
        <w:t>’</w:t>
      </w:r>
      <w:r w:rsidR="008C5C61" w:rsidRPr="004C3E92">
        <w:t>entende avec Cartwright</w:t>
      </w:r>
      <w:r>
        <w:t xml:space="preserve">… </w:t>
      </w:r>
      <w:r w:rsidR="008C5C61" w:rsidRPr="004C3E92">
        <w:t>Seigneur</w:t>
      </w:r>
      <w:r>
        <w:t xml:space="preserve"> ! </w:t>
      </w:r>
      <w:r w:rsidR="008C5C61" w:rsidRPr="004C3E92">
        <w:t>J</w:t>
      </w:r>
      <w:r>
        <w:t>’</w:t>
      </w:r>
      <w:r w:rsidR="008C5C61" w:rsidRPr="004C3E92">
        <w:t>ai été occupée comme une abeille depuis le dîner</w:t>
      </w:r>
      <w:r>
        <w:t xml:space="preserve"> ! </w:t>
      </w:r>
      <w:r w:rsidR="008C5C61" w:rsidRPr="004C3E92">
        <w:t>Mais dites-moi</w:t>
      </w:r>
      <w:r>
        <w:t xml:space="preserve">, </w:t>
      </w:r>
      <w:r w:rsidR="008C5C61" w:rsidRPr="004C3E92">
        <w:t>je vous prie</w:t>
      </w:r>
      <w:r>
        <w:t xml:space="preserve">, </w:t>
      </w:r>
      <w:r w:rsidR="008C5C61" w:rsidRPr="004C3E92">
        <w:t>mon Colonel</w:t>
      </w:r>
      <w:r>
        <w:t xml:space="preserve">, </w:t>
      </w:r>
      <w:r w:rsidR="008C5C61" w:rsidRPr="004C3E92">
        <w:t>comment vous avez pu deviner que je serais à Londres aujourd</w:t>
      </w:r>
      <w:r>
        <w:t>’</w:t>
      </w:r>
      <w:r w:rsidR="008C5C61" w:rsidRPr="004C3E92">
        <w:t>hui</w:t>
      </w:r>
      <w:r>
        <w:t> ?</w:t>
      </w:r>
    </w:p>
    <w:p w14:paraId="10CBA945" w14:textId="77777777" w:rsidR="004A4993" w:rsidRDefault="004A4993" w:rsidP="004A4993">
      <w:r>
        <w:t>— </w:t>
      </w:r>
      <w:r w:rsidR="008C5C61" w:rsidRPr="004C3E92">
        <w:t>J</w:t>
      </w:r>
      <w:r>
        <w:t>’</w:t>
      </w:r>
      <w:r w:rsidR="008C5C61" w:rsidRPr="004C3E92">
        <w:t>ai eu le plaisir de l</w:t>
      </w:r>
      <w:r>
        <w:t>’</w:t>
      </w:r>
      <w:r w:rsidR="008C5C61" w:rsidRPr="004C3E92">
        <w:t>apprendre chez Mrs</w:t>
      </w:r>
      <w:r>
        <w:t xml:space="preserve">. </w:t>
      </w:r>
      <w:r w:rsidR="008C5C61" w:rsidRPr="004C3E92">
        <w:t>Palmer</w:t>
      </w:r>
      <w:r>
        <w:t xml:space="preserve">, </w:t>
      </w:r>
      <w:r w:rsidR="008C5C61" w:rsidRPr="004C3E92">
        <w:t>où je viens de dîner</w:t>
      </w:r>
      <w:r>
        <w:t>.</w:t>
      </w:r>
    </w:p>
    <w:p w14:paraId="00E83654" w14:textId="77777777" w:rsidR="004A4993" w:rsidRDefault="004A4993" w:rsidP="004A4993">
      <w:r>
        <w:t>— </w:t>
      </w:r>
      <w:r w:rsidR="008C5C61" w:rsidRPr="004C3E92">
        <w:t>Ah</w:t>
      </w:r>
      <w:r>
        <w:t xml:space="preserve">, </w:t>
      </w:r>
      <w:r w:rsidR="008C5C61" w:rsidRPr="004C3E92">
        <w:t>vraiment</w:t>
      </w:r>
      <w:r>
        <w:t xml:space="preserve"> ? </w:t>
      </w:r>
      <w:r w:rsidR="008C5C61" w:rsidRPr="004C3E92">
        <w:t>Eh bien</w:t>
      </w:r>
      <w:r>
        <w:t xml:space="preserve">, </w:t>
      </w:r>
      <w:r w:rsidR="008C5C61" w:rsidRPr="004C3E92">
        <w:t>et comment vont-ils tous</w:t>
      </w:r>
      <w:r>
        <w:t xml:space="preserve">, </w:t>
      </w:r>
      <w:r w:rsidR="008C5C61" w:rsidRPr="004C3E92">
        <w:t>chez eux</w:t>
      </w:r>
      <w:r>
        <w:t xml:space="preserve"> ? </w:t>
      </w:r>
      <w:r w:rsidR="008C5C61" w:rsidRPr="004C3E92">
        <w:t>Comment va Charlotte</w:t>
      </w:r>
      <w:r>
        <w:t xml:space="preserve"> ? </w:t>
      </w:r>
      <w:r w:rsidR="008C5C61" w:rsidRPr="004C3E92">
        <w:t>Je vous garantis qu</w:t>
      </w:r>
      <w:r>
        <w:t>’</w:t>
      </w:r>
      <w:r w:rsidR="008C5C61" w:rsidRPr="004C3E92">
        <w:t>elle doit être d</w:t>
      </w:r>
      <w:r>
        <w:t>’</w:t>
      </w:r>
      <w:r w:rsidR="008C5C61" w:rsidRPr="004C3E92">
        <w:t>un bel embonpoint</w:t>
      </w:r>
      <w:r>
        <w:t xml:space="preserve">, </w:t>
      </w:r>
      <w:r w:rsidR="008C5C61" w:rsidRPr="004C3E92">
        <w:t>à présent</w:t>
      </w:r>
      <w:r>
        <w:t> !</w:t>
      </w:r>
    </w:p>
    <w:p w14:paraId="2240E5C7" w14:textId="77777777" w:rsidR="004A4993" w:rsidRDefault="004A4993" w:rsidP="004A4993">
      <w:r>
        <w:lastRenderedPageBreak/>
        <w:t>— </w:t>
      </w:r>
      <w:r w:rsidR="008C5C61" w:rsidRPr="004C3E92">
        <w:t>Mrs</w:t>
      </w:r>
      <w:r>
        <w:t xml:space="preserve">. </w:t>
      </w:r>
      <w:r w:rsidR="008C5C61" w:rsidRPr="004C3E92">
        <w:t>Palmer m</w:t>
      </w:r>
      <w:r>
        <w:t>’</w:t>
      </w:r>
      <w:r w:rsidR="008C5C61" w:rsidRPr="004C3E92">
        <w:t>a paru en excellente santé</w:t>
      </w:r>
      <w:r>
        <w:t xml:space="preserve">, </w:t>
      </w:r>
      <w:r w:rsidR="008C5C61" w:rsidRPr="004C3E92">
        <w:t>et je suis cha</w:t>
      </w:r>
      <w:r w:rsidR="008C5C61" w:rsidRPr="004C3E92">
        <w:t>r</w:t>
      </w:r>
      <w:r w:rsidR="008C5C61" w:rsidRPr="004C3E92">
        <w:t>gé de vous dire que vous la verrez certainement demain</w:t>
      </w:r>
      <w:r>
        <w:t>.</w:t>
      </w:r>
    </w:p>
    <w:p w14:paraId="779DD8D7" w14:textId="77777777" w:rsidR="004A4993" w:rsidRDefault="004A4993" w:rsidP="004A4993">
      <w:r>
        <w:t>— </w:t>
      </w:r>
      <w:r w:rsidR="008C5C61" w:rsidRPr="004C3E92">
        <w:t>Oui-</w:t>
      </w:r>
      <w:proofErr w:type="spellStart"/>
      <w:r w:rsidR="008C5C61" w:rsidRPr="004C3E92">
        <w:t>dà</w:t>
      </w:r>
      <w:proofErr w:type="spellEnd"/>
      <w:r>
        <w:t xml:space="preserve"> ; </w:t>
      </w:r>
      <w:r w:rsidR="008C5C61" w:rsidRPr="004C3E92">
        <w:t>c</w:t>
      </w:r>
      <w:r>
        <w:t>’</w:t>
      </w:r>
      <w:r w:rsidR="008C5C61" w:rsidRPr="004C3E92">
        <w:t>est bien ce que je pensais</w:t>
      </w:r>
      <w:r>
        <w:t xml:space="preserve">. </w:t>
      </w:r>
      <w:r w:rsidR="008C5C61" w:rsidRPr="004C3E92">
        <w:t>Eh bien</w:t>
      </w:r>
      <w:r>
        <w:t xml:space="preserve">, </w:t>
      </w:r>
      <w:r w:rsidR="008C5C61" w:rsidRPr="004C3E92">
        <w:t>mon Col</w:t>
      </w:r>
      <w:r w:rsidR="008C5C61" w:rsidRPr="004C3E92">
        <w:t>o</w:t>
      </w:r>
      <w:r w:rsidR="008C5C61" w:rsidRPr="004C3E92">
        <w:t>nel</w:t>
      </w:r>
      <w:r>
        <w:t xml:space="preserve">, </w:t>
      </w:r>
      <w:r w:rsidR="008C5C61" w:rsidRPr="004C3E92">
        <w:t>j</w:t>
      </w:r>
      <w:r>
        <w:t>’</w:t>
      </w:r>
      <w:r w:rsidR="008C5C61" w:rsidRPr="004C3E92">
        <w:t>ai amené avec moi deux jeunes personnes</w:t>
      </w:r>
      <w:r>
        <w:t xml:space="preserve">, </w:t>
      </w:r>
      <w:r w:rsidR="008C5C61" w:rsidRPr="004C3E92">
        <w:t>comme vous le voyez</w:t>
      </w:r>
      <w:r>
        <w:t xml:space="preserve"> – </w:t>
      </w:r>
      <w:r w:rsidR="008C5C61" w:rsidRPr="004C3E92">
        <w:t>c</w:t>
      </w:r>
      <w:r>
        <w:t>’</w:t>
      </w:r>
      <w:r w:rsidR="008C5C61" w:rsidRPr="004C3E92">
        <w:t>est-à-dire que vous n</w:t>
      </w:r>
      <w:r>
        <w:t>’</w:t>
      </w:r>
      <w:r w:rsidR="008C5C61" w:rsidRPr="004C3E92">
        <w:t>en voyez qu</w:t>
      </w:r>
      <w:r>
        <w:t>’</w:t>
      </w:r>
      <w:r w:rsidR="008C5C61" w:rsidRPr="004C3E92">
        <w:t>une présentement</w:t>
      </w:r>
      <w:r>
        <w:t xml:space="preserve">, </w:t>
      </w:r>
      <w:r w:rsidR="008C5C61" w:rsidRPr="004C3E92">
        <w:t>mais il y en a une autre quelque part</w:t>
      </w:r>
      <w:r>
        <w:t xml:space="preserve">… </w:t>
      </w:r>
      <w:r w:rsidR="008C5C61" w:rsidRPr="004C3E92">
        <w:t>C</w:t>
      </w:r>
      <w:r>
        <w:t>’</w:t>
      </w:r>
      <w:r w:rsidR="008C5C61" w:rsidRPr="004C3E92">
        <w:t>est votre amie miss Marianne</w:t>
      </w:r>
      <w:r>
        <w:t xml:space="preserve">, </w:t>
      </w:r>
      <w:r w:rsidR="008C5C61" w:rsidRPr="004C3E92">
        <w:t>par surcroît</w:t>
      </w:r>
      <w:r>
        <w:t xml:space="preserve">, – </w:t>
      </w:r>
      <w:r w:rsidR="008C5C61" w:rsidRPr="004C3E92">
        <w:t>vous ne serez pas peiné de l</w:t>
      </w:r>
      <w:r>
        <w:t>’</w:t>
      </w:r>
      <w:r w:rsidR="008C5C61" w:rsidRPr="004C3E92">
        <w:t>apprendre</w:t>
      </w:r>
      <w:r>
        <w:t xml:space="preserve">. </w:t>
      </w:r>
      <w:r w:rsidR="008C5C61" w:rsidRPr="004C3E92">
        <w:t>Je ne sais pas ce qu</w:t>
      </w:r>
      <w:r>
        <w:t>’</w:t>
      </w:r>
      <w:r w:rsidR="008C5C61" w:rsidRPr="004C3E92">
        <w:t>à vous deux</w:t>
      </w:r>
      <w:r>
        <w:t xml:space="preserve">, </w:t>
      </w:r>
      <w:r w:rsidR="008C5C61" w:rsidRPr="004C3E92">
        <w:t>Mr</w:t>
      </w:r>
      <w:r>
        <w:t xml:space="preserve">. </w:t>
      </w:r>
      <w:r w:rsidR="008C5C61" w:rsidRPr="004C3E92">
        <w:t>Willoughby et vous</w:t>
      </w:r>
      <w:r>
        <w:t xml:space="preserve">, </w:t>
      </w:r>
      <w:r w:rsidR="008C5C61" w:rsidRPr="004C3E92">
        <w:t>vous ferez à son sujet</w:t>
      </w:r>
      <w:r>
        <w:t xml:space="preserve">. </w:t>
      </w:r>
      <w:r w:rsidR="008C5C61" w:rsidRPr="004C3E92">
        <w:t>Hé</w:t>
      </w:r>
      <w:r>
        <w:t xml:space="preserve">, </w:t>
      </w:r>
      <w:r w:rsidR="008C5C61" w:rsidRPr="004C3E92">
        <w:t>oui</w:t>
      </w:r>
      <w:r>
        <w:t xml:space="preserve">, </w:t>
      </w:r>
      <w:r w:rsidR="008C5C61" w:rsidRPr="004C3E92">
        <w:t>c</w:t>
      </w:r>
      <w:r>
        <w:t>’</w:t>
      </w:r>
      <w:r w:rsidR="008C5C61" w:rsidRPr="004C3E92">
        <w:t>est une belle chose</w:t>
      </w:r>
      <w:r>
        <w:t xml:space="preserve">, </w:t>
      </w:r>
      <w:r w:rsidR="008C5C61" w:rsidRPr="004C3E92">
        <w:t>que d</w:t>
      </w:r>
      <w:r>
        <w:t>’</w:t>
      </w:r>
      <w:r w:rsidR="008C5C61" w:rsidRPr="004C3E92">
        <w:t>être jeune et bien faite</w:t>
      </w:r>
      <w:r>
        <w:t xml:space="preserve"> ! </w:t>
      </w:r>
      <w:r w:rsidR="008C5C61" w:rsidRPr="004C3E92">
        <w:t>Enfin</w:t>
      </w:r>
      <w:r>
        <w:t xml:space="preserve">, </w:t>
      </w:r>
      <w:r w:rsidR="008C5C61" w:rsidRPr="004C3E92">
        <w:t>j</w:t>
      </w:r>
      <w:r>
        <w:t>’</w:t>
      </w:r>
      <w:r w:rsidR="008C5C61" w:rsidRPr="004C3E92">
        <w:t>ai été jeune autrefois</w:t>
      </w:r>
      <w:r>
        <w:t xml:space="preserve">, </w:t>
      </w:r>
      <w:r w:rsidR="008C5C61" w:rsidRPr="004C3E92">
        <w:t>mais je n</w:t>
      </w:r>
      <w:r>
        <w:t>’</w:t>
      </w:r>
      <w:r w:rsidR="008C5C61" w:rsidRPr="004C3E92">
        <w:t>ai jamais été bien belle</w:t>
      </w:r>
      <w:r>
        <w:t xml:space="preserve">, – </w:t>
      </w:r>
      <w:r w:rsidR="008C5C61" w:rsidRPr="004C3E92">
        <w:t>tant pis pour moi</w:t>
      </w:r>
      <w:r>
        <w:t xml:space="preserve"> ! </w:t>
      </w:r>
      <w:r w:rsidR="008C5C61" w:rsidRPr="004C3E92">
        <w:t>Néanmoins</w:t>
      </w:r>
      <w:r>
        <w:t xml:space="preserve">, </w:t>
      </w:r>
      <w:r w:rsidR="008C5C61" w:rsidRPr="004C3E92">
        <w:t>j</w:t>
      </w:r>
      <w:r>
        <w:t>’</w:t>
      </w:r>
      <w:r w:rsidR="008C5C61" w:rsidRPr="004C3E92">
        <w:t>ai décroché un mari excellent</w:t>
      </w:r>
      <w:r>
        <w:t xml:space="preserve">, </w:t>
      </w:r>
      <w:r w:rsidR="008C5C61" w:rsidRPr="004C3E92">
        <w:t>et je ne sais pas ce que peut faire de plus la plus grande beauté</w:t>
      </w:r>
      <w:r>
        <w:t xml:space="preserve"> ! </w:t>
      </w:r>
      <w:r w:rsidR="008C5C61" w:rsidRPr="004C3E92">
        <w:t>Ah</w:t>
      </w:r>
      <w:r>
        <w:t xml:space="preserve">, </w:t>
      </w:r>
      <w:r w:rsidR="008C5C61" w:rsidRPr="004C3E92">
        <w:t>le pauvre homme</w:t>
      </w:r>
      <w:r>
        <w:t xml:space="preserve"> ! </w:t>
      </w:r>
      <w:r w:rsidR="008C5C61" w:rsidRPr="004C3E92">
        <w:t>Voilà huit ans</w:t>
      </w:r>
      <w:r>
        <w:t xml:space="preserve">, </w:t>
      </w:r>
      <w:r w:rsidR="008C5C61" w:rsidRPr="004C3E92">
        <w:t>et plus</w:t>
      </w:r>
      <w:r>
        <w:t xml:space="preserve">, </w:t>
      </w:r>
      <w:r w:rsidR="008C5C61" w:rsidRPr="004C3E92">
        <w:t>qu</w:t>
      </w:r>
      <w:r>
        <w:t>’</w:t>
      </w:r>
      <w:r w:rsidR="008C5C61" w:rsidRPr="004C3E92">
        <w:t>il est mort</w:t>
      </w:r>
      <w:r>
        <w:t xml:space="preserve">… </w:t>
      </w:r>
      <w:r w:rsidR="008C5C61" w:rsidRPr="004C3E92">
        <w:t>Mais</w:t>
      </w:r>
      <w:r>
        <w:t xml:space="preserve">, </w:t>
      </w:r>
      <w:r w:rsidR="008C5C61" w:rsidRPr="004C3E92">
        <w:t>mon Colonel</w:t>
      </w:r>
      <w:r>
        <w:t xml:space="preserve">, </w:t>
      </w:r>
      <w:r w:rsidR="008C5C61" w:rsidRPr="004C3E92">
        <w:t>où donc avez-vous été</w:t>
      </w:r>
      <w:r>
        <w:t xml:space="preserve">, </w:t>
      </w:r>
      <w:r w:rsidR="008C5C61" w:rsidRPr="004C3E92">
        <w:t>depuis que nous nous sommes séparés</w:t>
      </w:r>
      <w:r>
        <w:t xml:space="preserve"> ? </w:t>
      </w:r>
      <w:r w:rsidR="008C5C61" w:rsidRPr="004C3E92">
        <w:t>Et comment marche votre affaire</w:t>
      </w:r>
      <w:r>
        <w:t xml:space="preserve"> ? </w:t>
      </w:r>
      <w:r w:rsidR="008C5C61" w:rsidRPr="004C3E92">
        <w:t>Voyons</w:t>
      </w:r>
      <w:r>
        <w:t xml:space="preserve">, </w:t>
      </w:r>
      <w:r w:rsidR="008C5C61" w:rsidRPr="004C3E92">
        <w:t>voyons</w:t>
      </w:r>
      <w:r>
        <w:t xml:space="preserve">, </w:t>
      </w:r>
      <w:r w:rsidR="008C5C61" w:rsidRPr="004C3E92">
        <w:t>pas de secrets entre amis</w:t>
      </w:r>
      <w:r>
        <w:t> !</w:t>
      </w:r>
    </w:p>
    <w:p w14:paraId="4B370424" w14:textId="77777777" w:rsidR="004A4993" w:rsidRDefault="008C5C61" w:rsidP="004A4993">
      <w:r w:rsidRPr="004C3E92">
        <w:t>Il répondit avec sa douceur accoutumée à toutes ses inte</w:t>
      </w:r>
      <w:r w:rsidRPr="004C3E92">
        <w:t>r</w:t>
      </w:r>
      <w:r w:rsidRPr="004C3E92">
        <w:t>rogations</w:t>
      </w:r>
      <w:r w:rsidR="004A4993">
        <w:t xml:space="preserve">, </w:t>
      </w:r>
      <w:r w:rsidRPr="004C3E92">
        <w:t>mais sans la satisfaire sur aucune</w:t>
      </w:r>
      <w:r w:rsidR="004A4993">
        <w:t xml:space="preserve">. </w:t>
      </w:r>
      <w:proofErr w:type="spellStart"/>
      <w:r w:rsidRPr="004C3E92">
        <w:t>Elinor</w:t>
      </w:r>
      <w:proofErr w:type="spellEnd"/>
      <w:r w:rsidRPr="004C3E92">
        <w:t xml:space="preserve"> se mit alors à préparer le thé</w:t>
      </w:r>
      <w:r w:rsidR="004A4993">
        <w:t xml:space="preserve">, </w:t>
      </w:r>
      <w:r w:rsidRPr="004C3E92">
        <w:t>et Marianne fut contrainte de réapparaître</w:t>
      </w:r>
      <w:r w:rsidR="004A4993">
        <w:t>.</w:t>
      </w:r>
    </w:p>
    <w:p w14:paraId="4CD1C290" w14:textId="77777777" w:rsidR="004A4993" w:rsidRDefault="008C5C61" w:rsidP="004A4993">
      <w:r w:rsidRPr="004C3E92">
        <w:t>Après son entrée</w:t>
      </w:r>
      <w:r w:rsidR="004A4993">
        <w:t xml:space="preserve">, </w:t>
      </w:r>
      <w:r w:rsidRPr="004C3E92">
        <w:t>le colonel Brandon devint plus pensif et plus silencieux qu</w:t>
      </w:r>
      <w:r w:rsidR="004A4993">
        <w:t>’</w:t>
      </w:r>
      <w:r w:rsidRPr="004C3E92">
        <w:t>il ne l</w:t>
      </w:r>
      <w:r w:rsidR="004A4993">
        <w:t>’</w:t>
      </w:r>
      <w:r w:rsidRPr="004C3E92">
        <w:t>avait été auparavant</w:t>
      </w:r>
      <w:r w:rsidR="004A4993">
        <w:t xml:space="preserve">, </w:t>
      </w:r>
      <w:r w:rsidRPr="004C3E92">
        <w:t>et Mrs</w:t>
      </w:r>
      <w:r w:rsidR="004A4993">
        <w:t xml:space="preserve">. </w:t>
      </w:r>
      <w:r w:rsidRPr="004C3E92">
        <w:t>Jennings ne put obtenir de lui qu</w:t>
      </w:r>
      <w:r w:rsidR="004A4993">
        <w:t>’</w:t>
      </w:r>
      <w:r w:rsidRPr="004C3E92">
        <w:t>il restât longtemps</w:t>
      </w:r>
      <w:r w:rsidR="004A4993">
        <w:t xml:space="preserve">. </w:t>
      </w:r>
      <w:r w:rsidRPr="004C3E92">
        <w:t>Aucun autre visiteur ne parut ce soir-là</w:t>
      </w:r>
      <w:r w:rsidR="004A4993">
        <w:t xml:space="preserve">, </w:t>
      </w:r>
      <w:r w:rsidRPr="004C3E92">
        <w:t>et les dames furent unanimement d</w:t>
      </w:r>
      <w:r w:rsidR="004A4993">
        <w:t>’</w:t>
      </w:r>
      <w:r w:rsidRPr="004C3E92">
        <w:t>accord pour se coucher de bonne heure</w:t>
      </w:r>
      <w:r w:rsidR="004A4993">
        <w:t>.</w:t>
      </w:r>
    </w:p>
    <w:p w14:paraId="7D21B9DB" w14:textId="77777777" w:rsidR="004A4993" w:rsidRDefault="008C5C61" w:rsidP="004A4993">
      <w:r w:rsidRPr="004C3E92">
        <w:t>Marianne se leva le lendemain matin</w:t>
      </w:r>
      <w:r w:rsidR="004A4993">
        <w:t xml:space="preserve">, </w:t>
      </w:r>
      <w:r w:rsidRPr="004C3E92">
        <w:t>ayant recouvré son entrain et sa bonne mine</w:t>
      </w:r>
      <w:r w:rsidR="004A4993">
        <w:t xml:space="preserve">. </w:t>
      </w:r>
      <w:r w:rsidRPr="004C3E92">
        <w:t>La déception de la veille au soir se</w:t>
      </w:r>
      <w:r w:rsidRPr="004C3E92">
        <w:t>m</w:t>
      </w:r>
      <w:r w:rsidRPr="004C3E92">
        <w:t>blait oubliée</w:t>
      </w:r>
      <w:r w:rsidR="004A4993">
        <w:t xml:space="preserve">, </w:t>
      </w:r>
      <w:r w:rsidRPr="004C3E92">
        <w:t>dans l</w:t>
      </w:r>
      <w:r w:rsidR="004A4993">
        <w:t>’</w:t>
      </w:r>
      <w:r w:rsidRPr="004C3E92">
        <w:t>espoir de ce qui devait arriver ce jour-là</w:t>
      </w:r>
      <w:r w:rsidR="004A4993">
        <w:t xml:space="preserve">. </w:t>
      </w:r>
      <w:r w:rsidRPr="004C3E92">
        <w:t>E</w:t>
      </w:r>
      <w:r w:rsidRPr="004C3E92">
        <w:t>l</w:t>
      </w:r>
      <w:r w:rsidRPr="004C3E92">
        <w:t>les n</w:t>
      </w:r>
      <w:r w:rsidR="004A4993">
        <w:t>’</w:t>
      </w:r>
      <w:r w:rsidRPr="004C3E92">
        <w:t>avaient pas terminé leur déjeuner depuis longtemps</w:t>
      </w:r>
      <w:r w:rsidR="004A4993">
        <w:t xml:space="preserve">, </w:t>
      </w:r>
      <w:r w:rsidRPr="004C3E92">
        <w:t>que la calèche de Mrs</w:t>
      </w:r>
      <w:r w:rsidR="004A4993">
        <w:t xml:space="preserve">. </w:t>
      </w:r>
      <w:r w:rsidRPr="004C3E92">
        <w:t>Palmer s</w:t>
      </w:r>
      <w:r w:rsidR="004A4993">
        <w:t>’</w:t>
      </w:r>
      <w:r w:rsidRPr="004C3E92">
        <w:t>arrêtait à la porte</w:t>
      </w:r>
      <w:r w:rsidR="004A4993">
        <w:t xml:space="preserve">, </w:t>
      </w:r>
      <w:r w:rsidRPr="004C3E92">
        <w:t xml:space="preserve">et </w:t>
      </w:r>
      <w:r w:rsidRPr="004C3E92">
        <w:lastRenderedPageBreak/>
        <w:t>au bout de que</w:t>
      </w:r>
      <w:r w:rsidRPr="004C3E92">
        <w:t>l</w:t>
      </w:r>
      <w:r w:rsidRPr="004C3E92">
        <w:t>ques minutes elle entra dans la pièce</w:t>
      </w:r>
      <w:r w:rsidR="004A4993">
        <w:t xml:space="preserve">, </w:t>
      </w:r>
      <w:r w:rsidRPr="004C3E92">
        <w:t>toute rieuse</w:t>
      </w:r>
      <w:r w:rsidR="004A4993">
        <w:t xml:space="preserve"> ; </w:t>
      </w:r>
      <w:r w:rsidRPr="004C3E92">
        <w:t>tellement ravie de les voir toutes</w:t>
      </w:r>
      <w:r w:rsidR="004A4993">
        <w:t xml:space="preserve">, </w:t>
      </w:r>
      <w:r w:rsidRPr="004C3E92">
        <w:t>qu</w:t>
      </w:r>
      <w:r w:rsidR="004A4993">
        <w:t>’</w:t>
      </w:r>
      <w:r w:rsidRPr="004C3E92">
        <w:t xml:space="preserve">il était difficile de savoir si elle avait plus de plaisir à revoir sa mère ou les demoiselles </w:t>
      </w:r>
      <w:proofErr w:type="spellStart"/>
      <w:r w:rsidRPr="004C3E92">
        <w:t>Dashwood</w:t>
      </w:r>
      <w:proofErr w:type="spellEnd"/>
      <w:r w:rsidR="004A4993">
        <w:t xml:space="preserve"> ; </w:t>
      </w:r>
      <w:r w:rsidRPr="004C3E92">
        <w:t>tellement surprise de leur arrivée à Londres</w:t>
      </w:r>
      <w:r w:rsidR="004A4993">
        <w:t xml:space="preserve">, </w:t>
      </w:r>
      <w:r w:rsidRPr="004C3E92">
        <w:t>bien que ce fût là ce qu</w:t>
      </w:r>
      <w:r w:rsidR="004A4993">
        <w:t>’</w:t>
      </w:r>
      <w:r w:rsidRPr="004C3E92">
        <w:t>elle avait espéré tout au long</w:t>
      </w:r>
      <w:r w:rsidR="004A4993">
        <w:t xml:space="preserve"> ; </w:t>
      </w:r>
      <w:r w:rsidRPr="004C3E92">
        <w:t>tellement en colère de ce qu</w:t>
      </w:r>
      <w:r w:rsidR="004A4993">
        <w:t>’</w:t>
      </w:r>
      <w:r w:rsidRPr="004C3E92">
        <w:t>elles eussent accepté l</w:t>
      </w:r>
      <w:r w:rsidR="004A4993">
        <w:t>’</w:t>
      </w:r>
      <w:r w:rsidRPr="004C3E92">
        <w:t>invitation de sa mère après avoir d</w:t>
      </w:r>
      <w:r w:rsidRPr="004C3E92">
        <w:t>é</w:t>
      </w:r>
      <w:r w:rsidRPr="004C3E92">
        <w:t>cliné la sienne</w:t>
      </w:r>
      <w:r w:rsidR="004A4993">
        <w:t xml:space="preserve">, </w:t>
      </w:r>
      <w:r w:rsidRPr="004C3E92">
        <w:t>bien que</w:t>
      </w:r>
      <w:r w:rsidR="004A4993">
        <w:t xml:space="preserve">, </w:t>
      </w:r>
      <w:r w:rsidRPr="004C3E92">
        <w:t>par ailleurs elle ne leur eût jamais pa</w:t>
      </w:r>
      <w:r w:rsidRPr="004C3E92">
        <w:t>r</w:t>
      </w:r>
      <w:r w:rsidRPr="004C3E92">
        <w:t>donné de n</w:t>
      </w:r>
      <w:r w:rsidR="004A4993">
        <w:t>’</w:t>
      </w:r>
      <w:r w:rsidRPr="004C3E92">
        <w:t>être pas venues</w:t>
      </w:r>
      <w:r w:rsidR="004A4993">
        <w:t> !</w:t>
      </w:r>
    </w:p>
    <w:p w14:paraId="71DECFDD" w14:textId="77777777" w:rsidR="004A4993" w:rsidRDefault="004A4993" w:rsidP="004A4993">
      <w:r>
        <w:t>— </w:t>
      </w:r>
      <w:r w:rsidR="008C5C61" w:rsidRPr="004C3E92">
        <w:t>Mr</w:t>
      </w:r>
      <w:r>
        <w:t xml:space="preserve">. </w:t>
      </w:r>
      <w:r w:rsidR="008C5C61" w:rsidRPr="004C3E92">
        <w:t>Palmer sera bien heureux de vous voir</w:t>
      </w:r>
      <w:r>
        <w:t xml:space="preserve">, </w:t>
      </w:r>
      <w:r w:rsidR="008C5C61" w:rsidRPr="004C3E92">
        <w:t>dit-elle</w:t>
      </w:r>
      <w:r>
        <w:t xml:space="preserve">. </w:t>
      </w:r>
      <w:r w:rsidR="008C5C61" w:rsidRPr="004C3E92">
        <w:t>Que croyez-vous qu</w:t>
      </w:r>
      <w:r>
        <w:t>’</w:t>
      </w:r>
      <w:r w:rsidR="008C5C61" w:rsidRPr="004C3E92">
        <w:t>il ait dit quand il a appris que vous deviez venir avec maman</w:t>
      </w:r>
      <w:r>
        <w:t xml:space="preserve"> ? </w:t>
      </w:r>
      <w:r w:rsidR="008C5C61" w:rsidRPr="004C3E92">
        <w:t>Je l</w:t>
      </w:r>
      <w:r>
        <w:t>’</w:t>
      </w:r>
      <w:proofErr w:type="spellStart"/>
      <w:r w:rsidR="008C5C61" w:rsidRPr="004C3E92">
        <w:t>oublie</w:t>
      </w:r>
      <w:proofErr w:type="spellEnd"/>
      <w:r>
        <w:t xml:space="preserve">, </w:t>
      </w:r>
      <w:r w:rsidR="008C5C61" w:rsidRPr="004C3E92">
        <w:t>à présent</w:t>
      </w:r>
      <w:r>
        <w:t xml:space="preserve">, </w:t>
      </w:r>
      <w:r w:rsidR="008C5C61" w:rsidRPr="004C3E92">
        <w:t>mais c</w:t>
      </w:r>
      <w:r>
        <w:t>’</w:t>
      </w:r>
      <w:r w:rsidR="008C5C61" w:rsidRPr="004C3E92">
        <w:t>était quelque chose de si cocasse</w:t>
      </w:r>
      <w:r>
        <w:t> !</w:t>
      </w:r>
    </w:p>
    <w:p w14:paraId="2840BAF4" w14:textId="77777777" w:rsidR="004A4993" w:rsidRDefault="008C5C61" w:rsidP="004A4993">
      <w:r w:rsidRPr="004C3E92">
        <w:t>Au bout d</w:t>
      </w:r>
      <w:r w:rsidR="004A4993">
        <w:t>’</w:t>
      </w:r>
      <w:r w:rsidRPr="004C3E92">
        <w:t>une heure ou deux passées à ce que sa mère a</w:t>
      </w:r>
      <w:r w:rsidRPr="004C3E92">
        <w:t>p</w:t>
      </w:r>
      <w:r w:rsidRPr="004C3E92">
        <w:t>pelait un agréable bavardage</w:t>
      </w:r>
      <w:r w:rsidR="004A4993">
        <w:t xml:space="preserve">, </w:t>
      </w:r>
      <w:r w:rsidRPr="004C3E92">
        <w:t>ou</w:t>
      </w:r>
      <w:r w:rsidR="004A4993">
        <w:t xml:space="preserve">, </w:t>
      </w:r>
      <w:r w:rsidRPr="004C3E92">
        <w:t>en d</w:t>
      </w:r>
      <w:r w:rsidR="004A4993">
        <w:t>’</w:t>
      </w:r>
      <w:r w:rsidRPr="004C3E92">
        <w:t>autres termes</w:t>
      </w:r>
      <w:r w:rsidR="004A4993">
        <w:t xml:space="preserve">, </w:t>
      </w:r>
      <w:r w:rsidRPr="004C3E92">
        <w:t>à tous les genres d</w:t>
      </w:r>
      <w:r w:rsidR="004A4993">
        <w:t>’</w:t>
      </w:r>
      <w:r w:rsidRPr="004C3E92">
        <w:t>interrogations touchant toutes leurs connaissances</w:t>
      </w:r>
      <w:r w:rsidR="004A4993">
        <w:t xml:space="preserve">, </w:t>
      </w:r>
      <w:r w:rsidRPr="004C3E92">
        <w:t>quant à Mrs</w:t>
      </w:r>
      <w:r w:rsidR="004A4993">
        <w:t xml:space="preserve">. </w:t>
      </w:r>
      <w:r w:rsidRPr="004C3E92">
        <w:t>Jennings</w:t>
      </w:r>
      <w:r w:rsidR="004A4993">
        <w:t xml:space="preserve">, </w:t>
      </w:r>
      <w:r w:rsidRPr="004C3E92">
        <w:t>et à rire sans cause</w:t>
      </w:r>
      <w:r w:rsidR="004A4993">
        <w:t xml:space="preserve">, </w:t>
      </w:r>
      <w:r w:rsidRPr="004C3E92">
        <w:t>pour ce qui était de Mrs</w:t>
      </w:r>
      <w:r w:rsidR="004A4993">
        <w:t xml:space="preserve">. </w:t>
      </w:r>
      <w:r w:rsidRPr="004C3E92">
        <w:t>Palmer</w:t>
      </w:r>
      <w:r w:rsidR="004A4993">
        <w:t xml:space="preserve">, </w:t>
      </w:r>
      <w:r w:rsidRPr="004C3E92">
        <w:t>cette dernière proposa qu</w:t>
      </w:r>
      <w:r w:rsidR="004A4993">
        <w:t>’</w:t>
      </w:r>
      <w:r w:rsidRPr="004C3E92">
        <w:t>elles l</w:t>
      </w:r>
      <w:r w:rsidR="004A4993">
        <w:t>’</w:t>
      </w:r>
      <w:r w:rsidRPr="004C3E92">
        <w:t>accompagnassent toutes dans quelques magasins où elle avait affaire ce matin-là</w:t>
      </w:r>
      <w:r w:rsidR="004A4993">
        <w:t xml:space="preserve"> ; </w:t>
      </w:r>
      <w:r w:rsidRPr="004C3E92">
        <w:t>à quoi Mrs</w:t>
      </w:r>
      <w:r w:rsidR="004A4993">
        <w:t xml:space="preserve">. </w:t>
      </w:r>
      <w:r w:rsidRPr="004C3E92">
        <w:t xml:space="preserve">Jennings et </w:t>
      </w:r>
      <w:proofErr w:type="spellStart"/>
      <w:r w:rsidRPr="004C3E92">
        <w:t>Elinor</w:t>
      </w:r>
      <w:proofErr w:type="spellEnd"/>
      <w:r w:rsidRPr="004C3E92">
        <w:t xml:space="preserve"> consentirent avec empressement</w:t>
      </w:r>
      <w:r w:rsidR="004A4993">
        <w:t xml:space="preserve">, </w:t>
      </w:r>
      <w:r w:rsidRPr="004C3E92">
        <w:t>comme ayant également quelques emplettes à effectuer de leur côté</w:t>
      </w:r>
      <w:r w:rsidR="004A4993">
        <w:t xml:space="preserve"> ; </w:t>
      </w:r>
      <w:r w:rsidRPr="004C3E92">
        <w:t>et Marianne</w:t>
      </w:r>
      <w:r w:rsidR="004A4993">
        <w:t xml:space="preserve">, </w:t>
      </w:r>
      <w:r w:rsidRPr="004C3E92">
        <w:t>bien qu</w:t>
      </w:r>
      <w:r w:rsidR="004A4993">
        <w:t>’</w:t>
      </w:r>
      <w:r w:rsidRPr="004C3E92">
        <w:t>elle eût commencé par refuser</w:t>
      </w:r>
      <w:r w:rsidR="004A4993">
        <w:t xml:space="preserve">, </w:t>
      </w:r>
      <w:r w:rsidRPr="004C3E92">
        <w:t>se laissa persuader d</w:t>
      </w:r>
      <w:r w:rsidR="004A4993">
        <w:t>’</w:t>
      </w:r>
      <w:r w:rsidRPr="004C3E92">
        <w:t>être de la partie</w:t>
      </w:r>
      <w:r w:rsidR="004A4993">
        <w:t>.</w:t>
      </w:r>
    </w:p>
    <w:p w14:paraId="793E0B85" w14:textId="77777777" w:rsidR="004A4993" w:rsidRDefault="008C5C61" w:rsidP="004A4993">
      <w:r w:rsidRPr="004C3E92">
        <w:t>Où qu</w:t>
      </w:r>
      <w:r w:rsidR="004A4993">
        <w:t>’</w:t>
      </w:r>
      <w:r w:rsidRPr="004C3E92">
        <w:t>elles allassent</w:t>
      </w:r>
      <w:r w:rsidR="004A4993">
        <w:t xml:space="preserve">, </w:t>
      </w:r>
      <w:r w:rsidRPr="004C3E92">
        <w:t>elle était manifestement toujours sur le qui-vive</w:t>
      </w:r>
      <w:r w:rsidR="004A4993">
        <w:t xml:space="preserve">. </w:t>
      </w:r>
      <w:r w:rsidRPr="004C3E92">
        <w:t>Dans Bond Street</w:t>
      </w:r>
      <w:r w:rsidR="004A4993">
        <w:t xml:space="preserve">, </w:t>
      </w:r>
      <w:r w:rsidRPr="004C3E92">
        <w:t>tout particulièrement</w:t>
      </w:r>
      <w:r w:rsidR="004A4993">
        <w:t xml:space="preserve">, </w:t>
      </w:r>
      <w:r w:rsidRPr="004C3E92">
        <w:t>où se traita une bonne partie de ce qu</w:t>
      </w:r>
      <w:r w:rsidR="004A4993">
        <w:t>’</w:t>
      </w:r>
      <w:r w:rsidRPr="004C3E92">
        <w:t>elles avaient à faire</w:t>
      </w:r>
      <w:r w:rsidR="004A4993">
        <w:t xml:space="preserve">, </w:t>
      </w:r>
      <w:r w:rsidRPr="004C3E92">
        <w:t>ses yeux furent en interrogation constante</w:t>
      </w:r>
      <w:r w:rsidR="004A4993">
        <w:t xml:space="preserve"> : </w:t>
      </w:r>
      <w:r w:rsidRPr="004C3E92">
        <w:t>et quel que fût le magasin dans l</w:t>
      </w:r>
      <w:r w:rsidRPr="004C3E92">
        <w:t>e</w:t>
      </w:r>
      <w:r w:rsidRPr="004C3E92">
        <w:t>quel le groupe était actif</w:t>
      </w:r>
      <w:r w:rsidR="004A4993">
        <w:t xml:space="preserve">, </w:t>
      </w:r>
      <w:r w:rsidRPr="004C3E92">
        <w:t>son esprit était également détourné de tout ce qui intéressait et occupait les autres</w:t>
      </w:r>
      <w:r w:rsidR="004A4993">
        <w:t xml:space="preserve">. </w:t>
      </w:r>
      <w:r w:rsidRPr="004C3E92">
        <w:t>Agitée et méconte</w:t>
      </w:r>
      <w:r w:rsidRPr="004C3E92">
        <w:t>n</w:t>
      </w:r>
      <w:r w:rsidRPr="004C3E92">
        <w:t>te partout</w:t>
      </w:r>
      <w:r w:rsidR="004A4993">
        <w:t xml:space="preserve">, </w:t>
      </w:r>
      <w:r w:rsidRPr="004C3E92">
        <w:t xml:space="preserve">elle ne put jamais donner à sa sœur </w:t>
      </w:r>
      <w:r w:rsidRPr="004C3E92">
        <w:lastRenderedPageBreak/>
        <w:t>son opinion au sujet d</w:t>
      </w:r>
      <w:r w:rsidR="004A4993">
        <w:t>’</w:t>
      </w:r>
      <w:r w:rsidRPr="004C3E92">
        <w:t>aucun article à acheter</w:t>
      </w:r>
      <w:r w:rsidR="004A4993">
        <w:t xml:space="preserve">, </w:t>
      </w:r>
      <w:r w:rsidRPr="004C3E92">
        <w:t>quoiqu</w:t>
      </w:r>
      <w:r w:rsidR="004A4993">
        <w:t>’</w:t>
      </w:r>
      <w:r w:rsidRPr="004C3E92">
        <w:t>il pût les concerner to</w:t>
      </w:r>
      <w:r w:rsidRPr="004C3E92">
        <w:t>u</w:t>
      </w:r>
      <w:r w:rsidRPr="004C3E92">
        <w:t>tes deux également</w:t>
      </w:r>
      <w:r w:rsidR="004A4993">
        <w:t xml:space="preserve"> ; </w:t>
      </w:r>
      <w:r w:rsidRPr="004C3E92">
        <w:t>elle ne recevait de plaisir de rien</w:t>
      </w:r>
      <w:r w:rsidR="004A4993">
        <w:t xml:space="preserve"> ; </w:t>
      </w:r>
      <w:r w:rsidRPr="004C3E92">
        <w:t>elle était impatiente uniquement d</w:t>
      </w:r>
      <w:r w:rsidR="004A4993">
        <w:t>’</w:t>
      </w:r>
      <w:r w:rsidRPr="004C3E92">
        <w:t>être de retour à la maison</w:t>
      </w:r>
      <w:r w:rsidR="004A4993">
        <w:t xml:space="preserve">, </w:t>
      </w:r>
      <w:r w:rsidRPr="004C3E92">
        <w:t>et parvint avec difficulté à maîtriser sa contrainte devant les lenteurs e</w:t>
      </w:r>
      <w:r w:rsidRPr="004C3E92">
        <w:t>n</w:t>
      </w:r>
      <w:r w:rsidRPr="004C3E92">
        <w:t>nuyeuses de Mrs</w:t>
      </w:r>
      <w:r w:rsidR="004A4993">
        <w:t xml:space="preserve">. </w:t>
      </w:r>
      <w:r w:rsidRPr="004C3E92">
        <w:t>Palmer</w:t>
      </w:r>
      <w:r w:rsidR="004A4993">
        <w:t xml:space="preserve">, </w:t>
      </w:r>
      <w:r w:rsidRPr="004C3E92">
        <w:t>dont l</w:t>
      </w:r>
      <w:r w:rsidR="004A4993">
        <w:t>’</w:t>
      </w:r>
      <w:r w:rsidRPr="004C3E92">
        <w:t>œil se laissait prendre à tout ce qui était joli</w:t>
      </w:r>
      <w:r w:rsidR="004A4993">
        <w:t xml:space="preserve">, </w:t>
      </w:r>
      <w:r w:rsidRPr="004C3E92">
        <w:t>coûteux</w:t>
      </w:r>
      <w:r w:rsidR="004A4993">
        <w:t xml:space="preserve">, </w:t>
      </w:r>
      <w:r w:rsidRPr="004C3E92">
        <w:t>ou nouveau</w:t>
      </w:r>
      <w:r w:rsidR="004A4993">
        <w:t xml:space="preserve"> ; </w:t>
      </w:r>
      <w:r w:rsidRPr="004C3E92">
        <w:t>qui avait une envie folle de tout acheter</w:t>
      </w:r>
      <w:r w:rsidR="004A4993">
        <w:t xml:space="preserve">, </w:t>
      </w:r>
      <w:r w:rsidRPr="004C3E92">
        <w:t>ne pouvait se décider sur rien</w:t>
      </w:r>
      <w:r w:rsidR="004A4993">
        <w:t xml:space="preserve">, </w:t>
      </w:r>
      <w:r w:rsidRPr="004C3E92">
        <w:t>et gaspillait son temps dans le ravissement et l</w:t>
      </w:r>
      <w:r w:rsidR="004A4993">
        <w:t>’</w:t>
      </w:r>
      <w:r w:rsidRPr="004C3E92">
        <w:t>indécision</w:t>
      </w:r>
      <w:r w:rsidR="004A4993">
        <w:t>.</w:t>
      </w:r>
    </w:p>
    <w:p w14:paraId="0D8BC124" w14:textId="77777777" w:rsidR="004A4993" w:rsidRDefault="008C5C61" w:rsidP="004A4993">
      <w:r w:rsidRPr="004C3E92">
        <w:t>La matinée était fort avancée lorsqu</w:t>
      </w:r>
      <w:r w:rsidR="004A4993">
        <w:t>’</w:t>
      </w:r>
      <w:r w:rsidRPr="004C3E92">
        <w:t>elles rentrèrent à la maison</w:t>
      </w:r>
      <w:r w:rsidR="004A4993">
        <w:t xml:space="preserve"> ; </w:t>
      </w:r>
      <w:r w:rsidRPr="004C3E92">
        <w:t>et à peine furent-elles de retour</w:t>
      </w:r>
      <w:r w:rsidR="004A4993">
        <w:t xml:space="preserve">, </w:t>
      </w:r>
      <w:r w:rsidRPr="004C3E92">
        <w:t>que Marianne s</w:t>
      </w:r>
      <w:r w:rsidR="004A4993">
        <w:t>’</w:t>
      </w:r>
      <w:r w:rsidRPr="004C3E92">
        <w:t>élança avidement à l</w:t>
      </w:r>
      <w:r w:rsidR="004A4993">
        <w:t>’</w:t>
      </w:r>
      <w:r w:rsidRPr="004C3E92">
        <w:t>étage et</w:t>
      </w:r>
      <w:r w:rsidR="004A4993">
        <w:t xml:space="preserve">, </w:t>
      </w:r>
      <w:r w:rsidRPr="004C3E92">
        <w:t xml:space="preserve">quand </w:t>
      </w:r>
      <w:proofErr w:type="spellStart"/>
      <w:r w:rsidRPr="004C3E92">
        <w:t>Elinor</w:t>
      </w:r>
      <w:proofErr w:type="spellEnd"/>
      <w:r w:rsidRPr="004C3E92">
        <w:t xml:space="preserve"> la suivit</w:t>
      </w:r>
      <w:r w:rsidR="004A4993">
        <w:t xml:space="preserve">, </w:t>
      </w:r>
      <w:r w:rsidRPr="004C3E92">
        <w:t>elle la trouva qui s</w:t>
      </w:r>
      <w:r w:rsidR="004A4993">
        <w:t>’</w:t>
      </w:r>
      <w:r w:rsidRPr="004C3E92">
        <w:t>éloignait de la table avec un visage attristé qui indiquait que Willoughby n</w:t>
      </w:r>
      <w:r w:rsidR="004A4993">
        <w:t>’</w:t>
      </w:r>
      <w:r w:rsidRPr="004C3E92">
        <w:t>avait pas donné signe de vie</w:t>
      </w:r>
      <w:r w:rsidR="004A4993">
        <w:t>.</w:t>
      </w:r>
    </w:p>
    <w:p w14:paraId="6E150A6C" w14:textId="77777777" w:rsidR="004A4993" w:rsidRDefault="004A4993" w:rsidP="004A4993">
      <w:r>
        <w:t>— </w:t>
      </w:r>
      <w:r w:rsidR="008C5C61" w:rsidRPr="004C3E92">
        <w:t>Aucune lettre n</w:t>
      </w:r>
      <w:r>
        <w:t>’</w:t>
      </w:r>
      <w:r w:rsidR="008C5C61" w:rsidRPr="004C3E92">
        <w:t>a-t-elle été déposée ici depuis que nous sommes sorties</w:t>
      </w:r>
      <w:r>
        <w:t xml:space="preserve"> ? </w:t>
      </w:r>
      <w:r w:rsidR="008C5C61" w:rsidRPr="004C3E92">
        <w:t>dit-elle au valet de pied qui entrait à ce m</w:t>
      </w:r>
      <w:r w:rsidR="008C5C61" w:rsidRPr="004C3E92">
        <w:t>o</w:t>
      </w:r>
      <w:r w:rsidR="008C5C61" w:rsidRPr="004C3E92">
        <w:t>ment avec les paquets</w:t>
      </w:r>
      <w:r>
        <w:t xml:space="preserve">. </w:t>
      </w:r>
      <w:r w:rsidR="008C5C61" w:rsidRPr="004C3E92">
        <w:t>Elle reçut une réponse négative</w:t>
      </w:r>
      <w:r>
        <w:t xml:space="preserve">. </w:t>
      </w:r>
      <w:r w:rsidR="008C5C61" w:rsidRPr="004C3E92">
        <w:t>Vous en êtes tout à fait sûr</w:t>
      </w:r>
      <w:r>
        <w:t xml:space="preserve"> ? </w:t>
      </w:r>
      <w:r w:rsidR="008C5C61" w:rsidRPr="004C3E92">
        <w:t>repartit-elle</w:t>
      </w:r>
      <w:r>
        <w:t xml:space="preserve">. </w:t>
      </w:r>
      <w:r w:rsidR="008C5C61" w:rsidRPr="004C3E92">
        <w:t>Êtes-vous certain qu</w:t>
      </w:r>
      <w:r>
        <w:t>’</w:t>
      </w:r>
      <w:r w:rsidR="008C5C61" w:rsidRPr="004C3E92">
        <w:t>aucun domestique</w:t>
      </w:r>
      <w:r>
        <w:t xml:space="preserve">, </w:t>
      </w:r>
      <w:r w:rsidR="008C5C61" w:rsidRPr="004C3E92">
        <w:t>aucun portier</w:t>
      </w:r>
      <w:r>
        <w:t xml:space="preserve">, </w:t>
      </w:r>
      <w:r w:rsidR="008C5C61" w:rsidRPr="004C3E92">
        <w:t>n</w:t>
      </w:r>
      <w:r>
        <w:t>’</w:t>
      </w:r>
      <w:r w:rsidR="008C5C61" w:rsidRPr="004C3E92">
        <w:t>a laissé de lettre ni de billet</w:t>
      </w:r>
      <w:r>
        <w:t> ?</w:t>
      </w:r>
    </w:p>
    <w:p w14:paraId="333D0E07" w14:textId="77777777" w:rsidR="004A4993" w:rsidRDefault="008C5C61" w:rsidP="004A4993">
      <w:r w:rsidRPr="004C3E92">
        <w:t>Le domestique répondit que personne n</w:t>
      </w:r>
      <w:r w:rsidR="004A4993">
        <w:t>’</w:t>
      </w:r>
      <w:r w:rsidRPr="004C3E92">
        <w:t>en avait laissé</w:t>
      </w:r>
      <w:r w:rsidR="004A4993">
        <w:t>.</w:t>
      </w:r>
    </w:p>
    <w:p w14:paraId="40302629" w14:textId="77777777" w:rsidR="004A4993" w:rsidRDefault="004A4993" w:rsidP="004A4993">
      <w:r>
        <w:t>— </w:t>
      </w:r>
      <w:r w:rsidR="008C5C61" w:rsidRPr="004C3E92">
        <w:t>Comme c</w:t>
      </w:r>
      <w:r>
        <w:t>’</w:t>
      </w:r>
      <w:r w:rsidR="008C5C61" w:rsidRPr="004C3E92">
        <w:t>est curieux</w:t>
      </w:r>
      <w:r>
        <w:t xml:space="preserve">, </w:t>
      </w:r>
      <w:r w:rsidR="008C5C61" w:rsidRPr="004C3E92">
        <w:t>vraiment</w:t>
      </w:r>
      <w:r>
        <w:t xml:space="preserve"> ! </w:t>
      </w:r>
      <w:r w:rsidR="008C5C61" w:rsidRPr="004C3E92">
        <w:t>dit-elle</w:t>
      </w:r>
      <w:r>
        <w:t xml:space="preserve">, </w:t>
      </w:r>
      <w:r w:rsidR="008C5C61" w:rsidRPr="004C3E92">
        <w:t>d</w:t>
      </w:r>
      <w:r>
        <w:t>’</w:t>
      </w:r>
      <w:r w:rsidR="008C5C61" w:rsidRPr="004C3E92">
        <w:t>une voix basse et déçue</w:t>
      </w:r>
      <w:r>
        <w:t xml:space="preserve">, </w:t>
      </w:r>
      <w:r w:rsidR="008C5C61" w:rsidRPr="004C3E92">
        <w:t>en s</w:t>
      </w:r>
      <w:r>
        <w:t>’</w:t>
      </w:r>
      <w:r w:rsidR="008C5C61" w:rsidRPr="004C3E92">
        <w:t>éloignant vers la fenêtre</w:t>
      </w:r>
      <w:r>
        <w:t>.</w:t>
      </w:r>
    </w:p>
    <w:p w14:paraId="5E48F7B5" w14:textId="48500081" w:rsidR="004A4993" w:rsidRDefault="004A4993" w:rsidP="004A4993">
      <w:r>
        <w:t>« </w:t>
      </w:r>
      <w:r w:rsidR="008C5C61" w:rsidRPr="004C3E92">
        <w:t>Vraiment curieux</w:t>
      </w:r>
      <w:r>
        <w:t xml:space="preserve">, </w:t>
      </w:r>
      <w:r w:rsidR="008C5C61" w:rsidRPr="004C3E92">
        <w:t>en effet</w:t>
      </w:r>
      <w:r>
        <w:t xml:space="preserve"> ! </w:t>
      </w:r>
      <w:r w:rsidR="008C5C61" w:rsidRPr="004C3E92">
        <w:t xml:space="preserve">se dit intérieurement </w:t>
      </w:r>
      <w:proofErr w:type="spellStart"/>
      <w:r w:rsidR="008C5C61" w:rsidRPr="004C3E92">
        <w:t>Elinor</w:t>
      </w:r>
      <w:proofErr w:type="spellEnd"/>
      <w:r>
        <w:t xml:space="preserve">, </w:t>
      </w:r>
      <w:r w:rsidR="008C5C61" w:rsidRPr="004C3E92">
        <w:t>regardant sa sœur avec inquiétude</w:t>
      </w:r>
      <w:r>
        <w:t xml:space="preserve">. </w:t>
      </w:r>
      <w:r w:rsidR="008C5C61" w:rsidRPr="004C3E92">
        <w:t>Si elle n</w:t>
      </w:r>
      <w:r>
        <w:t>’</w:t>
      </w:r>
      <w:r w:rsidR="008C5C61" w:rsidRPr="004C3E92">
        <w:t>avait pas su qu</w:t>
      </w:r>
      <w:r>
        <w:t>’</w:t>
      </w:r>
      <w:r w:rsidR="008C5C61" w:rsidRPr="004C3E92">
        <w:t>il fût en ville</w:t>
      </w:r>
      <w:r>
        <w:t xml:space="preserve">, </w:t>
      </w:r>
      <w:r w:rsidR="008C5C61" w:rsidRPr="004C3E92">
        <w:t>elle ne lui aurait pas écrit comme elle l</w:t>
      </w:r>
      <w:r>
        <w:t>’</w:t>
      </w:r>
      <w:r w:rsidR="008C5C61" w:rsidRPr="004C3E92">
        <w:t>avait fait</w:t>
      </w:r>
      <w:r>
        <w:t xml:space="preserve"> ; </w:t>
      </w:r>
      <w:r w:rsidR="008C5C61" w:rsidRPr="004C3E92">
        <w:t>elle eût écrit à Combe Magna</w:t>
      </w:r>
      <w:r>
        <w:t xml:space="preserve"> ; </w:t>
      </w:r>
      <w:r w:rsidR="008C5C61" w:rsidRPr="004C3E92">
        <w:t>et s</w:t>
      </w:r>
      <w:r>
        <w:t>’</w:t>
      </w:r>
      <w:r w:rsidR="008C5C61" w:rsidRPr="004C3E92">
        <w:t>il est à Londres</w:t>
      </w:r>
      <w:r>
        <w:t xml:space="preserve">, </w:t>
      </w:r>
      <w:r w:rsidR="008C5C61" w:rsidRPr="004C3E92">
        <w:t>comme il est curieux qu</w:t>
      </w:r>
      <w:r>
        <w:t>’</w:t>
      </w:r>
      <w:r w:rsidR="008C5C61" w:rsidRPr="004C3E92">
        <w:t>il ne vienne ni n</w:t>
      </w:r>
      <w:r>
        <w:t>’</w:t>
      </w:r>
      <w:r w:rsidR="008C5C61" w:rsidRPr="004C3E92">
        <w:t>écrive</w:t>
      </w:r>
      <w:r>
        <w:t xml:space="preserve"> ! </w:t>
      </w:r>
      <w:r w:rsidR="008C5C61" w:rsidRPr="004C3E92">
        <w:t>Oh</w:t>
      </w:r>
      <w:r>
        <w:t xml:space="preserve">, </w:t>
      </w:r>
      <w:r w:rsidR="008C5C61" w:rsidRPr="004C3E92">
        <w:t>ma chère mère</w:t>
      </w:r>
      <w:r>
        <w:t xml:space="preserve">, </w:t>
      </w:r>
      <w:r w:rsidR="008C5C61" w:rsidRPr="004C3E92">
        <w:t>vous d</w:t>
      </w:r>
      <w:r w:rsidR="008C5C61" w:rsidRPr="004C3E92">
        <w:t>e</w:t>
      </w:r>
      <w:r w:rsidR="008C5C61" w:rsidRPr="004C3E92">
        <w:t>vez avoir tort d</w:t>
      </w:r>
      <w:r>
        <w:t>’</w:t>
      </w:r>
      <w:r w:rsidR="008C5C61" w:rsidRPr="004C3E92">
        <w:t xml:space="preserve">autoriser que des fiançailles entre une fille si jeune et un homme si peu connu soient poursuivies </w:t>
      </w:r>
      <w:r w:rsidR="008C5C61" w:rsidRPr="004C3E92">
        <w:lastRenderedPageBreak/>
        <w:t>d</w:t>
      </w:r>
      <w:r>
        <w:t>’</w:t>
      </w:r>
      <w:r w:rsidR="008C5C61" w:rsidRPr="004C3E92">
        <w:t>une façon aussi douteuse</w:t>
      </w:r>
      <w:r>
        <w:t xml:space="preserve">, </w:t>
      </w:r>
      <w:r w:rsidR="008C5C61" w:rsidRPr="004C3E92">
        <w:t>aussi mystérieuse</w:t>
      </w:r>
      <w:r>
        <w:t xml:space="preserve"> ! </w:t>
      </w:r>
      <w:r w:rsidR="008C5C61" w:rsidRPr="004C3E92">
        <w:t>Il me tarde</w:t>
      </w:r>
      <w:r>
        <w:t xml:space="preserve">, </w:t>
      </w:r>
      <w:r w:rsidR="008C5C61" w:rsidRPr="004C3E92">
        <w:t>à moi</w:t>
      </w:r>
      <w:r>
        <w:t xml:space="preserve">, </w:t>
      </w:r>
      <w:r w:rsidR="008C5C61" w:rsidRPr="004C3E92">
        <w:t>de m</w:t>
      </w:r>
      <w:r>
        <w:t>’</w:t>
      </w:r>
      <w:r w:rsidR="008C5C61" w:rsidRPr="004C3E92">
        <w:t>enquérir</w:t>
      </w:r>
      <w:r>
        <w:t xml:space="preserve"> ; </w:t>
      </w:r>
      <w:r w:rsidR="008C5C61" w:rsidRPr="004C3E92">
        <w:t>mais comment supportera-t-on mon interve</w:t>
      </w:r>
      <w:r w:rsidR="008C5C61" w:rsidRPr="004C3E92">
        <w:t>n</w:t>
      </w:r>
      <w:r w:rsidR="008C5C61" w:rsidRPr="004C3E92">
        <w:t>tion</w:t>
      </w:r>
      <w:r>
        <w:t> ! »</w:t>
      </w:r>
    </w:p>
    <w:p w14:paraId="0F14F4AB" w14:textId="77777777" w:rsidR="004A4993" w:rsidRDefault="008C5C61" w:rsidP="004A4993">
      <w:r w:rsidRPr="004C3E92">
        <w:t>Elle résolut</w:t>
      </w:r>
      <w:r w:rsidR="004A4993">
        <w:t xml:space="preserve">, </w:t>
      </w:r>
      <w:r w:rsidRPr="004C3E92">
        <w:t>après avoir un peu réfléchi</w:t>
      </w:r>
      <w:r w:rsidR="004A4993">
        <w:t xml:space="preserve">, </w:t>
      </w:r>
      <w:r w:rsidRPr="004C3E92">
        <w:t>au cas où les app</w:t>
      </w:r>
      <w:r w:rsidRPr="004C3E92">
        <w:t>a</w:t>
      </w:r>
      <w:r w:rsidRPr="004C3E92">
        <w:t>rences continueraient encore bien des jours à être aussi dépla</w:t>
      </w:r>
      <w:r w:rsidRPr="004C3E92">
        <w:t>i</w:t>
      </w:r>
      <w:r w:rsidRPr="004C3E92">
        <w:t>santes qu</w:t>
      </w:r>
      <w:r w:rsidR="004A4993">
        <w:t>’</w:t>
      </w:r>
      <w:r w:rsidRPr="004C3E92">
        <w:t>elles l</w:t>
      </w:r>
      <w:r w:rsidR="004A4993">
        <w:t>’</w:t>
      </w:r>
      <w:r w:rsidRPr="004C3E92">
        <w:t>étaient à présent</w:t>
      </w:r>
      <w:r w:rsidR="004A4993">
        <w:t xml:space="preserve">, </w:t>
      </w:r>
      <w:r w:rsidRPr="004C3E92">
        <w:t>d</w:t>
      </w:r>
      <w:r w:rsidR="004A4993">
        <w:t>’</w:t>
      </w:r>
      <w:r w:rsidRPr="004C3E92">
        <w:t>exposer de la façon la plus vigoureuse à sa mère la nécessité d</w:t>
      </w:r>
      <w:r w:rsidR="004A4993">
        <w:t>’</w:t>
      </w:r>
      <w:r w:rsidRPr="004C3E92">
        <w:t>une enquête sérieuse sur ce</w:t>
      </w:r>
      <w:r w:rsidRPr="004C3E92">
        <w:t>t</w:t>
      </w:r>
      <w:r w:rsidRPr="004C3E92">
        <w:t>te affaire</w:t>
      </w:r>
      <w:r w:rsidR="004A4993">
        <w:t>.</w:t>
      </w:r>
    </w:p>
    <w:p w14:paraId="0754F397" w14:textId="77777777" w:rsidR="004A4993" w:rsidRDefault="008C5C61" w:rsidP="004A4993">
      <w:r w:rsidRPr="004C3E92">
        <w:t>Mrs</w:t>
      </w:r>
      <w:r w:rsidR="004A4993">
        <w:t xml:space="preserve">. </w:t>
      </w:r>
      <w:r w:rsidRPr="004C3E92">
        <w:t>Palmer et deux dames d</w:t>
      </w:r>
      <w:r w:rsidR="004A4993">
        <w:t>’</w:t>
      </w:r>
      <w:r w:rsidRPr="004C3E92">
        <w:t>un certain âge</w:t>
      </w:r>
      <w:r w:rsidR="004A4993">
        <w:t xml:space="preserve">, </w:t>
      </w:r>
      <w:r w:rsidRPr="004C3E92">
        <w:t>amies intimes de Mrs</w:t>
      </w:r>
      <w:r w:rsidR="004A4993">
        <w:t xml:space="preserve">. </w:t>
      </w:r>
      <w:r w:rsidRPr="004C3E92">
        <w:t>Jennings</w:t>
      </w:r>
      <w:r w:rsidR="004A4993">
        <w:t xml:space="preserve">, </w:t>
      </w:r>
      <w:r w:rsidRPr="004C3E92">
        <w:t>qu</w:t>
      </w:r>
      <w:r w:rsidR="004A4993">
        <w:t>’</w:t>
      </w:r>
      <w:r w:rsidRPr="004C3E92">
        <w:t>elle avait rencontrées et invitées au cours de la matinée</w:t>
      </w:r>
      <w:r w:rsidR="004A4993">
        <w:t xml:space="preserve">, </w:t>
      </w:r>
      <w:r w:rsidRPr="004C3E92">
        <w:t>dînèrent avec elles</w:t>
      </w:r>
      <w:r w:rsidR="004A4993">
        <w:t xml:space="preserve">. </w:t>
      </w:r>
      <w:r w:rsidRPr="004C3E92">
        <w:t>Celle-là les quitta peu après le thé</w:t>
      </w:r>
      <w:r w:rsidR="004A4993">
        <w:t xml:space="preserve">, </w:t>
      </w:r>
      <w:r w:rsidRPr="004C3E92">
        <w:t>pour s</w:t>
      </w:r>
      <w:r w:rsidR="004A4993">
        <w:t>’</w:t>
      </w:r>
      <w:r w:rsidRPr="004C3E92">
        <w:t>acquitter de ses obligations mondaines de la soirée</w:t>
      </w:r>
      <w:r w:rsidR="004A4993">
        <w:t xml:space="preserve"> ; </w:t>
      </w:r>
      <w:r w:rsidRPr="004C3E92">
        <w:t xml:space="preserve">et </w:t>
      </w:r>
      <w:proofErr w:type="spellStart"/>
      <w:r w:rsidRPr="004C3E92">
        <w:t>Elinor</w:t>
      </w:r>
      <w:proofErr w:type="spellEnd"/>
      <w:r w:rsidRPr="004C3E92">
        <w:t xml:space="preserve"> fut obligée de contribuer à la formation d</w:t>
      </w:r>
      <w:r w:rsidR="004A4993">
        <w:t>’</w:t>
      </w:r>
      <w:r w:rsidRPr="004C3E92">
        <w:t>une table de whist pour les autres</w:t>
      </w:r>
      <w:r w:rsidR="004A4993">
        <w:t xml:space="preserve">. </w:t>
      </w:r>
      <w:r w:rsidRPr="004C3E92">
        <w:t>Marianne n</w:t>
      </w:r>
      <w:r w:rsidR="004A4993">
        <w:t>’</w:t>
      </w:r>
      <w:r w:rsidRPr="004C3E92">
        <w:t>était d</w:t>
      </w:r>
      <w:r w:rsidR="004A4993">
        <w:t>’</w:t>
      </w:r>
      <w:r w:rsidRPr="004C3E92">
        <w:t>aucun secours en p</w:t>
      </w:r>
      <w:r w:rsidRPr="004C3E92">
        <w:t>a</w:t>
      </w:r>
      <w:r w:rsidRPr="004C3E92">
        <w:t>reille occurrence</w:t>
      </w:r>
      <w:r w:rsidR="004A4993">
        <w:t xml:space="preserve">, </w:t>
      </w:r>
      <w:r w:rsidRPr="004C3E92">
        <w:t>car elle n</w:t>
      </w:r>
      <w:r w:rsidR="004A4993">
        <w:t>’</w:t>
      </w:r>
      <w:r w:rsidRPr="004C3E92">
        <w:t>avait jamais voulu apprendre ce jeu</w:t>
      </w:r>
      <w:r w:rsidR="004A4993">
        <w:t xml:space="preserve"> ; </w:t>
      </w:r>
      <w:r w:rsidRPr="004C3E92">
        <w:t>mais bien qu</w:t>
      </w:r>
      <w:r w:rsidR="004A4993">
        <w:t>’</w:t>
      </w:r>
      <w:r w:rsidRPr="004C3E92">
        <w:t>elle disposât de son temps</w:t>
      </w:r>
      <w:r w:rsidR="004A4993">
        <w:t xml:space="preserve">, </w:t>
      </w:r>
      <w:r w:rsidRPr="004C3E92">
        <w:t>la soirée ne fut null</w:t>
      </w:r>
      <w:r w:rsidRPr="004C3E92">
        <w:t>e</w:t>
      </w:r>
      <w:r w:rsidRPr="004C3E92">
        <w:t xml:space="preserve">ment plus productrice de plaisir pour elle que pour </w:t>
      </w:r>
      <w:proofErr w:type="spellStart"/>
      <w:r w:rsidRPr="004C3E92">
        <w:t>Elinor</w:t>
      </w:r>
      <w:proofErr w:type="spellEnd"/>
      <w:r w:rsidR="004A4993">
        <w:t xml:space="preserve">, </w:t>
      </w:r>
      <w:r w:rsidRPr="004C3E92">
        <w:t>car elle se passa dans toute l</w:t>
      </w:r>
      <w:r w:rsidR="004A4993">
        <w:t>’</w:t>
      </w:r>
      <w:r w:rsidRPr="004C3E92">
        <w:t>inquiétude de l</w:t>
      </w:r>
      <w:r w:rsidR="004A4993">
        <w:t>’</w:t>
      </w:r>
      <w:r w:rsidRPr="004C3E92">
        <w:t>attente et la douleur de la déception</w:t>
      </w:r>
      <w:r w:rsidR="004A4993">
        <w:t xml:space="preserve">. </w:t>
      </w:r>
      <w:r w:rsidRPr="004C3E92">
        <w:t>Elle tenta parfois</w:t>
      </w:r>
      <w:r w:rsidR="004A4993">
        <w:t xml:space="preserve">, </w:t>
      </w:r>
      <w:r w:rsidRPr="004C3E92">
        <w:t>pendant quelques minutes</w:t>
      </w:r>
      <w:r w:rsidR="004A4993">
        <w:t xml:space="preserve">, </w:t>
      </w:r>
      <w:r w:rsidRPr="004C3E92">
        <w:t>de lire</w:t>
      </w:r>
      <w:r w:rsidR="004A4993">
        <w:t xml:space="preserve"> ; </w:t>
      </w:r>
      <w:r w:rsidRPr="004C3E92">
        <w:t>mais le livre ne tardait pas à être rejeté</w:t>
      </w:r>
      <w:r w:rsidR="004A4993">
        <w:t xml:space="preserve">, </w:t>
      </w:r>
      <w:r w:rsidRPr="004C3E92">
        <w:t>et elle revenait à l</w:t>
      </w:r>
      <w:r w:rsidR="004A4993">
        <w:t>’</w:t>
      </w:r>
      <w:r w:rsidRPr="004C3E92">
        <w:t>occupation plus intéressante qui consistait à marcher de long en large à travers la pièce</w:t>
      </w:r>
      <w:r w:rsidR="004A4993">
        <w:t xml:space="preserve">, </w:t>
      </w:r>
      <w:r w:rsidRPr="004C3E92">
        <w:t>à s</w:t>
      </w:r>
      <w:r w:rsidR="004A4993">
        <w:t>’</w:t>
      </w:r>
      <w:r w:rsidRPr="004C3E92">
        <w:t>arrêter un instant chaque fois qu</w:t>
      </w:r>
      <w:r w:rsidR="004A4993">
        <w:t>’</w:t>
      </w:r>
      <w:r w:rsidRPr="004C3E92">
        <w:t>elle arrivait à la fenêtre</w:t>
      </w:r>
      <w:r w:rsidR="004A4993">
        <w:t xml:space="preserve">, </w:t>
      </w:r>
      <w:r w:rsidRPr="004C3E92">
        <w:t>dans l</w:t>
      </w:r>
      <w:r w:rsidR="004A4993">
        <w:t>’</w:t>
      </w:r>
      <w:r w:rsidRPr="004C3E92">
        <w:t>espoir de distinguer le coup tant attendu frappé à la porte</w:t>
      </w:r>
      <w:r w:rsidR="004A4993">
        <w:t>.</w:t>
      </w:r>
    </w:p>
    <w:p w14:paraId="3CB33C8F" w14:textId="31FB0E00" w:rsidR="008C5C61" w:rsidRPr="004C3E92" w:rsidRDefault="008C5C61" w:rsidP="004A4993">
      <w:pPr>
        <w:pStyle w:val="Titre1"/>
      </w:pPr>
      <w:bookmarkStart w:id="26" w:name="_Toc196409811"/>
      <w:r w:rsidRPr="004C3E92">
        <w:lastRenderedPageBreak/>
        <w:t>CHAPITRE XXVII</w:t>
      </w:r>
      <w:bookmarkEnd w:id="26"/>
      <w:r w:rsidRPr="004C3E92">
        <w:br/>
      </w:r>
    </w:p>
    <w:p w14:paraId="10FC699D" w14:textId="77777777" w:rsidR="004A4993" w:rsidRDefault="008C5C61" w:rsidP="004A4993">
      <w:r w:rsidRPr="004C3E92">
        <w:t>Si ce temps doux se maintient encore longtemps</w:t>
      </w:r>
      <w:r w:rsidR="004A4993">
        <w:t xml:space="preserve">, </w:t>
      </w:r>
      <w:r w:rsidRPr="004C3E92">
        <w:t>dit Mrs</w:t>
      </w:r>
      <w:r w:rsidR="004A4993">
        <w:t xml:space="preserve">. </w:t>
      </w:r>
      <w:r w:rsidRPr="004C3E92">
        <w:t>Jennings</w:t>
      </w:r>
      <w:r w:rsidR="004A4993">
        <w:t xml:space="preserve">, </w:t>
      </w:r>
      <w:r w:rsidRPr="004C3E92">
        <w:t>quand elles se retrouvèrent au premier déjeuner le lendemain matin</w:t>
      </w:r>
      <w:r w:rsidR="004A4993">
        <w:t xml:space="preserve">, </w:t>
      </w:r>
      <w:r w:rsidRPr="004C3E92">
        <w:t>Sir John ne sera pas content de quitter Ba</w:t>
      </w:r>
      <w:r w:rsidRPr="004C3E92">
        <w:t>r</w:t>
      </w:r>
      <w:r w:rsidRPr="004C3E92">
        <w:t>ton la semaine prochaine</w:t>
      </w:r>
      <w:r w:rsidR="004A4993">
        <w:t xml:space="preserve"> ; </w:t>
      </w:r>
      <w:r w:rsidRPr="004C3E92">
        <w:t>il est triste pour un chasseur de pe</w:t>
      </w:r>
      <w:r w:rsidRPr="004C3E92">
        <w:t>r</w:t>
      </w:r>
      <w:r w:rsidRPr="004C3E92">
        <w:t>dre un jour de plaisir</w:t>
      </w:r>
      <w:r w:rsidR="004A4993">
        <w:t xml:space="preserve">. </w:t>
      </w:r>
      <w:r w:rsidRPr="004C3E92">
        <w:t>Pauvres âmes</w:t>
      </w:r>
      <w:r w:rsidR="004A4993">
        <w:t xml:space="preserve"> ! </w:t>
      </w:r>
      <w:r w:rsidRPr="004C3E92">
        <w:t>Je les plains toujours quand ça leur arrive</w:t>
      </w:r>
      <w:r w:rsidR="004A4993">
        <w:t xml:space="preserve">, </w:t>
      </w:r>
      <w:r w:rsidRPr="004C3E92">
        <w:t>ils semblent le prendre tellement à cœur</w:t>
      </w:r>
      <w:r w:rsidR="004A4993">
        <w:t> !</w:t>
      </w:r>
    </w:p>
    <w:p w14:paraId="61C95188" w14:textId="77777777" w:rsidR="004A4993" w:rsidRDefault="004A4993" w:rsidP="004A4993">
      <w:r>
        <w:t>— </w:t>
      </w:r>
      <w:r w:rsidR="008C5C61" w:rsidRPr="004C3E92">
        <w:t>C</w:t>
      </w:r>
      <w:r>
        <w:t>’</w:t>
      </w:r>
      <w:r w:rsidR="008C5C61" w:rsidRPr="004C3E92">
        <w:t>est vrai</w:t>
      </w:r>
      <w:r>
        <w:t xml:space="preserve">, </w:t>
      </w:r>
      <w:r w:rsidR="008C5C61" w:rsidRPr="004C3E92">
        <w:t>s</w:t>
      </w:r>
      <w:r>
        <w:t>’</w:t>
      </w:r>
      <w:r w:rsidR="008C5C61" w:rsidRPr="004C3E92">
        <w:t>écria Marianne</w:t>
      </w:r>
      <w:r>
        <w:t xml:space="preserve">, </w:t>
      </w:r>
      <w:r w:rsidR="008C5C61" w:rsidRPr="004C3E92">
        <w:t>d</w:t>
      </w:r>
      <w:r>
        <w:t>’</w:t>
      </w:r>
      <w:r w:rsidR="008C5C61" w:rsidRPr="004C3E92">
        <w:t>une voix joyeuse</w:t>
      </w:r>
      <w:r>
        <w:t xml:space="preserve">, </w:t>
      </w:r>
      <w:r w:rsidR="008C5C61" w:rsidRPr="004C3E92">
        <w:t>et en s</w:t>
      </w:r>
      <w:r>
        <w:t>’</w:t>
      </w:r>
      <w:r w:rsidR="008C5C61" w:rsidRPr="004C3E92">
        <w:t>avançant jusqu</w:t>
      </w:r>
      <w:r>
        <w:t>’</w:t>
      </w:r>
      <w:r w:rsidR="008C5C61" w:rsidRPr="004C3E92">
        <w:t>à la fenêtre</w:t>
      </w:r>
      <w:r>
        <w:t xml:space="preserve">, </w:t>
      </w:r>
      <w:r w:rsidR="008C5C61" w:rsidRPr="004C3E92">
        <w:t>tout en parlant</w:t>
      </w:r>
      <w:r>
        <w:t xml:space="preserve">, </w:t>
      </w:r>
      <w:r w:rsidR="008C5C61" w:rsidRPr="004C3E92">
        <w:t>pour examiner le temps qu</w:t>
      </w:r>
      <w:r>
        <w:t>’</w:t>
      </w:r>
      <w:r w:rsidR="008C5C61" w:rsidRPr="004C3E92">
        <w:t>il faisait</w:t>
      </w:r>
      <w:r>
        <w:t xml:space="preserve">. </w:t>
      </w:r>
      <w:r w:rsidR="008C5C61" w:rsidRPr="004C3E92">
        <w:t>Je n</w:t>
      </w:r>
      <w:r>
        <w:t>’</w:t>
      </w:r>
      <w:r w:rsidR="008C5C61" w:rsidRPr="004C3E92">
        <w:t>avais pas pensé à cela</w:t>
      </w:r>
      <w:r>
        <w:t xml:space="preserve">. </w:t>
      </w:r>
      <w:r w:rsidR="008C5C61" w:rsidRPr="004C3E92">
        <w:t>Ce temps-là va retenir beaucoup de chasseurs à la campagne</w:t>
      </w:r>
      <w:r>
        <w:t>.</w:t>
      </w:r>
    </w:p>
    <w:p w14:paraId="3E8B6ABF" w14:textId="77777777" w:rsidR="004A4993" w:rsidRDefault="008C5C61" w:rsidP="004A4993">
      <w:r w:rsidRPr="004C3E92">
        <w:t>Ce fut un rappel heureux</w:t>
      </w:r>
      <w:r w:rsidR="004A4993">
        <w:t xml:space="preserve"> ; </w:t>
      </w:r>
      <w:r w:rsidRPr="004C3E92">
        <w:t>tout son entrain lui fut restitué grâce à lui</w:t>
      </w:r>
      <w:r w:rsidR="004A4993">
        <w:t>.</w:t>
      </w:r>
    </w:p>
    <w:p w14:paraId="3D50E5B7" w14:textId="77777777" w:rsidR="004A4993" w:rsidRDefault="004A4993" w:rsidP="004A4993">
      <w:r>
        <w:t>— </w:t>
      </w:r>
      <w:r w:rsidR="008C5C61" w:rsidRPr="004C3E92">
        <w:t>Il fait certes un temps charmant pour eux</w:t>
      </w:r>
      <w:r>
        <w:t xml:space="preserve">, </w:t>
      </w:r>
      <w:r w:rsidR="008C5C61" w:rsidRPr="004C3E92">
        <w:t>reprit-elle</w:t>
      </w:r>
      <w:r>
        <w:t xml:space="preserve">, </w:t>
      </w:r>
      <w:r w:rsidR="008C5C61" w:rsidRPr="004C3E92">
        <w:t>s</w:t>
      </w:r>
      <w:r>
        <w:t>’</w:t>
      </w:r>
      <w:r w:rsidR="008C5C61" w:rsidRPr="004C3E92">
        <w:t>asseyant pour déjeuner</w:t>
      </w:r>
      <w:r>
        <w:t xml:space="preserve">, </w:t>
      </w:r>
      <w:r w:rsidR="008C5C61" w:rsidRPr="004C3E92">
        <w:t>le visage heureux</w:t>
      </w:r>
      <w:r>
        <w:t xml:space="preserve">. </w:t>
      </w:r>
      <w:r w:rsidR="008C5C61" w:rsidRPr="004C3E92">
        <w:t>Comme cela doit leur faire plaisir</w:t>
      </w:r>
      <w:r>
        <w:t xml:space="preserve"> ! </w:t>
      </w:r>
      <w:r w:rsidR="008C5C61" w:rsidRPr="004C3E92">
        <w:t>Mais</w:t>
      </w:r>
      <w:r>
        <w:t xml:space="preserve"> (</w:t>
      </w:r>
      <w:r w:rsidR="008C5C61" w:rsidRPr="004C3E92">
        <w:t>avec un léger renouveau d</w:t>
      </w:r>
      <w:r>
        <w:t>’</w:t>
      </w:r>
      <w:r w:rsidR="008C5C61" w:rsidRPr="004C3E92">
        <w:t>inquiétude</w:t>
      </w:r>
      <w:r>
        <w:t xml:space="preserve">) </w:t>
      </w:r>
      <w:r w:rsidR="008C5C61" w:rsidRPr="004C3E92">
        <w:t>on ne peut pas s</w:t>
      </w:r>
      <w:r>
        <w:t>’</w:t>
      </w:r>
      <w:r w:rsidR="008C5C61" w:rsidRPr="004C3E92">
        <w:t>attendre à ce que cela dure longtemps</w:t>
      </w:r>
      <w:r>
        <w:t xml:space="preserve">. </w:t>
      </w:r>
      <w:r w:rsidR="008C5C61" w:rsidRPr="004C3E92">
        <w:t>À cette époque de l</w:t>
      </w:r>
      <w:r>
        <w:t>’</w:t>
      </w:r>
      <w:r w:rsidR="008C5C61" w:rsidRPr="004C3E92">
        <w:t>année</w:t>
      </w:r>
      <w:r>
        <w:t xml:space="preserve">, </w:t>
      </w:r>
      <w:r w:rsidR="008C5C61" w:rsidRPr="004C3E92">
        <w:t>et après une telle série de jours pluvieux</w:t>
      </w:r>
      <w:r>
        <w:t xml:space="preserve">, </w:t>
      </w:r>
      <w:r w:rsidR="008C5C61" w:rsidRPr="004C3E92">
        <w:t>nous n</w:t>
      </w:r>
      <w:r>
        <w:t>’</w:t>
      </w:r>
      <w:r w:rsidR="008C5C61" w:rsidRPr="004C3E92">
        <w:t xml:space="preserve">en </w:t>
      </w:r>
      <w:proofErr w:type="spellStart"/>
      <w:r w:rsidR="008C5C61" w:rsidRPr="004C3E92">
        <w:t>aurons</w:t>
      </w:r>
      <w:proofErr w:type="spellEnd"/>
      <w:r w:rsidR="008C5C61" w:rsidRPr="004C3E92">
        <w:t xml:space="preserve"> certainement plus que très peu</w:t>
      </w:r>
      <w:r>
        <w:t xml:space="preserve">. </w:t>
      </w:r>
      <w:r w:rsidR="008C5C61" w:rsidRPr="004C3E92">
        <w:t>Les gelées viendront bientôt à demeure</w:t>
      </w:r>
      <w:r>
        <w:t xml:space="preserve">, </w:t>
      </w:r>
      <w:r w:rsidR="008C5C61" w:rsidRPr="004C3E92">
        <w:t>et</w:t>
      </w:r>
      <w:r>
        <w:t xml:space="preserve">, </w:t>
      </w:r>
      <w:r w:rsidR="008C5C61" w:rsidRPr="004C3E92">
        <w:t>en toute probabilité</w:t>
      </w:r>
      <w:r>
        <w:t xml:space="preserve">, </w:t>
      </w:r>
      <w:r w:rsidR="008C5C61" w:rsidRPr="004C3E92">
        <w:t>avec v</w:t>
      </w:r>
      <w:r w:rsidR="008C5C61" w:rsidRPr="004C3E92">
        <w:t>i</w:t>
      </w:r>
      <w:r w:rsidR="008C5C61" w:rsidRPr="004C3E92">
        <w:t>gueur</w:t>
      </w:r>
      <w:r>
        <w:t xml:space="preserve">. </w:t>
      </w:r>
      <w:r w:rsidR="008C5C61" w:rsidRPr="004C3E92">
        <w:t>D</w:t>
      </w:r>
      <w:r>
        <w:t>’</w:t>
      </w:r>
      <w:r w:rsidR="008C5C61" w:rsidRPr="004C3E92">
        <w:t>ici un jour ou deux</w:t>
      </w:r>
      <w:r>
        <w:t xml:space="preserve">, </w:t>
      </w:r>
      <w:r w:rsidR="008C5C61" w:rsidRPr="004C3E92">
        <w:t>peut-être</w:t>
      </w:r>
      <w:r>
        <w:t xml:space="preserve"> : </w:t>
      </w:r>
      <w:r w:rsidR="008C5C61" w:rsidRPr="004C3E92">
        <w:t>cette douceur extrême ne peut guère durer plus longtemps</w:t>
      </w:r>
      <w:r>
        <w:t xml:space="preserve"> – </w:t>
      </w:r>
      <w:r w:rsidR="008C5C61" w:rsidRPr="004C3E92">
        <w:t>voire</w:t>
      </w:r>
      <w:r>
        <w:t xml:space="preserve">, </w:t>
      </w:r>
      <w:r w:rsidR="008C5C61" w:rsidRPr="004C3E92">
        <w:t>il se peut qu</w:t>
      </w:r>
      <w:r>
        <w:t>’</w:t>
      </w:r>
      <w:r w:rsidR="008C5C61" w:rsidRPr="004C3E92">
        <w:t>il gèle ce soir</w:t>
      </w:r>
      <w:r>
        <w:t>.</w:t>
      </w:r>
    </w:p>
    <w:p w14:paraId="2AA242C0" w14:textId="77777777" w:rsidR="004A4993" w:rsidRDefault="004A4993" w:rsidP="004A4993">
      <w:r>
        <w:t>— </w:t>
      </w:r>
      <w:r w:rsidR="008C5C61" w:rsidRPr="004C3E92">
        <w:t>Quoi qu</w:t>
      </w:r>
      <w:r>
        <w:t>’</w:t>
      </w:r>
      <w:r w:rsidR="008C5C61" w:rsidRPr="004C3E92">
        <w:t>il en soit</w:t>
      </w:r>
      <w:r>
        <w:t xml:space="preserve">, </w:t>
      </w:r>
      <w:r w:rsidR="008C5C61" w:rsidRPr="004C3E92">
        <w:t xml:space="preserve">dit </w:t>
      </w:r>
      <w:proofErr w:type="spellStart"/>
      <w:r w:rsidR="008C5C61" w:rsidRPr="004C3E92">
        <w:t>Elinor</w:t>
      </w:r>
      <w:proofErr w:type="spellEnd"/>
      <w:r>
        <w:t xml:space="preserve">, </w:t>
      </w:r>
      <w:r w:rsidR="008C5C61" w:rsidRPr="004C3E92">
        <w:t>désirant empêcher Mrs</w:t>
      </w:r>
      <w:r>
        <w:t xml:space="preserve">. </w:t>
      </w:r>
      <w:r w:rsidR="008C5C61" w:rsidRPr="004C3E92">
        <w:t>Jennings de percer les pensées de sa sœur aussi nettement qu</w:t>
      </w:r>
      <w:r>
        <w:t>’</w:t>
      </w:r>
      <w:r w:rsidR="008C5C61" w:rsidRPr="004C3E92">
        <w:t>elle le faisait elle-même</w:t>
      </w:r>
      <w:r>
        <w:t xml:space="preserve">, </w:t>
      </w:r>
      <w:r w:rsidR="008C5C61" w:rsidRPr="004C3E92">
        <w:t xml:space="preserve">je suppose que nous aurons Sir </w:t>
      </w:r>
      <w:r w:rsidR="008C5C61" w:rsidRPr="004C3E92">
        <w:lastRenderedPageBreak/>
        <w:t>John et lady Middleton à Londres dès la fin de la semaine pr</w:t>
      </w:r>
      <w:r w:rsidR="008C5C61" w:rsidRPr="004C3E92">
        <w:t>o</w:t>
      </w:r>
      <w:r w:rsidR="008C5C61" w:rsidRPr="004C3E92">
        <w:t>chaine</w:t>
      </w:r>
      <w:r>
        <w:t>.</w:t>
      </w:r>
    </w:p>
    <w:p w14:paraId="2458DCF1" w14:textId="77777777" w:rsidR="004A4993" w:rsidRDefault="004A4993" w:rsidP="004A4993">
      <w:r>
        <w:t>— </w:t>
      </w:r>
      <w:r w:rsidR="008C5C61" w:rsidRPr="004C3E92">
        <w:t>Oui</w:t>
      </w:r>
      <w:r>
        <w:t xml:space="preserve">, </w:t>
      </w:r>
      <w:r w:rsidR="008C5C61" w:rsidRPr="004C3E92">
        <w:t>ma chérie</w:t>
      </w:r>
      <w:r>
        <w:t xml:space="preserve">, </w:t>
      </w:r>
      <w:r w:rsidR="008C5C61" w:rsidRPr="004C3E92">
        <w:t>je vous le garantis</w:t>
      </w:r>
      <w:r>
        <w:t xml:space="preserve">. </w:t>
      </w:r>
      <w:r w:rsidR="008C5C61" w:rsidRPr="004C3E92">
        <w:t>Mary en fait toujours à sa tête</w:t>
      </w:r>
      <w:r>
        <w:t>.</w:t>
      </w:r>
    </w:p>
    <w:p w14:paraId="20A717DA" w14:textId="2DE77AA5" w:rsidR="004A4993" w:rsidRDefault="004A4993" w:rsidP="004A4993">
      <w:r>
        <w:t>« </w:t>
      </w:r>
      <w:r w:rsidR="008C5C61" w:rsidRPr="004C3E92">
        <w:t>Et maintenant</w:t>
      </w:r>
      <w:r>
        <w:t xml:space="preserve">, </w:t>
      </w:r>
      <w:r w:rsidR="008C5C61" w:rsidRPr="004C3E92">
        <w:t xml:space="preserve">conjectura silencieusement </w:t>
      </w:r>
      <w:proofErr w:type="spellStart"/>
      <w:r w:rsidR="008C5C61" w:rsidRPr="004C3E92">
        <w:t>Elinor</w:t>
      </w:r>
      <w:proofErr w:type="spellEnd"/>
      <w:r>
        <w:t xml:space="preserve">, </w:t>
      </w:r>
      <w:r w:rsidR="008C5C61" w:rsidRPr="004C3E92">
        <w:t>elle va écrire à Combe par la poste d</w:t>
      </w:r>
      <w:r>
        <w:t>’</w:t>
      </w:r>
      <w:r w:rsidR="008C5C61" w:rsidRPr="004C3E92">
        <w:t>aujourd</w:t>
      </w:r>
      <w:r>
        <w:t>’</w:t>
      </w:r>
      <w:r w:rsidR="008C5C61" w:rsidRPr="004C3E92">
        <w:t>hui</w:t>
      </w:r>
      <w:r>
        <w:t>. »</w:t>
      </w:r>
    </w:p>
    <w:p w14:paraId="0508CFD0" w14:textId="77777777" w:rsidR="004A4993" w:rsidRDefault="008C5C61" w:rsidP="004A4993">
      <w:r w:rsidRPr="004C3E92">
        <w:t>Mais si elle le fit</w:t>
      </w:r>
      <w:r w:rsidR="004A4993">
        <w:t xml:space="preserve">, </w:t>
      </w:r>
      <w:r w:rsidRPr="004C3E92">
        <w:t>la lettre fut écrite et expédiée dans un s</w:t>
      </w:r>
      <w:r w:rsidRPr="004C3E92">
        <w:t>e</w:t>
      </w:r>
      <w:r w:rsidRPr="004C3E92">
        <w:t>cret qui éluda toute sa vigilance à s</w:t>
      </w:r>
      <w:r w:rsidR="004A4993">
        <w:t>’</w:t>
      </w:r>
      <w:r w:rsidRPr="004C3E92">
        <w:t>en assurer</w:t>
      </w:r>
      <w:r w:rsidR="004A4993">
        <w:t xml:space="preserve">. </w:t>
      </w:r>
      <w:r w:rsidRPr="004C3E92">
        <w:t>Quelle que pût être la vérité de l</w:t>
      </w:r>
      <w:r w:rsidR="004A4993">
        <w:t>’</w:t>
      </w:r>
      <w:r w:rsidRPr="004C3E92">
        <w:t>affaire</w:t>
      </w:r>
      <w:r w:rsidR="004A4993">
        <w:t xml:space="preserve">, </w:t>
      </w:r>
      <w:r w:rsidRPr="004C3E92">
        <w:t xml:space="preserve">et quelque éloignée que fût </w:t>
      </w:r>
      <w:proofErr w:type="spellStart"/>
      <w:r w:rsidRPr="004C3E92">
        <w:t>Elinor</w:t>
      </w:r>
      <w:proofErr w:type="spellEnd"/>
      <w:r w:rsidRPr="004C3E92">
        <w:t xml:space="preserve"> d</w:t>
      </w:r>
      <w:r w:rsidR="004A4993">
        <w:t>’</w:t>
      </w:r>
      <w:r w:rsidRPr="004C3E92">
        <w:t>en éprouver un contentement total</w:t>
      </w:r>
      <w:r w:rsidR="004A4993">
        <w:t xml:space="preserve">, </w:t>
      </w:r>
      <w:r w:rsidRPr="004C3E92">
        <w:t>néanmoins</w:t>
      </w:r>
      <w:r w:rsidR="004A4993">
        <w:t xml:space="preserve">, </w:t>
      </w:r>
      <w:r w:rsidRPr="004C3E92">
        <w:t>pendant qu</w:t>
      </w:r>
      <w:r w:rsidR="004A4993">
        <w:t>’</w:t>
      </w:r>
      <w:r w:rsidRPr="004C3E92">
        <w:t>elle voyait Marianne pleine d</w:t>
      </w:r>
      <w:r w:rsidR="004A4993">
        <w:t>’</w:t>
      </w:r>
      <w:r w:rsidRPr="004C3E92">
        <w:t>entrain</w:t>
      </w:r>
      <w:r w:rsidR="004A4993">
        <w:t xml:space="preserve">, </w:t>
      </w:r>
      <w:r w:rsidRPr="004C3E92">
        <w:t>elle ne pouvait être elle-même fort inquiète</w:t>
      </w:r>
      <w:r w:rsidR="004A4993">
        <w:t xml:space="preserve">. </w:t>
      </w:r>
      <w:r w:rsidRPr="004C3E92">
        <w:t>Et Marianne était effectivement pleine d</w:t>
      </w:r>
      <w:r w:rsidR="004A4993">
        <w:t>’</w:t>
      </w:r>
      <w:r w:rsidRPr="004C3E92">
        <w:t>entrain</w:t>
      </w:r>
      <w:r w:rsidR="004A4993">
        <w:t xml:space="preserve">, </w:t>
      </w:r>
      <w:r w:rsidRPr="004C3E92">
        <w:t>heureuse de la douceur du temps</w:t>
      </w:r>
      <w:r w:rsidR="004A4993">
        <w:t xml:space="preserve">, </w:t>
      </w:r>
      <w:r w:rsidRPr="004C3E92">
        <w:t>et plus heureuse encore dans l</w:t>
      </w:r>
      <w:r w:rsidR="004A4993">
        <w:t>’</w:t>
      </w:r>
      <w:r w:rsidRPr="004C3E92">
        <w:t>attente de la gelée</w:t>
      </w:r>
      <w:r w:rsidR="004A4993">
        <w:t>.</w:t>
      </w:r>
    </w:p>
    <w:p w14:paraId="603827CF" w14:textId="77777777" w:rsidR="004A4993" w:rsidRDefault="008C5C61" w:rsidP="004A4993">
      <w:r w:rsidRPr="004C3E92">
        <w:t>La matinée se passa principalement à déposer des cartes chez les connaissances de Mrs</w:t>
      </w:r>
      <w:r w:rsidR="004A4993">
        <w:t xml:space="preserve">. </w:t>
      </w:r>
      <w:r w:rsidRPr="004C3E92">
        <w:t>Jennings</w:t>
      </w:r>
      <w:r w:rsidR="004A4993">
        <w:t xml:space="preserve">, </w:t>
      </w:r>
      <w:r w:rsidRPr="004C3E92">
        <w:t>pour leur apprendre qu</w:t>
      </w:r>
      <w:r w:rsidR="004A4993">
        <w:t>’</w:t>
      </w:r>
      <w:r w:rsidRPr="004C3E92">
        <w:t>elle était à Londres</w:t>
      </w:r>
      <w:r w:rsidR="004A4993">
        <w:t xml:space="preserve">, </w:t>
      </w:r>
      <w:r w:rsidRPr="004C3E92">
        <w:t>et Marianne fut occupée tout le temps à observer la direction du vent</w:t>
      </w:r>
      <w:r w:rsidR="004A4993">
        <w:t xml:space="preserve">, </w:t>
      </w:r>
      <w:r w:rsidRPr="004C3E92">
        <w:t>à surveiller les variations du ciel</w:t>
      </w:r>
      <w:r w:rsidR="004A4993">
        <w:t xml:space="preserve">, </w:t>
      </w:r>
      <w:r w:rsidRPr="004C3E92">
        <w:t>et à imaginer un changement dans l</w:t>
      </w:r>
      <w:r w:rsidR="004A4993">
        <w:t>’</w:t>
      </w:r>
      <w:r w:rsidRPr="004C3E92">
        <w:t>air</w:t>
      </w:r>
      <w:r w:rsidR="004A4993">
        <w:t>.</w:t>
      </w:r>
    </w:p>
    <w:p w14:paraId="18AEDFA6" w14:textId="77777777" w:rsidR="004A4993" w:rsidRDefault="004A4993" w:rsidP="004A4993">
      <w:r>
        <w:t>— </w:t>
      </w:r>
      <w:r w:rsidR="008C5C61" w:rsidRPr="004C3E92">
        <w:t>Tu ne trouves pas qu</w:t>
      </w:r>
      <w:r>
        <w:t>’</w:t>
      </w:r>
      <w:r w:rsidR="008C5C61" w:rsidRPr="004C3E92">
        <w:t>il fait plus froid que ce matin</w:t>
      </w:r>
      <w:r>
        <w:t xml:space="preserve">, </w:t>
      </w:r>
      <w:proofErr w:type="spellStart"/>
      <w:r w:rsidR="008C5C61" w:rsidRPr="004C3E92">
        <w:t>El</w:t>
      </w:r>
      <w:r w:rsidR="008C5C61" w:rsidRPr="004C3E92">
        <w:t>i</w:t>
      </w:r>
      <w:r w:rsidR="008C5C61" w:rsidRPr="004C3E92">
        <w:t>nor</w:t>
      </w:r>
      <w:proofErr w:type="spellEnd"/>
      <w:r>
        <w:t xml:space="preserve"> ? </w:t>
      </w:r>
      <w:r w:rsidR="008C5C61" w:rsidRPr="004C3E92">
        <w:t>Il me semble y avoir une différence fort nette</w:t>
      </w:r>
      <w:r>
        <w:t xml:space="preserve">. </w:t>
      </w:r>
      <w:r w:rsidR="008C5C61" w:rsidRPr="004C3E92">
        <w:t>C</w:t>
      </w:r>
      <w:r>
        <w:t>’</w:t>
      </w:r>
      <w:r w:rsidR="008C5C61" w:rsidRPr="004C3E92">
        <w:t>est à peine si je peux conserver les mains chaudes</w:t>
      </w:r>
      <w:r>
        <w:t xml:space="preserve">, </w:t>
      </w:r>
      <w:r w:rsidR="008C5C61" w:rsidRPr="004C3E92">
        <w:t>même dans mon ma</w:t>
      </w:r>
      <w:r w:rsidR="008C5C61" w:rsidRPr="004C3E92">
        <w:t>n</w:t>
      </w:r>
      <w:r w:rsidR="008C5C61" w:rsidRPr="004C3E92">
        <w:t>chon</w:t>
      </w:r>
      <w:r>
        <w:t xml:space="preserve">. </w:t>
      </w:r>
      <w:r w:rsidR="008C5C61" w:rsidRPr="004C3E92">
        <w:t>Il n</w:t>
      </w:r>
      <w:r>
        <w:t>’</w:t>
      </w:r>
      <w:r w:rsidR="008C5C61" w:rsidRPr="004C3E92">
        <w:t>en était pas ainsi hier</w:t>
      </w:r>
      <w:r>
        <w:t xml:space="preserve">, </w:t>
      </w:r>
      <w:r w:rsidR="008C5C61" w:rsidRPr="004C3E92">
        <w:t>à ce qu</w:t>
      </w:r>
      <w:r>
        <w:t>’</w:t>
      </w:r>
      <w:r w:rsidR="008C5C61" w:rsidRPr="004C3E92">
        <w:t>il me semble</w:t>
      </w:r>
      <w:r>
        <w:t xml:space="preserve">. </w:t>
      </w:r>
      <w:r w:rsidR="008C5C61" w:rsidRPr="004C3E92">
        <w:t>Les nu</w:t>
      </w:r>
      <w:r w:rsidR="008C5C61" w:rsidRPr="004C3E92">
        <w:t>a</w:t>
      </w:r>
      <w:r w:rsidR="008C5C61" w:rsidRPr="004C3E92">
        <w:t>ges ont l</w:t>
      </w:r>
      <w:r>
        <w:t>’</w:t>
      </w:r>
      <w:r w:rsidR="008C5C61" w:rsidRPr="004C3E92">
        <w:t>air de se dissiper</w:t>
      </w:r>
      <w:r>
        <w:t xml:space="preserve">, </w:t>
      </w:r>
      <w:r w:rsidR="008C5C61" w:rsidRPr="004C3E92">
        <w:t>aussi</w:t>
      </w:r>
      <w:r>
        <w:t xml:space="preserve">, </w:t>
      </w:r>
      <w:r w:rsidR="008C5C61" w:rsidRPr="004C3E92">
        <w:t>le soleil va paraître dans un instant</w:t>
      </w:r>
      <w:r>
        <w:t xml:space="preserve">, </w:t>
      </w:r>
      <w:r w:rsidR="008C5C61" w:rsidRPr="004C3E92">
        <w:t>et nous aurons un après-midi lumineux</w:t>
      </w:r>
      <w:r>
        <w:t>.</w:t>
      </w:r>
    </w:p>
    <w:p w14:paraId="6C5EDC9D" w14:textId="77777777" w:rsidR="004A4993" w:rsidRDefault="008C5C61" w:rsidP="004A4993">
      <w:proofErr w:type="spellStart"/>
      <w:r w:rsidRPr="004C3E92">
        <w:t>Elinor</w:t>
      </w:r>
      <w:proofErr w:type="spellEnd"/>
      <w:r w:rsidRPr="004C3E92">
        <w:t xml:space="preserve"> fut alternativement divertie et chagrinée</w:t>
      </w:r>
      <w:r w:rsidR="004A4993">
        <w:t xml:space="preserve"> ; </w:t>
      </w:r>
      <w:r w:rsidRPr="004C3E92">
        <w:t>mais M</w:t>
      </w:r>
      <w:r w:rsidRPr="004C3E92">
        <w:t>a</w:t>
      </w:r>
      <w:r w:rsidRPr="004C3E92">
        <w:t>rianne persévéra</w:t>
      </w:r>
      <w:r w:rsidR="004A4993">
        <w:t xml:space="preserve">, </w:t>
      </w:r>
      <w:r w:rsidRPr="004C3E92">
        <w:t>et vit chaque soir</w:t>
      </w:r>
      <w:r w:rsidR="004A4993">
        <w:t xml:space="preserve">, </w:t>
      </w:r>
      <w:r w:rsidRPr="004C3E92">
        <w:t>dans l</w:t>
      </w:r>
      <w:r w:rsidR="004A4993">
        <w:t>’</w:t>
      </w:r>
      <w:r w:rsidRPr="004C3E92">
        <w:t>éclat du feu</w:t>
      </w:r>
      <w:r w:rsidR="004A4993">
        <w:t xml:space="preserve">, </w:t>
      </w:r>
      <w:r w:rsidRPr="004C3E92">
        <w:t>et ch</w:t>
      </w:r>
      <w:r w:rsidRPr="004C3E92">
        <w:t>a</w:t>
      </w:r>
      <w:r w:rsidRPr="004C3E92">
        <w:t>que matin</w:t>
      </w:r>
      <w:r w:rsidR="004A4993">
        <w:t xml:space="preserve">, </w:t>
      </w:r>
      <w:r w:rsidRPr="004C3E92">
        <w:t>dans l</w:t>
      </w:r>
      <w:r w:rsidR="004A4993">
        <w:t>’</w:t>
      </w:r>
      <w:r w:rsidRPr="004C3E92">
        <w:t>aspect de l</w:t>
      </w:r>
      <w:r w:rsidR="004A4993">
        <w:t>’</w:t>
      </w:r>
      <w:r w:rsidRPr="004C3E92">
        <w:t>atmosphère</w:t>
      </w:r>
      <w:r w:rsidR="004A4993">
        <w:t xml:space="preserve">, </w:t>
      </w:r>
      <w:r w:rsidRPr="004C3E92">
        <w:t>les symptômes ce</w:t>
      </w:r>
      <w:r w:rsidRPr="004C3E92">
        <w:t>r</w:t>
      </w:r>
      <w:r w:rsidRPr="004C3E92">
        <w:t>tains des gelées qui s</w:t>
      </w:r>
      <w:r w:rsidR="004A4993">
        <w:t>’</w:t>
      </w:r>
      <w:r w:rsidRPr="004C3E92">
        <w:t>approchaient</w:t>
      </w:r>
      <w:r w:rsidR="004A4993">
        <w:t>.</w:t>
      </w:r>
    </w:p>
    <w:p w14:paraId="2474521E" w14:textId="77777777" w:rsidR="004A4993" w:rsidRDefault="008C5C61" w:rsidP="004A4993">
      <w:r w:rsidRPr="004C3E92">
        <w:lastRenderedPageBreak/>
        <w:t xml:space="preserve">Les demoiselles </w:t>
      </w:r>
      <w:proofErr w:type="spellStart"/>
      <w:r w:rsidRPr="004C3E92">
        <w:t>Dashwood</w:t>
      </w:r>
      <w:proofErr w:type="spellEnd"/>
      <w:r w:rsidRPr="004C3E92">
        <w:t xml:space="preserve"> n</w:t>
      </w:r>
      <w:r w:rsidR="004A4993">
        <w:t>’</w:t>
      </w:r>
      <w:r w:rsidRPr="004C3E92">
        <w:t>eurent pas plus de raison d</w:t>
      </w:r>
      <w:r w:rsidR="004A4993">
        <w:t>’</w:t>
      </w:r>
      <w:r w:rsidRPr="004C3E92">
        <w:t>être mécontentes du train de vie et du cercle de relations de Mrs</w:t>
      </w:r>
      <w:r w:rsidR="004A4993">
        <w:t xml:space="preserve">. </w:t>
      </w:r>
      <w:r w:rsidRPr="004C3E92">
        <w:t>Jennings</w:t>
      </w:r>
      <w:r w:rsidR="004A4993">
        <w:t xml:space="preserve">, </w:t>
      </w:r>
      <w:r w:rsidRPr="004C3E92">
        <w:t>que de sa conduite à leur égard</w:t>
      </w:r>
      <w:r w:rsidR="004A4993">
        <w:t xml:space="preserve">, </w:t>
      </w:r>
      <w:r w:rsidRPr="004C3E92">
        <w:t>laquelle était i</w:t>
      </w:r>
      <w:r w:rsidRPr="004C3E92">
        <w:t>n</w:t>
      </w:r>
      <w:r w:rsidRPr="004C3E92">
        <w:t>variablement bienveillante</w:t>
      </w:r>
      <w:r w:rsidR="004A4993">
        <w:t xml:space="preserve">. </w:t>
      </w:r>
      <w:r w:rsidRPr="004C3E92">
        <w:t>Tout</w:t>
      </w:r>
      <w:r w:rsidR="004A4993">
        <w:t xml:space="preserve">, </w:t>
      </w:r>
      <w:r w:rsidRPr="004C3E92">
        <w:t>dans les dispositions de son ménage</w:t>
      </w:r>
      <w:r w:rsidR="004A4993">
        <w:t xml:space="preserve">, </w:t>
      </w:r>
      <w:r w:rsidRPr="004C3E92">
        <w:t>était ordonné avec la plus grande libéralité et</w:t>
      </w:r>
      <w:r w:rsidR="004A4993">
        <w:t xml:space="preserve">, </w:t>
      </w:r>
      <w:r w:rsidRPr="004C3E92">
        <w:t>à part quelques vieux amis de la City</w:t>
      </w:r>
      <w:r w:rsidR="004A4993">
        <w:t xml:space="preserve">, </w:t>
      </w:r>
      <w:r w:rsidRPr="004C3E92">
        <w:t>qu</w:t>
      </w:r>
      <w:r w:rsidR="004A4993">
        <w:t>’</w:t>
      </w:r>
      <w:r w:rsidRPr="004C3E92">
        <w:t>au grand regret de lady Mi</w:t>
      </w:r>
      <w:r w:rsidRPr="004C3E92">
        <w:t>d</w:t>
      </w:r>
      <w:r w:rsidRPr="004C3E92">
        <w:t>dleton</w:t>
      </w:r>
      <w:r w:rsidR="004A4993">
        <w:t xml:space="preserve">, </w:t>
      </w:r>
      <w:r w:rsidRPr="004C3E92">
        <w:t>elle n</w:t>
      </w:r>
      <w:r w:rsidR="004A4993">
        <w:t>’</w:t>
      </w:r>
      <w:r w:rsidRPr="004C3E92">
        <w:t>avait jamais laissé tomber</w:t>
      </w:r>
      <w:r w:rsidR="004A4993">
        <w:t xml:space="preserve">, </w:t>
      </w:r>
      <w:r w:rsidRPr="004C3E92">
        <w:t>elle ne fit visite à pe</w:t>
      </w:r>
      <w:r w:rsidRPr="004C3E92">
        <w:t>r</w:t>
      </w:r>
      <w:r w:rsidRPr="004C3E92">
        <w:t>sonne à qui une présentation pût</w:t>
      </w:r>
      <w:r w:rsidR="004A4993">
        <w:t xml:space="preserve">, </w:t>
      </w:r>
      <w:r w:rsidRPr="004C3E92">
        <w:t>en quoi que ce fût</w:t>
      </w:r>
      <w:r w:rsidR="004A4993">
        <w:t xml:space="preserve">, </w:t>
      </w:r>
      <w:r w:rsidRPr="004C3E92">
        <w:t>froisser les susceptibilités de ses jeunes compagnes</w:t>
      </w:r>
      <w:r w:rsidR="004A4993">
        <w:t xml:space="preserve">. </w:t>
      </w:r>
      <w:r w:rsidRPr="004C3E92">
        <w:t>Contente de se trouver plus agréablement placée</w:t>
      </w:r>
      <w:r w:rsidR="004A4993">
        <w:t xml:space="preserve">, </w:t>
      </w:r>
      <w:r w:rsidRPr="004C3E92">
        <w:t>sous ce rapport</w:t>
      </w:r>
      <w:r w:rsidR="004A4993">
        <w:t xml:space="preserve">, </w:t>
      </w:r>
      <w:r w:rsidRPr="004C3E92">
        <w:t>qu</w:t>
      </w:r>
      <w:r w:rsidR="004A4993">
        <w:t>’</w:t>
      </w:r>
      <w:r w:rsidRPr="004C3E92">
        <w:t>elle ne s</w:t>
      </w:r>
      <w:r w:rsidR="004A4993">
        <w:t>’</w:t>
      </w:r>
      <w:r w:rsidRPr="004C3E92">
        <w:t>y était a</w:t>
      </w:r>
      <w:r w:rsidRPr="004C3E92">
        <w:t>t</w:t>
      </w:r>
      <w:r w:rsidRPr="004C3E92">
        <w:t>tendue</w:t>
      </w:r>
      <w:r w:rsidR="004A4993">
        <w:t xml:space="preserve">, </w:t>
      </w:r>
      <w:proofErr w:type="spellStart"/>
      <w:r w:rsidRPr="004C3E92">
        <w:t>Elinor</w:t>
      </w:r>
      <w:proofErr w:type="spellEnd"/>
      <w:r w:rsidRPr="004C3E92">
        <w:t xml:space="preserve"> s</w:t>
      </w:r>
      <w:r w:rsidR="004A4993">
        <w:t>’</w:t>
      </w:r>
      <w:r w:rsidRPr="004C3E92">
        <w:t>accommoda bien volontiers de l</w:t>
      </w:r>
      <w:r w:rsidR="004A4993">
        <w:t>’</w:t>
      </w:r>
      <w:r w:rsidRPr="004C3E92">
        <w:t>absence de plaisir réel que lui procuraient toutes leurs réunions du soir</w:t>
      </w:r>
      <w:r w:rsidR="004A4993">
        <w:t xml:space="preserve">, </w:t>
      </w:r>
      <w:r w:rsidRPr="004C3E92">
        <w:t>et qui</w:t>
      </w:r>
      <w:r w:rsidR="004A4993">
        <w:t xml:space="preserve">, </w:t>
      </w:r>
      <w:r w:rsidRPr="004C3E92">
        <w:t>que ce fût à la maison ou chez autrui</w:t>
      </w:r>
      <w:r w:rsidR="004A4993">
        <w:t xml:space="preserve">, </w:t>
      </w:r>
      <w:r w:rsidRPr="004C3E92">
        <w:t>constituées exclus</w:t>
      </w:r>
      <w:r w:rsidRPr="004C3E92">
        <w:t>i</w:t>
      </w:r>
      <w:r w:rsidRPr="004C3E92">
        <w:t>vement en vue des cartes</w:t>
      </w:r>
      <w:r w:rsidR="004A4993">
        <w:t xml:space="preserve">, </w:t>
      </w:r>
      <w:r w:rsidRPr="004C3E92">
        <w:t>ne pouvaient offrir que peu d</w:t>
      </w:r>
      <w:r w:rsidR="004A4993">
        <w:t>’</w:t>
      </w:r>
      <w:r w:rsidRPr="004C3E92">
        <w:t>attraits pour l</w:t>
      </w:r>
      <w:r w:rsidR="004A4993">
        <w:t>’</w:t>
      </w:r>
      <w:r w:rsidRPr="004C3E92">
        <w:t>amuser</w:t>
      </w:r>
      <w:r w:rsidR="004A4993">
        <w:t>.</w:t>
      </w:r>
    </w:p>
    <w:p w14:paraId="302B2C6E" w14:textId="77777777" w:rsidR="004A4993" w:rsidRDefault="008C5C61" w:rsidP="004A4993">
      <w:r w:rsidRPr="004C3E92">
        <w:t>Le colonel Brandon</w:t>
      </w:r>
      <w:r w:rsidR="004A4993">
        <w:t xml:space="preserve">, </w:t>
      </w:r>
      <w:r w:rsidRPr="004C3E92">
        <w:t>qui avait ses entrées permanentes</w:t>
      </w:r>
      <w:r w:rsidR="004A4993">
        <w:t xml:space="preserve">, </w:t>
      </w:r>
      <w:r w:rsidRPr="004C3E92">
        <w:t>fut presque tous les jours des leurs</w:t>
      </w:r>
      <w:r w:rsidR="004A4993">
        <w:t xml:space="preserve"> ; </w:t>
      </w:r>
      <w:r w:rsidRPr="004C3E92">
        <w:t xml:space="preserve">il venait afin de voir Marianne et de causer avec </w:t>
      </w:r>
      <w:proofErr w:type="spellStart"/>
      <w:r w:rsidRPr="004C3E92">
        <w:t>Elinor</w:t>
      </w:r>
      <w:proofErr w:type="spellEnd"/>
      <w:r w:rsidR="004A4993">
        <w:t xml:space="preserve">, </w:t>
      </w:r>
      <w:r w:rsidRPr="004C3E92">
        <w:t>qui trouvait souvent plus de satisfa</w:t>
      </w:r>
      <w:r w:rsidRPr="004C3E92">
        <w:t>c</w:t>
      </w:r>
      <w:r w:rsidRPr="004C3E92">
        <w:t>tion à converser avec lui qu</w:t>
      </w:r>
      <w:r w:rsidR="004A4993">
        <w:t>’</w:t>
      </w:r>
      <w:r w:rsidRPr="004C3E92">
        <w:t>à tout autre événement quotidien</w:t>
      </w:r>
      <w:r w:rsidR="004A4993">
        <w:t xml:space="preserve">, </w:t>
      </w:r>
      <w:r w:rsidRPr="004C3E92">
        <w:t>mais qui voyait aussi</w:t>
      </w:r>
      <w:r w:rsidR="004A4993">
        <w:t xml:space="preserve">, </w:t>
      </w:r>
      <w:r w:rsidRPr="004C3E92">
        <w:t>avec beaucoup de préoccupation</w:t>
      </w:r>
      <w:r w:rsidR="004A4993">
        <w:t xml:space="preserve">, </w:t>
      </w:r>
      <w:r w:rsidRPr="004C3E92">
        <w:t>l</w:t>
      </w:r>
      <w:r w:rsidR="004A4993">
        <w:t>’</w:t>
      </w:r>
      <w:r w:rsidRPr="004C3E92">
        <w:t>intérêt qu</w:t>
      </w:r>
      <w:r w:rsidR="004A4993">
        <w:t>’</w:t>
      </w:r>
      <w:r w:rsidRPr="004C3E92">
        <w:t>il continuait à témoigner à sa sœur</w:t>
      </w:r>
      <w:r w:rsidR="004A4993">
        <w:t xml:space="preserve">. </w:t>
      </w:r>
      <w:r w:rsidRPr="004C3E92">
        <w:t>Elle craignait que cet i</w:t>
      </w:r>
      <w:r w:rsidRPr="004C3E92">
        <w:t>n</w:t>
      </w:r>
      <w:r w:rsidRPr="004C3E92">
        <w:t>térêt n</w:t>
      </w:r>
      <w:r w:rsidR="004A4993">
        <w:t>’</w:t>
      </w:r>
      <w:r w:rsidRPr="004C3E92">
        <w:t>allât en se renforçant</w:t>
      </w:r>
      <w:r w:rsidR="004A4993">
        <w:t xml:space="preserve">. </w:t>
      </w:r>
      <w:r w:rsidRPr="004C3E92">
        <w:t>Elle fut attristée de voir avec quel sérieux il observait souvent Marianne</w:t>
      </w:r>
      <w:r w:rsidR="004A4993">
        <w:t xml:space="preserve">, </w:t>
      </w:r>
      <w:r w:rsidRPr="004C3E92">
        <w:t>et il était certainement plus abattu que lorsqu</w:t>
      </w:r>
      <w:r w:rsidR="004A4993">
        <w:t>’</w:t>
      </w:r>
      <w:r w:rsidRPr="004C3E92">
        <w:t>il avait séjourné à Barton</w:t>
      </w:r>
      <w:r w:rsidR="004A4993">
        <w:t>.</w:t>
      </w:r>
    </w:p>
    <w:p w14:paraId="53156B30" w14:textId="77777777" w:rsidR="004A4993" w:rsidRDefault="008C5C61" w:rsidP="004A4993">
      <w:r w:rsidRPr="004C3E92">
        <w:t>Environ une semaine après leur arrivée</w:t>
      </w:r>
      <w:r w:rsidR="004A4993">
        <w:t xml:space="preserve">, </w:t>
      </w:r>
      <w:r w:rsidRPr="004C3E92">
        <w:t>il devint certain que Willoughby était arrivé</w:t>
      </w:r>
      <w:r w:rsidR="004A4993">
        <w:t xml:space="preserve">, </w:t>
      </w:r>
      <w:r w:rsidRPr="004C3E92">
        <w:t>lui aussi</w:t>
      </w:r>
      <w:r w:rsidR="004A4993">
        <w:t xml:space="preserve">. </w:t>
      </w:r>
      <w:r w:rsidRPr="004C3E92">
        <w:t>Sa carte était sur la table lorsqu</w:t>
      </w:r>
      <w:r w:rsidR="004A4993">
        <w:t>’</w:t>
      </w:r>
      <w:r w:rsidRPr="004C3E92">
        <w:t>elles rentrèrent de leur promenade en voiture de la mat</w:t>
      </w:r>
      <w:r w:rsidRPr="004C3E92">
        <w:t>i</w:t>
      </w:r>
      <w:r w:rsidRPr="004C3E92">
        <w:t>née</w:t>
      </w:r>
      <w:r w:rsidR="004A4993">
        <w:t>.</w:t>
      </w:r>
    </w:p>
    <w:p w14:paraId="4F7D842D" w14:textId="77777777" w:rsidR="004A4993" w:rsidRDefault="004A4993" w:rsidP="004A4993">
      <w:r>
        <w:t>— </w:t>
      </w:r>
      <w:r w:rsidR="008C5C61" w:rsidRPr="004C3E92">
        <w:t>Juste ciel</w:t>
      </w:r>
      <w:r>
        <w:t xml:space="preserve"> ! </w:t>
      </w:r>
      <w:r w:rsidR="008C5C61" w:rsidRPr="004C3E92">
        <w:t>s</w:t>
      </w:r>
      <w:r>
        <w:t>’</w:t>
      </w:r>
      <w:r w:rsidR="008C5C61" w:rsidRPr="004C3E92">
        <w:t>écria Marianne</w:t>
      </w:r>
      <w:r>
        <w:t xml:space="preserve"> ; </w:t>
      </w:r>
      <w:r w:rsidR="008C5C61" w:rsidRPr="004C3E92">
        <w:t>il est venu ici pendant que nous étions sorties</w:t>
      </w:r>
      <w:r>
        <w:t> !</w:t>
      </w:r>
    </w:p>
    <w:p w14:paraId="6D5AB5B9" w14:textId="77777777" w:rsidR="004A4993" w:rsidRDefault="008C5C61" w:rsidP="004A4993">
      <w:proofErr w:type="spellStart"/>
      <w:r w:rsidRPr="004C3E92">
        <w:lastRenderedPageBreak/>
        <w:t>Elinor</w:t>
      </w:r>
      <w:proofErr w:type="spellEnd"/>
      <w:r w:rsidR="004A4993">
        <w:t xml:space="preserve">, </w:t>
      </w:r>
      <w:r w:rsidRPr="004C3E92">
        <w:t>ravie d</w:t>
      </w:r>
      <w:r w:rsidR="004A4993">
        <w:t>’</w:t>
      </w:r>
      <w:r w:rsidRPr="004C3E92">
        <w:t>être assurée de la présence de Willoughby à Londres</w:t>
      </w:r>
      <w:r w:rsidR="004A4993">
        <w:t xml:space="preserve">, </w:t>
      </w:r>
      <w:r w:rsidRPr="004C3E92">
        <w:t>se hasarda alors à dire</w:t>
      </w:r>
      <w:r w:rsidR="004A4993">
        <w:t> :</w:t>
      </w:r>
    </w:p>
    <w:p w14:paraId="60FDB97F" w14:textId="77777777" w:rsidR="004A4993" w:rsidRDefault="004A4993" w:rsidP="004A4993">
      <w:r>
        <w:t>— </w:t>
      </w:r>
      <w:r w:rsidR="008C5C61" w:rsidRPr="004C3E92">
        <w:t>Comptes-y</w:t>
      </w:r>
      <w:r>
        <w:t xml:space="preserve">, </w:t>
      </w:r>
      <w:r w:rsidR="008C5C61" w:rsidRPr="004C3E92">
        <w:t>il reviendra demain</w:t>
      </w:r>
      <w:r>
        <w:t>.</w:t>
      </w:r>
    </w:p>
    <w:p w14:paraId="337F0965" w14:textId="77777777" w:rsidR="004A4993" w:rsidRDefault="008C5C61" w:rsidP="004A4993">
      <w:r w:rsidRPr="004C3E92">
        <w:t>Mais Marianne parut à peine l</w:t>
      </w:r>
      <w:r w:rsidR="004A4993">
        <w:t>’</w:t>
      </w:r>
      <w:r w:rsidRPr="004C3E92">
        <w:t>entendre</w:t>
      </w:r>
      <w:r w:rsidR="004A4993">
        <w:t xml:space="preserve">, </w:t>
      </w:r>
      <w:r w:rsidRPr="004C3E92">
        <w:t>et</w:t>
      </w:r>
      <w:r w:rsidR="004A4993">
        <w:t xml:space="preserve">, </w:t>
      </w:r>
      <w:r w:rsidRPr="004C3E92">
        <w:t>à l</w:t>
      </w:r>
      <w:r w:rsidR="004A4993">
        <w:t>’</w:t>
      </w:r>
      <w:r w:rsidRPr="004C3E92">
        <w:t>entrée de Mrs</w:t>
      </w:r>
      <w:r w:rsidR="004A4993">
        <w:t xml:space="preserve">. </w:t>
      </w:r>
      <w:r w:rsidRPr="004C3E92">
        <w:t>Jennings</w:t>
      </w:r>
      <w:r w:rsidR="004A4993">
        <w:t xml:space="preserve">, </w:t>
      </w:r>
      <w:r w:rsidRPr="004C3E92">
        <w:t>elle s</w:t>
      </w:r>
      <w:r w:rsidR="004A4993">
        <w:t>’</w:t>
      </w:r>
      <w:r w:rsidRPr="004C3E92">
        <w:t>échappa avec la précieuse carte</w:t>
      </w:r>
      <w:r w:rsidR="004A4993">
        <w:t>.</w:t>
      </w:r>
    </w:p>
    <w:p w14:paraId="0A0B879C" w14:textId="77777777" w:rsidR="004A4993" w:rsidRDefault="008C5C61" w:rsidP="004A4993">
      <w:r w:rsidRPr="004C3E92">
        <w:t>Cet événement</w:t>
      </w:r>
      <w:r w:rsidR="004A4993">
        <w:t xml:space="preserve">, </w:t>
      </w:r>
      <w:r w:rsidRPr="004C3E92">
        <w:t xml:space="preserve">tout en ragaillardissant </w:t>
      </w:r>
      <w:proofErr w:type="spellStart"/>
      <w:r w:rsidRPr="004C3E92">
        <w:t>Elinor</w:t>
      </w:r>
      <w:proofErr w:type="spellEnd"/>
      <w:r w:rsidR="004A4993">
        <w:t xml:space="preserve">, </w:t>
      </w:r>
      <w:r w:rsidRPr="004C3E92">
        <w:t>rendit à sa sœur toute son agitation primitive</w:t>
      </w:r>
      <w:r w:rsidR="004A4993">
        <w:t xml:space="preserve">, </w:t>
      </w:r>
      <w:r w:rsidRPr="004C3E92">
        <w:t>et même davantage</w:t>
      </w:r>
      <w:r w:rsidR="004A4993">
        <w:t xml:space="preserve">. </w:t>
      </w:r>
      <w:r w:rsidRPr="004C3E92">
        <w:t>À partir de cet instant</w:t>
      </w:r>
      <w:r w:rsidR="004A4993">
        <w:t xml:space="preserve">, </w:t>
      </w:r>
      <w:r w:rsidRPr="004C3E92">
        <w:t>son esprit ne fut jamais en repos</w:t>
      </w:r>
      <w:r w:rsidR="004A4993">
        <w:t xml:space="preserve"> ; </w:t>
      </w:r>
      <w:r w:rsidRPr="004C3E92">
        <w:t>l</w:t>
      </w:r>
      <w:r w:rsidR="004A4993">
        <w:t>’</w:t>
      </w:r>
      <w:r w:rsidRPr="004C3E92">
        <w:t>attente de voir Willoughby à toute heure du jour la rendit impropre à quoi que ce fût</w:t>
      </w:r>
      <w:r w:rsidR="004A4993">
        <w:t xml:space="preserve">. </w:t>
      </w:r>
      <w:r w:rsidRPr="004C3E92">
        <w:t>Elle insista pour qu</w:t>
      </w:r>
      <w:r w:rsidR="004A4993">
        <w:t>’</w:t>
      </w:r>
      <w:r w:rsidRPr="004C3E92">
        <w:t>on la laissât à la maison</w:t>
      </w:r>
      <w:r w:rsidR="004A4993">
        <w:t xml:space="preserve">, </w:t>
      </w:r>
      <w:r w:rsidRPr="004C3E92">
        <w:t>le le</w:t>
      </w:r>
      <w:r w:rsidRPr="004C3E92">
        <w:t>n</w:t>
      </w:r>
      <w:r w:rsidRPr="004C3E92">
        <w:t>demain matin</w:t>
      </w:r>
      <w:r w:rsidR="004A4993">
        <w:t xml:space="preserve">, </w:t>
      </w:r>
      <w:r w:rsidRPr="004C3E92">
        <w:t>quand les autres sortirent</w:t>
      </w:r>
      <w:r w:rsidR="004A4993">
        <w:t>.</w:t>
      </w:r>
    </w:p>
    <w:p w14:paraId="72F01E9D" w14:textId="77777777" w:rsidR="004A4993" w:rsidRDefault="008C5C61" w:rsidP="004A4993">
      <w:r w:rsidRPr="004C3E92">
        <w:t>Les pensées d</w:t>
      </w:r>
      <w:r w:rsidR="004A4993">
        <w:t>’</w:t>
      </w:r>
      <w:proofErr w:type="spellStart"/>
      <w:r w:rsidRPr="004C3E92">
        <w:t>Elinor</w:t>
      </w:r>
      <w:proofErr w:type="spellEnd"/>
      <w:r w:rsidRPr="004C3E92">
        <w:t xml:space="preserve"> étaient pleines de ce qui pouvait se passer dans Berkeley Street pendant leur absence</w:t>
      </w:r>
      <w:r w:rsidR="004A4993">
        <w:t xml:space="preserve">, </w:t>
      </w:r>
      <w:r w:rsidRPr="004C3E92">
        <w:t>mais un coup d</w:t>
      </w:r>
      <w:r w:rsidR="004A4993">
        <w:t>’</w:t>
      </w:r>
      <w:r w:rsidRPr="004C3E92">
        <w:t>œil lancé à sa sœur</w:t>
      </w:r>
      <w:r w:rsidR="004A4993">
        <w:t xml:space="preserve">, </w:t>
      </w:r>
      <w:r w:rsidRPr="004C3E92">
        <w:t>lors de leur retour</w:t>
      </w:r>
      <w:r w:rsidR="004A4993">
        <w:t xml:space="preserve">, </w:t>
      </w:r>
      <w:r w:rsidRPr="004C3E92">
        <w:t>suffit à lui apprendre que Willoughby n</w:t>
      </w:r>
      <w:r w:rsidR="004A4993">
        <w:t>’</w:t>
      </w:r>
      <w:r w:rsidRPr="004C3E92">
        <w:t>avait pas renouvelé sa visite</w:t>
      </w:r>
      <w:r w:rsidR="004A4993">
        <w:t xml:space="preserve">. </w:t>
      </w:r>
      <w:r w:rsidRPr="004C3E92">
        <w:t>On apporta à l</w:t>
      </w:r>
      <w:r w:rsidR="004A4993">
        <w:t>’</w:t>
      </w:r>
      <w:r w:rsidRPr="004C3E92">
        <w:t>instant même un billet</w:t>
      </w:r>
      <w:r w:rsidR="004A4993">
        <w:t xml:space="preserve">, </w:t>
      </w:r>
      <w:r w:rsidRPr="004C3E92">
        <w:t>qui fut posé sur la table</w:t>
      </w:r>
      <w:r w:rsidR="004A4993">
        <w:t>.</w:t>
      </w:r>
    </w:p>
    <w:p w14:paraId="482FA4A2" w14:textId="77777777" w:rsidR="004A4993" w:rsidRDefault="004A4993" w:rsidP="004A4993">
      <w:r>
        <w:t>— </w:t>
      </w:r>
      <w:r w:rsidR="008C5C61" w:rsidRPr="004C3E92">
        <w:t>Pour moi</w:t>
      </w:r>
      <w:r>
        <w:t xml:space="preserve"> ? </w:t>
      </w:r>
      <w:r w:rsidR="008C5C61" w:rsidRPr="004C3E92">
        <w:t>s</w:t>
      </w:r>
      <w:r>
        <w:t>’</w:t>
      </w:r>
      <w:r w:rsidR="008C5C61" w:rsidRPr="004C3E92">
        <w:t>écria Marianne</w:t>
      </w:r>
      <w:r>
        <w:t xml:space="preserve">, </w:t>
      </w:r>
      <w:r w:rsidR="008C5C61" w:rsidRPr="004C3E92">
        <w:t>s</w:t>
      </w:r>
      <w:r>
        <w:t>’</w:t>
      </w:r>
      <w:r w:rsidR="008C5C61" w:rsidRPr="004C3E92">
        <w:t>avançant avec précipit</w:t>
      </w:r>
      <w:r w:rsidR="008C5C61" w:rsidRPr="004C3E92">
        <w:t>a</w:t>
      </w:r>
      <w:r w:rsidR="008C5C61" w:rsidRPr="004C3E92">
        <w:t>tion</w:t>
      </w:r>
      <w:r>
        <w:t>.</w:t>
      </w:r>
    </w:p>
    <w:p w14:paraId="311ED915" w14:textId="77777777" w:rsidR="004A4993" w:rsidRDefault="004A4993" w:rsidP="004A4993">
      <w:r>
        <w:t>— </w:t>
      </w:r>
      <w:r w:rsidR="008C5C61" w:rsidRPr="004C3E92">
        <w:t>Non</w:t>
      </w:r>
      <w:r>
        <w:t xml:space="preserve">, </w:t>
      </w:r>
      <w:r w:rsidR="008C5C61" w:rsidRPr="004C3E92">
        <w:t>madame</w:t>
      </w:r>
      <w:r>
        <w:t xml:space="preserve">, </w:t>
      </w:r>
      <w:r w:rsidR="008C5C61" w:rsidRPr="004C3E92">
        <w:t>pour ma maîtresse</w:t>
      </w:r>
      <w:r>
        <w:t>.</w:t>
      </w:r>
    </w:p>
    <w:p w14:paraId="0D611AD7" w14:textId="77777777" w:rsidR="004A4993" w:rsidRDefault="008C5C61" w:rsidP="004A4993">
      <w:r w:rsidRPr="004C3E92">
        <w:t>Mais Marianne</w:t>
      </w:r>
      <w:r w:rsidR="004A4993">
        <w:t xml:space="preserve">, </w:t>
      </w:r>
      <w:r w:rsidRPr="004C3E92">
        <w:t>non convaincue</w:t>
      </w:r>
      <w:r w:rsidR="004A4993">
        <w:t xml:space="preserve">, </w:t>
      </w:r>
      <w:r w:rsidRPr="004C3E92">
        <w:t>le prit aussitôt en main</w:t>
      </w:r>
      <w:r w:rsidR="004A4993">
        <w:t>.</w:t>
      </w:r>
    </w:p>
    <w:p w14:paraId="3C69F2F1" w14:textId="77777777" w:rsidR="004A4993" w:rsidRDefault="004A4993" w:rsidP="004A4993">
      <w:r>
        <w:t>— </w:t>
      </w:r>
      <w:r w:rsidR="008C5C61" w:rsidRPr="004C3E92">
        <w:t>Il est</w:t>
      </w:r>
      <w:r>
        <w:t xml:space="preserve">, </w:t>
      </w:r>
      <w:r w:rsidR="008C5C61" w:rsidRPr="004C3E92">
        <w:t>en effet</w:t>
      </w:r>
      <w:r>
        <w:t xml:space="preserve">, </w:t>
      </w:r>
      <w:r w:rsidR="008C5C61" w:rsidRPr="004C3E92">
        <w:t>pour Mrs</w:t>
      </w:r>
      <w:r>
        <w:t xml:space="preserve">. </w:t>
      </w:r>
      <w:r w:rsidR="008C5C61" w:rsidRPr="004C3E92">
        <w:t>Jennings</w:t>
      </w:r>
      <w:r>
        <w:t xml:space="preserve"> ; </w:t>
      </w:r>
      <w:r w:rsidR="008C5C61" w:rsidRPr="004C3E92">
        <w:t>comme c</w:t>
      </w:r>
      <w:r>
        <w:t>’</w:t>
      </w:r>
      <w:r w:rsidR="008C5C61" w:rsidRPr="004C3E92">
        <w:t>est contr</w:t>
      </w:r>
      <w:r w:rsidR="008C5C61" w:rsidRPr="004C3E92">
        <w:t>a</w:t>
      </w:r>
      <w:r w:rsidR="008C5C61" w:rsidRPr="004C3E92">
        <w:t>riant</w:t>
      </w:r>
      <w:r>
        <w:t> !</w:t>
      </w:r>
    </w:p>
    <w:p w14:paraId="721B7105" w14:textId="77777777" w:rsidR="004A4993" w:rsidRDefault="004A4993" w:rsidP="004A4993">
      <w:r>
        <w:t>— </w:t>
      </w:r>
      <w:r w:rsidR="008C5C61" w:rsidRPr="004C3E92">
        <w:t>Tu attendais donc une lettre</w:t>
      </w:r>
      <w:r>
        <w:t xml:space="preserve"> ? </w:t>
      </w:r>
      <w:r w:rsidR="008C5C61" w:rsidRPr="004C3E92">
        <w:t xml:space="preserve">dit </w:t>
      </w:r>
      <w:proofErr w:type="spellStart"/>
      <w:r w:rsidR="008C5C61" w:rsidRPr="004C3E92">
        <w:t>Elinor</w:t>
      </w:r>
      <w:proofErr w:type="spellEnd"/>
      <w:r>
        <w:t xml:space="preserve">, </w:t>
      </w:r>
      <w:r w:rsidR="008C5C61" w:rsidRPr="004C3E92">
        <w:t>incapable de garder plus longtemps le silence</w:t>
      </w:r>
      <w:r>
        <w:t>.</w:t>
      </w:r>
    </w:p>
    <w:p w14:paraId="200CA704" w14:textId="77777777" w:rsidR="004A4993" w:rsidRDefault="004A4993" w:rsidP="004A4993">
      <w:r>
        <w:t>— </w:t>
      </w:r>
      <w:r w:rsidR="008C5C61" w:rsidRPr="004C3E92">
        <w:t>Oui</w:t>
      </w:r>
      <w:r>
        <w:t xml:space="preserve">, </w:t>
      </w:r>
      <w:r w:rsidR="008C5C61" w:rsidRPr="004C3E92">
        <w:t>un peu</w:t>
      </w:r>
      <w:r>
        <w:t xml:space="preserve">… </w:t>
      </w:r>
      <w:r w:rsidR="008C5C61" w:rsidRPr="004C3E92">
        <w:t>pas beaucoup</w:t>
      </w:r>
      <w:r>
        <w:t>.</w:t>
      </w:r>
    </w:p>
    <w:p w14:paraId="0724A1FC" w14:textId="77777777" w:rsidR="004A4993" w:rsidRDefault="008C5C61" w:rsidP="004A4993">
      <w:r w:rsidRPr="004C3E92">
        <w:t>Après un bref silence</w:t>
      </w:r>
      <w:r w:rsidR="004A4993">
        <w:t> :</w:t>
      </w:r>
    </w:p>
    <w:p w14:paraId="3EBDC696" w14:textId="77777777" w:rsidR="004A4993" w:rsidRDefault="004A4993" w:rsidP="004A4993">
      <w:r>
        <w:lastRenderedPageBreak/>
        <w:t>— </w:t>
      </w:r>
      <w:r w:rsidR="008C5C61" w:rsidRPr="004C3E92">
        <w:t>Tu n</w:t>
      </w:r>
      <w:r>
        <w:t>’</w:t>
      </w:r>
      <w:r w:rsidR="008C5C61" w:rsidRPr="004C3E92">
        <w:t>as pas confiance en moi</w:t>
      </w:r>
      <w:r>
        <w:t xml:space="preserve">, </w:t>
      </w:r>
      <w:r w:rsidR="008C5C61" w:rsidRPr="004C3E92">
        <w:t>Marianne</w:t>
      </w:r>
      <w:r>
        <w:t>.</w:t>
      </w:r>
    </w:p>
    <w:p w14:paraId="4D08AEE3" w14:textId="77777777" w:rsidR="004A4993" w:rsidRDefault="004A4993" w:rsidP="004A4993">
      <w:r>
        <w:t>— </w:t>
      </w:r>
      <w:r w:rsidR="008C5C61" w:rsidRPr="004C3E92">
        <w:t>Oh</w:t>
      </w:r>
      <w:r>
        <w:t xml:space="preserve">, </w:t>
      </w:r>
      <w:proofErr w:type="spellStart"/>
      <w:r w:rsidR="008C5C61" w:rsidRPr="004C3E92">
        <w:t>Elinor</w:t>
      </w:r>
      <w:proofErr w:type="spellEnd"/>
      <w:r>
        <w:t xml:space="preserve"> ! </w:t>
      </w:r>
      <w:r w:rsidR="008C5C61" w:rsidRPr="004C3E92">
        <w:t>Ce reproche</w:t>
      </w:r>
      <w:r>
        <w:t xml:space="preserve">, </w:t>
      </w:r>
      <w:r w:rsidR="008C5C61" w:rsidRPr="004C3E92">
        <w:t>venant de toi</w:t>
      </w:r>
      <w:r>
        <w:t xml:space="preserve"> ! </w:t>
      </w:r>
      <w:r w:rsidR="008C5C61" w:rsidRPr="004C3E92">
        <w:t>Toi</w:t>
      </w:r>
      <w:r>
        <w:t xml:space="preserve">, </w:t>
      </w:r>
      <w:r w:rsidR="008C5C61" w:rsidRPr="004C3E92">
        <w:t>qui n</w:t>
      </w:r>
      <w:r>
        <w:t>’</w:t>
      </w:r>
      <w:r w:rsidR="008C5C61" w:rsidRPr="004C3E92">
        <w:t>as confiance en personne</w:t>
      </w:r>
      <w:r>
        <w:t> !</w:t>
      </w:r>
    </w:p>
    <w:p w14:paraId="27CC9554" w14:textId="77777777" w:rsidR="004A4993" w:rsidRDefault="004A4993" w:rsidP="004A4993">
      <w:r>
        <w:t>— </w:t>
      </w:r>
      <w:r w:rsidR="008C5C61" w:rsidRPr="004C3E92">
        <w:t>Moi</w:t>
      </w:r>
      <w:r>
        <w:t xml:space="preserve"> ! </w:t>
      </w:r>
      <w:r w:rsidR="008C5C61" w:rsidRPr="004C3E92">
        <w:t xml:space="preserve">répliqua </w:t>
      </w:r>
      <w:proofErr w:type="spellStart"/>
      <w:r w:rsidR="008C5C61" w:rsidRPr="004C3E92">
        <w:t>Elinor</w:t>
      </w:r>
      <w:proofErr w:type="spellEnd"/>
      <w:r>
        <w:t xml:space="preserve">, </w:t>
      </w:r>
      <w:r w:rsidR="008C5C61" w:rsidRPr="004C3E92">
        <w:t>non sans confusion</w:t>
      </w:r>
      <w:r>
        <w:t xml:space="preserve"> ; </w:t>
      </w:r>
      <w:r w:rsidR="008C5C61" w:rsidRPr="004C3E92">
        <w:t>en vérité</w:t>
      </w:r>
      <w:r>
        <w:t xml:space="preserve">, </w:t>
      </w:r>
      <w:r w:rsidR="008C5C61" w:rsidRPr="004C3E92">
        <w:t>M</w:t>
      </w:r>
      <w:r w:rsidR="008C5C61" w:rsidRPr="004C3E92">
        <w:t>a</w:t>
      </w:r>
      <w:r w:rsidR="008C5C61" w:rsidRPr="004C3E92">
        <w:t>rianne</w:t>
      </w:r>
      <w:r>
        <w:t xml:space="preserve">, </w:t>
      </w:r>
      <w:r w:rsidR="008C5C61" w:rsidRPr="004C3E92">
        <w:t>je n</w:t>
      </w:r>
      <w:r>
        <w:t>’</w:t>
      </w:r>
      <w:r w:rsidR="008C5C61" w:rsidRPr="004C3E92">
        <w:t>ai rien à raconter</w:t>
      </w:r>
      <w:r>
        <w:t>.</w:t>
      </w:r>
    </w:p>
    <w:p w14:paraId="299AFB48" w14:textId="77777777" w:rsidR="004A4993" w:rsidRDefault="004A4993" w:rsidP="004A4993">
      <w:r>
        <w:t>— </w:t>
      </w:r>
      <w:r w:rsidR="008C5C61" w:rsidRPr="004C3E92">
        <w:t>Moi non plus</w:t>
      </w:r>
      <w:r>
        <w:t xml:space="preserve">, </w:t>
      </w:r>
      <w:r w:rsidR="008C5C61" w:rsidRPr="004C3E92">
        <w:t>répondit Marianne</w:t>
      </w:r>
      <w:r>
        <w:t xml:space="preserve">, </w:t>
      </w:r>
      <w:r w:rsidR="008C5C61" w:rsidRPr="004C3E92">
        <w:t>avec énergie</w:t>
      </w:r>
      <w:r>
        <w:t xml:space="preserve"> ; </w:t>
      </w:r>
      <w:r w:rsidR="008C5C61" w:rsidRPr="004C3E92">
        <w:t>notre s</w:t>
      </w:r>
      <w:r w:rsidR="008C5C61" w:rsidRPr="004C3E92">
        <w:t>i</w:t>
      </w:r>
      <w:r w:rsidR="008C5C61" w:rsidRPr="004C3E92">
        <w:t>tuation est donc pareille</w:t>
      </w:r>
      <w:r>
        <w:t xml:space="preserve">. </w:t>
      </w:r>
      <w:r w:rsidR="008C5C61" w:rsidRPr="004C3E92">
        <w:t>Nous n</w:t>
      </w:r>
      <w:r>
        <w:t>’</w:t>
      </w:r>
      <w:r w:rsidR="008C5C61" w:rsidRPr="004C3E92">
        <w:t>avons ni l</w:t>
      </w:r>
      <w:r>
        <w:t>’</w:t>
      </w:r>
      <w:r w:rsidR="008C5C61" w:rsidRPr="004C3E92">
        <w:t>une ni l</w:t>
      </w:r>
      <w:r>
        <w:t>’</w:t>
      </w:r>
      <w:r w:rsidR="008C5C61" w:rsidRPr="004C3E92">
        <w:t>autre rien à dire</w:t>
      </w:r>
      <w:r>
        <w:t xml:space="preserve"> : </w:t>
      </w:r>
      <w:r w:rsidR="008C5C61" w:rsidRPr="004C3E92">
        <w:t>toi</w:t>
      </w:r>
      <w:r>
        <w:t xml:space="preserve">, </w:t>
      </w:r>
      <w:r w:rsidR="008C5C61" w:rsidRPr="004C3E92">
        <w:t>parce que tu ne communiques rien</w:t>
      </w:r>
      <w:r>
        <w:t xml:space="preserve">, </w:t>
      </w:r>
      <w:r w:rsidR="008C5C61" w:rsidRPr="004C3E92">
        <w:t>et moi</w:t>
      </w:r>
      <w:r>
        <w:t xml:space="preserve">, </w:t>
      </w:r>
      <w:r w:rsidR="008C5C61" w:rsidRPr="004C3E92">
        <w:t>parce que je ne cache rien</w:t>
      </w:r>
      <w:r>
        <w:t>.</w:t>
      </w:r>
    </w:p>
    <w:p w14:paraId="4EC8A004" w14:textId="77777777" w:rsidR="004A4993" w:rsidRDefault="008C5C61" w:rsidP="004A4993">
      <w:proofErr w:type="spellStart"/>
      <w:r w:rsidRPr="004C3E92">
        <w:t>Elinor</w:t>
      </w:r>
      <w:proofErr w:type="spellEnd"/>
      <w:r w:rsidR="004A4993">
        <w:t xml:space="preserve">, </w:t>
      </w:r>
      <w:r w:rsidRPr="004C3E92">
        <w:t>peinée de cette accusation de réserve chez elle-même</w:t>
      </w:r>
      <w:r w:rsidR="004A4993">
        <w:t xml:space="preserve">, </w:t>
      </w:r>
      <w:r w:rsidRPr="004C3E92">
        <w:t>qu</w:t>
      </w:r>
      <w:r w:rsidR="004A4993">
        <w:t>’</w:t>
      </w:r>
      <w:r w:rsidRPr="004C3E92">
        <w:t>elle n</w:t>
      </w:r>
      <w:r w:rsidR="004A4993">
        <w:t>’</w:t>
      </w:r>
      <w:r w:rsidRPr="004C3E92">
        <w:t>était pas libre de dissiper</w:t>
      </w:r>
      <w:r w:rsidR="004A4993">
        <w:t xml:space="preserve">, </w:t>
      </w:r>
      <w:r w:rsidRPr="004C3E92">
        <w:t>ne savait comment</w:t>
      </w:r>
      <w:r w:rsidR="004A4993">
        <w:t xml:space="preserve">, </w:t>
      </w:r>
      <w:r w:rsidRPr="004C3E92">
        <w:t>en des circonstances semblables</w:t>
      </w:r>
      <w:r w:rsidR="004A4993">
        <w:t xml:space="preserve">, </w:t>
      </w:r>
      <w:r w:rsidRPr="004C3E92">
        <w:t>pousser Marianne à plus de franchise</w:t>
      </w:r>
      <w:r w:rsidR="004A4993">
        <w:t>.</w:t>
      </w:r>
    </w:p>
    <w:p w14:paraId="49DA5D16" w14:textId="77777777" w:rsidR="004A4993" w:rsidRDefault="008C5C61" w:rsidP="004A4993">
      <w:r w:rsidRPr="004C3E92">
        <w:t>Mrs</w:t>
      </w:r>
      <w:r w:rsidR="004A4993">
        <w:t xml:space="preserve">. </w:t>
      </w:r>
      <w:r w:rsidRPr="004C3E92">
        <w:t>Jennings parut bientôt</w:t>
      </w:r>
      <w:r w:rsidR="004A4993">
        <w:t xml:space="preserve">, </w:t>
      </w:r>
      <w:r w:rsidRPr="004C3E92">
        <w:t>et le billet lui ayant été remis</w:t>
      </w:r>
      <w:r w:rsidR="004A4993">
        <w:t xml:space="preserve">, </w:t>
      </w:r>
      <w:r w:rsidRPr="004C3E92">
        <w:t>elle le lut à haute voix</w:t>
      </w:r>
      <w:r w:rsidR="004A4993">
        <w:t xml:space="preserve">. </w:t>
      </w:r>
      <w:r w:rsidRPr="004C3E92">
        <w:t>Il était de lady Middleton</w:t>
      </w:r>
      <w:r w:rsidR="004A4993">
        <w:t xml:space="preserve">, </w:t>
      </w:r>
      <w:r w:rsidRPr="004C3E92">
        <w:t>annonçant leur arrivée à Conduit Street la veille au soir</w:t>
      </w:r>
      <w:r w:rsidR="004A4993">
        <w:t xml:space="preserve">, </w:t>
      </w:r>
      <w:r w:rsidRPr="004C3E92">
        <w:t>et priant sa mère et ses cousines de passer la soirée du lendemain chez elle</w:t>
      </w:r>
      <w:r w:rsidR="004A4993">
        <w:t xml:space="preserve">. </w:t>
      </w:r>
      <w:r w:rsidRPr="004C3E92">
        <w:t>Les affaires de Sir John</w:t>
      </w:r>
      <w:r w:rsidR="004A4993">
        <w:t xml:space="preserve">, </w:t>
      </w:r>
      <w:r w:rsidRPr="004C3E92">
        <w:t>et</w:t>
      </w:r>
      <w:r w:rsidR="004A4993">
        <w:t xml:space="preserve">, </w:t>
      </w:r>
      <w:r w:rsidRPr="004C3E92">
        <w:t>quant à elle</w:t>
      </w:r>
      <w:r w:rsidR="004A4993">
        <w:t xml:space="preserve">, </w:t>
      </w:r>
      <w:r w:rsidRPr="004C3E92">
        <w:t>un rhume violent</w:t>
      </w:r>
      <w:r w:rsidR="004A4993">
        <w:t xml:space="preserve">, </w:t>
      </w:r>
      <w:r w:rsidRPr="004C3E92">
        <w:t>les e</w:t>
      </w:r>
      <w:r w:rsidRPr="004C3E92">
        <w:t>m</w:t>
      </w:r>
      <w:r w:rsidRPr="004C3E92">
        <w:t>pêchaient de passer ce jour-là à Berkeley Street</w:t>
      </w:r>
      <w:r w:rsidR="004A4993">
        <w:t xml:space="preserve">. </w:t>
      </w:r>
      <w:r w:rsidRPr="004C3E92">
        <w:t>L</w:t>
      </w:r>
      <w:r w:rsidR="004A4993">
        <w:t>’</w:t>
      </w:r>
      <w:r w:rsidRPr="004C3E92">
        <w:t>invitation fut acceptée</w:t>
      </w:r>
      <w:r w:rsidR="004A4993">
        <w:t xml:space="preserve"> ; </w:t>
      </w:r>
      <w:r w:rsidRPr="004C3E92">
        <w:t>mais quand s</w:t>
      </w:r>
      <w:r w:rsidR="004A4993">
        <w:t>’</w:t>
      </w:r>
      <w:r w:rsidRPr="004C3E92">
        <w:t>approcha l</w:t>
      </w:r>
      <w:r w:rsidR="004A4993">
        <w:t>’</w:t>
      </w:r>
      <w:r w:rsidRPr="004C3E92">
        <w:t>heure du rendez-vous</w:t>
      </w:r>
      <w:r w:rsidR="004A4993">
        <w:t xml:space="preserve">, </w:t>
      </w:r>
      <w:r w:rsidRPr="004C3E92">
        <w:t>bien que la civilité commune à l</w:t>
      </w:r>
      <w:r w:rsidR="004A4993">
        <w:t>’</w:t>
      </w:r>
      <w:r w:rsidRPr="004C3E92">
        <w:t>égard de Mrs</w:t>
      </w:r>
      <w:r w:rsidR="004A4993">
        <w:t xml:space="preserve">. </w:t>
      </w:r>
      <w:r w:rsidRPr="004C3E92">
        <w:t>Jennings exigeât qu</w:t>
      </w:r>
      <w:r w:rsidR="004A4993">
        <w:t>’</w:t>
      </w:r>
      <w:r w:rsidRPr="004C3E92">
        <w:t>elles l</w:t>
      </w:r>
      <w:r w:rsidR="004A4993">
        <w:t>’</w:t>
      </w:r>
      <w:r w:rsidRPr="004C3E92">
        <w:t>accompagnassent toutes les deux dans une pareille v</w:t>
      </w:r>
      <w:r w:rsidRPr="004C3E92">
        <w:t>i</w:t>
      </w:r>
      <w:r w:rsidRPr="004C3E92">
        <w:t>site</w:t>
      </w:r>
      <w:r w:rsidR="004A4993">
        <w:t xml:space="preserve">, </w:t>
      </w:r>
      <w:proofErr w:type="spellStart"/>
      <w:r w:rsidRPr="004C3E92">
        <w:t>Elinor</w:t>
      </w:r>
      <w:proofErr w:type="spellEnd"/>
      <w:r w:rsidRPr="004C3E92">
        <w:t xml:space="preserve"> </w:t>
      </w:r>
      <w:proofErr w:type="gramStart"/>
      <w:r w:rsidRPr="004C3E92">
        <w:t>eut</w:t>
      </w:r>
      <w:proofErr w:type="gramEnd"/>
      <w:r w:rsidRPr="004C3E92">
        <w:t xml:space="preserve"> quelque difficulté à persuader sa sœur de s</w:t>
      </w:r>
      <w:r w:rsidR="004A4993">
        <w:t>’</w:t>
      </w:r>
      <w:r w:rsidRPr="004C3E92">
        <w:t>y rendre</w:t>
      </w:r>
      <w:r w:rsidR="004A4993">
        <w:t xml:space="preserve">, </w:t>
      </w:r>
      <w:r w:rsidRPr="004C3E92">
        <w:t>car elle n</w:t>
      </w:r>
      <w:r w:rsidR="004A4993">
        <w:t>’</w:t>
      </w:r>
      <w:r w:rsidRPr="004C3E92">
        <w:t>avait toujours pas vu Willoughby</w:t>
      </w:r>
      <w:r w:rsidR="004A4993">
        <w:t xml:space="preserve">, </w:t>
      </w:r>
      <w:r w:rsidRPr="004C3E92">
        <w:t>et</w:t>
      </w:r>
      <w:r w:rsidR="004A4993">
        <w:t xml:space="preserve">, </w:t>
      </w:r>
      <w:r w:rsidRPr="004C3E92">
        <w:t>partant</w:t>
      </w:r>
      <w:r w:rsidR="004A4993">
        <w:t xml:space="preserve">, </w:t>
      </w:r>
      <w:r w:rsidRPr="004C3E92">
        <w:t>n</w:t>
      </w:r>
      <w:r w:rsidR="004A4993">
        <w:t>’</w:t>
      </w:r>
      <w:r w:rsidRPr="004C3E92">
        <w:t>était pas moins disposée à s</w:t>
      </w:r>
      <w:r w:rsidR="004A4993">
        <w:t>’</w:t>
      </w:r>
      <w:r w:rsidRPr="004C3E92">
        <w:t>amuser au dehors</w:t>
      </w:r>
      <w:r w:rsidR="004A4993">
        <w:t xml:space="preserve">, </w:t>
      </w:r>
      <w:r w:rsidRPr="004C3E92">
        <w:t>que peu dés</w:t>
      </w:r>
      <w:r w:rsidRPr="004C3E92">
        <w:t>i</w:t>
      </w:r>
      <w:r w:rsidRPr="004C3E92">
        <w:t>reuse de courir le risque de le laisser revenir en son absence</w:t>
      </w:r>
      <w:r w:rsidR="004A4993">
        <w:t>.</w:t>
      </w:r>
    </w:p>
    <w:p w14:paraId="6DBAF1FF" w14:textId="77777777" w:rsidR="004A4993" w:rsidRDefault="008C5C61" w:rsidP="004A4993">
      <w:proofErr w:type="spellStart"/>
      <w:r w:rsidRPr="004C3E92">
        <w:t>Elinor</w:t>
      </w:r>
      <w:proofErr w:type="spellEnd"/>
      <w:r w:rsidRPr="004C3E92">
        <w:t xml:space="preserve"> constata</w:t>
      </w:r>
      <w:r w:rsidR="004A4993">
        <w:t xml:space="preserve">, </w:t>
      </w:r>
      <w:r w:rsidRPr="004C3E92">
        <w:t>quand la soirée fut terminée</w:t>
      </w:r>
      <w:r w:rsidR="004A4993">
        <w:t xml:space="preserve">, </w:t>
      </w:r>
      <w:r w:rsidRPr="004C3E92">
        <w:t>que le temp</w:t>
      </w:r>
      <w:r w:rsidRPr="004C3E92">
        <w:t>é</w:t>
      </w:r>
      <w:r w:rsidRPr="004C3E92">
        <w:t>rament n</w:t>
      </w:r>
      <w:r w:rsidR="004A4993">
        <w:t>’</w:t>
      </w:r>
      <w:r w:rsidRPr="004C3E92">
        <w:t>est pas sensiblement modifié par un changement de résidence</w:t>
      </w:r>
      <w:r w:rsidR="004A4993">
        <w:t xml:space="preserve"> ; </w:t>
      </w:r>
      <w:r w:rsidRPr="004C3E92">
        <w:t>car</w:t>
      </w:r>
      <w:r w:rsidR="004A4993">
        <w:t xml:space="preserve">, </w:t>
      </w:r>
      <w:r w:rsidRPr="004C3E92">
        <w:t>bien qu</w:t>
      </w:r>
      <w:r w:rsidR="004A4993">
        <w:t>’</w:t>
      </w:r>
      <w:r w:rsidRPr="004C3E92">
        <w:t>il fût à peine installé à Londres</w:t>
      </w:r>
      <w:r w:rsidR="004A4993">
        <w:t xml:space="preserve">, </w:t>
      </w:r>
      <w:r w:rsidRPr="004C3E92">
        <w:t xml:space="preserve">Sir </w:t>
      </w:r>
      <w:r w:rsidRPr="004C3E92">
        <w:lastRenderedPageBreak/>
        <w:t>John était parvenu à réunir autour de lui près de vingt jeunes gens</w:t>
      </w:r>
      <w:r w:rsidR="004A4993">
        <w:t xml:space="preserve">, </w:t>
      </w:r>
      <w:r w:rsidRPr="004C3E92">
        <w:t>et à les amuser au moyen d</w:t>
      </w:r>
      <w:r w:rsidR="004A4993">
        <w:t>’</w:t>
      </w:r>
      <w:r w:rsidRPr="004C3E92">
        <w:t>un bal</w:t>
      </w:r>
      <w:r w:rsidR="004A4993">
        <w:t xml:space="preserve">. </w:t>
      </w:r>
      <w:r w:rsidRPr="004C3E92">
        <w:t>C</w:t>
      </w:r>
      <w:r w:rsidR="004A4993">
        <w:t>’</w:t>
      </w:r>
      <w:r w:rsidRPr="004C3E92">
        <w:t>était là une affaire qui n</w:t>
      </w:r>
      <w:r w:rsidR="004A4993">
        <w:t>’</w:t>
      </w:r>
      <w:r w:rsidRPr="004C3E92">
        <w:t>avait cependant pas l</w:t>
      </w:r>
      <w:r w:rsidR="004A4993">
        <w:t>’</w:t>
      </w:r>
      <w:r w:rsidRPr="004C3E92">
        <w:t>approbation de lady Middleton</w:t>
      </w:r>
      <w:r w:rsidR="004A4993">
        <w:t xml:space="preserve">. </w:t>
      </w:r>
      <w:r w:rsidRPr="004C3E92">
        <w:t>À la campagne</w:t>
      </w:r>
      <w:r w:rsidR="004A4993">
        <w:t xml:space="preserve">, </w:t>
      </w:r>
      <w:r w:rsidRPr="004C3E92">
        <w:t>une sauterie improvisée était fort admissible</w:t>
      </w:r>
      <w:r w:rsidR="004A4993">
        <w:t xml:space="preserve">, </w:t>
      </w:r>
      <w:r w:rsidRPr="004C3E92">
        <w:t>mais à Londres</w:t>
      </w:r>
      <w:r w:rsidR="004A4993">
        <w:t xml:space="preserve">, </w:t>
      </w:r>
      <w:r w:rsidRPr="004C3E92">
        <w:t>où la réputation d</w:t>
      </w:r>
      <w:r w:rsidR="004A4993">
        <w:t>’</w:t>
      </w:r>
      <w:r w:rsidRPr="004C3E92">
        <w:t>élégance était chose plus importante et moins facile à atteindre</w:t>
      </w:r>
      <w:r w:rsidR="004A4993">
        <w:t xml:space="preserve">, </w:t>
      </w:r>
      <w:r w:rsidRPr="004C3E92">
        <w:t>c</w:t>
      </w:r>
      <w:r w:rsidR="004A4993">
        <w:t>’</w:t>
      </w:r>
      <w:r w:rsidRPr="004C3E92">
        <w:t>était trop risquer</w:t>
      </w:r>
      <w:r w:rsidR="004A4993">
        <w:t xml:space="preserve">, </w:t>
      </w:r>
      <w:r w:rsidRPr="004C3E92">
        <w:t>pour le plaisir de quelques jeunes filles</w:t>
      </w:r>
      <w:r w:rsidR="004A4993">
        <w:t xml:space="preserve">, </w:t>
      </w:r>
      <w:r w:rsidRPr="004C3E92">
        <w:t>de répandre le bruit que lady Middleton avait do</w:t>
      </w:r>
      <w:r w:rsidRPr="004C3E92">
        <w:t>n</w:t>
      </w:r>
      <w:r w:rsidRPr="004C3E92">
        <w:t>né une petite sauterie de huit ou neuf couples</w:t>
      </w:r>
      <w:r w:rsidR="004A4993">
        <w:t xml:space="preserve">, </w:t>
      </w:r>
      <w:r w:rsidRPr="004C3E92">
        <w:t>avec deux vi</w:t>
      </w:r>
      <w:r w:rsidRPr="004C3E92">
        <w:t>o</w:t>
      </w:r>
      <w:r w:rsidRPr="004C3E92">
        <w:t>lons</w:t>
      </w:r>
      <w:r w:rsidR="004A4993">
        <w:t xml:space="preserve">, </w:t>
      </w:r>
      <w:r w:rsidRPr="004C3E92">
        <w:t>et une simple collation disposée sur le buffet</w:t>
      </w:r>
      <w:r w:rsidR="004A4993">
        <w:t>.</w:t>
      </w:r>
    </w:p>
    <w:p w14:paraId="102F9010" w14:textId="77777777" w:rsidR="004A4993" w:rsidRDefault="008C5C61" w:rsidP="004A4993">
      <w:r w:rsidRPr="004C3E92">
        <w:t>Mr</w:t>
      </w:r>
      <w:r w:rsidR="004A4993">
        <w:t xml:space="preserve">. </w:t>
      </w:r>
      <w:r w:rsidRPr="004C3E92">
        <w:t>et Mrs</w:t>
      </w:r>
      <w:r w:rsidR="004A4993">
        <w:t xml:space="preserve">. </w:t>
      </w:r>
      <w:r w:rsidRPr="004C3E92">
        <w:t>Palmer étaient au nombre des invités</w:t>
      </w:r>
      <w:r w:rsidR="004A4993">
        <w:t xml:space="preserve"> ; </w:t>
      </w:r>
      <w:r w:rsidRPr="004C3E92">
        <w:t>en ce qui concerne celui-là</w:t>
      </w:r>
      <w:r w:rsidR="004A4993">
        <w:t xml:space="preserve">, </w:t>
      </w:r>
      <w:r w:rsidRPr="004C3E92">
        <w:t>qu</w:t>
      </w:r>
      <w:r w:rsidR="004A4993">
        <w:t>’</w:t>
      </w:r>
      <w:r w:rsidRPr="004C3E92">
        <w:t>ils n</w:t>
      </w:r>
      <w:r w:rsidR="004A4993">
        <w:t>’</w:t>
      </w:r>
      <w:r w:rsidRPr="004C3E92">
        <w:t>avaient pas encore vu depuis leur arrivée à Londres</w:t>
      </w:r>
      <w:r w:rsidR="004A4993">
        <w:t xml:space="preserve">, – </w:t>
      </w:r>
      <w:r w:rsidRPr="004C3E92">
        <w:t>car il avait soin d</w:t>
      </w:r>
      <w:r w:rsidR="004A4993">
        <w:t>’</w:t>
      </w:r>
      <w:r w:rsidRPr="004C3E92">
        <w:t>éviter l</w:t>
      </w:r>
      <w:r w:rsidR="004A4993">
        <w:t>’</w:t>
      </w:r>
      <w:r w:rsidRPr="004C3E92">
        <w:t>apparence de to</w:t>
      </w:r>
      <w:r w:rsidRPr="004C3E92">
        <w:t>u</w:t>
      </w:r>
      <w:r w:rsidRPr="004C3E92">
        <w:t>te attention envers sa belle-mère</w:t>
      </w:r>
      <w:r w:rsidR="004A4993">
        <w:t xml:space="preserve">, </w:t>
      </w:r>
      <w:r w:rsidRPr="004C3E92">
        <w:t>et</w:t>
      </w:r>
      <w:r w:rsidR="004A4993">
        <w:t xml:space="preserve">, </w:t>
      </w:r>
      <w:r w:rsidRPr="004C3E92">
        <w:t>partant</w:t>
      </w:r>
      <w:r w:rsidR="004A4993">
        <w:t xml:space="preserve">, </w:t>
      </w:r>
      <w:r w:rsidRPr="004C3E92">
        <w:t>ne s</w:t>
      </w:r>
      <w:r w:rsidR="004A4993">
        <w:t>’</w:t>
      </w:r>
      <w:r w:rsidRPr="004C3E92">
        <w:t>approchait jamais d</w:t>
      </w:r>
      <w:r w:rsidR="004A4993">
        <w:t>’</w:t>
      </w:r>
      <w:r w:rsidRPr="004C3E92">
        <w:t>elle</w:t>
      </w:r>
      <w:r w:rsidR="004A4993">
        <w:t xml:space="preserve">, – </w:t>
      </w:r>
      <w:r w:rsidRPr="004C3E92">
        <w:t>ils n</w:t>
      </w:r>
      <w:r w:rsidR="004A4993">
        <w:t>’</w:t>
      </w:r>
      <w:r w:rsidRPr="004C3E92">
        <w:t>en reçurent aucun signe de reconnaissance lors de leur entrée</w:t>
      </w:r>
      <w:r w:rsidR="004A4993">
        <w:t xml:space="preserve">. </w:t>
      </w:r>
      <w:r w:rsidRPr="004C3E92">
        <w:t>Il les regarda à peine</w:t>
      </w:r>
      <w:r w:rsidR="004A4993">
        <w:t xml:space="preserve">, </w:t>
      </w:r>
      <w:r w:rsidRPr="004C3E92">
        <w:t>sans paraître savoir qui elles étaient</w:t>
      </w:r>
      <w:r w:rsidR="004A4993">
        <w:t xml:space="preserve">, </w:t>
      </w:r>
      <w:r w:rsidRPr="004C3E92">
        <w:t>et se contenta d</w:t>
      </w:r>
      <w:r w:rsidR="004A4993">
        <w:t>’</w:t>
      </w:r>
      <w:r w:rsidRPr="004C3E92">
        <w:t>adresser un signe de tête à Mrs</w:t>
      </w:r>
      <w:r w:rsidR="004A4993">
        <w:t xml:space="preserve">. </w:t>
      </w:r>
      <w:r w:rsidRPr="004C3E92">
        <w:t>Jennings</w:t>
      </w:r>
      <w:r w:rsidR="004A4993">
        <w:t xml:space="preserve">, </w:t>
      </w:r>
      <w:r w:rsidRPr="004C3E92">
        <w:t>de l</w:t>
      </w:r>
      <w:r w:rsidR="004A4993">
        <w:t>’</w:t>
      </w:r>
      <w:r w:rsidRPr="004C3E92">
        <w:t>autre côté de la pièce</w:t>
      </w:r>
      <w:r w:rsidR="004A4993">
        <w:t xml:space="preserve">. </w:t>
      </w:r>
      <w:r w:rsidRPr="004C3E92">
        <w:t>Marianne jeta un coup d</w:t>
      </w:r>
      <w:r w:rsidR="004A4993">
        <w:t>’</w:t>
      </w:r>
      <w:r w:rsidRPr="004C3E92">
        <w:t>œil circulaire par le salon lorsqu</w:t>
      </w:r>
      <w:r w:rsidR="004A4993">
        <w:t>’</w:t>
      </w:r>
      <w:r w:rsidRPr="004C3E92">
        <w:t>elle y entra</w:t>
      </w:r>
      <w:r w:rsidR="004A4993">
        <w:t xml:space="preserve"> ; </w:t>
      </w:r>
      <w:r w:rsidRPr="004C3E92">
        <w:t>il suffisait</w:t>
      </w:r>
      <w:r w:rsidR="004A4993">
        <w:t xml:space="preserve"> : </w:t>
      </w:r>
      <w:r w:rsidRPr="004C3E92">
        <w:rPr>
          <w:i/>
          <w:iCs/>
        </w:rPr>
        <w:t>il</w:t>
      </w:r>
      <w:r w:rsidRPr="004C3E92">
        <w:t xml:space="preserve"> n</w:t>
      </w:r>
      <w:r w:rsidR="004A4993">
        <w:t>’</w:t>
      </w:r>
      <w:r w:rsidRPr="004C3E92">
        <w:t>était pas là</w:t>
      </w:r>
      <w:r w:rsidR="004A4993">
        <w:t xml:space="preserve">, </w:t>
      </w:r>
      <w:r w:rsidRPr="004C3E92">
        <w:t>et elle s</w:t>
      </w:r>
      <w:r w:rsidR="004A4993">
        <w:t>’</w:t>
      </w:r>
      <w:r w:rsidRPr="004C3E92">
        <w:t>assit</w:t>
      </w:r>
      <w:r w:rsidR="004A4993">
        <w:t xml:space="preserve">, </w:t>
      </w:r>
      <w:r w:rsidRPr="004C3E92">
        <w:t>aussi peu disposée à recevoir qu</w:t>
      </w:r>
      <w:r w:rsidR="004A4993">
        <w:t>’</w:t>
      </w:r>
      <w:r w:rsidRPr="004C3E92">
        <w:t>à communiquer du plaisir</w:t>
      </w:r>
      <w:r w:rsidR="004A4993">
        <w:t xml:space="preserve">. </w:t>
      </w:r>
      <w:r w:rsidRPr="004C3E92">
        <w:t>Après qu</w:t>
      </w:r>
      <w:r w:rsidR="004A4993">
        <w:t>’</w:t>
      </w:r>
      <w:r w:rsidRPr="004C3E92">
        <w:t>ils eurent été réunis environ une heure</w:t>
      </w:r>
      <w:r w:rsidR="004A4993">
        <w:t xml:space="preserve">, </w:t>
      </w:r>
      <w:r w:rsidRPr="004C3E92">
        <w:t>Mr</w:t>
      </w:r>
      <w:r w:rsidR="004A4993">
        <w:t xml:space="preserve">. </w:t>
      </w:r>
      <w:r w:rsidRPr="004C3E92">
        <w:t>Palmer s</w:t>
      </w:r>
      <w:r w:rsidR="004A4993">
        <w:t>’</w:t>
      </w:r>
      <w:r w:rsidRPr="004C3E92">
        <w:t>approcha négligemment des demoise</w:t>
      </w:r>
      <w:r w:rsidRPr="004C3E92">
        <w:t>l</w:t>
      </w:r>
      <w:r w:rsidRPr="004C3E92">
        <w:t xml:space="preserve">les </w:t>
      </w:r>
      <w:proofErr w:type="spellStart"/>
      <w:r w:rsidRPr="004C3E92">
        <w:t>Dashwood</w:t>
      </w:r>
      <w:proofErr w:type="spellEnd"/>
      <w:r w:rsidRPr="004C3E92">
        <w:t xml:space="preserve"> afin d</w:t>
      </w:r>
      <w:r w:rsidR="004A4993">
        <w:t>’</w:t>
      </w:r>
      <w:r w:rsidRPr="004C3E92">
        <w:t>exprimer sa surprise de les voir à Londres</w:t>
      </w:r>
      <w:r w:rsidR="004A4993">
        <w:t xml:space="preserve">, </w:t>
      </w:r>
      <w:r w:rsidRPr="004C3E92">
        <w:t>bien que le colonel Brandon eût été informé chez lui de leur a</w:t>
      </w:r>
      <w:r w:rsidRPr="004C3E92">
        <w:t>r</w:t>
      </w:r>
      <w:r w:rsidRPr="004C3E92">
        <w:t>rivée</w:t>
      </w:r>
      <w:r w:rsidR="004A4993">
        <w:t xml:space="preserve">, </w:t>
      </w:r>
      <w:r w:rsidRPr="004C3E92">
        <w:t>et qu</w:t>
      </w:r>
      <w:r w:rsidR="004A4993">
        <w:t>’</w:t>
      </w:r>
      <w:r w:rsidRPr="004C3E92">
        <w:t>il eût dit lui-même quelque chose de fort cocasse en apprenant qu</w:t>
      </w:r>
      <w:r w:rsidR="004A4993">
        <w:t>’</w:t>
      </w:r>
      <w:r w:rsidRPr="004C3E92">
        <w:t>elles devaient venir</w:t>
      </w:r>
      <w:r w:rsidR="004A4993">
        <w:t>.</w:t>
      </w:r>
    </w:p>
    <w:p w14:paraId="6F7C32DB" w14:textId="77777777" w:rsidR="004A4993" w:rsidRDefault="004A4993" w:rsidP="004A4993">
      <w:r>
        <w:t>— </w:t>
      </w:r>
      <w:r w:rsidR="008C5C61" w:rsidRPr="004C3E92">
        <w:t>Je vous croyais toutes les deux dans le Devonshire</w:t>
      </w:r>
      <w:r>
        <w:t xml:space="preserve">, </w:t>
      </w:r>
      <w:r w:rsidR="008C5C61" w:rsidRPr="004C3E92">
        <w:t>dit-il</w:t>
      </w:r>
      <w:r>
        <w:t>.</w:t>
      </w:r>
    </w:p>
    <w:p w14:paraId="4BC441BB" w14:textId="77777777" w:rsidR="004A4993" w:rsidRDefault="004A4993" w:rsidP="004A4993">
      <w:r>
        <w:t>— </w:t>
      </w:r>
      <w:r w:rsidR="008C5C61" w:rsidRPr="004C3E92">
        <w:t>Vraiment</w:t>
      </w:r>
      <w:r>
        <w:t xml:space="preserve"> ? </w:t>
      </w:r>
      <w:r w:rsidR="008C5C61" w:rsidRPr="004C3E92">
        <w:t xml:space="preserve">répondit </w:t>
      </w:r>
      <w:proofErr w:type="spellStart"/>
      <w:r w:rsidR="008C5C61" w:rsidRPr="004C3E92">
        <w:t>Elinor</w:t>
      </w:r>
      <w:proofErr w:type="spellEnd"/>
      <w:r>
        <w:t>.</w:t>
      </w:r>
    </w:p>
    <w:p w14:paraId="6C790F59" w14:textId="77777777" w:rsidR="004A4993" w:rsidRDefault="004A4993" w:rsidP="004A4993">
      <w:r>
        <w:t>— </w:t>
      </w:r>
      <w:r w:rsidR="008C5C61" w:rsidRPr="004C3E92">
        <w:t>Quand y retournez-vous</w:t>
      </w:r>
      <w:r>
        <w:t> ?</w:t>
      </w:r>
    </w:p>
    <w:p w14:paraId="13E1F4A2" w14:textId="77777777" w:rsidR="004A4993" w:rsidRDefault="004A4993" w:rsidP="004A4993">
      <w:r>
        <w:lastRenderedPageBreak/>
        <w:t>— </w:t>
      </w:r>
      <w:r w:rsidR="008C5C61" w:rsidRPr="004C3E92">
        <w:t>Je n</w:t>
      </w:r>
      <w:r>
        <w:t>’</w:t>
      </w:r>
      <w:r w:rsidR="008C5C61" w:rsidRPr="004C3E92">
        <w:t>en sais rien</w:t>
      </w:r>
      <w:r>
        <w:t xml:space="preserve">. </w:t>
      </w:r>
      <w:r w:rsidR="008C5C61" w:rsidRPr="004C3E92">
        <w:t>Et c</w:t>
      </w:r>
      <w:r>
        <w:t>’</w:t>
      </w:r>
      <w:r w:rsidR="008C5C61" w:rsidRPr="004C3E92">
        <w:t>est ainsi que se termina leur entr</w:t>
      </w:r>
      <w:r w:rsidR="008C5C61" w:rsidRPr="004C3E92">
        <w:t>e</w:t>
      </w:r>
      <w:r w:rsidR="008C5C61" w:rsidRPr="004C3E92">
        <w:t>tien</w:t>
      </w:r>
      <w:r>
        <w:t>.</w:t>
      </w:r>
    </w:p>
    <w:p w14:paraId="6E30CE2F" w14:textId="77777777" w:rsidR="004A4993" w:rsidRDefault="008C5C61" w:rsidP="004A4993">
      <w:r w:rsidRPr="004C3E92">
        <w:t>Marianne n</w:t>
      </w:r>
      <w:r w:rsidR="004A4993">
        <w:t>’</w:t>
      </w:r>
      <w:r w:rsidRPr="004C3E92">
        <w:t>avait</w:t>
      </w:r>
      <w:r w:rsidR="004A4993">
        <w:t xml:space="preserve">, </w:t>
      </w:r>
      <w:r w:rsidRPr="004C3E92">
        <w:t>de sa vie</w:t>
      </w:r>
      <w:r w:rsidR="004A4993">
        <w:t xml:space="preserve">, </w:t>
      </w:r>
      <w:r w:rsidRPr="004C3E92">
        <w:t>été aussi peu disposée à danser que ce soir-là</w:t>
      </w:r>
      <w:r w:rsidR="004A4993">
        <w:t xml:space="preserve">, </w:t>
      </w:r>
      <w:r w:rsidRPr="004C3E92">
        <w:t>et cet exercice ne lui avait jamais causé tant de f</w:t>
      </w:r>
      <w:r w:rsidRPr="004C3E92">
        <w:t>a</w:t>
      </w:r>
      <w:r w:rsidRPr="004C3E92">
        <w:t>tigue</w:t>
      </w:r>
      <w:r w:rsidR="004A4993">
        <w:t xml:space="preserve">. </w:t>
      </w:r>
      <w:r w:rsidRPr="004C3E92">
        <w:t>Elle s</w:t>
      </w:r>
      <w:r w:rsidR="004A4993">
        <w:t>’</w:t>
      </w:r>
      <w:r w:rsidRPr="004C3E92">
        <w:t>en plaignit lorsqu</w:t>
      </w:r>
      <w:r w:rsidR="004A4993">
        <w:t>’</w:t>
      </w:r>
      <w:r w:rsidRPr="004C3E92">
        <w:t>elle retourna à Berkeley Street</w:t>
      </w:r>
      <w:r w:rsidR="004A4993">
        <w:t>.</w:t>
      </w:r>
    </w:p>
    <w:p w14:paraId="2957F351" w14:textId="77777777" w:rsidR="004A4993" w:rsidRDefault="004A4993" w:rsidP="004A4993">
      <w:r>
        <w:t>— </w:t>
      </w:r>
      <w:r w:rsidR="008C5C61" w:rsidRPr="004C3E92">
        <w:t>Oui-</w:t>
      </w:r>
      <w:proofErr w:type="spellStart"/>
      <w:r w:rsidR="008C5C61" w:rsidRPr="004C3E92">
        <w:t>dà</w:t>
      </w:r>
      <w:proofErr w:type="spellEnd"/>
      <w:r>
        <w:t xml:space="preserve">, </w:t>
      </w:r>
      <w:r w:rsidR="008C5C61" w:rsidRPr="004C3E92">
        <w:t>dit Mrs</w:t>
      </w:r>
      <w:r>
        <w:t xml:space="preserve">. </w:t>
      </w:r>
      <w:r w:rsidR="008C5C61" w:rsidRPr="004C3E92">
        <w:t>Jennings</w:t>
      </w:r>
      <w:r>
        <w:t xml:space="preserve">, </w:t>
      </w:r>
      <w:r w:rsidR="008C5C61" w:rsidRPr="004C3E92">
        <w:t>nous connaissons fort bien la raison de tout ça</w:t>
      </w:r>
      <w:r>
        <w:t xml:space="preserve"> : </w:t>
      </w:r>
      <w:r w:rsidR="008C5C61" w:rsidRPr="004C3E92">
        <w:t>si une certaine personne</w:t>
      </w:r>
      <w:r>
        <w:t xml:space="preserve">, </w:t>
      </w:r>
      <w:r w:rsidR="008C5C61" w:rsidRPr="004C3E92">
        <w:t>que nous ne no</w:t>
      </w:r>
      <w:r w:rsidR="008C5C61" w:rsidRPr="004C3E92">
        <w:t>m</w:t>
      </w:r>
      <w:r w:rsidR="008C5C61" w:rsidRPr="004C3E92">
        <w:t>merons pas</w:t>
      </w:r>
      <w:r>
        <w:t xml:space="preserve">, </w:t>
      </w:r>
      <w:r w:rsidR="008C5C61" w:rsidRPr="004C3E92">
        <w:t>avait été là</w:t>
      </w:r>
      <w:r>
        <w:t xml:space="preserve">, </w:t>
      </w:r>
      <w:r w:rsidR="008C5C61" w:rsidRPr="004C3E92">
        <w:t>vous n</w:t>
      </w:r>
      <w:r>
        <w:t>’</w:t>
      </w:r>
      <w:r w:rsidR="008C5C61" w:rsidRPr="004C3E92">
        <w:t>auriez pas été le moins du mo</w:t>
      </w:r>
      <w:r w:rsidR="008C5C61" w:rsidRPr="004C3E92">
        <w:t>n</w:t>
      </w:r>
      <w:r w:rsidR="008C5C61" w:rsidRPr="004C3E92">
        <w:t>de fatiguée</w:t>
      </w:r>
      <w:r>
        <w:t xml:space="preserve">, </w:t>
      </w:r>
      <w:r w:rsidR="008C5C61" w:rsidRPr="004C3E92">
        <w:t>et</w:t>
      </w:r>
      <w:r>
        <w:t xml:space="preserve">, </w:t>
      </w:r>
      <w:r w:rsidR="008C5C61" w:rsidRPr="004C3E92">
        <w:t>à dire vrai</w:t>
      </w:r>
      <w:r>
        <w:t xml:space="preserve">, </w:t>
      </w:r>
      <w:r w:rsidR="008C5C61" w:rsidRPr="004C3E92">
        <w:t>ce n</w:t>
      </w:r>
      <w:r>
        <w:t>’</w:t>
      </w:r>
      <w:r w:rsidR="008C5C61" w:rsidRPr="004C3E92">
        <w:t>a pas été bien joli de sa part de ne pas vous y rencontrer</w:t>
      </w:r>
      <w:r>
        <w:t xml:space="preserve">, </w:t>
      </w:r>
      <w:r w:rsidR="008C5C61" w:rsidRPr="004C3E92">
        <w:t>alors qu</w:t>
      </w:r>
      <w:r>
        <w:t>’</w:t>
      </w:r>
      <w:r w:rsidR="008C5C61" w:rsidRPr="004C3E92">
        <w:t>il était invité</w:t>
      </w:r>
      <w:r>
        <w:t>.</w:t>
      </w:r>
    </w:p>
    <w:p w14:paraId="591CA2A9" w14:textId="77777777" w:rsidR="004A4993" w:rsidRDefault="004A4993" w:rsidP="004A4993">
      <w:r>
        <w:t>— </w:t>
      </w:r>
      <w:r w:rsidR="008C5C61" w:rsidRPr="004C3E92">
        <w:t>Invité</w:t>
      </w:r>
      <w:r>
        <w:t xml:space="preserve"> ! </w:t>
      </w:r>
      <w:r w:rsidR="008C5C61" w:rsidRPr="004C3E92">
        <w:t>s</w:t>
      </w:r>
      <w:r>
        <w:t>’</w:t>
      </w:r>
      <w:r w:rsidR="008C5C61" w:rsidRPr="004C3E92">
        <w:t>écria Marianne</w:t>
      </w:r>
      <w:r>
        <w:t>.</w:t>
      </w:r>
    </w:p>
    <w:p w14:paraId="1CD3EDAB" w14:textId="77777777" w:rsidR="004A4993" w:rsidRDefault="004A4993" w:rsidP="004A4993">
      <w:r>
        <w:t>— </w:t>
      </w:r>
      <w:r w:rsidR="008C5C61" w:rsidRPr="004C3E92">
        <w:t>C</w:t>
      </w:r>
      <w:r>
        <w:t>’</w:t>
      </w:r>
      <w:r w:rsidR="008C5C61" w:rsidRPr="004C3E92">
        <w:t>est ce que m</w:t>
      </w:r>
      <w:r>
        <w:t>’</w:t>
      </w:r>
      <w:r w:rsidR="008C5C61" w:rsidRPr="004C3E92">
        <w:t>a dit ma fille Middleton</w:t>
      </w:r>
      <w:r>
        <w:t xml:space="preserve">, </w:t>
      </w:r>
      <w:r w:rsidR="008C5C61" w:rsidRPr="004C3E92">
        <w:t>car il paraît que Sir John l</w:t>
      </w:r>
      <w:r>
        <w:t>’</w:t>
      </w:r>
      <w:r w:rsidR="008C5C61" w:rsidRPr="004C3E92">
        <w:t>a rencontré quelque part dans la rue</w:t>
      </w:r>
      <w:r>
        <w:t xml:space="preserve">, </w:t>
      </w:r>
      <w:r w:rsidR="008C5C61" w:rsidRPr="004C3E92">
        <w:t>ce matin</w:t>
      </w:r>
      <w:r>
        <w:t>.</w:t>
      </w:r>
    </w:p>
    <w:p w14:paraId="15C843D9" w14:textId="77777777" w:rsidR="004A4993" w:rsidRDefault="008C5C61" w:rsidP="004A4993">
      <w:r w:rsidRPr="004C3E92">
        <w:t>Marianne ne dit plus rien</w:t>
      </w:r>
      <w:r w:rsidR="004A4993">
        <w:t xml:space="preserve">, </w:t>
      </w:r>
      <w:r w:rsidRPr="004C3E92">
        <w:t>mais prit un air extrêmement blessé</w:t>
      </w:r>
      <w:r w:rsidR="004A4993">
        <w:t xml:space="preserve">. </w:t>
      </w:r>
      <w:r w:rsidRPr="004C3E92">
        <w:t>Impatiente</w:t>
      </w:r>
      <w:r w:rsidR="004A4993">
        <w:t xml:space="preserve">, </w:t>
      </w:r>
      <w:r w:rsidRPr="004C3E92">
        <w:t>dans cette situation</w:t>
      </w:r>
      <w:r w:rsidR="004A4993">
        <w:t xml:space="preserve">, </w:t>
      </w:r>
      <w:r w:rsidRPr="004C3E92">
        <w:t>de faire quelque chose qui pût conduire au soulagement de sa sœur</w:t>
      </w:r>
      <w:r w:rsidR="004A4993">
        <w:t xml:space="preserve">, </w:t>
      </w:r>
      <w:proofErr w:type="spellStart"/>
      <w:r w:rsidRPr="004C3E92">
        <w:t>Elinor</w:t>
      </w:r>
      <w:proofErr w:type="spellEnd"/>
      <w:r w:rsidRPr="004C3E92">
        <w:t xml:space="preserve"> résolut d</w:t>
      </w:r>
      <w:r w:rsidR="004A4993">
        <w:t>’</w:t>
      </w:r>
      <w:r w:rsidRPr="004C3E92">
        <w:t>écrire le lendemain matin à sa mère</w:t>
      </w:r>
      <w:r w:rsidR="004A4993">
        <w:t xml:space="preserve">, </w:t>
      </w:r>
      <w:r w:rsidRPr="004C3E92">
        <w:t>et espérait</w:t>
      </w:r>
      <w:r w:rsidR="004A4993">
        <w:t xml:space="preserve">, </w:t>
      </w:r>
      <w:r w:rsidRPr="004C3E92">
        <w:t>en suscitant ses craintes au sujet de la santé de Marianne</w:t>
      </w:r>
      <w:r w:rsidR="004A4993">
        <w:t xml:space="preserve">, </w:t>
      </w:r>
      <w:r w:rsidRPr="004C3E92">
        <w:t>provoquer ces i</w:t>
      </w:r>
      <w:r w:rsidRPr="004C3E92">
        <w:t>n</w:t>
      </w:r>
      <w:r w:rsidRPr="004C3E92">
        <w:t>terrogations qui avaient été trop longtemps retardées</w:t>
      </w:r>
      <w:r w:rsidR="004A4993">
        <w:t xml:space="preserve"> ; </w:t>
      </w:r>
      <w:r w:rsidRPr="004C3E92">
        <w:t>et elle fut encore plus ardemment poussée à ce projet en s</w:t>
      </w:r>
      <w:r w:rsidR="004A4993">
        <w:t>’</w:t>
      </w:r>
      <w:r w:rsidRPr="004C3E92">
        <w:t>apercevant</w:t>
      </w:r>
      <w:r w:rsidR="004A4993">
        <w:t xml:space="preserve">, </w:t>
      </w:r>
      <w:r w:rsidRPr="004C3E92">
        <w:t>après le premier déjeuner du lendemain</w:t>
      </w:r>
      <w:r w:rsidR="004A4993">
        <w:t xml:space="preserve">, </w:t>
      </w:r>
      <w:r w:rsidRPr="004C3E92">
        <w:t>que Marianne écrivait de nouveau à Willoughby</w:t>
      </w:r>
      <w:r w:rsidR="004A4993">
        <w:t xml:space="preserve">, </w:t>
      </w:r>
      <w:r w:rsidRPr="004C3E92">
        <w:t>car elle ne pouvait supposer que ce fût à quelque autre personne</w:t>
      </w:r>
      <w:r w:rsidR="004A4993">
        <w:t>.</w:t>
      </w:r>
    </w:p>
    <w:p w14:paraId="24AB974B" w14:textId="77777777" w:rsidR="004A4993" w:rsidRDefault="008C5C61" w:rsidP="004A4993">
      <w:r w:rsidRPr="004C3E92">
        <w:t>Vers le milieu de la journée</w:t>
      </w:r>
      <w:r w:rsidR="004A4993">
        <w:t xml:space="preserve">, </w:t>
      </w:r>
      <w:r w:rsidRPr="004C3E92">
        <w:t>Mrs</w:t>
      </w:r>
      <w:r w:rsidR="004A4993">
        <w:t xml:space="preserve">. </w:t>
      </w:r>
      <w:r w:rsidRPr="004C3E92">
        <w:t>Jennings sortit seule pour vaquer à ses affaires</w:t>
      </w:r>
      <w:r w:rsidR="004A4993">
        <w:t xml:space="preserve">, </w:t>
      </w:r>
      <w:r w:rsidRPr="004C3E92">
        <w:t xml:space="preserve">et </w:t>
      </w:r>
      <w:proofErr w:type="spellStart"/>
      <w:r w:rsidRPr="004C3E92">
        <w:t>Elinor</w:t>
      </w:r>
      <w:proofErr w:type="spellEnd"/>
      <w:r w:rsidRPr="004C3E92">
        <w:t xml:space="preserve"> commença aussitôt sa le</w:t>
      </w:r>
      <w:r w:rsidRPr="004C3E92">
        <w:t>t</w:t>
      </w:r>
      <w:r w:rsidRPr="004C3E92">
        <w:t>tre</w:t>
      </w:r>
      <w:r w:rsidR="004A4993">
        <w:t xml:space="preserve">, </w:t>
      </w:r>
      <w:r w:rsidRPr="004C3E92">
        <w:t>cependant que Marianne</w:t>
      </w:r>
      <w:r w:rsidR="004A4993">
        <w:t xml:space="preserve">, </w:t>
      </w:r>
      <w:r w:rsidRPr="004C3E92">
        <w:t>trop agitée pour s</w:t>
      </w:r>
      <w:r w:rsidR="004A4993">
        <w:t>’</w:t>
      </w:r>
      <w:r w:rsidRPr="004C3E92">
        <w:t>occuper</w:t>
      </w:r>
      <w:r w:rsidR="004A4993">
        <w:t xml:space="preserve">, </w:t>
      </w:r>
      <w:r w:rsidRPr="004C3E92">
        <w:t>trop inquiète pour causer</w:t>
      </w:r>
      <w:r w:rsidR="004A4993">
        <w:t xml:space="preserve">, </w:t>
      </w:r>
      <w:r w:rsidRPr="004C3E92">
        <w:t>allait d</w:t>
      </w:r>
      <w:r w:rsidR="004A4993">
        <w:t>’</w:t>
      </w:r>
      <w:r w:rsidRPr="004C3E92">
        <w:t>une fenêtre à l</w:t>
      </w:r>
      <w:r w:rsidR="004A4993">
        <w:t>’</w:t>
      </w:r>
      <w:r w:rsidRPr="004C3E92">
        <w:t>autre</w:t>
      </w:r>
      <w:r w:rsidR="004A4993">
        <w:t xml:space="preserve">, </w:t>
      </w:r>
      <w:r w:rsidRPr="004C3E92">
        <w:t>ou s</w:t>
      </w:r>
      <w:r w:rsidR="004A4993">
        <w:t>’</w:t>
      </w:r>
      <w:r w:rsidRPr="004C3E92">
        <w:t>asseyait auprès du feu dans une méditation mélancolique</w:t>
      </w:r>
      <w:r w:rsidR="004A4993">
        <w:t xml:space="preserve">. </w:t>
      </w:r>
      <w:proofErr w:type="spellStart"/>
      <w:r w:rsidRPr="004C3E92">
        <w:t>Elinor</w:t>
      </w:r>
      <w:proofErr w:type="spellEnd"/>
      <w:r w:rsidRPr="004C3E92">
        <w:t xml:space="preserve"> fut très pressante dans sa démarche auprès de sa mère</w:t>
      </w:r>
      <w:r w:rsidR="004A4993">
        <w:t xml:space="preserve">, </w:t>
      </w:r>
      <w:r w:rsidRPr="004C3E92">
        <w:lastRenderedPageBreak/>
        <w:t>contant tout ce qui s</w:t>
      </w:r>
      <w:r w:rsidR="004A4993">
        <w:t>’</w:t>
      </w:r>
      <w:r w:rsidRPr="004C3E92">
        <w:t>était passé</w:t>
      </w:r>
      <w:r w:rsidR="004A4993">
        <w:t xml:space="preserve">, </w:t>
      </w:r>
      <w:r w:rsidRPr="004C3E92">
        <w:t>ses soupçons au sujet de l</w:t>
      </w:r>
      <w:r w:rsidR="004A4993">
        <w:t>’</w:t>
      </w:r>
      <w:r w:rsidRPr="004C3E92">
        <w:t>inconstance de Wi</w:t>
      </w:r>
      <w:r w:rsidRPr="004C3E92">
        <w:t>l</w:t>
      </w:r>
      <w:r w:rsidRPr="004C3E92">
        <w:t>loughby</w:t>
      </w:r>
      <w:r w:rsidR="004A4993">
        <w:t xml:space="preserve">, </w:t>
      </w:r>
      <w:r w:rsidRPr="004C3E92">
        <w:t>et la poussant</w:t>
      </w:r>
      <w:r w:rsidR="004A4993">
        <w:t xml:space="preserve">, </w:t>
      </w:r>
      <w:r w:rsidRPr="004C3E92">
        <w:t>par tous les arguments du devoir et de l</w:t>
      </w:r>
      <w:r w:rsidR="004A4993">
        <w:t>’</w:t>
      </w:r>
      <w:r w:rsidRPr="004C3E92">
        <w:t>affection</w:t>
      </w:r>
      <w:r w:rsidR="004A4993">
        <w:t xml:space="preserve">, </w:t>
      </w:r>
      <w:r w:rsidRPr="004C3E92">
        <w:t>à exiger de Marianne un compte rendu de sa situ</w:t>
      </w:r>
      <w:r w:rsidRPr="004C3E92">
        <w:t>a</w:t>
      </w:r>
      <w:r w:rsidRPr="004C3E92">
        <w:t>tion véritable par rapport à lui</w:t>
      </w:r>
      <w:r w:rsidR="004A4993">
        <w:t>.</w:t>
      </w:r>
    </w:p>
    <w:p w14:paraId="22C928B8" w14:textId="77777777" w:rsidR="004A4993" w:rsidRDefault="008C5C61" w:rsidP="004A4993">
      <w:r w:rsidRPr="004C3E92">
        <w:t>Sa lettre était à peine terminée</w:t>
      </w:r>
      <w:r w:rsidR="004A4993">
        <w:t xml:space="preserve">, </w:t>
      </w:r>
      <w:r w:rsidRPr="004C3E92">
        <w:t>qu</w:t>
      </w:r>
      <w:r w:rsidR="004A4993">
        <w:t>’</w:t>
      </w:r>
      <w:r w:rsidRPr="004C3E92">
        <w:t>un coup frappé fut le précurseur d</w:t>
      </w:r>
      <w:r w:rsidR="004A4993">
        <w:t>’</w:t>
      </w:r>
      <w:r w:rsidRPr="004C3E92">
        <w:t>un visiteur</w:t>
      </w:r>
      <w:r w:rsidR="004A4993">
        <w:t xml:space="preserve">, </w:t>
      </w:r>
      <w:r w:rsidRPr="004C3E92">
        <w:t>et l</w:t>
      </w:r>
      <w:r w:rsidR="004A4993">
        <w:t>’</w:t>
      </w:r>
      <w:r w:rsidRPr="004C3E92">
        <w:t>on annonça le colonel Brandon</w:t>
      </w:r>
      <w:r w:rsidR="004A4993">
        <w:t xml:space="preserve">. </w:t>
      </w:r>
      <w:r w:rsidRPr="004C3E92">
        <w:t>Marianne</w:t>
      </w:r>
      <w:r w:rsidR="004A4993">
        <w:t xml:space="preserve">, </w:t>
      </w:r>
      <w:r w:rsidRPr="004C3E92">
        <w:t>qui l</w:t>
      </w:r>
      <w:r w:rsidR="004A4993">
        <w:t>’</w:t>
      </w:r>
      <w:r w:rsidRPr="004C3E92">
        <w:t>avait déjà aperçu par la fenêtre</w:t>
      </w:r>
      <w:r w:rsidR="004A4993">
        <w:t xml:space="preserve">, </w:t>
      </w:r>
      <w:r w:rsidRPr="004C3E92">
        <w:t>et qui détestait toute espèce de compagnie</w:t>
      </w:r>
      <w:r w:rsidR="004A4993">
        <w:t xml:space="preserve">, </w:t>
      </w:r>
      <w:r w:rsidRPr="004C3E92">
        <w:t>quitta la pièce avant qu</w:t>
      </w:r>
      <w:r w:rsidR="004A4993">
        <w:t>’</w:t>
      </w:r>
      <w:r w:rsidRPr="004C3E92">
        <w:t>il n</w:t>
      </w:r>
      <w:r w:rsidR="004A4993">
        <w:t>’</w:t>
      </w:r>
      <w:r w:rsidRPr="004C3E92">
        <w:t>y entrât</w:t>
      </w:r>
      <w:r w:rsidR="004A4993">
        <w:t xml:space="preserve">. </w:t>
      </w:r>
      <w:r w:rsidRPr="004C3E92">
        <w:t>Il avait l</w:t>
      </w:r>
      <w:r w:rsidR="004A4993">
        <w:t>’</w:t>
      </w:r>
      <w:r w:rsidRPr="004C3E92">
        <w:t>air plus grave qu</w:t>
      </w:r>
      <w:r w:rsidR="004A4993">
        <w:t>’</w:t>
      </w:r>
      <w:r w:rsidRPr="004C3E92">
        <w:t>à l</w:t>
      </w:r>
      <w:r w:rsidR="004A4993">
        <w:t>’</w:t>
      </w:r>
      <w:r w:rsidRPr="004C3E92">
        <w:t>ordinaire</w:t>
      </w:r>
      <w:r w:rsidR="004A4993">
        <w:t xml:space="preserve">, </w:t>
      </w:r>
      <w:r w:rsidRPr="004C3E92">
        <w:t>et</w:t>
      </w:r>
      <w:r w:rsidR="004A4993">
        <w:t xml:space="preserve">, </w:t>
      </w:r>
      <w:r w:rsidRPr="004C3E92">
        <w:t>bien qu</w:t>
      </w:r>
      <w:r w:rsidR="004A4993">
        <w:t>’</w:t>
      </w:r>
      <w:r w:rsidRPr="004C3E92">
        <w:t>il exprimât sa satisfaction</w:t>
      </w:r>
      <w:r w:rsidR="004A4993">
        <w:t xml:space="preserve">, </w:t>
      </w:r>
      <w:r w:rsidRPr="004C3E92">
        <w:t xml:space="preserve">à trouver miss </w:t>
      </w:r>
      <w:proofErr w:type="spellStart"/>
      <w:r w:rsidRPr="004C3E92">
        <w:t>Dashwood</w:t>
      </w:r>
      <w:proofErr w:type="spellEnd"/>
      <w:r w:rsidRPr="004C3E92">
        <w:t xml:space="preserve"> seule</w:t>
      </w:r>
      <w:r w:rsidR="004A4993">
        <w:t xml:space="preserve">, </w:t>
      </w:r>
      <w:r w:rsidRPr="004C3E92">
        <w:t>comme s</w:t>
      </w:r>
      <w:r w:rsidR="004A4993">
        <w:t>’</w:t>
      </w:r>
      <w:r w:rsidRPr="004C3E92">
        <w:t>il avait quelque chose de personnel à lui dire</w:t>
      </w:r>
      <w:r w:rsidR="004A4993">
        <w:t xml:space="preserve">, </w:t>
      </w:r>
      <w:r w:rsidRPr="004C3E92">
        <w:t>il resta assis quelque temps sans prononcer une parole</w:t>
      </w:r>
      <w:r w:rsidR="004A4993">
        <w:t xml:space="preserve">. </w:t>
      </w:r>
      <w:proofErr w:type="spellStart"/>
      <w:r w:rsidRPr="004C3E92">
        <w:t>Elinor</w:t>
      </w:r>
      <w:proofErr w:type="spellEnd"/>
      <w:r w:rsidR="004A4993">
        <w:t xml:space="preserve">, </w:t>
      </w:r>
      <w:r w:rsidRPr="004C3E92">
        <w:t>persuadée qu</w:t>
      </w:r>
      <w:r w:rsidR="004A4993">
        <w:t>’</w:t>
      </w:r>
      <w:r w:rsidRPr="004C3E92">
        <w:t>il avait à lui faire une communication au sujet de sa sœur</w:t>
      </w:r>
      <w:r w:rsidR="004A4993">
        <w:t xml:space="preserve">, </w:t>
      </w:r>
      <w:r w:rsidRPr="004C3E92">
        <w:t>en attendit avec impatience le début</w:t>
      </w:r>
      <w:r w:rsidR="004A4993">
        <w:t xml:space="preserve">. </w:t>
      </w:r>
      <w:r w:rsidRPr="004C3E92">
        <w:t>Ce n</w:t>
      </w:r>
      <w:r w:rsidR="004A4993">
        <w:t>’</w:t>
      </w:r>
      <w:r w:rsidRPr="004C3E92">
        <w:t>était pas la première fois qu</w:t>
      </w:r>
      <w:r w:rsidR="004A4993">
        <w:t>’</w:t>
      </w:r>
      <w:r w:rsidRPr="004C3E92">
        <w:t>elle éprouvait le même genre de conviction</w:t>
      </w:r>
      <w:r w:rsidR="004A4993">
        <w:t xml:space="preserve"> ; </w:t>
      </w:r>
      <w:r w:rsidRPr="004C3E92">
        <w:t>car</w:t>
      </w:r>
      <w:r w:rsidR="004A4993">
        <w:t xml:space="preserve">, </w:t>
      </w:r>
      <w:r w:rsidRPr="004C3E92">
        <w:t>plus d</w:t>
      </w:r>
      <w:r w:rsidR="004A4993">
        <w:t>’</w:t>
      </w:r>
      <w:r w:rsidRPr="004C3E92">
        <w:t>une fois d</w:t>
      </w:r>
      <w:r w:rsidRPr="004C3E92">
        <w:t>é</w:t>
      </w:r>
      <w:r w:rsidRPr="004C3E92">
        <w:t>jà</w:t>
      </w:r>
      <w:r w:rsidR="004A4993">
        <w:t xml:space="preserve">, </w:t>
      </w:r>
      <w:r w:rsidRPr="004C3E92">
        <w:t>commençant par la remarque</w:t>
      </w:r>
      <w:r w:rsidR="004A4993">
        <w:t> : « </w:t>
      </w:r>
      <w:r w:rsidRPr="004C3E92">
        <w:t>Votre sœur semble sou</w:t>
      </w:r>
      <w:r w:rsidRPr="004C3E92">
        <w:t>f</w:t>
      </w:r>
      <w:r w:rsidRPr="004C3E92">
        <w:t>frante aujourd</w:t>
      </w:r>
      <w:r w:rsidR="004A4993">
        <w:t>’</w:t>
      </w:r>
      <w:r w:rsidRPr="004C3E92">
        <w:t>hui</w:t>
      </w:r>
      <w:r w:rsidR="004A4993">
        <w:t xml:space="preserve"> », </w:t>
      </w:r>
      <w:r w:rsidRPr="004C3E92">
        <w:t>ou</w:t>
      </w:r>
      <w:r w:rsidR="004A4993">
        <w:t> : « </w:t>
      </w:r>
      <w:r w:rsidRPr="004C3E92">
        <w:t>Votre sœur a l</w:t>
      </w:r>
      <w:r w:rsidR="004A4993">
        <w:t>’</w:t>
      </w:r>
      <w:r w:rsidRPr="004C3E92">
        <w:t>air abattue</w:t>
      </w:r>
      <w:r w:rsidR="004A4993">
        <w:t xml:space="preserve"> », </w:t>
      </w:r>
      <w:r w:rsidRPr="004C3E92">
        <w:t>il avait paru être sur le point soit de révéler</w:t>
      </w:r>
      <w:r w:rsidR="004A4993">
        <w:t xml:space="preserve">, </w:t>
      </w:r>
      <w:r w:rsidRPr="004C3E92">
        <w:t>soit de demander quelque chose qui l</w:t>
      </w:r>
      <w:r w:rsidR="004A4993">
        <w:t>’</w:t>
      </w:r>
      <w:r w:rsidRPr="004C3E92">
        <w:t>intéressait tout particulièrement</w:t>
      </w:r>
      <w:r w:rsidR="004A4993">
        <w:t xml:space="preserve">. </w:t>
      </w:r>
      <w:r w:rsidRPr="004C3E92">
        <w:t>Après un arrêt de plusieurs minutes</w:t>
      </w:r>
      <w:r w:rsidR="004A4993">
        <w:t xml:space="preserve">, </w:t>
      </w:r>
      <w:r w:rsidRPr="004C3E92">
        <w:t>leur silence fut rompu par lui</w:t>
      </w:r>
      <w:r w:rsidR="004A4993">
        <w:t xml:space="preserve"> : </w:t>
      </w:r>
      <w:r w:rsidRPr="004C3E92">
        <w:t>il lui dema</w:t>
      </w:r>
      <w:r w:rsidRPr="004C3E92">
        <w:t>n</w:t>
      </w:r>
      <w:r w:rsidRPr="004C3E92">
        <w:t>da</w:t>
      </w:r>
      <w:r w:rsidR="004A4993">
        <w:t xml:space="preserve">, </w:t>
      </w:r>
      <w:r w:rsidRPr="004C3E92">
        <w:t>d</w:t>
      </w:r>
      <w:r w:rsidR="004A4993">
        <w:t>’</w:t>
      </w:r>
      <w:r w:rsidRPr="004C3E92">
        <w:t>une voix qui trahissait quelque agitation</w:t>
      </w:r>
      <w:r w:rsidR="004A4993">
        <w:t xml:space="preserve">, </w:t>
      </w:r>
      <w:r w:rsidRPr="004C3E92">
        <w:t>quand il devait la féliciter de l</w:t>
      </w:r>
      <w:r w:rsidR="004A4993">
        <w:t>’</w:t>
      </w:r>
      <w:r w:rsidRPr="004C3E92">
        <w:t>acquisition d</w:t>
      </w:r>
      <w:r w:rsidR="004A4993">
        <w:t>’</w:t>
      </w:r>
      <w:r w:rsidRPr="004C3E92">
        <w:t>un frère</w:t>
      </w:r>
      <w:r w:rsidR="004A4993">
        <w:t xml:space="preserve">. </w:t>
      </w:r>
      <w:proofErr w:type="spellStart"/>
      <w:r w:rsidRPr="004C3E92">
        <w:t>Elinor</w:t>
      </w:r>
      <w:proofErr w:type="spellEnd"/>
      <w:r w:rsidRPr="004C3E92">
        <w:t xml:space="preserve"> ne s</w:t>
      </w:r>
      <w:r w:rsidR="004A4993">
        <w:t>’</w:t>
      </w:r>
      <w:r w:rsidRPr="004C3E92">
        <w:t>attendait pas à une question pareille</w:t>
      </w:r>
      <w:r w:rsidR="004A4993">
        <w:t xml:space="preserve">, </w:t>
      </w:r>
      <w:r w:rsidRPr="004C3E92">
        <w:t>et</w:t>
      </w:r>
      <w:r w:rsidR="004A4993">
        <w:t xml:space="preserve">, </w:t>
      </w:r>
      <w:r w:rsidRPr="004C3E92">
        <w:t>n</w:t>
      </w:r>
      <w:r w:rsidR="004A4993">
        <w:t>’</w:t>
      </w:r>
      <w:r w:rsidRPr="004C3E92">
        <w:t>ayant pas de réponse prête</w:t>
      </w:r>
      <w:r w:rsidR="004A4993">
        <w:t xml:space="preserve">, </w:t>
      </w:r>
      <w:r w:rsidRPr="004C3E92">
        <w:t>elle fut contrainte d</w:t>
      </w:r>
      <w:r w:rsidR="004A4993">
        <w:t>’</w:t>
      </w:r>
      <w:r w:rsidRPr="004C3E92">
        <w:t>employer l</w:t>
      </w:r>
      <w:r w:rsidR="004A4993">
        <w:t>’</w:t>
      </w:r>
      <w:r w:rsidRPr="004C3E92">
        <w:t>expédient simple et commun de lui d</w:t>
      </w:r>
      <w:r w:rsidRPr="004C3E92">
        <w:t>e</w:t>
      </w:r>
      <w:r w:rsidRPr="004C3E92">
        <w:t>mander ce qu</w:t>
      </w:r>
      <w:r w:rsidR="004A4993">
        <w:t>’</w:t>
      </w:r>
      <w:r w:rsidRPr="004C3E92">
        <w:t>il entendait par là</w:t>
      </w:r>
      <w:r w:rsidR="004A4993">
        <w:t xml:space="preserve">. </w:t>
      </w:r>
      <w:r w:rsidRPr="004C3E92">
        <w:t>Il essaya de sourire tandis qu</w:t>
      </w:r>
      <w:r w:rsidR="004A4993">
        <w:t>’</w:t>
      </w:r>
      <w:r w:rsidRPr="004C3E92">
        <w:t>il répondait</w:t>
      </w:r>
      <w:r w:rsidR="004A4993">
        <w:t> :</w:t>
      </w:r>
    </w:p>
    <w:p w14:paraId="1DB6900A" w14:textId="77777777" w:rsidR="004A4993" w:rsidRDefault="004A4993" w:rsidP="004A4993">
      <w:r>
        <w:t>— </w:t>
      </w:r>
      <w:r w:rsidR="008C5C61" w:rsidRPr="004C3E92">
        <w:t>Les fiançailles de votre sœur avec Mr</w:t>
      </w:r>
      <w:r>
        <w:t xml:space="preserve">. </w:t>
      </w:r>
      <w:r w:rsidR="008C5C61" w:rsidRPr="004C3E92">
        <w:t>Willoughby sont connues</w:t>
      </w:r>
      <w:r>
        <w:t xml:space="preserve">, </w:t>
      </w:r>
      <w:r w:rsidR="008C5C61" w:rsidRPr="004C3E92">
        <w:t>d</w:t>
      </w:r>
      <w:r>
        <w:t>’</w:t>
      </w:r>
      <w:r w:rsidR="008C5C61" w:rsidRPr="004C3E92">
        <w:t>une façon fort générale</w:t>
      </w:r>
      <w:r>
        <w:t>.</w:t>
      </w:r>
    </w:p>
    <w:p w14:paraId="1C15C56F" w14:textId="77777777" w:rsidR="004A4993" w:rsidRDefault="004A4993" w:rsidP="004A4993">
      <w:r>
        <w:t>— </w:t>
      </w:r>
      <w:r w:rsidR="008C5C61" w:rsidRPr="004C3E92">
        <w:t>Elles ne peuvent être connues d</w:t>
      </w:r>
      <w:r>
        <w:t>’</w:t>
      </w:r>
      <w:r w:rsidR="008C5C61" w:rsidRPr="004C3E92">
        <w:t>une façon générale</w:t>
      </w:r>
      <w:r>
        <w:t xml:space="preserve">, </w:t>
      </w:r>
      <w:r w:rsidR="008C5C61" w:rsidRPr="004C3E92">
        <w:t>r</w:t>
      </w:r>
      <w:r w:rsidR="008C5C61" w:rsidRPr="004C3E92">
        <w:t>e</w:t>
      </w:r>
      <w:r w:rsidR="008C5C61" w:rsidRPr="004C3E92">
        <w:t xml:space="preserve">partit </w:t>
      </w:r>
      <w:proofErr w:type="spellStart"/>
      <w:r w:rsidR="008C5C61" w:rsidRPr="004C3E92">
        <w:t>Elinor</w:t>
      </w:r>
      <w:proofErr w:type="spellEnd"/>
      <w:r>
        <w:t xml:space="preserve">, </w:t>
      </w:r>
      <w:r w:rsidR="008C5C61" w:rsidRPr="004C3E92">
        <w:t>car sa famille elle-même n</w:t>
      </w:r>
      <w:r>
        <w:t>’</w:t>
      </w:r>
      <w:r w:rsidR="008C5C61" w:rsidRPr="004C3E92">
        <w:t>en sait rien</w:t>
      </w:r>
      <w:r>
        <w:t>.</w:t>
      </w:r>
    </w:p>
    <w:p w14:paraId="6D91EEC2" w14:textId="77777777" w:rsidR="004A4993" w:rsidRDefault="008C5C61" w:rsidP="004A4993">
      <w:r w:rsidRPr="004C3E92">
        <w:lastRenderedPageBreak/>
        <w:t>Il parut surpris</w:t>
      </w:r>
      <w:r w:rsidR="004A4993">
        <w:t xml:space="preserve">, </w:t>
      </w:r>
      <w:r w:rsidRPr="004C3E92">
        <w:t>et dit</w:t>
      </w:r>
      <w:r w:rsidR="004A4993">
        <w:t> :</w:t>
      </w:r>
    </w:p>
    <w:p w14:paraId="0C2C2691" w14:textId="77777777" w:rsidR="004A4993" w:rsidRDefault="004A4993" w:rsidP="004A4993">
      <w:r>
        <w:t>— </w:t>
      </w:r>
      <w:r w:rsidR="008C5C61" w:rsidRPr="004C3E92">
        <w:t>Je vous demande pardon</w:t>
      </w:r>
      <w:r>
        <w:t xml:space="preserve"> ; </w:t>
      </w:r>
      <w:r w:rsidR="008C5C61" w:rsidRPr="004C3E92">
        <w:t>je crains que mon interrog</w:t>
      </w:r>
      <w:r w:rsidR="008C5C61" w:rsidRPr="004C3E92">
        <w:t>a</w:t>
      </w:r>
      <w:r w:rsidR="008C5C61" w:rsidRPr="004C3E92">
        <w:t>tion n</w:t>
      </w:r>
      <w:r>
        <w:t>’</w:t>
      </w:r>
      <w:r w:rsidR="008C5C61" w:rsidRPr="004C3E92">
        <w:t>ait été impertinente</w:t>
      </w:r>
      <w:r>
        <w:t xml:space="preserve"> ; </w:t>
      </w:r>
      <w:r w:rsidR="008C5C61" w:rsidRPr="004C3E92">
        <w:t>mais je n</w:t>
      </w:r>
      <w:r>
        <w:t>’</w:t>
      </w:r>
      <w:r w:rsidR="008C5C61" w:rsidRPr="004C3E92">
        <w:t>avais pas pensé qu</w:t>
      </w:r>
      <w:r>
        <w:t>’</w:t>
      </w:r>
      <w:r w:rsidR="008C5C61" w:rsidRPr="004C3E92">
        <w:t>il y eût une intention de secret</w:t>
      </w:r>
      <w:r>
        <w:t xml:space="preserve">, </w:t>
      </w:r>
      <w:r w:rsidR="008C5C61" w:rsidRPr="004C3E92">
        <w:t>car ils s</w:t>
      </w:r>
      <w:r>
        <w:t>’</w:t>
      </w:r>
      <w:r w:rsidR="008C5C61" w:rsidRPr="004C3E92">
        <w:t>écrivent ouvertement</w:t>
      </w:r>
      <w:r>
        <w:t xml:space="preserve">, </w:t>
      </w:r>
      <w:r w:rsidR="008C5C61" w:rsidRPr="004C3E92">
        <w:t>et l</w:t>
      </w:r>
      <w:r>
        <w:t>’</w:t>
      </w:r>
      <w:r w:rsidR="008C5C61" w:rsidRPr="004C3E92">
        <w:t>on parle universellement de leur mariage</w:t>
      </w:r>
      <w:r>
        <w:t>.</w:t>
      </w:r>
    </w:p>
    <w:p w14:paraId="162738BF" w14:textId="77777777" w:rsidR="004A4993" w:rsidRDefault="004A4993" w:rsidP="004A4993">
      <w:r>
        <w:t>— </w:t>
      </w:r>
      <w:r w:rsidR="008C5C61" w:rsidRPr="004C3E92">
        <w:t>Comment cela se peut-il</w:t>
      </w:r>
      <w:r>
        <w:t xml:space="preserve"> ? </w:t>
      </w:r>
      <w:r w:rsidR="008C5C61" w:rsidRPr="004C3E92">
        <w:t>Par qui avez-vous pu en e</w:t>
      </w:r>
      <w:r w:rsidR="008C5C61" w:rsidRPr="004C3E92">
        <w:t>n</w:t>
      </w:r>
      <w:r w:rsidR="008C5C61" w:rsidRPr="004C3E92">
        <w:t>tendre parler</w:t>
      </w:r>
      <w:r>
        <w:t> ?</w:t>
      </w:r>
    </w:p>
    <w:p w14:paraId="3B745DFC" w14:textId="77777777" w:rsidR="004A4993" w:rsidRDefault="004A4993" w:rsidP="004A4993">
      <w:r>
        <w:t>— </w:t>
      </w:r>
      <w:r w:rsidR="008C5C61" w:rsidRPr="004C3E92">
        <w:t>Par bien des gens</w:t>
      </w:r>
      <w:r>
        <w:t xml:space="preserve"> – </w:t>
      </w:r>
      <w:r w:rsidR="008C5C61" w:rsidRPr="004C3E92">
        <w:t>par certains que vous ne connaissez absolument pas</w:t>
      </w:r>
      <w:r>
        <w:t xml:space="preserve">, </w:t>
      </w:r>
      <w:r w:rsidR="008C5C61" w:rsidRPr="004C3E92">
        <w:t>par d</w:t>
      </w:r>
      <w:r>
        <w:t>’</w:t>
      </w:r>
      <w:r w:rsidR="008C5C61" w:rsidRPr="004C3E92">
        <w:t>autres avec lesquels vous êtes fort intime</w:t>
      </w:r>
      <w:r>
        <w:t xml:space="preserve"> – </w:t>
      </w:r>
      <w:r w:rsidR="008C5C61" w:rsidRPr="004C3E92">
        <w:t>Mrs</w:t>
      </w:r>
      <w:r>
        <w:t xml:space="preserve">. </w:t>
      </w:r>
      <w:r w:rsidR="008C5C61" w:rsidRPr="004C3E92">
        <w:t>Jennings</w:t>
      </w:r>
      <w:r>
        <w:t xml:space="preserve">, </w:t>
      </w:r>
      <w:r w:rsidR="008C5C61" w:rsidRPr="004C3E92">
        <w:t>Mrs</w:t>
      </w:r>
      <w:r>
        <w:t xml:space="preserve">. </w:t>
      </w:r>
      <w:r w:rsidR="008C5C61" w:rsidRPr="004C3E92">
        <w:t>Palmer et les Middleton</w:t>
      </w:r>
      <w:r>
        <w:t xml:space="preserve">. </w:t>
      </w:r>
      <w:r w:rsidR="008C5C61" w:rsidRPr="004C3E92">
        <w:t>Mais enfin</w:t>
      </w:r>
      <w:r>
        <w:t xml:space="preserve">, </w:t>
      </w:r>
      <w:r w:rsidR="008C5C61" w:rsidRPr="004C3E92">
        <w:t>j</w:t>
      </w:r>
      <w:r>
        <w:t>’</w:t>
      </w:r>
      <w:r w:rsidR="008C5C61" w:rsidRPr="004C3E92">
        <w:t>aurais pu ne pas le croire</w:t>
      </w:r>
      <w:r>
        <w:t xml:space="preserve">, </w:t>
      </w:r>
      <w:r w:rsidR="008C5C61" w:rsidRPr="004C3E92">
        <w:t>car là où l</w:t>
      </w:r>
      <w:r>
        <w:t>’</w:t>
      </w:r>
      <w:r w:rsidR="008C5C61" w:rsidRPr="004C3E92">
        <w:t>esprit répugne peut-être un peu à se laisser convaincre</w:t>
      </w:r>
      <w:r>
        <w:t xml:space="preserve">, </w:t>
      </w:r>
      <w:r w:rsidR="008C5C61" w:rsidRPr="004C3E92">
        <w:t>il trouvera toujours quelque ch</w:t>
      </w:r>
      <w:r w:rsidR="008C5C61" w:rsidRPr="004C3E92">
        <w:t>o</w:t>
      </w:r>
      <w:r w:rsidR="008C5C61" w:rsidRPr="004C3E92">
        <w:t>se pour étayer ses doutes</w:t>
      </w:r>
      <w:r>
        <w:t xml:space="preserve"> – </w:t>
      </w:r>
      <w:r w:rsidR="008C5C61" w:rsidRPr="004C3E92">
        <w:t>si je n</w:t>
      </w:r>
      <w:r>
        <w:t>’</w:t>
      </w:r>
      <w:r w:rsidR="008C5C61" w:rsidRPr="004C3E92">
        <w:t>avais pas</w:t>
      </w:r>
      <w:r>
        <w:t xml:space="preserve">, </w:t>
      </w:r>
      <w:r w:rsidR="008C5C61" w:rsidRPr="004C3E92">
        <w:t>lorsque le domest</w:t>
      </w:r>
      <w:r w:rsidR="008C5C61" w:rsidRPr="004C3E92">
        <w:t>i</w:t>
      </w:r>
      <w:r w:rsidR="008C5C61" w:rsidRPr="004C3E92">
        <w:t>que m</w:t>
      </w:r>
      <w:r>
        <w:t>’</w:t>
      </w:r>
      <w:r w:rsidR="008C5C61" w:rsidRPr="004C3E92">
        <w:t>a introduit aujourd</w:t>
      </w:r>
      <w:r>
        <w:t>’</w:t>
      </w:r>
      <w:r w:rsidR="008C5C61" w:rsidRPr="004C3E92">
        <w:t>hui</w:t>
      </w:r>
      <w:r>
        <w:t xml:space="preserve">, </w:t>
      </w:r>
      <w:r w:rsidR="008C5C61" w:rsidRPr="004C3E92">
        <w:t>vu par hasard dans sa main une lettre adressée à Mr</w:t>
      </w:r>
      <w:r>
        <w:t xml:space="preserve">. </w:t>
      </w:r>
      <w:r w:rsidR="008C5C61" w:rsidRPr="004C3E92">
        <w:t>Willoughby et de l</w:t>
      </w:r>
      <w:r>
        <w:t>’</w:t>
      </w:r>
      <w:r w:rsidR="008C5C61" w:rsidRPr="004C3E92">
        <w:t>écriture de votre sœur</w:t>
      </w:r>
      <w:r>
        <w:t xml:space="preserve">. </w:t>
      </w:r>
      <w:r w:rsidR="008C5C61" w:rsidRPr="004C3E92">
        <w:t>Je suis venu m</w:t>
      </w:r>
      <w:r>
        <w:t>’</w:t>
      </w:r>
      <w:r w:rsidR="008C5C61" w:rsidRPr="004C3E92">
        <w:t>informer</w:t>
      </w:r>
      <w:r>
        <w:t xml:space="preserve">, </w:t>
      </w:r>
      <w:r w:rsidR="008C5C61" w:rsidRPr="004C3E92">
        <w:t>mais j</w:t>
      </w:r>
      <w:r>
        <w:t>’</w:t>
      </w:r>
      <w:r w:rsidR="008C5C61" w:rsidRPr="004C3E92">
        <w:t>étais convaincu avant d</w:t>
      </w:r>
      <w:r>
        <w:t>’</w:t>
      </w:r>
      <w:r w:rsidR="008C5C61" w:rsidRPr="004C3E92">
        <w:t>avoir posé la question</w:t>
      </w:r>
      <w:r>
        <w:t xml:space="preserve">. </w:t>
      </w:r>
      <w:r w:rsidR="008C5C61" w:rsidRPr="004C3E92">
        <w:t>Tout est-il définitivement conclu</w:t>
      </w:r>
      <w:r>
        <w:t xml:space="preserve"> ? </w:t>
      </w:r>
      <w:r w:rsidR="008C5C61" w:rsidRPr="004C3E92">
        <w:t>Est-il po</w:t>
      </w:r>
      <w:r w:rsidR="008C5C61" w:rsidRPr="004C3E92">
        <w:t>s</w:t>
      </w:r>
      <w:r w:rsidR="008C5C61" w:rsidRPr="004C3E92">
        <w:t>sible de</w:t>
      </w:r>
      <w:r>
        <w:t xml:space="preserve">… ? </w:t>
      </w:r>
      <w:r w:rsidR="008C5C61" w:rsidRPr="004C3E92">
        <w:t>Mais je n</w:t>
      </w:r>
      <w:r>
        <w:t>’</w:t>
      </w:r>
      <w:r w:rsidR="008C5C61" w:rsidRPr="004C3E92">
        <w:t>ai aucun droit</w:t>
      </w:r>
      <w:r>
        <w:t xml:space="preserve">, </w:t>
      </w:r>
      <w:r w:rsidR="008C5C61" w:rsidRPr="004C3E92">
        <w:t>et je ne pourrais avoir a</w:t>
      </w:r>
      <w:r w:rsidR="008C5C61" w:rsidRPr="004C3E92">
        <w:t>u</w:t>
      </w:r>
      <w:r w:rsidR="008C5C61" w:rsidRPr="004C3E92">
        <w:t>cune chance de réussir</w:t>
      </w:r>
      <w:r>
        <w:t xml:space="preserve">. </w:t>
      </w:r>
      <w:r w:rsidR="008C5C61" w:rsidRPr="004C3E92">
        <w:t>Excusez-moi</w:t>
      </w:r>
      <w:r>
        <w:t xml:space="preserve">, </w:t>
      </w:r>
      <w:r w:rsidR="008C5C61" w:rsidRPr="004C3E92">
        <w:t xml:space="preserve">miss </w:t>
      </w:r>
      <w:proofErr w:type="spellStart"/>
      <w:r w:rsidR="008C5C61" w:rsidRPr="004C3E92">
        <w:t>Dashwood</w:t>
      </w:r>
      <w:proofErr w:type="spellEnd"/>
      <w:r>
        <w:t xml:space="preserve">. </w:t>
      </w:r>
      <w:r w:rsidR="008C5C61" w:rsidRPr="004C3E92">
        <w:t>Je crois que j</w:t>
      </w:r>
      <w:r>
        <w:t>’</w:t>
      </w:r>
      <w:r w:rsidR="008C5C61" w:rsidRPr="004C3E92">
        <w:t>ai eu tort d</w:t>
      </w:r>
      <w:r>
        <w:t>’</w:t>
      </w:r>
      <w:r w:rsidR="008C5C61" w:rsidRPr="004C3E92">
        <w:t>en dire aussi long</w:t>
      </w:r>
      <w:r>
        <w:t xml:space="preserve">, </w:t>
      </w:r>
      <w:r w:rsidR="008C5C61" w:rsidRPr="004C3E92">
        <w:t>mais je sais à peine que fa</w:t>
      </w:r>
      <w:r w:rsidR="008C5C61" w:rsidRPr="004C3E92">
        <w:t>i</w:t>
      </w:r>
      <w:r w:rsidR="008C5C61" w:rsidRPr="004C3E92">
        <w:t>re</w:t>
      </w:r>
      <w:r>
        <w:t xml:space="preserve">, </w:t>
      </w:r>
      <w:r w:rsidR="008C5C61" w:rsidRPr="004C3E92">
        <w:t>et j</w:t>
      </w:r>
      <w:r>
        <w:t>’</w:t>
      </w:r>
      <w:r w:rsidR="008C5C61" w:rsidRPr="004C3E92">
        <w:t>ai la plus grande confiance en votre prudence</w:t>
      </w:r>
      <w:r>
        <w:t xml:space="preserve">. </w:t>
      </w:r>
      <w:r w:rsidR="008C5C61" w:rsidRPr="004C3E92">
        <w:t>Dites-moi que tout est décidé d</w:t>
      </w:r>
      <w:r>
        <w:t>’</w:t>
      </w:r>
      <w:r w:rsidR="008C5C61" w:rsidRPr="004C3E92">
        <w:t>une façon absolue</w:t>
      </w:r>
      <w:r>
        <w:t xml:space="preserve">, </w:t>
      </w:r>
      <w:r w:rsidR="008C5C61" w:rsidRPr="004C3E92">
        <w:t>que toute tentative</w:t>
      </w:r>
      <w:r>
        <w:t xml:space="preserve">… </w:t>
      </w:r>
      <w:r w:rsidR="008C5C61" w:rsidRPr="004C3E92">
        <w:t>bref</w:t>
      </w:r>
      <w:r>
        <w:t xml:space="preserve">, </w:t>
      </w:r>
      <w:r w:rsidR="008C5C61" w:rsidRPr="004C3E92">
        <w:t>que la dissimulation</w:t>
      </w:r>
      <w:r>
        <w:t xml:space="preserve">, </w:t>
      </w:r>
      <w:r w:rsidR="008C5C61" w:rsidRPr="004C3E92">
        <w:t>si la dissimulation est possible</w:t>
      </w:r>
      <w:r>
        <w:t xml:space="preserve">, </w:t>
      </w:r>
      <w:r w:rsidR="008C5C61" w:rsidRPr="004C3E92">
        <w:t>est tout ce qui me reste</w:t>
      </w:r>
      <w:r>
        <w:t>.</w:t>
      </w:r>
    </w:p>
    <w:p w14:paraId="79B5F6ED" w14:textId="77777777" w:rsidR="004A4993" w:rsidRDefault="008C5C61" w:rsidP="004A4993">
      <w:r w:rsidRPr="004C3E92">
        <w:t>Ces paroles</w:t>
      </w:r>
      <w:r w:rsidR="004A4993">
        <w:t xml:space="preserve">, </w:t>
      </w:r>
      <w:r w:rsidRPr="004C3E92">
        <w:t xml:space="preserve">qui apportèrent à </w:t>
      </w:r>
      <w:proofErr w:type="spellStart"/>
      <w:r w:rsidRPr="004C3E92">
        <w:t>Elinor</w:t>
      </w:r>
      <w:proofErr w:type="spellEnd"/>
      <w:r w:rsidRPr="004C3E92">
        <w:t xml:space="preserve"> l</w:t>
      </w:r>
      <w:r w:rsidR="004A4993">
        <w:t>’</w:t>
      </w:r>
      <w:r w:rsidRPr="004C3E92">
        <w:t>aveu direct de son amour pour Marianne</w:t>
      </w:r>
      <w:r w:rsidR="004A4993">
        <w:t xml:space="preserve">, </w:t>
      </w:r>
      <w:r w:rsidRPr="004C3E92">
        <w:t>l</w:t>
      </w:r>
      <w:r w:rsidR="004A4993">
        <w:t>’</w:t>
      </w:r>
      <w:r w:rsidRPr="004C3E92">
        <w:t>émurent considérablement</w:t>
      </w:r>
      <w:r w:rsidR="004A4993">
        <w:t xml:space="preserve">. </w:t>
      </w:r>
      <w:r w:rsidRPr="004C3E92">
        <w:t>Elle fut i</w:t>
      </w:r>
      <w:r w:rsidRPr="004C3E92">
        <w:t>n</w:t>
      </w:r>
      <w:r w:rsidRPr="004C3E92">
        <w:t>capable de dire immédiatement quoi que ce fût</w:t>
      </w:r>
      <w:r w:rsidR="004A4993">
        <w:t xml:space="preserve">, </w:t>
      </w:r>
      <w:r w:rsidRPr="004C3E92">
        <w:t>et même quand elle eut recouvré ses esprits</w:t>
      </w:r>
      <w:r w:rsidR="004A4993">
        <w:t xml:space="preserve">, </w:t>
      </w:r>
      <w:r w:rsidRPr="004C3E92">
        <w:t>elle se livra pendant quelques in</w:t>
      </w:r>
      <w:r w:rsidRPr="004C3E92">
        <w:t>s</w:t>
      </w:r>
      <w:r w:rsidRPr="004C3E92">
        <w:t>tants à un débat intérieur au sujet de la réponse la plus conv</w:t>
      </w:r>
      <w:r w:rsidRPr="004C3E92">
        <w:t>e</w:t>
      </w:r>
      <w:r w:rsidRPr="004C3E92">
        <w:t>nable à faire</w:t>
      </w:r>
      <w:r w:rsidR="004A4993">
        <w:t xml:space="preserve">. </w:t>
      </w:r>
      <w:r w:rsidRPr="004C3E92">
        <w:t>Elle connaissait si peu l</w:t>
      </w:r>
      <w:r w:rsidR="004A4993">
        <w:t>’</w:t>
      </w:r>
      <w:r w:rsidRPr="004C3E92">
        <w:t xml:space="preserve">état de </w:t>
      </w:r>
      <w:r w:rsidRPr="004C3E92">
        <w:lastRenderedPageBreak/>
        <w:t>choses réel existant entre Willoughby et sa sœur</w:t>
      </w:r>
      <w:r w:rsidR="004A4993">
        <w:t xml:space="preserve">, </w:t>
      </w:r>
      <w:r w:rsidRPr="004C3E92">
        <w:t>qu</w:t>
      </w:r>
      <w:r w:rsidR="004A4993">
        <w:t>’</w:t>
      </w:r>
      <w:r w:rsidRPr="004C3E92">
        <w:t>elle pouvait tout aussi bien</w:t>
      </w:r>
      <w:r w:rsidR="004A4993">
        <w:t xml:space="preserve">, </w:t>
      </w:r>
      <w:r w:rsidRPr="004C3E92">
        <w:t>en essayant de l</w:t>
      </w:r>
      <w:r w:rsidR="004A4993">
        <w:t>’</w:t>
      </w:r>
      <w:r w:rsidRPr="004C3E92">
        <w:t>expliquer</w:t>
      </w:r>
      <w:r w:rsidR="004A4993">
        <w:t xml:space="preserve">, </w:t>
      </w:r>
      <w:r w:rsidRPr="004C3E92">
        <w:t>en dire trop que trop peu</w:t>
      </w:r>
      <w:r w:rsidR="004A4993">
        <w:t xml:space="preserve">. </w:t>
      </w:r>
      <w:r w:rsidRPr="004C3E92">
        <w:t>Pourtant</w:t>
      </w:r>
      <w:r w:rsidR="004A4993">
        <w:t xml:space="preserve">, </w:t>
      </w:r>
      <w:r w:rsidRPr="004C3E92">
        <w:t>comme elle était convaincue que l</w:t>
      </w:r>
      <w:r w:rsidR="004A4993">
        <w:t>’</w:t>
      </w:r>
      <w:r w:rsidRPr="004C3E92">
        <w:t>affection de Marianne pour Willoughby ne pouvait laisser aucun espoir de succès pour le c</w:t>
      </w:r>
      <w:r w:rsidRPr="004C3E92">
        <w:t>o</w:t>
      </w:r>
      <w:r w:rsidRPr="004C3E92">
        <w:t>lonel Brandon</w:t>
      </w:r>
      <w:r w:rsidR="004A4993">
        <w:t xml:space="preserve">, </w:t>
      </w:r>
      <w:r w:rsidRPr="004C3E92">
        <w:t>quelle que pût être la suite de cette affection</w:t>
      </w:r>
      <w:r w:rsidR="004A4993">
        <w:t xml:space="preserve">, </w:t>
      </w:r>
      <w:r w:rsidRPr="004C3E92">
        <w:t>et comme elle désirait en même temps couvrir sa conduite à l</w:t>
      </w:r>
      <w:r w:rsidR="004A4993">
        <w:t>’</w:t>
      </w:r>
      <w:r w:rsidRPr="004C3E92">
        <w:t>encontre de tout blâme</w:t>
      </w:r>
      <w:r w:rsidR="004A4993">
        <w:t xml:space="preserve">, </w:t>
      </w:r>
      <w:r w:rsidRPr="004C3E92">
        <w:t>elle estima plus prudent et plus am</w:t>
      </w:r>
      <w:r w:rsidRPr="004C3E92">
        <w:t>i</w:t>
      </w:r>
      <w:r w:rsidRPr="004C3E92">
        <w:t>cal</w:t>
      </w:r>
      <w:r w:rsidR="004A4993">
        <w:t xml:space="preserve">, </w:t>
      </w:r>
      <w:r w:rsidRPr="004C3E92">
        <w:t>après quelque réflexion</w:t>
      </w:r>
      <w:r w:rsidR="004A4993">
        <w:t xml:space="preserve">, </w:t>
      </w:r>
      <w:r w:rsidRPr="004C3E92">
        <w:t>d</w:t>
      </w:r>
      <w:r w:rsidR="004A4993">
        <w:t>’</w:t>
      </w:r>
      <w:r w:rsidRPr="004C3E92">
        <w:t>en dire plus qu</w:t>
      </w:r>
      <w:r w:rsidR="004A4993">
        <w:t>’</w:t>
      </w:r>
      <w:r w:rsidRPr="004C3E92">
        <w:t>elle n</w:t>
      </w:r>
      <w:r w:rsidR="004A4993">
        <w:t>’</w:t>
      </w:r>
      <w:r w:rsidRPr="004C3E92">
        <w:t>en savait ou croyait en réalité</w:t>
      </w:r>
      <w:r w:rsidR="004A4993">
        <w:t xml:space="preserve">. </w:t>
      </w:r>
      <w:r w:rsidRPr="004C3E92">
        <w:t>Elle avoua</w:t>
      </w:r>
      <w:r w:rsidR="004A4993">
        <w:t xml:space="preserve">, </w:t>
      </w:r>
      <w:r w:rsidRPr="004C3E92">
        <w:t>donc</w:t>
      </w:r>
      <w:r w:rsidR="004A4993">
        <w:t xml:space="preserve">, </w:t>
      </w:r>
      <w:r w:rsidRPr="004C3E92">
        <w:t>que bien qu</w:t>
      </w:r>
      <w:r w:rsidR="004A4993">
        <w:t>’</w:t>
      </w:r>
      <w:r w:rsidRPr="004C3E92">
        <w:t>elle n</w:t>
      </w:r>
      <w:r w:rsidR="004A4993">
        <w:t>’</w:t>
      </w:r>
      <w:r w:rsidRPr="004C3E92">
        <w:t>eût jamais été mise au courant par les intéressés de l</w:t>
      </w:r>
      <w:r w:rsidR="004A4993">
        <w:t>’</w:t>
      </w:r>
      <w:r w:rsidRPr="004C3E92">
        <w:t>état de leur situation mutuelle</w:t>
      </w:r>
      <w:r w:rsidR="004A4993">
        <w:t xml:space="preserve">, </w:t>
      </w:r>
      <w:r w:rsidRPr="004C3E92">
        <w:t>elle n</w:t>
      </w:r>
      <w:r w:rsidR="004A4993">
        <w:t>’</w:t>
      </w:r>
      <w:r w:rsidRPr="004C3E92">
        <w:t>avait aucun doute quant à leur affection réc</w:t>
      </w:r>
      <w:r w:rsidRPr="004C3E92">
        <w:t>i</w:t>
      </w:r>
      <w:r w:rsidRPr="004C3E92">
        <w:t>proque</w:t>
      </w:r>
      <w:r w:rsidR="004A4993">
        <w:t xml:space="preserve">, </w:t>
      </w:r>
      <w:r w:rsidRPr="004C3E92">
        <w:t>et qu</w:t>
      </w:r>
      <w:r w:rsidR="004A4993">
        <w:t>’</w:t>
      </w:r>
      <w:r w:rsidRPr="004C3E92">
        <w:t>elle n</w:t>
      </w:r>
      <w:r w:rsidR="004A4993">
        <w:t>’</w:t>
      </w:r>
      <w:r w:rsidRPr="004C3E92">
        <w:t>était pas étonnée d</w:t>
      </w:r>
      <w:r w:rsidR="004A4993">
        <w:t>’</w:t>
      </w:r>
      <w:r w:rsidRPr="004C3E92">
        <w:t>apprendre qu</w:t>
      </w:r>
      <w:r w:rsidR="004A4993">
        <w:t>’</w:t>
      </w:r>
      <w:r w:rsidRPr="004C3E92">
        <w:t>ils écha</w:t>
      </w:r>
      <w:r w:rsidRPr="004C3E92">
        <w:t>n</w:t>
      </w:r>
      <w:r w:rsidRPr="004C3E92">
        <w:t>geassent des lettres</w:t>
      </w:r>
      <w:r w:rsidR="004A4993">
        <w:t>.</w:t>
      </w:r>
    </w:p>
    <w:p w14:paraId="20287195" w14:textId="77777777" w:rsidR="004A4993" w:rsidRDefault="008C5C61" w:rsidP="004A4993">
      <w:r w:rsidRPr="004C3E92">
        <w:t>Il l</w:t>
      </w:r>
      <w:r w:rsidR="004A4993">
        <w:t>’</w:t>
      </w:r>
      <w:r w:rsidRPr="004C3E92">
        <w:t>écouta avec une attention silencieuse</w:t>
      </w:r>
      <w:r w:rsidR="004A4993">
        <w:t xml:space="preserve">, </w:t>
      </w:r>
      <w:r w:rsidRPr="004C3E92">
        <w:t>et lorsqu</w:t>
      </w:r>
      <w:r w:rsidR="004A4993">
        <w:t>’</w:t>
      </w:r>
      <w:r w:rsidRPr="004C3E92">
        <w:t>elle se tut</w:t>
      </w:r>
      <w:r w:rsidR="004A4993">
        <w:t xml:space="preserve">, </w:t>
      </w:r>
      <w:r w:rsidRPr="004C3E92">
        <w:t>il se leva immédiatement et</w:t>
      </w:r>
      <w:r w:rsidR="004A4993">
        <w:t xml:space="preserve">, </w:t>
      </w:r>
      <w:r w:rsidRPr="004C3E92">
        <w:t>après avoir dit</w:t>
      </w:r>
      <w:r w:rsidR="004A4993">
        <w:t xml:space="preserve">, </w:t>
      </w:r>
      <w:r w:rsidRPr="004C3E92">
        <w:t>d</w:t>
      </w:r>
      <w:r w:rsidR="004A4993">
        <w:t>’</w:t>
      </w:r>
      <w:r w:rsidRPr="004C3E92">
        <w:t>une voix chargée d</w:t>
      </w:r>
      <w:r w:rsidR="004A4993">
        <w:t>’</w:t>
      </w:r>
      <w:r w:rsidRPr="004C3E92">
        <w:t>émotion</w:t>
      </w:r>
      <w:r w:rsidR="004A4993">
        <w:t> :</w:t>
      </w:r>
    </w:p>
    <w:p w14:paraId="184B3F7C" w14:textId="77777777" w:rsidR="004A4993" w:rsidRDefault="004A4993" w:rsidP="004A4993">
      <w:r>
        <w:t>— </w:t>
      </w:r>
      <w:r w:rsidR="008C5C61" w:rsidRPr="004C3E92">
        <w:t>Je souhaite à votre sœur tout le bonheur imaginable</w:t>
      </w:r>
      <w:r>
        <w:t xml:space="preserve"> ; </w:t>
      </w:r>
      <w:r w:rsidR="008C5C61" w:rsidRPr="004C3E92">
        <w:t>et à Willoughby</w:t>
      </w:r>
      <w:r>
        <w:t xml:space="preserve">, </w:t>
      </w:r>
      <w:r w:rsidR="008C5C61" w:rsidRPr="004C3E92">
        <w:t>qu</w:t>
      </w:r>
      <w:r>
        <w:t>’</w:t>
      </w:r>
      <w:r w:rsidR="008C5C61" w:rsidRPr="004C3E92">
        <w:t>il s</w:t>
      </w:r>
      <w:r>
        <w:t>’</w:t>
      </w:r>
      <w:r w:rsidR="008C5C61" w:rsidRPr="004C3E92">
        <w:t>efforce de la mériter</w:t>
      </w:r>
      <w:r>
        <w:t xml:space="preserve"> – </w:t>
      </w:r>
      <w:r w:rsidR="008C5C61" w:rsidRPr="004C3E92">
        <w:t>il prit congé et s</w:t>
      </w:r>
      <w:r>
        <w:t>’</w:t>
      </w:r>
      <w:r w:rsidR="008C5C61" w:rsidRPr="004C3E92">
        <w:t>en a</w:t>
      </w:r>
      <w:r w:rsidR="008C5C61" w:rsidRPr="004C3E92">
        <w:t>l</w:t>
      </w:r>
      <w:r w:rsidR="008C5C61" w:rsidRPr="004C3E92">
        <w:t>la</w:t>
      </w:r>
      <w:r>
        <w:t>.</w:t>
      </w:r>
    </w:p>
    <w:p w14:paraId="3FD336AA" w14:textId="77777777" w:rsidR="004A4993" w:rsidRDefault="008C5C61" w:rsidP="004A4993">
      <w:proofErr w:type="spellStart"/>
      <w:r w:rsidRPr="004C3E92">
        <w:t>Elinor</w:t>
      </w:r>
      <w:proofErr w:type="spellEnd"/>
      <w:r w:rsidRPr="004C3E92">
        <w:t xml:space="preserve"> ne tira de cette conversation aucun sentiment r</w:t>
      </w:r>
      <w:r w:rsidRPr="004C3E92">
        <w:t>é</w:t>
      </w:r>
      <w:r w:rsidRPr="004C3E92">
        <w:t>confortant qui diminuât l</w:t>
      </w:r>
      <w:r w:rsidR="004A4993">
        <w:t>’</w:t>
      </w:r>
      <w:r w:rsidRPr="004C3E92">
        <w:t>inquiétude de son esprit sur d</w:t>
      </w:r>
      <w:r w:rsidR="004A4993">
        <w:t>’</w:t>
      </w:r>
      <w:r w:rsidRPr="004C3E92">
        <w:t>autres points</w:t>
      </w:r>
      <w:r w:rsidR="004A4993">
        <w:t xml:space="preserve"> ; </w:t>
      </w:r>
      <w:r w:rsidRPr="004C3E92">
        <w:t>elle resta</w:t>
      </w:r>
      <w:r w:rsidR="004A4993">
        <w:t xml:space="preserve">, </w:t>
      </w:r>
      <w:r w:rsidRPr="004C3E92">
        <w:t>au contraire</w:t>
      </w:r>
      <w:r w:rsidR="004A4993">
        <w:t xml:space="preserve">, </w:t>
      </w:r>
      <w:r w:rsidRPr="004C3E92">
        <w:t>avec l</w:t>
      </w:r>
      <w:r w:rsidR="004A4993">
        <w:t>’</w:t>
      </w:r>
      <w:r w:rsidRPr="004C3E92">
        <w:t>impression mélancolique du malheur du colonel Brandon</w:t>
      </w:r>
      <w:r w:rsidR="004A4993">
        <w:t xml:space="preserve">, </w:t>
      </w:r>
      <w:r w:rsidRPr="004C3E92">
        <w:t>et fut empêchée même de la voir dissipée par son anxiété au sujet de l</w:t>
      </w:r>
      <w:r w:rsidR="004A4993">
        <w:t>’</w:t>
      </w:r>
      <w:r w:rsidRPr="004C3E92">
        <w:t>événement même qui devait le confirmer</w:t>
      </w:r>
      <w:r w:rsidR="004A4993">
        <w:t>.</w:t>
      </w:r>
    </w:p>
    <w:p w14:paraId="4D5E0545" w14:textId="19CF4693" w:rsidR="008C5C61" w:rsidRPr="004C3E92" w:rsidRDefault="008C5C61" w:rsidP="004A4993">
      <w:pPr>
        <w:pStyle w:val="Titre1"/>
      </w:pPr>
      <w:bookmarkStart w:id="27" w:name="_Toc196409812"/>
      <w:r w:rsidRPr="004C3E92">
        <w:lastRenderedPageBreak/>
        <w:t>CHAPITRE XXVIII</w:t>
      </w:r>
      <w:bookmarkEnd w:id="27"/>
      <w:r w:rsidRPr="004C3E92">
        <w:br/>
      </w:r>
    </w:p>
    <w:p w14:paraId="08B7EA63" w14:textId="77777777" w:rsidR="004A4993" w:rsidRDefault="008C5C61" w:rsidP="004A4993">
      <w:r w:rsidRPr="004C3E92">
        <w:t>Il ne se produisit rien</w:t>
      </w:r>
      <w:r w:rsidR="004A4993">
        <w:t xml:space="preserve">, </w:t>
      </w:r>
      <w:r w:rsidRPr="004C3E92">
        <w:t>au cours des trois ou quatre jours qui suivirent</w:t>
      </w:r>
      <w:r w:rsidR="004A4993">
        <w:t xml:space="preserve">, </w:t>
      </w:r>
      <w:r w:rsidRPr="004C3E92">
        <w:t xml:space="preserve">pour faire regretter à </w:t>
      </w:r>
      <w:proofErr w:type="spellStart"/>
      <w:r w:rsidRPr="004C3E92">
        <w:t>Elinor</w:t>
      </w:r>
      <w:proofErr w:type="spellEnd"/>
      <w:r w:rsidRPr="004C3E92">
        <w:t xml:space="preserve"> ce qu</w:t>
      </w:r>
      <w:r w:rsidR="004A4993">
        <w:t>’</w:t>
      </w:r>
      <w:r w:rsidRPr="004C3E92">
        <w:t>elle avait fait en s</w:t>
      </w:r>
      <w:r w:rsidR="004A4993">
        <w:t>’</w:t>
      </w:r>
      <w:r w:rsidRPr="004C3E92">
        <w:t>adressant à sa mère</w:t>
      </w:r>
      <w:r w:rsidR="004A4993">
        <w:t xml:space="preserve"> ; </w:t>
      </w:r>
      <w:r w:rsidRPr="004C3E92">
        <w:t>car Willoughby ne se présenta ni n</w:t>
      </w:r>
      <w:r w:rsidR="004A4993">
        <w:t>’</w:t>
      </w:r>
      <w:r w:rsidRPr="004C3E92">
        <w:t>écrivit</w:t>
      </w:r>
      <w:r w:rsidR="004A4993">
        <w:t xml:space="preserve">. </w:t>
      </w:r>
      <w:r w:rsidRPr="004C3E92">
        <w:t>Elles devaient</w:t>
      </w:r>
      <w:r w:rsidR="004A4993">
        <w:t xml:space="preserve">, </w:t>
      </w:r>
      <w:r w:rsidRPr="004C3E92">
        <w:t>vers la fin de cette période</w:t>
      </w:r>
      <w:r w:rsidR="004A4993">
        <w:t xml:space="preserve">, </w:t>
      </w:r>
      <w:r w:rsidRPr="004C3E92">
        <w:t>assister à une réception chez lady Middleton</w:t>
      </w:r>
      <w:r w:rsidR="004A4993">
        <w:t xml:space="preserve">, </w:t>
      </w:r>
      <w:r w:rsidRPr="004C3E92">
        <w:t>réception dont Mrs</w:t>
      </w:r>
      <w:r w:rsidR="004A4993">
        <w:t xml:space="preserve">. </w:t>
      </w:r>
      <w:r w:rsidRPr="004C3E92">
        <w:t>Je</w:t>
      </w:r>
      <w:r w:rsidRPr="004C3E92">
        <w:t>n</w:t>
      </w:r>
      <w:r w:rsidRPr="004C3E92">
        <w:t>nings était tenue éloignée par l</w:t>
      </w:r>
      <w:r w:rsidR="004A4993">
        <w:t>’</w:t>
      </w:r>
      <w:r w:rsidRPr="004C3E92">
        <w:t>indisposition de sa fille cadette</w:t>
      </w:r>
      <w:r w:rsidR="004A4993">
        <w:t xml:space="preserve"> ; </w:t>
      </w:r>
      <w:r w:rsidRPr="004C3E92">
        <w:t>et Marianne se prépara à cette réception dans un état d</w:t>
      </w:r>
      <w:r w:rsidR="004A4993">
        <w:t>’</w:t>
      </w:r>
      <w:r w:rsidRPr="004C3E92">
        <w:t>abattement total</w:t>
      </w:r>
      <w:r w:rsidR="004A4993">
        <w:t xml:space="preserve">, </w:t>
      </w:r>
      <w:r w:rsidRPr="004C3E92">
        <w:t>insouciante de son aspect</w:t>
      </w:r>
      <w:r w:rsidR="004A4993">
        <w:t xml:space="preserve">, </w:t>
      </w:r>
      <w:r w:rsidRPr="004C3E92">
        <w:t>et apparemment indifférente sur le point de s</w:t>
      </w:r>
      <w:r w:rsidR="004A4993">
        <w:t>’</w:t>
      </w:r>
      <w:r w:rsidRPr="004C3E92">
        <w:t>y rendre ou non</w:t>
      </w:r>
      <w:r w:rsidR="004A4993">
        <w:t xml:space="preserve">, </w:t>
      </w:r>
      <w:r w:rsidRPr="004C3E92">
        <w:t>sans le moindre air d</w:t>
      </w:r>
      <w:r w:rsidR="004A4993">
        <w:t>’</w:t>
      </w:r>
      <w:r w:rsidRPr="004C3E92">
        <w:t>espoir ni une seule expression de plaisir</w:t>
      </w:r>
      <w:r w:rsidR="004A4993">
        <w:t xml:space="preserve">. </w:t>
      </w:r>
      <w:r w:rsidRPr="004C3E92">
        <w:t>Elle resta au coin du feu</w:t>
      </w:r>
      <w:r w:rsidR="004A4993">
        <w:t xml:space="preserve">, </w:t>
      </w:r>
      <w:r w:rsidRPr="004C3E92">
        <w:t>dans le salon</w:t>
      </w:r>
      <w:r w:rsidR="004A4993">
        <w:t xml:space="preserve">, </w:t>
      </w:r>
      <w:r w:rsidRPr="004C3E92">
        <w:t>après le thé</w:t>
      </w:r>
      <w:r w:rsidR="004A4993">
        <w:t xml:space="preserve">, </w:t>
      </w:r>
      <w:r w:rsidRPr="004C3E92">
        <w:t>jusqu</w:t>
      </w:r>
      <w:r w:rsidR="004A4993">
        <w:t>’</w:t>
      </w:r>
      <w:r w:rsidRPr="004C3E92">
        <w:t>au moment de l</w:t>
      </w:r>
      <w:r w:rsidR="004A4993">
        <w:t>’</w:t>
      </w:r>
      <w:r w:rsidRPr="004C3E92">
        <w:t>arrivée de lady Middleton</w:t>
      </w:r>
      <w:r w:rsidR="004A4993">
        <w:t xml:space="preserve">, </w:t>
      </w:r>
      <w:r w:rsidRPr="004C3E92">
        <w:t>sans bouger une seule fois de son siège ni changer d</w:t>
      </w:r>
      <w:r w:rsidR="004A4993">
        <w:t>’</w:t>
      </w:r>
      <w:r w:rsidRPr="004C3E92">
        <w:t>attitude</w:t>
      </w:r>
      <w:r w:rsidR="004A4993">
        <w:t xml:space="preserve">, </w:t>
      </w:r>
      <w:r w:rsidRPr="004C3E92">
        <w:t>perdue dans ses propres pensées et insens</w:t>
      </w:r>
      <w:r w:rsidRPr="004C3E92">
        <w:t>i</w:t>
      </w:r>
      <w:r w:rsidRPr="004C3E92">
        <w:t>ble à la présence de sa sœur</w:t>
      </w:r>
      <w:r w:rsidR="004A4993">
        <w:t xml:space="preserve"> ; </w:t>
      </w:r>
      <w:r w:rsidRPr="004C3E92">
        <w:t>et lorsque</w:t>
      </w:r>
      <w:r w:rsidR="004A4993">
        <w:t xml:space="preserve">, </w:t>
      </w:r>
      <w:r w:rsidRPr="004C3E92">
        <w:t>enfin</w:t>
      </w:r>
      <w:r w:rsidR="004A4993">
        <w:t xml:space="preserve">, </w:t>
      </w:r>
      <w:r w:rsidRPr="004C3E92">
        <w:t>on leur dit que lady Middleton les attendait à la porte</w:t>
      </w:r>
      <w:r w:rsidR="004A4993">
        <w:t xml:space="preserve">, </w:t>
      </w:r>
      <w:r w:rsidRPr="004C3E92">
        <w:t>elle tressaillit comme si elle avait oublié qu</w:t>
      </w:r>
      <w:r w:rsidR="004A4993">
        <w:t>’</w:t>
      </w:r>
      <w:r w:rsidRPr="004C3E92">
        <w:t>on attendît quelqu</w:t>
      </w:r>
      <w:r w:rsidR="004A4993">
        <w:t>’</w:t>
      </w:r>
      <w:r w:rsidRPr="004C3E92">
        <w:t>un</w:t>
      </w:r>
      <w:r w:rsidR="004A4993">
        <w:t>.</w:t>
      </w:r>
    </w:p>
    <w:p w14:paraId="40C57DEA" w14:textId="77777777" w:rsidR="004A4993" w:rsidRDefault="008C5C61" w:rsidP="004A4993">
      <w:r w:rsidRPr="004C3E92">
        <w:t>Elles arrivèrent en temps voulu à leur destination</w:t>
      </w:r>
      <w:r w:rsidR="004A4993">
        <w:t xml:space="preserve">, </w:t>
      </w:r>
      <w:r w:rsidRPr="004C3E92">
        <w:t>et</w:t>
      </w:r>
      <w:r w:rsidR="004A4993">
        <w:t xml:space="preserve">, </w:t>
      </w:r>
      <w:r w:rsidRPr="004C3E92">
        <w:t>dès que le permit la file de voitures qui les précédaient</w:t>
      </w:r>
      <w:r w:rsidR="004A4993">
        <w:t xml:space="preserve">, </w:t>
      </w:r>
      <w:r w:rsidRPr="004C3E92">
        <w:t>descend</w:t>
      </w:r>
      <w:r w:rsidRPr="004C3E92">
        <w:t>i</w:t>
      </w:r>
      <w:r w:rsidRPr="004C3E92">
        <w:t>rent</w:t>
      </w:r>
      <w:r w:rsidR="004A4993">
        <w:t xml:space="preserve">, </w:t>
      </w:r>
      <w:r w:rsidRPr="004C3E92">
        <w:t>gravirent l</w:t>
      </w:r>
      <w:r w:rsidR="004A4993">
        <w:t>’</w:t>
      </w:r>
      <w:r w:rsidRPr="004C3E92">
        <w:t>escalier</w:t>
      </w:r>
      <w:r w:rsidR="004A4993">
        <w:t xml:space="preserve">, </w:t>
      </w:r>
      <w:r w:rsidRPr="004C3E92">
        <w:t>entendirent annoncer leur nom d</w:t>
      </w:r>
      <w:r w:rsidR="004A4993">
        <w:t>’</w:t>
      </w:r>
      <w:r w:rsidRPr="004C3E92">
        <w:t>un palier à un autre d</w:t>
      </w:r>
      <w:r w:rsidR="004A4993">
        <w:t>’</w:t>
      </w:r>
      <w:r w:rsidRPr="004C3E92">
        <w:t>une voix perceptible</w:t>
      </w:r>
      <w:r w:rsidR="004A4993">
        <w:t xml:space="preserve">, </w:t>
      </w:r>
      <w:r w:rsidRPr="004C3E92">
        <w:t>et pénétrèrent dans une salle splendidement illuminée</w:t>
      </w:r>
      <w:r w:rsidR="004A4993">
        <w:t xml:space="preserve">, </w:t>
      </w:r>
      <w:r w:rsidRPr="004C3E92">
        <w:t>toute pleine de monde</w:t>
      </w:r>
      <w:r w:rsidR="004A4993">
        <w:t xml:space="preserve">, </w:t>
      </w:r>
      <w:r w:rsidRPr="004C3E92">
        <w:t>et où il faisait intolérablement chaud</w:t>
      </w:r>
      <w:r w:rsidR="004A4993">
        <w:t xml:space="preserve">. </w:t>
      </w:r>
      <w:r w:rsidRPr="004C3E92">
        <w:t>Lorsqu</w:t>
      </w:r>
      <w:r w:rsidR="004A4993">
        <w:t>’</w:t>
      </w:r>
      <w:r w:rsidRPr="004C3E92">
        <w:t>elles eurent payé leur tr</w:t>
      </w:r>
      <w:r w:rsidRPr="004C3E92">
        <w:t>i</w:t>
      </w:r>
      <w:r w:rsidRPr="004C3E92">
        <w:t>but de politesse en faisant une révérence devant la maîtresse de maison</w:t>
      </w:r>
      <w:r w:rsidR="004A4993">
        <w:t xml:space="preserve">, </w:t>
      </w:r>
      <w:r w:rsidRPr="004C3E92">
        <w:t>on leur permit de se mêler à la foule et de prendre leur part de chaleur et d</w:t>
      </w:r>
      <w:r w:rsidR="004A4993">
        <w:t>’</w:t>
      </w:r>
      <w:r w:rsidRPr="004C3E92">
        <w:t>incommodité auxquelles leur arrivée devait nécessairement ajouter un surcroît</w:t>
      </w:r>
      <w:r w:rsidR="004A4993">
        <w:t xml:space="preserve">. </w:t>
      </w:r>
      <w:r w:rsidRPr="004C3E92">
        <w:t xml:space="preserve">Après quelque temps passé à dire peu de chose et à en faire encore </w:t>
      </w:r>
      <w:r w:rsidRPr="004C3E92">
        <w:lastRenderedPageBreak/>
        <w:t>moins</w:t>
      </w:r>
      <w:r w:rsidR="004A4993">
        <w:t xml:space="preserve">, </w:t>
      </w:r>
      <w:r w:rsidRPr="004C3E92">
        <w:t>lady Middleton s</w:t>
      </w:r>
      <w:r w:rsidR="004A4993">
        <w:t>’</w:t>
      </w:r>
      <w:r w:rsidRPr="004C3E92">
        <w:t xml:space="preserve">installa pour faire une partie de </w:t>
      </w:r>
      <w:proofErr w:type="spellStart"/>
      <w:r w:rsidRPr="004C3E92">
        <w:t>cassino</w:t>
      </w:r>
      <w:proofErr w:type="spellEnd"/>
      <w:r w:rsidR="004A4993">
        <w:t xml:space="preserve">, </w:t>
      </w:r>
      <w:r w:rsidRPr="004C3E92">
        <w:t>et comme Marianne ne se sentait pas en humeur de se remuer</w:t>
      </w:r>
      <w:r w:rsidR="004A4993">
        <w:t xml:space="preserve">, </w:t>
      </w:r>
      <w:proofErr w:type="spellStart"/>
      <w:r w:rsidRPr="004C3E92">
        <w:t>Elinor</w:t>
      </w:r>
      <w:proofErr w:type="spellEnd"/>
      <w:r w:rsidRPr="004C3E92">
        <w:t xml:space="preserve"> et elle</w:t>
      </w:r>
      <w:r w:rsidR="004A4993">
        <w:t xml:space="preserve">, </w:t>
      </w:r>
      <w:r w:rsidRPr="004C3E92">
        <w:t>réu</w:t>
      </w:r>
      <w:r w:rsidRPr="004C3E92">
        <w:t>s</w:t>
      </w:r>
      <w:r w:rsidRPr="004C3E92">
        <w:t>sissant heureusement à trouver des chaises</w:t>
      </w:r>
      <w:r w:rsidR="004A4993">
        <w:t xml:space="preserve">, </w:t>
      </w:r>
      <w:r w:rsidRPr="004C3E92">
        <w:t>s</w:t>
      </w:r>
      <w:r w:rsidR="004A4993">
        <w:t>’</w:t>
      </w:r>
      <w:r w:rsidRPr="004C3E92">
        <w:t>assirent non loin de la table</w:t>
      </w:r>
      <w:r w:rsidR="004A4993">
        <w:t>.</w:t>
      </w:r>
    </w:p>
    <w:p w14:paraId="00B29FA6" w14:textId="77777777" w:rsidR="004A4993" w:rsidRDefault="008C5C61" w:rsidP="004A4993">
      <w:r w:rsidRPr="004C3E92">
        <w:t>Elles n</w:t>
      </w:r>
      <w:r w:rsidR="004A4993">
        <w:t>’</w:t>
      </w:r>
      <w:r w:rsidRPr="004C3E92">
        <w:t>étaient pas restées longtemps ainsi</w:t>
      </w:r>
      <w:r w:rsidR="004A4993">
        <w:t xml:space="preserve">, </w:t>
      </w:r>
      <w:r w:rsidRPr="004C3E92">
        <w:t xml:space="preserve">lorsque </w:t>
      </w:r>
      <w:proofErr w:type="spellStart"/>
      <w:r w:rsidRPr="004C3E92">
        <w:t>Elinor</w:t>
      </w:r>
      <w:proofErr w:type="spellEnd"/>
      <w:r w:rsidRPr="004C3E92">
        <w:t xml:space="preserve"> aperçut Willoughby</w:t>
      </w:r>
      <w:r w:rsidR="004A4993">
        <w:t xml:space="preserve">, </w:t>
      </w:r>
      <w:r w:rsidRPr="004C3E92">
        <w:t>debout à quelques pas d</w:t>
      </w:r>
      <w:r w:rsidR="004A4993">
        <w:t>’</w:t>
      </w:r>
      <w:r w:rsidRPr="004C3E92">
        <w:t>elles</w:t>
      </w:r>
      <w:r w:rsidR="004A4993">
        <w:t xml:space="preserve">, </w:t>
      </w:r>
      <w:r w:rsidRPr="004C3E92">
        <w:t>en convers</w:t>
      </w:r>
      <w:r w:rsidRPr="004C3E92">
        <w:t>a</w:t>
      </w:r>
      <w:r w:rsidRPr="004C3E92">
        <w:t>tion sérieuse avec une grande femme à l</w:t>
      </w:r>
      <w:r w:rsidR="004A4993">
        <w:t>’</w:t>
      </w:r>
      <w:r w:rsidRPr="004C3E92">
        <w:t>aspect fort mondain</w:t>
      </w:r>
      <w:r w:rsidR="004A4993">
        <w:t xml:space="preserve">. </w:t>
      </w:r>
      <w:r w:rsidRPr="004C3E92">
        <w:t>Elle ne tarda pas à croiser son regard</w:t>
      </w:r>
      <w:r w:rsidR="004A4993">
        <w:t xml:space="preserve">, </w:t>
      </w:r>
      <w:r w:rsidRPr="004C3E92">
        <w:t>et il s</w:t>
      </w:r>
      <w:r w:rsidR="004A4993">
        <w:t>’</w:t>
      </w:r>
      <w:r w:rsidRPr="004C3E92">
        <w:t>inclina aussitôt</w:t>
      </w:r>
      <w:r w:rsidR="004A4993">
        <w:t xml:space="preserve">, </w:t>
      </w:r>
      <w:r w:rsidRPr="004C3E92">
        <w:t>mais sans tenter de lui parler</w:t>
      </w:r>
      <w:r w:rsidR="004A4993">
        <w:t xml:space="preserve">, </w:t>
      </w:r>
      <w:r w:rsidRPr="004C3E92">
        <w:t>ni de s</w:t>
      </w:r>
      <w:r w:rsidR="004A4993">
        <w:t>’</w:t>
      </w:r>
      <w:r w:rsidRPr="004C3E92">
        <w:t>approcher de Marianne</w:t>
      </w:r>
      <w:r w:rsidR="004A4993">
        <w:t xml:space="preserve">, </w:t>
      </w:r>
      <w:r w:rsidRPr="004C3E92">
        <w:t>bien qu</w:t>
      </w:r>
      <w:r w:rsidR="004A4993">
        <w:t>’</w:t>
      </w:r>
      <w:r w:rsidRPr="004C3E92">
        <w:t>il ne pût pas ne pas la voir</w:t>
      </w:r>
      <w:r w:rsidR="004A4993">
        <w:t xml:space="preserve">, </w:t>
      </w:r>
      <w:r w:rsidRPr="004C3E92">
        <w:t>puis il reprit son entretien avec la même dame</w:t>
      </w:r>
      <w:r w:rsidR="004A4993">
        <w:t xml:space="preserve">. </w:t>
      </w:r>
      <w:proofErr w:type="spellStart"/>
      <w:r w:rsidRPr="004C3E92">
        <w:t>Elinor</w:t>
      </w:r>
      <w:proofErr w:type="spellEnd"/>
      <w:r w:rsidRPr="004C3E92">
        <w:t xml:space="preserve"> se tourna involontairement vers M</w:t>
      </w:r>
      <w:r w:rsidRPr="004C3E92">
        <w:t>a</w:t>
      </w:r>
      <w:r w:rsidRPr="004C3E92">
        <w:t>rianne</w:t>
      </w:r>
      <w:r w:rsidR="004A4993">
        <w:t xml:space="preserve">, </w:t>
      </w:r>
      <w:r w:rsidRPr="004C3E92">
        <w:t>pour voir si l</w:t>
      </w:r>
      <w:r w:rsidR="004A4993">
        <w:t>’</w:t>
      </w:r>
      <w:r w:rsidRPr="004C3E92">
        <w:t>incident avait pu être inaperçu d</w:t>
      </w:r>
      <w:r w:rsidR="004A4993">
        <w:t>’</w:t>
      </w:r>
      <w:r w:rsidRPr="004C3E92">
        <w:t>elle</w:t>
      </w:r>
      <w:r w:rsidR="004A4993">
        <w:t xml:space="preserve">. </w:t>
      </w:r>
      <w:r w:rsidRPr="004C3E92">
        <w:t>C</w:t>
      </w:r>
      <w:r w:rsidR="004A4993">
        <w:t>’</w:t>
      </w:r>
      <w:r w:rsidRPr="004C3E92">
        <w:t>est à ce moment seulement qu</w:t>
      </w:r>
      <w:r w:rsidR="004A4993">
        <w:t>’</w:t>
      </w:r>
      <w:r w:rsidRPr="004C3E92">
        <w:t>elle l</w:t>
      </w:r>
      <w:r w:rsidR="004A4993">
        <w:t>’</w:t>
      </w:r>
      <w:r w:rsidRPr="004C3E92">
        <w:t>aperçut</w:t>
      </w:r>
      <w:r w:rsidR="004A4993">
        <w:t xml:space="preserve">, </w:t>
      </w:r>
      <w:r w:rsidRPr="004C3E92">
        <w:t>et</w:t>
      </w:r>
      <w:r w:rsidR="004A4993">
        <w:t xml:space="preserve">, </w:t>
      </w:r>
      <w:r w:rsidRPr="004C3E92">
        <w:t>tout son visage lu</w:t>
      </w:r>
      <w:r w:rsidRPr="004C3E92">
        <w:t>i</w:t>
      </w:r>
      <w:r w:rsidRPr="004C3E92">
        <w:t>sant d</w:t>
      </w:r>
      <w:r w:rsidR="004A4993">
        <w:t>’</w:t>
      </w:r>
      <w:r w:rsidRPr="004C3E92">
        <w:t>un ravissement soudain</w:t>
      </w:r>
      <w:r w:rsidR="004A4993">
        <w:t xml:space="preserve">, </w:t>
      </w:r>
      <w:r w:rsidRPr="004C3E92">
        <w:t>elle se serait dirigée vers lui à l</w:t>
      </w:r>
      <w:r w:rsidR="004A4993">
        <w:t>’</w:t>
      </w:r>
      <w:r w:rsidRPr="004C3E92">
        <w:t>instant</w:t>
      </w:r>
      <w:r w:rsidR="004A4993">
        <w:t xml:space="preserve">, </w:t>
      </w:r>
      <w:r w:rsidRPr="004C3E92">
        <w:t>si sa sœur ne l</w:t>
      </w:r>
      <w:r w:rsidR="004A4993">
        <w:t>’</w:t>
      </w:r>
      <w:r w:rsidRPr="004C3E92">
        <w:t>avait retenue par le bras</w:t>
      </w:r>
      <w:r w:rsidR="004A4993">
        <w:t>.</w:t>
      </w:r>
    </w:p>
    <w:p w14:paraId="1A4A710E" w14:textId="77777777" w:rsidR="004A4993" w:rsidRDefault="004A4993" w:rsidP="004A4993">
      <w:r>
        <w:t>— </w:t>
      </w:r>
      <w:r w:rsidR="008C5C61" w:rsidRPr="004C3E92">
        <w:t>Grand Dieu</w:t>
      </w:r>
      <w:r>
        <w:t xml:space="preserve"> ! </w:t>
      </w:r>
      <w:r w:rsidR="008C5C61" w:rsidRPr="004C3E92">
        <w:t>s</w:t>
      </w:r>
      <w:r>
        <w:t>’</w:t>
      </w:r>
      <w:r w:rsidR="008C5C61" w:rsidRPr="004C3E92">
        <w:t>écria-t-elle</w:t>
      </w:r>
      <w:r>
        <w:t xml:space="preserve">, </w:t>
      </w:r>
      <w:r w:rsidR="008C5C61" w:rsidRPr="004C3E92">
        <w:t>il est là</w:t>
      </w:r>
      <w:r>
        <w:t xml:space="preserve">, </w:t>
      </w:r>
      <w:r w:rsidR="008C5C61" w:rsidRPr="004C3E92">
        <w:t>il est là</w:t>
      </w:r>
      <w:r>
        <w:t xml:space="preserve"> ! </w:t>
      </w:r>
      <w:r w:rsidR="008C5C61" w:rsidRPr="004C3E92">
        <w:t>Oh</w:t>
      </w:r>
      <w:r>
        <w:t xml:space="preserve"> ! </w:t>
      </w:r>
      <w:r w:rsidR="008C5C61" w:rsidRPr="004C3E92">
        <w:t>Pou</w:t>
      </w:r>
      <w:r w:rsidR="008C5C61" w:rsidRPr="004C3E92">
        <w:t>r</w:t>
      </w:r>
      <w:r w:rsidR="008C5C61" w:rsidRPr="004C3E92">
        <w:t>quoi ne me regarde-t-il pas</w:t>
      </w:r>
      <w:r>
        <w:t xml:space="preserve"> ? </w:t>
      </w:r>
      <w:r w:rsidR="008C5C61" w:rsidRPr="004C3E92">
        <w:t>Pourquoi ne puis-je lui parler</w:t>
      </w:r>
      <w:r>
        <w:t> ?</w:t>
      </w:r>
    </w:p>
    <w:p w14:paraId="0A625E39" w14:textId="77777777" w:rsidR="004A4993" w:rsidRDefault="004A4993" w:rsidP="004A4993">
      <w:r>
        <w:t>— </w:t>
      </w:r>
      <w:r w:rsidR="008C5C61" w:rsidRPr="004C3E92">
        <w:t>Je t</w:t>
      </w:r>
      <w:r>
        <w:t>’</w:t>
      </w:r>
      <w:r w:rsidR="008C5C61" w:rsidRPr="004C3E92">
        <w:t>en prie</w:t>
      </w:r>
      <w:r>
        <w:t xml:space="preserve">, </w:t>
      </w:r>
      <w:r w:rsidR="008C5C61" w:rsidRPr="004C3E92">
        <w:t>je t</w:t>
      </w:r>
      <w:r>
        <w:t>’</w:t>
      </w:r>
      <w:r w:rsidR="008C5C61" w:rsidRPr="004C3E92">
        <w:t>en prie</w:t>
      </w:r>
      <w:r>
        <w:t xml:space="preserve">, </w:t>
      </w:r>
      <w:r w:rsidR="008C5C61" w:rsidRPr="004C3E92">
        <w:t>calme-toi</w:t>
      </w:r>
      <w:r>
        <w:t xml:space="preserve">, </w:t>
      </w:r>
      <w:r w:rsidR="008C5C61" w:rsidRPr="004C3E92">
        <w:t xml:space="preserve">fit </w:t>
      </w:r>
      <w:proofErr w:type="spellStart"/>
      <w:r w:rsidR="008C5C61" w:rsidRPr="004C3E92">
        <w:t>Elinor</w:t>
      </w:r>
      <w:proofErr w:type="spellEnd"/>
      <w:r>
        <w:t xml:space="preserve">, </w:t>
      </w:r>
      <w:r w:rsidR="008C5C61" w:rsidRPr="004C3E92">
        <w:t>et ne trahis pas devant tous ceux qui sont ici ce que tu éprouves</w:t>
      </w:r>
      <w:r>
        <w:t xml:space="preserve">. </w:t>
      </w:r>
      <w:r w:rsidR="008C5C61" w:rsidRPr="004C3E92">
        <w:t>Peut-être ne t</w:t>
      </w:r>
      <w:r>
        <w:t>’</w:t>
      </w:r>
      <w:r w:rsidR="008C5C61" w:rsidRPr="004C3E92">
        <w:t>a-t-il pas encore aperçue</w:t>
      </w:r>
      <w:r>
        <w:t>.</w:t>
      </w:r>
    </w:p>
    <w:p w14:paraId="7FC12657" w14:textId="77777777" w:rsidR="004A4993" w:rsidRDefault="008C5C61" w:rsidP="004A4993">
      <w:r w:rsidRPr="004C3E92">
        <w:t>Mais c</w:t>
      </w:r>
      <w:r w:rsidR="004A4993">
        <w:t>’</w:t>
      </w:r>
      <w:r w:rsidRPr="004C3E92">
        <w:t>était là plus qu</w:t>
      </w:r>
      <w:r w:rsidR="004A4993">
        <w:t>’</w:t>
      </w:r>
      <w:r w:rsidRPr="004C3E92">
        <w:t>elle n</w:t>
      </w:r>
      <w:r w:rsidR="004A4993">
        <w:t>’</w:t>
      </w:r>
      <w:r w:rsidRPr="004C3E92">
        <w:t>en pouvait croire elle-même</w:t>
      </w:r>
      <w:r w:rsidR="004A4993">
        <w:t xml:space="preserve">, </w:t>
      </w:r>
      <w:r w:rsidRPr="004C3E92">
        <w:t>et être calme en un tel moment</w:t>
      </w:r>
      <w:r w:rsidR="004A4993">
        <w:t xml:space="preserve">, </w:t>
      </w:r>
      <w:r w:rsidRPr="004C3E92">
        <w:t>c</w:t>
      </w:r>
      <w:r w:rsidR="004A4993">
        <w:t>’</w:t>
      </w:r>
      <w:r w:rsidRPr="004C3E92">
        <w:t xml:space="preserve">était non seulement </w:t>
      </w:r>
      <w:proofErr w:type="spellStart"/>
      <w:r w:rsidRPr="004C3E92">
        <w:t>au delà</w:t>
      </w:r>
      <w:proofErr w:type="spellEnd"/>
      <w:r w:rsidRPr="004C3E92">
        <w:t xml:space="preserve"> des possibilités de Marianne</w:t>
      </w:r>
      <w:r w:rsidR="004A4993">
        <w:t xml:space="preserve">, </w:t>
      </w:r>
      <w:r w:rsidRPr="004C3E92">
        <w:t>mais c</w:t>
      </w:r>
      <w:r w:rsidR="004A4993">
        <w:t>’</w:t>
      </w:r>
      <w:r w:rsidRPr="004C3E92">
        <w:t xml:space="preserve">était </w:t>
      </w:r>
      <w:proofErr w:type="spellStart"/>
      <w:r w:rsidRPr="004C3E92">
        <w:t>au delà</w:t>
      </w:r>
      <w:proofErr w:type="spellEnd"/>
      <w:r w:rsidRPr="004C3E92">
        <w:t xml:space="preserve"> de ses désirs</w:t>
      </w:r>
      <w:r w:rsidR="004A4993">
        <w:t xml:space="preserve">. </w:t>
      </w:r>
      <w:r w:rsidRPr="004C3E92">
        <w:t>Elle resta assise</w:t>
      </w:r>
      <w:r w:rsidR="004A4993">
        <w:t xml:space="preserve">, </w:t>
      </w:r>
      <w:r w:rsidRPr="004C3E92">
        <w:t>tourmentée d</w:t>
      </w:r>
      <w:r w:rsidR="004A4993">
        <w:t>’</w:t>
      </w:r>
      <w:r w:rsidRPr="004C3E92">
        <w:t>une impatience qui affectait chacun de ses traits</w:t>
      </w:r>
      <w:r w:rsidR="004A4993">
        <w:t>.</w:t>
      </w:r>
    </w:p>
    <w:p w14:paraId="1244769B" w14:textId="77777777" w:rsidR="004A4993" w:rsidRDefault="008C5C61" w:rsidP="004A4993">
      <w:r w:rsidRPr="004C3E92">
        <w:t>Enfin</w:t>
      </w:r>
      <w:r w:rsidR="004A4993">
        <w:t xml:space="preserve">, </w:t>
      </w:r>
      <w:r w:rsidRPr="004C3E92">
        <w:t>il se retourna de nouveau</w:t>
      </w:r>
      <w:r w:rsidR="004A4993">
        <w:t xml:space="preserve">, </w:t>
      </w:r>
      <w:r w:rsidRPr="004C3E92">
        <w:t>et les regarda toutes deux</w:t>
      </w:r>
      <w:r w:rsidR="004A4993">
        <w:t xml:space="preserve"> ; </w:t>
      </w:r>
      <w:r w:rsidRPr="004C3E92">
        <w:t>elle se leva d</w:t>
      </w:r>
      <w:r w:rsidR="004A4993">
        <w:t>’</w:t>
      </w:r>
      <w:r w:rsidRPr="004C3E92">
        <w:t>un bond</w:t>
      </w:r>
      <w:r w:rsidR="004A4993">
        <w:t xml:space="preserve">, </w:t>
      </w:r>
      <w:r w:rsidRPr="004C3E92">
        <w:t>et</w:t>
      </w:r>
      <w:r w:rsidR="004A4993">
        <w:t xml:space="preserve">, </w:t>
      </w:r>
      <w:r w:rsidRPr="004C3E92">
        <w:t>prononçant son nom d</w:t>
      </w:r>
      <w:r w:rsidR="004A4993">
        <w:t>’</w:t>
      </w:r>
      <w:r w:rsidRPr="004C3E92">
        <w:t>un ton affectueux</w:t>
      </w:r>
      <w:r w:rsidR="004A4993">
        <w:t xml:space="preserve">, </w:t>
      </w:r>
      <w:r w:rsidRPr="004C3E92">
        <w:t>lui tendit la main</w:t>
      </w:r>
      <w:r w:rsidR="004A4993">
        <w:t xml:space="preserve">. </w:t>
      </w:r>
      <w:r w:rsidRPr="004C3E92">
        <w:t>Il s</w:t>
      </w:r>
      <w:r w:rsidR="004A4993">
        <w:t>’</w:t>
      </w:r>
      <w:r w:rsidRPr="004C3E92">
        <w:t>approcha</w:t>
      </w:r>
      <w:r w:rsidR="004A4993">
        <w:t xml:space="preserve">, </w:t>
      </w:r>
      <w:r w:rsidRPr="004C3E92">
        <w:t>et s</w:t>
      </w:r>
      <w:r w:rsidR="004A4993">
        <w:t>’</w:t>
      </w:r>
      <w:r w:rsidRPr="004C3E92">
        <w:t xml:space="preserve">adressant plutôt à </w:t>
      </w:r>
      <w:proofErr w:type="spellStart"/>
      <w:r w:rsidRPr="004C3E92">
        <w:t>Elinor</w:t>
      </w:r>
      <w:proofErr w:type="spellEnd"/>
      <w:r w:rsidRPr="004C3E92">
        <w:t xml:space="preserve"> qu</w:t>
      </w:r>
      <w:r w:rsidR="004A4993">
        <w:t>’</w:t>
      </w:r>
      <w:r w:rsidRPr="004C3E92">
        <w:t>à Marianne</w:t>
      </w:r>
      <w:r w:rsidR="004A4993">
        <w:t xml:space="preserve">, </w:t>
      </w:r>
      <w:r w:rsidRPr="004C3E92">
        <w:t>comme s</w:t>
      </w:r>
      <w:r w:rsidR="004A4993">
        <w:t>’</w:t>
      </w:r>
      <w:r w:rsidRPr="004C3E92">
        <w:t xml:space="preserve">il eût désiré éviter son </w:t>
      </w:r>
      <w:r w:rsidRPr="004C3E92">
        <w:lastRenderedPageBreak/>
        <w:t>regard et eût été résolu à ne pas remarquer son attitude</w:t>
      </w:r>
      <w:r w:rsidR="004A4993">
        <w:t xml:space="preserve">, </w:t>
      </w:r>
      <w:r w:rsidRPr="004C3E92">
        <w:t>s</w:t>
      </w:r>
      <w:r w:rsidR="004A4993">
        <w:t>’</w:t>
      </w:r>
      <w:r w:rsidRPr="004C3E92">
        <w:t>enquit à la hâte de la santé de Mrs</w:t>
      </w:r>
      <w:r w:rsidR="004A4993">
        <w:t xml:space="preserve">. </w:t>
      </w:r>
      <w:proofErr w:type="spellStart"/>
      <w:r w:rsidRPr="004C3E92">
        <w:t>Dashwood</w:t>
      </w:r>
      <w:proofErr w:type="spellEnd"/>
      <w:r w:rsidR="004A4993">
        <w:t xml:space="preserve">, </w:t>
      </w:r>
      <w:r w:rsidRPr="004C3E92">
        <w:t>et demanda depuis quand elles étaient à Londres</w:t>
      </w:r>
      <w:r w:rsidR="004A4993">
        <w:t xml:space="preserve">. </w:t>
      </w:r>
      <w:proofErr w:type="spellStart"/>
      <w:r w:rsidRPr="004C3E92">
        <w:t>Elinor</w:t>
      </w:r>
      <w:proofErr w:type="spellEnd"/>
      <w:r w:rsidRPr="004C3E92">
        <w:t xml:space="preserve"> fut privée de toute présence d</w:t>
      </w:r>
      <w:r w:rsidR="004A4993">
        <w:t>’</w:t>
      </w:r>
      <w:r w:rsidRPr="004C3E92">
        <w:t>esprit par un tel abord</w:t>
      </w:r>
      <w:r w:rsidR="004A4993">
        <w:t xml:space="preserve">, </w:t>
      </w:r>
      <w:r w:rsidRPr="004C3E92">
        <w:t>et fut incapable de dire un mot</w:t>
      </w:r>
      <w:r w:rsidR="004A4993">
        <w:t xml:space="preserve">. </w:t>
      </w:r>
      <w:r w:rsidRPr="004C3E92">
        <w:t>Mais les sentiments de sa sœur s</w:t>
      </w:r>
      <w:r w:rsidR="004A4993">
        <w:t>’</w:t>
      </w:r>
      <w:r w:rsidRPr="004C3E92">
        <w:t>exprimèrent à l</w:t>
      </w:r>
      <w:r w:rsidR="004A4993">
        <w:t>’</w:t>
      </w:r>
      <w:r w:rsidRPr="004C3E92">
        <w:t>instant</w:t>
      </w:r>
      <w:r w:rsidR="004A4993">
        <w:t xml:space="preserve">. </w:t>
      </w:r>
      <w:r w:rsidRPr="004C3E92">
        <w:t>Son visage s</w:t>
      </w:r>
      <w:r w:rsidR="004A4993">
        <w:t>’</w:t>
      </w:r>
      <w:r w:rsidRPr="004C3E92">
        <w:t>empourpra totalement</w:t>
      </w:r>
      <w:r w:rsidR="004A4993">
        <w:t xml:space="preserve">, </w:t>
      </w:r>
      <w:r w:rsidRPr="004C3E92">
        <w:t>et elle s</w:t>
      </w:r>
      <w:r w:rsidR="004A4993">
        <w:t>’</w:t>
      </w:r>
      <w:r w:rsidRPr="004C3E92">
        <w:t>écria</w:t>
      </w:r>
      <w:r w:rsidR="004A4993">
        <w:t xml:space="preserve">, </w:t>
      </w:r>
      <w:r w:rsidRPr="004C3E92">
        <w:t>d</w:t>
      </w:r>
      <w:r w:rsidR="004A4993">
        <w:t>’</w:t>
      </w:r>
      <w:r w:rsidRPr="004C3E92">
        <w:t>une voix chargée de la plus vive émotion</w:t>
      </w:r>
      <w:r w:rsidR="004A4993">
        <w:t> :</w:t>
      </w:r>
    </w:p>
    <w:p w14:paraId="397B4D3C" w14:textId="77777777" w:rsidR="004A4993" w:rsidRDefault="004A4993" w:rsidP="004A4993">
      <w:r>
        <w:t>— </w:t>
      </w:r>
      <w:r w:rsidR="008C5C61" w:rsidRPr="004C3E92">
        <w:t>Juste ciel</w:t>
      </w:r>
      <w:r>
        <w:t xml:space="preserve">, </w:t>
      </w:r>
      <w:r w:rsidR="008C5C61" w:rsidRPr="004C3E92">
        <w:t>Willoughby</w:t>
      </w:r>
      <w:r>
        <w:t xml:space="preserve">, </w:t>
      </w:r>
      <w:r w:rsidR="008C5C61" w:rsidRPr="004C3E92">
        <w:t>qu</w:t>
      </w:r>
      <w:r>
        <w:t>’</w:t>
      </w:r>
      <w:r w:rsidR="008C5C61" w:rsidRPr="004C3E92">
        <w:t>est-ce que cela signifie</w:t>
      </w:r>
      <w:r>
        <w:t xml:space="preserve"> ? </w:t>
      </w:r>
      <w:r w:rsidR="008C5C61" w:rsidRPr="004C3E92">
        <w:t>Vous n</w:t>
      </w:r>
      <w:r>
        <w:t>’</w:t>
      </w:r>
      <w:r w:rsidR="008C5C61" w:rsidRPr="004C3E92">
        <w:t>avez pas reçu mes lettres</w:t>
      </w:r>
      <w:r>
        <w:t xml:space="preserve"> ? </w:t>
      </w:r>
      <w:r w:rsidR="008C5C61" w:rsidRPr="004C3E92">
        <w:t>Vous ne voulez pas me serrer la main</w:t>
      </w:r>
      <w:r>
        <w:t> ?</w:t>
      </w:r>
    </w:p>
    <w:p w14:paraId="4C593261" w14:textId="77777777" w:rsidR="004A4993" w:rsidRDefault="008C5C61" w:rsidP="004A4993">
      <w:r w:rsidRPr="004C3E92">
        <w:t>Il ne put l</w:t>
      </w:r>
      <w:r w:rsidR="004A4993">
        <w:t>’</w:t>
      </w:r>
      <w:r w:rsidRPr="004C3E92">
        <w:t>éviter</w:t>
      </w:r>
      <w:r w:rsidR="004A4993">
        <w:t xml:space="preserve">, </w:t>
      </w:r>
      <w:r w:rsidRPr="004C3E92">
        <w:t>alors</w:t>
      </w:r>
      <w:r w:rsidR="004A4993">
        <w:t xml:space="preserve">, </w:t>
      </w:r>
      <w:r w:rsidRPr="004C3E92">
        <w:t>mais le contact de Marianne lui p</w:t>
      </w:r>
      <w:r w:rsidRPr="004C3E92">
        <w:t>a</w:t>
      </w:r>
      <w:r w:rsidRPr="004C3E92">
        <w:t>rut douloureux</w:t>
      </w:r>
      <w:r w:rsidR="004A4993">
        <w:t xml:space="preserve">, </w:t>
      </w:r>
      <w:r w:rsidRPr="004C3E92">
        <w:t>et il ne tint sa main que l</w:t>
      </w:r>
      <w:r w:rsidR="004A4993">
        <w:t>’</w:t>
      </w:r>
      <w:r w:rsidRPr="004C3E92">
        <w:t>espace d</w:t>
      </w:r>
      <w:r w:rsidR="004A4993">
        <w:t>’</w:t>
      </w:r>
      <w:r w:rsidRPr="004C3E92">
        <w:t>un instant</w:t>
      </w:r>
      <w:r w:rsidR="004A4993">
        <w:t xml:space="preserve">. </w:t>
      </w:r>
      <w:r w:rsidRPr="004C3E92">
        <w:t>Pendant tout ce temps</w:t>
      </w:r>
      <w:r w:rsidR="004A4993">
        <w:t xml:space="preserve">, </w:t>
      </w:r>
      <w:r w:rsidRPr="004C3E92">
        <w:t>il luttait manifestement pour recouvrer sa maîtrise de soi</w:t>
      </w:r>
      <w:r w:rsidR="004A4993">
        <w:t xml:space="preserve">. </w:t>
      </w:r>
      <w:proofErr w:type="spellStart"/>
      <w:r w:rsidRPr="004C3E92">
        <w:t>Elinor</w:t>
      </w:r>
      <w:proofErr w:type="spellEnd"/>
      <w:r w:rsidRPr="004C3E92">
        <w:t xml:space="preserve"> observa son visage</w:t>
      </w:r>
      <w:r w:rsidR="004A4993">
        <w:t xml:space="preserve">, </w:t>
      </w:r>
      <w:r w:rsidRPr="004C3E92">
        <w:t>et vit son expre</w:t>
      </w:r>
      <w:r w:rsidRPr="004C3E92">
        <w:t>s</w:t>
      </w:r>
      <w:r w:rsidRPr="004C3E92">
        <w:t>sion qui devenait plus sereine</w:t>
      </w:r>
      <w:r w:rsidR="004A4993">
        <w:t xml:space="preserve">. </w:t>
      </w:r>
      <w:r w:rsidRPr="004C3E92">
        <w:t>Au bout d</w:t>
      </w:r>
      <w:r w:rsidR="004A4993">
        <w:t>’</w:t>
      </w:r>
      <w:r w:rsidRPr="004C3E92">
        <w:t>un instant de silence</w:t>
      </w:r>
      <w:r w:rsidR="004A4993">
        <w:t xml:space="preserve">, </w:t>
      </w:r>
      <w:r w:rsidRPr="004C3E92">
        <w:t>il parla avec calme</w:t>
      </w:r>
      <w:r w:rsidR="004A4993">
        <w:t>.</w:t>
      </w:r>
    </w:p>
    <w:p w14:paraId="1E033150" w14:textId="77777777" w:rsidR="004A4993" w:rsidRDefault="004A4993" w:rsidP="004A4993">
      <w:r>
        <w:t>— </w:t>
      </w:r>
      <w:r w:rsidR="008C5C61" w:rsidRPr="004C3E92">
        <w:t>J</w:t>
      </w:r>
      <w:r>
        <w:t>’</w:t>
      </w:r>
      <w:r w:rsidR="008C5C61" w:rsidRPr="004C3E92">
        <w:t>ai eu l</w:t>
      </w:r>
      <w:r>
        <w:t>’</w:t>
      </w:r>
      <w:r w:rsidR="008C5C61" w:rsidRPr="004C3E92">
        <w:t>honneur de me présenter dans Berkeley Street mardi dernier</w:t>
      </w:r>
      <w:r>
        <w:t xml:space="preserve">, </w:t>
      </w:r>
      <w:r w:rsidR="008C5C61" w:rsidRPr="004C3E92">
        <w:t>et j</w:t>
      </w:r>
      <w:r>
        <w:t>’</w:t>
      </w:r>
      <w:r w:rsidR="008C5C61" w:rsidRPr="004C3E92">
        <w:t>ai vivement regretté de n</w:t>
      </w:r>
      <w:r>
        <w:t>’</w:t>
      </w:r>
      <w:r w:rsidR="008C5C61" w:rsidRPr="004C3E92">
        <w:t>avoir pas eu la chance de vous rencontrer</w:t>
      </w:r>
      <w:r>
        <w:t xml:space="preserve">, </w:t>
      </w:r>
      <w:r w:rsidR="008C5C61" w:rsidRPr="004C3E92">
        <w:t>ainsi que Mrs</w:t>
      </w:r>
      <w:r>
        <w:t xml:space="preserve">. </w:t>
      </w:r>
      <w:r w:rsidR="008C5C61" w:rsidRPr="004C3E92">
        <w:t>Jennings</w:t>
      </w:r>
      <w:r>
        <w:t xml:space="preserve">. </w:t>
      </w:r>
      <w:r w:rsidR="008C5C61" w:rsidRPr="004C3E92">
        <w:t>Ma carte n</w:t>
      </w:r>
      <w:r>
        <w:t>’</w:t>
      </w:r>
      <w:r w:rsidR="008C5C61" w:rsidRPr="004C3E92">
        <w:t>a pas été perdue</w:t>
      </w:r>
      <w:r>
        <w:t xml:space="preserve">, </w:t>
      </w:r>
      <w:r w:rsidR="008C5C61" w:rsidRPr="004C3E92">
        <w:t>je l</w:t>
      </w:r>
      <w:r>
        <w:t>’</w:t>
      </w:r>
      <w:r w:rsidR="008C5C61" w:rsidRPr="004C3E92">
        <w:t>espère</w:t>
      </w:r>
      <w:r>
        <w:t>.</w:t>
      </w:r>
    </w:p>
    <w:p w14:paraId="188BC170" w14:textId="77777777" w:rsidR="004A4993" w:rsidRDefault="004A4993" w:rsidP="004A4993">
      <w:r>
        <w:t>— </w:t>
      </w:r>
      <w:r w:rsidR="008C5C61" w:rsidRPr="004C3E92">
        <w:t>Mais vous n</w:t>
      </w:r>
      <w:r>
        <w:t>’</w:t>
      </w:r>
      <w:r w:rsidR="008C5C61" w:rsidRPr="004C3E92">
        <w:t>avez pas reçu mes billets</w:t>
      </w:r>
      <w:r>
        <w:t xml:space="preserve"> ? </w:t>
      </w:r>
      <w:r w:rsidR="008C5C61" w:rsidRPr="004C3E92">
        <w:t>s</w:t>
      </w:r>
      <w:r>
        <w:t>’</w:t>
      </w:r>
      <w:r w:rsidR="008C5C61" w:rsidRPr="004C3E92">
        <w:t>écria Marianne</w:t>
      </w:r>
      <w:r>
        <w:t xml:space="preserve">, </w:t>
      </w:r>
      <w:r w:rsidR="008C5C61" w:rsidRPr="004C3E92">
        <w:t>en proie à l</w:t>
      </w:r>
      <w:r>
        <w:t>’</w:t>
      </w:r>
      <w:r w:rsidR="008C5C61" w:rsidRPr="004C3E92">
        <w:t>inquiétude la plus folle</w:t>
      </w:r>
      <w:r>
        <w:t xml:space="preserve">. </w:t>
      </w:r>
      <w:r w:rsidR="008C5C61" w:rsidRPr="004C3E92">
        <w:t>Il y a là quelque erreur</w:t>
      </w:r>
      <w:r>
        <w:t xml:space="preserve">, </w:t>
      </w:r>
      <w:r w:rsidR="008C5C61" w:rsidRPr="004C3E92">
        <w:t>j</w:t>
      </w:r>
      <w:r>
        <w:t>’</w:t>
      </w:r>
      <w:r w:rsidR="008C5C61" w:rsidRPr="004C3E92">
        <w:t>en suis sûre</w:t>
      </w:r>
      <w:r>
        <w:t xml:space="preserve">, </w:t>
      </w:r>
      <w:r w:rsidR="008C5C61" w:rsidRPr="004C3E92">
        <w:t>quelque erreur épouvantable</w:t>
      </w:r>
      <w:r>
        <w:t xml:space="preserve">. </w:t>
      </w:r>
      <w:r w:rsidR="008C5C61" w:rsidRPr="004C3E92">
        <w:t>Qu</w:t>
      </w:r>
      <w:r>
        <w:t>’</w:t>
      </w:r>
      <w:r w:rsidR="008C5C61" w:rsidRPr="004C3E92">
        <w:t>est-ce que cela peut vouloir dire</w:t>
      </w:r>
      <w:r>
        <w:t xml:space="preserve"> ? </w:t>
      </w:r>
      <w:r w:rsidR="008C5C61" w:rsidRPr="004C3E92">
        <w:t>Dites-moi</w:t>
      </w:r>
      <w:r>
        <w:t xml:space="preserve">, </w:t>
      </w:r>
      <w:r w:rsidR="008C5C61" w:rsidRPr="004C3E92">
        <w:t>Willoughby</w:t>
      </w:r>
      <w:r>
        <w:t xml:space="preserve">, </w:t>
      </w:r>
      <w:r w:rsidR="008C5C61" w:rsidRPr="004C3E92">
        <w:t>pour l</w:t>
      </w:r>
      <w:r>
        <w:t>’</w:t>
      </w:r>
      <w:r w:rsidR="008C5C61" w:rsidRPr="004C3E92">
        <w:t>amour du ciel</w:t>
      </w:r>
      <w:r>
        <w:t xml:space="preserve">, </w:t>
      </w:r>
      <w:r w:rsidR="008C5C61" w:rsidRPr="004C3E92">
        <w:t>d</w:t>
      </w:r>
      <w:r w:rsidR="008C5C61" w:rsidRPr="004C3E92">
        <w:t>i</w:t>
      </w:r>
      <w:r w:rsidR="008C5C61" w:rsidRPr="004C3E92">
        <w:t>tes-moi ce qu</w:t>
      </w:r>
      <w:r>
        <w:t>’</w:t>
      </w:r>
      <w:r w:rsidR="008C5C61" w:rsidRPr="004C3E92">
        <w:t>il y a</w:t>
      </w:r>
      <w:r>
        <w:t> ?</w:t>
      </w:r>
    </w:p>
    <w:p w14:paraId="46A53AB9" w14:textId="77777777" w:rsidR="004A4993" w:rsidRDefault="008C5C61" w:rsidP="004A4993">
      <w:r w:rsidRPr="004C3E92">
        <w:t>Il ne fit pas de réponse</w:t>
      </w:r>
      <w:r w:rsidR="004A4993">
        <w:t xml:space="preserve"> ; </w:t>
      </w:r>
      <w:r w:rsidRPr="004C3E92">
        <w:t>son teint se modifia</w:t>
      </w:r>
      <w:r w:rsidR="004A4993">
        <w:t xml:space="preserve">, </w:t>
      </w:r>
      <w:r w:rsidRPr="004C3E92">
        <w:t>et tout son embarras lui revint</w:t>
      </w:r>
      <w:r w:rsidR="004A4993">
        <w:t xml:space="preserve"> ; </w:t>
      </w:r>
      <w:r w:rsidRPr="004C3E92">
        <w:t>mais</w:t>
      </w:r>
      <w:r w:rsidR="004A4993">
        <w:t xml:space="preserve">, </w:t>
      </w:r>
      <w:r w:rsidRPr="004C3E92">
        <w:t>comme si</w:t>
      </w:r>
      <w:r w:rsidR="004A4993">
        <w:t xml:space="preserve">, </w:t>
      </w:r>
      <w:r w:rsidRPr="004C3E92">
        <w:t>croisant le regard de la jeune dame avec qui il s</w:t>
      </w:r>
      <w:r w:rsidR="004A4993">
        <w:t>’</w:t>
      </w:r>
      <w:r w:rsidRPr="004C3E92">
        <w:t>était entretenu précédemment</w:t>
      </w:r>
      <w:r w:rsidR="004A4993">
        <w:t xml:space="preserve">, </w:t>
      </w:r>
      <w:r w:rsidRPr="004C3E92">
        <w:t>il avait senti la nécessité d</w:t>
      </w:r>
      <w:r w:rsidR="004A4993">
        <w:t>’</w:t>
      </w:r>
      <w:r w:rsidRPr="004C3E92">
        <w:t>un effort immédiat</w:t>
      </w:r>
      <w:r w:rsidR="004A4993">
        <w:t xml:space="preserve">, </w:t>
      </w:r>
      <w:r w:rsidRPr="004C3E92">
        <w:t>et après avoir dit</w:t>
      </w:r>
      <w:r w:rsidR="004A4993">
        <w:t> :</w:t>
      </w:r>
    </w:p>
    <w:p w14:paraId="39D9BBA2" w14:textId="77777777" w:rsidR="004A4993" w:rsidRDefault="004A4993" w:rsidP="004A4993">
      <w:r>
        <w:lastRenderedPageBreak/>
        <w:t>— </w:t>
      </w:r>
      <w:r w:rsidR="008C5C61" w:rsidRPr="004C3E92">
        <w:t>Oui</w:t>
      </w:r>
      <w:r>
        <w:t xml:space="preserve">, </w:t>
      </w:r>
      <w:r w:rsidR="008C5C61" w:rsidRPr="004C3E92">
        <w:t>j</w:t>
      </w:r>
      <w:r>
        <w:t>’</w:t>
      </w:r>
      <w:r w:rsidR="008C5C61" w:rsidRPr="004C3E92">
        <w:t>ai eu le plaisir de recevoir la nouvelle de votre arr</w:t>
      </w:r>
      <w:r w:rsidR="008C5C61" w:rsidRPr="004C3E92">
        <w:t>i</w:t>
      </w:r>
      <w:r w:rsidR="008C5C61" w:rsidRPr="004C3E92">
        <w:t>vée à Londres</w:t>
      </w:r>
      <w:r>
        <w:t xml:space="preserve">, </w:t>
      </w:r>
      <w:r w:rsidR="008C5C61" w:rsidRPr="004C3E92">
        <w:t>que vous avez eu la bonté de m</w:t>
      </w:r>
      <w:r>
        <w:t>’</w:t>
      </w:r>
      <w:r w:rsidR="008C5C61" w:rsidRPr="004C3E92">
        <w:t>envoyer</w:t>
      </w:r>
      <w:r>
        <w:t xml:space="preserve"> ; </w:t>
      </w:r>
      <w:r w:rsidR="008C5C61" w:rsidRPr="004C3E92">
        <w:t>il se d</w:t>
      </w:r>
      <w:r w:rsidR="008C5C61" w:rsidRPr="004C3E92">
        <w:t>é</w:t>
      </w:r>
      <w:r w:rsidR="008C5C61" w:rsidRPr="004C3E92">
        <w:t>tourna précipitamment en s</w:t>
      </w:r>
      <w:r>
        <w:t>’</w:t>
      </w:r>
      <w:r w:rsidR="008C5C61" w:rsidRPr="004C3E92">
        <w:t>inclinant légèrement</w:t>
      </w:r>
      <w:r>
        <w:t xml:space="preserve">, </w:t>
      </w:r>
      <w:r w:rsidR="008C5C61" w:rsidRPr="004C3E92">
        <w:t>et rejoignit son amie</w:t>
      </w:r>
      <w:r>
        <w:t>.</w:t>
      </w:r>
    </w:p>
    <w:p w14:paraId="29AED340" w14:textId="77777777" w:rsidR="004A4993" w:rsidRDefault="008C5C61" w:rsidP="004A4993">
      <w:r w:rsidRPr="004C3E92">
        <w:t>Marianne</w:t>
      </w:r>
      <w:r w:rsidR="004A4993">
        <w:t xml:space="preserve">, </w:t>
      </w:r>
      <w:r w:rsidRPr="004C3E92">
        <w:t>prise à présent d</w:t>
      </w:r>
      <w:r w:rsidR="004A4993">
        <w:t>’</w:t>
      </w:r>
      <w:r w:rsidRPr="004C3E92">
        <w:t>une pâleur affreuse</w:t>
      </w:r>
      <w:r w:rsidR="004A4993">
        <w:t xml:space="preserve">, </w:t>
      </w:r>
      <w:r w:rsidRPr="004C3E92">
        <w:t>et incap</w:t>
      </w:r>
      <w:r w:rsidRPr="004C3E92">
        <w:t>a</w:t>
      </w:r>
      <w:r w:rsidRPr="004C3E92">
        <w:t>ble de se tenir debout</w:t>
      </w:r>
      <w:r w:rsidR="004A4993">
        <w:t xml:space="preserve">, </w:t>
      </w:r>
      <w:r w:rsidRPr="004C3E92">
        <w:t>se laissa tomber sur sa chaise</w:t>
      </w:r>
      <w:r w:rsidR="004A4993">
        <w:t xml:space="preserve">, </w:t>
      </w:r>
      <w:r w:rsidRPr="004C3E92">
        <w:t xml:space="preserve">et </w:t>
      </w:r>
      <w:proofErr w:type="spellStart"/>
      <w:r w:rsidRPr="004C3E92">
        <w:t>Elinor</w:t>
      </w:r>
      <w:proofErr w:type="spellEnd"/>
      <w:r w:rsidR="004A4993">
        <w:t xml:space="preserve">, </w:t>
      </w:r>
      <w:r w:rsidRPr="004C3E92">
        <w:t>s</w:t>
      </w:r>
      <w:r w:rsidR="004A4993">
        <w:t>’</w:t>
      </w:r>
      <w:r w:rsidRPr="004C3E92">
        <w:t>attendant d</w:t>
      </w:r>
      <w:r w:rsidR="004A4993">
        <w:t>’</w:t>
      </w:r>
      <w:r w:rsidRPr="004C3E92">
        <w:t>un instant à l</w:t>
      </w:r>
      <w:r w:rsidR="004A4993">
        <w:t>’</w:t>
      </w:r>
      <w:r w:rsidRPr="004C3E92">
        <w:t>autre à la voir défaillir</w:t>
      </w:r>
      <w:r w:rsidR="004A4993">
        <w:t xml:space="preserve">, </w:t>
      </w:r>
      <w:r w:rsidRPr="004C3E92">
        <w:t>essaya de la dissimuler à la vue d</w:t>
      </w:r>
      <w:r w:rsidR="004A4993">
        <w:t>’</w:t>
      </w:r>
      <w:r w:rsidRPr="004C3E92">
        <w:t>autrui</w:t>
      </w:r>
      <w:r w:rsidR="004A4993">
        <w:t xml:space="preserve">, </w:t>
      </w:r>
      <w:r w:rsidRPr="004C3E92">
        <w:t>tout en la ranimant avec de l</w:t>
      </w:r>
      <w:r w:rsidR="004A4993">
        <w:t>’</w:t>
      </w:r>
      <w:r w:rsidRPr="004C3E92">
        <w:t>eau de lavande</w:t>
      </w:r>
      <w:r w:rsidR="004A4993">
        <w:t>.</w:t>
      </w:r>
    </w:p>
    <w:p w14:paraId="7F4484D1" w14:textId="77777777" w:rsidR="004A4993" w:rsidRDefault="004A4993" w:rsidP="004A4993">
      <w:r>
        <w:t>— </w:t>
      </w:r>
      <w:r w:rsidR="008C5C61" w:rsidRPr="004C3E92">
        <w:t>Va le trouver</w:t>
      </w:r>
      <w:r>
        <w:t xml:space="preserve">, </w:t>
      </w:r>
      <w:proofErr w:type="spellStart"/>
      <w:r w:rsidR="008C5C61" w:rsidRPr="004C3E92">
        <w:t>Elinor</w:t>
      </w:r>
      <w:proofErr w:type="spellEnd"/>
      <w:r>
        <w:t xml:space="preserve">, </w:t>
      </w:r>
      <w:r w:rsidR="008C5C61" w:rsidRPr="004C3E92">
        <w:t>s</w:t>
      </w:r>
      <w:r>
        <w:t>’</w:t>
      </w:r>
      <w:r w:rsidR="008C5C61" w:rsidRPr="004C3E92">
        <w:t>écria-t-elle</w:t>
      </w:r>
      <w:r>
        <w:t xml:space="preserve">, </w:t>
      </w:r>
      <w:r w:rsidR="008C5C61" w:rsidRPr="004C3E92">
        <w:t>dès qu</w:t>
      </w:r>
      <w:r>
        <w:t>’</w:t>
      </w:r>
      <w:r w:rsidR="008C5C61" w:rsidRPr="004C3E92">
        <w:t>elle put parler</w:t>
      </w:r>
      <w:r>
        <w:t xml:space="preserve">, </w:t>
      </w:r>
      <w:r w:rsidR="008C5C61" w:rsidRPr="004C3E92">
        <w:t>et force-le à revenir auprès de moi</w:t>
      </w:r>
      <w:r>
        <w:t xml:space="preserve">. </w:t>
      </w:r>
      <w:r w:rsidR="008C5C61" w:rsidRPr="004C3E92">
        <w:t>Dis-lui qu</w:t>
      </w:r>
      <w:r>
        <w:t>’</w:t>
      </w:r>
      <w:r w:rsidR="008C5C61" w:rsidRPr="004C3E92">
        <w:t>il faut que je le r</w:t>
      </w:r>
      <w:r w:rsidR="008C5C61" w:rsidRPr="004C3E92">
        <w:t>e</w:t>
      </w:r>
      <w:r w:rsidR="008C5C61" w:rsidRPr="004C3E92">
        <w:t>voie</w:t>
      </w:r>
      <w:r>
        <w:t xml:space="preserve">, </w:t>
      </w:r>
      <w:r w:rsidR="008C5C61" w:rsidRPr="004C3E92">
        <w:t>qu</w:t>
      </w:r>
      <w:r>
        <w:t>’</w:t>
      </w:r>
      <w:r w:rsidR="008C5C61" w:rsidRPr="004C3E92">
        <w:t>il faut que je lui parle à l</w:t>
      </w:r>
      <w:r>
        <w:t>’</w:t>
      </w:r>
      <w:r w:rsidR="008C5C61" w:rsidRPr="004C3E92">
        <w:t>instant</w:t>
      </w:r>
      <w:r>
        <w:t xml:space="preserve">. </w:t>
      </w:r>
      <w:r w:rsidR="008C5C61" w:rsidRPr="004C3E92">
        <w:t>Je ne puis goûter de repos</w:t>
      </w:r>
      <w:r>
        <w:t xml:space="preserve"> – </w:t>
      </w:r>
      <w:r w:rsidR="008C5C61" w:rsidRPr="004C3E92">
        <w:t>je n</w:t>
      </w:r>
      <w:r>
        <w:t>’</w:t>
      </w:r>
      <w:r w:rsidR="008C5C61" w:rsidRPr="004C3E92">
        <w:t>aurai pas un instant de tranquillité</w:t>
      </w:r>
      <w:r>
        <w:t xml:space="preserve">, </w:t>
      </w:r>
      <w:r w:rsidR="008C5C61" w:rsidRPr="004C3E92">
        <w:t>tant que tout cela ne sera expliqué</w:t>
      </w:r>
      <w:r>
        <w:t xml:space="preserve">, – </w:t>
      </w:r>
      <w:r w:rsidR="008C5C61" w:rsidRPr="004C3E92">
        <w:t>quelque épouvantable malentendu</w:t>
      </w:r>
      <w:r>
        <w:t xml:space="preserve">… </w:t>
      </w:r>
      <w:r w:rsidR="008C5C61" w:rsidRPr="004C3E92">
        <w:t>Oh</w:t>
      </w:r>
      <w:r>
        <w:t xml:space="preserve">, </w:t>
      </w:r>
      <w:r w:rsidR="008C5C61" w:rsidRPr="004C3E92">
        <w:t>va le trouver à l</w:t>
      </w:r>
      <w:r>
        <w:t>’</w:t>
      </w:r>
      <w:r w:rsidR="008C5C61" w:rsidRPr="004C3E92">
        <w:t>instant</w:t>
      </w:r>
      <w:r>
        <w:t> !</w:t>
      </w:r>
    </w:p>
    <w:p w14:paraId="0E465E57" w14:textId="77777777" w:rsidR="004A4993" w:rsidRDefault="004A4993" w:rsidP="004A4993">
      <w:r>
        <w:t>— </w:t>
      </w:r>
      <w:r w:rsidR="008C5C61" w:rsidRPr="004C3E92">
        <w:t>Comment cela peut-il se faire</w:t>
      </w:r>
      <w:r>
        <w:t xml:space="preserve"> ? </w:t>
      </w:r>
      <w:r w:rsidR="008C5C61" w:rsidRPr="004C3E92">
        <w:t>Non</w:t>
      </w:r>
      <w:r>
        <w:t xml:space="preserve">, </w:t>
      </w:r>
      <w:r w:rsidR="008C5C61" w:rsidRPr="004C3E92">
        <w:t>ma chère Marianne</w:t>
      </w:r>
      <w:r>
        <w:t xml:space="preserve">, </w:t>
      </w:r>
      <w:r w:rsidR="008C5C61" w:rsidRPr="004C3E92">
        <w:t>il faut que tu attendes</w:t>
      </w:r>
      <w:r>
        <w:t xml:space="preserve">. </w:t>
      </w:r>
      <w:r w:rsidR="008C5C61" w:rsidRPr="004C3E92">
        <w:t>Ce n</w:t>
      </w:r>
      <w:r>
        <w:t>’</w:t>
      </w:r>
      <w:r w:rsidR="008C5C61" w:rsidRPr="004C3E92">
        <w:t>est pas ici le lieu qui convient aux explications</w:t>
      </w:r>
      <w:r>
        <w:t xml:space="preserve">. </w:t>
      </w:r>
      <w:r w:rsidR="008C5C61" w:rsidRPr="004C3E92">
        <w:t>Attends simplement jusqu</w:t>
      </w:r>
      <w:r>
        <w:t>’</w:t>
      </w:r>
      <w:r w:rsidR="008C5C61" w:rsidRPr="004C3E92">
        <w:t>à demain</w:t>
      </w:r>
      <w:r>
        <w:t>.</w:t>
      </w:r>
    </w:p>
    <w:p w14:paraId="1070E18E" w14:textId="77777777" w:rsidR="004A4993" w:rsidRDefault="008C5C61" w:rsidP="004A4993">
      <w:r w:rsidRPr="004C3E92">
        <w:t>Mais ce ne fut qu</w:t>
      </w:r>
      <w:r w:rsidR="004A4993">
        <w:t>’</w:t>
      </w:r>
      <w:r w:rsidRPr="004C3E92">
        <w:t>avec difficulté qu</w:t>
      </w:r>
      <w:r w:rsidR="004A4993">
        <w:t>’</w:t>
      </w:r>
      <w:r w:rsidRPr="004C3E92">
        <w:t>elle l</w:t>
      </w:r>
      <w:r w:rsidR="004A4993">
        <w:t>’</w:t>
      </w:r>
      <w:r w:rsidRPr="004C3E92">
        <w:t>empêcha de le su</w:t>
      </w:r>
      <w:r w:rsidRPr="004C3E92">
        <w:t>i</w:t>
      </w:r>
      <w:r w:rsidRPr="004C3E92">
        <w:t>vre elle-même</w:t>
      </w:r>
      <w:r w:rsidR="004A4993">
        <w:t xml:space="preserve"> ; </w:t>
      </w:r>
      <w:r w:rsidRPr="004C3E92">
        <w:t>quant à la persuader de réfréner son agitation</w:t>
      </w:r>
      <w:r w:rsidR="004A4993">
        <w:t xml:space="preserve">, </w:t>
      </w:r>
      <w:r w:rsidRPr="004C3E92">
        <w:t>d</w:t>
      </w:r>
      <w:r w:rsidR="004A4993">
        <w:t>’</w:t>
      </w:r>
      <w:r w:rsidRPr="004C3E92">
        <w:t>attendre avec l</w:t>
      </w:r>
      <w:r w:rsidR="004A4993">
        <w:t>’</w:t>
      </w:r>
      <w:r w:rsidRPr="004C3E92">
        <w:t>apparence tout au moins</w:t>
      </w:r>
      <w:r w:rsidR="004A4993">
        <w:t xml:space="preserve">, </w:t>
      </w:r>
      <w:r w:rsidRPr="004C3E92">
        <w:t>du calme</w:t>
      </w:r>
      <w:r w:rsidR="004A4993">
        <w:t xml:space="preserve">, </w:t>
      </w:r>
      <w:r w:rsidRPr="004C3E92">
        <w:t>qu</w:t>
      </w:r>
      <w:r w:rsidR="004A4993">
        <w:t>’</w:t>
      </w:r>
      <w:r w:rsidRPr="004C3E92">
        <w:t>elle pût lui parler d</w:t>
      </w:r>
      <w:r w:rsidR="004A4993">
        <w:t>’</w:t>
      </w:r>
      <w:r w:rsidRPr="004C3E92">
        <w:t>une façon plus privée et plus efficace</w:t>
      </w:r>
      <w:r w:rsidR="004A4993">
        <w:t xml:space="preserve">, </w:t>
      </w:r>
      <w:r w:rsidRPr="004C3E92">
        <w:t>c</w:t>
      </w:r>
      <w:r w:rsidR="004A4993">
        <w:t>’</w:t>
      </w:r>
      <w:r w:rsidRPr="004C3E92">
        <w:t>était impo</w:t>
      </w:r>
      <w:r w:rsidRPr="004C3E92">
        <w:t>s</w:t>
      </w:r>
      <w:r w:rsidRPr="004C3E92">
        <w:t>sible</w:t>
      </w:r>
      <w:r w:rsidR="004A4993">
        <w:t xml:space="preserve">, </w:t>
      </w:r>
      <w:r w:rsidRPr="004C3E92">
        <w:t>car Marianne continua sans arrêt à donner expression</w:t>
      </w:r>
      <w:r w:rsidR="004A4993">
        <w:t xml:space="preserve">, </w:t>
      </w:r>
      <w:r w:rsidRPr="004C3E92">
        <w:t>à mi-voix</w:t>
      </w:r>
      <w:r w:rsidR="004A4993">
        <w:t xml:space="preserve">, </w:t>
      </w:r>
      <w:r w:rsidRPr="004C3E92">
        <w:t>à la douleur de ses sentiments</w:t>
      </w:r>
      <w:r w:rsidR="004A4993">
        <w:t xml:space="preserve">, </w:t>
      </w:r>
      <w:r w:rsidRPr="004C3E92">
        <w:t>en poussant des excl</w:t>
      </w:r>
      <w:r w:rsidRPr="004C3E92">
        <w:t>a</w:t>
      </w:r>
      <w:r w:rsidRPr="004C3E92">
        <w:t>mations de détresse</w:t>
      </w:r>
      <w:r w:rsidR="004A4993">
        <w:t xml:space="preserve">. </w:t>
      </w:r>
      <w:r w:rsidRPr="004C3E92">
        <w:t>Peu de temps après</w:t>
      </w:r>
      <w:r w:rsidR="004A4993">
        <w:t xml:space="preserve">, </w:t>
      </w:r>
      <w:proofErr w:type="spellStart"/>
      <w:r w:rsidRPr="004C3E92">
        <w:t>Elinor</w:t>
      </w:r>
      <w:proofErr w:type="spellEnd"/>
      <w:r w:rsidRPr="004C3E92">
        <w:t xml:space="preserve"> vit Willoughby qui quittait la salle par la porte donnant vers l</w:t>
      </w:r>
      <w:r w:rsidR="004A4993">
        <w:t>’</w:t>
      </w:r>
      <w:r w:rsidRPr="004C3E92">
        <w:t>escalier et</w:t>
      </w:r>
      <w:r w:rsidR="004A4993">
        <w:t xml:space="preserve">, </w:t>
      </w:r>
      <w:r w:rsidRPr="004C3E92">
        <w:t>disant à Marianne qu</w:t>
      </w:r>
      <w:r w:rsidR="004A4993">
        <w:t>’</w:t>
      </w:r>
      <w:r w:rsidRPr="004C3E92">
        <w:t>il était parti</w:t>
      </w:r>
      <w:r w:rsidR="004A4993">
        <w:t xml:space="preserve">, </w:t>
      </w:r>
      <w:r w:rsidRPr="004C3E92">
        <w:t>elle fit valoir l</w:t>
      </w:r>
      <w:r w:rsidR="004A4993">
        <w:t>’</w:t>
      </w:r>
      <w:r w:rsidRPr="004C3E92">
        <w:t>impossibilité de lui parler encore ce soir-là</w:t>
      </w:r>
      <w:r w:rsidR="004A4993">
        <w:t xml:space="preserve">, </w:t>
      </w:r>
      <w:r w:rsidRPr="004C3E92">
        <w:t>comme argument nouveau pour qu</w:t>
      </w:r>
      <w:r w:rsidR="004A4993">
        <w:t>’</w:t>
      </w:r>
      <w:r w:rsidRPr="004C3E92">
        <w:t>elle se tînt calme</w:t>
      </w:r>
      <w:r w:rsidR="004A4993">
        <w:t xml:space="preserve">. </w:t>
      </w:r>
      <w:r w:rsidRPr="004C3E92">
        <w:t>Elle demanda immédiatement à sa sœur de su</w:t>
      </w:r>
      <w:r w:rsidRPr="004C3E92">
        <w:t>p</w:t>
      </w:r>
      <w:r w:rsidRPr="004C3E92">
        <w:t xml:space="preserve">plier Lady Middleton de les </w:t>
      </w:r>
      <w:r w:rsidRPr="004C3E92">
        <w:lastRenderedPageBreak/>
        <w:t>ramener à la maison</w:t>
      </w:r>
      <w:r w:rsidR="004A4993">
        <w:t xml:space="preserve">, </w:t>
      </w:r>
      <w:r w:rsidRPr="004C3E92">
        <w:t>car elle était trop malheureuse pour rester une minute de plus</w:t>
      </w:r>
      <w:r w:rsidR="004A4993">
        <w:t>.</w:t>
      </w:r>
    </w:p>
    <w:p w14:paraId="23102554" w14:textId="13E31437" w:rsidR="004A4993" w:rsidRDefault="008C5C61" w:rsidP="004A4993">
      <w:r w:rsidRPr="004C3E92">
        <w:t>Lady Middleton</w:t>
      </w:r>
      <w:r w:rsidR="004A4993">
        <w:t xml:space="preserve">, </w:t>
      </w:r>
      <w:r w:rsidRPr="004C3E92">
        <w:t>bien qu</w:t>
      </w:r>
      <w:r w:rsidR="004A4993">
        <w:t>’</w:t>
      </w:r>
      <w:r w:rsidRPr="004C3E92">
        <w:t>elle fût au beau milieu d</w:t>
      </w:r>
      <w:r w:rsidR="004A4993">
        <w:t>’</w:t>
      </w:r>
      <w:r w:rsidRPr="004C3E92">
        <w:t>un robre</w:t>
      </w:r>
      <w:r w:rsidR="004A4993">
        <w:t xml:space="preserve">, </w:t>
      </w:r>
      <w:r w:rsidRPr="004C3E92">
        <w:t>ayant été avisée que Marianne était souffrante</w:t>
      </w:r>
      <w:r w:rsidR="004A4993">
        <w:t xml:space="preserve">, </w:t>
      </w:r>
      <w:r w:rsidRPr="004C3E92">
        <w:t>était trop polie pour s</w:t>
      </w:r>
      <w:r w:rsidR="004A4993">
        <w:t>’</w:t>
      </w:r>
      <w:r w:rsidRPr="004C3E92">
        <w:t>opposer un seul instant à son désir de partir</w:t>
      </w:r>
      <w:r w:rsidR="004A4993">
        <w:t xml:space="preserve"> ; </w:t>
      </w:r>
      <w:r w:rsidRPr="004C3E92">
        <w:t>et après qu</w:t>
      </w:r>
      <w:r w:rsidR="004A4993">
        <w:t>’</w:t>
      </w:r>
      <w:r w:rsidRPr="004C3E92">
        <w:t>elle eut remis ses cartes à une amie</w:t>
      </w:r>
      <w:r w:rsidR="004A4993">
        <w:t xml:space="preserve">, </w:t>
      </w:r>
      <w:r w:rsidRPr="004C3E92">
        <w:t>elles partirent aussitôt qu</w:t>
      </w:r>
      <w:r w:rsidR="004A4993">
        <w:t>’</w:t>
      </w:r>
      <w:r w:rsidRPr="004C3E92">
        <w:t>il fut possible de trouver la voiture</w:t>
      </w:r>
      <w:r w:rsidR="004A4993">
        <w:t xml:space="preserve">. </w:t>
      </w:r>
      <w:r w:rsidRPr="004C3E92">
        <w:t>C</w:t>
      </w:r>
      <w:r w:rsidR="004A4993">
        <w:t>’</w:t>
      </w:r>
      <w:r w:rsidRPr="004C3E92">
        <w:t>est à peine si une par</w:t>
      </w:r>
      <w:r w:rsidRPr="004C3E92">
        <w:t>o</w:t>
      </w:r>
      <w:r w:rsidRPr="004C3E92">
        <w:t>le fut prononcée au cours de leur trajet de retour à Berkeley Street</w:t>
      </w:r>
      <w:r w:rsidR="004A4993">
        <w:t xml:space="preserve">. </w:t>
      </w:r>
      <w:r w:rsidRPr="004C3E92">
        <w:t>Marianne était dans une angoisse silencieuse</w:t>
      </w:r>
      <w:r w:rsidR="004A4993">
        <w:t xml:space="preserve">, </w:t>
      </w:r>
      <w:r w:rsidRPr="004C3E92">
        <w:t>trop o</w:t>
      </w:r>
      <w:r w:rsidRPr="004C3E92">
        <w:t>p</w:t>
      </w:r>
      <w:r w:rsidRPr="004C3E92">
        <w:t>pressée même pour les larmes</w:t>
      </w:r>
      <w:r w:rsidR="004A4993">
        <w:t xml:space="preserve"> ; </w:t>
      </w:r>
      <w:r w:rsidRPr="004C3E92">
        <w:t>mais comme Mrs</w:t>
      </w:r>
      <w:r w:rsidR="004A4993">
        <w:t xml:space="preserve">. </w:t>
      </w:r>
      <w:r w:rsidRPr="004C3E92">
        <w:t>Jennings</w:t>
      </w:r>
      <w:r w:rsidR="004A4993">
        <w:t xml:space="preserve">, </w:t>
      </w:r>
      <w:r w:rsidRPr="004C3E92">
        <w:t>heureusement</w:t>
      </w:r>
      <w:r w:rsidR="004A4993">
        <w:t xml:space="preserve">, </w:t>
      </w:r>
      <w:r w:rsidRPr="004C3E92">
        <w:t>n</w:t>
      </w:r>
      <w:r w:rsidR="004A4993">
        <w:t>’</w:t>
      </w:r>
      <w:r w:rsidRPr="004C3E92">
        <w:t>était pas rentrée</w:t>
      </w:r>
      <w:r w:rsidR="004A4993">
        <w:t xml:space="preserve">, </w:t>
      </w:r>
      <w:r w:rsidRPr="004C3E92">
        <w:t>elles purent se rendre tout droit dans leur chambre</w:t>
      </w:r>
      <w:r w:rsidR="004A4993">
        <w:t xml:space="preserve">, </w:t>
      </w:r>
      <w:r w:rsidRPr="004C3E92">
        <w:t>où l</w:t>
      </w:r>
      <w:r w:rsidR="004A4993">
        <w:t>’</w:t>
      </w:r>
      <w:r w:rsidRPr="004C3E92">
        <w:t>ammoniaque la fit un peu revenir à elle</w:t>
      </w:r>
      <w:r w:rsidR="004A4993">
        <w:t xml:space="preserve">. </w:t>
      </w:r>
      <w:r w:rsidRPr="004C3E92">
        <w:t>Elle fut bientôt déshabillée</w:t>
      </w:r>
      <w:r w:rsidR="004A4993">
        <w:t xml:space="preserve">, </w:t>
      </w:r>
      <w:r w:rsidRPr="004C3E92">
        <w:t>et dans son lit</w:t>
      </w:r>
      <w:r w:rsidR="004A4993">
        <w:t xml:space="preserve">, </w:t>
      </w:r>
      <w:r w:rsidRPr="004C3E92">
        <w:t>et comme elle semblait désireuse d</w:t>
      </w:r>
      <w:r w:rsidR="004A4993">
        <w:t>’</w:t>
      </w:r>
      <w:r w:rsidRPr="004C3E92">
        <w:t>être seule</w:t>
      </w:r>
      <w:r w:rsidR="004A4993">
        <w:t xml:space="preserve">, </w:t>
      </w:r>
      <w:r w:rsidRPr="004C3E92">
        <w:t>sa sœur la quitta alors</w:t>
      </w:r>
      <w:r w:rsidR="004A4993">
        <w:t xml:space="preserve">, </w:t>
      </w:r>
      <w:r w:rsidRPr="004C3E92">
        <w:t>et</w:t>
      </w:r>
      <w:r w:rsidR="004A4993">
        <w:t xml:space="preserve">, </w:t>
      </w:r>
      <w:r w:rsidRPr="004C3E92">
        <w:t>pe</w:t>
      </w:r>
      <w:r w:rsidRPr="004C3E92">
        <w:t>n</w:t>
      </w:r>
      <w:r w:rsidRPr="004C3E92">
        <w:t>dant qu</w:t>
      </w:r>
      <w:r w:rsidR="004A4993">
        <w:t>’</w:t>
      </w:r>
      <w:r w:rsidRPr="004C3E92">
        <w:t xml:space="preserve">elle attendait le retour de </w:t>
      </w:r>
      <w:r w:rsidR="004A4993">
        <w:t>M</w:t>
      </w:r>
      <w:r w:rsidR="004A4993" w:rsidRPr="004A4993">
        <w:rPr>
          <w:vertAlign w:val="superscript"/>
        </w:rPr>
        <w:t>rs</w:t>
      </w:r>
      <w:r w:rsidR="004A4993">
        <w:t> </w:t>
      </w:r>
      <w:r w:rsidRPr="004C3E92">
        <w:t>Jennings</w:t>
      </w:r>
      <w:r w:rsidR="004A4993">
        <w:t xml:space="preserve">, </w:t>
      </w:r>
      <w:r w:rsidRPr="004C3E92">
        <w:t>eut tout le lo</w:t>
      </w:r>
      <w:r w:rsidRPr="004C3E92">
        <w:t>i</w:t>
      </w:r>
      <w:r w:rsidRPr="004C3E92">
        <w:t>sir de méditer sur le passé</w:t>
      </w:r>
      <w:r w:rsidR="004A4993">
        <w:t>.</w:t>
      </w:r>
    </w:p>
    <w:p w14:paraId="42087604" w14:textId="77777777" w:rsidR="004A4993" w:rsidRDefault="008C5C61" w:rsidP="004A4993">
      <w:r w:rsidRPr="004C3E92">
        <w:t>Qu</w:t>
      </w:r>
      <w:r w:rsidR="004A4993">
        <w:t>’</w:t>
      </w:r>
      <w:r w:rsidRPr="004C3E92">
        <w:t>il y eût eu quelque genre de promesse de mariage entre Willoughby et Marianne</w:t>
      </w:r>
      <w:r w:rsidR="004A4993">
        <w:t xml:space="preserve">, </w:t>
      </w:r>
      <w:r w:rsidRPr="004C3E92">
        <w:t>elle n</w:t>
      </w:r>
      <w:r w:rsidR="004A4993">
        <w:t>’</w:t>
      </w:r>
      <w:r w:rsidRPr="004C3E92">
        <w:t>en pouvait pas douter</w:t>
      </w:r>
      <w:r w:rsidR="004A4993">
        <w:t xml:space="preserve"> ; </w:t>
      </w:r>
      <w:r w:rsidRPr="004C3E92">
        <w:t>et il semblait également évident que Willoughby en fût las</w:t>
      </w:r>
      <w:r w:rsidR="004A4993">
        <w:t xml:space="preserve"> ; </w:t>
      </w:r>
      <w:r w:rsidRPr="004C3E92">
        <w:t>car que</w:t>
      </w:r>
      <w:r w:rsidRPr="004C3E92">
        <w:t>l</w:t>
      </w:r>
      <w:r w:rsidRPr="004C3E92">
        <w:t>le que fût encore l</w:t>
      </w:r>
      <w:r w:rsidR="004A4993">
        <w:t>’</w:t>
      </w:r>
      <w:r w:rsidRPr="004C3E92">
        <w:t>ardeur de Marianne à entretenir ses propres désirs</w:t>
      </w:r>
      <w:r w:rsidR="004A4993">
        <w:t xml:space="preserve">, </w:t>
      </w:r>
      <w:proofErr w:type="spellStart"/>
      <w:r w:rsidRPr="004C3E92">
        <w:t>Elinor</w:t>
      </w:r>
      <w:proofErr w:type="spellEnd"/>
      <w:r w:rsidRPr="004C3E92">
        <w:t xml:space="preserve"> ne pouvait attribuer une semblable conduite à une erreur ou à un malentendu quelconque</w:t>
      </w:r>
      <w:r w:rsidR="004A4993">
        <w:t xml:space="preserve">. </w:t>
      </w:r>
      <w:r w:rsidRPr="004C3E92">
        <w:t>Elle ne pouvait s</w:t>
      </w:r>
      <w:r w:rsidR="004A4993">
        <w:t>’</w:t>
      </w:r>
      <w:r w:rsidRPr="004C3E92">
        <w:t>expliquer que par une modification radicale des sentiments</w:t>
      </w:r>
      <w:r w:rsidR="004A4993">
        <w:t xml:space="preserve">. </w:t>
      </w:r>
      <w:r w:rsidRPr="004C3E92">
        <w:t>Son indignation eût encore été plus violente qu</w:t>
      </w:r>
      <w:r w:rsidR="004A4993">
        <w:t>’</w:t>
      </w:r>
      <w:r w:rsidRPr="004C3E92">
        <w:t>elle ne l</w:t>
      </w:r>
      <w:r w:rsidR="004A4993">
        <w:t>’</w:t>
      </w:r>
      <w:r w:rsidRPr="004C3E92">
        <w:t>était si elle n</w:t>
      </w:r>
      <w:r w:rsidR="004A4993">
        <w:t>’</w:t>
      </w:r>
      <w:r w:rsidRPr="004C3E92">
        <w:t>avait été témoin de cet embarras qui avait semblé dénoter chez lui la conscience de sa propre inconduite</w:t>
      </w:r>
      <w:r w:rsidR="004A4993">
        <w:t xml:space="preserve">, </w:t>
      </w:r>
      <w:r w:rsidRPr="004C3E92">
        <w:t xml:space="preserve">et qui empêchait </w:t>
      </w:r>
      <w:proofErr w:type="spellStart"/>
      <w:r w:rsidRPr="004C3E92">
        <w:t>Elinor</w:t>
      </w:r>
      <w:proofErr w:type="spellEnd"/>
      <w:r w:rsidRPr="004C3E92">
        <w:t xml:space="preserve"> de le croire suffisamment dévergondé pour avoir</w:t>
      </w:r>
      <w:r w:rsidR="004A4993">
        <w:t xml:space="preserve">, </w:t>
      </w:r>
      <w:r w:rsidRPr="004C3E92">
        <w:t>dès l</w:t>
      </w:r>
      <w:r w:rsidR="004A4993">
        <w:t>’</w:t>
      </w:r>
      <w:r w:rsidRPr="004C3E92">
        <w:t>abord</w:t>
      </w:r>
      <w:r w:rsidR="004A4993">
        <w:t xml:space="preserve">, </w:t>
      </w:r>
      <w:r w:rsidRPr="004C3E92">
        <w:t>joué avec les affections de sa sœur sans aucun dessein qui supportât l</w:t>
      </w:r>
      <w:r w:rsidR="004A4993">
        <w:t>’</w:t>
      </w:r>
      <w:r w:rsidRPr="004C3E92">
        <w:t>examen</w:t>
      </w:r>
      <w:r w:rsidR="004A4993">
        <w:t xml:space="preserve">. </w:t>
      </w:r>
      <w:r w:rsidRPr="004C3E92">
        <w:t>L</w:t>
      </w:r>
      <w:r w:rsidR="004A4993">
        <w:t>’</w:t>
      </w:r>
      <w:r w:rsidRPr="004C3E92">
        <w:t>absence pouvait avoir affaibli son i</w:t>
      </w:r>
      <w:r w:rsidRPr="004C3E92">
        <w:t>n</w:t>
      </w:r>
      <w:r w:rsidRPr="004C3E92">
        <w:t>clination</w:t>
      </w:r>
      <w:r w:rsidR="004A4993">
        <w:t xml:space="preserve">, </w:t>
      </w:r>
      <w:r w:rsidRPr="004C3E92">
        <w:t>et l</w:t>
      </w:r>
      <w:r w:rsidR="004A4993">
        <w:t>’</w:t>
      </w:r>
      <w:r w:rsidRPr="004C3E92">
        <w:t>intérêt pouvait l</w:t>
      </w:r>
      <w:r w:rsidR="004A4993">
        <w:t>’</w:t>
      </w:r>
      <w:r w:rsidRPr="004C3E92">
        <w:t>avoir déterminé à la surmonter</w:t>
      </w:r>
      <w:r w:rsidR="004A4993">
        <w:t xml:space="preserve">, </w:t>
      </w:r>
      <w:r w:rsidRPr="004C3E92">
        <w:t>mais elle ne pouvait se résoudre à douter qu</w:t>
      </w:r>
      <w:r w:rsidR="004A4993">
        <w:t>’</w:t>
      </w:r>
      <w:r w:rsidRPr="004C3E92">
        <w:t>il eût existé nagu</w:t>
      </w:r>
      <w:r w:rsidRPr="004C3E92">
        <w:t>è</w:t>
      </w:r>
      <w:r w:rsidRPr="004C3E92">
        <w:t>re une telle inclination</w:t>
      </w:r>
      <w:r w:rsidR="004A4993">
        <w:t>.</w:t>
      </w:r>
    </w:p>
    <w:p w14:paraId="0E204F52" w14:textId="77777777" w:rsidR="004A4993" w:rsidRDefault="008C5C61" w:rsidP="004A4993">
      <w:r w:rsidRPr="004C3E92">
        <w:lastRenderedPageBreak/>
        <w:t>Quant à Marianne</w:t>
      </w:r>
      <w:r w:rsidR="004A4993">
        <w:t xml:space="preserve">, </w:t>
      </w:r>
      <w:r w:rsidRPr="004C3E92">
        <w:t>elle ne pouvait réfléchir sans la plus profonde inquiétude aux coups douloureux que devait déjà lui avoir donnés une telle rencontre</w:t>
      </w:r>
      <w:r w:rsidR="004A4993">
        <w:t xml:space="preserve">, </w:t>
      </w:r>
      <w:r w:rsidRPr="004C3E92">
        <w:t>et à ceux</w:t>
      </w:r>
      <w:r w:rsidR="004A4993">
        <w:t xml:space="preserve">, </w:t>
      </w:r>
      <w:r w:rsidRPr="004C3E92">
        <w:t>encore plus cruels</w:t>
      </w:r>
      <w:r w:rsidR="004A4993">
        <w:t xml:space="preserve">, </w:t>
      </w:r>
      <w:r w:rsidRPr="004C3E92">
        <w:t>qui pouvaient l</w:t>
      </w:r>
      <w:r w:rsidR="004A4993">
        <w:t>’</w:t>
      </w:r>
      <w:r w:rsidRPr="004C3E92">
        <w:t>attendre dans sa conséquence probable</w:t>
      </w:r>
      <w:r w:rsidR="004A4993">
        <w:t xml:space="preserve">. </w:t>
      </w:r>
      <w:r w:rsidRPr="004C3E92">
        <w:t>Sa pr</w:t>
      </w:r>
      <w:r w:rsidRPr="004C3E92">
        <w:t>o</w:t>
      </w:r>
      <w:r w:rsidRPr="004C3E92">
        <w:t>pre situation y gagnait en comparaison</w:t>
      </w:r>
      <w:r w:rsidR="004A4993">
        <w:t xml:space="preserve">, </w:t>
      </w:r>
      <w:r w:rsidRPr="004C3E92">
        <w:t>car aussi longtemps qu</w:t>
      </w:r>
      <w:r w:rsidR="004A4993">
        <w:t>’</w:t>
      </w:r>
      <w:r w:rsidRPr="004C3E92">
        <w:t>il lui était possible d</w:t>
      </w:r>
      <w:r w:rsidR="004A4993">
        <w:t>’</w:t>
      </w:r>
      <w:r w:rsidRPr="004C3E92">
        <w:t>estimer Edward autant que jamais</w:t>
      </w:r>
      <w:r w:rsidR="004A4993">
        <w:t xml:space="preserve">, </w:t>
      </w:r>
      <w:r w:rsidRPr="004C3E92">
        <w:t>quel que fût le degré de séparation que leur infligeât l</w:t>
      </w:r>
      <w:r w:rsidR="004A4993">
        <w:t>’</w:t>
      </w:r>
      <w:r w:rsidRPr="004C3E92">
        <w:t>avenir</w:t>
      </w:r>
      <w:r w:rsidR="004A4993">
        <w:t xml:space="preserve">, </w:t>
      </w:r>
      <w:r w:rsidRPr="004C3E92">
        <w:t>son e</w:t>
      </w:r>
      <w:r w:rsidRPr="004C3E92">
        <w:t>s</w:t>
      </w:r>
      <w:r w:rsidRPr="004C3E92">
        <w:t>prit garderait toujours un soutien</w:t>
      </w:r>
      <w:r w:rsidR="004A4993">
        <w:t xml:space="preserve">. </w:t>
      </w:r>
      <w:r w:rsidRPr="004C3E92">
        <w:t>Mais toutes les circonstances susceptibles d</w:t>
      </w:r>
      <w:r w:rsidR="004A4993">
        <w:t>’</w:t>
      </w:r>
      <w:r w:rsidRPr="004C3E92">
        <w:t>aggraver un tel mal semblaient se réunir pour r</w:t>
      </w:r>
      <w:r w:rsidRPr="004C3E92">
        <w:t>e</w:t>
      </w:r>
      <w:r w:rsidRPr="004C3E92">
        <w:t>hausser la détresse de Marianne jusque dans une séparation d</w:t>
      </w:r>
      <w:r w:rsidRPr="004C3E92">
        <w:t>é</w:t>
      </w:r>
      <w:r w:rsidRPr="004C3E92">
        <w:t>finitive d</w:t>
      </w:r>
      <w:r w:rsidR="004A4993">
        <w:t>’</w:t>
      </w:r>
      <w:r w:rsidRPr="004C3E92">
        <w:t>avec Willoughby</w:t>
      </w:r>
      <w:r w:rsidR="004A4993">
        <w:t xml:space="preserve">, – </w:t>
      </w:r>
      <w:r w:rsidRPr="004C3E92">
        <w:t>une rupture immédiate et irrém</w:t>
      </w:r>
      <w:r w:rsidRPr="004C3E92">
        <w:t>é</w:t>
      </w:r>
      <w:r w:rsidRPr="004C3E92">
        <w:t>diable avec lui</w:t>
      </w:r>
      <w:r w:rsidR="004A4993">
        <w:t>.</w:t>
      </w:r>
    </w:p>
    <w:p w14:paraId="3A8B1C9A" w14:textId="59A4460D" w:rsidR="008C5C61" w:rsidRPr="004C3E92" w:rsidRDefault="008C5C61" w:rsidP="004A4993">
      <w:pPr>
        <w:pStyle w:val="Titre1"/>
      </w:pPr>
      <w:bookmarkStart w:id="28" w:name="_Toc196409813"/>
      <w:r w:rsidRPr="004C3E92">
        <w:lastRenderedPageBreak/>
        <w:t>CHAPITRE XXIX</w:t>
      </w:r>
      <w:bookmarkEnd w:id="28"/>
      <w:r w:rsidRPr="004C3E92">
        <w:br/>
      </w:r>
    </w:p>
    <w:p w14:paraId="7F535E1D" w14:textId="77777777" w:rsidR="004A4993" w:rsidRDefault="008C5C61" w:rsidP="004A4993">
      <w:r w:rsidRPr="004C3E92">
        <w:t>Avant que la servante leur eût allumé le feu le lendemain</w:t>
      </w:r>
      <w:r w:rsidR="004A4993">
        <w:t xml:space="preserve">, </w:t>
      </w:r>
      <w:r w:rsidRPr="004C3E92">
        <w:t>ou que le soleil eût gagné quelque empire sur une sombre et froide matinée de janvier</w:t>
      </w:r>
      <w:r w:rsidR="004A4993">
        <w:t xml:space="preserve">, </w:t>
      </w:r>
      <w:r w:rsidRPr="004C3E92">
        <w:t>Marianne</w:t>
      </w:r>
      <w:r w:rsidR="004A4993">
        <w:t xml:space="preserve">, </w:t>
      </w:r>
      <w:r w:rsidRPr="004C3E92">
        <w:t>à demi vêtue seulement</w:t>
      </w:r>
      <w:r w:rsidR="004A4993">
        <w:t xml:space="preserve">, </w:t>
      </w:r>
      <w:r w:rsidRPr="004C3E92">
        <w:t>était agenouillée devant l</w:t>
      </w:r>
      <w:r w:rsidR="004A4993">
        <w:t>’</w:t>
      </w:r>
      <w:r w:rsidRPr="004C3E92">
        <w:t>une des banquettes des fenêtres afin de profiter du peu de lumière qu</w:t>
      </w:r>
      <w:r w:rsidR="004A4993">
        <w:t>’</w:t>
      </w:r>
      <w:r w:rsidRPr="004C3E92">
        <w:t>elle y pouvait obtenir</w:t>
      </w:r>
      <w:r w:rsidR="004A4993">
        <w:t xml:space="preserve">, </w:t>
      </w:r>
      <w:r w:rsidRPr="004C3E92">
        <w:t>et écr</w:t>
      </w:r>
      <w:r w:rsidRPr="004C3E92">
        <w:t>i</w:t>
      </w:r>
      <w:r w:rsidRPr="004C3E92">
        <w:t>vait aussi vite que le lui permettait un flot continu de larmes</w:t>
      </w:r>
      <w:r w:rsidR="004A4993">
        <w:t xml:space="preserve">. </w:t>
      </w:r>
      <w:r w:rsidRPr="004C3E92">
        <w:t>C</w:t>
      </w:r>
      <w:r w:rsidR="004A4993">
        <w:t>’</w:t>
      </w:r>
      <w:r w:rsidRPr="004C3E92">
        <w:t>est en cette situation qu</w:t>
      </w:r>
      <w:r w:rsidR="004A4993">
        <w:t>’</w:t>
      </w:r>
      <w:proofErr w:type="spellStart"/>
      <w:r w:rsidRPr="004C3E92">
        <w:t>Elinor</w:t>
      </w:r>
      <w:proofErr w:type="spellEnd"/>
      <w:r w:rsidR="004A4993">
        <w:t xml:space="preserve">, </w:t>
      </w:r>
      <w:r w:rsidRPr="004C3E92">
        <w:t>réveillée par son agitation et ses sanglots</w:t>
      </w:r>
      <w:r w:rsidR="004A4993">
        <w:t xml:space="preserve">, </w:t>
      </w:r>
      <w:r w:rsidRPr="004C3E92">
        <w:t>l</w:t>
      </w:r>
      <w:r w:rsidR="004A4993">
        <w:t>’</w:t>
      </w:r>
      <w:r w:rsidRPr="004C3E92">
        <w:t>aperçut tout d</w:t>
      </w:r>
      <w:r w:rsidR="004A4993">
        <w:t>’</w:t>
      </w:r>
      <w:r w:rsidRPr="004C3E92">
        <w:t>abord</w:t>
      </w:r>
      <w:r w:rsidR="004A4993">
        <w:t xml:space="preserve"> ; </w:t>
      </w:r>
      <w:r w:rsidRPr="004C3E92">
        <w:t>et</w:t>
      </w:r>
      <w:r w:rsidR="004A4993">
        <w:t xml:space="preserve">, </w:t>
      </w:r>
      <w:r w:rsidRPr="004C3E92">
        <w:t>après l</w:t>
      </w:r>
      <w:r w:rsidR="004A4993">
        <w:t>’</w:t>
      </w:r>
      <w:r w:rsidRPr="004C3E92">
        <w:t>avoir observée quelques instants avec une inquiétude silencieuse</w:t>
      </w:r>
      <w:r w:rsidR="004A4993">
        <w:t xml:space="preserve">, </w:t>
      </w:r>
      <w:r w:rsidRPr="004C3E92">
        <w:t>dit</w:t>
      </w:r>
      <w:r w:rsidR="004A4993">
        <w:t xml:space="preserve">, </w:t>
      </w:r>
      <w:r w:rsidRPr="004C3E92">
        <w:t>d</w:t>
      </w:r>
      <w:r w:rsidR="004A4993">
        <w:t>’</w:t>
      </w:r>
      <w:r w:rsidRPr="004C3E92">
        <w:t>un ton chargé de la douceur la plus indulgente</w:t>
      </w:r>
      <w:r w:rsidR="004A4993">
        <w:t> :</w:t>
      </w:r>
    </w:p>
    <w:p w14:paraId="28FF5A3E" w14:textId="77777777" w:rsidR="004A4993" w:rsidRDefault="004A4993" w:rsidP="004A4993">
      <w:r>
        <w:t>— </w:t>
      </w:r>
      <w:r w:rsidR="008C5C61" w:rsidRPr="004C3E92">
        <w:t>Marianne</w:t>
      </w:r>
      <w:r>
        <w:t xml:space="preserve">, </w:t>
      </w:r>
      <w:r w:rsidR="008C5C61" w:rsidRPr="004C3E92">
        <w:t>puis-je te demander</w:t>
      </w:r>
      <w:r>
        <w:t>… ?</w:t>
      </w:r>
    </w:p>
    <w:p w14:paraId="12D5D45B" w14:textId="77777777" w:rsidR="004A4993" w:rsidRDefault="004A4993" w:rsidP="004A4993">
      <w:r>
        <w:t>— </w:t>
      </w:r>
      <w:r w:rsidR="008C5C61" w:rsidRPr="004C3E92">
        <w:t>Non</w:t>
      </w:r>
      <w:r>
        <w:t xml:space="preserve">, </w:t>
      </w:r>
      <w:proofErr w:type="spellStart"/>
      <w:r w:rsidR="008C5C61" w:rsidRPr="004C3E92">
        <w:t>Elinor</w:t>
      </w:r>
      <w:proofErr w:type="spellEnd"/>
      <w:r>
        <w:t xml:space="preserve">, </w:t>
      </w:r>
      <w:r w:rsidR="008C5C61" w:rsidRPr="004C3E92">
        <w:t>répondit-elle</w:t>
      </w:r>
      <w:r>
        <w:t xml:space="preserve">, </w:t>
      </w:r>
      <w:r w:rsidR="008C5C61" w:rsidRPr="004C3E92">
        <w:t>ne demande rien</w:t>
      </w:r>
      <w:r>
        <w:t xml:space="preserve"> ; </w:t>
      </w:r>
      <w:r w:rsidR="008C5C61" w:rsidRPr="004C3E92">
        <w:t>bientôt</w:t>
      </w:r>
      <w:r>
        <w:t xml:space="preserve">, </w:t>
      </w:r>
      <w:r w:rsidR="008C5C61" w:rsidRPr="004C3E92">
        <w:t>tu sauras tout</w:t>
      </w:r>
      <w:r>
        <w:t>.</w:t>
      </w:r>
    </w:p>
    <w:p w14:paraId="2F6DF07D" w14:textId="77777777" w:rsidR="004A4993" w:rsidRDefault="008C5C61" w:rsidP="004A4993">
      <w:r w:rsidRPr="004C3E92">
        <w:t>Le calme un peu désespéré dont cela fut dit ne dura que le temps qu</w:t>
      </w:r>
      <w:r w:rsidR="004A4993">
        <w:t>’</w:t>
      </w:r>
      <w:r w:rsidRPr="004C3E92">
        <w:t>il lui fallut pour le dire</w:t>
      </w:r>
      <w:r w:rsidR="004A4993">
        <w:t xml:space="preserve">, </w:t>
      </w:r>
      <w:r w:rsidRPr="004C3E92">
        <w:t>et fut suivi aussitôt par un r</w:t>
      </w:r>
      <w:r w:rsidRPr="004C3E92">
        <w:t>e</w:t>
      </w:r>
      <w:r w:rsidRPr="004C3E92">
        <w:t>tour du même chagrin excessif</w:t>
      </w:r>
      <w:r w:rsidR="004A4993">
        <w:t xml:space="preserve">. </w:t>
      </w:r>
      <w:r w:rsidRPr="004C3E92">
        <w:t>Il lui fallut plusieurs minutes avant de pouvoir continuer sa lettre</w:t>
      </w:r>
      <w:r w:rsidR="004A4993">
        <w:t xml:space="preserve">, </w:t>
      </w:r>
      <w:r w:rsidRPr="004C3E92">
        <w:t>et les fréquents éclats de douleur qui l</w:t>
      </w:r>
      <w:r w:rsidR="004A4993">
        <w:t>’</w:t>
      </w:r>
      <w:r w:rsidRPr="004C3E92">
        <w:t>obligèrent encore</w:t>
      </w:r>
      <w:r w:rsidR="004A4993">
        <w:t xml:space="preserve">, </w:t>
      </w:r>
      <w:r w:rsidRPr="004C3E92">
        <w:t>par moments</w:t>
      </w:r>
      <w:r w:rsidR="004A4993">
        <w:t xml:space="preserve">, </w:t>
      </w:r>
      <w:r w:rsidRPr="004C3E92">
        <w:t>à retenir sa pl</w:t>
      </w:r>
      <w:r w:rsidRPr="004C3E92">
        <w:t>u</w:t>
      </w:r>
      <w:r w:rsidRPr="004C3E92">
        <w:t>me</w:t>
      </w:r>
      <w:r w:rsidR="004A4993">
        <w:t xml:space="preserve">, </w:t>
      </w:r>
      <w:r w:rsidRPr="004C3E92">
        <w:t>prouvaient assez qu</w:t>
      </w:r>
      <w:r w:rsidR="004A4993">
        <w:t>’</w:t>
      </w:r>
      <w:r w:rsidRPr="004C3E92">
        <w:t>elle se disait qu</w:t>
      </w:r>
      <w:r w:rsidR="004A4993">
        <w:t>’</w:t>
      </w:r>
      <w:r w:rsidRPr="004C3E92">
        <w:t>en toute probabilité elle écrivait pour la dernière fois à Willoughby</w:t>
      </w:r>
      <w:r w:rsidR="004A4993">
        <w:t>.</w:t>
      </w:r>
    </w:p>
    <w:p w14:paraId="1874D05F" w14:textId="77777777" w:rsidR="004A4993" w:rsidRDefault="008C5C61" w:rsidP="004A4993">
      <w:proofErr w:type="spellStart"/>
      <w:r w:rsidRPr="004C3E92">
        <w:t>Elinor</w:t>
      </w:r>
      <w:proofErr w:type="spellEnd"/>
      <w:r w:rsidRPr="004C3E92">
        <w:t xml:space="preserve"> lui donna tous les soins tranquilles et discrets qu</w:t>
      </w:r>
      <w:r w:rsidR="004A4993">
        <w:t>’</w:t>
      </w:r>
      <w:r w:rsidRPr="004C3E92">
        <w:t>il était en son pouvoir de donner</w:t>
      </w:r>
      <w:r w:rsidR="004A4993">
        <w:t xml:space="preserve"> ; </w:t>
      </w:r>
      <w:r w:rsidRPr="004C3E92">
        <w:t>et elle aurait essayé de l</w:t>
      </w:r>
      <w:r w:rsidR="004A4993">
        <w:t>’</w:t>
      </w:r>
      <w:r w:rsidRPr="004C3E92">
        <w:t>apaiser et de la calmer encore davantage</w:t>
      </w:r>
      <w:r w:rsidR="004A4993">
        <w:t xml:space="preserve">, </w:t>
      </w:r>
      <w:r w:rsidRPr="004C3E92">
        <w:t>si Marianne ne l</w:t>
      </w:r>
      <w:r w:rsidR="004A4993">
        <w:t>’</w:t>
      </w:r>
      <w:r w:rsidRPr="004C3E92">
        <w:t>eût suppliée</w:t>
      </w:r>
      <w:r w:rsidR="004A4993">
        <w:t xml:space="preserve">, </w:t>
      </w:r>
      <w:r w:rsidRPr="004C3E92">
        <w:t>avec toute l</w:t>
      </w:r>
      <w:r w:rsidR="004A4993">
        <w:t>’</w:t>
      </w:r>
      <w:r w:rsidRPr="004C3E92">
        <w:t>ardeur d</w:t>
      </w:r>
      <w:r w:rsidR="004A4993">
        <w:t>’</w:t>
      </w:r>
      <w:r w:rsidRPr="004C3E92">
        <w:t>une irritabilité nerveuse</w:t>
      </w:r>
      <w:r w:rsidR="004A4993">
        <w:t xml:space="preserve">, </w:t>
      </w:r>
      <w:r w:rsidRPr="004C3E92">
        <w:t>de ne lui parler pour rien au monde</w:t>
      </w:r>
      <w:r w:rsidR="004A4993">
        <w:t xml:space="preserve">. </w:t>
      </w:r>
      <w:r w:rsidRPr="004C3E92">
        <w:t>En des circonstances pareilles</w:t>
      </w:r>
      <w:r w:rsidR="004A4993">
        <w:t xml:space="preserve">, </w:t>
      </w:r>
      <w:r w:rsidRPr="004C3E92">
        <w:t>il était pr</w:t>
      </w:r>
      <w:r w:rsidRPr="004C3E92">
        <w:t>é</w:t>
      </w:r>
      <w:r w:rsidRPr="004C3E92">
        <w:t>férable pour l</w:t>
      </w:r>
      <w:r w:rsidR="004A4993">
        <w:t>’</w:t>
      </w:r>
      <w:r w:rsidRPr="004C3E92">
        <w:t>une et l</w:t>
      </w:r>
      <w:r w:rsidR="004A4993">
        <w:t>’</w:t>
      </w:r>
      <w:r w:rsidRPr="004C3E92">
        <w:t>autre qu</w:t>
      </w:r>
      <w:r w:rsidR="004A4993">
        <w:t>’</w:t>
      </w:r>
      <w:r w:rsidRPr="004C3E92">
        <w:t xml:space="preserve">elles ne restassent </w:t>
      </w:r>
      <w:r w:rsidRPr="004C3E92">
        <w:lastRenderedPageBreak/>
        <w:t>pas longtemps ensemble</w:t>
      </w:r>
      <w:r w:rsidR="004A4993">
        <w:t xml:space="preserve"> ; </w:t>
      </w:r>
      <w:r w:rsidRPr="004C3E92">
        <w:t>et l</w:t>
      </w:r>
      <w:r w:rsidR="004A4993">
        <w:t>’</w:t>
      </w:r>
      <w:r w:rsidRPr="004C3E92">
        <w:t>état agité de l</w:t>
      </w:r>
      <w:r w:rsidR="004A4993">
        <w:t>’</w:t>
      </w:r>
      <w:r w:rsidRPr="004C3E92">
        <w:t>esprit de Marianne l</w:t>
      </w:r>
      <w:r w:rsidR="004A4993">
        <w:t>’</w:t>
      </w:r>
      <w:r w:rsidRPr="004C3E92">
        <w:t>empêcha non seulement de demeurer dans la chambre un seul instant après qu</w:t>
      </w:r>
      <w:r w:rsidR="004A4993">
        <w:t>’</w:t>
      </w:r>
      <w:r w:rsidRPr="004C3E92">
        <w:t>elle fut habillée</w:t>
      </w:r>
      <w:r w:rsidR="004A4993">
        <w:t xml:space="preserve">, </w:t>
      </w:r>
      <w:r w:rsidRPr="004C3E92">
        <w:t>mais</w:t>
      </w:r>
      <w:r w:rsidR="004A4993">
        <w:t xml:space="preserve">, </w:t>
      </w:r>
      <w:r w:rsidRPr="004C3E92">
        <w:t>exigeant à la fois la solitude et un changement de lieu</w:t>
      </w:r>
      <w:r w:rsidR="004A4993">
        <w:t xml:space="preserve">, </w:t>
      </w:r>
      <w:r w:rsidRPr="004C3E92">
        <w:t>l</w:t>
      </w:r>
      <w:r w:rsidR="004A4993">
        <w:t>’</w:t>
      </w:r>
      <w:r w:rsidRPr="004C3E92">
        <w:t>obligea à errer par la maison jusqu</w:t>
      </w:r>
      <w:r w:rsidR="004A4993">
        <w:t>’</w:t>
      </w:r>
      <w:r w:rsidRPr="004C3E92">
        <w:t>à l</w:t>
      </w:r>
      <w:r w:rsidR="004A4993">
        <w:t>’</w:t>
      </w:r>
      <w:r w:rsidRPr="004C3E92">
        <w:t>heure du déjeuner</w:t>
      </w:r>
      <w:r w:rsidR="004A4993">
        <w:t xml:space="preserve">, </w:t>
      </w:r>
      <w:r w:rsidRPr="004C3E92">
        <w:t>en évitant de voir qui que ce fût</w:t>
      </w:r>
      <w:r w:rsidR="004A4993">
        <w:t>.</w:t>
      </w:r>
    </w:p>
    <w:p w14:paraId="15F6307D" w14:textId="77777777" w:rsidR="004A4993" w:rsidRDefault="008C5C61" w:rsidP="004A4993">
      <w:r w:rsidRPr="004C3E92">
        <w:t>Au premier déjeuner</w:t>
      </w:r>
      <w:r w:rsidR="004A4993">
        <w:t xml:space="preserve">, </w:t>
      </w:r>
      <w:r w:rsidRPr="004C3E92">
        <w:t>elle ne mangea ni ne tenta de manger rien</w:t>
      </w:r>
      <w:r w:rsidR="004A4993">
        <w:t xml:space="preserve"> ; </w:t>
      </w:r>
      <w:r w:rsidRPr="004C3E92">
        <w:t>et l</w:t>
      </w:r>
      <w:r w:rsidR="004A4993">
        <w:t>’</w:t>
      </w:r>
      <w:r w:rsidRPr="004C3E92">
        <w:t>activité d</w:t>
      </w:r>
      <w:r w:rsidR="004A4993">
        <w:t>’</w:t>
      </w:r>
      <w:proofErr w:type="spellStart"/>
      <w:r w:rsidRPr="004C3E92">
        <w:t>Elinor</w:t>
      </w:r>
      <w:proofErr w:type="spellEnd"/>
      <w:r w:rsidRPr="004C3E92">
        <w:t xml:space="preserve"> fut alors employée en totalité</w:t>
      </w:r>
      <w:r w:rsidR="004A4993">
        <w:t xml:space="preserve">, </w:t>
      </w:r>
      <w:r w:rsidRPr="004C3E92">
        <w:t>non pas à la presser</w:t>
      </w:r>
      <w:r w:rsidR="004A4993">
        <w:t xml:space="preserve">, </w:t>
      </w:r>
      <w:r w:rsidRPr="004C3E92">
        <w:t>ni à la plaindre</w:t>
      </w:r>
      <w:r w:rsidR="004A4993">
        <w:t xml:space="preserve">, </w:t>
      </w:r>
      <w:r w:rsidRPr="004C3E92">
        <w:t>ni à avoir l</w:t>
      </w:r>
      <w:r w:rsidR="004A4993">
        <w:t>’</w:t>
      </w:r>
      <w:r w:rsidRPr="004C3E92">
        <w:t>air de l</w:t>
      </w:r>
      <w:r w:rsidR="004A4993">
        <w:t>’</w:t>
      </w:r>
      <w:r w:rsidRPr="004C3E92">
        <w:t>observer</w:t>
      </w:r>
      <w:r w:rsidR="004A4993">
        <w:t xml:space="preserve">, </w:t>
      </w:r>
      <w:r w:rsidRPr="004C3E92">
        <w:t>mais à s</w:t>
      </w:r>
      <w:r w:rsidR="004A4993">
        <w:t>’</w:t>
      </w:r>
      <w:r w:rsidRPr="004C3E92">
        <w:t>efforcer d</w:t>
      </w:r>
      <w:r w:rsidR="004A4993">
        <w:t>’</w:t>
      </w:r>
      <w:r w:rsidRPr="004C3E92">
        <w:t>accaparer pour elle-même toute l</w:t>
      </w:r>
      <w:r w:rsidR="004A4993">
        <w:t>’</w:t>
      </w:r>
      <w:r w:rsidRPr="004C3E92">
        <w:t>attention de Mrs</w:t>
      </w:r>
      <w:r w:rsidR="004A4993">
        <w:t xml:space="preserve">. </w:t>
      </w:r>
      <w:r w:rsidRPr="004C3E92">
        <w:t>Jennings</w:t>
      </w:r>
      <w:r w:rsidR="004A4993">
        <w:t>.</w:t>
      </w:r>
    </w:p>
    <w:p w14:paraId="714489A4" w14:textId="77777777" w:rsidR="004A4993" w:rsidRDefault="008C5C61" w:rsidP="004A4993">
      <w:r w:rsidRPr="004C3E92">
        <w:t>Comme c</w:t>
      </w:r>
      <w:r w:rsidR="004A4993">
        <w:t>’</w:t>
      </w:r>
      <w:r w:rsidRPr="004C3E92">
        <w:t>était là un repas agréable à Mrs</w:t>
      </w:r>
      <w:r w:rsidR="004A4993">
        <w:t xml:space="preserve">. </w:t>
      </w:r>
      <w:r w:rsidRPr="004C3E92">
        <w:t>Jennings</w:t>
      </w:r>
      <w:r w:rsidR="004A4993">
        <w:t xml:space="preserve">, </w:t>
      </w:r>
      <w:r w:rsidRPr="004C3E92">
        <w:t>il d</w:t>
      </w:r>
      <w:r w:rsidRPr="004C3E92">
        <w:t>u</w:t>
      </w:r>
      <w:r w:rsidRPr="004C3E92">
        <w:t>rait assez longtemps</w:t>
      </w:r>
      <w:r w:rsidR="004A4993">
        <w:t xml:space="preserve">, </w:t>
      </w:r>
      <w:r w:rsidRPr="004C3E92">
        <w:t>et elles étaient juste en train de s</w:t>
      </w:r>
      <w:r w:rsidR="004A4993">
        <w:t>’</w:t>
      </w:r>
      <w:r w:rsidRPr="004C3E92">
        <w:t>installer</w:t>
      </w:r>
      <w:r w:rsidR="004A4993">
        <w:t xml:space="preserve">, </w:t>
      </w:r>
      <w:r w:rsidRPr="004C3E92">
        <w:t>quand il fut terminé</w:t>
      </w:r>
      <w:r w:rsidR="004A4993">
        <w:t xml:space="preserve">, </w:t>
      </w:r>
      <w:r w:rsidRPr="004C3E92">
        <w:t>autour de la table à ouvrage commune</w:t>
      </w:r>
      <w:r w:rsidR="004A4993">
        <w:t xml:space="preserve">, </w:t>
      </w:r>
      <w:r w:rsidRPr="004C3E92">
        <w:t>lorsqu</w:t>
      </w:r>
      <w:r w:rsidR="004A4993">
        <w:t>’</w:t>
      </w:r>
      <w:r w:rsidRPr="004C3E92">
        <w:t>une lettre fut remise à Marianne</w:t>
      </w:r>
      <w:r w:rsidR="004A4993">
        <w:t xml:space="preserve"> ; </w:t>
      </w:r>
      <w:r w:rsidRPr="004C3E92">
        <w:t>elle la saisit précip</w:t>
      </w:r>
      <w:r w:rsidRPr="004C3E92">
        <w:t>i</w:t>
      </w:r>
      <w:r w:rsidRPr="004C3E92">
        <w:t>tamment des mains du domestique</w:t>
      </w:r>
      <w:r w:rsidR="004A4993">
        <w:t xml:space="preserve">, </w:t>
      </w:r>
      <w:r w:rsidRPr="004C3E92">
        <w:t>et</w:t>
      </w:r>
      <w:r w:rsidR="004A4993">
        <w:t xml:space="preserve">, </w:t>
      </w:r>
      <w:r w:rsidRPr="004C3E92">
        <w:t>prise d</w:t>
      </w:r>
      <w:r w:rsidR="004A4993">
        <w:t>’</w:t>
      </w:r>
      <w:r w:rsidRPr="004C3E92">
        <w:t>une pâleur mo</w:t>
      </w:r>
      <w:r w:rsidRPr="004C3E92">
        <w:t>r</w:t>
      </w:r>
      <w:r w:rsidRPr="004C3E92">
        <w:t>telle</w:t>
      </w:r>
      <w:r w:rsidR="004A4993">
        <w:t xml:space="preserve">, </w:t>
      </w:r>
      <w:r w:rsidRPr="004C3E92">
        <w:t>sortit aussitôt de la pièce en courant</w:t>
      </w:r>
      <w:r w:rsidR="004A4993">
        <w:t xml:space="preserve">, </w:t>
      </w:r>
      <w:proofErr w:type="spellStart"/>
      <w:r w:rsidRPr="004C3E92">
        <w:t>Elinor</w:t>
      </w:r>
      <w:proofErr w:type="spellEnd"/>
      <w:r w:rsidR="004A4993">
        <w:t xml:space="preserve">, </w:t>
      </w:r>
      <w:r w:rsidRPr="004C3E92">
        <w:t>qui vit ainsi</w:t>
      </w:r>
      <w:r w:rsidR="004A4993">
        <w:t xml:space="preserve">, </w:t>
      </w:r>
      <w:r w:rsidRPr="004C3E92">
        <w:t>aussi nettement que si elle avait vu la suscription</w:t>
      </w:r>
      <w:r w:rsidR="004A4993">
        <w:t xml:space="preserve">, </w:t>
      </w:r>
      <w:r w:rsidRPr="004C3E92">
        <w:t>que la lettre devait provenir de Willoughby</w:t>
      </w:r>
      <w:r w:rsidR="004A4993">
        <w:t xml:space="preserve">, </w:t>
      </w:r>
      <w:r w:rsidRPr="004C3E92">
        <w:t>ressentit à l</w:t>
      </w:r>
      <w:r w:rsidR="004A4993">
        <w:t>’</w:t>
      </w:r>
      <w:r w:rsidRPr="004C3E92">
        <w:t>instant une telle fa</w:t>
      </w:r>
      <w:r w:rsidRPr="004C3E92">
        <w:t>i</w:t>
      </w:r>
      <w:r w:rsidRPr="004C3E92">
        <w:t>blesse au cœur qu</w:t>
      </w:r>
      <w:r w:rsidR="004A4993">
        <w:t>’</w:t>
      </w:r>
      <w:r w:rsidRPr="004C3E92">
        <w:t>elle fut presque incapable de tenir la tête l</w:t>
      </w:r>
      <w:r w:rsidRPr="004C3E92">
        <w:t>e</w:t>
      </w:r>
      <w:r w:rsidRPr="004C3E92">
        <w:t>vée</w:t>
      </w:r>
      <w:r w:rsidR="004A4993">
        <w:t xml:space="preserve">, </w:t>
      </w:r>
      <w:r w:rsidRPr="004C3E92">
        <w:t>et demeura là</w:t>
      </w:r>
      <w:r w:rsidR="004A4993">
        <w:t xml:space="preserve">, </w:t>
      </w:r>
      <w:r w:rsidRPr="004C3E92">
        <w:t>prise d</w:t>
      </w:r>
      <w:r w:rsidR="004A4993">
        <w:t>’</w:t>
      </w:r>
      <w:r w:rsidRPr="004C3E92">
        <w:t>un tremblement général tel qu</w:t>
      </w:r>
      <w:r w:rsidR="004A4993">
        <w:t>’</w:t>
      </w:r>
      <w:r w:rsidRPr="004C3E92">
        <w:t>elle craignit qu</w:t>
      </w:r>
      <w:r w:rsidR="004A4993">
        <w:t>’</w:t>
      </w:r>
      <w:r w:rsidRPr="004C3E92">
        <w:t>il ne pût échapper à l</w:t>
      </w:r>
      <w:r w:rsidR="004A4993">
        <w:t>’</w:t>
      </w:r>
      <w:r w:rsidRPr="004C3E92">
        <w:t>attention de Mrs</w:t>
      </w:r>
      <w:r w:rsidR="004A4993">
        <w:t xml:space="preserve">. </w:t>
      </w:r>
      <w:r w:rsidRPr="004C3E92">
        <w:t>Jennings</w:t>
      </w:r>
      <w:r w:rsidR="004A4993">
        <w:t xml:space="preserve">. </w:t>
      </w:r>
      <w:r w:rsidRPr="004C3E92">
        <w:t>Cette excellente dame</w:t>
      </w:r>
      <w:r w:rsidR="004A4993">
        <w:t xml:space="preserve">, </w:t>
      </w:r>
      <w:r w:rsidRPr="004C3E92">
        <w:t>toutefois</w:t>
      </w:r>
      <w:r w:rsidR="004A4993">
        <w:t xml:space="preserve">, </w:t>
      </w:r>
      <w:r w:rsidRPr="004C3E92">
        <w:t>perçut seulement que Maria</w:t>
      </w:r>
      <w:r w:rsidRPr="004C3E92">
        <w:t>n</w:t>
      </w:r>
      <w:r w:rsidRPr="004C3E92">
        <w:t>ne avait reçu une lettre de Willoughby</w:t>
      </w:r>
      <w:r w:rsidR="004A4993">
        <w:t xml:space="preserve">, </w:t>
      </w:r>
      <w:r w:rsidRPr="004C3E92">
        <w:t>ce qui lui semblait être une fort bonne plaisanterie</w:t>
      </w:r>
      <w:r w:rsidR="004A4993">
        <w:t xml:space="preserve">, </w:t>
      </w:r>
      <w:r w:rsidRPr="004C3E92">
        <w:t>et qu</w:t>
      </w:r>
      <w:r w:rsidR="004A4993">
        <w:t>’</w:t>
      </w:r>
      <w:r w:rsidRPr="004C3E92">
        <w:t>elle traita en conséquence</w:t>
      </w:r>
      <w:r w:rsidR="004A4993">
        <w:t xml:space="preserve">, </w:t>
      </w:r>
      <w:r w:rsidRPr="004C3E92">
        <w:t>en exprimant</w:t>
      </w:r>
      <w:r w:rsidR="004A4993">
        <w:t xml:space="preserve">, </w:t>
      </w:r>
      <w:r w:rsidRPr="004C3E92">
        <w:t>tout en riant</w:t>
      </w:r>
      <w:r w:rsidR="004A4993">
        <w:t xml:space="preserve">, </w:t>
      </w:r>
      <w:r w:rsidRPr="004C3E92">
        <w:t>l</w:t>
      </w:r>
      <w:r w:rsidR="004A4993">
        <w:t>’</w:t>
      </w:r>
      <w:r w:rsidRPr="004C3E92">
        <w:t>espoir qu</w:t>
      </w:r>
      <w:r w:rsidR="004A4993">
        <w:t>’</w:t>
      </w:r>
      <w:r w:rsidRPr="004C3E92">
        <w:t>elle la trouverait à son goût</w:t>
      </w:r>
      <w:r w:rsidR="004A4993">
        <w:t xml:space="preserve">. </w:t>
      </w:r>
      <w:r w:rsidRPr="004C3E92">
        <w:t>Quant à la détresse d</w:t>
      </w:r>
      <w:r w:rsidR="004A4993">
        <w:t>’</w:t>
      </w:r>
      <w:proofErr w:type="spellStart"/>
      <w:r w:rsidRPr="004C3E92">
        <w:t>Elinor</w:t>
      </w:r>
      <w:proofErr w:type="spellEnd"/>
      <w:r w:rsidR="004A4993">
        <w:t xml:space="preserve">, </w:t>
      </w:r>
      <w:r w:rsidRPr="004C3E92">
        <w:t>elle était trop activement occupée à mesurer des longueurs de lainages pour sa couverture</w:t>
      </w:r>
      <w:r w:rsidR="004A4993">
        <w:t xml:space="preserve">, </w:t>
      </w:r>
      <w:r w:rsidRPr="004C3E92">
        <w:t>pour la remarquer en quoi que ce fût</w:t>
      </w:r>
      <w:r w:rsidR="004A4993">
        <w:t xml:space="preserve"> ; </w:t>
      </w:r>
      <w:r w:rsidRPr="004C3E92">
        <w:t>et</w:t>
      </w:r>
      <w:r w:rsidR="004A4993">
        <w:t xml:space="preserve">, </w:t>
      </w:r>
      <w:r w:rsidRPr="004C3E92">
        <w:t>continuant avec calme son e</w:t>
      </w:r>
      <w:r w:rsidRPr="004C3E92">
        <w:t>n</w:t>
      </w:r>
      <w:r w:rsidRPr="004C3E92">
        <w:t>tretien</w:t>
      </w:r>
      <w:r w:rsidR="004A4993">
        <w:t xml:space="preserve">, </w:t>
      </w:r>
      <w:r w:rsidRPr="004C3E92">
        <w:t>dès que Marianne eut disparu</w:t>
      </w:r>
      <w:r w:rsidR="004A4993">
        <w:t xml:space="preserve">, </w:t>
      </w:r>
      <w:r w:rsidRPr="004C3E92">
        <w:t>elle dit</w:t>
      </w:r>
      <w:r w:rsidR="004A4993">
        <w:t> :</w:t>
      </w:r>
    </w:p>
    <w:p w14:paraId="4872BB07" w14:textId="77777777" w:rsidR="004A4993" w:rsidRDefault="004A4993" w:rsidP="004A4993">
      <w:r>
        <w:lastRenderedPageBreak/>
        <w:t>— </w:t>
      </w:r>
      <w:r w:rsidR="008C5C61" w:rsidRPr="004C3E92">
        <w:t>Ma parole</w:t>
      </w:r>
      <w:r>
        <w:t xml:space="preserve"> ! </w:t>
      </w:r>
      <w:r w:rsidR="008C5C61" w:rsidRPr="004C3E92">
        <w:t>Je n</w:t>
      </w:r>
      <w:r>
        <w:t>’</w:t>
      </w:r>
      <w:r w:rsidR="008C5C61" w:rsidRPr="004C3E92">
        <w:t>ai</w:t>
      </w:r>
      <w:r>
        <w:t xml:space="preserve">, </w:t>
      </w:r>
      <w:r w:rsidR="008C5C61" w:rsidRPr="004C3E92">
        <w:t>de ma vie</w:t>
      </w:r>
      <w:r>
        <w:t xml:space="preserve">, </w:t>
      </w:r>
      <w:r w:rsidR="008C5C61" w:rsidRPr="004C3E92">
        <w:t>vu une jeune femme si d</w:t>
      </w:r>
      <w:r w:rsidR="008C5C61" w:rsidRPr="004C3E92">
        <w:t>é</w:t>
      </w:r>
      <w:r w:rsidR="008C5C61" w:rsidRPr="004C3E92">
        <w:t>sespérément éprise</w:t>
      </w:r>
      <w:r>
        <w:t xml:space="preserve"> ! </w:t>
      </w:r>
      <w:r w:rsidR="008C5C61" w:rsidRPr="004C3E92">
        <w:t>Mes filles</w:t>
      </w:r>
      <w:r>
        <w:t xml:space="preserve">, </w:t>
      </w:r>
      <w:r w:rsidR="008C5C61" w:rsidRPr="004C3E92">
        <w:t>ce n</w:t>
      </w:r>
      <w:r>
        <w:t>’</w:t>
      </w:r>
      <w:r w:rsidR="008C5C61" w:rsidRPr="004C3E92">
        <w:t>était rien</w:t>
      </w:r>
      <w:r>
        <w:t xml:space="preserve">, </w:t>
      </w:r>
      <w:r w:rsidR="008C5C61" w:rsidRPr="004C3E92">
        <w:t>comparées à elle</w:t>
      </w:r>
      <w:r>
        <w:t xml:space="preserve">, </w:t>
      </w:r>
      <w:r w:rsidR="008C5C61" w:rsidRPr="004C3E92">
        <w:t>et Dieu sait pourtant si elles étaient sottes</w:t>
      </w:r>
      <w:r>
        <w:t xml:space="preserve"> ! </w:t>
      </w:r>
      <w:r w:rsidR="008C5C61" w:rsidRPr="004C3E92">
        <w:t>Mais pour ce qui est de miss Marianne</w:t>
      </w:r>
      <w:r>
        <w:t xml:space="preserve">, </w:t>
      </w:r>
      <w:r w:rsidR="008C5C61" w:rsidRPr="004C3E92">
        <w:t>elle est complètement changée</w:t>
      </w:r>
      <w:r>
        <w:t xml:space="preserve">. </w:t>
      </w:r>
      <w:r w:rsidR="008C5C61" w:rsidRPr="004C3E92">
        <w:t>J</w:t>
      </w:r>
      <w:r>
        <w:t>’</w:t>
      </w:r>
      <w:r w:rsidR="008C5C61" w:rsidRPr="004C3E92">
        <w:t>espère</w:t>
      </w:r>
      <w:r>
        <w:t xml:space="preserve">, </w:t>
      </w:r>
      <w:r w:rsidR="008C5C61" w:rsidRPr="004C3E92">
        <w:t>du fond du cœur</w:t>
      </w:r>
      <w:r>
        <w:t xml:space="preserve">, </w:t>
      </w:r>
      <w:r w:rsidR="008C5C61" w:rsidRPr="004C3E92">
        <w:t>qu</w:t>
      </w:r>
      <w:r>
        <w:t>’</w:t>
      </w:r>
      <w:r w:rsidR="008C5C61" w:rsidRPr="004C3E92">
        <w:t>il ne la fera plus attendre longtemps</w:t>
      </w:r>
      <w:r>
        <w:t xml:space="preserve">, </w:t>
      </w:r>
      <w:r w:rsidR="008C5C61" w:rsidRPr="004C3E92">
        <w:t>car il est bien pénible de lui voir un air aussi malade et désolé</w:t>
      </w:r>
      <w:r>
        <w:t xml:space="preserve">. </w:t>
      </w:r>
      <w:r w:rsidR="008C5C61" w:rsidRPr="004C3E92">
        <w:t>Dites-moi</w:t>
      </w:r>
      <w:r>
        <w:t xml:space="preserve"> : </w:t>
      </w:r>
      <w:r w:rsidR="008C5C61" w:rsidRPr="004C3E92">
        <w:t>quand doivent-ils se marier</w:t>
      </w:r>
      <w:r>
        <w:t> ?</w:t>
      </w:r>
    </w:p>
    <w:p w14:paraId="1D5B40A7" w14:textId="77777777" w:rsidR="004A4993" w:rsidRDefault="008C5C61" w:rsidP="004A4993">
      <w:proofErr w:type="spellStart"/>
      <w:r w:rsidRPr="004C3E92">
        <w:t>Elinor</w:t>
      </w:r>
      <w:proofErr w:type="spellEnd"/>
      <w:r w:rsidR="004A4993">
        <w:t xml:space="preserve">, </w:t>
      </w:r>
      <w:r w:rsidRPr="004C3E92">
        <w:t>bien qu</w:t>
      </w:r>
      <w:r w:rsidR="004A4993">
        <w:t>’</w:t>
      </w:r>
      <w:r w:rsidRPr="004C3E92">
        <w:t>elle n</w:t>
      </w:r>
      <w:r w:rsidR="004A4993">
        <w:t>’</w:t>
      </w:r>
      <w:r w:rsidRPr="004C3E92">
        <w:t>eût jamais été moins disposée à parler qu</w:t>
      </w:r>
      <w:r w:rsidR="004A4993">
        <w:t>’</w:t>
      </w:r>
      <w:r w:rsidRPr="004C3E92">
        <w:t>à cet instant</w:t>
      </w:r>
      <w:r w:rsidR="004A4993">
        <w:t xml:space="preserve">, </w:t>
      </w:r>
      <w:r w:rsidRPr="004C3E92">
        <w:t>se força à répondre à une telle attaque</w:t>
      </w:r>
      <w:r w:rsidR="004A4993">
        <w:t xml:space="preserve"> ; </w:t>
      </w:r>
      <w:r w:rsidRPr="004C3E92">
        <w:t>c</w:t>
      </w:r>
      <w:r w:rsidR="004A4993">
        <w:t>’</w:t>
      </w:r>
      <w:r w:rsidRPr="004C3E92">
        <w:t>est pourquoi</w:t>
      </w:r>
      <w:r w:rsidR="004A4993">
        <w:t xml:space="preserve">, </w:t>
      </w:r>
      <w:r w:rsidRPr="004C3E92">
        <w:t>essayant de sourire</w:t>
      </w:r>
      <w:r w:rsidR="004A4993">
        <w:t xml:space="preserve">, </w:t>
      </w:r>
      <w:r w:rsidRPr="004C3E92">
        <w:t>elle répondit</w:t>
      </w:r>
      <w:r w:rsidR="004A4993">
        <w:t> :</w:t>
      </w:r>
    </w:p>
    <w:p w14:paraId="3CA42AFA" w14:textId="77777777" w:rsidR="004A4993" w:rsidRDefault="004A4993" w:rsidP="004A4993">
      <w:r>
        <w:t>— </w:t>
      </w:r>
      <w:r w:rsidR="008C5C61" w:rsidRPr="004C3E92">
        <w:t>Vous vous êtes donc réellement persuadée</w:t>
      </w:r>
      <w:r>
        <w:t xml:space="preserve">, </w:t>
      </w:r>
      <w:r w:rsidR="008C5C61" w:rsidRPr="004C3E92">
        <w:t>madame</w:t>
      </w:r>
      <w:r>
        <w:t xml:space="preserve">, </w:t>
      </w:r>
      <w:r w:rsidR="008C5C61" w:rsidRPr="004C3E92">
        <w:t>à force d</w:t>
      </w:r>
      <w:r>
        <w:t>’</w:t>
      </w:r>
      <w:r w:rsidR="008C5C61" w:rsidRPr="004C3E92">
        <w:t>en parler</w:t>
      </w:r>
      <w:r>
        <w:t xml:space="preserve">, </w:t>
      </w:r>
      <w:r w:rsidR="008C5C61" w:rsidRPr="004C3E92">
        <w:t>que ma sœur était fiancée à Mr</w:t>
      </w:r>
      <w:r>
        <w:t xml:space="preserve">. </w:t>
      </w:r>
      <w:r w:rsidR="008C5C61" w:rsidRPr="004C3E92">
        <w:t>Willoughby</w:t>
      </w:r>
      <w:r>
        <w:t xml:space="preserve"> ? </w:t>
      </w:r>
      <w:r w:rsidR="008C5C61" w:rsidRPr="004C3E92">
        <w:t>Je croyais que ce n</w:t>
      </w:r>
      <w:r>
        <w:t>’</w:t>
      </w:r>
      <w:r w:rsidR="008C5C61" w:rsidRPr="004C3E92">
        <w:t>avait été qu</w:t>
      </w:r>
      <w:r>
        <w:t>’</w:t>
      </w:r>
      <w:r w:rsidR="008C5C61" w:rsidRPr="004C3E92">
        <w:t>une plaisanterie</w:t>
      </w:r>
      <w:r>
        <w:t xml:space="preserve">, </w:t>
      </w:r>
      <w:r w:rsidR="008C5C61" w:rsidRPr="004C3E92">
        <w:t>mais une que</w:t>
      </w:r>
      <w:r w:rsidR="008C5C61" w:rsidRPr="004C3E92">
        <w:t>s</w:t>
      </w:r>
      <w:r w:rsidR="008C5C61" w:rsidRPr="004C3E92">
        <w:t>tion aussi sérieuse semble en impliquer davantage</w:t>
      </w:r>
      <w:r>
        <w:t xml:space="preserve"> : </w:t>
      </w:r>
      <w:r w:rsidR="008C5C61" w:rsidRPr="004C3E92">
        <w:t>et je vous prie</w:t>
      </w:r>
      <w:r>
        <w:t xml:space="preserve">, </w:t>
      </w:r>
      <w:r w:rsidR="008C5C61" w:rsidRPr="004C3E92">
        <w:t>en conséquence</w:t>
      </w:r>
      <w:r>
        <w:t xml:space="preserve">, </w:t>
      </w:r>
      <w:r w:rsidR="008C5C61" w:rsidRPr="004C3E92">
        <w:t>de vouloir bien ne plus vous y méprendre</w:t>
      </w:r>
      <w:r>
        <w:t xml:space="preserve">. </w:t>
      </w:r>
      <w:r w:rsidR="008C5C61" w:rsidRPr="004C3E92">
        <w:t>Je vous assure vraiment que rien ne m</w:t>
      </w:r>
      <w:r>
        <w:t>’</w:t>
      </w:r>
      <w:r w:rsidR="008C5C61" w:rsidRPr="004C3E92">
        <w:t>étonnerait plus que d</w:t>
      </w:r>
      <w:r>
        <w:t>’</w:t>
      </w:r>
      <w:r w:rsidR="008C5C61" w:rsidRPr="004C3E92">
        <w:t>apprendre qu</w:t>
      </w:r>
      <w:r>
        <w:t>’</w:t>
      </w:r>
      <w:r w:rsidR="008C5C61" w:rsidRPr="004C3E92">
        <w:t>ils dussent se marier</w:t>
      </w:r>
      <w:r>
        <w:t>.</w:t>
      </w:r>
    </w:p>
    <w:p w14:paraId="179F0CD0" w14:textId="77777777" w:rsidR="004A4993" w:rsidRDefault="004A4993" w:rsidP="004A4993">
      <w:r>
        <w:t>— </w:t>
      </w:r>
      <w:r w:rsidR="008C5C61" w:rsidRPr="004C3E92">
        <w:t>Fi donc</w:t>
      </w:r>
      <w:r>
        <w:t xml:space="preserve">, </w:t>
      </w:r>
      <w:r w:rsidR="008C5C61" w:rsidRPr="004C3E92">
        <w:t>fi donc</w:t>
      </w:r>
      <w:r>
        <w:t xml:space="preserve">, </w:t>
      </w:r>
      <w:r w:rsidR="008C5C61" w:rsidRPr="004C3E92">
        <w:t xml:space="preserve">miss </w:t>
      </w:r>
      <w:proofErr w:type="spellStart"/>
      <w:r w:rsidR="008C5C61" w:rsidRPr="004C3E92">
        <w:t>Dashwood</w:t>
      </w:r>
      <w:proofErr w:type="spellEnd"/>
      <w:r>
        <w:t xml:space="preserve"> ! </w:t>
      </w:r>
      <w:r w:rsidR="008C5C61" w:rsidRPr="004C3E92">
        <w:t>Comment pouvez-vous parler ainsi</w:t>
      </w:r>
      <w:r>
        <w:t xml:space="preserve"> ? </w:t>
      </w:r>
      <w:r w:rsidR="008C5C61" w:rsidRPr="004C3E92">
        <w:t>Ne savons-nous pas tous qu</w:t>
      </w:r>
      <w:r>
        <w:t>’</w:t>
      </w:r>
      <w:r w:rsidR="008C5C61" w:rsidRPr="004C3E92">
        <w:t>il faut que ce soit un mariage</w:t>
      </w:r>
      <w:r>
        <w:t xml:space="preserve"> – </w:t>
      </w:r>
      <w:r w:rsidR="008C5C61" w:rsidRPr="004C3E92">
        <w:t>qu</w:t>
      </w:r>
      <w:r>
        <w:t>’</w:t>
      </w:r>
      <w:r w:rsidR="008C5C61" w:rsidRPr="004C3E92">
        <w:t>ils ont été éperdument amoureux l</w:t>
      </w:r>
      <w:r>
        <w:t>’</w:t>
      </w:r>
      <w:r w:rsidR="008C5C61" w:rsidRPr="004C3E92">
        <w:t>un de l</w:t>
      </w:r>
      <w:r>
        <w:t>’</w:t>
      </w:r>
      <w:r w:rsidR="008C5C61" w:rsidRPr="004C3E92">
        <w:t>autre dès le premier instant où ils se sont vus</w:t>
      </w:r>
      <w:r>
        <w:t xml:space="preserve"> ? </w:t>
      </w:r>
      <w:r w:rsidR="008C5C61" w:rsidRPr="004C3E92">
        <w:t>Ne les ai-je pas vus ensemble</w:t>
      </w:r>
      <w:r>
        <w:t xml:space="preserve">, </w:t>
      </w:r>
      <w:r w:rsidR="008C5C61" w:rsidRPr="004C3E92">
        <w:t>dans le Devonshire</w:t>
      </w:r>
      <w:r>
        <w:t xml:space="preserve">, </w:t>
      </w:r>
      <w:r w:rsidR="008C5C61" w:rsidRPr="004C3E92">
        <w:t>tous les jours</w:t>
      </w:r>
      <w:r>
        <w:t xml:space="preserve">, </w:t>
      </w:r>
      <w:r w:rsidR="008C5C61" w:rsidRPr="004C3E92">
        <w:t>et toute la jou</w:t>
      </w:r>
      <w:r w:rsidR="008C5C61" w:rsidRPr="004C3E92">
        <w:t>r</w:t>
      </w:r>
      <w:r w:rsidR="008C5C61" w:rsidRPr="004C3E92">
        <w:t>née</w:t>
      </w:r>
      <w:r>
        <w:t xml:space="preserve"> ? </w:t>
      </w:r>
      <w:r w:rsidR="008C5C61" w:rsidRPr="004C3E92">
        <w:t>Et ne savais-je pas que votre sœur est venue à Londres avec moi tout exprès pour acheter des toilettes de mariée</w:t>
      </w:r>
      <w:r>
        <w:t xml:space="preserve"> ? </w:t>
      </w:r>
      <w:r w:rsidR="008C5C61" w:rsidRPr="004C3E92">
        <w:t>Voyons</w:t>
      </w:r>
      <w:r>
        <w:t xml:space="preserve">, </w:t>
      </w:r>
      <w:r w:rsidR="008C5C61" w:rsidRPr="004C3E92">
        <w:t>voyons</w:t>
      </w:r>
      <w:r>
        <w:t xml:space="preserve">, </w:t>
      </w:r>
      <w:r w:rsidR="008C5C61" w:rsidRPr="004C3E92">
        <w:t>vous ne m</w:t>
      </w:r>
      <w:r>
        <w:t>’</w:t>
      </w:r>
      <w:r w:rsidR="008C5C61" w:rsidRPr="004C3E92">
        <w:t>en ferez pas accroire</w:t>
      </w:r>
      <w:r>
        <w:t xml:space="preserve"> ! </w:t>
      </w:r>
      <w:r w:rsidR="008C5C61" w:rsidRPr="004C3E92">
        <w:t>Parce que</w:t>
      </w:r>
      <w:r>
        <w:t xml:space="preserve">, </w:t>
      </w:r>
      <w:r w:rsidR="008C5C61" w:rsidRPr="004C3E92">
        <w:t>vous-même</w:t>
      </w:r>
      <w:r>
        <w:t xml:space="preserve">, </w:t>
      </w:r>
      <w:r w:rsidR="008C5C61" w:rsidRPr="004C3E92">
        <w:t>vous en faites un tel secret</w:t>
      </w:r>
      <w:r>
        <w:t xml:space="preserve">, </w:t>
      </w:r>
      <w:r w:rsidR="008C5C61" w:rsidRPr="004C3E92">
        <w:t>vous croyez que pe</w:t>
      </w:r>
      <w:r w:rsidR="008C5C61" w:rsidRPr="004C3E92">
        <w:t>r</w:t>
      </w:r>
      <w:r w:rsidR="008C5C61" w:rsidRPr="004C3E92">
        <w:t>sonne n</w:t>
      </w:r>
      <w:r>
        <w:t>’</w:t>
      </w:r>
      <w:r w:rsidR="008C5C61" w:rsidRPr="004C3E92">
        <w:t>a ses cinq sens</w:t>
      </w:r>
      <w:r>
        <w:t xml:space="preserve"> ; </w:t>
      </w:r>
      <w:r w:rsidR="008C5C61" w:rsidRPr="004C3E92">
        <w:t>mais il n</w:t>
      </w:r>
      <w:r>
        <w:t>’</w:t>
      </w:r>
      <w:r w:rsidR="008C5C61" w:rsidRPr="004C3E92">
        <w:t>en est rien</w:t>
      </w:r>
      <w:r>
        <w:t xml:space="preserve">, </w:t>
      </w:r>
      <w:r w:rsidR="008C5C61" w:rsidRPr="004C3E92">
        <w:t>je vous l</w:t>
      </w:r>
      <w:r>
        <w:t>’</w:t>
      </w:r>
      <w:r w:rsidR="008C5C61" w:rsidRPr="004C3E92">
        <w:t>affirme</w:t>
      </w:r>
      <w:r>
        <w:t xml:space="preserve">, </w:t>
      </w:r>
      <w:r w:rsidR="008C5C61" w:rsidRPr="004C3E92">
        <w:t xml:space="preserve">car voilà bien longtemps que la chose est </w:t>
      </w:r>
      <w:proofErr w:type="spellStart"/>
      <w:r w:rsidR="008C5C61" w:rsidRPr="004C3E92">
        <w:t>sue</w:t>
      </w:r>
      <w:proofErr w:type="spellEnd"/>
      <w:r>
        <w:t xml:space="preserve">, </w:t>
      </w:r>
      <w:r w:rsidR="008C5C61" w:rsidRPr="004C3E92">
        <w:t>par toute la ville</w:t>
      </w:r>
      <w:r>
        <w:t xml:space="preserve">. </w:t>
      </w:r>
      <w:r w:rsidR="008C5C61" w:rsidRPr="004C3E92">
        <w:t>Moi</w:t>
      </w:r>
      <w:r>
        <w:t xml:space="preserve">, </w:t>
      </w:r>
      <w:r w:rsidR="008C5C61" w:rsidRPr="004C3E92">
        <w:t>j</w:t>
      </w:r>
      <w:r>
        <w:t>’</w:t>
      </w:r>
      <w:r w:rsidR="008C5C61" w:rsidRPr="004C3E92">
        <w:t>en parle à tout le monde</w:t>
      </w:r>
      <w:r>
        <w:t xml:space="preserve">, </w:t>
      </w:r>
      <w:r w:rsidR="008C5C61" w:rsidRPr="004C3E92">
        <w:t>et Charlotte de même</w:t>
      </w:r>
      <w:r>
        <w:t>.</w:t>
      </w:r>
    </w:p>
    <w:p w14:paraId="6CD41DC4" w14:textId="77777777" w:rsidR="004A4993" w:rsidRDefault="004A4993" w:rsidP="004A4993">
      <w:r>
        <w:lastRenderedPageBreak/>
        <w:t>— </w:t>
      </w:r>
      <w:r w:rsidR="008C5C61" w:rsidRPr="004C3E92">
        <w:t>En vérité</w:t>
      </w:r>
      <w:r>
        <w:t xml:space="preserve">, </w:t>
      </w:r>
      <w:r w:rsidR="008C5C61" w:rsidRPr="004C3E92">
        <w:t>madame</w:t>
      </w:r>
      <w:r>
        <w:t xml:space="preserve">, </w:t>
      </w:r>
      <w:r w:rsidR="008C5C61" w:rsidRPr="004C3E92">
        <w:t xml:space="preserve">dit </w:t>
      </w:r>
      <w:proofErr w:type="spellStart"/>
      <w:r w:rsidR="008C5C61" w:rsidRPr="004C3E92">
        <w:t>Elinor</w:t>
      </w:r>
      <w:proofErr w:type="spellEnd"/>
      <w:r w:rsidR="008C5C61" w:rsidRPr="004C3E92">
        <w:t xml:space="preserve"> avec beaucoup de gravité</w:t>
      </w:r>
      <w:r>
        <w:t xml:space="preserve">, </w:t>
      </w:r>
      <w:r w:rsidR="008C5C61" w:rsidRPr="004C3E92">
        <w:t>vous vous trompez</w:t>
      </w:r>
      <w:r>
        <w:t xml:space="preserve">. </w:t>
      </w:r>
      <w:r w:rsidR="008C5C61" w:rsidRPr="004C3E92">
        <w:t>Certes</w:t>
      </w:r>
      <w:r>
        <w:t xml:space="preserve">, </w:t>
      </w:r>
      <w:r w:rsidR="008C5C61" w:rsidRPr="004C3E92">
        <w:t>vous faites une chose fort discourto</w:t>
      </w:r>
      <w:r w:rsidR="008C5C61" w:rsidRPr="004C3E92">
        <w:t>i</w:t>
      </w:r>
      <w:r w:rsidR="008C5C61" w:rsidRPr="004C3E92">
        <w:t>se en répandant ce bruit</w:t>
      </w:r>
      <w:r>
        <w:t xml:space="preserve">, </w:t>
      </w:r>
      <w:r w:rsidR="008C5C61" w:rsidRPr="004C3E92">
        <w:t>et vous le constaterez</w:t>
      </w:r>
      <w:r>
        <w:t xml:space="preserve">, </w:t>
      </w:r>
      <w:r w:rsidR="008C5C61" w:rsidRPr="004C3E92">
        <w:t>bien que vous ne me croyiez pas en ce moment</w:t>
      </w:r>
      <w:r>
        <w:t>.</w:t>
      </w:r>
    </w:p>
    <w:p w14:paraId="6D89C942" w14:textId="77777777" w:rsidR="004A4993" w:rsidRDefault="008C5C61" w:rsidP="004A4993">
      <w:r w:rsidRPr="004C3E92">
        <w:t>Mrs</w:t>
      </w:r>
      <w:r w:rsidR="004A4993">
        <w:t xml:space="preserve">. </w:t>
      </w:r>
      <w:r w:rsidRPr="004C3E92">
        <w:t>Jennings se mit de nouveau à rire</w:t>
      </w:r>
      <w:r w:rsidR="004A4993">
        <w:t xml:space="preserve">, </w:t>
      </w:r>
      <w:r w:rsidRPr="004C3E92">
        <w:t xml:space="preserve">mais </w:t>
      </w:r>
      <w:proofErr w:type="spellStart"/>
      <w:r w:rsidRPr="004C3E92">
        <w:t>Elinor</w:t>
      </w:r>
      <w:proofErr w:type="spellEnd"/>
      <w:r w:rsidRPr="004C3E92">
        <w:t xml:space="preserve"> n</w:t>
      </w:r>
      <w:r w:rsidR="004A4993">
        <w:t>’</w:t>
      </w:r>
      <w:r w:rsidRPr="004C3E92">
        <w:t>eut pas le courage d</w:t>
      </w:r>
      <w:r w:rsidR="004A4993">
        <w:t>’</w:t>
      </w:r>
      <w:r w:rsidRPr="004C3E92">
        <w:t>en dire davantage</w:t>
      </w:r>
      <w:r w:rsidR="004A4993">
        <w:t xml:space="preserve">, </w:t>
      </w:r>
      <w:r w:rsidRPr="004C3E92">
        <w:t>et</w:t>
      </w:r>
      <w:r w:rsidR="004A4993">
        <w:t xml:space="preserve">, </w:t>
      </w:r>
      <w:r w:rsidRPr="004C3E92">
        <w:t>comme il lui tardait du moins de savoir ce qu</w:t>
      </w:r>
      <w:r w:rsidR="004A4993">
        <w:t>’</w:t>
      </w:r>
      <w:r w:rsidRPr="004C3E92">
        <w:t>avait écrit Willoughby</w:t>
      </w:r>
      <w:r w:rsidR="004A4993">
        <w:t xml:space="preserve">, </w:t>
      </w:r>
      <w:r w:rsidRPr="004C3E92">
        <w:t>elle courut à leur chambre</w:t>
      </w:r>
      <w:r w:rsidR="004A4993">
        <w:t xml:space="preserve">, </w:t>
      </w:r>
      <w:r w:rsidRPr="004C3E92">
        <w:t>où</w:t>
      </w:r>
      <w:r w:rsidR="004A4993">
        <w:t xml:space="preserve">, </w:t>
      </w:r>
      <w:r w:rsidRPr="004C3E92">
        <w:t>dès qu</w:t>
      </w:r>
      <w:r w:rsidR="004A4993">
        <w:t>’</w:t>
      </w:r>
      <w:r w:rsidRPr="004C3E92">
        <w:t>elle eut ouvert la porte</w:t>
      </w:r>
      <w:r w:rsidR="004A4993">
        <w:t xml:space="preserve">, </w:t>
      </w:r>
      <w:r w:rsidRPr="004C3E92">
        <w:t>elle vit Marianne étendue sur le lit</w:t>
      </w:r>
      <w:r w:rsidR="004A4993">
        <w:t xml:space="preserve">, </w:t>
      </w:r>
      <w:r w:rsidRPr="004C3E92">
        <w:t>étouffant presque de douleur</w:t>
      </w:r>
      <w:r w:rsidR="004A4993">
        <w:t xml:space="preserve">, </w:t>
      </w:r>
      <w:r w:rsidRPr="004C3E92">
        <w:t>une lettre à la main</w:t>
      </w:r>
      <w:r w:rsidR="004A4993">
        <w:t xml:space="preserve">, </w:t>
      </w:r>
      <w:r w:rsidRPr="004C3E92">
        <w:t>et deux ou trois autres éparpillées autour d</w:t>
      </w:r>
      <w:r w:rsidR="004A4993">
        <w:t>’</w:t>
      </w:r>
      <w:r w:rsidRPr="004C3E92">
        <w:t>elle</w:t>
      </w:r>
      <w:r w:rsidR="004A4993">
        <w:t xml:space="preserve">. </w:t>
      </w:r>
      <w:proofErr w:type="spellStart"/>
      <w:r w:rsidRPr="004C3E92">
        <w:t>Elinor</w:t>
      </w:r>
      <w:proofErr w:type="spellEnd"/>
      <w:r w:rsidRPr="004C3E92">
        <w:t xml:space="preserve"> s</w:t>
      </w:r>
      <w:r w:rsidR="004A4993">
        <w:t>’</w:t>
      </w:r>
      <w:r w:rsidRPr="004C3E92">
        <w:t>approcha</w:t>
      </w:r>
      <w:r w:rsidR="004A4993">
        <w:t xml:space="preserve">, </w:t>
      </w:r>
      <w:r w:rsidRPr="004C3E92">
        <w:t>mais sans dire un mot</w:t>
      </w:r>
      <w:r w:rsidR="004A4993">
        <w:t xml:space="preserve"> ; </w:t>
      </w:r>
      <w:r w:rsidRPr="004C3E92">
        <w:t>et s</w:t>
      </w:r>
      <w:r w:rsidR="004A4993">
        <w:t>’</w:t>
      </w:r>
      <w:r w:rsidRPr="004C3E92">
        <w:t>asseyant sur le lit</w:t>
      </w:r>
      <w:r w:rsidR="004A4993">
        <w:t xml:space="preserve">, </w:t>
      </w:r>
      <w:r w:rsidRPr="004C3E92">
        <w:t>elle lui prit la main</w:t>
      </w:r>
      <w:r w:rsidR="004A4993">
        <w:t xml:space="preserve">, </w:t>
      </w:r>
      <w:r w:rsidRPr="004C3E92">
        <w:t>l</w:t>
      </w:r>
      <w:r w:rsidR="004A4993">
        <w:t>’</w:t>
      </w:r>
      <w:r w:rsidRPr="004C3E92">
        <w:t>embrassa plusieurs fois affectueusement</w:t>
      </w:r>
      <w:r w:rsidR="004A4993">
        <w:t xml:space="preserve">, </w:t>
      </w:r>
      <w:r w:rsidRPr="004C3E92">
        <w:t>puis se laissa aller à un accès de larmes</w:t>
      </w:r>
      <w:r w:rsidR="004A4993">
        <w:t xml:space="preserve">, </w:t>
      </w:r>
      <w:r w:rsidRPr="004C3E92">
        <w:t>qui</w:t>
      </w:r>
      <w:r w:rsidR="004A4993">
        <w:t xml:space="preserve">, </w:t>
      </w:r>
      <w:r w:rsidRPr="004C3E92">
        <w:t>au début</w:t>
      </w:r>
      <w:r w:rsidR="004A4993">
        <w:t xml:space="preserve">, </w:t>
      </w:r>
      <w:r w:rsidRPr="004C3E92">
        <w:t>fut à peine moins violent que celui de Marianne</w:t>
      </w:r>
      <w:r w:rsidR="004A4993">
        <w:t xml:space="preserve">. </w:t>
      </w:r>
      <w:r w:rsidRPr="004C3E92">
        <w:t>Celle-ci</w:t>
      </w:r>
      <w:r w:rsidR="004A4993">
        <w:t xml:space="preserve">, </w:t>
      </w:r>
      <w:r w:rsidRPr="004C3E92">
        <w:t>quoiqu</w:t>
      </w:r>
      <w:r w:rsidR="004A4993">
        <w:t>’</w:t>
      </w:r>
      <w:r w:rsidRPr="004C3E92">
        <w:t>elle fût i</w:t>
      </w:r>
      <w:r w:rsidRPr="004C3E92">
        <w:t>n</w:t>
      </w:r>
      <w:r w:rsidRPr="004C3E92">
        <w:t>capable de parler</w:t>
      </w:r>
      <w:r w:rsidR="004A4993">
        <w:t xml:space="preserve">, </w:t>
      </w:r>
      <w:r w:rsidRPr="004C3E92">
        <w:t>parut sensible à toute la tendresse de cette a</w:t>
      </w:r>
      <w:r w:rsidRPr="004C3E92">
        <w:t>t</w:t>
      </w:r>
      <w:r w:rsidRPr="004C3E92">
        <w:t>titude</w:t>
      </w:r>
      <w:r w:rsidR="004A4993">
        <w:t xml:space="preserve">, </w:t>
      </w:r>
      <w:r w:rsidRPr="004C3E92">
        <w:t>et après quelque temps passé ainsi en affliction conjoi</w:t>
      </w:r>
      <w:r w:rsidRPr="004C3E92">
        <w:t>n</w:t>
      </w:r>
      <w:r w:rsidRPr="004C3E92">
        <w:t>te</w:t>
      </w:r>
      <w:r w:rsidR="004A4993">
        <w:t xml:space="preserve">, </w:t>
      </w:r>
      <w:r w:rsidRPr="004C3E92">
        <w:t>elle mit toutes les lettres dans les mains d</w:t>
      </w:r>
      <w:r w:rsidR="004A4993">
        <w:t>’</w:t>
      </w:r>
      <w:proofErr w:type="spellStart"/>
      <w:r w:rsidRPr="004C3E92">
        <w:t>Elinor</w:t>
      </w:r>
      <w:proofErr w:type="spellEnd"/>
      <w:r w:rsidR="004A4993">
        <w:t xml:space="preserve"> ; </w:t>
      </w:r>
      <w:r w:rsidRPr="004C3E92">
        <w:t>puis</w:t>
      </w:r>
      <w:r w:rsidR="004A4993">
        <w:t xml:space="preserve">, </w:t>
      </w:r>
      <w:r w:rsidRPr="004C3E92">
        <w:t>se couvrant le visage de son mouchoir</w:t>
      </w:r>
      <w:r w:rsidR="004A4993">
        <w:t xml:space="preserve">, </w:t>
      </w:r>
      <w:r w:rsidRPr="004C3E92">
        <w:t>elle se mit presque à hurler de douleur</w:t>
      </w:r>
      <w:r w:rsidR="004A4993">
        <w:t xml:space="preserve">. </w:t>
      </w:r>
      <w:proofErr w:type="spellStart"/>
      <w:r w:rsidRPr="004C3E92">
        <w:t>Elinor</w:t>
      </w:r>
      <w:proofErr w:type="spellEnd"/>
      <w:r w:rsidR="004A4993">
        <w:t xml:space="preserve">, </w:t>
      </w:r>
      <w:r w:rsidRPr="004C3E92">
        <w:t>qui savait qu</w:t>
      </w:r>
      <w:r w:rsidR="004A4993">
        <w:t>’</w:t>
      </w:r>
      <w:r w:rsidRPr="004C3E92">
        <w:t>un tel chagrin</w:t>
      </w:r>
      <w:r w:rsidR="004A4993">
        <w:t xml:space="preserve">, </w:t>
      </w:r>
      <w:r w:rsidRPr="004C3E92">
        <w:t>quelque affreux qu</w:t>
      </w:r>
      <w:r w:rsidR="004A4993">
        <w:t>’</w:t>
      </w:r>
      <w:r w:rsidRPr="004C3E92">
        <w:t>il fût à voir</w:t>
      </w:r>
      <w:r w:rsidR="004A4993">
        <w:t xml:space="preserve">, </w:t>
      </w:r>
      <w:r w:rsidRPr="004C3E92">
        <w:t>devait suivre son cours</w:t>
      </w:r>
      <w:r w:rsidR="004A4993">
        <w:t xml:space="preserve">, </w:t>
      </w:r>
      <w:r w:rsidRPr="004C3E92">
        <w:t>veilla sur elle jusqu</w:t>
      </w:r>
      <w:r w:rsidR="004A4993">
        <w:t>’</w:t>
      </w:r>
      <w:r w:rsidRPr="004C3E92">
        <w:t>à ce que cet excès de souffrance se fût quelque peu dépensé</w:t>
      </w:r>
      <w:r w:rsidR="004A4993">
        <w:t xml:space="preserve">, </w:t>
      </w:r>
      <w:r w:rsidRPr="004C3E92">
        <w:t>et</w:t>
      </w:r>
      <w:r w:rsidR="004A4993">
        <w:t xml:space="preserve">, </w:t>
      </w:r>
      <w:r w:rsidRPr="004C3E92">
        <w:t>se tournant alors avec avidité vers la lettre de Willoughby</w:t>
      </w:r>
      <w:r w:rsidR="004A4993">
        <w:t xml:space="preserve">, </w:t>
      </w:r>
      <w:r w:rsidRPr="004C3E92">
        <w:t>lut ce qui suit</w:t>
      </w:r>
      <w:r w:rsidR="004A4993">
        <w:t> :</w:t>
      </w:r>
    </w:p>
    <w:p w14:paraId="09D8FB26" w14:textId="77777777" w:rsidR="004A4993" w:rsidRDefault="004A4993" w:rsidP="004A4993">
      <w:pPr>
        <w:jc w:val="right"/>
      </w:pPr>
      <w:r>
        <w:t>« </w:t>
      </w:r>
      <w:r w:rsidR="008C5C61" w:rsidRPr="004A4993">
        <w:t>Bond Street</w:t>
      </w:r>
      <w:r>
        <w:t xml:space="preserve">, </w:t>
      </w:r>
      <w:r w:rsidR="008C5C61" w:rsidRPr="004A4993">
        <w:rPr>
          <w:i/>
        </w:rPr>
        <w:t>Janvier</w:t>
      </w:r>
      <w:r>
        <w:t>.</w:t>
      </w:r>
    </w:p>
    <w:p w14:paraId="5D9B7DE3" w14:textId="77777777" w:rsidR="004A4993" w:rsidRDefault="004A4993" w:rsidP="004A4993">
      <w:pPr>
        <w:jc w:val="right"/>
      </w:pPr>
      <w:r>
        <w:t>» </w:t>
      </w:r>
      <w:r w:rsidR="008C5C61" w:rsidRPr="004A4993">
        <w:t>Chère Madame</w:t>
      </w:r>
      <w:r>
        <w:t>,</w:t>
      </w:r>
    </w:p>
    <w:p w14:paraId="7F9C140B" w14:textId="77777777" w:rsidR="004A4993" w:rsidRDefault="004A4993" w:rsidP="004A4993">
      <w:r>
        <w:t>» </w:t>
      </w:r>
      <w:r w:rsidR="008C5C61" w:rsidRPr="004C3E92">
        <w:t>Je viens d</w:t>
      </w:r>
      <w:r>
        <w:t>’</w:t>
      </w:r>
      <w:r w:rsidR="008C5C61" w:rsidRPr="004C3E92">
        <w:t>avoir l</w:t>
      </w:r>
      <w:r>
        <w:t>’</w:t>
      </w:r>
      <w:r w:rsidR="008C5C61" w:rsidRPr="004C3E92">
        <w:t>honneur de recevoir votre lettre</w:t>
      </w:r>
      <w:r>
        <w:t xml:space="preserve">, </w:t>
      </w:r>
      <w:r w:rsidR="008C5C61" w:rsidRPr="004C3E92">
        <w:t>dont je me permets de vous remercier sincèrement</w:t>
      </w:r>
      <w:r>
        <w:t xml:space="preserve">. </w:t>
      </w:r>
      <w:r w:rsidR="008C5C61" w:rsidRPr="004C3E92">
        <w:t>Je regrette viv</w:t>
      </w:r>
      <w:r w:rsidR="008C5C61" w:rsidRPr="004C3E92">
        <w:t>e</w:t>
      </w:r>
      <w:r w:rsidR="008C5C61" w:rsidRPr="004C3E92">
        <w:t>ment d</w:t>
      </w:r>
      <w:r>
        <w:t>’</w:t>
      </w:r>
      <w:r w:rsidR="008C5C61" w:rsidRPr="004C3E92">
        <w:t>apprendre qu</w:t>
      </w:r>
      <w:r>
        <w:t>’</w:t>
      </w:r>
      <w:r w:rsidR="008C5C61" w:rsidRPr="004C3E92">
        <w:t>il y a eu</w:t>
      </w:r>
      <w:r>
        <w:t xml:space="preserve">, </w:t>
      </w:r>
      <w:r w:rsidR="008C5C61" w:rsidRPr="004C3E92">
        <w:t>dans mon attitude d</w:t>
      </w:r>
      <w:r>
        <w:t>’</w:t>
      </w:r>
      <w:r w:rsidR="008C5C61" w:rsidRPr="004C3E92">
        <w:t>hier soir</w:t>
      </w:r>
      <w:r>
        <w:t xml:space="preserve">, </w:t>
      </w:r>
      <w:r w:rsidR="008C5C61" w:rsidRPr="004C3E92">
        <w:t>quelque chose qui n</w:t>
      </w:r>
      <w:r>
        <w:t>’</w:t>
      </w:r>
      <w:r w:rsidR="008C5C61" w:rsidRPr="004C3E92">
        <w:t>a pas emporté votre approbation</w:t>
      </w:r>
      <w:r>
        <w:t xml:space="preserve"> ; </w:t>
      </w:r>
      <w:r w:rsidR="008C5C61" w:rsidRPr="004C3E92">
        <w:t>et bien que je sois totalement incapable de découvrir en quoi j</w:t>
      </w:r>
      <w:r>
        <w:t>’</w:t>
      </w:r>
      <w:r w:rsidR="008C5C61" w:rsidRPr="004C3E92">
        <w:t>ai pu avoir le malheur de vous offenser</w:t>
      </w:r>
      <w:r>
        <w:t xml:space="preserve">, </w:t>
      </w:r>
      <w:r w:rsidR="008C5C61" w:rsidRPr="004C3E92">
        <w:t>j</w:t>
      </w:r>
      <w:r>
        <w:t>’</w:t>
      </w:r>
      <w:r w:rsidR="008C5C61" w:rsidRPr="004C3E92">
        <w:t xml:space="preserve">implore votre pardon pour </w:t>
      </w:r>
      <w:r w:rsidR="008C5C61" w:rsidRPr="004C3E92">
        <w:lastRenderedPageBreak/>
        <w:t>ce qui</w:t>
      </w:r>
      <w:r>
        <w:t xml:space="preserve">, </w:t>
      </w:r>
      <w:r w:rsidR="008C5C61" w:rsidRPr="004C3E92">
        <w:t>je vous en donne l</w:t>
      </w:r>
      <w:r>
        <w:t>’</w:t>
      </w:r>
      <w:r w:rsidR="008C5C61" w:rsidRPr="004C3E92">
        <w:t>assurance</w:t>
      </w:r>
      <w:r>
        <w:t xml:space="preserve">, </w:t>
      </w:r>
      <w:r w:rsidR="008C5C61" w:rsidRPr="004C3E92">
        <w:t xml:space="preserve">a été parfaitement </w:t>
      </w:r>
      <w:proofErr w:type="spellStart"/>
      <w:r w:rsidR="008C5C61" w:rsidRPr="004C3E92">
        <w:t>ininte</w:t>
      </w:r>
      <w:r w:rsidR="008C5C61" w:rsidRPr="004C3E92">
        <w:t>n</w:t>
      </w:r>
      <w:r w:rsidR="008C5C61" w:rsidRPr="004C3E92">
        <w:t>tionnel</w:t>
      </w:r>
      <w:proofErr w:type="spellEnd"/>
      <w:r>
        <w:t xml:space="preserve">. </w:t>
      </w:r>
      <w:r w:rsidR="008C5C61" w:rsidRPr="004C3E92">
        <w:t>Je ne songerai jamais à mes relations d</w:t>
      </w:r>
      <w:r>
        <w:t>’</w:t>
      </w:r>
      <w:r w:rsidR="008C5C61" w:rsidRPr="004C3E92">
        <w:t>antan avec votre famille dans le Devonshire sans le plaisir le plus reconnaissant</w:t>
      </w:r>
      <w:r>
        <w:t xml:space="preserve">, </w:t>
      </w:r>
      <w:r w:rsidR="008C5C61" w:rsidRPr="004C3E92">
        <w:t>et je me flatte qu</w:t>
      </w:r>
      <w:r>
        <w:t>’</w:t>
      </w:r>
      <w:r w:rsidR="008C5C61" w:rsidRPr="004C3E92">
        <w:t>il ne sera jamais rompu par quelque erreur ou malentendu quant à mes actes</w:t>
      </w:r>
      <w:r>
        <w:t xml:space="preserve">. </w:t>
      </w:r>
      <w:r w:rsidR="008C5C61" w:rsidRPr="004C3E92">
        <w:t>Mon estime pour toute votre famille est fort sincère</w:t>
      </w:r>
      <w:r>
        <w:t xml:space="preserve"> ; </w:t>
      </w:r>
      <w:r w:rsidR="008C5C61" w:rsidRPr="004C3E92">
        <w:t>mais si j</w:t>
      </w:r>
      <w:r>
        <w:t>’</w:t>
      </w:r>
      <w:r w:rsidR="008C5C61" w:rsidRPr="004C3E92">
        <w:t>ai eu le malheur de donner lieu à l</w:t>
      </w:r>
      <w:r>
        <w:t>’</w:t>
      </w:r>
      <w:r w:rsidR="008C5C61" w:rsidRPr="004C3E92">
        <w:t>idée de quelque chose qui dépasse ce que j</w:t>
      </w:r>
      <w:r>
        <w:t>’</w:t>
      </w:r>
      <w:r w:rsidR="008C5C61" w:rsidRPr="004C3E92">
        <w:t>ai ressenti</w:t>
      </w:r>
      <w:r>
        <w:t xml:space="preserve">, </w:t>
      </w:r>
      <w:r w:rsidR="008C5C61" w:rsidRPr="004C3E92">
        <w:t>ou que j</w:t>
      </w:r>
      <w:r>
        <w:t>’</w:t>
      </w:r>
      <w:r w:rsidR="008C5C61" w:rsidRPr="004C3E92">
        <w:t>ai eu l</w:t>
      </w:r>
      <w:r>
        <w:t>’</w:t>
      </w:r>
      <w:r w:rsidR="008C5C61" w:rsidRPr="004C3E92">
        <w:t>intention d</w:t>
      </w:r>
      <w:r>
        <w:t>’</w:t>
      </w:r>
      <w:r w:rsidR="008C5C61" w:rsidRPr="004C3E92">
        <w:t>exprimer</w:t>
      </w:r>
      <w:r>
        <w:t xml:space="preserve">, </w:t>
      </w:r>
      <w:r w:rsidR="008C5C61" w:rsidRPr="004C3E92">
        <w:t>je me reprocherai de n</w:t>
      </w:r>
      <w:r>
        <w:t>’</w:t>
      </w:r>
      <w:r w:rsidR="008C5C61" w:rsidRPr="004C3E92">
        <w:t>avoir pas été plus réservé dans mes professions de cette estime</w:t>
      </w:r>
      <w:r>
        <w:t xml:space="preserve">. </w:t>
      </w:r>
      <w:r w:rsidR="008C5C61" w:rsidRPr="004C3E92">
        <w:t>Que j</w:t>
      </w:r>
      <w:r>
        <w:t>’</w:t>
      </w:r>
      <w:r w:rsidR="008C5C61" w:rsidRPr="004C3E92">
        <w:t>aie pu en vouloir dire davantage</w:t>
      </w:r>
      <w:r>
        <w:t xml:space="preserve">, </w:t>
      </w:r>
      <w:r w:rsidR="008C5C61" w:rsidRPr="004C3E92">
        <w:t>vous avouerez que cela est impo</w:t>
      </w:r>
      <w:r w:rsidR="008C5C61" w:rsidRPr="004C3E92">
        <w:t>s</w:t>
      </w:r>
      <w:r w:rsidR="008C5C61" w:rsidRPr="004C3E92">
        <w:t>sible</w:t>
      </w:r>
      <w:r>
        <w:t xml:space="preserve">, </w:t>
      </w:r>
      <w:r w:rsidR="008C5C61" w:rsidRPr="004C3E92">
        <w:t>lorsque vous saurez que mes affections sont depuis lon</w:t>
      </w:r>
      <w:r w:rsidR="008C5C61" w:rsidRPr="004C3E92">
        <w:t>g</w:t>
      </w:r>
      <w:r w:rsidR="008C5C61" w:rsidRPr="004C3E92">
        <w:t>temps retenues ailleurs</w:t>
      </w:r>
      <w:r>
        <w:t xml:space="preserve">, </w:t>
      </w:r>
      <w:r w:rsidR="008C5C61" w:rsidRPr="004C3E92">
        <w:t>et je crois qu</w:t>
      </w:r>
      <w:r>
        <w:t>’</w:t>
      </w:r>
      <w:r w:rsidR="008C5C61" w:rsidRPr="004C3E92">
        <w:t>il ne s</w:t>
      </w:r>
      <w:r>
        <w:t>’</w:t>
      </w:r>
      <w:r w:rsidR="008C5C61" w:rsidRPr="004C3E92">
        <w:t>écoulera pas bea</w:t>
      </w:r>
      <w:r w:rsidR="008C5C61" w:rsidRPr="004C3E92">
        <w:t>u</w:t>
      </w:r>
      <w:r w:rsidR="008C5C61" w:rsidRPr="004C3E92">
        <w:t>coup de semaines avant que cet engagement ne soit un fait a</w:t>
      </w:r>
      <w:r w:rsidR="008C5C61" w:rsidRPr="004C3E92">
        <w:t>c</w:t>
      </w:r>
      <w:r w:rsidR="008C5C61" w:rsidRPr="004C3E92">
        <w:t>compli</w:t>
      </w:r>
      <w:r>
        <w:t xml:space="preserve">. </w:t>
      </w:r>
      <w:r w:rsidR="008C5C61" w:rsidRPr="004C3E92">
        <w:t>C</w:t>
      </w:r>
      <w:r>
        <w:t>’</w:t>
      </w:r>
      <w:r w:rsidR="008C5C61" w:rsidRPr="004C3E92">
        <w:t>est avec un profond regret que j</w:t>
      </w:r>
      <w:r>
        <w:t>’</w:t>
      </w:r>
      <w:r w:rsidR="008C5C61" w:rsidRPr="004C3E92">
        <w:t>obéis à votre injon</w:t>
      </w:r>
      <w:r w:rsidR="008C5C61" w:rsidRPr="004C3E92">
        <w:t>c</w:t>
      </w:r>
      <w:r w:rsidR="008C5C61" w:rsidRPr="004C3E92">
        <w:t>tion de vous restituer les lettres dont vous m</w:t>
      </w:r>
      <w:r>
        <w:t>’</w:t>
      </w:r>
      <w:r w:rsidR="008C5C61" w:rsidRPr="004C3E92">
        <w:t>avez honoré</w:t>
      </w:r>
      <w:r>
        <w:t xml:space="preserve">, </w:t>
      </w:r>
      <w:r w:rsidR="008C5C61" w:rsidRPr="004C3E92">
        <w:t>ainsi que la mèche de cheveux que vous m</w:t>
      </w:r>
      <w:r>
        <w:t>’</w:t>
      </w:r>
      <w:r w:rsidR="008C5C61" w:rsidRPr="004C3E92">
        <w:t>avez si aimablement offe</w:t>
      </w:r>
      <w:r w:rsidR="008C5C61" w:rsidRPr="004C3E92">
        <w:t>r</w:t>
      </w:r>
      <w:r w:rsidR="008C5C61" w:rsidRPr="004C3E92">
        <w:t>te</w:t>
      </w:r>
      <w:r>
        <w:t>.</w:t>
      </w:r>
    </w:p>
    <w:p w14:paraId="75D30768" w14:textId="77777777" w:rsidR="004A4993" w:rsidRDefault="004A4993" w:rsidP="004A4993">
      <w:r>
        <w:t>» </w:t>
      </w:r>
      <w:r w:rsidR="008C5C61" w:rsidRPr="004C3E92">
        <w:t>Je suis</w:t>
      </w:r>
      <w:r>
        <w:t xml:space="preserve">, </w:t>
      </w:r>
      <w:r w:rsidR="008C5C61" w:rsidRPr="004C3E92">
        <w:t>chère Madame</w:t>
      </w:r>
      <w:r>
        <w:t xml:space="preserve">, </w:t>
      </w:r>
      <w:r w:rsidR="008C5C61" w:rsidRPr="004C3E92">
        <w:t>votre humble serviteur le plus obéissant</w:t>
      </w:r>
      <w:r>
        <w:t>,</w:t>
      </w:r>
    </w:p>
    <w:p w14:paraId="584D33C7" w14:textId="21B9F404" w:rsidR="004A4993" w:rsidRDefault="008C5C61" w:rsidP="004A4993">
      <w:pPr>
        <w:jc w:val="right"/>
      </w:pPr>
      <w:r w:rsidRPr="004A4993">
        <w:t>JOHN WILLOUGHBY</w:t>
      </w:r>
      <w:r w:rsidR="004A4993">
        <w:t>. »</w:t>
      </w:r>
    </w:p>
    <w:p w14:paraId="36698517" w14:textId="77777777" w:rsidR="004A4993" w:rsidRDefault="008C5C61" w:rsidP="004A4993">
      <w:r w:rsidRPr="004C3E92">
        <w:t>On imagine sans peine avec quelle indignation une telle le</w:t>
      </w:r>
      <w:r w:rsidRPr="004C3E92">
        <w:t>t</w:t>
      </w:r>
      <w:r w:rsidRPr="004C3E92">
        <w:t xml:space="preserve">tre dut être lue par miss </w:t>
      </w:r>
      <w:proofErr w:type="spellStart"/>
      <w:r w:rsidRPr="004C3E92">
        <w:t>Dashwood</w:t>
      </w:r>
      <w:proofErr w:type="spellEnd"/>
      <w:r w:rsidR="004A4993">
        <w:t xml:space="preserve">. </w:t>
      </w:r>
      <w:r w:rsidRPr="004C3E92">
        <w:t>Bien qu</w:t>
      </w:r>
      <w:r w:rsidR="004A4993">
        <w:t>’</w:t>
      </w:r>
      <w:r w:rsidRPr="004C3E92">
        <w:t>elle sût</w:t>
      </w:r>
      <w:r w:rsidR="004A4993">
        <w:t xml:space="preserve">, </w:t>
      </w:r>
      <w:r w:rsidRPr="004C3E92">
        <w:t>avant de la commencer</w:t>
      </w:r>
      <w:r w:rsidR="004A4993">
        <w:t xml:space="preserve">, </w:t>
      </w:r>
      <w:r w:rsidRPr="004C3E92">
        <w:t>qu</w:t>
      </w:r>
      <w:r w:rsidR="004A4993">
        <w:t>’</w:t>
      </w:r>
      <w:r w:rsidRPr="004C3E92">
        <w:t>elle devait apporter un aveu de l</w:t>
      </w:r>
      <w:r w:rsidR="004A4993">
        <w:t>’</w:t>
      </w:r>
      <w:r w:rsidRPr="004C3E92">
        <w:t>inconstance de Willoughby et confirmer leur séparation à tout jamais</w:t>
      </w:r>
      <w:r w:rsidR="004A4993">
        <w:t xml:space="preserve">, </w:t>
      </w:r>
      <w:r w:rsidRPr="004C3E92">
        <w:t>elle n</w:t>
      </w:r>
      <w:r w:rsidR="004A4993">
        <w:t>’</w:t>
      </w:r>
      <w:r w:rsidRPr="004C3E92">
        <w:t>avait pas prévu qu</w:t>
      </w:r>
      <w:r w:rsidR="004A4993">
        <w:t>’</w:t>
      </w:r>
      <w:r w:rsidRPr="004C3E92">
        <w:t>on pût tolérer des termes pareils pour l</w:t>
      </w:r>
      <w:r w:rsidR="004A4993">
        <w:t>’</w:t>
      </w:r>
      <w:r w:rsidRPr="004C3E92">
        <w:t>annoncer</w:t>
      </w:r>
      <w:r w:rsidR="004A4993">
        <w:t xml:space="preserve"> ; </w:t>
      </w:r>
      <w:r w:rsidRPr="004C3E92">
        <w:t>elle n</w:t>
      </w:r>
      <w:r w:rsidR="004A4993">
        <w:t>’</w:t>
      </w:r>
      <w:r w:rsidRPr="004C3E92">
        <w:t>eût pas</w:t>
      </w:r>
      <w:r w:rsidR="004A4993">
        <w:t xml:space="preserve">, </w:t>
      </w:r>
      <w:r w:rsidRPr="004C3E92">
        <w:t>non plus</w:t>
      </w:r>
      <w:r w:rsidR="004A4993">
        <w:t xml:space="preserve">, </w:t>
      </w:r>
      <w:r w:rsidRPr="004C3E92">
        <w:t>pu supposer Willoughby capable de se départir de l</w:t>
      </w:r>
      <w:r w:rsidR="004A4993">
        <w:t>’</w:t>
      </w:r>
      <w:r w:rsidRPr="004C3E92">
        <w:t>apparence de tout sentiment honor</w:t>
      </w:r>
      <w:r w:rsidRPr="004C3E92">
        <w:t>a</w:t>
      </w:r>
      <w:r w:rsidRPr="004C3E92">
        <w:t>ble et délicat</w:t>
      </w:r>
      <w:r w:rsidR="004A4993">
        <w:t xml:space="preserve">, </w:t>
      </w:r>
      <w:r w:rsidRPr="004C3E92">
        <w:t>de s</w:t>
      </w:r>
      <w:r w:rsidR="004A4993">
        <w:t>’</w:t>
      </w:r>
      <w:r w:rsidRPr="004C3E92">
        <w:t>éloigner du décorum habituel d</w:t>
      </w:r>
      <w:r w:rsidR="004A4993">
        <w:t>’</w:t>
      </w:r>
      <w:r w:rsidRPr="004C3E92">
        <w:t>un gentleman</w:t>
      </w:r>
      <w:r w:rsidR="004A4993">
        <w:t xml:space="preserve"> – </w:t>
      </w:r>
      <w:r w:rsidRPr="004C3E92">
        <w:t>au point d</w:t>
      </w:r>
      <w:r w:rsidR="004A4993">
        <w:t>’</w:t>
      </w:r>
      <w:r w:rsidRPr="004C3E92">
        <w:t>envoyer une lettre d</w:t>
      </w:r>
      <w:r w:rsidR="004A4993">
        <w:t>’</w:t>
      </w:r>
      <w:r w:rsidRPr="004C3E92">
        <w:t>une cruauté aussi impudente</w:t>
      </w:r>
      <w:r w:rsidR="004A4993">
        <w:t xml:space="preserve"> – </w:t>
      </w:r>
      <w:r w:rsidRPr="004C3E92">
        <w:t>une lettre qui</w:t>
      </w:r>
      <w:r w:rsidR="004A4993">
        <w:t xml:space="preserve">, </w:t>
      </w:r>
      <w:r w:rsidRPr="004C3E92">
        <w:t>au lieu d</w:t>
      </w:r>
      <w:r w:rsidR="004A4993">
        <w:t>’</w:t>
      </w:r>
      <w:r w:rsidRPr="004C3E92">
        <w:t>apporter</w:t>
      </w:r>
      <w:r w:rsidR="004A4993">
        <w:t xml:space="preserve">, </w:t>
      </w:r>
      <w:r w:rsidRPr="004C3E92">
        <w:t>avec son désir de reprendre sa liberté</w:t>
      </w:r>
      <w:r w:rsidR="004A4993">
        <w:t xml:space="preserve">, </w:t>
      </w:r>
      <w:r w:rsidRPr="004C3E92">
        <w:t>quelques professions de regret</w:t>
      </w:r>
      <w:r w:rsidR="004A4993">
        <w:t xml:space="preserve">, </w:t>
      </w:r>
      <w:r w:rsidRPr="004C3E92">
        <w:lastRenderedPageBreak/>
        <w:t>ne reconnaissait aucune rupture de foi</w:t>
      </w:r>
      <w:r w:rsidR="004A4993">
        <w:t xml:space="preserve">, </w:t>
      </w:r>
      <w:r w:rsidRPr="004C3E92">
        <w:t>et niait absolument toute affection particulière</w:t>
      </w:r>
      <w:r w:rsidR="004A4993">
        <w:t xml:space="preserve"> – </w:t>
      </w:r>
      <w:r w:rsidRPr="004C3E92">
        <w:t>une lettre dont chacune des lignes était une insulte</w:t>
      </w:r>
      <w:r w:rsidR="004A4993">
        <w:t xml:space="preserve">, </w:t>
      </w:r>
      <w:r w:rsidRPr="004C3E92">
        <w:t>et qui pr</w:t>
      </w:r>
      <w:r w:rsidRPr="004C3E92">
        <w:t>o</w:t>
      </w:r>
      <w:r w:rsidRPr="004C3E92">
        <w:t>clamait que son auteur était profondément endurci dans la sc</w:t>
      </w:r>
      <w:r w:rsidRPr="004C3E92">
        <w:t>é</w:t>
      </w:r>
      <w:r w:rsidRPr="004C3E92">
        <w:t>lératesse</w:t>
      </w:r>
      <w:r w:rsidR="004A4993">
        <w:t xml:space="preserve">. </w:t>
      </w:r>
      <w:r w:rsidRPr="004C3E92">
        <w:t>Elle s</w:t>
      </w:r>
      <w:r w:rsidR="004A4993">
        <w:t>’</w:t>
      </w:r>
      <w:r w:rsidRPr="004C3E92">
        <w:t>y arrêta quelque temps</w:t>
      </w:r>
      <w:r w:rsidR="004A4993">
        <w:t xml:space="preserve">, </w:t>
      </w:r>
      <w:r w:rsidRPr="004C3E92">
        <w:t>avec un étonnement i</w:t>
      </w:r>
      <w:r w:rsidRPr="004C3E92">
        <w:t>n</w:t>
      </w:r>
      <w:r w:rsidRPr="004C3E92">
        <w:t>digné</w:t>
      </w:r>
      <w:r w:rsidR="004A4993">
        <w:t xml:space="preserve"> ; </w:t>
      </w:r>
      <w:r w:rsidRPr="004C3E92">
        <w:t>puis la relut à plusieurs reprises</w:t>
      </w:r>
      <w:r w:rsidR="004A4993">
        <w:t xml:space="preserve"> ; </w:t>
      </w:r>
      <w:r w:rsidRPr="004C3E92">
        <w:t>mais chaque lecture ne servit qu</w:t>
      </w:r>
      <w:r w:rsidR="004A4993">
        <w:t>’</w:t>
      </w:r>
      <w:r w:rsidRPr="004C3E92">
        <w:t>à accroître son aversion horrifiée à l</w:t>
      </w:r>
      <w:r w:rsidR="004A4993">
        <w:t>’</w:t>
      </w:r>
      <w:r w:rsidRPr="004C3E92">
        <w:t>égard de cet homme</w:t>
      </w:r>
      <w:r w:rsidR="004A4993">
        <w:t xml:space="preserve">, </w:t>
      </w:r>
      <w:r w:rsidRPr="004C3E92">
        <w:t>et ses sentiments étaient tellement chargés de rancœur contre lui</w:t>
      </w:r>
      <w:r w:rsidR="004A4993">
        <w:t xml:space="preserve">, </w:t>
      </w:r>
      <w:r w:rsidRPr="004C3E92">
        <w:t>qu</w:t>
      </w:r>
      <w:r w:rsidR="004A4993">
        <w:t>’</w:t>
      </w:r>
      <w:r w:rsidRPr="004C3E92">
        <w:t>elle n</w:t>
      </w:r>
      <w:r w:rsidR="004A4993">
        <w:t>’</w:t>
      </w:r>
      <w:r w:rsidRPr="004C3E92">
        <w:t>osait pas se hasarder à parler</w:t>
      </w:r>
      <w:r w:rsidR="004A4993">
        <w:t xml:space="preserve">, </w:t>
      </w:r>
      <w:r w:rsidRPr="004C3E92">
        <w:t>de peur de blesser encore davantage Marianne</w:t>
      </w:r>
      <w:r w:rsidR="004A4993">
        <w:t xml:space="preserve">, </w:t>
      </w:r>
      <w:r w:rsidRPr="004C3E92">
        <w:t>en traitant la rupture de leur promesse</w:t>
      </w:r>
      <w:r w:rsidR="004A4993">
        <w:t xml:space="preserve">, </w:t>
      </w:r>
      <w:r w:rsidRPr="004C3E92">
        <w:t>non pas comme la perte</w:t>
      </w:r>
      <w:r w:rsidR="004A4993">
        <w:t xml:space="preserve">, </w:t>
      </w:r>
      <w:r w:rsidRPr="004C3E92">
        <w:t>pour elle</w:t>
      </w:r>
      <w:r w:rsidR="004A4993">
        <w:t xml:space="preserve">, </w:t>
      </w:r>
      <w:r w:rsidRPr="004C3E92">
        <w:t>de quelque bien possible</w:t>
      </w:r>
      <w:r w:rsidR="004A4993">
        <w:t xml:space="preserve">, </w:t>
      </w:r>
      <w:r w:rsidRPr="004C3E92">
        <w:t>mais comme une évasion hors du pire et du plus irrémédiable des maux</w:t>
      </w:r>
      <w:r w:rsidR="004A4993">
        <w:t xml:space="preserve"> – </w:t>
      </w:r>
      <w:r w:rsidRPr="004C3E92">
        <w:t>de l</w:t>
      </w:r>
      <w:r w:rsidR="004A4993">
        <w:t>’</w:t>
      </w:r>
      <w:r w:rsidRPr="004C3E92">
        <w:t>union</w:t>
      </w:r>
      <w:r w:rsidR="004A4993">
        <w:t xml:space="preserve">, </w:t>
      </w:r>
      <w:r w:rsidRPr="004C3E92">
        <w:t>pour toute sa vie</w:t>
      </w:r>
      <w:r w:rsidR="004A4993">
        <w:t xml:space="preserve">, </w:t>
      </w:r>
      <w:r w:rsidRPr="004C3E92">
        <w:t>avec un homme dénué de principes</w:t>
      </w:r>
      <w:r w:rsidR="004A4993">
        <w:t xml:space="preserve">, – </w:t>
      </w:r>
      <w:r w:rsidRPr="004C3E92">
        <w:t>comme la délivrance la plus rée</w:t>
      </w:r>
      <w:r w:rsidRPr="004C3E92">
        <w:t>l</w:t>
      </w:r>
      <w:r w:rsidRPr="004C3E92">
        <w:t>le</w:t>
      </w:r>
      <w:r w:rsidR="004A4993">
        <w:t xml:space="preserve">, </w:t>
      </w:r>
      <w:r w:rsidRPr="004C3E92">
        <w:t>comme le plus important des bienfaits</w:t>
      </w:r>
      <w:r w:rsidR="004A4993">
        <w:t>.</w:t>
      </w:r>
    </w:p>
    <w:p w14:paraId="3643F97C" w14:textId="77777777" w:rsidR="004A4993" w:rsidRDefault="008C5C61" w:rsidP="004A4993">
      <w:r w:rsidRPr="004C3E92">
        <w:t>Dans ses graves méditations sur le contenu de la lettre</w:t>
      </w:r>
      <w:r w:rsidR="004A4993">
        <w:t xml:space="preserve">, </w:t>
      </w:r>
      <w:r w:rsidRPr="004C3E92">
        <w:t>sur la dépravation de l</w:t>
      </w:r>
      <w:r w:rsidR="004A4993">
        <w:t>’</w:t>
      </w:r>
      <w:r w:rsidRPr="004C3E92">
        <w:t>esprit qui pouvait la dicter et</w:t>
      </w:r>
      <w:r w:rsidR="004A4993">
        <w:t xml:space="preserve">, </w:t>
      </w:r>
      <w:r w:rsidRPr="004C3E92">
        <w:t>probablement</w:t>
      </w:r>
      <w:r w:rsidR="004A4993">
        <w:t xml:space="preserve">, </w:t>
      </w:r>
      <w:r w:rsidRPr="004C3E92">
        <w:t>sur l</w:t>
      </w:r>
      <w:r w:rsidR="004A4993">
        <w:t>’</w:t>
      </w:r>
      <w:r w:rsidRPr="004C3E92">
        <w:t>esprit fort différent d</w:t>
      </w:r>
      <w:r w:rsidR="004A4993">
        <w:t>’</w:t>
      </w:r>
      <w:r w:rsidRPr="004C3E92">
        <w:t>une autre personne toute différente</w:t>
      </w:r>
      <w:r w:rsidR="004A4993">
        <w:t xml:space="preserve">, </w:t>
      </w:r>
      <w:r w:rsidRPr="004C3E92">
        <w:t>qui n</w:t>
      </w:r>
      <w:r w:rsidR="004A4993">
        <w:t>’</w:t>
      </w:r>
      <w:r w:rsidRPr="004C3E92">
        <w:t>avait absolument d</w:t>
      </w:r>
      <w:r w:rsidR="004A4993">
        <w:t>’</w:t>
      </w:r>
      <w:r w:rsidRPr="004C3E92">
        <w:t>autre rapport avec cette affaire que c</w:t>
      </w:r>
      <w:r w:rsidRPr="004C3E92">
        <w:t>e</w:t>
      </w:r>
      <w:r w:rsidRPr="004C3E92">
        <w:t>lui que le cœur d</w:t>
      </w:r>
      <w:r w:rsidR="004A4993">
        <w:t>’</w:t>
      </w:r>
      <w:proofErr w:type="spellStart"/>
      <w:r w:rsidRPr="004C3E92">
        <w:t>Elinor</w:t>
      </w:r>
      <w:proofErr w:type="spellEnd"/>
      <w:r w:rsidRPr="004C3E92">
        <w:t xml:space="preserve"> lui accordait avec tout ce qui se passait</w:t>
      </w:r>
      <w:r w:rsidR="004A4993">
        <w:t xml:space="preserve">, </w:t>
      </w:r>
      <w:r w:rsidRPr="004C3E92">
        <w:t>elle oublia la détresse immédiate de sa sœur</w:t>
      </w:r>
      <w:r w:rsidR="004A4993">
        <w:t xml:space="preserve">, </w:t>
      </w:r>
      <w:r w:rsidRPr="004C3E92">
        <w:t>elle oublia qu</w:t>
      </w:r>
      <w:r w:rsidR="004A4993">
        <w:t>’</w:t>
      </w:r>
      <w:r w:rsidRPr="004C3E92">
        <w:t>elle avait sur ses genoux trois lettres non encore lues</w:t>
      </w:r>
      <w:r w:rsidR="004A4993">
        <w:t xml:space="preserve">, </w:t>
      </w:r>
      <w:r w:rsidRPr="004C3E92">
        <w:t>et elle oublia si complètement depuis combien de temps elle avait été dans la chambre</w:t>
      </w:r>
      <w:r w:rsidR="004A4993">
        <w:t xml:space="preserve">, </w:t>
      </w:r>
      <w:r w:rsidRPr="004C3E92">
        <w:t>que lorsque</w:t>
      </w:r>
      <w:r w:rsidR="004A4993">
        <w:t xml:space="preserve">, </w:t>
      </w:r>
      <w:r w:rsidRPr="004C3E92">
        <w:t>entendant une voiture s</w:t>
      </w:r>
      <w:r w:rsidR="004A4993">
        <w:t>’</w:t>
      </w:r>
      <w:r w:rsidRPr="004C3E92">
        <w:t>arrêter devant la porte</w:t>
      </w:r>
      <w:r w:rsidR="004A4993">
        <w:t xml:space="preserve">, </w:t>
      </w:r>
      <w:r w:rsidRPr="004C3E92">
        <w:t>elle alla à la fenêtre pour voir qui pouvait venir à une heure aussi déraisonnablement matinale</w:t>
      </w:r>
      <w:r w:rsidR="004A4993">
        <w:t xml:space="preserve">, </w:t>
      </w:r>
      <w:r w:rsidRPr="004C3E92">
        <w:t>elle fut tout étonnée d</w:t>
      </w:r>
      <w:r w:rsidR="004A4993">
        <w:t>’</w:t>
      </w:r>
      <w:r w:rsidRPr="004C3E92">
        <w:t>apercevoir la calèche de Mrs</w:t>
      </w:r>
      <w:r w:rsidR="004A4993">
        <w:t xml:space="preserve">. </w:t>
      </w:r>
      <w:r w:rsidRPr="004C3E92">
        <w:t>Jennings</w:t>
      </w:r>
      <w:r w:rsidR="004A4993">
        <w:t xml:space="preserve">, </w:t>
      </w:r>
      <w:r w:rsidRPr="004C3E92">
        <w:t>qui</w:t>
      </w:r>
      <w:r w:rsidR="004A4993">
        <w:t xml:space="preserve">, </w:t>
      </w:r>
      <w:r w:rsidRPr="004C3E92">
        <w:t>elle le savait</w:t>
      </w:r>
      <w:r w:rsidR="004A4993">
        <w:t xml:space="preserve">, </w:t>
      </w:r>
      <w:r w:rsidRPr="004C3E92">
        <w:t>n</w:t>
      </w:r>
      <w:r w:rsidR="004A4993">
        <w:t>’</w:t>
      </w:r>
      <w:r w:rsidRPr="004C3E92">
        <w:t>avait été commandée que pour une heure</w:t>
      </w:r>
      <w:r w:rsidR="004A4993">
        <w:t xml:space="preserve">. </w:t>
      </w:r>
      <w:r w:rsidRPr="004C3E92">
        <w:t>Résolue à ne pas quitter Marianne</w:t>
      </w:r>
      <w:r w:rsidR="004A4993">
        <w:t xml:space="preserve">, </w:t>
      </w:r>
      <w:r w:rsidRPr="004C3E92">
        <w:t>bien qu</w:t>
      </w:r>
      <w:r w:rsidR="004A4993">
        <w:t>’</w:t>
      </w:r>
      <w:r w:rsidRPr="004C3E92">
        <w:t>elle fût sans espoir de contribuer</w:t>
      </w:r>
      <w:r w:rsidR="004A4993">
        <w:t xml:space="preserve">, </w:t>
      </w:r>
      <w:r w:rsidRPr="004C3E92">
        <w:t>pour le moment</w:t>
      </w:r>
      <w:r w:rsidR="004A4993">
        <w:t xml:space="preserve">, </w:t>
      </w:r>
      <w:r w:rsidRPr="004C3E92">
        <w:t>à la tranquilliser</w:t>
      </w:r>
      <w:r w:rsidR="004A4993">
        <w:t xml:space="preserve">, </w:t>
      </w:r>
      <w:r w:rsidRPr="004C3E92">
        <w:t>elle courut bien vite s</w:t>
      </w:r>
      <w:r w:rsidR="004A4993">
        <w:t>’</w:t>
      </w:r>
      <w:r w:rsidRPr="004C3E92">
        <w:t>excuser de ne pas accompagner Mrs</w:t>
      </w:r>
      <w:r w:rsidR="004A4993">
        <w:t xml:space="preserve">. </w:t>
      </w:r>
      <w:r w:rsidRPr="004C3E92">
        <w:t>Jennings</w:t>
      </w:r>
      <w:r w:rsidR="004A4993">
        <w:t xml:space="preserve">, </w:t>
      </w:r>
      <w:r w:rsidRPr="004C3E92">
        <w:t>en raison de l</w:t>
      </w:r>
      <w:r w:rsidR="004A4993">
        <w:t>’</w:t>
      </w:r>
      <w:r w:rsidRPr="004C3E92">
        <w:t>indisposition de sa sœur</w:t>
      </w:r>
      <w:r w:rsidR="004A4993">
        <w:t xml:space="preserve">. </w:t>
      </w:r>
      <w:r w:rsidRPr="004C3E92">
        <w:t>Mrs</w:t>
      </w:r>
      <w:r w:rsidR="004A4993">
        <w:t xml:space="preserve">. </w:t>
      </w:r>
      <w:r w:rsidRPr="004C3E92">
        <w:t>Jennings</w:t>
      </w:r>
      <w:r w:rsidR="004A4993">
        <w:t xml:space="preserve">, </w:t>
      </w:r>
      <w:r w:rsidRPr="004C3E92">
        <w:t>pleine d</w:t>
      </w:r>
      <w:r w:rsidR="004A4993">
        <w:t>’</w:t>
      </w:r>
      <w:r w:rsidRPr="004C3E92">
        <w:t>un souci fo</w:t>
      </w:r>
      <w:r w:rsidRPr="004C3E92">
        <w:t>n</w:t>
      </w:r>
      <w:r w:rsidRPr="004C3E92">
        <w:t xml:space="preserve">cièrement bienveillant pour ce qui en </w:t>
      </w:r>
      <w:r w:rsidRPr="004C3E92">
        <w:lastRenderedPageBreak/>
        <w:t>était la cause</w:t>
      </w:r>
      <w:r w:rsidR="004A4993">
        <w:t xml:space="preserve">, </w:t>
      </w:r>
      <w:r w:rsidRPr="004C3E92">
        <w:t>admit promptement cette excuse</w:t>
      </w:r>
      <w:r w:rsidR="004A4993">
        <w:t xml:space="preserve">, </w:t>
      </w:r>
      <w:r w:rsidRPr="004C3E92">
        <w:t xml:space="preserve">et </w:t>
      </w:r>
      <w:proofErr w:type="spellStart"/>
      <w:r w:rsidRPr="004C3E92">
        <w:t>Elinor</w:t>
      </w:r>
      <w:proofErr w:type="spellEnd"/>
      <w:r w:rsidR="004A4993">
        <w:t xml:space="preserve">, </w:t>
      </w:r>
      <w:r w:rsidRPr="004C3E92">
        <w:t>après s</w:t>
      </w:r>
      <w:r w:rsidR="004A4993">
        <w:t>’</w:t>
      </w:r>
      <w:r w:rsidRPr="004C3E92">
        <w:t>être assurée qu</w:t>
      </w:r>
      <w:r w:rsidR="004A4993">
        <w:t>’</w:t>
      </w:r>
      <w:r w:rsidRPr="004C3E92">
        <w:t>elle était partie sans encombre</w:t>
      </w:r>
      <w:r w:rsidR="004A4993">
        <w:t xml:space="preserve">, </w:t>
      </w:r>
      <w:r w:rsidRPr="004C3E92">
        <w:t>retourna auprès de Marianne</w:t>
      </w:r>
      <w:r w:rsidR="004A4993">
        <w:t xml:space="preserve">, </w:t>
      </w:r>
      <w:r w:rsidRPr="004C3E92">
        <w:t>qu</w:t>
      </w:r>
      <w:r w:rsidR="004A4993">
        <w:t>’</w:t>
      </w:r>
      <w:r w:rsidRPr="004C3E92">
        <w:t>elle trouva essayant de se lever du lit</w:t>
      </w:r>
      <w:r w:rsidR="004A4993">
        <w:t xml:space="preserve">, </w:t>
      </w:r>
      <w:r w:rsidRPr="004C3E92">
        <w:t>et qu</w:t>
      </w:r>
      <w:r w:rsidR="004A4993">
        <w:t>’</w:t>
      </w:r>
      <w:r w:rsidRPr="004C3E92">
        <w:t>elle rejoignit juste à temps pour l</w:t>
      </w:r>
      <w:r w:rsidR="004A4993">
        <w:t>’</w:t>
      </w:r>
      <w:r w:rsidRPr="004C3E92">
        <w:t>empêcher de tomber par terre</w:t>
      </w:r>
      <w:r w:rsidR="004A4993">
        <w:t xml:space="preserve">, </w:t>
      </w:r>
      <w:r w:rsidRPr="004C3E92">
        <w:t>prise de faiblesse et d</w:t>
      </w:r>
      <w:r w:rsidR="004A4993">
        <w:t>’</w:t>
      </w:r>
      <w:r w:rsidRPr="004C3E92">
        <w:t>étourdissement consécutifs à une longue privation de repos et de nourriture convenable</w:t>
      </w:r>
      <w:r w:rsidR="004A4993">
        <w:t xml:space="preserve"> ; </w:t>
      </w:r>
      <w:r w:rsidRPr="004C3E92">
        <w:t>car</w:t>
      </w:r>
      <w:r w:rsidR="004A4993">
        <w:t xml:space="preserve">, </w:t>
      </w:r>
      <w:r w:rsidRPr="004C3E92">
        <w:t>depuis bien des jours</w:t>
      </w:r>
      <w:r w:rsidR="004A4993">
        <w:t xml:space="preserve">, </w:t>
      </w:r>
      <w:r w:rsidRPr="004C3E92">
        <w:t>elle n</w:t>
      </w:r>
      <w:r w:rsidR="004A4993">
        <w:t>’</w:t>
      </w:r>
      <w:r w:rsidRPr="004C3E92">
        <w:t>avait pas eu d</w:t>
      </w:r>
      <w:r w:rsidR="004A4993">
        <w:t>’</w:t>
      </w:r>
      <w:r w:rsidRPr="004C3E92">
        <w:t>appétit</w:t>
      </w:r>
      <w:r w:rsidR="004A4993">
        <w:t xml:space="preserve">, </w:t>
      </w:r>
      <w:r w:rsidRPr="004C3E92">
        <w:t>et depuis bien des jours elle n</w:t>
      </w:r>
      <w:r w:rsidR="004A4993">
        <w:t>’</w:t>
      </w:r>
      <w:r w:rsidRPr="004C3E92">
        <w:t>avait pas véritablement dormi</w:t>
      </w:r>
      <w:r w:rsidR="004A4993">
        <w:t xml:space="preserve"> ; </w:t>
      </w:r>
      <w:r w:rsidRPr="004C3E92">
        <w:t>et maintenant que son esprit n</w:t>
      </w:r>
      <w:r w:rsidR="004A4993">
        <w:t>’</w:t>
      </w:r>
      <w:r w:rsidRPr="004C3E92">
        <w:t>était plus soutenu par la fièvre de l</w:t>
      </w:r>
      <w:r w:rsidR="004A4993">
        <w:t>’</w:t>
      </w:r>
      <w:r w:rsidRPr="004C3E92">
        <w:t>incertitude</w:t>
      </w:r>
      <w:r w:rsidR="004A4993">
        <w:t xml:space="preserve">, </w:t>
      </w:r>
      <w:r w:rsidRPr="004C3E92">
        <w:t>la conséquence de cet état de choses se faisait sentir sous forme de maux de tête</w:t>
      </w:r>
      <w:r w:rsidR="004A4993">
        <w:t xml:space="preserve">, </w:t>
      </w:r>
      <w:r w:rsidRPr="004C3E92">
        <w:t>de fa</w:t>
      </w:r>
      <w:r w:rsidRPr="004C3E92">
        <w:t>i</w:t>
      </w:r>
      <w:r w:rsidRPr="004C3E92">
        <w:t>blesse d</w:t>
      </w:r>
      <w:r w:rsidR="004A4993">
        <w:t>’</w:t>
      </w:r>
      <w:r w:rsidRPr="004C3E92">
        <w:t>estomac</w:t>
      </w:r>
      <w:r w:rsidR="004A4993">
        <w:t xml:space="preserve">, </w:t>
      </w:r>
      <w:r w:rsidRPr="004C3E92">
        <w:t>et d</w:t>
      </w:r>
      <w:r w:rsidR="004A4993">
        <w:t>’</w:t>
      </w:r>
      <w:r w:rsidRPr="004C3E92">
        <w:t>un abattement nerveux général</w:t>
      </w:r>
      <w:r w:rsidR="004A4993">
        <w:t xml:space="preserve">. </w:t>
      </w:r>
      <w:r w:rsidRPr="004C3E92">
        <w:t>Un verre de vin</w:t>
      </w:r>
      <w:r w:rsidR="004A4993">
        <w:t xml:space="preserve">, </w:t>
      </w:r>
      <w:r w:rsidRPr="004C3E92">
        <w:t>qu</w:t>
      </w:r>
      <w:r w:rsidR="004A4993">
        <w:t>’</w:t>
      </w:r>
      <w:proofErr w:type="spellStart"/>
      <w:r w:rsidRPr="004C3E92">
        <w:t>Elinor</w:t>
      </w:r>
      <w:proofErr w:type="spellEnd"/>
      <w:r w:rsidRPr="004C3E92">
        <w:t xml:space="preserve"> se procura tout de suite pour elle</w:t>
      </w:r>
      <w:r w:rsidR="004A4993">
        <w:t xml:space="preserve">, </w:t>
      </w:r>
      <w:r w:rsidRPr="004C3E92">
        <w:t>la réconforta un peu</w:t>
      </w:r>
      <w:r w:rsidR="004A4993">
        <w:t xml:space="preserve">, </w:t>
      </w:r>
      <w:r w:rsidRPr="004C3E92">
        <w:t>et elle put enfin exprimer dans une certaine mesure qu</w:t>
      </w:r>
      <w:r w:rsidR="004A4993">
        <w:t>’</w:t>
      </w:r>
      <w:r w:rsidRPr="004C3E92">
        <w:t>elle était sensible à sa bonté</w:t>
      </w:r>
      <w:r w:rsidR="004A4993">
        <w:t xml:space="preserve">, </w:t>
      </w:r>
      <w:r w:rsidRPr="004C3E92">
        <w:t>en disant</w:t>
      </w:r>
      <w:r w:rsidR="004A4993">
        <w:t> :</w:t>
      </w:r>
    </w:p>
    <w:p w14:paraId="2E66CC90" w14:textId="77777777" w:rsidR="004A4993" w:rsidRDefault="004A4993" w:rsidP="004A4993">
      <w:r>
        <w:t>— </w:t>
      </w:r>
      <w:r w:rsidR="008C5C61" w:rsidRPr="004C3E92">
        <w:t xml:space="preserve">Pauvre </w:t>
      </w:r>
      <w:proofErr w:type="spellStart"/>
      <w:r w:rsidR="008C5C61" w:rsidRPr="004C3E92">
        <w:t>Elinor</w:t>
      </w:r>
      <w:proofErr w:type="spellEnd"/>
      <w:r>
        <w:t xml:space="preserve"> ! </w:t>
      </w:r>
      <w:r w:rsidR="008C5C61" w:rsidRPr="004C3E92">
        <w:t>Comme je te rends malheureuse</w:t>
      </w:r>
      <w:r>
        <w:t> !</w:t>
      </w:r>
    </w:p>
    <w:p w14:paraId="1AC1E5C4" w14:textId="77777777" w:rsidR="004A4993" w:rsidRDefault="004A4993" w:rsidP="004A4993">
      <w:r>
        <w:t>— </w:t>
      </w:r>
      <w:r w:rsidR="008C5C61" w:rsidRPr="004C3E92">
        <w:t>Je voudrais seulement</w:t>
      </w:r>
      <w:r>
        <w:t xml:space="preserve">, </w:t>
      </w:r>
      <w:r w:rsidR="008C5C61" w:rsidRPr="004C3E92">
        <w:t>répondit sa sœur</w:t>
      </w:r>
      <w:r>
        <w:t xml:space="preserve">, </w:t>
      </w:r>
      <w:r w:rsidR="008C5C61" w:rsidRPr="004C3E92">
        <w:t>qu</w:t>
      </w:r>
      <w:r>
        <w:t>’</w:t>
      </w:r>
      <w:r w:rsidR="008C5C61" w:rsidRPr="004C3E92">
        <w:t>il y eût quelque chose que je pusse faire pour te réconforter</w:t>
      </w:r>
      <w:r>
        <w:t>.</w:t>
      </w:r>
    </w:p>
    <w:p w14:paraId="3B101FE4" w14:textId="77777777" w:rsidR="004A4993" w:rsidRDefault="008C5C61" w:rsidP="004A4993">
      <w:r w:rsidRPr="004C3E92">
        <w:t>Ces paroles</w:t>
      </w:r>
      <w:r w:rsidR="004A4993">
        <w:t xml:space="preserve">, </w:t>
      </w:r>
      <w:r w:rsidRPr="004C3E92">
        <w:t>comme l</w:t>
      </w:r>
      <w:r w:rsidR="004A4993">
        <w:t>’</w:t>
      </w:r>
      <w:r w:rsidRPr="004C3E92">
        <w:t>eussent été n</w:t>
      </w:r>
      <w:r w:rsidR="004A4993">
        <w:t>’</w:t>
      </w:r>
      <w:r w:rsidRPr="004C3E92">
        <w:t>importe quelles autres</w:t>
      </w:r>
      <w:r w:rsidR="004A4993">
        <w:t xml:space="preserve">, </w:t>
      </w:r>
      <w:r w:rsidRPr="004C3E92">
        <w:t>en furent trop pour Marianne</w:t>
      </w:r>
      <w:r w:rsidR="004A4993">
        <w:t xml:space="preserve">, </w:t>
      </w:r>
      <w:r w:rsidRPr="004C3E92">
        <w:t>qui ne put que s</w:t>
      </w:r>
      <w:r w:rsidR="004A4993">
        <w:t>’</w:t>
      </w:r>
      <w:r w:rsidRPr="004C3E92">
        <w:t>écrier</w:t>
      </w:r>
      <w:r w:rsidR="004A4993">
        <w:t xml:space="preserve">, </w:t>
      </w:r>
      <w:r w:rsidRPr="004C3E92">
        <w:t>dans l</w:t>
      </w:r>
      <w:r w:rsidR="004A4993">
        <w:t>’</w:t>
      </w:r>
      <w:r w:rsidRPr="004C3E92">
        <w:t>angoisse de son cœur</w:t>
      </w:r>
      <w:r w:rsidR="004A4993">
        <w:t> :</w:t>
      </w:r>
    </w:p>
    <w:p w14:paraId="5F32C7B6" w14:textId="77777777" w:rsidR="004A4993" w:rsidRDefault="004A4993" w:rsidP="004A4993">
      <w:r>
        <w:t>— </w:t>
      </w:r>
      <w:r w:rsidR="008C5C61" w:rsidRPr="004C3E92">
        <w:t>Oh</w:t>
      </w:r>
      <w:r>
        <w:t xml:space="preserve"> ! </w:t>
      </w:r>
      <w:proofErr w:type="spellStart"/>
      <w:r w:rsidR="008C5C61" w:rsidRPr="004C3E92">
        <w:t>Elinor</w:t>
      </w:r>
      <w:proofErr w:type="spellEnd"/>
      <w:r>
        <w:t xml:space="preserve"> ! </w:t>
      </w:r>
      <w:r w:rsidR="008C5C61" w:rsidRPr="004C3E92">
        <w:t>Comme je suis malheureuse</w:t>
      </w:r>
      <w:r>
        <w:t xml:space="preserve"> ! </w:t>
      </w:r>
      <w:r w:rsidR="008C5C61" w:rsidRPr="004C3E92">
        <w:t>avant que sa voix ne se perdit entièrement dans les sanglots</w:t>
      </w:r>
      <w:r>
        <w:t>.</w:t>
      </w:r>
    </w:p>
    <w:p w14:paraId="24EB2ADD" w14:textId="77777777" w:rsidR="004A4993" w:rsidRDefault="008C5C61" w:rsidP="004A4993">
      <w:proofErr w:type="spellStart"/>
      <w:r w:rsidRPr="004C3E92">
        <w:t>Elinor</w:t>
      </w:r>
      <w:proofErr w:type="spellEnd"/>
      <w:r w:rsidRPr="004C3E92">
        <w:t xml:space="preserve"> ne fut plus capable d</w:t>
      </w:r>
      <w:r w:rsidR="004A4993">
        <w:t>’</w:t>
      </w:r>
      <w:r w:rsidRPr="004C3E92">
        <w:t>être le témoin silencieux de ce torrent de douleur sans résistance</w:t>
      </w:r>
      <w:r w:rsidR="004A4993">
        <w:t>.</w:t>
      </w:r>
    </w:p>
    <w:p w14:paraId="3BB6CC44" w14:textId="77777777" w:rsidR="004A4993" w:rsidRDefault="004A4993" w:rsidP="004A4993">
      <w:r>
        <w:t>— </w:t>
      </w:r>
      <w:r w:rsidR="008C5C61" w:rsidRPr="004C3E92">
        <w:t>Ressaisis-toi</w:t>
      </w:r>
      <w:r>
        <w:t xml:space="preserve">, </w:t>
      </w:r>
      <w:r w:rsidR="008C5C61" w:rsidRPr="004C3E92">
        <w:t>chère Marianne</w:t>
      </w:r>
      <w:r>
        <w:t xml:space="preserve">, </w:t>
      </w:r>
      <w:r w:rsidR="008C5C61" w:rsidRPr="004C3E92">
        <w:t>s</w:t>
      </w:r>
      <w:r>
        <w:t>’</w:t>
      </w:r>
      <w:r w:rsidR="008C5C61" w:rsidRPr="004C3E92">
        <w:t>écria-t-elle</w:t>
      </w:r>
      <w:r>
        <w:t xml:space="preserve">, </w:t>
      </w:r>
      <w:r w:rsidR="008C5C61" w:rsidRPr="004C3E92">
        <w:t>si tu ne veux pas te tuer</w:t>
      </w:r>
      <w:r>
        <w:t xml:space="preserve">, </w:t>
      </w:r>
      <w:r w:rsidR="008C5C61" w:rsidRPr="004C3E92">
        <w:t>et tuer tous ceux qui t</w:t>
      </w:r>
      <w:r>
        <w:t>’</w:t>
      </w:r>
      <w:r w:rsidR="008C5C61" w:rsidRPr="004C3E92">
        <w:t>aiment</w:t>
      </w:r>
      <w:r>
        <w:t xml:space="preserve">. </w:t>
      </w:r>
      <w:r w:rsidR="008C5C61" w:rsidRPr="004C3E92">
        <w:t>Pense à ta mère</w:t>
      </w:r>
      <w:r>
        <w:t xml:space="preserve"> ; </w:t>
      </w:r>
      <w:r w:rsidR="008C5C61" w:rsidRPr="004C3E92">
        <w:t>pe</w:t>
      </w:r>
      <w:r w:rsidR="008C5C61" w:rsidRPr="004C3E92">
        <w:t>n</w:t>
      </w:r>
      <w:r w:rsidR="008C5C61" w:rsidRPr="004C3E92">
        <w:t>se à sa détresse pendant que tu souffres</w:t>
      </w:r>
      <w:r>
        <w:t xml:space="preserve">, </w:t>
      </w:r>
      <w:r w:rsidR="008C5C61" w:rsidRPr="004C3E92">
        <w:t>toi</w:t>
      </w:r>
      <w:r>
        <w:t xml:space="preserve"> ; </w:t>
      </w:r>
      <w:r w:rsidR="008C5C61" w:rsidRPr="004C3E92">
        <w:t>pour elle</w:t>
      </w:r>
      <w:r>
        <w:t xml:space="preserve">, </w:t>
      </w:r>
      <w:r w:rsidR="008C5C61" w:rsidRPr="004C3E92">
        <w:t>il faut que tu te ressaisisses</w:t>
      </w:r>
      <w:r>
        <w:t>.</w:t>
      </w:r>
    </w:p>
    <w:p w14:paraId="696EF08B" w14:textId="77777777" w:rsidR="004A4993" w:rsidRDefault="004A4993" w:rsidP="004A4993">
      <w:r>
        <w:lastRenderedPageBreak/>
        <w:t>— </w:t>
      </w:r>
      <w:r w:rsidR="008C5C61" w:rsidRPr="004C3E92">
        <w:t>Je ne peux pas</w:t>
      </w:r>
      <w:r>
        <w:t xml:space="preserve">, </w:t>
      </w:r>
      <w:r w:rsidR="008C5C61" w:rsidRPr="004C3E92">
        <w:t>je ne peux pas</w:t>
      </w:r>
      <w:r>
        <w:t xml:space="preserve">, </w:t>
      </w:r>
      <w:r w:rsidR="008C5C61" w:rsidRPr="004C3E92">
        <w:t>s</w:t>
      </w:r>
      <w:r>
        <w:t>’</w:t>
      </w:r>
      <w:r w:rsidR="008C5C61" w:rsidRPr="004C3E92">
        <w:t>écria Marianne</w:t>
      </w:r>
      <w:r>
        <w:t xml:space="preserve"> ; </w:t>
      </w:r>
      <w:r w:rsidR="008C5C61" w:rsidRPr="004C3E92">
        <w:t>laisse-moi</w:t>
      </w:r>
      <w:r>
        <w:t xml:space="preserve">, </w:t>
      </w:r>
      <w:r w:rsidR="008C5C61" w:rsidRPr="004C3E92">
        <w:t>si je te fais de la peine</w:t>
      </w:r>
      <w:r>
        <w:t xml:space="preserve"> ; </w:t>
      </w:r>
      <w:r w:rsidR="008C5C61" w:rsidRPr="004C3E92">
        <w:t>laisse-moi</w:t>
      </w:r>
      <w:r>
        <w:t xml:space="preserve">, </w:t>
      </w:r>
      <w:r w:rsidR="008C5C61" w:rsidRPr="004C3E92">
        <w:t>hais-moi</w:t>
      </w:r>
      <w:r>
        <w:t xml:space="preserve">, </w:t>
      </w:r>
      <w:r w:rsidR="008C5C61" w:rsidRPr="004C3E92">
        <w:t>oublie-moi</w:t>
      </w:r>
      <w:r>
        <w:t xml:space="preserve"> ; </w:t>
      </w:r>
      <w:r w:rsidR="008C5C61" w:rsidRPr="004C3E92">
        <w:t>mais ne me torture pas ainsi</w:t>
      </w:r>
      <w:r>
        <w:t xml:space="preserve">. </w:t>
      </w:r>
      <w:r w:rsidR="008C5C61" w:rsidRPr="004C3E92">
        <w:t>Oh</w:t>
      </w:r>
      <w:r>
        <w:t xml:space="preserve"> ! </w:t>
      </w:r>
      <w:r w:rsidR="008C5C61" w:rsidRPr="004C3E92">
        <w:t>comme il est facile à ceux qui n</w:t>
      </w:r>
      <w:r>
        <w:t>’</w:t>
      </w:r>
      <w:r w:rsidR="008C5C61" w:rsidRPr="004C3E92">
        <w:t>ont pas de chagrin pour leur compte de parler de se ressaisir</w:t>
      </w:r>
      <w:r>
        <w:t xml:space="preserve"> ! </w:t>
      </w:r>
      <w:r w:rsidR="008C5C61" w:rsidRPr="004C3E92">
        <w:t>Heureuse</w:t>
      </w:r>
      <w:r>
        <w:t xml:space="preserve">, </w:t>
      </w:r>
      <w:r w:rsidR="008C5C61" w:rsidRPr="004C3E92">
        <w:t xml:space="preserve">heureuse </w:t>
      </w:r>
      <w:proofErr w:type="spellStart"/>
      <w:r w:rsidR="008C5C61" w:rsidRPr="004C3E92">
        <w:t>Elinor</w:t>
      </w:r>
      <w:proofErr w:type="spellEnd"/>
      <w:r>
        <w:t xml:space="preserve">, </w:t>
      </w:r>
      <w:r w:rsidR="008C5C61" w:rsidRPr="004C3E92">
        <w:t>toi</w:t>
      </w:r>
      <w:r>
        <w:t xml:space="preserve">, </w:t>
      </w:r>
      <w:r w:rsidR="008C5C61" w:rsidRPr="004C3E92">
        <w:t>tu ne peux te faire une idée de ce que je souffre</w:t>
      </w:r>
      <w:r>
        <w:t> !</w:t>
      </w:r>
    </w:p>
    <w:p w14:paraId="3B1D19BC" w14:textId="77777777" w:rsidR="004A4993" w:rsidRDefault="004A4993" w:rsidP="004A4993">
      <w:r>
        <w:t>— </w:t>
      </w:r>
      <w:r w:rsidR="008C5C61" w:rsidRPr="004C3E92">
        <w:t>C</w:t>
      </w:r>
      <w:r>
        <w:t>’</w:t>
      </w:r>
      <w:r w:rsidR="008C5C61" w:rsidRPr="004C3E92">
        <w:t>est moi que tu appelles heureuse</w:t>
      </w:r>
      <w:r>
        <w:t xml:space="preserve">, </w:t>
      </w:r>
      <w:r w:rsidR="008C5C61" w:rsidRPr="004C3E92">
        <w:t>Marianne</w:t>
      </w:r>
      <w:r>
        <w:t xml:space="preserve"> ? </w:t>
      </w:r>
      <w:r w:rsidR="008C5C61" w:rsidRPr="004C3E92">
        <w:t>Ah</w:t>
      </w:r>
      <w:r>
        <w:t xml:space="preserve">, </w:t>
      </w:r>
      <w:r w:rsidR="008C5C61" w:rsidRPr="004C3E92">
        <w:t>si tu savais</w:t>
      </w:r>
      <w:r>
        <w:t xml:space="preserve"> ! </w:t>
      </w:r>
      <w:r w:rsidR="008C5C61" w:rsidRPr="004C3E92">
        <w:t>Et tu peux donc me croire heureuse</w:t>
      </w:r>
      <w:r>
        <w:t xml:space="preserve">, </w:t>
      </w:r>
      <w:r w:rsidR="008C5C61" w:rsidRPr="004C3E92">
        <w:t>quand je te vois si lamentable</w:t>
      </w:r>
      <w:r>
        <w:t> ?</w:t>
      </w:r>
    </w:p>
    <w:p w14:paraId="1B4AA97A" w14:textId="77777777" w:rsidR="004A4993" w:rsidRDefault="004A4993" w:rsidP="004A4993">
      <w:r>
        <w:t>— </w:t>
      </w:r>
      <w:r w:rsidR="008C5C61" w:rsidRPr="004C3E92">
        <w:t>Pardonne-moi</w:t>
      </w:r>
      <w:r>
        <w:t xml:space="preserve">, </w:t>
      </w:r>
      <w:r w:rsidR="008C5C61" w:rsidRPr="004C3E92">
        <w:t>pardonne-moi</w:t>
      </w:r>
      <w:r>
        <w:t xml:space="preserve"> ! – </w:t>
      </w:r>
      <w:r w:rsidR="008C5C61" w:rsidRPr="004C3E92">
        <w:t>jetant les bras autour du cou de sa sœur</w:t>
      </w:r>
      <w:r>
        <w:t xml:space="preserve"> – ; </w:t>
      </w:r>
      <w:r w:rsidR="008C5C61" w:rsidRPr="004C3E92">
        <w:t>je sais que tu te mets à ma place</w:t>
      </w:r>
      <w:r>
        <w:t xml:space="preserve"> ; </w:t>
      </w:r>
      <w:r w:rsidR="008C5C61" w:rsidRPr="004C3E92">
        <w:t>je sais quel cœur tu as</w:t>
      </w:r>
      <w:r>
        <w:t xml:space="preserve"> ; </w:t>
      </w:r>
      <w:r w:rsidR="008C5C61" w:rsidRPr="004C3E92">
        <w:t>et pourtant tu es</w:t>
      </w:r>
      <w:r>
        <w:t xml:space="preserve"> – </w:t>
      </w:r>
      <w:r w:rsidR="008C5C61" w:rsidRPr="004C3E92">
        <w:t>tu dois être heureuse</w:t>
      </w:r>
      <w:r>
        <w:t xml:space="preserve"> ; </w:t>
      </w:r>
      <w:r w:rsidR="008C5C61" w:rsidRPr="004C3E92">
        <w:t>E</w:t>
      </w:r>
      <w:r w:rsidR="008C5C61" w:rsidRPr="004C3E92">
        <w:t>d</w:t>
      </w:r>
      <w:r w:rsidR="008C5C61" w:rsidRPr="004C3E92">
        <w:t>ward t</w:t>
      </w:r>
      <w:r>
        <w:t>’</w:t>
      </w:r>
      <w:r w:rsidR="008C5C61" w:rsidRPr="004C3E92">
        <w:t>aime</w:t>
      </w:r>
      <w:r>
        <w:t xml:space="preserve">… </w:t>
      </w:r>
      <w:r w:rsidR="008C5C61" w:rsidRPr="004C3E92">
        <w:t>qu</w:t>
      </w:r>
      <w:r>
        <w:t>’</w:t>
      </w:r>
      <w:r w:rsidR="008C5C61" w:rsidRPr="004C3E92">
        <w:t>est-ce donc</w:t>
      </w:r>
      <w:r>
        <w:t xml:space="preserve">, </w:t>
      </w:r>
      <w:r w:rsidR="008C5C61" w:rsidRPr="004C3E92">
        <w:t>ah</w:t>
      </w:r>
      <w:r>
        <w:t xml:space="preserve">, </w:t>
      </w:r>
      <w:r w:rsidR="008C5C61" w:rsidRPr="004C3E92">
        <w:t>qu</w:t>
      </w:r>
      <w:r>
        <w:t>’</w:t>
      </w:r>
      <w:r w:rsidR="008C5C61" w:rsidRPr="004C3E92">
        <w:t>est-ce donc qui peut détru</w:t>
      </w:r>
      <w:r w:rsidR="008C5C61" w:rsidRPr="004C3E92">
        <w:t>i</w:t>
      </w:r>
      <w:r w:rsidR="008C5C61" w:rsidRPr="004C3E92">
        <w:t>re un tel bonheur</w:t>
      </w:r>
      <w:r>
        <w:t> ?</w:t>
      </w:r>
    </w:p>
    <w:p w14:paraId="342EAB78" w14:textId="77777777" w:rsidR="004A4993" w:rsidRDefault="004A4993" w:rsidP="004A4993">
      <w:r>
        <w:t>— </w:t>
      </w:r>
      <w:r w:rsidR="008C5C61" w:rsidRPr="004C3E92">
        <w:t>Bien</w:t>
      </w:r>
      <w:r>
        <w:t xml:space="preserve">, </w:t>
      </w:r>
      <w:r w:rsidR="008C5C61" w:rsidRPr="004C3E92">
        <w:t>bien des circonstances</w:t>
      </w:r>
      <w:r>
        <w:t xml:space="preserve">, </w:t>
      </w:r>
      <w:r w:rsidR="008C5C61" w:rsidRPr="004C3E92">
        <w:t xml:space="preserve">dit gravement </w:t>
      </w:r>
      <w:proofErr w:type="spellStart"/>
      <w:r w:rsidR="008C5C61" w:rsidRPr="004C3E92">
        <w:t>Elinor</w:t>
      </w:r>
      <w:proofErr w:type="spellEnd"/>
      <w:r>
        <w:t>.</w:t>
      </w:r>
    </w:p>
    <w:p w14:paraId="09A165B5" w14:textId="77777777" w:rsidR="004A4993" w:rsidRDefault="004A4993" w:rsidP="004A4993">
      <w:r>
        <w:t>— </w:t>
      </w:r>
      <w:r w:rsidR="008C5C61" w:rsidRPr="004C3E92">
        <w:t>Non</w:t>
      </w:r>
      <w:r>
        <w:t xml:space="preserve">, </w:t>
      </w:r>
      <w:r w:rsidR="008C5C61" w:rsidRPr="004C3E92">
        <w:t>non</w:t>
      </w:r>
      <w:r>
        <w:t xml:space="preserve">, </w:t>
      </w:r>
      <w:r w:rsidR="008C5C61" w:rsidRPr="004C3E92">
        <w:t>non</w:t>
      </w:r>
      <w:r>
        <w:t xml:space="preserve"> ! </w:t>
      </w:r>
      <w:r w:rsidR="008C5C61" w:rsidRPr="004C3E92">
        <w:t>s</w:t>
      </w:r>
      <w:r>
        <w:t>’</w:t>
      </w:r>
      <w:r w:rsidR="008C5C61" w:rsidRPr="004C3E92">
        <w:t>écria farouchement Marianne</w:t>
      </w:r>
      <w:r>
        <w:t xml:space="preserve">. </w:t>
      </w:r>
      <w:r w:rsidR="008C5C61" w:rsidRPr="004C3E92">
        <w:t>Il t</w:t>
      </w:r>
      <w:r>
        <w:t>’</w:t>
      </w:r>
      <w:r w:rsidR="008C5C61" w:rsidRPr="004C3E92">
        <w:t>aime</w:t>
      </w:r>
      <w:r>
        <w:t xml:space="preserve">, </w:t>
      </w:r>
      <w:r w:rsidR="008C5C61" w:rsidRPr="004C3E92">
        <w:t>et n</w:t>
      </w:r>
      <w:r>
        <w:t>’</w:t>
      </w:r>
      <w:r w:rsidR="008C5C61" w:rsidRPr="004C3E92">
        <w:t>aime que toi</w:t>
      </w:r>
      <w:r>
        <w:t xml:space="preserve">. </w:t>
      </w:r>
      <w:r w:rsidR="008C5C61" w:rsidRPr="004C3E92">
        <w:t xml:space="preserve">Tu ne </w:t>
      </w:r>
      <w:r w:rsidR="008C5C61" w:rsidRPr="004C3E92">
        <w:rPr>
          <w:i/>
          <w:iCs/>
        </w:rPr>
        <w:t>peux pas</w:t>
      </w:r>
      <w:r w:rsidR="008C5C61" w:rsidRPr="004C3E92">
        <w:t xml:space="preserve"> avoir de chagrin</w:t>
      </w:r>
      <w:r>
        <w:t>.</w:t>
      </w:r>
    </w:p>
    <w:p w14:paraId="76508446" w14:textId="77777777" w:rsidR="004A4993" w:rsidRDefault="004A4993" w:rsidP="004A4993">
      <w:r>
        <w:t>— </w:t>
      </w:r>
      <w:r w:rsidR="008C5C61" w:rsidRPr="004C3E92">
        <w:t xml:space="preserve">Je ne puis </w:t>
      </w:r>
      <w:proofErr w:type="gramStart"/>
      <w:r w:rsidR="008C5C61" w:rsidRPr="004C3E92">
        <w:t>avoir</w:t>
      </w:r>
      <w:proofErr w:type="gramEnd"/>
      <w:r w:rsidR="008C5C61" w:rsidRPr="004C3E92">
        <w:t xml:space="preserve"> de plaisir pendant que je te vois dans cet état</w:t>
      </w:r>
      <w:r>
        <w:t>.</w:t>
      </w:r>
    </w:p>
    <w:p w14:paraId="3E3E0FC2" w14:textId="77777777" w:rsidR="004A4993" w:rsidRDefault="004A4993" w:rsidP="004A4993">
      <w:r>
        <w:t>— </w:t>
      </w:r>
      <w:r w:rsidR="008C5C61" w:rsidRPr="004C3E92">
        <w:t>Et tu ne me verras jamais autrement</w:t>
      </w:r>
      <w:r>
        <w:t xml:space="preserve">. </w:t>
      </w:r>
      <w:r w:rsidR="008C5C61" w:rsidRPr="004C3E92">
        <w:t>Ma détresse est de celles que rien ne peut dissiper</w:t>
      </w:r>
      <w:r>
        <w:t>.</w:t>
      </w:r>
    </w:p>
    <w:p w14:paraId="143F4B8E" w14:textId="77777777" w:rsidR="004A4993" w:rsidRDefault="004A4993" w:rsidP="004A4993">
      <w:r>
        <w:t>— </w:t>
      </w:r>
      <w:r w:rsidR="008C5C61" w:rsidRPr="004C3E92">
        <w:t>Il ne faut pas parler ainsi</w:t>
      </w:r>
      <w:r>
        <w:t xml:space="preserve">, </w:t>
      </w:r>
      <w:r w:rsidR="008C5C61" w:rsidRPr="004C3E92">
        <w:t>Marianne</w:t>
      </w:r>
      <w:r>
        <w:t xml:space="preserve">. </w:t>
      </w:r>
      <w:r w:rsidR="008C5C61" w:rsidRPr="004C3E92">
        <w:t>N</w:t>
      </w:r>
      <w:r>
        <w:t>’</w:t>
      </w:r>
      <w:r w:rsidR="008C5C61" w:rsidRPr="004C3E92">
        <w:t>as-tu pas de consolations</w:t>
      </w:r>
      <w:r>
        <w:t xml:space="preserve"> ? </w:t>
      </w:r>
      <w:r w:rsidR="008C5C61" w:rsidRPr="004C3E92">
        <w:t>Pas d</w:t>
      </w:r>
      <w:r>
        <w:t>’</w:t>
      </w:r>
      <w:r w:rsidR="008C5C61" w:rsidRPr="004C3E92">
        <w:t>amis</w:t>
      </w:r>
      <w:r>
        <w:t xml:space="preserve"> ? </w:t>
      </w:r>
      <w:r w:rsidR="008C5C61" w:rsidRPr="004C3E92">
        <w:t>Ta perte est-elle telle qu</w:t>
      </w:r>
      <w:r>
        <w:t>’</w:t>
      </w:r>
      <w:r w:rsidR="008C5C61" w:rsidRPr="004C3E92">
        <w:t>elle ne lai</w:t>
      </w:r>
      <w:r w:rsidR="008C5C61" w:rsidRPr="004C3E92">
        <w:t>s</w:t>
      </w:r>
      <w:r w:rsidR="008C5C61" w:rsidRPr="004C3E92">
        <w:t>se aucune possibilité de consolation</w:t>
      </w:r>
      <w:r>
        <w:t xml:space="preserve"> ? </w:t>
      </w:r>
      <w:r w:rsidR="008C5C61" w:rsidRPr="004C3E92">
        <w:t>Quelque violente que soit ta douleur actuelle</w:t>
      </w:r>
      <w:r>
        <w:t xml:space="preserve">, </w:t>
      </w:r>
      <w:r w:rsidR="008C5C61" w:rsidRPr="004C3E92">
        <w:t>songe à ce que tu aurais souffert si la déco</w:t>
      </w:r>
      <w:r w:rsidR="008C5C61" w:rsidRPr="004C3E92">
        <w:t>u</w:t>
      </w:r>
      <w:r w:rsidR="008C5C61" w:rsidRPr="004C3E92">
        <w:t>verte de son caractère avait été remise à plus tard</w:t>
      </w:r>
      <w:r>
        <w:t xml:space="preserve">, </w:t>
      </w:r>
      <w:r w:rsidR="008C5C61" w:rsidRPr="004C3E92">
        <w:t>si tes fiançai</w:t>
      </w:r>
      <w:r w:rsidR="008C5C61" w:rsidRPr="004C3E92">
        <w:t>l</w:t>
      </w:r>
      <w:r w:rsidR="008C5C61" w:rsidRPr="004C3E92">
        <w:t>les s</w:t>
      </w:r>
      <w:r>
        <w:t>’</w:t>
      </w:r>
      <w:r w:rsidR="008C5C61" w:rsidRPr="004C3E92">
        <w:t>étaient prolongées pendant des mois et des mois</w:t>
      </w:r>
      <w:r>
        <w:t xml:space="preserve">, </w:t>
      </w:r>
      <w:r w:rsidR="008C5C61" w:rsidRPr="004C3E92">
        <w:t>comme elles auraient pu l</w:t>
      </w:r>
      <w:r>
        <w:t>’</w:t>
      </w:r>
      <w:r w:rsidR="008C5C61" w:rsidRPr="004C3E92">
        <w:t>être</w:t>
      </w:r>
      <w:r>
        <w:t xml:space="preserve">, </w:t>
      </w:r>
      <w:r w:rsidR="008C5C61" w:rsidRPr="004C3E92">
        <w:t>avant qu</w:t>
      </w:r>
      <w:r>
        <w:t>’</w:t>
      </w:r>
      <w:r w:rsidR="008C5C61" w:rsidRPr="004C3E92">
        <w:t xml:space="preserve">il ne lui eût plu </w:t>
      </w:r>
      <w:r w:rsidR="008C5C61" w:rsidRPr="004C3E92">
        <w:lastRenderedPageBreak/>
        <w:t>d</w:t>
      </w:r>
      <w:r>
        <w:t>’</w:t>
      </w:r>
      <w:r w:rsidR="008C5C61" w:rsidRPr="004C3E92">
        <w:t>y mettre fin</w:t>
      </w:r>
      <w:r>
        <w:t xml:space="preserve"> ! </w:t>
      </w:r>
      <w:r w:rsidR="008C5C61" w:rsidRPr="004C3E92">
        <w:t>Chaque jour supplémentaire de confiance heureuse</w:t>
      </w:r>
      <w:r>
        <w:t xml:space="preserve">, </w:t>
      </w:r>
      <w:r w:rsidR="008C5C61" w:rsidRPr="004C3E92">
        <w:t>de ta part</w:t>
      </w:r>
      <w:r>
        <w:t xml:space="preserve">, </w:t>
      </w:r>
      <w:r w:rsidR="008C5C61" w:rsidRPr="004C3E92">
        <w:t>aurait rendu le coup plus épouvantable</w:t>
      </w:r>
      <w:r>
        <w:t>.</w:t>
      </w:r>
    </w:p>
    <w:p w14:paraId="1A01A3B9" w14:textId="77777777" w:rsidR="004A4993" w:rsidRDefault="004A4993" w:rsidP="004A4993">
      <w:r>
        <w:t>— </w:t>
      </w:r>
      <w:r w:rsidR="008C5C61" w:rsidRPr="004C3E92">
        <w:t>Mes fiançailles</w:t>
      </w:r>
      <w:r>
        <w:t xml:space="preserve"> ! </w:t>
      </w:r>
      <w:r w:rsidR="008C5C61" w:rsidRPr="004C3E92">
        <w:t>s</w:t>
      </w:r>
      <w:r>
        <w:t>’</w:t>
      </w:r>
      <w:r w:rsidR="008C5C61" w:rsidRPr="004C3E92">
        <w:t>écria Marianne</w:t>
      </w:r>
      <w:r>
        <w:t xml:space="preserve">. </w:t>
      </w:r>
      <w:r w:rsidR="008C5C61" w:rsidRPr="004C3E92">
        <w:t>Il n</w:t>
      </w:r>
      <w:r>
        <w:t>’</w:t>
      </w:r>
      <w:r w:rsidR="008C5C61" w:rsidRPr="004C3E92">
        <w:t>y a pas eu de fia</w:t>
      </w:r>
      <w:r w:rsidR="008C5C61" w:rsidRPr="004C3E92">
        <w:t>n</w:t>
      </w:r>
      <w:r w:rsidR="008C5C61" w:rsidRPr="004C3E92">
        <w:t>çailles</w:t>
      </w:r>
      <w:r>
        <w:t>.</w:t>
      </w:r>
    </w:p>
    <w:p w14:paraId="3A10591F" w14:textId="77777777" w:rsidR="004A4993" w:rsidRDefault="004A4993" w:rsidP="004A4993">
      <w:r>
        <w:t>— </w:t>
      </w:r>
      <w:r w:rsidR="008C5C61" w:rsidRPr="004C3E92">
        <w:t>Pas de fiançailles</w:t>
      </w:r>
      <w:r>
        <w:t> !</w:t>
      </w:r>
    </w:p>
    <w:p w14:paraId="17D3C680" w14:textId="77777777" w:rsidR="004A4993" w:rsidRDefault="004A4993" w:rsidP="004A4993">
      <w:r>
        <w:t>— </w:t>
      </w:r>
      <w:r w:rsidR="008C5C61" w:rsidRPr="004C3E92">
        <w:t>Non</w:t>
      </w:r>
      <w:r>
        <w:t xml:space="preserve"> ; </w:t>
      </w:r>
      <w:r w:rsidR="008C5C61" w:rsidRPr="004C3E92">
        <w:t>il n</w:t>
      </w:r>
      <w:r>
        <w:t>’</w:t>
      </w:r>
      <w:r w:rsidR="008C5C61" w:rsidRPr="004C3E92">
        <w:t>est pas aussi indigne que tu le crois</w:t>
      </w:r>
      <w:r>
        <w:t xml:space="preserve">. </w:t>
      </w:r>
      <w:r w:rsidR="008C5C61" w:rsidRPr="004C3E92">
        <w:t>Il n</w:t>
      </w:r>
      <w:r>
        <w:t>’</w:t>
      </w:r>
      <w:r w:rsidR="008C5C61" w:rsidRPr="004C3E92">
        <w:t>a pas rompu sa foi avec moi</w:t>
      </w:r>
      <w:r>
        <w:t>.</w:t>
      </w:r>
    </w:p>
    <w:p w14:paraId="7C2B1E43" w14:textId="77777777" w:rsidR="004A4993" w:rsidRDefault="004A4993" w:rsidP="004A4993">
      <w:r>
        <w:t>— </w:t>
      </w:r>
      <w:r w:rsidR="008C5C61" w:rsidRPr="004C3E92">
        <w:t>Mais il t</w:t>
      </w:r>
      <w:r>
        <w:t>’</w:t>
      </w:r>
      <w:r w:rsidR="008C5C61" w:rsidRPr="004C3E92">
        <w:t>a dit qu</w:t>
      </w:r>
      <w:r>
        <w:t>’</w:t>
      </w:r>
      <w:r w:rsidR="008C5C61" w:rsidRPr="004C3E92">
        <w:t>il t</w:t>
      </w:r>
      <w:r>
        <w:t>’</w:t>
      </w:r>
      <w:r w:rsidR="008C5C61" w:rsidRPr="004C3E92">
        <w:t>aimait</w:t>
      </w:r>
      <w:r>
        <w:t> ?</w:t>
      </w:r>
    </w:p>
    <w:p w14:paraId="11536963" w14:textId="77777777" w:rsidR="004A4993" w:rsidRDefault="004A4993" w:rsidP="004A4993">
      <w:r>
        <w:t>— </w:t>
      </w:r>
      <w:r w:rsidR="008C5C61" w:rsidRPr="004C3E92">
        <w:t>Oui</w:t>
      </w:r>
      <w:r>
        <w:t xml:space="preserve"> – </w:t>
      </w:r>
      <w:r w:rsidR="008C5C61" w:rsidRPr="004C3E92">
        <w:t>non</w:t>
      </w:r>
      <w:r>
        <w:t xml:space="preserve"> – </w:t>
      </w:r>
      <w:r w:rsidR="008C5C61" w:rsidRPr="004C3E92">
        <w:t>jamais d</w:t>
      </w:r>
      <w:r>
        <w:t>’</w:t>
      </w:r>
      <w:r w:rsidR="008C5C61" w:rsidRPr="004C3E92">
        <w:t>une façon absolue</w:t>
      </w:r>
      <w:r>
        <w:t xml:space="preserve">. </w:t>
      </w:r>
      <w:r w:rsidR="008C5C61" w:rsidRPr="004C3E92">
        <w:t>C</w:t>
      </w:r>
      <w:r>
        <w:t>’</w:t>
      </w:r>
      <w:r w:rsidR="008C5C61" w:rsidRPr="004C3E92">
        <w:t>était sous-entendu</w:t>
      </w:r>
      <w:r>
        <w:t xml:space="preserve">, </w:t>
      </w:r>
      <w:r w:rsidR="008C5C61" w:rsidRPr="004C3E92">
        <w:t>chaque jour</w:t>
      </w:r>
      <w:r>
        <w:t xml:space="preserve">, </w:t>
      </w:r>
      <w:r w:rsidR="008C5C61" w:rsidRPr="004C3E92">
        <w:t>mais cela n</w:t>
      </w:r>
      <w:r>
        <w:t>’</w:t>
      </w:r>
      <w:r w:rsidR="008C5C61" w:rsidRPr="004C3E92">
        <w:t>a jamais été explicitement d</w:t>
      </w:r>
      <w:r w:rsidR="008C5C61" w:rsidRPr="004C3E92">
        <w:t>é</w:t>
      </w:r>
      <w:r w:rsidR="008C5C61" w:rsidRPr="004C3E92">
        <w:t>claré</w:t>
      </w:r>
      <w:r>
        <w:t xml:space="preserve">. </w:t>
      </w:r>
      <w:r w:rsidR="008C5C61" w:rsidRPr="004C3E92">
        <w:t>Parfois</w:t>
      </w:r>
      <w:r>
        <w:t xml:space="preserve">, </w:t>
      </w:r>
      <w:r w:rsidR="008C5C61" w:rsidRPr="004C3E92">
        <w:t>j</w:t>
      </w:r>
      <w:r>
        <w:t>’</w:t>
      </w:r>
      <w:r w:rsidR="008C5C61" w:rsidRPr="004C3E92">
        <w:t>ai cru que ce l</w:t>
      </w:r>
      <w:r>
        <w:t>’</w:t>
      </w:r>
      <w:r w:rsidR="008C5C61" w:rsidRPr="004C3E92">
        <w:t>avait été</w:t>
      </w:r>
      <w:r>
        <w:t xml:space="preserve">, </w:t>
      </w:r>
      <w:r w:rsidR="008C5C61" w:rsidRPr="004C3E92">
        <w:t>mais cela ne s</w:t>
      </w:r>
      <w:r>
        <w:t>’</w:t>
      </w:r>
      <w:r w:rsidR="008C5C61" w:rsidRPr="004C3E92">
        <w:t>est jamais fait</w:t>
      </w:r>
      <w:r>
        <w:t>.</w:t>
      </w:r>
    </w:p>
    <w:p w14:paraId="10DB9233" w14:textId="77777777" w:rsidR="004A4993" w:rsidRDefault="004A4993" w:rsidP="004A4993">
      <w:r>
        <w:t>— </w:t>
      </w:r>
      <w:r w:rsidR="008C5C61" w:rsidRPr="004C3E92">
        <w:t>Pourtant</w:t>
      </w:r>
      <w:r>
        <w:t xml:space="preserve">, </w:t>
      </w:r>
      <w:r w:rsidR="008C5C61" w:rsidRPr="004C3E92">
        <w:t>tu lui as écrit</w:t>
      </w:r>
      <w:r>
        <w:t> ?</w:t>
      </w:r>
    </w:p>
    <w:p w14:paraId="3D00E2E8" w14:textId="77777777" w:rsidR="004A4993" w:rsidRDefault="004A4993" w:rsidP="004A4993">
      <w:r>
        <w:t>— </w:t>
      </w:r>
      <w:r w:rsidR="008C5C61" w:rsidRPr="004C3E92">
        <w:t>Oui</w:t>
      </w:r>
      <w:r>
        <w:t xml:space="preserve">, – </w:t>
      </w:r>
      <w:r w:rsidR="008C5C61" w:rsidRPr="004C3E92">
        <w:t>cela pouvait-il être répréhensible</w:t>
      </w:r>
      <w:r>
        <w:t xml:space="preserve">, </w:t>
      </w:r>
      <w:r w:rsidR="008C5C61" w:rsidRPr="004C3E92">
        <w:t>après tout ce qui s</w:t>
      </w:r>
      <w:r>
        <w:t>’</w:t>
      </w:r>
      <w:r w:rsidR="008C5C61" w:rsidRPr="004C3E92">
        <w:t>était passé</w:t>
      </w:r>
      <w:r>
        <w:t xml:space="preserve"> ? </w:t>
      </w:r>
      <w:r w:rsidR="008C5C61" w:rsidRPr="004C3E92">
        <w:t>Mais je suis incapable de parler</w:t>
      </w:r>
      <w:r>
        <w:t>.</w:t>
      </w:r>
    </w:p>
    <w:p w14:paraId="34079558" w14:textId="77777777" w:rsidR="004A4993" w:rsidRDefault="008C5C61" w:rsidP="004A4993">
      <w:proofErr w:type="spellStart"/>
      <w:r w:rsidRPr="004C3E92">
        <w:t>Elinor</w:t>
      </w:r>
      <w:proofErr w:type="spellEnd"/>
      <w:r w:rsidRPr="004C3E92">
        <w:t xml:space="preserve"> ne dit plus rien</w:t>
      </w:r>
      <w:r w:rsidR="004A4993">
        <w:t xml:space="preserve">, </w:t>
      </w:r>
      <w:r w:rsidRPr="004C3E92">
        <w:t>et</w:t>
      </w:r>
      <w:r w:rsidR="004A4993">
        <w:t xml:space="preserve">, </w:t>
      </w:r>
      <w:r w:rsidRPr="004C3E92">
        <w:t>revenant aux trois lettres</w:t>
      </w:r>
      <w:r w:rsidR="004A4993">
        <w:t xml:space="preserve">, </w:t>
      </w:r>
      <w:r w:rsidRPr="004C3E92">
        <w:t>qui suscitèrent à présent une curiosité bien plus forte que préc</w:t>
      </w:r>
      <w:r w:rsidRPr="004C3E92">
        <w:t>é</w:t>
      </w:r>
      <w:r w:rsidRPr="004C3E92">
        <w:t>demment</w:t>
      </w:r>
      <w:r w:rsidR="004A4993">
        <w:t xml:space="preserve">, </w:t>
      </w:r>
      <w:r w:rsidRPr="004C3E92">
        <w:t>elle les parcourut rapidement toutes</w:t>
      </w:r>
      <w:r w:rsidR="004A4993">
        <w:t xml:space="preserve">. </w:t>
      </w:r>
      <w:r w:rsidRPr="004C3E92">
        <w:t>La première</w:t>
      </w:r>
      <w:r w:rsidR="004A4993">
        <w:t xml:space="preserve">, </w:t>
      </w:r>
      <w:r w:rsidRPr="004C3E92">
        <w:t>qui était celle que sa sœur avait envoyée à Willoughby lors de leur arrivée à Londres</w:t>
      </w:r>
      <w:r w:rsidR="004A4993">
        <w:t xml:space="preserve">, </w:t>
      </w:r>
      <w:r w:rsidRPr="004C3E92">
        <w:t>était ainsi conçue</w:t>
      </w:r>
      <w:r w:rsidR="004A4993">
        <w:t> :</w:t>
      </w:r>
    </w:p>
    <w:p w14:paraId="6E4DFFFB" w14:textId="77777777" w:rsidR="004A4993" w:rsidRDefault="004A4993" w:rsidP="004A4993">
      <w:pPr>
        <w:jc w:val="right"/>
      </w:pPr>
      <w:r>
        <w:t>« </w:t>
      </w:r>
      <w:r w:rsidR="008C5C61" w:rsidRPr="004A4993">
        <w:t>Berkeley Street</w:t>
      </w:r>
      <w:r>
        <w:t xml:space="preserve">, </w:t>
      </w:r>
      <w:r w:rsidR="008C5C61" w:rsidRPr="004A4993">
        <w:rPr>
          <w:i/>
        </w:rPr>
        <w:t>janvier</w:t>
      </w:r>
      <w:r>
        <w:t>.</w:t>
      </w:r>
    </w:p>
    <w:p w14:paraId="70B48EA3" w14:textId="77777777" w:rsidR="004A4993" w:rsidRDefault="004A4993" w:rsidP="004A4993">
      <w:r>
        <w:t>« </w:t>
      </w:r>
      <w:r w:rsidR="008C5C61" w:rsidRPr="004C3E92">
        <w:t>Comme vous serez surpris</w:t>
      </w:r>
      <w:r>
        <w:t xml:space="preserve">, </w:t>
      </w:r>
      <w:r w:rsidR="008C5C61" w:rsidRPr="004C3E92">
        <w:t>Willoughby</w:t>
      </w:r>
      <w:r>
        <w:t xml:space="preserve">, </w:t>
      </w:r>
      <w:r w:rsidR="008C5C61" w:rsidRPr="004C3E92">
        <w:t>de recevoir ceci</w:t>
      </w:r>
      <w:r>
        <w:t xml:space="preserve">, </w:t>
      </w:r>
      <w:r w:rsidR="008C5C61" w:rsidRPr="004C3E92">
        <w:t>et je crois que vous éprouverez quelque chose de plus que de la surprise quand vous saurez que je suis à Londres</w:t>
      </w:r>
      <w:r>
        <w:t xml:space="preserve"> ! </w:t>
      </w:r>
      <w:r w:rsidR="008C5C61" w:rsidRPr="004C3E92">
        <w:t>L</w:t>
      </w:r>
      <w:r>
        <w:t>’</w:t>
      </w:r>
      <w:r w:rsidR="008C5C61" w:rsidRPr="004C3E92">
        <w:t>occasion d</w:t>
      </w:r>
      <w:r>
        <w:t>’</w:t>
      </w:r>
      <w:r w:rsidR="008C5C61" w:rsidRPr="004C3E92">
        <w:t>y venir</w:t>
      </w:r>
      <w:r>
        <w:t xml:space="preserve">, </w:t>
      </w:r>
      <w:r w:rsidR="008C5C61" w:rsidRPr="004C3E92">
        <w:t>bien que ce fût avec Mrs</w:t>
      </w:r>
      <w:r>
        <w:t xml:space="preserve">. </w:t>
      </w:r>
      <w:r w:rsidR="008C5C61" w:rsidRPr="004C3E92">
        <w:t>Jennings</w:t>
      </w:r>
      <w:r>
        <w:t xml:space="preserve">, </w:t>
      </w:r>
      <w:r w:rsidR="008C5C61" w:rsidRPr="004C3E92">
        <w:t>a été une tentation à laquelle nous n</w:t>
      </w:r>
      <w:r>
        <w:t>’</w:t>
      </w:r>
      <w:r w:rsidR="008C5C61" w:rsidRPr="004C3E92">
        <w:t>avons pas pu résister</w:t>
      </w:r>
      <w:r>
        <w:t xml:space="preserve">. </w:t>
      </w:r>
      <w:r w:rsidR="008C5C61" w:rsidRPr="004C3E92">
        <w:t>J</w:t>
      </w:r>
      <w:r>
        <w:t>’</w:t>
      </w:r>
      <w:r w:rsidR="008C5C61" w:rsidRPr="004C3E92">
        <w:t>espère que vous rec</w:t>
      </w:r>
      <w:r w:rsidR="008C5C61" w:rsidRPr="004C3E92">
        <w:t>e</w:t>
      </w:r>
      <w:r w:rsidR="008C5C61" w:rsidRPr="004C3E92">
        <w:t>vrez ce mot à temps pour venir ici ce soir</w:t>
      </w:r>
      <w:r>
        <w:t xml:space="preserve">, </w:t>
      </w:r>
      <w:r w:rsidR="008C5C61" w:rsidRPr="004C3E92">
        <w:t xml:space="preserve">mais </w:t>
      </w:r>
      <w:r w:rsidR="008C5C61" w:rsidRPr="004C3E92">
        <w:lastRenderedPageBreak/>
        <w:t>je ne veux pas y compter</w:t>
      </w:r>
      <w:r>
        <w:t xml:space="preserve">. </w:t>
      </w:r>
      <w:r w:rsidR="008C5C61" w:rsidRPr="004C3E92">
        <w:t>En tout cas</w:t>
      </w:r>
      <w:r>
        <w:t xml:space="preserve">, </w:t>
      </w:r>
      <w:r w:rsidR="008C5C61" w:rsidRPr="004C3E92">
        <w:t>je vous attendrai demain</w:t>
      </w:r>
      <w:r>
        <w:t xml:space="preserve">. </w:t>
      </w:r>
      <w:r w:rsidR="008C5C61" w:rsidRPr="004C3E92">
        <w:t>Pour le m</w:t>
      </w:r>
      <w:r w:rsidR="008C5C61" w:rsidRPr="004C3E92">
        <w:t>o</w:t>
      </w:r>
      <w:r w:rsidR="008C5C61" w:rsidRPr="004C3E92">
        <w:t>ment</w:t>
      </w:r>
      <w:r>
        <w:t xml:space="preserve">, </w:t>
      </w:r>
      <w:r w:rsidR="008C5C61" w:rsidRPr="004C3E92">
        <w:t>adieu</w:t>
      </w:r>
      <w:r>
        <w:t>.</w:t>
      </w:r>
    </w:p>
    <w:p w14:paraId="5A501F23" w14:textId="2BC91F3C" w:rsidR="004A4993" w:rsidRDefault="004A4993" w:rsidP="004A4993">
      <w:pPr>
        <w:jc w:val="right"/>
      </w:pPr>
      <w:r>
        <w:t>« </w:t>
      </w:r>
      <w:proofErr w:type="spellStart"/>
      <w:r w:rsidRPr="004A4993">
        <w:t>M</w:t>
      </w:r>
      <w:r>
        <w:t>.</w:t>
      </w:r>
      <w:r w:rsidRPr="004A4993">
        <w:t>D</w:t>
      </w:r>
      <w:proofErr w:type="spellEnd"/>
      <w:r>
        <w:t>. »</w:t>
      </w:r>
    </w:p>
    <w:p w14:paraId="42BF0EB8" w14:textId="77777777" w:rsidR="004A4993" w:rsidRDefault="008C5C61" w:rsidP="004A4993">
      <w:r w:rsidRPr="004C3E92">
        <w:t>Son second billet</w:t>
      </w:r>
      <w:r w:rsidR="004A4993">
        <w:t xml:space="preserve">, </w:t>
      </w:r>
      <w:r w:rsidRPr="004C3E92">
        <w:t>écrit le matin qui avait suivi la sauterie chez les Middleton</w:t>
      </w:r>
      <w:r w:rsidR="004A4993">
        <w:t xml:space="preserve">, </w:t>
      </w:r>
      <w:r w:rsidRPr="004C3E92">
        <w:t>était libellé ainsi</w:t>
      </w:r>
      <w:r w:rsidR="004A4993">
        <w:t> :</w:t>
      </w:r>
    </w:p>
    <w:p w14:paraId="5F86ED22" w14:textId="77777777" w:rsidR="004A4993" w:rsidRDefault="004A4993" w:rsidP="004A4993">
      <w:r>
        <w:t>« </w:t>
      </w:r>
      <w:r w:rsidR="008C5C61" w:rsidRPr="004C3E92">
        <w:t>Je ne puis exprimer combien j</w:t>
      </w:r>
      <w:r>
        <w:t>’</w:t>
      </w:r>
      <w:r w:rsidR="008C5C61" w:rsidRPr="004C3E92">
        <w:t>ai été déçue de vous avoir manqué avant-hier</w:t>
      </w:r>
      <w:r>
        <w:t xml:space="preserve">, </w:t>
      </w:r>
      <w:r w:rsidR="008C5C61" w:rsidRPr="004C3E92">
        <w:t>ni à quel point j</w:t>
      </w:r>
      <w:r>
        <w:t>’</w:t>
      </w:r>
      <w:r w:rsidR="008C5C61" w:rsidRPr="004C3E92">
        <w:t>ai été étonnée de n</w:t>
      </w:r>
      <w:r>
        <w:t>’</w:t>
      </w:r>
      <w:r w:rsidR="008C5C61" w:rsidRPr="004C3E92">
        <w:t>avoir pas reçu de réponse à un billet que je vous ai adressé il y a plus d</w:t>
      </w:r>
      <w:r>
        <w:t>’</w:t>
      </w:r>
      <w:r w:rsidR="008C5C61" w:rsidRPr="004C3E92">
        <w:t>une semaine</w:t>
      </w:r>
      <w:r>
        <w:t xml:space="preserve">. </w:t>
      </w:r>
      <w:r w:rsidR="008C5C61" w:rsidRPr="004C3E92">
        <w:t>Je m</w:t>
      </w:r>
      <w:r>
        <w:t>’</w:t>
      </w:r>
      <w:r w:rsidR="008C5C61" w:rsidRPr="004C3E92">
        <w:t>attendais à avoir de vos nouvelles</w:t>
      </w:r>
      <w:r>
        <w:t xml:space="preserve">, </w:t>
      </w:r>
      <w:r w:rsidR="008C5C61" w:rsidRPr="004C3E92">
        <w:t>et enc</w:t>
      </w:r>
      <w:r w:rsidR="008C5C61" w:rsidRPr="004C3E92">
        <w:t>o</w:t>
      </w:r>
      <w:r w:rsidR="008C5C61" w:rsidRPr="004C3E92">
        <w:t>re davantage à vous voir</w:t>
      </w:r>
      <w:r>
        <w:t xml:space="preserve">, </w:t>
      </w:r>
      <w:r w:rsidR="008C5C61" w:rsidRPr="004C3E92">
        <w:t>chaque heure du jour</w:t>
      </w:r>
      <w:r>
        <w:t xml:space="preserve">. </w:t>
      </w:r>
      <w:r w:rsidR="008C5C61" w:rsidRPr="004C3E92">
        <w:t>Je vous en prie</w:t>
      </w:r>
      <w:r>
        <w:t xml:space="preserve">, </w:t>
      </w:r>
      <w:r w:rsidR="008C5C61" w:rsidRPr="004C3E92">
        <w:t>revenez nous voir le plus tôt possible</w:t>
      </w:r>
      <w:r>
        <w:t xml:space="preserve">, </w:t>
      </w:r>
      <w:r w:rsidR="008C5C61" w:rsidRPr="004C3E92">
        <w:t>et expliquez-moi la raison de mon attente vaine</w:t>
      </w:r>
      <w:r>
        <w:t xml:space="preserve">. </w:t>
      </w:r>
      <w:r w:rsidR="008C5C61" w:rsidRPr="004C3E92">
        <w:t>Vous feriez bien de venir plus tôt une a</w:t>
      </w:r>
      <w:r w:rsidR="008C5C61" w:rsidRPr="004C3E92">
        <w:t>u</w:t>
      </w:r>
      <w:r w:rsidR="008C5C61" w:rsidRPr="004C3E92">
        <w:t>tre fois</w:t>
      </w:r>
      <w:r>
        <w:t xml:space="preserve">, </w:t>
      </w:r>
      <w:r w:rsidR="008C5C61" w:rsidRPr="004C3E92">
        <w:t>parce que nous sommes généralement sorties dès une heure</w:t>
      </w:r>
      <w:r>
        <w:t xml:space="preserve">. </w:t>
      </w:r>
      <w:r w:rsidR="008C5C61" w:rsidRPr="004C3E92">
        <w:t>Nous sommes allées hier soir chez lady Middleton</w:t>
      </w:r>
      <w:r>
        <w:t xml:space="preserve">, </w:t>
      </w:r>
      <w:r w:rsidR="008C5C61" w:rsidRPr="004C3E92">
        <w:t>où il y a eu une sauterie</w:t>
      </w:r>
      <w:r>
        <w:t xml:space="preserve">. </w:t>
      </w:r>
      <w:r w:rsidR="008C5C61" w:rsidRPr="004C3E92">
        <w:t>On m</w:t>
      </w:r>
      <w:r>
        <w:t>’</w:t>
      </w:r>
      <w:r w:rsidR="008C5C61" w:rsidRPr="004C3E92">
        <w:t>a dit que vous étiez invité</w:t>
      </w:r>
      <w:r>
        <w:t xml:space="preserve">. </w:t>
      </w:r>
      <w:r w:rsidR="008C5C61" w:rsidRPr="004C3E92">
        <w:t>Mais cela se peut-il</w:t>
      </w:r>
      <w:r>
        <w:t xml:space="preserve"> ? </w:t>
      </w:r>
      <w:r w:rsidR="008C5C61" w:rsidRPr="004C3E92">
        <w:t>Il faut que vous ayez bien changé depuis notre sépar</w:t>
      </w:r>
      <w:r w:rsidR="008C5C61" w:rsidRPr="004C3E92">
        <w:t>a</w:t>
      </w:r>
      <w:r w:rsidR="008C5C61" w:rsidRPr="004C3E92">
        <w:t>tion</w:t>
      </w:r>
      <w:r>
        <w:t xml:space="preserve">, </w:t>
      </w:r>
      <w:r w:rsidR="008C5C61" w:rsidRPr="004C3E92">
        <w:t>s</w:t>
      </w:r>
      <w:r>
        <w:t>’</w:t>
      </w:r>
      <w:r w:rsidR="008C5C61" w:rsidRPr="004C3E92">
        <w:t>il se peut qu</w:t>
      </w:r>
      <w:r>
        <w:t>’</w:t>
      </w:r>
      <w:r w:rsidR="008C5C61" w:rsidRPr="004C3E92">
        <w:t>il en soit ainsi</w:t>
      </w:r>
      <w:r>
        <w:t xml:space="preserve">, </w:t>
      </w:r>
      <w:r w:rsidR="008C5C61" w:rsidRPr="004C3E92">
        <w:t>et que vous ne soyez pas v</w:t>
      </w:r>
      <w:r w:rsidR="008C5C61" w:rsidRPr="004C3E92">
        <w:t>e</w:t>
      </w:r>
      <w:r w:rsidR="008C5C61" w:rsidRPr="004C3E92">
        <w:t>nu</w:t>
      </w:r>
      <w:r>
        <w:t xml:space="preserve">. </w:t>
      </w:r>
      <w:r w:rsidR="008C5C61" w:rsidRPr="004C3E92">
        <w:t>Mais je ne veux pas supposer que cela soit possible</w:t>
      </w:r>
      <w:r>
        <w:t xml:space="preserve">, </w:t>
      </w:r>
      <w:r w:rsidR="008C5C61" w:rsidRPr="004C3E92">
        <w:t>et j</w:t>
      </w:r>
      <w:r>
        <w:t>’</w:t>
      </w:r>
      <w:r w:rsidR="008C5C61" w:rsidRPr="004C3E92">
        <w:t>espère recevoir très prochainement votre assurance personne</w:t>
      </w:r>
      <w:r w:rsidR="008C5C61" w:rsidRPr="004C3E92">
        <w:t>l</w:t>
      </w:r>
      <w:r w:rsidR="008C5C61" w:rsidRPr="004C3E92">
        <w:t>le qu</w:t>
      </w:r>
      <w:r>
        <w:t>’</w:t>
      </w:r>
      <w:r w:rsidR="008C5C61" w:rsidRPr="004C3E92">
        <w:t>il en est autrement</w:t>
      </w:r>
      <w:r>
        <w:t>.</w:t>
      </w:r>
    </w:p>
    <w:p w14:paraId="0B9044C2" w14:textId="6ADDBDC8" w:rsidR="004A4993" w:rsidRDefault="004A4993" w:rsidP="004A4993">
      <w:pPr>
        <w:jc w:val="right"/>
      </w:pPr>
      <w:r>
        <w:t>« </w:t>
      </w:r>
      <w:proofErr w:type="spellStart"/>
      <w:r w:rsidRPr="004A4993">
        <w:t>M</w:t>
      </w:r>
      <w:r>
        <w:t>.</w:t>
      </w:r>
      <w:r w:rsidRPr="004A4993">
        <w:t>D</w:t>
      </w:r>
      <w:proofErr w:type="spellEnd"/>
      <w:r>
        <w:t>. »</w:t>
      </w:r>
    </w:p>
    <w:p w14:paraId="0E8A64A7" w14:textId="77777777" w:rsidR="004A4993" w:rsidRDefault="008C5C61" w:rsidP="004A4993">
      <w:r w:rsidRPr="004C3E92">
        <w:t>Le contenu du dernier billet qu</w:t>
      </w:r>
      <w:r w:rsidR="004A4993">
        <w:t>’</w:t>
      </w:r>
      <w:r w:rsidRPr="004C3E92">
        <w:t>elle lui avait adressé était le suivant</w:t>
      </w:r>
      <w:r w:rsidR="004A4993">
        <w:t> :</w:t>
      </w:r>
    </w:p>
    <w:p w14:paraId="453583B9" w14:textId="77777777" w:rsidR="004A4993" w:rsidRDefault="004A4993" w:rsidP="004A4993">
      <w:r>
        <w:t>« </w:t>
      </w:r>
      <w:r w:rsidR="008C5C61" w:rsidRPr="004C3E92">
        <w:t>Que faut-il que je m</w:t>
      </w:r>
      <w:r>
        <w:t>’</w:t>
      </w:r>
      <w:r w:rsidR="008C5C61" w:rsidRPr="004C3E92">
        <w:t>imagine</w:t>
      </w:r>
      <w:r>
        <w:t xml:space="preserve">, </w:t>
      </w:r>
      <w:r w:rsidR="008C5C61" w:rsidRPr="004C3E92">
        <w:t>Willoughby</w:t>
      </w:r>
      <w:r>
        <w:t xml:space="preserve">, </w:t>
      </w:r>
      <w:r w:rsidR="008C5C61" w:rsidRPr="004C3E92">
        <w:t>d</w:t>
      </w:r>
      <w:r>
        <w:t>’</w:t>
      </w:r>
      <w:r w:rsidR="008C5C61" w:rsidRPr="004C3E92">
        <w:t>après votre attitude d</w:t>
      </w:r>
      <w:r>
        <w:t>’</w:t>
      </w:r>
      <w:r w:rsidR="008C5C61" w:rsidRPr="004C3E92">
        <w:t>hier soir</w:t>
      </w:r>
      <w:r>
        <w:t xml:space="preserve"> ? </w:t>
      </w:r>
      <w:r w:rsidR="008C5C61" w:rsidRPr="004C3E92">
        <w:t>Encore une fois</w:t>
      </w:r>
      <w:r>
        <w:t xml:space="preserve">, </w:t>
      </w:r>
      <w:r w:rsidR="008C5C61" w:rsidRPr="004C3E92">
        <w:t>j</w:t>
      </w:r>
      <w:r>
        <w:t>’</w:t>
      </w:r>
      <w:r w:rsidR="008C5C61" w:rsidRPr="004C3E92">
        <w:t>en exige une explication</w:t>
      </w:r>
      <w:r>
        <w:t xml:space="preserve">. </w:t>
      </w:r>
      <w:r w:rsidR="008C5C61" w:rsidRPr="004C3E92">
        <w:t>J</w:t>
      </w:r>
      <w:r>
        <w:t>’</w:t>
      </w:r>
      <w:r w:rsidR="008C5C61" w:rsidRPr="004C3E92">
        <w:t>étais préparée à vous voir avec le plaisir que produisait nat</w:t>
      </w:r>
      <w:r w:rsidR="008C5C61" w:rsidRPr="004C3E92">
        <w:t>u</w:t>
      </w:r>
      <w:r w:rsidR="008C5C61" w:rsidRPr="004C3E92">
        <w:t>rellement notre séparation</w:t>
      </w:r>
      <w:r>
        <w:t xml:space="preserve">, </w:t>
      </w:r>
      <w:r w:rsidR="008C5C61" w:rsidRPr="004C3E92">
        <w:t>avec la familiarité que notre intim</w:t>
      </w:r>
      <w:r w:rsidR="008C5C61" w:rsidRPr="004C3E92">
        <w:t>i</w:t>
      </w:r>
      <w:r w:rsidR="008C5C61" w:rsidRPr="004C3E92">
        <w:t>té à Barton me paraissait justifier</w:t>
      </w:r>
      <w:r>
        <w:t xml:space="preserve">. </w:t>
      </w:r>
      <w:r w:rsidR="008C5C61" w:rsidRPr="004C3E92">
        <w:t>J</w:t>
      </w:r>
      <w:r>
        <w:t>’</w:t>
      </w:r>
      <w:r w:rsidR="008C5C61" w:rsidRPr="004C3E92">
        <w:t>ai été repoussée</w:t>
      </w:r>
      <w:r>
        <w:t xml:space="preserve">, </w:t>
      </w:r>
      <w:r w:rsidR="008C5C61" w:rsidRPr="004C3E92">
        <w:t>en vérité</w:t>
      </w:r>
      <w:r>
        <w:t xml:space="preserve"> ! </w:t>
      </w:r>
      <w:r w:rsidR="008C5C61" w:rsidRPr="004C3E92">
        <w:t>J</w:t>
      </w:r>
      <w:r>
        <w:t>’</w:t>
      </w:r>
      <w:r w:rsidR="008C5C61" w:rsidRPr="004C3E92">
        <w:t>ai passé une nuit misérable à essayer d</w:t>
      </w:r>
      <w:r>
        <w:t>’</w:t>
      </w:r>
      <w:r w:rsidR="008C5C61" w:rsidRPr="004C3E92">
        <w:t xml:space="preserve">excuser une </w:t>
      </w:r>
      <w:r w:rsidR="008C5C61" w:rsidRPr="004C3E92">
        <w:lastRenderedPageBreak/>
        <w:t>attitude qu</w:t>
      </w:r>
      <w:r>
        <w:t>’</w:t>
      </w:r>
      <w:r w:rsidR="008C5C61" w:rsidRPr="004C3E92">
        <w:t>on ne peut guère qualifier de rien de moins qu</w:t>
      </w:r>
      <w:r>
        <w:t>’</w:t>
      </w:r>
      <w:r w:rsidR="008C5C61" w:rsidRPr="004C3E92">
        <w:t>insultante</w:t>
      </w:r>
      <w:r>
        <w:t xml:space="preserve"> ; </w:t>
      </w:r>
      <w:r w:rsidR="008C5C61" w:rsidRPr="004C3E92">
        <w:t>mais bien que je n</w:t>
      </w:r>
      <w:r>
        <w:t>’</w:t>
      </w:r>
      <w:r w:rsidR="008C5C61" w:rsidRPr="004C3E92">
        <w:t>aie pas encore pu concevoir une excuse ra</w:t>
      </w:r>
      <w:r w:rsidR="008C5C61" w:rsidRPr="004C3E92">
        <w:t>i</w:t>
      </w:r>
      <w:r w:rsidR="008C5C61" w:rsidRPr="004C3E92">
        <w:t>sonnable à votre conduite</w:t>
      </w:r>
      <w:r>
        <w:t xml:space="preserve">, </w:t>
      </w:r>
      <w:r w:rsidR="008C5C61" w:rsidRPr="004C3E92">
        <w:t>je suis parfaitement prête à entendre la justification que vous en donnerez</w:t>
      </w:r>
      <w:r>
        <w:t xml:space="preserve">. </w:t>
      </w:r>
      <w:r w:rsidR="008C5C61" w:rsidRPr="004C3E92">
        <w:t>Vous avez peut-être été renseigné à tort</w:t>
      </w:r>
      <w:r>
        <w:t xml:space="preserve">, </w:t>
      </w:r>
      <w:r w:rsidR="008C5C61" w:rsidRPr="004C3E92">
        <w:t>ou trompé à dessein</w:t>
      </w:r>
      <w:r>
        <w:t xml:space="preserve">, </w:t>
      </w:r>
      <w:r w:rsidR="008C5C61" w:rsidRPr="004C3E92">
        <w:t>sur quelque chose qui me touche</w:t>
      </w:r>
      <w:r>
        <w:t xml:space="preserve">, </w:t>
      </w:r>
      <w:r w:rsidR="008C5C61" w:rsidRPr="004C3E92">
        <w:t>et qui peut m</w:t>
      </w:r>
      <w:r>
        <w:t>’</w:t>
      </w:r>
      <w:r w:rsidR="008C5C61" w:rsidRPr="004C3E92">
        <w:t>avoir rabaissée dans votre opinion</w:t>
      </w:r>
      <w:r>
        <w:t xml:space="preserve">. </w:t>
      </w:r>
      <w:r w:rsidR="008C5C61" w:rsidRPr="004C3E92">
        <w:t>Dites-moi ce qu</w:t>
      </w:r>
      <w:r>
        <w:t>’</w:t>
      </w:r>
      <w:r w:rsidR="008C5C61" w:rsidRPr="004C3E92">
        <w:t>il en est</w:t>
      </w:r>
      <w:r>
        <w:t xml:space="preserve">, </w:t>
      </w:r>
      <w:r w:rsidR="008C5C61" w:rsidRPr="004C3E92">
        <w:t>expliquez les motifs qui vous ont fait agir</w:t>
      </w:r>
      <w:r>
        <w:t xml:space="preserve">, </w:t>
      </w:r>
      <w:r w:rsidR="008C5C61" w:rsidRPr="004C3E92">
        <w:t>et je serai satisfaite de pouvoir vous satisfaire</w:t>
      </w:r>
      <w:r>
        <w:t xml:space="preserve">. </w:t>
      </w:r>
      <w:r w:rsidR="008C5C61" w:rsidRPr="004C3E92">
        <w:t>Cela me peinerait</w:t>
      </w:r>
      <w:r>
        <w:t xml:space="preserve">, </w:t>
      </w:r>
      <w:r w:rsidR="008C5C61" w:rsidRPr="004C3E92">
        <w:t>certes</w:t>
      </w:r>
      <w:r>
        <w:t xml:space="preserve">, </w:t>
      </w:r>
      <w:r w:rsidR="008C5C61" w:rsidRPr="004C3E92">
        <w:t>d</w:t>
      </w:r>
      <w:r>
        <w:t>’</w:t>
      </w:r>
      <w:r w:rsidR="008C5C61" w:rsidRPr="004C3E92">
        <w:t>être obligée de penser du mal de vous</w:t>
      </w:r>
      <w:r>
        <w:t xml:space="preserve"> ; </w:t>
      </w:r>
      <w:r w:rsidR="008C5C61" w:rsidRPr="004C3E92">
        <w:t>mais s</w:t>
      </w:r>
      <w:r>
        <w:t>’</w:t>
      </w:r>
      <w:r w:rsidR="008C5C61" w:rsidRPr="004C3E92">
        <w:t>il faut que cela soit</w:t>
      </w:r>
      <w:r>
        <w:t xml:space="preserve">, – </w:t>
      </w:r>
      <w:r w:rsidR="008C5C61" w:rsidRPr="004C3E92">
        <w:t>s</w:t>
      </w:r>
      <w:r>
        <w:t>’</w:t>
      </w:r>
      <w:r w:rsidR="008C5C61" w:rsidRPr="004C3E92">
        <w:t>il me faut apprendre que vous n</w:t>
      </w:r>
      <w:r>
        <w:t>’</w:t>
      </w:r>
      <w:r w:rsidR="008C5C61" w:rsidRPr="004C3E92">
        <w:t>êtes pas tout ce que nous vous avons cru jusqu</w:t>
      </w:r>
      <w:r>
        <w:t>’</w:t>
      </w:r>
      <w:r w:rsidR="008C5C61" w:rsidRPr="004C3E92">
        <w:t>ici</w:t>
      </w:r>
      <w:r>
        <w:t xml:space="preserve">, </w:t>
      </w:r>
      <w:r w:rsidR="008C5C61" w:rsidRPr="004C3E92">
        <w:t>que vos sentiments à l</w:t>
      </w:r>
      <w:r>
        <w:t>’</w:t>
      </w:r>
      <w:r w:rsidR="008C5C61" w:rsidRPr="004C3E92">
        <w:t>égard de nous tous manquaient de sincérité</w:t>
      </w:r>
      <w:r>
        <w:t xml:space="preserve">, </w:t>
      </w:r>
      <w:r w:rsidR="008C5C61" w:rsidRPr="004C3E92">
        <w:t>que votre condu</w:t>
      </w:r>
      <w:r w:rsidR="008C5C61" w:rsidRPr="004C3E92">
        <w:t>i</w:t>
      </w:r>
      <w:r w:rsidR="008C5C61" w:rsidRPr="004C3E92">
        <w:t>te envers moi avait simplement le dessein de me tromper</w:t>
      </w:r>
      <w:r>
        <w:t xml:space="preserve">, – </w:t>
      </w:r>
      <w:r w:rsidR="008C5C61" w:rsidRPr="004C3E92">
        <w:t>que cela soit dit le plus tôt possible</w:t>
      </w:r>
      <w:r>
        <w:t xml:space="preserve"> ! </w:t>
      </w:r>
      <w:r w:rsidR="008C5C61" w:rsidRPr="004C3E92">
        <w:t>Mes sentiments sont</w:t>
      </w:r>
      <w:r>
        <w:t xml:space="preserve">, </w:t>
      </w:r>
      <w:r w:rsidR="008C5C61" w:rsidRPr="004C3E92">
        <w:t>pour le moment</w:t>
      </w:r>
      <w:r>
        <w:t xml:space="preserve">, </w:t>
      </w:r>
      <w:r w:rsidR="008C5C61" w:rsidRPr="004C3E92">
        <w:t>dans un état d</w:t>
      </w:r>
      <w:r>
        <w:t>’</w:t>
      </w:r>
      <w:r w:rsidR="008C5C61" w:rsidRPr="004C3E92">
        <w:t>indécision affreuse</w:t>
      </w:r>
      <w:r>
        <w:t xml:space="preserve"> ; </w:t>
      </w:r>
      <w:r w:rsidR="008C5C61" w:rsidRPr="004C3E92">
        <w:t>je désire vous a</w:t>
      </w:r>
      <w:r w:rsidR="008C5C61" w:rsidRPr="004C3E92">
        <w:t>c</w:t>
      </w:r>
      <w:r w:rsidR="008C5C61" w:rsidRPr="004C3E92">
        <w:t>quitter</w:t>
      </w:r>
      <w:r>
        <w:t xml:space="preserve">, </w:t>
      </w:r>
      <w:r w:rsidR="008C5C61" w:rsidRPr="004C3E92">
        <w:t>mais la certitude</w:t>
      </w:r>
      <w:r>
        <w:t xml:space="preserve">, </w:t>
      </w:r>
      <w:r w:rsidR="008C5C61" w:rsidRPr="004C3E92">
        <w:t>d</w:t>
      </w:r>
      <w:r>
        <w:t>’</w:t>
      </w:r>
      <w:r w:rsidR="008C5C61" w:rsidRPr="004C3E92">
        <w:t>un côté ou de l</w:t>
      </w:r>
      <w:r>
        <w:t>’</w:t>
      </w:r>
      <w:r w:rsidR="008C5C61" w:rsidRPr="004C3E92">
        <w:t>autre</w:t>
      </w:r>
      <w:r>
        <w:t xml:space="preserve">, </w:t>
      </w:r>
      <w:r w:rsidR="008C5C61" w:rsidRPr="004C3E92">
        <w:t>sera douce</w:t>
      </w:r>
      <w:r>
        <w:t xml:space="preserve">, </w:t>
      </w:r>
      <w:r w:rsidR="008C5C61" w:rsidRPr="004C3E92">
        <w:t>en comparaison de ce que je souffre maintenant</w:t>
      </w:r>
      <w:r>
        <w:t xml:space="preserve">. </w:t>
      </w:r>
      <w:r w:rsidR="008C5C61" w:rsidRPr="004C3E92">
        <w:t>Si vos sentiments ne sont plus ce qu</w:t>
      </w:r>
      <w:r>
        <w:t>’</w:t>
      </w:r>
      <w:r w:rsidR="008C5C61" w:rsidRPr="004C3E92">
        <w:t>ils étaient</w:t>
      </w:r>
      <w:r>
        <w:t xml:space="preserve">, </w:t>
      </w:r>
      <w:r w:rsidR="008C5C61" w:rsidRPr="004C3E92">
        <w:t>vous voudrez bien me restituer mes billets</w:t>
      </w:r>
      <w:r>
        <w:t xml:space="preserve">, </w:t>
      </w:r>
      <w:r w:rsidR="008C5C61" w:rsidRPr="004C3E92">
        <w:t>ainsi que la mèche de cheveux qui est en votre po</w:t>
      </w:r>
      <w:r w:rsidR="008C5C61" w:rsidRPr="004C3E92">
        <w:t>s</w:t>
      </w:r>
      <w:r w:rsidR="008C5C61" w:rsidRPr="004C3E92">
        <w:t>session</w:t>
      </w:r>
      <w:r>
        <w:t>.</w:t>
      </w:r>
    </w:p>
    <w:p w14:paraId="7079AA37" w14:textId="50733E49" w:rsidR="004A4993" w:rsidRDefault="004A4993" w:rsidP="004A4993">
      <w:pPr>
        <w:jc w:val="right"/>
      </w:pPr>
      <w:r>
        <w:t>« </w:t>
      </w:r>
      <w:proofErr w:type="spellStart"/>
      <w:r w:rsidRPr="004A4993">
        <w:t>M</w:t>
      </w:r>
      <w:r>
        <w:t>.</w:t>
      </w:r>
      <w:r w:rsidRPr="004A4993">
        <w:t>D</w:t>
      </w:r>
      <w:proofErr w:type="spellEnd"/>
      <w:r>
        <w:t>. »</w:t>
      </w:r>
    </w:p>
    <w:p w14:paraId="15899253" w14:textId="77777777" w:rsidR="004A4993" w:rsidRDefault="008C5C61" w:rsidP="004A4993">
      <w:r w:rsidRPr="004C3E92">
        <w:t>Que de pareilles lettres</w:t>
      </w:r>
      <w:r w:rsidR="004A4993">
        <w:t xml:space="preserve">, </w:t>
      </w:r>
      <w:r w:rsidRPr="004C3E92">
        <w:t>si pleines d</w:t>
      </w:r>
      <w:r w:rsidR="004A4993">
        <w:t>’</w:t>
      </w:r>
      <w:r w:rsidRPr="004C3E92">
        <w:t>affection et de confia</w:t>
      </w:r>
      <w:r w:rsidRPr="004C3E92">
        <w:t>n</w:t>
      </w:r>
      <w:r w:rsidRPr="004C3E92">
        <w:t>ce</w:t>
      </w:r>
      <w:r w:rsidR="004A4993">
        <w:t xml:space="preserve">, </w:t>
      </w:r>
      <w:r w:rsidRPr="004C3E92">
        <w:t>eussent pu recevoir une telle réponse</w:t>
      </w:r>
      <w:r w:rsidR="004A4993">
        <w:t xml:space="preserve">, </w:t>
      </w:r>
      <w:proofErr w:type="spellStart"/>
      <w:r w:rsidRPr="004C3E92">
        <w:t>Elinor</w:t>
      </w:r>
      <w:proofErr w:type="spellEnd"/>
      <w:r w:rsidR="004A4993">
        <w:t xml:space="preserve">, </w:t>
      </w:r>
      <w:r w:rsidRPr="004C3E92">
        <w:t>par égard pour Willoughby</w:t>
      </w:r>
      <w:r w:rsidR="004A4993">
        <w:t xml:space="preserve">, </w:t>
      </w:r>
      <w:r w:rsidRPr="004C3E92">
        <w:t>eût répugné à le croire</w:t>
      </w:r>
      <w:r w:rsidR="004A4993">
        <w:t xml:space="preserve">. </w:t>
      </w:r>
      <w:r w:rsidRPr="004C3E92">
        <w:t>Mais la condamnation qu</w:t>
      </w:r>
      <w:r w:rsidR="004A4993">
        <w:t>’</w:t>
      </w:r>
      <w:r w:rsidRPr="004C3E92">
        <w:t>elle prononça contre lui ne lui fit pas fermer les yeux sur ce qu</w:t>
      </w:r>
      <w:r w:rsidR="004A4993">
        <w:t>’</w:t>
      </w:r>
      <w:r w:rsidRPr="004C3E92">
        <w:t>il y avait eu d</w:t>
      </w:r>
      <w:r w:rsidR="004A4993">
        <w:t>’</w:t>
      </w:r>
      <w:r w:rsidRPr="004C3E92">
        <w:t>incorrect à ce qu</w:t>
      </w:r>
      <w:r w:rsidR="004A4993">
        <w:t>’</w:t>
      </w:r>
      <w:r w:rsidRPr="004C3E92">
        <w:t>elles eussent jamais été écr</w:t>
      </w:r>
      <w:r w:rsidRPr="004C3E92">
        <w:t>i</w:t>
      </w:r>
      <w:r w:rsidRPr="004C3E92">
        <w:t>tes</w:t>
      </w:r>
      <w:r w:rsidR="004A4993">
        <w:t xml:space="preserve"> ; </w:t>
      </w:r>
      <w:r w:rsidRPr="004C3E92">
        <w:t>et elle se désolait silencieusement sur l</w:t>
      </w:r>
      <w:r w:rsidR="004A4993">
        <w:t>’</w:t>
      </w:r>
      <w:r w:rsidRPr="004C3E92">
        <w:t>imprudente qui avait osé donner de telles preuves spontanées de tendresse</w:t>
      </w:r>
      <w:r w:rsidR="004A4993">
        <w:t xml:space="preserve">, </w:t>
      </w:r>
      <w:r w:rsidRPr="004C3E92">
        <w:t>non justifiées par tout ce qui les avait précédées</w:t>
      </w:r>
      <w:r w:rsidR="004A4993">
        <w:t xml:space="preserve">, </w:t>
      </w:r>
      <w:r w:rsidRPr="004C3E92">
        <w:t>et condamnées de la façon la plus cruelle par les événements</w:t>
      </w:r>
      <w:r w:rsidR="004A4993">
        <w:t xml:space="preserve">, </w:t>
      </w:r>
      <w:r w:rsidRPr="004C3E92">
        <w:t>lorsque Marianne</w:t>
      </w:r>
      <w:r w:rsidR="004A4993">
        <w:t xml:space="preserve">, </w:t>
      </w:r>
      <w:r w:rsidRPr="004C3E92">
        <w:t>s</w:t>
      </w:r>
      <w:r w:rsidR="004A4993">
        <w:t>’</w:t>
      </w:r>
      <w:r w:rsidRPr="004C3E92">
        <w:t>apercevant qu</w:t>
      </w:r>
      <w:r w:rsidR="004A4993">
        <w:t>’</w:t>
      </w:r>
      <w:r w:rsidRPr="004C3E92">
        <w:t xml:space="preserve">elle avait terminé sa </w:t>
      </w:r>
      <w:r w:rsidRPr="004C3E92">
        <w:lastRenderedPageBreak/>
        <w:t>lecture des lettres</w:t>
      </w:r>
      <w:r w:rsidR="004A4993">
        <w:t xml:space="preserve">, </w:t>
      </w:r>
      <w:r w:rsidRPr="004C3E92">
        <w:t>lui dit qu</w:t>
      </w:r>
      <w:r w:rsidR="004A4993">
        <w:t>’</w:t>
      </w:r>
      <w:r w:rsidRPr="004C3E92">
        <w:t>elles ne renfermaient rien que n</w:t>
      </w:r>
      <w:r w:rsidR="004A4993">
        <w:t>’</w:t>
      </w:r>
      <w:r w:rsidRPr="004C3E92">
        <w:t>eût écrit n</w:t>
      </w:r>
      <w:r w:rsidR="004A4993">
        <w:t>’</w:t>
      </w:r>
      <w:r w:rsidRPr="004C3E92">
        <w:t>importe qui dans la même situation</w:t>
      </w:r>
      <w:r w:rsidR="004A4993">
        <w:t>.</w:t>
      </w:r>
    </w:p>
    <w:p w14:paraId="19BBA355" w14:textId="77777777" w:rsidR="004A4993" w:rsidRDefault="004A4993" w:rsidP="004A4993">
      <w:r>
        <w:t>— </w:t>
      </w:r>
      <w:r w:rsidR="008C5C61" w:rsidRPr="004C3E92">
        <w:t>Je me sentais</w:t>
      </w:r>
      <w:r>
        <w:t xml:space="preserve">, </w:t>
      </w:r>
      <w:r w:rsidR="008C5C61" w:rsidRPr="004C3E92">
        <w:t>ajouta-t-elle</w:t>
      </w:r>
      <w:r>
        <w:t xml:space="preserve">, </w:t>
      </w:r>
      <w:r w:rsidR="008C5C61" w:rsidRPr="004C3E92">
        <w:t>aussi solidement engagée envers lui que si l</w:t>
      </w:r>
      <w:r>
        <w:t>’</w:t>
      </w:r>
      <w:r w:rsidR="008C5C61" w:rsidRPr="004C3E92">
        <w:t>accord juridique le plus strict nous avait liés l</w:t>
      </w:r>
      <w:r>
        <w:t>’</w:t>
      </w:r>
      <w:r w:rsidR="008C5C61" w:rsidRPr="004C3E92">
        <w:t>un à l</w:t>
      </w:r>
      <w:r>
        <w:t>’</w:t>
      </w:r>
      <w:r w:rsidR="008C5C61" w:rsidRPr="004C3E92">
        <w:t>autre</w:t>
      </w:r>
      <w:r>
        <w:t>.</w:t>
      </w:r>
    </w:p>
    <w:p w14:paraId="12126633" w14:textId="77777777" w:rsidR="004A4993" w:rsidRDefault="004A4993" w:rsidP="004A4993">
      <w:r>
        <w:t>— </w:t>
      </w:r>
      <w:r w:rsidR="008C5C61" w:rsidRPr="004C3E92">
        <w:t>Je le crois volontiers</w:t>
      </w:r>
      <w:r>
        <w:t xml:space="preserve">, </w:t>
      </w:r>
      <w:r w:rsidR="008C5C61" w:rsidRPr="004C3E92">
        <w:t xml:space="preserve">dit </w:t>
      </w:r>
      <w:proofErr w:type="spellStart"/>
      <w:r w:rsidR="008C5C61" w:rsidRPr="004C3E92">
        <w:t>Elinor</w:t>
      </w:r>
      <w:proofErr w:type="spellEnd"/>
      <w:r>
        <w:t xml:space="preserve"> ; </w:t>
      </w:r>
      <w:r w:rsidR="008C5C61" w:rsidRPr="004C3E92">
        <w:t>mais</w:t>
      </w:r>
      <w:r>
        <w:t xml:space="preserve">, </w:t>
      </w:r>
      <w:r w:rsidR="008C5C61" w:rsidRPr="004C3E92">
        <w:t>malheureus</w:t>
      </w:r>
      <w:r w:rsidR="008C5C61" w:rsidRPr="004C3E92">
        <w:t>e</w:t>
      </w:r>
      <w:r w:rsidR="008C5C61" w:rsidRPr="004C3E92">
        <w:t>ment</w:t>
      </w:r>
      <w:r>
        <w:t xml:space="preserve">, </w:t>
      </w:r>
      <w:r w:rsidR="008C5C61" w:rsidRPr="004C3E92">
        <w:t>il ne l</w:t>
      </w:r>
      <w:r>
        <w:t>’</w:t>
      </w:r>
      <w:r w:rsidR="008C5C61" w:rsidRPr="004C3E92">
        <w:t>a pas senti de même</w:t>
      </w:r>
      <w:r>
        <w:t>.</w:t>
      </w:r>
    </w:p>
    <w:p w14:paraId="5851EE3D" w14:textId="77777777" w:rsidR="004A4993" w:rsidRDefault="004A4993" w:rsidP="004A4993">
      <w:r>
        <w:t>— </w:t>
      </w:r>
      <w:r w:rsidR="008C5C61" w:rsidRPr="004C3E92">
        <w:t>Mais si</w:t>
      </w:r>
      <w:r>
        <w:t xml:space="preserve">, </w:t>
      </w:r>
      <w:r w:rsidR="008C5C61" w:rsidRPr="004C3E92">
        <w:t>il l</w:t>
      </w:r>
      <w:r>
        <w:t>’</w:t>
      </w:r>
      <w:r w:rsidR="008C5C61" w:rsidRPr="004C3E92">
        <w:t>a senti</w:t>
      </w:r>
      <w:r>
        <w:t xml:space="preserve">, </w:t>
      </w:r>
      <w:proofErr w:type="spellStart"/>
      <w:r w:rsidR="008C5C61" w:rsidRPr="004C3E92">
        <w:t>Elinor</w:t>
      </w:r>
      <w:proofErr w:type="spellEnd"/>
      <w:r>
        <w:t xml:space="preserve">, – </w:t>
      </w:r>
      <w:r w:rsidR="008C5C61" w:rsidRPr="004C3E92">
        <w:t>il l</w:t>
      </w:r>
      <w:r>
        <w:t>’</w:t>
      </w:r>
      <w:r w:rsidR="008C5C61" w:rsidRPr="004C3E92">
        <w:t>a senti pendant des s</w:t>
      </w:r>
      <w:r w:rsidR="008C5C61" w:rsidRPr="004C3E92">
        <w:t>e</w:t>
      </w:r>
      <w:r w:rsidR="008C5C61" w:rsidRPr="004C3E92">
        <w:t>maines et des semaines</w:t>
      </w:r>
      <w:r>
        <w:t xml:space="preserve">. </w:t>
      </w:r>
      <w:r w:rsidR="008C5C61" w:rsidRPr="004C3E92">
        <w:t>Je le sais</w:t>
      </w:r>
      <w:r>
        <w:t xml:space="preserve">. </w:t>
      </w:r>
      <w:r w:rsidR="008C5C61" w:rsidRPr="004C3E92">
        <w:t>Quelle que soit la cause du changement survenu à présent chez lui</w:t>
      </w:r>
      <w:r>
        <w:t xml:space="preserve"> (</w:t>
      </w:r>
      <w:r w:rsidR="008C5C61" w:rsidRPr="004C3E92">
        <w:t>et seuls les artifices les plus noirs</w:t>
      </w:r>
      <w:r>
        <w:t xml:space="preserve">, </w:t>
      </w:r>
      <w:r w:rsidR="008C5C61" w:rsidRPr="004C3E92">
        <w:t>employés contre moi</w:t>
      </w:r>
      <w:r>
        <w:t xml:space="preserve">, </w:t>
      </w:r>
      <w:r w:rsidR="008C5C61" w:rsidRPr="004C3E92">
        <w:t>ont pu l</w:t>
      </w:r>
      <w:r>
        <w:t>’</w:t>
      </w:r>
      <w:r w:rsidR="008C5C61" w:rsidRPr="004C3E92">
        <w:t>accomplir</w:t>
      </w:r>
      <w:r>
        <w:t xml:space="preserve">), </w:t>
      </w:r>
      <w:r w:rsidR="008C5C61" w:rsidRPr="004C3E92">
        <w:t>je lui ai été naguère aussi chère que ma propre âme le pouvait désirer</w:t>
      </w:r>
      <w:r>
        <w:t xml:space="preserve">. </w:t>
      </w:r>
      <w:r w:rsidR="008C5C61" w:rsidRPr="004C3E92">
        <w:t>Cette mèche de cheveux</w:t>
      </w:r>
      <w:r>
        <w:t xml:space="preserve">, </w:t>
      </w:r>
      <w:r w:rsidR="008C5C61" w:rsidRPr="004C3E92">
        <w:t>qu</w:t>
      </w:r>
      <w:r>
        <w:t>’</w:t>
      </w:r>
      <w:r w:rsidR="008C5C61" w:rsidRPr="004C3E92">
        <w:t>il peut maintenant rendre avec tant d</w:t>
      </w:r>
      <w:r>
        <w:t>’</w:t>
      </w:r>
      <w:r w:rsidR="008C5C61" w:rsidRPr="004C3E92">
        <w:t>empressement</w:t>
      </w:r>
      <w:r>
        <w:t xml:space="preserve">, </w:t>
      </w:r>
      <w:r w:rsidR="008C5C61" w:rsidRPr="004C3E92">
        <w:t>il me l</w:t>
      </w:r>
      <w:r>
        <w:t>’</w:t>
      </w:r>
      <w:r w:rsidR="008C5C61" w:rsidRPr="004C3E92">
        <w:t>a demandée avec les supplications les plus instantes</w:t>
      </w:r>
      <w:r>
        <w:t xml:space="preserve">. </w:t>
      </w:r>
      <w:r w:rsidR="008C5C61" w:rsidRPr="004C3E92">
        <w:t>Si tu avais vu son air</w:t>
      </w:r>
      <w:r>
        <w:t xml:space="preserve">, </w:t>
      </w:r>
      <w:r w:rsidR="008C5C61" w:rsidRPr="004C3E92">
        <w:t>ses façons</w:t>
      </w:r>
      <w:r>
        <w:t xml:space="preserve">, </w:t>
      </w:r>
      <w:r w:rsidR="008C5C61" w:rsidRPr="004C3E92">
        <w:t>si tu avais e</w:t>
      </w:r>
      <w:r w:rsidR="008C5C61" w:rsidRPr="004C3E92">
        <w:t>n</w:t>
      </w:r>
      <w:r w:rsidR="008C5C61" w:rsidRPr="004C3E92">
        <w:t>tendu sa voix</w:t>
      </w:r>
      <w:r>
        <w:t xml:space="preserve">, </w:t>
      </w:r>
      <w:r w:rsidR="008C5C61" w:rsidRPr="004C3E92">
        <w:t>à ce moment</w:t>
      </w:r>
      <w:r>
        <w:t xml:space="preserve">… ! </w:t>
      </w:r>
      <w:r w:rsidR="008C5C61" w:rsidRPr="004C3E92">
        <w:t>As-tu oublié la dernière soirée que nous avons passée ensemble à Barton</w:t>
      </w:r>
      <w:r>
        <w:t xml:space="preserve"> ? </w:t>
      </w:r>
      <w:r w:rsidR="008C5C61" w:rsidRPr="004C3E92">
        <w:t>Et le matin où nous nous sommes séparés</w:t>
      </w:r>
      <w:r>
        <w:t xml:space="preserve"> ? </w:t>
      </w:r>
      <w:r w:rsidR="008C5C61" w:rsidRPr="004C3E92">
        <w:t>Lorsqu</w:t>
      </w:r>
      <w:r>
        <w:t>’</w:t>
      </w:r>
      <w:r w:rsidR="008C5C61" w:rsidRPr="004C3E92">
        <w:t>il m</w:t>
      </w:r>
      <w:r>
        <w:t>’</w:t>
      </w:r>
      <w:r w:rsidR="008C5C61" w:rsidRPr="004C3E92">
        <w:t>a dit qu</w:t>
      </w:r>
      <w:r>
        <w:t>’</w:t>
      </w:r>
      <w:r w:rsidR="008C5C61" w:rsidRPr="004C3E92">
        <w:t xml:space="preserve">il se passerait peut-être bien des semaines avant que nous ne </w:t>
      </w:r>
      <w:proofErr w:type="spellStart"/>
      <w:r w:rsidR="008C5C61" w:rsidRPr="004C3E92">
        <w:t>puissions nous</w:t>
      </w:r>
      <w:proofErr w:type="spellEnd"/>
      <w:r w:rsidR="008C5C61" w:rsidRPr="004C3E92">
        <w:t xml:space="preserve"> revoir</w:t>
      </w:r>
      <w:r>
        <w:t xml:space="preserve">, – </w:t>
      </w:r>
      <w:r w:rsidR="008C5C61" w:rsidRPr="004C3E92">
        <w:t>sa détresse</w:t>
      </w:r>
      <w:r>
        <w:t xml:space="preserve">, – </w:t>
      </w:r>
      <w:r w:rsidR="008C5C61" w:rsidRPr="004C3E92">
        <w:t>pourrai-je jamais oublier sa détresse</w:t>
      </w:r>
      <w:r>
        <w:t> ?</w:t>
      </w:r>
    </w:p>
    <w:p w14:paraId="1E0FA6EE" w14:textId="77777777" w:rsidR="004A4993" w:rsidRDefault="008C5C61" w:rsidP="004A4993">
      <w:r w:rsidRPr="004C3E92">
        <w:t>Pendant un instant ou deux elle fut incapable de dire un mot de plus</w:t>
      </w:r>
      <w:r w:rsidR="004A4993">
        <w:t xml:space="preserve"> ; </w:t>
      </w:r>
      <w:r w:rsidRPr="004C3E92">
        <w:t>mais quand cet émoi se fut dissipé</w:t>
      </w:r>
      <w:r w:rsidR="004A4993">
        <w:t xml:space="preserve">, </w:t>
      </w:r>
      <w:r w:rsidRPr="004C3E92">
        <w:t>elle ajouta</w:t>
      </w:r>
      <w:r w:rsidR="004A4993">
        <w:t xml:space="preserve">, </w:t>
      </w:r>
      <w:r w:rsidRPr="004C3E92">
        <w:t>d</w:t>
      </w:r>
      <w:r w:rsidR="004A4993">
        <w:t>’</w:t>
      </w:r>
      <w:r w:rsidRPr="004C3E92">
        <w:t>un ton plus ferme</w:t>
      </w:r>
      <w:r w:rsidR="004A4993">
        <w:t> :</w:t>
      </w:r>
    </w:p>
    <w:p w14:paraId="2FAC36B8" w14:textId="77777777" w:rsidR="004A4993" w:rsidRDefault="004A4993" w:rsidP="004A4993">
      <w:r>
        <w:t>— </w:t>
      </w:r>
      <w:proofErr w:type="spellStart"/>
      <w:r w:rsidR="008C5C61" w:rsidRPr="004C3E92">
        <w:t>Elinor</w:t>
      </w:r>
      <w:proofErr w:type="spellEnd"/>
      <w:r>
        <w:t xml:space="preserve">, </w:t>
      </w:r>
      <w:r w:rsidR="008C5C61" w:rsidRPr="004C3E92">
        <w:t>j</w:t>
      </w:r>
      <w:r>
        <w:t>’</w:t>
      </w:r>
      <w:r w:rsidR="008C5C61" w:rsidRPr="004C3E92">
        <w:t>ai été cruellement traitée</w:t>
      </w:r>
      <w:r>
        <w:t xml:space="preserve">, </w:t>
      </w:r>
      <w:r w:rsidR="008C5C61" w:rsidRPr="004C3E92">
        <w:t>mais pas par Wi</w:t>
      </w:r>
      <w:r w:rsidR="008C5C61" w:rsidRPr="004C3E92">
        <w:t>l</w:t>
      </w:r>
      <w:r w:rsidR="008C5C61" w:rsidRPr="004C3E92">
        <w:t>loughby</w:t>
      </w:r>
      <w:r>
        <w:t>.</w:t>
      </w:r>
    </w:p>
    <w:p w14:paraId="502A2457" w14:textId="77777777" w:rsidR="004A4993" w:rsidRDefault="004A4993" w:rsidP="004A4993">
      <w:r>
        <w:t>— </w:t>
      </w:r>
      <w:r w:rsidR="008C5C61" w:rsidRPr="004C3E92">
        <w:t>Ma chère Marianne</w:t>
      </w:r>
      <w:r>
        <w:t xml:space="preserve">, </w:t>
      </w:r>
      <w:r w:rsidR="008C5C61" w:rsidRPr="004C3E92">
        <w:t>par qui donc</w:t>
      </w:r>
      <w:r>
        <w:t xml:space="preserve">, </w:t>
      </w:r>
      <w:r w:rsidR="008C5C61" w:rsidRPr="004C3E92">
        <w:t>si ce n</w:t>
      </w:r>
      <w:r>
        <w:t>’</w:t>
      </w:r>
      <w:r w:rsidR="008C5C61" w:rsidRPr="004C3E92">
        <w:t>est par lui</w:t>
      </w:r>
      <w:r>
        <w:t xml:space="preserve"> ? </w:t>
      </w:r>
      <w:r w:rsidR="008C5C61" w:rsidRPr="004C3E92">
        <w:t>Qui a pu être son instigateur</w:t>
      </w:r>
      <w:r>
        <w:t> ?</w:t>
      </w:r>
    </w:p>
    <w:p w14:paraId="3371B2A4" w14:textId="77777777" w:rsidR="004A4993" w:rsidRDefault="004A4993" w:rsidP="004A4993">
      <w:r>
        <w:lastRenderedPageBreak/>
        <w:t>— </w:t>
      </w:r>
      <w:r w:rsidR="008C5C61" w:rsidRPr="004C3E92">
        <w:t>Le monde entier</w:t>
      </w:r>
      <w:r>
        <w:t xml:space="preserve">, </w:t>
      </w:r>
      <w:r w:rsidR="008C5C61" w:rsidRPr="004C3E92">
        <w:t>plutôt que son propre cœur</w:t>
      </w:r>
      <w:r>
        <w:t xml:space="preserve"> ! </w:t>
      </w:r>
      <w:r w:rsidR="008C5C61" w:rsidRPr="004C3E92">
        <w:t>Je pou</w:t>
      </w:r>
      <w:r w:rsidR="008C5C61" w:rsidRPr="004C3E92">
        <w:t>r</w:t>
      </w:r>
      <w:r w:rsidR="008C5C61" w:rsidRPr="004C3E92">
        <w:t>rais plutôt croire tous les êtres de ma connaissance ligués e</w:t>
      </w:r>
      <w:r w:rsidR="008C5C61" w:rsidRPr="004C3E92">
        <w:t>n</w:t>
      </w:r>
      <w:r w:rsidR="008C5C61" w:rsidRPr="004C3E92">
        <w:t>semble pour me ruiner dans son opinion que croire sa nature capable d</w:t>
      </w:r>
      <w:r>
        <w:t>’</w:t>
      </w:r>
      <w:r w:rsidR="008C5C61" w:rsidRPr="004C3E92">
        <w:t>une telle cruauté</w:t>
      </w:r>
      <w:r>
        <w:t xml:space="preserve">. </w:t>
      </w:r>
      <w:r w:rsidR="008C5C61" w:rsidRPr="004C3E92">
        <w:t>Cette femme dont il parle dans sa lettre</w:t>
      </w:r>
      <w:r>
        <w:t xml:space="preserve"> – </w:t>
      </w:r>
      <w:r w:rsidR="008C5C61" w:rsidRPr="004C3E92">
        <w:t>quelle qu</w:t>
      </w:r>
      <w:r>
        <w:t>’</w:t>
      </w:r>
      <w:r w:rsidR="008C5C61" w:rsidRPr="004C3E92">
        <w:t>elle soit</w:t>
      </w:r>
      <w:r>
        <w:t xml:space="preserve"> –, </w:t>
      </w:r>
      <w:r w:rsidR="008C5C61" w:rsidRPr="004C3E92">
        <w:t>ou</w:t>
      </w:r>
      <w:r>
        <w:t xml:space="preserve">, </w:t>
      </w:r>
      <w:r w:rsidR="008C5C61" w:rsidRPr="004C3E92">
        <w:t>bref</w:t>
      </w:r>
      <w:r>
        <w:t xml:space="preserve">, </w:t>
      </w:r>
      <w:r w:rsidR="008C5C61" w:rsidRPr="004C3E92">
        <w:t>n</w:t>
      </w:r>
      <w:r>
        <w:t>’</w:t>
      </w:r>
      <w:r w:rsidR="008C5C61" w:rsidRPr="004C3E92">
        <w:t>importe qui</w:t>
      </w:r>
      <w:r>
        <w:t xml:space="preserve">, </w:t>
      </w:r>
      <w:r w:rsidR="008C5C61" w:rsidRPr="004C3E92">
        <w:t>sauf toi</w:t>
      </w:r>
      <w:r>
        <w:t xml:space="preserve">, </w:t>
      </w:r>
      <w:r w:rsidR="008C5C61" w:rsidRPr="004C3E92">
        <w:t>qui m</w:t>
      </w:r>
      <w:r>
        <w:t>’</w:t>
      </w:r>
      <w:r w:rsidR="008C5C61" w:rsidRPr="004C3E92">
        <w:t>es si chère</w:t>
      </w:r>
      <w:r>
        <w:t xml:space="preserve">, </w:t>
      </w:r>
      <w:r w:rsidR="008C5C61" w:rsidRPr="004C3E92">
        <w:t>si chère</w:t>
      </w:r>
      <w:r>
        <w:t xml:space="preserve">, </w:t>
      </w:r>
      <w:r w:rsidR="008C5C61" w:rsidRPr="004C3E92">
        <w:t>avec maman</w:t>
      </w:r>
      <w:r>
        <w:t xml:space="preserve">, </w:t>
      </w:r>
      <w:r w:rsidR="008C5C61" w:rsidRPr="004C3E92">
        <w:t>et Edward</w:t>
      </w:r>
      <w:r>
        <w:t xml:space="preserve">, – </w:t>
      </w:r>
      <w:r w:rsidR="008C5C61" w:rsidRPr="004C3E92">
        <w:t>peut avoir été assez barbare pour me donner un démenti</w:t>
      </w:r>
      <w:r>
        <w:t xml:space="preserve">. </w:t>
      </w:r>
      <w:r w:rsidR="008C5C61" w:rsidRPr="004C3E92">
        <w:t>En dehors de vous trois</w:t>
      </w:r>
      <w:r>
        <w:t xml:space="preserve">, </w:t>
      </w:r>
      <w:r w:rsidR="008C5C61" w:rsidRPr="004C3E92">
        <w:t>y a-t-il un être au monde que je ne soupçonnerais pas de mauvais desseins</w:t>
      </w:r>
      <w:r>
        <w:t xml:space="preserve">, </w:t>
      </w:r>
      <w:r w:rsidR="008C5C61" w:rsidRPr="004C3E92">
        <w:t>plutôt que Willoughby</w:t>
      </w:r>
      <w:r>
        <w:t xml:space="preserve">, </w:t>
      </w:r>
      <w:r w:rsidR="008C5C61" w:rsidRPr="004C3E92">
        <w:t>dont je connais si bien le cœur</w:t>
      </w:r>
      <w:r>
        <w:t> ?</w:t>
      </w:r>
    </w:p>
    <w:p w14:paraId="2716C69E" w14:textId="77777777" w:rsidR="004A4993" w:rsidRDefault="008C5C61" w:rsidP="004A4993">
      <w:proofErr w:type="spellStart"/>
      <w:r w:rsidRPr="004C3E92">
        <w:t>Elinor</w:t>
      </w:r>
      <w:proofErr w:type="spellEnd"/>
      <w:r w:rsidRPr="004C3E92">
        <w:t xml:space="preserve"> ne voulut pas discuter</w:t>
      </w:r>
      <w:r w:rsidR="004A4993">
        <w:t xml:space="preserve">, </w:t>
      </w:r>
      <w:r w:rsidRPr="004C3E92">
        <w:t>et se contenta de répondre</w:t>
      </w:r>
      <w:r w:rsidR="004A4993">
        <w:t> :</w:t>
      </w:r>
    </w:p>
    <w:p w14:paraId="19ABEDED" w14:textId="77777777" w:rsidR="004A4993" w:rsidRDefault="004A4993" w:rsidP="004A4993">
      <w:r>
        <w:t>— </w:t>
      </w:r>
      <w:r w:rsidR="008C5C61" w:rsidRPr="004C3E92">
        <w:t>Quels que soient ceux qui ont été si odieusement tes e</w:t>
      </w:r>
      <w:r w:rsidR="008C5C61" w:rsidRPr="004C3E92">
        <w:t>n</w:t>
      </w:r>
      <w:r w:rsidR="008C5C61" w:rsidRPr="004C3E92">
        <w:t>nemis</w:t>
      </w:r>
      <w:r>
        <w:t xml:space="preserve">, </w:t>
      </w:r>
      <w:r w:rsidR="008C5C61" w:rsidRPr="004C3E92">
        <w:t>qu</w:t>
      </w:r>
      <w:r>
        <w:t>’</w:t>
      </w:r>
      <w:r w:rsidR="008C5C61" w:rsidRPr="004C3E92">
        <w:t>ils soient frustrés de leur triomphe malveillant</w:t>
      </w:r>
      <w:r>
        <w:t xml:space="preserve">, </w:t>
      </w:r>
      <w:r w:rsidR="008C5C61" w:rsidRPr="004C3E92">
        <w:t>ma chère sœur</w:t>
      </w:r>
      <w:r>
        <w:t xml:space="preserve">, </w:t>
      </w:r>
      <w:r w:rsidR="008C5C61" w:rsidRPr="004C3E92">
        <w:t>en voyant avec quelle noblesse la conscience de ta propre innocence et de tes bonnes intentions soutient ton co</w:t>
      </w:r>
      <w:r w:rsidR="008C5C61" w:rsidRPr="004C3E92">
        <w:t>u</w:t>
      </w:r>
      <w:r w:rsidR="008C5C61" w:rsidRPr="004C3E92">
        <w:t>rage</w:t>
      </w:r>
      <w:r>
        <w:t xml:space="preserve">. </w:t>
      </w:r>
      <w:r w:rsidR="008C5C61" w:rsidRPr="004C3E92">
        <w:t>C</w:t>
      </w:r>
      <w:r>
        <w:t>’</w:t>
      </w:r>
      <w:r w:rsidR="008C5C61" w:rsidRPr="004C3E92">
        <w:t>est un orgueil raisonnable et louable qui résiste à une telle malveillance</w:t>
      </w:r>
      <w:r>
        <w:t>.</w:t>
      </w:r>
    </w:p>
    <w:p w14:paraId="1116B76B" w14:textId="77777777" w:rsidR="004A4993" w:rsidRDefault="004A4993" w:rsidP="004A4993">
      <w:r>
        <w:t>— </w:t>
      </w:r>
      <w:r w:rsidR="008C5C61" w:rsidRPr="004C3E92">
        <w:t>Non</w:t>
      </w:r>
      <w:r>
        <w:t xml:space="preserve">, </w:t>
      </w:r>
      <w:r w:rsidR="008C5C61" w:rsidRPr="004C3E92">
        <w:t>non</w:t>
      </w:r>
      <w:r>
        <w:t xml:space="preserve">, </w:t>
      </w:r>
      <w:r w:rsidR="008C5C61" w:rsidRPr="004C3E92">
        <w:t>s</w:t>
      </w:r>
      <w:r>
        <w:t>’</w:t>
      </w:r>
      <w:r w:rsidR="008C5C61" w:rsidRPr="004C3E92">
        <w:t>écria Marianne</w:t>
      </w:r>
      <w:r>
        <w:t xml:space="preserve"> ; </w:t>
      </w:r>
      <w:r w:rsidR="008C5C61" w:rsidRPr="004C3E92">
        <w:t>une détresse comme la mienne n</w:t>
      </w:r>
      <w:r>
        <w:t>’</w:t>
      </w:r>
      <w:r w:rsidR="008C5C61" w:rsidRPr="004C3E92">
        <w:t>a pas d</w:t>
      </w:r>
      <w:r>
        <w:t>’</w:t>
      </w:r>
      <w:r w:rsidR="008C5C61" w:rsidRPr="004C3E92">
        <w:t>orgueil</w:t>
      </w:r>
      <w:r>
        <w:t xml:space="preserve">. </w:t>
      </w:r>
      <w:r w:rsidR="008C5C61" w:rsidRPr="004C3E92">
        <w:t>Peu m</w:t>
      </w:r>
      <w:r>
        <w:t>’</w:t>
      </w:r>
      <w:r w:rsidR="008C5C61" w:rsidRPr="004C3E92">
        <w:t>importe qui pourra savoir que je suis malheureuse</w:t>
      </w:r>
      <w:r>
        <w:t xml:space="preserve">. </w:t>
      </w:r>
      <w:r w:rsidR="008C5C61" w:rsidRPr="004C3E92">
        <w:t>Le triomphe de me voir en un tel état pou</w:t>
      </w:r>
      <w:r w:rsidR="008C5C61" w:rsidRPr="004C3E92">
        <w:t>r</w:t>
      </w:r>
      <w:r w:rsidR="008C5C61" w:rsidRPr="004C3E92">
        <w:t>ra être ouvert au monde entier</w:t>
      </w:r>
      <w:r>
        <w:t xml:space="preserve">. </w:t>
      </w:r>
      <w:proofErr w:type="spellStart"/>
      <w:r w:rsidR="008C5C61" w:rsidRPr="004C3E92">
        <w:t>Elinor</w:t>
      </w:r>
      <w:proofErr w:type="spellEnd"/>
      <w:r>
        <w:t xml:space="preserve">, </w:t>
      </w:r>
      <w:proofErr w:type="spellStart"/>
      <w:r w:rsidR="008C5C61" w:rsidRPr="004C3E92">
        <w:t>Elinor</w:t>
      </w:r>
      <w:proofErr w:type="spellEnd"/>
      <w:r>
        <w:t xml:space="preserve">, </w:t>
      </w:r>
      <w:r w:rsidR="008C5C61" w:rsidRPr="004C3E92">
        <w:t>ceux qui sou</w:t>
      </w:r>
      <w:r w:rsidR="008C5C61" w:rsidRPr="004C3E92">
        <w:t>f</w:t>
      </w:r>
      <w:r w:rsidR="008C5C61" w:rsidRPr="004C3E92">
        <w:t>frent peu peuvent être aussi orgueilleux et aussi indépendants qu</w:t>
      </w:r>
      <w:r>
        <w:t>’</w:t>
      </w:r>
      <w:r w:rsidR="008C5C61" w:rsidRPr="004C3E92">
        <w:t>il leur plaît</w:t>
      </w:r>
      <w:r>
        <w:t xml:space="preserve">, – </w:t>
      </w:r>
      <w:r w:rsidR="008C5C61" w:rsidRPr="004C3E92">
        <w:t>ils peuvent résister à l</w:t>
      </w:r>
      <w:r>
        <w:t>’</w:t>
      </w:r>
      <w:r w:rsidR="008C5C61" w:rsidRPr="004C3E92">
        <w:t>insulte</w:t>
      </w:r>
      <w:r>
        <w:t xml:space="preserve">, </w:t>
      </w:r>
      <w:r w:rsidR="008C5C61" w:rsidRPr="004C3E92">
        <w:t>ou riposter à la mortification</w:t>
      </w:r>
      <w:r>
        <w:t xml:space="preserve">, – </w:t>
      </w:r>
      <w:r w:rsidR="008C5C61" w:rsidRPr="004C3E92">
        <w:t>mais moi</w:t>
      </w:r>
      <w:r>
        <w:t xml:space="preserve">, </w:t>
      </w:r>
      <w:r w:rsidR="008C5C61" w:rsidRPr="004C3E92">
        <w:t>j</w:t>
      </w:r>
      <w:r>
        <w:t>’</w:t>
      </w:r>
      <w:r w:rsidR="008C5C61" w:rsidRPr="004C3E92">
        <w:t>en suis incapable</w:t>
      </w:r>
      <w:r>
        <w:t xml:space="preserve">. </w:t>
      </w:r>
      <w:r w:rsidR="008C5C61" w:rsidRPr="004C3E92">
        <w:t>Il faut que je se</w:t>
      </w:r>
      <w:r w:rsidR="008C5C61" w:rsidRPr="004C3E92">
        <w:t>n</w:t>
      </w:r>
      <w:r w:rsidR="008C5C61" w:rsidRPr="004C3E92">
        <w:t>te</w:t>
      </w:r>
      <w:r>
        <w:t xml:space="preserve">, – </w:t>
      </w:r>
      <w:r w:rsidR="008C5C61" w:rsidRPr="004C3E92">
        <w:t>il faut que je sois malheureuse</w:t>
      </w:r>
      <w:r>
        <w:t xml:space="preserve">, – </w:t>
      </w:r>
      <w:r w:rsidR="008C5C61" w:rsidRPr="004C3E92">
        <w:t>et ils ont toute liberté d</w:t>
      </w:r>
      <w:r>
        <w:t>’</w:t>
      </w:r>
      <w:r w:rsidR="008C5C61" w:rsidRPr="004C3E92">
        <w:t>en savourer la conscience</w:t>
      </w:r>
      <w:r>
        <w:t xml:space="preserve">, </w:t>
      </w:r>
      <w:r w:rsidR="008C5C61" w:rsidRPr="004C3E92">
        <w:t>ceux qui le peuvent</w:t>
      </w:r>
      <w:r>
        <w:t>.</w:t>
      </w:r>
    </w:p>
    <w:p w14:paraId="6FE7B413" w14:textId="77777777" w:rsidR="004A4993" w:rsidRDefault="004A4993" w:rsidP="004A4993">
      <w:r>
        <w:t>— </w:t>
      </w:r>
      <w:r w:rsidR="008C5C61" w:rsidRPr="004C3E92">
        <w:t>Mais par égard pour ma mère et pour moi</w:t>
      </w:r>
      <w:r>
        <w:t>…</w:t>
      </w:r>
    </w:p>
    <w:p w14:paraId="7E107DA5" w14:textId="77777777" w:rsidR="004A4993" w:rsidRDefault="004A4993" w:rsidP="004A4993">
      <w:r>
        <w:t>— </w:t>
      </w:r>
      <w:r w:rsidR="008C5C61" w:rsidRPr="004C3E92">
        <w:t>J</w:t>
      </w:r>
      <w:r>
        <w:t>’</w:t>
      </w:r>
      <w:r w:rsidR="008C5C61" w:rsidRPr="004C3E92">
        <w:t>en ferais plus que pour moi-même</w:t>
      </w:r>
      <w:r>
        <w:t xml:space="preserve">. </w:t>
      </w:r>
      <w:r w:rsidR="008C5C61" w:rsidRPr="004C3E92">
        <w:t>Mais paraître he</w:t>
      </w:r>
      <w:r w:rsidR="008C5C61" w:rsidRPr="004C3E92">
        <w:t>u</w:t>
      </w:r>
      <w:r w:rsidR="008C5C61" w:rsidRPr="004C3E92">
        <w:t>reuse alors que je suis si meurtrie</w:t>
      </w:r>
      <w:r>
        <w:t xml:space="preserve"> ! </w:t>
      </w:r>
      <w:r w:rsidR="008C5C61" w:rsidRPr="004C3E92">
        <w:t>Ah</w:t>
      </w:r>
      <w:r>
        <w:t xml:space="preserve"> ! </w:t>
      </w:r>
      <w:r w:rsidR="008C5C61" w:rsidRPr="004C3E92">
        <w:t>qui pourrait l</w:t>
      </w:r>
      <w:r>
        <w:t>’</w:t>
      </w:r>
      <w:r w:rsidR="008C5C61" w:rsidRPr="004C3E92">
        <w:t>exiger</w:t>
      </w:r>
      <w:r>
        <w:t> ?</w:t>
      </w:r>
    </w:p>
    <w:p w14:paraId="7B3978A3" w14:textId="77777777" w:rsidR="004A4993" w:rsidRDefault="008C5C61" w:rsidP="004A4993">
      <w:r w:rsidRPr="004C3E92">
        <w:lastRenderedPageBreak/>
        <w:t>De nouveau elles restèrent toutes deux silencieuses</w:t>
      </w:r>
      <w:r w:rsidR="004A4993">
        <w:t xml:space="preserve">. </w:t>
      </w:r>
      <w:proofErr w:type="spellStart"/>
      <w:r w:rsidRPr="004C3E92">
        <w:t>Elinor</w:t>
      </w:r>
      <w:proofErr w:type="spellEnd"/>
      <w:r w:rsidRPr="004C3E92">
        <w:t xml:space="preserve"> était occupée à marcher pensivement du feu jusqu</w:t>
      </w:r>
      <w:r w:rsidR="004A4993">
        <w:t>’</w:t>
      </w:r>
      <w:r w:rsidRPr="004C3E92">
        <w:t>à la fenêtre</w:t>
      </w:r>
      <w:r w:rsidR="004A4993">
        <w:t xml:space="preserve">, </w:t>
      </w:r>
      <w:r w:rsidRPr="004C3E92">
        <w:t>de la fenêtre jusqu</w:t>
      </w:r>
      <w:r w:rsidR="004A4993">
        <w:t>’</w:t>
      </w:r>
      <w:r w:rsidRPr="004C3E92">
        <w:t>au feu</w:t>
      </w:r>
      <w:r w:rsidR="004A4993">
        <w:t xml:space="preserve">, </w:t>
      </w:r>
      <w:r w:rsidRPr="004C3E92">
        <w:t>sans savoir qu</w:t>
      </w:r>
      <w:r w:rsidR="004A4993">
        <w:t>’</w:t>
      </w:r>
      <w:r w:rsidRPr="004C3E92">
        <w:t>elle recevait de la ch</w:t>
      </w:r>
      <w:r w:rsidRPr="004C3E92">
        <w:t>a</w:t>
      </w:r>
      <w:r w:rsidRPr="004C3E92">
        <w:t>leur de l</w:t>
      </w:r>
      <w:r w:rsidR="004A4993">
        <w:t>’</w:t>
      </w:r>
      <w:r w:rsidRPr="004C3E92">
        <w:t>un ou discernait des objets à travers l</w:t>
      </w:r>
      <w:r w:rsidR="004A4993">
        <w:t>’</w:t>
      </w:r>
      <w:r w:rsidRPr="004C3E92">
        <w:t>autre</w:t>
      </w:r>
      <w:r w:rsidR="004A4993">
        <w:t xml:space="preserve"> ; </w:t>
      </w:r>
      <w:r w:rsidRPr="004C3E92">
        <w:t>et M</w:t>
      </w:r>
      <w:r w:rsidRPr="004C3E92">
        <w:t>a</w:t>
      </w:r>
      <w:r w:rsidRPr="004C3E92">
        <w:t>rianne</w:t>
      </w:r>
      <w:r w:rsidR="004A4993">
        <w:t xml:space="preserve">, </w:t>
      </w:r>
      <w:r w:rsidRPr="004C3E92">
        <w:t>assise au pied du lit</w:t>
      </w:r>
      <w:r w:rsidR="004A4993">
        <w:t xml:space="preserve">, </w:t>
      </w:r>
      <w:r w:rsidRPr="004C3E92">
        <w:t>la tête appuyée contre l</w:t>
      </w:r>
      <w:r w:rsidR="004A4993">
        <w:t>’</w:t>
      </w:r>
      <w:r w:rsidRPr="004C3E92">
        <w:t>une de ses colonnes</w:t>
      </w:r>
      <w:r w:rsidR="004A4993">
        <w:t xml:space="preserve">, </w:t>
      </w:r>
      <w:r w:rsidRPr="004C3E92">
        <w:t>reprit la lettre de Willoughby</w:t>
      </w:r>
      <w:r w:rsidR="004A4993">
        <w:t xml:space="preserve">, </w:t>
      </w:r>
      <w:r w:rsidRPr="004C3E92">
        <w:t>et</w:t>
      </w:r>
      <w:r w:rsidR="004A4993">
        <w:t xml:space="preserve">, </w:t>
      </w:r>
      <w:r w:rsidRPr="004C3E92">
        <w:t>après avoir frémi à chacune de ses phrases</w:t>
      </w:r>
      <w:r w:rsidR="004A4993">
        <w:t xml:space="preserve">, </w:t>
      </w:r>
      <w:r w:rsidRPr="004C3E92">
        <w:t>s</w:t>
      </w:r>
      <w:r w:rsidR="004A4993">
        <w:t>’</w:t>
      </w:r>
      <w:r w:rsidRPr="004C3E92">
        <w:t>écria</w:t>
      </w:r>
      <w:r w:rsidR="004A4993">
        <w:t> :</w:t>
      </w:r>
    </w:p>
    <w:p w14:paraId="3A27DC60" w14:textId="77777777" w:rsidR="004A4993" w:rsidRDefault="004A4993" w:rsidP="004A4993">
      <w:r>
        <w:t>— </w:t>
      </w:r>
      <w:r w:rsidR="008C5C61" w:rsidRPr="004C3E92">
        <w:t>C</w:t>
      </w:r>
      <w:r>
        <w:t>’</w:t>
      </w:r>
      <w:r w:rsidR="008C5C61" w:rsidRPr="004C3E92">
        <w:t>en est trop</w:t>
      </w:r>
      <w:r>
        <w:t xml:space="preserve"> ! </w:t>
      </w:r>
      <w:r w:rsidR="008C5C61" w:rsidRPr="004C3E92">
        <w:t>Oh</w:t>
      </w:r>
      <w:r>
        <w:t xml:space="preserve">, </w:t>
      </w:r>
      <w:r w:rsidR="008C5C61" w:rsidRPr="004C3E92">
        <w:t>Willoughby</w:t>
      </w:r>
      <w:r>
        <w:t xml:space="preserve">, </w:t>
      </w:r>
      <w:r w:rsidR="008C5C61" w:rsidRPr="004C3E92">
        <w:t>Willoughby</w:t>
      </w:r>
      <w:r>
        <w:t xml:space="preserve">, </w:t>
      </w:r>
      <w:r w:rsidR="008C5C61" w:rsidRPr="004C3E92">
        <w:t>se peut-il que vous ayez écrit cela</w:t>
      </w:r>
      <w:r>
        <w:t xml:space="preserve"> ? </w:t>
      </w:r>
      <w:r w:rsidR="008C5C61" w:rsidRPr="004C3E92">
        <w:t>Cruel</w:t>
      </w:r>
      <w:r>
        <w:t xml:space="preserve">, </w:t>
      </w:r>
      <w:r w:rsidR="008C5C61" w:rsidRPr="004C3E92">
        <w:t>cruel</w:t>
      </w:r>
      <w:r>
        <w:t xml:space="preserve"> ! </w:t>
      </w:r>
      <w:r w:rsidR="008C5C61" w:rsidRPr="004C3E92">
        <w:t>Rien ne saurait vous a</w:t>
      </w:r>
      <w:r w:rsidR="008C5C61" w:rsidRPr="004C3E92">
        <w:t>c</w:t>
      </w:r>
      <w:r w:rsidR="008C5C61" w:rsidRPr="004C3E92">
        <w:t>quitter</w:t>
      </w:r>
      <w:r>
        <w:t xml:space="preserve">, </w:t>
      </w:r>
      <w:proofErr w:type="spellStart"/>
      <w:r w:rsidR="008C5C61" w:rsidRPr="004C3E92">
        <w:t>Elinor</w:t>
      </w:r>
      <w:proofErr w:type="spellEnd"/>
      <w:r>
        <w:t xml:space="preserve">, </w:t>
      </w:r>
      <w:r w:rsidR="008C5C61" w:rsidRPr="004C3E92">
        <w:t>rien ne le peut</w:t>
      </w:r>
      <w:r>
        <w:t xml:space="preserve">. </w:t>
      </w:r>
      <w:r w:rsidR="008C5C61" w:rsidRPr="004C3E92">
        <w:t>Quoi qu</w:t>
      </w:r>
      <w:r>
        <w:t>’</w:t>
      </w:r>
      <w:r w:rsidR="008C5C61" w:rsidRPr="004C3E92">
        <w:t>il ait pu apprendre à mon détriment</w:t>
      </w:r>
      <w:r>
        <w:t xml:space="preserve">, </w:t>
      </w:r>
      <w:r w:rsidR="008C5C61" w:rsidRPr="004C3E92">
        <w:t>n</w:t>
      </w:r>
      <w:r>
        <w:t>’</w:t>
      </w:r>
      <w:r w:rsidR="008C5C61" w:rsidRPr="004C3E92">
        <w:t>aurait-il pas dû réserver son jugement avant d</w:t>
      </w:r>
      <w:r>
        <w:t>’</w:t>
      </w:r>
      <w:r w:rsidR="008C5C61" w:rsidRPr="004C3E92">
        <w:t>y prêter foi</w:t>
      </w:r>
      <w:r>
        <w:t xml:space="preserve"> ? </w:t>
      </w:r>
      <w:r w:rsidR="008C5C61" w:rsidRPr="004C3E92">
        <w:t>N</w:t>
      </w:r>
      <w:r>
        <w:t>’</w:t>
      </w:r>
      <w:r w:rsidR="008C5C61" w:rsidRPr="004C3E92">
        <w:t>aurait-il pas dû m</w:t>
      </w:r>
      <w:r>
        <w:t>’</w:t>
      </w:r>
      <w:r w:rsidR="008C5C61" w:rsidRPr="004C3E92">
        <w:t>en parler</w:t>
      </w:r>
      <w:r>
        <w:t xml:space="preserve">, </w:t>
      </w:r>
      <w:r w:rsidR="008C5C61" w:rsidRPr="004C3E92">
        <w:t>m</w:t>
      </w:r>
      <w:r>
        <w:t>’</w:t>
      </w:r>
      <w:r w:rsidR="008C5C61" w:rsidRPr="004C3E92">
        <w:t>avoir mise à même de me blanchir</w:t>
      </w:r>
      <w:r>
        <w:t> ? « </w:t>
      </w:r>
      <w:r w:rsidR="008C5C61" w:rsidRPr="004C3E92">
        <w:t>La mèche de cheveux</w:t>
      </w:r>
      <w:r>
        <w:t> » (</w:t>
      </w:r>
      <w:r w:rsidR="008C5C61" w:rsidRPr="004C3E92">
        <w:t>répétant les mots de la lettre</w:t>
      </w:r>
      <w:r>
        <w:t>) « </w:t>
      </w:r>
      <w:r w:rsidR="008C5C61" w:rsidRPr="004C3E92">
        <w:t>que vous m</w:t>
      </w:r>
      <w:r>
        <w:t>’</w:t>
      </w:r>
      <w:r w:rsidR="008C5C61" w:rsidRPr="004C3E92">
        <w:t>avez si aimablement offerte</w:t>
      </w:r>
      <w:r>
        <w:t xml:space="preserve"> ». </w:t>
      </w:r>
      <w:r w:rsidR="008C5C61" w:rsidRPr="004C3E92">
        <w:t>Cela</w:t>
      </w:r>
      <w:r>
        <w:t xml:space="preserve">, </w:t>
      </w:r>
      <w:r w:rsidR="008C5C61" w:rsidRPr="004C3E92">
        <w:t>c</w:t>
      </w:r>
      <w:r>
        <w:t>’</w:t>
      </w:r>
      <w:r w:rsidR="008C5C61" w:rsidRPr="004C3E92">
        <w:t>est impardonnable</w:t>
      </w:r>
      <w:r>
        <w:t xml:space="preserve"> ! </w:t>
      </w:r>
      <w:r w:rsidR="008C5C61" w:rsidRPr="004C3E92">
        <w:t>Willoughby</w:t>
      </w:r>
      <w:r>
        <w:t xml:space="preserve">, </w:t>
      </w:r>
      <w:r w:rsidR="008C5C61" w:rsidRPr="004C3E92">
        <w:t>où était votre cœur quand vous avez écrit ces mots-là</w:t>
      </w:r>
      <w:r>
        <w:t xml:space="preserve"> ? </w:t>
      </w:r>
      <w:r w:rsidR="008C5C61" w:rsidRPr="004C3E92">
        <w:t>Oh</w:t>
      </w:r>
      <w:r>
        <w:t xml:space="preserve">, </w:t>
      </w:r>
      <w:r w:rsidR="008C5C61" w:rsidRPr="004C3E92">
        <w:t>insolemment barbare</w:t>
      </w:r>
      <w:r>
        <w:t xml:space="preserve"> ! </w:t>
      </w:r>
      <w:proofErr w:type="spellStart"/>
      <w:r w:rsidR="008C5C61" w:rsidRPr="004C3E92">
        <w:t>Elinor</w:t>
      </w:r>
      <w:proofErr w:type="spellEnd"/>
      <w:r>
        <w:t xml:space="preserve">, </w:t>
      </w:r>
      <w:r w:rsidR="008C5C61" w:rsidRPr="004C3E92">
        <w:t>peut-il être justifié</w:t>
      </w:r>
      <w:r>
        <w:t> ?</w:t>
      </w:r>
    </w:p>
    <w:p w14:paraId="3AE05851" w14:textId="77777777" w:rsidR="004A4993" w:rsidRDefault="004A4993" w:rsidP="004A4993">
      <w:r>
        <w:t>— </w:t>
      </w:r>
      <w:r w:rsidR="008C5C61" w:rsidRPr="004C3E92">
        <w:t>Non</w:t>
      </w:r>
      <w:r>
        <w:t xml:space="preserve">, </w:t>
      </w:r>
      <w:r w:rsidR="008C5C61" w:rsidRPr="004C3E92">
        <w:t>Marianne</w:t>
      </w:r>
      <w:r>
        <w:t xml:space="preserve">, </w:t>
      </w:r>
      <w:r w:rsidR="008C5C61" w:rsidRPr="004C3E92">
        <w:t>c</w:t>
      </w:r>
      <w:r>
        <w:t>’</w:t>
      </w:r>
      <w:r w:rsidR="008C5C61" w:rsidRPr="004C3E92">
        <w:t>est absolument impossible</w:t>
      </w:r>
      <w:r>
        <w:t>.</w:t>
      </w:r>
    </w:p>
    <w:p w14:paraId="28ED84DF" w14:textId="77777777" w:rsidR="004A4993" w:rsidRDefault="004A4993" w:rsidP="004A4993">
      <w:r>
        <w:t>— </w:t>
      </w:r>
      <w:r w:rsidR="008C5C61" w:rsidRPr="004C3E92">
        <w:t>Et pourtant cette femme</w:t>
      </w:r>
      <w:r>
        <w:t xml:space="preserve"> – </w:t>
      </w:r>
      <w:r w:rsidR="008C5C61" w:rsidRPr="004C3E92">
        <w:t>qui sait ce qu</w:t>
      </w:r>
      <w:r>
        <w:t>’</w:t>
      </w:r>
      <w:r w:rsidR="008C5C61" w:rsidRPr="004C3E92">
        <w:t>a pu être son cœur</w:t>
      </w:r>
      <w:r>
        <w:t xml:space="preserve"> – </w:t>
      </w:r>
      <w:r w:rsidR="008C5C61" w:rsidRPr="004C3E92">
        <w:t>depuis quand cela a pu être prémédité</w:t>
      </w:r>
      <w:r>
        <w:t xml:space="preserve">, </w:t>
      </w:r>
      <w:r w:rsidR="008C5C61" w:rsidRPr="004C3E92">
        <w:t>et avec quelle longue patience ourdi par elle</w:t>
      </w:r>
      <w:r>
        <w:t xml:space="preserve"> ! </w:t>
      </w:r>
      <w:r w:rsidR="008C5C61" w:rsidRPr="004C3E92">
        <w:t>Qu</w:t>
      </w:r>
      <w:r>
        <w:t>’</w:t>
      </w:r>
      <w:r w:rsidR="008C5C61" w:rsidRPr="004C3E92">
        <w:t>est-elle</w:t>
      </w:r>
      <w:r>
        <w:t xml:space="preserve"> ? </w:t>
      </w:r>
      <w:r w:rsidR="008C5C61" w:rsidRPr="004C3E92">
        <w:t>Qui peut-elle être</w:t>
      </w:r>
      <w:r>
        <w:t xml:space="preserve"> ? </w:t>
      </w:r>
      <w:r w:rsidR="008C5C61" w:rsidRPr="004C3E92">
        <w:t>De qui l</w:t>
      </w:r>
      <w:r>
        <w:t>’</w:t>
      </w:r>
      <w:r w:rsidR="008C5C61" w:rsidRPr="004C3E92">
        <w:t>ai-je jamais entendu parler comme étant jeune et sédu</w:t>
      </w:r>
      <w:r w:rsidR="008C5C61" w:rsidRPr="004C3E92">
        <w:t>i</w:t>
      </w:r>
      <w:r w:rsidR="008C5C61" w:rsidRPr="004C3E92">
        <w:t>sante</w:t>
      </w:r>
      <w:r>
        <w:t xml:space="preserve">, </w:t>
      </w:r>
      <w:r w:rsidR="008C5C61" w:rsidRPr="004C3E92">
        <w:t>parmi ses connaissances féminines</w:t>
      </w:r>
      <w:r>
        <w:t xml:space="preserve"> ? </w:t>
      </w:r>
      <w:r w:rsidR="008C5C61" w:rsidRPr="004C3E92">
        <w:t>Ah</w:t>
      </w:r>
      <w:r>
        <w:t xml:space="preserve">, </w:t>
      </w:r>
      <w:r w:rsidR="008C5C61" w:rsidRPr="004C3E92">
        <w:t>de personne</w:t>
      </w:r>
      <w:r>
        <w:t xml:space="preserve">, </w:t>
      </w:r>
      <w:r w:rsidR="008C5C61" w:rsidRPr="004C3E92">
        <w:t>de personne</w:t>
      </w:r>
      <w:r>
        <w:t xml:space="preserve">, – </w:t>
      </w:r>
      <w:r w:rsidR="008C5C61" w:rsidRPr="004C3E92">
        <w:t>il ne me parlait que de moi</w:t>
      </w:r>
      <w:r>
        <w:t> !</w:t>
      </w:r>
    </w:p>
    <w:p w14:paraId="50EE0169" w14:textId="77777777" w:rsidR="004A4993" w:rsidRDefault="008C5C61" w:rsidP="004A4993">
      <w:r w:rsidRPr="004C3E92">
        <w:t>Une autre pause s</w:t>
      </w:r>
      <w:r w:rsidR="004A4993">
        <w:t>’</w:t>
      </w:r>
      <w:r w:rsidRPr="004C3E92">
        <w:t>ensuivit</w:t>
      </w:r>
      <w:r w:rsidR="004A4993">
        <w:t xml:space="preserve"> ; </w:t>
      </w:r>
      <w:r w:rsidRPr="004C3E92">
        <w:t>Marianne était fortement ag</w:t>
      </w:r>
      <w:r w:rsidRPr="004C3E92">
        <w:t>i</w:t>
      </w:r>
      <w:r w:rsidRPr="004C3E92">
        <w:t>tée</w:t>
      </w:r>
      <w:r w:rsidR="004A4993">
        <w:t xml:space="preserve">, </w:t>
      </w:r>
      <w:r w:rsidRPr="004C3E92">
        <w:t>et l</w:t>
      </w:r>
      <w:r w:rsidR="004A4993">
        <w:t>’</w:t>
      </w:r>
      <w:r w:rsidRPr="004C3E92">
        <w:t>entretien se termina ainsi</w:t>
      </w:r>
      <w:r w:rsidR="004A4993">
        <w:t> :</w:t>
      </w:r>
    </w:p>
    <w:p w14:paraId="35A74431" w14:textId="77777777" w:rsidR="004A4993" w:rsidRDefault="004A4993" w:rsidP="004A4993">
      <w:r>
        <w:t>— </w:t>
      </w:r>
      <w:proofErr w:type="spellStart"/>
      <w:r w:rsidR="008C5C61" w:rsidRPr="004C3E92">
        <w:t>Elinor</w:t>
      </w:r>
      <w:proofErr w:type="spellEnd"/>
      <w:r>
        <w:t xml:space="preserve">, </w:t>
      </w:r>
      <w:r w:rsidR="008C5C61" w:rsidRPr="004C3E92">
        <w:t>il faut que je rentre à la maison</w:t>
      </w:r>
      <w:r>
        <w:t xml:space="preserve">. </w:t>
      </w:r>
      <w:r w:rsidR="008C5C61" w:rsidRPr="004C3E92">
        <w:t>Il faut que j</w:t>
      </w:r>
      <w:r>
        <w:t>’</w:t>
      </w:r>
      <w:r w:rsidR="008C5C61" w:rsidRPr="004C3E92">
        <w:t>aille réconforter maman</w:t>
      </w:r>
      <w:r>
        <w:t xml:space="preserve">. </w:t>
      </w:r>
      <w:r w:rsidR="008C5C61" w:rsidRPr="004C3E92">
        <w:t>Nous ne pouvons pas partir demain</w:t>
      </w:r>
      <w:r>
        <w:t> ?</w:t>
      </w:r>
    </w:p>
    <w:p w14:paraId="47A054E6" w14:textId="77777777" w:rsidR="004A4993" w:rsidRDefault="004A4993" w:rsidP="004A4993">
      <w:r>
        <w:t>— </w:t>
      </w:r>
      <w:r w:rsidR="008C5C61" w:rsidRPr="004C3E92">
        <w:t>Demain</w:t>
      </w:r>
      <w:r>
        <w:t xml:space="preserve">, </w:t>
      </w:r>
      <w:r w:rsidR="008C5C61" w:rsidRPr="004C3E92">
        <w:t>Marianne</w:t>
      </w:r>
      <w:r>
        <w:t> !</w:t>
      </w:r>
    </w:p>
    <w:p w14:paraId="4ACD779E" w14:textId="77777777" w:rsidR="004A4993" w:rsidRDefault="004A4993" w:rsidP="004A4993">
      <w:r>
        <w:lastRenderedPageBreak/>
        <w:t>— </w:t>
      </w:r>
      <w:r w:rsidR="008C5C61" w:rsidRPr="004C3E92">
        <w:t>Oui</w:t>
      </w:r>
      <w:r>
        <w:t xml:space="preserve"> ; </w:t>
      </w:r>
      <w:r w:rsidR="008C5C61" w:rsidRPr="004C3E92">
        <w:t>pourquoi resterais-je ici</w:t>
      </w:r>
      <w:r>
        <w:t xml:space="preserve"> ? </w:t>
      </w:r>
      <w:r w:rsidR="008C5C61" w:rsidRPr="004C3E92">
        <w:t>Je ne suis venue que pour Willoughby</w:t>
      </w:r>
      <w:r>
        <w:t xml:space="preserve">. </w:t>
      </w:r>
      <w:r w:rsidR="008C5C61" w:rsidRPr="004C3E92">
        <w:t>Et maintenant</w:t>
      </w:r>
      <w:r>
        <w:t xml:space="preserve">, </w:t>
      </w:r>
      <w:r w:rsidR="008C5C61" w:rsidRPr="004C3E92">
        <w:t>qui se soucie de moi</w:t>
      </w:r>
      <w:r>
        <w:t xml:space="preserve"> ? </w:t>
      </w:r>
      <w:r w:rsidR="008C5C61" w:rsidRPr="004C3E92">
        <w:t>Qui a de l</w:t>
      </w:r>
      <w:r>
        <w:t>’</w:t>
      </w:r>
      <w:r w:rsidR="008C5C61" w:rsidRPr="004C3E92">
        <w:t>estime pour moi</w:t>
      </w:r>
      <w:r>
        <w:t> ?</w:t>
      </w:r>
    </w:p>
    <w:p w14:paraId="1A305D36" w14:textId="77777777" w:rsidR="004A4993" w:rsidRDefault="004A4993" w:rsidP="004A4993">
      <w:r>
        <w:t>— </w:t>
      </w:r>
      <w:r w:rsidR="008C5C61" w:rsidRPr="004C3E92">
        <w:t>Il serait impossible de partir demain</w:t>
      </w:r>
      <w:r>
        <w:t xml:space="preserve">. </w:t>
      </w:r>
      <w:r w:rsidR="008C5C61" w:rsidRPr="004C3E92">
        <w:t>Nous devons à Mrs</w:t>
      </w:r>
      <w:r>
        <w:t xml:space="preserve">. </w:t>
      </w:r>
      <w:r w:rsidR="008C5C61" w:rsidRPr="004C3E92">
        <w:t>Jennings beaucoup plus que de la civilité</w:t>
      </w:r>
      <w:r>
        <w:t xml:space="preserve"> ; </w:t>
      </w:r>
      <w:r w:rsidR="008C5C61" w:rsidRPr="004C3E92">
        <w:t>et la civilité la plus commune doit empêcher un départ aussi précipité que celui-là</w:t>
      </w:r>
      <w:r>
        <w:t>.</w:t>
      </w:r>
    </w:p>
    <w:p w14:paraId="325ECBFE" w14:textId="77777777" w:rsidR="004A4993" w:rsidRDefault="004A4993" w:rsidP="004A4993">
      <w:r>
        <w:t>— </w:t>
      </w:r>
      <w:r w:rsidR="008C5C61" w:rsidRPr="004C3E92">
        <w:t>Eh bien</w:t>
      </w:r>
      <w:r>
        <w:t xml:space="preserve">, </w:t>
      </w:r>
      <w:r w:rsidR="008C5C61" w:rsidRPr="004C3E92">
        <w:t>alors</w:t>
      </w:r>
      <w:r>
        <w:t xml:space="preserve">, </w:t>
      </w:r>
      <w:r w:rsidR="008C5C61" w:rsidRPr="004C3E92">
        <w:t>encore un jour ou deux</w:t>
      </w:r>
      <w:r>
        <w:t xml:space="preserve">, </w:t>
      </w:r>
      <w:r w:rsidR="008C5C61" w:rsidRPr="004C3E92">
        <w:t>peut-être</w:t>
      </w:r>
      <w:r>
        <w:t xml:space="preserve"> ; </w:t>
      </w:r>
      <w:r w:rsidR="008C5C61" w:rsidRPr="004C3E92">
        <w:t>mais je ne peux pas rester ici longtemps</w:t>
      </w:r>
      <w:r>
        <w:t xml:space="preserve"> ; </w:t>
      </w:r>
      <w:r w:rsidR="008C5C61" w:rsidRPr="004C3E92">
        <w:t>je ne peux pas rester</w:t>
      </w:r>
      <w:r>
        <w:t xml:space="preserve">, </w:t>
      </w:r>
      <w:r w:rsidR="008C5C61" w:rsidRPr="004C3E92">
        <w:t>pour subir les interrogations et les observations de tous ces gens-là</w:t>
      </w:r>
      <w:r>
        <w:t xml:space="preserve">. </w:t>
      </w:r>
      <w:r w:rsidR="008C5C61" w:rsidRPr="004C3E92">
        <w:t>Les Middleton et les Palmer</w:t>
      </w:r>
      <w:r>
        <w:t xml:space="preserve">, – </w:t>
      </w:r>
      <w:r w:rsidR="008C5C61" w:rsidRPr="004C3E92">
        <w:t>comment pourrai-je endurer leur pitié</w:t>
      </w:r>
      <w:r>
        <w:t xml:space="preserve"> ? </w:t>
      </w:r>
      <w:r w:rsidR="008C5C61" w:rsidRPr="004C3E92">
        <w:t>La pitié d</w:t>
      </w:r>
      <w:r>
        <w:t>’</w:t>
      </w:r>
      <w:r w:rsidR="008C5C61" w:rsidRPr="004C3E92">
        <w:t>une femme comme lady Middleton</w:t>
      </w:r>
      <w:r>
        <w:t xml:space="preserve"> ! </w:t>
      </w:r>
      <w:r w:rsidR="008C5C61" w:rsidRPr="004C3E92">
        <w:t>Ah</w:t>
      </w:r>
      <w:r>
        <w:t xml:space="preserve">, </w:t>
      </w:r>
      <w:r w:rsidR="008C5C61" w:rsidRPr="004C3E92">
        <w:t>que dirait-il</w:t>
      </w:r>
      <w:r>
        <w:t xml:space="preserve">, </w:t>
      </w:r>
      <w:r w:rsidR="008C5C61" w:rsidRPr="004C3E92">
        <w:t>lui</w:t>
      </w:r>
      <w:r>
        <w:t xml:space="preserve">, </w:t>
      </w:r>
      <w:r w:rsidR="008C5C61" w:rsidRPr="004C3E92">
        <w:t>de cela</w:t>
      </w:r>
      <w:r>
        <w:t> ?</w:t>
      </w:r>
    </w:p>
    <w:p w14:paraId="053A3602" w14:textId="77777777" w:rsidR="004A4993" w:rsidRDefault="008C5C61" w:rsidP="004A4993">
      <w:proofErr w:type="spellStart"/>
      <w:r w:rsidRPr="004C3E92">
        <w:t>Elinor</w:t>
      </w:r>
      <w:proofErr w:type="spellEnd"/>
      <w:r w:rsidRPr="004C3E92">
        <w:t xml:space="preserve"> lui conseilla de s</w:t>
      </w:r>
      <w:r w:rsidR="004A4993">
        <w:t>’</w:t>
      </w:r>
      <w:r w:rsidRPr="004C3E92">
        <w:t>étendre à nouveau</w:t>
      </w:r>
      <w:r w:rsidR="004A4993">
        <w:t xml:space="preserve">, </w:t>
      </w:r>
      <w:r w:rsidRPr="004C3E92">
        <w:t>ce qu</w:t>
      </w:r>
      <w:r w:rsidR="004A4993">
        <w:t>’</w:t>
      </w:r>
      <w:r w:rsidRPr="004C3E92">
        <w:t>elle fit un instant</w:t>
      </w:r>
      <w:r w:rsidR="004A4993">
        <w:t xml:space="preserve"> ; </w:t>
      </w:r>
      <w:r w:rsidRPr="004C3E92">
        <w:t>mais aucune attitude ne pouvait lui donner de l</w:t>
      </w:r>
      <w:r w:rsidR="004A4993">
        <w:t>’</w:t>
      </w:r>
      <w:r w:rsidRPr="004C3E92">
        <w:t>aise</w:t>
      </w:r>
      <w:r w:rsidR="004A4993">
        <w:t xml:space="preserve">, </w:t>
      </w:r>
      <w:r w:rsidRPr="004C3E92">
        <w:t>et</w:t>
      </w:r>
      <w:r w:rsidR="004A4993">
        <w:t xml:space="preserve">, </w:t>
      </w:r>
      <w:r w:rsidRPr="004C3E92">
        <w:t>dans une douloureuse agitation de l</w:t>
      </w:r>
      <w:r w:rsidR="004A4993">
        <w:t>’</w:t>
      </w:r>
      <w:r w:rsidRPr="004C3E92">
        <w:t>esprit et du corps</w:t>
      </w:r>
      <w:r w:rsidR="004A4993">
        <w:t xml:space="preserve">, </w:t>
      </w:r>
      <w:r w:rsidRPr="004C3E92">
        <w:t>elle pa</w:t>
      </w:r>
      <w:r w:rsidRPr="004C3E92">
        <w:t>s</w:t>
      </w:r>
      <w:r w:rsidRPr="004C3E92">
        <w:t>sait d</w:t>
      </w:r>
      <w:r w:rsidR="004A4993">
        <w:t>’</w:t>
      </w:r>
      <w:r w:rsidRPr="004C3E92">
        <w:t>une posture à une autre</w:t>
      </w:r>
      <w:r w:rsidR="004A4993">
        <w:t xml:space="preserve">, </w:t>
      </w:r>
      <w:r w:rsidRPr="004C3E92">
        <w:t>jusqu</w:t>
      </w:r>
      <w:r w:rsidR="004A4993">
        <w:t>’</w:t>
      </w:r>
      <w:r w:rsidRPr="004C3E92">
        <w:t>à ce que</w:t>
      </w:r>
      <w:r w:rsidR="004A4993">
        <w:t xml:space="preserve">, </w:t>
      </w:r>
      <w:r w:rsidRPr="004C3E92">
        <w:t>devenant de plus en plus hystérique</w:t>
      </w:r>
      <w:r w:rsidR="004A4993">
        <w:t xml:space="preserve">, </w:t>
      </w:r>
      <w:r w:rsidRPr="004C3E92">
        <w:t xml:space="preserve">elle put à </w:t>
      </w:r>
      <w:proofErr w:type="spellStart"/>
      <w:r w:rsidRPr="004C3E92">
        <w:t>grand</w:t>
      </w:r>
      <w:r w:rsidR="004A4993">
        <w:t>’</w:t>
      </w:r>
      <w:r w:rsidRPr="004C3E92">
        <w:t>peine</w:t>
      </w:r>
      <w:proofErr w:type="spellEnd"/>
      <w:r w:rsidRPr="004C3E92">
        <w:t xml:space="preserve"> être maintenue sur le lit par sa sœur qui</w:t>
      </w:r>
      <w:r w:rsidR="004A4993">
        <w:t xml:space="preserve">, </w:t>
      </w:r>
      <w:r w:rsidRPr="004C3E92">
        <w:t>pendant quelques instants</w:t>
      </w:r>
      <w:r w:rsidR="004A4993">
        <w:t xml:space="preserve">, </w:t>
      </w:r>
      <w:r w:rsidRPr="004C3E92">
        <w:t>craignit d</w:t>
      </w:r>
      <w:r w:rsidR="004A4993">
        <w:t>’</w:t>
      </w:r>
      <w:r w:rsidRPr="004C3E92">
        <w:t>être contrainte d</w:t>
      </w:r>
      <w:r w:rsidR="004A4993">
        <w:t>’</w:t>
      </w:r>
      <w:r w:rsidRPr="004C3E92">
        <w:t>appeler du secours</w:t>
      </w:r>
      <w:r w:rsidR="004A4993">
        <w:t xml:space="preserve">. </w:t>
      </w:r>
      <w:r w:rsidRPr="004C3E92">
        <w:t>Mais quelques gouttes de l</w:t>
      </w:r>
      <w:r w:rsidRPr="004C3E92">
        <w:t>a</w:t>
      </w:r>
      <w:r w:rsidRPr="004C3E92">
        <w:t>vande</w:t>
      </w:r>
      <w:r w:rsidR="004A4993">
        <w:t xml:space="preserve">, </w:t>
      </w:r>
      <w:r w:rsidRPr="004C3E92">
        <w:t>qu</w:t>
      </w:r>
      <w:r w:rsidR="004A4993">
        <w:t>’</w:t>
      </w:r>
      <w:r w:rsidRPr="004C3E92">
        <w:t>elle se laissa enfin persuader de prendre</w:t>
      </w:r>
      <w:r w:rsidR="004A4993">
        <w:t xml:space="preserve">, </w:t>
      </w:r>
      <w:r w:rsidRPr="004C3E92">
        <w:t>se montr</w:t>
      </w:r>
      <w:r w:rsidRPr="004C3E92">
        <w:t>è</w:t>
      </w:r>
      <w:r w:rsidRPr="004C3E92">
        <w:t>rent efficaces</w:t>
      </w:r>
      <w:r w:rsidR="004A4993">
        <w:t xml:space="preserve"> ; </w:t>
      </w:r>
      <w:r w:rsidRPr="004C3E92">
        <w:t>et depuis ce moment jusqu</w:t>
      </w:r>
      <w:r w:rsidR="004A4993">
        <w:t>’</w:t>
      </w:r>
      <w:r w:rsidRPr="004C3E92">
        <w:t>au retour de Mrs</w:t>
      </w:r>
      <w:r w:rsidR="004A4993">
        <w:t xml:space="preserve">. </w:t>
      </w:r>
      <w:r w:rsidRPr="004C3E92">
        <w:t>Jennings</w:t>
      </w:r>
      <w:r w:rsidR="004A4993">
        <w:t xml:space="preserve">, </w:t>
      </w:r>
      <w:r w:rsidRPr="004C3E92">
        <w:t>elle demeura tranquille et immobile sur le lit</w:t>
      </w:r>
      <w:r w:rsidR="004A4993">
        <w:t>.</w:t>
      </w:r>
    </w:p>
    <w:p w14:paraId="6ABF2119" w14:textId="79C492A1" w:rsidR="008C5C61" w:rsidRPr="004C3E92" w:rsidRDefault="008C5C61" w:rsidP="004A4993">
      <w:pPr>
        <w:pStyle w:val="Titre1"/>
      </w:pPr>
      <w:bookmarkStart w:id="29" w:name="_Toc196409814"/>
      <w:r w:rsidRPr="004C3E92">
        <w:lastRenderedPageBreak/>
        <w:t>CHAPITRE XXX</w:t>
      </w:r>
      <w:bookmarkEnd w:id="29"/>
      <w:r w:rsidRPr="004C3E92">
        <w:br/>
      </w:r>
    </w:p>
    <w:p w14:paraId="03EFB907" w14:textId="77777777" w:rsidR="004A4993" w:rsidRDefault="008C5C61" w:rsidP="004A4993">
      <w:r w:rsidRPr="004C3E92">
        <w:t>Mrs</w:t>
      </w:r>
      <w:r w:rsidR="004A4993">
        <w:t xml:space="preserve">. </w:t>
      </w:r>
      <w:r w:rsidRPr="004C3E92">
        <w:t>Jennings se rendit immédiatement à leur chambre à son retour</w:t>
      </w:r>
      <w:r w:rsidR="004A4993">
        <w:t xml:space="preserve">, </w:t>
      </w:r>
      <w:r w:rsidRPr="004C3E92">
        <w:t>et</w:t>
      </w:r>
      <w:r w:rsidR="004A4993">
        <w:t xml:space="preserve">, </w:t>
      </w:r>
      <w:r w:rsidRPr="004C3E92">
        <w:t>sans attendre qu</w:t>
      </w:r>
      <w:r w:rsidR="004A4993">
        <w:t>’</w:t>
      </w:r>
      <w:r w:rsidRPr="004C3E92">
        <w:t>on eût répondu à sa prière d</w:t>
      </w:r>
      <w:r w:rsidR="004A4993">
        <w:t>’</w:t>
      </w:r>
      <w:r w:rsidRPr="004C3E92">
        <w:t>être admise</w:t>
      </w:r>
      <w:r w:rsidR="004A4993">
        <w:t xml:space="preserve">, </w:t>
      </w:r>
      <w:r w:rsidRPr="004C3E92">
        <w:t>ouvrit la porte et y entra avec un air sincèrement préo</w:t>
      </w:r>
      <w:r w:rsidRPr="004C3E92">
        <w:t>c</w:t>
      </w:r>
      <w:r w:rsidRPr="004C3E92">
        <w:t>cupé</w:t>
      </w:r>
      <w:r w:rsidR="004A4993">
        <w:t>.</w:t>
      </w:r>
    </w:p>
    <w:p w14:paraId="10687460" w14:textId="77777777" w:rsidR="004A4993" w:rsidRDefault="004A4993" w:rsidP="004A4993">
      <w:r>
        <w:t>— </w:t>
      </w:r>
      <w:r w:rsidR="008C5C61" w:rsidRPr="004C3E92">
        <w:t>Comment allez-vous</w:t>
      </w:r>
      <w:r>
        <w:t xml:space="preserve">, </w:t>
      </w:r>
      <w:r w:rsidR="008C5C61" w:rsidRPr="004C3E92">
        <w:t>ma chérie</w:t>
      </w:r>
      <w:r>
        <w:t xml:space="preserve"> ? </w:t>
      </w:r>
      <w:r w:rsidR="008C5C61" w:rsidRPr="004C3E92">
        <w:t>dit-elle</w:t>
      </w:r>
      <w:r>
        <w:t xml:space="preserve">, </w:t>
      </w:r>
      <w:r w:rsidR="008C5C61" w:rsidRPr="004C3E92">
        <w:t>d</w:t>
      </w:r>
      <w:r>
        <w:t>’</w:t>
      </w:r>
      <w:r w:rsidR="008C5C61" w:rsidRPr="004C3E92">
        <w:t>une voix pr</w:t>
      </w:r>
      <w:r w:rsidR="008C5C61" w:rsidRPr="004C3E92">
        <w:t>o</w:t>
      </w:r>
      <w:r w:rsidR="008C5C61" w:rsidRPr="004C3E92">
        <w:t>fondément empreinte de compassion</w:t>
      </w:r>
      <w:r>
        <w:t xml:space="preserve">, </w:t>
      </w:r>
      <w:r w:rsidR="008C5C61" w:rsidRPr="004C3E92">
        <w:t>à Marianne</w:t>
      </w:r>
      <w:r>
        <w:t xml:space="preserve">, </w:t>
      </w:r>
      <w:r w:rsidR="008C5C61" w:rsidRPr="004C3E92">
        <w:t>qui détourna la tête sans tenter de répondre</w:t>
      </w:r>
      <w:r>
        <w:t>.</w:t>
      </w:r>
    </w:p>
    <w:p w14:paraId="73DE1272" w14:textId="1E99E164" w:rsidR="004A4993" w:rsidRDefault="004A4993" w:rsidP="004A4993">
      <w:r>
        <w:t>« </w:t>
      </w:r>
      <w:r w:rsidR="008C5C61" w:rsidRPr="004C3E92">
        <w:t>Comment va-t-elle</w:t>
      </w:r>
      <w:r>
        <w:t xml:space="preserve">, </w:t>
      </w:r>
      <w:r w:rsidR="008C5C61" w:rsidRPr="004C3E92">
        <w:t xml:space="preserve">miss </w:t>
      </w:r>
      <w:proofErr w:type="spellStart"/>
      <w:r w:rsidR="008C5C61" w:rsidRPr="004C3E92">
        <w:t>Dashwood</w:t>
      </w:r>
      <w:proofErr w:type="spellEnd"/>
      <w:r>
        <w:t xml:space="preserve"> ? </w:t>
      </w:r>
      <w:r w:rsidR="008C5C61" w:rsidRPr="004C3E92">
        <w:t>Pauvre petite</w:t>
      </w:r>
      <w:r>
        <w:t xml:space="preserve"> ! </w:t>
      </w:r>
      <w:r w:rsidR="008C5C61" w:rsidRPr="004C3E92">
        <w:t>Elle a vraiment fort mauvaise mine</w:t>
      </w:r>
      <w:r>
        <w:t xml:space="preserve">. </w:t>
      </w:r>
      <w:r w:rsidR="008C5C61" w:rsidRPr="004C3E92">
        <w:t>Et ce n</w:t>
      </w:r>
      <w:r>
        <w:t>’</w:t>
      </w:r>
      <w:r w:rsidR="008C5C61" w:rsidRPr="004C3E92">
        <w:t>est pas étonnant</w:t>
      </w:r>
      <w:r>
        <w:t xml:space="preserve">. </w:t>
      </w:r>
      <w:r w:rsidR="008C5C61" w:rsidRPr="004C3E92">
        <w:t>Oui</w:t>
      </w:r>
      <w:r>
        <w:t xml:space="preserve">, </w:t>
      </w:r>
      <w:r w:rsidR="008C5C61" w:rsidRPr="004C3E92">
        <w:t>ce n</w:t>
      </w:r>
      <w:r>
        <w:t>’</w:t>
      </w:r>
      <w:r w:rsidR="008C5C61" w:rsidRPr="004C3E92">
        <w:t>est que trop vrai</w:t>
      </w:r>
      <w:r>
        <w:t xml:space="preserve">. </w:t>
      </w:r>
      <w:r w:rsidR="008C5C61" w:rsidRPr="004C3E92">
        <w:t>Il doit se marier très prochainement</w:t>
      </w:r>
      <w:r>
        <w:t xml:space="preserve"> – </w:t>
      </w:r>
      <w:r w:rsidR="008C5C61" w:rsidRPr="004C3E92">
        <w:t>c</w:t>
      </w:r>
      <w:r>
        <w:t>’</w:t>
      </w:r>
      <w:r w:rsidR="008C5C61" w:rsidRPr="004C3E92">
        <w:t>est un propre à rien</w:t>
      </w:r>
      <w:r>
        <w:t xml:space="preserve"> ! </w:t>
      </w:r>
      <w:r w:rsidR="008C5C61" w:rsidRPr="004C3E92">
        <w:t>Il lasse ma patience</w:t>
      </w:r>
      <w:r>
        <w:t xml:space="preserve">. </w:t>
      </w:r>
      <w:r w:rsidR="008C5C61" w:rsidRPr="004C3E92">
        <w:t>Mrs</w:t>
      </w:r>
      <w:r>
        <w:t xml:space="preserve">. </w:t>
      </w:r>
      <w:r w:rsidR="008C5C61" w:rsidRPr="004C3E92">
        <w:t>Taylor m</w:t>
      </w:r>
      <w:r>
        <w:t>’</w:t>
      </w:r>
      <w:r w:rsidR="008C5C61" w:rsidRPr="004C3E92">
        <w:t>en a parlé il y a une demi-heure</w:t>
      </w:r>
      <w:r>
        <w:t xml:space="preserve">, </w:t>
      </w:r>
      <w:r w:rsidR="008C5C61" w:rsidRPr="004C3E92">
        <w:t>et elle tient ça d</w:t>
      </w:r>
      <w:r>
        <w:t>’</w:t>
      </w:r>
      <w:r w:rsidR="008C5C61" w:rsidRPr="004C3E92">
        <w:t>une amie intime de miss Grey elle-même</w:t>
      </w:r>
      <w:r>
        <w:t xml:space="preserve">, </w:t>
      </w:r>
      <w:r w:rsidR="008C5C61" w:rsidRPr="004C3E92">
        <w:t>sinon je suis bien sûre que je ne l</w:t>
      </w:r>
      <w:r>
        <w:t>’</w:t>
      </w:r>
      <w:r w:rsidR="008C5C61" w:rsidRPr="004C3E92">
        <w:t>aurais pas cru</w:t>
      </w:r>
      <w:r>
        <w:t xml:space="preserve"> ; </w:t>
      </w:r>
      <w:r w:rsidR="008C5C61" w:rsidRPr="004C3E92">
        <w:t>et déjà comme ça</w:t>
      </w:r>
      <w:r>
        <w:t xml:space="preserve">, </w:t>
      </w:r>
      <w:r w:rsidR="008C5C61" w:rsidRPr="004C3E92">
        <w:t>j</w:t>
      </w:r>
      <w:r>
        <w:t>’</w:t>
      </w:r>
      <w:r w:rsidR="008C5C61" w:rsidRPr="004C3E92">
        <w:t>étais presque prête à en tomber assise</w:t>
      </w:r>
      <w:r>
        <w:t> ! « </w:t>
      </w:r>
      <w:r w:rsidR="008C5C61" w:rsidRPr="004C3E92">
        <w:t>Eh bien</w:t>
      </w:r>
      <w:r>
        <w:t xml:space="preserve">, </w:t>
      </w:r>
      <w:r w:rsidR="008C5C61" w:rsidRPr="004C3E92">
        <w:t>lui ai-je dit</w:t>
      </w:r>
      <w:r>
        <w:t xml:space="preserve">, </w:t>
      </w:r>
      <w:r w:rsidR="008C5C61" w:rsidRPr="004C3E92">
        <w:t>tout ce que je peux dire</w:t>
      </w:r>
      <w:r>
        <w:t xml:space="preserve">, </w:t>
      </w:r>
      <w:r w:rsidR="008C5C61" w:rsidRPr="004C3E92">
        <w:t>c</w:t>
      </w:r>
      <w:r>
        <w:t>’</w:t>
      </w:r>
      <w:r w:rsidR="008C5C61" w:rsidRPr="004C3E92">
        <w:t>est que</w:t>
      </w:r>
      <w:r>
        <w:t xml:space="preserve">, </w:t>
      </w:r>
      <w:r w:rsidR="008C5C61" w:rsidRPr="004C3E92">
        <w:t>si c</w:t>
      </w:r>
      <w:r>
        <w:t>’</w:t>
      </w:r>
      <w:r w:rsidR="008C5C61" w:rsidRPr="004C3E92">
        <w:t>est vrai</w:t>
      </w:r>
      <w:r>
        <w:t xml:space="preserve">, </w:t>
      </w:r>
      <w:r w:rsidR="008C5C61" w:rsidRPr="004C3E92">
        <w:t>il a abominablement traité une jeune fille de ma connai</w:t>
      </w:r>
      <w:r w:rsidR="008C5C61" w:rsidRPr="004C3E92">
        <w:t>s</w:t>
      </w:r>
      <w:r w:rsidR="008C5C61" w:rsidRPr="004C3E92">
        <w:t>sance</w:t>
      </w:r>
      <w:r>
        <w:t xml:space="preserve">, </w:t>
      </w:r>
      <w:r w:rsidR="008C5C61" w:rsidRPr="004C3E92">
        <w:t>et je souhaite de toute mon âme que sa femme soit un fléau qui lui ronge le cœur</w:t>
      </w:r>
      <w:r>
        <w:t>. »</w:t>
      </w:r>
      <w:r w:rsidR="008C5C61" w:rsidRPr="004C3E92">
        <w:t xml:space="preserve"> Et c</w:t>
      </w:r>
      <w:r>
        <w:t>’</w:t>
      </w:r>
      <w:r w:rsidR="008C5C61" w:rsidRPr="004C3E92">
        <w:t>est ce que je dirai toujours</w:t>
      </w:r>
      <w:r>
        <w:t xml:space="preserve">, </w:t>
      </w:r>
      <w:r w:rsidR="008C5C61" w:rsidRPr="004C3E92">
        <w:t>ma chérie</w:t>
      </w:r>
      <w:r>
        <w:t xml:space="preserve">, </w:t>
      </w:r>
      <w:r w:rsidR="008C5C61" w:rsidRPr="004C3E92">
        <w:t>vous pouvez y compter</w:t>
      </w:r>
      <w:r>
        <w:t xml:space="preserve">. </w:t>
      </w:r>
      <w:r w:rsidR="008C5C61" w:rsidRPr="004C3E92">
        <w:t>Je ne m</w:t>
      </w:r>
      <w:r>
        <w:t>’</w:t>
      </w:r>
      <w:r w:rsidR="008C5C61" w:rsidRPr="004C3E92">
        <w:t>imagine pas les hommes se conduisant de cette façon</w:t>
      </w:r>
      <w:r>
        <w:t xml:space="preserve"> ; </w:t>
      </w:r>
      <w:r w:rsidR="008C5C61" w:rsidRPr="004C3E92">
        <w:t>et si jamais je le revois</w:t>
      </w:r>
      <w:r>
        <w:t xml:space="preserve">, </w:t>
      </w:r>
      <w:r w:rsidR="008C5C61" w:rsidRPr="004C3E92">
        <w:t>je lui do</w:t>
      </w:r>
      <w:r w:rsidR="008C5C61" w:rsidRPr="004C3E92">
        <w:t>n</w:t>
      </w:r>
      <w:r w:rsidR="008C5C61" w:rsidRPr="004C3E92">
        <w:t>nerai un abattage comme il n</w:t>
      </w:r>
      <w:r>
        <w:t>’</w:t>
      </w:r>
      <w:r w:rsidR="008C5C61" w:rsidRPr="004C3E92">
        <w:t>en a pas eu depuis bien lon</w:t>
      </w:r>
      <w:r w:rsidR="008C5C61" w:rsidRPr="004C3E92">
        <w:t>g</w:t>
      </w:r>
      <w:r w:rsidR="008C5C61" w:rsidRPr="004C3E92">
        <w:t>temps</w:t>
      </w:r>
      <w:r>
        <w:t xml:space="preserve"> ! </w:t>
      </w:r>
      <w:r w:rsidR="008C5C61" w:rsidRPr="004C3E92">
        <w:t>Mais il y a une consolation</w:t>
      </w:r>
      <w:r>
        <w:t xml:space="preserve">, </w:t>
      </w:r>
      <w:r w:rsidR="008C5C61" w:rsidRPr="004C3E92">
        <w:t>ma chère miss Marianne</w:t>
      </w:r>
      <w:r>
        <w:t xml:space="preserve"> ; </w:t>
      </w:r>
      <w:r w:rsidR="008C5C61" w:rsidRPr="004C3E92">
        <w:t>il n</w:t>
      </w:r>
      <w:r>
        <w:t>’</w:t>
      </w:r>
      <w:r w:rsidR="008C5C61" w:rsidRPr="004C3E92">
        <w:t>est pas le seul jeune homme au monde qui mérite qu</w:t>
      </w:r>
      <w:r>
        <w:t>’</w:t>
      </w:r>
      <w:r w:rsidR="008C5C61" w:rsidRPr="004C3E92">
        <w:t>on s</w:t>
      </w:r>
      <w:r>
        <w:t>’</w:t>
      </w:r>
      <w:r w:rsidR="008C5C61" w:rsidRPr="004C3E92">
        <w:t>assure de lui</w:t>
      </w:r>
      <w:r>
        <w:t xml:space="preserve">, </w:t>
      </w:r>
      <w:r w:rsidR="008C5C61" w:rsidRPr="004C3E92">
        <w:t>et avec votre joli visage</w:t>
      </w:r>
      <w:r>
        <w:t xml:space="preserve">, </w:t>
      </w:r>
      <w:r w:rsidR="008C5C61" w:rsidRPr="004C3E92">
        <w:t>vous ne manquerez j</w:t>
      </w:r>
      <w:r w:rsidR="008C5C61" w:rsidRPr="004C3E92">
        <w:t>a</w:t>
      </w:r>
      <w:r w:rsidR="008C5C61" w:rsidRPr="004C3E92">
        <w:t>mais d</w:t>
      </w:r>
      <w:r>
        <w:t>’</w:t>
      </w:r>
      <w:r w:rsidR="008C5C61" w:rsidRPr="004C3E92">
        <w:t>admirateurs</w:t>
      </w:r>
      <w:r>
        <w:t xml:space="preserve">. </w:t>
      </w:r>
      <w:r w:rsidR="008C5C61" w:rsidRPr="004C3E92">
        <w:t>Allons</w:t>
      </w:r>
      <w:r>
        <w:t xml:space="preserve">, </w:t>
      </w:r>
      <w:r w:rsidR="008C5C61" w:rsidRPr="004C3E92">
        <w:t>pauvre petite</w:t>
      </w:r>
      <w:r>
        <w:t xml:space="preserve"> ! </w:t>
      </w:r>
      <w:r w:rsidR="008C5C61" w:rsidRPr="004C3E92">
        <w:t>Je ne veux pas la d</w:t>
      </w:r>
      <w:r w:rsidR="008C5C61" w:rsidRPr="004C3E92">
        <w:t>é</w:t>
      </w:r>
      <w:r w:rsidR="008C5C61" w:rsidRPr="004C3E92">
        <w:t>ranger plus longtemps</w:t>
      </w:r>
      <w:r>
        <w:t xml:space="preserve">, </w:t>
      </w:r>
      <w:r w:rsidR="008C5C61" w:rsidRPr="004C3E92">
        <w:t>parce qu</w:t>
      </w:r>
      <w:r>
        <w:t>’</w:t>
      </w:r>
      <w:r w:rsidR="008C5C61" w:rsidRPr="004C3E92">
        <w:t>il vaut mieux qu</w:t>
      </w:r>
      <w:r>
        <w:t>’</w:t>
      </w:r>
      <w:r w:rsidR="008C5C61" w:rsidRPr="004C3E92">
        <w:t>elle pleure tout son soûl</w:t>
      </w:r>
      <w:r>
        <w:t xml:space="preserve">, </w:t>
      </w:r>
      <w:r w:rsidR="008C5C61" w:rsidRPr="004C3E92">
        <w:lastRenderedPageBreak/>
        <w:t>et que ce soit fini</w:t>
      </w:r>
      <w:r>
        <w:t xml:space="preserve">. </w:t>
      </w:r>
      <w:r w:rsidR="008C5C61" w:rsidRPr="004C3E92">
        <w:t>Heureusement</w:t>
      </w:r>
      <w:r>
        <w:t xml:space="preserve">, </w:t>
      </w:r>
      <w:r w:rsidR="008C5C61" w:rsidRPr="004C3E92">
        <w:t>les Parry et les Sanderson viennent ce soir</w:t>
      </w:r>
      <w:r>
        <w:t xml:space="preserve">, </w:t>
      </w:r>
      <w:r w:rsidR="008C5C61" w:rsidRPr="004C3E92">
        <w:t>et ça l</w:t>
      </w:r>
      <w:r>
        <w:t>’</w:t>
      </w:r>
      <w:r w:rsidR="008C5C61" w:rsidRPr="004C3E92">
        <w:t>amusera</w:t>
      </w:r>
      <w:r>
        <w:t>. »</w:t>
      </w:r>
    </w:p>
    <w:p w14:paraId="059FD794" w14:textId="77777777" w:rsidR="004A4993" w:rsidRDefault="008C5C61" w:rsidP="004A4993">
      <w:r w:rsidRPr="004C3E92">
        <w:t>Après quoi elle s</w:t>
      </w:r>
      <w:r w:rsidR="004A4993">
        <w:t>’</w:t>
      </w:r>
      <w:r w:rsidRPr="004C3E92">
        <w:t>en alla</w:t>
      </w:r>
      <w:r w:rsidR="004A4993">
        <w:t xml:space="preserve">, </w:t>
      </w:r>
      <w:r w:rsidRPr="004C3E92">
        <w:t>sortant de la pièce sur la pointe des pieds</w:t>
      </w:r>
      <w:r w:rsidR="004A4993">
        <w:t xml:space="preserve">, </w:t>
      </w:r>
      <w:r w:rsidRPr="004C3E92">
        <w:t xml:space="preserve">comme si elle avait pensé que le chagrin de sa jeune amie </w:t>
      </w:r>
      <w:proofErr w:type="gramStart"/>
      <w:r w:rsidRPr="004C3E92">
        <w:t>pût</w:t>
      </w:r>
      <w:proofErr w:type="gramEnd"/>
      <w:r w:rsidRPr="004C3E92">
        <w:t xml:space="preserve"> être accru par le bruit</w:t>
      </w:r>
      <w:r w:rsidR="004A4993">
        <w:t>.</w:t>
      </w:r>
    </w:p>
    <w:p w14:paraId="7790FD25" w14:textId="77777777" w:rsidR="004A4993" w:rsidRDefault="008C5C61" w:rsidP="004A4993">
      <w:r w:rsidRPr="004C3E92">
        <w:t>Marianne</w:t>
      </w:r>
      <w:r w:rsidR="004A4993">
        <w:t xml:space="preserve">, </w:t>
      </w:r>
      <w:r w:rsidRPr="004C3E92">
        <w:t>à la surprise de sa sœur</w:t>
      </w:r>
      <w:r w:rsidR="004A4993">
        <w:t xml:space="preserve">, </w:t>
      </w:r>
      <w:r w:rsidRPr="004C3E92">
        <w:t>résolut de dîner avec les autres</w:t>
      </w:r>
      <w:r w:rsidR="004A4993">
        <w:t xml:space="preserve">. </w:t>
      </w:r>
      <w:proofErr w:type="spellStart"/>
      <w:r w:rsidRPr="004C3E92">
        <w:t>Elinor</w:t>
      </w:r>
      <w:proofErr w:type="spellEnd"/>
      <w:r w:rsidRPr="004C3E92">
        <w:t xml:space="preserve"> alla même jusqu</w:t>
      </w:r>
      <w:r w:rsidR="004A4993">
        <w:t>’</w:t>
      </w:r>
      <w:r w:rsidRPr="004C3E92">
        <w:t>à le lui déconseiller</w:t>
      </w:r>
      <w:r w:rsidR="004A4993">
        <w:t xml:space="preserve">. </w:t>
      </w:r>
      <w:r w:rsidRPr="004C3E92">
        <w:t>Mais</w:t>
      </w:r>
      <w:r w:rsidR="004A4993">
        <w:t> : « </w:t>
      </w:r>
      <w:r w:rsidRPr="004C3E92">
        <w:t>Non</w:t>
      </w:r>
      <w:r w:rsidR="004A4993">
        <w:t xml:space="preserve">, </w:t>
      </w:r>
      <w:r w:rsidRPr="004C3E92">
        <w:t>elle voulait descendre</w:t>
      </w:r>
      <w:r w:rsidR="004A4993">
        <w:t xml:space="preserve"> ; </w:t>
      </w:r>
      <w:r w:rsidRPr="004C3E92">
        <w:t>elle le supporterait parfaitement</w:t>
      </w:r>
      <w:r w:rsidR="004A4993">
        <w:t xml:space="preserve">, </w:t>
      </w:r>
      <w:r w:rsidRPr="004C3E92">
        <w:t>et les papotages sur son compte seraient moindres</w:t>
      </w:r>
      <w:r w:rsidR="004A4993">
        <w:t>. »</w:t>
      </w:r>
      <w:r w:rsidRPr="004C3E92">
        <w:t xml:space="preserve"> </w:t>
      </w:r>
      <w:proofErr w:type="spellStart"/>
      <w:r w:rsidRPr="004C3E92">
        <w:t>Elinor</w:t>
      </w:r>
      <w:proofErr w:type="spellEnd"/>
      <w:r w:rsidR="004A4993">
        <w:t xml:space="preserve">, </w:t>
      </w:r>
      <w:r w:rsidRPr="004C3E92">
        <w:t>contente de la voir pour un instant mue par un tel motif</w:t>
      </w:r>
      <w:r w:rsidR="004A4993">
        <w:t xml:space="preserve">, </w:t>
      </w:r>
      <w:r w:rsidRPr="004C3E92">
        <w:t>bien qu</w:t>
      </w:r>
      <w:r w:rsidR="004A4993">
        <w:t>’</w:t>
      </w:r>
      <w:r w:rsidRPr="004C3E92">
        <w:t>elle crût à peine possible qu</w:t>
      </w:r>
      <w:r w:rsidR="004A4993">
        <w:t>’</w:t>
      </w:r>
      <w:r w:rsidRPr="004C3E92">
        <w:t>elle pût résister jusqu</w:t>
      </w:r>
      <w:r w:rsidR="004A4993">
        <w:t>’</w:t>
      </w:r>
      <w:r w:rsidRPr="004C3E92">
        <w:t>à la fin du dîner</w:t>
      </w:r>
      <w:r w:rsidR="004A4993">
        <w:t xml:space="preserve">, </w:t>
      </w:r>
      <w:r w:rsidRPr="004C3E92">
        <w:t>n</w:t>
      </w:r>
      <w:r w:rsidR="004A4993">
        <w:t>’</w:t>
      </w:r>
      <w:r w:rsidRPr="004C3E92">
        <w:t>en dit pas plus long</w:t>
      </w:r>
      <w:r w:rsidR="004A4993">
        <w:t xml:space="preserve"> ; </w:t>
      </w:r>
      <w:r w:rsidRPr="004C3E92">
        <w:t>et</w:t>
      </w:r>
      <w:r w:rsidR="004A4993">
        <w:t xml:space="preserve">, </w:t>
      </w:r>
      <w:r w:rsidRPr="004C3E92">
        <w:t>lui ajustant sa robe aussi bien qu</w:t>
      </w:r>
      <w:r w:rsidR="004A4993">
        <w:t>’</w:t>
      </w:r>
      <w:r w:rsidRPr="004C3E92">
        <w:t>elle le pouvait pendant que Marianne était encore sur le lit</w:t>
      </w:r>
      <w:r w:rsidR="004A4993">
        <w:t xml:space="preserve">, </w:t>
      </w:r>
      <w:r w:rsidRPr="004C3E92">
        <w:t>fut prête à l</w:t>
      </w:r>
      <w:r w:rsidR="004A4993">
        <w:t>’</w:t>
      </w:r>
      <w:r w:rsidRPr="004C3E92">
        <w:t>aider à se rendre à la salle à manger dès qu</w:t>
      </w:r>
      <w:r w:rsidR="004A4993">
        <w:t>’</w:t>
      </w:r>
      <w:r w:rsidRPr="004C3E92">
        <w:t>on les y appellerait</w:t>
      </w:r>
      <w:r w:rsidR="004A4993">
        <w:t>.</w:t>
      </w:r>
    </w:p>
    <w:p w14:paraId="5CA2D809" w14:textId="77777777" w:rsidR="004A4993" w:rsidRDefault="008C5C61" w:rsidP="004A4993">
      <w:r w:rsidRPr="004C3E92">
        <w:t>Une fois qu</w:t>
      </w:r>
      <w:r w:rsidR="004A4993">
        <w:t>’</w:t>
      </w:r>
      <w:r w:rsidRPr="004C3E92">
        <w:t>elle y fut</w:t>
      </w:r>
      <w:r w:rsidR="004A4993">
        <w:t xml:space="preserve">, </w:t>
      </w:r>
      <w:r w:rsidRPr="004C3E92">
        <w:t>bien qu</w:t>
      </w:r>
      <w:r w:rsidR="004A4993">
        <w:t>’</w:t>
      </w:r>
      <w:r w:rsidRPr="004C3E92">
        <w:t>elle eût l</w:t>
      </w:r>
      <w:r w:rsidR="004A4993">
        <w:t>’</w:t>
      </w:r>
      <w:r w:rsidRPr="004C3E92">
        <w:t>air fort malheure</w:t>
      </w:r>
      <w:r w:rsidRPr="004C3E92">
        <w:t>u</w:t>
      </w:r>
      <w:r w:rsidRPr="004C3E92">
        <w:t>se</w:t>
      </w:r>
      <w:r w:rsidR="004A4993">
        <w:t xml:space="preserve">, </w:t>
      </w:r>
      <w:r w:rsidRPr="004C3E92">
        <w:t>elle mangea mieux et fut plus calme que sa sœur ne l</w:t>
      </w:r>
      <w:r w:rsidR="004A4993">
        <w:t>’</w:t>
      </w:r>
      <w:r w:rsidRPr="004C3E92">
        <w:t>avait espéré</w:t>
      </w:r>
      <w:r w:rsidR="004A4993">
        <w:t xml:space="preserve">. </w:t>
      </w:r>
      <w:r w:rsidRPr="004C3E92">
        <w:t>Si elle avait essayé de parler</w:t>
      </w:r>
      <w:r w:rsidR="004A4993">
        <w:t xml:space="preserve">, </w:t>
      </w:r>
      <w:r w:rsidRPr="004C3E92">
        <w:t>ou si elle avait eu conscie</w:t>
      </w:r>
      <w:r w:rsidRPr="004C3E92">
        <w:t>n</w:t>
      </w:r>
      <w:r w:rsidRPr="004C3E92">
        <w:t>ce de la moitié des attentions bien intentionnées mais maladro</w:t>
      </w:r>
      <w:r w:rsidRPr="004C3E92">
        <w:t>i</w:t>
      </w:r>
      <w:r w:rsidRPr="004C3E92">
        <w:t>tes à son égard</w:t>
      </w:r>
      <w:r w:rsidR="004A4993">
        <w:t xml:space="preserve">, </w:t>
      </w:r>
      <w:r w:rsidRPr="004C3E92">
        <w:t>ce calme n</w:t>
      </w:r>
      <w:r w:rsidR="004A4993">
        <w:t>’</w:t>
      </w:r>
      <w:r w:rsidRPr="004C3E92">
        <w:t>eût pu être maintenu</w:t>
      </w:r>
      <w:r w:rsidR="004A4993">
        <w:t xml:space="preserve"> ; </w:t>
      </w:r>
      <w:r w:rsidRPr="004C3E92">
        <w:t>mais pas une syllabe ne s</w:t>
      </w:r>
      <w:r w:rsidR="004A4993">
        <w:t>’</w:t>
      </w:r>
      <w:r w:rsidRPr="004C3E92">
        <w:t>échappa de ses lèvres</w:t>
      </w:r>
      <w:r w:rsidR="004A4993">
        <w:t xml:space="preserve">, </w:t>
      </w:r>
      <w:r w:rsidRPr="004C3E92">
        <w:t>et ses pensées</w:t>
      </w:r>
      <w:r w:rsidR="004A4993">
        <w:t xml:space="preserve">, </w:t>
      </w:r>
      <w:r w:rsidRPr="004C3E92">
        <w:t>attirées ai</w:t>
      </w:r>
      <w:r w:rsidRPr="004C3E92">
        <w:t>l</w:t>
      </w:r>
      <w:r w:rsidRPr="004C3E92">
        <w:t>leurs</w:t>
      </w:r>
      <w:r w:rsidR="004A4993">
        <w:t xml:space="preserve">, </w:t>
      </w:r>
      <w:r w:rsidRPr="004C3E92">
        <w:t>la tinrent dans l</w:t>
      </w:r>
      <w:r w:rsidR="004A4993">
        <w:t>’</w:t>
      </w:r>
      <w:r w:rsidRPr="004C3E92">
        <w:t>ignorance de tout ce qui se passait devant elle</w:t>
      </w:r>
      <w:r w:rsidR="004A4993">
        <w:t>.</w:t>
      </w:r>
    </w:p>
    <w:p w14:paraId="2C101574" w14:textId="77777777" w:rsidR="004A4993" w:rsidRDefault="008C5C61" w:rsidP="004A4993">
      <w:proofErr w:type="spellStart"/>
      <w:r w:rsidRPr="004C3E92">
        <w:t>Elinor</w:t>
      </w:r>
      <w:proofErr w:type="spellEnd"/>
      <w:r w:rsidR="004A4993">
        <w:t xml:space="preserve">, </w:t>
      </w:r>
      <w:r w:rsidRPr="004C3E92">
        <w:t>qui appréciait comme il convenait l</w:t>
      </w:r>
      <w:r w:rsidR="004A4993">
        <w:t>’</w:t>
      </w:r>
      <w:r w:rsidRPr="004C3E92">
        <w:t>amabilité de Mrs</w:t>
      </w:r>
      <w:r w:rsidR="004A4993">
        <w:t xml:space="preserve">. </w:t>
      </w:r>
      <w:r w:rsidRPr="004C3E92">
        <w:t>Jennings</w:t>
      </w:r>
      <w:r w:rsidR="004A4993">
        <w:t xml:space="preserve">, </w:t>
      </w:r>
      <w:r w:rsidRPr="004C3E92">
        <w:t>bien que les effusions en fussent souvent ma</w:t>
      </w:r>
      <w:r w:rsidRPr="004C3E92">
        <w:t>l</w:t>
      </w:r>
      <w:r w:rsidRPr="004C3E92">
        <w:t>heureuses</w:t>
      </w:r>
      <w:r w:rsidR="004A4993">
        <w:t xml:space="preserve">, </w:t>
      </w:r>
      <w:r w:rsidRPr="004C3E92">
        <w:t>et parfois même ridicules</w:t>
      </w:r>
      <w:r w:rsidR="004A4993">
        <w:t xml:space="preserve">, </w:t>
      </w:r>
      <w:r w:rsidRPr="004C3E92">
        <w:t>lui en adressa les reme</w:t>
      </w:r>
      <w:r w:rsidRPr="004C3E92">
        <w:t>r</w:t>
      </w:r>
      <w:r w:rsidRPr="004C3E92">
        <w:t>ciements</w:t>
      </w:r>
      <w:r w:rsidR="004A4993">
        <w:t xml:space="preserve">, </w:t>
      </w:r>
      <w:r w:rsidRPr="004C3E92">
        <w:t>et lui servit en retour les civilités</w:t>
      </w:r>
      <w:r w:rsidR="004A4993">
        <w:t xml:space="preserve">, </w:t>
      </w:r>
      <w:r w:rsidRPr="004C3E92">
        <w:t>que sa sœur était incapable d</w:t>
      </w:r>
      <w:r w:rsidR="004A4993">
        <w:t>’</w:t>
      </w:r>
      <w:r w:rsidRPr="004C3E92">
        <w:t>adresser ou de servir pour son propre compte</w:t>
      </w:r>
      <w:r w:rsidR="004A4993">
        <w:t xml:space="preserve">. </w:t>
      </w:r>
      <w:r w:rsidRPr="004C3E92">
        <w:t>Leur excellente amie vit que Marianne était malheureuse</w:t>
      </w:r>
      <w:r w:rsidR="004A4993">
        <w:t xml:space="preserve">, </w:t>
      </w:r>
      <w:r w:rsidRPr="004C3E92">
        <w:t>et se rendit compte qu</w:t>
      </w:r>
      <w:r w:rsidR="004A4993">
        <w:t>’</w:t>
      </w:r>
      <w:r w:rsidRPr="004C3E92">
        <w:t>elle avait droit à tout ce qui pourrait tant soit peu lui alléger sa peine</w:t>
      </w:r>
      <w:r w:rsidR="004A4993">
        <w:t xml:space="preserve">. </w:t>
      </w:r>
      <w:r w:rsidRPr="004C3E92">
        <w:t xml:space="preserve">Elle la traita donc avec toute </w:t>
      </w:r>
      <w:r w:rsidRPr="004C3E92">
        <w:lastRenderedPageBreak/>
        <w:t>l</w:t>
      </w:r>
      <w:r w:rsidR="004A4993">
        <w:t>’</w:t>
      </w:r>
      <w:r w:rsidRPr="004C3E92">
        <w:t>indulgente bonté d</w:t>
      </w:r>
      <w:r w:rsidR="004A4993">
        <w:t>’</w:t>
      </w:r>
      <w:r w:rsidRPr="004C3E92">
        <w:t>une mère envers une enfant préférée</w:t>
      </w:r>
      <w:r w:rsidR="004A4993">
        <w:t xml:space="preserve">, </w:t>
      </w:r>
      <w:r w:rsidRPr="004C3E92">
        <w:t>le dernier jour de ses vacances</w:t>
      </w:r>
      <w:r w:rsidR="004A4993">
        <w:t xml:space="preserve">. </w:t>
      </w:r>
      <w:r w:rsidRPr="004C3E92">
        <w:t>Il fallut donner à Marianne la meilleure place auprès du feu</w:t>
      </w:r>
      <w:r w:rsidR="004A4993">
        <w:t xml:space="preserve">, </w:t>
      </w:r>
      <w:r w:rsidRPr="004C3E92">
        <w:t>la tenter de manger en lui présentant toutes les chatt</w:t>
      </w:r>
      <w:r w:rsidRPr="004C3E92">
        <w:t>e</w:t>
      </w:r>
      <w:r w:rsidRPr="004C3E92">
        <w:t>ries qui se trouvaient dans la maison</w:t>
      </w:r>
      <w:r w:rsidR="004A4993">
        <w:t xml:space="preserve">, </w:t>
      </w:r>
      <w:r w:rsidRPr="004C3E92">
        <w:t>et l</w:t>
      </w:r>
      <w:r w:rsidR="004A4993">
        <w:t>’</w:t>
      </w:r>
      <w:r w:rsidRPr="004C3E92">
        <w:t>amuser en lui contant toutes les nouvelles du jour</w:t>
      </w:r>
      <w:r w:rsidR="004A4993">
        <w:t xml:space="preserve">. </w:t>
      </w:r>
      <w:r w:rsidRPr="004C3E92">
        <w:t xml:space="preserve">Si </w:t>
      </w:r>
      <w:proofErr w:type="spellStart"/>
      <w:r w:rsidRPr="004C3E92">
        <w:t>Elinor</w:t>
      </w:r>
      <w:proofErr w:type="spellEnd"/>
      <w:r w:rsidRPr="004C3E92">
        <w:t xml:space="preserve"> n</w:t>
      </w:r>
      <w:r w:rsidR="004A4993">
        <w:t>’</w:t>
      </w:r>
      <w:r w:rsidRPr="004C3E92">
        <w:t>avait pas vu</w:t>
      </w:r>
      <w:r w:rsidR="004A4993">
        <w:t xml:space="preserve">, </w:t>
      </w:r>
      <w:r w:rsidRPr="004C3E92">
        <w:t>sur le vis</w:t>
      </w:r>
      <w:r w:rsidRPr="004C3E92">
        <w:t>a</w:t>
      </w:r>
      <w:r w:rsidRPr="004C3E92">
        <w:t>ge attristé de sa sœur</w:t>
      </w:r>
      <w:r w:rsidR="004A4993">
        <w:t xml:space="preserve">, </w:t>
      </w:r>
      <w:r w:rsidRPr="004C3E92">
        <w:t>un obstacle à toute gaieté</w:t>
      </w:r>
      <w:r w:rsidR="004A4993">
        <w:t xml:space="preserve">, </w:t>
      </w:r>
      <w:r w:rsidRPr="004C3E92">
        <w:t>elle aurait pu être divertie par les efforts déployés par Mrs</w:t>
      </w:r>
      <w:r w:rsidR="004A4993">
        <w:t xml:space="preserve">. </w:t>
      </w:r>
      <w:r w:rsidRPr="004C3E92">
        <w:t>Jennings en vue de guérir une déception amoureuse au moyen d</w:t>
      </w:r>
      <w:r w:rsidR="004A4993">
        <w:t>’</w:t>
      </w:r>
      <w:r w:rsidRPr="004C3E92">
        <w:t>une diversité de douceurs et d</w:t>
      </w:r>
      <w:r w:rsidR="004A4993">
        <w:t>’</w:t>
      </w:r>
      <w:r w:rsidRPr="004C3E92">
        <w:t>olives</w:t>
      </w:r>
      <w:r w:rsidR="004A4993">
        <w:t xml:space="preserve">, </w:t>
      </w:r>
      <w:r w:rsidRPr="004C3E92">
        <w:t>et d</w:t>
      </w:r>
      <w:r w:rsidR="004A4993">
        <w:t>’</w:t>
      </w:r>
      <w:r w:rsidRPr="004C3E92">
        <w:t>un bon feu</w:t>
      </w:r>
      <w:r w:rsidR="004A4993">
        <w:t xml:space="preserve">. </w:t>
      </w:r>
      <w:r w:rsidRPr="004C3E92">
        <w:t>Mais aussitôt que tout cela fut imprégné de force</w:t>
      </w:r>
      <w:r w:rsidR="004A4993">
        <w:t xml:space="preserve">, </w:t>
      </w:r>
      <w:r w:rsidRPr="004C3E92">
        <w:t>par la répétition continuelle</w:t>
      </w:r>
      <w:r w:rsidR="004A4993">
        <w:t xml:space="preserve">, </w:t>
      </w:r>
      <w:r w:rsidRPr="004C3E92">
        <w:t>sur le con</w:t>
      </w:r>
      <w:r w:rsidRPr="004C3E92">
        <w:t>s</w:t>
      </w:r>
      <w:r w:rsidRPr="004C3E92">
        <w:t>cient de Marianne</w:t>
      </w:r>
      <w:r w:rsidR="004A4993">
        <w:t xml:space="preserve">, </w:t>
      </w:r>
      <w:r w:rsidRPr="004C3E92">
        <w:t>elle fut incapable de rester plus longtemps</w:t>
      </w:r>
      <w:r w:rsidR="004A4993">
        <w:t xml:space="preserve">. </w:t>
      </w:r>
      <w:r w:rsidRPr="004C3E92">
        <w:t>Avec une rapide exclamation de détresse</w:t>
      </w:r>
      <w:r w:rsidR="004A4993">
        <w:t xml:space="preserve">, </w:t>
      </w:r>
      <w:r w:rsidRPr="004C3E92">
        <w:t>et un signe à sa sœur de ne pas la suivre</w:t>
      </w:r>
      <w:r w:rsidR="004A4993">
        <w:t xml:space="preserve">, </w:t>
      </w:r>
      <w:r w:rsidRPr="004C3E92">
        <w:t>elle se leva tout de suite et se hâta de sortir de la pièce</w:t>
      </w:r>
      <w:r w:rsidR="004A4993">
        <w:t>.</w:t>
      </w:r>
    </w:p>
    <w:p w14:paraId="10F54A31" w14:textId="77777777" w:rsidR="004A4993" w:rsidRDefault="004A4993" w:rsidP="004A4993">
      <w:r>
        <w:t>— </w:t>
      </w:r>
      <w:r w:rsidR="008C5C61" w:rsidRPr="004C3E92">
        <w:t>Pauvre âme</w:t>
      </w:r>
      <w:r>
        <w:t xml:space="preserve"> ! </w:t>
      </w:r>
      <w:r w:rsidR="008C5C61" w:rsidRPr="004C3E92">
        <w:t>s</w:t>
      </w:r>
      <w:r>
        <w:t>’</w:t>
      </w:r>
      <w:r w:rsidR="008C5C61" w:rsidRPr="004C3E92">
        <w:t>écria Mrs</w:t>
      </w:r>
      <w:r>
        <w:t xml:space="preserve">. </w:t>
      </w:r>
      <w:r w:rsidR="008C5C61" w:rsidRPr="004C3E92">
        <w:t>Jennings</w:t>
      </w:r>
      <w:r>
        <w:t xml:space="preserve">, </w:t>
      </w:r>
      <w:r w:rsidR="008C5C61" w:rsidRPr="004C3E92">
        <w:t>dès qu</w:t>
      </w:r>
      <w:r>
        <w:t>’</w:t>
      </w:r>
      <w:r w:rsidR="008C5C61" w:rsidRPr="004C3E92">
        <w:t>elle fut pa</w:t>
      </w:r>
      <w:r w:rsidR="008C5C61" w:rsidRPr="004C3E92">
        <w:t>r</w:t>
      </w:r>
      <w:r w:rsidR="008C5C61" w:rsidRPr="004C3E92">
        <w:t>tie</w:t>
      </w:r>
      <w:r>
        <w:t xml:space="preserve"> ; </w:t>
      </w:r>
      <w:r w:rsidR="008C5C61" w:rsidRPr="004C3E92">
        <w:t>comme cela me fait de la peine de la voir</w:t>
      </w:r>
      <w:r>
        <w:t xml:space="preserve"> ! </w:t>
      </w:r>
      <w:r w:rsidR="008C5C61" w:rsidRPr="004C3E92">
        <w:t>Et voilà qu</w:t>
      </w:r>
      <w:r>
        <w:t>’</w:t>
      </w:r>
      <w:r w:rsidR="008C5C61" w:rsidRPr="004C3E92">
        <w:t>elle est bel et bien partie sans finir son vin</w:t>
      </w:r>
      <w:r>
        <w:t xml:space="preserve"> ! </w:t>
      </w:r>
      <w:r w:rsidR="008C5C61" w:rsidRPr="004C3E92">
        <w:t>Ni les cerises confites</w:t>
      </w:r>
      <w:r>
        <w:t xml:space="preserve">, </w:t>
      </w:r>
      <w:r w:rsidR="008C5C61" w:rsidRPr="004C3E92">
        <w:t>non plus</w:t>
      </w:r>
      <w:r>
        <w:t xml:space="preserve"> ! </w:t>
      </w:r>
      <w:r w:rsidR="008C5C61" w:rsidRPr="004C3E92">
        <w:t>Seigneur</w:t>
      </w:r>
      <w:r>
        <w:t xml:space="preserve"> ! </w:t>
      </w:r>
      <w:r w:rsidR="008C5C61" w:rsidRPr="004C3E92">
        <w:t>On dirait que rien ne lui fait du bien</w:t>
      </w:r>
      <w:r>
        <w:t xml:space="preserve"> ! </w:t>
      </w:r>
      <w:r w:rsidR="008C5C61" w:rsidRPr="004C3E92">
        <w:t>A</w:t>
      </w:r>
      <w:r w:rsidR="008C5C61" w:rsidRPr="004C3E92">
        <w:t>s</w:t>
      </w:r>
      <w:r w:rsidR="008C5C61" w:rsidRPr="004C3E92">
        <w:t>surément</w:t>
      </w:r>
      <w:r>
        <w:t xml:space="preserve">, </w:t>
      </w:r>
      <w:r w:rsidR="008C5C61" w:rsidRPr="004C3E92">
        <w:t>si je savais qu</w:t>
      </w:r>
      <w:r>
        <w:t>’</w:t>
      </w:r>
      <w:r w:rsidR="008C5C61" w:rsidRPr="004C3E92">
        <w:t>il y eût quelque chose qui lui fît plaisir</w:t>
      </w:r>
      <w:r>
        <w:t xml:space="preserve">, </w:t>
      </w:r>
      <w:r w:rsidR="008C5C61" w:rsidRPr="004C3E92">
        <w:t>je le ferais chercher par toute la ville</w:t>
      </w:r>
      <w:r>
        <w:t xml:space="preserve">. </w:t>
      </w:r>
      <w:r w:rsidR="008C5C61" w:rsidRPr="004C3E92">
        <w:t>Ma foi</w:t>
      </w:r>
      <w:r>
        <w:t xml:space="preserve">, </w:t>
      </w:r>
      <w:r w:rsidR="008C5C61" w:rsidRPr="004C3E92">
        <w:t>c</w:t>
      </w:r>
      <w:r>
        <w:t>’</w:t>
      </w:r>
      <w:r w:rsidR="008C5C61" w:rsidRPr="004C3E92">
        <w:t>est bien</w:t>
      </w:r>
      <w:r>
        <w:t xml:space="preserve">, </w:t>
      </w:r>
      <w:r w:rsidR="008C5C61" w:rsidRPr="004C3E92">
        <w:t>pour moi</w:t>
      </w:r>
      <w:r>
        <w:t xml:space="preserve">, </w:t>
      </w:r>
      <w:r w:rsidR="008C5C61" w:rsidRPr="004C3E92">
        <w:t>la chose la plus inexplicable</w:t>
      </w:r>
      <w:r>
        <w:t xml:space="preserve">, </w:t>
      </w:r>
      <w:r w:rsidR="008C5C61" w:rsidRPr="004C3E92">
        <w:t>qu</w:t>
      </w:r>
      <w:r>
        <w:t>’</w:t>
      </w:r>
      <w:r w:rsidR="008C5C61" w:rsidRPr="004C3E92">
        <w:t>un homme traite aussi mal une aussi jolie fille</w:t>
      </w:r>
      <w:r>
        <w:t xml:space="preserve"> ! </w:t>
      </w:r>
      <w:r w:rsidR="008C5C61" w:rsidRPr="004C3E92">
        <w:t>Mais quand il y a beaucoup d</w:t>
      </w:r>
      <w:r>
        <w:t>’</w:t>
      </w:r>
      <w:r w:rsidR="008C5C61" w:rsidRPr="004C3E92">
        <w:t>argent d</w:t>
      </w:r>
      <w:r>
        <w:t>’</w:t>
      </w:r>
      <w:r w:rsidR="008C5C61" w:rsidRPr="004C3E92">
        <w:t>un côté</w:t>
      </w:r>
      <w:r>
        <w:t xml:space="preserve">, </w:t>
      </w:r>
      <w:r w:rsidR="008C5C61" w:rsidRPr="004C3E92">
        <w:t>et presque rien de l</w:t>
      </w:r>
      <w:r>
        <w:t>’</w:t>
      </w:r>
      <w:r w:rsidR="008C5C61" w:rsidRPr="004C3E92">
        <w:t>autre</w:t>
      </w:r>
      <w:r>
        <w:t xml:space="preserve">, </w:t>
      </w:r>
      <w:r w:rsidR="008C5C61" w:rsidRPr="004C3E92">
        <w:t>que voulez-vous</w:t>
      </w:r>
      <w:r>
        <w:t xml:space="preserve"> ! </w:t>
      </w:r>
      <w:r w:rsidR="008C5C61" w:rsidRPr="004C3E92">
        <w:t>ils ne se so</w:t>
      </w:r>
      <w:r w:rsidR="008C5C61" w:rsidRPr="004C3E92">
        <w:t>u</w:t>
      </w:r>
      <w:r w:rsidR="008C5C61" w:rsidRPr="004C3E92">
        <w:t>cient plus de ces choses-là</w:t>
      </w:r>
      <w:r>
        <w:t> !…</w:t>
      </w:r>
    </w:p>
    <w:p w14:paraId="0AFB07F3" w14:textId="77777777" w:rsidR="004A4993" w:rsidRDefault="004A4993" w:rsidP="004A4993">
      <w:r>
        <w:t>— </w:t>
      </w:r>
      <w:r w:rsidR="008C5C61" w:rsidRPr="004C3E92">
        <w:t>Cette personne</w:t>
      </w:r>
      <w:r>
        <w:t xml:space="preserve">, </w:t>
      </w:r>
      <w:r w:rsidR="008C5C61" w:rsidRPr="004C3E92">
        <w:t>donc</w:t>
      </w:r>
      <w:r>
        <w:t xml:space="preserve"> – </w:t>
      </w:r>
      <w:r w:rsidR="008C5C61" w:rsidRPr="004C3E92">
        <w:t>miss Grey</w:t>
      </w:r>
      <w:r>
        <w:t xml:space="preserve">, </w:t>
      </w:r>
      <w:r w:rsidR="008C5C61" w:rsidRPr="004C3E92">
        <w:t>c</w:t>
      </w:r>
      <w:r>
        <w:t>’</w:t>
      </w:r>
      <w:r w:rsidR="008C5C61" w:rsidRPr="004C3E92">
        <w:t>est ainsi que vous l</w:t>
      </w:r>
      <w:r>
        <w:t>’</w:t>
      </w:r>
      <w:r w:rsidR="008C5C61" w:rsidRPr="004C3E92">
        <w:t>avez appelée</w:t>
      </w:r>
      <w:r>
        <w:t xml:space="preserve">, </w:t>
      </w:r>
      <w:r w:rsidR="008C5C61" w:rsidRPr="004C3E92">
        <w:t>je crois</w:t>
      </w:r>
      <w:r>
        <w:t xml:space="preserve"> – </w:t>
      </w:r>
      <w:r w:rsidR="008C5C61" w:rsidRPr="004C3E92">
        <w:t>est très riche</w:t>
      </w:r>
      <w:r>
        <w:t> ?</w:t>
      </w:r>
    </w:p>
    <w:p w14:paraId="730E6039" w14:textId="77777777" w:rsidR="004A4993" w:rsidRDefault="004A4993" w:rsidP="004A4993">
      <w:r>
        <w:lastRenderedPageBreak/>
        <w:t>— </w:t>
      </w:r>
      <w:r w:rsidR="008C5C61" w:rsidRPr="004C3E92">
        <w:t>Cinquante mille livres</w:t>
      </w:r>
      <w:r w:rsidR="008C5C61">
        <w:rPr>
          <w:rStyle w:val="Appelnotedebasdep"/>
        </w:rPr>
        <w:footnoteReference w:id="9"/>
      </w:r>
      <w:r>
        <w:t xml:space="preserve">, </w:t>
      </w:r>
      <w:r w:rsidR="008C5C61" w:rsidRPr="004C3E92">
        <w:t>ma chérie</w:t>
      </w:r>
      <w:r>
        <w:t xml:space="preserve">. </w:t>
      </w:r>
      <w:r w:rsidR="008C5C61" w:rsidRPr="004C3E92">
        <w:t>L</w:t>
      </w:r>
      <w:r>
        <w:t>’</w:t>
      </w:r>
      <w:r w:rsidR="008C5C61" w:rsidRPr="004C3E92">
        <w:t>avez-vous jamais vue</w:t>
      </w:r>
      <w:r>
        <w:t xml:space="preserve"> ? </w:t>
      </w:r>
      <w:r w:rsidR="008C5C61" w:rsidRPr="004C3E92">
        <w:t>Il paraît que c</w:t>
      </w:r>
      <w:r>
        <w:t>’</w:t>
      </w:r>
      <w:r w:rsidR="008C5C61" w:rsidRPr="004C3E92">
        <w:t>est une fille élégante</w:t>
      </w:r>
      <w:r>
        <w:t xml:space="preserve">, </w:t>
      </w:r>
      <w:r w:rsidR="008C5C61" w:rsidRPr="004C3E92">
        <w:t>à la mode</w:t>
      </w:r>
      <w:r>
        <w:t xml:space="preserve">, </w:t>
      </w:r>
      <w:r w:rsidR="008C5C61" w:rsidRPr="004C3E92">
        <w:t>mais sans beauté</w:t>
      </w:r>
      <w:r>
        <w:t xml:space="preserve">. </w:t>
      </w:r>
      <w:r w:rsidR="008C5C61" w:rsidRPr="004C3E92">
        <w:t>Je me souviens fort bien de sa tante</w:t>
      </w:r>
      <w:r>
        <w:t xml:space="preserve">, </w:t>
      </w:r>
      <w:proofErr w:type="spellStart"/>
      <w:r w:rsidR="008C5C61" w:rsidRPr="004C3E92">
        <w:t>Biddy</w:t>
      </w:r>
      <w:proofErr w:type="spellEnd"/>
      <w:r w:rsidR="008C5C61" w:rsidRPr="004C3E92">
        <w:t xml:space="preserve"> </w:t>
      </w:r>
      <w:proofErr w:type="spellStart"/>
      <w:r w:rsidR="008C5C61" w:rsidRPr="004C3E92">
        <w:t>Henshawe</w:t>
      </w:r>
      <w:proofErr w:type="spellEnd"/>
      <w:r>
        <w:t xml:space="preserve">, </w:t>
      </w:r>
      <w:r w:rsidR="008C5C61" w:rsidRPr="004C3E92">
        <w:t>qui a épousé un homme très riche</w:t>
      </w:r>
      <w:r>
        <w:t xml:space="preserve">. </w:t>
      </w:r>
      <w:r w:rsidR="008C5C61" w:rsidRPr="004C3E92">
        <w:t>Mais ils sont tous riches dans la famille</w:t>
      </w:r>
      <w:r>
        <w:t xml:space="preserve">. </w:t>
      </w:r>
      <w:r w:rsidR="008C5C61" w:rsidRPr="004C3E92">
        <w:t>Cinquante mille livres</w:t>
      </w:r>
      <w:r>
        <w:t xml:space="preserve"> ! </w:t>
      </w:r>
      <w:r w:rsidR="008C5C61" w:rsidRPr="004C3E92">
        <w:t>Et elles ne viendront pas trop tôt</w:t>
      </w:r>
      <w:r>
        <w:t xml:space="preserve">, </w:t>
      </w:r>
      <w:r w:rsidR="008C5C61" w:rsidRPr="004C3E92">
        <w:t>d</w:t>
      </w:r>
      <w:r>
        <w:t>’</w:t>
      </w:r>
      <w:r w:rsidR="008C5C61" w:rsidRPr="004C3E92">
        <w:t>après tout ce qu</w:t>
      </w:r>
      <w:r>
        <w:t>’</w:t>
      </w:r>
      <w:r w:rsidR="008C5C61" w:rsidRPr="004C3E92">
        <w:t>on dit</w:t>
      </w:r>
      <w:r>
        <w:t xml:space="preserve">, </w:t>
      </w:r>
      <w:r w:rsidR="008C5C61" w:rsidRPr="004C3E92">
        <w:t>car il paraît qu</w:t>
      </w:r>
      <w:r>
        <w:t>’</w:t>
      </w:r>
      <w:r w:rsidR="008C5C61" w:rsidRPr="004C3E92">
        <w:t>il est aux abois</w:t>
      </w:r>
      <w:r>
        <w:t xml:space="preserve">. </w:t>
      </w:r>
      <w:r w:rsidR="008C5C61" w:rsidRPr="004C3E92">
        <w:t>Rien d</w:t>
      </w:r>
      <w:r>
        <w:t>’</w:t>
      </w:r>
      <w:r w:rsidR="008C5C61" w:rsidRPr="004C3E92">
        <w:t>étonnant à ça</w:t>
      </w:r>
      <w:r>
        <w:t xml:space="preserve"> – </w:t>
      </w:r>
      <w:r w:rsidR="008C5C61" w:rsidRPr="004C3E92">
        <w:t>à courir de tous les côtés avec son cabri</w:t>
      </w:r>
      <w:r w:rsidR="008C5C61" w:rsidRPr="004C3E92">
        <w:t>o</w:t>
      </w:r>
      <w:r w:rsidR="008C5C61" w:rsidRPr="004C3E92">
        <w:t>let et ses chevaux de chasse</w:t>
      </w:r>
      <w:r>
        <w:t xml:space="preserve"> ! </w:t>
      </w:r>
      <w:r w:rsidR="008C5C61" w:rsidRPr="004C3E92">
        <w:t>Enfin</w:t>
      </w:r>
      <w:r>
        <w:t xml:space="preserve">, </w:t>
      </w:r>
      <w:r w:rsidR="008C5C61" w:rsidRPr="004C3E92">
        <w:t>cela ne signifie rien de pa</w:t>
      </w:r>
      <w:r w:rsidR="008C5C61" w:rsidRPr="004C3E92">
        <w:t>r</w:t>
      </w:r>
      <w:r w:rsidR="008C5C61" w:rsidRPr="004C3E92">
        <w:t>ler</w:t>
      </w:r>
      <w:r>
        <w:t xml:space="preserve"> ; </w:t>
      </w:r>
      <w:r w:rsidR="008C5C61" w:rsidRPr="004C3E92">
        <w:t>mais quand un jeune homme</w:t>
      </w:r>
      <w:r>
        <w:t xml:space="preserve">, </w:t>
      </w:r>
      <w:r w:rsidR="008C5C61" w:rsidRPr="004C3E92">
        <w:t>quel qu</w:t>
      </w:r>
      <w:r>
        <w:t>’</w:t>
      </w:r>
      <w:r w:rsidR="008C5C61" w:rsidRPr="004C3E92">
        <w:t>il puisse être</w:t>
      </w:r>
      <w:r>
        <w:t xml:space="preserve">, </w:t>
      </w:r>
      <w:r w:rsidR="008C5C61" w:rsidRPr="004C3E92">
        <w:t>s</w:t>
      </w:r>
      <w:r>
        <w:t>’</w:t>
      </w:r>
      <w:r w:rsidR="008C5C61" w:rsidRPr="004C3E92">
        <w:t>en vient parler d</w:t>
      </w:r>
      <w:r>
        <w:t>’</w:t>
      </w:r>
      <w:r w:rsidR="008C5C61" w:rsidRPr="004C3E92">
        <w:t>amour à une jolie fille et lui promet le mariage</w:t>
      </w:r>
      <w:r>
        <w:t xml:space="preserve">, </w:t>
      </w:r>
      <w:r w:rsidR="008C5C61" w:rsidRPr="004C3E92">
        <w:t>il a vraiment tort de se dérober à sa parole</w:t>
      </w:r>
      <w:r>
        <w:t xml:space="preserve">, </w:t>
      </w:r>
      <w:r w:rsidR="008C5C61" w:rsidRPr="004C3E92">
        <w:t>simplement parce qu</w:t>
      </w:r>
      <w:r>
        <w:t>’</w:t>
      </w:r>
      <w:r w:rsidR="008C5C61" w:rsidRPr="004C3E92">
        <w:t>il devient pauvre</w:t>
      </w:r>
      <w:r>
        <w:t xml:space="preserve">, </w:t>
      </w:r>
      <w:r w:rsidR="008C5C61" w:rsidRPr="004C3E92">
        <w:t>et qu</w:t>
      </w:r>
      <w:r>
        <w:t>’</w:t>
      </w:r>
      <w:r w:rsidR="008C5C61" w:rsidRPr="004C3E92">
        <w:t>une fille plus riche est disposée à le prendre</w:t>
      </w:r>
      <w:r>
        <w:t xml:space="preserve">. </w:t>
      </w:r>
      <w:r w:rsidR="008C5C61" w:rsidRPr="004C3E92">
        <w:t>Pourquoi</w:t>
      </w:r>
      <w:r>
        <w:t xml:space="preserve">, </w:t>
      </w:r>
      <w:r w:rsidR="008C5C61" w:rsidRPr="004C3E92">
        <w:t>dans un cas semblable</w:t>
      </w:r>
      <w:r>
        <w:t xml:space="preserve">, </w:t>
      </w:r>
      <w:r w:rsidR="008C5C61" w:rsidRPr="004C3E92">
        <w:t>ne pas vendre ses chevaux</w:t>
      </w:r>
      <w:r>
        <w:t xml:space="preserve">, </w:t>
      </w:r>
      <w:r w:rsidR="008C5C61" w:rsidRPr="004C3E92">
        <w:t>louer sa maison</w:t>
      </w:r>
      <w:r>
        <w:t xml:space="preserve">, </w:t>
      </w:r>
      <w:r w:rsidR="008C5C61" w:rsidRPr="004C3E92">
        <w:t>congédier ses domestiques</w:t>
      </w:r>
      <w:r>
        <w:t xml:space="preserve">, </w:t>
      </w:r>
      <w:r w:rsidR="008C5C61" w:rsidRPr="004C3E92">
        <w:t>et effe</w:t>
      </w:r>
      <w:r w:rsidR="008C5C61" w:rsidRPr="004C3E92">
        <w:t>c</w:t>
      </w:r>
      <w:r w:rsidR="008C5C61" w:rsidRPr="004C3E92">
        <w:t>tuer immédiatement une réforme complète</w:t>
      </w:r>
      <w:r>
        <w:t xml:space="preserve"> ? </w:t>
      </w:r>
      <w:r w:rsidR="008C5C61" w:rsidRPr="004C3E92">
        <w:t>Je suis bien sûre que miss Marianne aurait été prête à attendre jusqu</w:t>
      </w:r>
      <w:r>
        <w:t>’</w:t>
      </w:r>
      <w:r w:rsidR="008C5C61" w:rsidRPr="004C3E92">
        <w:t>à ce que les choses se soient arrangées</w:t>
      </w:r>
      <w:r>
        <w:t xml:space="preserve">. </w:t>
      </w:r>
      <w:r w:rsidR="008C5C61" w:rsidRPr="004C3E92">
        <w:t>Mais ça ne convient pas</w:t>
      </w:r>
      <w:r>
        <w:t xml:space="preserve">, </w:t>
      </w:r>
      <w:r w:rsidR="008C5C61" w:rsidRPr="004C3E92">
        <w:t>au jour où nous sommes</w:t>
      </w:r>
      <w:r>
        <w:t xml:space="preserve"> ; </w:t>
      </w:r>
      <w:r w:rsidR="008C5C61" w:rsidRPr="004C3E92">
        <w:t>les jeunes gens de notre époque ne veulent r</w:t>
      </w:r>
      <w:r w:rsidR="008C5C61" w:rsidRPr="004C3E92">
        <w:t>e</w:t>
      </w:r>
      <w:r w:rsidR="008C5C61" w:rsidRPr="004C3E92">
        <w:t>noncer absolument à rien</w:t>
      </w:r>
      <w:r>
        <w:t xml:space="preserve">, </w:t>
      </w:r>
      <w:r w:rsidR="008C5C61" w:rsidRPr="004C3E92">
        <w:t>en fait de plaisir</w:t>
      </w:r>
      <w:r>
        <w:t>.</w:t>
      </w:r>
    </w:p>
    <w:p w14:paraId="3407C817" w14:textId="77777777" w:rsidR="004A4993" w:rsidRDefault="004A4993" w:rsidP="004A4993">
      <w:r>
        <w:t>— </w:t>
      </w:r>
      <w:r w:rsidR="008C5C61" w:rsidRPr="004C3E92">
        <w:t>Savez-vous quel genre de personne est miss Grey</w:t>
      </w:r>
      <w:r>
        <w:t xml:space="preserve"> ? </w:t>
      </w:r>
      <w:r w:rsidR="008C5C61" w:rsidRPr="004C3E92">
        <w:t>Pa</w:t>
      </w:r>
      <w:r w:rsidR="008C5C61" w:rsidRPr="004C3E92">
        <w:t>s</w:t>
      </w:r>
      <w:r w:rsidR="008C5C61" w:rsidRPr="004C3E92">
        <w:t>se-t-elle pour aimable</w:t>
      </w:r>
      <w:r>
        <w:t> ?</w:t>
      </w:r>
    </w:p>
    <w:p w14:paraId="2A3D28A9" w14:textId="77777777" w:rsidR="004A4993" w:rsidRDefault="004A4993" w:rsidP="004A4993">
      <w:r>
        <w:t>— </w:t>
      </w:r>
      <w:r w:rsidR="008C5C61" w:rsidRPr="004C3E92">
        <w:t>Je n</w:t>
      </w:r>
      <w:r>
        <w:t>’</w:t>
      </w:r>
      <w:r w:rsidR="008C5C61" w:rsidRPr="004C3E92">
        <w:t>en ai jamais entendu dire de mal</w:t>
      </w:r>
      <w:r>
        <w:t xml:space="preserve"> ; </w:t>
      </w:r>
      <w:r w:rsidR="008C5C61" w:rsidRPr="004C3E92">
        <w:t>en vérité</w:t>
      </w:r>
      <w:r>
        <w:t xml:space="preserve">, </w:t>
      </w:r>
      <w:r w:rsidR="008C5C61" w:rsidRPr="004C3E92">
        <w:t>je n</w:t>
      </w:r>
      <w:r>
        <w:t>’</w:t>
      </w:r>
      <w:r w:rsidR="008C5C61" w:rsidRPr="004C3E92">
        <w:t>ai à peu près jamais entendu parler d</w:t>
      </w:r>
      <w:r>
        <w:t>’</w:t>
      </w:r>
      <w:r w:rsidR="008C5C61" w:rsidRPr="004C3E92">
        <w:t>elle</w:t>
      </w:r>
      <w:r>
        <w:t xml:space="preserve"> ; </w:t>
      </w:r>
      <w:proofErr w:type="gramStart"/>
      <w:r w:rsidR="008C5C61" w:rsidRPr="004C3E92">
        <w:t>sauf que</w:t>
      </w:r>
      <w:proofErr w:type="gramEnd"/>
      <w:r w:rsidR="008C5C61" w:rsidRPr="004C3E92">
        <w:t xml:space="preserve"> Mrs</w:t>
      </w:r>
      <w:r>
        <w:t xml:space="preserve">. </w:t>
      </w:r>
      <w:r w:rsidR="008C5C61" w:rsidRPr="004C3E92">
        <w:t>Taylor m</w:t>
      </w:r>
      <w:r>
        <w:t>’</w:t>
      </w:r>
      <w:r w:rsidR="008C5C61" w:rsidRPr="004C3E92">
        <w:t>a bel et bien dit</w:t>
      </w:r>
      <w:r>
        <w:t xml:space="preserve">, </w:t>
      </w:r>
      <w:r w:rsidR="008C5C61" w:rsidRPr="004C3E92">
        <w:t>ce matin</w:t>
      </w:r>
      <w:r>
        <w:t xml:space="preserve">, </w:t>
      </w:r>
      <w:r w:rsidR="008C5C61" w:rsidRPr="004C3E92">
        <w:t>que Mrs</w:t>
      </w:r>
      <w:r>
        <w:t xml:space="preserve">. </w:t>
      </w:r>
      <w:r w:rsidR="008C5C61" w:rsidRPr="004C3E92">
        <w:t>Walker lui avait un jour laissé entendre qu</w:t>
      </w:r>
      <w:r>
        <w:t>’</w:t>
      </w:r>
      <w:r w:rsidR="008C5C61" w:rsidRPr="004C3E92">
        <w:t>elle croyait que Mr</w:t>
      </w:r>
      <w:r>
        <w:t xml:space="preserve">. </w:t>
      </w:r>
      <w:r w:rsidR="008C5C61" w:rsidRPr="004C3E92">
        <w:t>et Mrs</w:t>
      </w:r>
      <w:r>
        <w:t xml:space="preserve">. </w:t>
      </w:r>
      <w:r w:rsidR="008C5C61" w:rsidRPr="004C3E92">
        <w:t>Ellison ne seraient pas fâchés de marier miss Grey</w:t>
      </w:r>
      <w:r>
        <w:t xml:space="preserve">, </w:t>
      </w:r>
      <w:r w:rsidR="008C5C61" w:rsidRPr="004C3E92">
        <w:t>parce qu</w:t>
      </w:r>
      <w:r>
        <w:t>’</w:t>
      </w:r>
      <w:r w:rsidR="008C5C61" w:rsidRPr="004C3E92">
        <w:t>elle n</w:t>
      </w:r>
      <w:r>
        <w:t>’</w:t>
      </w:r>
      <w:r w:rsidR="008C5C61" w:rsidRPr="004C3E92">
        <w:t>a jamais pu s</w:t>
      </w:r>
      <w:r>
        <w:t>’</w:t>
      </w:r>
      <w:r w:rsidR="008C5C61" w:rsidRPr="004C3E92">
        <w:t>accorder avec Mrs</w:t>
      </w:r>
      <w:r>
        <w:t xml:space="preserve">. </w:t>
      </w:r>
      <w:r w:rsidR="008C5C61" w:rsidRPr="004C3E92">
        <w:t>Ellison</w:t>
      </w:r>
      <w:r>
        <w:t>.</w:t>
      </w:r>
    </w:p>
    <w:p w14:paraId="470F9FEE" w14:textId="77777777" w:rsidR="004A4993" w:rsidRDefault="004A4993" w:rsidP="004A4993">
      <w:r>
        <w:lastRenderedPageBreak/>
        <w:t>— </w:t>
      </w:r>
      <w:r w:rsidR="008C5C61" w:rsidRPr="004C3E92">
        <w:t>Et qui sont les Ellison</w:t>
      </w:r>
      <w:r>
        <w:t> ?</w:t>
      </w:r>
    </w:p>
    <w:p w14:paraId="2655AB5C" w14:textId="77777777" w:rsidR="004A4993" w:rsidRDefault="004A4993" w:rsidP="004A4993">
      <w:r>
        <w:t>— </w:t>
      </w:r>
      <w:r w:rsidR="008C5C61" w:rsidRPr="004C3E92">
        <w:t>Ses tuteurs</w:t>
      </w:r>
      <w:r>
        <w:t xml:space="preserve">, </w:t>
      </w:r>
      <w:r w:rsidR="008C5C61" w:rsidRPr="004C3E92">
        <w:t>ma chérie</w:t>
      </w:r>
      <w:r>
        <w:t xml:space="preserve">. </w:t>
      </w:r>
      <w:r w:rsidR="008C5C61" w:rsidRPr="004C3E92">
        <w:t>Mais elle est majeure</w:t>
      </w:r>
      <w:r>
        <w:t xml:space="preserve">, </w:t>
      </w:r>
      <w:r w:rsidR="008C5C61" w:rsidRPr="004C3E92">
        <w:t>à présent</w:t>
      </w:r>
      <w:r>
        <w:t xml:space="preserve">, </w:t>
      </w:r>
      <w:r w:rsidR="008C5C61" w:rsidRPr="004C3E92">
        <w:t>et elle a le droit de choisir pour son compte</w:t>
      </w:r>
      <w:r>
        <w:t xml:space="preserve"> ; </w:t>
      </w:r>
      <w:r w:rsidR="008C5C61" w:rsidRPr="004C3E92">
        <w:t>et elle a fait un joli choix</w:t>
      </w:r>
      <w:r>
        <w:t xml:space="preserve"> !… </w:t>
      </w:r>
      <w:r w:rsidR="008C5C61" w:rsidRPr="004C3E92">
        <w:t>Et voilà</w:t>
      </w:r>
      <w:r>
        <w:t xml:space="preserve"> – </w:t>
      </w:r>
      <w:r w:rsidR="008C5C61" w:rsidRPr="004C3E92">
        <w:t>après s</w:t>
      </w:r>
      <w:r>
        <w:t>’</w:t>
      </w:r>
      <w:r w:rsidR="008C5C61" w:rsidRPr="004C3E92">
        <w:t>être tue un instant</w:t>
      </w:r>
      <w:r>
        <w:t xml:space="preserve"> – </w:t>
      </w:r>
      <w:r w:rsidR="008C5C61" w:rsidRPr="004C3E92">
        <w:t>que votre pa</w:t>
      </w:r>
      <w:r w:rsidR="008C5C61" w:rsidRPr="004C3E92">
        <w:t>u</w:t>
      </w:r>
      <w:r w:rsidR="008C5C61" w:rsidRPr="004C3E92">
        <w:t>vre sœur est allée dans sa chambre</w:t>
      </w:r>
      <w:r>
        <w:t xml:space="preserve">, </w:t>
      </w:r>
      <w:r w:rsidR="008C5C61" w:rsidRPr="004C3E92">
        <w:t>je le suppose</w:t>
      </w:r>
      <w:r>
        <w:t xml:space="preserve">, </w:t>
      </w:r>
      <w:r w:rsidR="008C5C61" w:rsidRPr="004C3E92">
        <w:t>pour gémir toute seule</w:t>
      </w:r>
      <w:r>
        <w:t xml:space="preserve"> ? </w:t>
      </w:r>
      <w:r w:rsidR="008C5C61" w:rsidRPr="004C3E92">
        <w:t>Il n</w:t>
      </w:r>
      <w:r>
        <w:t>’</w:t>
      </w:r>
      <w:r w:rsidR="008C5C61" w:rsidRPr="004C3E92">
        <w:t>y a rien qu</w:t>
      </w:r>
      <w:r>
        <w:t>’</w:t>
      </w:r>
      <w:r w:rsidR="008C5C61" w:rsidRPr="004C3E92">
        <w:t>on puisse se procurer pour la cons</w:t>
      </w:r>
      <w:r w:rsidR="008C5C61" w:rsidRPr="004C3E92">
        <w:t>o</w:t>
      </w:r>
      <w:r w:rsidR="008C5C61" w:rsidRPr="004C3E92">
        <w:t>ler</w:t>
      </w:r>
      <w:r>
        <w:t xml:space="preserve"> ? </w:t>
      </w:r>
      <w:r w:rsidR="008C5C61" w:rsidRPr="004C3E92">
        <w:t>Pauvre petite</w:t>
      </w:r>
      <w:r>
        <w:t xml:space="preserve"> ! </w:t>
      </w:r>
      <w:r w:rsidR="008C5C61" w:rsidRPr="004C3E92">
        <w:t>Il semble vraiment cruel de la laisser seule</w:t>
      </w:r>
      <w:r>
        <w:t xml:space="preserve">. </w:t>
      </w:r>
      <w:r w:rsidR="008C5C61" w:rsidRPr="004C3E92">
        <w:t>Enfin</w:t>
      </w:r>
      <w:r>
        <w:t xml:space="preserve">, </w:t>
      </w:r>
      <w:r w:rsidR="008C5C61" w:rsidRPr="004C3E92">
        <w:t>tout à l</w:t>
      </w:r>
      <w:r>
        <w:t>’</w:t>
      </w:r>
      <w:r w:rsidR="008C5C61" w:rsidRPr="004C3E92">
        <w:t>heure</w:t>
      </w:r>
      <w:r>
        <w:t xml:space="preserve">, </w:t>
      </w:r>
      <w:r w:rsidR="008C5C61" w:rsidRPr="004C3E92">
        <w:t>nous aurons quelques amis</w:t>
      </w:r>
      <w:r>
        <w:t xml:space="preserve">, </w:t>
      </w:r>
      <w:r w:rsidR="008C5C61" w:rsidRPr="004C3E92">
        <w:t>et cela l</w:t>
      </w:r>
      <w:r>
        <w:t>’</w:t>
      </w:r>
      <w:r w:rsidR="008C5C61" w:rsidRPr="004C3E92">
        <w:t>amusera un peu</w:t>
      </w:r>
      <w:r>
        <w:t xml:space="preserve">. </w:t>
      </w:r>
      <w:r w:rsidR="008C5C61" w:rsidRPr="004C3E92">
        <w:t>À quoi jouerons-nous</w:t>
      </w:r>
      <w:r>
        <w:t xml:space="preserve"> ? </w:t>
      </w:r>
      <w:r w:rsidR="008C5C61" w:rsidRPr="004C3E92">
        <w:t>Elle déteste le whist</w:t>
      </w:r>
      <w:r>
        <w:t xml:space="preserve">, </w:t>
      </w:r>
      <w:r w:rsidR="008C5C61" w:rsidRPr="004C3E92">
        <w:t>je le sais</w:t>
      </w:r>
      <w:r>
        <w:t xml:space="preserve"> ; </w:t>
      </w:r>
      <w:r w:rsidR="008C5C61" w:rsidRPr="004C3E92">
        <w:t>mais n</w:t>
      </w:r>
      <w:r>
        <w:t>’</w:t>
      </w:r>
      <w:r w:rsidR="008C5C61" w:rsidRPr="004C3E92">
        <w:t>y a-t-il pas de jeu en commun qui lui plaise</w:t>
      </w:r>
      <w:r>
        <w:t> ?</w:t>
      </w:r>
    </w:p>
    <w:p w14:paraId="5192E2E3" w14:textId="77777777" w:rsidR="004A4993" w:rsidRDefault="004A4993" w:rsidP="004A4993">
      <w:r>
        <w:t>— </w:t>
      </w:r>
      <w:r w:rsidR="008C5C61" w:rsidRPr="004C3E92">
        <w:t>Chère madame</w:t>
      </w:r>
      <w:r>
        <w:t xml:space="preserve">, </w:t>
      </w:r>
      <w:r w:rsidR="008C5C61" w:rsidRPr="004C3E92">
        <w:t>cette amabilité est bien superflue</w:t>
      </w:r>
      <w:r>
        <w:t xml:space="preserve">. </w:t>
      </w:r>
      <w:r w:rsidR="008C5C61" w:rsidRPr="004C3E92">
        <w:t>M</w:t>
      </w:r>
      <w:r w:rsidR="008C5C61" w:rsidRPr="004C3E92">
        <w:t>a</w:t>
      </w:r>
      <w:r w:rsidR="008C5C61" w:rsidRPr="004C3E92">
        <w:t>rianne</w:t>
      </w:r>
      <w:r>
        <w:t xml:space="preserve">, </w:t>
      </w:r>
      <w:r w:rsidR="008C5C61" w:rsidRPr="004C3E92">
        <w:t>en toute probabilité</w:t>
      </w:r>
      <w:r>
        <w:t xml:space="preserve">, </w:t>
      </w:r>
      <w:r w:rsidR="008C5C61" w:rsidRPr="004C3E92">
        <w:t>ne quittera plus sa chambre de la soirée</w:t>
      </w:r>
      <w:r>
        <w:t xml:space="preserve">. </w:t>
      </w:r>
      <w:r w:rsidR="008C5C61" w:rsidRPr="004C3E92">
        <w:t>Je la persuaderai</w:t>
      </w:r>
      <w:r>
        <w:t xml:space="preserve">, </w:t>
      </w:r>
      <w:r w:rsidR="008C5C61" w:rsidRPr="004C3E92">
        <w:t>si je le peux</w:t>
      </w:r>
      <w:r>
        <w:t xml:space="preserve">, </w:t>
      </w:r>
      <w:r w:rsidR="008C5C61" w:rsidRPr="004C3E92">
        <w:t>de se coucher de bonne heure</w:t>
      </w:r>
      <w:r>
        <w:t xml:space="preserve">, </w:t>
      </w:r>
      <w:r w:rsidR="008C5C61" w:rsidRPr="004C3E92">
        <w:t>car je suis sûre qu</w:t>
      </w:r>
      <w:r>
        <w:t>’</w:t>
      </w:r>
      <w:r w:rsidR="008C5C61" w:rsidRPr="004C3E92">
        <w:t>elle a besoin de repos</w:t>
      </w:r>
      <w:r>
        <w:t>.</w:t>
      </w:r>
    </w:p>
    <w:p w14:paraId="0CC4A88D" w14:textId="4097FC7F" w:rsidR="004A4993" w:rsidRDefault="004A4993" w:rsidP="004A4993">
      <w:r>
        <w:t>— </w:t>
      </w:r>
      <w:r w:rsidR="008C5C61" w:rsidRPr="004C3E92">
        <w:t>Oui</w:t>
      </w:r>
      <w:r>
        <w:t xml:space="preserve">, </w:t>
      </w:r>
      <w:r w:rsidR="008C5C61" w:rsidRPr="004C3E92">
        <w:t>je crois que c</w:t>
      </w:r>
      <w:r>
        <w:t>’</w:t>
      </w:r>
      <w:r w:rsidR="008C5C61" w:rsidRPr="004C3E92">
        <w:t>est ce qui vaut le mieux pour elle</w:t>
      </w:r>
      <w:r>
        <w:t xml:space="preserve">. </w:t>
      </w:r>
      <w:r w:rsidR="008C5C61" w:rsidRPr="004C3E92">
        <w:t>Qu</w:t>
      </w:r>
      <w:r>
        <w:t>’</w:t>
      </w:r>
      <w:r w:rsidR="008C5C61" w:rsidRPr="004C3E92">
        <w:t>elle choisisse elle-même ce qu</w:t>
      </w:r>
      <w:r>
        <w:t>’</w:t>
      </w:r>
      <w:r w:rsidR="008C5C61" w:rsidRPr="004C3E92">
        <w:t>elle désire pour son souper</w:t>
      </w:r>
      <w:r>
        <w:t xml:space="preserve">, </w:t>
      </w:r>
      <w:r w:rsidR="008C5C61" w:rsidRPr="004C3E92">
        <w:t>et aille se coucher</w:t>
      </w:r>
      <w:r>
        <w:t xml:space="preserve">. </w:t>
      </w:r>
      <w:r w:rsidR="008C5C61" w:rsidRPr="004C3E92">
        <w:t>Grand Dieu</w:t>
      </w:r>
      <w:r>
        <w:t xml:space="preserve"> ! </w:t>
      </w:r>
      <w:r w:rsidR="008C5C61" w:rsidRPr="004C3E92">
        <w:t>Il n</w:t>
      </w:r>
      <w:r>
        <w:t>’</w:t>
      </w:r>
      <w:r w:rsidR="008C5C61" w:rsidRPr="004C3E92">
        <w:t>y a rien d</w:t>
      </w:r>
      <w:r>
        <w:t>’</w:t>
      </w:r>
      <w:r w:rsidR="008C5C61" w:rsidRPr="004C3E92">
        <w:t>étonnant à ce qu</w:t>
      </w:r>
      <w:r>
        <w:t>’</w:t>
      </w:r>
      <w:r w:rsidR="008C5C61" w:rsidRPr="004C3E92">
        <w:t>elle ait eu si mauvaise mine et l</w:t>
      </w:r>
      <w:r>
        <w:t>’</w:t>
      </w:r>
      <w:r w:rsidR="008C5C61" w:rsidRPr="004C3E92">
        <w:t>air si abattu depuis une semaine ou deux</w:t>
      </w:r>
      <w:r>
        <w:t xml:space="preserve">, </w:t>
      </w:r>
      <w:r w:rsidR="008C5C61" w:rsidRPr="004C3E92">
        <w:t>car cette affaire était</w:t>
      </w:r>
      <w:r>
        <w:t xml:space="preserve">, </w:t>
      </w:r>
      <w:r w:rsidR="008C5C61" w:rsidRPr="004C3E92">
        <w:t>je le suppose</w:t>
      </w:r>
      <w:r>
        <w:t xml:space="preserve">, </w:t>
      </w:r>
      <w:r w:rsidR="008C5C61" w:rsidRPr="004C3E92">
        <w:t>suspendue au-dessus de sa tête depuis tout ce temps-là</w:t>
      </w:r>
      <w:r>
        <w:t xml:space="preserve">. </w:t>
      </w:r>
      <w:r w:rsidR="008C5C61" w:rsidRPr="004C3E92">
        <w:t>Ainsi donc</w:t>
      </w:r>
      <w:r>
        <w:t xml:space="preserve">, </w:t>
      </w:r>
      <w:r w:rsidR="008C5C61" w:rsidRPr="004C3E92">
        <w:t>c</w:t>
      </w:r>
      <w:r>
        <w:t>’</w:t>
      </w:r>
      <w:r w:rsidR="008C5C61" w:rsidRPr="004C3E92">
        <w:t>est la lettre arr</w:t>
      </w:r>
      <w:r w:rsidR="008C5C61" w:rsidRPr="004C3E92">
        <w:t>i</w:t>
      </w:r>
      <w:r w:rsidR="008C5C61" w:rsidRPr="004C3E92">
        <w:t>vée aujourd</w:t>
      </w:r>
      <w:r>
        <w:t>’</w:t>
      </w:r>
      <w:r w:rsidR="008C5C61" w:rsidRPr="004C3E92">
        <w:t>hui qui l</w:t>
      </w:r>
      <w:r>
        <w:t>’</w:t>
      </w:r>
      <w:r w:rsidR="008C5C61" w:rsidRPr="004C3E92">
        <w:t>a achevée</w:t>
      </w:r>
      <w:r>
        <w:t xml:space="preserve"> ! </w:t>
      </w:r>
      <w:r w:rsidR="008C5C61" w:rsidRPr="004C3E92">
        <w:t>Pauvre âme</w:t>
      </w:r>
      <w:r>
        <w:t xml:space="preserve"> ! </w:t>
      </w:r>
      <w:r w:rsidR="008C5C61" w:rsidRPr="004C3E92">
        <w:t>Assurément</w:t>
      </w:r>
      <w:r>
        <w:t xml:space="preserve">, </w:t>
      </w:r>
      <w:r w:rsidR="008C5C61" w:rsidRPr="004C3E92">
        <w:t>si j</w:t>
      </w:r>
      <w:r>
        <w:t>’</w:t>
      </w:r>
      <w:r w:rsidR="008C5C61" w:rsidRPr="004C3E92">
        <w:t>en avais eu la moindre idée</w:t>
      </w:r>
      <w:r>
        <w:t xml:space="preserve">, </w:t>
      </w:r>
      <w:r w:rsidR="008C5C61" w:rsidRPr="004C3E92">
        <w:t>je ne l</w:t>
      </w:r>
      <w:r>
        <w:t>’</w:t>
      </w:r>
      <w:r w:rsidR="008C5C61" w:rsidRPr="004C3E92">
        <w:t>aurais pas plaisantée à ce sujet</w:t>
      </w:r>
      <w:r>
        <w:t xml:space="preserve">, </w:t>
      </w:r>
      <w:r w:rsidR="008C5C61" w:rsidRPr="004C3E92">
        <w:t>pas pour tout l</w:t>
      </w:r>
      <w:r>
        <w:t>’</w:t>
      </w:r>
      <w:r w:rsidR="008C5C61" w:rsidRPr="004C3E92">
        <w:t>argent que je puis avoir</w:t>
      </w:r>
      <w:r>
        <w:t xml:space="preserve">. </w:t>
      </w:r>
      <w:r w:rsidR="008C5C61" w:rsidRPr="004C3E92">
        <w:t>Mais aussi</w:t>
      </w:r>
      <w:r>
        <w:t xml:space="preserve">, </w:t>
      </w:r>
      <w:r w:rsidR="008C5C61" w:rsidRPr="004C3E92">
        <w:t>n</w:t>
      </w:r>
      <w:r>
        <w:t>’</w:t>
      </w:r>
      <w:r w:rsidR="008C5C61" w:rsidRPr="004C3E92">
        <w:t>est-ce pas</w:t>
      </w:r>
      <w:r>
        <w:t xml:space="preserve">, </w:t>
      </w:r>
      <w:r w:rsidR="008C5C61" w:rsidRPr="004C3E92">
        <w:t>comment aurais-je deviné une chose pareille</w:t>
      </w:r>
      <w:r>
        <w:t xml:space="preserve"> ? </w:t>
      </w:r>
      <w:r w:rsidR="008C5C61">
        <w:t>J</w:t>
      </w:r>
      <w:r>
        <w:t>’</w:t>
      </w:r>
      <w:r w:rsidR="008C5C61" w:rsidRPr="004C3E92">
        <w:t xml:space="preserve">étais </w:t>
      </w:r>
      <w:r w:rsidR="008C5C61" w:rsidRPr="004C3E92">
        <w:t>persuadée que ce n</w:t>
      </w:r>
      <w:r>
        <w:t>’</w:t>
      </w:r>
      <w:r w:rsidR="008C5C61" w:rsidRPr="004C3E92">
        <w:t>était rien de plus qu</w:t>
      </w:r>
      <w:r>
        <w:t>’</w:t>
      </w:r>
      <w:r w:rsidR="008C5C61" w:rsidRPr="004C3E92">
        <w:t>une banale lettre d</w:t>
      </w:r>
      <w:r>
        <w:t>’</w:t>
      </w:r>
      <w:r w:rsidR="008C5C61" w:rsidRPr="004C3E92">
        <w:t>amour</w:t>
      </w:r>
      <w:r>
        <w:t xml:space="preserve">, </w:t>
      </w:r>
      <w:r w:rsidR="008C5C61" w:rsidRPr="004C3E92">
        <w:t>et vous savez bien que les jeunesses aiment qu</w:t>
      </w:r>
      <w:r>
        <w:t>’</w:t>
      </w:r>
      <w:r w:rsidR="008C5C61" w:rsidRPr="004C3E92">
        <w:t xml:space="preserve">on </w:t>
      </w:r>
      <w:proofErr w:type="spellStart"/>
      <w:r w:rsidR="008C5C61" w:rsidRPr="004C3E92">
        <w:t>rie</w:t>
      </w:r>
      <w:proofErr w:type="spellEnd"/>
      <w:r w:rsidR="008C5C61" w:rsidRPr="004C3E92">
        <w:t xml:space="preserve"> d</w:t>
      </w:r>
      <w:r>
        <w:t>’</w:t>
      </w:r>
      <w:r w:rsidR="008C5C61" w:rsidRPr="004C3E92">
        <w:t>elles à cette occasion</w:t>
      </w:r>
      <w:r>
        <w:t xml:space="preserve">. </w:t>
      </w:r>
      <w:r w:rsidR="008C5C61" w:rsidRPr="004C3E92">
        <w:t>Seigneur</w:t>
      </w:r>
      <w:r>
        <w:t xml:space="preserve">, </w:t>
      </w:r>
      <w:r w:rsidR="008C5C61" w:rsidRPr="004C3E92">
        <w:t>comme Sir John et mes filles seront contrariés quand ils apprendront ça</w:t>
      </w:r>
      <w:r>
        <w:t xml:space="preserve"> ! </w:t>
      </w:r>
      <w:r w:rsidR="008C5C61" w:rsidRPr="004C3E92">
        <w:t>Si j</w:t>
      </w:r>
      <w:r>
        <w:t>’</w:t>
      </w:r>
      <w:r w:rsidR="008C5C61" w:rsidRPr="004C3E92">
        <w:t>avais eu toute ma tête</w:t>
      </w:r>
      <w:r>
        <w:t xml:space="preserve">, </w:t>
      </w:r>
      <w:r w:rsidR="008C5C61" w:rsidRPr="004C3E92">
        <w:t>j</w:t>
      </w:r>
      <w:r>
        <w:t>’</w:t>
      </w:r>
      <w:r w:rsidR="008C5C61" w:rsidRPr="004C3E92">
        <w:t>aurais pu entrer</w:t>
      </w:r>
      <w:r>
        <w:t xml:space="preserve">, </w:t>
      </w:r>
      <w:r w:rsidR="008C5C61" w:rsidRPr="004C3E92">
        <w:lastRenderedPageBreak/>
        <w:t>en passant</w:t>
      </w:r>
      <w:r>
        <w:t xml:space="preserve">, </w:t>
      </w:r>
      <w:r w:rsidR="008C5C61" w:rsidRPr="004C3E92">
        <w:t>dans leur maison de Conduit Street</w:t>
      </w:r>
      <w:r>
        <w:t xml:space="preserve">, </w:t>
      </w:r>
      <w:r w:rsidR="008C5C61" w:rsidRPr="004C3E92">
        <w:t>au retour</w:t>
      </w:r>
      <w:r>
        <w:t xml:space="preserve">, </w:t>
      </w:r>
      <w:r w:rsidR="008C5C61" w:rsidRPr="004C3E92">
        <w:t>pour leur en parler</w:t>
      </w:r>
      <w:r>
        <w:t xml:space="preserve">. </w:t>
      </w:r>
      <w:r w:rsidR="008C5C61" w:rsidRPr="004C3E92">
        <w:t>Mais je les verrai demain</w:t>
      </w:r>
      <w:r>
        <w:t>.</w:t>
      </w:r>
    </w:p>
    <w:p w14:paraId="0D255080" w14:textId="77777777" w:rsidR="004A4993" w:rsidRDefault="004A4993" w:rsidP="004A4993">
      <w:r>
        <w:t>— </w:t>
      </w:r>
      <w:r w:rsidR="008C5C61" w:rsidRPr="004C3E92">
        <w:t>Il serait superflu</w:t>
      </w:r>
      <w:r>
        <w:t xml:space="preserve">, </w:t>
      </w:r>
      <w:r w:rsidR="008C5C61" w:rsidRPr="004C3E92">
        <w:t>j</w:t>
      </w:r>
      <w:r>
        <w:t>’</w:t>
      </w:r>
      <w:r w:rsidR="008C5C61" w:rsidRPr="004C3E92">
        <w:t>en suis sûre</w:t>
      </w:r>
      <w:r>
        <w:t xml:space="preserve">, </w:t>
      </w:r>
      <w:r w:rsidR="008C5C61" w:rsidRPr="004C3E92">
        <w:t>que vous recommandiez à Mrs</w:t>
      </w:r>
      <w:r>
        <w:t xml:space="preserve">. </w:t>
      </w:r>
      <w:r w:rsidR="008C5C61" w:rsidRPr="004C3E92">
        <w:t>Palmer et à Sir John de ne jamais prononcer le nom de Mr</w:t>
      </w:r>
      <w:r>
        <w:t xml:space="preserve">. </w:t>
      </w:r>
      <w:r w:rsidR="008C5C61" w:rsidRPr="004C3E92">
        <w:t>Willoughby</w:t>
      </w:r>
      <w:r>
        <w:t xml:space="preserve">, </w:t>
      </w:r>
      <w:r w:rsidR="008C5C61" w:rsidRPr="004C3E92">
        <w:t>ni de ne faire la moindre allusion à ce qui s</w:t>
      </w:r>
      <w:r>
        <w:t>’</w:t>
      </w:r>
      <w:r w:rsidR="008C5C61" w:rsidRPr="004C3E92">
        <w:t>est passé devant ma sœur</w:t>
      </w:r>
      <w:r>
        <w:t xml:space="preserve">, </w:t>
      </w:r>
      <w:r w:rsidR="008C5C61" w:rsidRPr="004C3E92">
        <w:t>Leur propre bienveillance doit leur ind</w:t>
      </w:r>
      <w:r w:rsidR="008C5C61" w:rsidRPr="004C3E92">
        <w:t>i</w:t>
      </w:r>
      <w:r w:rsidR="008C5C61" w:rsidRPr="004C3E92">
        <w:t>quer la cruauté foncière qu</w:t>
      </w:r>
      <w:r>
        <w:t>’</w:t>
      </w:r>
      <w:r w:rsidR="008C5C61" w:rsidRPr="004C3E92">
        <w:t>il y aurait pour eux à paraître savoir quoi que ce soit de cette affaire</w:t>
      </w:r>
      <w:r>
        <w:t xml:space="preserve">, </w:t>
      </w:r>
      <w:r w:rsidR="008C5C61" w:rsidRPr="004C3E92">
        <w:t>en sa présence</w:t>
      </w:r>
      <w:r>
        <w:t xml:space="preserve"> ; </w:t>
      </w:r>
      <w:r w:rsidR="008C5C61" w:rsidRPr="004C3E92">
        <w:t>et moins on m</w:t>
      </w:r>
      <w:r>
        <w:t>’</w:t>
      </w:r>
      <w:r w:rsidR="008C5C61" w:rsidRPr="004C3E92">
        <w:t>en parlera</w:t>
      </w:r>
      <w:r>
        <w:t xml:space="preserve">, </w:t>
      </w:r>
      <w:r w:rsidR="008C5C61" w:rsidRPr="004C3E92">
        <w:t>à moi-même</w:t>
      </w:r>
      <w:r>
        <w:t xml:space="preserve">, </w:t>
      </w:r>
      <w:r w:rsidR="008C5C61" w:rsidRPr="004C3E92">
        <w:t>plus on ménagera mes susceptibil</w:t>
      </w:r>
      <w:r w:rsidR="008C5C61" w:rsidRPr="004C3E92">
        <w:t>i</w:t>
      </w:r>
      <w:r w:rsidR="008C5C61" w:rsidRPr="004C3E92">
        <w:t>tés</w:t>
      </w:r>
      <w:r>
        <w:t xml:space="preserve">, </w:t>
      </w:r>
      <w:r w:rsidR="008C5C61" w:rsidRPr="004C3E92">
        <w:t>comme vous le croirez facilement</w:t>
      </w:r>
      <w:r>
        <w:t xml:space="preserve">, </w:t>
      </w:r>
      <w:r w:rsidR="008C5C61" w:rsidRPr="004C3E92">
        <w:t>chère madame</w:t>
      </w:r>
      <w:r>
        <w:t>.</w:t>
      </w:r>
    </w:p>
    <w:p w14:paraId="40ED4575" w14:textId="77777777" w:rsidR="004A4993" w:rsidRDefault="004A4993" w:rsidP="004A4993">
      <w:r>
        <w:t>— </w:t>
      </w:r>
      <w:r w:rsidR="008C5C61" w:rsidRPr="004C3E92">
        <w:t>Ah</w:t>
      </w:r>
      <w:r>
        <w:t xml:space="preserve">, </w:t>
      </w:r>
      <w:r w:rsidR="008C5C61" w:rsidRPr="004C3E92">
        <w:t>grand Dieu</w:t>
      </w:r>
      <w:r>
        <w:t xml:space="preserve">, </w:t>
      </w:r>
      <w:r w:rsidR="008C5C61" w:rsidRPr="004C3E92">
        <w:t>oui</w:t>
      </w:r>
      <w:r>
        <w:t xml:space="preserve">, </w:t>
      </w:r>
      <w:r w:rsidR="008C5C61" w:rsidRPr="004C3E92">
        <w:t>je le crois en effet</w:t>
      </w:r>
      <w:r>
        <w:t xml:space="preserve"> ! </w:t>
      </w:r>
      <w:r w:rsidR="008C5C61" w:rsidRPr="004C3E92">
        <w:t>Il doit être terr</w:t>
      </w:r>
      <w:r w:rsidR="008C5C61" w:rsidRPr="004C3E92">
        <w:t>i</w:t>
      </w:r>
      <w:r w:rsidR="008C5C61" w:rsidRPr="004C3E92">
        <w:t>ble pour vous d</w:t>
      </w:r>
      <w:r>
        <w:t>’</w:t>
      </w:r>
      <w:r w:rsidR="008C5C61" w:rsidRPr="004C3E92">
        <w:t>entendre qu</w:t>
      </w:r>
      <w:r>
        <w:t>’</w:t>
      </w:r>
      <w:r w:rsidR="008C5C61" w:rsidRPr="004C3E92">
        <w:t>on en parle</w:t>
      </w:r>
      <w:r>
        <w:t xml:space="preserve"> ; </w:t>
      </w:r>
      <w:r w:rsidR="008C5C61" w:rsidRPr="004C3E92">
        <w:t>et quant à votre sœur</w:t>
      </w:r>
      <w:r>
        <w:t xml:space="preserve">, </w:t>
      </w:r>
      <w:r w:rsidR="008C5C61" w:rsidRPr="004C3E92">
        <w:t>assurément</w:t>
      </w:r>
      <w:r>
        <w:t xml:space="preserve">, </w:t>
      </w:r>
      <w:r w:rsidR="008C5C61" w:rsidRPr="004C3E92">
        <w:t>je ne lui en soufflerais mot</w:t>
      </w:r>
      <w:r>
        <w:t xml:space="preserve">, </w:t>
      </w:r>
      <w:r w:rsidR="008C5C61" w:rsidRPr="004C3E92">
        <w:t>pour rien au monde</w:t>
      </w:r>
      <w:r>
        <w:t xml:space="preserve">. </w:t>
      </w:r>
      <w:r w:rsidR="008C5C61" w:rsidRPr="004C3E92">
        <w:t>Vous avez vu</w:t>
      </w:r>
      <w:r>
        <w:t xml:space="preserve"> : </w:t>
      </w:r>
      <w:r w:rsidR="008C5C61" w:rsidRPr="004C3E92">
        <w:t>je n</w:t>
      </w:r>
      <w:r>
        <w:t>’</w:t>
      </w:r>
      <w:r w:rsidR="008C5C61" w:rsidRPr="004C3E92">
        <w:t>en ai rien fait</w:t>
      </w:r>
      <w:r>
        <w:t xml:space="preserve">, </w:t>
      </w:r>
      <w:r w:rsidR="008C5C61" w:rsidRPr="004C3E92">
        <w:t>de tout le dîner</w:t>
      </w:r>
      <w:r>
        <w:t xml:space="preserve">. </w:t>
      </w:r>
      <w:r w:rsidR="008C5C61" w:rsidRPr="004C3E92">
        <w:t>Il en est de même de Sir John et de mes filles</w:t>
      </w:r>
      <w:r>
        <w:t xml:space="preserve">, </w:t>
      </w:r>
      <w:r w:rsidR="008C5C61" w:rsidRPr="004C3E92">
        <w:t>car ils sont tous fort réfléchis et prévenants</w:t>
      </w:r>
      <w:r>
        <w:t xml:space="preserve"> – </w:t>
      </w:r>
      <w:r w:rsidR="008C5C61" w:rsidRPr="004C3E92">
        <w:t>surtout si je leur en glisse un mot</w:t>
      </w:r>
      <w:r>
        <w:t xml:space="preserve">, </w:t>
      </w:r>
      <w:r w:rsidR="008C5C61" w:rsidRPr="004C3E92">
        <w:t>comme je ne manquerai pas de le faire</w:t>
      </w:r>
      <w:r>
        <w:t xml:space="preserve">. </w:t>
      </w:r>
      <w:r w:rsidR="008C5C61" w:rsidRPr="004C3E92">
        <w:t>Quant à moi</w:t>
      </w:r>
      <w:r>
        <w:t xml:space="preserve">, </w:t>
      </w:r>
      <w:r w:rsidR="008C5C61" w:rsidRPr="004C3E92">
        <w:t>j</w:t>
      </w:r>
      <w:r>
        <w:t>’</w:t>
      </w:r>
      <w:r w:rsidR="008C5C61" w:rsidRPr="004C3E92">
        <w:t>estime que moins on parle de ces choses-là</w:t>
      </w:r>
      <w:r>
        <w:t xml:space="preserve">, </w:t>
      </w:r>
      <w:r w:rsidR="008C5C61" w:rsidRPr="004C3E92">
        <w:t>mieux ça vaut</w:t>
      </w:r>
      <w:r>
        <w:t xml:space="preserve">, </w:t>
      </w:r>
      <w:r w:rsidR="008C5C61" w:rsidRPr="004C3E92">
        <w:t>plus tôt ça passe et s</w:t>
      </w:r>
      <w:r>
        <w:t>’</w:t>
      </w:r>
      <w:r w:rsidR="008C5C61" w:rsidRPr="004C3E92">
        <w:t>oublie</w:t>
      </w:r>
      <w:r>
        <w:t xml:space="preserve">. </w:t>
      </w:r>
      <w:r w:rsidR="008C5C61" w:rsidRPr="004C3E92">
        <w:t>Et d</w:t>
      </w:r>
      <w:r>
        <w:t>’</w:t>
      </w:r>
      <w:r w:rsidR="008C5C61" w:rsidRPr="004C3E92">
        <w:t>ailleurs</w:t>
      </w:r>
      <w:r>
        <w:t xml:space="preserve">, </w:t>
      </w:r>
      <w:r w:rsidR="008C5C61" w:rsidRPr="004C3E92">
        <w:t>les papotages</w:t>
      </w:r>
      <w:r>
        <w:t xml:space="preserve">, </w:t>
      </w:r>
      <w:r w:rsidR="008C5C61" w:rsidRPr="004C3E92">
        <w:t>quel bien font-ils jamais</w:t>
      </w:r>
      <w:r>
        <w:t xml:space="preserve">, </w:t>
      </w:r>
      <w:r w:rsidR="008C5C61" w:rsidRPr="004C3E92">
        <w:t>dites</w:t>
      </w:r>
      <w:r>
        <w:t> ?</w:t>
      </w:r>
    </w:p>
    <w:p w14:paraId="1708DE5F" w14:textId="77777777" w:rsidR="004A4993" w:rsidRDefault="004A4993" w:rsidP="004A4993">
      <w:r>
        <w:t>— </w:t>
      </w:r>
      <w:r w:rsidR="008C5C61" w:rsidRPr="004C3E92">
        <w:t>En l</w:t>
      </w:r>
      <w:r>
        <w:t>’</w:t>
      </w:r>
      <w:r w:rsidR="008C5C61" w:rsidRPr="004C3E92">
        <w:t>espèce</w:t>
      </w:r>
      <w:r>
        <w:t xml:space="preserve">, </w:t>
      </w:r>
      <w:r w:rsidR="008C5C61" w:rsidRPr="004C3E92">
        <w:t>ils ne peuvent que faire du mal</w:t>
      </w:r>
      <w:r>
        <w:t xml:space="preserve">, – </w:t>
      </w:r>
      <w:r w:rsidR="008C5C61" w:rsidRPr="004C3E92">
        <w:t>plus</w:t>
      </w:r>
      <w:r>
        <w:t xml:space="preserve">, </w:t>
      </w:r>
      <w:r w:rsidR="008C5C61" w:rsidRPr="004C3E92">
        <w:t>peut-être</w:t>
      </w:r>
      <w:r>
        <w:t xml:space="preserve">, </w:t>
      </w:r>
      <w:r w:rsidR="008C5C61" w:rsidRPr="004C3E92">
        <w:t>que dans beaucoup de cas analogues</w:t>
      </w:r>
      <w:r>
        <w:t xml:space="preserve">, </w:t>
      </w:r>
      <w:r w:rsidR="008C5C61" w:rsidRPr="004C3E92">
        <w:t>car</w:t>
      </w:r>
      <w:r>
        <w:t xml:space="preserve">, </w:t>
      </w:r>
      <w:r w:rsidR="008C5C61" w:rsidRPr="004C3E92">
        <w:t>ici</w:t>
      </w:r>
      <w:r>
        <w:t xml:space="preserve">, </w:t>
      </w:r>
      <w:r w:rsidR="008C5C61" w:rsidRPr="004C3E92">
        <w:t>il y a eu des circonstances qui</w:t>
      </w:r>
      <w:r>
        <w:t xml:space="preserve">, </w:t>
      </w:r>
      <w:r w:rsidR="008C5C61" w:rsidRPr="004C3E92">
        <w:t>par égard pour tous ceux qui y sont mêlés</w:t>
      </w:r>
      <w:r>
        <w:t xml:space="preserve">, </w:t>
      </w:r>
      <w:r w:rsidR="008C5C61" w:rsidRPr="004C3E92">
        <w:t>en font une chose impropre à devenir un sujet de conversation p</w:t>
      </w:r>
      <w:r w:rsidR="008C5C61" w:rsidRPr="004C3E92">
        <w:t>u</w:t>
      </w:r>
      <w:r w:rsidR="008C5C61" w:rsidRPr="004C3E92">
        <w:t>blique</w:t>
      </w:r>
      <w:r>
        <w:t xml:space="preserve">. </w:t>
      </w:r>
      <w:r w:rsidR="008C5C61" w:rsidRPr="004C3E92">
        <w:t>Il faut que je rende cette justice à Mr</w:t>
      </w:r>
      <w:r>
        <w:t xml:space="preserve">. </w:t>
      </w:r>
      <w:r w:rsidR="008C5C61" w:rsidRPr="004C3E92">
        <w:t>Willoughby</w:t>
      </w:r>
      <w:r>
        <w:t xml:space="preserve"> : </w:t>
      </w:r>
      <w:r w:rsidR="008C5C61" w:rsidRPr="004C3E92">
        <w:t>il n</w:t>
      </w:r>
      <w:r>
        <w:t>’</w:t>
      </w:r>
      <w:r w:rsidR="008C5C61" w:rsidRPr="004C3E92">
        <w:t>a rompu aucune promesse positive à ma sœur</w:t>
      </w:r>
      <w:r>
        <w:t>.</w:t>
      </w:r>
    </w:p>
    <w:p w14:paraId="37859A41" w14:textId="77777777" w:rsidR="004A4993" w:rsidRDefault="004A4993" w:rsidP="004A4993">
      <w:r>
        <w:t>— </w:t>
      </w:r>
      <w:r w:rsidR="008C5C61" w:rsidRPr="004C3E92">
        <w:t>Mon Dieu</w:t>
      </w:r>
      <w:r>
        <w:t xml:space="preserve">, </w:t>
      </w:r>
      <w:r w:rsidR="008C5C61" w:rsidRPr="004C3E92">
        <w:t>ma chérie</w:t>
      </w:r>
      <w:r>
        <w:t xml:space="preserve"> ! </w:t>
      </w:r>
      <w:r w:rsidR="008C5C61" w:rsidRPr="004C3E92">
        <w:t>Ne vous avisez pas de le défendre</w:t>
      </w:r>
      <w:r>
        <w:t xml:space="preserve"> ! </w:t>
      </w:r>
      <w:r w:rsidR="008C5C61" w:rsidRPr="004C3E92">
        <w:t>Pas de promesse positive</w:t>
      </w:r>
      <w:r>
        <w:t xml:space="preserve">, </w:t>
      </w:r>
      <w:r w:rsidR="008C5C61" w:rsidRPr="004C3E92">
        <w:t>vraiment</w:t>
      </w:r>
      <w:r>
        <w:t xml:space="preserve"> ! </w:t>
      </w:r>
      <w:r w:rsidR="008C5C61" w:rsidRPr="004C3E92">
        <w:t xml:space="preserve">Après lui avoir fait visiter de fond en comble </w:t>
      </w:r>
      <w:proofErr w:type="spellStart"/>
      <w:r w:rsidR="008C5C61" w:rsidRPr="004C3E92">
        <w:t>Allenham</w:t>
      </w:r>
      <w:proofErr w:type="spellEnd"/>
      <w:r w:rsidR="008C5C61" w:rsidRPr="004C3E92">
        <w:t xml:space="preserve"> House</w:t>
      </w:r>
      <w:r>
        <w:t xml:space="preserve">, </w:t>
      </w:r>
      <w:r w:rsidR="008C5C61" w:rsidRPr="004C3E92">
        <w:t>et s</w:t>
      </w:r>
      <w:r>
        <w:t>’</w:t>
      </w:r>
      <w:r w:rsidR="008C5C61" w:rsidRPr="004C3E92">
        <w:t>être décidé sur les pi</w:t>
      </w:r>
      <w:r w:rsidR="008C5C61" w:rsidRPr="004C3E92">
        <w:t>è</w:t>
      </w:r>
      <w:r w:rsidR="008C5C61" w:rsidRPr="004C3E92">
        <w:t>ces mêmes où ils vivraient dorénavant</w:t>
      </w:r>
      <w:r>
        <w:t> !</w:t>
      </w:r>
    </w:p>
    <w:p w14:paraId="6DA57530" w14:textId="77777777" w:rsidR="004A4993" w:rsidRDefault="008C5C61" w:rsidP="004A4993">
      <w:proofErr w:type="spellStart"/>
      <w:r w:rsidRPr="004C3E92">
        <w:lastRenderedPageBreak/>
        <w:t>Elinor</w:t>
      </w:r>
      <w:proofErr w:type="spellEnd"/>
      <w:r w:rsidR="004A4993">
        <w:t xml:space="preserve">, </w:t>
      </w:r>
      <w:r w:rsidRPr="004C3E92">
        <w:t>par égard pour sa sœur</w:t>
      </w:r>
      <w:r w:rsidR="004A4993">
        <w:t xml:space="preserve">, </w:t>
      </w:r>
      <w:r w:rsidRPr="004C3E92">
        <w:t>ne pouvait pas pousser la chose plus à fond</w:t>
      </w:r>
      <w:r w:rsidR="004A4993">
        <w:t xml:space="preserve">, </w:t>
      </w:r>
      <w:r w:rsidRPr="004C3E92">
        <w:t>et elle espéra que cela n</w:t>
      </w:r>
      <w:r w:rsidR="004A4993">
        <w:t>’</w:t>
      </w:r>
      <w:r w:rsidRPr="004C3E92">
        <w:t>était pas exigé d</w:t>
      </w:r>
      <w:r w:rsidR="004A4993">
        <w:t>’</w:t>
      </w:r>
      <w:r w:rsidRPr="004C3E92">
        <w:t>elle par égard pour Willoughby</w:t>
      </w:r>
      <w:r w:rsidR="004A4993">
        <w:t xml:space="preserve"> ; </w:t>
      </w:r>
      <w:r w:rsidRPr="004C3E92">
        <w:t>car</w:t>
      </w:r>
      <w:r w:rsidR="004A4993">
        <w:t xml:space="preserve">, </w:t>
      </w:r>
      <w:r w:rsidRPr="004C3E92">
        <w:t>bien que Marianne eût bea</w:t>
      </w:r>
      <w:r w:rsidRPr="004C3E92">
        <w:t>u</w:t>
      </w:r>
      <w:r w:rsidRPr="004C3E92">
        <w:t>coup à perdre</w:t>
      </w:r>
      <w:r w:rsidR="004A4993">
        <w:t xml:space="preserve">, </w:t>
      </w:r>
      <w:r w:rsidRPr="004C3E92">
        <w:t>il n</w:t>
      </w:r>
      <w:r w:rsidR="004A4993">
        <w:t>’</w:t>
      </w:r>
      <w:r w:rsidRPr="004C3E92">
        <w:t>avait que fort peu à gagner à la publication de la vérité réelle</w:t>
      </w:r>
      <w:r w:rsidR="004A4993">
        <w:t xml:space="preserve">. </w:t>
      </w:r>
      <w:r w:rsidRPr="004C3E92">
        <w:t>Après un bref silence de part et d</w:t>
      </w:r>
      <w:r w:rsidR="004A4993">
        <w:t>’</w:t>
      </w:r>
      <w:r w:rsidRPr="004C3E92">
        <w:t>autre</w:t>
      </w:r>
      <w:r w:rsidR="004A4993">
        <w:t xml:space="preserve">, </w:t>
      </w:r>
      <w:r w:rsidRPr="004C3E92">
        <w:t>Mrs</w:t>
      </w:r>
      <w:r w:rsidR="004A4993">
        <w:t xml:space="preserve">. </w:t>
      </w:r>
      <w:r w:rsidRPr="004C3E92">
        <w:t>Jennings</w:t>
      </w:r>
      <w:r w:rsidR="004A4993">
        <w:t xml:space="preserve">, </w:t>
      </w:r>
      <w:r w:rsidRPr="004C3E92">
        <w:t>avec toute son hilarité naturelle</w:t>
      </w:r>
      <w:r w:rsidR="004A4993">
        <w:t xml:space="preserve">, </w:t>
      </w:r>
      <w:r w:rsidRPr="004C3E92">
        <w:t>laissa de nouveau éclater un torrent de paroles</w:t>
      </w:r>
      <w:r w:rsidR="004A4993">
        <w:t>.</w:t>
      </w:r>
    </w:p>
    <w:p w14:paraId="79EE509D" w14:textId="77777777" w:rsidR="004A4993" w:rsidRDefault="004A4993" w:rsidP="004A4993">
      <w:r>
        <w:t>— </w:t>
      </w:r>
      <w:r w:rsidR="008C5C61" w:rsidRPr="004C3E92">
        <w:t>Enfin</w:t>
      </w:r>
      <w:r>
        <w:t xml:space="preserve">, </w:t>
      </w:r>
      <w:r w:rsidR="008C5C61" w:rsidRPr="004C3E92">
        <w:t>ma chérie</w:t>
      </w:r>
      <w:r>
        <w:t xml:space="preserve">, </w:t>
      </w:r>
      <w:r w:rsidR="008C5C61" w:rsidRPr="004C3E92">
        <w:t>c</w:t>
      </w:r>
      <w:r>
        <w:t>’</w:t>
      </w:r>
      <w:r w:rsidR="008C5C61" w:rsidRPr="004C3E92">
        <w:t>est à juste titre qu</w:t>
      </w:r>
      <w:r>
        <w:t>’</w:t>
      </w:r>
      <w:r w:rsidR="008C5C61" w:rsidRPr="004C3E92">
        <w:t>on dit qu</w:t>
      </w:r>
      <w:r>
        <w:t>’</w:t>
      </w:r>
      <w:r w:rsidR="008C5C61" w:rsidRPr="004C3E92">
        <w:t>à quelque chose malheur est bon</w:t>
      </w:r>
      <w:r>
        <w:t xml:space="preserve">, </w:t>
      </w:r>
      <w:r w:rsidR="008C5C61" w:rsidRPr="004C3E92">
        <w:t>car tout cela sera à l</w:t>
      </w:r>
      <w:r>
        <w:t>’</w:t>
      </w:r>
      <w:r w:rsidR="008C5C61" w:rsidRPr="004C3E92">
        <w:t>avantage du colonel Brandon</w:t>
      </w:r>
      <w:r>
        <w:t xml:space="preserve">. </w:t>
      </w:r>
      <w:r w:rsidR="008C5C61" w:rsidRPr="004C3E92">
        <w:t>Il finira par l</w:t>
      </w:r>
      <w:r>
        <w:t>’</w:t>
      </w:r>
      <w:r w:rsidR="008C5C61" w:rsidRPr="004C3E92">
        <w:t>avoir</w:t>
      </w:r>
      <w:r>
        <w:t xml:space="preserve"> ; </w:t>
      </w:r>
      <w:r w:rsidR="008C5C61" w:rsidRPr="004C3E92">
        <w:t>certes</w:t>
      </w:r>
      <w:r>
        <w:t xml:space="preserve">, </w:t>
      </w:r>
      <w:r w:rsidR="008C5C61" w:rsidRPr="004C3E92">
        <w:t>oui</w:t>
      </w:r>
      <w:r>
        <w:t xml:space="preserve">. </w:t>
      </w:r>
      <w:r w:rsidR="008C5C61" w:rsidRPr="004C3E92">
        <w:t>Notez bien ce que je vous dis</w:t>
      </w:r>
      <w:r>
        <w:t xml:space="preserve"> : </w:t>
      </w:r>
      <w:r w:rsidR="008C5C61" w:rsidRPr="004C3E92">
        <w:t>ils seront mariés pour la Saint-Jean</w:t>
      </w:r>
      <w:r>
        <w:t xml:space="preserve"> ! </w:t>
      </w:r>
      <w:r w:rsidR="008C5C61" w:rsidRPr="004C3E92">
        <w:t>Seigneur</w:t>
      </w:r>
      <w:r>
        <w:t xml:space="preserve">, </w:t>
      </w:r>
      <w:r w:rsidR="008C5C61" w:rsidRPr="004C3E92">
        <w:t>co</w:t>
      </w:r>
      <w:r w:rsidR="008C5C61" w:rsidRPr="004C3E92">
        <w:t>m</w:t>
      </w:r>
      <w:r w:rsidR="008C5C61" w:rsidRPr="004C3E92">
        <w:t>me cette nouvelle lui fera plaisir</w:t>
      </w:r>
      <w:r>
        <w:t xml:space="preserve"> ! </w:t>
      </w:r>
      <w:r w:rsidR="008C5C61" w:rsidRPr="004C3E92">
        <w:t>J</w:t>
      </w:r>
      <w:r>
        <w:t>’</w:t>
      </w:r>
      <w:r w:rsidR="008C5C61" w:rsidRPr="004C3E92">
        <w:t>espère qu</w:t>
      </w:r>
      <w:r>
        <w:t>’</w:t>
      </w:r>
      <w:r w:rsidR="008C5C61" w:rsidRPr="004C3E92">
        <w:t>il viendra ce soir</w:t>
      </w:r>
      <w:r>
        <w:t xml:space="preserve">. </w:t>
      </w:r>
      <w:r w:rsidR="008C5C61" w:rsidRPr="004C3E92">
        <w:t>Tout compte fait</w:t>
      </w:r>
      <w:r>
        <w:t xml:space="preserve">, </w:t>
      </w:r>
      <w:r w:rsidR="008C5C61" w:rsidRPr="004C3E92">
        <w:t>ce sera un meilleur parti pour votre sœur</w:t>
      </w:r>
      <w:r>
        <w:t xml:space="preserve">. </w:t>
      </w:r>
      <w:r w:rsidR="008C5C61" w:rsidRPr="004C3E92">
        <w:t>Deux mille livres par an</w:t>
      </w:r>
      <w:r>
        <w:t xml:space="preserve">, </w:t>
      </w:r>
      <w:r w:rsidR="008C5C61" w:rsidRPr="004C3E92">
        <w:t>sans dette ni empêchement</w:t>
      </w:r>
      <w:r>
        <w:t xml:space="preserve">, – </w:t>
      </w:r>
      <w:r w:rsidR="008C5C61" w:rsidRPr="004C3E92">
        <w:t>à part la petite enfant de l</w:t>
      </w:r>
      <w:r>
        <w:t>’</w:t>
      </w:r>
      <w:r w:rsidR="008C5C61" w:rsidRPr="004C3E92">
        <w:t>amour</w:t>
      </w:r>
      <w:r>
        <w:t xml:space="preserve">, </w:t>
      </w:r>
      <w:r w:rsidR="008C5C61" w:rsidRPr="004C3E92">
        <w:t>c</w:t>
      </w:r>
      <w:r>
        <w:t>’</w:t>
      </w:r>
      <w:r w:rsidR="008C5C61" w:rsidRPr="004C3E92">
        <w:t>est vrai</w:t>
      </w:r>
      <w:r>
        <w:t xml:space="preserve"> ; </w:t>
      </w:r>
      <w:r w:rsidR="008C5C61" w:rsidRPr="004C3E92">
        <w:t>oui</w:t>
      </w:r>
      <w:r>
        <w:t xml:space="preserve">, </w:t>
      </w:r>
      <w:r w:rsidR="008C5C61" w:rsidRPr="004C3E92">
        <w:t>je l</w:t>
      </w:r>
      <w:r>
        <w:t>’</w:t>
      </w:r>
      <w:r w:rsidR="008C5C61" w:rsidRPr="004C3E92">
        <w:t>avais oubliée</w:t>
      </w:r>
      <w:r>
        <w:t xml:space="preserve">, </w:t>
      </w:r>
      <w:r w:rsidR="008C5C61" w:rsidRPr="004C3E92">
        <w:t>mais on pourra la mettre en apprentissage au dehors à peu de frais</w:t>
      </w:r>
      <w:r>
        <w:t xml:space="preserve"> ; </w:t>
      </w:r>
      <w:r w:rsidR="008C5C61" w:rsidRPr="004C3E92">
        <w:t>et puis</w:t>
      </w:r>
      <w:r>
        <w:t xml:space="preserve">, </w:t>
      </w:r>
      <w:r w:rsidR="008C5C61" w:rsidRPr="004C3E92">
        <w:t>quelle importance ça a-t-il</w:t>
      </w:r>
      <w:r>
        <w:t xml:space="preserve"> ? </w:t>
      </w:r>
      <w:proofErr w:type="spellStart"/>
      <w:r w:rsidR="008C5C61" w:rsidRPr="004C3E92">
        <w:t>Delaford</w:t>
      </w:r>
      <w:proofErr w:type="spellEnd"/>
      <w:r w:rsidR="008C5C61" w:rsidRPr="004C3E92">
        <w:t xml:space="preserve"> est un joli coin</w:t>
      </w:r>
      <w:r>
        <w:t xml:space="preserve">, </w:t>
      </w:r>
      <w:r w:rsidR="008C5C61" w:rsidRPr="004C3E92">
        <w:t>je vous l</w:t>
      </w:r>
      <w:r>
        <w:t>’</w:t>
      </w:r>
      <w:r w:rsidR="008C5C61" w:rsidRPr="004C3E92">
        <w:t>assure</w:t>
      </w:r>
      <w:r>
        <w:t xml:space="preserve"> ; </w:t>
      </w:r>
      <w:r w:rsidR="008C5C61" w:rsidRPr="004C3E92">
        <w:t>exactement ce que j</w:t>
      </w:r>
      <w:r>
        <w:t>’</w:t>
      </w:r>
      <w:r w:rsidR="008C5C61" w:rsidRPr="004C3E92">
        <w:t>appelle un gentil coin</w:t>
      </w:r>
      <w:r>
        <w:t xml:space="preserve">, </w:t>
      </w:r>
      <w:r w:rsidR="008C5C61" w:rsidRPr="004C3E92">
        <w:t>à l</w:t>
      </w:r>
      <w:r>
        <w:t>’</w:t>
      </w:r>
      <w:r w:rsidR="008C5C61" w:rsidRPr="004C3E92">
        <w:t>ancienne mode</w:t>
      </w:r>
      <w:r>
        <w:t xml:space="preserve">, </w:t>
      </w:r>
      <w:r w:rsidR="008C5C61" w:rsidRPr="004C3E92">
        <w:t>plein de commodités et d</w:t>
      </w:r>
      <w:r>
        <w:t>’</w:t>
      </w:r>
      <w:r w:rsidR="008C5C61" w:rsidRPr="004C3E92">
        <w:t>agréments</w:t>
      </w:r>
      <w:r>
        <w:t xml:space="preserve"> ; </w:t>
      </w:r>
      <w:r w:rsidR="008C5C61" w:rsidRPr="004C3E92">
        <w:t>avec un jardin entouré de grands murs couverts des meilleurs arbres fruitiers du pays</w:t>
      </w:r>
      <w:r>
        <w:t xml:space="preserve"> ; </w:t>
      </w:r>
      <w:r w:rsidR="008C5C61" w:rsidRPr="004C3E92">
        <w:t>et quel beau mûrier dans un coin</w:t>
      </w:r>
      <w:r>
        <w:t xml:space="preserve"> ! </w:t>
      </w:r>
      <w:r w:rsidR="008C5C61" w:rsidRPr="004C3E92">
        <w:t>Seigneur</w:t>
      </w:r>
      <w:r>
        <w:t xml:space="preserve">, </w:t>
      </w:r>
      <w:r w:rsidR="008C5C61" w:rsidRPr="004C3E92">
        <w:t>comme Charlotte et moi</w:t>
      </w:r>
      <w:r>
        <w:t xml:space="preserve">, </w:t>
      </w:r>
      <w:r w:rsidR="008C5C61" w:rsidRPr="004C3E92">
        <w:t>nous nous sommes empiffrées</w:t>
      </w:r>
      <w:r>
        <w:t xml:space="preserve">, </w:t>
      </w:r>
      <w:r w:rsidR="008C5C61" w:rsidRPr="004C3E92">
        <w:t>la seule fois que nous y sommes allées</w:t>
      </w:r>
      <w:r>
        <w:t xml:space="preserve"> ! </w:t>
      </w:r>
      <w:r w:rsidR="008C5C61" w:rsidRPr="004C3E92">
        <w:t>Et puis</w:t>
      </w:r>
      <w:r>
        <w:t xml:space="preserve">, </w:t>
      </w:r>
      <w:r w:rsidR="008C5C61" w:rsidRPr="004C3E92">
        <w:t>il y a un pigeonnier</w:t>
      </w:r>
      <w:r>
        <w:t xml:space="preserve">, </w:t>
      </w:r>
      <w:r w:rsidR="008C5C61" w:rsidRPr="004C3E92">
        <w:t>des viviers magnifiques</w:t>
      </w:r>
      <w:r>
        <w:t xml:space="preserve">, </w:t>
      </w:r>
      <w:r w:rsidR="008C5C61" w:rsidRPr="004C3E92">
        <w:t>et un très joli canal</w:t>
      </w:r>
      <w:r>
        <w:t xml:space="preserve"> ; </w:t>
      </w:r>
      <w:r w:rsidR="008C5C61" w:rsidRPr="004C3E92">
        <w:t>et</w:t>
      </w:r>
      <w:r>
        <w:t xml:space="preserve">, </w:t>
      </w:r>
      <w:r w:rsidR="008C5C61" w:rsidRPr="004C3E92">
        <w:t>bref</w:t>
      </w:r>
      <w:r>
        <w:t xml:space="preserve">, </w:t>
      </w:r>
      <w:r w:rsidR="008C5C61" w:rsidRPr="004C3E92">
        <w:t>tout ce qu</w:t>
      </w:r>
      <w:r>
        <w:t>’</w:t>
      </w:r>
      <w:r w:rsidR="008C5C61" w:rsidRPr="004C3E92">
        <w:t>on peut désirer</w:t>
      </w:r>
      <w:r>
        <w:t xml:space="preserve"> ; </w:t>
      </w:r>
      <w:r w:rsidR="008C5C61" w:rsidRPr="004C3E92">
        <w:t>et</w:t>
      </w:r>
      <w:r>
        <w:t xml:space="preserve">, </w:t>
      </w:r>
      <w:r w:rsidR="008C5C61" w:rsidRPr="004C3E92">
        <w:t>de plus</w:t>
      </w:r>
      <w:r>
        <w:t xml:space="preserve">, </w:t>
      </w:r>
      <w:r w:rsidR="008C5C61" w:rsidRPr="004C3E92">
        <w:t>c</w:t>
      </w:r>
      <w:r>
        <w:t>’</w:t>
      </w:r>
      <w:r w:rsidR="008C5C61" w:rsidRPr="004C3E92">
        <w:t>est près de l</w:t>
      </w:r>
      <w:r>
        <w:t>’</w:t>
      </w:r>
      <w:r w:rsidR="008C5C61" w:rsidRPr="004C3E92">
        <w:t>église</w:t>
      </w:r>
      <w:r>
        <w:t xml:space="preserve">, </w:t>
      </w:r>
      <w:r w:rsidR="008C5C61" w:rsidRPr="004C3E92">
        <w:t>et à un quart de mille seulement de la route à péage</w:t>
      </w:r>
      <w:r>
        <w:t xml:space="preserve">, </w:t>
      </w:r>
      <w:r w:rsidR="008C5C61" w:rsidRPr="004C3E92">
        <w:t>de sorte qu</w:t>
      </w:r>
      <w:r>
        <w:t>’</w:t>
      </w:r>
      <w:r w:rsidR="008C5C61" w:rsidRPr="004C3E92">
        <w:t>on ne s</w:t>
      </w:r>
      <w:r>
        <w:t>’</w:t>
      </w:r>
      <w:r w:rsidR="008C5C61" w:rsidRPr="004C3E92">
        <w:t>y ennuie jamais</w:t>
      </w:r>
      <w:r>
        <w:t xml:space="preserve">, </w:t>
      </w:r>
      <w:r w:rsidR="008C5C61" w:rsidRPr="004C3E92">
        <w:t>car il suffit qu</w:t>
      </w:r>
      <w:r>
        <w:t>’</w:t>
      </w:r>
      <w:r w:rsidR="008C5C61" w:rsidRPr="004C3E92">
        <w:t>on aille s</w:t>
      </w:r>
      <w:r>
        <w:t>’</w:t>
      </w:r>
      <w:r w:rsidR="008C5C61" w:rsidRPr="004C3E92">
        <w:t>asseoir</w:t>
      </w:r>
      <w:r>
        <w:t xml:space="preserve">, </w:t>
      </w:r>
      <w:r w:rsidR="008C5C61" w:rsidRPr="004C3E92">
        <w:t>là-bas</w:t>
      </w:r>
      <w:r>
        <w:t xml:space="preserve">, </w:t>
      </w:r>
      <w:r w:rsidR="008C5C61" w:rsidRPr="004C3E92">
        <w:t>dans le vieux bosquet d</w:t>
      </w:r>
      <w:r>
        <w:t>’</w:t>
      </w:r>
      <w:r w:rsidR="008C5C61" w:rsidRPr="004C3E92">
        <w:t>ifs derrière la maison</w:t>
      </w:r>
      <w:r>
        <w:t xml:space="preserve">, </w:t>
      </w:r>
      <w:r w:rsidR="008C5C61" w:rsidRPr="004C3E92">
        <w:t>pour voir toutes les voitures qui passent</w:t>
      </w:r>
      <w:r>
        <w:t xml:space="preserve">. </w:t>
      </w:r>
      <w:r w:rsidR="008C5C61" w:rsidRPr="004C3E92">
        <w:t>Oh</w:t>
      </w:r>
      <w:r>
        <w:t xml:space="preserve">, </w:t>
      </w:r>
      <w:r w:rsidR="008C5C61" w:rsidRPr="004C3E92">
        <w:t>c</w:t>
      </w:r>
      <w:r>
        <w:t>’</w:t>
      </w:r>
      <w:r w:rsidR="008C5C61" w:rsidRPr="004C3E92">
        <w:t>est un coin charmant</w:t>
      </w:r>
      <w:r>
        <w:t xml:space="preserve"> ! </w:t>
      </w:r>
      <w:r w:rsidR="008C5C61" w:rsidRPr="004C3E92">
        <w:t>Un boucher tout près du village</w:t>
      </w:r>
      <w:r>
        <w:t xml:space="preserve">, </w:t>
      </w:r>
      <w:r w:rsidR="008C5C61" w:rsidRPr="004C3E92">
        <w:t>et le presbytère à un jet de pierre</w:t>
      </w:r>
      <w:r>
        <w:t xml:space="preserve">. </w:t>
      </w:r>
      <w:r w:rsidR="008C5C61" w:rsidRPr="004C3E92">
        <w:t>Pour mon goût</w:t>
      </w:r>
      <w:r>
        <w:t xml:space="preserve">, </w:t>
      </w:r>
      <w:r w:rsidR="008C5C61" w:rsidRPr="004C3E92">
        <w:t>mille fois plus joli que Barton Park</w:t>
      </w:r>
      <w:r>
        <w:t xml:space="preserve">, </w:t>
      </w:r>
      <w:r w:rsidR="008C5C61" w:rsidRPr="004C3E92">
        <w:t>où ils sont obligés de faire venir leur viande de trois milles</w:t>
      </w:r>
      <w:r>
        <w:t xml:space="preserve">, </w:t>
      </w:r>
      <w:r w:rsidR="008C5C61" w:rsidRPr="004C3E92">
        <w:t>et n</w:t>
      </w:r>
      <w:r>
        <w:t>’</w:t>
      </w:r>
      <w:r w:rsidR="008C5C61" w:rsidRPr="004C3E92">
        <w:t xml:space="preserve">ont pas de voisin </w:t>
      </w:r>
      <w:r w:rsidR="008C5C61" w:rsidRPr="004C3E92">
        <w:lastRenderedPageBreak/>
        <w:t>plus pr</w:t>
      </w:r>
      <w:r w:rsidR="008C5C61" w:rsidRPr="004C3E92">
        <w:t>o</w:t>
      </w:r>
      <w:r w:rsidR="008C5C61" w:rsidRPr="004C3E92">
        <w:t>che que votre mère</w:t>
      </w:r>
      <w:r>
        <w:t xml:space="preserve">. </w:t>
      </w:r>
      <w:r w:rsidR="008C5C61" w:rsidRPr="004C3E92">
        <w:t>Enfin</w:t>
      </w:r>
      <w:r>
        <w:t xml:space="preserve">, </w:t>
      </w:r>
      <w:r w:rsidR="008C5C61" w:rsidRPr="004C3E92">
        <w:t>je ferai venir le Colonel dès que je le pourrai</w:t>
      </w:r>
      <w:r>
        <w:t xml:space="preserve">. </w:t>
      </w:r>
      <w:r w:rsidR="008C5C61" w:rsidRPr="004C3E92">
        <w:t>Voyez-vous</w:t>
      </w:r>
      <w:r>
        <w:t xml:space="preserve">, </w:t>
      </w:r>
      <w:r w:rsidR="008C5C61" w:rsidRPr="004C3E92">
        <w:t>un clou chasse l</w:t>
      </w:r>
      <w:r>
        <w:t>’</w:t>
      </w:r>
      <w:r w:rsidR="008C5C61" w:rsidRPr="004C3E92">
        <w:t>autre</w:t>
      </w:r>
      <w:r>
        <w:t xml:space="preserve">. </w:t>
      </w:r>
      <w:r w:rsidR="008C5C61" w:rsidRPr="004C3E92">
        <w:t>Si seulement nous pouvons lui chasser de la tête Willoughby</w:t>
      </w:r>
      <w:r>
        <w:t> !</w:t>
      </w:r>
    </w:p>
    <w:p w14:paraId="41FC009D" w14:textId="77777777" w:rsidR="004A4993" w:rsidRDefault="004A4993" w:rsidP="004A4993">
      <w:r>
        <w:t>— </w:t>
      </w:r>
      <w:r w:rsidR="008C5C61" w:rsidRPr="004C3E92">
        <w:t>Oui</w:t>
      </w:r>
      <w:r>
        <w:t xml:space="preserve">, </w:t>
      </w:r>
      <w:r w:rsidR="008C5C61" w:rsidRPr="004C3E92">
        <w:t>si seulement nous parvenons à cela</w:t>
      </w:r>
      <w:r>
        <w:t xml:space="preserve">, </w:t>
      </w:r>
      <w:r w:rsidR="008C5C61" w:rsidRPr="004C3E92">
        <w:t>madame</w:t>
      </w:r>
      <w:r>
        <w:t xml:space="preserve">, </w:t>
      </w:r>
      <w:r w:rsidR="008C5C61" w:rsidRPr="004C3E92">
        <w:t xml:space="preserve">dit </w:t>
      </w:r>
      <w:proofErr w:type="spellStart"/>
      <w:r w:rsidR="008C5C61" w:rsidRPr="004C3E92">
        <w:t>Elinor</w:t>
      </w:r>
      <w:proofErr w:type="spellEnd"/>
      <w:r>
        <w:t xml:space="preserve">, </w:t>
      </w:r>
      <w:r w:rsidR="008C5C61" w:rsidRPr="004C3E92">
        <w:t>nous irons très bien</w:t>
      </w:r>
      <w:r>
        <w:t xml:space="preserve">, </w:t>
      </w:r>
      <w:r w:rsidR="008C5C61" w:rsidRPr="004C3E92">
        <w:t>avec ou sans le colonel Brandon</w:t>
      </w:r>
      <w:r>
        <w:t xml:space="preserve">. </w:t>
      </w:r>
      <w:r w:rsidR="008C5C61" w:rsidRPr="004C3E92">
        <w:t>Sur quoi elle se leva</w:t>
      </w:r>
      <w:r>
        <w:t xml:space="preserve">, </w:t>
      </w:r>
      <w:r w:rsidR="008C5C61" w:rsidRPr="004C3E92">
        <w:t>et alla rejoindre Marianne</w:t>
      </w:r>
      <w:r>
        <w:t xml:space="preserve">, </w:t>
      </w:r>
      <w:r w:rsidR="008C5C61" w:rsidRPr="004C3E92">
        <w:t>qu</w:t>
      </w:r>
      <w:r>
        <w:t>’</w:t>
      </w:r>
      <w:r w:rsidR="008C5C61" w:rsidRPr="004C3E92">
        <w:t>elle trouva</w:t>
      </w:r>
      <w:r>
        <w:t xml:space="preserve">, </w:t>
      </w:r>
      <w:r w:rsidR="008C5C61" w:rsidRPr="004C3E92">
        <w:t>comme elle s</w:t>
      </w:r>
      <w:r>
        <w:t>’</w:t>
      </w:r>
      <w:r w:rsidR="008C5C61" w:rsidRPr="004C3E92">
        <w:t>y attendait</w:t>
      </w:r>
      <w:r>
        <w:t xml:space="preserve">, </w:t>
      </w:r>
      <w:r w:rsidR="008C5C61" w:rsidRPr="004C3E92">
        <w:t>dans sa chambre</w:t>
      </w:r>
      <w:r>
        <w:t xml:space="preserve">, </w:t>
      </w:r>
      <w:r w:rsidR="008C5C61" w:rsidRPr="004C3E92">
        <w:t>accoudée</w:t>
      </w:r>
      <w:r>
        <w:t xml:space="preserve">, </w:t>
      </w:r>
      <w:r w:rsidR="008C5C61" w:rsidRPr="004C3E92">
        <w:t>dans une détresse silencieuse</w:t>
      </w:r>
      <w:r>
        <w:t xml:space="preserve">, </w:t>
      </w:r>
      <w:r w:rsidR="008C5C61" w:rsidRPr="004C3E92">
        <w:t>devant le maigre résidu d</w:t>
      </w:r>
      <w:r>
        <w:t>’</w:t>
      </w:r>
      <w:r w:rsidR="008C5C61" w:rsidRPr="004C3E92">
        <w:t>un feu qui</w:t>
      </w:r>
      <w:r>
        <w:t xml:space="preserve">, </w:t>
      </w:r>
      <w:r w:rsidR="008C5C61" w:rsidRPr="004C3E92">
        <w:t>ju</w:t>
      </w:r>
      <w:r w:rsidR="008C5C61" w:rsidRPr="004C3E92">
        <w:t>s</w:t>
      </w:r>
      <w:r w:rsidR="008C5C61" w:rsidRPr="004C3E92">
        <w:t>qu</w:t>
      </w:r>
      <w:r>
        <w:t>’</w:t>
      </w:r>
      <w:r w:rsidR="008C5C61" w:rsidRPr="004C3E92">
        <w:t>à l</w:t>
      </w:r>
      <w:r>
        <w:t>’</w:t>
      </w:r>
      <w:r w:rsidR="008C5C61" w:rsidRPr="004C3E92">
        <w:t>entrée d</w:t>
      </w:r>
      <w:r>
        <w:t>’</w:t>
      </w:r>
      <w:proofErr w:type="spellStart"/>
      <w:r w:rsidR="008C5C61" w:rsidRPr="004C3E92">
        <w:t>Elinor</w:t>
      </w:r>
      <w:proofErr w:type="spellEnd"/>
      <w:r>
        <w:t xml:space="preserve">, </w:t>
      </w:r>
      <w:r w:rsidR="008C5C61" w:rsidRPr="004C3E92">
        <w:t>avait constitué sa seule lumière</w:t>
      </w:r>
      <w:r>
        <w:t>.</w:t>
      </w:r>
    </w:p>
    <w:p w14:paraId="3667BB3B" w14:textId="77777777" w:rsidR="004A4993" w:rsidRDefault="004A4993" w:rsidP="004A4993">
      <w:r>
        <w:t>— </w:t>
      </w:r>
      <w:r w:rsidR="008C5C61" w:rsidRPr="004C3E92">
        <w:t>Tu ferais mieux de me laisser seule</w:t>
      </w:r>
      <w:r>
        <w:t xml:space="preserve">, – </w:t>
      </w:r>
      <w:r w:rsidR="008C5C61" w:rsidRPr="004C3E92">
        <w:t>telle fut la seule marque d</w:t>
      </w:r>
      <w:r>
        <w:t>’</w:t>
      </w:r>
      <w:r w:rsidR="008C5C61" w:rsidRPr="004C3E92">
        <w:t>attention que reçut d</w:t>
      </w:r>
      <w:r>
        <w:t>’</w:t>
      </w:r>
      <w:r w:rsidR="008C5C61" w:rsidRPr="004C3E92">
        <w:t>elle sa sœur</w:t>
      </w:r>
      <w:r>
        <w:t>.</w:t>
      </w:r>
    </w:p>
    <w:p w14:paraId="7C3269ED" w14:textId="77777777" w:rsidR="004A4993" w:rsidRDefault="004A4993" w:rsidP="004A4993">
      <w:r>
        <w:t>— </w:t>
      </w:r>
      <w:r w:rsidR="008C5C61" w:rsidRPr="004C3E92">
        <w:t>Je vais te laisser seule</w:t>
      </w:r>
      <w:r>
        <w:t xml:space="preserve">, </w:t>
      </w:r>
      <w:r w:rsidR="008C5C61" w:rsidRPr="004C3E92">
        <w:t xml:space="preserve">dit </w:t>
      </w:r>
      <w:proofErr w:type="spellStart"/>
      <w:r w:rsidR="008C5C61" w:rsidRPr="004C3E92">
        <w:t>Elinor</w:t>
      </w:r>
      <w:proofErr w:type="spellEnd"/>
      <w:r>
        <w:t xml:space="preserve">, </w:t>
      </w:r>
      <w:r w:rsidR="008C5C61" w:rsidRPr="004C3E92">
        <w:t>si tu te couches</w:t>
      </w:r>
      <w:r>
        <w:t>.</w:t>
      </w:r>
    </w:p>
    <w:p w14:paraId="3FA39527" w14:textId="77777777" w:rsidR="004A4993" w:rsidRDefault="008C5C61" w:rsidP="004A4993">
      <w:r w:rsidRPr="004C3E92">
        <w:t>Mais</w:t>
      </w:r>
      <w:r w:rsidR="004A4993">
        <w:t xml:space="preserve">, </w:t>
      </w:r>
      <w:r w:rsidRPr="004C3E92">
        <w:t>en raison de la perversité momentanée de sa sou</w:t>
      </w:r>
      <w:r w:rsidRPr="004C3E92">
        <w:t>f</w:t>
      </w:r>
      <w:r w:rsidRPr="004C3E92">
        <w:t>france impatiente</w:t>
      </w:r>
      <w:r w:rsidR="004A4993">
        <w:t xml:space="preserve">, </w:t>
      </w:r>
      <w:r w:rsidRPr="004C3E92">
        <w:t>elle refusa d</w:t>
      </w:r>
      <w:r w:rsidR="004A4993">
        <w:t>’</w:t>
      </w:r>
      <w:r w:rsidRPr="004C3E92">
        <w:t>abord de le faire</w:t>
      </w:r>
      <w:r w:rsidR="004A4993">
        <w:t xml:space="preserve">. </w:t>
      </w:r>
      <w:r w:rsidRPr="004C3E92">
        <w:t>La persuasion grave</w:t>
      </w:r>
      <w:r w:rsidR="004A4993">
        <w:t xml:space="preserve">, </w:t>
      </w:r>
      <w:r w:rsidRPr="004C3E92">
        <w:t>quoique douce</w:t>
      </w:r>
      <w:r w:rsidR="004A4993">
        <w:t xml:space="preserve">, </w:t>
      </w:r>
      <w:r w:rsidRPr="004C3E92">
        <w:t>de sa sœur</w:t>
      </w:r>
      <w:r w:rsidR="004A4993">
        <w:t xml:space="preserve">, </w:t>
      </w:r>
      <w:r w:rsidRPr="004C3E92">
        <w:t>l</w:t>
      </w:r>
      <w:r w:rsidR="004A4993">
        <w:t>’</w:t>
      </w:r>
      <w:r w:rsidRPr="004C3E92">
        <w:t>amena pourtant bientôt à composition</w:t>
      </w:r>
      <w:r w:rsidR="004A4993">
        <w:t xml:space="preserve">, </w:t>
      </w:r>
      <w:r w:rsidRPr="004C3E92">
        <w:t xml:space="preserve">et </w:t>
      </w:r>
      <w:proofErr w:type="spellStart"/>
      <w:r w:rsidRPr="004C3E92">
        <w:t>Elinor</w:t>
      </w:r>
      <w:proofErr w:type="spellEnd"/>
      <w:r w:rsidRPr="004C3E92">
        <w:t xml:space="preserve"> la vit poser sa tête douloureuse sur l</w:t>
      </w:r>
      <w:r w:rsidR="004A4993">
        <w:t>’</w:t>
      </w:r>
      <w:r w:rsidRPr="004C3E92">
        <w:t>oreiller et la vit</w:t>
      </w:r>
      <w:r w:rsidR="004A4993">
        <w:t xml:space="preserve">, </w:t>
      </w:r>
      <w:r w:rsidRPr="004C3E92">
        <w:t>comme elle l</w:t>
      </w:r>
      <w:r w:rsidR="004A4993">
        <w:t>’</w:t>
      </w:r>
      <w:r w:rsidRPr="004C3E92">
        <w:t>espérait</w:t>
      </w:r>
      <w:r w:rsidR="004A4993">
        <w:t xml:space="preserve">, </w:t>
      </w:r>
      <w:r w:rsidRPr="004C3E92">
        <w:t>en devoir de goûter à un calme repos</w:t>
      </w:r>
      <w:r w:rsidR="004A4993">
        <w:t xml:space="preserve">, </w:t>
      </w:r>
      <w:r w:rsidRPr="004C3E92">
        <w:t>avant de la quitter</w:t>
      </w:r>
      <w:r w:rsidR="004A4993">
        <w:t>.</w:t>
      </w:r>
    </w:p>
    <w:p w14:paraId="1F869BF6" w14:textId="77777777" w:rsidR="004A4993" w:rsidRDefault="008C5C61" w:rsidP="004A4993">
      <w:r w:rsidRPr="004C3E92">
        <w:t>Dans le salon</w:t>
      </w:r>
      <w:r w:rsidR="004A4993">
        <w:t xml:space="preserve">, </w:t>
      </w:r>
      <w:r w:rsidRPr="004C3E92">
        <w:t>où elle se rendit alors</w:t>
      </w:r>
      <w:r w:rsidR="004A4993">
        <w:t xml:space="preserve">, </w:t>
      </w:r>
      <w:r w:rsidRPr="004C3E92">
        <w:t>elle fut bientôt rejoi</w:t>
      </w:r>
      <w:r w:rsidRPr="004C3E92">
        <w:t>n</w:t>
      </w:r>
      <w:r w:rsidRPr="004C3E92">
        <w:t>te par Mrs</w:t>
      </w:r>
      <w:r w:rsidR="004A4993">
        <w:t xml:space="preserve">. </w:t>
      </w:r>
      <w:r w:rsidRPr="004C3E92">
        <w:t>Jennings</w:t>
      </w:r>
      <w:r w:rsidR="004A4993">
        <w:t xml:space="preserve">, </w:t>
      </w:r>
      <w:r w:rsidRPr="004C3E92">
        <w:t>tenant à la main un verre à vin rempli de quelque chose</w:t>
      </w:r>
      <w:r w:rsidR="004A4993">
        <w:t>.</w:t>
      </w:r>
    </w:p>
    <w:p w14:paraId="1E84D4F2" w14:textId="77777777" w:rsidR="004A4993" w:rsidRDefault="004A4993" w:rsidP="004A4993">
      <w:r>
        <w:t>— </w:t>
      </w:r>
      <w:r w:rsidR="008C5C61" w:rsidRPr="004C3E92">
        <w:t>Ma chérie</w:t>
      </w:r>
      <w:r>
        <w:t xml:space="preserve">, </w:t>
      </w:r>
      <w:r w:rsidR="008C5C61" w:rsidRPr="004C3E92">
        <w:t>dit-elle en entrant</w:t>
      </w:r>
      <w:r>
        <w:t xml:space="preserve">, </w:t>
      </w:r>
      <w:r w:rsidR="008C5C61" w:rsidRPr="004C3E92">
        <w:t>je me suis souvenue à l</w:t>
      </w:r>
      <w:r>
        <w:t>’</w:t>
      </w:r>
      <w:r w:rsidR="008C5C61" w:rsidRPr="004C3E92">
        <w:t>instant que j</w:t>
      </w:r>
      <w:r>
        <w:t>’</w:t>
      </w:r>
      <w:r w:rsidR="008C5C61" w:rsidRPr="004C3E92">
        <w:t>ai chez moi du meilleur vin vieux de Constantia qui ait jamais été goûté</w:t>
      </w:r>
      <w:r>
        <w:t xml:space="preserve">, – </w:t>
      </w:r>
      <w:r w:rsidR="008C5C61" w:rsidRPr="004C3E92">
        <w:t>alors</w:t>
      </w:r>
      <w:r>
        <w:t xml:space="preserve">, </w:t>
      </w:r>
      <w:r w:rsidR="008C5C61" w:rsidRPr="004C3E92">
        <w:t>j</w:t>
      </w:r>
      <w:r>
        <w:t>’</w:t>
      </w:r>
      <w:r w:rsidR="008C5C61" w:rsidRPr="004C3E92">
        <w:t>en apporte un verre pour votre sœur</w:t>
      </w:r>
      <w:r>
        <w:t xml:space="preserve">. </w:t>
      </w:r>
      <w:r w:rsidR="008C5C61" w:rsidRPr="004C3E92">
        <w:t>Mon pauvre mari</w:t>
      </w:r>
      <w:r>
        <w:t xml:space="preserve"> ! </w:t>
      </w:r>
      <w:r w:rsidR="008C5C61" w:rsidRPr="004C3E92">
        <w:t>Comme il l</w:t>
      </w:r>
      <w:r>
        <w:t>’</w:t>
      </w:r>
      <w:r w:rsidR="008C5C61" w:rsidRPr="004C3E92">
        <w:t>aimait</w:t>
      </w:r>
      <w:r>
        <w:t xml:space="preserve"> ! </w:t>
      </w:r>
      <w:r w:rsidR="008C5C61" w:rsidRPr="004C3E92">
        <w:t>Chaque fois qu</w:t>
      </w:r>
      <w:r>
        <w:t>’</w:t>
      </w:r>
      <w:r w:rsidR="008C5C61" w:rsidRPr="004C3E92">
        <w:t>il était pris d</w:t>
      </w:r>
      <w:r>
        <w:t>’</w:t>
      </w:r>
      <w:r w:rsidR="008C5C61" w:rsidRPr="004C3E92">
        <w:t>un accès de sa goutte coliqueuse</w:t>
      </w:r>
      <w:r>
        <w:t xml:space="preserve">, </w:t>
      </w:r>
      <w:r w:rsidR="008C5C61" w:rsidRPr="004C3E92">
        <w:t>il disait que ce vin-là lui faisait plus de bien que tout au monde</w:t>
      </w:r>
      <w:r>
        <w:t xml:space="preserve">. </w:t>
      </w:r>
      <w:r w:rsidR="008C5C61" w:rsidRPr="004C3E92">
        <w:t>Portez-le donc à votre sœur</w:t>
      </w:r>
      <w:r>
        <w:t>.</w:t>
      </w:r>
    </w:p>
    <w:p w14:paraId="752B583E" w14:textId="77777777" w:rsidR="004A4993" w:rsidRDefault="004A4993" w:rsidP="004A4993">
      <w:r>
        <w:lastRenderedPageBreak/>
        <w:t>— </w:t>
      </w:r>
      <w:r w:rsidR="008C5C61" w:rsidRPr="004C3E92">
        <w:t>Chère madame</w:t>
      </w:r>
      <w:r>
        <w:t xml:space="preserve">, </w:t>
      </w:r>
      <w:r w:rsidR="008C5C61" w:rsidRPr="004C3E92">
        <w:t xml:space="preserve">répondit </w:t>
      </w:r>
      <w:proofErr w:type="spellStart"/>
      <w:r w:rsidR="008C5C61" w:rsidRPr="004C3E92">
        <w:t>Elinor</w:t>
      </w:r>
      <w:proofErr w:type="spellEnd"/>
      <w:r>
        <w:t xml:space="preserve">, </w:t>
      </w:r>
      <w:r w:rsidR="008C5C61" w:rsidRPr="004C3E92">
        <w:t>souriant devant la diff</w:t>
      </w:r>
      <w:r w:rsidR="008C5C61" w:rsidRPr="004C3E92">
        <w:t>é</w:t>
      </w:r>
      <w:r w:rsidR="008C5C61" w:rsidRPr="004C3E92">
        <w:t>rence des maux pour lesquels il était prescrit</w:t>
      </w:r>
      <w:r>
        <w:t xml:space="preserve">, </w:t>
      </w:r>
      <w:r w:rsidR="008C5C61" w:rsidRPr="004C3E92">
        <w:t>comme vous êtes bonne</w:t>
      </w:r>
      <w:r>
        <w:t xml:space="preserve"> ! </w:t>
      </w:r>
      <w:r w:rsidR="008C5C61" w:rsidRPr="004C3E92">
        <w:t>Mais je viens de quitter Marianne au lit</w:t>
      </w:r>
      <w:r>
        <w:t xml:space="preserve">, </w:t>
      </w:r>
      <w:r w:rsidR="008C5C61" w:rsidRPr="004C3E92">
        <w:t>et</w:t>
      </w:r>
      <w:r>
        <w:t xml:space="preserve">, </w:t>
      </w:r>
      <w:r w:rsidR="008C5C61" w:rsidRPr="004C3E92">
        <w:t>je l</w:t>
      </w:r>
      <w:r>
        <w:t>’</w:t>
      </w:r>
      <w:r w:rsidR="008C5C61" w:rsidRPr="004C3E92">
        <w:t>espère</w:t>
      </w:r>
      <w:r>
        <w:t xml:space="preserve">, </w:t>
      </w:r>
      <w:r w:rsidR="008C5C61" w:rsidRPr="004C3E92">
        <w:t>presque endormie</w:t>
      </w:r>
      <w:r>
        <w:t xml:space="preserve"> ; </w:t>
      </w:r>
      <w:r w:rsidR="008C5C61" w:rsidRPr="004C3E92">
        <w:t>et comme je crois que rien ne lui sera aussi salutaire que le repos</w:t>
      </w:r>
      <w:r>
        <w:t xml:space="preserve">, </w:t>
      </w:r>
      <w:r w:rsidR="008C5C61" w:rsidRPr="004C3E92">
        <w:t>avec votre permission</w:t>
      </w:r>
      <w:r>
        <w:t xml:space="preserve">, </w:t>
      </w:r>
      <w:r w:rsidR="008C5C61" w:rsidRPr="004C3E92">
        <w:t>je boirai moi-même ce vin</w:t>
      </w:r>
      <w:r>
        <w:t>.</w:t>
      </w:r>
    </w:p>
    <w:p w14:paraId="63EAFD2E" w14:textId="77777777" w:rsidR="004A4993" w:rsidRDefault="008C5C61" w:rsidP="004A4993">
      <w:r w:rsidRPr="004C3E92">
        <w:t>Mrs</w:t>
      </w:r>
      <w:r w:rsidR="004A4993">
        <w:t xml:space="preserve">. </w:t>
      </w:r>
      <w:r w:rsidRPr="004C3E92">
        <w:t>Jennings</w:t>
      </w:r>
      <w:r w:rsidR="004A4993">
        <w:t xml:space="preserve">, </w:t>
      </w:r>
      <w:r w:rsidRPr="004C3E92">
        <w:t>tout en regrettant de n</w:t>
      </w:r>
      <w:r w:rsidR="004A4993">
        <w:t>’</w:t>
      </w:r>
      <w:r w:rsidRPr="004C3E92">
        <w:t>être pas venue cinq minutes plus tôt</w:t>
      </w:r>
      <w:r w:rsidR="004A4993">
        <w:t xml:space="preserve">, </w:t>
      </w:r>
      <w:r w:rsidRPr="004C3E92">
        <w:t>fut satisfaite du compromis</w:t>
      </w:r>
      <w:r w:rsidR="004A4993">
        <w:t xml:space="preserve">, </w:t>
      </w:r>
      <w:r w:rsidRPr="004C3E92">
        <w:t xml:space="preserve">et </w:t>
      </w:r>
      <w:proofErr w:type="spellStart"/>
      <w:r w:rsidRPr="004C3E92">
        <w:t>Elinor</w:t>
      </w:r>
      <w:proofErr w:type="spellEnd"/>
      <w:r w:rsidR="004A4993">
        <w:t xml:space="preserve">, </w:t>
      </w:r>
      <w:r w:rsidRPr="004C3E92">
        <w:t>tandis qu</w:t>
      </w:r>
      <w:r w:rsidR="004A4993">
        <w:t>’</w:t>
      </w:r>
      <w:r w:rsidRPr="004C3E92">
        <w:t>elle en avalait l</w:t>
      </w:r>
      <w:r w:rsidR="004A4993">
        <w:t>’</w:t>
      </w:r>
      <w:r w:rsidRPr="004C3E92">
        <w:t>objet principal</w:t>
      </w:r>
      <w:r w:rsidR="004A4993">
        <w:t xml:space="preserve">, </w:t>
      </w:r>
      <w:r w:rsidRPr="004C3E92">
        <w:t>songea que</w:t>
      </w:r>
      <w:r w:rsidR="004A4993">
        <w:t xml:space="preserve">, </w:t>
      </w:r>
      <w:r w:rsidRPr="004C3E92">
        <w:t>si ses bons effets sur une goutte coliqueuse étaient à présent de peu d</w:t>
      </w:r>
      <w:r w:rsidR="004A4993">
        <w:t>’</w:t>
      </w:r>
      <w:r w:rsidRPr="004C3E92">
        <w:t>importance pour elle</w:t>
      </w:r>
      <w:r w:rsidR="004A4993">
        <w:t xml:space="preserve">, </w:t>
      </w:r>
      <w:r w:rsidRPr="004C3E92">
        <w:t>son pouvoir de guérison pour un cœur déçu pourrait s</w:t>
      </w:r>
      <w:r w:rsidR="004A4993">
        <w:t>’</w:t>
      </w:r>
      <w:r w:rsidRPr="004C3E92">
        <w:t>essayer aussi raisonnablement sur elle-même que sur sa sœur</w:t>
      </w:r>
      <w:r w:rsidR="004A4993">
        <w:t>.</w:t>
      </w:r>
    </w:p>
    <w:p w14:paraId="16DF0EF4" w14:textId="77777777" w:rsidR="004A4993" w:rsidRDefault="008C5C61" w:rsidP="004A4993">
      <w:r w:rsidRPr="004C3E92">
        <w:t>Le colonel Brandon entra pendant que les dames prenaient le thé</w:t>
      </w:r>
      <w:r w:rsidR="004A4993">
        <w:t xml:space="preserve">, </w:t>
      </w:r>
      <w:r w:rsidRPr="004C3E92">
        <w:t>et</w:t>
      </w:r>
      <w:r w:rsidR="004A4993">
        <w:t xml:space="preserve">, </w:t>
      </w:r>
      <w:r w:rsidRPr="004C3E92">
        <w:t>à sa façon de jeter un regard circulaire par la pièce pour chercher des yeux Marianne</w:t>
      </w:r>
      <w:r w:rsidR="004A4993">
        <w:t xml:space="preserve">, </w:t>
      </w:r>
      <w:proofErr w:type="spellStart"/>
      <w:r w:rsidRPr="004C3E92">
        <w:t>Elinor</w:t>
      </w:r>
      <w:proofErr w:type="spellEnd"/>
      <w:r w:rsidRPr="004C3E92">
        <w:t xml:space="preserve"> s</w:t>
      </w:r>
      <w:r w:rsidR="004A4993">
        <w:t>’</w:t>
      </w:r>
      <w:r w:rsidRPr="004C3E92">
        <w:t>imagina immédi</w:t>
      </w:r>
      <w:r w:rsidRPr="004C3E92">
        <w:t>a</w:t>
      </w:r>
      <w:r w:rsidRPr="004C3E92">
        <w:t>tement qu</w:t>
      </w:r>
      <w:r w:rsidR="004A4993">
        <w:t>’</w:t>
      </w:r>
      <w:r w:rsidRPr="004C3E92">
        <w:t>il n</w:t>
      </w:r>
      <w:r w:rsidR="004A4993">
        <w:t>’</w:t>
      </w:r>
      <w:r w:rsidRPr="004C3E92">
        <w:t>espérait ni ne désirait la voir là</w:t>
      </w:r>
      <w:r w:rsidR="004A4993">
        <w:t xml:space="preserve">, </w:t>
      </w:r>
      <w:r w:rsidRPr="004C3E92">
        <w:t>et</w:t>
      </w:r>
      <w:r w:rsidR="004A4993">
        <w:t xml:space="preserve">, </w:t>
      </w:r>
      <w:r w:rsidRPr="004C3E92">
        <w:t>bref</w:t>
      </w:r>
      <w:r w:rsidR="004A4993">
        <w:t xml:space="preserve">, </w:t>
      </w:r>
      <w:r w:rsidRPr="004C3E92">
        <w:t>qu</w:t>
      </w:r>
      <w:r w:rsidR="004A4993">
        <w:t>’</w:t>
      </w:r>
      <w:r w:rsidRPr="004C3E92">
        <w:t>il était déjà au courant de ce qui occasionnait son absence</w:t>
      </w:r>
      <w:r w:rsidR="004A4993">
        <w:t xml:space="preserve">. </w:t>
      </w:r>
      <w:r w:rsidRPr="004C3E92">
        <w:t>Mrs</w:t>
      </w:r>
      <w:r w:rsidR="004A4993">
        <w:t xml:space="preserve">. </w:t>
      </w:r>
      <w:r w:rsidRPr="004C3E92">
        <w:t>Je</w:t>
      </w:r>
      <w:r w:rsidRPr="004C3E92">
        <w:t>n</w:t>
      </w:r>
      <w:r w:rsidRPr="004C3E92">
        <w:t>nings ne fut pas prise de la même idée</w:t>
      </w:r>
      <w:r w:rsidR="004A4993">
        <w:t xml:space="preserve"> ; </w:t>
      </w:r>
      <w:r w:rsidRPr="004C3E92">
        <w:t>car</w:t>
      </w:r>
      <w:r w:rsidR="004A4993">
        <w:t xml:space="preserve">, </w:t>
      </w:r>
      <w:r w:rsidRPr="004C3E92">
        <w:t>peu après l</w:t>
      </w:r>
      <w:r w:rsidR="004A4993">
        <w:t>’</w:t>
      </w:r>
      <w:r w:rsidRPr="004C3E92">
        <w:t>entrée du Colonel</w:t>
      </w:r>
      <w:r w:rsidR="004A4993">
        <w:t xml:space="preserve">, </w:t>
      </w:r>
      <w:r w:rsidRPr="004C3E92">
        <w:t>elle traversa la pièce</w:t>
      </w:r>
      <w:r w:rsidR="004A4993">
        <w:t xml:space="preserve">, </w:t>
      </w:r>
      <w:r w:rsidRPr="004C3E92">
        <w:t>jusqu</w:t>
      </w:r>
      <w:r w:rsidR="004A4993">
        <w:t>’</w:t>
      </w:r>
      <w:r w:rsidRPr="004C3E92">
        <w:t xml:space="preserve">à la table à thé à laquelle présidait </w:t>
      </w:r>
      <w:proofErr w:type="spellStart"/>
      <w:r w:rsidRPr="004C3E92">
        <w:t>Elinor</w:t>
      </w:r>
      <w:proofErr w:type="spellEnd"/>
      <w:r w:rsidR="004A4993">
        <w:t xml:space="preserve">, </w:t>
      </w:r>
      <w:r w:rsidRPr="004C3E92">
        <w:t>et lui dit à mi-voix</w:t>
      </w:r>
      <w:r w:rsidR="004A4993">
        <w:t> :</w:t>
      </w:r>
    </w:p>
    <w:p w14:paraId="607E62F5" w14:textId="77777777" w:rsidR="004A4993" w:rsidRDefault="004A4993" w:rsidP="004A4993">
      <w:r>
        <w:t>— </w:t>
      </w:r>
      <w:r w:rsidR="008C5C61" w:rsidRPr="004C3E92">
        <w:t>Le Colonel a toujours l</w:t>
      </w:r>
      <w:r>
        <w:t>’</w:t>
      </w:r>
      <w:r w:rsidR="008C5C61" w:rsidRPr="004C3E92">
        <w:t>air aussi grave</w:t>
      </w:r>
      <w:r>
        <w:t xml:space="preserve">, </w:t>
      </w:r>
      <w:r w:rsidR="008C5C61" w:rsidRPr="004C3E92">
        <w:t>comme vous le voyez</w:t>
      </w:r>
      <w:r>
        <w:t xml:space="preserve">. </w:t>
      </w:r>
      <w:r w:rsidR="008C5C61" w:rsidRPr="004C3E92">
        <w:t>Il ne sait rien de l</w:t>
      </w:r>
      <w:r>
        <w:t>’</w:t>
      </w:r>
      <w:r w:rsidR="008C5C61" w:rsidRPr="004C3E92">
        <w:t>affaire</w:t>
      </w:r>
      <w:r>
        <w:t xml:space="preserve"> ; </w:t>
      </w:r>
      <w:r w:rsidR="008C5C61" w:rsidRPr="004C3E92">
        <w:t>mettez-le donc au courant</w:t>
      </w:r>
      <w:r>
        <w:t xml:space="preserve">, </w:t>
      </w:r>
      <w:r w:rsidR="008C5C61" w:rsidRPr="004C3E92">
        <w:t>ma chérie</w:t>
      </w:r>
      <w:r>
        <w:t>.</w:t>
      </w:r>
    </w:p>
    <w:p w14:paraId="08EC7D95" w14:textId="77777777" w:rsidR="004A4993" w:rsidRDefault="008C5C61" w:rsidP="004A4993">
      <w:r w:rsidRPr="004C3E92">
        <w:t>Peu après</w:t>
      </w:r>
      <w:r w:rsidR="004A4993">
        <w:t xml:space="preserve">, </w:t>
      </w:r>
      <w:r w:rsidRPr="004C3E92">
        <w:t>il rapprocha sa chaise de celle d</w:t>
      </w:r>
      <w:r w:rsidR="004A4993">
        <w:t>’</w:t>
      </w:r>
      <w:proofErr w:type="spellStart"/>
      <w:r w:rsidRPr="004C3E92">
        <w:t>Elinor</w:t>
      </w:r>
      <w:proofErr w:type="spellEnd"/>
      <w:r w:rsidR="004A4993">
        <w:t xml:space="preserve">, </w:t>
      </w:r>
      <w:r w:rsidRPr="004C3E92">
        <w:t>et</w:t>
      </w:r>
      <w:r w:rsidR="004A4993">
        <w:t xml:space="preserve">, </w:t>
      </w:r>
      <w:r w:rsidRPr="004C3E92">
        <w:t>avec un regard qui lui indiquait parfaitement qu</w:t>
      </w:r>
      <w:r w:rsidR="004A4993">
        <w:t>’</w:t>
      </w:r>
      <w:r w:rsidRPr="004C3E92">
        <w:t>il était bien rense</w:t>
      </w:r>
      <w:r w:rsidRPr="004C3E92">
        <w:t>i</w:t>
      </w:r>
      <w:r w:rsidRPr="004C3E92">
        <w:t>gné</w:t>
      </w:r>
      <w:r w:rsidR="004A4993">
        <w:t xml:space="preserve">, </w:t>
      </w:r>
      <w:r w:rsidRPr="004C3E92">
        <w:t>lui demanda des nouvelles de sa sœur</w:t>
      </w:r>
      <w:r w:rsidR="004A4993">
        <w:t>.</w:t>
      </w:r>
    </w:p>
    <w:p w14:paraId="065A81EF" w14:textId="77777777" w:rsidR="004A4993" w:rsidRDefault="004A4993" w:rsidP="004A4993">
      <w:r>
        <w:t>— </w:t>
      </w:r>
      <w:r w:rsidR="008C5C61" w:rsidRPr="004C3E92">
        <w:t>Marianne ne se sent pas bien</w:t>
      </w:r>
      <w:r>
        <w:t xml:space="preserve">, </w:t>
      </w:r>
      <w:r w:rsidR="008C5C61" w:rsidRPr="004C3E92">
        <w:t>dit-elle</w:t>
      </w:r>
      <w:r>
        <w:t xml:space="preserve">. </w:t>
      </w:r>
      <w:r w:rsidR="008C5C61" w:rsidRPr="004C3E92">
        <w:t>Elle a été souffra</w:t>
      </w:r>
      <w:r w:rsidR="008C5C61" w:rsidRPr="004C3E92">
        <w:t>n</w:t>
      </w:r>
      <w:r w:rsidR="008C5C61" w:rsidRPr="004C3E92">
        <w:t>te toute la journée</w:t>
      </w:r>
      <w:r>
        <w:t xml:space="preserve"> ; </w:t>
      </w:r>
      <w:r w:rsidR="008C5C61" w:rsidRPr="004C3E92">
        <w:t>et nous l</w:t>
      </w:r>
      <w:r>
        <w:t>’</w:t>
      </w:r>
      <w:r w:rsidR="008C5C61" w:rsidRPr="004C3E92">
        <w:t>avons persuadée de se coucher</w:t>
      </w:r>
      <w:r>
        <w:t>.</w:t>
      </w:r>
    </w:p>
    <w:p w14:paraId="3C351D4D" w14:textId="77777777" w:rsidR="004A4993" w:rsidRDefault="004A4993" w:rsidP="004A4993">
      <w:r>
        <w:lastRenderedPageBreak/>
        <w:t>— </w:t>
      </w:r>
      <w:r w:rsidR="008C5C61" w:rsidRPr="004C3E92">
        <w:t>Peut-être</w:t>
      </w:r>
      <w:r>
        <w:t xml:space="preserve">, </w:t>
      </w:r>
      <w:r w:rsidR="008C5C61" w:rsidRPr="004C3E92">
        <w:t>alors</w:t>
      </w:r>
      <w:r>
        <w:t xml:space="preserve">, </w:t>
      </w:r>
      <w:r w:rsidR="008C5C61" w:rsidRPr="004C3E92">
        <w:t>répondit-il avec hésitation</w:t>
      </w:r>
      <w:r>
        <w:t xml:space="preserve">, </w:t>
      </w:r>
      <w:r w:rsidR="008C5C61" w:rsidRPr="004C3E92">
        <w:t>ce que j</w:t>
      </w:r>
      <w:r>
        <w:t>’</w:t>
      </w:r>
      <w:r w:rsidR="008C5C61" w:rsidRPr="004C3E92">
        <w:t>ai appris ce matin se trouve-t-il être vrai</w:t>
      </w:r>
      <w:r>
        <w:t xml:space="preserve">, – </w:t>
      </w:r>
      <w:r w:rsidR="008C5C61" w:rsidRPr="004C3E92">
        <w:t>il doit y avoir là plus de vrai que je n</w:t>
      </w:r>
      <w:r>
        <w:t>’</w:t>
      </w:r>
      <w:r w:rsidR="008C5C61" w:rsidRPr="004C3E92">
        <w:t>ai pu croire possible au premier abord</w:t>
      </w:r>
      <w:r>
        <w:t> ?</w:t>
      </w:r>
    </w:p>
    <w:p w14:paraId="300202CE" w14:textId="77777777" w:rsidR="004A4993" w:rsidRDefault="004A4993" w:rsidP="004A4993">
      <w:r>
        <w:t>— </w:t>
      </w:r>
      <w:r w:rsidR="008C5C61" w:rsidRPr="004C3E92">
        <w:t>Qu</w:t>
      </w:r>
      <w:r>
        <w:t>’</w:t>
      </w:r>
      <w:r w:rsidR="008C5C61" w:rsidRPr="004C3E92">
        <w:t>avez-vous appris</w:t>
      </w:r>
      <w:r>
        <w:t> ?</w:t>
      </w:r>
    </w:p>
    <w:p w14:paraId="220A2CA9" w14:textId="77777777" w:rsidR="004A4993" w:rsidRDefault="004A4993" w:rsidP="004A4993">
      <w:r>
        <w:t>— </w:t>
      </w:r>
      <w:r w:rsidR="008C5C61" w:rsidRPr="004C3E92">
        <w:t>Qu</w:t>
      </w:r>
      <w:r>
        <w:t>’</w:t>
      </w:r>
      <w:r w:rsidR="008C5C61" w:rsidRPr="004C3E92">
        <w:t>un gentleman</w:t>
      </w:r>
      <w:r>
        <w:t xml:space="preserve">, </w:t>
      </w:r>
      <w:r w:rsidR="008C5C61" w:rsidRPr="004C3E92">
        <w:t>que j</w:t>
      </w:r>
      <w:r>
        <w:t>’</w:t>
      </w:r>
      <w:r w:rsidR="008C5C61" w:rsidRPr="004C3E92">
        <w:t>avais lieu de croire</w:t>
      </w:r>
      <w:r>
        <w:t xml:space="preserve">… </w:t>
      </w:r>
      <w:r w:rsidR="008C5C61" w:rsidRPr="004C3E92">
        <w:t>bref</w:t>
      </w:r>
      <w:r>
        <w:t xml:space="preserve">, </w:t>
      </w:r>
      <w:r w:rsidR="008C5C61" w:rsidRPr="004C3E92">
        <w:t>qu</w:t>
      </w:r>
      <w:r>
        <w:t>’</w:t>
      </w:r>
      <w:r w:rsidR="008C5C61" w:rsidRPr="004C3E92">
        <w:t>un homme que je savais fiancé</w:t>
      </w:r>
      <w:r>
        <w:t xml:space="preserve">… </w:t>
      </w:r>
      <w:r w:rsidR="008C5C61" w:rsidRPr="004C3E92">
        <w:t>mais comment vous dire cela</w:t>
      </w:r>
      <w:r>
        <w:t xml:space="preserve"> ? </w:t>
      </w:r>
      <w:r w:rsidR="008C5C61" w:rsidRPr="004C3E92">
        <w:t>Si vous le savez déjà</w:t>
      </w:r>
      <w:r>
        <w:t xml:space="preserve">, </w:t>
      </w:r>
      <w:r w:rsidR="008C5C61" w:rsidRPr="004C3E92">
        <w:t>comme vous le devez assurément</w:t>
      </w:r>
      <w:r>
        <w:t xml:space="preserve">, </w:t>
      </w:r>
      <w:r w:rsidR="008C5C61" w:rsidRPr="004C3E92">
        <w:t>je puis m</w:t>
      </w:r>
      <w:r>
        <w:t>’</w:t>
      </w:r>
      <w:r w:rsidR="008C5C61" w:rsidRPr="004C3E92">
        <w:t>épargner cette peine</w:t>
      </w:r>
      <w:r>
        <w:t>.</w:t>
      </w:r>
    </w:p>
    <w:p w14:paraId="2FCD9A7E" w14:textId="77777777" w:rsidR="004A4993" w:rsidRDefault="004A4993" w:rsidP="004A4993">
      <w:r>
        <w:t>— </w:t>
      </w:r>
      <w:r w:rsidR="008C5C61" w:rsidRPr="004C3E92">
        <w:t>Vous voulez dire</w:t>
      </w:r>
      <w:r>
        <w:t xml:space="preserve">, </w:t>
      </w:r>
      <w:r w:rsidR="008C5C61" w:rsidRPr="004C3E92">
        <w:t xml:space="preserve">répondit </w:t>
      </w:r>
      <w:proofErr w:type="spellStart"/>
      <w:r w:rsidR="008C5C61" w:rsidRPr="004C3E92">
        <w:t>Elinor</w:t>
      </w:r>
      <w:proofErr w:type="spellEnd"/>
      <w:r>
        <w:t xml:space="preserve">, </w:t>
      </w:r>
      <w:r w:rsidR="008C5C61" w:rsidRPr="004C3E92">
        <w:t>avec un calme contraint</w:t>
      </w:r>
      <w:r>
        <w:t xml:space="preserve">, </w:t>
      </w:r>
      <w:r w:rsidR="008C5C61" w:rsidRPr="004C3E92">
        <w:t>le mariage de Mr</w:t>
      </w:r>
      <w:r>
        <w:t xml:space="preserve">. </w:t>
      </w:r>
      <w:r w:rsidR="008C5C61" w:rsidRPr="004C3E92">
        <w:t>Willoughby avec miss Grey</w:t>
      </w:r>
      <w:r>
        <w:t xml:space="preserve">. </w:t>
      </w:r>
      <w:r w:rsidR="008C5C61" w:rsidRPr="004C3E92">
        <w:t>Oui</w:t>
      </w:r>
      <w:r>
        <w:t xml:space="preserve">, </w:t>
      </w:r>
      <w:r w:rsidR="008C5C61" w:rsidRPr="004C3E92">
        <w:t>nous savons tout cela</w:t>
      </w:r>
      <w:r>
        <w:t xml:space="preserve">. </w:t>
      </w:r>
      <w:r w:rsidR="008C5C61" w:rsidRPr="004C3E92">
        <w:t>Il semble qu</w:t>
      </w:r>
      <w:r>
        <w:t>’</w:t>
      </w:r>
      <w:r w:rsidR="008C5C61" w:rsidRPr="004C3E92">
        <w:t>aujourd</w:t>
      </w:r>
      <w:r>
        <w:t>’</w:t>
      </w:r>
      <w:r w:rsidR="008C5C61" w:rsidRPr="004C3E92">
        <w:t>hui ait été un jour d</w:t>
      </w:r>
      <w:r>
        <w:t>’</w:t>
      </w:r>
      <w:r w:rsidR="008C5C61" w:rsidRPr="004C3E92">
        <w:t>éclaircissement général</w:t>
      </w:r>
      <w:r>
        <w:t xml:space="preserve">, </w:t>
      </w:r>
      <w:r w:rsidR="008C5C61" w:rsidRPr="004C3E92">
        <w:t>car ce matin même nous a dévoilé la chose</w:t>
      </w:r>
      <w:r>
        <w:t xml:space="preserve">. </w:t>
      </w:r>
      <w:r w:rsidR="008C5C61" w:rsidRPr="004C3E92">
        <w:t>Mr</w:t>
      </w:r>
      <w:r>
        <w:t xml:space="preserve">. </w:t>
      </w:r>
      <w:r w:rsidR="008C5C61" w:rsidRPr="004C3E92">
        <w:t>Willoughby est insondable</w:t>
      </w:r>
      <w:r>
        <w:t xml:space="preserve"> ! </w:t>
      </w:r>
      <w:r w:rsidR="008C5C61" w:rsidRPr="004C3E92">
        <w:t>Où l</w:t>
      </w:r>
      <w:r>
        <w:t>’</w:t>
      </w:r>
      <w:r w:rsidR="008C5C61" w:rsidRPr="004C3E92">
        <w:t>avez-vous appris</w:t>
      </w:r>
      <w:r>
        <w:t> ?</w:t>
      </w:r>
    </w:p>
    <w:p w14:paraId="6214CE28" w14:textId="77777777" w:rsidR="004A4993" w:rsidRDefault="004A4993" w:rsidP="004A4993">
      <w:r>
        <w:t>— </w:t>
      </w:r>
      <w:r w:rsidR="008C5C61" w:rsidRPr="004C3E92">
        <w:t xml:space="preserve">Chez un papetier de </w:t>
      </w:r>
      <w:proofErr w:type="spellStart"/>
      <w:r w:rsidR="008C5C61" w:rsidRPr="004C3E92">
        <w:t>Pall</w:t>
      </w:r>
      <w:proofErr w:type="spellEnd"/>
      <w:r w:rsidR="008C5C61" w:rsidRPr="004C3E92">
        <w:t xml:space="preserve"> Hall</w:t>
      </w:r>
      <w:r>
        <w:t xml:space="preserve">, </w:t>
      </w:r>
      <w:r w:rsidR="008C5C61" w:rsidRPr="004C3E92">
        <w:t>où j</w:t>
      </w:r>
      <w:r>
        <w:t>’</w:t>
      </w:r>
      <w:r w:rsidR="008C5C61" w:rsidRPr="004C3E92">
        <w:t>avais affaire</w:t>
      </w:r>
      <w:r>
        <w:t xml:space="preserve">. </w:t>
      </w:r>
      <w:r w:rsidR="008C5C61" w:rsidRPr="004C3E92">
        <w:t>Deux dames attendaient leur voiture</w:t>
      </w:r>
      <w:r>
        <w:t xml:space="preserve">, </w:t>
      </w:r>
      <w:r w:rsidR="008C5C61" w:rsidRPr="004C3E92">
        <w:t>et l</w:t>
      </w:r>
      <w:r>
        <w:t>’</w:t>
      </w:r>
      <w:r w:rsidR="008C5C61" w:rsidRPr="004C3E92">
        <w:t>une d</w:t>
      </w:r>
      <w:r>
        <w:t>’</w:t>
      </w:r>
      <w:r w:rsidR="008C5C61" w:rsidRPr="004C3E92">
        <w:t>elles contait à l</w:t>
      </w:r>
      <w:r>
        <w:t>’</w:t>
      </w:r>
      <w:r w:rsidR="008C5C61" w:rsidRPr="004C3E92">
        <w:t>autre l</w:t>
      </w:r>
      <w:r>
        <w:t>’</w:t>
      </w:r>
      <w:r w:rsidR="008C5C61" w:rsidRPr="004C3E92">
        <w:t>union projetée</w:t>
      </w:r>
      <w:r>
        <w:t xml:space="preserve">, </w:t>
      </w:r>
      <w:r w:rsidR="008C5C61" w:rsidRPr="004C3E92">
        <w:t>d</w:t>
      </w:r>
      <w:r>
        <w:t>’</w:t>
      </w:r>
      <w:r w:rsidR="008C5C61" w:rsidRPr="004C3E92">
        <w:t>une voix qui s</w:t>
      </w:r>
      <w:r>
        <w:t>’</w:t>
      </w:r>
      <w:r w:rsidR="008C5C61" w:rsidRPr="004C3E92">
        <w:t>efforçait si peu au secret qu</w:t>
      </w:r>
      <w:r>
        <w:t>’</w:t>
      </w:r>
      <w:r w:rsidR="008C5C61" w:rsidRPr="004C3E92">
        <w:t>il m</w:t>
      </w:r>
      <w:r>
        <w:t>’</w:t>
      </w:r>
      <w:r w:rsidR="008C5C61" w:rsidRPr="004C3E92">
        <w:t>a été impossible de ne pas tout entendre</w:t>
      </w:r>
      <w:r>
        <w:t xml:space="preserve">. </w:t>
      </w:r>
      <w:r w:rsidR="008C5C61" w:rsidRPr="004C3E92">
        <w:t>Le nom de Wi</w:t>
      </w:r>
      <w:r w:rsidR="008C5C61" w:rsidRPr="004C3E92">
        <w:t>l</w:t>
      </w:r>
      <w:r w:rsidR="008C5C61" w:rsidRPr="004C3E92">
        <w:t>loughby</w:t>
      </w:r>
      <w:r>
        <w:t xml:space="preserve">, </w:t>
      </w:r>
      <w:r w:rsidR="008C5C61" w:rsidRPr="004C3E92">
        <w:t>de John Willoughby</w:t>
      </w:r>
      <w:r>
        <w:t xml:space="preserve">, </w:t>
      </w:r>
      <w:r w:rsidR="008C5C61" w:rsidRPr="004C3E92">
        <w:t>fréquemment répété</w:t>
      </w:r>
      <w:r>
        <w:t xml:space="preserve">, </w:t>
      </w:r>
      <w:r w:rsidR="008C5C61" w:rsidRPr="004C3E92">
        <w:t>attira d</w:t>
      </w:r>
      <w:r>
        <w:t>’</w:t>
      </w:r>
      <w:r w:rsidR="008C5C61" w:rsidRPr="004C3E92">
        <w:t>abord mon attention</w:t>
      </w:r>
      <w:r>
        <w:t xml:space="preserve">, </w:t>
      </w:r>
      <w:r w:rsidR="008C5C61" w:rsidRPr="004C3E92">
        <w:t>et il s</w:t>
      </w:r>
      <w:r>
        <w:t>’</w:t>
      </w:r>
      <w:r w:rsidR="008C5C61" w:rsidRPr="004C3E92">
        <w:t>ensuivit une affirmation positive</w:t>
      </w:r>
      <w:r>
        <w:t xml:space="preserve">, </w:t>
      </w:r>
      <w:r w:rsidR="008C5C61" w:rsidRPr="004C3E92">
        <w:t>selon quoi tout était à présent définitivement convenu en ce qui concerne son mariage avec miss Grey</w:t>
      </w:r>
      <w:r>
        <w:t xml:space="preserve">, – </w:t>
      </w:r>
      <w:r w:rsidR="008C5C61" w:rsidRPr="004C3E92">
        <w:t>la chose ne devait plus être tenue secrète</w:t>
      </w:r>
      <w:r>
        <w:t xml:space="preserve"> – </w:t>
      </w:r>
      <w:r w:rsidR="008C5C61" w:rsidRPr="004C3E92">
        <w:t>il devait s</w:t>
      </w:r>
      <w:r>
        <w:t>’</w:t>
      </w:r>
      <w:r w:rsidR="008C5C61" w:rsidRPr="004C3E92">
        <w:t>effectuer d</w:t>
      </w:r>
      <w:r>
        <w:t>’</w:t>
      </w:r>
      <w:r w:rsidR="008C5C61" w:rsidRPr="004C3E92">
        <w:t>ici quelques semaines</w:t>
      </w:r>
      <w:r>
        <w:t xml:space="preserve">, </w:t>
      </w:r>
      <w:r w:rsidR="008C5C61" w:rsidRPr="004C3E92">
        <w:t>avec beaucoup de détails relatifs aux préparatifs</w:t>
      </w:r>
      <w:r>
        <w:t xml:space="preserve">, </w:t>
      </w:r>
      <w:r w:rsidR="008C5C61" w:rsidRPr="004C3E92">
        <w:t>et autres que</w:t>
      </w:r>
      <w:r w:rsidR="008C5C61" w:rsidRPr="004C3E92">
        <w:t>s</w:t>
      </w:r>
      <w:r w:rsidR="008C5C61" w:rsidRPr="004C3E92">
        <w:t>tions</w:t>
      </w:r>
      <w:r>
        <w:t xml:space="preserve">. </w:t>
      </w:r>
      <w:r w:rsidR="008C5C61" w:rsidRPr="004C3E92">
        <w:t>Il y a un point dont je me souviens tout particulièrement</w:t>
      </w:r>
      <w:r>
        <w:t xml:space="preserve">, </w:t>
      </w:r>
      <w:r w:rsidR="008C5C61" w:rsidRPr="004C3E92">
        <w:t>parce qu</w:t>
      </w:r>
      <w:r>
        <w:t>’</w:t>
      </w:r>
      <w:r w:rsidR="008C5C61" w:rsidRPr="004C3E92">
        <w:t>il a servi à identifier encore mieux le personnage</w:t>
      </w:r>
      <w:r>
        <w:t xml:space="preserve"> : </w:t>
      </w:r>
      <w:r w:rsidR="008C5C61" w:rsidRPr="004C3E92">
        <w:t>au</w:t>
      </w:r>
      <w:r w:rsidR="008C5C61" w:rsidRPr="004C3E92">
        <w:t>s</w:t>
      </w:r>
      <w:r w:rsidR="008C5C61" w:rsidRPr="004C3E92">
        <w:t>sitôt que la cérémonie serait accomplie</w:t>
      </w:r>
      <w:r>
        <w:t xml:space="preserve">, </w:t>
      </w:r>
      <w:r w:rsidR="008C5C61" w:rsidRPr="004C3E92">
        <w:t>ils devaient se rendre à Combe Magna</w:t>
      </w:r>
      <w:r>
        <w:t xml:space="preserve">, </w:t>
      </w:r>
      <w:r w:rsidR="008C5C61" w:rsidRPr="004C3E92">
        <w:t xml:space="preserve">sa propriété du </w:t>
      </w:r>
      <w:proofErr w:type="spellStart"/>
      <w:r w:rsidR="008C5C61" w:rsidRPr="004C3E92">
        <w:t>Somersetshire</w:t>
      </w:r>
      <w:proofErr w:type="spellEnd"/>
      <w:r>
        <w:t xml:space="preserve">. </w:t>
      </w:r>
      <w:r w:rsidR="008C5C61" w:rsidRPr="004C3E92">
        <w:t>Quel fut mon étonnement</w:t>
      </w:r>
      <w:r>
        <w:t xml:space="preserve"> ! </w:t>
      </w:r>
      <w:r w:rsidR="008C5C61" w:rsidRPr="004C3E92">
        <w:t>Mais il serait impossible de décrire ce que j</w:t>
      </w:r>
      <w:r>
        <w:t>’</w:t>
      </w:r>
      <w:r w:rsidR="008C5C61" w:rsidRPr="004C3E92">
        <w:t>en ai ressenti</w:t>
      </w:r>
      <w:r>
        <w:t xml:space="preserve">. </w:t>
      </w:r>
      <w:r w:rsidR="008C5C61" w:rsidRPr="004C3E92">
        <w:t>La dame communicative</w:t>
      </w:r>
      <w:r>
        <w:t xml:space="preserve">, – </w:t>
      </w:r>
      <w:r w:rsidR="008C5C61" w:rsidRPr="004C3E92">
        <w:t>je l</w:t>
      </w:r>
      <w:r>
        <w:t>’</w:t>
      </w:r>
      <w:r w:rsidR="008C5C61" w:rsidRPr="004C3E92">
        <w:t>appris après m</w:t>
      </w:r>
      <w:r>
        <w:t>’</w:t>
      </w:r>
      <w:r w:rsidR="008C5C61" w:rsidRPr="004C3E92">
        <w:t>être renseigné</w:t>
      </w:r>
      <w:r>
        <w:t xml:space="preserve">, </w:t>
      </w:r>
      <w:r w:rsidR="008C5C61" w:rsidRPr="004C3E92">
        <w:t xml:space="preserve">car je </w:t>
      </w:r>
      <w:r w:rsidR="008C5C61" w:rsidRPr="004C3E92">
        <w:lastRenderedPageBreak/>
        <w:t>suis resté dans le magasin jusqu</w:t>
      </w:r>
      <w:r>
        <w:t>’</w:t>
      </w:r>
      <w:r w:rsidR="008C5C61" w:rsidRPr="004C3E92">
        <w:t>à ce qu</w:t>
      </w:r>
      <w:r>
        <w:t>’</w:t>
      </w:r>
      <w:r w:rsidR="008C5C61" w:rsidRPr="004C3E92">
        <w:t>elle fût partie</w:t>
      </w:r>
      <w:r>
        <w:t xml:space="preserve">, – </w:t>
      </w:r>
      <w:r w:rsidR="008C5C61" w:rsidRPr="004C3E92">
        <w:t>était une certaine Mrs</w:t>
      </w:r>
      <w:r>
        <w:t xml:space="preserve">. </w:t>
      </w:r>
      <w:r w:rsidR="008C5C61" w:rsidRPr="004C3E92">
        <w:t>Ellison</w:t>
      </w:r>
      <w:r>
        <w:t xml:space="preserve">, </w:t>
      </w:r>
      <w:r w:rsidR="008C5C61" w:rsidRPr="004C3E92">
        <w:t>et c</w:t>
      </w:r>
      <w:r>
        <w:t>’</w:t>
      </w:r>
      <w:r w:rsidR="008C5C61" w:rsidRPr="004C3E92">
        <w:t>est là le nom</w:t>
      </w:r>
      <w:r>
        <w:t xml:space="preserve">, </w:t>
      </w:r>
      <w:r w:rsidR="008C5C61" w:rsidRPr="004C3E92">
        <w:t>comme j</w:t>
      </w:r>
      <w:r>
        <w:t>’</w:t>
      </w:r>
      <w:r w:rsidR="008C5C61" w:rsidRPr="004C3E92">
        <w:t>en ai été informé depuis</w:t>
      </w:r>
      <w:r>
        <w:t xml:space="preserve">, </w:t>
      </w:r>
      <w:r w:rsidR="008C5C61" w:rsidRPr="004C3E92">
        <w:t>de la tutrice de miss Grey</w:t>
      </w:r>
      <w:r>
        <w:t>.</w:t>
      </w:r>
    </w:p>
    <w:p w14:paraId="51071ACC" w14:textId="77777777" w:rsidR="004A4993" w:rsidRDefault="004A4993" w:rsidP="004A4993">
      <w:r>
        <w:t>— </w:t>
      </w:r>
      <w:r w:rsidR="008C5C61" w:rsidRPr="004C3E92">
        <w:t>En effet</w:t>
      </w:r>
      <w:r>
        <w:t xml:space="preserve">. </w:t>
      </w:r>
      <w:r w:rsidR="008C5C61" w:rsidRPr="004C3E92">
        <w:t>Mais avez-vous appris de même que miss Grey possède cinquante mille livres</w:t>
      </w:r>
      <w:r>
        <w:t xml:space="preserve"> ? </w:t>
      </w:r>
      <w:r w:rsidR="008C5C61" w:rsidRPr="004C3E92">
        <w:t>C</w:t>
      </w:r>
      <w:r>
        <w:t>’</w:t>
      </w:r>
      <w:r w:rsidR="008C5C61" w:rsidRPr="004C3E92">
        <w:t>est là</w:t>
      </w:r>
      <w:r>
        <w:t xml:space="preserve">, </w:t>
      </w:r>
      <w:r w:rsidR="008C5C61" w:rsidRPr="004C3E92">
        <w:t>si tant est que ce soit quelque part</w:t>
      </w:r>
      <w:r>
        <w:t xml:space="preserve">, </w:t>
      </w:r>
      <w:r w:rsidR="008C5C61" w:rsidRPr="004C3E92">
        <w:t>que nous pouvons peut-être trouver une explic</w:t>
      </w:r>
      <w:r w:rsidR="008C5C61" w:rsidRPr="004C3E92">
        <w:t>a</w:t>
      </w:r>
      <w:r w:rsidR="008C5C61" w:rsidRPr="004C3E92">
        <w:t>tion</w:t>
      </w:r>
      <w:r>
        <w:t>.</w:t>
      </w:r>
    </w:p>
    <w:p w14:paraId="32251C58" w14:textId="77777777" w:rsidR="004A4993" w:rsidRDefault="004A4993" w:rsidP="004A4993">
      <w:r>
        <w:t>— </w:t>
      </w:r>
      <w:r w:rsidR="008C5C61" w:rsidRPr="004C3E92">
        <w:t>Il se peut</w:t>
      </w:r>
      <w:r>
        <w:t xml:space="preserve"> ; </w:t>
      </w:r>
      <w:r w:rsidR="008C5C61" w:rsidRPr="004C3E92">
        <w:t>mais Willoughby est capable</w:t>
      </w:r>
      <w:r>
        <w:t xml:space="preserve"> – </w:t>
      </w:r>
      <w:r w:rsidR="008C5C61" w:rsidRPr="004C3E92">
        <w:t>du moins</w:t>
      </w:r>
      <w:r>
        <w:t xml:space="preserve">, </w:t>
      </w:r>
      <w:r w:rsidR="008C5C61" w:rsidRPr="004C3E92">
        <w:t>je crois</w:t>
      </w:r>
      <w:r>
        <w:t xml:space="preserve">… </w:t>
      </w:r>
      <w:r w:rsidR="008C5C61" w:rsidRPr="004C3E92">
        <w:t>Il se tut un instant</w:t>
      </w:r>
      <w:r>
        <w:t xml:space="preserve">, </w:t>
      </w:r>
      <w:r w:rsidR="008C5C61" w:rsidRPr="004C3E92">
        <w:t>puis il ajouta</w:t>
      </w:r>
      <w:r>
        <w:t xml:space="preserve">, </w:t>
      </w:r>
      <w:r w:rsidR="008C5C61" w:rsidRPr="004C3E92">
        <w:t>d</w:t>
      </w:r>
      <w:r>
        <w:t>’</w:t>
      </w:r>
      <w:r w:rsidR="008C5C61" w:rsidRPr="004C3E92">
        <w:t>une voix qui semblait trahir un doute envers lui-même</w:t>
      </w:r>
      <w:r>
        <w:t xml:space="preserve"> : – </w:t>
      </w:r>
      <w:r w:rsidR="008C5C61" w:rsidRPr="004C3E92">
        <w:t>Et votre sœur</w:t>
      </w:r>
      <w:r>
        <w:t xml:space="preserve">… </w:t>
      </w:r>
      <w:r w:rsidR="008C5C61" w:rsidRPr="004C3E92">
        <w:t>comment a-t-elle</w:t>
      </w:r>
      <w:r>
        <w:t>… ?</w:t>
      </w:r>
    </w:p>
    <w:p w14:paraId="7581C903" w14:textId="77777777" w:rsidR="004A4993" w:rsidRDefault="004A4993" w:rsidP="004A4993">
      <w:r>
        <w:t>— </w:t>
      </w:r>
      <w:r w:rsidR="008C5C61" w:rsidRPr="004C3E92">
        <w:t>Sa douleur a été fort vive</w:t>
      </w:r>
      <w:r>
        <w:t xml:space="preserve">. </w:t>
      </w:r>
      <w:r w:rsidR="008C5C61" w:rsidRPr="004C3E92">
        <w:t>Je puis seulement espérer qu</w:t>
      </w:r>
      <w:r>
        <w:t>’</w:t>
      </w:r>
      <w:r w:rsidR="008C5C61" w:rsidRPr="004C3E92">
        <w:t>elle pourra être courte en proportion</w:t>
      </w:r>
      <w:r>
        <w:t xml:space="preserve">. </w:t>
      </w:r>
      <w:r w:rsidR="008C5C61" w:rsidRPr="004C3E92">
        <w:t>Ç</w:t>
      </w:r>
      <w:r>
        <w:t>’</w:t>
      </w:r>
      <w:r w:rsidR="008C5C61" w:rsidRPr="004C3E92">
        <w:t>a été</w:t>
      </w:r>
      <w:r>
        <w:t xml:space="preserve">, </w:t>
      </w:r>
      <w:r w:rsidR="008C5C61" w:rsidRPr="004C3E92">
        <w:t>et c</w:t>
      </w:r>
      <w:r>
        <w:t>’</w:t>
      </w:r>
      <w:r w:rsidR="008C5C61" w:rsidRPr="004C3E92">
        <w:t>est</w:t>
      </w:r>
      <w:r>
        <w:t xml:space="preserve">, </w:t>
      </w:r>
      <w:r w:rsidR="008C5C61" w:rsidRPr="004C3E92">
        <w:t>un chagrin bien cruel</w:t>
      </w:r>
      <w:r>
        <w:t xml:space="preserve">. </w:t>
      </w:r>
      <w:r w:rsidR="008C5C61" w:rsidRPr="004C3E92">
        <w:t>Jusqu</w:t>
      </w:r>
      <w:r>
        <w:t>’</w:t>
      </w:r>
      <w:r w:rsidR="008C5C61" w:rsidRPr="004C3E92">
        <w:t>à hier</w:t>
      </w:r>
      <w:r>
        <w:t xml:space="preserve">, </w:t>
      </w:r>
      <w:r w:rsidR="008C5C61" w:rsidRPr="004C3E92">
        <w:t>je crois</w:t>
      </w:r>
      <w:r>
        <w:t xml:space="preserve">, </w:t>
      </w:r>
      <w:r w:rsidR="008C5C61" w:rsidRPr="004C3E92">
        <w:t>elle n</w:t>
      </w:r>
      <w:r>
        <w:t>’</w:t>
      </w:r>
      <w:r w:rsidR="008C5C61" w:rsidRPr="004C3E92">
        <w:t>a jamais douté de son affection</w:t>
      </w:r>
      <w:r>
        <w:t xml:space="preserve"> ; </w:t>
      </w:r>
      <w:r w:rsidR="008C5C61" w:rsidRPr="004C3E92">
        <w:t>et même maintenant</w:t>
      </w:r>
      <w:r>
        <w:t xml:space="preserve">, </w:t>
      </w:r>
      <w:r w:rsidR="008C5C61" w:rsidRPr="004C3E92">
        <w:t>peut-être</w:t>
      </w:r>
      <w:r>
        <w:t xml:space="preserve">… </w:t>
      </w:r>
      <w:r w:rsidR="008C5C61" w:rsidRPr="004C3E92">
        <w:t>mais moi</w:t>
      </w:r>
      <w:r>
        <w:t xml:space="preserve">, </w:t>
      </w:r>
      <w:r w:rsidR="008C5C61" w:rsidRPr="004C3E92">
        <w:t>je suis presque convaincue qu</w:t>
      </w:r>
      <w:r>
        <w:t>’</w:t>
      </w:r>
      <w:r w:rsidR="008C5C61" w:rsidRPr="004C3E92">
        <w:t>il n</w:t>
      </w:r>
      <w:r>
        <w:t>’</w:t>
      </w:r>
      <w:r w:rsidR="008C5C61" w:rsidRPr="004C3E92">
        <w:t>a jamais ressenti d</w:t>
      </w:r>
      <w:r>
        <w:t>’</w:t>
      </w:r>
      <w:r w:rsidR="008C5C61" w:rsidRPr="004C3E92">
        <w:t>attachement véritable pour elle</w:t>
      </w:r>
      <w:r>
        <w:t xml:space="preserve">. </w:t>
      </w:r>
      <w:r w:rsidR="008C5C61" w:rsidRPr="004C3E92">
        <w:t>Il a été plein de mauvaise foi</w:t>
      </w:r>
      <w:r>
        <w:t xml:space="preserve"> ! </w:t>
      </w:r>
      <w:r w:rsidR="008C5C61" w:rsidRPr="004C3E92">
        <w:t>Et</w:t>
      </w:r>
      <w:r>
        <w:t xml:space="preserve">, </w:t>
      </w:r>
      <w:r w:rsidR="008C5C61" w:rsidRPr="004C3E92">
        <w:t>en certains points</w:t>
      </w:r>
      <w:r>
        <w:t xml:space="preserve">, </w:t>
      </w:r>
      <w:r w:rsidR="008C5C61" w:rsidRPr="004C3E92">
        <w:t>il semble qu</w:t>
      </w:r>
      <w:r>
        <w:t>’</w:t>
      </w:r>
      <w:r w:rsidR="008C5C61" w:rsidRPr="004C3E92">
        <w:t>il y ait chez lui une dureté de cœur</w:t>
      </w:r>
      <w:r>
        <w:t>.</w:t>
      </w:r>
    </w:p>
    <w:p w14:paraId="783EF3AA" w14:textId="77777777" w:rsidR="004A4993" w:rsidRDefault="004A4993" w:rsidP="004A4993">
      <w:r>
        <w:t>— </w:t>
      </w:r>
      <w:r w:rsidR="008C5C61" w:rsidRPr="004C3E92">
        <w:t>Ah</w:t>
      </w:r>
      <w:r>
        <w:t xml:space="preserve"> ! </w:t>
      </w:r>
      <w:r w:rsidR="008C5C61" w:rsidRPr="004C3E92">
        <w:t>dit le colonel Brandon</w:t>
      </w:r>
      <w:r>
        <w:t xml:space="preserve">, </w:t>
      </w:r>
      <w:r w:rsidR="008C5C61" w:rsidRPr="004C3E92">
        <w:t>il y en a</w:t>
      </w:r>
      <w:r>
        <w:t xml:space="preserve">, </w:t>
      </w:r>
      <w:r w:rsidR="008C5C61" w:rsidRPr="004C3E92">
        <w:t>en effet</w:t>
      </w:r>
      <w:r>
        <w:t xml:space="preserve"> ! </w:t>
      </w:r>
      <w:r w:rsidR="008C5C61" w:rsidRPr="004C3E92">
        <w:t>Mais votre sœur ne</w:t>
      </w:r>
      <w:r>
        <w:t xml:space="preserve">… </w:t>
      </w:r>
      <w:r w:rsidR="008C5C61" w:rsidRPr="004C3E92">
        <w:t>je crois que vous l</w:t>
      </w:r>
      <w:r>
        <w:t>’</w:t>
      </w:r>
      <w:r w:rsidR="008C5C61" w:rsidRPr="004C3E92">
        <w:t>avez dit</w:t>
      </w:r>
      <w:r>
        <w:t xml:space="preserve">… </w:t>
      </w:r>
      <w:r w:rsidR="008C5C61" w:rsidRPr="004C3E92">
        <w:t>elle ne voit pas cela exa</w:t>
      </w:r>
      <w:r w:rsidR="008C5C61" w:rsidRPr="004C3E92">
        <w:t>c</w:t>
      </w:r>
      <w:r w:rsidR="008C5C61" w:rsidRPr="004C3E92">
        <w:t>tement comme vous</w:t>
      </w:r>
      <w:r>
        <w:t> ?</w:t>
      </w:r>
    </w:p>
    <w:p w14:paraId="5C37E315" w14:textId="77777777" w:rsidR="004A4993" w:rsidRDefault="004A4993" w:rsidP="004A4993">
      <w:r>
        <w:t>— </w:t>
      </w:r>
      <w:r w:rsidR="008C5C61" w:rsidRPr="004C3E92">
        <w:t>Vous connaissez son caractère</w:t>
      </w:r>
      <w:r>
        <w:t xml:space="preserve">, </w:t>
      </w:r>
      <w:r w:rsidR="008C5C61" w:rsidRPr="004C3E92">
        <w:t>et vous pouvez vous im</w:t>
      </w:r>
      <w:r w:rsidR="008C5C61" w:rsidRPr="004C3E92">
        <w:t>a</w:t>
      </w:r>
      <w:r w:rsidR="008C5C61" w:rsidRPr="004C3E92">
        <w:t>giner comme elle le justifierait encore</w:t>
      </w:r>
      <w:r>
        <w:t xml:space="preserve">, </w:t>
      </w:r>
      <w:r w:rsidR="008C5C61" w:rsidRPr="004C3E92">
        <w:t>si elle le pouvait</w:t>
      </w:r>
      <w:r>
        <w:t>.</w:t>
      </w:r>
    </w:p>
    <w:p w14:paraId="5AECA0FA" w14:textId="77777777" w:rsidR="004A4993" w:rsidRDefault="008C5C61" w:rsidP="004A4993">
      <w:r w:rsidRPr="004C3E92">
        <w:t>Il ne répondit rien</w:t>
      </w:r>
      <w:r w:rsidR="004A4993">
        <w:t xml:space="preserve"> ; </w:t>
      </w:r>
      <w:r w:rsidRPr="004C3E92">
        <w:t>et peu après</w:t>
      </w:r>
      <w:r w:rsidR="004A4993">
        <w:t xml:space="preserve">, </w:t>
      </w:r>
      <w:r w:rsidRPr="004C3E92">
        <w:t>du fait qu</w:t>
      </w:r>
      <w:r w:rsidR="004A4993">
        <w:t>’</w:t>
      </w:r>
      <w:r w:rsidRPr="004C3E92">
        <w:t>on desservît le thé et que l</w:t>
      </w:r>
      <w:r w:rsidR="004A4993">
        <w:t>’</w:t>
      </w:r>
      <w:r w:rsidRPr="004C3E92">
        <w:t>on disposât les tables de jeu</w:t>
      </w:r>
      <w:r w:rsidR="004A4993">
        <w:t xml:space="preserve">, </w:t>
      </w:r>
      <w:r w:rsidRPr="004C3E92">
        <w:t>le sujet fut nécessair</w:t>
      </w:r>
      <w:r w:rsidRPr="004C3E92">
        <w:t>e</w:t>
      </w:r>
      <w:r w:rsidRPr="004C3E92">
        <w:t>ment abandonné</w:t>
      </w:r>
      <w:r w:rsidR="004A4993">
        <w:t xml:space="preserve">. </w:t>
      </w:r>
      <w:r w:rsidRPr="004C3E92">
        <w:t>Mrs</w:t>
      </w:r>
      <w:r w:rsidR="004A4993">
        <w:t xml:space="preserve">. </w:t>
      </w:r>
      <w:r w:rsidRPr="004C3E92">
        <w:t>Jennings</w:t>
      </w:r>
      <w:r w:rsidR="004A4993">
        <w:t xml:space="preserve">, </w:t>
      </w:r>
      <w:r w:rsidRPr="004C3E92">
        <w:t>qui les avait observés avec plaisir pendant qu</w:t>
      </w:r>
      <w:r w:rsidR="004A4993">
        <w:t>’</w:t>
      </w:r>
      <w:r w:rsidRPr="004C3E92">
        <w:t>ils causaient</w:t>
      </w:r>
      <w:r w:rsidR="004A4993">
        <w:t xml:space="preserve">, </w:t>
      </w:r>
      <w:r w:rsidRPr="004C3E92">
        <w:t>et qui s</w:t>
      </w:r>
      <w:r w:rsidR="004A4993">
        <w:t>’</w:t>
      </w:r>
      <w:r w:rsidRPr="004C3E92">
        <w:t>attendait à voir l</w:t>
      </w:r>
      <w:r w:rsidR="004A4993">
        <w:t>’</w:t>
      </w:r>
      <w:r w:rsidRPr="004C3E92">
        <w:t xml:space="preserve">effet de la communication de miss </w:t>
      </w:r>
      <w:proofErr w:type="spellStart"/>
      <w:r w:rsidRPr="004C3E92">
        <w:t>Dashwood</w:t>
      </w:r>
      <w:proofErr w:type="spellEnd"/>
      <w:r w:rsidRPr="004C3E92">
        <w:t xml:space="preserve"> sous la forme d</w:t>
      </w:r>
      <w:r w:rsidR="004A4993">
        <w:t>’</w:t>
      </w:r>
      <w:r w:rsidRPr="004C3E92">
        <w:t>une gaieté instantanée chez le colonel Brandon</w:t>
      </w:r>
      <w:r w:rsidR="004A4993">
        <w:t xml:space="preserve">, </w:t>
      </w:r>
      <w:r w:rsidRPr="004C3E92">
        <w:t>telle qu</w:t>
      </w:r>
      <w:r w:rsidR="004A4993">
        <w:t>’</w:t>
      </w:r>
      <w:r w:rsidRPr="004C3E92">
        <w:t xml:space="preserve">elle </w:t>
      </w:r>
      <w:r w:rsidRPr="004C3E92">
        <w:lastRenderedPageBreak/>
        <w:t>conviendrait à un homme dans la fleur de la jeunesse</w:t>
      </w:r>
      <w:r w:rsidR="004A4993">
        <w:t xml:space="preserve">, </w:t>
      </w:r>
      <w:r w:rsidRPr="004C3E92">
        <w:t>de l</w:t>
      </w:r>
      <w:r w:rsidR="004A4993">
        <w:t>’</w:t>
      </w:r>
      <w:r w:rsidRPr="004C3E92">
        <w:t>espérance et du bonheur</w:t>
      </w:r>
      <w:r w:rsidR="004A4993">
        <w:t xml:space="preserve">, </w:t>
      </w:r>
      <w:r w:rsidRPr="004C3E92">
        <w:t>le vit</w:t>
      </w:r>
      <w:r w:rsidR="004A4993">
        <w:t xml:space="preserve">, </w:t>
      </w:r>
      <w:r w:rsidRPr="004C3E92">
        <w:t>avec stupéfaction</w:t>
      </w:r>
      <w:r w:rsidR="004A4993">
        <w:t xml:space="preserve">, </w:t>
      </w:r>
      <w:r w:rsidRPr="004C3E92">
        <w:t>demeurer toute la soirée plus grave et plus pensif qu</w:t>
      </w:r>
      <w:r w:rsidR="004A4993">
        <w:t>’</w:t>
      </w:r>
      <w:r w:rsidRPr="004C3E92">
        <w:t>à l</w:t>
      </w:r>
      <w:r w:rsidR="004A4993">
        <w:t>’</w:t>
      </w:r>
      <w:r w:rsidRPr="004C3E92">
        <w:t>ordinaire</w:t>
      </w:r>
      <w:r w:rsidR="004A4993">
        <w:t>.</w:t>
      </w:r>
    </w:p>
    <w:p w14:paraId="0A2BCAC6" w14:textId="670F8EF8" w:rsidR="008C5C61" w:rsidRPr="004C3E92" w:rsidRDefault="008C5C61" w:rsidP="004A4993">
      <w:pPr>
        <w:pStyle w:val="Titre1"/>
      </w:pPr>
      <w:bookmarkStart w:id="30" w:name="_Toc196409815"/>
      <w:r w:rsidRPr="004C3E92">
        <w:lastRenderedPageBreak/>
        <w:t>CHAPITRE XXXI</w:t>
      </w:r>
      <w:bookmarkEnd w:id="30"/>
      <w:r w:rsidRPr="004C3E92">
        <w:br/>
      </w:r>
    </w:p>
    <w:p w14:paraId="31D00B58" w14:textId="77777777" w:rsidR="004A4993" w:rsidRDefault="008C5C61" w:rsidP="004A4993">
      <w:r w:rsidRPr="004C3E92">
        <w:t>Après une nuit de sommeil meilleur qu</w:t>
      </w:r>
      <w:r w:rsidR="004A4993">
        <w:t>’</w:t>
      </w:r>
      <w:r w:rsidRPr="004C3E92">
        <w:t>elle ne l</w:t>
      </w:r>
      <w:r w:rsidR="004A4993">
        <w:t>’</w:t>
      </w:r>
      <w:r w:rsidRPr="004C3E92">
        <w:t>avait esp</w:t>
      </w:r>
      <w:r w:rsidRPr="004C3E92">
        <w:t>é</w:t>
      </w:r>
      <w:r w:rsidRPr="004C3E92">
        <w:t>ré</w:t>
      </w:r>
      <w:r w:rsidR="004A4993">
        <w:t xml:space="preserve">, </w:t>
      </w:r>
      <w:r w:rsidRPr="004C3E92">
        <w:t>Marianne se réveilla le lendemain matin à la même con</w:t>
      </w:r>
      <w:r w:rsidRPr="004C3E92">
        <w:t>s</w:t>
      </w:r>
      <w:r w:rsidRPr="004C3E92">
        <w:t>cience de détresse avec laquelle elle avait fermé les yeux</w:t>
      </w:r>
      <w:r w:rsidR="004A4993">
        <w:t>.</w:t>
      </w:r>
    </w:p>
    <w:p w14:paraId="39498C10" w14:textId="77777777" w:rsidR="004A4993" w:rsidRDefault="008C5C61" w:rsidP="004A4993">
      <w:proofErr w:type="spellStart"/>
      <w:r w:rsidRPr="004C3E92">
        <w:t>Elinor</w:t>
      </w:r>
      <w:proofErr w:type="spellEnd"/>
      <w:r w:rsidRPr="004C3E92">
        <w:t xml:space="preserve"> l</w:t>
      </w:r>
      <w:r w:rsidR="004A4993">
        <w:t>’</w:t>
      </w:r>
      <w:r w:rsidRPr="004C3E92">
        <w:t>encouragea le plus possible à parler de ce qu</w:t>
      </w:r>
      <w:r w:rsidR="004A4993">
        <w:t>’</w:t>
      </w:r>
      <w:r w:rsidRPr="004C3E92">
        <w:t>elle ressentait</w:t>
      </w:r>
      <w:r w:rsidR="004A4993">
        <w:t xml:space="preserve"> ; </w:t>
      </w:r>
      <w:r w:rsidRPr="004C3E92">
        <w:t>et avant que le déjeuner ne fût prêt</w:t>
      </w:r>
      <w:r w:rsidR="004A4993">
        <w:t xml:space="preserve">, </w:t>
      </w:r>
      <w:r w:rsidRPr="004C3E92">
        <w:t>elles avaient à maintes reprises passé en revue la question</w:t>
      </w:r>
      <w:r w:rsidR="004A4993">
        <w:t xml:space="preserve">, – </w:t>
      </w:r>
      <w:r w:rsidRPr="004C3E92">
        <w:t>avec la même conviction assurée et les mêmes conseils affectueux de la part d</w:t>
      </w:r>
      <w:r w:rsidR="004A4993">
        <w:t>’</w:t>
      </w:r>
      <w:proofErr w:type="spellStart"/>
      <w:r w:rsidRPr="004C3E92">
        <w:t>Elinor</w:t>
      </w:r>
      <w:proofErr w:type="spellEnd"/>
      <w:r w:rsidR="004A4993">
        <w:t xml:space="preserve">, </w:t>
      </w:r>
      <w:r w:rsidRPr="004C3E92">
        <w:t>les mêmes sentiments impétueux et les mêmes op</w:t>
      </w:r>
      <w:r w:rsidRPr="004C3E92">
        <w:t>i</w:t>
      </w:r>
      <w:r w:rsidRPr="004C3E92">
        <w:t>nions variables chez Marianne</w:t>
      </w:r>
      <w:r w:rsidR="004A4993">
        <w:t xml:space="preserve">, </w:t>
      </w:r>
      <w:r w:rsidRPr="004C3E92">
        <w:t>que précédemment</w:t>
      </w:r>
      <w:r w:rsidR="004A4993">
        <w:t xml:space="preserve">. </w:t>
      </w:r>
      <w:r w:rsidRPr="004C3E92">
        <w:t>Parfois elle croyait Willoughby aussi malheureux et aussi innocent qu</w:t>
      </w:r>
      <w:r w:rsidR="004A4993">
        <w:t>’</w:t>
      </w:r>
      <w:r w:rsidRPr="004C3E92">
        <w:t>elle-même</w:t>
      </w:r>
      <w:r w:rsidR="004A4993">
        <w:t xml:space="preserve">, </w:t>
      </w:r>
      <w:r w:rsidRPr="004C3E92">
        <w:t>et à d</w:t>
      </w:r>
      <w:r w:rsidR="004A4993">
        <w:t>’</w:t>
      </w:r>
      <w:r w:rsidRPr="004C3E92">
        <w:t>autres moments elle perdait toute consolation dans l</w:t>
      </w:r>
      <w:r w:rsidR="004A4993">
        <w:t>’</w:t>
      </w:r>
      <w:r w:rsidRPr="004C3E92">
        <w:t>impossibilité de l</w:t>
      </w:r>
      <w:r w:rsidR="004A4993">
        <w:t>’</w:t>
      </w:r>
      <w:r w:rsidRPr="004C3E92">
        <w:t>absoudre</w:t>
      </w:r>
      <w:r w:rsidR="004A4993">
        <w:t xml:space="preserve">. </w:t>
      </w:r>
      <w:r w:rsidRPr="004C3E92">
        <w:t>À un moment</w:t>
      </w:r>
      <w:r w:rsidR="004A4993">
        <w:t xml:space="preserve">, </w:t>
      </w:r>
      <w:r w:rsidRPr="004C3E92">
        <w:t>elle était abs</w:t>
      </w:r>
      <w:r w:rsidRPr="004C3E92">
        <w:t>o</w:t>
      </w:r>
      <w:r w:rsidRPr="004C3E92">
        <w:t>lument indifférente aux regards du monde entier</w:t>
      </w:r>
      <w:r w:rsidR="004A4993">
        <w:t xml:space="preserve"> ; </w:t>
      </w:r>
      <w:r w:rsidRPr="004C3E92">
        <w:t>l</w:t>
      </w:r>
      <w:r w:rsidR="004A4993">
        <w:t>’</w:t>
      </w:r>
      <w:r w:rsidRPr="004C3E92">
        <w:t>instant d</w:t>
      </w:r>
      <w:r w:rsidR="004A4993">
        <w:t>’</w:t>
      </w:r>
      <w:r w:rsidRPr="004C3E92">
        <w:t>après</w:t>
      </w:r>
      <w:r w:rsidR="004A4993">
        <w:t xml:space="preserve">, </w:t>
      </w:r>
      <w:r w:rsidRPr="004C3E92">
        <w:t>elle était disposée à s</w:t>
      </w:r>
      <w:r w:rsidR="004A4993">
        <w:t>’</w:t>
      </w:r>
      <w:r w:rsidRPr="004C3E92">
        <w:t>en retirer à jamais</w:t>
      </w:r>
      <w:r w:rsidR="004A4993">
        <w:t xml:space="preserve"> ; </w:t>
      </w:r>
      <w:r w:rsidRPr="004C3E92">
        <w:t>après quoi e</w:t>
      </w:r>
      <w:r w:rsidRPr="004C3E92">
        <w:t>l</w:t>
      </w:r>
      <w:r w:rsidRPr="004C3E92">
        <w:t>le était capable de lui résister avec énergie</w:t>
      </w:r>
      <w:r w:rsidR="004A4993">
        <w:t xml:space="preserve">. </w:t>
      </w:r>
      <w:r w:rsidRPr="004C3E92">
        <w:t>Sur un point</w:t>
      </w:r>
      <w:r w:rsidR="004A4993">
        <w:t xml:space="preserve">, </w:t>
      </w:r>
      <w:r w:rsidRPr="004C3E92">
        <w:t>tout</w:t>
      </w:r>
      <w:r w:rsidRPr="004C3E92">
        <w:t>e</w:t>
      </w:r>
      <w:r w:rsidRPr="004C3E92">
        <w:t>fois</w:t>
      </w:r>
      <w:r w:rsidR="004A4993">
        <w:t xml:space="preserve">, </w:t>
      </w:r>
      <w:r w:rsidRPr="004C3E92">
        <w:t>elle était ferme</w:t>
      </w:r>
      <w:r w:rsidR="004A4993">
        <w:t xml:space="preserve">, </w:t>
      </w:r>
      <w:r w:rsidRPr="004C3E92">
        <w:t>quand on en venait au fait</w:t>
      </w:r>
      <w:r w:rsidR="004A4993">
        <w:t xml:space="preserve"> : </w:t>
      </w:r>
      <w:r w:rsidRPr="004C3E92">
        <w:t>c</w:t>
      </w:r>
      <w:r w:rsidR="004A4993">
        <w:t>’</w:t>
      </w:r>
      <w:r w:rsidRPr="004C3E92">
        <w:t>était d</w:t>
      </w:r>
      <w:r w:rsidR="004A4993">
        <w:t>’</w:t>
      </w:r>
      <w:r w:rsidRPr="004C3E92">
        <w:t>éviter</w:t>
      </w:r>
      <w:r w:rsidR="004A4993">
        <w:t xml:space="preserve">, </w:t>
      </w:r>
      <w:r w:rsidRPr="004C3E92">
        <w:t>là où ce serait possible</w:t>
      </w:r>
      <w:r w:rsidR="004A4993">
        <w:t xml:space="preserve">, </w:t>
      </w:r>
      <w:r w:rsidRPr="004C3E92">
        <w:t>la présence de Mrs</w:t>
      </w:r>
      <w:r w:rsidR="004A4993">
        <w:t xml:space="preserve">. </w:t>
      </w:r>
      <w:r w:rsidRPr="004C3E92">
        <w:t>Jennings</w:t>
      </w:r>
      <w:r w:rsidR="004A4993">
        <w:t xml:space="preserve">, </w:t>
      </w:r>
      <w:r w:rsidRPr="004C3E92">
        <w:t>et de ga</w:t>
      </w:r>
      <w:r w:rsidRPr="004C3E92">
        <w:t>r</w:t>
      </w:r>
      <w:r w:rsidRPr="004C3E92">
        <w:t>der résolument le silence lorsqu</w:t>
      </w:r>
      <w:r w:rsidR="004A4993">
        <w:t>’</w:t>
      </w:r>
      <w:r w:rsidRPr="004C3E92">
        <w:t>elle serait obligée de la subir</w:t>
      </w:r>
      <w:r w:rsidR="004A4993">
        <w:t xml:space="preserve">. </w:t>
      </w:r>
      <w:r w:rsidRPr="004C3E92">
        <w:t>Son cœur était cuirassé contre l</w:t>
      </w:r>
      <w:r w:rsidR="004A4993">
        <w:t>’</w:t>
      </w:r>
      <w:r w:rsidRPr="004C3E92">
        <w:t>idée que Mrs</w:t>
      </w:r>
      <w:r w:rsidR="004A4993">
        <w:t xml:space="preserve">. </w:t>
      </w:r>
      <w:r w:rsidRPr="004C3E92">
        <w:t>Jennings pût prendre part à ses souffrances et y compatir</w:t>
      </w:r>
      <w:r w:rsidR="004A4993">
        <w:t>.</w:t>
      </w:r>
    </w:p>
    <w:p w14:paraId="6DD42AF5" w14:textId="77777777" w:rsidR="004A4993" w:rsidRDefault="004A4993" w:rsidP="004A4993">
      <w:r>
        <w:t>— </w:t>
      </w:r>
      <w:r w:rsidR="008C5C61" w:rsidRPr="004C3E92">
        <w:t>Non</w:t>
      </w:r>
      <w:r>
        <w:t xml:space="preserve">, </w:t>
      </w:r>
      <w:r w:rsidR="008C5C61" w:rsidRPr="004C3E92">
        <w:t>non</w:t>
      </w:r>
      <w:r>
        <w:t xml:space="preserve">, </w:t>
      </w:r>
      <w:r w:rsidR="008C5C61" w:rsidRPr="004C3E92">
        <w:t>non</w:t>
      </w:r>
      <w:r>
        <w:t xml:space="preserve"> ! </w:t>
      </w:r>
      <w:r w:rsidR="008C5C61" w:rsidRPr="004C3E92">
        <w:t>Cela ne se peut pas</w:t>
      </w:r>
      <w:r>
        <w:t xml:space="preserve"> ! </w:t>
      </w:r>
      <w:r w:rsidR="008C5C61" w:rsidRPr="004C3E92">
        <w:t>s</w:t>
      </w:r>
      <w:r>
        <w:t>’</w:t>
      </w:r>
      <w:r w:rsidR="008C5C61" w:rsidRPr="004C3E92">
        <w:t>écria-t-elle</w:t>
      </w:r>
      <w:r>
        <w:t xml:space="preserve"> ; </w:t>
      </w:r>
      <w:r w:rsidR="008C5C61" w:rsidRPr="004C3E92">
        <w:t>il n</w:t>
      </w:r>
      <w:r>
        <w:t>’</w:t>
      </w:r>
      <w:r w:rsidR="008C5C61" w:rsidRPr="004C3E92">
        <w:t>est pas possible qu</w:t>
      </w:r>
      <w:r>
        <w:t>’</w:t>
      </w:r>
      <w:r w:rsidR="008C5C61" w:rsidRPr="004C3E92">
        <w:t>elle sente quoi que ce soit</w:t>
      </w:r>
      <w:r>
        <w:t xml:space="preserve">. </w:t>
      </w:r>
      <w:r w:rsidR="008C5C61" w:rsidRPr="004C3E92">
        <w:t>Son amabilité n</w:t>
      </w:r>
      <w:r>
        <w:t>’</w:t>
      </w:r>
      <w:r w:rsidR="008C5C61" w:rsidRPr="004C3E92">
        <w:t>est pas de la bonté</w:t>
      </w:r>
      <w:r>
        <w:t xml:space="preserve"> ; </w:t>
      </w:r>
      <w:r w:rsidR="008C5C61" w:rsidRPr="004C3E92">
        <w:t>sa bienveillance n</w:t>
      </w:r>
      <w:r>
        <w:t>’</w:t>
      </w:r>
      <w:r w:rsidR="008C5C61" w:rsidRPr="004C3E92">
        <w:t>est pas de la tendresse</w:t>
      </w:r>
      <w:r>
        <w:t xml:space="preserve">. </w:t>
      </w:r>
      <w:r w:rsidR="008C5C61" w:rsidRPr="004C3E92">
        <w:t>Tout ce dont elle a besoin</w:t>
      </w:r>
      <w:r>
        <w:t xml:space="preserve">, </w:t>
      </w:r>
      <w:r w:rsidR="008C5C61" w:rsidRPr="004C3E92">
        <w:t>ce sont des potins</w:t>
      </w:r>
      <w:r>
        <w:t xml:space="preserve">, </w:t>
      </w:r>
      <w:r w:rsidR="008C5C61" w:rsidRPr="004C3E92">
        <w:t>et je ne lui plais que parce que je lui en fournis</w:t>
      </w:r>
      <w:r>
        <w:t>.</w:t>
      </w:r>
    </w:p>
    <w:p w14:paraId="11DF7843" w14:textId="77777777" w:rsidR="004A4993" w:rsidRDefault="008C5C61" w:rsidP="004A4993">
      <w:proofErr w:type="spellStart"/>
      <w:r w:rsidRPr="004C3E92">
        <w:lastRenderedPageBreak/>
        <w:t>Elinor</w:t>
      </w:r>
      <w:proofErr w:type="spellEnd"/>
      <w:r w:rsidRPr="004C3E92">
        <w:t xml:space="preserve"> n</w:t>
      </w:r>
      <w:r w:rsidR="004A4993">
        <w:t>’</w:t>
      </w:r>
      <w:r w:rsidRPr="004C3E92">
        <w:t>avait pas besoin de cet éclat pour être assurée de l</w:t>
      </w:r>
      <w:r w:rsidR="004A4993">
        <w:t>’</w:t>
      </w:r>
      <w:r w:rsidRPr="004C3E92">
        <w:t>injustice à laquelle sa sœur se laissait souvent aller dans son opinion des autres</w:t>
      </w:r>
      <w:r w:rsidR="004A4993">
        <w:t xml:space="preserve">, </w:t>
      </w:r>
      <w:r w:rsidRPr="004C3E92">
        <w:t>en raison du raffinement irritable de son propre esprit</w:t>
      </w:r>
      <w:r w:rsidR="004A4993">
        <w:t xml:space="preserve">, </w:t>
      </w:r>
      <w:r w:rsidRPr="004C3E92">
        <w:t>et de la trop grande importance qu</w:t>
      </w:r>
      <w:r w:rsidR="004A4993">
        <w:t>’</w:t>
      </w:r>
      <w:r w:rsidRPr="004C3E92">
        <w:t>elle attachait aux délicatesses d</w:t>
      </w:r>
      <w:r w:rsidR="004A4993">
        <w:t>’</w:t>
      </w:r>
      <w:r w:rsidRPr="004C3E92">
        <w:t>une forte sensibilité et aux grâces des façons polies</w:t>
      </w:r>
      <w:r w:rsidR="004A4993">
        <w:t xml:space="preserve">. </w:t>
      </w:r>
      <w:r w:rsidRPr="004C3E92">
        <w:t>Semblable à la moitié du reste du monde</w:t>
      </w:r>
      <w:r w:rsidR="004A4993">
        <w:t xml:space="preserve">, </w:t>
      </w:r>
      <w:r w:rsidRPr="004C3E92">
        <w:t>si tant est qu</w:t>
      </w:r>
      <w:r w:rsidR="004A4993">
        <w:t>’</w:t>
      </w:r>
      <w:r w:rsidRPr="004C3E92">
        <w:t>il y ait plus de la moitié des gens qui soient intelligents et bons</w:t>
      </w:r>
      <w:r w:rsidR="004A4993">
        <w:t xml:space="preserve">. </w:t>
      </w:r>
      <w:r w:rsidRPr="004C3E92">
        <w:t>Marianne</w:t>
      </w:r>
      <w:r w:rsidR="004A4993">
        <w:t xml:space="preserve">, </w:t>
      </w:r>
      <w:r w:rsidRPr="004C3E92">
        <w:t>avec d</w:t>
      </w:r>
      <w:r w:rsidR="004A4993">
        <w:t>’</w:t>
      </w:r>
      <w:r w:rsidRPr="004C3E92">
        <w:t>excellentes aptitudes et un caractère excellent</w:t>
      </w:r>
      <w:r w:rsidR="004A4993">
        <w:t xml:space="preserve">, </w:t>
      </w:r>
      <w:r w:rsidRPr="004C3E92">
        <w:t>n</w:t>
      </w:r>
      <w:r w:rsidR="004A4993">
        <w:t>’</w:t>
      </w:r>
      <w:r w:rsidRPr="004C3E92">
        <w:t>était ni raisonnable</w:t>
      </w:r>
      <w:r w:rsidR="004A4993">
        <w:t xml:space="preserve">, </w:t>
      </w:r>
      <w:r w:rsidRPr="004C3E92">
        <w:t>ni sincère</w:t>
      </w:r>
      <w:r w:rsidR="004A4993">
        <w:t xml:space="preserve">. </w:t>
      </w:r>
      <w:r w:rsidRPr="004C3E92">
        <w:t>Elle demandait aux autres les mêmes opinions et les mêmes sentiments que les siens</w:t>
      </w:r>
      <w:r w:rsidR="004A4993">
        <w:t xml:space="preserve">, </w:t>
      </w:r>
      <w:r w:rsidRPr="004C3E92">
        <w:t>et elle jugeait de leurs motifs d</w:t>
      </w:r>
      <w:r w:rsidR="004A4993">
        <w:t>’</w:t>
      </w:r>
      <w:r w:rsidRPr="004C3E92">
        <w:t>après l</w:t>
      </w:r>
      <w:r w:rsidR="004A4993">
        <w:t>’</w:t>
      </w:r>
      <w:r w:rsidRPr="004C3E92">
        <w:t>effet immédiat de leurs actes sur elle-même</w:t>
      </w:r>
      <w:r w:rsidR="004A4993">
        <w:t xml:space="preserve">. </w:t>
      </w:r>
      <w:r w:rsidRPr="004C3E92">
        <w:t>C</w:t>
      </w:r>
      <w:r w:rsidR="004A4993">
        <w:t>’</w:t>
      </w:r>
      <w:r w:rsidRPr="004C3E92">
        <w:t>est ainsi qu</w:t>
      </w:r>
      <w:r w:rsidR="004A4993">
        <w:t>’</w:t>
      </w:r>
      <w:r w:rsidRPr="004C3E92">
        <w:t>il se produisit un incident</w:t>
      </w:r>
      <w:r w:rsidR="004A4993">
        <w:t xml:space="preserve">, </w:t>
      </w:r>
      <w:r w:rsidRPr="004C3E92">
        <w:t>pendant que les deux sœurs étaient ensemble dans leur chambre après le déjeuner</w:t>
      </w:r>
      <w:r w:rsidR="004A4993">
        <w:t xml:space="preserve">, </w:t>
      </w:r>
      <w:r w:rsidRPr="004C3E92">
        <w:t>qui rabaissa encore le cœur de Mrs</w:t>
      </w:r>
      <w:r w:rsidR="004A4993">
        <w:t xml:space="preserve">. </w:t>
      </w:r>
      <w:r w:rsidRPr="004C3E92">
        <w:t>Jennings dans son estime</w:t>
      </w:r>
      <w:r w:rsidR="004A4993">
        <w:t xml:space="preserve"> : </w:t>
      </w:r>
      <w:r w:rsidRPr="004C3E92">
        <w:t>car</w:t>
      </w:r>
      <w:r w:rsidR="004A4993">
        <w:t xml:space="preserve">, </w:t>
      </w:r>
      <w:r w:rsidRPr="004C3E92">
        <w:t>en raison de sa propre faiblesse</w:t>
      </w:r>
      <w:r w:rsidR="004A4993">
        <w:t xml:space="preserve">, </w:t>
      </w:r>
      <w:r w:rsidRPr="004C3E92">
        <w:t>il se trouva être une source de douleur nouvelle pour elle</w:t>
      </w:r>
      <w:r w:rsidR="004A4993">
        <w:t xml:space="preserve">, </w:t>
      </w:r>
      <w:r w:rsidRPr="004C3E92">
        <w:t>bien que Mrs</w:t>
      </w:r>
      <w:r w:rsidR="004A4993">
        <w:t xml:space="preserve">. </w:t>
      </w:r>
      <w:r w:rsidRPr="004C3E92">
        <w:t>Jennings eût été mue</w:t>
      </w:r>
      <w:r w:rsidR="004A4993">
        <w:t xml:space="preserve">, </w:t>
      </w:r>
      <w:r w:rsidRPr="004C3E92">
        <w:t>en la circonstance</w:t>
      </w:r>
      <w:r w:rsidR="004A4993">
        <w:t xml:space="preserve">, </w:t>
      </w:r>
      <w:r w:rsidRPr="004C3E92">
        <w:t>par un désir de bie</w:t>
      </w:r>
      <w:r w:rsidRPr="004C3E92">
        <w:t>n</w:t>
      </w:r>
      <w:r w:rsidRPr="004C3E92">
        <w:t>veillance totale</w:t>
      </w:r>
      <w:r w:rsidR="004A4993">
        <w:t>.</w:t>
      </w:r>
    </w:p>
    <w:p w14:paraId="60C32AFD" w14:textId="77777777" w:rsidR="004A4993" w:rsidRDefault="008C5C61" w:rsidP="004A4993">
      <w:r w:rsidRPr="004C3E92">
        <w:t>Tenant une lettre dans sa main tendue</w:t>
      </w:r>
      <w:r w:rsidR="004A4993">
        <w:t xml:space="preserve">, </w:t>
      </w:r>
      <w:r w:rsidRPr="004C3E92">
        <w:t>et le visage souriant gaiement</w:t>
      </w:r>
      <w:r w:rsidR="004A4993">
        <w:t xml:space="preserve">, </w:t>
      </w:r>
      <w:r w:rsidRPr="004C3E92">
        <w:t>en raison de la conviction qu</w:t>
      </w:r>
      <w:r w:rsidR="004A4993">
        <w:t>’</w:t>
      </w:r>
      <w:r w:rsidRPr="004C3E92">
        <w:t>elle avait d</w:t>
      </w:r>
      <w:r w:rsidR="004A4993">
        <w:t>’</w:t>
      </w:r>
      <w:r w:rsidRPr="004C3E92">
        <w:t>apporter un réconfort</w:t>
      </w:r>
      <w:r w:rsidR="004A4993">
        <w:t xml:space="preserve">, </w:t>
      </w:r>
      <w:r w:rsidRPr="004C3E92">
        <w:t>elle entra dans leur chambre en disant</w:t>
      </w:r>
      <w:r w:rsidR="004A4993">
        <w:t> :</w:t>
      </w:r>
    </w:p>
    <w:p w14:paraId="6EEC38D4" w14:textId="77777777" w:rsidR="004A4993" w:rsidRDefault="004A4993" w:rsidP="004A4993">
      <w:r>
        <w:t>— </w:t>
      </w:r>
      <w:r w:rsidR="008C5C61" w:rsidRPr="004C3E92">
        <w:t>Tenez</w:t>
      </w:r>
      <w:r>
        <w:t xml:space="preserve">, </w:t>
      </w:r>
      <w:r w:rsidR="008C5C61" w:rsidRPr="004C3E92">
        <w:t>ma chérie</w:t>
      </w:r>
      <w:r>
        <w:t xml:space="preserve">, </w:t>
      </w:r>
      <w:r w:rsidR="008C5C61" w:rsidRPr="004C3E92">
        <w:t>je vous apporte quelque chose qui</w:t>
      </w:r>
      <w:r>
        <w:t xml:space="preserve">, </w:t>
      </w:r>
      <w:r w:rsidR="008C5C61" w:rsidRPr="004C3E92">
        <w:t>j</w:t>
      </w:r>
      <w:r>
        <w:t>’</w:t>
      </w:r>
      <w:r w:rsidR="008C5C61" w:rsidRPr="004C3E92">
        <w:t>en suis sûre</w:t>
      </w:r>
      <w:r>
        <w:t xml:space="preserve">, </w:t>
      </w:r>
      <w:r w:rsidR="008C5C61" w:rsidRPr="004C3E92">
        <w:t>vous fera du bien</w:t>
      </w:r>
      <w:r>
        <w:t>.</w:t>
      </w:r>
    </w:p>
    <w:p w14:paraId="6147A30B" w14:textId="77777777" w:rsidR="004A4993" w:rsidRDefault="008C5C61" w:rsidP="004A4993">
      <w:r w:rsidRPr="004C3E92">
        <w:t>Marianne en avait entendu assez</w:t>
      </w:r>
      <w:r w:rsidR="004A4993">
        <w:t xml:space="preserve">. </w:t>
      </w:r>
      <w:r w:rsidRPr="004C3E92">
        <w:t>En un instant</w:t>
      </w:r>
      <w:r w:rsidR="004A4993">
        <w:t xml:space="preserve">, </w:t>
      </w:r>
      <w:r w:rsidRPr="004C3E92">
        <w:t>son im</w:t>
      </w:r>
      <w:r w:rsidRPr="004C3E92">
        <w:t>a</w:t>
      </w:r>
      <w:r w:rsidRPr="004C3E92">
        <w:t>gination plaça devant ses yeux une lettre de Willoughby</w:t>
      </w:r>
      <w:r w:rsidR="004A4993">
        <w:t xml:space="preserve">, </w:t>
      </w:r>
      <w:r w:rsidRPr="004C3E92">
        <w:t>pleine de tendresse et de contrition</w:t>
      </w:r>
      <w:r w:rsidR="004A4993">
        <w:t xml:space="preserve">, </w:t>
      </w:r>
      <w:r w:rsidRPr="004C3E92">
        <w:t>expliquant tout ce qui s</w:t>
      </w:r>
      <w:r w:rsidR="004A4993">
        <w:t>’</w:t>
      </w:r>
      <w:r w:rsidRPr="004C3E92">
        <w:t>était pa</w:t>
      </w:r>
      <w:r w:rsidRPr="004C3E92">
        <w:t>s</w:t>
      </w:r>
      <w:r w:rsidRPr="004C3E92">
        <w:t>sé</w:t>
      </w:r>
      <w:r w:rsidR="004A4993">
        <w:t xml:space="preserve">, </w:t>
      </w:r>
      <w:r w:rsidRPr="004C3E92">
        <w:t>satisfaisante</w:t>
      </w:r>
      <w:r w:rsidR="004A4993">
        <w:t xml:space="preserve">, </w:t>
      </w:r>
      <w:r w:rsidRPr="004C3E92">
        <w:t>convaincante</w:t>
      </w:r>
      <w:r w:rsidR="004A4993">
        <w:t xml:space="preserve"> ; </w:t>
      </w:r>
      <w:r w:rsidRPr="004C3E92">
        <w:t>et suivie immédiatement de Willoughby lui-même</w:t>
      </w:r>
      <w:r w:rsidR="004A4993">
        <w:t xml:space="preserve">, </w:t>
      </w:r>
      <w:r w:rsidRPr="004C3E92">
        <w:t>se précipitant avec empressement dans la pièce</w:t>
      </w:r>
      <w:r w:rsidR="004A4993">
        <w:t xml:space="preserve">, </w:t>
      </w:r>
      <w:r w:rsidRPr="004C3E92">
        <w:t>pour confirmer</w:t>
      </w:r>
      <w:r w:rsidR="004A4993">
        <w:t xml:space="preserve">, </w:t>
      </w:r>
      <w:r w:rsidRPr="004C3E92">
        <w:t>à ses pieds</w:t>
      </w:r>
      <w:r w:rsidR="004A4993">
        <w:t xml:space="preserve">, </w:t>
      </w:r>
      <w:r w:rsidRPr="004C3E92">
        <w:t>par l</w:t>
      </w:r>
      <w:r w:rsidR="004A4993">
        <w:t>’</w:t>
      </w:r>
      <w:r w:rsidRPr="004C3E92">
        <w:t>éloquence de ses yeux</w:t>
      </w:r>
      <w:r w:rsidR="004A4993">
        <w:t xml:space="preserve">, </w:t>
      </w:r>
      <w:r w:rsidRPr="004C3E92">
        <w:t>les assurances de sa lettre</w:t>
      </w:r>
      <w:r w:rsidR="004A4993">
        <w:t xml:space="preserve">. </w:t>
      </w:r>
      <w:r w:rsidRPr="004C3E92">
        <w:t>L</w:t>
      </w:r>
      <w:r w:rsidR="004A4993">
        <w:t>’</w:t>
      </w:r>
      <w:r w:rsidRPr="004C3E92">
        <w:t>œuvre d</w:t>
      </w:r>
      <w:r w:rsidR="004A4993">
        <w:t>’</w:t>
      </w:r>
      <w:r w:rsidRPr="004C3E92">
        <w:t>un instant fut d</w:t>
      </w:r>
      <w:r w:rsidRPr="004C3E92">
        <w:t>é</w:t>
      </w:r>
      <w:r w:rsidRPr="004C3E92">
        <w:t>truite par le suivant</w:t>
      </w:r>
      <w:r w:rsidR="004A4993">
        <w:t xml:space="preserve">. </w:t>
      </w:r>
      <w:r w:rsidRPr="004C3E92">
        <w:t>L</w:t>
      </w:r>
      <w:r w:rsidR="004A4993">
        <w:t>’</w:t>
      </w:r>
      <w:r w:rsidRPr="004C3E92">
        <w:t>écriture de sa mère</w:t>
      </w:r>
      <w:r w:rsidR="004A4993">
        <w:t xml:space="preserve">, </w:t>
      </w:r>
      <w:r w:rsidRPr="004C3E92">
        <w:lastRenderedPageBreak/>
        <w:t>jamais</w:t>
      </w:r>
      <w:r w:rsidR="004A4993">
        <w:t xml:space="preserve">, </w:t>
      </w:r>
      <w:r w:rsidRPr="004C3E92">
        <w:t>jusqu</w:t>
      </w:r>
      <w:r w:rsidR="004A4993">
        <w:t>’</w:t>
      </w:r>
      <w:r w:rsidRPr="004C3E92">
        <w:t>alors</w:t>
      </w:r>
      <w:r w:rsidR="004A4993">
        <w:t xml:space="preserve">, </w:t>
      </w:r>
      <w:r w:rsidRPr="004C3E92">
        <w:t>importune</w:t>
      </w:r>
      <w:r w:rsidR="004A4993">
        <w:t xml:space="preserve">, </w:t>
      </w:r>
      <w:r w:rsidRPr="004C3E92">
        <w:t>fut devant ses yeux</w:t>
      </w:r>
      <w:r w:rsidR="004A4993">
        <w:t xml:space="preserve"> ; </w:t>
      </w:r>
      <w:r w:rsidRPr="004C3E92">
        <w:t>et dans l</w:t>
      </w:r>
      <w:r w:rsidR="004A4993">
        <w:t>’</w:t>
      </w:r>
      <w:r w:rsidRPr="004C3E92">
        <w:t>acuité de la déception qui succéda à une telle extase de quelque chose qui était plus que de l</w:t>
      </w:r>
      <w:r w:rsidR="004A4993">
        <w:t>’</w:t>
      </w:r>
      <w:r w:rsidRPr="004C3E92">
        <w:t>espoir</w:t>
      </w:r>
      <w:r w:rsidR="004A4993">
        <w:t xml:space="preserve">, </w:t>
      </w:r>
      <w:r w:rsidRPr="004C3E92">
        <w:t>il lui sembla que jamais</w:t>
      </w:r>
      <w:r w:rsidR="004A4993">
        <w:t xml:space="preserve">, </w:t>
      </w:r>
      <w:r w:rsidRPr="004C3E92">
        <w:t>jusqu</w:t>
      </w:r>
      <w:r w:rsidR="004A4993">
        <w:t>’</w:t>
      </w:r>
      <w:r w:rsidRPr="004C3E92">
        <w:t>en cet instant</w:t>
      </w:r>
      <w:r w:rsidR="004A4993">
        <w:t xml:space="preserve">, </w:t>
      </w:r>
      <w:r w:rsidRPr="004C3E92">
        <w:t>e</w:t>
      </w:r>
      <w:r w:rsidRPr="004C3E92">
        <w:t>l</w:t>
      </w:r>
      <w:r w:rsidRPr="004C3E92">
        <w:t>le n</w:t>
      </w:r>
      <w:r w:rsidR="004A4993">
        <w:t>’</w:t>
      </w:r>
      <w:r w:rsidRPr="004C3E92">
        <w:t>avait souffert</w:t>
      </w:r>
      <w:r w:rsidR="004A4993">
        <w:t>.</w:t>
      </w:r>
    </w:p>
    <w:p w14:paraId="7814BF15" w14:textId="77777777" w:rsidR="004A4993" w:rsidRDefault="008C5C61" w:rsidP="004A4993">
      <w:r w:rsidRPr="004C3E92">
        <w:t>Aucun langage à sa portée dans ses instants de bonheur le plus éloquent</w:t>
      </w:r>
      <w:r w:rsidR="004A4993">
        <w:t xml:space="preserve">, </w:t>
      </w:r>
      <w:r w:rsidRPr="004C3E92">
        <w:t>n</w:t>
      </w:r>
      <w:r w:rsidR="004A4993">
        <w:t>’</w:t>
      </w:r>
      <w:r w:rsidRPr="004C3E92">
        <w:t>eût pu exprimer la cruauté de Mrs</w:t>
      </w:r>
      <w:r w:rsidR="004A4993">
        <w:t xml:space="preserve">. </w:t>
      </w:r>
      <w:r w:rsidRPr="004C3E92">
        <w:t>Jennings</w:t>
      </w:r>
      <w:r w:rsidR="004A4993">
        <w:t xml:space="preserve"> ; </w:t>
      </w:r>
      <w:r w:rsidRPr="004C3E92">
        <w:t>et elle ne put</w:t>
      </w:r>
      <w:r w:rsidR="004A4993">
        <w:t xml:space="preserve">, </w:t>
      </w:r>
      <w:r w:rsidRPr="004C3E92">
        <w:t>à présent</w:t>
      </w:r>
      <w:r w:rsidR="004A4993">
        <w:t xml:space="preserve">, </w:t>
      </w:r>
      <w:r w:rsidRPr="004C3E92">
        <w:t>lui adresser de reproches qu</w:t>
      </w:r>
      <w:r w:rsidR="004A4993">
        <w:t>’</w:t>
      </w:r>
      <w:r w:rsidRPr="004C3E92">
        <w:t>au moyen des larmes qui lui ruisselèrent des yeux avec une violence pa</w:t>
      </w:r>
      <w:r w:rsidRPr="004C3E92">
        <w:t>s</w:t>
      </w:r>
      <w:r w:rsidRPr="004C3E92">
        <w:t>sionnée</w:t>
      </w:r>
      <w:r w:rsidR="004A4993">
        <w:t xml:space="preserve">, – </w:t>
      </w:r>
      <w:r w:rsidRPr="004C3E92">
        <w:t>reproches</w:t>
      </w:r>
      <w:r w:rsidR="004A4993">
        <w:t xml:space="preserve">, </w:t>
      </w:r>
      <w:r w:rsidRPr="004C3E92">
        <w:t>toutefois</w:t>
      </w:r>
      <w:r w:rsidR="004A4993">
        <w:t xml:space="preserve">, </w:t>
      </w:r>
      <w:r w:rsidRPr="004C3E92">
        <w:t>si totalement perdus</w:t>
      </w:r>
      <w:r w:rsidR="004A4993">
        <w:t xml:space="preserve">, </w:t>
      </w:r>
      <w:r w:rsidRPr="004C3E92">
        <w:t>quant à leur objet</w:t>
      </w:r>
      <w:r w:rsidR="004A4993">
        <w:t xml:space="preserve">, </w:t>
      </w:r>
      <w:r w:rsidRPr="004C3E92">
        <w:t>qu</w:t>
      </w:r>
      <w:r w:rsidR="004A4993">
        <w:t>’</w:t>
      </w:r>
      <w:r w:rsidRPr="004C3E92">
        <w:t xml:space="preserve">après avoir exprimé bien </w:t>
      </w:r>
      <w:proofErr w:type="gramStart"/>
      <w:r w:rsidRPr="004C3E92">
        <w:t>des fois</w:t>
      </w:r>
      <w:proofErr w:type="gramEnd"/>
      <w:r w:rsidRPr="004C3E92">
        <w:t xml:space="preserve"> sa pitié</w:t>
      </w:r>
      <w:r w:rsidR="004A4993">
        <w:t xml:space="preserve">, </w:t>
      </w:r>
      <w:r w:rsidRPr="004C3E92">
        <w:t>elle se retira</w:t>
      </w:r>
      <w:r w:rsidR="004A4993">
        <w:t xml:space="preserve">, </w:t>
      </w:r>
      <w:r w:rsidRPr="004C3E92">
        <w:t>en la renvoyant encore à la lettre en guise de consolation</w:t>
      </w:r>
      <w:r w:rsidR="004A4993">
        <w:t xml:space="preserve">. </w:t>
      </w:r>
      <w:r w:rsidRPr="004C3E92">
        <w:t>Mais la lettre</w:t>
      </w:r>
      <w:r w:rsidR="004A4993">
        <w:t xml:space="preserve">, </w:t>
      </w:r>
      <w:r w:rsidRPr="004C3E92">
        <w:t>lorsqu</w:t>
      </w:r>
      <w:r w:rsidR="004A4993">
        <w:t>’</w:t>
      </w:r>
      <w:r w:rsidRPr="004C3E92">
        <w:t>elle fut suffisamment calme pour la lire</w:t>
      </w:r>
      <w:r w:rsidR="004A4993">
        <w:t xml:space="preserve">, </w:t>
      </w:r>
      <w:r w:rsidRPr="004C3E92">
        <w:t>lui apporta peu de réconfort</w:t>
      </w:r>
      <w:r w:rsidR="004A4993">
        <w:t xml:space="preserve">. </w:t>
      </w:r>
      <w:r w:rsidRPr="004C3E92">
        <w:t>Willoughby en remplissait chacune des pages</w:t>
      </w:r>
      <w:r w:rsidR="004A4993">
        <w:t xml:space="preserve">. </w:t>
      </w:r>
      <w:r w:rsidRPr="004C3E92">
        <w:t>Sa mère</w:t>
      </w:r>
      <w:r w:rsidR="004A4993">
        <w:t xml:space="preserve">, </w:t>
      </w:r>
      <w:r w:rsidRPr="004C3E92">
        <w:t>encore confiante en leurs fiançailles</w:t>
      </w:r>
      <w:r w:rsidR="004A4993">
        <w:t xml:space="preserve">, </w:t>
      </w:r>
      <w:r w:rsidRPr="004C3E92">
        <w:t>et comptant aussi ardemment que jamais sur la constance du je</w:t>
      </w:r>
      <w:r w:rsidRPr="004C3E92">
        <w:t>u</w:t>
      </w:r>
      <w:r w:rsidRPr="004C3E92">
        <w:t>ne homme</w:t>
      </w:r>
      <w:r w:rsidR="004A4993">
        <w:t xml:space="preserve">, </w:t>
      </w:r>
      <w:r w:rsidRPr="004C3E92">
        <w:t>avait simplement été poussée</w:t>
      </w:r>
      <w:r w:rsidR="004A4993">
        <w:t xml:space="preserve">, </w:t>
      </w:r>
      <w:r w:rsidRPr="004C3E92">
        <w:t>par la requête d</w:t>
      </w:r>
      <w:r w:rsidR="004A4993">
        <w:t>’</w:t>
      </w:r>
      <w:proofErr w:type="spellStart"/>
      <w:r w:rsidRPr="004C3E92">
        <w:t>Elinor</w:t>
      </w:r>
      <w:proofErr w:type="spellEnd"/>
      <w:r w:rsidR="004A4993">
        <w:t xml:space="preserve">, </w:t>
      </w:r>
      <w:r w:rsidRPr="004C3E92">
        <w:t>à adjurer Marianne de se montrer plus franche envers elles deux</w:t>
      </w:r>
      <w:r w:rsidR="004A4993">
        <w:t xml:space="preserve">, – </w:t>
      </w:r>
      <w:r w:rsidRPr="004C3E92">
        <w:t>et cela</w:t>
      </w:r>
      <w:r w:rsidR="004A4993">
        <w:t xml:space="preserve">, </w:t>
      </w:r>
      <w:r w:rsidRPr="004C3E92">
        <w:t>avec une telle tendresse</w:t>
      </w:r>
      <w:r w:rsidR="004A4993">
        <w:t xml:space="preserve">, </w:t>
      </w:r>
      <w:r w:rsidRPr="004C3E92">
        <w:t>à son égard</w:t>
      </w:r>
      <w:r w:rsidR="004A4993">
        <w:t xml:space="preserve">, </w:t>
      </w:r>
      <w:r w:rsidRPr="004C3E92">
        <w:t>une telle affection pour Willoughby</w:t>
      </w:r>
      <w:r w:rsidR="004A4993">
        <w:t xml:space="preserve">, </w:t>
      </w:r>
      <w:r w:rsidRPr="004C3E92">
        <w:t>et une telle conviction de leur bonheur futur l</w:t>
      </w:r>
      <w:r w:rsidR="004A4993">
        <w:t>’</w:t>
      </w:r>
      <w:r w:rsidRPr="004C3E92">
        <w:t>un par l</w:t>
      </w:r>
      <w:r w:rsidR="004A4993">
        <w:t>’</w:t>
      </w:r>
      <w:r w:rsidRPr="004C3E92">
        <w:t>autre</w:t>
      </w:r>
      <w:r w:rsidR="004A4993">
        <w:t xml:space="preserve">, </w:t>
      </w:r>
      <w:r w:rsidRPr="004C3E92">
        <w:t>qu</w:t>
      </w:r>
      <w:r w:rsidR="004A4993">
        <w:t>’</w:t>
      </w:r>
      <w:r w:rsidRPr="004C3E92">
        <w:t>elle en pleura de douleur cu</w:t>
      </w:r>
      <w:r w:rsidRPr="004C3E92">
        <w:t>i</w:t>
      </w:r>
      <w:r w:rsidRPr="004C3E92">
        <w:t>sante pendant qu</w:t>
      </w:r>
      <w:r w:rsidR="004A4993">
        <w:t>’</w:t>
      </w:r>
      <w:r w:rsidRPr="004C3E92">
        <w:t>elle la lut de bout en bout</w:t>
      </w:r>
      <w:r w:rsidR="004A4993">
        <w:t>.</w:t>
      </w:r>
    </w:p>
    <w:p w14:paraId="7025A180" w14:textId="77777777" w:rsidR="004A4993" w:rsidRDefault="008C5C61" w:rsidP="004A4993">
      <w:r w:rsidRPr="004C3E92">
        <w:t>Toute son impatience de se retrouver dans son foyer lui r</w:t>
      </w:r>
      <w:r w:rsidRPr="004C3E92">
        <w:t>e</w:t>
      </w:r>
      <w:r w:rsidRPr="004C3E92">
        <w:t>vint alors</w:t>
      </w:r>
      <w:r w:rsidR="004A4993">
        <w:t xml:space="preserve"> : </w:t>
      </w:r>
      <w:r w:rsidRPr="004C3E92">
        <w:t>sa mère lui fut plus chère que jamais</w:t>
      </w:r>
      <w:r w:rsidR="004A4993">
        <w:t xml:space="preserve">, – </w:t>
      </w:r>
      <w:r w:rsidRPr="004C3E92">
        <w:t>plus chère en raison de l</w:t>
      </w:r>
      <w:r w:rsidR="004A4993">
        <w:t>’</w:t>
      </w:r>
      <w:r w:rsidRPr="004C3E92">
        <w:t>excès même de sa confiance mal placée en Willoug</w:t>
      </w:r>
      <w:r w:rsidRPr="004C3E92">
        <w:t>h</w:t>
      </w:r>
      <w:r w:rsidRPr="004C3E92">
        <w:t>by</w:t>
      </w:r>
      <w:r w:rsidR="004A4993">
        <w:t xml:space="preserve">, </w:t>
      </w:r>
      <w:r w:rsidRPr="004C3E92">
        <w:t>et elle insista farouchement pour partir</w:t>
      </w:r>
      <w:r w:rsidR="004A4993">
        <w:t xml:space="preserve">. </w:t>
      </w:r>
      <w:proofErr w:type="spellStart"/>
      <w:r w:rsidRPr="004C3E92">
        <w:t>Elinor</w:t>
      </w:r>
      <w:proofErr w:type="spellEnd"/>
      <w:r w:rsidR="004A4993">
        <w:t xml:space="preserve">, </w:t>
      </w:r>
      <w:r w:rsidRPr="004C3E92">
        <w:t>incapable pour son compte de décider s</w:t>
      </w:r>
      <w:r w:rsidR="004A4993">
        <w:t>’</w:t>
      </w:r>
      <w:r w:rsidRPr="004C3E92">
        <w:t>il valait mieux pour Marianne être à Londres ou à Barton</w:t>
      </w:r>
      <w:r w:rsidR="004A4993">
        <w:t xml:space="preserve">, </w:t>
      </w:r>
      <w:r w:rsidRPr="004C3E92">
        <w:t>n</w:t>
      </w:r>
      <w:r w:rsidR="004A4993">
        <w:t>’</w:t>
      </w:r>
      <w:r w:rsidRPr="004C3E92">
        <w:t>offrit</w:t>
      </w:r>
      <w:r w:rsidR="004A4993">
        <w:t xml:space="preserve">, </w:t>
      </w:r>
      <w:r w:rsidRPr="004C3E92">
        <w:t>de son côté</w:t>
      </w:r>
      <w:r w:rsidR="004A4993">
        <w:t xml:space="preserve">, </w:t>
      </w:r>
      <w:r w:rsidRPr="004C3E92">
        <w:t>d</w:t>
      </w:r>
      <w:r w:rsidR="004A4993">
        <w:t>’</w:t>
      </w:r>
      <w:r w:rsidRPr="004C3E92">
        <w:t>autre conseil que celui de la patience</w:t>
      </w:r>
      <w:r w:rsidR="004A4993">
        <w:t xml:space="preserve">, </w:t>
      </w:r>
      <w:r w:rsidRPr="004C3E92">
        <w:t>jusqu</w:t>
      </w:r>
      <w:r w:rsidR="004A4993">
        <w:t>’</w:t>
      </w:r>
      <w:r w:rsidRPr="004C3E92">
        <w:t>à ce que fussent connus les désirs de sa mère</w:t>
      </w:r>
      <w:r w:rsidR="004A4993">
        <w:t xml:space="preserve"> ; </w:t>
      </w:r>
      <w:r w:rsidRPr="004C3E92">
        <w:t>et elle obtint enfin le consentement de sa sœur à a</w:t>
      </w:r>
      <w:r w:rsidRPr="004C3E92">
        <w:t>t</w:t>
      </w:r>
      <w:r w:rsidRPr="004C3E92">
        <w:t>tendre d</w:t>
      </w:r>
      <w:r w:rsidR="004A4993">
        <w:t>’</w:t>
      </w:r>
      <w:r w:rsidRPr="004C3E92">
        <w:t>être renseignée sur ce point</w:t>
      </w:r>
      <w:r w:rsidR="004A4993">
        <w:t>.</w:t>
      </w:r>
    </w:p>
    <w:p w14:paraId="32037F7B" w14:textId="77777777" w:rsidR="004A4993" w:rsidRDefault="008C5C61" w:rsidP="004A4993">
      <w:r w:rsidRPr="004C3E92">
        <w:lastRenderedPageBreak/>
        <w:t>Mrs</w:t>
      </w:r>
      <w:r w:rsidR="004A4993">
        <w:t xml:space="preserve">. </w:t>
      </w:r>
      <w:r w:rsidRPr="004C3E92">
        <w:t>Jennings les quitta plus tôt qu</w:t>
      </w:r>
      <w:r w:rsidR="004A4993">
        <w:t>’</w:t>
      </w:r>
      <w:r w:rsidRPr="004C3E92">
        <w:t>à l</w:t>
      </w:r>
      <w:r w:rsidR="004A4993">
        <w:t>’</w:t>
      </w:r>
      <w:r w:rsidRPr="004C3E92">
        <w:t>ordinaire</w:t>
      </w:r>
      <w:r w:rsidR="004A4993">
        <w:t xml:space="preserve"> ; </w:t>
      </w:r>
      <w:r w:rsidRPr="004C3E92">
        <w:t>car elle ne pouvait être tranquille tant que les Middleton et les Palmer ne pussent se lamenter autant qu</w:t>
      </w:r>
      <w:r w:rsidR="004A4993">
        <w:t>’</w:t>
      </w:r>
      <w:r w:rsidRPr="004C3E92">
        <w:t>elle</w:t>
      </w:r>
      <w:r w:rsidR="004A4993">
        <w:t xml:space="preserve"> ; </w:t>
      </w:r>
      <w:r w:rsidRPr="004C3E92">
        <w:t>et</w:t>
      </w:r>
      <w:r w:rsidR="004A4993">
        <w:t xml:space="preserve">, </w:t>
      </w:r>
      <w:r w:rsidRPr="004C3E92">
        <w:t>refusant catégor</w:t>
      </w:r>
      <w:r w:rsidRPr="004C3E92">
        <w:t>i</w:t>
      </w:r>
      <w:r w:rsidRPr="004C3E92">
        <w:t>quement l</w:t>
      </w:r>
      <w:r w:rsidR="004A4993">
        <w:t>’</w:t>
      </w:r>
      <w:r w:rsidRPr="004C3E92">
        <w:t xml:space="preserve">offre que lui fit </w:t>
      </w:r>
      <w:proofErr w:type="spellStart"/>
      <w:r w:rsidRPr="004C3E92">
        <w:t>Elinor</w:t>
      </w:r>
      <w:proofErr w:type="spellEnd"/>
      <w:r w:rsidRPr="004C3E92">
        <w:t xml:space="preserve"> de l</w:t>
      </w:r>
      <w:r w:rsidR="004A4993">
        <w:t>’</w:t>
      </w:r>
      <w:r w:rsidRPr="004C3E92">
        <w:t>accompagner</w:t>
      </w:r>
      <w:r w:rsidR="004A4993">
        <w:t xml:space="preserve">, </w:t>
      </w:r>
      <w:r w:rsidRPr="004C3E92">
        <w:t>sortit seule pour le restant de la matinée</w:t>
      </w:r>
      <w:r w:rsidR="004A4993">
        <w:t xml:space="preserve">. </w:t>
      </w:r>
      <w:proofErr w:type="spellStart"/>
      <w:r w:rsidRPr="004C3E92">
        <w:t>Elinor</w:t>
      </w:r>
      <w:proofErr w:type="spellEnd"/>
      <w:r w:rsidR="004A4993">
        <w:t xml:space="preserve">, </w:t>
      </w:r>
      <w:r w:rsidRPr="004C3E92">
        <w:t>le cœur fort gros</w:t>
      </w:r>
      <w:r w:rsidR="004A4993">
        <w:t xml:space="preserve">, </w:t>
      </w:r>
      <w:r w:rsidRPr="004C3E92">
        <w:t>se re</w:t>
      </w:r>
      <w:r w:rsidRPr="004C3E92">
        <w:t>n</w:t>
      </w:r>
      <w:r w:rsidRPr="004C3E92">
        <w:t>dant compte du chagrin qu</w:t>
      </w:r>
      <w:r w:rsidR="004A4993">
        <w:t>’</w:t>
      </w:r>
      <w:r w:rsidRPr="004C3E92">
        <w:t>elle allait occasionner</w:t>
      </w:r>
      <w:r w:rsidR="004A4993">
        <w:t xml:space="preserve">, </w:t>
      </w:r>
      <w:r w:rsidRPr="004C3E92">
        <w:t>et percevant</w:t>
      </w:r>
      <w:r w:rsidR="004A4993">
        <w:t xml:space="preserve">, </w:t>
      </w:r>
      <w:r w:rsidRPr="004C3E92">
        <w:t>par la lettre de Marianne</w:t>
      </w:r>
      <w:r w:rsidR="004A4993">
        <w:t xml:space="preserve">, </w:t>
      </w:r>
      <w:r w:rsidRPr="004C3E92">
        <w:t>combien peu elle avait réussi à en p</w:t>
      </w:r>
      <w:r w:rsidRPr="004C3E92">
        <w:t>o</w:t>
      </w:r>
      <w:r w:rsidRPr="004C3E92">
        <w:t>ser les fondements</w:t>
      </w:r>
      <w:r w:rsidR="004A4993">
        <w:t xml:space="preserve">, </w:t>
      </w:r>
      <w:r w:rsidRPr="004C3E92">
        <w:t>s</w:t>
      </w:r>
      <w:r w:rsidR="004A4993">
        <w:t>’</w:t>
      </w:r>
      <w:r w:rsidRPr="004C3E92">
        <w:t>assit alors pour écrire à sa mère une rel</w:t>
      </w:r>
      <w:r w:rsidRPr="004C3E92">
        <w:t>a</w:t>
      </w:r>
      <w:r w:rsidRPr="004C3E92">
        <w:t>tion de qui s</w:t>
      </w:r>
      <w:r w:rsidR="004A4993">
        <w:t>’</w:t>
      </w:r>
      <w:r w:rsidRPr="004C3E92">
        <w:t>était passé</w:t>
      </w:r>
      <w:r w:rsidR="004A4993">
        <w:t xml:space="preserve">, </w:t>
      </w:r>
      <w:r w:rsidRPr="004C3E92">
        <w:t>et la supplier de lui donner ses instru</w:t>
      </w:r>
      <w:r w:rsidRPr="004C3E92">
        <w:t>c</w:t>
      </w:r>
      <w:r w:rsidRPr="004C3E92">
        <w:t>tions pour l</w:t>
      </w:r>
      <w:r w:rsidR="004A4993">
        <w:t>’</w:t>
      </w:r>
      <w:r w:rsidRPr="004C3E92">
        <w:t>avenir</w:t>
      </w:r>
      <w:r w:rsidR="004A4993">
        <w:t xml:space="preserve"> ; </w:t>
      </w:r>
      <w:r w:rsidRPr="004C3E92">
        <w:t>cependant que Marianne</w:t>
      </w:r>
      <w:r w:rsidR="004A4993">
        <w:t xml:space="preserve">, </w:t>
      </w:r>
      <w:r w:rsidRPr="004C3E92">
        <w:t>qui entra au salon quand Mrs</w:t>
      </w:r>
      <w:r w:rsidR="004A4993">
        <w:t xml:space="preserve">. </w:t>
      </w:r>
      <w:r w:rsidRPr="004C3E92">
        <w:t>Jennings fut sortie</w:t>
      </w:r>
      <w:r w:rsidR="004A4993">
        <w:t xml:space="preserve">, </w:t>
      </w:r>
      <w:r w:rsidRPr="004C3E92">
        <w:t xml:space="preserve">demeurait collée à la table où </w:t>
      </w:r>
      <w:proofErr w:type="spellStart"/>
      <w:r w:rsidRPr="004C3E92">
        <w:t>Elinor</w:t>
      </w:r>
      <w:proofErr w:type="spellEnd"/>
      <w:r w:rsidRPr="004C3E92">
        <w:t xml:space="preserve"> écrivait</w:t>
      </w:r>
      <w:r w:rsidR="004A4993">
        <w:t xml:space="preserve">, </w:t>
      </w:r>
      <w:r w:rsidRPr="004C3E92">
        <w:t>observant l</w:t>
      </w:r>
      <w:r w:rsidR="004A4993">
        <w:t>’</w:t>
      </w:r>
      <w:r w:rsidRPr="004C3E92">
        <w:t>avancement de sa plume</w:t>
      </w:r>
      <w:r w:rsidR="004A4993">
        <w:t xml:space="preserve">, </w:t>
      </w:r>
      <w:r w:rsidRPr="004C3E92">
        <w:t>se lame</w:t>
      </w:r>
      <w:r w:rsidRPr="004C3E92">
        <w:t>n</w:t>
      </w:r>
      <w:r w:rsidRPr="004C3E92">
        <w:t>tant sur elle en raison de la difficulté d</w:t>
      </w:r>
      <w:r w:rsidR="004A4993">
        <w:t>’</w:t>
      </w:r>
      <w:r w:rsidRPr="004C3E92">
        <w:t>une telle tâche</w:t>
      </w:r>
      <w:r w:rsidR="004A4993">
        <w:t xml:space="preserve">, </w:t>
      </w:r>
      <w:r w:rsidRPr="004C3E92">
        <w:t>et se l</w:t>
      </w:r>
      <w:r w:rsidRPr="004C3E92">
        <w:t>a</w:t>
      </w:r>
      <w:r w:rsidRPr="004C3E92">
        <w:t>mentant encore plus affectueusement sur l</w:t>
      </w:r>
      <w:r w:rsidR="004A4993">
        <w:t>’</w:t>
      </w:r>
      <w:r w:rsidRPr="004C3E92">
        <w:t>effet qu</w:t>
      </w:r>
      <w:r w:rsidR="004A4993">
        <w:t>’</w:t>
      </w:r>
      <w:r w:rsidRPr="004C3E92">
        <w:t>elle produ</w:t>
      </w:r>
      <w:r w:rsidRPr="004C3E92">
        <w:t>i</w:t>
      </w:r>
      <w:r w:rsidRPr="004C3E92">
        <w:t>rait sur sa mère</w:t>
      </w:r>
      <w:r w:rsidR="004A4993">
        <w:t>.</w:t>
      </w:r>
    </w:p>
    <w:p w14:paraId="3173EA99" w14:textId="77777777" w:rsidR="004A4993" w:rsidRDefault="008C5C61" w:rsidP="004A4993">
      <w:r w:rsidRPr="004C3E92">
        <w:t>Elles avaient continué ainsi environ un quart d</w:t>
      </w:r>
      <w:r w:rsidR="004A4993">
        <w:t>’</w:t>
      </w:r>
      <w:r w:rsidRPr="004C3E92">
        <w:t>heure</w:t>
      </w:r>
      <w:r w:rsidR="004A4993">
        <w:t xml:space="preserve">, </w:t>
      </w:r>
      <w:r w:rsidRPr="004C3E92">
        <w:t>lor</w:t>
      </w:r>
      <w:r w:rsidRPr="004C3E92">
        <w:t>s</w:t>
      </w:r>
      <w:r w:rsidRPr="004C3E92">
        <w:t>que Marianne</w:t>
      </w:r>
      <w:r w:rsidR="004A4993">
        <w:t xml:space="preserve">, </w:t>
      </w:r>
      <w:r w:rsidRPr="004C3E92">
        <w:t>dont les nerfs ne pouvaient alors supporter un bruit</w:t>
      </w:r>
      <w:r w:rsidR="004A4993">
        <w:t xml:space="preserve">, </w:t>
      </w:r>
      <w:r w:rsidRPr="004C3E92">
        <w:t>soudain tressaillit en entendant un coup frappé à la porte</w:t>
      </w:r>
      <w:r w:rsidR="004A4993">
        <w:t>.</w:t>
      </w:r>
    </w:p>
    <w:p w14:paraId="43FDCAD2" w14:textId="77777777" w:rsidR="004A4993" w:rsidRDefault="004A4993" w:rsidP="004A4993">
      <w:r>
        <w:t>— </w:t>
      </w:r>
      <w:r w:rsidR="008C5C61" w:rsidRPr="004C3E92">
        <w:t>Qui cela peut-il être</w:t>
      </w:r>
      <w:r>
        <w:t xml:space="preserve"> ? </w:t>
      </w:r>
      <w:r w:rsidR="008C5C61" w:rsidRPr="004C3E92">
        <w:t>s</w:t>
      </w:r>
      <w:r>
        <w:t>’</w:t>
      </w:r>
      <w:r w:rsidR="008C5C61" w:rsidRPr="004C3E92">
        <w:t xml:space="preserve">écria </w:t>
      </w:r>
      <w:proofErr w:type="spellStart"/>
      <w:r w:rsidR="008C5C61" w:rsidRPr="004C3E92">
        <w:t>Elinor</w:t>
      </w:r>
      <w:proofErr w:type="spellEnd"/>
      <w:r>
        <w:t xml:space="preserve">. </w:t>
      </w:r>
      <w:r w:rsidR="008C5C61" w:rsidRPr="004C3E92">
        <w:t>Et à une heure aussi matinale</w:t>
      </w:r>
      <w:r>
        <w:t xml:space="preserve">, </w:t>
      </w:r>
      <w:r w:rsidR="008C5C61" w:rsidRPr="004C3E92">
        <w:t>encore</w:t>
      </w:r>
      <w:r>
        <w:t xml:space="preserve"> ! </w:t>
      </w:r>
      <w:r w:rsidR="008C5C61" w:rsidRPr="004C3E92">
        <w:t>Je croyais vraiment que nous aurions été à l</w:t>
      </w:r>
      <w:r>
        <w:t>’</w:t>
      </w:r>
      <w:r w:rsidR="008C5C61" w:rsidRPr="004C3E92">
        <w:t>abri de toute intrusion</w:t>
      </w:r>
      <w:r>
        <w:t> !</w:t>
      </w:r>
    </w:p>
    <w:p w14:paraId="0524A302" w14:textId="77777777" w:rsidR="004A4993" w:rsidRDefault="008C5C61" w:rsidP="004A4993">
      <w:r w:rsidRPr="004C3E92">
        <w:t>Marianne alla à la fenêtre</w:t>
      </w:r>
      <w:r w:rsidR="004A4993">
        <w:t>.</w:t>
      </w:r>
    </w:p>
    <w:p w14:paraId="10A08F4A" w14:textId="77777777" w:rsidR="004A4993" w:rsidRDefault="004A4993" w:rsidP="004A4993">
      <w:r>
        <w:t>— </w:t>
      </w:r>
      <w:r w:rsidR="008C5C61" w:rsidRPr="004C3E92">
        <w:t>C</w:t>
      </w:r>
      <w:r>
        <w:t>’</w:t>
      </w:r>
      <w:r w:rsidR="008C5C61" w:rsidRPr="004C3E92">
        <w:t>est le colonel Brandon</w:t>
      </w:r>
      <w:r>
        <w:t xml:space="preserve"> ! </w:t>
      </w:r>
      <w:r w:rsidR="008C5C61" w:rsidRPr="004C3E92">
        <w:t>dit-elle d</w:t>
      </w:r>
      <w:r>
        <w:t>’</w:t>
      </w:r>
      <w:r w:rsidR="008C5C61" w:rsidRPr="004C3E92">
        <w:t>un ton contrarié</w:t>
      </w:r>
      <w:r>
        <w:t xml:space="preserve">. </w:t>
      </w:r>
      <w:r w:rsidR="008C5C61" w:rsidRPr="004C3E92">
        <w:t>Nous ne sommes jamais à l</w:t>
      </w:r>
      <w:r>
        <w:t>’</w:t>
      </w:r>
      <w:r w:rsidR="008C5C61" w:rsidRPr="004C3E92">
        <w:t>abri d</w:t>
      </w:r>
      <w:r>
        <w:t>’</w:t>
      </w:r>
      <w:r w:rsidR="008C5C61" w:rsidRPr="004C3E92">
        <w:t>une intrusion de sa part</w:t>
      </w:r>
      <w:r>
        <w:t> !</w:t>
      </w:r>
    </w:p>
    <w:p w14:paraId="4404FC98" w14:textId="77777777" w:rsidR="004A4993" w:rsidRDefault="004A4993" w:rsidP="004A4993">
      <w:r>
        <w:t>— </w:t>
      </w:r>
      <w:r w:rsidR="008C5C61" w:rsidRPr="004C3E92">
        <w:t>Il n</w:t>
      </w:r>
      <w:r>
        <w:t>’</w:t>
      </w:r>
      <w:r w:rsidR="008C5C61" w:rsidRPr="004C3E92">
        <w:t>entrera pas</w:t>
      </w:r>
      <w:r>
        <w:t xml:space="preserve">, </w:t>
      </w:r>
      <w:r w:rsidR="008C5C61" w:rsidRPr="004C3E92">
        <w:t>comme Mrs</w:t>
      </w:r>
      <w:r>
        <w:t xml:space="preserve">. </w:t>
      </w:r>
      <w:r w:rsidR="008C5C61" w:rsidRPr="004C3E92">
        <w:t>Jennings n</w:t>
      </w:r>
      <w:r>
        <w:t>’</w:t>
      </w:r>
      <w:r w:rsidR="008C5C61" w:rsidRPr="004C3E92">
        <w:t>est pas là</w:t>
      </w:r>
      <w:r>
        <w:t>.</w:t>
      </w:r>
    </w:p>
    <w:p w14:paraId="5977FA28" w14:textId="77777777" w:rsidR="004A4993" w:rsidRDefault="004A4993" w:rsidP="004A4993">
      <w:r>
        <w:t>— </w:t>
      </w:r>
      <w:r w:rsidR="008C5C61" w:rsidRPr="004C3E92">
        <w:t>Je ne m</w:t>
      </w:r>
      <w:r>
        <w:t>’</w:t>
      </w:r>
      <w:r w:rsidR="008C5C61" w:rsidRPr="004C3E92">
        <w:t>y fierais pas</w:t>
      </w:r>
      <w:r>
        <w:t xml:space="preserve">, </w:t>
      </w:r>
      <w:r w:rsidR="008C5C61" w:rsidRPr="004C3E92">
        <w:t>dit Marianne</w:t>
      </w:r>
      <w:r>
        <w:t xml:space="preserve">, </w:t>
      </w:r>
      <w:r w:rsidR="008C5C61" w:rsidRPr="004C3E92">
        <w:t>battant en retraite vers sa chambre</w:t>
      </w:r>
      <w:r>
        <w:t xml:space="preserve">. </w:t>
      </w:r>
      <w:r w:rsidR="008C5C61" w:rsidRPr="004C3E92">
        <w:t>Un homme qui n</w:t>
      </w:r>
      <w:r>
        <w:t>’</w:t>
      </w:r>
      <w:r w:rsidR="008C5C61" w:rsidRPr="004C3E92">
        <w:t>a que faire de son temps n</w:t>
      </w:r>
      <w:r>
        <w:t>’</w:t>
      </w:r>
      <w:r w:rsidR="008C5C61" w:rsidRPr="004C3E92">
        <w:t>a pas conscience de son intrusion dans celui des autres</w:t>
      </w:r>
      <w:r>
        <w:t xml:space="preserve">. </w:t>
      </w:r>
      <w:r w:rsidR="008C5C61" w:rsidRPr="004C3E92">
        <w:t>L</w:t>
      </w:r>
      <w:r>
        <w:t>’</w:t>
      </w:r>
      <w:r w:rsidR="008C5C61" w:rsidRPr="004C3E92">
        <w:t>événement donna raison à sa conjecture</w:t>
      </w:r>
      <w:r>
        <w:t xml:space="preserve">, </w:t>
      </w:r>
      <w:r w:rsidR="008C5C61" w:rsidRPr="004C3E92">
        <w:t>bien qu</w:t>
      </w:r>
      <w:r>
        <w:t>’</w:t>
      </w:r>
      <w:r w:rsidR="008C5C61" w:rsidRPr="004C3E92">
        <w:t xml:space="preserve">elle fût </w:t>
      </w:r>
      <w:r w:rsidR="008C5C61" w:rsidRPr="004C3E92">
        <w:lastRenderedPageBreak/>
        <w:t>fo</w:t>
      </w:r>
      <w:r w:rsidR="008C5C61" w:rsidRPr="004C3E92">
        <w:t>n</w:t>
      </w:r>
      <w:r w:rsidR="008C5C61" w:rsidRPr="004C3E92">
        <w:t>dée sur l</w:t>
      </w:r>
      <w:r>
        <w:t>’</w:t>
      </w:r>
      <w:r w:rsidR="008C5C61" w:rsidRPr="004C3E92">
        <w:t>injustice et l</w:t>
      </w:r>
      <w:r>
        <w:t>’</w:t>
      </w:r>
      <w:r w:rsidR="008C5C61" w:rsidRPr="004C3E92">
        <w:t>erreur</w:t>
      </w:r>
      <w:r>
        <w:t xml:space="preserve">, </w:t>
      </w:r>
      <w:r w:rsidR="008C5C61" w:rsidRPr="004C3E92">
        <w:t>car le colonel Brandon entra effe</w:t>
      </w:r>
      <w:r w:rsidR="008C5C61" w:rsidRPr="004C3E92">
        <w:t>c</w:t>
      </w:r>
      <w:r w:rsidR="008C5C61" w:rsidRPr="004C3E92">
        <w:t>tivement</w:t>
      </w:r>
      <w:r>
        <w:t xml:space="preserve"> ; </w:t>
      </w:r>
      <w:r w:rsidR="008C5C61" w:rsidRPr="004C3E92">
        <w:t xml:space="preserve">et </w:t>
      </w:r>
      <w:proofErr w:type="spellStart"/>
      <w:r w:rsidR="008C5C61" w:rsidRPr="004C3E92">
        <w:t>Elinor</w:t>
      </w:r>
      <w:proofErr w:type="spellEnd"/>
      <w:r>
        <w:t xml:space="preserve">, </w:t>
      </w:r>
      <w:r w:rsidR="008C5C61" w:rsidRPr="004C3E92">
        <w:t>qui était convaincue que c</w:t>
      </w:r>
      <w:r>
        <w:t>’</w:t>
      </w:r>
      <w:r w:rsidR="008C5C61" w:rsidRPr="004C3E92">
        <w:t>était la sollicit</w:t>
      </w:r>
      <w:r w:rsidR="008C5C61" w:rsidRPr="004C3E92">
        <w:t>u</w:t>
      </w:r>
      <w:r w:rsidR="008C5C61" w:rsidRPr="004C3E92">
        <w:t>de pour Marianne qui l</w:t>
      </w:r>
      <w:r>
        <w:t>’</w:t>
      </w:r>
      <w:r w:rsidR="008C5C61" w:rsidRPr="004C3E92">
        <w:t>amenait là</w:t>
      </w:r>
      <w:r>
        <w:t xml:space="preserve">, </w:t>
      </w:r>
      <w:r w:rsidR="008C5C61" w:rsidRPr="004C3E92">
        <w:t>et qui vit cette sollicitude dans son air agité et mélancolique</w:t>
      </w:r>
      <w:r>
        <w:t xml:space="preserve">, </w:t>
      </w:r>
      <w:r w:rsidR="008C5C61" w:rsidRPr="004C3E92">
        <w:t>et dans la façon inquiète</w:t>
      </w:r>
      <w:r>
        <w:t xml:space="preserve">, </w:t>
      </w:r>
      <w:r w:rsidR="008C5C61" w:rsidRPr="004C3E92">
        <w:t>quoique brève</w:t>
      </w:r>
      <w:r>
        <w:t xml:space="preserve">, </w:t>
      </w:r>
      <w:r w:rsidR="008C5C61" w:rsidRPr="004C3E92">
        <w:t>dont il s</w:t>
      </w:r>
      <w:r>
        <w:t>’</w:t>
      </w:r>
      <w:r w:rsidR="008C5C61" w:rsidRPr="004C3E92">
        <w:t>enquit d</w:t>
      </w:r>
      <w:r>
        <w:t>’</w:t>
      </w:r>
      <w:r w:rsidR="008C5C61" w:rsidRPr="004C3E92">
        <w:t>elle</w:t>
      </w:r>
      <w:r>
        <w:t xml:space="preserve">, </w:t>
      </w:r>
      <w:r w:rsidR="008C5C61" w:rsidRPr="004C3E92">
        <w:t>ne put pas pardonner à sa sœur de l</w:t>
      </w:r>
      <w:r>
        <w:t>’</w:t>
      </w:r>
      <w:r w:rsidR="008C5C61" w:rsidRPr="004C3E92">
        <w:t>avoir jugé avec tant de légèreté</w:t>
      </w:r>
      <w:r>
        <w:t>.</w:t>
      </w:r>
    </w:p>
    <w:p w14:paraId="178EFBC1" w14:textId="77777777" w:rsidR="004A4993" w:rsidRDefault="004A4993" w:rsidP="004A4993">
      <w:r>
        <w:t>— </w:t>
      </w:r>
      <w:r w:rsidR="008C5C61" w:rsidRPr="004C3E92">
        <w:t>J</w:t>
      </w:r>
      <w:r>
        <w:t>’</w:t>
      </w:r>
      <w:r w:rsidR="008C5C61" w:rsidRPr="004C3E92">
        <w:t>ai rencontré Mrs</w:t>
      </w:r>
      <w:r>
        <w:t xml:space="preserve">. </w:t>
      </w:r>
      <w:r w:rsidR="008C5C61" w:rsidRPr="004C3E92">
        <w:t>Jennings dans Bond Street</w:t>
      </w:r>
      <w:r>
        <w:t xml:space="preserve">, </w:t>
      </w:r>
      <w:r w:rsidR="008C5C61" w:rsidRPr="004C3E92">
        <w:t>dit-il</w:t>
      </w:r>
      <w:r>
        <w:t xml:space="preserve">, </w:t>
      </w:r>
      <w:r w:rsidR="008C5C61" w:rsidRPr="004C3E92">
        <w:t>après les premières salutations</w:t>
      </w:r>
      <w:r>
        <w:t xml:space="preserve">, </w:t>
      </w:r>
      <w:r w:rsidR="008C5C61" w:rsidRPr="004C3E92">
        <w:t>et elle m</w:t>
      </w:r>
      <w:r>
        <w:t>’</w:t>
      </w:r>
      <w:r w:rsidR="008C5C61" w:rsidRPr="004C3E92">
        <w:t>a encouragé à venir bravement</w:t>
      </w:r>
      <w:r>
        <w:t xml:space="preserve"> ; </w:t>
      </w:r>
      <w:r w:rsidR="008C5C61" w:rsidRPr="004C3E92">
        <w:t>et j</w:t>
      </w:r>
      <w:r>
        <w:t>’</w:t>
      </w:r>
      <w:r w:rsidR="008C5C61" w:rsidRPr="004C3E92">
        <w:t>ai été d</w:t>
      </w:r>
      <w:r>
        <w:t>’</w:t>
      </w:r>
      <w:r w:rsidR="008C5C61" w:rsidRPr="004C3E92">
        <w:t>autant plus facilement encouragé que j</w:t>
      </w:r>
      <w:r>
        <w:t>’</w:t>
      </w:r>
      <w:r w:rsidR="008C5C61" w:rsidRPr="004C3E92">
        <w:t>ai cru probable que je vous trouverais seule</w:t>
      </w:r>
      <w:r>
        <w:t xml:space="preserve">, </w:t>
      </w:r>
      <w:r w:rsidR="008C5C61" w:rsidRPr="004C3E92">
        <w:t>ce dont j</w:t>
      </w:r>
      <w:r>
        <w:t>’</w:t>
      </w:r>
      <w:r w:rsidR="008C5C61" w:rsidRPr="004C3E92">
        <w:t>étais fort désireux</w:t>
      </w:r>
      <w:r>
        <w:t xml:space="preserve">. </w:t>
      </w:r>
      <w:r w:rsidR="008C5C61" w:rsidRPr="004C3E92">
        <w:t>Mon dessein</w:t>
      </w:r>
      <w:r>
        <w:t xml:space="preserve">, – </w:t>
      </w:r>
      <w:r w:rsidR="008C5C61" w:rsidRPr="004C3E92">
        <w:t>mon désir</w:t>
      </w:r>
      <w:r>
        <w:t xml:space="preserve"> – </w:t>
      </w:r>
      <w:r w:rsidR="008C5C61" w:rsidRPr="004C3E92">
        <w:t>mon seul souhait en le désirant</w:t>
      </w:r>
      <w:r>
        <w:t xml:space="preserve"> – </w:t>
      </w:r>
      <w:r w:rsidR="008C5C61" w:rsidRPr="004C3E92">
        <w:t>je l</w:t>
      </w:r>
      <w:r>
        <w:t>’</w:t>
      </w:r>
      <w:r w:rsidR="008C5C61" w:rsidRPr="004C3E92">
        <w:t>espère</w:t>
      </w:r>
      <w:r>
        <w:t xml:space="preserve">, </w:t>
      </w:r>
      <w:r w:rsidR="008C5C61" w:rsidRPr="004C3E92">
        <w:t>je le crois</w:t>
      </w:r>
      <w:r>
        <w:t xml:space="preserve">, – </w:t>
      </w:r>
      <w:r w:rsidR="008C5C61" w:rsidRPr="004C3E92">
        <w:t>c</w:t>
      </w:r>
      <w:r>
        <w:t>’</w:t>
      </w:r>
      <w:r w:rsidR="008C5C61" w:rsidRPr="004C3E92">
        <w:t>est d</w:t>
      </w:r>
      <w:r>
        <w:t>’</w:t>
      </w:r>
      <w:r w:rsidR="008C5C61" w:rsidRPr="004C3E92">
        <w:t>être l</w:t>
      </w:r>
      <w:r>
        <w:t>’</w:t>
      </w:r>
      <w:r w:rsidR="008C5C61" w:rsidRPr="004C3E92">
        <w:t>artisan d</w:t>
      </w:r>
      <w:r>
        <w:t>’</w:t>
      </w:r>
      <w:r w:rsidR="008C5C61" w:rsidRPr="004C3E92">
        <w:t>un r</w:t>
      </w:r>
      <w:r w:rsidR="008C5C61" w:rsidRPr="004C3E92">
        <w:t>é</w:t>
      </w:r>
      <w:r w:rsidR="008C5C61" w:rsidRPr="004C3E92">
        <w:t>confort</w:t>
      </w:r>
      <w:r>
        <w:t xml:space="preserve">, – </w:t>
      </w:r>
      <w:r w:rsidR="008C5C61" w:rsidRPr="004C3E92">
        <w:t>non</w:t>
      </w:r>
      <w:r>
        <w:t xml:space="preserve">, </w:t>
      </w:r>
      <w:r w:rsidR="008C5C61" w:rsidRPr="004C3E92">
        <w:t>il ne faut pas que je dise</w:t>
      </w:r>
      <w:r>
        <w:t xml:space="preserve"> : </w:t>
      </w:r>
      <w:r w:rsidR="008C5C61" w:rsidRPr="004C3E92">
        <w:t>d</w:t>
      </w:r>
      <w:r>
        <w:t>’</w:t>
      </w:r>
      <w:r w:rsidR="008C5C61" w:rsidRPr="004C3E92">
        <w:t>un réconfort</w:t>
      </w:r>
      <w:r>
        <w:t xml:space="preserve">, – </w:t>
      </w:r>
      <w:r w:rsidR="008C5C61" w:rsidRPr="004C3E92">
        <w:t>d</w:t>
      </w:r>
      <w:r>
        <w:t>’</w:t>
      </w:r>
      <w:r w:rsidR="008C5C61" w:rsidRPr="004C3E92">
        <w:t>un réconfort actuel</w:t>
      </w:r>
      <w:r>
        <w:t xml:space="preserve">, – </w:t>
      </w:r>
      <w:r w:rsidR="008C5C61" w:rsidRPr="004C3E92">
        <w:t>mais d</w:t>
      </w:r>
      <w:r>
        <w:t>’</w:t>
      </w:r>
      <w:r w:rsidR="008C5C61" w:rsidRPr="004C3E92">
        <w:t>une conviction</w:t>
      </w:r>
      <w:r>
        <w:t xml:space="preserve">, </w:t>
      </w:r>
      <w:r w:rsidR="008C5C61" w:rsidRPr="004C3E92">
        <w:t>d</w:t>
      </w:r>
      <w:r>
        <w:t>’</w:t>
      </w:r>
      <w:r w:rsidR="008C5C61" w:rsidRPr="004C3E92">
        <w:t>une conviction d</w:t>
      </w:r>
      <w:r w:rsidR="008C5C61" w:rsidRPr="004C3E92">
        <w:t>u</w:t>
      </w:r>
      <w:r w:rsidR="008C5C61" w:rsidRPr="004C3E92">
        <w:t>rable</w:t>
      </w:r>
      <w:r>
        <w:t xml:space="preserve">, </w:t>
      </w:r>
      <w:r w:rsidR="008C5C61" w:rsidRPr="004C3E92">
        <w:t>pour l</w:t>
      </w:r>
      <w:r>
        <w:t>’</w:t>
      </w:r>
      <w:r w:rsidR="008C5C61" w:rsidRPr="004C3E92">
        <w:t>esprit de votre sœur</w:t>
      </w:r>
      <w:r>
        <w:t xml:space="preserve">. </w:t>
      </w:r>
      <w:r w:rsidR="008C5C61" w:rsidRPr="004C3E92">
        <w:t>Mon estime pour elle</w:t>
      </w:r>
      <w:r>
        <w:t xml:space="preserve">, </w:t>
      </w:r>
      <w:r w:rsidR="008C5C61" w:rsidRPr="004C3E92">
        <w:t>pour vous</w:t>
      </w:r>
      <w:r>
        <w:t xml:space="preserve">, </w:t>
      </w:r>
      <w:r w:rsidR="008C5C61" w:rsidRPr="004C3E92">
        <w:t>pour votre mère</w:t>
      </w:r>
      <w:r>
        <w:t xml:space="preserve">… </w:t>
      </w:r>
      <w:r w:rsidR="008C5C61" w:rsidRPr="004C3E92">
        <w:t>voulez-vous me permettre de la prouver en vous rapportant certaines circonstances que seule une affe</w:t>
      </w:r>
      <w:r w:rsidR="008C5C61" w:rsidRPr="004C3E92">
        <w:t>c</w:t>
      </w:r>
      <w:r w:rsidR="008C5C61" w:rsidRPr="004C3E92">
        <w:t>tion bien sincère</w:t>
      </w:r>
      <w:r>
        <w:t xml:space="preserve">, – </w:t>
      </w:r>
      <w:r w:rsidR="008C5C61" w:rsidRPr="004C3E92">
        <w:t>seul un désir profond d</w:t>
      </w:r>
      <w:r>
        <w:t>’</w:t>
      </w:r>
      <w:r w:rsidR="008C5C61" w:rsidRPr="004C3E92">
        <w:t>être utile</w:t>
      </w:r>
      <w:r>
        <w:t xml:space="preserve">… ? </w:t>
      </w:r>
      <w:r w:rsidR="008C5C61" w:rsidRPr="004C3E92">
        <w:t>Je crois que j</w:t>
      </w:r>
      <w:r>
        <w:t>’</w:t>
      </w:r>
      <w:r w:rsidR="008C5C61" w:rsidRPr="004C3E92">
        <w:t>y suis justifié</w:t>
      </w:r>
      <w:r>
        <w:t xml:space="preserve">, – </w:t>
      </w:r>
      <w:r w:rsidR="008C5C61" w:rsidRPr="004C3E92">
        <w:t>et pourtant</w:t>
      </w:r>
      <w:r>
        <w:t xml:space="preserve">, </w:t>
      </w:r>
      <w:r w:rsidR="008C5C61" w:rsidRPr="004C3E92">
        <w:t>là où tant d</w:t>
      </w:r>
      <w:r>
        <w:t>’</w:t>
      </w:r>
      <w:r w:rsidR="008C5C61" w:rsidRPr="004C3E92">
        <w:t>heures ont été passées à me convaincre que j</w:t>
      </w:r>
      <w:r>
        <w:t>’</w:t>
      </w:r>
      <w:r w:rsidR="008C5C61" w:rsidRPr="004C3E92">
        <w:t>ai raison</w:t>
      </w:r>
      <w:r>
        <w:t xml:space="preserve">, </w:t>
      </w:r>
      <w:r w:rsidR="008C5C61" w:rsidRPr="004C3E92">
        <w:t>n</w:t>
      </w:r>
      <w:r>
        <w:t>’</w:t>
      </w:r>
      <w:r w:rsidR="008C5C61" w:rsidRPr="004C3E92">
        <w:t>y a-t-il pas quelque raison de craindre que je puisse me tromper</w:t>
      </w:r>
      <w:r>
        <w:t xml:space="preserve"> ? </w:t>
      </w:r>
      <w:r w:rsidR="008C5C61" w:rsidRPr="004C3E92">
        <w:t>Il se tut</w:t>
      </w:r>
      <w:r>
        <w:t>.</w:t>
      </w:r>
    </w:p>
    <w:p w14:paraId="7A85477D" w14:textId="77777777" w:rsidR="004A4993" w:rsidRDefault="004A4993" w:rsidP="004A4993">
      <w:r>
        <w:t>— </w:t>
      </w:r>
      <w:r w:rsidR="008C5C61" w:rsidRPr="004C3E92">
        <w:t>Je vous comprends</w:t>
      </w:r>
      <w:r>
        <w:t xml:space="preserve">, </w:t>
      </w:r>
      <w:r w:rsidR="008C5C61" w:rsidRPr="004C3E92">
        <w:t xml:space="preserve">dit </w:t>
      </w:r>
      <w:proofErr w:type="spellStart"/>
      <w:r w:rsidR="008C5C61" w:rsidRPr="004C3E92">
        <w:t>Elinor</w:t>
      </w:r>
      <w:proofErr w:type="spellEnd"/>
      <w:r>
        <w:t xml:space="preserve">. </w:t>
      </w:r>
      <w:r w:rsidR="008C5C61" w:rsidRPr="004C3E92">
        <w:t>Vous avez à me dire</w:t>
      </w:r>
      <w:r>
        <w:t xml:space="preserve">, </w:t>
      </w:r>
      <w:r w:rsidR="008C5C61" w:rsidRPr="004C3E92">
        <w:t>sur le compte de Mr</w:t>
      </w:r>
      <w:r>
        <w:t xml:space="preserve">. </w:t>
      </w:r>
      <w:r w:rsidR="008C5C61" w:rsidRPr="004C3E92">
        <w:t>Willoughby</w:t>
      </w:r>
      <w:r>
        <w:t xml:space="preserve">, </w:t>
      </w:r>
      <w:r w:rsidR="008C5C61" w:rsidRPr="004C3E92">
        <w:t>quelque chose qui dévoilera mieux son caractère</w:t>
      </w:r>
      <w:r>
        <w:t xml:space="preserve">. </w:t>
      </w:r>
      <w:r w:rsidR="008C5C61" w:rsidRPr="004C3E92">
        <w:t>Ce récit fait par vous sera le plus grand a</w:t>
      </w:r>
      <w:r w:rsidR="008C5C61" w:rsidRPr="004C3E92">
        <w:t>c</w:t>
      </w:r>
      <w:r w:rsidR="008C5C61" w:rsidRPr="004C3E92">
        <w:t>te d</w:t>
      </w:r>
      <w:r>
        <w:t>’</w:t>
      </w:r>
      <w:r w:rsidR="008C5C61" w:rsidRPr="004C3E92">
        <w:t>amitié qui se puisse témoigner pour Marianne</w:t>
      </w:r>
      <w:r>
        <w:t xml:space="preserve">. </w:t>
      </w:r>
      <w:r w:rsidR="008C5C61" w:rsidRPr="004C3E92">
        <w:t>Ma gratit</w:t>
      </w:r>
      <w:r w:rsidR="008C5C61" w:rsidRPr="004C3E92">
        <w:t>u</w:t>
      </w:r>
      <w:r w:rsidR="008C5C61" w:rsidRPr="004C3E92">
        <w:t>de vous sera immédiatement assurée par tout renseignement à cet effet</w:t>
      </w:r>
      <w:r>
        <w:t xml:space="preserve">, </w:t>
      </w:r>
      <w:r w:rsidR="008C5C61" w:rsidRPr="004C3E92">
        <w:t>et la sienne vous en sera nécessairement acquise</w:t>
      </w:r>
      <w:r>
        <w:t xml:space="preserve">, </w:t>
      </w:r>
      <w:r w:rsidR="008C5C61" w:rsidRPr="004C3E92">
        <w:t>avec le temps</w:t>
      </w:r>
      <w:r>
        <w:t xml:space="preserve">. </w:t>
      </w:r>
      <w:r w:rsidR="008C5C61" w:rsidRPr="004C3E92">
        <w:t>Veuillez donc me dire ce qu</w:t>
      </w:r>
      <w:r>
        <w:t>’</w:t>
      </w:r>
      <w:r w:rsidR="008C5C61" w:rsidRPr="004C3E92">
        <w:t>il en est</w:t>
      </w:r>
      <w:r>
        <w:t>.</w:t>
      </w:r>
    </w:p>
    <w:p w14:paraId="3D3ABE3F" w14:textId="77777777" w:rsidR="004A4993" w:rsidRDefault="004A4993" w:rsidP="004A4993">
      <w:r>
        <w:t>— </w:t>
      </w:r>
      <w:r w:rsidR="008C5C61" w:rsidRPr="004C3E92">
        <w:t>Vous allez l</w:t>
      </w:r>
      <w:r>
        <w:t>’</w:t>
      </w:r>
      <w:r w:rsidR="008C5C61" w:rsidRPr="004C3E92">
        <w:t>apprendre</w:t>
      </w:r>
      <w:r>
        <w:t xml:space="preserve"> ; </w:t>
      </w:r>
      <w:r w:rsidR="008C5C61" w:rsidRPr="004C3E92">
        <w:t>et</w:t>
      </w:r>
      <w:r>
        <w:t xml:space="preserve">, </w:t>
      </w:r>
      <w:r w:rsidR="008C5C61" w:rsidRPr="004C3E92">
        <w:t>pour être bref</w:t>
      </w:r>
      <w:r>
        <w:t xml:space="preserve">, </w:t>
      </w:r>
      <w:r w:rsidR="008C5C61" w:rsidRPr="004C3E92">
        <w:t>quand j</w:t>
      </w:r>
      <w:r>
        <w:t>’</w:t>
      </w:r>
      <w:r w:rsidR="008C5C61" w:rsidRPr="004C3E92">
        <w:t>ai qui</w:t>
      </w:r>
      <w:r w:rsidR="008C5C61" w:rsidRPr="004C3E92">
        <w:t>t</w:t>
      </w:r>
      <w:r w:rsidR="008C5C61" w:rsidRPr="004C3E92">
        <w:t>té Barton en octobre dernier</w:t>
      </w:r>
      <w:r>
        <w:t xml:space="preserve"> – </w:t>
      </w:r>
      <w:r w:rsidR="008C5C61" w:rsidRPr="004C3E92">
        <w:t xml:space="preserve">mais cela ne vous en </w:t>
      </w:r>
      <w:r w:rsidR="008C5C61" w:rsidRPr="004C3E92">
        <w:lastRenderedPageBreak/>
        <w:t>donnera a</w:t>
      </w:r>
      <w:r w:rsidR="008C5C61" w:rsidRPr="004C3E92">
        <w:t>u</w:t>
      </w:r>
      <w:r w:rsidR="008C5C61" w:rsidRPr="004C3E92">
        <w:t>cune idée</w:t>
      </w:r>
      <w:r>
        <w:t xml:space="preserve">, – </w:t>
      </w:r>
      <w:r w:rsidR="008C5C61" w:rsidRPr="004C3E92">
        <w:t>il faut que je remonte plus haut</w:t>
      </w:r>
      <w:r>
        <w:t xml:space="preserve">. </w:t>
      </w:r>
      <w:r w:rsidR="008C5C61" w:rsidRPr="004C3E92">
        <w:t>Vous trouverez en moi un narrateur fort maladroit</w:t>
      </w:r>
      <w:r>
        <w:t xml:space="preserve">, </w:t>
      </w:r>
      <w:r w:rsidR="008C5C61" w:rsidRPr="004C3E92">
        <w:t xml:space="preserve">miss </w:t>
      </w:r>
      <w:proofErr w:type="spellStart"/>
      <w:r w:rsidR="008C5C61" w:rsidRPr="004C3E92">
        <w:t>Dashwood</w:t>
      </w:r>
      <w:proofErr w:type="spellEnd"/>
      <w:r>
        <w:t xml:space="preserve"> ; </w:t>
      </w:r>
      <w:r w:rsidR="008C5C61" w:rsidRPr="004C3E92">
        <w:t>je sais à pe</w:t>
      </w:r>
      <w:r w:rsidR="008C5C61" w:rsidRPr="004C3E92">
        <w:t>i</w:t>
      </w:r>
      <w:r w:rsidR="008C5C61" w:rsidRPr="004C3E92">
        <w:t>ne par où commencer</w:t>
      </w:r>
      <w:r>
        <w:t xml:space="preserve">. </w:t>
      </w:r>
      <w:r w:rsidR="008C5C61" w:rsidRPr="004C3E92">
        <w:t>Il sera nécessaire</w:t>
      </w:r>
      <w:r>
        <w:t xml:space="preserve">, </w:t>
      </w:r>
      <w:r w:rsidR="008C5C61" w:rsidRPr="004C3E92">
        <w:t>je crois</w:t>
      </w:r>
      <w:r>
        <w:t xml:space="preserve">, </w:t>
      </w:r>
      <w:r w:rsidR="008C5C61" w:rsidRPr="004C3E92">
        <w:t>de conter brièvement mon histoire</w:t>
      </w:r>
      <w:r>
        <w:t xml:space="preserve">, – </w:t>
      </w:r>
      <w:r w:rsidR="008C5C61" w:rsidRPr="004C3E92">
        <w:t>et elle sera courte</w:t>
      </w:r>
      <w:r>
        <w:t xml:space="preserve">. </w:t>
      </w:r>
      <w:r w:rsidR="008C5C61" w:rsidRPr="004C3E92">
        <w:t>Sur un tel sujet</w:t>
      </w:r>
      <w:r>
        <w:t xml:space="preserve">, – </w:t>
      </w:r>
      <w:r w:rsidR="008C5C61" w:rsidRPr="004C3E92">
        <w:t>soupirant profondément</w:t>
      </w:r>
      <w:r>
        <w:t xml:space="preserve">, – </w:t>
      </w:r>
      <w:r w:rsidR="008C5C61" w:rsidRPr="004C3E92">
        <w:t>je ne puis qu</w:t>
      </w:r>
      <w:r>
        <w:t>’</w:t>
      </w:r>
      <w:r w:rsidR="008C5C61" w:rsidRPr="004C3E92">
        <w:t>être peu tenté de me montrer prolixe</w:t>
      </w:r>
      <w:r>
        <w:t>.</w:t>
      </w:r>
    </w:p>
    <w:p w14:paraId="75189BF0" w14:textId="77777777" w:rsidR="004A4993" w:rsidRDefault="008C5C61" w:rsidP="004A4993">
      <w:r w:rsidRPr="004C3E92">
        <w:t>Il s</w:t>
      </w:r>
      <w:r w:rsidR="004A4993">
        <w:t>’</w:t>
      </w:r>
      <w:r w:rsidRPr="004C3E92">
        <w:t>arrêta un instant pour rassembler ses souvenirs</w:t>
      </w:r>
      <w:r w:rsidR="004A4993">
        <w:t xml:space="preserve"> ; </w:t>
      </w:r>
      <w:r w:rsidRPr="004C3E92">
        <w:t>puis</w:t>
      </w:r>
      <w:r w:rsidR="004A4993">
        <w:t xml:space="preserve">, </w:t>
      </w:r>
      <w:r w:rsidRPr="004C3E92">
        <w:t>avec un nouveau soupir</w:t>
      </w:r>
      <w:r w:rsidR="004A4993">
        <w:t xml:space="preserve">, </w:t>
      </w:r>
      <w:r w:rsidRPr="004C3E92">
        <w:t>il reprit</w:t>
      </w:r>
      <w:r w:rsidR="004A4993">
        <w:t> :</w:t>
      </w:r>
    </w:p>
    <w:p w14:paraId="7DEBF7B1" w14:textId="77777777" w:rsidR="004A4993" w:rsidRDefault="004A4993" w:rsidP="004A4993">
      <w:r>
        <w:t>— </w:t>
      </w:r>
      <w:r w:rsidR="008C5C61" w:rsidRPr="004C3E92">
        <w:t>Vous avez sans doute complètement oublié une convers</w:t>
      </w:r>
      <w:r w:rsidR="008C5C61" w:rsidRPr="004C3E92">
        <w:t>a</w:t>
      </w:r>
      <w:r w:rsidR="008C5C61" w:rsidRPr="004C3E92">
        <w:t>tion</w:t>
      </w:r>
      <w:r>
        <w:t xml:space="preserve"> (</w:t>
      </w:r>
      <w:r w:rsidR="008C5C61" w:rsidRPr="004C3E92">
        <w:t>il n</w:t>
      </w:r>
      <w:r>
        <w:t>’</w:t>
      </w:r>
      <w:r w:rsidR="008C5C61" w:rsidRPr="004C3E92">
        <w:t>est pas à supposer qu</w:t>
      </w:r>
      <w:r>
        <w:t>’</w:t>
      </w:r>
      <w:r w:rsidR="008C5C61" w:rsidRPr="004C3E92">
        <w:t>elle ait pu produire quelque i</w:t>
      </w:r>
      <w:r w:rsidR="008C5C61" w:rsidRPr="004C3E92">
        <w:t>m</w:t>
      </w:r>
      <w:r w:rsidR="008C5C61" w:rsidRPr="004C3E92">
        <w:t>pression sur vous</w:t>
      </w:r>
      <w:r>
        <w:t xml:space="preserve">) – </w:t>
      </w:r>
      <w:r w:rsidR="008C5C61" w:rsidRPr="004C3E92">
        <w:t>une conversation entre nous</w:t>
      </w:r>
      <w:r>
        <w:t xml:space="preserve">, </w:t>
      </w:r>
      <w:r w:rsidR="008C5C61" w:rsidRPr="004C3E92">
        <w:t>un soir</w:t>
      </w:r>
      <w:r>
        <w:t xml:space="preserve">, </w:t>
      </w:r>
      <w:r w:rsidR="008C5C61" w:rsidRPr="004C3E92">
        <w:t>à Barton Park</w:t>
      </w:r>
      <w:r>
        <w:t xml:space="preserve">, – </w:t>
      </w:r>
      <w:r w:rsidR="008C5C61" w:rsidRPr="004C3E92">
        <w:t>c</w:t>
      </w:r>
      <w:r>
        <w:t>’</w:t>
      </w:r>
      <w:r w:rsidR="008C5C61" w:rsidRPr="004C3E92">
        <w:t>était un soir de sauterie</w:t>
      </w:r>
      <w:r>
        <w:t xml:space="preserve"> – </w:t>
      </w:r>
      <w:r w:rsidR="008C5C61" w:rsidRPr="004C3E92">
        <w:t>dans laquelle j</w:t>
      </w:r>
      <w:r>
        <w:t>’</w:t>
      </w:r>
      <w:r w:rsidR="008C5C61" w:rsidRPr="004C3E92">
        <w:t>ai fait allusion à une dame que j</w:t>
      </w:r>
      <w:r>
        <w:t>’</w:t>
      </w:r>
      <w:r w:rsidR="008C5C61" w:rsidRPr="004C3E92">
        <w:t>avais connue jadis et qui ressemblait</w:t>
      </w:r>
      <w:r>
        <w:t xml:space="preserve">, </w:t>
      </w:r>
      <w:r w:rsidR="008C5C61" w:rsidRPr="004C3E92">
        <w:t>dans une certaine mesure</w:t>
      </w:r>
      <w:r>
        <w:t xml:space="preserve">, </w:t>
      </w:r>
      <w:r w:rsidR="008C5C61" w:rsidRPr="004C3E92">
        <w:t>à votre sœur Marianne</w:t>
      </w:r>
      <w:r>
        <w:t>.</w:t>
      </w:r>
    </w:p>
    <w:p w14:paraId="3455D44C" w14:textId="77777777" w:rsidR="004A4993" w:rsidRDefault="004A4993" w:rsidP="004A4993">
      <w:r>
        <w:t>— </w:t>
      </w:r>
      <w:r w:rsidR="008C5C61" w:rsidRPr="004C3E92">
        <w:t>En effet</w:t>
      </w:r>
      <w:r>
        <w:t xml:space="preserve">, </w:t>
      </w:r>
      <w:r w:rsidR="008C5C61" w:rsidRPr="004C3E92">
        <w:t xml:space="preserve">répondit </w:t>
      </w:r>
      <w:proofErr w:type="spellStart"/>
      <w:r w:rsidR="008C5C61" w:rsidRPr="004C3E92">
        <w:t>Elinor</w:t>
      </w:r>
      <w:proofErr w:type="spellEnd"/>
      <w:r>
        <w:t xml:space="preserve">, </w:t>
      </w:r>
      <w:r w:rsidR="008C5C61" w:rsidRPr="004C3E92">
        <w:t>je ne l</w:t>
      </w:r>
      <w:r>
        <w:t>’</w:t>
      </w:r>
      <w:r w:rsidR="008C5C61" w:rsidRPr="004C3E92">
        <w:t>ai pas oubliée</w:t>
      </w:r>
      <w:r>
        <w:t>.</w:t>
      </w:r>
    </w:p>
    <w:p w14:paraId="2A666708" w14:textId="77777777" w:rsidR="004A4993" w:rsidRDefault="008C5C61" w:rsidP="004A4993">
      <w:r w:rsidRPr="004C3E92">
        <w:t>Il parut content de ce souvenir</w:t>
      </w:r>
      <w:r w:rsidR="004A4993">
        <w:t xml:space="preserve">, </w:t>
      </w:r>
      <w:r w:rsidRPr="004C3E92">
        <w:t>et ajouta</w:t>
      </w:r>
      <w:r w:rsidR="004A4993">
        <w:t> :</w:t>
      </w:r>
    </w:p>
    <w:p w14:paraId="54D1287E" w14:textId="5BBE30E3" w:rsidR="004A4993" w:rsidRDefault="004A4993" w:rsidP="004A4993">
      <w:r>
        <w:t>— </w:t>
      </w:r>
      <w:r w:rsidR="008C5C61" w:rsidRPr="004C3E92">
        <w:t>Si je ne me laisse pas abuser par l</w:t>
      </w:r>
      <w:r>
        <w:t>’</w:t>
      </w:r>
      <w:r w:rsidR="008C5C61" w:rsidRPr="004C3E92">
        <w:t>incertitude</w:t>
      </w:r>
      <w:r>
        <w:t xml:space="preserve">, </w:t>
      </w:r>
      <w:r w:rsidR="008C5C61" w:rsidRPr="004C3E92">
        <w:t>par la pa</w:t>
      </w:r>
      <w:r w:rsidR="008C5C61" w:rsidRPr="004C3E92">
        <w:t>r</w:t>
      </w:r>
      <w:r w:rsidR="008C5C61" w:rsidRPr="004C3E92">
        <w:t>tialité d</w:t>
      </w:r>
      <w:r>
        <w:t>’</w:t>
      </w:r>
      <w:r w:rsidR="008C5C61" w:rsidRPr="004C3E92">
        <w:t>un souvenir chargé de tendresse</w:t>
      </w:r>
      <w:r>
        <w:t xml:space="preserve">, </w:t>
      </w:r>
      <w:r w:rsidR="008C5C61" w:rsidRPr="004C3E92">
        <w:t>il y a entre elles une ressemblance très forte</w:t>
      </w:r>
      <w:r>
        <w:t xml:space="preserve">, </w:t>
      </w:r>
      <w:r w:rsidR="008C5C61" w:rsidRPr="004C3E92">
        <w:t>aussi bien dans l</w:t>
      </w:r>
      <w:r>
        <w:t>’</w:t>
      </w:r>
      <w:r w:rsidR="008C5C61" w:rsidRPr="004C3E92">
        <w:t>esprit que dans la pe</w:t>
      </w:r>
      <w:r w:rsidR="008C5C61" w:rsidRPr="004C3E92">
        <w:t>r</w:t>
      </w:r>
      <w:r w:rsidR="008C5C61" w:rsidRPr="004C3E92">
        <w:t>sonne</w:t>
      </w:r>
      <w:r>
        <w:t xml:space="preserve">, – </w:t>
      </w:r>
      <w:r w:rsidR="008C5C61" w:rsidRPr="004C3E92">
        <w:t>la même chaleur de cœur</w:t>
      </w:r>
      <w:r>
        <w:t xml:space="preserve">, </w:t>
      </w:r>
      <w:r w:rsidR="008C5C61" w:rsidRPr="004C3E92">
        <w:t>la même ardeur d</w:t>
      </w:r>
      <w:r>
        <w:t>’</w:t>
      </w:r>
      <w:r w:rsidR="008C5C61" w:rsidRPr="004C3E92">
        <w:t>imagination et de courage</w:t>
      </w:r>
      <w:r>
        <w:t xml:space="preserve">. </w:t>
      </w:r>
      <w:r w:rsidR="008C5C61" w:rsidRPr="004C3E92">
        <w:t>Cette dame était une de mes plus proches parentes</w:t>
      </w:r>
      <w:r>
        <w:t xml:space="preserve">, </w:t>
      </w:r>
      <w:r w:rsidR="008C5C61" w:rsidRPr="004C3E92">
        <w:t>orpheline dès sa petite enfance</w:t>
      </w:r>
      <w:r>
        <w:t xml:space="preserve">, </w:t>
      </w:r>
      <w:r w:rsidR="008C5C61" w:rsidRPr="004C3E92">
        <w:t>et sous la t</w:t>
      </w:r>
      <w:r w:rsidR="008C5C61" w:rsidRPr="004C3E92">
        <w:t>u</w:t>
      </w:r>
      <w:r w:rsidR="008C5C61" w:rsidRPr="004C3E92">
        <w:t>telle de mon père</w:t>
      </w:r>
      <w:r>
        <w:t xml:space="preserve">. </w:t>
      </w:r>
      <w:r w:rsidR="008C5C61" w:rsidRPr="004C3E92">
        <w:t>Nos âges étaient sensiblement les mêmes</w:t>
      </w:r>
      <w:r>
        <w:t xml:space="preserve">, </w:t>
      </w:r>
      <w:r w:rsidR="008C5C61" w:rsidRPr="004C3E92">
        <w:t>et nous avons été camarades de jeux et amis depuis nos toutes premières années</w:t>
      </w:r>
      <w:r>
        <w:t xml:space="preserve">. </w:t>
      </w:r>
      <w:r w:rsidR="008C5C61" w:rsidRPr="004C3E92">
        <w:t>Je n</w:t>
      </w:r>
      <w:r>
        <w:t>’</w:t>
      </w:r>
      <w:r w:rsidR="008C5C61" w:rsidRPr="004C3E92">
        <w:t>ai pas souvenir d</w:t>
      </w:r>
      <w:r>
        <w:t>’</w:t>
      </w:r>
      <w:r w:rsidR="008C5C61" w:rsidRPr="004C3E92">
        <w:t>une époque où je n</w:t>
      </w:r>
      <w:r>
        <w:t>’</w:t>
      </w:r>
      <w:r w:rsidR="008C5C61" w:rsidRPr="004C3E92">
        <w:t>ai pas aimé Eliza</w:t>
      </w:r>
      <w:r>
        <w:t xml:space="preserve"> ; </w:t>
      </w:r>
      <w:r w:rsidR="008C5C61" w:rsidRPr="004C3E92">
        <w:t>et mon affection pour elle</w:t>
      </w:r>
      <w:r>
        <w:t xml:space="preserve">, </w:t>
      </w:r>
      <w:r w:rsidR="008C5C61" w:rsidRPr="004C3E92">
        <w:t>à mesure que nous grandissions</w:t>
      </w:r>
      <w:r>
        <w:t xml:space="preserve">, </w:t>
      </w:r>
      <w:r w:rsidR="008C5C61" w:rsidRPr="004C3E92">
        <w:t>était telle que</w:t>
      </w:r>
      <w:r>
        <w:t xml:space="preserve">, </w:t>
      </w:r>
      <w:r w:rsidR="008C5C61" w:rsidRPr="004C3E92">
        <w:t>peut-être</w:t>
      </w:r>
      <w:r>
        <w:t xml:space="preserve">, </w:t>
      </w:r>
      <w:r w:rsidR="008C5C61" w:rsidRPr="004C3E92">
        <w:t>à en juger par mon a</w:t>
      </w:r>
      <w:r w:rsidR="008C5C61" w:rsidRPr="004C3E92">
        <w:t>c</w:t>
      </w:r>
      <w:r w:rsidR="008C5C61" w:rsidRPr="004C3E92">
        <w:t>tuelle gravité mélancolique et maussade</w:t>
      </w:r>
      <w:r>
        <w:t xml:space="preserve">, </w:t>
      </w:r>
      <w:r w:rsidR="008C5C61" w:rsidRPr="004C3E92">
        <w:t>vous pourriez me cro</w:t>
      </w:r>
      <w:r w:rsidR="008C5C61" w:rsidRPr="004C3E92">
        <w:t>i</w:t>
      </w:r>
      <w:r w:rsidR="008C5C61" w:rsidRPr="004C3E92">
        <w:t>re incapable d</w:t>
      </w:r>
      <w:r>
        <w:t>’</w:t>
      </w:r>
      <w:r w:rsidR="008C5C61" w:rsidRPr="004C3E92">
        <w:t>en avoir jamais ressenti</w:t>
      </w:r>
      <w:r>
        <w:t xml:space="preserve">. </w:t>
      </w:r>
      <w:r w:rsidR="008C5C61" w:rsidRPr="004C3E92">
        <w:lastRenderedPageBreak/>
        <w:t>La sienne</w:t>
      </w:r>
      <w:r>
        <w:t xml:space="preserve">, </w:t>
      </w:r>
      <w:r w:rsidR="008C5C61" w:rsidRPr="004C3E92">
        <w:t>pour moi</w:t>
      </w:r>
      <w:r>
        <w:t xml:space="preserve">, </w:t>
      </w:r>
      <w:r w:rsidR="008C5C61" w:rsidRPr="004C3E92">
        <w:t>était</w:t>
      </w:r>
      <w:r>
        <w:t xml:space="preserve">, </w:t>
      </w:r>
      <w:r w:rsidR="008C5C61" w:rsidRPr="004C3E92">
        <w:t>je crois</w:t>
      </w:r>
      <w:r>
        <w:t xml:space="preserve">, </w:t>
      </w:r>
      <w:r w:rsidR="008C5C61" w:rsidRPr="004C3E92">
        <w:t>aussi fervente que l</w:t>
      </w:r>
      <w:r>
        <w:t>’</w:t>
      </w:r>
      <w:r w:rsidR="008C5C61" w:rsidRPr="004C3E92">
        <w:t>attachement de votre sœur pour Mr</w:t>
      </w:r>
      <w:r>
        <w:t xml:space="preserve">. </w:t>
      </w:r>
      <w:r w:rsidR="008C5C61" w:rsidRPr="004C3E92">
        <w:t>Willoughby</w:t>
      </w:r>
      <w:r>
        <w:t xml:space="preserve">, </w:t>
      </w:r>
      <w:r w:rsidR="008C5C61" w:rsidRPr="004C3E92">
        <w:t>et elle n</w:t>
      </w:r>
      <w:r>
        <w:t>’</w:t>
      </w:r>
      <w:r w:rsidR="008C5C61" w:rsidRPr="004C3E92">
        <w:t>a pas été moins malheureuse</w:t>
      </w:r>
      <w:r>
        <w:t xml:space="preserve">, </w:t>
      </w:r>
      <w:r w:rsidR="008C5C61" w:rsidRPr="004C3E92">
        <w:t>bien que par suite d</w:t>
      </w:r>
      <w:r>
        <w:t>’</w:t>
      </w:r>
      <w:r w:rsidR="008C5C61" w:rsidRPr="004C3E92">
        <w:t>une cause différente</w:t>
      </w:r>
      <w:r>
        <w:t xml:space="preserve">. </w:t>
      </w:r>
      <w:r w:rsidR="008C5C61" w:rsidRPr="004C3E92">
        <w:t>À l</w:t>
      </w:r>
      <w:r>
        <w:t>’</w:t>
      </w:r>
      <w:r w:rsidR="008C5C61" w:rsidRPr="004C3E92">
        <w:t>âge de dix-sept ans</w:t>
      </w:r>
      <w:r>
        <w:t xml:space="preserve">, </w:t>
      </w:r>
      <w:r w:rsidR="008C5C61" w:rsidRPr="004C3E92">
        <w:t>elle fut perdue pour moi</w:t>
      </w:r>
      <w:r>
        <w:t xml:space="preserve">, </w:t>
      </w:r>
      <w:r w:rsidR="008C5C61" w:rsidRPr="004C3E92">
        <w:t>à jamais</w:t>
      </w:r>
      <w:r>
        <w:t xml:space="preserve">. </w:t>
      </w:r>
      <w:r w:rsidR="008C5C61" w:rsidRPr="004C3E92">
        <w:t>On la maria</w:t>
      </w:r>
      <w:r>
        <w:t xml:space="preserve"> – </w:t>
      </w:r>
      <w:r w:rsidR="008C5C61" w:rsidRPr="004C3E92">
        <w:t>on la m</w:t>
      </w:r>
      <w:r w:rsidR="008C5C61" w:rsidRPr="004C3E92">
        <w:t>a</w:t>
      </w:r>
      <w:r w:rsidR="008C5C61" w:rsidRPr="004C3E92">
        <w:t>ria à l</w:t>
      </w:r>
      <w:r>
        <w:t>’</w:t>
      </w:r>
      <w:r w:rsidR="008C5C61" w:rsidRPr="004C3E92">
        <w:t>encontre de son inclination</w:t>
      </w:r>
      <w:r>
        <w:t xml:space="preserve"> – </w:t>
      </w:r>
      <w:r w:rsidR="008C5C61" w:rsidRPr="004C3E92">
        <w:t>à mon frère</w:t>
      </w:r>
      <w:r>
        <w:t xml:space="preserve"> ; </w:t>
      </w:r>
      <w:r w:rsidR="008C5C61" w:rsidRPr="004C3E92">
        <w:t>la fortune était considérable</w:t>
      </w:r>
      <w:r>
        <w:t xml:space="preserve">, </w:t>
      </w:r>
      <w:r w:rsidR="008C5C61" w:rsidRPr="004C3E92">
        <w:t>et notre domaine familial était fort obéré</w:t>
      </w:r>
      <w:r>
        <w:t xml:space="preserve">. </w:t>
      </w:r>
      <w:r w:rsidR="008C5C61" w:rsidRPr="004C3E92">
        <w:t>Et c</w:t>
      </w:r>
      <w:r>
        <w:t>’</w:t>
      </w:r>
      <w:r w:rsidR="008C5C61" w:rsidRPr="004C3E92">
        <w:t>est là</w:t>
      </w:r>
      <w:r>
        <w:t xml:space="preserve">, </w:t>
      </w:r>
      <w:r w:rsidR="008C5C61" w:rsidRPr="004C3E92">
        <w:t>je le crains</w:t>
      </w:r>
      <w:r>
        <w:t xml:space="preserve">, </w:t>
      </w:r>
      <w:r w:rsidR="008C5C61" w:rsidRPr="004C3E92">
        <w:t>tout ce qu</w:t>
      </w:r>
      <w:r>
        <w:t>’</w:t>
      </w:r>
      <w:r w:rsidR="008C5C61" w:rsidRPr="004C3E92">
        <w:t>on peut dire à la décharge de celui qui était à la fois son oncle et son tuteur</w:t>
      </w:r>
      <w:r>
        <w:t xml:space="preserve">. </w:t>
      </w:r>
      <w:r w:rsidR="008C5C61" w:rsidRPr="004C3E92">
        <w:t>Mon frère ne la méritait pas</w:t>
      </w:r>
      <w:r>
        <w:t xml:space="preserve"> ; </w:t>
      </w:r>
      <w:r w:rsidR="008C5C61" w:rsidRPr="004C3E92">
        <w:t>il ne l</w:t>
      </w:r>
      <w:r>
        <w:t>’</w:t>
      </w:r>
      <w:r w:rsidR="008C5C61" w:rsidRPr="004C3E92">
        <w:t>aimait même pas</w:t>
      </w:r>
      <w:r>
        <w:t xml:space="preserve">. </w:t>
      </w:r>
      <w:r w:rsidR="008C5C61" w:rsidRPr="004C3E92">
        <w:t>J</w:t>
      </w:r>
      <w:r>
        <w:t>’</w:t>
      </w:r>
      <w:r w:rsidR="008C5C61" w:rsidRPr="004C3E92">
        <w:t>avais espéré que son affection pour moi la soutiendrait dans toutes les difficultés</w:t>
      </w:r>
      <w:r>
        <w:t xml:space="preserve"> ; </w:t>
      </w:r>
      <w:r w:rsidR="008C5C61" w:rsidRPr="004C3E92">
        <w:t>et il en fut ainsi pendant quelque temps</w:t>
      </w:r>
      <w:r>
        <w:t xml:space="preserve"> ; </w:t>
      </w:r>
      <w:r w:rsidR="008C5C61" w:rsidRPr="004C3E92">
        <w:t>mais en fin de compte</w:t>
      </w:r>
      <w:r>
        <w:t xml:space="preserve">, </w:t>
      </w:r>
      <w:r w:rsidR="008C5C61" w:rsidRPr="004C3E92">
        <w:t>la détre</w:t>
      </w:r>
      <w:r w:rsidR="008C5C61" w:rsidRPr="004C3E92">
        <w:t>s</w:t>
      </w:r>
      <w:r w:rsidR="008C5C61" w:rsidRPr="004C3E92">
        <w:t>se de sa situation</w:t>
      </w:r>
      <w:r>
        <w:t xml:space="preserve"> – </w:t>
      </w:r>
      <w:r w:rsidR="008C5C61" w:rsidRPr="004C3E92">
        <w:t>car elle eut à supporter beaucoup de ma</w:t>
      </w:r>
      <w:r w:rsidR="008C5C61" w:rsidRPr="004C3E92">
        <w:t>n</w:t>
      </w:r>
      <w:r w:rsidR="008C5C61" w:rsidRPr="004C3E92">
        <w:t>que de bienveillance</w:t>
      </w:r>
      <w:r>
        <w:t xml:space="preserve"> – </w:t>
      </w:r>
      <w:r w:rsidR="008C5C61" w:rsidRPr="004C3E92">
        <w:t>l</w:t>
      </w:r>
      <w:r>
        <w:t>’</w:t>
      </w:r>
      <w:r w:rsidR="008C5C61" w:rsidRPr="004C3E92">
        <w:t>emporta sur toute sa résolution</w:t>
      </w:r>
      <w:r>
        <w:t xml:space="preserve">, </w:t>
      </w:r>
      <w:r w:rsidR="008C5C61" w:rsidRPr="004C3E92">
        <w:t>et bien qu</w:t>
      </w:r>
      <w:r>
        <w:t>’</w:t>
      </w:r>
      <w:r w:rsidR="008C5C61" w:rsidRPr="004C3E92">
        <w:t>elle m</w:t>
      </w:r>
      <w:r>
        <w:t>’</w:t>
      </w:r>
      <w:r w:rsidR="008C5C61" w:rsidRPr="004C3E92">
        <w:t>eût promis que rien</w:t>
      </w:r>
      <w:r>
        <w:t xml:space="preserve">… </w:t>
      </w:r>
      <w:r w:rsidR="008C5C61" w:rsidRPr="004C3E92">
        <w:t>mais comme je conte incompr</w:t>
      </w:r>
      <w:r w:rsidR="008C5C61" w:rsidRPr="004C3E92">
        <w:t>é</w:t>
      </w:r>
      <w:r w:rsidR="008C5C61" w:rsidRPr="004C3E92">
        <w:t>hensiblement</w:t>
      </w:r>
      <w:r>
        <w:t xml:space="preserve"> ! </w:t>
      </w:r>
      <w:r w:rsidR="008C5C61" w:rsidRPr="004C3E92">
        <w:t>Je ne vous ai même pas dit comment cela se fit</w:t>
      </w:r>
      <w:r>
        <w:t xml:space="preserve">. </w:t>
      </w:r>
      <w:r w:rsidR="008C5C61" w:rsidRPr="004C3E92">
        <w:t>Nous étions à quelques heures de nous enfuir ensemble en Écosse</w:t>
      </w:r>
      <w:r w:rsidR="008C5C61">
        <w:rPr>
          <w:rStyle w:val="Appelnotedebasdep"/>
        </w:rPr>
        <w:footnoteReference w:id="10"/>
      </w:r>
      <w:r>
        <w:t xml:space="preserve">. </w:t>
      </w:r>
      <w:r w:rsidR="008C5C61" w:rsidRPr="004C3E92">
        <w:t>La traîtrise</w:t>
      </w:r>
      <w:r>
        <w:t xml:space="preserve">, </w:t>
      </w:r>
      <w:r w:rsidR="008C5C61" w:rsidRPr="004C3E92">
        <w:t>ou la sottise</w:t>
      </w:r>
      <w:r>
        <w:t xml:space="preserve">, </w:t>
      </w:r>
      <w:r w:rsidR="008C5C61" w:rsidRPr="004C3E92">
        <w:t>de la servante de ma cousine nous trahit</w:t>
      </w:r>
      <w:r>
        <w:t xml:space="preserve">. </w:t>
      </w:r>
      <w:r w:rsidR="008C5C61" w:rsidRPr="004C3E92">
        <w:t>Je fus banni chez un parent qui habitait fort loin de là</w:t>
      </w:r>
      <w:r>
        <w:t xml:space="preserve">, </w:t>
      </w:r>
      <w:r w:rsidR="008C5C61" w:rsidRPr="004C3E92">
        <w:t>et elle fut privée de toute liberté</w:t>
      </w:r>
      <w:r>
        <w:t xml:space="preserve">, </w:t>
      </w:r>
      <w:r w:rsidR="008C5C61" w:rsidRPr="004C3E92">
        <w:t>de toute compagnie</w:t>
      </w:r>
      <w:r>
        <w:t xml:space="preserve">, </w:t>
      </w:r>
      <w:r w:rsidR="008C5C61" w:rsidRPr="004C3E92">
        <w:t>de tout plaisir</w:t>
      </w:r>
      <w:r>
        <w:t xml:space="preserve">, </w:t>
      </w:r>
      <w:r w:rsidR="008C5C61" w:rsidRPr="004C3E92">
        <w:t>jusqu</w:t>
      </w:r>
      <w:r>
        <w:t>’</w:t>
      </w:r>
      <w:r w:rsidR="008C5C61" w:rsidRPr="004C3E92">
        <w:t>à ce que le désir de mon père l</w:t>
      </w:r>
      <w:r>
        <w:t>’</w:t>
      </w:r>
      <w:r w:rsidR="008C5C61" w:rsidRPr="004C3E92">
        <w:t>emportât</w:t>
      </w:r>
      <w:r>
        <w:t xml:space="preserve">. </w:t>
      </w:r>
      <w:r w:rsidR="008C5C61" w:rsidRPr="004C3E92">
        <w:t>J</w:t>
      </w:r>
      <w:r>
        <w:t>’</w:t>
      </w:r>
      <w:r w:rsidR="008C5C61" w:rsidRPr="004C3E92">
        <w:t>avais trop compté sur sa force d</w:t>
      </w:r>
      <w:r>
        <w:t>’</w:t>
      </w:r>
      <w:r w:rsidR="008C5C61" w:rsidRPr="004C3E92">
        <w:t>âme</w:t>
      </w:r>
      <w:r>
        <w:t xml:space="preserve">, </w:t>
      </w:r>
      <w:r w:rsidR="008C5C61" w:rsidRPr="004C3E92">
        <w:t>et le coup fut rude</w:t>
      </w:r>
      <w:r>
        <w:t xml:space="preserve">, – </w:t>
      </w:r>
      <w:r w:rsidR="008C5C61" w:rsidRPr="004C3E92">
        <w:t>mais si son mariage avait été heureux</w:t>
      </w:r>
      <w:r>
        <w:t xml:space="preserve">, </w:t>
      </w:r>
      <w:r w:rsidR="008C5C61" w:rsidRPr="004C3E92">
        <w:t>jeune comme je l</w:t>
      </w:r>
      <w:r>
        <w:t>’</w:t>
      </w:r>
      <w:r w:rsidR="008C5C61" w:rsidRPr="004C3E92">
        <w:t>étais alors</w:t>
      </w:r>
      <w:r>
        <w:t xml:space="preserve">, </w:t>
      </w:r>
      <w:r w:rsidR="008C5C61" w:rsidRPr="004C3E92">
        <w:t>quelques mois me l</w:t>
      </w:r>
      <w:r>
        <w:t>’</w:t>
      </w:r>
      <w:r w:rsidR="008C5C61" w:rsidRPr="004C3E92">
        <w:t>auraient nécessairement fait accepter</w:t>
      </w:r>
      <w:r>
        <w:t xml:space="preserve">, </w:t>
      </w:r>
      <w:r w:rsidR="008C5C61" w:rsidRPr="004C3E92">
        <w:t>ou tout au moins je n</w:t>
      </w:r>
      <w:r>
        <w:t>’</w:t>
      </w:r>
      <w:r w:rsidR="008C5C61" w:rsidRPr="004C3E92">
        <w:t>aurais pas à le déplorer actuellement</w:t>
      </w:r>
      <w:r>
        <w:t xml:space="preserve">. </w:t>
      </w:r>
      <w:r w:rsidR="008C5C61" w:rsidRPr="004C3E92">
        <w:t xml:space="preserve">Mais </w:t>
      </w:r>
      <w:r w:rsidR="008C5C61" w:rsidRPr="004C3E92">
        <w:lastRenderedPageBreak/>
        <w:t>il n</w:t>
      </w:r>
      <w:r>
        <w:t>’</w:t>
      </w:r>
      <w:r w:rsidR="008C5C61" w:rsidRPr="004C3E92">
        <w:t>en fut pas ainsi</w:t>
      </w:r>
      <w:r>
        <w:t xml:space="preserve">. </w:t>
      </w:r>
      <w:r w:rsidR="008C5C61" w:rsidRPr="004C3E92">
        <w:t>Mon frère n</w:t>
      </w:r>
      <w:r>
        <w:t>’</w:t>
      </w:r>
      <w:r w:rsidR="008C5C61" w:rsidRPr="004C3E92">
        <w:t>avait pas d</w:t>
      </w:r>
      <w:r>
        <w:t>’</w:t>
      </w:r>
      <w:r w:rsidR="008C5C61" w:rsidRPr="004C3E92">
        <w:t>affection pour elle</w:t>
      </w:r>
      <w:r>
        <w:t xml:space="preserve"> ; </w:t>
      </w:r>
      <w:r w:rsidR="008C5C61" w:rsidRPr="004C3E92">
        <w:t>ses plaisirs n</w:t>
      </w:r>
      <w:r>
        <w:t>’</w:t>
      </w:r>
      <w:r w:rsidR="008C5C61" w:rsidRPr="004C3E92">
        <w:t>étaient pas ce qu</w:t>
      </w:r>
      <w:r>
        <w:t>’</w:t>
      </w:r>
      <w:r w:rsidR="008C5C61" w:rsidRPr="004C3E92">
        <w:t>ils auraient dû être</w:t>
      </w:r>
      <w:r>
        <w:t xml:space="preserve">, </w:t>
      </w:r>
      <w:r w:rsidR="008C5C61" w:rsidRPr="004C3E92">
        <w:t>et</w:t>
      </w:r>
      <w:r>
        <w:t xml:space="preserve">, </w:t>
      </w:r>
      <w:r w:rsidR="008C5C61" w:rsidRPr="004C3E92">
        <w:t>dès le d</w:t>
      </w:r>
      <w:r w:rsidR="008C5C61" w:rsidRPr="004C3E92">
        <w:t>é</w:t>
      </w:r>
      <w:r w:rsidR="008C5C61" w:rsidRPr="004C3E92">
        <w:t>but</w:t>
      </w:r>
      <w:r>
        <w:t xml:space="preserve">, </w:t>
      </w:r>
      <w:r w:rsidR="008C5C61" w:rsidRPr="004C3E92">
        <w:t>il la traita sans bienveillance</w:t>
      </w:r>
      <w:r>
        <w:t xml:space="preserve">. </w:t>
      </w:r>
      <w:r w:rsidR="008C5C61" w:rsidRPr="004C3E92">
        <w:t>La conséquence de tout cela</w:t>
      </w:r>
      <w:r>
        <w:t xml:space="preserve">, </w:t>
      </w:r>
      <w:r w:rsidR="008C5C61" w:rsidRPr="004C3E92">
        <w:t>sur un esprit aussi jeune</w:t>
      </w:r>
      <w:r>
        <w:t xml:space="preserve">, </w:t>
      </w:r>
      <w:r w:rsidR="008C5C61" w:rsidRPr="004C3E92">
        <w:t>aussi vif</w:t>
      </w:r>
      <w:r>
        <w:t xml:space="preserve">, </w:t>
      </w:r>
      <w:r w:rsidR="008C5C61" w:rsidRPr="004C3E92">
        <w:t>aussi inexpérimenté que c</w:t>
      </w:r>
      <w:r w:rsidR="008C5C61" w:rsidRPr="004C3E92">
        <w:t>e</w:t>
      </w:r>
      <w:r w:rsidR="008C5C61" w:rsidRPr="004C3E92">
        <w:t>lui de Mrs</w:t>
      </w:r>
      <w:r>
        <w:t xml:space="preserve">. </w:t>
      </w:r>
      <w:r w:rsidR="008C5C61" w:rsidRPr="004C3E92">
        <w:t>Brandon</w:t>
      </w:r>
      <w:r>
        <w:t xml:space="preserve">, </w:t>
      </w:r>
      <w:r w:rsidR="008C5C61" w:rsidRPr="004C3E92">
        <w:t>ne fut que trop naturelle</w:t>
      </w:r>
      <w:r>
        <w:t xml:space="preserve">. </w:t>
      </w:r>
      <w:r w:rsidR="008C5C61" w:rsidRPr="004C3E92">
        <w:t>Elle commença par se résigner à tout le malheur de sa situation</w:t>
      </w:r>
      <w:r>
        <w:t xml:space="preserve"> ; </w:t>
      </w:r>
      <w:r w:rsidR="008C5C61" w:rsidRPr="004C3E92">
        <w:t>et il eût été heureux qu</w:t>
      </w:r>
      <w:r>
        <w:t>’</w:t>
      </w:r>
      <w:r w:rsidR="008C5C61" w:rsidRPr="004C3E92">
        <w:t>elle n</w:t>
      </w:r>
      <w:r>
        <w:t>’</w:t>
      </w:r>
      <w:r w:rsidR="008C5C61" w:rsidRPr="004C3E92">
        <w:t>eût pas vécu pour surmonter les regrets que lui causa mon souvenir</w:t>
      </w:r>
      <w:r>
        <w:t xml:space="preserve">. </w:t>
      </w:r>
      <w:r w:rsidR="008C5C61" w:rsidRPr="004C3E92">
        <w:t>Mais peut-on s</w:t>
      </w:r>
      <w:r>
        <w:t>’</w:t>
      </w:r>
      <w:r w:rsidR="008C5C61" w:rsidRPr="004C3E92">
        <w:t>étonner qu</w:t>
      </w:r>
      <w:r>
        <w:t>’</w:t>
      </w:r>
      <w:r w:rsidR="008C5C61" w:rsidRPr="004C3E92">
        <w:t>avec un tel mari pour inciter à l</w:t>
      </w:r>
      <w:r>
        <w:t>’</w:t>
      </w:r>
      <w:r w:rsidR="008C5C61" w:rsidRPr="004C3E92">
        <w:t>inconstance</w:t>
      </w:r>
      <w:r>
        <w:t xml:space="preserve">, </w:t>
      </w:r>
      <w:r w:rsidR="008C5C61" w:rsidRPr="004C3E92">
        <w:t>et sans un ami pour la consei</w:t>
      </w:r>
      <w:r w:rsidR="008C5C61" w:rsidRPr="004C3E92">
        <w:t>l</w:t>
      </w:r>
      <w:r w:rsidR="008C5C61" w:rsidRPr="004C3E92">
        <w:t>ler ou la retenir</w:t>
      </w:r>
      <w:r>
        <w:t xml:space="preserve"> (</w:t>
      </w:r>
      <w:r w:rsidR="008C5C61" w:rsidRPr="004C3E92">
        <w:t>car mon père ne vécut que quelques mois après leur mariage</w:t>
      </w:r>
      <w:r>
        <w:t xml:space="preserve">, </w:t>
      </w:r>
      <w:r w:rsidR="008C5C61" w:rsidRPr="004C3E92">
        <w:t>et moi</w:t>
      </w:r>
      <w:r>
        <w:t xml:space="preserve">, </w:t>
      </w:r>
      <w:r w:rsidR="008C5C61" w:rsidRPr="004C3E92">
        <w:t>j</w:t>
      </w:r>
      <w:r>
        <w:t>’</w:t>
      </w:r>
      <w:r w:rsidR="008C5C61" w:rsidRPr="004C3E92">
        <w:t>étais</w:t>
      </w:r>
      <w:r>
        <w:t xml:space="preserve">, </w:t>
      </w:r>
      <w:r w:rsidR="008C5C61" w:rsidRPr="004C3E92">
        <w:t>avec mon régiment aux Indes Orientales</w:t>
      </w:r>
      <w:r>
        <w:t xml:space="preserve">), </w:t>
      </w:r>
      <w:r w:rsidR="008C5C61" w:rsidRPr="004C3E92">
        <w:t>elle ait chu</w:t>
      </w:r>
      <w:r>
        <w:t xml:space="preserve"> ? </w:t>
      </w:r>
      <w:r w:rsidR="008C5C61" w:rsidRPr="004C3E92">
        <w:t>Si j</w:t>
      </w:r>
      <w:r>
        <w:t>’</w:t>
      </w:r>
      <w:r w:rsidR="008C5C61" w:rsidRPr="004C3E92">
        <w:t>étais resté en Angleterre</w:t>
      </w:r>
      <w:r>
        <w:t xml:space="preserve">, </w:t>
      </w:r>
      <w:r w:rsidR="008C5C61" w:rsidRPr="004C3E92">
        <w:t>peut-être</w:t>
      </w:r>
      <w:r>
        <w:t xml:space="preserve">… </w:t>
      </w:r>
      <w:r w:rsidR="008C5C61" w:rsidRPr="004C3E92">
        <w:t>mais j</w:t>
      </w:r>
      <w:r>
        <w:t>’</w:t>
      </w:r>
      <w:r w:rsidR="008C5C61" w:rsidRPr="004C3E92">
        <w:t>avais l</w:t>
      </w:r>
      <w:r>
        <w:t>’</w:t>
      </w:r>
      <w:r w:rsidR="008C5C61" w:rsidRPr="004C3E92">
        <w:t>intention de favoriser leur bonheur à tous deux en m</w:t>
      </w:r>
      <w:r>
        <w:t>’</w:t>
      </w:r>
      <w:r w:rsidR="008C5C61" w:rsidRPr="004C3E92">
        <w:t>éloignant d</w:t>
      </w:r>
      <w:r>
        <w:t>’</w:t>
      </w:r>
      <w:r w:rsidR="008C5C61" w:rsidRPr="004C3E92">
        <w:t>elle pendant des années</w:t>
      </w:r>
      <w:r>
        <w:t xml:space="preserve">, </w:t>
      </w:r>
      <w:r w:rsidR="008C5C61" w:rsidRPr="004C3E92">
        <w:t>et c</w:t>
      </w:r>
      <w:r>
        <w:t>’</w:t>
      </w:r>
      <w:r w:rsidR="008C5C61" w:rsidRPr="004C3E92">
        <w:t>est pour ce</w:t>
      </w:r>
      <w:r w:rsidR="008C5C61" w:rsidRPr="004C3E92">
        <w:t>t</w:t>
      </w:r>
      <w:r w:rsidR="008C5C61" w:rsidRPr="004C3E92">
        <w:t>te raison que j</w:t>
      </w:r>
      <w:r>
        <w:t>’</w:t>
      </w:r>
      <w:r w:rsidR="008C5C61" w:rsidRPr="004C3E92">
        <w:t>avais obtenu ma mutation</w:t>
      </w:r>
      <w:r>
        <w:t xml:space="preserve">. </w:t>
      </w:r>
      <w:r w:rsidR="008C5C61" w:rsidRPr="004C3E92">
        <w:t>Le coup que m</w:t>
      </w:r>
      <w:r>
        <w:t>’</w:t>
      </w:r>
      <w:r w:rsidR="008C5C61" w:rsidRPr="004C3E92">
        <w:t>avait porté le mariage d</w:t>
      </w:r>
      <w:r>
        <w:t>’</w:t>
      </w:r>
      <w:r w:rsidR="008C5C61" w:rsidRPr="004C3E92">
        <w:t>Eliza</w:t>
      </w:r>
      <w:r>
        <w:t xml:space="preserve">, </w:t>
      </w:r>
      <w:r w:rsidR="008C5C61" w:rsidRPr="004C3E92">
        <w:t>reprit-il</w:t>
      </w:r>
      <w:r>
        <w:t xml:space="preserve">, </w:t>
      </w:r>
      <w:r w:rsidR="008C5C61" w:rsidRPr="004C3E92">
        <w:t>d</w:t>
      </w:r>
      <w:r>
        <w:t>’</w:t>
      </w:r>
      <w:r w:rsidR="008C5C61" w:rsidRPr="004C3E92">
        <w:t>une voix qui trahissait une grande agitation</w:t>
      </w:r>
      <w:r>
        <w:t xml:space="preserve">, </w:t>
      </w:r>
      <w:r w:rsidR="008C5C61" w:rsidRPr="004C3E92">
        <w:t>fut d</w:t>
      </w:r>
      <w:r>
        <w:t>’</w:t>
      </w:r>
      <w:r w:rsidR="008C5C61" w:rsidRPr="004C3E92">
        <w:t>un poids</w:t>
      </w:r>
      <w:r>
        <w:t xml:space="preserve">, </w:t>
      </w:r>
      <w:r w:rsidR="008C5C61" w:rsidRPr="004C3E92">
        <w:t>insignifiant</w:t>
      </w:r>
      <w:r>
        <w:t xml:space="preserve">, – </w:t>
      </w:r>
      <w:r w:rsidR="008C5C61" w:rsidRPr="004C3E92">
        <w:t>ne fut rien du tout</w:t>
      </w:r>
      <w:r>
        <w:t xml:space="preserve">, – </w:t>
      </w:r>
      <w:r w:rsidR="008C5C61" w:rsidRPr="004C3E92">
        <w:t>en comparaison de ce que je ressentis lorsque j</w:t>
      </w:r>
      <w:r>
        <w:t>’</w:t>
      </w:r>
      <w:r w:rsidR="008C5C61" w:rsidRPr="004C3E92">
        <w:t>appris</w:t>
      </w:r>
      <w:r>
        <w:t xml:space="preserve">, </w:t>
      </w:r>
      <w:r w:rsidR="008C5C61" w:rsidRPr="004C3E92">
        <w:t>environ deux ans après</w:t>
      </w:r>
      <w:r>
        <w:t xml:space="preserve">, </w:t>
      </w:r>
      <w:r w:rsidR="008C5C61" w:rsidRPr="004C3E92">
        <w:t>son divorce</w:t>
      </w:r>
      <w:r>
        <w:t xml:space="preserve">. </w:t>
      </w:r>
      <w:r w:rsidR="008C5C61" w:rsidRPr="004C3E92">
        <w:t>C</w:t>
      </w:r>
      <w:r>
        <w:t>’</w:t>
      </w:r>
      <w:r w:rsidR="008C5C61" w:rsidRPr="004C3E92">
        <w:t>est cela qui a jeté sur moi cette tristesse</w:t>
      </w:r>
      <w:r>
        <w:t xml:space="preserve">, – </w:t>
      </w:r>
      <w:r w:rsidR="008C5C61" w:rsidRPr="004C3E92">
        <w:t>maintenant encore</w:t>
      </w:r>
      <w:r>
        <w:t xml:space="preserve">, </w:t>
      </w:r>
      <w:r w:rsidR="008C5C61" w:rsidRPr="004C3E92">
        <w:t>le souvenir de ce que j</w:t>
      </w:r>
      <w:r>
        <w:t>’</w:t>
      </w:r>
      <w:r w:rsidR="008C5C61" w:rsidRPr="004C3E92">
        <w:t>ai souffert</w:t>
      </w:r>
      <w:r>
        <w:t>… »</w:t>
      </w:r>
    </w:p>
    <w:p w14:paraId="40EE1E09" w14:textId="77777777" w:rsidR="004A4993" w:rsidRDefault="008C5C61" w:rsidP="004A4993">
      <w:r w:rsidRPr="004C3E92">
        <w:t>Il était incapable d</w:t>
      </w:r>
      <w:r w:rsidR="004A4993">
        <w:t>’</w:t>
      </w:r>
      <w:r w:rsidRPr="004C3E92">
        <w:t>en dire davantage</w:t>
      </w:r>
      <w:r w:rsidR="004A4993">
        <w:t xml:space="preserve">, </w:t>
      </w:r>
      <w:r w:rsidRPr="004C3E92">
        <w:t>et</w:t>
      </w:r>
      <w:r w:rsidR="004A4993">
        <w:t xml:space="preserve">, </w:t>
      </w:r>
      <w:r w:rsidRPr="004C3E92">
        <w:t>se levant précip</w:t>
      </w:r>
      <w:r w:rsidRPr="004C3E92">
        <w:t>i</w:t>
      </w:r>
      <w:r w:rsidRPr="004C3E92">
        <w:t>tamment</w:t>
      </w:r>
      <w:r w:rsidR="004A4993">
        <w:t xml:space="preserve">, </w:t>
      </w:r>
      <w:r w:rsidRPr="004C3E92">
        <w:t>déambula quelques minutes par la pièce</w:t>
      </w:r>
      <w:r w:rsidR="004A4993">
        <w:t xml:space="preserve">. </w:t>
      </w:r>
      <w:proofErr w:type="spellStart"/>
      <w:r w:rsidRPr="004C3E92">
        <w:t>Elinor</w:t>
      </w:r>
      <w:proofErr w:type="spellEnd"/>
      <w:r w:rsidR="004A4993">
        <w:t xml:space="preserve">, </w:t>
      </w:r>
      <w:r w:rsidRPr="004C3E92">
        <w:t>émue par son récit</w:t>
      </w:r>
      <w:r w:rsidR="004A4993">
        <w:t xml:space="preserve">, </w:t>
      </w:r>
      <w:r w:rsidRPr="004C3E92">
        <w:t>et plus encore par sa douleur</w:t>
      </w:r>
      <w:r w:rsidR="004A4993">
        <w:t xml:space="preserve">, </w:t>
      </w:r>
      <w:r w:rsidRPr="004C3E92">
        <w:t>était incap</w:t>
      </w:r>
      <w:r w:rsidRPr="004C3E92">
        <w:t>a</w:t>
      </w:r>
      <w:r w:rsidRPr="004C3E92">
        <w:t>ble de parler</w:t>
      </w:r>
      <w:r w:rsidR="004A4993">
        <w:t xml:space="preserve">. </w:t>
      </w:r>
      <w:r w:rsidRPr="004C3E92">
        <w:t>Il perçut son inquiétude</w:t>
      </w:r>
      <w:r w:rsidR="004A4993">
        <w:t xml:space="preserve">, </w:t>
      </w:r>
      <w:r w:rsidRPr="004C3E92">
        <w:t>et</w:t>
      </w:r>
      <w:r w:rsidR="004A4993">
        <w:t xml:space="preserve">, </w:t>
      </w:r>
      <w:r w:rsidRPr="004C3E92">
        <w:t>venant à elle</w:t>
      </w:r>
      <w:r w:rsidR="004A4993">
        <w:t xml:space="preserve">, </w:t>
      </w:r>
      <w:r w:rsidRPr="004C3E92">
        <w:t>lui prit la main</w:t>
      </w:r>
      <w:r w:rsidR="004A4993">
        <w:t xml:space="preserve">, </w:t>
      </w:r>
      <w:r w:rsidRPr="004C3E92">
        <w:t>la pressa et la baisa avec un respect reconnaissant</w:t>
      </w:r>
      <w:r w:rsidR="004A4993">
        <w:t xml:space="preserve">. </w:t>
      </w:r>
      <w:r w:rsidRPr="004C3E92">
        <w:t>Quelques minutes supplémentaires d</w:t>
      </w:r>
      <w:r w:rsidR="004A4993">
        <w:t>’</w:t>
      </w:r>
      <w:r w:rsidRPr="004C3E92">
        <w:t>efforts silencieux lui pe</w:t>
      </w:r>
      <w:r w:rsidRPr="004C3E92">
        <w:t>r</w:t>
      </w:r>
      <w:r w:rsidRPr="004C3E92">
        <w:t>mirent de poursuivre avec calme</w:t>
      </w:r>
      <w:r w:rsidR="004A4993">
        <w:t>.</w:t>
      </w:r>
    </w:p>
    <w:p w14:paraId="33713E26" w14:textId="77777777" w:rsidR="004A4993" w:rsidRDefault="004A4993" w:rsidP="004A4993">
      <w:r>
        <w:t>— </w:t>
      </w:r>
      <w:r w:rsidR="008C5C61" w:rsidRPr="004C3E92">
        <w:t>Ce fut seulement près de trois ans après cette période malheureuse que je rentrai en Angleterre</w:t>
      </w:r>
      <w:r>
        <w:t xml:space="preserve">. </w:t>
      </w:r>
      <w:r w:rsidR="008C5C61" w:rsidRPr="004C3E92">
        <w:t>Mon premier soin</w:t>
      </w:r>
      <w:r>
        <w:t xml:space="preserve">, </w:t>
      </w:r>
      <w:r w:rsidR="008C5C61" w:rsidRPr="004C3E92">
        <w:t>lorsque j</w:t>
      </w:r>
      <w:r>
        <w:t>’</w:t>
      </w:r>
      <w:r w:rsidR="008C5C61" w:rsidRPr="004C3E92">
        <w:t>y arrivai effectivement</w:t>
      </w:r>
      <w:r>
        <w:t xml:space="preserve">, </w:t>
      </w:r>
      <w:r w:rsidR="008C5C61" w:rsidRPr="004C3E92">
        <w:t xml:space="preserve">ce fut naturellement de la </w:t>
      </w:r>
      <w:r w:rsidR="008C5C61" w:rsidRPr="004C3E92">
        <w:lastRenderedPageBreak/>
        <w:t>r</w:t>
      </w:r>
      <w:r w:rsidR="008C5C61" w:rsidRPr="004C3E92">
        <w:t>e</w:t>
      </w:r>
      <w:r w:rsidR="008C5C61" w:rsidRPr="004C3E92">
        <w:t>chercher</w:t>
      </w:r>
      <w:r>
        <w:t xml:space="preserve"> ; </w:t>
      </w:r>
      <w:r w:rsidR="008C5C61" w:rsidRPr="004C3E92">
        <w:t>mais les recherches furent aussi infructueuses que mélancoliques</w:t>
      </w:r>
      <w:r>
        <w:t xml:space="preserve">. </w:t>
      </w:r>
      <w:r w:rsidR="008C5C61" w:rsidRPr="004C3E92">
        <w:t xml:space="preserve">Je ne </w:t>
      </w:r>
      <w:proofErr w:type="spellStart"/>
      <w:r w:rsidR="008C5C61" w:rsidRPr="004C3E92">
        <w:t>pus</w:t>
      </w:r>
      <w:proofErr w:type="spellEnd"/>
      <w:r w:rsidR="008C5C61" w:rsidRPr="004C3E92">
        <w:t xml:space="preserve"> trouver de traces d</w:t>
      </w:r>
      <w:r>
        <w:t>’</w:t>
      </w:r>
      <w:r w:rsidR="008C5C61" w:rsidRPr="004C3E92">
        <w:t>elle remontant plus haut qu</w:t>
      </w:r>
      <w:r>
        <w:t>’</w:t>
      </w:r>
      <w:r w:rsidR="008C5C61" w:rsidRPr="004C3E92">
        <w:t>à son premier séducteur</w:t>
      </w:r>
      <w:r>
        <w:t xml:space="preserve">, </w:t>
      </w:r>
      <w:r w:rsidR="008C5C61" w:rsidRPr="004C3E92">
        <w:t>et il y avait tout lieu de crai</w:t>
      </w:r>
      <w:r w:rsidR="008C5C61" w:rsidRPr="004C3E92">
        <w:t>n</w:t>
      </w:r>
      <w:r w:rsidR="008C5C61" w:rsidRPr="004C3E92">
        <w:t>dre qu</w:t>
      </w:r>
      <w:r>
        <w:t>’</w:t>
      </w:r>
      <w:r w:rsidR="008C5C61" w:rsidRPr="004C3E92">
        <w:t>elle ne se fût éloignée de lui que pour sombrer plus pr</w:t>
      </w:r>
      <w:r w:rsidR="008C5C61" w:rsidRPr="004C3E92">
        <w:t>o</w:t>
      </w:r>
      <w:r w:rsidR="008C5C61" w:rsidRPr="004C3E92">
        <w:t>fondément dans une vie de péché</w:t>
      </w:r>
      <w:r>
        <w:t xml:space="preserve">. </w:t>
      </w:r>
      <w:r w:rsidR="008C5C61" w:rsidRPr="004C3E92">
        <w:t>L</w:t>
      </w:r>
      <w:r>
        <w:t>’</w:t>
      </w:r>
      <w:r w:rsidR="008C5C61" w:rsidRPr="004C3E92">
        <w:t>allocation à laquelle la loi lui donnait droit était hors de toute proportion avec sa fortune</w:t>
      </w:r>
      <w:r>
        <w:t xml:space="preserve">, </w:t>
      </w:r>
      <w:r w:rsidR="008C5C61" w:rsidRPr="004C3E92">
        <w:t>et ne lui permettait même pas de vivre à l</w:t>
      </w:r>
      <w:r>
        <w:t>’</w:t>
      </w:r>
      <w:r w:rsidR="008C5C61" w:rsidRPr="004C3E92">
        <w:t>aise</w:t>
      </w:r>
      <w:r>
        <w:t xml:space="preserve"> ; </w:t>
      </w:r>
      <w:r w:rsidR="008C5C61" w:rsidRPr="004C3E92">
        <w:t>et j</w:t>
      </w:r>
      <w:r>
        <w:t>’</w:t>
      </w:r>
      <w:r w:rsidR="008C5C61" w:rsidRPr="004C3E92">
        <w:t>appris par mon frère qu</w:t>
      </w:r>
      <w:r>
        <w:t>’</w:t>
      </w:r>
      <w:r w:rsidR="008C5C61" w:rsidRPr="004C3E92">
        <w:t>une tierce personne avait été habilitée</w:t>
      </w:r>
      <w:r>
        <w:t xml:space="preserve">, </w:t>
      </w:r>
      <w:r w:rsidR="008C5C61" w:rsidRPr="004C3E92">
        <w:t>quelques mois auparavant</w:t>
      </w:r>
      <w:r>
        <w:t xml:space="preserve">, </w:t>
      </w:r>
      <w:r w:rsidR="008C5C61" w:rsidRPr="004C3E92">
        <w:t>à la toucher</w:t>
      </w:r>
      <w:r>
        <w:t xml:space="preserve">. </w:t>
      </w:r>
      <w:r w:rsidR="008C5C61" w:rsidRPr="004C3E92">
        <w:t>Il s</w:t>
      </w:r>
      <w:r>
        <w:t>’</w:t>
      </w:r>
      <w:r w:rsidR="008C5C61" w:rsidRPr="004C3E92">
        <w:t>imaginait</w:t>
      </w:r>
      <w:r>
        <w:t xml:space="preserve">, </w:t>
      </w:r>
      <w:r w:rsidR="008C5C61" w:rsidRPr="004C3E92">
        <w:t>et c</w:t>
      </w:r>
      <w:r>
        <w:t>’</w:t>
      </w:r>
      <w:r w:rsidR="008C5C61" w:rsidRPr="004C3E92">
        <w:t>est avec calme qu</w:t>
      </w:r>
      <w:r>
        <w:t>’</w:t>
      </w:r>
      <w:r w:rsidR="008C5C61" w:rsidRPr="004C3E92">
        <w:t>il pouvait s</w:t>
      </w:r>
      <w:r>
        <w:t>’</w:t>
      </w:r>
      <w:r w:rsidR="008C5C61" w:rsidRPr="004C3E92">
        <w:t>imaginer cela</w:t>
      </w:r>
      <w:r>
        <w:t xml:space="preserve">, </w:t>
      </w:r>
      <w:r w:rsidR="008C5C61" w:rsidRPr="004C3E92">
        <w:t>que sa prodigalité et la détresse qui en avait été la conséquence l</w:t>
      </w:r>
      <w:r>
        <w:t>’</w:t>
      </w:r>
      <w:r w:rsidR="008C5C61" w:rsidRPr="004C3E92">
        <w:t>avaient obligée à en disposer pour jouir d</w:t>
      </w:r>
      <w:r>
        <w:t>’</w:t>
      </w:r>
      <w:r w:rsidR="008C5C61" w:rsidRPr="004C3E92">
        <w:t>un secours immédiat</w:t>
      </w:r>
      <w:r>
        <w:t xml:space="preserve">. </w:t>
      </w:r>
      <w:r w:rsidR="008C5C61" w:rsidRPr="004C3E92">
        <w:t>Enfin</w:t>
      </w:r>
      <w:r>
        <w:t xml:space="preserve">, </w:t>
      </w:r>
      <w:r w:rsidR="008C5C61" w:rsidRPr="004C3E92">
        <w:t>cependant</w:t>
      </w:r>
      <w:r>
        <w:t xml:space="preserve">, </w:t>
      </w:r>
      <w:r w:rsidR="008C5C61" w:rsidRPr="004C3E92">
        <w:t>et après que j</w:t>
      </w:r>
      <w:r>
        <w:t>’</w:t>
      </w:r>
      <w:r w:rsidR="008C5C61" w:rsidRPr="004C3E92">
        <w:t>eus passé six mois en Angleterre</w:t>
      </w:r>
      <w:r>
        <w:t xml:space="preserve">, </w:t>
      </w:r>
      <w:r w:rsidR="008C5C61" w:rsidRPr="004C3E92">
        <w:t>je la retrouvai</w:t>
      </w:r>
      <w:r>
        <w:t xml:space="preserve">. </w:t>
      </w:r>
      <w:r w:rsidR="008C5C61" w:rsidRPr="004C3E92">
        <w:t>L</w:t>
      </w:r>
      <w:r>
        <w:t>’</w:t>
      </w:r>
      <w:r w:rsidR="008C5C61" w:rsidRPr="004C3E92">
        <w:t>amitié pour un de mes anciens domestiques</w:t>
      </w:r>
      <w:r>
        <w:t xml:space="preserve">, </w:t>
      </w:r>
      <w:r w:rsidR="008C5C61" w:rsidRPr="004C3E92">
        <w:t>qui avait</w:t>
      </w:r>
      <w:r>
        <w:t xml:space="preserve">, </w:t>
      </w:r>
      <w:r w:rsidR="008C5C61" w:rsidRPr="004C3E92">
        <w:t>depuis</w:t>
      </w:r>
      <w:r>
        <w:t xml:space="preserve">, </w:t>
      </w:r>
      <w:r w:rsidR="008C5C61" w:rsidRPr="004C3E92">
        <w:t>eu des malheurs</w:t>
      </w:r>
      <w:r>
        <w:t xml:space="preserve">, </w:t>
      </w:r>
      <w:r w:rsidR="008C5C61" w:rsidRPr="004C3E92">
        <w:t>me conduisit à lui rendre visite dans une prison pr</w:t>
      </w:r>
      <w:r w:rsidR="008C5C61" w:rsidRPr="004C3E92">
        <w:t>o</w:t>
      </w:r>
      <w:r w:rsidR="008C5C61" w:rsidRPr="004C3E92">
        <w:t>visoire pour dettes</w:t>
      </w:r>
      <w:r>
        <w:t xml:space="preserve">, </w:t>
      </w:r>
      <w:r w:rsidR="008C5C61" w:rsidRPr="004C3E92">
        <w:t>où il était enfermé</w:t>
      </w:r>
      <w:r>
        <w:t xml:space="preserve"> ; </w:t>
      </w:r>
      <w:r w:rsidR="008C5C61" w:rsidRPr="004C3E92">
        <w:t>et là</w:t>
      </w:r>
      <w:r>
        <w:t xml:space="preserve">, </w:t>
      </w:r>
      <w:r w:rsidR="008C5C61" w:rsidRPr="004C3E92">
        <w:t>dans cette même maison</w:t>
      </w:r>
      <w:r>
        <w:t xml:space="preserve">, </w:t>
      </w:r>
      <w:r w:rsidR="008C5C61" w:rsidRPr="004C3E92">
        <w:t>subissant une réclusion analogue</w:t>
      </w:r>
      <w:r>
        <w:t xml:space="preserve">, </w:t>
      </w:r>
      <w:r w:rsidR="008C5C61" w:rsidRPr="004C3E92">
        <w:t>était ma sœur info</w:t>
      </w:r>
      <w:r w:rsidR="008C5C61" w:rsidRPr="004C3E92">
        <w:t>r</w:t>
      </w:r>
      <w:r w:rsidR="008C5C61" w:rsidRPr="004C3E92">
        <w:t>tunée</w:t>
      </w:r>
      <w:r>
        <w:t xml:space="preserve">. </w:t>
      </w:r>
      <w:r w:rsidR="008C5C61" w:rsidRPr="004C3E92">
        <w:t>Combien changée</w:t>
      </w:r>
      <w:r>
        <w:t xml:space="preserve">, </w:t>
      </w:r>
      <w:r w:rsidR="008C5C61" w:rsidRPr="004C3E92">
        <w:t>combien fanée</w:t>
      </w:r>
      <w:r>
        <w:t xml:space="preserve">, </w:t>
      </w:r>
      <w:r w:rsidR="008C5C61" w:rsidRPr="004C3E92">
        <w:t>usée par les souffra</w:t>
      </w:r>
      <w:r w:rsidR="008C5C61" w:rsidRPr="004C3E92">
        <w:t>n</w:t>
      </w:r>
      <w:r w:rsidR="008C5C61" w:rsidRPr="004C3E92">
        <w:t>ces aiguës de toute espèce</w:t>
      </w:r>
      <w:r>
        <w:t xml:space="preserve"> ! </w:t>
      </w:r>
      <w:r w:rsidR="008C5C61" w:rsidRPr="004C3E92">
        <w:t>C</w:t>
      </w:r>
      <w:r>
        <w:t>’</w:t>
      </w:r>
      <w:r w:rsidR="008C5C61" w:rsidRPr="004C3E92">
        <w:t>est à peine si je pus croire que la silhouette mélancolique et maladive que j</w:t>
      </w:r>
      <w:r>
        <w:t>’</w:t>
      </w:r>
      <w:r w:rsidR="008C5C61" w:rsidRPr="004C3E92">
        <w:t>avais devant les yeux était ce qui restait de la jeune fille ravissante</w:t>
      </w:r>
      <w:r>
        <w:t xml:space="preserve">, </w:t>
      </w:r>
      <w:r w:rsidR="008C5C61" w:rsidRPr="004C3E92">
        <w:t>épanouie</w:t>
      </w:r>
      <w:r>
        <w:t xml:space="preserve">, </w:t>
      </w:r>
      <w:r w:rsidR="008C5C61" w:rsidRPr="004C3E92">
        <w:t>en ple</w:t>
      </w:r>
      <w:r w:rsidR="008C5C61" w:rsidRPr="004C3E92">
        <w:t>i</w:t>
      </w:r>
      <w:r w:rsidR="008C5C61" w:rsidRPr="004C3E92">
        <w:t>ne santé</w:t>
      </w:r>
      <w:r>
        <w:t xml:space="preserve">, </w:t>
      </w:r>
      <w:r w:rsidR="008C5C61" w:rsidRPr="004C3E92">
        <w:t>dont j</w:t>
      </w:r>
      <w:r>
        <w:t>’</w:t>
      </w:r>
      <w:r w:rsidR="008C5C61" w:rsidRPr="004C3E92">
        <w:t>avais jadis été fou</w:t>
      </w:r>
      <w:r>
        <w:t xml:space="preserve">. </w:t>
      </w:r>
      <w:r w:rsidR="008C5C61" w:rsidRPr="004C3E92">
        <w:t>Ce que j</w:t>
      </w:r>
      <w:r>
        <w:t>’</w:t>
      </w:r>
      <w:r w:rsidR="008C5C61" w:rsidRPr="004C3E92">
        <w:t>ai souffert en la voyant ainsi</w:t>
      </w:r>
      <w:r>
        <w:t xml:space="preserve"> !… </w:t>
      </w:r>
      <w:r w:rsidR="008C5C61" w:rsidRPr="004C3E92">
        <w:t>Mais je n</w:t>
      </w:r>
      <w:r>
        <w:t>’</w:t>
      </w:r>
      <w:r w:rsidR="008C5C61" w:rsidRPr="004C3E92">
        <w:t>ai aucun droit à blesser vos susceptib</w:t>
      </w:r>
      <w:r w:rsidR="008C5C61" w:rsidRPr="004C3E92">
        <w:t>i</w:t>
      </w:r>
      <w:r w:rsidR="008C5C61" w:rsidRPr="004C3E92">
        <w:t>lités en tentant de décrire ma douleur</w:t>
      </w:r>
      <w:r>
        <w:t xml:space="preserve"> – </w:t>
      </w:r>
      <w:r w:rsidR="008C5C61" w:rsidRPr="004C3E92">
        <w:t>je vous ai déjà fait trop de peine</w:t>
      </w:r>
      <w:r>
        <w:t xml:space="preserve">. </w:t>
      </w:r>
      <w:r w:rsidR="008C5C61" w:rsidRPr="004C3E92">
        <w:t>Qu</w:t>
      </w:r>
      <w:r>
        <w:t>’</w:t>
      </w:r>
      <w:r w:rsidR="008C5C61" w:rsidRPr="004C3E92">
        <w:t>elle fût</w:t>
      </w:r>
      <w:r>
        <w:t xml:space="preserve">, </w:t>
      </w:r>
      <w:r w:rsidR="008C5C61" w:rsidRPr="004C3E92">
        <w:t>selon toute apparence</w:t>
      </w:r>
      <w:r>
        <w:t xml:space="preserve">, </w:t>
      </w:r>
      <w:r w:rsidR="008C5C61" w:rsidRPr="004C3E92">
        <w:t>au dernier stade de la phtisie</w:t>
      </w:r>
      <w:r>
        <w:t xml:space="preserve">, </w:t>
      </w:r>
      <w:r w:rsidR="008C5C61" w:rsidRPr="004C3E92">
        <w:t>ce fut là</w:t>
      </w:r>
      <w:r>
        <w:t xml:space="preserve"> – </w:t>
      </w:r>
      <w:r w:rsidR="008C5C61" w:rsidRPr="004C3E92">
        <w:t>oui</w:t>
      </w:r>
      <w:r>
        <w:t xml:space="preserve">, </w:t>
      </w:r>
      <w:r w:rsidR="008C5C61" w:rsidRPr="004C3E92">
        <w:t>dans une telle situation</w:t>
      </w:r>
      <w:r>
        <w:t xml:space="preserve">, </w:t>
      </w:r>
      <w:r w:rsidR="008C5C61" w:rsidRPr="004C3E92">
        <w:t>ce fut ma plus grande consolation</w:t>
      </w:r>
      <w:r>
        <w:t xml:space="preserve"> ! </w:t>
      </w:r>
      <w:r w:rsidR="008C5C61" w:rsidRPr="004C3E92">
        <w:t>La vie ne pouvait rien pour elle</w:t>
      </w:r>
      <w:r>
        <w:t xml:space="preserve">, </w:t>
      </w:r>
      <w:r w:rsidR="008C5C61" w:rsidRPr="004C3E92">
        <w:t>si ce n</w:t>
      </w:r>
      <w:r>
        <w:t>’</w:t>
      </w:r>
      <w:r w:rsidR="008C5C61" w:rsidRPr="004C3E92">
        <w:t>est lui donner le temps de se mieux préparer à la mort</w:t>
      </w:r>
      <w:r>
        <w:t xml:space="preserve">, </w:t>
      </w:r>
      <w:r w:rsidR="008C5C61" w:rsidRPr="004C3E92">
        <w:t>et cela lui fut octroyé</w:t>
      </w:r>
      <w:r>
        <w:t xml:space="preserve">. </w:t>
      </w:r>
      <w:r w:rsidR="008C5C61" w:rsidRPr="004C3E92">
        <w:t>Je la fis mettre dans un logement confortable</w:t>
      </w:r>
      <w:r>
        <w:t xml:space="preserve">, </w:t>
      </w:r>
      <w:r w:rsidR="008C5C61" w:rsidRPr="004C3E92">
        <w:t>avec des serviteurs convenables</w:t>
      </w:r>
      <w:r>
        <w:t xml:space="preserve"> ; </w:t>
      </w:r>
      <w:r w:rsidR="008C5C61" w:rsidRPr="004C3E92">
        <w:t>je lui fis visite tous les jours pe</w:t>
      </w:r>
      <w:r w:rsidR="008C5C61" w:rsidRPr="004C3E92">
        <w:t>n</w:t>
      </w:r>
      <w:r w:rsidR="008C5C61" w:rsidRPr="004C3E92">
        <w:t>dant le reste de sa courte vie</w:t>
      </w:r>
      <w:r>
        <w:t xml:space="preserve"> ; </w:t>
      </w:r>
      <w:r w:rsidR="008C5C61" w:rsidRPr="004C3E92">
        <w:t>je l</w:t>
      </w:r>
      <w:r>
        <w:t>’</w:t>
      </w:r>
      <w:r w:rsidR="008C5C61" w:rsidRPr="004C3E92">
        <w:t>assistai à ses derniers instants</w:t>
      </w:r>
      <w:r>
        <w:t>.</w:t>
      </w:r>
    </w:p>
    <w:p w14:paraId="6EB5C0D5" w14:textId="77777777" w:rsidR="004A4993" w:rsidRDefault="008C5C61" w:rsidP="004A4993">
      <w:r w:rsidRPr="004C3E92">
        <w:lastRenderedPageBreak/>
        <w:t>De nouveau</w:t>
      </w:r>
      <w:r w:rsidR="004A4993">
        <w:t xml:space="preserve">, </w:t>
      </w:r>
      <w:r w:rsidRPr="004C3E92">
        <w:t>il s</w:t>
      </w:r>
      <w:r w:rsidR="004A4993">
        <w:t>’</w:t>
      </w:r>
      <w:r w:rsidRPr="004C3E92">
        <w:t>arrêta pour se ressaisir</w:t>
      </w:r>
      <w:r w:rsidR="004A4993">
        <w:t xml:space="preserve"> ; </w:t>
      </w:r>
      <w:r w:rsidRPr="004C3E92">
        <w:t xml:space="preserve">et </w:t>
      </w:r>
      <w:proofErr w:type="spellStart"/>
      <w:r w:rsidRPr="004C3E92">
        <w:t>Elinor</w:t>
      </w:r>
      <w:proofErr w:type="spellEnd"/>
      <w:r w:rsidRPr="004C3E92">
        <w:t xml:space="preserve"> exprima ce qu</w:t>
      </w:r>
      <w:r w:rsidR="004A4993">
        <w:t>’</w:t>
      </w:r>
      <w:r w:rsidRPr="004C3E92">
        <w:t>elle éprouvait</w:t>
      </w:r>
      <w:r w:rsidR="004A4993">
        <w:t xml:space="preserve">, </w:t>
      </w:r>
      <w:r w:rsidRPr="004C3E92">
        <w:t>dans une exclamation de tendre sympathie à l</w:t>
      </w:r>
      <w:r w:rsidR="004A4993">
        <w:t>’</w:t>
      </w:r>
      <w:r w:rsidRPr="004C3E92">
        <w:t>égard de son ami infortuné</w:t>
      </w:r>
      <w:r w:rsidR="004A4993">
        <w:t>.</w:t>
      </w:r>
    </w:p>
    <w:p w14:paraId="7D520CE9" w14:textId="77777777" w:rsidR="004A4993" w:rsidRDefault="004A4993" w:rsidP="004A4993">
      <w:r>
        <w:t>— </w:t>
      </w:r>
      <w:r w:rsidR="008C5C61" w:rsidRPr="004C3E92">
        <w:t>Votre sœur</w:t>
      </w:r>
      <w:r>
        <w:t xml:space="preserve">, </w:t>
      </w:r>
      <w:r w:rsidR="008C5C61" w:rsidRPr="004C3E92">
        <w:t>je l</w:t>
      </w:r>
      <w:r>
        <w:t>’</w:t>
      </w:r>
      <w:r w:rsidR="008C5C61" w:rsidRPr="004C3E92">
        <w:t>espère</w:t>
      </w:r>
      <w:r>
        <w:t xml:space="preserve">, </w:t>
      </w:r>
      <w:r w:rsidR="008C5C61" w:rsidRPr="004C3E92">
        <w:t>ne pourra pas se froisser</w:t>
      </w:r>
      <w:r>
        <w:t xml:space="preserve">, </w:t>
      </w:r>
      <w:r w:rsidR="008C5C61" w:rsidRPr="004C3E92">
        <w:t>dit-il</w:t>
      </w:r>
      <w:r>
        <w:t xml:space="preserve">, </w:t>
      </w:r>
      <w:r w:rsidR="008C5C61" w:rsidRPr="004C3E92">
        <w:t>de la ressemblance que je me suis figurée entre elle et ma pa</w:t>
      </w:r>
      <w:r w:rsidR="008C5C61" w:rsidRPr="004C3E92">
        <w:t>u</w:t>
      </w:r>
      <w:r w:rsidR="008C5C61" w:rsidRPr="004C3E92">
        <w:t>vre compagne disgraciée</w:t>
      </w:r>
      <w:r>
        <w:t xml:space="preserve">. </w:t>
      </w:r>
      <w:r w:rsidR="008C5C61" w:rsidRPr="004C3E92">
        <w:t>Leur sort</w:t>
      </w:r>
      <w:r>
        <w:t xml:space="preserve">, </w:t>
      </w:r>
      <w:r w:rsidR="008C5C61" w:rsidRPr="004C3E92">
        <w:t>leur fortune</w:t>
      </w:r>
      <w:r>
        <w:t xml:space="preserve">, </w:t>
      </w:r>
      <w:r w:rsidR="008C5C61" w:rsidRPr="004C3E92">
        <w:t>ne pourront être les mêmes</w:t>
      </w:r>
      <w:r>
        <w:t xml:space="preserve"> ; </w:t>
      </w:r>
      <w:r w:rsidR="008C5C61" w:rsidRPr="004C3E92">
        <w:t>et si le caractère naturellement aimable de l</w:t>
      </w:r>
      <w:r>
        <w:t>’</w:t>
      </w:r>
      <w:r w:rsidR="008C5C61" w:rsidRPr="004C3E92">
        <w:t>une avait été protégé par un esprit plus ferme ou un mariage plus heureux</w:t>
      </w:r>
      <w:r>
        <w:t xml:space="preserve">, </w:t>
      </w:r>
      <w:r w:rsidR="008C5C61" w:rsidRPr="004C3E92">
        <w:t>elle aurait pu être tout ce que</w:t>
      </w:r>
      <w:r>
        <w:t xml:space="preserve"> – </w:t>
      </w:r>
      <w:r w:rsidR="008C5C61" w:rsidRPr="004C3E92">
        <w:t>vous vivrez pour le voir</w:t>
      </w:r>
      <w:r>
        <w:t xml:space="preserve"> – </w:t>
      </w:r>
      <w:r w:rsidR="008C5C61" w:rsidRPr="004C3E92">
        <w:t>sera l</w:t>
      </w:r>
      <w:r>
        <w:t>’</w:t>
      </w:r>
      <w:r w:rsidR="008C5C61" w:rsidRPr="004C3E92">
        <w:t>autre</w:t>
      </w:r>
      <w:r>
        <w:t xml:space="preserve">. </w:t>
      </w:r>
      <w:r w:rsidR="008C5C61" w:rsidRPr="004C3E92">
        <w:t>Mais où mène tout cela</w:t>
      </w:r>
      <w:r>
        <w:t xml:space="preserve"> ? </w:t>
      </w:r>
      <w:r w:rsidR="008C5C61" w:rsidRPr="004C3E92">
        <w:t>J</w:t>
      </w:r>
      <w:r>
        <w:t>’</w:t>
      </w:r>
      <w:r w:rsidR="008C5C61" w:rsidRPr="004C3E92">
        <w:t>ai l</w:t>
      </w:r>
      <w:r>
        <w:t>’</w:t>
      </w:r>
      <w:r w:rsidR="008C5C61" w:rsidRPr="004C3E92">
        <w:t>air de vous avoir chagrinée pour rien</w:t>
      </w:r>
      <w:r>
        <w:t xml:space="preserve">. </w:t>
      </w:r>
      <w:r w:rsidR="008C5C61" w:rsidRPr="004C3E92">
        <w:t>Ah</w:t>
      </w:r>
      <w:r>
        <w:t xml:space="preserve">, </w:t>
      </w:r>
      <w:r w:rsidR="008C5C61" w:rsidRPr="004C3E92">
        <w:t xml:space="preserve">miss </w:t>
      </w:r>
      <w:proofErr w:type="spellStart"/>
      <w:r w:rsidR="008C5C61" w:rsidRPr="004C3E92">
        <w:t>Dashwood</w:t>
      </w:r>
      <w:proofErr w:type="spellEnd"/>
      <w:r>
        <w:t xml:space="preserve">, </w:t>
      </w:r>
      <w:r w:rsidR="008C5C61" w:rsidRPr="004C3E92">
        <w:t>un sujet comme celui-là</w:t>
      </w:r>
      <w:r>
        <w:t xml:space="preserve"> – </w:t>
      </w:r>
      <w:r w:rsidR="008C5C61" w:rsidRPr="004C3E92">
        <w:t>inviolé depuis quatorze ans</w:t>
      </w:r>
      <w:r>
        <w:t xml:space="preserve"> – </w:t>
      </w:r>
      <w:r w:rsidR="008C5C61" w:rsidRPr="004C3E92">
        <w:t>il est dangereux de le toucher si peu que ce soit</w:t>
      </w:r>
      <w:r>
        <w:t xml:space="preserve"> ! </w:t>
      </w:r>
      <w:r w:rsidR="008C5C61" w:rsidRPr="004C3E92">
        <w:t>Je veux être plus calme</w:t>
      </w:r>
      <w:r>
        <w:t xml:space="preserve">, </w:t>
      </w:r>
      <w:r w:rsidR="008C5C61" w:rsidRPr="004C3E92">
        <w:t>plus concis</w:t>
      </w:r>
      <w:r>
        <w:t xml:space="preserve">… </w:t>
      </w:r>
      <w:r w:rsidR="008C5C61" w:rsidRPr="004C3E92">
        <w:t>Elle laissa à mes soins son seul enfant</w:t>
      </w:r>
      <w:r>
        <w:t xml:space="preserve">, </w:t>
      </w:r>
      <w:r w:rsidR="008C5C61" w:rsidRPr="004C3E92">
        <w:t>une petite fille</w:t>
      </w:r>
      <w:r>
        <w:t xml:space="preserve">, </w:t>
      </w:r>
      <w:r w:rsidR="008C5C61" w:rsidRPr="004C3E92">
        <w:t>le fruit de sa première liaison coupable</w:t>
      </w:r>
      <w:r>
        <w:t xml:space="preserve">, </w:t>
      </w:r>
      <w:r w:rsidR="008C5C61" w:rsidRPr="004C3E92">
        <w:t>qui avait alors environ trois ans</w:t>
      </w:r>
      <w:r>
        <w:t xml:space="preserve">. </w:t>
      </w:r>
      <w:r w:rsidR="008C5C61" w:rsidRPr="004C3E92">
        <w:t>Elle aimait cette enfant</w:t>
      </w:r>
      <w:r>
        <w:t xml:space="preserve">, </w:t>
      </w:r>
      <w:r w:rsidR="008C5C61" w:rsidRPr="004C3E92">
        <w:t>et l</w:t>
      </w:r>
      <w:r>
        <w:t>’</w:t>
      </w:r>
      <w:r w:rsidR="008C5C61" w:rsidRPr="004C3E92">
        <w:t>avait toujours gardée auprès d</w:t>
      </w:r>
      <w:r>
        <w:t>’</w:t>
      </w:r>
      <w:r w:rsidR="008C5C61" w:rsidRPr="004C3E92">
        <w:t>elle</w:t>
      </w:r>
      <w:r>
        <w:t xml:space="preserve">. </w:t>
      </w:r>
      <w:r w:rsidR="008C5C61" w:rsidRPr="004C3E92">
        <w:t>Ce fut pour moi un dépôt précieux et estimé</w:t>
      </w:r>
      <w:r>
        <w:t xml:space="preserve"> ; </w:t>
      </w:r>
      <w:r w:rsidR="008C5C61" w:rsidRPr="004C3E92">
        <w:t>et je me serais v</w:t>
      </w:r>
      <w:r w:rsidR="008C5C61" w:rsidRPr="004C3E92">
        <w:t>o</w:t>
      </w:r>
      <w:r w:rsidR="008C5C61" w:rsidRPr="004C3E92">
        <w:t>lontiers acquitté de ma charge au sens le plus strict</w:t>
      </w:r>
      <w:r>
        <w:t xml:space="preserve">, </w:t>
      </w:r>
      <w:r w:rsidR="008C5C61" w:rsidRPr="004C3E92">
        <w:t>en veillant moi-même à son éducation</w:t>
      </w:r>
      <w:r>
        <w:t xml:space="preserve">, </w:t>
      </w:r>
      <w:r w:rsidR="008C5C61" w:rsidRPr="004C3E92">
        <w:t>si la nature de nos situations l</w:t>
      </w:r>
      <w:r>
        <w:t>’</w:t>
      </w:r>
      <w:r w:rsidR="008C5C61" w:rsidRPr="004C3E92">
        <w:t>avait permis</w:t>
      </w:r>
      <w:r>
        <w:t xml:space="preserve"> ; </w:t>
      </w:r>
      <w:r w:rsidR="008C5C61" w:rsidRPr="004C3E92">
        <w:t>mais je n</w:t>
      </w:r>
      <w:r>
        <w:t>’</w:t>
      </w:r>
      <w:r w:rsidR="008C5C61" w:rsidRPr="004C3E92">
        <w:t>avais pas de famille</w:t>
      </w:r>
      <w:r>
        <w:t xml:space="preserve">, </w:t>
      </w:r>
      <w:r w:rsidR="008C5C61" w:rsidRPr="004C3E92">
        <w:t>pas de foyer</w:t>
      </w:r>
      <w:r>
        <w:t xml:space="preserve"> ; </w:t>
      </w:r>
      <w:r w:rsidR="008C5C61" w:rsidRPr="004C3E92">
        <w:t>et ma pet</w:t>
      </w:r>
      <w:r w:rsidR="008C5C61" w:rsidRPr="004C3E92">
        <w:t>i</w:t>
      </w:r>
      <w:r w:rsidR="008C5C61" w:rsidRPr="004C3E92">
        <w:t>te Eliza fut donc placée à l</w:t>
      </w:r>
      <w:r>
        <w:t>’</w:t>
      </w:r>
      <w:r w:rsidR="008C5C61" w:rsidRPr="004C3E92">
        <w:t>école</w:t>
      </w:r>
      <w:r>
        <w:t xml:space="preserve">. </w:t>
      </w:r>
      <w:r w:rsidR="008C5C61" w:rsidRPr="004C3E92">
        <w:t>Je la voyais chaque fois que c</w:t>
      </w:r>
      <w:r w:rsidR="008C5C61" w:rsidRPr="004C3E92">
        <w:t>e</w:t>
      </w:r>
      <w:r w:rsidR="008C5C61" w:rsidRPr="004C3E92">
        <w:t>la m</w:t>
      </w:r>
      <w:r>
        <w:t>’</w:t>
      </w:r>
      <w:r w:rsidR="008C5C61" w:rsidRPr="004C3E92">
        <w:t>était possible</w:t>
      </w:r>
      <w:r>
        <w:t xml:space="preserve">, </w:t>
      </w:r>
      <w:r w:rsidR="008C5C61" w:rsidRPr="004C3E92">
        <w:t>et après la mort de mon frère</w:t>
      </w:r>
      <w:r>
        <w:t xml:space="preserve"> (</w:t>
      </w:r>
      <w:r w:rsidR="008C5C61" w:rsidRPr="004C3E92">
        <w:t>qui a eu lieu il y a environ cinq ans</w:t>
      </w:r>
      <w:r>
        <w:t xml:space="preserve">, </w:t>
      </w:r>
      <w:r w:rsidR="008C5C61" w:rsidRPr="004C3E92">
        <w:t>et qui m</w:t>
      </w:r>
      <w:r>
        <w:t>’</w:t>
      </w:r>
      <w:r w:rsidR="008C5C61" w:rsidRPr="004C3E92">
        <w:t>a laissé la possession du domaine familial</w:t>
      </w:r>
      <w:r>
        <w:t xml:space="preserve">), </w:t>
      </w:r>
      <w:r w:rsidR="008C5C61" w:rsidRPr="004C3E92">
        <w:t xml:space="preserve">elle est venue me voir fréquemment à </w:t>
      </w:r>
      <w:proofErr w:type="spellStart"/>
      <w:r w:rsidR="008C5C61" w:rsidRPr="004C3E92">
        <w:t>Delaford</w:t>
      </w:r>
      <w:proofErr w:type="spellEnd"/>
      <w:r>
        <w:t xml:space="preserve">. </w:t>
      </w:r>
      <w:r w:rsidR="008C5C61" w:rsidRPr="004C3E92">
        <w:t>Je la faisais passer pour une parente éloignée</w:t>
      </w:r>
      <w:r>
        <w:t xml:space="preserve"> ; </w:t>
      </w:r>
      <w:r w:rsidR="008C5C61" w:rsidRPr="004C3E92">
        <w:t>mais je sais fort bien qu</w:t>
      </w:r>
      <w:r>
        <w:t>’</w:t>
      </w:r>
      <w:r w:rsidR="008C5C61" w:rsidRPr="004C3E92">
        <w:t>on m</w:t>
      </w:r>
      <w:r>
        <w:t>’</w:t>
      </w:r>
      <w:r w:rsidR="008C5C61" w:rsidRPr="004C3E92">
        <w:t>a en général soupçonné d</w:t>
      </w:r>
      <w:r>
        <w:t>’</w:t>
      </w:r>
      <w:r w:rsidR="008C5C61" w:rsidRPr="004C3E92">
        <w:t>avoir avec elle un lien de p</w:t>
      </w:r>
      <w:r w:rsidR="008C5C61" w:rsidRPr="004C3E92">
        <w:t>a</w:t>
      </w:r>
      <w:r w:rsidR="008C5C61" w:rsidRPr="004C3E92">
        <w:t>renté beaucoup plus proche</w:t>
      </w:r>
      <w:r>
        <w:t xml:space="preserve">. </w:t>
      </w:r>
      <w:r w:rsidR="008C5C61" w:rsidRPr="004C3E92">
        <w:t>Il y a maintenant trois ans</w:t>
      </w:r>
      <w:r>
        <w:t xml:space="preserve"> (</w:t>
      </w:r>
      <w:r w:rsidR="008C5C61" w:rsidRPr="004C3E92">
        <w:t>elle v</w:t>
      </w:r>
      <w:r w:rsidR="008C5C61" w:rsidRPr="004C3E92">
        <w:t>e</w:t>
      </w:r>
      <w:r w:rsidR="008C5C61" w:rsidRPr="004C3E92">
        <w:t>nait d</w:t>
      </w:r>
      <w:r>
        <w:t>’</w:t>
      </w:r>
      <w:r w:rsidR="008C5C61" w:rsidRPr="004C3E92">
        <w:t>atteindre sa quatorzième année</w:t>
      </w:r>
      <w:r>
        <w:t xml:space="preserve">) </w:t>
      </w:r>
      <w:r w:rsidR="008C5C61" w:rsidRPr="004C3E92">
        <w:t>que je l</w:t>
      </w:r>
      <w:r>
        <w:t>’</w:t>
      </w:r>
      <w:r w:rsidR="008C5C61" w:rsidRPr="004C3E92">
        <w:t>ai retirée de l</w:t>
      </w:r>
      <w:r>
        <w:t>’</w:t>
      </w:r>
      <w:r w:rsidR="008C5C61" w:rsidRPr="004C3E92">
        <w:t>école pour la confier à la garde d</w:t>
      </w:r>
      <w:r>
        <w:t>’</w:t>
      </w:r>
      <w:r w:rsidR="008C5C61" w:rsidRPr="004C3E92">
        <w:t>une femme fort respectable</w:t>
      </w:r>
      <w:r>
        <w:t xml:space="preserve">, </w:t>
      </w:r>
      <w:r w:rsidR="008C5C61" w:rsidRPr="004C3E92">
        <w:t xml:space="preserve">habitant le </w:t>
      </w:r>
      <w:proofErr w:type="spellStart"/>
      <w:r w:rsidR="008C5C61" w:rsidRPr="004C3E92">
        <w:t>Dorsetshire</w:t>
      </w:r>
      <w:proofErr w:type="spellEnd"/>
      <w:r>
        <w:t xml:space="preserve">, </w:t>
      </w:r>
      <w:r w:rsidR="008C5C61" w:rsidRPr="004C3E92">
        <w:t>et à qui l</w:t>
      </w:r>
      <w:r>
        <w:t>’</w:t>
      </w:r>
      <w:r w:rsidR="008C5C61" w:rsidRPr="004C3E92">
        <w:t>on avait confié quatre ou cinq autres jeunes filles d</w:t>
      </w:r>
      <w:r>
        <w:t>’</w:t>
      </w:r>
      <w:r w:rsidR="008C5C61" w:rsidRPr="004C3E92">
        <w:t>un âge sensiblement analogue</w:t>
      </w:r>
      <w:r>
        <w:t xml:space="preserve">, </w:t>
      </w:r>
      <w:r w:rsidR="008C5C61" w:rsidRPr="004C3E92">
        <w:t>et</w:t>
      </w:r>
      <w:r>
        <w:t xml:space="preserve">, </w:t>
      </w:r>
      <w:r w:rsidR="008C5C61" w:rsidRPr="004C3E92">
        <w:t>pendant deux ans</w:t>
      </w:r>
      <w:r>
        <w:t xml:space="preserve">, </w:t>
      </w:r>
      <w:r w:rsidR="008C5C61" w:rsidRPr="004C3E92">
        <w:t>j</w:t>
      </w:r>
      <w:r>
        <w:t>’</w:t>
      </w:r>
      <w:r w:rsidR="008C5C61" w:rsidRPr="004C3E92">
        <w:t>ai eu tout lieu d</w:t>
      </w:r>
      <w:r>
        <w:t>’</w:t>
      </w:r>
      <w:r w:rsidR="008C5C61" w:rsidRPr="004C3E92">
        <w:t xml:space="preserve">être satisfait de </w:t>
      </w:r>
      <w:r w:rsidR="008C5C61" w:rsidRPr="004C3E92">
        <w:lastRenderedPageBreak/>
        <w:t>sa situation</w:t>
      </w:r>
      <w:r>
        <w:t xml:space="preserve">. </w:t>
      </w:r>
      <w:r w:rsidR="008C5C61" w:rsidRPr="004C3E92">
        <w:t>Mais</w:t>
      </w:r>
      <w:r>
        <w:t xml:space="preserve">, </w:t>
      </w:r>
      <w:r w:rsidR="008C5C61" w:rsidRPr="004C3E92">
        <w:t>au mois de février dernier</w:t>
      </w:r>
      <w:r>
        <w:t xml:space="preserve">, </w:t>
      </w:r>
      <w:r w:rsidR="008C5C61" w:rsidRPr="004C3E92">
        <w:t>voilà près d</w:t>
      </w:r>
      <w:r>
        <w:t>’</w:t>
      </w:r>
      <w:r w:rsidR="008C5C61" w:rsidRPr="004C3E92">
        <w:t>un an</w:t>
      </w:r>
      <w:r>
        <w:t xml:space="preserve">, </w:t>
      </w:r>
      <w:r w:rsidR="008C5C61" w:rsidRPr="004C3E92">
        <w:t>elle disparut so</w:t>
      </w:r>
      <w:r w:rsidR="008C5C61" w:rsidRPr="004C3E92">
        <w:t>u</w:t>
      </w:r>
      <w:r w:rsidR="008C5C61" w:rsidRPr="004C3E92">
        <w:t>dain</w:t>
      </w:r>
      <w:r>
        <w:t xml:space="preserve">. </w:t>
      </w:r>
      <w:r w:rsidR="008C5C61" w:rsidRPr="004C3E92">
        <w:t>Je l</w:t>
      </w:r>
      <w:r>
        <w:t>’</w:t>
      </w:r>
      <w:r w:rsidR="008C5C61" w:rsidRPr="004C3E92">
        <w:t>avais autorisée</w:t>
      </w:r>
      <w:r>
        <w:t xml:space="preserve"> (</w:t>
      </w:r>
      <w:r w:rsidR="008C5C61" w:rsidRPr="004C3E92">
        <w:t>imprudemment</w:t>
      </w:r>
      <w:r>
        <w:t xml:space="preserve">, </w:t>
      </w:r>
      <w:r w:rsidR="008C5C61" w:rsidRPr="004C3E92">
        <w:t>comme la suite l</w:t>
      </w:r>
      <w:r>
        <w:t>’</w:t>
      </w:r>
      <w:r w:rsidR="008C5C61" w:rsidRPr="004C3E92">
        <w:t>a révélé</w:t>
      </w:r>
      <w:r>
        <w:t xml:space="preserve">), </w:t>
      </w:r>
      <w:r w:rsidR="008C5C61" w:rsidRPr="004C3E92">
        <w:t>sur son désir instant</w:t>
      </w:r>
      <w:r>
        <w:t xml:space="preserve">, </w:t>
      </w:r>
      <w:r w:rsidR="008C5C61" w:rsidRPr="004C3E92">
        <w:t>à se rendre à Bath avec une de ses jeunes amies</w:t>
      </w:r>
      <w:r>
        <w:t xml:space="preserve">, </w:t>
      </w:r>
      <w:r w:rsidR="008C5C61" w:rsidRPr="004C3E92">
        <w:t>qui accompagnait son père</w:t>
      </w:r>
      <w:r>
        <w:t xml:space="preserve">, </w:t>
      </w:r>
      <w:r w:rsidR="008C5C61" w:rsidRPr="004C3E92">
        <w:t>lequel y allait pour sa santé</w:t>
      </w:r>
      <w:r>
        <w:t xml:space="preserve">. </w:t>
      </w:r>
      <w:r w:rsidR="008C5C61" w:rsidRPr="004C3E92">
        <w:t>Je le connaissais comme un excellent homme</w:t>
      </w:r>
      <w:r>
        <w:t xml:space="preserve">, </w:t>
      </w:r>
      <w:r w:rsidR="008C5C61" w:rsidRPr="004C3E92">
        <w:t>et j</w:t>
      </w:r>
      <w:r>
        <w:t>’</w:t>
      </w:r>
      <w:r w:rsidR="008C5C61" w:rsidRPr="004C3E92">
        <w:t>avais bonne opinion de sa fille</w:t>
      </w:r>
      <w:r>
        <w:t xml:space="preserve"> – </w:t>
      </w:r>
      <w:r w:rsidR="008C5C61" w:rsidRPr="004C3E92">
        <w:t>meilleure qu</w:t>
      </w:r>
      <w:r>
        <w:t>’</w:t>
      </w:r>
      <w:r w:rsidR="008C5C61" w:rsidRPr="004C3E92">
        <w:t>elle ne le méritait</w:t>
      </w:r>
      <w:r>
        <w:t xml:space="preserve">, </w:t>
      </w:r>
      <w:r w:rsidR="008C5C61" w:rsidRPr="004C3E92">
        <w:t>car</w:t>
      </w:r>
      <w:r>
        <w:t xml:space="preserve">, </w:t>
      </w:r>
      <w:r w:rsidR="008C5C61" w:rsidRPr="004C3E92">
        <w:t>gardant fort obstinément et à bien mauvais escient le secret</w:t>
      </w:r>
      <w:r>
        <w:t xml:space="preserve">, </w:t>
      </w:r>
      <w:r w:rsidR="008C5C61" w:rsidRPr="004C3E92">
        <w:t>elle ne voulut rien dire</w:t>
      </w:r>
      <w:r>
        <w:t xml:space="preserve">, </w:t>
      </w:r>
      <w:r w:rsidR="008C5C61" w:rsidRPr="004C3E92">
        <w:t>et ne donner aucune indication</w:t>
      </w:r>
      <w:r>
        <w:t xml:space="preserve">, </w:t>
      </w:r>
      <w:r w:rsidR="008C5C61" w:rsidRPr="004C3E92">
        <w:t>bien qu</w:t>
      </w:r>
      <w:r>
        <w:t>’</w:t>
      </w:r>
      <w:r w:rsidR="008C5C61" w:rsidRPr="004C3E92">
        <w:t>elle sût certainement tout</w:t>
      </w:r>
      <w:r>
        <w:t xml:space="preserve">. </w:t>
      </w:r>
      <w:r w:rsidR="008C5C61" w:rsidRPr="004C3E92">
        <w:t>Lui</w:t>
      </w:r>
      <w:r>
        <w:t xml:space="preserve">, </w:t>
      </w:r>
      <w:r w:rsidR="008C5C61" w:rsidRPr="004C3E92">
        <w:t>le père</w:t>
      </w:r>
      <w:r>
        <w:t xml:space="preserve">, </w:t>
      </w:r>
      <w:r w:rsidR="008C5C61" w:rsidRPr="004C3E92">
        <w:t>homme bien intentionné</w:t>
      </w:r>
      <w:r>
        <w:t xml:space="preserve">, </w:t>
      </w:r>
      <w:r w:rsidR="008C5C61" w:rsidRPr="004C3E92">
        <w:t>mais peu perspicace</w:t>
      </w:r>
      <w:r>
        <w:t xml:space="preserve">, </w:t>
      </w:r>
      <w:r w:rsidR="008C5C61" w:rsidRPr="004C3E92">
        <w:t>ne put sincèrement</w:t>
      </w:r>
      <w:r>
        <w:t xml:space="preserve">, </w:t>
      </w:r>
      <w:r w:rsidR="008C5C61" w:rsidRPr="004C3E92">
        <w:t>je crois</w:t>
      </w:r>
      <w:r>
        <w:t xml:space="preserve">, </w:t>
      </w:r>
      <w:r w:rsidR="008C5C61" w:rsidRPr="004C3E92">
        <w:t>donner aucun renseignement</w:t>
      </w:r>
      <w:r>
        <w:t xml:space="preserve">, </w:t>
      </w:r>
      <w:r w:rsidR="008C5C61" w:rsidRPr="004C3E92">
        <w:t>car il était généralement resté enfermé à la ma</w:t>
      </w:r>
      <w:r w:rsidR="008C5C61" w:rsidRPr="004C3E92">
        <w:t>i</w:t>
      </w:r>
      <w:r w:rsidR="008C5C61" w:rsidRPr="004C3E92">
        <w:t>son</w:t>
      </w:r>
      <w:r>
        <w:t xml:space="preserve">, </w:t>
      </w:r>
      <w:r w:rsidR="008C5C61" w:rsidRPr="004C3E92">
        <w:t>cependant que les jeunes filles se promenaient par la ville et faisaient les connaissances qu</w:t>
      </w:r>
      <w:r>
        <w:t>’</w:t>
      </w:r>
      <w:r w:rsidR="008C5C61" w:rsidRPr="004C3E92">
        <w:t>il leur plaisait</w:t>
      </w:r>
      <w:r>
        <w:t xml:space="preserve"> ; </w:t>
      </w:r>
      <w:r w:rsidR="008C5C61" w:rsidRPr="004C3E92">
        <w:t>et il essaya de me convaincre</w:t>
      </w:r>
      <w:r>
        <w:t xml:space="preserve">, </w:t>
      </w:r>
      <w:r w:rsidR="008C5C61" w:rsidRPr="004C3E92">
        <w:t>aussi foncièrement qu</w:t>
      </w:r>
      <w:r>
        <w:t>’</w:t>
      </w:r>
      <w:r w:rsidR="008C5C61" w:rsidRPr="004C3E92">
        <w:t>il en était convaincu lui-même</w:t>
      </w:r>
      <w:r>
        <w:t xml:space="preserve">, </w:t>
      </w:r>
      <w:r w:rsidR="008C5C61" w:rsidRPr="004C3E92">
        <w:t>que sa fille n</w:t>
      </w:r>
      <w:r>
        <w:t>’</w:t>
      </w:r>
      <w:r w:rsidR="008C5C61" w:rsidRPr="004C3E92">
        <w:t>était mêlée en rien à l</w:t>
      </w:r>
      <w:r>
        <w:t>’</w:t>
      </w:r>
      <w:r w:rsidR="008C5C61" w:rsidRPr="004C3E92">
        <w:t>affaire</w:t>
      </w:r>
      <w:r>
        <w:t xml:space="preserve">. </w:t>
      </w:r>
      <w:r w:rsidR="008C5C61" w:rsidRPr="004C3E92">
        <w:t>Bref</w:t>
      </w:r>
      <w:r>
        <w:t xml:space="preserve">, </w:t>
      </w:r>
      <w:r w:rsidR="008C5C61" w:rsidRPr="004C3E92">
        <w:t xml:space="preserve">je ne </w:t>
      </w:r>
      <w:proofErr w:type="spellStart"/>
      <w:r w:rsidR="008C5C61" w:rsidRPr="004C3E92">
        <w:t>pus</w:t>
      </w:r>
      <w:proofErr w:type="spellEnd"/>
      <w:r w:rsidR="008C5C61" w:rsidRPr="004C3E92">
        <w:t xml:space="preserve"> rien apprendre</w:t>
      </w:r>
      <w:r>
        <w:t xml:space="preserve">, </w:t>
      </w:r>
      <w:r w:rsidR="008C5C61" w:rsidRPr="004C3E92">
        <w:t>si ce n</w:t>
      </w:r>
      <w:r>
        <w:t>’</w:t>
      </w:r>
      <w:r w:rsidR="008C5C61" w:rsidRPr="004C3E92">
        <w:t>est qu</w:t>
      </w:r>
      <w:r>
        <w:t>’</w:t>
      </w:r>
      <w:r w:rsidR="008C5C61" w:rsidRPr="004C3E92">
        <w:t>elle était partie</w:t>
      </w:r>
      <w:r>
        <w:t xml:space="preserve"> ; </w:t>
      </w:r>
      <w:r w:rsidR="008C5C61" w:rsidRPr="004C3E92">
        <w:t>tout le reste</w:t>
      </w:r>
      <w:r>
        <w:t xml:space="preserve">, </w:t>
      </w:r>
      <w:r w:rsidR="008C5C61" w:rsidRPr="004C3E92">
        <w:t>pe</w:t>
      </w:r>
      <w:r w:rsidR="008C5C61" w:rsidRPr="004C3E92">
        <w:t>n</w:t>
      </w:r>
      <w:r w:rsidR="008C5C61" w:rsidRPr="004C3E92">
        <w:t>dant huit longs mois</w:t>
      </w:r>
      <w:r>
        <w:t xml:space="preserve">, </w:t>
      </w:r>
      <w:r w:rsidR="008C5C61" w:rsidRPr="004C3E92">
        <w:t>fut laissé aux conjectures</w:t>
      </w:r>
      <w:r>
        <w:t xml:space="preserve">. </w:t>
      </w:r>
      <w:r w:rsidR="008C5C61" w:rsidRPr="004C3E92">
        <w:t>Ce que j</w:t>
      </w:r>
      <w:r>
        <w:t>’</w:t>
      </w:r>
      <w:r w:rsidR="008C5C61" w:rsidRPr="004C3E92">
        <w:t>ai pe</w:t>
      </w:r>
      <w:r w:rsidR="008C5C61" w:rsidRPr="004C3E92">
        <w:t>n</w:t>
      </w:r>
      <w:r w:rsidR="008C5C61" w:rsidRPr="004C3E92">
        <w:t>sé</w:t>
      </w:r>
      <w:r>
        <w:t xml:space="preserve">, </w:t>
      </w:r>
      <w:r w:rsidR="008C5C61" w:rsidRPr="004C3E92">
        <w:t>ce que j</w:t>
      </w:r>
      <w:r>
        <w:t>’</w:t>
      </w:r>
      <w:r w:rsidR="008C5C61" w:rsidRPr="004C3E92">
        <w:t>ai craint</w:t>
      </w:r>
      <w:r>
        <w:t xml:space="preserve">, </w:t>
      </w:r>
      <w:r w:rsidR="008C5C61" w:rsidRPr="004C3E92">
        <w:t>on peut se l</w:t>
      </w:r>
      <w:r>
        <w:t>’</w:t>
      </w:r>
      <w:r w:rsidR="008C5C61" w:rsidRPr="004C3E92">
        <w:t>imaginer</w:t>
      </w:r>
      <w:r>
        <w:t xml:space="preserve"> ; </w:t>
      </w:r>
      <w:r w:rsidR="008C5C61" w:rsidRPr="004C3E92">
        <w:t>et aussi ce que j</w:t>
      </w:r>
      <w:r>
        <w:t>’</w:t>
      </w:r>
      <w:r w:rsidR="008C5C61" w:rsidRPr="004C3E92">
        <w:t>ai souffert</w:t>
      </w:r>
      <w:r>
        <w:t>.</w:t>
      </w:r>
    </w:p>
    <w:p w14:paraId="01FB02CA" w14:textId="77777777" w:rsidR="004A4993" w:rsidRDefault="004A4993" w:rsidP="004A4993">
      <w:r>
        <w:t>— </w:t>
      </w:r>
      <w:r w:rsidR="008C5C61" w:rsidRPr="004C3E92">
        <w:t>Juste ciel</w:t>
      </w:r>
      <w:r>
        <w:t xml:space="preserve"> ! </w:t>
      </w:r>
      <w:r w:rsidR="008C5C61" w:rsidRPr="004C3E92">
        <w:t>s</w:t>
      </w:r>
      <w:r>
        <w:t>’</w:t>
      </w:r>
      <w:r w:rsidR="008C5C61" w:rsidRPr="004C3E92">
        <w:t xml:space="preserve">écria </w:t>
      </w:r>
      <w:proofErr w:type="spellStart"/>
      <w:r w:rsidR="008C5C61" w:rsidRPr="004C3E92">
        <w:t>Elinor</w:t>
      </w:r>
      <w:proofErr w:type="spellEnd"/>
      <w:r>
        <w:t xml:space="preserve">, </w:t>
      </w:r>
      <w:r w:rsidR="008C5C61" w:rsidRPr="004C3E92">
        <w:t>se peut-il</w:t>
      </w:r>
      <w:r>
        <w:t xml:space="preserve"> ? </w:t>
      </w:r>
      <w:r w:rsidR="008C5C61" w:rsidRPr="004C3E92">
        <w:t>Se peut-il que Wi</w:t>
      </w:r>
      <w:r w:rsidR="008C5C61" w:rsidRPr="004C3E92">
        <w:t>l</w:t>
      </w:r>
      <w:r w:rsidR="008C5C61" w:rsidRPr="004C3E92">
        <w:t>loughby</w:t>
      </w:r>
      <w:r>
        <w:t>… ?</w:t>
      </w:r>
    </w:p>
    <w:p w14:paraId="3958FA61" w14:textId="77777777" w:rsidR="004A4993" w:rsidRDefault="004A4993" w:rsidP="004A4993">
      <w:r>
        <w:t>— </w:t>
      </w:r>
      <w:r w:rsidR="008C5C61" w:rsidRPr="004C3E92">
        <w:t>La première nouvelle que j</w:t>
      </w:r>
      <w:r>
        <w:t>’</w:t>
      </w:r>
      <w:r w:rsidR="008C5C61" w:rsidRPr="004C3E92">
        <w:t>aie reçue d</w:t>
      </w:r>
      <w:r>
        <w:t>’</w:t>
      </w:r>
      <w:r w:rsidR="008C5C61" w:rsidRPr="004C3E92">
        <w:t>elle</w:t>
      </w:r>
      <w:r>
        <w:t xml:space="preserve">, </w:t>
      </w:r>
      <w:r w:rsidR="008C5C61" w:rsidRPr="004C3E92">
        <w:t>reprit-il</w:t>
      </w:r>
      <w:r>
        <w:t xml:space="preserve">, </w:t>
      </w:r>
      <w:r w:rsidR="008C5C61" w:rsidRPr="004C3E92">
        <w:t>m</w:t>
      </w:r>
      <w:r>
        <w:t>’</w:t>
      </w:r>
      <w:r w:rsidR="008C5C61" w:rsidRPr="004C3E92">
        <w:t>est parvenue dans une lettre qu</w:t>
      </w:r>
      <w:r>
        <w:t>’</w:t>
      </w:r>
      <w:r w:rsidR="008C5C61" w:rsidRPr="004C3E92">
        <w:t>elle m</w:t>
      </w:r>
      <w:r>
        <w:t>’</w:t>
      </w:r>
      <w:r w:rsidR="008C5C61" w:rsidRPr="004C3E92">
        <w:t>a adressée</w:t>
      </w:r>
      <w:r>
        <w:t xml:space="preserve">, </w:t>
      </w:r>
      <w:r w:rsidR="008C5C61" w:rsidRPr="004C3E92">
        <w:t>en octobre de</w:t>
      </w:r>
      <w:r w:rsidR="008C5C61" w:rsidRPr="004C3E92">
        <w:t>r</w:t>
      </w:r>
      <w:r w:rsidR="008C5C61" w:rsidRPr="004C3E92">
        <w:t>nier</w:t>
      </w:r>
      <w:r>
        <w:t xml:space="preserve">. </w:t>
      </w:r>
      <w:r w:rsidR="008C5C61" w:rsidRPr="004C3E92">
        <w:t>On me l</w:t>
      </w:r>
      <w:r>
        <w:t>’</w:t>
      </w:r>
      <w:r w:rsidR="008C5C61" w:rsidRPr="004C3E92">
        <w:t xml:space="preserve">a fait suivre de </w:t>
      </w:r>
      <w:proofErr w:type="spellStart"/>
      <w:r w:rsidR="008C5C61" w:rsidRPr="004C3E92">
        <w:t>Delaford</w:t>
      </w:r>
      <w:proofErr w:type="spellEnd"/>
      <w:r>
        <w:t xml:space="preserve">, </w:t>
      </w:r>
      <w:r w:rsidR="008C5C61" w:rsidRPr="004C3E92">
        <w:t>et je l</w:t>
      </w:r>
      <w:r>
        <w:t>’</w:t>
      </w:r>
      <w:r w:rsidR="008C5C61" w:rsidRPr="004C3E92">
        <w:t xml:space="preserve">ai reçue le matin même de notre excursion projetée à </w:t>
      </w:r>
      <w:proofErr w:type="spellStart"/>
      <w:r w:rsidR="008C5C61" w:rsidRPr="004C3E92">
        <w:t>Whitwell</w:t>
      </w:r>
      <w:proofErr w:type="spellEnd"/>
      <w:r>
        <w:t xml:space="preserve"> ; </w:t>
      </w:r>
      <w:r w:rsidR="008C5C61" w:rsidRPr="004C3E92">
        <w:t>et ce fut là la ra</w:t>
      </w:r>
      <w:r w:rsidR="008C5C61" w:rsidRPr="004C3E92">
        <w:t>i</w:t>
      </w:r>
      <w:r w:rsidR="008C5C61" w:rsidRPr="004C3E92">
        <w:t>son pour laquelle j</w:t>
      </w:r>
      <w:r>
        <w:t>’</w:t>
      </w:r>
      <w:r w:rsidR="008C5C61" w:rsidRPr="004C3E92">
        <w:t>ai quitté si brusquement Barton</w:t>
      </w:r>
      <w:r>
        <w:t xml:space="preserve">, </w:t>
      </w:r>
      <w:r w:rsidR="008C5C61" w:rsidRPr="004C3E92">
        <w:t>ce qui</w:t>
      </w:r>
      <w:r>
        <w:t xml:space="preserve">, </w:t>
      </w:r>
      <w:r w:rsidR="008C5C61" w:rsidRPr="004C3E92">
        <w:t>j</w:t>
      </w:r>
      <w:r>
        <w:t>’</w:t>
      </w:r>
      <w:r w:rsidR="008C5C61" w:rsidRPr="004C3E92">
        <w:t>en suis sûr</w:t>
      </w:r>
      <w:r>
        <w:t xml:space="preserve">, </w:t>
      </w:r>
      <w:r w:rsidR="008C5C61" w:rsidRPr="004C3E92">
        <w:t>a dû</w:t>
      </w:r>
      <w:r>
        <w:t xml:space="preserve">, </w:t>
      </w:r>
      <w:r w:rsidR="008C5C61" w:rsidRPr="004C3E92">
        <w:t>sur le moment</w:t>
      </w:r>
      <w:r>
        <w:t xml:space="preserve">, </w:t>
      </w:r>
      <w:r w:rsidR="008C5C61" w:rsidRPr="004C3E92">
        <w:t>sembler étrange à tout le monde</w:t>
      </w:r>
      <w:r>
        <w:t xml:space="preserve">, </w:t>
      </w:r>
      <w:r w:rsidR="008C5C61" w:rsidRPr="004C3E92">
        <w:t>et</w:t>
      </w:r>
      <w:r>
        <w:t xml:space="preserve">, </w:t>
      </w:r>
      <w:r w:rsidR="008C5C61" w:rsidRPr="004C3E92">
        <w:t>je le crois</w:t>
      </w:r>
      <w:r>
        <w:t xml:space="preserve">, </w:t>
      </w:r>
      <w:r w:rsidR="008C5C61" w:rsidRPr="004C3E92">
        <w:t>a froissé d</w:t>
      </w:r>
      <w:r>
        <w:t>’</w:t>
      </w:r>
      <w:r w:rsidR="008C5C61" w:rsidRPr="004C3E92">
        <w:t>aucuns</w:t>
      </w:r>
      <w:r>
        <w:t xml:space="preserve">. </w:t>
      </w:r>
      <w:r w:rsidR="008C5C61" w:rsidRPr="004C3E92">
        <w:t>Mr</w:t>
      </w:r>
      <w:r>
        <w:t xml:space="preserve">. </w:t>
      </w:r>
      <w:r w:rsidR="008C5C61" w:rsidRPr="004C3E92">
        <w:t>Willoughby était bien loin de s</w:t>
      </w:r>
      <w:r>
        <w:t>’</w:t>
      </w:r>
      <w:r w:rsidR="008C5C61" w:rsidRPr="004C3E92">
        <w:t>imaginer</w:t>
      </w:r>
      <w:r>
        <w:t xml:space="preserve">, </w:t>
      </w:r>
      <w:r w:rsidR="008C5C61" w:rsidRPr="004C3E92">
        <w:t>je le suppose</w:t>
      </w:r>
      <w:r>
        <w:t xml:space="preserve">, </w:t>
      </w:r>
      <w:r w:rsidR="008C5C61" w:rsidRPr="004C3E92">
        <w:t>lorsque son air me reprochait l</w:t>
      </w:r>
      <w:r>
        <w:t>’</w:t>
      </w:r>
      <w:r w:rsidR="008C5C61" w:rsidRPr="004C3E92">
        <w:t>impolitesse dont je faisais preuve en troublant la partie proj</w:t>
      </w:r>
      <w:r w:rsidR="008C5C61" w:rsidRPr="004C3E92">
        <w:t>e</w:t>
      </w:r>
      <w:r w:rsidR="008C5C61" w:rsidRPr="004C3E92">
        <w:t>tée</w:t>
      </w:r>
      <w:r>
        <w:t xml:space="preserve">, </w:t>
      </w:r>
      <w:r w:rsidR="008C5C61" w:rsidRPr="004C3E92">
        <w:t>que j</w:t>
      </w:r>
      <w:r>
        <w:t>’</w:t>
      </w:r>
      <w:r w:rsidR="008C5C61" w:rsidRPr="004C3E92">
        <w:t xml:space="preserve">étais appelé au loin pour </w:t>
      </w:r>
      <w:r w:rsidR="008C5C61" w:rsidRPr="004C3E92">
        <w:lastRenderedPageBreak/>
        <w:t>soulager quelqu</w:t>
      </w:r>
      <w:r>
        <w:t>’</w:t>
      </w:r>
      <w:r w:rsidR="008C5C61" w:rsidRPr="004C3E92">
        <w:t>un qu</w:t>
      </w:r>
      <w:r>
        <w:t>’</w:t>
      </w:r>
      <w:r w:rsidR="008C5C61" w:rsidRPr="004C3E92">
        <w:t>il avait rendu pauvre et misérable</w:t>
      </w:r>
      <w:r>
        <w:t xml:space="preserve"> ; </w:t>
      </w:r>
      <w:r w:rsidR="008C5C61" w:rsidRPr="004C3E92">
        <w:t>mais s</w:t>
      </w:r>
      <w:r>
        <w:t>’</w:t>
      </w:r>
      <w:r w:rsidR="008C5C61" w:rsidRPr="004C3E92">
        <w:t>il l</w:t>
      </w:r>
      <w:r>
        <w:t>’</w:t>
      </w:r>
      <w:r w:rsidR="008C5C61" w:rsidRPr="004C3E92">
        <w:t>avait su</w:t>
      </w:r>
      <w:r>
        <w:t xml:space="preserve">, </w:t>
      </w:r>
      <w:r w:rsidR="008C5C61" w:rsidRPr="004C3E92">
        <w:t>à quoi cela eût-il servi</w:t>
      </w:r>
      <w:r>
        <w:t xml:space="preserve"> ? </w:t>
      </w:r>
      <w:r w:rsidR="008C5C61" w:rsidRPr="004C3E92">
        <w:t>Eût-il été moins gai et moins heureux sous les sourires de votre sœur</w:t>
      </w:r>
      <w:r>
        <w:t xml:space="preserve"> ? </w:t>
      </w:r>
      <w:r w:rsidR="008C5C61" w:rsidRPr="004C3E92">
        <w:t>Non</w:t>
      </w:r>
      <w:r>
        <w:t xml:space="preserve"> ; </w:t>
      </w:r>
      <w:r w:rsidR="008C5C61" w:rsidRPr="004C3E92">
        <w:t>il avait déjà accompli ce que ne ferait a</w:t>
      </w:r>
      <w:r w:rsidR="008C5C61" w:rsidRPr="004C3E92">
        <w:t>u</w:t>
      </w:r>
      <w:r w:rsidR="008C5C61" w:rsidRPr="004C3E92">
        <w:t>cun homme capable de sympathie pour un autre être</w:t>
      </w:r>
      <w:r>
        <w:t xml:space="preserve">. </w:t>
      </w:r>
      <w:r w:rsidR="008C5C61" w:rsidRPr="004C3E92">
        <w:t>Il avait abandonné la jeune fille</w:t>
      </w:r>
      <w:r>
        <w:t xml:space="preserve">, </w:t>
      </w:r>
      <w:r w:rsidR="008C5C61" w:rsidRPr="004C3E92">
        <w:t>de la jeunesse et de l</w:t>
      </w:r>
      <w:r>
        <w:t>’</w:t>
      </w:r>
      <w:r w:rsidR="008C5C61" w:rsidRPr="004C3E92">
        <w:t>innocence de l</w:t>
      </w:r>
      <w:r w:rsidR="008C5C61" w:rsidRPr="004C3E92">
        <w:t>a</w:t>
      </w:r>
      <w:r w:rsidR="008C5C61" w:rsidRPr="004C3E92">
        <w:t>quelle il avait abusé</w:t>
      </w:r>
      <w:r>
        <w:t xml:space="preserve">, </w:t>
      </w:r>
      <w:r w:rsidR="008C5C61" w:rsidRPr="004C3E92">
        <w:t>dans une situation de la plus grande d</w:t>
      </w:r>
      <w:r w:rsidR="008C5C61" w:rsidRPr="004C3E92">
        <w:t>é</w:t>
      </w:r>
      <w:r w:rsidR="008C5C61" w:rsidRPr="004C3E92">
        <w:t>tresse</w:t>
      </w:r>
      <w:r>
        <w:t xml:space="preserve">, </w:t>
      </w:r>
      <w:r w:rsidR="008C5C61" w:rsidRPr="004C3E92">
        <w:t>sans foyer avouable</w:t>
      </w:r>
      <w:r>
        <w:t xml:space="preserve">, </w:t>
      </w:r>
      <w:r w:rsidR="008C5C61" w:rsidRPr="004C3E92">
        <w:t>sans secours</w:t>
      </w:r>
      <w:r>
        <w:t xml:space="preserve">, </w:t>
      </w:r>
      <w:r w:rsidR="008C5C61" w:rsidRPr="004C3E92">
        <w:t>sans amies</w:t>
      </w:r>
      <w:r>
        <w:t xml:space="preserve">, </w:t>
      </w:r>
      <w:r w:rsidR="008C5C61" w:rsidRPr="004C3E92">
        <w:t>et l</w:t>
      </w:r>
      <w:r>
        <w:t>’</w:t>
      </w:r>
      <w:r w:rsidR="008C5C61" w:rsidRPr="004C3E92">
        <w:t>avait laissée dans l</w:t>
      </w:r>
      <w:r>
        <w:t>’</w:t>
      </w:r>
      <w:r w:rsidR="008C5C61" w:rsidRPr="004C3E92">
        <w:t>ignorance de son adresse</w:t>
      </w:r>
      <w:r>
        <w:t xml:space="preserve"> ! </w:t>
      </w:r>
      <w:r w:rsidR="008C5C61" w:rsidRPr="004C3E92">
        <w:t>Il l</w:t>
      </w:r>
      <w:r>
        <w:t>’</w:t>
      </w:r>
      <w:r w:rsidR="008C5C61" w:rsidRPr="004C3E92">
        <w:t>avait quittée en promettant de revenir</w:t>
      </w:r>
      <w:r>
        <w:t xml:space="preserve"> ; </w:t>
      </w:r>
      <w:r w:rsidR="008C5C61" w:rsidRPr="004C3E92">
        <w:t>il ne revint</w:t>
      </w:r>
      <w:r>
        <w:t xml:space="preserve">, </w:t>
      </w:r>
      <w:r w:rsidR="008C5C61" w:rsidRPr="004C3E92">
        <w:t>ni n</w:t>
      </w:r>
      <w:r>
        <w:t>’</w:t>
      </w:r>
      <w:r w:rsidR="008C5C61" w:rsidRPr="004C3E92">
        <w:t>écrivit</w:t>
      </w:r>
      <w:r>
        <w:t xml:space="preserve">, </w:t>
      </w:r>
      <w:r w:rsidR="008C5C61" w:rsidRPr="004C3E92">
        <w:t>ni ne la seco</w:t>
      </w:r>
      <w:r w:rsidR="008C5C61" w:rsidRPr="004C3E92">
        <w:t>u</w:t>
      </w:r>
      <w:r w:rsidR="008C5C61" w:rsidRPr="004C3E92">
        <w:t>rut</w:t>
      </w:r>
      <w:r>
        <w:t>.</w:t>
      </w:r>
    </w:p>
    <w:p w14:paraId="401229BC" w14:textId="77777777" w:rsidR="004A4993" w:rsidRDefault="004A4993" w:rsidP="004A4993">
      <w:r>
        <w:t>— </w:t>
      </w:r>
      <w:r w:rsidR="008C5C61" w:rsidRPr="004C3E92">
        <w:t>Voilà qui dépasse tout</w:t>
      </w:r>
      <w:r>
        <w:t xml:space="preserve"> ! </w:t>
      </w:r>
      <w:r w:rsidR="008C5C61" w:rsidRPr="004C3E92">
        <w:t>s</w:t>
      </w:r>
      <w:r>
        <w:t>’</w:t>
      </w:r>
      <w:r w:rsidR="008C5C61" w:rsidRPr="004C3E92">
        <w:t xml:space="preserve">écria </w:t>
      </w:r>
      <w:proofErr w:type="spellStart"/>
      <w:r w:rsidR="008C5C61" w:rsidRPr="004C3E92">
        <w:t>Elinor</w:t>
      </w:r>
      <w:proofErr w:type="spellEnd"/>
      <w:r>
        <w:t>.</w:t>
      </w:r>
    </w:p>
    <w:p w14:paraId="5BFA3FAE" w14:textId="77777777" w:rsidR="004A4993" w:rsidRDefault="004A4993" w:rsidP="004A4993">
      <w:r>
        <w:t>— </w:t>
      </w:r>
      <w:r w:rsidR="008C5C61" w:rsidRPr="004C3E92">
        <w:t>Son caractère est maintenant étalé devant vous</w:t>
      </w:r>
      <w:r>
        <w:t xml:space="preserve">, – </w:t>
      </w:r>
      <w:r w:rsidR="008C5C61" w:rsidRPr="004C3E92">
        <w:t>dépe</w:t>
      </w:r>
      <w:r w:rsidR="008C5C61" w:rsidRPr="004C3E92">
        <w:t>n</w:t>
      </w:r>
      <w:r w:rsidR="008C5C61" w:rsidRPr="004C3E92">
        <w:t>sier</w:t>
      </w:r>
      <w:r>
        <w:t xml:space="preserve">, </w:t>
      </w:r>
      <w:r w:rsidR="008C5C61" w:rsidRPr="004C3E92">
        <w:t>dissolu</w:t>
      </w:r>
      <w:r>
        <w:t xml:space="preserve">, </w:t>
      </w:r>
      <w:r w:rsidR="008C5C61" w:rsidRPr="004C3E92">
        <w:t>et pire que l</w:t>
      </w:r>
      <w:r>
        <w:t>’</w:t>
      </w:r>
      <w:r w:rsidR="008C5C61" w:rsidRPr="004C3E92">
        <w:t>un et l</w:t>
      </w:r>
      <w:r>
        <w:t>’</w:t>
      </w:r>
      <w:r w:rsidR="008C5C61" w:rsidRPr="004C3E92">
        <w:t>autre</w:t>
      </w:r>
      <w:r>
        <w:t xml:space="preserve">. </w:t>
      </w:r>
      <w:r w:rsidR="008C5C61" w:rsidRPr="004C3E92">
        <w:t>Sachant tout cela</w:t>
      </w:r>
      <w:r>
        <w:t xml:space="preserve">, </w:t>
      </w:r>
      <w:r w:rsidR="008C5C61" w:rsidRPr="004C3E92">
        <w:t>comme je le sais à présent depuis bien des semaines</w:t>
      </w:r>
      <w:r>
        <w:t xml:space="preserve">, – </w:t>
      </w:r>
      <w:r w:rsidR="008C5C61" w:rsidRPr="004C3E92">
        <w:t>devinez ce que j</w:t>
      </w:r>
      <w:r>
        <w:t>’</w:t>
      </w:r>
      <w:r w:rsidR="008C5C61" w:rsidRPr="004C3E92">
        <w:t>ai dû éprouver en voyant votre sœur aussi attachée à lui que jamais</w:t>
      </w:r>
      <w:r>
        <w:t xml:space="preserve">, </w:t>
      </w:r>
      <w:r w:rsidR="008C5C61" w:rsidRPr="004C3E92">
        <w:t>et en recevant l</w:t>
      </w:r>
      <w:r>
        <w:t>’</w:t>
      </w:r>
      <w:r w:rsidR="008C5C61" w:rsidRPr="004C3E92">
        <w:t>assurance qu</w:t>
      </w:r>
      <w:r>
        <w:t>’</w:t>
      </w:r>
      <w:r w:rsidR="008C5C61" w:rsidRPr="004C3E92">
        <w:t>elle devait l</w:t>
      </w:r>
      <w:r>
        <w:t>’</w:t>
      </w:r>
      <w:r w:rsidR="008C5C61" w:rsidRPr="004C3E92">
        <w:t>épouser</w:t>
      </w:r>
      <w:r>
        <w:t xml:space="preserve"> ; </w:t>
      </w:r>
      <w:r w:rsidR="008C5C61" w:rsidRPr="004C3E92">
        <w:t>dev</w:t>
      </w:r>
      <w:r w:rsidR="008C5C61" w:rsidRPr="004C3E92">
        <w:t>i</w:t>
      </w:r>
      <w:r w:rsidR="008C5C61" w:rsidRPr="004C3E92">
        <w:t>nez ce que j</w:t>
      </w:r>
      <w:r>
        <w:t>’</w:t>
      </w:r>
      <w:r w:rsidR="008C5C61" w:rsidRPr="004C3E92">
        <w:t>ai dû éprouver</w:t>
      </w:r>
      <w:r>
        <w:t xml:space="preserve">, </w:t>
      </w:r>
      <w:r w:rsidR="008C5C61" w:rsidRPr="004C3E92">
        <w:t>par amitié pour vous toutes</w:t>
      </w:r>
      <w:r>
        <w:t xml:space="preserve"> ! </w:t>
      </w:r>
      <w:r w:rsidR="008C5C61" w:rsidRPr="004C3E92">
        <w:t>Lor</w:t>
      </w:r>
      <w:r w:rsidR="008C5C61" w:rsidRPr="004C3E92">
        <w:t>s</w:t>
      </w:r>
      <w:r w:rsidR="008C5C61" w:rsidRPr="004C3E92">
        <w:t>que je suis venu vous voir la semaine dernière</w:t>
      </w:r>
      <w:r>
        <w:t xml:space="preserve">, </w:t>
      </w:r>
      <w:r w:rsidR="008C5C61" w:rsidRPr="004C3E92">
        <w:t>et que je vous ai trouvée seule</w:t>
      </w:r>
      <w:r>
        <w:t xml:space="preserve">, </w:t>
      </w:r>
      <w:r w:rsidR="008C5C61" w:rsidRPr="004C3E92">
        <w:t>je venais résolu à connaître la vérité</w:t>
      </w:r>
      <w:r>
        <w:t xml:space="preserve">, </w:t>
      </w:r>
      <w:r w:rsidR="008C5C61" w:rsidRPr="004C3E92">
        <w:t>encore que je fusse hésitant sur ce qu</w:t>
      </w:r>
      <w:r>
        <w:t>’</w:t>
      </w:r>
      <w:r w:rsidR="008C5C61" w:rsidRPr="004C3E92">
        <w:t>il faudrait faire quand elle serait connue</w:t>
      </w:r>
      <w:r>
        <w:t xml:space="preserve">. </w:t>
      </w:r>
      <w:r w:rsidR="008C5C61" w:rsidRPr="004C3E92">
        <w:t>Ma conduite a dû vous paraître étrange à ce moment-là</w:t>
      </w:r>
      <w:r>
        <w:t xml:space="preserve"> ; </w:t>
      </w:r>
      <w:r w:rsidR="008C5C61" w:rsidRPr="004C3E92">
        <w:t>mais à présent vous la comprendrez</w:t>
      </w:r>
      <w:r>
        <w:t xml:space="preserve">. </w:t>
      </w:r>
      <w:r w:rsidR="008C5C61" w:rsidRPr="004C3E92">
        <w:t>Permettre que vous soyez toutes trompées ainsi</w:t>
      </w:r>
      <w:r>
        <w:t xml:space="preserve"> ; </w:t>
      </w:r>
      <w:r w:rsidR="008C5C61" w:rsidRPr="004C3E92">
        <w:t>voir votre sœur</w:t>
      </w:r>
      <w:r>
        <w:t xml:space="preserve">… ! </w:t>
      </w:r>
      <w:r w:rsidR="008C5C61" w:rsidRPr="004C3E92">
        <w:t>Mais que po</w:t>
      </w:r>
      <w:r w:rsidR="008C5C61" w:rsidRPr="004C3E92">
        <w:t>u</w:t>
      </w:r>
      <w:r w:rsidR="008C5C61" w:rsidRPr="004C3E92">
        <w:t>vais-je faire</w:t>
      </w:r>
      <w:r>
        <w:t xml:space="preserve"> ? </w:t>
      </w:r>
      <w:r w:rsidR="008C5C61" w:rsidRPr="004C3E92">
        <w:t>Je n</w:t>
      </w:r>
      <w:r>
        <w:t>’</w:t>
      </w:r>
      <w:r w:rsidR="008C5C61" w:rsidRPr="004C3E92">
        <w:t>avais nul espoir d</w:t>
      </w:r>
      <w:r>
        <w:t>’</w:t>
      </w:r>
      <w:r w:rsidR="008C5C61" w:rsidRPr="004C3E92">
        <w:t>intervenir avec succès</w:t>
      </w:r>
      <w:r>
        <w:t xml:space="preserve"> ; </w:t>
      </w:r>
      <w:r w:rsidR="008C5C61" w:rsidRPr="004C3E92">
        <w:t>et parfois je pensais que l</w:t>
      </w:r>
      <w:r>
        <w:t>’</w:t>
      </w:r>
      <w:r w:rsidR="008C5C61" w:rsidRPr="004C3E92">
        <w:t>influence de votre sœur pourrait encore le racheter</w:t>
      </w:r>
      <w:r>
        <w:t xml:space="preserve">. </w:t>
      </w:r>
      <w:r w:rsidR="008C5C61" w:rsidRPr="004C3E92">
        <w:t>Mais maintenant</w:t>
      </w:r>
      <w:r>
        <w:t xml:space="preserve">, </w:t>
      </w:r>
      <w:r w:rsidR="008C5C61" w:rsidRPr="004C3E92">
        <w:t>après qu</w:t>
      </w:r>
      <w:r>
        <w:t>’</w:t>
      </w:r>
      <w:r w:rsidR="008C5C61" w:rsidRPr="004C3E92">
        <w:t>il la traitée d</w:t>
      </w:r>
      <w:r>
        <w:t>’</w:t>
      </w:r>
      <w:r w:rsidR="008C5C61" w:rsidRPr="004C3E92">
        <w:t>une façon si peu honorable</w:t>
      </w:r>
      <w:r>
        <w:t xml:space="preserve">, </w:t>
      </w:r>
      <w:r w:rsidR="008C5C61" w:rsidRPr="004C3E92">
        <w:t>qui sait quels ont été les desseins qu</w:t>
      </w:r>
      <w:r>
        <w:t>’</w:t>
      </w:r>
      <w:r w:rsidR="008C5C61" w:rsidRPr="004C3E92">
        <w:t>il nourri</w:t>
      </w:r>
      <w:r w:rsidR="008C5C61" w:rsidRPr="004C3E92">
        <w:t>s</w:t>
      </w:r>
      <w:r w:rsidR="008C5C61" w:rsidRPr="004C3E92">
        <w:t>sait à son égard</w:t>
      </w:r>
      <w:r>
        <w:t xml:space="preserve"> ? </w:t>
      </w:r>
      <w:r w:rsidR="008C5C61" w:rsidRPr="004C3E92">
        <w:t>Toutefois</w:t>
      </w:r>
      <w:r>
        <w:t xml:space="preserve">, </w:t>
      </w:r>
      <w:r w:rsidR="008C5C61" w:rsidRPr="004C3E92">
        <w:t>quels qu</w:t>
      </w:r>
      <w:r>
        <w:t>’</w:t>
      </w:r>
      <w:r w:rsidR="008C5C61" w:rsidRPr="004C3E92">
        <w:t>ils aient été</w:t>
      </w:r>
      <w:r>
        <w:t xml:space="preserve">, </w:t>
      </w:r>
      <w:r w:rsidR="008C5C61" w:rsidRPr="004C3E92">
        <w:t>elle pourra maintenant</w:t>
      </w:r>
      <w:r>
        <w:t xml:space="preserve">, – </w:t>
      </w:r>
      <w:r w:rsidR="008C5C61" w:rsidRPr="004C3E92">
        <w:t>et sans doute le fera-t-elle</w:t>
      </w:r>
      <w:r>
        <w:t xml:space="preserve"> – </w:t>
      </w:r>
      <w:r w:rsidR="008C5C61" w:rsidRPr="004C3E92">
        <w:t>se tourner avec r</w:t>
      </w:r>
      <w:r w:rsidR="008C5C61" w:rsidRPr="004C3E92">
        <w:t>e</w:t>
      </w:r>
      <w:r w:rsidR="008C5C61" w:rsidRPr="004C3E92">
        <w:t>connaissance vers sa propre condition</w:t>
      </w:r>
      <w:r>
        <w:t xml:space="preserve">, </w:t>
      </w:r>
      <w:r w:rsidR="008C5C61" w:rsidRPr="004C3E92">
        <w:t>lorsqu</w:t>
      </w:r>
      <w:r>
        <w:t>’</w:t>
      </w:r>
      <w:r w:rsidR="008C5C61" w:rsidRPr="004C3E92">
        <w:t>elle la comparera à celle de ma pauvre Eliza</w:t>
      </w:r>
      <w:r>
        <w:t xml:space="preserve">, </w:t>
      </w:r>
      <w:r w:rsidR="008C5C61" w:rsidRPr="004C3E92">
        <w:t xml:space="preserve">quand elle considérera la situation misérable et </w:t>
      </w:r>
      <w:r w:rsidR="008C5C61" w:rsidRPr="004C3E92">
        <w:lastRenderedPageBreak/>
        <w:t>désespérée de cette pauvre fille</w:t>
      </w:r>
      <w:r>
        <w:t xml:space="preserve">, </w:t>
      </w:r>
      <w:r w:rsidR="008C5C61" w:rsidRPr="004C3E92">
        <w:t>et se la représent</w:t>
      </w:r>
      <w:r w:rsidR="008C5C61" w:rsidRPr="004C3E92">
        <w:t>e</w:t>
      </w:r>
      <w:r w:rsidR="008C5C61" w:rsidRPr="004C3E92">
        <w:t>ra chargée d</w:t>
      </w:r>
      <w:r>
        <w:t>’</w:t>
      </w:r>
      <w:r w:rsidR="008C5C61" w:rsidRPr="004C3E92">
        <w:t>une affection pour lui aussi forte</w:t>
      </w:r>
      <w:r>
        <w:t xml:space="preserve">, </w:t>
      </w:r>
      <w:r w:rsidR="008C5C61" w:rsidRPr="004C3E92">
        <w:t>encore plus forte que la sienne</w:t>
      </w:r>
      <w:r>
        <w:t xml:space="preserve">, </w:t>
      </w:r>
      <w:r w:rsidR="008C5C61" w:rsidRPr="004C3E92">
        <w:t>et l</w:t>
      </w:r>
      <w:r>
        <w:t>’</w:t>
      </w:r>
      <w:r w:rsidR="008C5C61" w:rsidRPr="004C3E92">
        <w:t>esprit tourmenté par des reproches à sa pr</w:t>
      </w:r>
      <w:r w:rsidR="008C5C61" w:rsidRPr="004C3E92">
        <w:t>o</w:t>
      </w:r>
      <w:r w:rsidR="008C5C61" w:rsidRPr="004C3E92">
        <w:t>pre adresse</w:t>
      </w:r>
      <w:r>
        <w:t xml:space="preserve">, </w:t>
      </w:r>
      <w:r w:rsidR="008C5C61" w:rsidRPr="004C3E92">
        <w:t>qui devront l</w:t>
      </w:r>
      <w:r>
        <w:t>’</w:t>
      </w:r>
      <w:r w:rsidR="008C5C61" w:rsidRPr="004C3E92">
        <w:t>accompagner toute sa vie</w:t>
      </w:r>
      <w:r>
        <w:t xml:space="preserve">. </w:t>
      </w:r>
      <w:r w:rsidR="008C5C61" w:rsidRPr="004C3E92">
        <w:t>Assur</w:t>
      </w:r>
      <w:r w:rsidR="008C5C61" w:rsidRPr="004C3E92">
        <w:t>é</w:t>
      </w:r>
      <w:r w:rsidR="008C5C61" w:rsidRPr="004C3E92">
        <w:t>ment</w:t>
      </w:r>
      <w:r>
        <w:t xml:space="preserve">, </w:t>
      </w:r>
      <w:r w:rsidR="008C5C61" w:rsidRPr="004C3E92">
        <w:t>il faudra que cette comparaison ait pour elle son utilité</w:t>
      </w:r>
      <w:r>
        <w:t xml:space="preserve">. </w:t>
      </w:r>
      <w:r w:rsidR="008C5C61" w:rsidRPr="004C3E92">
        <w:t>Elle en sentira que ses propres souffrances ne sont rien</w:t>
      </w:r>
      <w:r>
        <w:t xml:space="preserve">. </w:t>
      </w:r>
      <w:r w:rsidR="008C5C61" w:rsidRPr="004C3E92">
        <w:t>Elles ne proviennent de nulle inconduite</w:t>
      </w:r>
      <w:r>
        <w:t xml:space="preserve">, </w:t>
      </w:r>
      <w:r w:rsidR="008C5C61" w:rsidRPr="004C3E92">
        <w:t>et ne peuvent entraîner aucun déshonneur</w:t>
      </w:r>
      <w:r>
        <w:t xml:space="preserve">. </w:t>
      </w:r>
      <w:r w:rsidR="008C5C61" w:rsidRPr="004C3E92">
        <w:t>Au contraire</w:t>
      </w:r>
      <w:r>
        <w:t xml:space="preserve">, </w:t>
      </w:r>
      <w:r w:rsidR="008C5C61" w:rsidRPr="004C3E92">
        <w:t>chacun de ses amis devra en sentir son amitié encore renforcée</w:t>
      </w:r>
      <w:r>
        <w:t xml:space="preserve">. </w:t>
      </w:r>
      <w:r w:rsidR="008C5C61" w:rsidRPr="004C3E92">
        <w:t>La sympathie pour son malheur</w:t>
      </w:r>
      <w:r>
        <w:t xml:space="preserve">, </w:t>
      </w:r>
      <w:r w:rsidR="008C5C61" w:rsidRPr="004C3E92">
        <w:t>et le respect pour la force d</w:t>
      </w:r>
      <w:r>
        <w:t>’</w:t>
      </w:r>
      <w:r w:rsidR="008C5C61" w:rsidRPr="004C3E92">
        <w:t>âme avec laquelle elle le supporte</w:t>
      </w:r>
      <w:r>
        <w:t xml:space="preserve">, </w:t>
      </w:r>
      <w:r w:rsidR="008C5C61" w:rsidRPr="004C3E92">
        <w:t>d</w:t>
      </w:r>
      <w:r w:rsidR="008C5C61" w:rsidRPr="004C3E92">
        <w:t>e</w:t>
      </w:r>
      <w:r w:rsidR="008C5C61" w:rsidRPr="004C3E92">
        <w:t>vront fortifier tout attachement</w:t>
      </w:r>
      <w:r>
        <w:t xml:space="preserve">. </w:t>
      </w:r>
      <w:r w:rsidR="008C5C61" w:rsidRPr="004C3E92">
        <w:t>Usez-en à votre discrétion</w:t>
      </w:r>
      <w:r>
        <w:t xml:space="preserve">, </w:t>
      </w:r>
      <w:r w:rsidR="008C5C61" w:rsidRPr="004C3E92">
        <w:t>to</w:t>
      </w:r>
      <w:r w:rsidR="008C5C61" w:rsidRPr="004C3E92">
        <w:t>u</w:t>
      </w:r>
      <w:r w:rsidR="008C5C61" w:rsidRPr="004C3E92">
        <w:t>tefois</w:t>
      </w:r>
      <w:r>
        <w:t xml:space="preserve">, </w:t>
      </w:r>
      <w:r w:rsidR="008C5C61" w:rsidRPr="004C3E92">
        <w:t>pour lui faire part de ce que j</w:t>
      </w:r>
      <w:r>
        <w:t>’</w:t>
      </w:r>
      <w:r w:rsidR="008C5C61" w:rsidRPr="004C3E92">
        <w:t>ai dit</w:t>
      </w:r>
      <w:r>
        <w:t xml:space="preserve">. </w:t>
      </w:r>
      <w:r w:rsidR="008C5C61" w:rsidRPr="004C3E92">
        <w:t>C</w:t>
      </w:r>
      <w:r>
        <w:t>’</w:t>
      </w:r>
      <w:r w:rsidR="008C5C61" w:rsidRPr="004C3E92">
        <w:t>est vous qui devez le mieux savoir quel en sera l</w:t>
      </w:r>
      <w:r>
        <w:t>’</w:t>
      </w:r>
      <w:r w:rsidR="008C5C61" w:rsidRPr="004C3E92">
        <w:t>effet</w:t>
      </w:r>
      <w:r>
        <w:t xml:space="preserve"> ; </w:t>
      </w:r>
      <w:r w:rsidR="008C5C61" w:rsidRPr="004C3E92">
        <w:t>mais si je n</w:t>
      </w:r>
      <w:r>
        <w:t>’</w:t>
      </w:r>
      <w:r w:rsidR="008C5C61" w:rsidRPr="004C3E92">
        <w:t>avais pas cru s</w:t>
      </w:r>
      <w:r w:rsidR="008C5C61" w:rsidRPr="004C3E92">
        <w:t>é</w:t>
      </w:r>
      <w:r w:rsidR="008C5C61" w:rsidRPr="004C3E92">
        <w:t>rieusement et du fond du cœur que cela pût être utile</w:t>
      </w:r>
      <w:r>
        <w:t xml:space="preserve">, </w:t>
      </w:r>
      <w:r w:rsidR="008C5C61" w:rsidRPr="004C3E92">
        <w:t>et dim</w:t>
      </w:r>
      <w:r w:rsidR="008C5C61" w:rsidRPr="004C3E92">
        <w:t>i</w:t>
      </w:r>
      <w:r w:rsidR="008C5C61" w:rsidRPr="004C3E92">
        <w:t>nuer ses regrets</w:t>
      </w:r>
      <w:r>
        <w:t xml:space="preserve">, </w:t>
      </w:r>
      <w:r w:rsidR="008C5C61" w:rsidRPr="004C3E92">
        <w:t>je ne me serais pas permis de vous importuner de ce récit de mes malheurs de famille</w:t>
      </w:r>
      <w:r>
        <w:t xml:space="preserve">, </w:t>
      </w:r>
      <w:r w:rsidR="008C5C61" w:rsidRPr="004C3E92">
        <w:t>d</w:t>
      </w:r>
      <w:r>
        <w:t>’</w:t>
      </w:r>
      <w:r w:rsidR="008C5C61" w:rsidRPr="004C3E92">
        <w:t>une relation qui a pu sembler avoir le dessein de me faire valoir aux dépens d</w:t>
      </w:r>
      <w:r>
        <w:t>’</w:t>
      </w:r>
      <w:r w:rsidR="008C5C61" w:rsidRPr="004C3E92">
        <w:t>autrui</w:t>
      </w:r>
      <w:r>
        <w:t>.</w:t>
      </w:r>
    </w:p>
    <w:p w14:paraId="3B61B1BC" w14:textId="77777777" w:rsidR="004A4993" w:rsidRDefault="008C5C61" w:rsidP="004A4993">
      <w:r w:rsidRPr="004C3E92">
        <w:t>Les remerciements d</w:t>
      </w:r>
      <w:r w:rsidR="004A4993">
        <w:t>’</w:t>
      </w:r>
      <w:proofErr w:type="spellStart"/>
      <w:r w:rsidRPr="004C3E92">
        <w:t>Elinor</w:t>
      </w:r>
      <w:proofErr w:type="spellEnd"/>
      <w:r w:rsidRPr="004C3E92">
        <w:t xml:space="preserve"> succédèrent à ce récit</w:t>
      </w:r>
      <w:r w:rsidR="004A4993">
        <w:t xml:space="preserve">, </w:t>
      </w:r>
      <w:r w:rsidRPr="004C3E92">
        <w:t>avec une sincérité reconnaissante</w:t>
      </w:r>
      <w:r w:rsidR="004A4993">
        <w:t xml:space="preserve">, </w:t>
      </w:r>
      <w:r w:rsidRPr="004C3E92">
        <w:t>et accompagnés</w:t>
      </w:r>
      <w:r w:rsidR="004A4993">
        <w:t xml:space="preserve">, </w:t>
      </w:r>
      <w:r w:rsidRPr="004C3E92">
        <w:t>aussi</w:t>
      </w:r>
      <w:r w:rsidR="004A4993">
        <w:t xml:space="preserve">, </w:t>
      </w:r>
      <w:r w:rsidRPr="004C3E92">
        <w:t>de l</w:t>
      </w:r>
      <w:r w:rsidR="004A4993">
        <w:t>’</w:t>
      </w:r>
      <w:r w:rsidRPr="004C3E92">
        <w:t>assurance qu</w:t>
      </w:r>
      <w:r w:rsidR="004A4993">
        <w:t>’</w:t>
      </w:r>
      <w:r w:rsidRPr="004C3E92">
        <w:t>elle s</w:t>
      </w:r>
      <w:r w:rsidR="004A4993">
        <w:t>’</w:t>
      </w:r>
      <w:r w:rsidRPr="004C3E92">
        <w:t xml:space="preserve">attendait à ce que la communication </w:t>
      </w:r>
      <w:proofErr w:type="gramStart"/>
      <w:r w:rsidRPr="004C3E92">
        <w:t>à</w:t>
      </w:r>
      <w:proofErr w:type="gramEnd"/>
      <w:r w:rsidRPr="004C3E92">
        <w:t xml:space="preserve"> M</w:t>
      </w:r>
      <w:r w:rsidRPr="004C3E92">
        <w:t>a</w:t>
      </w:r>
      <w:r w:rsidRPr="004C3E92">
        <w:t>rianne de ce qui s</w:t>
      </w:r>
      <w:r w:rsidR="004A4993">
        <w:t>’</w:t>
      </w:r>
      <w:r w:rsidRPr="004C3E92">
        <w:t>était passé lui procurât un avantage sensible</w:t>
      </w:r>
      <w:r w:rsidR="004A4993">
        <w:t>.</w:t>
      </w:r>
    </w:p>
    <w:p w14:paraId="5F636A32" w14:textId="77777777" w:rsidR="004A4993" w:rsidRDefault="004A4993" w:rsidP="004A4993">
      <w:r>
        <w:t>— </w:t>
      </w:r>
      <w:r w:rsidR="008C5C61" w:rsidRPr="004C3E92">
        <w:t>J</w:t>
      </w:r>
      <w:r>
        <w:t>’</w:t>
      </w:r>
      <w:r w:rsidR="008C5C61" w:rsidRPr="004C3E92">
        <w:t>ai été plus peinée</w:t>
      </w:r>
      <w:r>
        <w:t xml:space="preserve">, </w:t>
      </w:r>
      <w:r w:rsidR="008C5C61" w:rsidRPr="004C3E92">
        <w:t>dit-elle</w:t>
      </w:r>
      <w:r>
        <w:t xml:space="preserve">, </w:t>
      </w:r>
      <w:r w:rsidR="008C5C61" w:rsidRPr="004C3E92">
        <w:t>par les efforts qu</w:t>
      </w:r>
      <w:r>
        <w:t>’</w:t>
      </w:r>
      <w:r w:rsidR="008C5C61" w:rsidRPr="004C3E92">
        <w:t>elle a faits pour le justifier</w:t>
      </w:r>
      <w:r>
        <w:t xml:space="preserve">, </w:t>
      </w:r>
      <w:r w:rsidR="008C5C61" w:rsidRPr="004C3E92">
        <w:t>que par tout le reste</w:t>
      </w:r>
      <w:r>
        <w:t xml:space="preserve"> ; </w:t>
      </w:r>
      <w:r w:rsidR="008C5C61" w:rsidRPr="004C3E92">
        <w:t>car cela lui irrite l</w:t>
      </w:r>
      <w:r>
        <w:t>’</w:t>
      </w:r>
      <w:r w:rsidR="008C5C61" w:rsidRPr="004C3E92">
        <w:t>esprit plus que ne le pourra faire la conviction la plus parfaite de son indignité</w:t>
      </w:r>
      <w:r>
        <w:t xml:space="preserve">. </w:t>
      </w:r>
      <w:r w:rsidR="008C5C61" w:rsidRPr="004C3E92">
        <w:t>À présent</w:t>
      </w:r>
      <w:r>
        <w:t xml:space="preserve">, </w:t>
      </w:r>
      <w:r w:rsidR="008C5C61" w:rsidRPr="004C3E92">
        <w:t>bien qu</w:t>
      </w:r>
      <w:r>
        <w:t>’</w:t>
      </w:r>
      <w:r w:rsidR="008C5C61" w:rsidRPr="004C3E92">
        <w:t>elle doive tout d</w:t>
      </w:r>
      <w:r>
        <w:t>’</w:t>
      </w:r>
      <w:r w:rsidR="008C5C61" w:rsidRPr="004C3E92">
        <w:t>abord en souffrir énormément</w:t>
      </w:r>
      <w:r>
        <w:t xml:space="preserve">, </w:t>
      </w:r>
      <w:r w:rsidR="008C5C61" w:rsidRPr="004C3E92">
        <w:t>je suis sûre qu</w:t>
      </w:r>
      <w:r>
        <w:t>’</w:t>
      </w:r>
      <w:r w:rsidR="008C5C61" w:rsidRPr="004C3E92">
        <w:t>elle se sentira bientôt plus tra</w:t>
      </w:r>
      <w:r w:rsidR="008C5C61" w:rsidRPr="004C3E92">
        <w:t>n</w:t>
      </w:r>
      <w:r w:rsidR="008C5C61" w:rsidRPr="004C3E92">
        <w:t>quille</w:t>
      </w:r>
      <w:r>
        <w:t xml:space="preserve">. </w:t>
      </w:r>
      <w:r w:rsidR="008C5C61" w:rsidRPr="004C3E92">
        <w:t>Avez-vous jamais revu Mr</w:t>
      </w:r>
      <w:r>
        <w:t xml:space="preserve">. </w:t>
      </w:r>
      <w:r w:rsidR="008C5C61" w:rsidRPr="004C3E92">
        <w:t>Willoughby</w:t>
      </w:r>
      <w:r>
        <w:t xml:space="preserve">, </w:t>
      </w:r>
      <w:r w:rsidR="008C5C61" w:rsidRPr="004C3E92">
        <w:t>poursuivit-elle après un bref silence</w:t>
      </w:r>
      <w:r>
        <w:t xml:space="preserve">, </w:t>
      </w:r>
      <w:r w:rsidR="008C5C61" w:rsidRPr="004C3E92">
        <w:t>depuis que vous l</w:t>
      </w:r>
      <w:r>
        <w:t>’</w:t>
      </w:r>
      <w:r w:rsidR="008C5C61" w:rsidRPr="004C3E92">
        <w:t>avez quitté à Barton</w:t>
      </w:r>
      <w:r>
        <w:t> ?</w:t>
      </w:r>
    </w:p>
    <w:p w14:paraId="56FF27F7" w14:textId="77777777" w:rsidR="004A4993" w:rsidRDefault="004A4993" w:rsidP="004A4993">
      <w:r>
        <w:lastRenderedPageBreak/>
        <w:t>— </w:t>
      </w:r>
      <w:r w:rsidR="008C5C61" w:rsidRPr="004C3E92">
        <w:t>Oui</w:t>
      </w:r>
      <w:r>
        <w:t xml:space="preserve">, </w:t>
      </w:r>
      <w:r w:rsidR="008C5C61" w:rsidRPr="004C3E92">
        <w:t>répondit-il gravement</w:t>
      </w:r>
      <w:r>
        <w:t xml:space="preserve">, </w:t>
      </w:r>
      <w:r w:rsidR="008C5C61" w:rsidRPr="004C3E92">
        <w:t>je l</w:t>
      </w:r>
      <w:r>
        <w:t>’</w:t>
      </w:r>
      <w:r w:rsidR="008C5C61" w:rsidRPr="004C3E92">
        <w:t>ai revu une fois</w:t>
      </w:r>
      <w:r>
        <w:t xml:space="preserve">. </w:t>
      </w:r>
      <w:r w:rsidR="008C5C61" w:rsidRPr="004C3E92">
        <w:t>Une re</w:t>
      </w:r>
      <w:r w:rsidR="008C5C61" w:rsidRPr="004C3E92">
        <w:t>n</w:t>
      </w:r>
      <w:r w:rsidR="008C5C61" w:rsidRPr="004C3E92">
        <w:t>contre était inévitable</w:t>
      </w:r>
      <w:r>
        <w:t>.</w:t>
      </w:r>
    </w:p>
    <w:p w14:paraId="2BBB48DE" w14:textId="77777777" w:rsidR="004A4993" w:rsidRDefault="008C5C61" w:rsidP="004A4993">
      <w:proofErr w:type="spellStart"/>
      <w:r w:rsidRPr="004C3E92">
        <w:t>Elinor</w:t>
      </w:r>
      <w:proofErr w:type="spellEnd"/>
      <w:r w:rsidR="004A4993">
        <w:t xml:space="preserve">, </w:t>
      </w:r>
      <w:r w:rsidRPr="004C3E92">
        <w:t>surprise par son attitude</w:t>
      </w:r>
      <w:r w:rsidR="004A4993">
        <w:t xml:space="preserve">, </w:t>
      </w:r>
      <w:r w:rsidRPr="004C3E92">
        <w:t>le regarda avec inquiét</w:t>
      </w:r>
      <w:r w:rsidRPr="004C3E92">
        <w:t>u</w:t>
      </w:r>
      <w:r w:rsidRPr="004C3E92">
        <w:t>de</w:t>
      </w:r>
      <w:r w:rsidR="004A4993">
        <w:t xml:space="preserve">, </w:t>
      </w:r>
      <w:r w:rsidRPr="004C3E92">
        <w:t>en disant</w:t>
      </w:r>
      <w:r w:rsidR="004A4993">
        <w:t> :</w:t>
      </w:r>
    </w:p>
    <w:p w14:paraId="20B9B270" w14:textId="77777777" w:rsidR="004A4993" w:rsidRDefault="004A4993" w:rsidP="004A4993">
      <w:r>
        <w:t>— </w:t>
      </w:r>
      <w:r w:rsidR="008C5C61" w:rsidRPr="004C3E92">
        <w:t>Quoi</w:t>
      </w:r>
      <w:r>
        <w:t xml:space="preserve"> ! </w:t>
      </w:r>
      <w:r w:rsidR="008C5C61" w:rsidRPr="004C3E92">
        <w:t>Vous l</w:t>
      </w:r>
      <w:r>
        <w:t>’</w:t>
      </w:r>
      <w:r w:rsidR="008C5C61" w:rsidRPr="004C3E92">
        <w:t>avez rencontré pour</w:t>
      </w:r>
      <w:r>
        <w:t>…</w:t>
      </w:r>
    </w:p>
    <w:p w14:paraId="6D342D41" w14:textId="77777777" w:rsidR="004A4993" w:rsidRDefault="004A4993" w:rsidP="004A4993">
      <w:r>
        <w:t>— </w:t>
      </w:r>
      <w:r w:rsidR="008C5C61" w:rsidRPr="004C3E92">
        <w:t>Je ne pouvais le rencontrer de nulle autre manière</w:t>
      </w:r>
      <w:r>
        <w:t xml:space="preserve">. </w:t>
      </w:r>
      <w:r w:rsidR="008C5C61" w:rsidRPr="004C3E92">
        <w:t>Eliza m</w:t>
      </w:r>
      <w:r>
        <w:t>’</w:t>
      </w:r>
      <w:r w:rsidR="008C5C61" w:rsidRPr="004C3E92">
        <w:t>avait avoué</w:t>
      </w:r>
      <w:r>
        <w:t xml:space="preserve">, </w:t>
      </w:r>
      <w:r w:rsidR="008C5C61" w:rsidRPr="004C3E92">
        <w:t>quoique bien à contre-cœur</w:t>
      </w:r>
      <w:r>
        <w:t xml:space="preserve">, </w:t>
      </w:r>
      <w:r w:rsidR="008C5C61" w:rsidRPr="004C3E92">
        <w:t>le nom de son amant</w:t>
      </w:r>
      <w:r>
        <w:t xml:space="preserve"> ; </w:t>
      </w:r>
      <w:r w:rsidR="008C5C61" w:rsidRPr="004C3E92">
        <w:t>et quand il est revenu à Londres</w:t>
      </w:r>
      <w:r>
        <w:t xml:space="preserve">, </w:t>
      </w:r>
      <w:r w:rsidR="008C5C61" w:rsidRPr="004C3E92">
        <w:t>moins de quinze jours après mon retour</w:t>
      </w:r>
      <w:r>
        <w:t xml:space="preserve">, </w:t>
      </w:r>
      <w:r w:rsidR="008C5C61" w:rsidRPr="004C3E92">
        <w:t>nous nous sommes rencontrés sur rendez-vous</w:t>
      </w:r>
      <w:r>
        <w:t xml:space="preserve">, </w:t>
      </w:r>
      <w:r w:rsidR="008C5C61" w:rsidRPr="004C3E92">
        <w:t>lui</w:t>
      </w:r>
      <w:r>
        <w:t xml:space="preserve">, </w:t>
      </w:r>
      <w:r w:rsidR="008C5C61" w:rsidRPr="004C3E92">
        <w:t>pour défendre sa conduite</w:t>
      </w:r>
      <w:r>
        <w:t xml:space="preserve">, </w:t>
      </w:r>
      <w:r w:rsidR="008C5C61" w:rsidRPr="004C3E92">
        <w:t>et moi</w:t>
      </w:r>
      <w:r>
        <w:t xml:space="preserve">, </w:t>
      </w:r>
      <w:r w:rsidR="008C5C61" w:rsidRPr="004C3E92">
        <w:t>pour la punir</w:t>
      </w:r>
      <w:r>
        <w:t xml:space="preserve">. </w:t>
      </w:r>
      <w:r w:rsidR="008C5C61" w:rsidRPr="004C3E92">
        <w:t>Nous en sommes sortis sans blessure</w:t>
      </w:r>
      <w:r>
        <w:t xml:space="preserve">, </w:t>
      </w:r>
      <w:r w:rsidR="008C5C61" w:rsidRPr="004C3E92">
        <w:t>et c</w:t>
      </w:r>
      <w:r>
        <w:t>’</w:t>
      </w:r>
      <w:r w:rsidR="008C5C61" w:rsidRPr="004C3E92">
        <w:t>est pourquoi cette re</w:t>
      </w:r>
      <w:r w:rsidR="008C5C61" w:rsidRPr="004C3E92">
        <w:t>n</w:t>
      </w:r>
      <w:r w:rsidR="008C5C61" w:rsidRPr="004C3E92">
        <w:t>contre ne s</w:t>
      </w:r>
      <w:r>
        <w:t>’</w:t>
      </w:r>
      <w:r w:rsidR="008C5C61" w:rsidRPr="004C3E92">
        <w:t>est jamais ébruitée</w:t>
      </w:r>
      <w:r>
        <w:t>.</w:t>
      </w:r>
    </w:p>
    <w:p w14:paraId="283A26D9" w14:textId="77777777" w:rsidR="004A4993" w:rsidRDefault="008C5C61" w:rsidP="004A4993">
      <w:proofErr w:type="spellStart"/>
      <w:r w:rsidRPr="004C3E92">
        <w:t>Elinor</w:t>
      </w:r>
      <w:proofErr w:type="spellEnd"/>
      <w:r w:rsidRPr="004C3E92">
        <w:t xml:space="preserve"> soupira en songeant à la nécessité imaginée de cet incident</w:t>
      </w:r>
      <w:r w:rsidR="004A4993">
        <w:t xml:space="preserve"> ; </w:t>
      </w:r>
      <w:r w:rsidRPr="004C3E92">
        <w:t>mais devant un homme et un soldat</w:t>
      </w:r>
      <w:r w:rsidR="004A4993">
        <w:t xml:space="preserve">, </w:t>
      </w:r>
      <w:r w:rsidRPr="004C3E92">
        <w:t>elle n</w:t>
      </w:r>
      <w:r w:rsidR="004A4993">
        <w:t>’</w:t>
      </w:r>
      <w:r w:rsidRPr="004C3E92">
        <w:t>osa pas le critiquer</w:t>
      </w:r>
      <w:r w:rsidR="004A4993">
        <w:t>.</w:t>
      </w:r>
    </w:p>
    <w:p w14:paraId="113AD777" w14:textId="77777777" w:rsidR="004A4993" w:rsidRDefault="004A4993" w:rsidP="004A4993">
      <w:r>
        <w:t>— </w:t>
      </w:r>
      <w:r w:rsidR="008C5C61" w:rsidRPr="004C3E92">
        <w:t>Telle a été</w:t>
      </w:r>
      <w:r>
        <w:t xml:space="preserve">, </w:t>
      </w:r>
      <w:r w:rsidR="008C5C61" w:rsidRPr="004C3E92">
        <w:t>dit le colonel Brandon</w:t>
      </w:r>
      <w:r>
        <w:t xml:space="preserve">, </w:t>
      </w:r>
      <w:r w:rsidR="008C5C61" w:rsidRPr="004C3E92">
        <w:t>après un silence</w:t>
      </w:r>
      <w:r>
        <w:t xml:space="preserve">, </w:t>
      </w:r>
      <w:r w:rsidR="008C5C61" w:rsidRPr="004C3E92">
        <w:t>la ressemblance malheureuse entre le sort de la mère et de la fille</w:t>
      </w:r>
      <w:r>
        <w:t xml:space="preserve"> ! </w:t>
      </w:r>
      <w:r w:rsidR="008C5C61" w:rsidRPr="004C3E92">
        <w:t>Et telle a été la façon imparfaite dont je me suis acquitté de ma mission de confiance</w:t>
      </w:r>
      <w:r>
        <w:t> !</w:t>
      </w:r>
    </w:p>
    <w:p w14:paraId="602BF39A" w14:textId="77777777" w:rsidR="004A4993" w:rsidRDefault="004A4993" w:rsidP="004A4993">
      <w:r>
        <w:t>— </w:t>
      </w:r>
      <w:r w:rsidR="008C5C61" w:rsidRPr="004C3E92">
        <w:t>Est-elle encore à Londres</w:t>
      </w:r>
      <w:r>
        <w:t> ?</w:t>
      </w:r>
    </w:p>
    <w:p w14:paraId="124B46C9" w14:textId="77777777" w:rsidR="004A4993" w:rsidRDefault="004A4993" w:rsidP="004A4993">
      <w:r>
        <w:t>— </w:t>
      </w:r>
      <w:r w:rsidR="008C5C61" w:rsidRPr="004C3E92">
        <w:t>Non</w:t>
      </w:r>
      <w:r>
        <w:t xml:space="preserve"> ; </w:t>
      </w:r>
      <w:r w:rsidR="008C5C61" w:rsidRPr="004C3E92">
        <w:t>dès qu</w:t>
      </w:r>
      <w:r>
        <w:t>’</w:t>
      </w:r>
      <w:r w:rsidR="008C5C61" w:rsidRPr="004C3E92">
        <w:t>elle se fut remise de son accouchement</w:t>
      </w:r>
      <w:r>
        <w:t xml:space="preserve">, </w:t>
      </w:r>
      <w:r w:rsidR="008C5C61" w:rsidRPr="004C3E92">
        <w:t>car je l</w:t>
      </w:r>
      <w:r>
        <w:t>’</w:t>
      </w:r>
      <w:r w:rsidR="008C5C61" w:rsidRPr="004C3E92">
        <w:t>ai trouvée proche de sa délivrance</w:t>
      </w:r>
      <w:r>
        <w:t xml:space="preserve">, </w:t>
      </w:r>
      <w:r w:rsidR="008C5C61" w:rsidRPr="004C3E92">
        <w:t>je l</w:t>
      </w:r>
      <w:r>
        <w:t>’</w:t>
      </w:r>
      <w:r w:rsidR="008C5C61" w:rsidRPr="004C3E92">
        <w:t>ai envoyée</w:t>
      </w:r>
      <w:r>
        <w:t xml:space="preserve">, </w:t>
      </w:r>
      <w:r w:rsidR="008C5C61" w:rsidRPr="004C3E92">
        <w:t>elle et son enfant</w:t>
      </w:r>
      <w:r>
        <w:t xml:space="preserve">, </w:t>
      </w:r>
      <w:r w:rsidR="008C5C61" w:rsidRPr="004C3E92">
        <w:t>à la campagne</w:t>
      </w:r>
      <w:r>
        <w:t xml:space="preserve">, </w:t>
      </w:r>
      <w:r w:rsidR="008C5C61" w:rsidRPr="004C3E92">
        <w:t>et c</w:t>
      </w:r>
      <w:r>
        <w:t>’</w:t>
      </w:r>
      <w:r w:rsidR="008C5C61" w:rsidRPr="004C3E92">
        <w:t>est là qu</w:t>
      </w:r>
      <w:r>
        <w:t>’</w:t>
      </w:r>
      <w:r w:rsidR="008C5C61" w:rsidRPr="004C3E92">
        <w:t>elle demeure</w:t>
      </w:r>
      <w:r>
        <w:t>.</w:t>
      </w:r>
    </w:p>
    <w:p w14:paraId="7DCA8381" w14:textId="77777777" w:rsidR="004A4993" w:rsidRDefault="008C5C61" w:rsidP="004A4993">
      <w:r w:rsidRPr="004C3E92">
        <w:t>Se souvenant peu après qu</w:t>
      </w:r>
      <w:r w:rsidR="004A4993">
        <w:t>’</w:t>
      </w:r>
      <w:r w:rsidRPr="004C3E92">
        <w:t xml:space="preserve">il tenait probablement </w:t>
      </w:r>
      <w:proofErr w:type="spellStart"/>
      <w:r w:rsidRPr="004C3E92">
        <w:t>Elinor</w:t>
      </w:r>
      <w:proofErr w:type="spellEnd"/>
      <w:r w:rsidRPr="004C3E92">
        <w:t xml:space="preserve"> séparée de sa sœur</w:t>
      </w:r>
      <w:r w:rsidR="004A4993">
        <w:t xml:space="preserve">, </w:t>
      </w:r>
      <w:r w:rsidRPr="004C3E92">
        <w:t>il mit fin à sa visite</w:t>
      </w:r>
      <w:r w:rsidR="004A4993">
        <w:t xml:space="preserve">, </w:t>
      </w:r>
      <w:r w:rsidRPr="004C3E92">
        <w:t>après avoir reçu d</w:t>
      </w:r>
      <w:r w:rsidR="004A4993">
        <w:t>’</w:t>
      </w:r>
      <w:r w:rsidRPr="004C3E92">
        <w:t>elle</w:t>
      </w:r>
      <w:r w:rsidR="004A4993">
        <w:t xml:space="preserve">, </w:t>
      </w:r>
      <w:r w:rsidRPr="004C3E92">
        <w:t>à nouveau</w:t>
      </w:r>
      <w:r w:rsidR="004A4993">
        <w:t xml:space="preserve">, </w:t>
      </w:r>
      <w:r w:rsidRPr="004C3E92">
        <w:t>les mêmes remerciements reconnaissants</w:t>
      </w:r>
      <w:r w:rsidR="004A4993">
        <w:t xml:space="preserve">, </w:t>
      </w:r>
      <w:r w:rsidRPr="004C3E92">
        <w:t>et en la laissant toute pleine de compassion et d</w:t>
      </w:r>
      <w:r w:rsidR="004A4993">
        <w:t>’</w:t>
      </w:r>
      <w:r w:rsidRPr="004C3E92">
        <w:t>estime envers lui</w:t>
      </w:r>
      <w:r w:rsidR="004A4993">
        <w:t>.</w:t>
      </w:r>
    </w:p>
    <w:p w14:paraId="35D57DCE" w14:textId="6CE73AE0" w:rsidR="008C5C61" w:rsidRPr="004C3E92" w:rsidRDefault="008C5C61" w:rsidP="004A4993">
      <w:pPr>
        <w:pStyle w:val="Titre1"/>
      </w:pPr>
      <w:bookmarkStart w:id="31" w:name="_Toc196409816"/>
      <w:r w:rsidRPr="004C3E92">
        <w:lastRenderedPageBreak/>
        <w:t>CHAPITRE XXXII</w:t>
      </w:r>
      <w:bookmarkEnd w:id="31"/>
      <w:r w:rsidRPr="004C3E92">
        <w:br/>
      </w:r>
    </w:p>
    <w:p w14:paraId="5D33654E" w14:textId="77777777" w:rsidR="004A4993" w:rsidRDefault="008C5C61" w:rsidP="004A4993">
      <w:r w:rsidRPr="004C3E92">
        <w:t xml:space="preserve">Quand les détails de cet entretien furent répétés par miss </w:t>
      </w:r>
      <w:proofErr w:type="spellStart"/>
      <w:r w:rsidRPr="004C3E92">
        <w:t>Dashwood</w:t>
      </w:r>
      <w:proofErr w:type="spellEnd"/>
      <w:r w:rsidRPr="004C3E92">
        <w:t xml:space="preserve"> à sa sœur</w:t>
      </w:r>
      <w:r w:rsidR="004A4993">
        <w:t xml:space="preserve">, </w:t>
      </w:r>
      <w:r w:rsidRPr="004C3E92">
        <w:t>comme ils ne tardèrent pas à l</w:t>
      </w:r>
      <w:r w:rsidR="004A4993">
        <w:t>’</w:t>
      </w:r>
      <w:r w:rsidRPr="004C3E92">
        <w:t>être</w:t>
      </w:r>
      <w:r w:rsidR="004A4993">
        <w:t xml:space="preserve">, </w:t>
      </w:r>
      <w:r w:rsidRPr="004C3E92">
        <w:t>leur effet sur elle fut exactement ce qu</w:t>
      </w:r>
      <w:r w:rsidR="004A4993">
        <w:t>’</w:t>
      </w:r>
      <w:r w:rsidRPr="004C3E92">
        <w:t>avait espéré constater celle-là</w:t>
      </w:r>
      <w:r w:rsidR="004A4993">
        <w:t xml:space="preserve">. </w:t>
      </w:r>
      <w:r w:rsidRPr="004C3E92">
        <w:t>Non pas que Marianne parût douter de la vérité d</w:t>
      </w:r>
      <w:r w:rsidR="004A4993">
        <w:t>’</w:t>
      </w:r>
      <w:r w:rsidRPr="004C3E92">
        <w:t>aucune de ses parties</w:t>
      </w:r>
      <w:r w:rsidR="004A4993">
        <w:t xml:space="preserve">, </w:t>
      </w:r>
      <w:r w:rsidRPr="004C3E92">
        <w:t>car elle écouta le tout avec l</w:t>
      </w:r>
      <w:r w:rsidR="004A4993">
        <w:t>’</w:t>
      </w:r>
      <w:r w:rsidRPr="004C3E92">
        <w:t>attention la plus constante et la plus soumise</w:t>
      </w:r>
      <w:r w:rsidR="004A4993">
        <w:t xml:space="preserve">, </w:t>
      </w:r>
      <w:r w:rsidRPr="004C3E92">
        <w:t>ne présenta ni objection ni observations</w:t>
      </w:r>
      <w:r w:rsidR="004A4993">
        <w:t xml:space="preserve">, </w:t>
      </w:r>
      <w:r w:rsidRPr="004C3E92">
        <w:t>ne tenta aucune défense de Willoughby</w:t>
      </w:r>
      <w:r w:rsidR="004A4993">
        <w:t xml:space="preserve">, </w:t>
      </w:r>
      <w:r w:rsidRPr="004C3E92">
        <w:t>et sembla montrer</w:t>
      </w:r>
      <w:r w:rsidR="004A4993">
        <w:t xml:space="preserve">, </w:t>
      </w:r>
      <w:r w:rsidRPr="004C3E92">
        <w:t>par ses larmes</w:t>
      </w:r>
      <w:r w:rsidR="004A4993">
        <w:t xml:space="preserve">, </w:t>
      </w:r>
      <w:r w:rsidRPr="004C3E92">
        <w:t>qu</w:t>
      </w:r>
      <w:r w:rsidR="004A4993">
        <w:t>’</w:t>
      </w:r>
      <w:r w:rsidRPr="004C3E92">
        <w:t>elle sentait bien que cela était impossible</w:t>
      </w:r>
      <w:r w:rsidR="004A4993">
        <w:t xml:space="preserve">. </w:t>
      </w:r>
      <w:r w:rsidRPr="004C3E92">
        <w:t xml:space="preserve">Mais bien que cette attitude assurât à </w:t>
      </w:r>
      <w:proofErr w:type="spellStart"/>
      <w:r w:rsidRPr="004C3E92">
        <w:t>Elinor</w:t>
      </w:r>
      <w:proofErr w:type="spellEnd"/>
      <w:r w:rsidRPr="004C3E92">
        <w:t xml:space="preserve"> que la conviction de la culp</w:t>
      </w:r>
      <w:r w:rsidRPr="004C3E92">
        <w:t>a</w:t>
      </w:r>
      <w:r w:rsidRPr="004C3E92">
        <w:t>bilité de ce dernier lui était rendue patente</w:t>
      </w:r>
      <w:r w:rsidR="004A4993">
        <w:t xml:space="preserve"> ; </w:t>
      </w:r>
      <w:r w:rsidRPr="004C3E92">
        <w:t>bien qu</w:t>
      </w:r>
      <w:r w:rsidR="004A4993">
        <w:t>’</w:t>
      </w:r>
      <w:r w:rsidRPr="004C3E92">
        <w:t>elle en vît avec satisfaction l</w:t>
      </w:r>
      <w:r w:rsidR="004A4993">
        <w:t>’</w:t>
      </w:r>
      <w:r w:rsidRPr="004C3E92">
        <w:t>effet</w:t>
      </w:r>
      <w:r w:rsidR="004A4993">
        <w:t xml:space="preserve">, </w:t>
      </w:r>
      <w:r w:rsidRPr="004C3E92">
        <w:t>en ce sens</w:t>
      </w:r>
      <w:r w:rsidR="004A4993">
        <w:t xml:space="preserve">, </w:t>
      </w:r>
      <w:r w:rsidRPr="004C3E92">
        <w:t>qu</w:t>
      </w:r>
      <w:r w:rsidR="004A4993">
        <w:t>’</w:t>
      </w:r>
      <w:r w:rsidRPr="004C3E92">
        <w:t>elle n</w:t>
      </w:r>
      <w:r w:rsidR="004A4993">
        <w:t>’</w:t>
      </w:r>
      <w:r w:rsidRPr="004C3E92">
        <w:t>évitait plus le col</w:t>
      </w:r>
      <w:r w:rsidRPr="004C3E92">
        <w:t>o</w:t>
      </w:r>
      <w:r w:rsidRPr="004C3E92">
        <w:t>nel Brandon quand il se présentait</w:t>
      </w:r>
      <w:r w:rsidR="004A4993">
        <w:t xml:space="preserve">, </w:t>
      </w:r>
      <w:r w:rsidRPr="004C3E92">
        <w:t>qu</w:t>
      </w:r>
      <w:r w:rsidR="004A4993">
        <w:t>’</w:t>
      </w:r>
      <w:r w:rsidRPr="004C3E92">
        <w:t>elle lui parlait</w:t>
      </w:r>
      <w:r w:rsidR="004A4993">
        <w:t xml:space="preserve">, </w:t>
      </w:r>
      <w:r w:rsidRPr="004C3E92">
        <w:t>et lui pa</w:t>
      </w:r>
      <w:r w:rsidRPr="004C3E92">
        <w:t>r</w:t>
      </w:r>
      <w:r w:rsidRPr="004C3E92">
        <w:t>lait même volontairement</w:t>
      </w:r>
      <w:r w:rsidR="004A4993">
        <w:t xml:space="preserve">, </w:t>
      </w:r>
      <w:r w:rsidRPr="004C3E92">
        <w:t>avec une sorte de respect chargé de compassion</w:t>
      </w:r>
      <w:r w:rsidR="004A4993">
        <w:t xml:space="preserve"> ; </w:t>
      </w:r>
      <w:r w:rsidRPr="004C3E92">
        <w:t>et bien qu</w:t>
      </w:r>
      <w:r w:rsidR="004A4993">
        <w:t>’</w:t>
      </w:r>
      <w:r w:rsidRPr="004C3E92">
        <w:t>elle lui vît un entrain moins violemment irrité que précédemment</w:t>
      </w:r>
      <w:r w:rsidR="004A4993">
        <w:t xml:space="preserve">, </w:t>
      </w:r>
      <w:r w:rsidRPr="004C3E92">
        <w:t>elle ne la vit pas moins malheureuse</w:t>
      </w:r>
      <w:r w:rsidR="004A4993">
        <w:t xml:space="preserve">. </w:t>
      </w:r>
      <w:r w:rsidRPr="004C3E92">
        <w:t>Son esprit se fixa effectivement</w:t>
      </w:r>
      <w:r w:rsidR="004A4993">
        <w:t xml:space="preserve">, </w:t>
      </w:r>
      <w:r w:rsidRPr="004C3E92">
        <w:t>mais il se fixa dans un sombre abattement</w:t>
      </w:r>
      <w:r w:rsidR="004A4993">
        <w:t xml:space="preserve">. </w:t>
      </w:r>
      <w:r w:rsidRPr="004C3E92">
        <w:t>Elle se ressentit encore plus douloureusement de la perte de la réputation de Willoughby qu</w:t>
      </w:r>
      <w:r w:rsidR="004A4993">
        <w:t>’</w:t>
      </w:r>
      <w:r w:rsidRPr="004C3E92">
        <w:t>elle ne l</w:t>
      </w:r>
      <w:r w:rsidR="004A4993">
        <w:t>’</w:t>
      </w:r>
      <w:r w:rsidRPr="004C3E92">
        <w:t>avait fait de la perte de son cœur</w:t>
      </w:r>
      <w:r w:rsidR="004A4993">
        <w:t xml:space="preserve"> ; </w:t>
      </w:r>
      <w:r w:rsidRPr="004C3E92">
        <w:t>la façon dont il avait séduit et abandonné miss Williams</w:t>
      </w:r>
      <w:r w:rsidR="004A4993">
        <w:t xml:space="preserve">, </w:t>
      </w:r>
      <w:r w:rsidRPr="004C3E92">
        <w:t>la misère de cette pauvre fille</w:t>
      </w:r>
      <w:r w:rsidR="004A4993">
        <w:t xml:space="preserve">, </w:t>
      </w:r>
      <w:r w:rsidRPr="004C3E92">
        <w:t>et le doute au s</w:t>
      </w:r>
      <w:r w:rsidRPr="004C3E92">
        <w:t>u</w:t>
      </w:r>
      <w:r w:rsidRPr="004C3E92">
        <w:t>jet de ce qu</w:t>
      </w:r>
      <w:r w:rsidR="004A4993">
        <w:t>’</w:t>
      </w:r>
      <w:r w:rsidRPr="004C3E92">
        <w:t>avaient jadis pu être ses desseins envers elle-même</w:t>
      </w:r>
      <w:r w:rsidR="004A4993">
        <w:t xml:space="preserve">, – </w:t>
      </w:r>
      <w:r w:rsidRPr="004C3E92">
        <w:t>tout cela rongeait tellement son courage</w:t>
      </w:r>
      <w:r w:rsidR="004A4993">
        <w:t xml:space="preserve">, </w:t>
      </w:r>
      <w:r w:rsidRPr="004C3E92">
        <w:t>qu</w:t>
      </w:r>
      <w:r w:rsidR="004A4993">
        <w:t>’</w:t>
      </w:r>
      <w:r w:rsidRPr="004C3E92">
        <w:t>elle n</w:t>
      </w:r>
      <w:r w:rsidR="004A4993">
        <w:t>’</w:t>
      </w:r>
      <w:r w:rsidRPr="004C3E92">
        <w:t>avait pas la force de parler de ce qu</w:t>
      </w:r>
      <w:r w:rsidR="004A4993">
        <w:t>’</w:t>
      </w:r>
      <w:r w:rsidRPr="004C3E92">
        <w:t>elle ressentait</w:t>
      </w:r>
      <w:r w:rsidR="004A4993">
        <w:t xml:space="preserve">, </w:t>
      </w:r>
      <w:r w:rsidRPr="004C3E92">
        <w:t xml:space="preserve">fût-ce même à </w:t>
      </w:r>
      <w:proofErr w:type="spellStart"/>
      <w:r w:rsidRPr="004C3E92">
        <w:t>Elinor</w:t>
      </w:r>
      <w:proofErr w:type="spellEnd"/>
      <w:r w:rsidR="004A4993">
        <w:t xml:space="preserve"> ; </w:t>
      </w:r>
      <w:r w:rsidRPr="004C3E92">
        <w:t>et ses sombres méditations silencieuses sur ses chagrins occasio</w:t>
      </w:r>
      <w:r w:rsidRPr="004C3E92">
        <w:t>n</w:t>
      </w:r>
      <w:r w:rsidRPr="004C3E92">
        <w:t>nèrent plus de peine à sa sœur que ne l</w:t>
      </w:r>
      <w:r w:rsidR="004A4993">
        <w:t>’</w:t>
      </w:r>
      <w:r w:rsidRPr="004C3E92">
        <w:t>eût pu faire leur aveu le plus franc et le plus fréquent</w:t>
      </w:r>
      <w:r w:rsidR="004A4993">
        <w:t>.</w:t>
      </w:r>
    </w:p>
    <w:p w14:paraId="151F5416" w14:textId="77777777" w:rsidR="004A4993" w:rsidRDefault="008C5C61" w:rsidP="004A4993">
      <w:r w:rsidRPr="004C3E92">
        <w:lastRenderedPageBreak/>
        <w:t>Reproduire les sentiments ou les phrases de Mrs</w:t>
      </w:r>
      <w:r w:rsidR="004A4993">
        <w:t xml:space="preserve">. </w:t>
      </w:r>
      <w:proofErr w:type="spellStart"/>
      <w:r w:rsidRPr="004C3E92">
        <w:t>Das</w:t>
      </w:r>
      <w:r w:rsidRPr="004C3E92">
        <w:t>h</w:t>
      </w:r>
      <w:r w:rsidRPr="004C3E92">
        <w:t>wood</w:t>
      </w:r>
      <w:proofErr w:type="spellEnd"/>
      <w:r w:rsidRPr="004C3E92">
        <w:t xml:space="preserve"> lorsqu</w:t>
      </w:r>
      <w:r w:rsidR="004A4993">
        <w:t>’</w:t>
      </w:r>
      <w:r w:rsidRPr="004C3E92">
        <w:t>elle reçut la lettre d</w:t>
      </w:r>
      <w:r w:rsidR="004A4993">
        <w:t>’</w:t>
      </w:r>
      <w:proofErr w:type="spellStart"/>
      <w:r w:rsidRPr="004C3E92">
        <w:t>Elinor</w:t>
      </w:r>
      <w:proofErr w:type="spellEnd"/>
      <w:r w:rsidRPr="004C3E92">
        <w:t xml:space="preserve"> et y répondit</w:t>
      </w:r>
      <w:r w:rsidR="004A4993">
        <w:t xml:space="preserve">, </w:t>
      </w:r>
      <w:r w:rsidRPr="004C3E92">
        <w:t>ce ne s</w:t>
      </w:r>
      <w:r w:rsidRPr="004C3E92">
        <w:t>e</w:t>
      </w:r>
      <w:r w:rsidRPr="004C3E92">
        <w:t>rait que répéter ce que sa fille avait déjà ressenti et dit</w:t>
      </w:r>
      <w:r w:rsidR="004A4993">
        <w:t xml:space="preserve"> : </w:t>
      </w:r>
      <w:r w:rsidRPr="004C3E92">
        <w:t>une d</w:t>
      </w:r>
      <w:r w:rsidRPr="004C3E92">
        <w:t>é</w:t>
      </w:r>
      <w:r w:rsidRPr="004C3E92">
        <w:t>ception à peine moins douloureuse que celle de Marianne et une indignation encore plus grande que celle d</w:t>
      </w:r>
      <w:r w:rsidR="004A4993">
        <w:t>’</w:t>
      </w:r>
      <w:proofErr w:type="spellStart"/>
      <w:r w:rsidRPr="004C3E92">
        <w:t>Elinor</w:t>
      </w:r>
      <w:proofErr w:type="spellEnd"/>
      <w:r w:rsidR="004A4993">
        <w:t xml:space="preserve">. </w:t>
      </w:r>
      <w:r w:rsidRPr="004C3E92">
        <w:t>Il arriva d</w:t>
      </w:r>
      <w:r w:rsidR="004A4993">
        <w:t>’</w:t>
      </w:r>
      <w:r w:rsidRPr="004C3E92">
        <w:t>elle de longues lettres</w:t>
      </w:r>
      <w:r w:rsidR="004A4993">
        <w:t xml:space="preserve">, </w:t>
      </w:r>
      <w:r w:rsidRPr="004C3E92">
        <w:t>en succession rapide</w:t>
      </w:r>
      <w:r w:rsidR="004A4993">
        <w:t xml:space="preserve">, </w:t>
      </w:r>
      <w:r w:rsidRPr="004C3E92">
        <w:t>disant tout ce qu</w:t>
      </w:r>
      <w:r w:rsidR="004A4993">
        <w:t>’</w:t>
      </w:r>
      <w:r w:rsidRPr="004C3E92">
        <w:t>elle avait souffert et pensé</w:t>
      </w:r>
      <w:r w:rsidR="004A4993">
        <w:t xml:space="preserve"> ; </w:t>
      </w:r>
      <w:r w:rsidRPr="004C3E92">
        <w:t>exprimant sa sollicitude inquiète pour Marianne</w:t>
      </w:r>
      <w:r w:rsidR="004A4993">
        <w:t xml:space="preserve">, </w:t>
      </w:r>
      <w:r w:rsidRPr="004C3E92">
        <w:t>et la suppliant de tenir tête avec courage à ce ma</w:t>
      </w:r>
      <w:r w:rsidRPr="004C3E92">
        <w:t>l</w:t>
      </w:r>
      <w:r w:rsidRPr="004C3E92">
        <w:t>heur</w:t>
      </w:r>
      <w:r w:rsidR="004A4993">
        <w:t xml:space="preserve">. </w:t>
      </w:r>
      <w:r w:rsidRPr="004C3E92">
        <w:t>La nature du chagrin de Marianne devait certes être ma</w:t>
      </w:r>
      <w:r w:rsidRPr="004C3E92">
        <w:t>u</w:t>
      </w:r>
      <w:r w:rsidRPr="004C3E92">
        <w:t>vaise</w:t>
      </w:r>
      <w:r w:rsidR="004A4993">
        <w:t xml:space="preserve">, </w:t>
      </w:r>
      <w:r w:rsidRPr="004C3E92">
        <w:t>alors que sa mère pouvait parler de courage</w:t>
      </w:r>
      <w:r w:rsidR="004A4993">
        <w:t xml:space="preserve"> ! </w:t>
      </w:r>
      <w:r w:rsidRPr="004C3E92">
        <w:t>Combien mortifiante et humiliante devait être l</w:t>
      </w:r>
      <w:r w:rsidR="004A4993">
        <w:t>’</w:t>
      </w:r>
      <w:r w:rsidRPr="004C3E92">
        <w:t>origine de ces regrets</w:t>
      </w:r>
      <w:r w:rsidR="004A4993">
        <w:t xml:space="preserve">, </w:t>
      </w:r>
      <w:r w:rsidRPr="004C3E92">
        <w:t>auxquels elle pouvait désirer qu</w:t>
      </w:r>
      <w:r w:rsidR="004A4993">
        <w:t>’</w:t>
      </w:r>
      <w:r w:rsidRPr="004C3E92">
        <w:t>elle ne s</w:t>
      </w:r>
      <w:r w:rsidR="004A4993">
        <w:t>’</w:t>
      </w:r>
      <w:r w:rsidRPr="004C3E92">
        <w:t>abandonnât point</w:t>
      </w:r>
      <w:r w:rsidR="004A4993">
        <w:t> !</w:t>
      </w:r>
    </w:p>
    <w:p w14:paraId="34428ECC" w14:textId="77777777" w:rsidR="004A4993" w:rsidRDefault="008C5C61" w:rsidP="004A4993">
      <w:r w:rsidRPr="004C3E92">
        <w:t>À l</w:t>
      </w:r>
      <w:r w:rsidR="004A4993">
        <w:t>’</w:t>
      </w:r>
      <w:r w:rsidRPr="004C3E92">
        <w:t>encontre de l</w:t>
      </w:r>
      <w:r w:rsidR="004A4993">
        <w:t>’</w:t>
      </w:r>
      <w:r w:rsidRPr="004C3E92">
        <w:t>intérêt de son propre réconfort individuel</w:t>
      </w:r>
      <w:r w:rsidR="004A4993">
        <w:t xml:space="preserve">, </w:t>
      </w:r>
      <w:r w:rsidRPr="004C3E92">
        <w:t>Mrs</w:t>
      </w:r>
      <w:r w:rsidR="004A4993">
        <w:t xml:space="preserve">. </w:t>
      </w:r>
      <w:proofErr w:type="spellStart"/>
      <w:r w:rsidRPr="004C3E92">
        <w:t>Dashwood</w:t>
      </w:r>
      <w:proofErr w:type="spellEnd"/>
      <w:r w:rsidRPr="004C3E92">
        <w:t xml:space="preserve"> avait résolu qu</w:t>
      </w:r>
      <w:r w:rsidR="004A4993">
        <w:t>’</w:t>
      </w:r>
      <w:r w:rsidRPr="004C3E92">
        <w:t>il vaudrait mieux pour Marianne être n</w:t>
      </w:r>
      <w:r w:rsidR="004A4993">
        <w:t>’</w:t>
      </w:r>
      <w:r w:rsidRPr="004C3E92">
        <w:t>importe où</w:t>
      </w:r>
      <w:r w:rsidR="004A4993">
        <w:t xml:space="preserve">, </w:t>
      </w:r>
      <w:r w:rsidRPr="004C3E92">
        <w:t>en un tel moment</w:t>
      </w:r>
      <w:r w:rsidR="004A4993">
        <w:t xml:space="preserve">, </w:t>
      </w:r>
      <w:r w:rsidRPr="004C3E92">
        <w:t>plutôt qu</w:t>
      </w:r>
      <w:r w:rsidR="004A4993">
        <w:t>’</w:t>
      </w:r>
      <w:r w:rsidRPr="004C3E92">
        <w:t>à Barton</w:t>
      </w:r>
      <w:r w:rsidR="004A4993">
        <w:t xml:space="preserve">, </w:t>
      </w:r>
      <w:r w:rsidRPr="004C3E92">
        <w:t>où tout ce qui se présenterait à sa vue lui rappellerait le passé de la f</w:t>
      </w:r>
      <w:r w:rsidRPr="004C3E92">
        <w:t>a</w:t>
      </w:r>
      <w:r w:rsidRPr="004C3E92">
        <w:t>çon la plus vigoureuse et la plus affligeante</w:t>
      </w:r>
      <w:r w:rsidR="004A4993">
        <w:t xml:space="preserve">, </w:t>
      </w:r>
      <w:r w:rsidRPr="004C3E92">
        <w:t>en lui mettant con</w:t>
      </w:r>
      <w:r w:rsidRPr="004C3E92">
        <w:t>s</w:t>
      </w:r>
      <w:r w:rsidRPr="004C3E92">
        <w:t>tamment Willoughby devant les yeux</w:t>
      </w:r>
      <w:r w:rsidR="004A4993">
        <w:t xml:space="preserve">, </w:t>
      </w:r>
      <w:r w:rsidRPr="004C3E92">
        <w:t>tel qu</w:t>
      </w:r>
      <w:r w:rsidR="004A4993">
        <w:t>’</w:t>
      </w:r>
      <w:r w:rsidRPr="004C3E92">
        <w:t>elle l</w:t>
      </w:r>
      <w:r w:rsidR="004A4993">
        <w:t>’</w:t>
      </w:r>
      <w:r w:rsidRPr="004C3E92">
        <w:t>y avait to</w:t>
      </w:r>
      <w:r w:rsidRPr="004C3E92">
        <w:t>u</w:t>
      </w:r>
      <w:r w:rsidRPr="004C3E92">
        <w:t>jours vu</w:t>
      </w:r>
      <w:r w:rsidR="004A4993">
        <w:t xml:space="preserve">. </w:t>
      </w:r>
      <w:r w:rsidRPr="004C3E92">
        <w:t>Elle recommanda donc à ses filles de ne raccourcir en rien leur séjour chez Mrs</w:t>
      </w:r>
      <w:r w:rsidR="004A4993">
        <w:t xml:space="preserve">. </w:t>
      </w:r>
      <w:r w:rsidRPr="004C3E92">
        <w:t>Jennings</w:t>
      </w:r>
      <w:r w:rsidR="004A4993">
        <w:t xml:space="preserve">, </w:t>
      </w:r>
      <w:r w:rsidRPr="004C3E92">
        <w:t>séjour dont la durée</w:t>
      </w:r>
      <w:r w:rsidR="004A4993">
        <w:t xml:space="preserve">, </w:t>
      </w:r>
      <w:r w:rsidRPr="004C3E92">
        <w:t>bien que n</w:t>
      </w:r>
      <w:r w:rsidR="004A4993">
        <w:t>’</w:t>
      </w:r>
      <w:r w:rsidRPr="004C3E92">
        <w:t>ayant jamais été précisée</w:t>
      </w:r>
      <w:r w:rsidR="004A4993">
        <w:t xml:space="preserve">, </w:t>
      </w:r>
      <w:r w:rsidRPr="004C3E92">
        <w:t>avait été supposée par tous d</w:t>
      </w:r>
      <w:r w:rsidRPr="004C3E92">
        <w:t>e</w:t>
      </w:r>
      <w:r w:rsidRPr="004C3E92">
        <w:t>voir s</w:t>
      </w:r>
      <w:r w:rsidR="004A4993">
        <w:t>’</w:t>
      </w:r>
      <w:r w:rsidRPr="004C3E92">
        <w:t>étendre sur cinq ou six semaines au moins</w:t>
      </w:r>
      <w:r w:rsidR="004A4993">
        <w:t xml:space="preserve">. </w:t>
      </w:r>
      <w:r w:rsidRPr="004C3E92">
        <w:t>Toute une d</w:t>
      </w:r>
      <w:r w:rsidRPr="004C3E92">
        <w:t>i</w:t>
      </w:r>
      <w:r w:rsidRPr="004C3E92">
        <w:t>versité d</w:t>
      </w:r>
      <w:r w:rsidR="004A4993">
        <w:t>’</w:t>
      </w:r>
      <w:r w:rsidRPr="004C3E92">
        <w:t>occupations</w:t>
      </w:r>
      <w:r w:rsidR="004A4993">
        <w:t xml:space="preserve">, </w:t>
      </w:r>
      <w:r w:rsidRPr="004C3E92">
        <w:t>d</w:t>
      </w:r>
      <w:r w:rsidR="004A4993">
        <w:t>’</w:t>
      </w:r>
      <w:r w:rsidRPr="004C3E92">
        <w:t>objets</w:t>
      </w:r>
      <w:r w:rsidR="004A4993">
        <w:t xml:space="preserve">, </w:t>
      </w:r>
      <w:r w:rsidRPr="004C3E92">
        <w:t>et de compagnie</w:t>
      </w:r>
      <w:r w:rsidR="004A4993">
        <w:t xml:space="preserve">, </w:t>
      </w:r>
      <w:r w:rsidRPr="004C3E92">
        <w:t>qui ne pouvait s</w:t>
      </w:r>
      <w:r w:rsidR="004A4993">
        <w:t>’</w:t>
      </w:r>
      <w:r w:rsidRPr="004C3E92">
        <w:t>obtenir à Barton</w:t>
      </w:r>
      <w:r w:rsidR="004A4993">
        <w:t xml:space="preserve">, </w:t>
      </w:r>
      <w:r w:rsidRPr="004C3E92">
        <w:t>y serait inévitable</w:t>
      </w:r>
      <w:r w:rsidR="004A4993">
        <w:t xml:space="preserve">, </w:t>
      </w:r>
      <w:r w:rsidRPr="004C3E92">
        <w:t>et pourrait encore</w:t>
      </w:r>
      <w:r w:rsidR="004A4993">
        <w:t xml:space="preserve">, </w:t>
      </w:r>
      <w:r w:rsidRPr="004C3E92">
        <w:t>esp</w:t>
      </w:r>
      <w:r w:rsidRPr="004C3E92">
        <w:t>é</w:t>
      </w:r>
      <w:r w:rsidRPr="004C3E92">
        <w:t>rait-elle</w:t>
      </w:r>
      <w:r w:rsidR="004A4993">
        <w:t xml:space="preserve">, </w:t>
      </w:r>
      <w:r w:rsidRPr="004C3E92">
        <w:t>faire goûter subrepticement à Marianne</w:t>
      </w:r>
      <w:r w:rsidR="004A4993">
        <w:t xml:space="preserve">, </w:t>
      </w:r>
      <w:r w:rsidRPr="004C3E92">
        <w:t>par moments</w:t>
      </w:r>
      <w:r w:rsidR="004A4993">
        <w:t xml:space="preserve">, </w:t>
      </w:r>
      <w:r w:rsidRPr="004C3E92">
        <w:t>quelque intérêt</w:t>
      </w:r>
      <w:r w:rsidR="004A4993">
        <w:t xml:space="preserve">, </w:t>
      </w:r>
      <w:r w:rsidRPr="004C3E92">
        <w:t>dépassant sa personne</w:t>
      </w:r>
      <w:r w:rsidR="004A4993">
        <w:t xml:space="preserve">, </w:t>
      </w:r>
      <w:r w:rsidRPr="004C3E92">
        <w:t>et même quelque pla</w:t>
      </w:r>
      <w:r w:rsidRPr="004C3E92">
        <w:t>i</w:t>
      </w:r>
      <w:r w:rsidRPr="004C3E92">
        <w:t>sir</w:t>
      </w:r>
      <w:r w:rsidR="004A4993">
        <w:t xml:space="preserve">, </w:t>
      </w:r>
      <w:r w:rsidRPr="004C3E92">
        <w:t>quel que fût le mépris avec lequel elle pouvait à présent r</w:t>
      </w:r>
      <w:r w:rsidRPr="004C3E92">
        <w:t>e</w:t>
      </w:r>
      <w:r w:rsidRPr="004C3E92">
        <w:t>pousser l</w:t>
      </w:r>
      <w:r w:rsidR="004A4993">
        <w:t>’</w:t>
      </w:r>
      <w:r w:rsidRPr="004C3E92">
        <w:t>idée de l</w:t>
      </w:r>
      <w:r w:rsidR="004A4993">
        <w:t>’</w:t>
      </w:r>
      <w:r w:rsidRPr="004C3E92">
        <w:t>un et de l</w:t>
      </w:r>
      <w:r w:rsidR="004A4993">
        <w:t>’</w:t>
      </w:r>
      <w:r w:rsidRPr="004C3E92">
        <w:t>autre</w:t>
      </w:r>
      <w:r w:rsidR="004A4993">
        <w:t>.</w:t>
      </w:r>
    </w:p>
    <w:p w14:paraId="09D68E9B" w14:textId="77777777" w:rsidR="004A4993" w:rsidRDefault="008C5C61" w:rsidP="004A4993">
      <w:r w:rsidRPr="004C3E92">
        <w:t>Quant à tout danger de revoir Willoughby</w:t>
      </w:r>
      <w:r w:rsidR="004A4993">
        <w:t xml:space="preserve">, </w:t>
      </w:r>
      <w:r w:rsidRPr="004C3E92">
        <w:t xml:space="preserve">sa mère la considérait comme au moins autant en sûreté à cet égard à </w:t>
      </w:r>
      <w:r w:rsidRPr="004C3E92">
        <w:lastRenderedPageBreak/>
        <w:t>Londres qu</w:t>
      </w:r>
      <w:r w:rsidR="004A4993">
        <w:t>’</w:t>
      </w:r>
      <w:r w:rsidRPr="004C3E92">
        <w:t>à la campagne</w:t>
      </w:r>
      <w:r w:rsidR="004A4993">
        <w:t xml:space="preserve">, </w:t>
      </w:r>
      <w:r w:rsidRPr="004C3E92">
        <w:t>puisque toutes relations avec lui d</w:t>
      </w:r>
      <w:r w:rsidRPr="004C3E92">
        <w:t>e</w:t>
      </w:r>
      <w:r w:rsidRPr="004C3E92">
        <w:t>vaient à présent être rompues par tous ceux qui se disaient amis de Mrs</w:t>
      </w:r>
      <w:r w:rsidR="004A4993">
        <w:t xml:space="preserve">. </w:t>
      </w:r>
      <w:proofErr w:type="spellStart"/>
      <w:r w:rsidRPr="004C3E92">
        <w:t>Dashwood</w:t>
      </w:r>
      <w:proofErr w:type="spellEnd"/>
      <w:r w:rsidR="004A4993">
        <w:t xml:space="preserve">. </w:t>
      </w:r>
      <w:r w:rsidRPr="004C3E92">
        <w:t>Le dessein ne pourrait jamais les amener sur le chemin l</w:t>
      </w:r>
      <w:r w:rsidR="004A4993">
        <w:t>’</w:t>
      </w:r>
      <w:r w:rsidRPr="004C3E92">
        <w:t>un de l</w:t>
      </w:r>
      <w:r w:rsidR="004A4993">
        <w:t>’</w:t>
      </w:r>
      <w:r w:rsidRPr="004C3E92">
        <w:t>autre</w:t>
      </w:r>
      <w:r w:rsidR="004A4993">
        <w:t xml:space="preserve"> ; </w:t>
      </w:r>
      <w:r w:rsidRPr="004C3E92">
        <w:t>la négligence ne pourrait jamais les laisser exposés à une surprise</w:t>
      </w:r>
      <w:r w:rsidR="004A4993">
        <w:t xml:space="preserve"> ; </w:t>
      </w:r>
      <w:r w:rsidRPr="004C3E92">
        <w:t>et le hasard avait moins de possibilités en sa faveur dans la foule de Londres que même dans la retraite de Barton</w:t>
      </w:r>
      <w:r w:rsidR="004A4993">
        <w:t xml:space="preserve">, </w:t>
      </w:r>
      <w:r w:rsidRPr="004C3E92">
        <w:t>où il pourrait le contraindre à par</w:t>
      </w:r>
      <w:r w:rsidRPr="004C3E92">
        <w:t>a</w:t>
      </w:r>
      <w:r w:rsidRPr="004C3E92">
        <w:t>ître devant elle lorsqu</w:t>
      </w:r>
      <w:r w:rsidR="004A4993">
        <w:t>’</w:t>
      </w:r>
      <w:r w:rsidRPr="004C3E92">
        <w:t xml:space="preserve">il ferait cette visite à </w:t>
      </w:r>
      <w:proofErr w:type="spellStart"/>
      <w:r w:rsidRPr="004C3E92">
        <w:t>Allenham</w:t>
      </w:r>
      <w:proofErr w:type="spellEnd"/>
      <w:r w:rsidR="004A4993">
        <w:t xml:space="preserve">, </w:t>
      </w:r>
      <w:r w:rsidRPr="004C3E92">
        <w:t>lors de son mariage</w:t>
      </w:r>
      <w:r w:rsidR="004A4993">
        <w:t xml:space="preserve">, </w:t>
      </w:r>
      <w:r w:rsidRPr="004C3E92">
        <w:t>que Mrs</w:t>
      </w:r>
      <w:r w:rsidR="004A4993">
        <w:t xml:space="preserve">. </w:t>
      </w:r>
      <w:proofErr w:type="spellStart"/>
      <w:r w:rsidRPr="004C3E92">
        <w:t>Dashwood</w:t>
      </w:r>
      <w:proofErr w:type="spellEnd"/>
      <w:r w:rsidR="004A4993">
        <w:t xml:space="preserve">, </w:t>
      </w:r>
      <w:r w:rsidRPr="004C3E92">
        <w:t>après l</w:t>
      </w:r>
      <w:r w:rsidR="004A4993">
        <w:t>’</w:t>
      </w:r>
      <w:r w:rsidRPr="004C3E92">
        <w:t>avoir prévue tout d</w:t>
      </w:r>
      <w:r w:rsidR="004A4993">
        <w:t>’</w:t>
      </w:r>
      <w:r w:rsidRPr="004C3E92">
        <w:t>abord comme un événement probable</w:t>
      </w:r>
      <w:r w:rsidR="004A4993">
        <w:t xml:space="preserve">, </w:t>
      </w:r>
      <w:r w:rsidRPr="004C3E92">
        <w:t>en était venue à atte</w:t>
      </w:r>
      <w:r w:rsidRPr="004C3E92">
        <w:t>n</w:t>
      </w:r>
      <w:r w:rsidRPr="004C3E92">
        <w:t>dre comme une chose certaine</w:t>
      </w:r>
      <w:r w:rsidR="004A4993">
        <w:t>.</w:t>
      </w:r>
    </w:p>
    <w:p w14:paraId="60FBED4F" w14:textId="77777777" w:rsidR="004A4993" w:rsidRDefault="008C5C61" w:rsidP="004A4993">
      <w:r w:rsidRPr="004C3E92">
        <w:t>Elle avait encore une raison pour souhaiter que ses enfants restassent où elles étaient</w:t>
      </w:r>
      <w:r w:rsidR="004A4993">
        <w:t xml:space="preserve"> ; </w:t>
      </w:r>
      <w:r w:rsidRPr="004C3E92">
        <w:t>une lettre de son beau-fils lui avait dit que lui et sa femme devaient être à Londres avant le milieu de février</w:t>
      </w:r>
      <w:r w:rsidR="004A4993">
        <w:t xml:space="preserve">, </w:t>
      </w:r>
      <w:r w:rsidRPr="004C3E92">
        <w:t>et elle estimait convenable qu</w:t>
      </w:r>
      <w:r w:rsidR="004A4993">
        <w:t>’</w:t>
      </w:r>
      <w:r w:rsidRPr="004C3E92">
        <w:t>elles vissent parfois leur frère</w:t>
      </w:r>
      <w:r w:rsidR="004A4993">
        <w:t>.</w:t>
      </w:r>
    </w:p>
    <w:p w14:paraId="146CBFE5" w14:textId="77777777" w:rsidR="004A4993" w:rsidRDefault="008C5C61" w:rsidP="004A4993">
      <w:r w:rsidRPr="004C3E92">
        <w:t>Marianne avait promis de se laisser guider par l</w:t>
      </w:r>
      <w:r w:rsidR="004A4993">
        <w:t>’</w:t>
      </w:r>
      <w:r w:rsidRPr="004C3E92">
        <w:t>opinion de sa mère</w:t>
      </w:r>
      <w:r w:rsidR="004A4993">
        <w:t xml:space="preserve">, </w:t>
      </w:r>
      <w:r w:rsidRPr="004C3E92">
        <w:t>et elle s</w:t>
      </w:r>
      <w:r w:rsidR="004A4993">
        <w:t>’</w:t>
      </w:r>
      <w:r w:rsidRPr="004C3E92">
        <w:t>y soumit donc sans opposition</w:t>
      </w:r>
      <w:r w:rsidR="004A4993">
        <w:t xml:space="preserve">, </w:t>
      </w:r>
      <w:r w:rsidRPr="004C3E92">
        <w:t>bien que cette opinion se révélât totalement différente de ce qu</w:t>
      </w:r>
      <w:r w:rsidR="004A4993">
        <w:t>’</w:t>
      </w:r>
      <w:r w:rsidRPr="004C3E92">
        <w:t>elle avait so</w:t>
      </w:r>
      <w:r w:rsidRPr="004C3E92">
        <w:t>u</w:t>
      </w:r>
      <w:r w:rsidRPr="004C3E92">
        <w:t>haité et attendu</w:t>
      </w:r>
      <w:r w:rsidR="004A4993">
        <w:t xml:space="preserve">, </w:t>
      </w:r>
      <w:r w:rsidRPr="004C3E92">
        <w:t>bien qu</w:t>
      </w:r>
      <w:r w:rsidR="004A4993">
        <w:t>’</w:t>
      </w:r>
      <w:r w:rsidRPr="004C3E92">
        <w:t>il lui semblât qu</w:t>
      </w:r>
      <w:r w:rsidR="004A4993">
        <w:t>’</w:t>
      </w:r>
      <w:r w:rsidRPr="004C3E92">
        <w:t>elle fût absolument e</w:t>
      </w:r>
      <w:r w:rsidRPr="004C3E92">
        <w:t>r</w:t>
      </w:r>
      <w:r w:rsidRPr="004C3E92">
        <w:t>ronée</w:t>
      </w:r>
      <w:r w:rsidR="004A4993">
        <w:t xml:space="preserve">, </w:t>
      </w:r>
      <w:r w:rsidRPr="004C3E92">
        <w:t>formée d</w:t>
      </w:r>
      <w:r w:rsidR="004A4993">
        <w:t>’</w:t>
      </w:r>
      <w:r w:rsidRPr="004C3E92">
        <w:t>après des motifs inexistants</w:t>
      </w:r>
      <w:r w:rsidR="004A4993">
        <w:t xml:space="preserve">, </w:t>
      </w:r>
      <w:r w:rsidRPr="004C3E92">
        <w:t>et qu</w:t>
      </w:r>
      <w:r w:rsidR="004A4993">
        <w:t>’</w:t>
      </w:r>
      <w:r w:rsidRPr="004C3E92">
        <w:t>en exigeant la continuation de son séjour à Londres</w:t>
      </w:r>
      <w:r w:rsidR="004A4993">
        <w:t xml:space="preserve">, </w:t>
      </w:r>
      <w:r w:rsidRPr="004C3E92">
        <w:t>elle la privât du seul soulagement possible à sa misère</w:t>
      </w:r>
      <w:r w:rsidR="004A4993">
        <w:t xml:space="preserve">, </w:t>
      </w:r>
      <w:r w:rsidRPr="004C3E92">
        <w:t>la sympathie personnelle de sa mère</w:t>
      </w:r>
      <w:r w:rsidR="004A4993">
        <w:t xml:space="preserve">, </w:t>
      </w:r>
      <w:r w:rsidRPr="004C3E92">
        <w:t>et la condamnât à une compagnie et à des décors qui devaient l</w:t>
      </w:r>
      <w:r w:rsidR="004A4993">
        <w:t>’</w:t>
      </w:r>
      <w:r w:rsidRPr="004C3E92">
        <w:t>empêcher de connaître jamais un instant de repos</w:t>
      </w:r>
      <w:r w:rsidR="004A4993">
        <w:t>.</w:t>
      </w:r>
    </w:p>
    <w:p w14:paraId="48ADE300" w14:textId="77777777" w:rsidR="004A4993" w:rsidRDefault="008C5C61" w:rsidP="004A4993">
      <w:r w:rsidRPr="004C3E92">
        <w:t>Mais ce lui fut une grande consolation de se dire que ce qui était pour elle une source de maux</w:t>
      </w:r>
      <w:r w:rsidR="004A4993">
        <w:t xml:space="preserve">, </w:t>
      </w:r>
      <w:r w:rsidRPr="004C3E92">
        <w:t>serait un bien pour sa sœur</w:t>
      </w:r>
      <w:r w:rsidR="004A4993">
        <w:t xml:space="preserve"> ; </w:t>
      </w:r>
      <w:r w:rsidRPr="004C3E92">
        <w:t xml:space="preserve">et </w:t>
      </w:r>
      <w:proofErr w:type="spellStart"/>
      <w:r w:rsidRPr="004C3E92">
        <w:t>Elinor</w:t>
      </w:r>
      <w:proofErr w:type="spellEnd"/>
      <w:r w:rsidR="004A4993">
        <w:t xml:space="preserve">, </w:t>
      </w:r>
      <w:proofErr w:type="gramStart"/>
      <w:r w:rsidRPr="004C3E92">
        <w:t>par contre</w:t>
      </w:r>
      <w:proofErr w:type="gramEnd"/>
      <w:r w:rsidR="004A4993">
        <w:t xml:space="preserve">, </w:t>
      </w:r>
      <w:r w:rsidRPr="004C3E92">
        <w:t>soupçonnant qu</w:t>
      </w:r>
      <w:r w:rsidR="004A4993">
        <w:t>’</w:t>
      </w:r>
      <w:r w:rsidRPr="004C3E92">
        <w:t>il ne serait pas en son pouvoir d</w:t>
      </w:r>
      <w:r w:rsidR="004A4993">
        <w:t>’</w:t>
      </w:r>
      <w:r w:rsidRPr="004C3E92">
        <w:t>éviter totalement Edward</w:t>
      </w:r>
      <w:r w:rsidR="004A4993">
        <w:t xml:space="preserve">, </w:t>
      </w:r>
      <w:r w:rsidRPr="004C3E92">
        <w:t xml:space="preserve">se consola en songeant que si leur séjour prolongé militait ainsi contre son </w:t>
      </w:r>
      <w:r w:rsidRPr="004C3E92">
        <w:lastRenderedPageBreak/>
        <w:t>propre bonheur</w:t>
      </w:r>
      <w:r w:rsidR="004A4993">
        <w:t xml:space="preserve">, </w:t>
      </w:r>
      <w:r w:rsidRPr="004C3E92">
        <w:t>il valait mieux pour Marianne qu</w:t>
      </w:r>
      <w:r w:rsidR="004A4993">
        <w:t>’</w:t>
      </w:r>
      <w:r w:rsidRPr="004C3E92">
        <w:t>un retour immédiat dans le Devonshire</w:t>
      </w:r>
      <w:r w:rsidR="004A4993">
        <w:t>.</w:t>
      </w:r>
    </w:p>
    <w:p w14:paraId="2600D036" w14:textId="77777777" w:rsidR="004A4993" w:rsidRDefault="008C5C61" w:rsidP="004A4993">
      <w:r w:rsidRPr="004C3E92">
        <w:t>La vigilance à garder que sa sœur n</w:t>
      </w:r>
      <w:r w:rsidR="004A4993">
        <w:t>’</w:t>
      </w:r>
      <w:r w:rsidRPr="004C3E92">
        <w:t>entendît jamais pr</w:t>
      </w:r>
      <w:r w:rsidRPr="004C3E92">
        <w:t>o</w:t>
      </w:r>
      <w:r w:rsidRPr="004C3E92">
        <w:t>noncer le nom de Willoughby ne fut pas inutile</w:t>
      </w:r>
      <w:r w:rsidR="004A4993">
        <w:t xml:space="preserve">. </w:t>
      </w:r>
      <w:r w:rsidRPr="004C3E92">
        <w:t>Marianne</w:t>
      </w:r>
      <w:r w:rsidR="004A4993">
        <w:t xml:space="preserve">, </w:t>
      </w:r>
      <w:r w:rsidRPr="004C3E92">
        <w:t>à son propre insu</w:t>
      </w:r>
      <w:r w:rsidR="004A4993">
        <w:t xml:space="preserve">, </w:t>
      </w:r>
      <w:r w:rsidRPr="004C3E92">
        <w:t>en récolta tout l</w:t>
      </w:r>
      <w:r w:rsidR="004A4993">
        <w:t>’</w:t>
      </w:r>
      <w:r w:rsidRPr="004C3E92">
        <w:t>avantage</w:t>
      </w:r>
      <w:r w:rsidR="004A4993">
        <w:t xml:space="preserve"> ; </w:t>
      </w:r>
      <w:r w:rsidRPr="004C3E92">
        <w:t>car ni Mrs</w:t>
      </w:r>
      <w:r w:rsidR="004A4993">
        <w:t xml:space="preserve">. </w:t>
      </w:r>
      <w:r w:rsidRPr="004C3E92">
        <w:t>Jennings</w:t>
      </w:r>
      <w:r w:rsidR="004A4993">
        <w:t xml:space="preserve">, </w:t>
      </w:r>
      <w:r w:rsidRPr="004C3E92">
        <w:t>ni Sir John</w:t>
      </w:r>
      <w:r w:rsidR="004A4993">
        <w:t xml:space="preserve">, </w:t>
      </w:r>
      <w:r w:rsidRPr="004C3E92">
        <w:t>ni même Mrs</w:t>
      </w:r>
      <w:r w:rsidR="004A4993">
        <w:t xml:space="preserve">. </w:t>
      </w:r>
      <w:r w:rsidRPr="004C3E92">
        <w:t>Palmer</w:t>
      </w:r>
      <w:r w:rsidR="004A4993">
        <w:t xml:space="preserve">, </w:t>
      </w:r>
      <w:r w:rsidRPr="004C3E92">
        <w:t>ne parlèrent jamais de lui en sa présence</w:t>
      </w:r>
      <w:r w:rsidR="004A4993">
        <w:t xml:space="preserve">. </w:t>
      </w:r>
      <w:proofErr w:type="spellStart"/>
      <w:r w:rsidRPr="004C3E92">
        <w:t>Elinor</w:t>
      </w:r>
      <w:proofErr w:type="spellEnd"/>
      <w:r w:rsidRPr="004C3E92">
        <w:t xml:space="preserve"> eût voulu que la même discrétion pût être étendue à elle-même</w:t>
      </w:r>
      <w:r w:rsidR="004A4993">
        <w:t xml:space="preserve">, </w:t>
      </w:r>
      <w:r w:rsidRPr="004C3E92">
        <w:t>mais c</w:t>
      </w:r>
      <w:r w:rsidR="004A4993">
        <w:t>’</w:t>
      </w:r>
      <w:r w:rsidRPr="004C3E92">
        <w:t>était impossible</w:t>
      </w:r>
      <w:r w:rsidR="004A4993">
        <w:t xml:space="preserve">, </w:t>
      </w:r>
      <w:r w:rsidRPr="004C3E92">
        <w:t>et elle fut obligée d</w:t>
      </w:r>
      <w:r w:rsidR="004A4993">
        <w:t>’</w:t>
      </w:r>
      <w:r w:rsidRPr="004C3E92">
        <w:t>entendre</w:t>
      </w:r>
      <w:r w:rsidR="004A4993">
        <w:t xml:space="preserve">, </w:t>
      </w:r>
      <w:r w:rsidRPr="004C3E92">
        <w:t>jour sur jour</w:t>
      </w:r>
      <w:r w:rsidR="004A4993">
        <w:t xml:space="preserve">, </w:t>
      </w:r>
      <w:r w:rsidRPr="004C3E92">
        <w:t>l</w:t>
      </w:r>
      <w:r w:rsidR="004A4993">
        <w:t>’</w:t>
      </w:r>
      <w:r w:rsidRPr="004C3E92">
        <w:t>expression de leur indignation à tous</w:t>
      </w:r>
      <w:r w:rsidR="004A4993">
        <w:t>.</w:t>
      </w:r>
    </w:p>
    <w:p w14:paraId="7C1F2045" w14:textId="51EA5662" w:rsidR="004A4993" w:rsidRDefault="008C5C61" w:rsidP="004A4993">
      <w:r w:rsidRPr="004C3E92">
        <w:t>Sir John n</w:t>
      </w:r>
      <w:r w:rsidR="004A4993">
        <w:t>’</w:t>
      </w:r>
      <w:r w:rsidRPr="004C3E92">
        <w:t>eût pas cru cela possible</w:t>
      </w:r>
      <w:r w:rsidR="004A4993">
        <w:t> : « </w:t>
      </w:r>
      <w:r w:rsidRPr="004C3E92">
        <w:t>Un homme dont il avait toujours eu tout lieu de penser du bien</w:t>
      </w:r>
      <w:r w:rsidR="004A4993">
        <w:t xml:space="preserve"> ! </w:t>
      </w:r>
      <w:r w:rsidRPr="004C3E92">
        <w:t>Un si bon garçon</w:t>
      </w:r>
      <w:r w:rsidR="004A4993">
        <w:t xml:space="preserve"> ! </w:t>
      </w:r>
      <w:r w:rsidRPr="004C3E92">
        <w:t>Il ne croyait pas qu</w:t>
      </w:r>
      <w:r w:rsidR="004A4993">
        <w:t>’</w:t>
      </w:r>
      <w:r w:rsidRPr="004C3E92">
        <w:t>il y eût en Angleterre de cavalier plus hardi</w:t>
      </w:r>
      <w:r w:rsidR="004A4993">
        <w:t xml:space="preserve"> ! </w:t>
      </w:r>
      <w:r w:rsidRPr="004C3E92">
        <w:t>C</w:t>
      </w:r>
      <w:r w:rsidR="004A4993">
        <w:t>’</w:t>
      </w:r>
      <w:r w:rsidRPr="004C3E92">
        <w:t>était une chose inexplicable</w:t>
      </w:r>
      <w:r w:rsidR="004A4993">
        <w:t xml:space="preserve">. </w:t>
      </w:r>
      <w:r w:rsidRPr="004C3E92">
        <w:t>Il le vouait au diable</w:t>
      </w:r>
      <w:r w:rsidR="004A4993">
        <w:t xml:space="preserve">, </w:t>
      </w:r>
      <w:r w:rsidRPr="004C3E92">
        <w:t>de tout son cœur</w:t>
      </w:r>
      <w:r w:rsidR="004A4993">
        <w:t xml:space="preserve">. </w:t>
      </w:r>
      <w:r w:rsidRPr="004C3E92">
        <w:t>Il ne lui adresserait plus la parole</w:t>
      </w:r>
      <w:r w:rsidR="004A4993">
        <w:t xml:space="preserve">, </w:t>
      </w:r>
      <w:r w:rsidRPr="004C3E92">
        <w:t>pour rien au monde</w:t>
      </w:r>
      <w:r w:rsidR="004A4993">
        <w:t xml:space="preserve">, </w:t>
      </w:r>
      <w:r w:rsidRPr="004C3E92">
        <w:t>en quelque lieu qu</w:t>
      </w:r>
      <w:r w:rsidR="004A4993">
        <w:t>’</w:t>
      </w:r>
      <w:r w:rsidRPr="004C3E92">
        <w:t>il le rencontrât</w:t>
      </w:r>
      <w:r w:rsidR="004A4993">
        <w:t xml:space="preserve"> ! </w:t>
      </w:r>
      <w:r w:rsidRPr="004C3E92">
        <w:t>Non</w:t>
      </w:r>
      <w:r w:rsidR="004A4993">
        <w:t xml:space="preserve">, </w:t>
      </w:r>
      <w:r w:rsidRPr="004C3E92">
        <w:t>fût-ce même devant la remise de Barton</w:t>
      </w:r>
      <w:r w:rsidR="004A4993">
        <w:t xml:space="preserve"> ; </w:t>
      </w:r>
      <w:r w:rsidRPr="004C3E92">
        <w:t>et dussent-ils se trouver obligés d</w:t>
      </w:r>
      <w:r w:rsidR="004A4993">
        <w:t>’</w:t>
      </w:r>
      <w:r w:rsidRPr="004C3E92">
        <w:t>attendre ensemble pendant deux heures</w:t>
      </w:r>
      <w:r w:rsidR="004A4993">
        <w:t xml:space="preserve"> ! </w:t>
      </w:r>
      <w:r w:rsidRPr="004C3E92">
        <w:t>Quel scélérat</w:t>
      </w:r>
      <w:r w:rsidR="004A4993">
        <w:t xml:space="preserve"> ! </w:t>
      </w:r>
      <w:r w:rsidRPr="004C3E92">
        <w:t>Quel fourbe</w:t>
      </w:r>
      <w:r w:rsidR="004A4993">
        <w:t xml:space="preserve">, </w:t>
      </w:r>
      <w:r w:rsidRPr="004C3E92">
        <w:t>que cet animal-là</w:t>
      </w:r>
      <w:r w:rsidR="004A4993">
        <w:t xml:space="preserve"> ! </w:t>
      </w:r>
      <w:r w:rsidRPr="004C3E92">
        <w:t>Et la dernière fois qu</w:t>
      </w:r>
      <w:r w:rsidR="004A4993">
        <w:t>’</w:t>
      </w:r>
      <w:r w:rsidRPr="004C3E92">
        <w:t>ils s</w:t>
      </w:r>
      <w:r w:rsidR="004A4993">
        <w:t>’</w:t>
      </w:r>
      <w:r w:rsidRPr="004C3E92">
        <w:t>étaient vus</w:t>
      </w:r>
      <w:r w:rsidR="004A4993">
        <w:t xml:space="preserve">, </w:t>
      </w:r>
      <w:r w:rsidRPr="004C3E92">
        <w:t>il lui avait encore offert l</w:t>
      </w:r>
      <w:r w:rsidR="004A4993">
        <w:t>’</w:t>
      </w:r>
      <w:r w:rsidRPr="004C3E92">
        <w:t xml:space="preserve">un des petits chiots de </w:t>
      </w:r>
      <w:proofErr w:type="spellStart"/>
      <w:r w:rsidRPr="004C3E92">
        <w:t>Folly</w:t>
      </w:r>
      <w:proofErr w:type="spellEnd"/>
      <w:r w:rsidR="004A4993">
        <w:t xml:space="preserve"> ! </w:t>
      </w:r>
      <w:r w:rsidRPr="004C3E92">
        <w:t>Et c</w:t>
      </w:r>
      <w:r w:rsidR="004A4993">
        <w:t>’</w:t>
      </w:r>
      <w:r w:rsidRPr="004C3E92">
        <w:t>est co</w:t>
      </w:r>
      <w:r w:rsidRPr="004C3E92">
        <w:t>m</w:t>
      </w:r>
      <w:r w:rsidRPr="004C3E92">
        <w:t>me cela que tout se terminait</w:t>
      </w:r>
      <w:r w:rsidR="004A4993">
        <w:t> ! »</w:t>
      </w:r>
    </w:p>
    <w:p w14:paraId="376990F3" w14:textId="68325D79" w:rsidR="004A4993" w:rsidRDefault="008C5C61" w:rsidP="004A4993">
      <w:r w:rsidRPr="004C3E92">
        <w:t>Mrs</w:t>
      </w:r>
      <w:r w:rsidR="004A4993">
        <w:t xml:space="preserve">. </w:t>
      </w:r>
      <w:r w:rsidRPr="004C3E92">
        <w:t>Palmer</w:t>
      </w:r>
      <w:r w:rsidR="004A4993">
        <w:t xml:space="preserve">, </w:t>
      </w:r>
      <w:r w:rsidRPr="004C3E92">
        <w:t>à sa façon</w:t>
      </w:r>
      <w:r w:rsidR="004A4993">
        <w:t xml:space="preserve">, </w:t>
      </w:r>
      <w:r w:rsidRPr="004C3E92">
        <w:t>fut également en colère</w:t>
      </w:r>
      <w:r w:rsidR="004A4993">
        <w:t>. « </w:t>
      </w:r>
      <w:r w:rsidRPr="004C3E92">
        <w:t>Elle était résolue à rompre immédiatement toutes relations avec lui et elle était bien contente de ne l</w:t>
      </w:r>
      <w:r w:rsidR="004A4993">
        <w:t>’</w:t>
      </w:r>
      <w:r w:rsidRPr="004C3E92">
        <w:t>avoir jamais connu</w:t>
      </w:r>
      <w:r w:rsidR="004A4993">
        <w:t xml:space="preserve">. </w:t>
      </w:r>
      <w:r w:rsidRPr="004C3E92">
        <w:t>Elle regre</w:t>
      </w:r>
      <w:r w:rsidRPr="004C3E92">
        <w:t>t</w:t>
      </w:r>
      <w:r w:rsidRPr="004C3E92">
        <w:t>tait de tout son cœur que Combe Magna fût si proche de Ba</w:t>
      </w:r>
      <w:r w:rsidRPr="004C3E92">
        <w:t>r</w:t>
      </w:r>
      <w:r w:rsidRPr="004C3E92">
        <w:t>ton</w:t>
      </w:r>
      <w:r w:rsidR="004A4993">
        <w:t xml:space="preserve"> ; </w:t>
      </w:r>
      <w:r w:rsidRPr="004C3E92">
        <w:t>mais cela n</w:t>
      </w:r>
      <w:r w:rsidR="004A4993">
        <w:t>’</w:t>
      </w:r>
      <w:r w:rsidRPr="004C3E92">
        <w:t>avait pas d</w:t>
      </w:r>
      <w:r w:rsidR="004A4993">
        <w:t>’</w:t>
      </w:r>
      <w:r w:rsidRPr="004C3E92">
        <w:t>importance</w:t>
      </w:r>
      <w:r w:rsidR="004A4993">
        <w:t xml:space="preserve">, </w:t>
      </w:r>
      <w:r w:rsidRPr="004C3E92">
        <w:t>car l</w:t>
      </w:r>
      <w:r w:rsidR="004A4993">
        <w:t>’</w:t>
      </w:r>
      <w:r w:rsidRPr="004C3E92">
        <w:t>endroit était bea</w:t>
      </w:r>
      <w:r w:rsidRPr="004C3E92">
        <w:t>u</w:t>
      </w:r>
      <w:r w:rsidRPr="004C3E92">
        <w:t>coup trop éloigné pour les visites</w:t>
      </w:r>
      <w:r w:rsidR="004A4993">
        <w:t xml:space="preserve"> ; </w:t>
      </w:r>
      <w:r w:rsidRPr="004C3E92">
        <w:t>elle le détestait tellement</w:t>
      </w:r>
      <w:r w:rsidR="004A4993">
        <w:t xml:space="preserve">, </w:t>
      </w:r>
      <w:r w:rsidRPr="004C3E92">
        <w:t>qu</w:t>
      </w:r>
      <w:r w:rsidR="004A4993">
        <w:t>’</w:t>
      </w:r>
      <w:r w:rsidRPr="004C3E92">
        <w:t>elle était décidée à ne plus jamais prononcer son nom</w:t>
      </w:r>
      <w:r w:rsidR="004A4993">
        <w:t xml:space="preserve">, </w:t>
      </w:r>
      <w:r w:rsidRPr="004C3E92">
        <w:t>et qu</w:t>
      </w:r>
      <w:r w:rsidR="004A4993">
        <w:t>’</w:t>
      </w:r>
      <w:r w:rsidRPr="004C3E92">
        <w:t>elle dirait à tous les gens qu</w:t>
      </w:r>
      <w:r w:rsidR="004A4993">
        <w:t>’</w:t>
      </w:r>
      <w:r w:rsidRPr="004C3E92">
        <w:t>elle verrait quel bon à rien il était</w:t>
      </w:r>
      <w:r w:rsidR="004A4993">
        <w:t>. »</w:t>
      </w:r>
    </w:p>
    <w:p w14:paraId="282CF6CE" w14:textId="77777777" w:rsidR="004A4993" w:rsidRDefault="008C5C61" w:rsidP="004A4993">
      <w:r w:rsidRPr="004C3E92">
        <w:lastRenderedPageBreak/>
        <w:t>Le reste de la sympathie de Mrs</w:t>
      </w:r>
      <w:r w:rsidR="004A4993">
        <w:t xml:space="preserve">. </w:t>
      </w:r>
      <w:r w:rsidRPr="004C3E92">
        <w:t>Palmer se manifesta en se procurant tous les détails qu</w:t>
      </w:r>
      <w:r w:rsidR="004A4993">
        <w:t>’</w:t>
      </w:r>
      <w:r w:rsidRPr="004C3E92">
        <w:t>il lui fut possible au sujet du m</w:t>
      </w:r>
      <w:r w:rsidRPr="004C3E92">
        <w:t>a</w:t>
      </w:r>
      <w:r w:rsidRPr="004C3E92">
        <w:t>riage qui s</w:t>
      </w:r>
      <w:r w:rsidR="004A4993">
        <w:t>’</w:t>
      </w:r>
      <w:r w:rsidRPr="004C3E92">
        <w:t>approchait</w:t>
      </w:r>
      <w:r w:rsidR="004A4993">
        <w:t xml:space="preserve">, </w:t>
      </w:r>
      <w:r w:rsidRPr="004C3E92">
        <w:t xml:space="preserve">et en en faisant part à </w:t>
      </w:r>
      <w:proofErr w:type="spellStart"/>
      <w:r w:rsidRPr="004C3E92">
        <w:t>Elinor</w:t>
      </w:r>
      <w:proofErr w:type="spellEnd"/>
      <w:r w:rsidR="004A4993">
        <w:t xml:space="preserve">. </w:t>
      </w:r>
      <w:r w:rsidRPr="004C3E92">
        <w:t>Elle fut bientôt à même de dire chez quel carrossier était en constru</w:t>
      </w:r>
      <w:r w:rsidRPr="004C3E92">
        <w:t>c</w:t>
      </w:r>
      <w:r w:rsidRPr="004C3E92">
        <w:t>tion la voiture neuve</w:t>
      </w:r>
      <w:r w:rsidR="004A4993">
        <w:t xml:space="preserve">, </w:t>
      </w:r>
      <w:r w:rsidRPr="004C3E92">
        <w:t>par quel peintre était dessiné le portrait de Mr</w:t>
      </w:r>
      <w:r w:rsidR="004A4993">
        <w:t xml:space="preserve">. </w:t>
      </w:r>
      <w:r w:rsidRPr="004C3E92">
        <w:t>Willoughby</w:t>
      </w:r>
      <w:r w:rsidR="004A4993">
        <w:t xml:space="preserve">, </w:t>
      </w:r>
      <w:r w:rsidRPr="004C3E92">
        <w:t>et dans quel magasin l</w:t>
      </w:r>
      <w:r w:rsidR="004A4993">
        <w:t>’</w:t>
      </w:r>
      <w:r w:rsidRPr="004C3E92">
        <w:t>on pouvait voir les to</w:t>
      </w:r>
      <w:r w:rsidRPr="004C3E92">
        <w:t>i</w:t>
      </w:r>
      <w:r w:rsidRPr="004C3E92">
        <w:t>lettes de miss Grey</w:t>
      </w:r>
      <w:r w:rsidR="004A4993">
        <w:t>.</w:t>
      </w:r>
    </w:p>
    <w:p w14:paraId="3D580720" w14:textId="77777777" w:rsidR="004A4993" w:rsidRDefault="008C5C61" w:rsidP="004A4993">
      <w:r w:rsidRPr="004C3E92">
        <w:t>L</w:t>
      </w:r>
      <w:r w:rsidR="004A4993">
        <w:t>’</w:t>
      </w:r>
      <w:r w:rsidRPr="004C3E92">
        <w:t>insouciance calme et polie de lady Middleton à cette o</w:t>
      </w:r>
      <w:r w:rsidRPr="004C3E92">
        <w:t>c</w:t>
      </w:r>
      <w:r w:rsidRPr="004C3E92">
        <w:t>casion fut un soulagement heureux pour l</w:t>
      </w:r>
      <w:r w:rsidR="004A4993">
        <w:t>’</w:t>
      </w:r>
      <w:r w:rsidRPr="004C3E92">
        <w:t>entrain d</w:t>
      </w:r>
      <w:r w:rsidR="004A4993">
        <w:t>’</w:t>
      </w:r>
      <w:proofErr w:type="spellStart"/>
      <w:r w:rsidRPr="004C3E92">
        <w:t>Elinor</w:t>
      </w:r>
      <w:proofErr w:type="spellEnd"/>
      <w:r w:rsidR="004A4993">
        <w:t xml:space="preserve">, </w:t>
      </w:r>
      <w:r w:rsidRPr="004C3E92">
        <w:t>o</w:t>
      </w:r>
      <w:r w:rsidRPr="004C3E92">
        <w:t>p</w:t>
      </w:r>
      <w:r w:rsidRPr="004C3E92">
        <w:t>pressé comme il l</w:t>
      </w:r>
      <w:r w:rsidR="004A4993">
        <w:t>’</w:t>
      </w:r>
      <w:r w:rsidRPr="004C3E92">
        <w:t>était souvent par l</w:t>
      </w:r>
      <w:r w:rsidR="004A4993">
        <w:t>’</w:t>
      </w:r>
      <w:r w:rsidRPr="004C3E92">
        <w:t>amabilité bruyante des a</w:t>
      </w:r>
      <w:r w:rsidRPr="004C3E92">
        <w:t>u</w:t>
      </w:r>
      <w:r w:rsidRPr="004C3E92">
        <w:t>tres</w:t>
      </w:r>
      <w:r w:rsidR="004A4993">
        <w:t xml:space="preserve">. </w:t>
      </w:r>
      <w:r w:rsidRPr="004C3E92">
        <w:t>Ce lui fut un puissant réconfort</w:t>
      </w:r>
      <w:r w:rsidR="004A4993">
        <w:t xml:space="preserve">, </w:t>
      </w:r>
      <w:r w:rsidRPr="004C3E92">
        <w:t>que d</w:t>
      </w:r>
      <w:r w:rsidR="004A4993">
        <w:t>’</w:t>
      </w:r>
      <w:r w:rsidRPr="004C3E92">
        <w:t>être sûre de ne su</w:t>
      </w:r>
      <w:r w:rsidRPr="004C3E92">
        <w:t>s</w:t>
      </w:r>
      <w:r w:rsidRPr="004C3E92">
        <w:t>citer aucun intérêt chez une personne au moins parmi le cercle de leurs amis</w:t>
      </w:r>
      <w:r w:rsidR="004A4993">
        <w:t xml:space="preserve"> ; </w:t>
      </w:r>
      <w:r w:rsidRPr="004C3E92">
        <w:t>un puissant réconfort</w:t>
      </w:r>
      <w:r w:rsidR="004A4993">
        <w:t xml:space="preserve">, </w:t>
      </w:r>
      <w:r w:rsidRPr="004C3E92">
        <w:t>que de savoir qu</w:t>
      </w:r>
      <w:r w:rsidR="004A4993">
        <w:t>’</w:t>
      </w:r>
      <w:r w:rsidRPr="004C3E92">
        <w:t xml:space="preserve">il y avait </w:t>
      </w:r>
      <w:r w:rsidRPr="004C3E92">
        <w:rPr>
          <w:i/>
          <w:iCs/>
        </w:rPr>
        <w:t>une</w:t>
      </w:r>
      <w:r w:rsidRPr="004C3E92">
        <w:t xml:space="preserve"> personne qui la rencontrerait sans ressentir de curiosité quant aux détails</w:t>
      </w:r>
      <w:r w:rsidR="004A4993">
        <w:t xml:space="preserve">, </w:t>
      </w:r>
      <w:r w:rsidRPr="004C3E92">
        <w:t>ni d</w:t>
      </w:r>
      <w:r w:rsidR="004A4993">
        <w:t>’</w:t>
      </w:r>
      <w:r w:rsidRPr="004C3E92">
        <w:t>inquiétude au sujet de la santé de sa sœur</w:t>
      </w:r>
      <w:r w:rsidR="004A4993">
        <w:t>.</w:t>
      </w:r>
    </w:p>
    <w:p w14:paraId="6E23245A" w14:textId="77777777" w:rsidR="004A4993" w:rsidRDefault="008C5C61" w:rsidP="004A4993">
      <w:r w:rsidRPr="004C3E92">
        <w:t>Toute qualité se voit parfois rehaussée</w:t>
      </w:r>
      <w:r w:rsidR="004A4993">
        <w:t xml:space="preserve">, </w:t>
      </w:r>
      <w:r w:rsidRPr="004C3E92">
        <w:t>par les circonsta</w:t>
      </w:r>
      <w:r w:rsidRPr="004C3E92">
        <w:t>n</w:t>
      </w:r>
      <w:r w:rsidRPr="004C3E92">
        <w:t>ces du moment</w:t>
      </w:r>
      <w:r w:rsidR="004A4993">
        <w:t xml:space="preserve">, </w:t>
      </w:r>
      <w:r w:rsidRPr="004C3E92">
        <w:t>à une altitude supérieure à sa valeur réelle</w:t>
      </w:r>
      <w:r w:rsidR="004A4993">
        <w:t xml:space="preserve"> ; </w:t>
      </w:r>
      <w:r w:rsidRPr="004C3E92">
        <w:t>et elle fut parfois agacée par les condoléances importunes au point de priser la bonne éducation comme plus indispensable au r</w:t>
      </w:r>
      <w:r w:rsidRPr="004C3E92">
        <w:t>é</w:t>
      </w:r>
      <w:r w:rsidRPr="004C3E92">
        <w:t>confort</w:t>
      </w:r>
      <w:r w:rsidR="004A4993">
        <w:t xml:space="preserve">, </w:t>
      </w:r>
      <w:r w:rsidRPr="004C3E92">
        <w:t>que la bienveillance</w:t>
      </w:r>
      <w:r w:rsidR="004A4993">
        <w:t>.</w:t>
      </w:r>
    </w:p>
    <w:p w14:paraId="249350A8" w14:textId="77777777" w:rsidR="004A4993" w:rsidRDefault="008C5C61" w:rsidP="004A4993">
      <w:r w:rsidRPr="004C3E92">
        <w:t>Lady Middleton exprimait son sentiment sur l</w:t>
      </w:r>
      <w:r w:rsidR="004A4993">
        <w:t>’</w:t>
      </w:r>
      <w:r w:rsidRPr="004C3E92">
        <w:t>affaire</w:t>
      </w:r>
      <w:r w:rsidR="004A4993">
        <w:t xml:space="preserve">, </w:t>
      </w:r>
      <w:r w:rsidRPr="004C3E92">
        <w:t>env</w:t>
      </w:r>
      <w:r w:rsidRPr="004C3E92">
        <w:t>i</w:t>
      </w:r>
      <w:r w:rsidRPr="004C3E92">
        <w:t>ron une fois par jour</w:t>
      </w:r>
      <w:r w:rsidR="004A4993">
        <w:t xml:space="preserve">, </w:t>
      </w:r>
      <w:r w:rsidRPr="004C3E92">
        <w:t>ou deux fois</w:t>
      </w:r>
      <w:r w:rsidR="004A4993">
        <w:t xml:space="preserve">, </w:t>
      </w:r>
      <w:r w:rsidRPr="004C3E92">
        <w:t>si le sujet se trouvait abordé très souvent</w:t>
      </w:r>
      <w:r w:rsidR="004A4993">
        <w:t xml:space="preserve">, </w:t>
      </w:r>
      <w:r w:rsidRPr="004C3E92">
        <w:t>en disant</w:t>
      </w:r>
      <w:r w:rsidR="004A4993">
        <w:t> : « </w:t>
      </w:r>
      <w:r w:rsidRPr="004C3E92">
        <w:t>C</w:t>
      </w:r>
      <w:r w:rsidR="004A4993">
        <w:t>’</w:t>
      </w:r>
      <w:r w:rsidRPr="004C3E92">
        <w:t>est vraiment fort scandaleux</w:t>
      </w:r>
      <w:r w:rsidR="004A4993">
        <w:t> ! »</w:t>
      </w:r>
      <w:r w:rsidRPr="004C3E92">
        <w:t xml:space="preserve"> et</w:t>
      </w:r>
      <w:r w:rsidR="004A4993">
        <w:t xml:space="preserve">, </w:t>
      </w:r>
      <w:r w:rsidRPr="004C3E92">
        <w:t>grâce à ce soulagement continuel</w:t>
      </w:r>
      <w:r w:rsidR="004A4993">
        <w:t xml:space="preserve">, </w:t>
      </w:r>
      <w:r w:rsidRPr="004C3E92">
        <w:t>quoique doux</w:t>
      </w:r>
      <w:r w:rsidR="004A4993">
        <w:t xml:space="preserve">, </w:t>
      </w:r>
      <w:r w:rsidRPr="004C3E92">
        <w:t>il lui fut poss</w:t>
      </w:r>
      <w:r w:rsidRPr="004C3E92">
        <w:t>i</w:t>
      </w:r>
      <w:r w:rsidRPr="004C3E92">
        <w:t>ble</w:t>
      </w:r>
      <w:r w:rsidR="004A4993">
        <w:t xml:space="preserve">, </w:t>
      </w:r>
      <w:r w:rsidRPr="004C3E92">
        <w:t xml:space="preserve">non seulement de voir les demoiselles </w:t>
      </w:r>
      <w:proofErr w:type="spellStart"/>
      <w:r w:rsidRPr="004C3E92">
        <w:t>Dashwood</w:t>
      </w:r>
      <w:proofErr w:type="spellEnd"/>
      <w:r w:rsidR="004A4993">
        <w:t xml:space="preserve">, </w:t>
      </w:r>
      <w:r w:rsidRPr="004C3E92">
        <w:t>dès le d</w:t>
      </w:r>
      <w:r w:rsidRPr="004C3E92">
        <w:t>é</w:t>
      </w:r>
      <w:r w:rsidRPr="004C3E92">
        <w:t>but</w:t>
      </w:r>
      <w:r w:rsidR="004A4993">
        <w:t xml:space="preserve">, </w:t>
      </w:r>
      <w:r w:rsidRPr="004C3E92">
        <w:t>sans la moindre émotion</w:t>
      </w:r>
      <w:r w:rsidR="004A4993">
        <w:t xml:space="preserve">, </w:t>
      </w:r>
      <w:r w:rsidRPr="004C3E92">
        <w:t>mais de les voir bientôt sans se souvenir d</w:t>
      </w:r>
      <w:r w:rsidR="004A4993">
        <w:t>’</w:t>
      </w:r>
      <w:r w:rsidRPr="004C3E92">
        <w:t>un seul mot de l</w:t>
      </w:r>
      <w:r w:rsidR="004A4993">
        <w:t>’</w:t>
      </w:r>
      <w:r w:rsidRPr="004C3E92">
        <w:t>affaire</w:t>
      </w:r>
      <w:r w:rsidR="004A4993">
        <w:t xml:space="preserve"> ; </w:t>
      </w:r>
      <w:r w:rsidRPr="004C3E92">
        <w:t>et</w:t>
      </w:r>
      <w:r w:rsidR="004A4993">
        <w:t xml:space="preserve">, </w:t>
      </w:r>
      <w:r w:rsidRPr="004C3E92">
        <w:t>ayant ainsi soutenu la d</w:t>
      </w:r>
      <w:r w:rsidRPr="004C3E92">
        <w:t>i</w:t>
      </w:r>
      <w:r w:rsidRPr="004C3E92">
        <w:t>gnité de son sexe</w:t>
      </w:r>
      <w:r w:rsidR="004A4993">
        <w:t xml:space="preserve">, </w:t>
      </w:r>
      <w:r w:rsidRPr="004C3E92">
        <w:t>et exprimé son blâme fort net à l</w:t>
      </w:r>
      <w:r w:rsidR="004A4993">
        <w:t>’</w:t>
      </w:r>
      <w:r w:rsidRPr="004C3E92">
        <w:t>encontre de ce qui était mauvais chez l</w:t>
      </w:r>
      <w:r w:rsidR="004A4993">
        <w:t>’</w:t>
      </w:r>
      <w:r w:rsidRPr="004C3E92">
        <w:t>autre</w:t>
      </w:r>
      <w:r w:rsidR="004A4993">
        <w:t xml:space="preserve">, </w:t>
      </w:r>
      <w:r w:rsidRPr="004C3E92">
        <w:t>elle se crut libre de se cons</w:t>
      </w:r>
      <w:r w:rsidRPr="004C3E92">
        <w:t>a</w:t>
      </w:r>
      <w:r w:rsidRPr="004C3E92">
        <w:t>crer à l</w:t>
      </w:r>
      <w:r w:rsidR="004A4993">
        <w:t>’</w:t>
      </w:r>
      <w:r w:rsidRPr="004C3E92">
        <w:t xml:space="preserve">intérêt de ses </w:t>
      </w:r>
      <w:r w:rsidRPr="004C3E92">
        <w:lastRenderedPageBreak/>
        <w:t>propres réunions</w:t>
      </w:r>
      <w:r w:rsidR="004A4993">
        <w:t xml:space="preserve">, </w:t>
      </w:r>
      <w:r w:rsidRPr="004C3E92">
        <w:t>et résolut en conséque</w:t>
      </w:r>
      <w:r w:rsidRPr="004C3E92">
        <w:t>n</w:t>
      </w:r>
      <w:r w:rsidRPr="004C3E92">
        <w:t>ce</w:t>
      </w:r>
      <w:r w:rsidR="004A4993">
        <w:t xml:space="preserve"> (</w:t>
      </w:r>
      <w:r w:rsidRPr="004C3E92">
        <w:t>encore que ce fût un peu contraire à l</w:t>
      </w:r>
      <w:r w:rsidR="004A4993">
        <w:t>’</w:t>
      </w:r>
      <w:r w:rsidRPr="004C3E92">
        <w:t>avis de Sir John</w:t>
      </w:r>
      <w:r w:rsidR="004A4993">
        <w:t xml:space="preserve">), </w:t>
      </w:r>
      <w:r w:rsidRPr="004C3E92">
        <w:t>puisque Mrs</w:t>
      </w:r>
      <w:r w:rsidR="004A4993">
        <w:t xml:space="preserve">. </w:t>
      </w:r>
      <w:r w:rsidRPr="004C3E92">
        <w:t>Willoughby allait être à la fois une femme élégante et riche</w:t>
      </w:r>
      <w:r w:rsidR="004A4993">
        <w:t xml:space="preserve">, </w:t>
      </w:r>
      <w:r w:rsidRPr="004C3E92">
        <w:t>de déposer une carte chez elle aussitôt qu</w:t>
      </w:r>
      <w:r w:rsidR="004A4993">
        <w:t>’</w:t>
      </w:r>
      <w:r w:rsidRPr="004C3E92">
        <w:t>elle serait mariée</w:t>
      </w:r>
      <w:r w:rsidR="004A4993">
        <w:t>.</w:t>
      </w:r>
    </w:p>
    <w:p w14:paraId="41B41333" w14:textId="77777777" w:rsidR="004A4993" w:rsidRDefault="008C5C61" w:rsidP="004A4993">
      <w:r w:rsidRPr="004C3E92">
        <w:t>Les interrogations délicates et discrètes du colonel Bra</w:t>
      </w:r>
      <w:r w:rsidRPr="004C3E92">
        <w:t>n</w:t>
      </w:r>
      <w:r w:rsidRPr="004C3E92">
        <w:t xml:space="preserve">don ne furent jamais importunes à miss </w:t>
      </w:r>
      <w:proofErr w:type="spellStart"/>
      <w:r w:rsidRPr="004C3E92">
        <w:t>Dashwood</w:t>
      </w:r>
      <w:proofErr w:type="spellEnd"/>
      <w:r w:rsidR="004A4993">
        <w:t xml:space="preserve">. </w:t>
      </w:r>
      <w:r w:rsidRPr="004C3E92">
        <w:t>Il avait la</w:t>
      </w:r>
      <w:r w:rsidRPr="004C3E92">
        <w:t>r</w:t>
      </w:r>
      <w:r w:rsidRPr="004C3E92">
        <w:t>gement mérité le privilège de la discussion intime de la déce</w:t>
      </w:r>
      <w:r w:rsidRPr="004C3E92">
        <w:t>p</w:t>
      </w:r>
      <w:r w:rsidRPr="004C3E92">
        <w:t>tion de sa sœur</w:t>
      </w:r>
      <w:r w:rsidR="004A4993">
        <w:t xml:space="preserve">, </w:t>
      </w:r>
      <w:r w:rsidRPr="004C3E92">
        <w:t>par le zèle amical avec lequel il s</w:t>
      </w:r>
      <w:r w:rsidR="004A4993">
        <w:t>’</w:t>
      </w:r>
      <w:r w:rsidRPr="004C3E92">
        <w:t>était efforcé de la radoucir</w:t>
      </w:r>
      <w:r w:rsidR="004A4993">
        <w:t xml:space="preserve">, </w:t>
      </w:r>
      <w:r w:rsidRPr="004C3E92">
        <w:t>et ils conversèrent toujours en confiance</w:t>
      </w:r>
      <w:r w:rsidR="004A4993">
        <w:t xml:space="preserve">. </w:t>
      </w:r>
      <w:r w:rsidRPr="004C3E92">
        <w:t>La princ</w:t>
      </w:r>
      <w:r w:rsidRPr="004C3E92">
        <w:t>i</w:t>
      </w:r>
      <w:r w:rsidRPr="004C3E92">
        <w:t>pale récompense que lui valut l</w:t>
      </w:r>
      <w:r w:rsidR="004A4993">
        <w:t>’</w:t>
      </w:r>
      <w:r w:rsidRPr="004C3E92">
        <w:t>effort pénible de la révélation de chagrins passés et d</w:t>
      </w:r>
      <w:r w:rsidR="004A4993">
        <w:t>’</w:t>
      </w:r>
      <w:r w:rsidRPr="004C3E92">
        <w:t>humiliations présentes</w:t>
      </w:r>
      <w:r w:rsidR="004A4993">
        <w:t xml:space="preserve">, </w:t>
      </w:r>
      <w:r w:rsidRPr="004C3E92">
        <w:t>ce fut le regard plein de pitié dont Marianne l</w:t>
      </w:r>
      <w:r w:rsidR="004A4993">
        <w:t>’</w:t>
      </w:r>
      <w:r w:rsidRPr="004C3E92">
        <w:t>observait parfois</w:t>
      </w:r>
      <w:r w:rsidR="004A4993">
        <w:t xml:space="preserve">, </w:t>
      </w:r>
      <w:r w:rsidRPr="004C3E92">
        <w:t>et la douceur de sa voix chaque fois</w:t>
      </w:r>
      <w:r w:rsidR="004A4993">
        <w:t xml:space="preserve"> (</w:t>
      </w:r>
      <w:r w:rsidRPr="004C3E92">
        <w:t>bien que cela n</w:t>
      </w:r>
      <w:r w:rsidR="004A4993">
        <w:t>’</w:t>
      </w:r>
      <w:r w:rsidRPr="004C3E92">
        <w:t>arrivât pas souvent</w:t>
      </w:r>
      <w:r w:rsidR="004A4993">
        <w:t xml:space="preserve">) </w:t>
      </w:r>
      <w:r w:rsidRPr="004C3E92">
        <w:t>qu</w:t>
      </w:r>
      <w:r w:rsidR="004A4993">
        <w:t>’</w:t>
      </w:r>
      <w:r w:rsidRPr="004C3E92">
        <w:t>elle était obligée</w:t>
      </w:r>
      <w:r w:rsidR="004A4993">
        <w:t xml:space="preserve">, </w:t>
      </w:r>
      <w:r w:rsidRPr="004C3E92">
        <w:t>ou pouvait se contraindre</w:t>
      </w:r>
      <w:r w:rsidR="004A4993">
        <w:t xml:space="preserve">, </w:t>
      </w:r>
      <w:r w:rsidRPr="004C3E92">
        <w:t>de lui parler</w:t>
      </w:r>
      <w:r w:rsidR="004A4993">
        <w:t xml:space="preserve">. </w:t>
      </w:r>
      <w:r w:rsidRPr="004C3E92">
        <w:t>Ces ind</w:t>
      </w:r>
      <w:r w:rsidRPr="004C3E92">
        <w:t>i</w:t>
      </w:r>
      <w:r w:rsidRPr="004C3E92">
        <w:t>ces lui donnèrent l</w:t>
      </w:r>
      <w:r w:rsidR="004A4993">
        <w:t>’</w:t>
      </w:r>
      <w:r w:rsidRPr="004C3E92">
        <w:t>assurance que ses efforts avaient produit un accroissement de bienveillance à son égard</w:t>
      </w:r>
      <w:r w:rsidR="004A4993">
        <w:t xml:space="preserve">, </w:t>
      </w:r>
      <w:r w:rsidRPr="004C3E92">
        <w:t xml:space="preserve">et ils donnèrent à </w:t>
      </w:r>
      <w:proofErr w:type="spellStart"/>
      <w:r w:rsidRPr="004C3E92">
        <w:t>Elinor</w:t>
      </w:r>
      <w:proofErr w:type="spellEnd"/>
      <w:r w:rsidRPr="004C3E92">
        <w:t xml:space="preserve"> l</w:t>
      </w:r>
      <w:r w:rsidR="004A4993">
        <w:t>’</w:t>
      </w:r>
      <w:r w:rsidRPr="004C3E92">
        <w:t>espoir qu</w:t>
      </w:r>
      <w:r w:rsidR="004A4993">
        <w:t>’</w:t>
      </w:r>
      <w:r w:rsidRPr="004C3E92">
        <w:t>elle pourrait encore s</w:t>
      </w:r>
      <w:r w:rsidR="004A4993">
        <w:t>’</w:t>
      </w:r>
      <w:r w:rsidRPr="004C3E92">
        <w:t>augmenter à l</w:t>
      </w:r>
      <w:r w:rsidR="004A4993">
        <w:t>’</w:t>
      </w:r>
      <w:r w:rsidRPr="004C3E92">
        <w:t>avenir</w:t>
      </w:r>
      <w:r w:rsidR="004A4993">
        <w:t xml:space="preserve"> ; </w:t>
      </w:r>
      <w:r w:rsidRPr="004C3E92">
        <w:t>mais Mrs</w:t>
      </w:r>
      <w:r w:rsidR="004A4993">
        <w:t xml:space="preserve">. </w:t>
      </w:r>
      <w:r w:rsidRPr="004C3E92">
        <w:t>Jennings</w:t>
      </w:r>
      <w:r w:rsidR="004A4993">
        <w:t xml:space="preserve">, </w:t>
      </w:r>
      <w:r w:rsidRPr="004C3E92">
        <w:t>qui ne savait rien de tout cela</w:t>
      </w:r>
      <w:r w:rsidR="004A4993">
        <w:t xml:space="preserve">, – </w:t>
      </w:r>
      <w:r w:rsidRPr="004C3E92">
        <w:t>qui savait seulement que le Colonel continuait à se montrer aussi grave que jamais</w:t>
      </w:r>
      <w:r w:rsidR="004A4993">
        <w:t xml:space="preserve">, </w:t>
      </w:r>
      <w:r w:rsidRPr="004C3E92">
        <w:t>et qu</w:t>
      </w:r>
      <w:r w:rsidR="004A4993">
        <w:t>’</w:t>
      </w:r>
      <w:r w:rsidRPr="004C3E92">
        <w:t>elle ne réussissait jamais à le persuader de présenter lui-même sa demande</w:t>
      </w:r>
      <w:r w:rsidR="004A4993">
        <w:t xml:space="preserve">, </w:t>
      </w:r>
      <w:r w:rsidRPr="004C3E92">
        <w:t>ni de lui confier</w:t>
      </w:r>
      <w:r w:rsidR="004A4993">
        <w:t xml:space="preserve">, </w:t>
      </w:r>
      <w:r w:rsidRPr="004C3E92">
        <w:t>à elle</w:t>
      </w:r>
      <w:r w:rsidR="004A4993">
        <w:t xml:space="preserve">, </w:t>
      </w:r>
      <w:r w:rsidRPr="004C3E92">
        <w:t>le soin de la présenter pour lui</w:t>
      </w:r>
      <w:r w:rsidR="004A4993">
        <w:t xml:space="preserve"> – </w:t>
      </w:r>
      <w:r w:rsidRPr="004C3E92">
        <w:t>commença</w:t>
      </w:r>
      <w:r w:rsidR="004A4993">
        <w:t xml:space="preserve">, </w:t>
      </w:r>
      <w:r w:rsidRPr="004C3E92">
        <w:t>au bout de deux jours</w:t>
      </w:r>
      <w:r w:rsidR="004A4993">
        <w:t xml:space="preserve">, </w:t>
      </w:r>
      <w:r w:rsidRPr="004C3E92">
        <w:t>à croire</w:t>
      </w:r>
      <w:r w:rsidR="004A4993">
        <w:t xml:space="preserve">, </w:t>
      </w:r>
      <w:r w:rsidRPr="004C3E92">
        <w:t>qu</w:t>
      </w:r>
      <w:r w:rsidR="004A4993">
        <w:t>’</w:t>
      </w:r>
      <w:r w:rsidRPr="004C3E92">
        <w:t>au lieu de la Saint-Jean</w:t>
      </w:r>
      <w:r w:rsidR="004A4993">
        <w:t xml:space="preserve">, </w:t>
      </w:r>
      <w:r w:rsidRPr="004C3E92">
        <w:t>ils ne se marieraient qu</w:t>
      </w:r>
      <w:r w:rsidR="004A4993">
        <w:t>’</w:t>
      </w:r>
      <w:r w:rsidRPr="004C3E92">
        <w:t>à la Saint-Michel</w:t>
      </w:r>
      <w:r w:rsidR="004A4993">
        <w:t xml:space="preserve">, </w:t>
      </w:r>
      <w:r w:rsidRPr="004C3E92">
        <w:t>et</w:t>
      </w:r>
      <w:r w:rsidR="004A4993">
        <w:t xml:space="preserve">, </w:t>
      </w:r>
      <w:r w:rsidRPr="004C3E92">
        <w:t>au bout d</w:t>
      </w:r>
      <w:r w:rsidR="004A4993">
        <w:t>’</w:t>
      </w:r>
      <w:r w:rsidRPr="004C3E92">
        <w:t>une semaine</w:t>
      </w:r>
      <w:r w:rsidR="004A4993">
        <w:t xml:space="preserve">, </w:t>
      </w:r>
      <w:r w:rsidRPr="004C3E92">
        <w:t>qu</w:t>
      </w:r>
      <w:r w:rsidR="004A4993">
        <w:t>’</w:t>
      </w:r>
      <w:r w:rsidRPr="004C3E92">
        <w:t>ils ne se marieraient pas du tout</w:t>
      </w:r>
      <w:r w:rsidR="004A4993">
        <w:t xml:space="preserve">. </w:t>
      </w:r>
      <w:r w:rsidRPr="004C3E92">
        <w:t xml:space="preserve">La bonne entente entre le Colonel et miss </w:t>
      </w:r>
      <w:proofErr w:type="spellStart"/>
      <w:r w:rsidRPr="004C3E92">
        <w:t>Das</w:t>
      </w:r>
      <w:r w:rsidRPr="004C3E92">
        <w:t>h</w:t>
      </w:r>
      <w:r w:rsidRPr="004C3E92">
        <w:t>wood</w:t>
      </w:r>
      <w:proofErr w:type="spellEnd"/>
      <w:r w:rsidRPr="004C3E92">
        <w:t xml:space="preserve"> semblait plutôt indiquer que les honneurs du mûrier</w:t>
      </w:r>
      <w:r w:rsidR="004A4993">
        <w:t xml:space="preserve">, </w:t>
      </w:r>
      <w:r w:rsidRPr="004C3E92">
        <w:t>du canal et du bosquet d</w:t>
      </w:r>
      <w:r w:rsidR="004A4993">
        <w:t>’</w:t>
      </w:r>
      <w:r w:rsidRPr="004C3E92">
        <w:t>ifs</w:t>
      </w:r>
      <w:r w:rsidR="004A4993">
        <w:t xml:space="preserve">, </w:t>
      </w:r>
      <w:r w:rsidRPr="004C3E92">
        <w:t>lui seraient réservés</w:t>
      </w:r>
      <w:r w:rsidR="004A4993">
        <w:t xml:space="preserve">, </w:t>
      </w:r>
      <w:r w:rsidRPr="004C3E92">
        <w:t>à elle</w:t>
      </w:r>
      <w:r w:rsidR="004A4993">
        <w:t xml:space="preserve"> ; </w:t>
      </w:r>
      <w:r w:rsidRPr="004C3E92">
        <w:t>et Mrs</w:t>
      </w:r>
      <w:r w:rsidR="004A4993">
        <w:t xml:space="preserve">. </w:t>
      </w:r>
      <w:r w:rsidRPr="004C3E92">
        <w:t>Jennings avait</w:t>
      </w:r>
      <w:r w:rsidR="004A4993">
        <w:t xml:space="preserve">, </w:t>
      </w:r>
      <w:r w:rsidRPr="004C3E92">
        <w:t>depuis quelque temps</w:t>
      </w:r>
      <w:r w:rsidR="004A4993">
        <w:t xml:space="preserve">, </w:t>
      </w:r>
      <w:r w:rsidRPr="004C3E92">
        <w:t>complètement cessé de penser à Mr</w:t>
      </w:r>
      <w:r w:rsidR="004A4993">
        <w:t xml:space="preserve">. </w:t>
      </w:r>
      <w:proofErr w:type="spellStart"/>
      <w:r w:rsidRPr="004C3E92">
        <w:t>Ferrars</w:t>
      </w:r>
      <w:proofErr w:type="spellEnd"/>
      <w:r w:rsidR="004A4993">
        <w:t>.</w:t>
      </w:r>
    </w:p>
    <w:p w14:paraId="3145FD59" w14:textId="77777777" w:rsidR="004A4993" w:rsidRDefault="008C5C61" w:rsidP="004A4993">
      <w:r w:rsidRPr="004C3E92">
        <w:t>Au début de février</w:t>
      </w:r>
      <w:r w:rsidR="004A4993">
        <w:t xml:space="preserve">, </w:t>
      </w:r>
      <w:r w:rsidRPr="004C3E92">
        <w:t>moins de quinze jours après la réce</w:t>
      </w:r>
      <w:r w:rsidRPr="004C3E92">
        <w:t>p</w:t>
      </w:r>
      <w:r w:rsidRPr="004C3E92">
        <w:t>tion de la lettre de Willoughby</w:t>
      </w:r>
      <w:r w:rsidR="004A4993">
        <w:t xml:space="preserve">, </w:t>
      </w:r>
      <w:proofErr w:type="spellStart"/>
      <w:r w:rsidRPr="004C3E92">
        <w:t>Elinor</w:t>
      </w:r>
      <w:proofErr w:type="spellEnd"/>
      <w:r w:rsidRPr="004C3E92">
        <w:t xml:space="preserve"> eut la tâche pénible </w:t>
      </w:r>
      <w:r w:rsidRPr="004C3E92">
        <w:lastRenderedPageBreak/>
        <w:t>d</w:t>
      </w:r>
      <w:r w:rsidR="004A4993">
        <w:t>’</w:t>
      </w:r>
      <w:r w:rsidRPr="004C3E92">
        <w:t>annoncer à sa sœur qu</w:t>
      </w:r>
      <w:r w:rsidR="004A4993">
        <w:t>’</w:t>
      </w:r>
      <w:r w:rsidRPr="004C3E92">
        <w:t>il était marié</w:t>
      </w:r>
      <w:r w:rsidR="004A4993">
        <w:t xml:space="preserve">. </w:t>
      </w:r>
      <w:r w:rsidRPr="004C3E92">
        <w:t>Elle avait pris soin de demander qu</w:t>
      </w:r>
      <w:r w:rsidR="004A4993">
        <w:t>’</w:t>
      </w:r>
      <w:r w:rsidRPr="004C3E92">
        <w:t>on l</w:t>
      </w:r>
      <w:r w:rsidR="004A4993">
        <w:t>’</w:t>
      </w:r>
      <w:r w:rsidRPr="004C3E92">
        <w:t>avertît dès que l</w:t>
      </w:r>
      <w:r w:rsidR="004A4993">
        <w:t>’</w:t>
      </w:r>
      <w:r w:rsidRPr="004C3E92">
        <w:t>on saurait que la cérémonie du mariage serait terminée</w:t>
      </w:r>
      <w:r w:rsidR="004A4993">
        <w:t xml:space="preserve">, </w:t>
      </w:r>
      <w:r w:rsidRPr="004C3E92">
        <w:t>car elle désirait que Marianne n</w:t>
      </w:r>
      <w:r w:rsidR="004A4993">
        <w:t>’</w:t>
      </w:r>
      <w:r w:rsidRPr="004C3E92">
        <w:t>en reçût pas la première nouvelle par les feuilles publiques</w:t>
      </w:r>
      <w:r w:rsidR="004A4993">
        <w:t xml:space="preserve">, </w:t>
      </w:r>
      <w:r w:rsidRPr="004C3E92">
        <w:t>qu</w:t>
      </w:r>
      <w:r w:rsidR="004A4993">
        <w:t>’</w:t>
      </w:r>
      <w:r w:rsidRPr="004C3E92">
        <w:t>elle lui voyait examiner avidement tous les matins</w:t>
      </w:r>
      <w:r w:rsidR="004A4993">
        <w:t>.</w:t>
      </w:r>
    </w:p>
    <w:p w14:paraId="7400AF56" w14:textId="77777777" w:rsidR="004A4993" w:rsidRDefault="008C5C61" w:rsidP="004A4993">
      <w:r w:rsidRPr="004C3E92">
        <w:t>Elle accueillit la nouvelle avec un calme résolu</w:t>
      </w:r>
      <w:r w:rsidR="004A4993">
        <w:t xml:space="preserve">, </w:t>
      </w:r>
      <w:r w:rsidRPr="004C3E92">
        <w:t>ne fit point de commentaires</w:t>
      </w:r>
      <w:r w:rsidR="004A4993">
        <w:t xml:space="preserve">, </w:t>
      </w:r>
      <w:r w:rsidRPr="004C3E92">
        <w:t>et tout d</w:t>
      </w:r>
      <w:r w:rsidR="004A4993">
        <w:t>’</w:t>
      </w:r>
      <w:r w:rsidRPr="004C3E92">
        <w:t>abord</w:t>
      </w:r>
      <w:r w:rsidR="004A4993">
        <w:t xml:space="preserve">, </w:t>
      </w:r>
      <w:r w:rsidRPr="004C3E92">
        <w:t>ne versa point de larmes</w:t>
      </w:r>
      <w:r w:rsidR="004A4993">
        <w:t xml:space="preserve"> ; </w:t>
      </w:r>
      <w:r w:rsidRPr="004C3E92">
        <w:t>mais au bout de quelques instants elles ruisselèrent irrésist</w:t>
      </w:r>
      <w:r w:rsidRPr="004C3E92">
        <w:t>i</w:t>
      </w:r>
      <w:r w:rsidRPr="004C3E92">
        <w:t>blement et</w:t>
      </w:r>
      <w:r w:rsidR="004A4993">
        <w:t xml:space="preserve">, </w:t>
      </w:r>
      <w:r w:rsidRPr="004C3E92">
        <w:t>pour le reste de la journée</w:t>
      </w:r>
      <w:r w:rsidR="004A4993">
        <w:t xml:space="preserve">, </w:t>
      </w:r>
      <w:r w:rsidRPr="004C3E92">
        <w:t>elle fut dans un état à peine moins pitoyable que lorsque</w:t>
      </w:r>
      <w:r w:rsidR="004A4993">
        <w:t xml:space="preserve">, </w:t>
      </w:r>
      <w:r w:rsidRPr="004C3E92">
        <w:t>pour la première fois</w:t>
      </w:r>
      <w:r w:rsidR="004A4993">
        <w:t xml:space="preserve">, </w:t>
      </w:r>
      <w:r w:rsidRPr="004C3E92">
        <w:t>elle avait appris à s</w:t>
      </w:r>
      <w:r w:rsidR="004A4993">
        <w:t>’</w:t>
      </w:r>
      <w:r w:rsidRPr="004C3E92">
        <w:t>attendre à cet événement</w:t>
      </w:r>
      <w:r w:rsidR="004A4993">
        <w:t>.</w:t>
      </w:r>
    </w:p>
    <w:p w14:paraId="7110AF4D" w14:textId="77777777" w:rsidR="004A4993" w:rsidRDefault="008C5C61" w:rsidP="004A4993">
      <w:r w:rsidRPr="004C3E92">
        <w:t>Les Willoughby quittèrent Londres aussitôt qu</w:t>
      </w:r>
      <w:r w:rsidR="004A4993">
        <w:t>’</w:t>
      </w:r>
      <w:r w:rsidRPr="004C3E92">
        <w:t>ils furent mariés</w:t>
      </w:r>
      <w:r w:rsidR="004A4993">
        <w:t xml:space="preserve"> ; </w:t>
      </w:r>
      <w:r w:rsidRPr="004C3E92">
        <w:t xml:space="preserve">et </w:t>
      </w:r>
      <w:proofErr w:type="spellStart"/>
      <w:r w:rsidRPr="004C3E92">
        <w:t>Elinor</w:t>
      </w:r>
      <w:proofErr w:type="spellEnd"/>
      <w:r w:rsidRPr="004C3E92">
        <w:t xml:space="preserve"> espérait à présent</w:t>
      </w:r>
      <w:r w:rsidR="004A4993">
        <w:t xml:space="preserve">, </w:t>
      </w:r>
      <w:r w:rsidRPr="004C3E92">
        <w:t>comme il ne pouvait y avoir de danger qu</w:t>
      </w:r>
      <w:r w:rsidR="004A4993">
        <w:t>’</w:t>
      </w:r>
      <w:r w:rsidRPr="004C3E92">
        <w:t>elle vît l</w:t>
      </w:r>
      <w:r w:rsidR="004A4993">
        <w:t>’</w:t>
      </w:r>
      <w:r w:rsidRPr="004C3E92">
        <w:t>un ou l</w:t>
      </w:r>
      <w:r w:rsidR="004A4993">
        <w:t>’</w:t>
      </w:r>
      <w:r w:rsidRPr="004C3E92">
        <w:t>autre d</w:t>
      </w:r>
      <w:r w:rsidR="004A4993">
        <w:t>’</w:t>
      </w:r>
      <w:r w:rsidRPr="004C3E92">
        <w:t>entre eux</w:t>
      </w:r>
      <w:r w:rsidR="004A4993">
        <w:t xml:space="preserve">, </w:t>
      </w:r>
      <w:r w:rsidRPr="004C3E92">
        <w:t>pouvoir persuader sa sœur</w:t>
      </w:r>
      <w:r w:rsidR="004A4993">
        <w:t xml:space="preserve">, </w:t>
      </w:r>
      <w:r w:rsidRPr="004C3E92">
        <w:t>qui n</w:t>
      </w:r>
      <w:r w:rsidR="004A4993">
        <w:t>’</w:t>
      </w:r>
      <w:r w:rsidRPr="004C3E92">
        <w:t>avait encore jamais quitté la maison depuis que le coup s</w:t>
      </w:r>
      <w:r w:rsidR="004A4993">
        <w:t>’</w:t>
      </w:r>
      <w:r w:rsidRPr="004C3E92">
        <w:t>était abattu</w:t>
      </w:r>
      <w:r w:rsidR="004A4993">
        <w:t xml:space="preserve">, </w:t>
      </w:r>
      <w:r w:rsidRPr="004C3E92">
        <w:t>de se remettre peu à peu à so</w:t>
      </w:r>
      <w:r w:rsidRPr="004C3E92">
        <w:t>r</w:t>
      </w:r>
      <w:r w:rsidRPr="004C3E92">
        <w:t>tir</w:t>
      </w:r>
      <w:r w:rsidR="004A4993">
        <w:t xml:space="preserve">, </w:t>
      </w:r>
      <w:r w:rsidRPr="004C3E92">
        <w:t>comme elle l</w:t>
      </w:r>
      <w:r w:rsidR="004A4993">
        <w:t>’</w:t>
      </w:r>
      <w:r w:rsidRPr="004C3E92">
        <w:t>avait fait précédemment</w:t>
      </w:r>
      <w:r w:rsidR="004A4993">
        <w:t>.</w:t>
      </w:r>
    </w:p>
    <w:p w14:paraId="3CC0DBF5" w14:textId="77777777" w:rsidR="004A4993" w:rsidRDefault="008C5C61" w:rsidP="004A4993">
      <w:r w:rsidRPr="004C3E92">
        <w:t>Ce fut vers cette époque que les deux demoiselles Steele</w:t>
      </w:r>
      <w:r w:rsidR="004A4993">
        <w:t xml:space="preserve">, </w:t>
      </w:r>
      <w:r w:rsidRPr="004C3E92">
        <w:t>récemment arrivées chez leur cousine</w:t>
      </w:r>
      <w:r w:rsidR="004A4993">
        <w:t xml:space="preserve">, </w:t>
      </w:r>
      <w:r w:rsidRPr="004C3E92">
        <w:t xml:space="preserve">qui habitait </w:t>
      </w:r>
      <w:proofErr w:type="spellStart"/>
      <w:r w:rsidRPr="004C3E92">
        <w:t>Bartlett</w:t>
      </w:r>
      <w:r w:rsidR="004A4993">
        <w:t>’</w:t>
      </w:r>
      <w:r w:rsidRPr="004C3E92">
        <w:t>s</w:t>
      </w:r>
      <w:proofErr w:type="spellEnd"/>
      <w:r w:rsidRPr="004C3E92">
        <w:t xml:space="preserve"> Buildings</w:t>
      </w:r>
      <w:r w:rsidR="004A4993">
        <w:t xml:space="preserve">, </w:t>
      </w:r>
      <w:r w:rsidRPr="004C3E92">
        <w:t>Holborn</w:t>
      </w:r>
      <w:r>
        <w:rPr>
          <w:rStyle w:val="Appelnotedebasdep"/>
        </w:rPr>
        <w:footnoteReference w:id="11"/>
      </w:r>
      <w:r w:rsidR="004A4993">
        <w:t xml:space="preserve">, </w:t>
      </w:r>
      <w:r w:rsidRPr="004C3E92">
        <w:t>se présentèrent de nouveau chez leurs p</w:t>
      </w:r>
      <w:r w:rsidRPr="004C3E92">
        <w:t>a</w:t>
      </w:r>
      <w:r w:rsidRPr="004C3E92">
        <w:t>rents plus mondains de Conduit Street et de Berkeley Street</w:t>
      </w:r>
      <w:r w:rsidR="004A4993">
        <w:t xml:space="preserve">, </w:t>
      </w:r>
      <w:r w:rsidRPr="004C3E92">
        <w:t>et furent accueillies par tous avec beaucoup de cordialité</w:t>
      </w:r>
      <w:r w:rsidR="004A4993">
        <w:t>.</w:t>
      </w:r>
    </w:p>
    <w:p w14:paraId="531682B7" w14:textId="77777777" w:rsidR="004A4993" w:rsidRDefault="008C5C61" w:rsidP="004A4993">
      <w:r w:rsidRPr="004C3E92">
        <w:t xml:space="preserve">Seule </w:t>
      </w:r>
      <w:proofErr w:type="spellStart"/>
      <w:r w:rsidRPr="004C3E92">
        <w:t>Elinor</w:t>
      </w:r>
      <w:proofErr w:type="spellEnd"/>
      <w:r w:rsidRPr="004C3E92">
        <w:t xml:space="preserve"> regretta de les voir</w:t>
      </w:r>
      <w:r w:rsidR="004A4993">
        <w:t xml:space="preserve">. </w:t>
      </w:r>
      <w:r w:rsidRPr="004C3E92">
        <w:t>Leur présence lui causait toujours du chagrin</w:t>
      </w:r>
      <w:r w:rsidR="004A4993">
        <w:t xml:space="preserve">, </w:t>
      </w:r>
      <w:r w:rsidRPr="004C3E92">
        <w:t>et elle ne savait guère comment répondre fort gracieusement au ravissement exubérant que manifesta L</w:t>
      </w:r>
      <w:r w:rsidRPr="004C3E92">
        <w:t>u</w:t>
      </w:r>
      <w:r w:rsidRPr="004C3E92">
        <w:t>cy</w:t>
      </w:r>
      <w:r w:rsidR="004A4993">
        <w:t xml:space="preserve">, </w:t>
      </w:r>
      <w:r w:rsidRPr="004C3E92">
        <w:t>à constater qu</w:t>
      </w:r>
      <w:r w:rsidR="004A4993">
        <w:t>’</w:t>
      </w:r>
      <w:r w:rsidRPr="004C3E92">
        <w:t>elle était encore à Londres</w:t>
      </w:r>
      <w:r w:rsidR="004A4993">
        <w:t>.</w:t>
      </w:r>
    </w:p>
    <w:p w14:paraId="4DC16492" w14:textId="77777777" w:rsidR="004A4993" w:rsidRDefault="004A4993" w:rsidP="004A4993">
      <w:r>
        <w:lastRenderedPageBreak/>
        <w:t>— </w:t>
      </w:r>
      <w:r w:rsidR="008C5C61" w:rsidRPr="004C3E92">
        <w:t>J</w:t>
      </w:r>
      <w:r>
        <w:t>’</w:t>
      </w:r>
      <w:r w:rsidR="008C5C61" w:rsidRPr="004C3E92">
        <w:t xml:space="preserve">aurais été fort déçue de ne pas vous y trouver </w:t>
      </w:r>
      <w:r w:rsidR="008C5C61" w:rsidRPr="004C3E92">
        <w:rPr>
          <w:i/>
          <w:iCs/>
        </w:rPr>
        <w:t>encore</w:t>
      </w:r>
      <w:r>
        <w:t xml:space="preserve">, </w:t>
      </w:r>
      <w:r w:rsidR="008C5C61" w:rsidRPr="004C3E92">
        <w:t>dit-elle à plusieurs reprises en insistant vigoureusement sur le dernier mot</w:t>
      </w:r>
      <w:r>
        <w:t xml:space="preserve">. </w:t>
      </w:r>
      <w:r w:rsidR="008C5C61" w:rsidRPr="004C3E92">
        <w:t>Mais je m</w:t>
      </w:r>
      <w:r>
        <w:t>’</w:t>
      </w:r>
      <w:r w:rsidR="008C5C61" w:rsidRPr="004C3E92">
        <w:t>étais toujours dit que je vous y trouv</w:t>
      </w:r>
      <w:r w:rsidR="008C5C61" w:rsidRPr="004C3E92">
        <w:t>e</w:t>
      </w:r>
      <w:r w:rsidR="008C5C61" w:rsidRPr="004C3E92">
        <w:t>rais</w:t>
      </w:r>
      <w:r>
        <w:t xml:space="preserve">. </w:t>
      </w:r>
      <w:r w:rsidR="008C5C61" w:rsidRPr="004C3E92">
        <w:t>J</w:t>
      </w:r>
      <w:r>
        <w:t>’</w:t>
      </w:r>
      <w:r w:rsidR="008C5C61" w:rsidRPr="004C3E92">
        <w:t>étais presque sûre que vous ne quitteriez pas Londres de sitôt</w:t>
      </w:r>
      <w:r>
        <w:t xml:space="preserve"> ; </w:t>
      </w:r>
      <w:r w:rsidR="008C5C61" w:rsidRPr="004C3E92">
        <w:t>bien que vous m</w:t>
      </w:r>
      <w:r>
        <w:t>’</w:t>
      </w:r>
      <w:r w:rsidR="008C5C61" w:rsidRPr="004C3E92">
        <w:t>ayez dit</w:t>
      </w:r>
      <w:r>
        <w:t xml:space="preserve">, </w:t>
      </w:r>
      <w:r w:rsidR="008C5C61" w:rsidRPr="004C3E92">
        <w:t>n</w:t>
      </w:r>
      <w:r>
        <w:t>’</w:t>
      </w:r>
      <w:r w:rsidR="008C5C61" w:rsidRPr="004C3E92">
        <w:t>est-ce pas</w:t>
      </w:r>
      <w:r>
        <w:t xml:space="preserve">, </w:t>
      </w:r>
      <w:r w:rsidR="008C5C61" w:rsidRPr="004C3E92">
        <w:t>à Barton</w:t>
      </w:r>
      <w:r>
        <w:t xml:space="preserve">, </w:t>
      </w:r>
      <w:r w:rsidR="008C5C61" w:rsidRPr="004C3E92">
        <w:t>que vous ne resteriez pas plus d</w:t>
      </w:r>
      <w:r>
        <w:t>’</w:t>
      </w:r>
      <w:r w:rsidR="008C5C61" w:rsidRPr="004C3E92">
        <w:t>un mois</w:t>
      </w:r>
      <w:r>
        <w:t xml:space="preserve">. </w:t>
      </w:r>
      <w:r w:rsidR="008C5C61" w:rsidRPr="004C3E92">
        <w:t>Mais j</w:t>
      </w:r>
      <w:r>
        <w:t>’</w:t>
      </w:r>
      <w:r w:rsidR="008C5C61" w:rsidRPr="004C3E92">
        <w:t>ai pensé</w:t>
      </w:r>
      <w:r>
        <w:t xml:space="preserve">, </w:t>
      </w:r>
      <w:r w:rsidR="008C5C61" w:rsidRPr="004C3E92">
        <w:t>sur le moment</w:t>
      </w:r>
      <w:r>
        <w:t xml:space="preserve">, </w:t>
      </w:r>
      <w:r w:rsidR="008C5C61" w:rsidRPr="004C3E92">
        <w:t>que vous changeriez fort probablement d</w:t>
      </w:r>
      <w:r>
        <w:t>’</w:t>
      </w:r>
      <w:r w:rsidR="008C5C61" w:rsidRPr="004C3E92">
        <w:t>avis</w:t>
      </w:r>
      <w:r>
        <w:t xml:space="preserve">, </w:t>
      </w:r>
      <w:r w:rsidR="008C5C61" w:rsidRPr="004C3E92">
        <w:t>le moment venu</w:t>
      </w:r>
      <w:r>
        <w:t xml:space="preserve">. </w:t>
      </w:r>
      <w:r w:rsidR="008C5C61" w:rsidRPr="004C3E92">
        <w:t>Ç</w:t>
      </w:r>
      <w:r>
        <w:t>’</w:t>
      </w:r>
      <w:r w:rsidR="008C5C61" w:rsidRPr="004C3E92">
        <w:t>aurait été tellement dommage de partir avant l</w:t>
      </w:r>
      <w:r>
        <w:t>’</w:t>
      </w:r>
      <w:r w:rsidR="008C5C61" w:rsidRPr="004C3E92">
        <w:t>arrivée de v</w:t>
      </w:r>
      <w:r w:rsidR="008C5C61" w:rsidRPr="004C3E92">
        <w:t>o</w:t>
      </w:r>
      <w:r w:rsidR="008C5C61" w:rsidRPr="004C3E92">
        <w:t>tre frère et de votre sœur</w:t>
      </w:r>
      <w:r>
        <w:t xml:space="preserve"> ! </w:t>
      </w:r>
      <w:r w:rsidR="008C5C61" w:rsidRPr="004C3E92">
        <w:t>Et maintenant</w:t>
      </w:r>
      <w:r>
        <w:t xml:space="preserve">, </w:t>
      </w:r>
      <w:r w:rsidR="008C5C61" w:rsidRPr="004C3E92">
        <w:t>bien sûr</w:t>
      </w:r>
      <w:r>
        <w:t xml:space="preserve">, </w:t>
      </w:r>
      <w:r w:rsidR="008C5C61" w:rsidRPr="004C3E92">
        <w:t>vous ne s</w:t>
      </w:r>
      <w:r w:rsidR="008C5C61" w:rsidRPr="004C3E92">
        <w:t>e</w:t>
      </w:r>
      <w:r w:rsidR="008C5C61" w:rsidRPr="004C3E92">
        <w:t>rez pas pressées de partir</w:t>
      </w:r>
      <w:r>
        <w:t xml:space="preserve">. </w:t>
      </w:r>
      <w:r w:rsidR="008C5C61" w:rsidRPr="004C3E92">
        <w:t>Je suis extraordinairement contente que vous n</w:t>
      </w:r>
      <w:r>
        <w:t>’</w:t>
      </w:r>
      <w:r w:rsidR="008C5C61" w:rsidRPr="004C3E92">
        <w:t>ayez pas tenu parole</w:t>
      </w:r>
      <w:r>
        <w:t>.</w:t>
      </w:r>
    </w:p>
    <w:p w14:paraId="0DEE4118" w14:textId="77777777" w:rsidR="004A4993" w:rsidRDefault="008C5C61" w:rsidP="004A4993">
      <w:proofErr w:type="spellStart"/>
      <w:r w:rsidRPr="004C3E92">
        <w:t>Elinor</w:t>
      </w:r>
      <w:proofErr w:type="spellEnd"/>
      <w:r w:rsidRPr="004C3E92">
        <w:t xml:space="preserve"> la comprit parfaitement</w:t>
      </w:r>
      <w:r w:rsidR="004A4993">
        <w:t xml:space="preserve">, </w:t>
      </w:r>
      <w:r w:rsidRPr="004C3E92">
        <w:t>et fut contrainte de faire appel à toute sa maîtrise de soi pour donner l</w:t>
      </w:r>
      <w:r w:rsidR="004A4993">
        <w:t>’</w:t>
      </w:r>
      <w:r w:rsidRPr="004C3E92">
        <w:t>impression qu</w:t>
      </w:r>
      <w:r w:rsidR="004A4993">
        <w:t>’</w:t>
      </w:r>
      <w:r w:rsidRPr="004C3E92">
        <w:t>il n</w:t>
      </w:r>
      <w:r w:rsidR="004A4993">
        <w:t>’</w:t>
      </w:r>
      <w:r w:rsidRPr="004C3E92">
        <w:t>en était rien</w:t>
      </w:r>
      <w:r w:rsidR="004A4993">
        <w:t>.</w:t>
      </w:r>
    </w:p>
    <w:p w14:paraId="328C3B5C" w14:textId="77777777" w:rsidR="004A4993" w:rsidRDefault="004A4993" w:rsidP="004A4993">
      <w:r>
        <w:t>— </w:t>
      </w:r>
      <w:r w:rsidR="008C5C61" w:rsidRPr="004C3E92">
        <w:t>Eh bien</w:t>
      </w:r>
      <w:r>
        <w:t xml:space="preserve">, </w:t>
      </w:r>
      <w:r w:rsidR="008C5C61" w:rsidRPr="004C3E92">
        <w:t>ma chérie</w:t>
      </w:r>
      <w:r>
        <w:t xml:space="preserve">, </w:t>
      </w:r>
      <w:r w:rsidR="008C5C61" w:rsidRPr="004C3E92">
        <w:t>dit Mrs</w:t>
      </w:r>
      <w:r>
        <w:t xml:space="preserve">. </w:t>
      </w:r>
      <w:r w:rsidR="008C5C61" w:rsidRPr="004C3E92">
        <w:t>Jennings</w:t>
      </w:r>
      <w:r>
        <w:t xml:space="preserve">, </w:t>
      </w:r>
      <w:r w:rsidR="008C5C61" w:rsidRPr="004C3E92">
        <w:t>et comment avez-vous fait ce voyage</w:t>
      </w:r>
      <w:r>
        <w:t> ?</w:t>
      </w:r>
    </w:p>
    <w:p w14:paraId="239F9186" w14:textId="77777777" w:rsidR="004A4993" w:rsidRDefault="004A4993" w:rsidP="004A4993">
      <w:r>
        <w:t>— </w:t>
      </w:r>
      <w:r w:rsidR="008C5C61" w:rsidRPr="004C3E92">
        <w:t>Pas en diligence</w:t>
      </w:r>
      <w:r>
        <w:t xml:space="preserve">, </w:t>
      </w:r>
      <w:r w:rsidR="008C5C61" w:rsidRPr="004C3E92">
        <w:t>je vous l</w:t>
      </w:r>
      <w:r>
        <w:t>’</w:t>
      </w:r>
      <w:r w:rsidR="008C5C61" w:rsidRPr="004C3E92">
        <w:t>affirme</w:t>
      </w:r>
      <w:r>
        <w:t xml:space="preserve">, </w:t>
      </w:r>
      <w:r w:rsidR="008C5C61" w:rsidRPr="004C3E92">
        <w:t>répondit miss Steele</w:t>
      </w:r>
      <w:r>
        <w:t xml:space="preserve">, </w:t>
      </w:r>
      <w:r w:rsidR="008C5C61" w:rsidRPr="004C3E92">
        <w:t>s</w:t>
      </w:r>
      <w:r>
        <w:t>’</w:t>
      </w:r>
      <w:r w:rsidR="008C5C61" w:rsidRPr="004C3E92">
        <w:t>empressant de prendre un air de triomphe</w:t>
      </w:r>
      <w:r>
        <w:t xml:space="preserve"> ; </w:t>
      </w:r>
      <w:r w:rsidR="008C5C61" w:rsidRPr="004C3E92">
        <w:t>nous avons fait tout le trajet en chaise de poste</w:t>
      </w:r>
      <w:r>
        <w:t xml:space="preserve">, </w:t>
      </w:r>
      <w:r w:rsidR="008C5C61" w:rsidRPr="004C3E92">
        <w:t xml:space="preserve">et nous avons eu un </w:t>
      </w:r>
      <w:r>
        <w:t>« </w:t>
      </w:r>
      <w:r w:rsidR="008C5C61" w:rsidRPr="004C3E92">
        <w:t>beau</w:t>
      </w:r>
      <w:r>
        <w:t> »</w:t>
      </w:r>
      <w:r w:rsidR="008C5C61" w:rsidRPr="004C3E92">
        <w:t xml:space="preserve"> fort élégant pour nous accompagner</w:t>
      </w:r>
      <w:r>
        <w:t xml:space="preserve">. </w:t>
      </w:r>
      <w:r w:rsidR="008C5C61" w:rsidRPr="004C3E92">
        <w:t>Le docteur Davies se re</w:t>
      </w:r>
      <w:r w:rsidR="008C5C61" w:rsidRPr="004C3E92">
        <w:t>n</w:t>
      </w:r>
      <w:r w:rsidR="008C5C61" w:rsidRPr="004C3E92">
        <w:t>dait à Londres</w:t>
      </w:r>
      <w:r>
        <w:t xml:space="preserve">, </w:t>
      </w:r>
      <w:r w:rsidR="008C5C61" w:rsidRPr="004C3E92">
        <w:t>alors nous nous sommes dit que nous nous joi</w:t>
      </w:r>
      <w:r w:rsidR="008C5C61" w:rsidRPr="004C3E92">
        <w:t>n</w:t>
      </w:r>
      <w:r w:rsidR="008C5C61" w:rsidRPr="004C3E92">
        <w:t>drions à lui dans une chaise de poste</w:t>
      </w:r>
      <w:r>
        <w:t xml:space="preserve"> ; </w:t>
      </w:r>
      <w:r w:rsidR="008C5C61" w:rsidRPr="004C3E92">
        <w:t>il s</w:t>
      </w:r>
      <w:r>
        <w:t>’</w:t>
      </w:r>
      <w:r w:rsidR="008C5C61" w:rsidRPr="004C3E92">
        <w:t>est conduit fort cou</w:t>
      </w:r>
      <w:r w:rsidR="008C5C61" w:rsidRPr="004C3E92">
        <w:t>r</w:t>
      </w:r>
      <w:r w:rsidR="008C5C61" w:rsidRPr="004C3E92">
        <w:t>toisement</w:t>
      </w:r>
      <w:r>
        <w:t xml:space="preserve">, </w:t>
      </w:r>
      <w:r w:rsidR="008C5C61" w:rsidRPr="004C3E92">
        <w:t>et a payé dix ou douze shillings de plus que nous</w:t>
      </w:r>
      <w:r>
        <w:t>.</w:t>
      </w:r>
    </w:p>
    <w:p w14:paraId="4C290CDD" w14:textId="77777777" w:rsidR="004A4993" w:rsidRDefault="004A4993" w:rsidP="004A4993">
      <w:r>
        <w:t>— </w:t>
      </w:r>
      <w:r w:rsidR="008C5C61" w:rsidRPr="004C3E92">
        <w:t>Oh</w:t>
      </w:r>
      <w:r>
        <w:t xml:space="preserve">, </w:t>
      </w:r>
      <w:r w:rsidR="008C5C61" w:rsidRPr="004C3E92">
        <w:t>oh</w:t>
      </w:r>
      <w:r>
        <w:t xml:space="preserve"> ! </w:t>
      </w:r>
      <w:r w:rsidR="008C5C61" w:rsidRPr="004C3E92">
        <w:t>s</w:t>
      </w:r>
      <w:r>
        <w:t>’</w:t>
      </w:r>
      <w:r w:rsidR="008C5C61" w:rsidRPr="004C3E92">
        <w:t>écria Mrs</w:t>
      </w:r>
      <w:r>
        <w:t xml:space="preserve">. </w:t>
      </w:r>
      <w:r w:rsidR="008C5C61" w:rsidRPr="004C3E92">
        <w:t>Jennings</w:t>
      </w:r>
      <w:r>
        <w:t xml:space="preserve">, </w:t>
      </w:r>
      <w:r w:rsidR="008C5C61" w:rsidRPr="004C3E92">
        <w:t>voilà qui est fort joli</w:t>
      </w:r>
      <w:r>
        <w:t xml:space="preserve">, </w:t>
      </w:r>
      <w:r w:rsidR="008C5C61" w:rsidRPr="004C3E92">
        <w:t>ce</w:t>
      </w:r>
      <w:r w:rsidR="008C5C61" w:rsidRPr="004C3E92">
        <w:t>r</w:t>
      </w:r>
      <w:r w:rsidR="008C5C61" w:rsidRPr="004C3E92">
        <w:t>tes</w:t>
      </w:r>
      <w:r>
        <w:t xml:space="preserve"> ! </w:t>
      </w:r>
      <w:r w:rsidR="008C5C61" w:rsidRPr="004C3E92">
        <w:t>Et le docteur est célibataire</w:t>
      </w:r>
      <w:r>
        <w:t xml:space="preserve">, </w:t>
      </w:r>
      <w:r w:rsidR="008C5C61" w:rsidRPr="004C3E92">
        <w:t>je parie</w:t>
      </w:r>
      <w:r>
        <w:t> !</w:t>
      </w:r>
    </w:p>
    <w:p w14:paraId="5A88CE5C" w14:textId="77777777" w:rsidR="004A4993" w:rsidRDefault="004A4993" w:rsidP="004A4993">
      <w:r>
        <w:t>— </w:t>
      </w:r>
      <w:r w:rsidR="008C5C61" w:rsidRPr="004C3E92">
        <w:t>Allons</w:t>
      </w:r>
      <w:r>
        <w:t xml:space="preserve">, </w:t>
      </w:r>
      <w:r w:rsidR="008C5C61" w:rsidRPr="004C3E92">
        <w:t>voyons</w:t>
      </w:r>
      <w:r>
        <w:t xml:space="preserve">, </w:t>
      </w:r>
      <w:r w:rsidR="008C5C61" w:rsidRPr="004C3E92">
        <w:t>dit miss Steele</w:t>
      </w:r>
      <w:r>
        <w:t xml:space="preserve">, </w:t>
      </w:r>
      <w:r w:rsidR="008C5C61" w:rsidRPr="004C3E92">
        <w:t>minaudant avec affect</w:t>
      </w:r>
      <w:r w:rsidR="008C5C61" w:rsidRPr="004C3E92">
        <w:t>a</w:t>
      </w:r>
      <w:r w:rsidR="008C5C61" w:rsidRPr="004C3E92">
        <w:t>tion</w:t>
      </w:r>
      <w:r>
        <w:t xml:space="preserve"> ; </w:t>
      </w:r>
      <w:r w:rsidR="008C5C61" w:rsidRPr="004C3E92">
        <w:t>tout le monde se moque tellement de moi à propos du docteur</w:t>
      </w:r>
      <w:r>
        <w:t xml:space="preserve">, </w:t>
      </w:r>
      <w:r w:rsidR="008C5C61" w:rsidRPr="004C3E92">
        <w:t>et je ne sais vraiment pas pourquoi</w:t>
      </w:r>
      <w:r>
        <w:t xml:space="preserve"> ! </w:t>
      </w:r>
      <w:r w:rsidR="008C5C61" w:rsidRPr="004C3E92">
        <w:t>Mes cousines d</w:t>
      </w:r>
      <w:r w:rsidR="008C5C61" w:rsidRPr="004C3E92">
        <w:t>i</w:t>
      </w:r>
      <w:r w:rsidR="008C5C61" w:rsidRPr="004C3E92">
        <w:t>sent qu</w:t>
      </w:r>
      <w:r>
        <w:t>’</w:t>
      </w:r>
      <w:r w:rsidR="008C5C61" w:rsidRPr="004C3E92">
        <w:t>elles sont sûres que j</w:t>
      </w:r>
      <w:r>
        <w:t>’</w:t>
      </w:r>
      <w:r w:rsidR="008C5C61" w:rsidRPr="004C3E92">
        <w:t>ai fait une conquête</w:t>
      </w:r>
      <w:r>
        <w:t xml:space="preserve"> ; </w:t>
      </w:r>
      <w:r w:rsidR="008C5C61" w:rsidRPr="004C3E92">
        <w:t xml:space="preserve">mais </w:t>
      </w:r>
      <w:r w:rsidR="008C5C61" w:rsidRPr="004C3E92">
        <w:lastRenderedPageBreak/>
        <w:t>pour ma part</w:t>
      </w:r>
      <w:r>
        <w:t xml:space="preserve">, </w:t>
      </w:r>
      <w:r w:rsidR="008C5C61" w:rsidRPr="004C3E92">
        <w:t>j</w:t>
      </w:r>
      <w:r>
        <w:t>’</w:t>
      </w:r>
      <w:r w:rsidR="008C5C61" w:rsidRPr="004C3E92">
        <w:t>affirme que je ne pense jamais à lui</w:t>
      </w:r>
      <w:r>
        <w:t xml:space="preserve">, </w:t>
      </w:r>
      <w:r w:rsidR="008C5C61" w:rsidRPr="004C3E92">
        <w:t>d</w:t>
      </w:r>
      <w:r>
        <w:t>’</w:t>
      </w:r>
      <w:r w:rsidR="008C5C61" w:rsidRPr="004C3E92">
        <w:t>un bout de l</w:t>
      </w:r>
      <w:r>
        <w:t>’</w:t>
      </w:r>
      <w:r w:rsidR="008C5C61" w:rsidRPr="004C3E92">
        <w:t>heure à l</w:t>
      </w:r>
      <w:r>
        <w:t>’</w:t>
      </w:r>
      <w:r w:rsidR="008C5C61" w:rsidRPr="004C3E92">
        <w:t>autre</w:t>
      </w:r>
      <w:r>
        <w:t>. « </w:t>
      </w:r>
      <w:r w:rsidR="008C5C61" w:rsidRPr="004C3E92">
        <w:t>Saperlotte</w:t>
      </w:r>
      <w:r>
        <w:t xml:space="preserve"> ! </w:t>
      </w:r>
      <w:r w:rsidR="008C5C61" w:rsidRPr="004C3E92">
        <w:t xml:space="preserve">Voici venir ton </w:t>
      </w:r>
      <w:r>
        <w:t>« </w:t>
      </w:r>
      <w:r w:rsidR="008C5C61" w:rsidRPr="004C3E92">
        <w:t>beau</w:t>
      </w:r>
      <w:r>
        <w:t xml:space="preserve">, </w:t>
      </w:r>
      <w:r w:rsidR="008C5C61" w:rsidRPr="004C3E92">
        <w:t>Nancy</w:t>
      </w:r>
      <w:r>
        <w:t xml:space="preserve"> », </w:t>
      </w:r>
      <w:r w:rsidR="008C5C61" w:rsidRPr="004C3E92">
        <w:t>m</w:t>
      </w:r>
      <w:r>
        <w:t>’</w:t>
      </w:r>
      <w:r w:rsidR="008C5C61" w:rsidRPr="004C3E92">
        <w:t>a dit l</w:t>
      </w:r>
      <w:r>
        <w:t>’</w:t>
      </w:r>
      <w:r w:rsidR="008C5C61" w:rsidRPr="004C3E92">
        <w:t>autre jour ma cousine</w:t>
      </w:r>
      <w:r>
        <w:t xml:space="preserve">, </w:t>
      </w:r>
      <w:r w:rsidR="008C5C61" w:rsidRPr="004C3E92">
        <w:t>en le voyant traverser la rue pour se d</w:t>
      </w:r>
      <w:r w:rsidR="008C5C61" w:rsidRPr="004C3E92">
        <w:t>i</w:t>
      </w:r>
      <w:r w:rsidR="008C5C61" w:rsidRPr="004C3E92">
        <w:t>riger vers la maison</w:t>
      </w:r>
      <w:r>
        <w:t xml:space="preserve">. – </w:t>
      </w:r>
      <w:r w:rsidR="008C5C61" w:rsidRPr="004C3E92">
        <w:t xml:space="preserve">Mon </w:t>
      </w:r>
      <w:r>
        <w:t>« </w:t>
      </w:r>
      <w:r w:rsidR="008C5C61" w:rsidRPr="004C3E92">
        <w:t>beau</w:t>
      </w:r>
      <w:r>
        <w:t xml:space="preserve"> », </w:t>
      </w:r>
      <w:r w:rsidR="008C5C61" w:rsidRPr="004C3E92">
        <w:t>en vérité</w:t>
      </w:r>
      <w:r>
        <w:t xml:space="preserve"> ! </w:t>
      </w:r>
      <w:r w:rsidR="008C5C61" w:rsidRPr="004C3E92">
        <w:t>dis-je</w:t>
      </w:r>
      <w:r>
        <w:t xml:space="preserve">, </w:t>
      </w:r>
      <w:r w:rsidR="008C5C61" w:rsidRPr="004C3E92">
        <w:t>je ne vois vraiment pas ce que tu veux dire</w:t>
      </w:r>
      <w:r>
        <w:t xml:space="preserve">. </w:t>
      </w:r>
      <w:r w:rsidR="008C5C61" w:rsidRPr="004C3E92">
        <w:t>Le docteur n</w:t>
      </w:r>
      <w:r>
        <w:t>’</w:t>
      </w:r>
      <w:r w:rsidR="008C5C61" w:rsidRPr="004C3E92">
        <w:t xml:space="preserve">est nullement un de mes </w:t>
      </w:r>
      <w:r>
        <w:t>« </w:t>
      </w:r>
      <w:r w:rsidR="008C5C61" w:rsidRPr="004C3E92">
        <w:t>beaux</w:t>
      </w:r>
      <w:r>
        <w:t> » !</w:t>
      </w:r>
    </w:p>
    <w:p w14:paraId="2E873BBF" w14:textId="77777777" w:rsidR="004A4993" w:rsidRDefault="004A4993" w:rsidP="004A4993">
      <w:r>
        <w:t>— </w:t>
      </w:r>
      <w:r w:rsidR="008C5C61" w:rsidRPr="004C3E92">
        <w:t>Oui-</w:t>
      </w:r>
      <w:proofErr w:type="spellStart"/>
      <w:r w:rsidR="008C5C61" w:rsidRPr="004C3E92">
        <w:t>dà</w:t>
      </w:r>
      <w:proofErr w:type="spellEnd"/>
      <w:r>
        <w:t xml:space="preserve">, </w:t>
      </w:r>
      <w:r w:rsidR="008C5C61" w:rsidRPr="004C3E92">
        <w:t>voilà qui va très bien à dire</w:t>
      </w:r>
      <w:r>
        <w:t xml:space="preserve">, – </w:t>
      </w:r>
      <w:r w:rsidR="008C5C61" w:rsidRPr="004C3E92">
        <w:t>mais ça ne prend pas</w:t>
      </w:r>
      <w:r>
        <w:t xml:space="preserve">, – </w:t>
      </w:r>
      <w:r w:rsidR="008C5C61" w:rsidRPr="004C3E92">
        <w:t>c</w:t>
      </w:r>
      <w:r>
        <w:t>’</w:t>
      </w:r>
      <w:r w:rsidR="008C5C61" w:rsidRPr="004C3E92">
        <w:t>est donc bien le docteur</w:t>
      </w:r>
      <w:r>
        <w:t xml:space="preserve">, </w:t>
      </w:r>
      <w:r w:rsidR="008C5C61" w:rsidRPr="004C3E92">
        <w:t>je le vois</w:t>
      </w:r>
      <w:r>
        <w:t>.</w:t>
      </w:r>
    </w:p>
    <w:p w14:paraId="044BF115" w14:textId="77777777" w:rsidR="004A4993" w:rsidRDefault="004A4993" w:rsidP="004A4993">
      <w:r>
        <w:t>— </w:t>
      </w:r>
      <w:r w:rsidR="008C5C61" w:rsidRPr="004C3E92">
        <w:t>Non</w:t>
      </w:r>
      <w:r>
        <w:t xml:space="preserve">, </w:t>
      </w:r>
      <w:r w:rsidR="008C5C61" w:rsidRPr="004C3E92">
        <w:t>vraiment</w:t>
      </w:r>
      <w:r>
        <w:t xml:space="preserve"> ! </w:t>
      </w:r>
      <w:r w:rsidR="008C5C61" w:rsidRPr="004C3E92">
        <w:t>répondit sa cousine</w:t>
      </w:r>
      <w:r>
        <w:t xml:space="preserve">, </w:t>
      </w:r>
      <w:r w:rsidR="008C5C61" w:rsidRPr="004C3E92">
        <w:t>avec une gravité a</w:t>
      </w:r>
      <w:r w:rsidR="008C5C61" w:rsidRPr="004C3E92">
        <w:t>f</w:t>
      </w:r>
      <w:r w:rsidR="008C5C61" w:rsidRPr="004C3E92">
        <w:t>fectée</w:t>
      </w:r>
      <w:r>
        <w:t xml:space="preserve"> ; </w:t>
      </w:r>
      <w:r w:rsidR="008C5C61" w:rsidRPr="004C3E92">
        <w:t>et je vous supplie de contredire cette rumeur</w:t>
      </w:r>
      <w:r>
        <w:t xml:space="preserve">, </w:t>
      </w:r>
      <w:r w:rsidR="008C5C61" w:rsidRPr="004C3E92">
        <w:t>si jamais vous en entendez parler</w:t>
      </w:r>
      <w:r>
        <w:t>.</w:t>
      </w:r>
    </w:p>
    <w:p w14:paraId="0B08BACD" w14:textId="77777777" w:rsidR="004A4993" w:rsidRDefault="008C5C61" w:rsidP="004A4993">
      <w:r w:rsidRPr="004C3E92">
        <w:t>Mrs</w:t>
      </w:r>
      <w:r w:rsidR="004A4993">
        <w:t xml:space="preserve">. </w:t>
      </w:r>
      <w:r w:rsidRPr="004C3E92">
        <w:t>Jennings lui donna aussitôt l</w:t>
      </w:r>
      <w:r w:rsidR="004A4993">
        <w:t>’</w:t>
      </w:r>
      <w:r w:rsidRPr="004C3E92">
        <w:t>agréable assurance qu</w:t>
      </w:r>
      <w:r w:rsidR="004A4993">
        <w:t>’</w:t>
      </w:r>
      <w:r w:rsidRPr="004C3E92">
        <w:t>elle n</w:t>
      </w:r>
      <w:r w:rsidR="004A4993">
        <w:t>’</w:t>
      </w:r>
      <w:r w:rsidRPr="004C3E92">
        <w:t>en ferait certainement rien</w:t>
      </w:r>
      <w:r w:rsidR="004A4993">
        <w:t xml:space="preserve">, </w:t>
      </w:r>
      <w:r w:rsidRPr="004C3E92">
        <w:t>et miss Steele en éprouva un bonheur parfait</w:t>
      </w:r>
      <w:r w:rsidR="004A4993">
        <w:t>.</w:t>
      </w:r>
    </w:p>
    <w:p w14:paraId="4DC89C28" w14:textId="77777777" w:rsidR="004A4993" w:rsidRDefault="004A4993" w:rsidP="004A4993">
      <w:r>
        <w:t>— </w:t>
      </w:r>
      <w:r w:rsidR="008C5C61" w:rsidRPr="004C3E92">
        <w:t>Je suppose que vous irez vous installer chez votre frère et votre sœur</w:t>
      </w:r>
      <w:r>
        <w:t xml:space="preserve">, </w:t>
      </w:r>
      <w:r w:rsidR="008C5C61" w:rsidRPr="004C3E92">
        <w:t xml:space="preserve">miss </w:t>
      </w:r>
      <w:proofErr w:type="spellStart"/>
      <w:r w:rsidR="008C5C61" w:rsidRPr="004C3E92">
        <w:t>Dashwood</w:t>
      </w:r>
      <w:proofErr w:type="spellEnd"/>
      <w:r>
        <w:t xml:space="preserve">, </w:t>
      </w:r>
      <w:r w:rsidR="008C5C61" w:rsidRPr="004C3E92">
        <w:t>quand ils viendront à Londres</w:t>
      </w:r>
      <w:r>
        <w:t xml:space="preserve">, </w:t>
      </w:r>
      <w:r w:rsidR="008C5C61" w:rsidRPr="004C3E92">
        <w:t>dit Lucy</w:t>
      </w:r>
      <w:r>
        <w:t xml:space="preserve">, </w:t>
      </w:r>
      <w:r w:rsidR="008C5C61" w:rsidRPr="004C3E92">
        <w:t>revenant à la charge après une cessation d</w:t>
      </w:r>
      <w:r>
        <w:t>’</w:t>
      </w:r>
      <w:r w:rsidR="008C5C61" w:rsidRPr="004C3E92">
        <w:t>insinuations hostiles</w:t>
      </w:r>
      <w:r>
        <w:t>.</w:t>
      </w:r>
    </w:p>
    <w:p w14:paraId="4CE05722" w14:textId="77777777" w:rsidR="004A4993" w:rsidRDefault="004A4993" w:rsidP="004A4993">
      <w:r>
        <w:t>— </w:t>
      </w:r>
      <w:r w:rsidR="008C5C61" w:rsidRPr="004C3E92">
        <w:t>Non</w:t>
      </w:r>
      <w:r>
        <w:t xml:space="preserve">, </w:t>
      </w:r>
      <w:r w:rsidR="008C5C61" w:rsidRPr="004C3E92">
        <w:t>je ne le crois pas</w:t>
      </w:r>
      <w:r>
        <w:t>.</w:t>
      </w:r>
    </w:p>
    <w:p w14:paraId="0223489D" w14:textId="77777777" w:rsidR="004A4993" w:rsidRDefault="004A4993" w:rsidP="004A4993">
      <w:r>
        <w:t>— </w:t>
      </w:r>
      <w:r w:rsidR="008C5C61" w:rsidRPr="004C3E92">
        <w:t>Oh</w:t>
      </w:r>
      <w:r>
        <w:t xml:space="preserve">, </w:t>
      </w:r>
      <w:r w:rsidR="008C5C61" w:rsidRPr="004C3E92">
        <w:t>mais si</w:t>
      </w:r>
      <w:r>
        <w:t xml:space="preserve">, </w:t>
      </w:r>
      <w:r w:rsidR="008C5C61" w:rsidRPr="004C3E92">
        <w:t>je le suppose bien</w:t>
      </w:r>
      <w:r>
        <w:t>.</w:t>
      </w:r>
    </w:p>
    <w:p w14:paraId="46E6EE1D" w14:textId="77777777" w:rsidR="004A4993" w:rsidRDefault="008C5C61" w:rsidP="004A4993">
      <w:proofErr w:type="spellStart"/>
      <w:r w:rsidRPr="004C3E92">
        <w:t>Elinor</w:t>
      </w:r>
      <w:proofErr w:type="spellEnd"/>
      <w:r w:rsidRPr="004C3E92">
        <w:t xml:space="preserve"> se refusa à la satisfaire en maintenant ses dénég</w:t>
      </w:r>
      <w:r w:rsidRPr="004C3E92">
        <w:t>a</w:t>
      </w:r>
      <w:r w:rsidRPr="004C3E92">
        <w:t>tions</w:t>
      </w:r>
      <w:r w:rsidR="004A4993">
        <w:t>.</w:t>
      </w:r>
    </w:p>
    <w:p w14:paraId="381264F4" w14:textId="77777777" w:rsidR="004A4993" w:rsidRDefault="004A4993" w:rsidP="004A4993">
      <w:r>
        <w:t>— </w:t>
      </w:r>
      <w:r w:rsidR="008C5C61" w:rsidRPr="004C3E92">
        <w:t>Comme il est charmant que Mrs</w:t>
      </w:r>
      <w:r>
        <w:t xml:space="preserve">. </w:t>
      </w:r>
      <w:proofErr w:type="spellStart"/>
      <w:r w:rsidR="008C5C61" w:rsidRPr="004C3E92">
        <w:t>Dashwood</w:t>
      </w:r>
      <w:proofErr w:type="spellEnd"/>
      <w:r w:rsidR="008C5C61" w:rsidRPr="004C3E92">
        <w:t xml:space="preserve"> puisse se passer de vous</w:t>
      </w:r>
      <w:r>
        <w:t xml:space="preserve">, </w:t>
      </w:r>
      <w:r w:rsidR="008C5C61" w:rsidRPr="004C3E92">
        <w:t>toutes les deux</w:t>
      </w:r>
      <w:r>
        <w:t xml:space="preserve">, </w:t>
      </w:r>
      <w:r w:rsidR="008C5C61" w:rsidRPr="004C3E92">
        <w:t>pendant si longtemps</w:t>
      </w:r>
      <w:r>
        <w:t> !</w:t>
      </w:r>
    </w:p>
    <w:p w14:paraId="07E8284D" w14:textId="77777777" w:rsidR="004A4993" w:rsidRDefault="004A4993" w:rsidP="004A4993">
      <w:r>
        <w:t>— </w:t>
      </w:r>
      <w:r w:rsidR="008C5C61" w:rsidRPr="004C3E92">
        <w:t>Longtemps</w:t>
      </w:r>
      <w:r>
        <w:t xml:space="preserve">, </w:t>
      </w:r>
      <w:r w:rsidR="008C5C61" w:rsidRPr="004C3E92">
        <w:t>en vérité</w:t>
      </w:r>
      <w:r>
        <w:t xml:space="preserve"> ! </w:t>
      </w:r>
      <w:r w:rsidR="008C5C61" w:rsidRPr="004C3E92">
        <w:t>intervint Mrs</w:t>
      </w:r>
      <w:r>
        <w:t xml:space="preserve">. </w:t>
      </w:r>
      <w:r w:rsidR="008C5C61" w:rsidRPr="004C3E92">
        <w:t>Jennings</w:t>
      </w:r>
      <w:r>
        <w:t xml:space="preserve">. </w:t>
      </w:r>
      <w:r w:rsidR="008C5C61" w:rsidRPr="004C3E92">
        <w:t>Voyons</w:t>
      </w:r>
      <w:r>
        <w:t xml:space="preserve">, </w:t>
      </w:r>
      <w:r w:rsidR="008C5C61" w:rsidRPr="004C3E92">
        <w:t>leur visite vient tout juste de commencer</w:t>
      </w:r>
      <w:r>
        <w:t> !</w:t>
      </w:r>
    </w:p>
    <w:p w14:paraId="7C7C58F5" w14:textId="77777777" w:rsidR="004A4993" w:rsidRDefault="008C5C61" w:rsidP="004A4993">
      <w:r w:rsidRPr="004C3E92">
        <w:t>Lucy fut réduite au silence</w:t>
      </w:r>
      <w:r w:rsidR="004A4993">
        <w:t>.</w:t>
      </w:r>
    </w:p>
    <w:p w14:paraId="0FF8953A" w14:textId="77777777" w:rsidR="004A4993" w:rsidRDefault="004A4993" w:rsidP="004A4993">
      <w:r>
        <w:lastRenderedPageBreak/>
        <w:t>— </w:t>
      </w:r>
      <w:r w:rsidR="008C5C61" w:rsidRPr="004C3E92">
        <w:t>Je regrette que nous ne puissions voir votre sœur</w:t>
      </w:r>
      <w:r>
        <w:t xml:space="preserve">, </w:t>
      </w:r>
      <w:r w:rsidR="008C5C61" w:rsidRPr="004C3E92">
        <w:t xml:space="preserve">miss </w:t>
      </w:r>
      <w:proofErr w:type="spellStart"/>
      <w:r w:rsidR="008C5C61" w:rsidRPr="004C3E92">
        <w:t>Dashwood</w:t>
      </w:r>
      <w:proofErr w:type="spellEnd"/>
      <w:r>
        <w:t xml:space="preserve">, </w:t>
      </w:r>
      <w:r w:rsidR="008C5C61" w:rsidRPr="004C3E92">
        <w:t>dit miss Steele</w:t>
      </w:r>
      <w:r>
        <w:t xml:space="preserve">. </w:t>
      </w:r>
      <w:r w:rsidR="008C5C61" w:rsidRPr="004C3E92">
        <w:t>Quel dommage</w:t>
      </w:r>
      <w:r>
        <w:t xml:space="preserve">, </w:t>
      </w:r>
      <w:r w:rsidR="008C5C61" w:rsidRPr="004C3E92">
        <w:t>qu</w:t>
      </w:r>
      <w:r>
        <w:t>’</w:t>
      </w:r>
      <w:r w:rsidR="008C5C61" w:rsidRPr="004C3E92">
        <w:t>elle soit souffra</w:t>
      </w:r>
      <w:r w:rsidR="008C5C61" w:rsidRPr="004C3E92">
        <w:t>n</w:t>
      </w:r>
      <w:r w:rsidR="008C5C61" w:rsidRPr="004C3E92">
        <w:t>te</w:t>
      </w:r>
      <w:r>
        <w:t xml:space="preserve"> (</w:t>
      </w:r>
      <w:r w:rsidR="008C5C61" w:rsidRPr="004C3E92">
        <w:t>car Marianne avait quitté le salon lors de leur arrivée</w:t>
      </w:r>
      <w:r>
        <w:t>).</w:t>
      </w:r>
    </w:p>
    <w:p w14:paraId="5CF25ABE" w14:textId="77777777" w:rsidR="004A4993" w:rsidRDefault="004A4993" w:rsidP="004A4993">
      <w:r>
        <w:t>— </w:t>
      </w:r>
      <w:r w:rsidR="008C5C61" w:rsidRPr="004C3E92">
        <w:t>Vous êtes bien aimable</w:t>
      </w:r>
      <w:r>
        <w:t xml:space="preserve">. </w:t>
      </w:r>
      <w:r w:rsidR="008C5C61" w:rsidRPr="004C3E92">
        <w:t>Ma sœur sera également désolée d</w:t>
      </w:r>
      <w:r>
        <w:t>’</w:t>
      </w:r>
      <w:r w:rsidR="008C5C61" w:rsidRPr="004C3E92">
        <w:t>avoir manqué le plaisir de vous voir</w:t>
      </w:r>
      <w:r>
        <w:t xml:space="preserve"> ; </w:t>
      </w:r>
      <w:r w:rsidR="008C5C61" w:rsidRPr="004C3E92">
        <w:t>mais elle a sérieusement souffert</w:t>
      </w:r>
      <w:r>
        <w:t xml:space="preserve">, </w:t>
      </w:r>
      <w:r w:rsidR="008C5C61" w:rsidRPr="004C3E92">
        <w:t>depuis quelque temps</w:t>
      </w:r>
      <w:r>
        <w:t xml:space="preserve">, </w:t>
      </w:r>
      <w:r w:rsidR="008C5C61" w:rsidRPr="004C3E92">
        <w:t>de migraines nerveuses</w:t>
      </w:r>
      <w:r>
        <w:t xml:space="preserve">, </w:t>
      </w:r>
      <w:r w:rsidR="008C5C61" w:rsidRPr="004C3E92">
        <w:t>qui la rendent impropre à la compagnie ou à la conversation</w:t>
      </w:r>
      <w:r>
        <w:t>.</w:t>
      </w:r>
    </w:p>
    <w:p w14:paraId="289E7DE1" w14:textId="77777777" w:rsidR="004A4993" w:rsidRDefault="004A4993" w:rsidP="004A4993">
      <w:r>
        <w:t>— </w:t>
      </w:r>
      <w:r w:rsidR="008C5C61" w:rsidRPr="004C3E92">
        <w:t>Oh</w:t>
      </w:r>
      <w:r>
        <w:t xml:space="preserve">, </w:t>
      </w:r>
      <w:r w:rsidR="008C5C61" w:rsidRPr="004C3E92">
        <w:t>mon Dieu</w:t>
      </w:r>
      <w:r>
        <w:t xml:space="preserve">, </w:t>
      </w:r>
      <w:r w:rsidR="008C5C61" w:rsidRPr="004C3E92">
        <w:t>comme c</w:t>
      </w:r>
      <w:r>
        <w:t>’</w:t>
      </w:r>
      <w:r w:rsidR="008C5C61" w:rsidRPr="004C3E92">
        <w:t>est navrant</w:t>
      </w:r>
      <w:r>
        <w:t xml:space="preserve"> ! </w:t>
      </w:r>
      <w:r w:rsidR="008C5C61" w:rsidRPr="004C3E92">
        <w:t>Mais de vieilles amies comme Lucy et moi</w:t>
      </w:r>
      <w:r>
        <w:t xml:space="preserve">… </w:t>
      </w:r>
      <w:r w:rsidR="008C5C61" w:rsidRPr="004C3E92">
        <w:t>Il me semble qu</w:t>
      </w:r>
      <w:r>
        <w:t>’</w:t>
      </w:r>
      <w:r w:rsidR="008C5C61" w:rsidRPr="004C3E92">
        <w:t>elle pourrait nous voir</w:t>
      </w:r>
      <w:r>
        <w:t xml:space="preserve">, </w:t>
      </w:r>
      <w:r w:rsidR="008C5C61" w:rsidRPr="004C3E92">
        <w:t>nous</w:t>
      </w:r>
      <w:r>
        <w:t xml:space="preserve">, </w:t>
      </w:r>
      <w:r w:rsidR="008C5C61" w:rsidRPr="004C3E92">
        <w:t>et je suis bien sûre que nous ne dirions pas un mot</w:t>
      </w:r>
      <w:r>
        <w:t>.</w:t>
      </w:r>
    </w:p>
    <w:p w14:paraId="413B8FEB" w14:textId="58900862" w:rsidR="004A4993" w:rsidRDefault="008C5C61" w:rsidP="004A4993">
      <w:proofErr w:type="spellStart"/>
      <w:r w:rsidRPr="004C3E92">
        <w:t>Elinor</w:t>
      </w:r>
      <w:proofErr w:type="spellEnd"/>
      <w:r w:rsidR="004A4993">
        <w:t xml:space="preserve">, </w:t>
      </w:r>
      <w:r w:rsidRPr="004C3E92">
        <w:t>avec beaucoup de courtoisie</w:t>
      </w:r>
      <w:r w:rsidR="004A4993">
        <w:t xml:space="preserve">, </w:t>
      </w:r>
      <w:r w:rsidRPr="004C3E92">
        <w:t>déclina cette propos</w:t>
      </w:r>
      <w:r w:rsidRPr="004C3E92">
        <w:t>i</w:t>
      </w:r>
      <w:r w:rsidRPr="004C3E92">
        <w:t>tion</w:t>
      </w:r>
      <w:r w:rsidR="004A4993">
        <w:t> : « </w:t>
      </w:r>
      <w:r w:rsidRPr="004C3E92">
        <w:t>Sa sœur était peut-être étendue sur le lit</w:t>
      </w:r>
      <w:r w:rsidR="004A4993">
        <w:t xml:space="preserve">, </w:t>
      </w:r>
      <w:r w:rsidRPr="004C3E92">
        <w:t>ou en peignoir</w:t>
      </w:r>
      <w:r w:rsidR="004A4993">
        <w:t xml:space="preserve">, </w:t>
      </w:r>
      <w:r w:rsidRPr="004C3E92">
        <w:t>et ne pourrait donc pas venir les voir</w:t>
      </w:r>
      <w:r w:rsidR="004A4993">
        <w:t>. »</w:t>
      </w:r>
    </w:p>
    <w:p w14:paraId="0DF3B573" w14:textId="77777777" w:rsidR="004A4993" w:rsidRDefault="004A4993" w:rsidP="004A4993">
      <w:r>
        <w:t>— </w:t>
      </w:r>
      <w:r w:rsidR="008C5C61" w:rsidRPr="004C3E92">
        <w:t>Oh</w:t>
      </w:r>
      <w:r>
        <w:t xml:space="preserve">, </w:t>
      </w:r>
      <w:r w:rsidR="008C5C61" w:rsidRPr="004C3E92">
        <w:t>si c</w:t>
      </w:r>
      <w:r>
        <w:t>’</w:t>
      </w:r>
      <w:r w:rsidR="008C5C61" w:rsidRPr="004C3E92">
        <w:t>est là tout</w:t>
      </w:r>
      <w:r>
        <w:t xml:space="preserve">, </w:t>
      </w:r>
      <w:r w:rsidR="008C5C61" w:rsidRPr="004C3E92">
        <w:t>s</w:t>
      </w:r>
      <w:r>
        <w:t>’</w:t>
      </w:r>
      <w:r w:rsidR="008C5C61" w:rsidRPr="004C3E92">
        <w:t>écria miss Steele</w:t>
      </w:r>
      <w:r>
        <w:t xml:space="preserve">, </w:t>
      </w:r>
      <w:r w:rsidR="008C5C61" w:rsidRPr="004C3E92">
        <w:t>nous pouvons tout aussi bien monter la voir</w:t>
      </w:r>
      <w:r>
        <w:t xml:space="preserve">, </w:t>
      </w:r>
      <w:r w:rsidR="008C5C61" w:rsidRPr="004C3E92">
        <w:t>elle</w:t>
      </w:r>
      <w:r>
        <w:t>.</w:t>
      </w:r>
    </w:p>
    <w:p w14:paraId="543F0A34" w14:textId="77777777" w:rsidR="004A4993" w:rsidRDefault="008C5C61" w:rsidP="004A4993">
      <w:proofErr w:type="spellStart"/>
      <w:r w:rsidRPr="004C3E92">
        <w:t>Elinor</w:t>
      </w:r>
      <w:proofErr w:type="spellEnd"/>
      <w:r w:rsidRPr="004C3E92">
        <w:t xml:space="preserve"> commençait à trouver qu</w:t>
      </w:r>
      <w:r w:rsidR="004A4993">
        <w:t>’</w:t>
      </w:r>
      <w:r w:rsidRPr="004C3E92">
        <w:t>une telle impertinence d</w:t>
      </w:r>
      <w:r w:rsidRPr="004C3E92">
        <w:t>é</w:t>
      </w:r>
      <w:r w:rsidRPr="004C3E92">
        <w:t>passait les bornes de sa patience</w:t>
      </w:r>
      <w:r w:rsidR="004A4993">
        <w:t xml:space="preserve"> ; </w:t>
      </w:r>
      <w:r w:rsidRPr="004C3E92">
        <w:t>mais la peine d</w:t>
      </w:r>
      <w:r w:rsidR="004A4993">
        <w:t>’</w:t>
      </w:r>
      <w:r w:rsidRPr="004C3E92">
        <w:t>y mettre un frein lui fut épargnée par la verte réprimande de Lucy</w:t>
      </w:r>
      <w:r w:rsidR="004A4993">
        <w:t xml:space="preserve">, </w:t>
      </w:r>
      <w:r w:rsidRPr="004C3E92">
        <w:t>qui</w:t>
      </w:r>
      <w:r w:rsidR="004A4993">
        <w:t xml:space="preserve">, </w:t>
      </w:r>
      <w:r w:rsidRPr="004C3E92">
        <w:t>à présent</w:t>
      </w:r>
      <w:r w:rsidR="004A4993">
        <w:t xml:space="preserve">, </w:t>
      </w:r>
      <w:r w:rsidRPr="004C3E92">
        <w:t>comme en bien d</w:t>
      </w:r>
      <w:r w:rsidR="004A4993">
        <w:t>’</w:t>
      </w:r>
      <w:r w:rsidRPr="004C3E92">
        <w:t>autres circonstances</w:t>
      </w:r>
      <w:r w:rsidR="004A4993">
        <w:t xml:space="preserve">, </w:t>
      </w:r>
      <w:r w:rsidRPr="004C3E92">
        <w:t>tout en ne conférant pas beaucoup de douceur aux façons de l</w:t>
      </w:r>
      <w:r w:rsidR="004A4993">
        <w:t>’</w:t>
      </w:r>
      <w:r w:rsidRPr="004C3E92">
        <w:t>une des sœurs</w:t>
      </w:r>
      <w:r w:rsidR="004A4993">
        <w:t xml:space="preserve">, </w:t>
      </w:r>
      <w:r w:rsidRPr="004C3E92">
        <w:t>se montra avantageuse en modérant celles de l</w:t>
      </w:r>
      <w:r w:rsidR="004A4993">
        <w:t>’</w:t>
      </w:r>
      <w:r w:rsidRPr="004C3E92">
        <w:t>autre</w:t>
      </w:r>
      <w:r w:rsidR="004A4993">
        <w:t>.</w:t>
      </w:r>
    </w:p>
    <w:p w14:paraId="7E1EDE82" w14:textId="5984BC77" w:rsidR="008C5C61" w:rsidRPr="004C3E92" w:rsidRDefault="008C5C61" w:rsidP="004A4993">
      <w:pPr>
        <w:pStyle w:val="Titre1"/>
      </w:pPr>
      <w:bookmarkStart w:id="32" w:name="_Toc196409817"/>
      <w:r w:rsidRPr="004C3E92">
        <w:lastRenderedPageBreak/>
        <w:t>CHAPITRE XXXIII</w:t>
      </w:r>
      <w:bookmarkEnd w:id="32"/>
      <w:r w:rsidRPr="004C3E92">
        <w:br/>
      </w:r>
    </w:p>
    <w:p w14:paraId="563267F9" w14:textId="77777777" w:rsidR="004A4993" w:rsidRDefault="008C5C61" w:rsidP="004A4993">
      <w:r w:rsidRPr="004C3E92">
        <w:t>Après quelques oppositions</w:t>
      </w:r>
      <w:r w:rsidR="004A4993">
        <w:t xml:space="preserve">, </w:t>
      </w:r>
      <w:r w:rsidRPr="004C3E92">
        <w:t>Marianne céda aux instances de sa sœur et consentit à sortir un matin</w:t>
      </w:r>
      <w:r w:rsidR="004A4993">
        <w:t xml:space="preserve">, </w:t>
      </w:r>
      <w:r w:rsidRPr="004C3E92">
        <w:t>pour une demi-heure</w:t>
      </w:r>
      <w:r w:rsidR="004A4993">
        <w:t xml:space="preserve">, </w:t>
      </w:r>
      <w:r w:rsidRPr="004C3E92">
        <w:t>avec elle et Mrs</w:t>
      </w:r>
      <w:r w:rsidR="004A4993">
        <w:t xml:space="preserve">. </w:t>
      </w:r>
      <w:r w:rsidRPr="004C3E92">
        <w:t>Jennings</w:t>
      </w:r>
      <w:r w:rsidR="004A4993">
        <w:t xml:space="preserve">. </w:t>
      </w:r>
      <w:r w:rsidRPr="004C3E92">
        <w:t>Elle y mit toutefois la condition e</w:t>
      </w:r>
      <w:r w:rsidRPr="004C3E92">
        <w:t>x</w:t>
      </w:r>
      <w:r w:rsidRPr="004C3E92">
        <w:t>presse qu</w:t>
      </w:r>
      <w:r w:rsidR="004A4993">
        <w:t>’</w:t>
      </w:r>
      <w:r w:rsidRPr="004C3E92">
        <w:t>il ne serait fait aucune visite</w:t>
      </w:r>
      <w:r w:rsidR="004A4993">
        <w:t xml:space="preserve">, </w:t>
      </w:r>
      <w:r w:rsidRPr="004C3E92">
        <w:t>et ne voulut rien faire de plus que les accompagner chez Gray</w:t>
      </w:r>
      <w:r w:rsidR="004A4993">
        <w:t xml:space="preserve">, </w:t>
      </w:r>
      <w:r w:rsidRPr="004C3E92">
        <w:t>dans Sackville Street</w:t>
      </w:r>
      <w:r w:rsidR="004A4993">
        <w:t xml:space="preserve">, </w:t>
      </w:r>
      <w:r w:rsidRPr="004C3E92">
        <w:t xml:space="preserve">où </w:t>
      </w:r>
      <w:proofErr w:type="spellStart"/>
      <w:r w:rsidRPr="004C3E92">
        <w:t>Elinor</w:t>
      </w:r>
      <w:proofErr w:type="spellEnd"/>
      <w:r w:rsidRPr="004C3E92">
        <w:t xml:space="preserve"> était en pourparlers pour l</w:t>
      </w:r>
      <w:r w:rsidR="004A4993">
        <w:t>’</w:t>
      </w:r>
      <w:r w:rsidRPr="004C3E92">
        <w:t>échange de quelques bijoux démodés de sa mère</w:t>
      </w:r>
      <w:r w:rsidR="004A4993">
        <w:t>.</w:t>
      </w:r>
    </w:p>
    <w:p w14:paraId="2D675C8C" w14:textId="77777777" w:rsidR="004A4993" w:rsidRDefault="008C5C61" w:rsidP="004A4993">
      <w:r w:rsidRPr="004C3E92">
        <w:t>Lorsqu</w:t>
      </w:r>
      <w:r w:rsidR="004A4993">
        <w:t>’</w:t>
      </w:r>
      <w:r w:rsidRPr="004C3E92">
        <w:t>elles s</w:t>
      </w:r>
      <w:r w:rsidR="004A4993">
        <w:t>’</w:t>
      </w:r>
      <w:r w:rsidRPr="004C3E92">
        <w:t>arrêtèrent devant la porte</w:t>
      </w:r>
      <w:r w:rsidR="004A4993">
        <w:t xml:space="preserve">, </w:t>
      </w:r>
      <w:r w:rsidRPr="004C3E92">
        <w:t>Mrs</w:t>
      </w:r>
      <w:r w:rsidR="004A4993">
        <w:t xml:space="preserve">. </w:t>
      </w:r>
      <w:r w:rsidRPr="004C3E92">
        <w:t>Jennings se souvint qu</w:t>
      </w:r>
      <w:r w:rsidR="004A4993">
        <w:t>’</w:t>
      </w:r>
      <w:r w:rsidRPr="004C3E92">
        <w:t>il y avait une dame</w:t>
      </w:r>
      <w:r w:rsidR="004A4993">
        <w:t xml:space="preserve">, </w:t>
      </w:r>
      <w:r w:rsidRPr="004C3E92">
        <w:t>à l</w:t>
      </w:r>
      <w:r w:rsidR="004A4993">
        <w:t>’</w:t>
      </w:r>
      <w:r w:rsidRPr="004C3E92">
        <w:t>autre extrémité de la rue</w:t>
      </w:r>
      <w:r w:rsidR="004A4993">
        <w:t xml:space="preserve">, </w:t>
      </w:r>
      <w:r w:rsidRPr="004C3E92">
        <w:t>à qui elle devait faire une visite</w:t>
      </w:r>
      <w:r w:rsidR="004A4993">
        <w:t xml:space="preserve"> ; </w:t>
      </w:r>
      <w:r w:rsidRPr="004C3E92">
        <w:t>et comme elle n</w:t>
      </w:r>
      <w:r w:rsidR="004A4993">
        <w:t>’</w:t>
      </w:r>
      <w:r w:rsidRPr="004C3E92">
        <w:t>avait rien à faire chez Gray</w:t>
      </w:r>
      <w:r w:rsidR="004A4993">
        <w:t xml:space="preserve">, </w:t>
      </w:r>
      <w:r w:rsidRPr="004C3E92">
        <w:t>il fut entendu que</w:t>
      </w:r>
      <w:r w:rsidR="004A4993">
        <w:t xml:space="preserve">, </w:t>
      </w:r>
      <w:r w:rsidRPr="004C3E92">
        <w:t>pendant que ses jeunes amies s</w:t>
      </w:r>
      <w:r w:rsidR="004A4993">
        <w:t>’</w:t>
      </w:r>
      <w:r w:rsidRPr="004C3E92">
        <w:t>occuperaient de leur affaire</w:t>
      </w:r>
      <w:r w:rsidR="004A4993">
        <w:t xml:space="preserve">, </w:t>
      </w:r>
      <w:r w:rsidRPr="004C3E92">
        <w:t>elle ferait sa visite</w:t>
      </w:r>
      <w:r w:rsidR="004A4993">
        <w:t xml:space="preserve">, </w:t>
      </w:r>
      <w:r w:rsidRPr="004C3E92">
        <w:t>et reviendrait les prendre</w:t>
      </w:r>
      <w:r w:rsidR="004A4993">
        <w:t>.</w:t>
      </w:r>
    </w:p>
    <w:p w14:paraId="12C0DE70" w14:textId="77777777" w:rsidR="004A4993" w:rsidRDefault="008C5C61" w:rsidP="004A4993">
      <w:r w:rsidRPr="004C3E92">
        <w:t>Ayant monté l</w:t>
      </w:r>
      <w:r w:rsidR="004A4993">
        <w:t>’</w:t>
      </w:r>
      <w:r w:rsidRPr="004C3E92">
        <w:t>escalier</w:t>
      </w:r>
      <w:r w:rsidR="004A4993">
        <w:t xml:space="preserve">, </w:t>
      </w:r>
      <w:r w:rsidRPr="004C3E92">
        <w:t xml:space="preserve">les demoiselles </w:t>
      </w:r>
      <w:proofErr w:type="spellStart"/>
      <w:r w:rsidRPr="004C3E92">
        <w:t>Dashwood</w:t>
      </w:r>
      <w:proofErr w:type="spellEnd"/>
      <w:r w:rsidRPr="004C3E92">
        <w:t xml:space="preserve"> trouv</w:t>
      </w:r>
      <w:r w:rsidRPr="004C3E92">
        <w:t>è</w:t>
      </w:r>
      <w:r w:rsidRPr="004C3E92">
        <w:t>rent tant de gens devant eux dans la pièce</w:t>
      </w:r>
      <w:r w:rsidR="004A4993">
        <w:t xml:space="preserve">, </w:t>
      </w:r>
      <w:r w:rsidRPr="004C3E92">
        <w:t>qu</w:t>
      </w:r>
      <w:r w:rsidR="004A4993">
        <w:t>’</w:t>
      </w:r>
      <w:r w:rsidRPr="004C3E92">
        <w:t>il n</w:t>
      </w:r>
      <w:r w:rsidR="004A4993">
        <w:t>’</w:t>
      </w:r>
      <w:r w:rsidRPr="004C3E92">
        <w:t>y avait pe</w:t>
      </w:r>
      <w:r w:rsidRPr="004C3E92">
        <w:t>r</w:t>
      </w:r>
      <w:r w:rsidRPr="004C3E92">
        <w:t>sonne qui fût disponible pour s</w:t>
      </w:r>
      <w:r w:rsidR="004A4993">
        <w:t>’</w:t>
      </w:r>
      <w:r w:rsidRPr="004C3E92">
        <w:t>occuper de leurs ordres</w:t>
      </w:r>
      <w:r w:rsidR="004A4993">
        <w:t xml:space="preserve">, </w:t>
      </w:r>
      <w:r w:rsidRPr="004C3E92">
        <w:t>et elles furent obligées d</w:t>
      </w:r>
      <w:r w:rsidR="004A4993">
        <w:t>’</w:t>
      </w:r>
      <w:r w:rsidRPr="004C3E92">
        <w:t>attendre</w:t>
      </w:r>
      <w:r w:rsidR="004A4993">
        <w:t xml:space="preserve">. </w:t>
      </w:r>
      <w:r w:rsidRPr="004C3E92">
        <w:t>Il n</w:t>
      </w:r>
      <w:r w:rsidR="004A4993">
        <w:t>’</w:t>
      </w:r>
      <w:r w:rsidRPr="004C3E92">
        <w:t>y avait pas autre chose à faire que de s</w:t>
      </w:r>
      <w:r w:rsidR="004A4993">
        <w:t>’</w:t>
      </w:r>
      <w:r w:rsidRPr="004C3E92">
        <w:t>asseoir à l</w:t>
      </w:r>
      <w:r w:rsidR="004A4993">
        <w:t>’</w:t>
      </w:r>
      <w:r w:rsidRPr="004C3E92">
        <w:t>extrémité du comptoir qui paraissait pr</w:t>
      </w:r>
      <w:r w:rsidRPr="004C3E92">
        <w:t>o</w:t>
      </w:r>
      <w:r w:rsidRPr="004C3E92">
        <w:t>mettre la succession la plus rapide</w:t>
      </w:r>
      <w:r w:rsidR="004A4993">
        <w:t xml:space="preserve"> ; </w:t>
      </w:r>
      <w:r w:rsidRPr="004C3E92">
        <w:t>il n</w:t>
      </w:r>
      <w:r w:rsidR="004A4993">
        <w:t>’</w:t>
      </w:r>
      <w:r w:rsidRPr="004C3E92">
        <w:t>y avait là qu</w:t>
      </w:r>
      <w:r w:rsidR="004A4993">
        <w:t>’</w:t>
      </w:r>
      <w:r w:rsidRPr="004C3E92">
        <w:t>un seul gentleman</w:t>
      </w:r>
      <w:r w:rsidR="004A4993">
        <w:t xml:space="preserve">, </w:t>
      </w:r>
      <w:r w:rsidRPr="004C3E92">
        <w:t>debout</w:t>
      </w:r>
      <w:r w:rsidR="004A4993">
        <w:t xml:space="preserve">, </w:t>
      </w:r>
      <w:r w:rsidRPr="004C3E92">
        <w:t>et il est probable qu</w:t>
      </w:r>
      <w:r w:rsidR="004A4993">
        <w:t>’</w:t>
      </w:r>
      <w:proofErr w:type="spellStart"/>
      <w:r w:rsidRPr="004C3E92">
        <w:t>Elinor</w:t>
      </w:r>
      <w:proofErr w:type="spellEnd"/>
      <w:r w:rsidRPr="004C3E92">
        <w:t xml:space="preserve"> n</w:t>
      </w:r>
      <w:r w:rsidR="004A4993">
        <w:t>’</w:t>
      </w:r>
      <w:r w:rsidRPr="004C3E92">
        <w:t>était pas sans quelque espoir d</w:t>
      </w:r>
      <w:r w:rsidR="004A4993">
        <w:t>’</w:t>
      </w:r>
      <w:r w:rsidRPr="004C3E92">
        <w:t>inciter sa politesse à faire toute diligence</w:t>
      </w:r>
      <w:r w:rsidR="004A4993">
        <w:t xml:space="preserve">. </w:t>
      </w:r>
      <w:r w:rsidRPr="004C3E92">
        <w:t>Mais l</w:t>
      </w:r>
      <w:r w:rsidR="004A4993">
        <w:t>’</w:t>
      </w:r>
      <w:r w:rsidRPr="004C3E92">
        <w:t>exactitude de son œil et la délicatesse de son goût se révélèrent supérieures à sa politesse</w:t>
      </w:r>
      <w:r w:rsidR="004A4993">
        <w:t xml:space="preserve">. </w:t>
      </w:r>
      <w:r w:rsidRPr="004C3E92">
        <w:t>Il donnait des ordres pour un étui à cure-dents destiné à son propre usage</w:t>
      </w:r>
      <w:r w:rsidR="004A4993">
        <w:t xml:space="preserve">, </w:t>
      </w:r>
      <w:r w:rsidRPr="004C3E92">
        <w:t>et</w:t>
      </w:r>
      <w:r w:rsidR="004A4993">
        <w:t xml:space="preserve">, </w:t>
      </w:r>
      <w:r w:rsidRPr="004C3E92">
        <w:t>jusqu</w:t>
      </w:r>
      <w:r w:rsidR="004A4993">
        <w:t>’</w:t>
      </w:r>
      <w:r w:rsidRPr="004C3E92">
        <w:t>à ce qu</w:t>
      </w:r>
      <w:r w:rsidR="004A4993">
        <w:t>’</w:t>
      </w:r>
      <w:r w:rsidRPr="004C3E92">
        <w:t>en eu</w:t>
      </w:r>
      <w:r w:rsidRPr="004C3E92">
        <w:t>s</w:t>
      </w:r>
      <w:r w:rsidRPr="004C3E92">
        <w:t>sent été déterminées les dimensions</w:t>
      </w:r>
      <w:r w:rsidR="004A4993">
        <w:t xml:space="preserve">, </w:t>
      </w:r>
      <w:r w:rsidRPr="004C3E92">
        <w:t>la forme</w:t>
      </w:r>
      <w:r w:rsidR="004A4993">
        <w:t xml:space="preserve">, </w:t>
      </w:r>
      <w:r w:rsidRPr="004C3E92">
        <w:t>et l</w:t>
      </w:r>
      <w:r w:rsidR="004A4993">
        <w:t>’</w:t>
      </w:r>
      <w:r w:rsidRPr="004C3E92">
        <w:t>ornementation</w:t>
      </w:r>
      <w:r w:rsidR="004A4993">
        <w:t xml:space="preserve">, – </w:t>
      </w:r>
      <w:r w:rsidRPr="004C3E92">
        <w:t>toutes choses qui</w:t>
      </w:r>
      <w:r w:rsidR="004A4993">
        <w:t xml:space="preserve">, </w:t>
      </w:r>
      <w:r w:rsidRPr="004C3E92">
        <w:t>après qu</w:t>
      </w:r>
      <w:r w:rsidR="004A4993">
        <w:t>’</w:t>
      </w:r>
      <w:r w:rsidRPr="004C3E92">
        <w:t>il eut examiné et discuté pendant un quart d</w:t>
      </w:r>
      <w:r w:rsidR="004A4993">
        <w:t>’</w:t>
      </w:r>
      <w:r w:rsidRPr="004C3E92">
        <w:t>heure chacun des étuis à cure-dents du magasin</w:t>
      </w:r>
      <w:r w:rsidR="004A4993">
        <w:t xml:space="preserve">, </w:t>
      </w:r>
      <w:r w:rsidRPr="004C3E92">
        <w:t xml:space="preserve">furent enfin arrêtées par sa </w:t>
      </w:r>
      <w:r w:rsidRPr="004C3E92">
        <w:lastRenderedPageBreak/>
        <w:t>propre imagination i</w:t>
      </w:r>
      <w:r w:rsidRPr="004C3E92">
        <w:t>n</w:t>
      </w:r>
      <w:r w:rsidRPr="004C3E92">
        <w:t>ventive</w:t>
      </w:r>
      <w:r w:rsidR="004A4993">
        <w:t xml:space="preserve">, – </w:t>
      </w:r>
      <w:r w:rsidRPr="004C3E92">
        <w:t>il n</w:t>
      </w:r>
      <w:r w:rsidR="004A4993">
        <w:t>’</w:t>
      </w:r>
      <w:r w:rsidRPr="004C3E92">
        <w:t>eut le loisir d</w:t>
      </w:r>
      <w:r w:rsidR="004A4993">
        <w:t>’</w:t>
      </w:r>
      <w:r w:rsidRPr="004C3E92">
        <w:t>accorder aucune autre attention aux deux dames</w:t>
      </w:r>
      <w:r w:rsidR="004A4993">
        <w:t xml:space="preserve">, </w:t>
      </w:r>
      <w:r w:rsidRPr="004C3E92">
        <w:t>que celle qui se trouvait comprise dans trois ou quatre regards fixes dont il les avait gratifiées</w:t>
      </w:r>
      <w:r w:rsidR="004A4993">
        <w:t xml:space="preserve"> ; </w:t>
      </w:r>
      <w:r w:rsidRPr="004C3E92">
        <w:t>genre d</w:t>
      </w:r>
      <w:r w:rsidR="004A4993">
        <w:t>’</w:t>
      </w:r>
      <w:r w:rsidRPr="004C3E92">
        <w:t xml:space="preserve">attention qui servit à imprimer sur </w:t>
      </w:r>
      <w:proofErr w:type="spellStart"/>
      <w:r w:rsidRPr="004C3E92">
        <w:t>Elinor</w:t>
      </w:r>
      <w:proofErr w:type="spellEnd"/>
      <w:r w:rsidRPr="004C3E92">
        <w:t xml:space="preserve"> le souvenir d</w:t>
      </w:r>
      <w:r w:rsidR="004A4993">
        <w:t>’</w:t>
      </w:r>
      <w:r w:rsidRPr="004C3E92">
        <w:t>une personne et d</w:t>
      </w:r>
      <w:r w:rsidR="004A4993">
        <w:t>’</w:t>
      </w:r>
      <w:r w:rsidRPr="004C3E92">
        <w:t>un visage d</w:t>
      </w:r>
      <w:r w:rsidR="004A4993">
        <w:t>’</w:t>
      </w:r>
      <w:r w:rsidRPr="004C3E92">
        <w:t>une insignifiance vigoureuse</w:t>
      </w:r>
      <w:r w:rsidR="004A4993">
        <w:t xml:space="preserve">, </w:t>
      </w:r>
      <w:r w:rsidRPr="004C3E92">
        <w:t>naturelle et authe</w:t>
      </w:r>
      <w:r w:rsidRPr="004C3E92">
        <w:t>n</w:t>
      </w:r>
      <w:r w:rsidRPr="004C3E92">
        <w:t>tique</w:t>
      </w:r>
      <w:r w:rsidR="004A4993">
        <w:t xml:space="preserve">, </w:t>
      </w:r>
      <w:r w:rsidRPr="004C3E92">
        <w:t>bien qu</w:t>
      </w:r>
      <w:r w:rsidR="004A4993">
        <w:t>’</w:t>
      </w:r>
      <w:r w:rsidRPr="004C3E92">
        <w:t>ornés suivant le dernier cri de la mode</w:t>
      </w:r>
      <w:r w:rsidR="004A4993">
        <w:t>.</w:t>
      </w:r>
    </w:p>
    <w:p w14:paraId="16A1DE9F" w14:textId="77777777" w:rsidR="004A4993" w:rsidRDefault="008C5C61" w:rsidP="004A4993">
      <w:r w:rsidRPr="004C3E92">
        <w:t>Marianne s</w:t>
      </w:r>
      <w:r w:rsidR="004A4993">
        <w:t>’</w:t>
      </w:r>
      <w:r w:rsidRPr="004C3E92">
        <w:t>épargna le sentiment gênant de mépris et de colère suscité par cet examen impertinent de leurs traits et par ses manières de petit-maître à décider de toutes les horreurs d</w:t>
      </w:r>
      <w:r w:rsidRPr="004C3E92">
        <w:t>i</w:t>
      </w:r>
      <w:r w:rsidRPr="004C3E92">
        <w:t>verses des différents étuis à cure-dents présentés à son inspe</w:t>
      </w:r>
      <w:r w:rsidRPr="004C3E92">
        <w:t>c</w:t>
      </w:r>
      <w:r w:rsidRPr="004C3E92">
        <w:t>tion</w:t>
      </w:r>
      <w:r w:rsidR="004A4993">
        <w:t xml:space="preserve">, </w:t>
      </w:r>
      <w:r w:rsidRPr="004C3E92">
        <w:t>en n</w:t>
      </w:r>
      <w:r w:rsidR="004A4993">
        <w:t>’</w:t>
      </w:r>
      <w:r w:rsidRPr="004C3E92">
        <w:t>ayant aucunement conscience de tout le manège</w:t>
      </w:r>
      <w:r w:rsidR="004A4993">
        <w:t xml:space="preserve"> ; </w:t>
      </w:r>
      <w:r w:rsidRPr="004C3E92">
        <w:t>car elle était tout aussi capable de recueillir intérieurement ses pe</w:t>
      </w:r>
      <w:r w:rsidRPr="004C3E92">
        <w:t>n</w:t>
      </w:r>
      <w:r w:rsidRPr="004C3E92">
        <w:t>sées</w:t>
      </w:r>
      <w:r w:rsidR="004A4993">
        <w:t xml:space="preserve">, </w:t>
      </w:r>
      <w:r w:rsidRPr="004C3E92">
        <w:t>et d</w:t>
      </w:r>
      <w:r w:rsidR="004A4993">
        <w:t>’</w:t>
      </w:r>
      <w:r w:rsidRPr="004C3E92">
        <w:t>être dans l</w:t>
      </w:r>
      <w:r w:rsidR="004A4993">
        <w:t>’</w:t>
      </w:r>
      <w:r w:rsidRPr="004C3E92">
        <w:t>ignorance de ce qui se passait autour d</w:t>
      </w:r>
      <w:r w:rsidR="004A4993">
        <w:t>’</w:t>
      </w:r>
      <w:r w:rsidRPr="004C3E92">
        <w:t>elle dans le magasin de Mr</w:t>
      </w:r>
      <w:r w:rsidR="004A4993">
        <w:t xml:space="preserve">. </w:t>
      </w:r>
      <w:r w:rsidRPr="004C3E92">
        <w:t>Gray</w:t>
      </w:r>
      <w:r w:rsidR="004A4993">
        <w:t xml:space="preserve">, </w:t>
      </w:r>
      <w:r w:rsidRPr="004C3E92">
        <w:t>que dans sa propre chambre</w:t>
      </w:r>
      <w:r w:rsidR="004A4993">
        <w:t>.</w:t>
      </w:r>
    </w:p>
    <w:p w14:paraId="4A319C8A" w14:textId="77777777" w:rsidR="004A4993" w:rsidRDefault="008C5C61" w:rsidP="004A4993">
      <w:r w:rsidRPr="004C3E92">
        <w:t>Enfin</w:t>
      </w:r>
      <w:r w:rsidR="004A4993">
        <w:t xml:space="preserve">, </w:t>
      </w:r>
      <w:r w:rsidRPr="004C3E92">
        <w:t>l</w:t>
      </w:r>
      <w:r w:rsidR="004A4993">
        <w:t>’</w:t>
      </w:r>
      <w:r w:rsidRPr="004C3E92">
        <w:t>affaire fut décidée</w:t>
      </w:r>
      <w:r w:rsidR="004A4993">
        <w:t xml:space="preserve">. </w:t>
      </w:r>
      <w:r w:rsidRPr="004C3E92">
        <w:t>L</w:t>
      </w:r>
      <w:r w:rsidR="004A4993">
        <w:t>’</w:t>
      </w:r>
      <w:r w:rsidRPr="004C3E92">
        <w:t>ivoire</w:t>
      </w:r>
      <w:r w:rsidR="004A4993">
        <w:t xml:space="preserve">, </w:t>
      </w:r>
      <w:r w:rsidRPr="004C3E92">
        <w:t>l</w:t>
      </w:r>
      <w:r w:rsidR="004A4993">
        <w:t>’</w:t>
      </w:r>
      <w:r w:rsidRPr="004C3E92">
        <w:t>or et les perles</w:t>
      </w:r>
      <w:r w:rsidR="004A4993">
        <w:t xml:space="preserve">, – </w:t>
      </w:r>
      <w:r w:rsidRPr="004C3E92">
        <w:t>tout reçut son emploi</w:t>
      </w:r>
      <w:r w:rsidR="004A4993">
        <w:t xml:space="preserve">, </w:t>
      </w:r>
      <w:r w:rsidRPr="004C3E92">
        <w:t>et le gentleman ayant fait connaître le jour e</w:t>
      </w:r>
      <w:r w:rsidRPr="004C3E92">
        <w:t>x</w:t>
      </w:r>
      <w:r w:rsidRPr="004C3E92">
        <w:t>trême jusqu</w:t>
      </w:r>
      <w:r w:rsidR="004A4993">
        <w:t>’</w:t>
      </w:r>
      <w:r w:rsidRPr="004C3E92">
        <w:t>auquel son existence pourrait être continuée sans la possession d</w:t>
      </w:r>
      <w:r w:rsidR="004A4993">
        <w:t>’</w:t>
      </w:r>
      <w:r w:rsidRPr="004C3E92">
        <w:t>un étui à cure-dents</w:t>
      </w:r>
      <w:r w:rsidR="004A4993">
        <w:t xml:space="preserve">, </w:t>
      </w:r>
      <w:r w:rsidRPr="004C3E92">
        <w:t>il remit ses gants avec un soin exempt de toute hâte</w:t>
      </w:r>
      <w:r w:rsidR="004A4993">
        <w:t xml:space="preserve">, </w:t>
      </w:r>
      <w:r w:rsidRPr="004C3E92">
        <w:t>et</w:t>
      </w:r>
      <w:r w:rsidR="004A4993">
        <w:t xml:space="preserve">, </w:t>
      </w:r>
      <w:r w:rsidRPr="004C3E92">
        <w:t>octroyant un nouveau coup d</w:t>
      </w:r>
      <w:r w:rsidR="004A4993">
        <w:t>’</w:t>
      </w:r>
      <w:r w:rsidRPr="004C3E92">
        <w:t xml:space="preserve">œil aux demoiselles </w:t>
      </w:r>
      <w:proofErr w:type="spellStart"/>
      <w:r w:rsidRPr="004C3E92">
        <w:t>Dashwood</w:t>
      </w:r>
      <w:proofErr w:type="spellEnd"/>
      <w:r w:rsidR="004A4993">
        <w:t xml:space="preserve">, </w:t>
      </w:r>
      <w:r w:rsidRPr="004C3E92">
        <w:t>mais un coup d</w:t>
      </w:r>
      <w:r w:rsidR="004A4993">
        <w:t>’</w:t>
      </w:r>
      <w:r w:rsidRPr="004C3E92">
        <w:t>œil qui semblait plutôt réclamer leur admiration expresse</w:t>
      </w:r>
      <w:r w:rsidR="004A4993">
        <w:t xml:space="preserve">, </w:t>
      </w:r>
      <w:r w:rsidRPr="004C3E92">
        <w:t>s</w:t>
      </w:r>
      <w:r w:rsidR="004A4993">
        <w:t>’</w:t>
      </w:r>
      <w:r w:rsidRPr="004C3E92">
        <w:t>éloigna avec un air he</w:t>
      </w:r>
      <w:r w:rsidRPr="004C3E92">
        <w:t>u</w:t>
      </w:r>
      <w:r w:rsidRPr="004C3E92">
        <w:t>reux d</w:t>
      </w:r>
      <w:r w:rsidR="004A4993">
        <w:t>’</w:t>
      </w:r>
      <w:r w:rsidRPr="004C3E92">
        <w:t>orgueil réel et d</w:t>
      </w:r>
      <w:r w:rsidR="004A4993">
        <w:t>’</w:t>
      </w:r>
      <w:r w:rsidRPr="004C3E92">
        <w:t>indifférence affectée</w:t>
      </w:r>
      <w:r w:rsidR="004A4993">
        <w:t>.</w:t>
      </w:r>
    </w:p>
    <w:p w14:paraId="37B1904D" w14:textId="77777777" w:rsidR="004A4993" w:rsidRDefault="008C5C61" w:rsidP="004A4993">
      <w:proofErr w:type="spellStart"/>
      <w:r w:rsidRPr="004C3E92">
        <w:t>Elinor</w:t>
      </w:r>
      <w:proofErr w:type="spellEnd"/>
      <w:r w:rsidRPr="004C3E92">
        <w:t xml:space="preserve"> ne perdit pas de temps à faire avancer son affaire</w:t>
      </w:r>
      <w:r w:rsidR="004A4993">
        <w:t xml:space="preserve">, </w:t>
      </w:r>
      <w:r w:rsidRPr="004C3E92">
        <w:t>et était sur le point de la conclure</w:t>
      </w:r>
      <w:r w:rsidR="004A4993">
        <w:t xml:space="preserve">, </w:t>
      </w:r>
      <w:r w:rsidRPr="004C3E92">
        <w:t>lorsqu</w:t>
      </w:r>
      <w:r w:rsidR="004A4993">
        <w:t>’</w:t>
      </w:r>
      <w:r w:rsidRPr="004C3E92">
        <w:t>un autre gentleman se présenta à son côté</w:t>
      </w:r>
      <w:r w:rsidR="004A4993">
        <w:t xml:space="preserve">. </w:t>
      </w:r>
      <w:r w:rsidRPr="004C3E92">
        <w:t>Elle tourna les yeux vers son visage</w:t>
      </w:r>
      <w:r w:rsidR="004A4993">
        <w:t xml:space="preserve">, </w:t>
      </w:r>
      <w:r w:rsidRPr="004C3E92">
        <w:t>et constata avec quelque surprise que c</w:t>
      </w:r>
      <w:r w:rsidR="004A4993">
        <w:t>’</w:t>
      </w:r>
      <w:r w:rsidRPr="004C3E92">
        <w:t>était son frère</w:t>
      </w:r>
      <w:r w:rsidR="004A4993">
        <w:t>.</w:t>
      </w:r>
    </w:p>
    <w:p w14:paraId="4FD0AE23" w14:textId="77777777" w:rsidR="004A4993" w:rsidRDefault="008C5C61" w:rsidP="004A4993">
      <w:r w:rsidRPr="004C3E92">
        <w:t xml:space="preserve">Leur affection et leur surprise à se rencontrer furent justes suffisantes pour faire figure fort honorable dans le magasin de </w:t>
      </w:r>
      <w:r w:rsidRPr="004C3E92">
        <w:lastRenderedPageBreak/>
        <w:t>Mr</w:t>
      </w:r>
      <w:r w:rsidR="004A4993">
        <w:t xml:space="preserve">. </w:t>
      </w:r>
      <w:r w:rsidRPr="004C3E92">
        <w:t>Gray</w:t>
      </w:r>
      <w:r w:rsidR="004A4993">
        <w:t xml:space="preserve">. </w:t>
      </w:r>
      <w:r w:rsidRPr="004C3E92">
        <w:t xml:space="preserve">John </w:t>
      </w:r>
      <w:proofErr w:type="spellStart"/>
      <w:r w:rsidRPr="004C3E92">
        <w:t>Dashwood</w:t>
      </w:r>
      <w:proofErr w:type="spellEnd"/>
      <w:r w:rsidRPr="004C3E92">
        <w:t xml:space="preserve"> était véritablement loin de regretter de revoir ses sœurs</w:t>
      </w:r>
      <w:r w:rsidR="004A4993">
        <w:t xml:space="preserve"> ; </w:t>
      </w:r>
      <w:r w:rsidRPr="004C3E92">
        <w:t>cela leur fut plutôt agréable</w:t>
      </w:r>
      <w:r w:rsidR="004A4993">
        <w:t xml:space="preserve"> ; </w:t>
      </w:r>
      <w:r w:rsidRPr="004C3E92">
        <w:t>et les que</w:t>
      </w:r>
      <w:r w:rsidRPr="004C3E92">
        <w:t>s</w:t>
      </w:r>
      <w:r w:rsidRPr="004C3E92">
        <w:t>tions qu</w:t>
      </w:r>
      <w:r w:rsidR="004A4993">
        <w:t>’</w:t>
      </w:r>
      <w:r w:rsidRPr="004C3E92">
        <w:t>il posa au sujet de leur mère furent pleines de respect et d</w:t>
      </w:r>
      <w:r w:rsidR="004A4993">
        <w:t>’</w:t>
      </w:r>
      <w:r w:rsidRPr="004C3E92">
        <w:t>égards</w:t>
      </w:r>
      <w:r w:rsidR="004A4993">
        <w:t>.</w:t>
      </w:r>
    </w:p>
    <w:p w14:paraId="2C62BCF8" w14:textId="77777777" w:rsidR="004A4993" w:rsidRDefault="008C5C61" w:rsidP="004A4993">
      <w:proofErr w:type="spellStart"/>
      <w:r w:rsidRPr="004C3E92">
        <w:t>Elinor</w:t>
      </w:r>
      <w:proofErr w:type="spellEnd"/>
      <w:r w:rsidRPr="004C3E92">
        <w:t xml:space="preserve"> apprit qu</w:t>
      </w:r>
      <w:r w:rsidR="004A4993">
        <w:t>’</w:t>
      </w:r>
      <w:r w:rsidRPr="004C3E92">
        <w:t>il était à Londres</w:t>
      </w:r>
      <w:r w:rsidR="004A4993">
        <w:t xml:space="preserve">, </w:t>
      </w:r>
      <w:r w:rsidRPr="004C3E92">
        <w:t>avec Fanny</w:t>
      </w:r>
      <w:r w:rsidR="004A4993">
        <w:t xml:space="preserve">, </w:t>
      </w:r>
      <w:r w:rsidRPr="004C3E92">
        <w:t>depuis deux jours</w:t>
      </w:r>
      <w:r w:rsidR="004A4993">
        <w:t>.</w:t>
      </w:r>
    </w:p>
    <w:p w14:paraId="67877EE1" w14:textId="77777777" w:rsidR="004A4993" w:rsidRDefault="004A4993" w:rsidP="004A4993">
      <w:r>
        <w:t>— </w:t>
      </w:r>
      <w:r w:rsidR="008C5C61" w:rsidRPr="004C3E92">
        <w:t>J</w:t>
      </w:r>
      <w:r>
        <w:t>’</w:t>
      </w:r>
      <w:r w:rsidR="008C5C61" w:rsidRPr="004C3E92">
        <w:t>aurais vivement désiré vous faire une visite hier</w:t>
      </w:r>
      <w:r>
        <w:t xml:space="preserve">, </w:t>
      </w:r>
      <w:r w:rsidR="008C5C61" w:rsidRPr="004C3E92">
        <w:t>dit-il</w:t>
      </w:r>
      <w:r>
        <w:t xml:space="preserve">, </w:t>
      </w:r>
      <w:r w:rsidR="008C5C61" w:rsidRPr="004C3E92">
        <w:t>mais ç</w:t>
      </w:r>
      <w:r>
        <w:t>’</w:t>
      </w:r>
      <w:r w:rsidR="008C5C61" w:rsidRPr="004C3E92">
        <w:t>a été impossible</w:t>
      </w:r>
      <w:r>
        <w:t xml:space="preserve">, </w:t>
      </w:r>
      <w:r w:rsidR="008C5C61" w:rsidRPr="004C3E92">
        <w:t>car nous avons dû emmener Harry voir les bêtes sauvages à l</w:t>
      </w:r>
      <w:r>
        <w:t>’</w:t>
      </w:r>
      <w:r w:rsidR="008C5C61" w:rsidRPr="004C3E92">
        <w:t>Exeter Exchange</w:t>
      </w:r>
      <w:r>
        <w:t xml:space="preserve">, </w:t>
      </w:r>
      <w:r w:rsidR="008C5C61" w:rsidRPr="004C3E92">
        <w:t>et nous avons passé le reste de la journée auprès de Mrs</w:t>
      </w:r>
      <w:r>
        <w:t xml:space="preserve">. </w:t>
      </w:r>
      <w:proofErr w:type="spellStart"/>
      <w:r w:rsidR="008C5C61" w:rsidRPr="004C3E92">
        <w:t>Ferrars</w:t>
      </w:r>
      <w:proofErr w:type="spellEnd"/>
      <w:r>
        <w:t xml:space="preserve">. </w:t>
      </w:r>
      <w:r w:rsidR="008C5C61" w:rsidRPr="004C3E92">
        <w:t>Harry a été extr</w:t>
      </w:r>
      <w:r w:rsidR="008C5C61" w:rsidRPr="004C3E92">
        <w:t>ê</w:t>
      </w:r>
      <w:r w:rsidR="008C5C61" w:rsidRPr="004C3E92">
        <w:t>mement content</w:t>
      </w:r>
      <w:r>
        <w:t xml:space="preserve">. </w:t>
      </w:r>
      <w:r w:rsidR="008C5C61" w:rsidRPr="004C3E92">
        <w:t>Ce matin j</w:t>
      </w:r>
      <w:r>
        <w:t>’</w:t>
      </w:r>
      <w:r w:rsidR="008C5C61" w:rsidRPr="004C3E92">
        <w:t>avais pleinement l</w:t>
      </w:r>
      <w:r>
        <w:t>’</w:t>
      </w:r>
      <w:r w:rsidR="008C5C61" w:rsidRPr="004C3E92">
        <w:t>intention de vous faire une visite</w:t>
      </w:r>
      <w:r>
        <w:t xml:space="preserve">, </w:t>
      </w:r>
      <w:r w:rsidR="008C5C61" w:rsidRPr="004C3E92">
        <w:t>si j</w:t>
      </w:r>
      <w:r>
        <w:t>’</w:t>
      </w:r>
      <w:r w:rsidR="008C5C61" w:rsidRPr="004C3E92">
        <w:t>avais la possibilité de trouver une demi-heure inoccupée</w:t>
      </w:r>
      <w:r>
        <w:t xml:space="preserve">, </w:t>
      </w:r>
      <w:r w:rsidR="008C5C61" w:rsidRPr="004C3E92">
        <w:t>mais on a toujours tant à faire</w:t>
      </w:r>
      <w:r>
        <w:t xml:space="preserve">, </w:t>
      </w:r>
      <w:r w:rsidR="008C5C61" w:rsidRPr="004C3E92">
        <w:t>lorsqu</w:t>
      </w:r>
      <w:r>
        <w:t>’</w:t>
      </w:r>
      <w:r w:rsidR="008C5C61" w:rsidRPr="004C3E92">
        <w:t>on arr</w:t>
      </w:r>
      <w:r w:rsidR="008C5C61" w:rsidRPr="004C3E92">
        <w:t>i</w:t>
      </w:r>
      <w:r w:rsidR="008C5C61" w:rsidRPr="004C3E92">
        <w:t>ve à Londres</w:t>
      </w:r>
      <w:r>
        <w:t xml:space="preserve"> ! </w:t>
      </w:r>
      <w:r w:rsidR="008C5C61" w:rsidRPr="004C3E92">
        <w:t>Je suis venu ici pour commander un cachet pour Fanny</w:t>
      </w:r>
      <w:r>
        <w:t xml:space="preserve">. </w:t>
      </w:r>
      <w:r w:rsidR="008C5C61" w:rsidRPr="004C3E92">
        <w:t>Mais demain</w:t>
      </w:r>
      <w:r>
        <w:t xml:space="preserve">, </w:t>
      </w:r>
      <w:r w:rsidR="008C5C61" w:rsidRPr="004C3E92">
        <w:t>je crois que je pourrai certainement passer dans Berkeley Street</w:t>
      </w:r>
      <w:r>
        <w:t xml:space="preserve">, </w:t>
      </w:r>
      <w:r w:rsidR="008C5C61" w:rsidRPr="004C3E92">
        <w:t>et me faire présenter à votre amie Mrs</w:t>
      </w:r>
      <w:r>
        <w:t xml:space="preserve">. </w:t>
      </w:r>
      <w:r w:rsidR="008C5C61" w:rsidRPr="004C3E92">
        <w:t>Jennings</w:t>
      </w:r>
      <w:r>
        <w:t xml:space="preserve">. </w:t>
      </w:r>
      <w:r w:rsidR="008C5C61" w:rsidRPr="004C3E92">
        <w:t>Je crois avoir compris que c</w:t>
      </w:r>
      <w:r>
        <w:t>’</w:t>
      </w:r>
      <w:r w:rsidR="008C5C61" w:rsidRPr="004C3E92">
        <w:t>est une femme possédant une grande fortune</w:t>
      </w:r>
      <w:r>
        <w:t xml:space="preserve">. </w:t>
      </w:r>
      <w:r w:rsidR="008C5C61" w:rsidRPr="004C3E92">
        <w:t>Et les Middleton</w:t>
      </w:r>
      <w:r>
        <w:t xml:space="preserve">, </w:t>
      </w:r>
      <w:r w:rsidR="008C5C61" w:rsidRPr="004C3E92">
        <w:t>aussi</w:t>
      </w:r>
      <w:r>
        <w:t xml:space="preserve"> ; </w:t>
      </w:r>
      <w:r w:rsidR="008C5C61" w:rsidRPr="004C3E92">
        <w:t>il faudra que vous me présentiez à eux</w:t>
      </w:r>
      <w:r>
        <w:t xml:space="preserve">. </w:t>
      </w:r>
      <w:r w:rsidR="008C5C61" w:rsidRPr="004C3E92">
        <w:t>En leur qualité de parents de ma belle-mère</w:t>
      </w:r>
      <w:r>
        <w:t xml:space="preserve">, </w:t>
      </w:r>
      <w:r w:rsidR="008C5C61" w:rsidRPr="004C3E92">
        <w:t>je serai heureux de leur témoigner tous mes respects</w:t>
      </w:r>
      <w:r>
        <w:t xml:space="preserve">. </w:t>
      </w:r>
      <w:r w:rsidR="008C5C61" w:rsidRPr="004C3E92">
        <w:t>Ils sont pour vous d</w:t>
      </w:r>
      <w:r>
        <w:t>’</w:t>
      </w:r>
      <w:r w:rsidR="008C5C61" w:rsidRPr="004C3E92">
        <w:t>excellents voisins de campagne</w:t>
      </w:r>
      <w:r>
        <w:t xml:space="preserve">, </w:t>
      </w:r>
      <w:r w:rsidR="008C5C61" w:rsidRPr="004C3E92">
        <w:t>à ce que je crois comprendre</w:t>
      </w:r>
      <w:r>
        <w:t>.</w:t>
      </w:r>
    </w:p>
    <w:p w14:paraId="3A124262" w14:textId="77777777" w:rsidR="004A4993" w:rsidRDefault="004A4993" w:rsidP="004A4993">
      <w:r>
        <w:t>— </w:t>
      </w:r>
      <w:r w:rsidR="008C5C61" w:rsidRPr="004C3E92">
        <w:t>Excellents</w:t>
      </w:r>
      <w:r>
        <w:t xml:space="preserve">, </w:t>
      </w:r>
      <w:r w:rsidR="008C5C61" w:rsidRPr="004C3E92">
        <w:t>en effet</w:t>
      </w:r>
      <w:r>
        <w:t xml:space="preserve">. </w:t>
      </w:r>
      <w:r w:rsidR="008C5C61" w:rsidRPr="004C3E92">
        <w:t>Les attentions qu</w:t>
      </w:r>
      <w:r>
        <w:t>’</w:t>
      </w:r>
      <w:r w:rsidR="008C5C61" w:rsidRPr="004C3E92">
        <w:t>ils ont pour notre confort</w:t>
      </w:r>
      <w:r>
        <w:t xml:space="preserve">, </w:t>
      </w:r>
      <w:r w:rsidR="008C5C61" w:rsidRPr="004C3E92">
        <w:t>leur bienveillance en toute chose</w:t>
      </w:r>
      <w:r>
        <w:t xml:space="preserve">, </w:t>
      </w:r>
      <w:r w:rsidR="008C5C61" w:rsidRPr="004C3E92">
        <w:t>dépassent ce que je puis exprimer</w:t>
      </w:r>
      <w:r>
        <w:t>.</w:t>
      </w:r>
    </w:p>
    <w:p w14:paraId="5B8FD734" w14:textId="77777777" w:rsidR="004A4993" w:rsidRDefault="004A4993" w:rsidP="004A4993">
      <w:r>
        <w:t>— </w:t>
      </w:r>
      <w:r w:rsidR="008C5C61" w:rsidRPr="004C3E92">
        <w:t>Je suis extrêmement content de l</w:t>
      </w:r>
      <w:r>
        <w:t>’</w:t>
      </w:r>
      <w:r w:rsidR="008C5C61" w:rsidRPr="004C3E92">
        <w:t>apprendre</w:t>
      </w:r>
      <w:r>
        <w:t xml:space="preserve">, </w:t>
      </w:r>
      <w:r w:rsidR="008C5C61" w:rsidRPr="004C3E92">
        <w:t>sur mon âme</w:t>
      </w:r>
      <w:r>
        <w:t xml:space="preserve"> ; </w:t>
      </w:r>
      <w:r w:rsidR="008C5C61" w:rsidRPr="004C3E92">
        <w:t>extrêmement content</w:t>
      </w:r>
      <w:r>
        <w:t xml:space="preserve">, </w:t>
      </w:r>
      <w:r w:rsidR="008C5C61" w:rsidRPr="004C3E92">
        <w:t>certes</w:t>
      </w:r>
      <w:r>
        <w:t xml:space="preserve">. </w:t>
      </w:r>
      <w:r w:rsidR="008C5C61" w:rsidRPr="004C3E92">
        <w:t>Mais c</w:t>
      </w:r>
      <w:r>
        <w:t>’</w:t>
      </w:r>
      <w:r w:rsidR="008C5C61" w:rsidRPr="004C3E92">
        <w:t>est fort naturel</w:t>
      </w:r>
      <w:r>
        <w:t xml:space="preserve"> : </w:t>
      </w:r>
      <w:r w:rsidR="008C5C61" w:rsidRPr="004C3E92">
        <w:t>ce sont des gens possédant une grosse fortune</w:t>
      </w:r>
      <w:r>
        <w:t xml:space="preserve">, </w:t>
      </w:r>
      <w:r w:rsidR="008C5C61" w:rsidRPr="004C3E92">
        <w:t>ils sont de vos p</w:t>
      </w:r>
      <w:r w:rsidR="008C5C61" w:rsidRPr="004C3E92">
        <w:t>a</w:t>
      </w:r>
      <w:r w:rsidR="008C5C61" w:rsidRPr="004C3E92">
        <w:t>rents</w:t>
      </w:r>
      <w:r>
        <w:t xml:space="preserve">, </w:t>
      </w:r>
      <w:r w:rsidR="008C5C61" w:rsidRPr="004C3E92">
        <w:t>et l</w:t>
      </w:r>
      <w:r>
        <w:t>’</w:t>
      </w:r>
      <w:r w:rsidR="008C5C61" w:rsidRPr="004C3E92">
        <w:t>on pouvait raisonnablement s</w:t>
      </w:r>
      <w:r>
        <w:t>’</w:t>
      </w:r>
      <w:r w:rsidR="008C5C61" w:rsidRPr="004C3E92">
        <w:t>attendre à la civilité et à la mise à votre disposition de ce qui peut servir à rendre votre situation agréable</w:t>
      </w:r>
      <w:r>
        <w:t xml:space="preserve">… </w:t>
      </w:r>
      <w:r w:rsidR="008C5C61" w:rsidRPr="004C3E92">
        <w:t>Ainsi donc</w:t>
      </w:r>
      <w:r>
        <w:t xml:space="preserve">, </w:t>
      </w:r>
      <w:r w:rsidR="008C5C61" w:rsidRPr="004C3E92">
        <w:t xml:space="preserve">vous êtes fort </w:t>
      </w:r>
      <w:r w:rsidR="008C5C61" w:rsidRPr="004C3E92">
        <w:lastRenderedPageBreak/>
        <w:t>confortablement installées dans votre petite maisonnette</w:t>
      </w:r>
      <w:r>
        <w:t xml:space="preserve">, </w:t>
      </w:r>
      <w:r w:rsidR="008C5C61" w:rsidRPr="004C3E92">
        <w:t>et ne manquez de rien</w:t>
      </w:r>
      <w:r>
        <w:t xml:space="preserve">. </w:t>
      </w:r>
      <w:r w:rsidR="008C5C61" w:rsidRPr="004C3E92">
        <w:t>Edward nous a rapporté une description bien charmante des lieux</w:t>
      </w:r>
      <w:r>
        <w:t xml:space="preserve"> ; </w:t>
      </w:r>
      <w:r w:rsidR="008C5C61" w:rsidRPr="004C3E92">
        <w:t>l</w:t>
      </w:r>
      <w:r>
        <w:t>’</w:t>
      </w:r>
      <w:r w:rsidR="008C5C61" w:rsidRPr="004C3E92">
        <w:t>objet le plus complet de son espèce</w:t>
      </w:r>
      <w:r>
        <w:t xml:space="preserve">, </w:t>
      </w:r>
      <w:r w:rsidR="008C5C61" w:rsidRPr="004C3E92">
        <w:t>disait-il</w:t>
      </w:r>
      <w:r>
        <w:t xml:space="preserve">, </w:t>
      </w:r>
      <w:r w:rsidR="008C5C61" w:rsidRPr="004C3E92">
        <w:t>qui fût j</w:t>
      </w:r>
      <w:r w:rsidR="008C5C61" w:rsidRPr="004C3E92">
        <w:t>a</w:t>
      </w:r>
      <w:r w:rsidR="008C5C61" w:rsidRPr="004C3E92">
        <w:t>mais</w:t>
      </w:r>
      <w:r>
        <w:t xml:space="preserve">, </w:t>
      </w:r>
      <w:r w:rsidR="008C5C61" w:rsidRPr="004C3E92">
        <w:t xml:space="preserve">et vous paraissiez toutes vous y plaire </w:t>
      </w:r>
      <w:proofErr w:type="spellStart"/>
      <w:r w:rsidR="008C5C61" w:rsidRPr="004C3E92">
        <w:t>au delà</w:t>
      </w:r>
      <w:proofErr w:type="spellEnd"/>
      <w:r w:rsidR="008C5C61" w:rsidRPr="004C3E92">
        <w:t xml:space="preserve"> de tout</w:t>
      </w:r>
      <w:r>
        <w:t xml:space="preserve">. </w:t>
      </w:r>
      <w:r w:rsidR="008C5C61" w:rsidRPr="004C3E92">
        <w:t>Ce nous a été une grande satisfaction de l</w:t>
      </w:r>
      <w:r>
        <w:t>’</w:t>
      </w:r>
      <w:r w:rsidR="008C5C61" w:rsidRPr="004C3E92">
        <w:t>apprendre</w:t>
      </w:r>
      <w:r>
        <w:t xml:space="preserve">, </w:t>
      </w:r>
      <w:r w:rsidR="008C5C61" w:rsidRPr="004C3E92">
        <w:t>je vous ass</w:t>
      </w:r>
      <w:r w:rsidR="008C5C61" w:rsidRPr="004C3E92">
        <w:t>u</w:t>
      </w:r>
      <w:r w:rsidR="008C5C61" w:rsidRPr="004C3E92">
        <w:t>re</w:t>
      </w:r>
      <w:r>
        <w:t>.</w:t>
      </w:r>
    </w:p>
    <w:p w14:paraId="03E1559F" w14:textId="77777777" w:rsidR="004A4993" w:rsidRDefault="008C5C61" w:rsidP="004A4993">
      <w:proofErr w:type="spellStart"/>
      <w:r w:rsidRPr="004C3E92">
        <w:t>Elinor</w:t>
      </w:r>
      <w:proofErr w:type="spellEnd"/>
      <w:r w:rsidRPr="004C3E92">
        <w:t xml:space="preserve"> éprouva véritablement un peu de honte pour son frère</w:t>
      </w:r>
      <w:r w:rsidR="004A4993">
        <w:t xml:space="preserve">, </w:t>
      </w:r>
      <w:r w:rsidRPr="004C3E92">
        <w:t>et ne fut pas fâchée de se voir éviter la nécessité de lui r</w:t>
      </w:r>
      <w:r w:rsidRPr="004C3E92">
        <w:t>é</w:t>
      </w:r>
      <w:r w:rsidRPr="004C3E92">
        <w:t>pondre</w:t>
      </w:r>
      <w:r w:rsidR="004A4993">
        <w:t xml:space="preserve">, </w:t>
      </w:r>
      <w:r w:rsidRPr="004C3E92">
        <w:t>par l</w:t>
      </w:r>
      <w:r w:rsidR="004A4993">
        <w:t>’</w:t>
      </w:r>
      <w:r w:rsidRPr="004C3E92">
        <w:t>arrivée du domestique de Mrs</w:t>
      </w:r>
      <w:r w:rsidR="004A4993">
        <w:t xml:space="preserve">. </w:t>
      </w:r>
      <w:r w:rsidRPr="004C3E92">
        <w:t>Jennings</w:t>
      </w:r>
      <w:r w:rsidR="004A4993">
        <w:t xml:space="preserve">, </w:t>
      </w:r>
      <w:r w:rsidRPr="004C3E92">
        <w:t>qui vint leur dire que sa maîtresse les attendait à la porte</w:t>
      </w:r>
      <w:r w:rsidR="004A4993">
        <w:t>.</w:t>
      </w:r>
    </w:p>
    <w:p w14:paraId="3798AC3F" w14:textId="77777777" w:rsidR="004A4993" w:rsidRDefault="008C5C61" w:rsidP="004A4993">
      <w:r w:rsidRPr="004C3E92">
        <w:t>Mr</w:t>
      </w:r>
      <w:r w:rsidR="004A4993">
        <w:t xml:space="preserve">. </w:t>
      </w:r>
      <w:proofErr w:type="spellStart"/>
      <w:r w:rsidRPr="004C3E92">
        <w:t>Dashwood</w:t>
      </w:r>
      <w:proofErr w:type="spellEnd"/>
      <w:r w:rsidRPr="004C3E92">
        <w:t xml:space="preserve"> les accompagna jusqu</w:t>
      </w:r>
      <w:r w:rsidR="004A4993">
        <w:t>’</w:t>
      </w:r>
      <w:r w:rsidRPr="004C3E92">
        <w:t>en bas</w:t>
      </w:r>
      <w:r w:rsidR="004A4993">
        <w:t xml:space="preserve">, </w:t>
      </w:r>
      <w:r w:rsidRPr="004C3E92">
        <w:t>fut présenté à Mrs</w:t>
      </w:r>
      <w:r w:rsidR="004A4993">
        <w:t xml:space="preserve">. </w:t>
      </w:r>
      <w:r w:rsidRPr="004C3E92">
        <w:t>Jennings à la porte de sa voiture</w:t>
      </w:r>
      <w:r w:rsidR="004A4993">
        <w:t xml:space="preserve">, </w:t>
      </w:r>
      <w:r w:rsidRPr="004C3E92">
        <w:t>et</w:t>
      </w:r>
      <w:r w:rsidR="004A4993">
        <w:t xml:space="preserve">, </w:t>
      </w:r>
      <w:r w:rsidRPr="004C3E92">
        <w:t>réitérant son espoir de pouvoir leur faire une visite le lendemain</w:t>
      </w:r>
      <w:r w:rsidR="004A4993">
        <w:t xml:space="preserve">, </w:t>
      </w:r>
      <w:r w:rsidRPr="004C3E92">
        <w:t>prit congé</w:t>
      </w:r>
      <w:r w:rsidR="004A4993">
        <w:t>.</w:t>
      </w:r>
    </w:p>
    <w:p w14:paraId="6F8C481B" w14:textId="77777777" w:rsidR="004A4993" w:rsidRDefault="008C5C61" w:rsidP="004A4993">
      <w:r w:rsidRPr="004C3E92">
        <w:t>Sa visite fut effectuée comme il convenait</w:t>
      </w:r>
      <w:r w:rsidR="004A4993">
        <w:t xml:space="preserve">. </w:t>
      </w:r>
      <w:r w:rsidRPr="004C3E92">
        <w:t>Il vint avec un semblant d</w:t>
      </w:r>
      <w:r w:rsidR="004A4993">
        <w:t>’</w:t>
      </w:r>
      <w:r w:rsidRPr="004C3E92">
        <w:t>excuse de la part de leur belle-sœur</w:t>
      </w:r>
      <w:r w:rsidR="004A4993">
        <w:t xml:space="preserve">, </w:t>
      </w:r>
      <w:r w:rsidRPr="004C3E92">
        <w:t>de ce qu</w:t>
      </w:r>
      <w:r w:rsidR="004A4993">
        <w:t>’</w:t>
      </w:r>
      <w:r w:rsidRPr="004C3E92">
        <w:t>elle ne l</w:t>
      </w:r>
      <w:r w:rsidR="004A4993">
        <w:t>’</w:t>
      </w:r>
      <w:r w:rsidRPr="004C3E92">
        <w:t>eût pas accompagné</w:t>
      </w:r>
      <w:r w:rsidR="004A4993">
        <w:t> ; « </w:t>
      </w:r>
      <w:r w:rsidRPr="004C3E92">
        <w:t>mais elle était tellement occupée</w:t>
      </w:r>
      <w:r w:rsidR="004A4993">
        <w:t xml:space="preserve">, </w:t>
      </w:r>
      <w:r w:rsidRPr="004C3E92">
        <w:t>avec sa mère</w:t>
      </w:r>
      <w:r w:rsidR="004A4993">
        <w:t xml:space="preserve">, </w:t>
      </w:r>
      <w:r w:rsidRPr="004C3E92">
        <w:t>qu</w:t>
      </w:r>
      <w:r w:rsidR="004A4993">
        <w:t>’</w:t>
      </w:r>
      <w:r w:rsidRPr="004C3E92">
        <w:t>elle n</w:t>
      </w:r>
      <w:r w:rsidR="004A4993">
        <w:t>’</w:t>
      </w:r>
      <w:r w:rsidRPr="004C3E92">
        <w:t>avait véritablement aucun loisir pour aller nulle part</w:t>
      </w:r>
      <w:r w:rsidR="004A4993">
        <w:t xml:space="preserve"> ». </w:t>
      </w:r>
      <w:r w:rsidRPr="004C3E92">
        <w:t>Mais Mrs</w:t>
      </w:r>
      <w:r w:rsidR="004A4993">
        <w:t xml:space="preserve">. </w:t>
      </w:r>
      <w:r w:rsidRPr="004C3E92">
        <w:t>Jennings lui donna immédiatement l</w:t>
      </w:r>
      <w:r w:rsidR="004A4993">
        <w:t>’</w:t>
      </w:r>
      <w:r w:rsidRPr="004C3E92">
        <w:t>assurance qu</w:t>
      </w:r>
      <w:r w:rsidR="004A4993">
        <w:t>’</w:t>
      </w:r>
      <w:r w:rsidRPr="004C3E92">
        <w:t>elle ne devait pas faire de cérémonies</w:t>
      </w:r>
      <w:r w:rsidR="004A4993">
        <w:t xml:space="preserve">, </w:t>
      </w:r>
      <w:r w:rsidRPr="004C3E92">
        <w:t>car ils étaient tous cousins</w:t>
      </w:r>
      <w:r w:rsidR="004A4993">
        <w:t xml:space="preserve">, </w:t>
      </w:r>
      <w:r w:rsidRPr="004C3E92">
        <w:t>ou quelque chose d</w:t>
      </w:r>
      <w:r w:rsidR="004A4993">
        <w:t>’</w:t>
      </w:r>
      <w:r w:rsidRPr="004C3E92">
        <w:t>approchant</w:t>
      </w:r>
      <w:r w:rsidR="004A4993">
        <w:t xml:space="preserve">, </w:t>
      </w:r>
      <w:r w:rsidRPr="004C3E92">
        <w:t>et que</w:t>
      </w:r>
      <w:r w:rsidR="004A4993">
        <w:t xml:space="preserve">, </w:t>
      </w:r>
      <w:r w:rsidRPr="004C3E92">
        <w:t>quant à elle</w:t>
      </w:r>
      <w:r w:rsidR="004A4993">
        <w:t xml:space="preserve">, </w:t>
      </w:r>
      <w:r w:rsidRPr="004C3E92">
        <w:t>elle irait certainement voir très prochainement Mrs</w:t>
      </w:r>
      <w:r w:rsidR="004A4993">
        <w:t xml:space="preserve">. </w:t>
      </w:r>
      <w:r w:rsidRPr="004C3E92">
        <w:t xml:space="preserve">John </w:t>
      </w:r>
      <w:proofErr w:type="spellStart"/>
      <w:r w:rsidRPr="004C3E92">
        <w:t>Dashwood</w:t>
      </w:r>
      <w:proofErr w:type="spellEnd"/>
      <w:r w:rsidR="004A4993">
        <w:t xml:space="preserve">, </w:t>
      </w:r>
      <w:r w:rsidRPr="004C3E92">
        <w:t>et lui amènerait ses sœurs</w:t>
      </w:r>
      <w:r w:rsidR="004A4993">
        <w:t xml:space="preserve">. </w:t>
      </w:r>
      <w:r w:rsidRPr="004C3E92">
        <w:t>Les façons de John envers celles-ci</w:t>
      </w:r>
      <w:r w:rsidR="004A4993">
        <w:t xml:space="preserve">, </w:t>
      </w:r>
      <w:r w:rsidRPr="004C3E92">
        <w:t>bien que calmes</w:t>
      </w:r>
      <w:r w:rsidR="004A4993">
        <w:t xml:space="preserve">, </w:t>
      </w:r>
      <w:r w:rsidRPr="004C3E92">
        <w:t>étaient parfaitement a</w:t>
      </w:r>
      <w:r w:rsidRPr="004C3E92">
        <w:t>i</w:t>
      </w:r>
      <w:r w:rsidRPr="004C3E92">
        <w:t>mables</w:t>
      </w:r>
      <w:r w:rsidR="004A4993">
        <w:t xml:space="preserve"> ; </w:t>
      </w:r>
      <w:r w:rsidRPr="004C3E92">
        <w:t>envers Mrs</w:t>
      </w:r>
      <w:r w:rsidR="004A4993">
        <w:t xml:space="preserve">. </w:t>
      </w:r>
      <w:r w:rsidRPr="004C3E92">
        <w:t>Jennings</w:t>
      </w:r>
      <w:r w:rsidR="004A4993">
        <w:t xml:space="preserve">, </w:t>
      </w:r>
      <w:r w:rsidRPr="004C3E92">
        <w:t>pleines de la civilité la plus a</w:t>
      </w:r>
      <w:r w:rsidRPr="004C3E92">
        <w:t>t</w:t>
      </w:r>
      <w:r w:rsidRPr="004C3E92">
        <w:t>tentive</w:t>
      </w:r>
      <w:r w:rsidR="004A4993">
        <w:t xml:space="preserve"> ; </w:t>
      </w:r>
      <w:r w:rsidRPr="004C3E92">
        <w:t>et lorsque le colonel Brandon entra</w:t>
      </w:r>
      <w:r w:rsidR="004A4993">
        <w:t xml:space="preserve">, </w:t>
      </w:r>
      <w:r w:rsidRPr="004C3E92">
        <w:t>peu après lui</w:t>
      </w:r>
      <w:r w:rsidR="004A4993">
        <w:t xml:space="preserve">, </w:t>
      </w:r>
      <w:r w:rsidRPr="004C3E92">
        <w:t>il le dévisagea avec une curiosité qui semblait dire qu</w:t>
      </w:r>
      <w:r w:rsidR="004A4993">
        <w:t>’</w:t>
      </w:r>
      <w:r w:rsidRPr="004C3E92">
        <w:t>il lui suffirait de le savoir riche pour se montrer également courtois envers lui</w:t>
      </w:r>
      <w:r w:rsidR="004A4993">
        <w:t>.</w:t>
      </w:r>
    </w:p>
    <w:p w14:paraId="55F72CF9" w14:textId="77777777" w:rsidR="004A4993" w:rsidRDefault="008C5C61" w:rsidP="004A4993">
      <w:r w:rsidRPr="004C3E92">
        <w:t>Après être resté une demi-heure auprès d</w:t>
      </w:r>
      <w:r w:rsidR="004A4993">
        <w:t>’</w:t>
      </w:r>
      <w:r w:rsidRPr="004C3E92">
        <w:t>elles</w:t>
      </w:r>
      <w:r w:rsidR="004A4993">
        <w:t xml:space="preserve">, </w:t>
      </w:r>
      <w:r w:rsidRPr="004C3E92">
        <w:t xml:space="preserve">il pria </w:t>
      </w:r>
      <w:proofErr w:type="spellStart"/>
      <w:r w:rsidRPr="004C3E92">
        <w:t>El</w:t>
      </w:r>
      <w:r w:rsidRPr="004C3E92">
        <w:t>i</w:t>
      </w:r>
      <w:r w:rsidRPr="004C3E92">
        <w:t>nor</w:t>
      </w:r>
      <w:proofErr w:type="spellEnd"/>
      <w:r w:rsidRPr="004C3E92">
        <w:t xml:space="preserve"> de l</w:t>
      </w:r>
      <w:r w:rsidR="004A4993">
        <w:t>’</w:t>
      </w:r>
      <w:r w:rsidRPr="004C3E92">
        <w:t>accompagner à pied jusqu</w:t>
      </w:r>
      <w:r w:rsidR="004A4993">
        <w:t>’</w:t>
      </w:r>
      <w:r w:rsidRPr="004C3E92">
        <w:t>à Conduit Street et de le pr</w:t>
      </w:r>
      <w:r w:rsidRPr="004C3E92">
        <w:t>é</w:t>
      </w:r>
      <w:r w:rsidRPr="004C3E92">
        <w:t>senter à Sir John et à lady Middleton</w:t>
      </w:r>
      <w:r w:rsidR="004A4993">
        <w:t xml:space="preserve">. </w:t>
      </w:r>
      <w:r w:rsidRPr="004C3E92">
        <w:t xml:space="preserve">Il faisait </w:t>
      </w:r>
      <w:r w:rsidRPr="004C3E92">
        <w:lastRenderedPageBreak/>
        <w:t>remarquabl</w:t>
      </w:r>
      <w:r w:rsidRPr="004C3E92">
        <w:t>e</w:t>
      </w:r>
      <w:r w:rsidRPr="004C3E92">
        <w:t>ment beau</w:t>
      </w:r>
      <w:r w:rsidR="004A4993">
        <w:t xml:space="preserve">, </w:t>
      </w:r>
      <w:r w:rsidRPr="004C3E92">
        <w:t>et elle y consentit avec empressement</w:t>
      </w:r>
      <w:r w:rsidR="004A4993">
        <w:t xml:space="preserve">. </w:t>
      </w:r>
      <w:r w:rsidRPr="004C3E92">
        <w:t>Dès qu</w:t>
      </w:r>
      <w:r w:rsidR="004A4993">
        <w:t>’</w:t>
      </w:r>
      <w:r w:rsidRPr="004C3E92">
        <w:t>ils f</w:t>
      </w:r>
      <w:r w:rsidRPr="004C3E92">
        <w:t>u</w:t>
      </w:r>
      <w:r w:rsidRPr="004C3E92">
        <w:t>rent hors de la maison</w:t>
      </w:r>
      <w:r w:rsidR="004A4993">
        <w:t xml:space="preserve">, </w:t>
      </w:r>
      <w:r w:rsidRPr="004C3E92">
        <w:t>il commença ses interrogations</w:t>
      </w:r>
      <w:r w:rsidR="004A4993">
        <w:t>.</w:t>
      </w:r>
    </w:p>
    <w:p w14:paraId="409BDAEF" w14:textId="77777777" w:rsidR="004A4993" w:rsidRDefault="004A4993" w:rsidP="004A4993">
      <w:r>
        <w:t>— </w:t>
      </w:r>
      <w:r w:rsidR="008C5C61" w:rsidRPr="004C3E92">
        <w:t>Qui est le colonel Brandon</w:t>
      </w:r>
      <w:r>
        <w:t xml:space="preserve"> ? </w:t>
      </w:r>
      <w:r w:rsidR="008C5C61" w:rsidRPr="004C3E92">
        <w:t>Possède-t-il de la fortune</w:t>
      </w:r>
      <w:r>
        <w:t> ?</w:t>
      </w:r>
    </w:p>
    <w:p w14:paraId="22581A5A" w14:textId="77777777" w:rsidR="004A4993" w:rsidRDefault="004A4993" w:rsidP="004A4993">
      <w:r>
        <w:t>— </w:t>
      </w:r>
      <w:r w:rsidR="008C5C61" w:rsidRPr="004C3E92">
        <w:t>Oui</w:t>
      </w:r>
      <w:r>
        <w:t xml:space="preserve"> ; </w:t>
      </w:r>
      <w:r w:rsidR="008C5C61" w:rsidRPr="004C3E92">
        <w:t xml:space="preserve">il a un très bon domaine dans le </w:t>
      </w:r>
      <w:proofErr w:type="spellStart"/>
      <w:r w:rsidR="008C5C61" w:rsidRPr="004C3E92">
        <w:t>Dorsetshire</w:t>
      </w:r>
      <w:proofErr w:type="spellEnd"/>
      <w:r>
        <w:t>.</w:t>
      </w:r>
    </w:p>
    <w:p w14:paraId="3F09C42D" w14:textId="77777777" w:rsidR="004A4993" w:rsidRDefault="004A4993" w:rsidP="004A4993">
      <w:r>
        <w:t>— </w:t>
      </w:r>
      <w:r w:rsidR="008C5C61" w:rsidRPr="004C3E92">
        <w:t>Voilà qui me fait plaisir</w:t>
      </w:r>
      <w:r>
        <w:t xml:space="preserve">. </w:t>
      </w:r>
      <w:r w:rsidR="008C5C61" w:rsidRPr="004C3E92">
        <w:t>Il a tout à fait l</w:t>
      </w:r>
      <w:r>
        <w:t>’</w:t>
      </w:r>
      <w:r w:rsidR="008C5C61" w:rsidRPr="004C3E92">
        <w:t>air d</w:t>
      </w:r>
      <w:r>
        <w:t>’</w:t>
      </w:r>
      <w:r w:rsidR="008C5C61" w:rsidRPr="004C3E92">
        <w:t>un gentl</w:t>
      </w:r>
      <w:r w:rsidR="008C5C61" w:rsidRPr="004C3E92">
        <w:t>e</w:t>
      </w:r>
      <w:r w:rsidR="008C5C61" w:rsidRPr="004C3E92">
        <w:t>man</w:t>
      </w:r>
      <w:r>
        <w:t xml:space="preserve">, </w:t>
      </w:r>
      <w:r w:rsidR="008C5C61" w:rsidRPr="004C3E92">
        <w:t>et je crois</w:t>
      </w:r>
      <w:r>
        <w:t xml:space="preserve">, </w:t>
      </w:r>
      <w:proofErr w:type="spellStart"/>
      <w:r w:rsidR="008C5C61" w:rsidRPr="004C3E92">
        <w:t>Elinor</w:t>
      </w:r>
      <w:proofErr w:type="spellEnd"/>
      <w:r>
        <w:t xml:space="preserve">, </w:t>
      </w:r>
      <w:r w:rsidR="008C5C61" w:rsidRPr="004C3E92">
        <w:t>que je puis te féliciter de la perspective d</w:t>
      </w:r>
      <w:r>
        <w:t>’</w:t>
      </w:r>
      <w:r w:rsidR="008C5C61" w:rsidRPr="004C3E92">
        <w:t>un établissement fort convenable dans la vie</w:t>
      </w:r>
      <w:r>
        <w:t>.</w:t>
      </w:r>
    </w:p>
    <w:p w14:paraId="46C885A6" w14:textId="77777777" w:rsidR="004A4993" w:rsidRDefault="004A4993" w:rsidP="004A4993">
      <w:r>
        <w:t>— </w:t>
      </w:r>
      <w:r w:rsidR="008C5C61" w:rsidRPr="004C3E92">
        <w:t>Moi</w:t>
      </w:r>
      <w:r>
        <w:t xml:space="preserve">, </w:t>
      </w:r>
      <w:r w:rsidR="008C5C61" w:rsidRPr="004C3E92">
        <w:t>mon frère</w:t>
      </w:r>
      <w:r>
        <w:t xml:space="preserve"> ? </w:t>
      </w:r>
      <w:r w:rsidR="008C5C61" w:rsidRPr="004C3E92">
        <w:t>Que veux-tu dire</w:t>
      </w:r>
      <w:r>
        <w:t> ?</w:t>
      </w:r>
    </w:p>
    <w:p w14:paraId="6A045C1C" w14:textId="77777777" w:rsidR="004A4993" w:rsidRDefault="004A4993" w:rsidP="004A4993">
      <w:r>
        <w:t>— </w:t>
      </w:r>
      <w:r w:rsidR="008C5C61" w:rsidRPr="004C3E92">
        <w:t>Tu lui plais</w:t>
      </w:r>
      <w:r>
        <w:t xml:space="preserve">. </w:t>
      </w:r>
      <w:r w:rsidR="008C5C61" w:rsidRPr="004C3E92">
        <w:t>Je l</w:t>
      </w:r>
      <w:r>
        <w:t>’</w:t>
      </w:r>
      <w:r w:rsidR="008C5C61" w:rsidRPr="004C3E92">
        <w:t>ai observé de près</w:t>
      </w:r>
      <w:r>
        <w:t xml:space="preserve">, </w:t>
      </w:r>
      <w:r w:rsidR="008C5C61" w:rsidRPr="004C3E92">
        <w:t>et j</w:t>
      </w:r>
      <w:r>
        <w:t>’</w:t>
      </w:r>
      <w:r w:rsidR="008C5C61" w:rsidRPr="004C3E92">
        <w:t>en suis convaincu</w:t>
      </w:r>
      <w:r>
        <w:t xml:space="preserve">. </w:t>
      </w:r>
      <w:r w:rsidR="008C5C61" w:rsidRPr="004C3E92">
        <w:t>À combien se monte sa fortune</w:t>
      </w:r>
      <w:r>
        <w:t> ?</w:t>
      </w:r>
    </w:p>
    <w:p w14:paraId="170D5B53" w14:textId="77777777" w:rsidR="004A4993" w:rsidRDefault="004A4993" w:rsidP="004A4993">
      <w:r>
        <w:t>— </w:t>
      </w:r>
      <w:r w:rsidR="008C5C61" w:rsidRPr="004C3E92">
        <w:t>Je crois qu</w:t>
      </w:r>
      <w:r>
        <w:t>’</w:t>
      </w:r>
      <w:r w:rsidR="008C5C61" w:rsidRPr="004C3E92">
        <w:t>il dispose d</w:t>
      </w:r>
      <w:r>
        <w:t>’</w:t>
      </w:r>
      <w:r w:rsidR="008C5C61" w:rsidRPr="004C3E92">
        <w:t>environ deux mille livres par an</w:t>
      </w:r>
      <w:r>
        <w:t>.</w:t>
      </w:r>
    </w:p>
    <w:p w14:paraId="0CC77243" w14:textId="77777777" w:rsidR="004A4993" w:rsidRDefault="004A4993" w:rsidP="004A4993">
      <w:r>
        <w:t>— </w:t>
      </w:r>
      <w:r w:rsidR="008C5C61" w:rsidRPr="004C3E92">
        <w:t>Deux mille livres par an</w:t>
      </w:r>
      <w:r>
        <w:t xml:space="preserve"> ! </w:t>
      </w:r>
      <w:r w:rsidR="008C5C61" w:rsidRPr="004C3E92">
        <w:t>Puis</w:t>
      </w:r>
      <w:r>
        <w:t xml:space="preserve">, </w:t>
      </w:r>
      <w:r w:rsidR="008C5C61" w:rsidRPr="004C3E92">
        <w:t>se poussant à un accès de générosité enthousiaste</w:t>
      </w:r>
      <w:r>
        <w:t xml:space="preserve">, </w:t>
      </w:r>
      <w:r w:rsidR="008C5C61" w:rsidRPr="004C3E92">
        <w:t>il ajouta</w:t>
      </w:r>
      <w:r>
        <w:t xml:space="preserve"> : </w:t>
      </w:r>
      <w:proofErr w:type="spellStart"/>
      <w:r w:rsidR="008C5C61" w:rsidRPr="004C3E92">
        <w:t>Elinor</w:t>
      </w:r>
      <w:proofErr w:type="spellEnd"/>
      <w:r w:rsidR="008C5C61" w:rsidRPr="004C3E92">
        <w:t xml:space="preserve"> je voudrais</w:t>
      </w:r>
      <w:r>
        <w:t xml:space="preserve">, </w:t>
      </w:r>
      <w:r w:rsidR="008C5C61" w:rsidRPr="004C3E92">
        <w:t>pour toi</w:t>
      </w:r>
      <w:r>
        <w:t xml:space="preserve">, </w:t>
      </w:r>
      <w:r w:rsidR="008C5C61" w:rsidRPr="004C3E92">
        <w:t>du fond du cœur</w:t>
      </w:r>
      <w:r>
        <w:t xml:space="preserve">, </w:t>
      </w:r>
      <w:r w:rsidR="008C5C61" w:rsidRPr="004C3E92">
        <w:t>que ce fût le double</w:t>
      </w:r>
      <w:r>
        <w:t> !</w:t>
      </w:r>
    </w:p>
    <w:p w14:paraId="2953422F" w14:textId="77777777" w:rsidR="004A4993" w:rsidRDefault="004A4993" w:rsidP="004A4993">
      <w:r>
        <w:t>— </w:t>
      </w:r>
      <w:r w:rsidR="008C5C61" w:rsidRPr="004C3E92">
        <w:t>Certes</w:t>
      </w:r>
      <w:r>
        <w:t xml:space="preserve">, </w:t>
      </w:r>
      <w:r w:rsidR="008C5C61" w:rsidRPr="004C3E92">
        <w:t xml:space="preserve">je te </w:t>
      </w:r>
      <w:proofErr w:type="spellStart"/>
      <w:r w:rsidR="008C5C61" w:rsidRPr="004C3E92">
        <w:t>croîs</w:t>
      </w:r>
      <w:proofErr w:type="spellEnd"/>
      <w:r>
        <w:t xml:space="preserve">, </w:t>
      </w:r>
      <w:r w:rsidR="008C5C61" w:rsidRPr="004C3E92">
        <w:t xml:space="preserve">répondit </w:t>
      </w:r>
      <w:proofErr w:type="spellStart"/>
      <w:r w:rsidR="008C5C61" w:rsidRPr="004C3E92">
        <w:t>Elinor</w:t>
      </w:r>
      <w:proofErr w:type="spellEnd"/>
      <w:r>
        <w:t xml:space="preserve">, </w:t>
      </w:r>
      <w:r w:rsidR="008C5C61" w:rsidRPr="004C3E92">
        <w:t>mais je suis bien sûre que le colonel Brandon n</w:t>
      </w:r>
      <w:r>
        <w:t>’</w:t>
      </w:r>
      <w:r w:rsidR="008C5C61" w:rsidRPr="004C3E92">
        <w:t>a pas le moindre désir de m</w:t>
      </w:r>
      <w:r>
        <w:t>’</w:t>
      </w:r>
      <w:r w:rsidR="008C5C61" w:rsidRPr="004C3E92">
        <w:t>épouser</w:t>
      </w:r>
      <w:r>
        <w:t>.</w:t>
      </w:r>
    </w:p>
    <w:p w14:paraId="0B7D5E27" w14:textId="77777777" w:rsidR="004A4993" w:rsidRDefault="004A4993" w:rsidP="004A4993">
      <w:r>
        <w:t>— </w:t>
      </w:r>
      <w:r w:rsidR="008C5C61" w:rsidRPr="004C3E92">
        <w:t>Tu te trompes</w:t>
      </w:r>
      <w:r>
        <w:t xml:space="preserve">, </w:t>
      </w:r>
      <w:proofErr w:type="spellStart"/>
      <w:r w:rsidR="008C5C61" w:rsidRPr="004C3E92">
        <w:t>Elinor</w:t>
      </w:r>
      <w:proofErr w:type="spellEnd"/>
      <w:r>
        <w:t xml:space="preserve"> ; </w:t>
      </w:r>
      <w:r w:rsidR="008C5C61" w:rsidRPr="004C3E92">
        <w:t>tu te trompes fort</w:t>
      </w:r>
      <w:r>
        <w:t xml:space="preserve">. </w:t>
      </w:r>
      <w:r w:rsidR="008C5C61" w:rsidRPr="004C3E92">
        <w:t>Il suffira de bien peu de peine de ta part pour t</w:t>
      </w:r>
      <w:r>
        <w:t>’</w:t>
      </w:r>
      <w:r w:rsidR="008C5C61" w:rsidRPr="004C3E92">
        <w:t>assurer de lui</w:t>
      </w:r>
      <w:r>
        <w:t xml:space="preserve">. </w:t>
      </w:r>
      <w:r w:rsidR="008C5C61" w:rsidRPr="004C3E92">
        <w:t>Peut-être</w:t>
      </w:r>
      <w:r>
        <w:t xml:space="preserve">, </w:t>
      </w:r>
      <w:r w:rsidR="008C5C61" w:rsidRPr="004C3E92">
        <w:t>en ce moment</w:t>
      </w:r>
      <w:r>
        <w:t xml:space="preserve">, </w:t>
      </w:r>
      <w:r w:rsidR="008C5C61" w:rsidRPr="004C3E92">
        <w:t>est-il dans l</w:t>
      </w:r>
      <w:r>
        <w:t>’</w:t>
      </w:r>
      <w:r w:rsidR="008C5C61" w:rsidRPr="004C3E92">
        <w:t>indécision</w:t>
      </w:r>
      <w:r>
        <w:t xml:space="preserve"> ; </w:t>
      </w:r>
      <w:r w:rsidR="008C5C61" w:rsidRPr="004C3E92">
        <w:t>la petitesse de ta fortune le pousse peut-être à la retenue</w:t>
      </w:r>
      <w:r>
        <w:t xml:space="preserve"> ; </w:t>
      </w:r>
      <w:r w:rsidR="008C5C61" w:rsidRPr="004C3E92">
        <w:t>il se peut que tous ses amis le lui déconseillent</w:t>
      </w:r>
      <w:r>
        <w:t xml:space="preserve">. </w:t>
      </w:r>
      <w:r w:rsidR="008C5C61" w:rsidRPr="004C3E92">
        <w:t>Mais quelques-unes de ces menues attentions et de ces encouragements que les dames donnent si facilement le décideront</w:t>
      </w:r>
      <w:r>
        <w:t xml:space="preserve">, </w:t>
      </w:r>
      <w:r w:rsidR="008C5C61" w:rsidRPr="004C3E92">
        <w:t>malgré lui</w:t>
      </w:r>
      <w:r>
        <w:t xml:space="preserve">. </w:t>
      </w:r>
      <w:r w:rsidR="008C5C61" w:rsidRPr="004C3E92">
        <w:t>Et il ne peut y avoir aucune raison pour que tu n</w:t>
      </w:r>
      <w:r>
        <w:t>’</w:t>
      </w:r>
      <w:r w:rsidR="008C5C61" w:rsidRPr="004C3E92">
        <w:t>essayes pas de te l</w:t>
      </w:r>
      <w:r>
        <w:t>’</w:t>
      </w:r>
      <w:r w:rsidR="008C5C61" w:rsidRPr="004C3E92">
        <w:t>attacher</w:t>
      </w:r>
      <w:r>
        <w:t xml:space="preserve">. </w:t>
      </w:r>
      <w:r w:rsidR="008C5C61" w:rsidRPr="004C3E92">
        <w:t xml:space="preserve">On </w:t>
      </w:r>
      <w:r w:rsidR="008C5C61" w:rsidRPr="004C3E92">
        <w:lastRenderedPageBreak/>
        <w:t>ne saurait supposer qu</w:t>
      </w:r>
      <w:r>
        <w:t>’</w:t>
      </w:r>
      <w:r w:rsidR="008C5C61" w:rsidRPr="004C3E92">
        <w:t>un attachement antérieur</w:t>
      </w:r>
      <w:r>
        <w:t xml:space="preserve">, </w:t>
      </w:r>
      <w:r w:rsidR="008C5C61" w:rsidRPr="004C3E92">
        <w:t>de ton côté</w:t>
      </w:r>
      <w:r>
        <w:t xml:space="preserve">, – </w:t>
      </w:r>
      <w:r w:rsidR="008C5C61" w:rsidRPr="004C3E92">
        <w:t>bref</w:t>
      </w:r>
      <w:r>
        <w:t xml:space="preserve">, </w:t>
      </w:r>
      <w:r w:rsidR="008C5C61" w:rsidRPr="004C3E92">
        <w:t>tu sais</w:t>
      </w:r>
      <w:r>
        <w:t xml:space="preserve">, </w:t>
      </w:r>
      <w:r w:rsidR="008C5C61" w:rsidRPr="004C3E92">
        <w:t>en ce qui concerne un attachement de ce genre</w:t>
      </w:r>
      <w:r>
        <w:t xml:space="preserve">, </w:t>
      </w:r>
      <w:r w:rsidR="008C5C61" w:rsidRPr="004C3E92">
        <w:t>qu</w:t>
      </w:r>
      <w:r>
        <w:t>’</w:t>
      </w:r>
      <w:r w:rsidR="008C5C61" w:rsidRPr="004C3E92">
        <w:t>il est absolument hors de question</w:t>
      </w:r>
      <w:r>
        <w:t xml:space="preserve">, </w:t>
      </w:r>
      <w:r w:rsidR="008C5C61" w:rsidRPr="004C3E92">
        <w:t>que les objections sont insurmontables</w:t>
      </w:r>
      <w:r>
        <w:t xml:space="preserve">, – </w:t>
      </w:r>
      <w:r w:rsidR="008C5C61" w:rsidRPr="004C3E92">
        <w:t>tu es trop intelligente pour ne pas t</w:t>
      </w:r>
      <w:r>
        <w:t>’</w:t>
      </w:r>
      <w:r w:rsidR="008C5C61" w:rsidRPr="004C3E92">
        <w:t>en rendre compte</w:t>
      </w:r>
      <w:r>
        <w:t xml:space="preserve">. </w:t>
      </w:r>
      <w:r w:rsidR="008C5C61" w:rsidRPr="004C3E92">
        <w:t>Il faut que le colonel Brandon soit l</w:t>
      </w:r>
      <w:r>
        <w:t>’</w:t>
      </w:r>
      <w:r w:rsidR="008C5C61" w:rsidRPr="004C3E92">
        <w:t>élu</w:t>
      </w:r>
      <w:r>
        <w:t xml:space="preserve"> ; </w:t>
      </w:r>
      <w:r w:rsidR="008C5C61" w:rsidRPr="004C3E92">
        <w:t>et aucune civilité ne fera défaut</w:t>
      </w:r>
      <w:r>
        <w:t xml:space="preserve">, </w:t>
      </w:r>
      <w:r w:rsidR="008C5C61" w:rsidRPr="004C3E92">
        <w:t>de ma part</w:t>
      </w:r>
      <w:r>
        <w:t xml:space="preserve">, </w:t>
      </w:r>
      <w:r w:rsidR="008C5C61" w:rsidRPr="004C3E92">
        <w:t>pour qu</w:t>
      </w:r>
      <w:r>
        <w:t>’</w:t>
      </w:r>
      <w:r w:rsidR="008C5C61" w:rsidRPr="004C3E92">
        <w:t>il soit satisfait de toi et de ta famille</w:t>
      </w:r>
      <w:r>
        <w:t xml:space="preserve">. </w:t>
      </w:r>
      <w:r w:rsidR="008C5C61" w:rsidRPr="004C3E92">
        <w:t>C</w:t>
      </w:r>
      <w:r>
        <w:t>’</w:t>
      </w:r>
      <w:r w:rsidR="008C5C61" w:rsidRPr="004C3E92">
        <w:t>est une union qui doit donner satisfaction à tout le monde</w:t>
      </w:r>
      <w:r>
        <w:t xml:space="preserve">. </w:t>
      </w:r>
      <w:r w:rsidR="008C5C61" w:rsidRPr="004C3E92">
        <w:t>Bref</w:t>
      </w:r>
      <w:r>
        <w:t xml:space="preserve">, </w:t>
      </w:r>
      <w:r w:rsidR="008C5C61" w:rsidRPr="004C3E92">
        <w:t>c</w:t>
      </w:r>
      <w:r>
        <w:t>’</w:t>
      </w:r>
      <w:r w:rsidR="008C5C61" w:rsidRPr="004C3E92">
        <w:t>est une de ces choses qui</w:t>
      </w:r>
      <w:r>
        <w:t xml:space="preserve"> – </w:t>
      </w:r>
      <w:r w:rsidR="008C5C61" w:rsidRPr="004C3E92">
        <w:t>baissant la voix pour n</w:t>
      </w:r>
      <w:r>
        <w:t>’</w:t>
      </w:r>
      <w:r w:rsidR="008C5C61" w:rsidRPr="004C3E92">
        <w:t>en plus faire qu</w:t>
      </w:r>
      <w:r>
        <w:t>’</w:t>
      </w:r>
      <w:r w:rsidR="008C5C61" w:rsidRPr="004C3E92">
        <w:t>un chuchotement chargé d</w:t>
      </w:r>
      <w:r>
        <w:t>’</w:t>
      </w:r>
      <w:r w:rsidR="008C5C61" w:rsidRPr="004C3E92">
        <w:t>importance</w:t>
      </w:r>
      <w:r>
        <w:t xml:space="preserve"> – </w:t>
      </w:r>
      <w:r w:rsidR="008C5C61" w:rsidRPr="004C3E92">
        <w:t>qui sera extrêm</w:t>
      </w:r>
      <w:r w:rsidR="008C5C61" w:rsidRPr="004C3E92">
        <w:t>e</w:t>
      </w:r>
      <w:r w:rsidR="008C5C61" w:rsidRPr="004C3E92">
        <w:t>ment bienvenue pour tous les intéressés</w:t>
      </w:r>
      <w:r>
        <w:t xml:space="preserve">. </w:t>
      </w:r>
      <w:r w:rsidR="008C5C61" w:rsidRPr="004C3E92">
        <w:t>Se reprenant</w:t>
      </w:r>
      <w:r>
        <w:t xml:space="preserve">, </w:t>
      </w:r>
      <w:r w:rsidR="008C5C61" w:rsidRPr="004C3E92">
        <w:t>tout</w:t>
      </w:r>
      <w:r w:rsidR="008C5C61" w:rsidRPr="004C3E92">
        <w:t>e</w:t>
      </w:r>
      <w:r w:rsidR="008C5C61" w:rsidRPr="004C3E92">
        <w:t>fois</w:t>
      </w:r>
      <w:r>
        <w:t xml:space="preserve">, </w:t>
      </w:r>
      <w:r w:rsidR="008C5C61" w:rsidRPr="004C3E92">
        <w:t>il ajouta</w:t>
      </w:r>
      <w:r>
        <w:t xml:space="preserve"> : </w:t>
      </w:r>
      <w:r w:rsidR="008C5C61" w:rsidRPr="004C3E92">
        <w:t>C</w:t>
      </w:r>
      <w:r>
        <w:t>’</w:t>
      </w:r>
      <w:r w:rsidR="008C5C61" w:rsidRPr="004C3E92">
        <w:t>est-à-dire</w:t>
      </w:r>
      <w:r>
        <w:t xml:space="preserve">… </w:t>
      </w:r>
      <w:r w:rsidR="008C5C61" w:rsidRPr="004C3E92">
        <w:t>je veux dire</w:t>
      </w:r>
      <w:r>
        <w:t xml:space="preserve">… </w:t>
      </w:r>
      <w:r w:rsidR="008C5C61" w:rsidRPr="004C3E92">
        <w:t>que tous tes amis sont sincèrement soucieux de te voir bien établie</w:t>
      </w:r>
      <w:r>
        <w:t xml:space="preserve">, – </w:t>
      </w:r>
      <w:r w:rsidR="008C5C61" w:rsidRPr="004C3E92">
        <w:t>Fanny en particulier</w:t>
      </w:r>
      <w:r>
        <w:t xml:space="preserve">, </w:t>
      </w:r>
      <w:r w:rsidR="008C5C61" w:rsidRPr="004C3E92">
        <w:t>car ton intérêt lui tient fort à cœur</w:t>
      </w:r>
      <w:r>
        <w:t xml:space="preserve">, </w:t>
      </w:r>
      <w:r w:rsidR="008C5C61" w:rsidRPr="004C3E92">
        <w:t>je t</w:t>
      </w:r>
      <w:r>
        <w:t>’</w:t>
      </w:r>
      <w:r w:rsidR="008C5C61" w:rsidRPr="004C3E92">
        <w:t>assure</w:t>
      </w:r>
      <w:r>
        <w:t xml:space="preserve">. </w:t>
      </w:r>
      <w:r w:rsidR="008C5C61" w:rsidRPr="004C3E92">
        <w:t>Et sa mère aussi</w:t>
      </w:r>
      <w:r>
        <w:t xml:space="preserve">, </w:t>
      </w:r>
      <w:r w:rsidR="008C5C61" w:rsidRPr="004C3E92">
        <w:t>Mrs</w:t>
      </w:r>
      <w:r>
        <w:t xml:space="preserve">. </w:t>
      </w:r>
      <w:proofErr w:type="spellStart"/>
      <w:r w:rsidR="008C5C61" w:rsidRPr="004C3E92">
        <w:t>Ferrars</w:t>
      </w:r>
      <w:proofErr w:type="spellEnd"/>
      <w:r>
        <w:t xml:space="preserve">, </w:t>
      </w:r>
      <w:r w:rsidR="008C5C61" w:rsidRPr="004C3E92">
        <w:t>femme extrêmement bienveillante</w:t>
      </w:r>
      <w:r>
        <w:t xml:space="preserve">… </w:t>
      </w:r>
      <w:r w:rsidR="008C5C61" w:rsidRPr="004C3E92">
        <w:t>je suis sûr que cela lui ferait grand plaisir</w:t>
      </w:r>
      <w:r>
        <w:t xml:space="preserve">, – </w:t>
      </w:r>
      <w:r w:rsidR="008C5C61" w:rsidRPr="004C3E92">
        <w:t>elle me l</w:t>
      </w:r>
      <w:r>
        <w:t>’</w:t>
      </w:r>
      <w:r w:rsidR="008C5C61" w:rsidRPr="004C3E92">
        <w:t>a donné à e</w:t>
      </w:r>
      <w:r w:rsidR="008C5C61" w:rsidRPr="004C3E92">
        <w:t>n</w:t>
      </w:r>
      <w:r w:rsidR="008C5C61" w:rsidRPr="004C3E92">
        <w:t>tendre l</w:t>
      </w:r>
      <w:r>
        <w:t>’</w:t>
      </w:r>
      <w:r w:rsidR="008C5C61" w:rsidRPr="004C3E92">
        <w:t>autre jour</w:t>
      </w:r>
      <w:r>
        <w:t>.</w:t>
      </w:r>
    </w:p>
    <w:p w14:paraId="66506482" w14:textId="77777777" w:rsidR="004A4993" w:rsidRDefault="008C5C61" w:rsidP="004A4993">
      <w:proofErr w:type="spellStart"/>
      <w:r w:rsidRPr="004C3E92">
        <w:t>Elinor</w:t>
      </w:r>
      <w:proofErr w:type="spellEnd"/>
      <w:r w:rsidRPr="004C3E92">
        <w:t xml:space="preserve"> se refusa à toute réponse</w:t>
      </w:r>
      <w:r w:rsidR="004A4993">
        <w:t>.</w:t>
      </w:r>
    </w:p>
    <w:p w14:paraId="1260C92C" w14:textId="77777777" w:rsidR="004A4993" w:rsidRDefault="004A4993" w:rsidP="004A4993">
      <w:r>
        <w:t>— </w:t>
      </w:r>
      <w:r w:rsidR="008C5C61" w:rsidRPr="004C3E92">
        <w:t>Ce serait vraiment une chose remarquable</w:t>
      </w:r>
      <w:r>
        <w:t xml:space="preserve">, </w:t>
      </w:r>
      <w:r w:rsidR="008C5C61" w:rsidRPr="004C3E92">
        <w:t>reprit-il</w:t>
      </w:r>
      <w:r>
        <w:t xml:space="preserve">, </w:t>
      </w:r>
      <w:r w:rsidR="008C5C61" w:rsidRPr="004C3E92">
        <w:t>une chose amusante</w:t>
      </w:r>
      <w:r>
        <w:t xml:space="preserve">, </w:t>
      </w:r>
      <w:r w:rsidR="008C5C61" w:rsidRPr="004C3E92">
        <w:t>si Fanny avait un frère</w:t>
      </w:r>
      <w:r>
        <w:t xml:space="preserve">, </w:t>
      </w:r>
      <w:r w:rsidR="008C5C61" w:rsidRPr="004C3E92">
        <w:t>et moi</w:t>
      </w:r>
      <w:r>
        <w:t xml:space="preserve">, </w:t>
      </w:r>
      <w:r w:rsidR="008C5C61" w:rsidRPr="004C3E92">
        <w:t>une sœur</w:t>
      </w:r>
      <w:r>
        <w:t xml:space="preserve">, </w:t>
      </w:r>
      <w:r w:rsidR="008C5C61" w:rsidRPr="004C3E92">
        <w:t>ét</w:t>
      </w:r>
      <w:r w:rsidR="008C5C61" w:rsidRPr="004C3E92">
        <w:t>a</w:t>
      </w:r>
      <w:r w:rsidR="008C5C61" w:rsidRPr="004C3E92">
        <w:t>blis en même temps</w:t>
      </w:r>
      <w:r>
        <w:t xml:space="preserve">. </w:t>
      </w:r>
      <w:r w:rsidR="008C5C61" w:rsidRPr="004C3E92">
        <w:t>Et pourtant</w:t>
      </w:r>
      <w:r>
        <w:t xml:space="preserve">, </w:t>
      </w:r>
      <w:r w:rsidR="008C5C61" w:rsidRPr="004C3E92">
        <w:t>ce n</w:t>
      </w:r>
      <w:r>
        <w:t>’</w:t>
      </w:r>
      <w:r w:rsidR="008C5C61" w:rsidRPr="004C3E92">
        <w:t>est pas fort improbable</w:t>
      </w:r>
      <w:r>
        <w:t>.</w:t>
      </w:r>
    </w:p>
    <w:p w14:paraId="28188B5E" w14:textId="77777777" w:rsidR="004A4993" w:rsidRDefault="004A4993" w:rsidP="004A4993">
      <w:r>
        <w:t>— </w:t>
      </w:r>
      <w:r w:rsidR="008C5C61" w:rsidRPr="004C3E92">
        <w:t>Mr</w:t>
      </w:r>
      <w:r>
        <w:t xml:space="preserve">. </w:t>
      </w:r>
      <w:r w:rsidR="008C5C61" w:rsidRPr="004C3E92">
        <w:t xml:space="preserve">Edward </w:t>
      </w:r>
      <w:proofErr w:type="spellStart"/>
      <w:r w:rsidR="008C5C61" w:rsidRPr="004C3E92">
        <w:t>Ferrars</w:t>
      </w:r>
      <w:proofErr w:type="spellEnd"/>
      <w:r>
        <w:t xml:space="preserve">, </w:t>
      </w:r>
      <w:r w:rsidR="008C5C61" w:rsidRPr="004C3E92">
        <w:t xml:space="preserve">dit résolument </w:t>
      </w:r>
      <w:proofErr w:type="spellStart"/>
      <w:r w:rsidR="008C5C61" w:rsidRPr="004C3E92">
        <w:t>Elinor</w:t>
      </w:r>
      <w:proofErr w:type="spellEnd"/>
      <w:r>
        <w:t xml:space="preserve">, </w:t>
      </w:r>
      <w:r w:rsidR="008C5C61" w:rsidRPr="004C3E92">
        <w:t>va-t-il se m</w:t>
      </w:r>
      <w:r w:rsidR="008C5C61" w:rsidRPr="004C3E92">
        <w:t>a</w:t>
      </w:r>
      <w:r w:rsidR="008C5C61" w:rsidRPr="004C3E92">
        <w:t>rier</w:t>
      </w:r>
      <w:r>
        <w:t> ?</w:t>
      </w:r>
    </w:p>
    <w:p w14:paraId="40938604" w14:textId="77777777" w:rsidR="004A4993" w:rsidRDefault="004A4993" w:rsidP="004A4993">
      <w:r>
        <w:t>— </w:t>
      </w:r>
      <w:r w:rsidR="008C5C61" w:rsidRPr="004C3E92">
        <w:t>Ce n</w:t>
      </w:r>
      <w:r>
        <w:t>’</w:t>
      </w:r>
      <w:r w:rsidR="008C5C61" w:rsidRPr="004C3E92">
        <w:t>est pas positivement réglé</w:t>
      </w:r>
      <w:r>
        <w:t xml:space="preserve">, </w:t>
      </w:r>
      <w:r w:rsidR="008C5C61" w:rsidRPr="004C3E92">
        <w:t>mais on s</w:t>
      </w:r>
      <w:r>
        <w:t>’</w:t>
      </w:r>
      <w:r w:rsidR="008C5C61" w:rsidRPr="004C3E92">
        <w:t>agite autour de la chose</w:t>
      </w:r>
      <w:r>
        <w:t xml:space="preserve">. </w:t>
      </w:r>
      <w:r w:rsidR="008C5C61" w:rsidRPr="004C3E92">
        <w:t>Il a une fort excellente mère</w:t>
      </w:r>
      <w:r>
        <w:t xml:space="preserve">. </w:t>
      </w:r>
      <w:r w:rsidR="008C5C61" w:rsidRPr="004C3E92">
        <w:t>Mrs</w:t>
      </w:r>
      <w:r>
        <w:t xml:space="preserve">. </w:t>
      </w:r>
      <w:proofErr w:type="spellStart"/>
      <w:r w:rsidR="008C5C61" w:rsidRPr="004C3E92">
        <w:t>Ferrars</w:t>
      </w:r>
      <w:proofErr w:type="spellEnd"/>
      <w:r>
        <w:t xml:space="preserve">, </w:t>
      </w:r>
      <w:r w:rsidR="008C5C61" w:rsidRPr="004C3E92">
        <w:t>avec la plus grande libéralité</w:t>
      </w:r>
      <w:r>
        <w:t xml:space="preserve">, </w:t>
      </w:r>
      <w:r w:rsidR="008C5C61" w:rsidRPr="004C3E92">
        <w:t>se mettra au premier rang et lui assurera mille livres par an si le mariage se fait</w:t>
      </w:r>
      <w:r>
        <w:t xml:space="preserve">. </w:t>
      </w:r>
      <w:r w:rsidR="008C5C61" w:rsidRPr="004C3E92">
        <w:t xml:space="preserve">La personne est </w:t>
      </w:r>
      <w:r w:rsidR="008C5C61" w:rsidRPr="004C3E92">
        <w:lastRenderedPageBreak/>
        <w:t>l</w:t>
      </w:r>
      <w:r>
        <w:t>’« </w:t>
      </w:r>
      <w:r w:rsidR="008C5C61" w:rsidRPr="004C3E92">
        <w:t>Honorable</w:t>
      </w:r>
      <w:r>
        <w:t> »</w:t>
      </w:r>
      <w:r w:rsidR="008C5C61">
        <w:rPr>
          <w:rStyle w:val="Appelnotedebasdep"/>
        </w:rPr>
        <w:footnoteReference w:id="12"/>
      </w:r>
      <w:r w:rsidR="008C5C61" w:rsidRPr="004C3E92">
        <w:t xml:space="preserve"> miss Morton</w:t>
      </w:r>
      <w:r>
        <w:t xml:space="preserve">, </w:t>
      </w:r>
      <w:r w:rsidR="008C5C61" w:rsidRPr="004C3E92">
        <w:t>fille unique de feu lord Morton</w:t>
      </w:r>
      <w:r>
        <w:t xml:space="preserve">, </w:t>
      </w:r>
      <w:r w:rsidR="008C5C61" w:rsidRPr="004C3E92">
        <w:t>qui possède trente mille livres</w:t>
      </w:r>
      <w:r>
        <w:t xml:space="preserve"> ; </w:t>
      </w:r>
      <w:r w:rsidR="008C5C61" w:rsidRPr="004C3E92">
        <w:t>union qui présente des liens de famille fort désirables</w:t>
      </w:r>
      <w:r>
        <w:t xml:space="preserve">, </w:t>
      </w:r>
      <w:r w:rsidR="008C5C61" w:rsidRPr="004C3E92">
        <w:t>de part et d</w:t>
      </w:r>
      <w:r>
        <w:t>’</w:t>
      </w:r>
      <w:r w:rsidR="008C5C61" w:rsidRPr="004C3E92">
        <w:t>autre</w:t>
      </w:r>
      <w:r>
        <w:t xml:space="preserve">, </w:t>
      </w:r>
      <w:r w:rsidR="008C5C61" w:rsidRPr="004C3E92">
        <w:t>et dont je ne doute pas qu</w:t>
      </w:r>
      <w:r>
        <w:t>’</w:t>
      </w:r>
      <w:r w:rsidR="008C5C61" w:rsidRPr="004C3E92">
        <w:t>elle ne s</w:t>
      </w:r>
      <w:r>
        <w:t>’</w:t>
      </w:r>
      <w:r w:rsidR="008C5C61" w:rsidRPr="004C3E92">
        <w:t>effectue</w:t>
      </w:r>
      <w:r>
        <w:t xml:space="preserve">, </w:t>
      </w:r>
      <w:r w:rsidR="008C5C61" w:rsidRPr="004C3E92">
        <w:t>avec le temps</w:t>
      </w:r>
      <w:r>
        <w:t xml:space="preserve">. </w:t>
      </w:r>
      <w:r w:rsidR="008C5C61" w:rsidRPr="004C3E92">
        <w:t>Mille livres par an</w:t>
      </w:r>
      <w:r>
        <w:t xml:space="preserve">, </w:t>
      </w:r>
      <w:r w:rsidR="008C5C61" w:rsidRPr="004C3E92">
        <w:t>c</w:t>
      </w:r>
      <w:r>
        <w:t>’</w:t>
      </w:r>
      <w:r w:rsidR="008C5C61" w:rsidRPr="004C3E92">
        <w:t>est beaucoup pour une mère à donner</w:t>
      </w:r>
      <w:r>
        <w:t xml:space="preserve">, </w:t>
      </w:r>
      <w:r w:rsidR="008C5C61" w:rsidRPr="004C3E92">
        <w:t>à s</w:t>
      </w:r>
      <w:r>
        <w:t>’</w:t>
      </w:r>
      <w:r w:rsidR="008C5C61" w:rsidRPr="004C3E92">
        <w:t>aliéner pour toujours</w:t>
      </w:r>
      <w:r>
        <w:t xml:space="preserve"> ; </w:t>
      </w:r>
      <w:r w:rsidR="008C5C61" w:rsidRPr="004C3E92">
        <w:t>mais Mrs</w:t>
      </w:r>
      <w:r>
        <w:t xml:space="preserve">. </w:t>
      </w:r>
      <w:proofErr w:type="spellStart"/>
      <w:r w:rsidR="008C5C61" w:rsidRPr="004C3E92">
        <w:t>Ferrars</w:t>
      </w:r>
      <w:proofErr w:type="spellEnd"/>
      <w:r w:rsidR="008C5C61" w:rsidRPr="004C3E92">
        <w:t xml:space="preserve"> a l</w:t>
      </w:r>
      <w:r>
        <w:t>’</w:t>
      </w:r>
      <w:r w:rsidR="008C5C61" w:rsidRPr="004C3E92">
        <w:t>esprit plein de noblesse</w:t>
      </w:r>
      <w:r>
        <w:t xml:space="preserve">. </w:t>
      </w:r>
      <w:r w:rsidR="008C5C61" w:rsidRPr="004C3E92">
        <w:t>Pour te donner un autre exemple de sa libéralité</w:t>
      </w:r>
      <w:r>
        <w:t xml:space="preserve">, </w:t>
      </w:r>
      <w:r w:rsidR="008C5C61" w:rsidRPr="004C3E92">
        <w:t>l</w:t>
      </w:r>
      <w:r>
        <w:t>’</w:t>
      </w:r>
      <w:r w:rsidR="008C5C61" w:rsidRPr="004C3E92">
        <w:t>autre jour</w:t>
      </w:r>
      <w:r>
        <w:t xml:space="preserve">, </w:t>
      </w:r>
      <w:r w:rsidR="008C5C61" w:rsidRPr="004C3E92">
        <w:t>dès que nous so</w:t>
      </w:r>
      <w:r w:rsidR="008C5C61" w:rsidRPr="004C3E92">
        <w:t>m</w:t>
      </w:r>
      <w:r w:rsidR="008C5C61" w:rsidRPr="004C3E92">
        <w:t>mes arrivés à Londres</w:t>
      </w:r>
      <w:r>
        <w:t xml:space="preserve">, </w:t>
      </w:r>
      <w:r w:rsidR="008C5C61" w:rsidRPr="004C3E92">
        <w:t>sachant que l</w:t>
      </w:r>
      <w:r>
        <w:t>’</w:t>
      </w:r>
      <w:r w:rsidR="008C5C61" w:rsidRPr="004C3E92">
        <w:t>argent ne pouvait pas être très abondant chez nous à ce moment précis</w:t>
      </w:r>
      <w:r>
        <w:t xml:space="preserve">, </w:t>
      </w:r>
      <w:r w:rsidR="008C5C61" w:rsidRPr="004C3E92">
        <w:t>elle a mis entre les mains de Fanny des billets de banque d</w:t>
      </w:r>
      <w:r>
        <w:t>’</w:t>
      </w:r>
      <w:r w:rsidR="008C5C61" w:rsidRPr="004C3E92">
        <w:t>un montant de deux cents livres</w:t>
      </w:r>
      <w:r>
        <w:t xml:space="preserve">. </w:t>
      </w:r>
      <w:r w:rsidR="008C5C61" w:rsidRPr="004C3E92">
        <w:t>Et c</w:t>
      </w:r>
      <w:r>
        <w:t>’</w:t>
      </w:r>
      <w:r w:rsidR="008C5C61" w:rsidRPr="004C3E92">
        <w:t>est là une somme extrêmement acceptable</w:t>
      </w:r>
      <w:r>
        <w:t xml:space="preserve">, </w:t>
      </w:r>
      <w:r w:rsidR="008C5C61" w:rsidRPr="004C3E92">
        <w:t>car nous sommes contraints de vivre d</w:t>
      </w:r>
      <w:r>
        <w:t>’</w:t>
      </w:r>
      <w:r w:rsidR="008C5C61" w:rsidRPr="004C3E92">
        <w:t>une façon fort coûteuse pe</w:t>
      </w:r>
      <w:r w:rsidR="008C5C61" w:rsidRPr="004C3E92">
        <w:t>n</w:t>
      </w:r>
      <w:r w:rsidR="008C5C61" w:rsidRPr="004C3E92">
        <w:t>dant notre séjour ici</w:t>
      </w:r>
      <w:r>
        <w:t>.</w:t>
      </w:r>
    </w:p>
    <w:p w14:paraId="05958E82" w14:textId="77777777" w:rsidR="004A4993" w:rsidRDefault="008C5C61" w:rsidP="004A4993">
      <w:r w:rsidRPr="004C3E92">
        <w:t>Il s</w:t>
      </w:r>
      <w:r w:rsidR="004A4993">
        <w:t>’</w:t>
      </w:r>
      <w:r w:rsidRPr="004C3E92">
        <w:t>arrêta pour recueillir son assentiment et sa compa</w:t>
      </w:r>
      <w:r w:rsidRPr="004C3E92">
        <w:t>s</w:t>
      </w:r>
      <w:r w:rsidRPr="004C3E92">
        <w:t>sion</w:t>
      </w:r>
      <w:r w:rsidR="004A4993">
        <w:t xml:space="preserve"> ; </w:t>
      </w:r>
      <w:r w:rsidRPr="004C3E92">
        <w:t>et elle se força à dire</w:t>
      </w:r>
      <w:r w:rsidR="004A4993">
        <w:t> :</w:t>
      </w:r>
    </w:p>
    <w:p w14:paraId="7BBDF5BF" w14:textId="77777777" w:rsidR="004A4993" w:rsidRDefault="004A4993" w:rsidP="004A4993">
      <w:r>
        <w:t>— </w:t>
      </w:r>
      <w:r w:rsidR="008C5C61" w:rsidRPr="004C3E92">
        <w:t>Vos dépenses</w:t>
      </w:r>
      <w:r>
        <w:t xml:space="preserve">, </w:t>
      </w:r>
      <w:r w:rsidR="008C5C61" w:rsidRPr="004C3E92">
        <w:t>aussi bien en ville qu</w:t>
      </w:r>
      <w:r>
        <w:t>’</w:t>
      </w:r>
      <w:r w:rsidR="008C5C61" w:rsidRPr="004C3E92">
        <w:t>à la campagne do</w:t>
      </w:r>
      <w:r w:rsidR="008C5C61" w:rsidRPr="004C3E92">
        <w:t>i</w:t>
      </w:r>
      <w:r w:rsidR="008C5C61" w:rsidRPr="004C3E92">
        <w:t>vent certainement être considérables</w:t>
      </w:r>
      <w:r>
        <w:t xml:space="preserve">, </w:t>
      </w:r>
      <w:r w:rsidR="008C5C61" w:rsidRPr="004C3E92">
        <w:t>mais tu as un gros revenu</w:t>
      </w:r>
      <w:r>
        <w:t>.</w:t>
      </w:r>
    </w:p>
    <w:p w14:paraId="595841CA" w14:textId="77777777" w:rsidR="004A4993" w:rsidRDefault="004A4993" w:rsidP="004A4993">
      <w:r>
        <w:t>— </w:t>
      </w:r>
      <w:r w:rsidR="008C5C61" w:rsidRPr="004C3E92">
        <w:t>Pas si gros</w:t>
      </w:r>
      <w:r>
        <w:t xml:space="preserve">, </w:t>
      </w:r>
      <w:r w:rsidR="008C5C61" w:rsidRPr="004C3E92">
        <w:t>je le suppose</w:t>
      </w:r>
      <w:r>
        <w:t xml:space="preserve">, </w:t>
      </w:r>
      <w:r w:rsidR="008C5C61" w:rsidRPr="004C3E92">
        <w:t>que se l</w:t>
      </w:r>
      <w:r>
        <w:t>’</w:t>
      </w:r>
      <w:r w:rsidR="008C5C61" w:rsidRPr="004C3E92">
        <w:t>imaginent bien des gens</w:t>
      </w:r>
      <w:r>
        <w:t xml:space="preserve">. </w:t>
      </w:r>
      <w:r w:rsidR="008C5C61" w:rsidRPr="004C3E92">
        <w:t>Je n</w:t>
      </w:r>
      <w:r>
        <w:t>’</w:t>
      </w:r>
      <w:r w:rsidR="008C5C61" w:rsidRPr="004C3E92">
        <w:t>ai pas l</w:t>
      </w:r>
      <w:r>
        <w:t>’</w:t>
      </w:r>
      <w:r w:rsidR="008C5C61" w:rsidRPr="004C3E92">
        <w:t>intention de me plaindre</w:t>
      </w:r>
      <w:r>
        <w:t xml:space="preserve">, </w:t>
      </w:r>
      <w:r w:rsidR="008C5C61" w:rsidRPr="004C3E92">
        <w:t>cependant</w:t>
      </w:r>
      <w:r>
        <w:t xml:space="preserve"> ; </w:t>
      </w:r>
      <w:r w:rsidR="008C5C61" w:rsidRPr="004C3E92">
        <w:t>c</w:t>
      </w:r>
      <w:r>
        <w:t>’</w:t>
      </w:r>
      <w:r w:rsidR="008C5C61" w:rsidRPr="004C3E92">
        <w:t>est i</w:t>
      </w:r>
      <w:r w:rsidR="008C5C61" w:rsidRPr="004C3E92">
        <w:t>n</w:t>
      </w:r>
      <w:r w:rsidR="008C5C61" w:rsidRPr="004C3E92">
        <w:t>contestablement un revenu confortable</w:t>
      </w:r>
      <w:r>
        <w:t xml:space="preserve">, </w:t>
      </w:r>
      <w:r w:rsidR="008C5C61" w:rsidRPr="004C3E92">
        <w:t>et j</w:t>
      </w:r>
      <w:r>
        <w:t>’</w:t>
      </w:r>
      <w:r w:rsidR="008C5C61" w:rsidRPr="004C3E92">
        <w:t>espère qu</w:t>
      </w:r>
      <w:r>
        <w:t>’</w:t>
      </w:r>
      <w:r w:rsidR="008C5C61" w:rsidRPr="004C3E92">
        <w:t>il s</w:t>
      </w:r>
      <w:r>
        <w:t>’</w:t>
      </w:r>
      <w:r w:rsidR="008C5C61" w:rsidRPr="004C3E92">
        <w:t>améliorera avec le temps</w:t>
      </w:r>
      <w:r>
        <w:t xml:space="preserve">. </w:t>
      </w:r>
      <w:r w:rsidR="008C5C61" w:rsidRPr="004C3E92">
        <w:t xml:space="preserve">Le </w:t>
      </w:r>
      <w:proofErr w:type="spellStart"/>
      <w:r w:rsidR="008C5C61" w:rsidRPr="004C3E92">
        <w:t>clôturage</w:t>
      </w:r>
      <w:proofErr w:type="spellEnd"/>
      <w:r w:rsidR="008C5C61" w:rsidRPr="004C3E92">
        <w:t xml:space="preserve"> du pré de </w:t>
      </w:r>
      <w:proofErr w:type="spellStart"/>
      <w:r w:rsidR="008C5C61" w:rsidRPr="004C3E92">
        <w:t>Norland</w:t>
      </w:r>
      <w:proofErr w:type="spellEnd"/>
      <w:r>
        <w:t xml:space="preserve">, </w:t>
      </w:r>
      <w:proofErr w:type="gramStart"/>
      <w:r w:rsidR="008C5C61" w:rsidRPr="004C3E92">
        <w:t>a</w:t>
      </w:r>
      <w:r w:rsidR="008C5C61" w:rsidRPr="004C3E92">
        <w:t>c</w:t>
      </w:r>
      <w:r w:rsidR="008C5C61" w:rsidRPr="004C3E92">
        <w:t>tuellement en cours</w:t>
      </w:r>
      <w:proofErr w:type="gramEnd"/>
      <w:r>
        <w:t xml:space="preserve">, </w:t>
      </w:r>
      <w:r w:rsidR="008C5C61" w:rsidRPr="004C3E92">
        <w:t>est une saignée fort sérieuse</w:t>
      </w:r>
      <w:r>
        <w:t xml:space="preserve">. </w:t>
      </w:r>
      <w:r w:rsidR="008C5C61" w:rsidRPr="004C3E92">
        <w:t>Et puis</w:t>
      </w:r>
      <w:r>
        <w:t xml:space="preserve">, </w:t>
      </w:r>
      <w:r w:rsidR="008C5C61" w:rsidRPr="004C3E92">
        <w:t>j</w:t>
      </w:r>
      <w:r>
        <w:t>’</w:t>
      </w:r>
      <w:r w:rsidR="008C5C61" w:rsidRPr="004C3E92">
        <w:t>ai fait un petit achat au cours de ce dernier semestre</w:t>
      </w:r>
      <w:r>
        <w:t xml:space="preserve"> : </w:t>
      </w:r>
      <w:r w:rsidR="008C5C61" w:rsidRPr="004C3E92">
        <w:t>la ferme d</w:t>
      </w:r>
      <w:r>
        <w:t>’</w:t>
      </w:r>
      <w:r w:rsidR="008C5C61" w:rsidRPr="004C3E92">
        <w:t xml:space="preserve">East </w:t>
      </w:r>
      <w:proofErr w:type="spellStart"/>
      <w:r w:rsidR="008C5C61" w:rsidRPr="004C3E92">
        <w:t>Kingham</w:t>
      </w:r>
      <w:proofErr w:type="spellEnd"/>
      <w:r>
        <w:t xml:space="preserve">, – </w:t>
      </w:r>
      <w:r w:rsidR="008C5C61" w:rsidRPr="004C3E92">
        <w:t>tu dois te souvenir de l</w:t>
      </w:r>
      <w:r>
        <w:t>’</w:t>
      </w:r>
      <w:r w:rsidR="008C5C61" w:rsidRPr="004C3E92">
        <w:t>endroit</w:t>
      </w:r>
      <w:r>
        <w:t xml:space="preserve">, – </w:t>
      </w:r>
      <w:r w:rsidR="008C5C61" w:rsidRPr="004C3E92">
        <w:lastRenderedPageBreak/>
        <w:t>c</w:t>
      </w:r>
      <w:r>
        <w:t>’</w:t>
      </w:r>
      <w:r w:rsidR="008C5C61" w:rsidRPr="004C3E92">
        <w:t>est là qu</w:t>
      </w:r>
      <w:r>
        <w:t>’</w:t>
      </w:r>
      <w:r w:rsidR="008C5C61" w:rsidRPr="004C3E92">
        <w:t>habitait le vieux Gibson</w:t>
      </w:r>
      <w:r>
        <w:t xml:space="preserve">. </w:t>
      </w:r>
      <w:r w:rsidR="008C5C61" w:rsidRPr="004C3E92">
        <w:t>Le terrain était tellement désirable pour moi</w:t>
      </w:r>
      <w:r>
        <w:t xml:space="preserve">, </w:t>
      </w:r>
      <w:r w:rsidR="008C5C61" w:rsidRPr="004C3E92">
        <w:t>à tous points de vue</w:t>
      </w:r>
      <w:r>
        <w:t xml:space="preserve">, </w:t>
      </w:r>
      <w:r w:rsidR="008C5C61" w:rsidRPr="004C3E92">
        <w:t>immédiatement contigu à mon propre domaine</w:t>
      </w:r>
      <w:r>
        <w:t xml:space="preserve">, </w:t>
      </w:r>
      <w:r w:rsidR="008C5C61" w:rsidRPr="004C3E92">
        <w:t>que j</w:t>
      </w:r>
      <w:r>
        <w:t>’</w:t>
      </w:r>
      <w:r w:rsidR="008C5C61" w:rsidRPr="004C3E92">
        <w:t>ai jugé qu</w:t>
      </w:r>
      <w:r>
        <w:t>’</w:t>
      </w:r>
      <w:r w:rsidR="008C5C61" w:rsidRPr="004C3E92">
        <w:t>il était de mon devoir de l</w:t>
      </w:r>
      <w:r>
        <w:t>’</w:t>
      </w:r>
      <w:r w:rsidR="008C5C61" w:rsidRPr="004C3E92">
        <w:t>acheter</w:t>
      </w:r>
      <w:r>
        <w:t xml:space="preserve">. </w:t>
      </w:r>
      <w:r w:rsidR="008C5C61" w:rsidRPr="004C3E92">
        <w:t>Je n</w:t>
      </w:r>
      <w:r>
        <w:t>’</w:t>
      </w:r>
      <w:r w:rsidR="008C5C61" w:rsidRPr="004C3E92">
        <w:t>aurais pas pu accepter la responsabilité</w:t>
      </w:r>
      <w:r>
        <w:t xml:space="preserve">, </w:t>
      </w:r>
      <w:r w:rsidR="008C5C61" w:rsidRPr="004C3E92">
        <w:t>devant ma conscience</w:t>
      </w:r>
      <w:r>
        <w:t xml:space="preserve">, </w:t>
      </w:r>
      <w:r w:rsidR="008C5C61" w:rsidRPr="004C3E92">
        <w:t>de le laisser tomber en d</w:t>
      </w:r>
      <w:r>
        <w:t>’</w:t>
      </w:r>
      <w:r w:rsidR="008C5C61" w:rsidRPr="004C3E92">
        <w:t>autres mains</w:t>
      </w:r>
      <w:r>
        <w:t xml:space="preserve">. </w:t>
      </w:r>
      <w:r w:rsidR="008C5C61" w:rsidRPr="004C3E92">
        <w:t>Il faut payer pour ce qui vous convient</w:t>
      </w:r>
      <w:r>
        <w:t xml:space="preserve">, </w:t>
      </w:r>
      <w:r w:rsidR="008C5C61" w:rsidRPr="004C3E92">
        <w:t>et cela m</w:t>
      </w:r>
      <w:r>
        <w:t>’</w:t>
      </w:r>
      <w:r w:rsidR="008C5C61" w:rsidRPr="004C3E92">
        <w:t>a effectivement coûté beaucoup d</w:t>
      </w:r>
      <w:r>
        <w:t>’</w:t>
      </w:r>
      <w:r w:rsidR="008C5C61" w:rsidRPr="004C3E92">
        <w:t>argent</w:t>
      </w:r>
      <w:r>
        <w:t>.</w:t>
      </w:r>
    </w:p>
    <w:p w14:paraId="2ECF7ACD" w14:textId="77777777" w:rsidR="004A4993" w:rsidRDefault="004A4993" w:rsidP="004A4993">
      <w:r>
        <w:t>— </w:t>
      </w:r>
      <w:r w:rsidR="008C5C61" w:rsidRPr="004C3E92">
        <w:t>Plus que ce que tu estimes être la valeur réelle et intri</w:t>
      </w:r>
      <w:r w:rsidR="008C5C61" w:rsidRPr="004C3E92">
        <w:t>n</w:t>
      </w:r>
      <w:r w:rsidR="008C5C61" w:rsidRPr="004C3E92">
        <w:t>sèque</w:t>
      </w:r>
      <w:r>
        <w:t> ?</w:t>
      </w:r>
    </w:p>
    <w:p w14:paraId="63E55601" w14:textId="77777777" w:rsidR="004A4993" w:rsidRDefault="004A4993" w:rsidP="004A4993">
      <w:r>
        <w:t>— </w:t>
      </w:r>
      <w:r w:rsidR="008C5C61" w:rsidRPr="004C3E92">
        <w:t>Mon Dieu</w:t>
      </w:r>
      <w:r>
        <w:t xml:space="preserve">, </w:t>
      </w:r>
      <w:r w:rsidR="008C5C61" w:rsidRPr="004C3E92">
        <w:t>j</w:t>
      </w:r>
      <w:r>
        <w:t>’</w:t>
      </w:r>
      <w:r w:rsidR="008C5C61" w:rsidRPr="004C3E92">
        <w:t>espère que non</w:t>
      </w:r>
      <w:r>
        <w:t xml:space="preserve">. </w:t>
      </w:r>
      <w:r w:rsidR="008C5C61" w:rsidRPr="004C3E92">
        <w:t>J</w:t>
      </w:r>
      <w:r>
        <w:t>’</w:t>
      </w:r>
      <w:r w:rsidR="008C5C61" w:rsidRPr="004C3E92">
        <w:t>aurais pu revendre le le</w:t>
      </w:r>
      <w:r w:rsidR="008C5C61" w:rsidRPr="004C3E92">
        <w:t>n</w:t>
      </w:r>
      <w:r w:rsidR="008C5C61" w:rsidRPr="004C3E92">
        <w:t>demain</w:t>
      </w:r>
      <w:r>
        <w:t xml:space="preserve">, </w:t>
      </w:r>
      <w:r w:rsidR="008C5C61" w:rsidRPr="004C3E92">
        <w:t>à un prix supérieur à celui que j</w:t>
      </w:r>
      <w:r>
        <w:t>’</w:t>
      </w:r>
      <w:r w:rsidR="008C5C61" w:rsidRPr="004C3E92">
        <w:t>avais payé</w:t>
      </w:r>
      <w:r>
        <w:t xml:space="preserve"> ; </w:t>
      </w:r>
      <w:r w:rsidR="008C5C61" w:rsidRPr="004C3E92">
        <w:t>mais en ce qui concerne l</w:t>
      </w:r>
      <w:r>
        <w:t>’</w:t>
      </w:r>
      <w:r w:rsidR="008C5C61" w:rsidRPr="004C3E92">
        <w:t>argent du paiement</w:t>
      </w:r>
      <w:r>
        <w:t xml:space="preserve">, </w:t>
      </w:r>
      <w:r w:rsidR="008C5C61" w:rsidRPr="004C3E92">
        <w:t>j</w:t>
      </w:r>
      <w:r>
        <w:t>’</w:t>
      </w:r>
      <w:r w:rsidR="008C5C61" w:rsidRPr="004C3E92">
        <w:t>aurais vraiment pu jouer de malheur</w:t>
      </w:r>
      <w:r>
        <w:t xml:space="preserve"> : </w:t>
      </w:r>
      <w:r w:rsidR="008C5C61" w:rsidRPr="004C3E92">
        <w:t>car la rente était à ce moment tellement bas</w:t>
      </w:r>
      <w:r>
        <w:t xml:space="preserve">, </w:t>
      </w:r>
      <w:r w:rsidR="008C5C61" w:rsidRPr="004C3E92">
        <w:t>que si je ne m</w:t>
      </w:r>
      <w:r>
        <w:t>’</w:t>
      </w:r>
      <w:r w:rsidR="008C5C61" w:rsidRPr="004C3E92">
        <w:t>étais pas trouvé avoir la somme nécessaire entre les mains de mon banquier</w:t>
      </w:r>
      <w:r>
        <w:t xml:space="preserve">, </w:t>
      </w:r>
      <w:r w:rsidR="008C5C61" w:rsidRPr="004C3E92">
        <w:t>j</w:t>
      </w:r>
      <w:r>
        <w:t>’</w:t>
      </w:r>
      <w:r w:rsidR="008C5C61" w:rsidRPr="004C3E92">
        <w:t>aurais été obligé de vendre des titres avec une forte perte</w:t>
      </w:r>
      <w:r>
        <w:t>.</w:t>
      </w:r>
    </w:p>
    <w:p w14:paraId="465382F3" w14:textId="77777777" w:rsidR="004A4993" w:rsidRDefault="008C5C61" w:rsidP="004A4993">
      <w:proofErr w:type="spellStart"/>
      <w:r w:rsidRPr="004C3E92">
        <w:t>Elinor</w:t>
      </w:r>
      <w:proofErr w:type="spellEnd"/>
      <w:r w:rsidRPr="004C3E92">
        <w:t xml:space="preserve"> ne put que sourire</w:t>
      </w:r>
      <w:r w:rsidR="004A4993">
        <w:t>.</w:t>
      </w:r>
    </w:p>
    <w:p w14:paraId="2A6601E1" w14:textId="77777777" w:rsidR="004A4993" w:rsidRDefault="004A4993" w:rsidP="004A4993">
      <w:r>
        <w:t>— </w:t>
      </w:r>
      <w:r w:rsidR="008C5C61" w:rsidRPr="004C3E92">
        <w:t>Nous avons également eu d</w:t>
      </w:r>
      <w:r>
        <w:t>’</w:t>
      </w:r>
      <w:r w:rsidR="008C5C61" w:rsidRPr="004C3E92">
        <w:t>autres grosses dépenses in</w:t>
      </w:r>
      <w:r w:rsidR="008C5C61" w:rsidRPr="004C3E92">
        <w:t>é</w:t>
      </w:r>
      <w:r w:rsidR="008C5C61" w:rsidRPr="004C3E92">
        <w:t>vitables</w:t>
      </w:r>
      <w:r>
        <w:t xml:space="preserve">, </w:t>
      </w:r>
      <w:r w:rsidR="008C5C61" w:rsidRPr="004C3E92">
        <w:t xml:space="preserve">lors de notre arrivée à </w:t>
      </w:r>
      <w:proofErr w:type="spellStart"/>
      <w:r w:rsidR="008C5C61" w:rsidRPr="004C3E92">
        <w:t>Norland</w:t>
      </w:r>
      <w:proofErr w:type="spellEnd"/>
      <w:r>
        <w:t xml:space="preserve">. </w:t>
      </w:r>
      <w:r w:rsidR="008C5C61" w:rsidRPr="004C3E92">
        <w:t>Notre père respecté</w:t>
      </w:r>
      <w:r>
        <w:t xml:space="preserve">, </w:t>
      </w:r>
      <w:r w:rsidR="008C5C61" w:rsidRPr="004C3E92">
        <w:t>comme tu le sais bien</w:t>
      </w:r>
      <w:r>
        <w:t xml:space="preserve">, </w:t>
      </w:r>
      <w:r w:rsidR="008C5C61" w:rsidRPr="004C3E92">
        <w:t xml:space="preserve">a légué tous les biens meubles de </w:t>
      </w:r>
      <w:proofErr w:type="spellStart"/>
      <w:r w:rsidR="008C5C61" w:rsidRPr="004C3E92">
        <w:t>Stanhill</w:t>
      </w:r>
      <w:proofErr w:type="spellEnd"/>
      <w:r w:rsidR="008C5C61" w:rsidRPr="004C3E92">
        <w:t xml:space="preserve"> qui restaient à </w:t>
      </w:r>
      <w:proofErr w:type="spellStart"/>
      <w:r w:rsidR="008C5C61" w:rsidRPr="004C3E92">
        <w:t>Norland</w:t>
      </w:r>
      <w:proofErr w:type="spellEnd"/>
      <w:r>
        <w:t xml:space="preserve"> (</w:t>
      </w:r>
      <w:r w:rsidR="008C5C61" w:rsidRPr="004C3E92">
        <w:t>et ils avaient une grosse valeur</w:t>
      </w:r>
      <w:r>
        <w:t xml:space="preserve">) </w:t>
      </w:r>
      <w:r w:rsidR="008C5C61" w:rsidRPr="004C3E92">
        <w:t>à ta mère</w:t>
      </w:r>
      <w:r>
        <w:t xml:space="preserve">. </w:t>
      </w:r>
      <w:r w:rsidR="008C5C61" w:rsidRPr="004C3E92">
        <w:t>Loin de moi l</w:t>
      </w:r>
      <w:r>
        <w:t>’</w:t>
      </w:r>
      <w:r w:rsidR="008C5C61" w:rsidRPr="004C3E92">
        <w:t>idée de me lamenter sur ce qu</w:t>
      </w:r>
      <w:r>
        <w:t>’</w:t>
      </w:r>
      <w:r w:rsidR="008C5C61" w:rsidRPr="004C3E92">
        <w:t>il ait agi ai</w:t>
      </w:r>
      <w:r w:rsidR="008C5C61" w:rsidRPr="004C3E92">
        <w:t>n</w:t>
      </w:r>
      <w:r w:rsidR="008C5C61" w:rsidRPr="004C3E92">
        <w:t>si</w:t>
      </w:r>
      <w:r>
        <w:t xml:space="preserve"> ; </w:t>
      </w:r>
      <w:r w:rsidR="008C5C61" w:rsidRPr="004C3E92">
        <w:t>car il avait incontestablement le droit de disposer à son gré de son propre bien</w:t>
      </w:r>
      <w:r>
        <w:t xml:space="preserve">. </w:t>
      </w:r>
      <w:r w:rsidR="008C5C61" w:rsidRPr="004C3E92">
        <w:t>Mais</w:t>
      </w:r>
      <w:r>
        <w:t xml:space="preserve">, </w:t>
      </w:r>
      <w:r w:rsidR="008C5C61" w:rsidRPr="004C3E92">
        <w:t>par voie de conséquence</w:t>
      </w:r>
      <w:r>
        <w:t xml:space="preserve">, </w:t>
      </w:r>
      <w:r w:rsidR="008C5C61" w:rsidRPr="004C3E92">
        <w:t>nous avons été obligés de faire de gros achats de linge</w:t>
      </w:r>
      <w:r>
        <w:t xml:space="preserve">, </w:t>
      </w:r>
      <w:r w:rsidR="008C5C61" w:rsidRPr="004C3E92">
        <w:t>de porcelaine</w:t>
      </w:r>
      <w:r>
        <w:t xml:space="preserve">, </w:t>
      </w:r>
      <w:r w:rsidR="008C5C61" w:rsidRPr="004C3E92">
        <w:t>etc</w:t>
      </w:r>
      <w:r>
        <w:t xml:space="preserve">., </w:t>
      </w:r>
      <w:r w:rsidR="008C5C61" w:rsidRPr="004C3E92">
        <w:t>pour remplacer ce qui était enlevé</w:t>
      </w:r>
      <w:r>
        <w:t xml:space="preserve">. </w:t>
      </w:r>
      <w:r w:rsidR="008C5C61" w:rsidRPr="004C3E92">
        <w:t>Je te laisse à deviner</w:t>
      </w:r>
      <w:r>
        <w:t xml:space="preserve">, </w:t>
      </w:r>
      <w:r w:rsidR="008C5C61" w:rsidRPr="004C3E92">
        <w:t>après toutes ces dépenses</w:t>
      </w:r>
      <w:r>
        <w:t xml:space="preserve">, </w:t>
      </w:r>
      <w:r w:rsidR="008C5C61" w:rsidRPr="004C3E92">
        <w:t>comme nous devons être bien loin d</w:t>
      </w:r>
      <w:r>
        <w:t>’</w:t>
      </w:r>
      <w:r w:rsidR="008C5C61" w:rsidRPr="004C3E92">
        <w:t>être riches</w:t>
      </w:r>
      <w:r>
        <w:t xml:space="preserve">, </w:t>
      </w:r>
      <w:r w:rsidR="008C5C61" w:rsidRPr="004C3E92">
        <w:t>et à quel point la bonté de Mrs</w:t>
      </w:r>
      <w:r>
        <w:t xml:space="preserve">. </w:t>
      </w:r>
      <w:proofErr w:type="spellStart"/>
      <w:r w:rsidR="008C5C61" w:rsidRPr="004C3E92">
        <w:t>Ferrars</w:t>
      </w:r>
      <w:proofErr w:type="spellEnd"/>
      <w:r w:rsidR="008C5C61" w:rsidRPr="004C3E92">
        <w:t xml:space="preserve"> est acceptable</w:t>
      </w:r>
      <w:r>
        <w:t>.</w:t>
      </w:r>
    </w:p>
    <w:p w14:paraId="3B4242A1" w14:textId="77777777" w:rsidR="004A4993" w:rsidRDefault="004A4993" w:rsidP="004A4993">
      <w:r>
        <w:lastRenderedPageBreak/>
        <w:t>— </w:t>
      </w:r>
      <w:r w:rsidR="008C5C61" w:rsidRPr="004C3E92">
        <w:t>Certainement</w:t>
      </w:r>
      <w:r>
        <w:t xml:space="preserve">, </w:t>
      </w:r>
      <w:r w:rsidR="008C5C61" w:rsidRPr="004C3E92">
        <w:t xml:space="preserve">dit </w:t>
      </w:r>
      <w:proofErr w:type="spellStart"/>
      <w:r w:rsidR="008C5C61" w:rsidRPr="004C3E92">
        <w:t>Elinor</w:t>
      </w:r>
      <w:proofErr w:type="spellEnd"/>
      <w:r>
        <w:t xml:space="preserve">, </w:t>
      </w:r>
      <w:r w:rsidR="008C5C61" w:rsidRPr="004C3E92">
        <w:t>et</w:t>
      </w:r>
      <w:r>
        <w:t xml:space="preserve">, </w:t>
      </w:r>
      <w:r w:rsidR="008C5C61" w:rsidRPr="004C3E92">
        <w:t>aidés par sa libéralité</w:t>
      </w:r>
      <w:r>
        <w:t xml:space="preserve">, </w:t>
      </w:r>
      <w:r w:rsidR="008C5C61" w:rsidRPr="004C3E92">
        <w:t>vous pourrez encore</w:t>
      </w:r>
      <w:r>
        <w:t xml:space="preserve">, </w:t>
      </w:r>
      <w:r w:rsidR="008C5C61" w:rsidRPr="004C3E92">
        <w:t>je l</w:t>
      </w:r>
      <w:r>
        <w:t>’</w:t>
      </w:r>
      <w:r w:rsidR="008C5C61" w:rsidRPr="004C3E92">
        <w:t>espère</w:t>
      </w:r>
      <w:r>
        <w:t xml:space="preserve">, </w:t>
      </w:r>
      <w:r w:rsidR="008C5C61" w:rsidRPr="004C3E92">
        <w:t>vivre assez longtemps pour être fort à l</w:t>
      </w:r>
      <w:r>
        <w:t>’</w:t>
      </w:r>
      <w:r w:rsidR="008C5C61" w:rsidRPr="004C3E92">
        <w:t>aise</w:t>
      </w:r>
      <w:r>
        <w:t>.</w:t>
      </w:r>
    </w:p>
    <w:p w14:paraId="24138FD0" w14:textId="77777777" w:rsidR="004A4993" w:rsidRDefault="004A4993" w:rsidP="004A4993">
      <w:r>
        <w:t>— </w:t>
      </w:r>
      <w:r w:rsidR="008C5C61" w:rsidRPr="004C3E92">
        <w:t>Encore un ou deux ans</w:t>
      </w:r>
      <w:r>
        <w:t xml:space="preserve"> ; </w:t>
      </w:r>
      <w:r w:rsidR="008C5C61" w:rsidRPr="004C3E92">
        <w:t>cela pourra y contribuer fort</w:t>
      </w:r>
      <w:r w:rsidR="008C5C61" w:rsidRPr="004C3E92">
        <w:t>e</w:t>
      </w:r>
      <w:r w:rsidR="008C5C61" w:rsidRPr="004C3E92">
        <w:t>ment</w:t>
      </w:r>
      <w:r>
        <w:t xml:space="preserve">, </w:t>
      </w:r>
      <w:r w:rsidR="008C5C61" w:rsidRPr="004C3E92">
        <w:t>répondit-il gravement</w:t>
      </w:r>
      <w:r>
        <w:t xml:space="preserve"> ; </w:t>
      </w:r>
      <w:r w:rsidR="008C5C61" w:rsidRPr="004C3E92">
        <w:t>pourtant</w:t>
      </w:r>
      <w:r>
        <w:t xml:space="preserve">, </w:t>
      </w:r>
      <w:r w:rsidR="008C5C61" w:rsidRPr="004C3E92">
        <w:t>il reste encore bien des choses à faire</w:t>
      </w:r>
      <w:r>
        <w:t xml:space="preserve">. </w:t>
      </w:r>
      <w:r w:rsidR="008C5C61" w:rsidRPr="004C3E92">
        <w:t>Pas une pierre n</w:t>
      </w:r>
      <w:r>
        <w:t>’</w:t>
      </w:r>
      <w:r w:rsidR="008C5C61" w:rsidRPr="004C3E92">
        <w:t>a été posée</w:t>
      </w:r>
      <w:r>
        <w:t xml:space="preserve">, </w:t>
      </w:r>
      <w:r w:rsidR="008C5C61" w:rsidRPr="004C3E92">
        <w:t>de la serre de Fanny</w:t>
      </w:r>
      <w:r>
        <w:t xml:space="preserve">, </w:t>
      </w:r>
      <w:r w:rsidR="008C5C61" w:rsidRPr="004C3E92">
        <w:t>et le jardin aux fleurs n</w:t>
      </w:r>
      <w:r>
        <w:t>’</w:t>
      </w:r>
      <w:r w:rsidR="008C5C61" w:rsidRPr="004C3E92">
        <w:t>en est qu</w:t>
      </w:r>
      <w:r>
        <w:t>’</w:t>
      </w:r>
      <w:r w:rsidR="008C5C61" w:rsidRPr="004C3E92">
        <w:t>à l</w:t>
      </w:r>
      <w:r>
        <w:t>’</w:t>
      </w:r>
      <w:r w:rsidR="008C5C61" w:rsidRPr="004C3E92">
        <w:t>état de plan</w:t>
      </w:r>
      <w:r>
        <w:t>.</w:t>
      </w:r>
    </w:p>
    <w:p w14:paraId="72069B4D" w14:textId="77777777" w:rsidR="004A4993" w:rsidRDefault="004A4993" w:rsidP="004A4993">
      <w:r>
        <w:t>— </w:t>
      </w:r>
      <w:r w:rsidR="008C5C61" w:rsidRPr="004C3E92">
        <w:t>Où doit-elle être</w:t>
      </w:r>
      <w:r>
        <w:t xml:space="preserve">, </w:t>
      </w:r>
      <w:r w:rsidR="008C5C61" w:rsidRPr="004C3E92">
        <w:t>la serre</w:t>
      </w:r>
      <w:r>
        <w:t> ?</w:t>
      </w:r>
    </w:p>
    <w:p w14:paraId="240725DF" w14:textId="77777777" w:rsidR="004A4993" w:rsidRDefault="004A4993" w:rsidP="004A4993">
      <w:r>
        <w:t>— </w:t>
      </w:r>
      <w:r w:rsidR="008C5C61" w:rsidRPr="004C3E92">
        <w:t>Sur le tertre derrière la maison</w:t>
      </w:r>
      <w:r>
        <w:t xml:space="preserve">. </w:t>
      </w:r>
      <w:r w:rsidR="008C5C61" w:rsidRPr="004C3E92">
        <w:t>Les vieux noyers sont tous abattus pour lui faire de la place</w:t>
      </w:r>
      <w:r>
        <w:t xml:space="preserve">. </w:t>
      </w:r>
      <w:r w:rsidR="008C5C61" w:rsidRPr="004C3E92">
        <w:t>Ce sera une très belle chose</w:t>
      </w:r>
      <w:r>
        <w:t xml:space="preserve">, </w:t>
      </w:r>
      <w:r w:rsidR="008C5C61" w:rsidRPr="004C3E92">
        <w:t>vue de nombreux points du parc</w:t>
      </w:r>
      <w:r>
        <w:t xml:space="preserve">, </w:t>
      </w:r>
      <w:r w:rsidR="008C5C61" w:rsidRPr="004C3E92">
        <w:t>et le jardin aux fleurs descendra en pente douce juste devant sa façade</w:t>
      </w:r>
      <w:r>
        <w:t xml:space="preserve">, </w:t>
      </w:r>
      <w:r w:rsidR="008C5C61" w:rsidRPr="004C3E92">
        <w:t>ce qui sera e</w:t>
      </w:r>
      <w:r w:rsidR="008C5C61" w:rsidRPr="004C3E92">
        <w:t>x</w:t>
      </w:r>
      <w:r w:rsidR="008C5C61" w:rsidRPr="004C3E92">
        <w:t>trêmement joli</w:t>
      </w:r>
      <w:r>
        <w:t xml:space="preserve">. </w:t>
      </w:r>
      <w:r w:rsidR="008C5C61" w:rsidRPr="004C3E92">
        <w:t>Nous avons dégagé toutes les vieilles épines qui poussaient en touffes sur la crête</w:t>
      </w:r>
      <w:r>
        <w:t>.</w:t>
      </w:r>
    </w:p>
    <w:p w14:paraId="02F04129" w14:textId="77777777" w:rsidR="004A4993" w:rsidRDefault="008C5C61" w:rsidP="004A4993">
      <w:proofErr w:type="spellStart"/>
      <w:r w:rsidRPr="004C3E92">
        <w:t>Elinor</w:t>
      </w:r>
      <w:proofErr w:type="spellEnd"/>
      <w:r w:rsidRPr="004C3E92">
        <w:t xml:space="preserve"> garda pour elle son inquiétude et ses reproches</w:t>
      </w:r>
      <w:r w:rsidR="004A4993">
        <w:t xml:space="preserve">, </w:t>
      </w:r>
      <w:r w:rsidRPr="004C3E92">
        <w:t>et se sentit bien contente de ce que Marianne ne fût pas présente pour prendre part à la provocation</w:t>
      </w:r>
      <w:r w:rsidR="004A4993">
        <w:t>.</w:t>
      </w:r>
    </w:p>
    <w:p w14:paraId="6A645207" w14:textId="77777777" w:rsidR="004A4993" w:rsidRDefault="008C5C61" w:rsidP="004A4993">
      <w:r w:rsidRPr="004C3E92">
        <w:t>En ayant alors dit assez pour montrer nettement sa pauvr</w:t>
      </w:r>
      <w:r w:rsidRPr="004C3E92">
        <w:t>e</w:t>
      </w:r>
      <w:r w:rsidRPr="004C3E92">
        <w:t>té</w:t>
      </w:r>
      <w:r w:rsidR="004A4993">
        <w:t xml:space="preserve">, </w:t>
      </w:r>
      <w:r w:rsidRPr="004C3E92">
        <w:t>et pour se défaire de la nécessité d</w:t>
      </w:r>
      <w:r w:rsidR="004A4993">
        <w:t>’</w:t>
      </w:r>
      <w:r w:rsidRPr="004C3E92">
        <w:t>acheter une paire de bo</w:t>
      </w:r>
      <w:r w:rsidRPr="004C3E92">
        <w:t>u</w:t>
      </w:r>
      <w:r w:rsidRPr="004C3E92">
        <w:t>cles d</w:t>
      </w:r>
      <w:r w:rsidR="004A4993">
        <w:t>’</w:t>
      </w:r>
      <w:r w:rsidRPr="004C3E92">
        <w:t>oreilles pour chacune de ses sœurs lors de sa prochaine visite chez Gray</w:t>
      </w:r>
      <w:r w:rsidR="004A4993">
        <w:t xml:space="preserve">, </w:t>
      </w:r>
      <w:r w:rsidRPr="004C3E92">
        <w:t>les pensées de Mr</w:t>
      </w:r>
      <w:r w:rsidR="004A4993">
        <w:t xml:space="preserve">. </w:t>
      </w:r>
      <w:proofErr w:type="spellStart"/>
      <w:r w:rsidRPr="004C3E92">
        <w:t>Dashwood</w:t>
      </w:r>
      <w:proofErr w:type="spellEnd"/>
      <w:r w:rsidRPr="004C3E92">
        <w:t xml:space="preserve"> prirent un ton plus gai</w:t>
      </w:r>
      <w:r w:rsidR="004A4993">
        <w:t xml:space="preserve">, </w:t>
      </w:r>
      <w:r w:rsidRPr="004C3E92">
        <w:t xml:space="preserve">et il se mit à féliciter </w:t>
      </w:r>
      <w:proofErr w:type="spellStart"/>
      <w:r w:rsidRPr="004C3E92">
        <w:t>Elinor</w:t>
      </w:r>
      <w:proofErr w:type="spellEnd"/>
      <w:r w:rsidRPr="004C3E92">
        <w:t xml:space="preserve"> d</w:t>
      </w:r>
      <w:r w:rsidR="004A4993">
        <w:t>’</w:t>
      </w:r>
      <w:r w:rsidRPr="004C3E92">
        <w:t>avoir une amie telle que Mrs</w:t>
      </w:r>
      <w:r w:rsidR="004A4993">
        <w:t xml:space="preserve">. </w:t>
      </w:r>
      <w:r w:rsidRPr="004C3E92">
        <w:t>Jennings</w:t>
      </w:r>
      <w:r w:rsidR="004A4993">
        <w:t>.</w:t>
      </w:r>
    </w:p>
    <w:p w14:paraId="4C12524B" w14:textId="77777777" w:rsidR="004A4993" w:rsidRDefault="004A4993" w:rsidP="004A4993">
      <w:r>
        <w:t>— </w:t>
      </w:r>
      <w:r w:rsidR="008C5C61" w:rsidRPr="004C3E92">
        <w:t>Il semble que ce soit une femme fort précieuse</w:t>
      </w:r>
      <w:r>
        <w:t xml:space="preserve">, </w:t>
      </w:r>
      <w:r w:rsidR="008C5C61" w:rsidRPr="004C3E92">
        <w:t>en vérité</w:t>
      </w:r>
      <w:r>
        <w:t xml:space="preserve">. </w:t>
      </w:r>
      <w:r w:rsidR="008C5C61" w:rsidRPr="004C3E92">
        <w:t>Sa maison</w:t>
      </w:r>
      <w:r>
        <w:t xml:space="preserve">, </w:t>
      </w:r>
      <w:r w:rsidR="008C5C61" w:rsidRPr="004C3E92">
        <w:t>son train de vie</w:t>
      </w:r>
      <w:r>
        <w:t xml:space="preserve">, </w:t>
      </w:r>
      <w:r w:rsidR="008C5C61" w:rsidRPr="004C3E92">
        <w:t>tout cela dénote un revenu extr</w:t>
      </w:r>
      <w:r w:rsidR="008C5C61" w:rsidRPr="004C3E92">
        <w:t>ê</w:t>
      </w:r>
      <w:r w:rsidR="008C5C61" w:rsidRPr="004C3E92">
        <w:t>mement solide</w:t>
      </w:r>
      <w:r>
        <w:t xml:space="preserve"> ; </w:t>
      </w:r>
      <w:r w:rsidR="008C5C61" w:rsidRPr="004C3E92">
        <w:t>et c</w:t>
      </w:r>
      <w:r>
        <w:t>’</w:t>
      </w:r>
      <w:r w:rsidR="008C5C61" w:rsidRPr="004C3E92">
        <w:t>est une relation qui</w:t>
      </w:r>
      <w:r>
        <w:t xml:space="preserve">, </w:t>
      </w:r>
      <w:r w:rsidR="008C5C61" w:rsidRPr="004C3E92">
        <w:t>non seulement vous a été utile jusqu</w:t>
      </w:r>
      <w:r>
        <w:t>’</w:t>
      </w:r>
      <w:r w:rsidR="008C5C61" w:rsidRPr="004C3E92">
        <w:t>ici</w:t>
      </w:r>
      <w:r>
        <w:t xml:space="preserve">, </w:t>
      </w:r>
      <w:r w:rsidR="008C5C61" w:rsidRPr="004C3E92">
        <w:t>mais qui pourra</w:t>
      </w:r>
      <w:r>
        <w:t xml:space="preserve">, </w:t>
      </w:r>
      <w:r w:rsidR="008C5C61" w:rsidRPr="004C3E92">
        <w:t>en fin de compte</w:t>
      </w:r>
      <w:r>
        <w:t xml:space="preserve">, </w:t>
      </w:r>
      <w:r w:rsidR="008C5C61" w:rsidRPr="004C3E92">
        <w:t>se révéler naturellement à votre avantage</w:t>
      </w:r>
      <w:r>
        <w:t xml:space="preserve">. </w:t>
      </w:r>
      <w:r w:rsidR="008C5C61" w:rsidRPr="004C3E92">
        <w:t>Le fait de vous inviter à Lo</w:t>
      </w:r>
      <w:r w:rsidR="008C5C61" w:rsidRPr="004C3E92">
        <w:t>n</w:t>
      </w:r>
      <w:r w:rsidR="008C5C61" w:rsidRPr="004C3E92">
        <w:t>dres est certainement une chose considérable en votre faveur</w:t>
      </w:r>
      <w:r>
        <w:t xml:space="preserve"> ; </w:t>
      </w:r>
      <w:r w:rsidR="008C5C61" w:rsidRPr="004C3E92">
        <w:t>et</w:t>
      </w:r>
      <w:r>
        <w:t xml:space="preserve">, </w:t>
      </w:r>
      <w:r w:rsidR="008C5C61" w:rsidRPr="004C3E92">
        <w:t>en vérité</w:t>
      </w:r>
      <w:r>
        <w:t xml:space="preserve">, </w:t>
      </w:r>
      <w:r w:rsidR="008C5C61" w:rsidRPr="004C3E92">
        <w:t>il dénote</w:t>
      </w:r>
      <w:r>
        <w:t xml:space="preserve">, </w:t>
      </w:r>
      <w:r w:rsidR="008C5C61" w:rsidRPr="004C3E92">
        <w:t>d</w:t>
      </w:r>
      <w:r>
        <w:t>’</w:t>
      </w:r>
      <w:r w:rsidR="008C5C61" w:rsidRPr="004C3E92">
        <w:t>une façon générale</w:t>
      </w:r>
      <w:r>
        <w:t xml:space="preserve">, </w:t>
      </w:r>
      <w:r w:rsidR="008C5C61" w:rsidRPr="004C3E92">
        <w:lastRenderedPageBreak/>
        <w:t>une telle affection pour vous</w:t>
      </w:r>
      <w:r>
        <w:t xml:space="preserve">, </w:t>
      </w:r>
      <w:r w:rsidR="008C5C61" w:rsidRPr="004C3E92">
        <w:t>qu</w:t>
      </w:r>
      <w:r>
        <w:t>’</w:t>
      </w:r>
      <w:r w:rsidR="008C5C61" w:rsidRPr="004C3E92">
        <w:t>en toute probabilité vous ne serez pas oubliées quand elle mourra</w:t>
      </w:r>
      <w:r>
        <w:t xml:space="preserve">. </w:t>
      </w:r>
      <w:r w:rsidR="008C5C61" w:rsidRPr="004C3E92">
        <w:t>Elle doit avoir beaucoup de bien à laisser à ses héritiers</w:t>
      </w:r>
      <w:r>
        <w:t>.</w:t>
      </w:r>
    </w:p>
    <w:p w14:paraId="7346D042" w14:textId="77777777" w:rsidR="004A4993" w:rsidRDefault="004A4993" w:rsidP="004A4993">
      <w:r>
        <w:t>— </w:t>
      </w:r>
      <w:r w:rsidR="008C5C61" w:rsidRPr="004C3E92">
        <w:t>Rien du tout</w:t>
      </w:r>
      <w:r>
        <w:t xml:space="preserve">, </w:t>
      </w:r>
      <w:r w:rsidR="008C5C61" w:rsidRPr="004C3E92">
        <w:t>je serais plutôt portée à le supposer</w:t>
      </w:r>
      <w:r>
        <w:t xml:space="preserve"> ; </w:t>
      </w:r>
      <w:r w:rsidR="008C5C61" w:rsidRPr="004C3E92">
        <w:t>car e</w:t>
      </w:r>
      <w:r w:rsidR="008C5C61" w:rsidRPr="004C3E92">
        <w:t>l</w:t>
      </w:r>
      <w:r w:rsidR="008C5C61" w:rsidRPr="004C3E92">
        <w:t>le n</w:t>
      </w:r>
      <w:r>
        <w:t>’</w:t>
      </w:r>
      <w:r w:rsidR="008C5C61" w:rsidRPr="004C3E92">
        <w:t>a que ses meubles</w:t>
      </w:r>
      <w:r>
        <w:t xml:space="preserve">, </w:t>
      </w:r>
      <w:r w:rsidR="008C5C61" w:rsidRPr="004C3E92">
        <w:t>qui passeront à ses enfants</w:t>
      </w:r>
      <w:r>
        <w:t>.</w:t>
      </w:r>
    </w:p>
    <w:p w14:paraId="51FE5F1D" w14:textId="77777777" w:rsidR="004A4993" w:rsidRDefault="004A4993" w:rsidP="004A4993">
      <w:r>
        <w:t>— </w:t>
      </w:r>
      <w:r w:rsidR="008C5C61" w:rsidRPr="004C3E92">
        <w:t>Mais il n</w:t>
      </w:r>
      <w:r>
        <w:t>’</w:t>
      </w:r>
      <w:r w:rsidR="008C5C61" w:rsidRPr="004C3E92">
        <w:t>est pas vraisemblable qu</w:t>
      </w:r>
      <w:r>
        <w:t>’</w:t>
      </w:r>
      <w:r w:rsidR="008C5C61" w:rsidRPr="004C3E92">
        <w:t>elle vive au niveau de son revenu</w:t>
      </w:r>
      <w:r>
        <w:t xml:space="preserve">. </w:t>
      </w:r>
      <w:r w:rsidR="008C5C61" w:rsidRPr="004C3E92">
        <w:t>Cela</w:t>
      </w:r>
      <w:r>
        <w:t xml:space="preserve">, </w:t>
      </w:r>
      <w:r w:rsidR="008C5C61" w:rsidRPr="004C3E92">
        <w:t>peu de gens d</w:t>
      </w:r>
      <w:r>
        <w:t>’</w:t>
      </w:r>
      <w:r w:rsidR="008C5C61" w:rsidRPr="004C3E92">
        <w:t>une prudence ordinaire le f</w:t>
      </w:r>
      <w:r w:rsidR="008C5C61" w:rsidRPr="004C3E92">
        <w:t>e</w:t>
      </w:r>
      <w:r w:rsidR="008C5C61" w:rsidRPr="004C3E92">
        <w:t>raient</w:t>
      </w:r>
      <w:r>
        <w:t xml:space="preserve"> ; </w:t>
      </w:r>
      <w:r w:rsidR="008C5C61" w:rsidRPr="004C3E92">
        <w:t>et tout ce qu</w:t>
      </w:r>
      <w:r>
        <w:t>’</w:t>
      </w:r>
      <w:r w:rsidR="008C5C61" w:rsidRPr="004C3E92">
        <w:t>elle met de côté</w:t>
      </w:r>
      <w:r>
        <w:t xml:space="preserve">, </w:t>
      </w:r>
      <w:r w:rsidR="008C5C61" w:rsidRPr="004C3E92">
        <w:t>elle pourra en disposer</w:t>
      </w:r>
      <w:r>
        <w:t>.</w:t>
      </w:r>
    </w:p>
    <w:p w14:paraId="0BDB72F7" w14:textId="77777777" w:rsidR="004A4993" w:rsidRDefault="004A4993" w:rsidP="004A4993">
      <w:r>
        <w:t>— </w:t>
      </w:r>
      <w:r w:rsidR="008C5C61" w:rsidRPr="004C3E92">
        <w:t>Et ne crois-tu pas plus probable qu</w:t>
      </w:r>
      <w:r>
        <w:t>’</w:t>
      </w:r>
      <w:r w:rsidR="008C5C61" w:rsidRPr="004C3E92">
        <w:t>elle le laissera à ses filles</w:t>
      </w:r>
      <w:r>
        <w:t xml:space="preserve">, </w:t>
      </w:r>
      <w:r w:rsidR="008C5C61" w:rsidRPr="004C3E92">
        <w:t>plutôt qu</w:t>
      </w:r>
      <w:r>
        <w:t>’</w:t>
      </w:r>
      <w:r w:rsidR="008C5C61" w:rsidRPr="004C3E92">
        <w:t>à nous</w:t>
      </w:r>
      <w:r>
        <w:t> ?</w:t>
      </w:r>
    </w:p>
    <w:p w14:paraId="3CD90A88" w14:textId="77777777" w:rsidR="004A4993" w:rsidRDefault="004A4993" w:rsidP="004A4993">
      <w:r>
        <w:t>— </w:t>
      </w:r>
      <w:r w:rsidR="008C5C61" w:rsidRPr="004C3E92">
        <w:t>Ses filles sont l</w:t>
      </w:r>
      <w:r>
        <w:t>’</w:t>
      </w:r>
      <w:r w:rsidR="008C5C61" w:rsidRPr="004C3E92">
        <w:t>une et l</w:t>
      </w:r>
      <w:r>
        <w:t>’</w:t>
      </w:r>
      <w:r w:rsidR="008C5C61" w:rsidRPr="004C3E92">
        <w:t>autre extrêmement bien mariées</w:t>
      </w:r>
      <w:r>
        <w:t xml:space="preserve">, </w:t>
      </w:r>
      <w:r w:rsidR="008C5C61" w:rsidRPr="004C3E92">
        <w:t>et je ne puis donc voir la nécessité</w:t>
      </w:r>
      <w:r>
        <w:t xml:space="preserve">, </w:t>
      </w:r>
      <w:r w:rsidR="008C5C61" w:rsidRPr="004C3E92">
        <w:t>pour elle</w:t>
      </w:r>
      <w:r>
        <w:t xml:space="preserve">, </w:t>
      </w:r>
      <w:r w:rsidR="008C5C61" w:rsidRPr="004C3E92">
        <w:t>de leur en assurer davantage</w:t>
      </w:r>
      <w:r>
        <w:t xml:space="preserve">. </w:t>
      </w:r>
      <w:r w:rsidR="008C5C61" w:rsidRPr="004C3E92">
        <w:t>Alors qu</w:t>
      </w:r>
      <w:r>
        <w:t>’</w:t>
      </w:r>
      <w:r w:rsidR="008C5C61" w:rsidRPr="004C3E92">
        <w:t>à mon avis</w:t>
      </w:r>
      <w:r>
        <w:t xml:space="preserve">, </w:t>
      </w:r>
      <w:r w:rsidR="008C5C61" w:rsidRPr="004C3E92">
        <w:t>en se montrant si attentionnée envers vous</w:t>
      </w:r>
      <w:r>
        <w:t xml:space="preserve">, </w:t>
      </w:r>
      <w:r w:rsidR="008C5C61" w:rsidRPr="004C3E92">
        <w:t>et en vous traitant d</w:t>
      </w:r>
      <w:r>
        <w:t>’</w:t>
      </w:r>
      <w:r w:rsidR="008C5C61" w:rsidRPr="004C3E92">
        <w:t>une telle manière</w:t>
      </w:r>
      <w:r>
        <w:t xml:space="preserve">, </w:t>
      </w:r>
      <w:r w:rsidR="008C5C61" w:rsidRPr="004C3E92">
        <w:t>elle vous a donné une espèce de droit sur ses intentions futures</w:t>
      </w:r>
      <w:r>
        <w:t xml:space="preserve">, </w:t>
      </w:r>
      <w:r w:rsidR="008C5C61" w:rsidRPr="004C3E92">
        <w:t>qu</w:t>
      </w:r>
      <w:r>
        <w:t>’</w:t>
      </w:r>
      <w:r w:rsidR="008C5C61" w:rsidRPr="004C3E92">
        <w:t>une femme consciencieuse ne saurait négliger</w:t>
      </w:r>
      <w:r>
        <w:t xml:space="preserve">. </w:t>
      </w:r>
      <w:r w:rsidR="008C5C61" w:rsidRPr="004C3E92">
        <w:t>Rien ne saurait être plus aimable que la façon dont elle se conduit</w:t>
      </w:r>
      <w:r>
        <w:t xml:space="preserve"> ; </w:t>
      </w:r>
      <w:r w:rsidR="008C5C61" w:rsidRPr="004C3E92">
        <w:t>et elle ne peut guère faire tout cela sans avoir conscience des espoirs qu</w:t>
      </w:r>
      <w:r>
        <w:t>’</w:t>
      </w:r>
      <w:r w:rsidR="008C5C61" w:rsidRPr="004C3E92">
        <w:t>elle suscite</w:t>
      </w:r>
      <w:r>
        <w:t>.</w:t>
      </w:r>
    </w:p>
    <w:p w14:paraId="5C8A9902" w14:textId="77777777" w:rsidR="004A4993" w:rsidRDefault="004A4993" w:rsidP="004A4993">
      <w:r>
        <w:t>— </w:t>
      </w:r>
      <w:r w:rsidR="008C5C61" w:rsidRPr="004C3E92">
        <w:t>Mais elle n</w:t>
      </w:r>
      <w:r>
        <w:t>’</w:t>
      </w:r>
      <w:r w:rsidR="008C5C61" w:rsidRPr="004C3E92">
        <w:t>en suscite aucun chez les premiers intéressés</w:t>
      </w:r>
      <w:r>
        <w:t xml:space="preserve">. </w:t>
      </w:r>
      <w:r w:rsidR="008C5C61" w:rsidRPr="004C3E92">
        <w:t>En vérité</w:t>
      </w:r>
      <w:r>
        <w:t xml:space="preserve">, </w:t>
      </w:r>
      <w:r w:rsidR="008C5C61" w:rsidRPr="004C3E92">
        <w:t>mon frère</w:t>
      </w:r>
      <w:r>
        <w:t xml:space="preserve">, </w:t>
      </w:r>
      <w:r w:rsidR="008C5C61" w:rsidRPr="004C3E92">
        <w:t>ta sollicitude pour notre bien-être et notre prospérité t</w:t>
      </w:r>
      <w:r>
        <w:t>’</w:t>
      </w:r>
      <w:r w:rsidR="008C5C61" w:rsidRPr="004C3E92">
        <w:t>emporte trop loin</w:t>
      </w:r>
      <w:r>
        <w:t>.</w:t>
      </w:r>
    </w:p>
    <w:p w14:paraId="0645F07D" w14:textId="77777777" w:rsidR="004A4993" w:rsidRDefault="004A4993" w:rsidP="004A4993">
      <w:r>
        <w:t>— </w:t>
      </w:r>
      <w:r w:rsidR="008C5C61" w:rsidRPr="004C3E92">
        <w:t>Ma foi</w:t>
      </w:r>
      <w:r>
        <w:t xml:space="preserve">, </w:t>
      </w:r>
      <w:r w:rsidR="008C5C61" w:rsidRPr="004C3E92">
        <w:t>en vérité</w:t>
      </w:r>
      <w:r>
        <w:t xml:space="preserve">, </w:t>
      </w:r>
      <w:r w:rsidR="008C5C61" w:rsidRPr="004C3E92">
        <w:t>dit-il</w:t>
      </w:r>
      <w:r>
        <w:t xml:space="preserve">, </w:t>
      </w:r>
      <w:r w:rsidR="008C5C61" w:rsidRPr="004C3E92">
        <w:t>en paraissant se ressaisir</w:t>
      </w:r>
      <w:r>
        <w:t xml:space="preserve">, </w:t>
      </w:r>
      <w:r w:rsidR="008C5C61" w:rsidRPr="004C3E92">
        <w:t>on a peu de chose</w:t>
      </w:r>
      <w:r>
        <w:t xml:space="preserve">, </w:t>
      </w:r>
      <w:r w:rsidR="008C5C61" w:rsidRPr="004C3E92">
        <w:t>fort peu de chose</w:t>
      </w:r>
      <w:r>
        <w:t xml:space="preserve">, </w:t>
      </w:r>
      <w:r w:rsidR="008C5C61" w:rsidRPr="004C3E92">
        <w:t>en son pouvoir</w:t>
      </w:r>
      <w:r>
        <w:t xml:space="preserve">. </w:t>
      </w:r>
      <w:r w:rsidR="008C5C61" w:rsidRPr="004C3E92">
        <w:t>Mais</w:t>
      </w:r>
      <w:r>
        <w:t xml:space="preserve">, </w:t>
      </w:r>
      <w:r w:rsidR="008C5C61" w:rsidRPr="004C3E92">
        <w:t xml:space="preserve">ma chère </w:t>
      </w:r>
      <w:proofErr w:type="spellStart"/>
      <w:r w:rsidR="008C5C61" w:rsidRPr="004C3E92">
        <w:t>Elinor</w:t>
      </w:r>
      <w:proofErr w:type="spellEnd"/>
      <w:r>
        <w:t xml:space="preserve">, </w:t>
      </w:r>
      <w:r w:rsidR="008C5C61" w:rsidRPr="004C3E92">
        <w:t>qu</w:t>
      </w:r>
      <w:r>
        <w:t>’</w:t>
      </w:r>
      <w:r w:rsidR="008C5C61" w:rsidRPr="004C3E92">
        <w:t>a donc Marianne</w:t>
      </w:r>
      <w:r>
        <w:t xml:space="preserve"> ? </w:t>
      </w:r>
      <w:r w:rsidR="008C5C61" w:rsidRPr="004C3E92">
        <w:t>Elle a fort mauvaise mine</w:t>
      </w:r>
      <w:r>
        <w:t xml:space="preserve">, </w:t>
      </w:r>
      <w:r w:rsidR="008C5C61" w:rsidRPr="004C3E92">
        <w:t>elle a perdu son teint</w:t>
      </w:r>
      <w:r>
        <w:t xml:space="preserve">, </w:t>
      </w:r>
      <w:r w:rsidR="008C5C61" w:rsidRPr="004C3E92">
        <w:t>et elle a vraiment maigri</w:t>
      </w:r>
      <w:r>
        <w:t xml:space="preserve">. </w:t>
      </w:r>
      <w:r w:rsidR="008C5C61" w:rsidRPr="004C3E92">
        <w:t>Est-elle malade</w:t>
      </w:r>
      <w:r>
        <w:t> ?</w:t>
      </w:r>
    </w:p>
    <w:p w14:paraId="3ED37E77" w14:textId="77777777" w:rsidR="004A4993" w:rsidRDefault="004A4993" w:rsidP="004A4993">
      <w:r>
        <w:lastRenderedPageBreak/>
        <w:t>— </w:t>
      </w:r>
      <w:r w:rsidR="008C5C61" w:rsidRPr="004C3E92">
        <w:t>Elle ne va pas bien</w:t>
      </w:r>
      <w:r>
        <w:t xml:space="preserve"> ; </w:t>
      </w:r>
      <w:r w:rsidR="008C5C61" w:rsidRPr="004C3E92">
        <w:t>elle se plaint d</w:t>
      </w:r>
      <w:r>
        <w:t>’</w:t>
      </w:r>
      <w:r w:rsidR="008C5C61" w:rsidRPr="004C3E92">
        <w:t>une affection nerve</w:t>
      </w:r>
      <w:r w:rsidR="008C5C61" w:rsidRPr="004C3E92">
        <w:t>u</w:t>
      </w:r>
      <w:r w:rsidR="008C5C61" w:rsidRPr="004C3E92">
        <w:t>se</w:t>
      </w:r>
      <w:r>
        <w:t xml:space="preserve">, </w:t>
      </w:r>
      <w:r w:rsidR="008C5C61" w:rsidRPr="004C3E92">
        <w:t>depuis plusieurs semaines</w:t>
      </w:r>
      <w:r>
        <w:t>.</w:t>
      </w:r>
    </w:p>
    <w:p w14:paraId="7CD00A61" w14:textId="77777777" w:rsidR="004A4993" w:rsidRDefault="004A4993" w:rsidP="004A4993">
      <w:r>
        <w:t>— </w:t>
      </w:r>
      <w:r w:rsidR="008C5C61" w:rsidRPr="004C3E92">
        <w:t>J</w:t>
      </w:r>
      <w:r>
        <w:t>’</w:t>
      </w:r>
      <w:r w:rsidR="008C5C61" w:rsidRPr="004C3E92">
        <w:t>en suis désolé</w:t>
      </w:r>
      <w:r>
        <w:t xml:space="preserve">. </w:t>
      </w:r>
      <w:r w:rsidR="008C5C61" w:rsidRPr="004C3E92">
        <w:t>À son âge</w:t>
      </w:r>
      <w:r>
        <w:t xml:space="preserve">, </w:t>
      </w:r>
      <w:r w:rsidR="008C5C61" w:rsidRPr="004C3E92">
        <w:t>tout ce qui est maladie détruit à jamais l</w:t>
      </w:r>
      <w:r>
        <w:t>’</w:t>
      </w:r>
      <w:r w:rsidR="008C5C61" w:rsidRPr="004C3E92">
        <w:t>éclat de la vie</w:t>
      </w:r>
      <w:r>
        <w:t xml:space="preserve"> ! </w:t>
      </w:r>
      <w:r w:rsidR="008C5C61" w:rsidRPr="004C3E92">
        <w:t>Le sien a été fort bref</w:t>
      </w:r>
      <w:r>
        <w:t xml:space="preserve">. </w:t>
      </w:r>
      <w:r w:rsidR="008C5C61" w:rsidRPr="004C3E92">
        <w:t>Au mois de se</w:t>
      </w:r>
      <w:r w:rsidR="008C5C61" w:rsidRPr="004C3E92">
        <w:t>p</w:t>
      </w:r>
      <w:r w:rsidR="008C5C61" w:rsidRPr="004C3E92">
        <w:t>tembre</w:t>
      </w:r>
      <w:r>
        <w:t xml:space="preserve">, </w:t>
      </w:r>
      <w:r w:rsidR="008C5C61" w:rsidRPr="004C3E92">
        <w:t>elle était une aussi belle fille qu</w:t>
      </w:r>
      <w:r>
        <w:t>’</w:t>
      </w:r>
      <w:r w:rsidR="008C5C61" w:rsidRPr="004C3E92">
        <w:t>aucune que j</w:t>
      </w:r>
      <w:r>
        <w:t>’</w:t>
      </w:r>
      <w:r w:rsidR="008C5C61" w:rsidRPr="004C3E92">
        <w:t>eusse j</w:t>
      </w:r>
      <w:r w:rsidR="008C5C61" w:rsidRPr="004C3E92">
        <w:t>a</w:t>
      </w:r>
      <w:r w:rsidR="008C5C61" w:rsidRPr="004C3E92">
        <w:t>mais vue</w:t>
      </w:r>
      <w:r>
        <w:t xml:space="preserve">, </w:t>
      </w:r>
      <w:r w:rsidR="008C5C61" w:rsidRPr="004C3E92">
        <w:t>et tout aussi propre à attirer les hommes</w:t>
      </w:r>
      <w:r>
        <w:t xml:space="preserve">. </w:t>
      </w:r>
      <w:r w:rsidR="008C5C61" w:rsidRPr="004C3E92">
        <w:t>Il y avait quelque chose</w:t>
      </w:r>
      <w:r>
        <w:t xml:space="preserve">, </w:t>
      </w:r>
      <w:r w:rsidR="008C5C61" w:rsidRPr="004C3E92">
        <w:t>dans son genre de beauté</w:t>
      </w:r>
      <w:r>
        <w:t xml:space="preserve">, </w:t>
      </w:r>
      <w:r w:rsidR="008C5C61" w:rsidRPr="004C3E92">
        <w:t>qui devait leur plaire tout particulièrement</w:t>
      </w:r>
      <w:r>
        <w:t xml:space="preserve">. </w:t>
      </w:r>
      <w:r w:rsidR="008C5C61" w:rsidRPr="004C3E92">
        <w:t>Je me souviens que Fanny disait qu</w:t>
      </w:r>
      <w:r>
        <w:t>’</w:t>
      </w:r>
      <w:r w:rsidR="008C5C61" w:rsidRPr="004C3E92">
        <w:t>elle se marierait plus vite et mieux que toi</w:t>
      </w:r>
      <w:r>
        <w:t xml:space="preserve"> ; </w:t>
      </w:r>
      <w:r w:rsidR="008C5C61" w:rsidRPr="004C3E92">
        <w:t>non pas qu</w:t>
      </w:r>
      <w:r>
        <w:t>’</w:t>
      </w:r>
      <w:r w:rsidR="008C5C61" w:rsidRPr="004C3E92">
        <w:t>elle ne t</w:t>
      </w:r>
      <w:r>
        <w:t>’</w:t>
      </w:r>
      <w:r w:rsidR="008C5C61" w:rsidRPr="004C3E92">
        <w:t>aime énormément</w:t>
      </w:r>
      <w:r>
        <w:t xml:space="preserve">, – </w:t>
      </w:r>
      <w:r w:rsidR="008C5C61" w:rsidRPr="004C3E92">
        <w:t>mais c</w:t>
      </w:r>
      <w:r>
        <w:t>’</w:t>
      </w:r>
      <w:r w:rsidR="008C5C61" w:rsidRPr="004C3E92">
        <w:t>est ainsi que la chose s</w:t>
      </w:r>
      <w:r>
        <w:t>’</w:t>
      </w:r>
      <w:r w:rsidR="008C5C61" w:rsidRPr="004C3E92">
        <w:t>est trouvée la frapper</w:t>
      </w:r>
      <w:r>
        <w:t xml:space="preserve">. </w:t>
      </w:r>
      <w:r w:rsidR="008C5C61" w:rsidRPr="004C3E92">
        <w:t>Mais elle se sera trompée</w:t>
      </w:r>
      <w:r>
        <w:t xml:space="preserve">. </w:t>
      </w:r>
      <w:r w:rsidR="008C5C61" w:rsidRPr="004C3E92">
        <w:t>Je me demande si Marianne épousera</w:t>
      </w:r>
      <w:r>
        <w:t xml:space="preserve">, </w:t>
      </w:r>
      <w:r w:rsidR="008C5C61" w:rsidRPr="004C3E92">
        <w:t>maintenant</w:t>
      </w:r>
      <w:r>
        <w:t xml:space="preserve">, </w:t>
      </w:r>
      <w:r w:rsidR="008C5C61" w:rsidRPr="004C3E92">
        <w:t>un homme ayant un revenu de plus de cinq ou six cents livres par an</w:t>
      </w:r>
      <w:r>
        <w:t xml:space="preserve">, </w:t>
      </w:r>
      <w:r w:rsidR="008C5C61" w:rsidRPr="004C3E92">
        <w:t>tout au plus</w:t>
      </w:r>
      <w:r>
        <w:t xml:space="preserve">, </w:t>
      </w:r>
      <w:r w:rsidR="008C5C61" w:rsidRPr="004C3E92">
        <w:t>et je me trompe fort si tu ne fais pas mieux</w:t>
      </w:r>
      <w:r>
        <w:t xml:space="preserve">, </w:t>
      </w:r>
      <w:r w:rsidR="008C5C61" w:rsidRPr="004C3E92">
        <w:t>toi</w:t>
      </w:r>
      <w:r>
        <w:t xml:space="preserve">. </w:t>
      </w:r>
      <w:r w:rsidR="008C5C61" w:rsidRPr="004C3E92">
        <w:t xml:space="preserve">Le </w:t>
      </w:r>
      <w:proofErr w:type="spellStart"/>
      <w:r w:rsidR="008C5C61" w:rsidRPr="004C3E92">
        <w:t>Dorsetshire</w:t>
      </w:r>
      <w:proofErr w:type="spellEnd"/>
      <w:r>
        <w:t xml:space="preserve"> ! </w:t>
      </w:r>
      <w:r w:rsidR="008C5C61" w:rsidRPr="004C3E92">
        <w:t xml:space="preserve">je connais fort peu le </w:t>
      </w:r>
      <w:proofErr w:type="spellStart"/>
      <w:r w:rsidR="008C5C61" w:rsidRPr="004C3E92">
        <w:t>Dorsetshire</w:t>
      </w:r>
      <w:proofErr w:type="spellEnd"/>
      <w:r>
        <w:t xml:space="preserve">, </w:t>
      </w:r>
      <w:r w:rsidR="008C5C61" w:rsidRPr="004C3E92">
        <w:t>mais</w:t>
      </w:r>
      <w:r>
        <w:t xml:space="preserve">, </w:t>
      </w:r>
      <w:r w:rsidR="008C5C61" w:rsidRPr="004C3E92">
        <w:t xml:space="preserve">ma chère </w:t>
      </w:r>
      <w:proofErr w:type="spellStart"/>
      <w:r w:rsidR="008C5C61" w:rsidRPr="004C3E92">
        <w:t>Elinor</w:t>
      </w:r>
      <w:proofErr w:type="spellEnd"/>
      <w:r>
        <w:t xml:space="preserve">, </w:t>
      </w:r>
      <w:r w:rsidR="008C5C61" w:rsidRPr="004C3E92">
        <w:t>je serai extrêmement content de le connaître mieux</w:t>
      </w:r>
      <w:r>
        <w:t xml:space="preserve">, </w:t>
      </w:r>
      <w:r w:rsidR="008C5C61" w:rsidRPr="004C3E92">
        <w:t>et je crois que je puis me porter garant de ce que tu auras Fanny et moi parmi les premiers et les plus satisfaits de tes visiteurs</w:t>
      </w:r>
      <w:r>
        <w:t>.</w:t>
      </w:r>
    </w:p>
    <w:p w14:paraId="18D20CEB" w14:textId="77777777" w:rsidR="004A4993" w:rsidRDefault="008C5C61" w:rsidP="004A4993">
      <w:proofErr w:type="spellStart"/>
      <w:r w:rsidRPr="004C3E92">
        <w:t>Elinor</w:t>
      </w:r>
      <w:proofErr w:type="spellEnd"/>
      <w:r w:rsidRPr="004C3E92">
        <w:t xml:space="preserve"> essaya fort sérieusement de le convaincre qu</w:t>
      </w:r>
      <w:r w:rsidR="004A4993">
        <w:t>’</w:t>
      </w:r>
      <w:r w:rsidRPr="004C3E92">
        <w:t>il n</w:t>
      </w:r>
      <w:r w:rsidR="004A4993">
        <w:t>’</w:t>
      </w:r>
      <w:r w:rsidRPr="004C3E92">
        <w:t>y avait aucune probabilité pour qu</w:t>
      </w:r>
      <w:r w:rsidR="004A4993">
        <w:t>’</w:t>
      </w:r>
      <w:r w:rsidRPr="004C3E92">
        <w:t>elle épousât le colonel Bra</w:t>
      </w:r>
      <w:r w:rsidRPr="004C3E92">
        <w:t>n</w:t>
      </w:r>
      <w:r w:rsidRPr="004C3E92">
        <w:t>don</w:t>
      </w:r>
      <w:r w:rsidR="004A4993">
        <w:t xml:space="preserve"> ; </w:t>
      </w:r>
      <w:r w:rsidRPr="004C3E92">
        <w:t>mais c</w:t>
      </w:r>
      <w:r w:rsidR="004A4993">
        <w:t>’</w:t>
      </w:r>
      <w:r w:rsidRPr="004C3E92">
        <w:t>était là</w:t>
      </w:r>
      <w:r w:rsidR="004A4993">
        <w:t xml:space="preserve">, </w:t>
      </w:r>
      <w:r w:rsidRPr="004C3E92">
        <w:t>pour lui</w:t>
      </w:r>
      <w:r w:rsidR="004A4993">
        <w:t xml:space="preserve">, </w:t>
      </w:r>
      <w:r w:rsidRPr="004C3E92">
        <w:t>une espérance trop agréable pour qu</w:t>
      </w:r>
      <w:r w:rsidR="004A4993">
        <w:t>’</w:t>
      </w:r>
      <w:r w:rsidRPr="004C3E92">
        <w:t>il y renonçât</w:t>
      </w:r>
      <w:r w:rsidR="004A4993">
        <w:t xml:space="preserve">, </w:t>
      </w:r>
      <w:r w:rsidRPr="004C3E92">
        <w:t>et il était véritablement résolu à rechercher une intimité avec ce gentleman</w:t>
      </w:r>
      <w:r w:rsidR="004A4993">
        <w:t xml:space="preserve">, </w:t>
      </w:r>
      <w:r w:rsidRPr="004C3E92">
        <w:t>et à favoriser le mariage par tous les soins possibles</w:t>
      </w:r>
      <w:r w:rsidR="004A4993">
        <w:t xml:space="preserve">. </w:t>
      </w:r>
      <w:r w:rsidRPr="004C3E92">
        <w:t>Il avait tout juste assez de remords de n</w:t>
      </w:r>
      <w:r w:rsidR="004A4993">
        <w:t>’</w:t>
      </w:r>
      <w:r w:rsidRPr="004C3E92">
        <w:t>avoir rien fait</w:t>
      </w:r>
      <w:r w:rsidR="004A4993">
        <w:t xml:space="preserve">, </w:t>
      </w:r>
      <w:r w:rsidRPr="004C3E92">
        <w:t>lui-même</w:t>
      </w:r>
      <w:r w:rsidR="004A4993">
        <w:t xml:space="preserve">, </w:t>
      </w:r>
      <w:r w:rsidRPr="004C3E92">
        <w:t>pour ses sœurs</w:t>
      </w:r>
      <w:r w:rsidR="004A4993">
        <w:t xml:space="preserve">, </w:t>
      </w:r>
      <w:r w:rsidRPr="004C3E92">
        <w:t>pour être extrêmement d</w:t>
      </w:r>
      <w:r w:rsidRPr="004C3E92">
        <w:t>é</w:t>
      </w:r>
      <w:r w:rsidRPr="004C3E92">
        <w:t>sireux que tous les autres en fissent beaucoup</w:t>
      </w:r>
      <w:r w:rsidR="004A4993">
        <w:t xml:space="preserve"> ; </w:t>
      </w:r>
      <w:r w:rsidRPr="004C3E92">
        <w:t>et une propos</w:t>
      </w:r>
      <w:r w:rsidRPr="004C3E92">
        <w:t>i</w:t>
      </w:r>
      <w:r w:rsidRPr="004C3E92">
        <w:t>tion de la part du colonel Brandon</w:t>
      </w:r>
      <w:r w:rsidR="004A4993">
        <w:t xml:space="preserve">, </w:t>
      </w:r>
      <w:r w:rsidRPr="004C3E92">
        <w:t>ou un legs de celle de Mrs</w:t>
      </w:r>
      <w:r w:rsidR="004A4993">
        <w:t xml:space="preserve">. </w:t>
      </w:r>
      <w:r w:rsidRPr="004C3E92">
        <w:t>Jennings</w:t>
      </w:r>
      <w:r w:rsidR="004A4993">
        <w:t xml:space="preserve">, </w:t>
      </w:r>
      <w:r w:rsidRPr="004C3E92">
        <w:t>constituaient le moyen le plus facile de racheter sa propre négligence</w:t>
      </w:r>
      <w:r w:rsidR="004A4993">
        <w:t>.</w:t>
      </w:r>
    </w:p>
    <w:p w14:paraId="1EE4844E" w14:textId="77777777" w:rsidR="004A4993" w:rsidRDefault="008C5C61" w:rsidP="004A4993">
      <w:r w:rsidRPr="004C3E92">
        <w:t>Ils eurent la chance de trouver lady Middleton chez elle</w:t>
      </w:r>
      <w:r w:rsidR="004A4993">
        <w:t xml:space="preserve">, </w:t>
      </w:r>
      <w:r w:rsidRPr="004C3E92">
        <w:t>et Sir John rentra avant que leur visite n</w:t>
      </w:r>
      <w:r w:rsidR="004A4993">
        <w:t>’</w:t>
      </w:r>
      <w:r w:rsidRPr="004C3E92">
        <w:t>eût pris fin</w:t>
      </w:r>
      <w:r w:rsidR="004A4993">
        <w:t xml:space="preserve">. </w:t>
      </w:r>
      <w:r w:rsidRPr="004C3E92">
        <w:t xml:space="preserve">On </w:t>
      </w:r>
      <w:r w:rsidRPr="004C3E92">
        <w:lastRenderedPageBreak/>
        <w:t>échangea de toutes parts une abondance de civilités</w:t>
      </w:r>
      <w:r w:rsidR="004A4993">
        <w:t xml:space="preserve">. </w:t>
      </w:r>
      <w:r w:rsidRPr="004C3E92">
        <w:t>Sir John était prêt à trouver n</w:t>
      </w:r>
      <w:r w:rsidR="004A4993">
        <w:t>’</w:t>
      </w:r>
      <w:r w:rsidRPr="004C3E92">
        <w:t>importe qui de son goût</w:t>
      </w:r>
      <w:r w:rsidR="004A4993">
        <w:t xml:space="preserve">, </w:t>
      </w:r>
      <w:r w:rsidRPr="004C3E92">
        <w:t>et bien que Mr</w:t>
      </w:r>
      <w:r w:rsidR="004A4993">
        <w:t xml:space="preserve">. </w:t>
      </w:r>
      <w:proofErr w:type="spellStart"/>
      <w:r w:rsidRPr="004C3E92">
        <w:t>Dashwood</w:t>
      </w:r>
      <w:proofErr w:type="spellEnd"/>
      <w:r w:rsidRPr="004C3E92">
        <w:t xml:space="preserve"> ne parût pas s</w:t>
      </w:r>
      <w:r w:rsidR="004A4993">
        <w:t>’</w:t>
      </w:r>
      <w:r w:rsidRPr="004C3E92">
        <w:t>y connaître beaucoup en chevaux</w:t>
      </w:r>
      <w:r w:rsidR="004A4993">
        <w:t xml:space="preserve">, </w:t>
      </w:r>
      <w:r w:rsidRPr="004C3E92">
        <w:t>il ne tarda pas à le considérer comme un garçon fort aimable</w:t>
      </w:r>
      <w:r w:rsidR="004A4993">
        <w:t xml:space="preserve"> ; </w:t>
      </w:r>
      <w:r w:rsidRPr="004C3E92">
        <w:t xml:space="preserve">cependant que lady </w:t>
      </w:r>
      <w:proofErr w:type="spellStart"/>
      <w:r w:rsidRPr="004C3E92">
        <w:t>Dashwood</w:t>
      </w:r>
      <w:proofErr w:type="spellEnd"/>
      <w:r w:rsidRPr="004C3E92">
        <w:t xml:space="preserve"> trouvait suffisamment de bon ton à ses dehors</w:t>
      </w:r>
      <w:r w:rsidR="004A4993">
        <w:t xml:space="preserve">, </w:t>
      </w:r>
      <w:r w:rsidRPr="004C3E92">
        <w:t>pour penser qu</w:t>
      </w:r>
      <w:r w:rsidR="004A4993">
        <w:t>’</w:t>
      </w:r>
      <w:r w:rsidRPr="004C3E92">
        <w:t>il valait la peine de l</w:t>
      </w:r>
      <w:r w:rsidR="004A4993">
        <w:t>’</w:t>
      </w:r>
      <w:r w:rsidRPr="004C3E92">
        <w:t>avoir parmi ses relations</w:t>
      </w:r>
      <w:r w:rsidR="004A4993">
        <w:t xml:space="preserve"> ; </w:t>
      </w:r>
      <w:r w:rsidRPr="004C3E92">
        <w:t>et Mr</w:t>
      </w:r>
      <w:r w:rsidR="004A4993">
        <w:t xml:space="preserve">. </w:t>
      </w:r>
      <w:proofErr w:type="spellStart"/>
      <w:r w:rsidRPr="004C3E92">
        <w:t>Dashwood</w:t>
      </w:r>
      <w:proofErr w:type="spellEnd"/>
      <w:r w:rsidRPr="004C3E92">
        <w:t xml:space="preserve"> se retira enchanté de l</w:t>
      </w:r>
      <w:r w:rsidR="004A4993">
        <w:t>’</w:t>
      </w:r>
      <w:r w:rsidRPr="004C3E92">
        <w:t>un et de l</w:t>
      </w:r>
      <w:r w:rsidR="004A4993">
        <w:t>’</w:t>
      </w:r>
      <w:r w:rsidRPr="004C3E92">
        <w:t>autre</w:t>
      </w:r>
      <w:r w:rsidR="004A4993">
        <w:t>.</w:t>
      </w:r>
    </w:p>
    <w:p w14:paraId="05FB2855" w14:textId="77777777" w:rsidR="004A4993" w:rsidRDefault="004A4993" w:rsidP="004A4993">
      <w:r>
        <w:t>— </w:t>
      </w:r>
      <w:r w:rsidR="008C5C61" w:rsidRPr="004C3E92">
        <w:t>J</w:t>
      </w:r>
      <w:r>
        <w:t>’</w:t>
      </w:r>
      <w:r w:rsidR="008C5C61" w:rsidRPr="004C3E92">
        <w:t>aurai un compte rendu charmant à faire à Fanny</w:t>
      </w:r>
      <w:r>
        <w:t xml:space="preserve">, </w:t>
      </w:r>
      <w:r w:rsidR="008C5C61" w:rsidRPr="004C3E92">
        <w:t>dit-il</w:t>
      </w:r>
      <w:r>
        <w:t xml:space="preserve">, </w:t>
      </w:r>
      <w:r w:rsidR="008C5C61" w:rsidRPr="004C3E92">
        <w:t>au cours du trajet de retour</w:t>
      </w:r>
      <w:r>
        <w:t xml:space="preserve">, </w:t>
      </w:r>
      <w:r w:rsidR="008C5C61" w:rsidRPr="004C3E92">
        <w:t>qu</w:t>
      </w:r>
      <w:r>
        <w:t>’</w:t>
      </w:r>
      <w:r w:rsidR="008C5C61" w:rsidRPr="004C3E92">
        <w:t>il fit à pied avec sa sœur</w:t>
      </w:r>
      <w:r>
        <w:t xml:space="preserve">. </w:t>
      </w:r>
      <w:r w:rsidR="008C5C61" w:rsidRPr="004C3E92">
        <w:t>Lady Middleton est vraiment une femme fort élégante</w:t>
      </w:r>
      <w:r>
        <w:t xml:space="preserve"> ! </w:t>
      </w:r>
      <w:r w:rsidR="008C5C61" w:rsidRPr="004C3E92">
        <w:t>Une femme telle</w:t>
      </w:r>
      <w:r>
        <w:t xml:space="preserve">, </w:t>
      </w:r>
      <w:r w:rsidR="008C5C61" w:rsidRPr="004C3E92">
        <w:t>j</w:t>
      </w:r>
      <w:r>
        <w:t>’</w:t>
      </w:r>
      <w:r w:rsidR="008C5C61" w:rsidRPr="004C3E92">
        <w:t>en suis sûre</w:t>
      </w:r>
      <w:r>
        <w:t xml:space="preserve">, </w:t>
      </w:r>
      <w:r w:rsidR="008C5C61" w:rsidRPr="004C3E92">
        <w:t>que Fanny sera heureuse de la connaître</w:t>
      </w:r>
      <w:r>
        <w:t xml:space="preserve">. </w:t>
      </w:r>
      <w:r w:rsidR="008C5C61" w:rsidRPr="004C3E92">
        <w:t>Et Mrs</w:t>
      </w:r>
      <w:r>
        <w:t xml:space="preserve">. </w:t>
      </w:r>
      <w:r w:rsidR="008C5C61" w:rsidRPr="004C3E92">
        <w:t>Jennings aussi</w:t>
      </w:r>
      <w:r>
        <w:t xml:space="preserve">, – </w:t>
      </w:r>
      <w:r w:rsidR="008C5C61" w:rsidRPr="004C3E92">
        <w:t>c</w:t>
      </w:r>
      <w:r>
        <w:t>’</w:t>
      </w:r>
      <w:r w:rsidR="008C5C61" w:rsidRPr="004C3E92">
        <w:t>est une femme d</w:t>
      </w:r>
      <w:r>
        <w:t>’</w:t>
      </w:r>
      <w:r w:rsidR="008C5C61" w:rsidRPr="004C3E92">
        <w:t>excellentes manières</w:t>
      </w:r>
      <w:r>
        <w:t xml:space="preserve">, </w:t>
      </w:r>
      <w:r w:rsidR="008C5C61" w:rsidRPr="004C3E92">
        <w:t>bien qu</w:t>
      </w:r>
      <w:r>
        <w:t>’</w:t>
      </w:r>
      <w:r w:rsidR="008C5C61" w:rsidRPr="004C3E92">
        <w:t>elle ne soit pas aussi élégante que sa fille</w:t>
      </w:r>
      <w:r>
        <w:t xml:space="preserve">. </w:t>
      </w:r>
      <w:r w:rsidR="008C5C61" w:rsidRPr="004C3E92">
        <w:t>Ta sœur n</w:t>
      </w:r>
      <w:r>
        <w:t>’</w:t>
      </w:r>
      <w:r w:rsidR="008C5C61" w:rsidRPr="004C3E92">
        <w:t>a pas à se faire le moindre scrupule d</w:t>
      </w:r>
      <w:r>
        <w:t>’</w:t>
      </w:r>
      <w:r w:rsidR="008C5C61" w:rsidRPr="004C3E92">
        <w:t>aller la voir</w:t>
      </w:r>
      <w:r>
        <w:t xml:space="preserve">, – </w:t>
      </w:r>
      <w:r w:rsidR="008C5C61" w:rsidRPr="004C3E92">
        <w:t>ce qu</w:t>
      </w:r>
      <w:r>
        <w:t>’</w:t>
      </w:r>
      <w:r w:rsidR="008C5C61" w:rsidRPr="004C3E92">
        <w:t>elle avait craint tant soit peu</w:t>
      </w:r>
      <w:r>
        <w:t xml:space="preserve">, </w:t>
      </w:r>
      <w:r w:rsidR="008C5C61" w:rsidRPr="004C3E92">
        <w:t>et bien naturellement</w:t>
      </w:r>
      <w:r>
        <w:t xml:space="preserve"> ; </w:t>
      </w:r>
      <w:r w:rsidR="008C5C61" w:rsidRPr="004C3E92">
        <w:t>car nous s</w:t>
      </w:r>
      <w:r w:rsidR="008C5C61" w:rsidRPr="004C3E92">
        <w:t>a</w:t>
      </w:r>
      <w:r w:rsidR="008C5C61" w:rsidRPr="004C3E92">
        <w:t>vions seulement que Mrs</w:t>
      </w:r>
      <w:r>
        <w:t xml:space="preserve">. </w:t>
      </w:r>
      <w:r w:rsidR="008C5C61" w:rsidRPr="004C3E92">
        <w:t>Jennings était la veuve d</w:t>
      </w:r>
      <w:r>
        <w:t>’</w:t>
      </w:r>
      <w:r w:rsidR="008C5C61" w:rsidRPr="004C3E92">
        <w:t>un homme qui avait gagné tout son argent d</w:t>
      </w:r>
      <w:r>
        <w:t>’</w:t>
      </w:r>
      <w:r w:rsidR="008C5C61" w:rsidRPr="004C3E92">
        <w:t>une façon assez basse</w:t>
      </w:r>
      <w:r>
        <w:t xml:space="preserve"> ; </w:t>
      </w:r>
      <w:r w:rsidR="008C5C61" w:rsidRPr="004C3E92">
        <w:t>et Fa</w:t>
      </w:r>
      <w:r w:rsidR="008C5C61" w:rsidRPr="004C3E92">
        <w:t>n</w:t>
      </w:r>
      <w:r w:rsidR="008C5C61" w:rsidRPr="004C3E92">
        <w:t>ny et Mrs</w:t>
      </w:r>
      <w:r>
        <w:t xml:space="preserve">. </w:t>
      </w:r>
      <w:proofErr w:type="spellStart"/>
      <w:r w:rsidR="008C5C61" w:rsidRPr="004C3E92">
        <w:t>Ferrars</w:t>
      </w:r>
      <w:proofErr w:type="spellEnd"/>
      <w:r w:rsidR="008C5C61" w:rsidRPr="004C3E92">
        <w:t xml:space="preserve"> avaient l</w:t>
      </w:r>
      <w:r>
        <w:t>’</w:t>
      </w:r>
      <w:r w:rsidR="008C5C61" w:rsidRPr="004C3E92">
        <w:t>une et l</w:t>
      </w:r>
      <w:r>
        <w:t>’</w:t>
      </w:r>
      <w:r w:rsidR="008C5C61" w:rsidRPr="004C3E92">
        <w:t>autre une forte prévention</w:t>
      </w:r>
      <w:r>
        <w:t xml:space="preserve">, </w:t>
      </w:r>
      <w:r w:rsidR="008C5C61" w:rsidRPr="004C3E92">
        <w:t>croyant que ni elle ni ses filles n</w:t>
      </w:r>
      <w:r>
        <w:t>’</w:t>
      </w:r>
      <w:r w:rsidR="008C5C61" w:rsidRPr="004C3E92">
        <w:t>étaient des femmes d</w:t>
      </w:r>
      <w:r>
        <w:t>’</w:t>
      </w:r>
      <w:r w:rsidR="008C5C61" w:rsidRPr="004C3E92">
        <w:t>un genre tel que Fanny aurait plaisir à les fréquenter</w:t>
      </w:r>
      <w:r>
        <w:t xml:space="preserve">. </w:t>
      </w:r>
      <w:r w:rsidR="008C5C61" w:rsidRPr="004C3E92">
        <w:t>Mais je puis à pr</w:t>
      </w:r>
      <w:r w:rsidR="008C5C61" w:rsidRPr="004C3E92">
        <w:t>é</w:t>
      </w:r>
      <w:r w:rsidR="008C5C61" w:rsidRPr="004C3E92">
        <w:t>sent lui faire un compte rendu fort satisfaisant de l</w:t>
      </w:r>
      <w:r>
        <w:t>’</w:t>
      </w:r>
      <w:r w:rsidR="008C5C61" w:rsidRPr="004C3E92">
        <w:t>une et de l</w:t>
      </w:r>
      <w:r>
        <w:t>’</w:t>
      </w:r>
      <w:r w:rsidR="008C5C61" w:rsidRPr="004C3E92">
        <w:t>autre</w:t>
      </w:r>
      <w:r>
        <w:t>.</w:t>
      </w:r>
    </w:p>
    <w:p w14:paraId="673734F0" w14:textId="3FB46107" w:rsidR="008C5C61" w:rsidRPr="004C3E92" w:rsidRDefault="008C5C61" w:rsidP="004A4993">
      <w:pPr>
        <w:pStyle w:val="Titre1"/>
      </w:pPr>
      <w:bookmarkStart w:id="33" w:name="_Toc196409818"/>
      <w:r w:rsidRPr="004C3E92">
        <w:lastRenderedPageBreak/>
        <w:t>CHAPITRE XXXIV</w:t>
      </w:r>
      <w:bookmarkEnd w:id="33"/>
      <w:r w:rsidRPr="004C3E92">
        <w:br/>
      </w:r>
    </w:p>
    <w:p w14:paraId="7F15BC22" w14:textId="77777777" w:rsidR="004A4993" w:rsidRDefault="008C5C61" w:rsidP="004A4993">
      <w:r w:rsidRPr="004C3E92">
        <w:t>Mrs</w:t>
      </w:r>
      <w:r w:rsidR="004A4993">
        <w:t xml:space="preserve">. </w:t>
      </w:r>
      <w:r w:rsidRPr="004C3E92">
        <w:t xml:space="preserve">John </w:t>
      </w:r>
      <w:proofErr w:type="spellStart"/>
      <w:r w:rsidRPr="004C3E92">
        <w:t>Dashwood</w:t>
      </w:r>
      <w:proofErr w:type="spellEnd"/>
      <w:r w:rsidRPr="004C3E92">
        <w:t xml:space="preserve"> avait une telle confiance en le jug</w:t>
      </w:r>
      <w:r w:rsidRPr="004C3E92">
        <w:t>e</w:t>
      </w:r>
      <w:r w:rsidRPr="004C3E92">
        <w:t>ment de son mari</w:t>
      </w:r>
      <w:r w:rsidR="004A4993">
        <w:t xml:space="preserve">, </w:t>
      </w:r>
      <w:r w:rsidRPr="004C3E92">
        <w:t>qu</w:t>
      </w:r>
      <w:r w:rsidR="004A4993">
        <w:t>’</w:t>
      </w:r>
      <w:r w:rsidRPr="004C3E92">
        <w:t>elle fit</w:t>
      </w:r>
      <w:r w:rsidR="004A4993">
        <w:t xml:space="preserve">, </w:t>
      </w:r>
      <w:r w:rsidRPr="004C3E92">
        <w:t>dès le lendemain</w:t>
      </w:r>
      <w:r w:rsidR="004A4993">
        <w:t xml:space="preserve">, </w:t>
      </w:r>
      <w:r w:rsidRPr="004C3E92">
        <w:t>une visite</w:t>
      </w:r>
      <w:r w:rsidR="004A4993">
        <w:t xml:space="preserve">, </w:t>
      </w:r>
      <w:r w:rsidRPr="004C3E92">
        <w:t>et à Mrs</w:t>
      </w:r>
      <w:r w:rsidR="004A4993">
        <w:t xml:space="preserve">. </w:t>
      </w:r>
      <w:r w:rsidRPr="004C3E92">
        <w:t>Jennings et à sa fille</w:t>
      </w:r>
      <w:r w:rsidR="004A4993">
        <w:t xml:space="preserve"> ; </w:t>
      </w:r>
      <w:r w:rsidRPr="004C3E92">
        <w:t>et sa confiance fut récompensée</w:t>
      </w:r>
      <w:r w:rsidR="004A4993">
        <w:t xml:space="preserve">, </w:t>
      </w:r>
      <w:r w:rsidRPr="004C3E92">
        <w:t>parce qu</w:t>
      </w:r>
      <w:r w:rsidR="004A4993">
        <w:t>’</w:t>
      </w:r>
      <w:r w:rsidRPr="004C3E92">
        <w:t>elle trouva que même celle-là</w:t>
      </w:r>
      <w:r w:rsidR="004A4993">
        <w:t xml:space="preserve">, </w:t>
      </w:r>
      <w:r w:rsidRPr="004C3E92">
        <w:t>la femme chez qui s</w:t>
      </w:r>
      <w:r w:rsidRPr="004C3E92">
        <w:t>é</w:t>
      </w:r>
      <w:r w:rsidRPr="004C3E92">
        <w:t>journaient ses sœurs</w:t>
      </w:r>
      <w:r w:rsidR="004A4993">
        <w:t xml:space="preserve">, </w:t>
      </w:r>
      <w:r w:rsidRPr="004C3E92">
        <w:t>n</w:t>
      </w:r>
      <w:r w:rsidR="004A4993">
        <w:t>’</w:t>
      </w:r>
      <w:r w:rsidRPr="004C3E92">
        <w:t>était nullement indigne de son atte</w:t>
      </w:r>
      <w:r w:rsidRPr="004C3E92">
        <w:t>n</w:t>
      </w:r>
      <w:r w:rsidRPr="004C3E92">
        <w:t>tion</w:t>
      </w:r>
      <w:r w:rsidR="004A4993">
        <w:t xml:space="preserve"> ; </w:t>
      </w:r>
      <w:r w:rsidRPr="004C3E92">
        <w:t>et quant à lady Middleton</w:t>
      </w:r>
      <w:r w:rsidR="004A4993">
        <w:t xml:space="preserve">, </w:t>
      </w:r>
      <w:r w:rsidRPr="004C3E92">
        <w:t>elle trouva que c</w:t>
      </w:r>
      <w:r w:rsidR="004A4993">
        <w:t>’</w:t>
      </w:r>
      <w:r w:rsidRPr="004C3E92">
        <w:t>était l</w:t>
      </w:r>
      <w:r w:rsidR="004A4993">
        <w:t>’</w:t>
      </w:r>
      <w:r w:rsidRPr="004C3E92">
        <w:t>une des femmes les plus charmantes qui fussent au monde</w:t>
      </w:r>
      <w:r w:rsidR="004A4993">
        <w:t> !</w:t>
      </w:r>
    </w:p>
    <w:p w14:paraId="34CBB3D2" w14:textId="77777777" w:rsidR="004A4993" w:rsidRDefault="008C5C61" w:rsidP="004A4993">
      <w:r w:rsidRPr="004C3E92">
        <w:t>Lady Middleton fut également satisfaite de Mrs</w:t>
      </w:r>
      <w:r w:rsidR="004A4993">
        <w:t xml:space="preserve">. </w:t>
      </w:r>
      <w:proofErr w:type="spellStart"/>
      <w:r w:rsidRPr="004C3E92">
        <w:t>Das</w:t>
      </w:r>
      <w:r w:rsidRPr="004C3E92">
        <w:t>h</w:t>
      </w:r>
      <w:r w:rsidRPr="004C3E92">
        <w:t>wood</w:t>
      </w:r>
      <w:proofErr w:type="spellEnd"/>
      <w:r w:rsidR="004A4993">
        <w:t xml:space="preserve">. </w:t>
      </w:r>
      <w:r w:rsidRPr="004C3E92">
        <w:t>Il y avait de part et d</w:t>
      </w:r>
      <w:r w:rsidR="004A4993">
        <w:t>’</w:t>
      </w:r>
      <w:r w:rsidRPr="004C3E92">
        <w:t>autre une sorte d</w:t>
      </w:r>
      <w:r w:rsidR="004A4993">
        <w:t>’</w:t>
      </w:r>
      <w:r w:rsidRPr="004C3E92">
        <w:t>égoïsme sans cœur</w:t>
      </w:r>
      <w:r w:rsidR="004A4993">
        <w:t xml:space="preserve">, </w:t>
      </w:r>
      <w:r w:rsidRPr="004C3E92">
        <w:t>qui les attirait mutuellement</w:t>
      </w:r>
      <w:r w:rsidR="004A4993">
        <w:t xml:space="preserve"> ; </w:t>
      </w:r>
      <w:r w:rsidRPr="004C3E92">
        <w:t>et elles sympathisèrent l</w:t>
      </w:r>
      <w:r w:rsidR="004A4993">
        <w:t>’</w:t>
      </w:r>
      <w:r w:rsidRPr="004C3E92">
        <w:t>une avec l</w:t>
      </w:r>
      <w:r w:rsidR="004A4993">
        <w:t>’</w:t>
      </w:r>
      <w:r w:rsidRPr="004C3E92">
        <w:t>autre dans une insipide bienséance d</w:t>
      </w:r>
      <w:r w:rsidR="004A4993">
        <w:t>’</w:t>
      </w:r>
      <w:r w:rsidRPr="004C3E92">
        <w:t>attitude</w:t>
      </w:r>
      <w:r w:rsidR="004A4993">
        <w:t xml:space="preserve">, </w:t>
      </w:r>
      <w:r w:rsidRPr="004C3E92">
        <w:t>et un manque général de compréhension</w:t>
      </w:r>
      <w:r w:rsidR="004A4993">
        <w:t>.</w:t>
      </w:r>
    </w:p>
    <w:p w14:paraId="6E29C9CD" w14:textId="77777777" w:rsidR="004A4993" w:rsidRDefault="008C5C61" w:rsidP="004A4993">
      <w:r w:rsidRPr="004C3E92">
        <w:t>Les mêmes façons</w:t>
      </w:r>
      <w:r w:rsidR="004A4993">
        <w:t xml:space="preserve">, </w:t>
      </w:r>
      <w:r w:rsidRPr="004C3E92">
        <w:t>toutefois</w:t>
      </w:r>
      <w:r w:rsidR="004A4993">
        <w:t xml:space="preserve">, </w:t>
      </w:r>
      <w:r w:rsidRPr="004C3E92">
        <w:t>qui recommandèrent Mrs</w:t>
      </w:r>
      <w:r w:rsidR="004A4993">
        <w:t xml:space="preserve">. </w:t>
      </w:r>
      <w:r w:rsidRPr="004C3E92">
        <w:t xml:space="preserve">John </w:t>
      </w:r>
      <w:proofErr w:type="spellStart"/>
      <w:r w:rsidRPr="004C3E92">
        <w:t>Dashwood</w:t>
      </w:r>
      <w:proofErr w:type="spellEnd"/>
      <w:r w:rsidRPr="004C3E92">
        <w:t xml:space="preserve"> à la bonne opinion de lady Middleton</w:t>
      </w:r>
      <w:r w:rsidR="004A4993">
        <w:t xml:space="preserve">, </w:t>
      </w:r>
      <w:r w:rsidRPr="004C3E92">
        <w:t>ne convinrent pas à Mrs</w:t>
      </w:r>
      <w:r w:rsidR="004A4993">
        <w:t xml:space="preserve">. </w:t>
      </w:r>
      <w:r w:rsidRPr="004C3E92">
        <w:t>Jennings</w:t>
      </w:r>
      <w:r w:rsidR="004A4993">
        <w:t xml:space="preserve">, </w:t>
      </w:r>
      <w:r w:rsidRPr="004C3E92">
        <w:t>à qui elle fit l</w:t>
      </w:r>
      <w:r w:rsidR="004A4993">
        <w:t>’</w:t>
      </w:r>
      <w:r w:rsidRPr="004C3E92">
        <w:t>effet de n</w:t>
      </w:r>
      <w:r w:rsidR="004A4993">
        <w:t>’</w:t>
      </w:r>
      <w:r w:rsidRPr="004C3E92">
        <w:t>être rien de plus qu</w:t>
      </w:r>
      <w:r w:rsidR="004A4993">
        <w:t>’</w:t>
      </w:r>
      <w:r w:rsidRPr="004C3E92">
        <w:t>une petite femme à l</w:t>
      </w:r>
      <w:r w:rsidR="004A4993">
        <w:t>’</w:t>
      </w:r>
      <w:r w:rsidRPr="004C3E92">
        <w:t>air orgueilleux</w:t>
      </w:r>
      <w:r w:rsidR="004A4993">
        <w:t xml:space="preserve">, </w:t>
      </w:r>
      <w:r w:rsidRPr="004C3E92">
        <w:t>d</w:t>
      </w:r>
      <w:r w:rsidR="004A4993">
        <w:t>’</w:t>
      </w:r>
      <w:r w:rsidRPr="004C3E92">
        <w:t>abord sans cordialité</w:t>
      </w:r>
      <w:r w:rsidR="004A4993">
        <w:t xml:space="preserve">, </w:t>
      </w:r>
      <w:r w:rsidRPr="004C3E92">
        <w:t>qui retrouvait les sœurs de son mari sans aucune a</w:t>
      </w:r>
      <w:r w:rsidRPr="004C3E92">
        <w:t>f</w:t>
      </w:r>
      <w:r w:rsidRPr="004C3E92">
        <w:t>fection</w:t>
      </w:r>
      <w:r w:rsidR="004A4993">
        <w:t xml:space="preserve">, </w:t>
      </w:r>
      <w:r w:rsidRPr="004C3E92">
        <w:t>et presque sans avoir rien à leur dire</w:t>
      </w:r>
      <w:r w:rsidR="004A4993">
        <w:t xml:space="preserve"> ; </w:t>
      </w:r>
      <w:r w:rsidRPr="004C3E92">
        <w:t>car</w:t>
      </w:r>
      <w:r w:rsidR="004A4993">
        <w:t xml:space="preserve">, </w:t>
      </w:r>
      <w:r w:rsidRPr="004C3E92">
        <w:t>sur le quart d</w:t>
      </w:r>
      <w:r w:rsidR="004A4993">
        <w:t>’</w:t>
      </w:r>
      <w:r w:rsidRPr="004C3E92">
        <w:t>heure octroyé à Berkeley Street</w:t>
      </w:r>
      <w:r w:rsidR="004A4993">
        <w:t xml:space="preserve">, </w:t>
      </w:r>
      <w:r w:rsidRPr="004C3E92">
        <w:t>elle resta silencieuse pendant au moins sept minutes et demie</w:t>
      </w:r>
      <w:r w:rsidR="004A4993">
        <w:t>.</w:t>
      </w:r>
    </w:p>
    <w:p w14:paraId="4572B445" w14:textId="77777777" w:rsidR="004A4993" w:rsidRDefault="008C5C61" w:rsidP="004A4993">
      <w:proofErr w:type="spellStart"/>
      <w:r w:rsidRPr="004C3E92">
        <w:t>Elinor</w:t>
      </w:r>
      <w:proofErr w:type="spellEnd"/>
      <w:r w:rsidRPr="004C3E92">
        <w:t xml:space="preserve"> désirait vivement savoir</w:t>
      </w:r>
      <w:r w:rsidR="004A4993">
        <w:t xml:space="preserve">, </w:t>
      </w:r>
      <w:r w:rsidRPr="004C3E92">
        <w:t>bien qu</w:t>
      </w:r>
      <w:r w:rsidR="004A4993">
        <w:t>’</w:t>
      </w:r>
      <w:r w:rsidRPr="004C3E92">
        <w:t>il ne lui plût pas de le demander</w:t>
      </w:r>
      <w:r w:rsidR="004A4993">
        <w:t xml:space="preserve">, </w:t>
      </w:r>
      <w:r w:rsidRPr="004C3E92">
        <w:t>si Edward était à ce moment à Londres</w:t>
      </w:r>
      <w:r w:rsidR="004A4993">
        <w:t xml:space="preserve"> ; </w:t>
      </w:r>
      <w:r w:rsidRPr="004C3E92">
        <w:t>mais rien n</w:t>
      </w:r>
      <w:r w:rsidR="004A4993">
        <w:t>’</w:t>
      </w:r>
      <w:r w:rsidRPr="004C3E92">
        <w:t>eût incité Fanny à prononcer volontairement son nom devant elle</w:t>
      </w:r>
      <w:r w:rsidR="004A4993">
        <w:t xml:space="preserve">, </w:t>
      </w:r>
      <w:r w:rsidRPr="004C3E92">
        <w:t>jusqu</w:t>
      </w:r>
      <w:r w:rsidR="004A4993">
        <w:t>’</w:t>
      </w:r>
      <w:r w:rsidRPr="004C3E92">
        <w:t>à ce qu</w:t>
      </w:r>
      <w:r w:rsidR="004A4993">
        <w:t>’</w:t>
      </w:r>
      <w:r w:rsidRPr="004C3E92">
        <w:t>elle pût lui annoncer que son mariage avec miss Morton était chose décidée</w:t>
      </w:r>
      <w:r w:rsidR="004A4993">
        <w:t xml:space="preserve">, </w:t>
      </w:r>
      <w:r w:rsidRPr="004C3E92">
        <w:t>ou jusqu</w:t>
      </w:r>
      <w:r w:rsidR="004A4993">
        <w:t>’</w:t>
      </w:r>
      <w:r w:rsidRPr="004C3E92">
        <w:t>à ce que fussent réal</w:t>
      </w:r>
      <w:r w:rsidRPr="004C3E92">
        <w:t>i</w:t>
      </w:r>
      <w:r w:rsidRPr="004C3E92">
        <w:t>sées les espérances que son mari avait sur le colonel Brandon</w:t>
      </w:r>
      <w:r w:rsidR="004A4993">
        <w:t xml:space="preserve"> ; </w:t>
      </w:r>
      <w:r w:rsidRPr="004C3E92">
        <w:t xml:space="preserve">car elle les croyait encore si fortement </w:t>
      </w:r>
      <w:r w:rsidRPr="004C3E92">
        <w:lastRenderedPageBreak/>
        <w:t>attachés l</w:t>
      </w:r>
      <w:r w:rsidR="004A4993">
        <w:t>’</w:t>
      </w:r>
      <w:r w:rsidRPr="004C3E92">
        <w:t>un à l</w:t>
      </w:r>
      <w:r w:rsidR="004A4993">
        <w:t>’</w:t>
      </w:r>
      <w:r w:rsidRPr="004C3E92">
        <w:t>autre</w:t>
      </w:r>
      <w:r w:rsidR="004A4993">
        <w:t xml:space="preserve">, </w:t>
      </w:r>
      <w:r w:rsidRPr="004C3E92">
        <w:t>qu</w:t>
      </w:r>
      <w:r w:rsidR="004A4993">
        <w:t>’</w:t>
      </w:r>
      <w:r w:rsidRPr="004C3E92">
        <w:t>on ne pouvait trop assidument les séparer</w:t>
      </w:r>
      <w:r w:rsidR="004A4993">
        <w:t xml:space="preserve">, </w:t>
      </w:r>
      <w:r w:rsidRPr="004C3E92">
        <w:t>par la parole et par les actes</w:t>
      </w:r>
      <w:r w:rsidR="004A4993">
        <w:t xml:space="preserve">, </w:t>
      </w:r>
      <w:r w:rsidRPr="004C3E92">
        <w:t>en toute circonstance</w:t>
      </w:r>
      <w:r w:rsidR="004A4993">
        <w:t xml:space="preserve">. </w:t>
      </w:r>
      <w:r w:rsidRPr="004C3E92">
        <w:t>Toutefois</w:t>
      </w:r>
      <w:r w:rsidR="004A4993">
        <w:t xml:space="preserve">, </w:t>
      </w:r>
      <w:r w:rsidRPr="004C3E92">
        <w:t>le renseignement qu</w:t>
      </w:r>
      <w:r w:rsidR="004A4993">
        <w:t>’</w:t>
      </w:r>
      <w:r w:rsidRPr="004C3E92">
        <w:t>elle se refusait à donner ne tarda pas à couler d</w:t>
      </w:r>
      <w:r w:rsidR="004A4993">
        <w:t>’</w:t>
      </w:r>
      <w:r w:rsidRPr="004C3E92">
        <w:t>une autre source</w:t>
      </w:r>
      <w:r w:rsidR="004A4993">
        <w:t xml:space="preserve">. </w:t>
      </w:r>
      <w:r w:rsidRPr="004C3E92">
        <w:t>Lucy vint peu après</w:t>
      </w:r>
      <w:r w:rsidR="004A4993">
        <w:t xml:space="preserve">, </w:t>
      </w:r>
      <w:r w:rsidRPr="004C3E92">
        <w:t>pour solliciter la compassion d</w:t>
      </w:r>
      <w:r w:rsidR="004A4993">
        <w:t>’</w:t>
      </w:r>
      <w:proofErr w:type="spellStart"/>
      <w:r w:rsidRPr="004C3E92">
        <w:t>Elinor</w:t>
      </w:r>
      <w:proofErr w:type="spellEnd"/>
      <w:r w:rsidRPr="004C3E92">
        <w:t xml:space="preserve"> du fait qu</w:t>
      </w:r>
      <w:r w:rsidR="004A4993">
        <w:t>’</w:t>
      </w:r>
      <w:r w:rsidRPr="004C3E92">
        <w:t>il ne lui était pas possible de voir Edward</w:t>
      </w:r>
      <w:r w:rsidR="004A4993">
        <w:t xml:space="preserve">, </w:t>
      </w:r>
      <w:r w:rsidRPr="004C3E92">
        <w:t>bien qu</w:t>
      </w:r>
      <w:r w:rsidR="004A4993">
        <w:t>’</w:t>
      </w:r>
      <w:r w:rsidRPr="004C3E92">
        <w:t>il fût arrivé à Londres avec Mr</w:t>
      </w:r>
      <w:r w:rsidR="004A4993">
        <w:t xml:space="preserve">. </w:t>
      </w:r>
      <w:r w:rsidRPr="004C3E92">
        <w:t>et Mrs</w:t>
      </w:r>
      <w:r w:rsidR="004A4993">
        <w:t xml:space="preserve">. </w:t>
      </w:r>
      <w:proofErr w:type="spellStart"/>
      <w:r w:rsidRPr="004C3E92">
        <w:t>Dashwood</w:t>
      </w:r>
      <w:proofErr w:type="spellEnd"/>
      <w:r w:rsidR="004A4993">
        <w:t xml:space="preserve">. </w:t>
      </w:r>
      <w:r w:rsidRPr="004C3E92">
        <w:t>Il n</w:t>
      </w:r>
      <w:r w:rsidR="004A4993">
        <w:t>’</w:t>
      </w:r>
      <w:r w:rsidRPr="004C3E92">
        <w:t xml:space="preserve">osait pas se présenter à </w:t>
      </w:r>
      <w:proofErr w:type="spellStart"/>
      <w:r w:rsidRPr="004C3E92">
        <w:t>Bartlett</w:t>
      </w:r>
      <w:r w:rsidR="004A4993">
        <w:t>’</w:t>
      </w:r>
      <w:r w:rsidRPr="004C3E92">
        <w:t>s</w:t>
      </w:r>
      <w:proofErr w:type="spellEnd"/>
      <w:r w:rsidRPr="004C3E92">
        <w:t xml:space="preserve"> Buildings</w:t>
      </w:r>
      <w:r w:rsidR="004A4993">
        <w:t xml:space="preserve">, </w:t>
      </w:r>
      <w:r w:rsidRPr="004C3E92">
        <w:t>de peur d</w:t>
      </w:r>
      <w:r w:rsidR="004A4993">
        <w:t>’</w:t>
      </w:r>
      <w:r w:rsidRPr="004C3E92">
        <w:t>y être vu</w:t>
      </w:r>
      <w:r w:rsidR="004A4993">
        <w:t xml:space="preserve">, </w:t>
      </w:r>
      <w:r w:rsidRPr="004C3E92">
        <w:t>et</w:t>
      </w:r>
      <w:r w:rsidR="004A4993">
        <w:t xml:space="preserve">, </w:t>
      </w:r>
      <w:r w:rsidRPr="004C3E92">
        <w:t>bien que leur impatience réciproque de se rencontrer fût indicible</w:t>
      </w:r>
      <w:r w:rsidR="004A4993">
        <w:t xml:space="preserve">, </w:t>
      </w:r>
      <w:r w:rsidRPr="004C3E92">
        <w:t>ils ne pouvaient</w:t>
      </w:r>
      <w:r w:rsidR="004A4993">
        <w:t xml:space="preserve">, </w:t>
      </w:r>
      <w:r w:rsidRPr="004C3E92">
        <w:t>pour le moment</w:t>
      </w:r>
      <w:r w:rsidR="004A4993">
        <w:t xml:space="preserve">, </w:t>
      </w:r>
      <w:r w:rsidRPr="004C3E92">
        <w:t>que s</w:t>
      </w:r>
      <w:r w:rsidR="004A4993">
        <w:t>’</w:t>
      </w:r>
      <w:r w:rsidRPr="004C3E92">
        <w:t>écrire</w:t>
      </w:r>
      <w:r w:rsidR="004A4993">
        <w:t>.</w:t>
      </w:r>
    </w:p>
    <w:p w14:paraId="63F1CDFF" w14:textId="77777777" w:rsidR="004A4993" w:rsidRDefault="008C5C61" w:rsidP="004A4993">
      <w:r w:rsidRPr="004C3E92">
        <w:t>Edward ne tarda pas à leur donner lui-même l</w:t>
      </w:r>
      <w:r w:rsidR="004A4993">
        <w:t>’</w:t>
      </w:r>
      <w:r w:rsidRPr="004C3E92">
        <w:t>assurance qu</w:t>
      </w:r>
      <w:r w:rsidR="004A4993">
        <w:t>’</w:t>
      </w:r>
      <w:r w:rsidRPr="004C3E92">
        <w:t>il était à Londres</w:t>
      </w:r>
      <w:r w:rsidR="004A4993">
        <w:t xml:space="preserve">, </w:t>
      </w:r>
      <w:r w:rsidRPr="004C3E92">
        <w:t>en se présentant à deux reprises à Berkeley Street</w:t>
      </w:r>
      <w:r w:rsidR="004A4993">
        <w:t xml:space="preserve">. </w:t>
      </w:r>
      <w:r w:rsidRPr="004C3E92">
        <w:t>Elles trouvèrent deux fois sa carte sur la table</w:t>
      </w:r>
      <w:r w:rsidR="004A4993">
        <w:t xml:space="preserve">, </w:t>
      </w:r>
      <w:r w:rsidRPr="004C3E92">
        <w:t>en re</w:t>
      </w:r>
      <w:r w:rsidRPr="004C3E92">
        <w:t>n</w:t>
      </w:r>
      <w:r w:rsidRPr="004C3E92">
        <w:t>trant de leurs occupations de la matinée</w:t>
      </w:r>
      <w:r w:rsidR="004A4993">
        <w:t xml:space="preserve">. </w:t>
      </w:r>
      <w:proofErr w:type="spellStart"/>
      <w:r w:rsidRPr="004C3E92">
        <w:t>Elinor</w:t>
      </w:r>
      <w:proofErr w:type="spellEnd"/>
      <w:r w:rsidRPr="004C3E92">
        <w:t xml:space="preserve"> fut contente de ce qu</w:t>
      </w:r>
      <w:r w:rsidR="004A4993">
        <w:t>’</w:t>
      </w:r>
      <w:r w:rsidRPr="004C3E92">
        <w:t>il fût venu</w:t>
      </w:r>
      <w:r w:rsidR="004A4993">
        <w:t xml:space="preserve">, </w:t>
      </w:r>
      <w:r w:rsidRPr="004C3E92">
        <w:t>et encore plus contente de l</w:t>
      </w:r>
      <w:r w:rsidR="004A4993">
        <w:t>’</w:t>
      </w:r>
      <w:r w:rsidRPr="004C3E92">
        <w:t>avoir manqué</w:t>
      </w:r>
      <w:r w:rsidR="004A4993">
        <w:t>.</w:t>
      </w:r>
    </w:p>
    <w:p w14:paraId="04EAD4B5" w14:textId="77777777" w:rsidR="004A4993" w:rsidRDefault="008C5C61" w:rsidP="004A4993">
      <w:r w:rsidRPr="004C3E92">
        <w:t xml:space="preserve">Les </w:t>
      </w:r>
      <w:proofErr w:type="spellStart"/>
      <w:r w:rsidRPr="004C3E92">
        <w:t>Dashwood</w:t>
      </w:r>
      <w:proofErr w:type="spellEnd"/>
      <w:r w:rsidRPr="004C3E92">
        <w:t xml:space="preserve"> furent si prodigieusement enchantés des Middleton</w:t>
      </w:r>
      <w:r w:rsidR="004A4993">
        <w:t xml:space="preserve">, </w:t>
      </w:r>
      <w:r w:rsidRPr="004C3E92">
        <w:t>que</w:t>
      </w:r>
      <w:r w:rsidR="004A4993">
        <w:t xml:space="preserve">, </w:t>
      </w:r>
      <w:r w:rsidRPr="004C3E92">
        <w:t>bien qu</w:t>
      </w:r>
      <w:r w:rsidR="004A4993">
        <w:t>’</w:t>
      </w:r>
      <w:r w:rsidRPr="004C3E92">
        <w:t>ils n</w:t>
      </w:r>
      <w:r w:rsidR="004A4993">
        <w:t>’</w:t>
      </w:r>
      <w:r w:rsidRPr="004C3E92">
        <w:t>eussent guère l</w:t>
      </w:r>
      <w:r w:rsidR="004A4993">
        <w:t>’</w:t>
      </w:r>
      <w:r w:rsidRPr="004C3E92">
        <w:t>habitude de donner quoi que ce soit</w:t>
      </w:r>
      <w:r w:rsidR="004A4993">
        <w:t xml:space="preserve">, </w:t>
      </w:r>
      <w:r w:rsidRPr="004C3E92">
        <w:t>ils résolurent de leur offrir à dîner</w:t>
      </w:r>
      <w:r w:rsidR="004A4993">
        <w:t xml:space="preserve"> ; </w:t>
      </w:r>
      <w:r w:rsidRPr="004C3E92">
        <w:t>et</w:t>
      </w:r>
      <w:r w:rsidR="004A4993">
        <w:t xml:space="preserve">, </w:t>
      </w:r>
      <w:r w:rsidRPr="004C3E92">
        <w:t>peu de temps après qu</w:t>
      </w:r>
      <w:r w:rsidR="004A4993">
        <w:t>’</w:t>
      </w:r>
      <w:r w:rsidRPr="004C3E92">
        <w:t>ils eurent fait connaissance</w:t>
      </w:r>
      <w:r w:rsidR="004A4993">
        <w:t xml:space="preserve">, </w:t>
      </w:r>
      <w:r w:rsidRPr="004C3E92">
        <w:t>les invitèrent à d</w:t>
      </w:r>
      <w:r w:rsidRPr="004C3E92">
        <w:t>î</w:t>
      </w:r>
      <w:r w:rsidRPr="004C3E92">
        <w:t>ner dans Harley Street</w:t>
      </w:r>
      <w:r w:rsidR="004A4993">
        <w:t xml:space="preserve">, </w:t>
      </w:r>
      <w:r w:rsidRPr="004C3E92">
        <w:t>où ils avaient loué une très bonne ma</w:t>
      </w:r>
      <w:r w:rsidRPr="004C3E92">
        <w:t>i</w:t>
      </w:r>
      <w:r w:rsidRPr="004C3E92">
        <w:t>son pour trois mois</w:t>
      </w:r>
      <w:r w:rsidR="004A4993">
        <w:t xml:space="preserve">. </w:t>
      </w:r>
      <w:r w:rsidRPr="004C3E92">
        <w:t>Leurs sœurs et Mrs</w:t>
      </w:r>
      <w:r w:rsidR="004A4993">
        <w:t xml:space="preserve">. </w:t>
      </w:r>
      <w:r w:rsidRPr="004C3E92">
        <w:t>Jennings furent ég</w:t>
      </w:r>
      <w:r w:rsidRPr="004C3E92">
        <w:t>a</w:t>
      </w:r>
      <w:r w:rsidRPr="004C3E92">
        <w:t>lement invitées</w:t>
      </w:r>
      <w:r w:rsidR="004A4993">
        <w:t xml:space="preserve">, </w:t>
      </w:r>
      <w:r w:rsidRPr="004C3E92">
        <w:t xml:space="preserve">et John </w:t>
      </w:r>
      <w:proofErr w:type="spellStart"/>
      <w:r w:rsidRPr="004C3E92">
        <w:t>Dashwood</w:t>
      </w:r>
      <w:proofErr w:type="spellEnd"/>
      <w:r w:rsidRPr="004C3E92">
        <w:t xml:space="preserve"> prit soin de s</w:t>
      </w:r>
      <w:r w:rsidR="004A4993">
        <w:t>’</w:t>
      </w:r>
      <w:r w:rsidRPr="004C3E92">
        <w:t>assurer la pr</w:t>
      </w:r>
      <w:r w:rsidRPr="004C3E92">
        <w:t>é</w:t>
      </w:r>
      <w:r w:rsidRPr="004C3E92">
        <w:t>sence du colonel Brandon</w:t>
      </w:r>
      <w:r w:rsidR="004A4993">
        <w:t xml:space="preserve">, </w:t>
      </w:r>
      <w:r w:rsidRPr="004C3E92">
        <w:t>qui</w:t>
      </w:r>
      <w:r w:rsidR="004A4993">
        <w:t xml:space="preserve">, </w:t>
      </w:r>
      <w:r w:rsidRPr="004C3E92">
        <w:t xml:space="preserve">toujours content de se trouver là où étaient les demoiselles </w:t>
      </w:r>
      <w:proofErr w:type="spellStart"/>
      <w:r w:rsidRPr="004C3E92">
        <w:t>Dashwood</w:t>
      </w:r>
      <w:proofErr w:type="spellEnd"/>
      <w:r w:rsidR="004A4993">
        <w:t xml:space="preserve">, </w:t>
      </w:r>
      <w:r w:rsidRPr="004C3E92">
        <w:t>reçut ses civilités empre</w:t>
      </w:r>
      <w:r w:rsidRPr="004C3E92">
        <w:t>s</w:t>
      </w:r>
      <w:r w:rsidRPr="004C3E92">
        <w:t>sées avec quelque surprise</w:t>
      </w:r>
      <w:r w:rsidR="004A4993">
        <w:t xml:space="preserve">, </w:t>
      </w:r>
      <w:r w:rsidRPr="004C3E92">
        <w:t>mais avec beaucoup plus de plaisir</w:t>
      </w:r>
      <w:r w:rsidR="004A4993">
        <w:t xml:space="preserve">. </w:t>
      </w:r>
      <w:r w:rsidRPr="004C3E92">
        <w:t>Elles devaient rencontrer là</w:t>
      </w:r>
      <w:r w:rsidR="004A4993">
        <w:t xml:space="preserve">, </w:t>
      </w:r>
      <w:r w:rsidRPr="004C3E92">
        <w:t>Mrs</w:t>
      </w:r>
      <w:r w:rsidR="004A4993">
        <w:t xml:space="preserve">. </w:t>
      </w:r>
      <w:proofErr w:type="spellStart"/>
      <w:r w:rsidRPr="004C3E92">
        <w:t>Ferrars</w:t>
      </w:r>
      <w:proofErr w:type="spellEnd"/>
      <w:r w:rsidR="004A4993">
        <w:t xml:space="preserve"> ; </w:t>
      </w:r>
      <w:r w:rsidRPr="004C3E92">
        <w:t xml:space="preserve">mais </w:t>
      </w:r>
      <w:proofErr w:type="spellStart"/>
      <w:r w:rsidRPr="004C3E92">
        <w:t>Elinor</w:t>
      </w:r>
      <w:proofErr w:type="spellEnd"/>
      <w:r w:rsidRPr="004C3E92">
        <w:t xml:space="preserve"> ne put apprendre si ses fils devaient être de la réunion</w:t>
      </w:r>
      <w:r w:rsidR="004A4993">
        <w:t xml:space="preserve">. </w:t>
      </w:r>
      <w:r w:rsidRPr="004C3E92">
        <w:t>L</w:t>
      </w:r>
      <w:r w:rsidR="004A4993">
        <w:t>’</w:t>
      </w:r>
      <w:r w:rsidRPr="004C3E92">
        <w:t>attente où elle était de la voir</w:t>
      </w:r>
      <w:r w:rsidR="004A4993">
        <w:t xml:space="preserve">, </w:t>
      </w:r>
      <w:r w:rsidRPr="004C3E92">
        <w:t>fut toutefois suffisante à susciter son intérêt à la réception</w:t>
      </w:r>
      <w:r w:rsidR="004A4993">
        <w:t xml:space="preserve"> ; </w:t>
      </w:r>
      <w:r w:rsidRPr="004C3E92">
        <w:t>car</w:t>
      </w:r>
      <w:r w:rsidR="004A4993">
        <w:t xml:space="preserve">, </w:t>
      </w:r>
      <w:r w:rsidRPr="004C3E92">
        <w:t>bien qu</w:t>
      </w:r>
      <w:r w:rsidR="004A4993">
        <w:t>’</w:t>
      </w:r>
      <w:r w:rsidRPr="004C3E92">
        <w:t>il lui fût possible</w:t>
      </w:r>
      <w:r w:rsidR="004A4993">
        <w:t xml:space="preserve">, </w:t>
      </w:r>
      <w:r w:rsidRPr="004C3E92">
        <w:t>à présent</w:t>
      </w:r>
      <w:r w:rsidR="004A4993">
        <w:t xml:space="preserve">, </w:t>
      </w:r>
      <w:r w:rsidRPr="004C3E92">
        <w:t>de re</w:t>
      </w:r>
      <w:r w:rsidRPr="004C3E92">
        <w:t>n</w:t>
      </w:r>
      <w:r w:rsidRPr="004C3E92">
        <w:t>contrer la mère d</w:t>
      </w:r>
      <w:r w:rsidR="004A4993">
        <w:t>’</w:t>
      </w:r>
      <w:r w:rsidRPr="004C3E92">
        <w:t xml:space="preserve">Edward sans cette vive inquiétude qui devait jadis menacer </w:t>
      </w:r>
      <w:r w:rsidRPr="004C3E92">
        <w:lastRenderedPageBreak/>
        <w:t>d</w:t>
      </w:r>
      <w:r w:rsidR="004A4993">
        <w:t>’</w:t>
      </w:r>
      <w:r w:rsidRPr="004C3E92">
        <w:t>accompagner une telle présentation</w:t>
      </w:r>
      <w:r w:rsidR="004A4993">
        <w:t xml:space="preserve">, </w:t>
      </w:r>
      <w:r w:rsidRPr="004C3E92">
        <w:t>bien qu</w:t>
      </w:r>
      <w:r w:rsidR="004A4993">
        <w:t>’</w:t>
      </w:r>
      <w:r w:rsidRPr="004C3E92">
        <w:t>elle pût à présent la voir avec une parfaite indifférence</w:t>
      </w:r>
      <w:r w:rsidR="004A4993">
        <w:t xml:space="preserve">, </w:t>
      </w:r>
      <w:r w:rsidRPr="004C3E92">
        <w:t>quant à l</w:t>
      </w:r>
      <w:r w:rsidR="004A4993">
        <w:t>’</w:t>
      </w:r>
      <w:r w:rsidRPr="004C3E92">
        <w:t>opinion de celle-ci sur son compte</w:t>
      </w:r>
      <w:r w:rsidR="004A4993">
        <w:t xml:space="preserve">, </w:t>
      </w:r>
      <w:r w:rsidRPr="004C3E92">
        <w:t>son désir de se trouver en compagnie avec Mrs</w:t>
      </w:r>
      <w:r w:rsidR="004A4993">
        <w:t xml:space="preserve">. </w:t>
      </w:r>
      <w:proofErr w:type="spellStart"/>
      <w:r w:rsidRPr="004C3E92">
        <w:t>Ferrars</w:t>
      </w:r>
      <w:proofErr w:type="spellEnd"/>
      <w:r w:rsidR="004A4993">
        <w:t xml:space="preserve">, </w:t>
      </w:r>
      <w:r w:rsidRPr="004C3E92">
        <w:t>sa curiosité de savoir quel genre de femme elle était</w:t>
      </w:r>
      <w:r w:rsidR="004A4993">
        <w:t xml:space="preserve">, </w:t>
      </w:r>
      <w:r w:rsidRPr="004C3E92">
        <w:t>étaient aussi vifs que jamais</w:t>
      </w:r>
      <w:r w:rsidR="004A4993">
        <w:t>.</w:t>
      </w:r>
    </w:p>
    <w:p w14:paraId="47F7AD4A" w14:textId="77777777" w:rsidR="004A4993" w:rsidRDefault="008C5C61" w:rsidP="004A4993">
      <w:r w:rsidRPr="004C3E92">
        <w:t>L</w:t>
      </w:r>
      <w:r w:rsidR="004A4993">
        <w:t>’</w:t>
      </w:r>
      <w:r w:rsidRPr="004C3E92">
        <w:t>intérêt qu</w:t>
      </w:r>
      <w:r w:rsidR="004A4993">
        <w:t>’</w:t>
      </w:r>
      <w:r w:rsidRPr="004C3E92">
        <w:t>elle éprouvait ainsi par avance à cette réunion s</w:t>
      </w:r>
      <w:r w:rsidR="004A4993">
        <w:t>’</w:t>
      </w:r>
      <w:r w:rsidRPr="004C3E92">
        <w:t>accrut encore</w:t>
      </w:r>
      <w:r w:rsidR="004A4993">
        <w:t xml:space="preserve">, </w:t>
      </w:r>
      <w:r w:rsidRPr="004C3E92">
        <w:t>peu après</w:t>
      </w:r>
      <w:r w:rsidR="004A4993">
        <w:t xml:space="preserve">, </w:t>
      </w:r>
      <w:r w:rsidRPr="004C3E92">
        <w:t>d</w:t>
      </w:r>
      <w:r w:rsidR="004A4993">
        <w:t>’</w:t>
      </w:r>
      <w:r w:rsidRPr="004C3E92">
        <w:t>une façon plus vigoureuse qu</w:t>
      </w:r>
      <w:r w:rsidR="004A4993">
        <w:t>’</w:t>
      </w:r>
      <w:r w:rsidRPr="004C3E92">
        <w:t>agréable</w:t>
      </w:r>
      <w:r w:rsidR="004A4993">
        <w:t xml:space="preserve">, </w:t>
      </w:r>
      <w:r w:rsidRPr="004C3E92">
        <w:t>lorsqu</w:t>
      </w:r>
      <w:r w:rsidR="004A4993">
        <w:t>’</w:t>
      </w:r>
      <w:r w:rsidRPr="004C3E92">
        <w:t>elle apprit que les demoiselles Steele d</w:t>
      </w:r>
      <w:r w:rsidRPr="004C3E92">
        <w:t>e</w:t>
      </w:r>
      <w:r w:rsidRPr="004C3E92">
        <w:t>vaient en être</w:t>
      </w:r>
      <w:r w:rsidR="004A4993">
        <w:t xml:space="preserve">, </w:t>
      </w:r>
      <w:r w:rsidRPr="004C3E92">
        <w:t>elles aussi</w:t>
      </w:r>
      <w:r w:rsidR="004A4993">
        <w:t>.</w:t>
      </w:r>
    </w:p>
    <w:p w14:paraId="6D74495B" w14:textId="77777777" w:rsidR="004A4993" w:rsidRDefault="008C5C61" w:rsidP="004A4993">
      <w:r w:rsidRPr="004C3E92">
        <w:t>Elles s</w:t>
      </w:r>
      <w:r w:rsidR="004A4993">
        <w:t>’</w:t>
      </w:r>
      <w:r w:rsidRPr="004C3E92">
        <w:t>étaient si bien recommandées à lady Middleton</w:t>
      </w:r>
      <w:r w:rsidR="004A4993">
        <w:t xml:space="preserve">, </w:t>
      </w:r>
      <w:r w:rsidRPr="004C3E92">
        <w:t>e</w:t>
      </w:r>
      <w:r w:rsidRPr="004C3E92">
        <w:t>l</w:t>
      </w:r>
      <w:r w:rsidRPr="004C3E92">
        <w:t>les s</w:t>
      </w:r>
      <w:r w:rsidR="004A4993">
        <w:t>’</w:t>
      </w:r>
      <w:r w:rsidRPr="004C3E92">
        <w:t>étaient rendues si agréables par leurs assiduités envers elle</w:t>
      </w:r>
      <w:r w:rsidR="004A4993">
        <w:t xml:space="preserve">, </w:t>
      </w:r>
      <w:r w:rsidRPr="004C3E92">
        <w:t>que</w:t>
      </w:r>
      <w:r w:rsidR="004A4993">
        <w:t xml:space="preserve">, </w:t>
      </w:r>
      <w:r w:rsidRPr="004C3E92">
        <w:t>bien que Lucy ne fût guère élégante</w:t>
      </w:r>
      <w:r w:rsidR="004A4993">
        <w:t xml:space="preserve">, </w:t>
      </w:r>
      <w:r w:rsidRPr="004C3E92">
        <w:t>et sa sœur</w:t>
      </w:r>
      <w:r w:rsidR="004A4993">
        <w:t xml:space="preserve">, </w:t>
      </w:r>
      <w:r w:rsidRPr="004C3E92">
        <w:t>même pas de fort bonne éducation</w:t>
      </w:r>
      <w:r w:rsidR="004A4993">
        <w:t xml:space="preserve">, </w:t>
      </w:r>
      <w:r w:rsidRPr="004C3E92">
        <w:t>elle fut aussi disposée que Sir John à les prier de passer une semaine ou deux chez elle</w:t>
      </w:r>
      <w:r w:rsidR="004A4993">
        <w:t xml:space="preserve">, </w:t>
      </w:r>
      <w:r w:rsidRPr="004C3E92">
        <w:t>dans Conduit Street</w:t>
      </w:r>
      <w:r w:rsidR="004A4993">
        <w:t xml:space="preserve"> ; </w:t>
      </w:r>
      <w:r w:rsidRPr="004C3E92">
        <w:t>et il se trouva particulièrement commode pour les d</w:t>
      </w:r>
      <w:r w:rsidRPr="004C3E92">
        <w:t>e</w:t>
      </w:r>
      <w:r w:rsidRPr="004C3E92">
        <w:t>moiselles Steele</w:t>
      </w:r>
      <w:r w:rsidR="004A4993">
        <w:t xml:space="preserve">, </w:t>
      </w:r>
      <w:r w:rsidRPr="004C3E92">
        <w:t>dès que l</w:t>
      </w:r>
      <w:r w:rsidR="004A4993">
        <w:t>’</w:t>
      </w:r>
      <w:r w:rsidRPr="004C3E92">
        <w:t xml:space="preserve">invitation des </w:t>
      </w:r>
      <w:proofErr w:type="spellStart"/>
      <w:r w:rsidRPr="004C3E92">
        <w:t>Dashwood</w:t>
      </w:r>
      <w:proofErr w:type="spellEnd"/>
      <w:r w:rsidRPr="004C3E92">
        <w:t xml:space="preserve"> fut connue</w:t>
      </w:r>
      <w:r w:rsidR="004A4993">
        <w:t xml:space="preserve">, </w:t>
      </w:r>
      <w:r w:rsidRPr="004C3E92">
        <w:t>que leur visite commençât quelques jours avant que n</w:t>
      </w:r>
      <w:r w:rsidR="004A4993">
        <w:t>’</w:t>
      </w:r>
      <w:r w:rsidRPr="004C3E92">
        <w:t>eût lieu le dîner</w:t>
      </w:r>
      <w:r w:rsidR="004A4993">
        <w:t>.</w:t>
      </w:r>
    </w:p>
    <w:p w14:paraId="2445FC45" w14:textId="77777777" w:rsidR="004A4993" w:rsidRDefault="008C5C61" w:rsidP="004A4993">
      <w:r w:rsidRPr="004C3E92">
        <w:t>Leurs droits aux égards de Mrs</w:t>
      </w:r>
      <w:r w:rsidR="004A4993">
        <w:t xml:space="preserve">. </w:t>
      </w:r>
      <w:r w:rsidRPr="004C3E92">
        <w:t xml:space="preserve">John </w:t>
      </w:r>
      <w:proofErr w:type="spellStart"/>
      <w:r w:rsidRPr="004C3E92">
        <w:t>Dashwood</w:t>
      </w:r>
      <w:proofErr w:type="spellEnd"/>
      <w:r w:rsidR="004A4993">
        <w:t xml:space="preserve">, </w:t>
      </w:r>
      <w:r w:rsidRPr="004C3E92">
        <w:t>en leur qualité de nièces du gentleman qui avait eu pendant de longues années la garde de son frère</w:t>
      </w:r>
      <w:r w:rsidR="004A4993">
        <w:t xml:space="preserve">, </w:t>
      </w:r>
      <w:r w:rsidRPr="004C3E92">
        <w:t>auraient pu</w:t>
      </w:r>
      <w:r w:rsidR="004A4993">
        <w:t xml:space="preserve">, </w:t>
      </w:r>
      <w:r w:rsidRPr="004C3E92">
        <w:t>cependant</w:t>
      </w:r>
      <w:r w:rsidR="004A4993">
        <w:t xml:space="preserve">, </w:t>
      </w:r>
      <w:r w:rsidRPr="004C3E92">
        <w:t>être peu efficaces à leur procurer une place à sa table</w:t>
      </w:r>
      <w:r w:rsidR="004A4993">
        <w:t xml:space="preserve"> ; </w:t>
      </w:r>
      <w:r w:rsidRPr="004C3E92">
        <w:t>mais</w:t>
      </w:r>
      <w:r w:rsidR="004A4993">
        <w:t xml:space="preserve">, </w:t>
      </w:r>
      <w:r w:rsidRPr="004C3E92">
        <w:t>en leur qu</w:t>
      </w:r>
      <w:r w:rsidRPr="004C3E92">
        <w:t>a</w:t>
      </w:r>
      <w:r w:rsidRPr="004C3E92">
        <w:t>lité d</w:t>
      </w:r>
      <w:r w:rsidR="004A4993">
        <w:t>’</w:t>
      </w:r>
      <w:r w:rsidRPr="004C3E92">
        <w:t>invitées de lady Middleton</w:t>
      </w:r>
      <w:r w:rsidR="004A4993">
        <w:t xml:space="preserve">, </w:t>
      </w:r>
      <w:r w:rsidRPr="004C3E92">
        <w:t>il fallait qu</w:t>
      </w:r>
      <w:r w:rsidR="004A4993">
        <w:t>’</w:t>
      </w:r>
      <w:r w:rsidRPr="004C3E92">
        <w:t>elles fussent a</w:t>
      </w:r>
      <w:r w:rsidRPr="004C3E92">
        <w:t>c</w:t>
      </w:r>
      <w:r w:rsidRPr="004C3E92">
        <w:t>cueillies</w:t>
      </w:r>
      <w:r w:rsidR="004A4993">
        <w:t xml:space="preserve"> ; </w:t>
      </w:r>
      <w:r w:rsidRPr="004C3E92">
        <w:t>et Lucy</w:t>
      </w:r>
      <w:r w:rsidR="004A4993">
        <w:t xml:space="preserve">, </w:t>
      </w:r>
      <w:r w:rsidRPr="004C3E92">
        <w:t>qui désirait depuis longtemps être connue des membres de la famille</w:t>
      </w:r>
      <w:r w:rsidR="004A4993">
        <w:t xml:space="preserve">, </w:t>
      </w:r>
      <w:r w:rsidRPr="004C3E92">
        <w:t>afin de voir de plus près leurs caractères et ses propres difficultés</w:t>
      </w:r>
      <w:r w:rsidR="004A4993">
        <w:t xml:space="preserve">, </w:t>
      </w:r>
      <w:r w:rsidRPr="004C3E92">
        <w:t>et d</w:t>
      </w:r>
      <w:r w:rsidR="004A4993">
        <w:t>’</w:t>
      </w:r>
      <w:r w:rsidRPr="004C3E92">
        <w:t>avoir l</w:t>
      </w:r>
      <w:r w:rsidR="004A4993">
        <w:t>’</w:t>
      </w:r>
      <w:r w:rsidRPr="004C3E92">
        <w:t>occasion de s</w:t>
      </w:r>
      <w:r w:rsidR="004A4993">
        <w:t>’</w:t>
      </w:r>
      <w:r w:rsidRPr="004C3E92">
        <w:t>efforcer de leur plaire</w:t>
      </w:r>
      <w:r w:rsidR="004A4993">
        <w:t xml:space="preserve">, </w:t>
      </w:r>
      <w:r w:rsidRPr="004C3E92">
        <w:t>avait rarement été plus heureuse</w:t>
      </w:r>
      <w:r w:rsidR="004A4993">
        <w:t xml:space="preserve">, </w:t>
      </w:r>
      <w:r w:rsidRPr="004C3E92">
        <w:t>de toute sa vie</w:t>
      </w:r>
      <w:r w:rsidR="004A4993">
        <w:t xml:space="preserve">, </w:t>
      </w:r>
      <w:r w:rsidRPr="004C3E92">
        <w:t>qu</w:t>
      </w:r>
      <w:r w:rsidR="004A4993">
        <w:t>’</w:t>
      </w:r>
      <w:r w:rsidRPr="004C3E92">
        <w:t>elle ne le fut en recevant le carton de Mrs</w:t>
      </w:r>
      <w:r w:rsidR="004A4993">
        <w:t xml:space="preserve">. </w:t>
      </w:r>
      <w:r w:rsidRPr="004C3E92">
        <w:t xml:space="preserve">John </w:t>
      </w:r>
      <w:proofErr w:type="spellStart"/>
      <w:r w:rsidRPr="004C3E92">
        <w:t>Dashwood</w:t>
      </w:r>
      <w:proofErr w:type="spellEnd"/>
      <w:r w:rsidR="004A4993">
        <w:t>.</w:t>
      </w:r>
    </w:p>
    <w:p w14:paraId="0C1A14B5" w14:textId="77777777" w:rsidR="004A4993" w:rsidRDefault="008C5C61" w:rsidP="004A4993">
      <w:r w:rsidRPr="004C3E92">
        <w:t xml:space="preserve">Son effet sur </w:t>
      </w:r>
      <w:proofErr w:type="spellStart"/>
      <w:r w:rsidRPr="004C3E92">
        <w:t>Elinor</w:t>
      </w:r>
      <w:proofErr w:type="spellEnd"/>
      <w:r w:rsidRPr="004C3E92">
        <w:t xml:space="preserve"> fut fort différent</w:t>
      </w:r>
      <w:r w:rsidR="004A4993">
        <w:t xml:space="preserve">. </w:t>
      </w:r>
      <w:r w:rsidRPr="004C3E92">
        <w:t>Elle commença i</w:t>
      </w:r>
      <w:r w:rsidRPr="004C3E92">
        <w:t>m</w:t>
      </w:r>
      <w:r w:rsidRPr="004C3E92">
        <w:t>médiatement à se dire</w:t>
      </w:r>
      <w:r w:rsidR="004A4993">
        <w:t xml:space="preserve">, </w:t>
      </w:r>
      <w:r w:rsidRPr="004C3E92">
        <w:t>d</w:t>
      </w:r>
      <w:r w:rsidR="004A4993">
        <w:t>’</w:t>
      </w:r>
      <w:r w:rsidRPr="004C3E92">
        <w:t>une façon décisive</w:t>
      </w:r>
      <w:r w:rsidR="004A4993">
        <w:t xml:space="preserve">, </w:t>
      </w:r>
      <w:r w:rsidRPr="004C3E92">
        <w:t>qu</w:t>
      </w:r>
      <w:r w:rsidR="004A4993">
        <w:t>’</w:t>
      </w:r>
      <w:r w:rsidRPr="004C3E92">
        <w:t>Edward</w:t>
      </w:r>
      <w:r w:rsidR="004A4993">
        <w:t xml:space="preserve">, </w:t>
      </w:r>
      <w:r w:rsidRPr="004C3E92">
        <w:t xml:space="preserve">qui </w:t>
      </w:r>
      <w:r w:rsidRPr="004C3E92">
        <w:lastRenderedPageBreak/>
        <w:t>h</w:t>
      </w:r>
      <w:r w:rsidRPr="004C3E92">
        <w:t>a</w:t>
      </w:r>
      <w:r w:rsidRPr="004C3E92">
        <w:t>bitait chez sa mère</w:t>
      </w:r>
      <w:r w:rsidR="004A4993">
        <w:t xml:space="preserve">, </w:t>
      </w:r>
      <w:r w:rsidRPr="004C3E92">
        <w:t>devait nécessairement être invité</w:t>
      </w:r>
      <w:r w:rsidR="004A4993">
        <w:t xml:space="preserve">, </w:t>
      </w:r>
      <w:r w:rsidRPr="004C3E92">
        <w:t>comme l</w:t>
      </w:r>
      <w:r w:rsidR="004A4993">
        <w:t>’</w:t>
      </w:r>
      <w:r w:rsidRPr="004C3E92">
        <w:t>était sa mère</w:t>
      </w:r>
      <w:r w:rsidR="004A4993">
        <w:t xml:space="preserve">, </w:t>
      </w:r>
      <w:r w:rsidRPr="004C3E92">
        <w:t>à une réception donnée par sa sœur</w:t>
      </w:r>
      <w:r w:rsidR="004A4993">
        <w:t xml:space="preserve"> ; </w:t>
      </w:r>
      <w:r w:rsidRPr="004C3E92">
        <w:t>et le revoir pour la première fois</w:t>
      </w:r>
      <w:r w:rsidR="004A4993">
        <w:t xml:space="preserve">, </w:t>
      </w:r>
      <w:r w:rsidRPr="004C3E92">
        <w:t>après tout ce qui s</w:t>
      </w:r>
      <w:r w:rsidR="004A4993">
        <w:t>’</w:t>
      </w:r>
      <w:r w:rsidRPr="004C3E92">
        <w:t>était passé</w:t>
      </w:r>
      <w:r w:rsidR="004A4993">
        <w:t xml:space="preserve">, </w:t>
      </w:r>
      <w:r w:rsidRPr="004C3E92">
        <w:t>en comp</w:t>
      </w:r>
      <w:r w:rsidRPr="004C3E92">
        <w:t>a</w:t>
      </w:r>
      <w:r w:rsidRPr="004C3E92">
        <w:t>gnie de Lucy</w:t>
      </w:r>
      <w:r w:rsidR="004A4993">
        <w:t xml:space="preserve">… ! </w:t>
      </w:r>
      <w:r w:rsidRPr="004C3E92">
        <w:t>Elle savait à peine comment elle pourrait su</w:t>
      </w:r>
      <w:r w:rsidRPr="004C3E92">
        <w:t>p</w:t>
      </w:r>
      <w:r w:rsidRPr="004C3E92">
        <w:t>porter cette entrevue</w:t>
      </w:r>
      <w:r w:rsidR="004A4993">
        <w:t> !</w:t>
      </w:r>
    </w:p>
    <w:p w14:paraId="125BBEBC" w14:textId="77777777" w:rsidR="004A4993" w:rsidRDefault="008C5C61" w:rsidP="004A4993">
      <w:r w:rsidRPr="004C3E92">
        <w:t>Ces appréhensions n</w:t>
      </w:r>
      <w:r w:rsidR="004A4993">
        <w:t>’</w:t>
      </w:r>
      <w:r w:rsidRPr="004C3E92">
        <w:t>étaient peut-être pas entièrement fondées sur la raison</w:t>
      </w:r>
      <w:r w:rsidR="004A4993">
        <w:t xml:space="preserve">, </w:t>
      </w:r>
      <w:r w:rsidRPr="004C3E92">
        <w:t>et certainement pas du tout sur la vérité</w:t>
      </w:r>
      <w:r w:rsidR="004A4993">
        <w:t xml:space="preserve">. </w:t>
      </w:r>
      <w:r w:rsidRPr="004C3E92">
        <w:t>Elles furent soulagées</w:t>
      </w:r>
      <w:r w:rsidR="004A4993">
        <w:t xml:space="preserve">, </w:t>
      </w:r>
      <w:r w:rsidRPr="004C3E92">
        <w:t>toutefois</w:t>
      </w:r>
      <w:r w:rsidR="004A4993">
        <w:t xml:space="preserve">, </w:t>
      </w:r>
      <w:r w:rsidRPr="004C3E92">
        <w:t>non pas parce qu</w:t>
      </w:r>
      <w:r w:rsidR="004A4993">
        <w:t>’</w:t>
      </w:r>
      <w:r w:rsidRPr="004C3E92">
        <w:t>elle réussit à se ressaisir</w:t>
      </w:r>
      <w:r w:rsidR="004A4993">
        <w:t xml:space="preserve">, </w:t>
      </w:r>
      <w:r w:rsidRPr="004C3E92">
        <w:t>mais grâce à la bonne volonté de Lucy</w:t>
      </w:r>
      <w:r w:rsidR="004A4993">
        <w:t xml:space="preserve">, </w:t>
      </w:r>
      <w:r w:rsidRPr="004C3E92">
        <w:t>qui crut qu</w:t>
      </w:r>
      <w:r w:rsidR="004A4993">
        <w:t>’</w:t>
      </w:r>
      <w:r w:rsidRPr="004C3E92">
        <w:t>elle lui infligeait une déception cruelle lorsqu</w:t>
      </w:r>
      <w:r w:rsidR="004A4993">
        <w:t>’</w:t>
      </w:r>
      <w:r w:rsidRPr="004C3E92">
        <w:t>elle lui anno</w:t>
      </w:r>
      <w:r w:rsidRPr="004C3E92">
        <w:t>n</w:t>
      </w:r>
      <w:r w:rsidRPr="004C3E92">
        <w:t>ça qu</w:t>
      </w:r>
      <w:r w:rsidR="004A4993">
        <w:t>’</w:t>
      </w:r>
      <w:r w:rsidRPr="004C3E92">
        <w:t>Edward ne serait pas à Harley Street ce mardi-là</w:t>
      </w:r>
      <w:r w:rsidR="004A4993">
        <w:t xml:space="preserve">, </w:t>
      </w:r>
      <w:r w:rsidRPr="004C3E92">
        <w:t>et espéra même en accroître encore la douleur en lui persuadant qu</w:t>
      </w:r>
      <w:r w:rsidR="004A4993">
        <w:t>’</w:t>
      </w:r>
      <w:r w:rsidRPr="004C3E92">
        <w:t>il était tenu éloigné par cette affection extrême pour elle-même</w:t>
      </w:r>
      <w:r w:rsidR="004A4993">
        <w:t xml:space="preserve">, </w:t>
      </w:r>
      <w:r w:rsidRPr="004C3E92">
        <w:t>qu</w:t>
      </w:r>
      <w:r w:rsidR="004A4993">
        <w:t>’</w:t>
      </w:r>
      <w:r w:rsidRPr="004C3E92">
        <w:t>il ne pouvait dissimuler lorsqu</w:t>
      </w:r>
      <w:r w:rsidR="004A4993">
        <w:t>’</w:t>
      </w:r>
      <w:r w:rsidRPr="004C3E92">
        <w:t>ils étaient ensemble</w:t>
      </w:r>
      <w:r w:rsidR="004A4993">
        <w:t>.</w:t>
      </w:r>
    </w:p>
    <w:p w14:paraId="71185259" w14:textId="77777777" w:rsidR="004A4993" w:rsidRDefault="008C5C61" w:rsidP="004A4993">
      <w:r w:rsidRPr="004C3E92">
        <w:t>Cet important mardi arriva</w:t>
      </w:r>
      <w:r w:rsidR="004A4993">
        <w:t xml:space="preserve">, </w:t>
      </w:r>
      <w:r w:rsidRPr="004C3E92">
        <w:t>qui devait présenter les deux jeunes filles à cette redoutable belle-mère</w:t>
      </w:r>
      <w:r w:rsidR="004A4993">
        <w:t>.</w:t>
      </w:r>
    </w:p>
    <w:p w14:paraId="4BB15296" w14:textId="77777777" w:rsidR="004A4993" w:rsidRDefault="004A4993" w:rsidP="004A4993">
      <w:r>
        <w:t>— </w:t>
      </w:r>
      <w:r w:rsidR="008C5C61" w:rsidRPr="004C3E92">
        <w:t>Plaignez-moi</w:t>
      </w:r>
      <w:r>
        <w:t xml:space="preserve">, </w:t>
      </w:r>
      <w:r w:rsidR="008C5C61" w:rsidRPr="004C3E92">
        <w:t xml:space="preserve">chère miss </w:t>
      </w:r>
      <w:proofErr w:type="spellStart"/>
      <w:r w:rsidR="008C5C61" w:rsidRPr="004C3E92">
        <w:t>Dashwood</w:t>
      </w:r>
      <w:proofErr w:type="spellEnd"/>
      <w:r>
        <w:t xml:space="preserve"> ! </w:t>
      </w:r>
      <w:r w:rsidR="008C5C61" w:rsidRPr="004C3E92">
        <w:t>dit Lucy</w:t>
      </w:r>
      <w:r>
        <w:t xml:space="preserve">, </w:t>
      </w:r>
      <w:r w:rsidR="008C5C61" w:rsidRPr="004C3E92">
        <w:t>tandis qu</w:t>
      </w:r>
      <w:r>
        <w:t>’</w:t>
      </w:r>
      <w:r w:rsidR="008C5C61" w:rsidRPr="004C3E92">
        <w:t>elles montaient ensemble l</w:t>
      </w:r>
      <w:r>
        <w:t>’</w:t>
      </w:r>
      <w:r w:rsidR="008C5C61" w:rsidRPr="004C3E92">
        <w:t>escalier</w:t>
      </w:r>
      <w:r>
        <w:t xml:space="preserve">, – </w:t>
      </w:r>
      <w:r w:rsidR="008C5C61" w:rsidRPr="004C3E92">
        <w:t>car les Middleton arr</w:t>
      </w:r>
      <w:r w:rsidR="008C5C61" w:rsidRPr="004C3E92">
        <w:t>i</w:t>
      </w:r>
      <w:r w:rsidR="008C5C61" w:rsidRPr="004C3E92">
        <w:t>vèrent si peu de temps après Mrs</w:t>
      </w:r>
      <w:r>
        <w:t xml:space="preserve">. </w:t>
      </w:r>
      <w:r w:rsidR="008C5C61" w:rsidRPr="004C3E92">
        <w:t>Jennings</w:t>
      </w:r>
      <w:r>
        <w:t xml:space="preserve">, </w:t>
      </w:r>
      <w:r w:rsidR="008C5C61" w:rsidRPr="004C3E92">
        <w:t>qu</w:t>
      </w:r>
      <w:r>
        <w:t>’</w:t>
      </w:r>
      <w:r w:rsidR="008C5C61" w:rsidRPr="004C3E92">
        <w:t>ils suivirent tous en même temps le domestique</w:t>
      </w:r>
      <w:r>
        <w:t xml:space="preserve">. – </w:t>
      </w:r>
      <w:r w:rsidR="008C5C61" w:rsidRPr="004C3E92">
        <w:t>Il n</w:t>
      </w:r>
      <w:r>
        <w:t>’</w:t>
      </w:r>
      <w:r w:rsidR="008C5C61" w:rsidRPr="004C3E92">
        <w:t>y a que vous</w:t>
      </w:r>
      <w:r>
        <w:t xml:space="preserve">, </w:t>
      </w:r>
      <w:r w:rsidR="008C5C61" w:rsidRPr="004C3E92">
        <w:t>ici</w:t>
      </w:r>
      <w:r>
        <w:t xml:space="preserve">, </w:t>
      </w:r>
      <w:r w:rsidR="008C5C61" w:rsidRPr="004C3E92">
        <w:t xml:space="preserve">qui </w:t>
      </w:r>
      <w:proofErr w:type="spellStart"/>
      <w:r w:rsidR="008C5C61" w:rsidRPr="004C3E92">
        <w:t>pui</w:t>
      </w:r>
      <w:r w:rsidR="008C5C61" w:rsidRPr="004C3E92">
        <w:t>s</w:t>
      </w:r>
      <w:r w:rsidR="008C5C61" w:rsidRPr="004C3E92">
        <w:t>siez vous</w:t>
      </w:r>
      <w:proofErr w:type="spellEnd"/>
      <w:r w:rsidR="008C5C61" w:rsidRPr="004C3E92">
        <w:t xml:space="preserve"> mettre à ma place</w:t>
      </w:r>
      <w:r>
        <w:t xml:space="preserve"> ! </w:t>
      </w:r>
      <w:r w:rsidR="008C5C61" w:rsidRPr="004C3E92">
        <w:t>Je le déclare</w:t>
      </w:r>
      <w:r>
        <w:t xml:space="preserve">, </w:t>
      </w:r>
      <w:r w:rsidR="008C5C61" w:rsidRPr="004C3E92">
        <w:t>c</w:t>
      </w:r>
      <w:r>
        <w:t>’</w:t>
      </w:r>
      <w:r w:rsidR="008C5C61" w:rsidRPr="004C3E92">
        <w:t>est à peine si je peux me tenir debout</w:t>
      </w:r>
      <w:r>
        <w:t xml:space="preserve"> ! </w:t>
      </w:r>
      <w:r w:rsidR="008C5C61" w:rsidRPr="004C3E92">
        <w:t>Grand Dieu</w:t>
      </w:r>
      <w:r>
        <w:t xml:space="preserve"> ! </w:t>
      </w:r>
      <w:r w:rsidR="008C5C61" w:rsidRPr="004C3E92">
        <w:t>Dans un instant je verrai la personne dont dépend tout mon bonheur</w:t>
      </w:r>
      <w:r>
        <w:t xml:space="preserve">, – </w:t>
      </w:r>
      <w:r w:rsidR="008C5C61" w:rsidRPr="004C3E92">
        <w:t>celle qui doit dev</w:t>
      </w:r>
      <w:r w:rsidR="008C5C61" w:rsidRPr="004C3E92">
        <w:t>e</w:t>
      </w:r>
      <w:r w:rsidR="008C5C61" w:rsidRPr="004C3E92">
        <w:t>nir ma mère</w:t>
      </w:r>
      <w:r>
        <w:t> !</w:t>
      </w:r>
    </w:p>
    <w:p w14:paraId="3CDC8106" w14:textId="739D6A3E" w:rsidR="004A4993" w:rsidRDefault="008C5C61" w:rsidP="004A4993">
      <w:proofErr w:type="spellStart"/>
      <w:r w:rsidRPr="004C3E92">
        <w:t>Elinor</w:t>
      </w:r>
      <w:proofErr w:type="spellEnd"/>
      <w:r w:rsidRPr="004C3E92">
        <w:t xml:space="preserve"> eût pu lui donner un soulagement immédiat en h</w:t>
      </w:r>
      <w:r w:rsidRPr="004C3E92">
        <w:t>a</w:t>
      </w:r>
      <w:r w:rsidRPr="004C3E92">
        <w:t>sardant la possibilité que ce dût être la mère de miss Morton</w:t>
      </w:r>
      <w:r w:rsidR="004A4993">
        <w:t xml:space="preserve">, </w:t>
      </w:r>
      <w:r w:rsidRPr="004C3E92">
        <w:t>plutôt que celle de Lucy</w:t>
      </w:r>
      <w:r w:rsidR="004A4993">
        <w:t xml:space="preserve">, </w:t>
      </w:r>
      <w:r w:rsidRPr="004C3E92">
        <w:t>qu</w:t>
      </w:r>
      <w:r w:rsidR="004A4993">
        <w:t>’</w:t>
      </w:r>
      <w:r w:rsidRPr="004C3E92">
        <w:t>elles étaient sur le point de voir</w:t>
      </w:r>
      <w:r w:rsidR="004A4993">
        <w:t xml:space="preserve">, </w:t>
      </w:r>
      <w:r w:rsidRPr="004C3E92">
        <w:t>mais</w:t>
      </w:r>
      <w:r w:rsidR="004A4993">
        <w:t xml:space="preserve">, </w:t>
      </w:r>
      <w:r w:rsidRPr="004C3E92">
        <w:t>au lieu de le faire</w:t>
      </w:r>
      <w:r w:rsidR="004A4993">
        <w:t xml:space="preserve">, </w:t>
      </w:r>
      <w:r w:rsidRPr="004C3E92">
        <w:t>elle lui donna l</w:t>
      </w:r>
      <w:r w:rsidR="004A4993">
        <w:t>’</w:t>
      </w:r>
      <w:r w:rsidRPr="004C3E92">
        <w:t>assurance</w:t>
      </w:r>
      <w:r w:rsidR="004A4993">
        <w:t xml:space="preserve">, </w:t>
      </w:r>
      <w:r w:rsidRPr="004C3E92">
        <w:t>et avec bea</w:t>
      </w:r>
      <w:r w:rsidRPr="004C3E92">
        <w:t>u</w:t>
      </w:r>
      <w:r w:rsidRPr="004C3E92">
        <w:t>coup de sincérité</w:t>
      </w:r>
      <w:r w:rsidR="004A4993">
        <w:t xml:space="preserve">, </w:t>
      </w:r>
      <w:r w:rsidRPr="004C3E92">
        <w:t>qu</w:t>
      </w:r>
      <w:r w:rsidR="004A4993">
        <w:t>’</w:t>
      </w:r>
      <w:r w:rsidRPr="004C3E92">
        <w:t>elle la plaignait en effet</w:t>
      </w:r>
      <w:r w:rsidR="004A4993">
        <w:t xml:space="preserve">, – </w:t>
      </w:r>
      <w:r w:rsidRPr="004C3E92">
        <w:t>à la stupéfaction complète de Lucy</w:t>
      </w:r>
      <w:r w:rsidR="004A4993">
        <w:t xml:space="preserve">, </w:t>
      </w:r>
      <w:r w:rsidRPr="004C3E92">
        <w:t>qui</w:t>
      </w:r>
      <w:r w:rsidR="004A4993">
        <w:t xml:space="preserve">, </w:t>
      </w:r>
      <w:r w:rsidRPr="004C3E92">
        <w:t>bien qu</w:t>
      </w:r>
      <w:r w:rsidR="004A4993">
        <w:t>’</w:t>
      </w:r>
      <w:r w:rsidRPr="004C3E92">
        <w:t xml:space="preserve">elle se sentît </w:t>
      </w:r>
      <w:r w:rsidRPr="004C3E92">
        <w:lastRenderedPageBreak/>
        <w:t>véritablement mal à son aise</w:t>
      </w:r>
      <w:r w:rsidR="004A4993">
        <w:t xml:space="preserve">, </w:t>
      </w:r>
      <w:r w:rsidRPr="004C3E92">
        <w:t>quant à elle</w:t>
      </w:r>
      <w:r w:rsidR="004A4993">
        <w:t xml:space="preserve">, </w:t>
      </w:r>
      <w:r w:rsidRPr="004C3E92">
        <w:t xml:space="preserve">espérait du moins être pour </w:t>
      </w:r>
      <w:proofErr w:type="spellStart"/>
      <w:r w:rsidRPr="004C3E92">
        <w:t>Elinor</w:t>
      </w:r>
      <w:proofErr w:type="spellEnd"/>
      <w:r w:rsidRPr="004C3E92">
        <w:t xml:space="preserve"> un o</w:t>
      </w:r>
      <w:r w:rsidRPr="004C3E92">
        <w:t>b</w:t>
      </w:r>
      <w:r w:rsidRPr="004C3E92">
        <w:t>jet d</w:t>
      </w:r>
      <w:r w:rsidR="004A4993">
        <w:t>’</w:t>
      </w:r>
      <w:r w:rsidRPr="004C3E92">
        <w:t>envie in</w:t>
      </w:r>
      <w:r w:rsidR="004A4993">
        <w:t>coer</w:t>
      </w:r>
      <w:r w:rsidRPr="004C3E92">
        <w:t>cible</w:t>
      </w:r>
      <w:r w:rsidR="004A4993">
        <w:t>.</w:t>
      </w:r>
    </w:p>
    <w:p w14:paraId="4B9769C0" w14:textId="77777777" w:rsidR="004A4993" w:rsidRDefault="008C5C61" w:rsidP="004A4993">
      <w:r w:rsidRPr="004C3E92">
        <w:t>Mrs</w:t>
      </w:r>
      <w:r w:rsidR="004A4993">
        <w:t xml:space="preserve">. </w:t>
      </w:r>
      <w:proofErr w:type="spellStart"/>
      <w:r w:rsidRPr="004C3E92">
        <w:t>Ferrars</w:t>
      </w:r>
      <w:proofErr w:type="spellEnd"/>
      <w:r w:rsidRPr="004C3E92">
        <w:t xml:space="preserve"> était une femme petite et mince</w:t>
      </w:r>
      <w:r w:rsidR="004A4993">
        <w:t xml:space="preserve">, </w:t>
      </w:r>
      <w:r w:rsidRPr="004C3E92">
        <w:t>se tenant bien droite</w:t>
      </w:r>
      <w:r w:rsidR="004A4993">
        <w:t xml:space="preserve">, </w:t>
      </w:r>
      <w:r w:rsidRPr="004C3E92">
        <w:t>au point de tomber dans le formalisme</w:t>
      </w:r>
      <w:r w:rsidR="004A4993">
        <w:t xml:space="preserve">, </w:t>
      </w:r>
      <w:r w:rsidRPr="004C3E92">
        <w:t>quant à son port</w:t>
      </w:r>
      <w:r w:rsidR="004A4993">
        <w:t xml:space="preserve">, </w:t>
      </w:r>
      <w:r w:rsidRPr="004C3E92">
        <w:t>et sérieuse</w:t>
      </w:r>
      <w:r w:rsidR="004A4993">
        <w:t xml:space="preserve">, </w:t>
      </w:r>
      <w:r w:rsidRPr="004C3E92">
        <w:t>au point d</w:t>
      </w:r>
      <w:r w:rsidR="004A4993">
        <w:t>’</w:t>
      </w:r>
      <w:r w:rsidRPr="004C3E92">
        <w:t>être acariâtre</w:t>
      </w:r>
      <w:r w:rsidR="004A4993">
        <w:t xml:space="preserve">, </w:t>
      </w:r>
      <w:r w:rsidRPr="004C3E92">
        <w:t>quant à son aspect</w:t>
      </w:r>
      <w:r w:rsidR="004A4993">
        <w:t xml:space="preserve">. </w:t>
      </w:r>
      <w:r w:rsidRPr="004C3E92">
        <w:t>Son teint était jaunâtre</w:t>
      </w:r>
      <w:r w:rsidR="004A4993">
        <w:t xml:space="preserve"> ; </w:t>
      </w:r>
      <w:r w:rsidRPr="004C3E92">
        <w:t>ses traits petits</w:t>
      </w:r>
      <w:r w:rsidR="004A4993">
        <w:t xml:space="preserve">, </w:t>
      </w:r>
      <w:r w:rsidRPr="004C3E92">
        <w:t>sans beauté</w:t>
      </w:r>
      <w:r w:rsidR="004A4993">
        <w:t xml:space="preserve">, </w:t>
      </w:r>
      <w:r w:rsidRPr="004C3E92">
        <w:t>et nat</w:t>
      </w:r>
      <w:r w:rsidRPr="004C3E92">
        <w:t>u</w:t>
      </w:r>
      <w:r w:rsidRPr="004C3E92">
        <w:t>rellement sans expression</w:t>
      </w:r>
      <w:r w:rsidR="004A4993">
        <w:t xml:space="preserve"> ; </w:t>
      </w:r>
      <w:r w:rsidRPr="004C3E92">
        <w:t>mais une heureuse contraction du front avait sauvé son visage de la disgrâce de l</w:t>
      </w:r>
      <w:r w:rsidR="004A4993">
        <w:t>’</w:t>
      </w:r>
      <w:r w:rsidRPr="004C3E92">
        <w:t>insipidité</w:t>
      </w:r>
      <w:r w:rsidR="004A4993">
        <w:t xml:space="preserve">, </w:t>
      </w:r>
      <w:r w:rsidRPr="004C3E92">
        <w:t>en lui conférant les caractères vigoureux de l</w:t>
      </w:r>
      <w:r w:rsidR="004A4993">
        <w:t>’</w:t>
      </w:r>
      <w:r w:rsidRPr="004C3E92">
        <w:t>orgueil et de la malvei</w:t>
      </w:r>
      <w:r w:rsidRPr="004C3E92">
        <w:t>l</w:t>
      </w:r>
      <w:r w:rsidRPr="004C3E92">
        <w:t>lance</w:t>
      </w:r>
      <w:r w:rsidR="004A4993">
        <w:t xml:space="preserve">. </w:t>
      </w:r>
      <w:r w:rsidRPr="004C3E92">
        <w:t>Elle n</w:t>
      </w:r>
      <w:r w:rsidR="004A4993">
        <w:t>’</w:t>
      </w:r>
      <w:r w:rsidRPr="004C3E92">
        <w:t>était point une femme prolixe</w:t>
      </w:r>
      <w:r w:rsidR="004A4993">
        <w:t xml:space="preserve"> : </w:t>
      </w:r>
      <w:r w:rsidRPr="004C3E92">
        <w:t>car</w:t>
      </w:r>
      <w:r w:rsidR="004A4993">
        <w:t xml:space="preserve">, </w:t>
      </w:r>
      <w:r w:rsidRPr="004C3E92">
        <w:t>différente en cela de la généralité des gens</w:t>
      </w:r>
      <w:r w:rsidR="004A4993">
        <w:t xml:space="preserve">, </w:t>
      </w:r>
      <w:r w:rsidRPr="004C3E92">
        <w:t>elle proportionnait ses paroles au nombre de ses idées</w:t>
      </w:r>
      <w:r w:rsidR="004A4993">
        <w:t xml:space="preserve"> ; </w:t>
      </w:r>
      <w:r w:rsidRPr="004C3E92">
        <w:t>et</w:t>
      </w:r>
      <w:r w:rsidR="004A4993">
        <w:t xml:space="preserve">, </w:t>
      </w:r>
      <w:r w:rsidRPr="004C3E92">
        <w:t>parmi les quelques syllabes qui tomb</w:t>
      </w:r>
      <w:r w:rsidRPr="004C3E92">
        <w:t>è</w:t>
      </w:r>
      <w:r w:rsidRPr="004C3E92">
        <w:t>rent effectivement de ses lèvres</w:t>
      </w:r>
      <w:r w:rsidR="004A4993">
        <w:t xml:space="preserve">, </w:t>
      </w:r>
      <w:r w:rsidRPr="004C3E92">
        <w:t>pas une seule n</w:t>
      </w:r>
      <w:r w:rsidR="004A4993">
        <w:t>’</w:t>
      </w:r>
      <w:r w:rsidRPr="004C3E92">
        <w:t xml:space="preserve">échut à miss </w:t>
      </w:r>
      <w:proofErr w:type="spellStart"/>
      <w:r w:rsidRPr="004C3E92">
        <w:t>Dashwood</w:t>
      </w:r>
      <w:proofErr w:type="spellEnd"/>
      <w:r w:rsidR="004A4993">
        <w:t xml:space="preserve">, </w:t>
      </w:r>
      <w:r w:rsidRPr="004C3E92">
        <w:t>qu</w:t>
      </w:r>
      <w:r w:rsidR="004A4993">
        <w:t>’</w:t>
      </w:r>
      <w:r w:rsidRPr="004C3E92">
        <w:t>elle dévisagea avec la détermination bien arrêtée de la prendre en grippe</w:t>
      </w:r>
      <w:r w:rsidR="004A4993">
        <w:t xml:space="preserve">, </w:t>
      </w:r>
      <w:r w:rsidRPr="004C3E92">
        <w:t>quoi qu</w:t>
      </w:r>
      <w:r w:rsidR="004A4993">
        <w:t>’</w:t>
      </w:r>
      <w:r w:rsidRPr="004C3E92">
        <w:t>il arrivât</w:t>
      </w:r>
      <w:r w:rsidR="004A4993">
        <w:t>.</w:t>
      </w:r>
    </w:p>
    <w:p w14:paraId="1E543CC6" w14:textId="77777777" w:rsidR="004A4993" w:rsidRDefault="008C5C61" w:rsidP="004A4993">
      <w:proofErr w:type="spellStart"/>
      <w:r w:rsidRPr="004C3E92">
        <w:t>Elinor</w:t>
      </w:r>
      <w:proofErr w:type="spellEnd"/>
      <w:r w:rsidRPr="004C3E92">
        <w:t xml:space="preserve"> ne pouvait</w:t>
      </w:r>
      <w:r w:rsidR="004A4993">
        <w:t xml:space="preserve">, </w:t>
      </w:r>
      <w:r w:rsidRPr="004C3E92">
        <w:rPr>
          <w:i/>
          <w:iCs/>
        </w:rPr>
        <w:t>à présent</w:t>
      </w:r>
      <w:r w:rsidR="004A4993">
        <w:t xml:space="preserve">, </w:t>
      </w:r>
      <w:r w:rsidRPr="004C3E92">
        <w:t>être rendue malheureuse par cette attitude</w:t>
      </w:r>
      <w:r w:rsidR="004A4993">
        <w:t xml:space="preserve">. </w:t>
      </w:r>
      <w:r w:rsidRPr="004C3E92">
        <w:t>Quelques mois plus tôt</w:t>
      </w:r>
      <w:r w:rsidR="004A4993">
        <w:t xml:space="preserve">, </w:t>
      </w:r>
      <w:r w:rsidRPr="004C3E92">
        <w:t>elle l</w:t>
      </w:r>
      <w:r w:rsidR="004A4993">
        <w:t>’</w:t>
      </w:r>
      <w:r w:rsidRPr="004C3E92">
        <w:t>eût énormément blessée</w:t>
      </w:r>
      <w:r w:rsidR="004A4993">
        <w:t xml:space="preserve"> ; </w:t>
      </w:r>
      <w:r w:rsidRPr="004C3E92">
        <w:t>mais il n</w:t>
      </w:r>
      <w:r w:rsidR="004A4993">
        <w:t>’</w:t>
      </w:r>
      <w:r w:rsidRPr="004C3E92">
        <w:t>était pas au pouvoir de Mrs</w:t>
      </w:r>
      <w:r w:rsidR="004A4993">
        <w:t xml:space="preserve">. </w:t>
      </w:r>
      <w:proofErr w:type="spellStart"/>
      <w:r w:rsidRPr="004C3E92">
        <w:t>Ferrars</w:t>
      </w:r>
      <w:proofErr w:type="spellEnd"/>
      <w:r w:rsidRPr="004C3E92">
        <w:t xml:space="preserve"> de la ch</w:t>
      </w:r>
      <w:r w:rsidRPr="004C3E92">
        <w:t>a</w:t>
      </w:r>
      <w:r w:rsidRPr="004C3E92">
        <w:t>griner maintenant par ce moyen</w:t>
      </w:r>
      <w:r w:rsidR="004A4993">
        <w:t xml:space="preserve"> ; </w:t>
      </w:r>
      <w:r w:rsidRPr="004C3E92">
        <w:t>et la différence de ses façons à l</w:t>
      </w:r>
      <w:r w:rsidR="004A4993">
        <w:t>’</w:t>
      </w:r>
      <w:r w:rsidRPr="004C3E92">
        <w:t>égard des demoiselles Steele</w:t>
      </w:r>
      <w:r w:rsidR="004A4993">
        <w:t xml:space="preserve">, – </w:t>
      </w:r>
      <w:r w:rsidRPr="004C3E92">
        <w:t>différence qui semblait calculée à dessein pour l</w:t>
      </w:r>
      <w:r w:rsidR="004A4993">
        <w:t>’</w:t>
      </w:r>
      <w:r w:rsidRPr="004C3E92">
        <w:t>humilier davantage</w:t>
      </w:r>
      <w:r w:rsidR="004A4993">
        <w:t xml:space="preserve">, – </w:t>
      </w:r>
      <w:r w:rsidRPr="004C3E92">
        <w:t>ne fit que l</w:t>
      </w:r>
      <w:r w:rsidR="004A4993">
        <w:t>’</w:t>
      </w:r>
      <w:r w:rsidRPr="004C3E92">
        <w:t>amuser</w:t>
      </w:r>
      <w:r w:rsidR="004A4993">
        <w:t xml:space="preserve">. </w:t>
      </w:r>
      <w:r w:rsidRPr="004C3E92">
        <w:t>Elle ne put s</w:t>
      </w:r>
      <w:r w:rsidR="004A4993">
        <w:t>’</w:t>
      </w:r>
      <w:r w:rsidRPr="004C3E92">
        <w:t>empêcher de sourire en voyant l</w:t>
      </w:r>
      <w:r w:rsidR="004A4993">
        <w:t>’</w:t>
      </w:r>
      <w:r w:rsidRPr="004C3E92">
        <w:t>amabilité de la mère et de la fille envers la personne même</w:t>
      </w:r>
      <w:r w:rsidR="004A4993">
        <w:t xml:space="preserve">, – </w:t>
      </w:r>
      <w:r w:rsidRPr="004C3E92">
        <w:t>car Lucy se vit tout part</w:t>
      </w:r>
      <w:r w:rsidRPr="004C3E92">
        <w:t>i</w:t>
      </w:r>
      <w:r w:rsidRPr="004C3E92">
        <w:t>culièrement distinguer</w:t>
      </w:r>
      <w:r w:rsidR="004A4993">
        <w:t xml:space="preserve"> – </w:t>
      </w:r>
      <w:r w:rsidRPr="004C3E92">
        <w:t>que</w:t>
      </w:r>
      <w:r w:rsidR="004A4993">
        <w:t xml:space="preserve">, </w:t>
      </w:r>
      <w:r w:rsidRPr="004C3E92">
        <w:t>parmi toutes les autres</w:t>
      </w:r>
      <w:r w:rsidR="004A4993">
        <w:t xml:space="preserve">, </w:t>
      </w:r>
      <w:r w:rsidRPr="004C3E92">
        <w:t>si elles en avaient su aussi long qu</w:t>
      </w:r>
      <w:r w:rsidR="004A4993">
        <w:t>’</w:t>
      </w:r>
      <w:r w:rsidRPr="004C3E92">
        <w:t>elle</w:t>
      </w:r>
      <w:r w:rsidR="004A4993">
        <w:t xml:space="preserve">, </w:t>
      </w:r>
      <w:r w:rsidRPr="004C3E92">
        <w:t>elles eussent été le plus désireuses de mortifier</w:t>
      </w:r>
      <w:r w:rsidR="004A4993">
        <w:t xml:space="preserve"> ; </w:t>
      </w:r>
      <w:r w:rsidRPr="004C3E92">
        <w:t>alors qu</w:t>
      </w:r>
      <w:r w:rsidR="004A4993">
        <w:t>’</w:t>
      </w:r>
      <w:r w:rsidRPr="004C3E92">
        <w:t>elle-même</w:t>
      </w:r>
      <w:r w:rsidR="004A4993">
        <w:t xml:space="preserve">, </w:t>
      </w:r>
      <w:r w:rsidRPr="004C3E92">
        <w:t>qui avait relativement peu de pouvoir de les blesser</w:t>
      </w:r>
      <w:r w:rsidR="004A4993">
        <w:t xml:space="preserve">, </w:t>
      </w:r>
      <w:r w:rsidRPr="004C3E92">
        <w:t>restait là</w:t>
      </w:r>
      <w:r w:rsidR="004A4993">
        <w:t xml:space="preserve">, </w:t>
      </w:r>
      <w:r w:rsidRPr="004C3E92">
        <w:t>en butte aux vexations acerbes de l</w:t>
      </w:r>
      <w:r w:rsidR="004A4993">
        <w:t>’</w:t>
      </w:r>
      <w:r w:rsidRPr="004C3E92">
        <w:t>une et de l</w:t>
      </w:r>
      <w:r w:rsidR="004A4993">
        <w:t>’</w:t>
      </w:r>
      <w:r w:rsidRPr="004C3E92">
        <w:t>autre</w:t>
      </w:r>
      <w:r w:rsidR="004A4993">
        <w:t xml:space="preserve">. </w:t>
      </w:r>
      <w:r w:rsidRPr="004C3E92">
        <w:t>Mais</w:t>
      </w:r>
      <w:r w:rsidR="004A4993">
        <w:t xml:space="preserve">, </w:t>
      </w:r>
      <w:r w:rsidRPr="004C3E92">
        <w:t>tandis qu</w:t>
      </w:r>
      <w:r w:rsidR="004A4993">
        <w:t>’</w:t>
      </w:r>
      <w:r w:rsidRPr="004C3E92">
        <w:t>elle souriait devant une amabilité aussi mal appliquée</w:t>
      </w:r>
      <w:r w:rsidR="004A4993">
        <w:t xml:space="preserve">, </w:t>
      </w:r>
      <w:r w:rsidRPr="004C3E92">
        <w:t>elle ne put s</w:t>
      </w:r>
      <w:r w:rsidR="004A4993">
        <w:t>’</w:t>
      </w:r>
      <w:r w:rsidRPr="004C3E92">
        <w:t>empêcher de songer à la sottise</w:t>
      </w:r>
      <w:r w:rsidR="004A4993">
        <w:t xml:space="preserve">, </w:t>
      </w:r>
      <w:r w:rsidRPr="004C3E92">
        <w:t>pleine de mesquinerie</w:t>
      </w:r>
      <w:r w:rsidR="004A4993">
        <w:t xml:space="preserve">, </w:t>
      </w:r>
      <w:r w:rsidRPr="004C3E92">
        <w:t>où elle prenait son origine</w:t>
      </w:r>
      <w:r w:rsidR="004A4993">
        <w:t xml:space="preserve">, </w:t>
      </w:r>
      <w:r w:rsidRPr="004C3E92">
        <w:t>ni d</w:t>
      </w:r>
      <w:r w:rsidR="004A4993">
        <w:t>’</w:t>
      </w:r>
      <w:r w:rsidRPr="004C3E92">
        <w:t xml:space="preserve">observer les </w:t>
      </w:r>
      <w:r w:rsidRPr="004C3E92">
        <w:lastRenderedPageBreak/>
        <w:t>attentions étudiées au moyen desquelles les d</w:t>
      </w:r>
      <w:r w:rsidRPr="004C3E92">
        <w:t>e</w:t>
      </w:r>
      <w:r w:rsidRPr="004C3E92">
        <w:t>moiselles Steele en sollicitaient la continuation</w:t>
      </w:r>
      <w:r w:rsidR="004A4993">
        <w:t xml:space="preserve">, – </w:t>
      </w:r>
      <w:r w:rsidRPr="004C3E92">
        <w:t>sans éprouver pour toutes les quatre un mépris total</w:t>
      </w:r>
      <w:r w:rsidR="004A4993">
        <w:t>.</w:t>
      </w:r>
    </w:p>
    <w:p w14:paraId="0AB627AD" w14:textId="5CFEC1AE" w:rsidR="004A4993" w:rsidRDefault="008C5C61" w:rsidP="004A4993">
      <w:r w:rsidRPr="004C3E92">
        <w:t>Lucy était toute triomphante de se voir si honorablement distinguer</w:t>
      </w:r>
      <w:r w:rsidR="004A4993">
        <w:t xml:space="preserve">, </w:t>
      </w:r>
      <w:r w:rsidRPr="004C3E92">
        <w:t>et il ne manquait à miss Steele que d</w:t>
      </w:r>
      <w:r w:rsidR="004A4993">
        <w:t>’</w:t>
      </w:r>
      <w:r w:rsidRPr="004C3E92">
        <w:t xml:space="preserve">être taquinée au sujet du </w:t>
      </w:r>
      <w:r w:rsidR="004A4993">
        <w:t>Dr. </w:t>
      </w:r>
      <w:r w:rsidR="004A4993" w:rsidRPr="004C3E92">
        <w:t>D</w:t>
      </w:r>
      <w:r w:rsidRPr="004C3E92">
        <w:t>avies</w:t>
      </w:r>
      <w:r w:rsidR="004A4993">
        <w:t xml:space="preserve">, </w:t>
      </w:r>
      <w:r w:rsidRPr="004C3E92">
        <w:t>pour être parfaitement heureuse</w:t>
      </w:r>
      <w:r w:rsidR="004A4993">
        <w:t>.</w:t>
      </w:r>
    </w:p>
    <w:p w14:paraId="331DE4E4" w14:textId="77777777" w:rsidR="004A4993" w:rsidRDefault="008C5C61" w:rsidP="004A4993">
      <w:r w:rsidRPr="004C3E92">
        <w:t>Le dîner fut cérémonieux</w:t>
      </w:r>
      <w:r w:rsidR="004A4993">
        <w:t xml:space="preserve"> ; </w:t>
      </w:r>
      <w:r w:rsidRPr="004C3E92">
        <w:t>les domestiques étaient no</w:t>
      </w:r>
      <w:r w:rsidRPr="004C3E92">
        <w:t>m</w:t>
      </w:r>
      <w:r w:rsidRPr="004C3E92">
        <w:t>breux</w:t>
      </w:r>
      <w:r w:rsidR="004A4993">
        <w:t xml:space="preserve">, </w:t>
      </w:r>
      <w:r w:rsidRPr="004C3E92">
        <w:t>et tout dénotait le penchant de la maîtresse de maison pour l</w:t>
      </w:r>
      <w:r w:rsidR="004A4993">
        <w:t>’</w:t>
      </w:r>
      <w:r w:rsidRPr="004C3E92">
        <w:t>ostentation</w:t>
      </w:r>
      <w:r w:rsidR="004A4993">
        <w:t xml:space="preserve">, </w:t>
      </w:r>
      <w:r w:rsidRPr="004C3E92">
        <w:t>et la possibilité matérielle du maître</w:t>
      </w:r>
      <w:r w:rsidR="004A4993">
        <w:t xml:space="preserve">, </w:t>
      </w:r>
      <w:r w:rsidRPr="004C3E92">
        <w:t>de la soutenir</w:t>
      </w:r>
      <w:r w:rsidR="004A4993">
        <w:t xml:space="preserve">. </w:t>
      </w:r>
      <w:r w:rsidRPr="004C3E92">
        <w:t>En dépit des embellissements et des adjonctions qui s</w:t>
      </w:r>
      <w:r w:rsidR="004A4993">
        <w:t>’</w:t>
      </w:r>
      <w:r w:rsidRPr="004C3E92">
        <w:t xml:space="preserve">effectuaient dans le domaine de </w:t>
      </w:r>
      <w:proofErr w:type="spellStart"/>
      <w:r w:rsidRPr="004C3E92">
        <w:t>Norland</w:t>
      </w:r>
      <w:proofErr w:type="spellEnd"/>
      <w:r w:rsidR="004A4993">
        <w:t xml:space="preserve">, </w:t>
      </w:r>
      <w:r w:rsidRPr="004C3E92">
        <w:t>et bien que son pr</w:t>
      </w:r>
      <w:r w:rsidRPr="004C3E92">
        <w:t>o</w:t>
      </w:r>
      <w:r w:rsidRPr="004C3E92">
        <w:t>priétaire eût été</w:t>
      </w:r>
      <w:r w:rsidR="004A4993">
        <w:t xml:space="preserve">, </w:t>
      </w:r>
      <w:r w:rsidRPr="004C3E92">
        <w:t>à quelques milliers de livres près</w:t>
      </w:r>
      <w:r w:rsidR="004A4993">
        <w:t xml:space="preserve">, </w:t>
      </w:r>
      <w:r w:rsidRPr="004C3E92">
        <w:t>obligé de vendre à perte</w:t>
      </w:r>
      <w:r w:rsidR="004A4993">
        <w:t xml:space="preserve">, </w:t>
      </w:r>
      <w:r w:rsidRPr="004C3E92">
        <w:t>rien ne donnait aucun symptôme de cette ind</w:t>
      </w:r>
      <w:r w:rsidRPr="004C3E92">
        <w:t>i</w:t>
      </w:r>
      <w:r w:rsidRPr="004C3E92">
        <w:t>gence qu</w:t>
      </w:r>
      <w:r w:rsidR="004A4993">
        <w:t>’</w:t>
      </w:r>
      <w:r w:rsidRPr="004C3E92">
        <w:t>il avait essayé d</w:t>
      </w:r>
      <w:r w:rsidR="004A4993">
        <w:t>’</w:t>
      </w:r>
      <w:r w:rsidRPr="004C3E92">
        <w:t>en déduire</w:t>
      </w:r>
      <w:r w:rsidR="004A4993">
        <w:t xml:space="preserve"> ; </w:t>
      </w:r>
      <w:r w:rsidRPr="004C3E92">
        <w:t>aucune pauvreté d</w:t>
      </w:r>
      <w:r w:rsidR="004A4993">
        <w:t>’</w:t>
      </w:r>
      <w:r w:rsidRPr="004C3E92">
        <w:t>aucune sorte</w:t>
      </w:r>
      <w:r w:rsidR="004A4993">
        <w:t xml:space="preserve">, </w:t>
      </w:r>
      <w:r w:rsidRPr="004C3E92">
        <w:t>si ce n</w:t>
      </w:r>
      <w:r w:rsidR="004A4993">
        <w:t>’</w:t>
      </w:r>
      <w:r w:rsidRPr="004C3E92">
        <w:t>est en conversation</w:t>
      </w:r>
      <w:r w:rsidR="004A4993">
        <w:t xml:space="preserve">, </w:t>
      </w:r>
      <w:r w:rsidRPr="004C3E92">
        <w:t>ne fut apparente</w:t>
      </w:r>
      <w:r w:rsidR="004A4993">
        <w:t xml:space="preserve">, – </w:t>
      </w:r>
      <w:r w:rsidRPr="004C3E92">
        <w:t>mais là</w:t>
      </w:r>
      <w:r w:rsidR="004A4993">
        <w:t xml:space="preserve">, </w:t>
      </w:r>
      <w:r w:rsidRPr="004C3E92">
        <w:t>l</w:t>
      </w:r>
      <w:r w:rsidR="004A4993">
        <w:t>’</w:t>
      </w:r>
      <w:r w:rsidRPr="004C3E92">
        <w:t>insuffisance était considérable</w:t>
      </w:r>
      <w:r w:rsidR="004A4993">
        <w:t xml:space="preserve">. </w:t>
      </w:r>
      <w:r w:rsidRPr="004C3E92">
        <w:t xml:space="preserve">John </w:t>
      </w:r>
      <w:proofErr w:type="spellStart"/>
      <w:r w:rsidRPr="004C3E92">
        <w:t>Dashwood</w:t>
      </w:r>
      <w:proofErr w:type="spellEnd"/>
      <w:r w:rsidRPr="004C3E92">
        <w:t xml:space="preserve"> n</w:t>
      </w:r>
      <w:r w:rsidR="004A4993">
        <w:t>’</w:t>
      </w:r>
      <w:r w:rsidRPr="004C3E92">
        <w:t>avait</w:t>
      </w:r>
      <w:r w:rsidR="004A4993">
        <w:t xml:space="preserve">, </w:t>
      </w:r>
      <w:r w:rsidRPr="004C3E92">
        <w:t>pour son compte</w:t>
      </w:r>
      <w:r w:rsidR="004A4993">
        <w:t xml:space="preserve">, </w:t>
      </w:r>
      <w:r w:rsidRPr="004C3E92">
        <w:t xml:space="preserve">pas </w:t>
      </w:r>
      <w:proofErr w:type="spellStart"/>
      <w:r w:rsidRPr="004C3E92">
        <w:t>grand</w:t>
      </w:r>
      <w:r w:rsidR="004A4993">
        <w:t>’</w:t>
      </w:r>
      <w:r w:rsidRPr="004C3E92">
        <w:t>chose</w:t>
      </w:r>
      <w:proofErr w:type="spellEnd"/>
      <w:r w:rsidRPr="004C3E92">
        <w:t xml:space="preserve"> à dire qui valût d</w:t>
      </w:r>
      <w:r w:rsidR="004A4993">
        <w:t>’</w:t>
      </w:r>
      <w:r w:rsidRPr="004C3E92">
        <w:t>être entendu</w:t>
      </w:r>
      <w:r w:rsidR="004A4993">
        <w:t xml:space="preserve">, </w:t>
      </w:r>
      <w:r w:rsidRPr="004C3E92">
        <w:t>et sa femme en avait encore moins</w:t>
      </w:r>
      <w:r w:rsidR="004A4993">
        <w:t xml:space="preserve">. </w:t>
      </w:r>
      <w:r w:rsidRPr="004C3E92">
        <w:t>Mais il n</w:t>
      </w:r>
      <w:r w:rsidR="004A4993">
        <w:t>’</w:t>
      </w:r>
      <w:r w:rsidRPr="004C3E92">
        <w:t>y avait là nulle honte particulière</w:t>
      </w:r>
      <w:r w:rsidR="004A4993">
        <w:t xml:space="preserve">, </w:t>
      </w:r>
      <w:r w:rsidRPr="004C3E92">
        <w:t>car il en était très sensiblement de même de la pl</w:t>
      </w:r>
      <w:r w:rsidRPr="004C3E92">
        <w:t>u</w:t>
      </w:r>
      <w:r w:rsidRPr="004C3E92">
        <w:t>part de leurs invités</w:t>
      </w:r>
      <w:r w:rsidR="004A4993">
        <w:t xml:space="preserve">, </w:t>
      </w:r>
      <w:r w:rsidRPr="004C3E92">
        <w:t>qui étaient tous en proie à l</w:t>
      </w:r>
      <w:r w:rsidR="004A4993">
        <w:t>’</w:t>
      </w:r>
      <w:r w:rsidRPr="004C3E92">
        <w:t>une de ces i</w:t>
      </w:r>
      <w:r w:rsidRPr="004C3E92">
        <w:t>n</w:t>
      </w:r>
      <w:r w:rsidRPr="004C3E92">
        <w:t>capacités d</w:t>
      </w:r>
      <w:r w:rsidR="004A4993">
        <w:t>’</w:t>
      </w:r>
      <w:r w:rsidRPr="004C3E92">
        <w:t>être agréable</w:t>
      </w:r>
      <w:r w:rsidR="004A4993">
        <w:t xml:space="preserve"> : </w:t>
      </w:r>
      <w:r w:rsidRPr="004C3E92">
        <w:t>manque d</w:t>
      </w:r>
      <w:r w:rsidR="004A4993">
        <w:t>’</w:t>
      </w:r>
      <w:r w:rsidRPr="004C3E92">
        <w:t>intelligence</w:t>
      </w:r>
      <w:r w:rsidR="004A4993">
        <w:t xml:space="preserve">, </w:t>
      </w:r>
      <w:r w:rsidRPr="004C3E92">
        <w:t>qu</w:t>
      </w:r>
      <w:r w:rsidR="004A4993">
        <w:t>’</w:t>
      </w:r>
      <w:r w:rsidRPr="004C3E92">
        <w:t>elle fût n</w:t>
      </w:r>
      <w:r w:rsidRPr="004C3E92">
        <w:t>a</w:t>
      </w:r>
      <w:r w:rsidRPr="004C3E92">
        <w:t>turelle ou éduquée</w:t>
      </w:r>
      <w:r w:rsidR="004A4993">
        <w:t xml:space="preserve">, </w:t>
      </w:r>
      <w:r w:rsidRPr="004C3E92">
        <w:t>manque d</w:t>
      </w:r>
      <w:r w:rsidR="004A4993">
        <w:t>’</w:t>
      </w:r>
      <w:r w:rsidRPr="004C3E92">
        <w:t>élégance</w:t>
      </w:r>
      <w:r w:rsidR="004A4993">
        <w:t xml:space="preserve">, </w:t>
      </w:r>
      <w:r w:rsidRPr="004C3E92">
        <w:t>manque d</w:t>
      </w:r>
      <w:r w:rsidR="004A4993">
        <w:t>’</w:t>
      </w:r>
      <w:r w:rsidRPr="004C3E92">
        <w:t>entrain</w:t>
      </w:r>
      <w:r w:rsidR="004A4993">
        <w:t xml:space="preserve">, </w:t>
      </w:r>
      <w:r w:rsidRPr="004C3E92">
        <w:t>ou manque de sang-froid</w:t>
      </w:r>
      <w:r w:rsidR="004A4993">
        <w:t>.</w:t>
      </w:r>
    </w:p>
    <w:p w14:paraId="4462B805" w14:textId="77777777" w:rsidR="004A4993" w:rsidRDefault="008C5C61" w:rsidP="004A4993">
      <w:r w:rsidRPr="004C3E92">
        <w:t>Quand les dames se retirèrent au salon</w:t>
      </w:r>
      <w:r w:rsidR="004A4993">
        <w:t xml:space="preserve">, </w:t>
      </w:r>
      <w:r w:rsidRPr="004C3E92">
        <w:t>après le dîner</w:t>
      </w:r>
      <w:r w:rsidR="004A4993">
        <w:t xml:space="preserve">, </w:t>
      </w:r>
      <w:r w:rsidRPr="004C3E92">
        <w:t>ce</w:t>
      </w:r>
      <w:r w:rsidRPr="004C3E92">
        <w:t>t</w:t>
      </w:r>
      <w:r w:rsidRPr="004C3E92">
        <w:t>te indigence fut particulièrement manifeste</w:t>
      </w:r>
      <w:r w:rsidR="004A4993">
        <w:t xml:space="preserve">, </w:t>
      </w:r>
      <w:r w:rsidRPr="004C3E92">
        <w:t>car les messieurs avaient</w:t>
      </w:r>
      <w:r w:rsidR="004A4993">
        <w:t xml:space="preserve">, </w:t>
      </w:r>
      <w:r w:rsidRPr="004C3E92">
        <w:t>en vérité</w:t>
      </w:r>
      <w:r w:rsidR="004A4993">
        <w:t xml:space="preserve">, </w:t>
      </w:r>
      <w:r w:rsidRPr="004C3E92">
        <w:t>fourni à la conversation quelque diversité</w:t>
      </w:r>
      <w:r w:rsidR="004A4993">
        <w:t xml:space="preserve">, – </w:t>
      </w:r>
      <w:r w:rsidRPr="004C3E92">
        <w:t>la diversité de la politique</w:t>
      </w:r>
      <w:r w:rsidR="004A4993">
        <w:t xml:space="preserve">, </w:t>
      </w:r>
      <w:r w:rsidRPr="004C3E92">
        <w:t>celle de la clôture des terres</w:t>
      </w:r>
      <w:r w:rsidR="004A4993">
        <w:t xml:space="preserve">, </w:t>
      </w:r>
      <w:r w:rsidRPr="004C3E92">
        <w:t>et celle du dressage d</w:t>
      </w:r>
      <w:r w:rsidR="004A4993">
        <w:t>’</w:t>
      </w:r>
      <w:r w:rsidRPr="004C3E92">
        <w:t>un cheval</w:t>
      </w:r>
      <w:r w:rsidR="004A4993">
        <w:t xml:space="preserve">, – </w:t>
      </w:r>
      <w:r w:rsidRPr="004C3E92">
        <w:t>mais dès lors tout cela était fini</w:t>
      </w:r>
      <w:r w:rsidR="004A4993">
        <w:t xml:space="preserve">, </w:t>
      </w:r>
      <w:r w:rsidRPr="004C3E92">
        <w:t>et un seul sujet retint l</w:t>
      </w:r>
      <w:r w:rsidR="004A4993">
        <w:t>’</w:t>
      </w:r>
      <w:r w:rsidRPr="004C3E92">
        <w:t>attention des dames jusqu</w:t>
      </w:r>
      <w:r w:rsidR="004A4993">
        <w:t>’</w:t>
      </w:r>
      <w:r w:rsidRPr="004C3E92">
        <w:t>à ce qu</w:t>
      </w:r>
      <w:r w:rsidR="004A4993">
        <w:t>’</w:t>
      </w:r>
      <w:r w:rsidRPr="004C3E92">
        <w:t>on servît le café</w:t>
      </w:r>
      <w:r w:rsidR="004A4993">
        <w:t xml:space="preserve"> : </w:t>
      </w:r>
      <w:r w:rsidRPr="004C3E92">
        <w:t xml:space="preserve">ce fut la taille comparée de </w:t>
      </w:r>
      <w:r w:rsidRPr="004C3E92">
        <w:lastRenderedPageBreak/>
        <w:t xml:space="preserve">Harry </w:t>
      </w:r>
      <w:proofErr w:type="spellStart"/>
      <w:r w:rsidRPr="004C3E92">
        <w:t>Dashwood</w:t>
      </w:r>
      <w:proofErr w:type="spellEnd"/>
      <w:r w:rsidRPr="004C3E92">
        <w:t xml:space="preserve"> et du second fils de lady Middleton</w:t>
      </w:r>
      <w:r w:rsidR="004A4993">
        <w:t xml:space="preserve">, </w:t>
      </w:r>
      <w:r w:rsidRPr="004C3E92">
        <w:t>qui étaient à peu près du même âge</w:t>
      </w:r>
      <w:r w:rsidR="004A4993">
        <w:t>.</w:t>
      </w:r>
    </w:p>
    <w:p w14:paraId="4E0798A3" w14:textId="77777777" w:rsidR="004A4993" w:rsidRDefault="008C5C61" w:rsidP="004A4993">
      <w:r w:rsidRPr="004C3E92">
        <w:t>Si les deux enfants avaient été là</w:t>
      </w:r>
      <w:r w:rsidR="004A4993">
        <w:t xml:space="preserve">, </w:t>
      </w:r>
      <w:r w:rsidRPr="004C3E92">
        <w:t>l</w:t>
      </w:r>
      <w:r w:rsidR="004A4993">
        <w:t>’</w:t>
      </w:r>
      <w:r w:rsidRPr="004C3E92">
        <w:t>affaire eût pu être d</w:t>
      </w:r>
      <w:r w:rsidRPr="004C3E92">
        <w:t>é</w:t>
      </w:r>
      <w:r w:rsidRPr="004C3E92">
        <w:t>terminée trop facilement en les mesurant immédiatement</w:t>
      </w:r>
      <w:r w:rsidR="004A4993">
        <w:t xml:space="preserve"> ; </w:t>
      </w:r>
      <w:r w:rsidRPr="004C3E92">
        <w:t>mais comme Harry seul était présent</w:t>
      </w:r>
      <w:r w:rsidR="004A4993">
        <w:t xml:space="preserve">, </w:t>
      </w:r>
      <w:r w:rsidRPr="004C3E92">
        <w:t>ce ne furent qu</w:t>
      </w:r>
      <w:r w:rsidR="004A4993">
        <w:t>’</w:t>
      </w:r>
      <w:r w:rsidRPr="004C3E92">
        <w:t>affirmations conjecturales de part et d</w:t>
      </w:r>
      <w:r w:rsidR="004A4993">
        <w:t>’</w:t>
      </w:r>
      <w:r w:rsidRPr="004C3E92">
        <w:t>autre</w:t>
      </w:r>
      <w:r w:rsidR="004A4993">
        <w:t xml:space="preserve">, </w:t>
      </w:r>
      <w:r w:rsidRPr="004C3E92">
        <w:t>et toutes eurent le droit d</w:t>
      </w:r>
      <w:r w:rsidR="004A4993">
        <w:t>’</w:t>
      </w:r>
      <w:r w:rsidRPr="004C3E92">
        <w:t>être également assurées dans leur opinion et de la r</w:t>
      </w:r>
      <w:r w:rsidRPr="004C3E92">
        <w:t>é</w:t>
      </w:r>
      <w:r w:rsidRPr="004C3E92">
        <w:t>péter mainte et mainte fois</w:t>
      </w:r>
      <w:r w:rsidR="004A4993">
        <w:t xml:space="preserve">, </w:t>
      </w:r>
      <w:r w:rsidRPr="004C3E92">
        <w:t>aussi souvent qu</w:t>
      </w:r>
      <w:r w:rsidR="004A4993">
        <w:t>’</w:t>
      </w:r>
      <w:r w:rsidRPr="004C3E92">
        <w:t>il leur plut</w:t>
      </w:r>
      <w:r w:rsidR="004A4993">
        <w:t>.</w:t>
      </w:r>
    </w:p>
    <w:p w14:paraId="45C55F9B" w14:textId="77777777" w:rsidR="004A4993" w:rsidRDefault="008C5C61" w:rsidP="004A4993">
      <w:r w:rsidRPr="004C3E92">
        <w:t>Les parties se présentaient ainsi</w:t>
      </w:r>
      <w:r w:rsidR="004A4993">
        <w:t> :</w:t>
      </w:r>
    </w:p>
    <w:p w14:paraId="312C6AE5" w14:textId="77777777" w:rsidR="004A4993" w:rsidRDefault="008C5C61" w:rsidP="004A4993">
      <w:r w:rsidRPr="004C3E92">
        <w:t>Les deux mères</w:t>
      </w:r>
      <w:r w:rsidR="004A4993">
        <w:t xml:space="preserve">, </w:t>
      </w:r>
      <w:r w:rsidRPr="004C3E92">
        <w:t>bien que chacune fût réellement convai</w:t>
      </w:r>
      <w:r w:rsidRPr="004C3E92">
        <w:t>n</w:t>
      </w:r>
      <w:r w:rsidRPr="004C3E92">
        <w:t>cue que son propre fils était le plus grand</w:t>
      </w:r>
      <w:r w:rsidR="004A4993">
        <w:t xml:space="preserve">, </w:t>
      </w:r>
      <w:r w:rsidRPr="004C3E92">
        <w:t>se décidaient pol</w:t>
      </w:r>
      <w:r w:rsidRPr="004C3E92">
        <w:t>i</w:t>
      </w:r>
      <w:r w:rsidRPr="004C3E92">
        <w:t>ment en faveur de l</w:t>
      </w:r>
      <w:r w:rsidR="004A4993">
        <w:t>’</w:t>
      </w:r>
      <w:r w:rsidRPr="004C3E92">
        <w:t>autre</w:t>
      </w:r>
      <w:r w:rsidR="004A4993">
        <w:t>.</w:t>
      </w:r>
    </w:p>
    <w:p w14:paraId="73AECBE0" w14:textId="77777777" w:rsidR="004A4993" w:rsidRDefault="008C5C61" w:rsidP="004A4993">
      <w:r w:rsidRPr="004C3E92">
        <w:t>Les deux grand</w:t>
      </w:r>
      <w:r w:rsidR="004A4993">
        <w:t>’</w:t>
      </w:r>
      <w:r w:rsidRPr="004C3E92">
        <w:t>mères</w:t>
      </w:r>
      <w:r w:rsidR="004A4993">
        <w:t xml:space="preserve">, </w:t>
      </w:r>
      <w:r w:rsidRPr="004C3E92">
        <w:t>avec non moins de partialité</w:t>
      </w:r>
      <w:r w:rsidR="004A4993">
        <w:t xml:space="preserve">, </w:t>
      </w:r>
      <w:r w:rsidRPr="004C3E92">
        <w:t>mais plus de sincérité</w:t>
      </w:r>
      <w:r w:rsidR="004A4993">
        <w:t xml:space="preserve">, </w:t>
      </w:r>
      <w:r w:rsidRPr="004C3E92">
        <w:t>prenaient également au sérieux le soutien de leur descendant</w:t>
      </w:r>
      <w:r w:rsidR="004A4993">
        <w:t>.</w:t>
      </w:r>
    </w:p>
    <w:p w14:paraId="367FB43E" w14:textId="77777777" w:rsidR="004A4993" w:rsidRDefault="008C5C61" w:rsidP="004A4993">
      <w:r w:rsidRPr="004C3E92">
        <w:t>Lucy</w:t>
      </w:r>
      <w:r w:rsidR="004A4993">
        <w:t xml:space="preserve">, </w:t>
      </w:r>
      <w:r w:rsidRPr="004C3E92">
        <w:t>qui n</w:t>
      </w:r>
      <w:r w:rsidR="004A4993">
        <w:t>’</w:t>
      </w:r>
      <w:r w:rsidRPr="004C3E92">
        <w:t>était guère moins empressée à plaire à l</w:t>
      </w:r>
      <w:r w:rsidR="004A4993">
        <w:t>’</w:t>
      </w:r>
      <w:r w:rsidRPr="004C3E92">
        <w:t>une des mères qu</w:t>
      </w:r>
      <w:r w:rsidR="004A4993">
        <w:t>’</w:t>
      </w:r>
      <w:r w:rsidRPr="004C3E92">
        <w:t>à l</w:t>
      </w:r>
      <w:r w:rsidR="004A4993">
        <w:t>’</w:t>
      </w:r>
      <w:r w:rsidRPr="004C3E92">
        <w:t>autre</w:t>
      </w:r>
      <w:r w:rsidR="004A4993">
        <w:t xml:space="preserve">, </w:t>
      </w:r>
      <w:r w:rsidRPr="004C3E92">
        <w:t>trouvait les deux garçons remarquablement grands pour leur âge</w:t>
      </w:r>
      <w:r w:rsidR="004A4993">
        <w:t xml:space="preserve">, </w:t>
      </w:r>
      <w:r w:rsidRPr="004C3E92">
        <w:t>et ne pouvait concevoir qu</w:t>
      </w:r>
      <w:r w:rsidR="004A4993">
        <w:t>’</w:t>
      </w:r>
      <w:r w:rsidRPr="004C3E92">
        <w:t>il pût y avoir entre eux la plus petite différence du monde</w:t>
      </w:r>
      <w:r w:rsidR="004A4993">
        <w:t xml:space="preserve"> ; </w:t>
      </w:r>
      <w:r w:rsidRPr="004C3E92">
        <w:t>et miss Steele</w:t>
      </w:r>
      <w:r w:rsidR="004A4993">
        <w:t xml:space="preserve">, </w:t>
      </w:r>
      <w:r w:rsidRPr="004C3E92">
        <w:t>avec plus d</w:t>
      </w:r>
      <w:r w:rsidR="004A4993">
        <w:t>’</w:t>
      </w:r>
      <w:r w:rsidRPr="004C3E92">
        <w:t>adresse encore</w:t>
      </w:r>
      <w:r w:rsidR="004A4993">
        <w:t xml:space="preserve">, </w:t>
      </w:r>
      <w:r w:rsidRPr="004C3E92">
        <w:t>donnait son avis</w:t>
      </w:r>
      <w:r w:rsidR="004A4993">
        <w:t xml:space="preserve">, </w:t>
      </w:r>
      <w:r w:rsidRPr="004C3E92">
        <w:t>aussi vite qu</w:t>
      </w:r>
      <w:r w:rsidR="004A4993">
        <w:t>’</w:t>
      </w:r>
      <w:r w:rsidRPr="004C3E92">
        <w:t>elle le pouvait</w:t>
      </w:r>
      <w:r w:rsidR="004A4993">
        <w:t xml:space="preserve">, </w:t>
      </w:r>
      <w:r w:rsidRPr="004C3E92">
        <w:t>en faveur de chacun d</w:t>
      </w:r>
      <w:r w:rsidR="004A4993">
        <w:t>’</w:t>
      </w:r>
      <w:r w:rsidRPr="004C3E92">
        <w:t>eux</w:t>
      </w:r>
      <w:r w:rsidR="004A4993">
        <w:t>.</w:t>
      </w:r>
    </w:p>
    <w:p w14:paraId="17CBDECC" w14:textId="77777777" w:rsidR="004A4993" w:rsidRDefault="008C5C61" w:rsidP="004A4993">
      <w:proofErr w:type="spellStart"/>
      <w:r w:rsidRPr="004C3E92">
        <w:t>Elinor</w:t>
      </w:r>
      <w:proofErr w:type="spellEnd"/>
      <w:r w:rsidR="004A4993">
        <w:t xml:space="preserve">, </w:t>
      </w:r>
      <w:r w:rsidRPr="004C3E92">
        <w:t>une fois qu</w:t>
      </w:r>
      <w:r w:rsidR="004A4993">
        <w:t>’</w:t>
      </w:r>
      <w:r w:rsidRPr="004C3E92">
        <w:t>elle eut exprimé son opinion en faveur de William</w:t>
      </w:r>
      <w:r w:rsidR="004A4993">
        <w:t xml:space="preserve">, </w:t>
      </w:r>
      <w:r w:rsidRPr="004C3E92">
        <w:t>ce par quoi elle offensa Mrs</w:t>
      </w:r>
      <w:r w:rsidR="004A4993">
        <w:t xml:space="preserve">. </w:t>
      </w:r>
      <w:proofErr w:type="spellStart"/>
      <w:r w:rsidRPr="004C3E92">
        <w:t>Ferrars</w:t>
      </w:r>
      <w:proofErr w:type="spellEnd"/>
      <w:r w:rsidR="004A4993">
        <w:t xml:space="preserve">, </w:t>
      </w:r>
      <w:r w:rsidRPr="004C3E92">
        <w:t>et Fanny enc</w:t>
      </w:r>
      <w:r w:rsidRPr="004C3E92">
        <w:t>o</w:t>
      </w:r>
      <w:r w:rsidRPr="004C3E92">
        <w:t>re davantage</w:t>
      </w:r>
      <w:r w:rsidR="004A4993">
        <w:t xml:space="preserve">, </w:t>
      </w:r>
      <w:r w:rsidRPr="004C3E92">
        <w:t>ne vit point la nécessité de la renforcer par que</w:t>
      </w:r>
      <w:r w:rsidRPr="004C3E92">
        <w:t>l</w:t>
      </w:r>
      <w:r w:rsidRPr="004C3E92">
        <w:t>que assertion supplémentaire</w:t>
      </w:r>
      <w:r w:rsidR="004A4993">
        <w:t xml:space="preserve"> ; </w:t>
      </w:r>
      <w:r w:rsidRPr="004C3E92">
        <w:t>et Marianne</w:t>
      </w:r>
      <w:r w:rsidR="004A4993">
        <w:t xml:space="preserve">, </w:t>
      </w:r>
      <w:r w:rsidRPr="004C3E92">
        <w:t>lorsqu</w:t>
      </w:r>
      <w:r w:rsidR="004A4993">
        <w:t>’</w:t>
      </w:r>
      <w:r w:rsidRPr="004C3E92">
        <w:t>on l</w:t>
      </w:r>
      <w:r w:rsidR="004A4993">
        <w:t>’</w:t>
      </w:r>
      <w:r w:rsidRPr="004C3E92">
        <w:t>invita à donner la sienne</w:t>
      </w:r>
      <w:r w:rsidR="004A4993">
        <w:t xml:space="preserve">, </w:t>
      </w:r>
      <w:r w:rsidRPr="004C3E92">
        <w:t>les offensa toutes en déclarant qu</w:t>
      </w:r>
      <w:r w:rsidR="004A4993">
        <w:t>’</w:t>
      </w:r>
      <w:r w:rsidRPr="004C3E92">
        <w:t>elle n</w:t>
      </w:r>
      <w:r w:rsidR="004A4993">
        <w:t>’</w:t>
      </w:r>
      <w:r w:rsidRPr="004C3E92">
        <w:t>avait pas d</w:t>
      </w:r>
      <w:r w:rsidR="004A4993">
        <w:t>’</w:t>
      </w:r>
      <w:r w:rsidRPr="004C3E92">
        <w:t>opinion à donner</w:t>
      </w:r>
      <w:r w:rsidR="004A4993">
        <w:t xml:space="preserve">, </w:t>
      </w:r>
      <w:r w:rsidRPr="004C3E92">
        <w:t>attendu qu</w:t>
      </w:r>
      <w:r w:rsidR="004A4993">
        <w:t>’</w:t>
      </w:r>
      <w:r w:rsidRPr="004C3E92">
        <w:t>elle n</w:t>
      </w:r>
      <w:r w:rsidR="004A4993">
        <w:t>’</w:t>
      </w:r>
      <w:r w:rsidRPr="004C3E92">
        <w:t>avait jamais réfléchi à la question</w:t>
      </w:r>
      <w:r w:rsidR="004A4993">
        <w:t>.</w:t>
      </w:r>
    </w:p>
    <w:p w14:paraId="3E29DBF6" w14:textId="77777777" w:rsidR="004A4993" w:rsidRDefault="008C5C61" w:rsidP="004A4993">
      <w:r w:rsidRPr="004C3E92">
        <w:lastRenderedPageBreak/>
        <w:t xml:space="preserve">Avant son départ de </w:t>
      </w:r>
      <w:proofErr w:type="spellStart"/>
      <w:r w:rsidRPr="004C3E92">
        <w:t>Norland</w:t>
      </w:r>
      <w:proofErr w:type="spellEnd"/>
      <w:r w:rsidR="004A4993">
        <w:t xml:space="preserve">, </w:t>
      </w:r>
      <w:proofErr w:type="spellStart"/>
      <w:r w:rsidRPr="004C3E92">
        <w:t>Elinor</w:t>
      </w:r>
      <w:proofErr w:type="spellEnd"/>
      <w:r w:rsidRPr="004C3E92">
        <w:t xml:space="preserve"> avait peint une très j</w:t>
      </w:r>
      <w:r w:rsidRPr="004C3E92">
        <w:t>o</w:t>
      </w:r>
      <w:r w:rsidRPr="004C3E92">
        <w:t>lie paire d</w:t>
      </w:r>
      <w:r w:rsidR="004A4993">
        <w:t>’</w:t>
      </w:r>
      <w:r w:rsidRPr="004C3E92">
        <w:t>écrans pour sa belle-sœur</w:t>
      </w:r>
      <w:r w:rsidR="004A4993">
        <w:t xml:space="preserve">, </w:t>
      </w:r>
      <w:r w:rsidRPr="004C3E92">
        <w:t>lesquels</w:t>
      </w:r>
      <w:r w:rsidR="004A4993">
        <w:t xml:space="preserve">, </w:t>
      </w:r>
      <w:r w:rsidRPr="004C3E92">
        <w:t>venant d</w:t>
      </w:r>
      <w:r w:rsidR="004A4993">
        <w:t>’</w:t>
      </w:r>
      <w:r w:rsidRPr="004C3E92">
        <w:t>être montés et apportés chez elle</w:t>
      </w:r>
      <w:r w:rsidR="004A4993">
        <w:t xml:space="preserve">, </w:t>
      </w:r>
      <w:r w:rsidRPr="004C3E92">
        <w:t>décoraient son salon actuel</w:t>
      </w:r>
      <w:r w:rsidR="004A4993">
        <w:t xml:space="preserve"> ; </w:t>
      </w:r>
      <w:r w:rsidRPr="004C3E92">
        <w:t xml:space="preserve">et ces écrans ayant attiré les regards de John </w:t>
      </w:r>
      <w:proofErr w:type="spellStart"/>
      <w:r w:rsidRPr="004C3E92">
        <w:t>Dashwood</w:t>
      </w:r>
      <w:proofErr w:type="spellEnd"/>
      <w:r w:rsidRPr="004C3E92">
        <w:t xml:space="preserve"> lorsqu</w:t>
      </w:r>
      <w:r w:rsidR="004A4993">
        <w:t>’</w:t>
      </w:r>
      <w:r w:rsidRPr="004C3E92">
        <w:t>il su</w:t>
      </w:r>
      <w:r w:rsidRPr="004C3E92">
        <w:t>i</w:t>
      </w:r>
      <w:r w:rsidRPr="004C3E92">
        <w:t>vit les autres messieurs dans la pièce</w:t>
      </w:r>
      <w:r w:rsidR="004A4993">
        <w:t xml:space="preserve">, </w:t>
      </w:r>
      <w:r w:rsidRPr="004C3E92">
        <w:t>furent remis avec empre</w:t>
      </w:r>
      <w:r w:rsidRPr="004C3E92">
        <w:t>s</w:t>
      </w:r>
      <w:r w:rsidRPr="004C3E92">
        <w:t>sement par lui au colonel Brandon</w:t>
      </w:r>
      <w:r w:rsidR="004A4993">
        <w:t xml:space="preserve">, </w:t>
      </w:r>
      <w:r w:rsidRPr="004C3E92">
        <w:t>pour qu</w:t>
      </w:r>
      <w:r w:rsidR="004A4993">
        <w:t>’</w:t>
      </w:r>
      <w:r w:rsidRPr="004C3E92">
        <w:t>il les admirât</w:t>
      </w:r>
      <w:r w:rsidR="004A4993">
        <w:t>.</w:t>
      </w:r>
    </w:p>
    <w:p w14:paraId="7695768A" w14:textId="77777777" w:rsidR="004A4993" w:rsidRDefault="004A4993" w:rsidP="004A4993">
      <w:r>
        <w:t>— </w:t>
      </w:r>
      <w:r w:rsidR="008C5C61" w:rsidRPr="004C3E92">
        <w:t>Voici l</w:t>
      </w:r>
      <w:r>
        <w:t>’</w:t>
      </w:r>
      <w:r w:rsidR="008C5C61" w:rsidRPr="004C3E92">
        <w:t>œuvre de l</w:t>
      </w:r>
      <w:r>
        <w:t>’</w:t>
      </w:r>
      <w:r w:rsidR="008C5C61" w:rsidRPr="004C3E92">
        <w:t>aînée de mes sœurs</w:t>
      </w:r>
      <w:r>
        <w:t xml:space="preserve">, </w:t>
      </w:r>
      <w:r w:rsidR="008C5C61" w:rsidRPr="004C3E92">
        <w:t>dit-il</w:t>
      </w:r>
      <w:r>
        <w:t xml:space="preserve"> ; </w:t>
      </w:r>
      <w:r w:rsidR="008C5C61" w:rsidRPr="004C3E92">
        <w:t>et</w:t>
      </w:r>
      <w:r>
        <w:t xml:space="preserve">, </w:t>
      </w:r>
      <w:r w:rsidR="008C5C61" w:rsidRPr="004C3E92">
        <w:t>en votre qualité d</w:t>
      </w:r>
      <w:r>
        <w:t>’</w:t>
      </w:r>
      <w:r w:rsidR="008C5C61" w:rsidRPr="004C3E92">
        <w:t>homme de goût</w:t>
      </w:r>
      <w:r>
        <w:t xml:space="preserve">, </w:t>
      </w:r>
      <w:r w:rsidR="008C5C61" w:rsidRPr="004C3E92">
        <w:t>vous en serez satisfait</w:t>
      </w:r>
      <w:r>
        <w:t xml:space="preserve">, </w:t>
      </w:r>
      <w:r w:rsidR="008C5C61" w:rsidRPr="004C3E92">
        <w:t>j</w:t>
      </w:r>
      <w:r>
        <w:t>’</w:t>
      </w:r>
      <w:r w:rsidR="008C5C61" w:rsidRPr="004C3E92">
        <w:t>en suis sûr</w:t>
      </w:r>
      <w:r>
        <w:t xml:space="preserve">. </w:t>
      </w:r>
      <w:r w:rsidR="008C5C61" w:rsidRPr="004C3E92">
        <w:t>Je ne sais si vous avez jamais eu l</w:t>
      </w:r>
      <w:r>
        <w:t>’</w:t>
      </w:r>
      <w:r w:rsidR="008C5C61" w:rsidRPr="004C3E92">
        <w:t>occasion de voir d</w:t>
      </w:r>
      <w:r>
        <w:t>’</w:t>
      </w:r>
      <w:r w:rsidR="008C5C61" w:rsidRPr="004C3E92">
        <w:t>autres de ses productions</w:t>
      </w:r>
      <w:r>
        <w:t xml:space="preserve">, </w:t>
      </w:r>
      <w:r w:rsidR="008C5C61" w:rsidRPr="004C3E92">
        <w:t>mais on estime en général qu</w:t>
      </w:r>
      <w:r>
        <w:t>’</w:t>
      </w:r>
      <w:r w:rsidR="008C5C61" w:rsidRPr="004C3E92">
        <w:t>elle dessine extr</w:t>
      </w:r>
      <w:r w:rsidR="008C5C61" w:rsidRPr="004C3E92">
        <w:t>ê</w:t>
      </w:r>
      <w:r w:rsidR="008C5C61" w:rsidRPr="004C3E92">
        <w:t>mement bien</w:t>
      </w:r>
      <w:r>
        <w:t>.</w:t>
      </w:r>
    </w:p>
    <w:p w14:paraId="7300983A" w14:textId="77777777" w:rsidR="004A4993" w:rsidRDefault="008C5C61" w:rsidP="004A4993">
      <w:r w:rsidRPr="004C3E92">
        <w:t>Le Colonel</w:t>
      </w:r>
      <w:r w:rsidR="004A4993">
        <w:t xml:space="preserve">, </w:t>
      </w:r>
      <w:r w:rsidRPr="004C3E92">
        <w:t>bien qu</w:t>
      </w:r>
      <w:r w:rsidR="004A4993">
        <w:t>’</w:t>
      </w:r>
      <w:r w:rsidRPr="004C3E92">
        <w:t>il se défendît de toutes prétentions à être connaisseur</w:t>
      </w:r>
      <w:r w:rsidR="004A4993">
        <w:t xml:space="preserve">, </w:t>
      </w:r>
      <w:r w:rsidRPr="004C3E92">
        <w:t>admira chaleureusement les écrans</w:t>
      </w:r>
      <w:r w:rsidR="004A4993">
        <w:t xml:space="preserve">, </w:t>
      </w:r>
      <w:r w:rsidRPr="004C3E92">
        <w:t>comme il l</w:t>
      </w:r>
      <w:r w:rsidR="004A4993">
        <w:t>’</w:t>
      </w:r>
      <w:r w:rsidRPr="004C3E92">
        <w:t xml:space="preserve">eût fait pour toute chose peinte par miss </w:t>
      </w:r>
      <w:proofErr w:type="spellStart"/>
      <w:r w:rsidRPr="004C3E92">
        <w:t>Dashwood</w:t>
      </w:r>
      <w:proofErr w:type="spellEnd"/>
      <w:r w:rsidR="004A4993">
        <w:t xml:space="preserve"> ; </w:t>
      </w:r>
      <w:r w:rsidRPr="004C3E92">
        <w:t>et la curiosité des autres étant naturellement excitée</w:t>
      </w:r>
      <w:r w:rsidR="004A4993">
        <w:t xml:space="preserve">, </w:t>
      </w:r>
      <w:r w:rsidRPr="004C3E92">
        <w:t>ils furent pa</w:t>
      </w:r>
      <w:r w:rsidRPr="004C3E92">
        <w:t>s</w:t>
      </w:r>
      <w:r w:rsidRPr="004C3E92">
        <w:t>sés à la ronde pour une inspection générale</w:t>
      </w:r>
      <w:r w:rsidR="004A4993">
        <w:t xml:space="preserve">. </w:t>
      </w:r>
      <w:r w:rsidRPr="004C3E92">
        <w:t>Mrs</w:t>
      </w:r>
      <w:r w:rsidR="004A4993">
        <w:t xml:space="preserve">. </w:t>
      </w:r>
      <w:proofErr w:type="spellStart"/>
      <w:r w:rsidRPr="004C3E92">
        <w:t>Ferrars</w:t>
      </w:r>
      <w:proofErr w:type="spellEnd"/>
      <w:r w:rsidR="004A4993">
        <w:t xml:space="preserve">, </w:t>
      </w:r>
      <w:r w:rsidRPr="004C3E92">
        <w:t>qui ne savait pas qu</w:t>
      </w:r>
      <w:r w:rsidR="004A4993">
        <w:t>’</w:t>
      </w:r>
      <w:r w:rsidRPr="004C3E92">
        <w:t>ils fussent l</w:t>
      </w:r>
      <w:r w:rsidR="004A4993">
        <w:t>’</w:t>
      </w:r>
      <w:r w:rsidRPr="004C3E92">
        <w:t>œuvre d</w:t>
      </w:r>
      <w:r w:rsidR="004A4993">
        <w:t>’</w:t>
      </w:r>
      <w:proofErr w:type="spellStart"/>
      <w:r w:rsidRPr="004C3E92">
        <w:t>Elinor</w:t>
      </w:r>
      <w:proofErr w:type="spellEnd"/>
      <w:r w:rsidR="004A4993">
        <w:t xml:space="preserve">, </w:t>
      </w:r>
      <w:r w:rsidRPr="004C3E92">
        <w:t>insista particulièr</w:t>
      </w:r>
      <w:r w:rsidRPr="004C3E92">
        <w:t>e</w:t>
      </w:r>
      <w:r w:rsidRPr="004C3E92">
        <w:t>ment pour qu</w:t>
      </w:r>
      <w:r w:rsidR="004A4993">
        <w:t>’</w:t>
      </w:r>
      <w:r w:rsidRPr="004C3E92">
        <w:t>on les examinât</w:t>
      </w:r>
      <w:r w:rsidR="004A4993">
        <w:t xml:space="preserve"> ; </w:t>
      </w:r>
      <w:r w:rsidRPr="004C3E92">
        <w:t>et après qu</w:t>
      </w:r>
      <w:r w:rsidR="004A4993">
        <w:t>’</w:t>
      </w:r>
      <w:r w:rsidRPr="004C3E92">
        <w:t>ils eurent reçu le t</w:t>
      </w:r>
      <w:r w:rsidRPr="004C3E92">
        <w:t>é</w:t>
      </w:r>
      <w:r w:rsidRPr="004C3E92">
        <w:t>moignage flatteur de l</w:t>
      </w:r>
      <w:r w:rsidR="004A4993">
        <w:t>’</w:t>
      </w:r>
      <w:r w:rsidRPr="004C3E92">
        <w:t>appréciation de lady Middleton</w:t>
      </w:r>
      <w:r w:rsidR="004A4993">
        <w:t xml:space="preserve">, </w:t>
      </w:r>
      <w:r w:rsidRPr="004C3E92">
        <w:t>Fanny les offrit à sa mère</w:t>
      </w:r>
      <w:r w:rsidR="004A4993">
        <w:t xml:space="preserve">, </w:t>
      </w:r>
      <w:r w:rsidRPr="004C3E92">
        <w:t>en l</w:t>
      </w:r>
      <w:r w:rsidR="004A4993">
        <w:t>’</w:t>
      </w:r>
      <w:r w:rsidRPr="004C3E92">
        <w:t>informant avec prévenance</w:t>
      </w:r>
      <w:r w:rsidR="004A4993">
        <w:t xml:space="preserve">, </w:t>
      </w:r>
      <w:r w:rsidRPr="004C3E92">
        <w:t>en même temps</w:t>
      </w:r>
      <w:r w:rsidR="004A4993">
        <w:t xml:space="preserve">, </w:t>
      </w:r>
      <w:r w:rsidRPr="004C3E92">
        <w:t>qu</w:t>
      </w:r>
      <w:r w:rsidR="004A4993">
        <w:t>’</w:t>
      </w:r>
      <w:r w:rsidRPr="004C3E92">
        <w:t>ils étaient l</w:t>
      </w:r>
      <w:r w:rsidR="004A4993">
        <w:t>’</w:t>
      </w:r>
      <w:r w:rsidRPr="004C3E92">
        <w:t xml:space="preserve">œuvre de miss </w:t>
      </w:r>
      <w:proofErr w:type="spellStart"/>
      <w:r w:rsidRPr="004C3E92">
        <w:t>Dashwood</w:t>
      </w:r>
      <w:proofErr w:type="spellEnd"/>
      <w:r w:rsidR="004A4993">
        <w:t>.</w:t>
      </w:r>
    </w:p>
    <w:p w14:paraId="4EFF07F7" w14:textId="77777777" w:rsidR="004A4993" w:rsidRDefault="004A4993" w:rsidP="004A4993">
      <w:r>
        <w:t>— </w:t>
      </w:r>
      <w:r w:rsidR="008C5C61" w:rsidRPr="004C3E92">
        <w:t>Hum</w:t>
      </w:r>
      <w:r>
        <w:t xml:space="preserve">, </w:t>
      </w:r>
      <w:r w:rsidR="008C5C61" w:rsidRPr="004C3E92">
        <w:t>dit Mrs</w:t>
      </w:r>
      <w:r>
        <w:t xml:space="preserve">. </w:t>
      </w:r>
      <w:proofErr w:type="spellStart"/>
      <w:r w:rsidR="008C5C61" w:rsidRPr="004C3E92">
        <w:t>Ferrars</w:t>
      </w:r>
      <w:proofErr w:type="spellEnd"/>
      <w:r>
        <w:t xml:space="preserve"> ; </w:t>
      </w:r>
      <w:r w:rsidR="008C5C61" w:rsidRPr="004C3E92">
        <w:t>très joli</w:t>
      </w:r>
      <w:r>
        <w:t xml:space="preserve"> ; </w:t>
      </w:r>
      <w:r w:rsidR="008C5C61" w:rsidRPr="004C3E92">
        <w:t>et</w:t>
      </w:r>
      <w:r>
        <w:t xml:space="preserve">, </w:t>
      </w:r>
      <w:r w:rsidR="008C5C61" w:rsidRPr="004C3E92">
        <w:t>sans les regarder le moins du monde</w:t>
      </w:r>
      <w:r>
        <w:t xml:space="preserve">, </w:t>
      </w:r>
      <w:r w:rsidR="008C5C61" w:rsidRPr="004C3E92">
        <w:t>les rendit à sa fille</w:t>
      </w:r>
      <w:r>
        <w:t>.</w:t>
      </w:r>
    </w:p>
    <w:p w14:paraId="6B4FF0E1" w14:textId="77777777" w:rsidR="004A4993" w:rsidRDefault="008C5C61" w:rsidP="004A4993">
      <w:r w:rsidRPr="004C3E92">
        <w:t>Peut-être Fanny pensa-t-elle un instant que sa mère avait été fort suffisamment impolie</w:t>
      </w:r>
      <w:r w:rsidR="004A4993">
        <w:t xml:space="preserve">, – </w:t>
      </w:r>
      <w:r w:rsidRPr="004C3E92">
        <w:t>car</w:t>
      </w:r>
      <w:r w:rsidR="004A4993">
        <w:t xml:space="preserve">, </w:t>
      </w:r>
      <w:r w:rsidRPr="004C3E92">
        <w:t>rougissant légèrement</w:t>
      </w:r>
      <w:r w:rsidR="004A4993">
        <w:t xml:space="preserve">, </w:t>
      </w:r>
      <w:r w:rsidRPr="004C3E92">
        <w:t>elle dit aussitôt</w:t>
      </w:r>
      <w:r w:rsidR="004A4993">
        <w:t> :</w:t>
      </w:r>
    </w:p>
    <w:p w14:paraId="3F4425F0" w14:textId="77777777" w:rsidR="004A4993" w:rsidRDefault="004A4993" w:rsidP="004A4993">
      <w:r>
        <w:t>— </w:t>
      </w:r>
      <w:r w:rsidR="008C5C61" w:rsidRPr="004C3E92">
        <w:t>Ils sont très jolis</w:t>
      </w:r>
      <w:r>
        <w:t xml:space="preserve">, </w:t>
      </w:r>
      <w:r w:rsidR="008C5C61" w:rsidRPr="004C3E92">
        <w:t>madame</w:t>
      </w:r>
      <w:r>
        <w:t xml:space="preserve">, </w:t>
      </w:r>
      <w:r w:rsidR="008C5C61" w:rsidRPr="004C3E92">
        <w:t>n</w:t>
      </w:r>
      <w:r>
        <w:t>’</w:t>
      </w:r>
      <w:r w:rsidR="008C5C61" w:rsidRPr="004C3E92">
        <w:t>est-ce pas</w:t>
      </w:r>
      <w:r>
        <w:t> ?</w:t>
      </w:r>
    </w:p>
    <w:p w14:paraId="50B622D2" w14:textId="77777777" w:rsidR="004A4993" w:rsidRDefault="008C5C61" w:rsidP="004A4993">
      <w:r w:rsidRPr="004C3E92">
        <w:lastRenderedPageBreak/>
        <w:t>Mais là encore</w:t>
      </w:r>
      <w:r w:rsidR="004A4993">
        <w:t xml:space="preserve">, </w:t>
      </w:r>
      <w:r w:rsidRPr="004C3E92">
        <w:t>elle fut probablement saisie de la crainte d</w:t>
      </w:r>
      <w:r w:rsidR="004A4993">
        <w:t>’</w:t>
      </w:r>
      <w:r w:rsidRPr="004C3E92">
        <w:t>avoir été trop polie</w:t>
      </w:r>
      <w:r w:rsidR="004A4993">
        <w:t xml:space="preserve">, </w:t>
      </w:r>
      <w:r w:rsidRPr="004C3E92">
        <w:t>trop encourageante</w:t>
      </w:r>
      <w:r w:rsidR="004A4993">
        <w:t xml:space="preserve">, </w:t>
      </w:r>
      <w:r w:rsidRPr="004C3E92">
        <w:t>de son côté</w:t>
      </w:r>
      <w:r w:rsidR="004A4993">
        <w:t xml:space="preserve">, </w:t>
      </w:r>
      <w:r w:rsidRPr="004C3E92">
        <w:t>car elle ajouta bientôt</w:t>
      </w:r>
      <w:r w:rsidR="004A4993">
        <w:t> :</w:t>
      </w:r>
    </w:p>
    <w:p w14:paraId="41474D1C" w14:textId="77777777" w:rsidR="004A4993" w:rsidRDefault="004A4993" w:rsidP="004A4993">
      <w:r>
        <w:t>— </w:t>
      </w:r>
      <w:r w:rsidR="008C5C61" w:rsidRPr="004C3E92">
        <w:t>Croyez-vous qu</w:t>
      </w:r>
      <w:r>
        <w:t>’</w:t>
      </w:r>
      <w:r w:rsidR="008C5C61" w:rsidRPr="004C3E92">
        <w:t>ils soient un peu dans le genre de la pei</w:t>
      </w:r>
      <w:r w:rsidR="008C5C61" w:rsidRPr="004C3E92">
        <w:t>n</w:t>
      </w:r>
      <w:r w:rsidR="008C5C61" w:rsidRPr="004C3E92">
        <w:t>ture de miss Morton</w:t>
      </w:r>
      <w:r>
        <w:t xml:space="preserve">, </w:t>
      </w:r>
      <w:r w:rsidR="008C5C61" w:rsidRPr="004C3E92">
        <w:t>madame</w:t>
      </w:r>
      <w:r>
        <w:t xml:space="preserve"> ? </w:t>
      </w:r>
      <w:r w:rsidR="008C5C61" w:rsidRPr="004C3E92">
        <w:t>Elle peint vraiment d</w:t>
      </w:r>
      <w:r>
        <w:t>’</w:t>
      </w:r>
      <w:r w:rsidR="008C5C61" w:rsidRPr="004C3E92">
        <w:t>une façon fort délicieuse</w:t>
      </w:r>
      <w:r>
        <w:t xml:space="preserve"> ! </w:t>
      </w:r>
      <w:r w:rsidR="008C5C61" w:rsidRPr="004C3E92">
        <w:t>Comme son dernier paysage est joliment exéc</w:t>
      </w:r>
      <w:r w:rsidR="008C5C61" w:rsidRPr="004C3E92">
        <w:t>u</w:t>
      </w:r>
      <w:r w:rsidR="008C5C61" w:rsidRPr="004C3E92">
        <w:t>té</w:t>
      </w:r>
      <w:r>
        <w:t> !</w:t>
      </w:r>
    </w:p>
    <w:p w14:paraId="50CC8AE6" w14:textId="77777777" w:rsidR="004A4993" w:rsidRDefault="004A4993" w:rsidP="004A4993">
      <w:r>
        <w:t>— </w:t>
      </w:r>
      <w:r w:rsidR="008C5C61" w:rsidRPr="004C3E92">
        <w:t>Très joliment</w:t>
      </w:r>
      <w:r>
        <w:t xml:space="preserve">, </w:t>
      </w:r>
      <w:r w:rsidR="008C5C61" w:rsidRPr="004C3E92">
        <w:t>en effet</w:t>
      </w:r>
      <w:r>
        <w:t xml:space="preserve"> ! </w:t>
      </w:r>
      <w:r w:rsidR="008C5C61" w:rsidRPr="004C3E92">
        <w:t>Mais elle fait tout bien</w:t>
      </w:r>
      <w:r>
        <w:t xml:space="preserve">, </w:t>
      </w:r>
      <w:r w:rsidR="008C5C61" w:rsidRPr="004C3E92">
        <w:t>elle</w:t>
      </w:r>
      <w:r>
        <w:t>.</w:t>
      </w:r>
    </w:p>
    <w:p w14:paraId="6998FDB0" w14:textId="77777777" w:rsidR="004A4993" w:rsidRDefault="008C5C61" w:rsidP="004A4993">
      <w:r w:rsidRPr="004C3E92">
        <w:t>C</w:t>
      </w:r>
      <w:r w:rsidR="004A4993">
        <w:t>’</w:t>
      </w:r>
      <w:r w:rsidRPr="004C3E92">
        <w:t>en était plus que n</w:t>
      </w:r>
      <w:r w:rsidR="004A4993">
        <w:t>’</w:t>
      </w:r>
      <w:r w:rsidRPr="004C3E92">
        <w:t>en pouvait supporter Marianne</w:t>
      </w:r>
      <w:r w:rsidR="004A4993">
        <w:t xml:space="preserve">. </w:t>
      </w:r>
      <w:r w:rsidRPr="004C3E92">
        <w:t>Mrs</w:t>
      </w:r>
      <w:r w:rsidR="004A4993">
        <w:t xml:space="preserve">. </w:t>
      </w:r>
      <w:proofErr w:type="spellStart"/>
      <w:r w:rsidRPr="004C3E92">
        <w:t>Ferrars</w:t>
      </w:r>
      <w:proofErr w:type="spellEnd"/>
      <w:r w:rsidRPr="004C3E92">
        <w:t xml:space="preserve"> lui déplaisait déjà fort</w:t>
      </w:r>
      <w:r w:rsidR="004A4993">
        <w:t xml:space="preserve"> ; </w:t>
      </w:r>
      <w:r w:rsidRPr="004C3E92">
        <w:t>et un tel éloge aussi importun d</w:t>
      </w:r>
      <w:r w:rsidR="004A4993">
        <w:t>’</w:t>
      </w:r>
      <w:r w:rsidRPr="004C3E92">
        <w:t>une autre</w:t>
      </w:r>
      <w:r w:rsidR="004A4993">
        <w:t xml:space="preserve">, </w:t>
      </w:r>
      <w:r w:rsidRPr="004C3E92">
        <w:t>aux dépens d</w:t>
      </w:r>
      <w:r w:rsidR="004A4993">
        <w:t>’</w:t>
      </w:r>
      <w:proofErr w:type="spellStart"/>
      <w:r w:rsidRPr="004C3E92">
        <w:t>Elinor</w:t>
      </w:r>
      <w:proofErr w:type="spellEnd"/>
      <w:r w:rsidR="004A4993">
        <w:t xml:space="preserve">, </w:t>
      </w:r>
      <w:r w:rsidRPr="004C3E92">
        <w:t>bien qu</w:t>
      </w:r>
      <w:r w:rsidR="004A4993">
        <w:t>’</w:t>
      </w:r>
      <w:r w:rsidRPr="004C3E92">
        <w:t>elle n</w:t>
      </w:r>
      <w:r w:rsidR="004A4993">
        <w:t>’</w:t>
      </w:r>
      <w:r w:rsidRPr="004C3E92">
        <w:t>eût aucune idée de l</w:t>
      </w:r>
      <w:r w:rsidR="004A4993">
        <w:t>’</w:t>
      </w:r>
      <w:r w:rsidRPr="004C3E92">
        <w:t>intention principale qu</w:t>
      </w:r>
      <w:r w:rsidR="004A4993">
        <w:t>’</w:t>
      </w:r>
      <w:r w:rsidRPr="004C3E92">
        <w:t>il comportait</w:t>
      </w:r>
      <w:r w:rsidR="004A4993">
        <w:t xml:space="preserve">, </w:t>
      </w:r>
      <w:r w:rsidRPr="004C3E92">
        <w:t>la poussa immédiat</w:t>
      </w:r>
      <w:r w:rsidRPr="004C3E92">
        <w:t>e</w:t>
      </w:r>
      <w:r w:rsidRPr="004C3E92">
        <w:t>ment à dire avec feu</w:t>
      </w:r>
      <w:r w:rsidR="004A4993">
        <w:t> :</w:t>
      </w:r>
    </w:p>
    <w:p w14:paraId="6F14C0EC" w14:textId="77777777" w:rsidR="004A4993" w:rsidRDefault="004A4993" w:rsidP="004A4993">
      <w:r>
        <w:t>— </w:t>
      </w:r>
      <w:r w:rsidR="008C5C61" w:rsidRPr="004C3E92">
        <w:t>Voilà de l</w:t>
      </w:r>
      <w:r>
        <w:t>’</w:t>
      </w:r>
      <w:r w:rsidR="008C5C61" w:rsidRPr="004C3E92">
        <w:t>admiration d</w:t>
      </w:r>
      <w:r>
        <w:t>’</w:t>
      </w:r>
      <w:r w:rsidR="008C5C61" w:rsidRPr="004C3E92">
        <w:t>un genre bien particulier</w:t>
      </w:r>
      <w:r>
        <w:t xml:space="preserve"> ! </w:t>
      </w:r>
      <w:r w:rsidR="008C5C61" w:rsidRPr="004C3E92">
        <w:t>Que nous importe miss Morton</w:t>
      </w:r>
      <w:r>
        <w:t xml:space="preserve"> ? </w:t>
      </w:r>
      <w:r w:rsidR="008C5C61" w:rsidRPr="004C3E92">
        <w:t>Qui la connaît</w:t>
      </w:r>
      <w:r>
        <w:t xml:space="preserve">, </w:t>
      </w:r>
      <w:r w:rsidR="008C5C61" w:rsidRPr="004C3E92">
        <w:t>ou qui se soucie d</w:t>
      </w:r>
      <w:r>
        <w:t>’</w:t>
      </w:r>
      <w:r w:rsidR="008C5C61" w:rsidRPr="004C3E92">
        <w:t>elle</w:t>
      </w:r>
      <w:r>
        <w:t xml:space="preserve"> ? </w:t>
      </w:r>
      <w:r w:rsidR="008C5C61" w:rsidRPr="004C3E92">
        <w:t>C</w:t>
      </w:r>
      <w:r>
        <w:t>’</w:t>
      </w:r>
      <w:r w:rsidR="008C5C61" w:rsidRPr="004C3E92">
        <w:t xml:space="preserve">est à </w:t>
      </w:r>
      <w:proofErr w:type="spellStart"/>
      <w:r w:rsidR="008C5C61" w:rsidRPr="004C3E92">
        <w:t>Elinor</w:t>
      </w:r>
      <w:proofErr w:type="spellEnd"/>
      <w:r w:rsidR="008C5C61" w:rsidRPr="004C3E92">
        <w:t xml:space="preserve"> que nous pensons</w:t>
      </w:r>
      <w:r>
        <w:t xml:space="preserve">, </w:t>
      </w:r>
      <w:r w:rsidR="008C5C61" w:rsidRPr="004C3E92">
        <w:t>et d</w:t>
      </w:r>
      <w:r>
        <w:t>’</w:t>
      </w:r>
      <w:r w:rsidR="008C5C61" w:rsidRPr="004C3E92">
        <w:t>elle que nous pa</w:t>
      </w:r>
      <w:r w:rsidR="008C5C61" w:rsidRPr="004C3E92">
        <w:t>r</w:t>
      </w:r>
      <w:r w:rsidR="008C5C61" w:rsidRPr="004C3E92">
        <w:t>lons</w:t>
      </w:r>
      <w:r>
        <w:t>.</w:t>
      </w:r>
    </w:p>
    <w:p w14:paraId="6E7F4144" w14:textId="77777777" w:rsidR="004A4993" w:rsidRDefault="008C5C61" w:rsidP="004A4993">
      <w:r w:rsidRPr="004C3E92">
        <w:t>Et</w:t>
      </w:r>
      <w:r w:rsidR="004A4993">
        <w:t xml:space="preserve">, </w:t>
      </w:r>
      <w:r w:rsidRPr="004C3E92">
        <w:t>en disant cela</w:t>
      </w:r>
      <w:r w:rsidR="004A4993">
        <w:t xml:space="preserve">, </w:t>
      </w:r>
      <w:r w:rsidRPr="004C3E92">
        <w:t>elle prit les écrans des mains de sa belle-sœur</w:t>
      </w:r>
      <w:r w:rsidR="004A4993">
        <w:t xml:space="preserve">, </w:t>
      </w:r>
      <w:r w:rsidRPr="004C3E92">
        <w:t>afin de les admirer elle-même comme ils méritaient de l</w:t>
      </w:r>
      <w:r w:rsidR="004A4993">
        <w:t>’</w:t>
      </w:r>
      <w:r w:rsidRPr="004C3E92">
        <w:t>être</w:t>
      </w:r>
      <w:r w:rsidR="004A4993">
        <w:t>.</w:t>
      </w:r>
    </w:p>
    <w:p w14:paraId="14AF10F8" w14:textId="77777777" w:rsidR="004A4993" w:rsidRDefault="008C5C61" w:rsidP="004A4993">
      <w:r w:rsidRPr="004C3E92">
        <w:t>Mrs</w:t>
      </w:r>
      <w:r w:rsidR="004A4993">
        <w:t xml:space="preserve">. </w:t>
      </w:r>
      <w:proofErr w:type="spellStart"/>
      <w:r w:rsidRPr="004C3E92">
        <w:t>Ferrars</w:t>
      </w:r>
      <w:proofErr w:type="spellEnd"/>
      <w:r w:rsidRPr="004C3E92">
        <w:t xml:space="preserve"> prit un air extrêmement irrité</w:t>
      </w:r>
      <w:r w:rsidR="004A4993">
        <w:t xml:space="preserve">, </w:t>
      </w:r>
      <w:r w:rsidRPr="004C3E92">
        <w:t>et</w:t>
      </w:r>
      <w:r w:rsidR="004A4993">
        <w:t xml:space="preserve">, </w:t>
      </w:r>
      <w:r w:rsidRPr="004C3E92">
        <w:t>se redre</w:t>
      </w:r>
      <w:r w:rsidRPr="004C3E92">
        <w:t>s</w:t>
      </w:r>
      <w:r w:rsidRPr="004C3E92">
        <w:t>sant avec plus de raideur que jamais</w:t>
      </w:r>
      <w:r w:rsidR="004A4993">
        <w:t xml:space="preserve">, </w:t>
      </w:r>
      <w:r w:rsidRPr="004C3E92">
        <w:t>riposta en prononçant ce</w:t>
      </w:r>
      <w:r w:rsidRPr="004C3E92">
        <w:t>t</w:t>
      </w:r>
      <w:r w:rsidRPr="004C3E92">
        <w:t>te philippique amère</w:t>
      </w:r>
      <w:r w:rsidR="004A4993">
        <w:t> :</w:t>
      </w:r>
    </w:p>
    <w:p w14:paraId="50B31BCE" w14:textId="77777777" w:rsidR="004A4993" w:rsidRDefault="004A4993" w:rsidP="004A4993">
      <w:r>
        <w:t>— </w:t>
      </w:r>
      <w:r w:rsidR="008C5C61" w:rsidRPr="004C3E92">
        <w:t>Miss Morton est la fille de lord Morton</w:t>
      </w:r>
      <w:r>
        <w:t>.</w:t>
      </w:r>
    </w:p>
    <w:p w14:paraId="329D3865" w14:textId="77777777" w:rsidR="004A4993" w:rsidRDefault="008C5C61" w:rsidP="004A4993">
      <w:r w:rsidRPr="004C3E92">
        <w:t>Fanny prit</w:t>
      </w:r>
      <w:r w:rsidR="004A4993">
        <w:t xml:space="preserve">, </w:t>
      </w:r>
      <w:r w:rsidRPr="004C3E92">
        <w:t>elle aussi</w:t>
      </w:r>
      <w:r w:rsidR="004A4993">
        <w:t xml:space="preserve">, </w:t>
      </w:r>
      <w:r w:rsidRPr="004C3E92">
        <w:t>un air fort courroucé</w:t>
      </w:r>
      <w:r w:rsidR="004A4993">
        <w:t xml:space="preserve">, </w:t>
      </w:r>
      <w:r w:rsidRPr="004C3E92">
        <w:t>et son mari fut tout effrayé de l</w:t>
      </w:r>
      <w:r w:rsidR="004A4993">
        <w:t>’</w:t>
      </w:r>
      <w:r w:rsidRPr="004C3E92">
        <w:t>audace de sa sœur</w:t>
      </w:r>
      <w:r w:rsidR="004A4993">
        <w:t xml:space="preserve">. </w:t>
      </w:r>
      <w:proofErr w:type="spellStart"/>
      <w:r w:rsidRPr="004C3E92">
        <w:t>Elinor</w:t>
      </w:r>
      <w:proofErr w:type="spellEnd"/>
      <w:r w:rsidRPr="004C3E92">
        <w:t xml:space="preserve"> fut beaucoup plus blessée par l</w:t>
      </w:r>
      <w:r w:rsidR="004A4993">
        <w:t>’</w:t>
      </w:r>
      <w:r w:rsidRPr="004C3E92">
        <w:t>ardeur de Marianne qu</w:t>
      </w:r>
      <w:r w:rsidR="004A4993">
        <w:t>’</w:t>
      </w:r>
      <w:r w:rsidRPr="004C3E92">
        <w:t>elle ne l</w:t>
      </w:r>
      <w:r w:rsidR="004A4993">
        <w:t>’</w:t>
      </w:r>
      <w:r w:rsidRPr="004C3E92">
        <w:t>avait été par ce qui l</w:t>
      </w:r>
      <w:r w:rsidR="004A4993">
        <w:t>’</w:t>
      </w:r>
      <w:r w:rsidRPr="004C3E92">
        <w:t>avait provoquée</w:t>
      </w:r>
      <w:r w:rsidR="004A4993">
        <w:t xml:space="preserve"> ; </w:t>
      </w:r>
      <w:r w:rsidRPr="004C3E92">
        <w:t>mais les yeux du colonel Brandon</w:t>
      </w:r>
      <w:r w:rsidR="004A4993">
        <w:t xml:space="preserve">, </w:t>
      </w:r>
      <w:r w:rsidRPr="004C3E92">
        <w:t>tandis qu</w:t>
      </w:r>
      <w:r w:rsidR="004A4993">
        <w:t>’</w:t>
      </w:r>
      <w:r w:rsidRPr="004C3E92">
        <w:t>ils étaient fixés sur Marianne</w:t>
      </w:r>
      <w:r w:rsidR="004A4993">
        <w:t xml:space="preserve">, </w:t>
      </w:r>
      <w:r w:rsidRPr="004C3E92">
        <w:t>déclaraient qu</w:t>
      </w:r>
      <w:r w:rsidR="004A4993">
        <w:t>’</w:t>
      </w:r>
      <w:r w:rsidRPr="004C3E92">
        <w:t xml:space="preserve">il ne </w:t>
      </w:r>
      <w:r w:rsidRPr="004C3E92">
        <w:lastRenderedPageBreak/>
        <w:t>remarquait que ce qu</w:t>
      </w:r>
      <w:r w:rsidR="004A4993">
        <w:t>’</w:t>
      </w:r>
      <w:r w:rsidRPr="004C3E92">
        <w:t>elle avait d</w:t>
      </w:r>
      <w:r w:rsidR="004A4993">
        <w:t>’</w:t>
      </w:r>
      <w:r w:rsidRPr="004C3E92">
        <w:t>aimable</w:t>
      </w:r>
      <w:r w:rsidR="004A4993">
        <w:t xml:space="preserve"> : </w:t>
      </w:r>
      <w:r w:rsidRPr="004C3E92">
        <w:t>le cœur affectueux qui ne pouvait supporter de voir une sœur ravalée sur le moindre point</w:t>
      </w:r>
      <w:r w:rsidR="004A4993">
        <w:t>.</w:t>
      </w:r>
    </w:p>
    <w:p w14:paraId="2FB419AA" w14:textId="77777777" w:rsidR="004A4993" w:rsidRDefault="008C5C61" w:rsidP="004A4993">
      <w:r w:rsidRPr="004C3E92">
        <w:t>La susceptibilité de Marianne ne s</w:t>
      </w:r>
      <w:r w:rsidR="004A4993">
        <w:t>’</w:t>
      </w:r>
      <w:r w:rsidRPr="004C3E92">
        <w:t>en tint pas là</w:t>
      </w:r>
      <w:r w:rsidR="004A4993">
        <w:t xml:space="preserve">. </w:t>
      </w:r>
      <w:r w:rsidRPr="004C3E92">
        <w:t>La froide insolence de l</w:t>
      </w:r>
      <w:r w:rsidR="004A4993">
        <w:t>’</w:t>
      </w:r>
      <w:r w:rsidRPr="004C3E92">
        <w:t>attitude générale de Mrs</w:t>
      </w:r>
      <w:r w:rsidR="004A4993">
        <w:t xml:space="preserve">. </w:t>
      </w:r>
      <w:proofErr w:type="spellStart"/>
      <w:r w:rsidRPr="004C3E92">
        <w:t>Ferrars</w:t>
      </w:r>
      <w:proofErr w:type="spellEnd"/>
      <w:r w:rsidRPr="004C3E92">
        <w:t xml:space="preserve"> à l</w:t>
      </w:r>
      <w:r w:rsidR="004A4993">
        <w:t>’</w:t>
      </w:r>
      <w:r w:rsidRPr="004C3E92">
        <w:t xml:space="preserve">égard de sa sœur lui parut être le prélude à des difficultés et à des douleurs pour </w:t>
      </w:r>
      <w:proofErr w:type="spellStart"/>
      <w:r w:rsidRPr="004C3E92">
        <w:t>Elinor</w:t>
      </w:r>
      <w:proofErr w:type="spellEnd"/>
      <w:r w:rsidR="004A4993">
        <w:t xml:space="preserve">, </w:t>
      </w:r>
      <w:r w:rsidRPr="004C3E92">
        <w:t>auxquelles son propre cœur blessé lui apprenait à penser avec horreur</w:t>
      </w:r>
      <w:r w:rsidR="004A4993">
        <w:t xml:space="preserve">, </w:t>
      </w:r>
      <w:r w:rsidRPr="004C3E92">
        <w:t>et</w:t>
      </w:r>
      <w:r w:rsidR="004A4993">
        <w:t xml:space="preserve">, </w:t>
      </w:r>
      <w:r w:rsidRPr="004C3E92">
        <w:t>poussée par un mouvement violent d</w:t>
      </w:r>
      <w:r w:rsidR="004A4993">
        <w:t>’</w:t>
      </w:r>
      <w:r w:rsidRPr="004C3E92">
        <w:t>affectueuse sensibilité</w:t>
      </w:r>
      <w:r w:rsidR="004A4993">
        <w:t xml:space="preserve">, </w:t>
      </w:r>
      <w:r w:rsidRPr="004C3E92">
        <w:t>elle s</w:t>
      </w:r>
      <w:r w:rsidR="004A4993">
        <w:t>’</w:t>
      </w:r>
      <w:r w:rsidRPr="004C3E92">
        <w:t>approcha</w:t>
      </w:r>
      <w:r w:rsidR="004A4993">
        <w:t xml:space="preserve">, </w:t>
      </w:r>
      <w:r w:rsidRPr="004C3E92">
        <w:t>au bout d</w:t>
      </w:r>
      <w:r w:rsidR="004A4993">
        <w:t>’</w:t>
      </w:r>
      <w:r w:rsidRPr="004C3E92">
        <w:t>un moment</w:t>
      </w:r>
      <w:r w:rsidR="004A4993">
        <w:t xml:space="preserve">, </w:t>
      </w:r>
      <w:r w:rsidRPr="004C3E92">
        <w:t>de la chaise de sa sœur</w:t>
      </w:r>
      <w:r w:rsidR="004A4993">
        <w:t xml:space="preserve">, </w:t>
      </w:r>
      <w:r w:rsidRPr="004C3E92">
        <w:t>et</w:t>
      </w:r>
      <w:r w:rsidR="004A4993">
        <w:t xml:space="preserve">, </w:t>
      </w:r>
      <w:r w:rsidRPr="004C3E92">
        <w:t>lui passant un bras autour du cou</w:t>
      </w:r>
      <w:r w:rsidR="004A4993">
        <w:t xml:space="preserve">, </w:t>
      </w:r>
      <w:r w:rsidRPr="004C3E92">
        <w:t>et posant une joue tout proche de la sienne</w:t>
      </w:r>
      <w:r w:rsidR="004A4993">
        <w:t xml:space="preserve">, </w:t>
      </w:r>
      <w:r w:rsidRPr="004C3E92">
        <w:t>elle dit</w:t>
      </w:r>
      <w:r w:rsidR="004A4993">
        <w:t xml:space="preserve">, </w:t>
      </w:r>
      <w:r w:rsidRPr="004C3E92">
        <w:t>d</w:t>
      </w:r>
      <w:r w:rsidR="004A4993">
        <w:t>’</w:t>
      </w:r>
      <w:r w:rsidRPr="004C3E92">
        <w:t>une voix basse</w:t>
      </w:r>
      <w:r w:rsidR="004A4993">
        <w:t xml:space="preserve">, </w:t>
      </w:r>
      <w:r w:rsidRPr="004C3E92">
        <w:t>quoique ardente</w:t>
      </w:r>
      <w:r w:rsidR="004A4993">
        <w:t> :</w:t>
      </w:r>
    </w:p>
    <w:p w14:paraId="39F98A5C" w14:textId="77777777" w:rsidR="004A4993" w:rsidRDefault="004A4993" w:rsidP="004A4993">
      <w:r>
        <w:t>— </w:t>
      </w:r>
      <w:r w:rsidR="008C5C61" w:rsidRPr="004C3E92">
        <w:t>Chère</w:t>
      </w:r>
      <w:r>
        <w:t xml:space="preserve">, </w:t>
      </w:r>
      <w:r w:rsidR="008C5C61" w:rsidRPr="004C3E92">
        <w:t xml:space="preserve">chère </w:t>
      </w:r>
      <w:proofErr w:type="spellStart"/>
      <w:r w:rsidR="008C5C61" w:rsidRPr="004C3E92">
        <w:t>Elinor</w:t>
      </w:r>
      <w:proofErr w:type="spellEnd"/>
      <w:r>
        <w:t xml:space="preserve">, </w:t>
      </w:r>
      <w:r w:rsidR="008C5C61" w:rsidRPr="004C3E92">
        <w:t>ne fais pas attention à elles</w:t>
      </w:r>
      <w:r>
        <w:t xml:space="preserve"> ! </w:t>
      </w:r>
      <w:r w:rsidR="008C5C61" w:rsidRPr="004C3E92">
        <w:t>Ne leur permets pas de te rendre malheureuse</w:t>
      </w:r>
      <w:r>
        <w:t> !</w:t>
      </w:r>
    </w:p>
    <w:p w14:paraId="1B4749B9" w14:textId="77777777" w:rsidR="004A4993" w:rsidRDefault="008C5C61" w:rsidP="004A4993">
      <w:r w:rsidRPr="004C3E92">
        <w:t>Elle ne put en dire davantage</w:t>
      </w:r>
      <w:r w:rsidR="004A4993">
        <w:t xml:space="preserve">, </w:t>
      </w:r>
      <w:r w:rsidRPr="004C3E92">
        <w:t>son courage était complèt</w:t>
      </w:r>
      <w:r w:rsidRPr="004C3E92">
        <w:t>e</w:t>
      </w:r>
      <w:r w:rsidRPr="004C3E92">
        <w:t>ment abattu</w:t>
      </w:r>
      <w:r w:rsidR="004A4993">
        <w:t xml:space="preserve">, </w:t>
      </w:r>
      <w:r w:rsidRPr="004C3E92">
        <w:t>et</w:t>
      </w:r>
      <w:r w:rsidR="004A4993">
        <w:t xml:space="preserve">, </w:t>
      </w:r>
      <w:r w:rsidRPr="004C3E92">
        <w:t>se cachant le visage sur les épaules d</w:t>
      </w:r>
      <w:r w:rsidR="004A4993">
        <w:t>’</w:t>
      </w:r>
      <w:proofErr w:type="spellStart"/>
      <w:r w:rsidRPr="004C3E92">
        <w:t>Elinor</w:t>
      </w:r>
      <w:proofErr w:type="spellEnd"/>
      <w:r w:rsidR="004A4993">
        <w:t xml:space="preserve">, </w:t>
      </w:r>
      <w:r w:rsidRPr="004C3E92">
        <w:t>elle fondit en larmes</w:t>
      </w:r>
      <w:r w:rsidR="004A4993">
        <w:t xml:space="preserve">. </w:t>
      </w:r>
      <w:r w:rsidRPr="004C3E92">
        <w:t>L</w:t>
      </w:r>
      <w:r w:rsidR="004A4993">
        <w:t>’</w:t>
      </w:r>
      <w:r w:rsidRPr="004C3E92">
        <w:t>attention de tous fut attirée</w:t>
      </w:r>
      <w:r w:rsidR="004A4993">
        <w:t xml:space="preserve">, </w:t>
      </w:r>
      <w:r w:rsidRPr="004C3E92">
        <w:t>et à peu près tout le monde s</w:t>
      </w:r>
      <w:r w:rsidR="004A4993">
        <w:t>’</w:t>
      </w:r>
      <w:r w:rsidRPr="004C3E92">
        <w:t>inquiéta</w:t>
      </w:r>
      <w:r w:rsidR="004A4993">
        <w:t xml:space="preserve">. </w:t>
      </w:r>
      <w:r w:rsidRPr="004C3E92">
        <w:t>Le colonel Brandon se leva et alla vers elles sans savoir ce qu</w:t>
      </w:r>
      <w:r w:rsidR="004A4993">
        <w:t>’</w:t>
      </w:r>
      <w:r w:rsidRPr="004C3E92">
        <w:t>il faisait</w:t>
      </w:r>
      <w:r w:rsidR="004A4993">
        <w:t xml:space="preserve">. </w:t>
      </w:r>
      <w:r w:rsidRPr="004C3E92">
        <w:t>Mrs</w:t>
      </w:r>
      <w:r w:rsidR="004A4993">
        <w:t xml:space="preserve">. </w:t>
      </w:r>
      <w:r w:rsidRPr="004C3E92">
        <w:t>Jennings</w:t>
      </w:r>
      <w:r w:rsidR="004A4993">
        <w:t xml:space="preserve">, </w:t>
      </w:r>
      <w:r w:rsidRPr="004C3E92">
        <w:t>avec un intell</w:t>
      </w:r>
      <w:r w:rsidRPr="004C3E92">
        <w:t>i</w:t>
      </w:r>
      <w:r w:rsidRPr="004C3E92">
        <w:t>gent</w:t>
      </w:r>
      <w:r w:rsidR="004A4993">
        <w:t> : « </w:t>
      </w:r>
      <w:r w:rsidRPr="004C3E92">
        <w:t>Ah</w:t>
      </w:r>
      <w:r w:rsidR="004A4993">
        <w:t xml:space="preserve"> ! </w:t>
      </w:r>
      <w:r w:rsidRPr="004C3E92">
        <w:t>pauvre chérie</w:t>
      </w:r>
      <w:r w:rsidR="004A4993">
        <w:t> ! »</w:t>
      </w:r>
      <w:r w:rsidRPr="004C3E92">
        <w:t xml:space="preserve"> lui fit immédiatement respirer des sels</w:t>
      </w:r>
      <w:r w:rsidR="004A4993">
        <w:t xml:space="preserve"> ; </w:t>
      </w:r>
      <w:r w:rsidRPr="004C3E92">
        <w:t>et Sir John se sentit si éperdument en colère contre l</w:t>
      </w:r>
      <w:r w:rsidR="004A4993">
        <w:t>’</w:t>
      </w:r>
      <w:r w:rsidRPr="004C3E92">
        <w:t>auteur de cette démonstration nerveuse qu</w:t>
      </w:r>
      <w:r w:rsidR="004A4993">
        <w:t>’</w:t>
      </w:r>
      <w:r w:rsidRPr="004C3E92">
        <w:t>il quitta à l</w:t>
      </w:r>
      <w:r w:rsidR="004A4993">
        <w:t>’</w:t>
      </w:r>
      <w:r w:rsidRPr="004C3E92">
        <w:t>instant son siège pour en prendre un auprès de Lucy Steele</w:t>
      </w:r>
      <w:r w:rsidR="004A4993">
        <w:t xml:space="preserve">, </w:t>
      </w:r>
      <w:r w:rsidRPr="004C3E92">
        <w:t>à qui il gli</w:t>
      </w:r>
      <w:r w:rsidRPr="004C3E92">
        <w:t>s</w:t>
      </w:r>
      <w:r w:rsidRPr="004C3E92">
        <w:t>sa à l</w:t>
      </w:r>
      <w:r w:rsidR="004A4993">
        <w:t>’</w:t>
      </w:r>
      <w:r w:rsidRPr="004C3E92">
        <w:t>oreille un bref exposé de toute cette désolante affaire</w:t>
      </w:r>
      <w:r w:rsidR="004A4993">
        <w:t>.</w:t>
      </w:r>
    </w:p>
    <w:p w14:paraId="0089E0E6" w14:textId="77777777" w:rsidR="004A4993" w:rsidRDefault="008C5C61" w:rsidP="004A4993">
      <w:r w:rsidRPr="004C3E92">
        <w:t>Cependant</w:t>
      </w:r>
      <w:r w:rsidR="004A4993">
        <w:t xml:space="preserve">, </w:t>
      </w:r>
      <w:r w:rsidRPr="004C3E92">
        <w:t>au bout de quelques minutes</w:t>
      </w:r>
      <w:r w:rsidR="004A4993">
        <w:t xml:space="preserve">, </w:t>
      </w:r>
      <w:r w:rsidRPr="004C3E92">
        <w:t>Marianne fut suffisamment remise pour mettre fin à toute cette agitation</w:t>
      </w:r>
      <w:r w:rsidR="004A4993">
        <w:t xml:space="preserve">, </w:t>
      </w:r>
      <w:r w:rsidRPr="004C3E92">
        <w:t>et pour se rasseoir parmi les autres</w:t>
      </w:r>
      <w:r w:rsidR="004A4993">
        <w:t xml:space="preserve">, </w:t>
      </w:r>
      <w:r w:rsidRPr="004C3E92">
        <w:t>bien que son entrain se re</w:t>
      </w:r>
      <w:r w:rsidRPr="004C3E92">
        <w:t>s</w:t>
      </w:r>
      <w:r w:rsidRPr="004C3E92">
        <w:t>sentît toute la soirée de ce qui s</w:t>
      </w:r>
      <w:r w:rsidR="004A4993">
        <w:t>’</w:t>
      </w:r>
      <w:r w:rsidRPr="004C3E92">
        <w:t>était passé</w:t>
      </w:r>
      <w:r w:rsidR="004A4993">
        <w:t>.</w:t>
      </w:r>
    </w:p>
    <w:p w14:paraId="5244C2CD" w14:textId="77777777" w:rsidR="004A4993" w:rsidRDefault="004A4993" w:rsidP="004A4993">
      <w:r>
        <w:lastRenderedPageBreak/>
        <w:t>— </w:t>
      </w:r>
      <w:r w:rsidR="008C5C61" w:rsidRPr="004C3E92">
        <w:t>Pauvre Marianne</w:t>
      </w:r>
      <w:r>
        <w:t xml:space="preserve"> ! </w:t>
      </w:r>
      <w:r w:rsidR="008C5C61" w:rsidRPr="004C3E92">
        <w:t>dit son frère au colonel Brandon</w:t>
      </w:r>
      <w:r>
        <w:t xml:space="preserve">, </w:t>
      </w:r>
      <w:r w:rsidR="008C5C61" w:rsidRPr="004C3E92">
        <w:t>à mi-voix</w:t>
      </w:r>
      <w:r>
        <w:t xml:space="preserve">, </w:t>
      </w:r>
      <w:r w:rsidR="008C5C61" w:rsidRPr="004C3E92">
        <w:t>dès qu</w:t>
      </w:r>
      <w:r>
        <w:t>’</w:t>
      </w:r>
      <w:r w:rsidR="008C5C61" w:rsidRPr="004C3E92">
        <w:t>il put s</w:t>
      </w:r>
      <w:r>
        <w:t>’</w:t>
      </w:r>
      <w:r w:rsidR="008C5C61" w:rsidRPr="004C3E92">
        <w:t>assurer de son attention</w:t>
      </w:r>
      <w:r>
        <w:t xml:space="preserve">. </w:t>
      </w:r>
      <w:r w:rsidR="008C5C61" w:rsidRPr="004C3E92">
        <w:t>Elle n</w:t>
      </w:r>
      <w:r>
        <w:t>’</w:t>
      </w:r>
      <w:r w:rsidR="008C5C61" w:rsidRPr="004C3E92">
        <w:t>a pas une aussi bonne santé que sa sœur</w:t>
      </w:r>
      <w:r>
        <w:t xml:space="preserve"> – </w:t>
      </w:r>
      <w:r w:rsidR="008C5C61" w:rsidRPr="004C3E92">
        <w:t>elle est fort nerveuse</w:t>
      </w:r>
      <w:r>
        <w:t xml:space="preserve"> – </w:t>
      </w:r>
      <w:r w:rsidR="008C5C61" w:rsidRPr="004C3E92">
        <w:t>elle n</w:t>
      </w:r>
      <w:r>
        <w:t>’</w:t>
      </w:r>
      <w:r w:rsidR="008C5C61" w:rsidRPr="004C3E92">
        <w:t>a pas la constitution d</w:t>
      </w:r>
      <w:r>
        <w:t>’</w:t>
      </w:r>
      <w:proofErr w:type="spellStart"/>
      <w:r w:rsidR="008C5C61" w:rsidRPr="004C3E92">
        <w:t>Elinor</w:t>
      </w:r>
      <w:proofErr w:type="spellEnd"/>
      <w:r>
        <w:t xml:space="preserve"> ; </w:t>
      </w:r>
      <w:r w:rsidR="008C5C61" w:rsidRPr="004C3E92">
        <w:t>et il faut avouer qu</w:t>
      </w:r>
      <w:r>
        <w:t>’</w:t>
      </w:r>
      <w:r w:rsidR="008C5C61" w:rsidRPr="004C3E92">
        <w:t>il y a quelque chose de fort pénible pour une jeune femme qui a été une bea</w:t>
      </w:r>
      <w:r w:rsidR="008C5C61" w:rsidRPr="004C3E92">
        <w:t>u</w:t>
      </w:r>
      <w:r w:rsidR="008C5C61" w:rsidRPr="004C3E92">
        <w:t>té</w:t>
      </w:r>
      <w:r>
        <w:t xml:space="preserve">, </w:t>
      </w:r>
      <w:r w:rsidR="008C5C61" w:rsidRPr="004C3E92">
        <w:t>à perdre ses attraits personnels</w:t>
      </w:r>
      <w:r>
        <w:t xml:space="preserve">. </w:t>
      </w:r>
      <w:r w:rsidR="008C5C61" w:rsidRPr="004C3E92">
        <w:t>Vous ne le croiriez peut-être pas</w:t>
      </w:r>
      <w:r>
        <w:t xml:space="preserve">, </w:t>
      </w:r>
      <w:r w:rsidR="008C5C61" w:rsidRPr="004C3E92">
        <w:t>mais Marianne était effectivement belle il y a quelques mois</w:t>
      </w:r>
      <w:r>
        <w:t xml:space="preserve"> – </w:t>
      </w:r>
      <w:r w:rsidR="008C5C61" w:rsidRPr="004C3E92">
        <w:t>tout aussi belle qu</w:t>
      </w:r>
      <w:r>
        <w:t>’</w:t>
      </w:r>
      <w:proofErr w:type="spellStart"/>
      <w:r w:rsidR="008C5C61" w:rsidRPr="004C3E92">
        <w:t>Elinor</w:t>
      </w:r>
      <w:proofErr w:type="spellEnd"/>
      <w:r>
        <w:t xml:space="preserve">. </w:t>
      </w:r>
      <w:r w:rsidR="008C5C61" w:rsidRPr="004C3E92">
        <w:t>Maintenant</w:t>
      </w:r>
      <w:r>
        <w:t xml:space="preserve">, </w:t>
      </w:r>
      <w:r w:rsidR="008C5C61" w:rsidRPr="004C3E92">
        <w:t>vous la voyez</w:t>
      </w:r>
      <w:r>
        <w:t xml:space="preserve">, </w:t>
      </w:r>
      <w:r w:rsidR="008C5C61" w:rsidRPr="004C3E92">
        <w:t>tout cela a disparu</w:t>
      </w:r>
      <w:r>
        <w:t>.</w:t>
      </w:r>
    </w:p>
    <w:p w14:paraId="37F68AC6" w14:textId="44858B7B" w:rsidR="008C5C61" w:rsidRPr="004C3E92" w:rsidRDefault="008C5C61" w:rsidP="004A4993">
      <w:pPr>
        <w:pStyle w:val="Titre1"/>
      </w:pPr>
      <w:bookmarkStart w:id="34" w:name="_Toc196409819"/>
      <w:r w:rsidRPr="004C3E92">
        <w:lastRenderedPageBreak/>
        <w:t>CHAPITRE XXXV</w:t>
      </w:r>
      <w:bookmarkEnd w:id="34"/>
      <w:r w:rsidRPr="004C3E92">
        <w:br/>
      </w:r>
    </w:p>
    <w:p w14:paraId="4C429FC5" w14:textId="77777777" w:rsidR="004A4993" w:rsidRDefault="008C5C61" w:rsidP="004A4993">
      <w:r w:rsidRPr="004C3E92">
        <w:t>La curiosité qu</w:t>
      </w:r>
      <w:r w:rsidR="004A4993">
        <w:t>’</w:t>
      </w:r>
      <w:r w:rsidRPr="004C3E92">
        <w:t xml:space="preserve">avait eue </w:t>
      </w:r>
      <w:proofErr w:type="spellStart"/>
      <w:r w:rsidRPr="004C3E92">
        <w:t>Elinor</w:t>
      </w:r>
      <w:proofErr w:type="spellEnd"/>
      <w:r w:rsidRPr="004C3E92">
        <w:t xml:space="preserve"> de voir Mrs</w:t>
      </w:r>
      <w:r w:rsidR="004A4993">
        <w:t xml:space="preserve">. </w:t>
      </w:r>
      <w:proofErr w:type="spellStart"/>
      <w:r w:rsidRPr="004C3E92">
        <w:t>Ferrars</w:t>
      </w:r>
      <w:proofErr w:type="spellEnd"/>
      <w:r w:rsidRPr="004C3E92">
        <w:t xml:space="preserve"> était satisfaite</w:t>
      </w:r>
      <w:r w:rsidR="004A4993">
        <w:t xml:space="preserve">. </w:t>
      </w:r>
      <w:r w:rsidRPr="004C3E92">
        <w:t>Elle avait trouvé chez elle tout ce qui pouvait tendre à rendre indésirable tout lien plus proche entre les deux familles</w:t>
      </w:r>
      <w:r w:rsidR="004A4993">
        <w:t xml:space="preserve">. </w:t>
      </w:r>
      <w:r w:rsidRPr="004C3E92">
        <w:t>Elle en avait vu suffisamment</w:t>
      </w:r>
      <w:r w:rsidR="004A4993">
        <w:t xml:space="preserve">, </w:t>
      </w:r>
      <w:r w:rsidRPr="004C3E92">
        <w:t>de son orgueil</w:t>
      </w:r>
      <w:r w:rsidR="004A4993">
        <w:t xml:space="preserve">, </w:t>
      </w:r>
      <w:r w:rsidRPr="004C3E92">
        <w:t>de sa mesquin</w:t>
      </w:r>
      <w:r w:rsidRPr="004C3E92">
        <w:t>e</w:t>
      </w:r>
      <w:r w:rsidRPr="004C3E92">
        <w:t>rie</w:t>
      </w:r>
      <w:r w:rsidR="004A4993">
        <w:t xml:space="preserve">, </w:t>
      </w:r>
      <w:r w:rsidRPr="004C3E92">
        <w:t>et du préjugé qu</w:t>
      </w:r>
      <w:r w:rsidR="004A4993">
        <w:t>’</w:t>
      </w:r>
      <w:r w:rsidRPr="004C3E92">
        <w:t>elle nourrissait résolument à son égard</w:t>
      </w:r>
      <w:r w:rsidR="004A4993">
        <w:t xml:space="preserve">, </w:t>
      </w:r>
      <w:r w:rsidRPr="004C3E92">
        <w:t>pour comprendre toutes les difficultés qui auraient à coup sûr contrarié les fiançailles</w:t>
      </w:r>
      <w:r w:rsidR="004A4993">
        <w:t xml:space="preserve">, </w:t>
      </w:r>
      <w:r w:rsidRPr="004C3E92">
        <w:t>et retardé le mariage d</w:t>
      </w:r>
      <w:r w:rsidR="004A4993">
        <w:t>’</w:t>
      </w:r>
      <w:r w:rsidRPr="004C3E92">
        <w:t>Edward avec e</w:t>
      </w:r>
      <w:r w:rsidRPr="004C3E92">
        <w:t>l</w:t>
      </w:r>
      <w:r w:rsidRPr="004C3E92">
        <w:t>le</w:t>
      </w:r>
      <w:r w:rsidR="004A4993">
        <w:t xml:space="preserve">, </w:t>
      </w:r>
      <w:r w:rsidRPr="004C3E92">
        <w:t>s</w:t>
      </w:r>
      <w:r w:rsidR="004A4993">
        <w:t>’</w:t>
      </w:r>
      <w:r w:rsidRPr="004C3E92">
        <w:t>il avait été libre par ailleurs</w:t>
      </w:r>
      <w:r w:rsidR="004A4993">
        <w:t xml:space="preserve"> ; </w:t>
      </w:r>
      <w:r w:rsidRPr="004C3E92">
        <w:t>et elle en avait presque vu a</w:t>
      </w:r>
      <w:r w:rsidRPr="004C3E92">
        <w:t>s</w:t>
      </w:r>
      <w:r w:rsidRPr="004C3E92">
        <w:t>sez pour rendre grâces au ciel</w:t>
      </w:r>
      <w:r w:rsidR="004A4993">
        <w:t xml:space="preserve">, </w:t>
      </w:r>
      <w:r w:rsidRPr="004C3E92">
        <w:t>pour elle-même</w:t>
      </w:r>
      <w:r w:rsidR="004A4993">
        <w:t xml:space="preserve">, </w:t>
      </w:r>
      <w:r w:rsidRPr="004C3E92">
        <w:t>de ce qu</w:t>
      </w:r>
      <w:r w:rsidR="004A4993">
        <w:t>’</w:t>
      </w:r>
      <w:r w:rsidRPr="004C3E92">
        <w:t>un ob</w:t>
      </w:r>
      <w:r w:rsidRPr="004C3E92">
        <w:t>s</w:t>
      </w:r>
      <w:r w:rsidRPr="004C3E92">
        <w:t>tacle encore plus grand la préservât de souffrir de toute autre difficulté créée par Mrs</w:t>
      </w:r>
      <w:r w:rsidR="004A4993">
        <w:t xml:space="preserve">. </w:t>
      </w:r>
      <w:proofErr w:type="spellStart"/>
      <w:r w:rsidRPr="004C3E92">
        <w:t>Ferrars</w:t>
      </w:r>
      <w:proofErr w:type="spellEnd"/>
      <w:r w:rsidR="004A4993">
        <w:t xml:space="preserve">, </w:t>
      </w:r>
      <w:r w:rsidRPr="004C3E92">
        <w:t>de dépendre en quoi que ce fût du caprice de celle-ci</w:t>
      </w:r>
      <w:r w:rsidR="004A4993">
        <w:t xml:space="preserve">, </w:t>
      </w:r>
      <w:r w:rsidRPr="004C3E92">
        <w:t>ou de toute sollicitude pour en être bien vue</w:t>
      </w:r>
      <w:r w:rsidR="004A4993">
        <w:t xml:space="preserve">. </w:t>
      </w:r>
      <w:r w:rsidRPr="004C3E92">
        <w:t>Ou du moins</w:t>
      </w:r>
      <w:r w:rsidR="004A4993">
        <w:t xml:space="preserve">, </w:t>
      </w:r>
      <w:r w:rsidRPr="004C3E92">
        <w:t>si elle n</w:t>
      </w:r>
      <w:r w:rsidR="004A4993">
        <w:t>’</w:t>
      </w:r>
      <w:r w:rsidRPr="004C3E92">
        <w:t>en arriva pas tout à fait à se réjouir de ce qu</w:t>
      </w:r>
      <w:r w:rsidR="004A4993">
        <w:t>’</w:t>
      </w:r>
      <w:r w:rsidRPr="004C3E92">
        <w:t>Edward fût enchaîné à Lucy</w:t>
      </w:r>
      <w:r w:rsidR="004A4993">
        <w:t xml:space="preserve">, </w:t>
      </w:r>
      <w:r w:rsidRPr="004C3E92">
        <w:t>elle parvint à cette déte</w:t>
      </w:r>
      <w:r w:rsidRPr="004C3E92">
        <w:t>r</w:t>
      </w:r>
      <w:r w:rsidRPr="004C3E92">
        <w:t>mination que</w:t>
      </w:r>
      <w:r w:rsidR="004A4993">
        <w:t xml:space="preserve">, </w:t>
      </w:r>
      <w:r w:rsidRPr="004C3E92">
        <w:t>si Lucy avait été plus aimable</w:t>
      </w:r>
      <w:r w:rsidR="004A4993">
        <w:t xml:space="preserve">, </w:t>
      </w:r>
      <w:r w:rsidRPr="004C3E92">
        <w:t xml:space="preserve">elle </w:t>
      </w:r>
      <w:r w:rsidRPr="004C3E92">
        <w:rPr>
          <w:i/>
          <w:iCs/>
        </w:rPr>
        <w:t>aurait dû</w:t>
      </w:r>
      <w:r w:rsidRPr="004C3E92">
        <w:t xml:space="preserve"> se réjouir</w:t>
      </w:r>
      <w:r w:rsidR="004A4993">
        <w:t>.</w:t>
      </w:r>
    </w:p>
    <w:p w14:paraId="7657E9EA" w14:textId="77777777" w:rsidR="004A4993" w:rsidRDefault="008C5C61" w:rsidP="004A4993">
      <w:r w:rsidRPr="004C3E92">
        <w:t>Elle s</w:t>
      </w:r>
      <w:r w:rsidR="004A4993">
        <w:t>’</w:t>
      </w:r>
      <w:r w:rsidRPr="004C3E92">
        <w:t>étonna que l</w:t>
      </w:r>
      <w:r w:rsidR="004A4993">
        <w:t>’</w:t>
      </w:r>
      <w:r w:rsidRPr="004C3E92">
        <w:t>entrain de Lucy pût être tellement exalté par la civilité de Mrs</w:t>
      </w:r>
      <w:r w:rsidR="004A4993">
        <w:t xml:space="preserve">. </w:t>
      </w:r>
      <w:proofErr w:type="spellStart"/>
      <w:r w:rsidRPr="004C3E92">
        <w:t>Ferrars</w:t>
      </w:r>
      <w:proofErr w:type="spellEnd"/>
      <w:r w:rsidR="004A4993">
        <w:t xml:space="preserve"> ; </w:t>
      </w:r>
      <w:r w:rsidRPr="004C3E92">
        <w:t>que son intérêt et sa vanité l</w:t>
      </w:r>
      <w:r w:rsidR="004A4993">
        <w:t>’</w:t>
      </w:r>
      <w:r w:rsidRPr="004C3E92">
        <w:t>aveuglassent au point de lui faire prendre pour un compliment à son adresse l</w:t>
      </w:r>
      <w:r w:rsidR="004A4993">
        <w:t>’</w:t>
      </w:r>
      <w:r w:rsidRPr="004C3E92">
        <w:t>attention dont elle ne semblait être l</w:t>
      </w:r>
      <w:r w:rsidR="004A4993">
        <w:t>’</w:t>
      </w:r>
      <w:r w:rsidRPr="004C3E92">
        <w:t>objet que parce qu</w:t>
      </w:r>
      <w:r w:rsidR="004A4993">
        <w:t>’</w:t>
      </w:r>
      <w:r w:rsidRPr="004C3E92">
        <w:t xml:space="preserve">elle </w:t>
      </w:r>
      <w:r w:rsidRPr="004C3E92">
        <w:rPr>
          <w:i/>
          <w:iCs/>
        </w:rPr>
        <w:t>n</w:t>
      </w:r>
      <w:r w:rsidR="004A4993">
        <w:rPr>
          <w:i/>
          <w:iCs/>
        </w:rPr>
        <w:t>’</w:t>
      </w:r>
      <w:r w:rsidRPr="004C3E92">
        <w:rPr>
          <w:i/>
          <w:iCs/>
        </w:rPr>
        <w:t xml:space="preserve">était pas </w:t>
      </w:r>
      <w:proofErr w:type="spellStart"/>
      <w:r w:rsidRPr="004C3E92">
        <w:rPr>
          <w:i/>
          <w:iCs/>
        </w:rPr>
        <w:t>Elinor</w:t>
      </w:r>
      <w:proofErr w:type="spellEnd"/>
      <w:r w:rsidR="004A4993">
        <w:t xml:space="preserve">, – </w:t>
      </w:r>
      <w:r w:rsidRPr="004C3E92">
        <w:t>ou de lui permettre de tirer un encouragement d</w:t>
      </w:r>
      <w:r w:rsidR="004A4993">
        <w:t>’</w:t>
      </w:r>
      <w:r w:rsidRPr="004C3E92">
        <w:t>une préférence qui ne lui était marquée que parce que sa situation réelle était inconnue</w:t>
      </w:r>
      <w:r w:rsidR="004A4993">
        <w:t xml:space="preserve">. </w:t>
      </w:r>
      <w:r w:rsidRPr="004C3E92">
        <w:t>Mais cet état de choses avait non seulement été déclaré par les yeux de Lucy sur le moment</w:t>
      </w:r>
      <w:r w:rsidR="004A4993">
        <w:t xml:space="preserve">, </w:t>
      </w:r>
      <w:r w:rsidRPr="004C3E92">
        <w:t>mais le fut encore à nouveau</w:t>
      </w:r>
      <w:r w:rsidR="004A4993">
        <w:t xml:space="preserve">, </w:t>
      </w:r>
      <w:r w:rsidRPr="004C3E92">
        <w:t>plus ouvertement</w:t>
      </w:r>
      <w:r w:rsidR="004A4993">
        <w:t xml:space="preserve">, </w:t>
      </w:r>
      <w:r w:rsidRPr="004C3E92">
        <w:t>le lendemain matin</w:t>
      </w:r>
      <w:r w:rsidR="004A4993">
        <w:t xml:space="preserve"> ; </w:t>
      </w:r>
      <w:r w:rsidRPr="004C3E92">
        <w:t>car</w:t>
      </w:r>
      <w:r w:rsidR="004A4993">
        <w:t xml:space="preserve">, </w:t>
      </w:r>
      <w:r w:rsidRPr="004C3E92">
        <w:t>sur sa demande instante</w:t>
      </w:r>
      <w:r w:rsidR="004A4993">
        <w:t xml:space="preserve">, </w:t>
      </w:r>
      <w:r w:rsidRPr="004C3E92">
        <w:t xml:space="preserve">lady Middleton la déposa dans Berkeley Street dans </w:t>
      </w:r>
      <w:r w:rsidRPr="004C3E92">
        <w:lastRenderedPageBreak/>
        <w:t>l</w:t>
      </w:r>
      <w:r w:rsidR="004A4993">
        <w:t>’</w:t>
      </w:r>
      <w:r w:rsidRPr="004C3E92">
        <w:t xml:space="preserve">espoir de voir </w:t>
      </w:r>
      <w:proofErr w:type="spellStart"/>
      <w:r w:rsidRPr="004C3E92">
        <w:t>Elinor</w:t>
      </w:r>
      <w:proofErr w:type="spellEnd"/>
      <w:r w:rsidRPr="004C3E92">
        <w:t xml:space="preserve"> seule</w:t>
      </w:r>
      <w:r w:rsidR="004A4993">
        <w:t xml:space="preserve">, </w:t>
      </w:r>
      <w:r w:rsidRPr="004C3E92">
        <w:t>pour lui dire combien elle était heureuse</w:t>
      </w:r>
      <w:r w:rsidR="004A4993">
        <w:t>.</w:t>
      </w:r>
    </w:p>
    <w:p w14:paraId="43E02C9C" w14:textId="77777777" w:rsidR="004A4993" w:rsidRDefault="008C5C61" w:rsidP="004A4993">
      <w:r w:rsidRPr="004C3E92">
        <w:t>Le hasard la favorisa</w:t>
      </w:r>
      <w:r w:rsidR="004A4993">
        <w:t xml:space="preserve">, </w:t>
      </w:r>
      <w:r w:rsidRPr="004C3E92">
        <w:t>car un message de Mrs</w:t>
      </w:r>
      <w:r w:rsidR="004A4993">
        <w:t xml:space="preserve">. </w:t>
      </w:r>
      <w:r w:rsidRPr="004C3E92">
        <w:t>Palmer</w:t>
      </w:r>
      <w:r w:rsidR="004A4993">
        <w:t xml:space="preserve">, </w:t>
      </w:r>
      <w:r w:rsidRPr="004C3E92">
        <w:t>peu après qu</w:t>
      </w:r>
      <w:r w:rsidR="004A4993">
        <w:t>’</w:t>
      </w:r>
      <w:r w:rsidRPr="004C3E92">
        <w:t>elle fut arrivée</w:t>
      </w:r>
      <w:r w:rsidR="004A4993">
        <w:t xml:space="preserve">, </w:t>
      </w:r>
      <w:r w:rsidRPr="004C3E92">
        <w:t>appela Mrs</w:t>
      </w:r>
      <w:r w:rsidR="004A4993">
        <w:t xml:space="preserve">. </w:t>
      </w:r>
      <w:r w:rsidRPr="004C3E92">
        <w:t>Jennings au dehors</w:t>
      </w:r>
      <w:r w:rsidR="004A4993">
        <w:t>.</w:t>
      </w:r>
    </w:p>
    <w:p w14:paraId="78022A25" w14:textId="77777777" w:rsidR="004A4993" w:rsidRDefault="004A4993" w:rsidP="004A4993">
      <w:r>
        <w:t>— </w:t>
      </w:r>
      <w:r w:rsidR="008C5C61" w:rsidRPr="004C3E92">
        <w:t>Ma chère amie</w:t>
      </w:r>
      <w:r>
        <w:t xml:space="preserve">, </w:t>
      </w:r>
      <w:r w:rsidR="008C5C61" w:rsidRPr="004C3E92">
        <w:t>s</w:t>
      </w:r>
      <w:r>
        <w:t>’</w:t>
      </w:r>
      <w:r w:rsidR="008C5C61" w:rsidRPr="004C3E92">
        <w:t>écria Lucy</w:t>
      </w:r>
      <w:r>
        <w:t xml:space="preserve">, </w:t>
      </w:r>
      <w:r w:rsidR="008C5C61" w:rsidRPr="004C3E92">
        <w:t>dès qu</w:t>
      </w:r>
      <w:r>
        <w:t>’</w:t>
      </w:r>
      <w:r w:rsidR="008C5C61" w:rsidRPr="004C3E92">
        <w:t>elles furent seules</w:t>
      </w:r>
      <w:r>
        <w:t xml:space="preserve">, </w:t>
      </w:r>
      <w:r w:rsidR="008C5C61" w:rsidRPr="004C3E92">
        <w:t>je viens vous parler de mon bonheur</w:t>
      </w:r>
      <w:r>
        <w:t xml:space="preserve">. </w:t>
      </w:r>
      <w:r w:rsidR="008C5C61" w:rsidRPr="004C3E92">
        <w:t>Pouvait-il y avoir quoi que ce soit d</w:t>
      </w:r>
      <w:r>
        <w:t>’</w:t>
      </w:r>
      <w:r w:rsidR="008C5C61" w:rsidRPr="004C3E92">
        <w:t>aussi flatteur que la façon dont Mrs</w:t>
      </w:r>
      <w:r>
        <w:t xml:space="preserve">. </w:t>
      </w:r>
      <w:proofErr w:type="spellStart"/>
      <w:r w:rsidR="008C5C61" w:rsidRPr="004C3E92">
        <w:t>Ferrars</w:t>
      </w:r>
      <w:proofErr w:type="spellEnd"/>
      <w:r w:rsidR="008C5C61" w:rsidRPr="004C3E92">
        <w:t xml:space="preserve"> m</w:t>
      </w:r>
      <w:r>
        <w:t>’</w:t>
      </w:r>
      <w:r w:rsidR="008C5C61" w:rsidRPr="004C3E92">
        <w:t>a traitée hier</w:t>
      </w:r>
      <w:r>
        <w:t xml:space="preserve"> ? </w:t>
      </w:r>
      <w:r w:rsidR="008C5C61" w:rsidRPr="004C3E92">
        <w:t>Comme elle a été extrêmement affable</w:t>
      </w:r>
      <w:r>
        <w:t xml:space="preserve"> ! </w:t>
      </w:r>
      <w:r w:rsidR="008C5C61" w:rsidRPr="004C3E92">
        <w:t>Vous savez co</w:t>
      </w:r>
      <w:r w:rsidR="008C5C61" w:rsidRPr="004C3E92">
        <w:t>m</w:t>
      </w:r>
      <w:r w:rsidR="008C5C61" w:rsidRPr="004C3E92">
        <w:t>bien je redoutais l</w:t>
      </w:r>
      <w:r>
        <w:t>’</w:t>
      </w:r>
      <w:r w:rsidR="008C5C61" w:rsidRPr="004C3E92">
        <w:t>idée de la voir</w:t>
      </w:r>
      <w:r>
        <w:t xml:space="preserve"> ; </w:t>
      </w:r>
      <w:r w:rsidR="008C5C61" w:rsidRPr="004C3E92">
        <w:t>mais dès l</w:t>
      </w:r>
      <w:r>
        <w:t>’</w:t>
      </w:r>
      <w:r w:rsidR="008C5C61" w:rsidRPr="004C3E92">
        <w:t>instant où j</w:t>
      </w:r>
      <w:r>
        <w:t>’</w:t>
      </w:r>
      <w:r w:rsidR="008C5C61" w:rsidRPr="004C3E92">
        <w:t>ai été présentée</w:t>
      </w:r>
      <w:r>
        <w:t xml:space="preserve">, </w:t>
      </w:r>
      <w:r w:rsidR="008C5C61" w:rsidRPr="004C3E92">
        <w:t>il y a eu dans son attitude une affabilité qui semblait véritablement dire qu</w:t>
      </w:r>
      <w:r>
        <w:t>’</w:t>
      </w:r>
      <w:r w:rsidR="008C5C61" w:rsidRPr="004C3E92">
        <w:t>elle m</w:t>
      </w:r>
      <w:r>
        <w:t>’</w:t>
      </w:r>
      <w:r w:rsidR="008C5C61" w:rsidRPr="004C3E92">
        <w:t>avait prise en affection</w:t>
      </w:r>
      <w:r>
        <w:t xml:space="preserve">. </w:t>
      </w:r>
      <w:r w:rsidR="008C5C61" w:rsidRPr="004C3E92">
        <w:t>N</w:t>
      </w:r>
      <w:r>
        <w:t>’</w:t>
      </w:r>
      <w:r w:rsidR="008C5C61" w:rsidRPr="004C3E92">
        <w:t>est-ce pas vrai</w:t>
      </w:r>
      <w:r>
        <w:t xml:space="preserve">, </w:t>
      </w:r>
      <w:r w:rsidR="008C5C61" w:rsidRPr="004C3E92">
        <w:t>dites</w:t>
      </w:r>
      <w:r>
        <w:t xml:space="preserve"> ? </w:t>
      </w:r>
      <w:r w:rsidR="008C5C61" w:rsidRPr="004C3E92">
        <w:t>Vous avez tout vu</w:t>
      </w:r>
      <w:r>
        <w:t xml:space="preserve"> ; </w:t>
      </w:r>
      <w:r w:rsidR="008C5C61" w:rsidRPr="004C3E92">
        <w:t>et cela ne vous a-t-il pas frappée</w:t>
      </w:r>
      <w:r>
        <w:t> ?</w:t>
      </w:r>
    </w:p>
    <w:p w14:paraId="5AAEDF4F" w14:textId="77777777" w:rsidR="004A4993" w:rsidRDefault="004A4993" w:rsidP="004A4993">
      <w:r>
        <w:t>— </w:t>
      </w:r>
      <w:r w:rsidR="008C5C61" w:rsidRPr="004C3E92">
        <w:t>Elle a certainement été fort courtoise envers vous</w:t>
      </w:r>
      <w:r>
        <w:t>.</w:t>
      </w:r>
    </w:p>
    <w:p w14:paraId="4F850023" w14:textId="77777777" w:rsidR="004A4993" w:rsidRDefault="004A4993" w:rsidP="004A4993">
      <w:r>
        <w:t>— </w:t>
      </w:r>
      <w:r w:rsidR="008C5C61" w:rsidRPr="004C3E92">
        <w:t>Courtoise</w:t>
      </w:r>
      <w:r>
        <w:t xml:space="preserve"> ! </w:t>
      </w:r>
      <w:r w:rsidR="008C5C61" w:rsidRPr="004C3E92">
        <w:t>N</w:t>
      </w:r>
      <w:r>
        <w:t>’</w:t>
      </w:r>
      <w:r w:rsidR="008C5C61" w:rsidRPr="004C3E92">
        <w:t>avez-vous rien vu</w:t>
      </w:r>
      <w:r>
        <w:t xml:space="preserve">, </w:t>
      </w:r>
      <w:r w:rsidR="008C5C61" w:rsidRPr="004C3E92">
        <w:t>que de la simple courto</w:t>
      </w:r>
      <w:r w:rsidR="008C5C61" w:rsidRPr="004C3E92">
        <w:t>i</w:t>
      </w:r>
      <w:r w:rsidR="008C5C61" w:rsidRPr="004C3E92">
        <w:t>sie</w:t>
      </w:r>
      <w:r>
        <w:t xml:space="preserve"> ? </w:t>
      </w:r>
      <w:r w:rsidR="008C5C61" w:rsidRPr="004C3E92">
        <w:t>Moi</w:t>
      </w:r>
      <w:r>
        <w:t xml:space="preserve">, </w:t>
      </w:r>
      <w:r w:rsidR="008C5C61" w:rsidRPr="004C3E92">
        <w:t>j</w:t>
      </w:r>
      <w:r>
        <w:t>’</w:t>
      </w:r>
      <w:r w:rsidR="008C5C61" w:rsidRPr="004C3E92">
        <w:t>ai vu bien autre chose</w:t>
      </w:r>
      <w:r>
        <w:t xml:space="preserve">, – </w:t>
      </w:r>
      <w:r w:rsidR="008C5C61" w:rsidRPr="004C3E92">
        <w:t>une bonté qui n</w:t>
      </w:r>
      <w:r>
        <w:t>’</w:t>
      </w:r>
      <w:r w:rsidR="008C5C61" w:rsidRPr="004C3E92">
        <w:t>a été o</w:t>
      </w:r>
      <w:r w:rsidR="008C5C61" w:rsidRPr="004C3E92">
        <w:t>c</w:t>
      </w:r>
      <w:r w:rsidR="008C5C61" w:rsidRPr="004C3E92">
        <w:t>troyée à personne</w:t>
      </w:r>
      <w:r>
        <w:t xml:space="preserve">, </w:t>
      </w:r>
      <w:r w:rsidR="008C5C61" w:rsidRPr="004C3E92">
        <w:t>sauf à moi</w:t>
      </w:r>
      <w:r>
        <w:t xml:space="preserve"> ! </w:t>
      </w:r>
      <w:r w:rsidR="008C5C61" w:rsidRPr="004C3E92">
        <w:t>Pas d</w:t>
      </w:r>
      <w:r>
        <w:t>’</w:t>
      </w:r>
      <w:r w:rsidR="008C5C61" w:rsidRPr="004C3E92">
        <w:t>orgueil</w:t>
      </w:r>
      <w:r>
        <w:t xml:space="preserve">, </w:t>
      </w:r>
      <w:r w:rsidR="008C5C61" w:rsidRPr="004C3E92">
        <w:t>pas de hauteur</w:t>
      </w:r>
      <w:r>
        <w:t xml:space="preserve"> ; </w:t>
      </w:r>
      <w:r w:rsidR="008C5C61" w:rsidRPr="004C3E92">
        <w:t>et votre sœur</w:t>
      </w:r>
      <w:r>
        <w:t xml:space="preserve">, </w:t>
      </w:r>
      <w:r w:rsidR="008C5C61" w:rsidRPr="004C3E92">
        <w:t>absolument de même</w:t>
      </w:r>
      <w:r>
        <w:t xml:space="preserve">, – </w:t>
      </w:r>
      <w:r w:rsidR="008C5C61" w:rsidRPr="004C3E92">
        <w:t>toute douceur et affabilité</w:t>
      </w:r>
      <w:r>
        <w:t>.</w:t>
      </w:r>
    </w:p>
    <w:p w14:paraId="3FF150ED" w14:textId="77777777" w:rsidR="004A4993" w:rsidRDefault="008C5C61" w:rsidP="004A4993">
      <w:proofErr w:type="spellStart"/>
      <w:r w:rsidRPr="004C3E92">
        <w:t>Elinor</w:t>
      </w:r>
      <w:proofErr w:type="spellEnd"/>
      <w:r w:rsidRPr="004C3E92">
        <w:t xml:space="preserve"> eût voulu parler d</w:t>
      </w:r>
      <w:r w:rsidR="004A4993">
        <w:t>’</w:t>
      </w:r>
      <w:r w:rsidRPr="004C3E92">
        <w:t>autre chose</w:t>
      </w:r>
      <w:r w:rsidR="004A4993">
        <w:t xml:space="preserve">, </w:t>
      </w:r>
      <w:r w:rsidRPr="004C3E92">
        <w:t>mais Lucy la pressa encore de reconnaître qu</w:t>
      </w:r>
      <w:r w:rsidR="004A4993">
        <w:t>’</w:t>
      </w:r>
      <w:r w:rsidRPr="004C3E92">
        <w:t>elle était fondée dans le bonheur qu</w:t>
      </w:r>
      <w:r w:rsidR="004A4993">
        <w:t>’</w:t>
      </w:r>
      <w:r w:rsidRPr="004C3E92">
        <w:t>elle éprouvait</w:t>
      </w:r>
      <w:r w:rsidR="004A4993">
        <w:t xml:space="preserve">, </w:t>
      </w:r>
      <w:r w:rsidRPr="004C3E92">
        <w:t xml:space="preserve">et </w:t>
      </w:r>
      <w:proofErr w:type="spellStart"/>
      <w:r w:rsidRPr="004C3E92">
        <w:t>Elinor</w:t>
      </w:r>
      <w:proofErr w:type="spellEnd"/>
      <w:r w:rsidRPr="004C3E92">
        <w:t xml:space="preserve"> fut contrainte de poursuivre</w:t>
      </w:r>
      <w:r w:rsidR="004A4993">
        <w:t>.</w:t>
      </w:r>
    </w:p>
    <w:p w14:paraId="35CDA539" w14:textId="77777777" w:rsidR="004A4993" w:rsidRDefault="004A4993" w:rsidP="004A4993">
      <w:r>
        <w:t>— </w:t>
      </w:r>
      <w:r w:rsidR="008C5C61" w:rsidRPr="004C3E92">
        <w:t>Incontestablement</w:t>
      </w:r>
      <w:r>
        <w:t xml:space="preserve">, </w:t>
      </w:r>
      <w:r w:rsidR="008C5C61" w:rsidRPr="004C3E92">
        <w:t>si elles avaient connu votre promesse de mariage</w:t>
      </w:r>
      <w:r>
        <w:t xml:space="preserve">, </w:t>
      </w:r>
      <w:r w:rsidR="008C5C61" w:rsidRPr="004C3E92">
        <w:t>dit-elle</w:t>
      </w:r>
      <w:r>
        <w:t xml:space="preserve">, </w:t>
      </w:r>
      <w:r w:rsidR="008C5C61" w:rsidRPr="004C3E92">
        <w:t>rien n</w:t>
      </w:r>
      <w:r>
        <w:t>’</w:t>
      </w:r>
      <w:r w:rsidR="008C5C61" w:rsidRPr="004C3E92">
        <w:t>eût pu être plus flatteur que la façon dont elles vous ont traitée</w:t>
      </w:r>
      <w:r>
        <w:t xml:space="preserve"> ; </w:t>
      </w:r>
      <w:r w:rsidR="008C5C61" w:rsidRPr="004C3E92">
        <w:t>mais comme il n</w:t>
      </w:r>
      <w:r>
        <w:t>’</w:t>
      </w:r>
      <w:r w:rsidR="008C5C61" w:rsidRPr="004C3E92">
        <w:t>en était rien</w:t>
      </w:r>
      <w:r>
        <w:t>…</w:t>
      </w:r>
    </w:p>
    <w:p w14:paraId="49C4BC04" w14:textId="77777777" w:rsidR="004A4993" w:rsidRDefault="004A4993" w:rsidP="004A4993">
      <w:r>
        <w:t>— </w:t>
      </w:r>
      <w:r w:rsidR="008C5C61" w:rsidRPr="004C3E92">
        <w:t>Il me semblait bien que vous me diriez cela</w:t>
      </w:r>
      <w:r>
        <w:t xml:space="preserve">, </w:t>
      </w:r>
      <w:r w:rsidR="008C5C61" w:rsidRPr="004C3E92">
        <w:t>répondit v</w:t>
      </w:r>
      <w:r w:rsidR="008C5C61" w:rsidRPr="004C3E92">
        <w:t>i</w:t>
      </w:r>
      <w:r w:rsidR="008C5C61" w:rsidRPr="004C3E92">
        <w:t>vement Lucy</w:t>
      </w:r>
      <w:r>
        <w:t xml:space="preserve"> ; </w:t>
      </w:r>
      <w:r w:rsidR="008C5C61" w:rsidRPr="004C3E92">
        <w:t>mais il n</w:t>
      </w:r>
      <w:r>
        <w:t>’</w:t>
      </w:r>
      <w:r w:rsidR="008C5C61" w:rsidRPr="004C3E92">
        <w:t>y avait aucune raison au monde pour que Mrs</w:t>
      </w:r>
      <w:r>
        <w:t xml:space="preserve">. </w:t>
      </w:r>
      <w:proofErr w:type="spellStart"/>
      <w:r w:rsidR="008C5C61" w:rsidRPr="004C3E92">
        <w:t>Ferrars</w:t>
      </w:r>
      <w:proofErr w:type="spellEnd"/>
      <w:r w:rsidR="008C5C61" w:rsidRPr="004C3E92">
        <w:t xml:space="preserve"> parût avoir de l</w:t>
      </w:r>
      <w:r>
        <w:t>’</w:t>
      </w:r>
      <w:r w:rsidR="008C5C61" w:rsidRPr="004C3E92">
        <w:t>affection pour moi</w:t>
      </w:r>
      <w:r>
        <w:t xml:space="preserve">, </w:t>
      </w:r>
      <w:r w:rsidR="008C5C61" w:rsidRPr="004C3E92">
        <w:t xml:space="preserve">si </w:t>
      </w:r>
      <w:r w:rsidR="008C5C61" w:rsidRPr="004C3E92">
        <w:lastRenderedPageBreak/>
        <w:t>je ne lui plaisais pas</w:t>
      </w:r>
      <w:r>
        <w:t xml:space="preserve">, – </w:t>
      </w:r>
      <w:r w:rsidR="008C5C61" w:rsidRPr="004C3E92">
        <w:t>et tout est là</w:t>
      </w:r>
      <w:r>
        <w:t xml:space="preserve"> : </w:t>
      </w:r>
      <w:r w:rsidR="008C5C61" w:rsidRPr="004C3E92">
        <w:t>je lui plais</w:t>
      </w:r>
      <w:r>
        <w:t xml:space="preserve">. </w:t>
      </w:r>
      <w:r w:rsidR="008C5C61" w:rsidRPr="004C3E92">
        <w:t>Vous aurez beau parler</w:t>
      </w:r>
      <w:r>
        <w:t xml:space="preserve">, </w:t>
      </w:r>
      <w:r w:rsidR="008C5C61" w:rsidRPr="004C3E92">
        <w:t>vous ne m</w:t>
      </w:r>
      <w:r>
        <w:t>’</w:t>
      </w:r>
      <w:r w:rsidR="008C5C61" w:rsidRPr="004C3E92">
        <w:t>enlèverez pas ma satisfaction</w:t>
      </w:r>
      <w:r>
        <w:t xml:space="preserve">. </w:t>
      </w:r>
      <w:r w:rsidR="008C5C61" w:rsidRPr="004C3E92">
        <w:t>Je suis sûre que tout se terminera bien et qu</w:t>
      </w:r>
      <w:r>
        <w:t>’</w:t>
      </w:r>
      <w:r w:rsidR="008C5C61" w:rsidRPr="004C3E92">
        <w:t>il n</w:t>
      </w:r>
      <w:r>
        <w:t>’</w:t>
      </w:r>
      <w:r w:rsidR="008C5C61" w:rsidRPr="004C3E92">
        <w:t>y aura absolument aucune difficulté en comparaison de ce que je croyais</w:t>
      </w:r>
      <w:r>
        <w:t xml:space="preserve">. </w:t>
      </w:r>
      <w:r w:rsidR="008C5C61" w:rsidRPr="004C3E92">
        <w:t>Mrs</w:t>
      </w:r>
      <w:r>
        <w:t xml:space="preserve">. </w:t>
      </w:r>
      <w:proofErr w:type="spellStart"/>
      <w:r w:rsidR="008C5C61" w:rsidRPr="004C3E92">
        <w:t>Ferrars</w:t>
      </w:r>
      <w:proofErr w:type="spellEnd"/>
      <w:r w:rsidR="008C5C61" w:rsidRPr="004C3E92">
        <w:t xml:space="preserve"> est une femme charmante</w:t>
      </w:r>
      <w:r>
        <w:t xml:space="preserve">, </w:t>
      </w:r>
      <w:r w:rsidR="008C5C61" w:rsidRPr="004C3E92">
        <w:t>et votre sœur aussi</w:t>
      </w:r>
      <w:r>
        <w:t xml:space="preserve">. </w:t>
      </w:r>
      <w:r w:rsidR="008C5C61" w:rsidRPr="004C3E92">
        <w:t>Ce sont vraiment toutes les deux des femmes délicieuses</w:t>
      </w:r>
      <w:r>
        <w:t xml:space="preserve"> ! </w:t>
      </w:r>
      <w:r w:rsidR="008C5C61" w:rsidRPr="004C3E92">
        <w:t>Je m</w:t>
      </w:r>
      <w:r>
        <w:t>’</w:t>
      </w:r>
      <w:r w:rsidR="008C5C61" w:rsidRPr="004C3E92">
        <w:t>étonne de ne vous avoir j</w:t>
      </w:r>
      <w:r w:rsidR="008C5C61" w:rsidRPr="004C3E92">
        <w:t>a</w:t>
      </w:r>
      <w:r w:rsidR="008C5C61" w:rsidRPr="004C3E92">
        <w:t>mais entendue dire combien Mrs</w:t>
      </w:r>
      <w:r>
        <w:t xml:space="preserve">. </w:t>
      </w:r>
      <w:proofErr w:type="spellStart"/>
      <w:r w:rsidR="008C5C61" w:rsidRPr="004C3E92">
        <w:t>Dashwood</w:t>
      </w:r>
      <w:proofErr w:type="spellEnd"/>
      <w:r w:rsidR="008C5C61" w:rsidRPr="004C3E92">
        <w:t xml:space="preserve"> est agréable</w:t>
      </w:r>
      <w:r>
        <w:t> ?</w:t>
      </w:r>
    </w:p>
    <w:p w14:paraId="5C6D30A0" w14:textId="77777777" w:rsidR="004A4993" w:rsidRDefault="008C5C61" w:rsidP="004A4993">
      <w:proofErr w:type="spellStart"/>
      <w:r w:rsidRPr="004C3E92">
        <w:t>Elinor</w:t>
      </w:r>
      <w:proofErr w:type="spellEnd"/>
      <w:r w:rsidRPr="004C3E92">
        <w:t xml:space="preserve"> n</w:t>
      </w:r>
      <w:r w:rsidR="004A4993">
        <w:t>’</w:t>
      </w:r>
      <w:r w:rsidRPr="004C3E92">
        <w:t>eut pas de réponse à faire à cela</w:t>
      </w:r>
      <w:r w:rsidR="004A4993">
        <w:t xml:space="preserve">, </w:t>
      </w:r>
      <w:r w:rsidRPr="004C3E92">
        <w:t>et n</w:t>
      </w:r>
      <w:r w:rsidR="004A4993">
        <w:t>’</w:t>
      </w:r>
      <w:r w:rsidRPr="004C3E92">
        <w:t>en essaya a</w:t>
      </w:r>
      <w:r w:rsidRPr="004C3E92">
        <w:t>u</w:t>
      </w:r>
      <w:r w:rsidRPr="004C3E92">
        <w:t>cune</w:t>
      </w:r>
      <w:r w:rsidR="004A4993">
        <w:t>.</w:t>
      </w:r>
    </w:p>
    <w:p w14:paraId="6C90B217" w14:textId="77777777" w:rsidR="004A4993" w:rsidRDefault="004A4993" w:rsidP="004A4993">
      <w:r>
        <w:t>— </w:t>
      </w:r>
      <w:r w:rsidR="008C5C61" w:rsidRPr="004C3E92">
        <w:t>Êtes-vous souffrante</w:t>
      </w:r>
      <w:r>
        <w:t xml:space="preserve">, </w:t>
      </w:r>
      <w:r w:rsidR="008C5C61" w:rsidRPr="004C3E92">
        <w:t xml:space="preserve">miss </w:t>
      </w:r>
      <w:proofErr w:type="spellStart"/>
      <w:r w:rsidR="008C5C61" w:rsidRPr="004C3E92">
        <w:t>Dashwood</w:t>
      </w:r>
      <w:proofErr w:type="spellEnd"/>
      <w:r>
        <w:t xml:space="preserve"> ? </w:t>
      </w:r>
      <w:r w:rsidR="008C5C61" w:rsidRPr="004C3E92">
        <w:t>Vous paraissez abattue</w:t>
      </w:r>
      <w:r>
        <w:t xml:space="preserve">, </w:t>
      </w:r>
      <w:r w:rsidR="008C5C61" w:rsidRPr="004C3E92">
        <w:t>vous ne parlez pas</w:t>
      </w:r>
      <w:r>
        <w:t xml:space="preserve"> ; </w:t>
      </w:r>
      <w:r w:rsidR="008C5C61" w:rsidRPr="004C3E92">
        <w:t>sûrement</w:t>
      </w:r>
      <w:r>
        <w:t xml:space="preserve">, </w:t>
      </w:r>
      <w:r w:rsidR="008C5C61" w:rsidRPr="004C3E92">
        <w:t>vous ne vous sentez pas bien</w:t>
      </w:r>
      <w:r>
        <w:t>.</w:t>
      </w:r>
    </w:p>
    <w:p w14:paraId="3E69BE94" w14:textId="77777777" w:rsidR="004A4993" w:rsidRDefault="004A4993" w:rsidP="004A4993">
      <w:r>
        <w:t>— </w:t>
      </w:r>
      <w:r w:rsidR="008C5C61" w:rsidRPr="004C3E92">
        <w:t>Je n</w:t>
      </w:r>
      <w:r>
        <w:t>’</w:t>
      </w:r>
      <w:r w:rsidR="008C5C61" w:rsidRPr="004C3E92">
        <w:t>ai jamais été en meilleure santé</w:t>
      </w:r>
      <w:r>
        <w:t>.</w:t>
      </w:r>
    </w:p>
    <w:p w14:paraId="7D5C2EAD" w14:textId="77777777" w:rsidR="004A4993" w:rsidRDefault="004A4993" w:rsidP="004A4993">
      <w:r>
        <w:t>— </w:t>
      </w:r>
      <w:r w:rsidR="008C5C61" w:rsidRPr="004C3E92">
        <w:t>Je m</w:t>
      </w:r>
      <w:r>
        <w:t>’</w:t>
      </w:r>
      <w:r w:rsidR="008C5C61" w:rsidRPr="004C3E92">
        <w:t>en réjouis de tout mon cœur</w:t>
      </w:r>
      <w:r>
        <w:t xml:space="preserve">, </w:t>
      </w:r>
      <w:r w:rsidR="008C5C61" w:rsidRPr="004C3E92">
        <w:t>mais vraiment</w:t>
      </w:r>
      <w:r>
        <w:t xml:space="preserve">, </w:t>
      </w:r>
      <w:r w:rsidR="008C5C61" w:rsidRPr="004C3E92">
        <w:t>vous n</w:t>
      </w:r>
      <w:r>
        <w:t>’</w:t>
      </w:r>
      <w:r w:rsidR="008C5C61" w:rsidRPr="004C3E92">
        <w:t>en aviez pas l</w:t>
      </w:r>
      <w:r>
        <w:t>’</w:t>
      </w:r>
      <w:r w:rsidR="008C5C61" w:rsidRPr="004C3E92">
        <w:t>air</w:t>
      </w:r>
      <w:r>
        <w:t xml:space="preserve">. </w:t>
      </w:r>
      <w:r w:rsidR="008C5C61" w:rsidRPr="004C3E92">
        <w:t>Je serais désolée de vous voir malade</w:t>
      </w:r>
      <w:r>
        <w:t xml:space="preserve">, </w:t>
      </w:r>
      <w:r w:rsidR="008C5C61" w:rsidRPr="004C3E92">
        <w:t>vous</w:t>
      </w:r>
      <w:r>
        <w:t xml:space="preserve">, – </w:t>
      </w:r>
      <w:r w:rsidR="008C5C61" w:rsidRPr="004C3E92">
        <w:t>vous</w:t>
      </w:r>
      <w:r>
        <w:t xml:space="preserve">, </w:t>
      </w:r>
      <w:r w:rsidR="008C5C61" w:rsidRPr="004C3E92">
        <w:t>qui avez été pour moi le plus grand réconfort du mo</w:t>
      </w:r>
      <w:r w:rsidR="008C5C61" w:rsidRPr="004C3E92">
        <w:t>n</w:t>
      </w:r>
      <w:r w:rsidR="008C5C61" w:rsidRPr="004C3E92">
        <w:t>de</w:t>
      </w:r>
      <w:r>
        <w:t xml:space="preserve"> ! </w:t>
      </w:r>
      <w:r w:rsidR="008C5C61" w:rsidRPr="004C3E92">
        <w:t>Dieu sait ce que j</w:t>
      </w:r>
      <w:r>
        <w:t>’</w:t>
      </w:r>
      <w:r w:rsidR="008C5C61" w:rsidRPr="004C3E92">
        <w:t>aurais fait</w:t>
      </w:r>
      <w:r>
        <w:t xml:space="preserve">, </w:t>
      </w:r>
      <w:r w:rsidR="008C5C61" w:rsidRPr="004C3E92">
        <w:t>sans votre amitié</w:t>
      </w:r>
      <w:r>
        <w:t> !</w:t>
      </w:r>
    </w:p>
    <w:p w14:paraId="0CFBF85E" w14:textId="77777777" w:rsidR="004A4993" w:rsidRDefault="008C5C61" w:rsidP="004A4993">
      <w:proofErr w:type="spellStart"/>
      <w:r w:rsidRPr="004C3E92">
        <w:t>Elinor</w:t>
      </w:r>
      <w:proofErr w:type="spellEnd"/>
      <w:r w:rsidRPr="004C3E92">
        <w:t xml:space="preserve"> essaya de faire une réponse polie</w:t>
      </w:r>
      <w:r w:rsidR="004A4993">
        <w:t xml:space="preserve">, </w:t>
      </w:r>
      <w:r w:rsidRPr="004C3E92">
        <w:t>bien qu</w:t>
      </w:r>
      <w:r w:rsidR="004A4993">
        <w:t>’</w:t>
      </w:r>
      <w:r w:rsidRPr="004C3E92">
        <w:t>elle doutât de son propre succès</w:t>
      </w:r>
      <w:r w:rsidR="004A4993">
        <w:t xml:space="preserve">. </w:t>
      </w:r>
      <w:r w:rsidRPr="004C3E92">
        <w:t>Mais elle parut satisfaire Lucy</w:t>
      </w:r>
      <w:r w:rsidR="004A4993">
        <w:t xml:space="preserve">, </w:t>
      </w:r>
      <w:r w:rsidRPr="004C3E92">
        <w:t>car elle r</w:t>
      </w:r>
      <w:r w:rsidRPr="004C3E92">
        <w:t>é</w:t>
      </w:r>
      <w:r w:rsidRPr="004C3E92">
        <w:t>pondit aussitôt</w:t>
      </w:r>
      <w:r w:rsidR="004A4993">
        <w:t> :</w:t>
      </w:r>
    </w:p>
    <w:p w14:paraId="310A819D" w14:textId="77777777" w:rsidR="004A4993" w:rsidRDefault="004A4993" w:rsidP="004A4993">
      <w:r>
        <w:t>— </w:t>
      </w:r>
      <w:r w:rsidR="008C5C61" w:rsidRPr="004C3E92">
        <w:t>En vérité</w:t>
      </w:r>
      <w:r>
        <w:t xml:space="preserve">, </w:t>
      </w:r>
      <w:r w:rsidR="008C5C61" w:rsidRPr="004C3E92">
        <w:t>je suis parfaitement convaincue de votre affe</w:t>
      </w:r>
      <w:r w:rsidR="008C5C61" w:rsidRPr="004C3E92">
        <w:t>c</w:t>
      </w:r>
      <w:r w:rsidR="008C5C61" w:rsidRPr="004C3E92">
        <w:t>tion pour moi</w:t>
      </w:r>
      <w:r>
        <w:t xml:space="preserve">, </w:t>
      </w:r>
      <w:r w:rsidR="008C5C61" w:rsidRPr="004C3E92">
        <w:t>et</w:t>
      </w:r>
      <w:r>
        <w:t xml:space="preserve">, </w:t>
      </w:r>
      <w:r w:rsidR="008C5C61" w:rsidRPr="004C3E92">
        <w:t>après l</w:t>
      </w:r>
      <w:r>
        <w:t>’</w:t>
      </w:r>
      <w:r w:rsidR="008C5C61" w:rsidRPr="004C3E92">
        <w:t>amour d</w:t>
      </w:r>
      <w:r>
        <w:t>’</w:t>
      </w:r>
      <w:r w:rsidR="008C5C61" w:rsidRPr="004C3E92">
        <w:t>Edward</w:t>
      </w:r>
      <w:r>
        <w:t xml:space="preserve">, </w:t>
      </w:r>
      <w:r w:rsidR="008C5C61" w:rsidRPr="004C3E92">
        <w:t>c</w:t>
      </w:r>
      <w:r>
        <w:t>’</w:t>
      </w:r>
      <w:r w:rsidR="008C5C61" w:rsidRPr="004C3E92">
        <w:t>est là le plus grand réconfort que je possède</w:t>
      </w:r>
      <w:r>
        <w:t xml:space="preserve">. </w:t>
      </w:r>
      <w:r w:rsidR="008C5C61" w:rsidRPr="004C3E92">
        <w:t>Pauvre Edward</w:t>
      </w:r>
      <w:r>
        <w:t xml:space="preserve"> ! </w:t>
      </w:r>
      <w:r w:rsidR="008C5C61" w:rsidRPr="004C3E92">
        <w:t>Mais maintenant</w:t>
      </w:r>
      <w:r>
        <w:t xml:space="preserve">, </w:t>
      </w:r>
      <w:r w:rsidR="008C5C61" w:rsidRPr="004C3E92">
        <w:t>il y a du moins une bonne chose</w:t>
      </w:r>
      <w:r>
        <w:t xml:space="preserve"> : – </w:t>
      </w:r>
      <w:r w:rsidR="008C5C61" w:rsidRPr="004C3E92">
        <w:t>nous pourrons nous voir</w:t>
      </w:r>
      <w:r>
        <w:t xml:space="preserve">, </w:t>
      </w:r>
      <w:r w:rsidR="008C5C61" w:rsidRPr="004C3E92">
        <w:t>et nous voir assez souvent</w:t>
      </w:r>
      <w:r>
        <w:t xml:space="preserve">, </w:t>
      </w:r>
      <w:r w:rsidR="008C5C61" w:rsidRPr="004C3E92">
        <w:t>car lady Middleton est ravie de Mrs</w:t>
      </w:r>
      <w:r>
        <w:t xml:space="preserve">. </w:t>
      </w:r>
      <w:proofErr w:type="spellStart"/>
      <w:r w:rsidR="008C5C61" w:rsidRPr="004C3E92">
        <w:t>Dashwood</w:t>
      </w:r>
      <w:proofErr w:type="spellEnd"/>
      <w:r>
        <w:t xml:space="preserve">, </w:t>
      </w:r>
      <w:r w:rsidR="008C5C61" w:rsidRPr="004C3E92">
        <w:t>de sorte que nous irons assez fréquemment à Harley Street</w:t>
      </w:r>
      <w:r>
        <w:t xml:space="preserve">, </w:t>
      </w:r>
      <w:r w:rsidR="008C5C61" w:rsidRPr="004C3E92">
        <w:t>je le suppose</w:t>
      </w:r>
      <w:r>
        <w:t xml:space="preserve">, </w:t>
      </w:r>
      <w:r w:rsidR="008C5C61" w:rsidRPr="004C3E92">
        <w:t>et Edward passe la moitié de son temps auprès de sa sœur</w:t>
      </w:r>
      <w:r>
        <w:t xml:space="preserve"> ; </w:t>
      </w:r>
      <w:r w:rsidR="008C5C61" w:rsidRPr="004C3E92">
        <w:t>d</w:t>
      </w:r>
      <w:r>
        <w:t>’</w:t>
      </w:r>
      <w:r w:rsidR="008C5C61" w:rsidRPr="004C3E92">
        <w:t>ailleurs</w:t>
      </w:r>
      <w:r>
        <w:t xml:space="preserve">, </w:t>
      </w:r>
      <w:r w:rsidR="008C5C61" w:rsidRPr="004C3E92">
        <w:t xml:space="preserve">lady </w:t>
      </w:r>
      <w:r w:rsidR="008C5C61" w:rsidRPr="004C3E92">
        <w:lastRenderedPageBreak/>
        <w:t>Middleton et Mrs</w:t>
      </w:r>
      <w:r>
        <w:t xml:space="preserve">. </w:t>
      </w:r>
      <w:proofErr w:type="spellStart"/>
      <w:r w:rsidR="008C5C61" w:rsidRPr="004C3E92">
        <w:t>Ferrars</w:t>
      </w:r>
      <w:proofErr w:type="spellEnd"/>
      <w:r w:rsidR="008C5C61" w:rsidRPr="004C3E92">
        <w:t xml:space="preserve"> iront se voir</w:t>
      </w:r>
      <w:r>
        <w:t xml:space="preserve">, </w:t>
      </w:r>
      <w:r w:rsidR="008C5C61" w:rsidRPr="004C3E92">
        <w:t>à présent</w:t>
      </w:r>
      <w:r>
        <w:t xml:space="preserve"> ; </w:t>
      </w:r>
      <w:r w:rsidR="008C5C61" w:rsidRPr="004C3E92">
        <w:t>et Mrs</w:t>
      </w:r>
      <w:r>
        <w:t xml:space="preserve">. </w:t>
      </w:r>
      <w:proofErr w:type="spellStart"/>
      <w:r w:rsidR="008C5C61" w:rsidRPr="004C3E92">
        <w:t>Ferrars</w:t>
      </w:r>
      <w:proofErr w:type="spellEnd"/>
      <w:r w:rsidR="008C5C61" w:rsidRPr="004C3E92">
        <w:t xml:space="preserve"> et votre sœur ont toutes les deux eu l</w:t>
      </w:r>
      <w:r>
        <w:t>’</w:t>
      </w:r>
      <w:r w:rsidR="008C5C61" w:rsidRPr="004C3E92">
        <w:t>amabilité de dire plus d</w:t>
      </w:r>
      <w:r>
        <w:t>’</w:t>
      </w:r>
      <w:r w:rsidR="008C5C61" w:rsidRPr="004C3E92">
        <w:t>une fois qu</w:t>
      </w:r>
      <w:r>
        <w:t>’</w:t>
      </w:r>
      <w:r w:rsidR="008C5C61" w:rsidRPr="004C3E92">
        <w:t>elles seraient toujours heureuses de me voir</w:t>
      </w:r>
      <w:r>
        <w:t xml:space="preserve">. </w:t>
      </w:r>
      <w:r w:rsidR="008C5C61" w:rsidRPr="004C3E92">
        <w:t>Ce sont des femmes si charma</w:t>
      </w:r>
      <w:r w:rsidR="008C5C61" w:rsidRPr="004C3E92">
        <w:t>n</w:t>
      </w:r>
      <w:r w:rsidR="008C5C61" w:rsidRPr="004C3E92">
        <w:t>tes</w:t>
      </w:r>
      <w:r>
        <w:t xml:space="preserve"> ! </w:t>
      </w:r>
      <w:r w:rsidR="008C5C61" w:rsidRPr="004C3E92">
        <w:t>Je suis sûre que si vous dites jamais à votre sœur ce que je pense d</w:t>
      </w:r>
      <w:r>
        <w:t>’</w:t>
      </w:r>
      <w:r w:rsidR="008C5C61" w:rsidRPr="004C3E92">
        <w:t>elle</w:t>
      </w:r>
      <w:r>
        <w:t xml:space="preserve">, </w:t>
      </w:r>
      <w:r w:rsidR="008C5C61" w:rsidRPr="004C3E92">
        <w:t>vous ne pourrez pas en dire trop de bien</w:t>
      </w:r>
      <w:r>
        <w:t> !</w:t>
      </w:r>
    </w:p>
    <w:p w14:paraId="5BE89129" w14:textId="77777777" w:rsidR="004A4993" w:rsidRDefault="008C5C61" w:rsidP="004A4993">
      <w:r w:rsidRPr="004C3E92">
        <w:t xml:space="preserve">Mais </w:t>
      </w:r>
      <w:proofErr w:type="spellStart"/>
      <w:r w:rsidRPr="004C3E92">
        <w:t>Elinor</w:t>
      </w:r>
      <w:proofErr w:type="spellEnd"/>
      <w:r w:rsidRPr="004C3E92">
        <w:t xml:space="preserve"> ne voulut lui donner aucun encouragement à espérer qu</w:t>
      </w:r>
      <w:r w:rsidR="004A4993">
        <w:t>’</w:t>
      </w:r>
      <w:r w:rsidRPr="004C3E92">
        <w:t>elle en parlerait à sa sœur</w:t>
      </w:r>
      <w:r w:rsidR="004A4993">
        <w:t xml:space="preserve">. </w:t>
      </w:r>
      <w:r w:rsidRPr="004C3E92">
        <w:t>Lucy reprit</w:t>
      </w:r>
      <w:r w:rsidR="004A4993">
        <w:t> :</w:t>
      </w:r>
    </w:p>
    <w:p w14:paraId="532166A7" w14:textId="77777777" w:rsidR="004A4993" w:rsidRDefault="004A4993" w:rsidP="004A4993">
      <w:r>
        <w:t>— </w:t>
      </w:r>
      <w:r w:rsidR="008C5C61" w:rsidRPr="004C3E92">
        <w:t>Je suis sûre que je m</w:t>
      </w:r>
      <w:r>
        <w:t>’</w:t>
      </w:r>
      <w:r w:rsidR="008C5C61" w:rsidRPr="004C3E92">
        <w:t>en serais aperçue à l</w:t>
      </w:r>
      <w:r>
        <w:t>’</w:t>
      </w:r>
      <w:r w:rsidR="008C5C61" w:rsidRPr="004C3E92">
        <w:t>instant</w:t>
      </w:r>
      <w:r>
        <w:t xml:space="preserve">, </w:t>
      </w:r>
      <w:r w:rsidR="008C5C61" w:rsidRPr="004C3E92">
        <w:t>si Mrs</w:t>
      </w:r>
      <w:r>
        <w:t xml:space="preserve">. </w:t>
      </w:r>
      <w:proofErr w:type="spellStart"/>
      <w:r w:rsidR="008C5C61" w:rsidRPr="004C3E92">
        <w:t>Ferrars</w:t>
      </w:r>
      <w:proofErr w:type="spellEnd"/>
      <w:r w:rsidR="008C5C61" w:rsidRPr="004C3E92">
        <w:t xml:space="preserve"> m</w:t>
      </w:r>
      <w:r>
        <w:t>’</w:t>
      </w:r>
      <w:r w:rsidR="008C5C61" w:rsidRPr="004C3E92">
        <w:t>avait prise en aversion</w:t>
      </w:r>
      <w:r>
        <w:t xml:space="preserve">. </w:t>
      </w:r>
      <w:r w:rsidR="008C5C61" w:rsidRPr="004C3E92">
        <w:t>Si elle s</w:t>
      </w:r>
      <w:r>
        <w:t>’</w:t>
      </w:r>
      <w:r w:rsidR="008C5C61" w:rsidRPr="004C3E92">
        <w:t>était contentée de me faire une inclinaison officielle</w:t>
      </w:r>
      <w:r>
        <w:t xml:space="preserve">, </w:t>
      </w:r>
      <w:r w:rsidR="008C5C61" w:rsidRPr="004C3E92">
        <w:t>par exemple</w:t>
      </w:r>
      <w:r>
        <w:t xml:space="preserve">, </w:t>
      </w:r>
      <w:r w:rsidR="008C5C61" w:rsidRPr="004C3E92">
        <w:t>sans dire un mot</w:t>
      </w:r>
      <w:r>
        <w:t xml:space="preserve">, </w:t>
      </w:r>
      <w:r w:rsidR="008C5C61" w:rsidRPr="004C3E92">
        <w:t>et n</w:t>
      </w:r>
      <w:r>
        <w:t>’</w:t>
      </w:r>
      <w:r w:rsidR="008C5C61" w:rsidRPr="004C3E92">
        <w:t>avait</w:t>
      </w:r>
      <w:r>
        <w:t xml:space="preserve">, </w:t>
      </w:r>
      <w:r w:rsidR="008C5C61" w:rsidRPr="004C3E92">
        <w:t>après cela</w:t>
      </w:r>
      <w:r>
        <w:t xml:space="preserve">, </w:t>
      </w:r>
      <w:r w:rsidR="008C5C61" w:rsidRPr="004C3E92">
        <w:t>fait aucune attention à moi</w:t>
      </w:r>
      <w:r>
        <w:t xml:space="preserve">, </w:t>
      </w:r>
      <w:r w:rsidR="008C5C61" w:rsidRPr="004C3E92">
        <w:t>et ne m</w:t>
      </w:r>
      <w:r>
        <w:t>’</w:t>
      </w:r>
      <w:r w:rsidR="008C5C61" w:rsidRPr="004C3E92">
        <w:t>avait j</w:t>
      </w:r>
      <w:r w:rsidR="008C5C61" w:rsidRPr="004C3E92">
        <w:t>a</w:t>
      </w:r>
      <w:r w:rsidR="008C5C61" w:rsidRPr="004C3E92">
        <w:t>mais regardée d</w:t>
      </w:r>
      <w:r>
        <w:t>’</w:t>
      </w:r>
      <w:r w:rsidR="008C5C61" w:rsidRPr="004C3E92">
        <w:t>un air agréable</w:t>
      </w:r>
      <w:r>
        <w:t xml:space="preserve">, – </w:t>
      </w:r>
      <w:r w:rsidR="008C5C61" w:rsidRPr="004C3E92">
        <w:t>vous savez ce que je veux d</w:t>
      </w:r>
      <w:r w:rsidR="008C5C61" w:rsidRPr="004C3E92">
        <w:t>i</w:t>
      </w:r>
      <w:r w:rsidR="008C5C61" w:rsidRPr="004C3E92">
        <w:t>re</w:t>
      </w:r>
      <w:r>
        <w:t xml:space="preserve">, – </w:t>
      </w:r>
      <w:r w:rsidR="008C5C61" w:rsidRPr="004C3E92">
        <w:t>si j</w:t>
      </w:r>
      <w:r>
        <w:t>’</w:t>
      </w:r>
      <w:r w:rsidR="008C5C61" w:rsidRPr="004C3E92">
        <w:t>avais été traitée de cette espèce de façon rébarbative</w:t>
      </w:r>
      <w:r>
        <w:t xml:space="preserve">, </w:t>
      </w:r>
      <w:r w:rsidR="008C5C61" w:rsidRPr="004C3E92">
        <w:t>j</w:t>
      </w:r>
      <w:r>
        <w:t>’</w:t>
      </w:r>
      <w:r w:rsidR="008C5C61" w:rsidRPr="004C3E92">
        <w:t>aurais renoncé à tout</w:t>
      </w:r>
      <w:r>
        <w:t xml:space="preserve">, </w:t>
      </w:r>
      <w:r w:rsidR="008C5C61" w:rsidRPr="004C3E92">
        <w:t>prise de désespoir</w:t>
      </w:r>
      <w:r>
        <w:t xml:space="preserve">. </w:t>
      </w:r>
      <w:r w:rsidR="008C5C61" w:rsidRPr="004C3E92">
        <w:t>Je n</w:t>
      </w:r>
      <w:r>
        <w:t>’</w:t>
      </w:r>
      <w:r w:rsidR="008C5C61" w:rsidRPr="004C3E92">
        <w:t>aurais pas pu le supporter</w:t>
      </w:r>
      <w:r>
        <w:t xml:space="preserve"> ! </w:t>
      </w:r>
      <w:r w:rsidR="008C5C61" w:rsidRPr="004C3E92">
        <w:t>Car là où elle éprouve effectivement de l</w:t>
      </w:r>
      <w:r>
        <w:t>’</w:t>
      </w:r>
      <w:r w:rsidR="008C5C61" w:rsidRPr="004C3E92">
        <w:t>aversion</w:t>
      </w:r>
      <w:r>
        <w:t xml:space="preserve">, </w:t>
      </w:r>
      <w:r w:rsidR="008C5C61" w:rsidRPr="004C3E92">
        <w:t>je sais qu</w:t>
      </w:r>
      <w:r>
        <w:t>’</w:t>
      </w:r>
      <w:r w:rsidR="008C5C61" w:rsidRPr="004C3E92">
        <w:t>elle est fort violente</w:t>
      </w:r>
      <w:r>
        <w:t>.</w:t>
      </w:r>
    </w:p>
    <w:p w14:paraId="1DEC0B70" w14:textId="77777777" w:rsidR="004A4993" w:rsidRDefault="008C5C61" w:rsidP="004A4993">
      <w:proofErr w:type="spellStart"/>
      <w:r w:rsidRPr="004C3E92">
        <w:t>Elinor</w:t>
      </w:r>
      <w:proofErr w:type="spellEnd"/>
      <w:r w:rsidRPr="004C3E92">
        <w:t xml:space="preserve"> fut empêchée de faire aucune réponse à ce triomphe poli</w:t>
      </w:r>
      <w:r w:rsidR="004A4993">
        <w:t xml:space="preserve">, </w:t>
      </w:r>
      <w:r w:rsidRPr="004C3E92">
        <w:t>par l</w:t>
      </w:r>
      <w:r w:rsidR="004A4993">
        <w:t>’</w:t>
      </w:r>
      <w:r w:rsidRPr="004C3E92">
        <w:t>ouverture soudaine de la porte</w:t>
      </w:r>
      <w:r w:rsidR="004A4993">
        <w:t xml:space="preserve">, </w:t>
      </w:r>
      <w:r w:rsidRPr="004C3E92">
        <w:t>l</w:t>
      </w:r>
      <w:r w:rsidR="004A4993">
        <w:t>’</w:t>
      </w:r>
      <w:r w:rsidRPr="004C3E92">
        <w:t>annonce de la venue de Mr</w:t>
      </w:r>
      <w:r w:rsidR="004A4993">
        <w:t xml:space="preserve">. </w:t>
      </w:r>
      <w:proofErr w:type="spellStart"/>
      <w:r w:rsidRPr="004C3E92">
        <w:t>Ferrars</w:t>
      </w:r>
      <w:proofErr w:type="spellEnd"/>
      <w:r w:rsidR="004A4993">
        <w:t xml:space="preserve">, </w:t>
      </w:r>
      <w:r w:rsidRPr="004C3E92">
        <w:t>de la bouche du domestique</w:t>
      </w:r>
      <w:r w:rsidR="004A4993">
        <w:t xml:space="preserve">, </w:t>
      </w:r>
      <w:r w:rsidRPr="004C3E92">
        <w:t>et l</w:t>
      </w:r>
      <w:r w:rsidR="004A4993">
        <w:t>’</w:t>
      </w:r>
      <w:r w:rsidRPr="004C3E92">
        <w:t>entrée imm</w:t>
      </w:r>
      <w:r w:rsidRPr="004C3E92">
        <w:t>é</w:t>
      </w:r>
      <w:r w:rsidRPr="004C3E92">
        <w:t>diate d</w:t>
      </w:r>
      <w:r w:rsidR="004A4993">
        <w:t>’</w:t>
      </w:r>
      <w:r w:rsidRPr="004C3E92">
        <w:t>Edward</w:t>
      </w:r>
      <w:r w:rsidR="004A4993">
        <w:t>.</w:t>
      </w:r>
    </w:p>
    <w:p w14:paraId="4D17C6C2" w14:textId="77777777" w:rsidR="004A4993" w:rsidRDefault="008C5C61" w:rsidP="004A4993">
      <w:r w:rsidRPr="004C3E92">
        <w:t>Ce fut un instant fort embarrassant</w:t>
      </w:r>
      <w:r w:rsidR="004A4993">
        <w:t xml:space="preserve"> ; </w:t>
      </w:r>
      <w:r w:rsidRPr="004C3E92">
        <w:t>et le visage de chacun d</w:t>
      </w:r>
      <w:r w:rsidR="004A4993">
        <w:t>’</w:t>
      </w:r>
      <w:r w:rsidRPr="004C3E92">
        <w:t>eux le confirma bien</w:t>
      </w:r>
      <w:r w:rsidR="004A4993">
        <w:t xml:space="preserve">. </w:t>
      </w:r>
      <w:r w:rsidRPr="004C3E92">
        <w:t>Ils eurent tous l</w:t>
      </w:r>
      <w:r w:rsidR="004A4993">
        <w:t>’</w:t>
      </w:r>
      <w:r w:rsidRPr="004C3E92">
        <w:t>air extrêmement sot</w:t>
      </w:r>
      <w:r w:rsidR="004A4993">
        <w:t xml:space="preserve"> ; </w:t>
      </w:r>
      <w:r w:rsidRPr="004C3E92">
        <w:t>et Edward parut aussi tenté de repartir hors de la pièce que de s</w:t>
      </w:r>
      <w:r w:rsidR="004A4993">
        <w:t>’</w:t>
      </w:r>
      <w:r w:rsidRPr="004C3E92">
        <w:t>y avancer plus loin</w:t>
      </w:r>
      <w:r w:rsidR="004A4993">
        <w:t xml:space="preserve">. </w:t>
      </w:r>
      <w:r w:rsidRPr="004C3E92">
        <w:t>La circonstance même</w:t>
      </w:r>
      <w:r w:rsidR="004A4993">
        <w:t xml:space="preserve">, </w:t>
      </w:r>
      <w:r w:rsidRPr="004C3E92">
        <w:t>dans sa forme la plus désagréable</w:t>
      </w:r>
      <w:r w:rsidR="004A4993">
        <w:t xml:space="preserve">, </w:t>
      </w:r>
      <w:r w:rsidRPr="004C3E92">
        <w:t>que chacun d</w:t>
      </w:r>
      <w:r w:rsidR="004A4993">
        <w:t>’</w:t>
      </w:r>
      <w:r w:rsidRPr="004C3E92">
        <w:t>eux eût mis le plus d</w:t>
      </w:r>
      <w:r w:rsidR="004A4993">
        <w:t>’</w:t>
      </w:r>
      <w:r w:rsidRPr="004C3E92">
        <w:t>empressement à éviter</w:t>
      </w:r>
      <w:r w:rsidR="004A4993">
        <w:t xml:space="preserve">, </w:t>
      </w:r>
      <w:r w:rsidRPr="004C3E92">
        <w:t>leur était advenue</w:t>
      </w:r>
      <w:r w:rsidR="004A4993">
        <w:t xml:space="preserve">, – </w:t>
      </w:r>
      <w:r w:rsidRPr="004C3E92">
        <w:t>ils se trouvaient non seulement r</w:t>
      </w:r>
      <w:r w:rsidRPr="004C3E92">
        <w:t>é</w:t>
      </w:r>
      <w:r w:rsidRPr="004C3E92">
        <w:t>unis tous les trois</w:t>
      </w:r>
      <w:r w:rsidR="004A4993">
        <w:t xml:space="preserve">, </w:t>
      </w:r>
      <w:r w:rsidRPr="004C3E92">
        <w:t>mais étaient ensemble sans le soulagement d</w:t>
      </w:r>
      <w:r w:rsidR="004A4993">
        <w:t>’</w:t>
      </w:r>
      <w:r w:rsidRPr="004C3E92">
        <w:t>aucune autre personne</w:t>
      </w:r>
      <w:r w:rsidR="004A4993">
        <w:t xml:space="preserve">. </w:t>
      </w:r>
      <w:r w:rsidRPr="004C3E92">
        <w:t>Ce furent les dames qui recouvrèrent les premières leur présence d</w:t>
      </w:r>
      <w:r w:rsidR="004A4993">
        <w:t>’</w:t>
      </w:r>
      <w:r w:rsidRPr="004C3E92">
        <w:t>esprit</w:t>
      </w:r>
      <w:r w:rsidR="004A4993">
        <w:t xml:space="preserve">. </w:t>
      </w:r>
      <w:r w:rsidRPr="004C3E92">
        <w:t>Ce n</w:t>
      </w:r>
      <w:r w:rsidR="004A4993">
        <w:t>’</w:t>
      </w:r>
      <w:r w:rsidRPr="004C3E92">
        <w:t>était pas l</w:t>
      </w:r>
      <w:r w:rsidR="004A4993">
        <w:t>’</w:t>
      </w:r>
      <w:r w:rsidRPr="004C3E92">
        <w:t>affaire de Lucy de se mettre en avant</w:t>
      </w:r>
      <w:r w:rsidR="004A4993">
        <w:t xml:space="preserve">, </w:t>
      </w:r>
      <w:r w:rsidRPr="004C3E92">
        <w:lastRenderedPageBreak/>
        <w:t>et il fallait encore garder les app</w:t>
      </w:r>
      <w:r w:rsidRPr="004C3E92">
        <w:t>a</w:t>
      </w:r>
      <w:r w:rsidRPr="004C3E92">
        <w:t>rences du secret</w:t>
      </w:r>
      <w:r w:rsidR="004A4993">
        <w:t xml:space="preserve">. </w:t>
      </w:r>
      <w:r w:rsidRPr="004C3E92">
        <w:t>Elle ne put donc que traduire sa tendresse dans ses regards</w:t>
      </w:r>
      <w:r w:rsidR="004A4993">
        <w:t xml:space="preserve">, </w:t>
      </w:r>
      <w:r w:rsidRPr="004C3E92">
        <w:t>et</w:t>
      </w:r>
      <w:r w:rsidR="004A4993">
        <w:t xml:space="preserve">, </w:t>
      </w:r>
      <w:r w:rsidRPr="004C3E92">
        <w:t>après avoir adressé légèrement la parole à Edward</w:t>
      </w:r>
      <w:r w:rsidR="004A4993">
        <w:t xml:space="preserve">, </w:t>
      </w:r>
      <w:r w:rsidRPr="004C3E92">
        <w:t>elle ne dit plus rien</w:t>
      </w:r>
      <w:r w:rsidR="004A4993">
        <w:t>.</w:t>
      </w:r>
    </w:p>
    <w:p w14:paraId="7F6DFB87" w14:textId="77777777" w:rsidR="004A4993" w:rsidRDefault="008C5C61" w:rsidP="004A4993">
      <w:r w:rsidRPr="004C3E92">
        <w:t xml:space="preserve">Mais </w:t>
      </w:r>
      <w:proofErr w:type="spellStart"/>
      <w:r w:rsidRPr="004C3E92">
        <w:t>Elinor</w:t>
      </w:r>
      <w:proofErr w:type="spellEnd"/>
      <w:r w:rsidRPr="004C3E92">
        <w:t xml:space="preserve"> avait plus à faire</w:t>
      </w:r>
      <w:r w:rsidR="004A4993">
        <w:t xml:space="preserve"> ; </w:t>
      </w:r>
      <w:r w:rsidRPr="004C3E92">
        <w:t>et elle était si désireuse</w:t>
      </w:r>
      <w:r w:rsidR="004A4993">
        <w:t xml:space="preserve">, </w:t>
      </w:r>
      <w:r w:rsidRPr="004C3E92">
        <w:t>pour lui et pour elle-même</w:t>
      </w:r>
      <w:r w:rsidR="004A4993">
        <w:t xml:space="preserve">, </w:t>
      </w:r>
      <w:r w:rsidRPr="004C3E92">
        <w:t>de le bien faire</w:t>
      </w:r>
      <w:r w:rsidR="004A4993">
        <w:t xml:space="preserve">, </w:t>
      </w:r>
      <w:r w:rsidRPr="004C3E92">
        <w:t>qu</w:t>
      </w:r>
      <w:r w:rsidR="004A4993">
        <w:t>’</w:t>
      </w:r>
      <w:r w:rsidRPr="004C3E92">
        <w:t>elle se contra</w:t>
      </w:r>
      <w:r w:rsidRPr="004C3E92">
        <w:t>i</w:t>
      </w:r>
      <w:r w:rsidRPr="004C3E92">
        <w:t>gnit</w:t>
      </w:r>
      <w:r w:rsidR="004A4993">
        <w:t xml:space="preserve">, </w:t>
      </w:r>
      <w:r w:rsidRPr="004C3E92">
        <w:t>après un instant de recueillement</w:t>
      </w:r>
      <w:r w:rsidR="004A4993">
        <w:t xml:space="preserve">, </w:t>
      </w:r>
      <w:r w:rsidRPr="004C3E92">
        <w:t>à lui souhaiter la bie</w:t>
      </w:r>
      <w:r w:rsidRPr="004C3E92">
        <w:t>n</w:t>
      </w:r>
      <w:r w:rsidRPr="004C3E92">
        <w:t>venue</w:t>
      </w:r>
      <w:r w:rsidR="004A4993">
        <w:t xml:space="preserve">, </w:t>
      </w:r>
      <w:r w:rsidRPr="004C3E92">
        <w:t>d</w:t>
      </w:r>
      <w:r w:rsidR="004A4993">
        <w:t>’</w:t>
      </w:r>
      <w:r w:rsidRPr="004C3E92">
        <w:t>un air et d</w:t>
      </w:r>
      <w:r w:rsidR="004A4993">
        <w:t>’</w:t>
      </w:r>
      <w:r w:rsidRPr="004C3E92">
        <w:t>une manière qui étaient presque aisés et presque ouverts</w:t>
      </w:r>
      <w:r w:rsidR="004A4993">
        <w:t xml:space="preserve"> ; </w:t>
      </w:r>
      <w:r w:rsidRPr="004C3E92">
        <w:t>et une nouvelle lutte</w:t>
      </w:r>
      <w:r w:rsidR="004A4993">
        <w:t xml:space="preserve">, </w:t>
      </w:r>
      <w:r w:rsidRPr="004C3E92">
        <w:t>un autre effort</w:t>
      </w:r>
      <w:r w:rsidR="004A4993">
        <w:t xml:space="preserve">, </w:t>
      </w:r>
      <w:r w:rsidRPr="004C3E92">
        <w:t>les am</w:t>
      </w:r>
      <w:r w:rsidRPr="004C3E92">
        <w:t>é</w:t>
      </w:r>
      <w:r w:rsidRPr="004C3E92">
        <w:t>liora encore</w:t>
      </w:r>
      <w:r w:rsidR="004A4993">
        <w:t xml:space="preserve">. </w:t>
      </w:r>
      <w:r w:rsidRPr="004C3E92">
        <w:t>Elle ne voulait pas permettre à la présence de Lucy</w:t>
      </w:r>
      <w:r w:rsidR="004A4993">
        <w:t xml:space="preserve">, </w:t>
      </w:r>
      <w:r w:rsidRPr="004C3E92">
        <w:t>ni à la conscience de quelque injustice envers elle-même</w:t>
      </w:r>
      <w:r w:rsidR="004A4993">
        <w:t xml:space="preserve">, </w:t>
      </w:r>
      <w:r w:rsidRPr="004C3E92">
        <w:t>de la retenir de dire qu</w:t>
      </w:r>
      <w:r w:rsidR="004A4993">
        <w:t>’</w:t>
      </w:r>
      <w:r w:rsidRPr="004C3E92">
        <w:t>elle était heureuse de le voir</w:t>
      </w:r>
      <w:r w:rsidR="004A4993">
        <w:t xml:space="preserve">, </w:t>
      </w:r>
      <w:r w:rsidRPr="004C3E92">
        <w:t>et qu</w:t>
      </w:r>
      <w:r w:rsidR="004A4993">
        <w:t>’</w:t>
      </w:r>
      <w:r w:rsidRPr="004C3E92">
        <w:t>elle avait vivement regretté de n</w:t>
      </w:r>
      <w:r w:rsidR="004A4993">
        <w:t>’</w:t>
      </w:r>
      <w:r w:rsidRPr="004C3E92">
        <w:t>avoir pas été à la maison lorsqu</w:t>
      </w:r>
      <w:r w:rsidR="004A4993">
        <w:t>’</w:t>
      </w:r>
      <w:r w:rsidRPr="004C3E92">
        <w:t>il s</w:t>
      </w:r>
      <w:r w:rsidR="004A4993">
        <w:t>’</w:t>
      </w:r>
      <w:r w:rsidRPr="004C3E92">
        <w:t>était présenté précédemment dans Berkeley Street</w:t>
      </w:r>
      <w:r w:rsidR="004A4993">
        <w:t xml:space="preserve">. </w:t>
      </w:r>
      <w:r w:rsidRPr="004C3E92">
        <w:t>Elle ne voulait pas se laisser empêcher de lui témoigner ces attentions qui</w:t>
      </w:r>
      <w:r w:rsidR="004A4993">
        <w:t xml:space="preserve">, </w:t>
      </w:r>
      <w:r w:rsidRPr="004C3E92">
        <w:t>à t</w:t>
      </w:r>
      <w:r w:rsidRPr="004C3E92">
        <w:t>i</w:t>
      </w:r>
      <w:r w:rsidRPr="004C3E92">
        <w:t>tre d</w:t>
      </w:r>
      <w:r w:rsidR="004A4993">
        <w:t>’</w:t>
      </w:r>
      <w:r w:rsidRPr="004C3E92">
        <w:t>ami</w:t>
      </w:r>
      <w:r w:rsidR="004A4993">
        <w:t xml:space="preserve">, </w:t>
      </w:r>
      <w:r w:rsidRPr="004C3E92">
        <w:t>et presque de parent</w:t>
      </w:r>
      <w:r w:rsidR="004A4993">
        <w:t xml:space="preserve">, </w:t>
      </w:r>
      <w:r w:rsidRPr="004C3E92">
        <w:t>lui étaient dues</w:t>
      </w:r>
      <w:r w:rsidR="004A4993">
        <w:t xml:space="preserve">, </w:t>
      </w:r>
      <w:r w:rsidRPr="004C3E92">
        <w:t>par la crainte des yeux observateurs de Lucy</w:t>
      </w:r>
      <w:r w:rsidR="004A4993">
        <w:t xml:space="preserve">, </w:t>
      </w:r>
      <w:r w:rsidRPr="004C3E92">
        <w:t>bien qu</w:t>
      </w:r>
      <w:r w:rsidR="004A4993">
        <w:t>’</w:t>
      </w:r>
      <w:r w:rsidRPr="004C3E92">
        <w:t>elle ne tardât pas à s</w:t>
      </w:r>
      <w:r w:rsidR="004A4993">
        <w:t>’</w:t>
      </w:r>
      <w:r w:rsidRPr="004C3E92">
        <w:t>apercevoir qu</w:t>
      </w:r>
      <w:r w:rsidR="004A4993">
        <w:t>’</w:t>
      </w:r>
      <w:r w:rsidRPr="004C3E92">
        <w:t>ils l</w:t>
      </w:r>
      <w:r w:rsidR="004A4993">
        <w:t>’</w:t>
      </w:r>
      <w:r w:rsidRPr="004C3E92">
        <w:t>épiaient de fort près</w:t>
      </w:r>
      <w:r w:rsidR="004A4993">
        <w:t>.</w:t>
      </w:r>
    </w:p>
    <w:p w14:paraId="695A4738" w14:textId="77777777" w:rsidR="004A4993" w:rsidRDefault="008C5C61" w:rsidP="004A4993">
      <w:r w:rsidRPr="004C3E92">
        <w:t>Ses façons rassurèrent quelque peu Edward</w:t>
      </w:r>
      <w:r w:rsidR="004A4993">
        <w:t xml:space="preserve">, </w:t>
      </w:r>
      <w:r w:rsidRPr="004C3E92">
        <w:t>et il eut assez de courage pour s</w:t>
      </w:r>
      <w:r w:rsidR="004A4993">
        <w:t>’</w:t>
      </w:r>
      <w:r w:rsidRPr="004C3E92">
        <w:t>asseoir</w:t>
      </w:r>
      <w:r w:rsidR="004A4993">
        <w:t xml:space="preserve"> ; </w:t>
      </w:r>
      <w:r w:rsidRPr="004C3E92">
        <w:t>mais son embarras dépassait encore celui des dames</w:t>
      </w:r>
      <w:r w:rsidR="004A4993">
        <w:t xml:space="preserve">, </w:t>
      </w:r>
      <w:r w:rsidRPr="004C3E92">
        <w:t>dans une proportion que la situation rendait raisonnable</w:t>
      </w:r>
      <w:r w:rsidR="004A4993">
        <w:t xml:space="preserve">, </w:t>
      </w:r>
      <w:r w:rsidRPr="004C3E92">
        <w:t>encore que le sexe d</w:t>
      </w:r>
      <w:r w:rsidR="004A4993">
        <w:t>’</w:t>
      </w:r>
      <w:r w:rsidRPr="004C3E92">
        <w:t>Edward eût pu le rendre peu fréquent</w:t>
      </w:r>
      <w:r w:rsidR="004A4993">
        <w:t xml:space="preserve"> ; </w:t>
      </w:r>
      <w:r w:rsidRPr="004C3E92">
        <w:t>car son cœur n</w:t>
      </w:r>
      <w:r w:rsidR="004A4993">
        <w:t>’</w:t>
      </w:r>
      <w:r w:rsidRPr="004C3E92">
        <w:t>avait pas l</w:t>
      </w:r>
      <w:r w:rsidR="004A4993">
        <w:t>’</w:t>
      </w:r>
      <w:r w:rsidRPr="004C3E92">
        <w:t>indifférence de celui de L</w:t>
      </w:r>
      <w:r w:rsidRPr="004C3E92">
        <w:t>u</w:t>
      </w:r>
      <w:r w:rsidRPr="004C3E92">
        <w:t>cy</w:t>
      </w:r>
      <w:r w:rsidR="004A4993">
        <w:t xml:space="preserve">, </w:t>
      </w:r>
      <w:r w:rsidRPr="004C3E92">
        <w:t>de même que sa conscience ne pouvait se sentir tout à fait aussi à l</w:t>
      </w:r>
      <w:r w:rsidR="004A4993">
        <w:t>’</w:t>
      </w:r>
      <w:r w:rsidRPr="004C3E92">
        <w:t>aise que celle d</w:t>
      </w:r>
      <w:r w:rsidR="004A4993">
        <w:t>’</w:t>
      </w:r>
      <w:proofErr w:type="spellStart"/>
      <w:r w:rsidRPr="004C3E92">
        <w:t>Elinor</w:t>
      </w:r>
      <w:proofErr w:type="spellEnd"/>
      <w:r w:rsidR="004A4993">
        <w:t>.</w:t>
      </w:r>
    </w:p>
    <w:p w14:paraId="7220ACAA" w14:textId="77777777" w:rsidR="004A4993" w:rsidRDefault="008C5C61" w:rsidP="004A4993">
      <w:r w:rsidRPr="004C3E92">
        <w:t>Lucy</w:t>
      </w:r>
      <w:r w:rsidR="004A4993">
        <w:t xml:space="preserve">, </w:t>
      </w:r>
      <w:r w:rsidRPr="004C3E92">
        <w:t>se composant un air sérieux et décidé</w:t>
      </w:r>
      <w:r w:rsidR="004A4993">
        <w:t xml:space="preserve">, </w:t>
      </w:r>
      <w:r w:rsidRPr="004C3E92">
        <w:t>semblait rés</w:t>
      </w:r>
      <w:r w:rsidRPr="004C3E92">
        <w:t>o</w:t>
      </w:r>
      <w:r w:rsidRPr="004C3E92">
        <w:t>lue à ne contribuer en rien à l</w:t>
      </w:r>
      <w:r w:rsidR="004A4993">
        <w:t>’</w:t>
      </w:r>
      <w:r w:rsidRPr="004C3E92">
        <w:t>aisance des autres</w:t>
      </w:r>
      <w:r w:rsidR="004A4993">
        <w:t xml:space="preserve">, </w:t>
      </w:r>
      <w:r w:rsidRPr="004C3E92">
        <w:t>et ne voulut pas prononcer une parole</w:t>
      </w:r>
      <w:r w:rsidR="004A4993">
        <w:t xml:space="preserve"> ; </w:t>
      </w:r>
      <w:r w:rsidRPr="004C3E92">
        <w:t>et presque tout ce qui fut dit provint d</w:t>
      </w:r>
      <w:r w:rsidR="004A4993">
        <w:t>’</w:t>
      </w:r>
      <w:proofErr w:type="spellStart"/>
      <w:r w:rsidRPr="004C3E92">
        <w:t>Elinor</w:t>
      </w:r>
      <w:proofErr w:type="spellEnd"/>
      <w:r w:rsidR="004A4993">
        <w:t xml:space="preserve">, </w:t>
      </w:r>
      <w:r w:rsidRPr="004C3E92">
        <w:t>qui fut obligée de fournir de son propre cru tous les renseignements touchant la santé de sa mère</w:t>
      </w:r>
      <w:r w:rsidR="004A4993">
        <w:t xml:space="preserve">, </w:t>
      </w:r>
      <w:r w:rsidRPr="004C3E92">
        <w:t xml:space="preserve">leur </w:t>
      </w:r>
      <w:r w:rsidRPr="004C3E92">
        <w:lastRenderedPageBreak/>
        <w:t>venue à Lo</w:t>
      </w:r>
      <w:r w:rsidRPr="004C3E92">
        <w:t>n</w:t>
      </w:r>
      <w:r w:rsidRPr="004C3E92">
        <w:t>dres</w:t>
      </w:r>
      <w:r w:rsidR="004A4993">
        <w:t xml:space="preserve">, </w:t>
      </w:r>
      <w:r w:rsidRPr="004C3E92">
        <w:t>etc</w:t>
      </w:r>
      <w:r w:rsidR="004A4993">
        <w:t xml:space="preserve">., </w:t>
      </w:r>
      <w:r w:rsidRPr="004C3E92">
        <w:t>au sujet desquels Edward aurait dû s</w:t>
      </w:r>
      <w:r w:rsidR="004A4993">
        <w:t>’</w:t>
      </w:r>
      <w:r w:rsidRPr="004C3E92">
        <w:t>enquérir</w:t>
      </w:r>
      <w:r w:rsidR="004A4993">
        <w:t xml:space="preserve">, </w:t>
      </w:r>
      <w:r w:rsidRPr="004C3E92">
        <w:t>mais resta muet</w:t>
      </w:r>
      <w:r w:rsidR="004A4993">
        <w:t>.</w:t>
      </w:r>
    </w:p>
    <w:p w14:paraId="39C53292" w14:textId="77777777" w:rsidR="004A4993" w:rsidRDefault="008C5C61" w:rsidP="004A4993">
      <w:r w:rsidRPr="004C3E92">
        <w:t>Les efforts d</w:t>
      </w:r>
      <w:r w:rsidR="004A4993">
        <w:t>’</w:t>
      </w:r>
      <w:proofErr w:type="spellStart"/>
      <w:r w:rsidRPr="004C3E92">
        <w:t>Elinor</w:t>
      </w:r>
      <w:proofErr w:type="spellEnd"/>
      <w:r w:rsidRPr="004C3E92">
        <w:t xml:space="preserve"> ne s</w:t>
      </w:r>
      <w:r w:rsidR="004A4993">
        <w:t>’</w:t>
      </w:r>
      <w:r w:rsidRPr="004C3E92">
        <w:t>en tinrent pas là</w:t>
      </w:r>
      <w:r w:rsidR="004A4993">
        <w:t xml:space="preserve"> ; </w:t>
      </w:r>
      <w:r w:rsidRPr="004C3E92">
        <w:t>car elle se sentit</w:t>
      </w:r>
      <w:r w:rsidR="004A4993">
        <w:t xml:space="preserve">, </w:t>
      </w:r>
      <w:r w:rsidRPr="004C3E92">
        <w:t>peu après</w:t>
      </w:r>
      <w:r w:rsidR="004A4993">
        <w:t xml:space="preserve">, </w:t>
      </w:r>
      <w:r w:rsidRPr="004C3E92">
        <w:t>si héroïquement disposée</w:t>
      </w:r>
      <w:r w:rsidR="004A4993">
        <w:t xml:space="preserve">, </w:t>
      </w:r>
      <w:r w:rsidRPr="004C3E92">
        <w:t>qu</w:t>
      </w:r>
      <w:r w:rsidR="004A4993">
        <w:t>’</w:t>
      </w:r>
      <w:r w:rsidRPr="004C3E92">
        <w:t>elle résolut</w:t>
      </w:r>
      <w:r w:rsidR="004A4993">
        <w:t xml:space="preserve">, </w:t>
      </w:r>
      <w:r w:rsidRPr="004C3E92">
        <w:t>sous le pr</w:t>
      </w:r>
      <w:r w:rsidRPr="004C3E92">
        <w:t>é</w:t>
      </w:r>
      <w:r w:rsidRPr="004C3E92">
        <w:t>texte d</w:t>
      </w:r>
      <w:r w:rsidR="004A4993">
        <w:t>’</w:t>
      </w:r>
      <w:r w:rsidRPr="004C3E92">
        <w:t>aller chercher Marianne</w:t>
      </w:r>
      <w:r w:rsidR="004A4993">
        <w:t xml:space="preserve">, </w:t>
      </w:r>
      <w:r w:rsidRPr="004C3E92">
        <w:t>de laisser les autres en tête à t</w:t>
      </w:r>
      <w:r w:rsidRPr="004C3E92">
        <w:t>ê</w:t>
      </w:r>
      <w:r w:rsidRPr="004C3E92">
        <w:t>te</w:t>
      </w:r>
      <w:r w:rsidR="004A4993">
        <w:t xml:space="preserve"> ; </w:t>
      </w:r>
      <w:r w:rsidRPr="004C3E92">
        <w:t>et elle le fit effectivement</w:t>
      </w:r>
      <w:r w:rsidR="004A4993">
        <w:t xml:space="preserve">, </w:t>
      </w:r>
      <w:r w:rsidRPr="004C3E92">
        <w:t>et de la façon la plus généreuse</w:t>
      </w:r>
      <w:r w:rsidR="004A4993">
        <w:t xml:space="preserve">, </w:t>
      </w:r>
      <w:r w:rsidRPr="004C3E92">
        <w:t>car elle laissa passer plusieurs minutes sur le palier</w:t>
      </w:r>
      <w:r w:rsidR="004A4993">
        <w:t xml:space="preserve">, </w:t>
      </w:r>
      <w:r w:rsidRPr="004C3E92">
        <w:t>avec le co</w:t>
      </w:r>
      <w:r w:rsidRPr="004C3E92">
        <w:t>u</w:t>
      </w:r>
      <w:r w:rsidRPr="004C3E92">
        <w:t>rage le plus magnanime</w:t>
      </w:r>
      <w:r w:rsidR="004A4993">
        <w:t xml:space="preserve">, </w:t>
      </w:r>
      <w:r w:rsidRPr="004C3E92">
        <w:t>avant d</w:t>
      </w:r>
      <w:r w:rsidR="004A4993">
        <w:t>’</w:t>
      </w:r>
      <w:r w:rsidRPr="004C3E92">
        <w:t>aller retrouver sa sœur</w:t>
      </w:r>
      <w:r w:rsidR="004A4993">
        <w:t xml:space="preserve">. </w:t>
      </w:r>
      <w:r w:rsidRPr="004C3E92">
        <w:t>Cela fait</w:t>
      </w:r>
      <w:r w:rsidR="004A4993">
        <w:t xml:space="preserve">, </w:t>
      </w:r>
      <w:r w:rsidRPr="004C3E92">
        <w:t>toutefois</w:t>
      </w:r>
      <w:r w:rsidR="004A4993">
        <w:t xml:space="preserve">, </w:t>
      </w:r>
      <w:r w:rsidRPr="004C3E92">
        <w:t>il était temps que les ravissements d</w:t>
      </w:r>
      <w:r w:rsidR="004A4993">
        <w:t>’</w:t>
      </w:r>
      <w:r w:rsidRPr="004C3E92">
        <w:t>Edward ce</w:t>
      </w:r>
      <w:r w:rsidRPr="004C3E92">
        <w:t>s</w:t>
      </w:r>
      <w:r w:rsidRPr="004C3E92">
        <w:t>sassent</w:t>
      </w:r>
      <w:r w:rsidR="004A4993">
        <w:t xml:space="preserve"> ; </w:t>
      </w:r>
      <w:r w:rsidRPr="004C3E92">
        <w:t>car la joie de Marianne la précipita immédiatement au salon</w:t>
      </w:r>
      <w:r w:rsidR="004A4993">
        <w:t xml:space="preserve">. </w:t>
      </w:r>
      <w:r w:rsidRPr="004C3E92">
        <w:t>Son plaisir à le voir était pareil à tous ses autres sent</w:t>
      </w:r>
      <w:r w:rsidRPr="004C3E92">
        <w:t>i</w:t>
      </w:r>
      <w:r w:rsidRPr="004C3E92">
        <w:t>ments</w:t>
      </w:r>
      <w:r w:rsidR="004A4993">
        <w:t xml:space="preserve">, </w:t>
      </w:r>
      <w:r w:rsidRPr="004C3E92">
        <w:t>violent en soi</w:t>
      </w:r>
      <w:r w:rsidR="004A4993">
        <w:t xml:space="preserve">, </w:t>
      </w:r>
      <w:r w:rsidRPr="004C3E92">
        <w:t>et vigoureusement exprimé</w:t>
      </w:r>
      <w:r w:rsidR="004A4993">
        <w:t xml:space="preserve">. </w:t>
      </w:r>
      <w:r w:rsidRPr="004C3E92">
        <w:t>Elle alla au-devant de lui en tendant une main qu</w:t>
      </w:r>
      <w:r w:rsidR="004A4993">
        <w:t>’</w:t>
      </w:r>
      <w:r w:rsidRPr="004C3E92">
        <w:t>elle voulut voir saisie</w:t>
      </w:r>
      <w:r w:rsidR="004A4993">
        <w:t xml:space="preserve">, </w:t>
      </w:r>
      <w:r w:rsidRPr="004C3E92">
        <w:t>et d</w:t>
      </w:r>
      <w:r w:rsidR="004A4993">
        <w:t>’</w:t>
      </w:r>
      <w:r w:rsidRPr="004C3E92">
        <w:t>une voix qui exprimait l</w:t>
      </w:r>
      <w:r w:rsidR="004A4993">
        <w:t>’</w:t>
      </w:r>
      <w:r w:rsidRPr="004C3E92">
        <w:t>affection d</w:t>
      </w:r>
      <w:r w:rsidR="004A4993">
        <w:t>’</w:t>
      </w:r>
      <w:r w:rsidRPr="004C3E92">
        <w:t>une sœur</w:t>
      </w:r>
      <w:r w:rsidR="004A4993">
        <w:t>.</w:t>
      </w:r>
    </w:p>
    <w:p w14:paraId="5C409344" w14:textId="77777777" w:rsidR="004A4993" w:rsidRDefault="004A4993" w:rsidP="004A4993">
      <w:r>
        <w:t>— </w:t>
      </w:r>
      <w:r w:rsidR="008C5C61" w:rsidRPr="004C3E92">
        <w:t>Cher Edward</w:t>
      </w:r>
      <w:r>
        <w:t xml:space="preserve"> ! </w:t>
      </w:r>
      <w:r w:rsidR="008C5C61" w:rsidRPr="004C3E92">
        <w:t>s</w:t>
      </w:r>
      <w:r>
        <w:t>’</w:t>
      </w:r>
      <w:r w:rsidR="008C5C61" w:rsidRPr="004C3E92">
        <w:t>écria-t-elle</w:t>
      </w:r>
      <w:r>
        <w:t xml:space="preserve">, </w:t>
      </w:r>
      <w:r w:rsidR="008C5C61" w:rsidRPr="004C3E92">
        <w:t>voici un instant de grand bonheur</w:t>
      </w:r>
      <w:r>
        <w:t xml:space="preserve"> ! </w:t>
      </w:r>
      <w:r w:rsidR="008C5C61" w:rsidRPr="004C3E92">
        <w:t>Voilà qui rachète presque tout</w:t>
      </w:r>
      <w:r>
        <w:t> !</w:t>
      </w:r>
    </w:p>
    <w:p w14:paraId="270889BB" w14:textId="77777777" w:rsidR="004A4993" w:rsidRDefault="008C5C61" w:rsidP="004A4993">
      <w:r w:rsidRPr="004C3E92">
        <w:t>Edward essaya de lui rendre son amabilité comme elle le méritait</w:t>
      </w:r>
      <w:r w:rsidR="004A4993">
        <w:t xml:space="preserve">, </w:t>
      </w:r>
      <w:r w:rsidRPr="004C3E92">
        <w:t>mais devant de tels témoins</w:t>
      </w:r>
      <w:r w:rsidR="004A4993">
        <w:t xml:space="preserve">, </w:t>
      </w:r>
      <w:r w:rsidRPr="004C3E92">
        <w:t>il n</w:t>
      </w:r>
      <w:r w:rsidR="004A4993">
        <w:t>’</w:t>
      </w:r>
      <w:r w:rsidRPr="004C3E92">
        <w:t>osait dire la moitié de ce qu</w:t>
      </w:r>
      <w:r w:rsidR="004A4993">
        <w:t>’</w:t>
      </w:r>
      <w:r w:rsidRPr="004C3E92">
        <w:t>il ressentait réellement</w:t>
      </w:r>
      <w:r w:rsidR="004A4993">
        <w:t xml:space="preserve">. </w:t>
      </w:r>
      <w:r w:rsidRPr="004C3E92">
        <w:t>Ils se rassirent tous</w:t>
      </w:r>
      <w:r w:rsidR="004A4993">
        <w:t xml:space="preserve">, </w:t>
      </w:r>
      <w:r w:rsidRPr="004C3E92">
        <w:t>et pendant un instant ou deux</w:t>
      </w:r>
      <w:r w:rsidR="004A4993">
        <w:t xml:space="preserve">, </w:t>
      </w:r>
      <w:r w:rsidRPr="004C3E92">
        <w:t>tous restèrent silencieux</w:t>
      </w:r>
      <w:r w:rsidR="004A4993">
        <w:t xml:space="preserve"> ; </w:t>
      </w:r>
      <w:r w:rsidRPr="004C3E92">
        <w:t>tandis que M</w:t>
      </w:r>
      <w:r w:rsidRPr="004C3E92">
        <w:t>a</w:t>
      </w:r>
      <w:r w:rsidRPr="004C3E92">
        <w:t xml:space="preserve">rianne jetait parfois sur </w:t>
      </w:r>
      <w:proofErr w:type="spellStart"/>
      <w:r w:rsidRPr="004C3E92">
        <w:t>Elinor</w:t>
      </w:r>
      <w:proofErr w:type="spellEnd"/>
      <w:r w:rsidRPr="004C3E92">
        <w:t xml:space="preserve"> un regard chargé de la tendresse la plus expressive</w:t>
      </w:r>
      <w:r w:rsidR="004A4993">
        <w:t xml:space="preserve">, </w:t>
      </w:r>
      <w:r w:rsidRPr="004C3E92">
        <w:t>en regrettant seulement que leur ravissement mutuel fût mis en échec par la présence importune de Lucy</w:t>
      </w:r>
      <w:r w:rsidR="004A4993">
        <w:t xml:space="preserve">. </w:t>
      </w:r>
      <w:r w:rsidRPr="004C3E92">
        <w:t>Edward fut le premier à parler</w:t>
      </w:r>
      <w:r w:rsidR="004A4993">
        <w:t xml:space="preserve">, </w:t>
      </w:r>
      <w:r w:rsidRPr="004C3E92">
        <w:t>et ce fut pour remarquer la mine changée de Marianne et pour exprimer ses craintes de ce qu</w:t>
      </w:r>
      <w:r w:rsidR="004A4993">
        <w:t>’</w:t>
      </w:r>
      <w:r w:rsidRPr="004C3E92">
        <w:t>elle ne trouvât pas Londres à sa convenance</w:t>
      </w:r>
      <w:r w:rsidR="004A4993">
        <w:t>.</w:t>
      </w:r>
    </w:p>
    <w:p w14:paraId="2F0DEA1E" w14:textId="77777777" w:rsidR="004A4993" w:rsidRDefault="004A4993" w:rsidP="004A4993">
      <w:r>
        <w:t>— </w:t>
      </w:r>
      <w:r w:rsidR="008C5C61" w:rsidRPr="004C3E92">
        <w:t>Oh</w:t>
      </w:r>
      <w:r>
        <w:t xml:space="preserve"> ! </w:t>
      </w:r>
      <w:r w:rsidR="008C5C61" w:rsidRPr="004C3E92">
        <w:t>ne pensez pas à moi</w:t>
      </w:r>
      <w:r>
        <w:t xml:space="preserve"> ! </w:t>
      </w:r>
      <w:r w:rsidR="008C5C61" w:rsidRPr="004C3E92">
        <w:t>répondit-elle</w:t>
      </w:r>
      <w:r>
        <w:t xml:space="preserve">, </w:t>
      </w:r>
      <w:r w:rsidR="008C5C61" w:rsidRPr="004C3E92">
        <w:t>avec un sérieux plein d</w:t>
      </w:r>
      <w:r>
        <w:t>’</w:t>
      </w:r>
      <w:r w:rsidR="008C5C61" w:rsidRPr="004C3E92">
        <w:t>entrain</w:t>
      </w:r>
      <w:r>
        <w:t xml:space="preserve">, </w:t>
      </w:r>
      <w:r w:rsidR="008C5C61" w:rsidRPr="004C3E92">
        <w:t>bien que ses yeux fussent remplis de larmes tandis qu</w:t>
      </w:r>
      <w:r>
        <w:t>’</w:t>
      </w:r>
      <w:r w:rsidR="008C5C61" w:rsidRPr="004C3E92">
        <w:t>elle parlait</w:t>
      </w:r>
      <w:r>
        <w:t xml:space="preserve">, </w:t>
      </w:r>
      <w:r w:rsidR="008C5C61" w:rsidRPr="004C3E92">
        <w:t>ne songez pas à ma santé</w:t>
      </w:r>
      <w:r>
        <w:t xml:space="preserve">, </w:t>
      </w:r>
      <w:r w:rsidR="008C5C61" w:rsidRPr="004C3E92">
        <w:t>à moi</w:t>
      </w:r>
      <w:r>
        <w:t xml:space="preserve">. </w:t>
      </w:r>
      <w:proofErr w:type="spellStart"/>
      <w:r w:rsidR="008C5C61" w:rsidRPr="004C3E92">
        <w:t>Elinor</w:t>
      </w:r>
      <w:proofErr w:type="spellEnd"/>
      <w:r w:rsidR="008C5C61" w:rsidRPr="004C3E92">
        <w:t xml:space="preserve"> va bien</w:t>
      </w:r>
      <w:r>
        <w:t xml:space="preserve">, </w:t>
      </w:r>
      <w:r w:rsidR="008C5C61" w:rsidRPr="004C3E92">
        <w:t>vous le voyez</w:t>
      </w:r>
      <w:r>
        <w:t xml:space="preserve">. </w:t>
      </w:r>
      <w:r w:rsidR="008C5C61" w:rsidRPr="004C3E92">
        <w:t>Cela doit suffire pour nous deux</w:t>
      </w:r>
      <w:r>
        <w:t>.</w:t>
      </w:r>
    </w:p>
    <w:p w14:paraId="50D03ADC" w14:textId="77777777" w:rsidR="004A4993" w:rsidRDefault="008C5C61" w:rsidP="004A4993">
      <w:r w:rsidRPr="004C3E92">
        <w:lastRenderedPageBreak/>
        <w:t>Cette remarque n</w:t>
      </w:r>
      <w:r w:rsidR="004A4993">
        <w:t>’</w:t>
      </w:r>
      <w:r w:rsidRPr="004C3E92">
        <w:t xml:space="preserve">était pas de nature à mettre Edward ni </w:t>
      </w:r>
      <w:proofErr w:type="spellStart"/>
      <w:r w:rsidRPr="004C3E92">
        <w:t>Elinor</w:t>
      </w:r>
      <w:proofErr w:type="spellEnd"/>
      <w:r w:rsidRPr="004C3E92">
        <w:t xml:space="preserve"> mieux à l</w:t>
      </w:r>
      <w:r w:rsidR="004A4993">
        <w:t>’</w:t>
      </w:r>
      <w:r w:rsidRPr="004C3E92">
        <w:t>aise</w:t>
      </w:r>
      <w:r w:rsidR="004A4993">
        <w:t xml:space="preserve">, </w:t>
      </w:r>
      <w:r w:rsidRPr="004C3E92">
        <w:t>ni à se concilier les bonnes grâces de Lucy</w:t>
      </w:r>
      <w:r w:rsidR="004A4993">
        <w:t xml:space="preserve">, </w:t>
      </w:r>
      <w:r w:rsidRPr="004C3E92">
        <w:t>qui leva les yeux sur Marianne avec une expression sans grande bienveillance</w:t>
      </w:r>
      <w:r w:rsidR="004A4993">
        <w:t>.</w:t>
      </w:r>
    </w:p>
    <w:p w14:paraId="3AB1B232" w14:textId="77777777" w:rsidR="004A4993" w:rsidRDefault="004A4993" w:rsidP="004A4993">
      <w:r>
        <w:t>— </w:t>
      </w:r>
      <w:r w:rsidR="008C5C61" w:rsidRPr="004C3E92">
        <w:t>Londres vous plaît-il</w:t>
      </w:r>
      <w:r>
        <w:t xml:space="preserve"> ? </w:t>
      </w:r>
      <w:r w:rsidR="008C5C61" w:rsidRPr="004C3E92">
        <w:t>dit Edward</w:t>
      </w:r>
      <w:r>
        <w:t xml:space="preserve">, </w:t>
      </w:r>
      <w:r w:rsidR="008C5C61" w:rsidRPr="004C3E92">
        <w:t>désireux de dire n</w:t>
      </w:r>
      <w:r>
        <w:t>’</w:t>
      </w:r>
      <w:r w:rsidR="008C5C61" w:rsidRPr="004C3E92">
        <w:t>importe quoi qui pût amener un autre sujet de conversation</w:t>
      </w:r>
      <w:r>
        <w:t>.</w:t>
      </w:r>
    </w:p>
    <w:p w14:paraId="098C9C41" w14:textId="77777777" w:rsidR="004A4993" w:rsidRDefault="004A4993" w:rsidP="004A4993">
      <w:r>
        <w:t>— </w:t>
      </w:r>
      <w:r w:rsidR="008C5C61" w:rsidRPr="004C3E92">
        <w:t>Pas du tout</w:t>
      </w:r>
      <w:r>
        <w:t xml:space="preserve">. </w:t>
      </w:r>
      <w:r w:rsidR="008C5C61" w:rsidRPr="004C3E92">
        <w:t>J</w:t>
      </w:r>
      <w:r>
        <w:t>’</w:t>
      </w:r>
      <w:r w:rsidR="008C5C61" w:rsidRPr="004C3E92">
        <w:t>espérais y trouver beaucoup de plaisir</w:t>
      </w:r>
      <w:r>
        <w:t xml:space="preserve">, </w:t>
      </w:r>
      <w:r w:rsidR="008C5C61" w:rsidRPr="004C3E92">
        <w:t>mais n</w:t>
      </w:r>
      <w:r>
        <w:t>’</w:t>
      </w:r>
      <w:r w:rsidR="008C5C61" w:rsidRPr="004C3E92">
        <w:t>en ai trouvé aucun</w:t>
      </w:r>
      <w:r>
        <w:t xml:space="preserve">. </w:t>
      </w:r>
      <w:r w:rsidR="008C5C61" w:rsidRPr="004C3E92">
        <w:t>Le fait de vous revoir</w:t>
      </w:r>
      <w:r>
        <w:t xml:space="preserve">, </w:t>
      </w:r>
      <w:r w:rsidR="008C5C61" w:rsidRPr="004C3E92">
        <w:t>Edward</w:t>
      </w:r>
      <w:r>
        <w:t xml:space="preserve">, </w:t>
      </w:r>
      <w:r w:rsidR="008C5C61" w:rsidRPr="004C3E92">
        <w:t>est le seul réconfort qu</w:t>
      </w:r>
      <w:r>
        <w:t>’</w:t>
      </w:r>
      <w:r w:rsidR="008C5C61" w:rsidRPr="004C3E92">
        <w:t>il m</w:t>
      </w:r>
      <w:r>
        <w:t>’</w:t>
      </w:r>
      <w:r w:rsidR="008C5C61" w:rsidRPr="004C3E92">
        <w:t>ait accordé</w:t>
      </w:r>
      <w:r>
        <w:t xml:space="preserve"> ; </w:t>
      </w:r>
      <w:r w:rsidR="008C5C61" w:rsidRPr="004C3E92">
        <w:t>et</w:t>
      </w:r>
      <w:r>
        <w:t xml:space="preserve">, </w:t>
      </w:r>
      <w:r w:rsidR="008C5C61" w:rsidRPr="004C3E92">
        <w:t>le ciel en soit loué</w:t>
      </w:r>
      <w:r>
        <w:t xml:space="preserve"> ! </w:t>
      </w:r>
      <w:r w:rsidR="008C5C61" w:rsidRPr="004C3E92">
        <w:t>vous êtes tel que vous l</w:t>
      </w:r>
      <w:r>
        <w:t>’</w:t>
      </w:r>
      <w:r w:rsidR="008C5C61" w:rsidRPr="004C3E92">
        <w:t>avez toujours été</w:t>
      </w:r>
      <w:r>
        <w:t>.</w:t>
      </w:r>
    </w:p>
    <w:p w14:paraId="7C4A4D99" w14:textId="77777777" w:rsidR="004A4993" w:rsidRDefault="008C5C61" w:rsidP="004A4993">
      <w:r w:rsidRPr="004C3E92">
        <w:t>Elle se tut</w:t>
      </w:r>
      <w:r w:rsidR="004A4993">
        <w:t xml:space="preserve"> ; </w:t>
      </w:r>
      <w:r w:rsidRPr="004C3E92">
        <w:t>personne ne parla</w:t>
      </w:r>
      <w:r w:rsidR="004A4993">
        <w:t>.</w:t>
      </w:r>
    </w:p>
    <w:p w14:paraId="2FEEC645" w14:textId="77777777" w:rsidR="004A4993" w:rsidRDefault="004A4993" w:rsidP="004A4993">
      <w:r>
        <w:t>— </w:t>
      </w:r>
      <w:r w:rsidR="008C5C61" w:rsidRPr="004C3E92">
        <w:t>Je crois</w:t>
      </w:r>
      <w:r>
        <w:t xml:space="preserve">, </w:t>
      </w:r>
      <w:proofErr w:type="spellStart"/>
      <w:r w:rsidR="008C5C61" w:rsidRPr="004C3E92">
        <w:t>Elinor</w:t>
      </w:r>
      <w:proofErr w:type="spellEnd"/>
      <w:r>
        <w:t xml:space="preserve">, </w:t>
      </w:r>
      <w:r w:rsidR="008C5C61" w:rsidRPr="004C3E92">
        <w:t>ajouta-t-elle au bout d</w:t>
      </w:r>
      <w:r>
        <w:t>’</w:t>
      </w:r>
      <w:r w:rsidR="008C5C61" w:rsidRPr="004C3E92">
        <w:t>un moment</w:t>
      </w:r>
      <w:r>
        <w:t xml:space="preserve">, </w:t>
      </w:r>
      <w:r w:rsidR="008C5C61" w:rsidRPr="004C3E92">
        <w:t>qu</w:t>
      </w:r>
      <w:r>
        <w:t>’</w:t>
      </w:r>
      <w:r w:rsidR="008C5C61" w:rsidRPr="004C3E92">
        <w:t>il faudra que nous utilisions Edward pour s</w:t>
      </w:r>
      <w:r>
        <w:t>’</w:t>
      </w:r>
      <w:r w:rsidR="008C5C61" w:rsidRPr="004C3E92">
        <w:t>occuper de nous lors de notre retour à Barton</w:t>
      </w:r>
      <w:r>
        <w:t xml:space="preserve">. </w:t>
      </w:r>
      <w:r w:rsidR="008C5C61" w:rsidRPr="004C3E92">
        <w:t>Dans une semaine ou deux</w:t>
      </w:r>
      <w:r>
        <w:t xml:space="preserve">, </w:t>
      </w:r>
      <w:r w:rsidR="008C5C61" w:rsidRPr="004C3E92">
        <w:t>je le su</w:t>
      </w:r>
      <w:r w:rsidR="008C5C61" w:rsidRPr="004C3E92">
        <w:t>p</w:t>
      </w:r>
      <w:r w:rsidR="008C5C61" w:rsidRPr="004C3E92">
        <w:t>pose</w:t>
      </w:r>
      <w:r>
        <w:t xml:space="preserve">, </w:t>
      </w:r>
      <w:r w:rsidR="008C5C61" w:rsidRPr="004C3E92">
        <w:t>nous serons sur notre départ</w:t>
      </w:r>
      <w:r>
        <w:t xml:space="preserve"> ; </w:t>
      </w:r>
      <w:r w:rsidR="008C5C61" w:rsidRPr="004C3E92">
        <w:t>et j</w:t>
      </w:r>
      <w:r>
        <w:t>’</w:t>
      </w:r>
      <w:r w:rsidR="008C5C61" w:rsidRPr="004C3E92">
        <w:t>espère bien qu</w:t>
      </w:r>
      <w:r>
        <w:t>’</w:t>
      </w:r>
      <w:r w:rsidR="008C5C61" w:rsidRPr="004C3E92">
        <w:t>Edward n</w:t>
      </w:r>
      <w:r>
        <w:t>’</w:t>
      </w:r>
      <w:r w:rsidR="008C5C61" w:rsidRPr="004C3E92">
        <w:t>aura pas trop d</w:t>
      </w:r>
      <w:r>
        <w:t>’</w:t>
      </w:r>
      <w:r w:rsidR="008C5C61" w:rsidRPr="004C3E92">
        <w:t>aversion à accepter cette corvée</w:t>
      </w:r>
      <w:r>
        <w:t>.</w:t>
      </w:r>
    </w:p>
    <w:p w14:paraId="04F103A9" w14:textId="77777777" w:rsidR="004A4993" w:rsidRDefault="008C5C61" w:rsidP="004A4993">
      <w:r w:rsidRPr="004C3E92">
        <w:t>Le pauvre Edward marmotta quelque chose</w:t>
      </w:r>
      <w:r w:rsidR="004A4993">
        <w:t xml:space="preserve"> ; </w:t>
      </w:r>
      <w:r w:rsidRPr="004C3E92">
        <w:t>mais quoi</w:t>
      </w:r>
      <w:r w:rsidR="004A4993">
        <w:t xml:space="preserve">, – </w:t>
      </w:r>
      <w:r w:rsidRPr="004C3E92">
        <w:t>personne ne le sut</w:t>
      </w:r>
      <w:r w:rsidR="004A4993">
        <w:t xml:space="preserve">, </w:t>
      </w:r>
      <w:r w:rsidRPr="004C3E92">
        <w:t>pas même lui</w:t>
      </w:r>
      <w:r w:rsidR="004A4993">
        <w:t xml:space="preserve">. </w:t>
      </w:r>
      <w:r w:rsidRPr="004C3E92">
        <w:t>Mais Marianne</w:t>
      </w:r>
      <w:r w:rsidR="004A4993">
        <w:t xml:space="preserve">, </w:t>
      </w:r>
      <w:r w:rsidRPr="004C3E92">
        <w:t>qui vit son agitation</w:t>
      </w:r>
      <w:r w:rsidR="004A4993">
        <w:t xml:space="preserve">, </w:t>
      </w:r>
      <w:r w:rsidRPr="004C3E92">
        <w:t>et à qui il était facile de l</w:t>
      </w:r>
      <w:r w:rsidR="004A4993">
        <w:t>’</w:t>
      </w:r>
      <w:r w:rsidRPr="004C3E92">
        <w:t>attribuer à une cause que</w:t>
      </w:r>
      <w:r w:rsidRPr="004C3E92">
        <w:t>l</w:t>
      </w:r>
      <w:r w:rsidRPr="004C3E92">
        <w:t>conque</w:t>
      </w:r>
      <w:r w:rsidR="004A4993">
        <w:t xml:space="preserve">, </w:t>
      </w:r>
      <w:r w:rsidRPr="004C3E92">
        <w:t>à son choix</w:t>
      </w:r>
      <w:r w:rsidR="004A4993">
        <w:t xml:space="preserve">, </w:t>
      </w:r>
      <w:r w:rsidRPr="004C3E92">
        <w:t>fut parfaitement satisfaite</w:t>
      </w:r>
      <w:r w:rsidR="004A4993">
        <w:t xml:space="preserve">, </w:t>
      </w:r>
      <w:r w:rsidRPr="004C3E92">
        <w:t>et parla bientôt d</w:t>
      </w:r>
      <w:r w:rsidR="004A4993">
        <w:t>’</w:t>
      </w:r>
      <w:r w:rsidRPr="004C3E92">
        <w:t>autre chose</w:t>
      </w:r>
      <w:r w:rsidR="004A4993">
        <w:t>.</w:t>
      </w:r>
    </w:p>
    <w:p w14:paraId="2A26C7C1" w14:textId="77777777" w:rsidR="004A4993" w:rsidRDefault="004A4993" w:rsidP="004A4993">
      <w:r>
        <w:t>— </w:t>
      </w:r>
      <w:r w:rsidR="008C5C61" w:rsidRPr="004C3E92">
        <w:t>Quelle journée nous avons passée hier</w:t>
      </w:r>
      <w:r>
        <w:t xml:space="preserve">, </w:t>
      </w:r>
      <w:r w:rsidR="008C5C61" w:rsidRPr="004C3E92">
        <w:t>Edward</w:t>
      </w:r>
      <w:r>
        <w:t xml:space="preserve">, </w:t>
      </w:r>
      <w:r w:rsidR="008C5C61" w:rsidRPr="004C3E92">
        <w:t>dans Harley Street</w:t>
      </w:r>
      <w:r>
        <w:t xml:space="preserve"> ! </w:t>
      </w:r>
      <w:r w:rsidR="008C5C61" w:rsidRPr="004C3E92">
        <w:t>Qu</w:t>
      </w:r>
      <w:r>
        <w:t>’</w:t>
      </w:r>
      <w:r w:rsidR="008C5C61" w:rsidRPr="004C3E92">
        <w:t>elle a été morne</w:t>
      </w:r>
      <w:r>
        <w:t xml:space="preserve">, </w:t>
      </w:r>
      <w:r w:rsidR="008C5C61" w:rsidRPr="004C3E92">
        <w:t>misérablement morne</w:t>
      </w:r>
      <w:r>
        <w:t xml:space="preserve"> ! </w:t>
      </w:r>
      <w:r w:rsidR="008C5C61" w:rsidRPr="004C3E92">
        <w:t>Mais j</w:t>
      </w:r>
      <w:r>
        <w:t>’</w:t>
      </w:r>
      <w:r w:rsidR="008C5C61" w:rsidRPr="004C3E92">
        <w:t>ai beaucoup de choses à vous dire là-dessus</w:t>
      </w:r>
      <w:r>
        <w:t xml:space="preserve">, </w:t>
      </w:r>
      <w:r w:rsidR="008C5C61" w:rsidRPr="004C3E92">
        <w:t>qui ne pe</w:t>
      </w:r>
      <w:r w:rsidR="008C5C61" w:rsidRPr="004C3E92">
        <w:t>u</w:t>
      </w:r>
      <w:r w:rsidR="008C5C61" w:rsidRPr="004C3E92">
        <w:t>vent se dire maintenant</w:t>
      </w:r>
      <w:r>
        <w:t>.</w:t>
      </w:r>
    </w:p>
    <w:p w14:paraId="5D4A05B6" w14:textId="77777777" w:rsidR="004A4993" w:rsidRDefault="008C5C61" w:rsidP="004A4993">
      <w:r w:rsidRPr="004C3E92">
        <w:t>Et c</w:t>
      </w:r>
      <w:r w:rsidR="004A4993">
        <w:t>’</w:t>
      </w:r>
      <w:r w:rsidRPr="004C3E92">
        <w:t>est avec cette admirable discrétion qu</w:t>
      </w:r>
      <w:r w:rsidR="004A4993">
        <w:t>’</w:t>
      </w:r>
      <w:r w:rsidRPr="004C3E92">
        <w:t>elle différa</w:t>
      </w:r>
      <w:r w:rsidR="004A4993">
        <w:t xml:space="preserve">, </w:t>
      </w:r>
      <w:r w:rsidRPr="004C3E92">
        <w:t>ju</w:t>
      </w:r>
      <w:r w:rsidRPr="004C3E92">
        <w:t>s</w:t>
      </w:r>
      <w:r w:rsidRPr="004C3E92">
        <w:t>qu</w:t>
      </w:r>
      <w:r w:rsidR="004A4993">
        <w:t>’</w:t>
      </w:r>
      <w:r w:rsidRPr="004C3E92">
        <w:t>à ce qu</w:t>
      </w:r>
      <w:r w:rsidR="004A4993">
        <w:t>’</w:t>
      </w:r>
      <w:r w:rsidRPr="004C3E92">
        <w:t>ils se trouvassent en plus petit comité</w:t>
      </w:r>
      <w:r w:rsidR="004A4993">
        <w:t xml:space="preserve">, </w:t>
      </w:r>
      <w:r w:rsidRPr="004C3E92">
        <w:t>ses assurances d</w:t>
      </w:r>
      <w:r w:rsidR="004A4993">
        <w:t>’</w:t>
      </w:r>
      <w:r w:rsidRPr="004C3E92">
        <w:t xml:space="preserve">avoir trouvé leurs familles mutuelles plus </w:t>
      </w:r>
      <w:r w:rsidRPr="004C3E92">
        <w:lastRenderedPageBreak/>
        <w:t>désagréables que jamais</w:t>
      </w:r>
      <w:r w:rsidR="004A4993">
        <w:t xml:space="preserve">, </w:t>
      </w:r>
      <w:r w:rsidRPr="004C3E92">
        <w:t>et d</w:t>
      </w:r>
      <w:r w:rsidR="004A4993">
        <w:t>’</w:t>
      </w:r>
      <w:r w:rsidRPr="004C3E92">
        <w:t>éprouver un dégoût tout particulier à l</w:t>
      </w:r>
      <w:r w:rsidR="004A4993">
        <w:t>’</w:t>
      </w:r>
      <w:r w:rsidRPr="004C3E92">
        <w:t>égard de la mère d</w:t>
      </w:r>
      <w:r w:rsidR="004A4993">
        <w:t>’</w:t>
      </w:r>
      <w:r w:rsidRPr="004C3E92">
        <w:t>Edward</w:t>
      </w:r>
      <w:r w:rsidR="004A4993">
        <w:t>.</w:t>
      </w:r>
    </w:p>
    <w:p w14:paraId="0DC331F4" w14:textId="77777777" w:rsidR="004A4993" w:rsidRDefault="004A4993" w:rsidP="004A4993">
      <w:r>
        <w:t>— </w:t>
      </w:r>
      <w:r w:rsidR="008C5C61" w:rsidRPr="004C3E92">
        <w:t>Mais pourquoi n</w:t>
      </w:r>
      <w:r>
        <w:t>’</w:t>
      </w:r>
      <w:r w:rsidR="008C5C61" w:rsidRPr="004C3E92">
        <w:t>y étiez-vous pas</w:t>
      </w:r>
      <w:r>
        <w:t xml:space="preserve">, </w:t>
      </w:r>
      <w:r w:rsidR="008C5C61" w:rsidRPr="004C3E92">
        <w:t>Edward</w:t>
      </w:r>
      <w:r>
        <w:t xml:space="preserve"> ? </w:t>
      </w:r>
      <w:r w:rsidR="008C5C61" w:rsidRPr="004C3E92">
        <w:t>Pourquoi n</w:t>
      </w:r>
      <w:r>
        <w:t>’</w:t>
      </w:r>
      <w:r w:rsidR="008C5C61" w:rsidRPr="004C3E92">
        <w:t>êtes-vous pas venu</w:t>
      </w:r>
      <w:r>
        <w:t> ?</w:t>
      </w:r>
    </w:p>
    <w:p w14:paraId="46D362AC" w14:textId="77777777" w:rsidR="004A4993" w:rsidRDefault="004A4993" w:rsidP="004A4993">
      <w:r>
        <w:t>— </w:t>
      </w:r>
      <w:r w:rsidR="008C5C61" w:rsidRPr="004C3E92">
        <w:t>J</w:t>
      </w:r>
      <w:r>
        <w:t>’</w:t>
      </w:r>
      <w:r w:rsidR="008C5C61" w:rsidRPr="004C3E92">
        <w:t>étais pris par ailleurs</w:t>
      </w:r>
      <w:r>
        <w:t>.</w:t>
      </w:r>
    </w:p>
    <w:p w14:paraId="7B282B5C" w14:textId="77777777" w:rsidR="004A4993" w:rsidRDefault="004A4993" w:rsidP="004A4993">
      <w:r>
        <w:t>— </w:t>
      </w:r>
      <w:r w:rsidR="008C5C61" w:rsidRPr="004C3E92">
        <w:t>Pris</w:t>
      </w:r>
      <w:r>
        <w:t xml:space="preserve"> ! </w:t>
      </w:r>
      <w:r w:rsidR="008C5C61" w:rsidRPr="004C3E92">
        <w:t>Mais qu</w:t>
      </w:r>
      <w:r>
        <w:t>’</w:t>
      </w:r>
      <w:r w:rsidR="008C5C61" w:rsidRPr="004C3E92">
        <w:t>était-ce donc que cela</w:t>
      </w:r>
      <w:r>
        <w:t xml:space="preserve">, </w:t>
      </w:r>
      <w:r w:rsidR="008C5C61" w:rsidRPr="004C3E92">
        <w:t>quand il y avait de telles amies à voir</w:t>
      </w:r>
      <w:r>
        <w:t> ?</w:t>
      </w:r>
    </w:p>
    <w:p w14:paraId="5A583264" w14:textId="77777777" w:rsidR="004A4993" w:rsidRDefault="004A4993" w:rsidP="004A4993">
      <w:r>
        <w:t>— </w:t>
      </w:r>
      <w:r w:rsidR="008C5C61" w:rsidRPr="004C3E92">
        <w:t>Peut-être</w:t>
      </w:r>
      <w:r>
        <w:t xml:space="preserve">, </w:t>
      </w:r>
      <w:r w:rsidR="008C5C61" w:rsidRPr="004C3E92">
        <w:t>miss Marianne</w:t>
      </w:r>
      <w:r>
        <w:t xml:space="preserve">, </w:t>
      </w:r>
      <w:r w:rsidR="008C5C61" w:rsidRPr="004C3E92">
        <w:t>s</w:t>
      </w:r>
      <w:r>
        <w:t>’</w:t>
      </w:r>
      <w:r w:rsidR="008C5C61" w:rsidRPr="004C3E92">
        <w:t>écria Lucy</w:t>
      </w:r>
      <w:r>
        <w:t xml:space="preserve">, </w:t>
      </w:r>
      <w:r w:rsidR="008C5C61" w:rsidRPr="004C3E92">
        <w:t>pleine d</w:t>
      </w:r>
      <w:r>
        <w:t>’</w:t>
      </w:r>
      <w:r w:rsidR="008C5C61" w:rsidRPr="004C3E92">
        <w:t>ardeur à prendre sa revanche sur elle</w:t>
      </w:r>
      <w:r>
        <w:t xml:space="preserve">, </w:t>
      </w:r>
      <w:r w:rsidR="008C5C61" w:rsidRPr="004C3E92">
        <w:t>croyez-vous que les jeunes gens ne tiennent aucun compte de leurs engagements</w:t>
      </w:r>
      <w:r>
        <w:t xml:space="preserve">, </w:t>
      </w:r>
      <w:r w:rsidR="008C5C61" w:rsidRPr="004C3E92">
        <w:t>s</w:t>
      </w:r>
      <w:r>
        <w:t>’</w:t>
      </w:r>
      <w:r w:rsidR="008C5C61" w:rsidRPr="004C3E92">
        <w:t>ils n</w:t>
      </w:r>
      <w:r>
        <w:t>’</w:t>
      </w:r>
      <w:r w:rsidR="008C5C61" w:rsidRPr="004C3E92">
        <w:t>ont pas l</w:t>
      </w:r>
      <w:r>
        <w:t>’</w:t>
      </w:r>
      <w:r w:rsidR="008C5C61" w:rsidRPr="004C3E92">
        <w:t>intention de les respecter</w:t>
      </w:r>
      <w:r>
        <w:t xml:space="preserve">, – </w:t>
      </w:r>
      <w:r w:rsidR="008C5C61" w:rsidRPr="004C3E92">
        <w:t>qu</w:t>
      </w:r>
      <w:r>
        <w:t>’</w:t>
      </w:r>
      <w:r w:rsidR="008C5C61" w:rsidRPr="004C3E92">
        <w:t>ils soient insignifiants ou i</w:t>
      </w:r>
      <w:r w:rsidR="008C5C61" w:rsidRPr="004C3E92">
        <w:t>m</w:t>
      </w:r>
      <w:r w:rsidR="008C5C61" w:rsidRPr="004C3E92">
        <w:t>portants</w:t>
      </w:r>
      <w:r>
        <w:t>.</w:t>
      </w:r>
    </w:p>
    <w:p w14:paraId="731CC0C3" w14:textId="77777777" w:rsidR="004A4993" w:rsidRDefault="008C5C61" w:rsidP="004A4993">
      <w:proofErr w:type="spellStart"/>
      <w:r w:rsidRPr="004C3E92">
        <w:t>Elinor</w:t>
      </w:r>
      <w:proofErr w:type="spellEnd"/>
      <w:r w:rsidRPr="004C3E92">
        <w:t xml:space="preserve"> fut fort courroucée</w:t>
      </w:r>
      <w:r w:rsidR="004A4993">
        <w:t xml:space="preserve">, </w:t>
      </w:r>
      <w:r w:rsidRPr="004C3E92">
        <w:t>mais Marianne parut absol</w:t>
      </w:r>
      <w:r w:rsidRPr="004C3E92">
        <w:t>u</w:t>
      </w:r>
      <w:r w:rsidRPr="004C3E92">
        <w:t>ment insensible à ce coup d</w:t>
      </w:r>
      <w:r w:rsidR="004A4993">
        <w:t>’</w:t>
      </w:r>
      <w:r w:rsidRPr="004C3E92">
        <w:t>épingle</w:t>
      </w:r>
      <w:r w:rsidR="004A4993">
        <w:t xml:space="preserve"> ; </w:t>
      </w:r>
      <w:r w:rsidRPr="004C3E92">
        <w:t>car elle répondit avec ca</w:t>
      </w:r>
      <w:r w:rsidRPr="004C3E92">
        <w:t>l</w:t>
      </w:r>
      <w:r w:rsidRPr="004C3E92">
        <w:t>me</w:t>
      </w:r>
      <w:r w:rsidR="004A4993">
        <w:t> :</w:t>
      </w:r>
    </w:p>
    <w:p w14:paraId="15317A95" w14:textId="77777777" w:rsidR="004A4993" w:rsidRDefault="004A4993" w:rsidP="004A4993">
      <w:r>
        <w:t>— </w:t>
      </w:r>
      <w:r w:rsidR="008C5C61" w:rsidRPr="004C3E92">
        <w:t>Mais non</w:t>
      </w:r>
      <w:r>
        <w:t xml:space="preserve">, </w:t>
      </w:r>
      <w:r w:rsidR="008C5C61" w:rsidRPr="004C3E92">
        <w:t>pas du tout</w:t>
      </w:r>
      <w:r>
        <w:t xml:space="preserve"> ; </w:t>
      </w:r>
      <w:r w:rsidR="008C5C61" w:rsidRPr="004C3E92">
        <w:t>car</w:t>
      </w:r>
      <w:r>
        <w:t xml:space="preserve">, </w:t>
      </w:r>
      <w:r w:rsidR="008C5C61" w:rsidRPr="004C3E92">
        <w:t>à parler sérieusement</w:t>
      </w:r>
      <w:r>
        <w:t xml:space="preserve">, </w:t>
      </w:r>
      <w:r w:rsidR="008C5C61" w:rsidRPr="004C3E92">
        <w:t>je suis bien sûre que c</w:t>
      </w:r>
      <w:r>
        <w:t>’</w:t>
      </w:r>
      <w:r w:rsidR="008C5C61" w:rsidRPr="004C3E92">
        <w:t>est la conscience seule qui a tenu Edward élo</w:t>
      </w:r>
      <w:r w:rsidR="008C5C61" w:rsidRPr="004C3E92">
        <w:t>i</w:t>
      </w:r>
      <w:r w:rsidR="008C5C61" w:rsidRPr="004C3E92">
        <w:t>gné de Harley Street</w:t>
      </w:r>
      <w:r>
        <w:t xml:space="preserve">. </w:t>
      </w:r>
      <w:r w:rsidR="008C5C61" w:rsidRPr="004C3E92">
        <w:t>Et je crois vraiment qu</w:t>
      </w:r>
      <w:r>
        <w:t>’</w:t>
      </w:r>
      <w:r w:rsidR="008C5C61" w:rsidRPr="004C3E92">
        <w:t>il a la conscience la plus délicate qui soit au monde</w:t>
      </w:r>
      <w:r>
        <w:t xml:space="preserve">, – </w:t>
      </w:r>
      <w:r w:rsidR="008C5C61" w:rsidRPr="004C3E92">
        <w:t>la plus scrupuleuse à tenir tout engagement</w:t>
      </w:r>
      <w:r>
        <w:t xml:space="preserve">, </w:t>
      </w:r>
      <w:r w:rsidR="008C5C61" w:rsidRPr="004C3E92">
        <w:t>quelque infime qu</w:t>
      </w:r>
      <w:r>
        <w:t>’</w:t>
      </w:r>
      <w:r w:rsidR="008C5C61" w:rsidRPr="004C3E92">
        <w:t>il soit</w:t>
      </w:r>
      <w:r>
        <w:t xml:space="preserve">, </w:t>
      </w:r>
      <w:r w:rsidR="008C5C61" w:rsidRPr="004C3E92">
        <w:t>et quelque opposé qu</w:t>
      </w:r>
      <w:r>
        <w:t>’</w:t>
      </w:r>
      <w:r w:rsidR="008C5C61" w:rsidRPr="004C3E92">
        <w:t>il puisse être à son intérêt ou à son plaisir</w:t>
      </w:r>
      <w:r>
        <w:t xml:space="preserve">. </w:t>
      </w:r>
      <w:r w:rsidR="008C5C61" w:rsidRPr="004C3E92">
        <w:t>Il est</w:t>
      </w:r>
      <w:r>
        <w:t xml:space="preserve">, </w:t>
      </w:r>
      <w:r w:rsidR="008C5C61" w:rsidRPr="004C3E92">
        <w:t>de tous ceux que j</w:t>
      </w:r>
      <w:r>
        <w:t>’</w:t>
      </w:r>
      <w:r w:rsidR="008C5C61" w:rsidRPr="004C3E92">
        <w:t>aie jamais vus</w:t>
      </w:r>
      <w:r>
        <w:t xml:space="preserve">, </w:t>
      </w:r>
      <w:r w:rsidR="008C5C61" w:rsidRPr="004C3E92">
        <w:t>le plus craintif quand il s</w:t>
      </w:r>
      <w:r>
        <w:t>’</w:t>
      </w:r>
      <w:r w:rsidR="008C5C61" w:rsidRPr="004C3E92">
        <w:t>agit de faire de la peine</w:t>
      </w:r>
      <w:r>
        <w:t xml:space="preserve">, </w:t>
      </w:r>
      <w:r w:rsidR="008C5C61" w:rsidRPr="004C3E92">
        <w:t>de blesser une attente</w:t>
      </w:r>
      <w:r>
        <w:t xml:space="preserve">, </w:t>
      </w:r>
      <w:r w:rsidR="008C5C61" w:rsidRPr="004C3E92">
        <w:t>et le plus incapable d</w:t>
      </w:r>
      <w:r>
        <w:t>’</w:t>
      </w:r>
      <w:r w:rsidR="008C5C61" w:rsidRPr="004C3E92">
        <w:t>égoïsme</w:t>
      </w:r>
      <w:r>
        <w:t xml:space="preserve">. </w:t>
      </w:r>
      <w:r w:rsidR="008C5C61" w:rsidRPr="004C3E92">
        <w:t>Edward</w:t>
      </w:r>
      <w:r>
        <w:t xml:space="preserve">, </w:t>
      </w:r>
      <w:r w:rsidR="008C5C61" w:rsidRPr="004C3E92">
        <w:t>c</w:t>
      </w:r>
      <w:r>
        <w:t>’</w:t>
      </w:r>
      <w:r w:rsidR="008C5C61" w:rsidRPr="004C3E92">
        <w:t>est la vérité</w:t>
      </w:r>
      <w:r>
        <w:t xml:space="preserve">, </w:t>
      </w:r>
      <w:r w:rsidR="008C5C61" w:rsidRPr="004C3E92">
        <w:t>et je tiens à le dire</w:t>
      </w:r>
      <w:r>
        <w:t xml:space="preserve">. </w:t>
      </w:r>
      <w:r w:rsidR="008C5C61" w:rsidRPr="004C3E92">
        <w:t>Comment</w:t>
      </w:r>
      <w:r>
        <w:t xml:space="preserve"> ! </w:t>
      </w:r>
      <w:r w:rsidR="008C5C61" w:rsidRPr="004C3E92">
        <w:t>Ne devez-vous donc jamais entendre un éloge de vous-même</w:t>
      </w:r>
      <w:r>
        <w:t xml:space="preserve"> ? </w:t>
      </w:r>
      <w:r w:rsidR="008C5C61" w:rsidRPr="004C3E92">
        <w:t>Alors</w:t>
      </w:r>
      <w:r>
        <w:t xml:space="preserve">, </w:t>
      </w:r>
      <w:r w:rsidR="008C5C61" w:rsidRPr="004C3E92">
        <w:t>il faut que vous ne soyez pas de mes amis</w:t>
      </w:r>
      <w:r>
        <w:t xml:space="preserve"> : </w:t>
      </w:r>
      <w:r w:rsidR="008C5C61" w:rsidRPr="004C3E92">
        <w:t>car ceux qui veulent jouir de mon affection et de mon estime doivent se soumettre à mes franches louanges</w:t>
      </w:r>
      <w:r>
        <w:t>.</w:t>
      </w:r>
    </w:p>
    <w:p w14:paraId="5B8778D5" w14:textId="77777777" w:rsidR="004A4993" w:rsidRDefault="008C5C61" w:rsidP="004A4993">
      <w:r w:rsidRPr="004C3E92">
        <w:lastRenderedPageBreak/>
        <w:t>La nature de ses louanges</w:t>
      </w:r>
      <w:r w:rsidR="004A4993">
        <w:t xml:space="preserve">, </w:t>
      </w:r>
      <w:r w:rsidRPr="004C3E92">
        <w:t>dans le cas présent</w:t>
      </w:r>
      <w:r w:rsidR="004A4993">
        <w:t xml:space="preserve">, </w:t>
      </w:r>
      <w:r w:rsidRPr="004C3E92">
        <w:t>se trouvait toutefois particulièrement peu adaptée aux sentiments des deux tiers de l</w:t>
      </w:r>
      <w:r w:rsidR="004A4993">
        <w:t>’</w:t>
      </w:r>
      <w:r w:rsidRPr="004C3E92">
        <w:t>auditoire de Marianne</w:t>
      </w:r>
      <w:r w:rsidR="004A4993">
        <w:t xml:space="preserve">, </w:t>
      </w:r>
      <w:r w:rsidRPr="004C3E92">
        <w:t>et si peu réjouissante pour E</w:t>
      </w:r>
      <w:r w:rsidRPr="004C3E92">
        <w:t>d</w:t>
      </w:r>
      <w:r w:rsidRPr="004C3E92">
        <w:t>ward</w:t>
      </w:r>
      <w:r w:rsidR="004A4993">
        <w:t xml:space="preserve">, </w:t>
      </w:r>
      <w:r w:rsidRPr="004C3E92">
        <w:t>qu</w:t>
      </w:r>
      <w:r w:rsidR="004A4993">
        <w:t>’</w:t>
      </w:r>
      <w:r w:rsidRPr="004C3E92">
        <w:t>il ne tarda pas à se lever pour prendre congé</w:t>
      </w:r>
      <w:r w:rsidR="004A4993">
        <w:t>.</w:t>
      </w:r>
    </w:p>
    <w:p w14:paraId="09D0D068" w14:textId="77777777" w:rsidR="004A4993" w:rsidRDefault="004A4993" w:rsidP="004A4993">
      <w:r>
        <w:t>— </w:t>
      </w:r>
      <w:r w:rsidR="008C5C61" w:rsidRPr="004C3E92">
        <w:t>Vous partez</w:t>
      </w:r>
      <w:r>
        <w:t xml:space="preserve">, – </w:t>
      </w:r>
      <w:r w:rsidR="008C5C61" w:rsidRPr="004C3E92">
        <w:t>si vite</w:t>
      </w:r>
      <w:r>
        <w:t xml:space="preserve"> ! </w:t>
      </w:r>
      <w:r w:rsidR="008C5C61" w:rsidRPr="004C3E92">
        <w:t>dit Marianne</w:t>
      </w:r>
      <w:r>
        <w:t xml:space="preserve"> ; </w:t>
      </w:r>
      <w:r w:rsidR="008C5C61" w:rsidRPr="004C3E92">
        <w:t>mon cher Edward</w:t>
      </w:r>
      <w:r>
        <w:t xml:space="preserve">, </w:t>
      </w:r>
      <w:r w:rsidR="008C5C61" w:rsidRPr="004C3E92">
        <w:t>cela ne se peut pas</w:t>
      </w:r>
      <w:r>
        <w:t> !</w:t>
      </w:r>
    </w:p>
    <w:p w14:paraId="34DC147A" w14:textId="77777777" w:rsidR="004A4993" w:rsidRDefault="008C5C61" w:rsidP="004A4993">
      <w:r w:rsidRPr="004C3E92">
        <w:t>Et</w:t>
      </w:r>
      <w:r w:rsidR="004A4993">
        <w:t xml:space="preserve">, </w:t>
      </w:r>
      <w:r w:rsidRPr="004C3E92">
        <w:t>l</w:t>
      </w:r>
      <w:r w:rsidR="004A4993">
        <w:t>’</w:t>
      </w:r>
      <w:r w:rsidRPr="004C3E92">
        <w:t>attirant un peu à l</w:t>
      </w:r>
      <w:r w:rsidR="004A4993">
        <w:t>’</w:t>
      </w:r>
      <w:r w:rsidRPr="004C3E92">
        <w:t>écart</w:t>
      </w:r>
      <w:r w:rsidR="004A4993">
        <w:t xml:space="preserve">, </w:t>
      </w:r>
      <w:r w:rsidRPr="004C3E92">
        <w:t>elle lui murmura à l</w:t>
      </w:r>
      <w:r w:rsidR="004A4993">
        <w:t>’</w:t>
      </w:r>
      <w:r w:rsidRPr="004C3E92">
        <w:t>oreille qu</w:t>
      </w:r>
      <w:r w:rsidR="004A4993">
        <w:t>’</w:t>
      </w:r>
      <w:r w:rsidRPr="004C3E92">
        <w:t>elle était persuadée que Lucy ne pouvait plus rester bien longtemps</w:t>
      </w:r>
      <w:r w:rsidR="004A4993">
        <w:t xml:space="preserve">. </w:t>
      </w:r>
      <w:r w:rsidRPr="004C3E92">
        <w:t>Mais cet encouragement lui-même échoua</w:t>
      </w:r>
      <w:r w:rsidR="004A4993">
        <w:t xml:space="preserve">, </w:t>
      </w:r>
      <w:r w:rsidRPr="004C3E92">
        <w:t>car il i</w:t>
      </w:r>
      <w:r w:rsidRPr="004C3E92">
        <w:t>n</w:t>
      </w:r>
      <w:r w:rsidRPr="004C3E92">
        <w:t>sista pour partir</w:t>
      </w:r>
      <w:r w:rsidR="004A4993">
        <w:t xml:space="preserve"> ; </w:t>
      </w:r>
      <w:r w:rsidRPr="004C3E92">
        <w:t>et Lucy</w:t>
      </w:r>
      <w:r w:rsidR="004A4993">
        <w:t xml:space="preserve">, </w:t>
      </w:r>
      <w:r w:rsidRPr="004C3E92">
        <w:t>qui serait restée plus longtemps que lui</w:t>
      </w:r>
      <w:r w:rsidR="004A4993">
        <w:t xml:space="preserve">, </w:t>
      </w:r>
      <w:r w:rsidRPr="004C3E92">
        <w:t>sa visite eût-elle duré deux heures</w:t>
      </w:r>
      <w:r w:rsidR="004A4993">
        <w:t xml:space="preserve">, </w:t>
      </w:r>
      <w:r w:rsidRPr="004C3E92">
        <w:t>partit peu après</w:t>
      </w:r>
      <w:r w:rsidR="004A4993">
        <w:t>.</w:t>
      </w:r>
    </w:p>
    <w:p w14:paraId="7CDE3A7A" w14:textId="77777777" w:rsidR="004A4993" w:rsidRDefault="004A4993" w:rsidP="004A4993">
      <w:r>
        <w:t>— </w:t>
      </w:r>
      <w:r w:rsidR="008C5C61" w:rsidRPr="004C3E92">
        <w:t>Qu</w:t>
      </w:r>
      <w:r>
        <w:t>’</w:t>
      </w:r>
      <w:r w:rsidR="008C5C61" w:rsidRPr="004C3E92">
        <w:t>est-ce qui peut l</w:t>
      </w:r>
      <w:r>
        <w:t>’</w:t>
      </w:r>
      <w:r w:rsidR="008C5C61" w:rsidRPr="004C3E92">
        <w:t>amener si souvent ici</w:t>
      </w:r>
      <w:r>
        <w:t xml:space="preserve"> ? </w:t>
      </w:r>
      <w:r w:rsidR="008C5C61" w:rsidRPr="004C3E92">
        <w:t>dit Marianne</w:t>
      </w:r>
      <w:r>
        <w:t xml:space="preserve">, </w:t>
      </w:r>
      <w:r w:rsidR="008C5C61" w:rsidRPr="004C3E92">
        <w:t>lorsqu</w:t>
      </w:r>
      <w:r>
        <w:t>’</w:t>
      </w:r>
      <w:r w:rsidR="008C5C61" w:rsidRPr="004C3E92">
        <w:t>elle les quitta</w:t>
      </w:r>
      <w:r>
        <w:t xml:space="preserve">. </w:t>
      </w:r>
      <w:r w:rsidR="008C5C61" w:rsidRPr="004C3E92">
        <w:t>Elle ne voyait donc pas que nous voulions qu</w:t>
      </w:r>
      <w:r>
        <w:t>’</w:t>
      </w:r>
      <w:r w:rsidR="008C5C61" w:rsidRPr="004C3E92">
        <w:t>elle parte</w:t>
      </w:r>
      <w:r>
        <w:t xml:space="preserve"> ? </w:t>
      </w:r>
      <w:r w:rsidR="008C5C61" w:rsidRPr="004C3E92">
        <w:t>Comme c</w:t>
      </w:r>
      <w:r>
        <w:t>’</w:t>
      </w:r>
      <w:r w:rsidR="008C5C61" w:rsidRPr="004C3E92">
        <w:t>était agaçant pour Edward</w:t>
      </w:r>
      <w:r>
        <w:t> !</w:t>
      </w:r>
    </w:p>
    <w:p w14:paraId="793CB24A" w14:textId="77777777" w:rsidR="004A4993" w:rsidRDefault="004A4993" w:rsidP="004A4993">
      <w:r>
        <w:t>— </w:t>
      </w:r>
      <w:r w:rsidR="008C5C61" w:rsidRPr="004C3E92">
        <w:t>Pourquoi donc</w:t>
      </w:r>
      <w:r>
        <w:t xml:space="preserve"> ? </w:t>
      </w:r>
      <w:r w:rsidR="008C5C61" w:rsidRPr="004C3E92">
        <w:t>Nous étions toutes ses amies</w:t>
      </w:r>
      <w:r>
        <w:t xml:space="preserve">, </w:t>
      </w:r>
      <w:r w:rsidR="008C5C61" w:rsidRPr="004C3E92">
        <w:t>et c</w:t>
      </w:r>
      <w:r>
        <w:t>’</w:t>
      </w:r>
      <w:r w:rsidR="008C5C61" w:rsidRPr="004C3E92">
        <w:t>est Lucy qu</w:t>
      </w:r>
      <w:r>
        <w:t>’</w:t>
      </w:r>
      <w:r w:rsidR="008C5C61" w:rsidRPr="004C3E92">
        <w:t>il connaît depuis le plus longtemps</w:t>
      </w:r>
      <w:r>
        <w:t xml:space="preserve">. </w:t>
      </w:r>
      <w:r w:rsidR="008C5C61" w:rsidRPr="004C3E92">
        <w:t>Il n</w:t>
      </w:r>
      <w:r>
        <w:t>’</w:t>
      </w:r>
      <w:r w:rsidR="008C5C61" w:rsidRPr="004C3E92">
        <w:t>est que naturel qu</w:t>
      </w:r>
      <w:r>
        <w:t>’</w:t>
      </w:r>
      <w:r w:rsidR="008C5C61" w:rsidRPr="004C3E92">
        <w:t>il désire la voir aussi bien que nous</w:t>
      </w:r>
      <w:r>
        <w:t>.</w:t>
      </w:r>
    </w:p>
    <w:p w14:paraId="52525180" w14:textId="77777777" w:rsidR="004A4993" w:rsidRDefault="008C5C61" w:rsidP="004A4993">
      <w:r w:rsidRPr="004C3E92">
        <w:t>Marianne la regarda d</w:t>
      </w:r>
      <w:r w:rsidR="004A4993">
        <w:t>’</w:t>
      </w:r>
      <w:r w:rsidRPr="004C3E92">
        <w:t>un air assuré</w:t>
      </w:r>
      <w:r w:rsidR="004A4993">
        <w:t xml:space="preserve">, </w:t>
      </w:r>
      <w:r w:rsidRPr="004C3E92">
        <w:t>et dit</w:t>
      </w:r>
      <w:r w:rsidR="004A4993">
        <w:t> :</w:t>
      </w:r>
    </w:p>
    <w:p w14:paraId="0ECB773D" w14:textId="77777777" w:rsidR="004A4993" w:rsidRDefault="004A4993" w:rsidP="004A4993">
      <w:r>
        <w:t>— </w:t>
      </w:r>
      <w:r w:rsidR="008C5C61" w:rsidRPr="004C3E92">
        <w:t>Tu sais</w:t>
      </w:r>
      <w:r>
        <w:t xml:space="preserve">, </w:t>
      </w:r>
      <w:proofErr w:type="spellStart"/>
      <w:r w:rsidR="008C5C61" w:rsidRPr="004C3E92">
        <w:t>Elinor</w:t>
      </w:r>
      <w:proofErr w:type="spellEnd"/>
      <w:r>
        <w:t xml:space="preserve">, </w:t>
      </w:r>
      <w:r w:rsidR="008C5C61" w:rsidRPr="004C3E92">
        <w:t>que je ne puis supporter que tu parles ainsi</w:t>
      </w:r>
      <w:r>
        <w:t xml:space="preserve">. </w:t>
      </w:r>
      <w:r w:rsidR="008C5C61" w:rsidRPr="004C3E92">
        <w:t>Si tu espères simplement entendre contredire ton affirm</w:t>
      </w:r>
      <w:r w:rsidR="008C5C61" w:rsidRPr="004C3E92">
        <w:t>a</w:t>
      </w:r>
      <w:r w:rsidR="008C5C61" w:rsidRPr="004C3E92">
        <w:t>tion</w:t>
      </w:r>
      <w:r>
        <w:t xml:space="preserve">, </w:t>
      </w:r>
      <w:r w:rsidR="008C5C61" w:rsidRPr="004C3E92">
        <w:t>comme je dois le supposer</w:t>
      </w:r>
      <w:r>
        <w:t xml:space="preserve">, </w:t>
      </w:r>
      <w:r w:rsidR="008C5C61" w:rsidRPr="004C3E92">
        <w:t>tu devrais te souvenir que je suis la dernière personne au monde pour le faire</w:t>
      </w:r>
      <w:r>
        <w:t xml:space="preserve">. </w:t>
      </w:r>
      <w:r w:rsidR="008C5C61" w:rsidRPr="004C3E92">
        <w:t>Je ne peux pas m</w:t>
      </w:r>
      <w:r>
        <w:t>’</w:t>
      </w:r>
      <w:r w:rsidR="008C5C61" w:rsidRPr="004C3E92">
        <w:t>abaisser à ce qu</w:t>
      </w:r>
      <w:r>
        <w:t>’</w:t>
      </w:r>
      <w:r w:rsidR="008C5C61" w:rsidRPr="004C3E92">
        <w:t>on tire de moi</w:t>
      </w:r>
      <w:r>
        <w:t xml:space="preserve">, </w:t>
      </w:r>
      <w:r w:rsidR="008C5C61" w:rsidRPr="004C3E92">
        <w:t>par stratagème</w:t>
      </w:r>
      <w:r>
        <w:t xml:space="preserve">, </w:t>
      </w:r>
      <w:r w:rsidR="008C5C61" w:rsidRPr="004C3E92">
        <w:t>des assura</w:t>
      </w:r>
      <w:r w:rsidR="008C5C61" w:rsidRPr="004C3E92">
        <w:t>n</w:t>
      </w:r>
      <w:r w:rsidR="008C5C61" w:rsidRPr="004C3E92">
        <w:t>ces dont on n</w:t>
      </w:r>
      <w:r>
        <w:t>’</w:t>
      </w:r>
      <w:r w:rsidR="008C5C61" w:rsidRPr="004C3E92">
        <w:t>a que faire</w:t>
      </w:r>
      <w:r>
        <w:t>.</w:t>
      </w:r>
    </w:p>
    <w:p w14:paraId="4C71B635" w14:textId="77777777" w:rsidR="004A4993" w:rsidRDefault="008C5C61" w:rsidP="004A4993">
      <w:r w:rsidRPr="004C3E92">
        <w:t>Elle quitta alors la pièce</w:t>
      </w:r>
      <w:r w:rsidR="004A4993">
        <w:t xml:space="preserve">, </w:t>
      </w:r>
      <w:r w:rsidRPr="004C3E92">
        <w:t xml:space="preserve">et </w:t>
      </w:r>
      <w:proofErr w:type="spellStart"/>
      <w:r w:rsidRPr="004C3E92">
        <w:t>Elinor</w:t>
      </w:r>
      <w:proofErr w:type="spellEnd"/>
      <w:r w:rsidRPr="004C3E92">
        <w:t xml:space="preserve"> n</w:t>
      </w:r>
      <w:r w:rsidR="004A4993">
        <w:t>’</w:t>
      </w:r>
      <w:r w:rsidRPr="004C3E92">
        <w:t>osa pas la suivre pour en dire davantage</w:t>
      </w:r>
      <w:r w:rsidR="004A4993">
        <w:t xml:space="preserve">, </w:t>
      </w:r>
      <w:r w:rsidRPr="004C3E92">
        <w:t>car</w:t>
      </w:r>
      <w:r w:rsidR="004A4993">
        <w:t xml:space="preserve">, </w:t>
      </w:r>
      <w:r w:rsidRPr="004C3E92">
        <w:t>liée comme elle l</w:t>
      </w:r>
      <w:r w:rsidR="004A4993">
        <w:t>’</w:t>
      </w:r>
      <w:r w:rsidRPr="004C3E92">
        <w:t>était par sa promesse de secret qu</w:t>
      </w:r>
      <w:r w:rsidR="004A4993">
        <w:t>’</w:t>
      </w:r>
      <w:r w:rsidRPr="004C3E92">
        <w:t>elle avait faite à Lucy</w:t>
      </w:r>
      <w:r w:rsidR="004A4993">
        <w:t xml:space="preserve">, </w:t>
      </w:r>
      <w:r w:rsidRPr="004C3E92">
        <w:t>elle ne pouvait donner aucun renseignement qui pût convaincre Marianne</w:t>
      </w:r>
      <w:r w:rsidR="004A4993">
        <w:t xml:space="preserve">, </w:t>
      </w:r>
      <w:r w:rsidRPr="004C3E92">
        <w:t>et</w:t>
      </w:r>
      <w:r w:rsidR="004A4993">
        <w:t xml:space="preserve">, </w:t>
      </w:r>
      <w:r w:rsidRPr="004C3E92">
        <w:t>quelque pén</w:t>
      </w:r>
      <w:r w:rsidRPr="004C3E92">
        <w:t>i</w:t>
      </w:r>
      <w:r w:rsidRPr="004C3E92">
        <w:t xml:space="preserve">bles que dussent être pour elle les conséquences de </w:t>
      </w:r>
      <w:r w:rsidRPr="004C3E92">
        <w:lastRenderedPageBreak/>
        <w:t>l</w:t>
      </w:r>
      <w:r w:rsidR="004A4993">
        <w:t>’</w:t>
      </w:r>
      <w:r w:rsidRPr="004C3E92">
        <w:t>erreur dans laquelle elle persévérait</w:t>
      </w:r>
      <w:r w:rsidR="004A4993">
        <w:t xml:space="preserve">, </w:t>
      </w:r>
      <w:r w:rsidRPr="004C3E92">
        <w:t>elle était obligée de s</w:t>
      </w:r>
      <w:r w:rsidR="004A4993">
        <w:t>’</w:t>
      </w:r>
      <w:r w:rsidRPr="004C3E92">
        <w:t>y soumettre</w:t>
      </w:r>
      <w:r w:rsidR="004A4993">
        <w:t xml:space="preserve">. </w:t>
      </w:r>
      <w:r w:rsidRPr="004C3E92">
        <w:t>Tout ce qu</w:t>
      </w:r>
      <w:r w:rsidR="004A4993">
        <w:t>’</w:t>
      </w:r>
      <w:r w:rsidRPr="004C3E92">
        <w:t>elle pouvait espérer</w:t>
      </w:r>
      <w:r w:rsidR="004A4993">
        <w:t xml:space="preserve">, </w:t>
      </w:r>
      <w:r w:rsidRPr="004C3E92">
        <w:t>c</w:t>
      </w:r>
      <w:r w:rsidR="004A4993">
        <w:t>’</w:t>
      </w:r>
      <w:r w:rsidRPr="004C3E92">
        <w:t>était qu</w:t>
      </w:r>
      <w:r w:rsidR="004A4993">
        <w:t>’</w:t>
      </w:r>
      <w:r w:rsidRPr="004C3E92">
        <w:t>Edward ne l</w:t>
      </w:r>
      <w:r w:rsidR="004A4993">
        <w:t>’</w:t>
      </w:r>
      <w:r w:rsidRPr="004C3E92">
        <w:t>exposerait pas souvent</w:t>
      </w:r>
      <w:r w:rsidR="004A4993">
        <w:t xml:space="preserve">, </w:t>
      </w:r>
      <w:r w:rsidRPr="004C3E92">
        <w:t>ni ne s</w:t>
      </w:r>
      <w:r w:rsidR="004A4993">
        <w:t>’</w:t>
      </w:r>
      <w:r w:rsidRPr="004C3E92">
        <w:t>exposerait lui-même</w:t>
      </w:r>
      <w:r w:rsidR="004A4993">
        <w:t xml:space="preserve">, </w:t>
      </w:r>
      <w:r w:rsidRPr="004C3E92">
        <w:t>à la douleur d</w:t>
      </w:r>
      <w:r w:rsidR="004A4993">
        <w:t>’</w:t>
      </w:r>
      <w:r w:rsidRPr="004C3E92">
        <w:t>entendre la vivacité erronée de Marianne</w:t>
      </w:r>
      <w:r w:rsidR="004A4993">
        <w:t xml:space="preserve">, </w:t>
      </w:r>
      <w:r w:rsidRPr="004C3E92">
        <w:t>ni à la répétition d</w:t>
      </w:r>
      <w:r w:rsidR="004A4993">
        <w:t>’</w:t>
      </w:r>
      <w:r w:rsidRPr="004C3E92">
        <w:t>une autre po</w:t>
      </w:r>
      <w:r w:rsidRPr="004C3E92">
        <w:t>r</w:t>
      </w:r>
      <w:r w:rsidRPr="004C3E92">
        <w:t>tion quelconque du chagrin qu</w:t>
      </w:r>
      <w:r w:rsidR="004A4993">
        <w:t>’</w:t>
      </w:r>
      <w:r w:rsidRPr="004C3E92">
        <w:t>avait entraîné leur récente r</w:t>
      </w:r>
      <w:r w:rsidRPr="004C3E92">
        <w:t>é</w:t>
      </w:r>
      <w:r w:rsidRPr="004C3E92">
        <w:t>union</w:t>
      </w:r>
      <w:r w:rsidR="004A4993">
        <w:t xml:space="preserve">, – </w:t>
      </w:r>
      <w:r w:rsidRPr="004C3E92">
        <w:t>et cela</w:t>
      </w:r>
      <w:r w:rsidR="004A4993">
        <w:t xml:space="preserve">, </w:t>
      </w:r>
      <w:r w:rsidRPr="004C3E92">
        <w:t>elle avait tout lieu de s</w:t>
      </w:r>
      <w:r w:rsidR="004A4993">
        <w:t>’</w:t>
      </w:r>
      <w:r w:rsidRPr="004C3E92">
        <w:t>y attendre</w:t>
      </w:r>
      <w:r w:rsidR="004A4993">
        <w:t>.</w:t>
      </w:r>
    </w:p>
    <w:p w14:paraId="254EA000" w14:textId="2EAA0AEB" w:rsidR="008C5C61" w:rsidRPr="004C3E92" w:rsidRDefault="008C5C61" w:rsidP="004A4993">
      <w:pPr>
        <w:pStyle w:val="Titre1"/>
      </w:pPr>
      <w:bookmarkStart w:id="35" w:name="_Toc196409820"/>
      <w:r w:rsidRPr="004C3E92">
        <w:lastRenderedPageBreak/>
        <w:t>CHAPITRE XXXVI</w:t>
      </w:r>
      <w:bookmarkEnd w:id="35"/>
      <w:r w:rsidRPr="004C3E92">
        <w:br/>
      </w:r>
    </w:p>
    <w:p w14:paraId="3133E8C1" w14:textId="77777777" w:rsidR="004A4993" w:rsidRDefault="008C5C61" w:rsidP="004A4993">
      <w:r w:rsidRPr="004C3E92">
        <w:t>À quelques jours de cette rencontre</w:t>
      </w:r>
      <w:r w:rsidR="004A4993">
        <w:t xml:space="preserve">, </w:t>
      </w:r>
      <w:r w:rsidRPr="004C3E92">
        <w:t>les journaux annonc</w:t>
      </w:r>
      <w:r w:rsidRPr="004C3E92">
        <w:t>è</w:t>
      </w:r>
      <w:r w:rsidRPr="004C3E92">
        <w:t>rent au monde que l</w:t>
      </w:r>
      <w:r w:rsidR="004A4993">
        <w:t>’</w:t>
      </w:r>
      <w:r w:rsidRPr="004C3E92">
        <w:t>épouse de Thomas Palmer Esq</w:t>
      </w:r>
      <w:r w:rsidR="004A4993">
        <w:t xml:space="preserve">. </w:t>
      </w:r>
      <w:r>
        <w:rPr>
          <w:rStyle w:val="Appelnotedebasdep"/>
        </w:rPr>
        <w:footnoteReference w:id="13"/>
      </w:r>
      <w:r w:rsidRPr="004C3E92">
        <w:t xml:space="preserve"> était he</w:t>
      </w:r>
      <w:r w:rsidRPr="004C3E92">
        <w:t>u</w:t>
      </w:r>
      <w:r w:rsidRPr="004C3E92">
        <w:t>reusement accouchée d</w:t>
      </w:r>
      <w:r w:rsidR="004A4993">
        <w:t>’</w:t>
      </w:r>
      <w:r w:rsidRPr="004C3E92">
        <w:t>un héritier mâle</w:t>
      </w:r>
      <w:r w:rsidR="004A4993">
        <w:t xml:space="preserve"> ; </w:t>
      </w:r>
      <w:r w:rsidRPr="004C3E92">
        <w:t>entrefilet fort intére</w:t>
      </w:r>
      <w:r w:rsidRPr="004C3E92">
        <w:t>s</w:t>
      </w:r>
      <w:r w:rsidRPr="004C3E92">
        <w:t>sant et satisfaisant</w:t>
      </w:r>
      <w:r w:rsidR="004A4993">
        <w:t xml:space="preserve">, </w:t>
      </w:r>
      <w:r w:rsidRPr="004C3E92">
        <w:t>tout au moins pour toutes ses connaissances intimes qui le savaient par avance</w:t>
      </w:r>
      <w:r w:rsidR="004A4993">
        <w:t>.</w:t>
      </w:r>
    </w:p>
    <w:p w14:paraId="384EDF31" w14:textId="77777777" w:rsidR="004A4993" w:rsidRDefault="008C5C61" w:rsidP="004A4993">
      <w:r w:rsidRPr="004C3E92">
        <w:t>Cet événement éminemment important pour le bonheur de Mrs</w:t>
      </w:r>
      <w:r w:rsidR="004A4993">
        <w:t xml:space="preserve">. </w:t>
      </w:r>
      <w:r w:rsidRPr="004C3E92">
        <w:t>Jennings produisit une modification temporaire dans sa façon de disposer de son temps</w:t>
      </w:r>
      <w:r w:rsidR="004A4993">
        <w:t xml:space="preserve">, </w:t>
      </w:r>
      <w:r w:rsidRPr="004C3E92">
        <w:t>et influença dans une mesure analogue les engagements de ses jeunes amies</w:t>
      </w:r>
      <w:r w:rsidR="004A4993">
        <w:t xml:space="preserve"> ; </w:t>
      </w:r>
      <w:r w:rsidRPr="004C3E92">
        <w:t>car</w:t>
      </w:r>
      <w:r w:rsidR="004A4993">
        <w:t xml:space="preserve">, </w:t>
      </w:r>
      <w:r w:rsidRPr="004C3E92">
        <w:t>comme elle désirait se trouver le plus possible auprès de Charlotte</w:t>
      </w:r>
      <w:r w:rsidR="004A4993">
        <w:t xml:space="preserve">, </w:t>
      </w:r>
      <w:r w:rsidRPr="004C3E92">
        <w:t>elle s</w:t>
      </w:r>
      <w:r w:rsidR="004A4993">
        <w:t>’</w:t>
      </w:r>
      <w:r w:rsidRPr="004C3E92">
        <w:t>y rendit tous les matins dès qu</w:t>
      </w:r>
      <w:r w:rsidR="004A4993">
        <w:t>’</w:t>
      </w:r>
      <w:r w:rsidRPr="004C3E92">
        <w:t>elle était habillée</w:t>
      </w:r>
      <w:r w:rsidR="004A4993">
        <w:t xml:space="preserve">, </w:t>
      </w:r>
      <w:r w:rsidRPr="004C3E92">
        <w:t>et ne rentra que tard dans la soirée</w:t>
      </w:r>
      <w:r w:rsidR="004A4993">
        <w:t xml:space="preserve"> ; </w:t>
      </w:r>
      <w:r w:rsidRPr="004C3E92">
        <w:t xml:space="preserve">et les demoiselles </w:t>
      </w:r>
      <w:proofErr w:type="spellStart"/>
      <w:r w:rsidRPr="004C3E92">
        <w:t>Dashwood</w:t>
      </w:r>
      <w:proofErr w:type="spellEnd"/>
      <w:r w:rsidR="004A4993">
        <w:t xml:space="preserve">, </w:t>
      </w:r>
      <w:r w:rsidRPr="004C3E92">
        <w:t>à la demande spéciale des Middleton</w:t>
      </w:r>
      <w:r w:rsidR="004A4993">
        <w:t xml:space="preserve">, </w:t>
      </w:r>
      <w:r w:rsidRPr="004C3E92">
        <w:t>passèrent la totalité de chaque journée dans Conduit Street</w:t>
      </w:r>
      <w:r w:rsidR="004A4993">
        <w:t xml:space="preserve">. </w:t>
      </w:r>
      <w:r w:rsidRPr="004C3E92">
        <w:t>Pour leur agrément personnel</w:t>
      </w:r>
      <w:r w:rsidR="004A4993">
        <w:t xml:space="preserve">, </w:t>
      </w:r>
      <w:r w:rsidRPr="004C3E92">
        <w:t>elles eu</w:t>
      </w:r>
      <w:r w:rsidRPr="004C3E92">
        <w:t>s</w:t>
      </w:r>
      <w:r w:rsidRPr="004C3E92">
        <w:t>sent de beaucoup préféré rester</w:t>
      </w:r>
      <w:r w:rsidR="004A4993">
        <w:t xml:space="preserve">, </w:t>
      </w:r>
      <w:r w:rsidRPr="004C3E92">
        <w:t>au moins toute la matinée</w:t>
      </w:r>
      <w:r w:rsidR="004A4993">
        <w:t xml:space="preserve">, </w:t>
      </w:r>
      <w:r w:rsidRPr="004C3E92">
        <w:t>chez Mrs</w:t>
      </w:r>
      <w:r w:rsidR="004A4993">
        <w:t xml:space="preserve">. </w:t>
      </w:r>
      <w:r w:rsidRPr="004C3E92">
        <w:t>Jennings</w:t>
      </w:r>
      <w:r w:rsidR="004A4993">
        <w:t xml:space="preserve"> ; </w:t>
      </w:r>
      <w:r w:rsidRPr="004C3E92">
        <w:t>mais ce n</w:t>
      </w:r>
      <w:r w:rsidR="004A4993">
        <w:t>’</w:t>
      </w:r>
      <w:r w:rsidRPr="004C3E92">
        <w:t>était pas là une chose sur laquelle il leur était possible d</w:t>
      </w:r>
      <w:r w:rsidR="004A4993">
        <w:t>’</w:t>
      </w:r>
      <w:r w:rsidRPr="004C3E92">
        <w:t>insister</w:t>
      </w:r>
      <w:r w:rsidR="004A4993">
        <w:t xml:space="preserve">, </w:t>
      </w:r>
      <w:r w:rsidRPr="004C3E92">
        <w:t>à l</w:t>
      </w:r>
      <w:r w:rsidR="004A4993">
        <w:t>’</w:t>
      </w:r>
      <w:r w:rsidRPr="004C3E92">
        <w:t>encontre des désirs de tout le monde</w:t>
      </w:r>
      <w:r w:rsidR="004A4993">
        <w:t xml:space="preserve">. </w:t>
      </w:r>
      <w:r w:rsidRPr="004C3E92">
        <w:t>Leurs heures furent donc consacrées à lady Middleton et aux deux demoiselles Steele</w:t>
      </w:r>
      <w:r w:rsidR="004A4993">
        <w:t xml:space="preserve">, </w:t>
      </w:r>
      <w:r w:rsidRPr="004C3E92">
        <w:t>lesquelles prisaient aussi peu leur compagnie</w:t>
      </w:r>
      <w:r w:rsidR="004A4993">
        <w:t xml:space="preserve">, </w:t>
      </w:r>
      <w:r w:rsidRPr="004C3E92">
        <w:t>en fait</w:t>
      </w:r>
      <w:r w:rsidR="004A4993">
        <w:t xml:space="preserve">, </w:t>
      </w:r>
      <w:r w:rsidRPr="004C3E92">
        <w:t>qu</w:t>
      </w:r>
      <w:r w:rsidR="004A4993">
        <w:t>’</w:t>
      </w:r>
      <w:r w:rsidRPr="004C3E92">
        <w:t>elles faisaient profession de la r</w:t>
      </w:r>
      <w:r w:rsidRPr="004C3E92">
        <w:t>e</w:t>
      </w:r>
      <w:r w:rsidRPr="004C3E92">
        <w:t>chercher</w:t>
      </w:r>
      <w:r w:rsidR="004A4993">
        <w:t>.</w:t>
      </w:r>
    </w:p>
    <w:p w14:paraId="4387BB48" w14:textId="77777777" w:rsidR="004A4993" w:rsidRDefault="008C5C61" w:rsidP="004A4993">
      <w:r w:rsidRPr="004C3E92">
        <w:lastRenderedPageBreak/>
        <w:t>Elles étaient trop intelligentes pour être des compagnes d</w:t>
      </w:r>
      <w:r w:rsidRPr="004C3E92">
        <w:t>é</w:t>
      </w:r>
      <w:r w:rsidRPr="004C3E92">
        <w:t>sirables pour la première de ces trois personnes</w:t>
      </w:r>
      <w:r w:rsidR="004A4993">
        <w:t xml:space="preserve"> ; </w:t>
      </w:r>
      <w:r w:rsidRPr="004C3E92">
        <w:t>et quant aux deux dernières</w:t>
      </w:r>
      <w:r w:rsidR="004A4993">
        <w:t xml:space="preserve">, </w:t>
      </w:r>
      <w:r w:rsidRPr="004C3E92">
        <w:t>elles en étaient vues d</w:t>
      </w:r>
      <w:r w:rsidR="004A4993">
        <w:t>’</w:t>
      </w:r>
      <w:r w:rsidRPr="004C3E92">
        <w:t>un œil jaloux</w:t>
      </w:r>
      <w:r w:rsidR="004A4993">
        <w:t xml:space="preserve">, </w:t>
      </w:r>
      <w:r w:rsidRPr="004C3E92">
        <w:t>comme des gens qui marchaient dans leurs plates-bandes</w:t>
      </w:r>
      <w:r w:rsidR="004A4993">
        <w:t xml:space="preserve">, </w:t>
      </w:r>
      <w:r w:rsidRPr="004C3E92">
        <w:t>et avaient part à l</w:t>
      </w:r>
      <w:r w:rsidR="004A4993">
        <w:t>’</w:t>
      </w:r>
      <w:r w:rsidRPr="004C3E92">
        <w:t>amabilité dont celles-ci désiraient se réserver le monopole</w:t>
      </w:r>
      <w:r w:rsidR="004A4993">
        <w:t xml:space="preserve">. </w:t>
      </w:r>
      <w:r w:rsidRPr="004C3E92">
        <w:t>Bien que rien ne pût être plus poli que l</w:t>
      </w:r>
      <w:r w:rsidR="004A4993">
        <w:t>’</w:t>
      </w:r>
      <w:r w:rsidRPr="004C3E92">
        <w:t>attitude de lady Middl</w:t>
      </w:r>
      <w:r w:rsidRPr="004C3E92">
        <w:t>e</w:t>
      </w:r>
      <w:r w:rsidRPr="004C3E92">
        <w:t xml:space="preserve">ton envers </w:t>
      </w:r>
      <w:proofErr w:type="spellStart"/>
      <w:r w:rsidRPr="004C3E92">
        <w:t>Elinor</w:t>
      </w:r>
      <w:proofErr w:type="spellEnd"/>
      <w:r w:rsidRPr="004C3E92">
        <w:t xml:space="preserve"> et Marianne</w:t>
      </w:r>
      <w:r w:rsidR="004A4993">
        <w:t xml:space="preserve">, </w:t>
      </w:r>
      <w:r w:rsidRPr="004C3E92">
        <w:t>elle ne les aimait en réalité nu</w:t>
      </w:r>
      <w:r w:rsidRPr="004C3E92">
        <w:t>l</w:t>
      </w:r>
      <w:r w:rsidRPr="004C3E92">
        <w:t>lement</w:t>
      </w:r>
      <w:r w:rsidR="004A4993">
        <w:t xml:space="preserve">. </w:t>
      </w:r>
      <w:r w:rsidRPr="004C3E92">
        <w:t>Parce qu</w:t>
      </w:r>
      <w:r w:rsidR="004A4993">
        <w:t>’</w:t>
      </w:r>
      <w:r w:rsidRPr="004C3E92">
        <w:t>elles ne la flattaient jamais</w:t>
      </w:r>
      <w:r w:rsidR="004A4993">
        <w:t xml:space="preserve">, </w:t>
      </w:r>
      <w:r w:rsidRPr="004C3E92">
        <w:t>non plus que ses enfants</w:t>
      </w:r>
      <w:r w:rsidR="004A4993">
        <w:t xml:space="preserve">, </w:t>
      </w:r>
      <w:r w:rsidRPr="004C3E92">
        <w:t>elle ne pouvait les trouver bienveillantes</w:t>
      </w:r>
      <w:r w:rsidR="004A4993">
        <w:t xml:space="preserve"> ; </w:t>
      </w:r>
      <w:r w:rsidRPr="004C3E92">
        <w:t>et parce qu</w:t>
      </w:r>
      <w:r w:rsidR="004A4993">
        <w:t>’</w:t>
      </w:r>
      <w:r w:rsidRPr="004C3E92">
        <w:t>elles aimaient la lecture</w:t>
      </w:r>
      <w:r w:rsidR="004A4993">
        <w:t xml:space="preserve">, </w:t>
      </w:r>
      <w:r w:rsidRPr="004C3E92">
        <w:t>elles les croyait satiriques</w:t>
      </w:r>
      <w:r w:rsidR="004A4993">
        <w:t xml:space="preserve"> : </w:t>
      </w:r>
      <w:r w:rsidRPr="004C3E92">
        <w:t>peut-être sans savoir au juste ce que c</w:t>
      </w:r>
      <w:r w:rsidR="004A4993">
        <w:t>’</w:t>
      </w:r>
      <w:r w:rsidRPr="004C3E92">
        <w:t>est qu</w:t>
      </w:r>
      <w:r w:rsidR="004A4993">
        <w:t>’</w:t>
      </w:r>
      <w:r w:rsidRPr="004C3E92">
        <w:t>être satirique</w:t>
      </w:r>
      <w:r w:rsidR="004A4993">
        <w:t xml:space="preserve"> ; </w:t>
      </w:r>
      <w:r w:rsidRPr="004C3E92">
        <w:t>mais cela n</w:t>
      </w:r>
      <w:r w:rsidR="004A4993">
        <w:t>’</w:t>
      </w:r>
      <w:r w:rsidRPr="004C3E92">
        <w:t>avait aucune importance</w:t>
      </w:r>
      <w:r w:rsidR="004A4993">
        <w:t xml:space="preserve">. </w:t>
      </w:r>
      <w:r w:rsidRPr="004C3E92">
        <w:t>C</w:t>
      </w:r>
      <w:r w:rsidR="004A4993">
        <w:t>’</w:t>
      </w:r>
      <w:r w:rsidRPr="004C3E92">
        <w:t>était un reproche communément usité</w:t>
      </w:r>
      <w:r w:rsidR="004A4993">
        <w:t xml:space="preserve">, </w:t>
      </w:r>
      <w:r w:rsidRPr="004C3E92">
        <w:t>et facilement lancé</w:t>
      </w:r>
      <w:r w:rsidR="004A4993">
        <w:t>.</w:t>
      </w:r>
    </w:p>
    <w:p w14:paraId="36D538B4" w14:textId="77777777" w:rsidR="004A4993" w:rsidRDefault="008C5C61" w:rsidP="004A4993">
      <w:r w:rsidRPr="004C3E92">
        <w:t>Leur présence constituait une contrainte</w:t>
      </w:r>
      <w:r w:rsidR="004A4993">
        <w:t xml:space="preserve">, </w:t>
      </w:r>
      <w:r w:rsidRPr="004C3E92">
        <w:t>aussi bien pour elle que pour Lucy</w:t>
      </w:r>
      <w:r w:rsidR="004A4993">
        <w:t xml:space="preserve">. </w:t>
      </w:r>
      <w:r w:rsidRPr="004C3E92">
        <w:t>Elle arrêtait l</w:t>
      </w:r>
      <w:r w:rsidR="004A4993">
        <w:t>’</w:t>
      </w:r>
      <w:r w:rsidRPr="004C3E92">
        <w:t>oisiveté de l</w:t>
      </w:r>
      <w:r w:rsidR="004A4993">
        <w:t>’</w:t>
      </w:r>
      <w:r w:rsidRPr="004C3E92">
        <w:t>une</w:t>
      </w:r>
      <w:r w:rsidR="004A4993">
        <w:t xml:space="preserve">, </w:t>
      </w:r>
      <w:r w:rsidRPr="004C3E92">
        <w:t>et l</w:t>
      </w:r>
      <w:r w:rsidR="004A4993">
        <w:t>’</w:t>
      </w:r>
      <w:r w:rsidRPr="004C3E92">
        <w:t>activité de l</w:t>
      </w:r>
      <w:r w:rsidR="004A4993">
        <w:t>’</w:t>
      </w:r>
      <w:r w:rsidRPr="004C3E92">
        <w:t>autre</w:t>
      </w:r>
      <w:r w:rsidR="004A4993">
        <w:t xml:space="preserve">. </w:t>
      </w:r>
      <w:r w:rsidRPr="004C3E92">
        <w:t>Lady Middleton était honteuse de ne rien faire en leur présence</w:t>
      </w:r>
      <w:r w:rsidR="004A4993">
        <w:t xml:space="preserve">, </w:t>
      </w:r>
      <w:r w:rsidRPr="004C3E92">
        <w:t>et quant à la flatterie que Lucy était toute fière d</w:t>
      </w:r>
      <w:r w:rsidR="004A4993">
        <w:t>’</w:t>
      </w:r>
      <w:r w:rsidRPr="004C3E92">
        <w:t>imaginer et d</w:t>
      </w:r>
      <w:r w:rsidR="004A4993">
        <w:t>’</w:t>
      </w:r>
      <w:r w:rsidRPr="004C3E92">
        <w:t>administrer à d</w:t>
      </w:r>
      <w:r w:rsidR="004A4993">
        <w:t>’</w:t>
      </w:r>
      <w:r w:rsidRPr="004C3E92">
        <w:t>autres moments</w:t>
      </w:r>
      <w:r w:rsidR="004A4993">
        <w:t xml:space="preserve">, </w:t>
      </w:r>
      <w:r w:rsidRPr="004C3E92">
        <w:t>elle craignait qu</w:t>
      </w:r>
      <w:r w:rsidR="004A4993">
        <w:t>’</w:t>
      </w:r>
      <w:r w:rsidRPr="004C3E92">
        <w:t>elles ne la méprisassent</w:t>
      </w:r>
      <w:r w:rsidR="004A4993">
        <w:t xml:space="preserve">, </w:t>
      </w:r>
      <w:r w:rsidRPr="004C3E92">
        <w:t>elle</w:t>
      </w:r>
      <w:r w:rsidR="004A4993">
        <w:t xml:space="preserve">, </w:t>
      </w:r>
      <w:r w:rsidRPr="004C3E92">
        <w:t>de l</w:t>
      </w:r>
      <w:r w:rsidR="004A4993">
        <w:t>’</w:t>
      </w:r>
      <w:r w:rsidRPr="004C3E92">
        <w:t>offrir</w:t>
      </w:r>
      <w:r w:rsidR="004A4993">
        <w:t xml:space="preserve">. </w:t>
      </w:r>
      <w:r w:rsidRPr="004C3E92">
        <w:t>Miss Steele fut la moins troublée des trois par leur présence</w:t>
      </w:r>
      <w:r w:rsidR="004A4993">
        <w:t xml:space="preserve"> ; </w:t>
      </w:r>
      <w:r w:rsidRPr="004C3E92">
        <w:t>et il était en leur pouvoir de l</w:t>
      </w:r>
      <w:r w:rsidR="004A4993">
        <w:t>’</w:t>
      </w:r>
      <w:r w:rsidRPr="004C3E92">
        <w:t>y concilier entièrement</w:t>
      </w:r>
      <w:r w:rsidR="004A4993">
        <w:t xml:space="preserve">. </w:t>
      </w:r>
      <w:r w:rsidRPr="004C3E92">
        <w:t>Si seulement l</w:t>
      </w:r>
      <w:r w:rsidR="004A4993">
        <w:t>’</w:t>
      </w:r>
      <w:r w:rsidRPr="004C3E92">
        <w:t>une ou l</w:t>
      </w:r>
      <w:r w:rsidR="004A4993">
        <w:t>’</w:t>
      </w:r>
      <w:r w:rsidRPr="004C3E92">
        <w:t>autre d</w:t>
      </w:r>
      <w:r w:rsidR="004A4993">
        <w:t>’</w:t>
      </w:r>
      <w:r w:rsidRPr="004C3E92">
        <w:t>entre elles lui avait fait un compte rendu complet et minutieux de toute l</w:t>
      </w:r>
      <w:r w:rsidR="004A4993">
        <w:t>’</w:t>
      </w:r>
      <w:r w:rsidRPr="004C3E92">
        <w:t>affaire entre Marianne et Mr</w:t>
      </w:r>
      <w:r w:rsidR="004A4993">
        <w:t xml:space="preserve">. </w:t>
      </w:r>
      <w:r w:rsidRPr="004C3E92">
        <w:t>Willoughby</w:t>
      </w:r>
      <w:r w:rsidR="004A4993">
        <w:t xml:space="preserve">, </w:t>
      </w:r>
      <w:r w:rsidRPr="004C3E92">
        <w:t>elle se serait considérée comme pleinement récompensée du s</w:t>
      </w:r>
      <w:r w:rsidRPr="004C3E92">
        <w:t>a</w:t>
      </w:r>
      <w:r w:rsidRPr="004C3E92">
        <w:t>crifice de la meilleure place auprès du feu après le dîner</w:t>
      </w:r>
      <w:r w:rsidR="004A4993">
        <w:t xml:space="preserve">, </w:t>
      </w:r>
      <w:r w:rsidRPr="004C3E92">
        <w:t>sacrif</w:t>
      </w:r>
      <w:r w:rsidRPr="004C3E92">
        <w:t>i</w:t>
      </w:r>
      <w:r w:rsidRPr="004C3E92">
        <w:t>ce qu</w:t>
      </w:r>
      <w:r w:rsidR="004A4993">
        <w:t>’</w:t>
      </w:r>
      <w:r w:rsidRPr="004C3E92">
        <w:t>occasionna leur arrivée</w:t>
      </w:r>
      <w:r w:rsidR="004A4993">
        <w:t xml:space="preserve">. </w:t>
      </w:r>
      <w:r w:rsidRPr="004C3E92">
        <w:t>Mais cette conciliation ne lui fut pas accordée</w:t>
      </w:r>
      <w:r w:rsidR="004A4993">
        <w:t xml:space="preserve"> ; </w:t>
      </w:r>
      <w:r w:rsidRPr="004C3E92">
        <w:t>car</w:t>
      </w:r>
      <w:r w:rsidR="004A4993">
        <w:t xml:space="preserve">, </w:t>
      </w:r>
      <w:r w:rsidRPr="004C3E92">
        <w:t>bien qu</w:t>
      </w:r>
      <w:r w:rsidR="004A4993">
        <w:t>’</w:t>
      </w:r>
      <w:r w:rsidRPr="004C3E92">
        <w:t xml:space="preserve">elle lançât souvent à </w:t>
      </w:r>
      <w:proofErr w:type="spellStart"/>
      <w:r w:rsidRPr="004C3E92">
        <w:t>Elinor</w:t>
      </w:r>
      <w:proofErr w:type="spellEnd"/>
      <w:r w:rsidRPr="004C3E92">
        <w:t xml:space="preserve"> des e</w:t>
      </w:r>
      <w:r w:rsidRPr="004C3E92">
        <w:t>x</w:t>
      </w:r>
      <w:r w:rsidRPr="004C3E92">
        <w:t>pressions pleines de pitié à l</w:t>
      </w:r>
      <w:r w:rsidR="004A4993">
        <w:t>’</w:t>
      </w:r>
      <w:r w:rsidRPr="004C3E92">
        <w:t>égard de sa sœur</w:t>
      </w:r>
      <w:r w:rsidR="004A4993">
        <w:t xml:space="preserve">, </w:t>
      </w:r>
      <w:r w:rsidRPr="004C3E92">
        <w:t>et laissât tomber plus d</w:t>
      </w:r>
      <w:r w:rsidR="004A4993">
        <w:t>’</w:t>
      </w:r>
      <w:r w:rsidRPr="004C3E92">
        <w:t>une fois devant Marianne un blâme à l</w:t>
      </w:r>
      <w:r w:rsidR="004A4993">
        <w:t>’</w:t>
      </w:r>
      <w:r w:rsidRPr="004C3E92">
        <w:t>adresse des g</w:t>
      </w:r>
      <w:r w:rsidRPr="004C3E92">
        <w:t>a</w:t>
      </w:r>
      <w:r w:rsidRPr="004C3E92">
        <w:t>lants</w:t>
      </w:r>
      <w:r w:rsidR="004A4993">
        <w:t xml:space="preserve">, </w:t>
      </w:r>
      <w:r w:rsidRPr="004C3E92">
        <w:t>le seul effet produit fut un air d</w:t>
      </w:r>
      <w:r w:rsidR="004A4993">
        <w:t>’</w:t>
      </w:r>
      <w:r w:rsidRPr="004C3E92">
        <w:t>indifférence chez la pr</w:t>
      </w:r>
      <w:r w:rsidRPr="004C3E92">
        <w:t>e</w:t>
      </w:r>
      <w:r w:rsidRPr="004C3E92">
        <w:t>mière</w:t>
      </w:r>
      <w:r w:rsidR="004A4993">
        <w:t xml:space="preserve">, </w:t>
      </w:r>
      <w:r w:rsidRPr="004C3E92">
        <w:t>ou de dégoût chez la seconde</w:t>
      </w:r>
      <w:r w:rsidR="004A4993">
        <w:t xml:space="preserve">. </w:t>
      </w:r>
      <w:r w:rsidRPr="004C3E92">
        <w:t>Un effort encore plus léger aurait pu faire d</w:t>
      </w:r>
      <w:r w:rsidR="004A4993">
        <w:t>’</w:t>
      </w:r>
      <w:r w:rsidRPr="004C3E92">
        <w:t>elle leur amie</w:t>
      </w:r>
      <w:r w:rsidR="004A4993">
        <w:t xml:space="preserve">. </w:t>
      </w:r>
      <w:r w:rsidRPr="004C3E92">
        <w:t>Si seulement elles l</w:t>
      </w:r>
      <w:r w:rsidR="004A4993">
        <w:t>’</w:t>
      </w:r>
      <w:r w:rsidRPr="004C3E92">
        <w:t>avaient rai</w:t>
      </w:r>
      <w:r w:rsidRPr="004C3E92">
        <w:t>l</w:t>
      </w:r>
      <w:r w:rsidRPr="004C3E92">
        <w:t>lée au sujet de son docteur</w:t>
      </w:r>
      <w:r w:rsidR="004A4993">
        <w:t xml:space="preserve"> ! </w:t>
      </w:r>
      <w:r w:rsidRPr="004C3E92">
        <w:t xml:space="preserve">Mais </w:t>
      </w:r>
      <w:r w:rsidRPr="004C3E92">
        <w:lastRenderedPageBreak/>
        <w:t>elles étaient si peu disposées</w:t>
      </w:r>
      <w:r w:rsidR="004A4993">
        <w:t xml:space="preserve">, </w:t>
      </w:r>
      <w:r w:rsidRPr="004C3E92">
        <w:t>non plus que les autres</w:t>
      </w:r>
      <w:r w:rsidR="004A4993">
        <w:t xml:space="preserve">, </w:t>
      </w:r>
      <w:r w:rsidRPr="004C3E92">
        <w:t>à lui donner satisfaction</w:t>
      </w:r>
      <w:r w:rsidR="004A4993">
        <w:t xml:space="preserve">, </w:t>
      </w:r>
      <w:r w:rsidRPr="004C3E92">
        <w:t>que</w:t>
      </w:r>
      <w:r w:rsidR="004A4993">
        <w:t xml:space="preserve">, </w:t>
      </w:r>
      <w:r w:rsidRPr="004C3E92">
        <w:t>si Sir John dînait en ville</w:t>
      </w:r>
      <w:r w:rsidR="004A4993">
        <w:t xml:space="preserve">, </w:t>
      </w:r>
      <w:r w:rsidRPr="004C3E92">
        <w:t>il arrivait à miss Steele de passer toute une journée sans entendre d</w:t>
      </w:r>
      <w:r w:rsidR="004A4993">
        <w:t>’</w:t>
      </w:r>
      <w:r w:rsidRPr="004C3E92">
        <w:t>autre raillerie sur cette question que celles qu</w:t>
      </w:r>
      <w:r w:rsidR="004A4993">
        <w:t>’</w:t>
      </w:r>
      <w:r w:rsidRPr="004C3E92">
        <w:t>elle avait la bonté de s</w:t>
      </w:r>
      <w:r w:rsidR="004A4993">
        <w:t>’</w:t>
      </w:r>
      <w:r w:rsidRPr="004C3E92">
        <w:t>adresser à elle-même</w:t>
      </w:r>
      <w:r w:rsidR="004A4993">
        <w:t>.</w:t>
      </w:r>
    </w:p>
    <w:p w14:paraId="20025ABB" w14:textId="77777777" w:rsidR="004A4993" w:rsidRDefault="008C5C61" w:rsidP="004A4993">
      <w:r w:rsidRPr="004C3E92">
        <w:t>Toutes ces jalousies et ces mécontentements</w:t>
      </w:r>
      <w:r w:rsidR="004A4993">
        <w:t xml:space="preserve">, </w:t>
      </w:r>
      <w:r w:rsidRPr="004C3E92">
        <w:t>toutefois</w:t>
      </w:r>
      <w:r w:rsidR="004A4993">
        <w:t xml:space="preserve">, </w:t>
      </w:r>
      <w:r w:rsidRPr="004C3E92">
        <w:t>étaient si peu soupçonnés de Mrs</w:t>
      </w:r>
      <w:r w:rsidR="004A4993">
        <w:t xml:space="preserve">. </w:t>
      </w:r>
      <w:r w:rsidRPr="004C3E92">
        <w:t>Jennings</w:t>
      </w:r>
      <w:r w:rsidR="004A4993">
        <w:t xml:space="preserve">, </w:t>
      </w:r>
      <w:r w:rsidRPr="004C3E92">
        <w:t>qu</w:t>
      </w:r>
      <w:r w:rsidR="004A4993">
        <w:t>’</w:t>
      </w:r>
      <w:r w:rsidRPr="004C3E92">
        <w:t>elle croyait qu</w:t>
      </w:r>
      <w:r w:rsidR="004A4993">
        <w:t>’</w:t>
      </w:r>
      <w:r w:rsidRPr="004C3E92">
        <w:t>il était vraiment charmant pour les jeunes filles de se trouver r</w:t>
      </w:r>
      <w:r w:rsidRPr="004C3E92">
        <w:t>é</w:t>
      </w:r>
      <w:r w:rsidRPr="004C3E92">
        <w:t>unies</w:t>
      </w:r>
      <w:r w:rsidR="004A4993">
        <w:t xml:space="preserve">, </w:t>
      </w:r>
      <w:r w:rsidRPr="004C3E92">
        <w:t>et elle félicitait généralement ses jeunes amies</w:t>
      </w:r>
      <w:r w:rsidR="004A4993">
        <w:t xml:space="preserve">, </w:t>
      </w:r>
      <w:r w:rsidRPr="004C3E92">
        <w:t>chaque soir</w:t>
      </w:r>
      <w:r w:rsidR="004A4993">
        <w:t xml:space="preserve">, </w:t>
      </w:r>
      <w:r w:rsidRPr="004C3E92">
        <w:t>de s</w:t>
      </w:r>
      <w:r w:rsidR="004A4993">
        <w:t>’</w:t>
      </w:r>
      <w:r w:rsidRPr="004C3E92">
        <w:t>être évadées si longtemps de la compagnie d</w:t>
      </w:r>
      <w:r w:rsidR="004A4993">
        <w:t>’</w:t>
      </w:r>
      <w:r w:rsidRPr="004C3E92">
        <w:t>une sotte vieille</w:t>
      </w:r>
      <w:r w:rsidR="004A4993">
        <w:t xml:space="preserve">. </w:t>
      </w:r>
      <w:r w:rsidRPr="004C3E92">
        <w:t>Elle les retrouvait parfois chez Sir John</w:t>
      </w:r>
      <w:r w:rsidR="004A4993">
        <w:t xml:space="preserve">, </w:t>
      </w:r>
      <w:r w:rsidRPr="004C3E92">
        <w:t>et parfois chez elle</w:t>
      </w:r>
      <w:r w:rsidR="004A4993">
        <w:t xml:space="preserve"> ; </w:t>
      </w:r>
      <w:r w:rsidRPr="004C3E92">
        <w:t>mais</w:t>
      </w:r>
      <w:r w:rsidR="004A4993">
        <w:t xml:space="preserve">, </w:t>
      </w:r>
      <w:r w:rsidRPr="004C3E92">
        <w:t>où que ce fut</w:t>
      </w:r>
      <w:r w:rsidR="004A4993">
        <w:t xml:space="preserve">, </w:t>
      </w:r>
      <w:r w:rsidRPr="004C3E92">
        <w:t>elle arrivait toujours de fort bonne humeur</w:t>
      </w:r>
      <w:r w:rsidR="004A4993">
        <w:t xml:space="preserve">, </w:t>
      </w:r>
      <w:r w:rsidRPr="004C3E92">
        <w:t>pleine de ravissement et d</w:t>
      </w:r>
      <w:r w:rsidR="004A4993">
        <w:t>’</w:t>
      </w:r>
      <w:r w:rsidRPr="004C3E92">
        <w:t>importance</w:t>
      </w:r>
      <w:r w:rsidR="004A4993">
        <w:t xml:space="preserve">, </w:t>
      </w:r>
      <w:r w:rsidRPr="004C3E92">
        <w:t>attribuant le bon état de santé de Charlotte à ses propres soins</w:t>
      </w:r>
      <w:r w:rsidR="004A4993">
        <w:t xml:space="preserve">, </w:t>
      </w:r>
      <w:r w:rsidRPr="004C3E92">
        <w:t>et prête à donner de sa situation un compte rendu tellement précis et m</w:t>
      </w:r>
      <w:r w:rsidRPr="004C3E92">
        <w:t>i</w:t>
      </w:r>
      <w:r w:rsidRPr="004C3E92">
        <w:t>nutieusement détaillé</w:t>
      </w:r>
      <w:r w:rsidR="004A4993">
        <w:t xml:space="preserve">, </w:t>
      </w:r>
      <w:r w:rsidRPr="004C3E92">
        <w:t>que miss Steele seule avait assez de curiosité pour le désirer</w:t>
      </w:r>
      <w:r w:rsidR="004A4993">
        <w:t xml:space="preserve">. </w:t>
      </w:r>
      <w:r w:rsidRPr="004C3E92">
        <w:t>Une seule chose la troublait vraiment</w:t>
      </w:r>
      <w:r w:rsidR="004A4993">
        <w:t xml:space="preserve">, </w:t>
      </w:r>
      <w:r w:rsidRPr="004C3E92">
        <w:t>et elle en fit sa plainte quotidienne</w:t>
      </w:r>
      <w:r w:rsidR="004A4993">
        <w:t xml:space="preserve">. </w:t>
      </w:r>
      <w:r w:rsidRPr="004C3E92">
        <w:t>Mr</w:t>
      </w:r>
      <w:r w:rsidR="004A4993">
        <w:t xml:space="preserve">. </w:t>
      </w:r>
      <w:r w:rsidRPr="004C3E92">
        <w:t>Palmer maintenait l</w:t>
      </w:r>
      <w:r w:rsidR="004A4993">
        <w:t>’</w:t>
      </w:r>
      <w:r w:rsidRPr="004C3E92">
        <w:t>opinion commune</w:t>
      </w:r>
      <w:r w:rsidR="004A4993">
        <w:t xml:space="preserve">, </w:t>
      </w:r>
      <w:r w:rsidRPr="004C3E92">
        <w:t>mais peu paternelle</w:t>
      </w:r>
      <w:r w:rsidR="004A4993">
        <w:t xml:space="preserve">, </w:t>
      </w:r>
      <w:r w:rsidRPr="004C3E92">
        <w:t>courante chez son sexe</w:t>
      </w:r>
      <w:r w:rsidR="004A4993">
        <w:t xml:space="preserve">, </w:t>
      </w:r>
      <w:r w:rsidRPr="004C3E92">
        <w:t>suivant laquelle tous les jeunes enfants se ressemblent</w:t>
      </w:r>
      <w:r w:rsidR="004A4993">
        <w:t xml:space="preserve"> ; </w:t>
      </w:r>
      <w:r w:rsidRPr="004C3E92">
        <w:t>et bien qu</w:t>
      </w:r>
      <w:r w:rsidR="004A4993">
        <w:t>’</w:t>
      </w:r>
      <w:r w:rsidRPr="004C3E92">
        <w:t>elle perçût nettement</w:t>
      </w:r>
      <w:r w:rsidR="004A4993">
        <w:t xml:space="preserve">, </w:t>
      </w:r>
      <w:r w:rsidRPr="004C3E92">
        <w:t>à divers moments</w:t>
      </w:r>
      <w:r w:rsidR="004A4993">
        <w:t xml:space="preserve">, </w:t>
      </w:r>
      <w:r w:rsidRPr="004C3E92">
        <w:t>la ressembla</w:t>
      </w:r>
      <w:r w:rsidRPr="004C3E92">
        <w:t>n</w:t>
      </w:r>
      <w:r w:rsidRPr="004C3E92">
        <w:t>ce la plus frappante entre ce bébé et chacun de ses parents</w:t>
      </w:r>
      <w:r w:rsidR="004A4993">
        <w:t xml:space="preserve">, </w:t>
      </w:r>
      <w:r w:rsidRPr="004C3E92">
        <w:t>des deux côtés</w:t>
      </w:r>
      <w:r w:rsidR="004A4993">
        <w:t xml:space="preserve">, </w:t>
      </w:r>
      <w:r w:rsidRPr="004C3E92">
        <w:t>il n</w:t>
      </w:r>
      <w:r w:rsidR="004A4993">
        <w:t>’</w:t>
      </w:r>
      <w:r w:rsidRPr="004C3E92">
        <w:t>était point possible d</w:t>
      </w:r>
      <w:r w:rsidR="004A4993">
        <w:t>’</w:t>
      </w:r>
      <w:r w:rsidRPr="004C3E92">
        <w:t>en convaincre son père</w:t>
      </w:r>
      <w:r w:rsidR="004A4993">
        <w:t xml:space="preserve"> ; </w:t>
      </w:r>
      <w:r w:rsidRPr="004C3E92">
        <w:t>on ne pouvait le persuader de croire qu</w:t>
      </w:r>
      <w:r w:rsidR="004A4993">
        <w:t>’</w:t>
      </w:r>
      <w:r w:rsidRPr="004C3E92">
        <w:t>il n</w:t>
      </w:r>
      <w:r w:rsidR="004A4993">
        <w:t>’</w:t>
      </w:r>
      <w:r w:rsidRPr="004C3E92">
        <w:t>était pas absolument semblable à tous les autres bébés du même âge</w:t>
      </w:r>
      <w:r w:rsidR="004A4993">
        <w:t xml:space="preserve"> ; </w:t>
      </w:r>
      <w:r w:rsidRPr="004C3E92">
        <w:t>et l</w:t>
      </w:r>
      <w:r w:rsidR="004A4993">
        <w:t>’</w:t>
      </w:r>
      <w:r w:rsidRPr="004C3E92">
        <w:t>on ne pa</w:t>
      </w:r>
      <w:r w:rsidRPr="004C3E92">
        <w:t>r</w:t>
      </w:r>
      <w:r w:rsidRPr="004C3E92">
        <w:t>venait pas même à l</w:t>
      </w:r>
      <w:r w:rsidR="004A4993">
        <w:t>’</w:t>
      </w:r>
      <w:r w:rsidRPr="004C3E92">
        <w:t>amener à reconnaître cette simple propos</w:t>
      </w:r>
      <w:r w:rsidRPr="004C3E92">
        <w:t>i</w:t>
      </w:r>
      <w:r w:rsidRPr="004C3E92">
        <w:t>tion</w:t>
      </w:r>
      <w:r w:rsidR="004A4993">
        <w:t xml:space="preserve">, </w:t>
      </w:r>
      <w:r w:rsidRPr="004C3E92">
        <w:t>que c</w:t>
      </w:r>
      <w:r w:rsidR="004A4993">
        <w:t>’</w:t>
      </w:r>
      <w:r w:rsidRPr="004C3E92">
        <w:t>était le plus beau bébé qui fût au monde</w:t>
      </w:r>
      <w:r w:rsidR="004A4993">
        <w:t>.</w:t>
      </w:r>
    </w:p>
    <w:p w14:paraId="0B490E8F" w14:textId="77777777" w:rsidR="004A4993" w:rsidRDefault="008C5C61" w:rsidP="004A4993">
      <w:r w:rsidRPr="004C3E92">
        <w:t>J</w:t>
      </w:r>
      <w:r w:rsidR="004A4993">
        <w:t>’</w:t>
      </w:r>
      <w:r w:rsidRPr="004C3E92">
        <w:t>en arrive maintenant au récit d</w:t>
      </w:r>
      <w:r w:rsidR="004A4993">
        <w:t>’</w:t>
      </w:r>
      <w:r w:rsidRPr="004C3E92">
        <w:t>un malheur qui</w:t>
      </w:r>
      <w:r w:rsidR="004A4993">
        <w:t xml:space="preserve">, </w:t>
      </w:r>
      <w:r w:rsidRPr="004C3E92">
        <w:t>vers cette époque</w:t>
      </w:r>
      <w:r w:rsidR="004A4993">
        <w:t xml:space="preserve">, </w:t>
      </w:r>
      <w:r w:rsidRPr="004C3E92">
        <w:t>s</w:t>
      </w:r>
      <w:r w:rsidR="004A4993">
        <w:t>’</w:t>
      </w:r>
      <w:r w:rsidRPr="004C3E92">
        <w:t>abattit sur Mrs</w:t>
      </w:r>
      <w:r w:rsidR="004A4993">
        <w:t xml:space="preserve">. </w:t>
      </w:r>
      <w:r w:rsidRPr="004C3E92">
        <w:t xml:space="preserve">John </w:t>
      </w:r>
      <w:proofErr w:type="spellStart"/>
      <w:r w:rsidRPr="004C3E92">
        <w:t>Dashwood</w:t>
      </w:r>
      <w:proofErr w:type="spellEnd"/>
      <w:r w:rsidR="004A4993">
        <w:t xml:space="preserve">. </w:t>
      </w:r>
      <w:r w:rsidRPr="004C3E92">
        <w:t>Il se trouva que</w:t>
      </w:r>
      <w:r w:rsidR="004A4993">
        <w:t xml:space="preserve">, </w:t>
      </w:r>
      <w:r w:rsidRPr="004C3E92">
        <w:t>lorsque ses deux sœurs</w:t>
      </w:r>
      <w:r w:rsidR="004A4993">
        <w:t xml:space="preserve">, </w:t>
      </w:r>
      <w:r w:rsidRPr="004C3E92">
        <w:t>avec Mrs</w:t>
      </w:r>
      <w:r w:rsidR="004A4993">
        <w:t xml:space="preserve">. </w:t>
      </w:r>
      <w:r w:rsidRPr="004C3E92">
        <w:t>Jennings</w:t>
      </w:r>
      <w:r w:rsidR="004A4993">
        <w:t xml:space="preserve">, </w:t>
      </w:r>
      <w:r w:rsidRPr="004C3E92">
        <w:t>lui avaient fait leur première visite dans Harley Street</w:t>
      </w:r>
      <w:r w:rsidR="004A4993">
        <w:t xml:space="preserve">, </w:t>
      </w:r>
      <w:r w:rsidRPr="004C3E92">
        <w:t xml:space="preserve">une autre de ses </w:t>
      </w:r>
      <w:r w:rsidRPr="004C3E92">
        <w:lastRenderedPageBreak/>
        <w:t>connaissa</w:t>
      </w:r>
      <w:r w:rsidRPr="004C3E92">
        <w:t>n</w:t>
      </w:r>
      <w:r w:rsidRPr="004C3E92">
        <w:t>ces s</w:t>
      </w:r>
      <w:r w:rsidR="004A4993">
        <w:t>’</w:t>
      </w:r>
      <w:r w:rsidRPr="004C3E92">
        <w:t>était présentée</w:t>
      </w:r>
      <w:r w:rsidR="004A4993">
        <w:t xml:space="preserve">, – </w:t>
      </w:r>
      <w:r w:rsidRPr="004C3E92">
        <w:t>circonstance qui</w:t>
      </w:r>
      <w:r w:rsidR="004A4993">
        <w:t xml:space="preserve">, </w:t>
      </w:r>
      <w:r w:rsidRPr="004C3E92">
        <w:t>en soi</w:t>
      </w:r>
      <w:r w:rsidR="004A4993">
        <w:t xml:space="preserve">, </w:t>
      </w:r>
      <w:r w:rsidRPr="004C3E92">
        <w:t>n</w:t>
      </w:r>
      <w:r w:rsidR="004A4993">
        <w:t>’</w:t>
      </w:r>
      <w:r w:rsidRPr="004C3E92">
        <w:t>était pas de nature à lui être désagréable</w:t>
      </w:r>
      <w:r w:rsidR="004A4993">
        <w:t xml:space="preserve">. </w:t>
      </w:r>
      <w:r w:rsidRPr="004C3E92">
        <w:t>Mais</w:t>
      </w:r>
      <w:r w:rsidR="004A4993">
        <w:t xml:space="preserve">, </w:t>
      </w:r>
      <w:r w:rsidRPr="004C3E92">
        <w:t>s</w:t>
      </w:r>
      <w:r w:rsidR="004A4993">
        <w:t>’</w:t>
      </w:r>
      <w:r w:rsidRPr="004C3E92">
        <w:t>il est vrai que l</w:t>
      </w:r>
      <w:r w:rsidR="004A4993">
        <w:t>’</w:t>
      </w:r>
      <w:r w:rsidRPr="004C3E92">
        <w:t>imagination des autres les emporte à former des jugements erronés sur notre conduite et à se prononcer sur elle d</w:t>
      </w:r>
      <w:r w:rsidR="004A4993">
        <w:t>’</w:t>
      </w:r>
      <w:r w:rsidRPr="004C3E92">
        <w:t>après des apparences lég</w:t>
      </w:r>
      <w:r w:rsidRPr="004C3E92">
        <w:t>è</w:t>
      </w:r>
      <w:r w:rsidRPr="004C3E92">
        <w:t>res</w:t>
      </w:r>
      <w:r w:rsidR="004A4993">
        <w:t xml:space="preserve">, </w:t>
      </w:r>
      <w:r w:rsidRPr="004C3E92">
        <w:t>notre bonheur doit toujours</w:t>
      </w:r>
      <w:r w:rsidR="004A4993">
        <w:t xml:space="preserve">, </w:t>
      </w:r>
      <w:r w:rsidRPr="004C3E92">
        <w:t>dans une certaine mesure</w:t>
      </w:r>
      <w:r w:rsidR="004A4993">
        <w:t xml:space="preserve">, </w:t>
      </w:r>
      <w:r w:rsidRPr="004C3E92">
        <w:t>être à la merci du hasard</w:t>
      </w:r>
      <w:r w:rsidR="004A4993">
        <w:t xml:space="preserve">. </w:t>
      </w:r>
      <w:r w:rsidRPr="004C3E92">
        <w:t>Dans le cas présent</w:t>
      </w:r>
      <w:r w:rsidR="004A4993">
        <w:t xml:space="preserve">, </w:t>
      </w:r>
      <w:r w:rsidRPr="004C3E92">
        <w:t>cette dame</w:t>
      </w:r>
      <w:r w:rsidR="004A4993">
        <w:t xml:space="preserve">, </w:t>
      </w:r>
      <w:r w:rsidRPr="004C3E92">
        <w:t>la derni</w:t>
      </w:r>
      <w:r w:rsidRPr="004C3E92">
        <w:t>è</w:t>
      </w:r>
      <w:r w:rsidRPr="004C3E92">
        <w:t>re arrivée</w:t>
      </w:r>
      <w:r w:rsidR="004A4993">
        <w:t xml:space="preserve">, </w:t>
      </w:r>
      <w:r w:rsidRPr="004C3E92">
        <w:t>permit à son imagination de dépasser à tel point la vérité et la probabilité</w:t>
      </w:r>
      <w:r w:rsidR="004A4993">
        <w:t xml:space="preserve">, </w:t>
      </w:r>
      <w:r w:rsidRPr="004C3E92">
        <w:t>qu</w:t>
      </w:r>
      <w:r w:rsidR="004A4993">
        <w:t>’</w:t>
      </w:r>
      <w:r w:rsidRPr="004C3E92">
        <w:t xml:space="preserve">après avoir simplement entendu le nom des demoiselles </w:t>
      </w:r>
      <w:proofErr w:type="spellStart"/>
      <w:r w:rsidRPr="004C3E92">
        <w:t>Dashwood</w:t>
      </w:r>
      <w:proofErr w:type="spellEnd"/>
      <w:r w:rsidR="004A4993">
        <w:t xml:space="preserve">, </w:t>
      </w:r>
      <w:r w:rsidRPr="004C3E92">
        <w:t>et avoir compris qu</w:t>
      </w:r>
      <w:r w:rsidR="004A4993">
        <w:t>’</w:t>
      </w:r>
      <w:r w:rsidRPr="004C3E92">
        <w:t>elles étaient les sœurs de Mrs</w:t>
      </w:r>
      <w:r w:rsidR="004A4993">
        <w:t xml:space="preserve">. </w:t>
      </w:r>
      <w:proofErr w:type="spellStart"/>
      <w:r w:rsidRPr="004C3E92">
        <w:t>Dashwood</w:t>
      </w:r>
      <w:proofErr w:type="spellEnd"/>
      <w:r w:rsidR="004A4993">
        <w:t xml:space="preserve">, </w:t>
      </w:r>
      <w:r w:rsidRPr="004C3E92">
        <w:t>elle en conclut immédi</w:t>
      </w:r>
      <w:r w:rsidRPr="004C3E92">
        <w:t>a</w:t>
      </w:r>
      <w:r w:rsidRPr="004C3E92">
        <w:t>tement qu</w:t>
      </w:r>
      <w:r w:rsidR="004A4993">
        <w:t>’</w:t>
      </w:r>
      <w:r w:rsidRPr="004C3E92">
        <w:t>elles étaient descendues chez elle</w:t>
      </w:r>
      <w:r w:rsidR="004A4993">
        <w:t xml:space="preserve">, </w:t>
      </w:r>
      <w:r w:rsidRPr="004C3E92">
        <w:t>dans Harley Street</w:t>
      </w:r>
      <w:r w:rsidR="004A4993">
        <w:t xml:space="preserve"> ; </w:t>
      </w:r>
      <w:r w:rsidRPr="004C3E92">
        <w:t>et ce malentendu eut pour conséquence</w:t>
      </w:r>
      <w:r w:rsidR="004A4993">
        <w:t xml:space="preserve">, </w:t>
      </w:r>
      <w:r w:rsidRPr="004C3E92">
        <w:t>à un jour ou deux de là</w:t>
      </w:r>
      <w:r w:rsidR="004A4993">
        <w:t xml:space="preserve">, </w:t>
      </w:r>
      <w:r w:rsidRPr="004C3E92">
        <w:t>l</w:t>
      </w:r>
      <w:r w:rsidR="004A4993">
        <w:t>’</w:t>
      </w:r>
      <w:r w:rsidRPr="004C3E92">
        <w:t>arrivée de cartes d</w:t>
      </w:r>
      <w:r w:rsidR="004A4993">
        <w:t>’</w:t>
      </w:r>
      <w:r w:rsidRPr="004C3E92">
        <w:t>invitation pour elles</w:t>
      </w:r>
      <w:r w:rsidR="004A4993">
        <w:t xml:space="preserve">, </w:t>
      </w:r>
      <w:r w:rsidRPr="004C3E92">
        <w:t>aussi bien que pour leur frère et leur sœur</w:t>
      </w:r>
      <w:r w:rsidR="004A4993">
        <w:t xml:space="preserve">, </w:t>
      </w:r>
      <w:r w:rsidRPr="004C3E92">
        <w:t>les conviant à une petite soirée musicale chez elle</w:t>
      </w:r>
      <w:r w:rsidR="004A4993">
        <w:t xml:space="preserve">. </w:t>
      </w:r>
      <w:r w:rsidRPr="004C3E92">
        <w:t>En conséquence de quoi Mrs</w:t>
      </w:r>
      <w:r w:rsidR="004A4993">
        <w:t xml:space="preserve">. </w:t>
      </w:r>
      <w:proofErr w:type="spellStart"/>
      <w:r w:rsidRPr="004C3E92">
        <w:t>Dashwood</w:t>
      </w:r>
      <w:proofErr w:type="spellEnd"/>
      <w:r w:rsidRPr="004C3E92">
        <w:t xml:space="preserve"> fut non seulement obligée de subir le désagrément extrêmement grave d</w:t>
      </w:r>
      <w:r w:rsidR="004A4993">
        <w:t>’</w:t>
      </w:r>
      <w:r w:rsidRPr="004C3E92">
        <w:t xml:space="preserve">envoyer sa voiture pour prendre les demoiselles </w:t>
      </w:r>
      <w:proofErr w:type="spellStart"/>
      <w:r w:rsidRPr="004C3E92">
        <w:t>Das</w:t>
      </w:r>
      <w:r w:rsidRPr="004C3E92">
        <w:t>h</w:t>
      </w:r>
      <w:r w:rsidRPr="004C3E92">
        <w:t>wood</w:t>
      </w:r>
      <w:proofErr w:type="spellEnd"/>
      <w:r w:rsidR="004A4993">
        <w:t xml:space="preserve">, </w:t>
      </w:r>
      <w:r w:rsidRPr="004C3E92">
        <w:t>mais</w:t>
      </w:r>
      <w:r w:rsidR="004A4993">
        <w:t xml:space="preserve">, </w:t>
      </w:r>
      <w:r w:rsidRPr="004C3E92">
        <w:t>chose encore pire</w:t>
      </w:r>
      <w:r w:rsidR="004A4993">
        <w:t xml:space="preserve">, </w:t>
      </w:r>
      <w:r w:rsidRPr="004C3E92">
        <w:t>elle fut assujettie à tout l</w:t>
      </w:r>
      <w:r w:rsidR="004A4993">
        <w:t>’</w:t>
      </w:r>
      <w:r w:rsidRPr="004C3E92">
        <w:t>ennui de paraître les combler d</w:t>
      </w:r>
      <w:r w:rsidR="004A4993">
        <w:t>’</w:t>
      </w:r>
      <w:r w:rsidRPr="004C3E92">
        <w:t>attentions</w:t>
      </w:r>
      <w:r w:rsidR="004A4993">
        <w:t xml:space="preserve">, </w:t>
      </w:r>
      <w:r w:rsidRPr="004C3E92">
        <w:t>et qui pouvait savoir si elles ne s</w:t>
      </w:r>
      <w:r w:rsidR="004A4993">
        <w:t>’</w:t>
      </w:r>
      <w:r w:rsidRPr="004C3E92">
        <w:t>attendaient pas à sortir une autre fois avec elle</w:t>
      </w:r>
      <w:r w:rsidR="004A4993">
        <w:t xml:space="preserve"> ? </w:t>
      </w:r>
      <w:r w:rsidRPr="004C3E92">
        <w:t>Certes</w:t>
      </w:r>
      <w:r w:rsidR="004A4993">
        <w:t xml:space="preserve">, </w:t>
      </w:r>
      <w:r w:rsidRPr="004C3E92">
        <w:t>elle conserverait toujours le pouvoir de leur infliger une déception</w:t>
      </w:r>
      <w:r w:rsidR="004A4993">
        <w:t xml:space="preserve">. </w:t>
      </w:r>
      <w:r w:rsidRPr="004C3E92">
        <w:t>Mais cela ne suffisait pas</w:t>
      </w:r>
      <w:r w:rsidR="004A4993">
        <w:t xml:space="preserve"> ; </w:t>
      </w:r>
      <w:r w:rsidRPr="004C3E92">
        <w:t>car lorsque les gens se sont déterm</w:t>
      </w:r>
      <w:r w:rsidRPr="004C3E92">
        <w:t>i</w:t>
      </w:r>
      <w:r w:rsidRPr="004C3E92">
        <w:t>nés pour un mode de conduite qu</w:t>
      </w:r>
      <w:r w:rsidR="004A4993">
        <w:t>’</w:t>
      </w:r>
      <w:r w:rsidRPr="004C3E92">
        <w:t>ils savent être mauvais</w:t>
      </w:r>
      <w:r w:rsidR="004A4993">
        <w:t xml:space="preserve">, </w:t>
      </w:r>
      <w:r w:rsidRPr="004C3E92">
        <w:t>ils se sentent blessés si l</w:t>
      </w:r>
      <w:r w:rsidR="004A4993">
        <w:t>’</w:t>
      </w:r>
      <w:r w:rsidRPr="004C3E92">
        <w:t>on s</w:t>
      </w:r>
      <w:r w:rsidR="004A4993">
        <w:t>’</w:t>
      </w:r>
      <w:r w:rsidRPr="004C3E92">
        <w:t>attend à quelque chose de mieux de leur part</w:t>
      </w:r>
      <w:r w:rsidR="004A4993">
        <w:t>.</w:t>
      </w:r>
    </w:p>
    <w:p w14:paraId="4440AC19" w14:textId="77777777" w:rsidR="004A4993" w:rsidRDefault="008C5C61" w:rsidP="004A4993">
      <w:r w:rsidRPr="004C3E92">
        <w:t>Marianne avait</w:t>
      </w:r>
      <w:r w:rsidR="004A4993">
        <w:t xml:space="preserve">, </w:t>
      </w:r>
      <w:r w:rsidRPr="004C3E92">
        <w:t>à présent</w:t>
      </w:r>
      <w:r w:rsidR="004A4993">
        <w:t xml:space="preserve">, </w:t>
      </w:r>
      <w:r w:rsidRPr="004C3E92">
        <w:t>été peu à peu entraînée à l</w:t>
      </w:r>
      <w:r w:rsidR="004A4993">
        <w:t>’</w:t>
      </w:r>
      <w:r w:rsidRPr="004C3E92">
        <w:t>habitude de sortir tous les jours</w:t>
      </w:r>
      <w:r w:rsidR="004A4993">
        <w:t xml:space="preserve">, </w:t>
      </w:r>
      <w:r w:rsidRPr="004C3E92">
        <w:t>au point qu</w:t>
      </w:r>
      <w:r w:rsidR="004A4993">
        <w:t>’</w:t>
      </w:r>
      <w:r w:rsidRPr="004C3E92">
        <w:t>il lui était devenu indifférent de sortir ou non</w:t>
      </w:r>
      <w:r w:rsidR="004A4993">
        <w:t xml:space="preserve"> ; </w:t>
      </w:r>
      <w:r w:rsidRPr="004C3E92">
        <w:t>et elle se préparait d</w:t>
      </w:r>
      <w:r w:rsidR="004A4993">
        <w:t>’</w:t>
      </w:r>
      <w:r w:rsidRPr="004C3E92">
        <w:t>une façon tranquille et mécanique à l</w:t>
      </w:r>
      <w:r w:rsidR="004A4993">
        <w:t>’</w:t>
      </w:r>
      <w:r w:rsidRPr="004C3E92">
        <w:t>emploi de chacune de ses soirées</w:t>
      </w:r>
      <w:r w:rsidR="004A4993">
        <w:t xml:space="preserve">, </w:t>
      </w:r>
      <w:r w:rsidRPr="004C3E92">
        <w:t>bien qu</w:t>
      </w:r>
      <w:r w:rsidR="004A4993">
        <w:t>’</w:t>
      </w:r>
      <w:r w:rsidRPr="004C3E92">
        <w:t>elle n</w:t>
      </w:r>
      <w:r w:rsidR="004A4993">
        <w:t>’</w:t>
      </w:r>
      <w:r w:rsidRPr="004C3E92">
        <w:t>espérât tirer le moindre plaisir d</w:t>
      </w:r>
      <w:r w:rsidR="004A4993">
        <w:t>’</w:t>
      </w:r>
      <w:r w:rsidRPr="004C3E92">
        <w:t>aucune</w:t>
      </w:r>
      <w:r w:rsidR="004A4993">
        <w:t xml:space="preserve">, </w:t>
      </w:r>
      <w:r w:rsidRPr="004C3E92">
        <w:t>et qu</w:t>
      </w:r>
      <w:r w:rsidR="004A4993">
        <w:t>’</w:t>
      </w:r>
      <w:r w:rsidRPr="004C3E92">
        <w:t>elle ne sût</w:t>
      </w:r>
      <w:r w:rsidR="004A4993">
        <w:t xml:space="preserve">, </w:t>
      </w:r>
      <w:r w:rsidRPr="004C3E92">
        <w:t>bien souvent</w:t>
      </w:r>
      <w:r w:rsidR="004A4993">
        <w:t xml:space="preserve">, </w:t>
      </w:r>
      <w:r w:rsidRPr="004C3E92">
        <w:t>qu</w:t>
      </w:r>
      <w:r w:rsidR="004A4993">
        <w:t>’</w:t>
      </w:r>
      <w:r w:rsidRPr="004C3E92">
        <w:t>au dernier moment où elle allait l</w:t>
      </w:r>
      <w:r w:rsidR="004A4993">
        <w:t>’</w:t>
      </w:r>
      <w:r w:rsidRPr="004C3E92">
        <w:t>entraîner</w:t>
      </w:r>
      <w:r w:rsidR="004A4993">
        <w:t>.</w:t>
      </w:r>
    </w:p>
    <w:p w14:paraId="116AA952" w14:textId="77777777" w:rsidR="004A4993" w:rsidRDefault="008C5C61" w:rsidP="004A4993">
      <w:r w:rsidRPr="004C3E92">
        <w:lastRenderedPageBreak/>
        <w:t>Elle devenait si parfaitement indifférente à ses vêtements et à son aspect</w:t>
      </w:r>
      <w:r w:rsidR="004A4993">
        <w:t xml:space="preserve">, </w:t>
      </w:r>
      <w:r w:rsidRPr="004C3E92">
        <w:t>qu</w:t>
      </w:r>
      <w:r w:rsidR="004A4993">
        <w:t>’</w:t>
      </w:r>
      <w:r w:rsidRPr="004C3E92">
        <w:t>elle ne leur accordait plus la moitié de la considération</w:t>
      </w:r>
      <w:r w:rsidR="004A4993">
        <w:t xml:space="preserve">, </w:t>
      </w:r>
      <w:r w:rsidRPr="004C3E92">
        <w:t>pendant tout le temps de sa toilette</w:t>
      </w:r>
      <w:r w:rsidR="004A4993">
        <w:t xml:space="preserve">, </w:t>
      </w:r>
      <w:r w:rsidRPr="004C3E92">
        <w:t>qu</w:t>
      </w:r>
      <w:r w:rsidR="004A4993">
        <w:t>’</w:t>
      </w:r>
      <w:r w:rsidRPr="004C3E92">
        <w:t>elle en recevait de la part de miss Steele au cours des cinq premières minutes où elles étaient ensemble</w:t>
      </w:r>
      <w:r w:rsidR="004A4993">
        <w:t xml:space="preserve">, </w:t>
      </w:r>
      <w:r w:rsidRPr="004C3E92">
        <w:t>après qu</w:t>
      </w:r>
      <w:r w:rsidR="004A4993">
        <w:t>’</w:t>
      </w:r>
      <w:r w:rsidRPr="004C3E92">
        <w:t>elle était achevée</w:t>
      </w:r>
      <w:r w:rsidR="004A4993">
        <w:t xml:space="preserve">. </w:t>
      </w:r>
      <w:r w:rsidRPr="004C3E92">
        <w:t>Rien n</w:t>
      </w:r>
      <w:r w:rsidR="004A4993">
        <w:t>’</w:t>
      </w:r>
      <w:r w:rsidRPr="004C3E92">
        <w:t>échappait à son observation minutieuse et à sa curiosité générale</w:t>
      </w:r>
      <w:r w:rsidR="004A4993">
        <w:t xml:space="preserve"> ; </w:t>
      </w:r>
      <w:r w:rsidRPr="004C3E92">
        <w:t>elle voyait tout</w:t>
      </w:r>
      <w:r w:rsidR="004A4993">
        <w:t xml:space="preserve">, </w:t>
      </w:r>
      <w:r w:rsidRPr="004C3E92">
        <w:t>et interrogeait sur tout</w:t>
      </w:r>
      <w:r w:rsidR="004A4993">
        <w:t xml:space="preserve"> ; </w:t>
      </w:r>
      <w:r w:rsidRPr="004C3E92">
        <w:t>elle n</w:t>
      </w:r>
      <w:r w:rsidR="004A4993">
        <w:t>’</w:t>
      </w:r>
      <w:r w:rsidRPr="004C3E92">
        <w:t>était jamais à son aise</w:t>
      </w:r>
      <w:r w:rsidR="004A4993">
        <w:t xml:space="preserve">, </w:t>
      </w:r>
      <w:r w:rsidRPr="004C3E92">
        <w:t>qu</w:t>
      </w:r>
      <w:r w:rsidR="004A4993">
        <w:t>’</w:t>
      </w:r>
      <w:r w:rsidRPr="004C3E92">
        <w:t>elle ne connût le prix de chacune des pa</w:t>
      </w:r>
      <w:r w:rsidRPr="004C3E92">
        <w:t>r</w:t>
      </w:r>
      <w:r w:rsidRPr="004C3E92">
        <w:t>ties de la robe de Marianne</w:t>
      </w:r>
      <w:r w:rsidR="004A4993">
        <w:t xml:space="preserve"> ; </w:t>
      </w:r>
      <w:r w:rsidRPr="004C3E92">
        <w:t>elle eût été en mesure de deviner</w:t>
      </w:r>
      <w:r w:rsidR="004A4993">
        <w:t xml:space="preserve">, </w:t>
      </w:r>
      <w:r w:rsidRPr="004C3E92">
        <w:t>avec plus de jugement que Marianne elle-même</w:t>
      </w:r>
      <w:r w:rsidR="004A4993">
        <w:t xml:space="preserve">, </w:t>
      </w:r>
      <w:r w:rsidRPr="004C3E92">
        <w:t>le nombre total des robes de celle-ci</w:t>
      </w:r>
      <w:r w:rsidR="004A4993">
        <w:t xml:space="preserve">, </w:t>
      </w:r>
      <w:r w:rsidRPr="004C3E92">
        <w:t>et n</w:t>
      </w:r>
      <w:r w:rsidR="004A4993">
        <w:t>’</w:t>
      </w:r>
      <w:r w:rsidRPr="004C3E92">
        <w:t>était pas sans espoir de découvrir</w:t>
      </w:r>
      <w:r w:rsidR="004A4993">
        <w:t xml:space="preserve">, </w:t>
      </w:r>
      <w:r w:rsidRPr="004C3E92">
        <w:t>avant qu</w:t>
      </w:r>
      <w:r w:rsidR="004A4993">
        <w:t>’</w:t>
      </w:r>
      <w:r w:rsidRPr="004C3E92">
        <w:t>elles ne se séparassent</w:t>
      </w:r>
      <w:r w:rsidR="004A4993">
        <w:t xml:space="preserve">, </w:t>
      </w:r>
      <w:r w:rsidRPr="004C3E92">
        <w:t>le montant hebdomadaire de ses frais de blanchissage</w:t>
      </w:r>
      <w:r w:rsidR="004A4993">
        <w:t xml:space="preserve">, </w:t>
      </w:r>
      <w:r w:rsidRPr="004C3E92">
        <w:t>et de combien elle disposait annuell</w:t>
      </w:r>
      <w:r w:rsidRPr="004C3E92">
        <w:t>e</w:t>
      </w:r>
      <w:r w:rsidRPr="004C3E92">
        <w:t>ment pour ses dépenses personnelles</w:t>
      </w:r>
      <w:r w:rsidR="004A4993">
        <w:t xml:space="preserve">. </w:t>
      </w:r>
      <w:r w:rsidRPr="004C3E92">
        <w:t>L</w:t>
      </w:r>
      <w:r w:rsidR="004A4993">
        <w:t>’</w:t>
      </w:r>
      <w:r w:rsidRPr="004C3E92">
        <w:t>impertinence de ce ge</w:t>
      </w:r>
      <w:r w:rsidRPr="004C3E92">
        <w:t>n</w:t>
      </w:r>
      <w:r w:rsidRPr="004C3E92">
        <w:t>re d</w:t>
      </w:r>
      <w:r w:rsidR="004A4993">
        <w:t>’</w:t>
      </w:r>
      <w:r w:rsidRPr="004C3E92">
        <w:t>examens</w:t>
      </w:r>
      <w:r w:rsidR="004A4993">
        <w:t xml:space="preserve">, </w:t>
      </w:r>
      <w:r w:rsidRPr="004C3E92">
        <w:t>en outre</w:t>
      </w:r>
      <w:r w:rsidR="004A4993">
        <w:t xml:space="preserve">, </w:t>
      </w:r>
      <w:r w:rsidRPr="004C3E92">
        <w:t>se terminait en général sur un compl</w:t>
      </w:r>
      <w:r w:rsidRPr="004C3E92">
        <w:t>i</w:t>
      </w:r>
      <w:r w:rsidRPr="004C3E92">
        <w:t>ment qui</w:t>
      </w:r>
      <w:r w:rsidR="004A4993">
        <w:t xml:space="preserve">, </w:t>
      </w:r>
      <w:r w:rsidRPr="004C3E92">
        <w:t>bien que destiné à en constituer la douceur finale</w:t>
      </w:r>
      <w:r w:rsidR="004A4993">
        <w:t xml:space="preserve">, </w:t>
      </w:r>
      <w:r w:rsidRPr="004C3E92">
        <w:t>était considéré par Marianne comme la plus grosse impertine</w:t>
      </w:r>
      <w:r w:rsidRPr="004C3E92">
        <w:t>n</w:t>
      </w:r>
      <w:r w:rsidRPr="004C3E92">
        <w:t>ce de toutes</w:t>
      </w:r>
      <w:r w:rsidR="004A4993">
        <w:t xml:space="preserve"> ; </w:t>
      </w:r>
      <w:r w:rsidRPr="004C3E92">
        <w:t>car</w:t>
      </w:r>
      <w:r w:rsidR="004A4993">
        <w:t xml:space="preserve">, </w:t>
      </w:r>
      <w:r w:rsidRPr="004C3E92">
        <w:t>après avoir subi un interrogatoire sur la v</w:t>
      </w:r>
      <w:r w:rsidRPr="004C3E92">
        <w:t>a</w:t>
      </w:r>
      <w:r w:rsidRPr="004C3E92">
        <w:t>leur et la façon de sa robe</w:t>
      </w:r>
      <w:r w:rsidR="004A4993">
        <w:t xml:space="preserve">, </w:t>
      </w:r>
      <w:r w:rsidRPr="004C3E92">
        <w:t>la couleur de ses souliers</w:t>
      </w:r>
      <w:r w:rsidR="004A4993">
        <w:t xml:space="preserve">, </w:t>
      </w:r>
      <w:r w:rsidRPr="004C3E92">
        <w:t>et la disp</w:t>
      </w:r>
      <w:r w:rsidRPr="004C3E92">
        <w:t>o</w:t>
      </w:r>
      <w:r w:rsidRPr="004C3E92">
        <w:t>sition de sa coiffure</w:t>
      </w:r>
      <w:r w:rsidR="004A4993">
        <w:t xml:space="preserve">, </w:t>
      </w:r>
      <w:r w:rsidRPr="004C3E92">
        <w:t>elle était à peu près sûre de s</w:t>
      </w:r>
      <w:r w:rsidR="004A4993">
        <w:t>’</w:t>
      </w:r>
      <w:r w:rsidRPr="004C3E92">
        <w:t xml:space="preserve">entendre dire que </w:t>
      </w:r>
      <w:r w:rsidR="004A4993">
        <w:t>« </w:t>
      </w:r>
      <w:r w:rsidRPr="004C3E92">
        <w:t>sur sa parole</w:t>
      </w:r>
      <w:r w:rsidR="004A4993">
        <w:t xml:space="preserve">, </w:t>
      </w:r>
      <w:r w:rsidRPr="004C3E92">
        <w:t>elle était vraiment élégante</w:t>
      </w:r>
      <w:r w:rsidR="004A4993">
        <w:t xml:space="preserve">, </w:t>
      </w:r>
      <w:r w:rsidRPr="004C3E92">
        <w:t>et qu</w:t>
      </w:r>
      <w:r w:rsidR="004A4993">
        <w:t>’</w:t>
      </w:r>
      <w:r w:rsidRPr="004C3E92">
        <w:t>elle osait prédire qu</w:t>
      </w:r>
      <w:r w:rsidR="004A4993">
        <w:t>’</w:t>
      </w:r>
      <w:r w:rsidRPr="004C3E92">
        <w:t>elle ferait beaucoup de conquêtes</w:t>
      </w:r>
      <w:r w:rsidR="004A4993">
        <w:t> ».</w:t>
      </w:r>
    </w:p>
    <w:p w14:paraId="2EBD81AF" w14:textId="77777777" w:rsidR="004A4993" w:rsidRDefault="008C5C61" w:rsidP="004A4993">
      <w:r w:rsidRPr="004C3E92">
        <w:t>C</w:t>
      </w:r>
      <w:r w:rsidR="004A4993">
        <w:t>’</w:t>
      </w:r>
      <w:r w:rsidRPr="004C3E92">
        <w:t>est avec de pareils encouragements qu</w:t>
      </w:r>
      <w:r w:rsidR="004A4993">
        <w:t>’</w:t>
      </w:r>
      <w:r w:rsidRPr="004C3E92">
        <w:t>on lui donna le conseil de prendre place dans la voiture de son frère</w:t>
      </w:r>
      <w:r w:rsidR="004A4993">
        <w:t xml:space="preserve">, – </w:t>
      </w:r>
      <w:r w:rsidRPr="004C3E92">
        <w:t>où elles furent prêtes à pénétrer cinq minutes après qu</w:t>
      </w:r>
      <w:r w:rsidR="004A4993">
        <w:t>’</w:t>
      </w:r>
      <w:r w:rsidRPr="004C3E92">
        <w:t>elle se fut arrêtée devant la porte</w:t>
      </w:r>
      <w:r w:rsidR="004A4993">
        <w:t xml:space="preserve">, </w:t>
      </w:r>
      <w:r w:rsidRPr="004C3E92">
        <w:t>ponctualité peu agréable à leur belle-sœur</w:t>
      </w:r>
      <w:r w:rsidR="004A4993">
        <w:t xml:space="preserve">, </w:t>
      </w:r>
      <w:r w:rsidRPr="004C3E92">
        <w:t>qui les avait précédées chez son amie</w:t>
      </w:r>
      <w:r w:rsidR="004A4993">
        <w:t xml:space="preserve">, </w:t>
      </w:r>
      <w:r w:rsidRPr="004C3E92">
        <w:t>et qui espérait de leur part quelque retard qui pût la gêner elle-même ou gêner son cocher</w:t>
      </w:r>
      <w:r w:rsidR="004A4993">
        <w:t>.</w:t>
      </w:r>
    </w:p>
    <w:p w14:paraId="1B4830CD" w14:textId="77777777" w:rsidR="004A4993" w:rsidRDefault="008C5C61" w:rsidP="004A4993">
      <w:r w:rsidRPr="004C3E92">
        <w:t>Les événements de la soirée ne furent pas fort remarqu</w:t>
      </w:r>
      <w:r w:rsidRPr="004C3E92">
        <w:t>a</w:t>
      </w:r>
      <w:r w:rsidRPr="004C3E92">
        <w:t>bles</w:t>
      </w:r>
      <w:r w:rsidR="004A4993">
        <w:t xml:space="preserve">. </w:t>
      </w:r>
      <w:r w:rsidRPr="004C3E92">
        <w:t>La réunion</w:t>
      </w:r>
      <w:r w:rsidR="004A4993">
        <w:t xml:space="preserve">, </w:t>
      </w:r>
      <w:r w:rsidRPr="004C3E92">
        <w:t>comme les autres réunions musicales</w:t>
      </w:r>
      <w:r w:rsidR="004A4993">
        <w:t xml:space="preserve">, </w:t>
      </w:r>
      <w:r w:rsidRPr="004C3E92">
        <w:lastRenderedPageBreak/>
        <w:t>co</w:t>
      </w:r>
      <w:r w:rsidRPr="004C3E92">
        <w:t>m</w:t>
      </w:r>
      <w:r w:rsidRPr="004C3E92">
        <w:t>prenait beaucoup de gens qui avaient un goût réel pour cette audition</w:t>
      </w:r>
      <w:r w:rsidR="004A4993">
        <w:t xml:space="preserve">, </w:t>
      </w:r>
      <w:r w:rsidRPr="004C3E92">
        <w:t>et beaucoup plus encore qui n</w:t>
      </w:r>
      <w:r w:rsidR="004A4993">
        <w:t>’</w:t>
      </w:r>
      <w:r w:rsidRPr="004C3E92">
        <w:t>en avaient aucun</w:t>
      </w:r>
      <w:r w:rsidR="004A4993">
        <w:t xml:space="preserve">, </w:t>
      </w:r>
      <w:r w:rsidRPr="004C3E92">
        <w:t>et les exécutants eux-mêmes étaient</w:t>
      </w:r>
      <w:r w:rsidR="004A4993">
        <w:t xml:space="preserve">, </w:t>
      </w:r>
      <w:r w:rsidRPr="004C3E92">
        <w:t>comme d</w:t>
      </w:r>
      <w:r w:rsidR="004A4993">
        <w:t>’</w:t>
      </w:r>
      <w:r w:rsidRPr="004C3E92">
        <w:t>usage</w:t>
      </w:r>
      <w:r w:rsidR="004A4993">
        <w:t xml:space="preserve">, </w:t>
      </w:r>
      <w:r w:rsidRPr="004C3E92">
        <w:t>suivant leur propre estimation et celle de leurs amis immédiats</w:t>
      </w:r>
      <w:r w:rsidR="004A4993">
        <w:t xml:space="preserve">, </w:t>
      </w:r>
      <w:r w:rsidRPr="004C3E92">
        <w:t>les premiers exécutants amateurs d</w:t>
      </w:r>
      <w:r w:rsidR="004A4993">
        <w:t>’</w:t>
      </w:r>
      <w:r w:rsidRPr="004C3E92">
        <w:t>Angleterre</w:t>
      </w:r>
      <w:r w:rsidR="004A4993">
        <w:t>.</w:t>
      </w:r>
    </w:p>
    <w:p w14:paraId="733EA7B7" w14:textId="77777777" w:rsidR="004A4993" w:rsidRDefault="008C5C61" w:rsidP="004A4993">
      <w:r w:rsidRPr="004C3E92">
        <w:t xml:space="preserve">Comme </w:t>
      </w:r>
      <w:proofErr w:type="spellStart"/>
      <w:r w:rsidRPr="004C3E92">
        <w:t>Elinor</w:t>
      </w:r>
      <w:proofErr w:type="spellEnd"/>
      <w:r w:rsidRPr="004C3E92">
        <w:t xml:space="preserve"> n</w:t>
      </w:r>
      <w:r w:rsidR="004A4993">
        <w:t>’</w:t>
      </w:r>
      <w:r w:rsidRPr="004C3E92">
        <w:t>était pas musicienne</w:t>
      </w:r>
      <w:r w:rsidR="004A4993">
        <w:t xml:space="preserve">, </w:t>
      </w:r>
      <w:r w:rsidRPr="004C3E92">
        <w:t>ni n</w:t>
      </w:r>
      <w:r w:rsidR="004A4993">
        <w:t>’</w:t>
      </w:r>
      <w:r w:rsidRPr="004C3E92">
        <w:t>affectait de l</w:t>
      </w:r>
      <w:r w:rsidR="004A4993">
        <w:t>’</w:t>
      </w:r>
      <w:r w:rsidRPr="004C3E92">
        <w:t>être</w:t>
      </w:r>
      <w:r w:rsidR="004A4993">
        <w:t xml:space="preserve">, </w:t>
      </w:r>
      <w:r w:rsidRPr="004C3E92">
        <w:t>elle ne se fit pas scrupule de détourner les yeux du pian</w:t>
      </w:r>
      <w:r w:rsidRPr="004C3E92">
        <w:t>o</w:t>
      </w:r>
      <w:r w:rsidRPr="004C3E92">
        <w:t>forte de concert</w:t>
      </w:r>
      <w:r w:rsidR="004A4993">
        <w:t xml:space="preserve">, </w:t>
      </w:r>
      <w:r w:rsidRPr="004C3E92">
        <w:t>chaque fois que cela lui convenait</w:t>
      </w:r>
      <w:r w:rsidR="004A4993">
        <w:t xml:space="preserve">, </w:t>
      </w:r>
      <w:r w:rsidRPr="004C3E92">
        <w:t>et</w:t>
      </w:r>
      <w:r w:rsidR="004A4993">
        <w:t xml:space="preserve">, </w:t>
      </w:r>
      <w:r w:rsidRPr="004C3E92">
        <w:t>sans être retenue même par la présence d</w:t>
      </w:r>
      <w:r w:rsidR="004A4993">
        <w:t>’</w:t>
      </w:r>
      <w:r w:rsidRPr="004C3E92">
        <w:t>une harpe ou d</w:t>
      </w:r>
      <w:r w:rsidR="004A4993">
        <w:t>’</w:t>
      </w:r>
      <w:r w:rsidRPr="004C3E92">
        <w:t>un violoncelle</w:t>
      </w:r>
      <w:r w:rsidR="004A4993">
        <w:t xml:space="preserve">, </w:t>
      </w:r>
      <w:r w:rsidRPr="004C3E92">
        <w:t>elle les fixait à son plaisir sur tout autre objet du salon</w:t>
      </w:r>
      <w:r w:rsidR="004A4993">
        <w:t xml:space="preserve">. </w:t>
      </w:r>
      <w:r w:rsidRPr="004C3E92">
        <w:t>Dans l</w:t>
      </w:r>
      <w:r w:rsidR="004A4993">
        <w:t>’</w:t>
      </w:r>
      <w:r w:rsidRPr="004C3E92">
        <w:t>un de ces coups d</w:t>
      </w:r>
      <w:r w:rsidR="004A4993">
        <w:t>’</w:t>
      </w:r>
      <w:r w:rsidRPr="004C3E92">
        <w:t>œil vagabonds</w:t>
      </w:r>
      <w:r w:rsidR="004A4993">
        <w:t xml:space="preserve">, </w:t>
      </w:r>
      <w:r w:rsidRPr="004C3E92">
        <w:t>elle aperçut parmi le groupe des jeunes gens</w:t>
      </w:r>
      <w:r w:rsidR="004A4993">
        <w:t xml:space="preserve">, </w:t>
      </w:r>
      <w:r w:rsidRPr="004C3E92">
        <w:t>celui-là même qui leur avait débité</w:t>
      </w:r>
      <w:r w:rsidR="004A4993">
        <w:t xml:space="preserve">, </w:t>
      </w:r>
      <w:r w:rsidRPr="004C3E92">
        <w:t>chez Gray</w:t>
      </w:r>
      <w:r w:rsidR="004A4993">
        <w:t xml:space="preserve">, </w:t>
      </w:r>
      <w:r w:rsidRPr="004C3E92">
        <w:t>une conférence sur les étuis à cure-dents</w:t>
      </w:r>
      <w:r w:rsidR="004A4993">
        <w:t xml:space="preserve">. </w:t>
      </w:r>
      <w:r w:rsidRPr="004C3E92">
        <w:t>Elle le vit</w:t>
      </w:r>
      <w:r w:rsidR="004A4993">
        <w:t xml:space="preserve">, </w:t>
      </w:r>
      <w:r w:rsidRPr="004C3E92">
        <w:t>peu après</w:t>
      </w:r>
      <w:r w:rsidR="004A4993">
        <w:t xml:space="preserve">, </w:t>
      </w:r>
      <w:r w:rsidRPr="004C3E92">
        <w:t>qui la regardait</w:t>
      </w:r>
      <w:r w:rsidR="004A4993">
        <w:t xml:space="preserve">, </w:t>
      </w:r>
      <w:r w:rsidRPr="004C3E92">
        <w:t>et causait familièrement avec son frère</w:t>
      </w:r>
      <w:r w:rsidR="004A4993">
        <w:t xml:space="preserve"> ; </w:t>
      </w:r>
      <w:r w:rsidRPr="004C3E92">
        <w:t>et elle venait de se décider à découvrir son nom en interrogeant ce dernier</w:t>
      </w:r>
      <w:r w:rsidR="004A4993">
        <w:t xml:space="preserve">, </w:t>
      </w:r>
      <w:r w:rsidRPr="004C3E92">
        <w:t>lorsqu</w:t>
      </w:r>
      <w:r w:rsidR="004A4993">
        <w:t>’</w:t>
      </w:r>
      <w:r w:rsidRPr="004C3E92">
        <w:t>ils s</w:t>
      </w:r>
      <w:r w:rsidR="004A4993">
        <w:t>’</w:t>
      </w:r>
      <w:r w:rsidRPr="004C3E92">
        <w:t>avancèrent tous les deux vers elle</w:t>
      </w:r>
      <w:r w:rsidR="004A4993">
        <w:t xml:space="preserve">, </w:t>
      </w:r>
      <w:r w:rsidRPr="004C3E92">
        <w:t>et Mr</w:t>
      </w:r>
      <w:r w:rsidR="004A4993">
        <w:t xml:space="preserve">. </w:t>
      </w:r>
      <w:proofErr w:type="spellStart"/>
      <w:r w:rsidRPr="004C3E92">
        <w:t>Dashwood</w:t>
      </w:r>
      <w:proofErr w:type="spellEnd"/>
      <w:r w:rsidRPr="004C3E92">
        <w:t xml:space="preserve"> le lui présenta comme étant Mr</w:t>
      </w:r>
      <w:r w:rsidR="004A4993">
        <w:t xml:space="preserve">. </w:t>
      </w:r>
      <w:r w:rsidRPr="004C3E92">
        <w:t xml:space="preserve">Robert </w:t>
      </w:r>
      <w:proofErr w:type="spellStart"/>
      <w:r w:rsidRPr="004C3E92">
        <w:t>Ferrars</w:t>
      </w:r>
      <w:proofErr w:type="spellEnd"/>
      <w:r w:rsidR="004A4993">
        <w:t>.</w:t>
      </w:r>
    </w:p>
    <w:p w14:paraId="4B583491" w14:textId="77777777" w:rsidR="004A4993" w:rsidRDefault="008C5C61" w:rsidP="004A4993">
      <w:r w:rsidRPr="004C3E92">
        <w:t>Il lui adressa la parole avec une aisance courtoise</w:t>
      </w:r>
      <w:r w:rsidR="004A4993">
        <w:t xml:space="preserve">, </w:t>
      </w:r>
      <w:r w:rsidRPr="004C3E92">
        <w:t xml:space="preserve">et tortilla sa tête en une inclinaison qui donna à </w:t>
      </w:r>
      <w:proofErr w:type="spellStart"/>
      <w:r w:rsidRPr="004C3E92">
        <w:t>Elinor</w:t>
      </w:r>
      <w:proofErr w:type="spellEnd"/>
      <w:r w:rsidRPr="004C3E92">
        <w:t xml:space="preserve"> l</w:t>
      </w:r>
      <w:r w:rsidR="004A4993">
        <w:t>’</w:t>
      </w:r>
      <w:r w:rsidRPr="004C3E92">
        <w:t>assurance aussi nette que l</w:t>
      </w:r>
      <w:r w:rsidR="004A4993">
        <w:t>’</w:t>
      </w:r>
      <w:r w:rsidRPr="004C3E92">
        <w:t>eussent pu faire des paroles</w:t>
      </w:r>
      <w:r w:rsidR="004A4993">
        <w:t xml:space="preserve">, </w:t>
      </w:r>
      <w:r w:rsidRPr="004C3E92">
        <w:t>qu</w:t>
      </w:r>
      <w:r w:rsidR="004A4993">
        <w:t>’</w:t>
      </w:r>
      <w:r w:rsidRPr="004C3E92">
        <w:t>il était exactement le freluquet qu</w:t>
      </w:r>
      <w:r w:rsidR="004A4993">
        <w:t>’</w:t>
      </w:r>
      <w:r w:rsidRPr="004C3E92">
        <w:t>elle avait entendu décrire par Lucy</w:t>
      </w:r>
      <w:r w:rsidR="004A4993">
        <w:t xml:space="preserve">. </w:t>
      </w:r>
      <w:r w:rsidRPr="004C3E92">
        <w:t>Qu</w:t>
      </w:r>
      <w:r w:rsidR="004A4993">
        <w:t>’</w:t>
      </w:r>
      <w:r w:rsidRPr="004C3E92">
        <w:t>il eût été heureux pour elle que son affection pour Edward eût moins d</w:t>
      </w:r>
      <w:r w:rsidRPr="004C3E92">
        <w:t>é</w:t>
      </w:r>
      <w:r w:rsidRPr="004C3E92">
        <w:t>pendu du mérite propre de celui-ci que du mérite de ses parents les plus proches</w:t>
      </w:r>
      <w:r w:rsidR="004A4993">
        <w:t xml:space="preserve"> ! </w:t>
      </w:r>
      <w:r w:rsidRPr="004C3E92">
        <w:t>Car alors l</w:t>
      </w:r>
      <w:r w:rsidR="004A4993">
        <w:t>’</w:t>
      </w:r>
      <w:r w:rsidRPr="004C3E92">
        <w:t>inclinaison de son frère n</w:t>
      </w:r>
      <w:r w:rsidR="004A4993">
        <w:t>’</w:t>
      </w:r>
      <w:r w:rsidRPr="004C3E92">
        <w:t>eût pas manqué d</w:t>
      </w:r>
      <w:r w:rsidR="004A4993">
        <w:t>’</w:t>
      </w:r>
      <w:r w:rsidRPr="004C3E92">
        <w:t>ajouter le trait final à ce qu</w:t>
      </w:r>
      <w:r w:rsidR="004A4993">
        <w:t>’</w:t>
      </w:r>
      <w:r w:rsidRPr="004C3E92">
        <w:t>aurait commencé la m</w:t>
      </w:r>
      <w:r w:rsidRPr="004C3E92">
        <w:t>é</w:t>
      </w:r>
      <w:r w:rsidRPr="004C3E92">
        <w:t>chante humeur de sa mère et de sa sœur</w:t>
      </w:r>
      <w:r w:rsidR="004A4993">
        <w:t xml:space="preserve">. </w:t>
      </w:r>
      <w:r w:rsidRPr="004C3E92">
        <w:t>Mais</w:t>
      </w:r>
      <w:r w:rsidR="004A4993">
        <w:t xml:space="preserve">, </w:t>
      </w:r>
      <w:r w:rsidRPr="004C3E92">
        <w:t>tout en s</w:t>
      </w:r>
      <w:r w:rsidR="004A4993">
        <w:t>’</w:t>
      </w:r>
      <w:r w:rsidRPr="004C3E92">
        <w:t>étonnant de la différence entre les deux jeunes gens</w:t>
      </w:r>
      <w:r w:rsidR="004A4993">
        <w:t xml:space="preserve">, </w:t>
      </w:r>
      <w:r w:rsidRPr="004C3E92">
        <w:t>elle ne constata pas que le vide et la vanité de l</w:t>
      </w:r>
      <w:r w:rsidR="004A4993">
        <w:t>’</w:t>
      </w:r>
      <w:r w:rsidRPr="004C3E92">
        <w:t>un lui fissent perdre toute charité envers la modestie et la valeur de l</w:t>
      </w:r>
      <w:r w:rsidR="004A4993">
        <w:t>’</w:t>
      </w:r>
      <w:r w:rsidRPr="004C3E92">
        <w:t>autre</w:t>
      </w:r>
      <w:r w:rsidR="004A4993">
        <w:t xml:space="preserve">. </w:t>
      </w:r>
      <w:r w:rsidRPr="004C3E92">
        <w:t>Pourquoi ils étaient différents</w:t>
      </w:r>
      <w:r w:rsidR="004A4993">
        <w:t xml:space="preserve">, </w:t>
      </w:r>
      <w:r w:rsidRPr="004C3E92">
        <w:t>en effet</w:t>
      </w:r>
      <w:r w:rsidR="004A4993">
        <w:t xml:space="preserve">, </w:t>
      </w:r>
      <w:r w:rsidRPr="004C3E92">
        <w:t>voilà ce que Robert lui expliqua lui-même</w:t>
      </w:r>
      <w:r w:rsidR="004A4993">
        <w:t xml:space="preserve">, </w:t>
      </w:r>
      <w:r w:rsidRPr="004C3E92">
        <w:t>au cours d</w:t>
      </w:r>
      <w:r w:rsidR="004A4993">
        <w:t>’</w:t>
      </w:r>
      <w:r w:rsidRPr="004C3E92">
        <w:t>un quart d</w:t>
      </w:r>
      <w:r w:rsidR="004A4993">
        <w:t>’</w:t>
      </w:r>
      <w:r w:rsidRPr="004C3E92">
        <w:t xml:space="preserve">heure de </w:t>
      </w:r>
      <w:r w:rsidRPr="004C3E92">
        <w:lastRenderedPageBreak/>
        <w:t>conversation</w:t>
      </w:r>
      <w:r w:rsidR="004A4993">
        <w:t xml:space="preserve"> ; </w:t>
      </w:r>
      <w:r w:rsidRPr="004C3E92">
        <w:t>car</w:t>
      </w:r>
      <w:r w:rsidR="004A4993">
        <w:t xml:space="preserve">, </w:t>
      </w:r>
      <w:r w:rsidRPr="004C3E92">
        <w:t>parlant de son frère et déplorant cette gaucherie extrême qui</w:t>
      </w:r>
      <w:r w:rsidR="004A4993">
        <w:t xml:space="preserve">, </w:t>
      </w:r>
      <w:r w:rsidRPr="004C3E92">
        <w:t>il le croyait sincèrement</w:t>
      </w:r>
      <w:r w:rsidR="004A4993">
        <w:t xml:space="preserve">, </w:t>
      </w:r>
      <w:r w:rsidRPr="004C3E92">
        <w:t>l</w:t>
      </w:r>
      <w:r w:rsidR="004A4993">
        <w:t>’</w:t>
      </w:r>
      <w:r w:rsidRPr="004C3E92">
        <w:t>empêchait de fréquenter le monde convenable</w:t>
      </w:r>
      <w:r w:rsidR="004A4993">
        <w:t xml:space="preserve">, </w:t>
      </w:r>
      <w:r w:rsidRPr="004C3E92">
        <w:t>il l</w:t>
      </w:r>
      <w:r w:rsidR="004A4993">
        <w:t>’</w:t>
      </w:r>
      <w:r w:rsidRPr="004C3E92">
        <w:t>attribua</w:t>
      </w:r>
      <w:r w:rsidR="004A4993">
        <w:t xml:space="preserve">, </w:t>
      </w:r>
      <w:r w:rsidRPr="004C3E92">
        <w:t>naïvement et généreusement</w:t>
      </w:r>
      <w:r w:rsidR="004A4993">
        <w:t xml:space="preserve">, </w:t>
      </w:r>
      <w:r w:rsidRPr="004C3E92">
        <w:t>bea</w:t>
      </w:r>
      <w:r w:rsidRPr="004C3E92">
        <w:t>u</w:t>
      </w:r>
      <w:r w:rsidRPr="004C3E92">
        <w:t>coup moins à quelque insuffisance naturelle</w:t>
      </w:r>
      <w:r w:rsidR="004A4993">
        <w:t xml:space="preserve">, </w:t>
      </w:r>
      <w:r w:rsidRPr="004C3E92">
        <w:t>qu</w:t>
      </w:r>
      <w:r w:rsidR="004A4993">
        <w:t>’</w:t>
      </w:r>
      <w:r w:rsidRPr="004C3E92">
        <w:t>au malheur d</w:t>
      </w:r>
      <w:r w:rsidR="004A4993">
        <w:t>’</w:t>
      </w:r>
      <w:r w:rsidRPr="004C3E92">
        <w:t>une instruction privée</w:t>
      </w:r>
      <w:r w:rsidR="004A4993">
        <w:t xml:space="preserve"> ; </w:t>
      </w:r>
      <w:r w:rsidRPr="004C3E92">
        <w:t>tandis que lui-même</w:t>
      </w:r>
      <w:r w:rsidR="004A4993">
        <w:t xml:space="preserve">, </w:t>
      </w:r>
      <w:r w:rsidRPr="004C3E92">
        <w:t>bien qu</w:t>
      </w:r>
      <w:r w:rsidR="004A4993">
        <w:t>’</w:t>
      </w:r>
      <w:r w:rsidRPr="004C3E92">
        <w:t>il ne jouît probablement d</w:t>
      </w:r>
      <w:r w:rsidR="004A4993">
        <w:t>’</w:t>
      </w:r>
      <w:r w:rsidRPr="004C3E92">
        <w:t>aucune supériorité spéciale et marquante de la part de la nature</w:t>
      </w:r>
      <w:r w:rsidR="004A4993">
        <w:t xml:space="preserve">, </w:t>
      </w:r>
      <w:r w:rsidRPr="004C3E92">
        <w:t>était</w:t>
      </w:r>
      <w:r w:rsidR="004A4993">
        <w:t xml:space="preserve">, </w:t>
      </w:r>
      <w:r w:rsidRPr="004C3E92">
        <w:t>grâce simplement à l</w:t>
      </w:r>
      <w:r w:rsidR="004A4993">
        <w:t>’</w:t>
      </w:r>
      <w:r w:rsidRPr="004C3E92">
        <w:t>avantage d</w:t>
      </w:r>
      <w:r w:rsidR="004A4993">
        <w:t>’</w:t>
      </w:r>
      <w:r w:rsidRPr="004C3E92">
        <w:t xml:space="preserve">avoir fréquenté une </w:t>
      </w:r>
      <w:r w:rsidR="004A4993">
        <w:t>« </w:t>
      </w:r>
      <w:r w:rsidRPr="004C3E92">
        <w:t xml:space="preserve">public </w:t>
      </w:r>
      <w:proofErr w:type="spellStart"/>
      <w:r w:rsidRPr="004C3E92">
        <w:t>school</w:t>
      </w:r>
      <w:proofErr w:type="spellEnd"/>
      <w:r w:rsidR="004A4993">
        <w:t> »</w:t>
      </w:r>
      <w:r>
        <w:rPr>
          <w:rStyle w:val="Appelnotedebasdep"/>
        </w:rPr>
        <w:footnoteReference w:id="14"/>
      </w:r>
      <w:r w:rsidR="004A4993">
        <w:t xml:space="preserve">, </w:t>
      </w:r>
      <w:r w:rsidRPr="004C3E92">
        <w:t>aussi bien adapté que quiconque à se mêler au monde</w:t>
      </w:r>
      <w:r w:rsidR="004A4993">
        <w:t>.</w:t>
      </w:r>
    </w:p>
    <w:p w14:paraId="2995656A" w14:textId="77777777" w:rsidR="004A4993" w:rsidRDefault="004A4993" w:rsidP="004A4993">
      <w:r>
        <w:t>— </w:t>
      </w:r>
      <w:r w:rsidR="008C5C61" w:rsidRPr="004C3E92">
        <w:t>Sur mon âme</w:t>
      </w:r>
      <w:r>
        <w:t xml:space="preserve">, </w:t>
      </w:r>
      <w:r w:rsidR="008C5C61" w:rsidRPr="004C3E92">
        <w:t>ajouta-t-il</w:t>
      </w:r>
      <w:r>
        <w:t xml:space="preserve">, </w:t>
      </w:r>
      <w:r w:rsidR="008C5C61" w:rsidRPr="004C3E92">
        <w:t>je crois que ce n</w:t>
      </w:r>
      <w:r>
        <w:t>’</w:t>
      </w:r>
      <w:r w:rsidR="008C5C61" w:rsidRPr="004C3E92">
        <w:t>est rien de plus</w:t>
      </w:r>
      <w:r>
        <w:t xml:space="preserve"> ; </w:t>
      </w:r>
      <w:r w:rsidR="008C5C61" w:rsidRPr="004C3E92">
        <w:t>et c</w:t>
      </w:r>
      <w:r>
        <w:t>’</w:t>
      </w:r>
      <w:r w:rsidR="008C5C61" w:rsidRPr="004C3E92">
        <w:t>est ce que je dis souvent à ma mère</w:t>
      </w:r>
      <w:r>
        <w:t xml:space="preserve">, </w:t>
      </w:r>
      <w:r w:rsidR="008C5C61" w:rsidRPr="004C3E92">
        <w:t>quand elle se l</w:t>
      </w:r>
      <w:r w:rsidR="008C5C61" w:rsidRPr="004C3E92">
        <w:t>a</w:t>
      </w:r>
      <w:r w:rsidR="008C5C61" w:rsidRPr="004C3E92">
        <w:t>mente là-dessus</w:t>
      </w:r>
      <w:r>
        <w:t xml:space="preserve">. </w:t>
      </w:r>
      <w:r w:rsidR="008C5C61" w:rsidRPr="004C3E92">
        <w:t>Chère madame</w:t>
      </w:r>
      <w:r>
        <w:t xml:space="preserve">, </w:t>
      </w:r>
      <w:r w:rsidR="008C5C61" w:rsidRPr="004C3E92">
        <w:t>lui dis-je toujours</w:t>
      </w:r>
      <w:r>
        <w:t xml:space="preserve">, </w:t>
      </w:r>
      <w:r w:rsidR="008C5C61" w:rsidRPr="004C3E92">
        <w:t>il faut vous rassurer</w:t>
      </w:r>
      <w:r>
        <w:t xml:space="preserve">. </w:t>
      </w:r>
      <w:r w:rsidR="008C5C61" w:rsidRPr="004C3E92">
        <w:t>Le mal est maintenant irrémédiable</w:t>
      </w:r>
      <w:r>
        <w:t xml:space="preserve">, </w:t>
      </w:r>
      <w:r w:rsidR="008C5C61" w:rsidRPr="004C3E92">
        <w:t>et il a été enti</w:t>
      </w:r>
      <w:r w:rsidR="008C5C61" w:rsidRPr="004C3E92">
        <w:t>è</w:t>
      </w:r>
      <w:r w:rsidR="008C5C61" w:rsidRPr="004C3E92">
        <w:t>rement de votre fait</w:t>
      </w:r>
      <w:r>
        <w:t xml:space="preserve">. </w:t>
      </w:r>
      <w:r w:rsidR="008C5C61" w:rsidRPr="004C3E92">
        <w:t>Pourquoi vous êtes-vous laissé persuader par mon oncle</w:t>
      </w:r>
      <w:r>
        <w:t xml:space="preserve">, </w:t>
      </w:r>
      <w:r w:rsidR="008C5C61" w:rsidRPr="004C3E92">
        <w:t>Sir Robert</w:t>
      </w:r>
      <w:r>
        <w:t xml:space="preserve">, </w:t>
      </w:r>
      <w:r w:rsidR="008C5C61" w:rsidRPr="004C3E92">
        <w:t>à l</w:t>
      </w:r>
      <w:r>
        <w:t>’</w:t>
      </w:r>
      <w:r w:rsidR="008C5C61" w:rsidRPr="004C3E92">
        <w:t>encontre de votre propre jug</w:t>
      </w:r>
      <w:r w:rsidR="008C5C61" w:rsidRPr="004C3E92">
        <w:t>e</w:t>
      </w:r>
      <w:r w:rsidR="008C5C61" w:rsidRPr="004C3E92">
        <w:t>ment</w:t>
      </w:r>
      <w:r>
        <w:t xml:space="preserve">, </w:t>
      </w:r>
      <w:r w:rsidR="008C5C61" w:rsidRPr="004C3E92">
        <w:t>de confier Edward à l</w:t>
      </w:r>
      <w:r>
        <w:t>’</w:t>
      </w:r>
      <w:r w:rsidR="008C5C61" w:rsidRPr="004C3E92">
        <w:t>instruction d</w:t>
      </w:r>
      <w:r>
        <w:t>’</w:t>
      </w:r>
      <w:r w:rsidR="008C5C61" w:rsidRPr="004C3E92">
        <w:t>un précepteur</w:t>
      </w:r>
      <w:r>
        <w:t xml:space="preserve">, </w:t>
      </w:r>
      <w:r w:rsidR="008C5C61" w:rsidRPr="004C3E92">
        <w:t>au moment le plus critique de sa vie</w:t>
      </w:r>
      <w:r>
        <w:t xml:space="preserve"> ? </w:t>
      </w:r>
      <w:r w:rsidR="008C5C61" w:rsidRPr="004C3E92">
        <w:t>Si seulement vous l</w:t>
      </w:r>
      <w:r>
        <w:t>’</w:t>
      </w:r>
      <w:r w:rsidR="008C5C61" w:rsidRPr="004C3E92">
        <w:t>aviez e</w:t>
      </w:r>
      <w:r w:rsidR="008C5C61" w:rsidRPr="004C3E92">
        <w:t>n</w:t>
      </w:r>
      <w:r w:rsidR="008C5C61" w:rsidRPr="004C3E92">
        <w:t>voyé à Westminster</w:t>
      </w:r>
      <w:r>
        <w:t xml:space="preserve">, </w:t>
      </w:r>
      <w:r w:rsidR="008C5C61" w:rsidRPr="004C3E92">
        <w:t>comme moi</w:t>
      </w:r>
      <w:r>
        <w:t xml:space="preserve">, </w:t>
      </w:r>
      <w:r w:rsidR="008C5C61" w:rsidRPr="004C3E92">
        <w:t>au lieu de l</w:t>
      </w:r>
      <w:r>
        <w:t>’</w:t>
      </w:r>
      <w:r w:rsidR="008C5C61" w:rsidRPr="004C3E92">
        <w:t>envoyer chez Mr</w:t>
      </w:r>
      <w:r>
        <w:t xml:space="preserve">. </w:t>
      </w:r>
      <w:r w:rsidR="008C5C61" w:rsidRPr="004C3E92">
        <w:t>Pratt</w:t>
      </w:r>
      <w:r>
        <w:t xml:space="preserve">, </w:t>
      </w:r>
      <w:r w:rsidR="008C5C61" w:rsidRPr="004C3E92">
        <w:t>tout cela eût été évité</w:t>
      </w:r>
      <w:r>
        <w:t xml:space="preserve">. – </w:t>
      </w:r>
      <w:r w:rsidR="008C5C61" w:rsidRPr="004C3E92">
        <w:t>C</w:t>
      </w:r>
      <w:r>
        <w:t>’</w:t>
      </w:r>
      <w:r w:rsidR="008C5C61" w:rsidRPr="004C3E92">
        <w:t>est ainsi que j</w:t>
      </w:r>
      <w:r>
        <w:t>’</w:t>
      </w:r>
      <w:r w:rsidR="008C5C61" w:rsidRPr="004C3E92">
        <w:t>envisage toujours la question</w:t>
      </w:r>
      <w:r>
        <w:t xml:space="preserve">, </w:t>
      </w:r>
      <w:r w:rsidR="008C5C61" w:rsidRPr="004C3E92">
        <w:t>et ma mère est parfaitement convaincue de son e</w:t>
      </w:r>
      <w:r w:rsidR="008C5C61" w:rsidRPr="004C3E92">
        <w:t>r</w:t>
      </w:r>
      <w:r w:rsidR="008C5C61" w:rsidRPr="004C3E92">
        <w:t>reur</w:t>
      </w:r>
      <w:r>
        <w:t>.</w:t>
      </w:r>
    </w:p>
    <w:p w14:paraId="01FFC729" w14:textId="77777777" w:rsidR="004A4993" w:rsidRDefault="008C5C61" w:rsidP="004A4993">
      <w:proofErr w:type="spellStart"/>
      <w:r w:rsidRPr="004C3E92">
        <w:t>Elinor</w:t>
      </w:r>
      <w:proofErr w:type="spellEnd"/>
      <w:r w:rsidRPr="004C3E92">
        <w:t xml:space="preserve"> ne pouvait pas contester l</w:t>
      </w:r>
      <w:r w:rsidR="004A4993">
        <w:t>’</w:t>
      </w:r>
      <w:r w:rsidRPr="004C3E92">
        <w:t>opinion de Robert</w:t>
      </w:r>
      <w:r w:rsidR="004A4993">
        <w:t xml:space="preserve">, </w:t>
      </w:r>
      <w:r w:rsidRPr="004C3E92">
        <w:t>car</w:t>
      </w:r>
      <w:r w:rsidR="004A4993">
        <w:t xml:space="preserve">, </w:t>
      </w:r>
      <w:r w:rsidRPr="004C3E92">
        <w:t>quelle que pût être son estimation générale de l</w:t>
      </w:r>
      <w:r w:rsidR="004A4993">
        <w:t>’</w:t>
      </w:r>
      <w:r w:rsidRPr="004C3E92">
        <w:t xml:space="preserve">avantage </w:t>
      </w:r>
      <w:r w:rsidRPr="004C3E92">
        <w:lastRenderedPageBreak/>
        <w:t>d</w:t>
      </w:r>
      <w:r w:rsidR="004A4993">
        <w:t>’</w:t>
      </w:r>
      <w:r w:rsidRPr="004C3E92">
        <w:t xml:space="preserve">une </w:t>
      </w:r>
      <w:r w:rsidR="004A4993">
        <w:t>« </w:t>
      </w:r>
      <w:r w:rsidRPr="004C3E92">
        <w:t xml:space="preserve">public </w:t>
      </w:r>
      <w:proofErr w:type="spellStart"/>
      <w:r w:rsidRPr="004C3E92">
        <w:t>school</w:t>
      </w:r>
      <w:proofErr w:type="spellEnd"/>
      <w:r w:rsidR="004A4993">
        <w:t xml:space="preserve"> », </w:t>
      </w:r>
      <w:r w:rsidRPr="004C3E92">
        <w:t>elle ne pouvait songer avec satisfaction au s</w:t>
      </w:r>
      <w:r w:rsidRPr="004C3E92">
        <w:t>é</w:t>
      </w:r>
      <w:r w:rsidRPr="004C3E92">
        <w:t>jour d</w:t>
      </w:r>
      <w:r w:rsidR="004A4993">
        <w:t>’</w:t>
      </w:r>
      <w:r w:rsidRPr="004C3E92">
        <w:t>Edward dans la famille de Mr</w:t>
      </w:r>
      <w:r w:rsidR="004A4993">
        <w:t xml:space="preserve">. </w:t>
      </w:r>
      <w:r w:rsidRPr="004C3E92">
        <w:t>Pratt</w:t>
      </w:r>
      <w:r w:rsidR="004A4993">
        <w:t>.</w:t>
      </w:r>
    </w:p>
    <w:p w14:paraId="1BE77A87" w14:textId="77777777" w:rsidR="004A4993" w:rsidRDefault="004A4993" w:rsidP="004A4993">
      <w:r>
        <w:t>— </w:t>
      </w:r>
      <w:r w:rsidR="008C5C61" w:rsidRPr="004C3E92">
        <w:t>Vous habitez le Devonshire</w:t>
      </w:r>
      <w:r>
        <w:t xml:space="preserve">, </w:t>
      </w:r>
      <w:r w:rsidR="008C5C61" w:rsidRPr="004C3E92">
        <w:t>je crois</w:t>
      </w:r>
      <w:r>
        <w:t xml:space="preserve">, </w:t>
      </w:r>
      <w:r w:rsidR="008C5C61" w:rsidRPr="004C3E92">
        <w:t>telle fut l</w:t>
      </w:r>
      <w:r>
        <w:t>’</w:t>
      </w:r>
      <w:r w:rsidR="008C5C61" w:rsidRPr="004C3E92">
        <w:t>observation suivante de Robert</w:t>
      </w:r>
      <w:r>
        <w:t xml:space="preserve"> ; </w:t>
      </w:r>
      <w:r w:rsidR="008C5C61" w:rsidRPr="004C3E92">
        <w:t>dans une maisonnette</w:t>
      </w:r>
      <w:r>
        <w:t xml:space="preserve">, </w:t>
      </w:r>
      <w:r w:rsidR="008C5C61" w:rsidRPr="004C3E92">
        <w:t xml:space="preserve">près de </w:t>
      </w:r>
      <w:proofErr w:type="spellStart"/>
      <w:r w:rsidR="008C5C61" w:rsidRPr="004C3E92">
        <w:t>Dawlish</w:t>
      </w:r>
      <w:proofErr w:type="spellEnd"/>
      <w:r>
        <w:t>.</w:t>
      </w:r>
    </w:p>
    <w:p w14:paraId="2F07EB4C" w14:textId="77777777" w:rsidR="004A4993" w:rsidRDefault="008C5C61" w:rsidP="004A4993">
      <w:proofErr w:type="spellStart"/>
      <w:r w:rsidRPr="004C3E92">
        <w:t>Elinor</w:t>
      </w:r>
      <w:proofErr w:type="spellEnd"/>
      <w:r w:rsidRPr="004C3E92">
        <w:t xml:space="preserve"> le rectifia quant à la situation</w:t>
      </w:r>
      <w:r w:rsidR="004A4993">
        <w:t xml:space="preserve">, </w:t>
      </w:r>
      <w:r w:rsidRPr="004C3E92">
        <w:t>et il parut assez su</w:t>
      </w:r>
      <w:r w:rsidRPr="004C3E92">
        <w:t>r</w:t>
      </w:r>
      <w:r w:rsidRPr="004C3E92">
        <w:t>pris de ce que l</w:t>
      </w:r>
      <w:r w:rsidR="004A4993">
        <w:t>’</w:t>
      </w:r>
      <w:r w:rsidRPr="004C3E92">
        <w:t xml:space="preserve">on pût habiter le Devonshire sans demeurer près de </w:t>
      </w:r>
      <w:proofErr w:type="spellStart"/>
      <w:r w:rsidRPr="004C3E92">
        <w:t>Dawlish</w:t>
      </w:r>
      <w:proofErr w:type="spellEnd"/>
      <w:r w:rsidR="004A4993">
        <w:t xml:space="preserve">. </w:t>
      </w:r>
      <w:r w:rsidRPr="004C3E92">
        <w:t>Il accorda toutefois son approbation la plus vive à leur type d</w:t>
      </w:r>
      <w:r w:rsidR="004A4993">
        <w:t>’</w:t>
      </w:r>
      <w:r w:rsidRPr="004C3E92">
        <w:t>habitation</w:t>
      </w:r>
      <w:r w:rsidR="004A4993">
        <w:t>.</w:t>
      </w:r>
    </w:p>
    <w:p w14:paraId="258B86A4" w14:textId="77777777" w:rsidR="004A4993" w:rsidRDefault="004A4993" w:rsidP="004A4993">
      <w:r>
        <w:t>— </w:t>
      </w:r>
      <w:r w:rsidR="008C5C61" w:rsidRPr="004C3E92">
        <w:t>Quant à moi</w:t>
      </w:r>
      <w:r>
        <w:t xml:space="preserve">, </w:t>
      </w:r>
      <w:r w:rsidR="008C5C61" w:rsidRPr="004C3E92">
        <w:t>dit-il</w:t>
      </w:r>
      <w:r>
        <w:t xml:space="preserve">, </w:t>
      </w:r>
      <w:r w:rsidR="008C5C61" w:rsidRPr="004C3E92">
        <w:t>j</w:t>
      </w:r>
      <w:r>
        <w:t>’</w:t>
      </w:r>
      <w:r w:rsidR="008C5C61" w:rsidRPr="004C3E92">
        <w:t>aime énormément les chaumières</w:t>
      </w:r>
      <w:r>
        <w:t xml:space="preserve"> ; </w:t>
      </w:r>
      <w:r w:rsidR="008C5C61" w:rsidRPr="004C3E92">
        <w:t>elles ont toujours tant de confort</w:t>
      </w:r>
      <w:r>
        <w:t xml:space="preserve">, </w:t>
      </w:r>
      <w:r w:rsidR="008C5C61" w:rsidRPr="004C3E92">
        <w:t>tant d</w:t>
      </w:r>
      <w:r>
        <w:t>’</w:t>
      </w:r>
      <w:r w:rsidR="008C5C61" w:rsidRPr="004C3E92">
        <w:t>élégance</w:t>
      </w:r>
      <w:r>
        <w:t xml:space="preserve"> ! </w:t>
      </w:r>
      <w:r w:rsidR="008C5C61" w:rsidRPr="004C3E92">
        <w:t>Et je le décl</w:t>
      </w:r>
      <w:r w:rsidR="008C5C61" w:rsidRPr="004C3E92">
        <w:t>a</w:t>
      </w:r>
      <w:r w:rsidR="008C5C61" w:rsidRPr="004C3E92">
        <w:t>re</w:t>
      </w:r>
      <w:r>
        <w:t xml:space="preserve">, </w:t>
      </w:r>
      <w:r w:rsidR="008C5C61" w:rsidRPr="004C3E92">
        <w:t>si j</w:t>
      </w:r>
      <w:r>
        <w:t>’</w:t>
      </w:r>
      <w:r w:rsidR="008C5C61" w:rsidRPr="004C3E92">
        <w:t>avais quelque argent de reste</w:t>
      </w:r>
      <w:r>
        <w:t xml:space="preserve">, </w:t>
      </w:r>
      <w:r w:rsidR="008C5C61" w:rsidRPr="004C3E92">
        <w:t>j</w:t>
      </w:r>
      <w:r>
        <w:t>’</w:t>
      </w:r>
      <w:r w:rsidR="008C5C61" w:rsidRPr="004C3E92">
        <w:t>achèterais un bout de te</w:t>
      </w:r>
      <w:r w:rsidR="008C5C61" w:rsidRPr="004C3E92">
        <w:t>r</w:t>
      </w:r>
      <w:r w:rsidR="008C5C61" w:rsidRPr="004C3E92">
        <w:t>rain</w:t>
      </w:r>
      <w:r>
        <w:t xml:space="preserve">, </w:t>
      </w:r>
      <w:r w:rsidR="008C5C61" w:rsidRPr="004C3E92">
        <w:t>et j</w:t>
      </w:r>
      <w:r>
        <w:t>’</w:t>
      </w:r>
      <w:r w:rsidR="008C5C61" w:rsidRPr="004C3E92">
        <w:t>en bâtirais une moi-même</w:t>
      </w:r>
      <w:r>
        <w:t xml:space="preserve">, </w:t>
      </w:r>
      <w:r w:rsidR="008C5C61" w:rsidRPr="004C3E92">
        <w:t>à peu de distance de Lo</w:t>
      </w:r>
      <w:r w:rsidR="008C5C61" w:rsidRPr="004C3E92">
        <w:t>n</w:t>
      </w:r>
      <w:r w:rsidR="008C5C61" w:rsidRPr="004C3E92">
        <w:t>dres</w:t>
      </w:r>
      <w:r>
        <w:t xml:space="preserve">, </w:t>
      </w:r>
      <w:r w:rsidR="008C5C61" w:rsidRPr="004C3E92">
        <w:t>où je pourrais me rendre moi-même en voiture à toute heure</w:t>
      </w:r>
      <w:r>
        <w:t xml:space="preserve">, </w:t>
      </w:r>
      <w:r w:rsidR="008C5C61" w:rsidRPr="004C3E92">
        <w:t>et rassembler autour de moi quelques amis pour être heureux</w:t>
      </w:r>
      <w:r>
        <w:t xml:space="preserve">. </w:t>
      </w:r>
      <w:r w:rsidR="008C5C61" w:rsidRPr="004C3E92">
        <w:t>Je conseille à tous ceux qui ont l</w:t>
      </w:r>
      <w:r>
        <w:t>’</w:t>
      </w:r>
      <w:r w:rsidR="008C5C61" w:rsidRPr="004C3E92">
        <w:t>intention de constru</w:t>
      </w:r>
      <w:r w:rsidR="008C5C61" w:rsidRPr="004C3E92">
        <w:t>i</w:t>
      </w:r>
      <w:r w:rsidR="008C5C61" w:rsidRPr="004C3E92">
        <w:t>re</w:t>
      </w:r>
      <w:r>
        <w:t xml:space="preserve">, </w:t>
      </w:r>
      <w:r w:rsidR="008C5C61" w:rsidRPr="004C3E92">
        <w:t>de bâtir une chaumière</w:t>
      </w:r>
      <w:r>
        <w:t xml:space="preserve">. </w:t>
      </w:r>
      <w:r w:rsidR="008C5C61" w:rsidRPr="004C3E92">
        <w:t xml:space="preserve">Mon ami lord </w:t>
      </w:r>
      <w:proofErr w:type="spellStart"/>
      <w:r w:rsidR="008C5C61" w:rsidRPr="004C3E92">
        <w:t>Courtland</w:t>
      </w:r>
      <w:proofErr w:type="spellEnd"/>
      <w:r>
        <w:t xml:space="preserve">, </w:t>
      </w:r>
      <w:r w:rsidR="008C5C61" w:rsidRPr="004C3E92">
        <w:t>est venu me voir l</w:t>
      </w:r>
      <w:r>
        <w:t>’</w:t>
      </w:r>
      <w:r w:rsidR="008C5C61" w:rsidRPr="004C3E92">
        <w:t>autre jour</w:t>
      </w:r>
      <w:r>
        <w:t xml:space="preserve">, </w:t>
      </w:r>
      <w:r w:rsidR="008C5C61" w:rsidRPr="004C3E92">
        <w:t>tout exprès pour me demander conseil</w:t>
      </w:r>
      <w:r>
        <w:t xml:space="preserve">, </w:t>
      </w:r>
      <w:r w:rsidR="008C5C61" w:rsidRPr="004C3E92">
        <w:t>et m</w:t>
      </w:r>
      <w:r>
        <w:t>’</w:t>
      </w:r>
      <w:r w:rsidR="008C5C61" w:rsidRPr="004C3E92">
        <w:t xml:space="preserve">a présenté trois plans différents de </w:t>
      </w:r>
      <w:proofErr w:type="spellStart"/>
      <w:r w:rsidR="008C5C61" w:rsidRPr="004C3E92">
        <w:t>Bonomi</w:t>
      </w:r>
      <w:proofErr w:type="spellEnd"/>
      <w:r>
        <w:t xml:space="preserve">. </w:t>
      </w:r>
      <w:r w:rsidR="008C5C61" w:rsidRPr="004C3E92">
        <w:t>Je devais décider lequel était le meilleur</w:t>
      </w:r>
      <w:r>
        <w:t xml:space="preserve">. </w:t>
      </w:r>
      <w:r w:rsidR="008C5C61" w:rsidRPr="004C3E92">
        <w:t xml:space="preserve">Mon cher </w:t>
      </w:r>
      <w:proofErr w:type="spellStart"/>
      <w:r w:rsidR="008C5C61" w:rsidRPr="004C3E92">
        <w:t>Courtland</w:t>
      </w:r>
      <w:proofErr w:type="spellEnd"/>
      <w:r>
        <w:t xml:space="preserve">, </w:t>
      </w:r>
      <w:r w:rsidR="008C5C61" w:rsidRPr="004C3E92">
        <w:t>lui dis-je</w:t>
      </w:r>
      <w:r>
        <w:t xml:space="preserve">, </w:t>
      </w:r>
      <w:r w:rsidR="008C5C61" w:rsidRPr="004C3E92">
        <w:t>les jetant immédiatement tous au feu</w:t>
      </w:r>
      <w:r>
        <w:t xml:space="preserve">, </w:t>
      </w:r>
      <w:r w:rsidR="008C5C61" w:rsidRPr="004C3E92">
        <w:t>n</w:t>
      </w:r>
      <w:r>
        <w:t>’</w:t>
      </w:r>
      <w:r w:rsidR="008C5C61" w:rsidRPr="004C3E92">
        <w:t>en adoptez aucun</w:t>
      </w:r>
      <w:r>
        <w:t xml:space="preserve">, </w:t>
      </w:r>
      <w:r w:rsidR="008C5C61" w:rsidRPr="004C3E92">
        <w:t>mais constru</w:t>
      </w:r>
      <w:r w:rsidR="008C5C61" w:rsidRPr="004C3E92">
        <w:t>i</w:t>
      </w:r>
      <w:r w:rsidR="008C5C61" w:rsidRPr="004C3E92">
        <w:t>sez donc une chaumière</w:t>
      </w:r>
      <w:r>
        <w:t xml:space="preserve"> ! </w:t>
      </w:r>
      <w:r w:rsidR="008C5C61" w:rsidRPr="004C3E92">
        <w:t>Et c</w:t>
      </w:r>
      <w:r>
        <w:t>’</w:t>
      </w:r>
      <w:r w:rsidR="008C5C61" w:rsidRPr="004C3E92">
        <w:t>est ainsi</w:t>
      </w:r>
      <w:r>
        <w:t xml:space="preserve">, </w:t>
      </w:r>
      <w:r w:rsidR="008C5C61" w:rsidRPr="004C3E92">
        <w:t>je l</w:t>
      </w:r>
      <w:r>
        <w:t>’</w:t>
      </w:r>
      <w:r w:rsidR="008C5C61" w:rsidRPr="004C3E92">
        <w:t>imagine</w:t>
      </w:r>
      <w:r>
        <w:t xml:space="preserve">, </w:t>
      </w:r>
      <w:r w:rsidR="008C5C61" w:rsidRPr="004C3E92">
        <w:t>que cela f</w:t>
      </w:r>
      <w:r w:rsidR="008C5C61" w:rsidRPr="004C3E92">
        <w:t>i</w:t>
      </w:r>
      <w:r w:rsidR="008C5C61" w:rsidRPr="004C3E92">
        <w:t>nira</w:t>
      </w:r>
      <w:r>
        <w:t>.</w:t>
      </w:r>
    </w:p>
    <w:p w14:paraId="3439FCF2" w14:textId="5DDA94CE" w:rsidR="004A4993" w:rsidRDefault="004A4993" w:rsidP="004A4993">
      <w:r>
        <w:t>» </w:t>
      </w:r>
      <w:r w:rsidR="008C5C61" w:rsidRPr="004C3E92">
        <w:t>Il y a des gens qui s</w:t>
      </w:r>
      <w:r>
        <w:t>’</w:t>
      </w:r>
      <w:r w:rsidR="008C5C61" w:rsidRPr="004C3E92">
        <w:t>imaginent qu</w:t>
      </w:r>
      <w:r>
        <w:t>’</w:t>
      </w:r>
      <w:r w:rsidR="008C5C61" w:rsidRPr="004C3E92">
        <w:t>il ne peut y avoir de confort ni d</w:t>
      </w:r>
      <w:r>
        <w:t>’</w:t>
      </w:r>
      <w:r w:rsidR="008C5C61" w:rsidRPr="004C3E92">
        <w:t>espace dans une chaumière</w:t>
      </w:r>
      <w:r>
        <w:t xml:space="preserve"> ; </w:t>
      </w:r>
      <w:r w:rsidR="008C5C61" w:rsidRPr="004C3E92">
        <w:t>mais tout cela est une erreur</w:t>
      </w:r>
      <w:r>
        <w:t xml:space="preserve">. </w:t>
      </w:r>
      <w:r w:rsidR="008C5C61" w:rsidRPr="004C3E92">
        <w:t>Je me trouvais</w:t>
      </w:r>
      <w:r>
        <w:t xml:space="preserve">, </w:t>
      </w:r>
      <w:r w:rsidR="008C5C61" w:rsidRPr="004C3E92">
        <w:t>le mois dernier</w:t>
      </w:r>
      <w:r>
        <w:t xml:space="preserve">, </w:t>
      </w:r>
      <w:r w:rsidR="008C5C61" w:rsidRPr="004C3E92">
        <w:t>chez mon ami Elliott</w:t>
      </w:r>
      <w:r>
        <w:t xml:space="preserve">, </w:t>
      </w:r>
      <w:r w:rsidR="008C5C61" w:rsidRPr="004C3E92">
        <w:t xml:space="preserve">près de </w:t>
      </w:r>
      <w:proofErr w:type="spellStart"/>
      <w:r w:rsidR="008C5C61" w:rsidRPr="004C3E92">
        <w:t>Dartford</w:t>
      </w:r>
      <w:proofErr w:type="spellEnd"/>
      <w:r>
        <w:t xml:space="preserve">. </w:t>
      </w:r>
      <w:r w:rsidR="008C5C61" w:rsidRPr="004C3E92">
        <w:t>Lady Elliott désirait donner une sauterie</w:t>
      </w:r>
      <w:r>
        <w:t>. « </w:t>
      </w:r>
      <w:r w:rsidR="008C5C61" w:rsidRPr="004C3E92">
        <w:t>Mais comment organiser cela</w:t>
      </w:r>
      <w:r>
        <w:t xml:space="preserve"> ! </w:t>
      </w:r>
      <w:r w:rsidR="008C5C61" w:rsidRPr="004C3E92">
        <w:t>disait-elle</w:t>
      </w:r>
      <w:r>
        <w:t xml:space="preserve"> ; </w:t>
      </w:r>
      <w:r w:rsidR="008C5C61" w:rsidRPr="004C3E92">
        <w:t xml:space="preserve">mon cher </w:t>
      </w:r>
      <w:proofErr w:type="spellStart"/>
      <w:r w:rsidR="008C5C61" w:rsidRPr="004C3E92">
        <w:t>Ferrars</w:t>
      </w:r>
      <w:proofErr w:type="spellEnd"/>
      <w:r>
        <w:t xml:space="preserve">, </w:t>
      </w:r>
      <w:r w:rsidR="008C5C61" w:rsidRPr="004C3E92">
        <w:t>dites-moi donc comment cela peut s</w:t>
      </w:r>
      <w:r>
        <w:t>’</w:t>
      </w:r>
      <w:r w:rsidR="008C5C61" w:rsidRPr="004C3E92">
        <w:t>organiser</w:t>
      </w:r>
      <w:r>
        <w:t xml:space="preserve">. </w:t>
      </w:r>
      <w:r w:rsidR="008C5C61" w:rsidRPr="004C3E92">
        <w:t>Il n</w:t>
      </w:r>
      <w:r>
        <w:t>’</w:t>
      </w:r>
      <w:r w:rsidR="008C5C61" w:rsidRPr="004C3E92">
        <w:t>y a pas une pièce dans cette chaumière qui puisse tenir dix couples</w:t>
      </w:r>
      <w:r>
        <w:t xml:space="preserve">, </w:t>
      </w:r>
      <w:r w:rsidR="008C5C61" w:rsidRPr="004C3E92">
        <w:t>et où pourra-t-on souper</w:t>
      </w:r>
      <w:r>
        <w:t> ? »</w:t>
      </w:r>
      <w:r w:rsidR="008C5C61" w:rsidRPr="004C3E92">
        <w:t xml:space="preserve"> Moi</w:t>
      </w:r>
      <w:r>
        <w:t xml:space="preserve">, </w:t>
      </w:r>
      <w:r w:rsidR="008C5C61" w:rsidRPr="004C3E92">
        <w:t>j</w:t>
      </w:r>
      <w:r>
        <w:t>’</w:t>
      </w:r>
      <w:r w:rsidR="008C5C61" w:rsidRPr="004C3E92">
        <w:t xml:space="preserve">ai vu </w:t>
      </w:r>
      <w:r w:rsidR="008C5C61" w:rsidRPr="004C3E92">
        <w:lastRenderedPageBreak/>
        <w:t>immédiatement qu</w:t>
      </w:r>
      <w:r>
        <w:t>’</w:t>
      </w:r>
      <w:r w:rsidR="008C5C61" w:rsidRPr="004C3E92">
        <w:t>il n</w:t>
      </w:r>
      <w:r>
        <w:t>’</w:t>
      </w:r>
      <w:r w:rsidR="008C5C61" w:rsidRPr="004C3E92">
        <w:t>y a</w:t>
      </w:r>
      <w:r w:rsidR="008C5C61" w:rsidRPr="004C3E92">
        <w:t>u</w:t>
      </w:r>
      <w:r w:rsidR="008C5C61" w:rsidRPr="004C3E92">
        <w:t>rait aucune difficulté</w:t>
      </w:r>
      <w:r>
        <w:t xml:space="preserve">, </w:t>
      </w:r>
      <w:r w:rsidR="008C5C61" w:rsidRPr="004C3E92">
        <w:t>de sorte que je lui ai dit</w:t>
      </w:r>
      <w:r>
        <w:t> : « </w:t>
      </w:r>
      <w:r w:rsidR="008C5C61" w:rsidRPr="004C3E92">
        <w:t>Ma chère lady Elliott</w:t>
      </w:r>
      <w:r>
        <w:t xml:space="preserve">, </w:t>
      </w:r>
      <w:r w:rsidR="008C5C61" w:rsidRPr="004C3E92">
        <w:t>ne vous tourmentez pas</w:t>
      </w:r>
      <w:r>
        <w:t xml:space="preserve">. </w:t>
      </w:r>
      <w:r w:rsidR="008C5C61" w:rsidRPr="004C3E92">
        <w:t>La salle à manger tiendra fac</w:t>
      </w:r>
      <w:r w:rsidR="008C5C61" w:rsidRPr="004C3E92">
        <w:t>i</w:t>
      </w:r>
      <w:r w:rsidR="008C5C61" w:rsidRPr="004C3E92">
        <w:t>lement dix-huit couples</w:t>
      </w:r>
      <w:r>
        <w:t xml:space="preserve"> ; </w:t>
      </w:r>
      <w:r w:rsidR="008C5C61" w:rsidRPr="004C3E92">
        <w:t>on pourra installer des tables de jeu dans le salon</w:t>
      </w:r>
      <w:r>
        <w:t xml:space="preserve"> ; </w:t>
      </w:r>
      <w:r w:rsidR="008C5C61" w:rsidRPr="004C3E92">
        <w:t>la bibliothèque pourra être ouverte pour y servir le thé et d</w:t>
      </w:r>
      <w:r>
        <w:t>’</w:t>
      </w:r>
      <w:r w:rsidR="008C5C61" w:rsidRPr="004C3E92">
        <w:t>autres rafraîchissements</w:t>
      </w:r>
      <w:r>
        <w:t xml:space="preserve"> ; </w:t>
      </w:r>
      <w:r w:rsidR="008C5C61" w:rsidRPr="004C3E92">
        <w:t>et que le souper soit servi dans le petit salon</w:t>
      </w:r>
      <w:r>
        <w:t>. »</w:t>
      </w:r>
      <w:r w:rsidR="008C5C61" w:rsidRPr="004C3E92">
        <w:t xml:space="preserve"> Lady Elliott fut ravie de cette idée</w:t>
      </w:r>
      <w:r>
        <w:t xml:space="preserve">. </w:t>
      </w:r>
      <w:r w:rsidR="008C5C61" w:rsidRPr="004C3E92">
        <w:t>Nous avons mesuré la salle à manger</w:t>
      </w:r>
      <w:r>
        <w:t xml:space="preserve">, </w:t>
      </w:r>
      <w:r w:rsidR="008C5C61" w:rsidRPr="004C3E92">
        <w:t>et constaté qu</w:t>
      </w:r>
      <w:r>
        <w:t>’</w:t>
      </w:r>
      <w:r w:rsidR="008C5C61" w:rsidRPr="004C3E92">
        <w:t>elle tiendrait exactement dix-huit couples</w:t>
      </w:r>
      <w:r>
        <w:t xml:space="preserve">, </w:t>
      </w:r>
      <w:r w:rsidR="008C5C61" w:rsidRPr="004C3E92">
        <w:t>et l</w:t>
      </w:r>
      <w:r>
        <w:t>’</w:t>
      </w:r>
      <w:r w:rsidR="008C5C61" w:rsidRPr="004C3E92">
        <w:t>affaire fut disposée d</w:t>
      </w:r>
      <w:r>
        <w:t>’</w:t>
      </w:r>
      <w:r w:rsidR="008C5C61" w:rsidRPr="004C3E92">
        <w:t>après mon plan précis</w:t>
      </w:r>
      <w:r>
        <w:t xml:space="preserve">. </w:t>
      </w:r>
      <w:r w:rsidR="008C5C61" w:rsidRPr="004C3E92">
        <w:t>De sorte qu</w:t>
      </w:r>
      <w:r>
        <w:t>’</w:t>
      </w:r>
      <w:r w:rsidR="008C5C61" w:rsidRPr="004C3E92">
        <w:t>en réalité</w:t>
      </w:r>
      <w:r>
        <w:t xml:space="preserve">, </w:t>
      </w:r>
      <w:r w:rsidR="008C5C61" w:rsidRPr="004C3E92">
        <w:t>voyez-vous</w:t>
      </w:r>
      <w:r>
        <w:t xml:space="preserve">, </w:t>
      </w:r>
      <w:r w:rsidR="008C5C61" w:rsidRPr="004C3E92">
        <w:t>si seul</w:t>
      </w:r>
      <w:r w:rsidR="008C5C61" w:rsidRPr="004C3E92">
        <w:t>e</w:t>
      </w:r>
      <w:r w:rsidR="008C5C61" w:rsidRPr="004C3E92">
        <w:t>ment on savait s</w:t>
      </w:r>
      <w:r>
        <w:t>’</w:t>
      </w:r>
      <w:r w:rsidR="008C5C61" w:rsidRPr="004C3E92">
        <w:t>arranger</w:t>
      </w:r>
      <w:r>
        <w:t xml:space="preserve">, </w:t>
      </w:r>
      <w:r w:rsidR="008C5C61" w:rsidRPr="004C3E92">
        <w:t>on peut jouir de tous les agréments aussi bien dans une chaumière que dans la demeure la plus sp</w:t>
      </w:r>
      <w:r w:rsidR="008C5C61" w:rsidRPr="004C3E92">
        <w:t>a</w:t>
      </w:r>
      <w:r w:rsidR="008C5C61" w:rsidRPr="004C3E92">
        <w:t>cieuse</w:t>
      </w:r>
      <w:r>
        <w:t>. »</w:t>
      </w:r>
    </w:p>
    <w:p w14:paraId="7C0D2D29" w14:textId="77777777" w:rsidR="004A4993" w:rsidRDefault="008C5C61" w:rsidP="004A4993">
      <w:proofErr w:type="spellStart"/>
      <w:r w:rsidRPr="004C3E92">
        <w:t>Elinor</w:t>
      </w:r>
      <w:proofErr w:type="spellEnd"/>
      <w:r w:rsidRPr="004C3E92">
        <w:t xml:space="preserve"> se déclara d</w:t>
      </w:r>
      <w:r w:rsidR="004A4993">
        <w:t>’</w:t>
      </w:r>
      <w:r w:rsidRPr="004C3E92">
        <w:t>accord sur tout</w:t>
      </w:r>
      <w:r w:rsidR="004A4993">
        <w:t xml:space="preserve">, </w:t>
      </w:r>
      <w:r w:rsidRPr="004C3E92">
        <w:t>car elle estimait qu</w:t>
      </w:r>
      <w:r w:rsidR="004A4993">
        <w:t>’</w:t>
      </w:r>
      <w:r w:rsidRPr="004C3E92">
        <w:t>il ne méritait pas le compliment d</w:t>
      </w:r>
      <w:r w:rsidR="004A4993">
        <w:t>’</w:t>
      </w:r>
      <w:r w:rsidRPr="004C3E92">
        <w:t>une opposition raisonnée</w:t>
      </w:r>
      <w:r w:rsidR="004A4993">
        <w:t>.</w:t>
      </w:r>
    </w:p>
    <w:p w14:paraId="7C1456D3" w14:textId="77777777" w:rsidR="004A4993" w:rsidRDefault="008C5C61" w:rsidP="004A4993">
      <w:r w:rsidRPr="004C3E92">
        <w:t xml:space="preserve">Comme John </w:t>
      </w:r>
      <w:proofErr w:type="spellStart"/>
      <w:r w:rsidRPr="004C3E92">
        <w:t>Dashwood</w:t>
      </w:r>
      <w:proofErr w:type="spellEnd"/>
      <w:r w:rsidRPr="004C3E92">
        <w:t xml:space="preserve"> ne prenait pas plus de plaisir à la musique que l</w:t>
      </w:r>
      <w:r w:rsidR="004A4993">
        <w:t>’</w:t>
      </w:r>
      <w:r w:rsidRPr="004C3E92">
        <w:t>aînée de ses sœurs</w:t>
      </w:r>
      <w:r w:rsidR="004A4993">
        <w:t xml:space="preserve">, </w:t>
      </w:r>
      <w:r w:rsidRPr="004C3E92">
        <w:t>il avait</w:t>
      </w:r>
      <w:r w:rsidR="004A4993">
        <w:t xml:space="preserve">, </w:t>
      </w:r>
      <w:r w:rsidRPr="004C3E92">
        <w:t>lui aussi</w:t>
      </w:r>
      <w:r w:rsidR="004A4993">
        <w:t xml:space="preserve">, </w:t>
      </w:r>
      <w:r w:rsidRPr="004C3E92">
        <w:t>l</w:t>
      </w:r>
      <w:r w:rsidR="004A4993">
        <w:t>’</w:t>
      </w:r>
      <w:r w:rsidRPr="004C3E92">
        <w:t>esprit libre pour se fixer sur toute autre chose</w:t>
      </w:r>
      <w:r w:rsidR="004A4993">
        <w:t xml:space="preserve"> ; </w:t>
      </w:r>
      <w:r w:rsidRPr="004C3E92">
        <w:t>et il fut frappé</w:t>
      </w:r>
      <w:r w:rsidR="004A4993">
        <w:t xml:space="preserve">, </w:t>
      </w:r>
      <w:r w:rsidRPr="004C3E92">
        <w:t>au cours de la soirée</w:t>
      </w:r>
      <w:r w:rsidR="004A4993">
        <w:t xml:space="preserve">, </w:t>
      </w:r>
      <w:r w:rsidRPr="004C3E92">
        <w:t>d</w:t>
      </w:r>
      <w:r w:rsidR="004A4993">
        <w:t>’</w:t>
      </w:r>
      <w:r w:rsidRPr="004C3E92">
        <w:t>une idée dont il fit part à sa femme</w:t>
      </w:r>
      <w:r w:rsidR="004A4993">
        <w:t xml:space="preserve">, </w:t>
      </w:r>
      <w:r w:rsidRPr="004C3E92">
        <w:t>afin d</w:t>
      </w:r>
      <w:r w:rsidR="004A4993">
        <w:t>’</w:t>
      </w:r>
      <w:r w:rsidRPr="004C3E92">
        <w:t>avoir son approbation</w:t>
      </w:r>
      <w:r w:rsidR="004A4993">
        <w:t xml:space="preserve">, </w:t>
      </w:r>
      <w:r w:rsidRPr="004C3E92">
        <w:t>lorsqu</w:t>
      </w:r>
      <w:r w:rsidR="004A4993">
        <w:t>’</w:t>
      </w:r>
      <w:r w:rsidRPr="004C3E92">
        <w:t>ils furent rentrés chez eux</w:t>
      </w:r>
      <w:r w:rsidR="004A4993">
        <w:t xml:space="preserve">. </w:t>
      </w:r>
      <w:r w:rsidRPr="004C3E92">
        <w:t>Réfléchissant à l</w:t>
      </w:r>
      <w:r w:rsidR="004A4993">
        <w:t>’</w:t>
      </w:r>
      <w:r w:rsidRPr="004C3E92">
        <w:t>erreur qu</w:t>
      </w:r>
      <w:r w:rsidR="004A4993">
        <w:t>’</w:t>
      </w:r>
      <w:r w:rsidRPr="004C3E92">
        <w:t>avait commise Mrs</w:t>
      </w:r>
      <w:r w:rsidR="004A4993">
        <w:t xml:space="preserve">. </w:t>
      </w:r>
      <w:proofErr w:type="spellStart"/>
      <w:r w:rsidRPr="004C3E92">
        <w:t>Dennison</w:t>
      </w:r>
      <w:proofErr w:type="spellEnd"/>
      <w:r w:rsidR="004A4993">
        <w:t xml:space="preserve">, </w:t>
      </w:r>
      <w:r w:rsidRPr="004C3E92">
        <w:t>en supposant que ses sœurs étaient leurs invitées</w:t>
      </w:r>
      <w:r w:rsidR="004A4993">
        <w:t xml:space="preserve">, </w:t>
      </w:r>
      <w:r w:rsidRPr="004C3E92">
        <w:t>il s</w:t>
      </w:r>
      <w:r w:rsidR="004A4993">
        <w:t>’</w:t>
      </w:r>
      <w:r w:rsidRPr="004C3E92">
        <w:t>était dit qu</w:t>
      </w:r>
      <w:r w:rsidR="004A4993">
        <w:t>’</w:t>
      </w:r>
      <w:r w:rsidRPr="004C3E92">
        <w:t>il serait convenable qu</w:t>
      </w:r>
      <w:r w:rsidR="004A4993">
        <w:t>’</w:t>
      </w:r>
      <w:r w:rsidRPr="004C3E92">
        <w:t>elles fussent effectivement priées de le devenir pendant que les occupations de Mrs</w:t>
      </w:r>
      <w:r w:rsidR="004A4993">
        <w:t xml:space="preserve">. </w:t>
      </w:r>
      <w:r w:rsidRPr="004C3E92">
        <w:t>Jennings la tenaient éloignée de chez e</w:t>
      </w:r>
      <w:r w:rsidRPr="004C3E92">
        <w:t>l</w:t>
      </w:r>
      <w:r w:rsidRPr="004C3E92">
        <w:t>le</w:t>
      </w:r>
      <w:r w:rsidR="004A4993">
        <w:t xml:space="preserve">. </w:t>
      </w:r>
      <w:r w:rsidRPr="004C3E92">
        <w:t>La dépense serait insignifiante</w:t>
      </w:r>
      <w:r w:rsidR="004A4993">
        <w:t xml:space="preserve">, </w:t>
      </w:r>
      <w:r w:rsidRPr="004C3E92">
        <w:t>la gêne ne serait pas plus considérable</w:t>
      </w:r>
      <w:r w:rsidR="004A4993">
        <w:t xml:space="preserve"> ; </w:t>
      </w:r>
      <w:r w:rsidRPr="004C3E92">
        <w:t>et c</w:t>
      </w:r>
      <w:r w:rsidR="004A4993">
        <w:t>’</w:t>
      </w:r>
      <w:r w:rsidRPr="004C3E92">
        <w:t>était</w:t>
      </w:r>
      <w:r w:rsidR="004A4993">
        <w:t xml:space="preserve">, </w:t>
      </w:r>
      <w:r w:rsidRPr="004C3E92">
        <w:t>d</w:t>
      </w:r>
      <w:r w:rsidR="004A4993">
        <w:t>’</w:t>
      </w:r>
      <w:r w:rsidRPr="004C3E92">
        <w:t>une façon générale</w:t>
      </w:r>
      <w:r w:rsidR="004A4993">
        <w:t xml:space="preserve">, </w:t>
      </w:r>
      <w:r w:rsidRPr="004C3E92">
        <w:t>une attention que la délicatesse de sa conscience lui indiquait comme requise pour qu</w:t>
      </w:r>
      <w:r w:rsidR="004A4993">
        <w:t>’</w:t>
      </w:r>
      <w:r w:rsidRPr="004C3E92">
        <w:t>elle fût complètement affranchie quant à la promesse faite à son père</w:t>
      </w:r>
      <w:r w:rsidR="004A4993">
        <w:t xml:space="preserve">. </w:t>
      </w:r>
      <w:r w:rsidRPr="004C3E92">
        <w:t>Fanny fut fort surprise de cette proposition</w:t>
      </w:r>
      <w:r w:rsidR="004A4993">
        <w:t>.</w:t>
      </w:r>
    </w:p>
    <w:p w14:paraId="3446A421" w14:textId="77777777" w:rsidR="004A4993" w:rsidRDefault="004A4993" w:rsidP="004A4993">
      <w:r>
        <w:t>— </w:t>
      </w:r>
      <w:r w:rsidR="008C5C61" w:rsidRPr="004C3E92">
        <w:t>Je ne vois pas comment cela pourra se faire</w:t>
      </w:r>
      <w:r>
        <w:t xml:space="preserve">, </w:t>
      </w:r>
      <w:r w:rsidR="008C5C61" w:rsidRPr="004C3E92">
        <w:t>dit-elle</w:t>
      </w:r>
      <w:r>
        <w:t xml:space="preserve">, </w:t>
      </w:r>
      <w:r w:rsidR="008C5C61" w:rsidRPr="004C3E92">
        <w:t>sans froisser lady Middleton</w:t>
      </w:r>
      <w:r>
        <w:t xml:space="preserve">, </w:t>
      </w:r>
      <w:r w:rsidR="008C5C61" w:rsidRPr="004C3E92">
        <w:t xml:space="preserve">car elles passent toutes leurs </w:t>
      </w:r>
      <w:r w:rsidR="008C5C61" w:rsidRPr="004C3E92">
        <w:lastRenderedPageBreak/>
        <w:t>journées chez elle</w:t>
      </w:r>
      <w:r>
        <w:t xml:space="preserve"> ; </w:t>
      </w:r>
      <w:r w:rsidR="008C5C61" w:rsidRPr="004C3E92">
        <w:t>sinon</w:t>
      </w:r>
      <w:r>
        <w:t xml:space="preserve">, </w:t>
      </w:r>
      <w:r w:rsidR="008C5C61" w:rsidRPr="004C3E92">
        <w:t>je serais extrêmement contente de m</w:t>
      </w:r>
      <w:r>
        <w:t>’</w:t>
      </w:r>
      <w:r w:rsidR="008C5C61" w:rsidRPr="004C3E92">
        <w:t>y prêter</w:t>
      </w:r>
      <w:r>
        <w:t xml:space="preserve">. </w:t>
      </w:r>
      <w:r w:rsidR="008C5C61" w:rsidRPr="004C3E92">
        <w:t>Tu sais que je suis toujours disposée à avoir pour elles toutes les attentions qui sont en mon pouvoir</w:t>
      </w:r>
      <w:r>
        <w:t xml:space="preserve">, </w:t>
      </w:r>
      <w:r w:rsidR="008C5C61" w:rsidRPr="004C3E92">
        <w:t>comme le montre bien le fait que je les aie emmenées ce soir</w:t>
      </w:r>
      <w:r>
        <w:t xml:space="preserve">. </w:t>
      </w:r>
      <w:r w:rsidR="008C5C61" w:rsidRPr="004C3E92">
        <w:t>Mais elles vont en visite chez lady Middleton</w:t>
      </w:r>
      <w:r>
        <w:t xml:space="preserve">. </w:t>
      </w:r>
      <w:r w:rsidR="008C5C61" w:rsidRPr="004C3E92">
        <w:t>Comment puis-je les inviter à s</w:t>
      </w:r>
      <w:r>
        <w:t>’</w:t>
      </w:r>
      <w:r w:rsidR="008C5C61" w:rsidRPr="004C3E92">
        <w:t>éloigner d</w:t>
      </w:r>
      <w:r>
        <w:t>’</w:t>
      </w:r>
      <w:r w:rsidR="008C5C61" w:rsidRPr="004C3E92">
        <w:t>elle</w:t>
      </w:r>
      <w:r>
        <w:t> ?</w:t>
      </w:r>
    </w:p>
    <w:p w14:paraId="3C458C51" w14:textId="3353E360" w:rsidR="004A4993" w:rsidRDefault="008C5C61" w:rsidP="004A4993">
      <w:r w:rsidRPr="004C3E92">
        <w:t>Son mari</w:t>
      </w:r>
      <w:r w:rsidR="004A4993">
        <w:t xml:space="preserve">, </w:t>
      </w:r>
      <w:r w:rsidRPr="004C3E92">
        <w:t>bien qu</w:t>
      </w:r>
      <w:r w:rsidR="004A4993">
        <w:t>’</w:t>
      </w:r>
      <w:r w:rsidRPr="004C3E92">
        <w:t>avec humilité</w:t>
      </w:r>
      <w:r w:rsidR="004A4993">
        <w:t xml:space="preserve">, </w:t>
      </w:r>
      <w:r w:rsidRPr="004C3E92">
        <w:t>ne saisit pas la force de son argument</w:t>
      </w:r>
      <w:r w:rsidR="004A4993">
        <w:t>. « </w:t>
      </w:r>
      <w:r w:rsidRPr="004C3E92">
        <w:t>Elles avaient déjà passé une semaine</w:t>
      </w:r>
      <w:r w:rsidR="004A4993">
        <w:t xml:space="preserve">, </w:t>
      </w:r>
      <w:r w:rsidRPr="004C3E92">
        <w:t>dans ces conditions</w:t>
      </w:r>
      <w:r w:rsidR="004A4993">
        <w:t xml:space="preserve">, </w:t>
      </w:r>
      <w:r w:rsidRPr="004C3E92">
        <w:t>dans Conduit Street</w:t>
      </w:r>
      <w:r w:rsidR="004A4993">
        <w:t xml:space="preserve">, </w:t>
      </w:r>
      <w:r w:rsidRPr="004C3E92">
        <w:t>et lady Middleton ne pourrait pas trouver mauvais qu</w:t>
      </w:r>
      <w:r w:rsidR="004A4993">
        <w:t>’</w:t>
      </w:r>
      <w:r w:rsidRPr="004C3E92">
        <w:t>elles consacrassent un nombre égal de jours à des parents aussi proches</w:t>
      </w:r>
      <w:r w:rsidR="004A4993">
        <w:t>. »</w:t>
      </w:r>
    </w:p>
    <w:p w14:paraId="2358B94D" w14:textId="77777777" w:rsidR="004A4993" w:rsidRDefault="008C5C61" w:rsidP="004A4993">
      <w:r w:rsidRPr="004C3E92">
        <w:t>Fanny se tut un instant</w:t>
      </w:r>
      <w:r w:rsidR="004A4993">
        <w:t xml:space="preserve">, </w:t>
      </w:r>
      <w:r w:rsidRPr="004C3E92">
        <w:t>puis elle dit</w:t>
      </w:r>
      <w:r w:rsidR="004A4993">
        <w:t xml:space="preserve">, </w:t>
      </w:r>
      <w:r w:rsidRPr="004C3E92">
        <w:t>avec une vigueur no</w:t>
      </w:r>
      <w:r w:rsidRPr="004C3E92">
        <w:t>u</w:t>
      </w:r>
      <w:r w:rsidRPr="004C3E92">
        <w:t>velle</w:t>
      </w:r>
      <w:r w:rsidR="004A4993">
        <w:t> :</w:t>
      </w:r>
    </w:p>
    <w:p w14:paraId="580CAB59" w14:textId="77777777" w:rsidR="004A4993" w:rsidRDefault="004A4993" w:rsidP="004A4993">
      <w:r>
        <w:t>— </w:t>
      </w:r>
      <w:r w:rsidR="008C5C61" w:rsidRPr="004C3E92">
        <w:t>Mon ami</w:t>
      </w:r>
      <w:r>
        <w:t xml:space="preserve">, </w:t>
      </w:r>
      <w:r w:rsidR="008C5C61" w:rsidRPr="004C3E92">
        <w:t>je les inviterais de tout cœur</w:t>
      </w:r>
      <w:r>
        <w:t xml:space="preserve">, </w:t>
      </w:r>
      <w:r w:rsidR="008C5C61" w:rsidRPr="004C3E92">
        <w:t>si c</w:t>
      </w:r>
      <w:r>
        <w:t>’</w:t>
      </w:r>
      <w:r w:rsidR="008C5C61" w:rsidRPr="004C3E92">
        <w:t>était en mon pouvoir</w:t>
      </w:r>
      <w:r>
        <w:t xml:space="preserve">. </w:t>
      </w:r>
      <w:r w:rsidR="008C5C61" w:rsidRPr="004C3E92">
        <w:t>Mais je venais de décider intérieurement que je pri</w:t>
      </w:r>
      <w:r w:rsidR="008C5C61" w:rsidRPr="004C3E92">
        <w:t>e</w:t>
      </w:r>
      <w:r w:rsidR="008C5C61" w:rsidRPr="004C3E92">
        <w:t>rais les demoiselles Steele de passer quelques jours chez nous</w:t>
      </w:r>
      <w:r>
        <w:t xml:space="preserve">. </w:t>
      </w:r>
      <w:r w:rsidR="008C5C61" w:rsidRPr="004C3E92">
        <w:t>Ce sont des jeunes filles excellentes</w:t>
      </w:r>
      <w:r>
        <w:t xml:space="preserve">, </w:t>
      </w:r>
      <w:r w:rsidR="008C5C61" w:rsidRPr="004C3E92">
        <w:t>et très bien élevées</w:t>
      </w:r>
      <w:r>
        <w:t xml:space="preserve"> ; </w:t>
      </w:r>
      <w:r w:rsidR="008C5C61" w:rsidRPr="004C3E92">
        <w:t>et je crois que cette attention leur est due</w:t>
      </w:r>
      <w:r>
        <w:t xml:space="preserve">, </w:t>
      </w:r>
      <w:r w:rsidR="008C5C61" w:rsidRPr="004C3E92">
        <w:t>puisque leur oncle s</w:t>
      </w:r>
      <w:r>
        <w:t>’</w:t>
      </w:r>
      <w:r w:rsidR="008C5C61" w:rsidRPr="004C3E92">
        <w:t>est si bien comporté auprès d</w:t>
      </w:r>
      <w:r>
        <w:t>’</w:t>
      </w:r>
      <w:r w:rsidR="008C5C61" w:rsidRPr="004C3E92">
        <w:t>Edward</w:t>
      </w:r>
      <w:r>
        <w:t xml:space="preserve">. </w:t>
      </w:r>
      <w:r w:rsidR="008C5C61" w:rsidRPr="004C3E92">
        <w:t>Nous pourrons inviter tes sœurs une autre année</w:t>
      </w:r>
      <w:r>
        <w:t xml:space="preserve">, </w:t>
      </w:r>
      <w:r w:rsidR="008C5C61" w:rsidRPr="004C3E92">
        <w:t>n</w:t>
      </w:r>
      <w:r>
        <w:t>’</w:t>
      </w:r>
      <w:r w:rsidR="008C5C61" w:rsidRPr="004C3E92">
        <w:t>est-ce pas</w:t>
      </w:r>
      <w:r>
        <w:t xml:space="preserve"> ; </w:t>
      </w:r>
      <w:r w:rsidR="008C5C61" w:rsidRPr="004C3E92">
        <w:t>mais il se peut que les d</w:t>
      </w:r>
      <w:r w:rsidR="008C5C61" w:rsidRPr="004C3E92">
        <w:t>e</w:t>
      </w:r>
      <w:r w:rsidR="008C5C61" w:rsidRPr="004C3E92">
        <w:t>moiselles Steele ne soient plus à Londres</w:t>
      </w:r>
      <w:r>
        <w:t xml:space="preserve">. </w:t>
      </w:r>
      <w:r w:rsidR="008C5C61" w:rsidRPr="004C3E92">
        <w:t>Je suis sûre qu</w:t>
      </w:r>
      <w:r>
        <w:t>’</w:t>
      </w:r>
      <w:r w:rsidR="008C5C61" w:rsidRPr="004C3E92">
        <w:t>elles te plairont</w:t>
      </w:r>
      <w:r>
        <w:t xml:space="preserve"> ; </w:t>
      </w:r>
      <w:r w:rsidR="008C5C61" w:rsidRPr="004C3E92">
        <w:t>en vérité</w:t>
      </w:r>
      <w:r>
        <w:t xml:space="preserve">, </w:t>
      </w:r>
      <w:r w:rsidR="008C5C61" w:rsidRPr="004C3E92">
        <w:t>elles te plaisent déjà beaucoup</w:t>
      </w:r>
      <w:r>
        <w:t xml:space="preserve">, </w:t>
      </w:r>
      <w:r w:rsidR="008C5C61" w:rsidRPr="004C3E92">
        <w:t>n</w:t>
      </w:r>
      <w:r>
        <w:t>’</w:t>
      </w:r>
      <w:r w:rsidR="008C5C61" w:rsidRPr="004C3E92">
        <w:t>est-ce pas</w:t>
      </w:r>
      <w:r>
        <w:t xml:space="preserve">, </w:t>
      </w:r>
      <w:r w:rsidR="008C5C61" w:rsidRPr="004C3E92">
        <w:t>de même qu</w:t>
      </w:r>
      <w:r>
        <w:t>’</w:t>
      </w:r>
      <w:r w:rsidR="008C5C61" w:rsidRPr="004C3E92">
        <w:t>à ma mère</w:t>
      </w:r>
      <w:r>
        <w:t xml:space="preserve"> ; </w:t>
      </w:r>
      <w:r w:rsidR="008C5C61" w:rsidRPr="004C3E92">
        <w:t>et elles s</w:t>
      </w:r>
      <w:r>
        <w:t>’</w:t>
      </w:r>
      <w:r w:rsidR="008C5C61" w:rsidRPr="004C3E92">
        <w:t>entendent si bien avec Harry</w:t>
      </w:r>
      <w:r>
        <w:t> !</w:t>
      </w:r>
    </w:p>
    <w:p w14:paraId="69F624FD" w14:textId="77777777" w:rsidR="004A4993" w:rsidRDefault="008C5C61" w:rsidP="004A4993">
      <w:r w:rsidRPr="004C3E92">
        <w:t>Mr</w:t>
      </w:r>
      <w:r w:rsidR="004A4993">
        <w:t xml:space="preserve">. </w:t>
      </w:r>
      <w:proofErr w:type="spellStart"/>
      <w:r w:rsidRPr="004C3E92">
        <w:t>Dashwood</w:t>
      </w:r>
      <w:proofErr w:type="spellEnd"/>
      <w:r w:rsidRPr="004C3E92">
        <w:t xml:space="preserve"> fut convaincu</w:t>
      </w:r>
      <w:r w:rsidR="004A4993">
        <w:t xml:space="preserve">. </w:t>
      </w:r>
      <w:r w:rsidRPr="004C3E92">
        <w:t>Il perçut la nécessité d</w:t>
      </w:r>
      <w:r w:rsidR="004A4993">
        <w:t>’</w:t>
      </w:r>
      <w:r w:rsidRPr="004C3E92">
        <w:t>inviter immédiatement les demoiselles Steele</w:t>
      </w:r>
      <w:r w:rsidR="004A4993">
        <w:t xml:space="preserve">, </w:t>
      </w:r>
      <w:r w:rsidRPr="004C3E92">
        <w:t>et sa conscience fut apaisée par la résolution d</w:t>
      </w:r>
      <w:r w:rsidR="004A4993">
        <w:t>’</w:t>
      </w:r>
      <w:r w:rsidRPr="004C3E92">
        <w:t>inviter ses sœurs une autre a</w:t>
      </w:r>
      <w:r w:rsidRPr="004C3E92">
        <w:t>n</w:t>
      </w:r>
      <w:r w:rsidRPr="004C3E92">
        <w:t>née</w:t>
      </w:r>
      <w:r w:rsidR="004A4993">
        <w:t xml:space="preserve"> ; </w:t>
      </w:r>
      <w:r w:rsidRPr="004C3E92">
        <w:t>tout en soupçonnant malicieusement qu</w:t>
      </w:r>
      <w:r w:rsidR="004A4993">
        <w:t>’</w:t>
      </w:r>
      <w:r w:rsidRPr="004C3E92">
        <w:t>une année de plus rendrait l</w:t>
      </w:r>
      <w:r w:rsidR="004A4993">
        <w:t>’</w:t>
      </w:r>
      <w:r w:rsidRPr="004C3E92">
        <w:t>invitation inutile</w:t>
      </w:r>
      <w:r w:rsidR="004A4993">
        <w:t xml:space="preserve">, </w:t>
      </w:r>
      <w:r w:rsidRPr="004C3E92">
        <w:t>puisqu</w:t>
      </w:r>
      <w:r w:rsidR="004A4993">
        <w:t>’</w:t>
      </w:r>
      <w:r w:rsidRPr="004C3E92">
        <w:t xml:space="preserve">elle devait ramener </w:t>
      </w:r>
      <w:proofErr w:type="spellStart"/>
      <w:r w:rsidRPr="004C3E92">
        <w:t>Elinor</w:t>
      </w:r>
      <w:proofErr w:type="spellEnd"/>
      <w:r w:rsidRPr="004C3E92">
        <w:t xml:space="preserve"> à Londres en qualité de femme du colonel Brandon</w:t>
      </w:r>
      <w:r w:rsidR="004A4993">
        <w:t xml:space="preserve">, </w:t>
      </w:r>
      <w:r w:rsidRPr="004C3E92">
        <w:t>et Marianne comme leur invitée</w:t>
      </w:r>
      <w:r w:rsidR="004A4993">
        <w:t>.</w:t>
      </w:r>
    </w:p>
    <w:p w14:paraId="4E4B5C70" w14:textId="77777777" w:rsidR="004A4993" w:rsidRDefault="008C5C61" w:rsidP="004A4993">
      <w:r w:rsidRPr="004C3E92">
        <w:lastRenderedPageBreak/>
        <w:t>Fanny</w:t>
      </w:r>
      <w:r w:rsidR="004A4993">
        <w:t xml:space="preserve">, </w:t>
      </w:r>
      <w:r w:rsidRPr="004C3E92">
        <w:t>ravie de son évasion</w:t>
      </w:r>
      <w:r w:rsidR="004A4993">
        <w:t xml:space="preserve">, </w:t>
      </w:r>
      <w:r w:rsidRPr="004C3E92">
        <w:t>et fière de la promptitude d</w:t>
      </w:r>
      <w:r w:rsidR="004A4993">
        <w:t>’</w:t>
      </w:r>
      <w:r w:rsidRPr="004C3E92">
        <w:t>esprit qui la lui avait assurée</w:t>
      </w:r>
      <w:r w:rsidR="004A4993">
        <w:t xml:space="preserve">, </w:t>
      </w:r>
      <w:r w:rsidRPr="004C3E92">
        <w:t>écrivit le lendemain matin à L</w:t>
      </w:r>
      <w:r w:rsidRPr="004C3E92">
        <w:t>u</w:t>
      </w:r>
      <w:r w:rsidRPr="004C3E92">
        <w:t>cy</w:t>
      </w:r>
      <w:r w:rsidR="004A4993">
        <w:t xml:space="preserve">, </w:t>
      </w:r>
      <w:r w:rsidRPr="004C3E92">
        <w:t>pour la prier de lui faire le plaisir de s</w:t>
      </w:r>
      <w:r w:rsidR="004A4993">
        <w:t>’</w:t>
      </w:r>
      <w:r w:rsidRPr="004C3E92">
        <w:t>installer</w:t>
      </w:r>
      <w:r w:rsidR="004A4993">
        <w:t xml:space="preserve">, </w:t>
      </w:r>
      <w:r w:rsidRPr="004C3E92">
        <w:t>ainsi que sa sœur</w:t>
      </w:r>
      <w:r w:rsidR="004A4993">
        <w:t xml:space="preserve">, </w:t>
      </w:r>
      <w:r w:rsidRPr="004C3E92">
        <w:t>pour quelques jours</w:t>
      </w:r>
      <w:r w:rsidR="004A4993">
        <w:t xml:space="preserve">, </w:t>
      </w:r>
      <w:r w:rsidRPr="004C3E92">
        <w:t>dans Harley Street</w:t>
      </w:r>
      <w:r w:rsidR="004A4993">
        <w:t xml:space="preserve">, </w:t>
      </w:r>
      <w:r w:rsidRPr="004C3E92">
        <w:t>dès que lady Middleton pourrait se passer d</w:t>
      </w:r>
      <w:r w:rsidR="004A4993">
        <w:t>’</w:t>
      </w:r>
      <w:r w:rsidRPr="004C3E92">
        <w:t>elles</w:t>
      </w:r>
      <w:r w:rsidR="004A4993">
        <w:t xml:space="preserve">. </w:t>
      </w:r>
      <w:r w:rsidRPr="004C3E92">
        <w:t>C</w:t>
      </w:r>
      <w:r w:rsidR="004A4993">
        <w:t>’</w:t>
      </w:r>
      <w:r w:rsidRPr="004C3E92">
        <w:t>en fut assez pour rendre Lucy véritablement et raisonnablement heureuse</w:t>
      </w:r>
      <w:r w:rsidR="004A4993">
        <w:t xml:space="preserve">. </w:t>
      </w:r>
      <w:r w:rsidRPr="004C3E92">
        <w:t>Il semblait que Mrs</w:t>
      </w:r>
      <w:r w:rsidR="004A4993">
        <w:t xml:space="preserve">. </w:t>
      </w:r>
      <w:proofErr w:type="spellStart"/>
      <w:r w:rsidRPr="004C3E92">
        <w:t>Dashwood</w:t>
      </w:r>
      <w:proofErr w:type="spellEnd"/>
      <w:r w:rsidRPr="004C3E92">
        <w:t xml:space="preserve"> elle-même travaillât effectivement pour e</w:t>
      </w:r>
      <w:r w:rsidRPr="004C3E92">
        <w:t>l</w:t>
      </w:r>
      <w:r w:rsidRPr="004C3E92">
        <w:t>le</w:t>
      </w:r>
      <w:r w:rsidR="004A4993">
        <w:t xml:space="preserve">, </w:t>
      </w:r>
      <w:r w:rsidRPr="004C3E92">
        <w:t>qu</w:t>
      </w:r>
      <w:r w:rsidR="004A4993">
        <w:t>’</w:t>
      </w:r>
      <w:r w:rsidRPr="004C3E92">
        <w:t>elle chérit toutes ses espérances</w:t>
      </w:r>
      <w:r w:rsidR="004A4993">
        <w:t xml:space="preserve">, </w:t>
      </w:r>
      <w:r w:rsidRPr="004C3E92">
        <w:t xml:space="preserve">et favorisât toutes ses </w:t>
      </w:r>
      <w:proofErr w:type="gramStart"/>
      <w:r w:rsidRPr="004C3E92">
        <w:t>perspectives d</w:t>
      </w:r>
      <w:r w:rsidR="004A4993">
        <w:t>’</w:t>
      </w:r>
      <w:r w:rsidRPr="004C3E92">
        <w:t>avenir</w:t>
      </w:r>
      <w:proofErr w:type="gramEnd"/>
      <w:r w:rsidR="004A4993">
        <w:t xml:space="preserve"> ! </w:t>
      </w:r>
      <w:r w:rsidRPr="004C3E92">
        <w:t>Une pareille occasion de se trouver avec Edward et les siens était</w:t>
      </w:r>
      <w:r w:rsidR="004A4993">
        <w:t xml:space="preserve">, </w:t>
      </w:r>
      <w:r w:rsidRPr="004C3E92">
        <w:t>par-dessus toutes choses</w:t>
      </w:r>
      <w:r w:rsidR="004A4993">
        <w:t xml:space="preserve">, </w:t>
      </w:r>
      <w:r w:rsidRPr="004C3E92">
        <w:t>la plus pr</w:t>
      </w:r>
      <w:r w:rsidRPr="004C3E92">
        <w:t>o</w:t>
      </w:r>
      <w:r w:rsidRPr="004C3E92">
        <w:t>pre à ménager ses intérêts</w:t>
      </w:r>
      <w:r w:rsidR="004A4993">
        <w:t xml:space="preserve">, </w:t>
      </w:r>
      <w:r w:rsidRPr="004C3E92">
        <w:t>et une semblable invitation</w:t>
      </w:r>
      <w:r w:rsidR="004A4993">
        <w:t xml:space="preserve">, </w:t>
      </w:r>
      <w:r w:rsidRPr="004C3E92">
        <w:t>la plus flatteuse pour sa susceptibilité</w:t>
      </w:r>
      <w:r w:rsidR="004A4993">
        <w:t xml:space="preserve"> ! </w:t>
      </w:r>
      <w:r w:rsidRPr="004C3E92">
        <w:t>C</w:t>
      </w:r>
      <w:r w:rsidR="004A4993">
        <w:t>’</w:t>
      </w:r>
      <w:r w:rsidRPr="004C3E92">
        <w:t>était un avantage qui ne po</w:t>
      </w:r>
      <w:r w:rsidRPr="004C3E92">
        <w:t>u</w:t>
      </w:r>
      <w:r w:rsidRPr="004C3E92">
        <w:t>vait être reconnu avec trop de gratitude</w:t>
      </w:r>
      <w:r w:rsidR="004A4993">
        <w:t xml:space="preserve">, </w:t>
      </w:r>
      <w:r w:rsidRPr="004C3E92">
        <w:t>ni trop rapidement ut</w:t>
      </w:r>
      <w:r w:rsidRPr="004C3E92">
        <w:t>i</w:t>
      </w:r>
      <w:r w:rsidRPr="004C3E92">
        <w:t>lisé</w:t>
      </w:r>
      <w:r w:rsidR="004A4993">
        <w:t xml:space="preserve"> ; </w:t>
      </w:r>
      <w:r w:rsidRPr="004C3E92">
        <w:t>et la visite chez lady Middleton</w:t>
      </w:r>
      <w:r w:rsidR="004A4993">
        <w:t xml:space="preserve">, </w:t>
      </w:r>
      <w:r w:rsidRPr="004C3E92">
        <w:t>qui</w:t>
      </w:r>
      <w:r w:rsidR="004A4993">
        <w:t xml:space="preserve">, </w:t>
      </w:r>
      <w:r w:rsidRPr="004C3E92">
        <w:t>auparavant</w:t>
      </w:r>
      <w:r w:rsidR="004A4993">
        <w:t xml:space="preserve">, </w:t>
      </w:r>
      <w:r w:rsidRPr="004C3E92">
        <w:t>n</w:t>
      </w:r>
      <w:r w:rsidR="004A4993">
        <w:t>’</w:t>
      </w:r>
      <w:r w:rsidRPr="004C3E92">
        <w:t>avait pas eu de limites précises</w:t>
      </w:r>
      <w:r w:rsidR="004A4993">
        <w:t xml:space="preserve">, </w:t>
      </w:r>
      <w:r w:rsidRPr="004C3E92">
        <w:t>se révéla tout à coup comme ayant toujours dû se terminer deux jours plus tard</w:t>
      </w:r>
      <w:r w:rsidR="004A4993">
        <w:t>.</w:t>
      </w:r>
    </w:p>
    <w:p w14:paraId="1975B4D3" w14:textId="77777777" w:rsidR="004A4993" w:rsidRDefault="008C5C61" w:rsidP="004A4993">
      <w:r w:rsidRPr="004C3E92">
        <w:t xml:space="preserve">Quand le billet fut montré à </w:t>
      </w:r>
      <w:proofErr w:type="spellStart"/>
      <w:r w:rsidRPr="004C3E92">
        <w:t>Elinor</w:t>
      </w:r>
      <w:proofErr w:type="spellEnd"/>
      <w:r w:rsidR="004A4993">
        <w:t xml:space="preserve">, </w:t>
      </w:r>
      <w:r w:rsidRPr="004C3E92">
        <w:t>comme il le fut moins de dix minutes après sa réception</w:t>
      </w:r>
      <w:r w:rsidR="004A4993">
        <w:t xml:space="preserve">, </w:t>
      </w:r>
      <w:r w:rsidRPr="004C3E92">
        <w:t>il lui communiqua</w:t>
      </w:r>
      <w:r w:rsidR="004A4993">
        <w:t xml:space="preserve">, </w:t>
      </w:r>
      <w:r w:rsidRPr="004C3E92">
        <w:t>pour la première fois</w:t>
      </w:r>
      <w:r w:rsidR="004A4993">
        <w:t xml:space="preserve">, </w:t>
      </w:r>
      <w:r w:rsidRPr="004C3E92">
        <w:t>quelque participation aux espérances de Lucy</w:t>
      </w:r>
      <w:r w:rsidR="004A4993">
        <w:t xml:space="preserve"> ; </w:t>
      </w:r>
      <w:r w:rsidRPr="004C3E92">
        <w:t>car une telle marque d</w:t>
      </w:r>
      <w:r w:rsidR="004A4993">
        <w:t>’</w:t>
      </w:r>
      <w:r w:rsidRPr="004C3E92">
        <w:t>amabilité peu commune</w:t>
      </w:r>
      <w:r w:rsidR="004A4993">
        <w:t xml:space="preserve">, </w:t>
      </w:r>
      <w:r w:rsidRPr="004C3E92">
        <w:t>accordée après un temps de connaissance si bref</w:t>
      </w:r>
      <w:r w:rsidR="004A4993">
        <w:t xml:space="preserve">, </w:t>
      </w:r>
      <w:r w:rsidRPr="004C3E92">
        <w:t>semblait proclamer que la bienveillance qu</w:t>
      </w:r>
      <w:r w:rsidR="004A4993">
        <w:t>’</w:t>
      </w:r>
      <w:r w:rsidRPr="004C3E92">
        <w:t>on lui témoignait provenait de quelque chose de plus que de la simple méchanceté à l</w:t>
      </w:r>
      <w:r w:rsidR="004A4993">
        <w:t>’</w:t>
      </w:r>
      <w:r w:rsidRPr="004C3E92">
        <w:t>adresse d</w:t>
      </w:r>
      <w:r w:rsidR="004A4993">
        <w:t>’</w:t>
      </w:r>
      <w:proofErr w:type="spellStart"/>
      <w:r w:rsidRPr="004C3E92">
        <w:t>Elinor</w:t>
      </w:r>
      <w:proofErr w:type="spellEnd"/>
      <w:r w:rsidR="004A4993">
        <w:t xml:space="preserve">, </w:t>
      </w:r>
      <w:r w:rsidRPr="004C3E92">
        <w:t>et pourrait être amenée</w:t>
      </w:r>
      <w:r w:rsidR="004A4993">
        <w:t xml:space="preserve">, </w:t>
      </w:r>
      <w:r w:rsidRPr="004C3E92">
        <w:t>avec du temps et de l</w:t>
      </w:r>
      <w:r w:rsidR="004A4993">
        <w:t>’</w:t>
      </w:r>
      <w:r w:rsidRPr="004C3E92">
        <w:t>adresse</w:t>
      </w:r>
      <w:r w:rsidR="004A4993">
        <w:t xml:space="preserve">, </w:t>
      </w:r>
      <w:r w:rsidRPr="004C3E92">
        <w:t>à l</w:t>
      </w:r>
      <w:r w:rsidR="004A4993">
        <w:t>’</w:t>
      </w:r>
      <w:r w:rsidRPr="004C3E92">
        <w:t>accomplissement de tout ce que désirait Lucy</w:t>
      </w:r>
      <w:r w:rsidR="004A4993">
        <w:t xml:space="preserve">. </w:t>
      </w:r>
      <w:r w:rsidRPr="004C3E92">
        <w:t>La flatterie de celle-ci avait déjà soumis la vanité de lady Middleton</w:t>
      </w:r>
      <w:r w:rsidR="004A4993">
        <w:t xml:space="preserve">, </w:t>
      </w:r>
      <w:r w:rsidRPr="004C3E92">
        <w:t>et effectué une entrée dans le cœur étroit de Mrs</w:t>
      </w:r>
      <w:r w:rsidR="004A4993">
        <w:t xml:space="preserve">. </w:t>
      </w:r>
      <w:r w:rsidRPr="004C3E92">
        <w:t xml:space="preserve">John </w:t>
      </w:r>
      <w:proofErr w:type="spellStart"/>
      <w:r w:rsidRPr="004C3E92">
        <w:t>Dashwood</w:t>
      </w:r>
      <w:proofErr w:type="spellEnd"/>
      <w:r w:rsidR="004A4993">
        <w:t xml:space="preserve">, </w:t>
      </w:r>
      <w:r w:rsidRPr="004C3E92">
        <w:t>et c</w:t>
      </w:r>
      <w:r w:rsidR="004A4993">
        <w:t>’</w:t>
      </w:r>
      <w:r w:rsidRPr="004C3E92">
        <w:t>étaient là des efforts qui ouvraient la probabilité d</w:t>
      </w:r>
      <w:r w:rsidR="004A4993">
        <w:t>’</w:t>
      </w:r>
      <w:r w:rsidRPr="004C3E92">
        <w:t>autres plus grands encore</w:t>
      </w:r>
      <w:r w:rsidR="004A4993">
        <w:t>.</w:t>
      </w:r>
    </w:p>
    <w:p w14:paraId="3DCE1FDA" w14:textId="77777777" w:rsidR="004A4993" w:rsidRDefault="008C5C61" w:rsidP="004A4993">
      <w:r w:rsidRPr="004C3E92">
        <w:t>Les demoiselles Steele s</w:t>
      </w:r>
      <w:r w:rsidR="004A4993">
        <w:t>’</w:t>
      </w:r>
      <w:r w:rsidRPr="004C3E92">
        <w:t>installèrent dans Harley Street</w:t>
      </w:r>
      <w:r w:rsidR="004A4993">
        <w:t xml:space="preserve">, </w:t>
      </w:r>
      <w:r w:rsidRPr="004C3E92">
        <w:t xml:space="preserve">et tout ce qui parvint à </w:t>
      </w:r>
      <w:proofErr w:type="spellStart"/>
      <w:r w:rsidRPr="004C3E92">
        <w:t>Elinor</w:t>
      </w:r>
      <w:proofErr w:type="spellEnd"/>
      <w:r w:rsidRPr="004C3E92">
        <w:t xml:space="preserve"> de l</w:t>
      </w:r>
      <w:r w:rsidR="004A4993">
        <w:t>’</w:t>
      </w:r>
      <w:r w:rsidRPr="004C3E92">
        <w:t>influence qu</w:t>
      </w:r>
      <w:r w:rsidR="004A4993">
        <w:t>’</w:t>
      </w:r>
      <w:r w:rsidRPr="004C3E92">
        <w:t xml:space="preserve">elles y </w:t>
      </w:r>
      <w:r w:rsidRPr="004C3E92">
        <w:lastRenderedPageBreak/>
        <w:t>exercèrent la fortifia dans l</w:t>
      </w:r>
      <w:r w:rsidR="004A4993">
        <w:t>’</w:t>
      </w:r>
      <w:r w:rsidRPr="004C3E92">
        <w:t>attente de l</w:t>
      </w:r>
      <w:r w:rsidR="004A4993">
        <w:t>’</w:t>
      </w:r>
      <w:r w:rsidRPr="004C3E92">
        <w:t>événement</w:t>
      </w:r>
      <w:r w:rsidR="004A4993">
        <w:t xml:space="preserve">. </w:t>
      </w:r>
      <w:r w:rsidRPr="004C3E92">
        <w:t>Sir John</w:t>
      </w:r>
      <w:r w:rsidR="004A4993">
        <w:t xml:space="preserve">, </w:t>
      </w:r>
      <w:r w:rsidRPr="004C3E92">
        <w:t>qui alla les voir plusieurs fois</w:t>
      </w:r>
      <w:r w:rsidR="004A4993">
        <w:t xml:space="preserve">, </w:t>
      </w:r>
      <w:r w:rsidRPr="004C3E92">
        <w:t>rapporta chez lui de tels récits de la faveur dont elles jouissaient</w:t>
      </w:r>
      <w:r w:rsidR="004A4993">
        <w:t xml:space="preserve">, </w:t>
      </w:r>
      <w:r w:rsidRPr="004C3E92">
        <w:t>que cette faveur devait être universellement frappante</w:t>
      </w:r>
      <w:r w:rsidR="004A4993">
        <w:t xml:space="preserve">. </w:t>
      </w:r>
      <w:r w:rsidRPr="004C3E92">
        <w:t>Mrs</w:t>
      </w:r>
      <w:r w:rsidR="004A4993">
        <w:t xml:space="preserve">. </w:t>
      </w:r>
      <w:proofErr w:type="spellStart"/>
      <w:r w:rsidRPr="004C3E92">
        <w:t>Dashwood</w:t>
      </w:r>
      <w:proofErr w:type="spellEnd"/>
      <w:r w:rsidRPr="004C3E92">
        <w:t xml:space="preserve"> n</w:t>
      </w:r>
      <w:r w:rsidR="004A4993">
        <w:t>’</w:t>
      </w:r>
      <w:r w:rsidRPr="004C3E92">
        <w:t>avait jamais été aussi satisfaite de jeunes femmes</w:t>
      </w:r>
      <w:r w:rsidR="004A4993">
        <w:t xml:space="preserve">, </w:t>
      </w:r>
      <w:r w:rsidRPr="004C3E92">
        <w:t>quelles qu</w:t>
      </w:r>
      <w:r w:rsidR="004A4993">
        <w:t>’</w:t>
      </w:r>
      <w:r w:rsidRPr="004C3E92">
        <w:t>elles fussent</w:t>
      </w:r>
      <w:r w:rsidR="004A4993">
        <w:t xml:space="preserve">, </w:t>
      </w:r>
      <w:r w:rsidRPr="004C3E92">
        <w:t>qu</w:t>
      </w:r>
      <w:r w:rsidR="004A4993">
        <w:t>’</w:t>
      </w:r>
      <w:r w:rsidRPr="004C3E92">
        <w:t>elle l</w:t>
      </w:r>
      <w:r w:rsidR="004A4993">
        <w:t>’</w:t>
      </w:r>
      <w:r w:rsidRPr="004C3E92">
        <w:t>était d</w:t>
      </w:r>
      <w:r w:rsidR="004A4993">
        <w:t>’</w:t>
      </w:r>
      <w:r w:rsidRPr="004C3E92">
        <w:t>elles</w:t>
      </w:r>
      <w:r w:rsidR="004A4993">
        <w:t xml:space="preserve"> ; </w:t>
      </w:r>
      <w:r w:rsidRPr="004C3E92">
        <w:t>e</w:t>
      </w:r>
      <w:r w:rsidRPr="004C3E92">
        <w:t>l</w:t>
      </w:r>
      <w:r w:rsidRPr="004C3E92">
        <w:t>le leur avait fait présent</w:t>
      </w:r>
      <w:r w:rsidR="004A4993">
        <w:t xml:space="preserve">, </w:t>
      </w:r>
      <w:r w:rsidRPr="004C3E92">
        <w:t>à chacune</w:t>
      </w:r>
      <w:r w:rsidR="004A4993">
        <w:t xml:space="preserve">, </w:t>
      </w:r>
      <w:r w:rsidRPr="004C3E92">
        <w:t>d</w:t>
      </w:r>
      <w:r w:rsidR="004A4993">
        <w:t>’</w:t>
      </w:r>
      <w:r w:rsidRPr="004C3E92">
        <w:t>un carnet d</w:t>
      </w:r>
      <w:r w:rsidR="004A4993">
        <w:t>’</w:t>
      </w:r>
      <w:r w:rsidRPr="004C3E92">
        <w:t>aiguilles</w:t>
      </w:r>
      <w:r w:rsidR="004A4993">
        <w:t xml:space="preserve">, </w:t>
      </w:r>
      <w:r w:rsidRPr="004C3E92">
        <w:t>o</w:t>
      </w:r>
      <w:r w:rsidRPr="004C3E92">
        <w:t>u</w:t>
      </w:r>
      <w:r w:rsidRPr="004C3E92">
        <w:t>vrage de quelque émigrant</w:t>
      </w:r>
      <w:r w:rsidR="004A4993">
        <w:t xml:space="preserve"> ; </w:t>
      </w:r>
      <w:r w:rsidRPr="004C3E92">
        <w:t>elle appelait Lucy par son prénom</w:t>
      </w:r>
      <w:r w:rsidR="004A4993">
        <w:t xml:space="preserve">, </w:t>
      </w:r>
      <w:r w:rsidRPr="004C3E92">
        <w:t>et ne savait pas si elle pourrait jamais se séparer d</w:t>
      </w:r>
      <w:r w:rsidR="004A4993">
        <w:t>’</w:t>
      </w:r>
      <w:r w:rsidRPr="004C3E92">
        <w:t>elles</w:t>
      </w:r>
      <w:r w:rsidR="004A4993">
        <w:t>.</w:t>
      </w:r>
    </w:p>
    <w:p w14:paraId="22AA6693" w14:textId="53A6B72D" w:rsidR="008C5C61" w:rsidRPr="004C3E92" w:rsidRDefault="008C5C61" w:rsidP="004A4993">
      <w:pPr>
        <w:pStyle w:val="Titre1"/>
      </w:pPr>
      <w:bookmarkStart w:id="36" w:name="_Toc196409821"/>
      <w:r w:rsidRPr="004C3E92">
        <w:lastRenderedPageBreak/>
        <w:t>CHAPITRE XXXVII</w:t>
      </w:r>
      <w:bookmarkEnd w:id="36"/>
      <w:r w:rsidRPr="004C3E92">
        <w:br/>
      </w:r>
    </w:p>
    <w:p w14:paraId="2534EC79" w14:textId="77777777" w:rsidR="004A4993" w:rsidRDefault="008C5C61" w:rsidP="004A4993">
      <w:r w:rsidRPr="004C3E92">
        <w:t>Mrs</w:t>
      </w:r>
      <w:r w:rsidR="004A4993">
        <w:t xml:space="preserve">. </w:t>
      </w:r>
      <w:r w:rsidRPr="004C3E92">
        <w:t>Palmer allait si bien</w:t>
      </w:r>
      <w:r w:rsidR="004A4993">
        <w:t xml:space="preserve">, </w:t>
      </w:r>
      <w:r w:rsidRPr="004C3E92">
        <w:t>au bout d</w:t>
      </w:r>
      <w:r w:rsidR="004A4993">
        <w:t>’</w:t>
      </w:r>
      <w:r w:rsidRPr="004C3E92">
        <w:t>une quinzaine</w:t>
      </w:r>
      <w:r w:rsidR="004A4993">
        <w:t xml:space="preserve">, </w:t>
      </w:r>
      <w:r w:rsidRPr="004C3E92">
        <w:t>que sa mère estima qu</w:t>
      </w:r>
      <w:r w:rsidR="004A4993">
        <w:t>’</w:t>
      </w:r>
      <w:r w:rsidRPr="004C3E92">
        <w:t>il n</w:t>
      </w:r>
      <w:r w:rsidR="004A4993">
        <w:t>’</w:t>
      </w:r>
      <w:r w:rsidRPr="004C3E92">
        <w:t>était plus nécessaire qu</w:t>
      </w:r>
      <w:r w:rsidR="004A4993">
        <w:t>’</w:t>
      </w:r>
      <w:r w:rsidRPr="004C3E92">
        <w:t>elle lui consacrât la totalité de son temps</w:t>
      </w:r>
      <w:r w:rsidR="004A4993">
        <w:t xml:space="preserve"> ; </w:t>
      </w:r>
      <w:r w:rsidRPr="004C3E92">
        <w:t>et</w:t>
      </w:r>
      <w:r w:rsidR="004A4993">
        <w:t xml:space="preserve">, </w:t>
      </w:r>
      <w:r w:rsidRPr="004C3E92">
        <w:t>se contentant d</w:t>
      </w:r>
      <w:r w:rsidR="004A4993">
        <w:t>’</w:t>
      </w:r>
      <w:r w:rsidRPr="004C3E92">
        <w:t>aller la voir une ou deux fois par jour</w:t>
      </w:r>
      <w:r w:rsidR="004A4993">
        <w:t xml:space="preserve">, </w:t>
      </w:r>
      <w:r w:rsidRPr="004C3E92">
        <w:t>retourna dès lors chez elle</w:t>
      </w:r>
      <w:r w:rsidR="004A4993">
        <w:t xml:space="preserve">, </w:t>
      </w:r>
      <w:r w:rsidRPr="004C3E92">
        <w:t>et à ses propres habitudes</w:t>
      </w:r>
      <w:r w:rsidR="004A4993">
        <w:t xml:space="preserve">, </w:t>
      </w:r>
      <w:r w:rsidRPr="004C3E92">
        <w:t xml:space="preserve">parmi lesquelles elle trouva les demoiselles </w:t>
      </w:r>
      <w:proofErr w:type="spellStart"/>
      <w:r w:rsidRPr="004C3E92">
        <w:t>Das</w:t>
      </w:r>
      <w:r w:rsidRPr="004C3E92">
        <w:t>h</w:t>
      </w:r>
      <w:r w:rsidRPr="004C3E92">
        <w:t>wood</w:t>
      </w:r>
      <w:proofErr w:type="spellEnd"/>
      <w:r w:rsidRPr="004C3E92">
        <w:t xml:space="preserve"> toutes disposées à réassurer leur part d</w:t>
      </w:r>
      <w:r w:rsidR="004A4993">
        <w:t>’</w:t>
      </w:r>
      <w:r w:rsidRPr="004C3E92">
        <w:t>antan</w:t>
      </w:r>
      <w:r w:rsidR="004A4993">
        <w:t>.</w:t>
      </w:r>
    </w:p>
    <w:p w14:paraId="699D941E" w14:textId="77777777" w:rsidR="004A4993" w:rsidRDefault="008C5C61" w:rsidP="004A4993">
      <w:r w:rsidRPr="004C3E92">
        <w:t>Dans la matinée du troisième ou quatrième jour où elles avaient ainsi repris leurs habitudes dans Berkeley Street</w:t>
      </w:r>
      <w:r w:rsidR="004A4993">
        <w:t xml:space="preserve">, </w:t>
      </w:r>
      <w:r w:rsidRPr="004C3E92">
        <w:t>Mrs</w:t>
      </w:r>
      <w:r w:rsidR="004A4993">
        <w:t xml:space="preserve">. </w:t>
      </w:r>
      <w:r w:rsidRPr="004C3E92">
        <w:t>Jennings</w:t>
      </w:r>
      <w:r w:rsidR="004A4993">
        <w:t xml:space="preserve">, </w:t>
      </w:r>
      <w:r w:rsidRPr="004C3E92">
        <w:t>rentrant de sa visite ordinaire à Mrs</w:t>
      </w:r>
      <w:r w:rsidR="004A4993">
        <w:t xml:space="preserve">. </w:t>
      </w:r>
      <w:r w:rsidRPr="004C3E92">
        <w:t>Palmer</w:t>
      </w:r>
      <w:r w:rsidR="004A4993">
        <w:t xml:space="preserve">, </w:t>
      </w:r>
      <w:r w:rsidRPr="004C3E92">
        <w:t>pénétra dans le salon</w:t>
      </w:r>
      <w:r w:rsidR="004A4993">
        <w:t xml:space="preserve">, </w:t>
      </w:r>
      <w:r w:rsidRPr="004C3E92">
        <w:t xml:space="preserve">où </w:t>
      </w:r>
      <w:proofErr w:type="spellStart"/>
      <w:r w:rsidRPr="004C3E92">
        <w:t>Elinor</w:t>
      </w:r>
      <w:proofErr w:type="spellEnd"/>
      <w:r w:rsidRPr="004C3E92">
        <w:t xml:space="preserve"> était assise toute seule</w:t>
      </w:r>
      <w:r w:rsidR="004A4993">
        <w:t xml:space="preserve">, </w:t>
      </w:r>
      <w:r w:rsidRPr="004C3E92">
        <w:t>avec un tel air d</w:t>
      </w:r>
      <w:r w:rsidR="004A4993">
        <w:t>’</w:t>
      </w:r>
      <w:r w:rsidRPr="004C3E92">
        <w:t>importance pressée</w:t>
      </w:r>
      <w:r w:rsidR="004A4993">
        <w:t xml:space="preserve">, </w:t>
      </w:r>
      <w:r w:rsidRPr="004C3E92">
        <w:t>que celle-ci se prépara à entendre que</w:t>
      </w:r>
      <w:r w:rsidRPr="004C3E92">
        <w:t>l</w:t>
      </w:r>
      <w:r w:rsidRPr="004C3E92">
        <w:t>que chose de merveilleux</w:t>
      </w:r>
      <w:r w:rsidR="004A4993">
        <w:t xml:space="preserve"> ; </w:t>
      </w:r>
      <w:r w:rsidRPr="004C3E92">
        <w:t>et</w:t>
      </w:r>
      <w:r w:rsidR="004A4993">
        <w:t xml:space="preserve">, </w:t>
      </w:r>
      <w:r w:rsidRPr="004C3E92">
        <w:t>ne lui laissant que le temps néce</w:t>
      </w:r>
      <w:r w:rsidRPr="004C3E92">
        <w:t>s</w:t>
      </w:r>
      <w:r w:rsidRPr="004C3E92">
        <w:t>saire à concevoir cette idée</w:t>
      </w:r>
      <w:r w:rsidR="004A4993">
        <w:t xml:space="preserve">, </w:t>
      </w:r>
      <w:r w:rsidRPr="004C3E92">
        <w:t>elle commença aussitôt à la justifier en disant</w:t>
      </w:r>
      <w:r w:rsidR="004A4993">
        <w:t> :</w:t>
      </w:r>
    </w:p>
    <w:p w14:paraId="369F6100" w14:textId="77777777" w:rsidR="004A4993" w:rsidRDefault="004A4993" w:rsidP="004A4993">
      <w:r>
        <w:t>— </w:t>
      </w:r>
      <w:r w:rsidR="008C5C61" w:rsidRPr="004C3E92">
        <w:t>Juste ciel</w:t>
      </w:r>
      <w:r>
        <w:t xml:space="preserve">, </w:t>
      </w:r>
      <w:r w:rsidR="008C5C61" w:rsidRPr="004C3E92">
        <w:t xml:space="preserve">ma chère miss </w:t>
      </w:r>
      <w:proofErr w:type="spellStart"/>
      <w:r w:rsidR="008C5C61" w:rsidRPr="004C3E92">
        <w:t>Dashwood</w:t>
      </w:r>
      <w:proofErr w:type="spellEnd"/>
      <w:r>
        <w:t xml:space="preserve"> ! </w:t>
      </w:r>
      <w:r w:rsidR="008C5C61" w:rsidRPr="004C3E92">
        <w:t>Avez-vous appris la nouvelle</w:t>
      </w:r>
      <w:r>
        <w:t> ?</w:t>
      </w:r>
    </w:p>
    <w:p w14:paraId="41EB1D81" w14:textId="77777777" w:rsidR="004A4993" w:rsidRDefault="004A4993" w:rsidP="004A4993">
      <w:r>
        <w:t>— </w:t>
      </w:r>
      <w:r w:rsidR="008C5C61" w:rsidRPr="004C3E92">
        <w:t>Non</w:t>
      </w:r>
      <w:r>
        <w:t xml:space="preserve">, </w:t>
      </w:r>
      <w:r w:rsidR="008C5C61" w:rsidRPr="004C3E92">
        <w:t>madame</w:t>
      </w:r>
      <w:r>
        <w:t xml:space="preserve"> ; </w:t>
      </w:r>
      <w:r w:rsidR="008C5C61" w:rsidRPr="004C3E92">
        <w:t>de quoi s</w:t>
      </w:r>
      <w:r>
        <w:t>’</w:t>
      </w:r>
      <w:r w:rsidR="008C5C61" w:rsidRPr="004C3E92">
        <w:t>agit-il</w:t>
      </w:r>
      <w:r>
        <w:t> ?</w:t>
      </w:r>
    </w:p>
    <w:p w14:paraId="35E303BC" w14:textId="77777777" w:rsidR="004A4993" w:rsidRDefault="004A4993" w:rsidP="004A4993">
      <w:r>
        <w:t>— </w:t>
      </w:r>
      <w:r w:rsidR="008C5C61" w:rsidRPr="004C3E92">
        <w:t>D</w:t>
      </w:r>
      <w:r>
        <w:t>’</w:t>
      </w:r>
      <w:r w:rsidR="008C5C61" w:rsidRPr="004C3E92">
        <w:t>une chose bien étrange</w:t>
      </w:r>
      <w:r>
        <w:t xml:space="preserve"> ! </w:t>
      </w:r>
      <w:r w:rsidR="008C5C61" w:rsidRPr="004C3E92">
        <w:t>Mais vous allez tout savoir</w:t>
      </w:r>
      <w:r>
        <w:t xml:space="preserve">. </w:t>
      </w:r>
      <w:r w:rsidR="008C5C61" w:rsidRPr="004C3E92">
        <w:t>Quand je suis arrivée chez Mr</w:t>
      </w:r>
      <w:r>
        <w:t xml:space="preserve">. </w:t>
      </w:r>
      <w:r w:rsidR="008C5C61" w:rsidRPr="004C3E92">
        <w:t>Palmer</w:t>
      </w:r>
      <w:r>
        <w:t xml:space="preserve">, </w:t>
      </w:r>
      <w:r w:rsidR="008C5C61" w:rsidRPr="004C3E92">
        <w:t>j</w:t>
      </w:r>
      <w:r>
        <w:t>’</w:t>
      </w:r>
      <w:r w:rsidR="008C5C61" w:rsidRPr="004C3E92">
        <w:t>ai trouvé Charlotte to</w:t>
      </w:r>
      <w:r w:rsidR="008C5C61" w:rsidRPr="004C3E92">
        <w:t>u</w:t>
      </w:r>
      <w:r w:rsidR="008C5C61" w:rsidRPr="004C3E92">
        <w:t>te bouleversée au sujet de l</w:t>
      </w:r>
      <w:r>
        <w:t>’</w:t>
      </w:r>
      <w:r w:rsidR="008C5C61" w:rsidRPr="004C3E92">
        <w:t>enfant</w:t>
      </w:r>
      <w:r>
        <w:t xml:space="preserve">. </w:t>
      </w:r>
      <w:r w:rsidR="008C5C61" w:rsidRPr="004C3E92">
        <w:t>Elle était sûre qu</w:t>
      </w:r>
      <w:r>
        <w:t>’</w:t>
      </w:r>
      <w:r w:rsidR="008C5C61" w:rsidRPr="004C3E92">
        <w:t>il était très malade</w:t>
      </w:r>
      <w:r>
        <w:t xml:space="preserve">, – </w:t>
      </w:r>
      <w:r w:rsidR="008C5C61" w:rsidRPr="004C3E92">
        <w:t>il pleurait</w:t>
      </w:r>
      <w:r>
        <w:t xml:space="preserve">, </w:t>
      </w:r>
      <w:r w:rsidR="008C5C61" w:rsidRPr="004C3E92">
        <w:t>il s</w:t>
      </w:r>
      <w:r>
        <w:t>’</w:t>
      </w:r>
      <w:r w:rsidR="008C5C61" w:rsidRPr="004C3E92">
        <w:t>agitait</w:t>
      </w:r>
      <w:r>
        <w:t xml:space="preserve">, </w:t>
      </w:r>
      <w:r w:rsidR="008C5C61" w:rsidRPr="004C3E92">
        <w:t>il était tout couvert de boutons</w:t>
      </w:r>
      <w:r>
        <w:t xml:space="preserve">. </w:t>
      </w:r>
      <w:r w:rsidR="008C5C61" w:rsidRPr="004C3E92">
        <w:t>Alors je l</w:t>
      </w:r>
      <w:r>
        <w:t>’</w:t>
      </w:r>
      <w:r w:rsidR="008C5C61" w:rsidRPr="004C3E92">
        <w:t>ai tout de suite examiné</w:t>
      </w:r>
      <w:r>
        <w:t xml:space="preserve">, </w:t>
      </w:r>
      <w:r w:rsidR="008C5C61" w:rsidRPr="004C3E92">
        <w:t>et j</w:t>
      </w:r>
      <w:r>
        <w:t>’</w:t>
      </w:r>
      <w:r w:rsidR="008C5C61" w:rsidRPr="004C3E92">
        <w:t>ai dit</w:t>
      </w:r>
      <w:r>
        <w:t> : « </w:t>
      </w:r>
      <w:r w:rsidR="008C5C61" w:rsidRPr="004C3E92">
        <w:t>Mon Dieu</w:t>
      </w:r>
      <w:r>
        <w:t xml:space="preserve">, </w:t>
      </w:r>
      <w:r w:rsidR="008C5C61" w:rsidRPr="004C3E92">
        <w:t>ma chérie</w:t>
      </w:r>
      <w:r>
        <w:t xml:space="preserve">, </w:t>
      </w:r>
      <w:r w:rsidR="008C5C61" w:rsidRPr="004C3E92">
        <w:t>ce n</w:t>
      </w:r>
      <w:r>
        <w:t>’</w:t>
      </w:r>
      <w:r w:rsidR="008C5C61" w:rsidRPr="004C3E92">
        <w:t>est rien du tout</w:t>
      </w:r>
      <w:r>
        <w:t xml:space="preserve">, </w:t>
      </w:r>
      <w:r w:rsidR="008C5C61" w:rsidRPr="004C3E92">
        <w:t>que le feu des dents</w:t>
      </w:r>
      <w:r>
        <w:t xml:space="preserve"> », </w:t>
      </w:r>
      <w:r w:rsidR="008C5C61" w:rsidRPr="004C3E92">
        <w:t>et la nourrice a dit exactement de même</w:t>
      </w:r>
      <w:r>
        <w:t>.</w:t>
      </w:r>
    </w:p>
    <w:p w14:paraId="479C57FD" w14:textId="73D7B90C" w:rsidR="004A4993" w:rsidRDefault="008C5C61" w:rsidP="004A4993">
      <w:r w:rsidRPr="004C3E92">
        <w:lastRenderedPageBreak/>
        <w:t>Mais Charlotte refusait de se satisfaire de cette explication</w:t>
      </w:r>
      <w:r w:rsidR="004A4993">
        <w:t xml:space="preserve">, </w:t>
      </w:r>
      <w:r w:rsidRPr="004C3E92">
        <w:t>si bien qu</w:t>
      </w:r>
      <w:r w:rsidR="004A4993">
        <w:t>’</w:t>
      </w:r>
      <w:r w:rsidRPr="004C3E92">
        <w:t>on a fait appeler Mr</w:t>
      </w:r>
      <w:r w:rsidR="004A4993">
        <w:t xml:space="preserve">. </w:t>
      </w:r>
      <w:proofErr w:type="spellStart"/>
      <w:r w:rsidRPr="004C3E92">
        <w:t>Donavan</w:t>
      </w:r>
      <w:proofErr w:type="spellEnd"/>
      <w:r w:rsidR="004A4993">
        <w:t xml:space="preserve"> ; </w:t>
      </w:r>
      <w:r w:rsidRPr="004C3E92">
        <w:t>et</w:t>
      </w:r>
      <w:r w:rsidR="004A4993">
        <w:t xml:space="preserve">, </w:t>
      </w:r>
      <w:r w:rsidRPr="004C3E92">
        <w:t>heureusement</w:t>
      </w:r>
      <w:r w:rsidR="004A4993">
        <w:t xml:space="preserve">, </w:t>
      </w:r>
      <w:r w:rsidRPr="004C3E92">
        <w:t>il se trouvait qu</w:t>
      </w:r>
      <w:r w:rsidR="004A4993">
        <w:t>’</w:t>
      </w:r>
      <w:r w:rsidRPr="004C3E92">
        <w:t>il venait de rentrer de Harley Street</w:t>
      </w:r>
      <w:r w:rsidR="004A4993">
        <w:t xml:space="preserve"> : </w:t>
      </w:r>
      <w:r w:rsidRPr="004C3E92">
        <w:t>alors il est venu tout de suite</w:t>
      </w:r>
      <w:r w:rsidR="004A4993">
        <w:t xml:space="preserve">, </w:t>
      </w:r>
      <w:r w:rsidRPr="004C3E92">
        <w:t>et dès qu</w:t>
      </w:r>
      <w:r w:rsidR="004A4993">
        <w:t>’</w:t>
      </w:r>
      <w:r w:rsidRPr="004C3E92">
        <w:t>il eut vu l</w:t>
      </w:r>
      <w:r w:rsidR="004A4993">
        <w:t>’</w:t>
      </w:r>
      <w:r w:rsidRPr="004C3E92">
        <w:t>enfant</w:t>
      </w:r>
      <w:r w:rsidR="004A4993">
        <w:t xml:space="preserve">, </w:t>
      </w:r>
      <w:r w:rsidRPr="004C3E92">
        <w:t>il a dit exactement la même chose que nous</w:t>
      </w:r>
      <w:r w:rsidR="004A4993">
        <w:t xml:space="preserve">, </w:t>
      </w:r>
      <w:r w:rsidRPr="004C3E92">
        <w:t>que ce n</w:t>
      </w:r>
      <w:r w:rsidR="004A4993">
        <w:t>’</w:t>
      </w:r>
      <w:r w:rsidRPr="004C3E92">
        <w:t>était absolument rien du tout</w:t>
      </w:r>
      <w:r w:rsidR="004A4993">
        <w:t xml:space="preserve">, </w:t>
      </w:r>
      <w:r w:rsidRPr="004C3E92">
        <w:t>que le feu des dents</w:t>
      </w:r>
      <w:r w:rsidR="004A4993">
        <w:t xml:space="preserve">, </w:t>
      </w:r>
      <w:r w:rsidRPr="004C3E92">
        <w:t>et alors Charlotte a été tranquillisée</w:t>
      </w:r>
      <w:r w:rsidR="004A4993">
        <w:t xml:space="preserve">. </w:t>
      </w:r>
      <w:r w:rsidRPr="004C3E92">
        <w:t>Et puis</w:t>
      </w:r>
      <w:r w:rsidR="004A4993">
        <w:t xml:space="preserve">, </w:t>
      </w:r>
      <w:r w:rsidRPr="004C3E92">
        <w:t>juste au moment où il s</w:t>
      </w:r>
      <w:r w:rsidR="004A4993">
        <w:t>’</w:t>
      </w:r>
      <w:r w:rsidRPr="004C3E92">
        <w:t>en allait</w:t>
      </w:r>
      <w:r w:rsidR="004A4993">
        <w:t xml:space="preserve">, </w:t>
      </w:r>
      <w:r w:rsidRPr="004C3E92">
        <w:t>il m</w:t>
      </w:r>
      <w:r w:rsidR="004A4993">
        <w:t>’</w:t>
      </w:r>
      <w:r w:rsidRPr="004C3E92">
        <w:t>est venu à l</w:t>
      </w:r>
      <w:r w:rsidR="004A4993">
        <w:t>’</w:t>
      </w:r>
      <w:r w:rsidRPr="004C3E92">
        <w:t>idée</w:t>
      </w:r>
      <w:r w:rsidR="004A4993">
        <w:t xml:space="preserve"> – </w:t>
      </w:r>
      <w:r w:rsidRPr="004C3E92">
        <w:t>je suis bien sûre que je ne sais pas comment je me suis trouvée y penser</w:t>
      </w:r>
      <w:r w:rsidR="004A4993">
        <w:t xml:space="preserve"> – </w:t>
      </w:r>
      <w:r w:rsidRPr="004C3E92">
        <w:t>mais il m</w:t>
      </w:r>
      <w:r w:rsidR="004A4993">
        <w:t>’</w:t>
      </w:r>
      <w:r w:rsidRPr="004C3E92">
        <w:t>est venu à l</w:t>
      </w:r>
      <w:r w:rsidR="004A4993">
        <w:t>’</w:t>
      </w:r>
      <w:r w:rsidRPr="004C3E92">
        <w:t>idée de lui demander s</w:t>
      </w:r>
      <w:r w:rsidR="004A4993">
        <w:t>’</w:t>
      </w:r>
      <w:r w:rsidRPr="004C3E92">
        <w:t>il y avait des nouvelles</w:t>
      </w:r>
      <w:r w:rsidR="004A4993">
        <w:t xml:space="preserve">. </w:t>
      </w:r>
      <w:r w:rsidRPr="004C3E92">
        <w:t>Là-dessus</w:t>
      </w:r>
      <w:r w:rsidR="004A4993">
        <w:t xml:space="preserve">, </w:t>
      </w:r>
      <w:r w:rsidRPr="004C3E92">
        <w:t>il s</w:t>
      </w:r>
      <w:r w:rsidR="004A4993">
        <w:t>’</w:t>
      </w:r>
      <w:r w:rsidRPr="004C3E92">
        <w:t>est mis à faire des simagrées et des minauderies</w:t>
      </w:r>
      <w:r w:rsidR="004A4993">
        <w:t xml:space="preserve">, </w:t>
      </w:r>
      <w:r w:rsidRPr="004C3E92">
        <w:t>à prendre un air grave</w:t>
      </w:r>
      <w:r w:rsidR="004A4993">
        <w:t xml:space="preserve">, </w:t>
      </w:r>
      <w:r w:rsidRPr="004C3E92">
        <w:t>et il a paru savoir une ch</w:t>
      </w:r>
      <w:r w:rsidRPr="004C3E92">
        <w:t>o</w:t>
      </w:r>
      <w:r w:rsidRPr="004C3E92">
        <w:t>se ou une autre</w:t>
      </w:r>
      <w:r w:rsidR="004A4993">
        <w:t xml:space="preserve">, </w:t>
      </w:r>
      <w:r w:rsidRPr="004C3E92">
        <w:t>et en fin de compte il m</w:t>
      </w:r>
      <w:r w:rsidR="004A4993">
        <w:t>’</w:t>
      </w:r>
      <w:r w:rsidRPr="004C3E92">
        <w:t>a dit tout bas</w:t>
      </w:r>
      <w:r w:rsidR="004A4993">
        <w:t> : « </w:t>
      </w:r>
      <w:r w:rsidRPr="004C3E92">
        <w:t>De peur qu</w:t>
      </w:r>
      <w:r w:rsidR="004A4993">
        <w:t>’</w:t>
      </w:r>
      <w:r w:rsidRPr="004C3E92">
        <w:t>aucun bruit désagréable ne parvienne aux jeunes filles dont vous avez la garde</w:t>
      </w:r>
      <w:r w:rsidR="004A4993">
        <w:t xml:space="preserve">, </w:t>
      </w:r>
      <w:r w:rsidRPr="004C3E92">
        <w:t>au sujet de l</w:t>
      </w:r>
      <w:r w:rsidR="004A4993">
        <w:t>’</w:t>
      </w:r>
      <w:r w:rsidRPr="004C3E92">
        <w:t>indisposition de leur sœur</w:t>
      </w:r>
      <w:r w:rsidR="004A4993">
        <w:t xml:space="preserve">, </w:t>
      </w:r>
      <w:r w:rsidRPr="004C3E92">
        <w:t>je crois utile de dire que je crois qu</w:t>
      </w:r>
      <w:r w:rsidR="004A4993">
        <w:t>’</w:t>
      </w:r>
      <w:r w:rsidRPr="004C3E92">
        <w:t>il n</w:t>
      </w:r>
      <w:r w:rsidR="004A4993">
        <w:t>’</w:t>
      </w:r>
      <w:r w:rsidRPr="004C3E92">
        <w:t>y a pas de raison sérieuse de s</w:t>
      </w:r>
      <w:r w:rsidR="004A4993">
        <w:t>’</w:t>
      </w:r>
      <w:r w:rsidRPr="004C3E92">
        <w:t>alarmer</w:t>
      </w:r>
      <w:r w:rsidR="004A4993">
        <w:t xml:space="preserve"> ; </w:t>
      </w:r>
      <w:r w:rsidRPr="004C3E92">
        <w:t>j</w:t>
      </w:r>
      <w:r w:rsidR="004A4993">
        <w:t>’</w:t>
      </w:r>
      <w:r w:rsidRPr="004C3E92">
        <w:t>espère que Mrs</w:t>
      </w:r>
      <w:r w:rsidR="004A4993">
        <w:t xml:space="preserve">. </w:t>
      </w:r>
      <w:proofErr w:type="spellStart"/>
      <w:r w:rsidRPr="004C3E92">
        <w:t>Dashwood</w:t>
      </w:r>
      <w:proofErr w:type="spellEnd"/>
      <w:r w:rsidRPr="004C3E92">
        <w:t xml:space="preserve"> va très bien</w:t>
      </w:r>
      <w:r w:rsidR="004A4993">
        <w:t>. »</w:t>
      </w:r>
    </w:p>
    <w:p w14:paraId="35A215C4" w14:textId="77777777" w:rsidR="004A4993" w:rsidRDefault="004A4993" w:rsidP="004A4993">
      <w:r>
        <w:t>— </w:t>
      </w:r>
      <w:r w:rsidR="008C5C61" w:rsidRPr="004C3E92">
        <w:t>Comment</w:t>
      </w:r>
      <w:r>
        <w:t xml:space="preserve"> ! </w:t>
      </w:r>
      <w:r w:rsidR="008C5C61" w:rsidRPr="004C3E92">
        <w:t>Fanny est malade</w:t>
      </w:r>
      <w:r>
        <w:t> ?</w:t>
      </w:r>
    </w:p>
    <w:p w14:paraId="2E81EAF6" w14:textId="77777777" w:rsidR="004A4993" w:rsidRDefault="004A4993" w:rsidP="004A4993">
      <w:r>
        <w:t>— </w:t>
      </w:r>
      <w:r w:rsidR="008C5C61" w:rsidRPr="004C3E92">
        <w:t>Voilà exactement ce que j</w:t>
      </w:r>
      <w:r>
        <w:t>’</w:t>
      </w:r>
      <w:r w:rsidR="008C5C61" w:rsidRPr="004C3E92">
        <w:t>ai dit</w:t>
      </w:r>
      <w:r>
        <w:t xml:space="preserve">, </w:t>
      </w:r>
      <w:r w:rsidR="008C5C61" w:rsidRPr="004C3E92">
        <w:t>ma chérie</w:t>
      </w:r>
      <w:r>
        <w:t>. « </w:t>
      </w:r>
      <w:r w:rsidR="008C5C61" w:rsidRPr="004C3E92">
        <w:t>Seigneur</w:t>
      </w:r>
      <w:r>
        <w:t xml:space="preserve"> ! </w:t>
      </w:r>
      <w:r w:rsidR="008C5C61" w:rsidRPr="004C3E92">
        <w:t>ai-je dit</w:t>
      </w:r>
      <w:r>
        <w:t xml:space="preserve">, </w:t>
      </w:r>
      <w:r w:rsidR="008C5C61" w:rsidRPr="004C3E92">
        <w:t>Mrs</w:t>
      </w:r>
      <w:r>
        <w:t xml:space="preserve">. </w:t>
      </w:r>
      <w:proofErr w:type="spellStart"/>
      <w:r w:rsidR="008C5C61" w:rsidRPr="004C3E92">
        <w:t>Dashwood</w:t>
      </w:r>
      <w:proofErr w:type="spellEnd"/>
      <w:r w:rsidR="008C5C61" w:rsidRPr="004C3E92">
        <w:t xml:space="preserve"> est-elle malade</w:t>
      </w:r>
      <w:r>
        <w:t> ? »</w:t>
      </w:r>
      <w:r w:rsidR="008C5C61" w:rsidRPr="004C3E92">
        <w:t xml:space="preserve"> Et alors</w:t>
      </w:r>
      <w:r>
        <w:t xml:space="preserve">, </w:t>
      </w:r>
      <w:r w:rsidR="008C5C61" w:rsidRPr="004C3E92">
        <w:t>tout a été dévoilé</w:t>
      </w:r>
      <w:r>
        <w:t xml:space="preserve"> ; </w:t>
      </w:r>
      <w:r w:rsidR="008C5C61" w:rsidRPr="004C3E92">
        <w:t>et le fond de toute l</w:t>
      </w:r>
      <w:r>
        <w:t>’</w:t>
      </w:r>
      <w:r w:rsidR="008C5C61" w:rsidRPr="004C3E92">
        <w:t>affaire</w:t>
      </w:r>
      <w:r>
        <w:t xml:space="preserve">, </w:t>
      </w:r>
      <w:r w:rsidR="008C5C61" w:rsidRPr="004C3E92">
        <w:t>d</w:t>
      </w:r>
      <w:r>
        <w:t>’</w:t>
      </w:r>
      <w:r w:rsidR="008C5C61" w:rsidRPr="004C3E92">
        <w:t>après ce que j</w:t>
      </w:r>
      <w:r>
        <w:t>’</w:t>
      </w:r>
      <w:r w:rsidR="008C5C61" w:rsidRPr="004C3E92">
        <w:t>ai pu a</w:t>
      </w:r>
      <w:r w:rsidR="008C5C61" w:rsidRPr="004C3E92">
        <w:t>p</w:t>
      </w:r>
      <w:r w:rsidR="008C5C61" w:rsidRPr="004C3E92">
        <w:t>prendre</w:t>
      </w:r>
      <w:r>
        <w:t xml:space="preserve">, </w:t>
      </w:r>
      <w:r w:rsidR="008C5C61" w:rsidRPr="004C3E92">
        <w:t>le voici</w:t>
      </w:r>
      <w:r>
        <w:t xml:space="preserve"> : </w:t>
      </w:r>
      <w:r w:rsidR="008C5C61" w:rsidRPr="004C3E92">
        <w:t>Mr</w:t>
      </w:r>
      <w:r>
        <w:t xml:space="preserve">. </w:t>
      </w:r>
      <w:r w:rsidR="008C5C61" w:rsidRPr="004C3E92">
        <w:t xml:space="preserve">Edward </w:t>
      </w:r>
      <w:proofErr w:type="spellStart"/>
      <w:r w:rsidR="008C5C61" w:rsidRPr="004C3E92">
        <w:t>Ferrars</w:t>
      </w:r>
      <w:proofErr w:type="spellEnd"/>
      <w:r>
        <w:t xml:space="preserve">, </w:t>
      </w:r>
      <w:r w:rsidR="008C5C61" w:rsidRPr="004C3E92">
        <w:t>le jeune homme même au sujet duquel je vous plaisantais jadis</w:t>
      </w:r>
      <w:r>
        <w:t xml:space="preserve"> (</w:t>
      </w:r>
      <w:r w:rsidR="008C5C61" w:rsidRPr="004C3E92">
        <w:t>mais</w:t>
      </w:r>
      <w:r>
        <w:t xml:space="preserve">, </w:t>
      </w:r>
      <w:r w:rsidR="008C5C61" w:rsidRPr="004C3E92">
        <w:t>étant donnée la tournure des événements</w:t>
      </w:r>
      <w:r>
        <w:t xml:space="preserve">, </w:t>
      </w:r>
      <w:r w:rsidR="008C5C61" w:rsidRPr="004C3E92">
        <w:t>je suis joliment contente qu</w:t>
      </w:r>
      <w:r>
        <w:t>’</w:t>
      </w:r>
      <w:r w:rsidR="008C5C61" w:rsidRPr="004C3E92">
        <w:t>il n</w:t>
      </w:r>
      <w:r>
        <w:t>’</w:t>
      </w:r>
      <w:r w:rsidR="008C5C61" w:rsidRPr="004C3E92">
        <w:t>y ait rien eu là-dessous</w:t>
      </w:r>
      <w:r>
        <w:t xml:space="preserve"> !), </w:t>
      </w:r>
      <w:r w:rsidR="008C5C61" w:rsidRPr="004C3E92">
        <w:t>Mr</w:t>
      </w:r>
      <w:r>
        <w:t xml:space="preserve">. </w:t>
      </w:r>
      <w:proofErr w:type="spellStart"/>
      <w:r w:rsidR="008C5C61" w:rsidRPr="004C3E92">
        <w:t>Ferrars</w:t>
      </w:r>
      <w:proofErr w:type="spellEnd"/>
      <w:r>
        <w:t xml:space="preserve">, </w:t>
      </w:r>
      <w:r w:rsidR="008C5C61" w:rsidRPr="004C3E92">
        <w:t>paraît-il</w:t>
      </w:r>
      <w:r>
        <w:t xml:space="preserve">, </w:t>
      </w:r>
      <w:r w:rsidR="008C5C61" w:rsidRPr="004C3E92">
        <w:t>est fiancé depuis plus d</w:t>
      </w:r>
      <w:r>
        <w:t>’</w:t>
      </w:r>
      <w:r w:rsidR="008C5C61" w:rsidRPr="004C3E92">
        <w:t>un an à ma cousine Lucy</w:t>
      </w:r>
      <w:r>
        <w:t xml:space="preserve"> ! </w:t>
      </w:r>
      <w:r w:rsidR="008C5C61" w:rsidRPr="004C3E92">
        <w:t>Voilà pour vous</w:t>
      </w:r>
      <w:r>
        <w:t xml:space="preserve">, </w:t>
      </w:r>
      <w:r w:rsidR="008C5C61" w:rsidRPr="004C3E92">
        <w:t>ma chérie</w:t>
      </w:r>
      <w:r>
        <w:t xml:space="preserve"> ! </w:t>
      </w:r>
      <w:r w:rsidR="008C5C61" w:rsidRPr="004C3E92">
        <w:t>Et personne ne connaissait le moindre mot de l</w:t>
      </w:r>
      <w:r>
        <w:t>’</w:t>
      </w:r>
      <w:r w:rsidR="008C5C61" w:rsidRPr="004C3E92">
        <w:t>affaire</w:t>
      </w:r>
      <w:r>
        <w:t xml:space="preserve">, </w:t>
      </w:r>
      <w:r w:rsidR="008C5C61" w:rsidRPr="004C3E92">
        <w:t>à part Na</w:t>
      </w:r>
      <w:r w:rsidR="008C5C61" w:rsidRPr="004C3E92">
        <w:t>n</w:t>
      </w:r>
      <w:r w:rsidR="008C5C61" w:rsidRPr="004C3E92">
        <w:t>cy</w:t>
      </w:r>
      <w:r>
        <w:t xml:space="preserve"> ! </w:t>
      </w:r>
      <w:r w:rsidR="008C5C61" w:rsidRPr="004C3E92">
        <w:t>Auriez-vous pu croire une telle chose possible</w:t>
      </w:r>
      <w:r>
        <w:t xml:space="preserve"> ? </w:t>
      </w:r>
      <w:r w:rsidR="008C5C61" w:rsidRPr="004C3E92">
        <w:t>Il n</w:t>
      </w:r>
      <w:r>
        <w:t>’</w:t>
      </w:r>
      <w:r w:rsidR="008C5C61" w:rsidRPr="004C3E92">
        <w:t>y a rien de bien étonnant à ce qu</w:t>
      </w:r>
      <w:r>
        <w:t>’</w:t>
      </w:r>
      <w:r w:rsidR="008C5C61" w:rsidRPr="004C3E92">
        <w:t>ils s</w:t>
      </w:r>
      <w:r>
        <w:t>’</w:t>
      </w:r>
      <w:r w:rsidR="008C5C61" w:rsidRPr="004C3E92">
        <w:t>aiment</w:t>
      </w:r>
      <w:r>
        <w:t xml:space="preserve"> ; </w:t>
      </w:r>
      <w:r w:rsidR="008C5C61" w:rsidRPr="004C3E92">
        <w:t>mais que les choses en soient arrivées à ce point-là entre eux</w:t>
      </w:r>
      <w:r>
        <w:t xml:space="preserve">, </w:t>
      </w:r>
      <w:r w:rsidR="008C5C61" w:rsidRPr="004C3E92">
        <w:t>sans que personne ne le soupçonne</w:t>
      </w:r>
      <w:r>
        <w:t xml:space="preserve"> ! </w:t>
      </w:r>
      <w:r w:rsidR="008C5C61" w:rsidRPr="004C3E92">
        <w:t>voilà qui est étrange</w:t>
      </w:r>
      <w:r>
        <w:t xml:space="preserve"> ! </w:t>
      </w:r>
      <w:r w:rsidR="008C5C61" w:rsidRPr="004C3E92">
        <w:t>Je n</w:t>
      </w:r>
      <w:r>
        <w:t>’</w:t>
      </w:r>
      <w:r w:rsidR="008C5C61" w:rsidRPr="004C3E92">
        <w:t>ai jamais eu l</w:t>
      </w:r>
      <w:r>
        <w:t>’</w:t>
      </w:r>
      <w:r w:rsidR="008C5C61" w:rsidRPr="004C3E92">
        <w:t>occasion de les voir ensemble</w:t>
      </w:r>
      <w:r>
        <w:t xml:space="preserve">, </w:t>
      </w:r>
      <w:r w:rsidR="008C5C61" w:rsidRPr="004C3E92">
        <w:lastRenderedPageBreak/>
        <w:t>sinon j</w:t>
      </w:r>
      <w:r>
        <w:t>’</w:t>
      </w:r>
      <w:r w:rsidR="008C5C61" w:rsidRPr="004C3E92">
        <w:t>aurais découvert ça tout de suite</w:t>
      </w:r>
      <w:r>
        <w:t xml:space="preserve">… </w:t>
      </w:r>
      <w:r w:rsidR="008C5C61" w:rsidRPr="004C3E92">
        <w:t>Et voilà</w:t>
      </w:r>
      <w:r>
        <w:t xml:space="preserve"> ; </w:t>
      </w:r>
      <w:r w:rsidR="008C5C61" w:rsidRPr="004C3E92">
        <w:t>tout cela a été tenu parfaitement secret</w:t>
      </w:r>
      <w:r>
        <w:t xml:space="preserve">, </w:t>
      </w:r>
      <w:r w:rsidR="008C5C61" w:rsidRPr="004C3E92">
        <w:t>par crainte de Mrs</w:t>
      </w:r>
      <w:r>
        <w:t xml:space="preserve">. </w:t>
      </w:r>
      <w:proofErr w:type="spellStart"/>
      <w:r w:rsidR="008C5C61" w:rsidRPr="004C3E92">
        <w:t>Ferrars</w:t>
      </w:r>
      <w:proofErr w:type="spellEnd"/>
      <w:r>
        <w:t xml:space="preserve"> ; </w:t>
      </w:r>
      <w:r w:rsidR="008C5C61" w:rsidRPr="004C3E92">
        <w:t>et ni elle</w:t>
      </w:r>
      <w:r>
        <w:t xml:space="preserve">, </w:t>
      </w:r>
      <w:r w:rsidR="008C5C61" w:rsidRPr="004C3E92">
        <w:t>ni votre frère</w:t>
      </w:r>
      <w:r>
        <w:t xml:space="preserve">, </w:t>
      </w:r>
      <w:r w:rsidR="008C5C61" w:rsidRPr="004C3E92">
        <w:t>ni votre sœur</w:t>
      </w:r>
      <w:r>
        <w:t xml:space="preserve">, </w:t>
      </w:r>
      <w:r w:rsidR="008C5C61" w:rsidRPr="004C3E92">
        <w:t>n</w:t>
      </w:r>
      <w:r>
        <w:t>’</w:t>
      </w:r>
      <w:r w:rsidR="008C5C61" w:rsidRPr="004C3E92">
        <w:t>ont sou</w:t>
      </w:r>
      <w:r w:rsidR="008C5C61" w:rsidRPr="004C3E92">
        <w:t>p</w:t>
      </w:r>
      <w:r w:rsidR="008C5C61" w:rsidRPr="004C3E92">
        <w:t>çonné un mot de l</w:t>
      </w:r>
      <w:r>
        <w:t>’</w:t>
      </w:r>
      <w:r w:rsidR="008C5C61" w:rsidRPr="004C3E92">
        <w:t>affaire</w:t>
      </w:r>
      <w:r>
        <w:t xml:space="preserve">, – </w:t>
      </w:r>
      <w:r w:rsidR="008C5C61" w:rsidRPr="004C3E92">
        <w:t>jusqu</w:t>
      </w:r>
      <w:r>
        <w:t>’</w:t>
      </w:r>
      <w:r w:rsidR="008C5C61" w:rsidRPr="004C3E92">
        <w:t>à ce matin même</w:t>
      </w:r>
      <w:r>
        <w:t xml:space="preserve">, </w:t>
      </w:r>
      <w:r w:rsidR="008C5C61" w:rsidRPr="004C3E92">
        <w:t>quand cette pauvre Nancy</w:t>
      </w:r>
      <w:r>
        <w:t xml:space="preserve">, </w:t>
      </w:r>
      <w:r w:rsidR="008C5C61" w:rsidRPr="004C3E92">
        <w:t>qui</w:t>
      </w:r>
      <w:r>
        <w:t xml:space="preserve">, </w:t>
      </w:r>
      <w:r w:rsidR="008C5C61" w:rsidRPr="004C3E92">
        <w:t>n</w:t>
      </w:r>
      <w:r>
        <w:t>’</w:t>
      </w:r>
      <w:r w:rsidR="008C5C61" w:rsidRPr="004C3E92">
        <w:t>est-ce pas</w:t>
      </w:r>
      <w:r>
        <w:t xml:space="preserve">, </w:t>
      </w:r>
      <w:r w:rsidR="008C5C61" w:rsidRPr="004C3E92">
        <w:t>est une personne pleine de bonnes intentions</w:t>
      </w:r>
      <w:r>
        <w:t xml:space="preserve">, </w:t>
      </w:r>
      <w:r w:rsidR="008C5C61" w:rsidRPr="004C3E92">
        <w:t>mais pas très fine</w:t>
      </w:r>
      <w:r>
        <w:t xml:space="preserve">, </w:t>
      </w:r>
      <w:r w:rsidR="008C5C61" w:rsidRPr="004C3E92">
        <w:t>a découvert tout le pot aux roses</w:t>
      </w:r>
      <w:r>
        <w:t>, « </w:t>
      </w:r>
      <w:r w:rsidR="008C5C61" w:rsidRPr="004C3E92">
        <w:t>Mon Dieu</w:t>
      </w:r>
      <w:r>
        <w:t xml:space="preserve"> ! </w:t>
      </w:r>
      <w:r w:rsidR="008C5C61" w:rsidRPr="004C3E92">
        <w:t>s</w:t>
      </w:r>
      <w:r>
        <w:t>’</w:t>
      </w:r>
      <w:r w:rsidR="008C5C61" w:rsidRPr="004C3E92">
        <w:t>est-elle dit</w:t>
      </w:r>
      <w:r>
        <w:t xml:space="preserve">, </w:t>
      </w:r>
      <w:r w:rsidR="008C5C61" w:rsidRPr="004C3E92">
        <w:t>ils aiment tous tellement Lucy</w:t>
      </w:r>
      <w:r>
        <w:t xml:space="preserve">, </w:t>
      </w:r>
      <w:r w:rsidR="008C5C61" w:rsidRPr="004C3E92">
        <w:t>que</w:t>
      </w:r>
      <w:r>
        <w:t xml:space="preserve">, </w:t>
      </w:r>
      <w:r w:rsidR="008C5C61" w:rsidRPr="004C3E92">
        <w:t>bien sûr</w:t>
      </w:r>
      <w:r>
        <w:t xml:space="preserve">, </w:t>
      </w:r>
      <w:r w:rsidR="008C5C61" w:rsidRPr="004C3E92">
        <w:t>ils ne feront pas de difficultés là-dessus</w:t>
      </w:r>
      <w:r>
        <w:t xml:space="preserve"> » ; </w:t>
      </w:r>
      <w:r w:rsidR="008C5C61" w:rsidRPr="004C3E92">
        <w:t>et la voilà qui va trouver votre sœur</w:t>
      </w:r>
      <w:r>
        <w:t xml:space="preserve">, </w:t>
      </w:r>
      <w:r w:rsidR="008C5C61" w:rsidRPr="004C3E92">
        <w:t>qui était occupée toute se</w:t>
      </w:r>
      <w:r w:rsidR="008C5C61" w:rsidRPr="004C3E92">
        <w:t>u</w:t>
      </w:r>
      <w:r w:rsidR="008C5C61" w:rsidRPr="004C3E92">
        <w:t>le à sa tapisserie</w:t>
      </w:r>
      <w:r>
        <w:t xml:space="preserve">, </w:t>
      </w:r>
      <w:r w:rsidR="008C5C61" w:rsidRPr="004C3E92">
        <w:t>se doutant fort peu de ce qui allait venir</w:t>
      </w:r>
      <w:r>
        <w:t xml:space="preserve">, – </w:t>
      </w:r>
      <w:r w:rsidR="008C5C61" w:rsidRPr="004C3E92">
        <w:t>car elle venait justement de dire à votre frère</w:t>
      </w:r>
      <w:r>
        <w:t xml:space="preserve">, </w:t>
      </w:r>
      <w:r w:rsidR="008C5C61" w:rsidRPr="004C3E92">
        <w:t>il n</w:t>
      </w:r>
      <w:r>
        <w:t>’</w:t>
      </w:r>
      <w:r w:rsidR="008C5C61" w:rsidRPr="004C3E92">
        <w:t>y avait pas cinq minutes</w:t>
      </w:r>
      <w:r>
        <w:t xml:space="preserve">, </w:t>
      </w:r>
      <w:r w:rsidR="008C5C61" w:rsidRPr="004C3E92">
        <w:t>qu</w:t>
      </w:r>
      <w:r>
        <w:t>’</w:t>
      </w:r>
      <w:r w:rsidR="008C5C61" w:rsidRPr="004C3E92">
        <w:t>elle songeait à un mariage entre Edward et la fille de quelque lord</w:t>
      </w:r>
      <w:r>
        <w:t xml:space="preserve"> – </w:t>
      </w:r>
      <w:r w:rsidR="008C5C61" w:rsidRPr="004C3E92">
        <w:t>j</w:t>
      </w:r>
      <w:r>
        <w:t>’</w:t>
      </w:r>
      <w:r w:rsidR="008C5C61" w:rsidRPr="004C3E92">
        <w:t>oublie qui</w:t>
      </w:r>
      <w:r>
        <w:t xml:space="preserve">. </w:t>
      </w:r>
      <w:r w:rsidR="008C5C61" w:rsidRPr="004C3E92">
        <w:t>Alors</w:t>
      </w:r>
      <w:r>
        <w:t xml:space="preserve">, </w:t>
      </w:r>
      <w:r w:rsidR="008C5C61" w:rsidRPr="004C3E92">
        <w:t>vous pouvez vous imaginer quel coup ç</w:t>
      </w:r>
      <w:r>
        <w:t>’</w:t>
      </w:r>
      <w:r w:rsidR="008C5C61" w:rsidRPr="004C3E92">
        <w:t>a été pour sa vanité et son orgueil</w:t>
      </w:r>
      <w:r>
        <w:t xml:space="preserve">. </w:t>
      </w:r>
      <w:r w:rsidR="008C5C61" w:rsidRPr="004C3E92">
        <w:t>Elle a eu aussitôt une crise d</w:t>
      </w:r>
      <w:r>
        <w:t>’</w:t>
      </w:r>
      <w:r w:rsidR="008C5C61" w:rsidRPr="004C3E92">
        <w:t>hystérie violente</w:t>
      </w:r>
      <w:r>
        <w:t xml:space="preserve">, </w:t>
      </w:r>
      <w:r w:rsidR="008C5C61" w:rsidRPr="004C3E92">
        <w:t>en poussant des cris qui sont pa</w:t>
      </w:r>
      <w:r w:rsidR="008C5C61" w:rsidRPr="004C3E92">
        <w:t>r</w:t>
      </w:r>
      <w:r w:rsidR="008C5C61" w:rsidRPr="004C3E92">
        <w:t>venus aux oreilles de votre frère</w:t>
      </w:r>
      <w:r>
        <w:t xml:space="preserve">, </w:t>
      </w:r>
      <w:r w:rsidR="008C5C61" w:rsidRPr="004C3E92">
        <w:t>tandis qu</w:t>
      </w:r>
      <w:r>
        <w:t>’</w:t>
      </w:r>
      <w:r w:rsidR="008C5C61" w:rsidRPr="004C3E92">
        <w:t>il était dans son c</w:t>
      </w:r>
      <w:r w:rsidR="008C5C61" w:rsidRPr="004C3E92">
        <w:t>a</w:t>
      </w:r>
      <w:r w:rsidR="008C5C61" w:rsidRPr="004C3E92">
        <w:t>binet de toilette du rez-de-chaussée</w:t>
      </w:r>
      <w:r>
        <w:t xml:space="preserve">, </w:t>
      </w:r>
      <w:r w:rsidR="008C5C61" w:rsidRPr="004C3E92">
        <w:t>réfléchissant à une lettre à écrire à son régisseur</w:t>
      </w:r>
      <w:r>
        <w:t xml:space="preserve">, </w:t>
      </w:r>
      <w:r w:rsidR="008C5C61" w:rsidRPr="004C3E92">
        <w:t>à la campagne</w:t>
      </w:r>
      <w:r>
        <w:t xml:space="preserve">. </w:t>
      </w:r>
      <w:r w:rsidR="008C5C61" w:rsidRPr="004C3E92">
        <w:t>Alors il est monté en toute hâte</w:t>
      </w:r>
      <w:r>
        <w:t xml:space="preserve">, </w:t>
      </w:r>
      <w:r w:rsidR="008C5C61" w:rsidRPr="004C3E92">
        <w:t>et il y a eu une scène terrible</w:t>
      </w:r>
      <w:r>
        <w:t xml:space="preserve">, </w:t>
      </w:r>
      <w:r w:rsidR="008C5C61" w:rsidRPr="004C3E92">
        <w:t>car Lucy s</w:t>
      </w:r>
      <w:r>
        <w:t>’</w:t>
      </w:r>
      <w:r w:rsidR="008C5C61" w:rsidRPr="004C3E92">
        <w:t>était déjà rendue auprès d</w:t>
      </w:r>
      <w:r>
        <w:t>’</w:t>
      </w:r>
      <w:r w:rsidR="008C5C61" w:rsidRPr="004C3E92">
        <w:t>eux</w:t>
      </w:r>
      <w:r>
        <w:t xml:space="preserve">, </w:t>
      </w:r>
      <w:r w:rsidR="008C5C61" w:rsidRPr="004C3E92">
        <w:t>se doutant fort peu de ce qui se passait</w:t>
      </w:r>
      <w:r>
        <w:t xml:space="preserve">. </w:t>
      </w:r>
      <w:r w:rsidR="008C5C61" w:rsidRPr="004C3E92">
        <w:t>Pauvre âme</w:t>
      </w:r>
      <w:r>
        <w:t xml:space="preserve"> ! </w:t>
      </w:r>
      <w:r w:rsidR="008C5C61" w:rsidRPr="004C3E92">
        <w:t>Je la plains</w:t>
      </w:r>
      <w:r>
        <w:t xml:space="preserve">. </w:t>
      </w:r>
      <w:r w:rsidR="008C5C61" w:rsidRPr="004C3E92">
        <w:t>Et je dois le dire</w:t>
      </w:r>
      <w:r>
        <w:t xml:space="preserve"> : </w:t>
      </w:r>
      <w:r w:rsidR="008C5C61" w:rsidRPr="004C3E92">
        <w:t>à mon avis</w:t>
      </w:r>
      <w:r>
        <w:t xml:space="preserve">, </w:t>
      </w:r>
      <w:r w:rsidR="008C5C61" w:rsidRPr="004C3E92">
        <w:t>elle a été bien durement traitée</w:t>
      </w:r>
      <w:r>
        <w:t xml:space="preserve"> ; </w:t>
      </w:r>
      <w:r w:rsidR="008C5C61" w:rsidRPr="004C3E92">
        <w:t>car votre sœur l</w:t>
      </w:r>
      <w:r>
        <w:t>’</w:t>
      </w:r>
      <w:r w:rsidR="008C5C61" w:rsidRPr="004C3E92">
        <w:t>a tancée comme une furie</w:t>
      </w:r>
      <w:r>
        <w:t xml:space="preserve">, </w:t>
      </w:r>
      <w:r w:rsidR="008C5C61" w:rsidRPr="004C3E92">
        <w:t>et n</w:t>
      </w:r>
      <w:r>
        <w:t>’</w:t>
      </w:r>
      <w:r w:rsidR="008C5C61" w:rsidRPr="004C3E92">
        <w:t>a pas tardé à la faire défaillir</w:t>
      </w:r>
      <w:r>
        <w:t xml:space="preserve">. </w:t>
      </w:r>
      <w:r w:rsidR="008C5C61" w:rsidRPr="004C3E92">
        <w:t>Nancy</w:t>
      </w:r>
      <w:r>
        <w:t xml:space="preserve">, </w:t>
      </w:r>
      <w:r w:rsidR="008C5C61" w:rsidRPr="004C3E92">
        <w:t>elle</w:t>
      </w:r>
      <w:r>
        <w:t xml:space="preserve">, </w:t>
      </w:r>
      <w:r w:rsidR="008C5C61" w:rsidRPr="004C3E92">
        <w:t>est tombée à g</w:t>
      </w:r>
      <w:r w:rsidR="008C5C61" w:rsidRPr="004C3E92">
        <w:t>e</w:t>
      </w:r>
      <w:r w:rsidR="008C5C61" w:rsidRPr="004C3E92">
        <w:t>noux</w:t>
      </w:r>
      <w:r>
        <w:t xml:space="preserve">, </w:t>
      </w:r>
      <w:r w:rsidR="008C5C61" w:rsidRPr="004C3E92">
        <w:t>et a pleuré à fendre l</w:t>
      </w:r>
      <w:r>
        <w:t>’</w:t>
      </w:r>
      <w:r w:rsidR="008C5C61" w:rsidRPr="004C3E92">
        <w:t>âme</w:t>
      </w:r>
      <w:r>
        <w:t xml:space="preserve"> ; </w:t>
      </w:r>
      <w:r w:rsidR="008C5C61" w:rsidRPr="004C3E92">
        <w:t>et votre frère</w:t>
      </w:r>
      <w:r>
        <w:t xml:space="preserve">, </w:t>
      </w:r>
      <w:r w:rsidR="008C5C61" w:rsidRPr="004C3E92">
        <w:t>il s</w:t>
      </w:r>
      <w:r>
        <w:t>’</w:t>
      </w:r>
      <w:r w:rsidR="008C5C61" w:rsidRPr="004C3E92">
        <w:t>est promené à travers la pièce</w:t>
      </w:r>
      <w:r>
        <w:t xml:space="preserve">, </w:t>
      </w:r>
      <w:r w:rsidR="008C5C61" w:rsidRPr="004C3E92">
        <w:t>en disant qu</w:t>
      </w:r>
      <w:r>
        <w:t>’</w:t>
      </w:r>
      <w:r w:rsidR="008C5C61" w:rsidRPr="004C3E92">
        <w:t>il ne savait que faire</w:t>
      </w:r>
      <w:r>
        <w:t xml:space="preserve">. </w:t>
      </w:r>
      <w:r w:rsidR="008C5C61" w:rsidRPr="004C3E92">
        <w:t>Mrs</w:t>
      </w:r>
      <w:r>
        <w:t xml:space="preserve">. </w:t>
      </w:r>
      <w:proofErr w:type="spellStart"/>
      <w:r w:rsidR="008C5C61" w:rsidRPr="004C3E92">
        <w:t>Das</w:t>
      </w:r>
      <w:r w:rsidR="008C5C61" w:rsidRPr="004C3E92">
        <w:t>h</w:t>
      </w:r>
      <w:r w:rsidR="008C5C61" w:rsidRPr="004C3E92">
        <w:t>wood</w:t>
      </w:r>
      <w:proofErr w:type="spellEnd"/>
      <w:r w:rsidR="008C5C61" w:rsidRPr="004C3E92">
        <w:t xml:space="preserve"> a déclaré qu</w:t>
      </w:r>
      <w:r>
        <w:t>’</w:t>
      </w:r>
      <w:r w:rsidR="008C5C61" w:rsidRPr="004C3E92">
        <w:t>elles ne resteraient pas une minute de plus chez elle</w:t>
      </w:r>
      <w:r>
        <w:t xml:space="preserve">, </w:t>
      </w:r>
      <w:r w:rsidR="008C5C61" w:rsidRPr="004C3E92">
        <w:t>et votre frère a été obligé de se mettre à genoux</w:t>
      </w:r>
      <w:r>
        <w:t xml:space="preserve">, </w:t>
      </w:r>
      <w:r w:rsidR="008C5C61" w:rsidRPr="004C3E92">
        <w:t>lui aussi</w:t>
      </w:r>
      <w:r>
        <w:t xml:space="preserve">, </w:t>
      </w:r>
      <w:r w:rsidR="008C5C61" w:rsidRPr="004C3E92">
        <w:t>pour la persuader de leur permettre de rester jusqu</w:t>
      </w:r>
      <w:r>
        <w:t>’</w:t>
      </w:r>
      <w:r w:rsidR="008C5C61" w:rsidRPr="004C3E92">
        <w:t>à ce qu</w:t>
      </w:r>
      <w:r>
        <w:t>’</w:t>
      </w:r>
      <w:r w:rsidR="008C5C61" w:rsidRPr="004C3E92">
        <w:t>elles aient fait leurs malles</w:t>
      </w:r>
      <w:r>
        <w:t xml:space="preserve">. </w:t>
      </w:r>
      <w:r w:rsidR="008C5C61" w:rsidRPr="004C3E92">
        <w:t>Alors elle a eu une nouvelle att</w:t>
      </w:r>
      <w:r w:rsidR="008C5C61" w:rsidRPr="004C3E92">
        <w:t>a</w:t>
      </w:r>
      <w:r w:rsidR="008C5C61" w:rsidRPr="004C3E92">
        <w:t>que d</w:t>
      </w:r>
      <w:r>
        <w:t>’</w:t>
      </w:r>
      <w:r w:rsidR="008C5C61" w:rsidRPr="004C3E92">
        <w:t>hystérie</w:t>
      </w:r>
      <w:r>
        <w:t xml:space="preserve">, </w:t>
      </w:r>
      <w:r w:rsidR="008C5C61" w:rsidRPr="004C3E92">
        <w:t xml:space="preserve">et il a </w:t>
      </w:r>
      <w:proofErr w:type="gramStart"/>
      <w:r w:rsidR="008C5C61" w:rsidRPr="004C3E92">
        <w:t>eu tellement peur</w:t>
      </w:r>
      <w:proofErr w:type="gramEnd"/>
      <w:r w:rsidR="008C5C61" w:rsidRPr="004C3E92">
        <w:t xml:space="preserve"> qu</w:t>
      </w:r>
      <w:r>
        <w:t>’</w:t>
      </w:r>
      <w:r w:rsidR="008C5C61" w:rsidRPr="004C3E92">
        <w:t>il a fait appeler Mr</w:t>
      </w:r>
      <w:r>
        <w:t xml:space="preserve">. </w:t>
      </w:r>
      <w:proofErr w:type="spellStart"/>
      <w:r w:rsidR="008C5C61" w:rsidRPr="004C3E92">
        <w:t>Donavan</w:t>
      </w:r>
      <w:proofErr w:type="spellEnd"/>
      <w:r>
        <w:t xml:space="preserve">, </w:t>
      </w:r>
      <w:r w:rsidR="008C5C61" w:rsidRPr="004C3E92">
        <w:t>et Mr</w:t>
      </w:r>
      <w:r>
        <w:t xml:space="preserve">. </w:t>
      </w:r>
      <w:proofErr w:type="spellStart"/>
      <w:r w:rsidR="008C5C61" w:rsidRPr="004C3E92">
        <w:t>Donavan</w:t>
      </w:r>
      <w:proofErr w:type="spellEnd"/>
      <w:r w:rsidR="008C5C61" w:rsidRPr="004C3E92">
        <w:t xml:space="preserve"> a trouvé la maison dans tout cet émoi</w:t>
      </w:r>
      <w:r>
        <w:t xml:space="preserve"> ! </w:t>
      </w:r>
      <w:r w:rsidR="008C5C61" w:rsidRPr="004C3E92">
        <w:t>La voiture était à la porte</w:t>
      </w:r>
      <w:r>
        <w:t xml:space="preserve">, </w:t>
      </w:r>
      <w:r w:rsidR="008C5C61" w:rsidRPr="004C3E92">
        <w:t xml:space="preserve">prête à emmener mes deux </w:t>
      </w:r>
      <w:r w:rsidR="008C5C61" w:rsidRPr="004C3E92">
        <w:lastRenderedPageBreak/>
        <w:t>cousines</w:t>
      </w:r>
      <w:r>
        <w:t xml:space="preserve">, </w:t>
      </w:r>
      <w:r w:rsidR="008C5C61" w:rsidRPr="004C3E92">
        <w:t>et elles y montaient au moment même où il est parti</w:t>
      </w:r>
      <w:r>
        <w:t xml:space="preserve"> ; </w:t>
      </w:r>
      <w:r w:rsidR="008C5C61" w:rsidRPr="004C3E92">
        <w:t>la pauvre Lucy dans un tel état</w:t>
      </w:r>
      <w:r>
        <w:t xml:space="preserve">, </w:t>
      </w:r>
      <w:r w:rsidR="008C5C61" w:rsidRPr="004C3E92">
        <w:t>dit-il</w:t>
      </w:r>
      <w:r>
        <w:t xml:space="preserve">, </w:t>
      </w:r>
      <w:r w:rsidR="008C5C61" w:rsidRPr="004C3E92">
        <w:t>qu</w:t>
      </w:r>
      <w:r>
        <w:t>’</w:t>
      </w:r>
      <w:r w:rsidR="008C5C61" w:rsidRPr="004C3E92">
        <w:t>elle pouvait à peine marcher</w:t>
      </w:r>
      <w:r>
        <w:t xml:space="preserve"> ; </w:t>
      </w:r>
      <w:r w:rsidR="008C5C61" w:rsidRPr="004C3E92">
        <w:t>et Nancy</w:t>
      </w:r>
      <w:r>
        <w:t xml:space="preserve">, </w:t>
      </w:r>
      <w:r w:rsidR="008C5C61" w:rsidRPr="004C3E92">
        <w:t>que c</w:t>
      </w:r>
      <w:r>
        <w:t>’</w:t>
      </w:r>
      <w:r w:rsidR="008C5C61" w:rsidRPr="004C3E92">
        <w:t>était presque aussi épouvantable</w:t>
      </w:r>
      <w:r>
        <w:t xml:space="preserve">. </w:t>
      </w:r>
      <w:r w:rsidR="008C5C61" w:rsidRPr="004C3E92">
        <w:t>Je le déclare</w:t>
      </w:r>
      <w:r>
        <w:t xml:space="preserve">, </w:t>
      </w:r>
      <w:r w:rsidR="008C5C61" w:rsidRPr="004C3E92">
        <w:t>je n</w:t>
      </w:r>
      <w:r>
        <w:t>’</w:t>
      </w:r>
      <w:r w:rsidR="008C5C61" w:rsidRPr="004C3E92">
        <w:t>ai aucune patience avec votre sœur</w:t>
      </w:r>
      <w:r>
        <w:t xml:space="preserve"> ; </w:t>
      </w:r>
      <w:r w:rsidR="008C5C61" w:rsidRPr="004C3E92">
        <w:t>et j</w:t>
      </w:r>
      <w:r>
        <w:t>’</w:t>
      </w:r>
      <w:r w:rsidR="008C5C61" w:rsidRPr="004C3E92">
        <w:t>espère</w:t>
      </w:r>
      <w:r>
        <w:t xml:space="preserve">, </w:t>
      </w:r>
      <w:r w:rsidR="008C5C61" w:rsidRPr="004C3E92">
        <w:t>de tout mon cœur</w:t>
      </w:r>
      <w:r>
        <w:t xml:space="preserve">, </w:t>
      </w:r>
      <w:r w:rsidR="008C5C61" w:rsidRPr="004C3E92">
        <w:t>que ce mariage se fera</w:t>
      </w:r>
      <w:r>
        <w:t xml:space="preserve">, </w:t>
      </w:r>
      <w:r w:rsidR="008C5C61" w:rsidRPr="004C3E92">
        <w:t>en dépit d</w:t>
      </w:r>
      <w:r>
        <w:t>’</w:t>
      </w:r>
      <w:r w:rsidR="008C5C61" w:rsidRPr="004C3E92">
        <w:t>elle</w:t>
      </w:r>
      <w:r>
        <w:t xml:space="preserve">. </w:t>
      </w:r>
      <w:r w:rsidR="008C5C61" w:rsidRPr="004C3E92">
        <w:t>Se</w:t>
      </w:r>
      <w:r w:rsidR="008C5C61" w:rsidRPr="004C3E92">
        <w:t>i</w:t>
      </w:r>
      <w:r w:rsidR="008C5C61" w:rsidRPr="004C3E92">
        <w:t>gneur</w:t>
      </w:r>
      <w:r>
        <w:t xml:space="preserve"> ! </w:t>
      </w:r>
      <w:r w:rsidR="008C5C61" w:rsidRPr="004C3E92">
        <w:t>Dans quel état sera ce pauvre Mr</w:t>
      </w:r>
      <w:r>
        <w:t xml:space="preserve">. </w:t>
      </w:r>
      <w:r w:rsidR="008C5C61" w:rsidRPr="004C3E92">
        <w:t>Edward</w:t>
      </w:r>
      <w:r>
        <w:t xml:space="preserve">, </w:t>
      </w:r>
      <w:r w:rsidR="008C5C61" w:rsidRPr="004C3E92">
        <w:t>quand il a</w:t>
      </w:r>
      <w:r w:rsidR="008C5C61" w:rsidRPr="004C3E92">
        <w:t>p</w:t>
      </w:r>
      <w:r w:rsidR="008C5C61" w:rsidRPr="004C3E92">
        <w:t>prendra ça</w:t>
      </w:r>
      <w:r>
        <w:t xml:space="preserve"> ! </w:t>
      </w:r>
      <w:r w:rsidR="008C5C61" w:rsidRPr="004C3E92">
        <w:t>Savoir que la femme qu</w:t>
      </w:r>
      <w:r>
        <w:t>’</w:t>
      </w:r>
      <w:r w:rsidR="008C5C61" w:rsidRPr="004C3E92">
        <w:t>il aime a été traitée avec un tel mépris</w:t>
      </w:r>
      <w:r>
        <w:t xml:space="preserve"> ! </w:t>
      </w:r>
      <w:r w:rsidR="008C5C61" w:rsidRPr="004C3E92">
        <w:t>Car il paraît qu</w:t>
      </w:r>
      <w:r>
        <w:t>’</w:t>
      </w:r>
      <w:r w:rsidR="008C5C61" w:rsidRPr="004C3E92">
        <w:t>il l</w:t>
      </w:r>
      <w:r>
        <w:t>’</w:t>
      </w:r>
      <w:r w:rsidR="008C5C61" w:rsidRPr="004C3E92">
        <w:t>aime effroyablement</w:t>
      </w:r>
      <w:r>
        <w:t xml:space="preserve">, </w:t>
      </w:r>
      <w:r w:rsidR="008C5C61" w:rsidRPr="004C3E92">
        <w:t>et à juste t</w:t>
      </w:r>
      <w:r w:rsidR="008C5C61" w:rsidRPr="004C3E92">
        <w:t>i</w:t>
      </w:r>
      <w:r w:rsidR="008C5C61" w:rsidRPr="004C3E92">
        <w:t>tre</w:t>
      </w:r>
      <w:r>
        <w:t xml:space="preserve">. </w:t>
      </w:r>
      <w:r w:rsidR="008C5C61" w:rsidRPr="004C3E92">
        <w:t>Je ne serais pas étonnée s</w:t>
      </w:r>
      <w:r>
        <w:t>’</w:t>
      </w:r>
      <w:r w:rsidR="008C5C61" w:rsidRPr="004C3E92">
        <w:t>il entrait dans une colère folle</w:t>
      </w:r>
      <w:r>
        <w:t xml:space="preserve"> ; </w:t>
      </w:r>
      <w:r w:rsidR="008C5C61" w:rsidRPr="004C3E92">
        <w:t>et Mr</w:t>
      </w:r>
      <w:r>
        <w:t xml:space="preserve">. </w:t>
      </w:r>
      <w:proofErr w:type="spellStart"/>
      <w:r w:rsidR="008C5C61" w:rsidRPr="004C3E92">
        <w:t>Donavan</w:t>
      </w:r>
      <w:proofErr w:type="spellEnd"/>
      <w:r w:rsidR="008C5C61" w:rsidRPr="004C3E92">
        <w:t xml:space="preserve"> est exactement du même avis</w:t>
      </w:r>
      <w:r>
        <w:t xml:space="preserve">. </w:t>
      </w:r>
      <w:r w:rsidR="008C5C61" w:rsidRPr="004C3E92">
        <w:t>Lui et moi</w:t>
      </w:r>
      <w:r>
        <w:t xml:space="preserve">, </w:t>
      </w:r>
      <w:r w:rsidR="008C5C61" w:rsidRPr="004C3E92">
        <w:t>nous en avons causé longuement</w:t>
      </w:r>
      <w:r>
        <w:t xml:space="preserve"> ; </w:t>
      </w:r>
      <w:r w:rsidR="008C5C61" w:rsidRPr="004C3E92">
        <w:t>et le mieux de tout</w:t>
      </w:r>
      <w:r>
        <w:t xml:space="preserve">, </w:t>
      </w:r>
      <w:r w:rsidR="008C5C61" w:rsidRPr="004C3E92">
        <w:t>c</w:t>
      </w:r>
      <w:r>
        <w:t>’</w:t>
      </w:r>
      <w:r w:rsidR="008C5C61" w:rsidRPr="004C3E92">
        <w:t>est qu</w:t>
      </w:r>
      <w:r>
        <w:t>’</w:t>
      </w:r>
      <w:r w:rsidR="008C5C61" w:rsidRPr="004C3E92">
        <w:t>il est r</w:t>
      </w:r>
      <w:r w:rsidR="008C5C61" w:rsidRPr="004C3E92">
        <w:t>e</w:t>
      </w:r>
      <w:r w:rsidR="008C5C61" w:rsidRPr="004C3E92">
        <w:t>tourné à Harley Street</w:t>
      </w:r>
      <w:r>
        <w:t xml:space="preserve">, </w:t>
      </w:r>
      <w:r w:rsidR="008C5C61" w:rsidRPr="004C3E92">
        <w:t>pour qu</w:t>
      </w:r>
      <w:r>
        <w:t>’</w:t>
      </w:r>
      <w:r w:rsidR="008C5C61" w:rsidRPr="004C3E92">
        <w:t>on l</w:t>
      </w:r>
      <w:r>
        <w:t>’</w:t>
      </w:r>
      <w:r w:rsidR="008C5C61" w:rsidRPr="004C3E92">
        <w:t>aie sous la main quand la chose sera dite à Mrs</w:t>
      </w:r>
      <w:r>
        <w:t xml:space="preserve">. </w:t>
      </w:r>
      <w:proofErr w:type="spellStart"/>
      <w:r w:rsidR="008C5C61" w:rsidRPr="004C3E92">
        <w:t>Ferrars</w:t>
      </w:r>
      <w:proofErr w:type="spellEnd"/>
      <w:r>
        <w:t xml:space="preserve">, </w:t>
      </w:r>
      <w:r w:rsidR="008C5C61" w:rsidRPr="004C3E92">
        <w:t>car on l</w:t>
      </w:r>
      <w:r>
        <w:t>’</w:t>
      </w:r>
      <w:r w:rsidR="008C5C61" w:rsidRPr="004C3E92">
        <w:t>a fait appeler aussitôt que mes cousines eurent quitté la maison</w:t>
      </w:r>
      <w:r>
        <w:t xml:space="preserve"> ; </w:t>
      </w:r>
      <w:r w:rsidR="008C5C61" w:rsidRPr="004C3E92">
        <w:t>car votre sœur était sûre qu</w:t>
      </w:r>
      <w:r>
        <w:t>’</w:t>
      </w:r>
      <w:r w:rsidR="008C5C61" w:rsidRPr="004C3E92">
        <w:t>elle en aurait</w:t>
      </w:r>
      <w:r>
        <w:t xml:space="preserve">, </w:t>
      </w:r>
      <w:r w:rsidR="008C5C61" w:rsidRPr="004C3E92">
        <w:t>elle aussi</w:t>
      </w:r>
      <w:r>
        <w:t xml:space="preserve">, </w:t>
      </w:r>
      <w:r w:rsidR="008C5C61" w:rsidRPr="004C3E92">
        <w:t>une crise d</w:t>
      </w:r>
      <w:r>
        <w:t>’</w:t>
      </w:r>
      <w:r w:rsidR="008C5C61" w:rsidRPr="004C3E92">
        <w:t>hystérie</w:t>
      </w:r>
      <w:r>
        <w:t xml:space="preserve"> ; </w:t>
      </w:r>
      <w:r w:rsidR="008C5C61" w:rsidRPr="004C3E92">
        <w:t>et ce n</w:t>
      </w:r>
      <w:r>
        <w:t>’</w:t>
      </w:r>
      <w:r w:rsidR="008C5C61" w:rsidRPr="004C3E92">
        <w:t>est certes pas moi qui l</w:t>
      </w:r>
      <w:r>
        <w:t>’</w:t>
      </w:r>
      <w:r w:rsidR="008C5C61" w:rsidRPr="004C3E92">
        <w:t>en empêcherai</w:t>
      </w:r>
      <w:r>
        <w:t xml:space="preserve">. </w:t>
      </w:r>
      <w:r w:rsidR="008C5C61" w:rsidRPr="004C3E92">
        <w:t>Je ne les plains ni les uns ni les autres</w:t>
      </w:r>
      <w:r>
        <w:t xml:space="preserve">. </w:t>
      </w:r>
      <w:r w:rsidR="008C5C61" w:rsidRPr="004C3E92">
        <w:t>Je ne comprends pas qu</w:t>
      </w:r>
      <w:r>
        <w:t>’</w:t>
      </w:r>
      <w:r w:rsidR="008C5C61" w:rsidRPr="004C3E92">
        <w:t>on fasse de telles histoires à propos d</w:t>
      </w:r>
      <w:r>
        <w:t>’</w:t>
      </w:r>
      <w:r w:rsidR="008C5C61" w:rsidRPr="004C3E92">
        <w:t>argent et de grandeur</w:t>
      </w:r>
      <w:r>
        <w:t xml:space="preserve">. </w:t>
      </w:r>
      <w:r w:rsidR="008C5C61" w:rsidRPr="004C3E92">
        <w:t>Il n</w:t>
      </w:r>
      <w:r>
        <w:t>’</w:t>
      </w:r>
      <w:r w:rsidR="008C5C61" w:rsidRPr="004C3E92">
        <w:t>y a aucune raison au monde pour que Mr</w:t>
      </w:r>
      <w:r>
        <w:t xml:space="preserve">. </w:t>
      </w:r>
      <w:r w:rsidR="008C5C61" w:rsidRPr="004C3E92">
        <w:t>Edward et Lucy ne s</w:t>
      </w:r>
      <w:r>
        <w:t>’</w:t>
      </w:r>
      <w:r w:rsidR="008C5C61" w:rsidRPr="004C3E92">
        <w:t>épousent pas</w:t>
      </w:r>
      <w:r>
        <w:t xml:space="preserve"> ; </w:t>
      </w:r>
      <w:r w:rsidR="008C5C61" w:rsidRPr="004C3E92">
        <w:t>car je suis sûre que Mrs</w:t>
      </w:r>
      <w:r>
        <w:t xml:space="preserve">. </w:t>
      </w:r>
      <w:proofErr w:type="spellStart"/>
      <w:r w:rsidR="008C5C61" w:rsidRPr="004C3E92">
        <w:t>Ferrars</w:t>
      </w:r>
      <w:proofErr w:type="spellEnd"/>
      <w:r w:rsidR="008C5C61" w:rsidRPr="004C3E92">
        <w:t xml:space="preserve"> a les moyens d</w:t>
      </w:r>
      <w:r>
        <w:t>’</w:t>
      </w:r>
      <w:r w:rsidR="008C5C61" w:rsidRPr="004C3E92">
        <w:t>établir fort convenablement son fils</w:t>
      </w:r>
      <w:r>
        <w:t xml:space="preserve"> ; </w:t>
      </w:r>
      <w:r w:rsidR="008C5C61" w:rsidRPr="004C3E92">
        <w:t>et bien que Lucy ne possède à peu près rien</w:t>
      </w:r>
      <w:r>
        <w:t xml:space="preserve">, </w:t>
      </w:r>
      <w:r w:rsidR="008C5C61" w:rsidRPr="004C3E92">
        <w:t>de son c</w:t>
      </w:r>
      <w:r w:rsidR="008C5C61" w:rsidRPr="004C3E92">
        <w:t>ô</w:t>
      </w:r>
      <w:r w:rsidR="008C5C61" w:rsidRPr="004C3E92">
        <w:t>té</w:t>
      </w:r>
      <w:r>
        <w:t xml:space="preserve">, </w:t>
      </w:r>
      <w:r w:rsidR="008C5C61" w:rsidRPr="004C3E92">
        <w:t>elle sait mieux que quiconque tirer parti de tout</w:t>
      </w:r>
      <w:r>
        <w:t xml:space="preserve"> ; </w:t>
      </w:r>
      <w:r w:rsidR="008C5C61" w:rsidRPr="004C3E92">
        <w:t>et je suis bien sûre que si Mrs</w:t>
      </w:r>
      <w:r>
        <w:t xml:space="preserve">. </w:t>
      </w:r>
      <w:proofErr w:type="spellStart"/>
      <w:r w:rsidR="008C5C61" w:rsidRPr="004C3E92">
        <w:t>Ferrars</w:t>
      </w:r>
      <w:proofErr w:type="spellEnd"/>
      <w:r w:rsidR="008C5C61" w:rsidRPr="004C3E92">
        <w:t xml:space="preserve"> lui accordait seulement cinq cents livres par an</w:t>
      </w:r>
      <w:r>
        <w:t xml:space="preserve">, </w:t>
      </w:r>
      <w:r w:rsidR="008C5C61" w:rsidRPr="004C3E92">
        <w:t>elle trouverait moyen de faire aussi bonne figure avec ce revenu-là que n</w:t>
      </w:r>
      <w:r>
        <w:t>’</w:t>
      </w:r>
      <w:r w:rsidR="008C5C61" w:rsidRPr="004C3E92">
        <w:t>importe quelle autre avec huit cents</w:t>
      </w:r>
      <w:r>
        <w:t xml:space="preserve">. </w:t>
      </w:r>
      <w:r w:rsidR="008C5C61" w:rsidRPr="004C3E92">
        <w:t>Seigneur</w:t>
      </w:r>
      <w:r>
        <w:t xml:space="preserve"> ! </w:t>
      </w:r>
      <w:r w:rsidR="008C5C61" w:rsidRPr="004C3E92">
        <w:t>Comme ils pourraient vivre bien gentiment à l</w:t>
      </w:r>
      <w:r>
        <w:t>’</w:t>
      </w:r>
      <w:r w:rsidR="008C5C61" w:rsidRPr="004C3E92">
        <w:t>aise dans une autre maisonnette comme la vôtre</w:t>
      </w:r>
      <w:r>
        <w:t xml:space="preserve">, – </w:t>
      </w:r>
      <w:r w:rsidR="008C5C61" w:rsidRPr="004C3E92">
        <w:t>ou un peu plus grande</w:t>
      </w:r>
      <w:r>
        <w:t xml:space="preserve">, – </w:t>
      </w:r>
      <w:r w:rsidR="008C5C61" w:rsidRPr="004C3E92">
        <w:t>avec deux servantes et deux domestiques</w:t>
      </w:r>
      <w:r>
        <w:t xml:space="preserve"> ; </w:t>
      </w:r>
      <w:r w:rsidR="008C5C61" w:rsidRPr="004C3E92">
        <w:t>et je crois que je pourrais les aider à trouver une femme de chambre</w:t>
      </w:r>
      <w:r>
        <w:t xml:space="preserve">, </w:t>
      </w:r>
      <w:r w:rsidR="008C5C61" w:rsidRPr="004C3E92">
        <w:t>car ma Betty a une sœur sans place</w:t>
      </w:r>
      <w:r>
        <w:t xml:space="preserve">, </w:t>
      </w:r>
      <w:r w:rsidR="008C5C61" w:rsidRPr="004C3E92">
        <w:t>qui ferait exactement leur affa</w:t>
      </w:r>
      <w:r w:rsidR="008C5C61" w:rsidRPr="004C3E92">
        <w:t>i</w:t>
      </w:r>
      <w:r w:rsidR="008C5C61" w:rsidRPr="004C3E92">
        <w:t>re</w:t>
      </w:r>
      <w:r>
        <w:t>.</w:t>
      </w:r>
    </w:p>
    <w:p w14:paraId="616CF3C9" w14:textId="77777777" w:rsidR="004A4993" w:rsidRDefault="008C5C61" w:rsidP="004A4993">
      <w:r w:rsidRPr="004C3E92">
        <w:lastRenderedPageBreak/>
        <w:t>Mrs</w:t>
      </w:r>
      <w:r w:rsidR="004A4993">
        <w:t xml:space="preserve">. </w:t>
      </w:r>
      <w:r w:rsidRPr="004C3E92">
        <w:t>Jennings se tut</w:t>
      </w:r>
      <w:r w:rsidR="004A4993">
        <w:t xml:space="preserve">, </w:t>
      </w:r>
      <w:r w:rsidRPr="004C3E92">
        <w:t>quand elle en fut là</w:t>
      </w:r>
      <w:r w:rsidR="004A4993">
        <w:t xml:space="preserve">, </w:t>
      </w:r>
      <w:r w:rsidRPr="004C3E92">
        <w:t xml:space="preserve">et comme </w:t>
      </w:r>
      <w:proofErr w:type="spellStart"/>
      <w:r w:rsidRPr="004C3E92">
        <w:t>Elinor</w:t>
      </w:r>
      <w:proofErr w:type="spellEnd"/>
      <w:r w:rsidRPr="004C3E92">
        <w:t xml:space="preserve"> avait eu le temps de rassembler ses idées</w:t>
      </w:r>
      <w:r w:rsidR="004A4993">
        <w:t xml:space="preserve">, </w:t>
      </w:r>
      <w:r w:rsidRPr="004C3E92">
        <w:t>elle fut en mesure de donner une réponse</w:t>
      </w:r>
      <w:r w:rsidR="004A4993">
        <w:t xml:space="preserve">, </w:t>
      </w:r>
      <w:r w:rsidRPr="004C3E92">
        <w:t>et de faire des réflexions conformes à ce que le sujet pouvait naturellement être supposé devoir en susc</w:t>
      </w:r>
      <w:r w:rsidRPr="004C3E92">
        <w:t>i</w:t>
      </w:r>
      <w:r w:rsidRPr="004C3E92">
        <w:t>ter</w:t>
      </w:r>
      <w:r w:rsidR="004A4993">
        <w:t xml:space="preserve">. </w:t>
      </w:r>
      <w:r w:rsidRPr="004C3E92">
        <w:t>Heureuse de constater qu</w:t>
      </w:r>
      <w:r w:rsidR="004A4993">
        <w:t>’</w:t>
      </w:r>
      <w:r w:rsidRPr="004C3E92">
        <w:t>on n</w:t>
      </w:r>
      <w:r w:rsidR="004A4993">
        <w:t>’</w:t>
      </w:r>
      <w:r w:rsidRPr="004C3E92">
        <w:t>y soupçonnait chez elle a</w:t>
      </w:r>
      <w:r w:rsidRPr="004C3E92">
        <w:t>u</w:t>
      </w:r>
      <w:r w:rsidRPr="004C3E92">
        <w:t>cun intérêt spécial</w:t>
      </w:r>
      <w:r w:rsidR="004A4993">
        <w:t xml:space="preserve">, – </w:t>
      </w:r>
      <w:r w:rsidRPr="004C3E92">
        <w:t>que Mrs</w:t>
      </w:r>
      <w:r w:rsidR="004A4993">
        <w:t xml:space="preserve">. </w:t>
      </w:r>
      <w:r w:rsidRPr="004C3E92">
        <w:t>Jennings</w:t>
      </w:r>
      <w:r w:rsidR="004A4993">
        <w:t xml:space="preserve"> (</w:t>
      </w:r>
      <w:r w:rsidRPr="004C3E92">
        <w:t>comme elle l</w:t>
      </w:r>
      <w:r w:rsidR="004A4993">
        <w:t>’</w:t>
      </w:r>
      <w:r w:rsidRPr="004C3E92">
        <w:t>avait souvent espéré</w:t>
      </w:r>
      <w:r w:rsidR="004A4993">
        <w:t xml:space="preserve">, </w:t>
      </w:r>
      <w:r w:rsidRPr="004C3E92">
        <w:t>ces temps derniers</w:t>
      </w:r>
      <w:r w:rsidR="004A4993">
        <w:t xml:space="preserve">) </w:t>
      </w:r>
      <w:r w:rsidRPr="004C3E92">
        <w:t>avait cessé de s</w:t>
      </w:r>
      <w:r w:rsidR="004A4993">
        <w:t>’</w:t>
      </w:r>
      <w:r w:rsidRPr="004C3E92">
        <w:t>imaginer qu</w:t>
      </w:r>
      <w:r w:rsidR="004A4993">
        <w:t>’</w:t>
      </w:r>
      <w:r w:rsidRPr="004C3E92">
        <w:t>elle eût le moindre attachement pour Edward</w:t>
      </w:r>
      <w:r w:rsidR="004A4993">
        <w:t xml:space="preserve">, – </w:t>
      </w:r>
      <w:r w:rsidRPr="004C3E92">
        <w:t>et heureuse</w:t>
      </w:r>
      <w:r w:rsidR="004A4993">
        <w:t xml:space="preserve">, </w:t>
      </w:r>
      <w:r w:rsidRPr="004C3E92">
        <w:t>par-dessus toutes choses</w:t>
      </w:r>
      <w:r w:rsidR="004A4993">
        <w:t xml:space="preserve">, </w:t>
      </w:r>
      <w:r w:rsidRPr="004C3E92">
        <w:t>de l</w:t>
      </w:r>
      <w:r w:rsidR="004A4993">
        <w:t>’</w:t>
      </w:r>
      <w:r w:rsidRPr="004C3E92">
        <w:t>absence de Marianne</w:t>
      </w:r>
      <w:r w:rsidR="004A4993">
        <w:t xml:space="preserve">, </w:t>
      </w:r>
      <w:r w:rsidRPr="004C3E92">
        <w:t>elle se se</w:t>
      </w:r>
      <w:r w:rsidRPr="004C3E92">
        <w:t>n</w:t>
      </w:r>
      <w:r w:rsidRPr="004C3E92">
        <w:t>tit fort capable de parler de l</w:t>
      </w:r>
      <w:r w:rsidR="004A4993">
        <w:t>’</w:t>
      </w:r>
      <w:r w:rsidRPr="004C3E92">
        <w:t>affaire sans embarras</w:t>
      </w:r>
      <w:r w:rsidR="004A4993">
        <w:t xml:space="preserve">, </w:t>
      </w:r>
      <w:r w:rsidRPr="004C3E92">
        <w:t>et de faire connaître son jugement</w:t>
      </w:r>
      <w:r w:rsidR="004A4993">
        <w:t xml:space="preserve">, </w:t>
      </w:r>
      <w:r w:rsidRPr="004C3E92">
        <w:t>comme elle le pensait</w:t>
      </w:r>
      <w:r w:rsidR="004A4993">
        <w:t xml:space="preserve">, </w:t>
      </w:r>
      <w:r w:rsidRPr="004C3E92">
        <w:t>sur la conduite de tous ceux qui y étaient impliqués</w:t>
      </w:r>
      <w:r w:rsidR="004A4993">
        <w:t>.</w:t>
      </w:r>
    </w:p>
    <w:p w14:paraId="18B64820" w14:textId="77777777" w:rsidR="004A4993" w:rsidRDefault="008C5C61" w:rsidP="004A4993">
      <w:r w:rsidRPr="004C3E92">
        <w:t>Elle pouvait à peine préciser ce que</w:t>
      </w:r>
      <w:r w:rsidR="004A4993">
        <w:t xml:space="preserve">, </w:t>
      </w:r>
      <w:r w:rsidRPr="004C3E92">
        <w:t>pour sa part</w:t>
      </w:r>
      <w:r w:rsidR="004A4993">
        <w:t xml:space="preserve">, </w:t>
      </w:r>
      <w:r w:rsidRPr="004C3E92">
        <w:t>elle s</w:t>
      </w:r>
      <w:r w:rsidR="004A4993">
        <w:t>’</w:t>
      </w:r>
      <w:r w:rsidRPr="004C3E92">
        <w:t>attendait en réalité à voir sortir de l</w:t>
      </w:r>
      <w:r w:rsidR="004A4993">
        <w:t>’</w:t>
      </w:r>
      <w:r w:rsidRPr="004C3E92">
        <w:t>événement</w:t>
      </w:r>
      <w:r w:rsidR="004A4993">
        <w:t xml:space="preserve"> ; </w:t>
      </w:r>
      <w:r w:rsidRPr="004C3E92">
        <w:t>encore qu</w:t>
      </w:r>
      <w:r w:rsidR="004A4993">
        <w:t>’</w:t>
      </w:r>
      <w:r w:rsidRPr="004C3E92">
        <w:t>elle s</w:t>
      </w:r>
      <w:r w:rsidR="004A4993">
        <w:t>’</w:t>
      </w:r>
      <w:r w:rsidRPr="004C3E92">
        <w:t>efforçât sérieusement de chasser l</w:t>
      </w:r>
      <w:r w:rsidR="004A4993">
        <w:t>’</w:t>
      </w:r>
      <w:r w:rsidRPr="004C3E92">
        <w:t>idée qu</w:t>
      </w:r>
      <w:r w:rsidR="004A4993">
        <w:t>’</w:t>
      </w:r>
      <w:r w:rsidRPr="004C3E92">
        <w:t>il pût se terminer</w:t>
      </w:r>
      <w:r w:rsidR="004A4993">
        <w:t xml:space="preserve">, </w:t>
      </w:r>
      <w:r w:rsidRPr="004C3E92">
        <w:t>en fin de compte</w:t>
      </w:r>
      <w:r w:rsidR="004A4993">
        <w:t xml:space="preserve">, </w:t>
      </w:r>
      <w:r w:rsidRPr="004C3E92">
        <w:t>autrement que par le mariage d</w:t>
      </w:r>
      <w:r w:rsidR="004A4993">
        <w:t>’</w:t>
      </w:r>
      <w:r w:rsidRPr="004C3E92">
        <w:t>Edward et de Lucy</w:t>
      </w:r>
      <w:r w:rsidR="004A4993">
        <w:t xml:space="preserve">. </w:t>
      </w:r>
      <w:r w:rsidRPr="004C3E92">
        <w:t>Ce que dirait et ferait Mrs</w:t>
      </w:r>
      <w:r w:rsidR="004A4993">
        <w:t xml:space="preserve">. </w:t>
      </w:r>
      <w:proofErr w:type="spellStart"/>
      <w:r w:rsidRPr="004C3E92">
        <w:t>Ferrars</w:t>
      </w:r>
      <w:proofErr w:type="spellEnd"/>
      <w:r w:rsidR="004A4993">
        <w:t xml:space="preserve">, </w:t>
      </w:r>
      <w:r w:rsidRPr="004C3E92">
        <w:t>bien qu</w:t>
      </w:r>
      <w:r w:rsidR="004A4993">
        <w:t>’</w:t>
      </w:r>
      <w:r w:rsidRPr="004C3E92">
        <w:t>il ne pût y avoir de doute quant à sa nature</w:t>
      </w:r>
      <w:r w:rsidR="004A4993">
        <w:t xml:space="preserve">, </w:t>
      </w:r>
      <w:r w:rsidRPr="004C3E92">
        <w:t>elle était impatiente de l</w:t>
      </w:r>
      <w:r w:rsidR="004A4993">
        <w:t>’</w:t>
      </w:r>
      <w:r w:rsidRPr="004C3E92">
        <w:t>apprendre</w:t>
      </w:r>
      <w:r w:rsidR="004A4993">
        <w:t xml:space="preserve"> ; </w:t>
      </w:r>
      <w:r w:rsidRPr="004C3E92">
        <w:t>et encore plus impatiente de savoir comment E</w:t>
      </w:r>
      <w:r w:rsidRPr="004C3E92">
        <w:t>d</w:t>
      </w:r>
      <w:r w:rsidRPr="004C3E92">
        <w:t>ward se comporterait</w:t>
      </w:r>
      <w:r w:rsidR="004A4993">
        <w:t xml:space="preserve">. </w:t>
      </w:r>
      <w:r w:rsidRPr="004C3E92">
        <w:t>Elle éprouvait pour lui beaucoup de co</w:t>
      </w:r>
      <w:r w:rsidRPr="004C3E92">
        <w:t>m</w:t>
      </w:r>
      <w:r w:rsidRPr="004C3E92">
        <w:t>passion</w:t>
      </w:r>
      <w:r w:rsidR="004A4993">
        <w:t xml:space="preserve"> ; </w:t>
      </w:r>
      <w:r w:rsidRPr="004C3E92">
        <w:t>pour Lucy</w:t>
      </w:r>
      <w:r w:rsidR="004A4993">
        <w:t xml:space="preserve">, </w:t>
      </w:r>
      <w:r w:rsidRPr="004C3E92">
        <w:t>fort peu</w:t>
      </w:r>
      <w:r w:rsidR="004A4993">
        <w:t xml:space="preserve">, </w:t>
      </w:r>
      <w:r w:rsidRPr="004C3E92">
        <w:t>et il lui en coûta quelque peine de susciter ce peu-là</w:t>
      </w:r>
      <w:r w:rsidR="004A4993">
        <w:t xml:space="preserve"> ; </w:t>
      </w:r>
      <w:r w:rsidRPr="004C3E92">
        <w:t>pour les autres intéressés</w:t>
      </w:r>
      <w:r w:rsidR="004A4993">
        <w:t xml:space="preserve">, </w:t>
      </w:r>
      <w:r w:rsidRPr="004C3E92">
        <w:t>absolument auc</w:t>
      </w:r>
      <w:r w:rsidRPr="004C3E92">
        <w:t>u</w:t>
      </w:r>
      <w:r w:rsidRPr="004C3E92">
        <w:t>ne</w:t>
      </w:r>
      <w:r w:rsidR="004A4993">
        <w:t>.</w:t>
      </w:r>
    </w:p>
    <w:p w14:paraId="3F8BB414" w14:textId="77777777" w:rsidR="004A4993" w:rsidRDefault="008C5C61" w:rsidP="004A4993">
      <w:r w:rsidRPr="004C3E92">
        <w:t>Comme Mrs</w:t>
      </w:r>
      <w:r w:rsidR="004A4993">
        <w:t xml:space="preserve">. </w:t>
      </w:r>
      <w:r w:rsidRPr="004C3E92">
        <w:t>Jennings était incapable de parler d</w:t>
      </w:r>
      <w:r w:rsidR="004A4993">
        <w:t>’</w:t>
      </w:r>
      <w:r w:rsidRPr="004C3E92">
        <w:t>aucun autre sujet</w:t>
      </w:r>
      <w:r w:rsidR="004A4993">
        <w:t xml:space="preserve">, </w:t>
      </w:r>
      <w:proofErr w:type="spellStart"/>
      <w:r w:rsidRPr="004C3E92">
        <w:t>Elinor</w:t>
      </w:r>
      <w:proofErr w:type="spellEnd"/>
      <w:r w:rsidRPr="004C3E92">
        <w:t xml:space="preserve"> perçut bientôt la nécessité de préparer M</w:t>
      </w:r>
      <w:r w:rsidRPr="004C3E92">
        <w:t>a</w:t>
      </w:r>
      <w:r w:rsidRPr="004C3E92">
        <w:t>rianne à sa discussion</w:t>
      </w:r>
      <w:r w:rsidR="004A4993">
        <w:t xml:space="preserve">. </w:t>
      </w:r>
      <w:r w:rsidRPr="004C3E92">
        <w:t>Il ne fallait pas perdre de temps pour la détromper</w:t>
      </w:r>
      <w:r w:rsidR="004A4993">
        <w:t xml:space="preserve">, </w:t>
      </w:r>
      <w:r w:rsidRPr="004C3E92">
        <w:t>pour lui faire connaître la vérité réelle</w:t>
      </w:r>
      <w:r w:rsidR="004A4993">
        <w:t xml:space="preserve">, </w:t>
      </w:r>
      <w:r w:rsidRPr="004C3E92">
        <w:t>et pour s</w:t>
      </w:r>
      <w:r w:rsidR="004A4993">
        <w:t>’</w:t>
      </w:r>
      <w:r w:rsidRPr="004C3E92">
        <w:t>efforcer de l</w:t>
      </w:r>
      <w:r w:rsidR="004A4993">
        <w:t>’</w:t>
      </w:r>
      <w:r w:rsidRPr="004C3E92">
        <w:t>amener à entendre parler de l</w:t>
      </w:r>
      <w:r w:rsidR="004A4993">
        <w:t>’</w:t>
      </w:r>
      <w:r w:rsidRPr="004C3E92">
        <w:t>affaire par les a</w:t>
      </w:r>
      <w:r w:rsidRPr="004C3E92">
        <w:t>u</w:t>
      </w:r>
      <w:r w:rsidRPr="004C3E92">
        <w:t>tres</w:t>
      </w:r>
      <w:r w:rsidR="004A4993">
        <w:t xml:space="preserve">, </w:t>
      </w:r>
      <w:r w:rsidRPr="004C3E92">
        <w:t>sans qu</w:t>
      </w:r>
      <w:r w:rsidR="004A4993">
        <w:t>’</w:t>
      </w:r>
      <w:r w:rsidRPr="004C3E92">
        <w:t>elle trahît rien de l</w:t>
      </w:r>
      <w:r w:rsidR="004A4993">
        <w:t>’</w:t>
      </w:r>
      <w:r w:rsidRPr="004C3E92">
        <w:t>inquiétude qu</w:t>
      </w:r>
      <w:r w:rsidR="004A4993">
        <w:t>’</w:t>
      </w:r>
      <w:r w:rsidRPr="004C3E92">
        <w:t>elle pourrait re</w:t>
      </w:r>
      <w:r w:rsidRPr="004C3E92">
        <w:t>s</w:t>
      </w:r>
      <w:r w:rsidRPr="004C3E92">
        <w:t>sentir pour sa sœur</w:t>
      </w:r>
      <w:r w:rsidR="004A4993">
        <w:t xml:space="preserve">, </w:t>
      </w:r>
      <w:r w:rsidRPr="004C3E92">
        <w:t>ni aucun ressentiment à l</w:t>
      </w:r>
      <w:r w:rsidR="004A4993">
        <w:t>’</w:t>
      </w:r>
      <w:r w:rsidRPr="004C3E92">
        <w:t>encontre d</w:t>
      </w:r>
      <w:r w:rsidR="004A4993">
        <w:t>’</w:t>
      </w:r>
      <w:r w:rsidRPr="004C3E92">
        <w:t>Edward</w:t>
      </w:r>
      <w:r w:rsidR="004A4993">
        <w:t>.</w:t>
      </w:r>
    </w:p>
    <w:p w14:paraId="1D27574C" w14:textId="77777777" w:rsidR="004A4993" w:rsidRDefault="008C5C61" w:rsidP="004A4993">
      <w:r w:rsidRPr="004C3E92">
        <w:lastRenderedPageBreak/>
        <w:t>La tâche d</w:t>
      </w:r>
      <w:r w:rsidR="004A4993">
        <w:t>’</w:t>
      </w:r>
      <w:proofErr w:type="spellStart"/>
      <w:r w:rsidRPr="004C3E92">
        <w:t>Elinor</w:t>
      </w:r>
      <w:proofErr w:type="spellEnd"/>
      <w:r w:rsidRPr="004C3E92">
        <w:t xml:space="preserve"> était pénible</w:t>
      </w:r>
      <w:r w:rsidR="004A4993">
        <w:t xml:space="preserve">. </w:t>
      </w:r>
      <w:r w:rsidRPr="004C3E92">
        <w:t>Elle allait dissiper ce qu</w:t>
      </w:r>
      <w:r w:rsidR="004A4993">
        <w:t>’</w:t>
      </w:r>
      <w:r w:rsidRPr="004C3E92">
        <w:t>elle croyait véritablement être la principale consolation de sa sœur</w:t>
      </w:r>
      <w:r w:rsidR="004A4993">
        <w:t xml:space="preserve">, – </w:t>
      </w:r>
      <w:r w:rsidRPr="004C3E92">
        <w:t>lui donner sur Edward des renseignements tels qu</w:t>
      </w:r>
      <w:r w:rsidR="004A4993">
        <w:t>’</w:t>
      </w:r>
      <w:r w:rsidRPr="004C3E92">
        <w:t>ils le ruin</w:t>
      </w:r>
      <w:r w:rsidRPr="004C3E92">
        <w:t>e</w:t>
      </w:r>
      <w:r w:rsidRPr="004C3E92">
        <w:t>raient à jamais</w:t>
      </w:r>
      <w:r w:rsidR="004A4993">
        <w:t xml:space="preserve"> (</w:t>
      </w:r>
      <w:r w:rsidRPr="004C3E92">
        <w:t>elle le craignait</w:t>
      </w:r>
      <w:r w:rsidR="004A4993">
        <w:t xml:space="preserve">) </w:t>
      </w:r>
      <w:r w:rsidRPr="004C3E92">
        <w:t>dans sa bonne opinion de lui</w:t>
      </w:r>
      <w:r w:rsidR="004A4993">
        <w:t xml:space="preserve">, – </w:t>
      </w:r>
      <w:r w:rsidRPr="004C3E92">
        <w:t>et obliger Marianne</w:t>
      </w:r>
      <w:r w:rsidR="004A4993">
        <w:t xml:space="preserve">, </w:t>
      </w:r>
      <w:r w:rsidRPr="004C3E92">
        <w:t>par une analogie de leurs situations</w:t>
      </w:r>
      <w:r w:rsidR="004A4993">
        <w:t xml:space="preserve">, </w:t>
      </w:r>
      <w:r w:rsidRPr="004C3E92">
        <w:t>qui</w:t>
      </w:r>
      <w:r w:rsidR="004A4993">
        <w:t xml:space="preserve">, </w:t>
      </w:r>
      <w:r w:rsidRPr="004C3E92">
        <w:t>dans son imagination</w:t>
      </w:r>
      <w:r w:rsidR="004A4993">
        <w:t xml:space="preserve">, </w:t>
      </w:r>
      <w:r w:rsidRPr="004C3E92">
        <w:t>paraîtrait forte</w:t>
      </w:r>
      <w:r w:rsidR="004A4993">
        <w:t xml:space="preserve">, </w:t>
      </w:r>
      <w:r w:rsidRPr="004C3E92">
        <w:t>à éprouver de nouveau toute la déception dont elle avait souffert</w:t>
      </w:r>
      <w:r w:rsidR="004A4993">
        <w:t xml:space="preserve">. </w:t>
      </w:r>
      <w:r w:rsidRPr="004C3E92">
        <w:t>Mais quelque impo</w:t>
      </w:r>
      <w:r w:rsidRPr="004C3E92">
        <w:t>r</w:t>
      </w:r>
      <w:r w:rsidRPr="004C3E92">
        <w:t>tune que dût être une semblable tâche</w:t>
      </w:r>
      <w:r w:rsidR="004A4993">
        <w:t xml:space="preserve">, </w:t>
      </w:r>
      <w:r w:rsidRPr="004C3E92">
        <w:t>il était nécessaire de l</w:t>
      </w:r>
      <w:r w:rsidR="004A4993">
        <w:t>’</w:t>
      </w:r>
      <w:r w:rsidRPr="004C3E92">
        <w:t>entreprendre</w:t>
      </w:r>
      <w:r w:rsidR="004A4993">
        <w:t xml:space="preserve">, </w:t>
      </w:r>
      <w:r w:rsidRPr="004C3E92">
        <w:t xml:space="preserve">et </w:t>
      </w:r>
      <w:proofErr w:type="spellStart"/>
      <w:r w:rsidRPr="004C3E92">
        <w:t>Elinor</w:t>
      </w:r>
      <w:proofErr w:type="spellEnd"/>
      <w:r w:rsidRPr="004C3E92">
        <w:t xml:space="preserve"> se hâta de l</w:t>
      </w:r>
      <w:r w:rsidR="004A4993">
        <w:t>’</w:t>
      </w:r>
      <w:r w:rsidRPr="004C3E92">
        <w:t>accomplir</w:t>
      </w:r>
      <w:r w:rsidR="004A4993">
        <w:t>.</w:t>
      </w:r>
    </w:p>
    <w:p w14:paraId="5E13CAC4" w14:textId="77777777" w:rsidR="004A4993" w:rsidRDefault="008C5C61" w:rsidP="004A4993">
      <w:r w:rsidRPr="004C3E92">
        <w:t>Elle était bien éloignée de désirer s</w:t>
      </w:r>
      <w:r w:rsidR="004A4993">
        <w:t>’</w:t>
      </w:r>
      <w:r w:rsidRPr="004C3E92">
        <w:t>appesantir sur ses pr</w:t>
      </w:r>
      <w:r w:rsidRPr="004C3E92">
        <w:t>o</w:t>
      </w:r>
      <w:r w:rsidRPr="004C3E92">
        <w:t>pres sentiments</w:t>
      </w:r>
      <w:r w:rsidR="004A4993">
        <w:t xml:space="preserve">, </w:t>
      </w:r>
      <w:r w:rsidRPr="004C3E92">
        <w:t>ou de se représenter comme souffrant bea</w:t>
      </w:r>
      <w:r w:rsidRPr="004C3E92">
        <w:t>u</w:t>
      </w:r>
      <w:r w:rsidRPr="004C3E92">
        <w:t>coup</w:t>
      </w:r>
      <w:r w:rsidR="004A4993">
        <w:t xml:space="preserve">, </w:t>
      </w:r>
      <w:r w:rsidRPr="004C3E92">
        <w:t>et s</w:t>
      </w:r>
      <w:r w:rsidR="004A4993">
        <w:t>’</w:t>
      </w:r>
      <w:r w:rsidRPr="004C3E92">
        <w:t>en tint à ce que la maîtrise de soi qu</w:t>
      </w:r>
      <w:r w:rsidR="004A4993">
        <w:t>’</w:t>
      </w:r>
      <w:r w:rsidRPr="004C3E92">
        <w:t>elle avait prat</w:t>
      </w:r>
      <w:r w:rsidRPr="004C3E92">
        <w:t>i</w:t>
      </w:r>
      <w:r w:rsidRPr="004C3E92">
        <w:t>quée depuis qu</w:t>
      </w:r>
      <w:r w:rsidR="004A4993">
        <w:t>’</w:t>
      </w:r>
      <w:r w:rsidRPr="004C3E92">
        <w:t>elle avait eu vent des fiançailles d</w:t>
      </w:r>
      <w:r w:rsidR="004A4993">
        <w:t>’</w:t>
      </w:r>
      <w:r w:rsidRPr="004C3E92">
        <w:t>Edward</w:t>
      </w:r>
      <w:r w:rsidR="004A4993">
        <w:t xml:space="preserve">, </w:t>
      </w:r>
      <w:r w:rsidRPr="004C3E92">
        <w:t>pou</w:t>
      </w:r>
      <w:r w:rsidRPr="004C3E92">
        <w:t>r</w:t>
      </w:r>
      <w:r w:rsidRPr="004C3E92">
        <w:t>rait lui suggérer comme indication de ce qui serait praticable pour Marianne</w:t>
      </w:r>
      <w:r w:rsidR="004A4993">
        <w:t xml:space="preserve">. </w:t>
      </w:r>
      <w:r w:rsidRPr="004C3E92">
        <w:t>Son récit fut clair et simple</w:t>
      </w:r>
      <w:r w:rsidR="004A4993">
        <w:t xml:space="preserve"> ; </w:t>
      </w:r>
      <w:r w:rsidRPr="004C3E92">
        <w:t>et bien qu</w:t>
      </w:r>
      <w:r w:rsidR="004A4993">
        <w:t>’</w:t>
      </w:r>
      <w:r w:rsidRPr="004C3E92">
        <w:t>il ne pût être fait sans émotion</w:t>
      </w:r>
      <w:r w:rsidR="004A4993">
        <w:t xml:space="preserve">, </w:t>
      </w:r>
      <w:r w:rsidRPr="004C3E92">
        <w:t>il ne fut accompagné ni d</w:t>
      </w:r>
      <w:r w:rsidR="004A4993">
        <w:t>’</w:t>
      </w:r>
      <w:r w:rsidRPr="004C3E92">
        <w:t>agitation vi</w:t>
      </w:r>
      <w:r w:rsidRPr="004C3E92">
        <w:t>o</w:t>
      </w:r>
      <w:r w:rsidRPr="004C3E92">
        <w:t>lente</w:t>
      </w:r>
      <w:r w:rsidR="004A4993">
        <w:t xml:space="preserve">, </w:t>
      </w:r>
      <w:r w:rsidRPr="004C3E92">
        <w:t>ni de chagrin impétueux</w:t>
      </w:r>
      <w:r w:rsidR="004A4993">
        <w:t xml:space="preserve">. </w:t>
      </w:r>
      <w:r w:rsidRPr="004C3E92">
        <w:t>Ces traits incombèrent plutôt à l</w:t>
      </w:r>
      <w:r w:rsidR="004A4993">
        <w:t>’</w:t>
      </w:r>
      <w:r w:rsidRPr="004C3E92">
        <w:t>auditrice</w:t>
      </w:r>
      <w:r w:rsidR="004A4993">
        <w:t xml:space="preserve">, </w:t>
      </w:r>
      <w:r w:rsidRPr="004C3E92">
        <w:t>car Marianne écouta avec horreur</w:t>
      </w:r>
      <w:r w:rsidR="004A4993">
        <w:t xml:space="preserve">, </w:t>
      </w:r>
      <w:r w:rsidRPr="004C3E92">
        <w:t>et pleura éno</w:t>
      </w:r>
      <w:r w:rsidRPr="004C3E92">
        <w:t>r</w:t>
      </w:r>
      <w:r w:rsidRPr="004C3E92">
        <w:t>mément</w:t>
      </w:r>
      <w:r w:rsidR="004A4993">
        <w:t xml:space="preserve">. </w:t>
      </w:r>
      <w:proofErr w:type="spellStart"/>
      <w:r w:rsidRPr="004C3E92">
        <w:t>Elinor</w:t>
      </w:r>
      <w:proofErr w:type="spellEnd"/>
      <w:r w:rsidRPr="004C3E92">
        <w:t xml:space="preserve"> devait être la consolatrice des autres</w:t>
      </w:r>
      <w:r w:rsidR="004A4993">
        <w:t xml:space="preserve">, </w:t>
      </w:r>
      <w:r w:rsidRPr="004C3E92">
        <w:t>dans ses propres détresses non moins que dans les leurs</w:t>
      </w:r>
      <w:r w:rsidR="004A4993">
        <w:t xml:space="preserve"> ; </w:t>
      </w:r>
      <w:r w:rsidRPr="004C3E92">
        <w:t>et tout le r</w:t>
      </w:r>
      <w:r w:rsidRPr="004C3E92">
        <w:t>é</w:t>
      </w:r>
      <w:r w:rsidRPr="004C3E92">
        <w:t>confort qui pouvait être donné par l</w:t>
      </w:r>
      <w:r w:rsidR="004A4993">
        <w:t>’</w:t>
      </w:r>
      <w:r w:rsidRPr="004C3E92">
        <w:t>assurance de son propre calme</w:t>
      </w:r>
      <w:r w:rsidR="004A4993">
        <w:t xml:space="preserve">, </w:t>
      </w:r>
      <w:r w:rsidRPr="004C3E92">
        <w:t>et par une défense très sérieuse d</w:t>
      </w:r>
      <w:r w:rsidR="004A4993">
        <w:t>’</w:t>
      </w:r>
      <w:r w:rsidRPr="004C3E92">
        <w:t>Edward contre toutes accusations</w:t>
      </w:r>
      <w:r w:rsidR="004A4993">
        <w:t xml:space="preserve">, </w:t>
      </w:r>
      <w:r w:rsidRPr="004C3E92">
        <w:t>hormis celle d</w:t>
      </w:r>
      <w:r w:rsidR="004A4993">
        <w:t>’</w:t>
      </w:r>
      <w:r w:rsidRPr="004C3E92">
        <w:t>imprudence</w:t>
      </w:r>
      <w:r w:rsidR="004A4993">
        <w:t xml:space="preserve">, </w:t>
      </w:r>
      <w:r w:rsidRPr="004C3E92">
        <w:t>fut promptement o</w:t>
      </w:r>
      <w:r w:rsidRPr="004C3E92">
        <w:t>f</w:t>
      </w:r>
      <w:r w:rsidRPr="004C3E92">
        <w:t>fert</w:t>
      </w:r>
      <w:r w:rsidR="004A4993">
        <w:t>.</w:t>
      </w:r>
    </w:p>
    <w:p w14:paraId="70C86129" w14:textId="77777777" w:rsidR="004A4993" w:rsidRDefault="008C5C61" w:rsidP="004A4993">
      <w:r w:rsidRPr="004C3E92">
        <w:t>Mais Marianne refusa pendant quelque temps toute créa</w:t>
      </w:r>
      <w:r w:rsidRPr="004C3E92">
        <w:t>n</w:t>
      </w:r>
      <w:r w:rsidRPr="004C3E92">
        <w:t>ce à l</w:t>
      </w:r>
      <w:r w:rsidR="004A4993">
        <w:t>’</w:t>
      </w:r>
      <w:r w:rsidRPr="004C3E92">
        <w:t>une et à l</w:t>
      </w:r>
      <w:r w:rsidR="004A4993">
        <w:t>’</w:t>
      </w:r>
      <w:r w:rsidRPr="004C3E92">
        <w:t>autre</w:t>
      </w:r>
      <w:r w:rsidR="004A4993">
        <w:t xml:space="preserve">. </w:t>
      </w:r>
      <w:r w:rsidRPr="004C3E92">
        <w:t>Edward lui apparut comme un second Willoughby</w:t>
      </w:r>
      <w:r w:rsidR="004A4993">
        <w:t xml:space="preserve"> ; </w:t>
      </w:r>
      <w:r w:rsidRPr="004C3E92">
        <w:t xml:space="preserve">et puisque </w:t>
      </w:r>
      <w:proofErr w:type="spellStart"/>
      <w:r w:rsidRPr="004C3E92">
        <w:t>Elinor</w:t>
      </w:r>
      <w:proofErr w:type="spellEnd"/>
      <w:r w:rsidRPr="004C3E92">
        <w:t xml:space="preserve"> reconnaissait en effet l</w:t>
      </w:r>
      <w:r w:rsidR="004A4993">
        <w:t>’</w:t>
      </w:r>
      <w:r w:rsidRPr="004C3E92">
        <w:t>avoir a</w:t>
      </w:r>
      <w:r w:rsidRPr="004C3E92">
        <w:t>i</w:t>
      </w:r>
      <w:r w:rsidRPr="004C3E92">
        <w:t>mé fort sincèrement</w:t>
      </w:r>
      <w:r w:rsidR="004A4993">
        <w:t xml:space="preserve">, </w:t>
      </w:r>
      <w:r w:rsidRPr="004C3E92">
        <w:t>pouvait-elle éprouver des sentiments moins profonds que sa sœur</w:t>
      </w:r>
      <w:r w:rsidR="004A4993">
        <w:t xml:space="preserve"> ? </w:t>
      </w:r>
      <w:r w:rsidRPr="004C3E92">
        <w:t>Quant à Lucy Steele</w:t>
      </w:r>
      <w:r w:rsidR="004A4993">
        <w:t xml:space="preserve">, </w:t>
      </w:r>
      <w:r w:rsidRPr="004C3E92">
        <w:t>elle la considérait comme manquant si totalement d</w:t>
      </w:r>
      <w:r w:rsidR="004A4993">
        <w:t>’</w:t>
      </w:r>
      <w:r w:rsidRPr="004C3E92">
        <w:t>amabilité</w:t>
      </w:r>
      <w:r w:rsidR="004A4993">
        <w:t xml:space="preserve">, </w:t>
      </w:r>
      <w:r w:rsidRPr="004C3E92">
        <w:t>comme si complètement incapable de s</w:t>
      </w:r>
      <w:r w:rsidR="004A4993">
        <w:t>’</w:t>
      </w:r>
      <w:r w:rsidRPr="004C3E92">
        <w:t xml:space="preserve">attacher un </w:t>
      </w:r>
      <w:r w:rsidRPr="004C3E92">
        <w:lastRenderedPageBreak/>
        <w:t>homme doué de sensibilité</w:t>
      </w:r>
      <w:r w:rsidR="004A4993">
        <w:t xml:space="preserve">, </w:t>
      </w:r>
      <w:r w:rsidRPr="004C3E92">
        <w:t>qu</w:t>
      </w:r>
      <w:r w:rsidR="004A4993">
        <w:t>’</w:t>
      </w:r>
      <w:r w:rsidRPr="004C3E92">
        <w:t>elle fut d</w:t>
      </w:r>
      <w:r w:rsidR="004A4993">
        <w:t>’</w:t>
      </w:r>
      <w:r w:rsidRPr="004C3E92">
        <w:t>abord incapable de se laisser persuader qu</w:t>
      </w:r>
      <w:r w:rsidR="004A4993">
        <w:t>’</w:t>
      </w:r>
      <w:r w:rsidRPr="004C3E92">
        <w:t>il pût y avoir eu une affection antérieure pour elle</w:t>
      </w:r>
      <w:r w:rsidR="004A4993">
        <w:t xml:space="preserve">, </w:t>
      </w:r>
      <w:r w:rsidRPr="004C3E92">
        <w:t>et ensuite de la pardonner</w:t>
      </w:r>
      <w:r w:rsidR="004A4993">
        <w:t xml:space="preserve">. </w:t>
      </w:r>
      <w:r w:rsidRPr="004C3E92">
        <w:t>Elle ne voulut même pas reconnaître que ce fût là une chose naturelle</w:t>
      </w:r>
      <w:r w:rsidR="004A4993">
        <w:t xml:space="preserve"> ; </w:t>
      </w:r>
      <w:r w:rsidRPr="004C3E92">
        <w:t xml:space="preserve">et </w:t>
      </w:r>
      <w:proofErr w:type="spellStart"/>
      <w:r w:rsidRPr="004C3E92">
        <w:t>Elinor</w:t>
      </w:r>
      <w:proofErr w:type="spellEnd"/>
      <w:r w:rsidRPr="004C3E92">
        <w:t xml:space="preserve"> lui laissa le soin de se convai</w:t>
      </w:r>
      <w:r w:rsidRPr="004C3E92">
        <w:t>n</w:t>
      </w:r>
      <w:r w:rsidRPr="004C3E92">
        <w:t>cre qu</w:t>
      </w:r>
      <w:r w:rsidR="004A4993">
        <w:t>’</w:t>
      </w:r>
      <w:r w:rsidRPr="004C3E92">
        <w:t>il en était ainsi</w:t>
      </w:r>
      <w:r w:rsidR="004A4993">
        <w:t xml:space="preserve">, </w:t>
      </w:r>
      <w:r w:rsidRPr="004C3E92">
        <w:t>par la seule chose qui pût la convaincre</w:t>
      </w:r>
      <w:r w:rsidR="004A4993">
        <w:t xml:space="preserve">, – </w:t>
      </w:r>
      <w:r w:rsidRPr="004C3E92">
        <w:t>une meilleure connaissance de l</w:t>
      </w:r>
      <w:r w:rsidR="004A4993">
        <w:t>’</w:t>
      </w:r>
      <w:r w:rsidRPr="004C3E92">
        <w:t>humanité</w:t>
      </w:r>
      <w:r w:rsidR="004A4993">
        <w:t>.</w:t>
      </w:r>
    </w:p>
    <w:p w14:paraId="2382B5B2" w14:textId="77777777" w:rsidR="004A4993" w:rsidRDefault="008C5C61" w:rsidP="004A4993">
      <w:r w:rsidRPr="004C3E92">
        <w:t>Sa première communication n</w:t>
      </w:r>
      <w:r w:rsidR="004A4993">
        <w:t>’</w:t>
      </w:r>
      <w:r w:rsidRPr="004C3E92">
        <w:t>était pas allée plus loin que dénonciation du fait des fiançailles et du temps qu</w:t>
      </w:r>
      <w:r w:rsidR="004A4993">
        <w:t>’</w:t>
      </w:r>
      <w:r w:rsidRPr="004C3E92">
        <w:t>elles avaient duré</w:t>
      </w:r>
      <w:r w:rsidR="004A4993">
        <w:t xml:space="preserve">. </w:t>
      </w:r>
      <w:r w:rsidRPr="004C3E92">
        <w:t>Marianne avait alors été incapable de se contenir</w:t>
      </w:r>
      <w:r w:rsidR="004A4993">
        <w:t xml:space="preserve">, </w:t>
      </w:r>
      <w:r w:rsidRPr="004C3E92">
        <w:t>ce qui avait mis fin à toute régularité dans les détails</w:t>
      </w:r>
      <w:r w:rsidR="004A4993">
        <w:t xml:space="preserve"> ; </w:t>
      </w:r>
      <w:r w:rsidRPr="004C3E92">
        <w:t>et</w:t>
      </w:r>
      <w:r w:rsidR="004A4993">
        <w:t xml:space="preserve">, </w:t>
      </w:r>
      <w:r w:rsidRPr="004C3E92">
        <w:t>pendant quelque temps</w:t>
      </w:r>
      <w:r w:rsidR="004A4993">
        <w:t xml:space="preserve">, </w:t>
      </w:r>
      <w:r w:rsidRPr="004C3E92">
        <w:t>tout ce qui avait pu être fait</w:t>
      </w:r>
      <w:r w:rsidR="004A4993">
        <w:t xml:space="preserve">, </w:t>
      </w:r>
      <w:r w:rsidRPr="004C3E92">
        <w:t>ce fut de calmer son chagrin</w:t>
      </w:r>
      <w:r w:rsidR="004A4993">
        <w:t xml:space="preserve">, </w:t>
      </w:r>
      <w:r w:rsidRPr="004C3E92">
        <w:t>d</w:t>
      </w:r>
      <w:r w:rsidR="004A4993">
        <w:t>’</w:t>
      </w:r>
      <w:r w:rsidRPr="004C3E92">
        <w:t>amoindrir ses craintes</w:t>
      </w:r>
      <w:r w:rsidR="004A4993">
        <w:t xml:space="preserve">, </w:t>
      </w:r>
      <w:r w:rsidRPr="004C3E92">
        <w:t>et de combattre son re</w:t>
      </w:r>
      <w:r w:rsidRPr="004C3E92">
        <w:t>s</w:t>
      </w:r>
      <w:r w:rsidRPr="004C3E92">
        <w:t>sentiment</w:t>
      </w:r>
      <w:r w:rsidR="004A4993">
        <w:t xml:space="preserve">. </w:t>
      </w:r>
      <w:r w:rsidRPr="004C3E92">
        <w:t>La première question</w:t>
      </w:r>
      <w:r w:rsidR="004A4993">
        <w:t xml:space="preserve">, </w:t>
      </w:r>
      <w:r w:rsidRPr="004C3E92">
        <w:t>de sa part</w:t>
      </w:r>
      <w:r w:rsidR="004A4993">
        <w:t xml:space="preserve">, </w:t>
      </w:r>
      <w:r w:rsidRPr="004C3E92">
        <w:t>qui mena à de no</w:t>
      </w:r>
      <w:r w:rsidRPr="004C3E92">
        <w:t>u</w:t>
      </w:r>
      <w:r w:rsidRPr="004C3E92">
        <w:t>veaux détails</w:t>
      </w:r>
      <w:r w:rsidR="004A4993">
        <w:t xml:space="preserve">, </w:t>
      </w:r>
      <w:r w:rsidRPr="004C3E92">
        <w:t>ce fut</w:t>
      </w:r>
      <w:r w:rsidR="004A4993">
        <w:t> :</w:t>
      </w:r>
    </w:p>
    <w:p w14:paraId="3DFDC6F2" w14:textId="77777777" w:rsidR="004A4993" w:rsidRDefault="004A4993" w:rsidP="004A4993">
      <w:r>
        <w:t>— </w:t>
      </w:r>
      <w:r w:rsidR="008C5C61" w:rsidRPr="004C3E92">
        <w:t>Depuis combien de temps as-tu été au courant de cela</w:t>
      </w:r>
      <w:r>
        <w:t xml:space="preserve">, </w:t>
      </w:r>
      <w:proofErr w:type="spellStart"/>
      <w:r w:rsidR="008C5C61" w:rsidRPr="004C3E92">
        <w:t>Elinor</w:t>
      </w:r>
      <w:proofErr w:type="spellEnd"/>
      <w:r>
        <w:t xml:space="preserve"> ? </w:t>
      </w:r>
      <w:r w:rsidR="008C5C61" w:rsidRPr="004C3E92">
        <w:t>T</w:t>
      </w:r>
      <w:r>
        <w:t>’</w:t>
      </w:r>
      <w:r w:rsidR="008C5C61" w:rsidRPr="004C3E92">
        <w:t>a-t-il écrit</w:t>
      </w:r>
      <w:r>
        <w:t> ?</w:t>
      </w:r>
    </w:p>
    <w:p w14:paraId="09C60561" w14:textId="77777777" w:rsidR="004A4993" w:rsidRDefault="004A4993" w:rsidP="004A4993">
      <w:r>
        <w:t>— </w:t>
      </w:r>
      <w:r w:rsidR="008C5C61" w:rsidRPr="004C3E92">
        <w:t>Voilà quatre mois que je le sais</w:t>
      </w:r>
      <w:r>
        <w:t xml:space="preserve">. </w:t>
      </w:r>
      <w:r w:rsidR="008C5C61" w:rsidRPr="004C3E92">
        <w:t>La première fois que L</w:t>
      </w:r>
      <w:r w:rsidR="008C5C61" w:rsidRPr="004C3E92">
        <w:t>u</w:t>
      </w:r>
      <w:r w:rsidR="008C5C61" w:rsidRPr="004C3E92">
        <w:t>cy est venue à Barton Park</w:t>
      </w:r>
      <w:r>
        <w:t xml:space="preserve">, </w:t>
      </w:r>
      <w:r w:rsidR="008C5C61" w:rsidRPr="004C3E92">
        <w:t>en novembre dernier</w:t>
      </w:r>
      <w:r>
        <w:t xml:space="preserve">, </w:t>
      </w:r>
      <w:r w:rsidR="008C5C61" w:rsidRPr="004C3E92">
        <w:t>elle m</w:t>
      </w:r>
      <w:r>
        <w:t>’</w:t>
      </w:r>
      <w:r w:rsidR="008C5C61" w:rsidRPr="004C3E92">
        <w:t>a parlé confidentiellement de ses fiançailles</w:t>
      </w:r>
      <w:r>
        <w:t>.</w:t>
      </w:r>
    </w:p>
    <w:p w14:paraId="1B41F313" w14:textId="77777777" w:rsidR="004A4993" w:rsidRDefault="008C5C61" w:rsidP="004A4993">
      <w:r w:rsidRPr="004C3E92">
        <w:t>À ces mots</w:t>
      </w:r>
      <w:r w:rsidR="004A4993">
        <w:t xml:space="preserve">, </w:t>
      </w:r>
      <w:r w:rsidRPr="004C3E92">
        <w:t>les yeux de Marianne exprimèrent l</w:t>
      </w:r>
      <w:r w:rsidR="004A4993">
        <w:t>’</w:t>
      </w:r>
      <w:r w:rsidRPr="004C3E92">
        <w:t>étonnement que ses lèvres étaient incapables de prononcer</w:t>
      </w:r>
      <w:r w:rsidR="004A4993">
        <w:t xml:space="preserve">. </w:t>
      </w:r>
      <w:r w:rsidRPr="004C3E92">
        <w:t>Au bout d</w:t>
      </w:r>
      <w:r w:rsidR="004A4993">
        <w:t>’</w:t>
      </w:r>
      <w:r w:rsidRPr="004C3E92">
        <w:t>un silence de stupéfaction</w:t>
      </w:r>
      <w:r w:rsidR="004A4993">
        <w:t xml:space="preserve">, </w:t>
      </w:r>
      <w:r w:rsidRPr="004C3E92">
        <w:t>elle s</w:t>
      </w:r>
      <w:r w:rsidR="004A4993">
        <w:t>’</w:t>
      </w:r>
      <w:r w:rsidRPr="004C3E92">
        <w:t>écria</w:t>
      </w:r>
      <w:r w:rsidR="004A4993">
        <w:t> :</w:t>
      </w:r>
    </w:p>
    <w:p w14:paraId="22D1E0C0" w14:textId="77777777" w:rsidR="004A4993" w:rsidRDefault="004A4993" w:rsidP="004A4993">
      <w:r>
        <w:t>— </w:t>
      </w:r>
      <w:r w:rsidR="008C5C61" w:rsidRPr="004C3E92">
        <w:t>Quatre mois</w:t>
      </w:r>
      <w:r>
        <w:t xml:space="preserve"> ! </w:t>
      </w:r>
      <w:r w:rsidR="008C5C61" w:rsidRPr="004C3E92">
        <w:t>Il y a quatre mois que tu sais cela</w:t>
      </w:r>
      <w:r>
        <w:t> ?</w:t>
      </w:r>
    </w:p>
    <w:p w14:paraId="0A64F653" w14:textId="77777777" w:rsidR="004A4993" w:rsidRDefault="008C5C61" w:rsidP="004A4993">
      <w:proofErr w:type="spellStart"/>
      <w:r w:rsidRPr="004C3E92">
        <w:t>Elinor</w:t>
      </w:r>
      <w:proofErr w:type="spellEnd"/>
      <w:r w:rsidRPr="004C3E92">
        <w:t xml:space="preserve"> le confirma</w:t>
      </w:r>
      <w:r w:rsidR="004A4993">
        <w:t>.</w:t>
      </w:r>
    </w:p>
    <w:p w14:paraId="6A3F3BF6" w14:textId="77777777" w:rsidR="004A4993" w:rsidRDefault="004A4993" w:rsidP="004A4993">
      <w:r>
        <w:t>— </w:t>
      </w:r>
      <w:r w:rsidR="008C5C61" w:rsidRPr="004C3E92">
        <w:t>Comment</w:t>
      </w:r>
      <w:r>
        <w:t xml:space="preserve"> ! </w:t>
      </w:r>
      <w:r w:rsidR="008C5C61" w:rsidRPr="004C3E92">
        <w:t>Tandis que tu me réconfortais dans toute ma détresse</w:t>
      </w:r>
      <w:r>
        <w:t xml:space="preserve">, </w:t>
      </w:r>
      <w:r w:rsidR="008C5C61" w:rsidRPr="004C3E92">
        <w:t>tu avais cela sur le cœur</w:t>
      </w:r>
      <w:r>
        <w:t xml:space="preserve"> ? </w:t>
      </w:r>
      <w:r w:rsidR="008C5C61" w:rsidRPr="004C3E92">
        <w:t>Et moi qui t</w:t>
      </w:r>
      <w:r>
        <w:t>’</w:t>
      </w:r>
      <w:r w:rsidR="008C5C61" w:rsidRPr="004C3E92">
        <w:t>ai reproché d</w:t>
      </w:r>
      <w:r>
        <w:t>’</w:t>
      </w:r>
      <w:r w:rsidR="008C5C61" w:rsidRPr="004C3E92">
        <w:t>être heureuse</w:t>
      </w:r>
      <w:r>
        <w:t> !</w:t>
      </w:r>
    </w:p>
    <w:p w14:paraId="001787AD" w14:textId="77777777" w:rsidR="004A4993" w:rsidRDefault="004A4993" w:rsidP="004A4993">
      <w:r>
        <w:lastRenderedPageBreak/>
        <w:t>— </w:t>
      </w:r>
      <w:r w:rsidR="008C5C61" w:rsidRPr="004C3E92">
        <w:t>Il n</w:t>
      </w:r>
      <w:r>
        <w:t>’</w:t>
      </w:r>
      <w:r w:rsidR="008C5C61" w:rsidRPr="004C3E92">
        <w:t>était pas convenable</w:t>
      </w:r>
      <w:r>
        <w:t xml:space="preserve">, </w:t>
      </w:r>
      <w:r w:rsidR="008C5C61" w:rsidRPr="004C3E92">
        <w:t>à ce moment</w:t>
      </w:r>
      <w:r>
        <w:t xml:space="preserve">, </w:t>
      </w:r>
      <w:r w:rsidR="008C5C61" w:rsidRPr="004C3E92">
        <w:t>que tu eusses su à quel point je ne l</w:t>
      </w:r>
      <w:r>
        <w:t>’</w:t>
      </w:r>
      <w:r w:rsidR="008C5C61" w:rsidRPr="004C3E92">
        <w:t>étais pas</w:t>
      </w:r>
      <w:r>
        <w:t>.</w:t>
      </w:r>
    </w:p>
    <w:p w14:paraId="5C6A5351" w14:textId="77777777" w:rsidR="004A4993" w:rsidRDefault="004A4993" w:rsidP="004A4993">
      <w:r>
        <w:t>— </w:t>
      </w:r>
      <w:r w:rsidR="008C5C61" w:rsidRPr="004C3E92">
        <w:t>Quatre mois</w:t>
      </w:r>
      <w:r>
        <w:t xml:space="preserve"> ! </w:t>
      </w:r>
      <w:r w:rsidR="008C5C61" w:rsidRPr="004C3E92">
        <w:t>s</w:t>
      </w:r>
      <w:r>
        <w:t>’</w:t>
      </w:r>
      <w:r w:rsidR="008C5C61" w:rsidRPr="004C3E92">
        <w:t>écria de nouveau Marianne</w:t>
      </w:r>
      <w:r>
        <w:t xml:space="preserve">. </w:t>
      </w:r>
      <w:r w:rsidR="008C5C61" w:rsidRPr="004C3E92">
        <w:t>Si calme</w:t>
      </w:r>
      <w:r>
        <w:t xml:space="preserve"> ! </w:t>
      </w:r>
      <w:r w:rsidR="008C5C61" w:rsidRPr="004C3E92">
        <w:t>Si gaie</w:t>
      </w:r>
      <w:r>
        <w:t xml:space="preserve"> !… </w:t>
      </w:r>
      <w:r w:rsidR="008C5C61" w:rsidRPr="004C3E92">
        <w:t>Comment as-tu été soutenue</w:t>
      </w:r>
      <w:r>
        <w:t> ?</w:t>
      </w:r>
    </w:p>
    <w:p w14:paraId="2888C7B1" w14:textId="77777777" w:rsidR="004A4993" w:rsidRDefault="004A4993" w:rsidP="004A4993">
      <w:r>
        <w:t>— </w:t>
      </w:r>
      <w:r w:rsidR="008C5C61" w:rsidRPr="004C3E92">
        <w:t>Par le sentiment que je faisais mon devoir</w:t>
      </w:r>
      <w:r>
        <w:t xml:space="preserve">. </w:t>
      </w:r>
      <w:r w:rsidR="008C5C61" w:rsidRPr="004C3E92">
        <w:t>Ma promesse à Lucy m</w:t>
      </w:r>
      <w:r>
        <w:t>’</w:t>
      </w:r>
      <w:r w:rsidR="008C5C61" w:rsidRPr="004C3E92">
        <w:t>obligeait à garder le secret</w:t>
      </w:r>
      <w:r>
        <w:t xml:space="preserve">. </w:t>
      </w:r>
      <w:r w:rsidR="008C5C61" w:rsidRPr="004C3E92">
        <w:t>J</w:t>
      </w:r>
      <w:r>
        <w:t>’</w:t>
      </w:r>
      <w:r w:rsidR="008C5C61" w:rsidRPr="004C3E92">
        <w:t>étais donc tenue envers elle d</w:t>
      </w:r>
      <w:r>
        <w:t>’</w:t>
      </w:r>
      <w:r w:rsidR="008C5C61" w:rsidRPr="004C3E92">
        <w:t>éviter de donner aucune indication de la vérité</w:t>
      </w:r>
      <w:r>
        <w:t xml:space="preserve"> ; </w:t>
      </w:r>
      <w:r w:rsidR="008C5C61" w:rsidRPr="004C3E92">
        <w:t>et j</w:t>
      </w:r>
      <w:r>
        <w:t>’</w:t>
      </w:r>
      <w:r w:rsidR="008C5C61" w:rsidRPr="004C3E92">
        <w:t>étais tenue envers ma famille et mes amis de ne créer chez eux auc</w:t>
      </w:r>
      <w:r w:rsidR="008C5C61" w:rsidRPr="004C3E92">
        <w:t>u</w:t>
      </w:r>
      <w:r w:rsidR="008C5C61" w:rsidRPr="004C3E92">
        <w:t>ne sollicitude à mon sujet</w:t>
      </w:r>
      <w:r>
        <w:t xml:space="preserve">, </w:t>
      </w:r>
      <w:r w:rsidR="008C5C61" w:rsidRPr="004C3E92">
        <w:t>que je n</w:t>
      </w:r>
      <w:r>
        <w:t>’</w:t>
      </w:r>
      <w:r w:rsidR="008C5C61" w:rsidRPr="004C3E92">
        <w:t>aurais pas eu le pouvoir de satisfaire</w:t>
      </w:r>
      <w:r>
        <w:t>.</w:t>
      </w:r>
    </w:p>
    <w:p w14:paraId="13660A00" w14:textId="77777777" w:rsidR="004A4993" w:rsidRDefault="008C5C61" w:rsidP="004A4993">
      <w:r w:rsidRPr="004C3E92">
        <w:t>Marianne parut vivement frappée</w:t>
      </w:r>
      <w:r w:rsidR="004A4993">
        <w:t>.</w:t>
      </w:r>
    </w:p>
    <w:p w14:paraId="5A072162" w14:textId="77777777" w:rsidR="004A4993" w:rsidRDefault="004A4993" w:rsidP="004A4993">
      <w:r>
        <w:t>— </w:t>
      </w:r>
      <w:r w:rsidR="008C5C61" w:rsidRPr="004C3E92">
        <w:t>J</w:t>
      </w:r>
      <w:r>
        <w:t>’</w:t>
      </w:r>
      <w:r w:rsidR="008C5C61" w:rsidRPr="004C3E92">
        <w:t>ai bien souvent eu le désir de vous détromper</w:t>
      </w:r>
      <w:r>
        <w:t xml:space="preserve">, </w:t>
      </w:r>
      <w:r w:rsidR="008C5C61" w:rsidRPr="004C3E92">
        <w:t>toi et ma mère</w:t>
      </w:r>
      <w:r>
        <w:t xml:space="preserve">, </w:t>
      </w:r>
      <w:r w:rsidR="008C5C61" w:rsidRPr="004C3E92">
        <w:t xml:space="preserve">ajouta </w:t>
      </w:r>
      <w:proofErr w:type="spellStart"/>
      <w:r w:rsidR="008C5C61" w:rsidRPr="004C3E92">
        <w:t>Elinor</w:t>
      </w:r>
      <w:proofErr w:type="spellEnd"/>
      <w:r>
        <w:t xml:space="preserve"> ; </w:t>
      </w:r>
      <w:r w:rsidR="008C5C61" w:rsidRPr="004C3E92">
        <w:t>et je l</w:t>
      </w:r>
      <w:r>
        <w:t>’</w:t>
      </w:r>
      <w:r w:rsidR="008C5C61" w:rsidRPr="004C3E92">
        <w:t>ai tenté une fois ou deux</w:t>
      </w:r>
      <w:r>
        <w:t xml:space="preserve"> ; </w:t>
      </w:r>
      <w:r w:rsidR="008C5C61" w:rsidRPr="004C3E92">
        <w:t>mais</w:t>
      </w:r>
      <w:r>
        <w:t xml:space="preserve">, </w:t>
      </w:r>
      <w:r w:rsidR="008C5C61" w:rsidRPr="004C3E92">
        <w:t>sans trahir la confidence qui m</w:t>
      </w:r>
      <w:r>
        <w:t>’</w:t>
      </w:r>
      <w:r w:rsidR="008C5C61" w:rsidRPr="004C3E92">
        <w:t>avait été faite</w:t>
      </w:r>
      <w:r>
        <w:t xml:space="preserve">, </w:t>
      </w:r>
      <w:r w:rsidR="008C5C61" w:rsidRPr="004C3E92">
        <w:t>je n</w:t>
      </w:r>
      <w:r>
        <w:t>’</w:t>
      </w:r>
      <w:r w:rsidR="008C5C61" w:rsidRPr="004C3E92">
        <w:t>aurais jamais pu te convaincre</w:t>
      </w:r>
      <w:r>
        <w:t>.</w:t>
      </w:r>
    </w:p>
    <w:p w14:paraId="208C3F22" w14:textId="77777777" w:rsidR="004A4993" w:rsidRDefault="004A4993" w:rsidP="004A4993">
      <w:r>
        <w:t>— </w:t>
      </w:r>
      <w:r w:rsidR="008C5C61" w:rsidRPr="004C3E92">
        <w:t>Quatre mois</w:t>
      </w:r>
      <w:r>
        <w:t xml:space="preserve"> ! </w:t>
      </w:r>
      <w:r w:rsidR="008C5C61" w:rsidRPr="004C3E92">
        <w:t>Et pourtant</w:t>
      </w:r>
      <w:r>
        <w:t xml:space="preserve">, </w:t>
      </w:r>
      <w:r w:rsidR="008C5C61" w:rsidRPr="004C3E92">
        <w:t>tu l</w:t>
      </w:r>
      <w:r>
        <w:t>’</w:t>
      </w:r>
      <w:r w:rsidR="008C5C61" w:rsidRPr="004C3E92">
        <w:t>aimais</w:t>
      </w:r>
      <w:r>
        <w:t> !</w:t>
      </w:r>
    </w:p>
    <w:p w14:paraId="31066E6D" w14:textId="77777777" w:rsidR="004A4993" w:rsidRDefault="004A4993" w:rsidP="004A4993">
      <w:r>
        <w:t>— </w:t>
      </w:r>
      <w:r w:rsidR="008C5C61" w:rsidRPr="004C3E92">
        <w:t>Oui</w:t>
      </w:r>
      <w:r>
        <w:t xml:space="preserve">. </w:t>
      </w:r>
      <w:r w:rsidR="008C5C61" w:rsidRPr="004C3E92">
        <w:t>Mais je n</w:t>
      </w:r>
      <w:r>
        <w:t>’</w:t>
      </w:r>
      <w:r w:rsidR="008C5C61" w:rsidRPr="004C3E92">
        <w:t>aimais pas Edward seul</w:t>
      </w:r>
      <w:r>
        <w:t xml:space="preserve"> ; </w:t>
      </w:r>
      <w:r w:rsidR="008C5C61" w:rsidRPr="004C3E92">
        <w:t>et</w:t>
      </w:r>
      <w:r>
        <w:t xml:space="preserve">, </w:t>
      </w:r>
      <w:r w:rsidR="008C5C61" w:rsidRPr="004C3E92">
        <w:t>tant que la tranquillité des autres m</w:t>
      </w:r>
      <w:r>
        <w:t>’</w:t>
      </w:r>
      <w:r w:rsidR="008C5C61" w:rsidRPr="004C3E92">
        <w:t>était chère</w:t>
      </w:r>
      <w:r>
        <w:t xml:space="preserve">, </w:t>
      </w:r>
      <w:r w:rsidR="008C5C61" w:rsidRPr="004C3E92">
        <w:t>j</w:t>
      </w:r>
      <w:r>
        <w:t>’</w:t>
      </w:r>
      <w:r w:rsidR="008C5C61" w:rsidRPr="004C3E92">
        <w:t>ai été contente de les pr</w:t>
      </w:r>
      <w:r w:rsidR="008C5C61" w:rsidRPr="004C3E92">
        <w:t>é</w:t>
      </w:r>
      <w:r w:rsidR="008C5C61" w:rsidRPr="004C3E92">
        <w:t>server de savoir tout ce que je ressentais</w:t>
      </w:r>
      <w:r>
        <w:t xml:space="preserve">. </w:t>
      </w:r>
      <w:r w:rsidR="008C5C61" w:rsidRPr="004C3E92">
        <w:t>Maintenant</w:t>
      </w:r>
      <w:r>
        <w:t xml:space="preserve">, </w:t>
      </w:r>
      <w:r w:rsidR="008C5C61" w:rsidRPr="004C3E92">
        <w:t>je peux y penser et en parler avec peu d</w:t>
      </w:r>
      <w:r>
        <w:t>’</w:t>
      </w:r>
      <w:r w:rsidR="008C5C61" w:rsidRPr="004C3E92">
        <w:t>émotion</w:t>
      </w:r>
      <w:r>
        <w:t xml:space="preserve">. </w:t>
      </w:r>
      <w:r w:rsidR="008C5C61" w:rsidRPr="004C3E92">
        <w:t>Je ne voudrais pas te voir souffrir à cause de moi</w:t>
      </w:r>
      <w:r>
        <w:t xml:space="preserve"> ; </w:t>
      </w:r>
      <w:r w:rsidR="008C5C61" w:rsidRPr="004C3E92">
        <w:t>car je t</w:t>
      </w:r>
      <w:r>
        <w:t>’</w:t>
      </w:r>
      <w:r w:rsidR="008C5C61" w:rsidRPr="004C3E92">
        <w:t>assure que je ne souffre plus sérieusement</w:t>
      </w:r>
      <w:r>
        <w:t xml:space="preserve">, </w:t>
      </w:r>
      <w:r w:rsidR="008C5C61" w:rsidRPr="004C3E92">
        <w:t>quant à moi</w:t>
      </w:r>
      <w:r>
        <w:t xml:space="preserve">. </w:t>
      </w:r>
      <w:r w:rsidR="008C5C61" w:rsidRPr="004C3E92">
        <w:t>J</w:t>
      </w:r>
      <w:r>
        <w:t>’</w:t>
      </w:r>
      <w:r w:rsidR="008C5C61" w:rsidRPr="004C3E92">
        <w:t>ai beaucoup de choses pour me soutenir</w:t>
      </w:r>
      <w:r>
        <w:t xml:space="preserve">. </w:t>
      </w:r>
      <w:r w:rsidR="008C5C61" w:rsidRPr="004C3E92">
        <w:t>J</w:t>
      </w:r>
      <w:r>
        <w:t>’</w:t>
      </w:r>
      <w:r w:rsidR="008C5C61" w:rsidRPr="004C3E92">
        <w:t>ai conscience de n</w:t>
      </w:r>
      <w:r>
        <w:t>’</w:t>
      </w:r>
      <w:r w:rsidR="008C5C61" w:rsidRPr="004C3E92">
        <w:t>avoir pas provoqué cette d</w:t>
      </w:r>
      <w:r w:rsidR="008C5C61" w:rsidRPr="004C3E92">
        <w:t>é</w:t>
      </w:r>
      <w:r w:rsidR="008C5C61" w:rsidRPr="004C3E92">
        <w:t>ception par quelque imprudence de ma part</w:t>
      </w:r>
      <w:r>
        <w:t xml:space="preserve">, </w:t>
      </w:r>
      <w:r w:rsidR="008C5C61" w:rsidRPr="004C3E92">
        <w:t>et je l</w:t>
      </w:r>
      <w:r>
        <w:t>’</w:t>
      </w:r>
      <w:r w:rsidR="008C5C61" w:rsidRPr="004C3E92">
        <w:t>ai supportée autant que possible sans la répandre plus loin</w:t>
      </w:r>
      <w:r>
        <w:t xml:space="preserve">. </w:t>
      </w:r>
      <w:r w:rsidR="008C5C61" w:rsidRPr="004C3E92">
        <w:t>J</w:t>
      </w:r>
      <w:r>
        <w:t>’</w:t>
      </w:r>
      <w:r w:rsidR="008C5C61" w:rsidRPr="004C3E92">
        <w:t>acquitte E</w:t>
      </w:r>
      <w:r w:rsidR="008C5C61" w:rsidRPr="004C3E92">
        <w:t>d</w:t>
      </w:r>
      <w:r w:rsidR="008C5C61" w:rsidRPr="004C3E92">
        <w:t>ward de toute inconduite essentielle</w:t>
      </w:r>
      <w:r>
        <w:t xml:space="preserve">. </w:t>
      </w:r>
      <w:r w:rsidR="008C5C61" w:rsidRPr="004C3E92">
        <w:t>Je lui souhaite d</w:t>
      </w:r>
      <w:r>
        <w:t>’</w:t>
      </w:r>
      <w:r w:rsidR="008C5C61" w:rsidRPr="004C3E92">
        <w:t>être très heureux</w:t>
      </w:r>
      <w:r>
        <w:t xml:space="preserve"> ; </w:t>
      </w:r>
      <w:r w:rsidR="008C5C61" w:rsidRPr="004C3E92">
        <w:t>et je suis tellement sûre qu</w:t>
      </w:r>
      <w:r>
        <w:t>’</w:t>
      </w:r>
      <w:r w:rsidR="008C5C61" w:rsidRPr="004C3E92">
        <w:t>il fera toujours son devoir</w:t>
      </w:r>
      <w:r>
        <w:t xml:space="preserve">, </w:t>
      </w:r>
      <w:r w:rsidR="008C5C61" w:rsidRPr="004C3E92">
        <w:t>que</w:t>
      </w:r>
      <w:r>
        <w:t xml:space="preserve">, </w:t>
      </w:r>
      <w:r w:rsidR="008C5C61" w:rsidRPr="004C3E92">
        <w:t>bien qu</w:t>
      </w:r>
      <w:r>
        <w:t>’</w:t>
      </w:r>
      <w:r w:rsidR="008C5C61" w:rsidRPr="004C3E92">
        <w:t>il doive à présent éprouver quelque regret</w:t>
      </w:r>
      <w:r>
        <w:t xml:space="preserve">, </w:t>
      </w:r>
      <w:r w:rsidR="008C5C61" w:rsidRPr="004C3E92">
        <w:t>il faudra qu</w:t>
      </w:r>
      <w:r>
        <w:t>’</w:t>
      </w:r>
      <w:r w:rsidR="008C5C61" w:rsidRPr="004C3E92">
        <w:t>il finisse par l</w:t>
      </w:r>
      <w:r>
        <w:t>’</w:t>
      </w:r>
      <w:r w:rsidR="008C5C61" w:rsidRPr="004C3E92">
        <w:t>être</w:t>
      </w:r>
      <w:r>
        <w:t xml:space="preserve">. </w:t>
      </w:r>
      <w:r w:rsidR="008C5C61" w:rsidRPr="004C3E92">
        <w:t>Lucy ne manque pas d</w:t>
      </w:r>
      <w:r>
        <w:t>’</w:t>
      </w:r>
      <w:r w:rsidR="008C5C61" w:rsidRPr="004C3E92">
        <w:t>intelligence</w:t>
      </w:r>
      <w:r>
        <w:t xml:space="preserve">, </w:t>
      </w:r>
      <w:r w:rsidR="008C5C61" w:rsidRPr="004C3E92">
        <w:t>et c</w:t>
      </w:r>
      <w:r>
        <w:t>’</w:t>
      </w:r>
      <w:r w:rsidR="008C5C61" w:rsidRPr="004C3E92">
        <w:t xml:space="preserve">est là le fondement sur lequel </w:t>
      </w:r>
      <w:r w:rsidR="008C5C61" w:rsidRPr="004C3E92">
        <w:lastRenderedPageBreak/>
        <w:t>peut s</w:t>
      </w:r>
      <w:r>
        <w:t>’</w:t>
      </w:r>
      <w:r w:rsidR="008C5C61" w:rsidRPr="004C3E92">
        <w:t>édifier tout ce qui est bon</w:t>
      </w:r>
      <w:r>
        <w:t xml:space="preserve">. </w:t>
      </w:r>
      <w:r w:rsidR="008C5C61" w:rsidRPr="004C3E92">
        <w:t>Et après tout</w:t>
      </w:r>
      <w:r>
        <w:t xml:space="preserve">, </w:t>
      </w:r>
      <w:r w:rsidR="008C5C61" w:rsidRPr="004C3E92">
        <w:t>Marianne</w:t>
      </w:r>
      <w:r>
        <w:t xml:space="preserve">, </w:t>
      </w:r>
      <w:r w:rsidR="008C5C61" w:rsidRPr="004C3E92">
        <w:t>après tout ce qu</w:t>
      </w:r>
      <w:r>
        <w:t>’</w:t>
      </w:r>
      <w:r w:rsidR="008C5C61" w:rsidRPr="004C3E92">
        <w:t>il y a d</w:t>
      </w:r>
      <w:r>
        <w:t>’</w:t>
      </w:r>
      <w:r w:rsidR="008C5C61" w:rsidRPr="004C3E92">
        <w:t>enchanteur dans l</w:t>
      </w:r>
      <w:r>
        <w:t>’</w:t>
      </w:r>
      <w:r w:rsidR="008C5C61" w:rsidRPr="004C3E92">
        <w:t>idée d</w:t>
      </w:r>
      <w:r>
        <w:t>’</w:t>
      </w:r>
      <w:r w:rsidR="008C5C61" w:rsidRPr="004C3E92">
        <w:t>une affection unique et constante</w:t>
      </w:r>
      <w:r>
        <w:t xml:space="preserve">, </w:t>
      </w:r>
      <w:r w:rsidR="008C5C61" w:rsidRPr="004C3E92">
        <w:t>et tout ce qui peut être dit sur ce que notre bonheur dépend entièrement d</w:t>
      </w:r>
      <w:r>
        <w:t>’</w:t>
      </w:r>
      <w:r w:rsidR="008C5C61" w:rsidRPr="004C3E92">
        <w:t>une personne déterminée</w:t>
      </w:r>
      <w:r>
        <w:t xml:space="preserve">, </w:t>
      </w:r>
      <w:r w:rsidR="008C5C61" w:rsidRPr="004C3E92">
        <w:t>il n</w:t>
      </w:r>
      <w:r>
        <w:t>’</w:t>
      </w:r>
      <w:r w:rsidR="008C5C61" w:rsidRPr="004C3E92">
        <w:t>est pas conforme au destin</w:t>
      </w:r>
      <w:r>
        <w:t xml:space="preserve">, – </w:t>
      </w:r>
      <w:r w:rsidR="008C5C61" w:rsidRPr="004C3E92">
        <w:t>il n</w:t>
      </w:r>
      <w:r>
        <w:t>’</w:t>
      </w:r>
      <w:r w:rsidR="008C5C61" w:rsidRPr="004C3E92">
        <w:t>est pas convenable</w:t>
      </w:r>
      <w:r>
        <w:t xml:space="preserve">, – </w:t>
      </w:r>
      <w:r w:rsidR="008C5C61" w:rsidRPr="004C3E92">
        <w:t>il n</w:t>
      </w:r>
      <w:r>
        <w:t>’</w:t>
      </w:r>
      <w:r w:rsidR="008C5C61" w:rsidRPr="004C3E92">
        <w:t>est pas possible</w:t>
      </w:r>
      <w:r>
        <w:t xml:space="preserve">, </w:t>
      </w:r>
      <w:r w:rsidR="008C5C61" w:rsidRPr="004C3E92">
        <w:t>qu</w:t>
      </w:r>
      <w:r>
        <w:t>’</w:t>
      </w:r>
      <w:r w:rsidR="008C5C61" w:rsidRPr="004C3E92">
        <w:t>il en soit ainsi</w:t>
      </w:r>
      <w:r>
        <w:t xml:space="preserve">. </w:t>
      </w:r>
      <w:r w:rsidR="008C5C61" w:rsidRPr="004C3E92">
        <w:t>Edward épousera Lucy</w:t>
      </w:r>
      <w:r>
        <w:t xml:space="preserve"> : </w:t>
      </w:r>
      <w:r w:rsidR="008C5C61" w:rsidRPr="004C3E92">
        <w:t>il épousera une femme supérieure</w:t>
      </w:r>
      <w:r>
        <w:t xml:space="preserve">, </w:t>
      </w:r>
      <w:r w:rsidR="008C5C61" w:rsidRPr="004C3E92">
        <w:t>par sa personne et son intelligence</w:t>
      </w:r>
      <w:r>
        <w:t xml:space="preserve">, </w:t>
      </w:r>
      <w:r w:rsidR="008C5C61" w:rsidRPr="004C3E92">
        <w:t>à la moitié de celles de son sexe</w:t>
      </w:r>
      <w:r>
        <w:t xml:space="preserve"> ; </w:t>
      </w:r>
      <w:r w:rsidR="008C5C61" w:rsidRPr="004C3E92">
        <w:t>et le temps et l</w:t>
      </w:r>
      <w:r>
        <w:t>’</w:t>
      </w:r>
      <w:r w:rsidR="008C5C61" w:rsidRPr="004C3E92">
        <w:t>habitude lui apprendront à oublier qu</w:t>
      </w:r>
      <w:r>
        <w:t>’</w:t>
      </w:r>
      <w:r w:rsidR="008C5C61" w:rsidRPr="004C3E92">
        <w:t>il a jamais cru qu</w:t>
      </w:r>
      <w:r>
        <w:t>’</w:t>
      </w:r>
      <w:r w:rsidR="008C5C61" w:rsidRPr="004C3E92">
        <w:t>une autre était supérieure à elle</w:t>
      </w:r>
      <w:r>
        <w:t>.</w:t>
      </w:r>
    </w:p>
    <w:p w14:paraId="18199531" w14:textId="77777777" w:rsidR="004A4993" w:rsidRDefault="004A4993" w:rsidP="004A4993">
      <w:r>
        <w:t>— </w:t>
      </w:r>
      <w:r w:rsidR="008C5C61" w:rsidRPr="004C3E92">
        <w:t>Si c</w:t>
      </w:r>
      <w:r>
        <w:t>’</w:t>
      </w:r>
      <w:r w:rsidR="008C5C61" w:rsidRPr="004C3E92">
        <w:t>est là ta façon de penser</w:t>
      </w:r>
      <w:r>
        <w:t xml:space="preserve">, </w:t>
      </w:r>
      <w:r w:rsidR="008C5C61" w:rsidRPr="004C3E92">
        <w:t>dit Marianne</w:t>
      </w:r>
      <w:r>
        <w:t xml:space="preserve">, </w:t>
      </w:r>
      <w:r w:rsidR="008C5C61" w:rsidRPr="004C3E92">
        <w:t>si la perte de ce que tu prises le plus doit être si facilement remplacée par a</w:t>
      </w:r>
      <w:r w:rsidR="008C5C61" w:rsidRPr="004C3E92">
        <w:t>u</w:t>
      </w:r>
      <w:r w:rsidR="008C5C61" w:rsidRPr="004C3E92">
        <w:t>tre chose</w:t>
      </w:r>
      <w:r>
        <w:t xml:space="preserve">, </w:t>
      </w:r>
      <w:r w:rsidR="008C5C61" w:rsidRPr="004C3E92">
        <w:t>ta résolution</w:t>
      </w:r>
      <w:r>
        <w:t xml:space="preserve">, </w:t>
      </w:r>
      <w:r w:rsidR="008C5C61" w:rsidRPr="004C3E92">
        <w:t>ta maîtrise de toi</w:t>
      </w:r>
      <w:r>
        <w:t xml:space="preserve">, </w:t>
      </w:r>
      <w:r w:rsidR="008C5C61" w:rsidRPr="004C3E92">
        <w:t>sont peut-être</w:t>
      </w:r>
      <w:r>
        <w:t xml:space="preserve">, </w:t>
      </w:r>
      <w:r w:rsidR="008C5C61" w:rsidRPr="004C3E92">
        <w:t>un peu moins étonnantes</w:t>
      </w:r>
      <w:r>
        <w:t xml:space="preserve">. </w:t>
      </w:r>
      <w:r w:rsidR="008C5C61" w:rsidRPr="004C3E92">
        <w:t>Elles sont mieux ramenées dans les bornes de ma compréhension</w:t>
      </w:r>
      <w:r>
        <w:t>.</w:t>
      </w:r>
    </w:p>
    <w:p w14:paraId="65F8A760" w14:textId="77777777" w:rsidR="004A4993" w:rsidRDefault="004A4993" w:rsidP="004A4993">
      <w:r>
        <w:t>— </w:t>
      </w:r>
      <w:r w:rsidR="008C5C61" w:rsidRPr="004C3E92">
        <w:t>Je te comprends</w:t>
      </w:r>
      <w:r>
        <w:t xml:space="preserve">. </w:t>
      </w:r>
      <w:r w:rsidR="008C5C61" w:rsidRPr="004C3E92">
        <w:t>Tu supposes que je n</w:t>
      </w:r>
      <w:r>
        <w:t>’</w:t>
      </w:r>
      <w:r w:rsidR="008C5C61" w:rsidRPr="004C3E92">
        <w:t>ai jamais rien re</w:t>
      </w:r>
      <w:r w:rsidR="008C5C61" w:rsidRPr="004C3E92">
        <w:t>s</w:t>
      </w:r>
      <w:r w:rsidR="008C5C61" w:rsidRPr="004C3E92">
        <w:t>senti profondément</w:t>
      </w:r>
      <w:r>
        <w:t xml:space="preserve">. </w:t>
      </w:r>
      <w:r w:rsidR="008C5C61" w:rsidRPr="004C3E92">
        <w:t>Depuis quatre mois</w:t>
      </w:r>
      <w:r>
        <w:t xml:space="preserve">, </w:t>
      </w:r>
      <w:r w:rsidR="008C5C61" w:rsidRPr="004C3E92">
        <w:t>Marianne</w:t>
      </w:r>
      <w:r>
        <w:t xml:space="preserve">, </w:t>
      </w:r>
      <w:r w:rsidR="008C5C61" w:rsidRPr="004C3E92">
        <w:t>j</w:t>
      </w:r>
      <w:r>
        <w:t>’</w:t>
      </w:r>
      <w:r w:rsidR="008C5C61" w:rsidRPr="004C3E92">
        <w:t>ai eu tout cela qui m</w:t>
      </w:r>
      <w:r>
        <w:t>’</w:t>
      </w:r>
      <w:r w:rsidR="008C5C61" w:rsidRPr="004C3E92">
        <w:t>a pesé sur l</w:t>
      </w:r>
      <w:r>
        <w:t>’</w:t>
      </w:r>
      <w:r w:rsidR="008C5C61" w:rsidRPr="004C3E92">
        <w:t>esprit</w:t>
      </w:r>
      <w:r>
        <w:t xml:space="preserve">, </w:t>
      </w:r>
      <w:r w:rsidR="008C5C61" w:rsidRPr="004C3E92">
        <w:t>sans être libre d</w:t>
      </w:r>
      <w:r>
        <w:t>’</w:t>
      </w:r>
      <w:r w:rsidR="008C5C61" w:rsidRPr="004C3E92">
        <w:t>en parler à âme qui vive</w:t>
      </w:r>
      <w:r>
        <w:t xml:space="preserve"> ; </w:t>
      </w:r>
      <w:r w:rsidR="008C5C61" w:rsidRPr="004C3E92">
        <w:t>sachant que toi et ma mère en seriez fort malheure</w:t>
      </w:r>
      <w:r w:rsidR="008C5C61" w:rsidRPr="004C3E92">
        <w:t>u</w:t>
      </w:r>
      <w:r w:rsidR="008C5C61" w:rsidRPr="004C3E92">
        <w:t>ses quand cela vous serait expliqué</w:t>
      </w:r>
      <w:r>
        <w:t xml:space="preserve">, </w:t>
      </w:r>
      <w:r w:rsidR="008C5C61" w:rsidRPr="004C3E92">
        <w:t>et pourtant dans l</w:t>
      </w:r>
      <w:r>
        <w:t>’</w:t>
      </w:r>
      <w:r w:rsidR="008C5C61" w:rsidRPr="004C3E92">
        <w:t>impossibilité de vous y préparer en quoi que ce soit</w:t>
      </w:r>
      <w:r>
        <w:t xml:space="preserve">. </w:t>
      </w:r>
      <w:r w:rsidR="008C5C61" w:rsidRPr="004C3E92">
        <w:t>La chose m</w:t>
      </w:r>
      <w:r>
        <w:t>’</w:t>
      </w:r>
      <w:r w:rsidR="008C5C61" w:rsidRPr="004C3E92">
        <w:t>avait été dite</w:t>
      </w:r>
      <w:r>
        <w:t xml:space="preserve"> – </w:t>
      </w:r>
      <w:r w:rsidR="008C5C61" w:rsidRPr="004C3E92">
        <w:t>presque de force</w:t>
      </w:r>
      <w:r>
        <w:t xml:space="preserve">, </w:t>
      </w:r>
      <w:r w:rsidR="008C5C61" w:rsidRPr="004C3E92">
        <w:t>en quelque sorte</w:t>
      </w:r>
      <w:r>
        <w:t xml:space="preserve">, – </w:t>
      </w:r>
      <w:r w:rsidR="008C5C61" w:rsidRPr="004C3E92">
        <w:t>par la personne même dont les fiançailles antérieures ruinaient tous mes projets d</w:t>
      </w:r>
      <w:r>
        <w:t>’</w:t>
      </w:r>
      <w:r w:rsidR="008C5C61" w:rsidRPr="004C3E92">
        <w:t>avenir</w:t>
      </w:r>
      <w:r>
        <w:t xml:space="preserve"> ; </w:t>
      </w:r>
      <w:r w:rsidR="008C5C61" w:rsidRPr="004C3E92">
        <w:t>et dite</w:t>
      </w:r>
      <w:r>
        <w:t xml:space="preserve">, </w:t>
      </w:r>
      <w:r w:rsidR="008C5C61" w:rsidRPr="004C3E92">
        <w:t>m</w:t>
      </w:r>
      <w:r>
        <w:t>’</w:t>
      </w:r>
      <w:r w:rsidR="008C5C61" w:rsidRPr="004C3E92">
        <w:t>avait-il semblé</w:t>
      </w:r>
      <w:r>
        <w:t xml:space="preserve">, </w:t>
      </w:r>
      <w:r w:rsidR="008C5C61" w:rsidRPr="004C3E92">
        <w:t>en triomphe</w:t>
      </w:r>
      <w:r>
        <w:t xml:space="preserve">. </w:t>
      </w:r>
      <w:r w:rsidR="008C5C61" w:rsidRPr="004C3E92">
        <w:t>J</w:t>
      </w:r>
      <w:r>
        <w:t>’</w:t>
      </w:r>
      <w:r w:rsidR="008C5C61" w:rsidRPr="004C3E92">
        <w:t>ai donc dû contrecarrer les soupçons de cette personne en p</w:t>
      </w:r>
      <w:r w:rsidR="008C5C61" w:rsidRPr="004C3E92">
        <w:t>a</w:t>
      </w:r>
      <w:r w:rsidR="008C5C61" w:rsidRPr="004C3E92">
        <w:t>raissant indifférente à ce qui m</w:t>
      </w:r>
      <w:r>
        <w:t>’</w:t>
      </w:r>
      <w:r w:rsidR="008C5C61" w:rsidRPr="004C3E92">
        <w:t>intéressait le plus profond</w:t>
      </w:r>
      <w:r w:rsidR="008C5C61" w:rsidRPr="004C3E92">
        <w:t>é</w:t>
      </w:r>
      <w:r w:rsidR="008C5C61" w:rsidRPr="004C3E92">
        <w:t>ment</w:t>
      </w:r>
      <w:r>
        <w:t xml:space="preserve"> ; </w:t>
      </w:r>
      <w:r w:rsidR="008C5C61" w:rsidRPr="004C3E92">
        <w:t>et ce n</w:t>
      </w:r>
      <w:r>
        <w:t>’</w:t>
      </w:r>
      <w:r w:rsidR="008C5C61" w:rsidRPr="004C3E92">
        <w:t>a pas été une seule fois</w:t>
      </w:r>
      <w:r>
        <w:t xml:space="preserve"> ! </w:t>
      </w:r>
      <w:r w:rsidR="008C5C61" w:rsidRPr="004C3E92">
        <w:t>Il m</w:t>
      </w:r>
      <w:r>
        <w:t>’</w:t>
      </w:r>
      <w:r w:rsidR="008C5C61" w:rsidRPr="004C3E92">
        <w:t>a fallu entendre mainte et mainte fois ses espoirs et ses joies triomphales</w:t>
      </w:r>
      <w:r>
        <w:t xml:space="preserve">. </w:t>
      </w:r>
      <w:r w:rsidR="008C5C61" w:rsidRPr="004C3E92">
        <w:t>Je me savais séparée à jamais d</w:t>
      </w:r>
      <w:r>
        <w:t>’</w:t>
      </w:r>
      <w:r w:rsidR="008C5C61" w:rsidRPr="004C3E92">
        <w:t>Edward</w:t>
      </w:r>
      <w:r>
        <w:t xml:space="preserve">, </w:t>
      </w:r>
      <w:r w:rsidR="008C5C61" w:rsidRPr="004C3E92">
        <w:t>sans entendre une seule ci</w:t>
      </w:r>
      <w:r w:rsidR="008C5C61" w:rsidRPr="004C3E92">
        <w:t>r</w:t>
      </w:r>
      <w:r w:rsidR="008C5C61" w:rsidRPr="004C3E92">
        <w:t>constance qui pût me faire moins désirer cette union</w:t>
      </w:r>
      <w:r>
        <w:t xml:space="preserve">. </w:t>
      </w:r>
      <w:r w:rsidR="008C5C61" w:rsidRPr="004C3E92">
        <w:t>Rien ne l</w:t>
      </w:r>
      <w:r>
        <w:t>’</w:t>
      </w:r>
      <w:r w:rsidR="008C5C61" w:rsidRPr="004C3E92">
        <w:t>a démontré indigne</w:t>
      </w:r>
      <w:r>
        <w:t xml:space="preserve"> ; </w:t>
      </w:r>
      <w:r w:rsidR="008C5C61" w:rsidRPr="004C3E92">
        <w:t>et rien ne l</w:t>
      </w:r>
      <w:r>
        <w:t>’</w:t>
      </w:r>
      <w:r w:rsidR="008C5C61" w:rsidRPr="004C3E92">
        <w:t>a déclaré indifférent envers moi</w:t>
      </w:r>
      <w:r>
        <w:t xml:space="preserve">. </w:t>
      </w:r>
      <w:r w:rsidR="008C5C61" w:rsidRPr="004C3E92">
        <w:t>J</w:t>
      </w:r>
      <w:r>
        <w:t>’</w:t>
      </w:r>
      <w:r w:rsidR="008C5C61" w:rsidRPr="004C3E92">
        <w:t xml:space="preserve">ai dû lutter contre le manque </w:t>
      </w:r>
      <w:r w:rsidR="008C5C61" w:rsidRPr="004C3E92">
        <w:lastRenderedPageBreak/>
        <w:t>de bienveillance de sa sœur</w:t>
      </w:r>
      <w:r>
        <w:t xml:space="preserve">, </w:t>
      </w:r>
      <w:r w:rsidR="008C5C61" w:rsidRPr="004C3E92">
        <w:t>et l</w:t>
      </w:r>
      <w:r>
        <w:t>’</w:t>
      </w:r>
      <w:r w:rsidR="008C5C61" w:rsidRPr="004C3E92">
        <w:t>insolence de sa mère</w:t>
      </w:r>
      <w:r>
        <w:t xml:space="preserve"> ; </w:t>
      </w:r>
      <w:r w:rsidR="008C5C61" w:rsidRPr="004C3E92">
        <w:t>et j</w:t>
      </w:r>
      <w:r>
        <w:t>’</w:t>
      </w:r>
      <w:r w:rsidR="008C5C61" w:rsidRPr="004C3E92">
        <w:t>ai subi le châtiment d</w:t>
      </w:r>
      <w:r>
        <w:t>’</w:t>
      </w:r>
      <w:r w:rsidR="008C5C61" w:rsidRPr="004C3E92">
        <w:t>une liaison</w:t>
      </w:r>
      <w:r>
        <w:t xml:space="preserve">, </w:t>
      </w:r>
      <w:r w:rsidR="008C5C61" w:rsidRPr="004C3E92">
        <w:t>sans jouir de ses avantages</w:t>
      </w:r>
      <w:r>
        <w:t xml:space="preserve">. </w:t>
      </w:r>
      <w:r w:rsidR="008C5C61" w:rsidRPr="004C3E92">
        <w:t>Et tout cela s</w:t>
      </w:r>
      <w:r>
        <w:t>’</w:t>
      </w:r>
      <w:r w:rsidR="008C5C61" w:rsidRPr="004C3E92">
        <w:t>est déroulé en un moment où</w:t>
      </w:r>
      <w:r>
        <w:t xml:space="preserve">, </w:t>
      </w:r>
      <w:r w:rsidR="008C5C61" w:rsidRPr="004C3E92">
        <w:t>tu ne le sais que trop bien</w:t>
      </w:r>
      <w:r>
        <w:t xml:space="preserve">, </w:t>
      </w:r>
      <w:r w:rsidR="008C5C61" w:rsidRPr="004C3E92">
        <w:t>ce n</w:t>
      </w:r>
      <w:r>
        <w:t>’</w:t>
      </w:r>
      <w:r w:rsidR="008C5C61" w:rsidRPr="004C3E92">
        <w:t>était pas là mon seul malheur</w:t>
      </w:r>
      <w:r>
        <w:t xml:space="preserve">. </w:t>
      </w:r>
      <w:r w:rsidR="008C5C61" w:rsidRPr="004C3E92">
        <w:t>Si tu peux me croire capable d</w:t>
      </w:r>
      <w:r>
        <w:t>’</w:t>
      </w:r>
      <w:r w:rsidR="008C5C61" w:rsidRPr="004C3E92">
        <w:t>avoir jamais éprouvé quelque chose</w:t>
      </w:r>
      <w:r>
        <w:t xml:space="preserve">, </w:t>
      </w:r>
      <w:r w:rsidR="008C5C61" w:rsidRPr="004C3E92">
        <w:t>assurément tu peux supposer que j</w:t>
      </w:r>
      <w:r>
        <w:t>’</w:t>
      </w:r>
      <w:r w:rsidR="008C5C61" w:rsidRPr="004C3E92">
        <w:t>ai souffert maintenant</w:t>
      </w:r>
      <w:r>
        <w:t xml:space="preserve"> ! </w:t>
      </w:r>
      <w:r w:rsidR="008C5C61" w:rsidRPr="004C3E92">
        <w:t>La tranquillité d</w:t>
      </w:r>
      <w:r>
        <w:t>’</w:t>
      </w:r>
      <w:r w:rsidR="008C5C61" w:rsidRPr="004C3E92">
        <w:t>esprit avec laquelle je me suis contrainte à présent à considérer l</w:t>
      </w:r>
      <w:r>
        <w:t>’</w:t>
      </w:r>
      <w:r w:rsidR="008C5C61" w:rsidRPr="004C3E92">
        <w:t>affaire</w:t>
      </w:r>
      <w:r>
        <w:t xml:space="preserve">, </w:t>
      </w:r>
      <w:r w:rsidR="008C5C61" w:rsidRPr="004C3E92">
        <w:t>la consolation que j</w:t>
      </w:r>
      <w:r>
        <w:t>’</w:t>
      </w:r>
      <w:r w:rsidR="008C5C61" w:rsidRPr="004C3E92">
        <w:t>ai consenti à admettre</w:t>
      </w:r>
      <w:r>
        <w:t xml:space="preserve">, </w:t>
      </w:r>
      <w:r w:rsidR="008C5C61" w:rsidRPr="004C3E92">
        <w:t>ont été l</w:t>
      </w:r>
      <w:r>
        <w:t>’</w:t>
      </w:r>
      <w:r w:rsidR="008C5C61" w:rsidRPr="004C3E92">
        <w:t>effet d</w:t>
      </w:r>
      <w:r>
        <w:t>’</w:t>
      </w:r>
      <w:r w:rsidR="008C5C61" w:rsidRPr="004C3E92">
        <w:t>efforts constants et douloureux</w:t>
      </w:r>
      <w:r>
        <w:t xml:space="preserve"> ; </w:t>
      </w:r>
      <w:r w:rsidR="008C5C61" w:rsidRPr="004C3E92">
        <w:t>elles ne sont pas nées d</w:t>
      </w:r>
      <w:r>
        <w:t>’</w:t>
      </w:r>
      <w:r w:rsidR="008C5C61" w:rsidRPr="004C3E92">
        <w:t>elles-mêmes</w:t>
      </w:r>
      <w:r>
        <w:t xml:space="preserve"> ; </w:t>
      </w:r>
      <w:r w:rsidR="008C5C61" w:rsidRPr="004C3E92">
        <w:t>elles ne se sont pas présentées dès l</w:t>
      </w:r>
      <w:r>
        <w:t>’</w:t>
      </w:r>
      <w:r w:rsidR="008C5C61" w:rsidRPr="004C3E92">
        <w:t>abord pour ranimer mon courage</w:t>
      </w:r>
      <w:r>
        <w:t xml:space="preserve">, – </w:t>
      </w:r>
      <w:r w:rsidR="008C5C61" w:rsidRPr="004C3E92">
        <w:t>non</w:t>
      </w:r>
      <w:r>
        <w:t xml:space="preserve">, </w:t>
      </w:r>
      <w:r w:rsidR="008C5C61" w:rsidRPr="004C3E92">
        <w:t>Marianne</w:t>
      </w:r>
      <w:r>
        <w:t xml:space="preserve">. </w:t>
      </w:r>
      <w:r w:rsidR="008C5C61" w:rsidRPr="004C3E92">
        <w:t>Sur le moment</w:t>
      </w:r>
      <w:r>
        <w:t xml:space="preserve">, </w:t>
      </w:r>
      <w:r w:rsidR="008C5C61" w:rsidRPr="004C3E92">
        <w:t>si je n</w:t>
      </w:r>
      <w:r>
        <w:t>’</w:t>
      </w:r>
      <w:r w:rsidR="008C5C61" w:rsidRPr="004C3E92">
        <w:t>avais pas été tenue au s</w:t>
      </w:r>
      <w:r w:rsidR="008C5C61" w:rsidRPr="004C3E92">
        <w:t>i</w:t>
      </w:r>
      <w:r w:rsidR="008C5C61" w:rsidRPr="004C3E92">
        <w:t>lence</w:t>
      </w:r>
      <w:r>
        <w:t xml:space="preserve">, </w:t>
      </w:r>
      <w:r w:rsidR="008C5C61" w:rsidRPr="004C3E92">
        <w:t>rien</w:t>
      </w:r>
      <w:r>
        <w:t xml:space="preserve">, </w:t>
      </w:r>
      <w:r w:rsidR="008C5C61" w:rsidRPr="004C3E92">
        <w:t>peut-être</w:t>
      </w:r>
      <w:r>
        <w:t xml:space="preserve">, </w:t>
      </w:r>
      <w:r w:rsidR="008C5C61" w:rsidRPr="004C3E92">
        <w:t>n</w:t>
      </w:r>
      <w:r>
        <w:t>’</w:t>
      </w:r>
      <w:r w:rsidR="008C5C61" w:rsidRPr="004C3E92">
        <w:t>aurait pu m</w:t>
      </w:r>
      <w:r>
        <w:t>’</w:t>
      </w:r>
      <w:r w:rsidR="008C5C61" w:rsidRPr="004C3E92">
        <w:t>empêcher complètement</w:t>
      </w:r>
      <w:r>
        <w:t xml:space="preserve"> – </w:t>
      </w:r>
      <w:r w:rsidR="008C5C61" w:rsidRPr="004C3E92">
        <w:t>pas même ce que je devais à mes amis les plus chers</w:t>
      </w:r>
      <w:r>
        <w:t xml:space="preserve"> – </w:t>
      </w:r>
      <w:r w:rsidR="008C5C61" w:rsidRPr="004C3E92">
        <w:t>de laisser voir ouvertement que j</w:t>
      </w:r>
      <w:r>
        <w:t>’</w:t>
      </w:r>
      <w:r w:rsidR="008C5C61" w:rsidRPr="004C3E92">
        <w:t>étais très malheureuse</w:t>
      </w:r>
      <w:r>
        <w:t>.</w:t>
      </w:r>
    </w:p>
    <w:p w14:paraId="3EFC00CE" w14:textId="77777777" w:rsidR="004A4993" w:rsidRDefault="008C5C61" w:rsidP="004A4993">
      <w:r w:rsidRPr="004C3E92">
        <w:t>Marianne fut complètement vaincue</w:t>
      </w:r>
      <w:r w:rsidR="004A4993">
        <w:t>.</w:t>
      </w:r>
    </w:p>
    <w:p w14:paraId="742C796F" w14:textId="77777777" w:rsidR="004A4993" w:rsidRDefault="004A4993" w:rsidP="004A4993">
      <w:r>
        <w:t>— </w:t>
      </w:r>
      <w:r w:rsidR="008C5C61" w:rsidRPr="004C3E92">
        <w:t>Oh</w:t>
      </w:r>
      <w:r>
        <w:t xml:space="preserve">, </w:t>
      </w:r>
      <w:proofErr w:type="spellStart"/>
      <w:r w:rsidR="008C5C61" w:rsidRPr="004C3E92">
        <w:t>Elinor</w:t>
      </w:r>
      <w:proofErr w:type="spellEnd"/>
      <w:r>
        <w:t xml:space="preserve"> ! </w:t>
      </w:r>
      <w:r w:rsidR="008C5C61" w:rsidRPr="004C3E92">
        <w:t>s</w:t>
      </w:r>
      <w:r>
        <w:t>’</w:t>
      </w:r>
      <w:r w:rsidR="008C5C61" w:rsidRPr="004C3E92">
        <w:t>écria-t-elle</w:t>
      </w:r>
      <w:r>
        <w:t xml:space="preserve">, </w:t>
      </w:r>
      <w:r w:rsidR="008C5C61" w:rsidRPr="004C3E92">
        <w:t>tu m</w:t>
      </w:r>
      <w:r>
        <w:t>’</w:t>
      </w:r>
      <w:r w:rsidR="008C5C61" w:rsidRPr="004C3E92">
        <w:t>as fait prendre en haine à moi-même</w:t>
      </w:r>
      <w:r>
        <w:t xml:space="preserve">, </w:t>
      </w:r>
      <w:r w:rsidR="008C5C61" w:rsidRPr="004C3E92">
        <w:t>à tout jamais</w:t>
      </w:r>
      <w:r>
        <w:t xml:space="preserve">. </w:t>
      </w:r>
      <w:r w:rsidR="008C5C61" w:rsidRPr="004C3E92">
        <w:t>Comme j</w:t>
      </w:r>
      <w:r>
        <w:t>’</w:t>
      </w:r>
      <w:r w:rsidR="008C5C61" w:rsidRPr="004C3E92">
        <w:t>ai été barbare envers toi</w:t>
      </w:r>
      <w:r>
        <w:t xml:space="preserve"> ! – </w:t>
      </w:r>
      <w:r w:rsidR="008C5C61" w:rsidRPr="004C3E92">
        <w:t>toi</w:t>
      </w:r>
      <w:r>
        <w:t xml:space="preserve">, </w:t>
      </w:r>
      <w:r w:rsidR="008C5C61" w:rsidRPr="004C3E92">
        <w:t>qui as été ma seule consolation</w:t>
      </w:r>
      <w:r>
        <w:t xml:space="preserve">, </w:t>
      </w:r>
      <w:r w:rsidR="008C5C61" w:rsidRPr="004C3E92">
        <w:t>qui m</w:t>
      </w:r>
      <w:r>
        <w:t>’</w:t>
      </w:r>
      <w:r w:rsidR="008C5C61" w:rsidRPr="004C3E92">
        <w:t>as soutenue dans to</w:t>
      </w:r>
      <w:r w:rsidR="008C5C61" w:rsidRPr="004C3E92">
        <w:t>u</w:t>
      </w:r>
      <w:r w:rsidR="008C5C61" w:rsidRPr="004C3E92">
        <w:t>te ma détresse</w:t>
      </w:r>
      <w:r>
        <w:t xml:space="preserve">, </w:t>
      </w:r>
      <w:r w:rsidR="008C5C61" w:rsidRPr="004C3E92">
        <w:t>qui semblais ne souffrir qu</w:t>
      </w:r>
      <w:r>
        <w:t>’</w:t>
      </w:r>
      <w:r w:rsidR="008C5C61" w:rsidRPr="004C3E92">
        <w:t>à cause de moi</w:t>
      </w:r>
      <w:r>
        <w:t xml:space="preserve"> ! – </w:t>
      </w:r>
      <w:r w:rsidR="008C5C61" w:rsidRPr="004C3E92">
        <w:t>c</w:t>
      </w:r>
      <w:r>
        <w:t>’</w:t>
      </w:r>
      <w:r w:rsidR="008C5C61" w:rsidRPr="004C3E92">
        <w:t>est là ma gratitude</w:t>
      </w:r>
      <w:r>
        <w:t xml:space="preserve"> ? </w:t>
      </w:r>
      <w:r w:rsidR="008C5C61" w:rsidRPr="004C3E92">
        <w:t>Est-ce là ma seule façon de te payer de r</w:t>
      </w:r>
      <w:r w:rsidR="008C5C61" w:rsidRPr="004C3E92">
        <w:t>e</w:t>
      </w:r>
      <w:r w:rsidR="008C5C61" w:rsidRPr="004C3E92">
        <w:t>tour</w:t>
      </w:r>
      <w:r>
        <w:t xml:space="preserve"> ? </w:t>
      </w:r>
      <w:r w:rsidR="008C5C61" w:rsidRPr="004C3E92">
        <w:t>Parce que ton mérite me fait honte</w:t>
      </w:r>
      <w:r>
        <w:t xml:space="preserve">, </w:t>
      </w:r>
      <w:r w:rsidR="008C5C61" w:rsidRPr="004C3E92">
        <w:t>j</w:t>
      </w:r>
      <w:r>
        <w:t>’</w:t>
      </w:r>
      <w:r w:rsidR="008C5C61" w:rsidRPr="004C3E92">
        <w:t>ai essayé de le pr</w:t>
      </w:r>
      <w:r w:rsidR="008C5C61" w:rsidRPr="004C3E92">
        <w:t>o</w:t>
      </w:r>
      <w:r w:rsidR="008C5C61" w:rsidRPr="004C3E92">
        <w:t>clamer inexistant</w:t>
      </w:r>
      <w:r>
        <w:t> !</w:t>
      </w:r>
    </w:p>
    <w:p w14:paraId="2E25684F" w14:textId="77777777" w:rsidR="004A4993" w:rsidRDefault="008C5C61" w:rsidP="004A4993">
      <w:r w:rsidRPr="004C3E92">
        <w:t>Cet aveu fut suivi des caresses les plus tendres</w:t>
      </w:r>
      <w:r w:rsidR="004A4993">
        <w:t xml:space="preserve">. </w:t>
      </w:r>
      <w:r w:rsidRPr="004C3E92">
        <w:t>Dans l</w:t>
      </w:r>
      <w:r w:rsidR="004A4993">
        <w:t>’</w:t>
      </w:r>
      <w:r w:rsidRPr="004C3E92">
        <w:t>état d</w:t>
      </w:r>
      <w:r w:rsidR="004A4993">
        <w:t>’</w:t>
      </w:r>
      <w:r w:rsidRPr="004C3E92">
        <w:t>esprit où Marianne se trouvait à présent</w:t>
      </w:r>
      <w:r w:rsidR="004A4993">
        <w:t xml:space="preserve">, </w:t>
      </w:r>
      <w:proofErr w:type="spellStart"/>
      <w:r w:rsidRPr="004C3E92">
        <w:t>Elinor</w:t>
      </w:r>
      <w:proofErr w:type="spellEnd"/>
      <w:r w:rsidRPr="004C3E92">
        <w:t xml:space="preserve"> n</w:t>
      </w:r>
      <w:r w:rsidR="004A4993">
        <w:t>’</w:t>
      </w:r>
      <w:r w:rsidRPr="004C3E92">
        <w:t>eut pas de difficulté à obtenir d</w:t>
      </w:r>
      <w:r w:rsidR="004A4993">
        <w:t>’</w:t>
      </w:r>
      <w:r w:rsidRPr="004C3E92">
        <w:t>elle toute promesse qu</w:t>
      </w:r>
      <w:r w:rsidR="004A4993">
        <w:t>’</w:t>
      </w:r>
      <w:r w:rsidRPr="004C3E92">
        <w:t>elle désirait</w:t>
      </w:r>
      <w:r w:rsidR="004A4993">
        <w:t xml:space="preserve"> ; </w:t>
      </w:r>
      <w:r w:rsidRPr="004C3E92">
        <w:t>et</w:t>
      </w:r>
      <w:r w:rsidR="004A4993">
        <w:t xml:space="preserve">, </w:t>
      </w:r>
      <w:r w:rsidRPr="004C3E92">
        <w:t>à sa requête</w:t>
      </w:r>
      <w:r w:rsidR="004A4993">
        <w:t xml:space="preserve">, </w:t>
      </w:r>
      <w:r w:rsidRPr="004C3E92">
        <w:t>Marianne s</w:t>
      </w:r>
      <w:r w:rsidR="004A4993">
        <w:t>’</w:t>
      </w:r>
      <w:r w:rsidRPr="004C3E92">
        <w:t>engagea à ne jamais parler à personne de cette affaire avec la moindre apparence d</w:t>
      </w:r>
      <w:r w:rsidR="004A4993">
        <w:t>’</w:t>
      </w:r>
      <w:r w:rsidRPr="004C3E92">
        <w:t>amertume</w:t>
      </w:r>
      <w:r w:rsidR="004A4993">
        <w:t xml:space="preserve"> ; </w:t>
      </w:r>
      <w:r w:rsidRPr="004C3E92">
        <w:t>à revoir Lucy sans trahir le moindre accroissement d</w:t>
      </w:r>
      <w:r w:rsidR="004A4993">
        <w:t>’</w:t>
      </w:r>
      <w:r w:rsidRPr="004C3E92">
        <w:t>aversion à son égard</w:t>
      </w:r>
      <w:r w:rsidR="004A4993">
        <w:t xml:space="preserve"> ; </w:t>
      </w:r>
      <w:r w:rsidRPr="004C3E92">
        <w:t>et même à revoir Edward lui-même</w:t>
      </w:r>
      <w:r w:rsidR="004A4993">
        <w:t xml:space="preserve">, </w:t>
      </w:r>
      <w:r w:rsidRPr="004C3E92">
        <w:t>si le hasard les r</w:t>
      </w:r>
      <w:r w:rsidRPr="004C3E92">
        <w:t>é</w:t>
      </w:r>
      <w:r w:rsidRPr="004C3E92">
        <w:t>unissait</w:t>
      </w:r>
      <w:r w:rsidR="004A4993">
        <w:t xml:space="preserve">, </w:t>
      </w:r>
      <w:r w:rsidRPr="004C3E92">
        <w:t xml:space="preserve">sans aucune diminution de </w:t>
      </w:r>
      <w:r w:rsidRPr="004C3E92">
        <w:lastRenderedPageBreak/>
        <w:t>sa cordialité habituelle</w:t>
      </w:r>
      <w:r w:rsidR="004A4993">
        <w:t xml:space="preserve">. </w:t>
      </w:r>
      <w:r w:rsidRPr="004C3E92">
        <w:t>C</w:t>
      </w:r>
      <w:r w:rsidR="004A4993">
        <w:t>’</w:t>
      </w:r>
      <w:r w:rsidRPr="004C3E92">
        <w:t>étaient là des concessions importantes</w:t>
      </w:r>
      <w:r w:rsidR="004A4993">
        <w:t xml:space="preserve">, </w:t>
      </w:r>
      <w:r w:rsidRPr="004C3E92">
        <w:t>mais là où Marianne sentait qu</w:t>
      </w:r>
      <w:r w:rsidR="004A4993">
        <w:t>’</w:t>
      </w:r>
      <w:r w:rsidRPr="004C3E92">
        <w:t>elle avait causé quelque blessure</w:t>
      </w:r>
      <w:r w:rsidR="004A4993">
        <w:t xml:space="preserve">, </w:t>
      </w:r>
      <w:r w:rsidRPr="004C3E92">
        <w:t>aucune réparation ne pouvait être trop grande pour qu</w:t>
      </w:r>
      <w:r w:rsidR="004A4993">
        <w:t>’</w:t>
      </w:r>
      <w:r w:rsidRPr="004C3E92">
        <w:t>elle l</w:t>
      </w:r>
      <w:r w:rsidR="004A4993">
        <w:t>’</w:t>
      </w:r>
      <w:r w:rsidRPr="004C3E92">
        <w:t>effectuât</w:t>
      </w:r>
      <w:r w:rsidR="004A4993">
        <w:t>.</w:t>
      </w:r>
    </w:p>
    <w:p w14:paraId="0C12D252" w14:textId="77777777" w:rsidR="004A4993" w:rsidRDefault="008C5C61" w:rsidP="004A4993">
      <w:r w:rsidRPr="004C3E92">
        <w:t>Elle tint admirablement sa promesse d</w:t>
      </w:r>
      <w:r w:rsidR="004A4993">
        <w:t>’</w:t>
      </w:r>
      <w:r w:rsidRPr="004C3E92">
        <w:t>être discrète</w:t>
      </w:r>
      <w:r w:rsidR="004A4993">
        <w:t xml:space="preserve">. </w:t>
      </w:r>
      <w:r w:rsidRPr="004C3E92">
        <w:t>Elle écouta</w:t>
      </w:r>
      <w:r w:rsidR="004A4993">
        <w:t xml:space="preserve">, </w:t>
      </w:r>
      <w:r w:rsidRPr="004C3E92">
        <w:t>d</w:t>
      </w:r>
      <w:r w:rsidR="004A4993">
        <w:t>’</w:t>
      </w:r>
      <w:r w:rsidRPr="004C3E92">
        <w:t>une contenance immuable</w:t>
      </w:r>
      <w:r w:rsidR="004A4993">
        <w:t xml:space="preserve">, </w:t>
      </w:r>
      <w:r w:rsidRPr="004C3E92">
        <w:t>tout ce que Mrs</w:t>
      </w:r>
      <w:r w:rsidR="004A4993">
        <w:t xml:space="preserve">. </w:t>
      </w:r>
      <w:r w:rsidRPr="004C3E92">
        <w:t>Jennings eut à dire sur la question</w:t>
      </w:r>
      <w:r w:rsidR="004A4993">
        <w:t xml:space="preserve">, </w:t>
      </w:r>
      <w:r w:rsidRPr="004C3E92">
        <w:t>ne différa d</w:t>
      </w:r>
      <w:r w:rsidR="004A4993">
        <w:t>’</w:t>
      </w:r>
      <w:r w:rsidRPr="004C3E92">
        <w:t>opinion en rien avec elle</w:t>
      </w:r>
      <w:r w:rsidR="004A4993">
        <w:t xml:space="preserve">, </w:t>
      </w:r>
      <w:r w:rsidRPr="004C3E92">
        <w:t>et on l</w:t>
      </w:r>
      <w:r w:rsidR="004A4993">
        <w:t>’</w:t>
      </w:r>
      <w:r w:rsidRPr="004C3E92">
        <w:t>entendit dire à trois reprises</w:t>
      </w:r>
      <w:r w:rsidR="004A4993">
        <w:t> : « </w:t>
      </w:r>
      <w:r w:rsidRPr="004C3E92">
        <w:t>Oui</w:t>
      </w:r>
      <w:r w:rsidR="004A4993">
        <w:t xml:space="preserve">, </w:t>
      </w:r>
      <w:r w:rsidRPr="004C3E92">
        <w:t>madame</w:t>
      </w:r>
      <w:r w:rsidR="004A4993">
        <w:t xml:space="preserve"> ». </w:t>
      </w:r>
      <w:r w:rsidRPr="004C3E92">
        <w:t>Elle écouta son éloge de Lucy en se contentant de se déplacer d</w:t>
      </w:r>
      <w:r w:rsidR="004A4993">
        <w:t>’</w:t>
      </w:r>
      <w:r w:rsidRPr="004C3E92">
        <w:t>une chaise à une autre</w:t>
      </w:r>
      <w:r w:rsidR="004A4993">
        <w:t xml:space="preserve">, </w:t>
      </w:r>
      <w:r w:rsidRPr="004C3E92">
        <w:t>et quand Mrs</w:t>
      </w:r>
      <w:r w:rsidR="004A4993">
        <w:t xml:space="preserve">. </w:t>
      </w:r>
      <w:r w:rsidRPr="004C3E92">
        <w:t>Jennings parla de l</w:t>
      </w:r>
      <w:r w:rsidR="004A4993">
        <w:t>’</w:t>
      </w:r>
      <w:r w:rsidRPr="004C3E92">
        <w:t>affection d</w:t>
      </w:r>
      <w:r w:rsidR="004A4993">
        <w:t>’</w:t>
      </w:r>
      <w:r w:rsidRPr="004C3E92">
        <w:t>Edward</w:t>
      </w:r>
      <w:r w:rsidR="004A4993">
        <w:t xml:space="preserve">, </w:t>
      </w:r>
      <w:r w:rsidRPr="004C3E92">
        <w:t>il ne lui en coûta qu</w:t>
      </w:r>
      <w:r w:rsidR="004A4993">
        <w:t>’</w:t>
      </w:r>
      <w:r w:rsidRPr="004C3E92">
        <w:t>un spasme à la gorge</w:t>
      </w:r>
      <w:r w:rsidR="004A4993">
        <w:t xml:space="preserve">. </w:t>
      </w:r>
      <w:r w:rsidRPr="004C3E92">
        <w:t>De tels progrès dans la direction de l</w:t>
      </w:r>
      <w:r w:rsidR="004A4993">
        <w:t>’</w:t>
      </w:r>
      <w:r w:rsidRPr="004C3E92">
        <w:t xml:space="preserve">héroïsme chez sa sœur donnèrent à </w:t>
      </w:r>
      <w:proofErr w:type="spellStart"/>
      <w:r w:rsidRPr="004C3E92">
        <w:t>Elinor</w:t>
      </w:r>
      <w:proofErr w:type="spellEnd"/>
      <w:r w:rsidRPr="004C3E92">
        <w:t xml:space="preserve"> le courage de tout supporter</w:t>
      </w:r>
      <w:r w:rsidR="004A4993">
        <w:t>.</w:t>
      </w:r>
    </w:p>
    <w:p w14:paraId="369B0C9A" w14:textId="77777777" w:rsidR="004A4993" w:rsidRDefault="008C5C61" w:rsidP="004A4993">
      <w:r w:rsidRPr="004C3E92">
        <w:t>Le lendemain matin lui en fournit une épreuve nouvelle</w:t>
      </w:r>
      <w:r w:rsidR="004A4993">
        <w:t xml:space="preserve">, </w:t>
      </w:r>
      <w:r w:rsidRPr="004C3E92">
        <w:t>sous la forme d</w:t>
      </w:r>
      <w:r w:rsidR="004A4993">
        <w:t>’</w:t>
      </w:r>
      <w:r w:rsidRPr="004C3E92">
        <w:t>une visite de leur frère</w:t>
      </w:r>
      <w:r w:rsidR="004A4993">
        <w:t xml:space="preserve">, </w:t>
      </w:r>
      <w:r w:rsidRPr="004C3E92">
        <w:t>qui arriva</w:t>
      </w:r>
      <w:r w:rsidR="004A4993">
        <w:t xml:space="preserve">, </w:t>
      </w:r>
      <w:r w:rsidRPr="004C3E92">
        <w:t>l</w:t>
      </w:r>
      <w:r w:rsidR="004A4993">
        <w:t>’</w:t>
      </w:r>
      <w:r w:rsidRPr="004C3E92">
        <w:t>air fort gr</w:t>
      </w:r>
      <w:r w:rsidRPr="004C3E92">
        <w:t>a</w:t>
      </w:r>
      <w:r w:rsidRPr="004C3E92">
        <w:t>ve</w:t>
      </w:r>
      <w:r w:rsidR="004A4993">
        <w:t xml:space="preserve">, </w:t>
      </w:r>
      <w:r w:rsidRPr="004C3E92">
        <w:t>pour récapituler l</w:t>
      </w:r>
      <w:r w:rsidR="004A4993">
        <w:t>’</w:t>
      </w:r>
      <w:r w:rsidRPr="004C3E92">
        <w:t>affreuse affaire</w:t>
      </w:r>
      <w:r w:rsidR="004A4993">
        <w:t xml:space="preserve">, </w:t>
      </w:r>
      <w:r w:rsidRPr="004C3E92">
        <w:t>et leur apporter des no</w:t>
      </w:r>
      <w:r w:rsidRPr="004C3E92">
        <w:t>u</w:t>
      </w:r>
      <w:r w:rsidRPr="004C3E92">
        <w:t>velles de sa femme</w:t>
      </w:r>
      <w:r w:rsidR="004A4993">
        <w:t>.</w:t>
      </w:r>
    </w:p>
    <w:p w14:paraId="1438A126" w14:textId="77777777" w:rsidR="004A4993" w:rsidRDefault="004A4993" w:rsidP="004A4993">
      <w:r>
        <w:t>— </w:t>
      </w:r>
      <w:r w:rsidR="008C5C61" w:rsidRPr="004C3E92">
        <w:t>Vous avez appris</w:t>
      </w:r>
      <w:r>
        <w:t xml:space="preserve">, </w:t>
      </w:r>
      <w:r w:rsidR="008C5C61" w:rsidRPr="004C3E92">
        <w:t>dit-il d</w:t>
      </w:r>
      <w:r>
        <w:t>’</w:t>
      </w:r>
      <w:r w:rsidR="008C5C61" w:rsidRPr="004C3E92">
        <w:t>un ton solennel</w:t>
      </w:r>
      <w:r>
        <w:t xml:space="preserve">, </w:t>
      </w:r>
      <w:r w:rsidR="008C5C61" w:rsidRPr="004C3E92">
        <w:t>dès qu</w:t>
      </w:r>
      <w:r>
        <w:t>’</w:t>
      </w:r>
      <w:r w:rsidR="008C5C61" w:rsidRPr="004C3E92">
        <w:t>il se fut assis</w:t>
      </w:r>
      <w:r>
        <w:t xml:space="preserve">, </w:t>
      </w:r>
      <w:r w:rsidR="008C5C61" w:rsidRPr="004C3E92">
        <w:t xml:space="preserve">la découverte révoltante qui a eu lieu hier sous notre </w:t>
      </w:r>
      <w:proofErr w:type="spellStart"/>
      <w:r w:rsidR="008C5C61" w:rsidRPr="004C3E92">
        <w:t>toit</w:t>
      </w:r>
      <w:proofErr w:type="spellEnd"/>
      <w:r>
        <w:t> ?</w:t>
      </w:r>
    </w:p>
    <w:p w14:paraId="7A963022" w14:textId="77777777" w:rsidR="004A4993" w:rsidRDefault="008C5C61" w:rsidP="004A4993">
      <w:r w:rsidRPr="004C3E92">
        <w:t>Leur air</w:t>
      </w:r>
      <w:r w:rsidR="004A4993">
        <w:t xml:space="preserve">, </w:t>
      </w:r>
      <w:r w:rsidRPr="004C3E92">
        <w:t>à toutes</w:t>
      </w:r>
      <w:r w:rsidR="004A4993">
        <w:t xml:space="preserve">, </w:t>
      </w:r>
      <w:r w:rsidRPr="004C3E92">
        <w:t>était un acquiescement</w:t>
      </w:r>
      <w:r w:rsidR="004A4993">
        <w:t xml:space="preserve"> ; </w:t>
      </w:r>
      <w:r w:rsidRPr="004C3E92">
        <w:t>l</w:t>
      </w:r>
      <w:r w:rsidR="004A4993">
        <w:t>’</w:t>
      </w:r>
      <w:r w:rsidRPr="004C3E92">
        <w:t>instant parai</w:t>
      </w:r>
      <w:r w:rsidRPr="004C3E92">
        <w:t>s</w:t>
      </w:r>
      <w:r w:rsidRPr="004C3E92">
        <w:t>sait trop épouvantable pour la parole</w:t>
      </w:r>
      <w:r w:rsidR="004A4993">
        <w:t>.</w:t>
      </w:r>
    </w:p>
    <w:p w14:paraId="3A761DE9" w14:textId="5B8AE593" w:rsidR="004A4993" w:rsidRDefault="004A4993" w:rsidP="004A4993">
      <w:r>
        <w:t>— </w:t>
      </w:r>
      <w:r w:rsidR="008C5C61" w:rsidRPr="004C3E92">
        <w:t>Votre sœur</w:t>
      </w:r>
      <w:r>
        <w:t xml:space="preserve">, </w:t>
      </w:r>
      <w:r w:rsidR="008C5C61" w:rsidRPr="004C3E92">
        <w:t>reprit-il</w:t>
      </w:r>
      <w:r>
        <w:t xml:space="preserve">, </w:t>
      </w:r>
      <w:r w:rsidR="008C5C61" w:rsidRPr="004C3E92">
        <w:t>a souffert atrocement</w:t>
      </w:r>
      <w:r>
        <w:t xml:space="preserve">. </w:t>
      </w:r>
      <w:r w:rsidR="008C5C61" w:rsidRPr="004C3E92">
        <w:t>Mrs</w:t>
      </w:r>
      <w:r>
        <w:t xml:space="preserve">. </w:t>
      </w:r>
      <w:proofErr w:type="spellStart"/>
      <w:r w:rsidR="008C5C61" w:rsidRPr="004C3E92">
        <w:t>Ferrars</w:t>
      </w:r>
      <w:proofErr w:type="spellEnd"/>
      <w:r w:rsidR="008C5C61" w:rsidRPr="004C3E92">
        <w:t xml:space="preserve"> aussi</w:t>
      </w:r>
      <w:r>
        <w:t xml:space="preserve">, – </w:t>
      </w:r>
      <w:r w:rsidR="008C5C61" w:rsidRPr="004C3E92">
        <w:t>bref</w:t>
      </w:r>
      <w:r>
        <w:t xml:space="preserve">, </w:t>
      </w:r>
      <w:r w:rsidR="008C5C61" w:rsidRPr="004C3E92">
        <w:t>ce fut une scène de contrariété bien compliquée</w:t>
      </w:r>
      <w:r>
        <w:t xml:space="preserve">, – </w:t>
      </w:r>
      <w:r w:rsidR="008C5C61" w:rsidRPr="004C3E92">
        <w:t>mais j</w:t>
      </w:r>
      <w:r>
        <w:t>’</w:t>
      </w:r>
      <w:r w:rsidR="008C5C61" w:rsidRPr="004C3E92">
        <w:t>espère que l</w:t>
      </w:r>
      <w:r>
        <w:t>’</w:t>
      </w:r>
      <w:r w:rsidR="008C5C61" w:rsidRPr="004C3E92">
        <w:t>orage pourra passer sans qu</w:t>
      </w:r>
      <w:r>
        <w:t>’</w:t>
      </w:r>
      <w:r w:rsidR="008C5C61" w:rsidRPr="004C3E92">
        <w:t>aucun de nous en soit abattu</w:t>
      </w:r>
      <w:r>
        <w:t xml:space="preserve">. </w:t>
      </w:r>
      <w:r w:rsidR="008C5C61" w:rsidRPr="004C3E92">
        <w:t>Pauvre Fanny</w:t>
      </w:r>
      <w:r>
        <w:t xml:space="preserve"> ! </w:t>
      </w:r>
      <w:r w:rsidR="008C5C61" w:rsidRPr="004C3E92">
        <w:t>Elle a été toute la journée en proie à l</w:t>
      </w:r>
      <w:r>
        <w:t>’</w:t>
      </w:r>
      <w:r w:rsidR="008C5C61" w:rsidRPr="004C3E92">
        <w:t>hystérie</w:t>
      </w:r>
      <w:r>
        <w:t xml:space="preserve">. </w:t>
      </w:r>
      <w:r w:rsidR="008C5C61" w:rsidRPr="004C3E92">
        <w:t>Mais je ne voudrais pas vous effrayer exag</w:t>
      </w:r>
      <w:r w:rsidR="008C5C61" w:rsidRPr="004C3E92">
        <w:t>é</w:t>
      </w:r>
      <w:r w:rsidR="008C5C61" w:rsidRPr="004C3E92">
        <w:t>rément</w:t>
      </w:r>
      <w:r>
        <w:t xml:space="preserve">. </w:t>
      </w:r>
      <w:proofErr w:type="spellStart"/>
      <w:r w:rsidR="008C5C61" w:rsidRPr="004C3E92">
        <w:t>Donavan</w:t>
      </w:r>
      <w:proofErr w:type="spellEnd"/>
      <w:r w:rsidR="008C5C61" w:rsidRPr="004C3E92">
        <w:t xml:space="preserve"> dit qu</w:t>
      </w:r>
      <w:r>
        <w:t>’</w:t>
      </w:r>
      <w:r w:rsidR="008C5C61" w:rsidRPr="004C3E92">
        <w:t>il n</w:t>
      </w:r>
      <w:r>
        <w:t>’</w:t>
      </w:r>
      <w:r w:rsidR="008C5C61" w:rsidRPr="004C3E92">
        <w:t>y a rien de sérieux à redouter</w:t>
      </w:r>
      <w:r>
        <w:t xml:space="preserve"> ; </w:t>
      </w:r>
      <w:r w:rsidR="008C5C61" w:rsidRPr="004C3E92">
        <w:t>sa constitution est bonne</w:t>
      </w:r>
      <w:r>
        <w:t xml:space="preserve">, </w:t>
      </w:r>
      <w:r w:rsidR="008C5C61" w:rsidRPr="004C3E92">
        <w:t>et sa résolution est à la hauteur de toute chose</w:t>
      </w:r>
      <w:r>
        <w:t xml:space="preserve">. </w:t>
      </w:r>
      <w:r w:rsidR="008C5C61" w:rsidRPr="004C3E92">
        <w:t>Elle a supporté tout cela avec le courage d</w:t>
      </w:r>
      <w:r>
        <w:t>’</w:t>
      </w:r>
      <w:r w:rsidR="008C5C61" w:rsidRPr="004C3E92">
        <w:t xml:space="preserve">un </w:t>
      </w:r>
      <w:r w:rsidR="008C5C61" w:rsidRPr="004C3E92">
        <w:lastRenderedPageBreak/>
        <w:t>ange</w:t>
      </w:r>
      <w:r>
        <w:t xml:space="preserve"> ! </w:t>
      </w:r>
      <w:r w:rsidR="008C5C61" w:rsidRPr="004C3E92">
        <w:t>Elle dit qu</w:t>
      </w:r>
      <w:r>
        <w:t>’</w:t>
      </w:r>
      <w:r w:rsidR="008C5C61" w:rsidRPr="004C3E92">
        <w:t>elle n</w:t>
      </w:r>
      <w:r>
        <w:t>’</w:t>
      </w:r>
      <w:r w:rsidR="008C5C61" w:rsidRPr="004C3E92">
        <w:t>aura plus jamais bonne opinion de personne</w:t>
      </w:r>
      <w:r>
        <w:t xml:space="preserve"> ; </w:t>
      </w:r>
      <w:r w:rsidR="008C5C61" w:rsidRPr="004C3E92">
        <w:t>et l</w:t>
      </w:r>
      <w:r>
        <w:t>’</w:t>
      </w:r>
      <w:r w:rsidR="008C5C61" w:rsidRPr="004C3E92">
        <w:t>on ne saurait s</w:t>
      </w:r>
      <w:r>
        <w:t>’</w:t>
      </w:r>
      <w:r w:rsidR="008C5C61" w:rsidRPr="004C3E92">
        <w:t>en étonner</w:t>
      </w:r>
      <w:r>
        <w:t xml:space="preserve">, </w:t>
      </w:r>
      <w:r w:rsidR="008C5C61" w:rsidRPr="004C3E92">
        <w:t>après qu</w:t>
      </w:r>
      <w:r>
        <w:t>’</w:t>
      </w:r>
      <w:r w:rsidR="008C5C61" w:rsidRPr="004C3E92">
        <w:t>elle a été trompée de cette façon</w:t>
      </w:r>
      <w:r>
        <w:t xml:space="preserve"> ! – </w:t>
      </w:r>
      <w:r w:rsidR="008C5C61" w:rsidRPr="004C3E92">
        <w:t>après avoir été payée de tant d</w:t>
      </w:r>
      <w:r>
        <w:t>’</w:t>
      </w:r>
      <w:r w:rsidR="008C5C61" w:rsidRPr="004C3E92">
        <w:t>ingratitude</w:t>
      </w:r>
      <w:r>
        <w:t xml:space="preserve">, </w:t>
      </w:r>
      <w:r w:rsidR="008C5C61" w:rsidRPr="004C3E92">
        <w:t>là où elle avait manifesté tant de bonté</w:t>
      </w:r>
      <w:r>
        <w:t xml:space="preserve">, </w:t>
      </w:r>
      <w:r w:rsidR="008C5C61" w:rsidRPr="004C3E92">
        <w:t>et placé tant de confiance</w:t>
      </w:r>
      <w:r>
        <w:t xml:space="preserve"> ! </w:t>
      </w:r>
      <w:r w:rsidR="008C5C61" w:rsidRPr="004C3E92">
        <w:t>C</w:t>
      </w:r>
      <w:r>
        <w:t>’</w:t>
      </w:r>
      <w:r w:rsidR="008C5C61" w:rsidRPr="004C3E92">
        <w:t>est par pure bienveillance de son cœur qu</w:t>
      </w:r>
      <w:r>
        <w:t>’</w:t>
      </w:r>
      <w:r w:rsidR="008C5C61" w:rsidRPr="004C3E92">
        <w:t>elle avait invité ces je</w:t>
      </w:r>
      <w:r w:rsidR="008C5C61" w:rsidRPr="004C3E92">
        <w:t>u</w:t>
      </w:r>
      <w:r w:rsidR="008C5C61" w:rsidRPr="004C3E92">
        <w:t>nes femmes chez elle</w:t>
      </w:r>
      <w:r>
        <w:t xml:space="preserve"> ; </w:t>
      </w:r>
      <w:r w:rsidR="008C5C61" w:rsidRPr="004C3E92">
        <w:t>simplement parce qu</w:t>
      </w:r>
      <w:r>
        <w:t>’</w:t>
      </w:r>
      <w:r w:rsidR="008C5C61" w:rsidRPr="004C3E92">
        <w:t>elle croyait qu</w:t>
      </w:r>
      <w:r>
        <w:t>’</w:t>
      </w:r>
      <w:r w:rsidR="008C5C61" w:rsidRPr="004C3E92">
        <w:t>elles méritaient quelques égards</w:t>
      </w:r>
      <w:r>
        <w:t xml:space="preserve">, </w:t>
      </w:r>
      <w:r w:rsidR="008C5C61" w:rsidRPr="004C3E92">
        <w:t>qu</w:t>
      </w:r>
      <w:r>
        <w:t>’</w:t>
      </w:r>
      <w:r w:rsidR="008C5C61" w:rsidRPr="004C3E92">
        <w:t>elles étaient des jeunes filles inoffensives et bien élevées</w:t>
      </w:r>
      <w:r>
        <w:t xml:space="preserve">, </w:t>
      </w:r>
      <w:r w:rsidR="008C5C61" w:rsidRPr="004C3E92">
        <w:t>et qu</w:t>
      </w:r>
      <w:r>
        <w:t>’</w:t>
      </w:r>
      <w:r w:rsidR="008C5C61" w:rsidRPr="004C3E92">
        <w:t>elles seraient des compagnes agréables</w:t>
      </w:r>
      <w:r>
        <w:t xml:space="preserve"> ; </w:t>
      </w:r>
      <w:r w:rsidR="008C5C61" w:rsidRPr="004C3E92">
        <w:t>car</w:t>
      </w:r>
      <w:r>
        <w:t xml:space="preserve">, </w:t>
      </w:r>
      <w:r w:rsidR="008C5C61" w:rsidRPr="004C3E92">
        <w:t>sans cela</w:t>
      </w:r>
      <w:r>
        <w:t xml:space="preserve">, </w:t>
      </w:r>
      <w:r w:rsidR="008C5C61" w:rsidRPr="004C3E92">
        <w:t>nous étions l</w:t>
      </w:r>
      <w:r>
        <w:t>’</w:t>
      </w:r>
      <w:r w:rsidR="008C5C61" w:rsidRPr="004C3E92">
        <w:t>un et l</w:t>
      </w:r>
      <w:r>
        <w:t>’</w:t>
      </w:r>
      <w:r w:rsidR="008C5C61" w:rsidRPr="004C3E92">
        <w:t>autre fort désireux de vous inviter</w:t>
      </w:r>
      <w:r>
        <w:t xml:space="preserve">, </w:t>
      </w:r>
      <w:r w:rsidR="008C5C61" w:rsidRPr="004C3E92">
        <w:t>toi et Marianne</w:t>
      </w:r>
      <w:r>
        <w:t xml:space="preserve">, </w:t>
      </w:r>
      <w:r w:rsidR="008C5C61" w:rsidRPr="004C3E92">
        <w:t>auprès de nous</w:t>
      </w:r>
      <w:r>
        <w:t xml:space="preserve">, </w:t>
      </w:r>
      <w:r w:rsidR="008C5C61" w:rsidRPr="004C3E92">
        <w:t>pendant que votre aimable amie que voilà s</w:t>
      </w:r>
      <w:r>
        <w:t>’</w:t>
      </w:r>
      <w:r w:rsidR="008C5C61" w:rsidRPr="004C3E92">
        <w:t>occupait de sa fille</w:t>
      </w:r>
      <w:r>
        <w:t xml:space="preserve">. </w:t>
      </w:r>
      <w:r w:rsidR="008C5C61" w:rsidRPr="004C3E92">
        <w:t>Et maint</w:t>
      </w:r>
      <w:r w:rsidR="008C5C61" w:rsidRPr="004C3E92">
        <w:t>e</w:t>
      </w:r>
      <w:r w:rsidR="008C5C61" w:rsidRPr="004C3E92">
        <w:t>nant</w:t>
      </w:r>
      <w:r>
        <w:t xml:space="preserve">, </w:t>
      </w:r>
      <w:r w:rsidR="008C5C61" w:rsidRPr="004C3E92">
        <w:t>être récompensée de cette façon</w:t>
      </w:r>
      <w:r>
        <w:t> ! « </w:t>
      </w:r>
      <w:r w:rsidR="008C5C61" w:rsidRPr="004C3E92">
        <w:t>Je voudrais</w:t>
      </w:r>
      <w:r>
        <w:t xml:space="preserve">, </w:t>
      </w:r>
      <w:r w:rsidR="008C5C61" w:rsidRPr="004C3E92">
        <w:t>de tout mon cœur</w:t>
      </w:r>
      <w:r>
        <w:t xml:space="preserve">, </w:t>
      </w:r>
      <w:r w:rsidR="008C5C61" w:rsidRPr="004C3E92">
        <w:t>dit Fanny</w:t>
      </w:r>
      <w:r>
        <w:t xml:space="preserve">, </w:t>
      </w:r>
      <w:r w:rsidR="008C5C61" w:rsidRPr="004C3E92">
        <w:t>avec ses façons affectueuses</w:t>
      </w:r>
      <w:r>
        <w:t xml:space="preserve">, </w:t>
      </w:r>
      <w:r w:rsidR="008C5C61" w:rsidRPr="004C3E92">
        <w:t>que nous eussions invité tes sœurs</w:t>
      </w:r>
      <w:r>
        <w:t xml:space="preserve">, </w:t>
      </w:r>
      <w:r w:rsidR="008C5C61" w:rsidRPr="004C3E92">
        <w:t>au lieu de les inviter</w:t>
      </w:r>
      <w:r>
        <w:t xml:space="preserve">, </w:t>
      </w:r>
      <w:r w:rsidR="008C5C61" w:rsidRPr="004C3E92">
        <w:t>elles</w:t>
      </w:r>
      <w:r>
        <w:t>. »</w:t>
      </w:r>
    </w:p>
    <w:p w14:paraId="1321B002" w14:textId="77777777" w:rsidR="004A4993" w:rsidRDefault="008C5C61" w:rsidP="004A4993">
      <w:r w:rsidRPr="004C3E92">
        <w:t>Il se tut alors</w:t>
      </w:r>
      <w:r w:rsidR="004A4993">
        <w:t xml:space="preserve">, </w:t>
      </w:r>
      <w:r w:rsidRPr="004C3E92">
        <w:t>pour qu</w:t>
      </w:r>
      <w:r w:rsidR="004A4993">
        <w:t>’</w:t>
      </w:r>
      <w:r w:rsidRPr="004C3E92">
        <w:t>on le remerciât</w:t>
      </w:r>
      <w:r w:rsidR="004A4993">
        <w:t xml:space="preserve"> ; </w:t>
      </w:r>
      <w:r w:rsidRPr="004C3E92">
        <w:t>et</w:t>
      </w:r>
      <w:r w:rsidR="004A4993">
        <w:t xml:space="preserve">, </w:t>
      </w:r>
      <w:r w:rsidRPr="004C3E92">
        <w:t>cela fait</w:t>
      </w:r>
      <w:r w:rsidR="004A4993">
        <w:t xml:space="preserve">, </w:t>
      </w:r>
      <w:r w:rsidRPr="004C3E92">
        <w:t>il pou</w:t>
      </w:r>
      <w:r w:rsidRPr="004C3E92">
        <w:t>r</w:t>
      </w:r>
      <w:r w:rsidRPr="004C3E92">
        <w:t>suivit</w:t>
      </w:r>
      <w:r w:rsidR="004A4993">
        <w:t>.</w:t>
      </w:r>
    </w:p>
    <w:p w14:paraId="0FE91B4F" w14:textId="77777777" w:rsidR="004A4993" w:rsidRDefault="004A4993" w:rsidP="004A4993">
      <w:r>
        <w:t>— </w:t>
      </w:r>
      <w:r w:rsidR="008C5C61" w:rsidRPr="004C3E92">
        <w:t>Ce qu</w:t>
      </w:r>
      <w:r>
        <w:t>’</w:t>
      </w:r>
      <w:r w:rsidR="008C5C61" w:rsidRPr="004C3E92">
        <w:t>a souffert la pauvre Mrs</w:t>
      </w:r>
      <w:r>
        <w:t xml:space="preserve">. </w:t>
      </w:r>
      <w:proofErr w:type="spellStart"/>
      <w:r w:rsidR="008C5C61" w:rsidRPr="004C3E92">
        <w:t>Ferrars</w:t>
      </w:r>
      <w:proofErr w:type="spellEnd"/>
      <w:r w:rsidR="008C5C61" w:rsidRPr="004C3E92">
        <w:t xml:space="preserve"> au moment où Fanny lui a fait la première révélation</w:t>
      </w:r>
      <w:r>
        <w:t xml:space="preserve">, </w:t>
      </w:r>
      <w:r w:rsidR="008C5C61" w:rsidRPr="004C3E92">
        <w:t>voilà qui est indescript</w:t>
      </w:r>
      <w:r w:rsidR="008C5C61" w:rsidRPr="004C3E92">
        <w:t>i</w:t>
      </w:r>
      <w:r w:rsidR="008C5C61" w:rsidRPr="004C3E92">
        <w:t>ble</w:t>
      </w:r>
      <w:r>
        <w:t xml:space="preserve"> ! </w:t>
      </w:r>
      <w:r w:rsidR="008C5C61" w:rsidRPr="004C3E92">
        <w:t>Tandis qu</w:t>
      </w:r>
      <w:r>
        <w:t>’</w:t>
      </w:r>
      <w:r w:rsidR="008C5C61" w:rsidRPr="004C3E92">
        <w:t>avec la plus grande affection elle projetait pour lui une union fort désirable</w:t>
      </w:r>
      <w:r>
        <w:t xml:space="preserve">, </w:t>
      </w:r>
      <w:r w:rsidR="008C5C61" w:rsidRPr="004C3E92">
        <w:t>pouvait-elle supposer qu</w:t>
      </w:r>
      <w:r>
        <w:t>’</w:t>
      </w:r>
      <w:r w:rsidR="008C5C61" w:rsidRPr="004C3E92">
        <w:t>il pût</w:t>
      </w:r>
      <w:r>
        <w:t xml:space="preserve">, </w:t>
      </w:r>
      <w:r w:rsidR="008C5C61" w:rsidRPr="004C3E92">
        <w:t>pendant tout ce temps</w:t>
      </w:r>
      <w:r>
        <w:t xml:space="preserve">, </w:t>
      </w:r>
      <w:r w:rsidR="008C5C61" w:rsidRPr="004C3E92">
        <w:t>être secrètement fiancé à une autre</w:t>
      </w:r>
      <w:r>
        <w:t xml:space="preserve"> ! </w:t>
      </w:r>
      <w:r w:rsidR="008C5C61" w:rsidRPr="004C3E92">
        <w:t>Un tel soupçon n</w:t>
      </w:r>
      <w:r>
        <w:t>’</w:t>
      </w:r>
      <w:r w:rsidR="008C5C61" w:rsidRPr="004C3E92">
        <w:t>aurait jamais pu lui venir à l</w:t>
      </w:r>
      <w:r>
        <w:t>’</w:t>
      </w:r>
      <w:r w:rsidR="008C5C61" w:rsidRPr="004C3E92">
        <w:t>esprit</w:t>
      </w:r>
      <w:r>
        <w:t xml:space="preserve"> ! </w:t>
      </w:r>
      <w:r w:rsidR="008C5C61" w:rsidRPr="004C3E92">
        <w:t>Si elle avait soupçonné quelque prévention par ailleurs</w:t>
      </w:r>
      <w:r>
        <w:t xml:space="preserve">, </w:t>
      </w:r>
      <w:r w:rsidR="008C5C61" w:rsidRPr="004C3E92">
        <w:t>ce ne pouvait être de ce côté-là</w:t>
      </w:r>
      <w:r>
        <w:t>. « </w:t>
      </w:r>
      <w:r w:rsidR="008C5C61" w:rsidRPr="004C3E92">
        <w:t>Là</w:t>
      </w:r>
      <w:r>
        <w:t xml:space="preserve">, </w:t>
      </w:r>
      <w:r w:rsidR="008C5C61" w:rsidRPr="004C3E92">
        <w:t>assurément</w:t>
      </w:r>
      <w:r>
        <w:t xml:space="preserve">, </w:t>
      </w:r>
      <w:r w:rsidR="008C5C61" w:rsidRPr="004C3E92">
        <w:t>dit-elle</w:t>
      </w:r>
      <w:r>
        <w:t xml:space="preserve">, </w:t>
      </w:r>
      <w:r w:rsidR="008C5C61" w:rsidRPr="004C3E92">
        <w:t>j</w:t>
      </w:r>
      <w:r>
        <w:t>’</w:t>
      </w:r>
      <w:r w:rsidR="008C5C61" w:rsidRPr="004C3E92">
        <w:t>aurais pu me croire complètement en sécurité</w:t>
      </w:r>
      <w:r>
        <w:t>. »</w:t>
      </w:r>
      <w:r w:rsidR="008C5C61" w:rsidRPr="004C3E92">
        <w:t xml:space="preserve"> Elle était véritablement au mart</w:t>
      </w:r>
      <w:r w:rsidR="008C5C61" w:rsidRPr="004C3E92">
        <w:t>y</w:t>
      </w:r>
      <w:r w:rsidR="008C5C61" w:rsidRPr="004C3E92">
        <w:t>re</w:t>
      </w:r>
      <w:r>
        <w:t xml:space="preserve">. </w:t>
      </w:r>
      <w:r w:rsidR="008C5C61" w:rsidRPr="004C3E92">
        <w:t>Nous avons tenu conseil ensemble</w:t>
      </w:r>
      <w:r>
        <w:t xml:space="preserve">, </w:t>
      </w:r>
      <w:r w:rsidR="008C5C61" w:rsidRPr="004C3E92">
        <w:t>cependant</w:t>
      </w:r>
      <w:r>
        <w:t xml:space="preserve">, </w:t>
      </w:r>
      <w:r w:rsidR="008C5C61" w:rsidRPr="004C3E92">
        <w:t>pour savoir ce qu</w:t>
      </w:r>
      <w:r>
        <w:t>’</w:t>
      </w:r>
      <w:r w:rsidR="008C5C61" w:rsidRPr="004C3E92">
        <w:t>il convenait de faire</w:t>
      </w:r>
      <w:r>
        <w:t xml:space="preserve">, </w:t>
      </w:r>
      <w:r w:rsidR="008C5C61" w:rsidRPr="004C3E92">
        <w:t>et finalement elle s</w:t>
      </w:r>
      <w:r>
        <w:t>’</w:t>
      </w:r>
      <w:r w:rsidR="008C5C61" w:rsidRPr="004C3E92">
        <w:t>est résolue à faire appeler Edward</w:t>
      </w:r>
      <w:r>
        <w:t xml:space="preserve">. </w:t>
      </w:r>
      <w:r w:rsidR="008C5C61" w:rsidRPr="004C3E92">
        <w:t>Il est venu</w:t>
      </w:r>
      <w:r>
        <w:t xml:space="preserve">. </w:t>
      </w:r>
      <w:r w:rsidR="008C5C61" w:rsidRPr="004C3E92">
        <w:t>Mais je suis désolé de rapporter ce qui s</w:t>
      </w:r>
      <w:r>
        <w:t>’</w:t>
      </w:r>
      <w:r w:rsidR="008C5C61" w:rsidRPr="004C3E92">
        <w:t>en est suivi</w:t>
      </w:r>
      <w:r>
        <w:t xml:space="preserve">. </w:t>
      </w:r>
      <w:r w:rsidR="008C5C61" w:rsidRPr="004C3E92">
        <w:t>Tout ce qu</w:t>
      </w:r>
      <w:r>
        <w:t>’</w:t>
      </w:r>
      <w:r w:rsidR="008C5C61" w:rsidRPr="004C3E92">
        <w:t>a pu dire Mrs</w:t>
      </w:r>
      <w:r>
        <w:t xml:space="preserve">. </w:t>
      </w:r>
      <w:proofErr w:type="spellStart"/>
      <w:r w:rsidR="008C5C61" w:rsidRPr="004C3E92">
        <w:t>Ferrars</w:t>
      </w:r>
      <w:proofErr w:type="spellEnd"/>
      <w:r w:rsidR="008C5C61" w:rsidRPr="004C3E92">
        <w:t xml:space="preserve"> pour l</w:t>
      </w:r>
      <w:r>
        <w:t>’</w:t>
      </w:r>
      <w:r w:rsidR="008C5C61" w:rsidRPr="004C3E92">
        <w:t>obliger à mettre fin à ces fiançailles</w:t>
      </w:r>
      <w:r>
        <w:t xml:space="preserve">, </w:t>
      </w:r>
      <w:r w:rsidR="008C5C61" w:rsidRPr="004C3E92">
        <w:t>assisté en outre</w:t>
      </w:r>
      <w:r>
        <w:t xml:space="preserve">, </w:t>
      </w:r>
      <w:r w:rsidR="008C5C61" w:rsidRPr="004C3E92">
        <w:t>comme vous pouvez bien le supposer</w:t>
      </w:r>
      <w:r>
        <w:t xml:space="preserve">, </w:t>
      </w:r>
      <w:r w:rsidR="008C5C61" w:rsidRPr="004C3E92">
        <w:t xml:space="preserve">par mes </w:t>
      </w:r>
      <w:r w:rsidR="008C5C61" w:rsidRPr="004C3E92">
        <w:lastRenderedPageBreak/>
        <w:t>raisonnements et par les supplications de Fanny</w:t>
      </w:r>
      <w:r>
        <w:t xml:space="preserve">, </w:t>
      </w:r>
      <w:r w:rsidR="008C5C61" w:rsidRPr="004C3E92">
        <w:t>ne servit de rien</w:t>
      </w:r>
      <w:r>
        <w:t xml:space="preserve">. </w:t>
      </w:r>
      <w:r w:rsidR="008C5C61" w:rsidRPr="004C3E92">
        <w:t>Le devoir</w:t>
      </w:r>
      <w:r>
        <w:t xml:space="preserve">, </w:t>
      </w:r>
      <w:r w:rsidR="008C5C61" w:rsidRPr="004C3E92">
        <w:t>l</w:t>
      </w:r>
      <w:r>
        <w:t>’</w:t>
      </w:r>
      <w:r w:rsidR="008C5C61" w:rsidRPr="004C3E92">
        <w:t>affection</w:t>
      </w:r>
      <w:r>
        <w:t xml:space="preserve">, – </w:t>
      </w:r>
      <w:r w:rsidR="008C5C61" w:rsidRPr="004C3E92">
        <w:t>il passa outre à tout</w:t>
      </w:r>
      <w:r>
        <w:t xml:space="preserve">. </w:t>
      </w:r>
      <w:r w:rsidR="008C5C61" w:rsidRPr="004C3E92">
        <w:t>Je n</w:t>
      </w:r>
      <w:r>
        <w:t>’</w:t>
      </w:r>
      <w:r w:rsidR="008C5C61" w:rsidRPr="004C3E92">
        <w:t>avais encore jamais trouvé Edward aussi obstiné</w:t>
      </w:r>
      <w:r>
        <w:t xml:space="preserve">, </w:t>
      </w:r>
      <w:r w:rsidR="008C5C61" w:rsidRPr="004C3E92">
        <w:t>aussi insensible</w:t>
      </w:r>
      <w:r>
        <w:t xml:space="preserve">. </w:t>
      </w:r>
      <w:r w:rsidR="008C5C61" w:rsidRPr="004C3E92">
        <w:t>Sa mère lui exposa ses projets pleins de libéralité</w:t>
      </w:r>
      <w:r>
        <w:t xml:space="preserve">, </w:t>
      </w:r>
      <w:r w:rsidR="008C5C61" w:rsidRPr="004C3E92">
        <w:t>au cas où il épouserait miss Morton</w:t>
      </w:r>
      <w:r>
        <w:t xml:space="preserve"> ; </w:t>
      </w:r>
      <w:r w:rsidR="008C5C61" w:rsidRPr="004C3E92">
        <w:t>elle lui dit qu</w:t>
      </w:r>
      <w:r>
        <w:t>’</w:t>
      </w:r>
      <w:r w:rsidR="008C5C61" w:rsidRPr="004C3E92">
        <w:t>elle lui ferait donation du domaine de Norfolk</w:t>
      </w:r>
      <w:r>
        <w:t xml:space="preserve">, </w:t>
      </w:r>
      <w:r w:rsidR="008C5C61" w:rsidRPr="004C3E92">
        <w:t>qui</w:t>
      </w:r>
      <w:r>
        <w:t xml:space="preserve">, </w:t>
      </w:r>
      <w:r w:rsidR="008C5C61" w:rsidRPr="004C3E92">
        <w:t>net d</w:t>
      </w:r>
      <w:r>
        <w:t>’</w:t>
      </w:r>
      <w:r w:rsidR="008C5C61" w:rsidRPr="004C3E92">
        <w:t>impôt foncier</w:t>
      </w:r>
      <w:r>
        <w:t xml:space="preserve">, </w:t>
      </w:r>
      <w:r w:rsidR="008C5C61" w:rsidRPr="004C3E92">
        <w:t>rapporte largement mille livres par an</w:t>
      </w:r>
      <w:r>
        <w:t xml:space="preserve"> ; </w:t>
      </w:r>
      <w:r w:rsidR="008C5C61" w:rsidRPr="004C3E92">
        <w:t>elle o</w:t>
      </w:r>
      <w:r w:rsidR="008C5C61" w:rsidRPr="004C3E92">
        <w:t>f</w:t>
      </w:r>
      <w:r w:rsidR="008C5C61" w:rsidRPr="004C3E92">
        <w:t>frit même</w:t>
      </w:r>
      <w:r>
        <w:t xml:space="preserve">, </w:t>
      </w:r>
      <w:r w:rsidR="008C5C61" w:rsidRPr="004C3E92">
        <w:t>lorsqu</w:t>
      </w:r>
      <w:r>
        <w:t>’</w:t>
      </w:r>
      <w:r w:rsidR="008C5C61" w:rsidRPr="004C3E92">
        <w:t>elle fut à bout d</w:t>
      </w:r>
      <w:r>
        <w:t>’</w:t>
      </w:r>
      <w:r w:rsidR="008C5C61" w:rsidRPr="004C3E92">
        <w:t>arguments</w:t>
      </w:r>
      <w:r>
        <w:t xml:space="preserve">, </w:t>
      </w:r>
      <w:r w:rsidR="008C5C61" w:rsidRPr="004C3E92">
        <w:t>de porter le rev</w:t>
      </w:r>
      <w:r w:rsidR="008C5C61" w:rsidRPr="004C3E92">
        <w:t>e</w:t>
      </w:r>
      <w:r w:rsidR="008C5C61" w:rsidRPr="004C3E92">
        <w:t>nu à douze cents livres</w:t>
      </w:r>
      <w:r>
        <w:t xml:space="preserve"> ; </w:t>
      </w:r>
      <w:r w:rsidR="008C5C61" w:rsidRPr="004C3E92">
        <w:t>et lui représenta</w:t>
      </w:r>
      <w:r>
        <w:t xml:space="preserve">, </w:t>
      </w:r>
      <w:proofErr w:type="gramStart"/>
      <w:r w:rsidR="008C5C61" w:rsidRPr="004C3E92">
        <w:t>par contre</w:t>
      </w:r>
      <w:proofErr w:type="gramEnd"/>
      <w:r>
        <w:t xml:space="preserve">, </w:t>
      </w:r>
      <w:r w:rsidR="008C5C61" w:rsidRPr="004C3E92">
        <w:t>s</w:t>
      </w:r>
      <w:r>
        <w:t>’</w:t>
      </w:r>
      <w:r w:rsidR="008C5C61" w:rsidRPr="004C3E92">
        <w:t>il persi</w:t>
      </w:r>
      <w:r w:rsidR="008C5C61" w:rsidRPr="004C3E92">
        <w:t>s</w:t>
      </w:r>
      <w:r w:rsidR="008C5C61" w:rsidRPr="004C3E92">
        <w:t>tait encore dans cette liaison</w:t>
      </w:r>
      <w:r>
        <w:t xml:space="preserve">, </w:t>
      </w:r>
      <w:r w:rsidR="008C5C61" w:rsidRPr="004C3E92">
        <w:t>la pauvreté certaine qui accomp</w:t>
      </w:r>
      <w:r w:rsidR="008C5C61" w:rsidRPr="004C3E92">
        <w:t>a</w:t>
      </w:r>
      <w:r w:rsidR="008C5C61" w:rsidRPr="004C3E92">
        <w:t>gnerait nécessairement ce mariage</w:t>
      </w:r>
      <w:r>
        <w:t xml:space="preserve">. </w:t>
      </w:r>
      <w:r w:rsidR="008C5C61" w:rsidRPr="004C3E92">
        <w:t>Elle affirma que les deux mille livres qu</w:t>
      </w:r>
      <w:r>
        <w:t>’</w:t>
      </w:r>
      <w:r w:rsidR="008C5C61" w:rsidRPr="004C3E92">
        <w:t>il possédait en propre seraient tout ce qu</w:t>
      </w:r>
      <w:r>
        <w:t>’</w:t>
      </w:r>
      <w:r w:rsidR="008C5C61" w:rsidRPr="004C3E92">
        <w:t>il a</w:t>
      </w:r>
      <w:r w:rsidR="008C5C61" w:rsidRPr="004C3E92">
        <w:t>u</w:t>
      </w:r>
      <w:r w:rsidR="008C5C61" w:rsidRPr="004C3E92">
        <w:t>rait</w:t>
      </w:r>
      <w:r>
        <w:t xml:space="preserve"> ; </w:t>
      </w:r>
      <w:r w:rsidR="008C5C61" w:rsidRPr="004C3E92">
        <w:t>qu</w:t>
      </w:r>
      <w:r>
        <w:t>’</w:t>
      </w:r>
      <w:r w:rsidR="008C5C61" w:rsidRPr="004C3E92">
        <w:t>elle ne le reverrait jamais</w:t>
      </w:r>
      <w:r>
        <w:t xml:space="preserve"> ; </w:t>
      </w:r>
      <w:r w:rsidR="008C5C61" w:rsidRPr="004C3E92">
        <w:t>et</w:t>
      </w:r>
      <w:r>
        <w:t xml:space="preserve">, </w:t>
      </w:r>
      <w:r w:rsidR="008C5C61" w:rsidRPr="004C3E92">
        <w:t>que</w:t>
      </w:r>
      <w:r>
        <w:t xml:space="preserve">, </w:t>
      </w:r>
      <w:r w:rsidR="008C5C61" w:rsidRPr="004C3E92">
        <w:t>bien loin de lui a</w:t>
      </w:r>
      <w:r w:rsidR="008C5C61" w:rsidRPr="004C3E92">
        <w:t>c</w:t>
      </w:r>
      <w:r w:rsidR="008C5C61" w:rsidRPr="004C3E92">
        <w:t>corder la moindre assistance</w:t>
      </w:r>
      <w:r>
        <w:t xml:space="preserve">, </w:t>
      </w:r>
      <w:r w:rsidR="008C5C61" w:rsidRPr="004C3E92">
        <w:t>s</w:t>
      </w:r>
      <w:r>
        <w:t>’</w:t>
      </w:r>
      <w:r w:rsidR="008C5C61" w:rsidRPr="004C3E92">
        <w:t>il entrait dans n</w:t>
      </w:r>
      <w:r>
        <w:t>’</w:t>
      </w:r>
      <w:r w:rsidR="008C5C61" w:rsidRPr="004C3E92">
        <w:t>importe quelle profession dans le dessein d</w:t>
      </w:r>
      <w:r>
        <w:t>’</w:t>
      </w:r>
      <w:r w:rsidR="008C5C61" w:rsidRPr="004C3E92">
        <w:t>améliorer sa situation</w:t>
      </w:r>
      <w:r>
        <w:t xml:space="preserve">, </w:t>
      </w:r>
      <w:r w:rsidR="008C5C61" w:rsidRPr="004C3E92">
        <w:t>elle ferait tout ce qui serait en son pouvoir pour l</w:t>
      </w:r>
      <w:r>
        <w:t>’</w:t>
      </w:r>
      <w:r w:rsidR="008C5C61" w:rsidRPr="004C3E92">
        <w:t>empêcher d</w:t>
      </w:r>
      <w:r>
        <w:t>’</w:t>
      </w:r>
      <w:r w:rsidR="008C5C61" w:rsidRPr="004C3E92">
        <w:t>y trouver de l</w:t>
      </w:r>
      <w:r>
        <w:t>’</w:t>
      </w:r>
      <w:r w:rsidR="008C5C61" w:rsidRPr="004C3E92">
        <w:t>avancement</w:t>
      </w:r>
      <w:r>
        <w:t>.</w:t>
      </w:r>
    </w:p>
    <w:p w14:paraId="54C7D580" w14:textId="77777777" w:rsidR="004A4993" w:rsidRDefault="008C5C61" w:rsidP="004A4993">
      <w:r w:rsidRPr="004C3E92">
        <w:t>À ce point du récit</w:t>
      </w:r>
      <w:r w:rsidR="004A4993">
        <w:t xml:space="preserve">, </w:t>
      </w:r>
      <w:r w:rsidRPr="004C3E92">
        <w:t>Marianne</w:t>
      </w:r>
      <w:r w:rsidR="004A4993">
        <w:t xml:space="preserve">, </w:t>
      </w:r>
      <w:r w:rsidRPr="004C3E92">
        <w:t>au comble de l</w:t>
      </w:r>
      <w:r w:rsidR="004A4993">
        <w:t>’</w:t>
      </w:r>
      <w:r w:rsidRPr="004C3E92">
        <w:t>indignation</w:t>
      </w:r>
      <w:r w:rsidR="004A4993">
        <w:t xml:space="preserve">, </w:t>
      </w:r>
      <w:r w:rsidRPr="004C3E92">
        <w:t>claqua des mains</w:t>
      </w:r>
      <w:r w:rsidR="004A4993">
        <w:t xml:space="preserve">, </w:t>
      </w:r>
      <w:r w:rsidRPr="004C3E92">
        <w:t>et s</w:t>
      </w:r>
      <w:r w:rsidR="004A4993">
        <w:t>’</w:t>
      </w:r>
      <w:r w:rsidRPr="004C3E92">
        <w:t>écria</w:t>
      </w:r>
      <w:r w:rsidR="004A4993">
        <w:t> :</w:t>
      </w:r>
    </w:p>
    <w:p w14:paraId="3BA9798E" w14:textId="77777777" w:rsidR="004A4993" w:rsidRDefault="004A4993" w:rsidP="004A4993">
      <w:r>
        <w:t>— </w:t>
      </w:r>
      <w:r w:rsidR="008C5C61" w:rsidRPr="004C3E92">
        <w:t>Grand Dieu</w:t>
      </w:r>
      <w:r>
        <w:t xml:space="preserve"> ! </w:t>
      </w:r>
      <w:r w:rsidR="008C5C61" w:rsidRPr="004C3E92">
        <w:t>Est-ce possible</w:t>
      </w:r>
      <w:r>
        <w:t> ?</w:t>
      </w:r>
    </w:p>
    <w:p w14:paraId="415E8CD8" w14:textId="1E0019FA" w:rsidR="004A4993" w:rsidRDefault="004A4993" w:rsidP="004A4993">
      <w:r>
        <w:t>— </w:t>
      </w:r>
      <w:r w:rsidR="008C5C61" w:rsidRPr="004C3E92">
        <w:t>C</w:t>
      </w:r>
      <w:r>
        <w:t>’</w:t>
      </w:r>
      <w:r w:rsidR="008C5C61" w:rsidRPr="004C3E92">
        <w:t>est à bon droit que tu t</w:t>
      </w:r>
      <w:r>
        <w:t>’</w:t>
      </w:r>
      <w:r w:rsidR="008C5C61" w:rsidRPr="004C3E92">
        <w:t>étonnes</w:t>
      </w:r>
      <w:r>
        <w:t xml:space="preserve">, </w:t>
      </w:r>
      <w:r w:rsidR="008C5C61" w:rsidRPr="004C3E92">
        <w:t>Marianne</w:t>
      </w:r>
      <w:r>
        <w:t xml:space="preserve">, </w:t>
      </w:r>
      <w:r w:rsidR="008C5C61" w:rsidRPr="004C3E92">
        <w:t>répondit son frère</w:t>
      </w:r>
      <w:r>
        <w:t xml:space="preserve">, </w:t>
      </w:r>
      <w:r w:rsidR="008C5C61" w:rsidRPr="004C3E92">
        <w:t>de l</w:t>
      </w:r>
      <w:r>
        <w:t>’</w:t>
      </w:r>
      <w:r w:rsidR="008C5C61" w:rsidRPr="004C3E92">
        <w:t>obstination qui a pu résister à de pareils arg</w:t>
      </w:r>
      <w:r w:rsidR="008C5C61" w:rsidRPr="004C3E92">
        <w:t>u</w:t>
      </w:r>
      <w:r w:rsidR="008C5C61" w:rsidRPr="004C3E92">
        <w:t>ments</w:t>
      </w:r>
      <w:r>
        <w:t xml:space="preserve">. </w:t>
      </w:r>
      <w:r w:rsidR="008C5C61" w:rsidRPr="004C3E92">
        <w:t>Ton exclamation est fort naturelle</w:t>
      </w:r>
      <w:r>
        <w:t>.</w:t>
      </w:r>
    </w:p>
    <w:p w14:paraId="449EF5AF" w14:textId="77777777" w:rsidR="004A4993" w:rsidRDefault="008C5C61" w:rsidP="004A4993">
      <w:r w:rsidRPr="004C3E92">
        <w:t>Marianne était sur le point de répliquer</w:t>
      </w:r>
      <w:r w:rsidR="004A4993">
        <w:t xml:space="preserve">, </w:t>
      </w:r>
      <w:r w:rsidRPr="004C3E92">
        <w:t>mais elle se so</w:t>
      </w:r>
      <w:r w:rsidRPr="004C3E92">
        <w:t>u</w:t>
      </w:r>
      <w:r w:rsidRPr="004C3E92">
        <w:t>vint de ses promesses</w:t>
      </w:r>
      <w:r w:rsidR="004A4993">
        <w:t xml:space="preserve">, </w:t>
      </w:r>
      <w:r w:rsidRPr="004C3E92">
        <w:t>et s</w:t>
      </w:r>
      <w:r w:rsidR="004A4993">
        <w:t>’</w:t>
      </w:r>
      <w:r w:rsidRPr="004C3E92">
        <w:t>en abstint</w:t>
      </w:r>
      <w:r w:rsidR="004A4993">
        <w:t>.</w:t>
      </w:r>
    </w:p>
    <w:p w14:paraId="4A37CA8B" w14:textId="77777777" w:rsidR="004A4993" w:rsidRDefault="004A4993" w:rsidP="004A4993">
      <w:r>
        <w:t>— </w:t>
      </w:r>
      <w:r w:rsidR="008C5C61" w:rsidRPr="004C3E92">
        <w:t>C</w:t>
      </w:r>
      <w:r>
        <w:t>’</w:t>
      </w:r>
      <w:r w:rsidR="008C5C61" w:rsidRPr="004C3E92">
        <w:t>est en vain</w:t>
      </w:r>
      <w:r>
        <w:t xml:space="preserve">, </w:t>
      </w:r>
      <w:r w:rsidR="008C5C61" w:rsidRPr="004C3E92">
        <w:t>cependant</w:t>
      </w:r>
      <w:r>
        <w:t xml:space="preserve">, </w:t>
      </w:r>
      <w:r w:rsidR="008C5C61" w:rsidRPr="004C3E92">
        <w:t>reprit-il</w:t>
      </w:r>
      <w:r>
        <w:t xml:space="preserve">, </w:t>
      </w:r>
      <w:r w:rsidR="008C5C61" w:rsidRPr="004C3E92">
        <w:t>qu</w:t>
      </w:r>
      <w:r>
        <w:t>’</w:t>
      </w:r>
      <w:r w:rsidR="008C5C61" w:rsidRPr="004C3E92">
        <w:t>on fit valoir tout c</w:t>
      </w:r>
      <w:r w:rsidR="008C5C61" w:rsidRPr="004C3E92">
        <w:t>e</w:t>
      </w:r>
      <w:r w:rsidR="008C5C61" w:rsidRPr="004C3E92">
        <w:t>la</w:t>
      </w:r>
      <w:r>
        <w:t xml:space="preserve">. </w:t>
      </w:r>
      <w:r w:rsidR="008C5C61" w:rsidRPr="004C3E92">
        <w:t>Edward parla fort peu</w:t>
      </w:r>
      <w:r>
        <w:t xml:space="preserve"> ; </w:t>
      </w:r>
      <w:r w:rsidR="008C5C61" w:rsidRPr="004C3E92">
        <w:t>mais ce qu</w:t>
      </w:r>
      <w:r>
        <w:t>’</w:t>
      </w:r>
      <w:r w:rsidR="008C5C61" w:rsidRPr="004C3E92">
        <w:t>il dit fut exprimé de la f</w:t>
      </w:r>
      <w:r w:rsidR="008C5C61" w:rsidRPr="004C3E92">
        <w:t>a</w:t>
      </w:r>
      <w:r w:rsidR="008C5C61" w:rsidRPr="004C3E92">
        <w:t>çon la plus résolue</w:t>
      </w:r>
      <w:r>
        <w:t xml:space="preserve">. </w:t>
      </w:r>
      <w:r w:rsidR="008C5C61" w:rsidRPr="004C3E92">
        <w:t>Rien ne put prévaloir sur lui pour l</w:t>
      </w:r>
      <w:r>
        <w:t>’</w:t>
      </w:r>
      <w:r w:rsidR="008C5C61" w:rsidRPr="004C3E92">
        <w:t>amener à renoncer à ses fiançailles</w:t>
      </w:r>
      <w:r>
        <w:t xml:space="preserve">. </w:t>
      </w:r>
      <w:r w:rsidR="008C5C61" w:rsidRPr="004C3E92">
        <w:t>Il était décidé à s</w:t>
      </w:r>
      <w:r>
        <w:t>’</w:t>
      </w:r>
      <w:r w:rsidR="008C5C61" w:rsidRPr="004C3E92">
        <w:t>y tenir</w:t>
      </w:r>
      <w:r>
        <w:t xml:space="preserve">, </w:t>
      </w:r>
      <w:r w:rsidR="008C5C61" w:rsidRPr="004C3E92">
        <w:t>quoique cela lui coûtât</w:t>
      </w:r>
      <w:r>
        <w:t>.</w:t>
      </w:r>
    </w:p>
    <w:p w14:paraId="237DF4E1" w14:textId="77777777" w:rsidR="004A4993" w:rsidRDefault="004A4993" w:rsidP="004A4993">
      <w:r>
        <w:lastRenderedPageBreak/>
        <w:t>— </w:t>
      </w:r>
      <w:r w:rsidR="008C5C61" w:rsidRPr="004C3E92">
        <w:t>Alors</w:t>
      </w:r>
      <w:r>
        <w:t xml:space="preserve">, </w:t>
      </w:r>
      <w:r w:rsidR="008C5C61" w:rsidRPr="004C3E92">
        <w:t>s</w:t>
      </w:r>
      <w:r>
        <w:t>’</w:t>
      </w:r>
      <w:r w:rsidR="008C5C61" w:rsidRPr="004C3E92">
        <w:t>écria Mrs</w:t>
      </w:r>
      <w:r>
        <w:t xml:space="preserve">. </w:t>
      </w:r>
      <w:r w:rsidR="008C5C61" w:rsidRPr="004C3E92">
        <w:t>Jennings</w:t>
      </w:r>
      <w:r>
        <w:t xml:space="preserve">, </w:t>
      </w:r>
      <w:r w:rsidR="008C5C61" w:rsidRPr="004C3E92">
        <w:t>avec une sincérité bourrue</w:t>
      </w:r>
      <w:r>
        <w:t xml:space="preserve">, </w:t>
      </w:r>
      <w:r w:rsidR="008C5C61" w:rsidRPr="004C3E92">
        <w:t>incapable de garder plus longtemps le silence</w:t>
      </w:r>
      <w:r>
        <w:t xml:space="preserve">, </w:t>
      </w:r>
      <w:r w:rsidR="008C5C61" w:rsidRPr="004C3E92">
        <w:t>il s</w:t>
      </w:r>
      <w:r>
        <w:t>’</w:t>
      </w:r>
      <w:r w:rsidR="008C5C61" w:rsidRPr="004C3E92">
        <w:t>est conduit en honnête homme</w:t>
      </w:r>
      <w:r>
        <w:t xml:space="preserve"> ; </w:t>
      </w:r>
      <w:r w:rsidR="008C5C61" w:rsidRPr="004C3E92">
        <w:t>je vous demande pardon</w:t>
      </w:r>
      <w:r>
        <w:t xml:space="preserve">, </w:t>
      </w:r>
      <w:r w:rsidR="008C5C61" w:rsidRPr="004C3E92">
        <w:t>Mr</w:t>
      </w:r>
      <w:r>
        <w:t xml:space="preserve">. </w:t>
      </w:r>
      <w:proofErr w:type="spellStart"/>
      <w:r w:rsidR="008C5C61" w:rsidRPr="004C3E92">
        <w:t>Dashwood</w:t>
      </w:r>
      <w:proofErr w:type="spellEnd"/>
      <w:r>
        <w:t xml:space="preserve">, </w:t>
      </w:r>
      <w:r w:rsidR="008C5C61" w:rsidRPr="004C3E92">
        <w:t>mais s</w:t>
      </w:r>
      <w:r>
        <w:t>’</w:t>
      </w:r>
      <w:r w:rsidR="008C5C61" w:rsidRPr="004C3E92">
        <w:t>il avait agi autrement</w:t>
      </w:r>
      <w:r>
        <w:t xml:space="preserve">, </w:t>
      </w:r>
      <w:r w:rsidR="008C5C61" w:rsidRPr="004C3E92">
        <w:t>je l</w:t>
      </w:r>
      <w:r>
        <w:t>’</w:t>
      </w:r>
      <w:r w:rsidR="008C5C61" w:rsidRPr="004C3E92">
        <w:t>aurais considéré comme un scélérat</w:t>
      </w:r>
      <w:r>
        <w:t xml:space="preserve">. </w:t>
      </w:r>
      <w:r w:rsidR="008C5C61" w:rsidRPr="004C3E92">
        <w:t>Je suis quelque peu</w:t>
      </w:r>
      <w:r>
        <w:t xml:space="preserve">, </w:t>
      </w:r>
      <w:r w:rsidR="008C5C61" w:rsidRPr="004C3E92">
        <w:t>légèrement</w:t>
      </w:r>
      <w:r>
        <w:t xml:space="preserve">, </w:t>
      </w:r>
      <w:r w:rsidR="008C5C61" w:rsidRPr="004C3E92">
        <w:t>intéressée à cette a</w:t>
      </w:r>
      <w:r w:rsidR="008C5C61" w:rsidRPr="004C3E92">
        <w:t>f</w:t>
      </w:r>
      <w:r w:rsidR="008C5C61" w:rsidRPr="004C3E92">
        <w:t>faire</w:t>
      </w:r>
      <w:r>
        <w:t xml:space="preserve">, </w:t>
      </w:r>
      <w:r w:rsidR="008C5C61" w:rsidRPr="004C3E92">
        <w:t>puisque Lucy Steele est ma cousine</w:t>
      </w:r>
      <w:r>
        <w:t xml:space="preserve">, </w:t>
      </w:r>
      <w:r w:rsidR="008C5C61" w:rsidRPr="004C3E92">
        <w:t>et je crois qu</w:t>
      </w:r>
      <w:r>
        <w:t>’</w:t>
      </w:r>
      <w:r w:rsidR="008C5C61" w:rsidRPr="004C3E92">
        <w:t>il n</w:t>
      </w:r>
      <w:r>
        <w:t>’</w:t>
      </w:r>
      <w:r w:rsidR="008C5C61" w:rsidRPr="004C3E92">
        <w:t>y a au monde de meilleure fille</w:t>
      </w:r>
      <w:r>
        <w:t xml:space="preserve">, </w:t>
      </w:r>
      <w:r w:rsidR="008C5C61" w:rsidRPr="004C3E92">
        <w:t>ni qui mérite plus qu</w:t>
      </w:r>
      <w:r>
        <w:t>’</w:t>
      </w:r>
      <w:r w:rsidR="008C5C61" w:rsidRPr="004C3E92">
        <w:t>elle un bon mari</w:t>
      </w:r>
      <w:r>
        <w:t>.</w:t>
      </w:r>
    </w:p>
    <w:p w14:paraId="49B3966C" w14:textId="77777777" w:rsidR="004A4993" w:rsidRDefault="008C5C61" w:rsidP="004A4993">
      <w:r w:rsidRPr="004C3E92">
        <w:t xml:space="preserve">John </w:t>
      </w:r>
      <w:proofErr w:type="spellStart"/>
      <w:r w:rsidRPr="004C3E92">
        <w:t>Dashwood</w:t>
      </w:r>
      <w:proofErr w:type="spellEnd"/>
      <w:r w:rsidRPr="004C3E92">
        <w:t xml:space="preserve"> fut fort étonné</w:t>
      </w:r>
      <w:r w:rsidR="004A4993">
        <w:t xml:space="preserve"> ; </w:t>
      </w:r>
      <w:r w:rsidRPr="004C3E92">
        <w:t>mais il était d</w:t>
      </w:r>
      <w:r w:rsidR="004A4993">
        <w:t>’</w:t>
      </w:r>
      <w:r w:rsidRPr="004C3E92">
        <w:t>un naturel calme</w:t>
      </w:r>
      <w:r w:rsidR="004A4993">
        <w:t xml:space="preserve">, </w:t>
      </w:r>
      <w:r w:rsidRPr="004C3E92">
        <w:t>peu enclin à la provocation</w:t>
      </w:r>
      <w:r w:rsidR="004A4993">
        <w:t xml:space="preserve">, </w:t>
      </w:r>
      <w:r w:rsidRPr="004C3E92">
        <w:t>et il ne désirait jamais froi</w:t>
      </w:r>
      <w:r w:rsidRPr="004C3E92">
        <w:t>s</w:t>
      </w:r>
      <w:r w:rsidRPr="004C3E92">
        <w:t>ser personne</w:t>
      </w:r>
      <w:r w:rsidR="004A4993">
        <w:t xml:space="preserve">, </w:t>
      </w:r>
      <w:r w:rsidRPr="004C3E92">
        <w:t>surtout quelqu</w:t>
      </w:r>
      <w:r w:rsidR="004A4993">
        <w:t>’</w:t>
      </w:r>
      <w:r w:rsidRPr="004C3E92">
        <w:t>un qui possédait de la fortune</w:t>
      </w:r>
      <w:r w:rsidR="004A4993">
        <w:t xml:space="preserve">. </w:t>
      </w:r>
      <w:r w:rsidRPr="004C3E92">
        <w:t>Il répondit donc</w:t>
      </w:r>
      <w:r w:rsidR="004A4993">
        <w:t xml:space="preserve">, </w:t>
      </w:r>
      <w:r w:rsidRPr="004C3E92">
        <w:t>sans aucun ressentiment</w:t>
      </w:r>
      <w:r w:rsidR="004A4993">
        <w:t> :</w:t>
      </w:r>
    </w:p>
    <w:p w14:paraId="2320A506" w14:textId="77777777" w:rsidR="004A4993" w:rsidRDefault="004A4993" w:rsidP="004A4993">
      <w:r>
        <w:t>— </w:t>
      </w:r>
      <w:r w:rsidR="008C5C61" w:rsidRPr="004C3E92">
        <w:t>Je ne voudrais certes manquer de respect envers aucun de vos parents</w:t>
      </w:r>
      <w:r>
        <w:t xml:space="preserve">, </w:t>
      </w:r>
      <w:r w:rsidR="008C5C61" w:rsidRPr="004C3E92">
        <w:t>madame</w:t>
      </w:r>
      <w:r>
        <w:t xml:space="preserve">. </w:t>
      </w:r>
      <w:r w:rsidR="008C5C61" w:rsidRPr="004C3E92">
        <w:t>Miss Lucy Steele</w:t>
      </w:r>
      <w:r>
        <w:t xml:space="preserve">, </w:t>
      </w:r>
      <w:r w:rsidR="008C5C61" w:rsidRPr="004C3E92">
        <w:t>je n</w:t>
      </w:r>
      <w:r>
        <w:t>’</w:t>
      </w:r>
      <w:r w:rsidR="008C5C61" w:rsidRPr="004C3E92">
        <w:t>en doute pas</w:t>
      </w:r>
      <w:r>
        <w:t xml:space="preserve">, </w:t>
      </w:r>
      <w:r w:rsidR="008C5C61" w:rsidRPr="004C3E92">
        <w:t>est une jeune personne fort méritante</w:t>
      </w:r>
      <w:r>
        <w:t xml:space="preserve">, </w:t>
      </w:r>
      <w:r w:rsidR="008C5C61" w:rsidRPr="004C3E92">
        <w:t>mais dans le cas qui nous occupe</w:t>
      </w:r>
      <w:r>
        <w:t xml:space="preserve">, </w:t>
      </w:r>
      <w:r w:rsidR="008C5C61" w:rsidRPr="004C3E92">
        <w:t>voyez-vous</w:t>
      </w:r>
      <w:r>
        <w:t xml:space="preserve">, </w:t>
      </w:r>
      <w:r w:rsidR="008C5C61" w:rsidRPr="004C3E92">
        <w:t>cette union doit être impossible</w:t>
      </w:r>
      <w:r>
        <w:t xml:space="preserve">. </w:t>
      </w:r>
      <w:r w:rsidR="008C5C61" w:rsidRPr="004C3E92">
        <w:t>Et le fait de s</w:t>
      </w:r>
      <w:r>
        <w:t>’</w:t>
      </w:r>
      <w:r w:rsidR="008C5C61" w:rsidRPr="004C3E92">
        <w:t>être fiancée secrètement avec un jeune homme confié à la garde de son oncle</w:t>
      </w:r>
      <w:r>
        <w:t xml:space="preserve">, </w:t>
      </w:r>
      <w:r w:rsidR="008C5C61" w:rsidRPr="004C3E92">
        <w:t>le fils d</w:t>
      </w:r>
      <w:r>
        <w:t>’</w:t>
      </w:r>
      <w:r w:rsidR="008C5C61" w:rsidRPr="004C3E92">
        <w:t>une femme possédant une aussi grosse fortune que Mrs</w:t>
      </w:r>
      <w:r>
        <w:t xml:space="preserve">. </w:t>
      </w:r>
      <w:proofErr w:type="spellStart"/>
      <w:r w:rsidR="008C5C61" w:rsidRPr="004C3E92">
        <w:t>Ferrars</w:t>
      </w:r>
      <w:proofErr w:type="spellEnd"/>
      <w:r>
        <w:t xml:space="preserve">, </w:t>
      </w:r>
      <w:r w:rsidR="008C5C61" w:rsidRPr="004C3E92">
        <w:t>est peut-être</w:t>
      </w:r>
      <w:r>
        <w:t xml:space="preserve">, </w:t>
      </w:r>
      <w:r w:rsidR="008C5C61" w:rsidRPr="004C3E92">
        <w:t>d</w:t>
      </w:r>
      <w:r>
        <w:t>’</w:t>
      </w:r>
      <w:r w:rsidR="008C5C61" w:rsidRPr="004C3E92">
        <w:t>une façon g</w:t>
      </w:r>
      <w:r w:rsidR="008C5C61" w:rsidRPr="004C3E92">
        <w:t>é</w:t>
      </w:r>
      <w:r w:rsidR="008C5C61" w:rsidRPr="004C3E92">
        <w:t>nérale</w:t>
      </w:r>
      <w:r>
        <w:t xml:space="preserve">, </w:t>
      </w:r>
      <w:r w:rsidR="008C5C61" w:rsidRPr="004C3E92">
        <w:t>un peu extraordinaire</w:t>
      </w:r>
      <w:r>
        <w:t xml:space="preserve">. </w:t>
      </w:r>
      <w:r w:rsidR="008C5C61" w:rsidRPr="004C3E92">
        <w:t>Bref</w:t>
      </w:r>
      <w:r>
        <w:t xml:space="preserve">, </w:t>
      </w:r>
      <w:r w:rsidR="008C5C61" w:rsidRPr="004C3E92">
        <w:t>je n</w:t>
      </w:r>
      <w:r>
        <w:t>’</w:t>
      </w:r>
      <w:r w:rsidR="008C5C61" w:rsidRPr="004C3E92">
        <w:t>ai pas l</w:t>
      </w:r>
      <w:r>
        <w:t>’</w:t>
      </w:r>
      <w:r w:rsidR="008C5C61" w:rsidRPr="004C3E92">
        <w:t>intention de cr</w:t>
      </w:r>
      <w:r w:rsidR="008C5C61" w:rsidRPr="004C3E92">
        <w:t>i</w:t>
      </w:r>
      <w:r w:rsidR="008C5C61" w:rsidRPr="004C3E92">
        <w:t>tiquer la conduite d</w:t>
      </w:r>
      <w:r>
        <w:t>’</w:t>
      </w:r>
      <w:r w:rsidR="008C5C61" w:rsidRPr="004C3E92">
        <w:t>une personne quelconque pour laquelle vous avez de l</w:t>
      </w:r>
      <w:r>
        <w:t>’</w:t>
      </w:r>
      <w:r w:rsidR="008C5C61" w:rsidRPr="004C3E92">
        <w:t>affection</w:t>
      </w:r>
      <w:r>
        <w:t xml:space="preserve">, </w:t>
      </w:r>
      <w:r w:rsidR="008C5C61" w:rsidRPr="004C3E92">
        <w:t>Mrs</w:t>
      </w:r>
      <w:r>
        <w:t xml:space="preserve">. </w:t>
      </w:r>
      <w:r w:rsidR="008C5C61" w:rsidRPr="004C3E92">
        <w:t>Jennings</w:t>
      </w:r>
      <w:r>
        <w:t xml:space="preserve">. </w:t>
      </w:r>
      <w:r w:rsidR="008C5C61" w:rsidRPr="004C3E92">
        <w:t>Nous souhaitons tous qu</w:t>
      </w:r>
      <w:r>
        <w:t>’</w:t>
      </w:r>
      <w:r w:rsidR="008C5C61" w:rsidRPr="004C3E92">
        <w:t>elle soit extrêmement heureuse</w:t>
      </w:r>
      <w:r>
        <w:t xml:space="preserve">, </w:t>
      </w:r>
      <w:r w:rsidR="008C5C61" w:rsidRPr="004C3E92">
        <w:t>et l</w:t>
      </w:r>
      <w:r>
        <w:t>’</w:t>
      </w:r>
      <w:r w:rsidR="008C5C61" w:rsidRPr="004C3E92">
        <w:t>attitude de Mrs</w:t>
      </w:r>
      <w:r>
        <w:t xml:space="preserve">. </w:t>
      </w:r>
      <w:proofErr w:type="spellStart"/>
      <w:r w:rsidR="008C5C61" w:rsidRPr="004C3E92">
        <w:t>Ferrars</w:t>
      </w:r>
      <w:proofErr w:type="spellEnd"/>
      <w:r>
        <w:t xml:space="preserve">, </w:t>
      </w:r>
      <w:r w:rsidR="008C5C61" w:rsidRPr="004C3E92">
        <w:t>d</w:t>
      </w:r>
      <w:r>
        <w:t>’</w:t>
      </w:r>
      <w:r w:rsidR="008C5C61" w:rsidRPr="004C3E92">
        <w:t>un bout à l</w:t>
      </w:r>
      <w:r>
        <w:t>’</w:t>
      </w:r>
      <w:r w:rsidR="008C5C61" w:rsidRPr="004C3E92">
        <w:t>autre de l</w:t>
      </w:r>
      <w:r>
        <w:t>’</w:t>
      </w:r>
      <w:r w:rsidR="008C5C61" w:rsidRPr="004C3E92">
        <w:t>affaire</w:t>
      </w:r>
      <w:r>
        <w:t xml:space="preserve">, </w:t>
      </w:r>
      <w:r w:rsidR="008C5C61" w:rsidRPr="004C3E92">
        <w:t>a été celle qu</w:t>
      </w:r>
      <w:r>
        <w:t>’</w:t>
      </w:r>
      <w:r w:rsidR="008C5C61" w:rsidRPr="004C3E92">
        <w:t>adopterait toute bonne mère consciencieuse en pareille circonstance</w:t>
      </w:r>
      <w:r>
        <w:t xml:space="preserve">. </w:t>
      </w:r>
      <w:r w:rsidR="008C5C61" w:rsidRPr="004C3E92">
        <w:t>Elle a été digne et généreuse</w:t>
      </w:r>
      <w:r>
        <w:t xml:space="preserve">. </w:t>
      </w:r>
      <w:r w:rsidR="008C5C61" w:rsidRPr="004C3E92">
        <w:t>Edward</w:t>
      </w:r>
      <w:r>
        <w:t xml:space="preserve">, </w:t>
      </w:r>
      <w:r w:rsidR="008C5C61" w:rsidRPr="004C3E92">
        <w:t>je le crains</w:t>
      </w:r>
      <w:r>
        <w:t xml:space="preserve">, </w:t>
      </w:r>
      <w:r w:rsidR="008C5C61" w:rsidRPr="004C3E92">
        <w:t>a tiré lui-même au sort</w:t>
      </w:r>
      <w:r>
        <w:t xml:space="preserve">, </w:t>
      </w:r>
      <w:r w:rsidR="008C5C61" w:rsidRPr="004C3E92">
        <w:t>et il a pris un mauvais numéro</w:t>
      </w:r>
      <w:r>
        <w:t>.</w:t>
      </w:r>
    </w:p>
    <w:p w14:paraId="3E9DD0ED" w14:textId="77777777" w:rsidR="004A4993" w:rsidRDefault="008C5C61" w:rsidP="004A4993">
      <w:r w:rsidRPr="004C3E92">
        <w:t>Marianne exprima</w:t>
      </w:r>
      <w:r w:rsidR="004A4993">
        <w:t xml:space="preserve">, </w:t>
      </w:r>
      <w:r w:rsidRPr="004C3E92">
        <w:t>par un soupir</w:t>
      </w:r>
      <w:r w:rsidR="004A4993">
        <w:t xml:space="preserve">, </w:t>
      </w:r>
      <w:r w:rsidRPr="004C3E92">
        <w:t>son appréhension ide</w:t>
      </w:r>
      <w:r w:rsidRPr="004C3E92">
        <w:t>n</w:t>
      </w:r>
      <w:r w:rsidRPr="004C3E92">
        <w:t>tique</w:t>
      </w:r>
      <w:r w:rsidR="004A4993">
        <w:t xml:space="preserve"> ; </w:t>
      </w:r>
      <w:r w:rsidRPr="004C3E92">
        <w:t xml:space="preserve">et </w:t>
      </w:r>
      <w:proofErr w:type="spellStart"/>
      <w:r w:rsidRPr="004C3E92">
        <w:t>Elinor</w:t>
      </w:r>
      <w:proofErr w:type="spellEnd"/>
      <w:r w:rsidRPr="004C3E92">
        <w:t xml:space="preserve"> avait le cœur meurtri de sympathie pour </w:t>
      </w:r>
      <w:r w:rsidRPr="004C3E92">
        <w:lastRenderedPageBreak/>
        <w:t>E</w:t>
      </w:r>
      <w:r w:rsidRPr="004C3E92">
        <w:t>d</w:t>
      </w:r>
      <w:r w:rsidRPr="004C3E92">
        <w:t>ward</w:t>
      </w:r>
      <w:r w:rsidR="004A4993">
        <w:t xml:space="preserve">, </w:t>
      </w:r>
      <w:r w:rsidRPr="004C3E92">
        <w:t>bravant les menaces de sa mère pour une femme qui était incapable de l</w:t>
      </w:r>
      <w:r w:rsidR="004A4993">
        <w:t>’</w:t>
      </w:r>
      <w:r w:rsidRPr="004C3E92">
        <w:t>en récompenser</w:t>
      </w:r>
      <w:r w:rsidR="004A4993">
        <w:t>.</w:t>
      </w:r>
    </w:p>
    <w:p w14:paraId="055C699F" w14:textId="77777777" w:rsidR="004A4993" w:rsidRDefault="004A4993" w:rsidP="004A4993">
      <w:r>
        <w:t>— </w:t>
      </w:r>
      <w:r w:rsidR="008C5C61" w:rsidRPr="004C3E92">
        <w:t>Et alors</w:t>
      </w:r>
      <w:r>
        <w:t xml:space="preserve">, </w:t>
      </w:r>
      <w:r w:rsidR="008C5C61" w:rsidRPr="004C3E92">
        <w:t>monsieur</w:t>
      </w:r>
      <w:r>
        <w:t xml:space="preserve">, </w:t>
      </w:r>
      <w:r w:rsidR="008C5C61" w:rsidRPr="004C3E92">
        <w:t>dit Mrs</w:t>
      </w:r>
      <w:r>
        <w:t xml:space="preserve">. </w:t>
      </w:r>
      <w:r w:rsidR="008C5C61" w:rsidRPr="004C3E92">
        <w:t>Jennings</w:t>
      </w:r>
      <w:r>
        <w:t xml:space="preserve">, </w:t>
      </w:r>
      <w:r w:rsidR="008C5C61" w:rsidRPr="004C3E92">
        <w:t>comment cela s</w:t>
      </w:r>
      <w:r>
        <w:t>’</w:t>
      </w:r>
      <w:r w:rsidR="008C5C61" w:rsidRPr="004C3E92">
        <w:t>est-il terminé</w:t>
      </w:r>
      <w:r>
        <w:t> ?</w:t>
      </w:r>
    </w:p>
    <w:p w14:paraId="2BF69520" w14:textId="77777777" w:rsidR="004A4993" w:rsidRDefault="004A4993" w:rsidP="004A4993">
      <w:r>
        <w:t>— </w:t>
      </w:r>
      <w:r w:rsidR="008C5C61" w:rsidRPr="004C3E92">
        <w:t>Je suis navré de le dire</w:t>
      </w:r>
      <w:r>
        <w:t xml:space="preserve">, </w:t>
      </w:r>
      <w:r w:rsidR="008C5C61" w:rsidRPr="004C3E92">
        <w:t>madame</w:t>
      </w:r>
      <w:r>
        <w:t xml:space="preserve">, </w:t>
      </w:r>
      <w:r w:rsidR="008C5C61" w:rsidRPr="004C3E92">
        <w:t>par une rupture fort malencontreuse</w:t>
      </w:r>
      <w:r>
        <w:t xml:space="preserve"> : </w:t>
      </w:r>
      <w:r w:rsidR="008C5C61" w:rsidRPr="004C3E92">
        <w:t>Edward est privé à jamais de toutes relations avec sa mère</w:t>
      </w:r>
      <w:r>
        <w:t xml:space="preserve">. </w:t>
      </w:r>
      <w:r w:rsidR="008C5C61" w:rsidRPr="004C3E92">
        <w:t>Il a quitté sa maison hier</w:t>
      </w:r>
      <w:r>
        <w:t xml:space="preserve">, </w:t>
      </w:r>
      <w:r w:rsidR="008C5C61" w:rsidRPr="004C3E92">
        <w:t>mais où est-il</w:t>
      </w:r>
      <w:r>
        <w:t xml:space="preserve"> ? – </w:t>
      </w:r>
      <w:r w:rsidR="008C5C61" w:rsidRPr="004C3E92">
        <w:t>est-il encore à Londres</w:t>
      </w:r>
      <w:r>
        <w:t xml:space="preserve"> ? – </w:t>
      </w:r>
      <w:r w:rsidR="008C5C61" w:rsidRPr="004C3E92">
        <w:t>je n</w:t>
      </w:r>
      <w:r>
        <w:t>’</w:t>
      </w:r>
      <w:r w:rsidR="008C5C61" w:rsidRPr="004C3E92">
        <w:t>en sais rien</w:t>
      </w:r>
      <w:r>
        <w:t xml:space="preserve"> ; </w:t>
      </w:r>
      <w:r w:rsidR="008C5C61" w:rsidRPr="004C3E92">
        <w:t>car</w:t>
      </w:r>
      <w:r>
        <w:t xml:space="preserve">, </w:t>
      </w:r>
      <w:r w:rsidR="008C5C61" w:rsidRPr="004C3E92">
        <w:t>bien entendu</w:t>
      </w:r>
      <w:r>
        <w:t xml:space="preserve">, </w:t>
      </w:r>
      <w:r w:rsidR="008C5C61" w:rsidRPr="004C3E92">
        <w:t>il ne nous est pas possible de nous renseigner</w:t>
      </w:r>
      <w:r>
        <w:t>.</w:t>
      </w:r>
    </w:p>
    <w:p w14:paraId="45B0CDCE" w14:textId="77777777" w:rsidR="004A4993" w:rsidRDefault="004A4993" w:rsidP="004A4993">
      <w:r>
        <w:t>— </w:t>
      </w:r>
      <w:r w:rsidR="008C5C61" w:rsidRPr="004C3E92">
        <w:t>Pauvre jeune homme</w:t>
      </w:r>
      <w:r>
        <w:t xml:space="preserve"> ! </w:t>
      </w:r>
      <w:r w:rsidR="008C5C61" w:rsidRPr="004C3E92">
        <w:t>Et qu</w:t>
      </w:r>
      <w:r>
        <w:t>’</w:t>
      </w:r>
      <w:r w:rsidR="008C5C61" w:rsidRPr="004C3E92">
        <w:t>adviendra-t-il de lui</w:t>
      </w:r>
      <w:r>
        <w:t> ?</w:t>
      </w:r>
    </w:p>
    <w:p w14:paraId="2AF83AB5" w14:textId="77777777" w:rsidR="004A4993" w:rsidRDefault="004A4993" w:rsidP="004A4993">
      <w:r>
        <w:t>— </w:t>
      </w:r>
      <w:r w:rsidR="008C5C61" w:rsidRPr="004C3E92">
        <w:t>Quoi donc</w:t>
      </w:r>
      <w:r>
        <w:t xml:space="preserve">, </w:t>
      </w:r>
      <w:r w:rsidR="008C5C61" w:rsidRPr="004C3E92">
        <w:t>en effet</w:t>
      </w:r>
      <w:r>
        <w:t xml:space="preserve">, </w:t>
      </w:r>
      <w:r w:rsidR="008C5C61" w:rsidRPr="004C3E92">
        <w:t>madame</w:t>
      </w:r>
      <w:r>
        <w:t xml:space="preserve"> ? </w:t>
      </w:r>
      <w:r w:rsidR="008C5C61" w:rsidRPr="004C3E92">
        <w:t>C</w:t>
      </w:r>
      <w:r>
        <w:t>’</w:t>
      </w:r>
      <w:r w:rsidR="008C5C61" w:rsidRPr="004C3E92">
        <w:t>est un sujet de réflexion mélancolique</w:t>
      </w:r>
      <w:r>
        <w:t xml:space="preserve">. </w:t>
      </w:r>
      <w:r w:rsidR="008C5C61" w:rsidRPr="004C3E92">
        <w:t>Né avec la perspective d</w:t>
      </w:r>
      <w:r>
        <w:t>’</w:t>
      </w:r>
      <w:r w:rsidR="008C5C61" w:rsidRPr="004C3E92">
        <w:t>une telle richesse</w:t>
      </w:r>
      <w:r>
        <w:t xml:space="preserve">, </w:t>
      </w:r>
      <w:r w:rsidR="008C5C61" w:rsidRPr="004C3E92">
        <w:t>je ne puis concevoir de situation plus déplorable</w:t>
      </w:r>
      <w:r>
        <w:t xml:space="preserve">. </w:t>
      </w:r>
      <w:r w:rsidR="008C5C61" w:rsidRPr="004C3E92">
        <w:t>Les intérêts de deux mille livres</w:t>
      </w:r>
      <w:r>
        <w:t xml:space="preserve">, – </w:t>
      </w:r>
      <w:r w:rsidR="008C5C61" w:rsidRPr="004C3E92">
        <w:t>comment peut-on vivre avec cela</w:t>
      </w:r>
      <w:r>
        <w:t xml:space="preserve"> ? – </w:t>
      </w:r>
      <w:r w:rsidR="008C5C61" w:rsidRPr="004C3E92">
        <w:t>Et quand on se rappelle</w:t>
      </w:r>
      <w:r>
        <w:t xml:space="preserve">, </w:t>
      </w:r>
      <w:r w:rsidR="008C5C61" w:rsidRPr="004C3E92">
        <w:t>en outre</w:t>
      </w:r>
      <w:r>
        <w:t xml:space="preserve">, </w:t>
      </w:r>
      <w:r w:rsidR="008C5C61" w:rsidRPr="004C3E92">
        <w:t>qu</w:t>
      </w:r>
      <w:r>
        <w:t>’</w:t>
      </w:r>
      <w:r w:rsidR="008C5C61" w:rsidRPr="004C3E92">
        <w:t>il aurait pu</w:t>
      </w:r>
      <w:r>
        <w:t xml:space="preserve">, </w:t>
      </w:r>
      <w:r w:rsidR="008C5C61" w:rsidRPr="004C3E92">
        <w:t>n</w:t>
      </w:r>
      <w:r>
        <w:t>’</w:t>
      </w:r>
      <w:r w:rsidR="008C5C61" w:rsidRPr="004C3E92">
        <w:t>eût été sa propre folie</w:t>
      </w:r>
      <w:r>
        <w:t xml:space="preserve">, </w:t>
      </w:r>
      <w:r w:rsidR="008C5C61" w:rsidRPr="004C3E92">
        <w:t>toucher</w:t>
      </w:r>
      <w:r>
        <w:t xml:space="preserve">, </w:t>
      </w:r>
      <w:r w:rsidR="008C5C61" w:rsidRPr="004C3E92">
        <w:t>d</w:t>
      </w:r>
      <w:r>
        <w:t>’</w:t>
      </w:r>
      <w:r w:rsidR="008C5C61" w:rsidRPr="004C3E92">
        <w:t>ici trois mois</w:t>
      </w:r>
      <w:r>
        <w:t xml:space="preserve">, </w:t>
      </w:r>
      <w:r w:rsidR="008C5C61" w:rsidRPr="004C3E92">
        <w:t>deux mille cinq cents livres par an</w:t>
      </w:r>
      <w:r>
        <w:t xml:space="preserve"> (</w:t>
      </w:r>
      <w:r w:rsidR="008C5C61" w:rsidRPr="004C3E92">
        <w:t>car miss Morton</w:t>
      </w:r>
      <w:r>
        <w:t xml:space="preserve">, </w:t>
      </w:r>
      <w:r w:rsidR="008C5C61" w:rsidRPr="004C3E92">
        <w:t>possède trente mille livres</w:t>
      </w:r>
      <w:r>
        <w:t xml:space="preserve">), </w:t>
      </w:r>
      <w:r w:rsidR="008C5C61" w:rsidRPr="004C3E92">
        <w:t>je ne puis m</w:t>
      </w:r>
      <w:r>
        <w:t>’</w:t>
      </w:r>
      <w:r w:rsidR="008C5C61" w:rsidRPr="004C3E92">
        <w:t>imaginer une condition plus misérable</w:t>
      </w:r>
      <w:r>
        <w:t xml:space="preserve"> ! </w:t>
      </w:r>
      <w:r w:rsidR="008C5C61" w:rsidRPr="004C3E92">
        <w:t>Nous devons tous compatir à son malheur</w:t>
      </w:r>
      <w:r>
        <w:t xml:space="preserve"> ; </w:t>
      </w:r>
      <w:r w:rsidR="008C5C61" w:rsidRPr="004C3E92">
        <w:t>et d</w:t>
      </w:r>
      <w:r>
        <w:t>’</w:t>
      </w:r>
      <w:r w:rsidR="008C5C61" w:rsidRPr="004C3E92">
        <w:t>autant plus qu</w:t>
      </w:r>
      <w:r>
        <w:t>’</w:t>
      </w:r>
      <w:r w:rsidR="008C5C61" w:rsidRPr="004C3E92">
        <w:t>il est si totalement hors de notre pouvoir de l</w:t>
      </w:r>
      <w:r>
        <w:t>’</w:t>
      </w:r>
      <w:r w:rsidR="008C5C61" w:rsidRPr="004C3E92">
        <w:t>aider</w:t>
      </w:r>
      <w:r>
        <w:t>.</w:t>
      </w:r>
    </w:p>
    <w:p w14:paraId="2D791657" w14:textId="77777777" w:rsidR="004A4993" w:rsidRDefault="004A4993" w:rsidP="004A4993">
      <w:r>
        <w:t>— </w:t>
      </w:r>
      <w:r w:rsidR="008C5C61" w:rsidRPr="004C3E92">
        <w:t>Pauvre jeune homme</w:t>
      </w:r>
      <w:r>
        <w:t xml:space="preserve"> ! </w:t>
      </w:r>
      <w:r w:rsidR="008C5C61" w:rsidRPr="004C3E92">
        <w:t>s</w:t>
      </w:r>
      <w:r>
        <w:t>’</w:t>
      </w:r>
      <w:r w:rsidR="008C5C61" w:rsidRPr="004C3E92">
        <w:t>écria Mrs</w:t>
      </w:r>
      <w:r>
        <w:t xml:space="preserve">. </w:t>
      </w:r>
      <w:r w:rsidR="008C5C61" w:rsidRPr="004C3E92">
        <w:t>Jennings</w:t>
      </w:r>
      <w:r>
        <w:t xml:space="preserve">. </w:t>
      </w:r>
      <w:r w:rsidR="008C5C61" w:rsidRPr="004C3E92">
        <w:t>Je suis bien sûre qu</w:t>
      </w:r>
      <w:r>
        <w:t>’</w:t>
      </w:r>
      <w:r w:rsidR="008C5C61" w:rsidRPr="004C3E92">
        <w:t>il serait le bienvenu</w:t>
      </w:r>
      <w:r>
        <w:t xml:space="preserve">, </w:t>
      </w:r>
      <w:r w:rsidR="008C5C61" w:rsidRPr="004C3E92">
        <w:t>pour le logement et le couvert</w:t>
      </w:r>
      <w:r>
        <w:t xml:space="preserve">, </w:t>
      </w:r>
      <w:r w:rsidR="008C5C61" w:rsidRPr="004C3E92">
        <w:t>chez moi</w:t>
      </w:r>
      <w:r>
        <w:t xml:space="preserve"> ; </w:t>
      </w:r>
      <w:r w:rsidR="008C5C61" w:rsidRPr="004C3E92">
        <w:t>et je le lui dirais</w:t>
      </w:r>
      <w:r>
        <w:t xml:space="preserve">, </w:t>
      </w:r>
      <w:r w:rsidR="008C5C61" w:rsidRPr="004C3E92">
        <w:t>si je pouvais le voir</w:t>
      </w:r>
      <w:r>
        <w:t xml:space="preserve">. </w:t>
      </w:r>
      <w:r w:rsidR="008C5C61" w:rsidRPr="004C3E92">
        <w:t>Il n</w:t>
      </w:r>
      <w:r>
        <w:t>’</w:t>
      </w:r>
      <w:r w:rsidR="008C5C61" w:rsidRPr="004C3E92">
        <w:t>est pas conven</w:t>
      </w:r>
      <w:r w:rsidR="008C5C61" w:rsidRPr="004C3E92">
        <w:t>a</w:t>
      </w:r>
      <w:r w:rsidR="008C5C61" w:rsidRPr="004C3E92">
        <w:t>ble qu</w:t>
      </w:r>
      <w:r>
        <w:t>’</w:t>
      </w:r>
      <w:r w:rsidR="008C5C61" w:rsidRPr="004C3E92">
        <w:t>il vive à présent à ses frais</w:t>
      </w:r>
      <w:r>
        <w:t xml:space="preserve">, </w:t>
      </w:r>
      <w:r w:rsidR="008C5C61" w:rsidRPr="004C3E92">
        <w:t>à droite et à gauche</w:t>
      </w:r>
      <w:r>
        <w:t xml:space="preserve">, </w:t>
      </w:r>
      <w:r w:rsidR="008C5C61" w:rsidRPr="004C3E92">
        <w:t>dans des meublés et des tavernes</w:t>
      </w:r>
      <w:r>
        <w:t>.</w:t>
      </w:r>
    </w:p>
    <w:p w14:paraId="4CCCF800" w14:textId="77777777" w:rsidR="004A4993" w:rsidRDefault="008C5C61" w:rsidP="004A4993">
      <w:r w:rsidRPr="004C3E92">
        <w:t>Le cœur d</w:t>
      </w:r>
      <w:r w:rsidR="004A4993">
        <w:t>’</w:t>
      </w:r>
      <w:proofErr w:type="spellStart"/>
      <w:r w:rsidRPr="004C3E92">
        <w:t>Elinor</w:t>
      </w:r>
      <w:proofErr w:type="spellEnd"/>
      <w:r w:rsidRPr="004C3E92">
        <w:t xml:space="preserve"> lui sut gré d</w:t>
      </w:r>
      <w:r w:rsidR="004A4993">
        <w:t>’</w:t>
      </w:r>
      <w:r w:rsidRPr="004C3E92">
        <w:t>une telle bonté pour Edward</w:t>
      </w:r>
      <w:r w:rsidR="004A4993">
        <w:t xml:space="preserve">, </w:t>
      </w:r>
      <w:r w:rsidRPr="004C3E92">
        <w:t>bien qu</w:t>
      </w:r>
      <w:r w:rsidR="004A4993">
        <w:t>’</w:t>
      </w:r>
      <w:r w:rsidRPr="004C3E92">
        <w:t>elle ne pût s</w:t>
      </w:r>
      <w:r w:rsidR="004A4993">
        <w:t>’</w:t>
      </w:r>
      <w:r w:rsidRPr="004C3E92">
        <w:t>empêcher de sourire en songeant à la forme qu</w:t>
      </w:r>
      <w:r w:rsidR="004A4993">
        <w:t>’</w:t>
      </w:r>
      <w:r w:rsidRPr="004C3E92">
        <w:t>elle revêtait</w:t>
      </w:r>
      <w:r w:rsidR="004A4993">
        <w:t>.</w:t>
      </w:r>
    </w:p>
    <w:p w14:paraId="0222739B" w14:textId="77777777" w:rsidR="004A4993" w:rsidRDefault="004A4993" w:rsidP="004A4993">
      <w:r>
        <w:lastRenderedPageBreak/>
        <w:t>— </w:t>
      </w:r>
      <w:r w:rsidR="008C5C61" w:rsidRPr="004C3E92">
        <w:t>Si seulement il s</w:t>
      </w:r>
      <w:r>
        <w:t>’</w:t>
      </w:r>
      <w:r w:rsidR="008C5C61" w:rsidRPr="004C3E92">
        <w:t>était conduit aussi favorablement envers lui-même</w:t>
      </w:r>
      <w:r>
        <w:t xml:space="preserve">, </w:t>
      </w:r>
      <w:r w:rsidR="008C5C61" w:rsidRPr="004C3E92">
        <w:t xml:space="preserve">dit John </w:t>
      </w:r>
      <w:proofErr w:type="spellStart"/>
      <w:r w:rsidR="008C5C61" w:rsidRPr="004C3E92">
        <w:t>Dashwood</w:t>
      </w:r>
      <w:proofErr w:type="spellEnd"/>
      <w:r>
        <w:t xml:space="preserve">, </w:t>
      </w:r>
      <w:r w:rsidR="008C5C61" w:rsidRPr="004C3E92">
        <w:t>que tous ses amis étaient disp</w:t>
      </w:r>
      <w:r w:rsidR="008C5C61" w:rsidRPr="004C3E92">
        <w:t>o</w:t>
      </w:r>
      <w:r w:rsidR="008C5C61" w:rsidRPr="004C3E92">
        <w:t>sés à le faire pour lui</w:t>
      </w:r>
      <w:r>
        <w:t xml:space="preserve">, </w:t>
      </w:r>
      <w:r w:rsidR="008C5C61" w:rsidRPr="004C3E92">
        <w:t>il aurait pu être maintenant dans la situ</w:t>
      </w:r>
      <w:r w:rsidR="008C5C61" w:rsidRPr="004C3E92">
        <w:t>a</w:t>
      </w:r>
      <w:r w:rsidR="008C5C61" w:rsidRPr="004C3E92">
        <w:t>tion qui lui revient</w:t>
      </w:r>
      <w:r>
        <w:t xml:space="preserve">, </w:t>
      </w:r>
      <w:r w:rsidR="008C5C61" w:rsidRPr="004C3E92">
        <w:t>et n</w:t>
      </w:r>
      <w:r>
        <w:t>’</w:t>
      </w:r>
      <w:r w:rsidR="008C5C61" w:rsidRPr="004C3E92">
        <w:t>aurait manqué de rien</w:t>
      </w:r>
      <w:r>
        <w:t xml:space="preserve">. </w:t>
      </w:r>
      <w:r w:rsidR="008C5C61" w:rsidRPr="004C3E92">
        <w:t>Mais</w:t>
      </w:r>
      <w:r>
        <w:t xml:space="preserve">, </w:t>
      </w:r>
      <w:r w:rsidR="008C5C61" w:rsidRPr="004C3E92">
        <w:t>les choses étant ce qu</w:t>
      </w:r>
      <w:r>
        <w:t>’</w:t>
      </w:r>
      <w:r w:rsidR="008C5C61" w:rsidRPr="004C3E92">
        <w:t>elles sont</w:t>
      </w:r>
      <w:r>
        <w:t xml:space="preserve">, </w:t>
      </w:r>
      <w:r w:rsidR="008C5C61" w:rsidRPr="004C3E92">
        <w:t>il est nécessairement hors du pouvoir de quiconque de lui venir en aide</w:t>
      </w:r>
      <w:r>
        <w:t xml:space="preserve">. </w:t>
      </w:r>
      <w:r w:rsidR="008C5C61" w:rsidRPr="004C3E92">
        <w:t>Et il y a encore une chose qui se prépare contre lui</w:t>
      </w:r>
      <w:r>
        <w:t xml:space="preserve">, </w:t>
      </w:r>
      <w:r w:rsidR="008C5C61" w:rsidRPr="004C3E92">
        <w:t>qui doit être la pire de toutes</w:t>
      </w:r>
      <w:r>
        <w:t xml:space="preserve"> : </w:t>
      </w:r>
      <w:r w:rsidR="008C5C61" w:rsidRPr="004C3E92">
        <w:t>sa mère a pris la résolution</w:t>
      </w:r>
      <w:r>
        <w:t xml:space="preserve">, </w:t>
      </w:r>
      <w:r w:rsidR="008C5C61" w:rsidRPr="004C3E92">
        <w:t>avec une fierté fort naturelle</w:t>
      </w:r>
      <w:r>
        <w:t xml:space="preserve">, </w:t>
      </w:r>
      <w:r w:rsidR="008C5C61" w:rsidRPr="004C3E92">
        <w:t>d</w:t>
      </w:r>
      <w:r>
        <w:t>’</w:t>
      </w:r>
      <w:r w:rsidR="008C5C61" w:rsidRPr="004C3E92">
        <w:t>assurer immédi</w:t>
      </w:r>
      <w:r w:rsidR="008C5C61" w:rsidRPr="004C3E92">
        <w:t>a</w:t>
      </w:r>
      <w:r w:rsidR="008C5C61" w:rsidRPr="004C3E92">
        <w:t>tement à Robert la fortune qui aurait pu être à Edward</w:t>
      </w:r>
      <w:r>
        <w:t xml:space="preserve">, </w:t>
      </w:r>
      <w:r w:rsidR="008C5C61" w:rsidRPr="004C3E92">
        <w:t>moye</w:t>
      </w:r>
      <w:r w:rsidR="008C5C61" w:rsidRPr="004C3E92">
        <w:t>n</w:t>
      </w:r>
      <w:r w:rsidR="008C5C61" w:rsidRPr="004C3E92">
        <w:t>nant des conditions convenables</w:t>
      </w:r>
      <w:r>
        <w:t xml:space="preserve">. </w:t>
      </w:r>
      <w:r w:rsidR="008C5C61" w:rsidRPr="004C3E92">
        <w:t>Je l</w:t>
      </w:r>
      <w:r>
        <w:t>’</w:t>
      </w:r>
      <w:r w:rsidR="008C5C61" w:rsidRPr="004C3E92">
        <w:t>ai laissée ce matin avec son avoué</w:t>
      </w:r>
      <w:r>
        <w:t xml:space="preserve">, </w:t>
      </w:r>
      <w:r w:rsidR="008C5C61" w:rsidRPr="004C3E92">
        <w:t>pour discuter de cette affaire</w:t>
      </w:r>
      <w:r>
        <w:t>.</w:t>
      </w:r>
    </w:p>
    <w:p w14:paraId="340BE3B2" w14:textId="77777777" w:rsidR="004A4993" w:rsidRDefault="004A4993" w:rsidP="004A4993">
      <w:r>
        <w:t>— </w:t>
      </w:r>
      <w:r w:rsidR="008C5C61" w:rsidRPr="004C3E92">
        <w:t>Ma foi</w:t>
      </w:r>
      <w:r>
        <w:t xml:space="preserve">, </w:t>
      </w:r>
      <w:r w:rsidR="008C5C61" w:rsidRPr="004C3E92">
        <w:t>dit Mrs</w:t>
      </w:r>
      <w:r>
        <w:t xml:space="preserve">. </w:t>
      </w:r>
      <w:r w:rsidR="008C5C61" w:rsidRPr="004C3E92">
        <w:t>Jennings</w:t>
      </w:r>
      <w:r>
        <w:t xml:space="preserve">, </w:t>
      </w:r>
      <w:r w:rsidR="008C5C61" w:rsidRPr="004C3E92">
        <w:t>c</w:t>
      </w:r>
      <w:r>
        <w:t>’</w:t>
      </w:r>
      <w:r w:rsidR="008C5C61" w:rsidRPr="004C3E92">
        <w:t>est là sa vengeance</w:t>
      </w:r>
      <w:r>
        <w:t xml:space="preserve">. </w:t>
      </w:r>
      <w:r w:rsidR="008C5C61" w:rsidRPr="004C3E92">
        <w:t>Chacun a sa méthode à soi</w:t>
      </w:r>
      <w:r>
        <w:t xml:space="preserve">. </w:t>
      </w:r>
      <w:r w:rsidR="008C5C61" w:rsidRPr="004C3E92">
        <w:t>Mais je ne crois pas que la mienne</w:t>
      </w:r>
      <w:r>
        <w:t xml:space="preserve">, </w:t>
      </w:r>
      <w:r w:rsidR="008C5C61" w:rsidRPr="004C3E92">
        <w:t>ce serait d</w:t>
      </w:r>
      <w:r>
        <w:t>’</w:t>
      </w:r>
      <w:r w:rsidR="008C5C61" w:rsidRPr="004C3E92">
        <w:t>assurer son indépendance à l</w:t>
      </w:r>
      <w:r>
        <w:t>’</w:t>
      </w:r>
      <w:r w:rsidR="008C5C61" w:rsidRPr="004C3E92">
        <w:t>un de mes fils parce que l</w:t>
      </w:r>
      <w:r>
        <w:t>’</w:t>
      </w:r>
      <w:r w:rsidR="008C5C61" w:rsidRPr="004C3E92">
        <w:t>autre m</w:t>
      </w:r>
      <w:r>
        <w:t>’</w:t>
      </w:r>
      <w:r w:rsidR="008C5C61" w:rsidRPr="004C3E92">
        <w:t>aurait narguée</w:t>
      </w:r>
      <w:r>
        <w:t>.</w:t>
      </w:r>
    </w:p>
    <w:p w14:paraId="5796CC2C" w14:textId="77777777" w:rsidR="004A4993" w:rsidRDefault="008C5C61" w:rsidP="004A4993">
      <w:r w:rsidRPr="004C3E92">
        <w:t>Marianne se leva</w:t>
      </w:r>
      <w:r w:rsidR="004A4993">
        <w:t xml:space="preserve">, </w:t>
      </w:r>
      <w:r w:rsidRPr="004C3E92">
        <w:t>et déambula par la pièce</w:t>
      </w:r>
      <w:r w:rsidR="004A4993">
        <w:t>.</w:t>
      </w:r>
    </w:p>
    <w:p w14:paraId="23241C65" w14:textId="77777777" w:rsidR="004A4993" w:rsidRDefault="004A4993" w:rsidP="004A4993">
      <w:r>
        <w:t>— </w:t>
      </w:r>
      <w:r w:rsidR="008C5C61" w:rsidRPr="004C3E92">
        <w:t>Se peut-il qu</w:t>
      </w:r>
      <w:r>
        <w:t>’</w:t>
      </w:r>
      <w:r w:rsidR="008C5C61" w:rsidRPr="004C3E92">
        <w:t>il y ait quelque chose de plus humiliant pour la fierté d</w:t>
      </w:r>
      <w:r>
        <w:t>’</w:t>
      </w:r>
      <w:r w:rsidR="008C5C61" w:rsidRPr="004C3E92">
        <w:t>un homme</w:t>
      </w:r>
      <w:r>
        <w:t xml:space="preserve">, </w:t>
      </w:r>
      <w:r w:rsidR="008C5C61" w:rsidRPr="004C3E92">
        <w:t>reprit John</w:t>
      </w:r>
      <w:r>
        <w:t xml:space="preserve">, </w:t>
      </w:r>
      <w:r w:rsidR="008C5C61" w:rsidRPr="004C3E92">
        <w:t>que de voir son frère cadet en possession d</w:t>
      </w:r>
      <w:r>
        <w:t>’</w:t>
      </w:r>
      <w:r w:rsidR="008C5C61" w:rsidRPr="004C3E92">
        <w:t>un bien qui aurait pu être à lui</w:t>
      </w:r>
      <w:r>
        <w:t xml:space="preserve"> ? </w:t>
      </w:r>
      <w:r w:rsidR="008C5C61" w:rsidRPr="004C3E92">
        <w:t>Pauvre Edward</w:t>
      </w:r>
      <w:r>
        <w:t xml:space="preserve"> ! </w:t>
      </w:r>
      <w:r w:rsidR="008C5C61" w:rsidRPr="004C3E92">
        <w:t>Je compatis sincèrement à son malheur</w:t>
      </w:r>
      <w:r>
        <w:t>.</w:t>
      </w:r>
    </w:p>
    <w:p w14:paraId="3B642D00" w14:textId="77777777" w:rsidR="004A4993" w:rsidRDefault="008C5C61" w:rsidP="004A4993">
      <w:r w:rsidRPr="004C3E92">
        <w:t>Quelques minutes de plus</w:t>
      </w:r>
      <w:r w:rsidR="004A4993">
        <w:t xml:space="preserve">, </w:t>
      </w:r>
      <w:r w:rsidRPr="004C3E92">
        <w:t>consacrées à des effusions du même genre</w:t>
      </w:r>
      <w:r w:rsidR="004A4993">
        <w:t xml:space="preserve">, </w:t>
      </w:r>
      <w:r w:rsidRPr="004C3E92">
        <w:t>amenèrent sa visite à sa fin</w:t>
      </w:r>
      <w:r w:rsidR="004A4993">
        <w:t xml:space="preserve"> ; </w:t>
      </w:r>
      <w:r w:rsidRPr="004C3E92">
        <w:t>et en renouvelant à ses sœurs l</w:t>
      </w:r>
      <w:r w:rsidR="004A4993">
        <w:t>’</w:t>
      </w:r>
      <w:r w:rsidRPr="004C3E92">
        <w:t>assurance que l</w:t>
      </w:r>
      <w:r w:rsidR="004A4993">
        <w:t>’</w:t>
      </w:r>
      <w:r w:rsidRPr="004C3E92">
        <w:t>indisposition de Fanny ne présentait pas de danger sérieux</w:t>
      </w:r>
      <w:r w:rsidR="004A4993">
        <w:t xml:space="preserve">, </w:t>
      </w:r>
      <w:r w:rsidRPr="004C3E92">
        <w:t>et qu</w:t>
      </w:r>
      <w:r w:rsidR="004A4993">
        <w:t>’</w:t>
      </w:r>
      <w:r w:rsidRPr="004C3E92">
        <w:t>il était inutile</w:t>
      </w:r>
      <w:r w:rsidR="004A4993">
        <w:t xml:space="preserve">, </w:t>
      </w:r>
      <w:r w:rsidRPr="004C3E92">
        <w:t>en conséquence</w:t>
      </w:r>
      <w:r w:rsidR="004A4993">
        <w:t xml:space="preserve">, </w:t>
      </w:r>
      <w:r w:rsidRPr="004C3E92">
        <w:t>qu</w:t>
      </w:r>
      <w:r w:rsidR="004A4993">
        <w:t>’</w:t>
      </w:r>
      <w:r w:rsidRPr="004C3E92">
        <w:t>elles s</w:t>
      </w:r>
      <w:r w:rsidR="004A4993">
        <w:t>’</w:t>
      </w:r>
      <w:r w:rsidRPr="004C3E92">
        <w:t>en inquiétassent beaucoup</w:t>
      </w:r>
      <w:r w:rsidR="004A4993">
        <w:t xml:space="preserve">, </w:t>
      </w:r>
      <w:r w:rsidRPr="004C3E92">
        <w:t>il partit</w:t>
      </w:r>
      <w:r w:rsidR="004A4993">
        <w:t xml:space="preserve">, </w:t>
      </w:r>
      <w:r w:rsidRPr="004C3E92">
        <w:t>laissant les trois dames unanimes dans leurs sentiments touchant le cas présent</w:t>
      </w:r>
      <w:r w:rsidR="004A4993">
        <w:t xml:space="preserve">, – </w:t>
      </w:r>
      <w:r w:rsidRPr="004C3E92">
        <w:t>dans la mesure</w:t>
      </w:r>
      <w:r w:rsidR="004A4993">
        <w:t xml:space="preserve">, </w:t>
      </w:r>
      <w:r w:rsidRPr="004C3E92">
        <w:t>tout au moins</w:t>
      </w:r>
      <w:r w:rsidR="004A4993">
        <w:t xml:space="preserve">, </w:t>
      </w:r>
      <w:r w:rsidRPr="004C3E92">
        <w:t>où il s</w:t>
      </w:r>
      <w:r w:rsidR="004A4993">
        <w:t>’</w:t>
      </w:r>
      <w:r w:rsidRPr="004C3E92">
        <w:t>agissait de la conduite de Mrs</w:t>
      </w:r>
      <w:r w:rsidR="004A4993">
        <w:t xml:space="preserve">. </w:t>
      </w:r>
      <w:proofErr w:type="spellStart"/>
      <w:r w:rsidRPr="004C3E92">
        <w:t>Ferrars</w:t>
      </w:r>
      <w:proofErr w:type="spellEnd"/>
      <w:r w:rsidR="004A4993">
        <w:t xml:space="preserve">, </w:t>
      </w:r>
      <w:r w:rsidRPr="004C3E92">
        <w:t xml:space="preserve">de celle des </w:t>
      </w:r>
      <w:proofErr w:type="spellStart"/>
      <w:r w:rsidRPr="004C3E92">
        <w:t>Dashwood</w:t>
      </w:r>
      <w:proofErr w:type="spellEnd"/>
      <w:r w:rsidR="004A4993">
        <w:t xml:space="preserve">, </w:t>
      </w:r>
      <w:r w:rsidRPr="004C3E92">
        <w:t>et de celle d</w:t>
      </w:r>
      <w:r w:rsidR="004A4993">
        <w:t>’</w:t>
      </w:r>
      <w:r w:rsidRPr="004C3E92">
        <w:t>Edward</w:t>
      </w:r>
      <w:r w:rsidR="004A4993">
        <w:t>.</w:t>
      </w:r>
    </w:p>
    <w:p w14:paraId="7DC957FC" w14:textId="77777777" w:rsidR="004A4993" w:rsidRDefault="008C5C61" w:rsidP="004A4993">
      <w:r w:rsidRPr="004C3E92">
        <w:lastRenderedPageBreak/>
        <w:t>L</w:t>
      </w:r>
      <w:r w:rsidR="004A4993">
        <w:t>’</w:t>
      </w:r>
      <w:r w:rsidRPr="004C3E92">
        <w:t>indignation de Marianne éclata aussitôt qu</w:t>
      </w:r>
      <w:r w:rsidR="004A4993">
        <w:t>’</w:t>
      </w:r>
      <w:r w:rsidRPr="004C3E92">
        <w:t>il eut quitté la pièce</w:t>
      </w:r>
      <w:r w:rsidR="004A4993">
        <w:t xml:space="preserve"> ; </w:t>
      </w:r>
      <w:r w:rsidRPr="004C3E92">
        <w:t xml:space="preserve">et comme sa véhémence rendait la réserve impossible chez </w:t>
      </w:r>
      <w:proofErr w:type="spellStart"/>
      <w:r w:rsidRPr="004C3E92">
        <w:t>Elinor</w:t>
      </w:r>
      <w:proofErr w:type="spellEnd"/>
      <w:r w:rsidR="004A4993">
        <w:t xml:space="preserve">, </w:t>
      </w:r>
      <w:r w:rsidRPr="004C3E92">
        <w:t>et superflue chez Mrs</w:t>
      </w:r>
      <w:r w:rsidR="004A4993">
        <w:t xml:space="preserve">. </w:t>
      </w:r>
      <w:r w:rsidRPr="004C3E92">
        <w:t>Jennings</w:t>
      </w:r>
      <w:r w:rsidR="004A4993">
        <w:t xml:space="preserve">, </w:t>
      </w:r>
      <w:r w:rsidRPr="004C3E92">
        <w:t>elles s</w:t>
      </w:r>
      <w:r w:rsidR="004A4993">
        <w:t>’</w:t>
      </w:r>
      <w:r w:rsidRPr="004C3E92">
        <w:t>unirent to</w:t>
      </w:r>
      <w:r w:rsidRPr="004C3E92">
        <w:t>u</w:t>
      </w:r>
      <w:r w:rsidRPr="004C3E92">
        <w:t>tes trois dans une critique fort vigoureuse de la bande</w:t>
      </w:r>
      <w:r w:rsidR="004A4993">
        <w:t>.</w:t>
      </w:r>
    </w:p>
    <w:p w14:paraId="660AB5A5" w14:textId="0D1F1DDD" w:rsidR="008C5C61" w:rsidRPr="004C3E92" w:rsidRDefault="008C5C61" w:rsidP="004A4993">
      <w:pPr>
        <w:pStyle w:val="Titre1"/>
      </w:pPr>
      <w:bookmarkStart w:id="37" w:name="_Toc196409822"/>
      <w:r w:rsidRPr="004C3E92">
        <w:lastRenderedPageBreak/>
        <w:t>CHAPITRE XXXVIII</w:t>
      </w:r>
      <w:bookmarkEnd w:id="37"/>
      <w:r w:rsidRPr="004C3E92">
        <w:br/>
      </w:r>
    </w:p>
    <w:p w14:paraId="7413565D" w14:textId="77777777" w:rsidR="004A4993" w:rsidRDefault="008C5C61" w:rsidP="004A4993">
      <w:r w:rsidRPr="004C3E92">
        <w:t>Mrs</w:t>
      </w:r>
      <w:r w:rsidR="004A4993">
        <w:t xml:space="preserve">. </w:t>
      </w:r>
      <w:r w:rsidRPr="004C3E92">
        <w:t>Jennings fut fort chaleureuse dans ses louanges de l</w:t>
      </w:r>
      <w:r w:rsidR="004A4993">
        <w:t>’</w:t>
      </w:r>
      <w:r w:rsidRPr="004C3E92">
        <w:t>attitude d</w:t>
      </w:r>
      <w:r w:rsidR="004A4993">
        <w:t>’</w:t>
      </w:r>
      <w:r w:rsidRPr="004C3E92">
        <w:t>Edward</w:t>
      </w:r>
      <w:r w:rsidR="004A4993">
        <w:t xml:space="preserve">, </w:t>
      </w:r>
      <w:r w:rsidRPr="004C3E92">
        <w:t xml:space="preserve">mais </w:t>
      </w:r>
      <w:proofErr w:type="spellStart"/>
      <w:r w:rsidRPr="004C3E92">
        <w:t>Elinor</w:t>
      </w:r>
      <w:proofErr w:type="spellEnd"/>
      <w:r w:rsidRPr="004C3E92">
        <w:t xml:space="preserve"> et Marianne seules en compr</w:t>
      </w:r>
      <w:r w:rsidRPr="004C3E92">
        <w:t>i</w:t>
      </w:r>
      <w:r w:rsidRPr="004C3E92">
        <w:t>rent le mérite véritable</w:t>
      </w:r>
      <w:r w:rsidR="004A4993">
        <w:t xml:space="preserve">. </w:t>
      </w:r>
      <w:r w:rsidRPr="004C3E92">
        <w:t>Elles seules savaient combien il avait eu peu de chose pour le tenter à la désobéissance</w:t>
      </w:r>
      <w:r w:rsidR="004A4993">
        <w:t xml:space="preserve">, </w:t>
      </w:r>
      <w:r w:rsidRPr="004C3E92">
        <w:t>et combien ma</w:t>
      </w:r>
      <w:r w:rsidRPr="004C3E92">
        <w:t>i</w:t>
      </w:r>
      <w:r w:rsidRPr="004C3E92">
        <w:t>gre était la consolation</w:t>
      </w:r>
      <w:r w:rsidR="004A4993">
        <w:t xml:space="preserve">, </w:t>
      </w:r>
      <w:r w:rsidRPr="004C3E92">
        <w:t>en dehors de la conscience de faire son devoir</w:t>
      </w:r>
      <w:r w:rsidR="004A4993">
        <w:t xml:space="preserve">, </w:t>
      </w:r>
      <w:r w:rsidRPr="004C3E92">
        <w:t>qui pouvait lui rester dans la perte de ses amis et de sa fortune</w:t>
      </w:r>
      <w:r w:rsidR="004A4993">
        <w:t xml:space="preserve">. </w:t>
      </w:r>
      <w:proofErr w:type="spellStart"/>
      <w:r w:rsidRPr="004C3E92">
        <w:t>Elinor</w:t>
      </w:r>
      <w:proofErr w:type="spellEnd"/>
      <w:r w:rsidRPr="004C3E92">
        <w:t xml:space="preserve"> se fit gloire de sa probité</w:t>
      </w:r>
      <w:r w:rsidR="004A4993">
        <w:t xml:space="preserve"> ; </w:t>
      </w:r>
      <w:r w:rsidRPr="004C3E92">
        <w:t>et Marianne pardonna toutes ses offenses</w:t>
      </w:r>
      <w:r w:rsidR="004A4993">
        <w:t xml:space="preserve">, </w:t>
      </w:r>
      <w:r w:rsidRPr="004C3E92">
        <w:t>dans la compassion qu</w:t>
      </w:r>
      <w:r w:rsidR="004A4993">
        <w:t>’</w:t>
      </w:r>
      <w:r w:rsidRPr="004C3E92">
        <w:t>elle éprouvait pour sa punition</w:t>
      </w:r>
      <w:r w:rsidR="004A4993">
        <w:t xml:space="preserve">. </w:t>
      </w:r>
      <w:r w:rsidRPr="004C3E92">
        <w:t>Mais bien que les confidences entre elles fussent</w:t>
      </w:r>
      <w:r w:rsidR="004A4993">
        <w:t xml:space="preserve">, </w:t>
      </w:r>
      <w:r w:rsidRPr="004C3E92">
        <w:t>par cette découverte rendue publique</w:t>
      </w:r>
      <w:r w:rsidR="004A4993">
        <w:t xml:space="preserve">, </w:t>
      </w:r>
      <w:r w:rsidRPr="004C3E92">
        <w:t>rétablies dans leur état convenable</w:t>
      </w:r>
      <w:r w:rsidR="004A4993">
        <w:t xml:space="preserve">, </w:t>
      </w:r>
      <w:r w:rsidRPr="004C3E92">
        <w:t>ce n</w:t>
      </w:r>
      <w:r w:rsidR="004A4993">
        <w:t>’</w:t>
      </w:r>
      <w:r w:rsidRPr="004C3E92">
        <w:t>était pas là un sujet sur lequel l</w:t>
      </w:r>
      <w:r w:rsidR="004A4993">
        <w:t>’</w:t>
      </w:r>
      <w:r w:rsidRPr="004C3E92">
        <w:t>une ou l</w:t>
      </w:r>
      <w:r w:rsidR="004A4993">
        <w:t>’</w:t>
      </w:r>
      <w:r w:rsidRPr="004C3E92">
        <w:t>autre aimait à s</w:t>
      </w:r>
      <w:r w:rsidR="004A4993">
        <w:t>’</w:t>
      </w:r>
      <w:r w:rsidRPr="004C3E92">
        <w:t>appesantir quand elle était seule</w:t>
      </w:r>
      <w:r w:rsidR="004A4993">
        <w:t xml:space="preserve">. </w:t>
      </w:r>
      <w:proofErr w:type="spellStart"/>
      <w:r w:rsidRPr="004C3E92">
        <w:t>Elinor</w:t>
      </w:r>
      <w:proofErr w:type="spellEnd"/>
      <w:r w:rsidRPr="004C3E92">
        <w:t xml:space="preserve"> l</w:t>
      </w:r>
      <w:r w:rsidR="004A4993">
        <w:t>’</w:t>
      </w:r>
      <w:r w:rsidRPr="004C3E92">
        <w:t>évitait par principe</w:t>
      </w:r>
      <w:r w:rsidR="004A4993">
        <w:t xml:space="preserve">, </w:t>
      </w:r>
      <w:r w:rsidRPr="004C3E92">
        <w:t>comme tendant à ancrer encore davantage dans ses pensées</w:t>
      </w:r>
      <w:r w:rsidR="004A4993">
        <w:t xml:space="preserve">, </w:t>
      </w:r>
      <w:r w:rsidRPr="004C3E92">
        <w:t>en raison des assurances trop ardentes</w:t>
      </w:r>
      <w:r w:rsidR="004A4993">
        <w:t xml:space="preserve">, </w:t>
      </w:r>
      <w:r w:rsidRPr="004C3E92">
        <w:t>trop positives</w:t>
      </w:r>
      <w:r w:rsidR="004A4993">
        <w:t xml:space="preserve">, </w:t>
      </w:r>
      <w:r w:rsidRPr="004C3E92">
        <w:t>de Marianne</w:t>
      </w:r>
      <w:r w:rsidR="004A4993">
        <w:t xml:space="preserve">, </w:t>
      </w:r>
      <w:r w:rsidRPr="004C3E92">
        <w:t>cette croyance à l</w:t>
      </w:r>
      <w:r w:rsidR="004A4993">
        <w:t>’</w:t>
      </w:r>
      <w:r w:rsidRPr="004C3E92">
        <w:t>affection persistante d</w:t>
      </w:r>
      <w:r w:rsidR="004A4993">
        <w:t>’</w:t>
      </w:r>
      <w:r w:rsidRPr="004C3E92">
        <w:t>Edward pour elle</w:t>
      </w:r>
      <w:r w:rsidR="004A4993">
        <w:t xml:space="preserve">, </w:t>
      </w:r>
      <w:r w:rsidRPr="004C3E92">
        <w:t>dont elle désirait plutôt se défaire</w:t>
      </w:r>
      <w:r w:rsidR="004A4993">
        <w:t xml:space="preserve"> ; </w:t>
      </w:r>
      <w:r w:rsidRPr="004C3E92">
        <w:t>et le courage de Marianne ne tardait pas à lui faire défaut lorsqu</w:t>
      </w:r>
      <w:r w:rsidR="004A4993">
        <w:t>’</w:t>
      </w:r>
      <w:r w:rsidRPr="004C3E92">
        <w:t>elle essayait de converser sur un sujet qui la laissait chaque fois plus méconte</w:t>
      </w:r>
      <w:r w:rsidRPr="004C3E92">
        <w:t>n</w:t>
      </w:r>
      <w:r w:rsidRPr="004C3E92">
        <w:t>te d</w:t>
      </w:r>
      <w:r w:rsidR="004A4993">
        <w:t>’</w:t>
      </w:r>
      <w:r w:rsidRPr="004C3E92">
        <w:t>elle-même que jamais</w:t>
      </w:r>
      <w:r w:rsidR="004A4993">
        <w:t xml:space="preserve">, </w:t>
      </w:r>
      <w:r w:rsidRPr="004C3E92">
        <w:t>en raison de la comparaison qu</w:t>
      </w:r>
      <w:r w:rsidR="004A4993">
        <w:t>’</w:t>
      </w:r>
      <w:r w:rsidRPr="004C3E92">
        <w:t>il produisait nécessairement entre la conduite d</w:t>
      </w:r>
      <w:r w:rsidR="004A4993">
        <w:t>’</w:t>
      </w:r>
      <w:proofErr w:type="spellStart"/>
      <w:r w:rsidRPr="004C3E92">
        <w:t>Elinor</w:t>
      </w:r>
      <w:proofErr w:type="spellEnd"/>
      <w:r w:rsidRPr="004C3E92">
        <w:t xml:space="preserve"> et la sie</w:t>
      </w:r>
      <w:r w:rsidRPr="004C3E92">
        <w:t>n</w:t>
      </w:r>
      <w:r w:rsidRPr="004C3E92">
        <w:t>ne</w:t>
      </w:r>
      <w:r w:rsidR="004A4993">
        <w:t>.</w:t>
      </w:r>
    </w:p>
    <w:p w14:paraId="082D688F" w14:textId="77777777" w:rsidR="004A4993" w:rsidRDefault="008C5C61" w:rsidP="004A4993">
      <w:r w:rsidRPr="004C3E92">
        <w:t>Elle sentait toute la force de cette comparaison</w:t>
      </w:r>
      <w:r w:rsidR="004A4993">
        <w:t xml:space="preserve"> ; </w:t>
      </w:r>
      <w:r w:rsidRPr="004C3E92">
        <w:t>mais non pas</w:t>
      </w:r>
      <w:r w:rsidR="004A4993">
        <w:t xml:space="preserve">, </w:t>
      </w:r>
      <w:r w:rsidRPr="004C3E92">
        <w:t>comme sa sœur l</w:t>
      </w:r>
      <w:r w:rsidR="004A4993">
        <w:t>’</w:t>
      </w:r>
      <w:r w:rsidRPr="004C3E92">
        <w:t>avait espéré</w:t>
      </w:r>
      <w:r w:rsidR="004A4993">
        <w:t xml:space="preserve">, </w:t>
      </w:r>
      <w:r w:rsidRPr="004C3E92">
        <w:t>pour la pousser maintenant à l</w:t>
      </w:r>
      <w:r w:rsidR="004A4993">
        <w:t>’</w:t>
      </w:r>
      <w:r w:rsidRPr="004C3E92">
        <w:t>effort</w:t>
      </w:r>
      <w:r w:rsidR="004A4993">
        <w:t xml:space="preserve"> ; </w:t>
      </w:r>
      <w:r w:rsidRPr="004C3E92">
        <w:t>elle la sentait avec toute la douleur des reproches qu</w:t>
      </w:r>
      <w:r w:rsidR="004A4993">
        <w:t>’</w:t>
      </w:r>
      <w:r w:rsidRPr="004C3E92">
        <w:t>elle s</w:t>
      </w:r>
      <w:r w:rsidR="004A4993">
        <w:t>’</w:t>
      </w:r>
      <w:r w:rsidRPr="004C3E92">
        <w:t>adressait continuellement</w:t>
      </w:r>
      <w:r w:rsidR="004A4993">
        <w:t xml:space="preserve">, – </w:t>
      </w:r>
      <w:r w:rsidRPr="004C3E92">
        <w:t>elle regrettait amèrement de n</w:t>
      </w:r>
      <w:r w:rsidR="004A4993">
        <w:t>’</w:t>
      </w:r>
      <w:r w:rsidRPr="004C3E92">
        <w:t>avoir jamais tenté précédemment cet effort</w:t>
      </w:r>
      <w:r w:rsidR="004A4993">
        <w:t xml:space="preserve">, </w:t>
      </w:r>
      <w:r w:rsidRPr="004C3E92">
        <w:t>mais cela n</w:t>
      </w:r>
      <w:r w:rsidR="004A4993">
        <w:t>’</w:t>
      </w:r>
      <w:r w:rsidRPr="004C3E92">
        <w:t>amenait que la torture de la pénitence</w:t>
      </w:r>
      <w:r w:rsidR="004A4993">
        <w:t xml:space="preserve">, </w:t>
      </w:r>
      <w:r w:rsidRPr="004C3E92">
        <w:t>sans l</w:t>
      </w:r>
      <w:r w:rsidR="004A4993">
        <w:t>’</w:t>
      </w:r>
      <w:r w:rsidRPr="004C3E92">
        <w:t>espoir de l</w:t>
      </w:r>
      <w:r w:rsidR="004A4993">
        <w:t>’</w:t>
      </w:r>
      <w:r w:rsidRPr="004C3E92">
        <w:t>amendement</w:t>
      </w:r>
      <w:r w:rsidR="004A4993">
        <w:t xml:space="preserve">. </w:t>
      </w:r>
      <w:r w:rsidRPr="004C3E92">
        <w:t xml:space="preserve">Son esprit était tellement affaibli </w:t>
      </w:r>
      <w:r w:rsidRPr="004C3E92">
        <w:lastRenderedPageBreak/>
        <w:t>qu</w:t>
      </w:r>
      <w:r w:rsidR="004A4993">
        <w:t>’</w:t>
      </w:r>
      <w:r w:rsidRPr="004C3E92">
        <w:t>elle s</w:t>
      </w:r>
      <w:r w:rsidR="004A4993">
        <w:t>’</w:t>
      </w:r>
      <w:r w:rsidRPr="004C3E92">
        <w:t>imaginait encore que tout effort actuel était impossible</w:t>
      </w:r>
      <w:r w:rsidR="004A4993">
        <w:t xml:space="preserve">, </w:t>
      </w:r>
      <w:r w:rsidRPr="004C3E92">
        <w:t>et c</w:t>
      </w:r>
      <w:r w:rsidR="004A4993">
        <w:t>’</w:t>
      </w:r>
      <w:r w:rsidRPr="004C3E92">
        <w:t>est pourquoi elle n</w:t>
      </w:r>
      <w:r w:rsidR="004A4993">
        <w:t>’</w:t>
      </w:r>
      <w:r w:rsidRPr="004C3E92">
        <w:t>en était que plus découragée</w:t>
      </w:r>
      <w:r w:rsidR="004A4993">
        <w:t>.</w:t>
      </w:r>
    </w:p>
    <w:p w14:paraId="10D4EC67" w14:textId="77777777" w:rsidR="004A4993" w:rsidRDefault="008C5C61" w:rsidP="004A4993">
      <w:r w:rsidRPr="004C3E92">
        <w:t>Elles n</w:t>
      </w:r>
      <w:r w:rsidR="004A4993">
        <w:t>’</w:t>
      </w:r>
      <w:r w:rsidRPr="004C3E92">
        <w:t>apprirent plus rien de nouveau</w:t>
      </w:r>
      <w:r w:rsidR="004A4993">
        <w:t xml:space="preserve">, </w:t>
      </w:r>
      <w:r w:rsidRPr="004C3E92">
        <w:t>pendant un jour ou deux</w:t>
      </w:r>
      <w:r w:rsidR="004A4993">
        <w:t xml:space="preserve">, </w:t>
      </w:r>
      <w:r w:rsidRPr="004C3E92">
        <w:t xml:space="preserve">des affaires de Harley Street et de </w:t>
      </w:r>
      <w:proofErr w:type="spellStart"/>
      <w:r w:rsidRPr="004C3E92">
        <w:t>Bartlett</w:t>
      </w:r>
      <w:r w:rsidR="004A4993">
        <w:t>’</w:t>
      </w:r>
      <w:r w:rsidRPr="004C3E92">
        <w:t>s</w:t>
      </w:r>
      <w:proofErr w:type="spellEnd"/>
      <w:r w:rsidRPr="004C3E92">
        <w:t xml:space="preserve"> Buildings</w:t>
      </w:r>
      <w:r w:rsidR="004A4993">
        <w:t xml:space="preserve">. </w:t>
      </w:r>
      <w:r w:rsidRPr="004C3E92">
        <w:t>Bien qu</w:t>
      </w:r>
      <w:r w:rsidR="004A4993">
        <w:t>’</w:t>
      </w:r>
      <w:r w:rsidRPr="004C3E92">
        <w:t>elles en connussent déjà suffisamment pour que Mrs</w:t>
      </w:r>
      <w:r w:rsidR="004A4993">
        <w:t xml:space="preserve">. </w:t>
      </w:r>
      <w:r w:rsidRPr="004C3E92">
        <w:t>Jennings eût de quoi s</w:t>
      </w:r>
      <w:r w:rsidR="004A4993">
        <w:t>’</w:t>
      </w:r>
      <w:r w:rsidRPr="004C3E92">
        <w:t>occuper à propager ce qu</w:t>
      </w:r>
      <w:r w:rsidR="004A4993">
        <w:t>’</w:t>
      </w:r>
      <w:r w:rsidRPr="004C3E92">
        <w:t>elle savait</w:t>
      </w:r>
      <w:r w:rsidR="004A4993">
        <w:t xml:space="preserve">, </w:t>
      </w:r>
      <w:r w:rsidRPr="004C3E92">
        <w:t>sans en rechercher davantage</w:t>
      </w:r>
      <w:r w:rsidR="004A4993">
        <w:t xml:space="preserve">, </w:t>
      </w:r>
      <w:r w:rsidRPr="004C3E92">
        <w:t>celle-ci s</w:t>
      </w:r>
      <w:r w:rsidR="004A4993">
        <w:t>’</w:t>
      </w:r>
      <w:r w:rsidRPr="004C3E92">
        <w:t>était résolue dès l</w:t>
      </w:r>
      <w:r w:rsidR="004A4993">
        <w:t>’</w:t>
      </w:r>
      <w:r w:rsidRPr="004C3E92">
        <w:t>abord à faire une visite de consolation et de curiosité à ses cousines dès qu</w:t>
      </w:r>
      <w:r w:rsidR="004A4993">
        <w:t>’</w:t>
      </w:r>
      <w:r w:rsidRPr="004C3E92">
        <w:t>elle le pourrait</w:t>
      </w:r>
      <w:r w:rsidR="004A4993">
        <w:t xml:space="preserve"> ; </w:t>
      </w:r>
      <w:r w:rsidRPr="004C3E92">
        <w:t>et seul l</w:t>
      </w:r>
      <w:r w:rsidR="004A4993">
        <w:t>’</w:t>
      </w:r>
      <w:r w:rsidRPr="004C3E92">
        <w:t>empêchement d</w:t>
      </w:r>
      <w:r w:rsidR="004A4993">
        <w:t>’</w:t>
      </w:r>
      <w:r w:rsidRPr="004C3E92">
        <w:t>un surcroît inhab</w:t>
      </w:r>
      <w:r w:rsidRPr="004C3E92">
        <w:t>i</w:t>
      </w:r>
      <w:r w:rsidRPr="004C3E92">
        <w:t>tuel de visiteurs l</w:t>
      </w:r>
      <w:r w:rsidR="004A4993">
        <w:t>’</w:t>
      </w:r>
      <w:r w:rsidRPr="004C3E92">
        <w:t>avait retenue d</w:t>
      </w:r>
      <w:r w:rsidR="004A4993">
        <w:t>’</w:t>
      </w:r>
      <w:r w:rsidRPr="004C3E92">
        <w:t>aller les voir avant ce délai</w:t>
      </w:r>
      <w:r w:rsidR="004A4993">
        <w:t>.</w:t>
      </w:r>
    </w:p>
    <w:p w14:paraId="1F69A287" w14:textId="77777777" w:rsidR="004A4993" w:rsidRDefault="008C5C61" w:rsidP="004A4993">
      <w:r w:rsidRPr="004C3E92">
        <w:t>Le troisième jour qui suivit celui où elles avaient appris les détails de l</w:t>
      </w:r>
      <w:r w:rsidR="004A4993">
        <w:t>’</w:t>
      </w:r>
      <w:r w:rsidRPr="004C3E92">
        <w:t>affaire fut un dimanche si beau</w:t>
      </w:r>
      <w:r w:rsidR="004A4993">
        <w:t xml:space="preserve">, </w:t>
      </w:r>
      <w:r w:rsidRPr="004C3E92">
        <w:t>si clément</w:t>
      </w:r>
      <w:r w:rsidR="004A4993">
        <w:t xml:space="preserve">, </w:t>
      </w:r>
      <w:r w:rsidRPr="004C3E92">
        <w:t>qu</w:t>
      </w:r>
      <w:r w:rsidR="004A4993">
        <w:t>’</w:t>
      </w:r>
      <w:r w:rsidRPr="004C3E92">
        <w:t>il att</w:t>
      </w:r>
      <w:r w:rsidRPr="004C3E92">
        <w:t>i</w:t>
      </w:r>
      <w:r w:rsidRPr="004C3E92">
        <w:t>ra une foule nombreuse aux Jardins de Kensington</w:t>
      </w:r>
      <w:r w:rsidR="004A4993">
        <w:t xml:space="preserve">, </w:t>
      </w:r>
      <w:r w:rsidRPr="004C3E92">
        <w:t>bien qu</w:t>
      </w:r>
      <w:r w:rsidR="004A4993">
        <w:t>’</w:t>
      </w:r>
      <w:r w:rsidRPr="004C3E92">
        <w:t>on ne fût que dans la seconde semaine de mars</w:t>
      </w:r>
      <w:r w:rsidR="004A4993">
        <w:t xml:space="preserve">. </w:t>
      </w:r>
      <w:r w:rsidRPr="004C3E92">
        <w:t>Mrs</w:t>
      </w:r>
      <w:r w:rsidR="004A4993">
        <w:t xml:space="preserve">. </w:t>
      </w:r>
      <w:r w:rsidRPr="004C3E92">
        <w:t xml:space="preserve">Jennings et </w:t>
      </w:r>
      <w:proofErr w:type="spellStart"/>
      <w:r w:rsidRPr="004C3E92">
        <w:t>Elinor</w:t>
      </w:r>
      <w:proofErr w:type="spellEnd"/>
      <w:r w:rsidRPr="004C3E92">
        <w:t xml:space="preserve"> furent de ce nombre</w:t>
      </w:r>
      <w:r w:rsidR="004A4993">
        <w:t xml:space="preserve"> ; </w:t>
      </w:r>
      <w:r w:rsidRPr="004C3E92">
        <w:t>mais Marianne</w:t>
      </w:r>
      <w:r w:rsidR="004A4993">
        <w:t xml:space="preserve">, </w:t>
      </w:r>
      <w:r w:rsidRPr="004C3E92">
        <w:t>qui savait que les Willoughby étaient revenus à Londres</w:t>
      </w:r>
      <w:r w:rsidR="004A4993">
        <w:t xml:space="preserve">, </w:t>
      </w:r>
      <w:r w:rsidRPr="004C3E92">
        <w:t>et qui redoutait con</w:t>
      </w:r>
      <w:r w:rsidRPr="004C3E92">
        <w:t>s</w:t>
      </w:r>
      <w:r w:rsidRPr="004C3E92">
        <w:t>tamment de les rencontrer</w:t>
      </w:r>
      <w:r w:rsidR="004A4993">
        <w:t xml:space="preserve">, </w:t>
      </w:r>
      <w:r w:rsidRPr="004C3E92">
        <w:t>aima mieux rester à la maison que de s</w:t>
      </w:r>
      <w:r w:rsidR="004A4993">
        <w:t>’</w:t>
      </w:r>
      <w:r w:rsidRPr="004C3E92">
        <w:t>aventurer dans un endroit aussi public</w:t>
      </w:r>
      <w:r w:rsidR="004A4993">
        <w:t>.</w:t>
      </w:r>
    </w:p>
    <w:p w14:paraId="621FD802" w14:textId="77777777" w:rsidR="004A4993" w:rsidRDefault="008C5C61" w:rsidP="004A4993">
      <w:r w:rsidRPr="004C3E92">
        <w:t>Une connaissance intime de Mrs</w:t>
      </w:r>
      <w:r w:rsidR="004A4993">
        <w:t xml:space="preserve">. </w:t>
      </w:r>
      <w:r w:rsidRPr="004C3E92">
        <w:t>Jennings se joignit à elles peu après qu</w:t>
      </w:r>
      <w:r w:rsidR="004A4993">
        <w:t>’</w:t>
      </w:r>
      <w:r w:rsidRPr="004C3E92">
        <w:t>elles eurent pénétré dans les Jardins</w:t>
      </w:r>
      <w:r w:rsidR="004A4993">
        <w:t xml:space="preserve">, </w:t>
      </w:r>
      <w:r w:rsidRPr="004C3E92">
        <w:t xml:space="preserve">et </w:t>
      </w:r>
      <w:proofErr w:type="spellStart"/>
      <w:r w:rsidRPr="004C3E92">
        <w:t>Elinor</w:t>
      </w:r>
      <w:proofErr w:type="spellEnd"/>
      <w:r w:rsidRPr="004C3E92">
        <w:t xml:space="preserve"> ne regretta pas qu</w:t>
      </w:r>
      <w:r w:rsidR="004A4993">
        <w:t>’</w:t>
      </w:r>
      <w:r w:rsidRPr="004C3E92">
        <w:t>en continuant sa promenade avec elles</w:t>
      </w:r>
      <w:r w:rsidR="004A4993">
        <w:t xml:space="preserve">, </w:t>
      </w:r>
      <w:r w:rsidRPr="004C3E92">
        <w:t>et en a</w:t>
      </w:r>
      <w:r w:rsidRPr="004C3E92">
        <w:t>c</w:t>
      </w:r>
      <w:r w:rsidRPr="004C3E92">
        <w:t>caparant toute la conversation de Mrs</w:t>
      </w:r>
      <w:r w:rsidR="004A4993">
        <w:t xml:space="preserve">. </w:t>
      </w:r>
      <w:r w:rsidRPr="004C3E92">
        <w:t>Jennings</w:t>
      </w:r>
      <w:r w:rsidR="004A4993">
        <w:t xml:space="preserve">, </w:t>
      </w:r>
      <w:r w:rsidRPr="004C3E92">
        <w:t>elle lui permit de s</w:t>
      </w:r>
      <w:r w:rsidR="004A4993">
        <w:t>’</w:t>
      </w:r>
      <w:r w:rsidRPr="004C3E92">
        <w:t>abandonner à ses calmes réflexions personnelles</w:t>
      </w:r>
      <w:r w:rsidR="004A4993">
        <w:t xml:space="preserve">. </w:t>
      </w:r>
      <w:r w:rsidRPr="004C3E92">
        <w:t>Elle ne vit rien chez les Willoughby</w:t>
      </w:r>
      <w:r w:rsidR="004A4993">
        <w:t xml:space="preserve">, </w:t>
      </w:r>
      <w:r w:rsidRPr="004C3E92">
        <w:t>ni chez Edward</w:t>
      </w:r>
      <w:r w:rsidR="004A4993">
        <w:t xml:space="preserve">, </w:t>
      </w:r>
      <w:r w:rsidRPr="004C3E92">
        <w:t>ni</w:t>
      </w:r>
      <w:r w:rsidR="004A4993">
        <w:t xml:space="preserve">, </w:t>
      </w:r>
      <w:r w:rsidRPr="004C3E92">
        <w:t>pendant quelque temps</w:t>
      </w:r>
      <w:r w:rsidR="004A4993">
        <w:t xml:space="preserve">, </w:t>
      </w:r>
      <w:r w:rsidRPr="004C3E92">
        <w:t>chez personne</w:t>
      </w:r>
      <w:r w:rsidR="004A4993">
        <w:t xml:space="preserve">, </w:t>
      </w:r>
      <w:r w:rsidRPr="004C3E92">
        <w:t>qui pût</w:t>
      </w:r>
      <w:r w:rsidR="004A4993">
        <w:t xml:space="preserve">, </w:t>
      </w:r>
      <w:r w:rsidRPr="004C3E92">
        <w:t>par aucun hasard</w:t>
      </w:r>
      <w:r w:rsidR="004A4993">
        <w:t xml:space="preserve">, </w:t>
      </w:r>
      <w:r w:rsidRPr="004C3E92">
        <w:t>sérieux ou gai</w:t>
      </w:r>
      <w:r w:rsidR="004A4993">
        <w:t xml:space="preserve">, </w:t>
      </w:r>
      <w:r w:rsidRPr="004C3E92">
        <w:t>être de quelque intérêt pour elle</w:t>
      </w:r>
      <w:r w:rsidR="004A4993">
        <w:t xml:space="preserve">. </w:t>
      </w:r>
      <w:r w:rsidRPr="004C3E92">
        <w:t>Mais elle se trouva enfin</w:t>
      </w:r>
      <w:r w:rsidR="004A4993">
        <w:t xml:space="preserve">, </w:t>
      </w:r>
      <w:r w:rsidRPr="004C3E92">
        <w:t>non sans surprise</w:t>
      </w:r>
      <w:r w:rsidR="004A4993">
        <w:t xml:space="preserve">, </w:t>
      </w:r>
      <w:r w:rsidRPr="004C3E92">
        <w:t>accostée par miss Steele</w:t>
      </w:r>
      <w:r w:rsidR="004A4993">
        <w:t xml:space="preserve">, </w:t>
      </w:r>
      <w:r w:rsidRPr="004C3E92">
        <w:t>qui</w:t>
      </w:r>
      <w:r w:rsidR="004A4993">
        <w:t xml:space="preserve">, </w:t>
      </w:r>
      <w:r w:rsidRPr="004C3E92">
        <w:t>bien qu</w:t>
      </w:r>
      <w:r w:rsidR="004A4993">
        <w:t>’</w:t>
      </w:r>
      <w:r w:rsidRPr="004C3E92">
        <w:t>elle parût un peu intimidée</w:t>
      </w:r>
      <w:r w:rsidR="004A4993">
        <w:t xml:space="preserve">, </w:t>
      </w:r>
      <w:r w:rsidRPr="004C3E92">
        <w:t>exprima une vive satisfaction à les rencontrer</w:t>
      </w:r>
      <w:r w:rsidR="004A4993">
        <w:t xml:space="preserve">, </w:t>
      </w:r>
      <w:r w:rsidRPr="004C3E92">
        <w:t>et qui</w:t>
      </w:r>
      <w:r w:rsidR="004A4993">
        <w:t xml:space="preserve">, </w:t>
      </w:r>
      <w:r w:rsidRPr="004C3E92">
        <w:t>y ayant été encouragée par l</w:t>
      </w:r>
      <w:r w:rsidR="004A4993">
        <w:t>’</w:t>
      </w:r>
      <w:r w:rsidRPr="004C3E92">
        <w:t>amabilité spéciale de Mrs</w:t>
      </w:r>
      <w:r w:rsidR="004A4993">
        <w:t xml:space="preserve">. </w:t>
      </w:r>
      <w:r w:rsidRPr="004C3E92">
        <w:t>Jennings</w:t>
      </w:r>
      <w:r w:rsidR="004A4993">
        <w:t xml:space="preserve">, </w:t>
      </w:r>
      <w:r w:rsidRPr="004C3E92">
        <w:t xml:space="preserve">quitta pendant </w:t>
      </w:r>
      <w:r w:rsidRPr="004C3E92">
        <w:lastRenderedPageBreak/>
        <w:t>quelque temps son propre groupe pour se joindre au leur</w:t>
      </w:r>
      <w:r w:rsidR="004A4993">
        <w:t xml:space="preserve">. </w:t>
      </w:r>
      <w:r w:rsidRPr="004C3E92">
        <w:t>Mrs</w:t>
      </w:r>
      <w:r w:rsidR="004A4993">
        <w:t xml:space="preserve">. </w:t>
      </w:r>
      <w:r w:rsidRPr="004C3E92">
        <w:t>Jennings glissa immédiatement à l</w:t>
      </w:r>
      <w:r w:rsidR="004A4993">
        <w:t>’</w:t>
      </w:r>
      <w:r w:rsidRPr="004C3E92">
        <w:t>oreille d</w:t>
      </w:r>
      <w:r w:rsidR="004A4993">
        <w:t>’</w:t>
      </w:r>
      <w:proofErr w:type="spellStart"/>
      <w:r w:rsidRPr="004C3E92">
        <w:t>Elinor</w:t>
      </w:r>
      <w:proofErr w:type="spellEnd"/>
      <w:r w:rsidR="004A4993">
        <w:t> :</w:t>
      </w:r>
    </w:p>
    <w:p w14:paraId="18CC496D" w14:textId="77777777" w:rsidR="004A4993" w:rsidRDefault="004A4993" w:rsidP="004A4993">
      <w:r>
        <w:t>— </w:t>
      </w:r>
      <w:r w:rsidR="008C5C61" w:rsidRPr="004C3E92">
        <w:t>Tirez-lui tous les détails</w:t>
      </w:r>
      <w:r>
        <w:t xml:space="preserve">, </w:t>
      </w:r>
      <w:r w:rsidR="008C5C61" w:rsidRPr="004C3E92">
        <w:t>ma chérie</w:t>
      </w:r>
      <w:r>
        <w:t xml:space="preserve">. </w:t>
      </w:r>
      <w:r w:rsidR="008C5C61" w:rsidRPr="004C3E92">
        <w:t>Elle vous dira tout</w:t>
      </w:r>
      <w:r>
        <w:t xml:space="preserve">, </w:t>
      </w:r>
      <w:r w:rsidR="008C5C61" w:rsidRPr="004C3E92">
        <w:t>si vous l</w:t>
      </w:r>
      <w:r>
        <w:t>’</w:t>
      </w:r>
      <w:r w:rsidR="008C5C61" w:rsidRPr="004C3E92">
        <w:t>interrogez</w:t>
      </w:r>
      <w:r>
        <w:t xml:space="preserve">. </w:t>
      </w:r>
      <w:r w:rsidR="008C5C61" w:rsidRPr="004C3E92">
        <w:t>Vous comprenez</w:t>
      </w:r>
      <w:r>
        <w:t xml:space="preserve">, </w:t>
      </w:r>
      <w:r w:rsidR="008C5C61" w:rsidRPr="004C3E92">
        <w:t>je ne peux pas lâcher Mrs</w:t>
      </w:r>
      <w:r>
        <w:t xml:space="preserve">. </w:t>
      </w:r>
      <w:r w:rsidR="008C5C61" w:rsidRPr="004C3E92">
        <w:t>Clarke</w:t>
      </w:r>
      <w:r>
        <w:t>.</w:t>
      </w:r>
    </w:p>
    <w:p w14:paraId="088F1A4C" w14:textId="77777777" w:rsidR="004A4993" w:rsidRDefault="008C5C61" w:rsidP="004A4993">
      <w:r w:rsidRPr="004C3E92">
        <w:t>Heureusement</w:t>
      </w:r>
      <w:r w:rsidR="004A4993">
        <w:t xml:space="preserve">, </w:t>
      </w:r>
      <w:r w:rsidRPr="004C3E92">
        <w:t>toutefois</w:t>
      </w:r>
      <w:r w:rsidR="004A4993">
        <w:t xml:space="preserve">, </w:t>
      </w:r>
      <w:r w:rsidRPr="004C3E92">
        <w:t>pour la curiosité de Mrs</w:t>
      </w:r>
      <w:r w:rsidR="004A4993">
        <w:t xml:space="preserve">. </w:t>
      </w:r>
      <w:r w:rsidRPr="004C3E92">
        <w:t>Je</w:t>
      </w:r>
      <w:r w:rsidRPr="004C3E92">
        <w:t>n</w:t>
      </w:r>
      <w:r w:rsidRPr="004C3E92">
        <w:t>nings</w:t>
      </w:r>
      <w:r w:rsidR="004A4993">
        <w:t xml:space="preserve">, </w:t>
      </w:r>
      <w:r w:rsidRPr="004C3E92">
        <w:t>ainsi que pour celle d</w:t>
      </w:r>
      <w:r w:rsidR="004A4993">
        <w:t>’</w:t>
      </w:r>
      <w:proofErr w:type="spellStart"/>
      <w:r w:rsidRPr="004C3E92">
        <w:t>Elinor</w:t>
      </w:r>
      <w:proofErr w:type="spellEnd"/>
      <w:r w:rsidR="004A4993">
        <w:t xml:space="preserve">, </w:t>
      </w:r>
      <w:r w:rsidRPr="004C3E92">
        <w:t>elle était disposée à tout d</w:t>
      </w:r>
      <w:r w:rsidRPr="004C3E92">
        <w:t>i</w:t>
      </w:r>
      <w:r w:rsidRPr="004C3E92">
        <w:t>re sans qu</w:t>
      </w:r>
      <w:r w:rsidR="004A4993">
        <w:t>’</w:t>
      </w:r>
      <w:r w:rsidRPr="004C3E92">
        <w:t>on l</w:t>
      </w:r>
      <w:r w:rsidR="004A4993">
        <w:t>’</w:t>
      </w:r>
      <w:r w:rsidRPr="004C3E92">
        <w:t>interrogeât</w:t>
      </w:r>
      <w:r w:rsidR="004A4993">
        <w:t xml:space="preserve"> ; </w:t>
      </w:r>
      <w:r w:rsidRPr="004C3E92">
        <w:t>car sinon</w:t>
      </w:r>
      <w:r w:rsidR="004A4993">
        <w:t xml:space="preserve">, </w:t>
      </w:r>
      <w:r w:rsidRPr="004C3E92">
        <w:t>rien n</w:t>
      </w:r>
      <w:r w:rsidR="004A4993">
        <w:t>’</w:t>
      </w:r>
      <w:r w:rsidRPr="004C3E92">
        <w:t>eût été appris</w:t>
      </w:r>
      <w:r w:rsidR="004A4993">
        <w:t>.</w:t>
      </w:r>
    </w:p>
    <w:p w14:paraId="4BE755BB" w14:textId="77777777" w:rsidR="004A4993" w:rsidRDefault="004A4993" w:rsidP="004A4993">
      <w:r>
        <w:t>— </w:t>
      </w:r>
      <w:r w:rsidR="008C5C61" w:rsidRPr="004C3E92">
        <w:t>Comme je suis heureuse de vous rencontrer</w:t>
      </w:r>
      <w:r>
        <w:t xml:space="preserve"> ! </w:t>
      </w:r>
      <w:r w:rsidR="008C5C61" w:rsidRPr="004C3E92">
        <w:t>dit miss Steele</w:t>
      </w:r>
      <w:r>
        <w:t xml:space="preserve">, </w:t>
      </w:r>
      <w:r w:rsidR="008C5C61" w:rsidRPr="004C3E92">
        <w:t>lui prenant familièrement le bras</w:t>
      </w:r>
      <w:r>
        <w:t xml:space="preserve">, </w:t>
      </w:r>
      <w:r w:rsidR="008C5C61" w:rsidRPr="004C3E92">
        <w:t>car c</w:t>
      </w:r>
      <w:r>
        <w:t>’</w:t>
      </w:r>
      <w:r w:rsidR="008C5C61" w:rsidRPr="004C3E92">
        <w:t>est vous</w:t>
      </w:r>
      <w:r>
        <w:t xml:space="preserve">, </w:t>
      </w:r>
      <w:r w:rsidR="008C5C61" w:rsidRPr="004C3E92">
        <w:t>par-dessus tout au monde</w:t>
      </w:r>
      <w:r>
        <w:t xml:space="preserve">, </w:t>
      </w:r>
      <w:r w:rsidR="008C5C61" w:rsidRPr="004C3E92">
        <w:t>que je désirais voir</w:t>
      </w:r>
      <w:r>
        <w:t xml:space="preserve"> ; </w:t>
      </w:r>
      <w:r w:rsidR="008C5C61" w:rsidRPr="004C3E92">
        <w:t>puis</w:t>
      </w:r>
      <w:r>
        <w:t xml:space="preserve">, </w:t>
      </w:r>
      <w:r w:rsidR="008C5C61" w:rsidRPr="004C3E92">
        <w:t>baissant la voix</w:t>
      </w:r>
      <w:r>
        <w:t xml:space="preserve"> : </w:t>
      </w:r>
      <w:r w:rsidR="008C5C61" w:rsidRPr="004C3E92">
        <w:t>Mrs</w:t>
      </w:r>
      <w:r>
        <w:t xml:space="preserve">. </w:t>
      </w:r>
      <w:r w:rsidR="008C5C61" w:rsidRPr="004C3E92">
        <w:t>Jennings a dû avoir connaissance de toute l</w:t>
      </w:r>
      <w:r>
        <w:t>’</w:t>
      </w:r>
      <w:r w:rsidR="008C5C61" w:rsidRPr="004C3E92">
        <w:t>affaire</w:t>
      </w:r>
      <w:r>
        <w:t xml:space="preserve"> ? </w:t>
      </w:r>
      <w:r w:rsidR="008C5C61" w:rsidRPr="004C3E92">
        <w:t>Est-elle en colère</w:t>
      </w:r>
      <w:r>
        <w:t> ?</w:t>
      </w:r>
    </w:p>
    <w:p w14:paraId="58F02D0C" w14:textId="77777777" w:rsidR="004A4993" w:rsidRDefault="004A4993" w:rsidP="004A4993">
      <w:r>
        <w:t>— </w:t>
      </w:r>
      <w:r w:rsidR="008C5C61" w:rsidRPr="004C3E92">
        <w:t>Nullement</w:t>
      </w:r>
      <w:r>
        <w:t xml:space="preserve">, </w:t>
      </w:r>
      <w:r w:rsidR="008C5C61" w:rsidRPr="004C3E92">
        <w:t>à ce que je crois</w:t>
      </w:r>
      <w:r>
        <w:t xml:space="preserve">, </w:t>
      </w:r>
      <w:r w:rsidR="008C5C61" w:rsidRPr="004C3E92">
        <w:t>contre vous</w:t>
      </w:r>
      <w:r>
        <w:t>.</w:t>
      </w:r>
    </w:p>
    <w:p w14:paraId="5635C96C" w14:textId="77777777" w:rsidR="004A4993" w:rsidRDefault="004A4993" w:rsidP="004A4993">
      <w:r>
        <w:t>— </w:t>
      </w:r>
      <w:r w:rsidR="008C5C61" w:rsidRPr="004C3E92">
        <w:t>Voilà une bonne chose</w:t>
      </w:r>
      <w:r>
        <w:t xml:space="preserve">. </w:t>
      </w:r>
      <w:r w:rsidR="008C5C61" w:rsidRPr="004C3E92">
        <w:t>Et lady Middleton</w:t>
      </w:r>
      <w:r>
        <w:t xml:space="preserve">, </w:t>
      </w:r>
      <w:r w:rsidR="008C5C61" w:rsidRPr="004C3E92">
        <w:t>est-elle irr</w:t>
      </w:r>
      <w:r w:rsidR="008C5C61" w:rsidRPr="004C3E92">
        <w:t>i</w:t>
      </w:r>
      <w:r w:rsidR="008C5C61" w:rsidRPr="004C3E92">
        <w:t>tée</w:t>
      </w:r>
      <w:r>
        <w:t> ?</w:t>
      </w:r>
    </w:p>
    <w:p w14:paraId="1FE54856" w14:textId="77777777" w:rsidR="004A4993" w:rsidRDefault="004A4993" w:rsidP="004A4993">
      <w:r>
        <w:t>— </w:t>
      </w:r>
      <w:r w:rsidR="008C5C61" w:rsidRPr="004C3E92">
        <w:t>Je ne puis supposer possible qu</w:t>
      </w:r>
      <w:r>
        <w:t>’</w:t>
      </w:r>
      <w:r w:rsidR="008C5C61" w:rsidRPr="004C3E92">
        <w:t>elle le soit</w:t>
      </w:r>
      <w:r>
        <w:t>.</w:t>
      </w:r>
    </w:p>
    <w:p w14:paraId="4B638DCE" w14:textId="77777777" w:rsidR="004A4993" w:rsidRDefault="004A4993" w:rsidP="004A4993">
      <w:r>
        <w:t>— </w:t>
      </w:r>
      <w:r w:rsidR="008C5C61" w:rsidRPr="004C3E92">
        <w:t>J</w:t>
      </w:r>
      <w:r>
        <w:t>’</w:t>
      </w:r>
      <w:r w:rsidR="008C5C61" w:rsidRPr="004C3E92">
        <w:t>en suis joliment contente</w:t>
      </w:r>
      <w:r>
        <w:t xml:space="preserve"> ! </w:t>
      </w:r>
      <w:r w:rsidR="008C5C61" w:rsidRPr="004C3E92">
        <w:t>Grand Dieu</w:t>
      </w:r>
      <w:r>
        <w:t xml:space="preserve"> ! </w:t>
      </w:r>
      <w:r w:rsidR="008C5C61" w:rsidRPr="004C3E92">
        <w:t>Quels m</w:t>
      </w:r>
      <w:r w:rsidR="008C5C61" w:rsidRPr="004C3E92">
        <w:t>o</w:t>
      </w:r>
      <w:r w:rsidR="008C5C61" w:rsidRPr="004C3E92">
        <w:t>ments j</w:t>
      </w:r>
      <w:r>
        <w:t>’</w:t>
      </w:r>
      <w:r w:rsidR="008C5C61" w:rsidRPr="004C3E92">
        <w:t>ai passés</w:t>
      </w:r>
      <w:r>
        <w:t xml:space="preserve"> ! </w:t>
      </w:r>
      <w:r w:rsidR="008C5C61" w:rsidRPr="004C3E92">
        <w:t>Je n</w:t>
      </w:r>
      <w:r>
        <w:t>’</w:t>
      </w:r>
      <w:r w:rsidR="008C5C61" w:rsidRPr="004C3E92">
        <w:t>ai</w:t>
      </w:r>
      <w:r>
        <w:t xml:space="preserve">, </w:t>
      </w:r>
      <w:r w:rsidR="008C5C61" w:rsidRPr="004C3E92">
        <w:t>de ma vie</w:t>
      </w:r>
      <w:r>
        <w:t xml:space="preserve">, </w:t>
      </w:r>
      <w:r w:rsidR="008C5C61" w:rsidRPr="004C3E92">
        <w:t>vu Lucy dans une telle f</w:t>
      </w:r>
      <w:r w:rsidR="008C5C61" w:rsidRPr="004C3E92">
        <w:t>u</w:t>
      </w:r>
      <w:r w:rsidR="008C5C61" w:rsidRPr="004C3E92">
        <w:t>reur</w:t>
      </w:r>
      <w:r>
        <w:t xml:space="preserve">. </w:t>
      </w:r>
      <w:r w:rsidR="008C5C61" w:rsidRPr="004C3E92">
        <w:t>Elle a juré tout d</w:t>
      </w:r>
      <w:r>
        <w:t>’</w:t>
      </w:r>
      <w:r w:rsidR="008C5C61" w:rsidRPr="004C3E92">
        <w:t>abord qu</w:t>
      </w:r>
      <w:r>
        <w:t>’</w:t>
      </w:r>
      <w:r w:rsidR="008C5C61" w:rsidRPr="004C3E92">
        <w:t>elle ne me garnirait plus jamais un chapeau neuf</w:t>
      </w:r>
      <w:r>
        <w:t xml:space="preserve">, </w:t>
      </w:r>
      <w:r w:rsidR="008C5C61" w:rsidRPr="004C3E92">
        <w:t>ni qu</w:t>
      </w:r>
      <w:r>
        <w:t>’</w:t>
      </w:r>
      <w:r w:rsidR="008C5C61" w:rsidRPr="004C3E92">
        <w:t>elle ne ferait plus jamais rien pour moi</w:t>
      </w:r>
      <w:r>
        <w:t xml:space="preserve">, </w:t>
      </w:r>
      <w:r w:rsidR="008C5C61" w:rsidRPr="004C3E92">
        <w:t>aussi longtemps qu</w:t>
      </w:r>
      <w:r>
        <w:t>’</w:t>
      </w:r>
      <w:r w:rsidR="008C5C61" w:rsidRPr="004C3E92">
        <w:t>elle serait de ce monde</w:t>
      </w:r>
      <w:r>
        <w:t xml:space="preserve"> ; </w:t>
      </w:r>
      <w:r w:rsidR="008C5C61" w:rsidRPr="004C3E92">
        <w:t>mais maintenant</w:t>
      </w:r>
      <w:r>
        <w:t xml:space="preserve">, </w:t>
      </w:r>
      <w:r w:rsidR="008C5C61" w:rsidRPr="004C3E92">
        <w:t>elle est complètement radoucie</w:t>
      </w:r>
      <w:r>
        <w:t xml:space="preserve">, </w:t>
      </w:r>
      <w:r w:rsidR="008C5C61" w:rsidRPr="004C3E92">
        <w:t>et nous sommes aussi bonnes amies que jamais</w:t>
      </w:r>
      <w:r>
        <w:t xml:space="preserve">. </w:t>
      </w:r>
      <w:r w:rsidR="008C5C61" w:rsidRPr="004C3E92">
        <w:t>Voyez</w:t>
      </w:r>
      <w:r>
        <w:t xml:space="preserve">, </w:t>
      </w:r>
      <w:r w:rsidR="008C5C61" w:rsidRPr="004C3E92">
        <w:t>elle m</w:t>
      </w:r>
      <w:r>
        <w:t>’</w:t>
      </w:r>
      <w:r w:rsidR="008C5C61" w:rsidRPr="004C3E92">
        <w:t>a fait ce nœud pour mon ch</w:t>
      </w:r>
      <w:r w:rsidR="008C5C61" w:rsidRPr="004C3E92">
        <w:t>a</w:t>
      </w:r>
      <w:r w:rsidR="008C5C61" w:rsidRPr="004C3E92">
        <w:t>peau</w:t>
      </w:r>
      <w:r>
        <w:t xml:space="preserve">, </w:t>
      </w:r>
      <w:r w:rsidR="008C5C61" w:rsidRPr="004C3E92">
        <w:t>et y a mis cette plume hier soir</w:t>
      </w:r>
      <w:r>
        <w:t xml:space="preserve">. </w:t>
      </w:r>
      <w:r w:rsidR="008C5C61" w:rsidRPr="004C3E92">
        <w:t>Allons</w:t>
      </w:r>
      <w:r>
        <w:t xml:space="preserve">, </w:t>
      </w:r>
      <w:r w:rsidR="008C5C61" w:rsidRPr="004C3E92">
        <w:t>bon</w:t>
      </w:r>
      <w:r>
        <w:t xml:space="preserve"> ! </w:t>
      </w:r>
      <w:r w:rsidR="008C5C61" w:rsidRPr="004C3E92">
        <w:t>Voilà que vous allez vous moquer de moi</w:t>
      </w:r>
      <w:r>
        <w:t xml:space="preserve">, </w:t>
      </w:r>
      <w:r w:rsidR="008C5C61" w:rsidRPr="004C3E92">
        <w:t>vous aussi</w:t>
      </w:r>
      <w:r>
        <w:t xml:space="preserve"> ! </w:t>
      </w:r>
      <w:r w:rsidR="008C5C61" w:rsidRPr="004C3E92">
        <w:t>Mais pourquoi ne porterais-je pas des rubans roses</w:t>
      </w:r>
      <w:r>
        <w:t xml:space="preserve"> ? </w:t>
      </w:r>
      <w:r w:rsidR="008C5C61" w:rsidRPr="004C3E92">
        <w:t>Peu m</w:t>
      </w:r>
      <w:r>
        <w:t>’</w:t>
      </w:r>
      <w:r w:rsidR="008C5C61" w:rsidRPr="004C3E92">
        <w:t>importe que ce soit la couleur préférée du docteur</w:t>
      </w:r>
      <w:r>
        <w:t xml:space="preserve">. </w:t>
      </w:r>
      <w:r w:rsidR="008C5C61" w:rsidRPr="004C3E92">
        <w:t>Je suis bien sûre</w:t>
      </w:r>
      <w:r>
        <w:t xml:space="preserve">, </w:t>
      </w:r>
      <w:r w:rsidR="008C5C61" w:rsidRPr="004C3E92">
        <w:t>que je n</w:t>
      </w:r>
      <w:r>
        <w:t>’</w:t>
      </w:r>
      <w:r w:rsidR="008C5C61" w:rsidRPr="004C3E92">
        <w:t>aurais jamais su qu</w:t>
      </w:r>
      <w:r>
        <w:t>’</w:t>
      </w:r>
      <w:r w:rsidR="008C5C61" w:rsidRPr="004C3E92">
        <w:t xml:space="preserve">il la préférait à toute autre </w:t>
      </w:r>
      <w:r w:rsidR="008C5C61" w:rsidRPr="004C3E92">
        <w:lastRenderedPageBreak/>
        <w:t>teinte</w:t>
      </w:r>
      <w:r>
        <w:t xml:space="preserve">, </w:t>
      </w:r>
      <w:r w:rsidR="008C5C61" w:rsidRPr="004C3E92">
        <w:t>s</w:t>
      </w:r>
      <w:r>
        <w:t>’</w:t>
      </w:r>
      <w:r w:rsidR="008C5C61" w:rsidRPr="004C3E92">
        <w:t>il ne l</w:t>
      </w:r>
      <w:r>
        <w:t>’</w:t>
      </w:r>
      <w:r w:rsidR="008C5C61" w:rsidRPr="004C3E92">
        <w:t>avait dit par hasard</w:t>
      </w:r>
      <w:r>
        <w:t xml:space="preserve">. </w:t>
      </w:r>
      <w:r w:rsidR="008C5C61" w:rsidRPr="004C3E92">
        <w:t>Mes cousins m</w:t>
      </w:r>
      <w:r>
        <w:t>’</w:t>
      </w:r>
      <w:r w:rsidR="008C5C61" w:rsidRPr="004C3E92">
        <w:t>en ont tellement fait voir</w:t>
      </w:r>
      <w:r>
        <w:t xml:space="preserve"> ! – </w:t>
      </w:r>
      <w:r w:rsidR="008C5C61" w:rsidRPr="004C3E92">
        <w:t>Parfois</w:t>
      </w:r>
      <w:r>
        <w:t xml:space="preserve">, </w:t>
      </w:r>
      <w:r w:rsidR="008C5C61" w:rsidRPr="004C3E92">
        <w:t>je le déclare</w:t>
      </w:r>
      <w:r>
        <w:t xml:space="preserve">, </w:t>
      </w:r>
      <w:r w:rsidR="008C5C61" w:rsidRPr="004C3E92">
        <w:t>je ne sais de quel côté me tourner</w:t>
      </w:r>
      <w:r>
        <w:t xml:space="preserve">, </w:t>
      </w:r>
      <w:r w:rsidR="008C5C61" w:rsidRPr="004C3E92">
        <w:t>en leur prése</w:t>
      </w:r>
      <w:r w:rsidR="008C5C61" w:rsidRPr="004C3E92">
        <w:t>n</w:t>
      </w:r>
      <w:r w:rsidR="008C5C61" w:rsidRPr="004C3E92">
        <w:t>ce</w:t>
      </w:r>
      <w:r>
        <w:t>.</w:t>
      </w:r>
    </w:p>
    <w:p w14:paraId="5B6A4235" w14:textId="77777777" w:rsidR="004A4993" w:rsidRDefault="008C5C61" w:rsidP="004A4993">
      <w:r w:rsidRPr="004C3E92">
        <w:t>Elle s</w:t>
      </w:r>
      <w:r w:rsidR="004A4993">
        <w:t>’</w:t>
      </w:r>
      <w:r w:rsidRPr="004C3E92">
        <w:t xml:space="preserve">était égarée vers un sujet sur lequel </w:t>
      </w:r>
      <w:proofErr w:type="spellStart"/>
      <w:r w:rsidRPr="004C3E92">
        <w:t>Elinor</w:t>
      </w:r>
      <w:proofErr w:type="spellEnd"/>
      <w:r w:rsidRPr="004C3E92">
        <w:t xml:space="preserve"> n</w:t>
      </w:r>
      <w:r w:rsidR="004A4993">
        <w:t>’</w:t>
      </w:r>
      <w:r w:rsidRPr="004C3E92">
        <w:t>avait rien à dire</w:t>
      </w:r>
      <w:r w:rsidR="004A4993">
        <w:t xml:space="preserve"> ; </w:t>
      </w:r>
      <w:r w:rsidRPr="004C3E92">
        <w:t>aussi jugea-t-elle bientôt expédient de revenir à c</w:t>
      </w:r>
      <w:r w:rsidRPr="004C3E92">
        <w:t>e</w:t>
      </w:r>
      <w:r w:rsidRPr="004C3E92">
        <w:t>lui du début</w:t>
      </w:r>
      <w:r w:rsidR="004A4993">
        <w:t>.</w:t>
      </w:r>
    </w:p>
    <w:p w14:paraId="005DAA95" w14:textId="77777777" w:rsidR="004A4993" w:rsidRDefault="004A4993" w:rsidP="004A4993">
      <w:r>
        <w:t>— </w:t>
      </w:r>
      <w:r w:rsidR="008C5C61" w:rsidRPr="004C3E92">
        <w:t>Enfin</w:t>
      </w:r>
      <w:r>
        <w:t xml:space="preserve">, </w:t>
      </w:r>
      <w:r w:rsidR="008C5C61" w:rsidRPr="004C3E92">
        <w:t xml:space="preserve">miss </w:t>
      </w:r>
      <w:proofErr w:type="spellStart"/>
      <w:r w:rsidR="008C5C61" w:rsidRPr="004C3E92">
        <w:t>Dashwood</w:t>
      </w:r>
      <w:proofErr w:type="spellEnd"/>
      <w:r>
        <w:t xml:space="preserve">, – </w:t>
      </w:r>
      <w:r w:rsidR="008C5C61" w:rsidRPr="004C3E92">
        <w:t>d</w:t>
      </w:r>
      <w:r>
        <w:t>’</w:t>
      </w:r>
      <w:r w:rsidR="008C5C61" w:rsidRPr="004C3E92">
        <w:t>un ton triomphant</w:t>
      </w:r>
      <w:r>
        <w:t xml:space="preserve">, – </w:t>
      </w:r>
      <w:r w:rsidR="008C5C61" w:rsidRPr="004C3E92">
        <w:t>on dira ce qu</w:t>
      </w:r>
      <w:r>
        <w:t>’</w:t>
      </w:r>
      <w:r w:rsidR="008C5C61" w:rsidRPr="004C3E92">
        <w:t>on voudra de ce que Mr</w:t>
      </w:r>
      <w:r>
        <w:t xml:space="preserve">. </w:t>
      </w:r>
      <w:proofErr w:type="spellStart"/>
      <w:r w:rsidR="008C5C61" w:rsidRPr="004C3E92">
        <w:t>Ferrars</w:t>
      </w:r>
      <w:proofErr w:type="spellEnd"/>
      <w:r w:rsidR="008C5C61" w:rsidRPr="004C3E92">
        <w:t xml:space="preserve"> ait déclaré qu</w:t>
      </w:r>
      <w:r>
        <w:t>’</w:t>
      </w:r>
      <w:r w:rsidR="008C5C61" w:rsidRPr="004C3E92">
        <w:t>il ne voulait pas de Lucy</w:t>
      </w:r>
      <w:r>
        <w:t xml:space="preserve">, </w:t>
      </w:r>
      <w:r w:rsidR="008C5C61" w:rsidRPr="004C3E92">
        <w:t>car il n</w:t>
      </w:r>
      <w:r>
        <w:t>’</w:t>
      </w:r>
      <w:r w:rsidR="008C5C61" w:rsidRPr="004C3E92">
        <w:t>y a rien de tel</w:t>
      </w:r>
      <w:r>
        <w:t xml:space="preserve">, </w:t>
      </w:r>
      <w:r w:rsidR="008C5C61" w:rsidRPr="004C3E92">
        <w:t>je vous assure</w:t>
      </w:r>
      <w:r>
        <w:t xml:space="preserve"> ; </w:t>
      </w:r>
      <w:r w:rsidR="008C5C61" w:rsidRPr="004C3E92">
        <w:t>et il est abs</w:t>
      </w:r>
      <w:r w:rsidR="008C5C61" w:rsidRPr="004C3E92">
        <w:t>o</w:t>
      </w:r>
      <w:r w:rsidR="008C5C61" w:rsidRPr="004C3E92">
        <w:t>lument honteux que des ragots aussi malveillants soient colpo</w:t>
      </w:r>
      <w:r w:rsidR="008C5C61" w:rsidRPr="004C3E92">
        <w:t>r</w:t>
      </w:r>
      <w:r w:rsidR="008C5C61" w:rsidRPr="004C3E92">
        <w:t>tés</w:t>
      </w:r>
      <w:r>
        <w:t xml:space="preserve">. </w:t>
      </w:r>
      <w:r w:rsidR="008C5C61" w:rsidRPr="004C3E92">
        <w:t>Quoi que Lucy puisse en penser</w:t>
      </w:r>
      <w:r>
        <w:t xml:space="preserve">, </w:t>
      </w:r>
      <w:r w:rsidR="008C5C61" w:rsidRPr="004C3E92">
        <w:t>vous savez que ce n</w:t>
      </w:r>
      <w:r>
        <w:t>’</w:t>
      </w:r>
      <w:r w:rsidR="008C5C61" w:rsidRPr="004C3E92">
        <w:t>était pas l</w:t>
      </w:r>
      <w:r>
        <w:t>’</w:t>
      </w:r>
      <w:r w:rsidR="008C5C61" w:rsidRPr="004C3E92">
        <w:t>affaire des autres de décréter cela comme une chose ce</w:t>
      </w:r>
      <w:r w:rsidR="008C5C61" w:rsidRPr="004C3E92">
        <w:t>r</w:t>
      </w:r>
      <w:r w:rsidR="008C5C61" w:rsidRPr="004C3E92">
        <w:t>taine</w:t>
      </w:r>
      <w:r>
        <w:t>.</w:t>
      </w:r>
    </w:p>
    <w:p w14:paraId="70168F6D" w14:textId="77777777" w:rsidR="004A4993" w:rsidRDefault="004A4993" w:rsidP="004A4993">
      <w:r>
        <w:t>— </w:t>
      </w:r>
      <w:r w:rsidR="008C5C61" w:rsidRPr="004C3E92">
        <w:t>Je n</w:t>
      </w:r>
      <w:r>
        <w:t>’</w:t>
      </w:r>
      <w:r w:rsidR="008C5C61" w:rsidRPr="004C3E92">
        <w:t>ai encore jamais entendu insinuer rien de semblable</w:t>
      </w:r>
      <w:r>
        <w:t xml:space="preserve">, </w:t>
      </w:r>
      <w:r w:rsidR="008C5C61" w:rsidRPr="004C3E92">
        <w:t>je vous assure</w:t>
      </w:r>
      <w:r>
        <w:t xml:space="preserve">, </w:t>
      </w:r>
      <w:r w:rsidR="008C5C61" w:rsidRPr="004C3E92">
        <w:t xml:space="preserve">dit </w:t>
      </w:r>
      <w:proofErr w:type="spellStart"/>
      <w:r w:rsidR="008C5C61" w:rsidRPr="004C3E92">
        <w:t>Elinor</w:t>
      </w:r>
      <w:proofErr w:type="spellEnd"/>
      <w:r>
        <w:t>.</w:t>
      </w:r>
    </w:p>
    <w:p w14:paraId="2A27ED4F" w14:textId="77777777" w:rsidR="004A4993" w:rsidRDefault="004A4993" w:rsidP="004A4993">
      <w:r>
        <w:t>— </w:t>
      </w:r>
      <w:r w:rsidR="008C5C61" w:rsidRPr="004C3E92">
        <w:t>Oh</w:t>
      </w:r>
      <w:r>
        <w:t xml:space="preserve">, </w:t>
      </w:r>
      <w:r w:rsidR="008C5C61" w:rsidRPr="004C3E92">
        <w:t>vraiment</w:t>
      </w:r>
      <w:r>
        <w:t xml:space="preserve"> ? </w:t>
      </w:r>
      <w:r w:rsidR="008C5C61" w:rsidRPr="004C3E92">
        <w:t>Mais cela a été dit</w:t>
      </w:r>
      <w:r>
        <w:t xml:space="preserve">, </w:t>
      </w:r>
      <w:r w:rsidR="008C5C61" w:rsidRPr="004C3E92">
        <w:t>je le sais fort bien</w:t>
      </w:r>
      <w:r>
        <w:t xml:space="preserve">, </w:t>
      </w:r>
      <w:r w:rsidR="008C5C61" w:rsidRPr="004C3E92">
        <w:t>et par plus d</w:t>
      </w:r>
      <w:r>
        <w:t>’</w:t>
      </w:r>
      <w:r w:rsidR="008C5C61" w:rsidRPr="004C3E92">
        <w:t>une personne</w:t>
      </w:r>
      <w:r>
        <w:t xml:space="preserve">, </w:t>
      </w:r>
      <w:r w:rsidR="008C5C61" w:rsidRPr="004C3E92">
        <w:t xml:space="preserve">car miss </w:t>
      </w:r>
      <w:proofErr w:type="spellStart"/>
      <w:r w:rsidR="008C5C61" w:rsidRPr="004C3E92">
        <w:t>Godby</w:t>
      </w:r>
      <w:proofErr w:type="spellEnd"/>
      <w:r w:rsidR="008C5C61" w:rsidRPr="004C3E92">
        <w:t xml:space="preserve"> a dit à miss Sparks que personne en possession de ses facultés ne pouvait s</w:t>
      </w:r>
      <w:r>
        <w:t>’</w:t>
      </w:r>
      <w:r w:rsidR="008C5C61" w:rsidRPr="004C3E92">
        <w:t>attendre à ce que Mr</w:t>
      </w:r>
      <w:r>
        <w:t xml:space="preserve">. </w:t>
      </w:r>
      <w:proofErr w:type="spellStart"/>
      <w:r w:rsidR="008C5C61" w:rsidRPr="004C3E92">
        <w:t>Ferrars</w:t>
      </w:r>
      <w:proofErr w:type="spellEnd"/>
      <w:r w:rsidR="008C5C61" w:rsidRPr="004C3E92">
        <w:t xml:space="preserve"> renonce à une femme comme miss Morton</w:t>
      </w:r>
      <w:r>
        <w:t xml:space="preserve">, </w:t>
      </w:r>
      <w:r w:rsidR="008C5C61" w:rsidRPr="004C3E92">
        <w:t>possédant une fortune de trente mille livres</w:t>
      </w:r>
      <w:r>
        <w:t xml:space="preserve">, </w:t>
      </w:r>
      <w:r w:rsidR="008C5C61" w:rsidRPr="004C3E92">
        <w:t>pour Lucy Steele</w:t>
      </w:r>
      <w:r>
        <w:t xml:space="preserve">, </w:t>
      </w:r>
      <w:r w:rsidR="008C5C61" w:rsidRPr="004C3E92">
        <w:t>qui n</w:t>
      </w:r>
      <w:r>
        <w:t>’</w:t>
      </w:r>
      <w:r w:rsidR="008C5C61" w:rsidRPr="004C3E92">
        <w:t>a absolument rien</w:t>
      </w:r>
      <w:r>
        <w:t xml:space="preserve"> ; </w:t>
      </w:r>
      <w:r w:rsidR="008C5C61" w:rsidRPr="004C3E92">
        <w:t>et cela</w:t>
      </w:r>
      <w:r>
        <w:t xml:space="preserve">, </w:t>
      </w:r>
      <w:r w:rsidR="008C5C61" w:rsidRPr="004C3E92">
        <w:t>je le tiens de miss Sparks elle-même</w:t>
      </w:r>
      <w:r>
        <w:t xml:space="preserve">. </w:t>
      </w:r>
      <w:r w:rsidR="008C5C61" w:rsidRPr="004C3E92">
        <w:t>Et en outre</w:t>
      </w:r>
      <w:r>
        <w:t xml:space="preserve">, </w:t>
      </w:r>
      <w:r w:rsidR="008C5C61" w:rsidRPr="004C3E92">
        <w:t>mon cousin Richard a dit lui-même que</w:t>
      </w:r>
      <w:r>
        <w:t xml:space="preserve">, </w:t>
      </w:r>
      <w:r w:rsidR="008C5C61" w:rsidRPr="004C3E92">
        <w:t>quand viendrait le moment de la décision</w:t>
      </w:r>
      <w:r>
        <w:t xml:space="preserve">, </w:t>
      </w:r>
      <w:r w:rsidR="008C5C61" w:rsidRPr="004C3E92">
        <w:t>il craignait bien que Mr</w:t>
      </w:r>
      <w:r>
        <w:t xml:space="preserve">. </w:t>
      </w:r>
      <w:proofErr w:type="spellStart"/>
      <w:r w:rsidR="008C5C61" w:rsidRPr="004C3E92">
        <w:t>Ferrars</w:t>
      </w:r>
      <w:proofErr w:type="spellEnd"/>
      <w:r w:rsidR="008C5C61" w:rsidRPr="004C3E92">
        <w:t xml:space="preserve"> ne reprenne sa liberté</w:t>
      </w:r>
      <w:r>
        <w:t xml:space="preserve"> ; </w:t>
      </w:r>
      <w:r w:rsidR="008C5C61" w:rsidRPr="004C3E92">
        <w:t>et quand Edward est resté trois jours sans s</w:t>
      </w:r>
      <w:r>
        <w:t>’</w:t>
      </w:r>
      <w:r w:rsidR="008C5C61" w:rsidRPr="004C3E92">
        <w:t>approcher de nous</w:t>
      </w:r>
      <w:r>
        <w:t xml:space="preserve">, </w:t>
      </w:r>
      <w:r w:rsidR="008C5C61" w:rsidRPr="004C3E92">
        <w:t>je n</w:t>
      </w:r>
      <w:r>
        <w:t>’</w:t>
      </w:r>
      <w:r w:rsidR="008C5C61" w:rsidRPr="004C3E92">
        <w:t>ai vraiment pas su moi-même que penser</w:t>
      </w:r>
      <w:r>
        <w:t xml:space="preserve"> ; </w:t>
      </w:r>
      <w:r w:rsidR="008C5C61" w:rsidRPr="004C3E92">
        <w:t>et je crois</w:t>
      </w:r>
      <w:r>
        <w:t xml:space="preserve">, </w:t>
      </w:r>
      <w:r w:rsidR="008C5C61" w:rsidRPr="004C3E92">
        <w:t>au fond de mon cœur</w:t>
      </w:r>
      <w:r>
        <w:t xml:space="preserve">, </w:t>
      </w:r>
      <w:r w:rsidR="008C5C61" w:rsidRPr="004C3E92">
        <w:t>que Lucy a cru que tout était perdu</w:t>
      </w:r>
      <w:r>
        <w:t xml:space="preserve"> ; </w:t>
      </w:r>
      <w:r w:rsidR="008C5C61" w:rsidRPr="004C3E92">
        <w:t>car nous sommes parties de chez votre frère mercredi</w:t>
      </w:r>
      <w:r>
        <w:t xml:space="preserve">, </w:t>
      </w:r>
      <w:r w:rsidR="008C5C61" w:rsidRPr="004C3E92">
        <w:t>et nous ne l</w:t>
      </w:r>
      <w:r>
        <w:t>’</w:t>
      </w:r>
      <w:r w:rsidR="008C5C61" w:rsidRPr="004C3E92">
        <w:t>avons vu de toute la jou</w:t>
      </w:r>
      <w:r w:rsidR="008C5C61" w:rsidRPr="004C3E92">
        <w:t>r</w:t>
      </w:r>
      <w:r w:rsidR="008C5C61" w:rsidRPr="004C3E92">
        <w:t>née de jeudi</w:t>
      </w:r>
      <w:r>
        <w:t xml:space="preserve">, </w:t>
      </w:r>
      <w:r w:rsidR="008C5C61" w:rsidRPr="004C3E92">
        <w:t>de vendredi et de samedi</w:t>
      </w:r>
      <w:r>
        <w:t xml:space="preserve">, </w:t>
      </w:r>
      <w:r w:rsidR="008C5C61" w:rsidRPr="004C3E92">
        <w:t>et nous ne savions pas ce qu</w:t>
      </w:r>
      <w:r>
        <w:t>’</w:t>
      </w:r>
      <w:r w:rsidR="008C5C61" w:rsidRPr="004C3E92">
        <w:t>il était devenu</w:t>
      </w:r>
      <w:r>
        <w:t xml:space="preserve">. </w:t>
      </w:r>
      <w:r w:rsidR="008C5C61" w:rsidRPr="004C3E92">
        <w:t>Un instant</w:t>
      </w:r>
      <w:r>
        <w:t xml:space="preserve">, </w:t>
      </w:r>
      <w:r w:rsidR="008C5C61" w:rsidRPr="004C3E92">
        <w:t>Lucy a eu l</w:t>
      </w:r>
      <w:r>
        <w:t>’</w:t>
      </w:r>
      <w:r w:rsidR="008C5C61" w:rsidRPr="004C3E92">
        <w:t>idée de lui écrire</w:t>
      </w:r>
      <w:r>
        <w:t xml:space="preserve">, </w:t>
      </w:r>
      <w:r w:rsidR="008C5C61" w:rsidRPr="004C3E92">
        <w:t>mais alors sa fierté a regimbé</w:t>
      </w:r>
      <w:r>
        <w:t xml:space="preserve">. </w:t>
      </w:r>
      <w:r w:rsidR="008C5C61" w:rsidRPr="004C3E92">
        <w:lastRenderedPageBreak/>
        <w:t>Quoi qu</w:t>
      </w:r>
      <w:r>
        <w:t>’</w:t>
      </w:r>
      <w:r w:rsidR="008C5C61" w:rsidRPr="004C3E92">
        <w:t>il en soit</w:t>
      </w:r>
      <w:r>
        <w:t xml:space="preserve">, </w:t>
      </w:r>
      <w:r w:rsidR="008C5C61" w:rsidRPr="004C3E92">
        <w:t>il est venu ce matin</w:t>
      </w:r>
      <w:r>
        <w:t xml:space="preserve">, </w:t>
      </w:r>
      <w:r w:rsidR="008C5C61" w:rsidRPr="004C3E92">
        <w:t>juste au moment où nous rentrions de l</w:t>
      </w:r>
      <w:r>
        <w:t>’</w:t>
      </w:r>
      <w:r w:rsidR="008C5C61" w:rsidRPr="004C3E92">
        <w:t>église</w:t>
      </w:r>
      <w:r>
        <w:t xml:space="preserve"> ; </w:t>
      </w:r>
      <w:r w:rsidR="008C5C61" w:rsidRPr="004C3E92">
        <w:t>et alors</w:t>
      </w:r>
      <w:r>
        <w:t xml:space="preserve">, </w:t>
      </w:r>
      <w:r w:rsidR="008C5C61" w:rsidRPr="004C3E92">
        <w:t>nous avons tout su</w:t>
      </w:r>
      <w:r>
        <w:t xml:space="preserve">, – </w:t>
      </w:r>
      <w:r w:rsidR="008C5C61" w:rsidRPr="004C3E92">
        <w:t>qu</w:t>
      </w:r>
      <w:r>
        <w:t>’</w:t>
      </w:r>
      <w:r w:rsidR="008C5C61" w:rsidRPr="004C3E92">
        <w:t>on l</w:t>
      </w:r>
      <w:r>
        <w:t>’</w:t>
      </w:r>
      <w:r w:rsidR="008C5C61" w:rsidRPr="004C3E92">
        <w:t>avait convoqué mercredi à Harley Street</w:t>
      </w:r>
      <w:r>
        <w:t xml:space="preserve">, </w:t>
      </w:r>
      <w:r w:rsidR="008C5C61" w:rsidRPr="004C3E92">
        <w:t>qu</w:t>
      </w:r>
      <w:r>
        <w:t>’</w:t>
      </w:r>
      <w:r w:rsidR="008C5C61" w:rsidRPr="004C3E92">
        <w:t>il avait été sermonné par sa mère et par eux tous</w:t>
      </w:r>
      <w:r>
        <w:t xml:space="preserve">, </w:t>
      </w:r>
      <w:r w:rsidR="008C5C61" w:rsidRPr="004C3E92">
        <w:t>et qu</w:t>
      </w:r>
      <w:r>
        <w:t>’</w:t>
      </w:r>
      <w:r w:rsidR="008C5C61" w:rsidRPr="004C3E92">
        <w:t>il avait déclaré devant eux tous qu</w:t>
      </w:r>
      <w:r>
        <w:t>’</w:t>
      </w:r>
      <w:r w:rsidR="008C5C61" w:rsidRPr="004C3E92">
        <w:t>il n</w:t>
      </w:r>
      <w:r>
        <w:t>’</w:t>
      </w:r>
      <w:r w:rsidR="008C5C61" w:rsidRPr="004C3E92">
        <w:t>aimait que Lucy</w:t>
      </w:r>
      <w:r>
        <w:t xml:space="preserve">, </w:t>
      </w:r>
      <w:r w:rsidR="008C5C61" w:rsidRPr="004C3E92">
        <w:t>et qu</w:t>
      </w:r>
      <w:r>
        <w:t>’</w:t>
      </w:r>
      <w:r w:rsidR="008C5C61" w:rsidRPr="004C3E92">
        <w:t>il n</w:t>
      </w:r>
      <w:r>
        <w:t>’</w:t>
      </w:r>
      <w:r w:rsidR="008C5C61" w:rsidRPr="004C3E92">
        <w:t>épouserait que Lucy</w:t>
      </w:r>
      <w:r>
        <w:t xml:space="preserve"> ; </w:t>
      </w:r>
      <w:r w:rsidR="008C5C61" w:rsidRPr="004C3E92">
        <w:t>qu</w:t>
      </w:r>
      <w:r>
        <w:t>’</w:t>
      </w:r>
      <w:r w:rsidR="008C5C61" w:rsidRPr="004C3E92">
        <w:t>il avait été tellement contrarié de ce qui s</w:t>
      </w:r>
      <w:r>
        <w:t>’</w:t>
      </w:r>
      <w:r w:rsidR="008C5C61" w:rsidRPr="004C3E92">
        <w:t>était passé</w:t>
      </w:r>
      <w:r>
        <w:t xml:space="preserve">, </w:t>
      </w:r>
      <w:r w:rsidR="008C5C61" w:rsidRPr="004C3E92">
        <w:t>qu</w:t>
      </w:r>
      <w:r>
        <w:t>’</w:t>
      </w:r>
      <w:r w:rsidR="008C5C61" w:rsidRPr="004C3E92">
        <w:t>aussitôt sorti de chez sa mère il était monté sur son cheval et était parti quelque part à la campagne</w:t>
      </w:r>
      <w:r>
        <w:t xml:space="preserve"> ; </w:t>
      </w:r>
      <w:r w:rsidR="008C5C61" w:rsidRPr="004C3E92">
        <w:t>et qu</w:t>
      </w:r>
      <w:r>
        <w:t>’</w:t>
      </w:r>
      <w:r w:rsidR="008C5C61" w:rsidRPr="004C3E92">
        <w:t>il avait passé toute la journée du jeudi et du vendredi dans une auberge</w:t>
      </w:r>
      <w:r>
        <w:t xml:space="preserve">, </w:t>
      </w:r>
      <w:r w:rsidR="008C5C61" w:rsidRPr="004C3E92">
        <w:t>tout exprès pour se ressaisir</w:t>
      </w:r>
      <w:r>
        <w:t xml:space="preserve">. </w:t>
      </w:r>
      <w:r w:rsidR="008C5C61" w:rsidRPr="004C3E92">
        <w:t>Puis</w:t>
      </w:r>
      <w:r>
        <w:t xml:space="preserve">, </w:t>
      </w:r>
      <w:r w:rsidR="008C5C61" w:rsidRPr="004C3E92">
        <w:t>après avoir pa</w:t>
      </w:r>
      <w:r w:rsidR="008C5C61" w:rsidRPr="004C3E92">
        <w:t>s</w:t>
      </w:r>
      <w:r w:rsidR="008C5C61" w:rsidRPr="004C3E92">
        <w:t>sé et repassé toute la chose en revue dans son esprit</w:t>
      </w:r>
      <w:r>
        <w:t xml:space="preserve">, </w:t>
      </w:r>
      <w:r w:rsidR="008C5C61" w:rsidRPr="004C3E92">
        <w:t>il a dit qu</w:t>
      </w:r>
      <w:r>
        <w:t>’</w:t>
      </w:r>
      <w:r w:rsidR="008C5C61" w:rsidRPr="004C3E92">
        <w:t>il lui semblait</w:t>
      </w:r>
      <w:r>
        <w:t xml:space="preserve">, </w:t>
      </w:r>
      <w:r w:rsidR="008C5C61" w:rsidRPr="004C3E92">
        <w:t>maintenant qu</w:t>
      </w:r>
      <w:r>
        <w:t>’</w:t>
      </w:r>
      <w:r w:rsidR="008C5C61" w:rsidRPr="004C3E92">
        <w:t>il était sans fortune</w:t>
      </w:r>
      <w:r>
        <w:t xml:space="preserve">, </w:t>
      </w:r>
      <w:r w:rsidR="008C5C61" w:rsidRPr="004C3E92">
        <w:t>et n</w:t>
      </w:r>
      <w:r>
        <w:t>’</w:t>
      </w:r>
      <w:r w:rsidR="008C5C61" w:rsidRPr="004C3E92">
        <w:t>avait plus rien</w:t>
      </w:r>
      <w:r>
        <w:t xml:space="preserve">, </w:t>
      </w:r>
      <w:r w:rsidR="008C5C61" w:rsidRPr="004C3E92">
        <w:t>qu</w:t>
      </w:r>
      <w:r>
        <w:t>’</w:t>
      </w:r>
      <w:r w:rsidR="008C5C61" w:rsidRPr="004C3E92">
        <w:t>il serait peu généreux de sa part de l</w:t>
      </w:r>
      <w:r>
        <w:t>’</w:t>
      </w:r>
      <w:r w:rsidR="008C5C61" w:rsidRPr="004C3E92">
        <w:t>obliger</w:t>
      </w:r>
      <w:r>
        <w:t xml:space="preserve">, </w:t>
      </w:r>
      <w:r w:rsidR="008C5C61" w:rsidRPr="004C3E92">
        <w:t>elle</w:t>
      </w:r>
      <w:r>
        <w:t xml:space="preserve">, </w:t>
      </w:r>
      <w:r w:rsidR="008C5C61" w:rsidRPr="004C3E92">
        <w:t>à tenir sa parole</w:t>
      </w:r>
      <w:r>
        <w:t xml:space="preserve">, </w:t>
      </w:r>
      <w:r w:rsidR="008C5C61" w:rsidRPr="004C3E92">
        <w:t>car ce serait une perte pour elle</w:t>
      </w:r>
      <w:r>
        <w:t xml:space="preserve">, </w:t>
      </w:r>
      <w:r w:rsidR="008C5C61" w:rsidRPr="004C3E92">
        <w:t>puisqu</w:t>
      </w:r>
      <w:r>
        <w:t>’</w:t>
      </w:r>
      <w:r w:rsidR="008C5C61" w:rsidRPr="004C3E92">
        <w:t>il n</w:t>
      </w:r>
      <w:r>
        <w:t>’</w:t>
      </w:r>
      <w:r w:rsidR="008C5C61" w:rsidRPr="004C3E92">
        <w:t>avait que deux mille livres</w:t>
      </w:r>
      <w:r>
        <w:t xml:space="preserve">, </w:t>
      </w:r>
      <w:r w:rsidR="008C5C61" w:rsidRPr="004C3E92">
        <w:t>et aucun espoir d</w:t>
      </w:r>
      <w:r>
        <w:t>’</w:t>
      </w:r>
      <w:r w:rsidR="008C5C61" w:rsidRPr="004C3E92">
        <w:t>autre chose</w:t>
      </w:r>
      <w:r>
        <w:t xml:space="preserve"> ; </w:t>
      </w:r>
      <w:r w:rsidR="008C5C61" w:rsidRPr="004C3E92">
        <w:t>et que s</w:t>
      </w:r>
      <w:r>
        <w:t>’</w:t>
      </w:r>
      <w:r w:rsidR="008C5C61" w:rsidRPr="004C3E92">
        <w:t>il e</w:t>
      </w:r>
      <w:r w:rsidR="008C5C61" w:rsidRPr="004C3E92">
        <w:t>n</w:t>
      </w:r>
      <w:r w:rsidR="008C5C61" w:rsidRPr="004C3E92">
        <w:t>trait dans les ordres</w:t>
      </w:r>
      <w:r>
        <w:t xml:space="preserve">, </w:t>
      </w:r>
      <w:r w:rsidR="008C5C61" w:rsidRPr="004C3E92">
        <w:t>comme il en avait vaguement l</w:t>
      </w:r>
      <w:r>
        <w:t>’</w:t>
      </w:r>
      <w:r w:rsidR="008C5C61" w:rsidRPr="004C3E92">
        <w:t>idée</w:t>
      </w:r>
      <w:r>
        <w:t xml:space="preserve">, </w:t>
      </w:r>
      <w:r w:rsidR="008C5C61" w:rsidRPr="004C3E92">
        <w:t>il ne pourrait obtenir qu</w:t>
      </w:r>
      <w:r>
        <w:t>’</w:t>
      </w:r>
      <w:r w:rsidR="008C5C61" w:rsidRPr="004C3E92">
        <w:t>un poste de vicaire</w:t>
      </w:r>
      <w:r>
        <w:t xml:space="preserve">, </w:t>
      </w:r>
      <w:r w:rsidR="008C5C61" w:rsidRPr="004C3E92">
        <w:t>et comment vivraient-ils de ce bénéfice</w:t>
      </w:r>
      <w:r>
        <w:t xml:space="preserve"> ? </w:t>
      </w:r>
      <w:r w:rsidR="008C5C61" w:rsidRPr="004C3E92">
        <w:t>Il ne pouvait supporter l</w:t>
      </w:r>
      <w:r>
        <w:t>’</w:t>
      </w:r>
      <w:r w:rsidR="008C5C61" w:rsidRPr="004C3E92">
        <w:t>idée d</w:t>
      </w:r>
      <w:r>
        <w:t>’</w:t>
      </w:r>
      <w:r w:rsidR="008C5C61" w:rsidRPr="004C3E92">
        <w:t>un si maigre avenir pour elle</w:t>
      </w:r>
      <w:r>
        <w:t xml:space="preserve">, </w:t>
      </w:r>
      <w:r w:rsidR="008C5C61" w:rsidRPr="004C3E92">
        <w:t>et alors il l</w:t>
      </w:r>
      <w:r>
        <w:t>’</w:t>
      </w:r>
      <w:r w:rsidR="008C5C61" w:rsidRPr="004C3E92">
        <w:t>a suppliée</w:t>
      </w:r>
      <w:r>
        <w:t xml:space="preserve">, </w:t>
      </w:r>
      <w:r w:rsidR="008C5C61" w:rsidRPr="004C3E92">
        <w:t>si elle en avait le moi</w:t>
      </w:r>
      <w:r w:rsidR="008C5C61" w:rsidRPr="004C3E92">
        <w:t>n</w:t>
      </w:r>
      <w:r w:rsidR="008C5C61" w:rsidRPr="004C3E92">
        <w:t>dre désir</w:t>
      </w:r>
      <w:r>
        <w:t xml:space="preserve">, </w:t>
      </w:r>
      <w:r w:rsidR="008C5C61" w:rsidRPr="004C3E92">
        <w:t>de mettre immédiatement fin à l</w:t>
      </w:r>
      <w:r>
        <w:t>’</w:t>
      </w:r>
      <w:r w:rsidR="008C5C61" w:rsidRPr="004C3E92">
        <w:t>affaire</w:t>
      </w:r>
      <w:r>
        <w:t xml:space="preserve">, </w:t>
      </w:r>
      <w:r w:rsidR="008C5C61" w:rsidRPr="004C3E92">
        <w:t>et de le lai</w:t>
      </w:r>
      <w:r w:rsidR="008C5C61" w:rsidRPr="004C3E92">
        <w:t>s</w:t>
      </w:r>
      <w:r w:rsidR="008C5C61" w:rsidRPr="004C3E92">
        <w:t>ser se débrouiller de son côté</w:t>
      </w:r>
      <w:r>
        <w:t xml:space="preserve">. </w:t>
      </w:r>
      <w:r w:rsidR="008C5C61" w:rsidRPr="004C3E92">
        <w:t>Je l</w:t>
      </w:r>
      <w:r>
        <w:t>’</w:t>
      </w:r>
      <w:r w:rsidR="008C5C61" w:rsidRPr="004C3E92">
        <w:t>ai entendu qui disait tout ça</w:t>
      </w:r>
      <w:r>
        <w:t xml:space="preserve">, </w:t>
      </w:r>
      <w:r w:rsidR="008C5C61" w:rsidRPr="004C3E92">
        <w:t>aussi nettement qu</w:t>
      </w:r>
      <w:r>
        <w:t>’</w:t>
      </w:r>
      <w:r w:rsidR="008C5C61" w:rsidRPr="004C3E92">
        <w:t>il est possible de l</w:t>
      </w:r>
      <w:r>
        <w:t>’</w:t>
      </w:r>
      <w:r w:rsidR="008C5C61" w:rsidRPr="004C3E92">
        <w:t>entendre</w:t>
      </w:r>
      <w:r>
        <w:t xml:space="preserve">. </w:t>
      </w:r>
      <w:r w:rsidR="008C5C61" w:rsidRPr="004C3E92">
        <w:t>Et c</w:t>
      </w:r>
      <w:r>
        <w:t>’</w:t>
      </w:r>
      <w:r w:rsidR="008C5C61" w:rsidRPr="004C3E92">
        <w:t>est un</w:t>
      </w:r>
      <w:r w:rsidR="008C5C61" w:rsidRPr="004C3E92">
        <w:t>i</w:t>
      </w:r>
      <w:r w:rsidR="008C5C61" w:rsidRPr="004C3E92">
        <w:t xml:space="preserve">quement par amour pour </w:t>
      </w:r>
      <w:r w:rsidR="008C5C61" w:rsidRPr="004C3E92">
        <w:rPr>
          <w:i/>
          <w:iCs/>
        </w:rPr>
        <w:t>elle</w:t>
      </w:r>
      <w:r>
        <w:t xml:space="preserve">, </w:t>
      </w:r>
      <w:r w:rsidR="008C5C61" w:rsidRPr="004C3E92">
        <w:t xml:space="preserve">et par souci pour </w:t>
      </w:r>
      <w:r w:rsidR="008C5C61" w:rsidRPr="004C3E92">
        <w:rPr>
          <w:i/>
          <w:iCs/>
        </w:rPr>
        <w:t>elle</w:t>
      </w:r>
      <w:r>
        <w:t xml:space="preserve">, </w:t>
      </w:r>
      <w:r w:rsidR="008C5C61" w:rsidRPr="004C3E92">
        <w:t>qu</w:t>
      </w:r>
      <w:r>
        <w:t>’</w:t>
      </w:r>
      <w:r w:rsidR="008C5C61" w:rsidRPr="004C3E92">
        <w:t>il a dit un mot au sujet de la reprise de sa liberté</w:t>
      </w:r>
      <w:r>
        <w:t xml:space="preserve">, – </w:t>
      </w:r>
      <w:r w:rsidR="008C5C61" w:rsidRPr="004C3E92">
        <w:t>ce n</w:t>
      </w:r>
      <w:r>
        <w:t>’</w:t>
      </w:r>
      <w:r w:rsidR="008C5C61" w:rsidRPr="004C3E92">
        <w:t>est pas du tout pour lui</w:t>
      </w:r>
      <w:r>
        <w:t xml:space="preserve">. </w:t>
      </w:r>
      <w:r w:rsidR="008C5C61" w:rsidRPr="004C3E92">
        <w:t>Je suis prête à faire le serment qu</w:t>
      </w:r>
      <w:r>
        <w:t>’</w:t>
      </w:r>
      <w:r w:rsidR="008C5C61" w:rsidRPr="004C3E92">
        <w:t>il n</w:t>
      </w:r>
      <w:r>
        <w:t>’</w:t>
      </w:r>
      <w:r w:rsidR="008C5C61" w:rsidRPr="004C3E92">
        <w:t>a pas laissé to</w:t>
      </w:r>
      <w:r w:rsidR="008C5C61" w:rsidRPr="004C3E92">
        <w:t>m</w:t>
      </w:r>
      <w:r w:rsidR="008C5C61" w:rsidRPr="004C3E92">
        <w:t>ber une syllabe disant qu</w:t>
      </w:r>
      <w:r>
        <w:t>’</w:t>
      </w:r>
      <w:r w:rsidR="008C5C61" w:rsidRPr="004C3E92">
        <w:t>il en avait assez d</w:t>
      </w:r>
      <w:r>
        <w:t>’</w:t>
      </w:r>
      <w:r w:rsidR="008C5C61" w:rsidRPr="004C3E92">
        <w:t>elle</w:t>
      </w:r>
      <w:r>
        <w:t xml:space="preserve">, </w:t>
      </w:r>
      <w:r w:rsidR="008C5C61" w:rsidRPr="004C3E92">
        <w:t>ou qu</w:t>
      </w:r>
      <w:r>
        <w:t>’</w:t>
      </w:r>
      <w:r w:rsidR="008C5C61" w:rsidRPr="004C3E92">
        <w:t>il désirait épouser miss Morton</w:t>
      </w:r>
      <w:r>
        <w:t xml:space="preserve">, </w:t>
      </w:r>
      <w:r w:rsidR="008C5C61" w:rsidRPr="004C3E92">
        <w:t>ou rien de ce genre</w:t>
      </w:r>
      <w:r>
        <w:t xml:space="preserve">. </w:t>
      </w:r>
      <w:r w:rsidR="008C5C61" w:rsidRPr="004C3E92">
        <w:t>Mais</w:t>
      </w:r>
      <w:r>
        <w:t xml:space="preserve">, </w:t>
      </w:r>
      <w:r w:rsidR="008C5C61" w:rsidRPr="004C3E92">
        <w:t>bien sûr</w:t>
      </w:r>
      <w:r>
        <w:t xml:space="preserve">, </w:t>
      </w:r>
      <w:r w:rsidR="008C5C61" w:rsidRPr="004C3E92">
        <w:t>Lucy n</w:t>
      </w:r>
      <w:r>
        <w:t>’</w:t>
      </w:r>
      <w:r w:rsidR="008C5C61" w:rsidRPr="004C3E92">
        <w:t>a rien voulu entendre de ce ton</w:t>
      </w:r>
      <w:r>
        <w:t xml:space="preserve"> ; </w:t>
      </w:r>
      <w:r w:rsidR="008C5C61" w:rsidRPr="004C3E92">
        <w:t>alors</w:t>
      </w:r>
      <w:r>
        <w:t xml:space="preserve">, </w:t>
      </w:r>
      <w:r w:rsidR="008C5C61" w:rsidRPr="004C3E92">
        <w:t>elle lui a dit tout de su</w:t>
      </w:r>
      <w:r w:rsidR="008C5C61" w:rsidRPr="004C3E92">
        <w:t>i</w:t>
      </w:r>
      <w:r w:rsidR="008C5C61" w:rsidRPr="004C3E92">
        <w:t>te</w:t>
      </w:r>
      <w:r>
        <w:t xml:space="preserve"> (</w:t>
      </w:r>
      <w:r w:rsidR="008C5C61" w:rsidRPr="004C3E92">
        <w:t>avec force mots gentils</w:t>
      </w:r>
      <w:r>
        <w:t xml:space="preserve">, </w:t>
      </w:r>
      <w:r w:rsidR="008C5C61" w:rsidRPr="004C3E92">
        <w:t xml:space="preserve">des </w:t>
      </w:r>
      <w:r>
        <w:t>« </w:t>
      </w:r>
      <w:r w:rsidR="008C5C61" w:rsidRPr="004C3E92">
        <w:t>mon chéri</w:t>
      </w:r>
      <w:r>
        <w:t> »</w:t>
      </w:r>
      <w:r w:rsidR="008C5C61" w:rsidRPr="004C3E92">
        <w:t xml:space="preserve"> et des </w:t>
      </w:r>
      <w:r>
        <w:t>« </w:t>
      </w:r>
      <w:r w:rsidR="008C5C61" w:rsidRPr="004C3E92">
        <w:t>mon amour</w:t>
      </w:r>
      <w:r>
        <w:t> »</w:t>
      </w:r>
      <w:r w:rsidR="008C5C61" w:rsidRPr="004C3E92">
        <w:t xml:space="preserve"> n</w:t>
      </w:r>
      <w:r>
        <w:t>’</w:t>
      </w:r>
      <w:r w:rsidR="008C5C61" w:rsidRPr="004C3E92">
        <w:t>est-ce pas</w:t>
      </w:r>
      <w:r>
        <w:t xml:space="preserve">, </w:t>
      </w:r>
      <w:r w:rsidR="008C5C61" w:rsidRPr="004C3E92">
        <w:t>et tout ce qui s</w:t>
      </w:r>
      <w:r>
        <w:t>’</w:t>
      </w:r>
      <w:r w:rsidR="008C5C61" w:rsidRPr="004C3E92">
        <w:t>ensuit</w:t>
      </w:r>
      <w:r>
        <w:t xml:space="preserve"> – </w:t>
      </w:r>
      <w:r w:rsidR="008C5C61" w:rsidRPr="004C3E92">
        <w:t>Oh</w:t>
      </w:r>
      <w:r>
        <w:t xml:space="preserve">, </w:t>
      </w:r>
      <w:r w:rsidR="008C5C61" w:rsidRPr="004C3E92">
        <w:t>mon Dieu</w:t>
      </w:r>
      <w:r>
        <w:t xml:space="preserve">, </w:t>
      </w:r>
      <w:r w:rsidR="008C5C61" w:rsidRPr="004C3E92">
        <w:t>on ne peut pas répéter ces choses-là</w:t>
      </w:r>
      <w:r>
        <w:t xml:space="preserve">, </w:t>
      </w:r>
      <w:r w:rsidR="008C5C61" w:rsidRPr="004C3E92">
        <w:t>n</w:t>
      </w:r>
      <w:r>
        <w:t>’</w:t>
      </w:r>
      <w:r w:rsidR="008C5C61" w:rsidRPr="004C3E92">
        <w:t>est-ce pas</w:t>
      </w:r>
      <w:r>
        <w:t xml:space="preserve">) – </w:t>
      </w:r>
      <w:r w:rsidR="008C5C61" w:rsidRPr="004C3E92">
        <w:t>elle lui a dit tout de suite qu</w:t>
      </w:r>
      <w:r>
        <w:t>’</w:t>
      </w:r>
      <w:r w:rsidR="008C5C61" w:rsidRPr="004C3E92">
        <w:t>elle n</w:t>
      </w:r>
      <w:r>
        <w:t>’</w:t>
      </w:r>
      <w:r w:rsidR="008C5C61" w:rsidRPr="004C3E92">
        <w:t>avait pas le moins du monde l</w:t>
      </w:r>
      <w:r>
        <w:t>’</w:t>
      </w:r>
      <w:r w:rsidR="008C5C61" w:rsidRPr="004C3E92">
        <w:t xml:space="preserve">intention de reprendre </w:t>
      </w:r>
      <w:r w:rsidR="008C5C61" w:rsidRPr="004C3E92">
        <w:lastRenderedPageBreak/>
        <w:t>sa liberté</w:t>
      </w:r>
      <w:r>
        <w:t xml:space="preserve">, </w:t>
      </w:r>
      <w:r w:rsidR="008C5C61" w:rsidRPr="004C3E92">
        <w:t>car elle pouvait vivre avec lui avec un rien</w:t>
      </w:r>
      <w:r>
        <w:t xml:space="preserve">, </w:t>
      </w:r>
      <w:r w:rsidR="008C5C61" w:rsidRPr="004C3E92">
        <w:t>et que</w:t>
      </w:r>
      <w:r>
        <w:t xml:space="preserve">, </w:t>
      </w:r>
      <w:r w:rsidR="008C5C61" w:rsidRPr="004C3E92">
        <w:t>quelque peu de chose qu</w:t>
      </w:r>
      <w:r>
        <w:t>’</w:t>
      </w:r>
      <w:r w:rsidR="008C5C61" w:rsidRPr="004C3E92">
        <w:t>il possède</w:t>
      </w:r>
      <w:r>
        <w:t xml:space="preserve">, </w:t>
      </w:r>
      <w:r w:rsidR="008C5C61" w:rsidRPr="004C3E92">
        <w:t>elle serait très contente d</w:t>
      </w:r>
      <w:r>
        <w:t>’</w:t>
      </w:r>
      <w:r w:rsidR="008C5C61" w:rsidRPr="004C3E92">
        <w:t>avoir le tout</w:t>
      </w:r>
      <w:r>
        <w:t xml:space="preserve">, </w:t>
      </w:r>
      <w:r w:rsidR="008C5C61" w:rsidRPr="004C3E92">
        <w:t>n</w:t>
      </w:r>
      <w:r>
        <w:t>’</w:t>
      </w:r>
      <w:r w:rsidR="008C5C61" w:rsidRPr="004C3E92">
        <w:t>est-ce pas</w:t>
      </w:r>
      <w:r>
        <w:t xml:space="preserve">, – </w:t>
      </w:r>
      <w:r w:rsidR="008C5C61" w:rsidRPr="004C3E92">
        <w:t>ou quelque chose de ce genre</w:t>
      </w:r>
      <w:r>
        <w:t xml:space="preserve">. </w:t>
      </w:r>
      <w:r w:rsidR="008C5C61" w:rsidRPr="004C3E92">
        <w:t>Et alors il a été joliment heureux</w:t>
      </w:r>
      <w:r>
        <w:t xml:space="preserve">, </w:t>
      </w:r>
      <w:r w:rsidR="008C5C61" w:rsidRPr="004C3E92">
        <w:t>et ils ont continué à parler quelque temps de ce qu</w:t>
      </w:r>
      <w:r>
        <w:t>’</w:t>
      </w:r>
      <w:r w:rsidR="008C5C61" w:rsidRPr="004C3E92">
        <w:t>ils allaient faire</w:t>
      </w:r>
      <w:r>
        <w:t xml:space="preserve">, </w:t>
      </w:r>
      <w:r w:rsidR="008C5C61" w:rsidRPr="004C3E92">
        <w:t>et ils ont été d</w:t>
      </w:r>
      <w:r>
        <w:t>’</w:t>
      </w:r>
      <w:r w:rsidR="008C5C61" w:rsidRPr="004C3E92">
        <w:t>accord pour qu</w:t>
      </w:r>
      <w:r>
        <w:t>’</w:t>
      </w:r>
      <w:r w:rsidR="008C5C61" w:rsidRPr="004C3E92">
        <w:t>il entre tout de suite dans les ordres</w:t>
      </w:r>
      <w:r>
        <w:t xml:space="preserve">, </w:t>
      </w:r>
      <w:r w:rsidR="008C5C61" w:rsidRPr="004C3E92">
        <w:t>et qu</w:t>
      </w:r>
      <w:r>
        <w:t>’</w:t>
      </w:r>
      <w:r w:rsidR="008C5C61" w:rsidRPr="004C3E92">
        <w:t>il faudrait attendre</w:t>
      </w:r>
      <w:r>
        <w:t xml:space="preserve">, </w:t>
      </w:r>
      <w:r w:rsidR="008C5C61" w:rsidRPr="004C3E92">
        <w:t>pour se marier</w:t>
      </w:r>
      <w:r>
        <w:t xml:space="preserve">, </w:t>
      </w:r>
      <w:r w:rsidR="008C5C61" w:rsidRPr="004C3E92">
        <w:t>qu</w:t>
      </w:r>
      <w:r>
        <w:t>’</w:t>
      </w:r>
      <w:r w:rsidR="008C5C61" w:rsidRPr="004C3E92">
        <w:t>il ait un bénéfice</w:t>
      </w:r>
      <w:r>
        <w:t xml:space="preserve">. </w:t>
      </w:r>
      <w:r w:rsidR="008C5C61" w:rsidRPr="004C3E92">
        <w:t>Et juste à ce moment je n</w:t>
      </w:r>
      <w:r>
        <w:t>’</w:t>
      </w:r>
      <w:r w:rsidR="008C5C61" w:rsidRPr="004C3E92">
        <w:t>ai pas pu en entendre davantage</w:t>
      </w:r>
      <w:r>
        <w:t xml:space="preserve">, </w:t>
      </w:r>
      <w:r w:rsidR="008C5C61" w:rsidRPr="004C3E92">
        <w:t>car mon co</w:t>
      </w:r>
      <w:r w:rsidR="008C5C61" w:rsidRPr="004C3E92">
        <w:t>u</w:t>
      </w:r>
      <w:r w:rsidR="008C5C61" w:rsidRPr="004C3E92">
        <w:t>sin m</w:t>
      </w:r>
      <w:r>
        <w:t>’</w:t>
      </w:r>
      <w:r w:rsidR="008C5C61" w:rsidRPr="004C3E92">
        <w:t>a appelée d</w:t>
      </w:r>
      <w:r>
        <w:t>’</w:t>
      </w:r>
      <w:r w:rsidR="008C5C61" w:rsidRPr="004C3E92">
        <w:t>en bas pour me dire que Mrs</w:t>
      </w:r>
      <w:r>
        <w:t xml:space="preserve">. </w:t>
      </w:r>
      <w:r w:rsidR="008C5C61" w:rsidRPr="004C3E92">
        <w:t>Richardson était venue dans sa voiture</w:t>
      </w:r>
      <w:r>
        <w:t xml:space="preserve">, </w:t>
      </w:r>
      <w:r w:rsidR="008C5C61" w:rsidRPr="004C3E92">
        <w:t>et emmènerait l</w:t>
      </w:r>
      <w:r>
        <w:t>’</w:t>
      </w:r>
      <w:r w:rsidR="008C5C61" w:rsidRPr="004C3E92">
        <w:t>une de nous aux Jardins de Kensington</w:t>
      </w:r>
      <w:r>
        <w:t xml:space="preserve"> ; </w:t>
      </w:r>
      <w:r w:rsidR="008C5C61" w:rsidRPr="004C3E92">
        <w:t>alors j</w:t>
      </w:r>
      <w:r>
        <w:t>’</w:t>
      </w:r>
      <w:r w:rsidR="008C5C61" w:rsidRPr="004C3E92">
        <w:t>ai été forcée d</w:t>
      </w:r>
      <w:r>
        <w:t>’</w:t>
      </w:r>
      <w:r w:rsidR="008C5C61" w:rsidRPr="004C3E92">
        <w:t>entrer dans la pièce et de les interrompre</w:t>
      </w:r>
      <w:r>
        <w:t xml:space="preserve">, </w:t>
      </w:r>
      <w:r w:rsidR="008C5C61" w:rsidRPr="004C3E92">
        <w:t>pour demander à Lucy si elle avait envie d</w:t>
      </w:r>
      <w:r>
        <w:t>’</w:t>
      </w:r>
      <w:r w:rsidR="008C5C61" w:rsidRPr="004C3E92">
        <w:t>y a</w:t>
      </w:r>
      <w:r w:rsidR="008C5C61" w:rsidRPr="004C3E92">
        <w:t>l</w:t>
      </w:r>
      <w:r w:rsidR="008C5C61" w:rsidRPr="004C3E92">
        <w:t>ler</w:t>
      </w:r>
      <w:r>
        <w:t xml:space="preserve">, </w:t>
      </w:r>
      <w:r w:rsidR="008C5C61" w:rsidRPr="004C3E92">
        <w:t>mais elle n</w:t>
      </w:r>
      <w:r>
        <w:t>’</w:t>
      </w:r>
      <w:r w:rsidR="008C5C61" w:rsidRPr="004C3E92">
        <w:t>a pas voulu quitter Edward</w:t>
      </w:r>
      <w:r>
        <w:t xml:space="preserve"> ; </w:t>
      </w:r>
      <w:r w:rsidR="008C5C61" w:rsidRPr="004C3E92">
        <w:t>alors je me suis d</w:t>
      </w:r>
      <w:r w:rsidR="008C5C61" w:rsidRPr="004C3E92">
        <w:t>é</w:t>
      </w:r>
      <w:r w:rsidR="008C5C61" w:rsidRPr="004C3E92">
        <w:t>pêchée de monter et de mettre une paire de bas de soie</w:t>
      </w:r>
      <w:r>
        <w:t xml:space="preserve">, </w:t>
      </w:r>
      <w:r w:rsidR="008C5C61" w:rsidRPr="004C3E92">
        <w:t>et je suis sortie avec les Richardson</w:t>
      </w:r>
      <w:r>
        <w:t>.</w:t>
      </w:r>
    </w:p>
    <w:p w14:paraId="7E4D2132" w14:textId="77777777" w:rsidR="004A4993" w:rsidRDefault="004A4993" w:rsidP="004A4993">
      <w:r>
        <w:t>— </w:t>
      </w:r>
      <w:r w:rsidR="008C5C61" w:rsidRPr="004C3E92">
        <w:t>Je ne comprends pas ce que vous entendez par les inte</w:t>
      </w:r>
      <w:r w:rsidR="008C5C61" w:rsidRPr="004C3E92">
        <w:t>r</w:t>
      </w:r>
      <w:r w:rsidR="008C5C61" w:rsidRPr="004C3E92">
        <w:t>rompre</w:t>
      </w:r>
      <w:r>
        <w:t xml:space="preserve">, </w:t>
      </w:r>
      <w:r w:rsidR="008C5C61" w:rsidRPr="004C3E92">
        <w:t xml:space="preserve">dit </w:t>
      </w:r>
      <w:proofErr w:type="spellStart"/>
      <w:r w:rsidR="008C5C61" w:rsidRPr="004C3E92">
        <w:t>Elinor</w:t>
      </w:r>
      <w:proofErr w:type="spellEnd"/>
      <w:r>
        <w:t xml:space="preserve"> ; </w:t>
      </w:r>
      <w:r w:rsidR="008C5C61" w:rsidRPr="004C3E92">
        <w:t>vous étiez tous ensemble dans la même pi</w:t>
      </w:r>
      <w:r w:rsidR="008C5C61" w:rsidRPr="004C3E92">
        <w:t>è</w:t>
      </w:r>
      <w:r w:rsidR="008C5C61" w:rsidRPr="004C3E92">
        <w:t>ce</w:t>
      </w:r>
      <w:r>
        <w:t xml:space="preserve">, </w:t>
      </w:r>
      <w:r w:rsidR="008C5C61" w:rsidRPr="004C3E92">
        <w:t>n</w:t>
      </w:r>
      <w:r>
        <w:t>’</w:t>
      </w:r>
      <w:r w:rsidR="008C5C61" w:rsidRPr="004C3E92">
        <w:t>est-ce pas</w:t>
      </w:r>
      <w:r>
        <w:t> ?</w:t>
      </w:r>
    </w:p>
    <w:p w14:paraId="380FACC1" w14:textId="77777777" w:rsidR="004A4993" w:rsidRDefault="004A4993" w:rsidP="004A4993">
      <w:r>
        <w:t>— </w:t>
      </w:r>
      <w:r w:rsidR="008C5C61" w:rsidRPr="004C3E92">
        <w:t>Non pas</w:t>
      </w:r>
      <w:r>
        <w:t xml:space="preserve"> ! </w:t>
      </w:r>
      <w:r w:rsidR="008C5C61" w:rsidRPr="004C3E92">
        <w:t>Nous n</w:t>
      </w:r>
      <w:r>
        <w:t>’</w:t>
      </w:r>
      <w:r w:rsidR="008C5C61" w:rsidRPr="004C3E92">
        <w:t>y étions pas</w:t>
      </w:r>
      <w:r>
        <w:t xml:space="preserve">, </w:t>
      </w:r>
      <w:r w:rsidR="008C5C61" w:rsidRPr="004C3E92">
        <w:t>nous</w:t>
      </w:r>
      <w:r>
        <w:t xml:space="preserve"> ! </w:t>
      </w:r>
      <w:r w:rsidR="008C5C61" w:rsidRPr="004C3E92">
        <w:t>Voyons</w:t>
      </w:r>
      <w:r>
        <w:t xml:space="preserve">, </w:t>
      </w:r>
      <w:r w:rsidR="008C5C61" w:rsidRPr="004C3E92">
        <w:t xml:space="preserve">miss </w:t>
      </w:r>
      <w:proofErr w:type="spellStart"/>
      <w:r w:rsidR="008C5C61" w:rsidRPr="004C3E92">
        <w:t>Dashwood</w:t>
      </w:r>
      <w:proofErr w:type="spellEnd"/>
      <w:r>
        <w:t xml:space="preserve">, </w:t>
      </w:r>
      <w:r w:rsidR="008C5C61" w:rsidRPr="004C3E92">
        <w:t>pensez-vous donc qu</w:t>
      </w:r>
      <w:r>
        <w:t>’</w:t>
      </w:r>
      <w:r w:rsidR="008C5C61" w:rsidRPr="004C3E92">
        <w:t>on se fait des déclarations d</w:t>
      </w:r>
      <w:r>
        <w:t>’</w:t>
      </w:r>
      <w:r w:rsidR="008C5C61" w:rsidRPr="004C3E92">
        <w:t>amour quand il y a d</w:t>
      </w:r>
      <w:r>
        <w:t>’</w:t>
      </w:r>
      <w:r w:rsidR="008C5C61" w:rsidRPr="004C3E92">
        <w:t>autres gens présents</w:t>
      </w:r>
      <w:r>
        <w:t xml:space="preserve"> ? </w:t>
      </w:r>
      <w:r w:rsidR="008C5C61" w:rsidRPr="004C3E92">
        <w:t>Oh</w:t>
      </w:r>
      <w:r>
        <w:t xml:space="preserve">, </w:t>
      </w:r>
      <w:r w:rsidR="008C5C61" w:rsidRPr="004C3E92">
        <w:t>fi donc</w:t>
      </w:r>
      <w:r>
        <w:t xml:space="preserve"> ! </w:t>
      </w:r>
      <w:r w:rsidR="008C5C61" w:rsidRPr="004C3E92">
        <w:t>Ass</w:t>
      </w:r>
      <w:r w:rsidR="008C5C61" w:rsidRPr="004C3E92">
        <w:t>u</w:t>
      </w:r>
      <w:r w:rsidR="008C5C61" w:rsidRPr="004C3E92">
        <w:t>rément</w:t>
      </w:r>
      <w:r>
        <w:t xml:space="preserve">, </w:t>
      </w:r>
      <w:r w:rsidR="008C5C61" w:rsidRPr="004C3E92">
        <w:t>vous devez savoir ce qu</w:t>
      </w:r>
      <w:r>
        <w:t>’</w:t>
      </w:r>
      <w:r w:rsidR="008C5C61" w:rsidRPr="004C3E92">
        <w:t>il en est</w:t>
      </w:r>
      <w:r>
        <w:t>. (</w:t>
      </w:r>
      <w:r w:rsidR="008C5C61" w:rsidRPr="004C3E92">
        <w:t>Riant avec affect</w:t>
      </w:r>
      <w:r w:rsidR="008C5C61" w:rsidRPr="004C3E92">
        <w:t>a</w:t>
      </w:r>
      <w:r w:rsidR="008C5C61" w:rsidRPr="004C3E92">
        <w:t>tion</w:t>
      </w:r>
      <w:r>
        <w:t xml:space="preserve">) – </w:t>
      </w:r>
      <w:r w:rsidR="008C5C61" w:rsidRPr="004C3E92">
        <w:t>Non</w:t>
      </w:r>
      <w:r>
        <w:t xml:space="preserve">, </w:t>
      </w:r>
      <w:r w:rsidR="008C5C61" w:rsidRPr="004C3E92">
        <w:t>non</w:t>
      </w:r>
      <w:r>
        <w:t xml:space="preserve"> ; </w:t>
      </w:r>
      <w:r w:rsidR="008C5C61" w:rsidRPr="004C3E92">
        <w:t>ils étaient enfermés ensemble au salon</w:t>
      </w:r>
      <w:r>
        <w:t xml:space="preserve">, </w:t>
      </w:r>
      <w:r w:rsidR="008C5C61" w:rsidRPr="004C3E92">
        <w:t>et tout ce que j</w:t>
      </w:r>
      <w:r>
        <w:t>’</w:t>
      </w:r>
      <w:r w:rsidR="008C5C61" w:rsidRPr="004C3E92">
        <w:t>ai entendu</w:t>
      </w:r>
      <w:r>
        <w:t xml:space="preserve">, </w:t>
      </w:r>
      <w:r w:rsidR="008C5C61" w:rsidRPr="004C3E92">
        <w:t>ce n</w:t>
      </w:r>
      <w:r>
        <w:t>’</w:t>
      </w:r>
      <w:r w:rsidR="008C5C61" w:rsidRPr="004C3E92">
        <w:t>a été qu</w:t>
      </w:r>
      <w:r>
        <w:t>’</w:t>
      </w:r>
      <w:r w:rsidR="008C5C61" w:rsidRPr="004C3E92">
        <w:t>en écoutant à la porte</w:t>
      </w:r>
      <w:r>
        <w:t>.</w:t>
      </w:r>
    </w:p>
    <w:p w14:paraId="1622881C" w14:textId="77777777" w:rsidR="004A4993" w:rsidRDefault="004A4993" w:rsidP="004A4993">
      <w:r>
        <w:t>— </w:t>
      </w:r>
      <w:r w:rsidR="008C5C61" w:rsidRPr="004C3E92">
        <w:t>Comment</w:t>
      </w:r>
      <w:r>
        <w:t xml:space="preserve"> ! </w:t>
      </w:r>
      <w:r w:rsidR="008C5C61" w:rsidRPr="004C3E92">
        <w:t>s</w:t>
      </w:r>
      <w:r>
        <w:t>’</w:t>
      </w:r>
      <w:r w:rsidR="008C5C61" w:rsidRPr="004C3E92">
        <w:t xml:space="preserve">écria </w:t>
      </w:r>
      <w:proofErr w:type="spellStart"/>
      <w:r w:rsidR="008C5C61" w:rsidRPr="004C3E92">
        <w:t>Elinor</w:t>
      </w:r>
      <w:proofErr w:type="spellEnd"/>
      <w:r>
        <w:t xml:space="preserve"> ; </w:t>
      </w:r>
      <w:r w:rsidR="008C5C61" w:rsidRPr="004C3E92">
        <w:t>vous m</w:t>
      </w:r>
      <w:r>
        <w:t>’</w:t>
      </w:r>
      <w:r w:rsidR="008C5C61" w:rsidRPr="004C3E92">
        <w:t>avez répété ce que vous n</w:t>
      </w:r>
      <w:r>
        <w:t>’</w:t>
      </w:r>
      <w:r w:rsidR="008C5C61" w:rsidRPr="004C3E92">
        <w:t>avez entendu qu</w:t>
      </w:r>
      <w:r>
        <w:t>’</w:t>
      </w:r>
      <w:r w:rsidR="008C5C61" w:rsidRPr="004C3E92">
        <w:t>en écoutant à la porte</w:t>
      </w:r>
      <w:r>
        <w:t xml:space="preserve"> ? </w:t>
      </w:r>
      <w:r w:rsidR="008C5C61" w:rsidRPr="004C3E92">
        <w:t>Je regrette de ne pas l</w:t>
      </w:r>
      <w:r>
        <w:t>’</w:t>
      </w:r>
      <w:r w:rsidR="008C5C61" w:rsidRPr="004C3E92">
        <w:t>avoir su plus tôt</w:t>
      </w:r>
      <w:r>
        <w:t xml:space="preserve"> ; </w:t>
      </w:r>
      <w:r w:rsidR="008C5C61" w:rsidRPr="004C3E92">
        <w:t>car je ne vous aurais certainement pas laissée me donner des détails d</w:t>
      </w:r>
      <w:r>
        <w:t>’</w:t>
      </w:r>
      <w:r w:rsidR="008C5C61" w:rsidRPr="004C3E92">
        <w:t>une conversation que vous n</w:t>
      </w:r>
      <w:r>
        <w:t>’</w:t>
      </w:r>
      <w:r w:rsidR="008C5C61" w:rsidRPr="004C3E92">
        <w:t>auriez pas dû connaître vous-même</w:t>
      </w:r>
      <w:r>
        <w:t xml:space="preserve">. </w:t>
      </w:r>
      <w:r w:rsidR="008C5C61" w:rsidRPr="004C3E92">
        <w:t>Comment avez-vous pu vous conduire d</w:t>
      </w:r>
      <w:r>
        <w:t>’</w:t>
      </w:r>
      <w:r w:rsidR="008C5C61" w:rsidRPr="004C3E92">
        <w:t>une façon aussi injuste envers votre sœur</w:t>
      </w:r>
      <w:r>
        <w:t> ?</w:t>
      </w:r>
    </w:p>
    <w:p w14:paraId="4B7AD794" w14:textId="77777777" w:rsidR="004A4993" w:rsidRDefault="004A4993" w:rsidP="004A4993">
      <w:r>
        <w:lastRenderedPageBreak/>
        <w:t>— </w:t>
      </w:r>
      <w:r w:rsidR="008C5C61" w:rsidRPr="004C3E92">
        <w:t>Oh</w:t>
      </w:r>
      <w:r>
        <w:t xml:space="preserve">, </w:t>
      </w:r>
      <w:r w:rsidR="008C5C61" w:rsidRPr="004C3E92">
        <w:t>mais il n</w:t>
      </w:r>
      <w:r>
        <w:t>’</w:t>
      </w:r>
      <w:r w:rsidR="008C5C61" w:rsidRPr="004C3E92">
        <w:t>y a pas de mal à ça</w:t>
      </w:r>
      <w:r>
        <w:t xml:space="preserve"> ! </w:t>
      </w:r>
      <w:r w:rsidR="008C5C61" w:rsidRPr="004C3E92">
        <w:t>Je me suis simplement tenue à la porte</w:t>
      </w:r>
      <w:r>
        <w:t xml:space="preserve">, </w:t>
      </w:r>
      <w:r w:rsidR="008C5C61" w:rsidRPr="004C3E92">
        <w:t>et j</w:t>
      </w:r>
      <w:r>
        <w:t>’</w:t>
      </w:r>
      <w:r w:rsidR="008C5C61" w:rsidRPr="004C3E92">
        <w:t>ai entendu ce que j</w:t>
      </w:r>
      <w:r>
        <w:t>’</w:t>
      </w:r>
      <w:r w:rsidR="008C5C61" w:rsidRPr="004C3E92">
        <w:t>ai pu</w:t>
      </w:r>
      <w:r>
        <w:t xml:space="preserve">. </w:t>
      </w:r>
      <w:r w:rsidR="008C5C61" w:rsidRPr="004C3E92">
        <w:t>Et je suis sûre que Lucy en aurait fait tout autant pour moi</w:t>
      </w:r>
      <w:r>
        <w:t xml:space="preserve"> ; </w:t>
      </w:r>
      <w:r w:rsidR="008C5C61" w:rsidRPr="004C3E92">
        <w:t>car</w:t>
      </w:r>
      <w:r>
        <w:t xml:space="preserve">, </w:t>
      </w:r>
      <w:r w:rsidR="008C5C61" w:rsidRPr="004C3E92">
        <w:t>il y a un an ou deux</w:t>
      </w:r>
      <w:r>
        <w:t xml:space="preserve">, </w:t>
      </w:r>
      <w:r w:rsidR="008C5C61" w:rsidRPr="004C3E92">
        <w:t>quand Martha Sharpe et moi avions ensemble tant de s</w:t>
      </w:r>
      <w:r w:rsidR="008C5C61" w:rsidRPr="004C3E92">
        <w:t>e</w:t>
      </w:r>
      <w:r w:rsidR="008C5C61" w:rsidRPr="004C3E92">
        <w:t>crets</w:t>
      </w:r>
      <w:r>
        <w:t xml:space="preserve">, </w:t>
      </w:r>
      <w:r w:rsidR="008C5C61" w:rsidRPr="004C3E92">
        <w:t>elle ne s</w:t>
      </w:r>
      <w:r>
        <w:t>’</w:t>
      </w:r>
      <w:r w:rsidR="008C5C61" w:rsidRPr="004C3E92">
        <w:t>est jamais défendue de s</w:t>
      </w:r>
      <w:r>
        <w:t>’</w:t>
      </w:r>
      <w:r w:rsidR="008C5C61" w:rsidRPr="004C3E92">
        <w:t>être cachée dans un c</w:t>
      </w:r>
      <w:r w:rsidR="008C5C61" w:rsidRPr="004C3E92">
        <w:t>a</w:t>
      </w:r>
      <w:r w:rsidR="008C5C61" w:rsidRPr="004C3E92">
        <w:t>binet</w:t>
      </w:r>
      <w:r>
        <w:t xml:space="preserve">, </w:t>
      </w:r>
      <w:r w:rsidR="008C5C61" w:rsidRPr="004C3E92">
        <w:t>ou derrière une cheminée</w:t>
      </w:r>
      <w:r>
        <w:t xml:space="preserve">, </w:t>
      </w:r>
      <w:r w:rsidR="008C5C61" w:rsidRPr="004C3E92">
        <w:t>tout exprès pour entendre ce que nous disions</w:t>
      </w:r>
      <w:r>
        <w:t>.</w:t>
      </w:r>
    </w:p>
    <w:p w14:paraId="065D6E43" w14:textId="77777777" w:rsidR="004A4993" w:rsidRDefault="008C5C61" w:rsidP="004A4993">
      <w:proofErr w:type="spellStart"/>
      <w:r w:rsidRPr="004C3E92">
        <w:t>Elinor</w:t>
      </w:r>
      <w:proofErr w:type="spellEnd"/>
      <w:r w:rsidRPr="004C3E92">
        <w:t xml:space="preserve"> essaya de parler d</w:t>
      </w:r>
      <w:r w:rsidR="004A4993">
        <w:t>’</w:t>
      </w:r>
      <w:r w:rsidRPr="004C3E92">
        <w:t>autre chose</w:t>
      </w:r>
      <w:r w:rsidR="004A4993">
        <w:t xml:space="preserve"> ; </w:t>
      </w:r>
      <w:r w:rsidRPr="004C3E92">
        <w:t>mais il fut imposs</w:t>
      </w:r>
      <w:r w:rsidRPr="004C3E92">
        <w:t>i</w:t>
      </w:r>
      <w:r w:rsidRPr="004C3E92">
        <w:t>ble d</w:t>
      </w:r>
      <w:r w:rsidR="004A4993">
        <w:t>’</w:t>
      </w:r>
      <w:r w:rsidRPr="004C3E92">
        <w:t>éloigner miss Steele</w:t>
      </w:r>
      <w:r w:rsidR="004A4993">
        <w:t xml:space="preserve">, </w:t>
      </w:r>
      <w:proofErr w:type="spellStart"/>
      <w:r w:rsidRPr="004C3E92">
        <w:t>au delà</w:t>
      </w:r>
      <w:proofErr w:type="spellEnd"/>
      <w:r w:rsidRPr="004C3E92">
        <w:t xml:space="preserve"> de deux minutes</w:t>
      </w:r>
      <w:r w:rsidR="004A4993">
        <w:t xml:space="preserve">, </w:t>
      </w:r>
      <w:r w:rsidRPr="004C3E92">
        <w:t>de ce qui tenait la première place dans son esprit</w:t>
      </w:r>
      <w:r w:rsidR="004A4993">
        <w:t>.</w:t>
      </w:r>
    </w:p>
    <w:p w14:paraId="5D44F3A6" w14:textId="77777777" w:rsidR="004A4993" w:rsidRDefault="004A4993" w:rsidP="004A4993">
      <w:r>
        <w:t>— </w:t>
      </w:r>
      <w:r w:rsidR="008C5C61" w:rsidRPr="004C3E92">
        <w:t>Edward parle d</w:t>
      </w:r>
      <w:r>
        <w:t>’</w:t>
      </w:r>
      <w:r w:rsidR="008C5C61" w:rsidRPr="004C3E92">
        <w:t>aller prochainement à Oxford</w:t>
      </w:r>
      <w:r>
        <w:t xml:space="preserve">, </w:t>
      </w:r>
      <w:r w:rsidR="008C5C61" w:rsidRPr="004C3E92">
        <w:t>dit-elle</w:t>
      </w:r>
      <w:r>
        <w:t xml:space="preserve">, </w:t>
      </w:r>
      <w:r w:rsidR="008C5C61" w:rsidRPr="004C3E92">
        <w:t>mais il loge présentement au n</w:t>
      </w:r>
      <w:r>
        <w:t xml:space="preserve">°–, </w:t>
      </w:r>
      <w:proofErr w:type="spellStart"/>
      <w:r w:rsidR="008C5C61" w:rsidRPr="004C3E92">
        <w:t>Pall</w:t>
      </w:r>
      <w:proofErr w:type="spellEnd"/>
      <w:r w:rsidR="008C5C61" w:rsidRPr="004C3E92">
        <w:t xml:space="preserve"> Mall</w:t>
      </w:r>
      <w:r>
        <w:t xml:space="preserve">. </w:t>
      </w:r>
      <w:r w:rsidR="008C5C61" w:rsidRPr="004C3E92">
        <w:t>Quelle femme d</w:t>
      </w:r>
      <w:r w:rsidR="008C5C61" w:rsidRPr="004C3E92">
        <w:t>é</w:t>
      </w:r>
      <w:r w:rsidR="008C5C61" w:rsidRPr="004C3E92">
        <w:t>sagréable que sa mère</w:t>
      </w:r>
      <w:r>
        <w:t xml:space="preserve">, </w:t>
      </w:r>
      <w:r w:rsidR="008C5C61" w:rsidRPr="004C3E92">
        <w:t>dites</w:t>
      </w:r>
      <w:r>
        <w:t xml:space="preserve"> ? </w:t>
      </w:r>
      <w:r w:rsidR="008C5C61" w:rsidRPr="004C3E92">
        <w:t>Et votre frère et votre sœur n</w:t>
      </w:r>
      <w:r>
        <w:t>’</w:t>
      </w:r>
      <w:r w:rsidR="008C5C61" w:rsidRPr="004C3E92">
        <w:t>ont pas été bien aimables</w:t>
      </w:r>
      <w:r>
        <w:t xml:space="preserve"> ! </w:t>
      </w:r>
      <w:r w:rsidR="008C5C61" w:rsidRPr="004C3E92">
        <w:t>Enfin</w:t>
      </w:r>
      <w:r>
        <w:t xml:space="preserve">, </w:t>
      </w:r>
      <w:r w:rsidR="008C5C61" w:rsidRPr="004C3E92">
        <w:t>ce n</w:t>
      </w:r>
      <w:r>
        <w:t>’</w:t>
      </w:r>
      <w:r w:rsidR="008C5C61" w:rsidRPr="004C3E92">
        <w:t>est pas à vous que j</w:t>
      </w:r>
      <w:r>
        <w:t>’</w:t>
      </w:r>
      <w:r w:rsidR="008C5C61" w:rsidRPr="004C3E92">
        <w:t>en dirai du mal</w:t>
      </w:r>
      <w:r>
        <w:t xml:space="preserve"> ; </w:t>
      </w:r>
      <w:r w:rsidR="008C5C61" w:rsidRPr="004C3E92">
        <w:t>et</w:t>
      </w:r>
      <w:r>
        <w:t xml:space="preserve">, </w:t>
      </w:r>
      <w:r w:rsidR="008C5C61" w:rsidRPr="004C3E92">
        <w:t>assurément</w:t>
      </w:r>
      <w:r>
        <w:t xml:space="preserve">, </w:t>
      </w:r>
      <w:r w:rsidR="008C5C61" w:rsidRPr="004C3E92">
        <w:t>ils nous ont bien renvoyées chez nous dans leur propre voiture</w:t>
      </w:r>
      <w:r>
        <w:t xml:space="preserve">, </w:t>
      </w:r>
      <w:r w:rsidR="008C5C61" w:rsidRPr="004C3E92">
        <w:t>ce qui est plus que je n</w:t>
      </w:r>
      <w:r>
        <w:t>’</w:t>
      </w:r>
      <w:r w:rsidR="008C5C61" w:rsidRPr="004C3E92">
        <w:t>en avais espéré</w:t>
      </w:r>
      <w:r>
        <w:t xml:space="preserve">. </w:t>
      </w:r>
      <w:r w:rsidR="008C5C61" w:rsidRPr="004C3E92">
        <w:t>Et moi</w:t>
      </w:r>
      <w:r>
        <w:t xml:space="preserve">, </w:t>
      </w:r>
      <w:r w:rsidR="008C5C61" w:rsidRPr="004C3E92">
        <w:t>j</w:t>
      </w:r>
      <w:r>
        <w:t>’</w:t>
      </w:r>
      <w:r w:rsidR="008C5C61" w:rsidRPr="004C3E92">
        <w:t>avais une peur bleue que votre sœur ne nous redema</w:t>
      </w:r>
      <w:r w:rsidR="008C5C61" w:rsidRPr="004C3E92">
        <w:t>n</w:t>
      </w:r>
      <w:r w:rsidR="008C5C61" w:rsidRPr="004C3E92">
        <w:t>de les trousses de couture qu</w:t>
      </w:r>
      <w:r>
        <w:t>’</w:t>
      </w:r>
      <w:r w:rsidR="008C5C61" w:rsidRPr="004C3E92">
        <w:t>elle nous avait données un jour ou deux auparavant</w:t>
      </w:r>
      <w:r>
        <w:t xml:space="preserve"> ; </w:t>
      </w:r>
      <w:r w:rsidR="008C5C61" w:rsidRPr="004C3E92">
        <w:t>mais il n</w:t>
      </w:r>
      <w:r>
        <w:t>’</w:t>
      </w:r>
      <w:r w:rsidR="008C5C61" w:rsidRPr="004C3E92">
        <w:t>en a pas été question</w:t>
      </w:r>
      <w:r>
        <w:t xml:space="preserve">, </w:t>
      </w:r>
      <w:r w:rsidR="008C5C61" w:rsidRPr="004C3E92">
        <w:t>et j</w:t>
      </w:r>
      <w:r>
        <w:t>’</w:t>
      </w:r>
      <w:r w:rsidR="008C5C61" w:rsidRPr="004C3E92">
        <w:t>ai pris soin de ne pas laisser voir la mienne</w:t>
      </w:r>
      <w:r>
        <w:t xml:space="preserve">. </w:t>
      </w:r>
      <w:r w:rsidR="008C5C61" w:rsidRPr="004C3E92">
        <w:t>Edward a affaire à Oxford</w:t>
      </w:r>
      <w:r>
        <w:t xml:space="preserve">, </w:t>
      </w:r>
      <w:r w:rsidR="008C5C61" w:rsidRPr="004C3E92">
        <w:t>dit-il</w:t>
      </w:r>
      <w:r>
        <w:t xml:space="preserve">, </w:t>
      </w:r>
      <w:r w:rsidR="008C5C61" w:rsidRPr="004C3E92">
        <w:t>de sorte qu</w:t>
      </w:r>
      <w:r>
        <w:t>’</w:t>
      </w:r>
      <w:r w:rsidR="008C5C61" w:rsidRPr="004C3E92">
        <w:t>il faut qu</w:t>
      </w:r>
      <w:r>
        <w:t>’</w:t>
      </w:r>
      <w:r w:rsidR="008C5C61" w:rsidRPr="004C3E92">
        <w:t>il y aille pour quelque temps</w:t>
      </w:r>
      <w:r>
        <w:t xml:space="preserve"> ; </w:t>
      </w:r>
      <w:r w:rsidR="008C5C61" w:rsidRPr="004C3E92">
        <w:t>et après ça</w:t>
      </w:r>
      <w:r>
        <w:t xml:space="preserve">, </w:t>
      </w:r>
      <w:r w:rsidR="008C5C61" w:rsidRPr="004C3E92">
        <w:t>aussitôt qu</w:t>
      </w:r>
      <w:r>
        <w:t>’</w:t>
      </w:r>
      <w:r w:rsidR="008C5C61" w:rsidRPr="004C3E92">
        <w:t>il pourra mettre la main sur un évêque</w:t>
      </w:r>
      <w:r>
        <w:t xml:space="preserve">, </w:t>
      </w:r>
      <w:r w:rsidR="008C5C61" w:rsidRPr="004C3E92">
        <w:t>il sera ordonné prêtre</w:t>
      </w:r>
      <w:r>
        <w:t xml:space="preserve">. </w:t>
      </w:r>
      <w:r w:rsidR="008C5C61" w:rsidRPr="004C3E92">
        <w:t>Je me demande quel poste de vicaire il obtie</w:t>
      </w:r>
      <w:r w:rsidR="008C5C61" w:rsidRPr="004C3E92">
        <w:t>n</w:t>
      </w:r>
      <w:r w:rsidR="008C5C61" w:rsidRPr="004C3E92">
        <w:t>dra</w:t>
      </w:r>
      <w:r>
        <w:t xml:space="preserve"> ! </w:t>
      </w:r>
      <w:r w:rsidR="008C5C61" w:rsidRPr="004C3E92">
        <w:t>Grand Dieu</w:t>
      </w:r>
      <w:r>
        <w:t> ! (</w:t>
      </w:r>
      <w:r w:rsidR="008C5C61" w:rsidRPr="004C3E92">
        <w:t>avec un gloussement de rire</w:t>
      </w:r>
      <w:r>
        <w:t xml:space="preserve">), </w:t>
      </w:r>
      <w:r w:rsidR="008C5C61" w:rsidRPr="004C3E92">
        <w:t>je donnerais ma tête à couper que je sais ce que diront mes cousins quand ils l</w:t>
      </w:r>
      <w:r>
        <w:t>’</w:t>
      </w:r>
      <w:r w:rsidR="008C5C61" w:rsidRPr="004C3E92">
        <w:t>apprendront</w:t>
      </w:r>
      <w:r>
        <w:t xml:space="preserve">. </w:t>
      </w:r>
      <w:r w:rsidR="008C5C61" w:rsidRPr="004C3E92">
        <w:t>Ils me diront qu</w:t>
      </w:r>
      <w:r>
        <w:t>’</w:t>
      </w:r>
      <w:r w:rsidR="008C5C61" w:rsidRPr="004C3E92">
        <w:t>il faut que j</w:t>
      </w:r>
      <w:r>
        <w:t>’</w:t>
      </w:r>
      <w:r w:rsidR="008C5C61" w:rsidRPr="004C3E92">
        <w:t>écrive au docteur</w:t>
      </w:r>
      <w:r>
        <w:t xml:space="preserve">, </w:t>
      </w:r>
      <w:r w:rsidR="008C5C61" w:rsidRPr="004C3E92">
        <w:t>pour qu</w:t>
      </w:r>
      <w:r>
        <w:t>’</w:t>
      </w:r>
      <w:r w:rsidR="008C5C61" w:rsidRPr="004C3E92">
        <w:t>Edward soit nommé vicaire dans sa nouvelle résidence</w:t>
      </w:r>
      <w:r>
        <w:t xml:space="preserve">. </w:t>
      </w:r>
      <w:r w:rsidR="008C5C61" w:rsidRPr="004C3E92">
        <w:t>Je sais qu</w:t>
      </w:r>
      <w:r>
        <w:t>’</w:t>
      </w:r>
      <w:r w:rsidR="008C5C61" w:rsidRPr="004C3E92">
        <w:t>ils diront ça</w:t>
      </w:r>
      <w:r>
        <w:t xml:space="preserve"> ; </w:t>
      </w:r>
      <w:r w:rsidR="008C5C61" w:rsidRPr="004C3E92">
        <w:t>mais assurément</w:t>
      </w:r>
      <w:r>
        <w:t xml:space="preserve">, </w:t>
      </w:r>
      <w:r w:rsidR="008C5C61" w:rsidRPr="004C3E92">
        <w:t>je ne ferais pas une chose semblable</w:t>
      </w:r>
      <w:r>
        <w:t xml:space="preserve">, – </w:t>
      </w:r>
      <w:r w:rsidR="008C5C61" w:rsidRPr="004C3E92">
        <w:t>non</w:t>
      </w:r>
      <w:r>
        <w:t xml:space="preserve">, </w:t>
      </w:r>
      <w:r w:rsidR="008C5C61" w:rsidRPr="004C3E92">
        <w:t>pour rien au monde</w:t>
      </w:r>
      <w:r>
        <w:t xml:space="preserve">. </w:t>
      </w:r>
      <w:r w:rsidR="008C5C61" w:rsidRPr="004C3E92">
        <w:t>Voyons</w:t>
      </w:r>
      <w:r>
        <w:t xml:space="preserve"> ! </w:t>
      </w:r>
      <w:r w:rsidR="008C5C61" w:rsidRPr="004C3E92">
        <w:t>leur d</w:t>
      </w:r>
      <w:r w:rsidR="008C5C61" w:rsidRPr="004C3E92">
        <w:t>i</w:t>
      </w:r>
      <w:r w:rsidR="008C5C61" w:rsidRPr="004C3E92">
        <w:t>rai-je immédiatement</w:t>
      </w:r>
      <w:r>
        <w:t xml:space="preserve">, </w:t>
      </w:r>
      <w:r w:rsidR="008C5C61" w:rsidRPr="004C3E92">
        <w:t>je me demande comment vous avez pu avoir une pareille idée</w:t>
      </w:r>
      <w:r>
        <w:t xml:space="preserve">. </w:t>
      </w:r>
      <w:r w:rsidR="008C5C61" w:rsidRPr="004C3E92">
        <w:t>Moi</w:t>
      </w:r>
      <w:r>
        <w:t xml:space="preserve">, </w:t>
      </w:r>
      <w:r w:rsidR="008C5C61" w:rsidRPr="004C3E92">
        <w:t>écrire au docteur</w:t>
      </w:r>
      <w:r>
        <w:t xml:space="preserve">, </w:t>
      </w:r>
      <w:r w:rsidR="008C5C61" w:rsidRPr="004C3E92">
        <w:t>en vérité</w:t>
      </w:r>
      <w:r>
        <w:t> !</w:t>
      </w:r>
    </w:p>
    <w:p w14:paraId="03D8187E" w14:textId="77777777" w:rsidR="004A4993" w:rsidRDefault="004A4993" w:rsidP="004A4993">
      <w:r>
        <w:lastRenderedPageBreak/>
        <w:t>— </w:t>
      </w:r>
      <w:r w:rsidR="008C5C61" w:rsidRPr="004C3E92">
        <w:t>Enfin</w:t>
      </w:r>
      <w:r>
        <w:t xml:space="preserve">, </w:t>
      </w:r>
      <w:r w:rsidR="008C5C61" w:rsidRPr="004C3E92">
        <w:t xml:space="preserve">dit </w:t>
      </w:r>
      <w:proofErr w:type="spellStart"/>
      <w:r w:rsidR="008C5C61" w:rsidRPr="004C3E92">
        <w:t>Elinor</w:t>
      </w:r>
      <w:proofErr w:type="spellEnd"/>
      <w:r>
        <w:t xml:space="preserve">, </w:t>
      </w:r>
      <w:r w:rsidR="008C5C61" w:rsidRPr="004C3E92">
        <w:t>il est réconfortant d</w:t>
      </w:r>
      <w:r>
        <w:t>’</w:t>
      </w:r>
      <w:r w:rsidR="008C5C61" w:rsidRPr="004C3E92">
        <w:t>être préparé au p</w:t>
      </w:r>
      <w:r w:rsidR="008C5C61" w:rsidRPr="004C3E92">
        <w:t>i</w:t>
      </w:r>
      <w:r w:rsidR="008C5C61" w:rsidRPr="004C3E92">
        <w:t>re</w:t>
      </w:r>
      <w:r>
        <w:t xml:space="preserve">. </w:t>
      </w:r>
      <w:r w:rsidR="008C5C61" w:rsidRPr="004C3E92">
        <w:t>Vous avez votre réponse toute prête</w:t>
      </w:r>
      <w:r>
        <w:t>.</w:t>
      </w:r>
    </w:p>
    <w:p w14:paraId="1C669E0B" w14:textId="77777777" w:rsidR="004A4993" w:rsidRDefault="008C5C61" w:rsidP="004A4993">
      <w:r w:rsidRPr="004C3E92">
        <w:t>Miss Steele se disposait à répondre sur le même sujet</w:t>
      </w:r>
      <w:r w:rsidR="004A4993">
        <w:t xml:space="preserve">, </w:t>
      </w:r>
      <w:r w:rsidRPr="004C3E92">
        <w:t>mais l</w:t>
      </w:r>
      <w:r w:rsidR="004A4993">
        <w:t>’</w:t>
      </w:r>
      <w:r w:rsidRPr="004C3E92">
        <w:t>approche de son groupe en rendit un autre plus nécessaire</w:t>
      </w:r>
      <w:r w:rsidR="004A4993">
        <w:t>.</w:t>
      </w:r>
    </w:p>
    <w:p w14:paraId="062A23F0" w14:textId="77777777" w:rsidR="004A4993" w:rsidRDefault="004A4993" w:rsidP="004A4993">
      <w:r>
        <w:t>— </w:t>
      </w:r>
      <w:r w:rsidR="008C5C61" w:rsidRPr="004C3E92">
        <w:t>Oh</w:t>
      </w:r>
      <w:r>
        <w:t xml:space="preserve">, </w:t>
      </w:r>
      <w:r w:rsidR="008C5C61" w:rsidRPr="004C3E92">
        <w:t xml:space="preserve">là </w:t>
      </w:r>
      <w:proofErr w:type="spellStart"/>
      <w:r w:rsidR="008C5C61" w:rsidRPr="004C3E92">
        <w:t>là</w:t>
      </w:r>
      <w:proofErr w:type="spellEnd"/>
      <w:r>
        <w:t xml:space="preserve"> ! </w:t>
      </w:r>
      <w:r w:rsidR="008C5C61" w:rsidRPr="004C3E92">
        <w:t>Voici les Richardson qui viennent</w:t>
      </w:r>
      <w:r>
        <w:t xml:space="preserve">. </w:t>
      </w:r>
      <w:r w:rsidR="008C5C61" w:rsidRPr="004C3E92">
        <w:t>J</w:t>
      </w:r>
      <w:r>
        <w:t>’</w:t>
      </w:r>
      <w:r w:rsidR="008C5C61" w:rsidRPr="004C3E92">
        <w:t>avais e</w:t>
      </w:r>
      <w:r w:rsidR="008C5C61" w:rsidRPr="004C3E92">
        <w:t>n</w:t>
      </w:r>
      <w:r w:rsidR="008C5C61" w:rsidRPr="004C3E92">
        <w:t>core un tas de choses à vous dire</w:t>
      </w:r>
      <w:r>
        <w:t xml:space="preserve">, </w:t>
      </w:r>
      <w:r w:rsidR="008C5C61" w:rsidRPr="004C3E92">
        <w:t>mais il ne faut pas que je reste plus longtemps à l</w:t>
      </w:r>
      <w:r>
        <w:t>’</w:t>
      </w:r>
      <w:r w:rsidR="008C5C61" w:rsidRPr="004C3E92">
        <w:t>écart</w:t>
      </w:r>
      <w:r>
        <w:t xml:space="preserve">. </w:t>
      </w:r>
      <w:r w:rsidR="008C5C61" w:rsidRPr="004C3E92">
        <w:t>Je vous assure que ce sont des gens fort distingués</w:t>
      </w:r>
      <w:r>
        <w:t xml:space="preserve">. </w:t>
      </w:r>
      <w:r w:rsidR="008C5C61" w:rsidRPr="004C3E92">
        <w:t>Il gagne</w:t>
      </w:r>
      <w:r>
        <w:t xml:space="preserve">, </w:t>
      </w:r>
      <w:r w:rsidR="008C5C61" w:rsidRPr="004C3E92">
        <w:t>lui</w:t>
      </w:r>
      <w:r>
        <w:t xml:space="preserve">, </w:t>
      </w:r>
      <w:r w:rsidR="008C5C61" w:rsidRPr="004C3E92">
        <w:t>des sommes folles</w:t>
      </w:r>
      <w:r>
        <w:t xml:space="preserve">, </w:t>
      </w:r>
      <w:r w:rsidR="008C5C61" w:rsidRPr="004C3E92">
        <w:t>et ils ont leur voiture à eux</w:t>
      </w:r>
      <w:r>
        <w:t xml:space="preserve">. </w:t>
      </w:r>
      <w:r w:rsidR="008C5C61" w:rsidRPr="004C3E92">
        <w:t>Je n</w:t>
      </w:r>
      <w:r>
        <w:t>’</w:t>
      </w:r>
      <w:r w:rsidR="008C5C61" w:rsidRPr="004C3E92">
        <w:t>ai pas le temps d</w:t>
      </w:r>
      <w:r>
        <w:t>’</w:t>
      </w:r>
      <w:r w:rsidR="008C5C61" w:rsidRPr="004C3E92">
        <w:t>en parler moi-même à Mrs</w:t>
      </w:r>
      <w:r>
        <w:t xml:space="preserve">. </w:t>
      </w:r>
      <w:r w:rsidR="008C5C61" w:rsidRPr="004C3E92">
        <w:t>Je</w:t>
      </w:r>
      <w:r w:rsidR="008C5C61">
        <w:t>nn</w:t>
      </w:r>
      <w:r w:rsidR="008C5C61" w:rsidRPr="004C3E92">
        <w:t>ings</w:t>
      </w:r>
      <w:r>
        <w:t xml:space="preserve">, </w:t>
      </w:r>
      <w:r w:rsidR="008C5C61" w:rsidRPr="004C3E92">
        <w:t>mais je vous prie de lui dire que je suis très heureuse d</w:t>
      </w:r>
      <w:r>
        <w:t>’</w:t>
      </w:r>
      <w:r w:rsidR="008C5C61" w:rsidRPr="004C3E92">
        <w:t>apprendre qu</w:t>
      </w:r>
      <w:r>
        <w:t>’</w:t>
      </w:r>
      <w:r w:rsidR="008C5C61" w:rsidRPr="004C3E92">
        <w:t>elle ne nous en veut pas</w:t>
      </w:r>
      <w:r>
        <w:t xml:space="preserve">, </w:t>
      </w:r>
      <w:r w:rsidR="008C5C61" w:rsidRPr="004C3E92">
        <w:t>et qu</w:t>
      </w:r>
      <w:r>
        <w:t>’</w:t>
      </w:r>
      <w:r w:rsidR="008C5C61" w:rsidRPr="004C3E92">
        <w:t>il en est de même de lady Middleton</w:t>
      </w:r>
      <w:r>
        <w:t xml:space="preserve"> ; </w:t>
      </w:r>
      <w:r w:rsidR="008C5C61" w:rsidRPr="004C3E92">
        <w:t>et s</w:t>
      </w:r>
      <w:r>
        <w:t>’</w:t>
      </w:r>
      <w:r w:rsidR="008C5C61" w:rsidRPr="004C3E92">
        <w:t>il arrivait quelque chose qui vous élo</w:t>
      </w:r>
      <w:r w:rsidR="008C5C61" w:rsidRPr="004C3E92">
        <w:t>i</w:t>
      </w:r>
      <w:r w:rsidR="008C5C61" w:rsidRPr="004C3E92">
        <w:t>gne</w:t>
      </w:r>
      <w:r>
        <w:t xml:space="preserve">, </w:t>
      </w:r>
      <w:r w:rsidR="008C5C61" w:rsidRPr="004C3E92">
        <w:t>vous et votre sœur</w:t>
      </w:r>
      <w:r>
        <w:t xml:space="preserve">, </w:t>
      </w:r>
      <w:r w:rsidR="008C5C61" w:rsidRPr="004C3E92">
        <w:t>nous serions bien contentes</w:t>
      </w:r>
      <w:r>
        <w:t xml:space="preserve">, </w:t>
      </w:r>
      <w:r w:rsidR="008C5C61" w:rsidRPr="004C3E92">
        <w:t>assur</w:t>
      </w:r>
      <w:r w:rsidR="008C5C61" w:rsidRPr="004C3E92">
        <w:t>é</w:t>
      </w:r>
      <w:r w:rsidR="008C5C61" w:rsidRPr="004C3E92">
        <w:t>ment</w:t>
      </w:r>
      <w:r>
        <w:t xml:space="preserve">, </w:t>
      </w:r>
      <w:r w:rsidR="008C5C61" w:rsidRPr="004C3E92">
        <w:t>de venir nous installer chez elle aussi longtemps qu</w:t>
      </w:r>
      <w:r>
        <w:t>’</w:t>
      </w:r>
      <w:r w:rsidR="008C5C61" w:rsidRPr="004C3E92">
        <w:t>il lui plairait</w:t>
      </w:r>
      <w:r>
        <w:t xml:space="preserve">. </w:t>
      </w:r>
      <w:r w:rsidR="008C5C61" w:rsidRPr="004C3E92">
        <w:t>Je suppose que lady Middleton ne nous invitera plus cette fois-ci</w:t>
      </w:r>
      <w:r>
        <w:t xml:space="preserve">. </w:t>
      </w:r>
      <w:r w:rsidR="008C5C61" w:rsidRPr="004C3E92">
        <w:t>Au revoir</w:t>
      </w:r>
      <w:r>
        <w:t xml:space="preserve"> ; </w:t>
      </w:r>
      <w:r w:rsidR="008C5C61" w:rsidRPr="004C3E92">
        <w:t>je regrette que miss Marianne n</w:t>
      </w:r>
      <w:r>
        <w:t>’</w:t>
      </w:r>
      <w:r w:rsidR="008C5C61" w:rsidRPr="004C3E92">
        <w:t>ait pas été là</w:t>
      </w:r>
      <w:r>
        <w:t xml:space="preserve">. </w:t>
      </w:r>
      <w:r w:rsidR="008C5C61" w:rsidRPr="004C3E92">
        <w:t>Rappelez-moi à son bon souvenir</w:t>
      </w:r>
      <w:r>
        <w:t xml:space="preserve">. </w:t>
      </w:r>
      <w:r w:rsidR="008C5C61" w:rsidRPr="004C3E92">
        <w:t>Oh</w:t>
      </w:r>
      <w:r>
        <w:t xml:space="preserve"> ! </w:t>
      </w:r>
      <w:r w:rsidR="008C5C61" w:rsidRPr="004C3E92">
        <w:t>Mais je vois que vous avez mis votre plus belle robe de mousseline à pois</w:t>
      </w:r>
      <w:r>
        <w:t xml:space="preserve"> !… </w:t>
      </w:r>
      <w:r w:rsidR="008C5C61" w:rsidRPr="004C3E92">
        <w:t>Je m</w:t>
      </w:r>
      <w:r>
        <w:t>’</w:t>
      </w:r>
      <w:r w:rsidR="008C5C61" w:rsidRPr="004C3E92">
        <w:t>étonne que vous n</w:t>
      </w:r>
      <w:r>
        <w:t>’</w:t>
      </w:r>
      <w:r w:rsidR="008C5C61" w:rsidRPr="004C3E92">
        <w:t xml:space="preserve">ayez pas </w:t>
      </w:r>
      <w:proofErr w:type="gramStart"/>
      <w:r w:rsidR="008C5C61" w:rsidRPr="004C3E92">
        <w:t>eu peur</w:t>
      </w:r>
      <w:proofErr w:type="gramEnd"/>
      <w:r w:rsidR="008C5C61" w:rsidRPr="004C3E92">
        <w:t xml:space="preserve"> qu</w:t>
      </w:r>
      <w:r>
        <w:t>’</w:t>
      </w:r>
      <w:r w:rsidR="008C5C61" w:rsidRPr="004C3E92">
        <w:t>on ne vous la déchire</w:t>
      </w:r>
      <w:r>
        <w:t>.</w:t>
      </w:r>
    </w:p>
    <w:p w14:paraId="444A5073" w14:textId="77777777" w:rsidR="004A4993" w:rsidRDefault="008C5C61" w:rsidP="004A4993">
      <w:r w:rsidRPr="004C3E92">
        <w:t>Telle fut sa préoccupation finale</w:t>
      </w:r>
      <w:r w:rsidR="004A4993">
        <w:t xml:space="preserve"> ; </w:t>
      </w:r>
      <w:r w:rsidRPr="004C3E92">
        <w:t>car après cela elle n</w:t>
      </w:r>
      <w:r w:rsidR="004A4993">
        <w:t>’</w:t>
      </w:r>
      <w:r w:rsidRPr="004C3E92">
        <w:t>eut plus que le temps de présenter ses compliments d</w:t>
      </w:r>
      <w:r w:rsidR="004A4993">
        <w:t>’</w:t>
      </w:r>
      <w:r w:rsidRPr="004C3E92">
        <w:t>adieu à Mrs</w:t>
      </w:r>
      <w:r w:rsidR="004A4993">
        <w:t xml:space="preserve">. </w:t>
      </w:r>
      <w:r w:rsidRPr="004C3E92">
        <w:t>Jennings</w:t>
      </w:r>
      <w:r w:rsidR="004A4993">
        <w:t xml:space="preserve">, </w:t>
      </w:r>
      <w:r w:rsidRPr="004C3E92">
        <w:t>avant que Mrs</w:t>
      </w:r>
      <w:r w:rsidR="004A4993">
        <w:t xml:space="preserve">. </w:t>
      </w:r>
      <w:r w:rsidRPr="004C3E92">
        <w:t>Richardson ne réclamât sa présence</w:t>
      </w:r>
      <w:r w:rsidR="004A4993">
        <w:t xml:space="preserve"> ; </w:t>
      </w:r>
      <w:r w:rsidRPr="004C3E92">
        <w:t xml:space="preserve">et </w:t>
      </w:r>
      <w:proofErr w:type="spellStart"/>
      <w:r w:rsidRPr="004C3E92">
        <w:t>Elinor</w:t>
      </w:r>
      <w:proofErr w:type="spellEnd"/>
      <w:r w:rsidRPr="004C3E92">
        <w:t xml:space="preserve"> resta en possession de renseignements qui pouvaient alimenter quelque temps ses facultés de réflexion</w:t>
      </w:r>
      <w:r w:rsidR="004A4993">
        <w:t xml:space="preserve">, </w:t>
      </w:r>
      <w:r w:rsidRPr="004C3E92">
        <w:t>bien qu</w:t>
      </w:r>
      <w:r w:rsidR="004A4993">
        <w:t>’</w:t>
      </w:r>
      <w:r w:rsidRPr="004C3E92">
        <w:t>elle n</w:t>
      </w:r>
      <w:r w:rsidR="004A4993">
        <w:t>’</w:t>
      </w:r>
      <w:r w:rsidRPr="004C3E92">
        <w:t>eût appris que fort peu de chose de plus qu</w:t>
      </w:r>
      <w:r w:rsidR="004A4993">
        <w:t>’</w:t>
      </w:r>
      <w:r w:rsidRPr="004C3E92">
        <w:t>elle n</w:t>
      </w:r>
      <w:r w:rsidR="004A4993">
        <w:t>’</w:t>
      </w:r>
      <w:r w:rsidRPr="004C3E92">
        <w:t>eût déjà pr</w:t>
      </w:r>
      <w:r w:rsidRPr="004C3E92">
        <w:t>é</w:t>
      </w:r>
      <w:r w:rsidRPr="004C3E92">
        <w:t>vu et projeté par avance dans son propre esprit</w:t>
      </w:r>
      <w:r w:rsidR="004A4993">
        <w:t xml:space="preserve">. </w:t>
      </w:r>
      <w:r w:rsidRPr="004C3E92">
        <w:t>Le mariage d</w:t>
      </w:r>
      <w:r w:rsidR="004A4993">
        <w:t>’</w:t>
      </w:r>
      <w:r w:rsidRPr="004C3E92">
        <w:t>Edward et de Lucy était aussi fermement résolu</w:t>
      </w:r>
      <w:r w:rsidR="004A4993">
        <w:t xml:space="preserve">, </w:t>
      </w:r>
      <w:r w:rsidRPr="004C3E92">
        <w:t>et l</w:t>
      </w:r>
      <w:r w:rsidR="004A4993">
        <w:t>’</w:t>
      </w:r>
      <w:r w:rsidRPr="004C3E92">
        <w:t>époque de sa consommation demeurait aussi totalement incertain</w:t>
      </w:r>
      <w:r w:rsidR="004A4993">
        <w:t xml:space="preserve">, </w:t>
      </w:r>
      <w:r w:rsidRPr="004C3E92">
        <w:t>qu</w:t>
      </w:r>
      <w:r w:rsidR="004A4993">
        <w:t>’</w:t>
      </w:r>
      <w:r w:rsidRPr="004C3E92">
        <w:t>elle avait conclu qu</w:t>
      </w:r>
      <w:r w:rsidR="004A4993">
        <w:t>’</w:t>
      </w:r>
      <w:r w:rsidRPr="004C3E92">
        <w:t>il le serait</w:t>
      </w:r>
      <w:r w:rsidR="004A4993">
        <w:t xml:space="preserve"> ; </w:t>
      </w:r>
      <w:r w:rsidRPr="004C3E92">
        <w:t>tout dépendait</w:t>
      </w:r>
      <w:r w:rsidR="004A4993">
        <w:t xml:space="preserve">, </w:t>
      </w:r>
      <w:r w:rsidRPr="004C3E92">
        <w:lastRenderedPageBreak/>
        <w:t>exactement comme elle s</w:t>
      </w:r>
      <w:r w:rsidR="004A4993">
        <w:t>’</w:t>
      </w:r>
      <w:r w:rsidRPr="004C3E92">
        <w:t>y était attendue</w:t>
      </w:r>
      <w:r w:rsidR="004A4993">
        <w:t xml:space="preserve">, </w:t>
      </w:r>
      <w:r w:rsidRPr="004C3E92">
        <w:t>de sa nomination à un bénéfice</w:t>
      </w:r>
      <w:r w:rsidR="004A4993">
        <w:t xml:space="preserve">, </w:t>
      </w:r>
      <w:r w:rsidRPr="004C3E92">
        <w:t>dont il semblait qu</w:t>
      </w:r>
      <w:r w:rsidR="004A4993">
        <w:t>’</w:t>
      </w:r>
      <w:r w:rsidRPr="004C3E92">
        <w:t>il n</w:t>
      </w:r>
      <w:r w:rsidR="004A4993">
        <w:t>’</w:t>
      </w:r>
      <w:r w:rsidRPr="004C3E92">
        <w:t>y eût présentement la moindre chance</w:t>
      </w:r>
      <w:r w:rsidR="004A4993">
        <w:t>.</w:t>
      </w:r>
    </w:p>
    <w:p w14:paraId="1593875A" w14:textId="77777777" w:rsidR="004A4993" w:rsidRDefault="008C5C61" w:rsidP="004A4993">
      <w:r w:rsidRPr="004C3E92">
        <w:t>Aussitôt qu</w:t>
      </w:r>
      <w:r w:rsidR="004A4993">
        <w:t>’</w:t>
      </w:r>
      <w:r w:rsidRPr="004C3E92">
        <w:t>elles revinrent à la voiture</w:t>
      </w:r>
      <w:r w:rsidR="004A4993">
        <w:t xml:space="preserve">, </w:t>
      </w:r>
      <w:r w:rsidRPr="004C3E92">
        <w:t>Mrs</w:t>
      </w:r>
      <w:r w:rsidR="004A4993">
        <w:t xml:space="preserve">. </w:t>
      </w:r>
      <w:r w:rsidRPr="004C3E92">
        <w:t>Jennings fut impatiente de nouvelles</w:t>
      </w:r>
      <w:r w:rsidR="004A4993">
        <w:t xml:space="preserve"> ; </w:t>
      </w:r>
      <w:r w:rsidRPr="004C3E92">
        <w:t xml:space="preserve">mais comme </w:t>
      </w:r>
      <w:proofErr w:type="spellStart"/>
      <w:r w:rsidRPr="004C3E92">
        <w:t>Elinor</w:t>
      </w:r>
      <w:proofErr w:type="spellEnd"/>
      <w:r w:rsidRPr="004C3E92">
        <w:t xml:space="preserve"> désirait répandre aussi peu que possible des renseignements qui avaient été</w:t>
      </w:r>
      <w:r w:rsidR="004A4993">
        <w:t xml:space="preserve">, </w:t>
      </w:r>
      <w:r w:rsidRPr="004C3E92">
        <w:t>à l</w:t>
      </w:r>
      <w:r w:rsidR="004A4993">
        <w:t>’</w:t>
      </w:r>
      <w:r w:rsidRPr="004C3E92">
        <w:t>origine</w:t>
      </w:r>
      <w:r w:rsidR="004A4993">
        <w:t xml:space="preserve">, </w:t>
      </w:r>
      <w:r w:rsidRPr="004C3E92">
        <w:t>obtenus d</w:t>
      </w:r>
      <w:r w:rsidR="004A4993">
        <w:t>’</w:t>
      </w:r>
      <w:r w:rsidRPr="004C3E92">
        <w:t>une façon si peu honnête</w:t>
      </w:r>
      <w:r w:rsidR="004A4993">
        <w:t xml:space="preserve">, </w:t>
      </w:r>
      <w:r w:rsidRPr="004C3E92">
        <w:t>elle se borna à la brève répétition de détails simples dont elle se sentait assurée que Lucy</w:t>
      </w:r>
      <w:r w:rsidR="004A4993">
        <w:t xml:space="preserve">, </w:t>
      </w:r>
      <w:r w:rsidRPr="004C3E92">
        <w:t>pour l</w:t>
      </w:r>
      <w:r w:rsidR="004A4993">
        <w:t>’</w:t>
      </w:r>
      <w:r w:rsidRPr="004C3E92">
        <w:t>amour de sa propre importance</w:t>
      </w:r>
      <w:r w:rsidR="004A4993">
        <w:t xml:space="preserve">, </w:t>
      </w:r>
      <w:r w:rsidRPr="004C3E92">
        <w:t>verrait d</w:t>
      </w:r>
      <w:r w:rsidR="004A4993">
        <w:t>’</w:t>
      </w:r>
      <w:r w:rsidRPr="004C3E92">
        <w:t>un bon œil la propagation</w:t>
      </w:r>
      <w:r w:rsidR="004A4993">
        <w:t xml:space="preserve">. </w:t>
      </w:r>
      <w:r w:rsidRPr="004C3E92">
        <w:t>Elle se contenta de lui annoncer que leurs fiançailles se poursuivaient</w:t>
      </w:r>
      <w:r w:rsidR="004A4993">
        <w:t xml:space="preserve">, </w:t>
      </w:r>
      <w:r w:rsidRPr="004C3E92">
        <w:t>et quels moyens devaient être mis en œuvre pour les mener à bonne fin</w:t>
      </w:r>
      <w:r w:rsidR="004A4993">
        <w:t xml:space="preserve"> ; </w:t>
      </w:r>
      <w:r w:rsidRPr="004C3E92">
        <w:t>et ces nouvelles arr</w:t>
      </w:r>
      <w:r w:rsidRPr="004C3E92">
        <w:t>a</w:t>
      </w:r>
      <w:r w:rsidRPr="004C3E92">
        <w:t>chèrent à Mrs</w:t>
      </w:r>
      <w:r w:rsidR="004A4993">
        <w:t xml:space="preserve">. </w:t>
      </w:r>
      <w:r w:rsidRPr="004C3E92">
        <w:t>Jennings cette remarque fort naturelle</w:t>
      </w:r>
      <w:r w:rsidR="004A4993">
        <w:t> :</w:t>
      </w:r>
    </w:p>
    <w:p w14:paraId="6D19C2ED" w14:textId="77777777" w:rsidR="004A4993" w:rsidRDefault="004A4993" w:rsidP="004A4993">
      <w:r>
        <w:t>— </w:t>
      </w:r>
      <w:r w:rsidR="008C5C61" w:rsidRPr="004C3E92">
        <w:t>Attendre qu</w:t>
      </w:r>
      <w:r>
        <w:t>’</w:t>
      </w:r>
      <w:r w:rsidR="008C5C61" w:rsidRPr="004C3E92">
        <w:t>il ait un bénéfice</w:t>
      </w:r>
      <w:r>
        <w:t xml:space="preserve"> ! </w:t>
      </w:r>
      <w:r w:rsidR="008C5C61" w:rsidRPr="004C3E92">
        <w:t>Oui</w:t>
      </w:r>
      <w:r>
        <w:t xml:space="preserve">, </w:t>
      </w:r>
      <w:r w:rsidR="008C5C61" w:rsidRPr="004C3E92">
        <w:t>nous savons tous comment cela finira</w:t>
      </w:r>
      <w:r>
        <w:t xml:space="preserve">. </w:t>
      </w:r>
      <w:r w:rsidR="008C5C61" w:rsidRPr="004C3E92">
        <w:t>Ils attendront un an</w:t>
      </w:r>
      <w:r>
        <w:t xml:space="preserve">, </w:t>
      </w:r>
      <w:r w:rsidR="008C5C61" w:rsidRPr="004C3E92">
        <w:t>et</w:t>
      </w:r>
      <w:r>
        <w:t xml:space="preserve">, </w:t>
      </w:r>
      <w:r w:rsidR="008C5C61" w:rsidRPr="004C3E92">
        <w:t>voyant qu</w:t>
      </w:r>
      <w:r>
        <w:t>’</w:t>
      </w:r>
      <w:r w:rsidR="008C5C61" w:rsidRPr="004C3E92">
        <w:t>il n</w:t>
      </w:r>
      <w:r>
        <w:t>’</w:t>
      </w:r>
      <w:r w:rsidR="008C5C61" w:rsidRPr="004C3E92">
        <w:t>en résulte rien de bon</w:t>
      </w:r>
      <w:r>
        <w:t xml:space="preserve">, </w:t>
      </w:r>
      <w:r w:rsidR="008C5C61" w:rsidRPr="004C3E92">
        <w:t>ils s</w:t>
      </w:r>
      <w:r>
        <w:t>’</w:t>
      </w:r>
      <w:r w:rsidR="008C5C61" w:rsidRPr="004C3E92">
        <w:t>établiront dans un poste de vicaire à cinquante livres par an</w:t>
      </w:r>
      <w:r>
        <w:t xml:space="preserve">, </w:t>
      </w:r>
      <w:r w:rsidR="008C5C61" w:rsidRPr="004C3E92">
        <w:t>avec les intérêts de ses deux mille livres</w:t>
      </w:r>
      <w:r>
        <w:t xml:space="preserve">, </w:t>
      </w:r>
      <w:r w:rsidR="008C5C61" w:rsidRPr="004C3E92">
        <w:t>et le peu que Mr</w:t>
      </w:r>
      <w:r>
        <w:t xml:space="preserve">. </w:t>
      </w:r>
      <w:r w:rsidR="008C5C61" w:rsidRPr="004C3E92">
        <w:t>Steele et Mr</w:t>
      </w:r>
      <w:r>
        <w:t xml:space="preserve">. </w:t>
      </w:r>
      <w:r w:rsidR="008C5C61" w:rsidRPr="004C3E92">
        <w:t>Pratt pourront lui donner</w:t>
      </w:r>
      <w:r>
        <w:t xml:space="preserve">, </w:t>
      </w:r>
      <w:r w:rsidR="008C5C61" w:rsidRPr="004C3E92">
        <w:t>à elle</w:t>
      </w:r>
      <w:r>
        <w:t xml:space="preserve">. </w:t>
      </w:r>
      <w:r w:rsidR="008C5C61" w:rsidRPr="004C3E92">
        <w:t>Et puis</w:t>
      </w:r>
      <w:r>
        <w:t xml:space="preserve">, </w:t>
      </w:r>
      <w:r w:rsidR="008C5C61" w:rsidRPr="004C3E92">
        <w:t>ils auront un enfant tous les ans</w:t>
      </w:r>
      <w:r>
        <w:t xml:space="preserve"> ! </w:t>
      </w:r>
      <w:r w:rsidR="008C5C61" w:rsidRPr="004C3E92">
        <w:t>Et le Seigneur leur vienne en aide</w:t>
      </w:r>
      <w:r>
        <w:t xml:space="preserve"> ! </w:t>
      </w:r>
      <w:r w:rsidR="008C5C61" w:rsidRPr="004C3E92">
        <w:t>Comme ils seront pauvres</w:t>
      </w:r>
      <w:r>
        <w:t xml:space="preserve"> !… </w:t>
      </w:r>
      <w:r w:rsidR="008C5C61" w:rsidRPr="004C3E92">
        <w:t>Il faudra que je voie ce que je pourrai leur donner pour les aider à meubler leur maison</w:t>
      </w:r>
      <w:r>
        <w:t xml:space="preserve">. </w:t>
      </w:r>
      <w:r w:rsidR="008C5C61" w:rsidRPr="004C3E92">
        <w:t>Deux bonnes et deux domestiques</w:t>
      </w:r>
      <w:r>
        <w:t xml:space="preserve">, </w:t>
      </w:r>
      <w:r w:rsidR="008C5C61" w:rsidRPr="004C3E92">
        <w:t>en vérité</w:t>
      </w:r>
      <w:r>
        <w:t xml:space="preserve">, – </w:t>
      </w:r>
      <w:r w:rsidR="008C5C61" w:rsidRPr="004C3E92">
        <w:t>comme j</w:t>
      </w:r>
      <w:r>
        <w:t>’</w:t>
      </w:r>
      <w:r w:rsidR="008C5C61" w:rsidRPr="004C3E92">
        <w:t>en parlais l</w:t>
      </w:r>
      <w:r>
        <w:t>’</w:t>
      </w:r>
      <w:r w:rsidR="008C5C61" w:rsidRPr="004C3E92">
        <w:t>autre jour</w:t>
      </w:r>
      <w:r>
        <w:t xml:space="preserve"> ! </w:t>
      </w:r>
      <w:r w:rsidR="008C5C61" w:rsidRPr="004C3E92">
        <w:t>Non</w:t>
      </w:r>
      <w:r>
        <w:t xml:space="preserve">, </w:t>
      </w:r>
      <w:r w:rsidR="008C5C61" w:rsidRPr="004C3E92">
        <w:t>non</w:t>
      </w:r>
      <w:r>
        <w:t xml:space="preserve">, </w:t>
      </w:r>
      <w:r w:rsidR="008C5C61" w:rsidRPr="004C3E92">
        <w:t>il leur faudra une forte fille à tout faire</w:t>
      </w:r>
      <w:r>
        <w:t xml:space="preserve">. </w:t>
      </w:r>
      <w:r w:rsidR="008C5C61" w:rsidRPr="004C3E92">
        <w:t>La sœur de Betty ne fera jamais leur affaire</w:t>
      </w:r>
      <w:r>
        <w:t xml:space="preserve">, </w:t>
      </w:r>
      <w:r w:rsidR="008C5C61" w:rsidRPr="004C3E92">
        <w:t>à pr</w:t>
      </w:r>
      <w:r w:rsidR="008C5C61" w:rsidRPr="004C3E92">
        <w:t>é</w:t>
      </w:r>
      <w:r w:rsidR="008C5C61" w:rsidRPr="004C3E92">
        <w:t>sent</w:t>
      </w:r>
      <w:r>
        <w:t> !</w:t>
      </w:r>
    </w:p>
    <w:p w14:paraId="1A6D659A" w14:textId="77777777" w:rsidR="004A4993" w:rsidRDefault="008C5C61" w:rsidP="004A4993">
      <w:r w:rsidRPr="004C3E92">
        <w:t xml:space="preserve">Le lendemain matin apporta à </w:t>
      </w:r>
      <w:proofErr w:type="spellStart"/>
      <w:r w:rsidRPr="004C3E92">
        <w:t>Elinor</w:t>
      </w:r>
      <w:proofErr w:type="spellEnd"/>
      <w:r w:rsidRPr="004C3E92">
        <w:t xml:space="preserve"> une lettre</w:t>
      </w:r>
      <w:r w:rsidR="004A4993">
        <w:t xml:space="preserve">, </w:t>
      </w:r>
      <w:r w:rsidRPr="004C3E92">
        <w:t>par la po</w:t>
      </w:r>
      <w:r w:rsidRPr="004C3E92">
        <w:t>s</w:t>
      </w:r>
      <w:r w:rsidRPr="004C3E92">
        <w:t>te à deux pence</w:t>
      </w:r>
      <w:r w:rsidR="004A4993">
        <w:t xml:space="preserve">, </w:t>
      </w:r>
      <w:r w:rsidRPr="004C3E92">
        <w:t>de Lucy elle-même</w:t>
      </w:r>
      <w:r w:rsidR="004A4993">
        <w:t xml:space="preserve">. </w:t>
      </w:r>
      <w:r w:rsidRPr="004C3E92">
        <w:t>Elle était ainsi conçue</w:t>
      </w:r>
      <w:r w:rsidR="004A4993">
        <w:t> :</w:t>
      </w:r>
    </w:p>
    <w:p w14:paraId="275D5EEA" w14:textId="77777777" w:rsidR="004A4993" w:rsidRDefault="004A4993" w:rsidP="004A4993">
      <w:pPr>
        <w:jc w:val="right"/>
      </w:pPr>
      <w:r>
        <w:t>« </w:t>
      </w:r>
      <w:proofErr w:type="spellStart"/>
      <w:r w:rsidR="008C5C61" w:rsidRPr="004A4993">
        <w:t>Bartlett</w:t>
      </w:r>
      <w:r>
        <w:t>’</w:t>
      </w:r>
      <w:r w:rsidR="008C5C61" w:rsidRPr="004A4993">
        <w:t>s</w:t>
      </w:r>
      <w:proofErr w:type="spellEnd"/>
      <w:r w:rsidR="008C5C61" w:rsidRPr="004A4993">
        <w:t xml:space="preserve"> Buildings</w:t>
      </w:r>
      <w:r>
        <w:t xml:space="preserve">, </w:t>
      </w:r>
      <w:r w:rsidR="008C5C61" w:rsidRPr="004A4993">
        <w:rPr>
          <w:i/>
        </w:rPr>
        <w:t>Mars</w:t>
      </w:r>
      <w:r>
        <w:t>.</w:t>
      </w:r>
    </w:p>
    <w:p w14:paraId="1F627E55" w14:textId="71DF877B" w:rsidR="004A4993" w:rsidRDefault="004A4993" w:rsidP="004A4993">
      <w:r>
        <w:lastRenderedPageBreak/>
        <w:t>« </w:t>
      </w:r>
      <w:r w:rsidR="008C5C61" w:rsidRPr="004C3E92">
        <w:t>J</w:t>
      </w:r>
      <w:r>
        <w:t>’</w:t>
      </w:r>
      <w:r w:rsidR="008C5C61" w:rsidRPr="004C3E92">
        <w:t xml:space="preserve">espère que ma chère miss </w:t>
      </w:r>
      <w:proofErr w:type="spellStart"/>
      <w:r w:rsidR="008C5C61" w:rsidRPr="004C3E92">
        <w:t>Dashwood</w:t>
      </w:r>
      <w:proofErr w:type="spellEnd"/>
      <w:r w:rsidR="008C5C61" w:rsidRPr="004C3E92">
        <w:t xml:space="preserve"> excusera la liberté que je prends</w:t>
      </w:r>
      <w:r>
        <w:t xml:space="preserve">, </w:t>
      </w:r>
      <w:r w:rsidR="008C5C61" w:rsidRPr="004C3E92">
        <w:t>de lui écrire</w:t>
      </w:r>
      <w:r>
        <w:t xml:space="preserve"> ; </w:t>
      </w:r>
      <w:r w:rsidR="008C5C61" w:rsidRPr="004C3E92">
        <w:t>mais je sais que votre amitié pour moi</w:t>
      </w:r>
      <w:r>
        <w:t xml:space="preserve">, </w:t>
      </w:r>
      <w:r w:rsidR="008C5C61" w:rsidRPr="004C3E92">
        <w:t>vous rendra agréable d</w:t>
      </w:r>
      <w:r>
        <w:t>’</w:t>
      </w:r>
      <w:r w:rsidR="008C5C61" w:rsidRPr="004C3E92">
        <w:t>apprendre d</w:t>
      </w:r>
      <w:r>
        <w:t>’</w:t>
      </w:r>
      <w:r w:rsidR="008C5C61" w:rsidRPr="004C3E92">
        <w:t>aussi bonnes nouvelles de moi et de mon cher Edward</w:t>
      </w:r>
      <w:r>
        <w:t xml:space="preserve">, </w:t>
      </w:r>
      <w:r w:rsidR="008C5C61" w:rsidRPr="004C3E92">
        <w:t>après toutes les contrariétés que nous avons récemment subies</w:t>
      </w:r>
      <w:r>
        <w:t xml:space="preserve"> ; </w:t>
      </w:r>
      <w:r w:rsidR="008C5C61" w:rsidRPr="004C3E92">
        <w:t>aussi</w:t>
      </w:r>
      <w:r>
        <w:t xml:space="preserve">, </w:t>
      </w:r>
      <w:r w:rsidR="008C5C61" w:rsidRPr="004C3E92">
        <w:t>je ne m</w:t>
      </w:r>
      <w:r>
        <w:t>’</w:t>
      </w:r>
      <w:r w:rsidR="008C5C61" w:rsidRPr="004C3E92">
        <w:t>excuserai pas plus longuement</w:t>
      </w:r>
      <w:r>
        <w:t xml:space="preserve">, </w:t>
      </w:r>
      <w:r w:rsidR="008C5C61" w:rsidRPr="004C3E92">
        <w:t>mais je poursuis en vous disant que</w:t>
      </w:r>
      <w:r>
        <w:t xml:space="preserve"> – </w:t>
      </w:r>
      <w:r w:rsidR="008C5C61" w:rsidRPr="004C3E92">
        <w:t>Dieu en soit loué</w:t>
      </w:r>
      <w:r>
        <w:t xml:space="preserve"> ! – </w:t>
      </w:r>
      <w:r w:rsidR="008C5C61" w:rsidRPr="004C3E92">
        <w:t>bien que nous ayons tous les deux affreusement sou</w:t>
      </w:r>
      <w:r w:rsidR="008C5C61" w:rsidRPr="004C3E92">
        <w:t>f</w:t>
      </w:r>
      <w:r w:rsidR="008C5C61" w:rsidRPr="004C3E92">
        <w:t>fert</w:t>
      </w:r>
      <w:r>
        <w:t xml:space="preserve">, </w:t>
      </w:r>
      <w:r w:rsidR="008C5C61" w:rsidRPr="004C3E92">
        <w:t>nous allons très bien à présent</w:t>
      </w:r>
      <w:r>
        <w:t xml:space="preserve">, </w:t>
      </w:r>
      <w:r w:rsidR="008C5C61" w:rsidRPr="004C3E92">
        <w:t>et que nous sommes aussi heureux qu</w:t>
      </w:r>
      <w:r>
        <w:t>’</w:t>
      </w:r>
      <w:r w:rsidR="008C5C61" w:rsidRPr="004C3E92">
        <w:t>il faudra que nous le soyons toujours dans notre amour mutuel</w:t>
      </w:r>
      <w:r>
        <w:t xml:space="preserve">. </w:t>
      </w:r>
      <w:r w:rsidR="008C5C61" w:rsidRPr="004C3E92">
        <w:t>Nous avons eu de lourdes épreuves et de cruelles persécutions</w:t>
      </w:r>
      <w:r>
        <w:t xml:space="preserve">, </w:t>
      </w:r>
      <w:r w:rsidR="008C5C61" w:rsidRPr="004C3E92">
        <w:t>mais en même temps</w:t>
      </w:r>
      <w:r>
        <w:t xml:space="preserve">, </w:t>
      </w:r>
      <w:r w:rsidR="008C5C61" w:rsidRPr="004C3E92">
        <w:t>nous nous reconnaissons avec gratitude beaucoup d</w:t>
      </w:r>
      <w:r>
        <w:t>’</w:t>
      </w:r>
      <w:r w:rsidR="008C5C61" w:rsidRPr="004C3E92">
        <w:t>amis</w:t>
      </w:r>
      <w:r>
        <w:t xml:space="preserve">, </w:t>
      </w:r>
      <w:r w:rsidR="008C5C61" w:rsidRPr="004C3E92">
        <w:t>parmi lesquels vous n</w:t>
      </w:r>
      <w:r>
        <w:t>’</w:t>
      </w:r>
      <w:r w:rsidR="008C5C61" w:rsidRPr="004C3E92">
        <w:t>êtes pas la moindre</w:t>
      </w:r>
      <w:r>
        <w:t xml:space="preserve">, </w:t>
      </w:r>
      <w:r w:rsidR="008C5C61" w:rsidRPr="004C3E92">
        <w:t>dont je me rappellerai toujours avec reconnaissance la grande bonté</w:t>
      </w:r>
      <w:r>
        <w:t xml:space="preserve">, </w:t>
      </w:r>
      <w:r w:rsidR="008C5C61" w:rsidRPr="004C3E92">
        <w:t>comme le fera aussi Edward</w:t>
      </w:r>
      <w:r>
        <w:t xml:space="preserve">, </w:t>
      </w:r>
      <w:r w:rsidR="008C5C61" w:rsidRPr="004C3E92">
        <w:t>à qui j</w:t>
      </w:r>
      <w:r>
        <w:t>’</w:t>
      </w:r>
      <w:r w:rsidR="008C5C61" w:rsidRPr="004C3E92">
        <w:t>en ai fait part</w:t>
      </w:r>
      <w:r>
        <w:t xml:space="preserve">, </w:t>
      </w:r>
      <w:r w:rsidR="008C5C61" w:rsidRPr="004C3E92">
        <w:t>comme</w:t>
      </w:r>
      <w:r>
        <w:t xml:space="preserve">, </w:t>
      </w:r>
      <w:r w:rsidR="008C5C61" w:rsidRPr="004C3E92">
        <w:t>je suis sûre</w:t>
      </w:r>
      <w:r>
        <w:t xml:space="preserve">, </w:t>
      </w:r>
      <w:r w:rsidR="008C5C61" w:rsidRPr="004C3E92">
        <w:t>vous serez heureuse de l</w:t>
      </w:r>
      <w:r>
        <w:t>’</w:t>
      </w:r>
      <w:r w:rsidR="008C5C61" w:rsidRPr="004C3E92">
        <w:t>apprendre</w:t>
      </w:r>
      <w:r>
        <w:t xml:space="preserve">, – </w:t>
      </w:r>
      <w:r w:rsidR="008C5C61" w:rsidRPr="004C3E92">
        <w:t>et de même la chère Mrs</w:t>
      </w:r>
      <w:r>
        <w:t xml:space="preserve">. </w:t>
      </w:r>
      <w:r w:rsidR="008C5C61" w:rsidRPr="004C3E92">
        <w:t>Jennings</w:t>
      </w:r>
      <w:r>
        <w:t xml:space="preserve">. </w:t>
      </w:r>
      <w:r w:rsidR="008C5C61" w:rsidRPr="004C3E92">
        <w:t>J</w:t>
      </w:r>
      <w:r>
        <w:t>’</w:t>
      </w:r>
      <w:r w:rsidR="008C5C61" w:rsidRPr="004C3E92">
        <w:t>ai passé deux heures he</w:t>
      </w:r>
      <w:r w:rsidR="008C5C61" w:rsidRPr="004C3E92">
        <w:t>u</w:t>
      </w:r>
      <w:r w:rsidR="008C5C61" w:rsidRPr="004C3E92">
        <w:t>reuses avec lui hier après-midi</w:t>
      </w:r>
      <w:r>
        <w:t xml:space="preserve"> ; </w:t>
      </w:r>
      <w:r w:rsidR="008C5C61" w:rsidRPr="004C3E92">
        <w:t>il n</w:t>
      </w:r>
      <w:r>
        <w:t>’</w:t>
      </w:r>
      <w:r w:rsidR="008C5C61" w:rsidRPr="004C3E92">
        <w:t>a pas voulu entendre parler de nous séparer</w:t>
      </w:r>
      <w:r>
        <w:t xml:space="preserve">, </w:t>
      </w:r>
      <w:r w:rsidR="008C5C61" w:rsidRPr="004C3E92">
        <w:t>bien</w:t>
      </w:r>
      <w:r>
        <w:t xml:space="preserve">, </w:t>
      </w:r>
      <w:r w:rsidR="008C5C61" w:rsidRPr="004C3E92">
        <w:t>que je l</w:t>
      </w:r>
      <w:r>
        <w:t>’</w:t>
      </w:r>
      <w:r w:rsidR="008C5C61" w:rsidRPr="004C3E92">
        <w:t xml:space="preserve">y </w:t>
      </w:r>
      <w:proofErr w:type="spellStart"/>
      <w:r w:rsidR="008C5C61" w:rsidRPr="004C3E92">
        <w:t>aie</w:t>
      </w:r>
      <w:proofErr w:type="spellEnd"/>
      <w:r w:rsidR="008C5C61" w:rsidRPr="004C3E92">
        <w:t xml:space="preserve"> poussé fort sérieusement</w:t>
      </w:r>
      <w:r>
        <w:t xml:space="preserve">, </w:t>
      </w:r>
      <w:r w:rsidR="008C5C61" w:rsidRPr="004C3E92">
        <w:t>comme j</w:t>
      </w:r>
      <w:r>
        <w:t>’</w:t>
      </w:r>
      <w:r w:rsidR="008C5C61" w:rsidRPr="004C3E92">
        <w:t>ai cru de mon devoir de le faire par prudence</w:t>
      </w:r>
      <w:r>
        <w:t xml:space="preserve">, </w:t>
      </w:r>
      <w:r w:rsidR="008C5C61" w:rsidRPr="004C3E92">
        <w:t>et j</w:t>
      </w:r>
      <w:r>
        <w:t>’</w:t>
      </w:r>
      <w:r w:rsidR="008C5C61" w:rsidRPr="004C3E92">
        <w:t>étais prête à me séparer de lui à tout jamais sur-le-champ</w:t>
      </w:r>
      <w:r>
        <w:t xml:space="preserve">, </w:t>
      </w:r>
      <w:r w:rsidR="008C5C61" w:rsidRPr="004C3E92">
        <w:t>s</w:t>
      </w:r>
      <w:r>
        <w:t>’</w:t>
      </w:r>
      <w:r w:rsidR="008C5C61" w:rsidRPr="004C3E92">
        <w:t>il y consentait</w:t>
      </w:r>
      <w:r>
        <w:t xml:space="preserve"> ; </w:t>
      </w:r>
      <w:r w:rsidR="008C5C61" w:rsidRPr="004C3E92">
        <w:t>mais il a dit que cela ne se ferait jamais</w:t>
      </w:r>
      <w:r>
        <w:t xml:space="preserve">, </w:t>
      </w:r>
      <w:r w:rsidR="008C5C61" w:rsidRPr="004C3E92">
        <w:t>qu</w:t>
      </w:r>
      <w:r>
        <w:t>’</w:t>
      </w:r>
      <w:r w:rsidR="008C5C61" w:rsidRPr="004C3E92">
        <w:t>il com</w:t>
      </w:r>
      <w:r w:rsidR="008C5C61" w:rsidRPr="004C3E92">
        <w:t>p</w:t>
      </w:r>
      <w:r w:rsidR="008C5C61" w:rsidRPr="004C3E92">
        <w:t>tait pour rien la colère de sa mère</w:t>
      </w:r>
      <w:r>
        <w:t xml:space="preserve">, </w:t>
      </w:r>
      <w:r w:rsidR="008C5C61" w:rsidRPr="004C3E92">
        <w:t>tant qu</w:t>
      </w:r>
      <w:r>
        <w:t>’</w:t>
      </w:r>
      <w:r w:rsidR="008C5C61" w:rsidRPr="004C3E92">
        <w:t>il pouvait conserver mon affection</w:t>
      </w:r>
      <w:r>
        <w:t xml:space="preserve"> ; – </w:t>
      </w:r>
      <w:r w:rsidR="008C5C61" w:rsidRPr="004C3E92">
        <w:t>nos perspectives d</w:t>
      </w:r>
      <w:r>
        <w:t>’</w:t>
      </w:r>
      <w:r w:rsidR="008C5C61" w:rsidRPr="004C3E92">
        <w:t>avenir ne sont pas fort bri</w:t>
      </w:r>
      <w:r w:rsidR="008C5C61" w:rsidRPr="004C3E92">
        <w:t>l</w:t>
      </w:r>
      <w:r w:rsidR="008C5C61" w:rsidRPr="004C3E92">
        <w:t>lantes</w:t>
      </w:r>
      <w:r>
        <w:t xml:space="preserve">, </w:t>
      </w:r>
      <w:r w:rsidR="008C5C61" w:rsidRPr="004C3E92">
        <w:t>assurément</w:t>
      </w:r>
      <w:r>
        <w:t xml:space="preserve">, </w:t>
      </w:r>
      <w:r w:rsidR="008C5C61" w:rsidRPr="004C3E92">
        <w:t>mais il faut que nous attendions</w:t>
      </w:r>
      <w:r>
        <w:t xml:space="preserve">, </w:t>
      </w:r>
      <w:r w:rsidR="008C5C61" w:rsidRPr="004C3E92">
        <w:t>en esp</w:t>
      </w:r>
      <w:r w:rsidR="008C5C61" w:rsidRPr="004C3E92">
        <w:t>é</w:t>
      </w:r>
      <w:r w:rsidR="008C5C61" w:rsidRPr="004C3E92">
        <w:t>rant pour le mieux</w:t>
      </w:r>
      <w:r>
        <w:t xml:space="preserve"> ; </w:t>
      </w:r>
      <w:r w:rsidR="008C5C61" w:rsidRPr="004C3E92">
        <w:t>il va être ordonné prêtre sous peu</w:t>
      </w:r>
      <w:r>
        <w:t xml:space="preserve">, </w:t>
      </w:r>
      <w:r w:rsidR="008C5C61" w:rsidRPr="004C3E92">
        <w:t>et s</w:t>
      </w:r>
      <w:r>
        <w:t>’</w:t>
      </w:r>
      <w:r w:rsidR="008C5C61" w:rsidRPr="004C3E92">
        <w:t>il était jamais en votre pouvoir de le recommander à quelqu</w:t>
      </w:r>
      <w:r>
        <w:t>’</w:t>
      </w:r>
      <w:r w:rsidR="008C5C61" w:rsidRPr="004C3E92">
        <w:t>un qui aurait un bénéfice à pourvoir</w:t>
      </w:r>
      <w:r>
        <w:t xml:space="preserve">, </w:t>
      </w:r>
      <w:r w:rsidR="008C5C61" w:rsidRPr="004C3E92">
        <w:t>je suis sûre que vous ne nous oublierez pas</w:t>
      </w:r>
      <w:r>
        <w:t xml:space="preserve">, </w:t>
      </w:r>
      <w:r w:rsidR="008C5C61" w:rsidRPr="004C3E92">
        <w:t>et la chère Mrs</w:t>
      </w:r>
      <w:r>
        <w:t xml:space="preserve">. </w:t>
      </w:r>
      <w:r w:rsidR="008C5C61" w:rsidRPr="004C3E92">
        <w:t>Jennings aussi</w:t>
      </w:r>
      <w:r>
        <w:t xml:space="preserve">, </w:t>
      </w:r>
      <w:r w:rsidR="008C5C61" w:rsidRPr="004C3E92">
        <w:t>je compte qu</w:t>
      </w:r>
      <w:r>
        <w:t>’</w:t>
      </w:r>
      <w:r w:rsidR="008C5C61" w:rsidRPr="004C3E92">
        <w:t>elle glissera une bonne parole pour nous auprès de Sir John</w:t>
      </w:r>
      <w:r>
        <w:t xml:space="preserve">, </w:t>
      </w:r>
      <w:r w:rsidR="008C5C61" w:rsidRPr="004C3E92">
        <w:t>ou de Mr</w:t>
      </w:r>
      <w:r>
        <w:t xml:space="preserve">. </w:t>
      </w:r>
      <w:r w:rsidR="008C5C61" w:rsidRPr="004C3E92">
        <w:t>Palmer</w:t>
      </w:r>
      <w:r>
        <w:t xml:space="preserve">, </w:t>
      </w:r>
      <w:r w:rsidR="008C5C61" w:rsidRPr="004C3E92">
        <w:t>ou de n</w:t>
      </w:r>
      <w:r>
        <w:t>’</w:t>
      </w:r>
      <w:r w:rsidR="008C5C61" w:rsidRPr="004C3E92">
        <w:t>importe quel ami qui pourra nous aider</w:t>
      </w:r>
      <w:r>
        <w:t xml:space="preserve">. </w:t>
      </w:r>
      <w:r w:rsidR="008C5C61" w:rsidRPr="004C3E92">
        <w:t>Cette pauvre Anne mérite bien des reproches pour ce qu</w:t>
      </w:r>
      <w:r>
        <w:t>’</w:t>
      </w:r>
      <w:r w:rsidR="008C5C61" w:rsidRPr="004C3E92">
        <w:t>elle a fait</w:t>
      </w:r>
      <w:r>
        <w:t xml:space="preserve">, </w:t>
      </w:r>
      <w:r w:rsidR="008C5C61" w:rsidRPr="004C3E92">
        <w:t>mais elle a agi pour le mieux</w:t>
      </w:r>
      <w:r>
        <w:t xml:space="preserve">, </w:t>
      </w:r>
      <w:r w:rsidR="008C5C61" w:rsidRPr="004C3E92">
        <w:lastRenderedPageBreak/>
        <w:t>de sorte que je ne dis rien</w:t>
      </w:r>
      <w:r>
        <w:t xml:space="preserve"> ; </w:t>
      </w:r>
      <w:r w:rsidR="008C5C61" w:rsidRPr="004C3E92">
        <w:t>j</w:t>
      </w:r>
      <w:r>
        <w:t>’</w:t>
      </w:r>
      <w:r w:rsidR="008C5C61" w:rsidRPr="004C3E92">
        <w:t>espère que Mrs</w:t>
      </w:r>
      <w:r>
        <w:t xml:space="preserve">. </w:t>
      </w:r>
      <w:r w:rsidR="008C5C61" w:rsidRPr="004C3E92">
        <w:t>Jennings ne trouvera pas que ce serait trop de dérangement de venir nous voir</w:t>
      </w:r>
      <w:r>
        <w:t xml:space="preserve">, </w:t>
      </w:r>
      <w:r w:rsidR="008C5C61" w:rsidRPr="004C3E92">
        <w:t>si elle passait par ici un de ces matins</w:t>
      </w:r>
      <w:r>
        <w:t xml:space="preserve"> ; </w:t>
      </w:r>
      <w:r w:rsidR="008C5C61" w:rsidRPr="004C3E92">
        <w:t>ce serait une grande amabilité</w:t>
      </w:r>
      <w:r>
        <w:t xml:space="preserve">, </w:t>
      </w:r>
      <w:r w:rsidR="008C5C61" w:rsidRPr="004C3E92">
        <w:t>et mes cousins seraient fiers de faire sa connaissance</w:t>
      </w:r>
      <w:r>
        <w:t xml:space="preserve">. </w:t>
      </w:r>
      <w:r w:rsidR="008C5C61" w:rsidRPr="004C3E92">
        <w:t>Mon papier me rappelle qu</w:t>
      </w:r>
      <w:r>
        <w:t>’</w:t>
      </w:r>
      <w:r w:rsidR="008C5C61" w:rsidRPr="004C3E92">
        <w:t>il faut que je termine</w:t>
      </w:r>
      <w:r>
        <w:t xml:space="preserve">, </w:t>
      </w:r>
      <w:r w:rsidR="008C5C61" w:rsidRPr="004C3E92">
        <w:t>et</w:t>
      </w:r>
      <w:r>
        <w:t xml:space="preserve">, </w:t>
      </w:r>
      <w:r w:rsidR="008C5C61" w:rsidRPr="004C3E92">
        <w:t>en vous priant de me rappeler avec beaucoup de reconnaissance et de respect à son souvenir</w:t>
      </w:r>
      <w:r>
        <w:t xml:space="preserve">, </w:t>
      </w:r>
      <w:r w:rsidR="008C5C61" w:rsidRPr="004C3E92">
        <w:t>ainsi qu</w:t>
      </w:r>
      <w:r>
        <w:t>’</w:t>
      </w:r>
      <w:r w:rsidR="008C5C61" w:rsidRPr="004C3E92">
        <w:t>à celui de Sir John et de lady Middleton</w:t>
      </w:r>
      <w:r>
        <w:t xml:space="preserve">, </w:t>
      </w:r>
      <w:r w:rsidR="008C5C61" w:rsidRPr="004C3E92">
        <w:t>et de leurs chers enfants</w:t>
      </w:r>
      <w:r>
        <w:t xml:space="preserve">, </w:t>
      </w:r>
      <w:r w:rsidR="008C5C61" w:rsidRPr="004C3E92">
        <w:t>quand vous aurez l</w:t>
      </w:r>
      <w:r>
        <w:t>’</w:t>
      </w:r>
      <w:r w:rsidR="008C5C61" w:rsidRPr="004C3E92">
        <w:t>occasion de les voir</w:t>
      </w:r>
      <w:r>
        <w:t xml:space="preserve">, </w:t>
      </w:r>
      <w:r w:rsidR="008C5C61" w:rsidRPr="004C3E92">
        <w:t>et avec mon souvenir a</w:t>
      </w:r>
      <w:r w:rsidR="008C5C61" w:rsidRPr="004C3E92">
        <w:t>f</w:t>
      </w:r>
      <w:r w:rsidR="008C5C61" w:rsidRPr="004C3E92">
        <w:t>fectueux pour miss Marianne</w:t>
      </w:r>
      <w:r>
        <w:t xml:space="preserve">, </w:t>
      </w:r>
      <w:r w:rsidR="008C5C61" w:rsidRPr="004C3E92">
        <w:t>je vous prie</w:t>
      </w:r>
      <w:r>
        <w:t xml:space="preserve">, </w:t>
      </w:r>
      <w:r w:rsidR="008C5C61" w:rsidRPr="004C3E92">
        <w:t>etc</w:t>
      </w:r>
      <w:r>
        <w:t xml:space="preserve">., </w:t>
      </w:r>
      <w:r w:rsidR="008C5C61" w:rsidRPr="004C3E92">
        <w:t>etc</w:t>
      </w:r>
      <w:r>
        <w:t>. »</w:t>
      </w:r>
    </w:p>
    <w:p w14:paraId="0D90CE57" w14:textId="77777777" w:rsidR="004A4993" w:rsidRDefault="008C5C61" w:rsidP="004A4993">
      <w:r w:rsidRPr="004C3E92">
        <w:t>Dès qu</w:t>
      </w:r>
      <w:r w:rsidR="004A4993">
        <w:t>’</w:t>
      </w:r>
      <w:proofErr w:type="spellStart"/>
      <w:r w:rsidRPr="004C3E92">
        <w:t>Elinor</w:t>
      </w:r>
      <w:proofErr w:type="spellEnd"/>
      <w:r w:rsidRPr="004C3E92">
        <w:t xml:space="preserve"> en eut achevé la lecture</w:t>
      </w:r>
      <w:r w:rsidR="004A4993">
        <w:t xml:space="preserve">, </w:t>
      </w:r>
      <w:r w:rsidRPr="004C3E92">
        <w:t>elle effectua ce qu</w:t>
      </w:r>
      <w:r w:rsidR="004A4993">
        <w:t>’</w:t>
      </w:r>
      <w:r w:rsidRPr="004C3E92">
        <w:t>elle supposait être le véritable dessein de l</w:t>
      </w:r>
      <w:r w:rsidR="004A4993">
        <w:t>’</w:t>
      </w:r>
      <w:r w:rsidRPr="004C3E92">
        <w:t>épistolière</w:t>
      </w:r>
      <w:r w:rsidR="004A4993">
        <w:t xml:space="preserve">, </w:t>
      </w:r>
      <w:r w:rsidRPr="004C3E92">
        <w:t>en mettant la lettre entre les mains de Mrs</w:t>
      </w:r>
      <w:r w:rsidR="004A4993">
        <w:t xml:space="preserve">. </w:t>
      </w:r>
      <w:r w:rsidRPr="004C3E92">
        <w:t>Jennings</w:t>
      </w:r>
      <w:r w:rsidR="004A4993">
        <w:t xml:space="preserve">, </w:t>
      </w:r>
      <w:r w:rsidRPr="004C3E92">
        <w:t>qui la lut à haute voix avec force commentaires de satisfaction et de loua</w:t>
      </w:r>
      <w:r w:rsidRPr="004C3E92">
        <w:t>n</w:t>
      </w:r>
      <w:r w:rsidRPr="004C3E92">
        <w:t>ges</w:t>
      </w:r>
      <w:r w:rsidR="004A4993">
        <w:t>.</w:t>
      </w:r>
    </w:p>
    <w:p w14:paraId="06AC9964" w14:textId="77777777" w:rsidR="004A4993" w:rsidRDefault="004A4993" w:rsidP="004A4993">
      <w:r>
        <w:t>— </w:t>
      </w:r>
      <w:r w:rsidR="008C5C61" w:rsidRPr="004C3E92">
        <w:t>Très bien</w:t>
      </w:r>
      <w:r>
        <w:t xml:space="preserve">, </w:t>
      </w:r>
      <w:r w:rsidR="008C5C61" w:rsidRPr="004C3E92">
        <w:t>en vérité</w:t>
      </w:r>
      <w:r>
        <w:t xml:space="preserve"> ! </w:t>
      </w:r>
      <w:r w:rsidR="008C5C61" w:rsidRPr="004C3E92">
        <w:t>Comme elle écrit joliment</w:t>
      </w:r>
      <w:r>
        <w:t xml:space="preserve"> ! </w:t>
      </w:r>
      <w:r w:rsidR="008C5C61" w:rsidRPr="004C3E92">
        <w:t>Oui</w:t>
      </w:r>
      <w:r>
        <w:t xml:space="preserve">, </w:t>
      </w:r>
      <w:r w:rsidR="008C5C61" w:rsidRPr="004C3E92">
        <w:t>ç</w:t>
      </w:r>
      <w:r>
        <w:t>’</w:t>
      </w:r>
      <w:r w:rsidR="008C5C61" w:rsidRPr="004C3E92">
        <w:t>a été fort convenable</w:t>
      </w:r>
      <w:r>
        <w:t xml:space="preserve">, </w:t>
      </w:r>
      <w:r w:rsidR="008C5C61" w:rsidRPr="004C3E92">
        <w:t>de lui rendre sa liberté s</w:t>
      </w:r>
      <w:r>
        <w:t>’</w:t>
      </w:r>
      <w:r w:rsidR="008C5C61" w:rsidRPr="004C3E92">
        <w:t>il l</w:t>
      </w:r>
      <w:r>
        <w:t>’</w:t>
      </w:r>
      <w:r w:rsidR="008C5C61" w:rsidRPr="004C3E92">
        <w:t>avait voulu</w:t>
      </w:r>
      <w:r>
        <w:t xml:space="preserve">. </w:t>
      </w:r>
      <w:r w:rsidR="008C5C61" w:rsidRPr="004C3E92">
        <w:t>Ça</w:t>
      </w:r>
      <w:r>
        <w:t xml:space="preserve">, </w:t>
      </w:r>
      <w:r w:rsidR="008C5C61" w:rsidRPr="004C3E92">
        <w:t>c</w:t>
      </w:r>
      <w:r>
        <w:t>’</w:t>
      </w:r>
      <w:r w:rsidR="008C5C61" w:rsidRPr="004C3E92">
        <w:t>est bien du Lucy</w:t>
      </w:r>
      <w:r>
        <w:t xml:space="preserve"> ! </w:t>
      </w:r>
      <w:r w:rsidR="008C5C61" w:rsidRPr="004C3E92">
        <w:t>Pauvre âme</w:t>
      </w:r>
      <w:r>
        <w:t xml:space="preserve"> ! </w:t>
      </w:r>
      <w:r w:rsidR="008C5C61" w:rsidRPr="004C3E92">
        <w:t>Je voudrais bien</w:t>
      </w:r>
      <w:r>
        <w:t xml:space="preserve">, </w:t>
      </w:r>
      <w:r w:rsidR="008C5C61" w:rsidRPr="004C3E92">
        <w:t>de tout cœur</w:t>
      </w:r>
      <w:r>
        <w:t xml:space="preserve">, </w:t>
      </w:r>
      <w:r w:rsidR="008C5C61" w:rsidRPr="004C3E92">
        <w:t>lui procurer un bénéfice</w:t>
      </w:r>
      <w:r>
        <w:t xml:space="preserve">. </w:t>
      </w:r>
      <w:r w:rsidR="008C5C61" w:rsidRPr="004C3E92">
        <w:t>Elle m</w:t>
      </w:r>
      <w:r>
        <w:t>’</w:t>
      </w:r>
      <w:r w:rsidR="008C5C61" w:rsidRPr="004C3E92">
        <w:t>appelle chère Mrs</w:t>
      </w:r>
      <w:r>
        <w:t xml:space="preserve">. </w:t>
      </w:r>
      <w:r w:rsidR="008C5C61" w:rsidRPr="004C3E92">
        <w:t>Jennings</w:t>
      </w:r>
      <w:r>
        <w:t xml:space="preserve">, </w:t>
      </w:r>
      <w:r w:rsidR="008C5C61" w:rsidRPr="004C3E92">
        <w:t>vous voyez</w:t>
      </w:r>
      <w:r>
        <w:t xml:space="preserve">. </w:t>
      </w:r>
      <w:r w:rsidR="008C5C61" w:rsidRPr="004C3E92">
        <w:t>C</w:t>
      </w:r>
      <w:r>
        <w:t>’</w:t>
      </w:r>
      <w:r w:rsidR="008C5C61" w:rsidRPr="004C3E92">
        <w:t>est bien la meilleure fille qui ait jamais existé</w:t>
      </w:r>
      <w:r>
        <w:t xml:space="preserve"> ! – </w:t>
      </w:r>
      <w:r w:rsidR="008C5C61" w:rsidRPr="004C3E92">
        <w:t>Très bien</w:t>
      </w:r>
      <w:r>
        <w:t xml:space="preserve">, </w:t>
      </w:r>
      <w:r w:rsidR="008C5C61" w:rsidRPr="004C3E92">
        <w:t>sur ma parole</w:t>
      </w:r>
      <w:r>
        <w:t xml:space="preserve"> ! </w:t>
      </w:r>
      <w:r w:rsidR="008C5C61" w:rsidRPr="004C3E92">
        <w:t>Cette phrase est fort joliment tou</w:t>
      </w:r>
      <w:r w:rsidR="008C5C61" w:rsidRPr="004C3E92">
        <w:t>r</w:t>
      </w:r>
      <w:r w:rsidR="008C5C61" w:rsidRPr="004C3E92">
        <w:t>née</w:t>
      </w:r>
      <w:r>
        <w:t xml:space="preserve"> ! </w:t>
      </w:r>
      <w:r w:rsidR="008C5C61" w:rsidRPr="004C3E92">
        <w:t>Oui</w:t>
      </w:r>
      <w:r>
        <w:t xml:space="preserve">, </w:t>
      </w:r>
      <w:r w:rsidR="008C5C61" w:rsidRPr="004C3E92">
        <w:t>oui</w:t>
      </w:r>
      <w:r>
        <w:t xml:space="preserve">, </w:t>
      </w:r>
      <w:r w:rsidR="008C5C61" w:rsidRPr="004C3E92">
        <w:t>j</w:t>
      </w:r>
      <w:r>
        <w:t>’</w:t>
      </w:r>
      <w:r w:rsidR="008C5C61" w:rsidRPr="004C3E92">
        <w:t>irai la voir</w:t>
      </w:r>
      <w:r>
        <w:t xml:space="preserve">, </w:t>
      </w:r>
      <w:r w:rsidR="008C5C61" w:rsidRPr="004C3E92">
        <w:t>certainement</w:t>
      </w:r>
      <w:r>
        <w:t xml:space="preserve">. </w:t>
      </w:r>
      <w:r w:rsidR="008C5C61" w:rsidRPr="004C3E92">
        <w:t>Comme elle est pleine d</w:t>
      </w:r>
      <w:r>
        <w:t>’</w:t>
      </w:r>
      <w:r w:rsidR="008C5C61" w:rsidRPr="004C3E92">
        <w:t>attentions</w:t>
      </w:r>
      <w:r>
        <w:t xml:space="preserve">, </w:t>
      </w:r>
      <w:r w:rsidR="008C5C61" w:rsidRPr="004C3E92">
        <w:t>de penser à tout le monde</w:t>
      </w:r>
      <w:r>
        <w:t xml:space="preserve"> ! </w:t>
      </w:r>
      <w:r w:rsidR="008C5C61" w:rsidRPr="004C3E92">
        <w:t>Merci</w:t>
      </w:r>
      <w:r>
        <w:t xml:space="preserve">, </w:t>
      </w:r>
      <w:r w:rsidR="008C5C61" w:rsidRPr="004C3E92">
        <w:t>ma chérie</w:t>
      </w:r>
      <w:r>
        <w:t xml:space="preserve">, </w:t>
      </w:r>
      <w:r w:rsidR="008C5C61" w:rsidRPr="004C3E92">
        <w:t>de me l</w:t>
      </w:r>
      <w:r>
        <w:t>’</w:t>
      </w:r>
      <w:r w:rsidR="008C5C61" w:rsidRPr="004C3E92">
        <w:t>avoir montrée</w:t>
      </w:r>
      <w:r>
        <w:t xml:space="preserve">. </w:t>
      </w:r>
      <w:r w:rsidR="008C5C61" w:rsidRPr="004C3E92">
        <w:t>C</w:t>
      </w:r>
      <w:r>
        <w:t>’</w:t>
      </w:r>
      <w:r w:rsidR="008C5C61" w:rsidRPr="004C3E92">
        <w:t>est bien la lettre la plus gentille que j</w:t>
      </w:r>
      <w:r>
        <w:t>’</w:t>
      </w:r>
      <w:r w:rsidR="008C5C61" w:rsidRPr="004C3E92">
        <w:t>aie jamais vue</w:t>
      </w:r>
      <w:r>
        <w:t xml:space="preserve">, </w:t>
      </w:r>
      <w:r w:rsidR="008C5C61" w:rsidRPr="004C3E92">
        <w:t>et elle est tout à l</w:t>
      </w:r>
      <w:r>
        <w:t>’</w:t>
      </w:r>
      <w:r w:rsidR="008C5C61" w:rsidRPr="004C3E92">
        <w:t>honneur de la tête et du cœur de Lucy</w:t>
      </w:r>
      <w:r>
        <w:t>.</w:t>
      </w:r>
    </w:p>
    <w:p w14:paraId="33B283F5" w14:textId="074895EF" w:rsidR="008C5C61" w:rsidRPr="004C3E92" w:rsidRDefault="008C5C61" w:rsidP="004A4993">
      <w:pPr>
        <w:pStyle w:val="Titre1"/>
      </w:pPr>
      <w:bookmarkStart w:id="38" w:name="_Toc196409823"/>
      <w:r w:rsidRPr="004C3E92">
        <w:lastRenderedPageBreak/>
        <w:t>CHAPITRE XXXIX</w:t>
      </w:r>
      <w:bookmarkEnd w:id="38"/>
      <w:r w:rsidRPr="004C3E92">
        <w:br/>
      </w:r>
    </w:p>
    <w:p w14:paraId="37A7E87F" w14:textId="77777777" w:rsidR="004A4993" w:rsidRDefault="008C5C61" w:rsidP="004A4993">
      <w:r w:rsidRPr="004C3E92">
        <w:t>Il y avait maintenant un peu plus de deux mois que les d</w:t>
      </w:r>
      <w:r w:rsidRPr="004C3E92">
        <w:t>e</w:t>
      </w:r>
      <w:r w:rsidRPr="004C3E92">
        <w:t xml:space="preserve">moiselles </w:t>
      </w:r>
      <w:proofErr w:type="spellStart"/>
      <w:r w:rsidRPr="004C3E92">
        <w:t>Dashwood</w:t>
      </w:r>
      <w:proofErr w:type="spellEnd"/>
      <w:r w:rsidRPr="004C3E92">
        <w:t xml:space="preserve"> étaient à Londres</w:t>
      </w:r>
      <w:r w:rsidR="004A4993">
        <w:t xml:space="preserve">, </w:t>
      </w:r>
      <w:r w:rsidRPr="004C3E92">
        <w:t>et l</w:t>
      </w:r>
      <w:r w:rsidR="004A4993">
        <w:t>’</w:t>
      </w:r>
      <w:r w:rsidRPr="004C3E92">
        <w:t>impatience de M</w:t>
      </w:r>
      <w:r w:rsidRPr="004C3E92">
        <w:t>a</w:t>
      </w:r>
      <w:r w:rsidRPr="004C3E92">
        <w:t>rianne</w:t>
      </w:r>
      <w:r w:rsidR="004A4993">
        <w:t xml:space="preserve">, </w:t>
      </w:r>
      <w:r w:rsidRPr="004C3E92">
        <w:t>à en partir</w:t>
      </w:r>
      <w:r w:rsidR="004A4993">
        <w:t xml:space="preserve">, </w:t>
      </w:r>
      <w:r w:rsidRPr="004C3E92">
        <w:t>s</w:t>
      </w:r>
      <w:r w:rsidR="004A4993">
        <w:t>’</w:t>
      </w:r>
      <w:r w:rsidRPr="004C3E92">
        <w:t>accroissait de jour en jour</w:t>
      </w:r>
      <w:r w:rsidR="004A4993">
        <w:t xml:space="preserve">. </w:t>
      </w:r>
      <w:r w:rsidRPr="004C3E92">
        <w:t>Elle soupirait après l</w:t>
      </w:r>
      <w:r w:rsidR="004A4993">
        <w:t>’</w:t>
      </w:r>
      <w:r w:rsidRPr="004C3E92">
        <w:t>air</w:t>
      </w:r>
      <w:r w:rsidR="004A4993">
        <w:t xml:space="preserve">, </w:t>
      </w:r>
      <w:r w:rsidRPr="004C3E92">
        <w:t>la liberté</w:t>
      </w:r>
      <w:r w:rsidR="004A4993">
        <w:t xml:space="preserve">, </w:t>
      </w:r>
      <w:r w:rsidRPr="004C3E92">
        <w:t>le calme de la campagne</w:t>
      </w:r>
      <w:r w:rsidR="004A4993">
        <w:t xml:space="preserve">, </w:t>
      </w:r>
      <w:r w:rsidRPr="004C3E92">
        <w:t>et s</w:t>
      </w:r>
      <w:r w:rsidR="004A4993">
        <w:t>’</w:t>
      </w:r>
      <w:r w:rsidRPr="004C3E92">
        <w:t>imaginait que si un endroit quelconque pouvait lui apporter de l</w:t>
      </w:r>
      <w:r w:rsidR="004A4993">
        <w:t>’</w:t>
      </w:r>
      <w:r w:rsidRPr="004C3E92">
        <w:t>apaisement</w:t>
      </w:r>
      <w:r w:rsidR="004A4993">
        <w:t xml:space="preserve">, </w:t>
      </w:r>
      <w:r w:rsidRPr="004C3E92">
        <w:t>ce devrait être Barton</w:t>
      </w:r>
      <w:r w:rsidR="004A4993">
        <w:t xml:space="preserve">. </w:t>
      </w:r>
      <w:proofErr w:type="spellStart"/>
      <w:r w:rsidRPr="004C3E92">
        <w:t>Elinor</w:t>
      </w:r>
      <w:proofErr w:type="spellEnd"/>
      <w:r w:rsidRPr="004C3E92">
        <w:t xml:space="preserve"> était à peine moins impatiente qu</w:t>
      </w:r>
      <w:r w:rsidR="004A4993">
        <w:t>’</w:t>
      </w:r>
      <w:r w:rsidRPr="004C3E92">
        <w:t>elle au sujet de leur départ</w:t>
      </w:r>
      <w:r w:rsidR="004A4993">
        <w:t xml:space="preserve">, </w:t>
      </w:r>
      <w:r w:rsidRPr="004C3E92">
        <w:t>et si elle était moins portée à ce qu</w:t>
      </w:r>
      <w:r w:rsidR="004A4993">
        <w:t>’</w:t>
      </w:r>
      <w:r w:rsidRPr="004C3E92">
        <w:t>il s</w:t>
      </w:r>
      <w:r w:rsidR="004A4993">
        <w:t>’</w:t>
      </w:r>
      <w:r w:rsidRPr="004C3E92">
        <w:t>effectuât immédiatement</w:t>
      </w:r>
      <w:r w:rsidR="004A4993">
        <w:t xml:space="preserve">, </w:t>
      </w:r>
      <w:r w:rsidRPr="004C3E92">
        <w:t>cela tenait uniquement à ce qu</w:t>
      </w:r>
      <w:r w:rsidR="004A4993">
        <w:t>’</w:t>
      </w:r>
      <w:r w:rsidRPr="004C3E92">
        <w:t>elle se rendait compte des difficultés d</w:t>
      </w:r>
      <w:r w:rsidR="004A4993">
        <w:t>’</w:t>
      </w:r>
      <w:r w:rsidRPr="004C3E92">
        <w:t>un si long voyage</w:t>
      </w:r>
      <w:r w:rsidR="004A4993">
        <w:t xml:space="preserve">, </w:t>
      </w:r>
      <w:r w:rsidRPr="004C3E92">
        <w:t>qu</w:t>
      </w:r>
      <w:r w:rsidR="004A4993">
        <w:t>’</w:t>
      </w:r>
      <w:r w:rsidRPr="004C3E92">
        <w:t>on ne pouvait amener Marianne à reconnaître</w:t>
      </w:r>
      <w:r w:rsidR="004A4993">
        <w:t xml:space="preserve">. </w:t>
      </w:r>
      <w:r w:rsidRPr="004C3E92">
        <w:t>Elle comme</w:t>
      </w:r>
      <w:r w:rsidRPr="004C3E92">
        <w:t>n</w:t>
      </w:r>
      <w:r w:rsidRPr="004C3E92">
        <w:t>ça néanmoins à se préoccuper sérieusement de sa réalisation</w:t>
      </w:r>
      <w:r w:rsidR="004A4993">
        <w:t xml:space="preserve">, </w:t>
      </w:r>
      <w:r w:rsidRPr="004C3E92">
        <w:t>et avait déjà fait part de leurs désirs à leur aimable hôtesse</w:t>
      </w:r>
      <w:r w:rsidR="004A4993">
        <w:t xml:space="preserve">, </w:t>
      </w:r>
      <w:r w:rsidRPr="004C3E92">
        <w:t>qui y résistait avec toute l</w:t>
      </w:r>
      <w:r w:rsidR="004A4993">
        <w:t>’</w:t>
      </w:r>
      <w:r w:rsidRPr="004C3E92">
        <w:t>éloquence de sa bonne volonté</w:t>
      </w:r>
      <w:r w:rsidR="004A4993">
        <w:t xml:space="preserve">, </w:t>
      </w:r>
      <w:r w:rsidRPr="004C3E92">
        <w:t>lorsqu</w:t>
      </w:r>
      <w:r w:rsidR="004A4993">
        <w:t>’</w:t>
      </w:r>
      <w:r w:rsidRPr="004C3E92">
        <w:t>un projet se présenta</w:t>
      </w:r>
      <w:r w:rsidR="004A4993">
        <w:t xml:space="preserve">, </w:t>
      </w:r>
      <w:r w:rsidRPr="004C3E92">
        <w:t>qui</w:t>
      </w:r>
      <w:r w:rsidR="004A4993">
        <w:t xml:space="preserve">, </w:t>
      </w:r>
      <w:r w:rsidRPr="004C3E92">
        <w:t>bien qu</w:t>
      </w:r>
      <w:r w:rsidR="004A4993">
        <w:t>’</w:t>
      </w:r>
      <w:r w:rsidRPr="004C3E92">
        <w:t>il les retînt hors de chez elles pendant quelques semaines encore</w:t>
      </w:r>
      <w:r w:rsidR="004A4993">
        <w:t xml:space="preserve">, </w:t>
      </w:r>
      <w:r w:rsidRPr="004C3E92">
        <w:t xml:space="preserve">parut à </w:t>
      </w:r>
      <w:proofErr w:type="spellStart"/>
      <w:r w:rsidRPr="004C3E92">
        <w:t>Elinor</w:t>
      </w:r>
      <w:proofErr w:type="spellEnd"/>
      <w:r w:rsidRPr="004C3E92">
        <w:t xml:space="preserve"> être</w:t>
      </w:r>
      <w:r w:rsidR="004A4993">
        <w:t xml:space="preserve">, </w:t>
      </w:r>
      <w:r w:rsidRPr="004C3E92">
        <w:t>d</w:t>
      </w:r>
      <w:r w:rsidR="004A4993">
        <w:t>’</w:t>
      </w:r>
      <w:r w:rsidRPr="004C3E92">
        <w:t>une façon générale</w:t>
      </w:r>
      <w:r w:rsidR="004A4993">
        <w:t xml:space="preserve">, </w:t>
      </w:r>
      <w:r w:rsidRPr="004C3E92">
        <w:t>beaucoup plus convenable que tout autre</w:t>
      </w:r>
      <w:r w:rsidR="004A4993">
        <w:t xml:space="preserve">. </w:t>
      </w:r>
      <w:r w:rsidRPr="004C3E92">
        <w:t>Les Palmer devaient se rendre à Cleveland vers la fin de mars</w:t>
      </w:r>
      <w:r w:rsidR="004A4993">
        <w:t xml:space="preserve">, </w:t>
      </w:r>
      <w:r w:rsidRPr="004C3E92">
        <w:t>pour les vacances de Pâques</w:t>
      </w:r>
      <w:r w:rsidR="004A4993">
        <w:t xml:space="preserve"> ; </w:t>
      </w:r>
      <w:r w:rsidRPr="004C3E92">
        <w:t>et Mrs</w:t>
      </w:r>
      <w:r w:rsidR="004A4993">
        <w:t xml:space="preserve">. </w:t>
      </w:r>
      <w:r w:rsidRPr="004C3E92">
        <w:t>Jennings</w:t>
      </w:r>
      <w:r w:rsidR="004A4993">
        <w:t xml:space="preserve">, </w:t>
      </w:r>
      <w:r w:rsidRPr="004C3E92">
        <w:t>ainsi que ses deux amies</w:t>
      </w:r>
      <w:r w:rsidR="004A4993">
        <w:t xml:space="preserve">, </w:t>
      </w:r>
      <w:r w:rsidRPr="004C3E92">
        <w:t>reçut une invitation fort chaleureuse à les accompagner</w:t>
      </w:r>
      <w:r w:rsidR="004A4993">
        <w:t xml:space="preserve">. </w:t>
      </w:r>
      <w:r w:rsidRPr="004C3E92">
        <w:t>Cela n</w:t>
      </w:r>
      <w:r w:rsidR="004A4993">
        <w:t>’</w:t>
      </w:r>
      <w:r w:rsidRPr="004C3E92">
        <w:t xml:space="preserve">eût pas été suffisant en soi pour vaincre les scrupules de miss </w:t>
      </w:r>
      <w:proofErr w:type="spellStart"/>
      <w:r w:rsidRPr="004C3E92">
        <w:t>Dashwood</w:t>
      </w:r>
      <w:proofErr w:type="spellEnd"/>
      <w:r w:rsidR="004A4993">
        <w:t xml:space="preserve"> ; </w:t>
      </w:r>
      <w:r w:rsidRPr="004C3E92">
        <w:t>mais l</w:t>
      </w:r>
      <w:r w:rsidR="004A4993">
        <w:t>’</w:t>
      </w:r>
      <w:r w:rsidRPr="004C3E92">
        <w:t>invitation fut poussée avec tant de pol</w:t>
      </w:r>
      <w:r w:rsidRPr="004C3E92">
        <w:t>i</w:t>
      </w:r>
      <w:r w:rsidRPr="004C3E92">
        <w:t>tesse sincère par Mr</w:t>
      </w:r>
      <w:r w:rsidR="004A4993">
        <w:t xml:space="preserve">. </w:t>
      </w:r>
      <w:r w:rsidRPr="004C3E92">
        <w:t>Palmer</w:t>
      </w:r>
      <w:r w:rsidR="004A4993">
        <w:t xml:space="preserve">, – </w:t>
      </w:r>
      <w:r w:rsidRPr="004C3E92">
        <w:t>dont les façons à leur égard s</w:t>
      </w:r>
      <w:r w:rsidR="004A4993">
        <w:t>’</w:t>
      </w:r>
      <w:r w:rsidRPr="004C3E92">
        <w:t>étaient fort amendées depuis qu</w:t>
      </w:r>
      <w:r w:rsidR="004A4993">
        <w:t>’</w:t>
      </w:r>
      <w:r w:rsidRPr="004C3E92">
        <w:t>on savait que Marianne était malheureuse</w:t>
      </w:r>
      <w:r w:rsidR="004A4993">
        <w:t xml:space="preserve">, – </w:t>
      </w:r>
      <w:r w:rsidRPr="004C3E92">
        <w:t>qu</w:t>
      </w:r>
      <w:r w:rsidR="004A4993">
        <w:t>’</w:t>
      </w:r>
      <w:r w:rsidRPr="004C3E92">
        <w:t>elle fut amenée à l</w:t>
      </w:r>
      <w:r w:rsidR="004A4993">
        <w:t>’</w:t>
      </w:r>
      <w:r w:rsidRPr="004C3E92">
        <w:t>accepter avec plaisir</w:t>
      </w:r>
      <w:r w:rsidR="004A4993">
        <w:t>.</w:t>
      </w:r>
    </w:p>
    <w:p w14:paraId="6EAC9722" w14:textId="77777777" w:rsidR="004A4993" w:rsidRDefault="008C5C61" w:rsidP="004A4993">
      <w:r w:rsidRPr="004C3E92">
        <w:t>Quand elle fit part à Marianne de ce qu</w:t>
      </w:r>
      <w:r w:rsidR="004A4993">
        <w:t>’</w:t>
      </w:r>
      <w:r w:rsidRPr="004C3E92">
        <w:t>elle avait fait</w:t>
      </w:r>
      <w:r w:rsidR="004A4993">
        <w:t xml:space="preserve">, </w:t>
      </w:r>
      <w:r w:rsidRPr="004C3E92">
        <w:t>sa première réponse ne fut pas fort encourageante</w:t>
      </w:r>
      <w:r w:rsidR="004A4993">
        <w:t>.</w:t>
      </w:r>
    </w:p>
    <w:p w14:paraId="17D57C45" w14:textId="77777777" w:rsidR="004A4993" w:rsidRDefault="004A4993" w:rsidP="004A4993">
      <w:r>
        <w:lastRenderedPageBreak/>
        <w:t>— </w:t>
      </w:r>
      <w:r w:rsidR="008C5C61" w:rsidRPr="004C3E92">
        <w:t>Cleveland</w:t>
      </w:r>
      <w:r>
        <w:t xml:space="preserve"> ! </w:t>
      </w:r>
      <w:r w:rsidR="008C5C61" w:rsidRPr="004C3E92">
        <w:t>s</w:t>
      </w:r>
      <w:r>
        <w:t>’</w:t>
      </w:r>
      <w:r w:rsidR="008C5C61" w:rsidRPr="004C3E92">
        <w:t>écria-t-elle</w:t>
      </w:r>
      <w:r>
        <w:t xml:space="preserve">, </w:t>
      </w:r>
      <w:r w:rsidR="008C5C61" w:rsidRPr="004C3E92">
        <w:t>en proie à une vive agitation</w:t>
      </w:r>
      <w:r>
        <w:t xml:space="preserve">. </w:t>
      </w:r>
      <w:r w:rsidR="008C5C61" w:rsidRPr="004C3E92">
        <w:t>Non</w:t>
      </w:r>
      <w:r>
        <w:t xml:space="preserve">, </w:t>
      </w:r>
      <w:r w:rsidR="008C5C61" w:rsidRPr="004C3E92">
        <w:t>je ne veux pas aller à Cleveland</w:t>
      </w:r>
      <w:r>
        <w:t>.</w:t>
      </w:r>
    </w:p>
    <w:p w14:paraId="374E8B57" w14:textId="77777777" w:rsidR="004A4993" w:rsidRDefault="004A4993" w:rsidP="004A4993">
      <w:r>
        <w:t>— </w:t>
      </w:r>
      <w:r w:rsidR="008C5C61" w:rsidRPr="004C3E92">
        <w:t>Tu oublies</w:t>
      </w:r>
      <w:r>
        <w:t xml:space="preserve">, </w:t>
      </w:r>
      <w:r w:rsidR="008C5C61" w:rsidRPr="004C3E92">
        <w:t xml:space="preserve">dit doucement </w:t>
      </w:r>
      <w:proofErr w:type="spellStart"/>
      <w:r w:rsidR="008C5C61" w:rsidRPr="004C3E92">
        <w:t>Elinor</w:t>
      </w:r>
      <w:proofErr w:type="spellEnd"/>
      <w:r>
        <w:t xml:space="preserve">, </w:t>
      </w:r>
      <w:r w:rsidR="008C5C61" w:rsidRPr="004C3E92">
        <w:t>que sa situation n</w:t>
      </w:r>
      <w:r>
        <w:t>’</w:t>
      </w:r>
      <w:r w:rsidR="008C5C61" w:rsidRPr="004C3E92">
        <w:t>est pas</w:t>
      </w:r>
      <w:r>
        <w:t xml:space="preserve">… </w:t>
      </w:r>
      <w:r w:rsidR="008C5C61" w:rsidRPr="004C3E92">
        <w:t>que Cleveland n</w:t>
      </w:r>
      <w:r>
        <w:t>’</w:t>
      </w:r>
      <w:r w:rsidR="008C5C61" w:rsidRPr="004C3E92">
        <w:t>est pas au voisinage de</w:t>
      </w:r>
      <w:r>
        <w:t>…</w:t>
      </w:r>
    </w:p>
    <w:p w14:paraId="65DE2AFC" w14:textId="77777777" w:rsidR="004A4993" w:rsidRDefault="004A4993" w:rsidP="004A4993">
      <w:r>
        <w:t>— </w:t>
      </w:r>
      <w:r w:rsidR="008C5C61" w:rsidRPr="004C3E92">
        <w:t>Mais c</w:t>
      </w:r>
      <w:r>
        <w:t>’</w:t>
      </w:r>
      <w:r w:rsidR="008C5C61" w:rsidRPr="004C3E92">
        <w:t xml:space="preserve">est dans le </w:t>
      </w:r>
      <w:proofErr w:type="spellStart"/>
      <w:r w:rsidR="008C5C61" w:rsidRPr="004C3E92">
        <w:t>Somersetshire</w:t>
      </w:r>
      <w:proofErr w:type="spellEnd"/>
      <w:r>
        <w:t xml:space="preserve">. </w:t>
      </w:r>
      <w:r w:rsidR="008C5C61" w:rsidRPr="004C3E92">
        <w:t xml:space="preserve">Je ne peux pas aller dans le </w:t>
      </w:r>
      <w:proofErr w:type="spellStart"/>
      <w:r w:rsidR="008C5C61" w:rsidRPr="004C3E92">
        <w:t>Somersetshire</w:t>
      </w:r>
      <w:proofErr w:type="spellEnd"/>
      <w:r>
        <w:t xml:space="preserve"> ! </w:t>
      </w:r>
      <w:r w:rsidR="008C5C61" w:rsidRPr="004C3E92">
        <w:t>Là</w:t>
      </w:r>
      <w:r>
        <w:t xml:space="preserve">, </w:t>
      </w:r>
      <w:r w:rsidR="008C5C61" w:rsidRPr="004C3E92">
        <w:t>où j</w:t>
      </w:r>
      <w:r>
        <w:t>’</w:t>
      </w:r>
      <w:r w:rsidR="008C5C61" w:rsidRPr="004C3E92">
        <w:t>avais pensé aller</w:t>
      </w:r>
      <w:r>
        <w:t xml:space="preserve">… </w:t>
      </w:r>
      <w:r w:rsidR="008C5C61" w:rsidRPr="004C3E92">
        <w:t>Non</w:t>
      </w:r>
      <w:r>
        <w:t xml:space="preserve">, </w:t>
      </w:r>
      <w:proofErr w:type="spellStart"/>
      <w:r w:rsidR="008C5C61" w:rsidRPr="004C3E92">
        <w:t>Elinor</w:t>
      </w:r>
      <w:proofErr w:type="spellEnd"/>
      <w:r>
        <w:t xml:space="preserve">, </w:t>
      </w:r>
      <w:r w:rsidR="008C5C61" w:rsidRPr="004C3E92">
        <w:t>tu ne peux pas me demander d</w:t>
      </w:r>
      <w:r>
        <w:t>’</w:t>
      </w:r>
      <w:r w:rsidR="008C5C61" w:rsidRPr="004C3E92">
        <w:t>y aller</w:t>
      </w:r>
      <w:r>
        <w:t>.</w:t>
      </w:r>
    </w:p>
    <w:p w14:paraId="5ACCB621" w14:textId="77777777" w:rsidR="004A4993" w:rsidRDefault="008C5C61" w:rsidP="004A4993">
      <w:proofErr w:type="spellStart"/>
      <w:r w:rsidRPr="004C3E92">
        <w:t>Elinor</w:t>
      </w:r>
      <w:proofErr w:type="spellEnd"/>
      <w:r w:rsidRPr="004C3E92">
        <w:t xml:space="preserve"> se refusa à entamer une discussion pour savoir s</w:t>
      </w:r>
      <w:r w:rsidR="004A4993">
        <w:t>’</w:t>
      </w:r>
      <w:r w:rsidRPr="004C3E92">
        <w:t>il convenait de surmonter ces sentiments</w:t>
      </w:r>
      <w:r w:rsidR="004A4993">
        <w:t xml:space="preserve"> ; </w:t>
      </w:r>
      <w:r w:rsidRPr="004C3E92">
        <w:t>elle s</w:t>
      </w:r>
      <w:r w:rsidR="004A4993">
        <w:t>’</w:t>
      </w:r>
      <w:r w:rsidRPr="004C3E92">
        <w:t>efforça simpl</w:t>
      </w:r>
      <w:r w:rsidRPr="004C3E92">
        <w:t>e</w:t>
      </w:r>
      <w:r w:rsidRPr="004C3E92">
        <w:t>ment de réagir contre eux en s</w:t>
      </w:r>
      <w:r w:rsidR="004A4993">
        <w:t>’</w:t>
      </w:r>
      <w:r w:rsidRPr="004C3E92">
        <w:t>adressant à des sentiments diff</w:t>
      </w:r>
      <w:r w:rsidRPr="004C3E92">
        <w:t>é</w:t>
      </w:r>
      <w:r w:rsidRPr="004C3E92">
        <w:t>rents</w:t>
      </w:r>
      <w:r w:rsidR="004A4993">
        <w:t xml:space="preserve">, </w:t>
      </w:r>
      <w:r w:rsidRPr="004C3E92">
        <w:t>et présenta</w:t>
      </w:r>
      <w:r w:rsidR="004A4993">
        <w:t xml:space="preserve">, </w:t>
      </w:r>
      <w:r w:rsidRPr="004C3E92">
        <w:t>en conséquence</w:t>
      </w:r>
      <w:r w:rsidR="004A4993">
        <w:t xml:space="preserve">, </w:t>
      </w:r>
      <w:r w:rsidRPr="004C3E92">
        <w:t>la chose</w:t>
      </w:r>
      <w:r w:rsidR="004A4993">
        <w:t xml:space="preserve">, </w:t>
      </w:r>
      <w:r w:rsidRPr="004C3E92">
        <w:t>comme une mesure qui préciserait l</w:t>
      </w:r>
      <w:r w:rsidR="004A4993">
        <w:t>’</w:t>
      </w:r>
      <w:r w:rsidRPr="004C3E92">
        <w:t>époque de son retour à cette mère chérie qu</w:t>
      </w:r>
      <w:r w:rsidR="004A4993">
        <w:t>’</w:t>
      </w:r>
      <w:r w:rsidRPr="004C3E92">
        <w:t>elle désirait tant revoir</w:t>
      </w:r>
      <w:r w:rsidR="004A4993">
        <w:t xml:space="preserve">, </w:t>
      </w:r>
      <w:r w:rsidRPr="004C3E92">
        <w:t>d</w:t>
      </w:r>
      <w:r w:rsidR="004A4993">
        <w:t>’</w:t>
      </w:r>
      <w:r w:rsidRPr="004C3E92">
        <w:t>une façon plus convenable et plus confo</w:t>
      </w:r>
      <w:r w:rsidRPr="004C3E92">
        <w:t>r</w:t>
      </w:r>
      <w:r w:rsidRPr="004C3E92">
        <w:t>table que ne le pourrait faire aucun autre projet</w:t>
      </w:r>
      <w:r w:rsidR="004A4993">
        <w:t xml:space="preserve">, </w:t>
      </w:r>
      <w:r w:rsidRPr="004C3E92">
        <w:t>et peut-être sans plus de délai</w:t>
      </w:r>
      <w:r w:rsidR="004A4993">
        <w:t xml:space="preserve">. </w:t>
      </w:r>
      <w:r w:rsidRPr="004C3E92">
        <w:t>De Cleveland</w:t>
      </w:r>
      <w:r w:rsidR="004A4993">
        <w:t xml:space="preserve">, </w:t>
      </w:r>
      <w:r w:rsidRPr="004C3E92">
        <w:t>qui était à quelques milles de Bristol</w:t>
      </w:r>
      <w:r w:rsidR="004A4993">
        <w:t xml:space="preserve">, </w:t>
      </w:r>
      <w:r w:rsidRPr="004C3E92">
        <w:t>la distance à Barton ne dépassait pas une journée de voyage</w:t>
      </w:r>
      <w:r w:rsidR="004A4993">
        <w:t xml:space="preserve">, </w:t>
      </w:r>
      <w:r w:rsidRPr="004C3E92">
        <w:t>encore que ce fût une longue journée</w:t>
      </w:r>
      <w:r w:rsidR="004A4993">
        <w:t xml:space="preserve"> ; </w:t>
      </w:r>
      <w:r w:rsidRPr="004C3E92">
        <w:t>et le domestique de sa mère pourrait facilement s</w:t>
      </w:r>
      <w:r w:rsidR="004A4993">
        <w:t>’</w:t>
      </w:r>
      <w:r w:rsidRPr="004C3E92">
        <w:t>y rendre pour les accompagner jusque chez elles</w:t>
      </w:r>
      <w:r w:rsidR="004A4993">
        <w:t xml:space="preserve"> ; </w:t>
      </w:r>
      <w:r w:rsidRPr="004C3E92">
        <w:t>et comme il ne pouvait y avoir aucune raison pour qu</w:t>
      </w:r>
      <w:r w:rsidR="004A4993">
        <w:t>’</w:t>
      </w:r>
      <w:r w:rsidRPr="004C3E92">
        <w:t>elles restassent plus de huit jours à Cleveland</w:t>
      </w:r>
      <w:r w:rsidR="004A4993">
        <w:t xml:space="preserve">, </w:t>
      </w:r>
      <w:r w:rsidRPr="004C3E92">
        <w:t>elles pourraient à présent être de retour à la maison dans un peu plus de trois semaines</w:t>
      </w:r>
      <w:r w:rsidR="004A4993">
        <w:t xml:space="preserve">. </w:t>
      </w:r>
      <w:r w:rsidRPr="004C3E92">
        <w:t>Comme l</w:t>
      </w:r>
      <w:r w:rsidR="004A4993">
        <w:t>’</w:t>
      </w:r>
      <w:r w:rsidRPr="004C3E92">
        <w:t>affection de Marianne pour sa mère était sincère</w:t>
      </w:r>
      <w:r w:rsidR="004A4993">
        <w:t xml:space="preserve">, </w:t>
      </w:r>
      <w:r w:rsidRPr="004C3E92">
        <w:t>elle ne manqua pas de triompher</w:t>
      </w:r>
      <w:r w:rsidR="004A4993">
        <w:t xml:space="preserve">, </w:t>
      </w:r>
      <w:r w:rsidRPr="004C3E92">
        <w:t>sans grande di</w:t>
      </w:r>
      <w:r w:rsidRPr="004C3E92">
        <w:t>f</w:t>
      </w:r>
      <w:r w:rsidRPr="004C3E92">
        <w:t>ficulté</w:t>
      </w:r>
      <w:r w:rsidR="004A4993">
        <w:t xml:space="preserve">, </w:t>
      </w:r>
      <w:r w:rsidRPr="004C3E92">
        <w:t>du mal imaginaire que la jeune fille avait mis en branle</w:t>
      </w:r>
      <w:r w:rsidR="004A4993">
        <w:t>.</w:t>
      </w:r>
    </w:p>
    <w:p w14:paraId="4E0622DB" w14:textId="77777777" w:rsidR="004A4993" w:rsidRDefault="008C5C61" w:rsidP="004A4993">
      <w:r w:rsidRPr="004C3E92">
        <w:t>Mrs</w:t>
      </w:r>
      <w:r w:rsidR="004A4993">
        <w:t xml:space="preserve">. </w:t>
      </w:r>
      <w:r w:rsidRPr="004C3E92">
        <w:t>Jennings était si loin d</w:t>
      </w:r>
      <w:r w:rsidR="004A4993">
        <w:t>’</w:t>
      </w:r>
      <w:r w:rsidRPr="004C3E92">
        <w:t>être lasse de ses invitées</w:t>
      </w:r>
      <w:r w:rsidR="004A4993">
        <w:t xml:space="preserve">, </w:t>
      </w:r>
      <w:r w:rsidRPr="004C3E92">
        <w:t>qu</w:t>
      </w:r>
      <w:r w:rsidR="004A4993">
        <w:t>’</w:t>
      </w:r>
      <w:r w:rsidRPr="004C3E92">
        <w:t>elle insista très vivement auprès d</w:t>
      </w:r>
      <w:r w:rsidR="004A4993">
        <w:t>’</w:t>
      </w:r>
      <w:r w:rsidRPr="004C3E92">
        <w:t>elles pour qu</w:t>
      </w:r>
      <w:r w:rsidR="004A4993">
        <w:t>’</w:t>
      </w:r>
      <w:r w:rsidRPr="004C3E92">
        <w:t>elles revin</w:t>
      </w:r>
      <w:r w:rsidRPr="004C3E92">
        <w:t>s</w:t>
      </w:r>
      <w:r w:rsidRPr="004C3E92">
        <w:t>sent avec elle de Cleveland à Londres</w:t>
      </w:r>
      <w:r w:rsidR="004A4993">
        <w:t xml:space="preserve">. </w:t>
      </w:r>
      <w:proofErr w:type="spellStart"/>
      <w:r w:rsidRPr="004C3E92">
        <w:t>Elinor</w:t>
      </w:r>
      <w:proofErr w:type="spellEnd"/>
      <w:r w:rsidRPr="004C3E92">
        <w:t xml:space="preserve"> lui sut gré de cette attention</w:t>
      </w:r>
      <w:r w:rsidR="004A4993">
        <w:t xml:space="preserve">, </w:t>
      </w:r>
      <w:r w:rsidRPr="004C3E92">
        <w:t>qui ne put</w:t>
      </w:r>
      <w:r w:rsidR="004A4993">
        <w:t xml:space="preserve">, </w:t>
      </w:r>
      <w:r w:rsidRPr="004C3E92">
        <w:t>toutefois</w:t>
      </w:r>
      <w:r w:rsidR="004A4993">
        <w:t xml:space="preserve">, </w:t>
      </w:r>
      <w:r w:rsidRPr="004C3E92">
        <w:t>modifier leur projet</w:t>
      </w:r>
      <w:r w:rsidR="004A4993">
        <w:t xml:space="preserve"> ; </w:t>
      </w:r>
      <w:r w:rsidRPr="004C3E92">
        <w:t>et l</w:t>
      </w:r>
      <w:r w:rsidR="004A4993">
        <w:t>’</w:t>
      </w:r>
      <w:r w:rsidRPr="004C3E92">
        <w:t>assentiment de leur mère ayant été obtenu sans difficulté</w:t>
      </w:r>
      <w:r w:rsidR="004A4993">
        <w:t xml:space="preserve">, </w:t>
      </w:r>
      <w:r w:rsidRPr="004C3E92">
        <w:t xml:space="preserve">tout ce qui avait trait à leur retour fut préparé dans la mesure </w:t>
      </w:r>
      <w:r w:rsidRPr="004C3E92">
        <w:lastRenderedPageBreak/>
        <w:t>où il pouvait l</w:t>
      </w:r>
      <w:r w:rsidR="004A4993">
        <w:t>’</w:t>
      </w:r>
      <w:r w:rsidRPr="004C3E92">
        <w:t>être</w:t>
      </w:r>
      <w:r w:rsidR="004A4993">
        <w:t xml:space="preserve"> ; </w:t>
      </w:r>
      <w:r w:rsidRPr="004C3E92">
        <w:t>et Marianne trouva quelque soulagement en dressant une liste des heures qui devaient encore la séparer de Barton</w:t>
      </w:r>
      <w:r w:rsidR="004A4993">
        <w:t>.</w:t>
      </w:r>
    </w:p>
    <w:p w14:paraId="6C1C5369" w14:textId="77777777" w:rsidR="004A4993" w:rsidRDefault="004A4993" w:rsidP="004A4993">
      <w:r>
        <w:t>— </w:t>
      </w:r>
      <w:r w:rsidR="008C5C61" w:rsidRPr="004C3E92">
        <w:t>Ah</w:t>
      </w:r>
      <w:r>
        <w:t xml:space="preserve">, </w:t>
      </w:r>
      <w:r w:rsidR="008C5C61" w:rsidRPr="004C3E92">
        <w:t>mon Colonel</w:t>
      </w:r>
      <w:r>
        <w:t xml:space="preserve">, </w:t>
      </w:r>
      <w:r w:rsidR="008C5C61" w:rsidRPr="004C3E92">
        <w:t>je ne sais pas ce que nous ferons</w:t>
      </w:r>
      <w:r>
        <w:t xml:space="preserve">, </w:t>
      </w:r>
      <w:r w:rsidR="008C5C61" w:rsidRPr="004C3E92">
        <w:t>vous et moi</w:t>
      </w:r>
      <w:r>
        <w:t xml:space="preserve">, </w:t>
      </w:r>
      <w:r w:rsidR="008C5C61" w:rsidRPr="004C3E92">
        <w:t xml:space="preserve">sans les demoiselles </w:t>
      </w:r>
      <w:proofErr w:type="spellStart"/>
      <w:r w:rsidR="008C5C61" w:rsidRPr="004C3E92">
        <w:t>Dashwood</w:t>
      </w:r>
      <w:proofErr w:type="spellEnd"/>
      <w:r>
        <w:t xml:space="preserve">, – </w:t>
      </w:r>
      <w:r w:rsidR="008C5C61" w:rsidRPr="004C3E92">
        <w:t>ce fut ainsi que Mrs</w:t>
      </w:r>
      <w:r>
        <w:t xml:space="preserve">. </w:t>
      </w:r>
      <w:r w:rsidR="008C5C61" w:rsidRPr="004C3E92">
        <w:t>Jennings l</w:t>
      </w:r>
      <w:r>
        <w:t>’</w:t>
      </w:r>
      <w:r w:rsidR="008C5C61" w:rsidRPr="004C3E92">
        <w:t>accueillit la première fois qu</w:t>
      </w:r>
      <w:r>
        <w:t>’</w:t>
      </w:r>
      <w:r w:rsidR="008C5C61" w:rsidRPr="004C3E92">
        <w:t>il vint la voir après que leur départ eut été réglé</w:t>
      </w:r>
      <w:r>
        <w:t xml:space="preserve">, – </w:t>
      </w:r>
      <w:r w:rsidR="008C5C61" w:rsidRPr="004C3E92">
        <w:t>car elles sont absolument décidées à rentrer chez elles en quittant les Palmer</w:t>
      </w:r>
      <w:r>
        <w:t xml:space="preserve"> ; </w:t>
      </w:r>
      <w:r w:rsidR="008C5C61" w:rsidRPr="004C3E92">
        <w:t>et comme nous serons désolés quand je reviendrai</w:t>
      </w:r>
      <w:r>
        <w:t xml:space="preserve"> ! </w:t>
      </w:r>
      <w:r w:rsidR="008C5C61" w:rsidRPr="004C3E92">
        <w:t>Seigneur</w:t>
      </w:r>
      <w:r>
        <w:t xml:space="preserve"> ! </w:t>
      </w:r>
      <w:r w:rsidR="008C5C61" w:rsidRPr="004C3E92">
        <w:t>Nous resterons là à nous contempler</w:t>
      </w:r>
      <w:r>
        <w:t xml:space="preserve">, </w:t>
      </w:r>
      <w:r w:rsidR="008C5C61" w:rsidRPr="004C3E92">
        <w:t>la bouche ouverte</w:t>
      </w:r>
      <w:r>
        <w:t xml:space="preserve">, </w:t>
      </w:r>
      <w:r w:rsidR="008C5C61" w:rsidRPr="004C3E92">
        <w:t>mornes comme deux chats</w:t>
      </w:r>
      <w:r>
        <w:t> !</w:t>
      </w:r>
    </w:p>
    <w:p w14:paraId="6FC5ECC9" w14:textId="77777777" w:rsidR="004A4993" w:rsidRDefault="008C5C61" w:rsidP="004A4993">
      <w:r w:rsidRPr="004C3E92">
        <w:t>Peut-être Mrs</w:t>
      </w:r>
      <w:r w:rsidR="004A4993">
        <w:t xml:space="preserve">. </w:t>
      </w:r>
      <w:r w:rsidRPr="004C3E92">
        <w:t>Jennings avait-elle l</w:t>
      </w:r>
      <w:r w:rsidR="004A4993">
        <w:t>’</w:t>
      </w:r>
      <w:r w:rsidRPr="004C3E92">
        <w:t>espoir</w:t>
      </w:r>
      <w:r w:rsidR="004A4993">
        <w:t xml:space="preserve">, </w:t>
      </w:r>
      <w:r w:rsidRPr="004C3E92">
        <w:t>grâce à cette e</w:t>
      </w:r>
      <w:r w:rsidRPr="004C3E92">
        <w:t>s</w:t>
      </w:r>
      <w:r w:rsidRPr="004C3E92">
        <w:t>quisse vigoureuse de l</w:t>
      </w:r>
      <w:r w:rsidR="004A4993">
        <w:t>’</w:t>
      </w:r>
      <w:r w:rsidRPr="004C3E92">
        <w:t>ennui qui les attendait</w:t>
      </w:r>
      <w:r w:rsidR="004A4993">
        <w:t xml:space="preserve">, </w:t>
      </w:r>
      <w:r w:rsidRPr="004C3E92">
        <w:t>de le pousser à faire cette offre qui lui permettrait</w:t>
      </w:r>
      <w:r w:rsidR="004A4993">
        <w:t xml:space="preserve">, </w:t>
      </w:r>
      <w:r w:rsidRPr="004C3E92">
        <w:t>à lui</w:t>
      </w:r>
      <w:r w:rsidR="004A4993">
        <w:t xml:space="preserve">, </w:t>
      </w:r>
      <w:r w:rsidRPr="004C3E92">
        <w:t>d</w:t>
      </w:r>
      <w:r w:rsidR="004A4993">
        <w:t>’</w:t>
      </w:r>
      <w:r w:rsidRPr="004C3E92">
        <w:t>y échapper</w:t>
      </w:r>
      <w:r w:rsidR="004A4993">
        <w:t xml:space="preserve">, </w:t>
      </w:r>
      <w:r w:rsidRPr="004C3E92">
        <w:t>et</w:t>
      </w:r>
      <w:r w:rsidR="004A4993">
        <w:t xml:space="preserve">, </w:t>
      </w:r>
      <w:r w:rsidRPr="004C3E92">
        <w:t>dans ce cas</w:t>
      </w:r>
      <w:r w:rsidR="004A4993">
        <w:t xml:space="preserve">, </w:t>
      </w:r>
      <w:r w:rsidRPr="004C3E92">
        <w:t>elle eut bientôt une bonne raison de croire qu</w:t>
      </w:r>
      <w:r w:rsidR="004A4993">
        <w:t>’</w:t>
      </w:r>
      <w:r w:rsidRPr="004C3E92">
        <w:t>elle avait atteint son but</w:t>
      </w:r>
      <w:r w:rsidR="004A4993">
        <w:t xml:space="preserve"> ; </w:t>
      </w:r>
      <w:r w:rsidRPr="004C3E92">
        <w:t>car</w:t>
      </w:r>
      <w:r w:rsidR="004A4993">
        <w:t xml:space="preserve">, </w:t>
      </w:r>
      <w:proofErr w:type="spellStart"/>
      <w:r w:rsidRPr="004C3E92">
        <w:t>Elinor</w:t>
      </w:r>
      <w:proofErr w:type="spellEnd"/>
      <w:r w:rsidRPr="004C3E92">
        <w:t xml:space="preserve"> s</w:t>
      </w:r>
      <w:r w:rsidR="004A4993">
        <w:t>’</w:t>
      </w:r>
      <w:r w:rsidRPr="004C3E92">
        <w:t>étant approchée de la fenêtre pour prendre plus commodément les dimensions d</w:t>
      </w:r>
      <w:r w:rsidR="004A4993">
        <w:t>’</w:t>
      </w:r>
      <w:r w:rsidRPr="004C3E92">
        <w:t>une estampe qu</w:t>
      </w:r>
      <w:r w:rsidR="004A4993">
        <w:t>’</w:t>
      </w:r>
      <w:r w:rsidRPr="004C3E92">
        <w:t>elle se proposait de copier pour une amie</w:t>
      </w:r>
      <w:r w:rsidR="004A4993">
        <w:t xml:space="preserve">, </w:t>
      </w:r>
      <w:r w:rsidRPr="004C3E92">
        <w:t>il l</w:t>
      </w:r>
      <w:r w:rsidR="004A4993">
        <w:t>’</w:t>
      </w:r>
      <w:r w:rsidRPr="004C3E92">
        <w:t>y suivit avec un regard particulièrement significatif</w:t>
      </w:r>
      <w:r w:rsidR="004A4993">
        <w:t xml:space="preserve">, </w:t>
      </w:r>
      <w:r w:rsidRPr="004C3E92">
        <w:t>et y conversa avec elle pe</w:t>
      </w:r>
      <w:r w:rsidRPr="004C3E92">
        <w:t>n</w:t>
      </w:r>
      <w:r w:rsidRPr="004C3E92">
        <w:t>dant plusieurs minutes</w:t>
      </w:r>
      <w:r w:rsidR="004A4993">
        <w:t xml:space="preserve">. </w:t>
      </w:r>
      <w:r w:rsidRPr="004C3E92">
        <w:t>L</w:t>
      </w:r>
      <w:r w:rsidR="004A4993">
        <w:t>’</w:t>
      </w:r>
      <w:r w:rsidRPr="004C3E92">
        <w:t>effet de ses paroles sur la personne ne put pas</w:t>
      </w:r>
      <w:r w:rsidR="004A4993">
        <w:t xml:space="preserve">, </w:t>
      </w:r>
      <w:r w:rsidRPr="004C3E92">
        <w:t>non plus</w:t>
      </w:r>
      <w:r w:rsidR="004A4993">
        <w:t xml:space="preserve">, </w:t>
      </w:r>
      <w:r w:rsidRPr="004C3E92">
        <w:t>échapper à son attention</w:t>
      </w:r>
      <w:r w:rsidR="004A4993">
        <w:t xml:space="preserve"> ; </w:t>
      </w:r>
      <w:r w:rsidRPr="004C3E92">
        <w:t>car bien qu</w:t>
      </w:r>
      <w:r w:rsidR="004A4993">
        <w:t>’</w:t>
      </w:r>
      <w:r w:rsidRPr="004C3E92">
        <w:t>elle fût trop honorable pour écouter</w:t>
      </w:r>
      <w:r w:rsidR="004A4993">
        <w:t xml:space="preserve">, </w:t>
      </w:r>
      <w:r w:rsidRPr="004C3E92">
        <w:t>et qu</w:t>
      </w:r>
      <w:r w:rsidR="004A4993">
        <w:t>’</w:t>
      </w:r>
      <w:r w:rsidRPr="004C3E92">
        <w:t>elle eût même échangé son siège exprès pour ne pouvoir entendre</w:t>
      </w:r>
      <w:r w:rsidR="004A4993">
        <w:t xml:space="preserve">, </w:t>
      </w:r>
      <w:r w:rsidRPr="004C3E92">
        <w:t>contre un autre à prox</w:t>
      </w:r>
      <w:r w:rsidRPr="004C3E92">
        <w:t>i</w:t>
      </w:r>
      <w:r w:rsidRPr="004C3E92">
        <w:t>mité du pianoforte sur lequel Marianne était en train de jouer</w:t>
      </w:r>
      <w:r w:rsidR="004A4993">
        <w:t xml:space="preserve">, </w:t>
      </w:r>
      <w:r w:rsidRPr="004C3E92">
        <w:t>elle ne put s</w:t>
      </w:r>
      <w:r w:rsidR="004A4993">
        <w:t>’</w:t>
      </w:r>
      <w:r w:rsidRPr="004C3E92">
        <w:t>empêcher de voir qu</w:t>
      </w:r>
      <w:r w:rsidR="004A4993">
        <w:t>’</w:t>
      </w:r>
      <w:proofErr w:type="spellStart"/>
      <w:r w:rsidRPr="004C3E92">
        <w:t>Elinor</w:t>
      </w:r>
      <w:proofErr w:type="spellEnd"/>
      <w:r w:rsidRPr="004C3E92">
        <w:t xml:space="preserve"> changeait de couleur</w:t>
      </w:r>
      <w:r w:rsidR="004A4993">
        <w:t xml:space="preserve">, </w:t>
      </w:r>
      <w:r w:rsidRPr="004C3E92">
        <w:t>qu</w:t>
      </w:r>
      <w:r w:rsidR="004A4993">
        <w:t>’</w:t>
      </w:r>
      <w:r w:rsidRPr="004C3E92">
        <w:t>elle était en proie à une agitation</w:t>
      </w:r>
      <w:r w:rsidR="004A4993">
        <w:t xml:space="preserve">, </w:t>
      </w:r>
      <w:r w:rsidRPr="004C3E92">
        <w:t>et prêtait trop d</w:t>
      </w:r>
      <w:r w:rsidR="004A4993">
        <w:t>’</w:t>
      </w:r>
      <w:r w:rsidRPr="004C3E92">
        <w:t>attention à ce qu</w:t>
      </w:r>
      <w:r w:rsidR="004A4993">
        <w:t>’</w:t>
      </w:r>
      <w:r w:rsidRPr="004C3E92">
        <w:t>il disait pour pouvoir poursuivre son occupation</w:t>
      </w:r>
      <w:r w:rsidR="004A4993">
        <w:t xml:space="preserve">. </w:t>
      </w:r>
      <w:r w:rsidRPr="004C3E92">
        <w:t>Confi</w:t>
      </w:r>
      <w:r w:rsidRPr="004C3E92">
        <w:t>r</w:t>
      </w:r>
      <w:r w:rsidRPr="004C3E92">
        <w:t>mant encore davantage ses espérances</w:t>
      </w:r>
      <w:r w:rsidR="004A4993">
        <w:t xml:space="preserve">, </w:t>
      </w:r>
      <w:r w:rsidRPr="004C3E92">
        <w:t>pendant l</w:t>
      </w:r>
      <w:r w:rsidR="004A4993">
        <w:t>’</w:t>
      </w:r>
      <w:r w:rsidRPr="004C3E92">
        <w:t>intervalle de silence au cours duquel Marianne passa d</w:t>
      </w:r>
      <w:r w:rsidR="004A4993">
        <w:t>’</w:t>
      </w:r>
      <w:r w:rsidRPr="004C3E92">
        <w:t>une leçon à une autre</w:t>
      </w:r>
      <w:r w:rsidR="004A4993">
        <w:t xml:space="preserve">, </w:t>
      </w:r>
      <w:r w:rsidRPr="004C3E92">
        <w:t>quelques paroles du colonel parvinrent inévitablement à son oreille</w:t>
      </w:r>
      <w:r w:rsidR="004A4993">
        <w:t xml:space="preserve">, </w:t>
      </w:r>
      <w:r w:rsidRPr="004C3E92">
        <w:t>paroles au moyen desquelles il semblait s</w:t>
      </w:r>
      <w:r w:rsidR="004A4993">
        <w:t>’</w:t>
      </w:r>
      <w:r w:rsidRPr="004C3E92">
        <w:t xml:space="preserve">excuser de </w:t>
      </w:r>
      <w:r w:rsidRPr="004C3E92">
        <w:lastRenderedPageBreak/>
        <w:t>l</w:t>
      </w:r>
      <w:r w:rsidR="004A4993">
        <w:t>’</w:t>
      </w:r>
      <w:r w:rsidRPr="004C3E92">
        <w:t>insuffisance de sa maison</w:t>
      </w:r>
      <w:r w:rsidR="004A4993">
        <w:t xml:space="preserve">. </w:t>
      </w:r>
      <w:r w:rsidRPr="004C3E92">
        <w:t>Voilà qui mettait l</w:t>
      </w:r>
      <w:r w:rsidR="004A4993">
        <w:t>’</w:t>
      </w:r>
      <w:r w:rsidRPr="004C3E92">
        <w:t>affaire hors de doute</w:t>
      </w:r>
      <w:r w:rsidR="004A4993">
        <w:t xml:space="preserve">. </w:t>
      </w:r>
      <w:r w:rsidRPr="004C3E92">
        <w:t>Elle s</w:t>
      </w:r>
      <w:r w:rsidR="004A4993">
        <w:t>’</w:t>
      </w:r>
      <w:r w:rsidRPr="004C3E92">
        <w:t>étonna</w:t>
      </w:r>
      <w:r w:rsidR="004A4993">
        <w:t xml:space="preserve">, </w:t>
      </w:r>
      <w:r w:rsidRPr="004C3E92">
        <w:t>en vérité</w:t>
      </w:r>
      <w:r w:rsidR="004A4993">
        <w:t xml:space="preserve">, </w:t>
      </w:r>
      <w:r w:rsidRPr="004C3E92">
        <w:t>de ce qu</w:t>
      </w:r>
      <w:r w:rsidR="004A4993">
        <w:t>’</w:t>
      </w:r>
      <w:r w:rsidRPr="004C3E92">
        <w:t>il crût nécessaire de pa</w:t>
      </w:r>
      <w:r w:rsidRPr="004C3E92">
        <w:t>r</w:t>
      </w:r>
      <w:r w:rsidRPr="004C3E92">
        <w:t>ler ainsi</w:t>
      </w:r>
      <w:r w:rsidR="004A4993">
        <w:t xml:space="preserve">, </w:t>
      </w:r>
      <w:r w:rsidRPr="004C3E92">
        <w:t>mais supposa que ce devait être là l</w:t>
      </w:r>
      <w:r w:rsidR="004A4993">
        <w:t>’</w:t>
      </w:r>
      <w:r w:rsidRPr="004C3E92">
        <w:t>étiquette conven</w:t>
      </w:r>
      <w:r w:rsidRPr="004C3E92">
        <w:t>a</w:t>
      </w:r>
      <w:r w:rsidRPr="004C3E92">
        <w:t>ble</w:t>
      </w:r>
      <w:r w:rsidR="004A4993">
        <w:t xml:space="preserve">. </w:t>
      </w:r>
      <w:r w:rsidRPr="004C3E92">
        <w:t>Ce qu</w:t>
      </w:r>
      <w:r w:rsidR="004A4993">
        <w:t>’</w:t>
      </w:r>
      <w:proofErr w:type="spellStart"/>
      <w:r w:rsidRPr="004C3E92">
        <w:t>Elinor</w:t>
      </w:r>
      <w:proofErr w:type="spellEnd"/>
      <w:r w:rsidRPr="004C3E92">
        <w:t xml:space="preserve"> avait répondu</w:t>
      </w:r>
      <w:r w:rsidR="004A4993">
        <w:t xml:space="preserve">, </w:t>
      </w:r>
      <w:r w:rsidRPr="004C3E92">
        <w:t>elle n</w:t>
      </w:r>
      <w:r w:rsidR="004A4993">
        <w:t>’</w:t>
      </w:r>
      <w:r w:rsidRPr="004C3E92">
        <w:t>avait pas pu le distinguer</w:t>
      </w:r>
      <w:r w:rsidR="004A4993">
        <w:t xml:space="preserve">, </w:t>
      </w:r>
      <w:r w:rsidRPr="004C3E92">
        <w:t>mais elle jugea</w:t>
      </w:r>
      <w:r w:rsidR="004A4993">
        <w:t xml:space="preserve">, </w:t>
      </w:r>
      <w:r w:rsidRPr="004C3E92">
        <w:t>d</w:t>
      </w:r>
      <w:r w:rsidR="004A4993">
        <w:t>’</w:t>
      </w:r>
      <w:r w:rsidRPr="004C3E92">
        <w:t>après les mouvements de ses lèvres</w:t>
      </w:r>
      <w:r w:rsidR="004A4993">
        <w:t xml:space="preserve">, </w:t>
      </w:r>
      <w:r w:rsidRPr="004C3E92">
        <w:t>qu</w:t>
      </w:r>
      <w:r w:rsidR="004A4993">
        <w:t>’</w:t>
      </w:r>
      <w:r w:rsidRPr="004C3E92">
        <w:t>elle ne considérait pas cela comme une objection sérieuse</w:t>
      </w:r>
      <w:r w:rsidR="004A4993">
        <w:t xml:space="preserve"> ; </w:t>
      </w:r>
      <w:r w:rsidRPr="004C3E92">
        <w:t>et Mrs</w:t>
      </w:r>
      <w:r w:rsidR="004A4993">
        <w:t xml:space="preserve">. </w:t>
      </w:r>
      <w:r w:rsidRPr="004C3E92">
        <w:t>Jennings la félicita</w:t>
      </w:r>
      <w:r w:rsidR="004A4993">
        <w:t xml:space="preserve">, </w:t>
      </w:r>
      <w:r w:rsidRPr="004C3E92">
        <w:t>en son cœur</w:t>
      </w:r>
      <w:r w:rsidR="004A4993">
        <w:t xml:space="preserve">, </w:t>
      </w:r>
      <w:r w:rsidRPr="004C3E92">
        <w:t>d</w:t>
      </w:r>
      <w:r w:rsidR="004A4993">
        <w:t>’</w:t>
      </w:r>
      <w:r w:rsidRPr="004C3E92">
        <w:t>être aussi honnête</w:t>
      </w:r>
      <w:r w:rsidR="004A4993">
        <w:t xml:space="preserve">. </w:t>
      </w:r>
      <w:r w:rsidRPr="004C3E92">
        <w:t>Puis ils continuèrent à causer ensemble quelques minutes sans qu</w:t>
      </w:r>
      <w:r w:rsidR="004A4993">
        <w:t>’</w:t>
      </w:r>
      <w:r w:rsidRPr="004C3E92">
        <w:t>elle pût percevoir une syllabe de leur entretien</w:t>
      </w:r>
      <w:r w:rsidR="004A4993">
        <w:t xml:space="preserve">, </w:t>
      </w:r>
      <w:r w:rsidRPr="004C3E92">
        <w:t>lorsqu</w:t>
      </w:r>
      <w:r w:rsidR="004A4993">
        <w:t>’</w:t>
      </w:r>
      <w:r w:rsidRPr="004C3E92">
        <w:t>un nouveau silence heureux dans le jeu de Marianne lui apporta ces paroles</w:t>
      </w:r>
      <w:r w:rsidR="004A4993">
        <w:t xml:space="preserve">, </w:t>
      </w:r>
      <w:r w:rsidRPr="004C3E92">
        <w:t>prononcées de la voix calme du colonel</w:t>
      </w:r>
      <w:r w:rsidR="004A4993">
        <w:t> :</w:t>
      </w:r>
    </w:p>
    <w:p w14:paraId="536F68BC" w14:textId="77777777" w:rsidR="004A4993" w:rsidRDefault="004A4993" w:rsidP="004A4993">
      <w:r>
        <w:t>— </w:t>
      </w:r>
      <w:r w:rsidR="008C5C61" w:rsidRPr="004C3E92">
        <w:t>Je crains qu</w:t>
      </w:r>
      <w:r>
        <w:t>’</w:t>
      </w:r>
      <w:r w:rsidR="008C5C61" w:rsidRPr="004C3E92">
        <w:t>il ne puisse avoir lieu de sitôt</w:t>
      </w:r>
      <w:r>
        <w:t>.</w:t>
      </w:r>
    </w:p>
    <w:p w14:paraId="6C42EDAF" w14:textId="77777777" w:rsidR="004A4993" w:rsidRDefault="008C5C61" w:rsidP="004A4993">
      <w:r w:rsidRPr="004C3E92">
        <w:t>Étonnée et scandalisée d</w:t>
      </w:r>
      <w:r w:rsidR="004A4993">
        <w:t>’</w:t>
      </w:r>
      <w:r w:rsidRPr="004C3E92">
        <w:t>un discours aussi peu digne d</w:t>
      </w:r>
      <w:r w:rsidR="004A4993">
        <w:t>’</w:t>
      </w:r>
      <w:r w:rsidRPr="004C3E92">
        <w:t>un amoureux</w:t>
      </w:r>
      <w:r w:rsidR="004A4993">
        <w:t xml:space="preserve">, </w:t>
      </w:r>
      <w:r w:rsidRPr="004C3E92">
        <w:t>elle se disposait presque à s</w:t>
      </w:r>
      <w:r w:rsidR="004A4993">
        <w:t>’</w:t>
      </w:r>
      <w:r w:rsidRPr="004C3E92">
        <w:t>écrier</w:t>
      </w:r>
      <w:r w:rsidR="004A4993">
        <w:t> : « </w:t>
      </w:r>
      <w:r w:rsidRPr="004C3E92">
        <w:t>Seigneur</w:t>
      </w:r>
      <w:r w:rsidR="004A4993">
        <w:t xml:space="preserve"> ! </w:t>
      </w:r>
      <w:r w:rsidRPr="004C3E92">
        <w:t>Qu</w:t>
      </w:r>
      <w:r w:rsidR="004A4993">
        <w:t>’</w:t>
      </w:r>
      <w:r w:rsidRPr="004C3E92">
        <w:t>est-ce donc qui l</w:t>
      </w:r>
      <w:r w:rsidR="004A4993">
        <w:t>’</w:t>
      </w:r>
      <w:r w:rsidRPr="004C3E92">
        <w:t>empêcherait</w:t>
      </w:r>
      <w:r w:rsidR="004A4993">
        <w:t xml:space="preserve"> ? », – </w:t>
      </w:r>
      <w:r w:rsidRPr="004C3E92">
        <w:t>mais</w:t>
      </w:r>
      <w:r w:rsidR="004A4993">
        <w:t xml:space="preserve">, </w:t>
      </w:r>
      <w:r w:rsidRPr="004C3E92">
        <w:t>refrénant son d</w:t>
      </w:r>
      <w:r w:rsidRPr="004C3E92">
        <w:t>é</w:t>
      </w:r>
      <w:r w:rsidRPr="004C3E92">
        <w:t>sir</w:t>
      </w:r>
      <w:r w:rsidR="004A4993">
        <w:t xml:space="preserve">, </w:t>
      </w:r>
      <w:r w:rsidRPr="004C3E92">
        <w:t>elle se borna à cette exclamation silencieuse</w:t>
      </w:r>
      <w:r w:rsidR="004A4993">
        <w:t> :</w:t>
      </w:r>
    </w:p>
    <w:p w14:paraId="045D50F6" w14:textId="77777777" w:rsidR="004A4993" w:rsidRDefault="004A4993" w:rsidP="004A4993">
      <w:r>
        <w:t>— </w:t>
      </w:r>
      <w:r w:rsidR="008C5C61" w:rsidRPr="004C3E92">
        <w:t>Voilà qui est fort étrange</w:t>
      </w:r>
      <w:r>
        <w:t xml:space="preserve"> ! </w:t>
      </w:r>
      <w:r w:rsidR="008C5C61" w:rsidRPr="004C3E92">
        <w:t>Il n</w:t>
      </w:r>
      <w:r>
        <w:t>’</w:t>
      </w:r>
      <w:r w:rsidR="008C5C61" w:rsidRPr="004C3E92">
        <w:t>a tout de même pas besoin d</w:t>
      </w:r>
      <w:r>
        <w:t>’</w:t>
      </w:r>
      <w:r w:rsidR="008C5C61" w:rsidRPr="004C3E92">
        <w:t>attendre d</w:t>
      </w:r>
      <w:r>
        <w:t>’</w:t>
      </w:r>
      <w:r w:rsidR="008C5C61" w:rsidRPr="004C3E92">
        <w:t>être plus vieux</w:t>
      </w:r>
      <w:r>
        <w:t> !</w:t>
      </w:r>
    </w:p>
    <w:p w14:paraId="59E224A1" w14:textId="77777777" w:rsidR="004A4993" w:rsidRDefault="008C5C61" w:rsidP="004A4993">
      <w:r w:rsidRPr="004C3E92">
        <w:t>Toutefois</w:t>
      </w:r>
      <w:r w:rsidR="004A4993">
        <w:t xml:space="preserve">, </w:t>
      </w:r>
      <w:r w:rsidRPr="004C3E92">
        <w:t>ce délai de la part du colonel ne parut pas mort</w:t>
      </w:r>
      <w:r w:rsidRPr="004C3E92">
        <w:t>i</w:t>
      </w:r>
      <w:r w:rsidRPr="004C3E92">
        <w:t>fier ni froisser le moins du monde sa belle compagne</w:t>
      </w:r>
      <w:r w:rsidR="004A4993">
        <w:t xml:space="preserve">, </w:t>
      </w:r>
      <w:r w:rsidRPr="004C3E92">
        <w:t>car lor</w:t>
      </w:r>
      <w:r w:rsidRPr="004C3E92">
        <w:t>s</w:t>
      </w:r>
      <w:r w:rsidRPr="004C3E92">
        <w:t>que leur conférence se termina</w:t>
      </w:r>
      <w:r w:rsidR="004A4993">
        <w:t xml:space="preserve">, </w:t>
      </w:r>
      <w:r w:rsidRPr="004C3E92">
        <w:t>peu de temps après</w:t>
      </w:r>
      <w:r w:rsidR="004A4993">
        <w:t xml:space="preserve">, </w:t>
      </w:r>
      <w:r w:rsidRPr="004C3E92">
        <w:t>et qu</w:t>
      </w:r>
      <w:r w:rsidR="004A4993">
        <w:t>’</w:t>
      </w:r>
      <w:r w:rsidRPr="004C3E92">
        <w:t>ils a</w:t>
      </w:r>
      <w:r w:rsidRPr="004C3E92">
        <w:t>l</w:t>
      </w:r>
      <w:r w:rsidRPr="004C3E92">
        <w:t>lèrent chacun de son côté</w:t>
      </w:r>
      <w:r w:rsidR="004A4993">
        <w:t xml:space="preserve">, </w:t>
      </w:r>
      <w:r w:rsidRPr="004C3E92">
        <w:t>Mrs</w:t>
      </w:r>
      <w:r w:rsidR="004A4993">
        <w:t xml:space="preserve">. </w:t>
      </w:r>
      <w:r w:rsidRPr="004C3E92">
        <w:t>Jennings entendit très nett</w:t>
      </w:r>
      <w:r w:rsidRPr="004C3E92">
        <w:t>e</w:t>
      </w:r>
      <w:r w:rsidRPr="004C3E92">
        <w:t xml:space="preserve">ment </w:t>
      </w:r>
      <w:proofErr w:type="spellStart"/>
      <w:r w:rsidRPr="004C3E92">
        <w:t>Elinor</w:t>
      </w:r>
      <w:proofErr w:type="spellEnd"/>
      <w:r w:rsidRPr="004C3E92">
        <w:t xml:space="preserve"> qui disait</w:t>
      </w:r>
      <w:r w:rsidR="004A4993">
        <w:t xml:space="preserve">, – </w:t>
      </w:r>
      <w:r w:rsidRPr="004C3E92">
        <w:t>et d</w:t>
      </w:r>
      <w:r w:rsidR="004A4993">
        <w:t>’</w:t>
      </w:r>
      <w:r w:rsidRPr="004C3E92">
        <w:t>une voix qui prouvait qu</w:t>
      </w:r>
      <w:r w:rsidR="004A4993">
        <w:t>’</w:t>
      </w:r>
      <w:r w:rsidRPr="004C3E92">
        <w:t>elle le ressentait effectivement</w:t>
      </w:r>
      <w:r w:rsidR="004A4993">
        <w:t> :</w:t>
      </w:r>
    </w:p>
    <w:p w14:paraId="5A3C01DD" w14:textId="77777777" w:rsidR="004A4993" w:rsidRDefault="004A4993" w:rsidP="004A4993">
      <w:r>
        <w:t>— </w:t>
      </w:r>
      <w:r w:rsidR="008C5C61" w:rsidRPr="004C3E92">
        <w:t>Je me considérerai toujours comme votre grandement obligée</w:t>
      </w:r>
      <w:r>
        <w:t>.</w:t>
      </w:r>
    </w:p>
    <w:p w14:paraId="3517BFA6" w14:textId="77777777" w:rsidR="004A4993" w:rsidRDefault="008C5C61" w:rsidP="004A4993">
      <w:r w:rsidRPr="004C3E92">
        <w:t>Mrs</w:t>
      </w:r>
      <w:r w:rsidR="004A4993">
        <w:t xml:space="preserve">. </w:t>
      </w:r>
      <w:r w:rsidRPr="004C3E92">
        <w:t>Jennings fut ravie de sa gratitude</w:t>
      </w:r>
      <w:r w:rsidR="004A4993">
        <w:t xml:space="preserve">, </w:t>
      </w:r>
      <w:r w:rsidRPr="004C3E92">
        <w:t>et s</w:t>
      </w:r>
      <w:r w:rsidR="004A4993">
        <w:t>’</w:t>
      </w:r>
      <w:r w:rsidRPr="004C3E92">
        <w:t>étonna seul</w:t>
      </w:r>
      <w:r w:rsidRPr="004C3E92">
        <w:t>e</w:t>
      </w:r>
      <w:r w:rsidRPr="004C3E92">
        <w:t>ment de ce qu</w:t>
      </w:r>
      <w:r w:rsidR="004A4993">
        <w:t>’</w:t>
      </w:r>
      <w:r w:rsidRPr="004C3E92">
        <w:t>après avoir entendu une phrase pareille</w:t>
      </w:r>
      <w:r w:rsidR="004A4993">
        <w:t xml:space="preserve">, </w:t>
      </w:r>
      <w:r w:rsidRPr="004C3E92">
        <w:t>le col</w:t>
      </w:r>
      <w:r w:rsidRPr="004C3E92">
        <w:t>o</w:t>
      </w:r>
      <w:r w:rsidRPr="004C3E92">
        <w:t>nel pût prendre congé d</w:t>
      </w:r>
      <w:r w:rsidR="004A4993">
        <w:t>’</w:t>
      </w:r>
      <w:r w:rsidRPr="004C3E92">
        <w:t>elles</w:t>
      </w:r>
      <w:r w:rsidR="004A4993">
        <w:t xml:space="preserve">, </w:t>
      </w:r>
      <w:r w:rsidRPr="004C3E92">
        <w:t>comme il le fit aussitôt</w:t>
      </w:r>
      <w:r w:rsidR="004A4993">
        <w:t xml:space="preserve">, </w:t>
      </w:r>
      <w:r w:rsidRPr="004C3E92">
        <w:t xml:space="preserve">avec </w:t>
      </w:r>
      <w:r w:rsidRPr="004C3E92">
        <w:lastRenderedPageBreak/>
        <w:t>le plus grand sang-froid</w:t>
      </w:r>
      <w:r w:rsidR="004A4993">
        <w:t xml:space="preserve">, </w:t>
      </w:r>
      <w:r w:rsidRPr="004C3E92">
        <w:t>et partir sans lui avoir adressé aucune réponse</w:t>
      </w:r>
      <w:r w:rsidR="004A4993">
        <w:t xml:space="preserve"> ! </w:t>
      </w:r>
      <w:r w:rsidRPr="004C3E92">
        <w:t>Elle n</w:t>
      </w:r>
      <w:r w:rsidR="004A4993">
        <w:t>’</w:t>
      </w:r>
      <w:r w:rsidRPr="004C3E92">
        <w:t>aurait pas cru que son vieil ami pût être un so</w:t>
      </w:r>
      <w:r w:rsidRPr="004C3E92">
        <w:t>u</w:t>
      </w:r>
      <w:r w:rsidRPr="004C3E92">
        <w:t>pirant aussi indifférent</w:t>
      </w:r>
      <w:r w:rsidR="004A4993">
        <w:t>.</w:t>
      </w:r>
    </w:p>
    <w:p w14:paraId="47562548" w14:textId="77777777" w:rsidR="004A4993" w:rsidRDefault="008C5C61" w:rsidP="004A4993">
      <w:r w:rsidRPr="004C3E92">
        <w:t>Ce qui s</w:t>
      </w:r>
      <w:r w:rsidR="004A4993">
        <w:t>’</w:t>
      </w:r>
      <w:r w:rsidRPr="004C3E92">
        <w:t>était réellement passé entre eux</w:t>
      </w:r>
      <w:r w:rsidR="004A4993">
        <w:t xml:space="preserve">, </w:t>
      </w:r>
      <w:r w:rsidRPr="004C3E92">
        <w:t>le voici</w:t>
      </w:r>
      <w:r w:rsidR="004A4993">
        <w:t> :</w:t>
      </w:r>
    </w:p>
    <w:p w14:paraId="2B3D1454" w14:textId="77777777" w:rsidR="004A4993" w:rsidRDefault="004A4993" w:rsidP="004A4993">
      <w:r>
        <w:t>— </w:t>
      </w:r>
      <w:r w:rsidR="008C5C61" w:rsidRPr="004C3E92">
        <w:t>J</w:t>
      </w:r>
      <w:r>
        <w:t>’</w:t>
      </w:r>
      <w:r w:rsidR="008C5C61" w:rsidRPr="004C3E92">
        <w:t>ai appris</w:t>
      </w:r>
      <w:r>
        <w:t xml:space="preserve">, </w:t>
      </w:r>
      <w:r w:rsidR="008C5C61" w:rsidRPr="004C3E92">
        <w:t>dit-il</w:t>
      </w:r>
      <w:r>
        <w:t xml:space="preserve">, </w:t>
      </w:r>
      <w:r w:rsidR="008C5C61" w:rsidRPr="004C3E92">
        <w:t>avec beaucoup de compassion</w:t>
      </w:r>
      <w:r>
        <w:t xml:space="preserve">, </w:t>
      </w:r>
      <w:r w:rsidR="008C5C61" w:rsidRPr="004C3E92">
        <w:t>l</w:t>
      </w:r>
      <w:r>
        <w:t>’</w:t>
      </w:r>
      <w:r w:rsidR="008C5C61" w:rsidRPr="004C3E92">
        <w:t>injustice que votre ami Mr</w:t>
      </w:r>
      <w:r>
        <w:t xml:space="preserve">. </w:t>
      </w:r>
      <w:proofErr w:type="spellStart"/>
      <w:r w:rsidR="008C5C61" w:rsidRPr="004C3E92">
        <w:t>Ferrars</w:t>
      </w:r>
      <w:proofErr w:type="spellEnd"/>
      <w:r w:rsidR="008C5C61" w:rsidRPr="004C3E92">
        <w:t xml:space="preserve"> a subie de la part de sa f</w:t>
      </w:r>
      <w:r w:rsidR="008C5C61" w:rsidRPr="004C3E92">
        <w:t>a</w:t>
      </w:r>
      <w:r w:rsidR="008C5C61" w:rsidRPr="004C3E92">
        <w:t>mille</w:t>
      </w:r>
      <w:r>
        <w:t xml:space="preserve"> ; </w:t>
      </w:r>
      <w:r w:rsidR="008C5C61" w:rsidRPr="004C3E92">
        <w:t>car</w:t>
      </w:r>
      <w:r>
        <w:t xml:space="preserve">, </w:t>
      </w:r>
      <w:r w:rsidR="008C5C61" w:rsidRPr="004C3E92">
        <w:t>si je comprends bien la chose</w:t>
      </w:r>
      <w:r>
        <w:t xml:space="preserve">, </w:t>
      </w:r>
      <w:r w:rsidR="008C5C61" w:rsidRPr="004C3E92">
        <w:t>il a été complètement rejeté</w:t>
      </w:r>
      <w:r>
        <w:t xml:space="preserve">, </w:t>
      </w:r>
      <w:r w:rsidR="008C5C61" w:rsidRPr="004C3E92">
        <w:t>par eux</w:t>
      </w:r>
      <w:r>
        <w:t xml:space="preserve">, </w:t>
      </w:r>
      <w:r w:rsidR="008C5C61" w:rsidRPr="004C3E92">
        <w:t>pour avoir persévéré dans la promesse de m</w:t>
      </w:r>
      <w:r w:rsidR="008C5C61" w:rsidRPr="004C3E92">
        <w:t>a</w:t>
      </w:r>
      <w:r w:rsidR="008C5C61" w:rsidRPr="004C3E92">
        <w:t>riage qu</w:t>
      </w:r>
      <w:r>
        <w:t>’</w:t>
      </w:r>
      <w:r w:rsidR="008C5C61" w:rsidRPr="004C3E92">
        <w:t>il avait faite à une jeune femme fort méritante</w:t>
      </w:r>
      <w:r>
        <w:t xml:space="preserve">. </w:t>
      </w:r>
      <w:r w:rsidR="008C5C61" w:rsidRPr="004C3E92">
        <w:t>Ai-je été correctement renseigné</w:t>
      </w:r>
      <w:r>
        <w:t xml:space="preserve"> ? </w:t>
      </w:r>
      <w:r w:rsidR="008C5C61" w:rsidRPr="004C3E92">
        <w:t>Est-ce bien cela</w:t>
      </w:r>
      <w:r>
        <w:t> ?</w:t>
      </w:r>
    </w:p>
    <w:p w14:paraId="2EAB7003" w14:textId="77777777" w:rsidR="004A4993" w:rsidRDefault="008C5C61" w:rsidP="004A4993">
      <w:proofErr w:type="spellStart"/>
      <w:r w:rsidRPr="004C3E92">
        <w:t>Elinor</w:t>
      </w:r>
      <w:proofErr w:type="spellEnd"/>
      <w:r w:rsidRPr="004C3E92">
        <w:t xml:space="preserve"> lui confirma qu</w:t>
      </w:r>
      <w:r w:rsidR="004A4993">
        <w:t>’</w:t>
      </w:r>
      <w:r w:rsidRPr="004C3E92">
        <w:t>il en était ainsi</w:t>
      </w:r>
      <w:r w:rsidR="004A4993">
        <w:t>.</w:t>
      </w:r>
    </w:p>
    <w:p w14:paraId="2AB574E2" w14:textId="77777777" w:rsidR="004A4993" w:rsidRDefault="004A4993" w:rsidP="004A4993">
      <w:r>
        <w:t>— </w:t>
      </w:r>
      <w:r w:rsidR="008C5C61" w:rsidRPr="004C3E92">
        <w:t>La cruauté</w:t>
      </w:r>
      <w:r>
        <w:t xml:space="preserve">, </w:t>
      </w:r>
      <w:r w:rsidR="008C5C61" w:rsidRPr="004C3E92">
        <w:t>la cruauté bien peu politique</w:t>
      </w:r>
      <w:r>
        <w:t xml:space="preserve">, </w:t>
      </w:r>
      <w:r w:rsidR="008C5C61" w:rsidRPr="004C3E92">
        <w:t>répondit-il avec beaucoup d</w:t>
      </w:r>
      <w:r>
        <w:t>’</w:t>
      </w:r>
      <w:r w:rsidR="008C5C61" w:rsidRPr="004C3E92">
        <w:t>émotion</w:t>
      </w:r>
      <w:r>
        <w:t xml:space="preserve">, </w:t>
      </w:r>
      <w:r w:rsidR="008C5C61" w:rsidRPr="004C3E92">
        <w:t>qu</w:t>
      </w:r>
      <w:r>
        <w:t>’</w:t>
      </w:r>
      <w:r w:rsidR="008C5C61" w:rsidRPr="004C3E92">
        <w:t>il y a</w:t>
      </w:r>
      <w:r>
        <w:t xml:space="preserve">, </w:t>
      </w:r>
      <w:r w:rsidR="008C5C61" w:rsidRPr="004C3E92">
        <w:t>à séparer</w:t>
      </w:r>
      <w:r>
        <w:t xml:space="preserve">, </w:t>
      </w:r>
      <w:r w:rsidR="008C5C61" w:rsidRPr="004C3E92">
        <w:t>ou à tenter de séparer</w:t>
      </w:r>
      <w:r>
        <w:t xml:space="preserve">, </w:t>
      </w:r>
      <w:r w:rsidR="008C5C61" w:rsidRPr="004C3E92">
        <w:t>deux jeunes gens qui s</w:t>
      </w:r>
      <w:r>
        <w:t>’</w:t>
      </w:r>
      <w:r w:rsidR="008C5C61" w:rsidRPr="004C3E92">
        <w:t>aiment mutuellement</w:t>
      </w:r>
      <w:r>
        <w:t xml:space="preserve">, </w:t>
      </w:r>
      <w:r w:rsidR="008C5C61" w:rsidRPr="004C3E92">
        <w:t>est terrible</w:t>
      </w:r>
      <w:r>
        <w:t xml:space="preserve"> ; </w:t>
      </w:r>
      <w:r w:rsidR="008C5C61" w:rsidRPr="004C3E92">
        <w:t>Mrs</w:t>
      </w:r>
      <w:r>
        <w:t xml:space="preserve">. </w:t>
      </w:r>
      <w:proofErr w:type="spellStart"/>
      <w:r w:rsidR="008C5C61" w:rsidRPr="004C3E92">
        <w:t>Ferrars</w:t>
      </w:r>
      <w:proofErr w:type="spellEnd"/>
      <w:r w:rsidR="008C5C61" w:rsidRPr="004C3E92">
        <w:t xml:space="preserve"> ne sait pas ce qu</w:t>
      </w:r>
      <w:r>
        <w:t>’</w:t>
      </w:r>
      <w:r w:rsidR="008C5C61" w:rsidRPr="004C3E92">
        <w:t>elle est peut-être en train de faire</w:t>
      </w:r>
      <w:r>
        <w:t xml:space="preserve">, – </w:t>
      </w:r>
      <w:r w:rsidR="008C5C61" w:rsidRPr="004C3E92">
        <w:t>à quoi elle pourra pousser son fils</w:t>
      </w:r>
      <w:r>
        <w:t xml:space="preserve">. </w:t>
      </w:r>
      <w:r w:rsidR="008C5C61" w:rsidRPr="004C3E92">
        <w:t>J</w:t>
      </w:r>
      <w:r>
        <w:t>’</w:t>
      </w:r>
      <w:r w:rsidR="008C5C61" w:rsidRPr="004C3E92">
        <w:t>ai vu deux ou trois fois Mr</w:t>
      </w:r>
      <w:r>
        <w:t xml:space="preserve">. </w:t>
      </w:r>
      <w:r w:rsidR="008C5C61" w:rsidRPr="004C3E92">
        <w:t xml:space="preserve">Edward </w:t>
      </w:r>
      <w:proofErr w:type="spellStart"/>
      <w:r w:rsidR="008C5C61" w:rsidRPr="004C3E92">
        <w:t>Ferrars</w:t>
      </w:r>
      <w:proofErr w:type="spellEnd"/>
      <w:r>
        <w:t xml:space="preserve">, </w:t>
      </w:r>
      <w:r w:rsidR="008C5C61" w:rsidRPr="004C3E92">
        <w:t>dans Harley Street</w:t>
      </w:r>
      <w:r>
        <w:t xml:space="preserve">, </w:t>
      </w:r>
      <w:r w:rsidR="008C5C61" w:rsidRPr="004C3E92">
        <w:t>et il m</w:t>
      </w:r>
      <w:r>
        <w:t>’</w:t>
      </w:r>
      <w:r w:rsidR="008C5C61" w:rsidRPr="004C3E92">
        <w:t>a beaucoup plu</w:t>
      </w:r>
      <w:r>
        <w:t xml:space="preserve">. </w:t>
      </w:r>
      <w:r w:rsidR="008C5C61" w:rsidRPr="004C3E92">
        <w:t>Ce n</w:t>
      </w:r>
      <w:r>
        <w:t>’</w:t>
      </w:r>
      <w:r w:rsidR="008C5C61" w:rsidRPr="004C3E92">
        <w:t>est pas un jeune homme qu</w:t>
      </w:r>
      <w:r>
        <w:t>’</w:t>
      </w:r>
      <w:r w:rsidR="008C5C61" w:rsidRPr="004C3E92">
        <w:t>on puisse connaître intimement en peu de temps</w:t>
      </w:r>
      <w:r>
        <w:t xml:space="preserve">, </w:t>
      </w:r>
      <w:r w:rsidR="008C5C61" w:rsidRPr="004C3E92">
        <w:t>mais ce que j</w:t>
      </w:r>
      <w:r>
        <w:t>’</w:t>
      </w:r>
      <w:r w:rsidR="008C5C61" w:rsidRPr="004C3E92">
        <w:t>ai vu de lui me suffit pour lui vouloir du bien</w:t>
      </w:r>
      <w:r>
        <w:t xml:space="preserve">, </w:t>
      </w:r>
      <w:r w:rsidR="008C5C61" w:rsidRPr="004C3E92">
        <w:t>pour lui-même</w:t>
      </w:r>
      <w:r>
        <w:t xml:space="preserve">, </w:t>
      </w:r>
      <w:r w:rsidR="008C5C61" w:rsidRPr="004C3E92">
        <w:t>et</w:t>
      </w:r>
      <w:r>
        <w:t xml:space="preserve">, </w:t>
      </w:r>
      <w:r w:rsidR="008C5C61" w:rsidRPr="004C3E92">
        <w:t>comme il est de vos amis</w:t>
      </w:r>
      <w:r>
        <w:t xml:space="preserve">, </w:t>
      </w:r>
      <w:r w:rsidR="008C5C61" w:rsidRPr="004C3E92">
        <w:t>je le désire encore davantage</w:t>
      </w:r>
      <w:r>
        <w:t xml:space="preserve">. </w:t>
      </w:r>
      <w:r w:rsidR="008C5C61" w:rsidRPr="004C3E92">
        <w:t>Je crois comprendre qu</w:t>
      </w:r>
      <w:r>
        <w:t>’</w:t>
      </w:r>
      <w:r w:rsidR="008C5C61" w:rsidRPr="004C3E92">
        <w:t>il a l</w:t>
      </w:r>
      <w:r>
        <w:t>’</w:t>
      </w:r>
      <w:r w:rsidR="008C5C61" w:rsidRPr="004C3E92">
        <w:t>intention d</w:t>
      </w:r>
      <w:r>
        <w:t>’</w:t>
      </w:r>
      <w:r w:rsidR="008C5C61" w:rsidRPr="004C3E92">
        <w:t>entrer dans les ordres</w:t>
      </w:r>
      <w:r>
        <w:t xml:space="preserve">. </w:t>
      </w:r>
      <w:r w:rsidR="008C5C61" w:rsidRPr="004C3E92">
        <w:t>Voulez-vous avoir l</w:t>
      </w:r>
      <w:r>
        <w:t>’</w:t>
      </w:r>
      <w:r w:rsidR="008C5C61" w:rsidRPr="004C3E92">
        <w:t xml:space="preserve">amabilité de lui dire que le bénéfice de </w:t>
      </w:r>
      <w:proofErr w:type="spellStart"/>
      <w:r w:rsidR="008C5C61" w:rsidRPr="004C3E92">
        <w:t>Delaford</w:t>
      </w:r>
      <w:proofErr w:type="spellEnd"/>
      <w:r>
        <w:t xml:space="preserve">, </w:t>
      </w:r>
      <w:r w:rsidR="008C5C61" w:rsidRPr="004C3E92">
        <w:t>qui se trouve précisément vacant</w:t>
      </w:r>
      <w:r>
        <w:t xml:space="preserve">, </w:t>
      </w:r>
      <w:r w:rsidR="008C5C61" w:rsidRPr="004C3E92">
        <w:t>comme je viens d</w:t>
      </w:r>
      <w:r>
        <w:t>’</w:t>
      </w:r>
      <w:r w:rsidR="008C5C61" w:rsidRPr="004C3E92">
        <w:t>en être informé par la poste d</w:t>
      </w:r>
      <w:r>
        <w:t>’</w:t>
      </w:r>
      <w:r w:rsidR="008C5C61" w:rsidRPr="004C3E92">
        <w:t>aujourd</w:t>
      </w:r>
      <w:r>
        <w:t>’</w:t>
      </w:r>
      <w:r w:rsidR="008C5C61" w:rsidRPr="004C3E92">
        <w:t>hui</w:t>
      </w:r>
      <w:r>
        <w:t xml:space="preserve">, </w:t>
      </w:r>
      <w:r w:rsidR="008C5C61" w:rsidRPr="004C3E92">
        <w:t>est à sa disposition</w:t>
      </w:r>
      <w:r>
        <w:t xml:space="preserve">, </w:t>
      </w:r>
      <w:r w:rsidR="008C5C61" w:rsidRPr="004C3E92">
        <w:t>s</w:t>
      </w:r>
      <w:r>
        <w:t>’</w:t>
      </w:r>
      <w:r w:rsidR="008C5C61" w:rsidRPr="004C3E92">
        <w:t>il le juge digne de son acceptation</w:t>
      </w:r>
      <w:r>
        <w:t xml:space="preserve"> ; – </w:t>
      </w:r>
      <w:r w:rsidR="008C5C61" w:rsidRPr="004C3E92">
        <w:t>mais cela</w:t>
      </w:r>
      <w:r>
        <w:t xml:space="preserve">, </w:t>
      </w:r>
      <w:r w:rsidR="008C5C61" w:rsidRPr="004C3E92">
        <w:t>étant données les circonstances ma</w:t>
      </w:r>
      <w:r w:rsidR="008C5C61" w:rsidRPr="004C3E92">
        <w:t>l</w:t>
      </w:r>
      <w:r w:rsidR="008C5C61" w:rsidRPr="004C3E92">
        <w:t>heureuses dans lesquelles il se trouve présentement</w:t>
      </w:r>
      <w:r>
        <w:t xml:space="preserve">, </w:t>
      </w:r>
      <w:r w:rsidR="008C5C61" w:rsidRPr="004C3E92">
        <w:t>il est peut-être stupide de paraître en douter</w:t>
      </w:r>
      <w:r>
        <w:t xml:space="preserve"> ; </w:t>
      </w:r>
      <w:r w:rsidR="008C5C61" w:rsidRPr="004C3E92">
        <w:t>je regrette seulement que le poste ne soit pas plus rémunérateur</w:t>
      </w:r>
      <w:r>
        <w:t xml:space="preserve">. </w:t>
      </w:r>
      <w:r w:rsidR="008C5C61" w:rsidRPr="004C3E92">
        <w:lastRenderedPageBreak/>
        <w:t>C</w:t>
      </w:r>
      <w:r>
        <w:t>’</w:t>
      </w:r>
      <w:r w:rsidR="008C5C61" w:rsidRPr="004C3E92">
        <w:t>est une cure</w:t>
      </w:r>
      <w:r w:rsidR="008C5C61">
        <w:rPr>
          <w:rStyle w:val="Appelnotedebasdep"/>
        </w:rPr>
        <w:footnoteReference w:id="15"/>
      </w:r>
      <w:r>
        <w:t xml:space="preserve">, </w:t>
      </w:r>
      <w:r w:rsidR="008C5C61" w:rsidRPr="004C3E92">
        <w:t>mais elle est petite</w:t>
      </w:r>
      <w:r>
        <w:t xml:space="preserve"> ; </w:t>
      </w:r>
      <w:r w:rsidR="008C5C61" w:rsidRPr="004C3E92">
        <w:t>le dernier titulaire</w:t>
      </w:r>
      <w:r>
        <w:t xml:space="preserve">, </w:t>
      </w:r>
      <w:r w:rsidR="008C5C61" w:rsidRPr="004C3E92">
        <w:t>me semble-t-il</w:t>
      </w:r>
      <w:r>
        <w:t xml:space="preserve">, </w:t>
      </w:r>
      <w:r w:rsidR="008C5C61" w:rsidRPr="004C3E92">
        <w:t>ne se faisait pas plus de deux cents livres par an</w:t>
      </w:r>
      <w:r>
        <w:t xml:space="preserve">, </w:t>
      </w:r>
      <w:r w:rsidR="008C5C61" w:rsidRPr="004C3E92">
        <w:t>et bien qu</w:t>
      </w:r>
      <w:r>
        <w:t>’</w:t>
      </w:r>
      <w:r w:rsidR="008C5C61" w:rsidRPr="004C3E92">
        <w:t>elle soit certain</w:t>
      </w:r>
      <w:r w:rsidR="008C5C61" w:rsidRPr="004C3E92">
        <w:t>e</w:t>
      </w:r>
      <w:r w:rsidR="008C5C61" w:rsidRPr="004C3E92">
        <w:t>ment susceptible d</w:t>
      </w:r>
      <w:r>
        <w:t>’</w:t>
      </w:r>
      <w:r w:rsidR="008C5C61" w:rsidRPr="004C3E92">
        <w:t>amélioration</w:t>
      </w:r>
      <w:r>
        <w:t xml:space="preserve">, </w:t>
      </w:r>
      <w:r w:rsidR="008C5C61" w:rsidRPr="004C3E92">
        <w:t>je crains que ce ne soit pas dans une mesure telle qu</w:t>
      </w:r>
      <w:r>
        <w:t>’</w:t>
      </w:r>
      <w:r w:rsidR="008C5C61" w:rsidRPr="004C3E92">
        <w:t>elle lui fournisse un revenu bien confortable</w:t>
      </w:r>
      <w:r>
        <w:t xml:space="preserve">. </w:t>
      </w:r>
      <w:r w:rsidR="008C5C61" w:rsidRPr="004C3E92">
        <w:t>Telle qu</w:t>
      </w:r>
      <w:r>
        <w:t>’</w:t>
      </w:r>
      <w:r w:rsidR="008C5C61" w:rsidRPr="004C3E92">
        <w:t>elle est</w:t>
      </w:r>
      <w:r>
        <w:t xml:space="preserve">, </w:t>
      </w:r>
      <w:r w:rsidR="008C5C61" w:rsidRPr="004C3E92">
        <w:t>toutefois</w:t>
      </w:r>
      <w:r>
        <w:t xml:space="preserve">, </w:t>
      </w:r>
      <w:r w:rsidR="008C5C61" w:rsidRPr="004C3E92">
        <w:t>j</w:t>
      </w:r>
      <w:r>
        <w:t>’</w:t>
      </w:r>
      <w:r w:rsidR="008C5C61" w:rsidRPr="004C3E92">
        <w:t>aurai très grand plaisir à l</w:t>
      </w:r>
      <w:r>
        <w:t>’</w:t>
      </w:r>
      <w:r w:rsidR="008C5C61" w:rsidRPr="004C3E92">
        <w:t>en désigner comme titulaire</w:t>
      </w:r>
      <w:r>
        <w:t xml:space="preserve">. </w:t>
      </w:r>
      <w:r w:rsidR="008C5C61" w:rsidRPr="004C3E92">
        <w:t>Veuillez</w:t>
      </w:r>
      <w:r>
        <w:t xml:space="preserve">, </w:t>
      </w:r>
      <w:r w:rsidR="008C5C61" w:rsidRPr="004C3E92">
        <w:t>je vous prie</w:t>
      </w:r>
      <w:r>
        <w:t xml:space="preserve">, </w:t>
      </w:r>
      <w:r w:rsidR="008C5C61" w:rsidRPr="004C3E92">
        <w:t>lui en donner l</w:t>
      </w:r>
      <w:r>
        <w:t>’</w:t>
      </w:r>
      <w:r w:rsidR="008C5C61" w:rsidRPr="004C3E92">
        <w:t>assurance</w:t>
      </w:r>
      <w:r>
        <w:t>.</w:t>
      </w:r>
    </w:p>
    <w:p w14:paraId="7095CD17" w14:textId="77777777" w:rsidR="004A4993" w:rsidRDefault="008C5C61" w:rsidP="004A4993">
      <w:r w:rsidRPr="004C3E92">
        <w:t>L</w:t>
      </w:r>
      <w:r w:rsidR="004A4993">
        <w:t>’</w:t>
      </w:r>
      <w:r w:rsidRPr="004C3E92">
        <w:t>étonnement d</w:t>
      </w:r>
      <w:r w:rsidR="004A4993">
        <w:t>’</w:t>
      </w:r>
      <w:proofErr w:type="spellStart"/>
      <w:r w:rsidRPr="004C3E92">
        <w:t>Elinor</w:t>
      </w:r>
      <w:proofErr w:type="spellEnd"/>
      <w:r w:rsidRPr="004C3E92">
        <w:t xml:space="preserve"> en se voyant chargée de cette co</w:t>
      </w:r>
      <w:r w:rsidRPr="004C3E92">
        <w:t>m</w:t>
      </w:r>
      <w:r w:rsidRPr="004C3E92">
        <w:t>mission n</w:t>
      </w:r>
      <w:r w:rsidR="004A4993">
        <w:t>’</w:t>
      </w:r>
      <w:r w:rsidRPr="004C3E92">
        <w:t>eût guère pu être plus grand si le Colonel lui avait e</w:t>
      </w:r>
      <w:r w:rsidRPr="004C3E92">
        <w:t>f</w:t>
      </w:r>
      <w:r w:rsidRPr="004C3E92">
        <w:t>fectivement fait l</w:t>
      </w:r>
      <w:r w:rsidR="004A4993">
        <w:t>’</w:t>
      </w:r>
      <w:r w:rsidRPr="004C3E92">
        <w:t>offre de sa main</w:t>
      </w:r>
      <w:r w:rsidR="004A4993">
        <w:t xml:space="preserve">. </w:t>
      </w:r>
      <w:r w:rsidRPr="004C3E92">
        <w:t>La nomination que</w:t>
      </w:r>
      <w:r w:rsidR="004A4993">
        <w:t xml:space="preserve">, </w:t>
      </w:r>
      <w:r w:rsidRPr="004C3E92">
        <w:t>deux jours seulement auparavant</w:t>
      </w:r>
      <w:r w:rsidR="004A4993">
        <w:t xml:space="preserve">, </w:t>
      </w:r>
      <w:r w:rsidRPr="004C3E92">
        <w:t>elle avait considérée comme une chose sans espoir pour Edward</w:t>
      </w:r>
      <w:r w:rsidR="004A4993">
        <w:t xml:space="preserve">, </w:t>
      </w:r>
      <w:r w:rsidRPr="004C3E92">
        <w:t>était déjà trouvée</w:t>
      </w:r>
      <w:r w:rsidR="004A4993">
        <w:t xml:space="preserve">, </w:t>
      </w:r>
      <w:r w:rsidRPr="004C3E92">
        <w:t>pour lui permettre de se marier</w:t>
      </w:r>
      <w:r w:rsidR="004A4993">
        <w:t xml:space="preserve"> ; </w:t>
      </w:r>
      <w:r w:rsidRPr="004C3E92">
        <w:t>et c</w:t>
      </w:r>
      <w:r w:rsidR="004A4993">
        <w:t>’</w:t>
      </w:r>
      <w:r w:rsidRPr="004C3E92">
        <w:t>était elle</w:t>
      </w:r>
      <w:r w:rsidR="004A4993">
        <w:t xml:space="preserve">, </w:t>
      </w:r>
      <w:r w:rsidRPr="004C3E92">
        <w:t>parmi toutes les perso</w:t>
      </w:r>
      <w:r w:rsidRPr="004C3E92">
        <w:t>n</w:t>
      </w:r>
      <w:r w:rsidRPr="004C3E92">
        <w:t>nes au monde</w:t>
      </w:r>
      <w:r w:rsidR="004A4993">
        <w:t xml:space="preserve">, </w:t>
      </w:r>
      <w:r w:rsidRPr="004C3E92">
        <w:t>qui avait mission de la lui conférer</w:t>
      </w:r>
      <w:r w:rsidR="004A4993">
        <w:t xml:space="preserve"> ! </w:t>
      </w:r>
      <w:r w:rsidRPr="004C3E92">
        <w:t>Son émotion fut telle que Mrs</w:t>
      </w:r>
      <w:r w:rsidR="004A4993">
        <w:t xml:space="preserve">. </w:t>
      </w:r>
      <w:r w:rsidRPr="004C3E92">
        <w:t>Jennings l</w:t>
      </w:r>
      <w:r w:rsidR="004A4993">
        <w:t>’</w:t>
      </w:r>
      <w:r w:rsidRPr="004C3E92">
        <w:t>attribua à une cause toute différe</w:t>
      </w:r>
      <w:r w:rsidRPr="004C3E92">
        <w:t>n</w:t>
      </w:r>
      <w:r w:rsidRPr="004C3E92">
        <w:t>te</w:t>
      </w:r>
      <w:r w:rsidR="004A4993">
        <w:t xml:space="preserve"> ; </w:t>
      </w:r>
      <w:r w:rsidRPr="004C3E92">
        <w:t>mais</w:t>
      </w:r>
      <w:r w:rsidR="004A4993">
        <w:t xml:space="preserve">, </w:t>
      </w:r>
      <w:r w:rsidRPr="004C3E92">
        <w:t>quels que pussent être les sentiments mineurs moins purs</w:t>
      </w:r>
      <w:r w:rsidR="004A4993">
        <w:t xml:space="preserve">, </w:t>
      </w:r>
      <w:r w:rsidRPr="004C3E92">
        <w:t>moins agréables</w:t>
      </w:r>
      <w:r w:rsidR="004A4993">
        <w:t xml:space="preserve">, </w:t>
      </w:r>
      <w:r w:rsidRPr="004C3E92">
        <w:t>qui avaient une part dans cette émotion</w:t>
      </w:r>
      <w:r w:rsidR="004A4993">
        <w:t xml:space="preserve">, </w:t>
      </w:r>
      <w:r w:rsidRPr="004C3E92">
        <w:t>son estime pour la bienveillance générale</w:t>
      </w:r>
      <w:r w:rsidR="004A4993">
        <w:t xml:space="preserve">, </w:t>
      </w:r>
      <w:r w:rsidRPr="004C3E92">
        <w:t>et sa gratitude envers l</w:t>
      </w:r>
      <w:r w:rsidR="004A4993">
        <w:t>’</w:t>
      </w:r>
      <w:r w:rsidRPr="004C3E92">
        <w:t>amitié particulière</w:t>
      </w:r>
      <w:r w:rsidR="004A4993">
        <w:t xml:space="preserve">, </w:t>
      </w:r>
      <w:r w:rsidRPr="004C3E92">
        <w:t>qui s</w:t>
      </w:r>
      <w:r w:rsidR="004A4993">
        <w:t>’</w:t>
      </w:r>
      <w:r w:rsidRPr="004C3E92">
        <w:t>unissaient pour pousser le colonel Brandon à cet acte</w:t>
      </w:r>
      <w:r w:rsidR="004A4993">
        <w:t xml:space="preserve">, </w:t>
      </w:r>
      <w:r w:rsidRPr="004C3E92">
        <w:t>furent vigoureusement ressenties</w:t>
      </w:r>
      <w:r w:rsidR="004A4993">
        <w:t xml:space="preserve">, </w:t>
      </w:r>
      <w:r w:rsidRPr="004C3E92">
        <w:t>et chale</w:t>
      </w:r>
      <w:r w:rsidRPr="004C3E92">
        <w:t>u</w:t>
      </w:r>
      <w:r w:rsidRPr="004C3E92">
        <w:t>reusement exprimées</w:t>
      </w:r>
      <w:r w:rsidR="004A4993">
        <w:t xml:space="preserve">. </w:t>
      </w:r>
      <w:r w:rsidRPr="004C3E92">
        <w:t>Elle l</w:t>
      </w:r>
      <w:r w:rsidR="004A4993">
        <w:t>’</w:t>
      </w:r>
      <w:r w:rsidRPr="004C3E92">
        <w:t>en remercia de tout son cœur</w:t>
      </w:r>
      <w:r w:rsidR="004A4993">
        <w:t xml:space="preserve">, </w:t>
      </w:r>
      <w:r w:rsidRPr="004C3E92">
        <w:t>parla des principes et du caractère d</w:t>
      </w:r>
      <w:r w:rsidR="004A4993">
        <w:t>’</w:t>
      </w:r>
      <w:r w:rsidRPr="004C3E92">
        <w:t>Edward avec les termes élogieux qu</w:t>
      </w:r>
      <w:r w:rsidR="004A4993">
        <w:t>’</w:t>
      </w:r>
      <w:r w:rsidRPr="004C3E92">
        <w:t>elle les savait mériter</w:t>
      </w:r>
      <w:r w:rsidR="004A4993">
        <w:t xml:space="preserve">, </w:t>
      </w:r>
      <w:r w:rsidRPr="004C3E92">
        <w:t>et promit de s</w:t>
      </w:r>
      <w:r w:rsidR="004A4993">
        <w:t>’</w:t>
      </w:r>
      <w:r w:rsidRPr="004C3E92">
        <w:t>acquitter de la commi</w:t>
      </w:r>
      <w:r w:rsidRPr="004C3E92">
        <w:t>s</w:t>
      </w:r>
      <w:r w:rsidRPr="004C3E92">
        <w:t>sion avec plaisir</w:t>
      </w:r>
      <w:r w:rsidR="004A4993">
        <w:t xml:space="preserve">, </w:t>
      </w:r>
      <w:r w:rsidRPr="004C3E92">
        <w:t>s</w:t>
      </w:r>
      <w:r w:rsidR="004A4993">
        <w:t>’</w:t>
      </w:r>
      <w:r w:rsidRPr="004C3E92">
        <w:t>il avait réellement le désir de s</w:t>
      </w:r>
      <w:r w:rsidR="004A4993">
        <w:t>’</w:t>
      </w:r>
      <w:r w:rsidRPr="004C3E92">
        <w:t>en remettre à autrui pour un office aussi agréable</w:t>
      </w:r>
      <w:r w:rsidR="004A4993">
        <w:t xml:space="preserve">. </w:t>
      </w:r>
      <w:r w:rsidRPr="004C3E92">
        <w:t>Mais</w:t>
      </w:r>
      <w:r w:rsidR="004A4993">
        <w:t xml:space="preserve">, </w:t>
      </w:r>
      <w:r w:rsidRPr="004C3E92">
        <w:t>en même temps</w:t>
      </w:r>
      <w:r w:rsidR="004A4993">
        <w:t xml:space="preserve">, </w:t>
      </w:r>
      <w:r w:rsidRPr="004C3E92">
        <w:t>elle ne put s</w:t>
      </w:r>
      <w:r w:rsidR="004A4993">
        <w:t>’</w:t>
      </w:r>
      <w:r w:rsidRPr="004C3E92">
        <w:t xml:space="preserve">empêcher de penser que personne ne le ferait aussi bien que </w:t>
      </w:r>
      <w:r w:rsidRPr="004C3E92">
        <w:lastRenderedPageBreak/>
        <w:t>lui</w:t>
      </w:r>
      <w:r w:rsidR="004A4993">
        <w:t xml:space="preserve">. </w:t>
      </w:r>
      <w:r w:rsidRPr="004C3E92">
        <w:t>C</w:t>
      </w:r>
      <w:r w:rsidR="004A4993">
        <w:t>’</w:t>
      </w:r>
      <w:r w:rsidRPr="004C3E92">
        <w:t>était une mission</w:t>
      </w:r>
      <w:r w:rsidR="004A4993">
        <w:t xml:space="preserve">, </w:t>
      </w:r>
      <w:r w:rsidRPr="004C3E92">
        <w:t>en un mot</w:t>
      </w:r>
      <w:r w:rsidR="004A4993">
        <w:t xml:space="preserve">, </w:t>
      </w:r>
      <w:r w:rsidRPr="004C3E92">
        <w:t>dont</w:t>
      </w:r>
      <w:r w:rsidR="004A4993">
        <w:t xml:space="preserve">, </w:t>
      </w:r>
      <w:r w:rsidRPr="004C3E92">
        <w:t>peu désireuse de causer à Edward la peine de recevoir d</w:t>
      </w:r>
      <w:r w:rsidR="004A4993">
        <w:t>’</w:t>
      </w:r>
      <w:r w:rsidRPr="004C3E92">
        <w:t>elle un bienfait</w:t>
      </w:r>
      <w:r w:rsidR="004A4993">
        <w:t xml:space="preserve">, </w:t>
      </w:r>
      <w:r w:rsidRPr="004C3E92">
        <w:t>elle eût été très contente de n</w:t>
      </w:r>
      <w:r w:rsidR="004A4993">
        <w:t>’</w:t>
      </w:r>
      <w:r w:rsidRPr="004C3E92">
        <w:t>être pas chargée</w:t>
      </w:r>
      <w:r w:rsidR="004A4993">
        <w:t xml:space="preserve"> ; </w:t>
      </w:r>
      <w:r w:rsidRPr="004C3E92">
        <w:t>mais comme le colonel Brandon</w:t>
      </w:r>
      <w:r w:rsidR="004A4993">
        <w:t xml:space="preserve">, </w:t>
      </w:r>
      <w:r w:rsidRPr="004C3E92">
        <w:t>pour des motifs d</w:t>
      </w:r>
      <w:r w:rsidR="004A4993">
        <w:t>’</w:t>
      </w:r>
      <w:r w:rsidRPr="004C3E92">
        <w:t>une égale délicatesse</w:t>
      </w:r>
      <w:r w:rsidR="004A4993">
        <w:t xml:space="preserve">, </w:t>
      </w:r>
      <w:r w:rsidRPr="004C3E92">
        <w:t>s</w:t>
      </w:r>
      <w:r w:rsidR="004A4993">
        <w:t>’</w:t>
      </w:r>
      <w:r w:rsidRPr="004C3E92">
        <w:t>en défendait de son côté</w:t>
      </w:r>
      <w:r w:rsidR="004A4993">
        <w:t xml:space="preserve">, </w:t>
      </w:r>
      <w:r w:rsidRPr="004C3E92">
        <w:t>et semblait néanmoins désireux qu</w:t>
      </w:r>
      <w:r w:rsidR="004A4993">
        <w:t>’</w:t>
      </w:r>
      <w:r w:rsidRPr="004C3E92">
        <w:t>il fût conféré par l</w:t>
      </w:r>
      <w:r w:rsidR="004A4993">
        <w:t>’</w:t>
      </w:r>
      <w:r w:rsidRPr="004C3E92">
        <w:t>entremise d</w:t>
      </w:r>
      <w:r w:rsidR="004A4993">
        <w:t>’</w:t>
      </w:r>
      <w:proofErr w:type="spellStart"/>
      <w:r w:rsidRPr="004C3E92">
        <w:t>Elinor</w:t>
      </w:r>
      <w:proofErr w:type="spellEnd"/>
      <w:r w:rsidR="004A4993">
        <w:t xml:space="preserve">, </w:t>
      </w:r>
      <w:r w:rsidRPr="004C3E92">
        <w:t>elle ne voulut en aucune façon prolo</w:t>
      </w:r>
      <w:r w:rsidRPr="004C3E92">
        <w:t>n</w:t>
      </w:r>
      <w:r w:rsidRPr="004C3E92">
        <w:t>ger son opposition</w:t>
      </w:r>
      <w:r w:rsidR="004A4993">
        <w:t xml:space="preserve">. </w:t>
      </w:r>
      <w:r w:rsidRPr="004C3E92">
        <w:t>Edward</w:t>
      </w:r>
      <w:r w:rsidR="004A4993">
        <w:t xml:space="preserve">, </w:t>
      </w:r>
      <w:r w:rsidRPr="004C3E92">
        <w:t>croyait-elle</w:t>
      </w:r>
      <w:r w:rsidR="004A4993">
        <w:t xml:space="preserve">, </w:t>
      </w:r>
      <w:r w:rsidRPr="004C3E92">
        <w:t>était encore à Londres</w:t>
      </w:r>
      <w:r w:rsidR="004A4993">
        <w:t xml:space="preserve">, </w:t>
      </w:r>
      <w:r w:rsidRPr="004C3E92">
        <w:t>et</w:t>
      </w:r>
      <w:r w:rsidR="004A4993">
        <w:t xml:space="preserve">, </w:t>
      </w:r>
      <w:r w:rsidRPr="004C3E92">
        <w:t>heureusement</w:t>
      </w:r>
      <w:r w:rsidR="004A4993">
        <w:t xml:space="preserve">, </w:t>
      </w:r>
      <w:r w:rsidRPr="004C3E92">
        <w:t>elle avait appris son adresse</w:t>
      </w:r>
      <w:r w:rsidR="004A4993">
        <w:t xml:space="preserve">, </w:t>
      </w:r>
      <w:r w:rsidRPr="004C3E92">
        <w:t>que lui avait i</w:t>
      </w:r>
      <w:r w:rsidRPr="004C3E92">
        <w:t>n</w:t>
      </w:r>
      <w:r w:rsidRPr="004C3E92">
        <w:t>diquée miss Steele</w:t>
      </w:r>
      <w:r w:rsidR="004A4993">
        <w:t xml:space="preserve">. </w:t>
      </w:r>
      <w:r w:rsidRPr="004C3E92">
        <w:t>Elle pouvait donc entreprendre de l</w:t>
      </w:r>
      <w:r w:rsidR="004A4993">
        <w:t>’</w:t>
      </w:r>
      <w:r w:rsidRPr="004C3E92">
        <w:t>aviser dans le courant de la journée</w:t>
      </w:r>
      <w:r w:rsidR="004A4993">
        <w:t xml:space="preserve">. </w:t>
      </w:r>
      <w:r w:rsidRPr="004C3E92">
        <w:t>Après que cela eut été convenu</w:t>
      </w:r>
      <w:r w:rsidR="004A4993">
        <w:t xml:space="preserve">, </w:t>
      </w:r>
      <w:r w:rsidRPr="004C3E92">
        <w:t>le colonel Brandon se mit à parler de l</w:t>
      </w:r>
      <w:r w:rsidR="004A4993">
        <w:t>’</w:t>
      </w:r>
      <w:r w:rsidRPr="004C3E92">
        <w:t>avantage qu</w:t>
      </w:r>
      <w:r w:rsidR="004A4993">
        <w:t>’</w:t>
      </w:r>
      <w:r w:rsidRPr="004C3E92">
        <w:t>il trouverait</w:t>
      </w:r>
      <w:r w:rsidR="004A4993">
        <w:t xml:space="preserve">, </w:t>
      </w:r>
      <w:r w:rsidRPr="004C3E92">
        <w:t>de son côté</w:t>
      </w:r>
      <w:r w:rsidR="004A4993">
        <w:t xml:space="preserve">, </w:t>
      </w:r>
      <w:r w:rsidRPr="004C3E92">
        <w:t>à s</w:t>
      </w:r>
      <w:r w:rsidR="004A4993">
        <w:t>’</w:t>
      </w:r>
      <w:r w:rsidRPr="004C3E92">
        <w:t>assurer un voisin aussi respectable et aussi agré</w:t>
      </w:r>
      <w:r w:rsidRPr="004C3E92">
        <w:t>a</w:t>
      </w:r>
      <w:r w:rsidRPr="004C3E92">
        <w:t>ble</w:t>
      </w:r>
      <w:r w:rsidR="004A4993">
        <w:t xml:space="preserve"> ; </w:t>
      </w:r>
      <w:r w:rsidRPr="004C3E92">
        <w:t>et c</w:t>
      </w:r>
      <w:r w:rsidR="004A4993">
        <w:t>’</w:t>
      </w:r>
      <w:r w:rsidRPr="004C3E92">
        <w:t>est alors qu</w:t>
      </w:r>
      <w:r w:rsidR="004A4993">
        <w:t>’</w:t>
      </w:r>
      <w:r w:rsidRPr="004C3E92">
        <w:t>il mentionna avec regret</w:t>
      </w:r>
      <w:r w:rsidR="004A4993">
        <w:t xml:space="preserve">, </w:t>
      </w:r>
      <w:r w:rsidRPr="004C3E92">
        <w:t>que la maison était petite et quelconque</w:t>
      </w:r>
      <w:r w:rsidR="004A4993">
        <w:t xml:space="preserve"> ; </w:t>
      </w:r>
      <w:r w:rsidRPr="004C3E92">
        <w:t xml:space="preserve">défaut dont </w:t>
      </w:r>
      <w:proofErr w:type="spellStart"/>
      <w:r w:rsidRPr="004C3E92">
        <w:t>Elinor</w:t>
      </w:r>
      <w:proofErr w:type="spellEnd"/>
      <w:r w:rsidR="004A4993">
        <w:t xml:space="preserve">, </w:t>
      </w:r>
      <w:r w:rsidRPr="004C3E92">
        <w:t>comme l</w:t>
      </w:r>
      <w:r w:rsidR="004A4993">
        <w:t>’</w:t>
      </w:r>
      <w:r w:rsidRPr="004C3E92">
        <w:t>avait supposé Mrs</w:t>
      </w:r>
      <w:r w:rsidR="004A4993">
        <w:t xml:space="preserve">. </w:t>
      </w:r>
      <w:r w:rsidRPr="004C3E92">
        <w:t>Jennings</w:t>
      </w:r>
      <w:r w:rsidR="004A4993">
        <w:t xml:space="preserve">, </w:t>
      </w:r>
      <w:r w:rsidRPr="004C3E92">
        <w:t>ne fit que fort peu de cas</w:t>
      </w:r>
      <w:r w:rsidR="004A4993">
        <w:t>.</w:t>
      </w:r>
    </w:p>
    <w:p w14:paraId="52E77425" w14:textId="77777777" w:rsidR="004A4993" w:rsidRDefault="004A4993" w:rsidP="004A4993">
      <w:r>
        <w:t>— </w:t>
      </w:r>
      <w:r w:rsidR="008C5C61" w:rsidRPr="004C3E92">
        <w:t>Je ne puis m</w:t>
      </w:r>
      <w:r>
        <w:t>’</w:t>
      </w:r>
      <w:r w:rsidR="008C5C61" w:rsidRPr="004C3E92">
        <w:t>imaginer</w:t>
      </w:r>
      <w:r>
        <w:t xml:space="preserve">, </w:t>
      </w:r>
      <w:r w:rsidR="008C5C61" w:rsidRPr="004C3E92">
        <w:t>dit-elle</w:t>
      </w:r>
      <w:r>
        <w:t xml:space="preserve">, </w:t>
      </w:r>
      <w:r w:rsidR="008C5C61" w:rsidRPr="004C3E92">
        <w:t>que l</w:t>
      </w:r>
      <w:r>
        <w:t>’</w:t>
      </w:r>
      <w:r w:rsidR="008C5C61" w:rsidRPr="004C3E92">
        <w:t>exiguïté de la ma</w:t>
      </w:r>
      <w:r w:rsidR="008C5C61" w:rsidRPr="004C3E92">
        <w:t>i</w:t>
      </w:r>
      <w:r w:rsidR="008C5C61" w:rsidRPr="004C3E92">
        <w:t>son les gêne en quoi que ce soit</w:t>
      </w:r>
      <w:r>
        <w:t xml:space="preserve">, </w:t>
      </w:r>
      <w:r w:rsidR="008C5C61" w:rsidRPr="004C3E92">
        <w:t>car elle sera proportionnée à leur famille et à leur revenu</w:t>
      </w:r>
      <w:r>
        <w:t>.</w:t>
      </w:r>
    </w:p>
    <w:p w14:paraId="31C8EDD2" w14:textId="77777777" w:rsidR="004A4993" w:rsidRDefault="008C5C61" w:rsidP="004A4993">
      <w:r w:rsidRPr="004C3E92">
        <w:t>Par quoi le Colonel fut surpris de constater qu</w:t>
      </w:r>
      <w:r w:rsidR="004A4993">
        <w:t>’</w:t>
      </w:r>
      <w:r w:rsidRPr="004C3E92">
        <w:t>elle consid</w:t>
      </w:r>
      <w:r w:rsidRPr="004C3E92">
        <w:t>é</w:t>
      </w:r>
      <w:r w:rsidRPr="004C3E92">
        <w:t>rait leur mariage comme la conséquence certaine de la nomin</w:t>
      </w:r>
      <w:r w:rsidRPr="004C3E92">
        <w:t>a</w:t>
      </w:r>
      <w:r w:rsidRPr="004C3E92">
        <w:t>tion d</w:t>
      </w:r>
      <w:r w:rsidR="004A4993">
        <w:t>’</w:t>
      </w:r>
      <w:r w:rsidRPr="004C3E92">
        <w:t>Edward</w:t>
      </w:r>
      <w:r w:rsidR="004A4993">
        <w:t xml:space="preserve"> ; </w:t>
      </w:r>
      <w:r w:rsidRPr="004C3E92">
        <w:t xml:space="preserve">car il ne supposait pas possible que le bénéfice de </w:t>
      </w:r>
      <w:proofErr w:type="spellStart"/>
      <w:r w:rsidRPr="004C3E92">
        <w:t>Delaford</w:t>
      </w:r>
      <w:proofErr w:type="spellEnd"/>
      <w:r w:rsidRPr="004C3E92">
        <w:t xml:space="preserve"> pût fournir à quiconque</w:t>
      </w:r>
      <w:r w:rsidR="004A4993">
        <w:t xml:space="preserve">, </w:t>
      </w:r>
      <w:r w:rsidRPr="004C3E92">
        <w:t>habitué à leur genre de vie</w:t>
      </w:r>
      <w:r w:rsidR="004A4993">
        <w:t xml:space="preserve">, </w:t>
      </w:r>
      <w:r w:rsidRPr="004C3E92">
        <w:t>un revenu suffisant pour qu</w:t>
      </w:r>
      <w:r w:rsidR="004A4993">
        <w:t>’</w:t>
      </w:r>
      <w:r w:rsidRPr="004C3E92">
        <w:t>il s</w:t>
      </w:r>
      <w:r w:rsidR="004A4993">
        <w:t>’</w:t>
      </w:r>
      <w:r w:rsidRPr="004C3E92">
        <w:t>aventurât à s</w:t>
      </w:r>
      <w:r w:rsidR="004A4993">
        <w:t>’</w:t>
      </w:r>
      <w:r w:rsidRPr="004C3E92">
        <w:t>établir en ménage</w:t>
      </w:r>
      <w:r w:rsidR="004A4993">
        <w:t xml:space="preserve">, – </w:t>
      </w:r>
      <w:r w:rsidRPr="004C3E92">
        <w:t>et il le dit</w:t>
      </w:r>
      <w:r w:rsidR="004A4993">
        <w:t>.</w:t>
      </w:r>
    </w:p>
    <w:p w14:paraId="4A7537D0" w14:textId="77777777" w:rsidR="004A4993" w:rsidRDefault="004A4993" w:rsidP="004A4993">
      <w:r>
        <w:t>— </w:t>
      </w:r>
      <w:r w:rsidR="008C5C61" w:rsidRPr="004C3E92">
        <w:t>Cette petite cure ne pourra rien de plus que permettre à Mr</w:t>
      </w:r>
      <w:r>
        <w:t xml:space="preserve">. </w:t>
      </w:r>
      <w:proofErr w:type="spellStart"/>
      <w:r w:rsidR="008C5C61" w:rsidRPr="004C3E92">
        <w:t>Ferrars</w:t>
      </w:r>
      <w:proofErr w:type="spellEnd"/>
      <w:r w:rsidR="008C5C61" w:rsidRPr="004C3E92">
        <w:t xml:space="preserve"> de vivre confortablement en célibataire</w:t>
      </w:r>
      <w:r>
        <w:t xml:space="preserve"> ; </w:t>
      </w:r>
      <w:r w:rsidR="008C5C61" w:rsidRPr="004C3E92">
        <w:t>elle ne lui donnera pas la possibilité de se marier</w:t>
      </w:r>
      <w:r>
        <w:t xml:space="preserve">. </w:t>
      </w:r>
      <w:r w:rsidR="008C5C61" w:rsidRPr="004C3E92">
        <w:t>Je regrette de dire que mon patronage s</w:t>
      </w:r>
      <w:r>
        <w:t>’</w:t>
      </w:r>
      <w:r w:rsidR="008C5C61" w:rsidRPr="004C3E92">
        <w:t>arrête là</w:t>
      </w:r>
      <w:r>
        <w:t xml:space="preserve"> ; </w:t>
      </w:r>
      <w:r w:rsidR="008C5C61" w:rsidRPr="004C3E92">
        <w:t>et mes intérêts n</w:t>
      </w:r>
      <w:r>
        <w:t>’</w:t>
      </w:r>
      <w:r w:rsidR="008C5C61" w:rsidRPr="004C3E92">
        <w:t>y sont guère plus étendus</w:t>
      </w:r>
      <w:r>
        <w:t xml:space="preserve">. </w:t>
      </w:r>
      <w:r w:rsidR="008C5C61" w:rsidRPr="004C3E92">
        <w:t>Si</w:t>
      </w:r>
      <w:r>
        <w:t xml:space="preserve">, </w:t>
      </w:r>
      <w:r w:rsidR="008C5C61" w:rsidRPr="004C3E92">
        <w:t>toutefois</w:t>
      </w:r>
      <w:r>
        <w:t xml:space="preserve">, </w:t>
      </w:r>
      <w:r w:rsidR="008C5C61" w:rsidRPr="004C3E92">
        <w:t>par quelque hasard imprévu</w:t>
      </w:r>
      <w:r>
        <w:t xml:space="preserve">, </w:t>
      </w:r>
      <w:r w:rsidR="008C5C61" w:rsidRPr="004C3E92">
        <w:t>il était en mon pouvoir de l</w:t>
      </w:r>
      <w:r>
        <w:t>’</w:t>
      </w:r>
      <w:r w:rsidR="008C5C61" w:rsidRPr="004C3E92">
        <w:t>aider davantage</w:t>
      </w:r>
      <w:r>
        <w:t xml:space="preserve">, </w:t>
      </w:r>
      <w:r w:rsidR="008C5C61" w:rsidRPr="004C3E92">
        <w:t xml:space="preserve">il faudra vraiment que </w:t>
      </w:r>
      <w:r w:rsidR="008C5C61" w:rsidRPr="004C3E92">
        <w:lastRenderedPageBreak/>
        <w:t>j</w:t>
      </w:r>
      <w:r>
        <w:t>’</w:t>
      </w:r>
      <w:r w:rsidR="008C5C61" w:rsidRPr="004C3E92">
        <w:t>aie considérablement changé d</w:t>
      </w:r>
      <w:r>
        <w:t>’</w:t>
      </w:r>
      <w:r w:rsidR="008C5C61" w:rsidRPr="004C3E92">
        <w:t>opinion sur lui</w:t>
      </w:r>
      <w:r>
        <w:t xml:space="preserve">, </w:t>
      </w:r>
      <w:r w:rsidR="008C5C61" w:rsidRPr="004C3E92">
        <w:t>si je ne suis pas au</w:t>
      </w:r>
      <w:r w:rsidR="008C5C61" w:rsidRPr="004C3E92">
        <w:t>s</w:t>
      </w:r>
      <w:r w:rsidR="008C5C61" w:rsidRPr="004C3E92">
        <w:t>si disposé à lui être utile à ce moment-là que je voudrais sinc</w:t>
      </w:r>
      <w:r w:rsidR="008C5C61" w:rsidRPr="004C3E92">
        <w:t>è</w:t>
      </w:r>
      <w:r w:rsidR="008C5C61" w:rsidRPr="004C3E92">
        <w:t>rement pouvoir le faire maintenant</w:t>
      </w:r>
      <w:r>
        <w:t xml:space="preserve">. </w:t>
      </w:r>
      <w:r w:rsidR="008C5C61" w:rsidRPr="004C3E92">
        <w:t>Ce que je fais à présent</w:t>
      </w:r>
      <w:r>
        <w:t xml:space="preserve">, </w:t>
      </w:r>
      <w:r w:rsidR="008C5C61" w:rsidRPr="004C3E92">
        <w:t>en vérité</w:t>
      </w:r>
      <w:r>
        <w:t xml:space="preserve">, </w:t>
      </w:r>
      <w:r w:rsidR="008C5C61" w:rsidRPr="004C3E92">
        <w:t>ne semble rien du tout</w:t>
      </w:r>
      <w:r>
        <w:t xml:space="preserve">, </w:t>
      </w:r>
      <w:r w:rsidR="008C5C61" w:rsidRPr="004C3E92">
        <w:t>puisque cela ne peut que l</w:t>
      </w:r>
      <w:r>
        <w:t>’</w:t>
      </w:r>
      <w:r w:rsidR="008C5C61" w:rsidRPr="004C3E92">
        <w:t>avancer si peu vers ce qui doit être</w:t>
      </w:r>
      <w:r>
        <w:t xml:space="preserve">, </w:t>
      </w:r>
      <w:r w:rsidR="008C5C61" w:rsidRPr="004C3E92">
        <w:t>l</w:t>
      </w:r>
      <w:r>
        <w:t>’</w:t>
      </w:r>
      <w:r w:rsidR="008C5C61" w:rsidRPr="004C3E92">
        <w:t>objet principal</w:t>
      </w:r>
      <w:r>
        <w:t xml:space="preserve">, – </w:t>
      </w:r>
      <w:r w:rsidR="008C5C61" w:rsidRPr="004C3E92">
        <w:t>le seul</w:t>
      </w:r>
      <w:r>
        <w:t xml:space="preserve"> – </w:t>
      </w:r>
      <w:r w:rsidR="008C5C61" w:rsidRPr="004C3E92">
        <w:t>de son bonheur</w:t>
      </w:r>
      <w:r>
        <w:t xml:space="preserve">. </w:t>
      </w:r>
      <w:r w:rsidR="008C5C61" w:rsidRPr="004C3E92">
        <w:t>Son mariage devra encore demeurer un bien lointain</w:t>
      </w:r>
      <w:r>
        <w:t xml:space="preserve"> ; – </w:t>
      </w:r>
      <w:r w:rsidR="008C5C61" w:rsidRPr="004C3E92">
        <w:t>du moins</w:t>
      </w:r>
      <w:r>
        <w:t xml:space="preserve">, </w:t>
      </w:r>
      <w:r w:rsidR="008C5C61" w:rsidRPr="004C3E92">
        <w:t>je crains qu</w:t>
      </w:r>
      <w:r>
        <w:t>’</w:t>
      </w:r>
      <w:r w:rsidR="008C5C61" w:rsidRPr="004C3E92">
        <w:t>il ne puisse avoir lieu de sitôt</w:t>
      </w:r>
      <w:r>
        <w:t>.</w:t>
      </w:r>
    </w:p>
    <w:p w14:paraId="0C4757E9" w14:textId="77777777" w:rsidR="004A4993" w:rsidRDefault="008C5C61" w:rsidP="008C5C61">
      <w:r w:rsidRPr="004C3E92">
        <w:t>Telle était la phrase qui</w:t>
      </w:r>
      <w:r w:rsidR="004A4993">
        <w:t xml:space="preserve">, </w:t>
      </w:r>
      <w:r w:rsidRPr="004C3E92">
        <w:t>mal comprise</w:t>
      </w:r>
      <w:r w:rsidR="004A4993">
        <w:t xml:space="preserve">, </w:t>
      </w:r>
      <w:r w:rsidRPr="004C3E92">
        <w:t>avait à si juste titre offensé les sentiments délicats de Mrs</w:t>
      </w:r>
      <w:r w:rsidR="004A4993">
        <w:t xml:space="preserve">. </w:t>
      </w:r>
      <w:r w:rsidRPr="004C3E92">
        <w:t>Jennings</w:t>
      </w:r>
      <w:r w:rsidR="004A4993">
        <w:t xml:space="preserve"> ; </w:t>
      </w:r>
      <w:r w:rsidRPr="004C3E92">
        <w:t>mais après cette narration de l</w:t>
      </w:r>
      <w:r w:rsidR="004A4993">
        <w:t>’</w:t>
      </w:r>
      <w:r w:rsidRPr="004C3E92">
        <w:t xml:space="preserve">entretien réel entre le colonel Brandon et </w:t>
      </w:r>
      <w:proofErr w:type="spellStart"/>
      <w:r w:rsidRPr="004C3E92">
        <w:t>Elinor</w:t>
      </w:r>
      <w:proofErr w:type="spellEnd"/>
      <w:r w:rsidR="004A4993">
        <w:t xml:space="preserve">, </w:t>
      </w:r>
      <w:r w:rsidRPr="004C3E92">
        <w:t>tel qu</w:t>
      </w:r>
      <w:r w:rsidR="004A4993">
        <w:t>’</w:t>
      </w:r>
      <w:r w:rsidRPr="004C3E92">
        <w:t>il avait eu lieu lorsqu</w:t>
      </w:r>
      <w:r w:rsidR="004A4993">
        <w:t>’</w:t>
      </w:r>
      <w:r w:rsidRPr="004C3E92">
        <w:t>ils s</w:t>
      </w:r>
      <w:r w:rsidR="004A4993">
        <w:t>’</w:t>
      </w:r>
      <w:r w:rsidRPr="004C3E92">
        <w:t>étaient tenus auprès de la fenêtre</w:t>
      </w:r>
      <w:r w:rsidR="004A4993">
        <w:t xml:space="preserve">, </w:t>
      </w:r>
      <w:r w:rsidRPr="004C3E92">
        <w:t>la gratitude exprimée par celle-ci lorsqu</w:t>
      </w:r>
      <w:r w:rsidR="004A4993">
        <w:t>’</w:t>
      </w:r>
      <w:r w:rsidRPr="004C3E92">
        <w:t>ils se sépar</w:t>
      </w:r>
      <w:r w:rsidRPr="004C3E92">
        <w:t>è</w:t>
      </w:r>
      <w:r w:rsidRPr="004C3E92">
        <w:t>rent pourra peut-être sembler</w:t>
      </w:r>
      <w:r w:rsidR="004A4993">
        <w:t xml:space="preserve">, </w:t>
      </w:r>
      <w:r w:rsidRPr="004C3E92">
        <w:t>d</w:t>
      </w:r>
      <w:r w:rsidR="004A4993">
        <w:t>’</w:t>
      </w:r>
      <w:r w:rsidRPr="004C3E92">
        <w:t>une façon générale</w:t>
      </w:r>
      <w:r w:rsidR="004A4993">
        <w:t xml:space="preserve">, </w:t>
      </w:r>
      <w:r w:rsidRPr="004C3E92">
        <w:t>suscitée non moins raisonnablement</w:t>
      </w:r>
      <w:r w:rsidR="004A4993">
        <w:t xml:space="preserve">, </w:t>
      </w:r>
      <w:r w:rsidRPr="004C3E92">
        <w:t>et non moins exprimée</w:t>
      </w:r>
      <w:r w:rsidR="004A4993">
        <w:t xml:space="preserve">, </w:t>
      </w:r>
      <w:r w:rsidRPr="004C3E92">
        <w:t>que si elle avait été provoquée par une offre de mariage</w:t>
      </w:r>
      <w:r w:rsidR="004A4993">
        <w:t>.</w:t>
      </w:r>
    </w:p>
    <w:p w14:paraId="73995B60" w14:textId="0DEB05BA" w:rsidR="008C5C61" w:rsidRPr="004C3E92" w:rsidRDefault="008C5C61" w:rsidP="004A4993">
      <w:pPr>
        <w:pStyle w:val="Titre1"/>
      </w:pPr>
      <w:bookmarkStart w:id="39" w:name="_Toc196409824"/>
      <w:r w:rsidRPr="004C3E92">
        <w:lastRenderedPageBreak/>
        <w:t>CHAPITRE XL</w:t>
      </w:r>
      <w:bookmarkEnd w:id="39"/>
      <w:r w:rsidRPr="004C3E92">
        <w:br/>
      </w:r>
    </w:p>
    <w:p w14:paraId="0A6B8E33" w14:textId="77777777" w:rsidR="004A4993" w:rsidRDefault="008C5C61" w:rsidP="004A4993">
      <w:r w:rsidRPr="004C3E92">
        <w:t>Eh bien</w:t>
      </w:r>
      <w:r w:rsidR="004A4993">
        <w:t xml:space="preserve">, </w:t>
      </w:r>
      <w:r w:rsidRPr="004C3E92">
        <w:t xml:space="preserve">miss </w:t>
      </w:r>
      <w:proofErr w:type="spellStart"/>
      <w:r w:rsidRPr="004C3E92">
        <w:t>Dashwood</w:t>
      </w:r>
      <w:proofErr w:type="spellEnd"/>
      <w:r w:rsidR="004A4993">
        <w:t xml:space="preserve">, </w:t>
      </w:r>
      <w:r w:rsidRPr="004C3E92">
        <w:t>dit Mrs</w:t>
      </w:r>
      <w:r w:rsidR="004A4993">
        <w:t xml:space="preserve">. </w:t>
      </w:r>
      <w:r w:rsidRPr="004C3E92">
        <w:t>Jennings</w:t>
      </w:r>
      <w:r w:rsidR="004A4993">
        <w:t xml:space="preserve">, </w:t>
      </w:r>
      <w:r w:rsidRPr="004C3E92">
        <w:t>souriant d</w:t>
      </w:r>
      <w:r w:rsidR="004A4993">
        <w:t>’</w:t>
      </w:r>
      <w:r w:rsidRPr="004C3E92">
        <w:t>un air sagace</w:t>
      </w:r>
      <w:r w:rsidR="004A4993">
        <w:t xml:space="preserve">, </w:t>
      </w:r>
      <w:r w:rsidRPr="004C3E92">
        <w:t>aussitôt que le gentleman se fut retiré</w:t>
      </w:r>
      <w:r w:rsidR="004A4993">
        <w:t xml:space="preserve">, </w:t>
      </w:r>
      <w:r w:rsidRPr="004C3E92">
        <w:t>je ne vous demande pas ce que le Colonel vous a dit</w:t>
      </w:r>
      <w:r w:rsidR="004A4993">
        <w:t xml:space="preserve"> ; </w:t>
      </w:r>
      <w:r w:rsidRPr="004C3E92">
        <w:t>car bien que</w:t>
      </w:r>
      <w:r w:rsidR="004A4993">
        <w:t xml:space="preserve">, </w:t>
      </w:r>
      <w:r w:rsidRPr="004C3E92">
        <w:t>sur mon honneur</w:t>
      </w:r>
      <w:r w:rsidR="004A4993">
        <w:t xml:space="preserve">, </w:t>
      </w:r>
      <w:r w:rsidRPr="004C3E92">
        <w:t>je me sois efforcée de rester hors de portée de voix</w:t>
      </w:r>
      <w:r w:rsidR="004A4993">
        <w:t xml:space="preserve">, </w:t>
      </w:r>
      <w:r w:rsidRPr="004C3E92">
        <w:t>je n</w:t>
      </w:r>
      <w:r w:rsidR="004A4993">
        <w:t>’</w:t>
      </w:r>
      <w:r w:rsidRPr="004C3E92">
        <w:t>ai pu m</w:t>
      </w:r>
      <w:r w:rsidR="004A4993">
        <w:t>’</w:t>
      </w:r>
      <w:r w:rsidRPr="004C3E92">
        <w:t>empêcher d</w:t>
      </w:r>
      <w:r w:rsidR="004A4993">
        <w:t>’</w:t>
      </w:r>
      <w:r w:rsidRPr="004C3E92">
        <w:t>en surprendre suffisamment pour comprendre ce qu</w:t>
      </w:r>
      <w:r w:rsidR="004A4993">
        <w:t>’</w:t>
      </w:r>
      <w:r w:rsidRPr="004C3E92">
        <w:t>il voulait</w:t>
      </w:r>
      <w:r w:rsidR="004A4993">
        <w:t xml:space="preserve">. </w:t>
      </w:r>
      <w:r w:rsidRPr="004C3E92">
        <w:t>Et je vous assure que je n</w:t>
      </w:r>
      <w:r w:rsidR="004A4993">
        <w:t>’</w:t>
      </w:r>
      <w:r w:rsidRPr="004C3E92">
        <w:t>ai</w:t>
      </w:r>
      <w:r w:rsidR="004A4993">
        <w:t xml:space="preserve">, </w:t>
      </w:r>
      <w:r w:rsidRPr="004C3E92">
        <w:t>de ma vie</w:t>
      </w:r>
      <w:r w:rsidR="004A4993">
        <w:t xml:space="preserve">, </w:t>
      </w:r>
      <w:r w:rsidRPr="004C3E92">
        <w:t>été plus contente</w:t>
      </w:r>
      <w:r w:rsidR="004A4993">
        <w:t xml:space="preserve">, </w:t>
      </w:r>
      <w:r w:rsidRPr="004C3E92">
        <w:t>et que je vous en souhaite bien du bo</w:t>
      </w:r>
      <w:r w:rsidRPr="004C3E92">
        <w:t>n</w:t>
      </w:r>
      <w:r w:rsidRPr="004C3E92">
        <w:t>heur</w:t>
      </w:r>
      <w:r w:rsidR="004A4993">
        <w:t xml:space="preserve">, </w:t>
      </w:r>
      <w:r w:rsidRPr="004C3E92">
        <w:t>du fond du cœur</w:t>
      </w:r>
      <w:r w:rsidR="004A4993">
        <w:t>.</w:t>
      </w:r>
    </w:p>
    <w:p w14:paraId="7F2569E5" w14:textId="77777777" w:rsidR="004A4993" w:rsidRDefault="004A4993" w:rsidP="004A4993">
      <w:r>
        <w:t>— </w:t>
      </w:r>
      <w:r w:rsidR="008C5C61" w:rsidRPr="004C3E92">
        <w:t>Merci</w:t>
      </w:r>
      <w:r>
        <w:t xml:space="preserve">, </w:t>
      </w:r>
      <w:r w:rsidR="008C5C61" w:rsidRPr="004C3E92">
        <w:t>madame</w:t>
      </w:r>
      <w:r>
        <w:t xml:space="preserve">, </w:t>
      </w:r>
      <w:r w:rsidR="008C5C61" w:rsidRPr="004C3E92">
        <w:t xml:space="preserve">dit </w:t>
      </w:r>
      <w:proofErr w:type="spellStart"/>
      <w:r w:rsidR="008C5C61" w:rsidRPr="004C3E92">
        <w:t>Elinor</w:t>
      </w:r>
      <w:proofErr w:type="spellEnd"/>
      <w:r>
        <w:t xml:space="preserve">. </w:t>
      </w:r>
      <w:r w:rsidR="008C5C61" w:rsidRPr="004C3E92">
        <w:t>C</w:t>
      </w:r>
      <w:r>
        <w:t>’</w:t>
      </w:r>
      <w:r w:rsidR="008C5C61" w:rsidRPr="004C3E92">
        <w:t>est une affaire qui me cause beaucoup de joie</w:t>
      </w:r>
      <w:r>
        <w:t xml:space="preserve"> ; </w:t>
      </w:r>
      <w:r w:rsidR="008C5C61" w:rsidRPr="004C3E92">
        <w:t>et je suis très sensible à la bonté du colonel Brandon</w:t>
      </w:r>
      <w:r>
        <w:t xml:space="preserve">. </w:t>
      </w:r>
      <w:r w:rsidR="008C5C61" w:rsidRPr="004C3E92">
        <w:t>Il n</w:t>
      </w:r>
      <w:r>
        <w:t>’</w:t>
      </w:r>
      <w:r w:rsidR="008C5C61" w:rsidRPr="004C3E92">
        <w:t>y a pas beaucoup d</w:t>
      </w:r>
      <w:r>
        <w:t>’</w:t>
      </w:r>
      <w:r w:rsidR="008C5C61" w:rsidRPr="004C3E92">
        <w:t>hommes qui agiraient comme il l</w:t>
      </w:r>
      <w:r>
        <w:t>’</w:t>
      </w:r>
      <w:r w:rsidR="008C5C61" w:rsidRPr="004C3E92">
        <w:t>a fait</w:t>
      </w:r>
      <w:r>
        <w:t xml:space="preserve">. </w:t>
      </w:r>
      <w:r w:rsidR="008C5C61" w:rsidRPr="004C3E92">
        <w:t>Peu de gens ont le cœur aussi compatissant</w:t>
      </w:r>
      <w:r>
        <w:t xml:space="preserve"> ! </w:t>
      </w:r>
      <w:r w:rsidR="008C5C61" w:rsidRPr="004C3E92">
        <w:t>Je n</w:t>
      </w:r>
      <w:r>
        <w:t>’</w:t>
      </w:r>
      <w:r w:rsidR="008C5C61" w:rsidRPr="004C3E92">
        <w:t>ai</w:t>
      </w:r>
      <w:r>
        <w:t xml:space="preserve">, </w:t>
      </w:r>
      <w:r w:rsidR="008C5C61" w:rsidRPr="004C3E92">
        <w:t>de ma vie</w:t>
      </w:r>
      <w:r>
        <w:t xml:space="preserve">, </w:t>
      </w:r>
      <w:r w:rsidR="008C5C61" w:rsidRPr="004C3E92">
        <w:t>été aussi étonnée</w:t>
      </w:r>
      <w:r>
        <w:t>.</w:t>
      </w:r>
    </w:p>
    <w:p w14:paraId="48A1B02F" w14:textId="77777777" w:rsidR="004A4993" w:rsidRDefault="004A4993" w:rsidP="004A4993">
      <w:r>
        <w:t>— </w:t>
      </w:r>
      <w:r w:rsidR="008C5C61" w:rsidRPr="004C3E92">
        <w:t>Seigneur</w:t>
      </w:r>
      <w:r>
        <w:t xml:space="preserve"> ! </w:t>
      </w:r>
      <w:r w:rsidR="008C5C61" w:rsidRPr="004C3E92">
        <w:t>Ma chérie</w:t>
      </w:r>
      <w:r>
        <w:t xml:space="preserve">, </w:t>
      </w:r>
      <w:r w:rsidR="008C5C61" w:rsidRPr="004C3E92">
        <w:t>vous êtes fort modeste</w:t>
      </w:r>
      <w:r>
        <w:t xml:space="preserve"> ! </w:t>
      </w:r>
      <w:r w:rsidR="008C5C61" w:rsidRPr="004C3E92">
        <w:t>Moi</w:t>
      </w:r>
      <w:r>
        <w:t xml:space="preserve">, </w:t>
      </w:r>
      <w:r w:rsidR="008C5C61" w:rsidRPr="004C3E92">
        <w:t>je n</w:t>
      </w:r>
      <w:r>
        <w:t>’</w:t>
      </w:r>
      <w:r w:rsidR="008C5C61" w:rsidRPr="004C3E92">
        <w:t>en suis pas étonnée le moins du monde</w:t>
      </w:r>
      <w:r>
        <w:t xml:space="preserve">, </w:t>
      </w:r>
      <w:r w:rsidR="008C5C61" w:rsidRPr="004C3E92">
        <w:t>car je me suis souvent dit</w:t>
      </w:r>
      <w:r>
        <w:t xml:space="preserve">, </w:t>
      </w:r>
      <w:r w:rsidR="008C5C61" w:rsidRPr="004C3E92">
        <w:t>dernièrement</w:t>
      </w:r>
      <w:r>
        <w:t xml:space="preserve">, </w:t>
      </w:r>
      <w:r w:rsidR="008C5C61" w:rsidRPr="004C3E92">
        <w:t>qu</w:t>
      </w:r>
      <w:r>
        <w:t>’</w:t>
      </w:r>
      <w:r w:rsidR="008C5C61" w:rsidRPr="004C3E92">
        <w:t>il n</w:t>
      </w:r>
      <w:r>
        <w:t>’</w:t>
      </w:r>
      <w:r w:rsidR="008C5C61" w:rsidRPr="004C3E92">
        <w:t>y avait rien de plus probable</w:t>
      </w:r>
      <w:r>
        <w:t>.</w:t>
      </w:r>
    </w:p>
    <w:p w14:paraId="1A6FCED4" w14:textId="77777777" w:rsidR="004A4993" w:rsidRDefault="004A4993" w:rsidP="004A4993">
      <w:r>
        <w:t>— </w:t>
      </w:r>
      <w:r w:rsidR="008C5C61" w:rsidRPr="004C3E92">
        <w:t>Vous en parlez d</w:t>
      </w:r>
      <w:r>
        <w:t>’</w:t>
      </w:r>
      <w:r w:rsidR="008C5C61" w:rsidRPr="004C3E92">
        <w:t>après votre connaissance de la bienvei</w:t>
      </w:r>
      <w:r w:rsidR="008C5C61" w:rsidRPr="004C3E92">
        <w:t>l</w:t>
      </w:r>
      <w:r w:rsidR="008C5C61" w:rsidRPr="004C3E92">
        <w:t>lance générale du Colonel</w:t>
      </w:r>
      <w:r>
        <w:t xml:space="preserve"> ; </w:t>
      </w:r>
      <w:r w:rsidR="008C5C61" w:rsidRPr="004C3E92">
        <w:t>mais vous ne pouviez tout de même pas prévoir que l</w:t>
      </w:r>
      <w:r>
        <w:t>’</w:t>
      </w:r>
      <w:r w:rsidR="008C5C61" w:rsidRPr="004C3E92">
        <w:t>occasion se présenterait si vite</w:t>
      </w:r>
      <w:r>
        <w:t>.</w:t>
      </w:r>
    </w:p>
    <w:p w14:paraId="17515745" w14:textId="77777777" w:rsidR="004A4993" w:rsidRDefault="004A4993" w:rsidP="004A4993">
      <w:r>
        <w:t>— </w:t>
      </w:r>
      <w:r w:rsidR="008C5C61" w:rsidRPr="004C3E92">
        <w:t>L</w:t>
      </w:r>
      <w:r>
        <w:t>’</w:t>
      </w:r>
      <w:r w:rsidR="008C5C61" w:rsidRPr="004C3E92">
        <w:t>occasion</w:t>
      </w:r>
      <w:r>
        <w:t xml:space="preserve"> ! </w:t>
      </w:r>
      <w:r w:rsidR="008C5C61" w:rsidRPr="004C3E92">
        <w:t>répéta Mrs</w:t>
      </w:r>
      <w:r>
        <w:t xml:space="preserve">. </w:t>
      </w:r>
      <w:r w:rsidR="008C5C61" w:rsidRPr="004C3E92">
        <w:t>Jennings</w:t>
      </w:r>
      <w:r>
        <w:t xml:space="preserve">. </w:t>
      </w:r>
      <w:r w:rsidR="008C5C61" w:rsidRPr="004C3E92">
        <w:t>Oh</w:t>
      </w:r>
      <w:r>
        <w:t xml:space="preserve"> ! </w:t>
      </w:r>
      <w:r w:rsidR="008C5C61" w:rsidRPr="004C3E92">
        <w:t>quant à ça</w:t>
      </w:r>
      <w:r>
        <w:t xml:space="preserve">, </w:t>
      </w:r>
      <w:r w:rsidR="008C5C61" w:rsidRPr="004C3E92">
        <w:t>une fois qu</w:t>
      </w:r>
      <w:r>
        <w:t>’</w:t>
      </w:r>
      <w:r w:rsidR="008C5C61" w:rsidRPr="004C3E92">
        <w:t>un homme s</w:t>
      </w:r>
      <w:r>
        <w:t>’</w:t>
      </w:r>
      <w:r w:rsidR="008C5C61" w:rsidRPr="004C3E92">
        <w:t>est décidé à une chose pareille</w:t>
      </w:r>
      <w:r>
        <w:t xml:space="preserve">, </w:t>
      </w:r>
      <w:r w:rsidR="008C5C61" w:rsidRPr="004C3E92">
        <w:t>il trouve bien vite une occasion</w:t>
      </w:r>
      <w:r>
        <w:t xml:space="preserve">, </w:t>
      </w:r>
      <w:r w:rsidR="008C5C61" w:rsidRPr="004C3E92">
        <w:t>d</w:t>
      </w:r>
      <w:r>
        <w:t>’</w:t>
      </w:r>
      <w:r w:rsidR="008C5C61" w:rsidRPr="004C3E92">
        <w:t>une manière ou d</w:t>
      </w:r>
      <w:r>
        <w:t>’</w:t>
      </w:r>
      <w:r w:rsidR="008C5C61" w:rsidRPr="004C3E92">
        <w:t>une autre</w:t>
      </w:r>
      <w:r>
        <w:t xml:space="preserve">. </w:t>
      </w:r>
      <w:r w:rsidR="008C5C61" w:rsidRPr="004C3E92">
        <w:t>Enfin</w:t>
      </w:r>
      <w:r>
        <w:t xml:space="preserve">, </w:t>
      </w:r>
      <w:r w:rsidR="008C5C61" w:rsidRPr="004C3E92">
        <w:t>ma chérie</w:t>
      </w:r>
      <w:r>
        <w:t xml:space="preserve">, </w:t>
      </w:r>
      <w:r w:rsidR="008C5C61" w:rsidRPr="004C3E92">
        <w:t>je vous en souhaite bien du bonheur</w:t>
      </w:r>
      <w:r>
        <w:t xml:space="preserve">, </w:t>
      </w:r>
      <w:r w:rsidR="008C5C61" w:rsidRPr="004C3E92">
        <w:t>je le dis et le redis</w:t>
      </w:r>
      <w:r>
        <w:t xml:space="preserve"> ! </w:t>
      </w:r>
      <w:r w:rsidR="008C5C61" w:rsidRPr="004C3E92">
        <w:t>Et si jamais il y a eu au monde un couple heureux</w:t>
      </w:r>
      <w:r>
        <w:t xml:space="preserve">, </w:t>
      </w:r>
      <w:r w:rsidR="008C5C61" w:rsidRPr="004C3E92">
        <w:t>je crois que je saurai bientôt où le dénicher</w:t>
      </w:r>
      <w:r>
        <w:t>.</w:t>
      </w:r>
    </w:p>
    <w:p w14:paraId="24DAC2BD" w14:textId="77777777" w:rsidR="004A4993" w:rsidRDefault="004A4993" w:rsidP="004A4993">
      <w:r>
        <w:lastRenderedPageBreak/>
        <w:t>— </w:t>
      </w:r>
      <w:r w:rsidR="008C5C61" w:rsidRPr="004C3E92">
        <w:t>Vous avez l</w:t>
      </w:r>
      <w:r>
        <w:t>’</w:t>
      </w:r>
      <w:r w:rsidR="008C5C61" w:rsidRPr="004C3E92">
        <w:t>intention d</w:t>
      </w:r>
      <w:r>
        <w:t>’</w:t>
      </w:r>
      <w:r w:rsidR="008C5C61" w:rsidRPr="004C3E92">
        <w:t xml:space="preserve">aller les relancer à </w:t>
      </w:r>
      <w:proofErr w:type="spellStart"/>
      <w:r w:rsidR="008C5C61" w:rsidRPr="004C3E92">
        <w:t>Delaford</w:t>
      </w:r>
      <w:proofErr w:type="spellEnd"/>
      <w:r>
        <w:t xml:space="preserve">, </w:t>
      </w:r>
      <w:r w:rsidR="008C5C61" w:rsidRPr="004C3E92">
        <w:t>sans doute</w:t>
      </w:r>
      <w:r>
        <w:t xml:space="preserve">, </w:t>
      </w:r>
      <w:r w:rsidR="008C5C61" w:rsidRPr="004C3E92">
        <w:t xml:space="preserve">dit </w:t>
      </w:r>
      <w:proofErr w:type="spellStart"/>
      <w:r w:rsidR="008C5C61" w:rsidRPr="004C3E92">
        <w:t>Elinor</w:t>
      </w:r>
      <w:proofErr w:type="spellEnd"/>
      <w:r>
        <w:t xml:space="preserve">, </w:t>
      </w:r>
      <w:r w:rsidR="008C5C61" w:rsidRPr="004C3E92">
        <w:t>souriant légèrement</w:t>
      </w:r>
      <w:r>
        <w:t>.</w:t>
      </w:r>
    </w:p>
    <w:p w14:paraId="3EF08F5A" w14:textId="77777777" w:rsidR="004A4993" w:rsidRDefault="004A4993" w:rsidP="004A4993">
      <w:r>
        <w:t>— </w:t>
      </w:r>
      <w:r w:rsidR="008C5C61" w:rsidRPr="004C3E92">
        <w:t>Oui-da</w:t>
      </w:r>
      <w:r>
        <w:t xml:space="preserve">, </w:t>
      </w:r>
      <w:r w:rsidR="008C5C61" w:rsidRPr="004C3E92">
        <w:t>ma chérie</w:t>
      </w:r>
      <w:r>
        <w:t xml:space="preserve">, </w:t>
      </w:r>
      <w:r w:rsidR="008C5C61" w:rsidRPr="004C3E92">
        <w:t>comment donc</w:t>
      </w:r>
      <w:r>
        <w:t xml:space="preserve"> ! </w:t>
      </w:r>
      <w:r w:rsidR="008C5C61" w:rsidRPr="004C3E92">
        <w:t>Et pour ce qui est de la maison qui ne vaut rien</w:t>
      </w:r>
      <w:r>
        <w:t xml:space="preserve">, </w:t>
      </w:r>
      <w:r w:rsidR="008C5C61" w:rsidRPr="004C3E92">
        <w:t>je ne sais pas où le Colonel voulait en venir</w:t>
      </w:r>
      <w:r>
        <w:t xml:space="preserve">, </w:t>
      </w:r>
      <w:r w:rsidR="008C5C61" w:rsidRPr="004C3E92">
        <w:t>car elle vaut largement toutes celles que j</w:t>
      </w:r>
      <w:r>
        <w:t>’</w:t>
      </w:r>
      <w:r w:rsidR="008C5C61" w:rsidRPr="004C3E92">
        <w:t>ai vues</w:t>
      </w:r>
      <w:r>
        <w:t>.</w:t>
      </w:r>
    </w:p>
    <w:p w14:paraId="12AD55A6" w14:textId="77777777" w:rsidR="004A4993" w:rsidRDefault="004A4993" w:rsidP="004A4993">
      <w:r>
        <w:t>— </w:t>
      </w:r>
      <w:r w:rsidR="008C5C61" w:rsidRPr="004C3E92">
        <w:t>Il disait qu</w:t>
      </w:r>
      <w:r>
        <w:t>’</w:t>
      </w:r>
      <w:r w:rsidR="008C5C61" w:rsidRPr="004C3E92">
        <w:t>elle n</w:t>
      </w:r>
      <w:r>
        <w:t>’</w:t>
      </w:r>
      <w:r w:rsidR="008C5C61" w:rsidRPr="004C3E92">
        <w:t>est pas en bon état d</w:t>
      </w:r>
      <w:r>
        <w:t>’</w:t>
      </w:r>
      <w:r w:rsidR="008C5C61" w:rsidRPr="004C3E92">
        <w:t>entretien</w:t>
      </w:r>
      <w:r>
        <w:t>.</w:t>
      </w:r>
    </w:p>
    <w:p w14:paraId="1C6A0111" w14:textId="77777777" w:rsidR="004A4993" w:rsidRDefault="004A4993" w:rsidP="004A4993">
      <w:r>
        <w:t>— </w:t>
      </w:r>
      <w:r w:rsidR="008C5C61" w:rsidRPr="004C3E92">
        <w:t>Eh bien</w:t>
      </w:r>
      <w:r>
        <w:t xml:space="preserve">, </w:t>
      </w:r>
      <w:r w:rsidR="008C5C61" w:rsidRPr="004C3E92">
        <w:t>à qui la faute</w:t>
      </w:r>
      <w:r>
        <w:t xml:space="preserve"> ? </w:t>
      </w:r>
      <w:r w:rsidR="008C5C61" w:rsidRPr="004C3E92">
        <w:t>Pourquoi ne la répare-t-il pas</w:t>
      </w:r>
      <w:r>
        <w:t xml:space="preserve"> ? </w:t>
      </w:r>
      <w:r w:rsidR="008C5C61" w:rsidRPr="004C3E92">
        <w:t>Qui donc le ferait</w:t>
      </w:r>
      <w:r>
        <w:t xml:space="preserve">, </w:t>
      </w:r>
      <w:r w:rsidR="008C5C61" w:rsidRPr="004C3E92">
        <w:t>si ce n</w:t>
      </w:r>
      <w:r>
        <w:t>’</w:t>
      </w:r>
      <w:r w:rsidR="008C5C61" w:rsidRPr="004C3E92">
        <w:t>est lui</w:t>
      </w:r>
      <w:r>
        <w:t> ?</w:t>
      </w:r>
    </w:p>
    <w:p w14:paraId="06406A7A" w14:textId="77777777" w:rsidR="004A4993" w:rsidRDefault="008C5C61" w:rsidP="004A4993">
      <w:r w:rsidRPr="004C3E92">
        <w:t>Elles furent interrompues par l</w:t>
      </w:r>
      <w:r w:rsidR="004A4993">
        <w:t>’</w:t>
      </w:r>
      <w:r w:rsidRPr="004C3E92">
        <w:t>entrée du domestique qui annonça que la voiture était avancée</w:t>
      </w:r>
      <w:r w:rsidR="004A4993">
        <w:t xml:space="preserve"> ; </w:t>
      </w:r>
      <w:r w:rsidRPr="004C3E92">
        <w:t>et Mrs</w:t>
      </w:r>
      <w:r w:rsidR="004A4993">
        <w:t xml:space="preserve">. </w:t>
      </w:r>
      <w:r w:rsidRPr="004C3E92">
        <w:t>Jennings</w:t>
      </w:r>
      <w:r w:rsidR="004A4993">
        <w:t xml:space="preserve">, </w:t>
      </w:r>
      <w:r w:rsidRPr="004C3E92">
        <w:t>se pr</w:t>
      </w:r>
      <w:r w:rsidRPr="004C3E92">
        <w:t>é</w:t>
      </w:r>
      <w:r w:rsidRPr="004C3E92">
        <w:t>parant aussitôt à sortir</w:t>
      </w:r>
      <w:r w:rsidR="004A4993">
        <w:t xml:space="preserve">, </w:t>
      </w:r>
      <w:r w:rsidRPr="004C3E92">
        <w:t>dit</w:t>
      </w:r>
      <w:r w:rsidR="004A4993">
        <w:t> :</w:t>
      </w:r>
    </w:p>
    <w:p w14:paraId="1E696B6B" w14:textId="77777777" w:rsidR="004A4993" w:rsidRDefault="004A4993" w:rsidP="004A4993">
      <w:r>
        <w:t>— </w:t>
      </w:r>
      <w:r w:rsidR="008C5C61" w:rsidRPr="004C3E92">
        <w:t>Eh bien</w:t>
      </w:r>
      <w:r>
        <w:t xml:space="preserve">, </w:t>
      </w:r>
      <w:r w:rsidR="008C5C61" w:rsidRPr="004C3E92">
        <w:t>ma chérie</w:t>
      </w:r>
      <w:r>
        <w:t xml:space="preserve">, </w:t>
      </w:r>
      <w:r w:rsidR="008C5C61" w:rsidRPr="004C3E92">
        <w:t>il faut que je m</w:t>
      </w:r>
      <w:r>
        <w:t>’</w:t>
      </w:r>
      <w:r w:rsidR="008C5C61" w:rsidRPr="004C3E92">
        <w:t>en aille avant d</w:t>
      </w:r>
      <w:r>
        <w:t>’</w:t>
      </w:r>
      <w:r w:rsidR="008C5C61" w:rsidRPr="004C3E92">
        <w:t>avoir épuisé la moitié de mon entretien</w:t>
      </w:r>
      <w:r>
        <w:t xml:space="preserve">. </w:t>
      </w:r>
      <w:r w:rsidR="008C5C61" w:rsidRPr="004C3E92">
        <w:t>Mais nous pourrons y revenir bien à fond ce soir</w:t>
      </w:r>
      <w:r>
        <w:t xml:space="preserve">, </w:t>
      </w:r>
      <w:r w:rsidR="008C5C61" w:rsidRPr="004C3E92">
        <w:t>car nous serons toutes seules</w:t>
      </w:r>
      <w:r>
        <w:t xml:space="preserve">. </w:t>
      </w:r>
      <w:r w:rsidR="008C5C61" w:rsidRPr="004C3E92">
        <w:t>Je ne vous demande pas de m</w:t>
      </w:r>
      <w:r>
        <w:t>’</w:t>
      </w:r>
      <w:r w:rsidR="008C5C61" w:rsidRPr="004C3E92">
        <w:t>accompagner</w:t>
      </w:r>
      <w:r>
        <w:t xml:space="preserve">, </w:t>
      </w:r>
      <w:r w:rsidR="008C5C61" w:rsidRPr="004C3E92">
        <w:t>car je suppose que vous avez l</w:t>
      </w:r>
      <w:r>
        <w:t>’</w:t>
      </w:r>
      <w:r w:rsidR="008C5C61" w:rsidRPr="004C3E92">
        <w:t>esprit trop préoccupé de l</w:t>
      </w:r>
      <w:r>
        <w:t>’</w:t>
      </w:r>
      <w:r w:rsidR="008C5C61" w:rsidRPr="004C3E92">
        <w:t>affaire pour tenir à la compagnie</w:t>
      </w:r>
      <w:r>
        <w:t xml:space="preserve"> ; </w:t>
      </w:r>
      <w:r w:rsidR="008C5C61" w:rsidRPr="004C3E92">
        <w:t>et</w:t>
      </w:r>
      <w:r>
        <w:t xml:space="preserve">, </w:t>
      </w:r>
      <w:r w:rsidR="008C5C61" w:rsidRPr="004C3E92">
        <w:t>en outre</w:t>
      </w:r>
      <w:r>
        <w:t xml:space="preserve">, </w:t>
      </w:r>
      <w:r w:rsidR="008C5C61" w:rsidRPr="004C3E92">
        <w:t>vous devez brûler d</w:t>
      </w:r>
      <w:r>
        <w:t>’</w:t>
      </w:r>
      <w:r w:rsidR="008C5C61" w:rsidRPr="004C3E92">
        <w:t>envie de raconter tout ça à votre sœur</w:t>
      </w:r>
      <w:r>
        <w:t>.</w:t>
      </w:r>
    </w:p>
    <w:p w14:paraId="43C8E4E6" w14:textId="77777777" w:rsidR="004A4993" w:rsidRDefault="008C5C61" w:rsidP="004A4993">
      <w:r w:rsidRPr="004C3E92">
        <w:t>Marianne était sortie de la pièce avant que la conversation n</w:t>
      </w:r>
      <w:r w:rsidR="004A4993">
        <w:t>’</w:t>
      </w:r>
      <w:r w:rsidRPr="004C3E92">
        <w:t>eût commencé</w:t>
      </w:r>
      <w:r w:rsidR="004A4993">
        <w:t>.</w:t>
      </w:r>
    </w:p>
    <w:p w14:paraId="2616A8BA" w14:textId="77777777" w:rsidR="004A4993" w:rsidRDefault="004A4993" w:rsidP="004A4993">
      <w:r>
        <w:t>— </w:t>
      </w:r>
      <w:r w:rsidR="008C5C61" w:rsidRPr="004C3E92">
        <w:t>Certainement</w:t>
      </w:r>
      <w:r>
        <w:t xml:space="preserve">, </w:t>
      </w:r>
      <w:r w:rsidR="008C5C61" w:rsidRPr="004C3E92">
        <w:t>madame</w:t>
      </w:r>
      <w:r>
        <w:t xml:space="preserve">, </w:t>
      </w:r>
      <w:r w:rsidR="008C5C61" w:rsidRPr="004C3E92">
        <w:t>j</w:t>
      </w:r>
      <w:r>
        <w:t>’</w:t>
      </w:r>
      <w:r w:rsidR="008C5C61" w:rsidRPr="004C3E92">
        <w:t>en parlerai à Marianne</w:t>
      </w:r>
      <w:r>
        <w:t xml:space="preserve"> ; </w:t>
      </w:r>
      <w:r w:rsidR="008C5C61" w:rsidRPr="004C3E92">
        <w:t>mais je n</w:t>
      </w:r>
      <w:r>
        <w:t>’</w:t>
      </w:r>
      <w:r w:rsidR="008C5C61" w:rsidRPr="004C3E92">
        <w:t>en dirai mot</w:t>
      </w:r>
      <w:r>
        <w:t xml:space="preserve">, </w:t>
      </w:r>
      <w:r w:rsidR="008C5C61" w:rsidRPr="004C3E92">
        <w:t>pour le moment</w:t>
      </w:r>
      <w:r>
        <w:t xml:space="preserve">, </w:t>
      </w:r>
      <w:r w:rsidR="008C5C61" w:rsidRPr="004C3E92">
        <w:t>à nul autre</w:t>
      </w:r>
      <w:r>
        <w:t>.</w:t>
      </w:r>
    </w:p>
    <w:p w14:paraId="7CEDB94C" w14:textId="77777777" w:rsidR="004A4993" w:rsidRDefault="004A4993" w:rsidP="004A4993">
      <w:r>
        <w:t>— </w:t>
      </w:r>
      <w:r w:rsidR="008C5C61" w:rsidRPr="004C3E92">
        <w:t>Oh</w:t>
      </w:r>
      <w:r>
        <w:t xml:space="preserve">, </w:t>
      </w:r>
      <w:r w:rsidR="008C5C61" w:rsidRPr="004C3E92">
        <w:t>très bien</w:t>
      </w:r>
      <w:r>
        <w:t xml:space="preserve">, </w:t>
      </w:r>
      <w:r w:rsidR="008C5C61" w:rsidRPr="004C3E92">
        <w:t>dit Mrs</w:t>
      </w:r>
      <w:r>
        <w:t xml:space="preserve">. </w:t>
      </w:r>
      <w:r w:rsidR="008C5C61" w:rsidRPr="004C3E92">
        <w:t>Jennings</w:t>
      </w:r>
      <w:r>
        <w:t xml:space="preserve">, </w:t>
      </w:r>
      <w:r w:rsidR="008C5C61" w:rsidRPr="004C3E92">
        <w:t>assez déçue</w:t>
      </w:r>
      <w:r>
        <w:t xml:space="preserve">. </w:t>
      </w:r>
      <w:r w:rsidR="008C5C61" w:rsidRPr="004C3E92">
        <w:t>Alors</w:t>
      </w:r>
      <w:r>
        <w:t xml:space="preserve">, </w:t>
      </w:r>
      <w:r w:rsidR="008C5C61" w:rsidRPr="004C3E92">
        <w:t>vous ne voulez pas que je le dise à Lucy</w:t>
      </w:r>
      <w:r>
        <w:t xml:space="preserve">, </w:t>
      </w:r>
      <w:r w:rsidR="008C5C61" w:rsidRPr="004C3E92">
        <w:t>car je crois bien que je pou</w:t>
      </w:r>
      <w:r w:rsidR="008C5C61" w:rsidRPr="004C3E92">
        <w:t>s</w:t>
      </w:r>
      <w:r w:rsidR="008C5C61" w:rsidRPr="004C3E92">
        <w:t>serai aujourd</w:t>
      </w:r>
      <w:r>
        <w:t>’</w:t>
      </w:r>
      <w:r w:rsidR="008C5C61" w:rsidRPr="004C3E92">
        <w:t>hui jusqu</w:t>
      </w:r>
      <w:r>
        <w:t>’</w:t>
      </w:r>
      <w:r w:rsidR="008C5C61" w:rsidRPr="004C3E92">
        <w:t>à Holborn</w:t>
      </w:r>
      <w:r>
        <w:t>.</w:t>
      </w:r>
    </w:p>
    <w:p w14:paraId="3111F404" w14:textId="77777777" w:rsidR="004A4993" w:rsidRDefault="004A4993" w:rsidP="004A4993">
      <w:r>
        <w:t>— </w:t>
      </w:r>
      <w:r w:rsidR="008C5C61" w:rsidRPr="004C3E92">
        <w:t>Non</w:t>
      </w:r>
      <w:r>
        <w:t xml:space="preserve">, </w:t>
      </w:r>
      <w:r w:rsidR="008C5C61" w:rsidRPr="004C3E92">
        <w:t>madame</w:t>
      </w:r>
      <w:r>
        <w:t xml:space="preserve">, </w:t>
      </w:r>
      <w:r w:rsidR="008C5C61" w:rsidRPr="004C3E92">
        <w:t>pas même à Lucy</w:t>
      </w:r>
      <w:r>
        <w:t xml:space="preserve">, </w:t>
      </w:r>
      <w:r w:rsidR="008C5C61" w:rsidRPr="004C3E92">
        <w:t>si vous le voulez bien</w:t>
      </w:r>
      <w:r>
        <w:t xml:space="preserve">. </w:t>
      </w:r>
      <w:r w:rsidR="008C5C61" w:rsidRPr="004C3E92">
        <w:t>Un jour de délai</w:t>
      </w:r>
      <w:r>
        <w:t xml:space="preserve">, </w:t>
      </w:r>
      <w:r w:rsidR="008C5C61" w:rsidRPr="004C3E92">
        <w:t>cela n</w:t>
      </w:r>
      <w:r>
        <w:t>’</w:t>
      </w:r>
      <w:r w:rsidR="008C5C61" w:rsidRPr="004C3E92">
        <w:t>aura pas grande importance</w:t>
      </w:r>
      <w:r>
        <w:t xml:space="preserve"> ; </w:t>
      </w:r>
      <w:r w:rsidR="008C5C61" w:rsidRPr="004C3E92">
        <w:t>et</w:t>
      </w:r>
      <w:r>
        <w:t xml:space="preserve">, </w:t>
      </w:r>
      <w:r w:rsidR="008C5C61" w:rsidRPr="004C3E92">
        <w:lastRenderedPageBreak/>
        <w:t>tant que je n</w:t>
      </w:r>
      <w:r>
        <w:t>’</w:t>
      </w:r>
      <w:r w:rsidR="008C5C61" w:rsidRPr="004C3E92">
        <w:t>aurai pas écrit à Mr</w:t>
      </w:r>
      <w:r>
        <w:t xml:space="preserve">. </w:t>
      </w:r>
      <w:proofErr w:type="spellStart"/>
      <w:r w:rsidR="008C5C61" w:rsidRPr="004C3E92">
        <w:t>Ferrars</w:t>
      </w:r>
      <w:proofErr w:type="spellEnd"/>
      <w:r>
        <w:t xml:space="preserve">, </w:t>
      </w:r>
      <w:r w:rsidR="008C5C61" w:rsidRPr="004C3E92">
        <w:t>je crois qu</w:t>
      </w:r>
      <w:r>
        <w:t>’</w:t>
      </w:r>
      <w:r w:rsidR="008C5C61" w:rsidRPr="004C3E92">
        <w:t>il convient de n</w:t>
      </w:r>
      <w:r>
        <w:t>’</w:t>
      </w:r>
      <w:r w:rsidR="008C5C61" w:rsidRPr="004C3E92">
        <w:t>en parler à nulle autre personne</w:t>
      </w:r>
      <w:r>
        <w:t xml:space="preserve">. </w:t>
      </w:r>
      <w:r w:rsidR="008C5C61" w:rsidRPr="004C3E92">
        <w:t>Je vais m</w:t>
      </w:r>
      <w:r>
        <w:t>’</w:t>
      </w:r>
      <w:r w:rsidR="008C5C61" w:rsidRPr="004C3E92">
        <w:t>en occuper tout de suite</w:t>
      </w:r>
      <w:r>
        <w:t xml:space="preserve">. </w:t>
      </w:r>
      <w:r w:rsidR="008C5C61" w:rsidRPr="004C3E92">
        <w:t>Il est important de ne pas perdre de temps</w:t>
      </w:r>
      <w:r>
        <w:t xml:space="preserve">, </w:t>
      </w:r>
      <w:r w:rsidR="008C5C61" w:rsidRPr="004C3E92">
        <w:t>car il aura n</w:t>
      </w:r>
      <w:r w:rsidR="008C5C61" w:rsidRPr="004C3E92">
        <w:t>a</w:t>
      </w:r>
      <w:r w:rsidR="008C5C61" w:rsidRPr="004C3E92">
        <w:t>turellement bien des choses à faire au sujet de son ordination</w:t>
      </w:r>
      <w:r>
        <w:t>.</w:t>
      </w:r>
    </w:p>
    <w:p w14:paraId="42D64395" w14:textId="77777777" w:rsidR="004A4993" w:rsidRDefault="008C5C61" w:rsidP="004A4993">
      <w:r w:rsidRPr="004C3E92">
        <w:t>Ces paroles intriguèrent d</w:t>
      </w:r>
      <w:r w:rsidR="004A4993">
        <w:t>’</w:t>
      </w:r>
      <w:r w:rsidRPr="004C3E92">
        <w:t>abord extrêmement Mrs</w:t>
      </w:r>
      <w:r w:rsidR="004A4993">
        <w:t xml:space="preserve">. </w:t>
      </w:r>
      <w:r w:rsidRPr="004C3E92">
        <w:t>Je</w:t>
      </w:r>
      <w:r w:rsidRPr="004C3E92">
        <w:t>n</w:t>
      </w:r>
      <w:r w:rsidRPr="004C3E92">
        <w:t>nings</w:t>
      </w:r>
      <w:r w:rsidR="004A4993">
        <w:t xml:space="preserve">. </w:t>
      </w:r>
      <w:r w:rsidRPr="004C3E92">
        <w:t>Elle fut incapable de comprendre</w:t>
      </w:r>
      <w:r w:rsidR="004A4993">
        <w:t xml:space="preserve">, </w:t>
      </w:r>
      <w:r w:rsidRPr="004C3E92">
        <w:t>sur le moment</w:t>
      </w:r>
      <w:r w:rsidR="004A4993">
        <w:t xml:space="preserve">, </w:t>
      </w:r>
      <w:r w:rsidRPr="004C3E92">
        <w:t>pou</w:t>
      </w:r>
      <w:r w:rsidRPr="004C3E92">
        <w:t>r</w:t>
      </w:r>
      <w:r w:rsidRPr="004C3E92">
        <w:t>quoi il était urgent d</w:t>
      </w:r>
      <w:r w:rsidR="004A4993">
        <w:t>’</w:t>
      </w:r>
      <w:r w:rsidRPr="004C3E92">
        <w:t>écrire à ce sujet à Mr</w:t>
      </w:r>
      <w:r w:rsidR="004A4993">
        <w:t xml:space="preserve">. </w:t>
      </w:r>
      <w:proofErr w:type="spellStart"/>
      <w:r w:rsidRPr="004C3E92">
        <w:t>Ferrars</w:t>
      </w:r>
      <w:proofErr w:type="spellEnd"/>
      <w:r w:rsidR="004A4993">
        <w:t xml:space="preserve">. </w:t>
      </w:r>
      <w:r w:rsidRPr="004C3E92">
        <w:t>Quelques instants de réflexion</w:t>
      </w:r>
      <w:r w:rsidR="004A4993">
        <w:t xml:space="preserve">, </w:t>
      </w:r>
      <w:r w:rsidRPr="004C3E92">
        <w:t>toutefois</w:t>
      </w:r>
      <w:r w:rsidR="004A4993">
        <w:t xml:space="preserve">, </w:t>
      </w:r>
      <w:r w:rsidRPr="004C3E92">
        <w:t>suscitèrent une idée très he</w:t>
      </w:r>
      <w:r w:rsidRPr="004C3E92">
        <w:t>u</w:t>
      </w:r>
      <w:r w:rsidRPr="004C3E92">
        <w:t>reuse</w:t>
      </w:r>
      <w:r w:rsidR="004A4993">
        <w:t xml:space="preserve">, </w:t>
      </w:r>
      <w:r w:rsidRPr="004C3E92">
        <w:t>et elle s</w:t>
      </w:r>
      <w:r w:rsidR="004A4993">
        <w:t>’</w:t>
      </w:r>
      <w:r w:rsidRPr="004C3E92">
        <w:t>écria</w:t>
      </w:r>
      <w:r w:rsidR="004A4993">
        <w:t> :</w:t>
      </w:r>
    </w:p>
    <w:p w14:paraId="54C3A200" w14:textId="77777777" w:rsidR="004A4993" w:rsidRDefault="004A4993" w:rsidP="004A4993">
      <w:r>
        <w:t>— </w:t>
      </w:r>
      <w:proofErr w:type="spellStart"/>
      <w:r w:rsidR="008C5C61" w:rsidRPr="004C3E92">
        <w:t>Oho</w:t>
      </w:r>
      <w:proofErr w:type="spellEnd"/>
      <w:r>
        <w:t xml:space="preserve"> ! </w:t>
      </w:r>
      <w:r w:rsidR="008C5C61" w:rsidRPr="004C3E92">
        <w:t>Je vous comprends</w:t>
      </w:r>
      <w:r>
        <w:t xml:space="preserve">. </w:t>
      </w:r>
      <w:r w:rsidR="008C5C61" w:rsidRPr="004C3E92">
        <w:t>C</w:t>
      </w:r>
      <w:r>
        <w:t>’</w:t>
      </w:r>
      <w:r w:rsidR="008C5C61" w:rsidRPr="004C3E92">
        <w:t>est sur Mr</w:t>
      </w:r>
      <w:r>
        <w:t xml:space="preserve">. </w:t>
      </w:r>
      <w:proofErr w:type="spellStart"/>
      <w:r w:rsidR="008C5C61" w:rsidRPr="004C3E92">
        <w:t>Ferrars</w:t>
      </w:r>
      <w:proofErr w:type="spellEnd"/>
      <w:r w:rsidR="008C5C61" w:rsidRPr="004C3E92">
        <w:t xml:space="preserve"> qu</w:t>
      </w:r>
      <w:r>
        <w:t>’</w:t>
      </w:r>
      <w:r w:rsidR="008C5C61" w:rsidRPr="004C3E92">
        <w:t>on a jeté son dévolu</w:t>
      </w:r>
      <w:r>
        <w:t xml:space="preserve">. </w:t>
      </w:r>
      <w:r w:rsidR="008C5C61" w:rsidRPr="004C3E92">
        <w:t>Allons</w:t>
      </w:r>
      <w:r>
        <w:t xml:space="preserve">, </w:t>
      </w:r>
      <w:r w:rsidR="008C5C61" w:rsidRPr="004C3E92">
        <w:t>tant mieux pour lui</w:t>
      </w:r>
      <w:r>
        <w:t xml:space="preserve">. </w:t>
      </w:r>
      <w:r w:rsidR="008C5C61" w:rsidRPr="004C3E92">
        <w:t>Oui</w:t>
      </w:r>
      <w:r>
        <w:t xml:space="preserve">, </w:t>
      </w:r>
      <w:r w:rsidR="008C5C61" w:rsidRPr="004C3E92">
        <w:t>assurément</w:t>
      </w:r>
      <w:r>
        <w:t xml:space="preserve">, </w:t>
      </w:r>
      <w:r w:rsidR="008C5C61" w:rsidRPr="004C3E92">
        <w:t>il faut qu</w:t>
      </w:r>
      <w:r>
        <w:t>’</w:t>
      </w:r>
      <w:r w:rsidR="008C5C61" w:rsidRPr="004C3E92">
        <w:t>il soit ordonné promptement</w:t>
      </w:r>
      <w:r>
        <w:t xml:space="preserve"> ; </w:t>
      </w:r>
      <w:r w:rsidR="008C5C61" w:rsidRPr="004C3E92">
        <w:t>et je suis très contente de constater que les choses en sont à ce point entre vous</w:t>
      </w:r>
      <w:r>
        <w:t xml:space="preserve">. </w:t>
      </w:r>
      <w:r w:rsidR="008C5C61" w:rsidRPr="004C3E92">
        <w:t>Mais</w:t>
      </w:r>
      <w:r>
        <w:t xml:space="preserve">, </w:t>
      </w:r>
      <w:r w:rsidR="008C5C61" w:rsidRPr="004C3E92">
        <w:t>ma chérie</w:t>
      </w:r>
      <w:r>
        <w:t xml:space="preserve">, </w:t>
      </w:r>
      <w:r w:rsidR="008C5C61" w:rsidRPr="004C3E92">
        <w:t>est-ce que cette démarche n</w:t>
      </w:r>
      <w:r>
        <w:t>’</w:t>
      </w:r>
      <w:r w:rsidR="008C5C61" w:rsidRPr="004C3E92">
        <w:t>est pas un peu insolite</w:t>
      </w:r>
      <w:r>
        <w:t xml:space="preserve"> ? </w:t>
      </w:r>
      <w:r w:rsidR="008C5C61" w:rsidRPr="004C3E92">
        <w:t>Le Colonel ne devrait-il pas écrire lui-même</w:t>
      </w:r>
      <w:r>
        <w:t xml:space="preserve"> ! </w:t>
      </w:r>
      <w:r w:rsidR="008C5C61" w:rsidRPr="004C3E92">
        <w:t>C</w:t>
      </w:r>
      <w:r>
        <w:t>’</w:t>
      </w:r>
      <w:r w:rsidR="008C5C61" w:rsidRPr="004C3E92">
        <w:t>est assurément à lui que cela incombe</w:t>
      </w:r>
      <w:r>
        <w:t>.</w:t>
      </w:r>
    </w:p>
    <w:p w14:paraId="320867DB" w14:textId="77777777" w:rsidR="004A4993" w:rsidRDefault="008C5C61" w:rsidP="004A4993">
      <w:proofErr w:type="spellStart"/>
      <w:r w:rsidRPr="004C3E92">
        <w:t>Elinor</w:t>
      </w:r>
      <w:proofErr w:type="spellEnd"/>
      <w:r w:rsidRPr="004C3E92">
        <w:t xml:space="preserve"> ne comprit pas très bien le début de ce qu</w:t>
      </w:r>
      <w:r w:rsidR="004A4993">
        <w:t>’</w:t>
      </w:r>
      <w:r w:rsidRPr="004C3E92">
        <w:t>avait dit Mrs</w:t>
      </w:r>
      <w:r w:rsidR="004A4993">
        <w:t xml:space="preserve">. </w:t>
      </w:r>
      <w:r w:rsidRPr="004C3E92">
        <w:t>Jennings</w:t>
      </w:r>
      <w:r w:rsidR="004A4993">
        <w:t xml:space="preserve">, </w:t>
      </w:r>
      <w:r w:rsidRPr="004C3E92">
        <w:t>mais elle estima inutile de demander des éclai</w:t>
      </w:r>
      <w:r w:rsidRPr="004C3E92">
        <w:t>r</w:t>
      </w:r>
      <w:r w:rsidRPr="004C3E92">
        <w:t>cissements</w:t>
      </w:r>
      <w:r w:rsidR="004A4993">
        <w:t xml:space="preserve"> ; </w:t>
      </w:r>
      <w:r w:rsidRPr="004C3E92">
        <w:t>aussi ne répondit-elle qu</w:t>
      </w:r>
      <w:r w:rsidR="004A4993">
        <w:t>’</w:t>
      </w:r>
      <w:r w:rsidRPr="004C3E92">
        <w:t>à sa conclusion</w:t>
      </w:r>
      <w:r w:rsidR="004A4993">
        <w:t>.</w:t>
      </w:r>
    </w:p>
    <w:p w14:paraId="154C34AA" w14:textId="77777777" w:rsidR="004A4993" w:rsidRDefault="004A4993" w:rsidP="004A4993">
      <w:r>
        <w:t>— </w:t>
      </w:r>
      <w:r w:rsidR="008C5C61" w:rsidRPr="004C3E92">
        <w:t>Le colonel Brandon est un homme si délicat</w:t>
      </w:r>
      <w:r>
        <w:t xml:space="preserve">, </w:t>
      </w:r>
      <w:r w:rsidR="008C5C61" w:rsidRPr="004C3E92">
        <w:t>qu</w:t>
      </w:r>
      <w:r>
        <w:t>’</w:t>
      </w:r>
      <w:r w:rsidR="008C5C61" w:rsidRPr="004C3E92">
        <w:t>il a pr</w:t>
      </w:r>
      <w:r w:rsidR="008C5C61" w:rsidRPr="004C3E92">
        <w:t>é</w:t>
      </w:r>
      <w:r w:rsidR="008C5C61" w:rsidRPr="004C3E92">
        <w:t>féré que ce fût un autre que lui-même qui annonçât ses inte</w:t>
      </w:r>
      <w:r w:rsidR="008C5C61" w:rsidRPr="004C3E92">
        <w:t>n</w:t>
      </w:r>
      <w:r w:rsidR="008C5C61" w:rsidRPr="004C3E92">
        <w:t>tions à Mr</w:t>
      </w:r>
      <w:r>
        <w:t xml:space="preserve">. </w:t>
      </w:r>
      <w:proofErr w:type="spellStart"/>
      <w:r w:rsidR="008C5C61" w:rsidRPr="004C3E92">
        <w:t>Ferrars</w:t>
      </w:r>
      <w:proofErr w:type="spellEnd"/>
      <w:r>
        <w:t>.</w:t>
      </w:r>
    </w:p>
    <w:p w14:paraId="6AF4AFCB" w14:textId="77777777" w:rsidR="004A4993" w:rsidRDefault="004A4993" w:rsidP="004A4993">
      <w:r>
        <w:t>— </w:t>
      </w:r>
      <w:r w:rsidR="008C5C61" w:rsidRPr="004C3E92">
        <w:t>De sorte que c</w:t>
      </w:r>
      <w:r>
        <w:t>’</w:t>
      </w:r>
      <w:r w:rsidR="008C5C61" w:rsidRPr="004C3E92">
        <w:t>est vous qui êtes forcée de le faire</w:t>
      </w:r>
      <w:r>
        <w:t xml:space="preserve">. </w:t>
      </w:r>
      <w:r w:rsidR="008C5C61" w:rsidRPr="004C3E92">
        <w:t>Enfin</w:t>
      </w:r>
      <w:r>
        <w:t xml:space="preserve">, </w:t>
      </w:r>
      <w:r w:rsidR="008C5C61" w:rsidRPr="004C3E92">
        <w:t>voilà une drôle de délicatesse</w:t>
      </w:r>
      <w:r>
        <w:t xml:space="preserve"> ! </w:t>
      </w:r>
      <w:r w:rsidR="008C5C61" w:rsidRPr="004C3E92">
        <w:t>Quoi qu</w:t>
      </w:r>
      <w:r>
        <w:t>’</w:t>
      </w:r>
      <w:r w:rsidR="008C5C61" w:rsidRPr="004C3E92">
        <w:t>il en soit</w:t>
      </w:r>
      <w:r>
        <w:t xml:space="preserve">, </w:t>
      </w:r>
      <w:r w:rsidR="008C5C61" w:rsidRPr="004C3E92">
        <w:t>je ne veux pas vous déranger</w:t>
      </w:r>
      <w:r>
        <w:t xml:space="preserve"> (</w:t>
      </w:r>
      <w:r w:rsidR="008C5C61" w:rsidRPr="004C3E92">
        <w:t>voyant qu</w:t>
      </w:r>
      <w:r>
        <w:t>’</w:t>
      </w:r>
      <w:r w:rsidR="008C5C61" w:rsidRPr="004C3E92">
        <w:t>elle se disposait à écrire</w:t>
      </w:r>
      <w:r>
        <w:t xml:space="preserve">). </w:t>
      </w:r>
      <w:r w:rsidR="008C5C61" w:rsidRPr="004C3E92">
        <w:t>Vous êtes le meilleur juge de ce que vous avez à faire</w:t>
      </w:r>
      <w:r>
        <w:t xml:space="preserve">. </w:t>
      </w:r>
      <w:r w:rsidR="008C5C61" w:rsidRPr="004C3E92">
        <w:t>Au revoir</w:t>
      </w:r>
      <w:r>
        <w:t xml:space="preserve">, </w:t>
      </w:r>
      <w:r w:rsidR="008C5C61" w:rsidRPr="004C3E92">
        <w:t>donc</w:t>
      </w:r>
      <w:r>
        <w:t xml:space="preserve">, </w:t>
      </w:r>
      <w:r w:rsidR="008C5C61" w:rsidRPr="004C3E92">
        <w:t>ma chérie</w:t>
      </w:r>
      <w:r>
        <w:t xml:space="preserve">. </w:t>
      </w:r>
      <w:r w:rsidR="008C5C61" w:rsidRPr="004C3E92">
        <w:t>Je n</w:t>
      </w:r>
      <w:r>
        <w:t>’</w:t>
      </w:r>
      <w:r w:rsidR="008C5C61" w:rsidRPr="004C3E92">
        <w:t>ai rien appris qui m</w:t>
      </w:r>
      <w:r>
        <w:t>’</w:t>
      </w:r>
      <w:r w:rsidR="008C5C61" w:rsidRPr="004C3E92">
        <w:t>ait fait tant de plaisir depuis que Charlotte a accouché</w:t>
      </w:r>
      <w:r>
        <w:t>.</w:t>
      </w:r>
    </w:p>
    <w:p w14:paraId="191025B9" w14:textId="77777777" w:rsidR="004A4993" w:rsidRDefault="008C5C61" w:rsidP="004A4993">
      <w:r w:rsidRPr="004C3E92">
        <w:lastRenderedPageBreak/>
        <w:t>Et elle s</w:t>
      </w:r>
      <w:r w:rsidR="004A4993">
        <w:t>’</w:t>
      </w:r>
      <w:r w:rsidRPr="004C3E92">
        <w:t>en alla là-dessus</w:t>
      </w:r>
      <w:r w:rsidR="004A4993">
        <w:t xml:space="preserve"> ; </w:t>
      </w:r>
      <w:r w:rsidRPr="004C3E92">
        <w:t>mais</w:t>
      </w:r>
      <w:r w:rsidR="004A4993">
        <w:t xml:space="preserve">, </w:t>
      </w:r>
      <w:r w:rsidRPr="004C3E92">
        <w:t>revenant au bout d</w:t>
      </w:r>
      <w:r w:rsidR="004A4993">
        <w:t>’</w:t>
      </w:r>
      <w:r w:rsidRPr="004C3E92">
        <w:t>un in</w:t>
      </w:r>
      <w:r w:rsidRPr="004C3E92">
        <w:t>s</w:t>
      </w:r>
      <w:r w:rsidRPr="004C3E92">
        <w:t>tant</w:t>
      </w:r>
      <w:r w:rsidR="004A4993">
        <w:t> :</w:t>
      </w:r>
    </w:p>
    <w:p w14:paraId="2BD10046" w14:textId="77777777" w:rsidR="004A4993" w:rsidRDefault="004A4993" w:rsidP="004A4993">
      <w:r>
        <w:t>— </w:t>
      </w:r>
      <w:r w:rsidR="008C5C61" w:rsidRPr="004C3E92">
        <w:t>Je viens de penser à la sœur de Betty</w:t>
      </w:r>
      <w:r>
        <w:t xml:space="preserve">, </w:t>
      </w:r>
      <w:r w:rsidR="008C5C61" w:rsidRPr="004C3E92">
        <w:t>ma chérie</w:t>
      </w:r>
      <w:r>
        <w:t xml:space="preserve">. </w:t>
      </w:r>
      <w:r w:rsidR="008C5C61" w:rsidRPr="004C3E92">
        <w:t>Je serais très contente de lui trouver une aussi bonne maîtresse</w:t>
      </w:r>
      <w:r>
        <w:t xml:space="preserve">. </w:t>
      </w:r>
      <w:r w:rsidR="008C5C61" w:rsidRPr="004C3E92">
        <w:t>Mais f</w:t>
      </w:r>
      <w:r w:rsidR="008C5C61" w:rsidRPr="004C3E92">
        <w:t>e</w:t>
      </w:r>
      <w:r w:rsidR="008C5C61" w:rsidRPr="004C3E92">
        <w:t>rait-elle l</w:t>
      </w:r>
      <w:r>
        <w:t>’</w:t>
      </w:r>
      <w:r w:rsidR="008C5C61" w:rsidRPr="004C3E92">
        <w:t>affaire</w:t>
      </w:r>
      <w:r>
        <w:t xml:space="preserve">, </w:t>
      </w:r>
      <w:r w:rsidR="008C5C61" w:rsidRPr="004C3E92">
        <w:t>comme femme de chambre</w:t>
      </w:r>
      <w:r>
        <w:t xml:space="preserve"> ? – </w:t>
      </w:r>
      <w:r w:rsidR="008C5C61" w:rsidRPr="004C3E92">
        <w:t>assurément</w:t>
      </w:r>
      <w:r>
        <w:t xml:space="preserve">, </w:t>
      </w:r>
      <w:r w:rsidR="008C5C61" w:rsidRPr="004C3E92">
        <w:t>je n</w:t>
      </w:r>
      <w:r>
        <w:t>’</w:t>
      </w:r>
      <w:r w:rsidR="008C5C61" w:rsidRPr="004C3E92">
        <w:t>en sais rien</w:t>
      </w:r>
      <w:r>
        <w:t xml:space="preserve">. </w:t>
      </w:r>
      <w:r w:rsidR="008C5C61" w:rsidRPr="004C3E92">
        <w:t>C</w:t>
      </w:r>
      <w:r>
        <w:t>’</w:t>
      </w:r>
      <w:r w:rsidR="008C5C61" w:rsidRPr="004C3E92">
        <w:t>est une servante excellente</w:t>
      </w:r>
      <w:r>
        <w:t xml:space="preserve">, </w:t>
      </w:r>
      <w:r w:rsidR="008C5C61" w:rsidRPr="004C3E92">
        <w:t>et elle est très adroite de son aiguille</w:t>
      </w:r>
      <w:r>
        <w:t xml:space="preserve">. </w:t>
      </w:r>
      <w:r w:rsidR="008C5C61" w:rsidRPr="004C3E92">
        <w:t>Enfin</w:t>
      </w:r>
      <w:r>
        <w:t xml:space="preserve">, </w:t>
      </w:r>
      <w:r w:rsidR="008C5C61" w:rsidRPr="004C3E92">
        <w:t>vous réfléchirez à tout cela à lo</w:t>
      </w:r>
      <w:r w:rsidR="008C5C61" w:rsidRPr="004C3E92">
        <w:t>i</w:t>
      </w:r>
      <w:r w:rsidR="008C5C61" w:rsidRPr="004C3E92">
        <w:t>sir</w:t>
      </w:r>
      <w:r>
        <w:t>.</w:t>
      </w:r>
    </w:p>
    <w:p w14:paraId="1D75252A" w14:textId="77777777" w:rsidR="004A4993" w:rsidRDefault="004A4993" w:rsidP="004A4993">
      <w:r>
        <w:t>— </w:t>
      </w:r>
      <w:r w:rsidR="008C5C61" w:rsidRPr="004C3E92">
        <w:t>Certainement</w:t>
      </w:r>
      <w:r>
        <w:t xml:space="preserve">, </w:t>
      </w:r>
      <w:r w:rsidR="008C5C61" w:rsidRPr="004C3E92">
        <w:t>madame</w:t>
      </w:r>
      <w:r>
        <w:t xml:space="preserve">, </w:t>
      </w:r>
      <w:r w:rsidR="008C5C61" w:rsidRPr="004C3E92">
        <w:t xml:space="preserve">répondit </w:t>
      </w:r>
      <w:proofErr w:type="spellStart"/>
      <w:r w:rsidR="008C5C61" w:rsidRPr="004C3E92">
        <w:t>Elinor</w:t>
      </w:r>
      <w:proofErr w:type="spellEnd"/>
      <w:r>
        <w:t xml:space="preserve">, </w:t>
      </w:r>
      <w:r w:rsidR="008C5C61" w:rsidRPr="004C3E92">
        <w:t xml:space="preserve">sans entendre </w:t>
      </w:r>
      <w:proofErr w:type="spellStart"/>
      <w:r w:rsidR="008C5C61" w:rsidRPr="004C3E92">
        <w:t>grand</w:t>
      </w:r>
      <w:r>
        <w:t>’</w:t>
      </w:r>
      <w:r w:rsidR="008C5C61" w:rsidRPr="004C3E92">
        <w:t>chose</w:t>
      </w:r>
      <w:proofErr w:type="spellEnd"/>
      <w:r w:rsidR="008C5C61" w:rsidRPr="004C3E92">
        <w:t xml:space="preserve"> à ce qu</w:t>
      </w:r>
      <w:r>
        <w:t>’</w:t>
      </w:r>
      <w:r w:rsidR="008C5C61" w:rsidRPr="004C3E92">
        <w:t>elle disait</w:t>
      </w:r>
      <w:r>
        <w:t xml:space="preserve">, </w:t>
      </w:r>
      <w:r w:rsidR="008C5C61" w:rsidRPr="004C3E92">
        <w:t>et plus désireuse de rester seule que d</w:t>
      </w:r>
      <w:r>
        <w:t>’</w:t>
      </w:r>
      <w:r w:rsidR="008C5C61" w:rsidRPr="004C3E92">
        <w:t>en posséder le sujet</w:t>
      </w:r>
      <w:r>
        <w:t>.</w:t>
      </w:r>
    </w:p>
    <w:p w14:paraId="7C0865B7" w14:textId="77777777" w:rsidR="004A4993" w:rsidRDefault="008C5C61" w:rsidP="004A4993">
      <w:r w:rsidRPr="004C3E92">
        <w:t>Comment elle devait commencer</w:t>
      </w:r>
      <w:r w:rsidR="004A4993">
        <w:t xml:space="preserve">, – </w:t>
      </w:r>
      <w:r w:rsidRPr="004C3E92">
        <w:t>comment elle devait s</w:t>
      </w:r>
      <w:r w:rsidR="004A4993">
        <w:t>’</w:t>
      </w:r>
      <w:r w:rsidRPr="004C3E92">
        <w:t>exprimer dans son billet à Edward</w:t>
      </w:r>
      <w:r w:rsidR="004A4993">
        <w:t xml:space="preserve">, </w:t>
      </w:r>
      <w:r w:rsidRPr="004C3E92">
        <w:t>telle était à présent sa se</w:t>
      </w:r>
      <w:r w:rsidRPr="004C3E92">
        <w:t>u</w:t>
      </w:r>
      <w:r w:rsidRPr="004C3E92">
        <w:t>le préoccupation</w:t>
      </w:r>
      <w:r w:rsidR="004A4993">
        <w:t xml:space="preserve">. </w:t>
      </w:r>
      <w:r w:rsidRPr="004C3E92">
        <w:t>Les circonstances spéciales de leurs relations transformaient en difficulté ce qui</w:t>
      </w:r>
      <w:r w:rsidR="004A4993">
        <w:t xml:space="preserve">, </w:t>
      </w:r>
      <w:r w:rsidRPr="004C3E92">
        <w:t>pour toute autre personne</w:t>
      </w:r>
      <w:r w:rsidR="004A4993">
        <w:t xml:space="preserve">, </w:t>
      </w:r>
      <w:r w:rsidRPr="004C3E92">
        <w:t>eût été la chose la plus facile du monde</w:t>
      </w:r>
      <w:r w:rsidR="004A4993">
        <w:t xml:space="preserve"> ; </w:t>
      </w:r>
      <w:r w:rsidRPr="004C3E92">
        <w:t>mais elle craignait ég</w:t>
      </w:r>
      <w:r w:rsidRPr="004C3E92">
        <w:t>a</w:t>
      </w:r>
      <w:r w:rsidRPr="004C3E92">
        <w:t>lement d</w:t>
      </w:r>
      <w:r w:rsidR="004A4993">
        <w:t>’</w:t>
      </w:r>
      <w:r w:rsidRPr="004C3E92">
        <w:t>en dire trop ou de ne pas dire assez</w:t>
      </w:r>
      <w:r w:rsidR="004A4993">
        <w:t xml:space="preserve">, </w:t>
      </w:r>
      <w:r w:rsidRPr="004C3E92">
        <w:t>et resta à méditer devant son papier</w:t>
      </w:r>
      <w:r w:rsidR="004A4993">
        <w:t xml:space="preserve">, </w:t>
      </w:r>
      <w:r w:rsidRPr="004C3E92">
        <w:t>la plume à la main</w:t>
      </w:r>
      <w:r w:rsidR="004A4993">
        <w:t xml:space="preserve">, </w:t>
      </w:r>
      <w:r w:rsidRPr="004C3E92">
        <w:t>jusqu</w:t>
      </w:r>
      <w:r w:rsidR="004A4993">
        <w:t>’</w:t>
      </w:r>
      <w:r w:rsidRPr="004C3E92">
        <w:t>à ce qu</w:t>
      </w:r>
      <w:r w:rsidR="004A4993">
        <w:t>’</w:t>
      </w:r>
      <w:r w:rsidRPr="004C3E92">
        <w:t>elle fût i</w:t>
      </w:r>
      <w:r w:rsidRPr="004C3E92">
        <w:t>n</w:t>
      </w:r>
      <w:r w:rsidRPr="004C3E92">
        <w:t>terrompue par l</w:t>
      </w:r>
      <w:r w:rsidR="004A4993">
        <w:t>’</w:t>
      </w:r>
      <w:r w:rsidRPr="004C3E92">
        <w:t>entrée d</w:t>
      </w:r>
      <w:r w:rsidR="004A4993">
        <w:t>’</w:t>
      </w:r>
      <w:r w:rsidRPr="004C3E92">
        <w:t>Edward lui-même</w:t>
      </w:r>
      <w:r w:rsidR="004A4993">
        <w:t>.</w:t>
      </w:r>
    </w:p>
    <w:p w14:paraId="66F88BE9" w14:textId="77777777" w:rsidR="004A4993" w:rsidRDefault="008C5C61" w:rsidP="004A4993">
      <w:r w:rsidRPr="004C3E92">
        <w:t>Il avait rencontré Mrs</w:t>
      </w:r>
      <w:r w:rsidR="004A4993">
        <w:t xml:space="preserve">. </w:t>
      </w:r>
      <w:r w:rsidRPr="004C3E92">
        <w:t>Jennings à la porte</w:t>
      </w:r>
      <w:r w:rsidR="004A4993">
        <w:t xml:space="preserve">, </w:t>
      </w:r>
      <w:r w:rsidRPr="004C3E92">
        <w:t>tandis qu</w:t>
      </w:r>
      <w:r w:rsidR="004A4993">
        <w:t>’</w:t>
      </w:r>
      <w:r w:rsidRPr="004C3E92">
        <w:t>elle se dirigeait vers sa voiture</w:t>
      </w:r>
      <w:r w:rsidR="004A4993">
        <w:t xml:space="preserve">, </w:t>
      </w:r>
      <w:r w:rsidRPr="004C3E92">
        <w:t>alors qu</w:t>
      </w:r>
      <w:r w:rsidR="004A4993">
        <w:t>’</w:t>
      </w:r>
      <w:r w:rsidRPr="004C3E92">
        <w:t>il était venu déposer sa carte pour prendre congé</w:t>
      </w:r>
      <w:r w:rsidR="004A4993">
        <w:t xml:space="preserve"> ; </w:t>
      </w:r>
      <w:r w:rsidRPr="004C3E92">
        <w:t>et</w:t>
      </w:r>
      <w:r w:rsidR="004A4993">
        <w:t xml:space="preserve">, </w:t>
      </w:r>
      <w:r w:rsidRPr="004C3E92">
        <w:t>après s</w:t>
      </w:r>
      <w:r w:rsidR="004A4993">
        <w:t>’</w:t>
      </w:r>
      <w:r w:rsidRPr="004C3E92">
        <w:t>être excusée de ne pas revenir chez elle</w:t>
      </w:r>
      <w:r w:rsidR="004A4993">
        <w:t xml:space="preserve">, </w:t>
      </w:r>
      <w:r w:rsidRPr="004C3E92">
        <w:t>elle l</w:t>
      </w:r>
      <w:r w:rsidR="004A4993">
        <w:t>’</w:t>
      </w:r>
      <w:r w:rsidRPr="004C3E92">
        <w:t>avait contraint d</w:t>
      </w:r>
      <w:r w:rsidR="004A4993">
        <w:t>’</w:t>
      </w:r>
      <w:r w:rsidRPr="004C3E92">
        <w:t>entrer</w:t>
      </w:r>
      <w:r w:rsidR="004A4993">
        <w:t xml:space="preserve">, </w:t>
      </w:r>
      <w:r w:rsidRPr="004C3E92">
        <w:t xml:space="preserve">en lui disant que miss </w:t>
      </w:r>
      <w:proofErr w:type="spellStart"/>
      <w:r w:rsidRPr="004C3E92">
        <w:t>Dashwood</w:t>
      </w:r>
      <w:proofErr w:type="spellEnd"/>
      <w:r w:rsidRPr="004C3E92">
        <w:t xml:space="preserve"> était là-haut</w:t>
      </w:r>
      <w:r w:rsidR="004A4993">
        <w:t xml:space="preserve">, </w:t>
      </w:r>
      <w:r w:rsidRPr="004C3E92">
        <w:t>et désirait lui parler d</w:t>
      </w:r>
      <w:r w:rsidR="004A4993">
        <w:t>’</w:t>
      </w:r>
      <w:r w:rsidRPr="004C3E92">
        <w:t>une affaire toute spéciale</w:t>
      </w:r>
      <w:r w:rsidR="004A4993">
        <w:t>.</w:t>
      </w:r>
    </w:p>
    <w:p w14:paraId="230D32EA" w14:textId="77777777" w:rsidR="004A4993" w:rsidRDefault="008C5C61" w:rsidP="004A4993">
      <w:proofErr w:type="spellStart"/>
      <w:r w:rsidRPr="004C3E92">
        <w:t>Elinor</w:t>
      </w:r>
      <w:proofErr w:type="spellEnd"/>
      <w:r w:rsidRPr="004C3E92">
        <w:t xml:space="preserve"> venait précisément de se féliciter</w:t>
      </w:r>
      <w:r w:rsidR="004A4993">
        <w:t xml:space="preserve">, </w:t>
      </w:r>
      <w:r w:rsidRPr="004C3E92">
        <w:t>au milieu de sa perplexité</w:t>
      </w:r>
      <w:r w:rsidR="004A4993">
        <w:t xml:space="preserve">, </w:t>
      </w:r>
      <w:r w:rsidRPr="004C3E92">
        <w:t>de ce que</w:t>
      </w:r>
      <w:r w:rsidR="004A4993">
        <w:t xml:space="preserve">, </w:t>
      </w:r>
      <w:r w:rsidRPr="004C3E92">
        <w:t>quelque difficile qu</w:t>
      </w:r>
      <w:r w:rsidR="004A4993">
        <w:t>’</w:t>
      </w:r>
      <w:r w:rsidRPr="004C3E92">
        <w:t>il fût de s</w:t>
      </w:r>
      <w:r w:rsidR="004A4993">
        <w:t>’</w:t>
      </w:r>
      <w:r w:rsidRPr="004C3E92">
        <w:t>exprimer convenablement par lettre</w:t>
      </w:r>
      <w:r w:rsidR="004A4993">
        <w:t xml:space="preserve">, </w:t>
      </w:r>
      <w:r w:rsidRPr="004C3E92">
        <w:t>cela valait mieux</w:t>
      </w:r>
      <w:r w:rsidR="004A4993">
        <w:t xml:space="preserve">, </w:t>
      </w:r>
      <w:r w:rsidRPr="004C3E92">
        <w:t>du moins</w:t>
      </w:r>
      <w:r w:rsidR="004A4993">
        <w:t xml:space="preserve">, </w:t>
      </w:r>
      <w:r w:rsidRPr="004C3E92">
        <w:t>que de le renseigner verbalement</w:t>
      </w:r>
      <w:r w:rsidR="004A4993">
        <w:t xml:space="preserve">, </w:t>
      </w:r>
      <w:r w:rsidRPr="004C3E92">
        <w:t>lorsque son visiteur entra</w:t>
      </w:r>
      <w:r w:rsidR="004A4993">
        <w:t xml:space="preserve">, </w:t>
      </w:r>
      <w:r w:rsidRPr="004C3E92">
        <w:t>pour l</w:t>
      </w:r>
      <w:r w:rsidR="004A4993">
        <w:t>’</w:t>
      </w:r>
      <w:r w:rsidRPr="004C3E92">
        <w:t>obliger à cet effort</w:t>
      </w:r>
      <w:r w:rsidR="004A4993">
        <w:t xml:space="preserve">, </w:t>
      </w:r>
      <w:r w:rsidRPr="004C3E92">
        <w:t>le plus considérable de tous</w:t>
      </w:r>
      <w:r w:rsidR="004A4993">
        <w:t xml:space="preserve">. </w:t>
      </w:r>
      <w:r w:rsidRPr="004C3E92">
        <w:lastRenderedPageBreak/>
        <w:t>L</w:t>
      </w:r>
      <w:r w:rsidR="004A4993">
        <w:t>’</w:t>
      </w:r>
      <w:r w:rsidRPr="004C3E92">
        <w:t>étonnement et la confusion de la jeune fille furent très vifs en le voyant a</w:t>
      </w:r>
      <w:r w:rsidRPr="004C3E92">
        <w:t>p</w:t>
      </w:r>
      <w:r w:rsidRPr="004C3E92">
        <w:t>paraître aussi soudainement</w:t>
      </w:r>
      <w:r w:rsidR="004A4993">
        <w:t xml:space="preserve">. </w:t>
      </w:r>
      <w:r w:rsidRPr="004C3E92">
        <w:t>Elle ne l</w:t>
      </w:r>
      <w:r w:rsidR="004A4993">
        <w:t>’</w:t>
      </w:r>
      <w:r w:rsidRPr="004C3E92">
        <w:t>avait pas vu depuis que ses fiançailles étaient devenues publiques</w:t>
      </w:r>
      <w:r w:rsidR="004A4993">
        <w:t xml:space="preserve">, </w:t>
      </w:r>
      <w:r w:rsidRPr="004C3E92">
        <w:t>et</w:t>
      </w:r>
      <w:r w:rsidR="004A4993">
        <w:t xml:space="preserve">, </w:t>
      </w:r>
      <w:r w:rsidRPr="004C3E92">
        <w:t>partant</w:t>
      </w:r>
      <w:r w:rsidR="004A4993">
        <w:t xml:space="preserve">, </w:t>
      </w:r>
      <w:r w:rsidRPr="004C3E92">
        <w:t>depuis qu</w:t>
      </w:r>
      <w:r w:rsidR="004A4993">
        <w:t>’</w:t>
      </w:r>
      <w:r w:rsidRPr="004C3E92">
        <w:t>il savait qu</w:t>
      </w:r>
      <w:r w:rsidR="004A4993">
        <w:t>’</w:t>
      </w:r>
      <w:r w:rsidRPr="004C3E92">
        <w:t>elle en eût connaissance</w:t>
      </w:r>
      <w:r w:rsidR="004A4993">
        <w:t xml:space="preserve">, </w:t>
      </w:r>
      <w:r w:rsidRPr="004C3E92">
        <w:t>ce qui</w:t>
      </w:r>
      <w:r w:rsidR="004A4993">
        <w:t xml:space="preserve">, </w:t>
      </w:r>
      <w:r w:rsidRPr="004C3E92">
        <w:t>joint à la con</w:t>
      </w:r>
      <w:r w:rsidRPr="004C3E92">
        <w:t>s</w:t>
      </w:r>
      <w:r w:rsidRPr="004C3E92">
        <w:t>cience du tour qu</w:t>
      </w:r>
      <w:r w:rsidR="004A4993">
        <w:t>’</w:t>
      </w:r>
      <w:r w:rsidRPr="004C3E92">
        <w:t>avaient pris ses réflexions</w:t>
      </w:r>
      <w:r w:rsidR="004A4993">
        <w:t xml:space="preserve">, </w:t>
      </w:r>
      <w:r w:rsidRPr="004C3E92">
        <w:t>et de ce qu</w:t>
      </w:r>
      <w:r w:rsidR="004A4993">
        <w:t>’</w:t>
      </w:r>
      <w:r w:rsidRPr="004C3E92">
        <w:t>elle avait à lui dire</w:t>
      </w:r>
      <w:r w:rsidR="004A4993">
        <w:t xml:space="preserve">, </w:t>
      </w:r>
      <w:r w:rsidRPr="004C3E92">
        <w:t>lui causa</w:t>
      </w:r>
      <w:r w:rsidR="004A4993">
        <w:t xml:space="preserve">, </w:t>
      </w:r>
      <w:r w:rsidRPr="004C3E92">
        <w:t>pendant quelques minutes</w:t>
      </w:r>
      <w:r w:rsidR="004A4993">
        <w:t xml:space="preserve">, </w:t>
      </w:r>
      <w:r w:rsidRPr="004C3E92">
        <w:t>beaucoup d</w:t>
      </w:r>
      <w:r w:rsidR="004A4993">
        <w:t>’</w:t>
      </w:r>
      <w:r w:rsidRPr="004C3E92">
        <w:t>inquiétude</w:t>
      </w:r>
      <w:r w:rsidR="004A4993">
        <w:t xml:space="preserve">. </w:t>
      </w:r>
      <w:r w:rsidRPr="004C3E92">
        <w:t>Il se sentit fort affligé</w:t>
      </w:r>
      <w:r w:rsidR="004A4993">
        <w:t xml:space="preserve">, </w:t>
      </w:r>
      <w:r w:rsidRPr="004C3E92">
        <w:t>lui aussi</w:t>
      </w:r>
      <w:r w:rsidR="004A4993">
        <w:t xml:space="preserve">, </w:t>
      </w:r>
      <w:r w:rsidRPr="004C3E92">
        <w:t>et ils s</w:t>
      </w:r>
      <w:r w:rsidR="004A4993">
        <w:t>’</w:t>
      </w:r>
      <w:r w:rsidRPr="004C3E92">
        <w:t>assirent tous les deux dans un état d</w:t>
      </w:r>
      <w:r w:rsidR="004A4993">
        <w:t>’</w:t>
      </w:r>
      <w:r w:rsidRPr="004C3E92">
        <w:t>embarras fort prometteur</w:t>
      </w:r>
      <w:r w:rsidR="004A4993">
        <w:t xml:space="preserve">. </w:t>
      </w:r>
      <w:r w:rsidRPr="004C3E92">
        <w:t>Il fut i</w:t>
      </w:r>
      <w:r w:rsidRPr="004C3E92">
        <w:t>n</w:t>
      </w:r>
      <w:r w:rsidRPr="004C3E92">
        <w:t>capable de se rappeler s</w:t>
      </w:r>
      <w:r w:rsidR="004A4993">
        <w:t>’</w:t>
      </w:r>
      <w:r w:rsidRPr="004C3E92">
        <w:t>il s</w:t>
      </w:r>
      <w:r w:rsidR="004A4993">
        <w:t>’</w:t>
      </w:r>
      <w:r w:rsidRPr="004C3E92">
        <w:t>était excusé auprès d</w:t>
      </w:r>
      <w:r w:rsidR="004A4993">
        <w:t>’</w:t>
      </w:r>
      <w:r w:rsidRPr="004C3E92">
        <w:t>elle de son i</w:t>
      </w:r>
      <w:r w:rsidRPr="004C3E92">
        <w:t>n</w:t>
      </w:r>
      <w:r w:rsidRPr="004C3E92">
        <w:t>trusion</w:t>
      </w:r>
      <w:r w:rsidR="004A4993">
        <w:t xml:space="preserve">, </w:t>
      </w:r>
      <w:r w:rsidRPr="004C3E92">
        <w:t>à l</w:t>
      </w:r>
      <w:r w:rsidR="004A4993">
        <w:t>’</w:t>
      </w:r>
      <w:r w:rsidRPr="004C3E92">
        <w:t>instant où il était entré dans la pièce</w:t>
      </w:r>
      <w:r w:rsidR="004A4993">
        <w:t xml:space="preserve"> ; </w:t>
      </w:r>
      <w:r w:rsidRPr="004C3E92">
        <w:t>mais</w:t>
      </w:r>
      <w:r w:rsidR="004A4993">
        <w:t xml:space="preserve">, </w:t>
      </w:r>
      <w:r w:rsidRPr="004C3E92">
        <w:t>résolu à être à couvert</w:t>
      </w:r>
      <w:r w:rsidR="004A4993">
        <w:t xml:space="preserve">, </w:t>
      </w:r>
      <w:r w:rsidRPr="004C3E92">
        <w:t>il fit ses excuses en due forme aussitôt qu</w:t>
      </w:r>
      <w:r w:rsidR="004A4993">
        <w:t>’</w:t>
      </w:r>
      <w:r w:rsidRPr="004C3E92">
        <w:t>il put dire un mot</w:t>
      </w:r>
      <w:r w:rsidR="004A4993">
        <w:t xml:space="preserve">, </w:t>
      </w:r>
      <w:r w:rsidRPr="004C3E92">
        <w:t>après avoir pris une chaise</w:t>
      </w:r>
      <w:r w:rsidR="004A4993">
        <w:t>.</w:t>
      </w:r>
    </w:p>
    <w:p w14:paraId="26532024" w14:textId="77777777" w:rsidR="004A4993" w:rsidRDefault="004A4993" w:rsidP="004A4993">
      <w:r>
        <w:t>— </w:t>
      </w:r>
      <w:r w:rsidR="008C5C61" w:rsidRPr="004C3E92">
        <w:t>Mrs</w:t>
      </w:r>
      <w:r>
        <w:t xml:space="preserve">. </w:t>
      </w:r>
      <w:r w:rsidR="008C5C61" w:rsidRPr="004C3E92">
        <w:t>Jennings m</w:t>
      </w:r>
      <w:r>
        <w:t>’</w:t>
      </w:r>
      <w:r w:rsidR="008C5C61" w:rsidRPr="004C3E92">
        <w:t>a dit</w:t>
      </w:r>
      <w:r>
        <w:t xml:space="preserve">, </w:t>
      </w:r>
      <w:r w:rsidR="008C5C61" w:rsidRPr="004C3E92">
        <w:t>fit-il</w:t>
      </w:r>
      <w:r>
        <w:t xml:space="preserve">, </w:t>
      </w:r>
      <w:r w:rsidR="008C5C61" w:rsidRPr="004C3E92">
        <w:t>que vous désiriez me parler</w:t>
      </w:r>
      <w:r>
        <w:t xml:space="preserve">, – </w:t>
      </w:r>
      <w:r w:rsidR="008C5C61" w:rsidRPr="004C3E92">
        <w:t>c</w:t>
      </w:r>
      <w:r>
        <w:t>’</w:t>
      </w:r>
      <w:r w:rsidR="008C5C61" w:rsidRPr="004C3E92">
        <w:t>est du moins ce que j</w:t>
      </w:r>
      <w:r>
        <w:t>’</w:t>
      </w:r>
      <w:r w:rsidR="008C5C61" w:rsidRPr="004C3E92">
        <w:t>ai cru comprendre</w:t>
      </w:r>
      <w:r>
        <w:t xml:space="preserve">, – </w:t>
      </w:r>
      <w:r w:rsidR="008C5C61" w:rsidRPr="004C3E92">
        <w:t>sinon</w:t>
      </w:r>
      <w:r>
        <w:t xml:space="preserve">, </w:t>
      </w:r>
      <w:r w:rsidR="008C5C61" w:rsidRPr="004C3E92">
        <w:t>je n</w:t>
      </w:r>
      <w:r>
        <w:t>’</w:t>
      </w:r>
      <w:r w:rsidR="008C5C61" w:rsidRPr="004C3E92">
        <w:t>aurais certes pas fait une telle irruption</w:t>
      </w:r>
      <w:r>
        <w:t xml:space="preserve">, </w:t>
      </w:r>
      <w:r w:rsidR="008C5C61" w:rsidRPr="004C3E92">
        <w:t>chez vous</w:t>
      </w:r>
      <w:r>
        <w:t xml:space="preserve"> ! </w:t>
      </w:r>
      <w:r w:rsidR="008C5C61" w:rsidRPr="004C3E92">
        <w:t>Quoique</w:t>
      </w:r>
      <w:r>
        <w:t xml:space="preserve">, </w:t>
      </w:r>
      <w:r w:rsidR="008C5C61" w:rsidRPr="004C3E92">
        <w:t>par ai</w:t>
      </w:r>
      <w:r w:rsidR="008C5C61" w:rsidRPr="004C3E92">
        <w:t>l</w:t>
      </w:r>
      <w:r w:rsidR="008C5C61" w:rsidRPr="004C3E92">
        <w:t>leurs</w:t>
      </w:r>
      <w:r>
        <w:t xml:space="preserve">, </w:t>
      </w:r>
      <w:r w:rsidR="008C5C61" w:rsidRPr="004C3E92">
        <w:t>j</w:t>
      </w:r>
      <w:r>
        <w:t>’</w:t>
      </w:r>
      <w:r w:rsidR="008C5C61" w:rsidRPr="004C3E92">
        <w:t>eusse vivement regretté de quitter Londres sans vous voir</w:t>
      </w:r>
      <w:r>
        <w:t xml:space="preserve">, </w:t>
      </w:r>
      <w:r w:rsidR="008C5C61" w:rsidRPr="004C3E92">
        <w:t>vous et votre sœur</w:t>
      </w:r>
      <w:r>
        <w:t xml:space="preserve"> ; </w:t>
      </w:r>
      <w:r w:rsidR="008C5C61" w:rsidRPr="004C3E92">
        <w:t>d</w:t>
      </w:r>
      <w:r>
        <w:t>’</w:t>
      </w:r>
      <w:r w:rsidR="008C5C61" w:rsidRPr="004C3E92">
        <w:t>autant plus qu</w:t>
      </w:r>
      <w:r>
        <w:t>’</w:t>
      </w:r>
      <w:r w:rsidR="008C5C61" w:rsidRPr="004C3E92">
        <w:t>il s</w:t>
      </w:r>
      <w:r>
        <w:t>’</w:t>
      </w:r>
      <w:r w:rsidR="008C5C61" w:rsidRPr="004C3E92">
        <w:t>écoulera fort pr</w:t>
      </w:r>
      <w:r w:rsidR="008C5C61" w:rsidRPr="004C3E92">
        <w:t>o</w:t>
      </w:r>
      <w:r w:rsidR="008C5C61" w:rsidRPr="004C3E92">
        <w:t>bablement quelque temps</w:t>
      </w:r>
      <w:r>
        <w:t xml:space="preserve">… </w:t>
      </w:r>
      <w:r w:rsidR="008C5C61" w:rsidRPr="004C3E92">
        <w:t>il est peu vraisemblable que j</w:t>
      </w:r>
      <w:r>
        <w:t>’</w:t>
      </w:r>
      <w:r w:rsidR="008C5C61" w:rsidRPr="004C3E92">
        <w:t>aie prochainement le plaisir de vous revoir</w:t>
      </w:r>
      <w:r>
        <w:t xml:space="preserve">. </w:t>
      </w:r>
      <w:r w:rsidR="008C5C61" w:rsidRPr="004C3E92">
        <w:t>Je pars demain pour Oxford</w:t>
      </w:r>
      <w:r>
        <w:t>.</w:t>
      </w:r>
    </w:p>
    <w:p w14:paraId="779600D5" w14:textId="77777777" w:rsidR="004A4993" w:rsidRDefault="004A4993" w:rsidP="004A4993">
      <w:r>
        <w:t>— </w:t>
      </w:r>
      <w:r w:rsidR="008C5C61" w:rsidRPr="004C3E92">
        <w:t>Vous ne seriez pas parti</w:t>
      </w:r>
      <w:r>
        <w:t xml:space="preserve">, </w:t>
      </w:r>
      <w:r w:rsidR="008C5C61" w:rsidRPr="004C3E92">
        <w:t>toutefois</w:t>
      </w:r>
      <w:r>
        <w:t xml:space="preserve">, </w:t>
      </w:r>
      <w:r w:rsidR="008C5C61" w:rsidRPr="004C3E92">
        <w:t xml:space="preserve">dit </w:t>
      </w:r>
      <w:proofErr w:type="spellStart"/>
      <w:r w:rsidR="008C5C61" w:rsidRPr="004C3E92">
        <w:t>Elinor</w:t>
      </w:r>
      <w:proofErr w:type="spellEnd"/>
      <w:r>
        <w:t xml:space="preserve">, </w:t>
      </w:r>
      <w:r w:rsidR="008C5C61" w:rsidRPr="004C3E92">
        <w:t>se ressa</w:t>
      </w:r>
      <w:r w:rsidR="008C5C61" w:rsidRPr="004C3E92">
        <w:t>i</w:t>
      </w:r>
      <w:r w:rsidR="008C5C61" w:rsidRPr="004C3E92">
        <w:t>sissant</w:t>
      </w:r>
      <w:r>
        <w:t xml:space="preserve">, </w:t>
      </w:r>
      <w:r w:rsidR="008C5C61" w:rsidRPr="004C3E92">
        <w:t>et résolue à en finir le plus tôt possible avec ce qu</w:t>
      </w:r>
      <w:r>
        <w:t>’</w:t>
      </w:r>
      <w:r w:rsidR="008C5C61" w:rsidRPr="004C3E92">
        <w:t>elle redoutait tant</w:t>
      </w:r>
      <w:r>
        <w:t xml:space="preserve">, </w:t>
      </w:r>
      <w:r w:rsidR="008C5C61" w:rsidRPr="004C3E92">
        <w:t>sans recevoir nos bons souhaits</w:t>
      </w:r>
      <w:r>
        <w:t xml:space="preserve">, </w:t>
      </w:r>
      <w:r w:rsidR="008C5C61" w:rsidRPr="004C3E92">
        <w:t>même si nous n</w:t>
      </w:r>
      <w:r>
        <w:t>’</w:t>
      </w:r>
      <w:r w:rsidR="008C5C61" w:rsidRPr="004C3E92">
        <w:t>avions pas pu vous les exprimer en personne</w:t>
      </w:r>
      <w:r>
        <w:t xml:space="preserve">. </w:t>
      </w:r>
      <w:r w:rsidR="008C5C61" w:rsidRPr="004C3E92">
        <w:t>Mrs</w:t>
      </w:r>
      <w:r>
        <w:t xml:space="preserve">. </w:t>
      </w:r>
      <w:r w:rsidR="008C5C61" w:rsidRPr="004C3E92">
        <w:t>Jennings avait parfaitement raison dans ce qu</w:t>
      </w:r>
      <w:r>
        <w:t>’</w:t>
      </w:r>
      <w:r w:rsidR="008C5C61" w:rsidRPr="004C3E92">
        <w:t>elle a dit</w:t>
      </w:r>
      <w:r>
        <w:t xml:space="preserve">. </w:t>
      </w:r>
      <w:r w:rsidR="008C5C61" w:rsidRPr="004C3E92">
        <w:t>J</w:t>
      </w:r>
      <w:r>
        <w:t>’</w:t>
      </w:r>
      <w:r w:rsidR="008C5C61" w:rsidRPr="004C3E92">
        <w:t>ai une chose importante dont il faut que je vous donne connaissance</w:t>
      </w:r>
      <w:r>
        <w:t xml:space="preserve">, </w:t>
      </w:r>
      <w:r w:rsidR="008C5C61" w:rsidRPr="004C3E92">
        <w:t>et que j</w:t>
      </w:r>
      <w:r>
        <w:t>’</w:t>
      </w:r>
      <w:r w:rsidR="008C5C61" w:rsidRPr="004C3E92">
        <w:t>étais sur le point de vous communiquer sur le papier</w:t>
      </w:r>
      <w:r>
        <w:t xml:space="preserve">. </w:t>
      </w:r>
      <w:r w:rsidR="008C5C61" w:rsidRPr="004C3E92">
        <w:t>Je suis chargée d</w:t>
      </w:r>
      <w:r>
        <w:t>’</w:t>
      </w:r>
      <w:r w:rsidR="008C5C61" w:rsidRPr="004C3E92">
        <w:t>une mission fort agréable</w:t>
      </w:r>
      <w:r>
        <w:t xml:space="preserve"> (</w:t>
      </w:r>
      <w:r w:rsidR="008C5C61" w:rsidRPr="004C3E92">
        <w:t>en disant cela</w:t>
      </w:r>
      <w:r>
        <w:t xml:space="preserve">, </w:t>
      </w:r>
      <w:r w:rsidR="008C5C61" w:rsidRPr="004C3E92">
        <w:t>sa respir</w:t>
      </w:r>
      <w:r w:rsidR="008C5C61" w:rsidRPr="004C3E92">
        <w:t>a</w:t>
      </w:r>
      <w:r w:rsidR="008C5C61" w:rsidRPr="004C3E92">
        <w:t>tion s</w:t>
      </w:r>
      <w:r>
        <w:t>’</w:t>
      </w:r>
      <w:r w:rsidR="008C5C61" w:rsidRPr="004C3E92">
        <w:t>accéléra quelque peu</w:t>
      </w:r>
      <w:r>
        <w:t xml:space="preserve">). </w:t>
      </w:r>
      <w:r w:rsidR="008C5C61" w:rsidRPr="004C3E92">
        <w:t>Le colonel Brandon</w:t>
      </w:r>
      <w:r>
        <w:t xml:space="preserve">, </w:t>
      </w:r>
      <w:r w:rsidR="008C5C61" w:rsidRPr="004C3E92">
        <w:t>qui était ici il y a seulement dix minutes</w:t>
      </w:r>
      <w:r>
        <w:t xml:space="preserve">, </w:t>
      </w:r>
      <w:r w:rsidR="008C5C61" w:rsidRPr="004C3E92">
        <w:t>m</w:t>
      </w:r>
      <w:r>
        <w:t>’</w:t>
      </w:r>
      <w:r w:rsidR="008C5C61" w:rsidRPr="004C3E92">
        <w:t>a priée de vous dire que</w:t>
      </w:r>
      <w:r>
        <w:t xml:space="preserve">, </w:t>
      </w:r>
      <w:r w:rsidR="008C5C61" w:rsidRPr="004C3E92">
        <w:t>comme il a cru comprendre que vous aviez l</w:t>
      </w:r>
      <w:r>
        <w:t>’</w:t>
      </w:r>
      <w:r w:rsidR="008C5C61" w:rsidRPr="004C3E92">
        <w:t xml:space="preserve">intention </w:t>
      </w:r>
      <w:r w:rsidR="008C5C61" w:rsidRPr="004C3E92">
        <w:lastRenderedPageBreak/>
        <w:t>d</w:t>
      </w:r>
      <w:r>
        <w:t>’</w:t>
      </w:r>
      <w:r w:rsidR="008C5C61" w:rsidRPr="004C3E92">
        <w:t>entrer dans les ordres</w:t>
      </w:r>
      <w:r>
        <w:t xml:space="preserve">, </w:t>
      </w:r>
      <w:r w:rsidR="008C5C61" w:rsidRPr="004C3E92">
        <w:t xml:space="preserve">il a grand plaisir à vous offrir la cure de </w:t>
      </w:r>
      <w:proofErr w:type="spellStart"/>
      <w:r w:rsidR="008C5C61" w:rsidRPr="004C3E92">
        <w:t>Delaford</w:t>
      </w:r>
      <w:proofErr w:type="spellEnd"/>
      <w:r>
        <w:t xml:space="preserve">, </w:t>
      </w:r>
      <w:r w:rsidR="008C5C61" w:rsidRPr="004C3E92">
        <w:t>qui se trouve tout justement vacante</w:t>
      </w:r>
      <w:r>
        <w:t xml:space="preserve">, </w:t>
      </w:r>
      <w:r w:rsidR="008C5C61" w:rsidRPr="004C3E92">
        <w:t>et regrette seulement qu</w:t>
      </w:r>
      <w:r>
        <w:t>’</w:t>
      </w:r>
      <w:r w:rsidR="008C5C61" w:rsidRPr="004C3E92">
        <w:t>elle ne soit pas plus rémunératrice</w:t>
      </w:r>
      <w:r>
        <w:t xml:space="preserve">. </w:t>
      </w:r>
      <w:r w:rsidR="008C5C61" w:rsidRPr="004C3E92">
        <w:t>Permettez-moi de vous féliciter d</w:t>
      </w:r>
      <w:r>
        <w:t>’</w:t>
      </w:r>
      <w:r w:rsidR="008C5C61" w:rsidRPr="004C3E92">
        <w:t>avoir un ami aussi respectable et aussi bon juge d</w:t>
      </w:r>
      <w:r>
        <w:t>’</w:t>
      </w:r>
      <w:r w:rsidR="008C5C61" w:rsidRPr="004C3E92">
        <w:t>autrui</w:t>
      </w:r>
      <w:r>
        <w:t xml:space="preserve">, </w:t>
      </w:r>
      <w:r w:rsidR="008C5C61" w:rsidRPr="004C3E92">
        <w:t>et de m</w:t>
      </w:r>
      <w:r>
        <w:t>’</w:t>
      </w:r>
      <w:r w:rsidR="008C5C61" w:rsidRPr="004C3E92">
        <w:t>associer à ses regrets de ce que ce bénéfice</w:t>
      </w:r>
      <w:r>
        <w:t xml:space="preserve"> – </w:t>
      </w:r>
      <w:r w:rsidR="008C5C61" w:rsidRPr="004C3E92">
        <w:t>il est d</w:t>
      </w:r>
      <w:r>
        <w:t>’</w:t>
      </w:r>
      <w:r w:rsidR="008C5C61" w:rsidRPr="004C3E92">
        <w:t>environ deux cent cinquante livres par an</w:t>
      </w:r>
      <w:r>
        <w:t xml:space="preserve"> – </w:t>
      </w:r>
      <w:r w:rsidR="008C5C61" w:rsidRPr="004C3E92">
        <w:t>ne soit pas plus important</w:t>
      </w:r>
      <w:r>
        <w:t xml:space="preserve">, </w:t>
      </w:r>
      <w:r w:rsidR="008C5C61" w:rsidRPr="004C3E92">
        <w:t>et de nature à mieux vous permettre</w:t>
      </w:r>
      <w:r>
        <w:t xml:space="preserve">… </w:t>
      </w:r>
      <w:r w:rsidR="008C5C61" w:rsidRPr="004C3E92">
        <w:t>de nature à constituer a</w:t>
      </w:r>
      <w:r w:rsidR="008C5C61" w:rsidRPr="004C3E92">
        <w:t>u</w:t>
      </w:r>
      <w:r w:rsidR="008C5C61" w:rsidRPr="004C3E92">
        <w:t>tre chose qu</w:t>
      </w:r>
      <w:r>
        <w:t>’</w:t>
      </w:r>
      <w:r w:rsidR="008C5C61" w:rsidRPr="004C3E92">
        <w:t>une convenance temporaire pour vous</w:t>
      </w:r>
      <w:r>
        <w:t xml:space="preserve">… </w:t>
      </w:r>
      <w:r w:rsidR="008C5C61" w:rsidRPr="004C3E92">
        <w:t>de nature</w:t>
      </w:r>
      <w:r>
        <w:t xml:space="preserve">, </w:t>
      </w:r>
      <w:r w:rsidR="008C5C61" w:rsidRPr="004C3E92">
        <w:t>en un mot</w:t>
      </w:r>
      <w:r>
        <w:t xml:space="preserve">, </w:t>
      </w:r>
      <w:r w:rsidR="008C5C61" w:rsidRPr="004C3E92">
        <w:t>à assurer la réalisation de toutes vos perspectives de bonheur</w:t>
      </w:r>
      <w:r>
        <w:t>.</w:t>
      </w:r>
    </w:p>
    <w:p w14:paraId="44599020" w14:textId="77777777" w:rsidR="004A4993" w:rsidRDefault="008C5C61" w:rsidP="004A4993">
      <w:r w:rsidRPr="004C3E92">
        <w:t>Ce qu</w:t>
      </w:r>
      <w:r w:rsidR="004A4993">
        <w:t>’</w:t>
      </w:r>
      <w:r w:rsidRPr="004C3E92">
        <w:t>éprouva Edward</w:t>
      </w:r>
      <w:r w:rsidR="004A4993">
        <w:t xml:space="preserve">, </w:t>
      </w:r>
      <w:r w:rsidRPr="004C3E92">
        <w:t>comme il était incapable de le dire lui-même</w:t>
      </w:r>
      <w:r w:rsidR="004A4993">
        <w:t xml:space="preserve">, </w:t>
      </w:r>
      <w:r w:rsidRPr="004C3E92">
        <w:t>on ne saurait s</w:t>
      </w:r>
      <w:r w:rsidR="004A4993">
        <w:t>’</w:t>
      </w:r>
      <w:r w:rsidRPr="004C3E92">
        <w:t>attendre à ce qu</w:t>
      </w:r>
      <w:r w:rsidR="004A4993">
        <w:t>’</w:t>
      </w:r>
      <w:r w:rsidRPr="004C3E92">
        <w:t>un autre le dise pour lui</w:t>
      </w:r>
      <w:r w:rsidR="004A4993">
        <w:t xml:space="preserve">. </w:t>
      </w:r>
      <w:r w:rsidRPr="004C3E92">
        <w:t>Son air exprimait tout l</w:t>
      </w:r>
      <w:r w:rsidR="004A4993">
        <w:t>’</w:t>
      </w:r>
      <w:r w:rsidRPr="004C3E92">
        <w:t>étonnement que ne pouvait pas manquer de susciter une nouvelle aussi inattendue</w:t>
      </w:r>
      <w:r w:rsidR="004A4993">
        <w:t xml:space="preserve">, </w:t>
      </w:r>
      <w:r w:rsidRPr="004C3E92">
        <w:t>une nouve</w:t>
      </w:r>
      <w:r w:rsidRPr="004C3E92">
        <w:t>l</w:t>
      </w:r>
      <w:r w:rsidRPr="004C3E92">
        <w:t>le aussi inouïe</w:t>
      </w:r>
      <w:r w:rsidR="004A4993">
        <w:t xml:space="preserve"> ; </w:t>
      </w:r>
      <w:r w:rsidRPr="004C3E92">
        <w:t>mais il ne put que prononcer ces trois mots</w:t>
      </w:r>
      <w:r w:rsidR="004A4993">
        <w:t> :</w:t>
      </w:r>
    </w:p>
    <w:p w14:paraId="48824995" w14:textId="77777777" w:rsidR="004A4993" w:rsidRDefault="004A4993" w:rsidP="004A4993">
      <w:r>
        <w:t>— </w:t>
      </w:r>
      <w:r w:rsidR="008C5C61" w:rsidRPr="004C3E92">
        <w:t>Le colonel Brandon</w:t>
      </w:r>
      <w:r>
        <w:t> !</w:t>
      </w:r>
    </w:p>
    <w:p w14:paraId="470DEC4A" w14:textId="77777777" w:rsidR="004A4993" w:rsidRDefault="004A4993" w:rsidP="004A4993">
      <w:r>
        <w:t>— </w:t>
      </w:r>
      <w:r w:rsidR="008C5C61" w:rsidRPr="004C3E92">
        <w:t>Oui</w:t>
      </w:r>
      <w:r>
        <w:t xml:space="preserve">, </w:t>
      </w:r>
      <w:r w:rsidR="008C5C61" w:rsidRPr="004C3E92">
        <w:t xml:space="preserve">poursuivit </w:t>
      </w:r>
      <w:proofErr w:type="spellStart"/>
      <w:r w:rsidR="008C5C61" w:rsidRPr="004C3E92">
        <w:t>Elinor</w:t>
      </w:r>
      <w:proofErr w:type="spellEnd"/>
      <w:r>
        <w:t xml:space="preserve">, </w:t>
      </w:r>
      <w:r w:rsidR="008C5C61" w:rsidRPr="004C3E92">
        <w:t>reprenant plus de résolution</w:t>
      </w:r>
      <w:r>
        <w:t xml:space="preserve">, </w:t>
      </w:r>
      <w:r w:rsidR="008C5C61" w:rsidRPr="004C3E92">
        <w:t>sa tâche la plus difficile étant</w:t>
      </w:r>
      <w:r>
        <w:t xml:space="preserve">, </w:t>
      </w:r>
      <w:r w:rsidR="008C5C61" w:rsidRPr="004C3E92">
        <w:t>pour une partie</w:t>
      </w:r>
      <w:r>
        <w:t xml:space="preserve">, </w:t>
      </w:r>
      <w:r w:rsidR="008C5C61" w:rsidRPr="004C3E92">
        <w:t>accomplie</w:t>
      </w:r>
      <w:r>
        <w:t xml:space="preserve"> ; </w:t>
      </w:r>
      <w:r w:rsidR="008C5C61" w:rsidRPr="004C3E92">
        <w:t>le col</w:t>
      </w:r>
      <w:r w:rsidR="008C5C61" w:rsidRPr="004C3E92">
        <w:t>o</w:t>
      </w:r>
      <w:r w:rsidR="008C5C61" w:rsidRPr="004C3E92">
        <w:t>nel Brandon entend donner ainsi une preuve de l</w:t>
      </w:r>
      <w:r>
        <w:t>’</w:t>
      </w:r>
      <w:r w:rsidR="008C5C61" w:rsidRPr="004C3E92">
        <w:t>intérêt qu</w:t>
      </w:r>
      <w:r>
        <w:t>’</w:t>
      </w:r>
      <w:r w:rsidR="008C5C61" w:rsidRPr="004C3E92">
        <w:t>il prend à ce qui s</w:t>
      </w:r>
      <w:r>
        <w:t>’</w:t>
      </w:r>
      <w:r w:rsidR="008C5C61" w:rsidRPr="004C3E92">
        <w:t>est passé récemment</w:t>
      </w:r>
      <w:r>
        <w:t xml:space="preserve">, – </w:t>
      </w:r>
      <w:r w:rsidR="008C5C61" w:rsidRPr="004C3E92">
        <w:t xml:space="preserve">à la situation cruelle dans laquelle vous a </w:t>
      </w:r>
      <w:proofErr w:type="spellStart"/>
      <w:r w:rsidR="008C5C61" w:rsidRPr="004C3E92">
        <w:t>placée</w:t>
      </w:r>
      <w:proofErr w:type="spellEnd"/>
      <w:r w:rsidR="008C5C61" w:rsidRPr="004C3E92">
        <w:t xml:space="preserve"> la conduite injustifiable de votre f</w:t>
      </w:r>
      <w:r w:rsidR="008C5C61" w:rsidRPr="004C3E92">
        <w:t>a</w:t>
      </w:r>
      <w:r w:rsidR="008C5C61" w:rsidRPr="004C3E92">
        <w:t>mille</w:t>
      </w:r>
      <w:r>
        <w:t xml:space="preserve">, – </w:t>
      </w:r>
      <w:r w:rsidR="008C5C61" w:rsidRPr="004C3E92">
        <w:t>intérêt que nous partageons</w:t>
      </w:r>
      <w:r>
        <w:t xml:space="preserve">, </w:t>
      </w:r>
      <w:r w:rsidR="008C5C61" w:rsidRPr="004C3E92">
        <w:t>j</w:t>
      </w:r>
      <w:r>
        <w:t>’</w:t>
      </w:r>
      <w:r w:rsidR="008C5C61" w:rsidRPr="004C3E92">
        <w:t>en suis sûre</w:t>
      </w:r>
      <w:r>
        <w:t xml:space="preserve">, </w:t>
      </w:r>
      <w:r w:rsidR="008C5C61" w:rsidRPr="004C3E92">
        <w:t>Marianne</w:t>
      </w:r>
      <w:r>
        <w:t xml:space="preserve">, </w:t>
      </w:r>
      <w:r w:rsidR="008C5C61" w:rsidRPr="004C3E92">
        <w:t>moi-même</w:t>
      </w:r>
      <w:r>
        <w:t xml:space="preserve">, </w:t>
      </w:r>
      <w:r w:rsidR="008C5C61" w:rsidRPr="004C3E92">
        <w:t>et tous vos amis</w:t>
      </w:r>
      <w:r>
        <w:t xml:space="preserve"> ; </w:t>
      </w:r>
      <w:r w:rsidR="008C5C61" w:rsidRPr="004C3E92">
        <w:t>et une preuve</w:t>
      </w:r>
      <w:r>
        <w:t xml:space="preserve">, </w:t>
      </w:r>
      <w:r w:rsidR="008C5C61" w:rsidRPr="004C3E92">
        <w:t>également</w:t>
      </w:r>
      <w:r>
        <w:t xml:space="preserve">, </w:t>
      </w:r>
      <w:r w:rsidR="008C5C61" w:rsidRPr="004C3E92">
        <w:t>de sa haute estime pour votre caractère en général</w:t>
      </w:r>
      <w:r>
        <w:t xml:space="preserve">, </w:t>
      </w:r>
      <w:r w:rsidR="008C5C61" w:rsidRPr="004C3E92">
        <w:t>et de sa particuli</w:t>
      </w:r>
      <w:r w:rsidR="008C5C61" w:rsidRPr="004C3E92">
        <w:t>è</w:t>
      </w:r>
      <w:r w:rsidR="008C5C61" w:rsidRPr="004C3E92">
        <w:t>re approbation de votre attitude dans les circonstances prése</w:t>
      </w:r>
      <w:r w:rsidR="008C5C61" w:rsidRPr="004C3E92">
        <w:t>n</w:t>
      </w:r>
      <w:r w:rsidR="008C5C61" w:rsidRPr="004C3E92">
        <w:t>tes</w:t>
      </w:r>
      <w:r>
        <w:t>.</w:t>
      </w:r>
    </w:p>
    <w:p w14:paraId="24A53264" w14:textId="77777777" w:rsidR="004A4993" w:rsidRDefault="004A4993" w:rsidP="004A4993">
      <w:r>
        <w:t>— </w:t>
      </w:r>
      <w:r w:rsidR="008C5C61" w:rsidRPr="004C3E92">
        <w:t>Que le colonel Brandon me donne un bénéfice</w:t>
      </w:r>
      <w:r>
        <w:t xml:space="preserve">, – </w:t>
      </w:r>
      <w:r w:rsidR="008C5C61" w:rsidRPr="004C3E92">
        <w:t>à moi</w:t>
      </w:r>
      <w:r>
        <w:t xml:space="preserve"> ! </w:t>
      </w:r>
      <w:r w:rsidR="008C5C61" w:rsidRPr="004C3E92">
        <w:t>Se peut-il que cela soit possible</w:t>
      </w:r>
      <w:r>
        <w:t> ?</w:t>
      </w:r>
    </w:p>
    <w:p w14:paraId="1CFD210A" w14:textId="77777777" w:rsidR="004A4993" w:rsidRDefault="004A4993" w:rsidP="004A4993">
      <w:r>
        <w:lastRenderedPageBreak/>
        <w:t>— </w:t>
      </w:r>
      <w:r w:rsidR="008C5C61" w:rsidRPr="004C3E92">
        <w:t>La méchanceté de votre propre famille fait que vous vous étonnez de trouver quelque part de l</w:t>
      </w:r>
      <w:r>
        <w:t>’</w:t>
      </w:r>
      <w:r w:rsidR="008C5C61" w:rsidRPr="004C3E92">
        <w:t>amitié</w:t>
      </w:r>
      <w:r>
        <w:t>.</w:t>
      </w:r>
    </w:p>
    <w:p w14:paraId="51E6C5CE" w14:textId="77777777" w:rsidR="004A4993" w:rsidRDefault="004A4993" w:rsidP="004A4993">
      <w:r>
        <w:t>— </w:t>
      </w:r>
      <w:r w:rsidR="008C5C61" w:rsidRPr="004C3E92">
        <w:t>Non</w:t>
      </w:r>
      <w:r>
        <w:t xml:space="preserve">, </w:t>
      </w:r>
      <w:r w:rsidR="008C5C61" w:rsidRPr="004C3E92">
        <w:t>répondit-il</w:t>
      </w:r>
      <w:r>
        <w:t xml:space="preserve">, </w:t>
      </w:r>
      <w:r w:rsidR="008C5C61" w:rsidRPr="004C3E92">
        <w:t>prenant soudain conscience de la réal</w:t>
      </w:r>
      <w:r w:rsidR="008C5C61" w:rsidRPr="004C3E92">
        <w:t>i</w:t>
      </w:r>
      <w:r w:rsidR="008C5C61" w:rsidRPr="004C3E92">
        <w:t>té</w:t>
      </w:r>
      <w:r>
        <w:t xml:space="preserve">, </w:t>
      </w:r>
      <w:r w:rsidR="008C5C61" w:rsidRPr="004C3E92">
        <w:t>non pas de la trouver chez vous</w:t>
      </w:r>
      <w:r>
        <w:t xml:space="preserve"> ; </w:t>
      </w:r>
      <w:r w:rsidR="008C5C61" w:rsidRPr="004C3E92">
        <w:t>car je ne puis ignorer que c</w:t>
      </w:r>
      <w:r>
        <w:t>’</w:t>
      </w:r>
      <w:r w:rsidR="008C5C61" w:rsidRPr="004C3E92">
        <w:t>est à vous</w:t>
      </w:r>
      <w:r>
        <w:t xml:space="preserve">, </w:t>
      </w:r>
      <w:r w:rsidR="008C5C61" w:rsidRPr="004C3E92">
        <w:t>à votre bonté</w:t>
      </w:r>
      <w:r>
        <w:t xml:space="preserve">, </w:t>
      </w:r>
      <w:r w:rsidR="008C5C61" w:rsidRPr="004C3E92">
        <w:t>que je dois tout cela</w:t>
      </w:r>
      <w:r>
        <w:t xml:space="preserve">. </w:t>
      </w:r>
      <w:r w:rsidR="008C5C61" w:rsidRPr="004C3E92">
        <w:t>Je le sens</w:t>
      </w:r>
      <w:r>
        <w:t xml:space="preserve">, – </w:t>
      </w:r>
      <w:r w:rsidR="008C5C61" w:rsidRPr="004C3E92">
        <w:t>je l</w:t>
      </w:r>
      <w:r>
        <w:t>’</w:t>
      </w:r>
      <w:r w:rsidR="008C5C61" w:rsidRPr="004C3E92">
        <w:t>exprimerais si je le pouvais</w:t>
      </w:r>
      <w:r>
        <w:t xml:space="preserve">, – </w:t>
      </w:r>
      <w:r w:rsidR="008C5C61" w:rsidRPr="004C3E92">
        <w:t>mais</w:t>
      </w:r>
      <w:r>
        <w:t xml:space="preserve">, </w:t>
      </w:r>
      <w:r w:rsidR="008C5C61" w:rsidRPr="004C3E92">
        <w:t>comme vous le savez bien</w:t>
      </w:r>
      <w:r>
        <w:t xml:space="preserve">, </w:t>
      </w:r>
      <w:r w:rsidR="008C5C61" w:rsidRPr="004C3E92">
        <w:t>je ne suis pas orateur</w:t>
      </w:r>
      <w:r>
        <w:t>.</w:t>
      </w:r>
    </w:p>
    <w:p w14:paraId="1E849456" w14:textId="77777777" w:rsidR="004A4993" w:rsidRDefault="004A4993" w:rsidP="004A4993">
      <w:r>
        <w:t>— </w:t>
      </w:r>
      <w:r w:rsidR="008C5C61" w:rsidRPr="004C3E92">
        <w:t>Vous vous trompez fort</w:t>
      </w:r>
      <w:r>
        <w:t xml:space="preserve">. </w:t>
      </w:r>
      <w:r w:rsidR="008C5C61" w:rsidRPr="004C3E92">
        <w:t>Je vous assure que vous le devez entièrement</w:t>
      </w:r>
      <w:r>
        <w:t xml:space="preserve">, </w:t>
      </w:r>
      <w:r w:rsidR="008C5C61" w:rsidRPr="004C3E92">
        <w:t>ou du moins presque entièrement</w:t>
      </w:r>
      <w:r>
        <w:t xml:space="preserve">, </w:t>
      </w:r>
      <w:r w:rsidR="008C5C61" w:rsidRPr="004C3E92">
        <w:t>à votre propre mérite</w:t>
      </w:r>
      <w:r>
        <w:t xml:space="preserve">, </w:t>
      </w:r>
      <w:r w:rsidR="008C5C61" w:rsidRPr="004C3E92">
        <w:t>et au fait que le colonel Brandon l</w:t>
      </w:r>
      <w:r>
        <w:t>’</w:t>
      </w:r>
      <w:r w:rsidR="008C5C61" w:rsidRPr="004C3E92">
        <w:t>ait discerné</w:t>
      </w:r>
      <w:r>
        <w:t xml:space="preserve">. </w:t>
      </w:r>
      <w:r w:rsidR="008C5C61" w:rsidRPr="004C3E92">
        <w:t>Je n</w:t>
      </w:r>
      <w:r>
        <w:t>’</w:t>
      </w:r>
      <w:r w:rsidR="008C5C61" w:rsidRPr="004C3E92">
        <w:t>y suis pour rien</w:t>
      </w:r>
      <w:r>
        <w:t xml:space="preserve">. </w:t>
      </w:r>
      <w:r w:rsidR="008C5C61" w:rsidRPr="004C3E92">
        <w:t>Je ne savais même pas</w:t>
      </w:r>
      <w:r>
        <w:t xml:space="preserve">, </w:t>
      </w:r>
      <w:r w:rsidR="008C5C61" w:rsidRPr="004C3E92">
        <w:t>avant d</w:t>
      </w:r>
      <w:r>
        <w:t>’</w:t>
      </w:r>
      <w:r w:rsidR="008C5C61" w:rsidRPr="004C3E92">
        <w:t>avoir compris son dessein</w:t>
      </w:r>
      <w:r>
        <w:t xml:space="preserve">, </w:t>
      </w:r>
      <w:r w:rsidR="008C5C61" w:rsidRPr="004C3E92">
        <w:t>que le bénéfice fût vacant</w:t>
      </w:r>
      <w:r>
        <w:t xml:space="preserve"> ; </w:t>
      </w:r>
      <w:r w:rsidR="008C5C61" w:rsidRPr="004C3E92">
        <w:t>et l</w:t>
      </w:r>
      <w:r>
        <w:t>’</w:t>
      </w:r>
      <w:r w:rsidR="008C5C61" w:rsidRPr="004C3E92">
        <w:t>idée ne m</w:t>
      </w:r>
      <w:r>
        <w:t>’</w:t>
      </w:r>
      <w:r w:rsidR="008C5C61" w:rsidRPr="004C3E92">
        <w:t>était j</w:t>
      </w:r>
      <w:r w:rsidR="008C5C61" w:rsidRPr="004C3E92">
        <w:t>a</w:t>
      </w:r>
      <w:r w:rsidR="008C5C61" w:rsidRPr="004C3E92">
        <w:t>mais venue</w:t>
      </w:r>
      <w:r>
        <w:t xml:space="preserve">, </w:t>
      </w:r>
      <w:r w:rsidR="008C5C61" w:rsidRPr="004C3E92">
        <w:t>qu</w:t>
      </w:r>
      <w:r>
        <w:t>’</w:t>
      </w:r>
      <w:r w:rsidR="008C5C61" w:rsidRPr="004C3E92">
        <w:t>il pût avoir la disposition d</w:t>
      </w:r>
      <w:r>
        <w:t>’</w:t>
      </w:r>
      <w:r w:rsidR="008C5C61" w:rsidRPr="004C3E92">
        <w:t>un bénéfice sembl</w:t>
      </w:r>
      <w:r w:rsidR="008C5C61" w:rsidRPr="004C3E92">
        <w:t>a</w:t>
      </w:r>
      <w:r w:rsidR="008C5C61" w:rsidRPr="004C3E92">
        <w:t>ble</w:t>
      </w:r>
      <w:r>
        <w:t xml:space="preserve">. </w:t>
      </w:r>
      <w:r w:rsidR="008C5C61" w:rsidRPr="004C3E92">
        <w:t>Comme il s</w:t>
      </w:r>
      <w:r>
        <w:t>’</w:t>
      </w:r>
      <w:r w:rsidR="008C5C61" w:rsidRPr="004C3E92">
        <w:t>agit d</w:t>
      </w:r>
      <w:r>
        <w:t>’</w:t>
      </w:r>
      <w:r w:rsidR="008C5C61" w:rsidRPr="004C3E92">
        <w:t>un de mes amis</w:t>
      </w:r>
      <w:r>
        <w:t xml:space="preserve">, </w:t>
      </w:r>
      <w:r w:rsidR="008C5C61" w:rsidRPr="004C3E92">
        <w:t>d</w:t>
      </w:r>
      <w:r>
        <w:t>’</w:t>
      </w:r>
      <w:r w:rsidR="008C5C61" w:rsidRPr="004C3E92">
        <w:t>un ami de ma famille</w:t>
      </w:r>
      <w:r>
        <w:t xml:space="preserve">, </w:t>
      </w:r>
      <w:r w:rsidR="008C5C61" w:rsidRPr="004C3E92">
        <w:t>il se peut qu</w:t>
      </w:r>
      <w:r>
        <w:t>’</w:t>
      </w:r>
      <w:r w:rsidR="008C5C61" w:rsidRPr="004C3E92">
        <w:t>il ait</w:t>
      </w:r>
      <w:r>
        <w:t xml:space="preserve">, – </w:t>
      </w:r>
      <w:r w:rsidR="008C5C61" w:rsidRPr="004C3E92">
        <w:t>en vérité</w:t>
      </w:r>
      <w:r>
        <w:t xml:space="preserve">, </w:t>
      </w:r>
      <w:r w:rsidR="008C5C61" w:rsidRPr="004C3E92">
        <w:t>j</w:t>
      </w:r>
      <w:r>
        <w:t>’</w:t>
      </w:r>
      <w:r w:rsidR="008C5C61" w:rsidRPr="004C3E92">
        <w:t>en suis sûre</w:t>
      </w:r>
      <w:r>
        <w:t xml:space="preserve"> – </w:t>
      </w:r>
      <w:r w:rsidR="008C5C61" w:rsidRPr="004C3E92">
        <w:t>encore plus de pla</w:t>
      </w:r>
      <w:r w:rsidR="008C5C61" w:rsidRPr="004C3E92">
        <w:t>i</w:t>
      </w:r>
      <w:r w:rsidR="008C5C61" w:rsidRPr="004C3E92">
        <w:t>sir à vous l</w:t>
      </w:r>
      <w:r>
        <w:t>’</w:t>
      </w:r>
      <w:r w:rsidR="008C5C61" w:rsidRPr="004C3E92">
        <w:t>offrir</w:t>
      </w:r>
      <w:r>
        <w:t xml:space="preserve"> ; </w:t>
      </w:r>
      <w:r w:rsidR="008C5C61" w:rsidRPr="004C3E92">
        <w:t>mais</w:t>
      </w:r>
      <w:r>
        <w:t xml:space="preserve">, </w:t>
      </w:r>
      <w:r w:rsidR="008C5C61" w:rsidRPr="004C3E92">
        <w:t>je vous en donne ma parole</w:t>
      </w:r>
      <w:r>
        <w:t xml:space="preserve">, </w:t>
      </w:r>
      <w:r w:rsidR="008C5C61" w:rsidRPr="004C3E92">
        <w:t>vous ne devez rien à mes sollicitations</w:t>
      </w:r>
      <w:r>
        <w:t>.</w:t>
      </w:r>
    </w:p>
    <w:p w14:paraId="02CF19A0" w14:textId="77777777" w:rsidR="004A4993" w:rsidRDefault="008C5C61" w:rsidP="004A4993">
      <w:r w:rsidRPr="004C3E92">
        <w:t xml:space="preserve">La vérité obligeait </w:t>
      </w:r>
      <w:proofErr w:type="spellStart"/>
      <w:r w:rsidRPr="004C3E92">
        <w:t>Elinor</w:t>
      </w:r>
      <w:proofErr w:type="spellEnd"/>
      <w:r w:rsidRPr="004C3E92">
        <w:t xml:space="preserve"> à reconnaître quelque légère pa</w:t>
      </w:r>
      <w:r w:rsidRPr="004C3E92">
        <w:t>r</w:t>
      </w:r>
      <w:r w:rsidRPr="004C3E92">
        <w:t>ticipation à cet acte</w:t>
      </w:r>
      <w:r w:rsidR="004A4993">
        <w:t xml:space="preserve"> ; </w:t>
      </w:r>
      <w:r w:rsidRPr="004C3E92">
        <w:t>mais</w:t>
      </w:r>
      <w:r w:rsidR="004A4993">
        <w:t xml:space="preserve">, </w:t>
      </w:r>
      <w:r w:rsidRPr="004C3E92">
        <w:t>en même temps</w:t>
      </w:r>
      <w:r w:rsidR="004A4993">
        <w:t xml:space="preserve">, </w:t>
      </w:r>
      <w:r w:rsidRPr="004C3E92">
        <w:t>elle désirait si peu apparaître comme bienfaitrice d</w:t>
      </w:r>
      <w:r w:rsidR="004A4993">
        <w:t>’</w:t>
      </w:r>
      <w:r w:rsidRPr="004C3E92">
        <w:t>Edward</w:t>
      </w:r>
      <w:r w:rsidR="004A4993">
        <w:t xml:space="preserve">, </w:t>
      </w:r>
      <w:r w:rsidRPr="004C3E92">
        <w:t>que c</w:t>
      </w:r>
      <w:r w:rsidR="004A4993">
        <w:t>’</w:t>
      </w:r>
      <w:r w:rsidRPr="004C3E92">
        <w:t>est avec hésit</w:t>
      </w:r>
      <w:r w:rsidRPr="004C3E92">
        <w:t>a</w:t>
      </w:r>
      <w:r w:rsidRPr="004C3E92">
        <w:t>tion qu</w:t>
      </w:r>
      <w:r w:rsidR="004A4993">
        <w:t>’</w:t>
      </w:r>
      <w:r w:rsidRPr="004C3E92">
        <w:t>elle le reconnaissait</w:t>
      </w:r>
      <w:r w:rsidR="004A4993">
        <w:t xml:space="preserve"> ; </w:t>
      </w:r>
      <w:r w:rsidRPr="004C3E92">
        <w:t>ce qui contribua probablement à fortifier dans l</w:t>
      </w:r>
      <w:r w:rsidR="004A4993">
        <w:t>’</w:t>
      </w:r>
      <w:r w:rsidRPr="004C3E92">
        <w:t>esprit de celui-ci le soupçon qui y était réce</w:t>
      </w:r>
      <w:r w:rsidRPr="004C3E92">
        <w:t>m</w:t>
      </w:r>
      <w:r w:rsidRPr="004C3E92">
        <w:t>ment entré</w:t>
      </w:r>
      <w:r w:rsidR="004A4993">
        <w:t xml:space="preserve">. </w:t>
      </w:r>
      <w:r w:rsidRPr="004C3E92">
        <w:t>Il resta quelques instants plongé dans une médit</w:t>
      </w:r>
      <w:r w:rsidRPr="004C3E92">
        <w:t>a</w:t>
      </w:r>
      <w:r w:rsidRPr="004C3E92">
        <w:t>tion profonde</w:t>
      </w:r>
      <w:r w:rsidR="004A4993">
        <w:t xml:space="preserve">, </w:t>
      </w:r>
      <w:r w:rsidRPr="004C3E92">
        <w:t>après qu</w:t>
      </w:r>
      <w:r w:rsidR="004A4993">
        <w:t>’</w:t>
      </w:r>
      <w:proofErr w:type="spellStart"/>
      <w:r w:rsidRPr="004C3E92">
        <w:t>Elinor</w:t>
      </w:r>
      <w:proofErr w:type="spellEnd"/>
      <w:r w:rsidRPr="004C3E92">
        <w:t xml:space="preserve"> eut cessé de parler</w:t>
      </w:r>
      <w:r w:rsidR="004A4993">
        <w:t xml:space="preserve"> ; </w:t>
      </w:r>
      <w:r w:rsidRPr="004C3E92">
        <w:t>enfin</w:t>
      </w:r>
      <w:r w:rsidR="004A4993">
        <w:t xml:space="preserve">, </w:t>
      </w:r>
      <w:r w:rsidRPr="004C3E92">
        <w:t>co</w:t>
      </w:r>
      <w:r w:rsidRPr="004C3E92">
        <w:t>m</w:t>
      </w:r>
      <w:r w:rsidRPr="004C3E92">
        <w:t>me si cela lui eût coûté quelque effort</w:t>
      </w:r>
      <w:r w:rsidR="004A4993">
        <w:t xml:space="preserve">, </w:t>
      </w:r>
      <w:r w:rsidRPr="004C3E92">
        <w:t>il dit</w:t>
      </w:r>
      <w:r w:rsidR="004A4993">
        <w:t> :</w:t>
      </w:r>
    </w:p>
    <w:p w14:paraId="27B63C55" w14:textId="77777777" w:rsidR="004A4993" w:rsidRDefault="004A4993" w:rsidP="004A4993">
      <w:r>
        <w:t>— </w:t>
      </w:r>
      <w:r w:rsidR="008C5C61" w:rsidRPr="004C3E92">
        <w:t>Le colonel Brandon paraît être un homme de grande v</w:t>
      </w:r>
      <w:r w:rsidR="008C5C61" w:rsidRPr="004C3E92">
        <w:t>a</w:t>
      </w:r>
      <w:r w:rsidR="008C5C61" w:rsidRPr="004C3E92">
        <w:t>leur et éminemment respectable</w:t>
      </w:r>
      <w:r>
        <w:t xml:space="preserve">. </w:t>
      </w:r>
      <w:r w:rsidR="008C5C61" w:rsidRPr="004C3E92">
        <w:t>J</w:t>
      </w:r>
      <w:r>
        <w:t>’</w:t>
      </w:r>
      <w:r w:rsidR="008C5C61" w:rsidRPr="004C3E92">
        <w:t>ai toujours entendu parler de lui comme tel</w:t>
      </w:r>
      <w:r>
        <w:t xml:space="preserve">, </w:t>
      </w:r>
      <w:r w:rsidR="008C5C61" w:rsidRPr="004C3E92">
        <w:t>et votre frère</w:t>
      </w:r>
      <w:r>
        <w:t xml:space="preserve">, </w:t>
      </w:r>
      <w:r w:rsidR="008C5C61" w:rsidRPr="004C3E92">
        <w:t>je le sais</w:t>
      </w:r>
      <w:r>
        <w:t xml:space="preserve">, </w:t>
      </w:r>
      <w:r w:rsidR="008C5C61" w:rsidRPr="004C3E92">
        <w:t>l</w:t>
      </w:r>
      <w:r>
        <w:t>’</w:t>
      </w:r>
      <w:r w:rsidR="008C5C61" w:rsidRPr="004C3E92">
        <w:t>a en haute estime</w:t>
      </w:r>
      <w:r>
        <w:t xml:space="preserve">. </w:t>
      </w:r>
      <w:r w:rsidR="008C5C61" w:rsidRPr="004C3E92">
        <w:t>Il est incontestablement un homme de bon sens</w:t>
      </w:r>
      <w:r>
        <w:t xml:space="preserve">, </w:t>
      </w:r>
      <w:r w:rsidR="008C5C61" w:rsidRPr="004C3E92">
        <w:t>et ses façons sont celles d</w:t>
      </w:r>
      <w:r>
        <w:t>’</w:t>
      </w:r>
      <w:r w:rsidR="008C5C61" w:rsidRPr="004C3E92">
        <w:t>un gentleman parfait</w:t>
      </w:r>
      <w:r>
        <w:t>.</w:t>
      </w:r>
    </w:p>
    <w:p w14:paraId="38DA43E4" w14:textId="77777777" w:rsidR="004A4993" w:rsidRDefault="004A4993" w:rsidP="004A4993">
      <w:r>
        <w:lastRenderedPageBreak/>
        <w:t>— </w:t>
      </w:r>
      <w:r w:rsidR="008C5C61" w:rsidRPr="004C3E92">
        <w:t>Certes</w:t>
      </w:r>
      <w:r>
        <w:t xml:space="preserve">, </w:t>
      </w:r>
      <w:r w:rsidR="008C5C61" w:rsidRPr="004C3E92">
        <w:t xml:space="preserve">répondit </w:t>
      </w:r>
      <w:proofErr w:type="spellStart"/>
      <w:r w:rsidR="008C5C61" w:rsidRPr="004C3E92">
        <w:t>Elinor</w:t>
      </w:r>
      <w:proofErr w:type="spellEnd"/>
      <w:r>
        <w:t xml:space="preserve">, </w:t>
      </w:r>
      <w:r w:rsidR="008C5C61" w:rsidRPr="004C3E92">
        <w:t>je crois que vous constaterez</w:t>
      </w:r>
      <w:r>
        <w:t xml:space="preserve">, </w:t>
      </w:r>
      <w:r w:rsidR="008C5C61" w:rsidRPr="004C3E92">
        <w:t>quand vous le connaîtrez mieux</w:t>
      </w:r>
      <w:r>
        <w:t xml:space="preserve">, </w:t>
      </w:r>
      <w:r w:rsidR="008C5C61" w:rsidRPr="004C3E92">
        <w:t>qu</w:t>
      </w:r>
      <w:r>
        <w:t>’</w:t>
      </w:r>
      <w:r w:rsidR="008C5C61" w:rsidRPr="004C3E92">
        <w:t>il est en tout point conforme à ce qu</w:t>
      </w:r>
      <w:r>
        <w:t>’</w:t>
      </w:r>
      <w:r w:rsidR="008C5C61" w:rsidRPr="004C3E92">
        <w:t>on vous en a dit</w:t>
      </w:r>
      <w:r>
        <w:t xml:space="preserve"> ; </w:t>
      </w:r>
      <w:r w:rsidR="008C5C61" w:rsidRPr="004C3E92">
        <w:t>et comme vous allez être si proches voisins</w:t>
      </w:r>
      <w:r>
        <w:t xml:space="preserve"> (</w:t>
      </w:r>
      <w:r w:rsidR="008C5C61" w:rsidRPr="004C3E92">
        <w:t>car je crois comprendre que le presbytère est presque tout à côté du manoir</w:t>
      </w:r>
      <w:r>
        <w:t xml:space="preserve">), </w:t>
      </w:r>
      <w:r w:rsidR="008C5C61" w:rsidRPr="004C3E92">
        <w:t>il est particulièrement important qu</w:t>
      </w:r>
      <w:r>
        <w:t>’</w:t>
      </w:r>
      <w:r w:rsidR="008C5C61" w:rsidRPr="004C3E92">
        <w:t>il le soit effectivement</w:t>
      </w:r>
      <w:r>
        <w:t>.</w:t>
      </w:r>
    </w:p>
    <w:p w14:paraId="39D95E98" w14:textId="77777777" w:rsidR="004A4993" w:rsidRDefault="008C5C61" w:rsidP="004A4993">
      <w:r w:rsidRPr="004C3E92">
        <w:t>Edward ne répondit rien</w:t>
      </w:r>
      <w:r w:rsidR="004A4993">
        <w:t xml:space="preserve"> ; </w:t>
      </w:r>
      <w:r w:rsidRPr="004C3E92">
        <w:t>mais lorsqu</w:t>
      </w:r>
      <w:r w:rsidR="004A4993">
        <w:t>’</w:t>
      </w:r>
      <w:r w:rsidRPr="004C3E92">
        <w:t>elle eut détourné la tête</w:t>
      </w:r>
      <w:r w:rsidR="004A4993">
        <w:t xml:space="preserve">, </w:t>
      </w:r>
      <w:r w:rsidRPr="004C3E92">
        <w:t>il lui lança un regard si grave</w:t>
      </w:r>
      <w:r w:rsidR="004A4993">
        <w:t xml:space="preserve">, </w:t>
      </w:r>
      <w:r w:rsidRPr="004C3E92">
        <w:t>si sérieux</w:t>
      </w:r>
      <w:r w:rsidR="004A4993">
        <w:t xml:space="preserve">, </w:t>
      </w:r>
      <w:r w:rsidRPr="004C3E92">
        <w:t>si vide de joie</w:t>
      </w:r>
      <w:r w:rsidR="004A4993">
        <w:t xml:space="preserve">, </w:t>
      </w:r>
      <w:r w:rsidRPr="004C3E92">
        <w:t>qu</w:t>
      </w:r>
      <w:r w:rsidR="004A4993">
        <w:t>’</w:t>
      </w:r>
      <w:r w:rsidRPr="004C3E92">
        <w:t>il semblait dire qu</w:t>
      </w:r>
      <w:r w:rsidR="004A4993">
        <w:t>’</w:t>
      </w:r>
      <w:r w:rsidRPr="004C3E92">
        <w:t>il pourrait dorénavant désirer que la di</w:t>
      </w:r>
      <w:r w:rsidRPr="004C3E92">
        <w:t>s</w:t>
      </w:r>
      <w:r w:rsidRPr="004C3E92">
        <w:t>tance entre le presbytère et le manoir fût beaucoup plus grande</w:t>
      </w:r>
      <w:r w:rsidR="004A4993">
        <w:t>.</w:t>
      </w:r>
    </w:p>
    <w:p w14:paraId="49E5F163" w14:textId="77777777" w:rsidR="004A4993" w:rsidRDefault="004A4993" w:rsidP="004A4993">
      <w:r>
        <w:t>— </w:t>
      </w:r>
      <w:r w:rsidR="008C5C61" w:rsidRPr="004C3E92">
        <w:t>Le colonel Brandon</w:t>
      </w:r>
      <w:r>
        <w:t xml:space="preserve">, </w:t>
      </w:r>
      <w:r w:rsidR="008C5C61" w:rsidRPr="004C3E92">
        <w:t>je crois</w:t>
      </w:r>
      <w:r>
        <w:t xml:space="preserve">, </w:t>
      </w:r>
      <w:r w:rsidR="008C5C61" w:rsidRPr="004C3E92">
        <w:t>a son logement dans St</w:t>
      </w:r>
      <w:r>
        <w:t xml:space="preserve">. </w:t>
      </w:r>
      <w:proofErr w:type="spellStart"/>
      <w:r w:rsidR="008C5C61" w:rsidRPr="004C3E92">
        <w:t>James</w:t>
      </w:r>
      <w:r>
        <w:t>’</w:t>
      </w:r>
      <w:r w:rsidR="008C5C61" w:rsidRPr="004C3E92">
        <w:t>s</w:t>
      </w:r>
      <w:proofErr w:type="spellEnd"/>
      <w:r w:rsidR="008C5C61" w:rsidRPr="004C3E92">
        <w:t xml:space="preserve"> Street</w:t>
      </w:r>
      <w:r>
        <w:t xml:space="preserve">, </w:t>
      </w:r>
      <w:r w:rsidR="008C5C61" w:rsidRPr="004C3E92">
        <w:t>dit-il</w:t>
      </w:r>
      <w:r>
        <w:t xml:space="preserve">, </w:t>
      </w:r>
      <w:r w:rsidR="008C5C61" w:rsidRPr="004C3E92">
        <w:t>peu de temps après</w:t>
      </w:r>
      <w:r>
        <w:t xml:space="preserve">, </w:t>
      </w:r>
      <w:r w:rsidR="008C5C61" w:rsidRPr="004C3E92">
        <w:t>en se levant de sa chaise</w:t>
      </w:r>
      <w:r>
        <w:t>.</w:t>
      </w:r>
    </w:p>
    <w:p w14:paraId="2815D7B9" w14:textId="77777777" w:rsidR="004A4993" w:rsidRDefault="008C5C61" w:rsidP="004A4993">
      <w:proofErr w:type="spellStart"/>
      <w:r w:rsidRPr="004C3E92">
        <w:t>Elinor</w:t>
      </w:r>
      <w:proofErr w:type="spellEnd"/>
      <w:r w:rsidRPr="004C3E92">
        <w:t xml:space="preserve"> lui indiqua le numéro de la maison</w:t>
      </w:r>
      <w:r w:rsidR="004A4993">
        <w:t>.</w:t>
      </w:r>
    </w:p>
    <w:p w14:paraId="0092F321" w14:textId="77777777" w:rsidR="004A4993" w:rsidRDefault="004A4993" w:rsidP="004A4993">
      <w:r>
        <w:t>— </w:t>
      </w:r>
      <w:r w:rsidR="008C5C61" w:rsidRPr="004C3E92">
        <w:t>Il faut donc que je me hâte d</w:t>
      </w:r>
      <w:r>
        <w:t>’</w:t>
      </w:r>
      <w:r w:rsidR="008C5C61" w:rsidRPr="004C3E92">
        <w:t>aller lui porter les reme</w:t>
      </w:r>
      <w:r w:rsidR="008C5C61" w:rsidRPr="004C3E92">
        <w:t>r</w:t>
      </w:r>
      <w:r w:rsidR="008C5C61" w:rsidRPr="004C3E92">
        <w:t>ciements que vous ne voulez pas me permettre de vous faire</w:t>
      </w:r>
      <w:r>
        <w:t xml:space="preserve">, </w:t>
      </w:r>
      <w:r w:rsidR="008C5C61" w:rsidRPr="004C3E92">
        <w:t>et lui donner l</w:t>
      </w:r>
      <w:r>
        <w:t>’</w:t>
      </w:r>
      <w:r w:rsidR="008C5C61" w:rsidRPr="004C3E92">
        <w:t>assurance qu</w:t>
      </w:r>
      <w:r>
        <w:t>’</w:t>
      </w:r>
      <w:r w:rsidR="008C5C61" w:rsidRPr="004C3E92">
        <w:t>il a fait de moi un homme très</w:t>
      </w:r>
      <w:r>
        <w:t xml:space="preserve">… </w:t>
      </w:r>
      <w:r w:rsidR="008C5C61" w:rsidRPr="004C3E92">
        <w:t>un homme extrêmement heureux</w:t>
      </w:r>
      <w:r>
        <w:t>.</w:t>
      </w:r>
    </w:p>
    <w:p w14:paraId="4E293341" w14:textId="77777777" w:rsidR="004A4993" w:rsidRDefault="008C5C61" w:rsidP="004A4993">
      <w:proofErr w:type="spellStart"/>
      <w:r w:rsidRPr="004C3E92">
        <w:t>Elinor</w:t>
      </w:r>
      <w:proofErr w:type="spellEnd"/>
      <w:r w:rsidRPr="004C3E92">
        <w:t xml:space="preserve"> n</w:t>
      </w:r>
      <w:r w:rsidR="004A4993">
        <w:t>’</w:t>
      </w:r>
      <w:r w:rsidRPr="004C3E92">
        <w:t>offrit pas de le retenir davantage</w:t>
      </w:r>
      <w:r w:rsidR="004A4993">
        <w:t xml:space="preserve"> ; </w:t>
      </w:r>
      <w:r w:rsidRPr="004C3E92">
        <w:t>et ils se sépar</w:t>
      </w:r>
      <w:r w:rsidRPr="004C3E92">
        <w:t>è</w:t>
      </w:r>
      <w:r w:rsidRPr="004C3E92">
        <w:t>rent</w:t>
      </w:r>
      <w:r w:rsidR="004A4993">
        <w:t xml:space="preserve">, </w:t>
      </w:r>
      <w:r w:rsidRPr="004C3E92">
        <w:t>avec</w:t>
      </w:r>
      <w:r w:rsidR="004A4993">
        <w:t xml:space="preserve">, </w:t>
      </w:r>
      <w:r w:rsidRPr="004C3E92">
        <w:t>chez elle</w:t>
      </w:r>
      <w:r w:rsidR="004A4993">
        <w:t xml:space="preserve">, </w:t>
      </w:r>
      <w:r w:rsidRPr="004C3E92">
        <w:t>les assurances fort sincères de ses vœux i</w:t>
      </w:r>
      <w:r w:rsidRPr="004C3E92">
        <w:t>n</w:t>
      </w:r>
      <w:r w:rsidRPr="004C3E92">
        <w:t>cessants de bonheur dans tous les changements de situation qui pourraient lui échoir</w:t>
      </w:r>
      <w:r w:rsidR="004A4993">
        <w:t xml:space="preserve">, </w:t>
      </w:r>
      <w:r w:rsidRPr="004C3E92">
        <w:t>et</w:t>
      </w:r>
      <w:r w:rsidR="004A4993">
        <w:t xml:space="preserve">, </w:t>
      </w:r>
      <w:r w:rsidRPr="004C3E92">
        <w:t>chez lui</w:t>
      </w:r>
      <w:r w:rsidR="004A4993">
        <w:t xml:space="preserve">, </w:t>
      </w:r>
      <w:r w:rsidRPr="004C3E92">
        <w:t>une tentative d</w:t>
      </w:r>
      <w:r w:rsidR="004A4993">
        <w:t>’</w:t>
      </w:r>
      <w:r w:rsidRPr="004C3E92">
        <w:t>assurance r</w:t>
      </w:r>
      <w:r w:rsidRPr="004C3E92">
        <w:t>é</w:t>
      </w:r>
      <w:r w:rsidRPr="004C3E92">
        <w:t>ciproque</w:t>
      </w:r>
      <w:r w:rsidR="004A4993">
        <w:t xml:space="preserve">, </w:t>
      </w:r>
      <w:r w:rsidRPr="004C3E92">
        <w:t>plutôt que le pouvoir de l</w:t>
      </w:r>
      <w:r w:rsidR="004A4993">
        <w:t>’</w:t>
      </w:r>
      <w:r w:rsidRPr="004C3E92">
        <w:t>exprimer</w:t>
      </w:r>
      <w:r w:rsidR="004A4993">
        <w:t>.</w:t>
      </w:r>
    </w:p>
    <w:p w14:paraId="2467F692" w14:textId="77777777" w:rsidR="004A4993" w:rsidRDefault="004A4993" w:rsidP="004A4993">
      <w:r>
        <w:t>— </w:t>
      </w:r>
      <w:r w:rsidR="008C5C61" w:rsidRPr="004C3E92">
        <w:t>Quand je le reverrai</w:t>
      </w:r>
      <w:r>
        <w:t xml:space="preserve">, </w:t>
      </w:r>
      <w:r w:rsidR="008C5C61" w:rsidRPr="004C3E92">
        <w:t xml:space="preserve">se dit </w:t>
      </w:r>
      <w:proofErr w:type="spellStart"/>
      <w:r w:rsidR="008C5C61" w:rsidRPr="004C3E92">
        <w:t>Elinor</w:t>
      </w:r>
      <w:proofErr w:type="spellEnd"/>
      <w:r>
        <w:t xml:space="preserve">, </w:t>
      </w:r>
      <w:r w:rsidR="008C5C61" w:rsidRPr="004C3E92">
        <w:t>au moment où la porte se refermait sur lui</w:t>
      </w:r>
      <w:r>
        <w:t xml:space="preserve">, </w:t>
      </w:r>
      <w:r w:rsidR="008C5C61" w:rsidRPr="004C3E92">
        <w:t>ce sera comme mari de Lucy</w:t>
      </w:r>
      <w:r>
        <w:t>.</w:t>
      </w:r>
    </w:p>
    <w:p w14:paraId="7E55C507" w14:textId="77777777" w:rsidR="004A4993" w:rsidRDefault="008C5C61" w:rsidP="004A4993">
      <w:r w:rsidRPr="004C3E92">
        <w:t>Et c</w:t>
      </w:r>
      <w:r w:rsidR="004A4993">
        <w:t>’</w:t>
      </w:r>
      <w:r w:rsidRPr="004C3E92">
        <w:t>est avec cette agréable perspective qu</w:t>
      </w:r>
      <w:r w:rsidR="004A4993">
        <w:t>’</w:t>
      </w:r>
      <w:r w:rsidRPr="004C3E92">
        <w:t>elle s</w:t>
      </w:r>
      <w:r w:rsidR="004A4993">
        <w:t>’</w:t>
      </w:r>
      <w:r w:rsidRPr="004C3E92">
        <w:t>assit pour repasser en revue le passé</w:t>
      </w:r>
      <w:r w:rsidR="004A4993">
        <w:t xml:space="preserve">, </w:t>
      </w:r>
      <w:r w:rsidRPr="004C3E92">
        <w:t>se rappeler les paroles</w:t>
      </w:r>
      <w:r w:rsidR="004A4993">
        <w:t xml:space="preserve">, </w:t>
      </w:r>
      <w:r w:rsidRPr="004C3E92">
        <w:t>et essayer de comprendre tous les sentiments d</w:t>
      </w:r>
      <w:r w:rsidR="004A4993">
        <w:t>’</w:t>
      </w:r>
      <w:r w:rsidRPr="004C3E92">
        <w:t>Edward</w:t>
      </w:r>
      <w:r w:rsidR="004A4993">
        <w:t xml:space="preserve"> ; </w:t>
      </w:r>
      <w:r w:rsidRPr="004C3E92">
        <w:t>et</w:t>
      </w:r>
      <w:r w:rsidR="004A4993">
        <w:t xml:space="preserve">, </w:t>
      </w:r>
      <w:r w:rsidRPr="004C3E92">
        <w:lastRenderedPageBreak/>
        <w:t>bien entendu pour songer avec mécontentement aux siens propres</w:t>
      </w:r>
      <w:r w:rsidR="004A4993">
        <w:t>.</w:t>
      </w:r>
    </w:p>
    <w:p w14:paraId="03CEBA65" w14:textId="77777777" w:rsidR="004A4993" w:rsidRDefault="008C5C61" w:rsidP="004A4993">
      <w:r w:rsidRPr="004C3E92">
        <w:t>Lorsque Mrs</w:t>
      </w:r>
      <w:r w:rsidR="004A4993">
        <w:t xml:space="preserve">. </w:t>
      </w:r>
      <w:r w:rsidRPr="004C3E92">
        <w:t>Jennings rentra</w:t>
      </w:r>
      <w:r w:rsidR="004A4993">
        <w:t xml:space="preserve">, </w:t>
      </w:r>
      <w:r w:rsidRPr="004C3E92">
        <w:t>bien qu</w:t>
      </w:r>
      <w:r w:rsidR="004A4993">
        <w:t>’</w:t>
      </w:r>
      <w:r w:rsidRPr="004C3E92">
        <w:t>elle fût allée voir des gens qu</w:t>
      </w:r>
      <w:r w:rsidR="004A4993">
        <w:t>’</w:t>
      </w:r>
      <w:r w:rsidRPr="004C3E92">
        <w:t>elle n</w:t>
      </w:r>
      <w:r w:rsidR="004A4993">
        <w:t>’</w:t>
      </w:r>
      <w:r w:rsidRPr="004C3E92">
        <w:t>avait encore jamais vus</w:t>
      </w:r>
      <w:r w:rsidR="004A4993">
        <w:t xml:space="preserve">, </w:t>
      </w:r>
      <w:r w:rsidRPr="004C3E92">
        <w:t>et au sujet desquels</w:t>
      </w:r>
      <w:r w:rsidR="004A4993">
        <w:t xml:space="preserve">, </w:t>
      </w:r>
      <w:r w:rsidRPr="004C3E92">
        <w:t>en conséquence</w:t>
      </w:r>
      <w:r w:rsidR="004A4993">
        <w:t xml:space="preserve">, </w:t>
      </w:r>
      <w:r w:rsidRPr="004C3E92">
        <w:t>elle devait avoir beaucoup de choses à dire</w:t>
      </w:r>
      <w:r w:rsidR="004A4993">
        <w:t xml:space="preserve">, </w:t>
      </w:r>
      <w:r w:rsidRPr="004C3E92">
        <w:t>son esprit était tellement plus préoccupé de l</w:t>
      </w:r>
      <w:r w:rsidR="004A4993">
        <w:t>’</w:t>
      </w:r>
      <w:r w:rsidRPr="004C3E92">
        <w:t>important secret en sa possession</w:t>
      </w:r>
      <w:r w:rsidR="004A4993">
        <w:t xml:space="preserve">, </w:t>
      </w:r>
      <w:r w:rsidRPr="004C3E92">
        <w:t>que de toute autre chose</w:t>
      </w:r>
      <w:r w:rsidR="004A4993">
        <w:t xml:space="preserve">, </w:t>
      </w:r>
      <w:r w:rsidRPr="004C3E92">
        <w:t>qu</w:t>
      </w:r>
      <w:r w:rsidR="004A4993">
        <w:t>’</w:t>
      </w:r>
      <w:r w:rsidRPr="004C3E92">
        <w:t>elle y revint aussitôt qu</w:t>
      </w:r>
      <w:r w:rsidR="004A4993">
        <w:t>’</w:t>
      </w:r>
      <w:proofErr w:type="spellStart"/>
      <w:r w:rsidRPr="004C3E92">
        <w:t>Elinor</w:t>
      </w:r>
      <w:proofErr w:type="spellEnd"/>
      <w:r w:rsidRPr="004C3E92">
        <w:t xml:space="preserve"> eut reparu</w:t>
      </w:r>
      <w:r w:rsidR="004A4993">
        <w:t>.</w:t>
      </w:r>
    </w:p>
    <w:p w14:paraId="7ACC51D0" w14:textId="77777777" w:rsidR="004A4993" w:rsidRDefault="004A4993" w:rsidP="004A4993">
      <w:r>
        <w:t>— </w:t>
      </w:r>
      <w:r w:rsidR="008C5C61" w:rsidRPr="004C3E92">
        <w:t>Eh bien</w:t>
      </w:r>
      <w:r>
        <w:t xml:space="preserve">, </w:t>
      </w:r>
      <w:r w:rsidR="008C5C61" w:rsidRPr="004C3E92">
        <w:t>ma chérie</w:t>
      </w:r>
      <w:r>
        <w:t xml:space="preserve">, </w:t>
      </w:r>
      <w:r w:rsidR="008C5C61" w:rsidRPr="004C3E92">
        <w:t>s</w:t>
      </w:r>
      <w:r>
        <w:t>’</w:t>
      </w:r>
      <w:r w:rsidR="008C5C61" w:rsidRPr="004C3E92">
        <w:t>écria-t-elle</w:t>
      </w:r>
      <w:r>
        <w:t xml:space="preserve">, </w:t>
      </w:r>
      <w:r w:rsidR="008C5C61" w:rsidRPr="004C3E92">
        <w:t>je vous ai envoyé le je</w:t>
      </w:r>
      <w:r w:rsidR="008C5C61" w:rsidRPr="004C3E92">
        <w:t>u</w:t>
      </w:r>
      <w:r w:rsidR="008C5C61" w:rsidRPr="004C3E92">
        <w:t>ne homme</w:t>
      </w:r>
      <w:r>
        <w:t xml:space="preserve"> ! </w:t>
      </w:r>
      <w:r w:rsidR="008C5C61" w:rsidRPr="004C3E92">
        <w:t>N</w:t>
      </w:r>
      <w:r>
        <w:t>’</w:t>
      </w:r>
      <w:r w:rsidR="008C5C61" w:rsidRPr="004C3E92">
        <w:t>ai-je pas bien fait</w:t>
      </w:r>
      <w:r>
        <w:t xml:space="preserve"> ? </w:t>
      </w:r>
      <w:r w:rsidR="008C5C61" w:rsidRPr="004C3E92">
        <w:t>Et je suppose que vous n</w:t>
      </w:r>
      <w:r>
        <w:t>’</w:t>
      </w:r>
      <w:r w:rsidR="008C5C61" w:rsidRPr="004C3E92">
        <w:t>avez pas eu beaucoup de difficulté</w:t>
      </w:r>
      <w:r>
        <w:t xml:space="preserve">… </w:t>
      </w:r>
      <w:r w:rsidR="008C5C61" w:rsidRPr="004C3E92">
        <w:t>que vous n</w:t>
      </w:r>
      <w:r>
        <w:t>’</w:t>
      </w:r>
      <w:r w:rsidR="008C5C61" w:rsidRPr="004C3E92">
        <w:t>avez pas trouvé chez lui trop de répugnance à accepter votre proposition</w:t>
      </w:r>
      <w:r>
        <w:t> ?</w:t>
      </w:r>
    </w:p>
    <w:p w14:paraId="38D09489" w14:textId="77777777" w:rsidR="004A4993" w:rsidRDefault="004A4993" w:rsidP="004A4993">
      <w:r>
        <w:t>— </w:t>
      </w:r>
      <w:r w:rsidR="008C5C61" w:rsidRPr="004C3E92">
        <w:t>Non</w:t>
      </w:r>
      <w:r>
        <w:t xml:space="preserve">, </w:t>
      </w:r>
      <w:r w:rsidR="008C5C61" w:rsidRPr="004C3E92">
        <w:t>madame</w:t>
      </w:r>
      <w:r>
        <w:t xml:space="preserve"> ; </w:t>
      </w:r>
      <w:r w:rsidR="008C5C61" w:rsidRPr="004C3E92">
        <w:t>cela n</w:t>
      </w:r>
      <w:r>
        <w:t>’</w:t>
      </w:r>
      <w:r w:rsidR="008C5C61" w:rsidRPr="004C3E92">
        <w:t>était guère probable</w:t>
      </w:r>
      <w:r>
        <w:t>.</w:t>
      </w:r>
    </w:p>
    <w:p w14:paraId="6F314929" w14:textId="77777777" w:rsidR="004A4993" w:rsidRDefault="004A4993" w:rsidP="004A4993">
      <w:r>
        <w:t>— </w:t>
      </w:r>
      <w:r w:rsidR="008C5C61" w:rsidRPr="004C3E92">
        <w:t>Bon</w:t>
      </w:r>
      <w:r>
        <w:t xml:space="preserve">, </w:t>
      </w:r>
      <w:r w:rsidR="008C5C61" w:rsidRPr="004C3E92">
        <w:t>et quand sera-t-il prêt</w:t>
      </w:r>
      <w:r>
        <w:t xml:space="preserve"> ? </w:t>
      </w:r>
      <w:r w:rsidR="008C5C61" w:rsidRPr="004C3E92">
        <w:t>Car il semble que tout en dépende</w:t>
      </w:r>
      <w:r>
        <w:t>.</w:t>
      </w:r>
    </w:p>
    <w:p w14:paraId="6F14BE85" w14:textId="77777777" w:rsidR="004A4993" w:rsidRDefault="004A4993" w:rsidP="004A4993">
      <w:r>
        <w:t>— </w:t>
      </w:r>
      <w:r w:rsidR="008C5C61" w:rsidRPr="004C3E92">
        <w:t>En vérité</w:t>
      </w:r>
      <w:r>
        <w:t xml:space="preserve">, </w:t>
      </w:r>
      <w:r w:rsidR="008C5C61" w:rsidRPr="004C3E92">
        <w:t xml:space="preserve">dit </w:t>
      </w:r>
      <w:proofErr w:type="spellStart"/>
      <w:r w:rsidR="008C5C61" w:rsidRPr="004C3E92">
        <w:t>Elinor</w:t>
      </w:r>
      <w:proofErr w:type="spellEnd"/>
      <w:r>
        <w:t xml:space="preserve">, </w:t>
      </w:r>
      <w:r w:rsidR="008C5C61" w:rsidRPr="004C3E92">
        <w:t>je m</w:t>
      </w:r>
      <w:r>
        <w:t>’</w:t>
      </w:r>
      <w:r w:rsidR="008C5C61" w:rsidRPr="004C3E92">
        <w:t>y connais si peu</w:t>
      </w:r>
      <w:r>
        <w:t xml:space="preserve">, </w:t>
      </w:r>
      <w:r w:rsidR="008C5C61" w:rsidRPr="004C3E92">
        <w:t>en formalités de ce genre</w:t>
      </w:r>
      <w:r>
        <w:t xml:space="preserve">, </w:t>
      </w:r>
      <w:r w:rsidR="008C5C61" w:rsidRPr="004C3E92">
        <w:t>que je ne puis guère rien hasarder</w:t>
      </w:r>
      <w:r>
        <w:t xml:space="preserve">, </w:t>
      </w:r>
      <w:r w:rsidR="008C5C61" w:rsidRPr="004C3E92">
        <w:t>quant au délai et à la préparation nécessaires</w:t>
      </w:r>
      <w:r>
        <w:t xml:space="preserve"> ; </w:t>
      </w:r>
      <w:r w:rsidR="008C5C61" w:rsidRPr="004C3E92">
        <w:t>mais je suppose que dans deux ou trois mois</w:t>
      </w:r>
      <w:r>
        <w:t xml:space="preserve">, </w:t>
      </w:r>
      <w:r w:rsidR="008C5C61" w:rsidRPr="004C3E92">
        <w:t>son ordination pourra être achevée</w:t>
      </w:r>
      <w:r>
        <w:t>.</w:t>
      </w:r>
    </w:p>
    <w:p w14:paraId="219E93CA" w14:textId="77777777" w:rsidR="004A4993" w:rsidRDefault="004A4993" w:rsidP="004A4993">
      <w:r>
        <w:t>— </w:t>
      </w:r>
      <w:r w:rsidR="008C5C61" w:rsidRPr="004C3E92">
        <w:t>Deux ou trois mois</w:t>
      </w:r>
      <w:r>
        <w:t xml:space="preserve"> ! </w:t>
      </w:r>
      <w:r w:rsidR="008C5C61" w:rsidRPr="004C3E92">
        <w:t>s</w:t>
      </w:r>
      <w:r>
        <w:t>’</w:t>
      </w:r>
      <w:r w:rsidR="008C5C61" w:rsidRPr="004C3E92">
        <w:t>écria Mrs</w:t>
      </w:r>
      <w:r>
        <w:t xml:space="preserve">. </w:t>
      </w:r>
      <w:r w:rsidR="008C5C61" w:rsidRPr="004C3E92">
        <w:t>Jennings</w:t>
      </w:r>
      <w:r>
        <w:t xml:space="preserve">. </w:t>
      </w:r>
      <w:r w:rsidR="008C5C61" w:rsidRPr="004C3E92">
        <w:t>Grand Dieu</w:t>
      </w:r>
      <w:r>
        <w:t xml:space="preserve"> ! </w:t>
      </w:r>
      <w:r w:rsidR="008C5C61" w:rsidRPr="004C3E92">
        <w:t>ma chérie</w:t>
      </w:r>
      <w:r>
        <w:t xml:space="preserve">, </w:t>
      </w:r>
      <w:r w:rsidR="008C5C61" w:rsidRPr="004C3E92">
        <w:t>comme vous en parlez avec calme</w:t>
      </w:r>
      <w:r>
        <w:t xml:space="preserve"> ! </w:t>
      </w:r>
      <w:r w:rsidR="008C5C61" w:rsidRPr="004C3E92">
        <w:t>Et le Colonel pourra-t-il attendre deux ou trois mois</w:t>
      </w:r>
      <w:r>
        <w:t xml:space="preserve"> ? </w:t>
      </w:r>
      <w:r w:rsidR="008C5C61" w:rsidRPr="004C3E92">
        <w:t>Saperlotte</w:t>
      </w:r>
      <w:r>
        <w:t xml:space="preserve"> ! </w:t>
      </w:r>
      <w:r w:rsidR="008C5C61" w:rsidRPr="004C3E92">
        <w:t>quant à moi</w:t>
      </w:r>
      <w:r>
        <w:t xml:space="preserve">, </w:t>
      </w:r>
      <w:r w:rsidR="008C5C61" w:rsidRPr="004C3E92">
        <w:t>je sais bien que ça me ferait perdre toute patience</w:t>
      </w:r>
      <w:r>
        <w:t xml:space="preserve"> ! </w:t>
      </w:r>
      <w:r w:rsidR="008C5C61" w:rsidRPr="004C3E92">
        <w:t>Et</w:t>
      </w:r>
      <w:r>
        <w:t xml:space="preserve">, </w:t>
      </w:r>
      <w:r w:rsidR="008C5C61" w:rsidRPr="004C3E92">
        <w:t>bien qu</w:t>
      </w:r>
      <w:r>
        <w:t>’</w:t>
      </w:r>
      <w:r w:rsidR="008C5C61" w:rsidRPr="004C3E92">
        <w:t>on soit très content de faire une amabilité à ce pauvre Mr</w:t>
      </w:r>
      <w:r>
        <w:t xml:space="preserve">. </w:t>
      </w:r>
      <w:proofErr w:type="spellStart"/>
      <w:r w:rsidR="008C5C61" w:rsidRPr="004C3E92">
        <w:t>Ferrars</w:t>
      </w:r>
      <w:proofErr w:type="spellEnd"/>
      <w:r>
        <w:t xml:space="preserve">, </w:t>
      </w:r>
      <w:r w:rsidR="008C5C61" w:rsidRPr="004C3E92">
        <w:t>je crois véritablement qu</w:t>
      </w:r>
      <w:r>
        <w:t>’</w:t>
      </w:r>
      <w:r w:rsidR="008C5C61" w:rsidRPr="004C3E92">
        <w:t>il ne vaut pas la peine de l</w:t>
      </w:r>
      <w:r>
        <w:t>’</w:t>
      </w:r>
      <w:r w:rsidR="008C5C61" w:rsidRPr="004C3E92">
        <w:t>attendre deux ou trois mois</w:t>
      </w:r>
      <w:r>
        <w:t xml:space="preserve">. </w:t>
      </w:r>
      <w:r w:rsidR="008C5C61" w:rsidRPr="004C3E92">
        <w:t>Pour sûr</w:t>
      </w:r>
      <w:r>
        <w:t xml:space="preserve">, </w:t>
      </w:r>
      <w:r w:rsidR="008C5C61" w:rsidRPr="004C3E92">
        <w:t>on pourrait trouver quelqu</w:t>
      </w:r>
      <w:r>
        <w:t>’</w:t>
      </w:r>
      <w:r w:rsidR="008C5C61" w:rsidRPr="004C3E92">
        <w:t>un d</w:t>
      </w:r>
      <w:r>
        <w:t>’</w:t>
      </w:r>
      <w:r w:rsidR="008C5C61" w:rsidRPr="004C3E92">
        <w:t>autre qui ferait aussi bien l</w:t>
      </w:r>
      <w:r>
        <w:t>’</w:t>
      </w:r>
      <w:r w:rsidR="008C5C61" w:rsidRPr="004C3E92">
        <w:t>affaire</w:t>
      </w:r>
      <w:r>
        <w:t xml:space="preserve">, – </w:t>
      </w:r>
      <w:r w:rsidR="008C5C61" w:rsidRPr="004C3E92">
        <w:t>quelqu</w:t>
      </w:r>
      <w:r>
        <w:t>’</w:t>
      </w:r>
      <w:r w:rsidR="008C5C61" w:rsidRPr="004C3E92">
        <w:t>un qui soit déjà dans les ordres</w:t>
      </w:r>
      <w:r>
        <w:t>.</w:t>
      </w:r>
    </w:p>
    <w:p w14:paraId="01A4D573" w14:textId="77777777" w:rsidR="004A4993" w:rsidRDefault="004A4993" w:rsidP="004A4993">
      <w:r>
        <w:lastRenderedPageBreak/>
        <w:t>— </w:t>
      </w:r>
      <w:r w:rsidR="008C5C61" w:rsidRPr="004C3E92">
        <w:t>Chère madame</w:t>
      </w:r>
      <w:r>
        <w:t xml:space="preserve">, </w:t>
      </w:r>
      <w:r w:rsidR="008C5C61" w:rsidRPr="004C3E92">
        <w:t xml:space="preserve">dit </w:t>
      </w:r>
      <w:proofErr w:type="spellStart"/>
      <w:r w:rsidR="008C5C61" w:rsidRPr="004C3E92">
        <w:t>Elinor</w:t>
      </w:r>
      <w:proofErr w:type="spellEnd"/>
      <w:r>
        <w:t xml:space="preserve">, </w:t>
      </w:r>
      <w:r w:rsidR="008C5C61" w:rsidRPr="004C3E92">
        <w:t>à quoi se peut-il que vous pensiez</w:t>
      </w:r>
      <w:r>
        <w:t xml:space="preserve"> ? </w:t>
      </w:r>
      <w:r w:rsidR="008C5C61" w:rsidRPr="004C3E92">
        <w:t>Voyons</w:t>
      </w:r>
      <w:r>
        <w:t xml:space="preserve">, </w:t>
      </w:r>
      <w:r w:rsidR="008C5C61" w:rsidRPr="004C3E92">
        <w:t>le seul but du Colonel</w:t>
      </w:r>
      <w:r>
        <w:t xml:space="preserve">, </w:t>
      </w:r>
      <w:r w:rsidR="008C5C61" w:rsidRPr="004C3E92">
        <w:t>c</w:t>
      </w:r>
      <w:r>
        <w:t>’</w:t>
      </w:r>
      <w:r w:rsidR="008C5C61" w:rsidRPr="004C3E92">
        <w:t>est de rendre service à Mr</w:t>
      </w:r>
      <w:r>
        <w:t xml:space="preserve">. </w:t>
      </w:r>
      <w:proofErr w:type="spellStart"/>
      <w:r w:rsidR="008C5C61" w:rsidRPr="004C3E92">
        <w:t>Ferrars</w:t>
      </w:r>
      <w:proofErr w:type="spellEnd"/>
      <w:r>
        <w:t>.</w:t>
      </w:r>
    </w:p>
    <w:p w14:paraId="4BBB0F31" w14:textId="77777777" w:rsidR="004A4993" w:rsidRDefault="004A4993" w:rsidP="004A4993">
      <w:r>
        <w:t>— </w:t>
      </w:r>
      <w:r w:rsidR="008C5C61" w:rsidRPr="004C3E92">
        <w:t>Dieu vous bénisse</w:t>
      </w:r>
      <w:r>
        <w:t xml:space="preserve">, </w:t>
      </w:r>
      <w:r w:rsidR="008C5C61" w:rsidRPr="004C3E92">
        <w:t>ma chérie</w:t>
      </w:r>
      <w:r>
        <w:t xml:space="preserve"> ! </w:t>
      </w:r>
      <w:r w:rsidR="008C5C61" w:rsidRPr="004C3E92">
        <w:t>Vous ne voulez tout de même pas me persuader que le Colonel ne vous épouse que pour pouvoir donner dix guinées à Mr</w:t>
      </w:r>
      <w:r>
        <w:t xml:space="preserve">. </w:t>
      </w:r>
      <w:proofErr w:type="spellStart"/>
      <w:r w:rsidR="008C5C61" w:rsidRPr="004C3E92">
        <w:t>Ferrars</w:t>
      </w:r>
      <w:proofErr w:type="spellEnd"/>
      <w:r>
        <w:t> !</w:t>
      </w:r>
    </w:p>
    <w:p w14:paraId="3494480B" w14:textId="77777777" w:rsidR="004A4993" w:rsidRDefault="008C5C61" w:rsidP="004A4993">
      <w:r w:rsidRPr="004C3E92">
        <w:t>Le malentendu ne pouvait plus se prolonger</w:t>
      </w:r>
      <w:r w:rsidR="004A4993">
        <w:t xml:space="preserve"> ; </w:t>
      </w:r>
      <w:r w:rsidRPr="004C3E92">
        <w:t>et une expl</w:t>
      </w:r>
      <w:r w:rsidRPr="004C3E92">
        <w:t>i</w:t>
      </w:r>
      <w:r w:rsidRPr="004C3E92">
        <w:t>cation eut lieu immédiatement</w:t>
      </w:r>
      <w:r w:rsidR="004A4993">
        <w:t xml:space="preserve">, </w:t>
      </w:r>
      <w:r w:rsidRPr="004C3E92">
        <w:t>qui leur causa à toutes deux beaucoup d</w:t>
      </w:r>
      <w:r w:rsidR="004A4993">
        <w:t>’</w:t>
      </w:r>
      <w:r w:rsidRPr="004C3E92">
        <w:t>amusement sur le moment</w:t>
      </w:r>
      <w:r w:rsidR="004A4993">
        <w:t xml:space="preserve">, </w:t>
      </w:r>
      <w:r w:rsidRPr="004C3E92">
        <w:t>sans perte sensible de bonheur pour l</w:t>
      </w:r>
      <w:r w:rsidR="004A4993">
        <w:t>’</w:t>
      </w:r>
      <w:r w:rsidRPr="004C3E92">
        <w:t>une ni l</w:t>
      </w:r>
      <w:r w:rsidR="004A4993">
        <w:t>’</w:t>
      </w:r>
      <w:r w:rsidRPr="004C3E92">
        <w:t>autre</w:t>
      </w:r>
      <w:r w:rsidR="004A4993">
        <w:t xml:space="preserve">, </w:t>
      </w:r>
      <w:r w:rsidRPr="004C3E92">
        <w:t>car Mrs</w:t>
      </w:r>
      <w:r w:rsidR="004A4993">
        <w:t xml:space="preserve">. </w:t>
      </w:r>
      <w:r w:rsidRPr="004C3E92">
        <w:t>Jennings ne fit que tr</w:t>
      </w:r>
      <w:r w:rsidRPr="004C3E92">
        <w:t>o</w:t>
      </w:r>
      <w:r w:rsidRPr="004C3E92">
        <w:t>quer une forme de ravissement contre une autre</w:t>
      </w:r>
      <w:r w:rsidR="004A4993">
        <w:t xml:space="preserve">, </w:t>
      </w:r>
      <w:r w:rsidRPr="004C3E92">
        <w:t>sans renoncer pour cela à son espoir de la première</w:t>
      </w:r>
      <w:r w:rsidR="004A4993">
        <w:t>.</w:t>
      </w:r>
    </w:p>
    <w:p w14:paraId="0C19B9DF" w14:textId="77777777" w:rsidR="004A4993" w:rsidRDefault="004A4993" w:rsidP="004A4993">
      <w:r>
        <w:t>— </w:t>
      </w:r>
      <w:r w:rsidR="008C5C61" w:rsidRPr="004C3E92">
        <w:t>Oui-da</w:t>
      </w:r>
      <w:r>
        <w:t xml:space="preserve">, </w:t>
      </w:r>
      <w:r w:rsidR="008C5C61" w:rsidRPr="004C3E92">
        <w:t>le presbytère est tout petit</w:t>
      </w:r>
      <w:r>
        <w:t xml:space="preserve">, </w:t>
      </w:r>
      <w:r w:rsidR="008C5C61" w:rsidRPr="004C3E92">
        <w:t>dit-elle</w:t>
      </w:r>
      <w:r>
        <w:t xml:space="preserve">, </w:t>
      </w:r>
      <w:r w:rsidR="008C5C61" w:rsidRPr="004C3E92">
        <w:t>après que fut passé le premier bouillonnement de surprise et de satisfaction</w:t>
      </w:r>
      <w:r>
        <w:t xml:space="preserve">, </w:t>
      </w:r>
      <w:r w:rsidR="008C5C61" w:rsidRPr="004C3E92">
        <w:t>et il se peut bien qu</w:t>
      </w:r>
      <w:r>
        <w:t>’</w:t>
      </w:r>
      <w:r w:rsidR="008C5C61" w:rsidRPr="004C3E92">
        <w:t>il soit en mauvais état d</w:t>
      </w:r>
      <w:r>
        <w:t>’</w:t>
      </w:r>
      <w:r w:rsidR="008C5C61" w:rsidRPr="004C3E92">
        <w:t>entretien</w:t>
      </w:r>
      <w:r>
        <w:t xml:space="preserve"> ; </w:t>
      </w:r>
      <w:r w:rsidR="008C5C61" w:rsidRPr="004C3E92">
        <w:t>mais songer qu</w:t>
      </w:r>
      <w:r>
        <w:t>’</w:t>
      </w:r>
      <w:r w:rsidR="008C5C61" w:rsidRPr="004C3E92">
        <w:t>un homme s</w:t>
      </w:r>
      <w:r>
        <w:t>’</w:t>
      </w:r>
      <w:r w:rsidR="008C5C61" w:rsidRPr="004C3E92">
        <w:t>excuse</w:t>
      </w:r>
      <w:r>
        <w:t xml:space="preserve">, </w:t>
      </w:r>
      <w:r w:rsidR="008C5C61" w:rsidRPr="004C3E92">
        <w:t>comme je le croyais</w:t>
      </w:r>
      <w:r>
        <w:t xml:space="preserve">, </w:t>
      </w:r>
      <w:r w:rsidR="008C5C61" w:rsidRPr="004C3E92">
        <w:t>d</w:t>
      </w:r>
      <w:r>
        <w:t>’</w:t>
      </w:r>
      <w:r w:rsidR="008C5C61" w:rsidRPr="004C3E92">
        <w:t>une ma</w:t>
      </w:r>
      <w:r w:rsidR="008C5C61" w:rsidRPr="004C3E92">
        <w:t>i</w:t>
      </w:r>
      <w:r w:rsidR="008C5C61" w:rsidRPr="004C3E92">
        <w:t>son qui a</w:t>
      </w:r>
      <w:r>
        <w:t xml:space="preserve">, </w:t>
      </w:r>
      <w:r w:rsidR="008C5C61" w:rsidRPr="004C3E92">
        <w:t>à ma connaissance</w:t>
      </w:r>
      <w:r>
        <w:t xml:space="preserve">, </w:t>
      </w:r>
      <w:r w:rsidR="008C5C61" w:rsidRPr="004C3E92">
        <w:t>cinq pièces d</w:t>
      </w:r>
      <w:r>
        <w:t>’</w:t>
      </w:r>
      <w:r w:rsidR="008C5C61" w:rsidRPr="004C3E92">
        <w:t>habitation au rez-de-chaussée</w:t>
      </w:r>
      <w:r>
        <w:t xml:space="preserve">, </w:t>
      </w:r>
      <w:r w:rsidR="008C5C61" w:rsidRPr="004C3E92">
        <w:t>et qui</w:t>
      </w:r>
      <w:r>
        <w:t xml:space="preserve">, </w:t>
      </w:r>
      <w:r w:rsidR="008C5C61" w:rsidRPr="004C3E92">
        <w:t>je crois bien que la femme de charge me l</w:t>
      </w:r>
      <w:r>
        <w:t>’</w:t>
      </w:r>
      <w:r w:rsidR="008C5C61" w:rsidRPr="004C3E92">
        <w:t>a dit</w:t>
      </w:r>
      <w:r>
        <w:t xml:space="preserve">, </w:t>
      </w:r>
      <w:r w:rsidR="008C5C61" w:rsidRPr="004C3E92">
        <w:t>peut recevoir quinze lits</w:t>
      </w:r>
      <w:r>
        <w:t xml:space="preserve"> ! </w:t>
      </w:r>
      <w:r w:rsidR="008C5C61" w:rsidRPr="004C3E92">
        <w:t>Et auprès de vous</w:t>
      </w:r>
      <w:r>
        <w:t xml:space="preserve">, </w:t>
      </w:r>
      <w:r w:rsidR="008C5C61" w:rsidRPr="004C3E92">
        <w:t>encore</w:t>
      </w:r>
      <w:r>
        <w:t xml:space="preserve">, </w:t>
      </w:r>
      <w:r w:rsidR="008C5C61" w:rsidRPr="004C3E92">
        <w:t>qui avez été habituée à habiter la maisonnette de Barton</w:t>
      </w:r>
      <w:r>
        <w:t xml:space="preserve"> ! </w:t>
      </w:r>
      <w:r w:rsidR="008C5C61" w:rsidRPr="004C3E92">
        <w:t>Ça m</w:t>
      </w:r>
      <w:r>
        <w:t>’</w:t>
      </w:r>
      <w:r w:rsidR="008C5C61" w:rsidRPr="004C3E92">
        <w:t>a paru absolument ridicule</w:t>
      </w:r>
      <w:r>
        <w:t xml:space="preserve"> ! </w:t>
      </w:r>
      <w:r w:rsidR="008C5C61" w:rsidRPr="004C3E92">
        <w:t>Mais</w:t>
      </w:r>
      <w:r>
        <w:t xml:space="preserve">, </w:t>
      </w:r>
      <w:r w:rsidR="008C5C61" w:rsidRPr="004C3E92">
        <w:t>ma chérie</w:t>
      </w:r>
      <w:r>
        <w:t xml:space="preserve">, </w:t>
      </w:r>
      <w:r w:rsidR="008C5C61" w:rsidRPr="004C3E92">
        <w:t>il faudra que nous disions un mot au Colonel pour qu</w:t>
      </w:r>
      <w:r>
        <w:t>’</w:t>
      </w:r>
      <w:r w:rsidR="008C5C61" w:rsidRPr="004C3E92">
        <w:t>il fasse quelque chose pour le presbytère</w:t>
      </w:r>
      <w:r>
        <w:t xml:space="preserve">, </w:t>
      </w:r>
      <w:r w:rsidR="008C5C61" w:rsidRPr="004C3E92">
        <w:t>et qu</w:t>
      </w:r>
      <w:r>
        <w:t>’</w:t>
      </w:r>
      <w:r w:rsidR="008C5C61" w:rsidRPr="004C3E92">
        <w:t>il le rende confortable pour eux</w:t>
      </w:r>
      <w:r>
        <w:t xml:space="preserve">, </w:t>
      </w:r>
      <w:r w:rsidR="008C5C61" w:rsidRPr="004C3E92">
        <w:t>avant que L</w:t>
      </w:r>
      <w:r w:rsidR="008C5C61" w:rsidRPr="004C3E92">
        <w:t>u</w:t>
      </w:r>
      <w:r w:rsidR="008C5C61" w:rsidRPr="004C3E92">
        <w:t>cy ne s</w:t>
      </w:r>
      <w:r>
        <w:t>’</w:t>
      </w:r>
      <w:r w:rsidR="008C5C61" w:rsidRPr="004C3E92">
        <w:t>y installe</w:t>
      </w:r>
      <w:r>
        <w:t>.</w:t>
      </w:r>
    </w:p>
    <w:p w14:paraId="58946EA6" w14:textId="77777777" w:rsidR="004A4993" w:rsidRDefault="004A4993" w:rsidP="004A4993">
      <w:r>
        <w:t>— </w:t>
      </w:r>
      <w:r w:rsidR="008C5C61" w:rsidRPr="004C3E92">
        <w:t>Mais le colonel Brandon semble bien croire que ce bén</w:t>
      </w:r>
      <w:r w:rsidR="008C5C61" w:rsidRPr="004C3E92">
        <w:t>é</w:t>
      </w:r>
      <w:r w:rsidR="008C5C61" w:rsidRPr="004C3E92">
        <w:t>fice sera absolument insuffisant pour leur permettre de se m</w:t>
      </w:r>
      <w:r w:rsidR="008C5C61" w:rsidRPr="004C3E92">
        <w:t>a</w:t>
      </w:r>
      <w:r w:rsidR="008C5C61" w:rsidRPr="004C3E92">
        <w:t>rier</w:t>
      </w:r>
      <w:r>
        <w:t>.</w:t>
      </w:r>
    </w:p>
    <w:p w14:paraId="47E0AD8F" w14:textId="77777777" w:rsidR="004A4993" w:rsidRDefault="004A4993" w:rsidP="004A4993">
      <w:r>
        <w:t>— </w:t>
      </w:r>
      <w:r w:rsidR="008C5C61" w:rsidRPr="004C3E92">
        <w:t>Le Colonel est un nigaud</w:t>
      </w:r>
      <w:r>
        <w:t xml:space="preserve">, </w:t>
      </w:r>
      <w:r w:rsidR="008C5C61" w:rsidRPr="004C3E92">
        <w:t>ma chérie</w:t>
      </w:r>
      <w:r>
        <w:t xml:space="preserve"> ; </w:t>
      </w:r>
      <w:r w:rsidR="008C5C61" w:rsidRPr="004C3E92">
        <w:t>parce qu</w:t>
      </w:r>
      <w:r>
        <w:t>’</w:t>
      </w:r>
      <w:r w:rsidR="008C5C61" w:rsidRPr="004C3E92">
        <w:t>il dispose lui-même de deux mille livres par an</w:t>
      </w:r>
      <w:r>
        <w:t xml:space="preserve">, </w:t>
      </w:r>
      <w:r w:rsidR="008C5C61" w:rsidRPr="004C3E92">
        <w:t>il s</w:t>
      </w:r>
      <w:r>
        <w:t>’</w:t>
      </w:r>
      <w:r w:rsidR="008C5C61" w:rsidRPr="004C3E92">
        <w:t>imagine que personne ne peut se marier avec un revenu moindre</w:t>
      </w:r>
      <w:r>
        <w:t xml:space="preserve">. </w:t>
      </w:r>
      <w:r w:rsidR="008C5C61" w:rsidRPr="004C3E92">
        <w:t>Croyez-</w:t>
      </w:r>
      <w:r w:rsidR="008C5C61" w:rsidRPr="004C3E92">
        <w:lastRenderedPageBreak/>
        <w:t>moi sur p</w:t>
      </w:r>
      <w:r w:rsidR="008C5C61" w:rsidRPr="004C3E92">
        <w:t>a</w:t>
      </w:r>
      <w:r w:rsidR="008C5C61" w:rsidRPr="004C3E92">
        <w:t>role</w:t>
      </w:r>
      <w:r>
        <w:t xml:space="preserve"> : </w:t>
      </w:r>
      <w:r w:rsidR="008C5C61" w:rsidRPr="004C3E92">
        <w:t>si je suis encore de ce monde</w:t>
      </w:r>
      <w:r>
        <w:t xml:space="preserve">, </w:t>
      </w:r>
      <w:r w:rsidR="008C5C61" w:rsidRPr="004C3E92">
        <w:t>je ferai une visite au presb</w:t>
      </w:r>
      <w:r w:rsidR="008C5C61" w:rsidRPr="004C3E92">
        <w:t>y</w:t>
      </w:r>
      <w:r w:rsidR="008C5C61" w:rsidRPr="004C3E92">
        <w:t xml:space="preserve">tère de </w:t>
      </w:r>
      <w:proofErr w:type="spellStart"/>
      <w:r w:rsidR="008C5C61" w:rsidRPr="004C3E92">
        <w:t>Delaford</w:t>
      </w:r>
      <w:proofErr w:type="spellEnd"/>
      <w:r w:rsidR="008C5C61" w:rsidRPr="004C3E92">
        <w:t xml:space="preserve"> avant la Saint-Michel</w:t>
      </w:r>
      <w:r>
        <w:t xml:space="preserve"> ; </w:t>
      </w:r>
      <w:r w:rsidR="008C5C61" w:rsidRPr="004C3E92">
        <w:t>et</w:t>
      </w:r>
      <w:r>
        <w:t xml:space="preserve">, </w:t>
      </w:r>
      <w:r w:rsidR="008C5C61" w:rsidRPr="004C3E92">
        <w:t>certes</w:t>
      </w:r>
      <w:r>
        <w:t xml:space="preserve">, </w:t>
      </w:r>
      <w:r w:rsidR="008C5C61" w:rsidRPr="004C3E92">
        <w:t>je ne m</w:t>
      </w:r>
      <w:r>
        <w:t>’</w:t>
      </w:r>
      <w:r w:rsidR="008C5C61" w:rsidRPr="004C3E92">
        <w:t>y re</w:t>
      </w:r>
      <w:r w:rsidR="008C5C61" w:rsidRPr="004C3E92">
        <w:t>n</w:t>
      </w:r>
      <w:r w:rsidR="008C5C61" w:rsidRPr="004C3E92">
        <w:t>drai pas si Lucy n</w:t>
      </w:r>
      <w:r>
        <w:t>’</w:t>
      </w:r>
      <w:r w:rsidR="008C5C61" w:rsidRPr="004C3E92">
        <w:t>y est pas</w:t>
      </w:r>
      <w:r>
        <w:t>.</w:t>
      </w:r>
    </w:p>
    <w:p w14:paraId="6E0205CC" w14:textId="77777777" w:rsidR="004A4993" w:rsidRDefault="008C5C61" w:rsidP="004A4993">
      <w:proofErr w:type="spellStart"/>
      <w:r w:rsidRPr="004C3E92">
        <w:t>Elinor</w:t>
      </w:r>
      <w:proofErr w:type="spellEnd"/>
      <w:r w:rsidRPr="004C3E92">
        <w:t xml:space="preserve"> était loin de partager son opinion</w:t>
      </w:r>
      <w:r w:rsidR="004A4993">
        <w:t xml:space="preserve">, </w:t>
      </w:r>
      <w:r w:rsidRPr="004C3E92">
        <w:t>quant à la prob</w:t>
      </w:r>
      <w:r w:rsidRPr="004C3E92">
        <w:t>a</w:t>
      </w:r>
      <w:r w:rsidRPr="004C3E92">
        <w:t>bilité qu</w:t>
      </w:r>
      <w:r w:rsidR="004A4993">
        <w:t>’</w:t>
      </w:r>
      <w:r w:rsidRPr="004C3E92">
        <w:t>ils n</w:t>
      </w:r>
      <w:r w:rsidR="004A4993">
        <w:t>’</w:t>
      </w:r>
      <w:r w:rsidRPr="004C3E92">
        <w:t>attendissent pas d</w:t>
      </w:r>
      <w:r w:rsidR="004A4993">
        <w:t>’</w:t>
      </w:r>
      <w:r w:rsidRPr="004C3E92">
        <w:t>avoir un surcroît de ressources</w:t>
      </w:r>
      <w:r w:rsidR="004A4993">
        <w:t> !</w:t>
      </w:r>
    </w:p>
    <w:p w14:paraId="774B501C" w14:textId="116F1840" w:rsidR="008C5C61" w:rsidRPr="004C3E92" w:rsidRDefault="008C5C61" w:rsidP="004A4993">
      <w:pPr>
        <w:pStyle w:val="Titre1"/>
      </w:pPr>
      <w:bookmarkStart w:id="40" w:name="_Toc196409825"/>
      <w:r w:rsidRPr="004C3E92">
        <w:lastRenderedPageBreak/>
        <w:t>CHAPITRE XLI</w:t>
      </w:r>
      <w:bookmarkEnd w:id="40"/>
      <w:r w:rsidRPr="004C3E92">
        <w:br/>
      </w:r>
    </w:p>
    <w:p w14:paraId="13F7A5F5" w14:textId="77777777" w:rsidR="004A4993" w:rsidRDefault="008C5C61" w:rsidP="004A4993">
      <w:r w:rsidRPr="004C3E92">
        <w:t>Edward</w:t>
      </w:r>
      <w:r w:rsidR="004A4993">
        <w:t xml:space="preserve">, </w:t>
      </w:r>
      <w:r w:rsidRPr="004C3E92">
        <w:t>ayant présenté ses remerciements au colonel Brandon</w:t>
      </w:r>
      <w:r w:rsidR="004A4993">
        <w:t xml:space="preserve">, </w:t>
      </w:r>
      <w:r w:rsidRPr="004C3E92">
        <w:t>alla retrouver Lucy</w:t>
      </w:r>
      <w:r w:rsidR="004A4993">
        <w:t xml:space="preserve">, </w:t>
      </w:r>
      <w:r w:rsidRPr="004C3E92">
        <w:t>chargé de son bonheur</w:t>
      </w:r>
      <w:r w:rsidR="004A4993">
        <w:t xml:space="preserve"> ; </w:t>
      </w:r>
      <w:r w:rsidRPr="004C3E92">
        <w:t>et il en débordait à tel point</w:t>
      </w:r>
      <w:r w:rsidR="004A4993">
        <w:t xml:space="preserve">, </w:t>
      </w:r>
      <w:r w:rsidRPr="004C3E92">
        <w:t>lorsqu</w:t>
      </w:r>
      <w:r w:rsidR="004A4993">
        <w:t>’</w:t>
      </w:r>
      <w:r w:rsidRPr="004C3E92">
        <w:t xml:space="preserve">il arriva à </w:t>
      </w:r>
      <w:proofErr w:type="spellStart"/>
      <w:r w:rsidRPr="004C3E92">
        <w:t>Bartlett</w:t>
      </w:r>
      <w:r w:rsidR="004A4993">
        <w:t>’</w:t>
      </w:r>
      <w:r w:rsidRPr="004C3E92">
        <w:t>s</w:t>
      </w:r>
      <w:proofErr w:type="spellEnd"/>
      <w:r w:rsidRPr="004C3E92">
        <w:t xml:space="preserve"> Buildings</w:t>
      </w:r>
      <w:r w:rsidR="004A4993">
        <w:t xml:space="preserve">, </w:t>
      </w:r>
      <w:r w:rsidRPr="004C3E92">
        <w:t>qu</w:t>
      </w:r>
      <w:r w:rsidR="004A4993">
        <w:t>’</w:t>
      </w:r>
      <w:r w:rsidRPr="004C3E92">
        <w:t>elle fut en mesure d</w:t>
      </w:r>
      <w:r w:rsidR="004A4993">
        <w:t>’</w:t>
      </w:r>
      <w:r w:rsidRPr="004C3E92">
        <w:t>assurer à Mrs</w:t>
      </w:r>
      <w:r w:rsidR="004A4993">
        <w:t xml:space="preserve">. </w:t>
      </w:r>
      <w:r w:rsidRPr="004C3E92">
        <w:t>Jennings</w:t>
      </w:r>
      <w:r w:rsidR="004A4993">
        <w:t xml:space="preserve">, </w:t>
      </w:r>
      <w:r w:rsidRPr="004C3E92">
        <w:t>qui retourna la voir le lendemain pour la féliciter</w:t>
      </w:r>
      <w:r w:rsidR="004A4993">
        <w:t xml:space="preserve">, </w:t>
      </w:r>
      <w:r w:rsidRPr="004C3E92">
        <w:t>qu</w:t>
      </w:r>
      <w:r w:rsidR="004A4993">
        <w:t>’</w:t>
      </w:r>
      <w:r w:rsidRPr="004C3E92">
        <w:t>elle ne l</w:t>
      </w:r>
      <w:r w:rsidR="004A4993">
        <w:t>’</w:t>
      </w:r>
      <w:r w:rsidRPr="004C3E92">
        <w:t>avait jamais enc</w:t>
      </w:r>
      <w:r w:rsidRPr="004C3E92">
        <w:t>o</w:t>
      </w:r>
      <w:r w:rsidRPr="004C3E92">
        <w:t>re</w:t>
      </w:r>
      <w:r w:rsidR="004A4993">
        <w:t xml:space="preserve">, </w:t>
      </w:r>
      <w:r w:rsidRPr="004C3E92">
        <w:t>de sa vie</w:t>
      </w:r>
      <w:r w:rsidR="004A4993">
        <w:t xml:space="preserve">, </w:t>
      </w:r>
      <w:r w:rsidRPr="004C3E92">
        <w:t>vu si plein d</w:t>
      </w:r>
      <w:r w:rsidR="004A4993">
        <w:t>’</w:t>
      </w:r>
      <w:r w:rsidRPr="004C3E92">
        <w:t>entrain</w:t>
      </w:r>
      <w:r w:rsidR="004A4993">
        <w:t>.</w:t>
      </w:r>
    </w:p>
    <w:p w14:paraId="7152155C" w14:textId="77777777" w:rsidR="004A4993" w:rsidRDefault="008C5C61" w:rsidP="004A4993">
      <w:r w:rsidRPr="004C3E92">
        <w:t>Son propre bonheur et son propre entrain étaient</w:t>
      </w:r>
      <w:r w:rsidR="004A4993">
        <w:t xml:space="preserve">, </w:t>
      </w:r>
      <w:r w:rsidRPr="004C3E92">
        <w:t>du moins</w:t>
      </w:r>
      <w:r w:rsidR="004A4993">
        <w:t xml:space="preserve">, </w:t>
      </w:r>
      <w:r w:rsidRPr="004C3E92">
        <w:t>fort certains</w:t>
      </w:r>
      <w:r w:rsidR="004A4993">
        <w:t xml:space="preserve"> ; </w:t>
      </w:r>
      <w:r w:rsidRPr="004C3E92">
        <w:t>et elle s</w:t>
      </w:r>
      <w:r w:rsidR="004A4993">
        <w:t>’</w:t>
      </w:r>
      <w:r w:rsidRPr="004C3E92">
        <w:t>associa de tout cœur à l</w:t>
      </w:r>
      <w:r w:rsidR="004A4993">
        <w:t>’</w:t>
      </w:r>
      <w:r w:rsidRPr="004C3E92">
        <w:t>espoir</w:t>
      </w:r>
      <w:r w:rsidR="004A4993">
        <w:t xml:space="preserve">, </w:t>
      </w:r>
      <w:r w:rsidRPr="004C3E92">
        <w:t>e</w:t>
      </w:r>
      <w:r w:rsidRPr="004C3E92">
        <w:t>x</w:t>
      </w:r>
      <w:r w:rsidRPr="004C3E92">
        <w:t>primé par Mrs</w:t>
      </w:r>
      <w:r w:rsidR="004A4993">
        <w:t xml:space="preserve">. </w:t>
      </w:r>
      <w:r w:rsidRPr="004C3E92">
        <w:t>Jennings</w:t>
      </w:r>
      <w:r w:rsidR="004A4993">
        <w:t xml:space="preserve">, </w:t>
      </w:r>
      <w:r w:rsidRPr="004C3E92">
        <w:t>de se retrouver tous bien confort</w:t>
      </w:r>
      <w:r w:rsidRPr="004C3E92">
        <w:t>a</w:t>
      </w:r>
      <w:r w:rsidRPr="004C3E92">
        <w:t xml:space="preserve">blement installés au presbytère de </w:t>
      </w:r>
      <w:proofErr w:type="spellStart"/>
      <w:r w:rsidRPr="004C3E92">
        <w:t>Delaford</w:t>
      </w:r>
      <w:proofErr w:type="spellEnd"/>
      <w:r w:rsidRPr="004C3E92">
        <w:t xml:space="preserve"> avant la Saint-Michel</w:t>
      </w:r>
      <w:r w:rsidR="004A4993">
        <w:t xml:space="preserve">. </w:t>
      </w:r>
      <w:r w:rsidRPr="004C3E92">
        <w:t>Elle se montra</w:t>
      </w:r>
      <w:r w:rsidR="004A4993">
        <w:t xml:space="preserve">, </w:t>
      </w:r>
      <w:r w:rsidRPr="004C3E92">
        <w:t>en même temps</w:t>
      </w:r>
      <w:r w:rsidR="004A4993">
        <w:t xml:space="preserve">, </w:t>
      </w:r>
      <w:r w:rsidRPr="004C3E92">
        <w:t>si éloignée de tout d</w:t>
      </w:r>
      <w:r w:rsidRPr="004C3E92">
        <w:t>é</w:t>
      </w:r>
      <w:r w:rsidRPr="004C3E92">
        <w:t xml:space="preserve">sir de dénier à </w:t>
      </w:r>
      <w:proofErr w:type="spellStart"/>
      <w:r w:rsidRPr="004C3E92">
        <w:t>Elinor</w:t>
      </w:r>
      <w:proofErr w:type="spellEnd"/>
      <w:r w:rsidRPr="004C3E92">
        <w:t xml:space="preserve"> tout le mérite qu</w:t>
      </w:r>
      <w:r w:rsidR="004A4993">
        <w:t>’</w:t>
      </w:r>
      <w:r w:rsidRPr="004C3E92">
        <w:t>Edward tenait à lui r</w:t>
      </w:r>
      <w:r w:rsidRPr="004C3E92">
        <w:t>e</w:t>
      </w:r>
      <w:r w:rsidRPr="004C3E92">
        <w:t>connaître</w:t>
      </w:r>
      <w:r w:rsidR="004A4993">
        <w:t xml:space="preserve">, </w:t>
      </w:r>
      <w:r w:rsidRPr="004C3E92">
        <w:t>qu</w:t>
      </w:r>
      <w:r w:rsidR="004A4993">
        <w:t>’</w:t>
      </w:r>
      <w:r w:rsidRPr="004C3E92">
        <w:t>elle parla de son amitié pour l</w:t>
      </w:r>
      <w:r w:rsidR="004A4993">
        <w:t>’</w:t>
      </w:r>
      <w:r w:rsidRPr="004C3E92">
        <w:t>un et l</w:t>
      </w:r>
      <w:r w:rsidR="004A4993">
        <w:t>’</w:t>
      </w:r>
      <w:r w:rsidRPr="004C3E92">
        <w:t>autre avec l</w:t>
      </w:r>
      <w:r w:rsidR="004A4993">
        <w:t>’</w:t>
      </w:r>
      <w:r w:rsidRPr="004C3E92">
        <w:t>ardeur la plus chargée de gratitude</w:t>
      </w:r>
      <w:r w:rsidR="004A4993">
        <w:t xml:space="preserve">, </w:t>
      </w:r>
      <w:r w:rsidRPr="004C3E92">
        <w:t>qu</w:t>
      </w:r>
      <w:r w:rsidR="004A4993">
        <w:t>’</w:t>
      </w:r>
      <w:r w:rsidRPr="004C3E92">
        <w:t>elle fut prête à avouer toutes les obligations qu</w:t>
      </w:r>
      <w:r w:rsidR="004A4993">
        <w:t>’</w:t>
      </w:r>
      <w:r w:rsidRPr="004C3E92">
        <w:t>ils avaient tous les deux envers elle</w:t>
      </w:r>
      <w:r w:rsidR="004A4993">
        <w:t xml:space="preserve">, </w:t>
      </w:r>
      <w:r w:rsidRPr="004C3E92">
        <w:t>et déclara sans ambages qu</w:t>
      </w:r>
      <w:r w:rsidR="004A4993">
        <w:t>’</w:t>
      </w:r>
      <w:r w:rsidRPr="004C3E92">
        <w:t>elle ne serait jamais surprise d</w:t>
      </w:r>
      <w:r w:rsidR="004A4993">
        <w:t>’</w:t>
      </w:r>
      <w:r w:rsidRPr="004C3E92">
        <w:t xml:space="preserve">aucun effort de la part de miss </w:t>
      </w:r>
      <w:proofErr w:type="spellStart"/>
      <w:r w:rsidRPr="004C3E92">
        <w:t>Dashwood</w:t>
      </w:r>
      <w:proofErr w:type="spellEnd"/>
      <w:r w:rsidR="004A4993">
        <w:t xml:space="preserve">, </w:t>
      </w:r>
      <w:r w:rsidRPr="004C3E92">
        <w:t>présent ou futur</w:t>
      </w:r>
      <w:r w:rsidR="004A4993">
        <w:t xml:space="preserve">, </w:t>
      </w:r>
      <w:r w:rsidRPr="004C3E92">
        <w:t>en vue de leur bien</w:t>
      </w:r>
      <w:r w:rsidR="004A4993">
        <w:t xml:space="preserve">, </w:t>
      </w:r>
      <w:r w:rsidRPr="004C3E92">
        <w:t>car elle la croyait capable de faire tout au monde pour ceux qu</w:t>
      </w:r>
      <w:r w:rsidR="004A4993">
        <w:t>’</w:t>
      </w:r>
      <w:r w:rsidRPr="004C3E92">
        <w:t>elle prisait véritablement</w:t>
      </w:r>
      <w:r w:rsidR="004A4993">
        <w:t xml:space="preserve">. </w:t>
      </w:r>
      <w:r w:rsidRPr="004C3E92">
        <w:t>Quant au colonel Brandon</w:t>
      </w:r>
      <w:r w:rsidR="004A4993">
        <w:t xml:space="preserve">, </w:t>
      </w:r>
      <w:r w:rsidRPr="004C3E92">
        <w:t>elle était non seulement prête à le révérer à l</w:t>
      </w:r>
      <w:r w:rsidR="004A4993">
        <w:t>’</w:t>
      </w:r>
      <w:r w:rsidRPr="004C3E92">
        <w:t>égal d</w:t>
      </w:r>
      <w:r w:rsidR="004A4993">
        <w:t>’</w:t>
      </w:r>
      <w:r w:rsidRPr="004C3E92">
        <w:t>un saint</w:t>
      </w:r>
      <w:r w:rsidR="004A4993">
        <w:t xml:space="preserve">, </w:t>
      </w:r>
      <w:r w:rsidRPr="004C3E92">
        <w:t>mais sincèrement désireuse qu</w:t>
      </w:r>
      <w:r w:rsidR="004A4993">
        <w:t>’</w:t>
      </w:r>
      <w:r w:rsidRPr="004C3E92">
        <w:t>il fût traité comme tel dans to</w:t>
      </w:r>
      <w:r w:rsidRPr="004C3E92">
        <w:t>u</w:t>
      </w:r>
      <w:r w:rsidRPr="004C3E92">
        <w:t>tes les questions d</w:t>
      </w:r>
      <w:r w:rsidR="004A4993">
        <w:t>’</w:t>
      </w:r>
      <w:r w:rsidRPr="004C3E92">
        <w:t>ordre séculier</w:t>
      </w:r>
      <w:r w:rsidR="004A4993">
        <w:t xml:space="preserve"> ; </w:t>
      </w:r>
      <w:r w:rsidRPr="004C3E92">
        <w:t>désireuse que ses dîmes fu</w:t>
      </w:r>
      <w:r w:rsidRPr="004C3E92">
        <w:t>s</w:t>
      </w:r>
      <w:r w:rsidRPr="004C3E92">
        <w:t>sent relevées au maximum</w:t>
      </w:r>
      <w:r w:rsidR="004A4993">
        <w:t xml:space="preserve"> ; </w:t>
      </w:r>
      <w:r w:rsidRPr="004C3E92">
        <w:t>et secrètement résolue à disposer pour elle-même</w:t>
      </w:r>
      <w:r w:rsidR="004A4993">
        <w:t xml:space="preserve">, </w:t>
      </w:r>
      <w:r w:rsidRPr="004C3E92">
        <w:t xml:space="preserve">à </w:t>
      </w:r>
      <w:proofErr w:type="spellStart"/>
      <w:r w:rsidRPr="004C3E92">
        <w:t>Delaford</w:t>
      </w:r>
      <w:proofErr w:type="spellEnd"/>
      <w:r w:rsidR="004A4993">
        <w:t xml:space="preserve">, </w:t>
      </w:r>
      <w:r w:rsidRPr="004C3E92">
        <w:t>dans toute la mesure où cela lui s</w:t>
      </w:r>
      <w:r w:rsidRPr="004C3E92">
        <w:t>e</w:t>
      </w:r>
      <w:r w:rsidRPr="004C3E92">
        <w:t>rait possible</w:t>
      </w:r>
      <w:r w:rsidR="004A4993">
        <w:t xml:space="preserve">, </w:t>
      </w:r>
      <w:r w:rsidRPr="004C3E92">
        <w:t>de ses domestiques</w:t>
      </w:r>
      <w:r w:rsidR="004A4993">
        <w:t xml:space="preserve">, </w:t>
      </w:r>
      <w:r w:rsidRPr="004C3E92">
        <w:t>de sa voiture</w:t>
      </w:r>
      <w:r w:rsidR="004A4993">
        <w:t xml:space="preserve">, </w:t>
      </w:r>
      <w:r w:rsidRPr="004C3E92">
        <w:t>de ses vaches</w:t>
      </w:r>
      <w:r w:rsidR="004A4993">
        <w:t xml:space="preserve">, </w:t>
      </w:r>
      <w:r w:rsidRPr="004C3E92">
        <w:t>et de sa volaille</w:t>
      </w:r>
      <w:r w:rsidR="004A4993">
        <w:t>.</w:t>
      </w:r>
    </w:p>
    <w:p w14:paraId="283115E9" w14:textId="77777777" w:rsidR="004A4993" w:rsidRDefault="008C5C61" w:rsidP="004A4993">
      <w:r w:rsidRPr="004C3E92">
        <w:t>Il y avait</w:t>
      </w:r>
      <w:r w:rsidR="004A4993">
        <w:t xml:space="preserve">, </w:t>
      </w:r>
      <w:r w:rsidRPr="004C3E92">
        <w:t>à présent</w:t>
      </w:r>
      <w:r w:rsidR="004A4993">
        <w:t xml:space="preserve">, </w:t>
      </w:r>
      <w:r w:rsidRPr="004C3E92">
        <w:t>plus d</w:t>
      </w:r>
      <w:r w:rsidR="004A4993">
        <w:t>’</w:t>
      </w:r>
      <w:r w:rsidRPr="004C3E92">
        <w:t xml:space="preserve">une semaine que John </w:t>
      </w:r>
      <w:proofErr w:type="spellStart"/>
      <w:r w:rsidRPr="004C3E92">
        <w:t>Das</w:t>
      </w:r>
      <w:r w:rsidRPr="004C3E92">
        <w:t>h</w:t>
      </w:r>
      <w:r w:rsidRPr="004C3E92">
        <w:t>wood</w:t>
      </w:r>
      <w:proofErr w:type="spellEnd"/>
      <w:r w:rsidRPr="004C3E92">
        <w:t xml:space="preserve"> était venu en visite à Berkeley Street</w:t>
      </w:r>
      <w:r w:rsidR="004A4993">
        <w:t xml:space="preserve">, </w:t>
      </w:r>
      <w:r w:rsidRPr="004C3E92">
        <w:t>et comme</w:t>
      </w:r>
      <w:r w:rsidR="004A4993">
        <w:t xml:space="preserve">, </w:t>
      </w:r>
      <w:r w:rsidRPr="004C3E92">
        <w:lastRenderedPageBreak/>
        <w:t>depuis cette époque</w:t>
      </w:r>
      <w:r w:rsidR="004A4993">
        <w:t xml:space="preserve">, </w:t>
      </w:r>
      <w:r w:rsidRPr="004C3E92">
        <w:t>aucune d</w:t>
      </w:r>
      <w:r w:rsidR="004A4993">
        <w:t>’</w:t>
      </w:r>
      <w:r w:rsidRPr="004C3E92">
        <w:t>entre elles ne s</w:t>
      </w:r>
      <w:r w:rsidR="004A4993">
        <w:t>’</w:t>
      </w:r>
      <w:r w:rsidRPr="004C3E92">
        <w:t>était inquiétée de l</w:t>
      </w:r>
      <w:r w:rsidR="004A4993">
        <w:t>’</w:t>
      </w:r>
      <w:r w:rsidRPr="004C3E92">
        <w:t>indisposition de sa femme</w:t>
      </w:r>
      <w:r w:rsidR="004A4993">
        <w:t xml:space="preserve">, </w:t>
      </w:r>
      <w:r w:rsidRPr="004C3E92">
        <w:t>en dehors d</w:t>
      </w:r>
      <w:r w:rsidR="004A4993">
        <w:t>’</w:t>
      </w:r>
      <w:r w:rsidRPr="004C3E92">
        <w:t>une seule demande de nouvelles verbale</w:t>
      </w:r>
      <w:r w:rsidR="004A4993">
        <w:t xml:space="preserve">, </w:t>
      </w:r>
      <w:proofErr w:type="spellStart"/>
      <w:r w:rsidRPr="004C3E92">
        <w:t>Elinor</w:t>
      </w:r>
      <w:proofErr w:type="spellEnd"/>
      <w:r w:rsidRPr="004C3E92">
        <w:t xml:space="preserve"> commença à estimer nécessaire d</w:t>
      </w:r>
      <w:r w:rsidR="004A4993">
        <w:t>’</w:t>
      </w:r>
      <w:r w:rsidRPr="004C3E92">
        <w:t>aller la voir</w:t>
      </w:r>
      <w:r w:rsidR="004A4993">
        <w:t xml:space="preserve">. </w:t>
      </w:r>
      <w:r w:rsidRPr="004C3E92">
        <w:t>C</w:t>
      </w:r>
      <w:r w:rsidR="004A4993">
        <w:t>’</w:t>
      </w:r>
      <w:r w:rsidRPr="004C3E92">
        <w:t>était là une obligation</w:t>
      </w:r>
      <w:r w:rsidR="004A4993">
        <w:t xml:space="preserve">, </w:t>
      </w:r>
      <w:r w:rsidRPr="004C3E92">
        <w:t>toutefois</w:t>
      </w:r>
      <w:r w:rsidR="004A4993">
        <w:t xml:space="preserve">, </w:t>
      </w:r>
      <w:r w:rsidRPr="004C3E92">
        <w:t>qui allait non seul</w:t>
      </w:r>
      <w:r w:rsidRPr="004C3E92">
        <w:t>e</w:t>
      </w:r>
      <w:r w:rsidRPr="004C3E92">
        <w:t>ment à l</w:t>
      </w:r>
      <w:r w:rsidR="004A4993">
        <w:t>’</w:t>
      </w:r>
      <w:r w:rsidRPr="004C3E92">
        <w:t>encontre de sa propre inclination</w:t>
      </w:r>
      <w:r w:rsidR="004A4993">
        <w:t xml:space="preserve">, </w:t>
      </w:r>
      <w:r w:rsidRPr="004C3E92">
        <w:t>mais qui n</w:t>
      </w:r>
      <w:r w:rsidR="004A4993">
        <w:t>’</w:t>
      </w:r>
      <w:r w:rsidRPr="004C3E92">
        <w:t>était so</w:t>
      </w:r>
      <w:r w:rsidRPr="004C3E92">
        <w:t>u</w:t>
      </w:r>
      <w:r w:rsidRPr="004C3E92">
        <w:t>tenue par aucun encouragement de la part de ses compagnes</w:t>
      </w:r>
      <w:r w:rsidR="004A4993">
        <w:t xml:space="preserve">. </w:t>
      </w:r>
      <w:r w:rsidRPr="004C3E92">
        <w:t>Marianne</w:t>
      </w:r>
      <w:r w:rsidR="004A4993">
        <w:t xml:space="preserve">, </w:t>
      </w:r>
      <w:r w:rsidRPr="004C3E92">
        <w:t>non contente de refuser catégoriquement de s</w:t>
      </w:r>
      <w:r w:rsidR="004A4993">
        <w:t>’</w:t>
      </w:r>
      <w:r w:rsidRPr="004C3E92">
        <w:t>y re</w:t>
      </w:r>
      <w:r w:rsidRPr="004C3E92">
        <w:t>n</w:t>
      </w:r>
      <w:r w:rsidRPr="004C3E92">
        <w:t>dre elle-même</w:t>
      </w:r>
      <w:r w:rsidR="004A4993">
        <w:t xml:space="preserve">, </w:t>
      </w:r>
      <w:r w:rsidRPr="004C3E92">
        <w:t>s</w:t>
      </w:r>
      <w:r w:rsidR="004A4993">
        <w:t>’</w:t>
      </w:r>
      <w:r w:rsidRPr="004C3E92">
        <w:t>employa vigoureusement à empêcher sa sœur d</w:t>
      </w:r>
      <w:r w:rsidR="004A4993">
        <w:t>’</w:t>
      </w:r>
      <w:r w:rsidRPr="004C3E92">
        <w:t>y aller</w:t>
      </w:r>
      <w:r w:rsidR="004A4993">
        <w:t xml:space="preserve"> ; </w:t>
      </w:r>
      <w:r w:rsidRPr="004C3E92">
        <w:t>et Mrs</w:t>
      </w:r>
      <w:r w:rsidR="004A4993">
        <w:t xml:space="preserve">. </w:t>
      </w:r>
      <w:r w:rsidRPr="004C3E92">
        <w:t>Jennings</w:t>
      </w:r>
      <w:r w:rsidR="004A4993">
        <w:t xml:space="preserve">, </w:t>
      </w:r>
      <w:r w:rsidRPr="004C3E92">
        <w:t>bien que sa voiture fût toujours à la disposition d</w:t>
      </w:r>
      <w:r w:rsidR="004A4993">
        <w:t>’</w:t>
      </w:r>
      <w:proofErr w:type="spellStart"/>
      <w:r w:rsidRPr="004C3E92">
        <w:t>Elinor</w:t>
      </w:r>
      <w:proofErr w:type="spellEnd"/>
      <w:r w:rsidR="004A4993">
        <w:t xml:space="preserve">, </w:t>
      </w:r>
      <w:r w:rsidRPr="004C3E92">
        <w:t>éprouvait une telle aversion pour Mrs</w:t>
      </w:r>
      <w:r w:rsidR="004A4993">
        <w:t xml:space="preserve">. </w:t>
      </w:r>
      <w:r w:rsidRPr="004C3E92">
        <w:t xml:space="preserve">John </w:t>
      </w:r>
      <w:proofErr w:type="spellStart"/>
      <w:r w:rsidRPr="004C3E92">
        <w:t>Dashwood</w:t>
      </w:r>
      <w:proofErr w:type="spellEnd"/>
      <w:r w:rsidR="004A4993">
        <w:t xml:space="preserve">, </w:t>
      </w:r>
      <w:r w:rsidRPr="004C3E92">
        <w:t>que pas même sa curiosité de voir comment e</w:t>
      </w:r>
      <w:r w:rsidRPr="004C3E92">
        <w:t>l</w:t>
      </w:r>
      <w:r w:rsidRPr="004C3E92">
        <w:t>le se comportait après la récente découverte</w:t>
      </w:r>
      <w:r w:rsidR="004A4993">
        <w:t xml:space="preserve">, </w:t>
      </w:r>
      <w:r w:rsidRPr="004C3E92">
        <w:t>ni son vif désir de l</w:t>
      </w:r>
      <w:r w:rsidR="004A4993">
        <w:t>’</w:t>
      </w:r>
      <w:r w:rsidRPr="004C3E92">
        <w:t>offenser en prenant la défense d</w:t>
      </w:r>
      <w:r w:rsidR="004A4993">
        <w:t>’</w:t>
      </w:r>
      <w:r w:rsidRPr="004C3E92">
        <w:t>Edward</w:t>
      </w:r>
      <w:r w:rsidR="004A4993">
        <w:t xml:space="preserve">, </w:t>
      </w:r>
      <w:r w:rsidRPr="004C3E92">
        <w:t>ne pouvaient su</w:t>
      </w:r>
      <w:r w:rsidRPr="004C3E92">
        <w:t>r</w:t>
      </w:r>
      <w:r w:rsidRPr="004C3E92">
        <w:t>monter sa répugnance à se retrouver en sa compagnie</w:t>
      </w:r>
      <w:r w:rsidR="004A4993">
        <w:t xml:space="preserve">. </w:t>
      </w:r>
      <w:r w:rsidRPr="004C3E92">
        <w:t>En conséquence</w:t>
      </w:r>
      <w:r w:rsidR="004A4993">
        <w:t xml:space="preserve">, </w:t>
      </w:r>
      <w:proofErr w:type="spellStart"/>
      <w:r w:rsidRPr="004C3E92">
        <w:t>Elinor</w:t>
      </w:r>
      <w:proofErr w:type="spellEnd"/>
      <w:r w:rsidRPr="004C3E92">
        <w:t xml:space="preserve"> se mit en route toute seule pour lui faire une visite</w:t>
      </w:r>
      <w:r w:rsidR="004A4993">
        <w:t xml:space="preserve">, </w:t>
      </w:r>
      <w:r w:rsidRPr="004C3E92">
        <w:t>pour laquelle</w:t>
      </w:r>
      <w:r w:rsidR="004A4993">
        <w:t xml:space="preserve">, </w:t>
      </w:r>
      <w:r w:rsidRPr="004C3E92">
        <w:t>en vérité</w:t>
      </w:r>
      <w:r w:rsidR="004A4993">
        <w:t xml:space="preserve">, </w:t>
      </w:r>
      <w:r w:rsidRPr="004C3E92">
        <w:t>personne n</w:t>
      </w:r>
      <w:r w:rsidR="004A4993">
        <w:t>’</w:t>
      </w:r>
      <w:r w:rsidRPr="004C3E92">
        <w:t>eût pu avoir moins de goût</w:t>
      </w:r>
      <w:r w:rsidR="004A4993">
        <w:t xml:space="preserve">, </w:t>
      </w:r>
      <w:r w:rsidRPr="004C3E92">
        <w:t>et pour courir le risque d</w:t>
      </w:r>
      <w:r w:rsidR="004A4993">
        <w:t>’</w:t>
      </w:r>
      <w:r w:rsidRPr="004C3E92">
        <w:t>un tête-à-tête avec une femme qu</w:t>
      </w:r>
      <w:r w:rsidR="004A4993">
        <w:t>’</w:t>
      </w:r>
      <w:r w:rsidRPr="004C3E92">
        <w:t>aucune des autres n</w:t>
      </w:r>
      <w:r w:rsidR="004A4993">
        <w:t>’</w:t>
      </w:r>
      <w:r w:rsidRPr="004C3E92">
        <w:t>avait autant de raison de déte</w:t>
      </w:r>
      <w:r w:rsidRPr="004C3E92">
        <w:t>s</w:t>
      </w:r>
      <w:r w:rsidRPr="004C3E92">
        <w:t>ter</w:t>
      </w:r>
      <w:r w:rsidR="004A4993">
        <w:t>.</w:t>
      </w:r>
    </w:p>
    <w:p w14:paraId="060135BA" w14:textId="77777777" w:rsidR="004A4993" w:rsidRDefault="008C5C61" w:rsidP="004A4993">
      <w:r w:rsidRPr="004C3E92">
        <w:t>Mrs</w:t>
      </w:r>
      <w:r w:rsidR="004A4993">
        <w:t xml:space="preserve">. </w:t>
      </w:r>
      <w:proofErr w:type="spellStart"/>
      <w:r w:rsidRPr="004C3E92">
        <w:t>Dashwood</w:t>
      </w:r>
      <w:proofErr w:type="spellEnd"/>
      <w:r w:rsidRPr="004C3E92">
        <w:t xml:space="preserve"> n</w:t>
      </w:r>
      <w:r w:rsidR="004A4993">
        <w:t>’</w:t>
      </w:r>
      <w:r w:rsidRPr="004C3E92">
        <w:t>était pas visible</w:t>
      </w:r>
      <w:r w:rsidR="004A4993">
        <w:t xml:space="preserve"> ; </w:t>
      </w:r>
      <w:r w:rsidRPr="004C3E92">
        <w:t>mais avant que la voit</w:t>
      </w:r>
      <w:r w:rsidRPr="004C3E92">
        <w:t>u</w:t>
      </w:r>
      <w:r w:rsidRPr="004C3E92">
        <w:t>re eût pu s</w:t>
      </w:r>
      <w:r w:rsidR="004A4993">
        <w:t>’</w:t>
      </w:r>
      <w:r w:rsidRPr="004C3E92">
        <w:t>éloigner de la maison</w:t>
      </w:r>
      <w:r w:rsidR="004A4993">
        <w:t xml:space="preserve">, </w:t>
      </w:r>
      <w:r w:rsidRPr="004C3E92">
        <w:t>son mari sortit par hasard</w:t>
      </w:r>
      <w:r w:rsidR="004A4993">
        <w:t xml:space="preserve">. </w:t>
      </w:r>
      <w:r w:rsidRPr="004C3E92">
        <w:t xml:space="preserve">Il exprima un vif plaisir à voir </w:t>
      </w:r>
      <w:proofErr w:type="spellStart"/>
      <w:r w:rsidRPr="004C3E92">
        <w:t>Elinor</w:t>
      </w:r>
      <w:proofErr w:type="spellEnd"/>
      <w:r w:rsidR="004A4993">
        <w:t xml:space="preserve">, </w:t>
      </w:r>
      <w:r w:rsidRPr="004C3E92">
        <w:t>lui dit qu</w:t>
      </w:r>
      <w:r w:rsidR="004A4993">
        <w:t>’</w:t>
      </w:r>
      <w:r w:rsidRPr="004C3E92">
        <w:t>il avait précis</w:t>
      </w:r>
      <w:r w:rsidRPr="004C3E92">
        <w:t>é</w:t>
      </w:r>
      <w:r w:rsidRPr="004C3E92">
        <w:t>ment eu l</w:t>
      </w:r>
      <w:r w:rsidR="004A4993">
        <w:t>’</w:t>
      </w:r>
      <w:r w:rsidRPr="004C3E92">
        <w:t>intention de se rendre à Berkeley Street</w:t>
      </w:r>
      <w:r w:rsidR="004A4993">
        <w:t xml:space="preserve">, </w:t>
      </w:r>
      <w:r w:rsidRPr="004C3E92">
        <w:t>et</w:t>
      </w:r>
      <w:r w:rsidR="004A4993">
        <w:t xml:space="preserve">, </w:t>
      </w:r>
      <w:r w:rsidRPr="004C3E92">
        <w:t>lui do</w:t>
      </w:r>
      <w:r w:rsidRPr="004C3E92">
        <w:t>n</w:t>
      </w:r>
      <w:r w:rsidRPr="004C3E92">
        <w:t>nant l</w:t>
      </w:r>
      <w:r w:rsidR="004A4993">
        <w:t>’</w:t>
      </w:r>
      <w:r w:rsidRPr="004C3E92">
        <w:t>assurance que Fanny serait très contente de la voir</w:t>
      </w:r>
      <w:r w:rsidR="004A4993">
        <w:t xml:space="preserve">, </w:t>
      </w:r>
      <w:r w:rsidRPr="004C3E92">
        <w:t>l</w:t>
      </w:r>
      <w:r w:rsidR="004A4993">
        <w:t>’</w:t>
      </w:r>
      <w:r w:rsidRPr="004C3E92">
        <w:t>invita à entrer</w:t>
      </w:r>
      <w:r w:rsidR="004A4993">
        <w:t>.</w:t>
      </w:r>
    </w:p>
    <w:p w14:paraId="243327B9" w14:textId="77777777" w:rsidR="004A4993" w:rsidRDefault="008C5C61" w:rsidP="004A4993">
      <w:r w:rsidRPr="004C3E92">
        <w:t>Ils montèrent au salon</w:t>
      </w:r>
      <w:r w:rsidR="004A4993">
        <w:t xml:space="preserve"> ; </w:t>
      </w:r>
      <w:r w:rsidRPr="004C3E92">
        <w:t>il n</w:t>
      </w:r>
      <w:r w:rsidR="004A4993">
        <w:t>’</w:t>
      </w:r>
      <w:r w:rsidRPr="004C3E92">
        <w:t>y avait personne</w:t>
      </w:r>
      <w:r w:rsidR="004A4993">
        <w:t>.</w:t>
      </w:r>
    </w:p>
    <w:p w14:paraId="45F4B6A7" w14:textId="77777777" w:rsidR="004A4993" w:rsidRDefault="004A4993" w:rsidP="004A4993">
      <w:r>
        <w:t>— </w:t>
      </w:r>
      <w:r w:rsidR="008C5C61" w:rsidRPr="004C3E92">
        <w:t>Fanny doit être dans sa chambre</w:t>
      </w:r>
      <w:r>
        <w:t xml:space="preserve">, </w:t>
      </w:r>
      <w:r w:rsidR="008C5C61" w:rsidRPr="004C3E92">
        <w:t>dit-il</w:t>
      </w:r>
      <w:r>
        <w:t xml:space="preserve"> ; </w:t>
      </w:r>
      <w:r w:rsidR="008C5C61" w:rsidRPr="004C3E92">
        <w:t>j</w:t>
      </w:r>
      <w:r>
        <w:t>’</w:t>
      </w:r>
      <w:r w:rsidR="008C5C61" w:rsidRPr="004C3E92">
        <w:t>irai la trouver tout à l</w:t>
      </w:r>
      <w:r>
        <w:t>’</w:t>
      </w:r>
      <w:r w:rsidR="008C5C61" w:rsidRPr="004C3E92">
        <w:t>heure</w:t>
      </w:r>
      <w:r>
        <w:t xml:space="preserve">, </w:t>
      </w:r>
      <w:r w:rsidR="008C5C61" w:rsidRPr="004C3E92">
        <w:t>car je suis sûr qu</w:t>
      </w:r>
      <w:r>
        <w:t>’</w:t>
      </w:r>
      <w:r w:rsidR="008C5C61" w:rsidRPr="004C3E92">
        <w:t>elle n</w:t>
      </w:r>
      <w:r>
        <w:t>’</w:t>
      </w:r>
      <w:r w:rsidR="008C5C61" w:rsidRPr="004C3E92">
        <w:t>aura pas la moindre obje</w:t>
      </w:r>
      <w:r w:rsidR="008C5C61" w:rsidRPr="004C3E92">
        <w:t>c</w:t>
      </w:r>
      <w:r w:rsidR="008C5C61" w:rsidRPr="004C3E92">
        <w:t>tion à te voir</w:t>
      </w:r>
      <w:r>
        <w:t xml:space="preserve">, – </w:t>
      </w:r>
      <w:r w:rsidR="008C5C61" w:rsidRPr="004C3E92">
        <w:t>bien au contraire</w:t>
      </w:r>
      <w:r>
        <w:t xml:space="preserve">, </w:t>
      </w:r>
      <w:r w:rsidR="008C5C61" w:rsidRPr="004C3E92">
        <w:t>en vérité</w:t>
      </w:r>
      <w:r>
        <w:t xml:space="preserve">. </w:t>
      </w:r>
      <w:r w:rsidR="008C5C61" w:rsidRPr="004C3E92">
        <w:t>Maintenant</w:t>
      </w:r>
      <w:r>
        <w:t xml:space="preserve">, </w:t>
      </w:r>
      <w:r w:rsidR="008C5C61" w:rsidRPr="004C3E92">
        <w:t>tout particulièrement</w:t>
      </w:r>
      <w:r>
        <w:t xml:space="preserve">, </w:t>
      </w:r>
      <w:r w:rsidR="008C5C61" w:rsidRPr="004C3E92">
        <w:t>il ne peut pas y avoir</w:t>
      </w:r>
      <w:r>
        <w:t xml:space="preserve">… </w:t>
      </w:r>
      <w:r w:rsidR="008C5C61" w:rsidRPr="004C3E92">
        <w:t>mais</w:t>
      </w:r>
      <w:r>
        <w:t xml:space="preserve">, </w:t>
      </w:r>
      <w:r w:rsidR="008C5C61" w:rsidRPr="004C3E92">
        <w:lastRenderedPageBreak/>
        <w:t>cependant</w:t>
      </w:r>
      <w:r>
        <w:t xml:space="preserve">, </w:t>
      </w:r>
      <w:r w:rsidR="008C5C61" w:rsidRPr="004C3E92">
        <w:t>toi et Marianne</w:t>
      </w:r>
      <w:r>
        <w:t xml:space="preserve">, </w:t>
      </w:r>
      <w:r w:rsidR="008C5C61" w:rsidRPr="004C3E92">
        <w:t>vous avez toujours été grandement choyées</w:t>
      </w:r>
      <w:r>
        <w:t xml:space="preserve">. </w:t>
      </w:r>
      <w:r w:rsidR="008C5C61" w:rsidRPr="004C3E92">
        <w:t>Pou</w:t>
      </w:r>
      <w:r w:rsidR="008C5C61" w:rsidRPr="004C3E92">
        <w:t>r</w:t>
      </w:r>
      <w:r w:rsidR="008C5C61" w:rsidRPr="004C3E92">
        <w:t>quoi Marianne n</w:t>
      </w:r>
      <w:r>
        <w:t>’</w:t>
      </w:r>
      <w:r w:rsidR="008C5C61" w:rsidRPr="004C3E92">
        <w:t>a-t-elle pas voulu venir</w:t>
      </w:r>
      <w:r>
        <w:t> ?</w:t>
      </w:r>
    </w:p>
    <w:p w14:paraId="7B4434A2" w14:textId="77777777" w:rsidR="004A4993" w:rsidRDefault="008C5C61" w:rsidP="004A4993">
      <w:proofErr w:type="spellStart"/>
      <w:r w:rsidRPr="004C3E92">
        <w:t>Elinor</w:t>
      </w:r>
      <w:proofErr w:type="spellEnd"/>
      <w:r w:rsidRPr="004C3E92">
        <w:t xml:space="preserve"> l</w:t>
      </w:r>
      <w:r w:rsidR="004A4993">
        <w:t>’</w:t>
      </w:r>
      <w:r w:rsidRPr="004C3E92">
        <w:t>excusa du mieux qu</w:t>
      </w:r>
      <w:r w:rsidR="004A4993">
        <w:t>’</w:t>
      </w:r>
      <w:r w:rsidRPr="004C3E92">
        <w:t>elle put</w:t>
      </w:r>
      <w:r w:rsidR="004A4993">
        <w:t>.</w:t>
      </w:r>
    </w:p>
    <w:p w14:paraId="6E3A13A9" w14:textId="77777777" w:rsidR="004A4993" w:rsidRDefault="004A4993" w:rsidP="004A4993">
      <w:r>
        <w:t>— </w:t>
      </w:r>
      <w:r w:rsidR="008C5C61" w:rsidRPr="004C3E92">
        <w:t>Je ne suis pas fâché de te voir seule</w:t>
      </w:r>
      <w:r>
        <w:t xml:space="preserve">, </w:t>
      </w:r>
      <w:r w:rsidR="008C5C61" w:rsidRPr="004C3E92">
        <w:t>répondit-il</w:t>
      </w:r>
      <w:r>
        <w:t xml:space="preserve">, </w:t>
      </w:r>
      <w:r w:rsidR="008C5C61" w:rsidRPr="004C3E92">
        <w:t>car j</w:t>
      </w:r>
      <w:r>
        <w:t>’</w:t>
      </w:r>
      <w:r w:rsidR="008C5C61" w:rsidRPr="004C3E92">
        <w:t>ai beaucoup de choses à te dire</w:t>
      </w:r>
      <w:r>
        <w:t xml:space="preserve">. </w:t>
      </w:r>
      <w:r w:rsidR="008C5C61" w:rsidRPr="004C3E92">
        <w:t>Ce bénéfice du colonel Brandon</w:t>
      </w:r>
      <w:r>
        <w:t xml:space="preserve">, – </w:t>
      </w:r>
      <w:r w:rsidR="008C5C61" w:rsidRPr="004C3E92">
        <w:t>se peut-il que ce soit vrai</w:t>
      </w:r>
      <w:r>
        <w:t xml:space="preserve"> ? </w:t>
      </w:r>
      <w:r w:rsidR="008C5C61" w:rsidRPr="004C3E92">
        <w:t>L</w:t>
      </w:r>
      <w:r>
        <w:t>’</w:t>
      </w:r>
      <w:r w:rsidR="008C5C61" w:rsidRPr="004C3E92">
        <w:t>a-t-il réellement donné à Edward</w:t>
      </w:r>
      <w:r>
        <w:t xml:space="preserve"> ? </w:t>
      </w:r>
      <w:r w:rsidR="008C5C61" w:rsidRPr="004C3E92">
        <w:t>Je l</w:t>
      </w:r>
      <w:r>
        <w:t>’</w:t>
      </w:r>
      <w:r w:rsidR="008C5C61" w:rsidRPr="004C3E92">
        <w:t>ai appris hier</w:t>
      </w:r>
      <w:r>
        <w:t xml:space="preserve">, </w:t>
      </w:r>
      <w:r w:rsidR="008C5C61" w:rsidRPr="004C3E92">
        <w:t>par hasard</w:t>
      </w:r>
      <w:r>
        <w:t xml:space="preserve">, </w:t>
      </w:r>
      <w:r w:rsidR="008C5C61" w:rsidRPr="004C3E92">
        <w:t>et je me disposais à aller te voir</w:t>
      </w:r>
      <w:r>
        <w:t xml:space="preserve">, </w:t>
      </w:r>
      <w:r w:rsidR="008C5C61" w:rsidRPr="004C3E92">
        <w:t>exprès pour avoir de plus amples renseignements là-dessus</w:t>
      </w:r>
      <w:r>
        <w:t>.</w:t>
      </w:r>
    </w:p>
    <w:p w14:paraId="3D2DB46F" w14:textId="77777777" w:rsidR="004A4993" w:rsidRDefault="004A4993" w:rsidP="004A4993">
      <w:r>
        <w:t>— </w:t>
      </w:r>
      <w:r w:rsidR="008C5C61" w:rsidRPr="004C3E92">
        <w:t>C</w:t>
      </w:r>
      <w:r>
        <w:t>’</w:t>
      </w:r>
      <w:r w:rsidR="008C5C61" w:rsidRPr="004C3E92">
        <w:t>est parfaitement vrai</w:t>
      </w:r>
      <w:r>
        <w:t xml:space="preserve">. </w:t>
      </w:r>
      <w:r w:rsidR="008C5C61" w:rsidRPr="004C3E92">
        <w:t xml:space="preserve">Le colonel Brandon a donné le bénéfice de </w:t>
      </w:r>
      <w:proofErr w:type="spellStart"/>
      <w:r w:rsidR="008C5C61" w:rsidRPr="004C3E92">
        <w:t>Delaford</w:t>
      </w:r>
      <w:proofErr w:type="spellEnd"/>
      <w:r w:rsidR="008C5C61" w:rsidRPr="004C3E92">
        <w:t xml:space="preserve"> à Edward</w:t>
      </w:r>
      <w:r>
        <w:t>.</w:t>
      </w:r>
    </w:p>
    <w:p w14:paraId="657679C4" w14:textId="77777777" w:rsidR="004A4993" w:rsidRDefault="004A4993" w:rsidP="004A4993">
      <w:r>
        <w:t>— </w:t>
      </w:r>
      <w:r w:rsidR="008C5C61" w:rsidRPr="004C3E92">
        <w:t>Vraiment</w:t>
      </w:r>
      <w:r>
        <w:t xml:space="preserve"> ! </w:t>
      </w:r>
      <w:r w:rsidR="008C5C61" w:rsidRPr="004C3E92">
        <w:t>Ma foi</w:t>
      </w:r>
      <w:r>
        <w:t xml:space="preserve">, </w:t>
      </w:r>
      <w:r w:rsidR="008C5C61" w:rsidRPr="004C3E92">
        <w:t>voilà qui est fort étonnant</w:t>
      </w:r>
      <w:r>
        <w:t xml:space="preserve"> ! </w:t>
      </w:r>
      <w:r w:rsidR="008C5C61" w:rsidRPr="004C3E92">
        <w:t>Pas de p</w:t>
      </w:r>
      <w:r w:rsidR="008C5C61" w:rsidRPr="004C3E92">
        <w:t>a</w:t>
      </w:r>
      <w:r w:rsidR="008C5C61" w:rsidRPr="004C3E92">
        <w:t>renté</w:t>
      </w:r>
      <w:r>
        <w:t xml:space="preserve"> ! </w:t>
      </w:r>
      <w:r w:rsidR="008C5C61" w:rsidRPr="004C3E92">
        <w:t>Aucun lien de famille entre eux</w:t>
      </w:r>
      <w:r>
        <w:t xml:space="preserve"> ! </w:t>
      </w:r>
      <w:r w:rsidR="008C5C61" w:rsidRPr="004C3E92">
        <w:t>Et à présent</w:t>
      </w:r>
      <w:r>
        <w:t xml:space="preserve">, – </w:t>
      </w:r>
      <w:r w:rsidR="008C5C61" w:rsidRPr="004C3E92">
        <w:t>alors que les bénéfices se vendent à de tels prix</w:t>
      </w:r>
      <w:r>
        <w:t xml:space="preserve"> !… </w:t>
      </w:r>
      <w:r w:rsidR="008C5C61" w:rsidRPr="004C3E92">
        <w:t>Quelle était la v</w:t>
      </w:r>
      <w:r w:rsidR="008C5C61" w:rsidRPr="004C3E92">
        <w:t>a</w:t>
      </w:r>
      <w:r w:rsidR="008C5C61" w:rsidRPr="004C3E92">
        <w:t>leur de celui-ci</w:t>
      </w:r>
      <w:r>
        <w:t> ?</w:t>
      </w:r>
    </w:p>
    <w:p w14:paraId="2BA18F35" w14:textId="77777777" w:rsidR="004A4993" w:rsidRDefault="004A4993" w:rsidP="004A4993">
      <w:r>
        <w:t>— </w:t>
      </w:r>
      <w:r w:rsidR="008C5C61" w:rsidRPr="004C3E92">
        <w:t>Environ deux cents livres par an</w:t>
      </w:r>
      <w:r>
        <w:t>.</w:t>
      </w:r>
    </w:p>
    <w:p w14:paraId="3C050BC0" w14:textId="77777777" w:rsidR="004A4993" w:rsidRDefault="004A4993" w:rsidP="004A4993">
      <w:r>
        <w:t>— </w:t>
      </w:r>
      <w:r w:rsidR="008C5C61" w:rsidRPr="004C3E92">
        <w:t>Fort bien</w:t>
      </w:r>
      <w:r>
        <w:t xml:space="preserve"> ; </w:t>
      </w:r>
      <w:r w:rsidR="008C5C61" w:rsidRPr="004C3E92">
        <w:t>et pour la collation suivante d</w:t>
      </w:r>
      <w:r>
        <w:t>’</w:t>
      </w:r>
      <w:r w:rsidR="008C5C61" w:rsidRPr="004C3E92">
        <w:t>un bénéfice de cette valeur</w:t>
      </w:r>
      <w:r>
        <w:t xml:space="preserve">, – </w:t>
      </w:r>
      <w:r w:rsidR="008C5C61" w:rsidRPr="004C3E92">
        <w:t>en supposant que le dernier titulaire ait été vieux et maladif</w:t>
      </w:r>
      <w:r>
        <w:t xml:space="preserve">, </w:t>
      </w:r>
      <w:r w:rsidR="008C5C61" w:rsidRPr="004C3E92">
        <w:t>et prêt à l</w:t>
      </w:r>
      <w:r>
        <w:t>’</w:t>
      </w:r>
      <w:r w:rsidR="008C5C61" w:rsidRPr="004C3E92">
        <w:t>abandonner sous peu</w:t>
      </w:r>
      <w:r>
        <w:t xml:space="preserve">, </w:t>
      </w:r>
      <w:r w:rsidR="008C5C61" w:rsidRPr="004C3E92">
        <w:t>il aurait pu to</w:t>
      </w:r>
      <w:r w:rsidR="008C5C61" w:rsidRPr="004C3E92">
        <w:t>u</w:t>
      </w:r>
      <w:r w:rsidR="008C5C61" w:rsidRPr="004C3E92">
        <w:t>cher</w:t>
      </w:r>
      <w:r>
        <w:t xml:space="preserve">… </w:t>
      </w:r>
      <w:r w:rsidR="008C5C61" w:rsidRPr="004C3E92">
        <w:t>je suppose</w:t>
      </w:r>
      <w:r>
        <w:t xml:space="preserve">, </w:t>
      </w:r>
      <w:r w:rsidR="008C5C61" w:rsidRPr="004C3E92">
        <w:t>quatorze cents livres</w:t>
      </w:r>
      <w:r>
        <w:t xml:space="preserve">. </w:t>
      </w:r>
      <w:r w:rsidR="008C5C61" w:rsidRPr="004C3E92">
        <w:t>Et comment se fait-il qu</w:t>
      </w:r>
      <w:r>
        <w:t>’</w:t>
      </w:r>
      <w:r w:rsidR="008C5C61" w:rsidRPr="004C3E92">
        <w:t>il n</w:t>
      </w:r>
      <w:r>
        <w:t>’</w:t>
      </w:r>
      <w:r w:rsidR="008C5C61" w:rsidRPr="004C3E92">
        <w:t>ait pas réglé cette affaire avant le décès de cette perso</w:t>
      </w:r>
      <w:r w:rsidR="008C5C61" w:rsidRPr="004C3E92">
        <w:t>n</w:t>
      </w:r>
      <w:r w:rsidR="008C5C61" w:rsidRPr="004C3E92">
        <w:t>ne</w:t>
      </w:r>
      <w:r>
        <w:t xml:space="preserve"> ? </w:t>
      </w:r>
      <w:r w:rsidR="008C5C61" w:rsidRPr="004C3E92">
        <w:t>Maintenant</w:t>
      </w:r>
      <w:r>
        <w:t xml:space="preserve">, </w:t>
      </w:r>
      <w:r w:rsidR="008C5C61" w:rsidRPr="004C3E92">
        <w:t>en effet</w:t>
      </w:r>
      <w:r>
        <w:t xml:space="preserve">, </w:t>
      </w:r>
      <w:r w:rsidR="008C5C61" w:rsidRPr="004C3E92">
        <w:t>il serait trop tard</w:t>
      </w:r>
      <w:r>
        <w:t xml:space="preserve">, </w:t>
      </w:r>
      <w:r w:rsidR="008C5C61" w:rsidRPr="004C3E92">
        <w:t>pour le vendre</w:t>
      </w:r>
      <w:r>
        <w:t xml:space="preserve"> ; </w:t>
      </w:r>
      <w:r w:rsidR="008C5C61" w:rsidRPr="004C3E92">
        <w:t>mais un homme de l</w:t>
      </w:r>
      <w:r>
        <w:t>’</w:t>
      </w:r>
      <w:r w:rsidR="008C5C61" w:rsidRPr="004C3E92">
        <w:t>intelligence du colonel Brandon</w:t>
      </w:r>
      <w:r>
        <w:t xml:space="preserve"> ! </w:t>
      </w:r>
      <w:r w:rsidR="008C5C61" w:rsidRPr="004C3E92">
        <w:t>Je m</w:t>
      </w:r>
      <w:r>
        <w:t>’</w:t>
      </w:r>
      <w:r w:rsidR="008C5C61" w:rsidRPr="004C3E92">
        <w:t>étonne qu</w:t>
      </w:r>
      <w:r>
        <w:t>’</w:t>
      </w:r>
      <w:r w:rsidR="008C5C61" w:rsidRPr="004C3E92">
        <w:t>il soit aussi imprévoyant sur un point d</w:t>
      </w:r>
      <w:r>
        <w:t>’</w:t>
      </w:r>
      <w:r w:rsidR="008C5C61" w:rsidRPr="004C3E92">
        <w:t>un intérêt aussi commun</w:t>
      </w:r>
      <w:r>
        <w:t xml:space="preserve">, </w:t>
      </w:r>
      <w:r w:rsidR="008C5C61" w:rsidRPr="004C3E92">
        <w:t>aussi naturel</w:t>
      </w:r>
      <w:r>
        <w:t xml:space="preserve"> ! </w:t>
      </w:r>
      <w:r w:rsidR="008C5C61" w:rsidRPr="004C3E92">
        <w:t>Enfin</w:t>
      </w:r>
      <w:r>
        <w:t xml:space="preserve">, </w:t>
      </w:r>
      <w:r w:rsidR="008C5C61" w:rsidRPr="004C3E92">
        <w:t>je suis convaincu qu</w:t>
      </w:r>
      <w:r>
        <w:t>’</w:t>
      </w:r>
      <w:r w:rsidR="008C5C61" w:rsidRPr="004C3E92">
        <w:t>il y a beaucoup d</w:t>
      </w:r>
      <w:r>
        <w:t>’</w:t>
      </w:r>
      <w:r w:rsidR="008C5C61" w:rsidRPr="004C3E92">
        <w:t>incohérence dans presque tout caractère humain</w:t>
      </w:r>
      <w:r>
        <w:t xml:space="preserve">. </w:t>
      </w:r>
      <w:r w:rsidR="008C5C61" w:rsidRPr="004C3E92">
        <w:t>Je suppose</w:t>
      </w:r>
      <w:r>
        <w:t xml:space="preserve">, </w:t>
      </w:r>
      <w:r w:rsidR="008C5C61" w:rsidRPr="004C3E92">
        <w:t>toutefois</w:t>
      </w:r>
      <w:r>
        <w:t xml:space="preserve"> – </w:t>
      </w:r>
      <w:r w:rsidR="008C5C61" w:rsidRPr="004C3E92">
        <w:t>en rassemblant mes idées</w:t>
      </w:r>
      <w:r>
        <w:t xml:space="preserve"> – </w:t>
      </w:r>
      <w:r w:rsidR="008C5C61" w:rsidRPr="004C3E92">
        <w:t>que la chose doit probablement se présenter comme ceci</w:t>
      </w:r>
      <w:r>
        <w:t xml:space="preserve"> : </w:t>
      </w:r>
      <w:r w:rsidR="008C5C61" w:rsidRPr="004C3E92">
        <w:t>Edward ne doit conserver ce bénéfice que jusqu</w:t>
      </w:r>
      <w:r>
        <w:t>’</w:t>
      </w:r>
      <w:r w:rsidR="008C5C61" w:rsidRPr="004C3E92">
        <w:t xml:space="preserve">au moment où la personne à qui le Colonel a réellement vendu la </w:t>
      </w:r>
      <w:r w:rsidR="008C5C61" w:rsidRPr="004C3E92">
        <w:lastRenderedPageBreak/>
        <w:t>collation soit d</w:t>
      </w:r>
      <w:r>
        <w:t>’</w:t>
      </w:r>
      <w:r w:rsidR="008C5C61" w:rsidRPr="004C3E92">
        <w:t>âge à le pre</w:t>
      </w:r>
      <w:r w:rsidR="008C5C61" w:rsidRPr="004C3E92">
        <w:t>n</w:t>
      </w:r>
      <w:r w:rsidR="008C5C61" w:rsidRPr="004C3E92">
        <w:t>dre</w:t>
      </w:r>
      <w:r>
        <w:t xml:space="preserve">. </w:t>
      </w:r>
      <w:r w:rsidR="008C5C61" w:rsidRPr="004C3E92">
        <w:t>Oui</w:t>
      </w:r>
      <w:r>
        <w:t xml:space="preserve">, </w:t>
      </w:r>
      <w:r w:rsidR="008C5C61" w:rsidRPr="004C3E92">
        <w:t>oui</w:t>
      </w:r>
      <w:r>
        <w:t xml:space="preserve">, </w:t>
      </w:r>
      <w:r w:rsidR="008C5C61" w:rsidRPr="004C3E92">
        <w:t>c</w:t>
      </w:r>
      <w:r>
        <w:t>’</w:t>
      </w:r>
      <w:r w:rsidR="008C5C61" w:rsidRPr="004C3E92">
        <w:t>est bien cela</w:t>
      </w:r>
      <w:r>
        <w:t xml:space="preserve">, </w:t>
      </w:r>
      <w:r w:rsidR="008C5C61" w:rsidRPr="004C3E92">
        <w:t>tu peux en être sûre</w:t>
      </w:r>
      <w:r>
        <w:t>.</w:t>
      </w:r>
    </w:p>
    <w:p w14:paraId="36A5C4DF" w14:textId="77777777" w:rsidR="004A4993" w:rsidRDefault="008C5C61" w:rsidP="004A4993">
      <w:r w:rsidRPr="004C3E92">
        <w:t xml:space="preserve">Mais </w:t>
      </w:r>
      <w:proofErr w:type="spellStart"/>
      <w:r w:rsidRPr="004C3E92">
        <w:t>Elinor</w:t>
      </w:r>
      <w:proofErr w:type="spellEnd"/>
      <w:r w:rsidRPr="004C3E92">
        <w:t xml:space="preserve"> le contesta de la façon la plus positive</w:t>
      </w:r>
      <w:r w:rsidR="004A4993">
        <w:t xml:space="preserve"> ; </w:t>
      </w:r>
      <w:r w:rsidRPr="004C3E92">
        <w:t>et en lui contant qu</w:t>
      </w:r>
      <w:r w:rsidR="004A4993">
        <w:t>’</w:t>
      </w:r>
      <w:r w:rsidRPr="004C3E92">
        <w:t>elle avait elle-même été chargée de transmettre à Edward l</w:t>
      </w:r>
      <w:r w:rsidR="004A4993">
        <w:t>’</w:t>
      </w:r>
      <w:r w:rsidRPr="004C3E92">
        <w:t>offre du colonel Brandon</w:t>
      </w:r>
      <w:r w:rsidR="004A4993">
        <w:t xml:space="preserve">, </w:t>
      </w:r>
      <w:r w:rsidRPr="004C3E92">
        <w:t>et devait en conséquence</w:t>
      </w:r>
      <w:r w:rsidR="004A4993">
        <w:t xml:space="preserve">, </w:t>
      </w:r>
      <w:r w:rsidRPr="004C3E92">
        <w:t>comprendre les conditions dans lesquelles le bénéfice était o</w:t>
      </w:r>
      <w:r w:rsidRPr="004C3E92">
        <w:t>f</w:t>
      </w:r>
      <w:r w:rsidRPr="004C3E92">
        <w:t>fert</w:t>
      </w:r>
      <w:r w:rsidR="004A4993">
        <w:t xml:space="preserve">, </w:t>
      </w:r>
      <w:r w:rsidRPr="004C3E92">
        <w:t>elle l</w:t>
      </w:r>
      <w:r w:rsidR="004A4993">
        <w:t>’</w:t>
      </w:r>
      <w:r w:rsidRPr="004C3E92">
        <w:t>obligea à se soumettre à son avis autorisé</w:t>
      </w:r>
      <w:r w:rsidR="004A4993">
        <w:t>.</w:t>
      </w:r>
    </w:p>
    <w:p w14:paraId="5CFAEB5E" w14:textId="77777777" w:rsidR="004A4993" w:rsidRDefault="004A4993" w:rsidP="004A4993">
      <w:r>
        <w:t>— </w:t>
      </w:r>
      <w:r w:rsidR="008C5C61" w:rsidRPr="004C3E92">
        <w:t>C</w:t>
      </w:r>
      <w:r>
        <w:t>’</w:t>
      </w:r>
      <w:r w:rsidR="008C5C61" w:rsidRPr="004C3E92">
        <w:t>est véritablement étonnant</w:t>
      </w:r>
      <w:r>
        <w:t xml:space="preserve"> ! </w:t>
      </w:r>
      <w:r w:rsidR="008C5C61" w:rsidRPr="004C3E92">
        <w:t>s</w:t>
      </w:r>
      <w:r>
        <w:t>’</w:t>
      </w:r>
      <w:r w:rsidR="008C5C61" w:rsidRPr="004C3E92">
        <w:t>écria-t-il</w:t>
      </w:r>
      <w:r>
        <w:t xml:space="preserve">, </w:t>
      </w:r>
      <w:r w:rsidR="008C5C61" w:rsidRPr="004C3E92">
        <w:t>après avoir e</w:t>
      </w:r>
      <w:r w:rsidR="008C5C61" w:rsidRPr="004C3E92">
        <w:t>n</w:t>
      </w:r>
      <w:r w:rsidR="008C5C61" w:rsidRPr="004C3E92">
        <w:t>tendu ce qu</w:t>
      </w:r>
      <w:r>
        <w:t>’</w:t>
      </w:r>
      <w:r w:rsidR="008C5C61" w:rsidRPr="004C3E92">
        <w:t>elle avait dit</w:t>
      </w:r>
      <w:r>
        <w:t xml:space="preserve">. </w:t>
      </w:r>
      <w:r w:rsidR="008C5C61" w:rsidRPr="004C3E92">
        <w:t>Quel a bien pu être le motif du Col</w:t>
      </w:r>
      <w:r w:rsidR="008C5C61" w:rsidRPr="004C3E92">
        <w:t>o</w:t>
      </w:r>
      <w:r w:rsidR="008C5C61" w:rsidRPr="004C3E92">
        <w:t>nel</w:t>
      </w:r>
      <w:r>
        <w:t> ?</w:t>
      </w:r>
    </w:p>
    <w:p w14:paraId="0CDF6494" w14:textId="77777777" w:rsidR="004A4993" w:rsidRDefault="004A4993" w:rsidP="004A4993">
      <w:r>
        <w:t>— </w:t>
      </w:r>
      <w:r w:rsidR="008C5C61" w:rsidRPr="004C3E92">
        <w:t>Un motif fort simple</w:t>
      </w:r>
      <w:r>
        <w:t xml:space="preserve">, – </w:t>
      </w:r>
      <w:r w:rsidR="008C5C61" w:rsidRPr="004C3E92">
        <w:t>rendre service à Mr</w:t>
      </w:r>
      <w:r>
        <w:t xml:space="preserve">. </w:t>
      </w:r>
      <w:proofErr w:type="spellStart"/>
      <w:r w:rsidR="008C5C61" w:rsidRPr="004C3E92">
        <w:t>Ferrars</w:t>
      </w:r>
      <w:proofErr w:type="spellEnd"/>
      <w:r>
        <w:t>.</w:t>
      </w:r>
    </w:p>
    <w:p w14:paraId="4BDC751B" w14:textId="77777777" w:rsidR="004A4993" w:rsidRDefault="004A4993" w:rsidP="004A4993">
      <w:r>
        <w:t>— </w:t>
      </w:r>
      <w:r w:rsidR="008C5C61" w:rsidRPr="004C3E92">
        <w:t>Enfin</w:t>
      </w:r>
      <w:r>
        <w:t xml:space="preserve">… </w:t>
      </w:r>
      <w:r w:rsidR="008C5C61" w:rsidRPr="004C3E92">
        <w:t>Quoi que puisse être le colonel Brandon</w:t>
      </w:r>
      <w:r>
        <w:t xml:space="preserve">, </w:t>
      </w:r>
      <w:r w:rsidR="008C5C61" w:rsidRPr="004C3E92">
        <w:t>Edward a bien de la chance</w:t>
      </w:r>
      <w:r>
        <w:t xml:space="preserve"> ! </w:t>
      </w:r>
      <w:r w:rsidR="008C5C61" w:rsidRPr="004C3E92">
        <w:t>Tu voudras bien</w:t>
      </w:r>
      <w:r>
        <w:t xml:space="preserve">, </w:t>
      </w:r>
      <w:r w:rsidR="008C5C61" w:rsidRPr="004C3E92">
        <w:t>toutefois</w:t>
      </w:r>
      <w:r>
        <w:t xml:space="preserve">, </w:t>
      </w:r>
      <w:r w:rsidR="008C5C61" w:rsidRPr="004C3E92">
        <w:t>ne pas parler de cette affaire à Fanny</w:t>
      </w:r>
      <w:r>
        <w:t xml:space="preserve"> ; </w:t>
      </w:r>
      <w:r w:rsidR="008C5C61" w:rsidRPr="004C3E92">
        <w:t>car bien que je lui en aie touché un mot</w:t>
      </w:r>
      <w:r>
        <w:t xml:space="preserve">, </w:t>
      </w:r>
      <w:r w:rsidR="008C5C61" w:rsidRPr="004C3E92">
        <w:t>et qu</w:t>
      </w:r>
      <w:r>
        <w:t>’</w:t>
      </w:r>
      <w:r w:rsidR="008C5C61" w:rsidRPr="004C3E92">
        <w:t>elle le supporte vaillamment</w:t>
      </w:r>
      <w:r>
        <w:t xml:space="preserve">, </w:t>
      </w:r>
      <w:r w:rsidR="008C5C61" w:rsidRPr="004C3E92">
        <w:t>il ne lui sera pas agréable d</w:t>
      </w:r>
      <w:r>
        <w:t>’</w:t>
      </w:r>
      <w:r w:rsidR="008C5C61" w:rsidRPr="004C3E92">
        <w:t>en entendre parler longuement</w:t>
      </w:r>
      <w:r>
        <w:t>.</w:t>
      </w:r>
    </w:p>
    <w:p w14:paraId="0DF3D4AC" w14:textId="77777777" w:rsidR="004A4993" w:rsidRDefault="008C5C61" w:rsidP="004A4993">
      <w:proofErr w:type="spellStart"/>
      <w:r w:rsidRPr="004C3E92">
        <w:t>Elinor</w:t>
      </w:r>
      <w:proofErr w:type="spellEnd"/>
      <w:r w:rsidRPr="004C3E92">
        <w:t xml:space="preserve"> </w:t>
      </w:r>
      <w:proofErr w:type="gramStart"/>
      <w:r w:rsidRPr="004C3E92">
        <w:t>eut</w:t>
      </w:r>
      <w:proofErr w:type="gramEnd"/>
      <w:r w:rsidRPr="004C3E92">
        <w:t xml:space="preserve"> quelque difficulté</w:t>
      </w:r>
      <w:r w:rsidR="004A4993">
        <w:t xml:space="preserve">, </w:t>
      </w:r>
      <w:r w:rsidRPr="004C3E92">
        <w:t>à ce point de l</w:t>
      </w:r>
      <w:r w:rsidR="004A4993">
        <w:t>’</w:t>
      </w:r>
      <w:r w:rsidRPr="004C3E92">
        <w:t>entretien</w:t>
      </w:r>
      <w:r w:rsidR="004A4993">
        <w:t xml:space="preserve">, </w:t>
      </w:r>
      <w:r w:rsidRPr="004C3E92">
        <w:t>à se retenir de faire remarquer qu</w:t>
      </w:r>
      <w:r w:rsidR="004A4993">
        <w:t>’</w:t>
      </w:r>
      <w:r w:rsidRPr="004C3E92">
        <w:t>elle estimait que Fanny eût pu supporter avec calme une acquisition de fortune pour son frère</w:t>
      </w:r>
      <w:r w:rsidR="004A4993">
        <w:t xml:space="preserve">, </w:t>
      </w:r>
      <w:r w:rsidRPr="004C3E92">
        <w:t>alors que ni elle-même</w:t>
      </w:r>
      <w:r w:rsidR="004A4993">
        <w:t xml:space="preserve">, </w:t>
      </w:r>
      <w:r w:rsidRPr="004C3E92">
        <w:t>ni son enfant</w:t>
      </w:r>
      <w:r w:rsidR="004A4993">
        <w:t xml:space="preserve">, </w:t>
      </w:r>
      <w:r w:rsidRPr="004C3E92">
        <w:t>ne pouvaient aucunement s</w:t>
      </w:r>
      <w:r w:rsidR="004A4993">
        <w:t>’</w:t>
      </w:r>
      <w:r w:rsidRPr="004C3E92">
        <w:t>en voir appauvris</w:t>
      </w:r>
      <w:r w:rsidR="004A4993">
        <w:t>.</w:t>
      </w:r>
    </w:p>
    <w:p w14:paraId="5319CC66" w14:textId="77777777" w:rsidR="004A4993" w:rsidRDefault="004A4993" w:rsidP="004A4993">
      <w:r>
        <w:t>— </w:t>
      </w:r>
      <w:r w:rsidR="008C5C61" w:rsidRPr="004C3E92">
        <w:t>Mrs</w:t>
      </w:r>
      <w:r>
        <w:t xml:space="preserve">. </w:t>
      </w:r>
      <w:proofErr w:type="spellStart"/>
      <w:r w:rsidR="008C5C61" w:rsidRPr="004C3E92">
        <w:t>Ferrars</w:t>
      </w:r>
      <w:proofErr w:type="spellEnd"/>
      <w:r>
        <w:t xml:space="preserve">, </w:t>
      </w:r>
      <w:r w:rsidR="008C5C61" w:rsidRPr="004C3E92">
        <w:t>ajouta-t-il</w:t>
      </w:r>
      <w:r>
        <w:t xml:space="preserve">, </w:t>
      </w:r>
      <w:r w:rsidR="008C5C61" w:rsidRPr="004C3E92">
        <w:t>baissant la voix pour lui donner le ton qui convenait à un sujet aussi important</w:t>
      </w:r>
      <w:r>
        <w:t xml:space="preserve">, </w:t>
      </w:r>
      <w:r w:rsidR="008C5C61" w:rsidRPr="004C3E92">
        <w:t>n</w:t>
      </w:r>
      <w:r>
        <w:t>’</w:t>
      </w:r>
      <w:r w:rsidR="008C5C61" w:rsidRPr="004C3E92">
        <w:t>en sait rien pour le moment</w:t>
      </w:r>
      <w:r>
        <w:t xml:space="preserve">, </w:t>
      </w:r>
      <w:r w:rsidR="008C5C61" w:rsidRPr="004C3E92">
        <w:t>et je crois qu</w:t>
      </w:r>
      <w:r>
        <w:t>’</w:t>
      </w:r>
      <w:r w:rsidR="008C5C61" w:rsidRPr="004C3E92">
        <w:t>il sera préférable de le lui cacher aussi longtemps que possible</w:t>
      </w:r>
      <w:r>
        <w:t xml:space="preserve">. </w:t>
      </w:r>
      <w:r w:rsidR="008C5C61" w:rsidRPr="004C3E92">
        <w:t>Quand le mariage aura lieu</w:t>
      </w:r>
      <w:r>
        <w:t xml:space="preserve">, </w:t>
      </w:r>
      <w:r w:rsidR="008C5C61" w:rsidRPr="004C3E92">
        <w:t>je crains bien qu</w:t>
      </w:r>
      <w:r>
        <w:t>’</w:t>
      </w:r>
      <w:r w:rsidR="008C5C61" w:rsidRPr="004C3E92">
        <w:t>il ne lui faille apprendre toute l</w:t>
      </w:r>
      <w:r>
        <w:t>’</w:t>
      </w:r>
      <w:r w:rsidR="008C5C61" w:rsidRPr="004C3E92">
        <w:t>affaire</w:t>
      </w:r>
      <w:r>
        <w:t>.</w:t>
      </w:r>
    </w:p>
    <w:p w14:paraId="222813A8" w14:textId="77777777" w:rsidR="004A4993" w:rsidRDefault="004A4993" w:rsidP="004A4993">
      <w:r>
        <w:t>— </w:t>
      </w:r>
      <w:r w:rsidR="008C5C61" w:rsidRPr="004C3E92">
        <w:t>Mais pourquoi est-il nécessaire d</w:t>
      </w:r>
      <w:r>
        <w:t>’</w:t>
      </w:r>
      <w:r w:rsidR="008C5C61" w:rsidRPr="004C3E92">
        <w:t>observer une telle pr</w:t>
      </w:r>
      <w:r w:rsidR="008C5C61" w:rsidRPr="004C3E92">
        <w:t>u</w:t>
      </w:r>
      <w:r w:rsidR="008C5C61" w:rsidRPr="004C3E92">
        <w:t>dence</w:t>
      </w:r>
      <w:r>
        <w:t xml:space="preserve"> ? </w:t>
      </w:r>
      <w:r w:rsidR="008C5C61" w:rsidRPr="004C3E92">
        <w:t>Bien qu</w:t>
      </w:r>
      <w:r>
        <w:t>’</w:t>
      </w:r>
      <w:r w:rsidR="008C5C61" w:rsidRPr="004C3E92">
        <w:t>il ne faille pas supposer que Mrs</w:t>
      </w:r>
      <w:r>
        <w:t xml:space="preserve">. </w:t>
      </w:r>
      <w:proofErr w:type="spellStart"/>
      <w:r w:rsidR="008C5C61" w:rsidRPr="004C3E92">
        <w:t>Ferrars</w:t>
      </w:r>
      <w:proofErr w:type="spellEnd"/>
      <w:r w:rsidR="008C5C61" w:rsidRPr="004C3E92">
        <w:t xml:space="preserve"> puisse éprouver la moindre satisfaction à savoir que son fils </w:t>
      </w:r>
      <w:r w:rsidR="008C5C61" w:rsidRPr="004C3E92">
        <w:lastRenderedPageBreak/>
        <w:t>possède de quoi vivre</w:t>
      </w:r>
      <w:r>
        <w:t xml:space="preserve">, – </w:t>
      </w:r>
      <w:r w:rsidR="008C5C61" w:rsidRPr="004C3E92">
        <w:t>car cela doit être absolument hors de question</w:t>
      </w:r>
      <w:r>
        <w:t xml:space="preserve">, – </w:t>
      </w:r>
      <w:r w:rsidR="008C5C61" w:rsidRPr="004C3E92">
        <w:t>pourquoi</w:t>
      </w:r>
      <w:r>
        <w:t xml:space="preserve">, </w:t>
      </w:r>
      <w:r w:rsidR="008C5C61" w:rsidRPr="004C3E92">
        <w:t>néanmoins</w:t>
      </w:r>
      <w:r>
        <w:t xml:space="preserve">, </w:t>
      </w:r>
      <w:r w:rsidR="008C5C61" w:rsidRPr="004C3E92">
        <w:t>serait-elle censée ressentir quoi que ce soit</w:t>
      </w:r>
      <w:r>
        <w:t xml:space="preserve"> ? </w:t>
      </w:r>
      <w:r w:rsidR="008C5C61" w:rsidRPr="004C3E92">
        <w:t>Elle en a fini avec son fils</w:t>
      </w:r>
      <w:r>
        <w:t xml:space="preserve">, </w:t>
      </w:r>
      <w:r w:rsidR="008C5C61" w:rsidRPr="004C3E92">
        <w:t>elle l</w:t>
      </w:r>
      <w:r>
        <w:t>’</w:t>
      </w:r>
      <w:r w:rsidR="008C5C61" w:rsidRPr="004C3E92">
        <w:t>a rejeté à jamais</w:t>
      </w:r>
      <w:r>
        <w:t xml:space="preserve">, </w:t>
      </w:r>
      <w:r w:rsidR="008C5C61" w:rsidRPr="004C3E92">
        <w:t>et l</w:t>
      </w:r>
      <w:r>
        <w:t>’</w:t>
      </w:r>
      <w:r w:rsidR="008C5C61" w:rsidRPr="004C3E92">
        <w:t>a ég</w:t>
      </w:r>
      <w:r w:rsidR="008C5C61" w:rsidRPr="004C3E92">
        <w:t>a</w:t>
      </w:r>
      <w:r w:rsidR="008C5C61" w:rsidRPr="004C3E92">
        <w:t>lement fait rejeter par tous ceux sur qui elle exerce quelque i</w:t>
      </w:r>
      <w:r w:rsidR="008C5C61" w:rsidRPr="004C3E92">
        <w:t>n</w:t>
      </w:r>
      <w:r w:rsidR="008C5C61" w:rsidRPr="004C3E92">
        <w:t>fluence</w:t>
      </w:r>
      <w:r>
        <w:t xml:space="preserve">. </w:t>
      </w:r>
      <w:r w:rsidR="008C5C61" w:rsidRPr="004C3E92">
        <w:t>À coup sûr</w:t>
      </w:r>
      <w:r>
        <w:t xml:space="preserve">, </w:t>
      </w:r>
      <w:r w:rsidR="008C5C61" w:rsidRPr="004C3E92">
        <w:t>après avoir agi ainsi</w:t>
      </w:r>
      <w:r>
        <w:t xml:space="preserve">, </w:t>
      </w:r>
      <w:r w:rsidR="008C5C61" w:rsidRPr="004C3E92">
        <w:t>on ne peut l</w:t>
      </w:r>
      <w:r>
        <w:t>’</w:t>
      </w:r>
      <w:r w:rsidR="008C5C61" w:rsidRPr="004C3E92">
        <w:t>imaginer susceptible d</w:t>
      </w:r>
      <w:r>
        <w:t>’</w:t>
      </w:r>
      <w:r w:rsidR="008C5C61" w:rsidRPr="004C3E92">
        <w:t>aucune impression de chagrin ou de joie à propos de lui</w:t>
      </w:r>
      <w:r>
        <w:t xml:space="preserve">, – </w:t>
      </w:r>
      <w:r w:rsidR="008C5C61" w:rsidRPr="004C3E92">
        <w:t>elle ne peut s</w:t>
      </w:r>
      <w:r>
        <w:t>’</w:t>
      </w:r>
      <w:r w:rsidR="008C5C61" w:rsidRPr="004C3E92">
        <w:t>intéresser à rien de ce qui lui arrive</w:t>
      </w:r>
      <w:r>
        <w:t xml:space="preserve">. </w:t>
      </w:r>
      <w:r w:rsidR="008C5C61" w:rsidRPr="004C3E92">
        <w:t>Elle n</w:t>
      </w:r>
      <w:r>
        <w:t>’</w:t>
      </w:r>
      <w:r w:rsidR="008C5C61" w:rsidRPr="004C3E92">
        <w:t>aurait pas la faiblesse de rejeter la consolation d</w:t>
      </w:r>
      <w:r>
        <w:t>’</w:t>
      </w:r>
      <w:r w:rsidR="008C5C61" w:rsidRPr="004C3E92">
        <w:t>un enfant</w:t>
      </w:r>
      <w:r>
        <w:t xml:space="preserve">, </w:t>
      </w:r>
      <w:r w:rsidR="008C5C61" w:rsidRPr="004C3E92">
        <w:t>tout en conservant l</w:t>
      </w:r>
      <w:r>
        <w:t>’</w:t>
      </w:r>
      <w:r w:rsidR="008C5C61" w:rsidRPr="004C3E92">
        <w:t>inquiétude d</w:t>
      </w:r>
      <w:r>
        <w:t>’</w:t>
      </w:r>
      <w:r w:rsidR="008C5C61" w:rsidRPr="004C3E92">
        <w:t>une mère</w:t>
      </w:r>
      <w:r>
        <w:t> !</w:t>
      </w:r>
    </w:p>
    <w:p w14:paraId="2DC2BF54" w14:textId="77777777" w:rsidR="004A4993" w:rsidRDefault="004A4993" w:rsidP="004A4993">
      <w:r>
        <w:t>— </w:t>
      </w:r>
      <w:r w:rsidR="008C5C61" w:rsidRPr="004C3E92">
        <w:t>Ah</w:t>
      </w:r>
      <w:r>
        <w:t xml:space="preserve">, </w:t>
      </w:r>
      <w:proofErr w:type="spellStart"/>
      <w:r w:rsidR="008C5C61" w:rsidRPr="004C3E92">
        <w:t>Elinor</w:t>
      </w:r>
      <w:proofErr w:type="spellEnd"/>
      <w:r>
        <w:t xml:space="preserve"> ! </w:t>
      </w:r>
      <w:r w:rsidR="008C5C61" w:rsidRPr="004C3E92">
        <w:t>dit John</w:t>
      </w:r>
      <w:r>
        <w:t xml:space="preserve">, </w:t>
      </w:r>
      <w:r w:rsidR="008C5C61" w:rsidRPr="004C3E92">
        <w:t>ton raisonnement est fort juste</w:t>
      </w:r>
      <w:r>
        <w:t xml:space="preserve">, </w:t>
      </w:r>
      <w:r w:rsidR="008C5C61" w:rsidRPr="004C3E92">
        <w:t>mais il est fondé sur l</w:t>
      </w:r>
      <w:r>
        <w:t>’</w:t>
      </w:r>
      <w:r w:rsidR="008C5C61" w:rsidRPr="004C3E92">
        <w:t>ignorance de la nature humaine</w:t>
      </w:r>
      <w:r>
        <w:t xml:space="preserve">. </w:t>
      </w:r>
      <w:r w:rsidR="008C5C61" w:rsidRPr="004C3E92">
        <w:t>Quand le malencontreux mariage d</w:t>
      </w:r>
      <w:r>
        <w:t>’</w:t>
      </w:r>
      <w:r w:rsidR="008C5C61" w:rsidRPr="004C3E92">
        <w:t>Edward aura lieu</w:t>
      </w:r>
      <w:r>
        <w:t xml:space="preserve">, </w:t>
      </w:r>
      <w:r w:rsidR="008C5C61" w:rsidRPr="004C3E92">
        <w:t>tu peux y compter</w:t>
      </w:r>
      <w:r>
        <w:t xml:space="preserve">, </w:t>
      </w:r>
      <w:r w:rsidR="008C5C61" w:rsidRPr="004C3E92">
        <w:t>sa mère y sera aussi sensible que si elle ne l</w:t>
      </w:r>
      <w:r>
        <w:t>’</w:t>
      </w:r>
      <w:r w:rsidR="008C5C61" w:rsidRPr="004C3E92">
        <w:t>avait jamais rép</w:t>
      </w:r>
      <w:r w:rsidR="008C5C61" w:rsidRPr="004C3E92">
        <w:t>u</w:t>
      </w:r>
      <w:r w:rsidR="008C5C61" w:rsidRPr="004C3E92">
        <w:t>dié</w:t>
      </w:r>
      <w:r>
        <w:t xml:space="preserve">, </w:t>
      </w:r>
      <w:r w:rsidR="008C5C61" w:rsidRPr="004C3E92">
        <w:t>et c</w:t>
      </w:r>
      <w:r>
        <w:t>’</w:t>
      </w:r>
      <w:r w:rsidR="008C5C61" w:rsidRPr="004C3E92">
        <w:t>est pourquoi il faut lui cacher dans toute la mesure du possible toute circonstance susceptible d</w:t>
      </w:r>
      <w:r>
        <w:t>’</w:t>
      </w:r>
      <w:r w:rsidR="008C5C61" w:rsidRPr="004C3E92">
        <w:t>accélérer cet évén</w:t>
      </w:r>
      <w:r w:rsidR="008C5C61" w:rsidRPr="004C3E92">
        <w:t>e</w:t>
      </w:r>
      <w:r w:rsidR="008C5C61" w:rsidRPr="004C3E92">
        <w:t>ment affreux</w:t>
      </w:r>
      <w:r>
        <w:t xml:space="preserve">. </w:t>
      </w:r>
      <w:r w:rsidR="008C5C61" w:rsidRPr="004C3E92">
        <w:t>Mrs</w:t>
      </w:r>
      <w:r>
        <w:t xml:space="preserve">. </w:t>
      </w:r>
      <w:proofErr w:type="spellStart"/>
      <w:r w:rsidR="008C5C61" w:rsidRPr="004C3E92">
        <w:t>Ferrars</w:t>
      </w:r>
      <w:proofErr w:type="spellEnd"/>
      <w:r w:rsidR="008C5C61" w:rsidRPr="004C3E92">
        <w:t xml:space="preserve"> ne pourra jamais oublier qu</w:t>
      </w:r>
      <w:r>
        <w:t>’</w:t>
      </w:r>
      <w:r w:rsidR="008C5C61" w:rsidRPr="004C3E92">
        <w:t>Edward est son fils</w:t>
      </w:r>
      <w:r>
        <w:t>.</w:t>
      </w:r>
    </w:p>
    <w:p w14:paraId="6D7637AA" w14:textId="77777777" w:rsidR="004A4993" w:rsidRDefault="004A4993" w:rsidP="004A4993">
      <w:r>
        <w:t>— </w:t>
      </w:r>
      <w:r w:rsidR="008C5C61" w:rsidRPr="004C3E92">
        <w:t>Tu m</w:t>
      </w:r>
      <w:r>
        <w:t>’</w:t>
      </w:r>
      <w:r w:rsidR="008C5C61" w:rsidRPr="004C3E92">
        <w:t>étonnes</w:t>
      </w:r>
      <w:r>
        <w:t xml:space="preserve"> ; </w:t>
      </w:r>
      <w:r w:rsidR="008C5C61" w:rsidRPr="004C3E92">
        <w:t>il me semble que</w:t>
      </w:r>
      <w:r>
        <w:t xml:space="preserve">, </w:t>
      </w:r>
      <w:r w:rsidR="008C5C61" w:rsidRPr="004C3E92">
        <w:t>depuis le temps</w:t>
      </w:r>
      <w:r>
        <w:t xml:space="preserve">, </w:t>
      </w:r>
      <w:r w:rsidR="008C5C61" w:rsidRPr="004C3E92">
        <w:t>cela a dû échapper presque totalement à sa mémoire</w:t>
      </w:r>
      <w:r>
        <w:t>.</w:t>
      </w:r>
    </w:p>
    <w:p w14:paraId="6AE7C8A7" w14:textId="77777777" w:rsidR="004A4993" w:rsidRDefault="004A4993" w:rsidP="004A4993">
      <w:r>
        <w:t>— </w:t>
      </w:r>
      <w:r w:rsidR="008C5C61" w:rsidRPr="004C3E92">
        <w:t>Tu es extrêmement injuste envers elle</w:t>
      </w:r>
      <w:r>
        <w:t xml:space="preserve">. </w:t>
      </w:r>
      <w:r w:rsidR="008C5C61" w:rsidRPr="004C3E92">
        <w:t>Mrs</w:t>
      </w:r>
      <w:r>
        <w:t xml:space="preserve">. </w:t>
      </w:r>
      <w:proofErr w:type="spellStart"/>
      <w:r w:rsidR="008C5C61" w:rsidRPr="004C3E92">
        <w:t>Ferrars</w:t>
      </w:r>
      <w:proofErr w:type="spellEnd"/>
      <w:r w:rsidR="008C5C61" w:rsidRPr="004C3E92">
        <w:t xml:space="preserve"> est l</w:t>
      </w:r>
      <w:r>
        <w:t>’</w:t>
      </w:r>
      <w:r w:rsidR="008C5C61" w:rsidRPr="004C3E92">
        <w:t>une des mères les plus affectueuses qui soient au monde</w:t>
      </w:r>
      <w:r>
        <w:t>.</w:t>
      </w:r>
    </w:p>
    <w:p w14:paraId="617B4A4B" w14:textId="77777777" w:rsidR="004A4993" w:rsidRDefault="008C5C61" w:rsidP="004A4993">
      <w:proofErr w:type="spellStart"/>
      <w:r w:rsidRPr="004C3E92">
        <w:t>Elinor</w:t>
      </w:r>
      <w:proofErr w:type="spellEnd"/>
      <w:r w:rsidRPr="004C3E92">
        <w:t xml:space="preserve"> se tut</w:t>
      </w:r>
      <w:r w:rsidR="004A4993">
        <w:t>.</w:t>
      </w:r>
    </w:p>
    <w:p w14:paraId="4FCE42F1" w14:textId="77777777" w:rsidR="004A4993" w:rsidRDefault="004A4993" w:rsidP="004A4993">
      <w:r>
        <w:t>— </w:t>
      </w:r>
      <w:r w:rsidR="008C5C61" w:rsidRPr="004C3E92">
        <w:t>Nous songeons maintenant</w:t>
      </w:r>
      <w:r>
        <w:t xml:space="preserve">, </w:t>
      </w:r>
      <w:r w:rsidR="008C5C61" w:rsidRPr="004C3E92">
        <w:t>dit Mr</w:t>
      </w:r>
      <w:r>
        <w:t xml:space="preserve">. </w:t>
      </w:r>
      <w:proofErr w:type="spellStart"/>
      <w:r w:rsidR="008C5C61" w:rsidRPr="004C3E92">
        <w:t>Dashwood</w:t>
      </w:r>
      <w:proofErr w:type="spellEnd"/>
      <w:r>
        <w:t xml:space="preserve">, </w:t>
      </w:r>
      <w:r w:rsidR="008C5C61" w:rsidRPr="004C3E92">
        <w:t>après un bref silence</w:t>
      </w:r>
      <w:r>
        <w:t xml:space="preserve">, </w:t>
      </w:r>
      <w:r w:rsidR="008C5C61" w:rsidRPr="004C3E92">
        <w:t xml:space="preserve">à faire épouser miss Morton à </w:t>
      </w:r>
      <w:r w:rsidR="008C5C61" w:rsidRPr="004C3E92">
        <w:rPr>
          <w:i/>
          <w:iCs/>
        </w:rPr>
        <w:t>Robert</w:t>
      </w:r>
      <w:r>
        <w:t>.</w:t>
      </w:r>
    </w:p>
    <w:p w14:paraId="703DE3D9" w14:textId="77777777" w:rsidR="004A4993" w:rsidRDefault="008C5C61" w:rsidP="004A4993">
      <w:proofErr w:type="spellStart"/>
      <w:r w:rsidRPr="004C3E92">
        <w:t>Elinor</w:t>
      </w:r>
      <w:proofErr w:type="spellEnd"/>
      <w:r w:rsidR="004A4993">
        <w:t xml:space="preserve">, </w:t>
      </w:r>
      <w:r w:rsidRPr="004C3E92">
        <w:t>souriant devant l</w:t>
      </w:r>
      <w:r w:rsidR="004A4993">
        <w:t>’</w:t>
      </w:r>
      <w:r w:rsidRPr="004C3E92">
        <w:t>importance grave et décisive du ton de son frère</w:t>
      </w:r>
      <w:r w:rsidR="004A4993">
        <w:t xml:space="preserve">, </w:t>
      </w:r>
      <w:r w:rsidRPr="004C3E92">
        <w:t>répondit avec calme</w:t>
      </w:r>
      <w:r w:rsidR="004A4993">
        <w:t> :</w:t>
      </w:r>
    </w:p>
    <w:p w14:paraId="692226D9" w14:textId="77777777" w:rsidR="004A4993" w:rsidRDefault="004A4993" w:rsidP="004A4993">
      <w:r>
        <w:t>— </w:t>
      </w:r>
      <w:r w:rsidR="008C5C61" w:rsidRPr="004C3E92">
        <w:t>La dame</w:t>
      </w:r>
      <w:r>
        <w:t xml:space="preserve">, </w:t>
      </w:r>
      <w:r w:rsidR="008C5C61" w:rsidRPr="004C3E92">
        <w:t>je le présume</w:t>
      </w:r>
      <w:r>
        <w:t xml:space="preserve">, </w:t>
      </w:r>
      <w:r w:rsidR="008C5C61" w:rsidRPr="004C3E92">
        <w:t>n</w:t>
      </w:r>
      <w:r>
        <w:t>’</w:t>
      </w:r>
      <w:r w:rsidR="008C5C61" w:rsidRPr="004C3E92">
        <w:t>a aucun choix à exercer</w:t>
      </w:r>
      <w:r>
        <w:t xml:space="preserve">, </w:t>
      </w:r>
      <w:r w:rsidR="008C5C61" w:rsidRPr="004C3E92">
        <w:t>en ce</w:t>
      </w:r>
      <w:r w:rsidR="008C5C61" w:rsidRPr="004C3E92">
        <w:t>t</w:t>
      </w:r>
      <w:r w:rsidR="008C5C61" w:rsidRPr="004C3E92">
        <w:t>te affaire</w:t>
      </w:r>
      <w:r>
        <w:t> ?</w:t>
      </w:r>
    </w:p>
    <w:p w14:paraId="539BA6D6" w14:textId="77777777" w:rsidR="004A4993" w:rsidRDefault="004A4993" w:rsidP="004A4993">
      <w:r>
        <w:lastRenderedPageBreak/>
        <w:t>— </w:t>
      </w:r>
      <w:r w:rsidR="008C5C61" w:rsidRPr="004C3E92">
        <w:t>Choisir</w:t>
      </w:r>
      <w:r>
        <w:t xml:space="preserve"> ! </w:t>
      </w:r>
      <w:r w:rsidR="008C5C61" w:rsidRPr="004C3E92">
        <w:t>Que veux-tu dire</w:t>
      </w:r>
      <w:r>
        <w:t> ?</w:t>
      </w:r>
    </w:p>
    <w:p w14:paraId="0DA9BFD9" w14:textId="77777777" w:rsidR="004A4993" w:rsidRDefault="004A4993" w:rsidP="004A4993">
      <w:r>
        <w:t>— </w:t>
      </w:r>
      <w:r w:rsidR="008C5C61" w:rsidRPr="004C3E92">
        <w:t>Je veux dire simplement que je suppose</w:t>
      </w:r>
      <w:r>
        <w:t xml:space="preserve">, </w:t>
      </w:r>
      <w:r w:rsidR="008C5C61" w:rsidRPr="004C3E92">
        <w:t>d</w:t>
      </w:r>
      <w:r>
        <w:t>’</w:t>
      </w:r>
      <w:r w:rsidR="008C5C61" w:rsidRPr="004C3E92">
        <w:t>après ta façon de parler</w:t>
      </w:r>
      <w:r>
        <w:t xml:space="preserve">, </w:t>
      </w:r>
      <w:r w:rsidR="008C5C61" w:rsidRPr="004C3E92">
        <w:t>qu</w:t>
      </w:r>
      <w:r>
        <w:t>’</w:t>
      </w:r>
      <w:r w:rsidR="008C5C61" w:rsidRPr="004C3E92">
        <w:t>il doit être indifférent à miss Morton d</w:t>
      </w:r>
      <w:r>
        <w:t>’</w:t>
      </w:r>
      <w:r w:rsidR="008C5C61" w:rsidRPr="004C3E92">
        <w:t>épouser Edward ou Robert</w:t>
      </w:r>
      <w:r>
        <w:t>.</w:t>
      </w:r>
    </w:p>
    <w:p w14:paraId="3F258B9A" w14:textId="77777777" w:rsidR="004A4993" w:rsidRDefault="004A4993" w:rsidP="004A4993">
      <w:r>
        <w:t>— </w:t>
      </w:r>
      <w:r w:rsidR="008C5C61" w:rsidRPr="004C3E92">
        <w:t>Certainement</w:t>
      </w:r>
      <w:r>
        <w:t xml:space="preserve">, </w:t>
      </w:r>
      <w:r w:rsidR="008C5C61" w:rsidRPr="004C3E92">
        <w:t>il ne peut y avoir de différence</w:t>
      </w:r>
      <w:r>
        <w:t xml:space="preserve"> ; </w:t>
      </w:r>
      <w:r w:rsidR="008C5C61" w:rsidRPr="004C3E92">
        <w:t>car Robert sera maintenant considéré virtuellement comme le fils aîné</w:t>
      </w:r>
      <w:r>
        <w:t xml:space="preserve"> ; </w:t>
      </w:r>
      <w:r w:rsidR="008C5C61" w:rsidRPr="004C3E92">
        <w:t>et quant au reste</w:t>
      </w:r>
      <w:r>
        <w:t xml:space="preserve">, </w:t>
      </w:r>
      <w:r w:rsidR="008C5C61" w:rsidRPr="004C3E92">
        <w:t>ils sont l</w:t>
      </w:r>
      <w:r>
        <w:t>’</w:t>
      </w:r>
      <w:r w:rsidR="008C5C61" w:rsidRPr="004C3E92">
        <w:t>un et l</w:t>
      </w:r>
      <w:r>
        <w:t>’</w:t>
      </w:r>
      <w:r w:rsidR="008C5C61" w:rsidRPr="004C3E92">
        <w:t>autre des jeunes gens fort agré</w:t>
      </w:r>
      <w:r w:rsidR="008C5C61" w:rsidRPr="004C3E92">
        <w:t>a</w:t>
      </w:r>
      <w:r w:rsidR="008C5C61" w:rsidRPr="004C3E92">
        <w:t>bles</w:t>
      </w:r>
      <w:r>
        <w:t xml:space="preserve">, – </w:t>
      </w:r>
      <w:r w:rsidR="008C5C61" w:rsidRPr="004C3E92">
        <w:t>je ne sache pas que l</w:t>
      </w:r>
      <w:r>
        <w:t>’</w:t>
      </w:r>
      <w:r w:rsidR="008C5C61" w:rsidRPr="004C3E92">
        <w:t>un soit supérieur à l</w:t>
      </w:r>
      <w:r>
        <w:t>’</w:t>
      </w:r>
      <w:r w:rsidR="008C5C61" w:rsidRPr="004C3E92">
        <w:t>autre</w:t>
      </w:r>
      <w:r>
        <w:t>.</w:t>
      </w:r>
    </w:p>
    <w:p w14:paraId="4EB87E98" w14:textId="77777777" w:rsidR="004A4993" w:rsidRDefault="008C5C61" w:rsidP="004A4993">
      <w:proofErr w:type="spellStart"/>
      <w:r w:rsidRPr="004C3E92">
        <w:t>Elinor</w:t>
      </w:r>
      <w:proofErr w:type="spellEnd"/>
      <w:r w:rsidRPr="004C3E92">
        <w:t xml:space="preserve"> n</w:t>
      </w:r>
      <w:r w:rsidR="004A4993">
        <w:t>’</w:t>
      </w:r>
      <w:r w:rsidRPr="004C3E92">
        <w:t>en dit pas davantage</w:t>
      </w:r>
      <w:r w:rsidR="004A4993">
        <w:t xml:space="preserve">, </w:t>
      </w:r>
      <w:r w:rsidRPr="004C3E92">
        <w:t>et John garda également le silence pendant quelques instants</w:t>
      </w:r>
      <w:r w:rsidR="004A4993">
        <w:t xml:space="preserve">. </w:t>
      </w:r>
      <w:r w:rsidRPr="004C3E92">
        <w:t>Ses réflexions se terminèrent ainsi</w:t>
      </w:r>
      <w:r w:rsidR="004A4993">
        <w:t> :</w:t>
      </w:r>
    </w:p>
    <w:p w14:paraId="486289A1" w14:textId="77777777" w:rsidR="004A4993" w:rsidRDefault="004A4993" w:rsidP="004A4993">
      <w:r>
        <w:t>— </w:t>
      </w:r>
      <w:r w:rsidR="008C5C61" w:rsidRPr="004C3E92">
        <w:t>Il y a une chose</w:t>
      </w:r>
      <w:r>
        <w:t xml:space="preserve">, </w:t>
      </w:r>
      <w:r w:rsidR="008C5C61" w:rsidRPr="004C3E92">
        <w:t>ma chère sœur</w:t>
      </w:r>
      <w:r>
        <w:t xml:space="preserve">, – </w:t>
      </w:r>
      <w:r w:rsidR="008C5C61" w:rsidRPr="004C3E92">
        <w:t>lui prenant la main avec bonté</w:t>
      </w:r>
      <w:r>
        <w:t xml:space="preserve">, </w:t>
      </w:r>
      <w:r w:rsidR="008C5C61" w:rsidRPr="004C3E92">
        <w:t>et parlant dans un chuchotement chargé d</w:t>
      </w:r>
      <w:r>
        <w:t>’</w:t>
      </w:r>
      <w:r w:rsidR="008C5C61" w:rsidRPr="004C3E92">
        <w:t>effroi respectueux</w:t>
      </w:r>
      <w:r>
        <w:t xml:space="preserve"> – </w:t>
      </w:r>
      <w:r w:rsidR="008C5C61" w:rsidRPr="004C3E92">
        <w:t>dont je puis te donner l</w:t>
      </w:r>
      <w:r>
        <w:t>’</w:t>
      </w:r>
      <w:r w:rsidR="008C5C61" w:rsidRPr="004C3E92">
        <w:t>assurance</w:t>
      </w:r>
      <w:r>
        <w:t xml:space="preserve"> : </w:t>
      </w:r>
      <w:r w:rsidR="008C5C61" w:rsidRPr="004C3E92">
        <w:t>et je le ferai</w:t>
      </w:r>
      <w:r>
        <w:t xml:space="preserve">, </w:t>
      </w:r>
      <w:r w:rsidR="008C5C61" w:rsidRPr="004C3E92">
        <w:t>parce que je sais que cela devra t</w:t>
      </w:r>
      <w:r>
        <w:t>’</w:t>
      </w:r>
      <w:r w:rsidR="008C5C61" w:rsidRPr="004C3E92">
        <w:t>être agréable</w:t>
      </w:r>
      <w:r>
        <w:t xml:space="preserve">. </w:t>
      </w:r>
      <w:r w:rsidR="008C5C61" w:rsidRPr="004C3E92">
        <w:t>J</w:t>
      </w:r>
      <w:r>
        <w:t>’</w:t>
      </w:r>
      <w:r w:rsidR="008C5C61" w:rsidRPr="004C3E92">
        <w:t>ai de bonnes raisons de croire</w:t>
      </w:r>
      <w:r>
        <w:t xml:space="preserve"> – </w:t>
      </w:r>
      <w:r w:rsidR="008C5C61" w:rsidRPr="004C3E92">
        <w:t>en vérité</w:t>
      </w:r>
      <w:r>
        <w:t xml:space="preserve">, </w:t>
      </w:r>
      <w:r w:rsidR="008C5C61" w:rsidRPr="004C3E92">
        <w:t>je le tiens de la meilleure source</w:t>
      </w:r>
      <w:r>
        <w:t xml:space="preserve">, </w:t>
      </w:r>
      <w:r w:rsidR="008C5C61" w:rsidRPr="004C3E92">
        <w:t>sinon je ne le répéterais pas</w:t>
      </w:r>
      <w:r>
        <w:t xml:space="preserve">, </w:t>
      </w:r>
      <w:r w:rsidR="008C5C61" w:rsidRPr="004C3E92">
        <w:t>car sans cela</w:t>
      </w:r>
      <w:r>
        <w:t xml:space="preserve">, </w:t>
      </w:r>
      <w:r w:rsidR="008C5C61" w:rsidRPr="004C3E92">
        <w:t>ce serait fort mal d</w:t>
      </w:r>
      <w:r>
        <w:t>’</w:t>
      </w:r>
      <w:r w:rsidR="008C5C61" w:rsidRPr="004C3E92">
        <w:t>en dire quoi que ce soit</w:t>
      </w:r>
      <w:r>
        <w:t xml:space="preserve"> – </w:t>
      </w:r>
      <w:r w:rsidR="008C5C61" w:rsidRPr="004C3E92">
        <w:t>mais je le tiens de la meilleure source</w:t>
      </w:r>
      <w:r>
        <w:t xml:space="preserve"> – </w:t>
      </w:r>
      <w:r w:rsidR="008C5C61" w:rsidRPr="004C3E92">
        <w:t>non pas que je l</w:t>
      </w:r>
      <w:r>
        <w:t>’</w:t>
      </w:r>
      <w:r w:rsidR="008C5C61" w:rsidRPr="004C3E92">
        <w:t>aie jamais entendu dire d</w:t>
      </w:r>
      <w:r>
        <w:t>’</w:t>
      </w:r>
      <w:r w:rsidR="008C5C61" w:rsidRPr="004C3E92">
        <w:t>une façon précise à Mrs</w:t>
      </w:r>
      <w:r>
        <w:t xml:space="preserve">. </w:t>
      </w:r>
      <w:proofErr w:type="spellStart"/>
      <w:r w:rsidR="008C5C61" w:rsidRPr="004C3E92">
        <w:t>Ferrars</w:t>
      </w:r>
      <w:proofErr w:type="spellEnd"/>
      <w:r w:rsidR="008C5C61" w:rsidRPr="004C3E92">
        <w:t xml:space="preserve"> elle-même</w:t>
      </w:r>
      <w:r>
        <w:t xml:space="preserve">, </w:t>
      </w:r>
      <w:r w:rsidR="008C5C61" w:rsidRPr="004C3E92">
        <w:t>mais sa fille l</w:t>
      </w:r>
      <w:r>
        <w:t>’</w:t>
      </w:r>
      <w:r w:rsidR="008C5C61" w:rsidRPr="004C3E92">
        <w:t>a entendu</w:t>
      </w:r>
      <w:r>
        <w:t xml:space="preserve">, </w:t>
      </w:r>
      <w:r w:rsidR="008C5C61" w:rsidRPr="004C3E92">
        <w:t>et c</w:t>
      </w:r>
      <w:r>
        <w:t>’</w:t>
      </w:r>
      <w:r w:rsidR="008C5C61" w:rsidRPr="004C3E92">
        <w:t>est d</w:t>
      </w:r>
      <w:r>
        <w:t>’</w:t>
      </w:r>
      <w:r w:rsidR="008C5C61" w:rsidRPr="004C3E92">
        <w:t>elle que je le tiens</w:t>
      </w:r>
      <w:r>
        <w:t xml:space="preserve"> – </w:t>
      </w:r>
      <w:r w:rsidR="008C5C61" w:rsidRPr="004C3E92">
        <w:t>bref</w:t>
      </w:r>
      <w:r>
        <w:t xml:space="preserve">, </w:t>
      </w:r>
      <w:r w:rsidR="008C5C61" w:rsidRPr="004C3E92">
        <w:t>que</w:t>
      </w:r>
      <w:r>
        <w:t xml:space="preserve">, </w:t>
      </w:r>
      <w:r w:rsidR="008C5C61" w:rsidRPr="004C3E92">
        <w:t>quelles que puissent être les obje</w:t>
      </w:r>
      <w:r w:rsidR="008C5C61" w:rsidRPr="004C3E92">
        <w:t>c</w:t>
      </w:r>
      <w:r w:rsidR="008C5C61" w:rsidRPr="004C3E92">
        <w:t>tions à l</w:t>
      </w:r>
      <w:r>
        <w:t>’</w:t>
      </w:r>
      <w:r w:rsidR="008C5C61" w:rsidRPr="004C3E92">
        <w:t>encontre d</w:t>
      </w:r>
      <w:r>
        <w:t>’</w:t>
      </w:r>
      <w:r w:rsidR="008C5C61" w:rsidRPr="004C3E92">
        <w:t>une certaine</w:t>
      </w:r>
      <w:r>
        <w:t xml:space="preserve">… </w:t>
      </w:r>
      <w:r w:rsidR="008C5C61" w:rsidRPr="004C3E92">
        <w:t>d</w:t>
      </w:r>
      <w:r>
        <w:t>’</w:t>
      </w:r>
      <w:r w:rsidR="008C5C61" w:rsidRPr="004C3E92">
        <w:t>une certaine union</w:t>
      </w:r>
      <w:r>
        <w:t xml:space="preserve"> – </w:t>
      </w:r>
      <w:r w:rsidR="008C5C61" w:rsidRPr="004C3E92">
        <w:t>tu me comprends</w:t>
      </w:r>
      <w:r>
        <w:t xml:space="preserve"> – </w:t>
      </w:r>
      <w:r w:rsidR="008C5C61" w:rsidRPr="004C3E92">
        <w:t>elle lui eût été de beaucoup préférable</w:t>
      </w:r>
      <w:r>
        <w:t xml:space="preserve">, </w:t>
      </w:r>
      <w:r w:rsidR="008C5C61" w:rsidRPr="004C3E92">
        <w:t>elle ne lui eût pas causé la contrariété que lui donne celle-ci</w:t>
      </w:r>
      <w:r>
        <w:t xml:space="preserve">. </w:t>
      </w:r>
      <w:r w:rsidR="008C5C61" w:rsidRPr="004C3E92">
        <w:t>J</w:t>
      </w:r>
      <w:r>
        <w:t>’</w:t>
      </w:r>
      <w:r w:rsidR="008C5C61" w:rsidRPr="004C3E92">
        <w:t>ai été e</w:t>
      </w:r>
      <w:r w:rsidR="008C5C61" w:rsidRPr="004C3E92">
        <w:t>x</w:t>
      </w:r>
      <w:r w:rsidR="008C5C61" w:rsidRPr="004C3E92">
        <w:t>trêmement content d</w:t>
      </w:r>
      <w:r>
        <w:t>’</w:t>
      </w:r>
      <w:r w:rsidR="008C5C61" w:rsidRPr="004C3E92">
        <w:t>apprendre que Mrs</w:t>
      </w:r>
      <w:r>
        <w:t xml:space="preserve">. </w:t>
      </w:r>
      <w:proofErr w:type="spellStart"/>
      <w:r w:rsidR="008C5C61" w:rsidRPr="004C3E92">
        <w:t>Ferrars</w:t>
      </w:r>
      <w:proofErr w:type="spellEnd"/>
      <w:r w:rsidR="008C5C61" w:rsidRPr="004C3E92">
        <w:t xml:space="preserve"> envisageait la chose sous ce jour-là</w:t>
      </w:r>
      <w:r>
        <w:t xml:space="preserve">, – </w:t>
      </w:r>
      <w:r w:rsidR="008C5C61" w:rsidRPr="004C3E92">
        <w:t>circonstance flatteuse</w:t>
      </w:r>
      <w:r>
        <w:t xml:space="preserve">, </w:t>
      </w:r>
      <w:r w:rsidR="008C5C61" w:rsidRPr="004C3E92">
        <w:t>n</w:t>
      </w:r>
      <w:r>
        <w:t>’</w:t>
      </w:r>
      <w:r w:rsidR="008C5C61" w:rsidRPr="004C3E92">
        <w:t>est-ce pas</w:t>
      </w:r>
      <w:r>
        <w:t xml:space="preserve">, </w:t>
      </w:r>
      <w:r w:rsidR="008C5C61" w:rsidRPr="004C3E92">
        <w:t>pour nous tous</w:t>
      </w:r>
      <w:r>
        <w:t xml:space="preserve">. </w:t>
      </w:r>
      <w:r w:rsidR="008C5C61" w:rsidRPr="004C3E92">
        <w:t>C</w:t>
      </w:r>
      <w:r>
        <w:t>’</w:t>
      </w:r>
      <w:r w:rsidR="008C5C61" w:rsidRPr="004C3E92">
        <w:t>eût été</w:t>
      </w:r>
      <w:r>
        <w:t xml:space="preserve">, </w:t>
      </w:r>
      <w:r w:rsidR="008C5C61" w:rsidRPr="004C3E92">
        <w:t>sans comparaison</w:t>
      </w:r>
      <w:r>
        <w:t xml:space="preserve">, </w:t>
      </w:r>
      <w:r w:rsidR="008C5C61" w:rsidRPr="004C3E92">
        <w:t>a-t-elle dit</w:t>
      </w:r>
      <w:r>
        <w:t xml:space="preserve">, </w:t>
      </w:r>
      <w:r w:rsidR="008C5C61" w:rsidRPr="004C3E92">
        <w:t>des deux maux le moindre</w:t>
      </w:r>
      <w:r>
        <w:t xml:space="preserve">, </w:t>
      </w:r>
      <w:r w:rsidR="008C5C61" w:rsidRPr="004C3E92">
        <w:t>et elle serait heureuse de n</w:t>
      </w:r>
      <w:r>
        <w:t>’</w:t>
      </w:r>
      <w:r w:rsidR="008C5C61" w:rsidRPr="004C3E92">
        <w:t>avoir à transiger</w:t>
      </w:r>
      <w:r>
        <w:t xml:space="preserve">, </w:t>
      </w:r>
      <w:r w:rsidR="008C5C61" w:rsidRPr="004C3E92">
        <w:t>à présent</w:t>
      </w:r>
      <w:r>
        <w:t xml:space="preserve">, </w:t>
      </w:r>
      <w:r w:rsidR="008C5C61" w:rsidRPr="004C3E92">
        <w:t>pour rien de pire</w:t>
      </w:r>
      <w:r>
        <w:t xml:space="preserve">. </w:t>
      </w:r>
      <w:r w:rsidR="008C5C61" w:rsidRPr="004C3E92">
        <w:t>Néanmoins</w:t>
      </w:r>
      <w:r>
        <w:t xml:space="preserve">, </w:t>
      </w:r>
      <w:r w:rsidR="008C5C61" w:rsidRPr="004C3E92">
        <w:t>tout cela est absolument hors de question</w:t>
      </w:r>
      <w:r>
        <w:t xml:space="preserve"> ; </w:t>
      </w:r>
      <w:r w:rsidR="008C5C61" w:rsidRPr="004C3E92">
        <w:t>il n</w:t>
      </w:r>
      <w:r>
        <w:t>’</w:t>
      </w:r>
      <w:r w:rsidR="008C5C61" w:rsidRPr="004C3E92">
        <w:t xml:space="preserve">y </w:t>
      </w:r>
      <w:r w:rsidR="008C5C61" w:rsidRPr="004C3E92">
        <w:lastRenderedPageBreak/>
        <w:t>faut pas songer ni en parler</w:t>
      </w:r>
      <w:r>
        <w:t xml:space="preserve"> ; </w:t>
      </w:r>
      <w:r w:rsidR="008C5C61" w:rsidRPr="004C3E92">
        <w:t>quant à toute attache</w:t>
      </w:r>
      <w:r>
        <w:t xml:space="preserve">, </w:t>
      </w:r>
      <w:r w:rsidR="008C5C61" w:rsidRPr="004C3E92">
        <w:t>n</w:t>
      </w:r>
      <w:r>
        <w:t>’</w:t>
      </w:r>
      <w:r w:rsidR="008C5C61" w:rsidRPr="004C3E92">
        <w:t>est-ce pas</w:t>
      </w:r>
      <w:r>
        <w:t xml:space="preserve"> – </w:t>
      </w:r>
      <w:r w:rsidR="008C5C61" w:rsidRPr="004C3E92">
        <w:t>cela n</w:t>
      </w:r>
      <w:r>
        <w:t>’</w:t>
      </w:r>
      <w:r w:rsidR="008C5C61" w:rsidRPr="004C3E92">
        <w:t>aurait jamais pu</w:t>
      </w:r>
      <w:r>
        <w:t xml:space="preserve">… – </w:t>
      </w:r>
      <w:r w:rsidR="008C5C61" w:rsidRPr="004C3E92">
        <w:t>tout cela est fini</w:t>
      </w:r>
      <w:r>
        <w:t xml:space="preserve">. </w:t>
      </w:r>
      <w:r w:rsidR="008C5C61" w:rsidRPr="004C3E92">
        <w:t>Mais j</w:t>
      </w:r>
      <w:r>
        <w:t>’</w:t>
      </w:r>
      <w:r w:rsidR="008C5C61" w:rsidRPr="004C3E92">
        <w:t>ai pensé que je t</w:t>
      </w:r>
      <w:r>
        <w:t>’</w:t>
      </w:r>
      <w:r w:rsidR="008C5C61" w:rsidRPr="004C3E92">
        <w:t>en dirais un mot</w:t>
      </w:r>
      <w:r>
        <w:t xml:space="preserve">, </w:t>
      </w:r>
      <w:r w:rsidR="008C5C61" w:rsidRPr="004C3E92">
        <w:t>parce que je savais à quel point cela te ferait plaisir</w:t>
      </w:r>
      <w:r>
        <w:t xml:space="preserve">. </w:t>
      </w:r>
      <w:r w:rsidR="008C5C61" w:rsidRPr="004C3E92">
        <w:t>Non pas que tu aies a</w:t>
      </w:r>
      <w:r w:rsidR="008C5C61" w:rsidRPr="004C3E92">
        <w:t>u</w:t>
      </w:r>
      <w:r w:rsidR="008C5C61" w:rsidRPr="004C3E92">
        <w:t>cune cause de regret</w:t>
      </w:r>
      <w:r>
        <w:t xml:space="preserve">, </w:t>
      </w:r>
      <w:r w:rsidR="008C5C61" w:rsidRPr="004C3E92">
        <w:t xml:space="preserve">ma chère </w:t>
      </w:r>
      <w:proofErr w:type="spellStart"/>
      <w:r w:rsidR="008C5C61" w:rsidRPr="004C3E92">
        <w:t>Elinor</w:t>
      </w:r>
      <w:proofErr w:type="spellEnd"/>
      <w:r>
        <w:t xml:space="preserve">. </w:t>
      </w:r>
      <w:r w:rsidR="008C5C61" w:rsidRPr="004C3E92">
        <w:t>Il n</w:t>
      </w:r>
      <w:r>
        <w:t>’</w:t>
      </w:r>
      <w:r w:rsidR="008C5C61" w:rsidRPr="004C3E92">
        <w:t>y a aucun doute que tu ne t</w:t>
      </w:r>
      <w:r>
        <w:t>’</w:t>
      </w:r>
      <w:r w:rsidR="008C5C61" w:rsidRPr="004C3E92">
        <w:t>en tires extrêmement bien</w:t>
      </w:r>
      <w:r>
        <w:t xml:space="preserve">, – </w:t>
      </w:r>
      <w:r w:rsidR="008C5C61" w:rsidRPr="004C3E92">
        <w:t>tout aussi bien</w:t>
      </w:r>
      <w:r>
        <w:t xml:space="preserve">, </w:t>
      </w:r>
      <w:r w:rsidR="008C5C61" w:rsidRPr="004C3E92">
        <w:t>ou mieux</w:t>
      </w:r>
      <w:r>
        <w:t xml:space="preserve">, </w:t>
      </w:r>
      <w:r w:rsidR="008C5C61" w:rsidRPr="004C3E92">
        <w:t>peut-être</w:t>
      </w:r>
      <w:r>
        <w:t xml:space="preserve">, </w:t>
      </w:r>
      <w:r w:rsidR="008C5C61" w:rsidRPr="004C3E92">
        <w:t>tout compte fait</w:t>
      </w:r>
      <w:r>
        <w:t xml:space="preserve">. </w:t>
      </w:r>
      <w:r w:rsidR="008C5C61" w:rsidRPr="004C3E92">
        <w:t>As-tu vu récemment le colonel Brandon</w:t>
      </w:r>
      <w:r>
        <w:t> ?</w:t>
      </w:r>
    </w:p>
    <w:p w14:paraId="3E01C3E4" w14:textId="77777777" w:rsidR="004A4993" w:rsidRDefault="008C5C61" w:rsidP="004A4993">
      <w:proofErr w:type="spellStart"/>
      <w:r w:rsidRPr="004C3E92">
        <w:t>Elinor</w:t>
      </w:r>
      <w:proofErr w:type="spellEnd"/>
      <w:r w:rsidRPr="004C3E92">
        <w:t xml:space="preserve"> en avait entendu assez</w:t>
      </w:r>
      <w:r w:rsidR="004A4993">
        <w:t xml:space="preserve">, </w:t>
      </w:r>
      <w:r w:rsidRPr="004C3E92">
        <w:t>sinon pour flatter sa vanité et accroître son importance à ses propres yeux</w:t>
      </w:r>
      <w:r w:rsidR="004A4993">
        <w:t xml:space="preserve">, </w:t>
      </w:r>
      <w:r w:rsidRPr="004C3E92">
        <w:t>mais pour agiter ses nerfs et occuper son esprit</w:t>
      </w:r>
      <w:r w:rsidR="004A4993">
        <w:t xml:space="preserve"> ; </w:t>
      </w:r>
      <w:r w:rsidRPr="004C3E92">
        <w:t>et elle fut donc contente de se voir épargner la nécessité de répondre longuement elle-même</w:t>
      </w:r>
      <w:r w:rsidR="004A4993">
        <w:t xml:space="preserve">, </w:t>
      </w:r>
      <w:r w:rsidRPr="004C3E92">
        <w:t>et le danger d</w:t>
      </w:r>
      <w:r w:rsidR="004A4993">
        <w:t>’</w:t>
      </w:r>
      <w:r w:rsidRPr="004C3E92">
        <w:t>en apprendre davantage de la bouche de son fr</w:t>
      </w:r>
      <w:r w:rsidRPr="004C3E92">
        <w:t>è</w:t>
      </w:r>
      <w:r w:rsidRPr="004C3E92">
        <w:t>re</w:t>
      </w:r>
      <w:r w:rsidR="004A4993">
        <w:t xml:space="preserve">, </w:t>
      </w:r>
      <w:r w:rsidRPr="004C3E92">
        <w:t>grâce à l</w:t>
      </w:r>
      <w:r w:rsidR="004A4993">
        <w:t>’</w:t>
      </w:r>
      <w:r w:rsidRPr="004C3E92">
        <w:t>entrée de Mr</w:t>
      </w:r>
      <w:r w:rsidR="004A4993">
        <w:t xml:space="preserve">. </w:t>
      </w:r>
      <w:r w:rsidRPr="004C3E92">
        <w:t xml:space="preserve">Robert </w:t>
      </w:r>
      <w:proofErr w:type="spellStart"/>
      <w:r w:rsidRPr="004C3E92">
        <w:t>Ferrars</w:t>
      </w:r>
      <w:proofErr w:type="spellEnd"/>
      <w:r w:rsidR="004A4993">
        <w:t xml:space="preserve">. </w:t>
      </w:r>
      <w:r w:rsidRPr="004C3E92">
        <w:t>Après quelques in</w:t>
      </w:r>
      <w:r w:rsidRPr="004C3E92">
        <w:t>s</w:t>
      </w:r>
      <w:r w:rsidRPr="004C3E92">
        <w:t>tants de bavardage</w:t>
      </w:r>
      <w:r w:rsidR="004A4993">
        <w:t xml:space="preserve">, </w:t>
      </w:r>
      <w:r w:rsidRPr="004C3E92">
        <w:t xml:space="preserve">John </w:t>
      </w:r>
      <w:proofErr w:type="spellStart"/>
      <w:r w:rsidRPr="004C3E92">
        <w:t>Dashwood</w:t>
      </w:r>
      <w:proofErr w:type="spellEnd"/>
      <w:r w:rsidR="004A4993">
        <w:t xml:space="preserve">, </w:t>
      </w:r>
      <w:r w:rsidRPr="004C3E92">
        <w:t>se rappelant que Fanny n</w:t>
      </w:r>
      <w:r w:rsidR="004A4993">
        <w:t>’</w:t>
      </w:r>
      <w:r w:rsidRPr="004C3E92">
        <w:t>avait pas encore été prévenue de la présence de sa sœur</w:t>
      </w:r>
      <w:r w:rsidR="004A4993">
        <w:t xml:space="preserve">, </w:t>
      </w:r>
      <w:r w:rsidRPr="004C3E92">
        <w:t>qui</w:t>
      </w:r>
      <w:r w:rsidRPr="004C3E92">
        <w:t>t</w:t>
      </w:r>
      <w:r w:rsidRPr="004C3E92">
        <w:t>ta la pièce pour aller à sa recherche</w:t>
      </w:r>
      <w:r w:rsidR="004A4993">
        <w:t xml:space="preserve"> ; </w:t>
      </w:r>
      <w:r w:rsidRPr="004C3E92">
        <w:t xml:space="preserve">et </w:t>
      </w:r>
      <w:proofErr w:type="spellStart"/>
      <w:r w:rsidRPr="004C3E92">
        <w:t>Elinor</w:t>
      </w:r>
      <w:proofErr w:type="spellEnd"/>
      <w:r w:rsidRPr="004C3E92">
        <w:t xml:space="preserve"> eut l</w:t>
      </w:r>
      <w:r w:rsidR="004A4993">
        <w:t>’</w:t>
      </w:r>
      <w:r w:rsidRPr="004C3E92">
        <w:t>occasion de faire plus ample connaissance avec Robert</w:t>
      </w:r>
      <w:r w:rsidR="004A4993">
        <w:t xml:space="preserve">, </w:t>
      </w:r>
      <w:r w:rsidRPr="004C3E92">
        <w:t>qui</w:t>
      </w:r>
      <w:r w:rsidR="004A4993">
        <w:t xml:space="preserve">, </w:t>
      </w:r>
      <w:r w:rsidRPr="004C3E92">
        <w:t>par la gaieté i</w:t>
      </w:r>
      <w:r w:rsidRPr="004C3E92">
        <w:t>n</w:t>
      </w:r>
      <w:r w:rsidRPr="004C3E92">
        <w:t>souciante</w:t>
      </w:r>
      <w:r w:rsidR="004A4993">
        <w:t xml:space="preserve">, </w:t>
      </w:r>
      <w:r w:rsidRPr="004C3E92">
        <w:t>l</w:t>
      </w:r>
      <w:r w:rsidR="004A4993">
        <w:t>’</w:t>
      </w:r>
      <w:r w:rsidRPr="004C3E92">
        <w:t>heureuse suffisance</w:t>
      </w:r>
      <w:r w:rsidR="004A4993">
        <w:t xml:space="preserve">, </w:t>
      </w:r>
      <w:r w:rsidRPr="004C3E92">
        <w:t>de ses façons</w:t>
      </w:r>
      <w:r w:rsidR="004A4993">
        <w:t xml:space="preserve">, </w:t>
      </w:r>
      <w:r w:rsidRPr="004C3E92">
        <w:t>alors qu</w:t>
      </w:r>
      <w:r w:rsidR="004A4993">
        <w:t>’</w:t>
      </w:r>
      <w:r w:rsidRPr="004C3E92">
        <w:t>il prof</w:t>
      </w:r>
      <w:r w:rsidRPr="004C3E92">
        <w:t>i</w:t>
      </w:r>
      <w:r w:rsidRPr="004C3E92">
        <w:t>tait d</w:t>
      </w:r>
      <w:r w:rsidR="004A4993">
        <w:t>’</w:t>
      </w:r>
      <w:r w:rsidRPr="004C3E92">
        <w:t>un partage aussi injuste de l</w:t>
      </w:r>
      <w:r w:rsidR="004A4993">
        <w:t>’</w:t>
      </w:r>
      <w:r w:rsidRPr="004C3E92">
        <w:t>amour et de la libéralité de sa mère</w:t>
      </w:r>
      <w:r w:rsidR="004A4993">
        <w:t xml:space="preserve">, </w:t>
      </w:r>
      <w:r w:rsidRPr="004C3E92">
        <w:t>au préjudice de son frère banni</w:t>
      </w:r>
      <w:r w:rsidR="004A4993">
        <w:t xml:space="preserve">, – </w:t>
      </w:r>
      <w:r w:rsidRPr="004C3E92">
        <w:t>partage qu</w:t>
      </w:r>
      <w:r w:rsidR="004A4993">
        <w:t>’</w:t>
      </w:r>
      <w:r w:rsidRPr="004C3E92">
        <w:t>il n</w:t>
      </w:r>
      <w:r w:rsidR="004A4993">
        <w:t>’</w:t>
      </w:r>
      <w:r w:rsidRPr="004C3E92">
        <w:t>avait g</w:t>
      </w:r>
      <w:r w:rsidRPr="004C3E92">
        <w:t>a</w:t>
      </w:r>
      <w:r w:rsidRPr="004C3E92">
        <w:t>gné que par son propre genre de vie dissipée</w:t>
      </w:r>
      <w:r w:rsidR="004A4993">
        <w:t xml:space="preserve">, </w:t>
      </w:r>
      <w:r w:rsidRPr="004C3E92">
        <w:t>jointe à la probité de ce frère</w:t>
      </w:r>
      <w:r w:rsidR="004A4993">
        <w:t xml:space="preserve">, – </w:t>
      </w:r>
      <w:r w:rsidRPr="004C3E92">
        <w:t>confirmait pour elle l</w:t>
      </w:r>
      <w:r w:rsidR="004A4993">
        <w:t>’</w:t>
      </w:r>
      <w:r w:rsidRPr="004C3E92">
        <w:t>opinion fort peu favorable qu</w:t>
      </w:r>
      <w:r w:rsidR="004A4993">
        <w:t>’</w:t>
      </w:r>
      <w:r w:rsidRPr="004C3E92">
        <w:t>elle avait de sa tête et de son cœur</w:t>
      </w:r>
      <w:r w:rsidR="004A4993">
        <w:t>.</w:t>
      </w:r>
    </w:p>
    <w:p w14:paraId="6C54C183" w14:textId="77777777" w:rsidR="004A4993" w:rsidRDefault="008C5C61" w:rsidP="004A4993">
      <w:r w:rsidRPr="004C3E92">
        <w:t>À peine avaient-ils été deux minutes en tête à tête</w:t>
      </w:r>
      <w:r w:rsidR="004A4993">
        <w:t xml:space="preserve">, </w:t>
      </w:r>
      <w:r w:rsidRPr="004C3E92">
        <w:t>qu</w:t>
      </w:r>
      <w:r w:rsidR="004A4993">
        <w:t>’</w:t>
      </w:r>
      <w:r w:rsidRPr="004C3E92">
        <w:t>il se mit à parler d</w:t>
      </w:r>
      <w:r w:rsidR="004A4993">
        <w:t>’</w:t>
      </w:r>
      <w:r w:rsidRPr="004C3E92">
        <w:t>Edward</w:t>
      </w:r>
      <w:r w:rsidR="004A4993">
        <w:t xml:space="preserve"> ; </w:t>
      </w:r>
      <w:r w:rsidRPr="004C3E92">
        <w:t>car il avait</w:t>
      </w:r>
      <w:r w:rsidR="004A4993">
        <w:t xml:space="preserve">, </w:t>
      </w:r>
      <w:r w:rsidRPr="004C3E92">
        <w:t>lui aussi</w:t>
      </w:r>
      <w:r w:rsidR="004A4993">
        <w:t xml:space="preserve">, </w:t>
      </w:r>
      <w:r w:rsidRPr="004C3E92">
        <w:t>eu vent du bénéf</w:t>
      </w:r>
      <w:r w:rsidRPr="004C3E92">
        <w:t>i</w:t>
      </w:r>
      <w:r w:rsidRPr="004C3E92">
        <w:t>ce</w:t>
      </w:r>
      <w:r w:rsidR="004A4993">
        <w:t xml:space="preserve">, </w:t>
      </w:r>
      <w:r w:rsidRPr="004C3E92">
        <w:t>et était plein de curiosité indiscrète à ce sujet</w:t>
      </w:r>
      <w:r w:rsidR="004A4993">
        <w:t xml:space="preserve">. </w:t>
      </w:r>
      <w:proofErr w:type="spellStart"/>
      <w:r w:rsidRPr="004C3E92">
        <w:t>Elinor</w:t>
      </w:r>
      <w:proofErr w:type="spellEnd"/>
      <w:r w:rsidRPr="004C3E92">
        <w:t xml:space="preserve"> lui en répéta les détails</w:t>
      </w:r>
      <w:r w:rsidR="004A4993">
        <w:t xml:space="preserve">, </w:t>
      </w:r>
      <w:r w:rsidRPr="004C3E92">
        <w:t>comme elle les avait donnés à John</w:t>
      </w:r>
      <w:r w:rsidR="004A4993">
        <w:t xml:space="preserve">, </w:t>
      </w:r>
      <w:r w:rsidRPr="004C3E92">
        <w:t>et leur e</w:t>
      </w:r>
      <w:r w:rsidRPr="004C3E92">
        <w:t>f</w:t>
      </w:r>
      <w:r w:rsidRPr="004C3E92">
        <w:t>fet sur Robert</w:t>
      </w:r>
      <w:r w:rsidR="004A4993">
        <w:t xml:space="preserve">, </w:t>
      </w:r>
      <w:r w:rsidRPr="004C3E92">
        <w:t>bien que fort différent</w:t>
      </w:r>
      <w:r w:rsidR="004A4993">
        <w:t xml:space="preserve">, </w:t>
      </w:r>
      <w:r w:rsidRPr="004C3E92">
        <w:t>ne f</w:t>
      </w:r>
      <w:r>
        <w:t>û</w:t>
      </w:r>
      <w:r w:rsidRPr="004C3E92">
        <w:t>t pas moins ma</w:t>
      </w:r>
      <w:r w:rsidRPr="004C3E92">
        <w:t>r</w:t>
      </w:r>
      <w:r w:rsidRPr="004C3E92">
        <w:t>quant qu</w:t>
      </w:r>
      <w:r w:rsidR="004A4993">
        <w:t>’</w:t>
      </w:r>
      <w:r w:rsidRPr="004C3E92">
        <w:t>il ne l</w:t>
      </w:r>
      <w:r w:rsidR="004A4993">
        <w:t>’</w:t>
      </w:r>
      <w:r w:rsidRPr="004C3E92">
        <w:t>avait été sur lui</w:t>
      </w:r>
      <w:r w:rsidR="004A4993">
        <w:t xml:space="preserve">. </w:t>
      </w:r>
      <w:r w:rsidRPr="004C3E92">
        <w:t>Il se mit à rire fort immodér</w:t>
      </w:r>
      <w:r w:rsidRPr="004C3E92">
        <w:t>é</w:t>
      </w:r>
      <w:r w:rsidRPr="004C3E92">
        <w:t>ment</w:t>
      </w:r>
      <w:r w:rsidR="004A4993">
        <w:t xml:space="preserve">. </w:t>
      </w:r>
      <w:r w:rsidRPr="004C3E92">
        <w:t>L</w:t>
      </w:r>
      <w:r w:rsidR="004A4993">
        <w:t>’</w:t>
      </w:r>
      <w:r w:rsidRPr="004C3E92">
        <w:t>idée qu</w:t>
      </w:r>
      <w:r w:rsidR="004A4993">
        <w:t>’</w:t>
      </w:r>
      <w:r w:rsidRPr="004C3E92">
        <w:t>Edward fût prêtre</w:t>
      </w:r>
      <w:r w:rsidR="004A4993">
        <w:t xml:space="preserve">, </w:t>
      </w:r>
      <w:r w:rsidRPr="004C3E92">
        <w:t>et habitât un petit presbyt</w:t>
      </w:r>
      <w:r w:rsidRPr="004C3E92">
        <w:t>è</w:t>
      </w:r>
      <w:r w:rsidRPr="004C3E92">
        <w:t>re</w:t>
      </w:r>
      <w:r w:rsidR="004A4993">
        <w:t xml:space="preserve">, </w:t>
      </w:r>
      <w:r w:rsidRPr="004C3E92">
        <w:t>le divertit outre mesure</w:t>
      </w:r>
      <w:r w:rsidR="004A4993">
        <w:t xml:space="preserve"> ; </w:t>
      </w:r>
      <w:r w:rsidRPr="004C3E92">
        <w:t>et lorsque s</w:t>
      </w:r>
      <w:r w:rsidR="004A4993">
        <w:t>’</w:t>
      </w:r>
      <w:r w:rsidRPr="004C3E92">
        <w:t xml:space="preserve">ajouta à </w:t>
      </w:r>
      <w:r w:rsidRPr="004C3E92">
        <w:lastRenderedPageBreak/>
        <w:t>cela le tableau fantaisiste d</w:t>
      </w:r>
      <w:r w:rsidR="004A4993">
        <w:t>’</w:t>
      </w:r>
      <w:r w:rsidRPr="004C3E92">
        <w:t>Edward lisant les prières</w:t>
      </w:r>
      <w:r w:rsidR="004A4993">
        <w:t xml:space="preserve">, </w:t>
      </w:r>
      <w:r w:rsidRPr="004C3E92">
        <w:t>vêtu d</w:t>
      </w:r>
      <w:r w:rsidR="004A4993">
        <w:t>’</w:t>
      </w:r>
      <w:r w:rsidRPr="004C3E92">
        <w:t>un surplis blanc</w:t>
      </w:r>
      <w:r w:rsidR="004A4993">
        <w:t xml:space="preserve">, </w:t>
      </w:r>
      <w:r w:rsidRPr="004C3E92">
        <w:t>et publiant les bans d</w:t>
      </w:r>
      <w:r w:rsidR="004A4993">
        <w:t>’</w:t>
      </w:r>
      <w:r w:rsidRPr="004C3E92">
        <w:t>un mariage entre John Smith et Mary Brown</w:t>
      </w:r>
      <w:r>
        <w:rPr>
          <w:rStyle w:val="Appelnotedebasdep"/>
        </w:rPr>
        <w:footnoteReference w:id="16"/>
      </w:r>
      <w:r w:rsidR="004A4993">
        <w:t xml:space="preserve">, </w:t>
      </w:r>
      <w:r w:rsidRPr="004C3E92">
        <w:t>il fut incapable de rien concevoir de plus ridicule</w:t>
      </w:r>
      <w:r w:rsidR="004A4993">
        <w:t>.</w:t>
      </w:r>
    </w:p>
    <w:p w14:paraId="6928DAA3" w14:textId="77777777" w:rsidR="004A4993" w:rsidRDefault="008C5C61" w:rsidP="004A4993">
      <w:proofErr w:type="spellStart"/>
      <w:r w:rsidRPr="004C3E92">
        <w:t>Elinor</w:t>
      </w:r>
      <w:proofErr w:type="spellEnd"/>
      <w:r w:rsidR="004A4993">
        <w:t xml:space="preserve">, </w:t>
      </w:r>
      <w:r w:rsidRPr="004C3E92">
        <w:t>tandis qu</w:t>
      </w:r>
      <w:r w:rsidR="004A4993">
        <w:t>’</w:t>
      </w:r>
      <w:r w:rsidRPr="004C3E92">
        <w:t>elle attendait</w:t>
      </w:r>
      <w:r w:rsidR="004A4993">
        <w:t xml:space="preserve">, </w:t>
      </w:r>
      <w:r w:rsidRPr="004C3E92">
        <w:t>silencieuse et pleine d</w:t>
      </w:r>
      <w:r w:rsidR="004A4993">
        <w:t>’</w:t>
      </w:r>
      <w:r w:rsidRPr="004C3E92">
        <w:t>une gravité immuable</w:t>
      </w:r>
      <w:r w:rsidR="004A4993">
        <w:t xml:space="preserve">, </w:t>
      </w:r>
      <w:r w:rsidRPr="004C3E92">
        <w:t>la fin d</w:t>
      </w:r>
      <w:r w:rsidR="004A4993">
        <w:t>’</w:t>
      </w:r>
      <w:r w:rsidRPr="004C3E92">
        <w:t>une semblable hilarité stupide</w:t>
      </w:r>
      <w:r w:rsidR="004A4993">
        <w:t xml:space="preserve">, </w:t>
      </w:r>
      <w:r w:rsidRPr="004C3E92">
        <w:t>ne put empêcher ses yeux de rester fixés sur lui</w:t>
      </w:r>
      <w:r w:rsidR="004A4993">
        <w:t xml:space="preserve">, </w:t>
      </w:r>
      <w:r w:rsidRPr="004C3E92">
        <w:t>animés d</w:t>
      </w:r>
      <w:r w:rsidR="004A4993">
        <w:t>’</w:t>
      </w:r>
      <w:r w:rsidRPr="004C3E92">
        <w:t>un regard qui exprimait tout le mépris qu</w:t>
      </w:r>
      <w:r w:rsidR="004A4993">
        <w:t>’</w:t>
      </w:r>
      <w:r w:rsidRPr="004C3E92">
        <w:t>elle suscitait</w:t>
      </w:r>
      <w:r w:rsidR="004A4993">
        <w:t xml:space="preserve">. </w:t>
      </w:r>
      <w:r w:rsidRPr="004C3E92">
        <w:t>Ce fut toutefois un regard fort judicieusement placé</w:t>
      </w:r>
      <w:r w:rsidR="004A4993">
        <w:t xml:space="preserve">, </w:t>
      </w:r>
      <w:r w:rsidRPr="004C3E92">
        <w:t>car il la soulagea de ses pr</w:t>
      </w:r>
      <w:r w:rsidRPr="004C3E92">
        <w:t>o</w:t>
      </w:r>
      <w:r w:rsidRPr="004C3E92">
        <w:t>pres sentiments</w:t>
      </w:r>
      <w:r w:rsidR="004A4993">
        <w:t xml:space="preserve">, </w:t>
      </w:r>
      <w:r w:rsidRPr="004C3E92">
        <w:t>sans qu</w:t>
      </w:r>
      <w:r w:rsidR="004A4993">
        <w:t>’</w:t>
      </w:r>
      <w:r w:rsidRPr="004C3E92">
        <w:t>il s</w:t>
      </w:r>
      <w:r w:rsidR="004A4993">
        <w:t>’</w:t>
      </w:r>
      <w:r w:rsidRPr="004C3E92">
        <w:t>en rendît aucunement compte</w:t>
      </w:r>
      <w:r w:rsidR="004A4993">
        <w:t xml:space="preserve">. </w:t>
      </w:r>
      <w:r w:rsidRPr="004C3E92">
        <w:t>Il fut rappelé de l</w:t>
      </w:r>
      <w:r w:rsidR="004A4993">
        <w:t>’</w:t>
      </w:r>
      <w:r w:rsidRPr="004C3E92">
        <w:t>esprit à la sagesse</w:t>
      </w:r>
      <w:r w:rsidR="004A4993">
        <w:t xml:space="preserve">, </w:t>
      </w:r>
      <w:r w:rsidRPr="004C3E92">
        <w:t>non pas par un reproche d</w:t>
      </w:r>
      <w:r w:rsidR="004A4993">
        <w:t>’</w:t>
      </w:r>
      <w:proofErr w:type="spellStart"/>
      <w:r w:rsidRPr="004C3E92">
        <w:t>Elinor</w:t>
      </w:r>
      <w:proofErr w:type="spellEnd"/>
      <w:r w:rsidR="004A4993">
        <w:t xml:space="preserve">, </w:t>
      </w:r>
      <w:r w:rsidRPr="004C3E92">
        <w:t>mais par sa propre sensibilité</w:t>
      </w:r>
      <w:r w:rsidR="004A4993">
        <w:t>.</w:t>
      </w:r>
    </w:p>
    <w:p w14:paraId="6516C6FB" w14:textId="77777777" w:rsidR="004A4993" w:rsidRDefault="004A4993" w:rsidP="004A4993">
      <w:r>
        <w:t>— </w:t>
      </w:r>
      <w:r w:rsidR="008C5C61" w:rsidRPr="004C3E92">
        <w:t>Nous avons beau traiter cela comme une plaisanterie</w:t>
      </w:r>
      <w:r>
        <w:t xml:space="preserve">, </w:t>
      </w:r>
      <w:r w:rsidR="008C5C61" w:rsidRPr="004C3E92">
        <w:t>f</w:t>
      </w:r>
      <w:r w:rsidR="008C5C61" w:rsidRPr="004C3E92">
        <w:t>i</w:t>
      </w:r>
      <w:r w:rsidR="008C5C61" w:rsidRPr="004C3E92">
        <w:t>nit-il par dire</w:t>
      </w:r>
      <w:r>
        <w:t xml:space="preserve">, </w:t>
      </w:r>
      <w:r w:rsidR="008C5C61" w:rsidRPr="004C3E92">
        <w:t>mais</w:t>
      </w:r>
      <w:r>
        <w:t xml:space="preserve">, </w:t>
      </w:r>
      <w:r w:rsidR="008C5C61" w:rsidRPr="004C3E92">
        <w:t>sur mon âme</w:t>
      </w:r>
      <w:r>
        <w:t xml:space="preserve">, </w:t>
      </w:r>
      <w:r w:rsidR="008C5C61" w:rsidRPr="004C3E92">
        <w:t>c</w:t>
      </w:r>
      <w:r>
        <w:t>’</w:t>
      </w:r>
      <w:r w:rsidR="008C5C61" w:rsidRPr="004C3E92">
        <w:t>est une affaire très sérieuse</w:t>
      </w:r>
      <w:r>
        <w:t xml:space="preserve">. </w:t>
      </w:r>
      <w:r w:rsidR="008C5C61" w:rsidRPr="004C3E92">
        <w:t>Pauvre Edward</w:t>
      </w:r>
      <w:r>
        <w:t xml:space="preserve"> ! </w:t>
      </w:r>
      <w:r w:rsidR="008C5C61" w:rsidRPr="004C3E92">
        <w:t>Il est ruiné à jamais</w:t>
      </w:r>
      <w:r>
        <w:t xml:space="preserve">. </w:t>
      </w:r>
      <w:r w:rsidR="008C5C61" w:rsidRPr="004C3E92">
        <w:t>Je le regrette vivement</w:t>
      </w:r>
      <w:r>
        <w:t xml:space="preserve">, – </w:t>
      </w:r>
      <w:r w:rsidR="008C5C61" w:rsidRPr="004C3E92">
        <w:t>car je sais qu</w:t>
      </w:r>
      <w:r>
        <w:t>’</w:t>
      </w:r>
      <w:r w:rsidR="008C5C61" w:rsidRPr="004C3E92">
        <w:t>il a fort bon cœur</w:t>
      </w:r>
      <w:r>
        <w:t xml:space="preserve"> ; </w:t>
      </w:r>
      <w:r w:rsidR="008C5C61" w:rsidRPr="004C3E92">
        <w:t>il est aussi plein de bonnes i</w:t>
      </w:r>
      <w:r w:rsidR="008C5C61" w:rsidRPr="004C3E92">
        <w:t>n</w:t>
      </w:r>
      <w:r w:rsidR="008C5C61" w:rsidRPr="004C3E92">
        <w:t>tentions</w:t>
      </w:r>
      <w:r>
        <w:t xml:space="preserve">, </w:t>
      </w:r>
      <w:r w:rsidR="008C5C61" w:rsidRPr="004C3E92">
        <w:t>peut-être bien</w:t>
      </w:r>
      <w:r>
        <w:t xml:space="preserve">, </w:t>
      </w:r>
      <w:r w:rsidR="008C5C61" w:rsidRPr="004C3E92">
        <w:t>que quiconque au monde</w:t>
      </w:r>
      <w:r>
        <w:t xml:space="preserve">. </w:t>
      </w:r>
      <w:r w:rsidR="008C5C61" w:rsidRPr="004C3E92">
        <w:t>Il ne faut pas que vous le jugiez</w:t>
      </w:r>
      <w:r>
        <w:t xml:space="preserve">, </w:t>
      </w:r>
      <w:r w:rsidR="008C5C61" w:rsidRPr="004C3E92">
        <w:t xml:space="preserve">miss </w:t>
      </w:r>
      <w:proofErr w:type="spellStart"/>
      <w:r w:rsidR="008C5C61" w:rsidRPr="004C3E92">
        <w:t>Dashwood</w:t>
      </w:r>
      <w:proofErr w:type="spellEnd"/>
      <w:r>
        <w:t xml:space="preserve">, </w:t>
      </w:r>
      <w:r w:rsidR="008C5C61" w:rsidRPr="004C3E92">
        <w:t>d</w:t>
      </w:r>
      <w:r>
        <w:t>’</w:t>
      </w:r>
      <w:r w:rsidR="008C5C61" w:rsidRPr="004C3E92">
        <w:t>après le peu que vous en connaissez</w:t>
      </w:r>
      <w:r>
        <w:t xml:space="preserve">. </w:t>
      </w:r>
      <w:r w:rsidR="008C5C61" w:rsidRPr="004C3E92">
        <w:t>Pauvre Edward</w:t>
      </w:r>
      <w:r>
        <w:t xml:space="preserve"> ! </w:t>
      </w:r>
      <w:r w:rsidR="008C5C61" w:rsidRPr="004C3E92">
        <w:t>Ses façons ne sont certes pas les plus heureuses qui soient</w:t>
      </w:r>
      <w:r>
        <w:t xml:space="preserve">. </w:t>
      </w:r>
      <w:r w:rsidR="008C5C61" w:rsidRPr="004C3E92">
        <w:t>Mais nous ne naissons pas tous</w:t>
      </w:r>
      <w:r>
        <w:t xml:space="preserve">, </w:t>
      </w:r>
      <w:r w:rsidR="008C5C61" w:rsidRPr="004C3E92">
        <w:t>n</w:t>
      </w:r>
      <w:r>
        <w:t>’</w:t>
      </w:r>
      <w:r w:rsidR="008C5C61" w:rsidRPr="004C3E92">
        <w:t>est-ce pas</w:t>
      </w:r>
      <w:r>
        <w:t xml:space="preserve">, </w:t>
      </w:r>
      <w:r w:rsidR="008C5C61" w:rsidRPr="004C3E92">
        <w:t>avec les mêmes facultés</w:t>
      </w:r>
      <w:r>
        <w:t xml:space="preserve">, – </w:t>
      </w:r>
      <w:r w:rsidR="008C5C61" w:rsidRPr="004C3E92">
        <w:t>le même savoir-faire</w:t>
      </w:r>
      <w:r>
        <w:t xml:space="preserve">. </w:t>
      </w:r>
      <w:r w:rsidR="008C5C61" w:rsidRPr="004C3E92">
        <w:t>Pauvre garçon</w:t>
      </w:r>
      <w:r>
        <w:t xml:space="preserve"> ! </w:t>
      </w:r>
      <w:r w:rsidR="008C5C61" w:rsidRPr="004C3E92">
        <w:t>Le voir parmi une bande d</w:t>
      </w:r>
      <w:r>
        <w:t>’</w:t>
      </w:r>
      <w:r w:rsidR="008C5C61" w:rsidRPr="004C3E92">
        <w:t>étrangers</w:t>
      </w:r>
      <w:r>
        <w:t xml:space="preserve">, – </w:t>
      </w:r>
      <w:r w:rsidR="008C5C61" w:rsidRPr="004C3E92">
        <w:t>voilà qui était</w:t>
      </w:r>
      <w:r>
        <w:t xml:space="preserve">, </w:t>
      </w:r>
      <w:r w:rsidR="008C5C61" w:rsidRPr="004C3E92">
        <w:t>à coup sûr</w:t>
      </w:r>
      <w:r>
        <w:t xml:space="preserve">, </w:t>
      </w:r>
      <w:r w:rsidR="008C5C61" w:rsidRPr="004C3E92">
        <w:t>assez pitoyable</w:t>
      </w:r>
      <w:r>
        <w:t xml:space="preserve"> ! </w:t>
      </w:r>
      <w:r w:rsidR="008C5C61" w:rsidRPr="004C3E92">
        <w:t>Mais</w:t>
      </w:r>
      <w:r>
        <w:t xml:space="preserve">, </w:t>
      </w:r>
      <w:r w:rsidR="008C5C61" w:rsidRPr="004C3E92">
        <w:t>sur mon âme</w:t>
      </w:r>
      <w:r>
        <w:t xml:space="preserve">, </w:t>
      </w:r>
      <w:r w:rsidR="008C5C61" w:rsidRPr="004C3E92">
        <w:t>je crois qu</w:t>
      </w:r>
      <w:r>
        <w:t>’</w:t>
      </w:r>
      <w:r w:rsidR="008C5C61" w:rsidRPr="004C3E92">
        <w:t>il a autant de cœur que quiconque dans le royaume</w:t>
      </w:r>
      <w:r>
        <w:t xml:space="preserve"> ; </w:t>
      </w:r>
      <w:r w:rsidR="008C5C61" w:rsidRPr="004C3E92">
        <w:t>et je vous déclare et vous assure que je n</w:t>
      </w:r>
      <w:r>
        <w:t>’</w:t>
      </w:r>
      <w:r w:rsidR="008C5C61" w:rsidRPr="004C3E92">
        <w:t>ai</w:t>
      </w:r>
      <w:r>
        <w:t xml:space="preserve">, </w:t>
      </w:r>
      <w:r w:rsidR="008C5C61" w:rsidRPr="004C3E92">
        <w:t>de ma vie</w:t>
      </w:r>
      <w:r>
        <w:t xml:space="preserve">, </w:t>
      </w:r>
      <w:r w:rsidR="008C5C61" w:rsidRPr="004C3E92">
        <w:t>été aussi scandalisé</w:t>
      </w:r>
      <w:r>
        <w:t xml:space="preserve">, </w:t>
      </w:r>
      <w:r w:rsidR="008C5C61" w:rsidRPr="004C3E92">
        <w:t>que quand tout cela a éclaté au jour</w:t>
      </w:r>
      <w:r>
        <w:t xml:space="preserve">. </w:t>
      </w:r>
      <w:r w:rsidR="008C5C61" w:rsidRPr="004C3E92">
        <w:t>Je ne pouvais pas y croire</w:t>
      </w:r>
      <w:r>
        <w:t xml:space="preserve">. </w:t>
      </w:r>
      <w:r w:rsidR="008C5C61" w:rsidRPr="004C3E92">
        <w:t xml:space="preserve">Ma mère </w:t>
      </w:r>
      <w:r w:rsidR="008C5C61" w:rsidRPr="004C3E92">
        <w:lastRenderedPageBreak/>
        <w:t>a été la première personne à m</w:t>
      </w:r>
      <w:r>
        <w:t>’</w:t>
      </w:r>
      <w:r w:rsidR="008C5C61" w:rsidRPr="004C3E92">
        <w:t>en parler</w:t>
      </w:r>
      <w:r>
        <w:t xml:space="preserve">, </w:t>
      </w:r>
      <w:r w:rsidR="008C5C61" w:rsidRPr="004C3E92">
        <w:t>et</w:t>
      </w:r>
      <w:r>
        <w:t xml:space="preserve">, </w:t>
      </w:r>
      <w:r w:rsidR="008C5C61" w:rsidRPr="004C3E92">
        <w:t>saisi du sentiment qu</w:t>
      </w:r>
      <w:r>
        <w:t>’</w:t>
      </w:r>
      <w:r w:rsidR="008C5C61" w:rsidRPr="004C3E92">
        <w:t>il m</w:t>
      </w:r>
      <w:r>
        <w:t>’</w:t>
      </w:r>
      <w:r w:rsidR="008C5C61" w:rsidRPr="004C3E92">
        <w:t>incombait d</w:t>
      </w:r>
      <w:r>
        <w:t>’</w:t>
      </w:r>
      <w:r w:rsidR="008C5C61" w:rsidRPr="004C3E92">
        <w:t>agir avec résolution</w:t>
      </w:r>
      <w:r>
        <w:t xml:space="preserve">, </w:t>
      </w:r>
      <w:r w:rsidR="008C5C61" w:rsidRPr="004C3E92">
        <w:t>je lui ai dit immédiatement</w:t>
      </w:r>
      <w:r>
        <w:t> : « </w:t>
      </w:r>
      <w:r w:rsidR="008C5C61" w:rsidRPr="004C3E92">
        <w:t>Chère madame</w:t>
      </w:r>
      <w:r>
        <w:t xml:space="preserve">, </w:t>
      </w:r>
      <w:r w:rsidR="008C5C61" w:rsidRPr="004C3E92">
        <w:t>j</w:t>
      </w:r>
      <w:r>
        <w:t>’</w:t>
      </w:r>
      <w:r w:rsidR="008C5C61" w:rsidRPr="004C3E92">
        <w:t>ignore ce que vous avez l</w:t>
      </w:r>
      <w:r>
        <w:t>’</w:t>
      </w:r>
      <w:r w:rsidR="008C5C61" w:rsidRPr="004C3E92">
        <w:t>intention de faire à ce sujet</w:t>
      </w:r>
      <w:r>
        <w:t xml:space="preserve">, </w:t>
      </w:r>
      <w:r w:rsidR="008C5C61" w:rsidRPr="004C3E92">
        <w:t>mais je dois dire que si Edward épouse effectivement cette jeune femme</w:t>
      </w:r>
      <w:r>
        <w:t xml:space="preserve">, </w:t>
      </w:r>
      <w:r w:rsidR="008C5C61" w:rsidRPr="004C3E92">
        <w:t>je ne le reve</w:t>
      </w:r>
      <w:r w:rsidR="008C5C61" w:rsidRPr="004C3E92">
        <w:t>r</w:t>
      </w:r>
      <w:r w:rsidR="008C5C61" w:rsidRPr="004C3E92">
        <w:t>rai plus jamais</w:t>
      </w:r>
      <w:r>
        <w:t> ! »</w:t>
      </w:r>
      <w:r w:rsidR="008C5C61" w:rsidRPr="004C3E92">
        <w:t xml:space="preserve"> Voilà ce que j</w:t>
      </w:r>
      <w:r>
        <w:t>’</w:t>
      </w:r>
      <w:r w:rsidR="008C5C61" w:rsidRPr="004C3E92">
        <w:t>ai dit immédiatement</w:t>
      </w:r>
      <w:r>
        <w:t xml:space="preserve">, – </w:t>
      </w:r>
      <w:r w:rsidR="008C5C61" w:rsidRPr="004C3E92">
        <w:t>j</w:t>
      </w:r>
      <w:r>
        <w:t>’</w:t>
      </w:r>
      <w:r w:rsidR="008C5C61" w:rsidRPr="004C3E92">
        <w:t>étais</w:t>
      </w:r>
      <w:r>
        <w:t xml:space="preserve">, </w:t>
      </w:r>
      <w:r w:rsidR="008C5C61" w:rsidRPr="004C3E92">
        <w:t>en vérité</w:t>
      </w:r>
      <w:r>
        <w:t xml:space="preserve">, </w:t>
      </w:r>
      <w:r w:rsidR="008C5C61" w:rsidRPr="004C3E92">
        <w:t>exceptionnellement scandalisé</w:t>
      </w:r>
      <w:r>
        <w:t xml:space="preserve"> ! </w:t>
      </w:r>
      <w:r w:rsidR="008C5C61" w:rsidRPr="004C3E92">
        <w:t>Pauvre Edward</w:t>
      </w:r>
      <w:r>
        <w:t xml:space="preserve"> ! </w:t>
      </w:r>
      <w:r w:rsidR="008C5C61" w:rsidRPr="004C3E92">
        <w:t>Il s</w:t>
      </w:r>
      <w:r>
        <w:t>’</w:t>
      </w:r>
      <w:r w:rsidR="008C5C61" w:rsidRPr="004C3E92">
        <w:t>est complètement perdu</w:t>
      </w:r>
      <w:r>
        <w:t xml:space="preserve"> ! – </w:t>
      </w:r>
      <w:r w:rsidR="008C5C61" w:rsidRPr="004C3E92">
        <w:t>il s</w:t>
      </w:r>
      <w:r>
        <w:t>’</w:t>
      </w:r>
      <w:r w:rsidR="008C5C61" w:rsidRPr="004C3E92">
        <w:t>est exclu à jamais de toute s</w:t>
      </w:r>
      <w:r w:rsidR="008C5C61" w:rsidRPr="004C3E92">
        <w:t>o</w:t>
      </w:r>
      <w:r w:rsidR="008C5C61" w:rsidRPr="004C3E92">
        <w:t>ciété convenable</w:t>
      </w:r>
      <w:r>
        <w:t xml:space="preserve"> !… </w:t>
      </w:r>
      <w:r w:rsidR="008C5C61" w:rsidRPr="004C3E92">
        <w:t>Mais</w:t>
      </w:r>
      <w:r>
        <w:t xml:space="preserve">, </w:t>
      </w:r>
      <w:r w:rsidR="008C5C61" w:rsidRPr="004C3E92">
        <w:t>comme je l</w:t>
      </w:r>
      <w:r>
        <w:t>’</w:t>
      </w:r>
      <w:r w:rsidR="008C5C61" w:rsidRPr="004C3E92">
        <w:t>ai dit aussitôt à ma mère</w:t>
      </w:r>
      <w:r>
        <w:t xml:space="preserve">, </w:t>
      </w:r>
      <w:r w:rsidR="008C5C61" w:rsidRPr="004C3E92">
        <w:t>je n</w:t>
      </w:r>
      <w:r>
        <w:t>’</w:t>
      </w:r>
      <w:r w:rsidR="008C5C61" w:rsidRPr="004C3E92">
        <w:t>en suis nullement surpris</w:t>
      </w:r>
      <w:r>
        <w:t xml:space="preserve"> ; </w:t>
      </w:r>
      <w:r w:rsidR="008C5C61" w:rsidRPr="004C3E92">
        <w:t>d</w:t>
      </w:r>
      <w:r>
        <w:t>’</w:t>
      </w:r>
      <w:r w:rsidR="008C5C61" w:rsidRPr="004C3E92">
        <w:t>après le genre d</w:t>
      </w:r>
      <w:r>
        <w:t>’</w:t>
      </w:r>
      <w:r w:rsidR="008C5C61" w:rsidRPr="004C3E92">
        <w:t>éducation qu</w:t>
      </w:r>
      <w:r>
        <w:t>’</w:t>
      </w:r>
      <w:r w:rsidR="008C5C61" w:rsidRPr="004C3E92">
        <w:t>il a reçue</w:t>
      </w:r>
      <w:r>
        <w:t xml:space="preserve">, </w:t>
      </w:r>
      <w:r w:rsidR="008C5C61" w:rsidRPr="004C3E92">
        <w:t>c</w:t>
      </w:r>
      <w:r>
        <w:t>’</w:t>
      </w:r>
      <w:r w:rsidR="008C5C61" w:rsidRPr="004C3E92">
        <w:t>est une chose à laquelle il fallait toujours s</w:t>
      </w:r>
      <w:r>
        <w:t>’</w:t>
      </w:r>
      <w:r w:rsidR="008C5C61" w:rsidRPr="004C3E92">
        <w:t>attendre</w:t>
      </w:r>
      <w:r>
        <w:t xml:space="preserve">. </w:t>
      </w:r>
      <w:r w:rsidR="008C5C61" w:rsidRPr="004C3E92">
        <w:t>Ma pauvre mère en a été à moitié folle</w:t>
      </w:r>
      <w:r>
        <w:t>.</w:t>
      </w:r>
    </w:p>
    <w:p w14:paraId="67E211E3" w14:textId="77777777" w:rsidR="004A4993" w:rsidRDefault="004A4993" w:rsidP="004A4993">
      <w:r>
        <w:t>— </w:t>
      </w:r>
      <w:r w:rsidR="008C5C61" w:rsidRPr="004C3E92">
        <w:t>Avez-vous jamais vu la personne</w:t>
      </w:r>
      <w:r>
        <w:t> ?</w:t>
      </w:r>
    </w:p>
    <w:p w14:paraId="180B0AE5" w14:textId="77777777" w:rsidR="004A4993" w:rsidRDefault="004A4993" w:rsidP="004A4993">
      <w:r>
        <w:t>— </w:t>
      </w:r>
      <w:r w:rsidR="008C5C61" w:rsidRPr="004C3E92">
        <w:t>Oui</w:t>
      </w:r>
      <w:r>
        <w:t xml:space="preserve">, </w:t>
      </w:r>
      <w:r w:rsidR="008C5C61" w:rsidRPr="004C3E92">
        <w:t>une fois</w:t>
      </w:r>
      <w:r>
        <w:t xml:space="preserve"> ; </w:t>
      </w:r>
      <w:r w:rsidR="008C5C61" w:rsidRPr="004C3E92">
        <w:t>pendant qu</w:t>
      </w:r>
      <w:r>
        <w:t>’</w:t>
      </w:r>
      <w:r w:rsidR="008C5C61" w:rsidRPr="004C3E92">
        <w:t>elle était reçue dans cette ma</w:t>
      </w:r>
      <w:r w:rsidR="008C5C61" w:rsidRPr="004C3E92">
        <w:t>i</w:t>
      </w:r>
      <w:r w:rsidR="008C5C61" w:rsidRPr="004C3E92">
        <w:t>son</w:t>
      </w:r>
      <w:r>
        <w:t xml:space="preserve">. </w:t>
      </w:r>
      <w:r w:rsidR="008C5C61" w:rsidRPr="004C3E92">
        <w:t>Je suis entré par hasard</w:t>
      </w:r>
      <w:r>
        <w:t xml:space="preserve">, </w:t>
      </w:r>
      <w:r w:rsidR="008C5C61" w:rsidRPr="004C3E92">
        <w:t>pour dix minutes</w:t>
      </w:r>
      <w:r>
        <w:t xml:space="preserve"> ; </w:t>
      </w:r>
      <w:r w:rsidR="008C5C61" w:rsidRPr="004C3E92">
        <w:t>et je l</w:t>
      </w:r>
      <w:r>
        <w:t>’</w:t>
      </w:r>
      <w:r w:rsidR="008C5C61" w:rsidRPr="004C3E92">
        <w:t>ai vue bien suffisamment</w:t>
      </w:r>
      <w:r>
        <w:t xml:space="preserve">. </w:t>
      </w:r>
      <w:r w:rsidR="008C5C61" w:rsidRPr="004C3E92">
        <w:t>La simple campagnarde la plus gauche</w:t>
      </w:r>
      <w:r>
        <w:t xml:space="preserve">, </w:t>
      </w:r>
      <w:r w:rsidR="008C5C61" w:rsidRPr="004C3E92">
        <w:t>sans style ni élégance</w:t>
      </w:r>
      <w:r>
        <w:t xml:space="preserve">, </w:t>
      </w:r>
      <w:r w:rsidR="008C5C61" w:rsidRPr="004C3E92">
        <w:t>et presque sans beauté</w:t>
      </w:r>
      <w:r>
        <w:t xml:space="preserve">. </w:t>
      </w:r>
      <w:r w:rsidR="008C5C61" w:rsidRPr="004C3E92">
        <w:t>Je me souviens parfa</w:t>
      </w:r>
      <w:r w:rsidR="008C5C61" w:rsidRPr="004C3E92">
        <w:t>i</w:t>
      </w:r>
      <w:r w:rsidR="008C5C61" w:rsidRPr="004C3E92">
        <w:t>tement d</w:t>
      </w:r>
      <w:r>
        <w:t>’</w:t>
      </w:r>
      <w:r w:rsidR="008C5C61" w:rsidRPr="004C3E92">
        <w:t>elle</w:t>
      </w:r>
      <w:r>
        <w:t xml:space="preserve">. </w:t>
      </w:r>
      <w:r w:rsidR="008C5C61" w:rsidRPr="004C3E92">
        <w:t>Exactement le genre de jeune fille que je croirais susceptible d</w:t>
      </w:r>
      <w:r>
        <w:t>’</w:t>
      </w:r>
      <w:r w:rsidR="008C5C61" w:rsidRPr="004C3E92">
        <w:t>attirer ce pauvre Edward</w:t>
      </w:r>
      <w:r>
        <w:t xml:space="preserve">. </w:t>
      </w:r>
      <w:r w:rsidR="008C5C61" w:rsidRPr="004C3E92">
        <w:t>J</w:t>
      </w:r>
      <w:r>
        <w:t>’</w:t>
      </w:r>
      <w:r w:rsidR="008C5C61" w:rsidRPr="004C3E92">
        <w:t>ai immédiatement o</w:t>
      </w:r>
      <w:r w:rsidR="008C5C61" w:rsidRPr="004C3E92">
        <w:t>f</w:t>
      </w:r>
      <w:r w:rsidR="008C5C61" w:rsidRPr="004C3E92">
        <w:t>fert</w:t>
      </w:r>
      <w:r>
        <w:t xml:space="preserve">, </w:t>
      </w:r>
      <w:r w:rsidR="008C5C61" w:rsidRPr="004C3E92">
        <w:t>dès que ma mère m</w:t>
      </w:r>
      <w:r>
        <w:t>’</w:t>
      </w:r>
      <w:r w:rsidR="008C5C61" w:rsidRPr="004C3E92">
        <w:t>eut conté l</w:t>
      </w:r>
      <w:r>
        <w:t>’</w:t>
      </w:r>
      <w:r w:rsidR="008C5C61" w:rsidRPr="004C3E92">
        <w:t>affaire</w:t>
      </w:r>
      <w:r>
        <w:t xml:space="preserve">, </w:t>
      </w:r>
      <w:r w:rsidR="008C5C61" w:rsidRPr="004C3E92">
        <w:t>de lui parler moi-même</w:t>
      </w:r>
      <w:r>
        <w:t xml:space="preserve">, </w:t>
      </w:r>
      <w:r w:rsidR="008C5C61" w:rsidRPr="004C3E92">
        <w:t>et de la dissuader de ce mariage</w:t>
      </w:r>
      <w:r>
        <w:t xml:space="preserve"> ; </w:t>
      </w:r>
      <w:r w:rsidR="008C5C61" w:rsidRPr="004C3E92">
        <w:t>mais il était déjà trop tard</w:t>
      </w:r>
      <w:r>
        <w:t xml:space="preserve">, </w:t>
      </w:r>
      <w:r w:rsidR="008C5C61" w:rsidRPr="004C3E92">
        <w:t>à ce que j</w:t>
      </w:r>
      <w:r>
        <w:t>’</w:t>
      </w:r>
      <w:r w:rsidR="008C5C61" w:rsidRPr="004C3E92">
        <w:t>ai constaté</w:t>
      </w:r>
      <w:r>
        <w:t xml:space="preserve">, </w:t>
      </w:r>
      <w:r w:rsidR="008C5C61" w:rsidRPr="004C3E92">
        <w:t>pour faire quoi que ce soit</w:t>
      </w:r>
      <w:r>
        <w:t xml:space="preserve">, </w:t>
      </w:r>
      <w:r w:rsidR="008C5C61" w:rsidRPr="004C3E92">
        <w:t>car</w:t>
      </w:r>
      <w:r>
        <w:t xml:space="preserve">, </w:t>
      </w:r>
      <w:r w:rsidR="008C5C61" w:rsidRPr="004C3E92">
        <w:t>ma</w:t>
      </w:r>
      <w:r w:rsidR="008C5C61" w:rsidRPr="004C3E92">
        <w:t>l</w:t>
      </w:r>
      <w:r w:rsidR="008C5C61" w:rsidRPr="004C3E92">
        <w:t>heureusement</w:t>
      </w:r>
      <w:r>
        <w:t xml:space="preserve">, </w:t>
      </w:r>
      <w:r w:rsidR="008C5C61" w:rsidRPr="004C3E92">
        <w:t>je ne me suis pas trouvé là au début</w:t>
      </w:r>
      <w:r>
        <w:t xml:space="preserve">, </w:t>
      </w:r>
      <w:r w:rsidR="008C5C61" w:rsidRPr="004C3E92">
        <w:t>et je n</w:t>
      </w:r>
      <w:r>
        <w:t>’</w:t>
      </w:r>
      <w:r w:rsidR="008C5C61" w:rsidRPr="004C3E92">
        <w:t>en ai rien su jusqu</w:t>
      </w:r>
      <w:r>
        <w:t>’</w:t>
      </w:r>
      <w:r w:rsidR="008C5C61" w:rsidRPr="004C3E92">
        <w:t>à ce que la rupture fût un fait accompli</w:t>
      </w:r>
      <w:r>
        <w:t xml:space="preserve">, </w:t>
      </w:r>
      <w:r w:rsidR="008C5C61" w:rsidRPr="004C3E92">
        <w:t>alors que ce n</w:t>
      </w:r>
      <w:r>
        <w:t>’</w:t>
      </w:r>
      <w:r w:rsidR="008C5C61" w:rsidRPr="004C3E92">
        <w:t>était plus mon rôle d</w:t>
      </w:r>
      <w:r>
        <w:t>’</w:t>
      </w:r>
      <w:r w:rsidR="008C5C61" w:rsidRPr="004C3E92">
        <w:t>intervenir</w:t>
      </w:r>
      <w:r>
        <w:t xml:space="preserve">, </w:t>
      </w:r>
      <w:r w:rsidR="008C5C61" w:rsidRPr="004C3E92">
        <w:t>n</w:t>
      </w:r>
      <w:r>
        <w:t>’</w:t>
      </w:r>
      <w:r w:rsidR="008C5C61" w:rsidRPr="004C3E92">
        <w:t>est-ce pas</w:t>
      </w:r>
      <w:r>
        <w:t xml:space="preserve">. </w:t>
      </w:r>
      <w:r w:rsidR="008C5C61" w:rsidRPr="004C3E92">
        <w:t>Si seulement j</w:t>
      </w:r>
      <w:r>
        <w:t>’</w:t>
      </w:r>
      <w:r w:rsidR="008C5C61" w:rsidRPr="004C3E92">
        <w:t>en avais été informé quelques heures plus tôt</w:t>
      </w:r>
      <w:r>
        <w:t xml:space="preserve">, </w:t>
      </w:r>
      <w:r w:rsidR="008C5C61" w:rsidRPr="004C3E92">
        <w:t>je crois qu</w:t>
      </w:r>
      <w:r>
        <w:t>’</w:t>
      </w:r>
      <w:r w:rsidR="008C5C61" w:rsidRPr="004C3E92">
        <w:t>il est fort probable qu</w:t>
      </w:r>
      <w:r>
        <w:t>’</w:t>
      </w:r>
      <w:r w:rsidR="008C5C61" w:rsidRPr="004C3E92">
        <w:t>on aurait pu combiner quelque chose</w:t>
      </w:r>
      <w:r>
        <w:t xml:space="preserve">. </w:t>
      </w:r>
      <w:r w:rsidR="008C5C61" w:rsidRPr="004C3E92">
        <w:t>J</w:t>
      </w:r>
      <w:r>
        <w:t>’</w:t>
      </w:r>
      <w:r w:rsidR="008C5C61" w:rsidRPr="004C3E92">
        <w:t>aurais certainement présenté la chose à Edward sous un jour fort v</w:t>
      </w:r>
      <w:r w:rsidR="008C5C61" w:rsidRPr="004C3E92">
        <w:t>i</w:t>
      </w:r>
      <w:r w:rsidR="008C5C61" w:rsidRPr="004C3E92">
        <w:t>goureux</w:t>
      </w:r>
      <w:r>
        <w:t>. « </w:t>
      </w:r>
      <w:r w:rsidR="008C5C61" w:rsidRPr="004C3E92">
        <w:t>Mon cher</w:t>
      </w:r>
      <w:r>
        <w:t xml:space="preserve">, </w:t>
      </w:r>
      <w:r w:rsidR="008C5C61" w:rsidRPr="004C3E92">
        <w:t>lui aurais-je dit</w:t>
      </w:r>
      <w:r>
        <w:t xml:space="preserve">, </w:t>
      </w:r>
      <w:r w:rsidR="008C5C61" w:rsidRPr="004C3E92">
        <w:t>réfléchis donc à ce que tu fais</w:t>
      </w:r>
      <w:r>
        <w:t xml:space="preserve">. </w:t>
      </w:r>
      <w:r w:rsidR="008C5C61" w:rsidRPr="004C3E92">
        <w:t>Tu contractes là une union fort honteuse</w:t>
      </w:r>
      <w:r>
        <w:t xml:space="preserve">, </w:t>
      </w:r>
      <w:r w:rsidR="008C5C61" w:rsidRPr="004C3E92">
        <w:t>et telle que ta f</w:t>
      </w:r>
      <w:r w:rsidR="008C5C61" w:rsidRPr="004C3E92">
        <w:t>a</w:t>
      </w:r>
      <w:r w:rsidR="008C5C61" w:rsidRPr="004C3E92">
        <w:t>mille est unanime à la réprouver</w:t>
      </w:r>
      <w:r>
        <w:t>. »</w:t>
      </w:r>
      <w:r w:rsidR="008C5C61" w:rsidRPr="004C3E92">
        <w:t xml:space="preserve"> Bref</w:t>
      </w:r>
      <w:r>
        <w:t xml:space="preserve">, </w:t>
      </w:r>
      <w:r w:rsidR="008C5C61" w:rsidRPr="004C3E92">
        <w:t>je ne puis m</w:t>
      </w:r>
      <w:r>
        <w:t>’</w:t>
      </w:r>
      <w:r w:rsidR="008C5C61" w:rsidRPr="004C3E92">
        <w:t xml:space="preserve">empêcher de </w:t>
      </w:r>
      <w:r w:rsidR="008C5C61" w:rsidRPr="004C3E92">
        <w:lastRenderedPageBreak/>
        <w:t>penser qu</w:t>
      </w:r>
      <w:r>
        <w:t>’</w:t>
      </w:r>
      <w:r w:rsidR="008C5C61" w:rsidRPr="004C3E92">
        <w:t>on aurait pu trouver un moyen</w:t>
      </w:r>
      <w:r>
        <w:t xml:space="preserve">. </w:t>
      </w:r>
      <w:r w:rsidR="008C5C61" w:rsidRPr="004C3E92">
        <w:t>Mais maintenant</w:t>
      </w:r>
      <w:r>
        <w:t xml:space="preserve">, </w:t>
      </w:r>
      <w:r w:rsidR="008C5C61" w:rsidRPr="004C3E92">
        <w:t>tout cela vient trop tard</w:t>
      </w:r>
      <w:r>
        <w:t xml:space="preserve">. </w:t>
      </w:r>
      <w:r w:rsidR="008C5C61" w:rsidRPr="004C3E92">
        <w:t>Il doit mourir de faim</w:t>
      </w:r>
      <w:r>
        <w:t xml:space="preserve">, </w:t>
      </w:r>
      <w:r w:rsidR="008C5C61" w:rsidRPr="004C3E92">
        <w:t>n</w:t>
      </w:r>
      <w:r>
        <w:t>’</w:t>
      </w:r>
      <w:r w:rsidR="008C5C61" w:rsidRPr="004C3E92">
        <w:t>est-ce pas</w:t>
      </w:r>
      <w:r>
        <w:t xml:space="preserve"> : </w:t>
      </w:r>
      <w:r w:rsidR="008C5C61" w:rsidRPr="004C3E92">
        <w:t>c</w:t>
      </w:r>
      <w:r>
        <w:t>’</w:t>
      </w:r>
      <w:r w:rsidR="008C5C61" w:rsidRPr="004C3E92">
        <w:t>est certain</w:t>
      </w:r>
      <w:r>
        <w:t xml:space="preserve"> ; </w:t>
      </w:r>
      <w:r w:rsidR="008C5C61" w:rsidRPr="004C3E92">
        <w:t>absolument mourir de faim</w:t>
      </w:r>
      <w:r>
        <w:t> !</w:t>
      </w:r>
    </w:p>
    <w:p w14:paraId="766EF6CB" w14:textId="77777777" w:rsidR="004A4993" w:rsidRDefault="008C5C61" w:rsidP="008C5C61">
      <w:r w:rsidRPr="004C3E92">
        <w:t>Il venait de régler ce point avec beaucoup de calme</w:t>
      </w:r>
      <w:r w:rsidR="004A4993">
        <w:t xml:space="preserve">, </w:t>
      </w:r>
      <w:r w:rsidRPr="004C3E92">
        <w:t>lorsque l</w:t>
      </w:r>
      <w:r w:rsidR="004A4993">
        <w:t>’</w:t>
      </w:r>
      <w:r w:rsidRPr="004C3E92">
        <w:t>arrivée de Mrs</w:t>
      </w:r>
      <w:r w:rsidR="004A4993">
        <w:t xml:space="preserve">. </w:t>
      </w:r>
      <w:r w:rsidRPr="004C3E92">
        <w:t xml:space="preserve">John </w:t>
      </w:r>
      <w:proofErr w:type="spellStart"/>
      <w:r w:rsidRPr="004C3E92">
        <w:t>Dashwood</w:t>
      </w:r>
      <w:proofErr w:type="spellEnd"/>
      <w:r w:rsidRPr="004C3E92">
        <w:t xml:space="preserve"> mit fin à ce sujet</w:t>
      </w:r>
      <w:r w:rsidR="004A4993">
        <w:t xml:space="preserve">. </w:t>
      </w:r>
      <w:r w:rsidRPr="004C3E92">
        <w:t>Mais bien qu</w:t>
      </w:r>
      <w:r w:rsidR="004A4993">
        <w:t>’</w:t>
      </w:r>
      <w:r w:rsidRPr="004C3E92">
        <w:t>elle n</w:t>
      </w:r>
      <w:r w:rsidR="004A4993">
        <w:t>’</w:t>
      </w:r>
      <w:r w:rsidRPr="004C3E92">
        <w:t>en parlât jamais en dehors de sa famille</w:t>
      </w:r>
      <w:r w:rsidR="004A4993">
        <w:t xml:space="preserve">, </w:t>
      </w:r>
      <w:proofErr w:type="spellStart"/>
      <w:r w:rsidRPr="004C3E92">
        <w:t>Elinor</w:t>
      </w:r>
      <w:proofErr w:type="spellEnd"/>
      <w:r w:rsidRPr="004C3E92">
        <w:t xml:space="preserve"> en r</w:t>
      </w:r>
      <w:r w:rsidRPr="004C3E92">
        <w:t>e</w:t>
      </w:r>
      <w:r w:rsidRPr="004C3E92">
        <w:t>marqua l</w:t>
      </w:r>
      <w:r w:rsidR="004A4993">
        <w:t>’</w:t>
      </w:r>
      <w:r w:rsidRPr="004C3E92">
        <w:t>influence sur son esprit</w:t>
      </w:r>
      <w:r w:rsidR="004A4993">
        <w:t xml:space="preserve">, </w:t>
      </w:r>
      <w:r w:rsidRPr="004C3E92">
        <w:t>dans ce quelque chose de semblable à la confusion de sa mère</w:t>
      </w:r>
      <w:r w:rsidR="004A4993">
        <w:t xml:space="preserve">, </w:t>
      </w:r>
      <w:r w:rsidRPr="004C3E92">
        <w:t>avec quoi elle fit son e</w:t>
      </w:r>
      <w:r w:rsidRPr="004C3E92">
        <w:t>n</w:t>
      </w:r>
      <w:r w:rsidRPr="004C3E92">
        <w:t>trée</w:t>
      </w:r>
      <w:r w:rsidR="004A4993">
        <w:t xml:space="preserve">, </w:t>
      </w:r>
      <w:r w:rsidRPr="004C3E92">
        <w:t>et une tentative de cordialité dans son attitude envers elle</w:t>
      </w:r>
      <w:r w:rsidR="004A4993">
        <w:t xml:space="preserve">. </w:t>
      </w:r>
      <w:r w:rsidRPr="004C3E92">
        <w:t>Elle alla même jusqu</w:t>
      </w:r>
      <w:r w:rsidR="004A4993">
        <w:t>’</w:t>
      </w:r>
      <w:r w:rsidRPr="004C3E92">
        <w:t>à exprimer des regrets</w:t>
      </w:r>
      <w:r w:rsidR="004A4993">
        <w:t xml:space="preserve">, </w:t>
      </w:r>
      <w:r w:rsidRPr="004C3E92">
        <w:t>en apprenant qu</w:t>
      </w:r>
      <w:r w:rsidR="004A4993">
        <w:t>’</w:t>
      </w:r>
      <w:proofErr w:type="spellStart"/>
      <w:r w:rsidRPr="004C3E92">
        <w:t>Elinor</w:t>
      </w:r>
      <w:proofErr w:type="spellEnd"/>
      <w:r w:rsidRPr="004C3E92">
        <w:t xml:space="preserve"> et sa sœur devaient quitter Londres si prochainement</w:t>
      </w:r>
      <w:r w:rsidR="004A4993">
        <w:t xml:space="preserve">, </w:t>
      </w:r>
      <w:r w:rsidRPr="004C3E92">
        <w:t>car elle avait espéré les voir davantage</w:t>
      </w:r>
      <w:r w:rsidR="004A4993">
        <w:t xml:space="preserve"> ; </w:t>
      </w:r>
      <w:r w:rsidRPr="004C3E92">
        <w:t>effort dans lequel son mari</w:t>
      </w:r>
      <w:r w:rsidR="004A4993">
        <w:t xml:space="preserve">, </w:t>
      </w:r>
      <w:r w:rsidRPr="004C3E92">
        <w:t>qui l</w:t>
      </w:r>
      <w:r w:rsidR="004A4993">
        <w:t>’</w:t>
      </w:r>
      <w:r w:rsidRPr="004C3E92">
        <w:t>accompagna dans la pièce</w:t>
      </w:r>
      <w:r w:rsidR="004A4993">
        <w:t xml:space="preserve">, </w:t>
      </w:r>
      <w:r w:rsidRPr="004C3E92">
        <w:t>et demeura suspendu tout énamouré à ses paroles</w:t>
      </w:r>
      <w:r w:rsidR="004A4993">
        <w:t xml:space="preserve">, </w:t>
      </w:r>
      <w:r w:rsidRPr="004C3E92">
        <w:t>sembla distinguer tout ce qu</w:t>
      </w:r>
      <w:r w:rsidR="004A4993">
        <w:t>’</w:t>
      </w:r>
      <w:r w:rsidRPr="004C3E92">
        <w:t>il y avait de plus affectueux et d</w:t>
      </w:r>
      <w:r w:rsidR="004A4993">
        <w:t>’</w:t>
      </w:r>
      <w:r w:rsidRPr="004C3E92">
        <w:t>aimable</w:t>
      </w:r>
      <w:r w:rsidR="004A4993">
        <w:t>.</w:t>
      </w:r>
    </w:p>
    <w:p w14:paraId="7DDF86F5" w14:textId="7AADBE6B" w:rsidR="008C5C61" w:rsidRPr="004C3E92" w:rsidRDefault="008C5C61" w:rsidP="004A4993">
      <w:pPr>
        <w:pStyle w:val="Titre1"/>
      </w:pPr>
      <w:bookmarkStart w:id="41" w:name="_Toc196409826"/>
      <w:r w:rsidRPr="004C3E92">
        <w:lastRenderedPageBreak/>
        <w:t>CHAPITRE XLII</w:t>
      </w:r>
      <w:bookmarkEnd w:id="41"/>
      <w:r w:rsidRPr="004C3E92">
        <w:br/>
      </w:r>
    </w:p>
    <w:p w14:paraId="2E26AD3E" w14:textId="77777777" w:rsidR="004A4993" w:rsidRDefault="008C5C61" w:rsidP="004A4993">
      <w:r w:rsidRPr="004C3E92">
        <w:t>Une autre visite à Harley Street</w:t>
      </w:r>
      <w:r w:rsidR="004A4993">
        <w:t xml:space="preserve">, </w:t>
      </w:r>
      <w:r w:rsidRPr="004C3E92">
        <w:t>visite brève pour prendre congé</w:t>
      </w:r>
      <w:r w:rsidR="004A4993">
        <w:t xml:space="preserve">, </w:t>
      </w:r>
      <w:r w:rsidRPr="004C3E92">
        <w:t xml:space="preserve">au cours de laquelle </w:t>
      </w:r>
      <w:proofErr w:type="spellStart"/>
      <w:r w:rsidRPr="004C3E92">
        <w:t>Elinor</w:t>
      </w:r>
      <w:proofErr w:type="spellEnd"/>
      <w:r w:rsidRPr="004C3E92">
        <w:t xml:space="preserve"> reçut les félicitations de son frère</w:t>
      </w:r>
      <w:r w:rsidR="004A4993">
        <w:t xml:space="preserve">, </w:t>
      </w:r>
      <w:r w:rsidRPr="004C3E92">
        <w:t>en raison de ce qu</w:t>
      </w:r>
      <w:r w:rsidR="004A4993">
        <w:t>’</w:t>
      </w:r>
      <w:r w:rsidRPr="004C3E92">
        <w:t>elles se rendissent si près de Barton sans aucune dépense</w:t>
      </w:r>
      <w:r w:rsidR="004A4993">
        <w:t xml:space="preserve">, </w:t>
      </w:r>
      <w:r w:rsidRPr="004C3E92">
        <w:t>et en raison de ce que le colonel Barton dût les suivre à Cleveland au bout d</w:t>
      </w:r>
      <w:r w:rsidR="004A4993">
        <w:t>’</w:t>
      </w:r>
      <w:r w:rsidRPr="004C3E92">
        <w:t>un jour ou deux</w:t>
      </w:r>
      <w:r w:rsidR="004A4993">
        <w:t xml:space="preserve">, </w:t>
      </w:r>
      <w:r w:rsidRPr="004C3E92">
        <w:t>compléta le commerce du frère et des sœurs à Londres</w:t>
      </w:r>
      <w:r w:rsidR="004A4993">
        <w:t xml:space="preserve"> ; </w:t>
      </w:r>
      <w:r w:rsidRPr="004C3E92">
        <w:t>et une vague inv</w:t>
      </w:r>
      <w:r w:rsidRPr="004C3E92">
        <w:t>i</w:t>
      </w:r>
      <w:r w:rsidRPr="004C3E92">
        <w:t>tation de la part de Fanny</w:t>
      </w:r>
      <w:r w:rsidR="004A4993">
        <w:t xml:space="preserve">, </w:t>
      </w:r>
      <w:r w:rsidRPr="004C3E92">
        <w:t xml:space="preserve">à venir à </w:t>
      </w:r>
      <w:proofErr w:type="spellStart"/>
      <w:r w:rsidRPr="004C3E92">
        <w:t>Norland</w:t>
      </w:r>
      <w:proofErr w:type="spellEnd"/>
      <w:r w:rsidRPr="004C3E92">
        <w:t xml:space="preserve"> lorsque par hasard elles passeraient </w:t>
      </w:r>
      <w:proofErr w:type="spellStart"/>
      <w:r w:rsidRPr="004C3E92">
        <w:t>par là</w:t>
      </w:r>
      <w:proofErr w:type="spellEnd"/>
      <w:r w:rsidR="004A4993">
        <w:t xml:space="preserve">, – </w:t>
      </w:r>
      <w:r w:rsidRPr="004C3E92">
        <w:t>ce qui était bien la plus improbable de toutes choses</w:t>
      </w:r>
      <w:r w:rsidR="004A4993">
        <w:t xml:space="preserve"> – </w:t>
      </w:r>
      <w:r w:rsidRPr="004C3E92">
        <w:t>jointe à une assurance plus chaleureuse</w:t>
      </w:r>
      <w:r w:rsidR="004A4993">
        <w:t xml:space="preserve">, </w:t>
      </w:r>
      <w:r w:rsidRPr="004C3E92">
        <w:t>quo</w:t>
      </w:r>
      <w:r w:rsidRPr="004C3E92">
        <w:t>i</w:t>
      </w:r>
      <w:r w:rsidRPr="004C3E92">
        <w:t>que moins publique</w:t>
      </w:r>
      <w:r w:rsidR="004A4993">
        <w:t xml:space="preserve">, </w:t>
      </w:r>
      <w:r w:rsidRPr="004C3E92">
        <w:t xml:space="preserve">de John à </w:t>
      </w:r>
      <w:proofErr w:type="spellStart"/>
      <w:r w:rsidRPr="004C3E92">
        <w:t>Elinor</w:t>
      </w:r>
      <w:proofErr w:type="spellEnd"/>
      <w:r w:rsidR="004A4993">
        <w:t xml:space="preserve">, </w:t>
      </w:r>
      <w:r w:rsidRPr="004C3E92">
        <w:t xml:space="preserve">de la promptitude avec laquelle il viendrait la voir à </w:t>
      </w:r>
      <w:proofErr w:type="spellStart"/>
      <w:r w:rsidRPr="004C3E92">
        <w:t>Delaford</w:t>
      </w:r>
      <w:proofErr w:type="spellEnd"/>
      <w:r w:rsidR="004A4993">
        <w:t xml:space="preserve">, </w:t>
      </w:r>
      <w:r w:rsidRPr="004C3E92">
        <w:t>fut tout ce qui laissait prévoir une rencontre à la campagne</w:t>
      </w:r>
      <w:r w:rsidR="004A4993">
        <w:t>.</w:t>
      </w:r>
    </w:p>
    <w:p w14:paraId="1441FC40" w14:textId="77777777" w:rsidR="004A4993" w:rsidRDefault="008C5C61" w:rsidP="004A4993">
      <w:r w:rsidRPr="004C3E92">
        <w:t>Cela l</w:t>
      </w:r>
      <w:r w:rsidR="004A4993">
        <w:t>’</w:t>
      </w:r>
      <w:r w:rsidRPr="004C3E92">
        <w:t>amusa de noter que tous ses amis semblaient résolus à l</w:t>
      </w:r>
      <w:r w:rsidR="004A4993">
        <w:t>’</w:t>
      </w:r>
      <w:r w:rsidRPr="004C3E92">
        <w:t xml:space="preserve">envoyer à </w:t>
      </w:r>
      <w:proofErr w:type="spellStart"/>
      <w:r w:rsidRPr="004C3E92">
        <w:t>Delaford</w:t>
      </w:r>
      <w:proofErr w:type="spellEnd"/>
      <w:r w:rsidR="004A4993">
        <w:t xml:space="preserve">, – </w:t>
      </w:r>
      <w:r w:rsidRPr="004C3E92">
        <w:t>localité où</w:t>
      </w:r>
      <w:r w:rsidR="004A4993">
        <w:t xml:space="preserve">, </w:t>
      </w:r>
      <w:r w:rsidRPr="004C3E92">
        <w:t>entre toutes</w:t>
      </w:r>
      <w:r w:rsidR="004A4993">
        <w:t xml:space="preserve">, </w:t>
      </w:r>
      <w:r w:rsidRPr="004C3E92">
        <w:t>elle aimerait le moins à se rendre</w:t>
      </w:r>
      <w:r w:rsidR="004A4993">
        <w:t xml:space="preserve">, </w:t>
      </w:r>
      <w:r w:rsidRPr="004C3E92">
        <w:t>ou désirerait le moins résider</w:t>
      </w:r>
      <w:r w:rsidR="004A4993">
        <w:t xml:space="preserve">, </w:t>
      </w:r>
      <w:r w:rsidRPr="004C3E92">
        <w:t>car non se</w:t>
      </w:r>
      <w:r w:rsidRPr="004C3E92">
        <w:t>u</w:t>
      </w:r>
      <w:r w:rsidRPr="004C3E92">
        <w:t>lement ce lieu était considéré par son frère et par Mrs</w:t>
      </w:r>
      <w:r w:rsidR="004A4993">
        <w:t xml:space="preserve">. </w:t>
      </w:r>
      <w:r w:rsidRPr="004C3E92">
        <w:t>Jennings comme son foyer futur</w:t>
      </w:r>
      <w:r w:rsidR="004A4993">
        <w:t xml:space="preserve">, </w:t>
      </w:r>
      <w:r w:rsidRPr="004C3E92">
        <w:t>mais Lucy elle-même</w:t>
      </w:r>
      <w:r w:rsidR="004A4993">
        <w:t xml:space="preserve">, </w:t>
      </w:r>
      <w:r w:rsidRPr="004C3E92">
        <w:t>lorsqu</w:t>
      </w:r>
      <w:r w:rsidR="004A4993">
        <w:t>’</w:t>
      </w:r>
      <w:r w:rsidRPr="004C3E92">
        <w:t>elles se s</w:t>
      </w:r>
      <w:r w:rsidRPr="004C3E92">
        <w:t>é</w:t>
      </w:r>
      <w:r w:rsidRPr="004C3E92">
        <w:t>parèrent</w:t>
      </w:r>
      <w:r w:rsidR="004A4993">
        <w:t xml:space="preserve">, </w:t>
      </w:r>
      <w:r w:rsidRPr="004C3E92">
        <w:t>l</w:t>
      </w:r>
      <w:r w:rsidR="004A4993">
        <w:t>’</w:t>
      </w:r>
      <w:r w:rsidRPr="004C3E92">
        <w:t>invita d</w:t>
      </w:r>
      <w:r w:rsidR="004A4993">
        <w:t>’</w:t>
      </w:r>
      <w:r w:rsidRPr="004C3E92">
        <w:t>une façon pressante à l</w:t>
      </w:r>
      <w:r w:rsidR="004A4993">
        <w:t>’</w:t>
      </w:r>
      <w:r w:rsidRPr="004C3E92">
        <w:t>y venir voir</w:t>
      </w:r>
      <w:r w:rsidR="004A4993">
        <w:t>.</w:t>
      </w:r>
    </w:p>
    <w:p w14:paraId="66153859" w14:textId="77777777" w:rsidR="004A4993" w:rsidRDefault="008C5C61" w:rsidP="004A4993">
      <w:r w:rsidRPr="004C3E92">
        <w:t>Dans les tout premiers jours d</w:t>
      </w:r>
      <w:r w:rsidR="004A4993">
        <w:t>’</w:t>
      </w:r>
      <w:r w:rsidRPr="004C3E92">
        <w:t>avril</w:t>
      </w:r>
      <w:r w:rsidR="004A4993">
        <w:t xml:space="preserve">, </w:t>
      </w:r>
      <w:r w:rsidRPr="004C3E92">
        <w:t>et de bon matin</w:t>
      </w:r>
      <w:r w:rsidR="004A4993">
        <w:t xml:space="preserve">, </w:t>
      </w:r>
      <w:r w:rsidRPr="004C3E92">
        <w:t>les deux groupes de Hanover Square et de Berkeley Street entam</w:t>
      </w:r>
      <w:r w:rsidRPr="004C3E92">
        <w:t>è</w:t>
      </w:r>
      <w:r w:rsidRPr="004C3E92">
        <w:t>rent le voyage à partir de leurs demeures respectives</w:t>
      </w:r>
      <w:r w:rsidR="004A4993">
        <w:t xml:space="preserve">, </w:t>
      </w:r>
      <w:r w:rsidRPr="004C3E92">
        <w:t>pour se r</w:t>
      </w:r>
      <w:r w:rsidRPr="004C3E92">
        <w:t>e</w:t>
      </w:r>
      <w:r w:rsidRPr="004C3E92">
        <w:t>joindre sur la route en un endroit convenu</w:t>
      </w:r>
      <w:r w:rsidR="004A4993">
        <w:t xml:space="preserve">. </w:t>
      </w:r>
      <w:r w:rsidRPr="004C3E92">
        <w:t>Pour la commodité de Charlotte et de son enfant</w:t>
      </w:r>
      <w:r w:rsidR="004A4993">
        <w:t xml:space="preserve">, </w:t>
      </w:r>
      <w:r w:rsidRPr="004C3E92">
        <w:t>ils devaient mettre plus de deux jours à effectuer le trajet</w:t>
      </w:r>
      <w:r w:rsidR="004A4993">
        <w:t xml:space="preserve">, </w:t>
      </w:r>
      <w:r w:rsidRPr="004C3E92">
        <w:t>et Mr</w:t>
      </w:r>
      <w:r w:rsidR="004A4993">
        <w:t xml:space="preserve">. </w:t>
      </w:r>
      <w:r w:rsidRPr="004C3E92">
        <w:t>Palmer</w:t>
      </w:r>
      <w:r w:rsidR="004A4993">
        <w:t xml:space="preserve">, </w:t>
      </w:r>
      <w:r w:rsidRPr="004C3E92">
        <w:t>voyageant d</w:t>
      </w:r>
      <w:r w:rsidR="004A4993">
        <w:t>’</w:t>
      </w:r>
      <w:r w:rsidRPr="004C3E92">
        <w:t>une façon plus rapide avec le colonel Brandon</w:t>
      </w:r>
      <w:r w:rsidR="004A4993">
        <w:t xml:space="preserve">, </w:t>
      </w:r>
      <w:r w:rsidRPr="004C3E92">
        <w:t>devait les retrouver à Cl</w:t>
      </w:r>
      <w:r w:rsidRPr="004C3E92">
        <w:t>e</w:t>
      </w:r>
      <w:r w:rsidRPr="004C3E92">
        <w:t>veland peu après leur arrivée</w:t>
      </w:r>
      <w:r w:rsidR="004A4993">
        <w:t>.</w:t>
      </w:r>
    </w:p>
    <w:p w14:paraId="7552311F" w14:textId="77777777" w:rsidR="004A4993" w:rsidRDefault="008C5C61" w:rsidP="004A4993">
      <w:r w:rsidRPr="004C3E92">
        <w:lastRenderedPageBreak/>
        <w:t>Marianne</w:t>
      </w:r>
      <w:r w:rsidR="004A4993">
        <w:t xml:space="preserve">, </w:t>
      </w:r>
      <w:r w:rsidRPr="004C3E92">
        <w:t>quelque rares qu</w:t>
      </w:r>
      <w:r w:rsidR="004A4993">
        <w:t>’</w:t>
      </w:r>
      <w:r w:rsidRPr="004C3E92">
        <w:t>eussent été ses heures de bien-être à Londres</w:t>
      </w:r>
      <w:r w:rsidR="004A4993">
        <w:t xml:space="preserve">, </w:t>
      </w:r>
      <w:r w:rsidRPr="004C3E92">
        <w:t>et quelque désireuse qu</w:t>
      </w:r>
      <w:r w:rsidR="004A4993">
        <w:t>’</w:t>
      </w:r>
      <w:r w:rsidRPr="004C3E92">
        <w:t>elle eût été depuis lon</w:t>
      </w:r>
      <w:r w:rsidRPr="004C3E92">
        <w:t>g</w:t>
      </w:r>
      <w:r w:rsidRPr="004C3E92">
        <w:t>temps de le quitter</w:t>
      </w:r>
      <w:r w:rsidR="004A4993">
        <w:t xml:space="preserve">, </w:t>
      </w:r>
      <w:r w:rsidRPr="004C3E92">
        <w:t>fut incapable</w:t>
      </w:r>
      <w:r w:rsidR="004A4993">
        <w:t xml:space="preserve">, </w:t>
      </w:r>
      <w:r w:rsidRPr="004C3E92">
        <w:t>le moment venu</w:t>
      </w:r>
      <w:r w:rsidR="004A4993">
        <w:t xml:space="preserve">, </w:t>
      </w:r>
      <w:r w:rsidRPr="004C3E92">
        <w:t>de dire adieu</w:t>
      </w:r>
      <w:r w:rsidR="004A4993">
        <w:t xml:space="preserve">, </w:t>
      </w:r>
      <w:r w:rsidRPr="004C3E92">
        <w:t>sans chagrin profond</w:t>
      </w:r>
      <w:r w:rsidR="004A4993">
        <w:t xml:space="preserve">, </w:t>
      </w:r>
      <w:r w:rsidRPr="004C3E92">
        <w:t>à la maison dans laquelle elle avait pour la dernière fois goûté ces espoirs et cette confiance en Wi</w:t>
      </w:r>
      <w:r w:rsidRPr="004C3E92">
        <w:t>l</w:t>
      </w:r>
      <w:r w:rsidRPr="004C3E92">
        <w:t>loughby</w:t>
      </w:r>
      <w:r w:rsidR="004A4993">
        <w:t xml:space="preserve">, </w:t>
      </w:r>
      <w:r w:rsidRPr="004C3E92">
        <w:t>qui étaient à présent éteints à jamais</w:t>
      </w:r>
      <w:r w:rsidR="004A4993">
        <w:t xml:space="preserve">. </w:t>
      </w:r>
      <w:r w:rsidRPr="004C3E92">
        <w:t>Elle ne put non plus quitter sans verser d</w:t>
      </w:r>
      <w:r w:rsidR="004A4993">
        <w:t>’</w:t>
      </w:r>
      <w:r w:rsidRPr="004C3E92">
        <w:t>abondantes larmes le lieu où restait Willoughby</w:t>
      </w:r>
      <w:r w:rsidR="004A4993">
        <w:t xml:space="preserve">, </w:t>
      </w:r>
      <w:r w:rsidRPr="004C3E92">
        <w:t>occupé à de nouvelles obligations mondaines et à des projets nouveaux</w:t>
      </w:r>
      <w:r w:rsidR="004A4993">
        <w:t xml:space="preserve">, </w:t>
      </w:r>
      <w:r w:rsidRPr="004C3E92">
        <w:t>auxquels elle ne pouvait participer</w:t>
      </w:r>
      <w:r w:rsidR="004A4993">
        <w:t>.</w:t>
      </w:r>
    </w:p>
    <w:p w14:paraId="663199A3" w14:textId="77777777" w:rsidR="004A4993" w:rsidRDefault="008C5C61" w:rsidP="004A4993">
      <w:r w:rsidRPr="004C3E92">
        <w:t>La satisfaction d</w:t>
      </w:r>
      <w:r w:rsidR="004A4993">
        <w:t>’</w:t>
      </w:r>
      <w:proofErr w:type="spellStart"/>
      <w:r w:rsidRPr="004C3E92">
        <w:t>Elinor</w:t>
      </w:r>
      <w:proofErr w:type="spellEnd"/>
      <w:r w:rsidRPr="004C3E92">
        <w:t xml:space="preserve"> au moment du départ fut plus pos</w:t>
      </w:r>
      <w:r w:rsidRPr="004C3E92">
        <w:t>i</w:t>
      </w:r>
      <w:r w:rsidRPr="004C3E92">
        <w:t>tive</w:t>
      </w:r>
      <w:r w:rsidR="004A4993">
        <w:t xml:space="preserve">. </w:t>
      </w:r>
      <w:r w:rsidRPr="004C3E92">
        <w:t>Elle n</w:t>
      </w:r>
      <w:r w:rsidR="004A4993">
        <w:t>’</w:t>
      </w:r>
      <w:r w:rsidRPr="004C3E92">
        <w:t>avait point d</w:t>
      </w:r>
      <w:r w:rsidR="004A4993">
        <w:t>’</w:t>
      </w:r>
      <w:r w:rsidRPr="004C3E92">
        <w:t>objet semblable sur lequel pussent se fixer ses pensées attardées</w:t>
      </w:r>
      <w:r w:rsidR="004A4993">
        <w:t xml:space="preserve">, </w:t>
      </w:r>
      <w:r w:rsidRPr="004C3E92">
        <w:t>elle ne laissait derrière elle aucune créature dont elle pût éprouver un seul instant de regret à être séparée à jamais</w:t>
      </w:r>
      <w:r w:rsidR="004A4993">
        <w:t xml:space="preserve">, </w:t>
      </w:r>
      <w:r w:rsidRPr="004C3E92">
        <w:t>elle était contente de se libérer de la perséc</w:t>
      </w:r>
      <w:r w:rsidRPr="004C3E92">
        <w:t>u</w:t>
      </w:r>
      <w:r w:rsidRPr="004C3E92">
        <w:t>tion de l</w:t>
      </w:r>
      <w:r w:rsidR="004A4993">
        <w:t>’</w:t>
      </w:r>
      <w:r w:rsidRPr="004C3E92">
        <w:t>amitié de Lucy</w:t>
      </w:r>
      <w:r w:rsidR="004A4993">
        <w:t xml:space="preserve">, </w:t>
      </w:r>
      <w:r w:rsidRPr="004C3E92">
        <w:t>elle était reconnaissante d</w:t>
      </w:r>
      <w:r w:rsidR="004A4993">
        <w:t>’</w:t>
      </w:r>
      <w:r w:rsidRPr="004C3E92">
        <w:t>emmener sa sœur sans que Willoughby l</w:t>
      </w:r>
      <w:r w:rsidR="004A4993">
        <w:t>’</w:t>
      </w:r>
      <w:r w:rsidRPr="004C3E92">
        <w:t>eût revue depuis son mariage</w:t>
      </w:r>
      <w:r w:rsidR="004A4993">
        <w:t xml:space="preserve">, </w:t>
      </w:r>
      <w:r w:rsidRPr="004C3E92">
        <w:t>et e</w:t>
      </w:r>
      <w:r w:rsidRPr="004C3E92">
        <w:t>l</w:t>
      </w:r>
      <w:r w:rsidRPr="004C3E92">
        <w:t>le envisageait</w:t>
      </w:r>
      <w:r w:rsidR="004A4993">
        <w:t xml:space="preserve">, </w:t>
      </w:r>
      <w:r w:rsidRPr="004C3E92">
        <w:t>pleine d</w:t>
      </w:r>
      <w:r w:rsidR="004A4993">
        <w:t>’</w:t>
      </w:r>
      <w:r w:rsidRPr="004C3E92">
        <w:t>espoir</w:t>
      </w:r>
      <w:r w:rsidR="004A4993">
        <w:t xml:space="preserve">, </w:t>
      </w:r>
      <w:r w:rsidRPr="004C3E92">
        <w:t>ce que quelques mois de vie pa</w:t>
      </w:r>
      <w:r w:rsidRPr="004C3E92">
        <w:t>i</w:t>
      </w:r>
      <w:r w:rsidRPr="004C3E92">
        <w:t>sible à Barton pourraient effectuer pour restaurer la tranquillité d</w:t>
      </w:r>
      <w:r w:rsidR="004A4993">
        <w:t>’</w:t>
      </w:r>
      <w:r w:rsidRPr="004C3E92">
        <w:t>esprit de Marianne</w:t>
      </w:r>
      <w:r w:rsidR="004A4993">
        <w:t xml:space="preserve">, </w:t>
      </w:r>
      <w:r w:rsidRPr="004C3E92">
        <w:t>et confirmer la sienne</w:t>
      </w:r>
      <w:r w:rsidR="004A4993">
        <w:t>.</w:t>
      </w:r>
    </w:p>
    <w:p w14:paraId="06CC9FED" w14:textId="77777777" w:rsidR="004A4993" w:rsidRDefault="008C5C61" w:rsidP="004A4993">
      <w:r w:rsidRPr="004C3E92">
        <w:t>Leur voyage s</w:t>
      </w:r>
      <w:r w:rsidR="004A4993">
        <w:t>’</w:t>
      </w:r>
      <w:r w:rsidRPr="004C3E92">
        <w:t>effectua sans encombre</w:t>
      </w:r>
      <w:r w:rsidR="004A4993">
        <w:t xml:space="preserve">. </w:t>
      </w:r>
      <w:r w:rsidRPr="004C3E92">
        <w:t>Le second jour les amena dans le comté chéri</w:t>
      </w:r>
      <w:r w:rsidR="004A4993">
        <w:t xml:space="preserve">, </w:t>
      </w:r>
      <w:r w:rsidRPr="004C3E92">
        <w:t>ou interdit</w:t>
      </w:r>
      <w:r w:rsidR="004A4993">
        <w:t xml:space="preserve">, </w:t>
      </w:r>
      <w:r w:rsidRPr="004C3E92">
        <w:t>de Somerset</w:t>
      </w:r>
      <w:r w:rsidR="004A4993">
        <w:t xml:space="preserve">, </w:t>
      </w:r>
      <w:r w:rsidRPr="004C3E92">
        <w:t>car c</w:t>
      </w:r>
      <w:r w:rsidR="004A4993">
        <w:t>’</w:t>
      </w:r>
      <w:r w:rsidRPr="004C3E92">
        <w:t>est ainsi qu</w:t>
      </w:r>
      <w:r w:rsidR="004A4993">
        <w:t>’</w:t>
      </w:r>
      <w:r w:rsidRPr="004C3E92">
        <w:t>y insistait tour à tour l</w:t>
      </w:r>
      <w:r w:rsidR="004A4993">
        <w:t>’</w:t>
      </w:r>
      <w:r w:rsidRPr="004C3E92">
        <w:t>imagination de Marianne</w:t>
      </w:r>
      <w:r w:rsidR="004A4993">
        <w:t xml:space="preserve"> ; </w:t>
      </w:r>
      <w:r w:rsidRPr="004C3E92">
        <w:t>et dans la matinée du troisième jour elles arrivèrent à Cleveland</w:t>
      </w:r>
      <w:r w:rsidR="004A4993">
        <w:t>.</w:t>
      </w:r>
    </w:p>
    <w:p w14:paraId="2F664DD9" w14:textId="77777777" w:rsidR="004A4993" w:rsidRDefault="008C5C61" w:rsidP="004A4993">
      <w:r w:rsidRPr="004C3E92">
        <w:t>Cleveland était une maison spacieuse</w:t>
      </w:r>
      <w:r w:rsidR="004A4993">
        <w:t xml:space="preserve">, </w:t>
      </w:r>
      <w:r w:rsidRPr="004C3E92">
        <w:t>de construction m</w:t>
      </w:r>
      <w:r w:rsidRPr="004C3E92">
        <w:t>o</w:t>
      </w:r>
      <w:r w:rsidRPr="004C3E92">
        <w:t>derne</w:t>
      </w:r>
      <w:r w:rsidR="004A4993">
        <w:t xml:space="preserve">, </w:t>
      </w:r>
      <w:r w:rsidRPr="004C3E92">
        <w:t>située sur une pelouse en pente</w:t>
      </w:r>
      <w:r w:rsidR="004A4993">
        <w:t xml:space="preserve">. </w:t>
      </w:r>
      <w:r w:rsidRPr="004C3E92">
        <w:t>Elle n</w:t>
      </w:r>
      <w:r w:rsidR="004A4993">
        <w:t>’</w:t>
      </w:r>
      <w:r w:rsidRPr="004C3E92">
        <w:t>avait pas de parc</w:t>
      </w:r>
      <w:r w:rsidR="004A4993">
        <w:t xml:space="preserve">, </w:t>
      </w:r>
      <w:r w:rsidRPr="004C3E92">
        <w:t>mais les jardins d</w:t>
      </w:r>
      <w:r w:rsidR="004A4993">
        <w:t>’</w:t>
      </w:r>
      <w:r w:rsidRPr="004C3E92">
        <w:t>agrément étaient assez étendus</w:t>
      </w:r>
      <w:r w:rsidR="004A4993">
        <w:t xml:space="preserve"> ; </w:t>
      </w:r>
      <w:r w:rsidRPr="004C3E92">
        <w:t>et</w:t>
      </w:r>
      <w:r w:rsidR="004A4993">
        <w:t xml:space="preserve">, </w:t>
      </w:r>
      <w:r w:rsidRPr="004C3E92">
        <w:t>comme toute autre résidence de même degré d</w:t>
      </w:r>
      <w:r w:rsidR="004A4993">
        <w:t>’</w:t>
      </w:r>
      <w:r w:rsidRPr="004C3E92">
        <w:t>importance</w:t>
      </w:r>
      <w:r w:rsidR="004A4993">
        <w:t xml:space="preserve">, </w:t>
      </w:r>
      <w:r w:rsidRPr="004C3E92">
        <w:t>elle poss</w:t>
      </w:r>
      <w:r w:rsidRPr="004C3E92">
        <w:t>é</w:t>
      </w:r>
      <w:r w:rsidRPr="004C3E92">
        <w:t>dait ses bosquets découverts</w:t>
      </w:r>
      <w:r w:rsidR="004A4993">
        <w:t xml:space="preserve">, </w:t>
      </w:r>
      <w:r w:rsidRPr="004C3E92">
        <w:t xml:space="preserve">et sa promenade </w:t>
      </w:r>
      <w:proofErr w:type="spellStart"/>
      <w:r w:rsidRPr="004C3E92">
        <w:t>sous bois</w:t>
      </w:r>
      <w:proofErr w:type="spellEnd"/>
      <w:r w:rsidR="004A4993">
        <w:t xml:space="preserve">, </w:t>
      </w:r>
      <w:r w:rsidRPr="004C3E92">
        <w:t>plus touffue</w:t>
      </w:r>
      <w:r w:rsidR="004A4993">
        <w:t xml:space="preserve"> ; </w:t>
      </w:r>
      <w:r w:rsidRPr="004C3E92">
        <w:t>une route de gravier uni</w:t>
      </w:r>
      <w:r w:rsidR="004A4993">
        <w:t xml:space="preserve">, </w:t>
      </w:r>
      <w:r w:rsidRPr="004C3E92">
        <w:t xml:space="preserve">contournant les </w:t>
      </w:r>
      <w:r w:rsidRPr="004C3E92">
        <w:lastRenderedPageBreak/>
        <w:t>boqueteaux</w:t>
      </w:r>
      <w:r w:rsidR="004A4993">
        <w:t xml:space="preserve">, </w:t>
      </w:r>
      <w:r w:rsidRPr="004C3E92">
        <w:t>conduisait à la façade principale</w:t>
      </w:r>
      <w:r w:rsidR="004A4993">
        <w:t xml:space="preserve"> ; </w:t>
      </w:r>
      <w:r w:rsidRPr="004C3E92">
        <w:t>la pelouse était parsemée d</w:t>
      </w:r>
      <w:r w:rsidR="004A4993">
        <w:t>’</w:t>
      </w:r>
      <w:r w:rsidRPr="004C3E92">
        <w:t>arbres</w:t>
      </w:r>
      <w:r w:rsidR="004A4993">
        <w:t xml:space="preserve"> ; </w:t>
      </w:r>
      <w:r w:rsidRPr="004C3E92">
        <w:t>la maison elle-même était sous la protection des s</w:t>
      </w:r>
      <w:r w:rsidRPr="004C3E92">
        <w:t>a</w:t>
      </w:r>
      <w:r w:rsidRPr="004C3E92">
        <w:t>pins</w:t>
      </w:r>
      <w:r w:rsidR="004A4993">
        <w:t xml:space="preserve">, </w:t>
      </w:r>
      <w:r w:rsidRPr="004C3E92">
        <w:t>des sorbiers</w:t>
      </w:r>
      <w:r w:rsidR="004A4993">
        <w:t xml:space="preserve">, </w:t>
      </w:r>
      <w:r w:rsidRPr="004C3E92">
        <w:t>et des acacias</w:t>
      </w:r>
      <w:r w:rsidR="004A4993">
        <w:t xml:space="preserve">, </w:t>
      </w:r>
      <w:r w:rsidRPr="004C3E92">
        <w:t>et un écran épais de toutes ces espèces réunies</w:t>
      </w:r>
      <w:r w:rsidR="004A4993">
        <w:t xml:space="preserve">, </w:t>
      </w:r>
      <w:r w:rsidRPr="004C3E92">
        <w:t>mêlées de hauts peupliers de Lombardie</w:t>
      </w:r>
      <w:r w:rsidR="004A4993">
        <w:t xml:space="preserve">, </w:t>
      </w:r>
      <w:r w:rsidRPr="004C3E92">
        <w:t>ma</w:t>
      </w:r>
      <w:r w:rsidRPr="004C3E92">
        <w:t>s</w:t>
      </w:r>
      <w:r w:rsidRPr="004C3E92">
        <w:t>quait les communs</w:t>
      </w:r>
      <w:r w:rsidR="004A4993">
        <w:t>.</w:t>
      </w:r>
    </w:p>
    <w:p w14:paraId="6617C64B" w14:textId="77777777" w:rsidR="004A4993" w:rsidRDefault="008C5C61" w:rsidP="004A4993">
      <w:r w:rsidRPr="004C3E92">
        <w:t>Marianne pénétra dans la maison</w:t>
      </w:r>
      <w:r w:rsidR="004A4993">
        <w:t xml:space="preserve">, </w:t>
      </w:r>
      <w:r w:rsidRPr="004C3E92">
        <w:t>le cœur gonflé d</w:t>
      </w:r>
      <w:r w:rsidR="004A4993">
        <w:t>’</w:t>
      </w:r>
      <w:r w:rsidRPr="004C3E92">
        <w:t>une émotion que lui donnait la conscience de n</w:t>
      </w:r>
      <w:r w:rsidR="004A4993">
        <w:t>’</w:t>
      </w:r>
      <w:r w:rsidRPr="004C3E92">
        <w:t>être qu</w:t>
      </w:r>
      <w:r w:rsidR="004A4993">
        <w:t>’</w:t>
      </w:r>
      <w:r w:rsidRPr="004C3E92">
        <w:t>à quatre-vingts milles de Barton</w:t>
      </w:r>
      <w:r w:rsidR="004A4993">
        <w:t xml:space="preserve">, </w:t>
      </w:r>
      <w:r w:rsidRPr="004C3E92">
        <w:t>et à moins de trente de Combe Magna</w:t>
      </w:r>
      <w:r w:rsidR="004A4993">
        <w:t xml:space="preserve"> ; </w:t>
      </w:r>
      <w:r w:rsidRPr="004C3E92">
        <w:t>et avant qu</w:t>
      </w:r>
      <w:r w:rsidR="004A4993">
        <w:t>’</w:t>
      </w:r>
      <w:r w:rsidRPr="004C3E92">
        <w:t>elle eût été cinq minutes dans ses murs</w:t>
      </w:r>
      <w:r w:rsidR="004A4993">
        <w:t xml:space="preserve">, </w:t>
      </w:r>
      <w:r w:rsidRPr="004C3E92">
        <w:t>pendant que les autres étaient activement occupées à aider Charlotte à mo</w:t>
      </w:r>
      <w:r w:rsidRPr="004C3E92">
        <w:t>n</w:t>
      </w:r>
      <w:r w:rsidRPr="004C3E92">
        <w:t>trer son enfant à la femme de charge</w:t>
      </w:r>
      <w:r w:rsidR="004A4993">
        <w:t xml:space="preserve">, </w:t>
      </w:r>
      <w:r w:rsidRPr="004C3E92">
        <w:t>elle en ressortit</w:t>
      </w:r>
      <w:r w:rsidR="004A4993">
        <w:t xml:space="preserve">, </w:t>
      </w:r>
      <w:r w:rsidRPr="004C3E92">
        <w:t>se fauf</w:t>
      </w:r>
      <w:r w:rsidRPr="004C3E92">
        <w:t>i</w:t>
      </w:r>
      <w:r w:rsidRPr="004C3E92">
        <w:t xml:space="preserve">lant à travers les bosquets </w:t>
      </w:r>
      <w:proofErr w:type="spellStart"/>
      <w:r w:rsidRPr="004C3E92">
        <w:t>serpentants</w:t>
      </w:r>
      <w:proofErr w:type="spellEnd"/>
      <w:r w:rsidR="004A4993">
        <w:t xml:space="preserve">, </w:t>
      </w:r>
      <w:r w:rsidRPr="004C3E92">
        <w:t>qui commençaient tout juste à apparaître en beauté</w:t>
      </w:r>
      <w:r w:rsidR="004A4993">
        <w:t xml:space="preserve">, </w:t>
      </w:r>
      <w:r w:rsidRPr="004C3E92">
        <w:t>pour gagner une éminence lointa</w:t>
      </w:r>
      <w:r w:rsidRPr="004C3E92">
        <w:t>i</w:t>
      </w:r>
      <w:r w:rsidRPr="004C3E92">
        <w:t>ne</w:t>
      </w:r>
      <w:r w:rsidR="004A4993">
        <w:t xml:space="preserve"> ; </w:t>
      </w:r>
      <w:r w:rsidRPr="004C3E92">
        <w:t>d</w:t>
      </w:r>
      <w:r w:rsidR="004A4993">
        <w:t>’</w:t>
      </w:r>
      <w:r w:rsidRPr="004C3E92">
        <w:t>où</w:t>
      </w:r>
      <w:r w:rsidR="004A4993">
        <w:t xml:space="preserve">, </w:t>
      </w:r>
      <w:r w:rsidRPr="004C3E92">
        <w:t>délaissant son temple grec</w:t>
      </w:r>
      <w:r w:rsidR="004A4993">
        <w:t xml:space="preserve">, </w:t>
      </w:r>
      <w:r w:rsidRPr="004C3E92">
        <w:t>le regard de la jeune fille</w:t>
      </w:r>
      <w:r w:rsidR="004A4993">
        <w:t xml:space="preserve">, </w:t>
      </w:r>
      <w:r w:rsidRPr="004C3E92">
        <w:t>parcourant une vaste étendue de campagne vers le sud-est</w:t>
      </w:r>
      <w:r w:rsidR="004A4993">
        <w:t xml:space="preserve">, </w:t>
      </w:r>
      <w:r w:rsidRPr="004C3E92">
        <w:t>po</w:t>
      </w:r>
      <w:r w:rsidRPr="004C3E92">
        <w:t>u</w:t>
      </w:r>
      <w:r w:rsidRPr="004C3E92">
        <w:t>vait se poser avec amour sur la crête montagneuse la plus loi</w:t>
      </w:r>
      <w:r w:rsidRPr="004C3E92">
        <w:t>n</w:t>
      </w:r>
      <w:r w:rsidRPr="004C3E92">
        <w:t>taine à l</w:t>
      </w:r>
      <w:r w:rsidR="004A4993">
        <w:t>’</w:t>
      </w:r>
      <w:r w:rsidRPr="004C3E92">
        <w:t>horizon</w:t>
      </w:r>
      <w:r w:rsidR="004A4993">
        <w:t xml:space="preserve">, </w:t>
      </w:r>
      <w:r w:rsidRPr="004C3E92">
        <w:t>et s</w:t>
      </w:r>
      <w:r w:rsidR="004A4993">
        <w:t>’</w:t>
      </w:r>
      <w:r w:rsidRPr="004C3E92">
        <w:t>imaginer que</w:t>
      </w:r>
      <w:r w:rsidR="004A4993">
        <w:t xml:space="preserve">, </w:t>
      </w:r>
      <w:r w:rsidRPr="004C3E92">
        <w:t>du haut de leurs sommets</w:t>
      </w:r>
      <w:r w:rsidR="004A4993">
        <w:t xml:space="preserve">, </w:t>
      </w:r>
      <w:r w:rsidRPr="004C3E92">
        <w:t>on pouvait apercevoir Combe Magna</w:t>
      </w:r>
      <w:r w:rsidR="004A4993">
        <w:t>.</w:t>
      </w:r>
    </w:p>
    <w:p w14:paraId="7B2C0AF3" w14:textId="77777777" w:rsidR="004A4993" w:rsidRDefault="008C5C61" w:rsidP="004A4993">
      <w:r w:rsidRPr="004C3E92">
        <w:t>C</w:t>
      </w:r>
      <w:r w:rsidR="004A4993">
        <w:t>’</w:t>
      </w:r>
      <w:r w:rsidRPr="004C3E92">
        <w:t>est en de pareils moments de détresse précieuse</w:t>
      </w:r>
      <w:r w:rsidR="004A4993">
        <w:t xml:space="preserve">, </w:t>
      </w:r>
      <w:r w:rsidRPr="004C3E92">
        <w:t>inest</w:t>
      </w:r>
      <w:r w:rsidRPr="004C3E92">
        <w:t>i</w:t>
      </w:r>
      <w:r w:rsidRPr="004C3E92">
        <w:t>mable</w:t>
      </w:r>
      <w:r w:rsidR="004A4993">
        <w:t xml:space="preserve">, </w:t>
      </w:r>
      <w:r w:rsidRPr="004C3E92">
        <w:t>qu</w:t>
      </w:r>
      <w:r w:rsidR="004A4993">
        <w:t>’</w:t>
      </w:r>
      <w:r w:rsidRPr="004C3E92">
        <w:t>elle goûta</w:t>
      </w:r>
      <w:r w:rsidR="004A4993">
        <w:t xml:space="preserve">, </w:t>
      </w:r>
      <w:r w:rsidRPr="004C3E92">
        <w:t>parmi les larmes de douleur cuisante</w:t>
      </w:r>
      <w:r w:rsidR="004A4993">
        <w:t xml:space="preserve">, </w:t>
      </w:r>
      <w:r w:rsidRPr="004C3E92">
        <w:t>la joie d</w:t>
      </w:r>
      <w:r w:rsidR="004A4993">
        <w:t>’</w:t>
      </w:r>
      <w:r w:rsidRPr="004C3E92">
        <w:t>être à Cleveland</w:t>
      </w:r>
      <w:r w:rsidR="004A4993">
        <w:t xml:space="preserve"> ; </w:t>
      </w:r>
      <w:r w:rsidRPr="004C3E92">
        <w:t>et</w:t>
      </w:r>
      <w:r w:rsidR="004A4993">
        <w:t xml:space="preserve">, </w:t>
      </w:r>
      <w:r w:rsidRPr="004C3E92">
        <w:t>tandis qu</w:t>
      </w:r>
      <w:r w:rsidR="004A4993">
        <w:t>’</w:t>
      </w:r>
      <w:r w:rsidRPr="004C3E92">
        <w:t>elle revenait à la maison par un circuit différent</w:t>
      </w:r>
      <w:r w:rsidR="004A4993">
        <w:t xml:space="preserve">, </w:t>
      </w:r>
      <w:r w:rsidRPr="004C3E92">
        <w:t>sensible à tout le privilège heureux de la liberté rurale</w:t>
      </w:r>
      <w:r w:rsidR="004A4993">
        <w:t xml:space="preserve">, </w:t>
      </w:r>
      <w:r w:rsidRPr="004C3E92">
        <w:t>de la possibilité d</w:t>
      </w:r>
      <w:r w:rsidR="004A4993">
        <w:t>’</w:t>
      </w:r>
      <w:r w:rsidRPr="004C3E92">
        <w:t>errer d</w:t>
      </w:r>
      <w:r w:rsidR="004A4993">
        <w:t>’</w:t>
      </w:r>
      <w:r w:rsidRPr="004C3E92">
        <w:t>un endroit à un autre dans une solitude libre et luxueuse</w:t>
      </w:r>
      <w:r w:rsidR="004A4993">
        <w:t xml:space="preserve">, </w:t>
      </w:r>
      <w:r w:rsidRPr="004C3E92">
        <w:t>elle résolut de consacrer presque chacune des heures de chacune des journées qu</w:t>
      </w:r>
      <w:r w:rsidR="004A4993">
        <w:t>’</w:t>
      </w:r>
      <w:r w:rsidRPr="004C3E92">
        <w:t>elle passerait chez les Palmer à se livrer à de pareilles randonnées solitaires</w:t>
      </w:r>
      <w:r w:rsidR="004A4993">
        <w:t>.</w:t>
      </w:r>
    </w:p>
    <w:p w14:paraId="00AABDAC" w14:textId="77777777" w:rsidR="004A4993" w:rsidRDefault="008C5C61" w:rsidP="004A4993">
      <w:r w:rsidRPr="004C3E92">
        <w:t>Elle revint juste à temps pour se joindre aux autres au moment où elles quittaient la maison pour faire le tour des pa</w:t>
      </w:r>
      <w:r w:rsidRPr="004C3E92">
        <w:t>r</w:t>
      </w:r>
      <w:r w:rsidRPr="004C3E92">
        <w:t>ties plus rapprochées</w:t>
      </w:r>
      <w:r w:rsidR="004A4993">
        <w:t xml:space="preserve"> ; </w:t>
      </w:r>
      <w:r w:rsidRPr="004C3E92">
        <w:t xml:space="preserve">et le reste de la matinée se passa </w:t>
      </w:r>
      <w:r w:rsidRPr="004C3E92">
        <w:lastRenderedPageBreak/>
        <w:t>facil</w:t>
      </w:r>
      <w:r w:rsidRPr="004C3E92">
        <w:t>e</w:t>
      </w:r>
      <w:r w:rsidRPr="004C3E92">
        <w:t>ment à errer par le potager</w:t>
      </w:r>
      <w:r w:rsidR="004A4993">
        <w:t xml:space="preserve">, </w:t>
      </w:r>
      <w:r w:rsidRPr="004C3E92">
        <w:t>à examiner les efflorescences de ses murs</w:t>
      </w:r>
      <w:r w:rsidR="004A4993">
        <w:t xml:space="preserve">, </w:t>
      </w:r>
      <w:r w:rsidRPr="004C3E92">
        <w:t>à écouter les lamentations du jardinier à propos des puc</w:t>
      </w:r>
      <w:r w:rsidRPr="004C3E92">
        <w:t>e</w:t>
      </w:r>
      <w:r w:rsidRPr="004C3E92">
        <w:t>rons</w:t>
      </w:r>
      <w:r w:rsidR="004A4993">
        <w:t xml:space="preserve">, </w:t>
      </w:r>
      <w:r w:rsidRPr="004C3E92">
        <w:t>à s</w:t>
      </w:r>
      <w:r w:rsidR="004A4993">
        <w:t>’</w:t>
      </w:r>
      <w:r w:rsidRPr="004C3E92">
        <w:t>attarder dans la serre</w:t>
      </w:r>
      <w:r w:rsidR="004A4993">
        <w:t xml:space="preserve">, </w:t>
      </w:r>
      <w:r w:rsidRPr="004C3E92">
        <w:t>où la perte de ses plantes préf</w:t>
      </w:r>
      <w:r w:rsidRPr="004C3E92">
        <w:t>é</w:t>
      </w:r>
      <w:r w:rsidRPr="004C3E92">
        <w:t>rées</w:t>
      </w:r>
      <w:r w:rsidR="004A4993">
        <w:t xml:space="preserve">, </w:t>
      </w:r>
      <w:r w:rsidRPr="004C3E92">
        <w:t>imprudemment exposées</w:t>
      </w:r>
      <w:r w:rsidR="004A4993">
        <w:t xml:space="preserve">, </w:t>
      </w:r>
      <w:r w:rsidRPr="004C3E92">
        <w:t>et piquées par la gelée tardive</w:t>
      </w:r>
      <w:r w:rsidR="004A4993">
        <w:t xml:space="preserve">, </w:t>
      </w:r>
      <w:r w:rsidRPr="004C3E92">
        <w:t>suscita les rires de Charlotte</w:t>
      </w:r>
      <w:r w:rsidR="004A4993">
        <w:t xml:space="preserve">, – </w:t>
      </w:r>
      <w:r w:rsidRPr="004C3E92">
        <w:t>et à visiter sa basse-cour</w:t>
      </w:r>
      <w:r w:rsidR="004A4993">
        <w:t xml:space="preserve">, </w:t>
      </w:r>
      <w:r w:rsidRPr="004C3E92">
        <w:t>où</w:t>
      </w:r>
      <w:r w:rsidR="004A4993">
        <w:t xml:space="preserve">, </w:t>
      </w:r>
      <w:r w:rsidRPr="004C3E92">
        <w:t>dans les espoirs déçus de sa fille de laiterie</w:t>
      </w:r>
      <w:r w:rsidR="004A4993">
        <w:t xml:space="preserve">, </w:t>
      </w:r>
      <w:r w:rsidRPr="004C3E92">
        <w:t>à propos de poules abandonnant leur nid</w:t>
      </w:r>
      <w:r w:rsidR="004A4993">
        <w:t xml:space="preserve">, </w:t>
      </w:r>
      <w:r w:rsidRPr="004C3E92">
        <w:t>ou volées par un renard</w:t>
      </w:r>
      <w:r w:rsidR="004A4993">
        <w:t xml:space="preserve">, </w:t>
      </w:r>
      <w:r w:rsidRPr="004C3E92">
        <w:t>ou de la mort rapide d</w:t>
      </w:r>
      <w:r w:rsidR="004A4993">
        <w:t>’</w:t>
      </w:r>
      <w:r w:rsidRPr="004C3E92">
        <w:t>une jeune couvée</w:t>
      </w:r>
      <w:r w:rsidR="004A4993">
        <w:t xml:space="preserve">, </w:t>
      </w:r>
      <w:r w:rsidRPr="004C3E92">
        <w:t>elle trouva de nouvelles sources de gaieté</w:t>
      </w:r>
      <w:r w:rsidR="004A4993">
        <w:t>.</w:t>
      </w:r>
    </w:p>
    <w:p w14:paraId="468D93F6" w14:textId="77777777" w:rsidR="004A4993" w:rsidRDefault="008C5C61" w:rsidP="004A4993">
      <w:r w:rsidRPr="004C3E92">
        <w:t>La matinée était belle et sèche</w:t>
      </w:r>
      <w:r w:rsidR="004A4993">
        <w:t xml:space="preserve">, </w:t>
      </w:r>
      <w:r w:rsidRPr="004C3E92">
        <w:t>et Marianne</w:t>
      </w:r>
      <w:r w:rsidR="004A4993">
        <w:t xml:space="preserve">, </w:t>
      </w:r>
      <w:r w:rsidRPr="004C3E92">
        <w:t>dans ses pr</w:t>
      </w:r>
      <w:r w:rsidRPr="004C3E92">
        <w:t>o</w:t>
      </w:r>
      <w:r w:rsidRPr="004C3E92">
        <w:t>jets de sorties qui l</w:t>
      </w:r>
      <w:r w:rsidR="004A4993">
        <w:t>’</w:t>
      </w:r>
      <w:r w:rsidRPr="004C3E92">
        <w:t>occuperaient</w:t>
      </w:r>
      <w:r w:rsidR="004A4993">
        <w:t xml:space="preserve">, </w:t>
      </w:r>
      <w:r w:rsidRPr="004C3E92">
        <w:t>n</w:t>
      </w:r>
      <w:r w:rsidR="004A4993">
        <w:t>’</w:t>
      </w:r>
      <w:r w:rsidRPr="004C3E92">
        <w:t>avait pas compté sur un changement de temps au cours de leur séjour à Cleveland</w:t>
      </w:r>
      <w:r w:rsidR="004A4993">
        <w:t xml:space="preserve">, </w:t>
      </w:r>
      <w:r w:rsidRPr="004C3E92">
        <w:t>Aussi fut-ce avec une profonde surprise qu</w:t>
      </w:r>
      <w:r w:rsidR="004A4993">
        <w:t>’</w:t>
      </w:r>
      <w:r w:rsidRPr="004C3E92">
        <w:t>elle se trouva empêchée</w:t>
      </w:r>
      <w:r w:rsidR="004A4993">
        <w:t xml:space="preserve">, </w:t>
      </w:r>
      <w:r w:rsidRPr="004C3E92">
        <w:t>par une pluie persistante</w:t>
      </w:r>
      <w:r w:rsidR="004A4993">
        <w:t xml:space="preserve">, </w:t>
      </w:r>
      <w:r w:rsidRPr="004C3E92">
        <w:t>de faire une nouvelle sortie après le dîner</w:t>
      </w:r>
      <w:r w:rsidR="004A4993">
        <w:t xml:space="preserve">. </w:t>
      </w:r>
      <w:r w:rsidRPr="004C3E92">
        <w:t>Elle avait compté faire une promenade au crépuscule</w:t>
      </w:r>
      <w:r w:rsidR="004A4993">
        <w:t xml:space="preserve">, </w:t>
      </w:r>
      <w:r w:rsidRPr="004C3E92">
        <w:t>jusqu</w:t>
      </w:r>
      <w:r w:rsidR="004A4993">
        <w:t>’</w:t>
      </w:r>
      <w:r w:rsidRPr="004C3E92">
        <w:t>au temple grec</w:t>
      </w:r>
      <w:r w:rsidR="004A4993">
        <w:t xml:space="preserve">, </w:t>
      </w:r>
      <w:r w:rsidRPr="004C3E92">
        <w:t>et peut-être par tout le jardin</w:t>
      </w:r>
      <w:r w:rsidR="004A4993">
        <w:t xml:space="preserve">, </w:t>
      </w:r>
      <w:r w:rsidRPr="004C3E92">
        <w:t>et une so</w:t>
      </w:r>
      <w:r w:rsidRPr="004C3E92">
        <w:t>i</w:t>
      </w:r>
      <w:r w:rsidRPr="004C3E92">
        <w:t>rée simplement froide ou humide ne l</w:t>
      </w:r>
      <w:r w:rsidR="004A4993">
        <w:t>’</w:t>
      </w:r>
      <w:r w:rsidRPr="004C3E92">
        <w:t>en eût pas retenue</w:t>
      </w:r>
      <w:r w:rsidR="004A4993">
        <w:t xml:space="preserve"> ; </w:t>
      </w:r>
      <w:r w:rsidRPr="004C3E92">
        <w:t>mais elle fut contrainte de reconnaître elle-même qu</w:t>
      </w:r>
      <w:r w:rsidR="004A4993">
        <w:t>’</w:t>
      </w:r>
      <w:r w:rsidRPr="004C3E92">
        <w:t>une pluie vigo</w:t>
      </w:r>
      <w:r w:rsidRPr="004C3E92">
        <w:t>u</w:t>
      </w:r>
      <w:r w:rsidRPr="004C3E92">
        <w:t>reuse et persistante n</w:t>
      </w:r>
      <w:r w:rsidR="004A4993">
        <w:t>’</w:t>
      </w:r>
      <w:r w:rsidRPr="004C3E92">
        <w:t>était pas un temps sec ni agréable pour la marche</w:t>
      </w:r>
      <w:r w:rsidR="004A4993">
        <w:t>.</w:t>
      </w:r>
    </w:p>
    <w:p w14:paraId="73B76790" w14:textId="77777777" w:rsidR="004A4993" w:rsidRDefault="008C5C61" w:rsidP="004A4993">
      <w:r w:rsidRPr="004C3E92">
        <w:t>Leur groupe était restreint</w:t>
      </w:r>
      <w:r w:rsidR="004A4993">
        <w:t xml:space="preserve">, </w:t>
      </w:r>
      <w:r w:rsidRPr="004C3E92">
        <w:t>et les heures s</w:t>
      </w:r>
      <w:r w:rsidR="004A4993">
        <w:t>’</w:t>
      </w:r>
      <w:r w:rsidRPr="004C3E92">
        <w:t>écoulèrent tra</w:t>
      </w:r>
      <w:r w:rsidRPr="004C3E92">
        <w:t>n</w:t>
      </w:r>
      <w:r w:rsidRPr="004C3E92">
        <w:t>quillement</w:t>
      </w:r>
      <w:r w:rsidR="004A4993">
        <w:t xml:space="preserve">. </w:t>
      </w:r>
      <w:r w:rsidRPr="004C3E92">
        <w:t>Mrs</w:t>
      </w:r>
      <w:r w:rsidR="004A4993">
        <w:t xml:space="preserve">. </w:t>
      </w:r>
      <w:r w:rsidRPr="004C3E92">
        <w:t>Palmer avait son enfant</w:t>
      </w:r>
      <w:r w:rsidR="004A4993">
        <w:t xml:space="preserve">, </w:t>
      </w:r>
      <w:r w:rsidRPr="004C3E92">
        <w:t>et Mrs</w:t>
      </w:r>
      <w:r w:rsidR="004A4993">
        <w:t xml:space="preserve">. </w:t>
      </w:r>
      <w:r w:rsidRPr="004C3E92">
        <w:t>Jennings sa tapisserie</w:t>
      </w:r>
      <w:r w:rsidR="004A4993">
        <w:t xml:space="preserve"> ; </w:t>
      </w:r>
      <w:r w:rsidRPr="004C3E92">
        <w:t>elles parlèrent des amis qu</w:t>
      </w:r>
      <w:r w:rsidR="004A4993">
        <w:t>’</w:t>
      </w:r>
      <w:r w:rsidRPr="004C3E92">
        <w:t>elles avaient laissés de</w:t>
      </w:r>
      <w:r w:rsidRPr="004C3E92">
        <w:t>r</w:t>
      </w:r>
      <w:r w:rsidRPr="004C3E92">
        <w:t>rière elles</w:t>
      </w:r>
      <w:r w:rsidR="004A4993">
        <w:t xml:space="preserve">, </w:t>
      </w:r>
      <w:r w:rsidRPr="004C3E92">
        <w:t>disposèrent les obligations mondaines de lady Mi</w:t>
      </w:r>
      <w:r w:rsidRPr="004C3E92">
        <w:t>d</w:t>
      </w:r>
      <w:r w:rsidRPr="004C3E92">
        <w:t>dleton</w:t>
      </w:r>
      <w:r w:rsidR="004A4993">
        <w:t xml:space="preserve">, </w:t>
      </w:r>
      <w:r w:rsidRPr="004C3E92">
        <w:t>et se demandèrent si Mr</w:t>
      </w:r>
      <w:r w:rsidR="004A4993">
        <w:t xml:space="preserve">. </w:t>
      </w:r>
      <w:r w:rsidRPr="004C3E92">
        <w:t>Palmer et le colonel Brandon dépasseraient Reading ce soir-là</w:t>
      </w:r>
      <w:r w:rsidR="004A4993">
        <w:t xml:space="preserve">. </w:t>
      </w:r>
      <w:proofErr w:type="spellStart"/>
      <w:r w:rsidRPr="004C3E92">
        <w:t>Elinor</w:t>
      </w:r>
      <w:proofErr w:type="spellEnd"/>
      <w:r w:rsidR="004A4993">
        <w:t xml:space="preserve">, </w:t>
      </w:r>
      <w:r w:rsidRPr="004C3E92">
        <w:t>quelque peu qu</w:t>
      </w:r>
      <w:r w:rsidR="004A4993">
        <w:t>’</w:t>
      </w:r>
      <w:r w:rsidRPr="004C3E92">
        <w:t>elle s</w:t>
      </w:r>
      <w:r w:rsidR="004A4993">
        <w:t>’</w:t>
      </w:r>
      <w:r w:rsidRPr="004C3E92">
        <w:t>y intéressât</w:t>
      </w:r>
      <w:r w:rsidR="004A4993">
        <w:t xml:space="preserve">, </w:t>
      </w:r>
      <w:r w:rsidRPr="004C3E92">
        <w:t>se joignit à leur entretien</w:t>
      </w:r>
      <w:r w:rsidR="004A4993">
        <w:t xml:space="preserve">, </w:t>
      </w:r>
      <w:r w:rsidRPr="004C3E92">
        <w:t>et Marianne</w:t>
      </w:r>
      <w:r w:rsidR="004A4993">
        <w:t xml:space="preserve">, </w:t>
      </w:r>
      <w:r w:rsidRPr="004C3E92">
        <w:t>qui avait la spécialité</w:t>
      </w:r>
      <w:r w:rsidR="004A4993">
        <w:t xml:space="preserve">, </w:t>
      </w:r>
      <w:r w:rsidRPr="004C3E92">
        <w:t>dans chaque maison</w:t>
      </w:r>
      <w:r w:rsidR="004A4993">
        <w:t xml:space="preserve">, </w:t>
      </w:r>
      <w:r w:rsidRPr="004C3E92">
        <w:t>de trouver le chemin de la b</w:t>
      </w:r>
      <w:r w:rsidRPr="004C3E92">
        <w:t>i</w:t>
      </w:r>
      <w:r w:rsidRPr="004C3E92">
        <w:t>bliothèque</w:t>
      </w:r>
      <w:r w:rsidR="004A4993">
        <w:t xml:space="preserve">, </w:t>
      </w:r>
      <w:r w:rsidRPr="004C3E92">
        <w:t>quel que pût être le soin qu</w:t>
      </w:r>
      <w:r w:rsidR="004A4993">
        <w:t>’</w:t>
      </w:r>
      <w:r w:rsidRPr="004C3E92">
        <w:t>apportait la famille</w:t>
      </w:r>
      <w:r w:rsidR="004A4993">
        <w:t xml:space="preserve">, </w:t>
      </w:r>
      <w:r w:rsidRPr="004C3E92">
        <w:t>en général</w:t>
      </w:r>
      <w:r w:rsidR="004A4993">
        <w:t xml:space="preserve">, </w:t>
      </w:r>
      <w:r w:rsidRPr="004C3E92">
        <w:t>à l</w:t>
      </w:r>
      <w:r w:rsidR="004A4993">
        <w:t>’</w:t>
      </w:r>
      <w:r w:rsidRPr="004C3E92">
        <w:t>éviter</w:t>
      </w:r>
      <w:r w:rsidR="004A4993">
        <w:t xml:space="preserve">, </w:t>
      </w:r>
      <w:r w:rsidRPr="004C3E92">
        <w:t>ne tarda pas à se procurer un livre</w:t>
      </w:r>
      <w:r w:rsidR="004A4993">
        <w:t>.</w:t>
      </w:r>
    </w:p>
    <w:p w14:paraId="343776C0" w14:textId="77777777" w:rsidR="004A4993" w:rsidRDefault="008C5C61" w:rsidP="004A4993">
      <w:r w:rsidRPr="004C3E92">
        <w:lastRenderedPageBreak/>
        <w:t>Rien de ce que pouvait faire la bonne humeur constante et amicale</w:t>
      </w:r>
      <w:r w:rsidR="004A4993">
        <w:t xml:space="preserve">, </w:t>
      </w:r>
      <w:r w:rsidRPr="004C3E92">
        <w:t>de la part de Mrs</w:t>
      </w:r>
      <w:r w:rsidR="004A4993">
        <w:t xml:space="preserve">. </w:t>
      </w:r>
      <w:r w:rsidRPr="004C3E92">
        <w:t>Palmer</w:t>
      </w:r>
      <w:r w:rsidR="004A4993">
        <w:t xml:space="preserve">, </w:t>
      </w:r>
      <w:r w:rsidRPr="004C3E92">
        <w:t>ne manqua pour qu</w:t>
      </w:r>
      <w:r w:rsidR="004A4993">
        <w:t>’</w:t>
      </w:r>
      <w:r w:rsidRPr="004C3E92">
        <w:t>elles se sentissent les bienvenues</w:t>
      </w:r>
      <w:r w:rsidR="004A4993">
        <w:t xml:space="preserve">. </w:t>
      </w:r>
      <w:r w:rsidRPr="004C3E92">
        <w:t>La franchise et la cordialité de ses f</w:t>
      </w:r>
      <w:r w:rsidRPr="004C3E92">
        <w:t>a</w:t>
      </w:r>
      <w:r w:rsidRPr="004C3E92">
        <w:t>çons rachetaient</w:t>
      </w:r>
      <w:r w:rsidR="004A4993">
        <w:t xml:space="preserve">, </w:t>
      </w:r>
      <w:r w:rsidRPr="004C3E92">
        <w:t xml:space="preserve">et </w:t>
      </w:r>
      <w:proofErr w:type="spellStart"/>
      <w:r w:rsidRPr="004C3E92">
        <w:t>au delà</w:t>
      </w:r>
      <w:proofErr w:type="spellEnd"/>
      <w:r w:rsidR="004A4993">
        <w:t xml:space="preserve">, </w:t>
      </w:r>
      <w:r w:rsidRPr="004C3E92">
        <w:t>ce manque de recueillement et d</w:t>
      </w:r>
      <w:r w:rsidR="004A4993">
        <w:t>’</w:t>
      </w:r>
      <w:r w:rsidRPr="004C3E92">
        <w:t>élégance qui faisait qu</w:t>
      </w:r>
      <w:r w:rsidR="004A4993">
        <w:t>’</w:t>
      </w:r>
      <w:r w:rsidRPr="004C3E92">
        <w:t>elle laissait souvent à désirer quant aux formes de la politesse</w:t>
      </w:r>
      <w:r w:rsidR="004A4993">
        <w:t xml:space="preserve"> ; </w:t>
      </w:r>
      <w:r w:rsidRPr="004C3E92">
        <w:t>son amabilité</w:t>
      </w:r>
      <w:r w:rsidR="004A4993">
        <w:t xml:space="preserve">, </w:t>
      </w:r>
      <w:r w:rsidRPr="004C3E92">
        <w:t>que recommandait un v</w:t>
      </w:r>
      <w:r w:rsidRPr="004C3E92">
        <w:t>i</w:t>
      </w:r>
      <w:r w:rsidRPr="004C3E92">
        <w:t>sage aussi joli</w:t>
      </w:r>
      <w:r w:rsidR="004A4993">
        <w:t xml:space="preserve">, </w:t>
      </w:r>
      <w:r w:rsidRPr="004C3E92">
        <w:t>était engageante</w:t>
      </w:r>
      <w:r w:rsidR="004A4993">
        <w:t xml:space="preserve"> ; </w:t>
      </w:r>
      <w:r w:rsidRPr="004C3E92">
        <w:t>sa sottise</w:t>
      </w:r>
      <w:r w:rsidR="004A4993">
        <w:t xml:space="preserve">, </w:t>
      </w:r>
      <w:r w:rsidRPr="004C3E92">
        <w:t>quoique manifeste</w:t>
      </w:r>
      <w:r w:rsidR="004A4993">
        <w:t xml:space="preserve">, </w:t>
      </w:r>
      <w:r w:rsidRPr="004C3E92">
        <w:t>était dénuée de vanité</w:t>
      </w:r>
      <w:r w:rsidR="004A4993">
        <w:t xml:space="preserve"> ; </w:t>
      </w:r>
      <w:r w:rsidRPr="004C3E92">
        <w:t xml:space="preserve">et </w:t>
      </w:r>
      <w:proofErr w:type="spellStart"/>
      <w:r w:rsidRPr="004C3E92">
        <w:t>Elinor</w:t>
      </w:r>
      <w:proofErr w:type="spellEnd"/>
      <w:r w:rsidRPr="004C3E92">
        <w:t xml:space="preserve"> eût pu lui pardonner toute chose</w:t>
      </w:r>
      <w:r w:rsidR="004A4993">
        <w:t xml:space="preserve">, </w:t>
      </w:r>
      <w:r w:rsidRPr="004C3E92">
        <w:t>hormis son rire</w:t>
      </w:r>
      <w:r w:rsidR="004A4993">
        <w:t>.</w:t>
      </w:r>
    </w:p>
    <w:p w14:paraId="23D62C66" w14:textId="77777777" w:rsidR="004A4993" w:rsidRDefault="008C5C61" w:rsidP="004A4993">
      <w:r w:rsidRPr="004C3E92">
        <w:t>Les deux gentlemen arrivèrent le lendemain</w:t>
      </w:r>
      <w:r w:rsidR="004A4993">
        <w:t xml:space="preserve">, </w:t>
      </w:r>
      <w:r w:rsidRPr="004C3E92">
        <w:t>pour partic</w:t>
      </w:r>
      <w:r w:rsidRPr="004C3E92">
        <w:t>i</w:t>
      </w:r>
      <w:r w:rsidRPr="004C3E92">
        <w:t>per à un dîner fort tardif</w:t>
      </w:r>
      <w:r w:rsidR="004A4993">
        <w:t xml:space="preserve">, </w:t>
      </w:r>
      <w:r w:rsidRPr="004C3E92">
        <w:t>ce qui permit un élargissement agré</w:t>
      </w:r>
      <w:r w:rsidRPr="004C3E92">
        <w:t>a</w:t>
      </w:r>
      <w:r w:rsidRPr="004C3E92">
        <w:t>ble du groupe</w:t>
      </w:r>
      <w:r w:rsidR="004A4993">
        <w:t xml:space="preserve">, </w:t>
      </w:r>
      <w:r w:rsidRPr="004C3E92">
        <w:t>et apporta une variété fort bienvenue à la conve</w:t>
      </w:r>
      <w:r w:rsidRPr="004C3E92">
        <w:t>r</w:t>
      </w:r>
      <w:r w:rsidRPr="004C3E92">
        <w:t>sation</w:t>
      </w:r>
      <w:r w:rsidR="004A4993">
        <w:t xml:space="preserve">, </w:t>
      </w:r>
      <w:r w:rsidRPr="004C3E92">
        <w:t>qu</w:t>
      </w:r>
      <w:r w:rsidR="004A4993">
        <w:t>’</w:t>
      </w:r>
      <w:r w:rsidRPr="004C3E92">
        <w:t>une longue matinée de la même pluie continue avait réduite à un niveau bien bas</w:t>
      </w:r>
      <w:r w:rsidR="004A4993">
        <w:t>.</w:t>
      </w:r>
    </w:p>
    <w:p w14:paraId="33C24F46" w14:textId="77777777" w:rsidR="004A4993" w:rsidRDefault="008C5C61" w:rsidP="004A4993">
      <w:proofErr w:type="spellStart"/>
      <w:r w:rsidRPr="004C3E92">
        <w:t>Elinor</w:t>
      </w:r>
      <w:proofErr w:type="spellEnd"/>
      <w:r w:rsidRPr="004C3E92">
        <w:t xml:space="preserve"> connaissait si peu Mr</w:t>
      </w:r>
      <w:r w:rsidR="004A4993">
        <w:t xml:space="preserve">. </w:t>
      </w:r>
      <w:r w:rsidRPr="004C3E92">
        <w:t>Palmer</w:t>
      </w:r>
      <w:r w:rsidR="004A4993">
        <w:t xml:space="preserve">, </w:t>
      </w:r>
      <w:r w:rsidRPr="004C3E92">
        <w:t>et avait vu</w:t>
      </w:r>
      <w:r w:rsidR="004A4993">
        <w:t xml:space="preserve">, </w:t>
      </w:r>
      <w:r w:rsidRPr="004C3E92">
        <w:t>dans ce peu</w:t>
      </w:r>
      <w:r w:rsidR="004A4993">
        <w:t xml:space="preserve">, </w:t>
      </w:r>
      <w:r w:rsidRPr="004C3E92">
        <w:t>tant de diversité dans la façon dont il les avait abordées</w:t>
      </w:r>
      <w:r w:rsidR="004A4993">
        <w:t xml:space="preserve">, </w:t>
      </w:r>
      <w:r w:rsidRPr="004C3E92">
        <w:t>e</w:t>
      </w:r>
      <w:r w:rsidRPr="004C3E92">
        <w:t>l</w:t>
      </w:r>
      <w:r w:rsidRPr="004C3E92">
        <w:t>le et sa sœur</w:t>
      </w:r>
      <w:r w:rsidR="004A4993">
        <w:t xml:space="preserve">, </w:t>
      </w:r>
      <w:r w:rsidRPr="004C3E92">
        <w:t>qu</w:t>
      </w:r>
      <w:r w:rsidR="004A4993">
        <w:t>’</w:t>
      </w:r>
      <w:r w:rsidRPr="004C3E92">
        <w:t>elle ne savait pas à quoi s</w:t>
      </w:r>
      <w:r w:rsidR="004A4993">
        <w:t>’</w:t>
      </w:r>
      <w:r w:rsidRPr="004C3E92">
        <w:t>attendre de sa part au sein de sa propre famille</w:t>
      </w:r>
      <w:r w:rsidR="004A4993">
        <w:t xml:space="preserve">. </w:t>
      </w:r>
      <w:r w:rsidRPr="004C3E92">
        <w:t>Elle trouva chez lui</w:t>
      </w:r>
      <w:r w:rsidR="004A4993">
        <w:t xml:space="preserve">, </w:t>
      </w:r>
      <w:r w:rsidRPr="004C3E92">
        <w:t>toutefois</w:t>
      </w:r>
      <w:r w:rsidR="004A4993">
        <w:t xml:space="preserve">, </w:t>
      </w:r>
      <w:r w:rsidRPr="004C3E92">
        <w:t>le pa</w:t>
      </w:r>
      <w:r w:rsidRPr="004C3E92">
        <w:t>r</w:t>
      </w:r>
      <w:r w:rsidRPr="004C3E92">
        <w:t>fait gentleman dans son attitude envers ses invitées</w:t>
      </w:r>
      <w:r w:rsidR="004A4993">
        <w:t xml:space="preserve">, </w:t>
      </w:r>
      <w:r w:rsidRPr="004C3E92">
        <w:t>et ne le vit que de temps à autre discourtois envers sa femme et sa belle-mère</w:t>
      </w:r>
      <w:r w:rsidR="004A4993">
        <w:t xml:space="preserve"> ; </w:t>
      </w:r>
      <w:r w:rsidRPr="004C3E92">
        <w:t>elle constata qu</w:t>
      </w:r>
      <w:r w:rsidR="004A4993">
        <w:t>’</w:t>
      </w:r>
      <w:r w:rsidRPr="004C3E92">
        <w:t>il était fort capable d</w:t>
      </w:r>
      <w:r w:rsidR="004A4993">
        <w:t>’</w:t>
      </w:r>
      <w:r w:rsidRPr="004C3E92">
        <w:t>être un compagnon agréable</w:t>
      </w:r>
      <w:r w:rsidR="004A4993">
        <w:t xml:space="preserve">, </w:t>
      </w:r>
      <w:r w:rsidRPr="004C3E92">
        <w:t>et qu</w:t>
      </w:r>
      <w:r w:rsidR="004A4993">
        <w:t>’</w:t>
      </w:r>
      <w:r w:rsidRPr="004C3E92">
        <w:t>il n</w:t>
      </w:r>
      <w:r w:rsidR="004A4993">
        <w:t>’</w:t>
      </w:r>
      <w:r w:rsidRPr="004C3E92">
        <w:t>était empêché de l</w:t>
      </w:r>
      <w:r w:rsidR="004A4993">
        <w:t>’</w:t>
      </w:r>
      <w:r w:rsidRPr="004C3E92">
        <w:t>être toujours</w:t>
      </w:r>
      <w:r w:rsidR="004A4993">
        <w:t xml:space="preserve">, </w:t>
      </w:r>
      <w:r w:rsidRPr="004C3E92">
        <w:t>que par une aptitude excessive à s</w:t>
      </w:r>
      <w:r w:rsidR="004A4993">
        <w:t>’</w:t>
      </w:r>
      <w:r w:rsidRPr="004C3E92">
        <w:t>imaginer aussi supérieur aux gens en g</w:t>
      </w:r>
      <w:r w:rsidRPr="004C3E92">
        <w:t>é</w:t>
      </w:r>
      <w:r w:rsidRPr="004C3E92">
        <w:t>néral qu</w:t>
      </w:r>
      <w:r w:rsidR="004A4993">
        <w:t>’</w:t>
      </w:r>
      <w:r w:rsidRPr="004C3E92">
        <w:t>il devait sentir qu</w:t>
      </w:r>
      <w:r w:rsidR="004A4993">
        <w:t>’</w:t>
      </w:r>
      <w:r w:rsidRPr="004C3E92">
        <w:t>il l</w:t>
      </w:r>
      <w:r w:rsidR="004A4993">
        <w:t>’</w:t>
      </w:r>
      <w:r w:rsidRPr="004C3E92">
        <w:t>était par rapport à Mrs</w:t>
      </w:r>
      <w:r w:rsidR="004A4993">
        <w:t xml:space="preserve">. </w:t>
      </w:r>
      <w:r w:rsidRPr="004C3E92">
        <w:t>Jennings et à Charlotte</w:t>
      </w:r>
      <w:r w:rsidR="004A4993">
        <w:t xml:space="preserve">. </w:t>
      </w:r>
      <w:r w:rsidRPr="004C3E92">
        <w:t>Quant au reste de ses habitudes et de son cara</w:t>
      </w:r>
      <w:r w:rsidRPr="004C3E92">
        <w:t>c</w:t>
      </w:r>
      <w:r w:rsidRPr="004C3E92">
        <w:t>tère</w:t>
      </w:r>
      <w:r w:rsidR="004A4993">
        <w:t xml:space="preserve">, </w:t>
      </w:r>
      <w:r w:rsidRPr="004C3E92">
        <w:t>ils n</w:t>
      </w:r>
      <w:r w:rsidR="004A4993">
        <w:t>’</w:t>
      </w:r>
      <w:r w:rsidRPr="004C3E92">
        <w:t>étaient marqués</w:t>
      </w:r>
      <w:r w:rsidR="004A4993">
        <w:t xml:space="preserve">, </w:t>
      </w:r>
      <w:r w:rsidRPr="004C3E92">
        <w:t>pour autant qu</w:t>
      </w:r>
      <w:r w:rsidR="004A4993">
        <w:t>’</w:t>
      </w:r>
      <w:proofErr w:type="spellStart"/>
      <w:r w:rsidRPr="004C3E92">
        <w:t>Elinor</w:t>
      </w:r>
      <w:proofErr w:type="spellEnd"/>
      <w:r w:rsidRPr="004C3E92">
        <w:t xml:space="preserve"> p</w:t>
      </w:r>
      <w:r>
        <w:t>û</w:t>
      </w:r>
      <w:r w:rsidRPr="004C3E92">
        <w:t>t s</w:t>
      </w:r>
      <w:r w:rsidR="004A4993">
        <w:t>’</w:t>
      </w:r>
      <w:r w:rsidRPr="004C3E92">
        <w:t>en re</w:t>
      </w:r>
      <w:r w:rsidRPr="004C3E92">
        <w:t>n</w:t>
      </w:r>
      <w:r w:rsidRPr="004C3E92">
        <w:t>dre compte</w:t>
      </w:r>
      <w:r w:rsidR="004A4993">
        <w:t xml:space="preserve">, </w:t>
      </w:r>
      <w:r w:rsidRPr="004C3E92">
        <w:t>d</w:t>
      </w:r>
      <w:r w:rsidR="004A4993">
        <w:t>’</w:t>
      </w:r>
      <w:r w:rsidRPr="004C3E92">
        <w:t>aucun trait qui eût quoi que ce soit d</w:t>
      </w:r>
      <w:r w:rsidR="004A4993">
        <w:t>’</w:t>
      </w:r>
      <w:r w:rsidRPr="004C3E92">
        <w:t>exceptionnel chez son sexe et son âge</w:t>
      </w:r>
      <w:r w:rsidR="004A4993">
        <w:t xml:space="preserve">. </w:t>
      </w:r>
      <w:r w:rsidRPr="004C3E92">
        <w:t>Il était difficile pour la nourriture</w:t>
      </w:r>
      <w:r w:rsidR="004A4993">
        <w:t xml:space="preserve">, </w:t>
      </w:r>
      <w:r w:rsidRPr="004C3E92">
        <w:t>i</w:t>
      </w:r>
      <w:r w:rsidRPr="004C3E92">
        <w:t>n</w:t>
      </w:r>
      <w:r w:rsidRPr="004C3E92">
        <w:t>certain dans ses heures</w:t>
      </w:r>
      <w:r w:rsidR="004A4993">
        <w:t xml:space="preserve"> ; </w:t>
      </w:r>
      <w:r w:rsidRPr="004C3E92">
        <w:t>il aimait son enfant</w:t>
      </w:r>
      <w:r w:rsidR="004A4993">
        <w:t xml:space="preserve">, </w:t>
      </w:r>
      <w:r w:rsidRPr="004C3E92">
        <w:t>bien qu</w:t>
      </w:r>
      <w:r w:rsidR="004A4993">
        <w:t>’</w:t>
      </w:r>
      <w:r w:rsidRPr="004C3E92">
        <w:t>il affectât de le ravaler</w:t>
      </w:r>
      <w:r w:rsidR="004A4993">
        <w:t xml:space="preserve"> ; </w:t>
      </w:r>
      <w:r w:rsidRPr="004C3E92">
        <w:t>et gaspillait au billard les matinées qui auraient dû être consacrées aux affaires</w:t>
      </w:r>
      <w:r w:rsidR="004A4993">
        <w:t xml:space="preserve">. </w:t>
      </w:r>
      <w:r w:rsidRPr="004C3E92">
        <w:t>Dans l</w:t>
      </w:r>
      <w:r w:rsidR="004A4993">
        <w:t>’</w:t>
      </w:r>
      <w:r w:rsidRPr="004C3E92">
        <w:t>ensemble</w:t>
      </w:r>
      <w:r w:rsidR="004A4993">
        <w:t xml:space="preserve">, </w:t>
      </w:r>
      <w:r w:rsidRPr="004C3E92">
        <w:t>toutefois</w:t>
      </w:r>
      <w:r w:rsidR="004A4993">
        <w:t xml:space="preserve">, </w:t>
      </w:r>
      <w:r w:rsidRPr="004C3E92">
        <w:t xml:space="preserve">il lui plut </w:t>
      </w:r>
      <w:r w:rsidRPr="004C3E92">
        <w:lastRenderedPageBreak/>
        <w:t>mieux qu</w:t>
      </w:r>
      <w:r w:rsidR="004A4993">
        <w:t>’</w:t>
      </w:r>
      <w:r w:rsidRPr="004C3E92">
        <w:t>elle ne s</w:t>
      </w:r>
      <w:r w:rsidR="004A4993">
        <w:t>’</w:t>
      </w:r>
      <w:r w:rsidRPr="004C3E92">
        <w:t>y était attendue</w:t>
      </w:r>
      <w:r w:rsidR="004A4993">
        <w:t xml:space="preserve">, </w:t>
      </w:r>
      <w:r w:rsidRPr="004C3E92">
        <w:t>et</w:t>
      </w:r>
      <w:r w:rsidR="004A4993">
        <w:t xml:space="preserve">, </w:t>
      </w:r>
      <w:r w:rsidRPr="004C3E92">
        <w:t>au fond de son cœur</w:t>
      </w:r>
      <w:r w:rsidR="004A4993">
        <w:t xml:space="preserve">, </w:t>
      </w:r>
      <w:r w:rsidRPr="004C3E92">
        <w:t>elle ne regretta pas qu</w:t>
      </w:r>
      <w:r w:rsidR="004A4993">
        <w:t>’</w:t>
      </w:r>
      <w:r w:rsidRPr="004C3E92">
        <w:t>il lui fût impossible de l</w:t>
      </w:r>
      <w:r w:rsidR="004A4993">
        <w:t>’</w:t>
      </w:r>
      <w:r w:rsidRPr="004C3E92">
        <w:t>apprécier dava</w:t>
      </w:r>
      <w:r w:rsidRPr="004C3E92">
        <w:t>n</w:t>
      </w:r>
      <w:r w:rsidRPr="004C3E92">
        <w:t>tage</w:t>
      </w:r>
      <w:r w:rsidR="004A4993">
        <w:t xml:space="preserve"> : </w:t>
      </w:r>
      <w:r w:rsidRPr="004C3E92">
        <w:t>elle ne regretta pas d</w:t>
      </w:r>
      <w:r w:rsidR="004A4993">
        <w:t>’</w:t>
      </w:r>
      <w:r w:rsidRPr="004C3E92">
        <w:t>être poussée</w:t>
      </w:r>
      <w:r w:rsidR="004A4993">
        <w:t xml:space="preserve">, </w:t>
      </w:r>
      <w:r w:rsidRPr="004C3E92">
        <w:t>par l</w:t>
      </w:r>
      <w:r w:rsidR="004A4993">
        <w:t>’</w:t>
      </w:r>
      <w:r w:rsidRPr="004C3E92">
        <w:t>observation de son épicurisme</w:t>
      </w:r>
      <w:r w:rsidR="004A4993">
        <w:t xml:space="preserve">, </w:t>
      </w:r>
      <w:r w:rsidRPr="004C3E92">
        <w:t>de son égoïsme</w:t>
      </w:r>
      <w:r w:rsidR="004A4993">
        <w:t xml:space="preserve">, </w:t>
      </w:r>
      <w:r w:rsidRPr="004C3E92">
        <w:t>et de sa vanité</w:t>
      </w:r>
      <w:r w:rsidR="004A4993">
        <w:t xml:space="preserve">, </w:t>
      </w:r>
      <w:r w:rsidRPr="004C3E92">
        <w:t>à revenir avec satisfaction au souvenir du caractère généreux</w:t>
      </w:r>
      <w:r w:rsidR="004A4993">
        <w:t xml:space="preserve">, </w:t>
      </w:r>
      <w:r w:rsidRPr="004C3E92">
        <w:t>des goûts si</w:t>
      </w:r>
      <w:r w:rsidRPr="004C3E92">
        <w:t>m</w:t>
      </w:r>
      <w:r w:rsidRPr="004C3E92">
        <w:t>ples</w:t>
      </w:r>
      <w:r w:rsidR="004A4993">
        <w:t xml:space="preserve">, </w:t>
      </w:r>
      <w:r w:rsidRPr="004C3E92">
        <w:t>et des sentiments modestes</w:t>
      </w:r>
      <w:r w:rsidR="004A4993">
        <w:t xml:space="preserve">, </w:t>
      </w:r>
      <w:r w:rsidRPr="004C3E92">
        <w:t>d</w:t>
      </w:r>
      <w:r w:rsidR="004A4993">
        <w:t>’</w:t>
      </w:r>
      <w:r w:rsidRPr="004C3E92">
        <w:t>Edward</w:t>
      </w:r>
      <w:r w:rsidR="004A4993">
        <w:t>.</w:t>
      </w:r>
    </w:p>
    <w:p w14:paraId="71C0B1D9" w14:textId="77777777" w:rsidR="004A4993" w:rsidRDefault="008C5C61" w:rsidP="004A4993">
      <w:r w:rsidRPr="004C3E92">
        <w:t>Quant à Edward</w:t>
      </w:r>
      <w:r w:rsidR="004A4993">
        <w:t xml:space="preserve">, </w:t>
      </w:r>
      <w:r w:rsidRPr="004C3E92">
        <w:t>ou du moins à certaines choses qui le concernaient</w:t>
      </w:r>
      <w:r w:rsidR="004A4993">
        <w:t xml:space="preserve">, </w:t>
      </w:r>
      <w:r w:rsidRPr="004C3E92">
        <w:t xml:space="preserve">elle en fut informée à présent </w:t>
      </w:r>
      <w:proofErr w:type="spellStart"/>
      <w:r w:rsidRPr="004C3E92">
        <w:t>parle</w:t>
      </w:r>
      <w:proofErr w:type="spellEnd"/>
      <w:r w:rsidRPr="004C3E92">
        <w:t xml:space="preserve"> colonel Bra</w:t>
      </w:r>
      <w:r w:rsidRPr="004C3E92">
        <w:t>n</w:t>
      </w:r>
      <w:r w:rsidRPr="004C3E92">
        <w:t>don</w:t>
      </w:r>
      <w:r w:rsidR="004A4993">
        <w:t xml:space="preserve">, </w:t>
      </w:r>
      <w:r w:rsidRPr="004C3E92">
        <w:t xml:space="preserve">qui était allé récemment dans le </w:t>
      </w:r>
      <w:proofErr w:type="spellStart"/>
      <w:r w:rsidRPr="004C3E92">
        <w:t>Dorsetshire</w:t>
      </w:r>
      <w:proofErr w:type="spellEnd"/>
      <w:r w:rsidR="004A4993">
        <w:t xml:space="preserve">, </w:t>
      </w:r>
      <w:r w:rsidRPr="004C3E92">
        <w:t>et qui</w:t>
      </w:r>
      <w:r w:rsidR="004A4993">
        <w:t xml:space="preserve">, </w:t>
      </w:r>
      <w:r w:rsidRPr="004C3E92">
        <w:t>la tra</w:t>
      </w:r>
      <w:r w:rsidRPr="004C3E92">
        <w:t>i</w:t>
      </w:r>
      <w:r w:rsidRPr="004C3E92">
        <w:t>tant à la fois comme l</w:t>
      </w:r>
      <w:r w:rsidR="004A4993">
        <w:t>’</w:t>
      </w:r>
      <w:r w:rsidRPr="004C3E92">
        <w:t>amie désintéressée de Mr</w:t>
      </w:r>
      <w:r w:rsidR="004A4993">
        <w:t xml:space="preserve">. </w:t>
      </w:r>
      <w:proofErr w:type="spellStart"/>
      <w:r w:rsidRPr="004C3E92">
        <w:t>Ferrars</w:t>
      </w:r>
      <w:proofErr w:type="spellEnd"/>
      <w:r w:rsidR="004A4993">
        <w:t xml:space="preserve">, </w:t>
      </w:r>
      <w:r w:rsidRPr="004C3E92">
        <w:t>et comme une aimable confidente pour lui-même</w:t>
      </w:r>
      <w:r w:rsidR="004A4993">
        <w:t xml:space="preserve">, </w:t>
      </w:r>
      <w:r w:rsidRPr="004C3E92">
        <w:t>lui parla lo</w:t>
      </w:r>
      <w:r w:rsidRPr="004C3E92">
        <w:t>n</w:t>
      </w:r>
      <w:r w:rsidRPr="004C3E92">
        <w:t xml:space="preserve">guement du presbytère de </w:t>
      </w:r>
      <w:proofErr w:type="spellStart"/>
      <w:r w:rsidRPr="004C3E92">
        <w:t>Delaford</w:t>
      </w:r>
      <w:proofErr w:type="spellEnd"/>
      <w:r w:rsidR="004A4993">
        <w:t xml:space="preserve">, </w:t>
      </w:r>
      <w:r w:rsidRPr="004C3E92">
        <w:t>en décrivit les imperfe</w:t>
      </w:r>
      <w:r w:rsidRPr="004C3E92">
        <w:t>c</w:t>
      </w:r>
      <w:r w:rsidRPr="004C3E92">
        <w:t>tions</w:t>
      </w:r>
      <w:r w:rsidR="004A4993">
        <w:t xml:space="preserve">, </w:t>
      </w:r>
      <w:r w:rsidRPr="004C3E92">
        <w:t>et lui dit ce qu</w:t>
      </w:r>
      <w:r w:rsidR="004A4993">
        <w:t>’</w:t>
      </w:r>
      <w:r w:rsidRPr="004C3E92">
        <w:t>il avait l</w:t>
      </w:r>
      <w:r w:rsidR="004A4993">
        <w:t>’</w:t>
      </w:r>
      <w:r w:rsidRPr="004C3E92">
        <w:t>intention de faire personnellement afin d</w:t>
      </w:r>
      <w:r w:rsidR="004A4993">
        <w:t>’</w:t>
      </w:r>
      <w:r w:rsidRPr="004C3E92">
        <w:t>y remédier</w:t>
      </w:r>
      <w:r w:rsidR="004A4993">
        <w:t xml:space="preserve">. </w:t>
      </w:r>
      <w:r w:rsidRPr="004C3E92">
        <w:t>L</w:t>
      </w:r>
      <w:r w:rsidR="004A4993">
        <w:t>’</w:t>
      </w:r>
      <w:r w:rsidRPr="004C3E92">
        <w:t>attitude du Colonel en tout ceci</w:t>
      </w:r>
      <w:r w:rsidR="004A4993">
        <w:t xml:space="preserve">, </w:t>
      </w:r>
      <w:r w:rsidRPr="004C3E92">
        <w:t>comme en toute autre chose</w:t>
      </w:r>
      <w:r w:rsidR="004A4993">
        <w:t xml:space="preserve">, </w:t>
      </w:r>
      <w:r w:rsidRPr="004C3E92">
        <w:t>son plaisir visible à la retrouver après une a</w:t>
      </w:r>
      <w:r w:rsidRPr="004C3E92">
        <w:t>b</w:t>
      </w:r>
      <w:r w:rsidRPr="004C3E92">
        <w:t>sence de dix jours seulement</w:t>
      </w:r>
      <w:r w:rsidR="004A4993">
        <w:t xml:space="preserve">, </w:t>
      </w:r>
      <w:r w:rsidRPr="004C3E92">
        <w:t>son empressement à causer avec elle</w:t>
      </w:r>
      <w:r w:rsidR="004A4993">
        <w:t xml:space="preserve">, </w:t>
      </w:r>
      <w:r w:rsidRPr="004C3E92">
        <w:t>et la déférence qu</w:t>
      </w:r>
      <w:r w:rsidR="004A4993">
        <w:t>’</w:t>
      </w:r>
      <w:r w:rsidRPr="004C3E92">
        <w:t>il marquait envers l</w:t>
      </w:r>
      <w:r w:rsidR="004A4993">
        <w:t>’</w:t>
      </w:r>
      <w:r w:rsidRPr="004C3E92">
        <w:t>opinion de la jeune fille</w:t>
      </w:r>
      <w:r w:rsidR="004A4993">
        <w:t xml:space="preserve">, </w:t>
      </w:r>
      <w:r w:rsidRPr="004C3E92">
        <w:t>pouvaient fort bien justifier Mrs</w:t>
      </w:r>
      <w:r w:rsidR="004A4993">
        <w:t xml:space="preserve">. </w:t>
      </w:r>
      <w:r w:rsidRPr="004C3E92">
        <w:t>Jennings dans la convi</w:t>
      </w:r>
      <w:r w:rsidRPr="004C3E92">
        <w:t>c</w:t>
      </w:r>
      <w:r w:rsidRPr="004C3E92">
        <w:t>tion qu</w:t>
      </w:r>
      <w:r w:rsidR="004A4993">
        <w:t>’</w:t>
      </w:r>
      <w:r w:rsidRPr="004C3E92">
        <w:t>elle avait de son attachement</w:t>
      </w:r>
      <w:r w:rsidR="004A4993">
        <w:t xml:space="preserve">, </w:t>
      </w:r>
      <w:r w:rsidRPr="004C3E92">
        <w:t>et auraient suffi</w:t>
      </w:r>
      <w:r w:rsidR="004A4993">
        <w:t xml:space="preserve">, </w:t>
      </w:r>
      <w:r w:rsidRPr="004C3E92">
        <w:t>peut-être</w:t>
      </w:r>
      <w:r w:rsidR="004A4993">
        <w:t xml:space="preserve">, </w:t>
      </w:r>
      <w:r w:rsidRPr="004C3E92">
        <w:t xml:space="preserve">si </w:t>
      </w:r>
      <w:proofErr w:type="spellStart"/>
      <w:r w:rsidRPr="004C3E92">
        <w:t>Elinor</w:t>
      </w:r>
      <w:proofErr w:type="spellEnd"/>
      <w:r w:rsidRPr="004C3E92">
        <w:t xml:space="preserve"> n</w:t>
      </w:r>
      <w:r w:rsidR="004A4993">
        <w:t>’</w:t>
      </w:r>
      <w:r w:rsidRPr="004C3E92">
        <w:t>avait pas continué à croire</w:t>
      </w:r>
      <w:r w:rsidR="004A4993">
        <w:t xml:space="preserve">, </w:t>
      </w:r>
      <w:r w:rsidRPr="004C3E92">
        <w:t>comme elle l</w:t>
      </w:r>
      <w:r w:rsidR="004A4993">
        <w:t>’</w:t>
      </w:r>
      <w:r w:rsidRPr="004C3E92">
        <w:t>avait fait dès l</w:t>
      </w:r>
      <w:r w:rsidR="004A4993">
        <w:t>’</w:t>
      </w:r>
      <w:r w:rsidRPr="004C3E92">
        <w:t>abord</w:t>
      </w:r>
      <w:r w:rsidR="004A4993">
        <w:t xml:space="preserve">, </w:t>
      </w:r>
      <w:r w:rsidRPr="004C3E92">
        <w:t>que Marianne était sa véritable préférée</w:t>
      </w:r>
      <w:r w:rsidR="004A4993">
        <w:t xml:space="preserve">, </w:t>
      </w:r>
      <w:r w:rsidRPr="004C3E92">
        <w:t>à le lui faire soupçonner elle-même</w:t>
      </w:r>
      <w:r w:rsidR="004A4993">
        <w:t xml:space="preserve">. </w:t>
      </w:r>
      <w:r w:rsidRPr="004C3E92">
        <w:t>Mais</w:t>
      </w:r>
      <w:r w:rsidR="004A4993">
        <w:t xml:space="preserve">, </w:t>
      </w:r>
      <w:r w:rsidRPr="004C3E92">
        <w:t>en l</w:t>
      </w:r>
      <w:r w:rsidR="004A4993">
        <w:t>’</w:t>
      </w:r>
      <w:r w:rsidRPr="004C3E92">
        <w:t>espèce</w:t>
      </w:r>
      <w:r w:rsidR="004A4993">
        <w:t xml:space="preserve">, </w:t>
      </w:r>
      <w:r w:rsidRPr="004C3E92">
        <w:t>une idée de ce genre ne lui était pour ainsi dire jamais venue à l</w:t>
      </w:r>
      <w:r w:rsidR="004A4993">
        <w:t>’</w:t>
      </w:r>
      <w:r w:rsidRPr="004C3E92">
        <w:t>esprit</w:t>
      </w:r>
      <w:r w:rsidR="004A4993">
        <w:t xml:space="preserve">, </w:t>
      </w:r>
      <w:r w:rsidRPr="004C3E92">
        <w:t>sauf quand Mrs</w:t>
      </w:r>
      <w:r w:rsidR="004A4993">
        <w:t xml:space="preserve">. </w:t>
      </w:r>
      <w:r w:rsidRPr="004C3E92">
        <w:t>Jennings la lui avait suggérée</w:t>
      </w:r>
      <w:r w:rsidR="004A4993">
        <w:t xml:space="preserve"> ; </w:t>
      </w:r>
      <w:r w:rsidRPr="004C3E92">
        <w:t>et elle ne pouvait s</w:t>
      </w:r>
      <w:r w:rsidR="004A4993">
        <w:t>’</w:t>
      </w:r>
      <w:r w:rsidRPr="004C3E92">
        <w:t>empêcher de se croire la plus fine observatrice des deux</w:t>
      </w:r>
      <w:r w:rsidR="004A4993">
        <w:t xml:space="preserve"> : </w:t>
      </w:r>
      <w:r w:rsidRPr="004C3E92">
        <w:t>elle regardait les yeux du Colonel</w:t>
      </w:r>
      <w:r w:rsidR="004A4993">
        <w:t xml:space="preserve">, </w:t>
      </w:r>
      <w:r w:rsidRPr="004C3E92">
        <w:t>tandis que Mrs</w:t>
      </w:r>
      <w:r w:rsidR="004A4993">
        <w:t xml:space="preserve">. </w:t>
      </w:r>
      <w:r w:rsidRPr="004C3E92">
        <w:t>Jennings ne so</w:t>
      </w:r>
      <w:r w:rsidRPr="004C3E92">
        <w:t>n</w:t>
      </w:r>
      <w:r w:rsidRPr="004C3E92">
        <w:t>geait qu</w:t>
      </w:r>
      <w:r w:rsidR="004A4993">
        <w:t>’</w:t>
      </w:r>
      <w:r w:rsidRPr="004C3E92">
        <w:t>à son attitude</w:t>
      </w:r>
      <w:r w:rsidR="004A4993">
        <w:t xml:space="preserve"> ; </w:t>
      </w:r>
      <w:r w:rsidRPr="004C3E92">
        <w:t>et</w:t>
      </w:r>
      <w:r w:rsidR="004A4993">
        <w:t xml:space="preserve">, </w:t>
      </w:r>
      <w:r w:rsidRPr="004C3E92">
        <w:t>alors que l</w:t>
      </w:r>
      <w:r w:rsidR="004A4993">
        <w:t>’</w:t>
      </w:r>
      <w:r w:rsidRPr="004C3E92">
        <w:t>air de sollicitude inquiète du Colonel</w:t>
      </w:r>
      <w:r w:rsidR="004A4993">
        <w:t xml:space="preserve">, </w:t>
      </w:r>
      <w:r w:rsidRPr="004C3E92">
        <w:t>lorsque Marianne ressentit à la tête et dans la gorge le début d</w:t>
      </w:r>
      <w:r w:rsidR="004A4993">
        <w:t>’</w:t>
      </w:r>
      <w:r w:rsidRPr="004C3E92">
        <w:t>un gros rhume</w:t>
      </w:r>
      <w:r w:rsidR="004A4993">
        <w:t xml:space="preserve">, </w:t>
      </w:r>
      <w:r w:rsidRPr="004C3E92">
        <w:t>échappa totalement à l</w:t>
      </w:r>
      <w:r w:rsidR="004A4993">
        <w:t>’</w:t>
      </w:r>
      <w:r w:rsidRPr="004C3E92">
        <w:t>observation de cette dame</w:t>
      </w:r>
      <w:r w:rsidR="004A4993">
        <w:t xml:space="preserve">, </w:t>
      </w:r>
      <w:r w:rsidRPr="004C3E92">
        <w:t>parce qu</w:t>
      </w:r>
      <w:r w:rsidR="004A4993">
        <w:t>’</w:t>
      </w:r>
      <w:r w:rsidRPr="004C3E92">
        <w:t>il demeura inexprimé en paroles</w:t>
      </w:r>
      <w:r w:rsidR="004A4993">
        <w:t xml:space="preserve">, </w:t>
      </w:r>
      <w:r w:rsidRPr="004C3E92">
        <w:t>elle sut y découvrir</w:t>
      </w:r>
      <w:r w:rsidR="004A4993">
        <w:t xml:space="preserve">, </w:t>
      </w:r>
      <w:r w:rsidRPr="004C3E92">
        <w:t>elle</w:t>
      </w:r>
      <w:r w:rsidR="004A4993">
        <w:t xml:space="preserve">, </w:t>
      </w:r>
      <w:r w:rsidRPr="004C3E92">
        <w:t>les sentiments rapides et les craintes superflues d</w:t>
      </w:r>
      <w:r w:rsidR="004A4993">
        <w:t>’</w:t>
      </w:r>
      <w:r w:rsidRPr="004C3E92">
        <w:t>un amoureux</w:t>
      </w:r>
      <w:r w:rsidR="004A4993">
        <w:t>.</w:t>
      </w:r>
    </w:p>
    <w:p w14:paraId="5DB51BF2" w14:textId="77777777" w:rsidR="004A4993" w:rsidRDefault="008C5C61" w:rsidP="004A4993">
      <w:r w:rsidRPr="004C3E92">
        <w:lastRenderedPageBreak/>
        <w:t>Deux promenades délicieuses au crépuscule</w:t>
      </w:r>
      <w:r w:rsidR="004A4993">
        <w:t xml:space="preserve">, </w:t>
      </w:r>
      <w:r w:rsidRPr="004C3E92">
        <w:t>le troisième et le quatrième soirs de son séjour</w:t>
      </w:r>
      <w:r w:rsidR="004A4993">
        <w:t xml:space="preserve">, </w:t>
      </w:r>
      <w:r w:rsidRPr="004C3E92">
        <w:t>non pas simplement sur le gr</w:t>
      </w:r>
      <w:r w:rsidRPr="004C3E92">
        <w:t>a</w:t>
      </w:r>
      <w:r w:rsidRPr="004C3E92">
        <w:t>vier sec des bosquets</w:t>
      </w:r>
      <w:r w:rsidR="004A4993">
        <w:t xml:space="preserve">, </w:t>
      </w:r>
      <w:r w:rsidRPr="004C3E92">
        <w:t>mais par tout le jardin</w:t>
      </w:r>
      <w:r w:rsidR="004A4993">
        <w:t xml:space="preserve">, </w:t>
      </w:r>
      <w:r w:rsidRPr="004C3E92">
        <w:t>et surtout dans les parties les plus éloignées</w:t>
      </w:r>
      <w:r w:rsidR="004A4993">
        <w:t xml:space="preserve">, </w:t>
      </w:r>
      <w:r w:rsidRPr="004C3E92">
        <w:t>où il y avait quelque chose de plus sauvage que dans les autres</w:t>
      </w:r>
      <w:r w:rsidR="004A4993">
        <w:t xml:space="preserve">, </w:t>
      </w:r>
      <w:r w:rsidRPr="004C3E92">
        <w:t>où les arbres étaient les plus vieux</w:t>
      </w:r>
      <w:r w:rsidR="004A4993">
        <w:t xml:space="preserve">, </w:t>
      </w:r>
      <w:r w:rsidRPr="004C3E92">
        <w:t>et l</w:t>
      </w:r>
      <w:r w:rsidR="004A4993">
        <w:t>’</w:t>
      </w:r>
      <w:r w:rsidRPr="004C3E92">
        <w:t>herbe</w:t>
      </w:r>
      <w:r w:rsidR="004A4993">
        <w:t xml:space="preserve">, </w:t>
      </w:r>
      <w:r w:rsidRPr="004C3E92">
        <w:t>la plus haute et la plus mouillée</w:t>
      </w:r>
      <w:r w:rsidR="004A4993">
        <w:t xml:space="preserve">, </w:t>
      </w:r>
      <w:r w:rsidRPr="004C3E92">
        <w:t>avaient</w:t>
      </w:r>
      <w:r w:rsidR="004A4993">
        <w:t xml:space="preserve"> – </w:t>
      </w:r>
      <w:r w:rsidRPr="004C3E92">
        <w:t>jointes à l</w:t>
      </w:r>
      <w:r w:rsidR="004A4993">
        <w:t>’</w:t>
      </w:r>
      <w:r w:rsidRPr="004C3E92">
        <w:t>imprudence encore plus grave d</w:t>
      </w:r>
      <w:r w:rsidR="004A4993">
        <w:t>’</w:t>
      </w:r>
      <w:r w:rsidRPr="004C3E92">
        <w:t>avoir gardé ensuite ses chau</w:t>
      </w:r>
      <w:r w:rsidRPr="004C3E92">
        <w:t>s</w:t>
      </w:r>
      <w:r w:rsidRPr="004C3E92">
        <w:t>sures et ses bas mouillés</w:t>
      </w:r>
      <w:r w:rsidR="004A4993">
        <w:t xml:space="preserve"> – </w:t>
      </w:r>
      <w:r w:rsidRPr="004C3E92">
        <w:t>donné à Marianne un rhume si vi</w:t>
      </w:r>
      <w:r w:rsidRPr="004C3E92">
        <w:t>o</w:t>
      </w:r>
      <w:r w:rsidRPr="004C3E92">
        <w:t>lent que</w:t>
      </w:r>
      <w:r w:rsidR="004A4993">
        <w:t xml:space="preserve">, </w:t>
      </w:r>
      <w:r w:rsidRPr="004C3E92">
        <w:t>quoiqu</w:t>
      </w:r>
      <w:r w:rsidR="004A4993">
        <w:t>’</w:t>
      </w:r>
      <w:r w:rsidRPr="004C3E92">
        <w:t>il eût été dédaigné ou nié pendant un jour ou deux</w:t>
      </w:r>
      <w:r w:rsidR="004A4993">
        <w:t xml:space="preserve">, </w:t>
      </w:r>
      <w:r w:rsidRPr="004C3E92">
        <w:t>il s</w:t>
      </w:r>
      <w:r w:rsidR="004A4993">
        <w:t>’</w:t>
      </w:r>
      <w:r w:rsidRPr="004C3E92">
        <w:t>imposa</w:t>
      </w:r>
      <w:r w:rsidR="004A4993">
        <w:t xml:space="preserve">, </w:t>
      </w:r>
      <w:r w:rsidRPr="004C3E92">
        <w:t>par des maux croissants</w:t>
      </w:r>
      <w:r w:rsidR="004A4993">
        <w:t xml:space="preserve">, </w:t>
      </w:r>
      <w:r w:rsidRPr="004C3E92">
        <w:t>à l</w:t>
      </w:r>
      <w:r w:rsidR="004A4993">
        <w:t>’</w:t>
      </w:r>
      <w:r w:rsidRPr="004C3E92">
        <w:t>inquiétude de tout le monde</w:t>
      </w:r>
      <w:r w:rsidR="004A4993">
        <w:t xml:space="preserve">, </w:t>
      </w:r>
      <w:r w:rsidRPr="004C3E92">
        <w:t>et à sa propre attention</w:t>
      </w:r>
      <w:r w:rsidR="004A4993">
        <w:t xml:space="preserve">. </w:t>
      </w:r>
      <w:r w:rsidRPr="004C3E92">
        <w:t>Les ordonnances plurent</w:t>
      </w:r>
      <w:r w:rsidR="004A4993">
        <w:t xml:space="preserve">, </w:t>
      </w:r>
      <w:r w:rsidRPr="004C3E92">
        <w:t>de toutes provenances</w:t>
      </w:r>
      <w:r w:rsidR="004A4993">
        <w:t xml:space="preserve">, </w:t>
      </w:r>
      <w:r w:rsidRPr="004C3E92">
        <w:t>et</w:t>
      </w:r>
      <w:r w:rsidR="004A4993">
        <w:t xml:space="preserve">, </w:t>
      </w:r>
      <w:r w:rsidRPr="004C3E92">
        <w:t>comme d</w:t>
      </w:r>
      <w:r w:rsidR="004A4993">
        <w:t>’</w:t>
      </w:r>
      <w:r w:rsidRPr="004C3E92">
        <w:t>habitude</w:t>
      </w:r>
      <w:r w:rsidR="004A4993">
        <w:t xml:space="preserve">, </w:t>
      </w:r>
      <w:r w:rsidRPr="004C3E92">
        <w:t>elles furent toutes refusées</w:t>
      </w:r>
      <w:r w:rsidR="004A4993">
        <w:t xml:space="preserve">. </w:t>
      </w:r>
      <w:r w:rsidRPr="004C3E92">
        <w:t>Bien qu</w:t>
      </w:r>
      <w:r w:rsidR="004A4993">
        <w:t>’</w:t>
      </w:r>
      <w:r w:rsidRPr="004C3E92">
        <w:t>elle se sentît alourdie et fiévreuse</w:t>
      </w:r>
      <w:r w:rsidR="004A4993">
        <w:t xml:space="preserve">, </w:t>
      </w:r>
      <w:r w:rsidRPr="004C3E92">
        <w:t>avec des douleurs dans tous les membres</w:t>
      </w:r>
      <w:r w:rsidR="004A4993">
        <w:t xml:space="preserve">, </w:t>
      </w:r>
      <w:r w:rsidRPr="004C3E92">
        <w:t>une toux et un mal de gorge</w:t>
      </w:r>
      <w:r w:rsidR="004A4993">
        <w:t xml:space="preserve">, </w:t>
      </w:r>
      <w:r w:rsidRPr="004C3E92">
        <w:t>une bonne nuit de repos devait la guérir complètement</w:t>
      </w:r>
      <w:r w:rsidR="004A4993">
        <w:t xml:space="preserve"> ; </w:t>
      </w:r>
      <w:r w:rsidRPr="004C3E92">
        <w:t>et ce fut avec difficulté qu</w:t>
      </w:r>
      <w:r w:rsidR="004A4993">
        <w:t>’</w:t>
      </w:r>
      <w:proofErr w:type="spellStart"/>
      <w:r w:rsidRPr="004C3E92">
        <w:t>Elinor</w:t>
      </w:r>
      <w:proofErr w:type="spellEnd"/>
      <w:r w:rsidRPr="004C3E92">
        <w:t xml:space="preserve"> la persuada</w:t>
      </w:r>
      <w:r w:rsidR="004A4993">
        <w:t xml:space="preserve">, </w:t>
      </w:r>
      <w:r w:rsidRPr="004C3E92">
        <w:t>lorsqu</w:t>
      </w:r>
      <w:r w:rsidR="004A4993">
        <w:t>’</w:t>
      </w:r>
      <w:r w:rsidRPr="004C3E92">
        <w:t>elle se mit au lit</w:t>
      </w:r>
      <w:r w:rsidR="004A4993">
        <w:t xml:space="preserve">, </w:t>
      </w:r>
      <w:r w:rsidRPr="004C3E92">
        <w:t>d</w:t>
      </w:r>
      <w:r w:rsidR="004A4993">
        <w:t>’</w:t>
      </w:r>
      <w:r w:rsidRPr="004C3E92">
        <w:t>essayer d</w:t>
      </w:r>
      <w:r w:rsidR="004A4993">
        <w:t>’</w:t>
      </w:r>
      <w:r w:rsidRPr="004C3E92">
        <w:t>un ou deux des remèdes les plus simples</w:t>
      </w:r>
      <w:r w:rsidR="004A4993">
        <w:t>.</w:t>
      </w:r>
    </w:p>
    <w:p w14:paraId="136C29FA" w14:textId="0873CE11" w:rsidR="008C5C61" w:rsidRPr="004C3E92" w:rsidRDefault="008C5C61" w:rsidP="004A4993">
      <w:pPr>
        <w:pStyle w:val="Titre1"/>
      </w:pPr>
      <w:bookmarkStart w:id="42" w:name="_Toc196409827"/>
      <w:r w:rsidRPr="004C3E92">
        <w:lastRenderedPageBreak/>
        <w:t>CHAPITRE XLIII</w:t>
      </w:r>
      <w:bookmarkEnd w:id="42"/>
      <w:r w:rsidRPr="004C3E92">
        <w:br/>
      </w:r>
    </w:p>
    <w:p w14:paraId="73D0B40F" w14:textId="77777777" w:rsidR="004A4993" w:rsidRDefault="008C5C61" w:rsidP="004A4993">
      <w:r w:rsidRPr="004C3E92">
        <w:t>Marianne se leva le lendemain matin à son heure habitue</w:t>
      </w:r>
      <w:r w:rsidRPr="004C3E92">
        <w:t>l</w:t>
      </w:r>
      <w:r w:rsidRPr="004C3E92">
        <w:t>le</w:t>
      </w:r>
      <w:r w:rsidR="004A4993">
        <w:t xml:space="preserve"> ; </w:t>
      </w:r>
      <w:r w:rsidRPr="004C3E92">
        <w:t>elle répondit à toutes les demandes qu</w:t>
      </w:r>
      <w:r w:rsidR="004A4993">
        <w:t>’</w:t>
      </w:r>
      <w:r w:rsidRPr="004C3E92">
        <w:t>elle allait mieux</w:t>
      </w:r>
      <w:r w:rsidR="004A4993">
        <w:t xml:space="preserve">, </w:t>
      </w:r>
      <w:r w:rsidRPr="004C3E92">
        <w:t>et essaya de prouver qu</w:t>
      </w:r>
      <w:r w:rsidR="004A4993">
        <w:t>’</w:t>
      </w:r>
      <w:r w:rsidRPr="004C3E92">
        <w:t>il en était bien ainsi</w:t>
      </w:r>
      <w:r w:rsidR="004A4993">
        <w:t xml:space="preserve">, </w:t>
      </w:r>
      <w:r w:rsidRPr="004C3E92">
        <w:t>en se livrant à ses o</w:t>
      </w:r>
      <w:r w:rsidRPr="004C3E92">
        <w:t>c</w:t>
      </w:r>
      <w:r w:rsidRPr="004C3E92">
        <w:t>cupations accoutumées</w:t>
      </w:r>
      <w:r w:rsidR="004A4993">
        <w:t xml:space="preserve">. </w:t>
      </w:r>
      <w:r w:rsidRPr="004C3E92">
        <w:t>Mais une journée passée à grelotter d</w:t>
      </w:r>
      <w:r w:rsidRPr="004C3E92">
        <w:t>e</w:t>
      </w:r>
      <w:r w:rsidRPr="004C3E92">
        <w:t>vant le feu</w:t>
      </w:r>
      <w:r w:rsidR="004A4993">
        <w:t xml:space="preserve">, </w:t>
      </w:r>
      <w:r w:rsidRPr="004C3E92">
        <w:t>un livre à la main</w:t>
      </w:r>
      <w:r w:rsidR="004A4993">
        <w:t xml:space="preserve">, </w:t>
      </w:r>
      <w:r w:rsidRPr="004C3E92">
        <w:t>lasse et languissante</w:t>
      </w:r>
      <w:r w:rsidR="004A4993">
        <w:t xml:space="preserve">, </w:t>
      </w:r>
      <w:r w:rsidRPr="004C3E92">
        <w:t>sur un c</w:t>
      </w:r>
      <w:r w:rsidRPr="004C3E92">
        <w:t>a</w:t>
      </w:r>
      <w:r w:rsidRPr="004C3E92">
        <w:t>napé</w:t>
      </w:r>
      <w:r w:rsidR="004A4993">
        <w:t xml:space="preserve">, </w:t>
      </w:r>
      <w:r w:rsidRPr="004C3E92">
        <w:t>ne témoigna pas éloquemment en faveur de l</w:t>
      </w:r>
      <w:r w:rsidR="004A4993">
        <w:t>’</w:t>
      </w:r>
      <w:r w:rsidRPr="004C3E92">
        <w:t>amélioration de sa santé</w:t>
      </w:r>
      <w:r w:rsidR="004A4993">
        <w:t xml:space="preserve"> ; </w:t>
      </w:r>
      <w:r w:rsidRPr="004C3E92">
        <w:t>et lorsque</w:t>
      </w:r>
      <w:r w:rsidR="004A4993">
        <w:t xml:space="preserve">, </w:t>
      </w:r>
      <w:r w:rsidRPr="004C3E92">
        <w:t>en fin de compte</w:t>
      </w:r>
      <w:r w:rsidR="004A4993">
        <w:t xml:space="preserve">, </w:t>
      </w:r>
      <w:r w:rsidRPr="004C3E92">
        <w:t>elle alla se coucher de bonne heure</w:t>
      </w:r>
      <w:r w:rsidR="004A4993">
        <w:t xml:space="preserve">, </w:t>
      </w:r>
      <w:r w:rsidRPr="004C3E92">
        <w:t>de plus en plus indisposée</w:t>
      </w:r>
      <w:r w:rsidR="004A4993">
        <w:t xml:space="preserve">, </w:t>
      </w:r>
      <w:r w:rsidRPr="004C3E92">
        <w:t>le colonel Brandon s</w:t>
      </w:r>
      <w:r w:rsidR="004A4993">
        <w:t>’</w:t>
      </w:r>
      <w:r w:rsidRPr="004C3E92">
        <w:t>étonna seulement du calme de sa sœur</w:t>
      </w:r>
      <w:r w:rsidR="004A4993">
        <w:t xml:space="preserve">, </w:t>
      </w:r>
      <w:r w:rsidRPr="004C3E92">
        <w:t>qui</w:t>
      </w:r>
      <w:r w:rsidR="004A4993">
        <w:t xml:space="preserve">, </w:t>
      </w:r>
      <w:r w:rsidRPr="004C3E92">
        <w:t>bien qu</w:t>
      </w:r>
      <w:r w:rsidR="004A4993">
        <w:t>’</w:t>
      </w:r>
      <w:r w:rsidRPr="004C3E92">
        <w:t>elle l</w:t>
      </w:r>
      <w:r w:rsidR="004A4993">
        <w:t>’</w:t>
      </w:r>
      <w:r w:rsidRPr="004C3E92">
        <w:t>eût soignée et dorlotée toute la journée</w:t>
      </w:r>
      <w:r w:rsidR="004A4993">
        <w:t xml:space="preserve">, </w:t>
      </w:r>
      <w:r w:rsidRPr="004C3E92">
        <w:t>contrairement au désir de Marianne</w:t>
      </w:r>
      <w:r w:rsidR="004A4993">
        <w:t xml:space="preserve">, </w:t>
      </w:r>
      <w:r w:rsidRPr="004C3E92">
        <w:t>et l</w:t>
      </w:r>
      <w:r w:rsidR="004A4993">
        <w:t>’</w:t>
      </w:r>
      <w:r w:rsidRPr="004C3E92">
        <w:t>eût contrainte à prendre</w:t>
      </w:r>
      <w:r w:rsidR="004A4993">
        <w:t xml:space="preserve">, </w:t>
      </w:r>
      <w:r w:rsidRPr="004C3E92">
        <w:t>pour la nuit</w:t>
      </w:r>
      <w:r w:rsidR="004A4993">
        <w:t xml:space="preserve">, </w:t>
      </w:r>
      <w:r w:rsidRPr="004C3E92">
        <w:t>des méd</w:t>
      </w:r>
      <w:r w:rsidRPr="004C3E92">
        <w:t>i</w:t>
      </w:r>
      <w:r w:rsidRPr="004C3E92">
        <w:t>caments appropriés</w:t>
      </w:r>
      <w:r w:rsidR="004A4993">
        <w:t xml:space="preserve">, </w:t>
      </w:r>
      <w:r w:rsidRPr="004C3E92">
        <w:t>s</w:t>
      </w:r>
      <w:r w:rsidR="004A4993">
        <w:t>’</w:t>
      </w:r>
      <w:r w:rsidRPr="004C3E92">
        <w:t>en remit</w:t>
      </w:r>
      <w:r w:rsidR="004A4993">
        <w:t xml:space="preserve">, </w:t>
      </w:r>
      <w:r w:rsidRPr="004C3E92">
        <w:t>comme Marianne</w:t>
      </w:r>
      <w:r w:rsidR="004A4993">
        <w:t xml:space="preserve">, </w:t>
      </w:r>
      <w:r w:rsidRPr="004C3E92">
        <w:t>à la certitude et à l</w:t>
      </w:r>
      <w:r w:rsidR="004A4993">
        <w:t>’</w:t>
      </w:r>
      <w:r w:rsidRPr="004C3E92">
        <w:t>efficacité du sommeil</w:t>
      </w:r>
      <w:r w:rsidR="004A4993">
        <w:t xml:space="preserve">, </w:t>
      </w:r>
      <w:r w:rsidRPr="004C3E92">
        <w:t>et ne ressentit aucune crainte s</w:t>
      </w:r>
      <w:r w:rsidRPr="004C3E92">
        <w:t>é</w:t>
      </w:r>
      <w:r w:rsidRPr="004C3E92">
        <w:t>rieuse</w:t>
      </w:r>
      <w:r w:rsidR="004A4993">
        <w:t>.</w:t>
      </w:r>
    </w:p>
    <w:p w14:paraId="00BD0703" w14:textId="77777777" w:rsidR="004A4993" w:rsidRDefault="008C5C61" w:rsidP="004A4993">
      <w:r w:rsidRPr="004C3E92">
        <w:t>Une nuit fort agitée et fiévreuse déçut toutefois leur atte</w:t>
      </w:r>
      <w:r w:rsidRPr="004C3E92">
        <w:t>n</w:t>
      </w:r>
      <w:r w:rsidRPr="004C3E92">
        <w:t>te</w:t>
      </w:r>
      <w:r w:rsidR="004A4993">
        <w:t xml:space="preserve">, </w:t>
      </w:r>
      <w:r w:rsidRPr="004C3E92">
        <w:t>à toutes deux</w:t>
      </w:r>
      <w:r w:rsidR="004A4993">
        <w:t xml:space="preserve"> ; </w:t>
      </w:r>
      <w:r w:rsidRPr="004C3E92">
        <w:t>et lorsque Marianne</w:t>
      </w:r>
      <w:r w:rsidR="004A4993">
        <w:t xml:space="preserve">, </w:t>
      </w:r>
      <w:r w:rsidRPr="004C3E92">
        <w:t>après avoir persisté à se lever</w:t>
      </w:r>
      <w:r w:rsidR="004A4993">
        <w:t xml:space="preserve">, </w:t>
      </w:r>
      <w:r w:rsidRPr="004C3E92">
        <w:t>s</w:t>
      </w:r>
      <w:r w:rsidR="004A4993">
        <w:t>’</w:t>
      </w:r>
      <w:r w:rsidRPr="004C3E92">
        <w:t>avoua incapable de se redresser pour s</w:t>
      </w:r>
      <w:r w:rsidR="004A4993">
        <w:t>’</w:t>
      </w:r>
      <w:r w:rsidRPr="004C3E92">
        <w:t>asseoir</w:t>
      </w:r>
      <w:r w:rsidR="004A4993">
        <w:t xml:space="preserve">, </w:t>
      </w:r>
      <w:r w:rsidRPr="004C3E92">
        <w:t>et r</w:t>
      </w:r>
      <w:r w:rsidRPr="004C3E92">
        <w:t>e</w:t>
      </w:r>
      <w:r w:rsidRPr="004C3E92">
        <w:t>tourna volontairement au lit</w:t>
      </w:r>
      <w:r w:rsidR="004A4993">
        <w:t xml:space="preserve">, </w:t>
      </w:r>
      <w:proofErr w:type="spellStart"/>
      <w:r w:rsidRPr="004C3E92">
        <w:t>Elinor</w:t>
      </w:r>
      <w:proofErr w:type="spellEnd"/>
      <w:r w:rsidRPr="004C3E92">
        <w:t xml:space="preserve"> fut toute disposée à adopter le conseil de Mrs</w:t>
      </w:r>
      <w:r w:rsidR="004A4993">
        <w:t xml:space="preserve">. </w:t>
      </w:r>
      <w:r w:rsidRPr="004C3E92">
        <w:t>Jennings et à faire appeler l</w:t>
      </w:r>
      <w:r w:rsidR="004A4993">
        <w:t>’</w:t>
      </w:r>
      <w:r w:rsidRPr="004C3E92">
        <w:t>apothicaire des Palmer</w:t>
      </w:r>
      <w:r w:rsidR="004A4993">
        <w:t>.</w:t>
      </w:r>
    </w:p>
    <w:p w14:paraId="3C1A90C2" w14:textId="77777777" w:rsidR="004A4993" w:rsidRDefault="008C5C61" w:rsidP="004A4993">
      <w:r w:rsidRPr="004C3E92">
        <w:t>Il vint</w:t>
      </w:r>
      <w:r w:rsidR="004A4993">
        <w:t xml:space="preserve">, </w:t>
      </w:r>
      <w:r w:rsidRPr="004C3E92">
        <w:t>examina sa malade</w:t>
      </w:r>
      <w:r w:rsidR="004A4993">
        <w:t xml:space="preserve">, </w:t>
      </w:r>
      <w:r w:rsidRPr="004C3E92">
        <w:t>et</w:t>
      </w:r>
      <w:r w:rsidR="004A4993">
        <w:t xml:space="preserve">, </w:t>
      </w:r>
      <w:r w:rsidRPr="004C3E92">
        <w:t xml:space="preserve">tout en encourageant miss </w:t>
      </w:r>
      <w:proofErr w:type="spellStart"/>
      <w:r w:rsidRPr="004C3E92">
        <w:t>Dashwood</w:t>
      </w:r>
      <w:proofErr w:type="spellEnd"/>
      <w:r w:rsidRPr="004C3E92">
        <w:t xml:space="preserve"> à s</w:t>
      </w:r>
      <w:r w:rsidR="004A4993">
        <w:t>’</w:t>
      </w:r>
      <w:r w:rsidRPr="004C3E92">
        <w:t>attendre à ce que quelques jours rétablissent la santé de sa sœur</w:t>
      </w:r>
      <w:r w:rsidR="004A4993">
        <w:t xml:space="preserve">, </w:t>
      </w:r>
      <w:r w:rsidRPr="004C3E92">
        <w:t>causa une inquiétude immédiate à Mrs</w:t>
      </w:r>
      <w:r w:rsidR="004A4993">
        <w:t xml:space="preserve">. </w:t>
      </w:r>
      <w:r w:rsidRPr="004C3E92">
        <w:t>Pa</w:t>
      </w:r>
      <w:r w:rsidRPr="004C3E92">
        <w:t>l</w:t>
      </w:r>
      <w:r w:rsidRPr="004C3E92">
        <w:t>mer pour son bébé</w:t>
      </w:r>
      <w:r w:rsidR="004A4993">
        <w:t xml:space="preserve">, </w:t>
      </w:r>
      <w:r w:rsidRPr="004C3E92">
        <w:t>en déclarant que son mal avait une tendance infectieuse</w:t>
      </w:r>
      <w:r w:rsidR="004A4993">
        <w:t xml:space="preserve">, </w:t>
      </w:r>
      <w:r w:rsidRPr="004C3E92">
        <w:t xml:space="preserve">et en laissant échapper de ses lèvres le mot </w:t>
      </w:r>
      <w:r w:rsidR="004A4993">
        <w:t>« </w:t>
      </w:r>
      <w:r w:rsidRPr="004C3E92">
        <w:t>cont</w:t>
      </w:r>
      <w:r w:rsidRPr="004C3E92">
        <w:t>a</w:t>
      </w:r>
      <w:r w:rsidRPr="004C3E92">
        <w:t>gion</w:t>
      </w:r>
      <w:r w:rsidR="004A4993">
        <w:t xml:space="preserve"> ». </w:t>
      </w:r>
      <w:r w:rsidRPr="004C3E92">
        <w:t>Mrs</w:t>
      </w:r>
      <w:r w:rsidR="004A4993">
        <w:t xml:space="preserve">. </w:t>
      </w:r>
      <w:r w:rsidRPr="004C3E92">
        <w:t>Jennings</w:t>
      </w:r>
      <w:r w:rsidR="004A4993">
        <w:t xml:space="preserve">, </w:t>
      </w:r>
      <w:r w:rsidRPr="004C3E92">
        <w:t>qui avait été portée</w:t>
      </w:r>
      <w:r w:rsidR="004A4993">
        <w:t xml:space="preserve">, </w:t>
      </w:r>
      <w:r w:rsidRPr="004C3E92">
        <w:t>dès le début</w:t>
      </w:r>
      <w:r w:rsidR="004A4993">
        <w:t xml:space="preserve">, </w:t>
      </w:r>
      <w:r w:rsidRPr="004C3E92">
        <w:t>à tro</w:t>
      </w:r>
      <w:r w:rsidRPr="004C3E92">
        <w:t>u</w:t>
      </w:r>
      <w:r w:rsidRPr="004C3E92">
        <w:t>ver la maladie de Marianne plus sérieuse que ne l</w:t>
      </w:r>
      <w:r w:rsidR="004A4993">
        <w:t>’</w:t>
      </w:r>
      <w:r w:rsidRPr="004C3E92">
        <w:t xml:space="preserve">avait cru </w:t>
      </w:r>
      <w:proofErr w:type="spellStart"/>
      <w:r w:rsidRPr="004C3E92">
        <w:t>Elinor</w:t>
      </w:r>
      <w:proofErr w:type="spellEnd"/>
      <w:r w:rsidR="004A4993">
        <w:t xml:space="preserve">, </w:t>
      </w:r>
      <w:r w:rsidRPr="004C3E92">
        <w:t xml:space="preserve">prit à présent un air fort grave après avoir </w:t>
      </w:r>
      <w:r w:rsidRPr="004C3E92">
        <w:lastRenderedPageBreak/>
        <w:t>entendu le ra</w:t>
      </w:r>
      <w:r w:rsidRPr="004C3E92">
        <w:t>p</w:t>
      </w:r>
      <w:r w:rsidRPr="004C3E92">
        <w:t>port de Mr</w:t>
      </w:r>
      <w:r w:rsidR="004A4993">
        <w:t xml:space="preserve">. </w:t>
      </w:r>
      <w:r w:rsidRPr="004C3E92">
        <w:t>Harris</w:t>
      </w:r>
      <w:r w:rsidR="004A4993">
        <w:t xml:space="preserve">, </w:t>
      </w:r>
      <w:r w:rsidRPr="004C3E92">
        <w:t>et</w:t>
      </w:r>
      <w:r w:rsidR="004A4993">
        <w:t xml:space="preserve">, </w:t>
      </w:r>
      <w:r w:rsidRPr="004C3E92">
        <w:t>confirmant les craintes et la prudence de Charlotte</w:t>
      </w:r>
      <w:r w:rsidR="004A4993">
        <w:t xml:space="preserve">, </w:t>
      </w:r>
      <w:r w:rsidRPr="004C3E92">
        <w:t>insista vivement sur la nécessité du départ imm</w:t>
      </w:r>
      <w:r w:rsidRPr="004C3E92">
        <w:t>é</w:t>
      </w:r>
      <w:r w:rsidRPr="004C3E92">
        <w:t>diat de celle-ci</w:t>
      </w:r>
      <w:r w:rsidR="004A4993">
        <w:t xml:space="preserve">, </w:t>
      </w:r>
      <w:r w:rsidRPr="004C3E92">
        <w:t>avec l</w:t>
      </w:r>
      <w:r w:rsidR="004A4993">
        <w:t>’</w:t>
      </w:r>
      <w:r w:rsidRPr="004C3E92">
        <w:t>enfant</w:t>
      </w:r>
      <w:r w:rsidR="004A4993">
        <w:t xml:space="preserve"> ; </w:t>
      </w:r>
      <w:r w:rsidRPr="004C3E92">
        <w:t>et Mr</w:t>
      </w:r>
      <w:r w:rsidR="004A4993">
        <w:t xml:space="preserve">. </w:t>
      </w:r>
      <w:r w:rsidRPr="004C3E92">
        <w:t>Palmer</w:t>
      </w:r>
      <w:r w:rsidR="004A4993">
        <w:t xml:space="preserve">, </w:t>
      </w:r>
      <w:r w:rsidRPr="004C3E92">
        <w:t>bien qu</w:t>
      </w:r>
      <w:r w:rsidR="004A4993">
        <w:t>’</w:t>
      </w:r>
      <w:r w:rsidRPr="004C3E92">
        <w:t>il fît bon ma</w:t>
      </w:r>
      <w:r w:rsidRPr="004C3E92">
        <w:t>r</w:t>
      </w:r>
      <w:r w:rsidRPr="004C3E92">
        <w:t>ché de leurs appréhensions</w:t>
      </w:r>
      <w:r w:rsidR="004A4993">
        <w:t xml:space="preserve">, </w:t>
      </w:r>
      <w:r w:rsidRPr="004C3E92">
        <w:t>trouva l</w:t>
      </w:r>
      <w:r w:rsidR="004A4993">
        <w:t>’</w:t>
      </w:r>
      <w:r w:rsidRPr="004C3E92">
        <w:t>inquiétude et l</w:t>
      </w:r>
      <w:r w:rsidR="004A4993">
        <w:t>’</w:t>
      </w:r>
      <w:r w:rsidRPr="004C3E92">
        <w:t>importunité de sa femme trop fortes pour y résister</w:t>
      </w:r>
      <w:r w:rsidR="004A4993">
        <w:t xml:space="preserve">. </w:t>
      </w:r>
      <w:r w:rsidRPr="004C3E92">
        <w:t>Son d</w:t>
      </w:r>
      <w:r w:rsidRPr="004C3E92">
        <w:t>é</w:t>
      </w:r>
      <w:r w:rsidRPr="004C3E92">
        <w:t>part fut donc r</w:t>
      </w:r>
      <w:r w:rsidRPr="004C3E92">
        <w:t>é</w:t>
      </w:r>
      <w:r w:rsidRPr="004C3E92">
        <w:t>solu</w:t>
      </w:r>
      <w:r w:rsidR="004A4993">
        <w:t xml:space="preserve"> ; </w:t>
      </w:r>
      <w:r w:rsidRPr="004C3E92">
        <w:t>et</w:t>
      </w:r>
      <w:r w:rsidR="004A4993">
        <w:t xml:space="preserve">, </w:t>
      </w:r>
      <w:r w:rsidRPr="004C3E92">
        <w:t>moins d</w:t>
      </w:r>
      <w:r w:rsidR="004A4993">
        <w:t>’</w:t>
      </w:r>
      <w:r w:rsidRPr="004C3E92">
        <w:t>une heure après l</w:t>
      </w:r>
      <w:r w:rsidR="004A4993">
        <w:t>’</w:t>
      </w:r>
      <w:r w:rsidRPr="004C3E92">
        <w:t>arrivée de Mr</w:t>
      </w:r>
      <w:r w:rsidR="004A4993">
        <w:t xml:space="preserve">. </w:t>
      </w:r>
      <w:r w:rsidRPr="004C3E92">
        <w:t>Harris</w:t>
      </w:r>
      <w:r w:rsidR="004A4993">
        <w:t xml:space="preserve">, </w:t>
      </w:r>
      <w:r w:rsidRPr="004C3E92">
        <w:t>elle partit</w:t>
      </w:r>
      <w:r w:rsidR="004A4993">
        <w:t xml:space="preserve">, </w:t>
      </w:r>
      <w:r w:rsidRPr="004C3E92">
        <w:t>avec son petit garçon et la nourrice</w:t>
      </w:r>
      <w:r w:rsidR="004A4993">
        <w:t xml:space="preserve">, </w:t>
      </w:r>
      <w:r w:rsidRPr="004C3E92">
        <w:t>pour la maison d</w:t>
      </w:r>
      <w:r w:rsidR="004A4993">
        <w:t>’</w:t>
      </w:r>
      <w:r w:rsidRPr="004C3E92">
        <w:t>une proche parente de Mr</w:t>
      </w:r>
      <w:r w:rsidR="004A4993">
        <w:t xml:space="preserve">. </w:t>
      </w:r>
      <w:r w:rsidRPr="004C3E92">
        <w:t>Palmer</w:t>
      </w:r>
      <w:r w:rsidR="004A4993">
        <w:t xml:space="preserve">, </w:t>
      </w:r>
      <w:r w:rsidRPr="004C3E92">
        <w:t>qui habitait à quelques milles de l</w:t>
      </w:r>
      <w:r w:rsidR="004A4993">
        <w:t>’</w:t>
      </w:r>
      <w:r w:rsidRPr="004C3E92">
        <w:t>autre côté de Bath</w:t>
      </w:r>
      <w:r w:rsidR="004A4993">
        <w:t xml:space="preserve">, </w:t>
      </w:r>
      <w:r w:rsidRPr="004C3E92">
        <w:t>où son mari promit</w:t>
      </w:r>
      <w:r w:rsidR="004A4993">
        <w:t xml:space="preserve">, </w:t>
      </w:r>
      <w:r w:rsidRPr="004C3E92">
        <w:t>sur sa prière instante</w:t>
      </w:r>
      <w:r w:rsidR="004A4993">
        <w:t xml:space="preserve">, </w:t>
      </w:r>
      <w:r w:rsidRPr="004C3E92">
        <w:t>de la rejoindre au bout d</w:t>
      </w:r>
      <w:r w:rsidR="004A4993">
        <w:t>’</w:t>
      </w:r>
      <w:r w:rsidRPr="004C3E92">
        <w:t>un jour ou deux</w:t>
      </w:r>
      <w:r w:rsidR="004A4993">
        <w:t xml:space="preserve"> ; </w:t>
      </w:r>
      <w:r w:rsidRPr="004C3E92">
        <w:t>et elle se montra presque aussi pressante envers sa mère pour qu</w:t>
      </w:r>
      <w:r w:rsidR="004A4993">
        <w:t>’</w:t>
      </w:r>
      <w:r w:rsidRPr="004C3E92">
        <w:t>elle l</w:t>
      </w:r>
      <w:r w:rsidR="004A4993">
        <w:t>’</w:t>
      </w:r>
      <w:r w:rsidRPr="004C3E92">
        <w:t>y acco</w:t>
      </w:r>
      <w:r w:rsidRPr="004C3E92">
        <w:t>m</w:t>
      </w:r>
      <w:r w:rsidRPr="004C3E92">
        <w:t>pagnât</w:t>
      </w:r>
      <w:r w:rsidR="004A4993">
        <w:t xml:space="preserve">. </w:t>
      </w:r>
      <w:r w:rsidRPr="004C3E92">
        <w:t>Mais Mrs</w:t>
      </w:r>
      <w:r w:rsidR="004A4993">
        <w:t xml:space="preserve">. </w:t>
      </w:r>
      <w:r w:rsidRPr="004C3E92">
        <w:t>Jennings</w:t>
      </w:r>
      <w:r w:rsidR="004A4993">
        <w:t xml:space="preserve">, </w:t>
      </w:r>
      <w:r w:rsidRPr="004C3E92">
        <w:t>avec une bonté de cœur qui lui attira l</w:t>
      </w:r>
      <w:r w:rsidR="004A4993">
        <w:t>’</w:t>
      </w:r>
      <w:r w:rsidRPr="004C3E92">
        <w:t>amour sincère d</w:t>
      </w:r>
      <w:r w:rsidR="004A4993">
        <w:t>’</w:t>
      </w:r>
      <w:proofErr w:type="spellStart"/>
      <w:r w:rsidRPr="004C3E92">
        <w:t>Elinor</w:t>
      </w:r>
      <w:proofErr w:type="spellEnd"/>
      <w:r w:rsidR="004A4993">
        <w:t xml:space="preserve">, </w:t>
      </w:r>
      <w:r w:rsidRPr="004C3E92">
        <w:t>proclama sa résol</w:t>
      </w:r>
      <w:r w:rsidRPr="004C3E92">
        <w:t>u</w:t>
      </w:r>
      <w:r w:rsidRPr="004C3E92">
        <w:t>tion de ne pas bouger de Cleveland tant que Marianne serait e</w:t>
      </w:r>
      <w:r w:rsidRPr="004C3E92">
        <w:t>n</w:t>
      </w:r>
      <w:r w:rsidRPr="004C3E92">
        <w:t>core malade</w:t>
      </w:r>
      <w:r w:rsidR="004A4993">
        <w:t xml:space="preserve">, </w:t>
      </w:r>
      <w:r w:rsidRPr="004C3E92">
        <w:t>et de s</w:t>
      </w:r>
      <w:r w:rsidR="004A4993">
        <w:t>’</w:t>
      </w:r>
      <w:r w:rsidRPr="004C3E92">
        <w:t>efforcer</w:t>
      </w:r>
      <w:r w:rsidR="004A4993">
        <w:t xml:space="preserve">, </w:t>
      </w:r>
      <w:r w:rsidRPr="004C3E92">
        <w:t>par ses soins attentifs et perso</w:t>
      </w:r>
      <w:r w:rsidRPr="004C3E92">
        <w:t>n</w:t>
      </w:r>
      <w:r w:rsidRPr="004C3E92">
        <w:t>nels</w:t>
      </w:r>
      <w:r w:rsidR="004A4993">
        <w:t xml:space="preserve">, </w:t>
      </w:r>
      <w:r w:rsidRPr="004C3E92">
        <w:t>de remplacer auprès d</w:t>
      </w:r>
      <w:r w:rsidR="004A4993">
        <w:t>’</w:t>
      </w:r>
      <w:r w:rsidRPr="004C3E92">
        <w:t>elle la mère à qui elle l</w:t>
      </w:r>
      <w:r w:rsidR="004A4993">
        <w:t>’</w:t>
      </w:r>
      <w:r w:rsidRPr="004C3E92">
        <w:t>avait enlevée</w:t>
      </w:r>
      <w:r w:rsidR="004A4993">
        <w:t xml:space="preserve">. </w:t>
      </w:r>
      <w:r w:rsidRPr="004C3E92">
        <w:t xml:space="preserve">Et </w:t>
      </w:r>
      <w:proofErr w:type="spellStart"/>
      <w:r w:rsidRPr="004C3E92">
        <w:t>Elinor</w:t>
      </w:r>
      <w:proofErr w:type="spellEnd"/>
      <w:r w:rsidRPr="004C3E92">
        <w:t xml:space="preserve"> trouva en elle</w:t>
      </w:r>
      <w:r w:rsidR="004A4993">
        <w:t xml:space="preserve">, </w:t>
      </w:r>
      <w:r w:rsidRPr="004C3E92">
        <w:t>en toute occasion</w:t>
      </w:r>
      <w:r w:rsidR="004A4993">
        <w:t xml:space="preserve">, </w:t>
      </w:r>
      <w:r w:rsidRPr="004C3E92">
        <w:t>une aide pleine de bonne volonté et fort active</w:t>
      </w:r>
      <w:r w:rsidR="004A4993">
        <w:t xml:space="preserve">, </w:t>
      </w:r>
      <w:r w:rsidRPr="004C3E92">
        <w:t>désireuse de prendre part à toutes ses fatigues</w:t>
      </w:r>
      <w:r w:rsidR="004A4993">
        <w:t xml:space="preserve">, </w:t>
      </w:r>
      <w:r w:rsidRPr="004C3E92">
        <w:t>et souvent</w:t>
      </w:r>
      <w:r w:rsidR="004A4993">
        <w:t xml:space="preserve">, </w:t>
      </w:r>
      <w:r w:rsidRPr="004C3E92">
        <w:t>grâce à sa plus grande expérience de la besogne d</w:t>
      </w:r>
      <w:r w:rsidR="004A4993">
        <w:t>’</w:t>
      </w:r>
      <w:r w:rsidRPr="004C3E92">
        <w:t>infirmière</w:t>
      </w:r>
      <w:r w:rsidR="004A4993">
        <w:t xml:space="preserve">, </w:t>
      </w:r>
      <w:r w:rsidRPr="004C3E92">
        <w:t>d</w:t>
      </w:r>
      <w:r w:rsidR="004A4993">
        <w:t>’</w:t>
      </w:r>
      <w:r w:rsidRPr="004C3E92">
        <w:t>une réelle utilité</w:t>
      </w:r>
      <w:r w:rsidR="004A4993">
        <w:t>.</w:t>
      </w:r>
    </w:p>
    <w:p w14:paraId="6DFFD2AF" w14:textId="77777777" w:rsidR="004A4993" w:rsidRDefault="008C5C61" w:rsidP="004A4993">
      <w:r w:rsidRPr="004C3E92">
        <w:t>La pauvre Marianne</w:t>
      </w:r>
      <w:r w:rsidR="004A4993">
        <w:t xml:space="preserve">, </w:t>
      </w:r>
      <w:r w:rsidRPr="004C3E92">
        <w:t>languissante et abattue en raison de la nature de son mal</w:t>
      </w:r>
      <w:r w:rsidR="004A4993">
        <w:t xml:space="preserve">, </w:t>
      </w:r>
      <w:r w:rsidRPr="004C3E92">
        <w:t>et se sentant gravement malade</w:t>
      </w:r>
      <w:r w:rsidR="004A4993">
        <w:t xml:space="preserve">, </w:t>
      </w:r>
      <w:r w:rsidRPr="004C3E92">
        <w:t>ne po</w:t>
      </w:r>
      <w:r w:rsidRPr="004C3E92">
        <w:t>u</w:t>
      </w:r>
      <w:r w:rsidRPr="004C3E92">
        <w:t>vait plus espérer que le lendemain la verrait guérie</w:t>
      </w:r>
      <w:r w:rsidR="004A4993">
        <w:t xml:space="preserve"> ; </w:t>
      </w:r>
      <w:r w:rsidRPr="004C3E92">
        <w:t>et l</w:t>
      </w:r>
      <w:r w:rsidR="004A4993">
        <w:t>’</w:t>
      </w:r>
      <w:r w:rsidRPr="004C3E92">
        <w:t>idée de ce que lendemain eût produit</w:t>
      </w:r>
      <w:r w:rsidR="004A4993">
        <w:t xml:space="preserve">, </w:t>
      </w:r>
      <w:r w:rsidRPr="004C3E92">
        <w:t>n</w:t>
      </w:r>
      <w:r w:rsidR="004A4993">
        <w:t>’</w:t>
      </w:r>
      <w:r w:rsidRPr="004C3E92">
        <w:t>eût été cette malencontreuse maladie</w:t>
      </w:r>
      <w:r w:rsidR="004A4993">
        <w:t xml:space="preserve">, </w:t>
      </w:r>
      <w:r w:rsidRPr="004C3E92">
        <w:t>aggrava encore toutes ses souffrances</w:t>
      </w:r>
      <w:r w:rsidR="004A4993">
        <w:t xml:space="preserve"> ; </w:t>
      </w:r>
      <w:r w:rsidRPr="004C3E92">
        <w:t>car c</w:t>
      </w:r>
      <w:r w:rsidR="004A4993">
        <w:t>’</w:t>
      </w:r>
      <w:r w:rsidRPr="004C3E92">
        <w:t>est ce jour-là qu</w:t>
      </w:r>
      <w:r w:rsidR="004A4993">
        <w:t>’</w:t>
      </w:r>
      <w:r w:rsidRPr="004C3E92">
        <w:t>elles devaient commencer leur voyage de retour</w:t>
      </w:r>
      <w:r w:rsidR="004A4993">
        <w:t xml:space="preserve">, </w:t>
      </w:r>
      <w:r w:rsidRPr="004C3E92">
        <w:t>et</w:t>
      </w:r>
      <w:r w:rsidR="004A4993">
        <w:t xml:space="preserve">, </w:t>
      </w:r>
      <w:r w:rsidRPr="004C3E92">
        <w:t>accompagnées sur tout le trajet par un domestique de Mrs</w:t>
      </w:r>
      <w:r w:rsidR="004A4993">
        <w:t xml:space="preserve">. </w:t>
      </w:r>
      <w:r w:rsidRPr="004C3E92">
        <w:t>Je</w:t>
      </w:r>
      <w:r w:rsidRPr="004C3E92">
        <w:t>n</w:t>
      </w:r>
      <w:r w:rsidRPr="004C3E92">
        <w:t>nings</w:t>
      </w:r>
      <w:r w:rsidR="004A4993">
        <w:t xml:space="preserve">, </w:t>
      </w:r>
      <w:r w:rsidRPr="004C3E92">
        <w:t>elles devaient prendre leur mère par surprise le lend</w:t>
      </w:r>
      <w:r w:rsidRPr="004C3E92">
        <w:t>e</w:t>
      </w:r>
      <w:r w:rsidRPr="004C3E92">
        <w:t>main dans la matinée</w:t>
      </w:r>
      <w:r w:rsidR="004A4993">
        <w:t xml:space="preserve">. </w:t>
      </w:r>
      <w:r w:rsidRPr="004C3E92">
        <w:t>Le peu qu</w:t>
      </w:r>
      <w:r w:rsidR="004A4993">
        <w:t>’</w:t>
      </w:r>
      <w:r w:rsidRPr="004C3E92">
        <w:t>elle dit fut consacré à des l</w:t>
      </w:r>
      <w:r w:rsidRPr="004C3E92">
        <w:t>a</w:t>
      </w:r>
      <w:r w:rsidRPr="004C3E92">
        <w:t>mentations en raison de ce délai inévitable</w:t>
      </w:r>
      <w:r w:rsidR="004A4993">
        <w:t xml:space="preserve"> ; </w:t>
      </w:r>
      <w:r w:rsidRPr="004C3E92">
        <w:t>bien qu</w:t>
      </w:r>
      <w:r w:rsidR="004A4993">
        <w:t>’</w:t>
      </w:r>
      <w:proofErr w:type="spellStart"/>
      <w:r w:rsidRPr="004C3E92">
        <w:t>Elinor</w:t>
      </w:r>
      <w:proofErr w:type="spellEnd"/>
      <w:r w:rsidRPr="004C3E92">
        <w:t xml:space="preserve"> e</w:t>
      </w:r>
      <w:r w:rsidRPr="004C3E92">
        <w:t>s</w:t>
      </w:r>
      <w:r w:rsidRPr="004C3E92">
        <w:t>sayât de ranimer son courage et de lui faire croire</w:t>
      </w:r>
      <w:r w:rsidR="004A4993">
        <w:t xml:space="preserve">, </w:t>
      </w:r>
      <w:r w:rsidRPr="004C3E92">
        <w:lastRenderedPageBreak/>
        <w:t>comme elle le croyait réellement elle-même à ce moment</w:t>
      </w:r>
      <w:r w:rsidR="004A4993">
        <w:t xml:space="preserve">, </w:t>
      </w:r>
      <w:r w:rsidRPr="004C3E92">
        <w:t>qu</w:t>
      </w:r>
      <w:r w:rsidR="004A4993">
        <w:t>’</w:t>
      </w:r>
      <w:r w:rsidRPr="004C3E92">
        <w:t>il serait très court</w:t>
      </w:r>
      <w:r w:rsidR="004A4993">
        <w:t>.</w:t>
      </w:r>
    </w:p>
    <w:p w14:paraId="327615AF" w14:textId="77777777" w:rsidR="004A4993" w:rsidRDefault="008C5C61" w:rsidP="004A4993">
      <w:r w:rsidRPr="004C3E92">
        <w:t>Le lendemain n</w:t>
      </w:r>
      <w:r w:rsidR="004A4993">
        <w:t>’</w:t>
      </w:r>
      <w:r w:rsidRPr="004C3E92">
        <w:t>apporta que peu ou point de changement dans l</w:t>
      </w:r>
      <w:r w:rsidR="004A4993">
        <w:t>’</w:t>
      </w:r>
      <w:r w:rsidRPr="004C3E92">
        <w:t>état de la malade</w:t>
      </w:r>
      <w:r w:rsidR="004A4993">
        <w:t xml:space="preserve"> ; </w:t>
      </w:r>
      <w:r w:rsidRPr="004C3E92">
        <w:t>elle n</w:t>
      </w:r>
      <w:r w:rsidR="004A4993">
        <w:t>’</w:t>
      </w:r>
      <w:r w:rsidRPr="004C3E92">
        <w:t>allait certainement pas mieux</w:t>
      </w:r>
      <w:r w:rsidR="004A4993">
        <w:t xml:space="preserve">, </w:t>
      </w:r>
      <w:r w:rsidRPr="004C3E92">
        <w:t>et</w:t>
      </w:r>
      <w:r w:rsidR="004A4993">
        <w:t xml:space="preserve">, </w:t>
      </w:r>
      <w:r w:rsidRPr="004C3E92">
        <w:t>si ce n</w:t>
      </w:r>
      <w:r w:rsidR="004A4993">
        <w:t>’</w:t>
      </w:r>
      <w:r w:rsidRPr="004C3E92">
        <w:t>est qu</w:t>
      </w:r>
      <w:r w:rsidR="004A4993">
        <w:t>’</w:t>
      </w:r>
      <w:r w:rsidRPr="004C3E92">
        <w:t>il n</w:t>
      </w:r>
      <w:r w:rsidR="004A4993">
        <w:t>’</w:t>
      </w:r>
      <w:r w:rsidRPr="004C3E92">
        <w:t>y eût pas d</w:t>
      </w:r>
      <w:r w:rsidR="004A4993">
        <w:t>’</w:t>
      </w:r>
      <w:r w:rsidRPr="004C3E92">
        <w:t>amélioration</w:t>
      </w:r>
      <w:r w:rsidR="004A4993">
        <w:t xml:space="preserve">, </w:t>
      </w:r>
      <w:r w:rsidRPr="004C3E92">
        <w:t>son mal ne parai</w:t>
      </w:r>
      <w:r w:rsidRPr="004C3E92">
        <w:t>s</w:t>
      </w:r>
      <w:r w:rsidRPr="004C3E92">
        <w:t>sait pas avoir empiré</w:t>
      </w:r>
      <w:r w:rsidR="004A4993">
        <w:t xml:space="preserve">. </w:t>
      </w:r>
      <w:r w:rsidRPr="004C3E92">
        <w:t>Leur groupe se trouva alors encore r</w:t>
      </w:r>
      <w:r w:rsidRPr="004C3E92">
        <w:t>é</w:t>
      </w:r>
      <w:r w:rsidRPr="004C3E92">
        <w:t>duit</w:t>
      </w:r>
      <w:r w:rsidR="004A4993">
        <w:t xml:space="preserve"> ; </w:t>
      </w:r>
      <w:r w:rsidRPr="004C3E92">
        <w:t>car Mr</w:t>
      </w:r>
      <w:r w:rsidR="004A4993">
        <w:t xml:space="preserve">. </w:t>
      </w:r>
      <w:r w:rsidRPr="004C3E92">
        <w:t>Palmer</w:t>
      </w:r>
      <w:r w:rsidR="004A4993">
        <w:t xml:space="preserve">, </w:t>
      </w:r>
      <w:r w:rsidRPr="004C3E92">
        <w:t>bien qu</w:t>
      </w:r>
      <w:r w:rsidR="004A4993">
        <w:t>’</w:t>
      </w:r>
      <w:r w:rsidRPr="004C3E92">
        <w:t>il lui répugnât fort de partir</w:t>
      </w:r>
      <w:r w:rsidR="004A4993">
        <w:t xml:space="preserve">, </w:t>
      </w:r>
      <w:r w:rsidRPr="004C3E92">
        <w:t>a</w:t>
      </w:r>
      <w:r w:rsidRPr="004C3E92">
        <w:t>u</w:t>
      </w:r>
      <w:r w:rsidRPr="004C3E92">
        <w:t>tant par humanité et bienveillance réelles que parce qu</w:t>
      </w:r>
      <w:r w:rsidR="004A4993">
        <w:t>’</w:t>
      </w:r>
      <w:r w:rsidRPr="004C3E92">
        <w:t>il lui d</w:t>
      </w:r>
      <w:r w:rsidRPr="004C3E92">
        <w:t>é</w:t>
      </w:r>
      <w:r w:rsidRPr="004C3E92">
        <w:t>plaisait d</w:t>
      </w:r>
      <w:r w:rsidR="004A4993">
        <w:t>’</w:t>
      </w:r>
      <w:r w:rsidRPr="004C3E92">
        <w:t>avoir l</w:t>
      </w:r>
      <w:r w:rsidR="004A4993">
        <w:t>’</w:t>
      </w:r>
      <w:r w:rsidRPr="004C3E92">
        <w:t>air d</w:t>
      </w:r>
      <w:r w:rsidR="004A4993">
        <w:t>’</w:t>
      </w:r>
      <w:r w:rsidRPr="004C3E92">
        <w:t>être chassé par la peur de sa femme</w:t>
      </w:r>
      <w:r w:rsidR="004A4993">
        <w:t xml:space="preserve">, </w:t>
      </w:r>
      <w:r w:rsidRPr="004C3E92">
        <w:t>fut enfin autorisé par le colonel Brandon à mettre à exécution la promesse qu</w:t>
      </w:r>
      <w:r w:rsidR="004A4993">
        <w:t>’</w:t>
      </w:r>
      <w:r w:rsidRPr="004C3E92">
        <w:t>il avait faite</w:t>
      </w:r>
      <w:r w:rsidR="004A4993">
        <w:t xml:space="preserve">, </w:t>
      </w:r>
      <w:r w:rsidRPr="004C3E92">
        <w:t>de la suivre</w:t>
      </w:r>
      <w:r w:rsidR="004A4993">
        <w:t xml:space="preserve"> ; </w:t>
      </w:r>
      <w:r w:rsidRPr="004C3E92">
        <w:t>et pendant qu</w:t>
      </w:r>
      <w:r w:rsidR="004A4993">
        <w:t>’</w:t>
      </w:r>
      <w:r w:rsidRPr="004C3E92">
        <w:t>il se pr</w:t>
      </w:r>
      <w:r w:rsidRPr="004C3E92">
        <w:t>é</w:t>
      </w:r>
      <w:r w:rsidRPr="004C3E92">
        <w:t>parait à partir</w:t>
      </w:r>
      <w:r w:rsidR="004A4993">
        <w:t xml:space="preserve">, </w:t>
      </w:r>
      <w:r w:rsidRPr="004C3E92">
        <w:t>le colonel Brandon</w:t>
      </w:r>
      <w:r w:rsidR="004A4993">
        <w:t xml:space="preserve">, </w:t>
      </w:r>
      <w:r w:rsidRPr="004C3E92">
        <w:t>au prix de beaucoup plus d</w:t>
      </w:r>
      <w:r w:rsidR="004A4993">
        <w:t>’</w:t>
      </w:r>
      <w:r w:rsidRPr="004C3E92">
        <w:t>efforts</w:t>
      </w:r>
      <w:r w:rsidR="004A4993">
        <w:t xml:space="preserve">, </w:t>
      </w:r>
      <w:r w:rsidRPr="004C3E92">
        <w:t>commença à parler de s</w:t>
      </w:r>
      <w:r w:rsidR="004A4993">
        <w:t>’</w:t>
      </w:r>
      <w:r w:rsidRPr="004C3E92">
        <w:t>en aller</w:t>
      </w:r>
      <w:r w:rsidR="004A4993">
        <w:t xml:space="preserve">, </w:t>
      </w:r>
      <w:r w:rsidRPr="004C3E92">
        <w:t>lui aussi</w:t>
      </w:r>
      <w:r w:rsidR="004A4993">
        <w:t xml:space="preserve">. </w:t>
      </w:r>
      <w:r w:rsidRPr="004C3E92">
        <w:t>Là</w:t>
      </w:r>
      <w:r w:rsidR="004A4993">
        <w:t xml:space="preserve">, </w:t>
      </w:r>
      <w:r w:rsidRPr="004C3E92">
        <w:t>tout</w:t>
      </w:r>
      <w:r w:rsidRPr="004C3E92">
        <w:t>e</w:t>
      </w:r>
      <w:r w:rsidRPr="004C3E92">
        <w:t>fois</w:t>
      </w:r>
      <w:r w:rsidR="004A4993">
        <w:t xml:space="preserve">, </w:t>
      </w:r>
      <w:r w:rsidRPr="004C3E92">
        <w:t>l</w:t>
      </w:r>
      <w:r w:rsidR="004A4993">
        <w:t>’</w:t>
      </w:r>
      <w:r w:rsidRPr="004C3E92">
        <w:t>amabilité de Mrs</w:t>
      </w:r>
      <w:r w:rsidR="004A4993">
        <w:t xml:space="preserve">. </w:t>
      </w:r>
      <w:r w:rsidRPr="004C3E92">
        <w:t>Jennings s</w:t>
      </w:r>
      <w:r w:rsidR="004A4993">
        <w:t>’</w:t>
      </w:r>
      <w:r w:rsidRPr="004C3E92">
        <w:t>interposa de la façon la plus acceptable</w:t>
      </w:r>
      <w:r w:rsidR="004A4993">
        <w:t xml:space="preserve"> ; </w:t>
      </w:r>
      <w:r w:rsidRPr="004C3E92">
        <w:t>car renvoyer le Colonel alors que son amour était en proie à une telle inquiétude à cause de sa sœur</w:t>
      </w:r>
      <w:r w:rsidR="004A4993">
        <w:t xml:space="preserve">, </w:t>
      </w:r>
      <w:r w:rsidRPr="004C3E92">
        <w:t>ce serait les pr</w:t>
      </w:r>
      <w:r w:rsidRPr="004C3E92">
        <w:t>i</w:t>
      </w:r>
      <w:r w:rsidRPr="004C3E92">
        <w:t>ver l</w:t>
      </w:r>
      <w:r w:rsidR="004A4993">
        <w:t>’</w:t>
      </w:r>
      <w:r w:rsidRPr="004C3E92">
        <w:t>un et l</w:t>
      </w:r>
      <w:r w:rsidR="004A4993">
        <w:t>’</w:t>
      </w:r>
      <w:r w:rsidRPr="004C3E92">
        <w:t>autre</w:t>
      </w:r>
      <w:r w:rsidR="004A4993">
        <w:t xml:space="preserve">, </w:t>
      </w:r>
      <w:r w:rsidRPr="004C3E92">
        <w:t>pensait-elle</w:t>
      </w:r>
      <w:r w:rsidR="004A4993">
        <w:t xml:space="preserve">, </w:t>
      </w:r>
      <w:r w:rsidRPr="004C3E92">
        <w:t>de toute consolation</w:t>
      </w:r>
      <w:r w:rsidR="004A4993">
        <w:t xml:space="preserve"> ; </w:t>
      </w:r>
      <w:r w:rsidRPr="004C3E92">
        <w:t>c</w:t>
      </w:r>
      <w:r w:rsidR="004A4993">
        <w:t>’</w:t>
      </w:r>
      <w:r w:rsidRPr="004C3E92">
        <w:t>est pou</w:t>
      </w:r>
      <w:r w:rsidRPr="004C3E92">
        <w:t>r</w:t>
      </w:r>
      <w:r w:rsidRPr="004C3E92">
        <w:t>quoi elle lui dit immédiatement que sa présence à Cleveland lui était nécessaire</w:t>
      </w:r>
      <w:r w:rsidR="004A4993">
        <w:t xml:space="preserve">, </w:t>
      </w:r>
      <w:r w:rsidRPr="004C3E92">
        <w:t>à elle</w:t>
      </w:r>
      <w:r w:rsidR="004A4993">
        <w:t xml:space="preserve">, </w:t>
      </w:r>
      <w:r w:rsidRPr="004C3E92">
        <w:t>qu</w:t>
      </w:r>
      <w:r w:rsidR="004A4993">
        <w:t>’</w:t>
      </w:r>
      <w:r w:rsidRPr="004C3E92">
        <w:t>elle aurait besoin de lui pour sa partie de piquet</w:t>
      </w:r>
      <w:r w:rsidR="004A4993">
        <w:t xml:space="preserve">, </w:t>
      </w:r>
      <w:r w:rsidRPr="004C3E92">
        <w:t>le soir</w:t>
      </w:r>
      <w:r w:rsidR="004A4993">
        <w:t xml:space="preserve">, </w:t>
      </w:r>
      <w:r w:rsidRPr="004C3E92">
        <w:t xml:space="preserve">pendant que miss </w:t>
      </w:r>
      <w:proofErr w:type="spellStart"/>
      <w:r w:rsidRPr="004C3E92">
        <w:t>Dashwood</w:t>
      </w:r>
      <w:proofErr w:type="spellEnd"/>
      <w:r w:rsidRPr="004C3E92">
        <w:t xml:space="preserve"> serait là-haut auprès de sa sœur</w:t>
      </w:r>
      <w:r w:rsidR="004A4993">
        <w:t xml:space="preserve">, </w:t>
      </w:r>
      <w:r w:rsidRPr="004C3E92">
        <w:t>etc</w:t>
      </w:r>
      <w:r w:rsidR="004A4993">
        <w:t xml:space="preserve">., </w:t>
      </w:r>
      <w:r w:rsidRPr="004C3E92">
        <w:t>et</w:t>
      </w:r>
      <w:r w:rsidR="004A4993">
        <w:t xml:space="preserve">, </w:t>
      </w:r>
      <w:r w:rsidRPr="004C3E92">
        <w:t>le pressa si vivement de rester</w:t>
      </w:r>
      <w:r w:rsidR="004A4993">
        <w:t xml:space="preserve">, </w:t>
      </w:r>
      <w:r w:rsidRPr="004C3E92">
        <w:t>que lui-même</w:t>
      </w:r>
      <w:r w:rsidR="004A4993">
        <w:t xml:space="preserve">, </w:t>
      </w:r>
      <w:r w:rsidRPr="004C3E92">
        <w:t>qui exauçait le premier désir de son cœur en acce</w:t>
      </w:r>
      <w:r w:rsidRPr="004C3E92">
        <w:t>p</w:t>
      </w:r>
      <w:r w:rsidRPr="004C3E92">
        <w:t>tant</w:t>
      </w:r>
      <w:r w:rsidR="004A4993">
        <w:t xml:space="preserve">, </w:t>
      </w:r>
      <w:r w:rsidRPr="004C3E92">
        <w:t>ne put longtemps paraître seulement soulever des obje</w:t>
      </w:r>
      <w:r w:rsidRPr="004C3E92">
        <w:t>c</w:t>
      </w:r>
      <w:r w:rsidRPr="004C3E92">
        <w:t>tions</w:t>
      </w:r>
      <w:r w:rsidR="004A4993">
        <w:t xml:space="preserve"> ; </w:t>
      </w:r>
      <w:r w:rsidRPr="004C3E92">
        <w:t>d</w:t>
      </w:r>
      <w:r w:rsidR="004A4993">
        <w:t>’</w:t>
      </w:r>
      <w:r w:rsidRPr="004C3E92">
        <w:t>autant plus que la prière de Mrs</w:t>
      </w:r>
      <w:r w:rsidR="004A4993">
        <w:t xml:space="preserve">. </w:t>
      </w:r>
      <w:r w:rsidRPr="004C3E92">
        <w:t>Jennings fut chale</w:t>
      </w:r>
      <w:r w:rsidRPr="004C3E92">
        <w:t>u</w:t>
      </w:r>
      <w:r w:rsidRPr="004C3E92">
        <w:t>reusement appuyée par Mr</w:t>
      </w:r>
      <w:r w:rsidR="004A4993">
        <w:t xml:space="preserve">. </w:t>
      </w:r>
      <w:r w:rsidRPr="004C3E92">
        <w:t>Palmer</w:t>
      </w:r>
      <w:r w:rsidR="004A4993">
        <w:t xml:space="preserve">, </w:t>
      </w:r>
      <w:r w:rsidRPr="004C3E92">
        <w:t>qui paraissait éprouver un soulagement personnel en laissant derrière lui une personne aussi capable d</w:t>
      </w:r>
      <w:r w:rsidR="004A4993">
        <w:t>’</w:t>
      </w:r>
      <w:r w:rsidRPr="004C3E92">
        <w:t xml:space="preserve">assister ou de conseiller miss </w:t>
      </w:r>
      <w:proofErr w:type="spellStart"/>
      <w:r w:rsidRPr="004C3E92">
        <w:t>Dashwood</w:t>
      </w:r>
      <w:proofErr w:type="spellEnd"/>
      <w:r w:rsidRPr="004C3E92">
        <w:t xml:space="preserve"> en cas d</w:t>
      </w:r>
      <w:r w:rsidR="004A4993">
        <w:t>’</w:t>
      </w:r>
      <w:r w:rsidRPr="004C3E92">
        <w:t>urgence</w:t>
      </w:r>
      <w:r w:rsidR="004A4993">
        <w:t>.</w:t>
      </w:r>
    </w:p>
    <w:p w14:paraId="3850269C" w14:textId="77777777" w:rsidR="004A4993" w:rsidRDefault="008C5C61" w:rsidP="004A4993">
      <w:r w:rsidRPr="004C3E92">
        <w:t>Marianne fut</w:t>
      </w:r>
      <w:r w:rsidR="004A4993">
        <w:t xml:space="preserve">, </w:t>
      </w:r>
      <w:r w:rsidRPr="004C3E92">
        <w:t>bien entendu</w:t>
      </w:r>
      <w:r w:rsidR="004A4993">
        <w:t xml:space="preserve">, </w:t>
      </w:r>
      <w:r w:rsidRPr="004C3E92">
        <w:t>tenue dans l</w:t>
      </w:r>
      <w:r w:rsidR="004A4993">
        <w:t>’</w:t>
      </w:r>
      <w:r w:rsidRPr="004C3E92">
        <w:t>ignorance de to</w:t>
      </w:r>
      <w:r w:rsidRPr="004C3E92">
        <w:t>u</w:t>
      </w:r>
      <w:r w:rsidRPr="004C3E92">
        <w:t>tes ces dispositions</w:t>
      </w:r>
      <w:r w:rsidR="004A4993">
        <w:t xml:space="preserve">. </w:t>
      </w:r>
      <w:r w:rsidRPr="004C3E92">
        <w:t>Elle ne sut pas qu</w:t>
      </w:r>
      <w:r w:rsidR="004A4993">
        <w:t>’</w:t>
      </w:r>
      <w:r w:rsidRPr="004C3E92">
        <w:t>elle avait été le motif du renvoi des propriétaires de Cleveland environ sept jours après le moment de leur arrivée</w:t>
      </w:r>
      <w:r w:rsidR="004A4993">
        <w:t xml:space="preserve">. </w:t>
      </w:r>
      <w:r w:rsidRPr="004C3E92">
        <w:t xml:space="preserve">Elle ne fut pas surprise de ne </w:t>
      </w:r>
      <w:r w:rsidRPr="004C3E92">
        <w:lastRenderedPageBreak/>
        <w:t>pas voir Mrs</w:t>
      </w:r>
      <w:r w:rsidR="004A4993">
        <w:t xml:space="preserve">. </w:t>
      </w:r>
      <w:r w:rsidRPr="004C3E92">
        <w:t>Palmer</w:t>
      </w:r>
      <w:r w:rsidR="004A4993">
        <w:t xml:space="preserve"> ; </w:t>
      </w:r>
      <w:r w:rsidRPr="004C3E92">
        <w:t>et comme</w:t>
      </w:r>
      <w:r w:rsidR="004A4993">
        <w:t xml:space="preserve">, </w:t>
      </w:r>
      <w:r w:rsidRPr="004C3E92">
        <w:t>par ailleurs</w:t>
      </w:r>
      <w:r w:rsidR="004A4993">
        <w:t xml:space="preserve">, </w:t>
      </w:r>
      <w:r w:rsidRPr="004C3E92">
        <w:t>elle ne s</w:t>
      </w:r>
      <w:r w:rsidR="004A4993">
        <w:t>’</w:t>
      </w:r>
      <w:r w:rsidRPr="004C3E92">
        <w:t>en inquiétait pas</w:t>
      </w:r>
      <w:r w:rsidR="004A4993">
        <w:t xml:space="preserve">, </w:t>
      </w:r>
      <w:r w:rsidRPr="004C3E92">
        <w:t>elle ne prononça jamais son nom</w:t>
      </w:r>
      <w:r w:rsidR="004A4993">
        <w:t>.</w:t>
      </w:r>
    </w:p>
    <w:p w14:paraId="1251F8C0" w14:textId="77777777" w:rsidR="004A4993" w:rsidRDefault="008C5C61" w:rsidP="004A4993">
      <w:r w:rsidRPr="004C3E92">
        <w:t>Deux jours s</w:t>
      </w:r>
      <w:r w:rsidR="004A4993">
        <w:t>’</w:t>
      </w:r>
      <w:r w:rsidRPr="004C3E92">
        <w:t>écoulèrent à partir du départ de Mr</w:t>
      </w:r>
      <w:r w:rsidR="004A4993">
        <w:t xml:space="preserve">. </w:t>
      </w:r>
      <w:r w:rsidRPr="004C3E92">
        <w:t>Palmer</w:t>
      </w:r>
      <w:r w:rsidR="004A4993">
        <w:t xml:space="preserve">, </w:t>
      </w:r>
      <w:r w:rsidRPr="004C3E92">
        <w:t>et l</w:t>
      </w:r>
      <w:r w:rsidR="004A4993">
        <w:t>’</w:t>
      </w:r>
      <w:r w:rsidRPr="004C3E92">
        <w:t>état de Marianne demeura le même</w:t>
      </w:r>
      <w:r w:rsidR="004A4993">
        <w:t xml:space="preserve">, </w:t>
      </w:r>
      <w:r w:rsidRPr="004C3E92">
        <w:t>avec très peu de vari</w:t>
      </w:r>
      <w:r w:rsidRPr="004C3E92">
        <w:t>a</w:t>
      </w:r>
      <w:r w:rsidRPr="004C3E92">
        <w:t>tion</w:t>
      </w:r>
      <w:r w:rsidR="004A4993">
        <w:t xml:space="preserve">. </w:t>
      </w:r>
      <w:r w:rsidRPr="004C3E92">
        <w:t>Mr</w:t>
      </w:r>
      <w:r w:rsidR="004A4993">
        <w:t xml:space="preserve">. </w:t>
      </w:r>
      <w:r w:rsidRPr="004C3E92">
        <w:t>Harris</w:t>
      </w:r>
      <w:r w:rsidR="004A4993">
        <w:t xml:space="preserve">, </w:t>
      </w:r>
      <w:r w:rsidRPr="004C3E92">
        <w:t>qui venait la voir tous les jours</w:t>
      </w:r>
      <w:r w:rsidR="004A4993">
        <w:t xml:space="preserve">, </w:t>
      </w:r>
      <w:r w:rsidRPr="004C3E92">
        <w:t>parlait encore bravement d</w:t>
      </w:r>
      <w:r w:rsidR="004A4993">
        <w:t>’</w:t>
      </w:r>
      <w:r w:rsidRPr="004C3E92">
        <w:t>un prompt rétablissement</w:t>
      </w:r>
      <w:r w:rsidR="004A4993">
        <w:t xml:space="preserve">, </w:t>
      </w:r>
      <w:r w:rsidRPr="004C3E92">
        <w:t xml:space="preserve">et miss </w:t>
      </w:r>
      <w:proofErr w:type="spellStart"/>
      <w:r w:rsidRPr="004C3E92">
        <w:t>Dashwood</w:t>
      </w:r>
      <w:proofErr w:type="spellEnd"/>
      <w:r w:rsidRPr="004C3E92">
        <w:t xml:space="preserve"> était également optimiste</w:t>
      </w:r>
      <w:r w:rsidR="004A4993">
        <w:t xml:space="preserve"> ; </w:t>
      </w:r>
      <w:r w:rsidRPr="004C3E92">
        <w:t>mais les perspectives des autres n</w:t>
      </w:r>
      <w:r w:rsidR="004A4993">
        <w:t>’</w:t>
      </w:r>
      <w:r w:rsidRPr="004C3E92">
        <w:t>étaient nullement aussi riantes</w:t>
      </w:r>
      <w:r w:rsidR="004A4993">
        <w:t xml:space="preserve">. </w:t>
      </w:r>
      <w:r w:rsidRPr="004C3E92">
        <w:t>Mrs</w:t>
      </w:r>
      <w:r w:rsidR="004A4993">
        <w:t xml:space="preserve">. </w:t>
      </w:r>
      <w:r w:rsidRPr="004C3E92">
        <w:t>Jennings s</w:t>
      </w:r>
      <w:r w:rsidR="004A4993">
        <w:t>’</w:t>
      </w:r>
      <w:r w:rsidRPr="004C3E92">
        <w:t>était persuadé</w:t>
      </w:r>
      <w:r w:rsidR="004A4993">
        <w:t xml:space="preserve">, </w:t>
      </w:r>
      <w:r w:rsidRPr="004C3E92">
        <w:t>dès le début de la maladie</w:t>
      </w:r>
      <w:r w:rsidR="004A4993">
        <w:t xml:space="preserve">, </w:t>
      </w:r>
      <w:r w:rsidRPr="004C3E92">
        <w:t>que Marianne ne s</w:t>
      </w:r>
      <w:r w:rsidR="004A4993">
        <w:t>’</w:t>
      </w:r>
      <w:r w:rsidRPr="004C3E92">
        <w:t>en remettrait jamais</w:t>
      </w:r>
      <w:r w:rsidR="004A4993">
        <w:t xml:space="preserve">, </w:t>
      </w:r>
      <w:r w:rsidRPr="004C3E92">
        <w:t>et le colonel Brandon</w:t>
      </w:r>
      <w:r w:rsidR="004A4993">
        <w:t xml:space="preserve">, </w:t>
      </w:r>
      <w:r w:rsidRPr="004C3E92">
        <w:t>dont la principale utilité consistait à écouter les tristes pressentiments de Mrs</w:t>
      </w:r>
      <w:r w:rsidR="004A4993">
        <w:t xml:space="preserve">. </w:t>
      </w:r>
      <w:r w:rsidRPr="004C3E92">
        <w:t>Jennings</w:t>
      </w:r>
      <w:r w:rsidR="004A4993">
        <w:t xml:space="preserve">, </w:t>
      </w:r>
      <w:r w:rsidRPr="004C3E92">
        <w:t>n</w:t>
      </w:r>
      <w:r w:rsidR="004A4993">
        <w:t>’</w:t>
      </w:r>
      <w:r w:rsidRPr="004C3E92">
        <w:t>était pas dans un état d</w:t>
      </w:r>
      <w:r w:rsidR="004A4993">
        <w:t>’</w:t>
      </w:r>
      <w:r w:rsidRPr="004C3E92">
        <w:t>esprit susceptible de résister à leur influence</w:t>
      </w:r>
      <w:r w:rsidR="004A4993">
        <w:t xml:space="preserve">. </w:t>
      </w:r>
      <w:r w:rsidRPr="004C3E92">
        <w:t>Il essaya de se raisonner afin de dissiper des craintes que le jugement diff</w:t>
      </w:r>
      <w:r w:rsidRPr="004C3E92">
        <w:t>é</w:t>
      </w:r>
      <w:r w:rsidRPr="004C3E92">
        <w:t>rent de l</w:t>
      </w:r>
      <w:r w:rsidR="004A4993">
        <w:t>’</w:t>
      </w:r>
      <w:r w:rsidRPr="004C3E92">
        <w:t>apothicaire semblait rendre absurdes</w:t>
      </w:r>
      <w:r w:rsidR="004A4993">
        <w:t xml:space="preserve"> ; </w:t>
      </w:r>
      <w:r w:rsidRPr="004C3E92">
        <w:t>mais les no</w:t>
      </w:r>
      <w:r w:rsidRPr="004C3E92">
        <w:t>m</w:t>
      </w:r>
      <w:r w:rsidRPr="004C3E92">
        <w:t>breuses heures de chacune de ses journées où il était complèt</w:t>
      </w:r>
      <w:r w:rsidRPr="004C3E92">
        <w:t>e</w:t>
      </w:r>
      <w:r w:rsidRPr="004C3E92">
        <w:t>ment abandonné à lui-même n</w:t>
      </w:r>
      <w:r w:rsidR="004A4993">
        <w:t>’</w:t>
      </w:r>
      <w:r w:rsidRPr="004C3E92">
        <w:t>étaient que trop favorables à la pénétration de toute idée mélancolique</w:t>
      </w:r>
      <w:r w:rsidR="004A4993">
        <w:t xml:space="preserve">, </w:t>
      </w:r>
      <w:r w:rsidRPr="004C3E92">
        <w:t>et il fut incapable de chasser de son esprit la conviction selon laquelle il ne reverrait plus Marianne</w:t>
      </w:r>
      <w:r w:rsidR="004A4993">
        <w:t>.</w:t>
      </w:r>
    </w:p>
    <w:p w14:paraId="12590FAC" w14:textId="77777777" w:rsidR="004A4993" w:rsidRDefault="008C5C61" w:rsidP="004A4993">
      <w:r w:rsidRPr="004C3E92">
        <w:t>Le matin du troisième jour</w:t>
      </w:r>
      <w:r w:rsidR="004A4993">
        <w:t xml:space="preserve">, </w:t>
      </w:r>
      <w:r w:rsidRPr="004C3E92">
        <w:t>toutefois</w:t>
      </w:r>
      <w:r w:rsidR="004A4993">
        <w:t xml:space="preserve">, </w:t>
      </w:r>
      <w:r w:rsidRPr="004C3E92">
        <w:t>leurs sombres pr</w:t>
      </w:r>
      <w:r w:rsidRPr="004C3E92">
        <w:t>o</w:t>
      </w:r>
      <w:r w:rsidRPr="004C3E92">
        <w:t>nostics</w:t>
      </w:r>
      <w:r w:rsidR="004A4993">
        <w:t xml:space="preserve">, </w:t>
      </w:r>
      <w:r w:rsidRPr="004C3E92">
        <w:t>à tous deux</w:t>
      </w:r>
      <w:r w:rsidR="004A4993">
        <w:t xml:space="preserve">, </w:t>
      </w:r>
      <w:r w:rsidRPr="004C3E92">
        <w:t>furent presque dissipés</w:t>
      </w:r>
      <w:r w:rsidR="004A4993">
        <w:t xml:space="preserve"> ; </w:t>
      </w:r>
      <w:r w:rsidRPr="004C3E92">
        <w:t>car lorsque Mr</w:t>
      </w:r>
      <w:r w:rsidR="004A4993">
        <w:t xml:space="preserve">. </w:t>
      </w:r>
      <w:r w:rsidRPr="004C3E92">
        <w:t>Harris arriva</w:t>
      </w:r>
      <w:r w:rsidR="004A4993">
        <w:t xml:space="preserve">, </w:t>
      </w:r>
      <w:r w:rsidRPr="004C3E92">
        <w:t>il déclara que sa malade allait nettement mieux</w:t>
      </w:r>
      <w:r w:rsidR="004A4993">
        <w:t xml:space="preserve">. </w:t>
      </w:r>
      <w:r w:rsidRPr="004C3E92">
        <w:t>Son pouls était beaucoup plus vigoureux</w:t>
      </w:r>
      <w:r w:rsidR="004A4993">
        <w:t xml:space="preserve">, </w:t>
      </w:r>
      <w:r w:rsidRPr="004C3E92">
        <w:t>et tous les symptômes étaient plus favorables que lors de sa visite précédente</w:t>
      </w:r>
      <w:r w:rsidR="004A4993">
        <w:t xml:space="preserve">. </w:t>
      </w:r>
      <w:proofErr w:type="spellStart"/>
      <w:r w:rsidRPr="004C3E92">
        <w:t>Elinor</w:t>
      </w:r>
      <w:proofErr w:type="spellEnd"/>
      <w:r w:rsidR="004A4993">
        <w:t xml:space="preserve">, </w:t>
      </w:r>
      <w:r w:rsidRPr="004C3E92">
        <w:t>confirmée dans tous ses espoirs agréables</w:t>
      </w:r>
      <w:r w:rsidR="004A4993">
        <w:t xml:space="preserve">, </w:t>
      </w:r>
      <w:r w:rsidRPr="004C3E92">
        <w:t>fut toute gaieté</w:t>
      </w:r>
      <w:r w:rsidR="004A4993">
        <w:t xml:space="preserve"> ; </w:t>
      </w:r>
      <w:r w:rsidRPr="004C3E92">
        <w:t>elle se réjouit de ce que</w:t>
      </w:r>
      <w:r w:rsidR="004A4993">
        <w:t xml:space="preserve">, </w:t>
      </w:r>
      <w:r w:rsidRPr="004C3E92">
        <w:t>dans ses lettres à sa mère</w:t>
      </w:r>
      <w:r w:rsidR="004A4993">
        <w:t xml:space="preserve">, </w:t>
      </w:r>
      <w:r w:rsidRPr="004C3E92">
        <w:t>elle s</w:t>
      </w:r>
      <w:r w:rsidR="004A4993">
        <w:t>’</w:t>
      </w:r>
      <w:r w:rsidRPr="004C3E92">
        <w:t>en fût tenue à son propre jugement</w:t>
      </w:r>
      <w:r w:rsidR="004A4993">
        <w:t xml:space="preserve">, </w:t>
      </w:r>
      <w:r w:rsidRPr="004C3E92">
        <w:t>plutôt qu</w:t>
      </w:r>
      <w:r w:rsidR="004A4993">
        <w:t>’</w:t>
      </w:r>
      <w:r w:rsidRPr="004C3E92">
        <w:t>à celui de son amie</w:t>
      </w:r>
      <w:r w:rsidR="004A4993">
        <w:t xml:space="preserve">, </w:t>
      </w:r>
      <w:r w:rsidRPr="004C3E92">
        <w:t>et eût pris à la légère l</w:t>
      </w:r>
      <w:r w:rsidR="004A4993">
        <w:t>’</w:t>
      </w:r>
      <w:r w:rsidRPr="004C3E92">
        <w:t>indisposition qui les retenait à Cleveland</w:t>
      </w:r>
      <w:r w:rsidR="004A4993">
        <w:t xml:space="preserve"> ; </w:t>
      </w:r>
      <w:r w:rsidRPr="004C3E92">
        <w:t>et elle fut près de préciser l</w:t>
      </w:r>
      <w:r w:rsidR="004A4993">
        <w:t>’</w:t>
      </w:r>
      <w:r w:rsidRPr="004C3E92">
        <w:t>époque où Marianne serait en état de voyager</w:t>
      </w:r>
      <w:r w:rsidR="004A4993">
        <w:t>.</w:t>
      </w:r>
    </w:p>
    <w:p w14:paraId="0926D3C4" w14:textId="77777777" w:rsidR="004A4993" w:rsidRDefault="008C5C61" w:rsidP="004A4993">
      <w:r w:rsidRPr="004C3E92">
        <w:lastRenderedPageBreak/>
        <w:t>Mais la journée ne se termina pas sous d</w:t>
      </w:r>
      <w:r w:rsidR="004A4993">
        <w:t>’</w:t>
      </w:r>
      <w:r w:rsidRPr="004C3E92">
        <w:t>aussi bons ausp</w:t>
      </w:r>
      <w:r w:rsidRPr="004C3E92">
        <w:t>i</w:t>
      </w:r>
      <w:r w:rsidRPr="004C3E92">
        <w:t>ces qu</w:t>
      </w:r>
      <w:r w:rsidR="004A4993">
        <w:t>’</w:t>
      </w:r>
      <w:r w:rsidRPr="004C3E92">
        <w:t>elle avait commencé</w:t>
      </w:r>
      <w:r w:rsidR="004A4993">
        <w:t xml:space="preserve">. </w:t>
      </w:r>
      <w:r w:rsidRPr="004C3E92">
        <w:t>Vers le soir</w:t>
      </w:r>
      <w:r w:rsidR="004A4993">
        <w:t xml:space="preserve">, </w:t>
      </w:r>
      <w:r w:rsidRPr="004C3E92">
        <w:t>Marianne retomba m</w:t>
      </w:r>
      <w:r w:rsidRPr="004C3E92">
        <w:t>a</w:t>
      </w:r>
      <w:r w:rsidRPr="004C3E92">
        <w:t>lade</w:t>
      </w:r>
      <w:r w:rsidR="004A4993">
        <w:t xml:space="preserve">, </w:t>
      </w:r>
      <w:r w:rsidRPr="004C3E92">
        <w:t>plus accablée</w:t>
      </w:r>
      <w:r w:rsidR="004A4993">
        <w:t xml:space="preserve">, </w:t>
      </w:r>
      <w:r w:rsidRPr="004C3E92">
        <w:t>plus agitée</w:t>
      </w:r>
      <w:r w:rsidR="004A4993">
        <w:t xml:space="preserve">, </w:t>
      </w:r>
      <w:r w:rsidRPr="004C3E92">
        <w:t>et plus mal à son aise</w:t>
      </w:r>
      <w:r w:rsidR="004A4993">
        <w:t xml:space="preserve">, </w:t>
      </w:r>
      <w:r w:rsidRPr="004C3E92">
        <w:t>que pr</w:t>
      </w:r>
      <w:r w:rsidRPr="004C3E92">
        <w:t>é</w:t>
      </w:r>
      <w:r w:rsidRPr="004C3E92">
        <w:t>cédemment</w:t>
      </w:r>
      <w:r w:rsidR="004A4993">
        <w:t xml:space="preserve">. </w:t>
      </w:r>
      <w:r w:rsidRPr="004C3E92">
        <w:t>Sa sœur</w:t>
      </w:r>
      <w:r w:rsidR="004A4993">
        <w:t xml:space="preserve">, </w:t>
      </w:r>
      <w:r w:rsidRPr="004C3E92">
        <w:t>pourtant</w:t>
      </w:r>
      <w:r w:rsidR="004A4993">
        <w:t xml:space="preserve">, </w:t>
      </w:r>
      <w:r w:rsidRPr="004C3E92">
        <w:t>toujours confiante</w:t>
      </w:r>
      <w:r w:rsidR="004A4993">
        <w:t xml:space="preserve">, </w:t>
      </w:r>
      <w:r w:rsidRPr="004C3E92">
        <w:t>était disp</w:t>
      </w:r>
      <w:r w:rsidRPr="004C3E92">
        <w:t>o</w:t>
      </w:r>
      <w:r w:rsidRPr="004C3E92">
        <w:t>sée à n</w:t>
      </w:r>
      <w:r w:rsidR="004A4993">
        <w:t>’</w:t>
      </w:r>
      <w:r w:rsidRPr="004C3E92">
        <w:t>attribuer ce changement à rien de plus qu</w:t>
      </w:r>
      <w:r w:rsidR="004A4993">
        <w:t>’</w:t>
      </w:r>
      <w:r w:rsidRPr="004C3E92">
        <w:t>à la fatigue de s</w:t>
      </w:r>
      <w:r w:rsidR="004A4993">
        <w:t>’</w:t>
      </w:r>
      <w:r w:rsidRPr="004C3E92">
        <w:t>être assise pour qu</w:t>
      </w:r>
      <w:r w:rsidR="004A4993">
        <w:t>’</w:t>
      </w:r>
      <w:r w:rsidRPr="004C3E92">
        <w:t>on lui refît son lit</w:t>
      </w:r>
      <w:r w:rsidR="004A4993">
        <w:t xml:space="preserve"> ; </w:t>
      </w:r>
      <w:r w:rsidRPr="004C3E92">
        <w:t>et</w:t>
      </w:r>
      <w:r w:rsidR="004A4993">
        <w:t xml:space="preserve">, </w:t>
      </w:r>
      <w:r w:rsidRPr="004C3E92">
        <w:t>ayant administré avec soin les cordiaux prescrits</w:t>
      </w:r>
      <w:r w:rsidR="004A4993">
        <w:t xml:space="preserve">, </w:t>
      </w:r>
      <w:r w:rsidRPr="004C3E92">
        <w:t>elle la vit enfin tomber dans un assoupissement dont elle espérait les effets les plus bienfaisants</w:t>
      </w:r>
      <w:r w:rsidR="004A4993">
        <w:t xml:space="preserve">. </w:t>
      </w:r>
      <w:r w:rsidRPr="004C3E92">
        <w:t>Le sommeil de Marianne</w:t>
      </w:r>
      <w:r w:rsidR="004A4993">
        <w:t xml:space="preserve">, </w:t>
      </w:r>
      <w:r w:rsidRPr="004C3E92">
        <w:t>bien qu</w:t>
      </w:r>
      <w:r w:rsidR="004A4993">
        <w:t>’</w:t>
      </w:r>
      <w:r w:rsidRPr="004C3E92">
        <w:t>il ne fût pas aussi calme qu</w:t>
      </w:r>
      <w:r w:rsidR="004A4993">
        <w:t>’</w:t>
      </w:r>
      <w:proofErr w:type="spellStart"/>
      <w:r w:rsidRPr="004C3E92">
        <w:t>Elinor</w:t>
      </w:r>
      <w:proofErr w:type="spellEnd"/>
      <w:r w:rsidRPr="004C3E92">
        <w:t xml:space="preserve"> eût désiré le voir</w:t>
      </w:r>
      <w:r w:rsidR="004A4993">
        <w:t xml:space="preserve">, </w:t>
      </w:r>
      <w:r w:rsidRPr="004C3E92">
        <w:t>dura un temps considérable</w:t>
      </w:r>
      <w:r w:rsidR="004A4993">
        <w:t xml:space="preserve"> ; </w:t>
      </w:r>
      <w:r w:rsidRPr="004C3E92">
        <w:t>et</w:t>
      </w:r>
      <w:r w:rsidR="004A4993">
        <w:t xml:space="preserve">, </w:t>
      </w:r>
      <w:r w:rsidRPr="004C3E92">
        <w:t>impatiente d</w:t>
      </w:r>
      <w:r w:rsidR="004A4993">
        <w:t>’</w:t>
      </w:r>
      <w:r w:rsidRPr="004C3E92">
        <w:t>en observer elle-même les résultats</w:t>
      </w:r>
      <w:r w:rsidR="004A4993">
        <w:t xml:space="preserve">, </w:t>
      </w:r>
      <w:r w:rsidRPr="004C3E92">
        <w:t>elle résolut de veiller auprès d</w:t>
      </w:r>
      <w:r w:rsidR="004A4993">
        <w:t>’</w:t>
      </w:r>
      <w:r w:rsidRPr="004C3E92">
        <w:t>elle pendant toute sa durée</w:t>
      </w:r>
      <w:r w:rsidR="004A4993">
        <w:t xml:space="preserve">. </w:t>
      </w:r>
      <w:r w:rsidRPr="004C3E92">
        <w:t>Mrs</w:t>
      </w:r>
      <w:r w:rsidR="004A4993">
        <w:t xml:space="preserve">. </w:t>
      </w:r>
      <w:r w:rsidRPr="004C3E92">
        <w:t>Jennings</w:t>
      </w:r>
      <w:r w:rsidR="004A4993">
        <w:t xml:space="preserve">, </w:t>
      </w:r>
      <w:r w:rsidRPr="004C3E92">
        <w:t>ne sachant rien d</w:t>
      </w:r>
      <w:r w:rsidR="004A4993">
        <w:t>’</w:t>
      </w:r>
      <w:r w:rsidRPr="004C3E92">
        <w:t>un changement survenu chez la malade</w:t>
      </w:r>
      <w:r w:rsidR="004A4993">
        <w:t xml:space="preserve">, </w:t>
      </w:r>
      <w:r w:rsidRPr="004C3E92">
        <w:t>alla se coucher exceptionnellement tôt</w:t>
      </w:r>
      <w:r w:rsidR="004A4993">
        <w:t xml:space="preserve"> ; </w:t>
      </w:r>
      <w:r w:rsidRPr="004C3E92">
        <w:t>sa femme de chambre</w:t>
      </w:r>
      <w:r w:rsidR="004A4993">
        <w:t xml:space="preserve">, </w:t>
      </w:r>
      <w:r w:rsidRPr="004C3E92">
        <w:t>qui était l</w:t>
      </w:r>
      <w:r w:rsidR="004A4993">
        <w:t>’</w:t>
      </w:r>
      <w:r w:rsidRPr="004C3E92">
        <w:t>une des infirmières principales</w:t>
      </w:r>
      <w:r w:rsidR="004A4993">
        <w:t xml:space="preserve">, </w:t>
      </w:r>
      <w:r w:rsidRPr="004C3E92">
        <w:t>se récréait dans la cha</w:t>
      </w:r>
      <w:r w:rsidRPr="004C3E92">
        <w:t>m</w:t>
      </w:r>
      <w:r w:rsidRPr="004C3E92">
        <w:t>bre de la femme de charge</w:t>
      </w:r>
      <w:r w:rsidR="004A4993">
        <w:t xml:space="preserve">, </w:t>
      </w:r>
      <w:r w:rsidRPr="004C3E92">
        <w:t xml:space="preserve">et </w:t>
      </w:r>
      <w:proofErr w:type="spellStart"/>
      <w:r w:rsidRPr="004C3E92">
        <w:t>Elinor</w:t>
      </w:r>
      <w:proofErr w:type="spellEnd"/>
      <w:r w:rsidRPr="004C3E92">
        <w:t xml:space="preserve"> resta seule auprès de M</w:t>
      </w:r>
      <w:r w:rsidRPr="004C3E92">
        <w:t>a</w:t>
      </w:r>
      <w:r w:rsidRPr="004C3E92">
        <w:t>rianne</w:t>
      </w:r>
      <w:r w:rsidR="004A4993">
        <w:t>.</w:t>
      </w:r>
    </w:p>
    <w:p w14:paraId="7C6430A4" w14:textId="77777777" w:rsidR="004A4993" w:rsidRDefault="008C5C61" w:rsidP="004A4993">
      <w:r w:rsidRPr="004C3E92">
        <w:t>Le repos de celle-ci devint de plus en plus troublé</w:t>
      </w:r>
      <w:r w:rsidR="004A4993">
        <w:t xml:space="preserve"> ; </w:t>
      </w:r>
      <w:r w:rsidRPr="004C3E92">
        <w:t>et sa sœur</w:t>
      </w:r>
      <w:r w:rsidR="004A4993">
        <w:t xml:space="preserve">, </w:t>
      </w:r>
      <w:r w:rsidRPr="004C3E92">
        <w:t>qui suivait avec une attention ininterrompue ses chang</w:t>
      </w:r>
      <w:r w:rsidRPr="004C3E92">
        <w:t>e</w:t>
      </w:r>
      <w:r w:rsidRPr="004C3E92">
        <w:t>ments continuels de posture</w:t>
      </w:r>
      <w:r w:rsidR="004A4993">
        <w:t xml:space="preserve">, </w:t>
      </w:r>
      <w:r w:rsidRPr="004C3E92">
        <w:t>et écoutait les plaintes fréquentes mais inarticulées qui s</w:t>
      </w:r>
      <w:r w:rsidR="004A4993">
        <w:t>’</w:t>
      </w:r>
      <w:r w:rsidRPr="004C3E92">
        <w:t>échappaient de ses lèvres</w:t>
      </w:r>
      <w:r w:rsidR="004A4993">
        <w:t xml:space="preserve">, </w:t>
      </w:r>
      <w:r w:rsidRPr="004C3E92">
        <w:t>eut presque envie de l</w:t>
      </w:r>
      <w:r w:rsidR="004A4993">
        <w:t>’</w:t>
      </w:r>
      <w:r w:rsidRPr="004C3E92">
        <w:t>arracher à un sommeil aussi douloureux</w:t>
      </w:r>
      <w:r w:rsidR="004A4993">
        <w:t xml:space="preserve">, </w:t>
      </w:r>
      <w:r w:rsidRPr="004C3E92">
        <w:t>lorsque M</w:t>
      </w:r>
      <w:r w:rsidRPr="004C3E92">
        <w:t>a</w:t>
      </w:r>
      <w:r w:rsidRPr="004C3E92">
        <w:t>rianne</w:t>
      </w:r>
      <w:r w:rsidR="004A4993">
        <w:t xml:space="preserve">, </w:t>
      </w:r>
      <w:r w:rsidRPr="004C3E92">
        <w:t>soudain réveillée par quelque bruit accidentel dans la maison</w:t>
      </w:r>
      <w:r w:rsidR="004A4993">
        <w:t xml:space="preserve">, </w:t>
      </w:r>
      <w:r w:rsidRPr="004C3E92">
        <w:t>se redressa en sursaut</w:t>
      </w:r>
      <w:r w:rsidR="004A4993">
        <w:t xml:space="preserve">, </w:t>
      </w:r>
      <w:r w:rsidRPr="004C3E92">
        <w:t>et s</w:t>
      </w:r>
      <w:r w:rsidR="004A4993">
        <w:t>’</w:t>
      </w:r>
      <w:r w:rsidRPr="004C3E92">
        <w:t>écria</w:t>
      </w:r>
      <w:r w:rsidR="004A4993">
        <w:t xml:space="preserve">, </w:t>
      </w:r>
      <w:r w:rsidRPr="004C3E92">
        <w:t>d</w:t>
      </w:r>
      <w:r w:rsidR="004A4993">
        <w:t>’</w:t>
      </w:r>
      <w:r w:rsidRPr="004C3E92">
        <w:t>une voix farouch</w:t>
      </w:r>
      <w:r w:rsidRPr="004C3E92">
        <w:t>e</w:t>
      </w:r>
      <w:r w:rsidRPr="004C3E92">
        <w:t>ment fébrile</w:t>
      </w:r>
      <w:r w:rsidR="004A4993">
        <w:t> :</w:t>
      </w:r>
    </w:p>
    <w:p w14:paraId="7D21A862" w14:textId="77777777" w:rsidR="004A4993" w:rsidRDefault="004A4993" w:rsidP="004A4993">
      <w:r>
        <w:t>— </w:t>
      </w:r>
      <w:r w:rsidR="008C5C61" w:rsidRPr="004C3E92">
        <w:t>Maman vient-elle</w:t>
      </w:r>
      <w:r>
        <w:t> ?</w:t>
      </w:r>
    </w:p>
    <w:p w14:paraId="007E0D74" w14:textId="77777777" w:rsidR="004A4993" w:rsidRDefault="004A4993" w:rsidP="004A4993">
      <w:r>
        <w:t>— </w:t>
      </w:r>
      <w:r w:rsidR="008C5C61" w:rsidRPr="004C3E92">
        <w:t>Pas encore</w:t>
      </w:r>
      <w:r>
        <w:t xml:space="preserve">, </w:t>
      </w:r>
      <w:r w:rsidR="008C5C61" w:rsidRPr="004C3E92">
        <w:t>répondit l</w:t>
      </w:r>
      <w:r>
        <w:t>’</w:t>
      </w:r>
      <w:r w:rsidR="008C5C61" w:rsidRPr="004C3E92">
        <w:t>autre</w:t>
      </w:r>
      <w:r>
        <w:t xml:space="preserve">, </w:t>
      </w:r>
      <w:r w:rsidR="008C5C61" w:rsidRPr="004C3E92">
        <w:t>dissimulant sa terreur</w:t>
      </w:r>
      <w:r>
        <w:t xml:space="preserve">, </w:t>
      </w:r>
      <w:r w:rsidR="008C5C61" w:rsidRPr="004C3E92">
        <w:t>et aidant Marianne à se recoucher</w:t>
      </w:r>
      <w:r>
        <w:t xml:space="preserve"> ; </w:t>
      </w:r>
      <w:r w:rsidR="008C5C61" w:rsidRPr="004C3E92">
        <w:t>mais elle sera ici</w:t>
      </w:r>
      <w:r>
        <w:t xml:space="preserve">, </w:t>
      </w:r>
      <w:r w:rsidR="008C5C61" w:rsidRPr="004C3E92">
        <w:t>je l</w:t>
      </w:r>
      <w:r>
        <w:t>’</w:t>
      </w:r>
      <w:r w:rsidR="008C5C61" w:rsidRPr="004C3E92">
        <w:t>espère</w:t>
      </w:r>
      <w:r>
        <w:t xml:space="preserve">, </w:t>
      </w:r>
      <w:r w:rsidR="008C5C61" w:rsidRPr="004C3E92">
        <w:t>avant longtemps</w:t>
      </w:r>
      <w:r>
        <w:t xml:space="preserve">. </w:t>
      </w:r>
      <w:r w:rsidR="008C5C61" w:rsidRPr="004C3E92">
        <w:t>C</w:t>
      </w:r>
      <w:r>
        <w:t>’</w:t>
      </w:r>
      <w:r w:rsidR="008C5C61" w:rsidRPr="004C3E92">
        <w:t>est un long trajet</w:t>
      </w:r>
      <w:r>
        <w:t xml:space="preserve">, </w:t>
      </w:r>
      <w:r w:rsidR="008C5C61" w:rsidRPr="004C3E92">
        <w:t>vois-tu</w:t>
      </w:r>
      <w:r>
        <w:t xml:space="preserve">, </w:t>
      </w:r>
      <w:r w:rsidR="008C5C61" w:rsidRPr="004C3E92">
        <w:t>d</w:t>
      </w:r>
      <w:r>
        <w:t>’</w:t>
      </w:r>
      <w:r w:rsidR="008C5C61" w:rsidRPr="004C3E92">
        <w:t>ici à Barton</w:t>
      </w:r>
      <w:r>
        <w:t>.</w:t>
      </w:r>
    </w:p>
    <w:p w14:paraId="0F740F96" w14:textId="77777777" w:rsidR="004A4993" w:rsidRDefault="004A4993" w:rsidP="004A4993">
      <w:r>
        <w:lastRenderedPageBreak/>
        <w:t>— </w:t>
      </w:r>
      <w:r w:rsidR="008C5C61" w:rsidRPr="004C3E92">
        <w:t>Mais il ne faut pas qu</w:t>
      </w:r>
      <w:r>
        <w:t>’</w:t>
      </w:r>
      <w:r w:rsidR="008C5C61" w:rsidRPr="004C3E92">
        <w:t>elle fasse le détour par Londres</w:t>
      </w:r>
      <w:r>
        <w:t xml:space="preserve">, </w:t>
      </w:r>
      <w:r w:rsidR="008C5C61" w:rsidRPr="004C3E92">
        <w:t>s</w:t>
      </w:r>
      <w:r>
        <w:t>’</w:t>
      </w:r>
      <w:r w:rsidR="008C5C61" w:rsidRPr="004C3E92">
        <w:t>écria Marianne</w:t>
      </w:r>
      <w:r>
        <w:t xml:space="preserve">, </w:t>
      </w:r>
      <w:r w:rsidR="008C5C61" w:rsidRPr="004C3E92">
        <w:t>du même ton empreint de hâte</w:t>
      </w:r>
      <w:r>
        <w:t xml:space="preserve">. </w:t>
      </w:r>
      <w:r w:rsidR="008C5C61" w:rsidRPr="004C3E92">
        <w:t>Je ne la verrai jamais si elle va à Londres</w:t>
      </w:r>
      <w:r>
        <w:t>.</w:t>
      </w:r>
    </w:p>
    <w:p w14:paraId="33A60713" w14:textId="77777777" w:rsidR="004A4993" w:rsidRDefault="008C5C61" w:rsidP="004A4993">
      <w:proofErr w:type="spellStart"/>
      <w:r w:rsidRPr="004C3E92">
        <w:t>Elinor</w:t>
      </w:r>
      <w:proofErr w:type="spellEnd"/>
      <w:r w:rsidRPr="004C3E92">
        <w:t xml:space="preserve"> perçut avec effroi qu</w:t>
      </w:r>
      <w:r w:rsidR="004A4993">
        <w:t>’</w:t>
      </w:r>
      <w:r w:rsidRPr="004C3E92">
        <w:t>elle n</w:t>
      </w:r>
      <w:r w:rsidR="004A4993">
        <w:t>’</w:t>
      </w:r>
      <w:r w:rsidRPr="004C3E92">
        <w:t>avait pas tous ses esprits</w:t>
      </w:r>
      <w:r w:rsidR="004A4993">
        <w:t xml:space="preserve">, </w:t>
      </w:r>
      <w:r w:rsidRPr="004C3E92">
        <w:t>et</w:t>
      </w:r>
      <w:r w:rsidR="004A4993">
        <w:t xml:space="preserve">, </w:t>
      </w:r>
      <w:r w:rsidRPr="004C3E92">
        <w:t>tout en s</w:t>
      </w:r>
      <w:r w:rsidR="004A4993">
        <w:t>’</w:t>
      </w:r>
      <w:r w:rsidRPr="004C3E92">
        <w:t>efforçant de la calmer</w:t>
      </w:r>
      <w:r w:rsidR="004A4993">
        <w:t xml:space="preserve">, </w:t>
      </w:r>
      <w:r w:rsidRPr="004C3E92">
        <w:t>lui tâta avidement le pouls</w:t>
      </w:r>
      <w:r w:rsidR="004A4993">
        <w:t xml:space="preserve">. </w:t>
      </w:r>
      <w:r w:rsidRPr="004C3E92">
        <w:t>Il était plus faible et plus rapide que jamais</w:t>
      </w:r>
      <w:r w:rsidR="004A4993">
        <w:t xml:space="preserve"> ; </w:t>
      </w:r>
      <w:r w:rsidRPr="004C3E92">
        <w:t>et comme Marianne continuait à parler follement de maman</w:t>
      </w:r>
      <w:r w:rsidR="004A4993">
        <w:t xml:space="preserve">, </w:t>
      </w:r>
      <w:r w:rsidRPr="004C3E92">
        <w:t>l</w:t>
      </w:r>
      <w:r w:rsidR="004A4993">
        <w:t>’</w:t>
      </w:r>
      <w:r w:rsidRPr="004C3E92">
        <w:t>effroi d</w:t>
      </w:r>
      <w:r w:rsidR="004A4993">
        <w:t>’</w:t>
      </w:r>
      <w:proofErr w:type="spellStart"/>
      <w:r w:rsidRPr="004C3E92">
        <w:t>Elinor</w:t>
      </w:r>
      <w:proofErr w:type="spellEnd"/>
      <w:r w:rsidRPr="004C3E92">
        <w:t xml:space="preserve"> s</w:t>
      </w:r>
      <w:r w:rsidR="004A4993">
        <w:t>’</w:t>
      </w:r>
      <w:r w:rsidRPr="004C3E92">
        <w:t>accrut si vite qu</w:t>
      </w:r>
      <w:r w:rsidR="004A4993">
        <w:t>’</w:t>
      </w:r>
      <w:r w:rsidRPr="004C3E92">
        <w:t>elle résolut de faire appeler à l</w:t>
      </w:r>
      <w:r w:rsidR="004A4993">
        <w:t>’</w:t>
      </w:r>
      <w:r w:rsidRPr="004C3E92">
        <w:t>instant Mr</w:t>
      </w:r>
      <w:r w:rsidR="004A4993">
        <w:t xml:space="preserve">. </w:t>
      </w:r>
      <w:r w:rsidRPr="004C3E92">
        <w:t>Harris</w:t>
      </w:r>
      <w:r w:rsidR="004A4993">
        <w:t xml:space="preserve">, </w:t>
      </w:r>
      <w:r w:rsidRPr="004C3E92">
        <w:t>et d</w:t>
      </w:r>
      <w:r w:rsidR="004A4993">
        <w:t>’</w:t>
      </w:r>
      <w:r w:rsidRPr="004C3E92">
        <w:t>envoyer un messager à Barton pour ramener sa m</w:t>
      </w:r>
      <w:r w:rsidRPr="004C3E92">
        <w:t>è</w:t>
      </w:r>
      <w:r w:rsidRPr="004C3E92">
        <w:t>re</w:t>
      </w:r>
      <w:r w:rsidR="004A4993">
        <w:t xml:space="preserve">. </w:t>
      </w:r>
      <w:r w:rsidRPr="004C3E92">
        <w:t>Consulter avec le colonel Brandon quant au meilleur moyen de réaliser ce dernier projet</w:t>
      </w:r>
      <w:r w:rsidR="004A4993">
        <w:t xml:space="preserve">, </w:t>
      </w:r>
      <w:r w:rsidRPr="004C3E92">
        <w:t>ce fut là une idée qui succéda i</w:t>
      </w:r>
      <w:r w:rsidRPr="004C3E92">
        <w:t>m</w:t>
      </w:r>
      <w:r w:rsidRPr="004C3E92">
        <w:t>médiatement à la décision qu</w:t>
      </w:r>
      <w:r w:rsidR="004A4993">
        <w:t>’</w:t>
      </w:r>
      <w:r w:rsidRPr="004C3E92">
        <w:t>elle avait prise</w:t>
      </w:r>
      <w:r w:rsidR="004A4993">
        <w:t xml:space="preserve">, </w:t>
      </w:r>
      <w:r w:rsidRPr="004C3E92">
        <w:t>de l</w:t>
      </w:r>
      <w:r w:rsidR="004A4993">
        <w:t>’</w:t>
      </w:r>
      <w:r w:rsidRPr="004C3E92">
        <w:t>effectuer</w:t>
      </w:r>
      <w:r w:rsidR="004A4993">
        <w:t xml:space="preserve"> ; </w:t>
      </w:r>
      <w:r w:rsidRPr="004C3E92">
        <w:t>et aussitôt qu</w:t>
      </w:r>
      <w:r w:rsidR="004A4993">
        <w:t>’</w:t>
      </w:r>
      <w:r w:rsidRPr="004C3E92">
        <w:t>elle eut sonné pour appeler la servante qui devait la remplacer auprès de sa sœur</w:t>
      </w:r>
      <w:r w:rsidR="004A4993">
        <w:t xml:space="preserve">, </w:t>
      </w:r>
      <w:r w:rsidRPr="004C3E92">
        <w:t>elle descendit bien vite dans la salle à manger</w:t>
      </w:r>
      <w:r w:rsidR="004A4993">
        <w:t xml:space="preserve">, </w:t>
      </w:r>
      <w:r w:rsidRPr="004C3E92">
        <w:t>où elle savait qu</w:t>
      </w:r>
      <w:r w:rsidR="004A4993">
        <w:t>’</w:t>
      </w:r>
      <w:r w:rsidRPr="004C3E92">
        <w:t>on pouvait généralement tro</w:t>
      </w:r>
      <w:r w:rsidRPr="004C3E92">
        <w:t>u</w:t>
      </w:r>
      <w:r w:rsidRPr="004C3E92">
        <w:t>ver le Colonel à une heure beaucoup plus avancée que la prése</w:t>
      </w:r>
      <w:r w:rsidRPr="004C3E92">
        <w:t>n</w:t>
      </w:r>
      <w:r w:rsidRPr="004C3E92">
        <w:t>te</w:t>
      </w:r>
      <w:r w:rsidR="004A4993">
        <w:t>.</w:t>
      </w:r>
    </w:p>
    <w:p w14:paraId="1CB000A1" w14:textId="77777777" w:rsidR="004A4993" w:rsidRDefault="008C5C61" w:rsidP="004A4993">
      <w:r w:rsidRPr="004C3E92">
        <w:t>L</w:t>
      </w:r>
      <w:r w:rsidR="004A4993">
        <w:t>’</w:t>
      </w:r>
      <w:r w:rsidRPr="004C3E92">
        <w:t>heure n</w:t>
      </w:r>
      <w:r w:rsidR="004A4993">
        <w:t>’</w:t>
      </w:r>
      <w:r w:rsidRPr="004C3E92">
        <w:t>était pas aux hésitations</w:t>
      </w:r>
      <w:r w:rsidR="004A4993">
        <w:t xml:space="preserve">. </w:t>
      </w:r>
      <w:r w:rsidRPr="004C3E92">
        <w:t>Elle lui exposa imm</w:t>
      </w:r>
      <w:r w:rsidRPr="004C3E92">
        <w:t>é</w:t>
      </w:r>
      <w:r w:rsidRPr="004C3E92">
        <w:t>diatement ses craintes et ses difficultés</w:t>
      </w:r>
      <w:r w:rsidR="004A4993">
        <w:t xml:space="preserve">. </w:t>
      </w:r>
      <w:r w:rsidRPr="004C3E92">
        <w:t>Quant à ses craintes</w:t>
      </w:r>
      <w:r w:rsidR="004A4993">
        <w:t xml:space="preserve">, </w:t>
      </w:r>
      <w:r w:rsidRPr="004C3E92">
        <w:t>il manquait de courage et de confiance pour tenter de les diss</w:t>
      </w:r>
      <w:r w:rsidRPr="004C3E92">
        <w:t>i</w:t>
      </w:r>
      <w:r w:rsidRPr="004C3E92">
        <w:t>per</w:t>
      </w:r>
      <w:r w:rsidR="004A4993">
        <w:t xml:space="preserve"> : </w:t>
      </w:r>
      <w:r w:rsidRPr="004C3E92">
        <w:t>il les écouta avec un accablement silencieux</w:t>
      </w:r>
      <w:r w:rsidR="004A4993">
        <w:t xml:space="preserve"> ; </w:t>
      </w:r>
      <w:r w:rsidRPr="004C3E92">
        <w:t>mais ses di</w:t>
      </w:r>
      <w:r w:rsidRPr="004C3E92">
        <w:t>f</w:t>
      </w:r>
      <w:r w:rsidRPr="004C3E92">
        <w:t>ficultés</w:t>
      </w:r>
      <w:r w:rsidR="004A4993">
        <w:t xml:space="preserve">, </w:t>
      </w:r>
      <w:r w:rsidRPr="004C3E92">
        <w:t>il y remédia à l</w:t>
      </w:r>
      <w:r w:rsidR="004A4993">
        <w:t>’</w:t>
      </w:r>
      <w:r w:rsidRPr="004C3E92">
        <w:t>instant</w:t>
      </w:r>
      <w:r w:rsidR="004A4993">
        <w:t xml:space="preserve">, </w:t>
      </w:r>
      <w:r w:rsidRPr="004C3E92">
        <w:t>car</w:t>
      </w:r>
      <w:r w:rsidR="004A4993">
        <w:t xml:space="preserve">, </w:t>
      </w:r>
      <w:r w:rsidRPr="004C3E92">
        <w:t>avec un empressement qui semblait proclamer que l</w:t>
      </w:r>
      <w:r w:rsidR="004A4993">
        <w:t>’</w:t>
      </w:r>
      <w:r w:rsidRPr="004C3E92">
        <w:t>occasion et le service étaient préparés par avance dans son esprit</w:t>
      </w:r>
      <w:r w:rsidR="004A4993">
        <w:t xml:space="preserve">, </w:t>
      </w:r>
      <w:r w:rsidRPr="004C3E92">
        <w:t>il s</w:t>
      </w:r>
      <w:r w:rsidR="004A4993">
        <w:t>’</w:t>
      </w:r>
      <w:r w:rsidRPr="004C3E92">
        <w:t>offrit à être le messager qui irait chercher Mrs</w:t>
      </w:r>
      <w:r w:rsidR="004A4993">
        <w:t xml:space="preserve">. </w:t>
      </w:r>
      <w:proofErr w:type="spellStart"/>
      <w:r w:rsidRPr="004C3E92">
        <w:t>Dashwood</w:t>
      </w:r>
      <w:proofErr w:type="spellEnd"/>
      <w:r w:rsidR="004A4993">
        <w:t xml:space="preserve">. </w:t>
      </w:r>
      <w:proofErr w:type="spellStart"/>
      <w:r w:rsidRPr="004C3E92">
        <w:t>Elinor</w:t>
      </w:r>
      <w:proofErr w:type="spellEnd"/>
      <w:r w:rsidRPr="004C3E92">
        <w:t xml:space="preserve"> n</w:t>
      </w:r>
      <w:r w:rsidR="004A4993">
        <w:t>’</w:t>
      </w:r>
      <w:r w:rsidRPr="004C3E92">
        <w:t>opposa point de résistance qui ne fût facile à vaincre</w:t>
      </w:r>
      <w:r w:rsidR="004A4993">
        <w:t xml:space="preserve">. </w:t>
      </w:r>
      <w:r w:rsidRPr="004C3E92">
        <w:t>Elle le remercia avec une gratitude fervente</w:t>
      </w:r>
      <w:r w:rsidR="004A4993">
        <w:t xml:space="preserve">, </w:t>
      </w:r>
      <w:r w:rsidRPr="004C3E92">
        <w:t>quoique brève</w:t>
      </w:r>
      <w:r w:rsidR="004A4993">
        <w:t xml:space="preserve">, </w:t>
      </w:r>
      <w:r w:rsidRPr="004C3E92">
        <w:t>et</w:t>
      </w:r>
      <w:r w:rsidR="004A4993">
        <w:t xml:space="preserve">, </w:t>
      </w:r>
      <w:r w:rsidRPr="004C3E92">
        <w:t>tandis qu</w:t>
      </w:r>
      <w:r w:rsidR="004A4993">
        <w:t>’</w:t>
      </w:r>
      <w:r w:rsidRPr="004C3E92">
        <w:t>il allait dépêcher son d</w:t>
      </w:r>
      <w:r w:rsidRPr="004C3E92">
        <w:t>o</w:t>
      </w:r>
      <w:r w:rsidRPr="004C3E92">
        <w:t>mestique avec un message pour Mr</w:t>
      </w:r>
      <w:r w:rsidR="004A4993">
        <w:t xml:space="preserve">. </w:t>
      </w:r>
      <w:r w:rsidRPr="004C3E92">
        <w:t>Harris</w:t>
      </w:r>
      <w:r w:rsidR="004A4993">
        <w:t xml:space="preserve">, </w:t>
      </w:r>
      <w:r w:rsidRPr="004C3E92">
        <w:t>et une commande immédiate de chevaux de poste</w:t>
      </w:r>
      <w:r w:rsidR="004A4993">
        <w:t xml:space="preserve">, </w:t>
      </w:r>
      <w:r w:rsidRPr="004C3E92">
        <w:t>elle écrivit quelques mots à sa mère</w:t>
      </w:r>
      <w:r w:rsidR="004A4993">
        <w:t>.</w:t>
      </w:r>
    </w:p>
    <w:p w14:paraId="69478C08" w14:textId="77777777" w:rsidR="004A4993" w:rsidRDefault="008C5C61" w:rsidP="004A4993">
      <w:r w:rsidRPr="004C3E92">
        <w:lastRenderedPageBreak/>
        <w:t>Le réconfort</w:t>
      </w:r>
      <w:r w:rsidR="004A4993">
        <w:t xml:space="preserve">, </w:t>
      </w:r>
      <w:r w:rsidRPr="004C3E92">
        <w:t>en cet instant</w:t>
      </w:r>
      <w:r w:rsidR="004A4993">
        <w:t xml:space="preserve">, </w:t>
      </w:r>
      <w:r w:rsidRPr="004C3E92">
        <w:t>d</w:t>
      </w:r>
      <w:r w:rsidR="004A4993">
        <w:t>’</w:t>
      </w:r>
      <w:r w:rsidRPr="004C3E92">
        <w:t>un ami comme le colonel Brandon</w:t>
      </w:r>
      <w:r w:rsidR="004A4993">
        <w:t xml:space="preserve">, – </w:t>
      </w:r>
      <w:r w:rsidRPr="004C3E92">
        <w:t>d</w:t>
      </w:r>
      <w:r w:rsidR="004A4993">
        <w:t>’</w:t>
      </w:r>
      <w:r w:rsidRPr="004C3E92">
        <w:t>un tel compagnon pour sa mère</w:t>
      </w:r>
      <w:r w:rsidR="004A4993">
        <w:t xml:space="preserve">, – </w:t>
      </w:r>
      <w:r w:rsidRPr="004C3E92">
        <w:t>avec quelle gr</w:t>
      </w:r>
      <w:r w:rsidRPr="004C3E92">
        <w:t>a</w:t>
      </w:r>
      <w:r w:rsidRPr="004C3E92">
        <w:t>titude elle en eut conscience</w:t>
      </w:r>
      <w:r w:rsidR="004A4993">
        <w:t xml:space="preserve"> ! – </w:t>
      </w:r>
      <w:r w:rsidRPr="004C3E92">
        <w:t>d</w:t>
      </w:r>
      <w:r w:rsidR="004A4993">
        <w:t>’</w:t>
      </w:r>
      <w:r w:rsidRPr="004C3E92">
        <w:t>un compagnon dont le jug</w:t>
      </w:r>
      <w:r w:rsidRPr="004C3E92">
        <w:t>e</w:t>
      </w:r>
      <w:r w:rsidRPr="004C3E92">
        <w:t>ment la guiderait</w:t>
      </w:r>
      <w:r w:rsidR="004A4993">
        <w:t xml:space="preserve">, </w:t>
      </w:r>
      <w:r w:rsidRPr="004C3E92">
        <w:t>dont la présence devait la soulager</w:t>
      </w:r>
      <w:r w:rsidR="004A4993">
        <w:t xml:space="preserve">, </w:t>
      </w:r>
      <w:r w:rsidRPr="004C3E92">
        <w:t>et dont l</w:t>
      </w:r>
      <w:r w:rsidR="004A4993">
        <w:t>’</w:t>
      </w:r>
      <w:r w:rsidRPr="004C3E92">
        <w:t>amitié pourrait l</w:t>
      </w:r>
      <w:r w:rsidR="004A4993">
        <w:t>’</w:t>
      </w:r>
      <w:r w:rsidRPr="004C3E92">
        <w:t>apaiser</w:t>
      </w:r>
      <w:r w:rsidR="004A4993">
        <w:t xml:space="preserve"> ! – </w:t>
      </w:r>
      <w:r w:rsidRPr="004C3E92">
        <w:t>dans la mesure où le choc d</w:t>
      </w:r>
      <w:r w:rsidR="004A4993">
        <w:t>’</w:t>
      </w:r>
      <w:r w:rsidRPr="004C3E92">
        <w:t xml:space="preserve">un semblable appel </w:t>
      </w:r>
      <w:r w:rsidRPr="004C3E92">
        <w:rPr>
          <w:i/>
          <w:iCs/>
        </w:rPr>
        <w:t>pouvait</w:t>
      </w:r>
      <w:r w:rsidRPr="004C3E92">
        <w:t xml:space="preserve"> être amoindri pour elle</w:t>
      </w:r>
      <w:r w:rsidR="004A4993">
        <w:t xml:space="preserve">, </w:t>
      </w:r>
      <w:r w:rsidRPr="004C3E92">
        <w:t>sa présence</w:t>
      </w:r>
      <w:r w:rsidR="004A4993">
        <w:t xml:space="preserve">, </w:t>
      </w:r>
      <w:r w:rsidRPr="004C3E92">
        <w:t>ses façons</w:t>
      </w:r>
      <w:r w:rsidR="004A4993">
        <w:t xml:space="preserve">, </w:t>
      </w:r>
      <w:r w:rsidRPr="004C3E92">
        <w:t>son assistance</w:t>
      </w:r>
      <w:r w:rsidR="004A4993">
        <w:t xml:space="preserve">, </w:t>
      </w:r>
      <w:r w:rsidRPr="004C3E92">
        <w:t>l</w:t>
      </w:r>
      <w:r w:rsidR="004A4993">
        <w:t>’</w:t>
      </w:r>
      <w:r w:rsidRPr="004C3E92">
        <w:t>amoindriraient en effet</w:t>
      </w:r>
      <w:r w:rsidR="004A4993">
        <w:t> !</w:t>
      </w:r>
    </w:p>
    <w:p w14:paraId="79408341" w14:textId="77777777" w:rsidR="004A4993" w:rsidRDefault="008C5C61" w:rsidP="004A4993">
      <w:r w:rsidRPr="004C3E92">
        <w:t>Quant à lui</w:t>
      </w:r>
      <w:r w:rsidR="004A4993">
        <w:t xml:space="preserve">, </w:t>
      </w:r>
      <w:r w:rsidRPr="004C3E92">
        <w:t>cependant</w:t>
      </w:r>
      <w:r w:rsidR="004A4993">
        <w:t xml:space="preserve">, </w:t>
      </w:r>
      <w:r w:rsidRPr="004C3E92">
        <w:t>quoi qu</w:t>
      </w:r>
      <w:r w:rsidR="004A4993">
        <w:t>’</w:t>
      </w:r>
      <w:r w:rsidRPr="004C3E92">
        <w:t>il pût éprouver</w:t>
      </w:r>
      <w:r w:rsidR="004A4993">
        <w:t xml:space="preserve">, </w:t>
      </w:r>
      <w:r w:rsidRPr="004C3E92">
        <w:t>il agit avec toute la fermeté d</w:t>
      </w:r>
      <w:r w:rsidR="004A4993">
        <w:t>’</w:t>
      </w:r>
      <w:r w:rsidRPr="004C3E92">
        <w:t>un esprit recueilli</w:t>
      </w:r>
      <w:r w:rsidR="004A4993">
        <w:t xml:space="preserve">, </w:t>
      </w:r>
      <w:r w:rsidRPr="004C3E92">
        <w:t>prit toutes les dispositions nécessaires de la façon la plus expéditive</w:t>
      </w:r>
      <w:r w:rsidR="004A4993">
        <w:t xml:space="preserve">, </w:t>
      </w:r>
      <w:r w:rsidRPr="004C3E92">
        <w:t>et calcula avec exact</w:t>
      </w:r>
      <w:r w:rsidRPr="004C3E92">
        <w:t>i</w:t>
      </w:r>
      <w:r w:rsidRPr="004C3E92">
        <w:t>tude le moment où elle pouvait s</w:t>
      </w:r>
      <w:r w:rsidR="004A4993">
        <w:t>’</w:t>
      </w:r>
      <w:r w:rsidRPr="004C3E92">
        <w:t>attendre à son retour</w:t>
      </w:r>
      <w:r w:rsidR="004A4993">
        <w:t xml:space="preserve">. </w:t>
      </w:r>
      <w:r w:rsidRPr="004C3E92">
        <w:t>Pas un instant ne fut perdu en délai d</w:t>
      </w:r>
      <w:r w:rsidR="004A4993">
        <w:t>’</w:t>
      </w:r>
      <w:r w:rsidRPr="004C3E92">
        <w:t>aucune sorte</w:t>
      </w:r>
      <w:r w:rsidR="004A4993">
        <w:t xml:space="preserve">. </w:t>
      </w:r>
      <w:r w:rsidRPr="004C3E92">
        <w:t>Les chevaux arriv</w:t>
      </w:r>
      <w:r w:rsidRPr="004C3E92">
        <w:t>è</w:t>
      </w:r>
      <w:r w:rsidRPr="004C3E92">
        <w:t>rent</w:t>
      </w:r>
      <w:r w:rsidR="004A4993">
        <w:t xml:space="preserve">, </w:t>
      </w:r>
      <w:r w:rsidRPr="004C3E92">
        <w:t>plus tôt même qu</w:t>
      </w:r>
      <w:r w:rsidR="004A4993">
        <w:t>’</w:t>
      </w:r>
      <w:r w:rsidRPr="004C3E92">
        <w:t>on ne l</w:t>
      </w:r>
      <w:r w:rsidR="004A4993">
        <w:t>’</w:t>
      </w:r>
      <w:r w:rsidRPr="004C3E92">
        <w:t>espérait</w:t>
      </w:r>
      <w:r w:rsidR="004A4993">
        <w:t xml:space="preserve">, </w:t>
      </w:r>
      <w:r w:rsidRPr="004C3E92">
        <w:t>et le colonel Brandon</w:t>
      </w:r>
      <w:r w:rsidR="004A4993">
        <w:t xml:space="preserve">, </w:t>
      </w:r>
      <w:r w:rsidRPr="004C3E92">
        <w:t>se contentant de presser la main d</w:t>
      </w:r>
      <w:r w:rsidR="004A4993">
        <w:t>’</w:t>
      </w:r>
      <w:proofErr w:type="spellStart"/>
      <w:r w:rsidRPr="004C3E92">
        <w:t>Elinor</w:t>
      </w:r>
      <w:proofErr w:type="spellEnd"/>
      <w:r w:rsidRPr="004C3E92">
        <w:t xml:space="preserve"> avec un regard empreint de solennité</w:t>
      </w:r>
      <w:r w:rsidR="004A4993">
        <w:t xml:space="preserve">, </w:t>
      </w:r>
      <w:r w:rsidRPr="004C3E92">
        <w:t>et de lui dire quelques mots à voix trop basse pour qu</w:t>
      </w:r>
      <w:r w:rsidR="004A4993">
        <w:t>’</w:t>
      </w:r>
      <w:r w:rsidRPr="004C3E92">
        <w:t>ils parvinssent à son oreille</w:t>
      </w:r>
      <w:r w:rsidR="004A4993">
        <w:t xml:space="preserve">, </w:t>
      </w:r>
      <w:r w:rsidRPr="004C3E92">
        <w:t>se hâta de monter en voiture</w:t>
      </w:r>
      <w:r w:rsidR="004A4993">
        <w:t xml:space="preserve">. </w:t>
      </w:r>
      <w:r w:rsidRPr="004C3E92">
        <w:t>Il était alors environ minuit</w:t>
      </w:r>
      <w:r w:rsidR="004A4993">
        <w:t xml:space="preserve">, </w:t>
      </w:r>
      <w:r w:rsidRPr="004C3E92">
        <w:t>et elle retourna dans la chambre de sa sœur pour attendre l</w:t>
      </w:r>
      <w:r w:rsidR="004A4993">
        <w:t>’</w:t>
      </w:r>
      <w:r w:rsidRPr="004C3E92">
        <w:t>arrivée de l</w:t>
      </w:r>
      <w:r w:rsidR="004A4993">
        <w:t>’</w:t>
      </w:r>
      <w:r w:rsidRPr="004C3E92">
        <w:t>apothicaire</w:t>
      </w:r>
      <w:r w:rsidR="004A4993">
        <w:t xml:space="preserve">, </w:t>
      </w:r>
      <w:r w:rsidRPr="004C3E92">
        <w:t>et veiller auprès d</w:t>
      </w:r>
      <w:r w:rsidR="004A4993">
        <w:t>’</w:t>
      </w:r>
      <w:r w:rsidRPr="004C3E92">
        <w:t>elle le restant de la nuit</w:t>
      </w:r>
      <w:r w:rsidR="004A4993">
        <w:t xml:space="preserve">. </w:t>
      </w:r>
      <w:r w:rsidRPr="004C3E92">
        <w:t>Ce fut une nuit de souffrances pre</w:t>
      </w:r>
      <w:r w:rsidRPr="004C3E92">
        <w:t>s</w:t>
      </w:r>
      <w:r w:rsidRPr="004C3E92">
        <w:t>que égales pour l</w:t>
      </w:r>
      <w:r w:rsidR="004A4993">
        <w:t>’</w:t>
      </w:r>
      <w:r w:rsidRPr="004C3E92">
        <w:t>une et pour l</w:t>
      </w:r>
      <w:r w:rsidR="004A4993">
        <w:t>’</w:t>
      </w:r>
      <w:r w:rsidRPr="004C3E92">
        <w:t>autre</w:t>
      </w:r>
      <w:r w:rsidR="004A4993">
        <w:t xml:space="preserve">. </w:t>
      </w:r>
      <w:r w:rsidRPr="004C3E92">
        <w:t>Les heures succédèrent aux heures</w:t>
      </w:r>
      <w:r w:rsidR="004A4993">
        <w:t xml:space="preserve">, </w:t>
      </w:r>
      <w:r w:rsidRPr="004C3E92">
        <w:t>dans une insomnie douloureuse et de délire</w:t>
      </w:r>
      <w:r w:rsidR="004A4993">
        <w:t xml:space="preserve">, </w:t>
      </w:r>
      <w:r w:rsidRPr="004C3E92">
        <w:t>en ce qui concerne Marianne</w:t>
      </w:r>
      <w:r w:rsidR="004A4993">
        <w:t xml:space="preserve">, </w:t>
      </w:r>
      <w:r w:rsidRPr="004C3E92">
        <w:t>et dans l</w:t>
      </w:r>
      <w:r w:rsidR="004A4993">
        <w:t>’</w:t>
      </w:r>
      <w:r w:rsidRPr="004C3E92">
        <w:t>inquiétude la plus cruelle</w:t>
      </w:r>
      <w:r w:rsidR="004A4993">
        <w:t xml:space="preserve">, </w:t>
      </w:r>
      <w:r w:rsidRPr="004C3E92">
        <w:t xml:space="preserve">quant à </w:t>
      </w:r>
      <w:proofErr w:type="spellStart"/>
      <w:r w:rsidRPr="004C3E92">
        <w:t>Elinor</w:t>
      </w:r>
      <w:proofErr w:type="spellEnd"/>
      <w:r w:rsidR="004A4993">
        <w:t xml:space="preserve">, </w:t>
      </w:r>
      <w:r w:rsidRPr="004C3E92">
        <w:t>avant que ne parût Mr</w:t>
      </w:r>
      <w:r w:rsidR="004A4993">
        <w:t xml:space="preserve">. </w:t>
      </w:r>
      <w:r w:rsidRPr="004C3E92">
        <w:t>Harris</w:t>
      </w:r>
      <w:r w:rsidR="004A4993">
        <w:t xml:space="preserve">. </w:t>
      </w:r>
      <w:r w:rsidRPr="004C3E92">
        <w:t>Les appréhe</w:t>
      </w:r>
      <w:r w:rsidRPr="004C3E92">
        <w:t>n</w:t>
      </w:r>
      <w:r w:rsidRPr="004C3E92">
        <w:t>sions d</w:t>
      </w:r>
      <w:r w:rsidR="004A4993">
        <w:t>’</w:t>
      </w:r>
      <w:proofErr w:type="spellStart"/>
      <w:r w:rsidRPr="004C3E92">
        <w:t>Elinor</w:t>
      </w:r>
      <w:proofErr w:type="spellEnd"/>
      <w:r w:rsidR="004A4993">
        <w:t xml:space="preserve">, </w:t>
      </w:r>
      <w:r w:rsidRPr="004C3E92">
        <w:t>une fois suscitées</w:t>
      </w:r>
      <w:r w:rsidR="004A4993">
        <w:t xml:space="preserve">, </w:t>
      </w:r>
      <w:r w:rsidRPr="004C3E92">
        <w:t>compensèrent</w:t>
      </w:r>
      <w:r w:rsidR="004A4993">
        <w:t xml:space="preserve">, </w:t>
      </w:r>
      <w:r w:rsidRPr="004C3E92">
        <w:t>par leur excès</w:t>
      </w:r>
      <w:r w:rsidR="004A4993">
        <w:t xml:space="preserve">, </w:t>
      </w:r>
      <w:r w:rsidRPr="004C3E92">
        <w:t>toute sa sécurité antérieure</w:t>
      </w:r>
      <w:r w:rsidR="004A4993">
        <w:t xml:space="preserve"> ; </w:t>
      </w:r>
      <w:r w:rsidRPr="004C3E92">
        <w:t>et la servante qui veillait avec elle</w:t>
      </w:r>
      <w:r w:rsidR="004A4993">
        <w:t xml:space="preserve">, – </w:t>
      </w:r>
      <w:r w:rsidRPr="004C3E92">
        <w:t>car elle ne voulut pas qu</w:t>
      </w:r>
      <w:r w:rsidR="004A4993">
        <w:t>’</w:t>
      </w:r>
      <w:r w:rsidRPr="004C3E92">
        <w:t>on appelât Mrs</w:t>
      </w:r>
      <w:r w:rsidR="004A4993">
        <w:t xml:space="preserve">. </w:t>
      </w:r>
      <w:r w:rsidRPr="004C3E92">
        <w:t>Jennings</w:t>
      </w:r>
      <w:r w:rsidR="004A4993">
        <w:t xml:space="preserve">, – </w:t>
      </w:r>
      <w:r w:rsidRPr="004C3E92">
        <w:t>ne fit que la tourmenter davantage</w:t>
      </w:r>
      <w:r w:rsidR="004A4993">
        <w:t xml:space="preserve">, </w:t>
      </w:r>
      <w:r w:rsidRPr="004C3E92">
        <w:t>par ses insinuations de ce qu</w:t>
      </w:r>
      <w:r w:rsidR="004A4993">
        <w:t>’</w:t>
      </w:r>
      <w:r w:rsidRPr="004C3E92">
        <w:t>avait toujours pensé sa maîtresse</w:t>
      </w:r>
      <w:r w:rsidR="004A4993">
        <w:t>.</w:t>
      </w:r>
    </w:p>
    <w:p w14:paraId="659B137F" w14:textId="77777777" w:rsidR="004A4993" w:rsidRDefault="008C5C61" w:rsidP="004A4993">
      <w:r w:rsidRPr="004C3E92">
        <w:t>Les idées de Marianne étaient toujours</w:t>
      </w:r>
      <w:r w:rsidR="004A4993">
        <w:t xml:space="preserve">, </w:t>
      </w:r>
      <w:r w:rsidRPr="004C3E92">
        <w:t>par intervalles</w:t>
      </w:r>
      <w:r w:rsidR="004A4993">
        <w:t xml:space="preserve">, </w:t>
      </w:r>
      <w:r w:rsidRPr="004C3E92">
        <w:t>fixées d</w:t>
      </w:r>
      <w:r w:rsidR="004A4993">
        <w:t>’</w:t>
      </w:r>
      <w:r w:rsidRPr="004C3E92">
        <w:t>une façon incohérente sur sa mère</w:t>
      </w:r>
      <w:r w:rsidR="004A4993">
        <w:t xml:space="preserve">, </w:t>
      </w:r>
      <w:r w:rsidRPr="004C3E92">
        <w:t>et chaque fois qu</w:t>
      </w:r>
      <w:r w:rsidR="004A4993">
        <w:t>’</w:t>
      </w:r>
      <w:r w:rsidRPr="004C3E92">
        <w:t>elle prononçait son nom</w:t>
      </w:r>
      <w:r w:rsidR="004A4993">
        <w:t xml:space="preserve">, </w:t>
      </w:r>
      <w:r w:rsidRPr="004C3E92">
        <w:t xml:space="preserve">il occasionnait un tiraillement </w:t>
      </w:r>
      <w:r w:rsidRPr="004C3E92">
        <w:lastRenderedPageBreak/>
        <w:t>do</w:t>
      </w:r>
      <w:r w:rsidRPr="004C3E92">
        <w:t>u</w:t>
      </w:r>
      <w:r w:rsidRPr="004C3E92">
        <w:t>loureux au cœur d</w:t>
      </w:r>
      <w:r w:rsidR="004A4993">
        <w:t>’</w:t>
      </w:r>
      <w:proofErr w:type="spellStart"/>
      <w:r w:rsidRPr="004C3E92">
        <w:t>Elinor</w:t>
      </w:r>
      <w:proofErr w:type="spellEnd"/>
      <w:r w:rsidR="004A4993">
        <w:t xml:space="preserve">, </w:t>
      </w:r>
      <w:r w:rsidRPr="004C3E92">
        <w:t>qui</w:t>
      </w:r>
      <w:r w:rsidR="004A4993">
        <w:t xml:space="preserve">, </w:t>
      </w:r>
      <w:r w:rsidRPr="004C3E92">
        <w:t>se reprochant d</w:t>
      </w:r>
      <w:r w:rsidR="004A4993">
        <w:t>’</w:t>
      </w:r>
      <w:r w:rsidRPr="004C3E92">
        <w:t>avoir pris à la l</w:t>
      </w:r>
      <w:r w:rsidRPr="004C3E92">
        <w:t>é</w:t>
      </w:r>
      <w:r w:rsidRPr="004C3E92">
        <w:t>gère tant de journées de maladie</w:t>
      </w:r>
      <w:r w:rsidR="004A4993">
        <w:t xml:space="preserve">, </w:t>
      </w:r>
      <w:r w:rsidRPr="004C3E92">
        <w:t>et malheureuse de ne pouvoir donner quelque soulagement</w:t>
      </w:r>
      <w:r w:rsidR="004A4993">
        <w:t xml:space="preserve">, </w:t>
      </w:r>
      <w:r w:rsidRPr="004C3E92">
        <w:t>s</w:t>
      </w:r>
      <w:r w:rsidR="004A4993">
        <w:t>’</w:t>
      </w:r>
      <w:r w:rsidRPr="004C3E92">
        <w:t>imaginait que tout apaisement risquait bientôt d</w:t>
      </w:r>
      <w:r w:rsidR="004A4993">
        <w:t>’</w:t>
      </w:r>
      <w:r w:rsidRPr="004C3E92">
        <w:t>être vain</w:t>
      </w:r>
      <w:r w:rsidR="004A4993">
        <w:t xml:space="preserve">, </w:t>
      </w:r>
      <w:r w:rsidRPr="004C3E92">
        <w:t>que tout avait été trop longtemps r</w:t>
      </w:r>
      <w:r w:rsidRPr="004C3E92">
        <w:t>e</w:t>
      </w:r>
      <w:r w:rsidRPr="004C3E92">
        <w:t>tardé</w:t>
      </w:r>
      <w:r w:rsidR="004A4993">
        <w:t xml:space="preserve">, </w:t>
      </w:r>
      <w:r w:rsidRPr="004C3E92">
        <w:t>et se représentait sa mère douloureuse arrivant trop tard pour voir cette enfant bien aimée</w:t>
      </w:r>
      <w:r w:rsidR="004A4993">
        <w:t xml:space="preserve">, </w:t>
      </w:r>
      <w:r w:rsidRPr="004C3E92">
        <w:t>ou pour la voir douée de sa raison</w:t>
      </w:r>
      <w:r w:rsidR="004A4993">
        <w:t>.</w:t>
      </w:r>
    </w:p>
    <w:p w14:paraId="24547535" w14:textId="77777777" w:rsidR="004A4993" w:rsidRDefault="008C5C61" w:rsidP="004A4993">
      <w:r w:rsidRPr="004C3E92">
        <w:t>Elle était sur le point de faire appeler de nouveau Mr</w:t>
      </w:r>
      <w:r w:rsidR="004A4993">
        <w:t xml:space="preserve">. </w:t>
      </w:r>
      <w:r w:rsidRPr="004C3E92">
        <w:t>Ha</w:t>
      </w:r>
      <w:r w:rsidRPr="004C3E92">
        <w:t>r</w:t>
      </w:r>
      <w:r w:rsidRPr="004C3E92">
        <w:t>ris</w:t>
      </w:r>
      <w:r w:rsidR="004A4993">
        <w:t xml:space="preserve">, </w:t>
      </w:r>
      <w:r w:rsidRPr="004C3E92">
        <w:t>ou</w:t>
      </w:r>
      <w:r w:rsidR="004A4993">
        <w:t xml:space="preserve">, </w:t>
      </w:r>
      <w:r w:rsidRPr="004C3E92">
        <w:t>s</w:t>
      </w:r>
      <w:r w:rsidR="004A4993">
        <w:t>’</w:t>
      </w:r>
      <w:r w:rsidRPr="004C3E92">
        <w:t>il lui était impossible de venir</w:t>
      </w:r>
      <w:r w:rsidR="004A4993">
        <w:t xml:space="preserve">, </w:t>
      </w:r>
      <w:r w:rsidRPr="004C3E92">
        <w:t>de chercher conseil par ailleurs</w:t>
      </w:r>
      <w:r w:rsidR="004A4993">
        <w:t xml:space="preserve">, </w:t>
      </w:r>
      <w:r w:rsidRPr="004C3E92">
        <w:t>lorsqu</w:t>
      </w:r>
      <w:r w:rsidR="004A4993">
        <w:t>’</w:t>
      </w:r>
      <w:r w:rsidRPr="004C3E92">
        <w:t>il arriva</w:t>
      </w:r>
      <w:r w:rsidR="004A4993">
        <w:t xml:space="preserve">, – </w:t>
      </w:r>
      <w:r w:rsidRPr="004C3E92">
        <w:t>mais alors qu</w:t>
      </w:r>
      <w:r w:rsidR="004A4993">
        <w:t>’</w:t>
      </w:r>
      <w:r w:rsidRPr="004C3E92">
        <w:t>il était déjà plus de cinq heures</w:t>
      </w:r>
      <w:r w:rsidR="004A4993">
        <w:t xml:space="preserve">. </w:t>
      </w:r>
      <w:r w:rsidRPr="004C3E92">
        <w:t>Son avis</w:t>
      </w:r>
      <w:r w:rsidR="004A4993">
        <w:t xml:space="preserve">, </w:t>
      </w:r>
      <w:r w:rsidRPr="004C3E92">
        <w:t>toutefois</w:t>
      </w:r>
      <w:r w:rsidR="004A4993">
        <w:t xml:space="preserve">, </w:t>
      </w:r>
      <w:r w:rsidRPr="004C3E92">
        <w:t>racheta quelque peu son retard</w:t>
      </w:r>
      <w:r w:rsidR="004A4993">
        <w:t xml:space="preserve">, </w:t>
      </w:r>
      <w:r w:rsidRPr="004C3E92">
        <w:t>car</w:t>
      </w:r>
      <w:r w:rsidR="004A4993">
        <w:t xml:space="preserve">, </w:t>
      </w:r>
      <w:r w:rsidRPr="004C3E92">
        <w:t>bien qu</w:t>
      </w:r>
      <w:r w:rsidR="004A4993">
        <w:t>’</w:t>
      </w:r>
      <w:r w:rsidRPr="004C3E92">
        <w:t>il reconnût chez sa malade un changement fort inatte</w:t>
      </w:r>
      <w:r w:rsidRPr="004C3E92">
        <w:t>n</w:t>
      </w:r>
      <w:r w:rsidRPr="004C3E92">
        <w:t>du et désagréable</w:t>
      </w:r>
      <w:r w:rsidR="004A4993">
        <w:t xml:space="preserve">, </w:t>
      </w:r>
      <w:r w:rsidRPr="004C3E92">
        <w:t>il ne voulut pas admettre que le danger fût considérable</w:t>
      </w:r>
      <w:r w:rsidR="004A4993">
        <w:t xml:space="preserve">, </w:t>
      </w:r>
      <w:r w:rsidRPr="004C3E92">
        <w:t>et parla du soulagement que devait donner un nouveau mode de traitement</w:t>
      </w:r>
      <w:r w:rsidR="004A4993">
        <w:t xml:space="preserve">, </w:t>
      </w:r>
      <w:r w:rsidRPr="004C3E92">
        <w:t>avec une confiance qui</w:t>
      </w:r>
      <w:r w:rsidR="004A4993">
        <w:t xml:space="preserve">, </w:t>
      </w:r>
      <w:r w:rsidRPr="004C3E92">
        <w:t>à un degré moindre</w:t>
      </w:r>
      <w:r w:rsidR="004A4993">
        <w:t xml:space="preserve">, </w:t>
      </w:r>
      <w:r w:rsidRPr="004C3E92">
        <w:t xml:space="preserve">se communiqua à </w:t>
      </w:r>
      <w:proofErr w:type="spellStart"/>
      <w:r w:rsidRPr="004C3E92">
        <w:t>Elinor</w:t>
      </w:r>
      <w:proofErr w:type="spellEnd"/>
      <w:r w:rsidR="004A4993">
        <w:t xml:space="preserve">. </w:t>
      </w:r>
      <w:r w:rsidRPr="004C3E92">
        <w:t>Il promit de revenir au bout de trois ou quatre heures</w:t>
      </w:r>
      <w:r w:rsidR="004A4993">
        <w:t xml:space="preserve">, </w:t>
      </w:r>
      <w:r w:rsidRPr="004C3E92">
        <w:t>et quitta la malade et son infirmière soucieuse dans un état plus calme qu</w:t>
      </w:r>
      <w:r w:rsidR="004A4993">
        <w:t>’</w:t>
      </w:r>
      <w:r w:rsidRPr="004C3E92">
        <w:t>il ne les avait trouvées</w:t>
      </w:r>
      <w:r w:rsidR="004A4993">
        <w:t>.</w:t>
      </w:r>
    </w:p>
    <w:p w14:paraId="2F8B9345" w14:textId="77777777" w:rsidR="004A4993" w:rsidRDefault="008C5C61" w:rsidP="004A4993">
      <w:r w:rsidRPr="004C3E92">
        <w:t>Ce fut avec beaucoup d</w:t>
      </w:r>
      <w:r w:rsidR="004A4993">
        <w:t>’</w:t>
      </w:r>
      <w:r w:rsidRPr="004C3E92">
        <w:t>inquiétude</w:t>
      </w:r>
      <w:r w:rsidR="004A4993">
        <w:t xml:space="preserve">, </w:t>
      </w:r>
      <w:r w:rsidRPr="004C3E92">
        <w:t>et avec force reproches de ce qu</w:t>
      </w:r>
      <w:r w:rsidR="004A4993">
        <w:t>’</w:t>
      </w:r>
      <w:r w:rsidRPr="004C3E92">
        <w:t>on ne l</w:t>
      </w:r>
      <w:r w:rsidR="004A4993">
        <w:t>’</w:t>
      </w:r>
      <w:r w:rsidRPr="004C3E92">
        <w:t>eût pas appelée à la rescousse</w:t>
      </w:r>
      <w:r w:rsidR="004A4993">
        <w:t xml:space="preserve">, </w:t>
      </w:r>
      <w:r w:rsidRPr="004C3E92">
        <w:t>que Mrs</w:t>
      </w:r>
      <w:r w:rsidR="004A4993">
        <w:t xml:space="preserve">. </w:t>
      </w:r>
      <w:r w:rsidRPr="004C3E92">
        <w:t>Je</w:t>
      </w:r>
      <w:r w:rsidRPr="004C3E92">
        <w:t>n</w:t>
      </w:r>
      <w:r w:rsidRPr="004C3E92">
        <w:t>nings apprit</w:t>
      </w:r>
      <w:r w:rsidR="004A4993">
        <w:t xml:space="preserve">, </w:t>
      </w:r>
      <w:r w:rsidRPr="004C3E92">
        <w:t>le lendemain matin</w:t>
      </w:r>
      <w:r w:rsidR="004A4993">
        <w:t xml:space="preserve">, </w:t>
      </w:r>
      <w:r w:rsidRPr="004C3E92">
        <w:t>ce qui s</w:t>
      </w:r>
      <w:r w:rsidR="004A4993">
        <w:t>’</w:t>
      </w:r>
      <w:r w:rsidRPr="004C3E92">
        <w:t>était passé</w:t>
      </w:r>
      <w:r w:rsidR="004A4993">
        <w:t xml:space="preserve">. </w:t>
      </w:r>
      <w:r w:rsidRPr="004C3E92">
        <w:t>Ses a</w:t>
      </w:r>
      <w:r w:rsidRPr="004C3E92">
        <w:t>p</w:t>
      </w:r>
      <w:r w:rsidRPr="004C3E92">
        <w:t>préhensions primitives</w:t>
      </w:r>
      <w:r w:rsidR="004A4993">
        <w:t xml:space="preserve">, </w:t>
      </w:r>
      <w:r w:rsidRPr="004C3E92">
        <w:t>ranimées à présent avec plus de raison</w:t>
      </w:r>
      <w:r w:rsidR="004A4993">
        <w:t xml:space="preserve">, </w:t>
      </w:r>
      <w:r w:rsidRPr="004C3E92">
        <w:t>ne lui laissèrent nul doute quant à l</w:t>
      </w:r>
      <w:r w:rsidR="004A4993">
        <w:t>’</w:t>
      </w:r>
      <w:r w:rsidRPr="004C3E92">
        <w:t>événement</w:t>
      </w:r>
      <w:r w:rsidR="004A4993">
        <w:t xml:space="preserve"> ; </w:t>
      </w:r>
      <w:r w:rsidRPr="004C3E92">
        <w:t>et bien qu</w:t>
      </w:r>
      <w:r w:rsidR="004A4993">
        <w:t>’</w:t>
      </w:r>
      <w:r w:rsidRPr="004C3E92">
        <w:t xml:space="preserve">elle essayât de dire des paroles réconfortantes à </w:t>
      </w:r>
      <w:proofErr w:type="spellStart"/>
      <w:r w:rsidRPr="004C3E92">
        <w:t>Elinor</w:t>
      </w:r>
      <w:proofErr w:type="spellEnd"/>
      <w:r w:rsidR="004A4993">
        <w:t xml:space="preserve">, </w:t>
      </w:r>
      <w:r w:rsidRPr="004C3E92">
        <w:t>la conviction qu</w:t>
      </w:r>
      <w:r w:rsidR="004A4993">
        <w:t>’</w:t>
      </w:r>
      <w:r w:rsidRPr="004C3E92">
        <w:t>elle avait du danger de sa sœur ne lui permit pas d</w:t>
      </w:r>
      <w:r w:rsidR="004A4993">
        <w:t>’</w:t>
      </w:r>
      <w:r w:rsidRPr="004C3E92">
        <w:t>offrir la consolation de l</w:t>
      </w:r>
      <w:r w:rsidR="004A4993">
        <w:t>’</w:t>
      </w:r>
      <w:r w:rsidRPr="004C3E92">
        <w:t>espoir</w:t>
      </w:r>
      <w:r w:rsidR="004A4993">
        <w:t xml:space="preserve">. </w:t>
      </w:r>
      <w:r w:rsidRPr="004C3E92">
        <w:t>Elle avait le cœur sincèrement meurtri</w:t>
      </w:r>
      <w:r w:rsidR="004A4993">
        <w:t xml:space="preserve">. </w:t>
      </w:r>
      <w:r w:rsidRPr="004C3E92">
        <w:t>L</w:t>
      </w:r>
      <w:r w:rsidR="004A4993">
        <w:t>’</w:t>
      </w:r>
      <w:r w:rsidRPr="004C3E92">
        <w:t>affaiblissement rapide</w:t>
      </w:r>
      <w:r w:rsidR="004A4993">
        <w:t xml:space="preserve">, </w:t>
      </w:r>
      <w:r w:rsidRPr="004C3E92">
        <w:t>la mort prématurée</w:t>
      </w:r>
      <w:r w:rsidR="004A4993">
        <w:t xml:space="preserve">, </w:t>
      </w:r>
      <w:r w:rsidRPr="004C3E92">
        <w:t>d</w:t>
      </w:r>
      <w:r w:rsidR="004A4993">
        <w:t>’</w:t>
      </w:r>
      <w:r w:rsidRPr="004C3E92">
        <w:t>une fille aussi jeune</w:t>
      </w:r>
      <w:r w:rsidR="004A4993">
        <w:t xml:space="preserve">, </w:t>
      </w:r>
      <w:r w:rsidRPr="004C3E92">
        <w:t>aussi ravissante</w:t>
      </w:r>
      <w:r w:rsidR="004A4993">
        <w:t xml:space="preserve">, </w:t>
      </w:r>
      <w:r w:rsidRPr="004C3E92">
        <w:t>que Marianne</w:t>
      </w:r>
      <w:r w:rsidR="004A4993">
        <w:t xml:space="preserve">, </w:t>
      </w:r>
      <w:r w:rsidRPr="004C3E92">
        <w:t>eût certes frappé d</w:t>
      </w:r>
      <w:r w:rsidR="004A4993">
        <w:t>’</w:t>
      </w:r>
      <w:r w:rsidRPr="004C3E92">
        <w:t>anxiété une personne moins intéressée</w:t>
      </w:r>
      <w:r w:rsidR="004A4993">
        <w:t xml:space="preserve">. </w:t>
      </w:r>
      <w:r w:rsidRPr="004C3E92">
        <w:t>Mais elle avait d</w:t>
      </w:r>
      <w:r w:rsidR="004A4993">
        <w:t>’</w:t>
      </w:r>
      <w:r w:rsidRPr="004C3E92">
        <w:t>autres titres à la compassion de Mrs</w:t>
      </w:r>
      <w:r w:rsidR="004A4993">
        <w:t xml:space="preserve">. </w:t>
      </w:r>
      <w:r w:rsidRPr="004C3E92">
        <w:t>Jennings</w:t>
      </w:r>
      <w:r w:rsidR="004A4993">
        <w:t xml:space="preserve">. </w:t>
      </w:r>
      <w:r w:rsidRPr="004C3E92">
        <w:t>Elle avait été depuis trois mois sa compagne</w:t>
      </w:r>
      <w:r w:rsidR="004A4993">
        <w:t xml:space="preserve">, </w:t>
      </w:r>
      <w:r w:rsidRPr="004C3E92">
        <w:t xml:space="preserve">elle était </w:t>
      </w:r>
      <w:r w:rsidRPr="004C3E92">
        <w:lastRenderedPageBreak/>
        <w:t>encore confiée à sa garde</w:t>
      </w:r>
      <w:r w:rsidR="004A4993">
        <w:t xml:space="preserve">, </w:t>
      </w:r>
      <w:r w:rsidRPr="004C3E92">
        <w:t>et l</w:t>
      </w:r>
      <w:r w:rsidR="004A4993">
        <w:t>’</w:t>
      </w:r>
      <w:r w:rsidRPr="004C3E92">
        <w:t>on savait qu</w:t>
      </w:r>
      <w:r w:rsidR="004A4993">
        <w:t>’</w:t>
      </w:r>
      <w:r w:rsidRPr="004C3E92">
        <w:t>elle avait été gravement meurtrie</w:t>
      </w:r>
      <w:r w:rsidR="004A4993">
        <w:t xml:space="preserve">, </w:t>
      </w:r>
      <w:r w:rsidRPr="004C3E92">
        <w:t>et d</w:t>
      </w:r>
      <w:r w:rsidRPr="004C3E92">
        <w:t>e</w:t>
      </w:r>
      <w:r w:rsidRPr="004C3E92">
        <w:t>puis longtemps malheureuse</w:t>
      </w:r>
      <w:r w:rsidR="004A4993">
        <w:t xml:space="preserve">. </w:t>
      </w:r>
      <w:r w:rsidRPr="004C3E92">
        <w:t>La détresse de sa sœur</w:t>
      </w:r>
      <w:r w:rsidR="004A4993">
        <w:t xml:space="preserve">, </w:t>
      </w:r>
      <w:r w:rsidRPr="004C3E92">
        <w:t>aussi</w:t>
      </w:r>
      <w:r w:rsidR="004A4993">
        <w:t xml:space="preserve">, – </w:t>
      </w:r>
      <w:r w:rsidRPr="004C3E92">
        <w:t>tout particulièrement sa préférée</w:t>
      </w:r>
      <w:r w:rsidR="004A4993">
        <w:t xml:space="preserve"> – </w:t>
      </w:r>
      <w:r w:rsidRPr="004C3E92">
        <w:t>était étalée à ses yeux</w:t>
      </w:r>
      <w:r w:rsidR="004A4993">
        <w:t xml:space="preserve"> ; </w:t>
      </w:r>
      <w:r w:rsidRPr="004C3E92">
        <w:t>et quant à leur mère</w:t>
      </w:r>
      <w:r w:rsidR="004A4993">
        <w:t xml:space="preserve">, </w:t>
      </w:r>
      <w:r w:rsidRPr="004C3E92">
        <w:t>quand Mrs</w:t>
      </w:r>
      <w:r w:rsidR="004A4993">
        <w:t xml:space="preserve">. </w:t>
      </w:r>
      <w:r w:rsidRPr="004C3E92">
        <w:t>Jennings songeait que Marianne pourrait probablement être pour elle ce qu</w:t>
      </w:r>
      <w:r w:rsidR="004A4993">
        <w:t>’</w:t>
      </w:r>
      <w:r w:rsidRPr="004C3E92">
        <w:t>était Charlotte pour elle-même</w:t>
      </w:r>
      <w:r w:rsidR="004A4993">
        <w:t xml:space="preserve">, </w:t>
      </w:r>
      <w:r w:rsidRPr="004C3E92">
        <w:t>elle éprouvait pour la douleur de Mrs</w:t>
      </w:r>
      <w:r w:rsidR="004A4993">
        <w:t xml:space="preserve">. </w:t>
      </w:r>
      <w:proofErr w:type="spellStart"/>
      <w:r w:rsidRPr="004C3E92">
        <w:t>Dashwood</w:t>
      </w:r>
      <w:proofErr w:type="spellEnd"/>
      <w:r w:rsidRPr="004C3E92">
        <w:t xml:space="preserve"> une sympathie fort sincère</w:t>
      </w:r>
      <w:r w:rsidR="004A4993">
        <w:t>.</w:t>
      </w:r>
    </w:p>
    <w:p w14:paraId="6C9DC1B5" w14:textId="77777777" w:rsidR="004A4993" w:rsidRDefault="008C5C61" w:rsidP="004A4993">
      <w:r w:rsidRPr="004C3E92">
        <w:t>Mr</w:t>
      </w:r>
      <w:r w:rsidR="004A4993">
        <w:t xml:space="preserve">. </w:t>
      </w:r>
      <w:r w:rsidRPr="004C3E92">
        <w:t>Harris fut ponctuel dans sa seconde visite</w:t>
      </w:r>
      <w:r w:rsidR="004A4993">
        <w:t xml:space="preserve">, – </w:t>
      </w:r>
      <w:r w:rsidRPr="004C3E92">
        <w:t>mais il vint pour être déçu dans ses espérances de ce que produirait la première</w:t>
      </w:r>
      <w:r w:rsidR="004A4993">
        <w:t xml:space="preserve">. </w:t>
      </w:r>
      <w:r w:rsidRPr="004C3E92">
        <w:t>Les médicaments avaient échoué</w:t>
      </w:r>
      <w:r w:rsidR="004A4993">
        <w:t xml:space="preserve"> ; </w:t>
      </w:r>
      <w:r w:rsidRPr="004C3E92">
        <w:t>la fièvre n</w:t>
      </w:r>
      <w:r w:rsidR="004A4993">
        <w:t>’</w:t>
      </w:r>
      <w:r w:rsidRPr="004C3E92">
        <w:t>était pas tombée</w:t>
      </w:r>
      <w:r w:rsidR="004A4993">
        <w:t xml:space="preserve"> ; </w:t>
      </w:r>
      <w:r w:rsidRPr="004C3E92">
        <w:t>et</w:t>
      </w:r>
      <w:r w:rsidR="004A4993">
        <w:t xml:space="preserve">, </w:t>
      </w:r>
      <w:r w:rsidRPr="004C3E92">
        <w:t>Marianne</w:t>
      </w:r>
      <w:r w:rsidR="004A4993">
        <w:t xml:space="preserve">, </w:t>
      </w:r>
      <w:r w:rsidRPr="004C3E92">
        <w:t>simplement plus calme</w:t>
      </w:r>
      <w:r w:rsidR="004A4993">
        <w:t xml:space="preserve">, – </w:t>
      </w:r>
      <w:r w:rsidRPr="004C3E92">
        <w:t>mais non r</w:t>
      </w:r>
      <w:r w:rsidRPr="004C3E92">
        <w:t>e</w:t>
      </w:r>
      <w:r w:rsidRPr="004C3E92">
        <w:t>venue à elle-même</w:t>
      </w:r>
      <w:r w:rsidR="004A4993">
        <w:t xml:space="preserve"> – </w:t>
      </w:r>
      <w:r w:rsidRPr="004C3E92">
        <w:t>demeurait dans une pesante stupeur</w:t>
      </w:r>
      <w:r w:rsidR="004A4993">
        <w:t xml:space="preserve">. </w:t>
      </w:r>
      <w:proofErr w:type="spellStart"/>
      <w:r w:rsidRPr="004C3E92">
        <w:t>El</w:t>
      </w:r>
      <w:r w:rsidRPr="004C3E92">
        <w:t>i</w:t>
      </w:r>
      <w:r w:rsidRPr="004C3E92">
        <w:t>nor</w:t>
      </w:r>
      <w:proofErr w:type="spellEnd"/>
      <w:r w:rsidR="004A4993">
        <w:t xml:space="preserve">, </w:t>
      </w:r>
      <w:r w:rsidRPr="004C3E92">
        <w:t>à qui se communiquèrent à l</w:t>
      </w:r>
      <w:r w:rsidR="004A4993">
        <w:t>’</w:t>
      </w:r>
      <w:r w:rsidRPr="004C3E92">
        <w:t>instant toutes ses craintes</w:t>
      </w:r>
      <w:r w:rsidR="004A4993">
        <w:t xml:space="preserve">, </w:t>
      </w:r>
      <w:r w:rsidRPr="004C3E92">
        <w:t xml:space="preserve">et </w:t>
      </w:r>
      <w:proofErr w:type="spellStart"/>
      <w:r w:rsidRPr="004C3E92">
        <w:t>au delà</w:t>
      </w:r>
      <w:proofErr w:type="spellEnd"/>
      <w:r w:rsidR="004A4993">
        <w:t xml:space="preserve">, </w:t>
      </w:r>
      <w:r w:rsidRPr="004C3E92">
        <w:t>proposa d</w:t>
      </w:r>
      <w:r w:rsidR="004A4993">
        <w:t>’</w:t>
      </w:r>
      <w:r w:rsidRPr="004C3E92">
        <w:t>avoir recours à un autre consultant</w:t>
      </w:r>
      <w:r w:rsidR="004A4993">
        <w:t xml:space="preserve">. </w:t>
      </w:r>
      <w:r w:rsidRPr="004C3E92">
        <w:t>Mais il le jugea superflu</w:t>
      </w:r>
      <w:r w:rsidR="004A4993">
        <w:t xml:space="preserve"> ; </w:t>
      </w:r>
      <w:r w:rsidRPr="004C3E92">
        <w:t>il avait encore quelque chose à essayer</w:t>
      </w:r>
      <w:r w:rsidR="004A4993">
        <w:t xml:space="preserve">, </w:t>
      </w:r>
      <w:r w:rsidRPr="004C3E92">
        <w:t>quelque application nouvelle</w:t>
      </w:r>
      <w:r w:rsidR="004A4993">
        <w:t xml:space="preserve">, </w:t>
      </w:r>
      <w:r w:rsidRPr="004C3E92">
        <w:t>en le succès de laquelle il avait autant confiance qu</w:t>
      </w:r>
      <w:r w:rsidR="004A4993">
        <w:t>’</w:t>
      </w:r>
      <w:r w:rsidRPr="004C3E92">
        <w:t>en la précédente</w:t>
      </w:r>
      <w:r w:rsidR="004A4993">
        <w:t xml:space="preserve">, </w:t>
      </w:r>
      <w:r w:rsidRPr="004C3E92">
        <w:t>et sa visite se termina sur des a</w:t>
      </w:r>
      <w:r w:rsidRPr="004C3E92">
        <w:t>s</w:t>
      </w:r>
      <w:r w:rsidRPr="004C3E92">
        <w:t>surances encourageantes qui parvinrent à l</w:t>
      </w:r>
      <w:r w:rsidR="004A4993">
        <w:t>’</w:t>
      </w:r>
      <w:r w:rsidRPr="004C3E92">
        <w:t xml:space="preserve">oreille de miss </w:t>
      </w:r>
      <w:proofErr w:type="spellStart"/>
      <w:r w:rsidRPr="004C3E92">
        <w:t>Dashwood</w:t>
      </w:r>
      <w:proofErr w:type="spellEnd"/>
      <w:r w:rsidR="004A4993">
        <w:t xml:space="preserve">, </w:t>
      </w:r>
      <w:r w:rsidRPr="004C3E92">
        <w:t>mais ne purent lui pénétrer dans le cœur</w:t>
      </w:r>
      <w:r w:rsidR="004A4993">
        <w:t xml:space="preserve">. </w:t>
      </w:r>
      <w:r w:rsidRPr="004C3E92">
        <w:t>Elle resta calme</w:t>
      </w:r>
      <w:r w:rsidR="004A4993">
        <w:t xml:space="preserve">, </w:t>
      </w:r>
      <w:r w:rsidRPr="004C3E92">
        <w:t>sauf quand elle songeait à sa mère</w:t>
      </w:r>
      <w:r w:rsidR="004A4993">
        <w:t xml:space="preserve">, </w:t>
      </w:r>
      <w:r w:rsidRPr="004C3E92">
        <w:t>mais elle était pre</w:t>
      </w:r>
      <w:r w:rsidRPr="004C3E92">
        <w:t>s</w:t>
      </w:r>
      <w:r w:rsidRPr="004C3E92">
        <w:t>que privée d</w:t>
      </w:r>
      <w:r w:rsidR="004A4993">
        <w:t>’</w:t>
      </w:r>
      <w:r w:rsidRPr="004C3E92">
        <w:t>espoir</w:t>
      </w:r>
      <w:r w:rsidR="004A4993">
        <w:t xml:space="preserve"> ; </w:t>
      </w:r>
      <w:r w:rsidRPr="004C3E92">
        <w:t>et elle continua dans cet état jusqu</w:t>
      </w:r>
      <w:r w:rsidR="004A4993">
        <w:t>’</w:t>
      </w:r>
      <w:r w:rsidRPr="004C3E92">
        <w:t>à midi</w:t>
      </w:r>
      <w:r w:rsidR="004A4993">
        <w:t xml:space="preserve">, </w:t>
      </w:r>
      <w:r w:rsidRPr="004C3E92">
        <w:t>ne quittant guère d</w:t>
      </w:r>
      <w:r w:rsidR="004A4993">
        <w:t>’</w:t>
      </w:r>
      <w:r w:rsidRPr="004C3E92">
        <w:t>un pouce le lit de sa sœur</w:t>
      </w:r>
      <w:r w:rsidR="004A4993">
        <w:t xml:space="preserve">, </w:t>
      </w:r>
      <w:r w:rsidRPr="004C3E92">
        <w:t>tandis que ses pensées erraient d</w:t>
      </w:r>
      <w:r w:rsidR="004A4993">
        <w:t>’</w:t>
      </w:r>
      <w:r w:rsidRPr="004C3E92">
        <w:t>une image douloureuse</w:t>
      </w:r>
      <w:r w:rsidR="004A4993">
        <w:t xml:space="preserve">, </w:t>
      </w:r>
      <w:r w:rsidRPr="004C3E92">
        <w:t>d</w:t>
      </w:r>
      <w:r w:rsidR="004A4993">
        <w:t>’</w:t>
      </w:r>
      <w:r w:rsidRPr="004C3E92">
        <w:t>un ami souffrant</w:t>
      </w:r>
      <w:r w:rsidR="004A4993">
        <w:t xml:space="preserve">, </w:t>
      </w:r>
      <w:r w:rsidRPr="004C3E92">
        <w:t>à un autre</w:t>
      </w:r>
      <w:r w:rsidR="004A4993">
        <w:t xml:space="preserve">, </w:t>
      </w:r>
      <w:r w:rsidRPr="004C3E92">
        <w:t>et que son courage était oppressé au maximum par la conversation de Mrs</w:t>
      </w:r>
      <w:r w:rsidR="004A4993">
        <w:t xml:space="preserve">. </w:t>
      </w:r>
      <w:r w:rsidRPr="004C3E92">
        <w:t>Jennings</w:t>
      </w:r>
      <w:r w:rsidR="004A4993">
        <w:t xml:space="preserve">, </w:t>
      </w:r>
      <w:r w:rsidRPr="004C3E92">
        <w:t>qui ne se fit pas scrupule d</w:t>
      </w:r>
      <w:r w:rsidR="004A4993">
        <w:t>’</w:t>
      </w:r>
      <w:r w:rsidRPr="004C3E92">
        <w:t>attribuer la gravité et le danger de cette attaque aux nombre</w:t>
      </w:r>
      <w:r w:rsidRPr="004C3E92">
        <w:t>u</w:t>
      </w:r>
      <w:r w:rsidRPr="004C3E92">
        <w:t>ses semaines d</w:t>
      </w:r>
      <w:r w:rsidR="004A4993">
        <w:t>’</w:t>
      </w:r>
      <w:r w:rsidRPr="004C3E92">
        <w:t>indisposition qu</w:t>
      </w:r>
      <w:r w:rsidR="004A4993">
        <w:t>’</w:t>
      </w:r>
      <w:r w:rsidRPr="004C3E92">
        <w:t>avait entraînées la déception de Marianne</w:t>
      </w:r>
      <w:r w:rsidR="004A4993">
        <w:t xml:space="preserve">. </w:t>
      </w:r>
      <w:proofErr w:type="spellStart"/>
      <w:r w:rsidRPr="004C3E92">
        <w:t>Elinor</w:t>
      </w:r>
      <w:proofErr w:type="spellEnd"/>
      <w:r w:rsidRPr="004C3E92">
        <w:t xml:space="preserve"> fut sensible à tout ce qu</w:t>
      </w:r>
      <w:r w:rsidR="004A4993">
        <w:t>’</w:t>
      </w:r>
      <w:r w:rsidRPr="004C3E92">
        <w:t>avait de raisonnable cette idée</w:t>
      </w:r>
      <w:r w:rsidR="004A4993">
        <w:t xml:space="preserve">, </w:t>
      </w:r>
      <w:r w:rsidRPr="004C3E92">
        <w:t>et ses réflexions en reçurent une amertume nouvelle</w:t>
      </w:r>
      <w:r w:rsidR="004A4993">
        <w:t>.</w:t>
      </w:r>
    </w:p>
    <w:p w14:paraId="28C456B1" w14:textId="77777777" w:rsidR="004A4993" w:rsidRDefault="008C5C61" w:rsidP="004A4993">
      <w:r w:rsidRPr="004C3E92">
        <w:t>Vers midi</w:t>
      </w:r>
      <w:r w:rsidR="004A4993">
        <w:t xml:space="preserve">, </w:t>
      </w:r>
      <w:r w:rsidRPr="004C3E92">
        <w:t>cependant</w:t>
      </w:r>
      <w:r w:rsidR="004A4993">
        <w:t xml:space="preserve">, </w:t>
      </w:r>
      <w:r w:rsidRPr="004C3E92">
        <w:t>elle commença</w:t>
      </w:r>
      <w:r w:rsidR="004A4993">
        <w:t xml:space="preserve"> – </w:t>
      </w:r>
      <w:r w:rsidRPr="004C3E92">
        <w:t>mais avec une pr</w:t>
      </w:r>
      <w:r w:rsidRPr="004C3E92">
        <w:t>u</w:t>
      </w:r>
      <w:r w:rsidRPr="004C3E92">
        <w:t>dence</w:t>
      </w:r>
      <w:r w:rsidR="004A4993">
        <w:t xml:space="preserve">, </w:t>
      </w:r>
      <w:r w:rsidRPr="004C3E92">
        <w:t>une crainte des déceptions</w:t>
      </w:r>
      <w:r w:rsidR="004A4993">
        <w:t xml:space="preserve">, </w:t>
      </w:r>
      <w:r w:rsidRPr="004C3E92">
        <w:t xml:space="preserve">qui pendant quelque </w:t>
      </w:r>
      <w:r w:rsidRPr="004C3E92">
        <w:lastRenderedPageBreak/>
        <w:t>temps la tint silencieuse</w:t>
      </w:r>
      <w:r w:rsidR="004A4993">
        <w:t xml:space="preserve">, </w:t>
      </w:r>
      <w:r w:rsidRPr="004C3E92">
        <w:t>même envers son amie</w:t>
      </w:r>
      <w:r w:rsidR="004A4993">
        <w:t xml:space="preserve"> – </w:t>
      </w:r>
      <w:r w:rsidRPr="004C3E92">
        <w:t>à s</w:t>
      </w:r>
      <w:r w:rsidR="004A4993">
        <w:t>’</w:t>
      </w:r>
      <w:r w:rsidRPr="004C3E92">
        <w:t>imaginer</w:t>
      </w:r>
      <w:r w:rsidR="004A4993">
        <w:t xml:space="preserve">, </w:t>
      </w:r>
      <w:r w:rsidRPr="004C3E92">
        <w:t>à e</w:t>
      </w:r>
      <w:r w:rsidRPr="004C3E92">
        <w:t>s</w:t>
      </w:r>
      <w:r w:rsidRPr="004C3E92">
        <w:t>pérer qu</w:t>
      </w:r>
      <w:r w:rsidR="004A4993">
        <w:t>’</w:t>
      </w:r>
      <w:r w:rsidRPr="004C3E92">
        <w:t>elle percevait une légère amélioration dans le pouls de sa sœur</w:t>
      </w:r>
      <w:r w:rsidR="004A4993">
        <w:t xml:space="preserve"> ; </w:t>
      </w:r>
      <w:r w:rsidRPr="004C3E92">
        <w:t>elle attendit</w:t>
      </w:r>
      <w:r w:rsidR="004A4993">
        <w:t xml:space="preserve">, </w:t>
      </w:r>
      <w:r w:rsidRPr="004C3E92">
        <w:t>l</w:t>
      </w:r>
      <w:r w:rsidR="004A4993">
        <w:t>’</w:t>
      </w:r>
      <w:r w:rsidRPr="004C3E92">
        <w:t>observa et l</w:t>
      </w:r>
      <w:r w:rsidR="004A4993">
        <w:t>’</w:t>
      </w:r>
      <w:r w:rsidRPr="004C3E92">
        <w:t>examina mainte et mainte fois</w:t>
      </w:r>
      <w:r w:rsidR="004A4993">
        <w:t xml:space="preserve"> ; </w:t>
      </w:r>
      <w:r w:rsidRPr="004C3E92">
        <w:t>et enfin</w:t>
      </w:r>
      <w:r w:rsidR="004A4993">
        <w:t xml:space="preserve">, </w:t>
      </w:r>
      <w:r w:rsidRPr="004C3E92">
        <w:t>avec une agitation plus difficile à enfouir sous son calme extérieur que toute sa détresse antérieure</w:t>
      </w:r>
      <w:r w:rsidR="004A4993">
        <w:t xml:space="preserve">, </w:t>
      </w:r>
      <w:r w:rsidRPr="004C3E92">
        <w:t>elle se hasarda à communiquer ses espoirs</w:t>
      </w:r>
      <w:r w:rsidR="004A4993">
        <w:t xml:space="preserve">. </w:t>
      </w:r>
      <w:r w:rsidRPr="004C3E92">
        <w:t>Mrs</w:t>
      </w:r>
      <w:r w:rsidR="004A4993">
        <w:t xml:space="preserve">. </w:t>
      </w:r>
      <w:r w:rsidRPr="004C3E92">
        <w:t>Jennings</w:t>
      </w:r>
      <w:r w:rsidR="004A4993">
        <w:t xml:space="preserve">, </w:t>
      </w:r>
      <w:r w:rsidRPr="004C3E92">
        <w:t>bien qu</w:t>
      </w:r>
      <w:r w:rsidR="004A4993">
        <w:t>’</w:t>
      </w:r>
      <w:r w:rsidRPr="004C3E92">
        <w:t>elle fût contrainte de reconnaître</w:t>
      </w:r>
      <w:r w:rsidR="004A4993">
        <w:t xml:space="preserve">, </w:t>
      </w:r>
      <w:r w:rsidRPr="004C3E92">
        <w:t>à l</w:t>
      </w:r>
      <w:r w:rsidR="004A4993">
        <w:t>’</w:t>
      </w:r>
      <w:r w:rsidRPr="004C3E92">
        <w:t>examen</w:t>
      </w:r>
      <w:r w:rsidR="004A4993">
        <w:t xml:space="preserve">, </w:t>
      </w:r>
      <w:r w:rsidRPr="004C3E92">
        <w:t>une reprise temporaire</w:t>
      </w:r>
      <w:r w:rsidR="004A4993">
        <w:t xml:space="preserve">, </w:t>
      </w:r>
      <w:r w:rsidRPr="004C3E92">
        <w:t>essaya de retenir sa jeune amie de se laisser aller à croire qu</w:t>
      </w:r>
      <w:r w:rsidR="004A4993">
        <w:t>’</w:t>
      </w:r>
      <w:r w:rsidRPr="004C3E92">
        <w:t>elle se prolongerait</w:t>
      </w:r>
      <w:r w:rsidR="004A4993">
        <w:t xml:space="preserve"> ; </w:t>
      </w:r>
      <w:r w:rsidRPr="004C3E92">
        <w:t xml:space="preserve">et </w:t>
      </w:r>
      <w:proofErr w:type="spellStart"/>
      <w:r w:rsidRPr="004C3E92">
        <w:t>Elinor</w:t>
      </w:r>
      <w:proofErr w:type="spellEnd"/>
      <w:r w:rsidR="004A4993">
        <w:t xml:space="preserve">, </w:t>
      </w:r>
      <w:r w:rsidRPr="004C3E92">
        <w:t>étudiant chacune de ses injonctions à la méfiance</w:t>
      </w:r>
      <w:r w:rsidR="004A4993">
        <w:t xml:space="preserve">, </w:t>
      </w:r>
      <w:r w:rsidRPr="004C3E92">
        <w:t>s</w:t>
      </w:r>
      <w:r w:rsidR="004A4993">
        <w:t>’</w:t>
      </w:r>
      <w:r w:rsidRPr="004C3E92">
        <w:t>ordonna de même de ne pas espérer</w:t>
      </w:r>
      <w:r w:rsidR="004A4993">
        <w:t xml:space="preserve">. </w:t>
      </w:r>
      <w:r w:rsidRPr="004C3E92">
        <w:t>Mais il était trop tard</w:t>
      </w:r>
      <w:r w:rsidR="004A4993">
        <w:t xml:space="preserve">. </w:t>
      </w:r>
      <w:r w:rsidRPr="004C3E92">
        <w:t>L</w:t>
      </w:r>
      <w:r w:rsidR="004A4993">
        <w:t>’</w:t>
      </w:r>
      <w:r w:rsidRPr="004C3E92">
        <w:t>espoir était déjà entré en elle</w:t>
      </w:r>
      <w:r w:rsidR="004A4993">
        <w:t xml:space="preserve"> ; </w:t>
      </w:r>
      <w:r w:rsidRPr="004C3E92">
        <w:t>et</w:t>
      </w:r>
      <w:r w:rsidR="004A4993">
        <w:t xml:space="preserve">, </w:t>
      </w:r>
      <w:r w:rsidRPr="004C3E92">
        <w:t>en ressentant tous les tressaillements inquiets</w:t>
      </w:r>
      <w:r w:rsidR="004A4993">
        <w:t xml:space="preserve">, </w:t>
      </w:r>
      <w:r w:rsidRPr="004C3E92">
        <w:t>elle se pencha sur sa sœur pour guetter</w:t>
      </w:r>
      <w:r w:rsidR="004A4993">
        <w:t xml:space="preserve"> – </w:t>
      </w:r>
      <w:r w:rsidRPr="004C3E92">
        <w:t>elle savait à peine quoi</w:t>
      </w:r>
      <w:r w:rsidR="004A4993">
        <w:t xml:space="preserve">. </w:t>
      </w:r>
      <w:r w:rsidRPr="004C3E92">
        <w:t>Une demi-heure s</w:t>
      </w:r>
      <w:r w:rsidR="004A4993">
        <w:t>’</w:t>
      </w:r>
      <w:r w:rsidRPr="004C3E92">
        <w:t>écoula</w:t>
      </w:r>
      <w:r w:rsidR="004A4993">
        <w:t xml:space="preserve">, </w:t>
      </w:r>
      <w:r w:rsidRPr="004C3E92">
        <w:t>et le symptôme favorable continuait à manifester sa bienfaisante présence</w:t>
      </w:r>
      <w:r w:rsidR="004A4993">
        <w:t xml:space="preserve">. </w:t>
      </w:r>
      <w:r w:rsidRPr="004C3E92">
        <w:t>Il s</w:t>
      </w:r>
      <w:r w:rsidR="004A4993">
        <w:t>’</w:t>
      </w:r>
      <w:r w:rsidRPr="004C3E92">
        <w:t>en présenta d</w:t>
      </w:r>
      <w:r w:rsidR="004A4993">
        <w:t>’</w:t>
      </w:r>
      <w:r w:rsidRPr="004C3E92">
        <w:t>autres pour le confirmer</w:t>
      </w:r>
      <w:r w:rsidR="004A4993">
        <w:t xml:space="preserve">. </w:t>
      </w:r>
      <w:r w:rsidRPr="004C3E92">
        <w:t>Son sou</w:t>
      </w:r>
      <w:r w:rsidRPr="004C3E92">
        <w:t>f</w:t>
      </w:r>
      <w:r w:rsidRPr="004C3E92">
        <w:t>fle</w:t>
      </w:r>
      <w:r w:rsidR="004A4993">
        <w:t xml:space="preserve">, </w:t>
      </w:r>
      <w:r w:rsidRPr="004C3E92">
        <w:t>sa peau</w:t>
      </w:r>
      <w:r w:rsidR="004A4993">
        <w:t xml:space="preserve">, </w:t>
      </w:r>
      <w:r w:rsidRPr="004C3E92">
        <w:t>ses lèvres</w:t>
      </w:r>
      <w:r w:rsidR="004A4993">
        <w:t xml:space="preserve">, – </w:t>
      </w:r>
      <w:r w:rsidRPr="004C3E92">
        <w:t>tout flatta les yeux d</w:t>
      </w:r>
      <w:r w:rsidR="004A4993">
        <w:t>’</w:t>
      </w:r>
      <w:proofErr w:type="spellStart"/>
      <w:r w:rsidRPr="004C3E92">
        <w:t>Elinor</w:t>
      </w:r>
      <w:proofErr w:type="spellEnd"/>
      <w:r w:rsidRPr="004C3E92">
        <w:t xml:space="preserve"> avec des indices de mieux</w:t>
      </w:r>
      <w:r w:rsidR="004A4993">
        <w:t xml:space="preserve">, </w:t>
      </w:r>
      <w:r w:rsidRPr="004C3E92">
        <w:t>et Marianne fixa les yeux sur elle avec un r</w:t>
      </w:r>
      <w:r w:rsidRPr="004C3E92">
        <w:t>e</w:t>
      </w:r>
      <w:r w:rsidRPr="004C3E92">
        <w:t>gard de raison</w:t>
      </w:r>
      <w:r w:rsidR="004A4993">
        <w:t xml:space="preserve">, </w:t>
      </w:r>
      <w:r w:rsidRPr="004C3E92">
        <w:t>quoique languissant</w:t>
      </w:r>
      <w:r w:rsidR="004A4993">
        <w:t xml:space="preserve">. </w:t>
      </w:r>
      <w:r w:rsidRPr="004C3E92">
        <w:t>L</w:t>
      </w:r>
      <w:r w:rsidR="004A4993">
        <w:t>’</w:t>
      </w:r>
      <w:r w:rsidRPr="004C3E92">
        <w:t>angoisse et l</w:t>
      </w:r>
      <w:r w:rsidR="004A4993">
        <w:t>’</w:t>
      </w:r>
      <w:r w:rsidRPr="004C3E92">
        <w:t>espoir l</w:t>
      </w:r>
      <w:r w:rsidR="004A4993">
        <w:t>’</w:t>
      </w:r>
      <w:r w:rsidRPr="004C3E92">
        <w:t>oppressèrent à présent à parts égales</w:t>
      </w:r>
      <w:r w:rsidR="004A4993">
        <w:t xml:space="preserve">, </w:t>
      </w:r>
      <w:r w:rsidRPr="004C3E92">
        <w:t>et ne lui laissèrent nul moment de tranquillité jusqu</w:t>
      </w:r>
      <w:r w:rsidR="004A4993">
        <w:t>’</w:t>
      </w:r>
      <w:r w:rsidRPr="004C3E92">
        <w:t>à l</w:t>
      </w:r>
      <w:r w:rsidR="004A4993">
        <w:t>’</w:t>
      </w:r>
      <w:r w:rsidRPr="004C3E92">
        <w:t>arrivée de Mr</w:t>
      </w:r>
      <w:r w:rsidR="004A4993">
        <w:t xml:space="preserve">. </w:t>
      </w:r>
      <w:r w:rsidRPr="004C3E92">
        <w:t>Harris</w:t>
      </w:r>
      <w:r w:rsidR="004A4993">
        <w:t xml:space="preserve">, </w:t>
      </w:r>
      <w:r w:rsidRPr="004C3E92">
        <w:t>à quatre heures</w:t>
      </w:r>
      <w:r w:rsidR="004A4993">
        <w:t xml:space="preserve">, – </w:t>
      </w:r>
      <w:r w:rsidRPr="004C3E92">
        <w:t>lorsque ses assurances</w:t>
      </w:r>
      <w:r w:rsidR="004A4993">
        <w:t xml:space="preserve">, </w:t>
      </w:r>
      <w:r w:rsidRPr="004C3E92">
        <w:t>ses félicitations à l</w:t>
      </w:r>
      <w:r w:rsidR="004A4993">
        <w:t>’</w:t>
      </w:r>
      <w:r w:rsidRPr="004C3E92">
        <w:t>occasion d</w:t>
      </w:r>
      <w:r w:rsidR="004A4993">
        <w:t>’</w:t>
      </w:r>
      <w:r w:rsidRPr="004C3E92">
        <w:t>un rétablissement</w:t>
      </w:r>
      <w:r w:rsidR="004A4993">
        <w:t xml:space="preserve">, </w:t>
      </w:r>
      <w:r w:rsidRPr="004C3E92">
        <w:t>chez sa sœur</w:t>
      </w:r>
      <w:r w:rsidR="004A4993">
        <w:t xml:space="preserve">, </w:t>
      </w:r>
      <w:r w:rsidRPr="004C3E92">
        <w:t>qui dépassait même son a</w:t>
      </w:r>
      <w:r w:rsidRPr="004C3E92">
        <w:t>t</w:t>
      </w:r>
      <w:r w:rsidRPr="004C3E92">
        <w:t>tente</w:t>
      </w:r>
      <w:r w:rsidR="004A4993">
        <w:t xml:space="preserve">, </w:t>
      </w:r>
      <w:r w:rsidRPr="004C3E92">
        <w:t>amenèrent chez elle la confiance</w:t>
      </w:r>
      <w:r w:rsidR="004A4993">
        <w:t xml:space="preserve">, </w:t>
      </w:r>
      <w:r w:rsidRPr="004C3E92">
        <w:t>le réconfort</w:t>
      </w:r>
      <w:r w:rsidR="004A4993">
        <w:t xml:space="preserve">, </w:t>
      </w:r>
      <w:r w:rsidRPr="004C3E92">
        <w:t>et des la</w:t>
      </w:r>
      <w:r w:rsidRPr="004C3E92">
        <w:t>r</w:t>
      </w:r>
      <w:r w:rsidRPr="004C3E92">
        <w:t>mes de joie</w:t>
      </w:r>
      <w:r w:rsidR="004A4993">
        <w:t>.</w:t>
      </w:r>
    </w:p>
    <w:p w14:paraId="6BEA4EED" w14:textId="77777777" w:rsidR="004A4993" w:rsidRDefault="008C5C61" w:rsidP="004A4993">
      <w:r w:rsidRPr="004C3E92">
        <w:t>Marianne allait nettement mieux</w:t>
      </w:r>
      <w:r w:rsidR="004A4993">
        <w:t xml:space="preserve">, </w:t>
      </w:r>
      <w:r w:rsidRPr="004C3E92">
        <w:t>sous tous les rapports</w:t>
      </w:r>
      <w:r w:rsidR="004A4993">
        <w:t xml:space="preserve">, </w:t>
      </w:r>
      <w:r w:rsidRPr="004C3E92">
        <w:t>et il la déclara complètement hors de danger</w:t>
      </w:r>
      <w:r w:rsidR="004A4993">
        <w:t xml:space="preserve">. </w:t>
      </w:r>
      <w:r w:rsidRPr="004C3E92">
        <w:t>Mrs</w:t>
      </w:r>
      <w:r w:rsidR="004A4993">
        <w:t xml:space="preserve">. </w:t>
      </w:r>
      <w:r w:rsidRPr="004C3E92">
        <w:t>Jennings</w:t>
      </w:r>
      <w:r w:rsidR="004A4993">
        <w:t xml:space="preserve">, </w:t>
      </w:r>
      <w:r w:rsidRPr="004C3E92">
        <w:t>peut-être satisfaite de la justification partielle de ses tristes presse</w:t>
      </w:r>
      <w:r w:rsidRPr="004C3E92">
        <w:t>n</w:t>
      </w:r>
      <w:r w:rsidRPr="004C3E92">
        <w:t>timents qui s</w:t>
      </w:r>
      <w:r w:rsidR="004A4993">
        <w:t>’</w:t>
      </w:r>
      <w:r w:rsidRPr="004C3E92">
        <w:t>étaient trouvés vérifiés dans leurs craintes réce</w:t>
      </w:r>
      <w:r w:rsidRPr="004C3E92">
        <w:t>n</w:t>
      </w:r>
      <w:r w:rsidRPr="004C3E92">
        <w:t>tes</w:t>
      </w:r>
      <w:r w:rsidR="004A4993">
        <w:t xml:space="preserve">, </w:t>
      </w:r>
      <w:r w:rsidRPr="004C3E92">
        <w:t>se laissa aller à se fier au jugement de Mr</w:t>
      </w:r>
      <w:r w:rsidR="004A4993">
        <w:t xml:space="preserve">. </w:t>
      </w:r>
      <w:r w:rsidRPr="004C3E92">
        <w:t>Harris</w:t>
      </w:r>
      <w:r w:rsidR="004A4993">
        <w:t xml:space="preserve">, </w:t>
      </w:r>
      <w:r w:rsidRPr="004C3E92">
        <w:t>et reco</w:t>
      </w:r>
      <w:r w:rsidRPr="004C3E92">
        <w:t>n</w:t>
      </w:r>
      <w:r w:rsidRPr="004C3E92">
        <w:t>nut avec une joie non feinte</w:t>
      </w:r>
      <w:r w:rsidR="004A4993">
        <w:t xml:space="preserve">, </w:t>
      </w:r>
      <w:r w:rsidRPr="004C3E92">
        <w:t>et bientôt avec une gaieté sans équivoque</w:t>
      </w:r>
      <w:r w:rsidR="004A4993">
        <w:t xml:space="preserve">, </w:t>
      </w:r>
      <w:r w:rsidRPr="004C3E92">
        <w:t>la probabilité d</w:t>
      </w:r>
      <w:r w:rsidR="004A4993">
        <w:t>’</w:t>
      </w:r>
      <w:r w:rsidRPr="004C3E92">
        <w:t>un rétablissement intégral</w:t>
      </w:r>
      <w:r w:rsidR="004A4993">
        <w:t>.</w:t>
      </w:r>
    </w:p>
    <w:p w14:paraId="15F4E3B5" w14:textId="77777777" w:rsidR="004A4993" w:rsidRDefault="008C5C61" w:rsidP="004A4993">
      <w:proofErr w:type="spellStart"/>
      <w:r w:rsidRPr="004C3E92">
        <w:lastRenderedPageBreak/>
        <w:t>Elinor</w:t>
      </w:r>
      <w:proofErr w:type="spellEnd"/>
      <w:r w:rsidRPr="004C3E92">
        <w:t xml:space="preserve"> ne pouvait pas être gaie</w:t>
      </w:r>
      <w:r w:rsidR="004A4993">
        <w:t xml:space="preserve">. </w:t>
      </w:r>
      <w:r w:rsidRPr="004C3E92">
        <w:t>Sa joie était d</w:t>
      </w:r>
      <w:r w:rsidR="004A4993">
        <w:t>’</w:t>
      </w:r>
      <w:r w:rsidRPr="004C3E92">
        <w:t>une autre c</w:t>
      </w:r>
      <w:r w:rsidRPr="004C3E92">
        <w:t>a</w:t>
      </w:r>
      <w:r w:rsidRPr="004C3E92">
        <w:t>tégorie</w:t>
      </w:r>
      <w:r w:rsidR="004A4993">
        <w:t xml:space="preserve">, </w:t>
      </w:r>
      <w:r w:rsidRPr="004C3E92">
        <w:t>et conduisait à tout</w:t>
      </w:r>
      <w:r w:rsidR="004A4993">
        <w:t xml:space="preserve">, </w:t>
      </w:r>
      <w:r w:rsidRPr="004C3E92">
        <w:t>hormis à la gaieté</w:t>
      </w:r>
      <w:r w:rsidR="004A4993">
        <w:t xml:space="preserve">. </w:t>
      </w:r>
      <w:r w:rsidRPr="004C3E92">
        <w:t>Marianne re</w:t>
      </w:r>
      <w:r w:rsidRPr="004C3E92">
        <w:t>n</w:t>
      </w:r>
      <w:r w:rsidRPr="004C3E92">
        <w:t>due à la vie</w:t>
      </w:r>
      <w:r w:rsidR="004A4993">
        <w:t xml:space="preserve">, </w:t>
      </w:r>
      <w:r w:rsidRPr="004C3E92">
        <w:t>à la santé</w:t>
      </w:r>
      <w:r w:rsidR="004A4993">
        <w:t xml:space="preserve">, </w:t>
      </w:r>
      <w:r w:rsidRPr="004C3E92">
        <w:t>à ses amis</w:t>
      </w:r>
      <w:r w:rsidR="004A4993">
        <w:t xml:space="preserve">, </w:t>
      </w:r>
      <w:r w:rsidRPr="004C3E92">
        <w:t>et à sa mère qui l</w:t>
      </w:r>
      <w:r w:rsidR="004A4993">
        <w:t>’</w:t>
      </w:r>
      <w:r w:rsidRPr="004C3E92">
        <w:t>aimait à la folie</w:t>
      </w:r>
      <w:r w:rsidR="004A4993">
        <w:t xml:space="preserve">, </w:t>
      </w:r>
      <w:r w:rsidRPr="004C3E92">
        <w:t>c</w:t>
      </w:r>
      <w:r w:rsidR="004A4993">
        <w:t>’</w:t>
      </w:r>
      <w:r w:rsidRPr="004C3E92">
        <w:t>était là une idée bien faite pour lui emplir le cœur de se</w:t>
      </w:r>
      <w:r w:rsidRPr="004C3E92">
        <w:t>n</w:t>
      </w:r>
      <w:r w:rsidRPr="004C3E92">
        <w:t>sations de bien-être exquis</w:t>
      </w:r>
      <w:r w:rsidR="004A4993">
        <w:t xml:space="preserve">, </w:t>
      </w:r>
      <w:r w:rsidRPr="004C3E92">
        <w:t>et pour le gonfler d</w:t>
      </w:r>
      <w:r w:rsidR="004A4993">
        <w:t>’</w:t>
      </w:r>
      <w:r w:rsidRPr="004C3E92">
        <w:t>une gratitude fervente</w:t>
      </w:r>
      <w:r w:rsidR="004A4993">
        <w:t xml:space="preserve"> ; </w:t>
      </w:r>
      <w:r w:rsidRPr="004C3E92">
        <w:t>mais elle n</w:t>
      </w:r>
      <w:r w:rsidR="004A4993">
        <w:t>’</w:t>
      </w:r>
      <w:r w:rsidRPr="004C3E92">
        <w:t>amena aucune démonstration extérieure de joie</w:t>
      </w:r>
      <w:r w:rsidR="004A4993">
        <w:t xml:space="preserve">, </w:t>
      </w:r>
      <w:r w:rsidRPr="004C3E92">
        <w:t>pas de paroles</w:t>
      </w:r>
      <w:r w:rsidR="004A4993">
        <w:t xml:space="preserve">, </w:t>
      </w:r>
      <w:r w:rsidRPr="004C3E92">
        <w:t>pas de sourires</w:t>
      </w:r>
      <w:r w:rsidR="004A4993">
        <w:t xml:space="preserve">. </w:t>
      </w:r>
      <w:r w:rsidRPr="004C3E92">
        <w:t>C</w:t>
      </w:r>
      <w:r w:rsidR="004A4993">
        <w:t>’</w:t>
      </w:r>
      <w:r w:rsidRPr="004C3E92">
        <w:t>est dans la poitrine d</w:t>
      </w:r>
      <w:r w:rsidR="004A4993">
        <w:t>’</w:t>
      </w:r>
      <w:proofErr w:type="spellStart"/>
      <w:r w:rsidRPr="004C3E92">
        <w:t>Elinor</w:t>
      </w:r>
      <w:proofErr w:type="spellEnd"/>
      <w:r w:rsidRPr="004C3E92">
        <w:t xml:space="preserve"> qu</w:t>
      </w:r>
      <w:r w:rsidR="004A4993">
        <w:t>’</w:t>
      </w:r>
      <w:r w:rsidRPr="004C3E92">
        <w:t>était toute la satisfaction</w:t>
      </w:r>
      <w:r w:rsidR="004A4993">
        <w:t xml:space="preserve">, </w:t>
      </w:r>
      <w:r w:rsidRPr="004C3E92">
        <w:t>silencieuse et forte</w:t>
      </w:r>
      <w:r w:rsidR="004A4993">
        <w:t>.</w:t>
      </w:r>
    </w:p>
    <w:p w14:paraId="4A37CE86" w14:textId="77777777" w:rsidR="004A4993" w:rsidRDefault="008C5C61" w:rsidP="004A4993">
      <w:r w:rsidRPr="004C3E92">
        <w:t>Elle demeura auprès de sa sœur</w:t>
      </w:r>
      <w:r w:rsidR="004A4993">
        <w:t xml:space="preserve">, </w:t>
      </w:r>
      <w:r w:rsidRPr="004C3E92">
        <w:t>presque sans interruption</w:t>
      </w:r>
      <w:r w:rsidR="004A4993">
        <w:t xml:space="preserve">, </w:t>
      </w:r>
      <w:r w:rsidRPr="004C3E92">
        <w:t>tout l</w:t>
      </w:r>
      <w:r w:rsidR="004A4993">
        <w:t>’</w:t>
      </w:r>
      <w:r w:rsidRPr="004C3E92">
        <w:t>après-midi</w:t>
      </w:r>
      <w:r w:rsidR="004A4993">
        <w:t xml:space="preserve">, </w:t>
      </w:r>
      <w:r w:rsidRPr="004C3E92">
        <w:t>apaisant toutes les craintes</w:t>
      </w:r>
      <w:r w:rsidR="004A4993">
        <w:t xml:space="preserve">, </w:t>
      </w:r>
      <w:r w:rsidRPr="004C3E92">
        <w:t>satisfaisant ch</w:t>
      </w:r>
      <w:r w:rsidRPr="004C3E92">
        <w:t>a</w:t>
      </w:r>
      <w:r w:rsidRPr="004C3E92">
        <w:t>cune des démarches de son esprit abattu</w:t>
      </w:r>
      <w:r w:rsidR="004A4993">
        <w:t xml:space="preserve">, </w:t>
      </w:r>
      <w:r w:rsidRPr="004C3E92">
        <w:t>donnant tous les s</w:t>
      </w:r>
      <w:r w:rsidRPr="004C3E92">
        <w:t>e</w:t>
      </w:r>
      <w:r w:rsidRPr="004C3E92">
        <w:t>cours</w:t>
      </w:r>
      <w:r w:rsidR="004A4993">
        <w:t xml:space="preserve">, </w:t>
      </w:r>
      <w:r w:rsidRPr="004C3E92">
        <w:t>et observant presque chaque regard et chaque souffle</w:t>
      </w:r>
      <w:r w:rsidR="004A4993">
        <w:t xml:space="preserve">. </w:t>
      </w:r>
      <w:r w:rsidRPr="004C3E92">
        <w:t>La possibilité d</w:t>
      </w:r>
      <w:r w:rsidR="004A4993">
        <w:t>’</w:t>
      </w:r>
      <w:r w:rsidRPr="004C3E92">
        <w:t>une rechute intervenait</w:t>
      </w:r>
      <w:r w:rsidR="004A4993">
        <w:t xml:space="preserve">, </w:t>
      </w:r>
      <w:r w:rsidRPr="004C3E92">
        <w:t>bien entendu</w:t>
      </w:r>
      <w:r w:rsidR="004A4993">
        <w:t xml:space="preserve">, </w:t>
      </w:r>
      <w:r w:rsidRPr="004C3E92">
        <w:t>par instants</w:t>
      </w:r>
      <w:r w:rsidR="004A4993">
        <w:t xml:space="preserve">, </w:t>
      </w:r>
      <w:r w:rsidRPr="004C3E92">
        <w:t>pour lui rappeler ce qu</w:t>
      </w:r>
      <w:r w:rsidR="004A4993">
        <w:t>’</w:t>
      </w:r>
      <w:r w:rsidRPr="004C3E92">
        <w:t>était l</w:t>
      </w:r>
      <w:r w:rsidR="004A4993">
        <w:t>’</w:t>
      </w:r>
      <w:r w:rsidRPr="004C3E92">
        <w:t>inquiétude</w:t>
      </w:r>
      <w:r w:rsidR="004A4993">
        <w:t xml:space="preserve">, – </w:t>
      </w:r>
      <w:r w:rsidRPr="004C3E92">
        <w:t>mais lorsqu</w:t>
      </w:r>
      <w:r w:rsidR="004A4993">
        <w:t>’</w:t>
      </w:r>
      <w:r w:rsidRPr="004C3E92">
        <w:t>elle s</w:t>
      </w:r>
      <w:r w:rsidR="004A4993">
        <w:t>’</w:t>
      </w:r>
      <w:r w:rsidRPr="004C3E92">
        <w:t>aperçut</w:t>
      </w:r>
      <w:r w:rsidR="004A4993">
        <w:t xml:space="preserve">, </w:t>
      </w:r>
      <w:r w:rsidRPr="004C3E92">
        <w:t>à des examens fréquents et minutieux</w:t>
      </w:r>
      <w:r w:rsidR="004A4993">
        <w:t xml:space="preserve">, </w:t>
      </w:r>
      <w:r w:rsidRPr="004C3E92">
        <w:t>que tous les symptômes de la guérison se prolongeaient</w:t>
      </w:r>
      <w:r w:rsidR="004A4993">
        <w:t xml:space="preserve">, </w:t>
      </w:r>
      <w:r w:rsidRPr="004C3E92">
        <w:t>et qu</w:t>
      </w:r>
      <w:r w:rsidR="004A4993">
        <w:t>’</w:t>
      </w:r>
      <w:r w:rsidRPr="004C3E92">
        <w:t>elle vit M</w:t>
      </w:r>
      <w:r w:rsidRPr="004C3E92">
        <w:t>a</w:t>
      </w:r>
      <w:r w:rsidRPr="004C3E92">
        <w:t>rianne</w:t>
      </w:r>
      <w:r w:rsidR="004A4993">
        <w:t xml:space="preserve">, </w:t>
      </w:r>
      <w:r w:rsidRPr="004C3E92">
        <w:t>à six heures</w:t>
      </w:r>
      <w:r w:rsidR="004A4993">
        <w:t xml:space="preserve">, </w:t>
      </w:r>
      <w:r w:rsidRPr="004C3E92">
        <w:t>tomber dans un sommeil tranquille</w:t>
      </w:r>
      <w:r w:rsidR="004A4993">
        <w:t xml:space="preserve">, </w:t>
      </w:r>
      <w:r w:rsidRPr="004C3E92">
        <w:t>rég</w:t>
      </w:r>
      <w:r w:rsidRPr="004C3E92">
        <w:t>u</w:t>
      </w:r>
      <w:r w:rsidRPr="004C3E92">
        <w:t>lier</w:t>
      </w:r>
      <w:r w:rsidR="004A4993">
        <w:t xml:space="preserve">, </w:t>
      </w:r>
      <w:r w:rsidRPr="004C3E92">
        <w:t>et</w:t>
      </w:r>
      <w:r w:rsidR="004A4993">
        <w:t xml:space="preserve">, </w:t>
      </w:r>
      <w:r w:rsidRPr="004C3E92">
        <w:t>selon toute apparence</w:t>
      </w:r>
      <w:r w:rsidR="004A4993">
        <w:t xml:space="preserve">, </w:t>
      </w:r>
      <w:r w:rsidRPr="004C3E92">
        <w:t>bienfaisant</w:t>
      </w:r>
      <w:r w:rsidR="004A4993">
        <w:t xml:space="preserve">, </w:t>
      </w:r>
      <w:r w:rsidRPr="004C3E92">
        <w:t>elle fit taire tous ses doutes</w:t>
      </w:r>
      <w:r w:rsidR="004A4993">
        <w:t>.</w:t>
      </w:r>
    </w:p>
    <w:p w14:paraId="05C1E370" w14:textId="77777777" w:rsidR="004A4993" w:rsidRDefault="008C5C61" w:rsidP="004A4993">
      <w:r w:rsidRPr="004C3E92">
        <w:t>L</w:t>
      </w:r>
      <w:r w:rsidR="004A4993">
        <w:t>’</w:t>
      </w:r>
      <w:r w:rsidRPr="004C3E92">
        <w:t>heure approchait</w:t>
      </w:r>
      <w:r w:rsidR="004A4993">
        <w:t xml:space="preserve">, </w:t>
      </w:r>
      <w:r w:rsidRPr="004C3E92">
        <w:t>à présent</w:t>
      </w:r>
      <w:r w:rsidR="004A4993">
        <w:t xml:space="preserve">, </w:t>
      </w:r>
      <w:r w:rsidRPr="004C3E92">
        <w:t>où l</w:t>
      </w:r>
      <w:r w:rsidR="004A4993">
        <w:t>’</w:t>
      </w:r>
      <w:r w:rsidRPr="004C3E92">
        <w:t>on pouvait s</w:t>
      </w:r>
      <w:r w:rsidR="004A4993">
        <w:t>’</w:t>
      </w:r>
      <w:r w:rsidRPr="004C3E92">
        <w:t>attendre au retour du colonel Brandon</w:t>
      </w:r>
      <w:r w:rsidR="004A4993">
        <w:t xml:space="preserve">. </w:t>
      </w:r>
      <w:r w:rsidRPr="004C3E92">
        <w:t>À dix heures</w:t>
      </w:r>
      <w:r w:rsidR="004A4993">
        <w:t xml:space="preserve">, </w:t>
      </w:r>
      <w:r w:rsidRPr="004C3E92">
        <w:t>espérait-elle</w:t>
      </w:r>
      <w:r w:rsidR="004A4993">
        <w:t xml:space="preserve">, </w:t>
      </w:r>
      <w:r w:rsidRPr="004C3E92">
        <w:t>ou du moins</w:t>
      </w:r>
      <w:r w:rsidR="004A4993">
        <w:t xml:space="preserve">, </w:t>
      </w:r>
      <w:r w:rsidRPr="004C3E92">
        <w:t>pas beaucoup plus tard</w:t>
      </w:r>
      <w:r w:rsidR="004A4993">
        <w:t xml:space="preserve">, </w:t>
      </w:r>
      <w:r w:rsidRPr="004C3E92">
        <w:t>sa mère serait soulagée de l</w:t>
      </w:r>
      <w:r w:rsidR="004A4993">
        <w:t>’</w:t>
      </w:r>
      <w:r w:rsidRPr="004C3E92">
        <w:t>incertitude affreuse dans laquelle elle devait effectuer le voyage qui la rapprochait d</w:t>
      </w:r>
      <w:r w:rsidR="004A4993">
        <w:t>’</w:t>
      </w:r>
      <w:r w:rsidRPr="004C3E92">
        <w:t>elles</w:t>
      </w:r>
      <w:r w:rsidR="004A4993">
        <w:t xml:space="preserve">. </w:t>
      </w:r>
      <w:r w:rsidRPr="004C3E92">
        <w:t>Le Colonel aussi</w:t>
      </w:r>
      <w:r w:rsidR="004A4993">
        <w:t xml:space="preserve">, – </w:t>
      </w:r>
      <w:r w:rsidRPr="004C3E92">
        <w:t>peut-être à peine moins digne de pitié</w:t>
      </w:r>
      <w:r w:rsidR="004A4993">
        <w:t xml:space="preserve"> ! </w:t>
      </w:r>
      <w:r w:rsidRPr="004C3E92">
        <w:t>Ah</w:t>
      </w:r>
      <w:r w:rsidR="004A4993">
        <w:t xml:space="preserve">, </w:t>
      </w:r>
      <w:r w:rsidRPr="004C3E92">
        <w:t>comme il avançait lentement</w:t>
      </w:r>
      <w:r w:rsidR="004A4993">
        <w:t xml:space="preserve">, </w:t>
      </w:r>
      <w:r w:rsidRPr="004C3E92">
        <w:t>le temps qui les maintenait encore dans l</w:t>
      </w:r>
      <w:r w:rsidR="004A4993">
        <w:t>’</w:t>
      </w:r>
      <w:r w:rsidRPr="004C3E92">
        <w:t>ignorance</w:t>
      </w:r>
      <w:r w:rsidR="004A4993">
        <w:t> !</w:t>
      </w:r>
    </w:p>
    <w:p w14:paraId="5D621427" w14:textId="77777777" w:rsidR="004A4993" w:rsidRDefault="008C5C61" w:rsidP="004A4993">
      <w:r w:rsidRPr="004C3E92">
        <w:t>À sept heures</w:t>
      </w:r>
      <w:r w:rsidR="004A4993">
        <w:t xml:space="preserve">, </w:t>
      </w:r>
      <w:r w:rsidRPr="004C3E92">
        <w:t>laissant Marianne toujours plongée dans un doux sommeil</w:t>
      </w:r>
      <w:r w:rsidR="004A4993">
        <w:t xml:space="preserve">, </w:t>
      </w:r>
      <w:r w:rsidRPr="004C3E92">
        <w:t>elle rejoignit Mrs</w:t>
      </w:r>
      <w:r w:rsidR="004A4993">
        <w:t xml:space="preserve">. </w:t>
      </w:r>
      <w:r w:rsidRPr="004C3E92">
        <w:t>Jennings pour prendre le thé au salon</w:t>
      </w:r>
      <w:r w:rsidR="004A4993">
        <w:t xml:space="preserve">. </w:t>
      </w:r>
      <w:r w:rsidRPr="004C3E92">
        <w:t>Au déjeuner</w:t>
      </w:r>
      <w:r w:rsidR="004A4993">
        <w:t xml:space="preserve">, </w:t>
      </w:r>
      <w:r w:rsidRPr="004C3E92">
        <w:t>elle avait été retenue de manger bea</w:t>
      </w:r>
      <w:r w:rsidRPr="004C3E92">
        <w:t>u</w:t>
      </w:r>
      <w:r w:rsidRPr="004C3E92">
        <w:t>coup par ses craintes</w:t>
      </w:r>
      <w:r w:rsidR="004A4993">
        <w:t xml:space="preserve">, </w:t>
      </w:r>
      <w:r w:rsidRPr="004C3E92">
        <w:t>et au dîner</w:t>
      </w:r>
      <w:r w:rsidR="004A4993">
        <w:t xml:space="preserve">, </w:t>
      </w:r>
      <w:r w:rsidRPr="004C3E92">
        <w:t xml:space="preserve">par leur renversement </w:t>
      </w:r>
      <w:r w:rsidRPr="004C3E92">
        <w:lastRenderedPageBreak/>
        <w:t>so</w:t>
      </w:r>
      <w:r w:rsidRPr="004C3E92">
        <w:t>u</w:t>
      </w:r>
      <w:r w:rsidRPr="004C3E92">
        <w:t>dain</w:t>
      </w:r>
      <w:r w:rsidR="004A4993">
        <w:t xml:space="preserve"> ; </w:t>
      </w:r>
      <w:r w:rsidRPr="004C3E92">
        <w:t>c</w:t>
      </w:r>
      <w:r w:rsidR="004A4993">
        <w:t>’</w:t>
      </w:r>
      <w:r w:rsidRPr="004C3E92">
        <w:t>est pourquoi la collation actuelle</w:t>
      </w:r>
      <w:r w:rsidR="004A4993">
        <w:t xml:space="preserve">, </w:t>
      </w:r>
      <w:r w:rsidRPr="004C3E92">
        <w:t>avec les sentiments de satisfaction qu</w:t>
      </w:r>
      <w:r w:rsidR="004A4993">
        <w:t>’</w:t>
      </w:r>
      <w:r w:rsidRPr="004C3E92">
        <w:t>elle y apportait</w:t>
      </w:r>
      <w:r w:rsidR="004A4993">
        <w:t xml:space="preserve">, </w:t>
      </w:r>
      <w:r w:rsidRPr="004C3E92">
        <w:t>fut particulièrement bienvenue</w:t>
      </w:r>
      <w:r w:rsidR="004A4993">
        <w:t xml:space="preserve">. </w:t>
      </w:r>
      <w:r w:rsidRPr="004C3E92">
        <w:t>Mrs</w:t>
      </w:r>
      <w:r w:rsidR="004A4993">
        <w:t xml:space="preserve">. </w:t>
      </w:r>
      <w:r w:rsidRPr="004C3E92">
        <w:t>Jennings eût voulu</w:t>
      </w:r>
      <w:r w:rsidR="004A4993">
        <w:t xml:space="preserve">, </w:t>
      </w:r>
      <w:r w:rsidRPr="004C3E92">
        <w:t>le repas terminé</w:t>
      </w:r>
      <w:r w:rsidR="004A4993">
        <w:t xml:space="preserve">, </w:t>
      </w:r>
      <w:r w:rsidRPr="004C3E92">
        <w:t>la persuader de prendre un peu de repos avant l</w:t>
      </w:r>
      <w:r w:rsidR="004A4993">
        <w:t>’</w:t>
      </w:r>
      <w:r w:rsidRPr="004C3E92">
        <w:t>arrivée de sa mère</w:t>
      </w:r>
      <w:r w:rsidR="004A4993">
        <w:t xml:space="preserve">, </w:t>
      </w:r>
      <w:r w:rsidRPr="004C3E92">
        <w:t>et de lui laisser le soin de la remplacer auprès de Marianne</w:t>
      </w:r>
      <w:r w:rsidR="004A4993">
        <w:t xml:space="preserve"> ; </w:t>
      </w:r>
      <w:r w:rsidRPr="004C3E92">
        <w:t xml:space="preserve">mais </w:t>
      </w:r>
      <w:proofErr w:type="spellStart"/>
      <w:r w:rsidRPr="004C3E92">
        <w:t>Elinor</w:t>
      </w:r>
      <w:proofErr w:type="spellEnd"/>
      <w:r w:rsidRPr="004C3E92">
        <w:t xml:space="preserve"> n</w:t>
      </w:r>
      <w:r w:rsidR="004A4993">
        <w:t>’</w:t>
      </w:r>
      <w:r w:rsidRPr="004C3E92">
        <w:t>avait à ce moment aucun sentiment de fatigue</w:t>
      </w:r>
      <w:r w:rsidR="004A4993">
        <w:t xml:space="preserve">, </w:t>
      </w:r>
      <w:r w:rsidRPr="004C3E92">
        <w:t>aucune aptit</w:t>
      </w:r>
      <w:r w:rsidRPr="004C3E92">
        <w:t>u</w:t>
      </w:r>
      <w:r w:rsidRPr="004C3E92">
        <w:t>de au sommeil</w:t>
      </w:r>
      <w:r w:rsidR="004A4993">
        <w:t xml:space="preserve">, </w:t>
      </w:r>
      <w:r w:rsidRPr="004C3E92">
        <w:t>et elle ne put pas être tenue éloignée de sa sœur un instant de trop</w:t>
      </w:r>
      <w:r w:rsidR="004A4993">
        <w:t xml:space="preserve">. </w:t>
      </w:r>
      <w:r w:rsidRPr="004C3E92">
        <w:t>Aussi Mrs</w:t>
      </w:r>
      <w:r w:rsidR="004A4993">
        <w:t xml:space="preserve">. </w:t>
      </w:r>
      <w:r w:rsidRPr="004C3E92">
        <w:t>Jennings</w:t>
      </w:r>
      <w:r w:rsidR="004A4993">
        <w:t xml:space="preserve">, </w:t>
      </w:r>
      <w:r w:rsidRPr="004C3E92">
        <w:t>l</w:t>
      </w:r>
      <w:r w:rsidR="004A4993">
        <w:t>’</w:t>
      </w:r>
      <w:r w:rsidRPr="004C3E92">
        <w:t>accompagnant là-haut dans la chambre de la malade</w:t>
      </w:r>
      <w:r w:rsidR="004A4993">
        <w:t xml:space="preserve">, </w:t>
      </w:r>
      <w:r w:rsidRPr="004C3E92">
        <w:t>afin de se satisfaire que tout continuait à bien aller</w:t>
      </w:r>
      <w:r w:rsidR="004A4993">
        <w:t xml:space="preserve">, </w:t>
      </w:r>
      <w:r w:rsidRPr="004C3E92">
        <w:t>l</w:t>
      </w:r>
      <w:r w:rsidR="004A4993">
        <w:t>’</w:t>
      </w:r>
      <w:r w:rsidRPr="004C3E92">
        <w:t>y laissa-t-elle à ses soins et à ses pe</w:t>
      </w:r>
      <w:r w:rsidRPr="004C3E92">
        <w:t>n</w:t>
      </w:r>
      <w:r w:rsidRPr="004C3E92">
        <w:t>sées</w:t>
      </w:r>
      <w:r w:rsidR="004A4993">
        <w:t xml:space="preserve">, </w:t>
      </w:r>
      <w:r w:rsidRPr="004C3E92">
        <w:t>et se retira-t-elle dans sa propre chambre pour écrire des lettres et pour dormir</w:t>
      </w:r>
      <w:r w:rsidR="004A4993">
        <w:t>.</w:t>
      </w:r>
    </w:p>
    <w:p w14:paraId="5D5D0428" w14:textId="77777777" w:rsidR="004A4993" w:rsidRDefault="008C5C61" w:rsidP="004A4993">
      <w:r w:rsidRPr="004C3E92">
        <w:t>La nuit était froide et tempêtueuse</w:t>
      </w:r>
      <w:r w:rsidR="004A4993">
        <w:t xml:space="preserve">. </w:t>
      </w:r>
      <w:r w:rsidRPr="004C3E92">
        <w:t>Le vent mugissait a</w:t>
      </w:r>
      <w:r w:rsidRPr="004C3E92">
        <w:t>u</w:t>
      </w:r>
      <w:r w:rsidRPr="004C3E92">
        <w:t>tour de la maison</w:t>
      </w:r>
      <w:r w:rsidR="004A4993">
        <w:t xml:space="preserve">, </w:t>
      </w:r>
      <w:r w:rsidRPr="004C3E92">
        <w:t>et la pluie fouettait les fenêtres</w:t>
      </w:r>
      <w:r w:rsidR="004A4993">
        <w:t xml:space="preserve"> ; </w:t>
      </w:r>
      <w:r w:rsidRPr="004C3E92">
        <w:t xml:space="preserve">mais </w:t>
      </w:r>
      <w:proofErr w:type="spellStart"/>
      <w:r w:rsidRPr="004C3E92">
        <w:t>Elinor</w:t>
      </w:r>
      <w:proofErr w:type="spellEnd"/>
      <w:r w:rsidR="004A4993">
        <w:t xml:space="preserve">, </w:t>
      </w:r>
      <w:r w:rsidRPr="004C3E92">
        <w:t>toute à son bonheur intérieur</w:t>
      </w:r>
      <w:r w:rsidR="004A4993">
        <w:t xml:space="preserve">, </w:t>
      </w:r>
      <w:r w:rsidRPr="004C3E92">
        <w:t>n</w:t>
      </w:r>
      <w:r w:rsidR="004A4993">
        <w:t>’</w:t>
      </w:r>
      <w:r w:rsidRPr="004C3E92">
        <w:t>y prêta aucune attention</w:t>
      </w:r>
      <w:r w:rsidR="004A4993">
        <w:t xml:space="preserve">. </w:t>
      </w:r>
      <w:r w:rsidRPr="004C3E92">
        <w:t>M</w:t>
      </w:r>
      <w:r w:rsidRPr="004C3E92">
        <w:t>a</w:t>
      </w:r>
      <w:r w:rsidRPr="004C3E92">
        <w:t>rianne dormait</w:t>
      </w:r>
      <w:r w:rsidR="004A4993">
        <w:t xml:space="preserve">, </w:t>
      </w:r>
      <w:r w:rsidRPr="004C3E92">
        <w:t>au milieu de tous les coups de vent</w:t>
      </w:r>
      <w:r w:rsidR="004A4993">
        <w:t xml:space="preserve">, </w:t>
      </w:r>
      <w:r w:rsidRPr="004C3E92">
        <w:t>et quant aux voyageurs</w:t>
      </w:r>
      <w:r w:rsidR="004A4993">
        <w:t xml:space="preserve">, </w:t>
      </w:r>
      <w:r w:rsidRPr="004C3E92">
        <w:t>ils avaient devant eux une riche récompense en retour de chacun des désagréments actuels</w:t>
      </w:r>
      <w:r w:rsidR="004A4993">
        <w:t>.</w:t>
      </w:r>
    </w:p>
    <w:p w14:paraId="357DCD79" w14:textId="77777777" w:rsidR="004A4993" w:rsidRDefault="008C5C61" w:rsidP="004A4993">
      <w:r w:rsidRPr="004C3E92">
        <w:t>La pendule sonna huit heures</w:t>
      </w:r>
      <w:r w:rsidR="004A4993">
        <w:t xml:space="preserve">. </w:t>
      </w:r>
      <w:r w:rsidRPr="004C3E92">
        <w:t>Si c</w:t>
      </w:r>
      <w:r w:rsidR="004A4993">
        <w:t>’</w:t>
      </w:r>
      <w:r w:rsidRPr="004C3E92">
        <w:t>eût été dix heures</w:t>
      </w:r>
      <w:r w:rsidR="004A4993">
        <w:t xml:space="preserve">, </w:t>
      </w:r>
      <w:proofErr w:type="spellStart"/>
      <w:r w:rsidRPr="004C3E92">
        <w:t>El</w:t>
      </w:r>
      <w:r w:rsidRPr="004C3E92">
        <w:t>i</w:t>
      </w:r>
      <w:r w:rsidRPr="004C3E92">
        <w:t>nor</w:t>
      </w:r>
      <w:proofErr w:type="spellEnd"/>
      <w:r w:rsidRPr="004C3E92">
        <w:t xml:space="preserve"> eût été convaincue qu</w:t>
      </w:r>
      <w:r w:rsidR="004A4993">
        <w:t>’</w:t>
      </w:r>
      <w:r w:rsidRPr="004C3E92">
        <w:t>elle entendait une voiture s</w:t>
      </w:r>
      <w:r w:rsidR="004A4993">
        <w:t>’</w:t>
      </w:r>
      <w:r w:rsidRPr="004C3E92">
        <w:t>approcher de la maison</w:t>
      </w:r>
      <w:r w:rsidR="004A4993">
        <w:t xml:space="preserve"> ; </w:t>
      </w:r>
      <w:r w:rsidRPr="004C3E92">
        <w:t>et elle en eut si vivement l</w:t>
      </w:r>
      <w:r w:rsidR="004A4993">
        <w:t>’</w:t>
      </w:r>
      <w:r w:rsidRPr="004C3E92">
        <w:t>impression</w:t>
      </w:r>
      <w:r w:rsidR="004A4993">
        <w:t xml:space="preserve">, </w:t>
      </w:r>
      <w:r w:rsidRPr="004C3E92">
        <w:t>en dépit de la quasi-impossibilité qu</w:t>
      </w:r>
      <w:r w:rsidR="004A4993">
        <w:t>’</w:t>
      </w:r>
      <w:r w:rsidRPr="004C3E92">
        <w:t>ils fussent déjà arrivés</w:t>
      </w:r>
      <w:r w:rsidR="004A4993">
        <w:t xml:space="preserve">, </w:t>
      </w:r>
      <w:r w:rsidRPr="004C3E92">
        <w:t>qu</w:t>
      </w:r>
      <w:r w:rsidR="004A4993">
        <w:t>’</w:t>
      </w:r>
      <w:r w:rsidRPr="004C3E92">
        <w:t>elle se re</w:t>
      </w:r>
      <w:r w:rsidRPr="004C3E92">
        <w:t>n</w:t>
      </w:r>
      <w:r w:rsidRPr="004C3E92">
        <w:t>dit dans le cabinet de toilette contigu</w:t>
      </w:r>
      <w:r w:rsidR="004A4993">
        <w:t xml:space="preserve">, </w:t>
      </w:r>
      <w:r w:rsidRPr="004C3E92">
        <w:t>et ouvrit un volet de fen</w:t>
      </w:r>
      <w:r w:rsidRPr="004C3E92">
        <w:t>ê</w:t>
      </w:r>
      <w:r w:rsidRPr="004C3E92">
        <w:t>tre</w:t>
      </w:r>
      <w:r w:rsidR="004A4993">
        <w:t xml:space="preserve">, </w:t>
      </w:r>
      <w:r w:rsidRPr="004C3E92">
        <w:t>afin d</w:t>
      </w:r>
      <w:r w:rsidR="004A4993">
        <w:t>’</w:t>
      </w:r>
      <w:r w:rsidRPr="004C3E92">
        <w:t>en avoir le cœur net</w:t>
      </w:r>
      <w:r w:rsidR="004A4993">
        <w:t xml:space="preserve">. </w:t>
      </w:r>
      <w:r w:rsidRPr="004C3E92">
        <w:t>Elle vit immédiatement que ses oreilles ne l</w:t>
      </w:r>
      <w:r w:rsidR="004A4993">
        <w:t>’</w:t>
      </w:r>
      <w:r w:rsidRPr="004C3E92">
        <w:t>avaient pas trompée</w:t>
      </w:r>
      <w:r w:rsidR="004A4993">
        <w:t xml:space="preserve">. </w:t>
      </w:r>
      <w:r w:rsidRPr="004C3E92">
        <w:t>Les feux vacillants des lante</w:t>
      </w:r>
      <w:r w:rsidRPr="004C3E92">
        <w:t>r</w:t>
      </w:r>
      <w:r w:rsidRPr="004C3E92">
        <w:t>nes d</w:t>
      </w:r>
      <w:r w:rsidR="004A4993">
        <w:t>’</w:t>
      </w:r>
      <w:r w:rsidRPr="004C3E92">
        <w:t>une voiture étaient là</w:t>
      </w:r>
      <w:r w:rsidR="004A4993">
        <w:t xml:space="preserve">, </w:t>
      </w:r>
      <w:r w:rsidRPr="004C3E92">
        <w:t>sous ses yeux</w:t>
      </w:r>
      <w:r w:rsidR="004A4993">
        <w:t xml:space="preserve">. </w:t>
      </w:r>
      <w:r w:rsidRPr="004C3E92">
        <w:t>À leur lueur incerta</w:t>
      </w:r>
      <w:r w:rsidRPr="004C3E92">
        <w:t>i</w:t>
      </w:r>
      <w:r w:rsidRPr="004C3E92">
        <w:t>ne</w:t>
      </w:r>
      <w:r w:rsidR="004A4993">
        <w:t xml:space="preserve">, </w:t>
      </w:r>
      <w:r w:rsidRPr="004C3E92">
        <w:t>elle crut discerner qu</w:t>
      </w:r>
      <w:r w:rsidR="004A4993">
        <w:t>’</w:t>
      </w:r>
      <w:r w:rsidRPr="004C3E92">
        <w:t>elle était attelée de quatre chevaux</w:t>
      </w:r>
      <w:r w:rsidR="004A4993">
        <w:t xml:space="preserve"> ; </w:t>
      </w:r>
      <w:r w:rsidRPr="004C3E92">
        <w:t>ce qui</w:t>
      </w:r>
      <w:r w:rsidR="004A4993">
        <w:t xml:space="preserve">, </w:t>
      </w:r>
      <w:r w:rsidRPr="004C3E92">
        <w:t>tout en accusant l</w:t>
      </w:r>
      <w:r w:rsidR="004A4993">
        <w:t>’</w:t>
      </w:r>
      <w:r w:rsidRPr="004C3E92">
        <w:t>excès des craintes de sa pauvre mère</w:t>
      </w:r>
      <w:r w:rsidR="004A4993">
        <w:t xml:space="preserve">, </w:t>
      </w:r>
      <w:r w:rsidRPr="004C3E92">
        <w:t>e</w:t>
      </w:r>
      <w:r w:rsidRPr="004C3E92">
        <w:t>x</w:t>
      </w:r>
      <w:r w:rsidRPr="004C3E92">
        <w:t>pliquait dans une certaine mesure une rapidité aussi inatte</w:t>
      </w:r>
      <w:r w:rsidRPr="004C3E92">
        <w:t>n</w:t>
      </w:r>
      <w:r w:rsidRPr="004C3E92">
        <w:t>due</w:t>
      </w:r>
      <w:r w:rsidR="004A4993">
        <w:t>.</w:t>
      </w:r>
    </w:p>
    <w:p w14:paraId="629C7E78" w14:textId="77777777" w:rsidR="004A4993" w:rsidRDefault="008C5C61" w:rsidP="004A4993">
      <w:r w:rsidRPr="004C3E92">
        <w:lastRenderedPageBreak/>
        <w:t>Jamais</w:t>
      </w:r>
      <w:r w:rsidR="004A4993">
        <w:t xml:space="preserve">, </w:t>
      </w:r>
      <w:r w:rsidRPr="004C3E92">
        <w:t>au cours de sa vie</w:t>
      </w:r>
      <w:r w:rsidR="004A4993">
        <w:t xml:space="preserve">, </w:t>
      </w:r>
      <w:proofErr w:type="spellStart"/>
      <w:r w:rsidRPr="004C3E92">
        <w:t>Elinor</w:t>
      </w:r>
      <w:proofErr w:type="spellEnd"/>
      <w:r w:rsidRPr="004C3E92">
        <w:t xml:space="preserve"> n</w:t>
      </w:r>
      <w:r w:rsidR="004A4993">
        <w:t>’</w:t>
      </w:r>
      <w:r w:rsidRPr="004C3E92">
        <w:t>avait éprouvé une telle difficulté à rester calme</w:t>
      </w:r>
      <w:r w:rsidR="004A4993">
        <w:t xml:space="preserve">, </w:t>
      </w:r>
      <w:r w:rsidRPr="004C3E92">
        <w:t>qu</w:t>
      </w:r>
      <w:r w:rsidR="004A4993">
        <w:t>’</w:t>
      </w:r>
      <w:r w:rsidRPr="004C3E92">
        <w:t>en cet instant</w:t>
      </w:r>
      <w:r w:rsidR="004A4993">
        <w:t xml:space="preserve">. </w:t>
      </w:r>
      <w:r w:rsidRPr="004C3E92">
        <w:t>Sachant ce que devait ressentir sa mère au moment où la voiture s</w:t>
      </w:r>
      <w:r w:rsidR="004A4993">
        <w:t>’</w:t>
      </w:r>
      <w:r w:rsidRPr="004C3E92">
        <w:t>arrêtait à la porte</w:t>
      </w:r>
      <w:r w:rsidR="004A4993">
        <w:t xml:space="preserve">, – </w:t>
      </w:r>
      <w:r w:rsidRPr="004C3E92">
        <w:t>ses doutes</w:t>
      </w:r>
      <w:r w:rsidR="004A4993">
        <w:t xml:space="preserve">, – </w:t>
      </w:r>
      <w:r w:rsidRPr="004C3E92">
        <w:t>son effroi</w:t>
      </w:r>
      <w:r w:rsidR="004A4993">
        <w:t xml:space="preserve"> – </w:t>
      </w:r>
      <w:r w:rsidRPr="004C3E92">
        <w:t>peut-être son désespoir</w:t>
      </w:r>
      <w:r w:rsidR="004A4993">
        <w:t xml:space="preserve"> ! – </w:t>
      </w:r>
      <w:r w:rsidRPr="004C3E92">
        <w:t>et ce qu</w:t>
      </w:r>
      <w:r w:rsidR="004A4993">
        <w:t>’</w:t>
      </w:r>
      <w:r w:rsidRPr="004C3E92">
        <w:t>elle avait à dire</w:t>
      </w:r>
      <w:r w:rsidR="004A4993">
        <w:t xml:space="preserve">, </w:t>
      </w:r>
      <w:r w:rsidRPr="004C3E92">
        <w:t>elle</w:t>
      </w:r>
      <w:r w:rsidR="004A4993">
        <w:t xml:space="preserve"> ! – </w:t>
      </w:r>
      <w:r w:rsidRPr="004C3E92">
        <w:t>sachant tout cela</w:t>
      </w:r>
      <w:r w:rsidR="004A4993">
        <w:t xml:space="preserve">, </w:t>
      </w:r>
      <w:r w:rsidRPr="004C3E92">
        <w:t>il était impossible d</w:t>
      </w:r>
      <w:r w:rsidR="004A4993">
        <w:t>’</w:t>
      </w:r>
      <w:r w:rsidRPr="004C3E92">
        <w:t>être calme</w:t>
      </w:r>
      <w:r w:rsidR="004A4993">
        <w:t xml:space="preserve">. </w:t>
      </w:r>
      <w:r w:rsidRPr="004C3E92">
        <w:t>Tout ce qui restait à faire</w:t>
      </w:r>
      <w:r w:rsidR="004A4993">
        <w:t xml:space="preserve">, </w:t>
      </w:r>
      <w:r w:rsidRPr="004C3E92">
        <w:t>c</w:t>
      </w:r>
      <w:r w:rsidR="004A4993">
        <w:t>’</w:t>
      </w:r>
      <w:r w:rsidRPr="004C3E92">
        <w:t>était d</w:t>
      </w:r>
      <w:r w:rsidR="004A4993">
        <w:t>’</w:t>
      </w:r>
      <w:r w:rsidRPr="004C3E92">
        <w:t>agir rapid</w:t>
      </w:r>
      <w:r w:rsidRPr="004C3E92">
        <w:t>e</w:t>
      </w:r>
      <w:r w:rsidRPr="004C3E92">
        <w:t>ment</w:t>
      </w:r>
      <w:r w:rsidR="004A4993">
        <w:t xml:space="preserve"> ; </w:t>
      </w:r>
      <w:r w:rsidRPr="004C3E92">
        <w:t>c</w:t>
      </w:r>
      <w:r w:rsidR="004A4993">
        <w:t>’</w:t>
      </w:r>
      <w:r w:rsidRPr="004C3E92">
        <w:t>est pourquoi</w:t>
      </w:r>
      <w:r w:rsidR="004A4993">
        <w:t xml:space="preserve">, </w:t>
      </w:r>
      <w:r w:rsidRPr="004C3E92">
        <w:t>ne restant là que le temps qu</w:t>
      </w:r>
      <w:r w:rsidR="004A4993">
        <w:t>’</w:t>
      </w:r>
      <w:r w:rsidRPr="004C3E92">
        <w:t>il fallut pour laisser la servante de Mrs</w:t>
      </w:r>
      <w:r w:rsidR="004A4993">
        <w:t xml:space="preserve">. </w:t>
      </w:r>
      <w:r w:rsidRPr="004C3E92">
        <w:t>Jennings auprès de sa sœur</w:t>
      </w:r>
      <w:r w:rsidR="004A4993">
        <w:t xml:space="preserve">, </w:t>
      </w:r>
      <w:r w:rsidRPr="004C3E92">
        <w:t>elle se hâta de descendre</w:t>
      </w:r>
      <w:r w:rsidR="004A4993">
        <w:t>.</w:t>
      </w:r>
    </w:p>
    <w:p w14:paraId="02497230" w14:textId="77777777" w:rsidR="004A4993" w:rsidRDefault="008C5C61" w:rsidP="004A4993">
      <w:r w:rsidRPr="004C3E92">
        <w:t>L</w:t>
      </w:r>
      <w:r w:rsidR="004A4993">
        <w:t>’</w:t>
      </w:r>
      <w:r w:rsidRPr="004C3E92">
        <w:t>affairement dans le vestibule</w:t>
      </w:r>
      <w:r w:rsidR="004A4993">
        <w:t xml:space="preserve">, </w:t>
      </w:r>
      <w:r w:rsidRPr="004C3E92">
        <w:t>tandis qu</w:t>
      </w:r>
      <w:r w:rsidR="004A4993">
        <w:t>’</w:t>
      </w:r>
      <w:r w:rsidRPr="004C3E92">
        <w:t>elle traversait une antichambre intérieure</w:t>
      </w:r>
      <w:r w:rsidR="004A4993">
        <w:t xml:space="preserve">, </w:t>
      </w:r>
      <w:r w:rsidRPr="004C3E92">
        <w:t>lui donna l</w:t>
      </w:r>
      <w:r w:rsidR="004A4993">
        <w:t>’</w:t>
      </w:r>
      <w:r w:rsidRPr="004C3E92">
        <w:t>assurance qu</w:t>
      </w:r>
      <w:r w:rsidR="004A4993">
        <w:t>’</w:t>
      </w:r>
      <w:r w:rsidRPr="004C3E92">
        <w:t>ils étaient déjà dans la maison</w:t>
      </w:r>
      <w:r w:rsidR="004A4993">
        <w:t xml:space="preserve">. </w:t>
      </w:r>
      <w:r w:rsidRPr="004C3E92">
        <w:t>Elle s</w:t>
      </w:r>
      <w:r w:rsidR="004A4993">
        <w:t>’</w:t>
      </w:r>
      <w:r w:rsidRPr="004C3E92">
        <w:t>élança vers le salon</w:t>
      </w:r>
      <w:r w:rsidR="004A4993">
        <w:t xml:space="preserve">, – </w:t>
      </w:r>
      <w:r w:rsidRPr="004C3E92">
        <w:t>elle y entra</w:t>
      </w:r>
      <w:r w:rsidR="004A4993">
        <w:t xml:space="preserve">. – </w:t>
      </w:r>
      <w:r w:rsidRPr="004C3E92">
        <w:t>et ne vit que Willoughby</w:t>
      </w:r>
      <w:r w:rsidR="004A4993">
        <w:t>.</w:t>
      </w:r>
    </w:p>
    <w:p w14:paraId="255857C9" w14:textId="28ACA52D" w:rsidR="008C5C61" w:rsidRPr="004C3E92" w:rsidRDefault="008C5C61" w:rsidP="004A4993">
      <w:pPr>
        <w:pStyle w:val="Titre1"/>
      </w:pPr>
      <w:bookmarkStart w:id="43" w:name="_Toc196409828"/>
      <w:r w:rsidRPr="004C3E92">
        <w:lastRenderedPageBreak/>
        <w:t>CHAPITRE XLIV</w:t>
      </w:r>
      <w:bookmarkEnd w:id="43"/>
      <w:r w:rsidRPr="004C3E92">
        <w:br/>
      </w:r>
    </w:p>
    <w:p w14:paraId="6ECDC844" w14:textId="77777777" w:rsidR="004A4993" w:rsidRDefault="008C5C61" w:rsidP="004A4993">
      <w:proofErr w:type="spellStart"/>
      <w:r w:rsidRPr="004C3E92">
        <w:t>Elinor</w:t>
      </w:r>
      <w:proofErr w:type="spellEnd"/>
      <w:r w:rsidR="004A4993">
        <w:t xml:space="preserve">, </w:t>
      </w:r>
      <w:r w:rsidRPr="004C3E92">
        <w:t>reculant en sursaut</w:t>
      </w:r>
      <w:r w:rsidR="004A4993">
        <w:t xml:space="preserve">, </w:t>
      </w:r>
      <w:r w:rsidRPr="004C3E92">
        <w:t>avec un regard d</w:t>
      </w:r>
      <w:r w:rsidR="004A4993">
        <w:t>’</w:t>
      </w:r>
      <w:r w:rsidRPr="004C3E92">
        <w:t>horreur</w:t>
      </w:r>
      <w:r w:rsidR="004A4993">
        <w:t xml:space="preserve">, </w:t>
      </w:r>
      <w:r w:rsidRPr="004C3E92">
        <w:t>à sa vue</w:t>
      </w:r>
      <w:r w:rsidR="004A4993">
        <w:t xml:space="preserve">, </w:t>
      </w:r>
      <w:r w:rsidRPr="004C3E92">
        <w:t>obéit à la première impulsion de son cœur</w:t>
      </w:r>
      <w:r w:rsidR="004A4993">
        <w:t xml:space="preserve">, </w:t>
      </w:r>
      <w:r w:rsidRPr="004C3E92">
        <w:t xml:space="preserve">en </w:t>
      </w:r>
      <w:proofErr w:type="gramStart"/>
      <w:r w:rsidRPr="004C3E92">
        <w:t>faisant auss</w:t>
      </w:r>
      <w:r w:rsidRPr="004C3E92">
        <w:t>i</w:t>
      </w:r>
      <w:r w:rsidRPr="004C3E92">
        <w:t>tôt</w:t>
      </w:r>
      <w:proofErr w:type="gramEnd"/>
      <w:r w:rsidRPr="004C3E92">
        <w:t xml:space="preserve"> demi-tour pour sortir de la pièce</w:t>
      </w:r>
      <w:r w:rsidR="004A4993">
        <w:t xml:space="preserve">, </w:t>
      </w:r>
      <w:r w:rsidRPr="004C3E92">
        <w:t>et sa main était déjà sur la serrure</w:t>
      </w:r>
      <w:r w:rsidR="004A4993">
        <w:t xml:space="preserve">, </w:t>
      </w:r>
      <w:r w:rsidRPr="004C3E92">
        <w:t>lorsque son geste fut arrêté du fait qu</w:t>
      </w:r>
      <w:r w:rsidR="004A4993">
        <w:t>’</w:t>
      </w:r>
      <w:r w:rsidRPr="004C3E92">
        <w:t>il s</w:t>
      </w:r>
      <w:r w:rsidR="004A4993">
        <w:t>’</w:t>
      </w:r>
      <w:r w:rsidRPr="004C3E92">
        <w:t>avançât à la hâte</w:t>
      </w:r>
      <w:r w:rsidR="004A4993">
        <w:t xml:space="preserve">, </w:t>
      </w:r>
      <w:r w:rsidRPr="004C3E92">
        <w:t>en disant</w:t>
      </w:r>
      <w:r w:rsidR="004A4993">
        <w:t xml:space="preserve">, </w:t>
      </w:r>
      <w:r w:rsidRPr="004C3E92">
        <w:t>d</w:t>
      </w:r>
      <w:r w:rsidR="004A4993">
        <w:t>’</w:t>
      </w:r>
      <w:r w:rsidRPr="004C3E92">
        <w:t>une voix qui était plutôt celle d</w:t>
      </w:r>
      <w:r w:rsidR="004A4993">
        <w:t>’</w:t>
      </w:r>
      <w:r w:rsidRPr="004C3E92">
        <w:t>un comma</w:t>
      </w:r>
      <w:r w:rsidRPr="004C3E92">
        <w:t>n</w:t>
      </w:r>
      <w:r w:rsidRPr="004C3E92">
        <w:t>dement que d</w:t>
      </w:r>
      <w:r w:rsidR="004A4993">
        <w:t>’</w:t>
      </w:r>
      <w:r w:rsidRPr="004C3E92">
        <w:t>une prière</w:t>
      </w:r>
      <w:r w:rsidR="004A4993">
        <w:t> :</w:t>
      </w:r>
    </w:p>
    <w:p w14:paraId="05EDC584" w14:textId="77777777" w:rsidR="004A4993" w:rsidRDefault="004A4993" w:rsidP="004A4993">
      <w:r>
        <w:t>— </w:t>
      </w:r>
      <w:r w:rsidR="008C5C61" w:rsidRPr="004C3E92">
        <w:t xml:space="preserve">Miss </w:t>
      </w:r>
      <w:proofErr w:type="spellStart"/>
      <w:r w:rsidR="008C5C61" w:rsidRPr="004C3E92">
        <w:t>Dashwood</w:t>
      </w:r>
      <w:proofErr w:type="spellEnd"/>
      <w:r>
        <w:t xml:space="preserve"> – </w:t>
      </w:r>
      <w:r w:rsidR="008C5C61" w:rsidRPr="004C3E92">
        <w:t>une demi-heure</w:t>
      </w:r>
      <w:r>
        <w:t xml:space="preserve">, – </w:t>
      </w:r>
      <w:r w:rsidR="008C5C61" w:rsidRPr="004C3E92">
        <w:t>dix minutes</w:t>
      </w:r>
      <w:r>
        <w:t xml:space="preserve">, – </w:t>
      </w:r>
      <w:r w:rsidR="008C5C61" w:rsidRPr="004C3E92">
        <w:t>je vous supplie de rester</w:t>
      </w:r>
      <w:r>
        <w:t> !</w:t>
      </w:r>
    </w:p>
    <w:p w14:paraId="741ED736" w14:textId="77777777" w:rsidR="004A4993" w:rsidRDefault="004A4993" w:rsidP="004A4993">
      <w:r>
        <w:t>— </w:t>
      </w:r>
      <w:r w:rsidR="008C5C61" w:rsidRPr="004C3E92">
        <w:t>Non</w:t>
      </w:r>
      <w:r>
        <w:t xml:space="preserve">, </w:t>
      </w:r>
      <w:r w:rsidR="008C5C61" w:rsidRPr="004C3E92">
        <w:t>monsieur</w:t>
      </w:r>
      <w:r>
        <w:t xml:space="preserve">, </w:t>
      </w:r>
      <w:r w:rsidR="008C5C61" w:rsidRPr="004C3E92">
        <w:t>répondit-elle avec fermeté</w:t>
      </w:r>
      <w:r>
        <w:t xml:space="preserve">, </w:t>
      </w:r>
      <w:r w:rsidR="008C5C61" w:rsidRPr="004C3E92">
        <w:t>je ne resterai pas</w:t>
      </w:r>
      <w:r>
        <w:t xml:space="preserve">. </w:t>
      </w:r>
      <w:r w:rsidR="008C5C61" w:rsidRPr="004C3E92">
        <w:t>Vous ne pouvez avoir à me parler</w:t>
      </w:r>
      <w:r>
        <w:t xml:space="preserve">, </w:t>
      </w:r>
      <w:r w:rsidR="008C5C61" w:rsidRPr="004C3E92">
        <w:t>à moi</w:t>
      </w:r>
      <w:r>
        <w:t xml:space="preserve">. </w:t>
      </w:r>
      <w:r w:rsidR="008C5C61" w:rsidRPr="004C3E92">
        <w:t>Les domestiques ont dû oublier de vous dire que Mr</w:t>
      </w:r>
      <w:r>
        <w:t xml:space="preserve">. </w:t>
      </w:r>
      <w:r w:rsidR="008C5C61" w:rsidRPr="004C3E92">
        <w:t>Palmer n</w:t>
      </w:r>
      <w:r>
        <w:t>’</w:t>
      </w:r>
      <w:r w:rsidR="008C5C61" w:rsidRPr="004C3E92">
        <w:t>est pas dans la maison</w:t>
      </w:r>
      <w:r>
        <w:t>.</w:t>
      </w:r>
    </w:p>
    <w:p w14:paraId="68FB8475" w14:textId="77777777" w:rsidR="004A4993" w:rsidRDefault="004A4993" w:rsidP="004A4993">
      <w:r>
        <w:t>— </w:t>
      </w:r>
      <w:r w:rsidR="008C5C61" w:rsidRPr="004C3E92">
        <w:t>S</w:t>
      </w:r>
      <w:r>
        <w:t>’</w:t>
      </w:r>
      <w:r w:rsidR="008C5C61" w:rsidRPr="004C3E92">
        <w:t>ils m</w:t>
      </w:r>
      <w:r>
        <w:t>’</w:t>
      </w:r>
      <w:r w:rsidR="008C5C61" w:rsidRPr="004C3E92">
        <w:t>avaient dit</w:t>
      </w:r>
      <w:r>
        <w:t xml:space="preserve">, </w:t>
      </w:r>
      <w:r w:rsidR="008C5C61" w:rsidRPr="004C3E92">
        <w:t>s</w:t>
      </w:r>
      <w:r>
        <w:t>’</w:t>
      </w:r>
      <w:r w:rsidR="008C5C61" w:rsidRPr="004C3E92">
        <w:t>écria-t-il avec véhémence</w:t>
      </w:r>
      <w:r>
        <w:t xml:space="preserve">, </w:t>
      </w:r>
      <w:r w:rsidR="008C5C61" w:rsidRPr="004C3E92">
        <w:t>que Mr</w:t>
      </w:r>
      <w:r>
        <w:t xml:space="preserve">. </w:t>
      </w:r>
      <w:r w:rsidR="008C5C61" w:rsidRPr="004C3E92">
        <w:t>Palmer et tous les siens étaient chez le diable</w:t>
      </w:r>
      <w:r>
        <w:t xml:space="preserve">, </w:t>
      </w:r>
      <w:r w:rsidR="008C5C61" w:rsidRPr="004C3E92">
        <w:t>cela ne m</w:t>
      </w:r>
      <w:r>
        <w:t>’</w:t>
      </w:r>
      <w:r w:rsidR="008C5C61" w:rsidRPr="004C3E92">
        <w:t xml:space="preserve">aurait pas fait </w:t>
      </w:r>
      <w:proofErr w:type="gramStart"/>
      <w:r w:rsidR="008C5C61" w:rsidRPr="004C3E92">
        <w:t>faire</w:t>
      </w:r>
      <w:proofErr w:type="gramEnd"/>
      <w:r w:rsidR="008C5C61" w:rsidRPr="004C3E92">
        <w:t xml:space="preserve"> demi-tour à la porte</w:t>
      </w:r>
      <w:r>
        <w:t xml:space="preserve">. </w:t>
      </w:r>
      <w:r w:rsidR="008C5C61" w:rsidRPr="004C3E92">
        <w:t>C</w:t>
      </w:r>
      <w:r>
        <w:t>’</w:t>
      </w:r>
      <w:r w:rsidR="008C5C61" w:rsidRPr="004C3E92">
        <w:t>est avec vous que j</w:t>
      </w:r>
      <w:r>
        <w:t>’</w:t>
      </w:r>
      <w:r w:rsidR="008C5C61" w:rsidRPr="004C3E92">
        <w:t>ai affa</w:t>
      </w:r>
      <w:r w:rsidR="008C5C61" w:rsidRPr="004C3E92">
        <w:t>i</w:t>
      </w:r>
      <w:r w:rsidR="008C5C61" w:rsidRPr="004C3E92">
        <w:t>re</w:t>
      </w:r>
      <w:r>
        <w:t xml:space="preserve">, </w:t>
      </w:r>
      <w:r w:rsidR="008C5C61" w:rsidRPr="004C3E92">
        <w:t>et avec vous seule</w:t>
      </w:r>
      <w:r>
        <w:t>.</w:t>
      </w:r>
    </w:p>
    <w:p w14:paraId="132DCDAB" w14:textId="77777777" w:rsidR="004A4993" w:rsidRDefault="004A4993" w:rsidP="004A4993">
      <w:r>
        <w:t>— </w:t>
      </w:r>
      <w:r w:rsidR="008C5C61" w:rsidRPr="004C3E92">
        <w:t>Avec moi</w:t>
      </w:r>
      <w:r>
        <w:t xml:space="preserve"> ! – </w:t>
      </w:r>
      <w:r w:rsidR="008C5C61" w:rsidRPr="004C3E92">
        <w:t>au comble de la stupéfaction</w:t>
      </w:r>
      <w:r>
        <w:t xml:space="preserve"> – </w:t>
      </w:r>
      <w:r w:rsidR="008C5C61" w:rsidRPr="004C3E92">
        <w:t>eh bien</w:t>
      </w:r>
      <w:r>
        <w:t xml:space="preserve">, </w:t>
      </w:r>
      <w:r w:rsidR="008C5C61" w:rsidRPr="004C3E92">
        <w:t>monsieur</w:t>
      </w:r>
      <w:r>
        <w:t xml:space="preserve">, – </w:t>
      </w:r>
      <w:r w:rsidR="008C5C61" w:rsidRPr="004C3E92">
        <w:t>soyez bref</w:t>
      </w:r>
      <w:r>
        <w:t xml:space="preserve">, – </w:t>
      </w:r>
      <w:r w:rsidR="008C5C61" w:rsidRPr="004C3E92">
        <w:t>et</w:t>
      </w:r>
      <w:r>
        <w:t xml:space="preserve">, </w:t>
      </w:r>
      <w:r w:rsidR="008C5C61" w:rsidRPr="004C3E92">
        <w:t>si vous le pouvez</w:t>
      </w:r>
      <w:r>
        <w:t xml:space="preserve">, </w:t>
      </w:r>
      <w:r w:rsidR="008C5C61" w:rsidRPr="004C3E92">
        <w:t>moins violent</w:t>
      </w:r>
      <w:r>
        <w:t>.</w:t>
      </w:r>
    </w:p>
    <w:p w14:paraId="7B043780" w14:textId="77777777" w:rsidR="004A4993" w:rsidRDefault="004A4993" w:rsidP="004A4993">
      <w:r>
        <w:t>— </w:t>
      </w:r>
      <w:r w:rsidR="008C5C61" w:rsidRPr="004C3E92">
        <w:t>Asseyez-vous</w:t>
      </w:r>
      <w:r>
        <w:t xml:space="preserve">, </w:t>
      </w:r>
      <w:r w:rsidR="008C5C61" w:rsidRPr="004C3E92">
        <w:t>et je serai l</w:t>
      </w:r>
      <w:r>
        <w:t>’</w:t>
      </w:r>
      <w:r w:rsidR="008C5C61" w:rsidRPr="004C3E92">
        <w:t>un et l</w:t>
      </w:r>
      <w:r>
        <w:t>’</w:t>
      </w:r>
      <w:r w:rsidR="008C5C61" w:rsidRPr="004C3E92">
        <w:t>autre</w:t>
      </w:r>
      <w:r>
        <w:t>.</w:t>
      </w:r>
    </w:p>
    <w:p w14:paraId="77DBD89E" w14:textId="77777777" w:rsidR="004A4993" w:rsidRDefault="008C5C61" w:rsidP="004A4993">
      <w:r w:rsidRPr="004C3E92">
        <w:t>Elle hésita</w:t>
      </w:r>
      <w:r w:rsidR="004A4993">
        <w:t xml:space="preserve"> ; </w:t>
      </w:r>
      <w:r w:rsidRPr="004C3E92">
        <w:t>elle ne savait que faire</w:t>
      </w:r>
      <w:r w:rsidR="004A4993">
        <w:t xml:space="preserve">. </w:t>
      </w:r>
      <w:r w:rsidRPr="004C3E92">
        <w:t>Il lui vint à l</w:t>
      </w:r>
      <w:r w:rsidR="004A4993">
        <w:t>’</w:t>
      </w:r>
      <w:r w:rsidRPr="004C3E92">
        <w:t>idée qu</w:t>
      </w:r>
      <w:r w:rsidR="004A4993">
        <w:t>’</w:t>
      </w:r>
      <w:r w:rsidRPr="004C3E92">
        <w:t>il serait possible que le colonel Brandon arrivât et le trouvât là</w:t>
      </w:r>
      <w:r w:rsidR="004A4993">
        <w:t xml:space="preserve">. </w:t>
      </w:r>
      <w:r w:rsidRPr="004C3E92">
        <w:t>Mais elle avait promis de l</w:t>
      </w:r>
      <w:r w:rsidR="004A4993">
        <w:t>’</w:t>
      </w:r>
      <w:r w:rsidRPr="004C3E92">
        <w:t>entendre</w:t>
      </w:r>
      <w:r w:rsidR="004A4993">
        <w:t xml:space="preserve">, </w:t>
      </w:r>
      <w:r w:rsidRPr="004C3E92">
        <w:t>et sa curiosité</w:t>
      </w:r>
      <w:r w:rsidR="004A4993">
        <w:t xml:space="preserve">, </w:t>
      </w:r>
      <w:r w:rsidRPr="004C3E92">
        <w:t>non moins que son honneur</w:t>
      </w:r>
      <w:r w:rsidR="004A4993">
        <w:t xml:space="preserve">, </w:t>
      </w:r>
      <w:r w:rsidRPr="004C3E92">
        <w:t>était engagée</w:t>
      </w:r>
      <w:r w:rsidR="004A4993">
        <w:t xml:space="preserve">. </w:t>
      </w:r>
      <w:r w:rsidRPr="004C3E92">
        <w:t>C</w:t>
      </w:r>
      <w:r w:rsidR="004A4993">
        <w:t>’</w:t>
      </w:r>
      <w:r w:rsidRPr="004C3E92">
        <w:t>est pourquoi</w:t>
      </w:r>
      <w:r w:rsidR="004A4993">
        <w:t xml:space="preserve">, </w:t>
      </w:r>
      <w:r w:rsidRPr="004C3E92">
        <w:t>après s</w:t>
      </w:r>
      <w:r w:rsidR="004A4993">
        <w:t>’</w:t>
      </w:r>
      <w:r w:rsidRPr="004C3E92">
        <w:t>être r</w:t>
      </w:r>
      <w:r w:rsidRPr="004C3E92">
        <w:t>e</w:t>
      </w:r>
      <w:r w:rsidRPr="004C3E92">
        <w:t>cueillie un instant</w:t>
      </w:r>
      <w:r w:rsidR="004A4993">
        <w:t xml:space="preserve">, </w:t>
      </w:r>
      <w:r w:rsidRPr="004C3E92">
        <w:t>elle conclut que la prudence exigeait la cél</w:t>
      </w:r>
      <w:r w:rsidRPr="004C3E92">
        <w:t>é</w:t>
      </w:r>
      <w:r w:rsidRPr="004C3E92">
        <w:t>rité</w:t>
      </w:r>
      <w:r w:rsidR="004A4993">
        <w:t xml:space="preserve">, </w:t>
      </w:r>
      <w:r w:rsidRPr="004C3E92">
        <w:t>et que son acquiescement serait ce qu</w:t>
      </w:r>
      <w:r w:rsidR="004A4993">
        <w:t>’</w:t>
      </w:r>
      <w:r w:rsidRPr="004C3E92">
        <w:t xml:space="preserve">il y </w:t>
      </w:r>
      <w:r w:rsidRPr="004C3E92">
        <w:lastRenderedPageBreak/>
        <w:t>aurait de mieux pour la favoriser</w:t>
      </w:r>
      <w:r w:rsidR="004A4993">
        <w:t xml:space="preserve"> ; </w:t>
      </w:r>
      <w:r w:rsidRPr="004C3E92">
        <w:t>elle se dirigea donc en silence vers la table</w:t>
      </w:r>
      <w:r w:rsidR="004A4993">
        <w:t xml:space="preserve">, </w:t>
      </w:r>
      <w:r w:rsidRPr="004C3E92">
        <w:t>et s</w:t>
      </w:r>
      <w:r w:rsidR="004A4993">
        <w:t>’</w:t>
      </w:r>
      <w:r w:rsidRPr="004C3E92">
        <w:t>assit</w:t>
      </w:r>
      <w:r w:rsidR="004A4993">
        <w:t xml:space="preserve">. </w:t>
      </w:r>
      <w:r w:rsidRPr="004C3E92">
        <w:t>Il prit la chaise en vis-à-vis</w:t>
      </w:r>
      <w:r w:rsidR="004A4993">
        <w:t xml:space="preserve">, </w:t>
      </w:r>
      <w:r w:rsidRPr="004C3E92">
        <w:t>et</w:t>
      </w:r>
      <w:r w:rsidR="004A4993">
        <w:t xml:space="preserve">, </w:t>
      </w:r>
      <w:r w:rsidRPr="004C3E92">
        <w:t>pendant une demi-minute</w:t>
      </w:r>
      <w:r w:rsidR="004A4993">
        <w:t xml:space="preserve">, </w:t>
      </w:r>
      <w:r w:rsidRPr="004C3E92">
        <w:t>ni l</w:t>
      </w:r>
      <w:r w:rsidR="004A4993">
        <w:t>’</w:t>
      </w:r>
      <w:r w:rsidRPr="004C3E92">
        <w:t>un ni l</w:t>
      </w:r>
      <w:r w:rsidR="004A4993">
        <w:t>’</w:t>
      </w:r>
      <w:r w:rsidRPr="004C3E92">
        <w:t>autre ne prononça une parole</w:t>
      </w:r>
      <w:r w:rsidR="004A4993">
        <w:t>.</w:t>
      </w:r>
    </w:p>
    <w:p w14:paraId="776802A9" w14:textId="77777777" w:rsidR="004A4993" w:rsidRDefault="004A4993" w:rsidP="004A4993">
      <w:r>
        <w:t>— </w:t>
      </w:r>
      <w:r w:rsidR="008C5C61" w:rsidRPr="004C3E92">
        <w:t>Dépêchez-vous</w:t>
      </w:r>
      <w:r>
        <w:t xml:space="preserve">, </w:t>
      </w:r>
      <w:r w:rsidR="008C5C61" w:rsidRPr="004C3E92">
        <w:t>monsieur</w:t>
      </w:r>
      <w:r>
        <w:t xml:space="preserve">, </w:t>
      </w:r>
      <w:r w:rsidR="008C5C61" w:rsidRPr="004C3E92">
        <w:t>je vous en prie</w:t>
      </w:r>
      <w:r>
        <w:t xml:space="preserve">, </w:t>
      </w:r>
      <w:r w:rsidR="008C5C61" w:rsidRPr="004C3E92">
        <w:t xml:space="preserve">dit </w:t>
      </w:r>
      <w:proofErr w:type="spellStart"/>
      <w:r w:rsidR="008C5C61" w:rsidRPr="004C3E92">
        <w:t>Elinor</w:t>
      </w:r>
      <w:proofErr w:type="spellEnd"/>
      <w:r>
        <w:t xml:space="preserve">, </w:t>
      </w:r>
      <w:r w:rsidR="008C5C61" w:rsidRPr="004C3E92">
        <w:t>avec impatience</w:t>
      </w:r>
      <w:r>
        <w:t xml:space="preserve"> ; </w:t>
      </w:r>
      <w:r w:rsidR="008C5C61" w:rsidRPr="004C3E92">
        <w:t>je n</w:t>
      </w:r>
      <w:r>
        <w:t>’</w:t>
      </w:r>
      <w:r w:rsidR="008C5C61" w:rsidRPr="004C3E92">
        <w:t>ai pas de temps à gaspiller</w:t>
      </w:r>
      <w:r>
        <w:t>.</w:t>
      </w:r>
    </w:p>
    <w:p w14:paraId="2EC22CB6" w14:textId="77777777" w:rsidR="004A4993" w:rsidRDefault="008C5C61" w:rsidP="004A4993">
      <w:r w:rsidRPr="004C3E92">
        <w:t>Il était assis dans une attitude de méditation profonde</w:t>
      </w:r>
      <w:r w:rsidR="004A4993">
        <w:t xml:space="preserve">, </w:t>
      </w:r>
      <w:r w:rsidRPr="004C3E92">
        <w:t>et semblait ne pas l</w:t>
      </w:r>
      <w:r w:rsidR="004A4993">
        <w:t>’</w:t>
      </w:r>
      <w:r w:rsidRPr="004C3E92">
        <w:t>entendre</w:t>
      </w:r>
      <w:r w:rsidR="004A4993">
        <w:t>.</w:t>
      </w:r>
    </w:p>
    <w:p w14:paraId="4DD18B68" w14:textId="77777777" w:rsidR="004A4993" w:rsidRDefault="004A4993" w:rsidP="004A4993">
      <w:r>
        <w:t>— </w:t>
      </w:r>
      <w:r w:rsidR="008C5C61" w:rsidRPr="004C3E92">
        <w:t>Votre sœur</w:t>
      </w:r>
      <w:r>
        <w:t xml:space="preserve">, </w:t>
      </w:r>
      <w:r w:rsidR="008C5C61" w:rsidRPr="004C3E92">
        <w:t>dit-il brusquement au bout d</w:t>
      </w:r>
      <w:r>
        <w:t>’</w:t>
      </w:r>
      <w:r w:rsidR="008C5C61" w:rsidRPr="004C3E92">
        <w:t>un instant</w:t>
      </w:r>
      <w:r>
        <w:t xml:space="preserve">, </w:t>
      </w:r>
      <w:r w:rsidR="008C5C61" w:rsidRPr="004C3E92">
        <w:t>est hors de danger</w:t>
      </w:r>
      <w:r>
        <w:t xml:space="preserve">. </w:t>
      </w:r>
      <w:r w:rsidR="008C5C61" w:rsidRPr="004C3E92">
        <w:t>Je l</w:t>
      </w:r>
      <w:r>
        <w:t>’</w:t>
      </w:r>
      <w:r w:rsidR="008C5C61" w:rsidRPr="004C3E92">
        <w:t>ai appris par le domestique</w:t>
      </w:r>
      <w:r>
        <w:t xml:space="preserve">. </w:t>
      </w:r>
      <w:r w:rsidR="008C5C61" w:rsidRPr="004C3E92">
        <w:t>Dieu en soit loué</w:t>
      </w:r>
      <w:r>
        <w:t xml:space="preserve"> ! </w:t>
      </w:r>
      <w:r w:rsidR="008C5C61" w:rsidRPr="004C3E92">
        <w:t>Mais est-ce vrai</w:t>
      </w:r>
      <w:r>
        <w:t xml:space="preserve"> ? – </w:t>
      </w:r>
      <w:r w:rsidR="008C5C61" w:rsidRPr="004C3E92">
        <w:t>est-ce véritablement vrai</w:t>
      </w:r>
      <w:r>
        <w:t> ?</w:t>
      </w:r>
    </w:p>
    <w:p w14:paraId="2ED8DE48" w14:textId="77777777" w:rsidR="004A4993" w:rsidRDefault="008C5C61" w:rsidP="004A4993">
      <w:proofErr w:type="spellStart"/>
      <w:r w:rsidRPr="004C3E92">
        <w:t>Elinor</w:t>
      </w:r>
      <w:proofErr w:type="spellEnd"/>
      <w:r w:rsidRPr="004C3E92">
        <w:t xml:space="preserve"> fut incapable de parler</w:t>
      </w:r>
      <w:r w:rsidR="004A4993">
        <w:t xml:space="preserve">. </w:t>
      </w:r>
      <w:r w:rsidRPr="004C3E92">
        <w:t>Il répéta sa demande avec une impatience encore accrue</w:t>
      </w:r>
      <w:r w:rsidR="004A4993">
        <w:t>.</w:t>
      </w:r>
    </w:p>
    <w:p w14:paraId="776D383E" w14:textId="77777777" w:rsidR="004A4993" w:rsidRDefault="004A4993" w:rsidP="004A4993">
      <w:r>
        <w:t>— </w:t>
      </w:r>
      <w:r w:rsidR="008C5C61" w:rsidRPr="004C3E92">
        <w:t>Pour l</w:t>
      </w:r>
      <w:r>
        <w:t>’</w:t>
      </w:r>
      <w:r w:rsidR="008C5C61" w:rsidRPr="004C3E92">
        <w:t>amour de Dieu</w:t>
      </w:r>
      <w:r>
        <w:t xml:space="preserve">, </w:t>
      </w:r>
      <w:r w:rsidR="008C5C61" w:rsidRPr="004C3E92">
        <w:t>dites-le moi</w:t>
      </w:r>
      <w:r>
        <w:t xml:space="preserve"> : </w:t>
      </w:r>
      <w:r w:rsidR="008C5C61" w:rsidRPr="004C3E92">
        <w:t>est-elle hors de da</w:t>
      </w:r>
      <w:r w:rsidR="008C5C61" w:rsidRPr="004C3E92">
        <w:t>n</w:t>
      </w:r>
      <w:r w:rsidR="008C5C61" w:rsidRPr="004C3E92">
        <w:t>ger</w:t>
      </w:r>
      <w:r>
        <w:t xml:space="preserve">, </w:t>
      </w:r>
      <w:r w:rsidR="008C5C61" w:rsidRPr="004C3E92">
        <w:t>ou ne l</w:t>
      </w:r>
      <w:r>
        <w:t>’</w:t>
      </w:r>
      <w:r w:rsidR="008C5C61" w:rsidRPr="004C3E92">
        <w:t>est-elle pas</w:t>
      </w:r>
      <w:r>
        <w:t> ?</w:t>
      </w:r>
    </w:p>
    <w:p w14:paraId="6E56E256" w14:textId="77777777" w:rsidR="004A4993" w:rsidRDefault="004A4993" w:rsidP="004A4993">
      <w:r>
        <w:t>— </w:t>
      </w:r>
      <w:r w:rsidR="008C5C61" w:rsidRPr="004C3E92">
        <w:t>Nous espérons qu</w:t>
      </w:r>
      <w:r>
        <w:t>’</w:t>
      </w:r>
      <w:r w:rsidR="008C5C61" w:rsidRPr="004C3E92">
        <w:t>elle l</w:t>
      </w:r>
      <w:r>
        <w:t>’</w:t>
      </w:r>
      <w:r w:rsidR="008C5C61" w:rsidRPr="004C3E92">
        <w:t>est</w:t>
      </w:r>
      <w:r>
        <w:t>.</w:t>
      </w:r>
    </w:p>
    <w:p w14:paraId="2C355F08" w14:textId="77777777" w:rsidR="004A4993" w:rsidRDefault="008C5C61" w:rsidP="004A4993">
      <w:r w:rsidRPr="004C3E92">
        <w:t>Il se leva</w:t>
      </w:r>
      <w:r w:rsidR="004A4993">
        <w:t xml:space="preserve">, </w:t>
      </w:r>
      <w:r w:rsidRPr="004C3E92">
        <w:t>et traversa la pièce</w:t>
      </w:r>
      <w:r w:rsidR="004A4993">
        <w:t>.</w:t>
      </w:r>
    </w:p>
    <w:p w14:paraId="02FC853A" w14:textId="77777777" w:rsidR="004A4993" w:rsidRDefault="004A4993" w:rsidP="004A4993">
      <w:r>
        <w:t>— </w:t>
      </w:r>
      <w:r w:rsidR="008C5C61" w:rsidRPr="004C3E92">
        <w:t>Si j</w:t>
      </w:r>
      <w:r>
        <w:t>’</w:t>
      </w:r>
      <w:r w:rsidR="008C5C61" w:rsidRPr="004C3E92">
        <w:t>avais su cela</w:t>
      </w:r>
      <w:r>
        <w:t xml:space="preserve">, </w:t>
      </w:r>
      <w:r w:rsidR="008C5C61" w:rsidRPr="004C3E92">
        <w:t>il y a une demi-heure</w:t>
      </w:r>
      <w:r>
        <w:t xml:space="preserve">… ! </w:t>
      </w:r>
      <w:r w:rsidR="008C5C61" w:rsidRPr="004C3E92">
        <w:t>Mais puisque je suis effectivement ici</w:t>
      </w:r>
      <w:r>
        <w:t xml:space="preserve">, – </w:t>
      </w:r>
      <w:r w:rsidR="008C5C61" w:rsidRPr="004C3E92">
        <w:t>parlant avec une vivacité forcée</w:t>
      </w:r>
      <w:r>
        <w:t xml:space="preserve">, </w:t>
      </w:r>
      <w:r w:rsidR="008C5C61" w:rsidRPr="004C3E92">
        <w:t>ta</w:t>
      </w:r>
      <w:r w:rsidR="008C5C61" w:rsidRPr="004C3E92">
        <w:t>n</w:t>
      </w:r>
      <w:r w:rsidR="008C5C61" w:rsidRPr="004C3E92">
        <w:t>dis qu</w:t>
      </w:r>
      <w:r>
        <w:t>’</w:t>
      </w:r>
      <w:r w:rsidR="008C5C61" w:rsidRPr="004C3E92">
        <w:t>il reprenait son siège</w:t>
      </w:r>
      <w:r>
        <w:t xml:space="preserve">, – </w:t>
      </w:r>
      <w:r w:rsidR="008C5C61" w:rsidRPr="004C3E92">
        <w:t>qu</w:t>
      </w:r>
      <w:r>
        <w:t>’</w:t>
      </w:r>
      <w:r w:rsidR="008C5C61" w:rsidRPr="004C3E92">
        <w:t>importe</w:t>
      </w:r>
      <w:r>
        <w:t xml:space="preserve"> ? </w:t>
      </w:r>
      <w:r w:rsidR="008C5C61" w:rsidRPr="004C3E92">
        <w:t>Pour une fois</w:t>
      </w:r>
      <w:r>
        <w:t xml:space="preserve">, </w:t>
      </w:r>
      <w:r w:rsidR="008C5C61" w:rsidRPr="004C3E92">
        <w:t xml:space="preserve">miss </w:t>
      </w:r>
      <w:proofErr w:type="spellStart"/>
      <w:r w:rsidR="008C5C61" w:rsidRPr="004C3E92">
        <w:t>Dashwood</w:t>
      </w:r>
      <w:proofErr w:type="spellEnd"/>
      <w:r>
        <w:t xml:space="preserve">, – </w:t>
      </w:r>
      <w:r w:rsidR="008C5C61" w:rsidRPr="004C3E92">
        <w:t>ce sera la dernière fois</w:t>
      </w:r>
      <w:r>
        <w:t xml:space="preserve">, </w:t>
      </w:r>
      <w:r w:rsidR="008C5C61" w:rsidRPr="004C3E92">
        <w:t>peut-être</w:t>
      </w:r>
      <w:r>
        <w:t xml:space="preserve">, – </w:t>
      </w:r>
      <w:r w:rsidR="008C5C61" w:rsidRPr="004C3E92">
        <w:t>soyons joyeux ensemble</w:t>
      </w:r>
      <w:r>
        <w:t xml:space="preserve">. </w:t>
      </w:r>
      <w:r w:rsidR="008C5C61" w:rsidRPr="004C3E92">
        <w:t>Je suis vraiment en humeur de gaieté</w:t>
      </w:r>
      <w:r>
        <w:t xml:space="preserve">. </w:t>
      </w:r>
      <w:r w:rsidR="008C5C61" w:rsidRPr="004C3E92">
        <w:t>Dites-moi si</w:t>
      </w:r>
      <w:r w:rsidR="008C5C61" w:rsidRPr="004C3E92">
        <w:t>n</w:t>
      </w:r>
      <w:r w:rsidR="008C5C61" w:rsidRPr="004C3E92">
        <w:t>cèrement</w:t>
      </w:r>
      <w:r>
        <w:t xml:space="preserve"> – </w:t>
      </w:r>
      <w:r w:rsidR="008C5C61" w:rsidRPr="004C3E92">
        <w:t>une rougeur plus profonde lui empourprant les joues</w:t>
      </w:r>
      <w:r>
        <w:t xml:space="preserve"> – </w:t>
      </w:r>
      <w:r w:rsidR="008C5C61" w:rsidRPr="004C3E92">
        <w:t>me prenez-vous plutôt pour un scélérat</w:t>
      </w:r>
      <w:r>
        <w:t xml:space="preserve">, </w:t>
      </w:r>
      <w:r w:rsidR="008C5C61" w:rsidRPr="004C3E92">
        <w:t>ou pour un i</w:t>
      </w:r>
      <w:r w:rsidR="008C5C61" w:rsidRPr="004C3E92">
        <w:t>m</w:t>
      </w:r>
      <w:r w:rsidR="008C5C61" w:rsidRPr="004C3E92">
        <w:t>bécile</w:t>
      </w:r>
      <w:r>
        <w:t> ?</w:t>
      </w:r>
    </w:p>
    <w:p w14:paraId="1FF27083" w14:textId="77777777" w:rsidR="004A4993" w:rsidRDefault="008C5C61" w:rsidP="004A4993">
      <w:proofErr w:type="spellStart"/>
      <w:r w:rsidRPr="004C3E92">
        <w:t>Elinor</w:t>
      </w:r>
      <w:proofErr w:type="spellEnd"/>
      <w:r w:rsidRPr="004C3E92">
        <w:t xml:space="preserve"> le regarda avec plus d</w:t>
      </w:r>
      <w:r w:rsidR="004A4993">
        <w:t>’</w:t>
      </w:r>
      <w:r w:rsidRPr="004C3E92">
        <w:t>étonnement que jamais</w:t>
      </w:r>
      <w:r w:rsidR="004A4993">
        <w:t xml:space="preserve">. </w:t>
      </w:r>
      <w:r w:rsidRPr="004C3E92">
        <w:t>Elle commençait à croire qu</w:t>
      </w:r>
      <w:r w:rsidR="004A4993">
        <w:t>’</w:t>
      </w:r>
      <w:r w:rsidRPr="004C3E92">
        <w:t>il devait avoir bu</w:t>
      </w:r>
      <w:r w:rsidR="004A4993">
        <w:t xml:space="preserve"> ; </w:t>
      </w:r>
      <w:r w:rsidRPr="004C3E92">
        <w:t>l</w:t>
      </w:r>
      <w:r w:rsidR="004A4993">
        <w:t>’</w:t>
      </w:r>
      <w:r w:rsidRPr="004C3E92">
        <w:t>étrangeté d</w:t>
      </w:r>
      <w:r w:rsidR="004A4993">
        <w:t>’</w:t>
      </w:r>
      <w:r w:rsidRPr="004C3E92">
        <w:t>une telle visite</w:t>
      </w:r>
      <w:r w:rsidR="004A4993">
        <w:t xml:space="preserve">, </w:t>
      </w:r>
      <w:r w:rsidRPr="004C3E92">
        <w:t>et de semblables façons</w:t>
      </w:r>
      <w:r w:rsidR="004A4993">
        <w:t xml:space="preserve">, </w:t>
      </w:r>
      <w:r w:rsidRPr="004C3E92">
        <w:t xml:space="preserve">ne semblait pas pouvoir </w:t>
      </w:r>
      <w:r w:rsidRPr="004C3E92">
        <w:lastRenderedPageBreak/>
        <w:t>s</w:t>
      </w:r>
      <w:r w:rsidR="004A4993">
        <w:t>’</w:t>
      </w:r>
      <w:r w:rsidRPr="004C3E92">
        <w:t>expliquer autrement</w:t>
      </w:r>
      <w:r w:rsidR="004A4993">
        <w:t xml:space="preserve"> ; </w:t>
      </w:r>
      <w:r w:rsidRPr="004C3E92">
        <w:t>et cette impression l</w:t>
      </w:r>
      <w:r w:rsidR="004A4993">
        <w:t>’</w:t>
      </w:r>
      <w:r w:rsidRPr="004C3E92">
        <w:t>incita à se lever immédiatement</w:t>
      </w:r>
      <w:r w:rsidR="004A4993">
        <w:t xml:space="preserve">, </w:t>
      </w:r>
      <w:r w:rsidRPr="004C3E92">
        <w:t>en disant</w:t>
      </w:r>
      <w:r w:rsidR="004A4993">
        <w:t> :</w:t>
      </w:r>
    </w:p>
    <w:p w14:paraId="64CC6AF7" w14:textId="77777777" w:rsidR="004A4993" w:rsidRDefault="004A4993" w:rsidP="004A4993">
      <w:r>
        <w:t>— </w:t>
      </w:r>
      <w:r w:rsidR="008C5C61" w:rsidRPr="004C3E92">
        <w:t>Mr</w:t>
      </w:r>
      <w:r>
        <w:t xml:space="preserve">. </w:t>
      </w:r>
      <w:r w:rsidR="008C5C61" w:rsidRPr="004C3E92">
        <w:t>Willoughby</w:t>
      </w:r>
      <w:r>
        <w:t xml:space="preserve">, </w:t>
      </w:r>
      <w:r w:rsidR="008C5C61" w:rsidRPr="004C3E92">
        <w:t>je vous conseille à présent de retourner à Combe</w:t>
      </w:r>
      <w:r>
        <w:t xml:space="preserve">. </w:t>
      </w:r>
      <w:r w:rsidR="008C5C61" w:rsidRPr="004C3E92">
        <w:t>Je n</w:t>
      </w:r>
      <w:r>
        <w:t>’</w:t>
      </w:r>
      <w:r w:rsidR="008C5C61" w:rsidRPr="004C3E92">
        <w:t>ai pas le loisir de rester plus longtemps avec vous</w:t>
      </w:r>
      <w:r>
        <w:t xml:space="preserve">. </w:t>
      </w:r>
      <w:r w:rsidR="008C5C61" w:rsidRPr="004C3E92">
        <w:t>Quelle que soit l</w:t>
      </w:r>
      <w:r>
        <w:t>’</w:t>
      </w:r>
      <w:r w:rsidR="008C5C61" w:rsidRPr="004C3E92">
        <w:t>affaire dont vous avez à m</w:t>
      </w:r>
      <w:r>
        <w:t>’</w:t>
      </w:r>
      <w:r w:rsidR="008C5C61" w:rsidRPr="004C3E92">
        <w:t>entretenir</w:t>
      </w:r>
      <w:r>
        <w:t xml:space="preserve">, </w:t>
      </w:r>
      <w:r w:rsidR="008C5C61" w:rsidRPr="004C3E92">
        <w:t>elle s</w:t>
      </w:r>
      <w:r>
        <w:t>’</w:t>
      </w:r>
      <w:r w:rsidR="008C5C61" w:rsidRPr="004C3E92">
        <w:t>expliquera mieux et avec plus de calme demain</w:t>
      </w:r>
      <w:r>
        <w:t>.</w:t>
      </w:r>
    </w:p>
    <w:p w14:paraId="0C360305" w14:textId="77777777" w:rsidR="004A4993" w:rsidRDefault="004A4993" w:rsidP="004A4993">
      <w:r>
        <w:t>— </w:t>
      </w:r>
      <w:r w:rsidR="008C5C61" w:rsidRPr="004C3E92">
        <w:t>Je vous entends</w:t>
      </w:r>
      <w:r>
        <w:t xml:space="preserve">, </w:t>
      </w:r>
      <w:r w:rsidR="008C5C61" w:rsidRPr="004C3E92">
        <w:t>répondit-il</w:t>
      </w:r>
      <w:r>
        <w:t xml:space="preserve">, </w:t>
      </w:r>
      <w:r w:rsidR="008C5C61" w:rsidRPr="004C3E92">
        <w:t>avec un sourire expressif</w:t>
      </w:r>
      <w:r>
        <w:t xml:space="preserve">, </w:t>
      </w:r>
      <w:r w:rsidR="008C5C61" w:rsidRPr="004C3E92">
        <w:t>et d</w:t>
      </w:r>
      <w:r>
        <w:t>’</w:t>
      </w:r>
      <w:r w:rsidR="008C5C61" w:rsidRPr="004C3E92">
        <w:t>une voix parfaitement calme</w:t>
      </w:r>
      <w:r>
        <w:t xml:space="preserve">. </w:t>
      </w:r>
      <w:r w:rsidR="008C5C61" w:rsidRPr="004C3E92">
        <w:t>Oui</w:t>
      </w:r>
      <w:r>
        <w:t xml:space="preserve">, </w:t>
      </w:r>
      <w:r w:rsidR="008C5C61" w:rsidRPr="004C3E92">
        <w:t>je suis fort gris</w:t>
      </w:r>
      <w:r>
        <w:t xml:space="preserve">. </w:t>
      </w:r>
      <w:r w:rsidR="008C5C61" w:rsidRPr="004C3E92">
        <w:t>Il a suffi d</w:t>
      </w:r>
      <w:r>
        <w:t>’</w:t>
      </w:r>
      <w:r w:rsidR="008C5C61" w:rsidRPr="004C3E92">
        <w:t>une pinte de porter</w:t>
      </w:r>
      <w:r w:rsidR="008C5C61">
        <w:rPr>
          <w:rStyle w:val="Appelnotedebasdep"/>
        </w:rPr>
        <w:footnoteReference w:id="17"/>
      </w:r>
      <w:r w:rsidR="008C5C61" w:rsidRPr="004C3E92">
        <w:t xml:space="preserve"> avec mon bœuf froid</w:t>
      </w:r>
      <w:r>
        <w:t xml:space="preserve">, </w:t>
      </w:r>
      <w:r w:rsidR="008C5C61" w:rsidRPr="004C3E92">
        <w:t>à Marlborough</w:t>
      </w:r>
      <w:r>
        <w:t xml:space="preserve">, </w:t>
      </w:r>
      <w:r w:rsidR="008C5C61" w:rsidRPr="004C3E92">
        <w:t>pour me chavirer</w:t>
      </w:r>
      <w:r>
        <w:t>.</w:t>
      </w:r>
    </w:p>
    <w:p w14:paraId="20F9F8F0" w14:textId="77777777" w:rsidR="004A4993" w:rsidRDefault="004A4993" w:rsidP="004A4993">
      <w:r>
        <w:t>— </w:t>
      </w:r>
      <w:r w:rsidR="008C5C61" w:rsidRPr="004C3E92">
        <w:t>À Marlborough</w:t>
      </w:r>
      <w:r>
        <w:t xml:space="preserve"> ! </w:t>
      </w:r>
      <w:r w:rsidR="008C5C61" w:rsidRPr="004C3E92">
        <w:t>s</w:t>
      </w:r>
      <w:r>
        <w:t>’</w:t>
      </w:r>
      <w:r w:rsidR="008C5C61" w:rsidRPr="004C3E92">
        <w:t xml:space="preserve">écria </w:t>
      </w:r>
      <w:proofErr w:type="spellStart"/>
      <w:r w:rsidR="008C5C61" w:rsidRPr="004C3E92">
        <w:t>Elinor</w:t>
      </w:r>
      <w:proofErr w:type="spellEnd"/>
      <w:r>
        <w:t xml:space="preserve">, </w:t>
      </w:r>
      <w:r w:rsidR="008C5C61" w:rsidRPr="004C3E92">
        <w:t>de plus en plus incapable de comprendre où il voulait en venir</w:t>
      </w:r>
      <w:r>
        <w:t>.</w:t>
      </w:r>
    </w:p>
    <w:p w14:paraId="31261A7F" w14:textId="77777777" w:rsidR="004A4993" w:rsidRDefault="004A4993" w:rsidP="004A4993">
      <w:r>
        <w:t>— </w:t>
      </w:r>
      <w:r w:rsidR="008C5C61" w:rsidRPr="004C3E92">
        <w:t>Oui</w:t>
      </w:r>
      <w:r>
        <w:t xml:space="preserve">, </w:t>
      </w:r>
      <w:r w:rsidR="008C5C61" w:rsidRPr="004C3E92">
        <w:t>j</w:t>
      </w:r>
      <w:r>
        <w:t>’</w:t>
      </w:r>
      <w:r w:rsidR="008C5C61" w:rsidRPr="004C3E92">
        <w:t>ai quitté Londres ce matin</w:t>
      </w:r>
      <w:r>
        <w:t xml:space="preserve">, </w:t>
      </w:r>
      <w:r w:rsidR="008C5C61" w:rsidRPr="004C3E92">
        <w:t>à huit heures</w:t>
      </w:r>
      <w:r>
        <w:t xml:space="preserve">, </w:t>
      </w:r>
      <w:r w:rsidR="008C5C61" w:rsidRPr="004C3E92">
        <w:t>et les seules dix minutes que j</w:t>
      </w:r>
      <w:r>
        <w:t>’</w:t>
      </w:r>
      <w:r w:rsidR="008C5C61" w:rsidRPr="004C3E92">
        <w:t>aie passées hors de ma chaise de poste</w:t>
      </w:r>
      <w:r>
        <w:t xml:space="preserve">, </w:t>
      </w:r>
      <w:r w:rsidR="008C5C61" w:rsidRPr="004C3E92">
        <w:t>depuis ce moment</w:t>
      </w:r>
      <w:r>
        <w:t xml:space="preserve">, </w:t>
      </w:r>
      <w:r w:rsidR="008C5C61" w:rsidRPr="004C3E92">
        <w:t>m</w:t>
      </w:r>
      <w:r>
        <w:t>’</w:t>
      </w:r>
      <w:r w:rsidR="008C5C61" w:rsidRPr="004C3E92">
        <w:t>ont permis de déjeuner à Marlborough</w:t>
      </w:r>
      <w:r>
        <w:t>.</w:t>
      </w:r>
    </w:p>
    <w:p w14:paraId="4B66DC3D" w14:textId="77777777" w:rsidR="004A4993" w:rsidRDefault="008C5C61" w:rsidP="004A4993">
      <w:r w:rsidRPr="004C3E92">
        <w:t>La fermeté de sa manière</w:t>
      </w:r>
      <w:r w:rsidR="004A4993">
        <w:t xml:space="preserve">, </w:t>
      </w:r>
      <w:r w:rsidRPr="004C3E92">
        <w:t>et l</w:t>
      </w:r>
      <w:r w:rsidR="004A4993">
        <w:t>’</w:t>
      </w:r>
      <w:r w:rsidRPr="004C3E92">
        <w:t>intelligence de son regard</w:t>
      </w:r>
      <w:r w:rsidR="004A4993">
        <w:t xml:space="preserve">, </w:t>
      </w:r>
      <w:r w:rsidRPr="004C3E92">
        <w:t>tandis qu</w:t>
      </w:r>
      <w:r w:rsidR="004A4993">
        <w:t>’</w:t>
      </w:r>
      <w:r w:rsidRPr="004C3E92">
        <w:t>il parlait</w:t>
      </w:r>
      <w:r w:rsidR="004A4993">
        <w:t xml:space="preserve">, </w:t>
      </w:r>
      <w:r w:rsidRPr="004C3E92">
        <w:t xml:space="preserve">ayant convaincu </w:t>
      </w:r>
      <w:proofErr w:type="spellStart"/>
      <w:r w:rsidRPr="004C3E92">
        <w:t>Elinor</w:t>
      </w:r>
      <w:proofErr w:type="spellEnd"/>
      <w:r w:rsidRPr="004C3E92">
        <w:t xml:space="preserve"> que</w:t>
      </w:r>
      <w:r w:rsidR="004A4993">
        <w:t xml:space="preserve">, </w:t>
      </w:r>
      <w:r w:rsidRPr="004C3E92">
        <w:t>quelle que pût être l</w:t>
      </w:r>
      <w:r w:rsidR="004A4993">
        <w:t>’</w:t>
      </w:r>
      <w:r w:rsidRPr="004C3E92">
        <w:t>impardonnable folie quelconque qui l</w:t>
      </w:r>
      <w:r w:rsidR="004A4993">
        <w:t>’</w:t>
      </w:r>
      <w:r w:rsidRPr="004C3E92">
        <w:t>amenait à Clev</w:t>
      </w:r>
      <w:r w:rsidRPr="004C3E92">
        <w:t>e</w:t>
      </w:r>
      <w:r w:rsidRPr="004C3E92">
        <w:t>land</w:t>
      </w:r>
      <w:r w:rsidR="004A4993">
        <w:t xml:space="preserve">, </w:t>
      </w:r>
      <w:r w:rsidRPr="004C3E92">
        <w:t>il n</w:t>
      </w:r>
      <w:r w:rsidR="004A4993">
        <w:t>’</w:t>
      </w:r>
      <w:r w:rsidRPr="004C3E92">
        <w:t>y était pas amené par l</w:t>
      </w:r>
      <w:r w:rsidR="004A4993">
        <w:t>’</w:t>
      </w:r>
      <w:r w:rsidRPr="004C3E92">
        <w:t>ivresse</w:t>
      </w:r>
      <w:r w:rsidR="004A4993">
        <w:t xml:space="preserve">, </w:t>
      </w:r>
      <w:r w:rsidRPr="004C3E92">
        <w:t>elle dit</w:t>
      </w:r>
      <w:r w:rsidR="004A4993">
        <w:t xml:space="preserve">, </w:t>
      </w:r>
      <w:r w:rsidRPr="004C3E92">
        <w:t>après un in</w:t>
      </w:r>
      <w:r w:rsidRPr="004C3E92">
        <w:t>s</w:t>
      </w:r>
      <w:r w:rsidRPr="004C3E92">
        <w:t>tant de recueillement</w:t>
      </w:r>
      <w:r w:rsidR="004A4993">
        <w:t> :</w:t>
      </w:r>
    </w:p>
    <w:p w14:paraId="7ED2C952" w14:textId="77777777" w:rsidR="004A4993" w:rsidRDefault="004A4993" w:rsidP="004A4993">
      <w:r>
        <w:t>— </w:t>
      </w:r>
      <w:r w:rsidR="008C5C61" w:rsidRPr="004C3E92">
        <w:t>Mr</w:t>
      </w:r>
      <w:r>
        <w:t xml:space="preserve">. </w:t>
      </w:r>
      <w:r w:rsidR="008C5C61" w:rsidRPr="004C3E92">
        <w:t>Willoughby</w:t>
      </w:r>
      <w:r>
        <w:t xml:space="preserve">, </w:t>
      </w:r>
      <w:r w:rsidR="008C5C61" w:rsidRPr="004C3E92">
        <w:t xml:space="preserve">vous </w:t>
      </w:r>
      <w:r w:rsidR="008C5C61" w:rsidRPr="004C3E92">
        <w:rPr>
          <w:i/>
          <w:iCs/>
        </w:rPr>
        <w:t>devriez</w:t>
      </w:r>
      <w:r w:rsidR="008C5C61" w:rsidRPr="004C3E92">
        <w:t xml:space="preserve"> sentir</w:t>
      </w:r>
      <w:r>
        <w:t xml:space="preserve">, </w:t>
      </w:r>
      <w:r w:rsidR="008C5C61" w:rsidRPr="004C3E92">
        <w:t>et moi</w:t>
      </w:r>
      <w:r>
        <w:t xml:space="preserve">, </w:t>
      </w:r>
      <w:r w:rsidR="008C5C61" w:rsidRPr="004C3E92">
        <w:t>je le sens e</w:t>
      </w:r>
      <w:r w:rsidR="008C5C61" w:rsidRPr="004C3E92">
        <w:t>f</w:t>
      </w:r>
      <w:r w:rsidR="008C5C61" w:rsidRPr="004C3E92">
        <w:t>fectivement</w:t>
      </w:r>
      <w:r>
        <w:t xml:space="preserve">, </w:t>
      </w:r>
      <w:r w:rsidR="008C5C61" w:rsidRPr="004C3E92">
        <w:t>qu</w:t>
      </w:r>
      <w:r>
        <w:t>’</w:t>
      </w:r>
      <w:r w:rsidR="008C5C61" w:rsidRPr="004C3E92">
        <w:t>après ce qui s</w:t>
      </w:r>
      <w:r>
        <w:t>’</w:t>
      </w:r>
      <w:r w:rsidR="008C5C61" w:rsidRPr="004C3E92">
        <w:t>est passé</w:t>
      </w:r>
      <w:r>
        <w:t xml:space="preserve">, </w:t>
      </w:r>
      <w:r w:rsidR="008C5C61" w:rsidRPr="004C3E92">
        <w:t>il faut</w:t>
      </w:r>
      <w:r>
        <w:t xml:space="preserve">, </w:t>
      </w:r>
      <w:r w:rsidR="008C5C61" w:rsidRPr="004C3E92">
        <w:t xml:space="preserve">pour que vous veniez ici de cette façon et que vous vous imposiez à </w:t>
      </w:r>
      <w:r w:rsidR="008C5C61" w:rsidRPr="004C3E92">
        <w:lastRenderedPageBreak/>
        <w:t>mon atte</w:t>
      </w:r>
      <w:r w:rsidR="008C5C61" w:rsidRPr="004C3E92">
        <w:t>n</w:t>
      </w:r>
      <w:r w:rsidR="008C5C61" w:rsidRPr="004C3E92">
        <w:t>tion</w:t>
      </w:r>
      <w:r>
        <w:t xml:space="preserve">, </w:t>
      </w:r>
      <w:r w:rsidR="008C5C61" w:rsidRPr="004C3E92">
        <w:t>une excuse toute spéciale</w:t>
      </w:r>
      <w:r>
        <w:t xml:space="preserve">. </w:t>
      </w:r>
      <w:r w:rsidR="008C5C61" w:rsidRPr="004C3E92">
        <w:t>Qu</w:t>
      </w:r>
      <w:r>
        <w:t>’</w:t>
      </w:r>
      <w:r w:rsidR="008C5C61" w:rsidRPr="004C3E92">
        <w:t>est-ce que vous entendez par là</w:t>
      </w:r>
      <w:r>
        <w:t> ?</w:t>
      </w:r>
    </w:p>
    <w:p w14:paraId="5F61DDE5" w14:textId="77777777" w:rsidR="004A4993" w:rsidRDefault="004A4993" w:rsidP="004A4993">
      <w:r>
        <w:t>— </w:t>
      </w:r>
      <w:r w:rsidR="008C5C61" w:rsidRPr="004C3E92">
        <w:t>J</w:t>
      </w:r>
      <w:r>
        <w:t>’</w:t>
      </w:r>
      <w:r w:rsidR="008C5C61" w:rsidRPr="004C3E92">
        <w:t>entends</w:t>
      </w:r>
      <w:r>
        <w:t xml:space="preserve">, </w:t>
      </w:r>
      <w:r w:rsidR="008C5C61" w:rsidRPr="004C3E92">
        <w:t>dit-il</w:t>
      </w:r>
      <w:r>
        <w:t xml:space="preserve">, </w:t>
      </w:r>
      <w:r w:rsidR="008C5C61" w:rsidRPr="004C3E92">
        <w:t>avec une énergie pleine de sérieux</w:t>
      </w:r>
      <w:r>
        <w:t xml:space="preserve">, </w:t>
      </w:r>
      <w:r w:rsidR="008C5C61" w:rsidRPr="004C3E92">
        <w:t>faire en sorte</w:t>
      </w:r>
      <w:r>
        <w:t xml:space="preserve">, </w:t>
      </w:r>
      <w:r w:rsidR="008C5C61" w:rsidRPr="004C3E92">
        <w:t>si je le peux</w:t>
      </w:r>
      <w:r>
        <w:t xml:space="preserve">, </w:t>
      </w:r>
      <w:r w:rsidR="008C5C61" w:rsidRPr="004C3E92">
        <w:t>que vous me haïssiez tant soit peu moins que vous ne le faites à présent</w:t>
      </w:r>
      <w:r>
        <w:t xml:space="preserve">. </w:t>
      </w:r>
      <w:r w:rsidR="008C5C61" w:rsidRPr="004C3E92">
        <w:t>J</w:t>
      </w:r>
      <w:r>
        <w:t>’</w:t>
      </w:r>
      <w:r w:rsidR="008C5C61" w:rsidRPr="004C3E92">
        <w:t>entends vous offrir une espèce d</w:t>
      </w:r>
      <w:r>
        <w:t>’</w:t>
      </w:r>
      <w:r w:rsidR="008C5C61" w:rsidRPr="004C3E92">
        <w:t>explication</w:t>
      </w:r>
      <w:r>
        <w:t xml:space="preserve">, – </w:t>
      </w:r>
      <w:r w:rsidR="008C5C61" w:rsidRPr="004C3E92">
        <w:t>des excuses</w:t>
      </w:r>
      <w:r>
        <w:t xml:space="preserve">, </w:t>
      </w:r>
      <w:r w:rsidR="008C5C61" w:rsidRPr="004C3E92">
        <w:t>en quelque sorte</w:t>
      </w:r>
      <w:r>
        <w:t xml:space="preserve"> – </w:t>
      </w:r>
      <w:r w:rsidR="008C5C61" w:rsidRPr="004C3E92">
        <w:t>pour le passé</w:t>
      </w:r>
      <w:r>
        <w:t xml:space="preserve"> ; – </w:t>
      </w:r>
      <w:r w:rsidR="008C5C61" w:rsidRPr="004C3E92">
        <w:t>vous ouvrir tout mon cœur</w:t>
      </w:r>
      <w:r>
        <w:t xml:space="preserve">, </w:t>
      </w:r>
      <w:r w:rsidR="008C5C61" w:rsidRPr="004C3E92">
        <w:t>et</w:t>
      </w:r>
      <w:r>
        <w:t xml:space="preserve">, </w:t>
      </w:r>
      <w:r w:rsidR="008C5C61" w:rsidRPr="004C3E92">
        <w:t>en vous convainquant que</w:t>
      </w:r>
      <w:r>
        <w:t xml:space="preserve">, </w:t>
      </w:r>
      <w:r w:rsidR="008C5C61" w:rsidRPr="004C3E92">
        <w:t>si j</w:t>
      </w:r>
      <w:r>
        <w:t>’</w:t>
      </w:r>
      <w:r w:rsidR="008C5C61" w:rsidRPr="004C3E92">
        <w:t>ai toujours été un imbécile</w:t>
      </w:r>
      <w:r>
        <w:t xml:space="preserve">, </w:t>
      </w:r>
      <w:r w:rsidR="008C5C61" w:rsidRPr="004C3E92">
        <w:t>je n</w:t>
      </w:r>
      <w:r>
        <w:t>’</w:t>
      </w:r>
      <w:r w:rsidR="008C5C61" w:rsidRPr="004C3E92">
        <w:t>ai pas toujours été un scélérat</w:t>
      </w:r>
      <w:r>
        <w:t xml:space="preserve">, </w:t>
      </w:r>
      <w:r w:rsidR="008C5C61" w:rsidRPr="004C3E92">
        <w:t>o</w:t>
      </w:r>
      <w:r w:rsidR="008C5C61" w:rsidRPr="004C3E92">
        <w:t>b</w:t>
      </w:r>
      <w:r w:rsidR="008C5C61" w:rsidRPr="004C3E92">
        <w:t>tenir quelque chose qui ressemble à un pardon de la part de Ma</w:t>
      </w:r>
      <w:r>
        <w:t xml:space="preserve">…, </w:t>
      </w:r>
      <w:r w:rsidR="008C5C61" w:rsidRPr="004C3E92">
        <w:t>de la part de votre sœur</w:t>
      </w:r>
      <w:r>
        <w:t>.</w:t>
      </w:r>
    </w:p>
    <w:p w14:paraId="0549C949" w14:textId="77777777" w:rsidR="004A4993" w:rsidRDefault="004A4993" w:rsidP="004A4993">
      <w:r>
        <w:t>— </w:t>
      </w:r>
      <w:r w:rsidR="008C5C61" w:rsidRPr="004C3E92">
        <w:t>C</w:t>
      </w:r>
      <w:r>
        <w:t>’</w:t>
      </w:r>
      <w:r w:rsidR="008C5C61" w:rsidRPr="004C3E92">
        <w:t>est là la véritable raison de votre venue</w:t>
      </w:r>
      <w:r>
        <w:t> ?</w:t>
      </w:r>
    </w:p>
    <w:p w14:paraId="0C4390D4" w14:textId="77777777" w:rsidR="004A4993" w:rsidRDefault="004A4993" w:rsidP="004A4993">
      <w:r>
        <w:t>— </w:t>
      </w:r>
      <w:r w:rsidR="008C5C61" w:rsidRPr="004C3E92">
        <w:t>Oui</w:t>
      </w:r>
      <w:r>
        <w:t xml:space="preserve">, </w:t>
      </w:r>
      <w:r w:rsidR="008C5C61" w:rsidRPr="004C3E92">
        <w:t>sur mon âme</w:t>
      </w:r>
      <w:r>
        <w:t xml:space="preserve">, </w:t>
      </w:r>
      <w:r w:rsidR="008C5C61" w:rsidRPr="004C3E92">
        <w:t>répondit-il</w:t>
      </w:r>
      <w:r>
        <w:t xml:space="preserve">, </w:t>
      </w:r>
      <w:r w:rsidR="008C5C61" w:rsidRPr="004C3E92">
        <w:t>avec une chaleur qui ra</w:t>
      </w:r>
      <w:r w:rsidR="008C5C61" w:rsidRPr="004C3E92">
        <w:t>p</w:t>
      </w:r>
      <w:r w:rsidR="008C5C61" w:rsidRPr="004C3E92">
        <w:t>pela au souvenir d</w:t>
      </w:r>
      <w:r>
        <w:t>’</w:t>
      </w:r>
      <w:proofErr w:type="spellStart"/>
      <w:r w:rsidR="008C5C61" w:rsidRPr="004C3E92">
        <w:t>Elinor</w:t>
      </w:r>
      <w:proofErr w:type="spellEnd"/>
      <w:r w:rsidR="008C5C61" w:rsidRPr="004C3E92">
        <w:t xml:space="preserve"> tout le Willoughby de jadis</w:t>
      </w:r>
      <w:r>
        <w:t xml:space="preserve">, </w:t>
      </w:r>
      <w:r w:rsidR="008C5C61" w:rsidRPr="004C3E92">
        <w:t>et l</w:t>
      </w:r>
      <w:r>
        <w:t>’</w:t>
      </w:r>
      <w:r w:rsidR="008C5C61" w:rsidRPr="004C3E92">
        <w:t>obligea</w:t>
      </w:r>
      <w:r>
        <w:t xml:space="preserve">, </w:t>
      </w:r>
      <w:r w:rsidR="008C5C61" w:rsidRPr="004C3E92">
        <w:t>malgré elle</w:t>
      </w:r>
      <w:r>
        <w:t xml:space="preserve">, </w:t>
      </w:r>
      <w:r w:rsidR="008C5C61" w:rsidRPr="004C3E92">
        <w:t>à le croire sincère</w:t>
      </w:r>
      <w:r>
        <w:t>.</w:t>
      </w:r>
    </w:p>
    <w:p w14:paraId="08E03F84" w14:textId="77777777" w:rsidR="004A4993" w:rsidRDefault="004A4993" w:rsidP="004A4993">
      <w:r>
        <w:t>— </w:t>
      </w:r>
      <w:r w:rsidR="008C5C61" w:rsidRPr="004C3E92">
        <w:t>Si c</w:t>
      </w:r>
      <w:r>
        <w:t>’</w:t>
      </w:r>
      <w:r w:rsidR="008C5C61" w:rsidRPr="004C3E92">
        <w:t>est là tout</w:t>
      </w:r>
      <w:r>
        <w:t xml:space="preserve">, </w:t>
      </w:r>
      <w:r w:rsidR="008C5C61" w:rsidRPr="004C3E92">
        <w:t>vous pouvez déjà être satisfait</w:t>
      </w:r>
      <w:r>
        <w:t xml:space="preserve">, </w:t>
      </w:r>
      <w:r w:rsidR="008C5C61" w:rsidRPr="004C3E92">
        <w:t>car M</w:t>
      </w:r>
      <w:r w:rsidR="008C5C61" w:rsidRPr="004C3E92">
        <w:t>a</w:t>
      </w:r>
      <w:r w:rsidR="008C5C61" w:rsidRPr="004C3E92">
        <w:t>rianne vous pardonne</w:t>
      </w:r>
      <w:r>
        <w:t xml:space="preserve">, </w:t>
      </w:r>
      <w:r w:rsidR="008C5C61" w:rsidRPr="004C3E92">
        <w:t>elle vous a pardonné depuis longtemps</w:t>
      </w:r>
      <w:r>
        <w:t>.</w:t>
      </w:r>
    </w:p>
    <w:p w14:paraId="4E8441DC" w14:textId="77777777" w:rsidR="004A4993" w:rsidRDefault="004A4993" w:rsidP="004A4993">
      <w:r>
        <w:t>— </w:t>
      </w:r>
      <w:r w:rsidR="008C5C61" w:rsidRPr="004C3E92">
        <w:t>C</w:t>
      </w:r>
      <w:r>
        <w:t>’</w:t>
      </w:r>
      <w:r w:rsidR="008C5C61" w:rsidRPr="004C3E92">
        <w:t>est vrai</w:t>
      </w:r>
      <w:r>
        <w:t xml:space="preserve"> ? </w:t>
      </w:r>
      <w:r w:rsidR="008C5C61" w:rsidRPr="004C3E92">
        <w:t>s</w:t>
      </w:r>
      <w:r>
        <w:t>’</w:t>
      </w:r>
      <w:r w:rsidR="008C5C61" w:rsidRPr="004C3E92">
        <w:t>écria-t-il</w:t>
      </w:r>
      <w:r>
        <w:t xml:space="preserve">, </w:t>
      </w:r>
      <w:r w:rsidR="008C5C61" w:rsidRPr="004C3E92">
        <w:t>du même ton pénétré d</w:t>
      </w:r>
      <w:r>
        <w:t>’</w:t>
      </w:r>
      <w:r w:rsidR="008C5C61" w:rsidRPr="004C3E92">
        <w:t>ardeur</w:t>
      </w:r>
      <w:r>
        <w:t xml:space="preserve">. </w:t>
      </w:r>
      <w:r w:rsidR="008C5C61" w:rsidRPr="004C3E92">
        <w:t>Alors</w:t>
      </w:r>
      <w:r>
        <w:t xml:space="preserve">, </w:t>
      </w:r>
      <w:r w:rsidR="008C5C61" w:rsidRPr="004C3E92">
        <w:t>elle m</w:t>
      </w:r>
      <w:r>
        <w:t>’</w:t>
      </w:r>
      <w:r w:rsidR="008C5C61" w:rsidRPr="004C3E92">
        <w:t>a pardonné avant qu</w:t>
      </w:r>
      <w:r>
        <w:t>’</w:t>
      </w:r>
      <w:r w:rsidR="008C5C61" w:rsidRPr="004C3E92">
        <w:t>elle n</w:t>
      </w:r>
      <w:r>
        <w:t>’</w:t>
      </w:r>
      <w:r w:rsidR="008C5C61" w:rsidRPr="004C3E92">
        <w:t>eût dû le faire</w:t>
      </w:r>
      <w:r>
        <w:t xml:space="preserve">. </w:t>
      </w:r>
      <w:r w:rsidR="008C5C61" w:rsidRPr="004C3E92">
        <w:t>Mais elle me pardonnera à nouveau</w:t>
      </w:r>
      <w:r>
        <w:t xml:space="preserve">, </w:t>
      </w:r>
      <w:r w:rsidR="008C5C61" w:rsidRPr="004C3E92">
        <w:t>et pour des motifs plus raisonnables</w:t>
      </w:r>
      <w:r>
        <w:t xml:space="preserve">. </w:t>
      </w:r>
      <w:r w:rsidR="008C5C61" w:rsidRPr="004C3E92">
        <w:t>Voulez-vous m</w:t>
      </w:r>
      <w:r>
        <w:t>’</w:t>
      </w:r>
      <w:r w:rsidR="008C5C61" w:rsidRPr="004C3E92">
        <w:t>écouter</w:t>
      </w:r>
      <w:r>
        <w:t xml:space="preserve">, </w:t>
      </w:r>
      <w:r w:rsidR="008C5C61" w:rsidRPr="004C3E92">
        <w:t>à présent</w:t>
      </w:r>
      <w:r>
        <w:t> ?</w:t>
      </w:r>
    </w:p>
    <w:p w14:paraId="0F898D73" w14:textId="77777777" w:rsidR="004A4993" w:rsidRDefault="008C5C61" w:rsidP="004A4993">
      <w:proofErr w:type="spellStart"/>
      <w:r w:rsidRPr="004C3E92">
        <w:t>Elinor</w:t>
      </w:r>
      <w:proofErr w:type="spellEnd"/>
      <w:r w:rsidRPr="004C3E92">
        <w:t xml:space="preserve"> inclina la tête en signe d</w:t>
      </w:r>
      <w:r w:rsidR="004A4993">
        <w:t>’</w:t>
      </w:r>
      <w:r w:rsidRPr="004C3E92">
        <w:t>assentiment</w:t>
      </w:r>
      <w:r w:rsidR="004A4993">
        <w:t>.</w:t>
      </w:r>
    </w:p>
    <w:p w14:paraId="57FC6922" w14:textId="77777777" w:rsidR="004A4993" w:rsidRDefault="004A4993" w:rsidP="004A4993">
      <w:r>
        <w:t>— </w:t>
      </w:r>
      <w:r w:rsidR="008C5C61" w:rsidRPr="004C3E92">
        <w:t>Je ne sais</w:t>
      </w:r>
      <w:r>
        <w:t xml:space="preserve">, </w:t>
      </w:r>
      <w:r w:rsidR="008C5C61" w:rsidRPr="004C3E92">
        <w:t>dit-il</w:t>
      </w:r>
      <w:r>
        <w:t xml:space="preserve">, </w:t>
      </w:r>
      <w:r w:rsidR="008C5C61" w:rsidRPr="004C3E92">
        <w:t>après un silence d</w:t>
      </w:r>
      <w:r>
        <w:t>’</w:t>
      </w:r>
      <w:r w:rsidR="008C5C61" w:rsidRPr="004C3E92">
        <w:t>expectative de la part d</w:t>
      </w:r>
      <w:r>
        <w:t>’</w:t>
      </w:r>
      <w:proofErr w:type="spellStart"/>
      <w:r w:rsidR="008C5C61" w:rsidRPr="004C3E92">
        <w:t>Elinor</w:t>
      </w:r>
      <w:proofErr w:type="spellEnd"/>
      <w:r>
        <w:t xml:space="preserve">, </w:t>
      </w:r>
      <w:r w:rsidR="008C5C61" w:rsidRPr="004C3E92">
        <w:t>et de recueillement</w:t>
      </w:r>
      <w:r>
        <w:t xml:space="preserve">, </w:t>
      </w:r>
      <w:r w:rsidR="008C5C61" w:rsidRPr="004C3E92">
        <w:t>de la sienne</w:t>
      </w:r>
      <w:r>
        <w:t xml:space="preserve">, </w:t>
      </w:r>
      <w:r w:rsidR="008C5C61" w:rsidRPr="004C3E92">
        <w:t>comment vous avez pu</w:t>
      </w:r>
      <w:r>
        <w:t xml:space="preserve">, </w:t>
      </w:r>
      <w:r w:rsidR="008C5C61" w:rsidRPr="004C3E92">
        <w:t>quant à vous</w:t>
      </w:r>
      <w:r>
        <w:t xml:space="preserve">, </w:t>
      </w:r>
      <w:r w:rsidR="008C5C61" w:rsidRPr="004C3E92">
        <w:t>expliquer ma conduite envers votre sœur</w:t>
      </w:r>
      <w:r>
        <w:t xml:space="preserve">, </w:t>
      </w:r>
      <w:r w:rsidR="008C5C61" w:rsidRPr="004C3E92">
        <w:t>ni quel motif diabolique vous avez pu m</w:t>
      </w:r>
      <w:r>
        <w:t>’</w:t>
      </w:r>
      <w:r w:rsidR="008C5C61" w:rsidRPr="004C3E92">
        <w:t>imputer</w:t>
      </w:r>
      <w:r>
        <w:t xml:space="preserve">. </w:t>
      </w:r>
      <w:r w:rsidR="008C5C61" w:rsidRPr="004C3E92">
        <w:t>Peut-être votre opinion sur moi ne sera-t-elle guère améliorée</w:t>
      </w:r>
      <w:r>
        <w:t xml:space="preserve">, – </w:t>
      </w:r>
      <w:r w:rsidR="008C5C61" w:rsidRPr="004C3E92">
        <w:t>mais cela vaut la peine d</w:t>
      </w:r>
      <w:r>
        <w:t>’</w:t>
      </w:r>
      <w:r w:rsidR="008C5C61" w:rsidRPr="004C3E92">
        <w:t>essayer</w:t>
      </w:r>
      <w:r>
        <w:t xml:space="preserve">, </w:t>
      </w:r>
      <w:r w:rsidR="008C5C61" w:rsidRPr="004C3E92">
        <w:t>et vous entendrez tout</w:t>
      </w:r>
      <w:r>
        <w:t xml:space="preserve">. </w:t>
      </w:r>
      <w:r w:rsidR="008C5C61" w:rsidRPr="004C3E92">
        <w:t>Au début de mes rel</w:t>
      </w:r>
      <w:r w:rsidR="008C5C61" w:rsidRPr="004C3E92">
        <w:t>a</w:t>
      </w:r>
      <w:r w:rsidR="008C5C61" w:rsidRPr="004C3E92">
        <w:t>tions d</w:t>
      </w:r>
      <w:r>
        <w:t>’</w:t>
      </w:r>
      <w:r w:rsidR="008C5C61" w:rsidRPr="004C3E92">
        <w:t>intimité avec votre famille</w:t>
      </w:r>
      <w:r>
        <w:t xml:space="preserve">, </w:t>
      </w:r>
      <w:r w:rsidR="008C5C61" w:rsidRPr="004C3E92">
        <w:t>je n</w:t>
      </w:r>
      <w:r>
        <w:t>’</w:t>
      </w:r>
      <w:r w:rsidR="008C5C61" w:rsidRPr="004C3E92">
        <w:t xml:space="preserve">avais </w:t>
      </w:r>
      <w:r w:rsidR="008C5C61" w:rsidRPr="004C3E92">
        <w:lastRenderedPageBreak/>
        <w:t>d</w:t>
      </w:r>
      <w:r>
        <w:t>’</w:t>
      </w:r>
      <w:r w:rsidR="008C5C61" w:rsidRPr="004C3E92">
        <w:t>autre intention</w:t>
      </w:r>
      <w:r>
        <w:t xml:space="preserve">, </w:t>
      </w:r>
      <w:r w:rsidR="008C5C61" w:rsidRPr="004C3E92">
        <w:t>d</w:t>
      </w:r>
      <w:r>
        <w:t>’</w:t>
      </w:r>
      <w:r w:rsidR="008C5C61" w:rsidRPr="004C3E92">
        <w:t>autre but</w:t>
      </w:r>
      <w:r>
        <w:t xml:space="preserve">, </w:t>
      </w:r>
      <w:r w:rsidR="008C5C61" w:rsidRPr="004C3E92">
        <w:t>à cette connaissance</w:t>
      </w:r>
      <w:r>
        <w:t xml:space="preserve">, </w:t>
      </w:r>
      <w:r w:rsidR="008C5C61" w:rsidRPr="004C3E92">
        <w:t>que de passer agréablement le temps que j</w:t>
      </w:r>
      <w:r>
        <w:t>’</w:t>
      </w:r>
      <w:r w:rsidR="008C5C61" w:rsidRPr="004C3E92">
        <w:t>étais obligé de consacrer au Devonshire</w:t>
      </w:r>
      <w:r>
        <w:t xml:space="preserve">, – </w:t>
      </w:r>
      <w:r w:rsidR="008C5C61" w:rsidRPr="004C3E92">
        <w:t>plus agréablement que je ne l</w:t>
      </w:r>
      <w:r>
        <w:t>’</w:t>
      </w:r>
      <w:r w:rsidR="008C5C61" w:rsidRPr="004C3E92">
        <w:t>avais encore jamais fait</w:t>
      </w:r>
      <w:r>
        <w:t xml:space="preserve">. </w:t>
      </w:r>
      <w:r w:rsidR="008C5C61" w:rsidRPr="004C3E92">
        <w:t>La personne ravissante et les façons intéressantes de votre sœur ne po</w:t>
      </w:r>
      <w:r w:rsidR="008C5C61" w:rsidRPr="004C3E92">
        <w:t>u</w:t>
      </w:r>
      <w:r w:rsidR="008C5C61" w:rsidRPr="004C3E92">
        <w:t>vaient faire autrement que me plaire</w:t>
      </w:r>
      <w:r>
        <w:t xml:space="preserve"> ; </w:t>
      </w:r>
      <w:r w:rsidR="008C5C61" w:rsidRPr="004C3E92">
        <w:t>et son attitude envers moi</w:t>
      </w:r>
      <w:r>
        <w:t xml:space="preserve">, </w:t>
      </w:r>
      <w:r w:rsidR="008C5C61" w:rsidRPr="004C3E92">
        <w:t>dès le début</w:t>
      </w:r>
      <w:r>
        <w:t xml:space="preserve">, </w:t>
      </w:r>
      <w:r w:rsidR="008C5C61" w:rsidRPr="004C3E92">
        <w:t>fut d</w:t>
      </w:r>
      <w:r>
        <w:t>’</w:t>
      </w:r>
      <w:r w:rsidR="008C5C61" w:rsidRPr="004C3E92">
        <w:t>un genre</w:t>
      </w:r>
      <w:r>
        <w:t xml:space="preserve">… </w:t>
      </w:r>
      <w:r w:rsidR="008C5C61" w:rsidRPr="004C3E92">
        <w:t>Il est étonnant quand je so</w:t>
      </w:r>
      <w:r w:rsidR="008C5C61" w:rsidRPr="004C3E92">
        <w:t>n</w:t>
      </w:r>
      <w:r w:rsidR="008C5C61" w:rsidRPr="004C3E92">
        <w:t>ge à ce qu</w:t>
      </w:r>
      <w:r>
        <w:t>’</w:t>
      </w:r>
      <w:r w:rsidR="008C5C61" w:rsidRPr="004C3E92">
        <w:t>était cette attitude</w:t>
      </w:r>
      <w:r>
        <w:t xml:space="preserve">, </w:t>
      </w:r>
      <w:r w:rsidR="008C5C61" w:rsidRPr="004C3E92">
        <w:t>et à ce qu</w:t>
      </w:r>
      <w:r>
        <w:t>’</w:t>
      </w:r>
      <w:r w:rsidR="008C5C61" w:rsidRPr="004C3E92">
        <w:t>elle était</w:t>
      </w:r>
      <w:r>
        <w:t xml:space="preserve">, </w:t>
      </w:r>
      <w:r w:rsidR="008C5C61" w:rsidRPr="004C3E92">
        <w:rPr>
          <w:i/>
          <w:iCs/>
        </w:rPr>
        <w:t>elle</w:t>
      </w:r>
      <w:r>
        <w:t xml:space="preserve">, </w:t>
      </w:r>
      <w:r w:rsidR="008C5C61" w:rsidRPr="004C3E92">
        <w:t>que mon cœur ait été aussi insensible</w:t>
      </w:r>
      <w:r>
        <w:t xml:space="preserve"> ! </w:t>
      </w:r>
      <w:r w:rsidR="008C5C61" w:rsidRPr="004C3E92">
        <w:t>Mais au début</w:t>
      </w:r>
      <w:r>
        <w:t xml:space="preserve">, </w:t>
      </w:r>
      <w:r w:rsidR="008C5C61" w:rsidRPr="004C3E92">
        <w:t>je l</w:t>
      </w:r>
      <w:r>
        <w:t>’</w:t>
      </w:r>
      <w:r w:rsidR="008C5C61" w:rsidRPr="004C3E92">
        <w:t>avoue</w:t>
      </w:r>
      <w:r>
        <w:t xml:space="preserve">, </w:t>
      </w:r>
      <w:r w:rsidR="008C5C61" w:rsidRPr="004C3E92">
        <w:t>ma v</w:t>
      </w:r>
      <w:r w:rsidR="008C5C61" w:rsidRPr="004C3E92">
        <w:t>a</w:t>
      </w:r>
      <w:r w:rsidR="008C5C61" w:rsidRPr="004C3E92">
        <w:t>nité seule y trouva quelque aliment</w:t>
      </w:r>
      <w:r>
        <w:t xml:space="preserve">. </w:t>
      </w:r>
      <w:r w:rsidR="008C5C61" w:rsidRPr="004C3E92">
        <w:t>Insouciant de son bonheur</w:t>
      </w:r>
      <w:r>
        <w:t xml:space="preserve">, </w:t>
      </w:r>
      <w:r w:rsidR="008C5C61" w:rsidRPr="004C3E92">
        <w:t>ne songeant qu</w:t>
      </w:r>
      <w:r>
        <w:t>’</w:t>
      </w:r>
      <w:r w:rsidR="008C5C61" w:rsidRPr="004C3E92">
        <w:t>à mon propre amusement</w:t>
      </w:r>
      <w:r>
        <w:t xml:space="preserve">, </w:t>
      </w:r>
      <w:r w:rsidR="008C5C61" w:rsidRPr="004C3E92">
        <w:t>me laissant aller à des sentiments auxquels je n</w:t>
      </w:r>
      <w:r>
        <w:t>’</w:t>
      </w:r>
      <w:r w:rsidR="008C5C61" w:rsidRPr="004C3E92">
        <w:t>avais toujours été que trop habitué à m</w:t>
      </w:r>
      <w:r>
        <w:t>’</w:t>
      </w:r>
      <w:r w:rsidR="008C5C61" w:rsidRPr="004C3E92">
        <w:t>abandonner</w:t>
      </w:r>
      <w:r>
        <w:t xml:space="preserve">, </w:t>
      </w:r>
      <w:r w:rsidR="008C5C61" w:rsidRPr="004C3E92">
        <w:t>je m</w:t>
      </w:r>
      <w:r>
        <w:t>’</w:t>
      </w:r>
      <w:r w:rsidR="008C5C61" w:rsidRPr="004C3E92">
        <w:t>efforçai</w:t>
      </w:r>
      <w:r>
        <w:t xml:space="preserve">, </w:t>
      </w:r>
      <w:r w:rsidR="008C5C61" w:rsidRPr="004C3E92">
        <w:t>par tous les moyens en mon pouvoir</w:t>
      </w:r>
      <w:r>
        <w:t xml:space="preserve">, </w:t>
      </w:r>
      <w:r w:rsidR="008C5C61" w:rsidRPr="004C3E92">
        <w:t>de me rendre agréable pour elle</w:t>
      </w:r>
      <w:r>
        <w:t xml:space="preserve">, </w:t>
      </w:r>
      <w:r w:rsidR="008C5C61" w:rsidRPr="004C3E92">
        <w:t>sans nul dessein de payer son affection de retour</w:t>
      </w:r>
      <w:r>
        <w:t>.</w:t>
      </w:r>
    </w:p>
    <w:p w14:paraId="5F2490E3" w14:textId="77777777" w:rsidR="004A4993" w:rsidRDefault="008C5C61" w:rsidP="004A4993">
      <w:r w:rsidRPr="004C3E92">
        <w:t xml:space="preserve">Miss </w:t>
      </w:r>
      <w:proofErr w:type="spellStart"/>
      <w:r w:rsidRPr="004C3E92">
        <w:t>Dashwood</w:t>
      </w:r>
      <w:proofErr w:type="spellEnd"/>
      <w:r w:rsidR="004A4993">
        <w:t xml:space="preserve">, </w:t>
      </w:r>
      <w:r w:rsidRPr="004C3E92">
        <w:t>à ce point de son récit</w:t>
      </w:r>
      <w:r w:rsidR="004A4993">
        <w:t xml:space="preserve">, </w:t>
      </w:r>
      <w:r w:rsidRPr="004C3E92">
        <w:t>tourna sur lui les yeux</w:t>
      </w:r>
      <w:r w:rsidR="004A4993">
        <w:t xml:space="preserve">, </w:t>
      </w:r>
      <w:r w:rsidRPr="004C3E92">
        <w:t>chargés du mépris le plus courroucé</w:t>
      </w:r>
      <w:r w:rsidR="004A4993">
        <w:t xml:space="preserve">, </w:t>
      </w:r>
      <w:r w:rsidRPr="004C3E92">
        <w:t>et l</w:t>
      </w:r>
      <w:r w:rsidR="004A4993">
        <w:t>’</w:t>
      </w:r>
      <w:r w:rsidRPr="004C3E92">
        <w:t>arrêta</w:t>
      </w:r>
      <w:r w:rsidR="004A4993">
        <w:t xml:space="preserve">, </w:t>
      </w:r>
      <w:r w:rsidRPr="004C3E92">
        <w:t>en disant</w:t>
      </w:r>
      <w:r w:rsidR="004A4993">
        <w:t> :</w:t>
      </w:r>
    </w:p>
    <w:p w14:paraId="13D2E418" w14:textId="77777777" w:rsidR="004A4993" w:rsidRDefault="004A4993" w:rsidP="004A4993">
      <w:r>
        <w:t>— </w:t>
      </w:r>
      <w:r w:rsidR="008C5C61" w:rsidRPr="004C3E92">
        <w:t>Il n</w:t>
      </w:r>
      <w:r>
        <w:t>’</w:t>
      </w:r>
      <w:r w:rsidR="008C5C61" w:rsidRPr="004C3E92">
        <w:t>est guère utile</w:t>
      </w:r>
      <w:r>
        <w:t xml:space="preserve">, </w:t>
      </w:r>
      <w:r w:rsidR="008C5C61" w:rsidRPr="004C3E92">
        <w:t>Mr</w:t>
      </w:r>
      <w:r>
        <w:t xml:space="preserve">. </w:t>
      </w:r>
      <w:r w:rsidR="008C5C61" w:rsidRPr="004C3E92">
        <w:t>Willoughby</w:t>
      </w:r>
      <w:r>
        <w:t xml:space="preserve">, </w:t>
      </w:r>
      <w:r w:rsidR="008C5C61" w:rsidRPr="004C3E92">
        <w:t>que vous poursuiviez votre récit</w:t>
      </w:r>
      <w:r>
        <w:t xml:space="preserve">, </w:t>
      </w:r>
      <w:r w:rsidR="008C5C61" w:rsidRPr="004C3E92">
        <w:t>ni que j</w:t>
      </w:r>
      <w:r>
        <w:t>’</w:t>
      </w:r>
      <w:r w:rsidR="008C5C61" w:rsidRPr="004C3E92">
        <w:t>en entende davantage</w:t>
      </w:r>
      <w:r>
        <w:t xml:space="preserve">. </w:t>
      </w:r>
      <w:r w:rsidR="008C5C61" w:rsidRPr="004C3E92">
        <w:t>Un début tel que c</w:t>
      </w:r>
      <w:r w:rsidR="008C5C61" w:rsidRPr="004C3E92">
        <w:t>e</w:t>
      </w:r>
      <w:r w:rsidR="008C5C61" w:rsidRPr="004C3E92">
        <w:t>lui-là ne peut comporter aucune suite</w:t>
      </w:r>
      <w:r>
        <w:t xml:space="preserve">. </w:t>
      </w:r>
      <w:r w:rsidR="008C5C61" w:rsidRPr="004C3E92">
        <w:t>Épargnez-moi la peine d</w:t>
      </w:r>
      <w:r>
        <w:t>’</w:t>
      </w:r>
      <w:r w:rsidR="008C5C61" w:rsidRPr="004C3E92">
        <w:t>en entendre plus long à ce sujet</w:t>
      </w:r>
      <w:r>
        <w:t>.</w:t>
      </w:r>
    </w:p>
    <w:p w14:paraId="3CC0525A" w14:textId="77777777" w:rsidR="004A4993" w:rsidRDefault="004A4993" w:rsidP="004A4993">
      <w:r>
        <w:t>— </w:t>
      </w:r>
      <w:r w:rsidR="008C5C61" w:rsidRPr="004C3E92">
        <w:t>J</w:t>
      </w:r>
      <w:r>
        <w:t>’</w:t>
      </w:r>
      <w:r w:rsidR="008C5C61" w:rsidRPr="004C3E92">
        <w:t>insiste pour que vous en entendiez la totalité</w:t>
      </w:r>
      <w:r>
        <w:t xml:space="preserve">, </w:t>
      </w:r>
      <w:r w:rsidR="008C5C61" w:rsidRPr="004C3E92">
        <w:t>répondit-il</w:t>
      </w:r>
      <w:r>
        <w:t xml:space="preserve">. </w:t>
      </w:r>
      <w:r w:rsidR="008C5C61" w:rsidRPr="004C3E92">
        <w:t>Ma fortune n</w:t>
      </w:r>
      <w:r>
        <w:t>’</w:t>
      </w:r>
      <w:r w:rsidR="008C5C61" w:rsidRPr="004C3E92">
        <w:t>a jamais été considérable</w:t>
      </w:r>
      <w:r>
        <w:t xml:space="preserve">, </w:t>
      </w:r>
      <w:r w:rsidR="008C5C61" w:rsidRPr="004C3E92">
        <w:t>et j</w:t>
      </w:r>
      <w:r>
        <w:t>’</w:t>
      </w:r>
      <w:r w:rsidR="008C5C61" w:rsidRPr="004C3E92">
        <w:t>ai toujours été dépensier</w:t>
      </w:r>
      <w:r>
        <w:t xml:space="preserve">, </w:t>
      </w:r>
      <w:r w:rsidR="008C5C61" w:rsidRPr="004C3E92">
        <w:t>j</w:t>
      </w:r>
      <w:r>
        <w:t>’</w:t>
      </w:r>
      <w:r w:rsidR="008C5C61" w:rsidRPr="004C3E92">
        <w:t>ai toujours été habitué à me mêler à des gens de r</w:t>
      </w:r>
      <w:r w:rsidR="008C5C61" w:rsidRPr="004C3E92">
        <w:t>e</w:t>
      </w:r>
      <w:r w:rsidR="008C5C61" w:rsidRPr="004C3E92">
        <w:t>venus supérieurs au mien</w:t>
      </w:r>
      <w:r>
        <w:t xml:space="preserve">. </w:t>
      </w:r>
      <w:r w:rsidR="008C5C61" w:rsidRPr="004C3E92">
        <w:t>Chaque année</w:t>
      </w:r>
      <w:r>
        <w:t xml:space="preserve">, </w:t>
      </w:r>
      <w:r w:rsidR="008C5C61" w:rsidRPr="004C3E92">
        <w:t>depuis ma majorité</w:t>
      </w:r>
      <w:r>
        <w:t xml:space="preserve">, </w:t>
      </w:r>
      <w:r w:rsidR="008C5C61" w:rsidRPr="004C3E92">
        <w:t>ou même plus tôt</w:t>
      </w:r>
      <w:r>
        <w:t xml:space="preserve">, </w:t>
      </w:r>
      <w:r w:rsidR="008C5C61" w:rsidRPr="004C3E92">
        <w:t>je crois</w:t>
      </w:r>
      <w:r>
        <w:t xml:space="preserve">, </w:t>
      </w:r>
      <w:r w:rsidR="008C5C61" w:rsidRPr="004C3E92">
        <w:t>a accru mes dettes</w:t>
      </w:r>
      <w:r>
        <w:t xml:space="preserve"> ; </w:t>
      </w:r>
      <w:r w:rsidR="008C5C61" w:rsidRPr="004C3E92">
        <w:t>et bien que la mort de ma vieille cousine</w:t>
      </w:r>
      <w:r>
        <w:t xml:space="preserve">, </w:t>
      </w:r>
      <w:r w:rsidR="008C5C61" w:rsidRPr="004C3E92">
        <w:t>Mrs</w:t>
      </w:r>
      <w:r>
        <w:t xml:space="preserve">. </w:t>
      </w:r>
      <w:r w:rsidR="008C5C61" w:rsidRPr="004C3E92">
        <w:t>Smith</w:t>
      </w:r>
      <w:r>
        <w:t xml:space="preserve">, </w:t>
      </w:r>
      <w:r w:rsidR="008C5C61" w:rsidRPr="004C3E92">
        <w:t>dût me libérer</w:t>
      </w:r>
      <w:r>
        <w:t xml:space="preserve">, </w:t>
      </w:r>
      <w:r w:rsidR="008C5C61" w:rsidRPr="004C3E92">
        <w:t>comme cet événement était incertain</w:t>
      </w:r>
      <w:r>
        <w:t xml:space="preserve">, </w:t>
      </w:r>
      <w:r w:rsidR="008C5C61" w:rsidRPr="004C3E92">
        <w:t>et peut-être fort éloigné</w:t>
      </w:r>
      <w:r>
        <w:t xml:space="preserve">, </w:t>
      </w:r>
      <w:r w:rsidR="008C5C61" w:rsidRPr="004C3E92">
        <w:t>j</w:t>
      </w:r>
      <w:r>
        <w:t>’</w:t>
      </w:r>
      <w:r w:rsidR="008C5C61" w:rsidRPr="004C3E92">
        <w:t>avais eu depuis quelque temps l</w:t>
      </w:r>
      <w:r>
        <w:t>’</w:t>
      </w:r>
      <w:r w:rsidR="008C5C61" w:rsidRPr="004C3E92">
        <w:t>intention de me remettre à flot en épo</w:t>
      </w:r>
      <w:r w:rsidR="008C5C61" w:rsidRPr="004C3E92">
        <w:t>u</w:t>
      </w:r>
      <w:r w:rsidR="008C5C61" w:rsidRPr="004C3E92">
        <w:t>sant une femme possédant de la fortune</w:t>
      </w:r>
      <w:r>
        <w:t xml:space="preserve">. </w:t>
      </w:r>
      <w:r w:rsidR="008C5C61" w:rsidRPr="004C3E92">
        <w:lastRenderedPageBreak/>
        <w:t>Il ne pouvait donc être question de m</w:t>
      </w:r>
      <w:r>
        <w:t>’</w:t>
      </w:r>
      <w:r w:rsidR="008C5C61" w:rsidRPr="004C3E92">
        <w:t>attacher à votre sœur</w:t>
      </w:r>
      <w:r>
        <w:t xml:space="preserve">, </w:t>
      </w:r>
      <w:r w:rsidR="008C5C61" w:rsidRPr="004C3E92">
        <w:t>et c</w:t>
      </w:r>
      <w:r>
        <w:t>’</w:t>
      </w:r>
      <w:r w:rsidR="008C5C61" w:rsidRPr="004C3E92">
        <w:t>est avec une absence de générosité</w:t>
      </w:r>
      <w:r>
        <w:t xml:space="preserve">, </w:t>
      </w:r>
      <w:r w:rsidR="008C5C61" w:rsidRPr="004C3E92">
        <w:t>un égoïsme</w:t>
      </w:r>
      <w:r>
        <w:t xml:space="preserve">, </w:t>
      </w:r>
      <w:r w:rsidR="008C5C61" w:rsidRPr="004C3E92">
        <w:t>une cruauté</w:t>
      </w:r>
      <w:r>
        <w:t xml:space="preserve"> – </w:t>
      </w:r>
      <w:r w:rsidR="008C5C61" w:rsidRPr="004C3E92">
        <w:t>qu</w:t>
      </w:r>
      <w:r>
        <w:t>’</w:t>
      </w:r>
      <w:r w:rsidR="008C5C61" w:rsidRPr="004C3E92">
        <w:t>aucun regard ind</w:t>
      </w:r>
      <w:r w:rsidR="008C5C61" w:rsidRPr="004C3E92">
        <w:t>i</w:t>
      </w:r>
      <w:r w:rsidR="008C5C61" w:rsidRPr="004C3E92">
        <w:t>gné</w:t>
      </w:r>
      <w:r>
        <w:t xml:space="preserve">, </w:t>
      </w:r>
      <w:r w:rsidR="008C5C61" w:rsidRPr="004C3E92">
        <w:t>aucun air méprisant</w:t>
      </w:r>
      <w:r>
        <w:t xml:space="preserve">, </w:t>
      </w:r>
      <w:r w:rsidR="008C5C61" w:rsidRPr="004C3E92">
        <w:t>même de votre part</w:t>
      </w:r>
      <w:r>
        <w:t xml:space="preserve">, </w:t>
      </w:r>
      <w:r w:rsidR="008C5C61" w:rsidRPr="004C3E92">
        <w:t xml:space="preserve">miss </w:t>
      </w:r>
      <w:proofErr w:type="spellStart"/>
      <w:r w:rsidR="008C5C61" w:rsidRPr="004C3E92">
        <w:t>Dashwood</w:t>
      </w:r>
      <w:proofErr w:type="spellEnd"/>
      <w:r>
        <w:t xml:space="preserve">, </w:t>
      </w:r>
      <w:r w:rsidR="008C5C61" w:rsidRPr="004C3E92">
        <w:t>ne pourra jamais réprouver exagérément</w:t>
      </w:r>
      <w:r>
        <w:t xml:space="preserve">, – </w:t>
      </w:r>
      <w:r w:rsidR="008C5C61" w:rsidRPr="004C3E92">
        <w:t>que j</w:t>
      </w:r>
      <w:r>
        <w:t>’</w:t>
      </w:r>
      <w:r w:rsidR="008C5C61" w:rsidRPr="004C3E92">
        <w:t>agissais de cette façon</w:t>
      </w:r>
      <w:r>
        <w:t xml:space="preserve">, </w:t>
      </w:r>
      <w:r w:rsidR="008C5C61" w:rsidRPr="004C3E92">
        <w:t>essayant d</w:t>
      </w:r>
      <w:r>
        <w:t>’</w:t>
      </w:r>
      <w:r w:rsidR="008C5C61" w:rsidRPr="004C3E92">
        <w:t>engager son affection</w:t>
      </w:r>
      <w:r>
        <w:t xml:space="preserve">, </w:t>
      </w:r>
      <w:r w:rsidR="008C5C61" w:rsidRPr="004C3E92">
        <w:t>sans la moindre idée de la payer de retour</w:t>
      </w:r>
      <w:r>
        <w:t xml:space="preserve">. </w:t>
      </w:r>
      <w:r w:rsidR="008C5C61" w:rsidRPr="004C3E92">
        <w:t>Mais il y a une chose à dire en ma f</w:t>
      </w:r>
      <w:r w:rsidR="008C5C61" w:rsidRPr="004C3E92">
        <w:t>a</w:t>
      </w:r>
      <w:r w:rsidR="008C5C61" w:rsidRPr="004C3E92">
        <w:t>veur</w:t>
      </w:r>
      <w:r>
        <w:t xml:space="preserve">, </w:t>
      </w:r>
      <w:r w:rsidR="008C5C61" w:rsidRPr="004C3E92">
        <w:t>même en cet état détestable de vanité égoïste</w:t>
      </w:r>
      <w:r>
        <w:t xml:space="preserve"> : </w:t>
      </w:r>
      <w:r w:rsidR="008C5C61" w:rsidRPr="004C3E92">
        <w:t>je ne connaissais pas l</w:t>
      </w:r>
      <w:r>
        <w:t>’</w:t>
      </w:r>
      <w:r w:rsidR="008C5C61" w:rsidRPr="004C3E92">
        <w:t>étendue du mal que je méditais</w:t>
      </w:r>
      <w:r>
        <w:t xml:space="preserve">, </w:t>
      </w:r>
      <w:r w:rsidR="008C5C61" w:rsidRPr="004C3E92">
        <w:t>parce que je ne savais pas</w:t>
      </w:r>
      <w:r>
        <w:t xml:space="preserve">, </w:t>
      </w:r>
      <w:r w:rsidR="008C5C61" w:rsidRPr="004C3E92">
        <w:rPr>
          <w:i/>
          <w:iCs/>
        </w:rPr>
        <w:t>alors</w:t>
      </w:r>
      <w:r>
        <w:t xml:space="preserve">, </w:t>
      </w:r>
      <w:r w:rsidR="008C5C61" w:rsidRPr="004C3E92">
        <w:t>ce que c</w:t>
      </w:r>
      <w:r>
        <w:t>’</w:t>
      </w:r>
      <w:r w:rsidR="008C5C61" w:rsidRPr="004C3E92">
        <w:t>est qu</w:t>
      </w:r>
      <w:r>
        <w:t>’</w:t>
      </w:r>
      <w:r w:rsidR="008C5C61" w:rsidRPr="004C3E92">
        <w:t>aimer</w:t>
      </w:r>
      <w:r>
        <w:t xml:space="preserve">. </w:t>
      </w:r>
      <w:r w:rsidR="008C5C61" w:rsidRPr="004C3E92">
        <w:t xml:space="preserve">Mais </w:t>
      </w:r>
      <w:r w:rsidR="008C5C61">
        <w:t>l</w:t>
      </w:r>
      <w:r>
        <w:t>’</w:t>
      </w:r>
      <w:r w:rsidR="008C5C61" w:rsidRPr="004C3E92">
        <w:t>ai-je jamais su</w:t>
      </w:r>
      <w:r>
        <w:t xml:space="preserve"> ! </w:t>
      </w:r>
      <w:r w:rsidR="008C5C61" w:rsidRPr="004C3E92">
        <w:t>On peut</w:t>
      </w:r>
      <w:r>
        <w:t xml:space="preserve">, </w:t>
      </w:r>
      <w:r w:rsidR="008C5C61" w:rsidRPr="004C3E92">
        <w:t>à bon droit</w:t>
      </w:r>
      <w:r>
        <w:t xml:space="preserve">, </w:t>
      </w:r>
      <w:r w:rsidR="008C5C61" w:rsidRPr="004C3E92">
        <w:t>en douter</w:t>
      </w:r>
      <w:r>
        <w:t xml:space="preserve"> ; </w:t>
      </w:r>
      <w:r w:rsidR="008C5C61" w:rsidRPr="004C3E92">
        <w:t>car</w:t>
      </w:r>
      <w:r>
        <w:t xml:space="preserve">, </w:t>
      </w:r>
      <w:r w:rsidR="008C5C61" w:rsidRPr="004C3E92">
        <w:t>si j</w:t>
      </w:r>
      <w:r>
        <w:t>’</w:t>
      </w:r>
      <w:r w:rsidR="008C5C61" w:rsidRPr="004C3E92">
        <w:t>avais véritablement aimé</w:t>
      </w:r>
      <w:r>
        <w:t xml:space="preserve">, </w:t>
      </w:r>
      <w:r w:rsidR="008C5C61" w:rsidRPr="004C3E92">
        <w:t>aurais-je pu sacrifier mes sentiments à la vanité</w:t>
      </w:r>
      <w:r>
        <w:t xml:space="preserve">, </w:t>
      </w:r>
      <w:r w:rsidR="008C5C61" w:rsidRPr="004C3E92">
        <w:t>à la cupidité</w:t>
      </w:r>
      <w:r>
        <w:t xml:space="preserve"> ? </w:t>
      </w:r>
      <w:r w:rsidR="008C5C61" w:rsidRPr="004C3E92">
        <w:t>Ou</w:t>
      </w:r>
      <w:r>
        <w:t xml:space="preserve">, </w:t>
      </w:r>
      <w:r w:rsidR="008C5C61" w:rsidRPr="004C3E92">
        <w:t>qui plus est</w:t>
      </w:r>
      <w:r>
        <w:t xml:space="preserve">, </w:t>
      </w:r>
      <w:r w:rsidR="008C5C61" w:rsidRPr="004C3E92">
        <w:t>aurais-je pu sacrifier les siens</w:t>
      </w:r>
      <w:r>
        <w:t xml:space="preserve"> ? – </w:t>
      </w:r>
      <w:r w:rsidR="008C5C61" w:rsidRPr="004C3E92">
        <w:t>Mais je le fis</w:t>
      </w:r>
      <w:r>
        <w:t xml:space="preserve">. </w:t>
      </w:r>
      <w:r w:rsidR="008C5C61" w:rsidRPr="004C3E92">
        <w:t>Afin d</w:t>
      </w:r>
      <w:r>
        <w:t>’</w:t>
      </w:r>
      <w:r w:rsidR="008C5C61" w:rsidRPr="004C3E92">
        <w:t>éviter une relative pauvreté</w:t>
      </w:r>
      <w:r>
        <w:t xml:space="preserve">, </w:t>
      </w:r>
      <w:r w:rsidR="008C5C61" w:rsidRPr="004C3E92">
        <w:t>que son affe</w:t>
      </w:r>
      <w:r w:rsidR="008C5C61" w:rsidRPr="004C3E92">
        <w:t>c</w:t>
      </w:r>
      <w:r w:rsidR="008C5C61" w:rsidRPr="004C3E92">
        <w:t>tion et sa compagnie auraient privée de toutes ses horreurs</w:t>
      </w:r>
      <w:r>
        <w:t xml:space="preserve">, </w:t>
      </w:r>
      <w:r w:rsidR="008C5C61" w:rsidRPr="004C3E92">
        <w:t>j</w:t>
      </w:r>
      <w:r>
        <w:t>’</w:t>
      </w:r>
      <w:r w:rsidR="008C5C61" w:rsidRPr="004C3E92">
        <w:t>ai</w:t>
      </w:r>
      <w:r>
        <w:t xml:space="preserve">, </w:t>
      </w:r>
      <w:r w:rsidR="008C5C61" w:rsidRPr="004C3E92">
        <w:t>en me haussant à la richesse</w:t>
      </w:r>
      <w:r>
        <w:t xml:space="preserve">, </w:t>
      </w:r>
      <w:r w:rsidR="008C5C61" w:rsidRPr="004C3E92">
        <w:t>perdu tout ce qui pouvait en faire un bienfait</w:t>
      </w:r>
      <w:r>
        <w:t>.</w:t>
      </w:r>
    </w:p>
    <w:p w14:paraId="371B5ACF" w14:textId="77777777" w:rsidR="004A4993" w:rsidRDefault="004A4993" w:rsidP="004A4993">
      <w:r>
        <w:t>— </w:t>
      </w:r>
      <w:r w:rsidR="008C5C61" w:rsidRPr="004C3E92">
        <w:t>Vous vous êtes donc cru</w:t>
      </w:r>
      <w:r>
        <w:t xml:space="preserve">, </w:t>
      </w:r>
      <w:r w:rsidR="008C5C61" w:rsidRPr="004C3E92">
        <w:t>à un certain moment</w:t>
      </w:r>
      <w:r>
        <w:t xml:space="preserve">, </w:t>
      </w:r>
      <w:r w:rsidR="008C5C61" w:rsidRPr="004C3E92">
        <w:t xml:space="preserve">dit </w:t>
      </w:r>
      <w:proofErr w:type="spellStart"/>
      <w:r w:rsidR="008C5C61" w:rsidRPr="004C3E92">
        <w:t>Elinor</w:t>
      </w:r>
      <w:proofErr w:type="spellEnd"/>
      <w:r>
        <w:t xml:space="preserve">, </w:t>
      </w:r>
      <w:r w:rsidR="008C5C61" w:rsidRPr="004C3E92">
        <w:t>légèrement radoucie</w:t>
      </w:r>
      <w:r>
        <w:t xml:space="preserve">, </w:t>
      </w:r>
      <w:r w:rsidR="008C5C61" w:rsidRPr="004C3E92">
        <w:t>attaché à elle</w:t>
      </w:r>
      <w:r>
        <w:t> ?</w:t>
      </w:r>
    </w:p>
    <w:p w14:paraId="174F11F7" w14:textId="77777777" w:rsidR="004A4993" w:rsidRDefault="004A4993" w:rsidP="004A4993">
      <w:r>
        <w:t>— </w:t>
      </w:r>
      <w:r w:rsidR="008C5C61" w:rsidRPr="004C3E92">
        <w:t>Avoir résisté à de tels attraits</w:t>
      </w:r>
      <w:r>
        <w:t xml:space="preserve">, </w:t>
      </w:r>
      <w:r w:rsidR="008C5C61" w:rsidRPr="004C3E92">
        <w:t>être resté insensible à une telle tendresse</w:t>
      </w:r>
      <w:r>
        <w:t xml:space="preserve"> ! </w:t>
      </w:r>
      <w:r w:rsidR="008C5C61" w:rsidRPr="004C3E92">
        <w:t>Y a-t-il un homme au monde qui l</w:t>
      </w:r>
      <w:r>
        <w:t>’</w:t>
      </w:r>
      <w:r w:rsidR="008C5C61" w:rsidRPr="004C3E92">
        <w:t>eût pu</w:t>
      </w:r>
      <w:r>
        <w:t xml:space="preserve"> ? </w:t>
      </w:r>
      <w:r w:rsidR="008C5C61" w:rsidRPr="004C3E92">
        <w:t>Oui</w:t>
      </w:r>
      <w:r>
        <w:t xml:space="preserve">, </w:t>
      </w:r>
      <w:r w:rsidR="008C5C61" w:rsidRPr="004C3E92">
        <w:t>je me suis découvert</w:t>
      </w:r>
      <w:r>
        <w:t xml:space="preserve">, </w:t>
      </w:r>
      <w:r w:rsidR="008C5C61" w:rsidRPr="004C3E92">
        <w:t>peu à peu</w:t>
      </w:r>
      <w:r>
        <w:t xml:space="preserve">, </w:t>
      </w:r>
      <w:r w:rsidR="008C5C61" w:rsidRPr="004C3E92">
        <w:t>sincèrement attaché à elle</w:t>
      </w:r>
      <w:r>
        <w:t xml:space="preserve"> ; </w:t>
      </w:r>
      <w:r w:rsidR="008C5C61" w:rsidRPr="004C3E92">
        <w:t>et les moments les plus heureux de ma vie ont été ceux que j</w:t>
      </w:r>
      <w:r>
        <w:t>’</w:t>
      </w:r>
      <w:r w:rsidR="008C5C61" w:rsidRPr="004C3E92">
        <w:t>ai passés avec elle</w:t>
      </w:r>
      <w:r>
        <w:t xml:space="preserve">, </w:t>
      </w:r>
      <w:r w:rsidR="008C5C61" w:rsidRPr="004C3E92">
        <w:t>alors que je sentais que mes intentions étaient strictement honorables</w:t>
      </w:r>
      <w:r>
        <w:t xml:space="preserve">, </w:t>
      </w:r>
      <w:r w:rsidR="008C5C61" w:rsidRPr="004C3E92">
        <w:t>et mes sentiments irréprochables</w:t>
      </w:r>
      <w:r>
        <w:t xml:space="preserve">. </w:t>
      </w:r>
      <w:r w:rsidR="008C5C61" w:rsidRPr="004C3E92">
        <w:t>M</w:t>
      </w:r>
      <w:r w:rsidR="008C5C61" w:rsidRPr="004C3E92">
        <w:t>ê</w:t>
      </w:r>
      <w:r w:rsidR="008C5C61" w:rsidRPr="004C3E92">
        <w:t>me à ce moment</w:t>
      </w:r>
      <w:r>
        <w:t xml:space="preserve">, </w:t>
      </w:r>
      <w:r w:rsidR="008C5C61" w:rsidRPr="004C3E92">
        <w:t>toutefois</w:t>
      </w:r>
      <w:r>
        <w:t xml:space="preserve">, </w:t>
      </w:r>
      <w:r w:rsidR="008C5C61" w:rsidRPr="004C3E92">
        <w:t>alors que j</w:t>
      </w:r>
      <w:r>
        <w:t>’</w:t>
      </w:r>
      <w:r w:rsidR="008C5C61" w:rsidRPr="004C3E92">
        <w:t>étais pleinement résolu à lui faire ma cour</w:t>
      </w:r>
      <w:r>
        <w:t xml:space="preserve">, </w:t>
      </w:r>
      <w:r w:rsidR="008C5C61" w:rsidRPr="004C3E92">
        <w:t>je me suis laissé aller</w:t>
      </w:r>
      <w:r>
        <w:t xml:space="preserve">, </w:t>
      </w:r>
      <w:r w:rsidR="008C5C61" w:rsidRPr="004C3E92">
        <w:t>d</w:t>
      </w:r>
      <w:r>
        <w:t>’</w:t>
      </w:r>
      <w:r w:rsidR="008C5C61" w:rsidRPr="004C3E92">
        <w:t>une façon fort peu convenable</w:t>
      </w:r>
      <w:r>
        <w:t xml:space="preserve">, </w:t>
      </w:r>
      <w:r w:rsidR="008C5C61" w:rsidRPr="004C3E92">
        <w:t>à remettre de jour en jour l</w:t>
      </w:r>
      <w:r>
        <w:t>’</w:t>
      </w:r>
      <w:r w:rsidR="008C5C61" w:rsidRPr="004C3E92">
        <w:t>instant de le faire</w:t>
      </w:r>
      <w:r>
        <w:t xml:space="preserve">, </w:t>
      </w:r>
      <w:r w:rsidR="008C5C61" w:rsidRPr="004C3E92">
        <w:t>parce que j</w:t>
      </w:r>
      <w:r>
        <w:t>’</w:t>
      </w:r>
      <w:r w:rsidR="008C5C61" w:rsidRPr="004C3E92">
        <w:t>hésitais à m</w:t>
      </w:r>
      <w:r>
        <w:t>’</w:t>
      </w:r>
      <w:r w:rsidR="008C5C61" w:rsidRPr="004C3E92">
        <w:t>engager pendant que ma situation matérielle était si gravement embarrassée</w:t>
      </w:r>
      <w:r>
        <w:t xml:space="preserve">. </w:t>
      </w:r>
      <w:r w:rsidR="008C5C61" w:rsidRPr="004C3E92">
        <w:t>Je ne veux pas raisonner ici</w:t>
      </w:r>
      <w:r>
        <w:t xml:space="preserve">, – </w:t>
      </w:r>
      <w:r w:rsidR="008C5C61" w:rsidRPr="004C3E92">
        <w:t>et je ne veux pas</w:t>
      </w:r>
      <w:r>
        <w:t xml:space="preserve">, </w:t>
      </w:r>
      <w:r w:rsidR="008C5C61" w:rsidRPr="004C3E92">
        <w:t>non plus</w:t>
      </w:r>
      <w:r>
        <w:t xml:space="preserve">, </w:t>
      </w:r>
      <w:r w:rsidR="008C5C61" w:rsidRPr="004C3E92">
        <w:t>m</w:t>
      </w:r>
      <w:r>
        <w:t>’</w:t>
      </w:r>
      <w:r w:rsidR="008C5C61" w:rsidRPr="004C3E92">
        <w:t>arrêter pour vous permettre d</w:t>
      </w:r>
      <w:r>
        <w:t>’</w:t>
      </w:r>
      <w:r w:rsidR="008C5C61" w:rsidRPr="004C3E92">
        <w:t>insister</w:t>
      </w:r>
      <w:r>
        <w:t xml:space="preserve"> – </w:t>
      </w:r>
      <w:r w:rsidR="008C5C61" w:rsidRPr="004C3E92">
        <w:t>sur l</w:t>
      </w:r>
      <w:r>
        <w:t>’</w:t>
      </w:r>
      <w:r w:rsidR="008C5C61" w:rsidRPr="004C3E92">
        <w:t>absurdité</w:t>
      </w:r>
      <w:r>
        <w:t xml:space="preserve">, – </w:t>
      </w:r>
      <w:r w:rsidR="008C5C61" w:rsidRPr="004C3E92">
        <w:t xml:space="preserve">et </w:t>
      </w:r>
      <w:r w:rsidR="008C5C61" w:rsidRPr="004C3E92">
        <w:lastRenderedPageBreak/>
        <w:t>pis encore</w:t>
      </w:r>
      <w:r>
        <w:t xml:space="preserve">, – </w:t>
      </w:r>
      <w:r w:rsidR="008C5C61" w:rsidRPr="004C3E92">
        <w:t>qu</w:t>
      </w:r>
      <w:r>
        <w:t>’</w:t>
      </w:r>
      <w:r w:rsidR="008C5C61" w:rsidRPr="004C3E92">
        <w:t>il y avait</w:t>
      </w:r>
      <w:r>
        <w:t xml:space="preserve">, </w:t>
      </w:r>
      <w:r w:rsidR="008C5C61" w:rsidRPr="004C3E92">
        <w:t>de ma part</w:t>
      </w:r>
      <w:r>
        <w:t xml:space="preserve">, </w:t>
      </w:r>
      <w:r w:rsidR="008C5C61" w:rsidRPr="004C3E92">
        <w:t>à me faire scrupule d</w:t>
      </w:r>
      <w:r>
        <w:t>’</w:t>
      </w:r>
      <w:r w:rsidR="008C5C61" w:rsidRPr="004C3E92">
        <w:t>engager ma foi là où j</w:t>
      </w:r>
      <w:r>
        <w:t>’</w:t>
      </w:r>
      <w:r w:rsidR="008C5C61" w:rsidRPr="004C3E92">
        <w:t>étais déjà e</w:t>
      </w:r>
      <w:r w:rsidR="008C5C61" w:rsidRPr="004C3E92">
        <w:t>n</w:t>
      </w:r>
      <w:r w:rsidR="008C5C61" w:rsidRPr="004C3E92">
        <w:t>gagé par l</w:t>
      </w:r>
      <w:r>
        <w:t>’</w:t>
      </w:r>
      <w:r w:rsidR="008C5C61" w:rsidRPr="004C3E92">
        <w:t>honneur</w:t>
      </w:r>
      <w:r>
        <w:t xml:space="preserve">. </w:t>
      </w:r>
      <w:r w:rsidR="008C5C61" w:rsidRPr="004C3E92">
        <w:t>Les événements ont prouvé que j</w:t>
      </w:r>
      <w:r>
        <w:t>’</w:t>
      </w:r>
      <w:r w:rsidR="008C5C61" w:rsidRPr="004C3E92">
        <w:t>étais un imbécile plein de ruse</w:t>
      </w:r>
      <w:r>
        <w:t xml:space="preserve">, </w:t>
      </w:r>
      <w:r w:rsidR="008C5C61" w:rsidRPr="004C3E92">
        <w:t>recherchant avec beaucoup de circon</w:t>
      </w:r>
      <w:r w:rsidR="008C5C61" w:rsidRPr="004C3E92">
        <w:t>s</w:t>
      </w:r>
      <w:r w:rsidR="008C5C61" w:rsidRPr="004C3E92">
        <w:t>pection une occasion possible de me rendre méprisable et mis</w:t>
      </w:r>
      <w:r w:rsidR="008C5C61" w:rsidRPr="004C3E92">
        <w:t>é</w:t>
      </w:r>
      <w:r w:rsidR="008C5C61" w:rsidRPr="004C3E92">
        <w:t>rable à jamais</w:t>
      </w:r>
      <w:r>
        <w:t xml:space="preserve">. </w:t>
      </w:r>
      <w:r w:rsidR="008C5C61" w:rsidRPr="004C3E92">
        <w:t>Enfin</w:t>
      </w:r>
      <w:r>
        <w:t xml:space="preserve">, </w:t>
      </w:r>
      <w:r w:rsidR="008C5C61" w:rsidRPr="004C3E92">
        <w:t>pourtant</w:t>
      </w:r>
      <w:r>
        <w:t xml:space="preserve">, </w:t>
      </w:r>
      <w:r w:rsidR="008C5C61" w:rsidRPr="004C3E92">
        <w:t>ma résolution fut prise</w:t>
      </w:r>
      <w:r>
        <w:t xml:space="preserve">, </w:t>
      </w:r>
      <w:r w:rsidR="008C5C61" w:rsidRPr="004C3E92">
        <w:t>et je m</w:t>
      </w:r>
      <w:r>
        <w:t>’</w:t>
      </w:r>
      <w:r w:rsidR="008C5C61" w:rsidRPr="004C3E92">
        <w:t>étais décidé</w:t>
      </w:r>
      <w:r>
        <w:t xml:space="preserve">, </w:t>
      </w:r>
      <w:r w:rsidR="008C5C61" w:rsidRPr="004C3E92">
        <w:t>dès que je pourrais m</w:t>
      </w:r>
      <w:r>
        <w:t>’</w:t>
      </w:r>
      <w:r w:rsidR="008C5C61" w:rsidRPr="004C3E92">
        <w:t>assurer un entretien seul à seul avec elle</w:t>
      </w:r>
      <w:r>
        <w:t xml:space="preserve">, </w:t>
      </w:r>
      <w:r w:rsidR="008C5C61" w:rsidRPr="004C3E92">
        <w:t>à justifier les attentions dont je l</w:t>
      </w:r>
      <w:r>
        <w:t>’</w:t>
      </w:r>
      <w:r w:rsidR="008C5C61" w:rsidRPr="004C3E92">
        <w:t>avais aussi inv</w:t>
      </w:r>
      <w:r w:rsidR="008C5C61" w:rsidRPr="004C3E92">
        <w:t>a</w:t>
      </w:r>
      <w:r w:rsidR="008C5C61" w:rsidRPr="004C3E92">
        <w:t>riablement comblée</w:t>
      </w:r>
      <w:r>
        <w:t xml:space="preserve">, </w:t>
      </w:r>
      <w:r w:rsidR="008C5C61" w:rsidRPr="004C3E92">
        <w:t>et à l</w:t>
      </w:r>
      <w:r>
        <w:t>’</w:t>
      </w:r>
      <w:r w:rsidR="008C5C61" w:rsidRPr="004C3E92">
        <w:t>assurer ouvertement d</w:t>
      </w:r>
      <w:r>
        <w:t>’</w:t>
      </w:r>
      <w:r w:rsidR="008C5C61" w:rsidRPr="004C3E92">
        <w:t>une affection que j</w:t>
      </w:r>
      <w:r>
        <w:t>’</w:t>
      </w:r>
      <w:r w:rsidR="008C5C61" w:rsidRPr="004C3E92">
        <w:t>avais déjà eu tant de mal à manifester</w:t>
      </w:r>
      <w:r>
        <w:t xml:space="preserve">. </w:t>
      </w:r>
      <w:r w:rsidR="008C5C61" w:rsidRPr="004C3E92">
        <w:t xml:space="preserve">Mais </w:t>
      </w:r>
      <w:proofErr w:type="spellStart"/>
      <w:r w:rsidR="008C5C61" w:rsidRPr="004C3E92">
        <w:t>entre temps</w:t>
      </w:r>
      <w:proofErr w:type="spellEnd"/>
      <w:r>
        <w:t xml:space="preserve"> – </w:t>
      </w:r>
      <w:r w:rsidR="008C5C61" w:rsidRPr="004C3E92">
        <w:t>dans l</w:t>
      </w:r>
      <w:r>
        <w:t>’</w:t>
      </w:r>
      <w:r w:rsidR="008C5C61" w:rsidRPr="004C3E92">
        <w:t>espace des heures fort peu nombreuses qui devaient s</w:t>
      </w:r>
      <w:r>
        <w:t>’</w:t>
      </w:r>
      <w:r w:rsidR="008C5C61" w:rsidRPr="004C3E92">
        <w:t>écouler avant que je n</w:t>
      </w:r>
      <w:r>
        <w:t>’</w:t>
      </w:r>
      <w:r w:rsidR="008C5C61" w:rsidRPr="004C3E92">
        <w:t>eusse l</w:t>
      </w:r>
      <w:r>
        <w:t>’</w:t>
      </w:r>
      <w:r w:rsidR="008C5C61" w:rsidRPr="004C3E92">
        <w:t>occasion de lui parler en tête à tête</w:t>
      </w:r>
      <w:r>
        <w:t xml:space="preserve">, – </w:t>
      </w:r>
      <w:r w:rsidR="008C5C61" w:rsidRPr="004C3E92">
        <w:t>il se produisit un événement</w:t>
      </w:r>
      <w:r>
        <w:t xml:space="preserve">, </w:t>
      </w:r>
      <w:r w:rsidR="008C5C61" w:rsidRPr="004C3E92">
        <w:t>un événement male</w:t>
      </w:r>
      <w:r w:rsidR="008C5C61" w:rsidRPr="004C3E92">
        <w:t>n</w:t>
      </w:r>
      <w:r w:rsidR="008C5C61" w:rsidRPr="004C3E92">
        <w:t>contreux</w:t>
      </w:r>
      <w:r>
        <w:t xml:space="preserve">, </w:t>
      </w:r>
      <w:r w:rsidR="008C5C61" w:rsidRPr="004C3E92">
        <w:t>qui mit à mal toutes mes résolutions</w:t>
      </w:r>
      <w:r>
        <w:t xml:space="preserve">, </w:t>
      </w:r>
      <w:r w:rsidR="008C5C61" w:rsidRPr="004C3E92">
        <w:t>et avec elles to</w:t>
      </w:r>
      <w:r w:rsidR="008C5C61" w:rsidRPr="004C3E92">
        <w:t>u</w:t>
      </w:r>
      <w:r w:rsidR="008C5C61" w:rsidRPr="004C3E92">
        <w:t>te ma tranquillité</w:t>
      </w:r>
      <w:r>
        <w:t xml:space="preserve">. </w:t>
      </w:r>
      <w:r w:rsidR="008C5C61" w:rsidRPr="004C3E92">
        <w:t>On avait fait une découverte</w:t>
      </w:r>
      <w:r>
        <w:t xml:space="preserve">… ; </w:t>
      </w:r>
      <w:r w:rsidR="008C5C61" w:rsidRPr="004C3E92">
        <w:t>ici</w:t>
      </w:r>
      <w:r>
        <w:t xml:space="preserve">, </w:t>
      </w:r>
      <w:r w:rsidR="008C5C61" w:rsidRPr="004C3E92">
        <w:t>il hésita</w:t>
      </w:r>
      <w:r>
        <w:t xml:space="preserve">, </w:t>
      </w:r>
      <w:r w:rsidR="008C5C61" w:rsidRPr="004C3E92">
        <w:t>et baissa les yeux</w:t>
      </w:r>
      <w:r>
        <w:t xml:space="preserve"> ; </w:t>
      </w:r>
      <w:r w:rsidR="008C5C61" w:rsidRPr="004C3E92">
        <w:t>Mrs</w:t>
      </w:r>
      <w:r>
        <w:t xml:space="preserve">. </w:t>
      </w:r>
      <w:r w:rsidR="008C5C61" w:rsidRPr="004C3E92">
        <w:t>Smith avait</w:t>
      </w:r>
      <w:r>
        <w:t xml:space="preserve">, </w:t>
      </w:r>
      <w:r w:rsidR="008C5C61" w:rsidRPr="004C3E92">
        <w:t>d</w:t>
      </w:r>
      <w:r>
        <w:t>’</w:t>
      </w:r>
      <w:r w:rsidR="008C5C61" w:rsidRPr="004C3E92">
        <w:t>une façon ou d</w:t>
      </w:r>
      <w:r>
        <w:t>’</w:t>
      </w:r>
      <w:r w:rsidR="008C5C61" w:rsidRPr="004C3E92">
        <w:t>une autre</w:t>
      </w:r>
      <w:r>
        <w:t xml:space="preserve">, </w:t>
      </w:r>
      <w:r w:rsidR="008C5C61" w:rsidRPr="004C3E92">
        <w:t>eu vent</w:t>
      </w:r>
      <w:r>
        <w:t xml:space="preserve">, – </w:t>
      </w:r>
      <w:r w:rsidR="008C5C61" w:rsidRPr="004C3E92">
        <w:t>j</w:t>
      </w:r>
      <w:r>
        <w:t>’</w:t>
      </w:r>
      <w:r w:rsidR="008C5C61" w:rsidRPr="004C3E92">
        <w:t>imagine que ce devait être par quelque parent élo</w:t>
      </w:r>
      <w:r w:rsidR="008C5C61" w:rsidRPr="004C3E92">
        <w:t>i</w:t>
      </w:r>
      <w:r w:rsidR="008C5C61" w:rsidRPr="004C3E92">
        <w:t>gné</w:t>
      </w:r>
      <w:r>
        <w:t xml:space="preserve">, </w:t>
      </w:r>
      <w:r w:rsidR="008C5C61" w:rsidRPr="004C3E92">
        <w:t>qui avait intérêt à me priver de ses bonnes grâces</w:t>
      </w:r>
      <w:r>
        <w:t xml:space="preserve">, – </w:t>
      </w:r>
      <w:r w:rsidR="008C5C61" w:rsidRPr="004C3E92">
        <w:t>d</w:t>
      </w:r>
      <w:r>
        <w:t>’</w:t>
      </w:r>
      <w:r w:rsidR="008C5C61" w:rsidRPr="004C3E92">
        <w:t>une affaire</w:t>
      </w:r>
      <w:r>
        <w:t xml:space="preserve">… </w:t>
      </w:r>
      <w:r w:rsidR="008C5C61" w:rsidRPr="004C3E92">
        <w:t>d</w:t>
      </w:r>
      <w:r>
        <w:t>’</w:t>
      </w:r>
      <w:r w:rsidR="008C5C61" w:rsidRPr="004C3E92">
        <w:t>une liaison</w:t>
      </w:r>
      <w:r>
        <w:t xml:space="preserve">… </w:t>
      </w:r>
      <w:r w:rsidR="008C5C61" w:rsidRPr="004C3E92">
        <w:t>mais il est inutile que je m</w:t>
      </w:r>
      <w:r>
        <w:t>’</w:t>
      </w:r>
      <w:r w:rsidR="008C5C61" w:rsidRPr="004C3E92">
        <w:t>explique d</w:t>
      </w:r>
      <w:r w:rsidR="008C5C61" w:rsidRPr="004C3E92">
        <w:t>a</w:t>
      </w:r>
      <w:r w:rsidR="008C5C61" w:rsidRPr="004C3E92">
        <w:t>vantage</w:t>
      </w:r>
      <w:r>
        <w:t xml:space="preserve">, </w:t>
      </w:r>
      <w:r w:rsidR="008C5C61" w:rsidRPr="004C3E92">
        <w:t>ajouta-t-il</w:t>
      </w:r>
      <w:r>
        <w:t xml:space="preserve">, </w:t>
      </w:r>
      <w:r w:rsidR="008C5C61" w:rsidRPr="004C3E92">
        <w:t>la regardant</w:t>
      </w:r>
      <w:r>
        <w:t xml:space="preserve">, </w:t>
      </w:r>
      <w:r w:rsidR="008C5C61" w:rsidRPr="004C3E92">
        <w:t>le teint plus empourpré et l</w:t>
      </w:r>
      <w:r>
        <w:t>’</w:t>
      </w:r>
      <w:r w:rsidR="008C5C61" w:rsidRPr="004C3E92">
        <w:t>œil interrogateur</w:t>
      </w:r>
      <w:r>
        <w:t xml:space="preserve"> ; </w:t>
      </w:r>
      <w:r w:rsidR="008C5C61" w:rsidRPr="004C3E92">
        <w:t>votre intimité toute spéciale</w:t>
      </w:r>
      <w:r>
        <w:t xml:space="preserve">… </w:t>
      </w:r>
      <w:r w:rsidR="008C5C61" w:rsidRPr="004C3E92">
        <w:t>vous avez prob</w:t>
      </w:r>
      <w:r w:rsidR="008C5C61" w:rsidRPr="004C3E92">
        <w:t>a</w:t>
      </w:r>
      <w:r w:rsidR="008C5C61" w:rsidRPr="004C3E92">
        <w:t>blement appris depuis longtemps toute l</w:t>
      </w:r>
      <w:r>
        <w:t>’</w:t>
      </w:r>
      <w:r w:rsidR="008C5C61" w:rsidRPr="004C3E92">
        <w:t>histoire</w:t>
      </w:r>
      <w:r>
        <w:t>.</w:t>
      </w:r>
    </w:p>
    <w:p w14:paraId="3AC141FA" w14:textId="77777777" w:rsidR="004A4993" w:rsidRDefault="004A4993" w:rsidP="004A4993">
      <w:r>
        <w:t>— </w:t>
      </w:r>
      <w:r w:rsidR="008C5C61" w:rsidRPr="004C3E92">
        <w:t>En effet</w:t>
      </w:r>
      <w:r>
        <w:t xml:space="preserve">, </w:t>
      </w:r>
      <w:r w:rsidR="008C5C61" w:rsidRPr="004C3E92">
        <w:t xml:space="preserve">répliqua </w:t>
      </w:r>
      <w:proofErr w:type="spellStart"/>
      <w:r w:rsidR="008C5C61" w:rsidRPr="004C3E92">
        <w:t>Elinor</w:t>
      </w:r>
      <w:proofErr w:type="spellEnd"/>
      <w:r>
        <w:t xml:space="preserve">, </w:t>
      </w:r>
      <w:r w:rsidR="008C5C61" w:rsidRPr="004C3E92">
        <w:t>rougissant de même</w:t>
      </w:r>
      <w:r>
        <w:t xml:space="preserve">, </w:t>
      </w:r>
      <w:r w:rsidR="008C5C61" w:rsidRPr="004C3E92">
        <w:t>et se du</w:t>
      </w:r>
      <w:r w:rsidR="008C5C61" w:rsidRPr="004C3E92">
        <w:t>r</w:t>
      </w:r>
      <w:r w:rsidR="008C5C61" w:rsidRPr="004C3E92">
        <w:t>cissant de nouveau le cœur à l</w:t>
      </w:r>
      <w:r>
        <w:t>’</w:t>
      </w:r>
      <w:r w:rsidR="008C5C61" w:rsidRPr="004C3E92">
        <w:t>encontre de toute compassion pour lui</w:t>
      </w:r>
      <w:r>
        <w:t xml:space="preserve">. </w:t>
      </w:r>
      <w:r w:rsidR="008C5C61" w:rsidRPr="004C3E92">
        <w:t>J</w:t>
      </w:r>
      <w:r>
        <w:t>’</w:t>
      </w:r>
      <w:r w:rsidR="008C5C61" w:rsidRPr="004C3E92">
        <w:t>ai tout appris</w:t>
      </w:r>
      <w:r>
        <w:t xml:space="preserve">. </w:t>
      </w:r>
      <w:r w:rsidR="008C5C61" w:rsidRPr="004C3E92">
        <w:t>Et comment vous comptez vous laver d</w:t>
      </w:r>
      <w:r>
        <w:t>’</w:t>
      </w:r>
      <w:r w:rsidR="008C5C61" w:rsidRPr="004C3E92">
        <w:t>une part de votre culpabilité dans cette affreuse affaire</w:t>
      </w:r>
      <w:r>
        <w:t xml:space="preserve">, </w:t>
      </w:r>
      <w:r w:rsidR="008C5C61" w:rsidRPr="004C3E92">
        <w:t>voilà qui</w:t>
      </w:r>
      <w:r>
        <w:t xml:space="preserve">, </w:t>
      </w:r>
      <w:r w:rsidR="008C5C61" w:rsidRPr="004C3E92">
        <w:t>je l</w:t>
      </w:r>
      <w:r>
        <w:t>’</w:t>
      </w:r>
      <w:r w:rsidR="008C5C61" w:rsidRPr="004C3E92">
        <w:t>avoue</w:t>
      </w:r>
      <w:r>
        <w:t xml:space="preserve">, </w:t>
      </w:r>
      <w:r w:rsidR="008C5C61" w:rsidRPr="004C3E92">
        <w:t>dépasse mon entendement</w:t>
      </w:r>
      <w:r>
        <w:t>.</w:t>
      </w:r>
    </w:p>
    <w:p w14:paraId="3FA4D97C" w14:textId="77777777" w:rsidR="004A4993" w:rsidRDefault="004A4993" w:rsidP="004A4993">
      <w:r>
        <w:t>— </w:t>
      </w:r>
      <w:r w:rsidR="008C5C61" w:rsidRPr="004C3E92">
        <w:t>Rappelez-vous</w:t>
      </w:r>
      <w:r>
        <w:t xml:space="preserve">, </w:t>
      </w:r>
      <w:r w:rsidR="008C5C61" w:rsidRPr="004C3E92">
        <w:t>s</w:t>
      </w:r>
      <w:r>
        <w:t>’</w:t>
      </w:r>
      <w:r w:rsidR="008C5C61" w:rsidRPr="004C3E92">
        <w:t>écria Willoughby</w:t>
      </w:r>
      <w:r>
        <w:t xml:space="preserve">, </w:t>
      </w:r>
      <w:r w:rsidR="008C5C61" w:rsidRPr="004C3E92">
        <w:t>de qui vous en tenez le récit</w:t>
      </w:r>
      <w:r>
        <w:t xml:space="preserve">. </w:t>
      </w:r>
      <w:r w:rsidR="008C5C61" w:rsidRPr="004C3E92">
        <w:t>Pouvait-il être impartial</w:t>
      </w:r>
      <w:r>
        <w:t xml:space="preserve"> ? </w:t>
      </w:r>
      <w:r w:rsidR="008C5C61" w:rsidRPr="004C3E92">
        <w:t>Je reconnais que la situation et la réputation de la personne auraient dû être respectées de moi</w:t>
      </w:r>
      <w:r>
        <w:t xml:space="preserve">. </w:t>
      </w:r>
      <w:r w:rsidR="008C5C61" w:rsidRPr="004C3E92">
        <w:t>Je n</w:t>
      </w:r>
      <w:r>
        <w:t>’</w:t>
      </w:r>
      <w:r w:rsidR="008C5C61" w:rsidRPr="004C3E92">
        <w:t>ai pas l</w:t>
      </w:r>
      <w:r>
        <w:t>’</w:t>
      </w:r>
      <w:r w:rsidR="008C5C61" w:rsidRPr="004C3E92">
        <w:t>intention de me justifier</w:t>
      </w:r>
      <w:r>
        <w:t xml:space="preserve">, </w:t>
      </w:r>
      <w:r w:rsidR="008C5C61" w:rsidRPr="004C3E92">
        <w:t xml:space="preserve">mais en </w:t>
      </w:r>
      <w:r w:rsidR="008C5C61" w:rsidRPr="004C3E92">
        <w:lastRenderedPageBreak/>
        <w:t>même temps je ne puis vous laisser dans la supposition que je n</w:t>
      </w:r>
      <w:r>
        <w:t>’</w:t>
      </w:r>
      <w:r w:rsidR="008C5C61" w:rsidRPr="004C3E92">
        <w:t>ai aucun a</w:t>
      </w:r>
      <w:r w:rsidR="008C5C61" w:rsidRPr="004C3E92">
        <w:t>r</w:t>
      </w:r>
      <w:r w:rsidR="008C5C61" w:rsidRPr="004C3E92">
        <w:t>gument à faire valoir</w:t>
      </w:r>
      <w:r>
        <w:t xml:space="preserve">, – </w:t>
      </w:r>
      <w:r w:rsidR="008C5C61" w:rsidRPr="004C3E92">
        <w:t>que parce qu</w:t>
      </w:r>
      <w:r>
        <w:t>’</w:t>
      </w:r>
      <w:r w:rsidR="008C5C61" w:rsidRPr="004C3E92">
        <w:t>elle a été lésée</w:t>
      </w:r>
      <w:r>
        <w:t xml:space="preserve">, </w:t>
      </w:r>
      <w:r w:rsidR="008C5C61" w:rsidRPr="004C3E92">
        <w:t>elle était i</w:t>
      </w:r>
      <w:r w:rsidR="008C5C61" w:rsidRPr="004C3E92">
        <w:t>r</w:t>
      </w:r>
      <w:r w:rsidR="008C5C61" w:rsidRPr="004C3E92">
        <w:t>réprochable</w:t>
      </w:r>
      <w:r>
        <w:t xml:space="preserve"> ; </w:t>
      </w:r>
      <w:r w:rsidR="008C5C61" w:rsidRPr="004C3E92">
        <w:t>et que</w:t>
      </w:r>
      <w:r>
        <w:t xml:space="preserve">, </w:t>
      </w:r>
      <w:r w:rsidR="008C5C61" w:rsidRPr="004C3E92">
        <w:t>parce que j</w:t>
      </w:r>
      <w:r>
        <w:t>’</w:t>
      </w:r>
      <w:r w:rsidR="008C5C61" w:rsidRPr="004C3E92">
        <w:t>ai été un libertin</w:t>
      </w:r>
      <w:r>
        <w:t xml:space="preserve">, </w:t>
      </w:r>
      <w:r w:rsidR="008C5C61" w:rsidRPr="004C3E92">
        <w:t>il faut qu</w:t>
      </w:r>
      <w:r>
        <w:t>’</w:t>
      </w:r>
      <w:r w:rsidR="008C5C61" w:rsidRPr="004C3E92">
        <w:t>elle soit une sainte</w:t>
      </w:r>
      <w:r>
        <w:t xml:space="preserve">. </w:t>
      </w:r>
      <w:r w:rsidR="008C5C61" w:rsidRPr="004C3E92">
        <w:t>Si la violence de sa passion</w:t>
      </w:r>
      <w:r>
        <w:t xml:space="preserve">, </w:t>
      </w:r>
      <w:r w:rsidR="008C5C61" w:rsidRPr="004C3E92">
        <w:t>la faiblesse de son intelligence</w:t>
      </w:r>
      <w:r>
        <w:t xml:space="preserve">… </w:t>
      </w:r>
      <w:r w:rsidR="008C5C61" w:rsidRPr="004C3E92">
        <w:t>Mais je n</w:t>
      </w:r>
      <w:r>
        <w:t>’</w:t>
      </w:r>
      <w:r w:rsidR="008C5C61" w:rsidRPr="004C3E92">
        <w:t>ai pas l</w:t>
      </w:r>
      <w:r>
        <w:t>’</w:t>
      </w:r>
      <w:r w:rsidR="008C5C61" w:rsidRPr="004C3E92">
        <w:t>intention de me défendre</w:t>
      </w:r>
      <w:r>
        <w:t xml:space="preserve">. </w:t>
      </w:r>
      <w:r w:rsidR="008C5C61" w:rsidRPr="004C3E92">
        <w:t>Son affection pour moi méritait d</w:t>
      </w:r>
      <w:r>
        <w:t>’</w:t>
      </w:r>
      <w:r w:rsidR="008C5C61" w:rsidRPr="004C3E92">
        <w:t>être mieux traitée</w:t>
      </w:r>
      <w:r>
        <w:t xml:space="preserve">, </w:t>
      </w:r>
      <w:r w:rsidR="008C5C61" w:rsidRPr="004C3E92">
        <w:t>et c</w:t>
      </w:r>
      <w:r>
        <w:t>’</w:t>
      </w:r>
      <w:r w:rsidR="008C5C61" w:rsidRPr="004C3E92">
        <w:t>est avec de vifs reproches envers moi-même que je me rappelle souvent la tendresse qui</w:t>
      </w:r>
      <w:r>
        <w:t xml:space="preserve">, </w:t>
      </w:r>
      <w:r w:rsidR="008C5C61" w:rsidRPr="004C3E92">
        <w:t>pendant un temps très court</w:t>
      </w:r>
      <w:r>
        <w:t xml:space="preserve">, </w:t>
      </w:r>
      <w:r w:rsidR="008C5C61" w:rsidRPr="004C3E92">
        <w:t>a eu le pouvoir de se faire payer de retour</w:t>
      </w:r>
      <w:r>
        <w:t xml:space="preserve">. </w:t>
      </w:r>
      <w:r w:rsidR="008C5C61" w:rsidRPr="004C3E92">
        <w:t>Je voudrais</w:t>
      </w:r>
      <w:r>
        <w:t xml:space="preserve"> – </w:t>
      </w:r>
      <w:r w:rsidR="008C5C61" w:rsidRPr="004C3E92">
        <w:t>je voudrais de tout mon cœur</w:t>
      </w:r>
      <w:r>
        <w:t xml:space="preserve"> – </w:t>
      </w:r>
      <w:r w:rsidR="008C5C61" w:rsidRPr="004C3E92">
        <w:t>que cela n</w:t>
      </w:r>
      <w:r>
        <w:t>’</w:t>
      </w:r>
      <w:r w:rsidR="008C5C61" w:rsidRPr="004C3E92">
        <w:t>eût jamais été</w:t>
      </w:r>
      <w:r>
        <w:t xml:space="preserve">. </w:t>
      </w:r>
      <w:r w:rsidR="008C5C61" w:rsidRPr="004C3E92">
        <w:t>Mais elle n</w:t>
      </w:r>
      <w:r>
        <w:t>’</w:t>
      </w:r>
      <w:r w:rsidR="008C5C61" w:rsidRPr="004C3E92">
        <w:t>est pas la seule à qui j</w:t>
      </w:r>
      <w:r>
        <w:t>’</w:t>
      </w:r>
      <w:r w:rsidR="008C5C61" w:rsidRPr="004C3E92">
        <w:t>aie fait du tort</w:t>
      </w:r>
      <w:r>
        <w:t xml:space="preserve"> ; </w:t>
      </w:r>
      <w:r w:rsidR="008C5C61" w:rsidRPr="004C3E92">
        <w:t>et j</w:t>
      </w:r>
      <w:r>
        <w:t>’</w:t>
      </w:r>
      <w:r w:rsidR="008C5C61" w:rsidRPr="004C3E92">
        <w:t>ai blessé une personne dont l</w:t>
      </w:r>
      <w:r>
        <w:t>’</w:t>
      </w:r>
      <w:r w:rsidR="008C5C61" w:rsidRPr="004C3E92">
        <w:t>affection pour moi</w:t>
      </w:r>
      <w:r>
        <w:t xml:space="preserve"> (</w:t>
      </w:r>
      <w:r w:rsidR="008C5C61" w:rsidRPr="004C3E92">
        <w:t>puis-je le dire</w:t>
      </w:r>
      <w:r>
        <w:t xml:space="preserve"> ?) </w:t>
      </w:r>
      <w:r w:rsidR="008C5C61" w:rsidRPr="004C3E92">
        <w:t>était à peine moins ardente que la sienne</w:t>
      </w:r>
      <w:r>
        <w:t xml:space="preserve">, </w:t>
      </w:r>
      <w:r w:rsidR="008C5C61" w:rsidRPr="004C3E92">
        <w:t>et dont l</w:t>
      </w:r>
      <w:r>
        <w:t>’</w:t>
      </w:r>
      <w:r w:rsidR="008C5C61" w:rsidRPr="004C3E92">
        <w:t>esprit était</w:t>
      </w:r>
      <w:r>
        <w:t xml:space="preserve"> – </w:t>
      </w:r>
      <w:r w:rsidR="008C5C61" w:rsidRPr="004C3E92">
        <w:t>oh</w:t>
      </w:r>
      <w:r>
        <w:t xml:space="preserve">, </w:t>
      </w:r>
      <w:r w:rsidR="008C5C61" w:rsidRPr="004C3E92">
        <w:t>à quel point supérieur</w:t>
      </w:r>
      <w:r>
        <w:t> !</w:t>
      </w:r>
    </w:p>
    <w:p w14:paraId="32327CEA" w14:textId="77777777" w:rsidR="004A4993" w:rsidRDefault="004A4993" w:rsidP="004A4993">
      <w:r>
        <w:t>— </w:t>
      </w:r>
      <w:r w:rsidR="008C5C61" w:rsidRPr="004C3E92">
        <w:t>Mais votre indifférence à l</w:t>
      </w:r>
      <w:r>
        <w:t>’</w:t>
      </w:r>
      <w:r w:rsidR="008C5C61" w:rsidRPr="004C3E92">
        <w:t>égard de cette malheureuse fi</w:t>
      </w:r>
      <w:r w:rsidR="008C5C61" w:rsidRPr="004C3E92">
        <w:t>l</w:t>
      </w:r>
      <w:r w:rsidR="008C5C61" w:rsidRPr="004C3E92">
        <w:t>le</w:t>
      </w:r>
      <w:r>
        <w:t xml:space="preserve"> – </w:t>
      </w:r>
      <w:r w:rsidR="008C5C61" w:rsidRPr="004C3E92">
        <w:t>il faut que je le dise</w:t>
      </w:r>
      <w:r>
        <w:t xml:space="preserve">, </w:t>
      </w:r>
      <w:r w:rsidR="008C5C61" w:rsidRPr="004C3E92">
        <w:t>quelque désagréable que puisse être pour moi la discussion d</w:t>
      </w:r>
      <w:r>
        <w:t>’</w:t>
      </w:r>
      <w:r w:rsidR="008C5C61" w:rsidRPr="004C3E92">
        <w:t>un pareil sujet</w:t>
      </w:r>
      <w:r>
        <w:t xml:space="preserve"> – </w:t>
      </w:r>
      <w:r w:rsidR="008C5C61" w:rsidRPr="004C3E92">
        <w:t>votre indifférence n</w:t>
      </w:r>
      <w:r>
        <w:t>’</w:t>
      </w:r>
      <w:r w:rsidR="008C5C61" w:rsidRPr="004C3E92">
        <w:t>excuse pas la négligence cruelle que vous avez eue pour elle</w:t>
      </w:r>
      <w:r>
        <w:t xml:space="preserve">. </w:t>
      </w:r>
      <w:r w:rsidR="008C5C61" w:rsidRPr="004C3E92">
        <w:t>Ne vous croyez excusé par aucune faiblesse</w:t>
      </w:r>
      <w:r>
        <w:t xml:space="preserve">, </w:t>
      </w:r>
      <w:r w:rsidR="008C5C61" w:rsidRPr="004C3E92">
        <w:t>aucun défaut nat</w:t>
      </w:r>
      <w:r w:rsidR="008C5C61" w:rsidRPr="004C3E92">
        <w:t>u</w:t>
      </w:r>
      <w:r w:rsidR="008C5C61" w:rsidRPr="004C3E92">
        <w:t>rel de compréhension de sa part</w:t>
      </w:r>
      <w:r>
        <w:t xml:space="preserve">, </w:t>
      </w:r>
      <w:r w:rsidR="008C5C61" w:rsidRPr="004C3E92">
        <w:t>dans la cruauté si manifeste de la vôtre</w:t>
      </w:r>
      <w:r>
        <w:t xml:space="preserve">. </w:t>
      </w:r>
      <w:r w:rsidR="008C5C61" w:rsidRPr="004C3E92">
        <w:t>Vous deviez savoir que</w:t>
      </w:r>
      <w:r>
        <w:t xml:space="preserve">, </w:t>
      </w:r>
      <w:r w:rsidR="008C5C61" w:rsidRPr="004C3E92">
        <w:t>pendant que vous vous amusiez dans le Devonshire</w:t>
      </w:r>
      <w:r>
        <w:t xml:space="preserve">, </w:t>
      </w:r>
      <w:r w:rsidR="008C5C61" w:rsidRPr="004C3E92">
        <w:t>à la poursuite de nouveaux projets</w:t>
      </w:r>
      <w:r>
        <w:t xml:space="preserve">, </w:t>
      </w:r>
      <w:r w:rsidR="008C5C61" w:rsidRPr="004C3E92">
        <w:t>toujours gai</w:t>
      </w:r>
      <w:r>
        <w:t xml:space="preserve">, </w:t>
      </w:r>
      <w:r w:rsidR="008C5C61" w:rsidRPr="004C3E92">
        <w:t>toujours heureux</w:t>
      </w:r>
      <w:r>
        <w:t xml:space="preserve">, </w:t>
      </w:r>
      <w:r w:rsidR="008C5C61" w:rsidRPr="004C3E92">
        <w:t>elle était réduite à l</w:t>
      </w:r>
      <w:r>
        <w:t>’</w:t>
      </w:r>
      <w:r w:rsidR="008C5C61" w:rsidRPr="004C3E92">
        <w:t>indigence la plus e</w:t>
      </w:r>
      <w:r w:rsidR="008C5C61" w:rsidRPr="004C3E92">
        <w:t>x</w:t>
      </w:r>
      <w:r w:rsidR="008C5C61" w:rsidRPr="004C3E92">
        <w:t>trême</w:t>
      </w:r>
      <w:r>
        <w:t>.</w:t>
      </w:r>
    </w:p>
    <w:p w14:paraId="4C0AAE4C" w14:textId="77777777" w:rsidR="004A4993" w:rsidRDefault="004A4993" w:rsidP="004A4993">
      <w:r>
        <w:t>— </w:t>
      </w:r>
      <w:r w:rsidR="008C5C61" w:rsidRPr="004C3E92">
        <w:t>Mais</w:t>
      </w:r>
      <w:r>
        <w:t xml:space="preserve">, </w:t>
      </w:r>
      <w:r w:rsidR="008C5C61" w:rsidRPr="004C3E92">
        <w:t>sur mon âme</w:t>
      </w:r>
      <w:r>
        <w:t xml:space="preserve">, </w:t>
      </w:r>
      <w:r w:rsidR="008C5C61" w:rsidRPr="004C3E92">
        <w:t>je l</w:t>
      </w:r>
      <w:r>
        <w:t>’</w:t>
      </w:r>
      <w:r w:rsidR="008C5C61" w:rsidRPr="004C3E92">
        <w:t>ignorais</w:t>
      </w:r>
      <w:r>
        <w:t xml:space="preserve">, </w:t>
      </w:r>
      <w:r w:rsidR="008C5C61" w:rsidRPr="004C3E92">
        <w:t>répondit-il avec feu</w:t>
      </w:r>
      <w:r>
        <w:t xml:space="preserve"> ; </w:t>
      </w:r>
      <w:r w:rsidR="008C5C61" w:rsidRPr="004C3E92">
        <w:t>je ne me suis pas souvenu que j</w:t>
      </w:r>
      <w:r>
        <w:t>’</w:t>
      </w:r>
      <w:r w:rsidR="008C5C61" w:rsidRPr="004C3E92">
        <w:t>avais omis de lui donner mon adresse</w:t>
      </w:r>
      <w:r>
        <w:t xml:space="preserve"> ; </w:t>
      </w:r>
      <w:r w:rsidR="008C5C61" w:rsidRPr="004C3E92">
        <w:t>et le bon sens aurait pu lui indiquer le moyen de la d</w:t>
      </w:r>
      <w:r w:rsidR="008C5C61" w:rsidRPr="004C3E92">
        <w:t>é</w:t>
      </w:r>
      <w:r w:rsidR="008C5C61" w:rsidRPr="004C3E92">
        <w:t>couvrir</w:t>
      </w:r>
      <w:r>
        <w:t>.</w:t>
      </w:r>
    </w:p>
    <w:p w14:paraId="73DB9F92" w14:textId="77777777" w:rsidR="004A4993" w:rsidRDefault="004A4993" w:rsidP="004A4993">
      <w:r>
        <w:t>— </w:t>
      </w:r>
      <w:r w:rsidR="008C5C61" w:rsidRPr="004C3E92">
        <w:t>Eh bien</w:t>
      </w:r>
      <w:r>
        <w:t xml:space="preserve">, </w:t>
      </w:r>
      <w:r w:rsidR="008C5C61" w:rsidRPr="004C3E92">
        <w:t>monsieur</w:t>
      </w:r>
      <w:r>
        <w:t xml:space="preserve">, – </w:t>
      </w:r>
      <w:r w:rsidR="008C5C61" w:rsidRPr="004C3E92">
        <w:t>et qu</w:t>
      </w:r>
      <w:r>
        <w:t>’</w:t>
      </w:r>
      <w:r w:rsidR="008C5C61" w:rsidRPr="004C3E92">
        <w:t>a dit Mrs</w:t>
      </w:r>
      <w:r>
        <w:t xml:space="preserve">. </w:t>
      </w:r>
      <w:r w:rsidR="008C5C61" w:rsidRPr="004C3E92">
        <w:t>Smith</w:t>
      </w:r>
      <w:r>
        <w:t> ?</w:t>
      </w:r>
    </w:p>
    <w:p w14:paraId="5C88637B" w14:textId="77777777" w:rsidR="004A4993" w:rsidRDefault="004A4993" w:rsidP="004A4993">
      <w:r>
        <w:t>— </w:t>
      </w:r>
      <w:r w:rsidR="008C5C61" w:rsidRPr="004C3E92">
        <w:t>Elle m</w:t>
      </w:r>
      <w:r>
        <w:t>’</w:t>
      </w:r>
      <w:r w:rsidR="008C5C61" w:rsidRPr="004C3E92">
        <w:t>a immédiatement reproché mon offense</w:t>
      </w:r>
      <w:r>
        <w:t xml:space="preserve">, </w:t>
      </w:r>
      <w:r w:rsidR="008C5C61" w:rsidRPr="004C3E92">
        <w:t>et je vous laisse à deviner ma confusion</w:t>
      </w:r>
      <w:r>
        <w:t xml:space="preserve">. </w:t>
      </w:r>
      <w:r w:rsidR="008C5C61" w:rsidRPr="004C3E92">
        <w:t>La pureté de sa vie</w:t>
      </w:r>
      <w:r>
        <w:t xml:space="preserve">, </w:t>
      </w:r>
      <w:r w:rsidR="008C5C61" w:rsidRPr="004C3E92">
        <w:t xml:space="preserve">le </w:t>
      </w:r>
      <w:r w:rsidR="008C5C61" w:rsidRPr="004C3E92">
        <w:lastRenderedPageBreak/>
        <w:t>formalisme de ses idées</w:t>
      </w:r>
      <w:r>
        <w:t xml:space="preserve">, </w:t>
      </w:r>
      <w:r w:rsidR="008C5C61" w:rsidRPr="004C3E92">
        <w:t>son ignorance du monde</w:t>
      </w:r>
      <w:r>
        <w:t xml:space="preserve">, – </w:t>
      </w:r>
      <w:r w:rsidR="008C5C61" w:rsidRPr="004C3E92">
        <w:t>tout était contre moi</w:t>
      </w:r>
      <w:r>
        <w:t xml:space="preserve">. </w:t>
      </w:r>
      <w:r w:rsidR="008C5C61" w:rsidRPr="004C3E92">
        <w:t>Le fait en soi</w:t>
      </w:r>
      <w:r>
        <w:t xml:space="preserve">, </w:t>
      </w:r>
      <w:r w:rsidR="008C5C61" w:rsidRPr="004C3E92">
        <w:t>je ne pouvais pas le nier</w:t>
      </w:r>
      <w:r>
        <w:t xml:space="preserve">, </w:t>
      </w:r>
      <w:r w:rsidR="008C5C61" w:rsidRPr="004C3E92">
        <w:t>et tous mes efforts en vue de l</w:t>
      </w:r>
      <w:r>
        <w:t>’</w:t>
      </w:r>
      <w:r w:rsidR="008C5C61" w:rsidRPr="004C3E92">
        <w:t>adoucir ont été vains</w:t>
      </w:r>
      <w:r>
        <w:t xml:space="preserve">. </w:t>
      </w:r>
      <w:r w:rsidR="008C5C61" w:rsidRPr="004C3E92">
        <w:t>Elle était disposée par avance</w:t>
      </w:r>
      <w:r>
        <w:t xml:space="preserve">, </w:t>
      </w:r>
      <w:r w:rsidR="008C5C61" w:rsidRPr="004C3E92">
        <w:t>me semble-t-il</w:t>
      </w:r>
      <w:r>
        <w:t xml:space="preserve">, </w:t>
      </w:r>
      <w:r w:rsidR="008C5C61" w:rsidRPr="004C3E92">
        <w:t>à douter de la moralité de ma conduite en général</w:t>
      </w:r>
      <w:r>
        <w:t xml:space="preserve">, </w:t>
      </w:r>
      <w:r w:rsidR="008C5C61" w:rsidRPr="004C3E92">
        <w:t>et était</w:t>
      </w:r>
      <w:r>
        <w:t xml:space="preserve">, </w:t>
      </w:r>
      <w:r w:rsidR="008C5C61" w:rsidRPr="004C3E92">
        <w:t>en outre</w:t>
      </w:r>
      <w:r>
        <w:t xml:space="preserve">, </w:t>
      </w:r>
      <w:r w:rsidR="008C5C61" w:rsidRPr="004C3E92">
        <w:t>mécontente du peu d</w:t>
      </w:r>
      <w:r>
        <w:t>’</w:t>
      </w:r>
      <w:r w:rsidR="008C5C61" w:rsidRPr="004C3E92">
        <w:t>attention</w:t>
      </w:r>
      <w:r>
        <w:t xml:space="preserve">, </w:t>
      </w:r>
      <w:r w:rsidR="008C5C61" w:rsidRPr="004C3E92">
        <w:t>de la très pet</w:t>
      </w:r>
      <w:r w:rsidR="008C5C61" w:rsidRPr="004C3E92">
        <w:t>i</w:t>
      </w:r>
      <w:r w:rsidR="008C5C61" w:rsidRPr="004C3E92">
        <w:t>te portion de mon temps</w:t>
      </w:r>
      <w:r>
        <w:t xml:space="preserve">, </w:t>
      </w:r>
      <w:r w:rsidR="008C5C61" w:rsidRPr="004C3E92">
        <w:t>que je lui avais consacrées</w:t>
      </w:r>
      <w:r>
        <w:t xml:space="preserve">, </w:t>
      </w:r>
      <w:r w:rsidR="008C5C61" w:rsidRPr="004C3E92">
        <w:t>au cours de ma visite du moment</w:t>
      </w:r>
      <w:r>
        <w:t xml:space="preserve">. </w:t>
      </w:r>
      <w:r w:rsidR="008C5C61" w:rsidRPr="004C3E92">
        <w:t>Bref</w:t>
      </w:r>
      <w:r>
        <w:t xml:space="preserve">, </w:t>
      </w:r>
      <w:r w:rsidR="008C5C61" w:rsidRPr="004C3E92">
        <w:t>cela se termina par une rupture totale</w:t>
      </w:r>
      <w:r>
        <w:t xml:space="preserve">. </w:t>
      </w:r>
      <w:r w:rsidR="008C5C61" w:rsidRPr="004C3E92">
        <w:t>J</w:t>
      </w:r>
      <w:r>
        <w:t>’</w:t>
      </w:r>
      <w:r w:rsidR="008C5C61" w:rsidRPr="004C3E92">
        <w:t>aurais pu me sauver par une seule mesure</w:t>
      </w:r>
      <w:r>
        <w:t xml:space="preserve">. </w:t>
      </w:r>
      <w:r w:rsidR="008C5C61" w:rsidRPr="004C3E92">
        <w:t>Dans l</w:t>
      </w:r>
      <w:r>
        <w:t>’</w:t>
      </w:r>
      <w:r w:rsidR="008C5C61" w:rsidRPr="004C3E92">
        <w:t>altitude de sa moralité</w:t>
      </w:r>
      <w:r>
        <w:t xml:space="preserve">, – </w:t>
      </w:r>
      <w:r w:rsidR="008C5C61" w:rsidRPr="004C3E92">
        <w:t>excellente femme</w:t>
      </w:r>
      <w:r>
        <w:t xml:space="preserve"> ! – </w:t>
      </w:r>
      <w:r w:rsidR="008C5C61" w:rsidRPr="004C3E92">
        <w:t>elle offrit de pardonner le passé</w:t>
      </w:r>
      <w:r>
        <w:t xml:space="preserve">, </w:t>
      </w:r>
      <w:r w:rsidR="008C5C61" w:rsidRPr="004C3E92">
        <w:t>si je consentais à épouser Eliza</w:t>
      </w:r>
      <w:r>
        <w:t xml:space="preserve">. </w:t>
      </w:r>
      <w:r w:rsidR="008C5C61" w:rsidRPr="004C3E92">
        <w:t>Cela ne se pouvait pas</w:t>
      </w:r>
      <w:r>
        <w:t xml:space="preserve">, – </w:t>
      </w:r>
      <w:r w:rsidR="008C5C61" w:rsidRPr="004C3E92">
        <w:t>et elle me signifia officiellement mon congé</w:t>
      </w:r>
      <w:r>
        <w:t xml:space="preserve">, </w:t>
      </w:r>
      <w:r w:rsidR="008C5C61" w:rsidRPr="004C3E92">
        <w:t>me bannissant de ses faveurs et de sa maison</w:t>
      </w:r>
      <w:r>
        <w:t xml:space="preserve">. </w:t>
      </w:r>
      <w:r w:rsidR="008C5C61" w:rsidRPr="004C3E92">
        <w:t>La nuit qui suivit ce</w:t>
      </w:r>
      <w:r w:rsidR="008C5C61" w:rsidRPr="004C3E92">
        <w:t>t</w:t>
      </w:r>
      <w:r w:rsidR="008C5C61" w:rsidRPr="004C3E92">
        <w:t>te affaire</w:t>
      </w:r>
      <w:r>
        <w:t xml:space="preserve">, – </w:t>
      </w:r>
      <w:r w:rsidR="008C5C61" w:rsidRPr="004C3E92">
        <w:t>je devais partir dans la matinée</w:t>
      </w:r>
      <w:r>
        <w:t xml:space="preserve"> – </w:t>
      </w:r>
      <w:r w:rsidR="008C5C61" w:rsidRPr="004C3E92">
        <w:t>je la passai à dél</w:t>
      </w:r>
      <w:r w:rsidR="008C5C61" w:rsidRPr="004C3E92">
        <w:t>i</w:t>
      </w:r>
      <w:r w:rsidR="008C5C61" w:rsidRPr="004C3E92">
        <w:t>bérer sur ce qu</w:t>
      </w:r>
      <w:r>
        <w:t>’</w:t>
      </w:r>
      <w:r w:rsidR="008C5C61" w:rsidRPr="004C3E92">
        <w:t>allait être ma conduite future</w:t>
      </w:r>
      <w:r>
        <w:t xml:space="preserve">. </w:t>
      </w:r>
      <w:r w:rsidR="008C5C61" w:rsidRPr="004C3E92">
        <w:t>La lutte fut vive</w:t>
      </w:r>
      <w:r>
        <w:t xml:space="preserve">, </w:t>
      </w:r>
      <w:r w:rsidR="008C5C61" w:rsidRPr="004C3E92">
        <w:t>mais elle se termina trop tôt</w:t>
      </w:r>
      <w:r>
        <w:t xml:space="preserve">. </w:t>
      </w:r>
      <w:r w:rsidR="008C5C61" w:rsidRPr="004C3E92">
        <w:t>Mon affection pour Marianne</w:t>
      </w:r>
      <w:r>
        <w:t xml:space="preserve">, </w:t>
      </w:r>
      <w:r w:rsidR="008C5C61" w:rsidRPr="004C3E92">
        <w:t>ma conviction profonde de l</w:t>
      </w:r>
      <w:r>
        <w:t>’</w:t>
      </w:r>
      <w:r w:rsidR="008C5C61" w:rsidRPr="004C3E92">
        <w:t>attachement qu</w:t>
      </w:r>
      <w:r>
        <w:t>’</w:t>
      </w:r>
      <w:r w:rsidR="008C5C61" w:rsidRPr="004C3E92">
        <w:t>elle éprouvait pour moi</w:t>
      </w:r>
      <w:r>
        <w:t xml:space="preserve">, – </w:t>
      </w:r>
      <w:r w:rsidR="008C5C61" w:rsidRPr="004C3E92">
        <w:t>tout cela fut insuffisant à contrebalancer cette crainte de la pauvreté</w:t>
      </w:r>
      <w:r>
        <w:t xml:space="preserve">, </w:t>
      </w:r>
      <w:r w:rsidR="008C5C61" w:rsidRPr="004C3E92">
        <w:t>ou à vaincre ces idées fausses de la nécessité de la richesse</w:t>
      </w:r>
      <w:r>
        <w:t xml:space="preserve">, </w:t>
      </w:r>
      <w:r w:rsidR="008C5C61" w:rsidRPr="004C3E92">
        <w:t>que j</w:t>
      </w:r>
      <w:r>
        <w:t>’</w:t>
      </w:r>
      <w:r w:rsidR="008C5C61" w:rsidRPr="004C3E92">
        <w:t>étais naturellement porté à entretenir</w:t>
      </w:r>
      <w:r>
        <w:t xml:space="preserve">, </w:t>
      </w:r>
      <w:r w:rsidR="008C5C61" w:rsidRPr="004C3E92">
        <w:t>et qu</w:t>
      </w:r>
      <w:r>
        <w:t>’</w:t>
      </w:r>
      <w:r w:rsidR="008C5C61" w:rsidRPr="004C3E92">
        <w:t>avaient accrues les fréquentations coûteuses</w:t>
      </w:r>
      <w:r>
        <w:t xml:space="preserve">. </w:t>
      </w:r>
      <w:r w:rsidR="008C5C61" w:rsidRPr="004C3E92">
        <w:t>J</w:t>
      </w:r>
      <w:r>
        <w:t>’</w:t>
      </w:r>
      <w:r w:rsidR="008C5C61" w:rsidRPr="004C3E92">
        <w:t>avais lieu de me croire sûr de celle qui est actuellement ma femme</w:t>
      </w:r>
      <w:r>
        <w:t xml:space="preserve">, </w:t>
      </w:r>
      <w:r w:rsidR="008C5C61" w:rsidRPr="004C3E92">
        <w:t>s</w:t>
      </w:r>
      <w:r>
        <w:t>’</w:t>
      </w:r>
      <w:r w:rsidR="008C5C61" w:rsidRPr="004C3E92">
        <w:t>il me plaisait de m</w:t>
      </w:r>
      <w:r>
        <w:t>’</w:t>
      </w:r>
      <w:r w:rsidR="008C5C61" w:rsidRPr="004C3E92">
        <w:t>adresser à elle</w:t>
      </w:r>
      <w:r>
        <w:t xml:space="preserve">, </w:t>
      </w:r>
      <w:r w:rsidR="008C5C61" w:rsidRPr="004C3E92">
        <w:t>et je me persuadai qu</w:t>
      </w:r>
      <w:r>
        <w:t>’</w:t>
      </w:r>
      <w:r w:rsidR="008C5C61" w:rsidRPr="004C3E92">
        <w:t>il ne me re</w:t>
      </w:r>
      <w:r w:rsidR="008C5C61" w:rsidRPr="004C3E92">
        <w:t>s</w:t>
      </w:r>
      <w:r w:rsidR="008C5C61" w:rsidRPr="004C3E92">
        <w:t>tait pas autre chose à faire</w:t>
      </w:r>
      <w:r>
        <w:t xml:space="preserve">, </w:t>
      </w:r>
      <w:r w:rsidR="008C5C61" w:rsidRPr="004C3E92">
        <w:t>en prudence élémentaire</w:t>
      </w:r>
      <w:r>
        <w:t xml:space="preserve">. </w:t>
      </w:r>
      <w:r w:rsidR="008C5C61" w:rsidRPr="004C3E92">
        <w:t>Une scène pénible m</w:t>
      </w:r>
      <w:r>
        <w:t>’</w:t>
      </w:r>
      <w:r w:rsidR="008C5C61" w:rsidRPr="004C3E92">
        <w:t>attendait cependant</w:t>
      </w:r>
      <w:r>
        <w:t xml:space="preserve">, </w:t>
      </w:r>
      <w:r w:rsidR="008C5C61" w:rsidRPr="004C3E92">
        <w:t>avant que je ne pusse quitter le Devonshire</w:t>
      </w:r>
      <w:r>
        <w:t xml:space="preserve"> ; </w:t>
      </w:r>
      <w:r w:rsidR="008C5C61" w:rsidRPr="004C3E92">
        <w:t>je devais dîner chez vous le jour même</w:t>
      </w:r>
      <w:r>
        <w:t xml:space="preserve">, </w:t>
      </w:r>
      <w:r w:rsidR="008C5C61" w:rsidRPr="004C3E92">
        <w:t>et il était donc nécessaire de présenter quelque excuse du fait que je ne tiendrais pas ce rendez-vous</w:t>
      </w:r>
      <w:r>
        <w:t xml:space="preserve">. </w:t>
      </w:r>
      <w:r w:rsidR="008C5C61" w:rsidRPr="004C3E92">
        <w:t>Mais fallait-il faire ces excuses par écrit</w:t>
      </w:r>
      <w:r>
        <w:t xml:space="preserve">, </w:t>
      </w:r>
      <w:r w:rsidR="008C5C61" w:rsidRPr="004C3E92">
        <w:t>ou les présenter en personne</w:t>
      </w:r>
      <w:r>
        <w:t xml:space="preserve">, – </w:t>
      </w:r>
      <w:r w:rsidR="008C5C61" w:rsidRPr="004C3E92">
        <w:t>Ce fut là un point longu</w:t>
      </w:r>
      <w:r w:rsidR="008C5C61" w:rsidRPr="004C3E92">
        <w:t>e</w:t>
      </w:r>
      <w:r w:rsidR="008C5C61" w:rsidRPr="004C3E92">
        <w:t>ment débattu</w:t>
      </w:r>
      <w:r>
        <w:t xml:space="preserve">. </w:t>
      </w:r>
      <w:r w:rsidR="008C5C61" w:rsidRPr="004C3E92">
        <w:t>Il serait affreux</w:t>
      </w:r>
      <w:r>
        <w:t xml:space="preserve">, </w:t>
      </w:r>
      <w:r w:rsidR="008C5C61" w:rsidRPr="004C3E92">
        <w:t>je le sentais</w:t>
      </w:r>
      <w:r>
        <w:t xml:space="preserve">, </w:t>
      </w:r>
      <w:r w:rsidR="008C5C61" w:rsidRPr="004C3E92">
        <w:t>de voir Marianne</w:t>
      </w:r>
      <w:r>
        <w:t xml:space="preserve">, </w:t>
      </w:r>
      <w:r w:rsidR="008C5C61" w:rsidRPr="004C3E92">
        <w:t>et je doutai même de pouvoir la revoir et m</w:t>
      </w:r>
      <w:r>
        <w:t>’</w:t>
      </w:r>
      <w:r w:rsidR="008C5C61" w:rsidRPr="004C3E92">
        <w:t>en tenir à ma résol</w:t>
      </w:r>
      <w:r w:rsidR="008C5C61" w:rsidRPr="004C3E92">
        <w:t>u</w:t>
      </w:r>
      <w:r w:rsidR="008C5C61" w:rsidRPr="004C3E92">
        <w:t>tion</w:t>
      </w:r>
      <w:r>
        <w:t xml:space="preserve">. </w:t>
      </w:r>
      <w:r w:rsidR="008C5C61" w:rsidRPr="004C3E92">
        <w:t>Sur ce point</w:t>
      </w:r>
      <w:r>
        <w:t xml:space="preserve">, </w:t>
      </w:r>
      <w:r w:rsidR="008C5C61" w:rsidRPr="004C3E92">
        <w:t>toutefois</w:t>
      </w:r>
      <w:r>
        <w:t xml:space="preserve">, </w:t>
      </w:r>
      <w:r w:rsidR="008C5C61" w:rsidRPr="004C3E92">
        <w:t>je sous-estimais ma propre magn</w:t>
      </w:r>
      <w:r w:rsidR="008C5C61" w:rsidRPr="004C3E92">
        <w:t>a</w:t>
      </w:r>
      <w:r w:rsidR="008C5C61" w:rsidRPr="004C3E92">
        <w:t>nimité</w:t>
      </w:r>
      <w:r>
        <w:t xml:space="preserve">, </w:t>
      </w:r>
      <w:r w:rsidR="008C5C61" w:rsidRPr="004C3E92">
        <w:t xml:space="preserve">comme les événements le </w:t>
      </w:r>
      <w:r w:rsidR="008C5C61" w:rsidRPr="004C3E92">
        <w:lastRenderedPageBreak/>
        <w:t>confirmèrent</w:t>
      </w:r>
      <w:r>
        <w:t xml:space="preserve"> : </w:t>
      </w:r>
      <w:r w:rsidR="008C5C61" w:rsidRPr="004C3E92">
        <w:t>car je m</w:t>
      </w:r>
      <w:r>
        <w:t>’</w:t>
      </w:r>
      <w:r w:rsidR="008C5C61" w:rsidRPr="004C3E92">
        <w:t>y re</w:t>
      </w:r>
      <w:r w:rsidR="008C5C61" w:rsidRPr="004C3E92">
        <w:t>n</w:t>
      </w:r>
      <w:r w:rsidR="008C5C61" w:rsidRPr="004C3E92">
        <w:t>dis</w:t>
      </w:r>
      <w:r>
        <w:t xml:space="preserve">, </w:t>
      </w:r>
      <w:r w:rsidR="008C5C61" w:rsidRPr="004C3E92">
        <w:t>je la vis</w:t>
      </w:r>
      <w:r>
        <w:t xml:space="preserve">, </w:t>
      </w:r>
      <w:r w:rsidR="008C5C61" w:rsidRPr="004C3E92">
        <w:t>je la vis malheureuse</w:t>
      </w:r>
      <w:r>
        <w:t xml:space="preserve">, </w:t>
      </w:r>
      <w:r w:rsidR="008C5C61" w:rsidRPr="004C3E92">
        <w:t>et je la quittai malheureuse</w:t>
      </w:r>
      <w:r>
        <w:t xml:space="preserve">, – </w:t>
      </w:r>
      <w:r w:rsidR="008C5C61" w:rsidRPr="004C3E92">
        <w:t>je la quittai</w:t>
      </w:r>
      <w:r>
        <w:t xml:space="preserve">, </w:t>
      </w:r>
      <w:r w:rsidR="008C5C61" w:rsidRPr="004C3E92">
        <w:t>en espérant ne jamais la revoir</w:t>
      </w:r>
      <w:r>
        <w:t>.</w:t>
      </w:r>
    </w:p>
    <w:p w14:paraId="536E3A68" w14:textId="77777777" w:rsidR="004A4993" w:rsidRDefault="004A4993" w:rsidP="004A4993">
      <w:r>
        <w:t>— </w:t>
      </w:r>
      <w:r w:rsidR="008C5C61" w:rsidRPr="004C3E92">
        <w:t>Pourquoi êtes-vous venu</w:t>
      </w:r>
      <w:r>
        <w:t xml:space="preserve">, </w:t>
      </w:r>
      <w:r w:rsidR="008C5C61" w:rsidRPr="004C3E92">
        <w:t>Mr</w:t>
      </w:r>
      <w:r>
        <w:t xml:space="preserve">. </w:t>
      </w:r>
      <w:r w:rsidR="008C5C61" w:rsidRPr="004C3E92">
        <w:t>Willoughby</w:t>
      </w:r>
      <w:r>
        <w:t xml:space="preserve"> ? </w:t>
      </w:r>
      <w:r w:rsidR="008C5C61" w:rsidRPr="004C3E92">
        <w:t xml:space="preserve">dit </w:t>
      </w:r>
      <w:proofErr w:type="spellStart"/>
      <w:r w:rsidR="008C5C61" w:rsidRPr="004C3E92">
        <w:t>Elinor</w:t>
      </w:r>
      <w:proofErr w:type="spellEnd"/>
      <w:r>
        <w:t xml:space="preserve">, </w:t>
      </w:r>
      <w:r w:rsidR="008C5C61" w:rsidRPr="004C3E92">
        <w:t>d</w:t>
      </w:r>
      <w:r>
        <w:t>’</w:t>
      </w:r>
      <w:r w:rsidR="008C5C61" w:rsidRPr="004C3E92">
        <w:t>un ton de reproche</w:t>
      </w:r>
      <w:r>
        <w:t xml:space="preserve"> ; </w:t>
      </w:r>
      <w:r w:rsidR="008C5C61" w:rsidRPr="004C3E92">
        <w:t>un billet eût entièrement fait l</w:t>
      </w:r>
      <w:r>
        <w:t>’</w:t>
      </w:r>
      <w:r w:rsidR="008C5C61" w:rsidRPr="004C3E92">
        <w:t>affaire</w:t>
      </w:r>
      <w:r>
        <w:t xml:space="preserve">. </w:t>
      </w:r>
      <w:r w:rsidR="008C5C61" w:rsidRPr="004C3E92">
        <w:t>Pourquoi était-il nécessaire de venir en personne</w:t>
      </w:r>
      <w:r>
        <w:t> ?</w:t>
      </w:r>
    </w:p>
    <w:p w14:paraId="554AC2B1" w14:textId="77777777" w:rsidR="004A4993" w:rsidRDefault="004A4993" w:rsidP="004A4993">
      <w:r>
        <w:t>— </w:t>
      </w:r>
      <w:r w:rsidR="008C5C61" w:rsidRPr="004C3E92">
        <w:t>C</w:t>
      </w:r>
      <w:r>
        <w:t>’</w:t>
      </w:r>
      <w:r w:rsidR="008C5C61" w:rsidRPr="004C3E92">
        <w:t>était nécessaire à mon propre orgueil</w:t>
      </w:r>
      <w:r>
        <w:t xml:space="preserve">. </w:t>
      </w:r>
      <w:r w:rsidR="008C5C61" w:rsidRPr="004C3E92">
        <w:t>Je ne pouvais supporter de quitter la région d</w:t>
      </w:r>
      <w:r>
        <w:t>’</w:t>
      </w:r>
      <w:r w:rsidR="008C5C61" w:rsidRPr="004C3E92">
        <w:t>une façon qui pût vous inciter</w:t>
      </w:r>
      <w:r>
        <w:t xml:space="preserve">, </w:t>
      </w:r>
      <w:r w:rsidR="008C5C61" w:rsidRPr="004C3E92">
        <w:t>vous ou les autres gens du voisinage</w:t>
      </w:r>
      <w:r>
        <w:t xml:space="preserve">, </w:t>
      </w:r>
      <w:r w:rsidR="008C5C61" w:rsidRPr="004C3E92">
        <w:t>à soupçonner aucune part de ce qui s</w:t>
      </w:r>
      <w:r>
        <w:t>’</w:t>
      </w:r>
      <w:r w:rsidR="008C5C61" w:rsidRPr="004C3E92">
        <w:t>était effectivement passé entre Mrs</w:t>
      </w:r>
      <w:r>
        <w:t xml:space="preserve">. </w:t>
      </w:r>
      <w:r w:rsidR="008C5C61" w:rsidRPr="004C3E92">
        <w:t>Smith et moi</w:t>
      </w:r>
      <w:r>
        <w:t xml:space="preserve">, </w:t>
      </w:r>
      <w:r w:rsidR="008C5C61" w:rsidRPr="004C3E92">
        <w:t>et je résolus</w:t>
      </w:r>
      <w:r>
        <w:t xml:space="preserve">, </w:t>
      </w:r>
      <w:r w:rsidR="008C5C61" w:rsidRPr="004C3E92">
        <w:t>en conséquence</w:t>
      </w:r>
      <w:r>
        <w:t xml:space="preserve">, </w:t>
      </w:r>
      <w:r w:rsidR="008C5C61" w:rsidRPr="004C3E92">
        <w:t>de passer par votre maisonnette</w:t>
      </w:r>
      <w:r>
        <w:t xml:space="preserve">, </w:t>
      </w:r>
      <w:r w:rsidR="008C5C61" w:rsidRPr="004C3E92">
        <w:t xml:space="preserve">en route pour </w:t>
      </w:r>
      <w:proofErr w:type="spellStart"/>
      <w:r w:rsidR="008C5C61" w:rsidRPr="004C3E92">
        <w:t>Honiton</w:t>
      </w:r>
      <w:proofErr w:type="spellEnd"/>
      <w:r>
        <w:t xml:space="preserve">. </w:t>
      </w:r>
      <w:r w:rsidR="008C5C61" w:rsidRPr="004C3E92">
        <w:t>Mais la vue de votre chère sœur me fut r</w:t>
      </w:r>
      <w:r w:rsidR="008C5C61" w:rsidRPr="004C3E92">
        <w:t>é</w:t>
      </w:r>
      <w:r w:rsidR="008C5C61" w:rsidRPr="004C3E92">
        <w:t>ellement fort pénible</w:t>
      </w:r>
      <w:r>
        <w:t xml:space="preserve"> ; </w:t>
      </w:r>
      <w:r w:rsidR="008C5C61" w:rsidRPr="004C3E92">
        <w:t>et pour comble de malchance</w:t>
      </w:r>
      <w:r>
        <w:t xml:space="preserve">, </w:t>
      </w:r>
      <w:r w:rsidR="008C5C61" w:rsidRPr="004C3E92">
        <w:t>je la tro</w:t>
      </w:r>
      <w:r w:rsidR="008C5C61" w:rsidRPr="004C3E92">
        <w:t>u</w:t>
      </w:r>
      <w:r w:rsidR="008C5C61" w:rsidRPr="004C3E92">
        <w:t>vai seule</w:t>
      </w:r>
      <w:r>
        <w:t xml:space="preserve">. </w:t>
      </w:r>
      <w:r w:rsidR="008C5C61" w:rsidRPr="004C3E92">
        <w:t>Vous étiez toutes sorties</w:t>
      </w:r>
      <w:r>
        <w:t xml:space="preserve">, </w:t>
      </w:r>
      <w:r w:rsidR="008C5C61" w:rsidRPr="004C3E92">
        <w:t>je ne sais où</w:t>
      </w:r>
      <w:r>
        <w:t xml:space="preserve">. </w:t>
      </w:r>
      <w:r w:rsidR="008C5C61" w:rsidRPr="004C3E92">
        <w:t>Je n</w:t>
      </w:r>
      <w:r>
        <w:t>’</w:t>
      </w:r>
      <w:r w:rsidR="008C5C61" w:rsidRPr="004C3E92">
        <w:t>étais parti que la veille au soir</w:t>
      </w:r>
      <w:r>
        <w:t xml:space="preserve">, </w:t>
      </w:r>
      <w:r w:rsidR="008C5C61" w:rsidRPr="004C3E92">
        <w:t>si pleinement</w:t>
      </w:r>
      <w:r>
        <w:t xml:space="preserve">, </w:t>
      </w:r>
      <w:r w:rsidR="008C5C61" w:rsidRPr="004C3E92">
        <w:t>si totalement résolu en moi-même à bien agir</w:t>
      </w:r>
      <w:r>
        <w:t xml:space="preserve"> ! </w:t>
      </w:r>
      <w:r w:rsidR="008C5C61" w:rsidRPr="004C3E92">
        <w:t>Quelques heures de plus</w:t>
      </w:r>
      <w:r>
        <w:t xml:space="preserve">, </w:t>
      </w:r>
      <w:r w:rsidR="008C5C61" w:rsidRPr="004C3E92">
        <w:t>et je devais me lier à elle à jamais</w:t>
      </w:r>
      <w:r>
        <w:t xml:space="preserve"> ; </w:t>
      </w:r>
      <w:r w:rsidR="008C5C61" w:rsidRPr="004C3E92">
        <w:t>et je me souviens de mon bonheur</w:t>
      </w:r>
      <w:r>
        <w:t xml:space="preserve">, </w:t>
      </w:r>
      <w:r w:rsidR="008C5C61" w:rsidRPr="004C3E92">
        <w:t>de tout mon entrain et de ma gaieté</w:t>
      </w:r>
      <w:r>
        <w:t xml:space="preserve">, </w:t>
      </w:r>
      <w:r w:rsidR="008C5C61" w:rsidRPr="004C3E92">
        <w:t>tandis que je m</w:t>
      </w:r>
      <w:r>
        <w:t>’</w:t>
      </w:r>
      <w:r w:rsidR="008C5C61" w:rsidRPr="004C3E92">
        <w:t>étais rendu depuis la maisonnette jusqu</w:t>
      </w:r>
      <w:r>
        <w:t>’</w:t>
      </w:r>
      <w:r w:rsidR="008C5C61" w:rsidRPr="004C3E92">
        <w:t xml:space="preserve">à </w:t>
      </w:r>
      <w:proofErr w:type="spellStart"/>
      <w:r w:rsidR="008C5C61" w:rsidRPr="004C3E92">
        <w:t>Allenham</w:t>
      </w:r>
      <w:proofErr w:type="spellEnd"/>
      <w:r>
        <w:t xml:space="preserve">, </w:t>
      </w:r>
      <w:r w:rsidR="008C5C61" w:rsidRPr="004C3E92">
        <w:t>satisfait de moi-même</w:t>
      </w:r>
      <w:r>
        <w:t xml:space="preserve">, </w:t>
      </w:r>
      <w:r w:rsidR="008C5C61" w:rsidRPr="004C3E92">
        <w:t>ravi de tout le monde</w:t>
      </w:r>
      <w:r>
        <w:t xml:space="preserve"> ! </w:t>
      </w:r>
      <w:r w:rsidR="008C5C61" w:rsidRPr="004C3E92">
        <w:t>Mais</w:t>
      </w:r>
      <w:r>
        <w:t xml:space="preserve">, </w:t>
      </w:r>
      <w:r w:rsidR="008C5C61" w:rsidRPr="004C3E92">
        <w:t>dans cette entrevue</w:t>
      </w:r>
      <w:r>
        <w:t xml:space="preserve">, </w:t>
      </w:r>
      <w:r w:rsidR="008C5C61" w:rsidRPr="004C3E92">
        <w:t>la dernière de notre amitié</w:t>
      </w:r>
      <w:r>
        <w:t xml:space="preserve">, </w:t>
      </w:r>
      <w:r w:rsidR="008C5C61" w:rsidRPr="004C3E92">
        <w:t>je l</w:t>
      </w:r>
      <w:r>
        <w:t>’</w:t>
      </w:r>
      <w:r w:rsidR="008C5C61" w:rsidRPr="004C3E92">
        <w:t>abordai avec un sentiment de culpabilité qui me pr</w:t>
      </w:r>
      <w:r w:rsidR="008C5C61" w:rsidRPr="004C3E92">
        <w:t>i</w:t>
      </w:r>
      <w:r w:rsidR="008C5C61" w:rsidRPr="004C3E92">
        <w:t>va presque de toute faculté de feindre</w:t>
      </w:r>
      <w:r>
        <w:t xml:space="preserve">. </w:t>
      </w:r>
      <w:r w:rsidR="008C5C61" w:rsidRPr="004C3E92">
        <w:t>Sa douleur</w:t>
      </w:r>
      <w:r>
        <w:t xml:space="preserve">, </w:t>
      </w:r>
      <w:r w:rsidR="008C5C61" w:rsidRPr="004C3E92">
        <w:t>sa déception</w:t>
      </w:r>
      <w:r>
        <w:t xml:space="preserve">, </w:t>
      </w:r>
      <w:r w:rsidR="008C5C61" w:rsidRPr="004C3E92">
        <w:t>ses regrets profonds</w:t>
      </w:r>
      <w:r>
        <w:t xml:space="preserve">, </w:t>
      </w:r>
      <w:r w:rsidR="008C5C61" w:rsidRPr="004C3E92">
        <w:t>lorsque je lui eus dit que j</w:t>
      </w:r>
      <w:r>
        <w:t>’</w:t>
      </w:r>
      <w:r w:rsidR="008C5C61" w:rsidRPr="004C3E92">
        <w:t>étais contraint de quitter si promptement le Devonshire</w:t>
      </w:r>
      <w:r>
        <w:t xml:space="preserve">, – </w:t>
      </w:r>
      <w:r w:rsidR="008C5C61" w:rsidRPr="004C3E92">
        <w:t>je ne les oublierai jamais</w:t>
      </w:r>
      <w:r>
        <w:t xml:space="preserve"> ; </w:t>
      </w:r>
      <w:r w:rsidR="008C5C61" w:rsidRPr="004C3E92">
        <w:t>et joints</w:t>
      </w:r>
      <w:r>
        <w:t xml:space="preserve">, </w:t>
      </w:r>
      <w:r w:rsidR="008C5C61" w:rsidRPr="004C3E92">
        <w:t>encore</w:t>
      </w:r>
      <w:r>
        <w:t xml:space="preserve">, </w:t>
      </w:r>
      <w:r w:rsidR="008C5C61" w:rsidRPr="004C3E92">
        <w:t>à une telle foi</w:t>
      </w:r>
      <w:r>
        <w:t xml:space="preserve">, </w:t>
      </w:r>
      <w:r w:rsidR="008C5C61" w:rsidRPr="004C3E92">
        <w:t>à une telle confiance en moi</w:t>
      </w:r>
      <w:r>
        <w:t xml:space="preserve"> ! </w:t>
      </w:r>
      <w:r w:rsidR="008C5C61" w:rsidRPr="004C3E92">
        <w:t>Ah</w:t>
      </w:r>
      <w:r>
        <w:t xml:space="preserve">, </w:t>
      </w:r>
      <w:r w:rsidR="008C5C61" w:rsidRPr="004C3E92">
        <w:t>grand Dieu</w:t>
      </w:r>
      <w:r>
        <w:t xml:space="preserve"> ! </w:t>
      </w:r>
      <w:r w:rsidR="008C5C61" w:rsidRPr="004C3E92">
        <w:t>Quel scélérat au cœur de pierre j</w:t>
      </w:r>
      <w:r>
        <w:t>’</w:t>
      </w:r>
      <w:r w:rsidR="008C5C61" w:rsidRPr="004C3E92">
        <w:t>ai été</w:t>
      </w:r>
      <w:r>
        <w:t> !</w:t>
      </w:r>
    </w:p>
    <w:p w14:paraId="38B75B4D" w14:textId="77777777" w:rsidR="004A4993" w:rsidRDefault="008C5C61" w:rsidP="004A4993">
      <w:r w:rsidRPr="004C3E92">
        <w:t>Ils gardèrent tous deux le silence pendant quelques in</w:t>
      </w:r>
      <w:r w:rsidRPr="004C3E92">
        <w:t>s</w:t>
      </w:r>
      <w:r w:rsidRPr="004C3E92">
        <w:t>tants</w:t>
      </w:r>
      <w:r w:rsidR="004A4993">
        <w:t xml:space="preserve">. </w:t>
      </w:r>
      <w:proofErr w:type="spellStart"/>
      <w:r w:rsidRPr="004C3E92">
        <w:t>Elinor</w:t>
      </w:r>
      <w:proofErr w:type="spellEnd"/>
      <w:r w:rsidRPr="004C3E92">
        <w:t xml:space="preserve"> fut la première à parler</w:t>
      </w:r>
      <w:r w:rsidR="004A4993">
        <w:t>.</w:t>
      </w:r>
    </w:p>
    <w:p w14:paraId="5BD13364" w14:textId="77777777" w:rsidR="004A4993" w:rsidRDefault="004A4993" w:rsidP="004A4993">
      <w:r>
        <w:t>— </w:t>
      </w:r>
      <w:r w:rsidR="008C5C61" w:rsidRPr="004C3E92">
        <w:t>Lui avez-vous dit que vous reviendriez bientôt</w:t>
      </w:r>
      <w:r>
        <w:t> ?</w:t>
      </w:r>
    </w:p>
    <w:p w14:paraId="2D5A869B" w14:textId="77777777" w:rsidR="004A4993" w:rsidRDefault="004A4993" w:rsidP="004A4993">
      <w:r>
        <w:lastRenderedPageBreak/>
        <w:t>— </w:t>
      </w:r>
      <w:r w:rsidR="008C5C61" w:rsidRPr="004C3E92">
        <w:t>Je ne sais pas ce que je lui ai dit</w:t>
      </w:r>
      <w:r>
        <w:t xml:space="preserve">, </w:t>
      </w:r>
      <w:r w:rsidR="008C5C61" w:rsidRPr="004C3E92">
        <w:t>répondit-il avec imp</w:t>
      </w:r>
      <w:r w:rsidR="008C5C61" w:rsidRPr="004C3E92">
        <w:t>a</w:t>
      </w:r>
      <w:r w:rsidR="008C5C61" w:rsidRPr="004C3E92">
        <w:t>tience</w:t>
      </w:r>
      <w:r>
        <w:t xml:space="preserve"> ; </w:t>
      </w:r>
      <w:r w:rsidR="008C5C61" w:rsidRPr="004C3E92">
        <w:t>moins que ne le méritait le passé</w:t>
      </w:r>
      <w:r>
        <w:t xml:space="preserve">, </w:t>
      </w:r>
      <w:r w:rsidR="008C5C61" w:rsidRPr="004C3E92">
        <w:t>sans aucun doute</w:t>
      </w:r>
      <w:r>
        <w:t xml:space="preserve">, </w:t>
      </w:r>
      <w:r w:rsidR="008C5C61" w:rsidRPr="004C3E92">
        <w:t>et</w:t>
      </w:r>
      <w:r>
        <w:t xml:space="preserve">, </w:t>
      </w:r>
      <w:r w:rsidR="008C5C61" w:rsidRPr="004C3E92">
        <w:t>en toute probabilité</w:t>
      </w:r>
      <w:r>
        <w:t xml:space="preserve">, </w:t>
      </w:r>
      <w:r w:rsidR="008C5C61" w:rsidRPr="004C3E92">
        <w:t>plus que ne le justifiait l</w:t>
      </w:r>
      <w:r>
        <w:t>’</w:t>
      </w:r>
      <w:r w:rsidR="008C5C61" w:rsidRPr="004C3E92">
        <w:t>avenir</w:t>
      </w:r>
      <w:r>
        <w:t xml:space="preserve">. </w:t>
      </w:r>
      <w:r w:rsidR="008C5C61" w:rsidRPr="004C3E92">
        <w:t>Je ne puis y songer</w:t>
      </w:r>
      <w:r>
        <w:t xml:space="preserve">, – </w:t>
      </w:r>
      <w:r w:rsidR="008C5C61" w:rsidRPr="004C3E92">
        <w:t>c</w:t>
      </w:r>
      <w:r>
        <w:t>’</w:t>
      </w:r>
      <w:r w:rsidR="008C5C61" w:rsidRPr="004C3E92">
        <w:t>est impossible</w:t>
      </w:r>
      <w:r>
        <w:t xml:space="preserve">. </w:t>
      </w:r>
      <w:r w:rsidR="008C5C61" w:rsidRPr="004C3E92">
        <w:t>Puis votre chère mère est arrivée</w:t>
      </w:r>
      <w:r>
        <w:t xml:space="preserve">, </w:t>
      </w:r>
      <w:r w:rsidR="008C5C61" w:rsidRPr="004C3E92">
        <w:t>pour me torturer davantage</w:t>
      </w:r>
      <w:r>
        <w:t xml:space="preserve">, </w:t>
      </w:r>
      <w:r w:rsidR="008C5C61" w:rsidRPr="004C3E92">
        <w:t>avec toute sa bonté et sa confiance</w:t>
      </w:r>
      <w:r>
        <w:t xml:space="preserve">. </w:t>
      </w:r>
      <w:r w:rsidR="008C5C61" w:rsidRPr="004C3E92">
        <w:t>Le ciel en soit loué</w:t>
      </w:r>
      <w:r>
        <w:t xml:space="preserve">, </w:t>
      </w:r>
      <w:r w:rsidR="008C5C61" w:rsidRPr="004C3E92">
        <w:t>j</w:t>
      </w:r>
      <w:r>
        <w:t>’</w:t>
      </w:r>
      <w:r w:rsidR="008C5C61" w:rsidRPr="004C3E92">
        <w:t>en fus torturé</w:t>
      </w:r>
      <w:r>
        <w:t xml:space="preserve">, </w:t>
      </w:r>
      <w:r w:rsidR="008C5C61" w:rsidRPr="004C3E92">
        <w:t>en effet</w:t>
      </w:r>
      <w:r>
        <w:t xml:space="preserve"> ! </w:t>
      </w:r>
      <w:r w:rsidR="008C5C61" w:rsidRPr="004C3E92">
        <w:t>J</w:t>
      </w:r>
      <w:r>
        <w:t>’</w:t>
      </w:r>
      <w:r w:rsidR="008C5C61" w:rsidRPr="004C3E92">
        <w:t>ai été affreus</w:t>
      </w:r>
      <w:r w:rsidR="008C5C61" w:rsidRPr="004C3E92">
        <w:t>e</w:t>
      </w:r>
      <w:r w:rsidR="008C5C61" w:rsidRPr="004C3E92">
        <w:t>ment malheureux</w:t>
      </w:r>
      <w:r>
        <w:t xml:space="preserve">. </w:t>
      </w:r>
      <w:r w:rsidR="008C5C61" w:rsidRPr="004C3E92">
        <w:t xml:space="preserve">Miss </w:t>
      </w:r>
      <w:proofErr w:type="spellStart"/>
      <w:r w:rsidR="008C5C61" w:rsidRPr="004C3E92">
        <w:t>Dashwood</w:t>
      </w:r>
      <w:proofErr w:type="spellEnd"/>
      <w:r>
        <w:t xml:space="preserve">, </w:t>
      </w:r>
      <w:r w:rsidR="008C5C61" w:rsidRPr="004C3E92">
        <w:t xml:space="preserve">vous ne </w:t>
      </w:r>
      <w:proofErr w:type="spellStart"/>
      <w:r w:rsidR="008C5C61" w:rsidRPr="004C3E92">
        <w:t>pouvez vous</w:t>
      </w:r>
      <w:proofErr w:type="spellEnd"/>
      <w:r w:rsidR="008C5C61" w:rsidRPr="004C3E92">
        <w:t xml:space="preserve"> faire une idée du réconfort que j</w:t>
      </w:r>
      <w:r>
        <w:t>’</w:t>
      </w:r>
      <w:r w:rsidR="008C5C61" w:rsidRPr="004C3E92">
        <w:t>éprouve à revoir rétrospectivement ma propre détresse</w:t>
      </w:r>
      <w:r>
        <w:t xml:space="preserve">. </w:t>
      </w:r>
      <w:r w:rsidR="008C5C61" w:rsidRPr="004C3E92">
        <w:t>Je m</w:t>
      </w:r>
      <w:r>
        <w:t>’</w:t>
      </w:r>
      <w:r w:rsidR="008C5C61" w:rsidRPr="004C3E92">
        <w:t>en veux tellement</w:t>
      </w:r>
      <w:r>
        <w:t xml:space="preserve">, </w:t>
      </w:r>
      <w:r w:rsidR="008C5C61" w:rsidRPr="004C3E92">
        <w:t>de cette folie stup</w:t>
      </w:r>
      <w:r w:rsidR="008C5C61" w:rsidRPr="004C3E92">
        <w:t>i</w:t>
      </w:r>
      <w:r w:rsidR="008C5C61" w:rsidRPr="004C3E92">
        <w:t>de et scélérate de mon propre cœur</w:t>
      </w:r>
      <w:r>
        <w:t xml:space="preserve">, </w:t>
      </w:r>
      <w:r w:rsidR="008C5C61" w:rsidRPr="004C3E92">
        <w:t>que toutes les souffrances passées qu</w:t>
      </w:r>
      <w:r>
        <w:t>’</w:t>
      </w:r>
      <w:r w:rsidR="008C5C61" w:rsidRPr="004C3E92">
        <w:t>elle m</w:t>
      </w:r>
      <w:r>
        <w:t>’</w:t>
      </w:r>
      <w:r w:rsidR="008C5C61" w:rsidRPr="004C3E92">
        <w:t>a fait subir ne me sont plus à présent que triomphe de joie délirante</w:t>
      </w:r>
      <w:r>
        <w:t xml:space="preserve">. </w:t>
      </w:r>
      <w:r w:rsidR="008C5C61" w:rsidRPr="004C3E92">
        <w:t>Enfin</w:t>
      </w:r>
      <w:r>
        <w:t xml:space="preserve">, </w:t>
      </w:r>
      <w:r w:rsidR="008C5C61" w:rsidRPr="004C3E92">
        <w:t>je partis</w:t>
      </w:r>
      <w:r>
        <w:t xml:space="preserve">, </w:t>
      </w:r>
      <w:r w:rsidR="008C5C61" w:rsidRPr="004C3E92">
        <w:t>je quittai tout ce que j</w:t>
      </w:r>
      <w:r>
        <w:t>’</w:t>
      </w:r>
      <w:r w:rsidR="008C5C61" w:rsidRPr="004C3E92">
        <w:t>aimais</w:t>
      </w:r>
      <w:r>
        <w:t xml:space="preserve">, </w:t>
      </w:r>
      <w:r w:rsidR="008C5C61" w:rsidRPr="004C3E92">
        <w:t>pour aller trouver ceux à qui</w:t>
      </w:r>
      <w:r>
        <w:t xml:space="preserve">, </w:t>
      </w:r>
      <w:r w:rsidR="008C5C61" w:rsidRPr="004C3E92">
        <w:t>en mettant les choses au mieux</w:t>
      </w:r>
      <w:r>
        <w:t xml:space="preserve">, </w:t>
      </w:r>
      <w:r w:rsidR="008C5C61" w:rsidRPr="004C3E92">
        <w:t>j</w:t>
      </w:r>
      <w:r>
        <w:t>’</w:t>
      </w:r>
      <w:r w:rsidR="008C5C61" w:rsidRPr="004C3E92">
        <w:t>étais simplement indifférent</w:t>
      </w:r>
      <w:r>
        <w:t xml:space="preserve">. </w:t>
      </w:r>
      <w:r w:rsidR="008C5C61" w:rsidRPr="004C3E92">
        <w:t>Mon voyage à Londres</w:t>
      </w:r>
      <w:r>
        <w:t xml:space="preserve"> – </w:t>
      </w:r>
      <w:r w:rsidR="008C5C61" w:rsidRPr="004C3E92">
        <w:t>voyage effectué avec mes propres chevaux</w:t>
      </w:r>
      <w:r>
        <w:t xml:space="preserve">, </w:t>
      </w:r>
      <w:r w:rsidR="008C5C61" w:rsidRPr="004C3E92">
        <w:t>et</w:t>
      </w:r>
      <w:r>
        <w:t xml:space="preserve">, </w:t>
      </w:r>
      <w:r w:rsidR="008C5C61" w:rsidRPr="004C3E92">
        <w:t>partant</w:t>
      </w:r>
      <w:r>
        <w:t xml:space="preserve">, </w:t>
      </w:r>
      <w:r w:rsidR="008C5C61" w:rsidRPr="004C3E92">
        <w:t>si lent</w:t>
      </w:r>
      <w:r>
        <w:t xml:space="preserve"> ! – </w:t>
      </w:r>
      <w:r w:rsidR="008C5C61" w:rsidRPr="004C3E92">
        <w:t>personne à qui parler</w:t>
      </w:r>
      <w:r>
        <w:t xml:space="preserve">, – </w:t>
      </w:r>
      <w:r w:rsidR="008C5C61" w:rsidRPr="004C3E92">
        <w:t>mes propres réflexions si joyeuses</w:t>
      </w:r>
      <w:r>
        <w:t xml:space="preserve"> – </w:t>
      </w:r>
      <w:r w:rsidR="008C5C61" w:rsidRPr="004C3E92">
        <w:t>quand je regardais en avant</w:t>
      </w:r>
      <w:r>
        <w:t xml:space="preserve">, </w:t>
      </w:r>
      <w:r w:rsidR="008C5C61" w:rsidRPr="004C3E92">
        <w:t>toutes choses si attrayantes</w:t>
      </w:r>
      <w:r>
        <w:t xml:space="preserve"> ! – </w:t>
      </w:r>
      <w:r w:rsidR="008C5C61" w:rsidRPr="004C3E92">
        <w:t>quand je regardais en arrière</w:t>
      </w:r>
      <w:r>
        <w:t xml:space="preserve">, </w:t>
      </w:r>
      <w:r w:rsidR="008C5C61" w:rsidRPr="004C3E92">
        <w:t>vers Barton</w:t>
      </w:r>
      <w:r>
        <w:t xml:space="preserve">, </w:t>
      </w:r>
      <w:r w:rsidR="008C5C61" w:rsidRPr="004C3E92">
        <w:t>un tableau si apa</w:t>
      </w:r>
      <w:r w:rsidR="008C5C61" w:rsidRPr="004C3E92">
        <w:t>i</w:t>
      </w:r>
      <w:r w:rsidR="008C5C61" w:rsidRPr="004C3E92">
        <w:t>sant</w:t>
      </w:r>
      <w:r>
        <w:t xml:space="preserve"> ! – </w:t>
      </w:r>
      <w:r w:rsidR="008C5C61" w:rsidRPr="004C3E92">
        <w:t>ah</w:t>
      </w:r>
      <w:r>
        <w:t xml:space="preserve">, </w:t>
      </w:r>
      <w:r w:rsidR="008C5C61" w:rsidRPr="004C3E92">
        <w:t>oui</w:t>
      </w:r>
      <w:r>
        <w:t xml:space="preserve">, </w:t>
      </w:r>
      <w:r w:rsidR="008C5C61" w:rsidRPr="004C3E92">
        <w:t>ce fut un voyage béni</w:t>
      </w:r>
      <w:r>
        <w:t> !</w:t>
      </w:r>
    </w:p>
    <w:p w14:paraId="38E86E5D" w14:textId="77777777" w:rsidR="004A4993" w:rsidRDefault="008C5C61" w:rsidP="004A4993">
      <w:r w:rsidRPr="004C3E92">
        <w:t>Il se tut</w:t>
      </w:r>
      <w:r w:rsidR="004A4993">
        <w:t>.</w:t>
      </w:r>
    </w:p>
    <w:p w14:paraId="451449B2" w14:textId="77777777" w:rsidR="004A4993" w:rsidRDefault="004A4993" w:rsidP="004A4993">
      <w:r>
        <w:t>— </w:t>
      </w:r>
      <w:r w:rsidR="008C5C61" w:rsidRPr="004C3E92">
        <w:t>Eh bien</w:t>
      </w:r>
      <w:r>
        <w:t xml:space="preserve">, </w:t>
      </w:r>
      <w:r w:rsidR="008C5C61" w:rsidRPr="004C3E92">
        <w:t>monsieur</w:t>
      </w:r>
      <w:r>
        <w:t xml:space="preserve">, </w:t>
      </w:r>
      <w:r w:rsidR="008C5C61" w:rsidRPr="004C3E92">
        <w:t xml:space="preserve">dit </w:t>
      </w:r>
      <w:proofErr w:type="spellStart"/>
      <w:r w:rsidR="008C5C61" w:rsidRPr="004C3E92">
        <w:t>Elinor</w:t>
      </w:r>
      <w:proofErr w:type="spellEnd"/>
      <w:r>
        <w:t xml:space="preserve">, </w:t>
      </w:r>
      <w:r w:rsidR="008C5C61" w:rsidRPr="004C3E92">
        <w:t>qui</w:t>
      </w:r>
      <w:r>
        <w:t xml:space="preserve">, </w:t>
      </w:r>
      <w:r w:rsidR="008C5C61" w:rsidRPr="004C3E92">
        <w:t>bien qu</w:t>
      </w:r>
      <w:r>
        <w:t>’</w:t>
      </w:r>
      <w:r w:rsidR="008C5C61" w:rsidRPr="004C3E92">
        <w:t>elle eût pitié de lui</w:t>
      </w:r>
      <w:r>
        <w:t xml:space="preserve">, </w:t>
      </w:r>
      <w:r w:rsidR="008C5C61" w:rsidRPr="004C3E92">
        <w:t>devenait impatiente de le voir partir</w:t>
      </w:r>
      <w:r>
        <w:t xml:space="preserve">, </w:t>
      </w:r>
      <w:r w:rsidR="008C5C61" w:rsidRPr="004C3E92">
        <w:t>est-ce là tout</w:t>
      </w:r>
      <w:r>
        <w:t> ?</w:t>
      </w:r>
    </w:p>
    <w:p w14:paraId="061ACF8E" w14:textId="77777777" w:rsidR="004A4993" w:rsidRDefault="004A4993" w:rsidP="004A4993">
      <w:r>
        <w:t>— </w:t>
      </w:r>
      <w:r w:rsidR="008C5C61" w:rsidRPr="004C3E92">
        <w:t>Tout</w:t>
      </w:r>
      <w:r>
        <w:t xml:space="preserve"> ! </w:t>
      </w:r>
      <w:r w:rsidR="008C5C61" w:rsidRPr="004C3E92">
        <w:t>Non</w:t>
      </w:r>
      <w:r>
        <w:t xml:space="preserve">, – </w:t>
      </w:r>
      <w:r w:rsidR="008C5C61" w:rsidRPr="004C3E92">
        <w:t>avez-vous oublié ce qui s</w:t>
      </w:r>
      <w:r>
        <w:t>’</w:t>
      </w:r>
      <w:r w:rsidR="008C5C61" w:rsidRPr="004C3E92">
        <w:t>est passé à Lo</w:t>
      </w:r>
      <w:r w:rsidR="008C5C61" w:rsidRPr="004C3E92">
        <w:t>n</w:t>
      </w:r>
      <w:r w:rsidR="008C5C61" w:rsidRPr="004C3E92">
        <w:t>dres</w:t>
      </w:r>
      <w:r>
        <w:t xml:space="preserve"> ? </w:t>
      </w:r>
      <w:r w:rsidR="008C5C61" w:rsidRPr="004C3E92">
        <w:t>Cette lettre infâme</w:t>
      </w:r>
      <w:r>
        <w:t xml:space="preserve"> ! </w:t>
      </w:r>
      <w:r w:rsidR="008C5C61" w:rsidRPr="004C3E92">
        <w:t>Vous l</w:t>
      </w:r>
      <w:r>
        <w:t>’</w:t>
      </w:r>
      <w:r w:rsidR="008C5C61" w:rsidRPr="004C3E92">
        <w:t>a-t-elle montrée</w:t>
      </w:r>
      <w:r>
        <w:t> ?</w:t>
      </w:r>
    </w:p>
    <w:p w14:paraId="06F67F98" w14:textId="77777777" w:rsidR="004A4993" w:rsidRDefault="004A4993" w:rsidP="004A4993">
      <w:r>
        <w:t>— </w:t>
      </w:r>
      <w:r w:rsidR="008C5C61" w:rsidRPr="004C3E92">
        <w:t>Oui</w:t>
      </w:r>
      <w:r>
        <w:t xml:space="preserve">, </w:t>
      </w:r>
      <w:r w:rsidR="008C5C61" w:rsidRPr="004C3E92">
        <w:t>j</w:t>
      </w:r>
      <w:r>
        <w:t>’</w:t>
      </w:r>
      <w:r w:rsidR="008C5C61" w:rsidRPr="004C3E92">
        <w:t>ai vu chacun des billets échangés</w:t>
      </w:r>
      <w:r>
        <w:t>.</w:t>
      </w:r>
    </w:p>
    <w:p w14:paraId="6F9BC586" w14:textId="77777777" w:rsidR="004A4993" w:rsidRDefault="004A4993" w:rsidP="004A4993">
      <w:r>
        <w:t>— </w:t>
      </w:r>
      <w:r w:rsidR="008C5C61" w:rsidRPr="004C3E92">
        <w:t>Quand le premier des siens m</w:t>
      </w:r>
      <w:r>
        <w:t>’</w:t>
      </w:r>
      <w:r w:rsidR="008C5C61" w:rsidRPr="004C3E92">
        <w:t>est parvenu</w:t>
      </w:r>
      <w:r>
        <w:t xml:space="preserve"> (</w:t>
      </w:r>
      <w:r w:rsidR="008C5C61" w:rsidRPr="004C3E92">
        <w:t>comme il l</w:t>
      </w:r>
      <w:r>
        <w:t>’</w:t>
      </w:r>
      <w:r w:rsidR="008C5C61" w:rsidRPr="004C3E92">
        <w:t>a fait immédiatement</w:t>
      </w:r>
      <w:r>
        <w:t xml:space="preserve">, </w:t>
      </w:r>
      <w:r w:rsidR="008C5C61" w:rsidRPr="004C3E92">
        <w:t>car je n</w:t>
      </w:r>
      <w:r>
        <w:t>’</w:t>
      </w:r>
      <w:r w:rsidR="008C5C61" w:rsidRPr="004C3E92">
        <w:t>ai pas quitté Londres</w:t>
      </w:r>
      <w:r>
        <w:t xml:space="preserve">, </w:t>
      </w:r>
      <w:r w:rsidR="008C5C61" w:rsidRPr="004C3E92">
        <w:t>de tout ce temps</w:t>
      </w:r>
      <w:r>
        <w:t xml:space="preserve">), </w:t>
      </w:r>
      <w:r w:rsidR="008C5C61" w:rsidRPr="004C3E92">
        <w:t>ce que j</w:t>
      </w:r>
      <w:r>
        <w:t>’</w:t>
      </w:r>
      <w:r w:rsidR="008C5C61" w:rsidRPr="004C3E92">
        <w:t>ai ressenti ne saurait s</w:t>
      </w:r>
      <w:r>
        <w:t>’</w:t>
      </w:r>
      <w:r w:rsidR="008C5C61" w:rsidRPr="004C3E92">
        <w:t>exprimer</w:t>
      </w:r>
      <w:r>
        <w:t xml:space="preserve">, – </w:t>
      </w:r>
      <w:r w:rsidR="008C5C61" w:rsidRPr="004C3E92">
        <w:t>pour me servir d</w:t>
      </w:r>
      <w:r>
        <w:t>’</w:t>
      </w:r>
      <w:r w:rsidR="008C5C61" w:rsidRPr="004C3E92">
        <w:t>une locution courante</w:t>
      </w:r>
      <w:r>
        <w:t xml:space="preserve"> ; </w:t>
      </w:r>
      <w:r w:rsidR="008C5C61" w:rsidRPr="004C3E92">
        <w:t xml:space="preserve">pour en employer une plus </w:t>
      </w:r>
      <w:r w:rsidR="008C5C61" w:rsidRPr="004C3E92">
        <w:lastRenderedPageBreak/>
        <w:t>si</w:t>
      </w:r>
      <w:r w:rsidR="008C5C61" w:rsidRPr="004C3E92">
        <w:t>m</w:t>
      </w:r>
      <w:r w:rsidR="008C5C61" w:rsidRPr="004C3E92">
        <w:t>ple</w:t>
      </w:r>
      <w:r>
        <w:t xml:space="preserve">, – </w:t>
      </w:r>
      <w:r w:rsidR="008C5C61" w:rsidRPr="004C3E92">
        <w:t>trop simple</w:t>
      </w:r>
      <w:r>
        <w:t xml:space="preserve">, </w:t>
      </w:r>
      <w:r w:rsidR="008C5C61" w:rsidRPr="004C3E92">
        <w:t>peut-être</w:t>
      </w:r>
      <w:r>
        <w:t xml:space="preserve">, </w:t>
      </w:r>
      <w:r w:rsidR="008C5C61" w:rsidRPr="004C3E92">
        <w:t>pour susciter aucune émotion</w:t>
      </w:r>
      <w:r>
        <w:t xml:space="preserve">, – </w:t>
      </w:r>
      <w:r w:rsidR="008C5C61" w:rsidRPr="004C3E92">
        <w:t>mes sentiments ont été fort</w:t>
      </w:r>
      <w:r>
        <w:t xml:space="preserve">, </w:t>
      </w:r>
      <w:r w:rsidR="008C5C61" w:rsidRPr="004C3E92">
        <w:t>fort douloureux</w:t>
      </w:r>
      <w:r>
        <w:t xml:space="preserve">. </w:t>
      </w:r>
      <w:r w:rsidR="008C5C61" w:rsidRPr="004C3E92">
        <w:t>Chacune des l</w:t>
      </w:r>
      <w:r w:rsidR="008C5C61" w:rsidRPr="004C3E92">
        <w:t>i</w:t>
      </w:r>
      <w:r w:rsidR="008C5C61" w:rsidRPr="004C3E92">
        <w:t>gnes</w:t>
      </w:r>
      <w:r>
        <w:t xml:space="preserve">, </w:t>
      </w:r>
      <w:r w:rsidR="008C5C61" w:rsidRPr="004C3E92">
        <w:t>chacun des mots était</w:t>
      </w:r>
      <w:r>
        <w:t xml:space="preserve"> – </w:t>
      </w:r>
      <w:r w:rsidR="008C5C61" w:rsidRPr="004C3E92">
        <w:t>selon la métaphore rebattue que la chère épistolière interdirait si elle était là</w:t>
      </w:r>
      <w:r>
        <w:t xml:space="preserve"> – </w:t>
      </w:r>
      <w:r w:rsidR="008C5C61" w:rsidRPr="004C3E92">
        <w:t>un poignard e</w:t>
      </w:r>
      <w:r w:rsidR="008C5C61" w:rsidRPr="004C3E92">
        <w:t>n</w:t>
      </w:r>
      <w:r w:rsidR="008C5C61" w:rsidRPr="004C3E92">
        <w:t>foncé dans mon cœur</w:t>
      </w:r>
      <w:r>
        <w:t xml:space="preserve">. </w:t>
      </w:r>
      <w:r w:rsidR="008C5C61" w:rsidRPr="004C3E92">
        <w:t>Savoir que Marianne était à Londres</w:t>
      </w:r>
      <w:r>
        <w:t xml:space="preserve">, </w:t>
      </w:r>
      <w:r w:rsidR="008C5C61" w:rsidRPr="004C3E92">
        <w:t>ce fut pour moi</w:t>
      </w:r>
      <w:r>
        <w:t xml:space="preserve"> – </w:t>
      </w:r>
      <w:r w:rsidR="008C5C61" w:rsidRPr="004C3E92">
        <w:t>dans le même langage</w:t>
      </w:r>
      <w:r>
        <w:t xml:space="preserve"> – </w:t>
      </w:r>
      <w:r w:rsidR="008C5C61" w:rsidRPr="004C3E92">
        <w:t>un coup de tonnerre</w:t>
      </w:r>
      <w:r>
        <w:t xml:space="preserve">. </w:t>
      </w:r>
      <w:r w:rsidR="008C5C61" w:rsidRPr="004C3E92">
        <w:t>Coups de tonnerre et poignards</w:t>
      </w:r>
      <w:r>
        <w:t xml:space="preserve"> ! </w:t>
      </w:r>
      <w:r w:rsidR="008C5C61" w:rsidRPr="004C3E92">
        <w:t>Quelle réprimande elle m</w:t>
      </w:r>
      <w:r>
        <w:t>’</w:t>
      </w:r>
      <w:r w:rsidR="008C5C61" w:rsidRPr="004C3E92">
        <w:t>eût faite</w:t>
      </w:r>
      <w:r>
        <w:t xml:space="preserve"> ! </w:t>
      </w:r>
      <w:r w:rsidR="008C5C61" w:rsidRPr="004C3E92">
        <w:t>Son goût</w:t>
      </w:r>
      <w:r>
        <w:t xml:space="preserve">, </w:t>
      </w:r>
      <w:r w:rsidR="008C5C61" w:rsidRPr="004C3E92">
        <w:t>ses opinions</w:t>
      </w:r>
      <w:r>
        <w:t xml:space="preserve">, – </w:t>
      </w:r>
      <w:r w:rsidR="008C5C61" w:rsidRPr="004C3E92">
        <w:t>je crois qu</w:t>
      </w:r>
      <w:r>
        <w:t>’</w:t>
      </w:r>
      <w:r w:rsidR="008C5C61" w:rsidRPr="004C3E92">
        <w:t>ils me sont mieux connus que les miens</w:t>
      </w:r>
      <w:r>
        <w:t xml:space="preserve">, </w:t>
      </w:r>
      <w:r w:rsidR="008C5C61" w:rsidRPr="004C3E92">
        <w:t>et je suis sûr qu</w:t>
      </w:r>
      <w:r>
        <w:t>’</w:t>
      </w:r>
      <w:r w:rsidR="008C5C61" w:rsidRPr="004C3E92">
        <w:t>ils me sont plus chers</w:t>
      </w:r>
      <w:r>
        <w:t> !</w:t>
      </w:r>
    </w:p>
    <w:p w14:paraId="78F2C2FD" w14:textId="77777777" w:rsidR="004A4993" w:rsidRDefault="008C5C61" w:rsidP="004A4993">
      <w:r w:rsidRPr="004C3E92">
        <w:t>Le cœur d</w:t>
      </w:r>
      <w:r w:rsidR="004A4993">
        <w:t>’</w:t>
      </w:r>
      <w:proofErr w:type="spellStart"/>
      <w:r w:rsidRPr="004C3E92">
        <w:t>Elinor</w:t>
      </w:r>
      <w:proofErr w:type="spellEnd"/>
      <w:r w:rsidR="004A4993">
        <w:t xml:space="preserve">, </w:t>
      </w:r>
      <w:r w:rsidRPr="004C3E92">
        <w:t>qui avait subi bien des changements au cours de cette conversation extraordinaire</w:t>
      </w:r>
      <w:r w:rsidR="004A4993">
        <w:t xml:space="preserve">, </w:t>
      </w:r>
      <w:r w:rsidRPr="004C3E92">
        <w:t>fut à présent rado</w:t>
      </w:r>
      <w:r w:rsidRPr="004C3E92">
        <w:t>u</w:t>
      </w:r>
      <w:r w:rsidRPr="004C3E92">
        <w:t>ci</w:t>
      </w:r>
      <w:r w:rsidR="004A4993">
        <w:t xml:space="preserve"> ; </w:t>
      </w:r>
      <w:r w:rsidRPr="004C3E92">
        <w:t>elle sentit pourtant qu</w:t>
      </w:r>
      <w:r w:rsidR="004A4993">
        <w:t>’</w:t>
      </w:r>
      <w:r w:rsidRPr="004C3E92">
        <w:t>il était de son devoir de mettre un frein</w:t>
      </w:r>
      <w:r w:rsidR="004A4993">
        <w:t xml:space="preserve">, </w:t>
      </w:r>
      <w:r w:rsidRPr="004C3E92">
        <w:t>chez son compagnon</w:t>
      </w:r>
      <w:r w:rsidR="004A4993">
        <w:t xml:space="preserve">, </w:t>
      </w:r>
      <w:r w:rsidRPr="004C3E92">
        <w:t>à des idées comme la dernière</w:t>
      </w:r>
      <w:r w:rsidR="004A4993">
        <w:t>.</w:t>
      </w:r>
    </w:p>
    <w:p w14:paraId="766BBD85" w14:textId="77777777" w:rsidR="004A4993" w:rsidRDefault="004A4993" w:rsidP="004A4993">
      <w:r>
        <w:t>— </w:t>
      </w:r>
      <w:r w:rsidR="008C5C61" w:rsidRPr="004C3E92">
        <w:t>Voilà qui n</w:t>
      </w:r>
      <w:r>
        <w:t>’</w:t>
      </w:r>
      <w:r w:rsidR="008C5C61" w:rsidRPr="004C3E92">
        <w:t>est pas bien</w:t>
      </w:r>
      <w:r>
        <w:t xml:space="preserve">, </w:t>
      </w:r>
      <w:r w:rsidR="008C5C61" w:rsidRPr="004C3E92">
        <w:t>Mr</w:t>
      </w:r>
      <w:r>
        <w:t xml:space="preserve">. </w:t>
      </w:r>
      <w:r w:rsidR="008C5C61" w:rsidRPr="004C3E92">
        <w:t>Willoughby</w:t>
      </w:r>
      <w:r>
        <w:t xml:space="preserve">. </w:t>
      </w:r>
      <w:r w:rsidR="008C5C61" w:rsidRPr="004C3E92">
        <w:t>Souvenez-vous que vous êtes marié</w:t>
      </w:r>
      <w:r>
        <w:t xml:space="preserve">. </w:t>
      </w:r>
      <w:r w:rsidR="008C5C61" w:rsidRPr="004C3E92">
        <w:t>Ne rapportez que ce qu</w:t>
      </w:r>
      <w:r>
        <w:t>’</w:t>
      </w:r>
      <w:r w:rsidR="008C5C61" w:rsidRPr="004C3E92">
        <w:t>en conscience vous estimez nécessaire pour moi d</w:t>
      </w:r>
      <w:r>
        <w:t>’</w:t>
      </w:r>
      <w:r w:rsidR="008C5C61" w:rsidRPr="004C3E92">
        <w:t>entendre</w:t>
      </w:r>
      <w:r>
        <w:t>.</w:t>
      </w:r>
    </w:p>
    <w:p w14:paraId="62ED2B3B" w14:textId="77777777" w:rsidR="004A4993" w:rsidRDefault="004A4993" w:rsidP="004A4993">
      <w:r>
        <w:t>— </w:t>
      </w:r>
      <w:r w:rsidR="008C5C61" w:rsidRPr="004C3E92">
        <w:t>Le billet de Marianne</w:t>
      </w:r>
      <w:r>
        <w:t xml:space="preserve">, </w:t>
      </w:r>
      <w:r w:rsidR="008C5C61" w:rsidRPr="004C3E92">
        <w:t>en m</w:t>
      </w:r>
      <w:r>
        <w:t>’</w:t>
      </w:r>
      <w:r w:rsidR="008C5C61" w:rsidRPr="004C3E92">
        <w:t>assurant que je lui étais to</w:t>
      </w:r>
      <w:r w:rsidR="008C5C61" w:rsidRPr="004C3E92">
        <w:t>u</w:t>
      </w:r>
      <w:r w:rsidR="008C5C61" w:rsidRPr="004C3E92">
        <w:t>jours aussi cher qu</w:t>
      </w:r>
      <w:r>
        <w:t>’</w:t>
      </w:r>
      <w:r w:rsidR="008C5C61" w:rsidRPr="004C3E92">
        <w:t>autrefois</w:t>
      </w:r>
      <w:r>
        <w:t xml:space="preserve">, – </w:t>
      </w:r>
      <w:r w:rsidR="008C5C61" w:rsidRPr="004C3E92">
        <w:t>que malgré les semaines no</w:t>
      </w:r>
      <w:r w:rsidR="008C5C61" w:rsidRPr="004C3E92">
        <w:t>m</w:t>
      </w:r>
      <w:r w:rsidR="008C5C61" w:rsidRPr="004C3E92">
        <w:t>breuses</w:t>
      </w:r>
      <w:r>
        <w:t xml:space="preserve">, </w:t>
      </w:r>
      <w:r w:rsidR="008C5C61" w:rsidRPr="004C3E92">
        <w:t>si nombreuses</w:t>
      </w:r>
      <w:r>
        <w:t xml:space="preserve">, </w:t>
      </w:r>
      <w:r w:rsidR="008C5C61" w:rsidRPr="004C3E92">
        <w:t>pendant lesquelles nous avions été s</w:t>
      </w:r>
      <w:r w:rsidR="008C5C61" w:rsidRPr="004C3E92">
        <w:t>é</w:t>
      </w:r>
      <w:r w:rsidR="008C5C61" w:rsidRPr="004C3E92">
        <w:t>parés</w:t>
      </w:r>
      <w:r>
        <w:t xml:space="preserve">, </w:t>
      </w:r>
      <w:r w:rsidR="008C5C61" w:rsidRPr="004C3E92">
        <w:t>elle était aussi constante dans ses propres sentiments</w:t>
      </w:r>
      <w:r>
        <w:t xml:space="preserve">, </w:t>
      </w:r>
      <w:r w:rsidR="008C5C61" w:rsidRPr="004C3E92">
        <w:t>et aussi pleine de foi que jamais en la constance des miens</w:t>
      </w:r>
      <w:r>
        <w:t xml:space="preserve">, </w:t>
      </w:r>
      <w:r w:rsidR="008C5C61" w:rsidRPr="004C3E92">
        <w:t>réveilla tous mes remords</w:t>
      </w:r>
      <w:r>
        <w:t xml:space="preserve">. </w:t>
      </w:r>
      <w:r w:rsidR="008C5C61" w:rsidRPr="004C3E92">
        <w:t xml:space="preserve">Je dis </w:t>
      </w:r>
      <w:r>
        <w:t>« </w:t>
      </w:r>
      <w:r w:rsidR="008C5C61" w:rsidRPr="004C3E92">
        <w:t>réveilla</w:t>
      </w:r>
      <w:r>
        <w:t xml:space="preserve"> », </w:t>
      </w:r>
      <w:r w:rsidR="008C5C61" w:rsidRPr="004C3E92">
        <w:t>parce que le temps</w:t>
      </w:r>
      <w:r>
        <w:t xml:space="preserve">, </w:t>
      </w:r>
      <w:r w:rsidR="008C5C61" w:rsidRPr="004C3E92">
        <w:t>et Londres</w:t>
      </w:r>
      <w:r>
        <w:t xml:space="preserve">, </w:t>
      </w:r>
      <w:r w:rsidR="008C5C61" w:rsidRPr="004C3E92">
        <w:t>les affaires et la dissipation</w:t>
      </w:r>
      <w:r>
        <w:t xml:space="preserve">, </w:t>
      </w:r>
      <w:r w:rsidR="008C5C61" w:rsidRPr="004C3E92">
        <w:t>les avaient calmés dans une certaine mesure</w:t>
      </w:r>
      <w:r>
        <w:t xml:space="preserve">, </w:t>
      </w:r>
      <w:r w:rsidR="008C5C61" w:rsidRPr="004C3E92">
        <w:t>et j</w:t>
      </w:r>
      <w:r>
        <w:t>’</w:t>
      </w:r>
      <w:r w:rsidR="008C5C61" w:rsidRPr="004C3E92">
        <w:t>étais devenu un beau coquin endurci</w:t>
      </w:r>
      <w:r>
        <w:t xml:space="preserve">, </w:t>
      </w:r>
      <w:r w:rsidR="008C5C61" w:rsidRPr="004C3E92">
        <w:t>m</w:t>
      </w:r>
      <w:r>
        <w:t>’</w:t>
      </w:r>
      <w:r w:rsidR="008C5C61" w:rsidRPr="004C3E92">
        <w:t>imaginant indifférent envers elle</w:t>
      </w:r>
      <w:r>
        <w:t xml:space="preserve">, </w:t>
      </w:r>
      <w:r w:rsidR="008C5C61" w:rsidRPr="004C3E92">
        <w:t>et me plaisant à m</w:t>
      </w:r>
      <w:r>
        <w:t>’</w:t>
      </w:r>
      <w:r w:rsidR="008C5C61" w:rsidRPr="004C3E92">
        <w:t>imaginer qu</w:t>
      </w:r>
      <w:r>
        <w:t>’</w:t>
      </w:r>
      <w:r w:rsidR="008C5C61" w:rsidRPr="004C3E92">
        <w:t>elle devait</w:t>
      </w:r>
      <w:r>
        <w:t xml:space="preserve">, </w:t>
      </w:r>
      <w:r w:rsidR="008C5C61" w:rsidRPr="004C3E92">
        <w:t>elle aussi</w:t>
      </w:r>
      <w:r>
        <w:t xml:space="preserve">, </w:t>
      </w:r>
      <w:r w:rsidR="008C5C61" w:rsidRPr="004C3E92">
        <w:t>être devenue indifférente envers moi</w:t>
      </w:r>
      <w:r>
        <w:t xml:space="preserve"> ; </w:t>
      </w:r>
      <w:r w:rsidR="008C5C61" w:rsidRPr="004C3E92">
        <w:t>me parlant à moi-même de notre affection passée comme d</w:t>
      </w:r>
      <w:r>
        <w:t>’</w:t>
      </w:r>
      <w:r w:rsidR="008C5C61" w:rsidRPr="004C3E92">
        <w:t>une simple bagatelle oiseuse</w:t>
      </w:r>
      <w:r>
        <w:t xml:space="preserve">, </w:t>
      </w:r>
      <w:r w:rsidR="008C5C61" w:rsidRPr="004C3E92">
        <w:t>haussant les épaules pour bien me le prouver</w:t>
      </w:r>
      <w:r>
        <w:t xml:space="preserve">, </w:t>
      </w:r>
      <w:r w:rsidR="008C5C61" w:rsidRPr="004C3E92">
        <w:t>et taisant chaque reproche</w:t>
      </w:r>
      <w:r>
        <w:t xml:space="preserve">, </w:t>
      </w:r>
      <w:r w:rsidR="008C5C61" w:rsidRPr="004C3E92">
        <w:t>surmontant chaque scr</w:t>
      </w:r>
      <w:r w:rsidR="008C5C61" w:rsidRPr="004C3E92">
        <w:t>u</w:t>
      </w:r>
      <w:r w:rsidR="008C5C61" w:rsidRPr="004C3E92">
        <w:t>pule</w:t>
      </w:r>
      <w:r>
        <w:t xml:space="preserve">, </w:t>
      </w:r>
      <w:r w:rsidR="008C5C61" w:rsidRPr="004C3E92">
        <w:t xml:space="preserve">en disant secrètement </w:t>
      </w:r>
      <w:r w:rsidR="008C5C61" w:rsidRPr="004C3E92">
        <w:lastRenderedPageBreak/>
        <w:t>de temps à autre</w:t>
      </w:r>
      <w:r>
        <w:t> : « </w:t>
      </w:r>
      <w:r w:rsidR="008C5C61" w:rsidRPr="004C3E92">
        <w:t>Je serai sinc</w:t>
      </w:r>
      <w:r w:rsidR="008C5C61" w:rsidRPr="004C3E92">
        <w:t>è</w:t>
      </w:r>
      <w:r w:rsidR="008C5C61" w:rsidRPr="004C3E92">
        <w:t>rement heureux d</w:t>
      </w:r>
      <w:r>
        <w:t>’</w:t>
      </w:r>
      <w:r w:rsidR="008C5C61" w:rsidRPr="004C3E92">
        <w:t>apprendre qu</w:t>
      </w:r>
      <w:r>
        <w:t>’</w:t>
      </w:r>
      <w:r w:rsidR="008C5C61" w:rsidRPr="004C3E92">
        <w:t>elle est bien mariée</w:t>
      </w:r>
      <w:r>
        <w:t>. »</w:t>
      </w:r>
      <w:r w:rsidR="008C5C61" w:rsidRPr="004C3E92">
        <w:t xml:space="preserve"> Mais ce billet m</w:t>
      </w:r>
      <w:r>
        <w:t>’</w:t>
      </w:r>
      <w:r w:rsidR="008C5C61" w:rsidRPr="004C3E92">
        <w:t>apprit à me mieux connaître</w:t>
      </w:r>
      <w:r>
        <w:t xml:space="preserve">. </w:t>
      </w:r>
      <w:r w:rsidR="008C5C61" w:rsidRPr="004C3E92">
        <w:t>Je sentis qu</w:t>
      </w:r>
      <w:r>
        <w:t>’</w:t>
      </w:r>
      <w:r w:rsidR="008C5C61" w:rsidRPr="004C3E92">
        <w:t>elle m</w:t>
      </w:r>
      <w:r>
        <w:t>’</w:t>
      </w:r>
      <w:r w:rsidR="008C5C61" w:rsidRPr="004C3E92">
        <w:t>était infiniment plus chère qu</w:t>
      </w:r>
      <w:r>
        <w:t>’</w:t>
      </w:r>
      <w:r w:rsidR="008C5C61" w:rsidRPr="004C3E92">
        <w:t>aucune autre femme au monde</w:t>
      </w:r>
      <w:r>
        <w:t xml:space="preserve">, </w:t>
      </w:r>
      <w:r w:rsidR="008C5C61" w:rsidRPr="004C3E92">
        <w:t>et que je me conduisais honteusement envers elle</w:t>
      </w:r>
      <w:r>
        <w:t xml:space="preserve">. </w:t>
      </w:r>
      <w:r w:rsidR="008C5C61" w:rsidRPr="004C3E92">
        <w:t>Mais tout venait justement d</w:t>
      </w:r>
      <w:r>
        <w:t>’</w:t>
      </w:r>
      <w:r w:rsidR="008C5C61" w:rsidRPr="004C3E92">
        <w:t>être réglé entre miss Gr</w:t>
      </w:r>
      <w:r w:rsidR="008C5C61">
        <w:t>a</w:t>
      </w:r>
      <w:r w:rsidR="008C5C61" w:rsidRPr="004C3E92">
        <w:t>y et moi</w:t>
      </w:r>
      <w:r>
        <w:t xml:space="preserve">. </w:t>
      </w:r>
      <w:r w:rsidR="008C5C61" w:rsidRPr="004C3E92">
        <w:t>Il était impossible de battre en retraite</w:t>
      </w:r>
      <w:r>
        <w:t xml:space="preserve">. </w:t>
      </w:r>
      <w:r w:rsidR="008C5C61" w:rsidRPr="004C3E92">
        <w:t>Tout ce que j</w:t>
      </w:r>
      <w:r>
        <w:t>’</w:t>
      </w:r>
      <w:r w:rsidR="008C5C61" w:rsidRPr="004C3E92">
        <w:t>avais à faire</w:t>
      </w:r>
      <w:r>
        <w:t xml:space="preserve">, </w:t>
      </w:r>
      <w:r w:rsidR="008C5C61" w:rsidRPr="004C3E92">
        <w:t>c</w:t>
      </w:r>
      <w:r>
        <w:t>’</w:t>
      </w:r>
      <w:r w:rsidR="008C5C61" w:rsidRPr="004C3E92">
        <w:t>était de vous éviter l</w:t>
      </w:r>
      <w:r>
        <w:t>’</w:t>
      </w:r>
      <w:r w:rsidR="008C5C61" w:rsidRPr="004C3E92">
        <w:t>une et l</w:t>
      </w:r>
      <w:r>
        <w:t>’</w:t>
      </w:r>
      <w:r w:rsidR="008C5C61" w:rsidRPr="004C3E92">
        <w:t>autre</w:t>
      </w:r>
      <w:r>
        <w:t xml:space="preserve">. </w:t>
      </w:r>
      <w:r w:rsidR="008C5C61" w:rsidRPr="004C3E92">
        <w:t>Je ne fis pas de réponse à Marianne</w:t>
      </w:r>
      <w:r>
        <w:t xml:space="preserve">, </w:t>
      </w:r>
      <w:r w:rsidR="008C5C61" w:rsidRPr="004C3E92">
        <w:t>ayant l</w:t>
      </w:r>
      <w:r>
        <w:t>’</w:t>
      </w:r>
      <w:r w:rsidR="008C5C61" w:rsidRPr="004C3E92">
        <w:t>intention</w:t>
      </w:r>
      <w:r>
        <w:t xml:space="preserve">, </w:t>
      </w:r>
      <w:r w:rsidR="008C5C61" w:rsidRPr="004C3E92">
        <w:t>de cette façon</w:t>
      </w:r>
      <w:r>
        <w:t xml:space="preserve">, </w:t>
      </w:r>
      <w:r w:rsidR="008C5C61" w:rsidRPr="004C3E92">
        <w:t>de me dérober à toute nouvelle atte</w:t>
      </w:r>
      <w:r w:rsidR="008C5C61" w:rsidRPr="004C3E92">
        <w:t>n</w:t>
      </w:r>
      <w:r w:rsidR="008C5C61" w:rsidRPr="004C3E92">
        <w:t>tion de sa part</w:t>
      </w:r>
      <w:r>
        <w:t xml:space="preserve"> ; </w:t>
      </w:r>
      <w:r w:rsidR="008C5C61" w:rsidRPr="004C3E92">
        <w:t>et pendant quelque temps je résolus même de ne pas me présenter dans Berkeley Street</w:t>
      </w:r>
      <w:r>
        <w:t xml:space="preserve"> ; </w:t>
      </w:r>
      <w:r w:rsidR="008C5C61" w:rsidRPr="004C3E92">
        <w:t>mais en fin de com</w:t>
      </w:r>
      <w:r w:rsidR="008C5C61" w:rsidRPr="004C3E92">
        <w:t>p</w:t>
      </w:r>
      <w:r w:rsidR="008C5C61" w:rsidRPr="004C3E92">
        <w:t>te</w:t>
      </w:r>
      <w:r>
        <w:t xml:space="preserve">, </w:t>
      </w:r>
      <w:r w:rsidR="008C5C61" w:rsidRPr="004C3E92">
        <w:t>estimant qu</w:t>
      </w:r>
      <w:r>
        <w:t>’</w:t>
      </w:r>
      <w:r w:rsidR="008C5C61" w:rsidRPr="004C3E92">
        <w:t>il était plus sage d</w:t>
      </w:r>
      <w:r>
        <w:t>’</w:t>
      </w:r>
      <w:r w:rsidR="008C5C61" w:rsidRPr="004C3E92">
        <w:t>affecter l</w:t>
      </w:r>
      <w:r>
        <w:t>’</w:t>
      </w:r>
      <w:r w:rsidR="008C5C61" w:rsidRPr="004C3E92">
        <w:t>air d</w:t>
      </w:r>
      <w:r>
        <w:t>’</w:t>
      </w:r>
      <w:r w:rsidR="008C5C61" w:rsidRPr="004C3E92">
        <w:t>une connai</w:t>
      </w:r>
      <w:r w:rsidR="008C5C61" w:rsidRPr="004C3E92">
        <w:t>s</w:t>
      </w:r>
      <w:r w:rsidR="008C5C61" w:rsidRPr="004C3E92">
        <w:t>sance flegmatique et banale qu</w:t>
      </w:r>
      <w:r>
        <w:t>’</w:t>
      </w:r>
      <w:r w:rsidR="008C5C61" w:rsidRPr="004C3E92">
        <w:t>autre chose</w:t>
      </w:r>
      <w:r>
        <w:t xml:space="preserve">, </w:t>
      </w:r>
      <w:r w:rsidR="008C5C61" w:rsidRPr="004C3E92">
        <w:t>je vous ai épiées un matin pour être bien sûr que vous étiez sorties de la maison</w:t>
      </w:r>
      <w:r>
        <w:t xml:space="preserve">, </w:t>
      </w:r>
      <w:r w:rsidR="008C5C61" w:rsidRPr="004C3E92">
        <w:t>et j</w:t>
      </w:r>
      <w:r>
        <w:t>’</w:t>
      </w:r>
      <w:r w:rsidR="008C5C61" w:rsidRPr="004C3E92">
        <w:t>ai déposé ma carte</w:t>
      </w:r>
      <w:r>
        <w:t>.</w:t>
      </w:r>
    </w:p>
    <w:p w14:paraId="050075EC" w14:textId="77777777" w:rsidR="004A4993" w:rsidRDefault="004A4993" w:rsidP="004A4993">
      <w:r>
        <w:t>— </w:t>
      </w:r>
      <w:r w:rsidR="008C5C61" w:rsidRPr="004C3E92">
        <w:t>Vous nous avez épiées pour nous voir sortir de la ma</w:t>
      </w:r>
      <w:r w:rsidR="008C5C61" w:rsidRPr="004C3E92">
        <w:t>i</w:t>
      </w:r>
      <w:r w:rsidR="008C5C61" w:rsidRPr="004C3E92">
        <w:t>son</w:t>
      </w:r>
      <w:r>
        <w:t> !</w:t>
      </w:r>
    </w:p>
    <w:p w14:paraId="2EE1BB5D" w14:textId="77777777" w:rsidR="004A4993" w:rsidRDefault="004A4993" w:rsidP="004A4993">
      <w:r>
        <w:t>— </w:t>
      </w:r>
      <w:r w:rsidR="008C5C61" w:rsidRPr="004C3E92">
        <w:t>Parfaitement</w:t>
      </w:r>
      <w:r>
        <w:t xml:space="preserve">. </w:t>
      </w:r>
      <w:r w:rsidR="008C5C61" w:rsidRPr="004C3E92">
        <w:t>Vous seriez surprise d</w:t>
      </w:r>
      <w:r>
        <w:t>’</w:t>
      </w:r>
      <w:r w:rsidR="008C5C61" w:rsidRPr="004C3E92">
        <w:t>apprendre combien de fois je vous ai observées</w:t>
      </w:r>
      <w:r>
        <w:t xml:space="preserve">, </w:t>
      </w:r>
      <w:r w:rsidR="008C5C61" w:rsidRPr="004C3E92">
        <w:t>combien de fois j</w:t>
      </w:r>
      <w:r>
        <w:t>’</w:t>
      </w:r>
      <w:r w:rsidR="008C5C61" w:rsidRPr="004C3E92">
        <w:t>ai été sur le point de vous rencontrer</w:t>
      </w:r>
      <w:r>
        <w:t xml:space="preserve">. </w:t>
      </w:r>
      <w:r w:rsidR="008C5C61" w:rsidRPr="004C3E92">
        <w:t>Je suis entré dans bien des boutiques pour éviter d</w:t>
      </w:r>
      <w:r>
        <w:t>’</w:t>
      </w:r>
      <w:r w:rsidR="008C5C61" w:rsidRPr="004C3E92">
        <w:t>être vu par vous</w:t>
      </w:r>
      <w:r>
        <w:t xml:space="preserve">, </w:t>
      </w:r>
      <w:r w:rsidR="008C5C61" w:rsidRPr="004C3E92">
        <w:t>au passage de la voiture</w:t>
      </w:r>
      <w:r>
        <w:t xml:space="preserve">. </w:t>
      </w:r>
      <w:r w:rsidR="008C5C61" w:rsidRPr="004C3E92">
        <w:t>Habitant Bond Street</w:t>
      </w:r>
      <w:r>
        <w:t xml:space="preserve">, </w:t>
      </w:r>
      <w:r w:rsidR="008C5C61" w:rsidRPr="004C3E92">
        <w:t>comme je le faisais</w:t>
      </w:r>
      <w:r>
        <w:t xml:space="preserve">, </w:t>
      </w:r>
      <w:r w:rsidR="008C5C61" w:rsidRPr="004C3E92">
        <w:t>il ne se passa guère de journée</w:t>
      </w:r>
      <w:r>
        <w:t xml:space="preserve">, </w:t>
      </w:r>
      <w:r w:rsidR="008C5C61" w:rsidRPr="004C3E92">
        <w:t>que je n</w:t>
      </w:r>
      <w:r>
        <w:t>’</w:t>
      </w:r>
      <w:r w:rsidR="008C5C61" w:rsidRPr="004C3E92">
        <w:t>eusse aperçu l</w:t>
      </w:r>
      <w:r>
        <w:t>’</w:t>
      </w:r>
      <w:r w:rsidR="008C5C61" w:rsidRPr="004C3E92">
        <w:t>une ou l</w:t>
      </w:r>
      <w:r>
        <w:t>’</w:t>
      </w:r>
      <w:r w:rsidR="008C5C61" w:rsidRPr="004C3E92">
        <w:t>autre de vous</w:t>
      </w:r>
      <w:r>
        <w:t xml:space="preserve"> ; </w:t>
      </w:r>
      <w:r w:rsidR="008C5C61" w:rsidRPr="004C3E92">
        <w:t>et il n</w:t>
      </w:r>
      <w:r>
        <w:t>’</w:t>
      </w:r>
      <w:r w:rsidR="008C5C61" w:rsidRPr="004C3E92">
        <w:t>a fallu rien de moins que la vigilance la plus constante de ma part</w:t>
      </w:r>
      <w:r>
        <w:t xml:space="preserve">, </w:t>
      </w:r>
      <w:r w:rsidR="008C5C61" w:rsidRPr="004C3E92">
        <w:t>que le désir le plus prépondérant de demeurer hors de votre vue</w:t>
      </w:r>
      <w:r>
        <w:t xml:space="preserve">, </w:t>
      </w:r>
      <w:r w:rsidR="008C5C61" w:rsidRPr="004C3E92">
        <w:t>pour nous séparer si longtemps</w:t>
      </w:r>
      <w:r>
        <w:t xml:space="preserve">. </w:t>
      </w:r>
      <w:r w:rsidR="008C5C61" w:rsidRPr="004C3E92">
        <w:t>J</w:t>
      </w:r>
      <w:r>
        <w:t>’</w:t>
      </w:r>
      <w:r w:rsidR="008C5C61" w:rsidRPr="004C3E92">
        <w:t>ai évité autant que possible les Middleton</w:t>
      </w:r>
      <w:r>
        <w:t xml:space="preserve">, </w:t>
      </w:r>
      <w:r w:rsidR="008C5C61" w:rsidRPr="004C3E92">
        <w:t>ainsi que toute autre personne qui aurait présenté des chances d</w:t>
      </w:r>
      <w:r>
        <w:t>’</w:t>
      </w:r>
      <w:r w:rsidR="008C5C61" w:rsidRPr="004C3E92">
        <w:t>être une connaissance commune</w:t>
      </w:r>
      <w:r>
        <w:t xml:space="preserve">. </w:t>
      </w:r>
      <w:r w:rsidR="008C5C61" w:rsidRPr="004C3E92">
        <w:t>Toutefois</w:t>
      </w:r>
      <w:r>
        <w:t xml:space="preserve">, </w:t>
      </w:r>
      <w:r w:rsidR="008C5C61" w:rsidRPr="004C3E92">
        <w:t>comme j</w:t>
      </w:r>
      <w:r>
        <w:t>’</w:t>
      </w:r>
      <w:r w:rsidR="008C5C61" w:rsidRPr="004C3E92">
        <w:t>ignorais qu</w:t>
      </w:r>
      <w:r>
        <w:t>’</w:t>
      </w:r>
      <w:r w:rsidR="008C5C61" w:rsidRPr="004C3E92">
        <w:t>ils fussent à Londres</w:t>
      </w:r>
      <w:r>
        <w:t xml:space="preserve">, </w:t>
      </w:r>
      <w:r w:rsidR="008C5C61" w:rsidRPr="004C3E92">
        <w:t>je suis tombé sur Sir John</w:t>
      </w:r>
      <w:r>
        <w:t xml:space="preserve">, </w:t>
      </w:r>
      <w:r w:rsidR="008C5C61" w:rsidRPr="004C3E92">
        <w:t>le premier jour de son arrivée</w:t>
      </w:r>
      <w:r>
        <w:t xml:space="preserve">, </w:t>
      </w:r>
      <w:r w:rsidR="008C5C61" w:rsidRPr="004C3E92">
        <w:t>je crois bien</w:t>
      </w:r>
      <w:r>
        <w:t xml:space="preserve">, </w:t>
      </w:r>
      <w:r w:rsidR="008C5C61" w:rsidRPr="004C3E92">
        <w:t>et le lend</w:t>
      </w:r>
      <w:r w:rsidR="008C5C61" w:rsidRPr="004C3E92">
        <w:t>e</w:t>
      </w:r>
      <w:r w:rsidR="008C5C61" w:rsidRPr="004C3E92">
        <w:t>main de ma visite chez Mrs</w:t>
      </w:r>
      <w:r>
        <w:t xml:space="preserve">. </w:t>
      </w:r>
      <w:r w:rsidR="008C5C61" w:rsidRPr="004C3E92">
        <w:t>Jennings</w:t>
      </w:r>
      <w:r>
        <w:t xml:space="preserve">. </w:t>
      </w:r>
      <w:r w:rsidR="008C5C61" w:rsidRPr="004C3E92">
        <w:t>Il m</w:t>
      </w:r>
      <w:r>
        <w:t>’</w:t>
      </w:r>
      <w:r w:rsidR="008C5C61" w:rsidRPr="004C3E92">
        <w:t>a invité à une r</w:t>
      </w:r>
      <w:r w:rsidR="008C5C61" w:rsidRPr="004C3E92">
        <w:t>é</w:t>
      </w:r>
      <w:r w:rsidR="008C5C61" w:rsidRPr="004C3E92">
        <w:t>union</w:t>
      </w:r>
      <w:r>
        <w:t xml:space="preserve">, </w:t>
      </w:r>
      <w:r w:rsidR="008C5C61" w:rsidRPr="004C3E92">
        <w:t>une sauterie</w:t>
      </w:r>
      <w:r>
        <w:t xml:space="preserve">, </w:t>
      </w:r>
      <w:r w:rsidR="008C5C61" w:rsidRPr="004C3E92">
        <w:t>chez lui</w:t>
      </w:r>
      <w:r>
        <w:t xml:space="preserve">, </w:t>
      </w:r>
      <w:r w:rsidR="008C5C61" w:rsidRPr="004C3E92">
        <w:t>dans la soirée</w:t>
      </w:r>
      <w:r>
        <w:t xml:space="preserve">. </w:t>
      </w:r>
      <w:r w:rsidR="008C5C61" w:rsidRPr="004C3E92">
        <w:lastRenderedPageBreak/>
        <w:t>Il m</w:t>
      </w:r>
      <w:r>
        <w:t>’</w:t>
      </w:r>
      <w:r w:rsidR="008C5C61" w:rsidRPr="004C3E92">
        <w:t>a dit</w:t>
      </w:r>
      <w:r>
        <w:t xml:space="preserve">, </w:t>
      </w:r>
      <w:r w:rsidR="008C5C61" w:rsidRPr="004C3E92">
        <w:t>pour m</w:t>
      </w:r>
      <w:r>
        <w:t>’</w:t>
      </w:r>
      <w:r w:rsidR="008C5C61" w:rsidRPr="004C3E92">
        <w:t>allécher</w:t>
      </w:r>
      <w:r>
        <w:t xml:space="preserve">, </w:t>
      </w:r>
      <w:r w:rsidR="008C5C61" w:rsidRPr="004C3E92">
        <w:t>que vous deviez y assister</w:t>
      </w:r>
      <w:r>
        <w:t xml:space="preserve">, </w:t>
      </w:r>
      <w:r w:rsidR="008C5C61" w:rsidRPr="004C3E92">
        <w:t>vous et votre sœur</w:t>
      </w:r>
      <w:r>
        <w:t xml:space="preserve">. </w:t>
      </w:r>
      <w:r w:rsidR="008C5C61" w:rsidRPr="004C3E92">
        <w:t>Le lendemain matin m</w:t>
      </w:r>
      <w:r>
        <w:t>’</w:t>
      </w:r>
      <w:r w:rsidR="008C5C61" w:rsidRPr="004C3E92">
        <w:t>apporta un nouveau billet bref de Maria</w:t>
      </w:r>
      <w:r w:rsidR="008C5C61" w:rsidRPr="004C3E92">
        <w:t>n</w:t>
      </w:r>
      <w:r w:rsidR="008C5C61" w:rsidRPr="004C3E92">
        <w:t>ne</w:t>
      </w:r>
      <w:r>
        <w:t xml:space="preserve">, – </w:t>
      </w:r>
      <w:r w:rsidR="008C5C61" w:rsidRPr="004C3E92">
        <w:t>toujours affectueux</w:t>
      </w:r>
      <w:r>
        <w:t xml:space="preserve">, </w:t>
      </w:r>
      <w:r w:rsidR="008C5C61" w:rsidRPr="004C3E92">
        <w:t>franc</w:t>
      </w:r>
      <w:r>
        <w:t xml:space="preserve">, </w:t>
      </w:r>
      <w:r w:rsidR="008C5C61" w:rsidRPr="004C3E92">
        <w:t>sans artifice</w:t>
      </w:r>
      <w:r>
        <w:t xml:space="preserve">, </w:t>
      </w:r>
      <w:r w:rsidR="008C5C61" w:rsidRPr="004C3E92">
        <w:t>confiant</w:t>
      </w:r>
      <w:r>
        <w:t xml:space="preserve">, – </w:t>
      </w:r>
      <w:r w:rsidR="008C5C61" w:rsidRPr="004C3E92">
        <w:t>tout ce qui pouvait rendre ma conduite plus odieuse</w:t>
      </w:r>
      <w:r>
        <w:t xml:space="preserve">. </w:t>
      </w:r>
      <w:r w:rsidR="008C5C61" w:rsidRPr="004C3E92">
        <w:t>Il me fut imposs</w:t>
      </w:r>
      <w:r w:rsidR="008C5C61" w:rsidRPr="004C3E92">
        <w:t>i</w:t>
      </w:r>
      <w:r w:rsidR="008C5C61" w:rsidRPr="004C3E92">
        <w:t>ble d</w:t>
      </w:r>
      <w:r>
        <w:t>’</w:t>
      </w:r>
      <w:r w:rsidR="008C5C61" w:rsidRPr="004C3E92">
        <w:t>y répondre</w:t>
      </w:r>
      <w:r>
        <w:t xml:space="preserve">. </w:t>
      </w:r>
      <w:r w:rsidR="008C5C61" w:rsidRPr="004C3E92">
        <w:t>J</w:t>
      </w:r>
      <w:r>
        <w:t>’</w:t>
      </w:r>
      <w:r w:rsidR="008C5C61" w:rsidRPr="004C3E92">
        <w:t>essayai</w:t>
      </w:r>
      <w:r>
        <w:t xml:space="preserve">, </w:t>
      </w:r>
      <w:r w:rsidR="008C5C61" w:rsidRPr="004C3E92">
        <w:t>mais fus incapable de rédiger une phrase</w:t>
      </w:r>
      <w:r>
        <w:t xml:space="preserve">. </w:t>
      </w:r>
      <w:r w:rsidR="008C5C61" w:rsidRPr="004C3E92">
        <w:t>Mais j</w:t>
      </w:r>
      <w:r>
        <w:t>’</w:t>
      </w:r>
      <w:r w:rsidR="008C5C61" w:rsidRPr="004C3E92">
        <w:t>ai pensé à elle</w:t>
      </w:r>
      <w:r>
        <w:t xml:space="preserve">, </w:t>
      </w:r>
      <w:r w:rsidR="008C5C61" w:rsidRPr="004C3E92">
        <w:t>je le crois bien</w:t>
      </w:r>
      <w:r>
        <w:t xml:space="preserve">, </w:t>
      </w:r>
      <w:r w:rsidR="008C5C61" w:rsidRPr="004C3E92">
        <w:t>à chaque instant de cette journée</w:t>
      </w:r>
      <w:r>
        <w:t xml:space="preserve">. </w:t>
      </w:r>
      <w:r w:rsidR="008C5C61" w:rsidRPr="004C3E92">
        <w:t>Si vous pouvez me plaindre</w:t>
      </w:r>
      <w:r>
        <w:t xml:space="preserve">, </w:t>
      </w:r>
      <w:r w:rsidR="008C5C61" w:rsidRPr="004C3E92">
        <w:t xml:space="preserve">miss </w:t>
      </w:r>
      <w:proofErr w:type="spellStart"/>
      <w:r w:rsidR="008C5C61" w:rsidRPr="004C3E92">
        <w:t>Dashwood</w:t>
      </w:r>
      <w:proofErr w:type="spellEnd"/>
      <w:r>
        <w:t xml:space="preserve">, </w:t>
      </w:r>
      <w:r w:rsidR="008C5C61" w:rsidRPr="004C3E92">
        <w:t>plaignez ma situation telle qu</w:t>
      </w:r>
      <w:r>
        <w:t>’</w:t>
      </w:r>
      <w:r w:rsidR="008C5C61" w:rsidRPr="004C3E92">
        <w:t>elle était à ce moment</w:t>
      </w:r>
      <w:r>
        <w:t xml:space="preserve"> ! </w:t>
      </w:r>
      <w:r w:rsidR="008C5C61" w:rsidRPr="004C3E92">
        <w:t>La tête et le cœur pleins de votre sœur</w:t>
      </w:r>
      <w:r>
        <w:t xml:space="preserve">, </w:t>
      </w:r>
      <w:r w:rsidR="008C5C61" w:rsidRPr="004C3E92">
        <w:t>j</w:t>
      </w:r>
      <w:r>
        <w:t>’</w:t>
      </w:r>
      <w:r w:rsidR="008C5C61" w:rsidRPr="004C3E92">
        <w:t>étais contraint de jouer auprès d</w:t>
      </w:r>
      <w:r>
        <w:t>’</w:t>
      </w:r>
      <w:r w:rsidR="008C5C61" w:rsidRPr="004C3E92">
        <w:t>une autre femme le rôle de l</w:t>
      </w:r>
      <w:r>
        <w:t>’</w:t>
      </w:r>
      <w:r w:rsidR="008C5C61" w:rsidRPr="004C3E92">
        <w:t>amant comblé</w:t>
      </w:r>
      <w:r>
        <w:t xml:space="preserve"> ! </w:t>
      </w:r>
      <w:r w:rsidR="008C5C61" w:rsidRPr="004C3E92">
        <w:t>Ces trois ou qu</w:t>
      </w:r>
      <w:r w:rsidR="008C5C61" w:rsidRPr="004C3E92">
        <w:t>a</w:t>
      </w:r>
      <w:r w:rsidR="008C5C61" w:rsidRPr="004C3E92">
        <w:t>tre semaines furent les pires de toutes</w:t>
      </w:r>
      <w:r>
        <w:t xml:space="preserve">. </w:t>
      </w:r>
      <w:r w:rsidR="008C5C61" w:rsidRPr="004C3E92">
        <w:t>Et puis</w:t>
      </w:r>
      <w:r>
        <w:t xml:space="preserve">, </w:t>
      </w:r>
      <w:r w:rsidR="008C5C61" w:rsidRPr="004C3E92">
        <w:t>en fin de com</w:t>
      </w:r>
      <w:r w:rsidR="008C5C61" w:rsidRPr="004C3E92">
        <w:t>p</w:t>
      </w:r>
      <w:r w:rsidR="008C5C61" w:rsidRPr="004C3E92">
        <w:t>te</w:t>
      </w:r>
      <w:r>
        <w:t xml:space="preserve">, </w:t>
      </w:r>
      <w:r w:rsidR="008C5C61" w:rsidRPr="004C3E92">
        <w:t>comme il est superflu que je vous le dise</w:t>
      </w:r>
      <w:r>
        <w:t xml:space="preserve">, </w:t>
      </w:r>
      <w:r w:rsidR="008C5C61" w:rsidRPr="004C3E92">
        <w:t>votre présence me fut imposée</w:t>
      </w:r>
      <w:r>
        <w:t xml:space="preserve"> ; </w:t>
      </w:r>
      <w:r w:rsidR="008C5C61" w:rsidRPr="004C3E92">
        <w:t>et vraiment je devais faire une charmante figure</w:t>
      </w:r>
      <w:r>
        <w:t xml:space="preserve"> ! </w:t>
      </w:r>
      <w:r w:rsidR="008C5C61" w:rsidRPr="004C3E92">
        <w:t>Quelle soirée atroce ce fut</w:t>
      </w:r>
      <w:r>
        <w:t xml:space="preserve"> ! </w:t>
      </w:r>
      <w:r w:rsidR="008C5C61" w:rsidRPr="004C3E92">
        <w:t>D</w:t>
      </w:r>
      <w:r>
        <w:t>’</w:t>
      </w:r>
      <w:r w:rsidR="008C5C61" w:rsidRPr="004C3E92">
        <w:t>un côté</w:t>
      </w:r>
      <w:r>
        <w:t xml:space="preserve">, </w:t>
      </w:r>
      <w:r w:rsidR="008C5C61" w:rsidRPr="004C3E92">
        <w:t>Marianne</w:t>
      </w:r>
      <w:r>
        <w:t xml:space="preserve">, </w:t>
      </w:r>
      <w:r w:rsidR="008C5C61" w:rsidRPr="004C3E92">
        <w:t>belle comme un ange</w:t>
      </w:r>
      <w:r>
        <w:t xml:space="preserve">, </w:t>
      </w:r>
      <w:r w:rsidR="008C5C61" w:rsidRPr="004C3E92">
        <w:t>m</w:t>
      </w:r>
      <w:r>
        <w:t>’</w:t>
      </w:r>
      <w:r w:rsidR="008C5C61" w:rsidRPr="004C3E92">
        <w:t>appelant Willoughby d</w:t>
      </w:r>
      <w:r>
        <w:t>’</w:t>
      </w:r>
      <w:r w:rsidR="008C5C61" w:rsidRPr="004C3E92">
        <w:t>un tel ton</w:t>
      </w:r>
      <w:r>
        <w:t xml:space="preserve"> ! – </w:t>
      </w:r>
      <w:r w:rsidR="008C5C61" w:rsidRPr="004C3E92">
        <w:t>ah</w:t>
      </w:r>
      <w:r>
        <w:t xml:space="preserve">, </w:t>
      </w:r>
      <w:r w:rsidR="008C5C61" w:rsidRPr="004C3E92">
        <w:t>Dieu</w:t>
      </w:r>
      <w:r>
        <w:t xml:space="preserve"> ! – </w:t>
      </w:r>
      <w:r w:rsidR="008C5C61" w:rsidRPr="004C3E92">
        <w:t>me tendant la main</w:t>
      </w:r>
      <w:r>
        <w:t xml:space="preserve">, </w:t>
      </w:r>
      <w:r w:rsidR="008C5C61" w:rsidRPr="004C3E92">
        <w:t>me demandant une explication</w:t>
      </w:r>
      <w:r>
        <w:t xml:space="preserve">, </w:t>
      </w:r>
      <w:r w:rsidR="008C5C61" w:rsidRPr="004C3E92">
        <w:t>ces yeux e</w:t>
      </w:r>
      <w:r w:rsidR="008C5C61" w:rsidRPr="004C3E92">
        <w:t>n</w:t>
      </w:r>
      <w:r w:rsidR="008C5C61" w:rsidRPr="004C3E92">
        <w:t>sorceleurs fixés sur mon visage avec une sollicitude si express</w:t>
      </w:r>
      <w:r w:rsidR="008C5C61" w:rsidRPr="004C3E92">
        <w:t>i</w:t>
      </w:r>
      <w:r w:rsidR="008C5C61" w:rsidRPr="004C3E92">
        <w:t>ve</w:t>
      </w:r>
      <w:r>
        <w:t xml:space="preserve"> ! </w:t>
      </w:r>
      <w:r w:rsidR="008C5C61" w:rsidRPr="004C3E92">
        <w:t>Et</w:t>
      </w:r>
      <w:r>
        <w:t xml:space="preserve">, </w:t>
      </w:r>
      <w:r w:rsidR="008C5C61" w:rsidRPr="004C3E92">
        <w:t>de l</w:t>
      </w:r>
      <w:r>
        <w:t>’</w:t>
      </w:r>
      <w:r w:rsidR="008C5C61" w:rsidRPr="004C3E92">
        <w:t>autre</w:t>
      </w:r>
      <w:r>
        <w:t xml:space="preserve">, </w:t>
      </w:r>
      <w:r w:rsidR="008C5C61" w:rsidRPr="004C3E92">
        <w:t>Sophia</w:t>
      </w:r>
      <w:r>
        <w:t xml:space="preserve">, </w:t>
      </w:r>
      <w:r w:rsidR="008C5C61" w:rsidRPr="004C3E92">
        <w:t>jalouse comme un démon</w:t>
      </w:r>
      <w:r>
        <w:t xml:space="preserve">, </w:t>
      </w:r>
      <w:r w:rsidR="008C5C61" w:rsidRPr="004C3E92">
        <w:t>semblable à tout ce qui</w:t>
      </w:r>
      <w:r>
        <w:t xml:space="preserve">… </w:t>
      </w:r>
      <w:r w:rsidR="008C5C61" w:rsidRPr="004C3E92">
        <w:t>Enfin</w:t>
      </w:r>
      <w:r>
        <w:t xml:space="preserve">, </w:t>
      </w:r>
      <w:r w:rsidR="008C5C61" w:rsidRPr="004C3E92">
        <w:t>peu importe</w:t>
      </w:r>
      <w:r>
        <w:t xml:space="preserve"> ; </w:t>
      </w:r>
      <w:r w:rsidR="008C5C61" w:rsidRPr="004C3E92">
        <w:t>c</w:t>
      </w:r>
      <w:r>
        <w:t>’</w:t>
      </w:r>
      <w:r w:rsidR="008C5C61" w:rsidRPr="004C3E92">
        <w:t>est passé</w:t>
      </w:r>
      <w:r>
        <w:t xml:space="preserve">, </w:t>
      </w:r>
      <w:r w:rsidR="008C5C61" w:rsidRPr="004C3E92">
        <w:t>à présent</w:t>
      </w:r>
      <w:r>
        <w:t xml:space="preserve">. </w:t>
      </w:r>
      <w:r w:rsidR="008C5C61" w:rsidRPr="004C3E92">
        <w:t>Quelle soirée</w:t>
      </w:r>
      <w:r>
        <w:t xml:space="preserve"> ! </w:t>
      </w:r>
      <w:r w:rsidR="008C5C61" w:rsidRPr="004C3E92">
        <w:t>J</w:t>
      </w:r>
      <w:r>
        <w:t>’</w:t>
      </w:r>
      <w:r w:rsidR="008C5C61" w:rsidRPr="004C3E92">
        <w:t>ai fui devant vous dès que cela m</w:t>
      </w:r>
      <w:r>
        <w:t>’</w:t>
      </w:r>
      <w:r w:rsidR="008C5C61" w:rsidRPr="004C3E92">
        <w:t>a été possible</w:t>
      </w:r>
      <w:r>
        <w:t xml:space="preserve">, </w:t>
      </w:r>
      <w:r w:rsidR="008C5C61" w:rsidRPr="004C3E92">
        <w:t>mais non sans avoir vu le charmant visage de Marianne pâle comme la mort</w:t>
      </w:r>
      <w:r>
        <w:t xml:space="preserve">. </w:t>
      </w:r>
      <w:r w:rsidR="008C5C61" w:rsidRPr="004C3E92">
        <w:t>Ce fut là la dernière vision que j</w:t>
      </w:r>
      <w:r>
        <w:t>’</w:t>
      </w:r>
      <w:r w:rsidR="008C5C61" w:rsidRPr="004C3E92">
        <w:t>aie jamais eue d</w:t>
      </w:r>
      <w:r>
        <w:t>’</w:t>
      </w:r>
      <w:r w:rsidR="008C5C61" w:rsidRPr="004C3E92">
        <w:t>elle</w:t>
      </w:r>
      <w:r>
        <w:t xml:space="preserve">, – </w:t>
      </w:r>
      <w:r w:rsidR="008C5C61" w:rsidRPr="004C3E92">
        <w:t>le dernier aspect sous lequel elle me soit apparue</w:t>
      </w:r>
      <w:r>
        <w:t xml:space="preserve">. </w:t>
      </w:r>
      <w:r w:rsidR="008C5C61" w:rsidRPr="004C3E92">
        <w:t>Ce fut une chose affreuse à voir</w:t>
      </w:r>
      <w:r>
        <w:t xml:space="preserve"> ! </w:t>
      </w:r>
      <w:r w:rsidR="008C5C61" w:rsidRPr="004C3E92">
        <w:t>Et pourtant</w:t>
      </w:r>
      <w:r>
        <w:t xml:space="preserve">, </w:t>
      </w:r>
      <w:r w:rsidR="008C5C61" w:rsidRPr="004C3E92">
        <w:t>quand j</w:t>
      </w:r>
      <w:r>
        <w:t>’</w:t>
      </w:r>
      <w:r w:rsidR="008C5C61" w:rsidRPr="004C3E92">
        <w:t>ai songé à elle a</w:t>
      </w:r>
      <w:r w:rsidR="008C5C61" w:rsidRPr="004C3E92">
        <w:t>u</w:t>
      </w:r>
      <w:r w:rsidR="008C5C61" w:rsidRPr="004C3E92">
        <w:t>jourd</w:t>
      </w:r>
      <w:r>
        <w:t>’</w:t>
      </w:r>
      <w:r w:rsidR="008C5C61" w:rsidRPr="004C3E92">
        <w:t>hui comme étant véritablement mourante</w:t>
      </w:r>
      <w:r>
        <w:t xml:space="preserve">, </w:t>
      </w:r>
      <w:r w:rsidR="008C5C61" w:rsidRPr="004C3E92">
        <w:t>ce me fut une espèce de réconfort</w:t>
      </w:r>
      <w:r>
        <w:t xml:space="preserve">, </w:t>
      </w:r>
      <w:r w:rsidR="008C5C61" w:rsidRPr="004C3E92">
        <w:t>de savoir exactement comment elle app</w:t>
      </w:r>
      <w:r w:rsidR="008C5C61" w:rsidRPr="004C3E92">
        <w:t>a</w:t>
      </w:r>
      <w:r w:rsidR="008C5C61" w:rsidRPr="004C3E92">
        <w:t>raîtrait à ceux qui la verraient pour la dernière fois ici-bas</w:t>
      </w:r>
      <w:r>
        <w:t xml:space="preserve">. </w:t>
      </w:r>
      <w:r w:rsidR="008C5C61" w:rsidRPr="004C3E92">
        <w:t>Elle a été devant moi</w:t>
      </w:r>
      <w:r>
        <w:t xml:space="preserve">, </w:t>
      </w:r>
      <w:r w:rsidR="008C5C61" w:rsidRPr="004C3E92">
        <w:t>constamment devant moi</w:t>
      </w:r>
      <w:r>
        <w:t xml:space="preserve">, </w:t>
      </w:r>
      <w:r w:rsidR="008C5C61" w:rsidRPr="004C3E92">
        <w:t>pendant mon voy</w:t>
      </w:r>
      <w:r w:rsidR="008C5C61" w:rsidRPr="004C3E92">
        <w:t>a</w:t>
      </w:r>
      <w:r w:rsidR="008C5C61" w:rsidRPr="004C3E92">
        <w:t>ge</w:t>
      </w:r>
      <w:r>
        <w:t xml:space="preserve">, </w:t>
      </w:r>
      <w:r w:rsidR="008C5C61" w:rsidRPr="004C3E92">
        <w:t>avec le même aspect et le même teint</w:t>
      </w:r>
      <w:r>
        <w:t>.</w:t>
      </w:r>
    </w:p>
    <w:p w14:paraId="69AD1C09" w14:textId="77777777" w:rsidR="004A4993" w:rsidRDefault="008C5C61" w:rsidP="004A4993">
      <w:r w:rsidRPr="004C3E92">
        <w:t>Il s</w:t>
      </w:r>
      <w:r w:rsidR="004A4993">
        <w:t>’</w:t>
      </w:r>
      <w:r w:rsidRPr="004C3E92">
        <w:t>ensuivit un bref silence de méditation mutuelle</w:t>
      </w:r>
      <w:r w:rsidR="004A4993">
        <w:t xml:space="preserve">. </w:t>
      </w:r>
      <w:r w:rsidRPr="004C3E92">
        <w:t>Wi</w:t>
      </w:r>
      <w:r w:rsidRPr="004C3E92">
        <w:t>l</w:t>
      </w:r>
      <w:r w:rsidRPr="004C3E92">
        <w:t>loughby</w:t>
      </w:r>
      <w:r w:rsidR="004A4993">
        <w:t xml:space="preserve">, </w:t>
      </w:r>
      <w:r w:rsidRPr="004C3E92">
        <w:t>qui fut le premier à se ressaisir</w:t>
      </w:r>
      <w:r w:rsidR="004A4993">
        <w:t xml:space="preserve">, </w:t>
      </w:r>
      <w:r w:rsidRPr="004C3E92">
        <w:t>le rompit ainsi</w:t>
      </w:r>
      <w:r w:rsidR="004A4993">
        <w:t> :</w:t>
      </w:r>
    </w:p>
    <w:p w14:paraId="3881A2E4" w14:textId="77777777" w:rsidR="004A4993" w:rsidRDefault="004A4993" w:rsidP="004A4993">
      <w:r>
        <w:lastRenderedPageBreak/>
        <w:t>— </w:t>
      </w:r>
      <w:r w:rsidR="008C5C61" w:rsidRPr="004C3E92">
        <w:t>Enfin</w:t>
      </w:r>
      <w:r>
        <w:t xml:space="preserve">, </w:t>
      </w:r>
      <w:r w:rsidR="008C5C61" w:rsidRPr="004C3E92">
        <w:t>que je me dépêche</w:t>
      </w:r>
      <w:r>
        <w:t xml:space="preserve">, </w:t>
      </w:r>
      <w:r w:rsidR="008C5C61" w:rsidRPr="004C3E92">
        <w:t>et que je parte</w:t>
      </w:r>
      <w:r>
        <w:t xml:space="preserve"> ! </w:t>
      </w:r>
      <w:r w:rsidR="008C5C61" w:rsidRPr="004C3E92">
        <w:t>Votre sœur va certainement mieux</w:t>
      </w:r>
      <w:r>
        <w:t xml:space="preserve"> ? </w:t>
      </w:r>
      <w:r w:rsidR="008C5C61" w:rsidRPr="004C3E92">
        <w:t>Elle est certainement hors de danger</w:t>
      </w:r>
      <w:r>
        <w:t> ?</w:t>
      </w:r>
    </w:p>
    <w:p w14:paraId="66ED0F84" w14:textId="77777777" w:rsidR="004A4993" w:rsidRDefault="004A4993" w:rsidP="004A4993">
      <w:r>
        <w:t>— </w:t>
      </w:r>
      <w:r w:rsidR="008C5C61" w:rsidRPr="004C3E92">
        <w:t>On nous l</w:t>
      </w:r>
      <w:r>
        <w:t>’</w:t>
      </w:r>
      <w:r w:rsidR="008C5C61" w:rsidRPr="004C3E92">
        <w:t>a assuré</w:t>
      </w:r>
      <w:r>
        <w:t>.</w:t>
      </w:r>
    </w:p>
    <w:p w14:paraId="53C639EB" w14:textId="77777777" w:rsidR="004A4993" w:rsidRDefault="004A4993" w:rsidP="004A4993">
      <w:r>
        <w:t>— </w:t>
      </w:r>
      <w:r w:rsidR="008C5C61" w:rsidRPr="004C3E92">
        <w:t>Votre pauvre mère</w:t>
      </w:r>
      <w:r>
        <w:t xml:space="preserve">, </w:t>
      </w:r>
      <w:r w:rsidR="008C5C61" w:rsidRPr="004C3E92">
        <w:t>aussi</w:t>
      </w:r>
      <w:r>
        <w:t xml:space="preserve">, – </w:t>
      </w:r>
      <w:r w:rsidR="008C5C61" w:rsidRPr="004C3E92">
        <w:t>folle de Marianne</w:t>
      </w:r>
      <w:r>
        <w:t> !</w:t>
      </w:r>
    </w:p>
    <w:p w14:paraId="42646753" w14:textId="77777777" w:rsidR="004A4993" w:rsidRDefault="004A4993" w:rsidP="004A4993">
      <w:r>
        <w:t>— </w:t>
      </w:r>
      <w:r w:rsidR="008C5C61" w:rsidRPr="004C3E92">
        <w:t>Mais la lettre</w:t>
      </w:r>
      <w:r>
        <w:t xml:space="preserve">, </w:t>
      </w:r>
      <w:r w:rsidR="008C5C61" w:rsidRPr="004C3E92">
        <w:t>Mr</w:t>
      </w:r>
      <w:r>
        <w:t xml:space="preserve">. </w:t>
      </w:r>
      <w:r w:rsidR="008C5C61" w:rsidRPr="004C3E92">
        <w:t>Willoughby</w:t>
      </w:r>
      <w:r>
        <w:t xml:space="preserve">, </w:t>
      </w:r>
      <w:r w:rsidR="008C5C61" w:rsidRPr="004C3E92">
        <w:t>votre lettre</w:t>
      </w:r>
      <w:r>
        <w:t xml:space="preserve">, </w:t>
      </w:r>
      <w:r w:rsidR="008C5C61" w:rsidRPr="004C3E92">
        <w:t>à vous</w:t>
      </w:r>
      <w:r>
        <w:t xml:space="preserve"> : </w:t>
      </w:r>
      <w:r w:rsidR="008C5C61" w:rsidRPr="004C3E92">
        <w:t>n</w:t>
      </w:r>
      <w:r>
        <w:t>’</w:t>
      </w:r>
      <w:r w:rsidR="008C5C61" w:rsidRPr="004C3E92">
        <w:t>avez-vous rien à dire à ce propos</w:t>
      </w:r>
      <w:r>
        <w:t> ?</w:t>
      </w:r>
    </w:p>
    <w:p w14:paraId="4FE43141" w14:textId="77777777" w:rsidR="004A4993" w:rsidRDefault="004A4993" w:rsidP="004A4993">
      <w:r>
        <w:t>— </w:t>
      </w:r>
      <w:r w:rsidR="008C5C61" w:rsidRPr="004C3E92">
        <w:t>Si</w:t>
      </w:r>
      <w:r>
        <w:t xml:space="preserve">, </w:t>
      </w:r>
      <w:r w:rsidR="008C5C61" w:rsidRPr="004C3E92">
        <w:t>si</w:t>
      </w:r>
      <w:r>
        <w:t xml:space="preserve">, </w:t>
      </w:r>
      <w:r w:rsidR="008C5C61" w:rsidRPr="004C3E92">
        <w:t>tout particulièrement</w:t>
      </w:r>
      <w:r>
        <w:t xml:space="preserve">. </w:t>
      </w:r>
      <w:r w:rsidR="008C5C61" w:rsidRPr="004C3E92">
        <w:t>Votre sœur m</w:t>
      </w:r>
      <w:r>
        <w:t>’</w:t>
      </w:r>
      <w:r w:rsidR="008C5C61" w:rsidRPr="004C3E92">
        <w:t>a écrit de no</w:t>
      </w:r>
      <w:r w:rsidR="008C5C61" w:rsidRPr="004C3E92">
        <w:t>u</w:t>
      </w:r>
      <w:r w:rsidR="008C5C61" w:rsidRPr="004C3E92">
        <w:t>veau</w:t>
      </w:r>
      <w:r>
        <w:t xml:space="preserve">, </w:t>
      </w:r>
      <w:r w:rsidR="008C5C61" w:rsidRPr="004C3E92">
        <w:t>vous le savez</w:t>
      </w:r>
      <w:r>
        <w:t xml:space="preserve">, </w:t>
      </w:r>
      <w:r w:rsidR="008C5C61" w:rsidRPr="004C3E92">
        <w:t>dès le lendemain matin</w:t>
      </w:r>
      <w:r>
        <w:t xml:space="preserve">. </w:t>
      </w:r>
      <w:r w:rsidR="008C5C61" w:rsidRPr="004C3E92">
        <w:t>Vous savez ce qu</w:t>
      </w:r>
      <w:r>
        <w:t>’</w:t>
      </w:r>
      <w:r w:rsidR="008C5C61" w:rsidRPr="004C3E92">
        <w:t>elle disait</w:t>
      </w:r>
      <w:r>
        <w:t xml:space="preserve">. </w:t>
      </w:r>
      <w:r w:rsidR="008C5C61" w:rsidRPr="004C3E92">
        <w:t>Je déjeunais chez les Ellison</w:t>
      </w:r>
      <w:r>
        <w:t xml:space="preserve"> ; </w:t>
      </w:r>
      <w:r w:rsidR="008C5C61" w:rsidRPr="004C3E92">
        <w:t>et l</w:t>
      </w:r>
      <w:r>
        <w:t>’</w:t>
      </w:r>
      <w:r w:rsidR="008C5C61" w:rsidRPr="004C3E92">
        <w:t>on m</w:t>
      </w:r>
      <w:r>
        <w:t>’</w:t>
      </w:r>
      <w:r w:rsidR="008C5C61" w:rsidRPr="004C3E92">
        <w:t>y apporta</w:t>
      </w:r>
      <w:r>
        <w:t xml:space="preserve">, </w:t>
      </w:r>
      <w:r w:rsidR="008C5C61" w:rsidRPr="004C3E92">
        <w:t>de mon logement</w:t>
      </w:r>
      <w:r>
        <w:t xml:space="preserve">, </w:t>
      </w:r>
      <w:r w:rsidR="008C5C61" w:rsidRPr="004C3E92">
        <w:t>sa lettre</w:t>
      </w:r>
      <w:r>
        <w:t xml:space="preserve">, </w:t>
      </w:r>
      <w:r w:rsidR="008C5C61" w:rsidRPr="004C3E92">
        <w:t>avec quelques autres</w:t>
      </w:r>
      <w:r>
        <w:t xml:space="preserve">. </w:t>
      </w:r>
      <w:r w:rsidR="008C5C61" w:rsidRPr="004C3E92">
        <w:t>Elle se trouva attirer le regard de Sophia avant d</w:t>
      </w:r>
      <w:r>
        <w:t>’</w:t>
      </w:r>
      <w:r w:rsidR="008C5C61" w:rsidRPr="004C3E92">
        <w:t>avoir attiré le mien</w:t>
      </w:r>
      <w:r>
        <w:t xml:space="preserve">, – </w:t>
      </w:r>
      <w:r w:rsidR="008C5C61" w:rsidRPr="004C3E92">
        <w:t>et ses dimensions</w:t>
      </w:r>
      <w:r>
        <w:t xml:space="preserve">, </w:t>
      </w:r>
      <w:r w:rsidR="008C5C61" w:rsidRPr="004C3E92">
        <w:t>l</w:t>
      </w:r>
      <w:r>
        <w:t>’</w:t>
      </w:r>
      <w:r w:rsidR="008C5C61" w:rsidRPr="004C3E92">
        <w:t>élégance du papier</w:t>
      </w:r>
      <w:r>
        <w:t xml:space="preserve">, </w:t>
      </w:r>
      <w:r w:rsidR="008C5C61" w:rsidRPr="004C3E92">
        <w:t>l</w:t>
      </w:r>
      <w:r>
        <w:t>’</w:t>
      </w:r>
      <w:r w:rsidR="008C5C61" w:rsidRPr="004C3E92">
        <w:t>écriture</w:t>
      </w:r>
      <w:r>
        <w:t xml:space="preserve">, – </w:t>
      </w:r>
      <w:r w:rsidR="008C5C61" w:rsidRPr="004C3E92">
        <w:t>tout cela réuni lui donna immédiatement un soupçon</w:t>
      </w:r>
      <w:r>
        <w:t xml:space="preserve">. </w:t>
      </w:r>
      <w:r w:rsidR="008C5C61" w:rsidRPr="004C3E92">
        <w:t>Elle avait vaguement eu vent</w:t>
      </w:r>
      <w:r>
        <w:t xml:space="preserve">, </w:t>
      </w:r>
      <w:r w:rsidR="008C5C61" w:rsidRPr="004C3E92">
        <w:t>précédemment</w:t>
      </w:r>
      <w:r>
        <w:t xml:space="preserve">, </w:t>
      </w:r>
      <w:r w:rsidR="008C5C61" w:rsidRPr="004C3E92">
        <w:t>de mes sentiments à l</w:t>
      </w:r>
      <w:r>
        <w:t>’</w:t>
      </w:r>
      <w:r w:rsidR="008C5C61" w:rsidRPr="004C3E92">
        <w:t>égard de quelque jeune personne dans le Devonshire</w:t>
      </w:r>
      <w:r>
        <w:t xml:space="preserve">, </w:t>
      </w:r>
      <w:r w:rsidR="008C5C61" w:rsidRPr="004C3E92">
        <w:t>et ce qu</w:t>
      </w:r>
      <w:r>
        <w:t>’</w:t>
      </w:r>
      <w:r w:rsidR="008C5C61" w:rsidRPr="004C3E92">
        <w:t>elle avait pu obse</w:t>
      </w:r>
      <w:r w:rsidR="008C5C61" w:rsidRPr="004C3E92">
        <w:t>r</w:t>
      </w:r>
      <w:r w:rsidR="008C5C61" w:rsidRPr="004C3E92">
        <w:t>ver de ses yeux au cours de la soirée précédente lui avait révélé qui était la jeune fille et l</w:t>
      </w:r>
      <w:r>
        <w:t>’</w:t>
      </w:r>
      <w:r w:rsidR="008C5C61" w:rsidRPr="004C3E92">
        <w:t>avait rendue plus jalouse que jamais</w:t>
      </w:r>
      <w:r>
        <w:t xml:space="preserve">. </w:t>
      </w:r>
      <w:r w:rsidR="008C5C61" w:rsidRPr="004C3E92">
        <w:t>Affectant</w:t>
      </w:r>
      <w:r>
        <w:t xml:space="preserve">, </w:t>
      </w:r>
      <w:r w:rsidR="008C5C61" w:rsidRPr="004C3E92">
        <w:t>en conséquence</w:t>
      </w:r>
      <w:r>
        <w:t xml:space="preserve">, </w:t>
      </w:r>
      <w:r w:rsidR="008C5C61" w:rsidRPr="004C3E92">
        <w:t>cet air badin qui est charmant chez une femme qu</w:t>
      </w:r>
      <w:r>
        <w:t>’</w:t>
      </w:r>
      <w:r w:rsidR="008C5C61" w:rsidRPr="004C3E92">
        <w:t>on aime</w:t>
      </w:r>
      <w:r>
        <w:t xml:space="preserve">, </w:t>
      </w:r>
      <w:r w:rsidR="008C5C61" w:rsidRPr="004C3E92">
        <w:t>elle décacheta aussitôt la lettre</w:t>
      </w:r>
      <w:r>
        <w:t xml:space="preserve">, </w:t>
      </w:r>
      <w:r w:rsidR="008C5C61" w:rsidRPr="004C3E92">
        <w:t>et en lut le contenu</w:t>
      </w:r>
      <w:r>
        <w:t xml:space="preserve">. </w:t>
      </w:r>
      <w:r w:rsidR="008C5C61" w:rsidRPr="004C3E92">
        <w:t>Elle fut bien payée de son impudence</w:t>
      </w:r>
      <w:r>
        <w:t xml:space="preserve">. </w:t>
      </w:r>
      <w:r w:rsidR="008C5C61" w:rsidRPr="004C3E92">
        <w:t>Elle lut ce qui la rendit malheureuse</w:t>
      </w:r>
      <w:r>
        <w:t xml:space="preserve">. </w:t>
      </w:r>
      <w:r w:rsidR="008C5C61" w:rsidRPr="004C3E92">
        <w:t>Sa misère</w:t>
      </w:r>
      <w:r>
        <w:t xml:space="preserve">, </w:t>
      </w:r>
      <w:r w:rsidR="008C5C61" w:rsidRPr="004C3E92">
        <w:t>j</w:t>
      </w:r>
      <w:r>
        <w:t>’</w:t>
      </w:r>
      <w:r w:rsidR="008C5C61" w:rsidRPr="004C3E92">
        <w:t>aurais pu la supporter</w:t>
      </w:r>
      <w:r>
        <w:t xml:space="preserve">, – </w:t>
      </w:r>
      <w:r w:rsidR="008C5C61" w:rsidRPr="004C3E92">
        <w:t>mais sa colère</w:t>
      </w:r>
      <w:r>
        <w:t xml:space="preserve">, </w:t>
      </w:r>
      <w:r w:rsidR="008C5C61" w:rsidRPr="004C3E92">
        <w:t>sa méchanceté</w:t>
      </w:r>
      <w:r>
        <w:t xml:space="preserve"> !… </w:t>
      </w:r>
      <w:r w:rsidR="008C5C61" w:rsidRPr="004C3E92">
        <w:t>Il fallait</w:t>
      </w:r>
      <w:r>
        <w:t xml:space="preserve">, </w:t>
      </w:r>
      <w:r w:rsidR="008C5C61" w:rsidRPr="004C3E92">
        <w:t>à tout prix</w:t>
      </w:r>
      <w:r>
        <w:t xml:space="preserve">, </w:t>
      </w:r>
      <w:r w:rsidR="008C5C61" w:rsidRPr="004C3E92">
        <w:t>l</w:t>
      </w:r>
      <w:r>
        <w:t>’</w:t>
      </w:r>
      <w:r w:rsidR="008C5C61" w:rsidRPr="004C3E92">
        <w:t>apaiser</w:t>
      </w:r>
      <w:r>
        <w:t xml:space="preserve">. </w:t>
      </w:r>
      <w:r w:rsidR="008C5C61" w:rsidRPr="004C3E92">
        <w:t>Et</w:t>
      </w:r>
      <w:r>
        <w:t xml:space="preserve">, </w:t>
      </w:r>
      <w:r w:rsidR="008C5C61" w:rsidRPr="004C3E92">
        <w:t>bref</w:t>
      </w:r>
      <w:r>
        <w:t xml:space="preserve">, </w:t>
      </w:r>
      <w:r w:rsidR="008C5C61" w:rsidRPr="004C3E92">
        <w:t>que pensez-vous du style épistolaire de ma femme</w:t>
      </w:r>
      <w:r>
        <w:t xml:space="preserve">, – </w:t>
      </w:r>
      <w:r w:rsidR="008C5C61" w:rsidRPr="004C3E92">
        <w:t>il était délicat</w:t>
      </w:r>
      <w:r>
        <w:t xml:space="preserve">, </w:t>
      </w:r>
      <w:r w:rsidR="008C5C61" w:rsidRPr="004C3E92">
        <w:t>tendre</w:t>
      </w:r>
      <w:r>
        <w:t xml:space="preserve">, </w:t>
      </w:r>
      <w:r w:rsidR="008C5C61" w:rsidRPr="004C3E92">
        <w:t>véritablement féminin</w:t>
      </w:r>
      <w:r>
        <w:t xml:space="preserve">, </w:t>
      </w:r>
      <w:r w:rsidR="008C5C61" w:rsidRPr="004C3E92">
        <w:t>n</w:t>
      </w:r>
      <w:r>
        <w:t>’</w:t>
      </w:r>
      <w:r w:rsidR="008C5C61" w:rsidRPr="004C3E92">
        <w:t>est-ce pas</w:t>
      </w:r>
      <w:r>
        <w:t> ?</w:t>
      </w:r>
    </w:p>
    <w:p w14:paraId="0CEF5502" w14:textId="77777777" w:rsidR="004A4993" w:rsidRDefault="004A4993" w:rsidP="004A4993">
      <w:r>
        <w:t>— </w:t>
      </w:r>
      <w:r w:rsidR="008C5C61" w:rsidRPr="004C3E92">
        <w:t>De votre femme</w:t>
      </w:r>
      <w:r>
        <w:t xml:space="preserve"> ? </w:t>
      </w:r>
      <w:r w:rsidR="008C5C61" w:rsidRPr="004C3E92">
        <w:t>La lettre était de votre propre main</w:t>
      </w:r>
      <w:r>
        <w:t> !</w:t>
      </w:r>
    </w:p>
    <w:p w14:paraId="2127EB90" w14:textId="77777777" w:rsidR="004A4993" w:rsidRDefault="004A4993" w:rsidP="004A4993">
      <w:r>
        <w:t>— </w:t>
      </w:r>
      <w:r w:rsidR="008C5C61" w:rsidRPr="004C3E92">
        <w:t>Oui</w:t>
      </w:r>
      <w:r>
        <w:t xml:space="preserve">, </w:t>
      </w:r>
      <w:r w:rsidR="008C5C61" w:rsidRPr="004C3E92">
        <w:t>mais je n</w:t>
      </w:r>
      <w:r>
        <w:t>’</w:t>
      </w:r>
      <w:r w:rsidR="008C5C61" w:rsidRPr="004C3E92">
        <w:t>ai eu à mon actif que d</w:t>
      </w:r>
      <w:r>
        <w:t>’</w:t>
      </w:r>
      <w:r w:rsidR="008C5C61" w:rsidRPr="004C3E92">
        <w:t>avoir servilement copié les phrases auxquelles j</w:t>
      </w:r>
      <w:r>
        <w:t>’</w:t>
      </w:r>
      <w:r w:rsidR="008C5C61" w:rsidRPr="004C3E92">
        <w:t>ai été honteux d</w:t>
      </w:r>
      <w:r>
        <w:t>’</w:t>
      </w:r>
      <w:r w:rsidR="008C5C61" w:rsidRPr="004C3E92">
        <w:t>apposer mon nom</w:t>
      </w:r>
      <w:r>
        <w:t xml:space="preserve">. </w:t>
      </w:r>
      <w:r w:rsidR="008C5C61" w:rsidRPr="004C3E92">
        <w:t>L</w:t>
      </w:r>
      <w:r>
        <w:t>’</w:t>
      </w:r>
      <w:r w:rsidR="008C5C61" w:rsidRPr="004C3E92">
        <w:t>original était entièrement d</w:t>
      </w:r>
      <w:r>
        <w:t>’</w:t>
      </w:r>
      <w:r w:rsidR="008C5C61" w:rsidRPr="004C3E92">
        <w:t>elle</w:t>
      </w:r>
      <w:r>
        <w:t xml:space="preserve">, – </w:t>
      </w:r>
      <w:r w:rsidR="008C5C61" w:rsidRPr="004C3E92">
        <w:t xml:space="preserve">ses propres pensées </w:t>
      </w:r>
      <w:r w:rsidR="008C5C61" w:rsidRPr="004C3E92">
        <w:lastRenderedPageBreak/>
        <w:t>heureuses et sa charmante diction</w:t>
      </w:r>
      <w:r>
        <w:t xml:space="preserve">. </w:t>
      </w:r>
      <w:r w:rsidR="008C5C61" w:rsidRPr="004C3E92">
        <w:t>Mais que pouvais-je faire</w:t>
      </w:r>
      <w:r>
        <w:t xml:space="preserve"> ? </w:t>
      </w:r>
      <w:r w:rsidR="008C5C61" w:rsidRPr="004C3E92">
        <w:t>Nous étions fiancés</w:t>
      </w:r>
      <w:r>
        <w:t xml:space="preserve">, </w:t>
      </w:r>
      <w:r w:rsidR="008C5C61" w:rsidRPr="004C3E92">
        <w:t>tout était en cours de préparation</w:t>
      </w:r>
      <w:r>
        <w:t xml:space="preserve">, </w:t>
      </w:r>
      <w:r w:rsidR="008C5C61" w:rsidRPr="004C3E92">
        <w:t>le jour</w:t>
      </w:r>
      <w:r>
        <w:t xml:space="preserve">, </w:t>
      </w:r>
      <w:r w:rsidR="008C5C61" w:rsidRPr="004C3E92">
        <w:t>presque fixé</w:t>
      </w:r>
      <w:r>
        <w:t xml:space="preserve">… </w:t>
      </w:r>
      <w:r w:rsidR="008C5C61" w:rsidRPr="004C3E92">
        <w:t>Mais je parle comme un imbécile</w:t>
      </w:r>
      <w:r>
        <w:t xml:space="preserve">. </w:t>
      </w:r>
      <w:r w:rsidR="008C5C61" w:rsidRPr="004C3E92">
        <w:t>La prépar</w:t>
      </w:r>
      <w:r w:rsidR="008C5C61" w:rsidRPr="004C3E92">
        <w:t>a</w:t>
      </w:r>
      <w:r w:rsidR="008C5C61" w:rsidRPr="004C3E92">
        <w:t>tion</w:t>
      </w:r>
      <w:r>
        <w:t xml:space="preserve"> !… </w:t>
      </w:r>
      <w:r w:rsidR="008C5C61" w:rsidRPr="004C3E92">
        <w:t>Le jour</w:t>
      </w:r>
      <w:r>
        <w:t xml:space="preserve"> !… </w:t>
      </w:r>
      <w:r w:rsidR="008C5C61" w:rsidRPr="004C3E92">
        <w:t>En termes sans ambages</w:t>
      </w:r>
      <w:r>
        <w:t xml:space="preserve">, </w:t>
      </w:r>
      <w:r w:rsidR="008C5C61" w:rsidRPr="004C3E92">
        <w:t>son argent m</w:t>
      </w:r>
      <w:r>
        <w:t>’</w:t>
      </w:r>
      <w:r w:rsidR="008C5C61" w:rsidRPr="004C3E92">
        <w:t>était nécessaire</w:t>
      </w:r>
      <w:r>
        <w:t xml:space="preserve">, </w:t>
      </w:r>
      <w:r w:rsidR="008C5C61" w:rsidRPr="004C3E92">
        <w:t>et dans une situation comme la mienne</w:t>
      </w:r>
      <w:r>
        <w:t xml:space="preserve">, </w:t>
      </w:r>
      <w:r w:rsidR="008C5C61" w:rsidRPr="004C3E92">
        <w:t>il fallait tout faire pour éviter une rupture</w:t>
      </w:r>
      <w:r>
        <w:t xml:space="preserve">. </w:t>
      </w:r>
      <w:r w:rsidR="008C5C61" w:rsidRPr="004C3E92">
        <w:t>Et</w:t>
      </w:r>
      <w:r>
        <w:t xml:space="preserve">, </w:t>
      </w:r>
      <w:r w:rsidR="008C5C61" w:rsidRPr="004C3E92">
        <w:t>au surplus</w:t>
      </w:r>
      <w:r>
        <w:t xml:space="preserve">, </w:t>
      </w:r>
      <w:r w:rsidR="008C5C61" w:rsidRPr="004C3E92">
        <w:t>qu</w:t>
      </w:r>
      <w:r>
        <w:t>’</w:t>
      </w:r>
      <w:r w:rsidR="008C5C61" w:rsidRPr="004C3E92">
        <w:t>importait à ma réputation auprès de Marianne et de ses amis</w:t>
      </w:r>
      <w:r>
        <w:t xml:space="preserve">, </w:t>
      </w:r>
      <w:r w:rsidR="008C5C61" w:rsidRPr="004C3E92">
        <w:t>le langage dans lequel était rédigée ma réponse</w:t>
      </w:r>
      <w:r>
        <w:t xml:space="preserve"> ? </w:t>
      </w:r>
      <w:r w:rsidR="008C5C61" w:rsidRPr="004C3E92">
        <w:t>Elle ne devait avoir qu</w:t>
      </w:r>
      <w:r>
        <w:t>’</w:t>
      </w:r>
      <w:r w:rsidR="008C5C61" w:rsidRPr="004C3E92">
        <w:t>un seul but</w:t>
      </w:r>
      <w:r>
        <w:t xml:space="preserve">. </w:t>
      </w:r>
      <w:r w:rsidR="008C5C61" w:rsidRPr="004C3E92">
        <w:t>J</w:t>
      </w:r>
      <w:r>
        <w:t>’</w:t>
      </w:r>
      <w:r w:rsidR="008C5C61" w:rsidRPr="004C3E92">
        <w:t>avais à me déclarer moi-même un scélérat</w:t>
      </w:r>
      <w:r>
        <w:t xml:space="preserve">, </w:t>
      </w:r>
      <w:r w:rsidR="008C5C61" w:rsidRPr="004C3E92">
        <w:t xml:space="preserve">et que je le </w:t>
      </w:r>
      <w:proofErr w:type="spellStart"/>
      <w:r w:rsidR="008C5C61" w:rsidRPr="004C3E92">
        <w:t>fi</w:t>
      </w:r>
      <w:r w:rsidR="008C5C61" w:rsidRPr="004C3E92">
        <w:t>s</w:t>
      </w:r>
      <w:r w:rsidR="008C5C61" w:rsidRPr="004C3E92">
        <w:t>se</w:t>
      </w:r>
      <w:proofErr w:type="spellEnd"/>
      <w:r w:rsidR="008C5C61" w:rsidRPr="004C3E92">
        <w:t xml:space="preserve"> avec une révérence ou avec bravache</w:t>
      </w:r>
      <w:r>
        <w:t xml:space="preserve">, </w:t>
      </w:r>
      <w:r w:rsidR="008C5C61" w:rsidRPr="004C3E92">
        <w:t>cela avait peu d</w:t>
      </w:r>
      <w:r>
        <w:t>’</w:t>
      </w:r>
      <w:r w:rsidR="008C5C61" w:rsidRPr="004C3E92">
        <w:t>importance</w:t>
      </w:r>
      <w:r>
        <w:t>. « </w:t>
      </w:r>
      <w:r w:rsidR="008C5C61" w:rsidRPr="004C3E92">
        <w:t>Je suis ruiné à jamais dans son opinion</w:t>
      </w:r>
      <w:r>
        <w:t xml:space="preserve"> », </w:t>
      </w:r>
      <w:r w:rsidR="008C5C61" w:rsidRPr="004C3E92">
        <w:t>me suis-je dit en moi-même</w:t>
      </w:r>
      <w:r>
        <w:t> ; « </w:t>
      </w:r>
      <w:r w:rsidR="008C5C61" w:rsidRPr="004C3E92">
        <w:t>je suis exclu à jamais de leur co</w:t>
      </w:r>
      <w:r w:rsidR="008C5C61" w:rsidRPr="004C3E92">
        <w:t>m</w:t>
      </w:r>
      <w:r w:rsidR="008C5C61" w:rsidRPr="004C3E92">
        <w:t>pagnie</w:t>
      </w:r>
      <w:r>
        <w:t xml:space="preserve"> ; </w:t>
      </w:r>
      <w:r w:rsidR="008C5C61" w:rsidRPr="004C3E92">
        <w:t>elles me prennent déjà pour un individu sans principes</w:t>
      </w:r>
      <w:r>
        <w:t xml:space="preserve">, – </w:t>
      </w:r>
      <w:r w:rsidR="008C5C61" w:rsidRPr="004C3E92">
        <w:t>cette lettre les forcera simplement à me prendre pour un ind</w:t>
      </w:r>
      <w:r w:rsidR="008C5C61" w:rsidRPr="004C3E92">
        <w:t>i</w:t>
      </w:r>
      <w:r w:rsidR="008C5C61" w:rsidRPr="004C3E92">
        <w:t>vidu ignoble</w:t>
      </w:r>
      <w:r>
        <w:t>. »</w:t>
      </w:r>
      <w:r w:rsidR="008C5C61" w:rsidRPr="004C3E92">
        <w:t xml:space="preserve"> C</w:t>
      </w:r>
      <w:r>
        <w:t>’</w:t>
      </w:r>
      <w:r w:rsidR="008C5C61" w:rsidRPr="004C3E92">
        <w:t>est ainsi que je raisonnai tandis que</w:t>
      </w:r>
      <w:r>
        <w:t xml:space="preserve">, </w:t>
      </w:r>
      <w:r w:rsidR="008C5C61" w:rsidRPr="004C3E92">
        <w:t>pris d</w:t>
      </w:r>
      <w:r>
        <w:t>’</w:t>
      </w:r>
      <w:r w:rsidR="008C5C61" w:rsidRPr="004C3E92">
        <w:t>une sorte d</w:t>
      </w:r>
      <w:r>
        <w:t>’</w:t>
      </w:r>
      <w:r w:rsidR="008C5C61" w:rsidRPr="004C3E92">
        <w:t>insouciance désespérée</w:t>
      </w:r>
      <w:r>
        <w:t xml:space="preserve">, </w:t>
      </w:r>
      <w:r w:rsidR="008C5C61" w:rsidRPr="004C3E92">
        <w:t>je recopiais les mots de ma femme</w:t>
      </w:r>
      <w:r>
        <w:t xml:space="preserve">, </w:t>
      </w:r>
      <w:r w:rsidR="008C5C61" w:rsidRPr="004C3E92">
        <w:t>et me séparais des derniers souvenirs de Marianne</w:t>
      </w:r>
      <w:r>
        <w:t xml:space="preserve">. </w:t>
      </w:r>
      <w:r w:rsidR="008C5C61" w:rsidRPr="004C3E92">
        <w:t>Ses trois billets</w:t>
      </w:r>
      <w:r>
        <w:t xml:space="preserve"> – </w:t>
      </w:r>
      <w:r w:rsidR="008C5C61" w:rsidRPr="004C3E92">
        <w:t>malheureusement</w:t>
      </w:r>
      <w:r>
        <w:t xml:space="preserve">, </w:t>
      </w:r>
      <w:r w:rsidR="008C5C61" w:rsidRPr="004C3E92">
        <w:t>ils étaient tous dans mon po</w:t>
      </w:r>
      <w:r w:rsidR="008C5C61" w:rsidRPr="004C3E92">
        <w:t>r</w:t>
      </w:r>
      <w:r w:rsidR="008C5C61" w:rsidRPr="004C3E92">
        <w:t>tefeuille</w:t>
      </w:r>
      <w:r>
        <w:t xml:space="preserve">, </w:t>
      </w:r>
      <w:r w:rsidR="008C5C61" w:rsidRPr="004C3E92">
        <w:t>sinon j</w:t>
      </w:r>
      <w:r>
        <w:t>’</w:t>
      </w:r>
      <w:r w:rsidR="008C5C61" w:rsidRPr="004C3E92">
        <w:t>en aurais nié l</w:t>
      </w:r>
      <w:r>
        <w:t>’</w:t>
      </w:r>
      <w:r w:rsidR="008C5C61" w:rsidRPr="004C3E92">
        <w:t>existence</w:t>
      </w:r>
      <w:r>
        <w:t xml:space="preserve">, </w:t>
      </w:r>
      <w:r w:rsidR="008C5C61" w:rsidRPr="004C3E92">
        <w:t>et les aurais conservés précieusement à jamais</w:t>
      </w:r>
      <w:r>
        <w:t xml:space="preserve"> ; </w:t>
      </w:r>
      <w:r w:rsidR="008C5C61" w:rsidRPr="004C3E92">
        <w:t>j</w:t>
      </w:r>
      <w:r>
        <w:t>’</w:t>
      </w:r>
      <w:r w:rsidR="008C5C61" w:rsidRPr="004C3E92">
        <w:t>ai été contraint de les produire</w:t>
      </w:r>
      <w:r>
        <w:t xml:space="preserve">, </w:t>
      </w:r>
      <w:r w:rsidR="008C5C61" w:rsidRPr="004C3E92">
        <w:t>et n</w:t>
      </w:r>
      <w:r>
        <w:t>’</w:t>
      </w:r>
      <w:r w:rsidR="008C5C61" w:rsidRPr="004C3E92">
        <w:t>ai même pas pu les baiser</w:t>
      </w:r>
      <w:r>
        <w:t xml:space="preserve">. </w:t>
      </w:r>
      <w:r w:rsidR="008C5C61" w:rsidRPr="004C3E92">
        <w:t>Et la mèche de cheveux</w:t>
      </w:r>
      <w:r>
        <w:t xml:space="preserve">, – </w:t>
      </w:r>
      <w:r w:rsidR="008C5C61" w:rsidRPr="004C3E92">
        <w:t>je l</w:t>
      </w:r>
      <w:r>
        <w:t>’</w:t>
      </w:r>
      <w:r w:rsidR="008C5C61" w:rsidRPr="004C3E92">
        <w:t>avais toujours portée sur moi</w:t>
      </w:r>
      <w:r>
        <w:t xml:space="preserve">, </w:t>
      </w:r>
      <w:r w:rsidR="008C5C61" w:rsidRPr="004C3E92">
        <w:t>aussi</w:t>
      </w:r>
      <w:r>
        <w:t xml:space="preserve">, </w:t>
      </w:r>
      <w:r w:rsidR="008C5C61" w:rsidRPr="004C3E92">
        <w:t>dans le même portefeuille</w:t>
      </w:r>
      <w:r>
        <w:t xml:space="preserve">, </w:t>
      </w:r>
      <w:r w:rsidR="008C5C61" w:rsidRPr="004C3E92">
        <w:t>qui fut alors fouillé par madame avec la virulence la plus insinua</w:t>
      </w:r>
      <w:r w:rsidR="008C5C61" w:rsidRPr="004C3E92">
        <w:t>n</w:t>
      </w:r>
      <w:r w:rsidR="008C5C61" w:rsidRPr="004C3E92">
        <w:t>te</w:t>
      </w:r>
      <w:r>
        <w:t xml:space="preserve">, – </w:t>
      </w:r>
      <w:r w:rsidR="008C5C61" w:rsidRPr="004C3E92">
        <w:t>cette mèche si chère</w:t>
      </w:r>
      <w:r>
        <w:t xml:space="preserve">, – </w:t>
      </w:r>
      <w:r w:rsidR="008C5C61" w:rsidRPr="004C3E92">
        <w:t>chacun des souvenirs</w:t>
      </w:r>
      <w:r>
        <w:t xml:space="preserve">, </w:t>
      </w:r>
      <w:r w:rsidR="008C5C61" w:rsidRPr="004C3E92">
        <w:t>tout me fut arraché</w:t>
      </w:r>
      <w:r>
        <w:t>.</w:t>
      </w:r>
    </w:p>
    <w:p w14:paraId="65B705C1" w14:textId="77777777" w:rsidR="004A4993" w:rsidRDefault="004A4993" w:rsidP="004A4993">
      <w:r>
        <w:t>— </w:t>
      </w:r>
      <w:r w:rsidR="008C5C61" w:rsidRPr="004C3E92">
        <w:t>Vous avez le plus grand tort</w:t>
      </w:r>
      <w:r>
        <w:t xml:space="preserve">, </w:t>
      </w:r>
      <w:r w:rsidR="008C5C61" w:rsidRPr="004C3E92">
        <w:t>Mr</w:t>
      </w:r>
      <w:r>
        <w:t xml:space="preserve">. </w:t>
      </w:r>
      <w:r w:rsidR="008C5C61" w:rsidRPr="004C3E92">
        <w:t>Willoughby</w:t>
      </w:r>
      <w:r>
        <w:t xml:space="preserve">, </w:t>
      </w:r>
      <w:r w:rsidR="008C5C61" w:rsidRPr="004C3E92">
        <w:t>vous êtes fort répréhensible</w:t>
      </w:r>
      <w:r>
        <w:t xml:space="preserve">, </w:t>
      </w:r>
      <w:r w:rsidR="008C5C61" w:rsidRPr="004C3E92">
        <w:t xml:space="preserve">dit </w:t>
      </w:r>
      <w:proofErr w:type="spellStart"/>
      <w:r w:rsidR="008C5C61" w:rsidRPr="004C3E92">
        <w:t>Elinor</w:t>
      </w:r>
      <w:proofErr w:type="spellEnd"/>
      <w:r>
        <w:t xml:space="preserve">, </w:t>
      </w:r>
      <w:r w:rsidR="008C5C61" w:rsidRPr="004C3E92">
        <w:t>dont la voix</w:t>
      </w:r>
      <w:r>
        <w:t xml:space="preserve">, </w:t>
      </w:r>
      <w:r w:rsidR="008C5C61" w:rsidRPr="004C3E92">
        <w:t>malgré elle</w:t>
      </w:r>
      <w:r>
        <w:t xml:space="preserve">, </w:t>
      </w:r>
      <w:r w:rsidR="008C5C61" w:rsidRPr="004C3E92">
        <w:t>trahi</w:t>
      </w:r>
      <w:r w:rsidR="008C5C61" w:rsidRPr="004C3E92">
        <w:t>s</w:t>
      </w:r>
      <w:r w:rsidR="008C5C61" w:rsidRPr="004C3E92">
        <w:t>sait l</w:t>
      </w:r>
      <w:r>
        <w:t>’</w:t>
      </w:r>
      <w:r w:rsidR="008C5C61" w:rsidRPr="004C3E92">
        <w:t>émotion chargée de compassion</w:t>
      </w:r>
      <w:r>
        <w:t xml:space="preserve"> ; </w:t>
      </w:r>
      <w:r w:rsidR="008C5C61" w:rsidRPr="004C3E92">
        <w:t>vous ne devriez parler de cette façon</w:t>
      </w:r>
      <w:r>
        <w:t xml:space="preserve">, </w:t>
      </w:r>
      <w:r w:rsidR="008C5C61" w:rsidRPr="004C3E92">
        <w:t>ni de Mrs</w:t>
      </w:r>
      <w:r>
        <w:t xml:space="preserve">. </w:t>
      </w:r>
      <w:r w:rsidR="008C5C61" w:rsidRPr="004C3E92">
        <w:t>Willoughby</w:t>
      </w:r>
      <w:r>
        <w:t xml:space="preserve">, </w:t>
      </w:r>
      <w:r w:rsidR="008C5C61" w:rsidRPr="004C3E92">
        <w:t>ni de ma sœur</w:t>
      </w:r>
      <w:r>
        <w:t xml:space="preserve">. </w:t>
      </w:r>
      <w:r w:rsidR="008C5C61" w:rsidRPr="004C3E92">
        <w:t>Vous avez fait vous-même votre choix</w:t>
      </w:r>
      <w:r>
        <w:t xml:space="preserve">. </w:t>
      </w:r>
      <w:r w:rsidR="008C5C61" w:rsidRPr="004C3E92">
        <w:t>Il ne vous a pas été imposé de force</w:t>
      </w:r>
      <w:r>
        <w:t xml:space="preserve">. </w:t>
      </w:r>
      <w:r w:rsidR="008C5C61" w:rsidRPr="004C3E92">
        <w:t>Votre femme a droit à votre politesse</w:t>
      </w:r>
      <w:r>
        <w:t xml:space="preserve">, </w:t>
      </w:r>
      <w:r w:rsidR="008C5C61" w:rsidRPr="004C3E92">
        <w:t>à votre respect</w:t>
      </w:r>
      <w:r>
        <w:t xml:space="preserve">, </w:t>
      </w:r>
      <w:r w:rsidR="008C5C61" w:rsidRPr="004C3E92">
        <w:t>tout au moins</w:t>
      </w:r>
      <w:r>
        <w:t xml:space="preserve">. </w:t>
      </w:r>
      <w:r w:rsidR="008C5C61" w:rsidRPr="004C3E92">
        <w:t>Il faut qu</w:t>
      </w:r>
      <w:r>
        <w:t>’</w:t>
      </w:r>
      <w:r w:rsidR="008C5C61" w:rsidRPr="004C3E92">
        <w:t>elle vous soit attachée</w:t>
      </w:r>
      <w:r>
        <w:t xml:space="preserve">, </w:t>
      </w:r>
      <w:r w:rsidR="008C5C61" w:rsidRPr="004C3E92">
        <w:t>sinon elle ne vous aurait pas épousé</w:t>
      </w:r>
      <w:r>
        <w:t xml:space="preserve">. </w:t>
      </w:r>
      <w:r w:rsidR="008C5C61" w:rsidRPr="004C3E92">
        <w:t>La traiter méchamment</w:t>
      </w:r>
      <w:r>
        <w:t xml:space="preserve">, </w:t>
      </w:r>
      <w:r w:rsidR="008C5C61" w:rsidRPr="004C3E92">
        <w:t xml:space="preserve">parler </w:t>
      </w:r>
      <w:r w:rsidR="008C5C61" w:rsidRPr="004C3E92">
        <w:lastRenderedPageBreak/>
        <w:t>d</w:t>
      </w:r>
      <w:r>
        <w:t>’</w:t>
      </w:r>
      <w:r w:rsidR="008C5C61" w:rsidRPr="004C3E92">
        <w:t>elle en la ravalant</w:t>
      </w:r>
      <w:r>
        <w:t xml:space="preserve">, </w:t>
      </w:r>
      <w:r w:rsidR="008C5C61" w:rsidRPr="004C3E92">
        <w:t>ce n</w:t>
      </w:r>
      <w:r>
        <w:t>’</w:t>
      </w:r>
      <w:r w:rsidR="008C5C61" w:rsidRPr="004C3E92">
        <w:t>est point faire amende honorable à Marianne</w:t>
      </w:r>
      <w:r>
        <w:t xml:space="preserve">, </w:t>
      </w:r>
      <w:r w:rsidR="008C5C61" w:rsidRPr="004C3E92">
        <w:t>et je ne puis croire que ce soit un soulagement pour votre conscience</w:t>
      </w:r>
      <w:r>
        <w:t>.</w:t>
      </w:r>
    </w:p>
    <w:p w14:paraId="68B41E9D" w14:textId="77777777" w:rsidR="004A4993" w:rsidRDefault="004A4993" w:rsidP="004A4993">
      <w:r>
        <w:t>— </w:t>
      </w:r>
      <w:r w:rsidR="008C5C61" w:rsidRPr="004C3E92">
        <w:t>Ne me parlez pas de ma femme</w:t>
      </w:r>
      <w:r>
        <w:t xml:space="preserve">, </w:t>
      </w:r>
      <w:r w:rsidR="008C5C61" w:rsidRPr="004C3E92">
        <w:t>dit-il</w:t>
      </w:r>
      <w:r>
        <w:t xml:space="preserve">, </w:t>
      </w:r>
      <w:r w:rsidR="008C5C61" w:rsidRPr="004C3E92">
        <w:t>avec un pesant soupir</w:t>
      </w:r>
      <w:r>
        <w:t xml:space="preserve">. </w:t>
      </w:r>
      <w:r w:rsidR="008C5C61" w:rsidRPr="004C3E92">
        <w:t>Elle ne mérite pas votre compassion</w:t>
      </w:r>
      <w:r>
        <w:t xml:space="preserve">. </w:t>
      </w:r>
      <w:r w:rsidR="008C5C61" w:rsidRPr="004C3E92">
        <w:t>Elle savait que je n</w:t>
      </w:r>
      <w:r>
        <w:t>’</w:t>
      </w:r>
      <w:r w:rsidR="008C5C61" w:rsidRPr="004C3E92">
        <w:t>avais aucune tendresse pour elle quand nous nous sommes mariés</w:t>
      </w:r>
      <w:r>
        <w:t xml:space="preserve">. </w:t>
      </w:r>
      <w:r w:rsidR="008C5C61" w:rsidRPr="004C3E92">
        <w:t>Enfin</w:t>
      </w:r>
      <w:r>
        <w:t xml:space="preserve">, </w:t>
      </w:r>
      <w:r w:rsidR="008C5C61" w:rsidRPr="004C3E92">
        <w:t>le mariage a eu lieu</w:t>
      </w:r>
      <w:r>
        <w:t xml:space="preserve">, </w:t>
      </w:r>
      <w:r w:rsidR="008C5C61" w:rsidRPr="004C3E92">
        <w:t>après quoi nous sommes a</w:t>
      </w:r>
      <w:r w:rsidR="008C5C61" w:rsidRPr="004C3E92">
        <w:t>l</w:t>
      </w:r>
      <w:r w:rsidR="008C5C61" w:rsidRPr="004C3E92">
        <w:t>lés à Combe Magna pour être heureux</w:t>
      </w:r>
      <w:r>
        <w:t xml:space="preserve">, </w:t>
      </w:r>
      <w:r w:rsidR="008C5C61" w:rsidRPr="004C3E92">
        <w:t>et revenus ensuite à Londres pour être gais</w:t>
      </w:r>
      <w:r>
        <w:t xml:space="preserve">. </w:t>
      </w:r>
      <w:r w:rsidR="008C5C61" w:rsidRPr="004C3E92">
        <w:t>Et maintenant</w:t>
      </w:r>
      <w:r>
        <w:t xml:space="preserve">, </w:t>
      </w:r>
      <w:r w:rsidR="008C5C61" w:rsidRPr="004C3E92">
        <w:t>me plaignez-vous</w:t>
      </w:r>
      <w:r>
        <w:t xml:space="preserve">, </w:t>
      </w:r>
      <w:r w:rsidR="008C5C61" w:rsidRPr="004C3E92">
        <w:t xml:space="preserve">miss </w:t>
      </w:r>
      <w:proofErr w:type="spellStart"/>
      <w:r w:rsidR="008C5C61" w:rsidRPr="004C3E92">
        <w:t>Dashwood</w:t>
      </w:r>
      <w:proofErr w:type="spellEnd"/>
      <w:r>
        <w:t xml:space="preserve"> ? – </w:t>
      </w:r>
      <w:r w:rsidR="008C5C61" w:rsidRPr="004C3E92">
        <w:t>ou bien ai-je dit tout cela en pure perte</w:t>
      </w:r>
      <w:r>
        <w:t xml:space="preserve"> ? </w:t>
      </w:r>
      <w:r w:rsidR="008C5C61" w:rsidRPr="004C3E92">
        <w:t>Suis-je</w:t>
      </w:r>
      <w:r>
        <w:t xml:space="preserve"> – </w:t>
      </w:r>
      <w:r w:rsidR="008C5C61" w:rsidRPr="004C3E92">
        <w:t>ne fût-ce que d</w:t>
      </w:r>
      <w:r>
        <w:t>’</w:t>
      </w:r>
      <w:r w:rsidR="008C5C61" w:rsidRPr="004C3E92">
        <w:t>un degré</w:t>
      </w:r>
      <w:r>
        <w:t xml:space="preserve"> – </w:t>
      </w:r>
      <w:r w:rsidR="008C5C61" w:rsidRPr="004C3E92">
        <w:t>moins coupable dans votre op</w:t>
      </w:r>
      <w:r w:rsidR="008C5C61" w:rsidRPr="004C3E92">
        <w:t>i</w:t>
      </w:r>
      <w:r w:rsidR="008C5C61" w:rsidRPr="004C3E92">
        <w:t>nion</w:t>
      </w:r>
      <w:r>
        <w:t xml:space="preserve">, </w:t>
      </w:r>
      <w:r w:rsidR="008C5C61" w:rsidRPr="004C3E92">
        <w:t>que je ne l</w:t>
      </w:r>
      <w:r>
        <w:t>’</w:t>
      </w:r>
      <w:r w:rsidR="008C5C61" w:rsidRPr="004C3E92">
        <w:t>étais auparavant</w:t>
      </w:r>
      <w:r>
        <w:t xml:space="preserve"> ? </w:t>
      </w:r>
      <w:r w:rsidR="008C5C61" w:rsidRPr="004C3E92">
        <w:t>Mes intentions n</w:t>
      </w:r>
      <w:r>
        <w:t>’</w:t>
      </w:r>
      <w:r w:rsidR="008C5C61" w:rsidRPr="004C3E92">
        <w:t>ont pas toujours été mauvaises</w:t>
      </w:r>
      <w:r>
        <w:t xml:space="preserve">. </w:t>
      </w:r>
      <w:r w:rsidR="008C5C61" w:rsidRPr="004C3E92">
        <w:t>Mes explications ont-elles lavé une part de ma culpabilité</w:t>
      </w:r>
      <w:r>
        <w:t> ?</w:t>
      </w:r>
    </w:p>
    <w:p w14:paraId="719DF55E" w14:textId="77777777" w:rsidR="004A4993" w:rsidRDefault="004A4993" w:rsidP="004A4993">
      <w:r>
        <w:t>— </w:t>
      </w:r>
      <w:r w:rsidR="008C5C61" w:rsidRPr="004C3E92">
        <w:t>Oui</w:t>
      </w:r>
      <w:r>
        <w:t xml:space="preserve">, </w:t>
      </w:r>
      <w:r w:rsidR="008C5C61" w:rsidRPr="004C3E92">
        <w:t>vous en avez certainement fait disparaître une pa</w:t>
      </w:r>
      <w:r w:rsidR="008C5C61" w:rsidRPr="004C3E92">
        <w:t>r</w:t>
      </w:r>
      <w:r w:rsidR="008C5C61" w:rsidRPr="004C3E92">
        <w:t>tie</w:t>
      </w:r>
      <w:r>
        <w:t xml:space="preserve">, – </w:t>
      </w:r>
      <w:r w:rsidR="008C5C61" w:rsidRPr="004C3E92">
        <w:t>un peu</w:t>
      </w:r>
      <w:r>
        <w:t xml:space="preserve">. </w:t>
      </w:r>
      <w:r w:rsidR="008C5C61" w:rsidRPr="004C3E92">
        <w:t>Vous avez démontré que vous êtes</w:t>
      </w:r>
      <w:r>
        <w:t xml:space="preserve">, </w:t>
      </w:r>
      <w:r w:rsidR="008C5C61" w:rsidRPr="004C3E92">
        <w:t>dans l</w:t>
      </w:r>
      <w:r>
        <w:t>’</w:t>
      </w:r>
      <w:r w:rsidR="008C5C61" w:rsidRPr="004C3E92">
        <w:t>ensemble</w:t>
      </w:r>
      <w:r>
        <w:t xml:space="preserve">, </w:t>
      </w:r>
      <w:r w:rsidR="008C5C61" w:rsidRPr="004C3E92">
        <w:t>moins coupable que je ne le pensais</w:t>
      </w:r>
      <w:r>
        <w:t xml:space="preserve">. </w:t>
      </w:r>
      <w:r w:rsidR="008C5C61" w:rsidRPr="004C3E92">
        <w:t>Vous avez prouvé que vous aviez le cœur moins méchant</w:t>
      </w:r>
      <w:r>
        <w:t xml:space="preserve">, – </w:t>
      </w:r>
      <w:r w:rsidR="008C5C61" w:rsidRPr="004C3E92">
        <w:t>beaucoup moins méchant</w:t>
      </w:r>
      <w:r>
        <w:t xml:space="preserve">. </w:t>
      </w:r>
      <w:r w:rsidR="008C5C61" w:rsidRPr="004C3E92">
        <w:t>Mais je ne sais pas trop</w:t>
      </w:r>
      <w:r>
        <w:t xml:space="preserve">… </w:t>
      </w:r>
      <w:r w:rsidR="008C5C61" w:rsidRPr="004C3E92">
        <w:t>le malheur que vous avez infligé</w:t>
      </w:r>
      <w:r>
        <w:t xml:space="preserve">… </w:t>
      </w:r>
      <w:r w:rsidR="008C5C61" w:rsidRPr="004C3E92">
        <w:t>je ne sais pas trop ce qui eût pu l</w:t>
      </w:r>
      <w:r>
        <w:t>’</w:t>
      </w:r>
      <w:r w:rsidR="008C5C61" w:rsidRPr="004C3E92">
        <w:t>aggraver</w:t>
      </w:r>
      <w:r>
        <w:t>.</w:t>
      </w:r>
    </w:p>
    <w:p w14:paraId="171BA972" w14:textId="77777777" w:rsidR="004A4993" w:rsidRDefault="004A4993" w:rsidP="004A4993">
      <w:r>
        <w:t>— </w:t>
      </w:r>
      <w:r w:rsidR="008C5C61" w:rsidRPr="004C3E92">
        <w:t>Voulez-vous répéter à votre sœur</w:t>
      </w:r>
      <w:r>
        <w:t xml:space="preserve">, </w:t>
      </w:r>
      <w:r w:rsidR="008C5C61" w:rsidRPr="004C3E92">
        <w:t>quand elle sera rét</w:t>
      </w:r>
      <w:r w:rsidR="008C5C61" w:rsidRPr="004C3E92">
        <w:t>a</w:t>
      </w:r>
      <w:r w:rsidR="008C5C61" w:rsidRPr="004C3E92">
        <w:t>blie</w:t>
      </w:r>
      <w:r>
        <w:t xml:space="preserve">, </w:t>
      </w:r>
      <w:r w:rsidR="008C5C61" w:rsidRPr="004C3E92">
        <w:t>ce que je viens de vous dire</w:t>
      </w:r>
      <w:r>
        <w:t xml:space="preserve"> ? </w:t>
      </w:r>
      <w:r w:rsidR="008C5C61" w:rsidRPr="004C3E92">
        <w:t>Permettez-moi d</w:t>
      </w:r>
      <w:r>
        <w:t>’</w:t>
      </w:r>
      <w:r w:rsidR="008C5C61" w:rsidRPr="004C3E92">
        <w:t>être un peu exonéré dans son opinion aussi</w:t>
      </w:r>
      <w:r>
        <w:t xml:space="preserve">, </w:t>
      </w:r>
      <w:r w:rsidR="008C5C61" w:rsidRPr="004C3E92">
        <w:t>comme dans la vôtre</w:t>
      </w:r>
      <w:r>
        <w:t xml:space="preserve">. </w:t>
      </w:r>
      <w:r w:rsidR="008C5C61" w:rsidRPr="004C3E92">
        <w:t>Vous me dites qu</w:t>
      </w:r>
      <w:r>
        <w:t>’</w:t>
      </w:r>
      <w:r w:rsidR="008C5C61" w:rsidRPr="004C3E92">
        <w:t>elle m</w:t>
      </w:r>
      <w:r>
        <w:t>’</w:t>
      </w:r>
      <w:r w:rsidR="008C5C61" w:rsidRPr="004C3E92">
        <w:t>a déjà pardonné</w:t>
      </w:r>
      <w:r>
        <w:t xml:space="preserve">. </w:t>
      </w:r>
      <w:r w:rsidR="008C5C61" w:rsidRPr="004C3E92">
        <w:t>Permettez-moi de m</w:t>
      </w:r>
      <w:r>
        <w:t>’</w:t>
      </w:r>
      <w:r w:rsidR="008C5C61" w:rsidRPr="004C3E92">
        <w:t>imaginer qu</w:t>
      </w:r>
      <w:r>
        <w:t>’</w:t>
      </w:r>
      <w:r w:rsidR="008C5C61" w:rsidRPr="004C3E92">
        <w:t>une meilleure connaissance de mon cœur</w:t>
      </w:r>
      <w:r>
        <w:t xml:space="preserve">, </w:t>
      </w:r>
      <w:r w:rsidR="008C5C61" w:rsidRPr="004C3E92">
        <w:t>et de mes sent</w:t>
      </w:r>
      <w:r w:rsidR="008C5C61" w:rsidRPr="004C3E92">
        <w:t>i</w:t>
      </w:r>
      <w:r w:rsidR="008C5C61" w:rsidRPr="004C3E92">
        <w:t>ments actuels</w:t>
      </w:r>
      <w:r>
        <w:t xml:space="preserve">, </w:t>
      </w:r>
      <w:r w:rsidR="008C5C61" w:rsidRPr="004C3E92">
        <w:t>tirera d</w:t>
      </w:r>
      <w:r>
        <w:t>’</w:t>
      </w:r>
      <w:r w:rsidR="008C5C61" w:rsidRPr="004C3E92">
        <w:t>elle un pardon plus spontané</w:t>
      </w:r>
      <w:r>
        <w:t xml:space="preserve">, </w:t>
      </w:r>
      <w:r w:rsidR="008C5C61" w:rsidRPr="004C3E92">
        <w:t>plus nat</w:t>
      </w:r>
      <w:r w:rsidR="008C5C61" w:rsidRPr="004C3E92">
        <w:t>u</w:t>
      </w:r>
      <w:r w:rsidR="008C5C61" w:rsidRPr="004C3E92">
        <w:t>rel</w:t>
      </w:r>
      <w:r>
        <w:t xml:space="preserve">, </w:t>
      </w:r>
      <w:r w:rsidR="008C5C61" w:rsidRPr="004C3E92">
        <w:t>plus doux</w:t>
      </w:r>
      <w:r>
        <w:t xml:space="preserve">, </w:t>
      </w:r>
      <w:r w:rsidR="008C5C61" w:rsidRPr="004C3E92">
        <w:t>et moins protocolaire</w:t>
      </w:r>
      <w:r>
        <w:t xml:space="preserve">. </w:t>
      </w:r>
      <w:r w:rsidR="008C5C61" w:rsidRPr="004C3E92">
        <w:t>Dites-lui ma détresse et ma pénitence</w:t>
      </w:r>
      <w:r>
        <w:t xml:space="preserve">, </w:t>
      </w:r>
      <w:r w:rsidR="008C5C61" w:rsidRPr="004C3E92">
        <w:t>dites-lui que mon cœur ne lui a jamais été i</w:t>
      </w:r>
      <w:r w:rsidR="008C5C61" w:rsidRPr="004C3E92">
        <w:t>n</w:t>
      </w:r>
      <w:r w:rsidR="008C5C61" w:rsidRPr="004C3E92">
        <w:t>constant</w:t>
      </w:r>
      <w:r>
        <w:t xml:space="preserve">, </w:t>
      </w:r>
      <w:r w:rsidR="008C5C61" w:rsidRPr="004C3E92">
        <w:t>et</w:t>
      </w:r>
      <w:r>
        <w:t xml:space="preserve">, </w:t>
      </w:r>
      <w:r w:rsidR="008C5C61" w:rsidRPr="004C3E92">
        <w:t>si vous le voulez</w:t>
      </w:r>
      <w:r>
        <w:t xml:space="preserve">, </w:t>
      </w:r>
      <w:r w:rsidR="008C5C61" w:rsidRPr="004C3E92">
        <w:t>qu</w:t>
      </w:r>
      <w:r>
        <w:t>’</w:t>
      </w:r>
      <w:r w:rsidR="008C5C61" w:rsidRPr="004C3E92">
        <w:t>en cet instant elle m</w:t>
      </w:r>
      <w:r>
        <w:t>’</w:t>
      </w:r>
      <w:r w:rsidR="008C5C61" w:rsidRPr="004C3E92">
        <w:t>est plus chère que jamais</w:t>
      </w:r>
      <w:r>
        <w:t>.</w:t>
      </w:r>
    </w:p>
    <w:p w14:paraId="09276A41" w14:textId="77777777" w:rsidR="004A4993" w:rsidRDefault="004A4993" w:rsidP="004A4993">
      <w:r>
        <w:lastRenderedPageBreak/>
        <w:t>— </w:t>
      </w:r>
      <w:r w:rsidR="008C5C61" w:rsidRPr="004C3E92">
        <w:t>Je lui dirai tout ce qui sera nécessaire à ce qu</w:t>
      </w:r>
      <w:r>
        <w:t>’</w:t>
      </w:r>
      <w:r w:rsidR="008C5C61" w:rsidRPr="004C3E92">
        <w:t>on peut a</w:t>
      </w:r>
      <w:r w:rsidR="008C5C61" w:rsidRPr="004C3E92">
        <w:t>p</w:t>
      </w:r>
      <w:r w:rsidR="008C5C61" w:rsidRPr="004C3E92">
        <w:t>peler</w:t>
      </w:r>
      <w:r>
        <w:t xml:space="preserve">, </w:t>
      </w:r>
      <w:r w:rsidR="008C5C61" w:rsidRPr="004C3E92">
        <w:t>d</w:t>
      </w:r>
      <w:r>
        <w:t>’</w:t>
      </w:r>
      <w:r w:rsidR="008C5C61" w:rsidRPr="004C3E92">
        <w:t>un terme relatif</w:t>
      </w:r>
      <w:r>
        <w:t xml:space="preserve">, </w:t>
      </w:r>
      <w:r w:rsidR="008C5C61" w:rsidRPr="004C3E92">
        <w:t>votre justification</w:t>
      </w:r>
      <w:r>
        <w:t xml:space="preserve">. </w:t>
      </w:r>
      <w:r w:rsidR="008C5C61" w:rsidRPr="004C3E92">
        <w:t>Mais vous ne m</w:t>
      </w:r>
      <w:r>
        <w:t>’</w:t>
      </w:r>
      <w:r w:rsidR="008C5C61" w:rsidRPr="004C3E92">
        <w:t>avez pas expliqué pour quelle raison particulière vous êtes venu maintenant</w:t>
      </w:r>
      <w:r>
        <w:t xml:space="preserve">, </w:t>
      </w:r>
      <w:r w:rsidR="008C5C61" w:rsidRPr="004C3E92">
        <w:t>ni comment vous avez eu vent de sa maladie</w:t>
      </w:r>
      <w:r>
        <w:t>.</w:t>
      </w:r>
    </w:p>
    <w:p w14:paraId="242382B2" w14:textId="77777777" w:rsidR="004A4993" w:rsidRDefault="004A4993" w:rsidP="004A4993">
      <w:r>
        <w:t>— </w:t>
      </w:r>
      <w:r w:rsidR="008C5C61" w:rsidRPr="004C3E92">
        <w:t>Hier soir</w:t>
      </w:r>
      <w:r>
        <w:t xml:space="preserve">, </w:t>
      </w:r>
      <w:r w:rsidR="008C5C61" w:rsidRPr="004C3E92">
        <w:t xml:space="preserve">dans le vestibule de </w:t>
      </w:r>
      <w:proofErr w:type="spellStart"/>
      <w:r w:rsidR="008C5C61" w:rsidRPr="004C3E92">
        <w:t>Drury</w:t>
      </w:r>
      <w:proofErr w:type="spellEnd"/>
      <w:r w:rsidR="008C5C61" w:rsidRPr="004C3E92">
        <w:t xml:space="preserve"> Lane</w:t>
      </w:r>
      <w:r w:rsidR="008C5C61">
        <w:rPr>
          <w:rStyle w:val="Appelnotedebasdep"/>
        </w:rPr>
        <w:footnoteReference w:id="18"/>
      </w:r>
      <w:r>
        <w:t xml:space="preserve">, </w:t>
      </w:r>
      <w:r w:rsidR="008C5C61" w:rsidRPr="004C3E92">
        <w:t>je suis to</w:t>
      </w:r>
      <w:r w:rsidR="008C5C61" w:rsidRPr="004C3E92">
        <w:t>m</w:t>
      </w:r>
      <w:r w:rsidR="008C5C61" w:rsidRPr="004C3E92">
        <w:t>bé sur Sir John Middleton</w:t>
      </w:r>
      <w:r>
        <w:t xml:space="preserve">, </w:t>
      </w:r>
      <w:r w:rsidR="008C5C61" w:rsidRPr="004C3E92">
        <w:t>et quand il a vu qui j</w:t>
      </w:r>
      <w:r>
        <w:t>’</w:t>
      </w:r>
      <w:r w:rsidR="008C5C61" w:rsidRPr="004C3E92">
        <w:t>étais</w:t>
      </w:r>
      <w:r>
        <w:t xml:space="preserve"> (</w:t>
      </w:r>
      <w:r w:rsidR="008C5C61" w:rsidRPr="004C3E92">
        <w:t>pour la première fois depuis ces deux mois écoulés</w:t>
      </w:r>
      <w:r>
        <w:t xml:space="preserve">), </w:t>
      </w:r>
      <w:r w:rsidR="008C5C61" w:rsidRPr="004C3E92">
        <w:t>il m</w:t>
      </w:r>
      <w:r>
        <w:t>’</w:t>
      </w:r>
      <w:r w:rsidR="008C5C61" w:rsidRPr="004C3E92">
        <w:t>a parlé</w:t>
      </w:r>
      <w:r>
        <w:t xml:space="preserve">. </w:t>
      </w:r>
      <w:r w:rsidR="008C5C61" w:rsidRPr="004C3E92">
        <w:t>Qu</w:t>
      </w:r>
      <w:r>
        <w:t>’</w:t>
      </w:r>
      <w:r w:rsidR="008C5C61" w:rsidRPr="004C3E92">
        <w:t>il m</w:t>
      </w:r>
      <w:r>
        <w:t>’</w:t>
      </w:r>
      <w:r w:rsidR="008C5C61" w:rsidRPr="004C3E92">
        <w:t>eût évité depuis mon mariage</w:t>
      </w:r>
      <w:r>
        <w:t xml:space="preserve">, </w:t>
      </w:r>
      <w:r w:rsidR="008C5C61" w:rsidRPr="004C3E92">
        <w:t>c</w:t>
      </w:r>
      <w:r>
        <w:t>’</w:t>
      </w:r>
      <w:r w:rsidR="008C5C61" w:rsidRPr="004C3E92">
        <w:t>est là une chose que j</w:t>
      </w:r>
      <w:r>
        <w:t>’</w:t>
      </w:r>
      <w:r w:rsidR="008C5C61" w:rsidRPr="004C3E92">
        <w:t>avais remarquée</w:t>
      </w:r>
      <w:r>
        <w:t xml:space="preserve">, </w:t>
      </w:r>
      <w:r w:rsidR="008C5C61" w:rsidRPr="004C3E92">
        <w:t>sans surprise ni ressentiment</w:t>
      </w:r>
      <w:r>
        <w:t xml:space="preserve">. </w:t>
      </w:r>
      <w:r w:rsidR="008C5C61" w:rsidRPr="004C3E92">
        <w:t>À présent</w:t>
      </w:r>
      <w:r>
        <w:t xml:space="preserve">, </w:t>
      </w:r>
      <w:r w:rsidR="008C5C61" w:rsidRPr="004C3E92">
        <w:t>toutefois</w:t>
      </w:r>
      <w:r>
        <w:t xml:space="preserve">, </w:t>
      </w:r>
      <w:r w:rsidR="008C5C61" w:rsidRPr="004C3E92">
        <w:t>son âme bienveillante</w:t>
      </w:r>
      <w:r>
        <w:t xml:space="preserve">, </w:t>
      </w:r>
      <w:r w:rsidR="008C5C61" w:rsidRPr="004C3E92">
        <w:t>honnête</w:t>
      </w:r>
      <w:r>
        <w:t xml:space="preserve">, </w:t>
      </w:r>
      <w:r w:rsidR="008C5C61" w:rsidRPr="004C3E92">
        <w:t>stupide</w:t>
      </w:r>
      <w:r>
        <w:t xml:space="preserve">, </w:t>
      </w:r>
      <w:r w:rsidR="008C5C61" w:rsidRPr="004C3E92">
        <w:t>pleine d</w:t>
      </w:r>
      <w:r>
        <w:t>’</w:t>
      </w:r>
      <w:r w:rsidR="008C5C61" w:rsidRPr="004C3E92">
        <w:t>indignation à mon égard</w:t>
      </w:r>
      <w:r>
        <w:t xml:space="preserve">, </w:t>
      </w:r>
      <w:r w:rsidR="008C5C61" w:rsidRPr="004C3E92">
        <w:t>et d</w:t>
      </w:r>
      <w:r>
        <w:t>’</w:t>
      </w:r>
      <w:r w:rsidR="008C5C61" w:rsidRPr="004C3E92">
        <w:t>inquiétude pour votre sœur</w:t>
      </w:r>
      <w:r>
        <w:t xml:space="preserve">, </w:t>
      </w:r>
      <w:r w:rsidR="008C5C61" w:rsidRPr="004C3E92">
        <w:t>ne put résister à la tentation de me dire ce qui</w:t>
      </w:r>
      <w:r>
        <w:t xml:space="preserve">, </w:t>
      </w:r>
      <w:r w:rsidR="008C5C61" w:rsidRPr="004C3E92">
        <w:t>il le savait</w:t>
      </w:r>
      <w:r>
        <w:t xml:space="preserve">, </w:t>
      </w:r>
      <w:r w:rsidR="008C5C61" w:rsidRPr="004C3E92">
        <w:t>aurait dû me contrarier affreusement</w:t>
      </w:r>
      <w:r>
        <w:t xml:space="preserve">, – </w:t>
      </w:r>
      <w:r w:rsidR="008C5C61" w:rsidRPr="004C3E92">
        <w:t>encore que</w:t>
      </w:r>
      <w:r>
        <w:t xml:space="preserve">, </w:t>
      </w:r>
      <w:r w:rsidR="008C5C61" w:rsidRPr="004C3E92">
        <w:t>vraisemblablement</w:t>
      </w:r>
      <w:r>
        <w:t xml:space="preserve">, </w:t>
      </w:r>
      <w:r w:rsidR="008C5C61" w:rsidRPr="004C3E92">
        <w:t>il ne crût pas qu</w:t>
      </w:r>
      <w:r>
        <w:t>’</w:t>
      </w:r>
      <w:r w:rsidR="008C5C61" w:rsidRPr="004C3E92">
        <w:t>il en serait effectivement ainsi</w:t>
      </w:r>
      <w:r>
        <w:t xml:space="preserve">. </w:t>
      </w:r>
      <w:r w:rsidR="008C5C61" w:rsidRPr="004C3E92">
        <w:t>C</w:t>
      </w:r>
      <w:r>
        <w:t>’</w:t>
      </w:r>
      <w:r w:rsidR="008C5C61" w:rsidRPr="004C3E92">
        <w:t>est pourquoi il m</w:t>
      </w:r>
      <w:r>
        <w:t>’</w:t>
      </w:r>
      <w:r w:rsidR="008C5C61" w:rsidRPr="004C3E92">
        <w:t>apprit</w:t>
      </w:r>
      <w:r>
        <w:t xml:space="preserve">, </w:t>
      </w:r>
      <w:r w:rsidR="008C5C61" w:rsidRPr="004C3E92">
        <w:t>aussi brutalement qu</w:t>
      </w:r>
      <w:r>
        <w:t>’</w:t>
      </w:r>
      <w:r w:rsidR="008C5C61" w:rsidRPr="004C3E92">
        <w:t>il put le dire</w:t>
      </w:r>
      <w:r>
        <w:t xml:space="preserve">, </w:t>
      </w:r>
      <w:r w:rsidR="008C5C61" w:rsidRPr="004C3E92">
        <w:t xml:space="preserve">que Marianne </w:t>
      </w:r>
      <w:proofErr w:type="spellStart"/>
      <w:r w:rsidR="008C5C61" w:rsidRPr="004C3E92">
        <w:t>Dashwood</w:t>
      </w:r>
      <w:proofErr w:type="spellEnd"/>
      <w:r w:rsidR="008C5C61" w:rsidRPr="004C3E92">
        <w:t xml:space="preserve"> était mourante</w:t>
      </w:r>
      <w:r>
        <w:t xml:space="preserve">, </w:t>
      </w:r>
      <w:r w:rsidR="008C5C61" w:rsidRPr="004C3E92">
        <w:t>atteinte d</w:t>
      </w:r>
      <w:r>
        <w:t>’</w:t>
      </w:r>
      <w:r w:rsidR="008C5C61" w:rsidRPr="004C3E92">
        <w:t>une fièvre infectieuse</w:t>
      </w:r>
      <w:r>
        <w:t xml:space="preserve">, – </w:t>
      </w:r>
      <w:r w:rsidR="008C5C61" w:rsidRPr="004C3E92">
        <w:t>une lettre r</w:t>
      </w:r>
      <w:r w:rsidR="008C5C61" w:rsidRPr="004C3E92">
        <w:t>e</w:t>
      </w:r>
      <w:r w:rsidR="008C5C61" w:rsidRPr="004C3E92">
        <w:t>çue le matin même de Mrs</w:t>
      </w:r>
      <w:r>
        <w:t xml:space="preserve">. </w:t>
      </w:r>
      <w:r w:rsidR="008C5C61" w:rsidRPr="004C3E92">
        <w:t>Jennings la déclarait en danger fort imminent</w:t>
      </w:r>
      <w:r>
        <w:t xml:space="preserve">, – </w:t>
      </w:r>
      <w:r w:rsidR="008C5C61" w:rsidRPr="004C3E92">
        <w:t>les Palmer s</w:t>
      </w:r>
      <w:r>
        <w:t>’</w:t>
      </w:r>
      <w:r w:rsidR="008C5C61" w:rsidRPr="004C3E92">
        <w:t>étaient tous enfuis épouvantés</w:t>
      </w:r>
      <w:r>
        <w:t xml:space="preserve">, </w:t>
      </w:r>
      <w:r w:rsidR="008C5C61" w:rsidRPr="004C3E92">
        <w:t>etc</w:t>
      </w:r>
      <w:r>
        <w:t xml:space="preserve">. </w:t>
      </w:r>
      <w:r w:rsidR="008C5C61" w:rsidRPr="004C3E92">
        <w:t>Je fus trop bouleversé pour pouvoir passer pour insensible</w:t>
      </w:r>
      <w:r>
        <w:t xml:space="preserve">, </w:t>
      </w:r>
      <w:r w:rsidR="008C5C61" w:rsidRPr="004C3E92">
        <w:t>même auprès de Sir John</w:t>
      </w:r>
      <w:r>
        <w:t xml:space="preserve">, </w:t>
      </w:r>
      <w:r w:rsidR="008C5C61" w:rsidRPr="004C3E92">
        <w:t>si peu observateur</w:t>
      </w:r>
      <w:r>
        <w:t xml:space="preserve">. </w:t>
      </w:r>
      <w:r w:rsidR="008C5C61" w:rsidRPr="004C3E92">
        <w:t>Son cœur fut radouci en voyant souffrir le mien</w:t>
      </w:r>
      <w:r>
        <w:t xml:space="preserve"> ; </w:t>
      </w:r>
      <w:r w:rsidR="008C5C61" w:rsidRPr="004C3E92">
        <w:t>et une si bonne part de sa rancune se dissipa</w:t>
      </w:r>
      <w:r>
        <w:t xml:space="preserve">, </w:t>
      </w:r>
      <w:r w:rsidR="008C5C61" w:rsidRPr="004C3E92">
        <w:t>que</w:t>
      </w:r>
      <w:r>
        <w:t xml:space="preserve">, </w:t>
      </w:r>
      <w:r w:rsidR="008C5C61" w:rsidRPr="004C3E92">
        <w:t>lorsque nous nous séparâmes</w:t>
      </w:r>
      <w:r>
        <w:t xml:space="preserve">, </w:t>
      </w:r>
      <w:r w:rsidR="008C5C61" w:rsidRPr="004C3E92">
        <w:t>il faillit me serrer la main</w:t>
      </w:r>
      <w:r>
        <w:t xml:space="preserve">, </w:t>
      </w:r>
      <w:r w:rsidR="008C5C61" w:rsidRPr="004C3E92">
        <w:t>tandis qu</w:t>
      </w:r>
      <w:r>
        <w:t>’</w:t>
      </w:r>
      <w:r w:rsidR="008C5C61" w:rsidRPr="004C3E92">
        <w:t>il me rappelait une vieille promesse au sujet d</w:t>
      </w:r>
      <w:r>
        <w:t>’</w:t>
      </w:r>
      <w:r w:rsidR="008C5C61" w:rsidRPr="004C3E92">
        <w:t>un chiot pointer</w:t>
      </w:r>
      <w:r>
        <w:t xml:space="preserve">. </w:t>
      </w:r>
      <w:r w:rsidR="008C5C61" w:rsidRPr="004C3E92">
        <w:t>Quels furent les sentiments que j</w:t>
      </w:r>
      <w:r>
        <w:t>’</w:t>
      </w:r>
      <w:r w:rsidR="008C5C61" w:rsidRPr="004C3E92">
        <w:t>éprouvai en apprenant que votre sœur était mourante</w:t>
      </w:r>
      <w:r>
        <w:t xml:space="preserve"> ! – </w:t>
      </w:r>
      <w:r w:rsidR="008C5C61" w:rsidRPr="004C3E92">
        <w:t>et mourante</w:t>
      </w:r>
      <w:r>
        <w:t xml:space="preserve">, </w:t>
      </w:r>
      <w:r w:rsidR="008C5C61" w:rsidRPr="004C3E92">
        <w:t>qui plus est</w:t>
      </w:r>
      <w:r>
        <w:t xml:space="preserve">, </w:t>
      </w:r>
      <w:r w:rsidR="008C5C61" w:rsidRPr="004C3E92">
        <w:t xml:space="preserve">en me croyant le scélérat le plus affreux que la terre </w:t>
      </w:r>
      <w:r w:rsidR="008C5C61" w:rsidRPr="004C3E92">
        <w:lastRenderedPageBreak/>
        <w:t>eût porté</w:t>
      </w:r>
      <w:r>
        <w:t xml:space="preserve">, – </w:t>
      </w:r>
      <w:r w:rsidR="008C5C61" w:rsidRPr="004C3E92">
        <w:t>pleine de mépris et de haine pour moi dans ses derniers instants</w:t>
      </w:r>
      <w:r>
        <w:t xml:space="preserve">, – </w:t>
      </w:r>
      <w:r w:rsidR="008C5C61" w:rsidRPr="004C3E92">
        <w:t>car comment pouvais-je savoir quels desseins horr</w:t>
      </w:r>
      <w:r w:rsidR="008C5C61" w:rsidRPr="004C3E92">
        <w:t>i</w:t>
      </w:r>
      <w:r w:rsidR="008C5C61" w:rsidRPr="004C3E92">
        <w:t>bles ne me seraient pas imputés</w:t>
      </w:r>
      <w:r>
        <w:t xml:space="preserve"> ? </w:t>
      </w:r>
      <w:r w:rsidR="008C5C61" w:rsidRPr="004C3E92">
        <w:t>Une personne</w:t>
      </w:r>
      <w:r>
        <w:t xml:space="preserve">, </w:t>
      </w:r>
      <w:r w:rsidR="008C5C61" w:rsidRPr="004C3E92">
        <w:t>j</w:t>
      </w:r>
      <w:r>
        <w:t>’</w:t>
      </w:r>
      <w:r w:rsidR="008C5C61" w:rsidRPr="004C3E92">
        <w:t>en étais sûr</w:t>
      </w:r>
      <w:r>
        <w:t xml:space="preserve">, </w:t>
      </w:r>
      <w:r w:rsidR="008C5C61" w:rsidRPr="004C3E92">
        <w:t>me dépeindrait comme capable de tout</w:t>
      </w:r>
      <w:r>
        <w:t xml:space="preserve">. </w:t>
      </w:r>
      <w:r w:rsidR="008C5C61" w:rsidRPr="004C3E92">
        <w:t>Ce que j</w:t>
      </w:r>
      <w:r>
        <w:t>’</w:t>
      </w:r>
      <w:r w:rsidR="008C5C61" w:rsidRPr="004C3E92">
        <w:t>éprouvai fut épouvantable</w:t>
      </w:r>
      <w:r>
        <w:t xml:space="preserve"> ! </w:t>
      </w:r>
      <w:r w:rsidR="008C5C61" w:rsidRPr="004C3E92">
        <w:t>Ma résolution fut bientôt prise</w:t>
      </w:r>
      <w:r>
        <w:t xml:space="preserve">, </w:t>
      </w:r>
      <w:r w:rsidR="008C5C61" w:rsidRPr="004C3E92">
        <w:t>et à huit heures</w:t>
      </w:r>
      <w:r>
        <w:t xml:space="preserve">, </w:t>
      </w:r>
      <w:r w:rsidR="008C5C61" w:rsidRPr="004C3E92">
        <w:t>ce matin</w:t>
      </w:r>
      <w:r>
        <w:t xml:space="preserve">, </w:t>
      </w:r>
      <w:r w:rsidR="008C5C61" w:rsidRPr="004C3E92">
        <w:t>j</w:t>
      </w:r>
      <w:r>
        <w:t>’</w:t>
      </w:r>
      <w:r w:rsidR="008C5C61" w:rsidRPr="004C3E92">
        <w:t>étais dans ma voiture</w:t>
      </w:r>
      <w:r>
        <w:t xml:space="preserve">. </w:t>
      </w:r>
      <w:r w:rsidR="008C5C61" w:rsidRPr="004C3E92">
        <w:t>Maintenant</w:t>
      </w:r>
      <w:r>
        <w:t xml:space="preserve">, </w:t>
      </w:r>
      <w:r w:rsidR="008C5C61" w:rsidRPr="004C3E92">
        <w:t>vous savez tout</w:t>
      </w:r>
      <w:r>
        <w:t>.</w:t>
      </w:r>
    </w:p>
    <w:p w14:paraId="69329DF1" w14:textId="77777777" w:rsidR="004A4993" w:rsidRDefault="008C5C61" w:rsidP="004A4993">
      <w:proofErr w:type="spellStart"/>
      <w:r w:rsidRPr="004C3E92">
        <w:t>Elinor</w:t>
      </w:r>
      <w:proofErr w:type="spellEnd"/>
      <w:r w:rsidRPr="004C3E92">
        <w:t xml:space="preserve"> ne fit pas de réponse</w:t>
      </w:r>
      <w:r w:rsidR="004A4993">
        <w:t xml:space="preserve">. </w:t>
      </w:r>
      <w:r w:rsidRPr="004C3E92">
        <w:t>Ses pensées étaient fixées en silence sur le dommage irréparable qu</w:t>
      </w:r>
      <w:r w:rsidR="004A4993">
        <w:t>’</w:t>
      </w:r>
      <w:r w:rsidRPr="004C3E92">
        <w:t>une indépendance trop précoce</w:t>
      </w:r>
      <w:r w:rsidR="004A4993">
        <w:t xml:space="preserve">, </w:t>
      </w:r>
      <w:r w:rsidRPr="004C3E92">
        <w:t>avec ses habitudes résultantes d</w:t>
      </w:r>
      <w:r w:rsidR="004A4993">
        <w:t>’</w:t>
      </w:r>
      <w:r w:rsidRPr="004C3E92">
        <w:t>oisiveté</w:t>
      </w:r>
      <w:r w:rsidR="004A4993">
        <w:t xml:space="preserve">, </w:t>
      </w:r>
      <w:r w:rsidRPr="004C3E92">
        <w:t>de dissip</w:t>
      </w:r>
      <w:r w:rsidRPr="004C3E92">
        <w:t>a</w:t>
      </w:r>
      <w:r w:rsidRPr="004C3E92">
        <w:t>tion</w:t>
      </w:r>
      <w:r w:rsidR="004A4993">
        <w:t xml:space="preserve">, </w:t>
      </w:r>
      <w:r w:rsidRPr="004C3E92">
        <w:t>et de luxe</w:t>
      </w:r>
      <w:r w:rsidR="004A4993">
        <w:t xml:space="preserve">, </w:t>
      </w:r>
      <w:r w:rsidRPr="004C3E92">
        <w:t>avait occasionné à l</w:t>
      </w:r>
      <w:r w:rsidR="004A4993">
        <w:t>’</w:t>
      </w:r>
      <w:r w:rsidRPr="004C3E92">
        <w:t>esprit</w:t>
      </w:r>
      <w:r w:rsidR="004A4993">
        <w:t xml:space="preserve">, </w:t>
      </w:r>
      <w:r w:rsidRPr="004C3E92">
        <w:t>au caractère</w:t>
      </w:r>
      <w:r w:rsidR="004A4993">
        <w:t xml:space="preserve">, </w:t>
      </w:r>
      <w:r w:rsidRPr="004C3E92">
        <w:t>au bo</w:t>
      </w:r>
      <w:r w:rsidRPr="004C3E92">
        <w:t>n</w:t>
      </w:r>
      <w:r w:rsidRPr="004C3E92">
        <w:t>heur</w:t>
      </w:r>
      <w:r w:rsidR="004A4993">
        <w:t xml:space="preserve">, </w:t>
      </w:r>
      <w:r w:rsidRPr="004C3E92">
        <w:t>d</w:t>
      </w:r>
      <w:r w:rsidR="004A4993">
        <w:t>’</w:t>
      </w:r>
      <w:r w:rsidRPr="004C3E92">
        <w:t>un homme qui joignait à tous les avantages de sa pe</w:t>
      </w:r>
      <w:r w:rsidRPr="004C3E92">
        <w:t>r</w:t>
      </w:r>
      <w:r w:rsidRPr="004C3E92">
        <w:t>sonne et de ses talents</w:t>
      </w:r>
      <w:r w:rsidR="004A4993">
        <w:t xml:space="preserve">, </w:t>
      </w:r>
      <w:r w:rsidRPr="004C3E92">
        <w:t>un naturel ouvert et honnête</w:t>
      </w:r>
      <w:r w:rsidR="004A4993">
        <w:t xml:space="preserve">, </w:t>
      </w:r>
      <w:r w:rsidRPr="004C3E92">
        <w:t>et un c</w:t>
      </w:r>
      <w:r w:rsidRPr="004C3E92">
        <w:t>a</w:t>
      </w:r>
      <w:r w:rsidRPr="004C3E92">
        <w:t>ractère sensible et affectueux</w:t>
      </w:r>
      <w:r w:rsidR="004A4993">
        <w:t xml:space="preserve">. </w:t>
      </w:r>
      <w:r w:rsidRPr="004C3E92">
        <w:t>Le monde l</w:t>
      </w:r>
      <w:r w:rsidR="004A4993">
        <w:t>’</w:t>
      </w:r>
      <w:r w:rsidRPr="004C3E92">
        <w:t>avait rendu prodigue et vaniteux</w:t>
      </w:r>
      <w:r w:rsidR="004A4993">
        <w:t xml:space="preserve"> ; </w:t>
      </w:r>
      <w:r w:rsidRPr="004C3E92">
        <w:t>la prodigalité et la vanité lui avaient refroidi le cœur et avaient fait de lui un égoïste</w:t>
      </w:r>
      <w:r w:rsidR="004A4993">
        <w:t xml:space="preserve">. </w:t>
      </w:r>
      <w:r w:rsidRPr="004C3E92">
        <w:t>La vanité</w:t>
      </w:r>
      <w:r w:rsidR="004A4993">
        <w:t xml:space="preserve">, </w:t>
      </w:r>
      <w:r w:rsidRPr="004C3E92">
        <w:t>tout en che</w:t>
      </w:r>
      <w:r w:rsidRPr="004C3E92">
        <w:t>r</w:t>
      </w:r>
      <w:r w:rsidRPr="004C3E92">
        <w:t>chant son propre triomphe coupable aux dépens d</w:t>
      </w:r>
      <w:r w:rsidR="004A4993">
        <w:t>’</w:t>
      </w:r>
      <w:r w:rsidRPr="004C3E92">
        <w:t>une autre</w:t>
      </w:r>
      <w:r w:rsidR="004A4993">
        <w:t xml:space="preserve">, </w:t>
      </w:r>
      <w:r w:rsidRPr="004C3E92">
        <w:t>l</w:t>
      </w:r>
      <w:r w:rsidR="004A4993">
        <w:t>’</w:t>
      </w:r>
      <w:r w:rsidRPr="004C3E92">
        <w:t>avait entraîné dans une affection véritable</w:t>
      </w:r>
      <w:r w:rsidR="004A4993">
        <w:t xml:space="preserve">, </w:t>
      </w:r>
      <w:r w:rsidRPr="004C3E92">
        <w:t>dont la prodigalité</w:t>
      </w:r>
      <w:r w:rsidR="004A4993">
        <w:t xml:space="preserve">, </w:t>
      </w:r>
      <w:r w:rsidRPr="004C3E92">
        <w:t>ou tout au moins son fruit</w:t>
      </w:r>
      <w:r w:rsidR="004A4993">
        <w:t xml:space="preserve">, </w:t>
      </w:r>
      <w:r w:rsidRPr="004C3E92">
        <w:t>le besoin</w:t>
      </w:r>
      <w:r w:rsidR="004A4993">
        <w:t xml:space="preserve">, </w:t>
      </w:r>
      <w:r w:rsidRPr="004C3E92">
        <w:t>avait exigé le sacrifice</w:t>
      </w:r>
      <w:r w:rsidR="004A4993">
        <w:t xml:space="preserve">. </w:t>
      </w:r>
      <w:r w:rsidRPr="004C3E92">
        <w:t>Chacune des propensions répréhensibles</w:t>
      </w:r>
      <w:r w:rsidR="004A4993">
        <w:t xml:space="preserve">, </w:t>
      </w:r>
      <w:r w:rsidRPr="004C3E92">
        <w:t>en l</w:t>
      </w:r>
      <w:r w:rsidR="004A4993">
        <w:t>’</w:t>
      </w:r>
      <w:r w:rsidRPr="004C3E92">
        <w:t>induisant au mal</w:t>
      </w:r>
      <w:r w:rsidR="004A4993">
        <w:t xml:space="preserve">, </w:t>
      </w:r>
      <w:r w:rsidRPr="004C3E92">
        <w:t>l</w:t>
      </w:r>
      <w:r w:rsidR="004A4993">
        <w:t>’</w:t>
      </w:r>
      <w:r w:rsidRPr="004C3E92">
        <w:t>avait induit de même au châtiment</w:t>
      </w:r>
      <w:r w:rsidR="004A4993">
        <w:t xml:space="preserve">. </w:t>
      </w:r>
      <w:r w:rsidRPr="004C3E92">
        <w:t>Cette affection</w:t>
      </w:r>
      <w:r w:rsidR="004A4993">
        <w:t xml:space="preserve">, </w:t>
      </w:r>
      <w:r w:rsidRPr="004C3E92">
        <w:t>à laquelle</w:t>
      </w:r>
      <w:r w:rsidR="004A4993">
        <w:t xml:space="preserve">, </w:t>
      </w:r>
      <w:r w:rsidRPr="004C3E92">
        <w:t>contrairement à l</w:t>
      </w:r>
      <w:r w:rsidR="004A4993">
        <w:t>’</w:t>
      </w:r>
      <w:r w:rsidRPr="004C3E92">
        <w:t>honneur</w:t>
      </w:r>
      <w:r w:rsidR="004A4993">
        <w:t xml:space="preserve">, </w:t>
      </w:r>
      <w:r w:rsidRPr="004C3E92">
        <w:t>au sentiment</w:t>
      </w:r>
      <w:r w:rsidR="004A4993">
        <w:t xml:space="preserve">, </w:t>
      </w:r>
      <w:r w:rsidRPr="004C3E92">
        <w:t>à tous les intérêts meilleurs</w:t>
      </w:r>
      <w:r w:rsidR="004A4993">
        <w:t xml:space="preserve">, </w:t>
      </w:r>
      <w:r w:rsidRPr="004C3E92">
        <w:t>il s</w:t>
      </w:r>
      <w:r w:rsidR="004A4993">
        <w:t>’</w:t>
      </w:r>
      <w:r w:rsidRPr="004C3E92">
        <w:t>était</w:t>
      </w:r>
      <w:r w:rsidR="004A4993">
        <w:t xml:space="preserve">, </w:t>
      </w:r>
      <w:r w:rsidRPr="004C3E92">
        <w:t>semblait-il</w:t>
      </w:r>
      <w:r w:rsidR="004A4993">
        <w:t xml:space="preserve">, </w:t>
      </w:r>
      <w:r w:rsidRPr="004C3E92">
        <w:t>arraché</w:t>
      </w:r>
      <w:r w:rsidR="004A4993">
        <w:t xml:space="preserve">, </w:t>
      </w:r>
      <w:r w:rsidRPr="004C3E92">
        <w:t>gouvernait à présent chacune de ses pensées</w:t>
      </w:r>
      <w:r w:rsidR="004A4993">
        <w:t xml:space="preserve">, </w:t>
      </w:r>
      <w:r w:rsidRPr="004C3E92">
        <w:t>alors qu</w:t>
      </w:r>
      <w:r w:rsidR="004A4993">
        <w:t>’</w:t>
      </w:r>
      <w:r w:rsidRPr="004C3E92">
        <w:t>elle n</w:t>
      </w:r>
      <w:r w:rsidR="004A4993">
        <w:t>’</w:t>
      </w:r>
      <w:r w:rsidRPr="004C3E92">
        <w:t>était plus avouable</w:t>
      </w:r>
      <w:r w:rsidR="004A4993">
        <w:t xml:space="preserve"> ; </w:t>
      </w:r>
      <w:r w:rsidRPr="004C3E92">
        <w:t>et l</w:t>
      </w:r>
      <w:r w:rsidR="004A4993">
        <w:t>’</w:t>
      </w:r>
      <w:r w:rsidRPr="004C3E92">
        <w:t>union pour laquelle</w:t>
      </w:r>
      <w:r w:rsidR="004A4993">
        <w:t xml:space="preserve">, </w:t>
      </w:r>
      <w:r w:rsidRPr="004C3E92">
        <w:t>avec fort peu de scrupules</w:t>
      </w:r>
      <w:r w:rsidR="004A4993">
        <w:t xml:space="preserve">, </w:t>
      </w:r>
      <w:r w:rsidRPr="004C3E92">
        <w:t>il avait aba</w:t>
      </w:r>
      <w:r w:rsidRPr="004C3E92">
        <w:t>n</w:t>
      </w:r>
      <w:r w:rsidRPr="004C3E92">
        <w:t>donné sa sœur à la détresse</w:t>
      </w:r>
      <w:r w:rsidR="004A4993">
        <w:t xml:space="preserve">, </w:t>
      </w:r>
      <w:r w:rsidRPr="004C3E92">
        <w:t>allait vraisemblablement se révéler pour lui comme une source de malheur d</w:t>
      </w:r>
      <w:r w:rsidR="004A4993">
        <w:t>’</w:t>
      </w:r>
      <w:r w:rsidRPr="004C3E92">
        <w:t>une nature bien plus incurable</w:t>
      </w:r>
      <w:r w:rsidR="004A4993">
        <w:t xml:space="preserve">. </w:t>
      </w:r>
      <w:r w:rsidRPr="004C3E92">
        <w:t>Elle fut tirée</w:t>
      </w:r>
      <w:r w:rsidR="004A4993">
        <w:t xml:space="preserve">, </w:t>
      </w:r>
      <w:r w:rsidRPr="004C3E92">
        <w:t>au bout de quelques minutes</w:t>
      </w:r>
      <w:r w:rsidR="004A4993">
        <w:t xml:space="preserve">, </w:t>
      </w:r>
      <w:r w:rsidRPr="004C3E92">
        <w:t>d</w:t>
      </w:r>
      <w:r w:rsidR="004A4993">
        <w:t>’</w:t>
      </w:r>
      <w:r w:rsidRPr="004C3E92">
        <w:t>une r</w:t>
      </w:r>
      <w:r w:rsidRPr="004C3E92">
        <w:t>ê</w:t>
      </w:r>
      <w:r w:rsidRPr="004C3E92">
        <w:t>verie de ce genre</w:t>
      </w:r>
      <w:r w:rsidR="004A4993">
        <w:t xml:space="preserve">, </w:t>
      </w:r>
      <w:r w:rsidRPr="004C3E92">
        <w:t>par Willoughby</w:t>
      </w:r>
      <w:r w:rsidR="004A4993">
        <w:t xml:space="preserve">, </w:t>
      </w:r>
      <w:r w:rsidRPr="004C3E92">
        <w:t>qui</w:t>
      </w:r>
      <w:r w:rsidR="004A4993">
        <w:t xml:space="preserve">, </w:t>
      </w:r>
      <w:r w:rsidRPr="004C3E92">
        <w:t>s</w:t>
      </w:r>
      <w:r w:rsidR="004A4993">
        <w:t>’</w:t>
      </w:r>
      <w:r w:rsidRPr="004C3E92">
        <w:t>arrachant à une rêverie au moins aussi douloureuse</w:t>
      </w:r>
      <w:r w:rsidR="004A4993">
        <w:t xml:space="preserve">, </w:t>
      </w:r>
      <w:r w:rsidRPr="004C3E92">
        <w:t>se redressa vivement</w:t>
      </w:r>
      <w:r w:rsidR="004A4993">
        <w:t xml:space="preserve">, </w:t>
      </w:r>
      <w:r w:rsidRPr="004C3E92">
        <w:t>se préparant à partir</w:t>
      </w:r>
      <w:r w:rsidR="004A4993">
        <w:t xml:space="preserve">, </w:t>
      </w:r>
      <w:r w:rsidRPr="004C3E92">
        <w:t>et dit</w:t>
      </w:r>
      <w:r w:rsidR="004A4993">
        <w:t> :</w:t>
      </w:r>
    </w:p>
    <w:p w14:paraId="5CB11CE2" w14:textId="77777777" w:rsidR="004A4993" w:rsidRDefault="004A4993" w:rsidP="004A4993">
      <w:r>
        <w:t>— </w:t>
      </w:r>
      <w:r w:rsidR="008C5C61" w:rsidRPr="004C3E92">
        <w:t>Il est inutile que je reste ici</w:t>
      </w:r>
      <w:r>
        <w:t xml:space="preserve"> ; </w:t>
      </w:r>
      <w:r w:rsidR="008C5C61" w:rsidRPr="004C3E92">
        <w:t>il faut que je m</w:t>
      </w:r>
      <w:r>
        <w:t>’</w:t>
      </w:r>
      <w:r w:rsidR="008C5C61" w:rsidRPr="004C3E92">
        <w:t>en aille</w:t>
      </w:r>
      <w:r>
        <w:t>.</w:t>
      </w:r>
    </w:p>
    <w:p w14:paraId="5747E3A3" w14:textId="77777777" w:rsidR="004A4993" w:rsidRDefault="004A4993" w:rsidP="004A4993">
      <w:r>
        <w:lastRenderedPageBreak/>
        <w:t>— </w:t>
      </w:r>
      <w:r w:rsidR="008C5C61" w:rsidRPr="004C3E92">
        <w:t>Retournez-vous à Londres</w:t>
      </w:r>
      <w:r>
        <w:t> ?</w:t>
      </w:r>
    </w:p>
    <w:p w14:paraId="76403B5C" w14:textId="77777777" w:rsidR="004A4993" w:rsidRDefault="004A4993" w:rsidP="004A4993">
      <w:r>
        <w:t>— </w:t>
      </w:r>
      <w:r w:rsidR="008C5C61" w:rsidRPr="004C3E92">
        <w:t>Non</w:t>
      </w:r>
      <w:r>
        <w:t xml:space="preserve"> ; </w:t>
      </w:r>
      <w:r w:rsidR="008C5C61" w:rsidRPr="004C3E92">
        <w:t>à Combe Magna</w:t>
      </w:r>
      <w:r>
        <w:t xml:space="preserve">. </w:t>
      </w:r>
      <w:r w:rsidR="008C5C61" w:rsidRPr="004C3E92">
        <w:t>J</w:t>
      </w:r>
      <w:r>
        <w:t>’</w:t>
      </w:r>
      <w:r w:rsidR="008C5C61" w:rsidRPr="004C3E92">
        <w:t>y ai affaire</w:t>
      </w:r>
      <w:r>
        <w:t xml:space="preserve"> ; </w:t>
      </w:r>
      <w:r w:rsidR="008C5C61" w:rsidRPr="004C3E92">
        <w:t>de là</w:t>
      </w:r>
      <w:r>
        <w:t xml:space="preserve">, </w:t>
      </w:r>
      <w:r w:rsidR="008C5C61" w:rsidRPr="004C3E92">
        <w:t>je repartirai pour Londres dans un jour ou deux</w:t>
      </w:r>
      <w:r>
        <w:t xml:space="preserve">. </w:t>
      </w:r>
      <w:r w:rsidR="008C5C61" w:rsidRPr="004C3E92">
        <w:t>Au revoir</w:t>
      </w:r>
      <w:r>
        <w:t>.</w:t>
      </w:r>
    </w:p>
    <w:p w14:paraId="35883153" w14:textId="77777777" w:rsidR="004A4993" w:rsidRDefault="008C5C61" w:rsidP="004A4993">
      <w:r w:rsidRPr="004C3E92">
        <w:t>Il tendit la main</w:t>
      </w:r>
      <w:r w:rsidR="004A4993">
        <w:t xml:space="preserve">. </w:t>
      </w:r>
      <w:r w:rsidRPr="004C3E92">
        <w:t>Elle ne put refuser de lui donner la sie</w:t>
      </w:r>
      <w:r w:rsidRPr="004C3E92">
        <w:t>n</w:t>
      </w:r>
      <w:r w:rsidRPr="004C3E92">
        <w:t>ne</w:t>
      </w:r>
      <w:r w:rsidR="004A4993">
        <w:t xml:space="preserve"> ; </w:t>
      </w:r>
      <w:r w:rsidRPr="004C3E92">
        <w:t>et la pressa avec affection</w:t>
      </w:r>
      <w:r w:rsidR="004A4993">
        <w:t>.</w:t>
      </w:r>
    </w:p>
    <w:p w14:paraId="538B2B87" w14:textId="77777777" w:rsidR="004A4993" w:rsidRDefault="004A4993" w:rsidP="004A4993">
      <w:r>
        <w:t>— </w:t>
      </w:r>
      <w:r w:rsidR="008C5C61" w:rsidRPr="004C3E92">
        <w:t>Et vous avez un peu meilleure idée de moi qu</w:t>
      </w:r>
      <w:r>
        <w:t>’</w:t>
      </w:r>
      <w:r w:rsidR="008C5C61" w:rsidRPr="004C3E92">
        <w:t>auparavant</w:t>
      </w:r>
      <w:r>
        <w:t xml:space="preserve"> ? </w:t>
      </w:r>
      <w:r w:rsidR="008C5C61" w:rsidRPr="004C3E92">
        <w:t>dit-il</w:t>
      </w:r>
      <w:r>
        <w:t xml:space="preserve">, </w:t>
      </w:r>
      <w:r w:rsidR="008C5C61" w:rsidRPr="004C3E92">
        <w:t>la laissant retomber</w:t>
      </w:r>
      <w:r>
        <w:t xml:space="preserve">, </w:t>
      </w:r>
      <w:r w:rsidR="008C5C61" w:rsidRPr="004C3E92">
        <w:t>et s</w:t>
      </w:r>
      <w:r>
        <w:t>’</w:t>
      </w:r>
      <w:r w:rsidR="008C5C61" w:rsidRPr="004C3E92">
        <w:t>appuyant à la cheminée</w:t>
      </w:r>
      <w:r>
        <w:t xml:space="preserve">, </w:t>
      </w:r>
      <w:r w:rsidR="008C5C61" w:rsidRPr="004C3E92">
        <w:t>comme s</w:t>
      </w:r>
      <w:r>
        <w:t>’</w:t>
      </w:r>
      <w:r w:rsidR="008C5C61" w:rsidRPr="004C3E92">
        <w:t>il avait oublié qu</w:t>
      </w:r>
      <w:r>
        <w:t>’</w:t>
      </w:r>
      <w:r w:rsidR="008C5C61" w:rsidRPr="004C3E92">
        <w:t>il devait partir</w:t>
      </w:r>
      <w:r>
        <w:t>.</w:t>
      </w:r>
    </w:p>
    <w:p w14:paraId="4C458A3A" w14:textId="77777777" w:rsidR="004A4993" w:rsidRDefault="008C5C61" w:rsidP="004A4993">
      <w:proofErr w:type="spellStart"/>
      <w:r w:rsidRPr="004C3E92">
        <w:t>Elinor</w:t>
      </w:r>
      <w:proofErr w:type="spellEnd"/>
      <w:r w:rsidRPr="004C3E92">
        <w:t xml:space="preserve"> lui en donna l</w:t>
      </w:r>
      <w:r w:rsidR="004A4993">
        <w:t>’</w:t>
      </w:r>
      <w:r w:rsidRPr="004C3E92">
        <w:t>assurance</w:t>
      </w:r>
      <w:r w:rsidR="004A4993">
        <w:t xml:space="preserve"> ; </w:t>
      </w:r>
      <w:r w:rsidRPr="004C3E92">
        <w:t>disant qu</w:t>
      </w:r>
      <w:r w:rsidR="004A4993">
        <w:t>’</w:t>
      </w:r>
      <w:r w:rsidRPr="004C3E92">
        <w:t>elle lui pardo</w:t>
      </w:r>
      <w:r w:rsidRPr="004C3E92">
        <w:t>n</w:t>
      </w:r>
      <w:r w:rsidRPr="004C3E92">
        <w:t>nait</w:t>
      </w:r>
      <w:r w:rsidR="004A4993">
        <w:t xml:space="preserve">, </w:t>
      </w:r>
      <w:r w:rsidRPr="004C3E92">
        <w:t>qu</w:t>
      </w:r>
      <w:r w:rsidR="004A4993">
        <w:t>’</w:t>
      </w:r>
      <w:r w:rsidRPr="004C3E92">
        <w:t>elle avait pitié de lui</w:t>
      </w:r>
      <w:r w:rsidR="004A4993">
        <w:t xml:space="preserve">, </w:t>
      </w:r>
      <w:r w:rsidRPr="004C3E92">
        <w:t>lui souhaitait du bien</w:t>
      </w:r>
      <w:r w:rsidR="004A4993">
        <w:t xml:space="preserve">, – </w:t>
      </w:r>
      <w:r w:rsidRPr="004C3E92">
        <w:t>qu</w:t>
      </w:r>
      <w:r w:rsidR="004A4993">
        <w:t>’</w:t>
      </w:r>
      <w:r w:rsidRPr="004C3E92">
        <w:t>elle s</w:t>
      </w:r>
      <w:r w:rsidR="004A4993">
        <w:t>’</w:t>
      </w:r>
      <w:r w:rsidRPr="004C3E92">
        <w:t>intéressait même à son bonheur</w:t>
      </w:r>
      <w:r w:rsidR="004A4993">
        <w:t xml:space="preserve">, – </w:t>
      </w:r>
      <w:r w:rsidRPr="004C3E92">
        <w:t>et ajouta quelques conseils bienveillants sur la meilleure conduite en vue de le favoriser</w:t>
      </w:r>
      <w:r w:rsidR="004A4993">
        <w:t xml:space="preserve">. </w:t>
      </w:r>
      <w:r w:rsidRPr="004C3E92">
        <w:t>Sa réponse ne fut pas fort encourageante</w:t>
      </w:r>
      <w:r w:rsidR="004A4993">
        <w:t>.</w:t>
      </w:r>
    </w:p>
    <w:p w14:paraId="573EB2AE" w14:textId="77777777" w:rsidR="004A4993" w:rsidRDefault="004A4993" w:rsidP="004A4993">
      <w:r>
        <w:t>— </w:t>
      </w:r>
      <w:r w:rsidR="008C5C61" w:rsidRPr="004C3E92">
        <w:t>Quant à cela</w:t>
      </w:r>
      <w:r>
        <w:t xml:space="preserve">, </w:t>
      </w:r>
      <w:r w:rsidR="008C5C61" w:rsidRPr="004C3E92">
        <w:t>dit-il</w:t>
      </w:r>
      <w:r>
        <w:t xml:space="preserve">, </w:t>
      </w:r>
      <w:r w:rsidR="008C5C61" w:rsidRPr="004C3E92">
        <w:t>il faudra que je me frotte au monde de mon mieux</w:t>
      </w:r>
      <w:r>
        <w:t xml:space="preserve">. </w:t>
      </w:r>
      <w:r w:rsidR="008C5C61" w:rsidRPr="004C3E92">
        <w:t>Le bonheur domestique est hors de question</w:t>
      </w:r>
      <w:r>
        <w:t xml:space="preserve">. </w:t>
      </w:r>
      <w:r w:rsidR="008C5C61" w:rsidRPr="004C3E92">
        <w:t>Si</w:t>
      </w:r>
      <w:r>
        <w:t xml:space="preserve">, </w:t>
      </w:r>
      <w:r w:rsidR="008C5C61" w:rsidRPr="004C3E92">
        <w:t>toutefois</w:t>
      </w:r>
      <w:r>
        <w:t xml:space="preserve">, </w:t>
      </w:r>
      <w:r w:rsidR="008C5C61" w:rsidRPr="004C3E92">
        <w:t>je puis être autorisé à penser que vous et les vôtres prenez quelque intérêt à mon sort et à mes actes</w:t>
      </w:r>
      <w:r>
        <w:t xml:space="preserve">, </w:t>
      </w:r>
      <w:r w:rsidR="008C5C61" w:rsidRPr="004C3E92">
        <w:t>il se peut que ce soit le moyen</w:t>
      </w:r>
      <w:r>
        <w:t xml:space="preserve"> – </w:t>
      </w:r>
      <w:r w:rsidR="008C5C61" w:rsidRPr="004C3E92">
        <w:t>il se peut que cela me mette en garde</w:t>
      </w:r>
      <w:r>
        <w:t xml:space="preserve"> – </w:t>
      </w:r>
      <w:r w:rsidR="008C5C61" w:rsidRPr="004C3E92">
        <w:t>du moins</w:t>
      </w:r>
      <w:r>
        <w:t xml:space="preserve">, </w:t>
      </w:r>
      <w:r w:rsidR="008C5C61" w:rsidRPr="004C3E92">
        <w:t>il se peut que cela me donne une raison de vivre</w:t>
      </w:r>
      <w:r>
        <w:t xml:space="preserve">. </w:t>
      </w:r>
      <w:r w:rsidR="008C5C61" w:rsidRPr="004C3E92">
        <w:t>M</w:t>
      </w:r>
      <w:r w:rsidR="008C5C61" w:rsidRPr="004C3E92">
        <w:t>a</w:t>
      </w:r>
      <w:r w:rsidR="008C5C61" w:rsidRPr="004C3E92">
        <w:t>rianne</w:t>
      </w:r>
      <w:r>
        <w:t xml:space="preserve">, </w:t>
      </w:r>
      <w:r w:rsidR="008C5C61" w:rsidRPr="004C3E92">
        <w:t>assurément</w:t>
      </w:r>
      <w:r>
        <w:t xml:space="preserve">, </w:t>
      </w:r>
      <w:r w:rsidR="008C5C61" w:rsidRPr="004C3E92">
        <w:t>est perdue pour moi à jamais</w:t>
      </w:r>
      <w:r>
        <w:t xml:space="preserve">. </w:t>
      </w:r>
      <w:r w:rsidR="008C5C61" w:rsidRPr="004C3E92">
        <w:t>Si même</w:t>
      </w:r>
      <w:r>
        <w:t xml:space="preserve">, </w:t>
      </w:r>
      <w:r w:rsidR="008C5C61" w:rsidRPr="004C3E92">
        <w:t>par quelque hasard béni</w:t>
      </w:r>
      <w:r>
        <w:t xml:space="preserve">, </w:t>
      </w:r>
      <w:r w:rsidR="008C5C61" w:rsidRPr="004C3E92">
        <w:t>j</w:t>
      </w:r>
      <w:r>
        <w:t>’</w:t>
      </w:r>
      <w:r w:rsidR="008C5C61" w:rsidRPr="004C3E92">
        <w:t>étais de nouveau libre</w:t>
      </w:r>
      <w:r>
        <w:t>…</w:t>
      </w:r>
    </w:p>
    <w:p w14:paraId="5B34CF28" w14:textId="77777777" w:rsidR="004A4993" w:rsidRDefault="008C5C61" w:rsidP="004A4993">
      <w:proofErr w:type="spellStart"/>
      <w:r w:rsidRPr="004C3E92">
        <w:t>Elinor</w:t>
      </w:r>
      <w:proofErr w:type="spellEnd"/>
      <w:r w:rsidRPr="004C3E92">
        <w:t xml:space="preserve"> l</w:t>
      </w:r>
      <w:r w:rsidR="004A4993">
        <w:t>’</w:t>
      </w:r>
      <w:r w:rsidRPr="004C3E92">
        <w:t>arrêta d</w:t>
      </w:r>
      <w:r w:rsidR="004A4993">
        <w:t>’</w:t>
      </w:r>
      <w:r w:rsidRPr="004C3E92">
        <w:t>une réprimande</w:t>
      </w:r>
      <w:r w:rsidR="004A4993">
        <w:t>.</w:t>
      </w:r>
    </w:p>
    <w:p w14:paraId="46D7327C" w14:textId="77777777" w:rsidR="004A4993" w:rsidRDefault="004A4993" w:rsidP="004A4993">
      <w:r>
        <w:t>— </w:t>
      </w:r>
      <w:r w:rsidR="008C5C61" w:rsidRPr="004C3E92">
        <w:t>Eh bien</w:t>
      </w:r>
      <w:r>
        <w:t xml:space="preserve">, </w:t>
      </w:r>
      <w:r w:rsidR="008C5C61" w:rsidRPr="004C3E92">
        <w:t>répondit-il</w:t>
      </w:r>
      <w:r>
        <w:t xml:space="preserve">, </w:t>
      </w:r>
      <w:r w:rsidR="008C5C61" w:rsidRPr="004C3E92">
        <w:t>encore une fois</w:t>
      </w:r>
      <w:r>
        <w:t xml:space="preserve">, </w:t>
      </w:r>
      <w:r w:rsidR="008C5C61" w:rsidRPr="004C3E92">
        <w:t>au revoir</w:t>
      </w:r>
      <w:r>
        <w:t xml:space="preserve">. </w:t>
      </w:r>
      <w:r w:rsidR="008C5C61" w:rsidRPr="004C3E92">
        <w:t>Je vais partir maintenant</w:t>
      </w:r>
      <w:r>
        <w:t xml:space="preserve">, </w:t>
      </w:r>
      <w:r w:rsidR="008C5C61" w:rsidRPr="004C3E92">
        <w:t>et je vivrai dans la crainte d</w:t>
      </w:r>
      <w:r>
        <w:t>’</w:t>
      </w:r>
      <w:r w:rsidR="008C5C61" w:rsidRPr="004C3E92">
        <w:t>un seul évén</w:t>
      </w:r>
      <w:r w:rsidR="008C5C61" w:rsidRPr="004C3E92">
        <w:t>e</w:t>
      </w:r>
      <w:r w:rsidR="008C5C61" w:rsidRPr="004C3E92">
        <w:t>ment</w:t>
      </w:r>
      <w:r>
        <w:t>.</w:t>
      </w:r>
    </w:p>
    <w:p w14:paraId="6F0FD424" w14:textId="77777777" w:rsidR="004A4993" w:rsidRDefault="004A4993" w:rsidP="004A4993">
      <w:r>
        <w:t>— </w:t>
      </w:r>
      <w:r w:rsidR="008C5C61" w:rsidRPr="004C3E92">
        <w:t>Que voulez-vous dire</w:t>
      </w:r>
      <w:r>
        <w:t> ?</w:t>
      </w:r>
    </w:p>
    <w:p w14:paraId="373D88F1" w14:textId="77777777" w:rsidR="004A4993" w:rsidRDefault="004A4993" w:rsidP="004A4993">
      <w:r>
        <w:t>— </w:t>
      </w:r>
      <w:r w:rsidR="008C5C61" w:rsidRPr="004C3E92">
        <w:t>Le mariage de votre sœur</w:t>
      </w:r>
      <w:r>
        <w:t>.</w:t>
      </w:r>
    </w:p>
    <w:p w14:paraId="02A98F23" w14:textId="77777777" w:rsidR="004A4993" w:rsidRDefault="004A4993" w:rsidP="004A4993">
      <w:r>
        <w:lastRenderedPageBreak/>
        <w:t>— </w:t>
      </w:r>
      <w:r w:rsidR="008C5C61" w:rsidRPr="004C3E92">
        <w:t>Vous avez tout à fait tort de parler ainsi</w:t>
      </w:r>
      <w:r>
        <w:t xml:space="preserve">. </w:t>
      </w:r>
      <w:r w:rsidR="008C5C61" w:rsidRPr="004C3E92">
        <w:t>Elle ne pourra jamais être plus perdue pour vous qu</w:t>
      </w:r>
      <w:r>
        <w:t>’</w:t>
      </w:r>
      <w:r w:rsidR="008C5C61" w:rsidRPr="004C3E92">
        <w:t>elle ne l</w:t>
      </w:r>
      <w:r>
        <w:t>’</w:t>
      </w:r>
      <w:r w:rsidR="008C5C61" w:rsidRPr="004C3E92">
        <w:t>est à présent</w:t>
      </w:r>
      <w:r>
        <w:t>.</w:t>
      </w:r>
    </w:p>
    <w:p w14:paraId="11533950" w14:textId="77777777" w:rsidR="004A4993" w:rsidRDefault="004A4993" w:rsidP="004A4993">
      <w:r>
        <w:t>— </w:t>
      </w:r>
      <w:r w:rsidR="008C5C61" w:rsidRPr="004C3E92">
        <w:t>Mais elle sera gagnée par un autre</w:t>
      </w:r>
      <w:r>
        <w:t xml:space="preserve">. </w:t>
      </w:r>
      <w:r w:rsidR="008C5C61" w:rsidRPr="004C3E92">
        <w:t>Et si cet autre se trouvait être celui-là même que</w:t>
      </w:r>
      <w:r>
        <w:t xml:space="preserve">, </w:t>
      </w:r>
      <w:r w:rsidR="008C5C61" w:rsidRPr="004C3E92">
        <w:t>parmi tous</w:t>
      </w:r>
      <w:r>
        <w:t xml:space="preserve">, </w:t>
      </w:r>
      <w:r w:rsidR="008C5C61" w:rsidRPr="004C3E92">
        <w:t>je pourrais le moins supporter</w:t>
      </w:r>
      <w:r>
        <w:t xml:space="preserve">… </w:t>
      </w:r>
      <w:r w:rsidR="008C5C61" w:rsidRPr="004C3E92">
        <w:t>Mais je ne veux plus rester</w:t>
      </w:r>
      <w:r>
        <w:t xml:space="preserve">, </w:t>
      </w:r>
      <w:r w:rsidR="008C5C61" w:rsidRPr="004C3E92">
        <w:t>pour me dépoui</w:t>
      </w:r>
      <w:r w:rsidR="008C5C61" w:rsidRPr="004C3E92">
        <w:t>l</w:t>
      </w:r>
      <w:r w:rsidR="008C5C61" w:rsidRPr="004C3E92">
        <w:t>ler moi-même de toute votre bienveillance chargée de compa</w:t>
      </w:r>
      <w:r w:rsidR="008C5C61" w:rsidRPr="004C3E92">
        <w:t>s</w:t>
      </w:r>
      <w:r w:rsidR="008C5C61" w:rsidRPr="004C3E92">
        <w:t>sion</w:t>
      </w:r>
      <w:r>
        <w:t xml:space="preserve">, </w:t>
      </w:r>
      <w:r w:rsidR="008C5C61" w:rsidRPr="004C3E92">
        <w:t>en laissant voir que c</w:t>
      </w:r>
      <w:r>
        <w:t>’</w:t>
      </w:r>
      <w:r w:rsidR="008C5C61" w:rsidRPr="004C3E92">
        <w:t>est là où j</w:t>
      </w:r>
      <w:r>
        <w:t>’</w:t>
      </w:r>
      <w:r w:rsidR="008C5C61" w:rsidRPr="004C3E92">
        <w:t>ai causé le plus de mal que je puis le moins pardonner</w:t>
      </w:r>
      <w:r>
        <w:t xml:space="preserve">. </w:t>
      </w:r>
      <w:r w:rsidR="008C5C61" w:rsidRPr="004C3E92">
        <w:t>Au revoir</w:t>
      </w:r>
      <w:r>
        <w:t xml:space="preserve"> ; </w:t>
      </w:r>
      <w:r w:rsidR="008C5C61" w:rsidRPr="004C3E92">
        <w:t>que Dieu vous bénisse</w:t>
      </w:r>
      <w:r>
        <w:t> !</w:t>
      </w:r>
    </w:p>
    <w:p w14:paraId="333847AE" w14:textId="77777777" w:rsidR="004A4993" w:rsidRDefault="008C5C61" w:rsidP="004A4993">
      <w:r w:rsidRPr="004C3E92">
        <w:t>Et sur ces mots</w:t>
      </w:r>
      <w:r w:rsidR="004A4993">
        <w:t xml:space="preserve">, </w:t>
      </w:r>
      <w:r w:rsidRPr="004C3E92">
        <w:t>il quitta la pièce</w:t>
      </w:r>
      <w:r w:rsidR="004A4993">
        <w:t xml:space="preserve">, </w:t>
      </w:r>
      <w:r w:rsidRPr="004C3E92">
        <w:t>presque en courant</w:t>
      </w:r>
      <w:r w:rsidR="004A4993">
        <w:t>.</w:t>
      </w:r>
    </w:p>
    <w:p w14:paraId="5BB0CC36" w14:textId="40CA7D5E" w:rsidR="008C5C61" w:rsidRPr="004C3E92" w:rsidRDefault="008C5C61" w:rsidP="004A4993">
      <w:pPr>
        <w:pStyle w:val="Titre1"/>
      </w:pPr>
      <w:bookmarkStart w:id="44" w:name="_Toc196409829"/>
      <w:r w:rsidRPr="004C3E92">
        <w:lastRenderedPageBreak/>
        <w:t>CHAPITRE XLV</w:t>
      </w:r>
      <w:bookmarkEnd w:id="44"/>
      <w:r w:rsidRPr="004C3E92">
        <w:br/>
      </w:r>
    </w:p>
    <w:p w14:paraId="2D90C1D0" w14:textId="77777777" w:rsidR="004A4993" w:rsidRDefault="008C5C61" w:rsidP="004A4993">
      <w:proofErr w:type="spellStart"/>
      <w:r w:rsidRPr="004C3E92">
        <w:t>Elinor</w:t>
      </w:r>
      <w:proofErr w:type="spellEnd"/>
      <w:r w:rsidR="004A4993">
        <w:t xml:space="preserve">, </w:t>
      </w:r>
      <w:r w:rsidRPr="004C3E92">
        <w:t>pendant quelque temps</w:t>
      </w:r>
      <w:r w:rsidR="004A4993">
        <w:t xml:space="preserve">, </w:t>
      </w:r>
      <w:r w:rsidRPr="004C3E92">
        <w:t>après qu</w:t>
      </w:r>
      <w:r w:rsidR="004A4993">
        <w:t>’</w:t>
      </w:r>
      <w:r w:rsidRPr="004C3E92">
        <w:t>il l</w:t>
      </w:r>
      <w:r w:rsidR="004A4993">
        <w:t>’</w:t>
      </w:r>
      <w:r w:rsidRPr="004C3E92">
        <w:t>eut quittée</w:t>
      </w:r>
      <w:r w:rsidR="004A4993">
        <w:t xml:space="preserve">, </w:t>
      </w:r>
      <w:r w:rsidRPr="004C3E92">
        <w:t>pendant quelque temps</w:t>
      </w:r>
      <w:r w:rsidR="004A4993">
        <w:t xml:space="preserve">, </w:t>
      </w:r>
      <w:r w:rsidRPr="004C3E92">
        <w:t>même</w:t>
      </w:r>
      <w:r w:rsidR="004A4993">
        <w:t xml:space="preserve">, </w:t>
      </w:r>
      <w:r w:rsidRPr="004C3E92">
        <w:t>après que le bruit de sa voiture se fut amorti</w:t>
      </w:r>
      <w:r w:rsidR="004A4993">
        <w:t xml:space="preserve">, </w:t>
      </w:r>
      <w:r w:rsidRPr="004C3E92">
        <w:t>demeura trop oppressée par une foule d</w:t>
      </w:r>
      <w:r w:rsidR="004A4993">
        <w:t>’</w:t>
      </w:r>
      <w:r w:rsidRPr="004C3E92">
        <w:t>idées</w:t>
      </w:r>
      <w:r w:rsidR="004A4993">
        <w:t xml:space="preserve">, </w:t>
      </w:r>
      <w:r w:rsidRPr="004C3E92">
        <w:t>fort différentes en soi</w:t>
      </w:r>
      <w:r w:rsidR="004A4993">
        <w:t xml:space="preserve">, </w:t>
      </w:r>
      <w:r w:rsidRPr="004C3E92">
        <w:t>mais dont la tristesse était le résultat général</w:t>
      </w:r>
      <w:r w:rsidR="004A4993">
        <w:t xml:space="preserve">, </w:t>
      </w:r>
      <w:r w:rsidRPr="004C3E92">
        <w:t>pour songer même à sa sœur</w:t>
      </w:r>
      <w:r w:rsidR="004A4993">
        <w:t>.</w:t>
      </w:r>
    </w:p>
    <w:p w14:paraId="26D45CE7" w14:textId="77777777" w:rsidR="004A4993" w:rsidRDefault="008C5C61" w:rsidP="004A4993">
      <w:r w:rsidRPr="004C3E92">
        <w:t>Willoughby</w:t>
      </w:r>
      <w:r w:rsidR="004A4993">
        <w:t xml:space="preserve"> – </w:t>
      </w:r>
      <w:r w:rsidRPr="004C3E92">
        <w:t>l</w:t>
      </w:r>
      <w:r w:rsidR="004A4993">
        <w:t>’</w:t>
      </w:r>
      <w:r w:rsidRPr="004C3E92">
        <w:t>homme que</w:t>
      </w:r>
      <w:r w:rsidR="004A4993">
        <w:t xml:space="preserve">, </w:t>
      </w:r>
      <w:r w:rsidRPr="004C3E92">
        <w:t>voici une demi-heure seul</w:t>
      </w:r>
      <w:r w:rsidRPr="004C3E92">
        <w:t>e</w:t>
      </w:r>
      <w:r w:rsidRPr="004C3E92">
        <w:t>ment</w:t>
      </w:r>
      <w:r w:rsidR="004A4993">
        <w:t xml:space="preserve">, </w:t>
      </w:r>
      <w:r w:rsidRPr="004C3E92">
        <w:t>elle avait eu en horreur comme le plus indigne des ho</w:t>
      </w:r>
      <w:r w:rsidRPr="004C3E92">
        <w:t>m</w:t>
      </w:r>
      <w:r w:rsidRPr="004C3E92">
        <w:t>mes</w:t>
      </w:r>
      <w:r w:rsidR="004A4993">
        <w:t xml:space="preserve">, – </w:t>
      </w:r>
      <w:r w:rsidRPr="004C3E92">
        <w:t>Willoughby</w:t>
      </w:r>
      <w:r w:rsidR="004A4993">
        <w:t xml:space="preserve">, </w:t>
      </w:r>
      <w:r w:rsidRPr="004C3E92">
        <w:t>en dépit de toutes ses fautes</w:t>
      </w:r>
      <w:r w:rsidR="004A4993">
        <w:t xml:space="preserve">, </w:t>
      </w:r>
      <w:r w:rsidRPr="004C3E92">
        <w:t>suscitait un degré de commisération pour les souffrances qu</w:t>
      </w:r>
      <w:r w:rsidR="004A4993">
        <w:t>’</w:t>
      </w:r>
      <w:r w:rsidRPr="004C3E92">
        <w:t>elles avaient produites</w:t>
      </w:r>
      <w:r w:rsidR="004A4993">
        <w:t xml:space="preserve">, </w:t>
      </w:r>
      <w:r w:rsidRPr="004C3E92">
        <w:t>qui la contraignait à songer à lui</w:t>
      </w:r>
      <w:r w:rsidR="004A4993">
        <w:t xml:space="preserve">, </w:t>
      </w:r>
      <w:r w:rsidRPr="004C3E92">
        <w:t>à présent</w:t>
      </w:r>
      <w:r w:rsidR="004A4993">
        <w:t xml:space="preserve">, </w:t>
      </w:r>
      <w:r w:rsidRPr="004C3E92">
        <w:t>comme séparé à jamais de sa famille</w:t>
      </w:r>
      <w:r w:rsidR="004A4993">
        <w:t xml:space="preserve">, </w:t>
      </w:r>
      <w:r w:rsidRPr="004C3E92">
        <w:t>avec une tendresse</w:t>
      </w:r>
      <w:r w:rsidR="004A4993">
        <w:t xml:space="preserve">, </w:t>
      </w:r>
      <w:r w:rsidRPr="004C3E92">
        <w:t>un regret</w:t>
      </w:r>
      <w:r w:rsidR="004A4993">
        <w:t xml:space="preserve">, </w:t>
      </w:r>
      <w:r w:rsidRPr="004C3E92">
        <w:t>proportionnés plutôt</w:t>
      </w:r>
      <w:r w:rsidR="004A4993">
        <w:t xml:space="preserve">, </w:t>
      </w:r>
      <w:r w:rsidRPr="004C3E92">
        <w:t>comme elle ne tarda pas à se l</w:t>
      </w:r>
      <w:r w:rsidR="004A4993">
        <w:t>’</w:t>
      </w:r>
      <w:r w:rsidRPr="004C3E92">
        <w:t>avouer à e</w:t>
      </w:r>
      <w:r w:rsidRPr="004C3E92">
        <w:t>l</w:t>
      </w:r>
      <w:r w:rsidRPr="004C3E92">
        <w:t>le-même</w:t>
      </w:r>
      <w:r w:rsidR="004A4993">
        <w:t xml:space="preserve">, </w:t>
      </w:r>
      <w:r w:rsidRPr="004C3E92">
        <w:t>aux désirs de celui-ci qu</w:t>
      </w:r>
      <w:r w:rsidR="004A4993">
        <w:t>’</w:t>
      </w:r>
      <w:r w:rsidRPr="004C3E92">
        <w:t>à ses mérites</w:t>
      </w:r>
      <w:r w:rsidR="004A4993">
        <w:t xml:space="preserve">. </w:t>
      </w:r>
      <w:r w:rsidRPr="004C3E92">
        <w:t>Elle sentait que l</w:t>
      </w:r>
      <w:r w:rsidR="004A4993">
        <w:t>’</w:t>
      </w:r>
      <w:r w:rsidRPr="004C3E92">
        <w:t>influence de cet homme sur son esprit était rehaussée par des circonstances qui ne devaient</w:t>
      </w:r>
      <w:r w:rsidR="004A4993">
        <w:t xml:space="preserve">, </w:t>
      </w:r>
      <w:r w:rsidRPr="004C3E92">
        <w:t>raisonnablement</w:t>
      </w:r>
      <w:r w:rsidR="004A4993">
        <w:t xml:space="preserve">, </w:t>
      </w:r>
      <w:r w:rsidRPr="004C3E92">
        <w:t>avoir aucun poids</w:t>
      </w:r>
      <w:r w:rsidR="004A4993">
        <w:t xml:space="preserve"> ; </w:t>
      </w:r>
      <w:r w:rsidRPr="004C3E92">
        <w:t>par ce physique exceptionnellement attirant</w:t>
      </w:r>
      <w:r w:rsidR="004A4993">
        <w:t xml:space="preserve">, – </w:t>
      </w:r>
      <w:r w:rsidRPr="004C3E92">
        <w:t>ces f</w:t>
      </w:r>
      <w:r w:rsidRPr="004C3E92">
        <w:t>a</w:t>
      </w:r>
      <w:r w:rsidRPr="004C3E92">
        <w:t>çons ouvertes</w:t>
      </w:r>
      <w:r w:rsidR="004A4993">
        <w:t xml:space="preserve">, </w:t>
      </w:r>
      <w:r w:rsidRPr="004C3E92">
        <w:t>affectueuses</w:t>
      </w:r>
      <w:r w:rsidR="004A4993">
        <w:t xml:space="preserve">, </w:t>
      </w:r>
      <w:r w:rsidRPr="004C3E92">
        <w:t>et vives</w:t>
      </w:r>
      <w:r w:rsidR="004A4993">
        <w:t xml:space="preserve">, </w:t>
      </w:r>
      <w:r w:rsidRPr="004C3E92">
        <w:t>dont la possession ne con</w:t>
      </w:r>
      <w:r w:rsidRPr="004C3E92">
        <w:t>s</w:t>
      </w:r>
      <w:r w:rsidRPr="004C3E92">
        <w:t>tituait point un mérite</w:t>
      </w:r>
      <w:r w:rsidR="004A4993">
        <w:t xml:space="preserve"> ; </w:t>
      </w:r>
      <w:r w:rsidRPr="004C3E92">
        <w:t>et par cet amour encore ardent pour Marianne</w:t>
      </w:r>
      <w:r w:rsidR="004A4993">
        <w:t xml:space="preserve">, </w:t>
      </w:r>
      <w:r w:rsidRPr="004C3E92">
        <w:t>auquel il n</w:t>
      </w:r>
      <w:r w:rsidR="004A4993">
        <w:t>’</w:t>
      </w:r>
      <w:r w:rsidRPr="004C3E92">
        <w:t>était même pas innocent de s</w:t>
      </w:r>
      <w:r w:rsidR="004A4993">
        <w:t>’</w:t>
      </w:r>
      <w:r w:rsidRPr="004C3E92">
        <w:t>abandonner</w:t>
      </w:r>
      <w:r w:rsidR="004A4993">
        <w:t xml:space="preserve">. </w:t>
      </w:r>
      <w:r w:rsidRPr="004C3E92">
        <w:t>Mais elle sentit qu</w:t>
      </w:r>
      <w:r w:rsidR="004A4993">
        <w:t>’</w:t>
      </w:r>
      <w:r w:rsidRPr="004C3E92">
        <w:t>il en était ainsi</w:t>
      </w:r>
      <w:r w:rsidR="004A4993">
        <w:t xml:space="preserve">, </w:t>
      </w:r>
      <w:r w:rsidRPr="004C3E92">
        <w:t>bien longtemps avant qu</w:t>
      </w:r>
      <w:r w:rsidR="004A4993">
        <w:t>’</w:t>
      </w:r>
      <w:r w:rsidRPr="004C3E92">
        <w:t>il lui fût capable d</w:t>
      </w:r>
      <w:r w:rsidR="004A4993">
        <w:t>’</w:t>
      </w:r>
      <w:r w:rsidRPr="004C3E92">
        <w:t>être moins sensible à son influence</w:t>
      </w:r>
      <w:r w:rsidR="004A4993">
        <w:t>.</w:t>
      </w:r>
    </w:p>
    <w:p w14:paraId="6CCEFCC5" w14:textId="77777777" w:rsidR="004A4993" w:rsidRDefault="008C5C61" w:rsidP="004A4993">
      <w:r w:rsidRPr="004C3E92">
        <w:t>Lorsque enfin elle retourna auprès de Marianne sans connaissance</w:t>
      </w:r>
      <w:r w:rsidR="004A4993">
        <w:t xml:space="preserve">, </w:t>
      </w:r>
      <w:r w:rsidRPr="004C3E92">
        <w:t>elle la trouva qui se réveillait tout juste</w:t>
      </w:r>
      <w:r w:rsidR="004A4993">
        <w:t xml:space="preserve">, </w:t>
      </w:r>
      <w:r w:rsidRPr="004C3E92">
        <w:t>restaurée</w:t>
      </w:r>
      <w:r w:rsidR="004A4993">
        <w:t xml:space="preserve">, </w:t>
      </w:r>
      <w:r w:rsidRPr="004C3E92">
        <w:t>conformément à ses espérances</w:t>
      </w:r>
      <w:r w:rsidR="004A4993">
        <w:t xml:space="preserve">, </w:t>
      </w:r>
      <w:r w:rsidRPr="004C3E92">
        <w:t>par un sommeil si long et si bienfaisant</w:t>
      </w:r>
      <w:r w:rsidR="004A4993">
        <w:t xml:space="preserve">. </w:t>
      </w:r>
      <w:r w:rsidRPr="004C3E92">
        <w:t>Le cœur d</w:t>
      </w:r>
      <w:r w:rsidR="004A4993">
        <w:t>’</w:t>
      </w:r>
      <w:proofErr w:type="spellStart"/>
      <w:r w:rsidRPr="004C3E92">
        <w:t>Elinor</w:t>
      </w:r>
      <w:proofErr w:type="spellEnd"/>
      <w:r w:rsidRPr="004C3E92">
        <w:t xml:space="preserve"> débordait</w:t>
      </w:r>
      <w:r w:rsidR="004A4993">
        <w:t xml:space="preserve">. </w:t>
      </w:r>
      <w:r w:rsidRPr="004C3E92">
        <w:t>Le passé</w:t>
      </w:r>
      <w:r w:rsidR="004A4993">
        <w:t xml:space="preserve">, </w:t>
      </w:r>
      <w:r w:rsidRPr="004C3E92">
        <w:t>le présent</w:t>
      </w:r>
      <w:r w:rsidR="004A4993">
        <w:t xml:space="preserve">, </w:t>
      </w:r>
      <w:r w:rsidRPr="004C3E92">
        <w:t>l</w:t>
      </w:r>
      <w:r w:rsidR="004A4993">
        <w:t>’</w:t>
      </w:r>
      <w:r w:rsidRPr="004C3E92">
        <w:t>avenir</w:t>
      </w:r>
      <w:r w:rsidR="004A4993">
        <w:t xml:space="preserve">, – </w:t>
      </w:r>
      <w:r w:rsidRPr="004C3E92">
        <w:t>la visite de Willoughby</w:t>
      </w:r>
      <w:r w:rsidR="004A4993">
        <w:t xml:space="preserve">, </w:t>
      </w:r>
      <w:r w:rsidRPr="004C3E92">
        <w:t>le salut de Marianne</w:t>
      </w:r>
      <w:r w:rsidR="004A4993">
        <w:t xml:space="preserve">, </w:t>
      </w:r>
      <w:r w:rsidRPr="004C3E92">
        <w:t>et l</w:t>
      </w:r>
      <w:r w:rsidR="004A4993">
        <w:t>’</w:t>
      </w:r>
      <w:r w:rsidRPr="004C3E92">
        <w:t>arrivée attendue de sa mère</w:t>
      </w:r>
      <w:r w:rsidR="004A4993">
        <w:t xml:space="preserve">, </w:t>
      </w:r>
      <w:r w:rsidRPr="004C3E92">
        <w:t xml:space="preserve">tout cela réuni la jeta dans une </w:t>
      </w:r>
      <w:r w:rsidRPr="004C3E92">
        <w:lastRenderedPageBreak/>
        <w:t>agitation d</w:t>
      </w:r>
      <w:r w:rsidR="004A4993">
        <w:t>’</w:t>
      </w:r>
      <w:r w:rsidRPr="004C3E92">
        <w:t>esprit qui éloignait toute indication de fatigue</w:t>
      </w:r>
      <w:r w:rsidR="004A4993">
        <w:t xml:space="preserve">, </w:t>
      </w:r>
      <w:r w:rsidRPr="004C3E92">
        <w:t>et lui donnait simplement la crainte de se trahir devant sa sœur</w:t>
      </w:r>
      <w:r w:rsidR="004A4993">
        <w:t xml:space="preserve">. </w:t>
      </w:r>
      <w:r w:rsidRPr="004C3E92">
        <w:t>Mais le délai pendant lequel cette crainte pouvait l</w:t>
      </w:r>
      <w:r w:rsidR="004A4993">
        <w:t>’</w:t>
      </w:r>
      <w:r w:rsidRPr="004C3E92">
        <w:t>affecter fut bref</w:t>
      </w:r>
      <w:r w:rsidR="004A4993">
        <w:t xml:space="preserve">, </w:t>
      </w:r>
      <w:r w:rsidRPr="004C3E92">
        <w:t>car</w:t>
      </w:r>
      <w:r w:rsidR="004A4993">
        <w:t xml:space="preserve">, </w:t>
      </w:r>
      <w:r w:rsidRPr="004C3E92">
        <w:t>moins d</w:t>
      </w:r>
      <w:r w:rsidR="004A4993">
        <w:t>’</w:t>
      </w:r>
      <w:r w:rsidRPr="004C3E92">
        <w:t>une demi-heure après que Willoughby eut quitté la maison</w:t>
      </w:r>
      <w:r w:rsidR="004A4993">
        <w:t xml:space="preserve">, </w:t>
      </w:r>
      <w:r w:rsidRPr="004C3E92">
        <w:t>elle fut de nouveau appelée en bas par le bruit d</w:t>
      </w:r>
      <w:r w:rsidR="004A4993">
        <w:t>’</w:t>
      </w:r>
      <w:r w:rsidRPr="004C3E92">
        <w:t>une a</w:t>
      </w:r>
      <w:r w:rsidRPr="004C3E92">
        <w:t>u</w:t>
      </w:r>
      <w:r w:rsidRPr="004C3E92">
        <w:t>tre voiture</w:t>
      </w:r>
      <w:r w:rsidR="004A4993">
        <w:t xml:space="preserve">. </w:t>
      </w:r>
      <w:r w:rsidRPr="004C3E92">
        <w:t>Désireuse d</w:t>
      </w:r>
      <w:r w:rsidR="004A4993">
        <w:t>’</w:t>
      </w:r>
      <w:r w:rsidRPr="004C3E92">
        <w:t>épargner à sa mère le moindre instant superflu d</w:t>
      </w:r>
      <w:r w:rsidR="004A4993">
        <w:t>’</w:t>
      </w:r>
      <w:r w:rsidRPr="004C3E92">
        <w:t>incertitude affreuse</w:t>
      </w:r>
      <w:r w:rsidR="004A4993">
        <w:t xml:space="preserve">, </w:t>
      </w:r>
      <w:r w:rsidRPr="004C3E92">
        <w:t>elle courut immédiatement au vestibule</w:t>
      </w:r>
      <w:r w:rsidR="004A4993">
        <w:t xml:space="preserve">, </w:t>
      </w:r>
      <w:r w:rsidRPr="004C3E92">
        <w:t>et arriva à la porte extérieure juste à temps pour rec</w:t>
      </w:r>
      <w:r w:rsidRPr="004C3E92">
        <w:t>e</w:t>
      </w:r>
      <w:r w:rsidRPr="004C3E92">
        <w:t>voir et soutenir sa mère</w:t>
      </w:r>
      <w:r w:rsidR="004A4993">
        <w:t xml:space="preserve">, </w:t>
      </w:r>
      <w:r w:rsidRPr="004C3E92">
        <w:t>au moment où celle-ci y pénétrait</w:t>
      </w:r>
      <w:r w:rsidR="004A4993">
        <w:t>.</w:t>
      </w:r>
    </w:p>
    <w:p w14:paraId="0B71C9C0" w14:textId="77777777" w:rsidR="004A4993" w:rsidRDefault="008C5C61" w:rsidP="004A4993">
      <w:r w:rsidRPr="004C3E92">
        <w:t>Mrs</w:t>
      </w:r>
      <w:r w:rsidR="004A4993">
        <w:t xml:space="preserve">. </w:t>
      </w:r>
      <w:proofErr w:type="spellStart"/>
      <w:r w:rsidRPr="004C3E92">
        <w:t>Dashwood</w:t>
      </w:r>
      <w:proofErr w:type="spellEnd"/>
      <w:r w:rsidR="004A4993">
        <w:t xml:space="preserve">, </w:t>
      </w:r>
      <w:r w:rsidRPr="004C3E92">
        <w:t>dont la terreur</w:t>
      </w:r>
      <w:r w:rsidR="004A4993">
        <w:t xml:space="preserve">, </w:t>
      </w:r>
      <w:r w:rsidRPr="004C3E92">
        <w:t>à mesure qu</w:t>
      </w:r>
      <w:r w:rsidR="004A4993">
        <w:t>’</w:t>
      </w:r>
      <w:r w:rsidRPr="004C3E92">
        <w:t>ils se rappr</w:t>
      </w:r>
      <w:r w:rsidRPr="004C3E92">
        <w:t>o</w:t>
      </w:r>
      <w:r w:rsidRPr="004C3E92">
        <w:t>chaient de la maison</w:t>
      </w:r>
      <w:r w:rsidR="004A4993">
        <w:t xml:space="preserve">, </w:t>
      </w:r>
      <w:r w:rsidRPr="004C3E92">
        <w:t>avait presque été promise à la conviction que Marianne n</w:t>
      </w:r>
      <w:r w:rsidR="004A4993">
        <w:t>’</w:t>
      </w:r>
      <w:r w:rsidRPr="004C3E92">
        <w:t>était plus</w:t>
      </w:r>
      <w:r w:rsidR="004A4993">
        <w:t xml:space="preserve">, </w:t>
      </w:r>
      <w:r w:rsidRPr="004C3E92">
        <w:t>n</w:t>
      </w:r>
      <w:r w:rsidR="004A4993">
        <w:t>’</w:t>
      </w:r>
      <w:r w:rsidRPr="004C3E92">
        <w:t>avait point de voix pour s</w:t>
      </w:r>
      <w:r w:rsidR="004A4993">
        <w:t>’</w:t>
      </w:r>
      <w:r w:rsidRPr="004C3E92">
        <w:t>enquérir à son sujet</w:t>
      </w:r>
      <w:r w:rsidR="004A4993">
        <w:t xml:space="preserve">, </w:t>
      </w:r>
      <w:r w:rsidRPr="004C3E92">
        <w:t>point de voix</w:t>
      </w:r>
      <w:r w:rsidR="004A4993">
        <w:t xml:space="preserve">, </w:t>
      </w:r>
      <w:r w:rsidRPr="004C3E92">
        <w:t>même</w:t>
      </w:r>
      <w:r w:rsidR="004A4993">
        <w:t xml:space="preserve">, </w:t>
      </w:r>
      <w:r w:rsidRPr="004C3E92">
        <w:t xml:space="preserve">pour </w:t>
      </w:r>
      <w:proofErr w:type="spellStart"/>
      <w:r w:rsidRPr="004C3E92">
        <w:t>Elinor</w:t>
      </w:r>
      <w:proofErr w:type="spellEnd"/>
      <w:r w:rsidR="004A4993">
        <w:t xml:space="preserve"> ; </w:t>
      </w:r>
      <w:r w:rsidRPr="004C3E92">
        <w:t>mais celle-ci</w:t>
      </w:r>
      <w:r w:rsidR="004A4993">
        <w:t xml:space="preserve">, </w:t>
      </w:r>
      <w:r w:rsidRPr="004C3E92">
        <w:t>sans attendre ni salutation ni interrogation</w:t>
      </w:r>
      <w:r w:rsidR="004A4993">
        <w:t xml:space="preserve">, </w:t>
      </w:r>
      <w:r w:rsidRPr="004C3E92">
        <w:t>donna immédiat</w:t>
      </w:r>
      <w:r w:rsidRPr="004C3E92">
        <w:t>e</w:t>
      </w:r>
      <w:r w:rsidRPr="004C3E92">
        <w:t>ment le soulagement joyeux</w:t>
      </w:r>
      <w:r w:rsidR="004A4993">
        <w:t xml:space="preserve"> ; </w:t>
      </w:r>
      <w:r w:rsidRPr="004C3E92">
        <w:t>et sa mère</w:t>
      </w:r>
      <w:r w:rsidR="004A4993">
        <w:t xml:space="preserve">, </w:t>
      </w:r>
      <w:r w:rsidRPr="004C3E92">
        <w:t>s</w:t>
      </w:r>
      <w:r w:rsidR="004A4993">
        <w:t>’</w:t>
      </w:r>
      <w:r w:rsidRPr="004C3E92">
        <w:t>en saisissant avec toute son ardeur habituelle</w:t>
      </w:r>
      <w:r w:rsidR="004A4993">
        <w:t xml:space="preserve">, </w:t>
      </w:r>
      <w:r w:rsidRPr="004C3E92">
        <w:t>fut à l</w:t>
      </w:r>
      <w:r w:rsidR="004A4993">
        <w:t>’</w:t>
      </w:r>
      <w:r w:rsidRPr="004C3E92">
        <w:t>instant vaincue par son bo</w:t>
      </w:r>
      <w:r w:rsidRPr="004C3E92">
        <w:t>n</w:t>
      </w:r>
      <w:r w:rsidRPr="004C3E92">
        <w:t>heur</w:t>
      </w:r>
      <w:r w:rsidR="004A4993">
        <w:t xml:space="preserve">, </w:t>
      </w:r>
      <w:r w:rsidRPr="004C3E92">
        <w:t>tout autant qu</w:t>
      </w:r>
      <w:r w:rsidR="004A4993">
        <w:t>’</w:t>
      </w:r>
      <w:r w:rsidRPr="004C3E92">
        <w:t>elle venait de l</w:t>
      </w:r>
      <w:r w:rsidR="004A4993">
        <w:t>’</w:t>
      </w:r>
      <w:r w:rsidRPr="004C3E92">
        <w:t>être par ses craintes</w:t>
      </w:r>
      <w:r w:rsidR="004A4993">
        <w:t xml:space="preserve">. </w:t>
      </w:r>
      <w:r w:rsidRPr="004C3E92">
        <w:t>Elle fut soutenue</w:t>
      </w:r>
      <w:r w:rsidR="004A4993">
        <w:t xml:space="preserve">, </w:t>
      </w:r>
      <w:r w:rsidRPr="004C3E92">
        <w:t>pour entrer au salon</w:t>
      </w:r>
      <w:r w:rsidR="004A4993">
        <w:t xml:space="preserve">, </w:t>
      </w:r>
      <w:r w:rsidRPr="004C3E92">
        <w:t>entre sa fille et son ami</w:t>
      </w:r>
      <w:r w:rsidR="004A4993">
        <w:t xml:space="preserve"> ; </w:t>
      </w:r>
      <w:r w:rsidRPr="004C3E92">
        <w:t>et là</w:t>
      </w:r>
      <w:r w:rsidR="004A4993">
        <w:t xml:space="preserve">, </w:t>
      </w:r>
      <w:r w:rsidRPr="004C3E92">
        <w:t>versant des larmes de joie</w:t>
      </w:r>
      <w:r w:rsidR="004A4993">
        <w:t xml:space="preserve">, </w:t>
      </w:r>
      <w:r w:rsidRPr="004C3E92">
        <w:t>quoique encore incapable de parler</w:t>
      </w:r>
      <w:r w:rsidR="004A4993">
        <w:t xml:space="preserve">, </w:t>
      </w:r>
      <w:r w:rsidRPr="004C3E92">
        <w:t xml:space="preserve">elle embrassa mainte et mainte fois </w:t>
      </w:r>
      <w:proofErr w:type="spellStart"/>
      <w:r w:rsidRPr="004C3E92">
        <w:t>Elinor</w:t>
      </w:r>
      <w:proofErr w:type="spellEnd"/>
      <w:r w:rsidR="004A4993">
        <w:t xml:space="preserve">, </w:t>
      </w:r>
      <w:r w:rsidRPr="004C3E92">
        <w:t>se détournant d</w:t>
      </w:r>
      <w:r w:rsidR="004A4993">
        <w:t>’</w:t>
      </w:r>
      <w:r w:rsidRPr="004C3E92">
        <w:t>elle de temps à autre pour presser la main du colonel Brandon</w:t>
      </w:r>
      <w:r w:rsidR="004A4993">
        <w:t xml:space="preserve">, </w:t>
      </w:r>
      <w:r w:rsidRPr="004C3E92">
        <w:t>avec un regard qui exprimait à la fois sa gratitude et la conviction qu</w:t>
      </w:r>
      <w:r w:rsidR="004A4993">
        <w:t>’</w:t>
      </w:r>
      <w:r w:rsidRPr="004C3E92">
        <w:t>il partageait avec elle la félicité du moment</w:t>
      </w:r>
      <w:r w:rsidR="004A4993">
        <w:t xml:space="preserve">. </w:t>
      </w:r>
      <w:r w:rsidRPr="004C3E92">
        <w:t>Il la partageait</w:t>
      </w:r>
      <w:r w:rsidR="004A4993">
        <w:t xml:space="preserve">, </w:t>
      </w:r>
      <w:r w:rsidRPr="004C3E92">
        <w:t>toutefois</w:t>
      </w:r>
      <w:r w:rsidR="004A4993">
        <w:t xml:space="preserve">, </w:t>
      </w:r>
      <w:r w:rsidRPr="004C3E92">
        <w:t>dans un silence encore plus total que le sien</w:t>
      </w:r>
      <w:r w:rsidR="004A4993">
        <w:t>.</w:t>
      </w:r>
    </w:p>
    <w:p w14:paraId="1403BDD3" w14:textId="77777777" w:rsidR="004A4993" w:rsidRDefault="008C5C61" w:rsidP="004A4993">
      <w:r w:rsidRPr="004C3E92">
        <w:t>Aussitôt que Mrs</w:t>
      </w:r>
      <w:r w:rsidR="004A4993">
        <w:t xml:space="preserve">. </w:t>
      </w:r>
      <w:proofErr w:type="spellStart"/>
      <w:r w:rsidRPr="004C3E92">
        <w:t>Dashwood</w:t>
      </w:r>
      <w:proofErr w:type="spellEnd"/>
      <w:r w:rsidRPr="004C3E92">
        <w:t xml:space="preserve"> se fut ressaisie</w:t>
      </w:r>
      <w:r w:rsidR="004A4993">
        <w:t xml:space="preserve">, </w:t>
      </w:r>
      <w:r w:rsidRPr="004C3E92">
        <w:t>son premier désir fut de voir Marianne</w:t>
      </w:r>
      <w:r w:rsidR="004A4993">
        <w:t xml:space="preserve"> ; </w:t>
      </w:r>
      <w:r w:rsidRPr="004C3E92">
        <w:t>et en deux minutes elle fut auprès de son enfant bien-aimée</w:t>
      </w:r>
      <w:r w:rsidR="004A4993">
        <w:t xml:space="preserve">, – </w:t>
      </w:r>
      <w:r w:rsidRPr="004C3E92">
        <w:t>que son absence</w:t>
      </w:r>
      <w:r w:rsidR="004A4993">
        <w:t xml:space="preserve">, </w:t>
      </w:r>
      <w:r w:rsidRPr="004C3E92">
        <w:t>son malheur</w:t>
      </w:r>
      <w:r w:rsidR="004A4993">
        <w:t xml:space="preserve">, </w:t>
      </w:r>
      <w:r w:rsidRPr="004C3E92">
        <w:t>et son danger lui avaient rendue plus chère que jamais</w:t>
      </w:r>
      <w:r w:rsidR="004A4993">
        <w:t xml:space="preserve">. </w:t>
      </w:r>
      <w:r w:rsidRPr="004C3E92">
        <w:t>Le ravi</w:t>
      </w:r>
      <w:r w:rsidRPr="004C3E92">
        <w:t>s</w:t>
      </w:r>
      <w:r w:rsidRPr="004C3E92">
        <w:t>sement d</w:t>
      </w:r>
      <w:r w:rsidR="004A4993">
        <w:t>’</w:t>
      </w:r>
      <w:proofErr w:type="spellStart"/>
      <w:r w:rsidRPr="004C3E92">
        <w:t>Elinor</w:t>
      </w:r>
      <w:proofErr w:type="spellEnd"/>
      <w:r w:rsidR="004A4993">
        <w:t xml:space="preserve">, </w:t>
      </w:r>
      <w:r w:rsidRPr="004C3E92">
        <w:t>lorsqu</w:t>
      </w:r>
      <w:r w:rsidR="004A4993">
        <w:t>’</w:t>
      </w:r>
      <w:r w:rsidRPr="004C3E92">
        <w:t>elle vit ce qu</w:t>
      </w:r>
      <w:r w:rsidR="004A4993">
        <w:t>’</w:t>
      </w:r>
      <w:r w:rsidRPr="004C3E92">
        <w:t>elles éprouvèrent l</w:t>
      </w:r>
      <w:r w:rsidR="004A4993">
        <w:t>’</w:t>
      </w:r>
      <w:r w:rsidRPr="004C3E92">
        <w:t>une et l</w:t>
      </w:r>
      <w:r w:rsidR="004A4993">
        <w:t>’</w:t>
      </w:r>
      <w:r w:rsidRPr="004C3E92">
        <w:t>autre à se revoir</w:t>
      </w:r>
      <w:r w:rsidR="004A4993">
        <w:t xml:space="preserve">, </w:t>
      </w:r>
      <w:r w:rsidRPr="004C3E92">
        <w:t xml:space="preserve">ne fut tenu en bride que par </w:t>
      </w:r>
      <w:r w:rsidRPr="004C3E92">
        <w:lastRenderedPageBreak/>
        <w:t>l</w:t>
      </w:r>
      <w:r w:rsidR="004A4993">
        <w:t>’</w:t>
      </w:r>
      <w:r w:rsidRPr="004C3E92">
        <w:t>appréhension que Marianne n</w:t>
      </w:r>
      <w:r w:rsidR="004A4993">
        <w:t>’</w:t>
      </w:r>
      <w:r w:rsidRPr="004C3E92">
        <w:t>en fut frustrée de sommeil</w:t>
      </w:r>
      <w:r w:rsidR="004A4993">
        <w:t xml:space="preserve"> ; </w:t>
      </w:r>
      <w:r w:rsidRPr="004C3E92">
        <w:t>mais Mrs</w:t>
      </w:r>
      <w:r w:rsidR="004A4993">
        <w:t xml:space="preserve">. </w:t>
      </w:r>
      <w:proofErr w:type="spellStart"/>
      <w:r w:rsidRPr="004C3E92">
        <w:t>Das</w:t>
      </w:r>
      <w:r w:rsidRPr="004C3E92">
        <w:t>h</w:t>
      </w:r>
      <w:r w:rsidRPr="004C3E92">
        <w:t>wood</w:t>
      </w:r>
      <w:proofErr w:type="spellEnd"/>
      <w:r w:rsidRPr="004C3E92">
        <w:t xml:space="preserve"> sut être calme</w:t>
      </w:r>
      <w:r w:rsidR="004A4993">
        <w:t xml:space="preserve">, </w:t>
      </w:r>
      <w:r w:rsidRPr="004C3E92">
        <w:t>elle sut même être prudente</w:t>
      </w:r>
      <w:r w:rsidR="004A4993">
        <w:t xml:space="preserve">, </w:t>
      </w:r>
      <w:r w:rsidRPr="004C3E92">
        <w:t>quand la vie de son enfant était en jeu</w:t>
      </w:r>
      <w:r w:rsidR="004A4993">
        <w:t xml:space="preserve">, </w:t>
      </w:r>
      <w:r w:rsidRPr="004C3E92">
        <w:t>et Marianne</w:t>
      </w:r>
      <w:r w:rsidR="004A4993">
        <w:t xml:space="preserve">, </w:t>
      </w:r>
      <w:r w:rsidRPr="004C3E92">
        <w:t>satisfaite de savoir que sa mère était près d</w:t>
      </w:r>
      <w:r w:rsidR="004A4993">
        <w:t>’</w:t>
      </w:r>
      <w:r w:rsidRPr="004C3E92">
        <w:t>elle</w:t>
      </w:r>
      <w:r w:rsidR="004A4993">
        <w:t xml:space="preserve">, </w:t>
      </w:r>
      <w:r w:rsidRPr="004C3E92">
        <w:t>et se rendant compte qu</w:t>
      </w:r>
      <w:r w:rsidR="004A4993">
        <w:t>’</w:t>
      </w:r>
      <w:r w:rsidRPr="004C3E92">
        <w:t>elle était trop faible pour causer</w:t>
      </w:r>
      <w:r w:rsidR="004A4993">
        <w:t xml:space="preserve">, </w:t>
      </w:r>
      <w:r w:rsidRPr="004C3E92">
        <w:t>se soumit volontiers au silence et au calme prescrits par toutes les personnes de son entourage qui lui pr</w:t>
      </w:r>
      <w:r w:rsidRPr="004C3E92">
        <w:t>o</w:t>
      </w:r>
      <w:r w:rsidRPr="004C3E92">
        <w:t>diguaient leurs soins</w:t>
      </w:r>
      <w:r w:rsidR="004A4993">
        <w:t xml:space="preserve">. </w:t>
      </w:r>
      <w:r w:rsidRPr="004C3E92">
        <w:t>Mrs</w:t>
      </w:r>
      <w:r w:rsidR="004A4993">
        <w:t xml:space="preserve">. </w:t>
      </w:r>
      <w:proofErr w:type="spellStart"/>
      <w:r w:rsidRPr="004C3E92">
        <w:t>Dashwood</w:t>
      </w:r>
      <w:proofErr w:type="spellEnd"/>
      <w:r w:rsidRPr="004C3E92">
        <w:t xml:space="preserve"> tint à veiller toute la nuit à son chevet</w:t>
      </w:r>
      <w:r w:rsidR="004A4993">
        <w:t xml:space="preserve">, </w:t>
      </w:r>
      <w:r w:rsidRPr="004C3E92">
        <w:t xml:space="preserve">et </w:t>
      </w:r>
      <w:proofErr w:type="spellStart"/>
      <w:r w:rsidRPr="004C3E92">
        <w:t>Elinor</w:t>
      </w:r>
      <w:proofErr w:type="spellEnd"/>
      <w:r w:rsidR="004A4993">
        <w:t xml:space="preserve">, </w:t>
      </w:r>
      <w:r w:rsidRPr="004C3E92">
        <w:t>cédant aux supplications de sa mère</w:t>
      </w:r>
      <w:r w:rsidR="004A4993">
        <w:t xml:space="preserve">, </w:t>
      </w:r>
      <w:r w:rsidRPr="004C3E92">
        <w:t>alla se coucher</w:t>
      </w:r>
      <w:r w:rsidR="004A4993">
        <w:t xml:space="preserve">. </w:t>
      </w:r>
      <w:r w:rsidRPr="004C3E92">
        <w:t>Mais le repos</w:t>
      </w:r>
      <w:r w:rsidR="004A4993">
        <w:t xml:space="preserve">, </w:t>
      </w:r>
      <w:r w:rsidRPr="004C3E92">
        <w:t>qu</w:t>
      </w:r>
      <w:r w:rsidR="004A4993">
        <w:t>’</w:t>
      </w:r>
      <w:r w:rsidRPr="004C3E92">
        <w:t>une nuit d</w:t>
      </w:r>
      <w:r w:rsidR="004A4993">
        <w:t>’</w:t>
      </w:r>
      <w:r w:rsidRPr="004C3E92">
        <w:t>insomnie totale et tant d</w:t>
      </w:r>
      <w:r w:rsidR="004A4993">
        <w:t>’</w:t>
      </w:r>
      <w:r w:rsidRPr="004C3E92">
        <w:t>heures d</w:t>
      </w:r>
      <w:r w:rsidR="004A4993">
        <w:t>’</w:t>
      </w:r>
      <w:r w:rsidRPr="004C3E92">
        <w:t>inquiétude la plus harcelante</w:t>
      </w:r>
      <w:r w:rsidR="004A4993">
        <w:t xml:space="preserve">, </w:t>
      </w:r>
      <w:r w:rsidRPr="004C3E92">
        <w:t>semblaient rendre n</w:t>
      </w:r>
      <w:r w:rsidRPr="004C3E92">
        <w:t>é</w:t>
      </w:r>
      <w:r w:rsidRPr="004C3E92">
        <w:t>cessaire</w:t>
      </w:r>
      <w:r w:rsidR="004A4993">
        <w:t xml:space="preserve">, </w:t>
      </w:r>
      <w:r w:rsidRPr="004C3E92">
        <w:t>fut tenu éloigné par les irritantes préoccupations de son esprit</w:t>
      </w:r>
      <w:r w:rsidR="004A4993">
        <w:t xml:space="preserve">, </w:t>
      </w:r>
      <w:r w:rsidRPr="004C3E92">
        <w:t>Willoughby</w:t>
      </w:r>
      <w:r w:rsidR="004A4993">
        <w:t>, « </w:t>
      </w:r>
      <w:r w:rsidRPr="004C3E92">
        <w:t>le pauvre Willoughby</w:t>
      </w:r>
      <w:r w:rsidR="004A4993">
        <w:t xml:space="preserve"> », </w:t>
      </w:r>
      <w:r w:rsidRPr="004C3E92">
        <w:t>comme elle se laissait aller</w:t>
      </w:r>
      <w:r w:rsidR="004A4993">
        <w:t xml:space="preserve">, </w:t>
      </w:r>
      <w:r w:rsidRPr="004C3E92">
        <w:t>à présent</w:t>
      </w:r>
      <w:r w:rsidR="004A4993">
        <w:t xml:space="preserve">, </w:t>
      </w:r>
      <w:r w:rsidRPr="004C3E92">
        <w:t>à l</w:t>
      </w:r>
      <w:r w:rsidR="004A4993">
        <w:t>’</w:t>
      </w:r>
      <w:r w:rsidRPr="004C3E92">
        <w:t>appeler</w:t>
      </w:r>
      <w:r w:rsidR="004A4993">
        <w:t xml:space="preserve">, </w:t>
      </w:r>
      <w:r w:rsidRPr="004C3E92">
        <w:t>était constamment dans ses pensées</w:t>
      </w:r>
      <w:r w:rsidR="004A4993">
        <w:t xml:space="preserve"> ; </w:t>
      </w:r>
      <w:r w:rsidRPr="004C3E92">
        <w:t>elle n</w:t>
      </w:r>
      <w:r w:rsidR="004A4993">
        <w:t>’</w:t>
      </w:r>
      <w:r w:rsidRPr="004C3E92">
        <w:t>eût voulu</w:t>
      </w:r>
      <w:r w:rsidR="004A4993">
        <w:t xml:space="preserve">, </w:t>
      </w:r>
      <w:r w:rsidRPr="004C3E92">
        <w:t>pour rien au monde</w:t>
      </w:r>
      <w:r w:rsidR="004A4993">
        <w:t xml:space="preserve">, </w:t>
      </w:r>
      <w:r w:rsidRPr="004C3E92">
        <w:t>avoir manqué d</w:t>
      </w:r>
      <w:r w:rsidR="004A4993">
        <w:t>’</w:t>
      </w:r>
      <w:r w:rsidRPr="004C3E92">
        <w:t>entendre sa défense</w:t>
      </w:r>
      <w:r w:rsidR="004A4993">
        <w:t xml:space="preserve">, </w:t>
      </w:r>
      <w:r w:rsidRPr="004C3E92">
        <w:t>et elle se reprochait tantôt</w:t>
      </w:r>
      <w:r w:rsidR="004A4993">
        <w:t xml:space="preserve">, </w:t>
      </w:r>
      <w:r w:rsidRPr="004C3E92">
        <w:t>et tantôt s</w:t>
      </w:r>
      <w:r w:rsidR="004A4993">
        <w:t>’</w:t>
      </w:r>
      <w:r w:rsidRPr="004C3E92">
        <w:t>absolvait</w:t>
      </w:r>
      <w:r w:rsidR="004A4993">
        <w:t xml:space="preserve">, </w:t>
      </w:r>
      <w:r w:rsidRPr="004C3E92">
        <w:t>de l</w:t>
      </w:r>
      <w:r w:rsidR="004A4993">
        <w:t>’</w:t>
      </w:r>
      <w:r w:rsidRPr="004C3E92">
        <w:t>avoir jugé si durement auparavant</w:t>
      </w:r>
      <w:r w:rsidR="004A4993">
        <w:t xml:space="preserve">. </w:t>
      </w:r>
      <w:r w:rsidRPr="004C3E92">
        <w:t>Mais sa promesse de tout conter à sa sœur lui fut invariablement do</w:t>
      </w:r>
      <w:r w:rsidRPr="004C3E92">
        <w:t>u</w:t>
      </w:r>
      <w:r w:rsidRPr="004C3E92">
        <w:t>loureuse</w:t>
      </w:r>
      <w:r w:rsidR="004A4993">
        <w:t xml:space="preserve">. </w:t>
      </w:r>
      <w:r w:rsidRPr="004C3E92">
        <w:t>Elle en redoutait l</w:t>
      </w:r>
      <w:r w:rsidR="004A4993">
        <w:t>’</w:t>
      </w:r>
      <w:r w:rsidRPr="004C3E92">
        <w:t>accomplissement</w:t>
      </w:r>
      <w:r w:rsidR="004A4993">
        <w:t xml:space="preserve">, </w:t>
      </w:r>
      <w:r w:rsidRPr="004C3E92">
        <w:t>et redoutait l</w:t>
      </w:r>
      <w:r w:rsidR="004A4993">
        <w:t>’</w:t>
      </w:r>
      <w:r w:rsidRPr="004C3E92">
        <w:t>effet qu</w:t>
      </w:r>
      <w:r w:rsidR="004A4993">
        <w:t>’</w:t>
      </w:r>
      <w:r w:rsidRPr="004C3E92">
        <w:t>il pourrait avoir sur Marianne</w:t>
      </w:r>
      <w:r w:rsidR="004A4993">
        <w:t xml:space="preserve"> ; </w:t>
      </w:r>
      <w:r w:rsidRPr="004C3E92">
        <w:t>elle doutait qu</w:t>
      </w:r>
      <w:r w:rsidR="004A4993">
        <w:t>’</w:t>
      </w:r>
      <w:r w:rsidRPr="004C3E92">
        <w:t>après une telle explication</w:t>
      </w:r>
      <w:r w:rsidR="004A4993">
        <w:t xml:space="preserve">, </w:t>
      </w:r>
      <w:r w:rsidRPr="004C3E92">
        <w:t>elle pût jamais être heureuse avec un a</w:t>
      </w:r>
      <w:r w:rsidRPr="004C3E92">
        <w:t>u</w:t>
      </w:r>
      <w:r w:rsidRPr="004C3E92">
        <w:t>tre</w:t>
      </w:r>
      <w:r w:rsidR="004A4993">
        <w:t xml:space="preserve">, </w:t>
      </w:r>
      <w:r w:rsidRPr="004C3E92">
        <w:t>et</w:t>
      </w:r>
      <w:r w:rsidR="004A4993">
        <w:t xml:space="preserve">, </w:t>
      </w:r>
      <w:r w:rsidRPr="004C3E92">
        <w:t>un instant</w:t>
      </w:r>
      <w:r w:rsidR="004A4993">
        <w:t xml:space="preserve">, </w:t>
      </w:r>
      <w:r w:rsidRPr="004C3E92">
        <w:t>elle eût voulu que Willoughby fût veuf</w:t>
      </w:r>
      <w:r w:rsidR="004A4993">
        <w:t xml:space="preserve"> ; </w:t>
      </w:r>
      <w:r w:rsidRPr="004C3E92">
        <w:t>puis</w:t>
      </w:r>
      <w:r w:rsidR="004A4993">
        <w:t xml:space="preserve">, </w:t>
      </w:r>
      <w:r w:rsidRPr="004C3E92">
        <w:t>se souvenant du colonel Brandon</w:t>
      </w:r>
      <w:r w:rsidR="004A4993">
        <w:t xml:space="preserve">, </w:t>
      </w:r>
      <w:r w:rsidRPr="004C3E92">
        <w:t>elle s</w:t>
      </w:r>
      <w:r w:rsidR="004A4993">
        <w:t>’</w:t>
      </w:r>
      <w:r w:rsidRPr="004C3E92">
        <w:t>adressa des reproches</w:t>
      </w:r>
      <w:r w:rsidR="004A4993">
        <w:t xml:space="preserve">, </w:t>
      </w:r>
      <w:r w:rsidRPr="004C3E92">
        <w:t>elle se dit que sa sœur était la récompense due aux souffrances et à la constance de celui-ci</w:t>
      </w:r>
      <w:r w:rsidR="004A4993">
        <w:t xml:space="preserve">, </w:t>
      </w:r>
      <w:r w:rsidRPr="004C3E92">
        <w:t>bien plus qu</w:t>
      </w:r>
      <w:r w:rsidR="004A4993">
        <w:t>’</w:t>
      </w:r>
      <w:r w:rsidRPr="004C3E92">
        <w:t>à celles de son rival</w:t>
      </w:r>
      <w:r w:rsidR="004A4993">
        <w:t xml:space="preserve">, </w:t>
      </w:r>
      <w:r w:rsidRPr="004C3E92">
        <w:t>et souhaita tout plutôt que la mort de Mrs</w:t>
      </w:r>
      <w:r w:rsidR="004A4993">
        <w:t xml:space="preserve">. </w:t>
      </w:r>
      <w:r w:rsidRPr="004C3E92">
        <w:t>Willoughby</w:t>
      </w:r>
      <w:r w:rsidR="004A4993">
        <w:t>.</w:t>
      </w:r>
    </w:p>
    <w:p w14:paraId="0DACF1AF" w14:textId="77777777" w:rsidR="004A4993" w:rsidRDefault="008C5C61" w:rsidP="004A4993">
      <w:r w:rsidRPr="004C3E92">
        <w:t>Le choc de la mission du colonel Brandon à Barton avait été considérablement adouci pour Mrs</w:t>
      </w:r>
      <w:r w:rsidR="004A4993">
        <w:t xml:space="preserve">. </w:t>
      </w:r>
      <w:proofErr w:type="spellStart"/>
      <w:r w:rsidRPr="004C3E92">
        <w:t>Dashwood</w:t>
      </w:r>
      <w:proofErr w:type="spellEnd"/>
      <w:r w:rsidRPr="004C3E92">
        <w:t xml:space="preserve"> par ses crai</w:t>
      </w:r>
      <w:r w:rsidRPr="004C3E92">
        <w:t>n</w:t>
      </w:r>
      <w:r w:rsidRPr="004C3E92">
        <w:t>tes antérieures</w:t>
      </w:r>
      <w:r w:rsidR="004A4993">
        <w:t xml:space="preserve"> ; </w:t>
      </w:r>
      <w:r w:rsidRPr="004C3E92">
        <w:t>car si grande était son inquiétude au sujet de Marianne</w:t>
      </w:r>
      <w:r w:rsidR="004A4993">
        <w:t xml:space="preserve">, </w:t>
      </w:r>
      <w:r w:rsidRPr="004C3E92">
        <w:t>qu</w:t>
      </w:r>
      <w:r w:rsidR="004A4993">
        <w:t>’</w:t>
      </w:r>
      <w:r w:rsidRPr="004C3E92">
        <w:t>elle avait déjà résolu de partir pour Cleveland le jour même</w:t>
      </w:r>
      <w:r w:rsidR="004A4993">
        <w:t xml:space="preserve">, </w:t>
      </w:r>
      <w:r w:rsidRPr="004C3E92">
        <w:t>sans attendre d</w:t>
      </w:r>
      <w:r w:rsidR="004A4993">
        <w:t>’</w:t>
      </w:r>
      <w:r w:rsidRPr="004C3E92">
        <w:t>autres nouvelles</w:t>
      </w:r>
      <w:r w:rsidR="004A4993">
        <w:t xml:space="preserve"> ; </w:t>
      </w:r>
      <w:r w:rsidRPr="004C3E92">
        <w:t>et elle avait pris à tel point toutes ses dispositions pour son voyage</w:t>
      </w:r>
      <w:r w:rsidR="004A4993">
        <w:t xml:space="preserve">, </w:t>
      </w:r>
      <w:r w:rsidRPr="004C3E92">
        <w:lastRenderedPageBreak/>
        <w:t>dès avant l</w:t>
      </w:r>
      <w:r w:rsidR="004A4993">
        <w:t>’</w:t>
      </w:r>
      <w:r w:rsidRPr="004C3E92">
        <w:t>arrivée du Colonel</w:t>
      </w:r>
      <w:r w:rsidR="004A4993">
        <w:t xml:space="preserve">, </w:t>
      </w:r>
      <w:r w:rsidRPr="004C3E92">
        <w:t>qu</w:t>
      </w:r>
      <w:r w:rsidR="004A4993">
        <w:t>’</w:t>
      </w:r>
      <w:r w:rsidRPr="004C3E92">
        <w:t>on attendait d</w:t>
      </w:r>
      <w:r w:rsidR="004A4993">
        <w:t>’</w:t>
      </w:r>
      <w:r w:rsidRPr="004C3E92">
        <w:t>un moment à l</w:t>
      </w:r>
      <w:r w:rsidR="004A4993">
        <w:t>’</w:t>
      </w:r>
      <w:r w:rsidRPr="004C3E92">
        <w:t>autre les Carey</w:t>
      </w:r>
      <w:r w:rsidR="004A4993">
        <w:t xml:space="preserve">, </w:t>
      </w:r>
      <w:r w:rsidRPr="004C3E92">
        <w:t>qui devaient emmener Margaret</w:t>
      </w:r>
      <w:r w:rsidR="004A4993">
        <w:t xml:space="preserve">, </w:t>
      </w:r>
      <w:r w:rsidRPr="004C3E92">
        <w:t>car sa mère ne voulait pas qu</w:t>
      </w:r>
      <w:r w:rsidR="004A4993">
        <w:t>’</w:t>
      </w:r>
      <w:r w:rsidRPr="004C3E92">
        <w:t>elle l</w:t>
      </w:r>
      <w:r w:rsidR="004A4993">
        <w:t>’</w:t>
      </w:r>
      <w:r w:rsidRPr="004C3E92">
        <w:t>accompagnât là où il pourrait y avoir risque de contagion</w:t>
      </w:r>
      <w:r w:rsidR="004A4993">
        <w:t>.</w:t>
      </w:r>
    </w:p>
    <w:p w14:paraId="7C86AED1" w14:textId="77777777" w:rsidR="004A4993" w:rsidRDefault="008C5C61" w:rsidP="004A4993">
      <w:r w:rsidRPr="004C3E92">
        <w:t>L</w:t>
      </w:r>
      <w:r w:rsidR="004A4993">
        <w:t>’</w:t>
      </w:r>
      <w:r w:rsidRPr="004C3E92">
        <w:t>état de Marianne continua à s</w:t>
      </w:r>
      <w:r w:rsidR="004A4993">
        <w:t>’</w:t>
      </w:r>
      <w:r w:rsidRPr="004C3E92">
        <w:t>améliorer de jour en jour</w:t>
      </w:r>
      <w:r w:rsidR="004A4993">
        <w:t xml:space="preserve">, </w:t>
      </w:r>
      <w:r w:rsidRPr="004C3E92">
        <w:t>et la gaieté resplendissante de la mine et du moral de Mrs</w:t>
      </w:r>
      <w:r w:rsidR="004A4993">
        <w:t xml:space="preserve">. </w:t>
      </w:r>
      <w:proofErr w:type="spellStart"/>
      <w:r w:rsidRPr="004C3E92">
        <w:t>Dashwood</w:t>
      </w:r>
      <w:proofErr w:type="spellEnd"/>
      <w:r w:rsidRPr="004C3E92">
        <w:t xml:space="preserve"> la proclamait</w:t>
      </w:r>
      <w:r w:rsidR="004A4993">
        <w:t xml:space="preserve">, </w:t>
      </w:r>
      <w:r w:rsidRPr="004C3E92">
        <w:t>comme elle le déclara elle-même à mainte reprise</w:t>
      </w:r>
      <w:r w:rsidR="004A4993">
        <w:t xml:space="preserve">, </w:t>
      </w:r>
      <w:r w:rsidRPr="004C3E92">
        <w:t>l</w:t>
      </w:r>
      <w:r w:rsidR="004A4993">
        <w:t>’</w:t>
      </w:r>
      <w:r w:rsidRPr="004C3E92">
        <w:t>une des femmes les plus heureuses du monde</w:t>
      </w:r>
      <w:r w:rsidR="004A4993">
        <w:t xml:space="preserve">. </w:t>
      </w:r>
      <w:r w:rsidRPr="004C3E92">
        <w:t xml:space="preserve">Il était impossible à </w:t>
      </w:r>
      <w:proofErr w:type="spellStart"/>
      <w:r w:rsidRPr="004C3E92">
        <w:t>Elinor</w:t>
      </w:r>
      <w:proofErr w:type="spellEnd"/>
      <w:r w:rsidRPr="004C3E92">
        <w:t xml:space="preserve"> d</w:t>
      </w:r>
      <w:r w:rsidR="004A4993">
        <w:t>’</w:t>
      </w:r>
      <w:r w:rsidRPr="004C3E92">
        <w:t>entendre cette déclaration</w:t>
      </w:r>
      <w:r w:rsidR="004A4993">
        <w:t xml:space="preserve">, </w:t>
      </w:r>
      <w:r w:rsidRPr="004C3E92">
        <w:t>et d</w:t>
      </w:r>
      <w:r w:rsidR="004A4993">
        <w:t>’</w:t>
      </w:r>
      <w:r w:rsidRPr="004C3E92">
        <w:t>en constater les preuves</w:t>
      </w:r>
      <w:r w:rsidR="004A4993">
        <w:t xml:space="preserve">, </w:t>
      </w:r>
      <w:r w:rsidRPr="004C3E92">
        <w:t>sans se demander parfois si sa mère se souvenait jamais d</w:t>
      </w:r>
      <w:r w:rsidR="004A4993">
        <w:t>’</w:t>
      </w:r>
      <w:r w:rsidRPr="004C3E92">
        <w:t>Edward</w:t>
      </w:r>
      <w:r w:rsidR="004A4993">
        <w:t xml:space="preserve">. </w:t>
      </w:r>
      <w:r w:rsidRPr="004C3E92">
        <w:t>Mais Mrs</w:t>
      </w:r>
      <w:r w:rsidR="004A4993">
        <w:t xml:space="preserve">. </w:t>
      </w:r>
      <w:proofErr w:type="spellStart"/>
      <w:r w:rsidRPr="004C3E92">
        <w:t>Dashwood</w:t>
      </w:r>
      <w:proofErr w:type="spellEnd"/>
      <w:r w:rsidR="004A4993">
        <w:t xml:space="preserve">, </w:t>
      </w:r>
      <w:r w:rsidRPr="004C3E92">
        <w:t>se fiant au récit fort modéré de la déception d</w:t>
      </w:r>
      <w:r w:rsidR="004A4993">
        <w:t>’</w:t>
      </w:r>
      <w:proofErr w:type="spellStart"/>
      <w:r w:rsidRPr="004C3E92">
        <w:t>Elinor</w:t>
      </w:r>
      <w:proofErr w:type="spellEnd"/>
      <w:r w:rsidR="004A4993">
        <w:t xml:space="preserve">, </w:t>
      </w:r>
      <w:r w:rsidRPr="004C3E92">
        <w:t>que celle-ci lui avait adressé</w:t>
      </w:r>
      <w:r w:rsidR="004A4993">
        <w:t xml:space="preserve">, </w:t>
      </w:r>
      <w:r w:rsidRPr="004C3E92">
        <w:t>était amenée</w:t>
      </w:r>
      <w:r w:rsidR="004A4993">
        <w:t xml:space="preserve">, </w:t>
      </w:r>
      <w:r w:rsidRPr="004C3E92">
        <w:t>par l</w:t>
      </w:r>
      <w:r w:rsidR="004A4993">
        <w:t>’</w:t>
      </w:r>
      <w:r w:rsidRPr="004C3E92">
        <w:t>exubérance de sa joie</w:t>
      </w:r>
      <w:r w:rsidR="004A4993">
        <w:t xml:space="preserve">, </w:t>
      </w:r>
      <w:r w:rsidRPr="004C3E92">
        <w:t>à ne songer qu</w:t>
      </w:r>
      <w:r w:rsidR="004A4993">
        <w:t>’</w:t>
      </w:r>
      <w:r w:rsidRPr="004C3E92">
        <w:t>à ce qui pouvait l</w:t>
      </w:r>
      <w:r w:rsidR="004A4993">
        <w:t>’</w:t>
      </w:r>
      <w:r w:rsidRPr="004C3E92">
        <w:t>accroître</w:t>
      </w:r>
      <w:r w:rsidR="004A4993">
        <w:t xml:space="preserve">. </w:t>
      </w:r>
      <w:r w:rsidRPr="004C3E92">
        <w:t>Marianne lui était rendue</w:t>
      </w:r>
      <w:r w:rsidR="004A4993">
        <w:t xml:space="preserve">, </w:t>
      </w:r>
      <w:r w:rsidRPr="004C3E92">
        <w:t>tirée d</w:t>
      </w:r>
      <w:r w:rsidR="004A4993">
        <w:t>’</w:t>
      </w:r>
      <w:r w:rsidRPr="004C3E92">
        <w:t>un danger dans lequel</w:t>
      </w:r>
      <w:r w:rsidR="004A4993">
        <w:t xml:space="preserve">, </w:t>
      </w:r>
      <w:r w:rsidRPr="004C3E92">
        <w:t>elle avait à présent commencé à le se</w:t>
      </w:r>
      <w:r w:rsidRPr="004C3E92">
        <w:t>n</w:t>
      </w:r>
      <w:r w:rsidRPr="004C3E92">
        <w:t>tir</w:t>
      </w:r>
      <w:r w:rsidR="004A4993">
        <w:t xml:space="preserve">, </w:t>
      </w:r>
      <w:r w:rsidRPr="004C3E92">
        <w:t>le jugement erroné dont elle avait elle-même fait preuve en encourageant ce malheureux attachement à l</w:t>
      </w:r>
      <w:r w:rsidR="004A4993">
        <w:t>’</w:t>
      </w:r>
      <w:r w:rsidRPr="004C3E92">
        <w:t>égard de Wi</w:t>
      </w:r>
      <w:r w:rsidRPr="004C3E92">
        <w:t>l</w:t>
      </w:r>
      <w:r w:rsidRPr="004C3E92">
        <w:t>loughby</w:t>
      </w:r>
      <w:r w:rsidR="004A4993">
        <w:t xml:space="preserve">, </w:t>
      </w:r>
      <w:r w:rsidRPr="004C3E92">
        <w:t>avait contribué à la faire tomber</w:t>
      </w:r>
      <w:r w:rsidR="004A4993">
        <w:t xml:space="preserve"> ; </w:t>
      </w:r>
      <w:r w:rsidRPr="004C3E92">
        <w:t>et elle avait</w:t>
      </w:r>
      <w:r w:rsidR="004A4993">
        <w:t xml:space="preserve">, </w:t>
      </w:r>
      <w:r w:rsidRPr="004C3E92">
        <w:t>dans son rétablissement</w:t>
      </w:r>
      <w:r w:rsidR="004A4993">
        <w:t xml:space="preserve">, </w:t>
      </w:r>
      <w:r w:rsidRPr="004C3E92">
        <w:t>encore une autre source de joie</w:t>
      </w:r>
      <w:r w:rsidR="004A4993">
        <w:t xml:space="preserve">, </w:t>
      </w:r>
      <w:r w:rsidRPr="004C3E92">
        <w:t>insoupço</w:t>
      </w:r>
      <w:r w:rsidRPr="004C3E92">
        <w:t>n</w:t>
      </w:r>
      <w:r w:rsidRPr="004C3E92">
        <w:t>née d</w:t>
      </w:r>
      <w:r w:rsidR="004A4993">
        <w:t>’</w:t>
      </w:r>
      <w:proofErr w:type="spellStart"/>
      <w:r w:rsidRPr="004C3E92">
        <w:t>Elinor</w:t>
      </w:r>
      <w:proofErr w:type="spellEnd"/>
      <w:r w:rsidR="004A4993">
        <w:t xml:space="preserve">. </w:t>
      </w:r>
      <w:r w:rsidRPr="004C3E92">
        <w:t>Elle lui fut communiquée ainsi</w:t>
      </w:r>
      <w:r w:rsidR="004A4993">
        <w:t xml:space="preserve">, </w:t>
      </w:r>
      <w:r w:rsidRPr="004C3E92">
        <w:t>dès que se prése</w:t>
      </w:r>
      <w:r w:rsidRPr="004C3E92">
        <w:t>n</w:t>
      </w:r>
      <w:r w:rsidRPr="004C3E92">
        <w:t>ta une occasion d</w:t>
      </w:r>
      <w:r w:rsidR="004A4993">
        <w:t>’</w:t>
      </w:r>
      <w:r w:rsidRPr="004C3E92">
        <w:t>entretien privé entre elles</w:t>
      </w:r>
      <w:r w:rsidR="004A4993">
        <w:t> :</w:t>
      </w:r>
    </w:p>
    <w:p w14:paraId="1538A3FA" w14:textId="77777777" w:rsidR="004A4993" w:rsidRDefault="004A4993" w:rsidP="004A4993">
      <w:r>
        <w:t>— </w:t>
      </w:r>
      <w:r w:rsidR="008C5C61" w:rsidRPr="004C3E92">
        <w:t>Nous voici enfin seules</w:t>
      </w:r>
      <w:r>
        <w:t xml:space="preserve">. </w:t>
      </w:r>
      <w:r w:rsidR="008C5C61" w:rsidRPr="004C3E92">
        <w:t xml:space="preserve">Mon </w:t>
      </w:r>
      <w:proofErr w:type="spellStart"/>
      <w:r w:rsidR="008C5C61" w:rsidRPr="004C3E92">
        <w:t>Elinor</w:t>
      </w:r>
      <w:proofErr w:type="spellEnd"/>
      <w:r>
        <w:t xml:space="preserve">, </w:t>
      </w:r>
      <w:r w:rsidR="008C5C61" w:rsidRPr="004C3E92">
        <w:t>tu ne connais pas encore tout mon bonheur</w:t>
      </w:r>
      <w:r>
        <w:t xml:space="preserve">. </w:t>
      </w:r>
      <w:r w:rsidR="008C5C61" w:rsidRPr="004C3E92">
        <w:t>Le colonel Brandon aime Marianne</w:t>
      </w:r>
      <w:r>
        <w:t xml:space="preserve"> ; </w:t>
      </w:r>
      <w:r w:rsidR="008C5C61" w:rsidRPr="004C3E92">
        <w:t>il me l</w:t>
      </w:r>
      <w:r>
        <w:t>’</w:t>
      </w:r>
      <w:r w:rsidR="008C5C61" w:rsidRPr="004C3E92">
        <w:t>a dit lui-même</w:t>
      </w:r>
      <w:r>
        <w:t>.</w:t>
      </w:r>
    </w:p>
    <w:p w14:paraId="0986E24E" w14:textId="77777777" w:rsidR="004A4993" w:rsidRDefault="008C5C61" w:rsidP="004A4993">
      <w:r w:rsidRPr="004C3E92">
        <w:t>Sa fille</w:t>
      </w:r>
      <w:r w:rsidR="004A4993">
        <w:t xml:space="preserve">, </w:t>
      </w:r>
      <w:r w:rsidRPr="004C3E92">
        <w:t>se sentant tour à tour à la fois contente et peinée</w:t>
      </w:r>
      <w:r w:rsidR="004A4993">
        <w:t xml:space="preserve">, </w:t>
      </w:r>
      <w:r w:rsidRPr="004C3E92">
        <w:t>surprise et non surprise</w:t>
      </w:r>
      <w:r w:rsidR="004A4993">
        <w:t xml:space="preserve">, </w:t>
      </w:r>
      <w:r w:rsidRPr="004C3E92">
        <w:t>fut toute attention silencieuse</w:t>
      </w:r>
      <w:r w:rsidR="004A4993">
        <w:t>.</w:t>
      </w:r>
    </w:p>
    <w:p w14:paraId="4041BD50" w14:textId="77777777" w:rsidR="004A4993" w:rsidRDefault="004A4993" w:rsidP="004A4993">
      <w:r>
        <w:t>— </w:t>
      </w:r>
      <w:r w:rsidR="008C5C61" w:rsidRPr="004C3E92">
        <w:t>Tu n</w:t>
      </w:r>
      <w:r>
        <w:t>’</w:t>
      </w:r>
      <w:r w:rsidR="008C5C61" w:rsidRPr="004C3E92">
        <w:t>es jamais comme moi</w:t>
      </w:r>
      <w:r>
        <w:t xml:space="preserve">, </w:t>
      </w:r>
      <w:r w:rsidR="008C5C61" w:rsidRPr="004C3E92">
        <w:t xml:space="preserve">ma chère </w:t>
      </w:r>
      <w:proofErr w:type="spellStart"/>
      <w:r w:rsidR="008C5C61" w:rsidRPr="004C3E92">
        <w:t>Elinor</w:t>
      </w:r>
      <w:proofErr w:type="spellEnd"/>
      <w:r>
        <w:t xml:space="preserve">, </w:t>
      </w:r>
      <w:r w:rsidR="008C5C61" w:rsidRPr="004C3E92">
        <w:t>sinon je m</w:t>
      </w:r>
      <w:r>
        <w:t>’</w:t>
      </w:r>
      <w:r w:rsidR="008C5C61" w:rsidRPr="004C3E92">
        <w:t>étonnerais du calme dont tu fais preuve maintenant</w:t>
      </w:r>
      <w:r>
        <w:t xml:space="preserve">. </w:t>
      </w:r>
      <w:r w:rsidR="008C5C61" w:rsidRPr="004C3E92">
        <w:t>Si j</w:t>
      </w:r>
      <w:r>
        <w:t>’</w:t>
      </w:r>
      <w:r w:rsidR="008C5C61" w:rsidRPr="004C3E92">
        <w:t>avais délibérément exprimé un souhait de tout le bien possible pour les miens</w:t>
      </w:r>
      <w:r>
        <w:t xml:space="preserve">, </w:t>
      </w:r>
      <w:r w:rsidR="008C5C61" w:rsidRPr="004C3E92">
        <w:t>j</w:t>
      </w:r>
      <w:r>
        <w:t>’</w:t>
      </w:r>
      <w:r w:rsidR="008C5C61" w:rsidRPr="004C3E92">
        <w:t xml:space="preserve">aurais indiqué comme objet le plus </w:t>
      </w:r>
      <w:r w:rsidR="008C5C61" w:rsidRPr="004C3E92">
        <w:lastRenderedPageBreak/>
        <w:t>désirable que le colonel Brandon pût épouser l</w:t>
      </w:r>
      <w:r>
        <w:t>’</w:t>
      </w:r>
      <w:r w:rsidR="008C5C61" w:rsidRPr="004C3E92">
        <w:t>une de vous</w:t>
      </w:r>
      <w:r>
        <w:t xml:space="preserve">. </w:t>
      </w:r>
      <w:r w:rsidR="008C5C61" w:rsidRPr="004C3E92">
        <w:t>Et je crois que M</w:t>
      </w:r>
      <w:r w:rsidR="008C5C61" w:rsidRPr="004C3E92">
        <w:t>a</w:t>
      </w:r>
      <w:r w:rsidR="008C5C61" w:rsidRPr="004C3E92">
        <w:t>rianne sera</w:t>
      </w:r>
      <w:r>
        <w:t xml:space="preserve">, </w:t>
      </w:r>
      <w:r w:rsidR="008C5C61" w:rsidRPr="004C3E92">
        <w:t>de vous deux</w:t>
      </w:r>
      <w:r>
        <w:t xml:space="preserve">, </w:t>
      </w:r>
      <w:r w:rsidR="008C5C61" w:rsidRPr="004C3E92">
        <w:t>la plus heureuse avec lui</w:t>
      </w:r>
      <w:r>
        <w:t>.</w:t>
      </w:r>
    </w:p>
    <w:p w14:paraId="1FAFCEA8" w14:textId="77777777" w:rsidR="004A4993" w:rsidRDefault="008C5C61" w:rsidP="004A4993">
      <w:proofErr w:type="spellStart"/>
      <w:r w:rsidRPr="004C3E92">
        <w:t>Elinor</w:t>
      </w:r>
      <w:proofErr w:type="spellEnd"/>
      <w:r w:rsidRPr="004C3E92">
        <w:t xml:space="preserve"> fut à demi tentée de lui demander pour quelle raison elle le croyait</w:t>
      </w:r>
      <w:r w:rsidR="004A4993">
        <w:t xml:space="preserve">, </w:t>
      </w:r>
      <w:r w:rsidRPr="004C3E92">
        <w:t>parce qu</w:t>
      </w:r>
      <w:r w:rsidR="004A4993">
        <w:t>’</w:t>
      </w:r>
      <w:r w:rsidRPr="004C3E92">
        <w:t>elle savait qu</w:t>
      </w:r>
      <w:r w:rsidR="004A4993">
        <w:t>’</w:t>
      </w:r>
      <w:r w:rsidRPr="004C3E92">
        <w:t>il n</w:t>
      </w:r>
      <w:r w:rsidR="004A4993">
        <w:t>’</w:t>
      </w:r>
      <w:r w:rsidRPr="004C3E92">
        <w:t>en pourrait être donné aucune qui fût fondée sur une considération impartiale de leur âge</w:t>
      </w:r>
      <w:r w:rsidR="004A4993">
        <w:t xml:space="preserve">, </w:t>
      </w:r>
      <w:r w:rsidRPr="004C3E92">
        <w:t>de leur caractère</w:t>
      </w:r>
      <w:r w:rsidR="004A4993">
        <w:t xml:space="preserve">, </w:t>
      </w:r>
      <w:r w:rsidRPr="004C3E92">
        <w:t>ou de leurs sentiments</w:t>
      </w:r>
      <w:r w:rsidR="004A4993">
        <w:t xml:space="preserve"> ; </w:t>
      </w:r>
      <w:r w:rsidRPr="004C3E92">
        <w:t>mais il fallait toujours que sa mère se laissât emporter par son imagination quand il s</w:t>
      </w:r>
      <w:r w:rsidR="004A4993">
        <w:t>’</w:t>
      </w:r>
      <w:r w:rsidRPr="004C3E92">
        <w:t>agissait de n</w:t>
      </w:r>
      <w:r w:rsidR="004A4993">
        <w:t>’</w:t>
      </w:r>
      <w:r w:rsidRPr="004C3E92">
        <w:t>importe quel sujet intéressant</w:t>
      </w:r>
      <w:r w:rsidR="004A4993">
        <w:t xml:space="preserve"> ; </w:t>
      </w:r>
      <w:r w:rsidRPr="004C3E92">
        <w:t>aussi</w:t>
      </w:r>
      <w:r w:rsidR="004A4993">
        <w:t xml:space="preserve">, </w:t>
      </w:r>
      <w:r w:rsidRPr="004C3E92">
        <w:t>au lieu de poser une question</w:t>
      </w:r>
      <w:r w:rsidR="004A4993">
        <w:t xml:space="preserve">, </w:t>
      </w:r>
      <w:r w:rsidRPr="004C3E92">
        <w:t>laissa-t-elle passer cette affirmation avec un sourire</w:t>
      </w:r>
      <w:r w:rsidR="004A4993">
        <w:t>.</w:t>
      </w:r>
    </w:p>
    <w:p w14:paraId="76F9371C" w14:textId="77777777" w:rsidR="004A4993" w:rsidRDefault="004A4993" w:rsidP="004A4993">
      <w:r>
        <w:t>— </w:t>
      </w:r>
      <w:r w:rsidR="008C5C61" w:rsidRPr="004C3E92">
        <w:t>Il m</w:t>
      </w:r>
      <w:r>
        <w:t>’</w:t>
      </w:r>
      <w:r w:rsidR="008C5C61" w:rsidRPr="004C3E92">
        <w:t>a ouvert tout son cœur</w:t>
      </w:r>
      <w:r>
        <w:t xml:space="preserve">, </w:t>
      </w:r>
      <w:r w:rsidR="008C5C61" w:rsidRPr="004C3E92">
        <w:t>hier</w:t>
      </w:r>
      <w:r>
        <w:t xml:space="preserve">, </w:t>
      </w:r>
      <w:r w:rsidR="008C5C61" w:rsidRPr="004C3E92">
        <w:t>pendant le voyage</w:t>
      </w:r>
      <w:r>
        <w:t xml:space="preserve">. </w:t>
      </w:r>
      <w:r w:rsidR="008C5C61" w:rsidRPr="004C3E92">
        <w:t>Cela s</w:t>
      </w:r>
      <w:r>
        <w:t>’</w:t>
      </w:r>
      <w:r w:rsidR="008C5C61" w:rsidRPr="004C3E92">
        <w:t>est révélé d</w:t>
      </w:r>
      <w:r>
        <w:t>’</w:t>
      </w:r>
      <w:r w:rsidR="008C5C61" w:rsidRPr="004C3E92">
        <w:t>une façon absolument inopinée</w:t>
      </w:r>
      <w:r>
        <w:t xml:space="preserve">, </w:t>
      </w:r>
      <w:r w:rsidR="008C5C61" w:rsidRPr="004C3E92">
        <w:t>sans aucune pr</w:t>
      </w:r>
      <w:r w:rsidR="008C5C61" w:rsidRPr="004C3E92">
        <w:t>é</w:t>
      </w:r>
      <w:r w:rsidR="008C5C61" w:rsidRPr="004C3E92">
        <w:t>méditation</w:t>
      </w:r>
      <w:r>
        <w:t xml:space="preserve">. </w:t>
      </w:r>
      <w:r w:rsidR="008C5C61" w:rsidRPr="004C3E92">
        <w:t>Moi</w:t>
      </w:r>
      <w:r>
        <w:t xml:space="preserve">, </w:t>
      </w:r>
      <w:r w:rsidR="008C5C61" w:rsidRPr="004C3E92">
        <w:t>comme tu le croiras facilement</w:t>
      </w:r>
      <w:r>
        <w:t xml:space="preserve">, </w:t>
      </w:r>
      <w:r w:rsidR="008C5C61" w:rsidRPr="004C3E92">
        <w:t>je ne pouvais parler d</w:t>
      </w:r>
      <w:r>
        <w:t>’</w:t>
      </w:r>
      <w:r w:rsidR="008C5C61" w:rsidRPr="004C3E92">
        <w:t>autre chose que de mon enfant</w:t>
      </w:r>
      <w:r>
        <w:t xml:space="preserve">, – </w:t>
      </w:r>
      <w:r w:rsidR="008C5C61" w:rsidRPr="004C3E92">
        <w:t>lui</w:t>
      </w:r>
      <w:r>
        <w:t xml:space="preserve">, </w:t>
      </w:r>
      <w:r w:rsidR="008C5C61" w:rsidRPr="004C3E92">
        <w:t>il ne pouvait pas dissimuler sa détresse</w:t>
      </w:r>
      <w:r>
        <w:t xml:space="preserve"> ; </w:t>
      </w:r>
      <w:r w:rsidR="008C5C61" w:rsidRPr="004C3E92">
        <w:t>je vis qu</w:t>
      </w:r>
      <w:r>
        <w:t>’</w:t>
      </w:r>
      <w:r w:rsidR="008C5C61" w:rsidRPr="004C3E92">
        <w:t>elle était égale à la mienne</w:t>
      </w:r>
      <w:r>
        <w:t xml:space="preserve"> ; </w:t>
      </w:r>
      <w:r w:rsidR="008C5C61" w:rsidRPr="004C3E92">
        <w:t>et lui</w:t>
      </w:r>
      <w:r>
        <w:t xml:space="preserve">, </w:t>
      </w:r>
      <w:r w:rsidR="008C5C61" w:rsidRPr="004C3E92">
        <w:t>estimant peut-être que la simple amitié</w:t>
      </w:r>
      <w:r>
        <w:t xml:space="preserve">, </w:t>
      </w:r>
      <w:r w:rsidR="008C5C61" w:rsidRPr="004C3E92">
        <w:t>du train dont va à présent le monde</w:t>
      </w:r>
      <w:r>
        <w:t xml:space="preserve">, </w:t>
      </w:r>
      <w:r w:rsidR="008C5C61" w:rsidRPr="004C3E92">
        <w:t>ne justifierait pas une sympathie aussi arde</w:t>
      </w:r>
      <w:r w:rsidR="008C5C61" w:rsidRPr="004C3E92">
        <w:t>n</w:t>
      </w:r>
      <w:r w:rsidR="008C5C61" w:rsidRPr="004C3E92">
        <w:t>te</w:t>
      </w:r>
      <w:r>
        <w:t xml:space="preserve">, – </w:t>
      </w:r>
      <w:r w:rsidR="008C5C61" w:rsidRPr="004C3E92">
        <w:t>ou plutôt</w:t>
      </w:r>
      <w:r>
        <w:t xml:space="preserve">, </w:t>
      </w:r>
      <w:r w:rsidR="008C5C61" w:rsidRPr="004C3E92">
        <w:t>sans rien penser du tout</w:t>
      </w:r>
      <w:r>
        <w:t xml:space="preserve">, </w:t>
      </w:r>
      <w:r w:rsidR="008C5C61" w:rsidRPr="004C3E92">
        <w:t>je le suppose</w:t>
      </w:r>
      <w:r>
        <w:t xml:space="preserve"> – </w:t>
      </w:r>
      <w:r w:rsidR="008C5C61" w:rsidRPr="004C3E92">
        <w:t>m</w:t>
      </w:r>
      <w:r>
        <w:t>’</w:t>
      </w:r>
      <w:r w:rsidR="008C5C61" w:rsidRPr="004C3E92">
        <w:t>a fait connaître son affection sincère</w:t>
      </w:r>
      <w:r>
        <w:t xml:space="preserve">, </w:t>
      </w:r>
      <w:r w:rsidR="008C5C61" w:rsidRPr="004C3E92">
        <w:t>constante</w:t>
      </w:r>
      <w:r>
        <w:t xml:space="preserve">, </w:t>
      </w:r>
      <w:r w:rsidR="008C5C61" w:rsidRPr="004C3E92">
        <w:t>et tendre pour M</w:t>
      </w:r>
      <w:r w:rsidR="008C5C61" w:rsidRPr="004C3E92">
        <w:t>a</w:t>
      </w:r>
      <w:r w:rsidR="008C5C61" w:rsidRPr="004C3E92">
        <w:t>rianne</w:t>
      </w:r>
      <w:r>
        <w:t xml:space="preserve">. </w:t>
      </w:r>
      <w:r w:rsidR="008C5C61" w:rsidRPr="004C3E92">
        <w:t>Il l</w:t>
      </w:r>
      <w:r>
        <w:t>’</w:t>
      </w:r>
      <w:r w:rsidR="008C5C61" w:rsidRPr="004C3E92">
        <w:t>aime</w:t>
      </w:r>
      <w:r>
        <w:t xml:space="preserve">, </w:t>
      </w:r>
      <w:r w:rsidR="008C5C61" w:rsidRPr="004C3E92">
        <w:t xml:space="preserve">mon </w:t>
      </w:r>
      <w:proofErr w:type="spellStart"/>
      <w:r w:rsidR="008C5C61" w:rsidRPr="004C3E92">
        <w:t>Elinor</w:t>
      </w:r>
      <w:proofErr w:type="spellEnd"/>
      <w:r>
        <w:t xml:space="preserve">, </w:t>
      </w:r>
      <w:r w:rsidR="008C5C61" w:rsidRPr="004C3E92">
        <w:t>depuis le premier instant où il l</w:t>
      </w:r>
      <w:r>
        <w:t>’</w:t>
      </w:r>
      <w:r w:rsidR="008C5C61" w:rsidRPr="004C3E92">
        <w:t>a vue</w:t>
      </w:r>
      <w:r>
        <w:t>.</w:t>
      </w:r>
    </w:p>
    <w:p w14:paraId="6B7B4B4F" w14:textId="77777777" w:rsidR="004A4993" w:rsidRDefault="008C5C61" w:rsidP="004A4993">
      <w:r w:rsidRPr="004C3E92">
        <w:t>Toutefois</w:t>
      </w:r>
      <w:r w:rsidR="004A4993">
        <w:t xml:space="preserve">, </w:t>
      </w:r>
      <w:proofErr w:type="spellStart"/>
      <w:r w:rsidRPr="004C3E92">
        <w:t>Elinor</w:t>
      </w:r>
      <w:proofErr w:type="spellEnd"/>
      <w:r w:rsidRPr="004C3E92">
        <w:t xml:space="preserve"> perçut là</w:t>
      </w:r>
      <w:r w:rsidR="004A4993">
        <w:t xml:space="preserve">, </w:t>
      </w:r>
      <w:r w:rsidRPr="004C3E92">
        <w:t>non pas le langage</w:t>
      </w:r>
      <w:r w:rsidR="004A4993">
        <w:t xml:space="preserve">, </w:t>
      </w:r>
      <w:r w:rsidRPr="004C3E92">
        <w:t>non pas les assurances du colonel Brandon</w:t>
      </w:r>
      <w:r w:rsidR="004A4993">
        <w:t xml:space="preserve">, </w:t>
      </w:r>
      <w:r w:rsidRPr="004C3E92">
        <w:t>mais les embellissements nat</w:t>
      </w:r>
      <w:r w:rsidRPr="004C3E92">
        <w:t>u</w:t>
      </w:r>
      <w:r w:rsidRPr="004C3E92">
        <w:t>rels de l</w:t>
      </w:r>
      <w:r w:rsidR="004A4993">
        <w:t>’</w:t>
      </w:r>
      <w:r w:rsidRPr="004C3E92">
        <w:t>imagination active de sa mère</w:t>
      </w:r>
      <w:r w:rsidR="004A4993">
        <w:t xml:space="preserve">, </w:t>
      </w:r>
      <w:r w:rsidRPr="004C3E92">
        <w:t>qui façonnait à son gré tout ce qui lui était éminemment agréable</w:t>
      </w:r>
      <w:r w:rsidR="004A4993">
        <w:t>.</w:t>
      </w:r>
    </w:p>
    <w:p w14:paraId="01DE33FA" w14:textId="77777777" w:rsidR="004A4993" w:rsidRDefault="004A4993" w:rsidP="004A4993">
      <w:r>
        <w:t>— </w:t>
      </w:r>
      <w:r w:rsidR="008C5C61" w:rsidRPr="004C3E92">
        <w:t>Son affection pour elle</w:t>
      </w:r>
      <w:r>
        <w:t xml:space="preserve">, </w:t>
      </w:r>
      <w:r w:rsidR="008C5C61" w:rsidRPr="004C3E92">
        <w:t>qui surpasse infiniment tout ce qu</w:t>
      </w:r>
      <w:r>
        <w:t>’</w:t>
      </w:r>
      <w:r w:rsidR="008C5C61" w:rsidRPr="004C3E92">
        <w:t>a jamais ressenti ou feint Willoughby</w:t>
      </w:r>
      <w:r>
        <w:t xml:space="preserve">, </w:t>
      </w:r>
      <w:r w:rsidR="008C5C61" w:rsidRPr="004C3E92">
        <w:t>comme étant bea</w:t>
      </w:r>
      <w:r w:rsidR="008C5C61" w:rsidRPr="004C3E92">
        <w:t>u</w:t>
      </w:r>
      <w:r w:rsidR="008C5C61" w:rsidRPr="004C3E92">
        <w:t>coup plus ardente</w:t>
      </w:r>
      <w:r>
        <w:t xml:space="preserve">, </w:t>
      </w:r>
      <w:r w:rsidR="008C5C61" w:rsidRPr="004C3E92">
        <w:t>plus sincère ou plus constante</w:t>
      </w:r>
      <w:r>
        <w:t xml:space="preserve"> – </w:t>
      </w:r>
      <w:r w:rsidR="008C5C61" w:rsidRPr="004C3E92">
        <w:t>quelque nom que nous lui décernions</w:t>
      </w:r>
      <w:r>
        <w:t xml:space="preserve">, – </w:t>
      </w:r>
      <w:r w:rsidR="008C5C61" w:rsidRPr="004C3E92">
        <w:t>a subsisté</w:t>
      </w:r>
      <w:r>
        <w:t xml:space="preserve">, </w:t>
      </w:r>
      <w:r w:rsidR="008C5C61" w:rsidRPr="004C3E92">
        <w:t xml:space="preserve">durant tout le temps où il a eu connaissance du malheureux engouement de </w:t>
      </w:r>
      <w:r w:rsidR="008C5C61" w:rsidRPr="004C3E92">
        <w:lastRenderedPageBreak/>
        <w:t>notre chère Marianne pour cet indigne jeune homme</w:t>
      </w:r>
      <w:r>
        <w:t xml:space="preserve"> ! – </w:t>
      </w:r>
      <w:r w:rsidR="008C5C61" w:rsidRPr="004C3E92">
        <w:t>et sans égoïsme</w:t>
      </w:r>
      <w:r>
        <w:t xml:space="preserve">, – </w:t>
      </w:r>
      <w:r w:rsidR="008C5C61" w:rsidRPr="004C3E92">
        <w:t>sans qu</w:t>
      </w:r>
      <w:r>
        <w:t>’</w:t>
      </w:r>
      <w:r w:rsidR="008C5C61" w:rsidRPr="004C3E92">
        <w:t>un espoir l</w:t>
      </w:r>
      <w:r>
        <w:t>’</w:t>
      </w:r>
      <w:r w:rsidR="008C5C61" w:rsidRPr="004C3E92">
        <w:t>ait encouragé</w:t>
      </w:r>
      <w:r>
        <w:t xml:space="preserve"> !… </w:t>
      </w:r>
      <w:r w:rsidR="008C5C61" w:rsidRPr="004C3E92">
        <w:t>Aurait-il pu la voir heureuse avec un autre</w:t>
      </w:r>
      <w:r>
        <w:t xml:space="preserve"> ? </w:t>
      </w:r>
      <w:r w:rsidR="008C5C61" w:rsidRPr="004C3E92">
        <w:t>Quelle noblesse d</w:t>
      </w:r>
      <w:r>
        <w:t>’</w:t>
      </w:r>
      <w:r w:rsidR="008C5C61" w:rsidRPr="004C3E92">
        <w:t>esprit</w:t>
      </w:r>
      <w:r>
        <w:t xml:space="preserve">, </w:t>
      </w:r>
      <w:r w:rsidR="008C5C61" w:rsidRPr="004C3E92">
        <w:t>quelle franchise</w:t>
      </w:r>
      <w:r>
        <w:t xml:space="preserve">, </w:t>
      </w:r>
      <w:r w:rsidR="008C5C61" w:rsidRPr="004C3E92">
        <w:t>quelle sincérité</w:t>
      </w:r>
      <w:r>
        <w:t xml:space="preserve"> ! </w:t>
      </w:r>
      <w:r w:rsidR="008C5C61" w:rsidRPr="004C3E92">
        <w:t>Personne ne peut être déçu</w:t>
      </w:r>
      <w:r>
        <w:t>.</w:t>
      </w:r>
    </w:p>
    <w:p w14:paraId="7EE3FFB2" w14:textId="77777777" w:rsidR="004A4993" w:rsidRDefault="004A4993" w:rsidP="004A4993">
      <w:r>
        <w:t>— </w:t>
      </w:r>
      <w:r w:rsidR="008C5C61" w:rsidRPr="004C3E92">
        <w:t>La réputation du colonel Brandon</w:t>
      </w:r>
      <w:r>
        <w:t xml:space="preserve">, </w:t>
      </w:r>
      <w:r w:rsidR="008C5C61" w:rsidRPr="004C3E92">
        <w:t xml:space="preserve">dit </w:t>
      </w:r>
      <w:proofErr w:type="spellStart"/>
      <w:r w:rsidR="008C5C61" w:rsidRPr="004C3E92">
        <w:t>Elinor</w:t>
      </w:r>
      <w:proofErr w:type="spellEnd"/>
      <w:r>
        <w:t xml:space="preserve">, </w:t>
      </w:r>
      <w:r w:rsidR="008C5C61" w:rsidRPr="004C3E92">
        <w:t>en tant qu</w:t>
      </w:r>
      <w:r>
        <w:t>’</w:t>
      </w:r>
      <w:r w:rsidR="008C5C61" w:rsidRPr="004C3E92">
        <w:t>homme excellent</w:t>
      </w:r>
      <w:r>
        <w:t xml:space="preserve">, </w:t>
      </w:r>
      <w:r w:rsidR="008C5C61" w:rsidRPr="004C3E92">
        <w:t>est solidement établie</w:t>
      </w:r>
      <w:r>
        <w:t>.</w:t>
      </w:r>
    </w:p>
    <w:p w14:paraId="0E2CCE71" w14:textId="77777777" w:rsidR="004A4993" w:rsidRDefault="004A4993" w:rsidP="004A4993">
      <w:r>
        <w:t>— </w:t>
      </w:r>
      <w:r w:rsidR="008C5C61" w:rsidRPr="004C3E92">
        <w:t>Je le sais</w:t>
      </w:r>
      <w:r>
        <w:t xml:space="preserve">, </w:t>
      </w:r>
      <w:r w:rsidR="008C5C61" w:rsidRPr="004C3E92">
        <w:t>dit gravement sa mère</w:t>
      </w:r>
      <w:r>
        <w:t xml:space="preserve">, </w:t>
      </w:r>
      <w:r w:rsidR="008C5C61" w:rsidRPr="004C3E92">
        <w:t>sinon</w:t>
      </w:r>
      <w:r>
        <w:t xml:space="preserve">, </w:t>
      </w:r>
      <w:r w:rsidR="008C5C61" w:rsidRPr="004C3E92">
        <w:t>après un tel avertissement</w:t>
      </w:r>
      <w:r>
        <w:t xml:space="preserve">, </w:t>
      </w:r>
      <w:r w:rsidR="008C5C61" w:rsidRPr="004C3E92">
        <w:t>je serais bien la dernière à encourager son affe</w:t>
      </w:r>
      <w:r w:rsidR="008C5C61" w:rsidRPr="004C3E92">
        <w:t>c</w:t>
      </w:r>
      <w:r w:rsidR="008C5C61" w:rsidRPr="004C3E92">
        <w:t>tion</w:t>
      </w:r>
      <w:r>
        <w:t xml:space="preserve">, </w:t>
      </w:r>
      <w:r w:rsidR="008C5C61" w:rsidRPr="004C3E92">
        <w:t>ou même à la voir d</w:t>
      </w:r>
      <w:r>
        <w:t>’</w:t>
      </w:r>
      <w:r w:rsidR="008C5C61" w:rsidRPr="004C3E92">
        <w:t>un bon œil</w:t>
      </w:r>
      <w:r>
        <w:t xml:space="preserve">. </w:t>
      </w:r>
      <w:r w:rsidR="008C5C61" w:rsidRPr="004C3E92">
        <w:t>Mais le fait qu</w:t>
      </w:r>
      <w:r>
        <w:t>’</w:t>
      </w:r>
      <w:r w:rsidR="008C5C61" w:rsidRPr="004C3E92">
        <w:t>il soit venu me chercher comme il l</w:t>
      </w:r>
      <w:r>
        <w:t>’</w:t>
      </w:r>
      <w:r w:rsidR="008C5C61" w:rsidRPr="004C3E92">
        <w:t>a fait</w:t>
      </w:r>
      <w:r>
        <w:t xml:space="preserve">, </w:t>
      </w:r>
      <w:r w:rsidR="008C5C61" w:rsidRPr="004C3E92">
        <w:t>avec une amitié aussi active</w:t>
      </w:r>
      <w:r>
        <w:t xml:space="preserve">, </w:t>
      </w:r>
      <w:r w:rsidR="008C5C61" w:rsidRPr="004C3E92">
        <w:t>aussi serviable</w:t>
      </w:r>
      <w:r>
        <w:t xml:space="preserve">, </w:t>
      </w:r>
      <w:r w:rsidR="008C5C61" w:rsidRPr="004C3E92">
        <w:t>suffit à prouver qu</w:t>
      </w:r>
      <w:r>
        <w:t>’</w:t>
      </w:r>
      <w:r w:rsidR="008C5C61" w:rsidRPr="004C3E92">
        <w:t>il est l</w:t>
      </w:r>
      <w:r>
        <w:t>’</w:t>
      </w:r>
      <w:r w:rsidR="008C5C61" w:rsidRPr="004C3E92">
        <w:t>un des plus dignes des hommes</w:t>
      </w:r>
      <w:r>
        <w:t>.</w:t>
      </w:r>
    </w:p>
    <w:p w14:paraId="412950BE" w14:textId="77777777" w:rsidR="004A4993" w:rsidRDefault="004A4993" w:rsidP="004A4993">
      <w:r>
        <w:t>— </w:t>
      </w:r>
      <w:r w:rsidR="008C5C61" w:rsidRPr="004C3E92">
        <w:t>Sa réputation</w:t>
      </w:r>
      <w:r>
        <w:t xml:space="preserve">, </w:t>
      </w:r>
      <w:r w:rsidR="008C5C61" w:rsidRPr="004C3E92">
        <w:t>cependant</w:t>
      </w:r>
      <w:r>
        <w:t xml:space="preserve">, </w:t>
      </w:r>
      <w:r w:rsidR="008C5C61" w:rsidRPr="004C3E92">
        <w:t xml:space="preserve">répondit </w:t>
      </w:r>
      <w:proofErr w:type="spellStart"/>
      <w:r w:rsidR="008C5C61" w:rsidRPr="004C3E92">
        <w:t>Elinor</w:t>
      </w:r>
      <w:proofErr w:type="spellEnd"/>
      <w:r>
        <w:t xml:space="preserve">, </w:t>
      </w:r>
      <w:r w:rsidR="008C5C61" w:rsidRPr="004C3E92">
        <w:t xml:space="preserve">ne repose pas sur </w:t>
      </w:r>
      <w:r w:rsidR="008C5C61" w:rsidRPr="004C3E92">
        <w:rPr>
          <w:i/>
          <w:iCs/>
        </w:rPr>
        <w:t>un seul</w:t>
      </w:r>
      <w:r w:rsidR="008C5C61" w:rsidRPr="004C3E92">
        <w:t xml:space="preserve"> acte de bonté</w:t>
      </w:r>
      <w:r>
        <w:t xml:space="preserve">, </w:t>
      </w:r>
      <w:r w:rsidR="008C5C61" w:rsidRPr="004C3E92">
        <w:t>auquel l</w:t>
      </w:r>
      <w:r>
        <w:t>’</w:t>
      </w:r>
      <w:r w:rsidR="008C5C61" w:rsidRPr="004C3E92">
        <w:t>eût incité son affection pour Marianne</w:t>
      </w:r>
      <w:r>
        <w:t xml:space="preserve">, </w:t>
      </w:r>
      <w:r w:rsidR="008C5C61" w:rsidRPr="004C3E92">
        <w:t>en mettant hors de cause ses sentiments d</w:t>
      </w:r>
      <w:r>
        <w:t>’</w:t>
      </w:r>
      <w:r w:rsidR="008C5C61" w:rsidRPr="004C3E92">
        <w:t>humanité</w:t>
      </w:r>
      <w:r>
        <w:t xml:space="preserve">. </w:t>
      </w:r>
      <w:r w:rsidR="008C5C61" w:rsidRPr="004C3E92">
        <w:t>Mrs</w:t>
      </w:r>
      <w:r>
        <w:t xml:space="preserve">. </w:t>
      </w:r>
      <w:r w:rsidR="008C5C61" w:rsidRPr="004C3E92">
        <w:t>Jennings</w:t>
      </w:r>
      <w:r>
        <w:t xml:space="preserve">, </w:t>
      </w:r>
      <w:r w:rsidR="008C5C61" w:rsidRPr="004C3E92">
        <w:t>et les Middleton</w:t>
      </w:r>
      <w:r>
        <w:t xml:space="preserve">, </w:t>
      </w:r>
      <w:r w:rsidR="008C5C61" w:rsidRPr="004C3E92">
        <w:t>le connaissent depuis lon</w:t>
      </w:r>
      <w:r w:rsidR="008C5C61" w:rsidRPr="004C3E92">
        <w:t>g</w:t>
      </w:r>
      <w:r w:rsidR="008C5C61" w:rsidRPr="004C3E92">
        <w:t>temps</w:t>
      </w:r>
      <w:r>
        <w:t xml:space="preserve">, </w:t>
      </w:r>
      <w:r w:rsidR="008C5C61" w:rsidRPr="004C3E92">
        <w:t>et intimement</w:t>
      </w:r>
      <w:r>
        <w:t xml:space="preserve"> ; </w:t>
      </w:r>
      <w:r w:rsidR="008C5C61" w:rsidRPr="004C3E92">
        <w:t>ils ont pour lui un respect égal à leur amour</w:t>
      </w:r>
      <w:r>
        <w:t xml:space="preserve"> ; </w:t>
      </w:r>
      <w:r w:rsidR="008C5C61" w:rsidRPr="004C3E92">
        <w:t>et moi-même</w:t>
      </w:r>
      <w:r>
        <w:t xml:space="preserve">, </w:t>
      </w:r>
      <w:r w:rsidR="008C5C61" w:rsidRPr="004C3E92">
        <w:t>bien que je n</w:t>
      </w:r>
      <w:r>
        <w:t>’</w:t>
      </w:r>
      <w:r w:rsidR="008C5C61" w:rsidRPr="004C3E92">
        <w:t>aie appris à le connaître que récemment</w:t>
      </w:r>
      <w:r>
        <w:t xml:space="preserve">, </w:t>
      </w:r>
      <w:r w:rsidR="008C5C61" w:rsidRPr="004C3E92">
        <w:t>j</w:t>
      </w:r>
      <w:r>
        <w:t>’</w:t>
      </w:r>
      <w:r w:rsidR="008C5C61" w:rsidRPr="004C3E92">
        <w:t>ai de lui une connaissance considérable</w:t>
      </w:r>
      <w:r>
        <w:t xml:space="preserve"> ; </w:t>
      </w:r>
      <w:r w:rsidR="008C5C61" w:rsidRPr="004C3E92">
        <w:t>et je le prise et l</w:t>
      </w:r>
      <w:r>
        <w:t>’</w:t>
      </w:r>
      <w:r w:rsidR="008C5C61" w:rsidRPr="004C3E92">
        <w:t>estime si hautement</w:t>
      </w:r>
      <w:r>
        <w:t xml:space="preserve">, </w:t>
      </w:r>
      <w:r w:rsidR="008C5C61" w:rsidRPr="004C3E92">
        <w:t>que</w:t>
      </w:r>
      <w:r>
        <w:t xml:space="preserve">, </w:t>
      </w:r>
      <w:r w:rsidR="008C5C61" w:rsidRPr="004C3E92">
        <w:t>si Marianne peut être he</w:t>
      </w:r>
      <w:r w:rsidR="008C5C61" w:rsidRPr="004C3E92">
        <w:t>u</w:t>
      </w:r>
      <w:r w:rsidR="008C5C61" w:rsidRPr="004C3E92">
        <w:t>reuse avec lui</w:t>
      </w:r>
      <w:r>
        <w:t xml:space="preserve">, </w:t>
      </w:r>
      <w:r w:rsidR="008C5C61" w:rsidRPr="004C3E92">
        <w:t>je serai aussi disposée que vous à penser que n</w:t>
      </w:r>
      <w:r w:rsidR="008C5C61" w:rsidRPr="004C3E92">
        <w:t>o</w:t>
      </w:r>
      <w:r w:rsidR="008C5C61" w:rsidRPr="004C3E92">
        <w:t>tre alliance sera le plus grand bienfait qui soit au monde</w:t>
      </w:r>
      <w:r>
        <w:t xml:space="preserve">. </w:t>
      </w:r>
      <w:r w:rsidR="008C5C61" w:rsidRPr="004C3E92">
        <w:t>Quelle réponse lui avez-vous donnée</w:t>
      </w:r>
      <w:r>
        <w:t xml:space="preserve"> ? </w:t>
      </w:r>
      <w:r w:rsidR="008C5C61" w:rsidRPr="004C3E92">
        <w:t>Lui avez-vous permis d</w:t>
      </w:r>
      <w:r>
        <w:t>’</w:t>
      </w:r>
      <w:r w:rsidR="008C5C61" w:rsidRPr="004C3E92">
        <w:t>espérer</w:t>
      </w:r>
      <w:r>
        <w:t> ?</w:t>
      </w:r>
    </w:p>
    <w:p w14:paraId="74BCEB60" w14:textId="520150CE" w:rsidR="004A4993" w:rsidRDefault="004A4993" w:rsidP="004A4993">
      <w:r>
        <w:t>— </w:t>
      </w:r>
      <w:r w:rsidR="008C5C61" w:rsidRPr="004C3E92">
        <w:t>Oh</w:t>
      </w:r>
      <w:r>
        <w:t xml:space="preserve">, </w:t>
      </w:r>
      <w:r w:rsidR="008C5C61" w:rsidRPr="004C3E92">
        <w:t>ma chérie</w:t>
      </w:r>
      <w:r>
        <w:t xml:space="preserve"> ! </w:t>
      </w:r>
      <w:r w:rsidR="008C5C61" w:rsidRPr="004C3E92">
        <w:t>Je ne pouvais</w:t>
      </w:r>
      <w:r>
        <w:t xml:space="preserve">, </w:t>
      </w:r>
      <w:r w:rsidR="008C5C61" w:rsidRPr="004C3E92">
        <w:t>alors</w:t>
      </w:r>
      <w:r>
        <w:t xml:space="preserve">, </w:t>
      </w:r>
      <w:r w:rsidR="008C5C61" w:rsidRPr="004C3E92">
        <w:t>parler d</w:t>
      </w:r>
      <w:r>
        <w:t>’</w:t>
      </w:r>
      <w:r w:rsidR="008C5C61" w:rsidRPr="004C3E92">
        <w:t>espoir</w:t>
      </w:r>
      <w:r>
        <w:t xml:space="preserve">, </w:t>
      </w:r>
      <w:r w:rsidR="008C5C61" w:rsidRPr="004C3E92">
        <w:t>ni à lui</w:t>
      </w:r>
      <w:r>
        <w:t xml:space="preserve">, </w:t>
      </w:r>
      <w:r w:rsidR="008C5C61" w:rsidRPr="004C3E92">
        <w:t>ni à moi-même</w:t>
      </w:r>
      <w:r>
        <w:t xml:space="preserve">. </w:t>
      </w:r>
      <w:r w:rsidR="008C5C61" w:rsidRPr="004C3E92">
        <w:t>Marianne pouvait à ce moment même être mourante</w:t>
      </w:r>
      <w:r>
        <w:t xml:space="preserve"> ! </w:t>
      </w:r>
      <w:r w:rsidR="008C5C61" w:rsidRPr="004C3E92">
        <w:t>Mais il ne demandait ni espoir ni encouragement</w:t>
      </w:r>
      <w:r>
        <w:t xml:space="preserve">. </w:t>
      </w:r>
      <w:r w:rsidR="008C5C61" w:rsidRPr="004C3E92">
        <w:t>Sa confidence a été involontaire</w:t>
      </w:r>
      <w:r>
        <w:t xml:space="preserve">, – </w:t>
      </w:r>
      <w:r w:rsidR="008C5C61" w:rsidRPr="004C3E92">
        <w:t>l</w:t>
      </w:r>
      <w:r>
        <w:t>’</w:t>
      </w:r>
      <w:r w:rsidR="008C5C61" w:rsidRPr="004C3E92">
        <w:t>effusion in</w:t>
      </w:r>
      <w:r>
        <w:t>coer</w:t>
      </w:r>
      <w:r w:rsidR="008C5C61" w:rsidRPr="004C3E92">
        <w:t>cible à une amie consolatrice</w:t>
      </w:r>
      <w:r>
        <w:t xml:space="preserve">, – </w:t>
      </w:r>
      <w:r w:rsidR="008C5C61" w:rsidRPr="004C3E92">
        <w:t>et non une demande adressée à une mère</w:t>
      </w:r>
      <w:r>
        <w:t xml:space="preserve">. </w:t>
      </w:r>
      <w:r w:rsidR="008C5C61" w:rsidRPr="004C3E92">
        <w:t>Pou</w:t>
      </w:r>
      <w:r w:rsidR="008C5C61" w:rsidRPr="004C3E92">
        <w:t>r</w:t>
      </w:r>
      <w:r w:rsidR="008C5C61" w:rsidRPr="004C3E92">
        <w:t>tant</w:t>
      </w:r>
      <w:r>
        <w:t xml:space="preserve">, </w:t>
      </w:r>
      <w:r w:rsidR="008C5C61" w:rsidRPr="004C3E92">
        <w:t>au bout de quelque temps</w:t>
      </w:r>
      <w:r>
        <w:t xml:space="preserve">, </w:t>
      </w:r>
      <w:r w:rsidR="008C5C61" w:rsidRPr="004C3E92">
        <w:t>je lui ai dit effectivement</w:t>
      </w:r>
      <w:r>
        <w:t xml:space="preserve">, – </w:t>
      </w:r>
      <w:r w:rsidR="008C5C61" w:rsidRPr="004C3E92">
        <w:t>car</w:t>
      </w:r>
      <w:r>
        <w:t xml:space="preserve">, </w:t>
      </w:r>
      <w:r w:rsidR="008C5C61" w:rsidRPr="004C3E92">
        <w:t>au début</w:t>
      </w:r>
      <w:r>
        <w:t xml:space="preserve">, </w:t>
      </w:r>
      <w:r w:rsidR="008C5C61" w:rsidRPr="004C3E92">
        <w:t>j</w:t>
      </w:r>
      <w:r>
        <w:t>’</w:t>
      </w:r>
      <w:r w:rsidR="008C5C61" w:rsidRPr="004C3E92">
        <w:t xml:space="preserve">ai été complètement </w:t>
      </w:r>
      <w:r w:rsidR="008C5C61" w:rsidRPr="004C3E92">
        <w:lastRenderedPageBreak/>
        <w:t>abasourdie</w:t>
      </w:r>
      <w:r>
        <w:t xml:space="preserve">, – </w:t>
      </w:r>
      <w:r w:rsidR="008C5C61" w:rsidRPr="004C3E92">
        <w:t>que</w:t>
      </w:r>
      <w:r>
        <w:t xml:space="preserve">, </w:t>
      </w:r>
      <w:r w:rsidR="008C5C61" w:rsidRPr="004C3E92">
        <w:t>si elle vivait</w:t>
      </w:r>
      <w:r>
        <w:t xml:space="preserve">, </w:t>
      </w:r>
      <w:r w:rsidR="008C5C61" w:rsidRPr="004C3E92">
        <w:t>comme je l</w:t>
      </w:r>
      <w:r>
        <w:t>’</w:t>
      </w:r>
      <w:r w:rsidR="008C5C61" w:rsidRPr="004C3E92">
        <w:t>espérais</w:t>
      </w:r>
      <w:r>
        <w:t xml:space="preserve">, </w:t>
      </w:r>
      <w:r w:rsidR="008C5C61" w:rsidRPr="004C3E92">
        <w:t>certes</w:t>
      </w:r>
      <w:r>
        <w:t xml:space="preserve">, </w:t>
      </w:r>
      <w:r w:rsidR="008C5C61" w:rsidRPr="004C3E92">
        <w:t>mon plus grand bonheur serait de favoriser leur mariage</w:t>
      </w:r>
      <w:r>
        <w:t xml:space="preserve"> ; </w:t>
      </w:r>
      <w:r w:rsidR="008C5C61" w:rsidRPr="004C3E92">
        <w:t>et depuis notre arrivée</w:t>
      </w:r>
      <w:r>
        <w:t xml:space="preserve">, </w:t>
      </w:r>
      <w:r w:rsidR="008C5C61" w:rsidRPr="004C3E92">
        <w:t>depuis notre d</w:t>
      </w:r>
      <w:r w:rsidR="008C5C61" w:rsidRPr="004C3E92">
        <w:t>é</w:t>
      </w:r>
      <w:r w:rsidR="008C5C61" w:rsidRPr="004C3E92">
        <w:t>licieuse sécurité</w:t>
      </w:r>
      <w:r>
        <w:t xml:space="preserve">, </w:t>
      </w:r>
      <w:r w:rsidR="008C5C61" w:rsidRPr="004C3E92">
        <w:t>je le lui ai répété d</w:t>
      </w:r>
      <w:r>
        <w:t>’</w:t>
      </w:r>
      <w:r w:rsidR="008C5C61" w:rsidRPr="004C3E92">
        <w:t>une façon plus complète</w:t>
      </w:r>
      <w:r>
        <w:t xml:space="preserve">, </w:t>
      </w:r>
      <w:r w:rsidR="008C5C61" w:rsidRPr="004C3E92">
        <w:t>je lui ai donné tous les encouragements en mon pouvoir</w:t>
      </w:r>
      <w:r>
        <w:t xml:space="preserve">. </w:t>
      </w:r>
      <w:r w:rsidR="008C5C61" w:rsidRPr="004C3E92">
        <w:t>Le temps</w:t>
      </w:r>
      <w:r>
        <w:t xml:space="preserve">, </w:t>
      </w:r>
      <w:r w:rsidR="008C5C61" w:rsidRPr="004C3E92">
        <w:t>un temps fort court</w:t>
      </w:r>
      <w:r>
        <w:t xml:space="preserve">, </w:t>
      </w:r>
      <w:r w:rsidR="008C5C61" w:rsidRPr="004C3E92">
        <w:t>lui dis-je</w:t>
      </w:r>
      <w:r>
        <w:t xml:space="preserve">, </w:t>
      </w:r>
      <w:r w:rsidR="008C5C61" w:rsidRPr="004C3E92">
        <w:t>fera tout</w:t>
      </w:r>
      <w:r>
        <w:t xml:space="preserve"> ; </w:t>
      </w:r>
      <w:r w:rsidR="008C5C61" w:rsidRPr="004C3E92">
        <w:t>le cœur de M</w:t>
      </w:r>
      <w:r w:rsidR="008C5C61" w:rsidRPr="004C3E92">
        <w:t>a</w:t>
      </w:r>
      <w:r w:rsidR="008C5C61" w:rsidRPr="004C3E92">
        <w:t>rianne ne doit pas être gaspillé à jamais au profit d</w:t>
      </w:r>
      <w:r>
        <w:t>’</w:t>
      </w:r>
      <w:r w:rsidR="008C5C61" w:rsidRPr="004C3E92">
        <w:t>un homme comme Willoughby</w:t>
      </w:r>
      <w:r>
        <w:t xml:space="preserve">. </w:t>
      </w:r>
      <w:r w:rsidR="008C5C61" w:rsidRPr="004C3E92">
        <w:t xml:space="preserve">Il faudra bien que ses propres mérites </w:t>
      </w:r>
      <w:proofErr w:type="spellStart"/>
      <w:r w:rsidR="008C5C61" w:rsidRPr="004C3E92">
        <w:t>se</w:t>
      </w:r>
      <w:proofErr w:type="spellEnd"/>
      <w:r w:rsidR="008C5C61" w:rsidRPr="004C3E92">
        <w:t xml:space="preserve"> l</w:t>
      </w:r>
      <w:r>
        <w:t>’</w:t>
      </w:r>
      <w:r w:rsidR="008C5C61" w:rsidRPr="004C3E92">
        <w:t>assurent promptement</w:t>
      </w:r>
      <w:r>
        <w:t>.</w:t>
      </w:r>
    </w:p>
    <w:p w14:paraId="7C825FD5" w14:textId="77777777" w:rsidR="004A4993" w:rsidRDefault="004A4993" w:rsidP="004A4993">
      <w:r>
        <w:t>— </w:t>
      </w:r>
      <w:r w:rsidR="008C5C61" w:rsidRPr="004C3E92">
        <w:t>Pourtant</w:t>
      </w:r>
      <w:r>
        <w:t xml:space="preserve">, </w:t>
      </w:r>
      <w:r w:rsidR="008C5C61" w:rsidRPr="004C3E92">
        <w:t>à en juger d</w:t>
      </w:r>
      <w:r>
        <w:t>’</w:t>
      </w:r>
      <w:r w:rsidR="008C5C61" w:rsidRPr="004C3E92">
        <w:t>après l</w:t>
      </w:r>
      <w:r>
        <w:t>’</w:t>
      </w:r>
      <w:r w:rsidR="008C5C61" w:rsidRPr="004C3E92">
        <w:t>entrain du colonel</w:t>
      </w:r>
      <w:r>
        <w:t xml:space="preserve">, </w:t>
      </w:r>
      <w:r w:rsidR="008C5C61" w:rsidRPr="004C3E92">
        <w:t>vous ne lui avez pas encore communiqué le même optimisme</w:t>
      </w:r>
      <w:r>
        <w:t>.</w:t>
      </w:r>
    </w:p>
    <w:p w14:paraId="08DEBB91" w14:textId="77777777" w:rsidR="004A4993" w:rsidRDefault="004A4993" w:rsidP="004A4993">
      <w:r>
        <w:t>— </w:t>
      </w:r>
      <w:r w:rsidR="008C5C61" w:rsidRPr="004C3E92">
        <w:t>Non</w:t>
      </w:r>
      <w:r>
        <w:t xml:space="preserve">. </w:t>
      </w:r>
      <w:r w:rsidR="008C5C61" w:rsidRPr="004C3E92">
        <w:t>Il croit que l</w:t>
      </w:r>
      <w:r>
        <w:t>’</w:t>
      </w:r>
      <w:r w:rsidR="008C5C61" w:rsidRPr="004C3E92">
        <w:t>affection de Marianne est trop profo</w:t>
      </w:r>
      <w:r w:rsidR="008C5C61" w:rsidRPr="004C3E92">
        <w:t>n</w:t>
      </w:r>
      <w:r w:rsidR="008C5C61" w:rsidRPr="004C3E92">
        <w:t>dément enracinée pour qu</w:t>
      </w:r>
      <w:r>
        <w:t>’</w:t>
      </w:r>
      <w:r w:rsidR="008C5C61" w:rsidRPr="004C3E92">
        <w:t>elle subisse d</w:t>
      </w:r>
      <w:r>
        <w:t>’</w:t>
      </w:r>
      <w:r w:rsidR="008C5C61" w:rsidRPr="004C3E92">
        <w:t>ici longtemps aucun changement</w:t>
      </w:r>
      <w:r>
        <w:t xml:space="preserve"> ; </w:t>
      </w:r>
      <w:r w:rsidR="008C5C61" w:rsidRPr="004C3E92">
        <w:t>et même en supposant que son cœur soit de no</w:t>
      </w:r>
      <w:r w:rsidR="008C5C61" w:rsidRPr="004C3E92">
        <w:t>u</w:t>
      </w:r>
      <w:r w:rsidR="008C5C61" w:rsidRPr="004C3E92">
        <w:t>veau libre</w:t>
      </w:r>
      <w:r>
        <w:t xml:space="preserve">, </w:t>
      </w:r>
      <w:r w:rsidR="008C5C61" w:rsidRPr="004C3E92">
        <w:t>ce que sa trop grande modestie à son propre égard lui interdit de croire</w:t>
      </w:r>
      <w:r>
        <w:t xml:space="preserve">, </w:t>
      </w:r>
      <w:r w:rsidR="008C5C61" w:rsidRPr="004C3E92">
        <w:t>il doute</w:t>
      </w:r>
      <w:r>
        <w:t xml:space="preserve">, </w:t>
      </w:r>
      <w:r w:rsidR="008C5C61" w:rsidRPr="004C3E92">
        <w:t>avec une telle différence d</w:t>
      </w:r>
      <w:r>
        <w:t>’</w:t>
      </w:r>
      <w:r w:rsidR="008C5C61" w:rsidRPr="004C3E92">
        <w:t>âge et de caractère</w:t>
      </w:r>
      <w:r>
        <w:t xml:space="preserve">, </w:t>
      </w:r>
      <w:r w:rsidR="008C5C61" w:rsidRPr="004C3E92">
        <w:t>de pouvoir jamais se l</w:t>
      </w:r>
      <w:r>
        <w:t>’</w:t>
      </w:r>
      <w:r w:rsidR="008C5C61" w:rsidRPr="004C3E92">
        <w:t>attacher</w:t>
      </w:r>
      <w:r>
        <w:t xml:space="preserve">. </w:t>
      </w:r>
      <w:r w:rsidR="008C5C61" w:rsidRPr="004C3E92">
        <w:t>Mais en cela</w:t>
      </w:r>
      <w:r>
        <w:t xml:space="preserve">, </w:t>
      </w:r>
      <w:r w:rsidR="008C5C61" w:rsidRPr="004C3E92">
        <w:t>il se trompe du tout au tout</w:t>
      </w:r>
      <w:r>
        <w:t xml:space="preserve">. </w:t>
      </w:r>
      <w:r w:rsidR="008C5C61" w:rsidRPr="004C3E92">
        <w:t>Son âge ne dépasse celui de Marianne que de ce qu</w:t>
      </w:r>
      <w:r>
        <w:t>’</w:t>
      </w:r>
      <w:r w:rsidR="008C5C61" w:rsidRPr="004C3E92">
        <w:t>il faut pour constituer un avantage</w:t>
      </w:r>
      <w:r>
        <w:t xml:space="preserve">, </w:t>
      </w:r>
      <w:r w:rsidR="008C5C61" w:rsidRPr="004C3E92">
        <w:t>pour que son caractère et ses principes soient stabilisés</w:t>
      </w:r>
      <w:r>
        <w:t xml:space="preserve"> ; </w:t>
      </w:r>
      <w:r w:rsidR="008C5C61" w:rsidRPr="004C3E92">
        <w:t>et son humeur</w:t>
      </w:r>
      <w:r>
        <w:t xml:space="preserve">, </w:t>
      </w:r>
      <w:r w:rsidR="008C5C61" w:rsidRPr="004C3E92">
        <w:t>j</w:t>
      </w:r>
      <w:r>
        <w:t>’</w:t>
      </w:r>
      <w:r w:rsidR="008C5C61" w:rsidRPr="004C3E92">
        <w:t>en suis bien convaincue</w:t>
      </w:r>
      <w:r>
        <w:t xml:space="preserve">, </w:t>
      </w:r>
      <w:r w:rsidR="008C5C61" w:rsidRPr="004C3E92">
        <w:t>est exactement ce qui convient pour re</w:t>
      </w:r>
      <w:r w:rsidR="008C5C61" w:rsidRPr="004C3E92">
        <w:t>n</w:t>
      </w:r>
      <w:r w:rsidR="008C5C61" w:rsidRPr="004C3E92">
        <w:t>dre ta sœur heureuse</w:t>
      </w:r>
      <w:r>
        <w:t xml:space="preserve">. </w:t>
      </w:r>
      <w:r w:rsidR="008C5C61" w:rsidRPr="004C3E92">
        <w:t>Et sa personne</w:t>
      </w:r>
      <w:r>
        <w:t xml:space="preserve">, </w:t>
      </w:r>
      <w:r w:rsidR="008C5C61" w:rsidRPr="004C3E92">
        <w:t>ses façons</w:t>
      </w:r>
      <w:r>
        <w:t xml:space="preserve">, </w:t>
      </w:r>
      <w:r w:rsidR="008C5C61" w:rsidRPr="004C3E92">
        <w:t>aussi</w:t>
      </w:r>
      <w:r>
        <w:t xml:space="preserve">, </w:t>
      </w:r>
      <w:r w:rsidR="008C5C61" w:rsidRPr="004C3E92">
        <w:t>sont e</w:t>
      </w:r>
      <w:r w:rsidR="008C5C61" w:rsidRPr="004C3E92">
        <w:t>n</w:t>
      </w:r>
      <w:r w:rsidR="008C5C61" w:rsidRPr="004C3E92">
        <w:t>tièrement en sa faveur</w:t>
      </w:r>
      <w:r>
        <w:t xml:space="preserve">. </w:t>
      </w:r>
      <w:r w:rsidR="008C5C61" w:rsidRPr="004C3E92">
        <w:t>Ma partialité ne m</w:t>
      </w:r>
      <w:r>
        <w:t>’</w:t>
      </w:r>
      <w:r w:rsidR="008C5C61" w:rsidRPr="004C3E92">
        <w:t>aveugle pas</w:t>
      </w:r>
      <w:r>
        <w:t xml:space="preserve"> ; </w:t>
      </w:r>
      <w:r w:rsidR="008C5C61" w:rsidRPr="004C3E92">
        <w:t>il n</w:t>
      </w:r>
      <w:r>
        <w:t>’</w:t>
      </w:r>
      <w:r w:rsidR="008C5C61" w:rsidRPr="004C3E92">
        <w:t>est certainement pas aussi beau que Willoughby</w:t>
      </w:r>
      <w:r>
        <w:t xml:space="preserve"> ; </w:t>
      </w:r>
      <w:r w:rsidR="008C5C61" w:rsidRPr="004C3E92">
        <w:t>mais</w:t>
      </w:r>
      <w:r>
        <w:t xml:space="preserve">, </w:t>
      </w:r>
      <w:r w:rsidR="008C5C61" w:rsidRPr="004C3E92">
        <w:t>d</w:t>
      </w:r>
      <w:r>
        <w:t>’</w:t>
      </w:r>
      <w:r w:rsidR="008C5C61" w:rsidRPr="004C3E92">
        <w:t>autre part</w:t>
      </w:r>
      <w:r>
        <w:t xml:space="preserve">, </w:t>
      </w:r>
      <w:r w:rsidR="008C5C61" w:rsidRPr="004C3E92">
        <w:t>sa physionomie a quelque chose de beaucoup plus agré</w:t>
      </w:r>
      <w:r w:rsidR="008C5C61" w:rsidRPr="004C3E92">
        <w:t>a</w:t>
      </w:r>
      <w:r w:rsidR="008C5C61" w:rsidRPr="004C3E92">
        <w:t>ble</w:t>
      </w:r>
      <w:r>
        <w:t xml:space="preserve">. </w:t>
      </w:r>
      <w:r w:rsidR="008C5C61" w:rsidRPr="004C3E92">
        <w:t>Il y a toujours eu quelque chose</w:t>
      </w:r>
      <w:r>
        <w:t xml:space="preserve">, </w:t>
      </w:r>
      <w:r w:rsidR="008C5C61" w:rsidRPr="004C3E92">
        <w:t>rappelle-toi</w:t>
      </w:r>
      <w:r>
        <w:t xml:space="preserve">, </w:t>
      </w:r>
      <w:r w:rsidR="008C5C61" w:rsidRPr="004C3E92">
        <w:t>dans les yeux de Willoughby</w:t>
      </w:r>
      <w:r>
        <w:t xml:space="preserve">, </w:t>
      </w:r>
      <w:r w:rsidR="008C5C61" w:rsidRPr="004C3E92">
        <w:t>qui ne me plaisait pas</w:t>
      </w:r>
      <w:r>
        <w:t>.</w:t>
      </w:r>
    </w:p>
    <w:p w14:paraId="7F0390E5" w14:textId="77777777" w:rsidR="004A4993" w:rsidRDefault="008C5C61" w:rsidP="004A4993">
      <w:proofErr w:type="spellStart"/>
      <w:r w:rsidRPr="004C3E92">
        <w:t>Elinor</w:t>
      </w:r>
      <w:proofErr w:type="spellEnd"/>
      <w:r w:rsidRPr="004C3E92">
        <w:t xml:space="preserve"> fut incapable de s</w:t>
      </w:r>
      <w:r w:rsidR="004A4993">
        <w:t>’</w:t>
      </w:r>
      <w:r w:rsidRPr="004C3E92">
        <w:t>en souvenir</w:t>
      </w:r>
      <w:r w:rsidR="004A4993">
        <w:t xml:space="preserve"> ; </w:t>
      </w:r>
      <w:r w:rsidRPr="004C3E92">
        <w:t>mais sa mère</w:t>
      </w:r>
      <w:r w:rsidR="004A4993">
        <w:t xml:space="preserve">, </w:t>
      </w:r>
      <w:r w:rsidRPr="004C3E92">
        <w:t>sans attendre son assentiment</w:t>
      </w:r>
      <w:r w:rsidR="004A4993">
        <w:t xml:space="preserve">, </w:t>
      </w:r>
      <w:r w:rsidRPr="004C3E92">
        <w:t>poursuivit</w:t>
      </w:r>
      <w:r w:rsidR="004A4993">
        <w:t> :</w:t>
      </w:r>
    </w:p>
    <w:p w14:paraId="4E993867" w14:textId="77777777" w:rsidR="004A4993" w:rsidRDefault="004A4993" w:rsidP="004A4993">
      <w:r>
        <w:lastRenderedPageBreak/>
        <w:t>— </w:t>
      </w:r>
      <w:r w:rsidR="008C5C61" w:rsidRPr="004C3E92">
        <w:t>Et ses façons</w:t>
      </w:r>
      <w:r>
        <w:t xml:space="preserve"> – </w:t>
      </w:r>
      <w:r w:rsidR="008C5C61" w:rsidRPr="004C3E92">
        <w:t>les façons du Colonel</w:t>
      </w:r>
      <w:r>
        <w:t xml:space="preserve"> – </w:t>
      </w:r>
      <w:r w:rsidR="008C5C61" w:rsidRPr="004C3E92">
        <w:t>sont pour moi non seulement plus agréables que ne l</w:t>
      </w:r>
      <w:r>
        <w:t>’</w:t>
      </w:r>
      <w:r w:rsidR="008C5C61" w:rsidRPr="004C3E92">
        <w:t>ont jamais été celles de Willoughby</w:t>
      </w:r>
      <w:r>
        <w:t xml:space="preserve">, </w:t>
      </w:r>
      <w:r w:rsidR="008C5C61" w:rsidRPr="004C3E92">
        <w:t>mais elles sont d</w:t>
      </w:r>
      <w:r>
        <w:t>’</w:t>
      </w:r>
      <w:r w:rsidR="008C5C61" w:rsidRPr="004C3E92">
        <w:t>un genre qui</w:t>
      </w:r>
      <w:r>
        <w:t xml:space="preserve">, </w:t>
      </w:r>
      <w:r w:rsidR="008C5C61" w:rsidRPr="004C3E92">
        <w:t>je le sais fort bien</w:t>
      </w:r>
      <w:r>
        <w:t xml:space="preserve">, </w:t>
      </w:r>
      <w:r w:rsidR="008C5C61" w:rsidRPr="004C3E92">
        <w:t>les rendra plus solidement attachantes pour Marianne</w:t>
      </w:r>
      <w:r>
        <w:t xml:space="preserve">. </w:t>
      </w:r>
      <w:r w:rsidR="008C5C61" w:rsidRPr="004C3E92">
        <w:t>Leur douceur</w:t>
      </w:r>
      <w:r>
        <w:t xml:space="preserve">, </w:t>
      </w:r>
      <w:r w:rsidR="008C5C61" w:rsidRPr="004C3E92">
        <w:t>leurs égards authentiques pour autrui</w:t>
      </w:r>
      <w:r>
        <w:t xml:space="preserve">, </w:t>
      </w:r>
      <w:r w:rsidR="008C5C61" w:rsidRPr="004C3E92">
        <w:t>et leur simplic</w:t>
      </w:r>
      <w:r w:rsidR="008C5C61" w:rsidRPr="004C3E92">
        <w:t>i</w:t>
      </w:r>
      <w:r w:rsidR="008C5C61" w:rsidRPr="004C3E92">
        <w:t>té virile et non étudiée</w:t>
      </w:r>
      <w:r>
        <w:t xml:space="preserve">, </w:t>
      </w:r>
      <w:r w:rsidR="008C5C61" w:rsidRPr="004C3E92">
        <w:t>s</w:t>
      </w:r>
      <w:r>
        <w:t>’</w:t>
      </w:r>
      <w:r w:rsidR="008C5C61" w:rsidRPr="004C3E92">
        <w:t>accordent beaucoup mieux avec le c</w:t>
      </w:r>
      <w:r w:rsidR="008C5C61" w:rsidRPr="004C3E92">
        <w:t>a</w:t>
      </w:r>
      <w:r w:rsidR="008C5C61" w:rsidRPr="004C3E92">
        <w:t>ractère véritable de ta sœur</w:t>
      </w:r>
      <w:r>
        <w:t xml:space="preserve">, </w:t>
      </w:r>
      <w:r w:rsidR="008C5C61" w:rsidRPr="004C3E92">
        <w:t>que la vivacité</w:t>
      </w:r>
      <w:r>
        <w:t xml:space="preserve">, </w:t>
      </w:r>
      <w:r w:rsidR="008C5C61" w:rsidRPr="004C3E92">
        <w:t>souvent artificielle</w:t>
      </w:r>
      <w:r>
        <w:t xml:space="preserve">, </w:t>
      </w:r>
      <w:r w:rsidR="008C5C61" w:rsidRPr="004C3E92">
        <w:t>et souvent importune</w:t>
      </w:r>
      <w:r>
        <w:t xml:space="preserve">, </w:t>
      </w:r>
      <w:r w:rsidR="008C5C61" w:rsidRPr="004C3E92">
        <w:t>de l</w:t>
      </w:r>
      <w:r>
        <w:t>’</w:t>
      </w:r>
      <w:r w:rsidR="008C5C61" w:rsidRPr="004C3E92">
        <w:t>autre</w:t>
      </w:r>
      <w:r>
        <w:t xml:space="preserve">. </w:t>
      </w:r>
      <w:r w:rsidR="008C5C61" w:rsidRPr="004C3E92">
        <w:t>Je suis bien sûre que si Wi</w:t>
      </w:r>
      <w:r w:rsidR="008C5C61" w:rsidRPr="004C3E92">
        <w:t>l</w:t>
      </w:r>
      <w:r w:rsidR="008C5C61" w:rsidRPr="004C3E92">
        <w:t>loughby s</w:t>
      </w:r>
      <w:r>
        <w:t>’</w:t>
      </w:r>
      <w:r w:rsidR="008C5C61" w:rsidRPr="004C3E92">
        <w:t>était révélé aussi véritablement aimable qu</w:t>
      </w:r>
      <w:r>
        <w:t>’</w:t>
      </w:r>
      <w:r w:rsidR="008C5C61" w:rsidRPr="004C3E92">
        <w:t>il s</w:t>
      </w:r>
      <w:r>
        <w:t>’</w:t>
      </w:r>
      <w:r w:rsidR="008C5C61" w:rsidRPr="004C3E92">
        <w:t>est démontré être tout le contraire</w:t>
      </w:r>
      <w:r>
        <w:t xml:space="preserve">, </w:t>
      </w:r>
      <w:r w:rsidR="008C5C61" w:rsidRPr="004C3E92">
        <w:t>Marianne n</w:t>
      </w:r>
      <w:r>
        <w:t>’</w:t>
      </w:r>
      <w:r w:rsidR="008C5C61" w:rsidRPr="004C3E92">
        <w:t>aurait cependant jamais été aussi heureuse avec lui</w:t>
      </w:r>
      <w:r>
        <w:t xml:space="preserve">, </w:t>
      </w:r>
      <w:r w:rsidR="008C5C61" w:rsidRPr="004C3E92">
        <w:t>qu</w:t>
      </w:r>
      <w:r>
        <w:t>’</w:t>
      </w:r>
      <w:r w:rsidR="008C5C61" w:rsidRPr="004C3E92">
        <w:t>elle le sera avec le colonel Brandon</w:t>
      </w:r>
      <w:r>
        <w:t>.</w:t>
      </w:r>
    </w:p>
    <w:p w14:paraId="4550C1B5" w14:textId="77777777" w:rsidR="004A4993" w:rsidRDefault="008C5C61" w:rsidP="004A4993">
      <w:r w:rsidRPr="004C3E92">
        <w:t>Elle se tut un instant</w:t>
      </w:r>
      <w:r w:rsidR="004A4993">
        <w:t xml:space="preserve">. </w:t>
      </w:r>
      <w:r w:rsidRPr="004C3E92">
        <w:t>Sa fille ne pouvait être tout à fait de son avis</w:t>
      </w:r>
      <w:r w:rsidR="004A4993">
        <w:t xml:space="preserve"> ; </w:t>
      </w:r>
      <w:r w:rsidRPr="004C3E92">
        <w:t>mais son désaccord ne se fit pas entendre</w:t>
      </w:r>
      <w:r w:rsidR="004A4993">
        <w:t xml:space="preserve">, </w:t>
      </w:r>
      <w:r w:rsidRPr="004C3E92">
        <w:t>et n</w:t>
      </w:r>
      <w:r w:rsidR="004A4993">
        <w:t>’</w:t>
      </w:r>
      <w:r w:rsidRPr="004C3E92">
        <w:t>offensa donc personne</w:t>
      </w:r>
      <w:r w:rsidR="004A4993">
        <w:t>.</w:t>
      </w:r>
    </w:p>
    <w:p w14:paraId="7107FC73" w14:textId="77777777" w:rsidR="004A4993" w:rsidRDefault="004A4993" w:rsidP="004A4993">
      <w:r>
        <w:t>— </w:t>
      </w:r>
      <w:r w:rsidR="008C5C61" w:rsidRPr="004C3E92">
        <w:t xml:space="preserve">À </w:t>
      </w:r>
      <w:proofErr w:type="spellStart"/>
      <w:r w:rsidR="008C5C61" w:rsidRPr="004C3E92">
        <w:t>Delaford</w:t>
      </w:r>
      <w:proofErr w:type="spellEnd"/>
      <w:r>
        <w:t xml:space="preserve">, </w:t>
      </w:r>
      <w:r w:rsidR="008C5C61" w:rsidRPr="004C3E92">
        <w:t>elle sera</w:t>
      </w:r>
      <w:r>
        <w:t xml:space="preserve">, </w:t>
      </w:r>
      <w:r w:rsidR="008C5C61" w:rsidRPr="004C3E92">
        <w:t>pour moi</w:t>
      </w:r>
      <w:r>
        <w:t xml:space="preserve">, </w:t>
      </w:r>
      <w:r w:rsidR="008C5C61" w:rsidRPr="004C3E92">
        <w:t>à une distance qui la re</w:t>
      </w:r>
      <w:r w:rsidR="008C5C61" w:rsidRPr="004C3E92">
        <w:t>n</w:t>
      </w:r>
      <w:r w:rsidR="008C5C61" w:rsidRPr="004C3E92">
        <w:t>dra facilement accessible</w:t>
      </w:r>
      <w:r>
        <w:t xml:space="preserve">, </w:t>
      </w:r>
      <w:r w:rsidR="008C5C61" w:rsidRPr="004C3E92">
        <w:t>ajouta Mrs</w:t>
      </w:r>
      <w:r>
        <w:t xml:space="preserve">. </w:t>
      </w:r>
      <w:proofErr w:type="spellStart"/>
      <w:r w:rsidR="008C5C61" w:rsidRPr="004C3E92">
        <w:t>Dashwood</w:t>
      </w:r>
      <w:proofErr w:type="spellEnd"/>
      <w:r>
        <w:t xml:space="preserve">, </w:t>
      </w:r>
      <w:r w:rsidR="008C5C61" w:rsidRPr="004C3E92">
        <w:t>même si je reste à Barton</w:t>
      </w:r>
      <w:r>
        <w:t xml:space="preserve"> ; </w:t>
      </w:r>
      <w:r w:rsidR="008C5C61" w:rsidRPr="004C3E92">
        <w:t>et</w:t>
      </w:r>
      <w:r>
        <w:t xml:space="preserve">, </w:t>
      </w:r>
      <w:r w:rsidR="008C5C61" w:rsidRPr="004C3E92">
        <w:t>en toute probabilité</w:t>
      </w:r>
      <w:r>
        <w:t xml:space="preserve">, </w:t>
      </w:r>
      <w:r w:rsidR="008C5C61" w:rsidRPr="004C3E92">
        <w:t>car il paraît que c</w:t>
      </w:r>
      <w:r>
        <w:t>’</w:t>
      </w:r>
      <w:r w:rsidR="008C5C61" w:rsidRPr="004C3E92">
        <w:t>est un grand village</w:t>
      </w:r>
      <w:r>
        <w:t xml:space="preserve">, – </w:t>
      </w:r>
      <w:r w:rsidR="008C5C61" w:rsidRPr="004C3E92">
        <w:t>voire</w:t>
      </w:r>
      <w:r>
        <w:t xml:space="preserve">, </w:t>
      </w:r>
      <w:r w:rsidR="008C5C61" w:rsidRPr="004C3E92">
        <w:t>il doit certainement y avoir quelque petite maison ou chaumière à proximité</w:t>
      </w:r>
      <w:r>
        <w:t xml:space="preserve">, </w:t>
      </w:r>
      <w:r w:rsidR="008C5C61" w:rsidRPr="004C3E92">
        <w:t>qui nous conviendrait tout aussi bien que notre résidence actuelle</w:t>
      </w:r>
      <w:r>
        <w:t>.</w:t>
      </w:r>
    </w:p>
    <w:p w14:paraId="17FEF401" w14:textId="77777777" w:rsidR="004A4993" w:rsidRDefault="008C5C61" w:rsidP="004A4993">
      <w:r w:rsidRPr="004C3E92">
        <w:t xml:space="preserve">Pauvre </w:t>
      </w:r>
      <w:proofErr w:type="spellStart"/>
      <w:r w:rsidRPr="004C3E92">
        <w:t>Elinor</w:t>
      </w:r>
      <w:proofErr w:type="spellEnd"/>
      <w:r w:rsidR="004A4993">
        <w:t xml:space="preserve"> ! </w:t>
      </w:r>
      <w:r w:rsidRPr="004C3E92">
        <w:t>Voici que se présentait un nouveau projet pour l</w:t>
      </w:r>
      <w:r w:rsidR="004A4993">
        <w:t>’</w:t>
      </w:r>
      <w:r w:rsidRPr="004C3E92">
        <w:t xml:space="preserve">amener à </w:t>
      </w:r>
      <w:proofErr w:type="spellStart"/>
      <w:r w:rsidRPr="004C3E92">
        <w:t>Delaford</w:t>
      </w:r>
      <w:proofErr w:type="spellEnd"/>
      <w:r w:rsidR="004A4993">
        <w:t xml:space="preserve"> ! </w:t>
      </w:r>
      <w:r w:rsidRPr="004C3E92">
        <w:t>Mais son courage fut inébranlable</w:t>
      </w:r>
      <w:r w:rsidR="004A4993">
        <w:t>.</w:t>
      </w:r>
    </w:p>
    <w:p w14:paraId="740C1686" w14:textId="77777777" w:rsidR="004A4993" w:rsidRDefault="004A4993" w:rsidP="004A4993">
      <w:r>
        <w:t>— </w:t>
      </w:r>
      <w:r w:rsidR="008C5C61" w:rsidRPr="004C3E92">
        <w:t>Et sa fortune</w:t>
      </w:r>
      <w:r>
        <w:t xml:space="preserve">, </w:t>
      </w:r>
      <w:r w:rsidR="008C5C61" w:rsidRPr="004C3E92">
        <w:t>aussi</w:t>
      </w:r>
      <w:r>
        <w:t xml:space="preserve"> ! </w:t>
      </w:r>
      <w:r w:rsidR="008C5C61" w:rsidRPr="004C3E92">
        <w:t>Car</w:t>
      </w:r>
      <w:r>
        <w:t xml:space="preserve">, </w:t>
      </w:r>
      <w:r w:rsidR="008C5C61" w:rsidRPr="004C3E92">
        <w:t>à mon âge</w:t>
      </w:r>
      <w:r>
        <w:t xml:space="preserve">, </w:t>
      </w:r>
      <w:r w:rsidR="008C5C61" w:rsidRPr="004C3E92">
        <w:t>vois-tu</w:t>
      </w:r>
      <w:r>
        <w:t xml:space="preserve">, </w:t>
      </w:r>
      <w:r w:rsidR="008C5C61" w:rsidRPr="004C3E92">
        <w:t>c</w:t>
      </w:r>
      <w:r>
        <w:t>’</w:t>
      </w:r>
      <w:r w:rsidR="008C5C61" w:rsidRPr="004C3E92">
        <w:t>est une chose dont tout le monde se préoccupe</w:t>
      </w:r>
      <w:r>
        <w:t xml:space="preserve"> ; </w:t>
      </w:r>
      <w:r w:rsidR="008C5C61" w:rsidRPr="004C3E92">
        <w:t>et bien que je ne sache ni ne désire en savoir le chiffre exact</w:t>
      </w:r>
      <w:r>
        <w:t xml:space="preserve">, </w:t>
      </w:r>
      <w:r w:rsidR="008C5C61" w:rsidRPr="004C3E92">
        <w:t>je suis sûre qu</w:t>
      </w:r>
      <w:r>
        <w:t>’</w:t>
      </w:r>
      <w:r w:rsidR="008C5C61" w:rsidRPr="004C3E92">
        <w:t>elle doit être sérieuse</w:t>
      </w:r>
      <w:r>
        <w:t>.</w:t>
      </w:r>
    </w:p>
    <w:p w14:paraId="537E92EB" w14:textId="77777777" w:rsidR="004A4993" w:rsidRDefault="008C5C61" w:rsidP="004A4993">
      <w:r w:rsidRPr="004C3E92">
        <w:t>Elles furent alors interrompues par l</w:t>
      </w:r>
      <w:r w:rsidR="004A4993">
        <w:t>’</w:t>
      </w:r>
      <w:r w:rsidRPr="004C3E92">
        <w:t>entrée d</w:t>
      </w:r>
      <w:r w:rsidR="004A4993">
        <w:t>’</w:t>
      </w:r>
      <w:r w:rsidRPr="004C3E92">
        <w:t>une tierce personne</w:t>
      </w:r>
      <w:r w:rsidR="004A4993">
        <w:t xml:space="preserve">, </w:t>
      </w:r>
      <w:r w:rsidRPr="004C3E92">
        <w:t xml:space="preserve">et </w:t>
      </w:r>
      <w:proofErr w:type="spellStart"/>
      <w:r w:rsidRPr="004C3E92">
        <w:t>Elinor</w:t>
      </w:r>
      <w:proofErr w:type="spellEnd"/>
      <w:r w:rsidRPr="004C3E92">
        <w:t xml:space="preserve"> se retira pour réfléchir à tout cela à tête r</w:t>
      </w:r>
      <w:r w:rsidRPr="004C3E92">
        <w:t>e</w:t>
      </w:r>
      <w:r w:rsidRPr="004C3E92">
        <w:t>posée</w:t>
      </w:r>
      <w:r w:rsidR="004A4993">
        <w:t xml:space="preserve">, </w:t>
      </w:r>
      <w:r w:rsidRPr="004C3E92">
        <w:t>pour souhaiter plein succès à son ami</w:t>
      </w:r>
      <w:r w:rsidR="004A4993">
        <w:t xml:space="preserve">, </w:t>
      </w:r>
      <w:r w:rsidRPr="004C3E92">
        <w:t>et pourtant</w:t>
      </w:r>
      <w:r w:rsidR="004A4993">
        <w:t xml:space="preserve">, </w:t>
      </w:r>
      <w:r w:rsidRPr="004C3E92">
        <w:lastRenderedPageBreak/>
        <w:t>tout en le souhaitant</w:t>
      </w:r>
      <w:r w:rsidR="004A4993">
        <w:t xml:space="preserve">, </w:t>
      </w:r>
      <w:r w:rsidRPr="004C3E92">
        <w:t>pour éprouver un frémissement douloureux pour Willoughby</w:t>
      </w:r>
      <w:r w:rsidR="004A4993">
        <w:t>.</w:t>
      </w:r>
    </w:p>
    <w:p w14:paraId="6492E622" w14:textId="0EC916DB" w:rsidR="008C5C61" w:rsidRPr="004C3E92" w:rsidRDefault="008C5C61" w:rsidP="004A4993">
      <w:pPr>
        <w:pStyle w:val="Titre1"/>
      </w:pPr>
      <w:bookmarkStart w:id="45" w:name="_Toc196409830"/>
      <w:r w:rsidRPr="004C3E92">
        <w:lastRenderedPageBreak/>
        <w:t>CHAPITRE XLVI</w:t>
      </w:r>
      <w:bookmarkEnd w:id="45"/>
      <w:r w:rsidRPr="004C3E92">
        <w:br/>
      </w:r>
    </w:p>
    <w:p w14:paraId="1DC23526" w14:textId="77777777" w:rsidR="004A4993" w:rsidRDefault="008C5C61" w:rsidP="004A4993">
      <w:r w:rsidRPr="004C3E92">
        <w:t>La maladie de Marianne</w:t>
      </w:r>
      <w:r w:rsidR="004A4993">
        <w:t xml:space="preserve">, </w:t>
      </w:r>
      <w:r w:rsidRPr="004C3E92">
        <w:t>bien qu</w:t>
      </w:r>
      <w:r w:rsidR="004A4993">
        <w:t>’</w:t>
      </w:r>
      <w:r w:rsidRPr="004C3E92">
        <w:t>elle l</w:t>
      </w:r>
      <w:r w:rsidR="004A4993">
        <w:t>’</w:t>
      </w:r>
      <w:r w:rsidRPr="004C3E92">
        <w:t>eût affaiblie en ra</w:t>
      </w:r>
      <w:r w:rsidRPr="004C3E92">
        <w:t>i</w:t>
      </w:r>
      <w:r w:rsidRPr="004C3E92">
        <w:t>son même de sa nature</w:t>
      </w:r>
      <w:r w:rsidR="004A4993">
        <w:t xml:space="preserve">, </w:t>
      </w:r>
      <w:r w:rsidRPr="004C3E92">
        <w:t>n</w:t>
      </w:r>
      <w:r w:rsidR="004A4993">
        <w:t>’</w:t>
      </w:r>
      <w:r w:rsidRPr="004C3E92">
        <w:t>avait pas été assez longue pour rendre son rétablissement lent</w:t>
      </w:r>
      <w:r w:rsidR="004A4993">
        <w:t xml:space="preserve"> ; </w:t>
      </w:r>
      <w:r w:rsidRPr="004C3E92">
        <w:t>et</w:t>
      </w:r>
      <w:r w:rsidR="004A4993">
        <w:t xml:space="preserve">, </w:t>
      </w:r>
      <w:r w:rsidRPr="004C3E92">
        <w:t>aidé par sa jeunesse</w:t>
      </w:r>
      <w:r w:rsidR="004A4993">
        <w:t xml:space="preserve">, </w:t>
      </w:r>
      <w:r w:rsidRPr="004C3E92">
        <w:t>sa vigueur n</w:t>
      </w:r>
      <w:r w:rsidRPr="004C3E92">
        <w:t>a</w:t>
      </w:r>
      <w:r w:rsidRPr="004C3E92">
        <w:t>turelle</w:t>
      </w:r>
      <w:r w:rsidR="004A4993">
        <w:t xml:space="preserve">, </w:t>
      </w:r>
      <w:r w:rsidRPr="004C3E92">
        <w:t>et la présence de sa mère</w:t>
      </w:r>
      <w:r w:rsidR="004A4993">
        <w:t xml:space="preserve">, </w:t>
      </w:r>
      <w:r w:rsidRPr="004C3E92">
        <w:t>il se poursuivit avec une rég</w:t>
      </w:r>
      <w:r w:rsidRPr="004C3E92">
        <w:t>u</w:t>
      </w:r>
      <w:r w:rsidRPr="004C3E92">
        <w:t>larité suffisante pour qu</w:t>
      </w:r>
      <w:r w:rsidR="004A4993">
        <w:t>’</w:t>
      </w:r>
      <w:r w:rsidRPr="004C3E92">
        <w:t>elle pût</w:t>
      </w:r>
      <w:r w:rsidR="004A4993">
        <w:t xml:space="preserve">, </w:t>
      </w:r>
      <w:r w:rsidRPr="004C3E92">
        <w:t>quatre jours après l</w:t>
      </w:r>
      <w:r w:rsidR="004A4993">
        <w:t>’</w:t>
      </w:r>
      <w:r w:rsidRPr="004C3E92">
        <w:t>arrivée de celle-ci</w:t>
      </w:r>
      <w:r w:rsidR="004A4993">
        <w:t xml:space="preserve">, </w:t>
      </w:r>
      <w:r w:rsidRPr="004C3E92">
        <w:t>se transporter dans le cabinet de toilette de Mrs</w:t>
      </w:r>
      <w:r w:rsidR="004A4993">
        <w:t xml:space="preserve">. </w:t>
      </w:r>
      <w:r w:rsidRPr="004C3E92">
        <w:t>Pa</w:t>
      </w:r>
      <w:r w:rsidRPr="004C3E92">
        <w:t>l</w:t>
      </w:r>
      <w:r w:rsidRPr="004C3E92">
        <w:t>mer</w:t>
      </w:r>
      <w:r w:rsidR="004A4993">
        <w:t xml:space="preserve">. </w:t>
      </w:r>
      <w:r w:rsidRPr="004C3E92">
        <w:t>Lorsqu</w:t>
      </w:r>
      <w:r w:rsidR="004A4993">
        <w:t>’</w:t>
      </w:r>
      <w:r w:rsidRPr="004C3E92">
        <w:t>elle y fut</w:t>
      </w:r>
      <w:r w:rsidR="004A4993">
        <w:t xml:space="preserve">, </w:t>
      </w:r>
      <w:r w:rsidRPr="004C3E92">
        <w:t>à sa propre requête instante</w:t>
      </w:r>
      <w:r w:rsidR="004A4993">
        <w:t xml:space="preserve">, </w:t>
      </w:r>
      <w:r w:rsidRPr="004C3E92">
        <w:t>car elle était impatiente de donner libre cours à ses remerciements au col</w:t>
      </w:r>
      <w:r w:rsidRPr="004C3E92">
        <w:t>o</w:t>
      </w:r>
      <w:r w:rsidRPr="004C3E92">
        <w:t>nel Brandon pour être allé chercher sa mère</w:t>
      </w:r>
      <w:r w:rsidR="004A4993">
        <w:t xml:space="preserve">, </w:t>
      </w:r>
      <w:r w:rsidRPr="004C3E92">
        <w:t>il fut alors invité à lui faire une visite</w:t>
      </w:r>
      <w:r w:rsidR="004A4993">
        <w:t>.</w:t>
      </w:r>
    </w:p>
    <w:p w14:paraId="78BC6328" w14:textId="77777777" w:rsidR="004A4993" w:rsidRDefault="008C5C61" w:rsidP="004A4993">
      <w:r w:rsidRPr="004C3E92">
        <w:t>Son émotion en entrant dans la pièce</w:t>
      </w:r>
      <w:r w:rsidR="004A4993">
        <w:t xml:space="preserve">, </w:t>
      </w:r>
      <w:r w:rsidRPr="004C3E92">
        <w:t>en voyant la mine a</w:t>
      </w:r>
      <w:r w:rsidRPr="004C3E92">
        <w:t>l</w:t>
      </w:r>
      <w:r w:rsidRPr="004C3E92">
        <w:t>térée de la jeune fille</w:t>
      </w:r>
      <w:r w:rsidR="004A4993">
        <w:t xml:space="preserve">, </w:t>
      </w:r>
      <w:r w:rsidRPr="004C3E92">
        <w:t>et en recevant la main pâle qu</w:t>
      </w:r>
      <w:r w:rsidR="004A4993">
        <w:t>’</w:t>
      </w:r>
      <w:r w:rsidRPr="004C3E92">
        <w:t>elle lui te</w:t>
      </w:r>
      <w:r w:rsidRPr="004C3E92">
        <w:t>n</w:t>
      </w:r>
      <w:r w:rsidRPr="004C3E92">
        <w:t>dit immédiatement</w:t>
      </w:r>
      <w:r w:rsidR="004A4993">
        <w:t xml:space="preserve">, </w:t>
      </w:r>
      <w:r w:rsidRPr="004C3E92">
        <w:t>fut telle que</w:t>
      </w:r>
      <w:r w:rsidR="004A4993">
        <w:t xml:space="preserve">, </w:t>
      </w:r>
      <w:r w:rsidRPr="004C3E92">
        <w:t>selon les conjectures d</w:t>
      </w:r>
      <w:r w:rsidR="004A4993">
        <w:t>’</w:t>
      </w:r>
      <w:proofErr w:type="spellStart"/>
      <w:r w:rsidRPr="004C3E92">
        <w:t>Elinor</w:t>
      </w:r>
      <w:proofErr w:type="spellEnd"/>
      <w:r w:rsidR="004A4993">
        <w:t xml:space="preserve">, </w:t>
      </w:r>
      <w:r w:rsidRPr="004C3E92">
        <w:t>elle devait provenir d</w:t>
      </w:r>
      <w:r w:rsidR="004A4993">
        <w:t>’</w:t>
      </w:r>
      <w:r w:rsidRPr="004C3E92">
        <w:t>autre chose que de son affection pour M</w:t>
      </w:r>
      <w:r w:rsidRPr="004C3E92">
        <w:t>a</w:t>
      </w:r>
      <w:r w:rsidRPr="004C3E92">
        <w:t>rianne</w:t>
      </w:r>
      <w:r w:rsidR="004A4993">
        <w:t xml:space="preserve">, </w:t>
      </w:r>
      <w:r w:rsidRPr="004C3E92">
        <w:t>ou de la conscience qu</w:t>
      </w:r>
      <w:r w:rsidR="004A4993">
        <w:t>’</w:t>
      </w:r>
      <w:r w:rsidRPr="004C3E92">
        <w:t>elle était connue des autres</w:t>
      </w:r>
      <w:r w:rsidR="004A4993">
        <w:t xml:space="preserve"> ; </w:t>
      </w:r>
      <w:r w:rsidRPr="004C3E92">
        <w:t>et elle ne tarda pas à découvrir</w:t>
      </w:r>
      <w:r w:rsidR="004A4993">
        <w:t xml:space="preserve">, </w:t>
      </w:r>
      <w:r w:rsidRPr="004C3E92">
        <w:t>dans l</w:t>
      </w:r>
      <w:r w:rsidR="004A4993">
        <w:t>’</w:t>
      </w:r>
      <w:r w:rsidRPr="004C3E92">
        <w:t>œil mélancolique du Colonel et dans son teint changeant</w:t>
      </w:r>
      <w:r w:rsidR="004A4993">
        <w:t xml:space="preserve">, </w:t>
      </w:r>
      <w:r w:rsidRPr="004C3E92">
        <w:t>cependant qu</w:t>
      </w:r>
      <w:r w:rsidR="004A4993">
        <w:t>’</w:t>
      </w:r>
      <w:r w:rsidRPr="004C3E92">
        <w:t>il regardait la jeune fille</w:t>
      </w:r>
      <w:r w:rsidR="004A4993">
        <w:t xml:space="preserve">, </w:t>
      </w:r>
      <w:r w:rsidRPr="004C3E92">
        <w:t>le retour probable dans son esprit</w:t>
      </w:r>
      <w:r w:rsidR="004A4993">
        <w:t xml:space="preserve">, </w:t>
      </w:r>
      <w:r w:rsidRPr="004C3E92">
        <w:t>de bien des incidents pénibles du passé</w:t>
      </w:r>
      <w:r w:rsidR="004A4993">
        <w:t xml:space="preserve">, </w:t>
      </w:r>
      <w:r w:rsidRPr="004C3E92">
        <w:t>ramenés par la ressemblance entre Marianne et Eliza</w:t>
      </w:r>
      <w:r w:rsidR="004A4993">
        <w:t xml:space="preserve">, </w:t>
      </w:r>
      <w:r w:rsidRPr="004C3E92">
        <w:t>déjà avouée</w:t>
      </w:r>
      <w:r w:rsidR="004A4993">
        <w:t xml:space="preserve">, </w:t>
      </w:r>
      <w:r w:rsidRPr="004C3E92">
        <w:t>et à présent renforcée par l</w:t>
      </w:r>
      <w:r w:rsidR="004A4993">
        <w:t>’</w:t>
      </w:r>
      <w:r w:rsidRPr="004C3E92">
        <w:t>œil cave</w:t>
      </w:r>
      <w:r w:rsidR="004A4993">
        <w:t xml:space="preserve">, </w:t>
      </w:r>
      <w:r w:rsidRPr="004C3E92">
        <w:t>la peau maladive</w:t>
      </w:r>
      <w:r w:rsidR="004A4993">
        <w:t xml:space="preserve">, </w:t>
      </w:r>
      <w:r w:rsidRPr="004C3E92">
        <w:t>la posture étendue qui trahissait sa faiblesse</w:t>
      </w:r>
      <w:r w:rsidR="004A4993">
        <w:t xml:space="preserve">, </w:t>
      </w:r>
      <w:r w:rsidRPr="004C3E92">
        <w:t>et l</w:t>
      </w:r>
      <w:r w:rsidR="004A4993">
        <w:t>’</w:t>
      </w:r>
      <w:r w:rsidRPr="004C3E92">
        <w:t>aveu chaleureux d</w:t>
      </w:r>
      <w:r w:rsidR="004A4993">
        <w:t>’</w:t>
      </w:r>
      <w:r w:rsidRPr="004C3E92">
        <w:t>une obligation toute particulière</w:t>
      </w:r>
      <w:r w:rsidR="004A4993">
        <w:t>.</w:t>
      </w:r>
    </w:p>
    <w:p w14:paraId="000367A3" w14:textId="77777777" w:rsidR="004A4993" w:rsidRDefault="008C5C61" w:rsidP="004A4993">
      <w:r w:rsidRPr="004C3E92">
        <w:t>Mrs</w:t>
      </w:r>
      <w:r w:rsidR="004A4993">
        <w:t xml:space="preserve">. </w:t>
      </w:r>
      <w:proofErr w:type="spellStart"/>
      <w:r w:rsidRPr="004C3E92">
        <w:t>Dashwood</w:t>
      </w:r>
      <w:proofErr w:type="spellEnd"/>
      <w:r w:rsidR="004A4993">
        <w:t xml:space="preserve">, </w:t>
      </w:r>
      <w:r w:rsidRPr="004C3E92">
        <w:t>non moins observatrice de ce qui se pa</w:t>
      </w:r>
      <w:r w:rsidRPr="004C3E92">
        <w:t>s</w:t>
      </w:r>
      <w:r w:rsidRPr="004C3E92">
        <w:t>sait que sa fille</w:t>
      </w:r>
      <w:r w:rsidR="004A4993">
        <w:t xml:space="preserve">, </w:t>
      </w:r>
      <w:r w:rsidRPr="004C3E92">
        <w:t>mais l</w:t>
      </w:r>
      <w:r w:rsidR="004A4993">
        <w:t>’</w:t>
      </w:r>
      <w:r w:rsidRPr="004C3E92">
        <w:t>esprit fort différemment influencé</w:t>
      </w:r>
      <w:r w:rsidR="004A4993">
        <w:t xml:space="preserve">, </w:t>
      </w:r>
      <w:r w:rsidRPr="004C3E92">
        <w:t>et</w:t>
      </w:r>
      <w:r w:rsidR="004A4993">
        <w:t xml:space="preserve">, </w:t>
      </w:r>
      <w:r w:rsidRPr="004C3E92">
        <w:t>partant</w:t>
      </w:r>
      <w:r w:rsidR="004A4993">
        <w:t xml:space="preserve">, </w:t>
      </w:r>
      <w:r w:rsidRPr="004C3E92">
        <w:t>observant avec un effet bien différent</w:t>
      </w:r>
      <w:r w:rsidR="004A4993">
        <w:t xml:space="preserve">, </w:t>
      </w:r>
      <w:r w:rsidRPr="004C3E92">
        <w:t>ne vit</w:t>
      </w:r>
      <w:r w:rsidR="004A4993">
        <w:t xml:space="preserve">, </w:t>
      </w:r>
      <w:r w:rsidRPr="004C3E92">
        <w:t>dans l</w:t>
      </w:r>
      <w:r w:rsidR="004A4993">
        <w:t>’</w:t>
      </w:r>
      <w:r w:rsidRPr="004C3E92">
        <w:t>attitude du Colonel</w:t>
      </w:r>
      <w:r w:rsidR="004A4993">
        <w:t xml:space="preserve">, </w:t>
      </w:r>
      <w:r w:rsidRPr="004C3E92">
        <w:t>rien qui ne provînt des sensations les plus simples et les plus évidentes en soi</w:t>
      </w:r>
      <w:r w:rsidR="004A4993">
        <w:t xml:space="preserve">, </w:t>
      </w:r>
      <w:r w:rsidRPr="004C3E92">
        <w:t>tandis qu</w:t>
      </w:r>
      <w:r w:rsidR="004A4993">
        <w:t>’</w:t>
      </w:r>
      <w:r w:rsidRPr="004C3E92">
        <w:t xml:space="preserve">elle se </w:t>
      </w:r>
      <w:r w:rsidRPr="004C3E92">
        <w:lastRenderedPageBreak/>
        <w:t>persuadait de penser que</w:t>
      </w:r>
      <w:r w:rsidR="004A4993">
        <w:t xml:space="preserve">, </w:t>
      </w:r>
      <w:r w:rsidRPr="004C3E92">
        <w:t>dans les actes et les paroles de Marianne</w:t>
      </w:r>
      <w:r w:rsidR="004A4993">
        <w:t xml:space="preserve">, </w:t>
      </w:r>
      <w:r w:rsidRPr="004C3E92">
        <w:t>il nai</w:t>
      </w:r>
      <w:r w:rsidRPr="004C3E92">
        <w:t>s</w:t>
      </w:r>
      <w:r w:rsidRPr="004C3E92">
        <w:t>sait déjà quelque chose de plus que la gratitude</w:t>
      </w:r>
      <w:r w:rsidR="004A4993">
        <w:t>.</w:t>
      </w:r>
    </w:p>
    <w:p w14:paraId="5A2ECA8F" w14:textId="77777777" w:rsidR="004A4993" w:rsidRDefault="008C5C61" w:rsidP="004A4993">
      <w:r w:rsidRPr="004C3E92">
        <w:t>Au bout d</w:t>
      </w:r>
      <w:r w:rsidR="004A4993">
        <w:t>’</w:t>
      </w:r>
      <w:r w:rsidRPr="004C3E92">
        <w:t>un jour ou deux</w:t>
      </w:r>
      <w:r w:rsidR="004A4993">
        <w:t xml:space="preserve">, </w:t>
      </w:r>
      <w:r w:rsidRPr="004C3E92">
        <w:t>Marianne prenant visiblement des forces avec chaque période de douze heures</w:t>
      </w:r>
      <w:r w:rsidR="004A4993">
        <w:t xml:space="preserve">, </w:t>
      </w:r>
      <w:r w:rsidRPr="004C3E92">
        <w:t>Mrs</w:t>
      </w:r>
      <w:r w:rsidR="004A4993">
        <w:t xml:space="preserve">. </w:t>
      </w:r>
      <w:proofErr w:type="spellStart"/>
      <w:r w:rsidRPr="004C3E92">
        <w:t>Das</w:t>
      </w:r>
      <w:r w:rsidRPr="004C3E92">
        <w:t>h</w:t>
      </w:r>
      <w:r w:rsidRPr="004C3E92">
        <w:t>wood</w:t>
      </w:r>
      <w:proofErr w:type="spellEnd"/>
      <w:r w:rsidR="004A4993">
        <w:t xml:space="preserve">, </w:t>
      </w:r>
      <w:r w:rsidRPr="004C3E92">
        <w:t>poussée également par ses propres désirs et par ceux de sa fille</w:t>
      </w:r>
      <w:r w:rsidR="004A4993">
        <w:t xml:space="preserve">, </w:t>
      </w:r>
      <w:r w:rsidRPr="004C3E92">
        <w:t>commença à parler de regagner Barton</w:t>
      </w:r>
      <w:r w:rsidR="004A4993">
        <w:t xml:space="preserve">. </w:t>
      </w:r>
      <w:r w:rsidRPr="004C3E92">
        <w:t>Des mesures qu</w:t>
      </w:r>
      <w:r w:rsidR="004A4993">
        <w:t>’</w:t>
      </w:r>
      <w:r w:rsidRPr="004C3E92">
        <w:t>elle comptait prendre dépendaient celles de ses deux amis</w:t>
      </w:r>
      <w:r w:rsidR="004A4993">
        <w:t xml:space="preserve"> ; </w:t>
      </w:r>
      <w:r w:rsidRPr="004C3E92">
        <w:t>Mrs</w:t>
      </w:r>
      <w:r w:rsidR="004A4993">
        <w:t xml:space="preserve">. </w:t>
      </w:r>
      <w:r w:rsidRPr="004C3E92">
        <w:t>Jennings ne pouvait pas quitter Cleveland pendant le s</w:t>
      </w:r>
      <w:r w:rsidRPr="004C3E92">
        <w:t>é</w:t>
      </w:r>
      <w:r w:rsidRPr="004C3E92">
        <w:t xml:space="preserve">jour des </w:t>
      </w:r>
      <w:proofErr w:type="spellStart"/>
      <w:r w:rsidRPr="004C3E92">
        <w:t>Dashwood</w:t>
      </w:r>
      <w:proofErr w:type="spellEnd"/>
      <w:r w:rsidR="004A4993">
        <w:t xml:space="preserve">, </w:t>
      </w:r>
      <w:r w:rsidRPr="004C3E92">
        <w:t>et le colonel Brandon fut bientôt amené</w:t>
      </w:r>
      <w:r w:rsidR="004A4993">
        <w:t xml:space="preserve">, </w:t>
      </w:r>
      <w:r w:rsidRPr="004C3E92">
        <w:t>par leurs prières communes</w:t>
      </w:r>
      <w:r w:rsidR="004A4993">
        <w:t xml:space="preserve">, </w:t>
      </w:r>
      <w:r w:rsidRPr="004C3E92">
        <w:t>à y considérer sa propre résidence comme également indiquée</w:t>
      </w:r>
      <w:r w:rsidR="004A4993">
        <w:t xml:space="preserve">, </w:t>
      </w:r>
      <w:r w:rsidRPr="004C3E92">
        <w:t>sinon comme également indispe</w:t>
      </w:r>
      <w:r w:rsidRPr="004C3E92">
        <w:t>n</w:t>
      </w:r>
      <w:r w:rsidRPr="004C3E92">
        <w:t>sable</w:t>
      </w:r>
      <w:r w:rsidR="004A4993">
        <w:t xml:space="preserve">. </w:t>
      </w:r>
      <w:r w:rsidRPr="004C3E92">
        <w:t>En retour</w:t>
      </w:r>
      <w:r w:rsidR="004A4993">
        <w:t xml:space="preserve">, </w:t>
      </w:r>
      <w:r w:rsidRPr="004C3E92">
        <w:t>à la requête conjointe de celui-ci et de Mrs</w:t>
      </w:r>
      <w:r w:rsidR="004A4993">
        <w:t xml:space="preserve">. </w:t>
      </w:r>
      <w:r w:rsidRPr="004C3E92">
        <w:t>Jennings</w:t>
      </w:r>
      <w:r w:rsidR="004A4993">
        <w:t xml:space="preserve">, </w:t>
      </w:r>
      <w:r w:rsidRPr="004C3E92">
        <w:t>Mrs</w:t>
      </w:r>
      <w:r w:rsidR="004A4993">
        <w:t xml:space="preserve">. </w:t>
      </w:r>
      <w:proofErr w:type="spellStart"/>
      <w:r w:rsidRPr="004C3E92">
        <w:t>Dashwood</w:t>
      </w:r>
      <w:proofErr w:type="spellEnd"/>
      <w:r w:rsidRPr="004C3E92">
        <w:t xml:space="preserve"> se laissa persuader d</w:t>
      </w:r>
      <w:r w:rsidR="004A4993">
        <w:t>’</w:t>
      </w:r>
      <w:r w:rsidRPr="004C3E92">
        <w:t>accepter l</w:t>
      </w:r>
      <w:r w:rsidR="004A4993">
        <w:t>’</w:t>
      </w:r>
      <w:r w:rsidRPr="004C3E92">
        <w:t>usage de la voiture du Colonel pour son voyage de retour</w:t>
      </w:r>
      <w:r w:rsidR="004A4993">
        <w:t xml:space="preserve">, </w:t>
      </w:r>
      <w:r w:rsidRPr="004C3E92">
        <w:t>afin que son enfant malade fût mieux à l</w:t>
      </w:r>
      <w:r w:rsidR="004A4993">
        <w:t>’</w:t>
      </w:r>
      <w:r w:rsidRPr="004C3E92">
        <w:t>aise</w:t>
      </w:r>
      <w:r w:rsidR="004A4993">
        <w:t xml:space="preserve"> ; </w:t>
      </w:r>
      <w:r w:rsidRPr="004C3E92">
        <w:t>et le Colonel</w:t>
      </w:r>
      <w:r w:rsidR="004A4993">
        <w:t xml:space="preserve">, </w:t>
      </w:r>
      <w:r w:rsidRPr="004C3E92">
        <w:t>sur l</w:t>
      </w:r>
      <w:r w:rsidR="004A4993">
        <w:t>’</w:t>
      </w:r>
      <w:r w:rsidRPr="004C3E92">
        <w:t>invitation conjointe de Mrs</w:t>
      </w:r>
      <w:r w:rsidR="004A4993">
        <w:t xml:space="preserve">. </w:t>
      </w:r>
      <w:proofErr w:type="spellStart"/>
      <w:r w:rsidRPr="004C3E92">
        <w:t>Dashwood</w:t>
      </w:r>
      <w:proofErr w:type="spellEnd"/>
      <w:r w:rsidRPr="004C3E92">
        <w:t xml:space="preserve"> et de Mrs</w:t>
      </w:r>
      <w:r w:rsidR="004A4993">
        <w:t xml:space="preserve">. </w:t>
      </w:r>
      <w:r w:rsidRPr="004C3E92">
        <w:t>Jennings</w:t>
      </w:r>
      <w:r w:rsidR="004A4993">
        <w:t xml:space="preserve">, </w:t>
      </w:r>
      <w:r w:rsidRPr="004C3E92">
        <w:t>que sa bonté agissante rendait amicale et hospitalière pour les autres aussi bien que pour elle-même</w:t>
      </w:r>
      <w:r w:rsidR="004A4993">
        <w:t xml:space="preserve">, </w:t>
      </w:r>
      <w:r w:rsidRPr="004C3E92">
        <w:t>s</w:t>
      </w:r>
      <w:r w:rsidR="004A4993">
        <w:t>’</w:t>
      </w:r>
      <w:r w:rsidRPr="004C3E92">
        <w:t>engagea avec plaisir</w:t>
      </w:r>
      <w:r w:rsidR="004A4993">
        <w:t xml:space="preserve">, </w:t>
      </w:r>
      <w:r w:rsidRPr="004C3E92">
        <w:t>en compens</w:t>
      </w:r>
      <w:r w:rsidRPr="004C3E92">
        <w:t>a</w:t>
      </w:r>
      <w:r w:rsidRPr="004C3E92">
        <w:t>tion</w:t>
      </w:r>
      <w:r w:rsidR="004A4993">
        <w:t xml:space="preserve">, </w:t>
      </w:r>
      <w:r w:rsidRPr="004C3E92">
        <w:t>à se rendre en visite à la maisonnette dans un délai de quelques semaines</w:t>
      </w:r>
      <w:r w:rsidR="004A4993">
        <w:t>.</w:t>
      </w:r>
    </w:p>
    <w:p w14:paraId="1D3CA9A1" w14:textId="77777777" w:rsidR="004A4993" w:rsidRDefault="008C5C61" w:rsidP="004A4993">
      <w:r w:rsidRPr="004C3E92">
        <w:t>Le jour de la séparation et du départ arriva</w:t>
      </w:r>
      <w:r w:rsidR="004A4993">
        <w:t xml:space="preserve"> ; </w:t>
      </w:r>
      <w:r w:rsidRPr="004C3E92">
        <w:t>et Marianne</w:t>
      </w:r>
      <w:r w:rsidR="004A4993">
        <w:t xml:space="preserve">, </w:t>
      </w:r>
      <w:r w:rsidRPr="004C3E92">
        <w:t>après avoir pris congé</w:t>
      </w:r>
      <w:r w:rsidR="004A4993">
        <w:t xml:space="preserve">, </w:t>
      </w:r>
      <w:r w:rsidRPr="004C3E92">
        <w:t>d</w:t>
      </w:r>
      <w:r w:rsidR="004A4993">
        <w:t>’</w:t>
      </w:r>
      <w:r w:rsidRPr="004C3E92">
        <w:t>une façon toute spéciale et prolongée</w:t>
      </w:r>
      <w:r w:rsidR="004A4993">
        <w:t xml:space="preserve">, </w:t>
      </w:r>
      <w:r w:rsidRPr="004C3E92">
        <w:t>de Mrs</w:t>
      </w:r>
      <w:r w:rsidR="004A4993">
        <w:t xml:space="preserve">. </w:t>
      </w:r>
      <w:r w:rsidRPr="004C3E92">
        <w:t>Jennings</w:t>
      </w:r>
      <w:r w:rsidR="004A4993">
        <w:t xml:space="preserve">, – </w:t>
      </w:r>
      <w:r w:rsidRPr="004C3E92">
        <w:t>congé aussi plein de reconnaissance série</w:t>
      </w:r>
      <w:r w:rsidRPr="004C3E92">
        <w:t>u</w:t>
      </w:r>
      <w:r w:rsidRPr="004C3E92">
        <w:t>se</w:t>
      </w:r>
      <w:r w:rsidR="004A4993">
        <w:t xml:space="preserve">, </w:t>
      </w:r>
      <w:r w:rsidRPr="004C3E92">
        <w:t>de respect</w:t>
      </w:r>
      <w:r w:rsidR="004A4993">
        <w:t xml:space="preserve">, </w:t>
      </w:r>
      <w:r w:rsidRPr="004C3E92">
        <w:t>et de bons souhaits</w:t>
      </w:r>
      <w:r w:rsidR="004A4993">
        <w:t xml:space="preserve">, </w:t>
      </w:r>
      <w:r w:rsidRPr="004C3E92">
        <w:t>que paraissait le mériter son propre cœur</w:t>
      </w:r>
      <w:r w:rsidR="004A4993">
        <w:t xml:space="preserve">, </w:t>
      </w:r>
      <w:r w:rsidRPr="004C3E92">
        <w:t>en raison d</w:t>
      </w:r>
      <w:r w:rsidR="004A4993">
        <w:t>’</w:t>
      </w:r>
      <w:r w:rsidRPr="004C3E92">
        <w:t>un aveu secret d</w:t>
      </w:r>
      <w:r w:rsidR="004A4993">
        <w:t>’</w:t>
      </w:r>
      <w:r w:rsidRPr="004C3E92">
        <w:t>un manque d</w:t>
      </w:r>
      <w:r w:rsidR="004A4993">
        <w:t>’</w:t>
      </w:r>
      <w:r w:rsidRPr="004C3E92">
        <w:t>égards passé</w:t>
      </w:r>
      <w:r w:rsidR="004A4993">
        <w:t xml:space="preserve">, – </w:t>
      </w:r>
      <w:r w:rsidRPr="004C3E92">
        <w:t>et après avoir fait au colonel Brandon des adieux e</w:t>
      </w:r>
      <w:r w:rsidRPr="004C3E92">
        <w:t>m</w:t>
      </w:r>
      <w:r w:rsidRPr="004C3E92">
        <w:t>preints de la cordialité d</w:t>
      </w:r>
      <w:r w:rsidR="004A4993">
        <w:t>’</w:t>
      </w:r>
      <w:r w:rsidRPr="004C3E92">
        <w:t>une amie</w:t>
      </w:r>
      <w:r w:rsidR="004A4993">
        <w:t xml:space="preserve">, </w:t>
      </w:r>
      <w:r w:rsidRPr="004C3E92">
        <w:t>reçut son aide empressée pour monter dans la voiture</w:t>
      </w:r>
      <w:r w:rsidR="004A4993">
        <w:t xml:space="preserve">, </w:t>
      </w:r>
      <w:r w:rsidRPr="004C3E92">
        <w:t>dont il semblait tenir à ce qu</w:t>
      </w:r>
      <w:r w:rsidR="004A4993">
        <w:t>’</w:t>
      </w:r>
      <w:r w:rsidRPr="004C3E92">
        <w:t>elle occupât au moins la moitié</w:t>
      </w:r>
      <w:r w:rsidR="004A4993">
        <w:t xml:space="preserve">. </w:t>
      </w:r>
      <w:r w:rsidRPr="004C3E92">
        <w:t>Mrs</w:t>
      </w:r>
      <w:r w:rsidR="004A4993">
        <w:t xml:space="preserve">. </w:t>
      </w:r>
      <w:proofErr w:type="spellStart"/>
      <w:r w:rsidRPr="004C3E92">
        <w:t>Dashwood</w:t>
      </w:r>
      <w:proofErr w:type="spellEnd"/>
      <w:r w:rsidRPr="004C3E92">
        <w:t xml:space="preserve"> et </w:t>
      </w:r>
      <w:proofErr w:type="spellStart"/>
      <w:r w:rsidRPr="004C3E92">
        <w:t>Elinor</w:t>
      </w:r>
      <w:proofErr w:type="spellEnd"/>
      <w:r w:rsidRPr="004C3E92">
        <w:t xml:space="preserve"> l</w:t>
      </w:r>
      <w:r w:rsidR="004A4993">
        <w:t>’</w:t>
      </w:r>
      <w:r w:rsidRPr="004C3E92">
        <w:t>y suiv</w:t>
      </w:r>
      <w:r w:rsidRPr="004C3E92">
        <w:t>i</w:t>
      </w:r>
      <w:r w:rsidRPr="004C3E92">
        <w:t>rent ensuite</w:t>
      </w:r>
      <w:r w:rsidR="004A4993">
        <w:t xml:space="preserve">, </w:t>
      </w:r>
      <w:r w:rsidRPr="004C3E92">
        <w:t>et les autres restèrent seuls</w:t>
      </w:r>
      <w:r w:rsidR="004A4993">
        <w:t xml:space="preserve">, </w:t>
      </w:r>
      <w:r w:rsidRPr="004C3E92">
        <w:t>à parler des voyageurs</w:t>
      </w:r>
      <w:r w:rsidR="004A4993">
        <w:t xml:space="preserve">, </w:t>
      </w:r>
      <w:r w:rsidRPr="004C3E92">
        <w:t xml:space="preserve">et à prendre conscience de </w:t>
      </w:r>
      <w:r w:rsidRPr="004C3E92">
        <w:lastRenderedPageBreak/>
        <w:t>leur propre ennui</w:t>
      </w:r>
      <w:r w:rsidR="004A4993">
        <w:t xml:space="preserve">, </w:t>
      </w:r>
      <w:r w:rsidRPr="004C3E92">
        <w:t>jusqu</w:t>
      </w:r>
      <w:r w:rsidR="004A4993">
        <w:t>’</w:t>
      </w:r>
      <w:r w:rsidRPr="004C3E92">
        <w:t>à ce que Mrs</w:t>
      </w:r>
      <w:r w:rsidR="004A4993">
        <w:t xml:space="preserve">. </w:t>
      </w:r>
      <w:r w:rsidRPr="004C3E92">
        <w:t>Jennings fût appelée à prendre place dans sa chaise de poste pour se consoler</w:t>
      </w:r>
      <w:r w:rsidR="004A4993">
        <w:t xml:space="preserve">, </w:t>
      </w:r>
      <w:r w:rsidRPr="004C3E92">
        <w:t>par les bavardages de sa femme de chambre</w:t>
      </w:r>
      <w:r w:rsidR="004A4993">
        <w:t xml:space="preserve">, </w:t>
      </w:r>
      <w:r w:rsidRPr="004C3E92">
        <w:t>de la perte de ses deux jeunes compagnes</w:t>
      </w:r>
      <w:r w:rsidR="004A4993">
        <w:t xml:space="preserve"> ; </w:t>
      </w:r>
      <w:r w:rsidRPr="004C3E92">
        <w:t>et le col</w:t>
      </w:r>
      <w:r w:rsidRPr="004C3E92">
        <w:t>o</w:t>
      </w:r>
      <w:r w:rsidRPr="004C3E92">
        <w:t>nel Brandon</w:t>
      </w:r>
      <w:r w:rsidR="004A4993">
        <w:t xml:space="preserve">, </w:t>
      </w:r>
      <w:r w:rsidRPr="004C3E92">
        <w:t>aussitôt après</w:t>
      </w:r>
      <w:r w:rsidR="004A4993">
        <w:t xml:space="preserve">, </w:t>
      </w:r>
      <w:r w:rsidRPr="004C3E92">
        <w:t xml:space="preserve">reprit sa route solitaire pour se rendre à </w:t>
      </w:r>
      <w:proofErr w:type="spellStart"/>
      <w:r w:rsidRPr="004C3E92">
        <w:t>Delaford</w:t>
      </w:r>
      <w:proofErr w:type="spellEnd"/>
      <w:r w:rsidR="004A4993">
        <w:t>.</w:t>
      </w:r>
    </w:p>
    <w:p w14:paraId="42C5F35A" w14:textId="77777777" w:rsidR="004A4993" w:rsidRDefault="008C5C61" w:rsidP="004A4993">
      <w:r w:rsidRPr="004C3E92">
        <w:t xml:space="preserve">Les </w:t>
      </w:r>
      <w:proofErr w:type="spellStart"/>
      <w:r w:rsidRPr="004C3E92">
        <w:t>Dashwood</w:t>
      </w:r>
      <w:proofErr w:type="spellEnd"/>
      <w:r w:rsidRPr="004C3E92">
        <w:t xml:space="preserve"> mirent deux jours à effectuer le trajet</w:t>
      </w:r>
      <w:r w:rsidR="004A4993">
        <w:t xml:space="preserve">, </w:t>
      </w:r>
      <w:r w:rsidRPr="004C3E92">
        <w:t>et Marianne supporta son voyage de l</w:t>
      </w:r>
      <w:r w:rsidR="004A4993">
        <w:t>’</w:t>
      </w:r>
      <w:r w:rsidRPr="004C3E92">
        <w:t>une et de l</w:t>
      </w:r>
      <w:r w:rsidR="004A4993">
        <w:t>’</w:t>
      </w:r>
      <w:r w:rsidRPr="004C3E92">
        <w:t>autre journées sans fatigue excessive</w:t>
      </w:r>
      <w:r w:rsidR="004A4993">
        <w:t xml:space="preserve">. </w:t>
      </w:r>
      <w:r w:rsidRPr="004C3E92">
        <w:t>Tout ce que pouvaient faire l</w:t>
      </w:r>
      <w:r w:rsidR="004A4993">
        <w:t>’</w:t>
      </w:r>
      <w:r w:rsidRPr="004C3E92">
        <w:t>affection la plus zélée</w:t>
      </w:r>
      <w:r w:rsidR="004A4993">
        <w:t xml:space="preserve">, </w:t>
      </w:r>
      <w:r w:rsidRPr="004C3E92">
        <w:t>les soins les plus empressés</w:t>
      </w:r>
      <w:r w:rsidR="004A4993">
        <w:t xml:space="preserve">, </w:t>
      </w:r>
      <w:r w:rsidRPr="004C3E92">
        <w:t>pour augmenter son confort</w:t>
      </w:r>
      <w:r w:rsidR="004A4993">
        <w:t xml:space="preserve">, </w:t>
      </w:r>
      <w:r w:rsidRPr="004C3E92">
        <w:t>fut le rôle de chacune de ses compagnes vigilantes</w:t>
      </w:r>
      <w:r w:rsidR="004A4993">
        <w:t xml:space="preserve">, </w:t>
      </w:r>
      <w:r w:rsidRPr="004C3E92">
        <w:t>et chacune trouva sa récompense dans son bien-être corporel et le calme de ses esprits</w:t>
      </w:r>
      <w:r w:rsidR="004A4993">
        <w:t xml:space="preserve">. </w:t>
      </w:r>
      <w:proofErr w:type="spellStart"/>
      <w:r w:rsidRPr="004C3E92">
        <w:t>Elinor</w:t>
      </w:r>
      <w:proofErr w:type="spellEnd"/>
      <w:r w:rsidRPr="004C3E92">
        <w:t xml:space="preserve"> fut particulièrement heureuse de constater ce dernier point</w:t>
      </w:r>
      <w:r w:rsidR="004A4993">
        <w:t xml:space="preserve">. </w:t>
      </w:r>
      <w:r w:rsidRPr="004C3E92">
        <w:t>Elle</w:t>
      </w:r>
      <w:r w:rsidR="004A4993">
        <w:t xml:space="preserve">, </w:t>
      </w:r>
      <w:r w:rsidRPr="004C3E92">
        <w:t>qui l</w:t>
      </w:r>
      <w:r w:rsidR="004A4993">
        <w:t>’</w:t>
      </w:r>
      <w:r w:rsidRPr="004C3E92">
        <w:t>avait vue</w:t>
      </w:r>
      <w:r w:rsidR="004A4993">
        <w:t xml:space="preserve">, </w:t>
      </w:r>
      <w:r w:rsidRPr="004C3E92">
        <w:t>semaine sur s</w:t>
      </w:r>
      <w:r w:rsidRPr="004C3E92">
        <w:t>e</w:t>
      </w:r>
      <w:r w:rsidRPr="004C3E92">
        <w:t>maine</w:t>
      </w:r>
      <w:r w:rsidR="004A4993">
        <w:t xml:space="preserve">, </w:t>
      </w:r>
      <w:r w:rsidRPr="004C3E92">
        <w:t>souffrant si constamment</w:t>
      </w:r>
      <w:r w:rsidR="004A4993">
        <w:t xml:space="preserve">, </w:t>
      </w:r>
      <w:r w:rsidRPr="004C3E92">
        <w:t>oppressée par une angoisse du cœur qu</w:t>
      </w:r>
      <w:r w:rsidR="004A4993">
        <w:t>’</w:t>
      </w:r>
      <w:r w:rsidRPr="004C3E92">
        <w:t>elle n</w:t>
      </w:r>
      <w:r w:rsidR="004A4993">
        <w:t>’</w:t>
      </w:r>
      <w:r w:rsidRPr="004C3E92">
        <w:t>avait ni le courage d</w:t>
      </w:r>
      <w:r w:rsidR="004A4993">
        <w:t>’</w:t>
      </w:r>
      <w:r w:rsidRPr="004C3E92">
        <w:t>exprimer en paroles</w:t>
      </w:r>
      <w:r w:rsidR="004A4993">
        <w:t xml:space="preserve">, </w:t>
      </w:r>
      <w:r w:rsidRPr="004C3E92">
        <w:t>ni la force d</w:t>
      </w:r>
      <w:r w:rsidR="004A4993">
        <w:t>’</w:t>
      </w:r>
      <w:r w:rsidRPr="004C3E92">
        <w:t>âme de dissimuler</w:t>
      </w:r>
      <w:r w:rsidR="004A4993">
        <w:t xml:space="preserve">, </w:t>
      </w:r>
      <w:r w:rsidRPr="004C3E92">
        <w:t>elle voyait à présent</w:t>
      </w:r>
      <w:r w:rsidR="004A4993">
        <w:t xml:space="preserve">, </w:t>
      </w:r>
      <w:r w:rsidRPr="004C3E92">
        <w:t>avec une joie que nulle autre ne pouvait partager à titre égal</w:t>
      </w:r>
      <w:r w:rsidR="004A4993">
        <w:t xml:space="preserve">, </w:t>
      </w:r>
      <w:r w:rsidRPr="004C3E92">
        <w:t>une apparente tranquillité d</w:t>
      </w:r>
      <w:r w:rsidR="004A4993">
        <w:t>’</w:t>
      </w:r>
      <w:r w:rsidRPr="004C3E92">
        <w:t>esprit</w:t>
      </w:r>
      <w:r w:rsidR="004A4993">
        <w:t xml:space="preserve">, </w:t>
      </w:r>
      <w:r w:rsidRPr="004C3E92">
        <w:t>qui</w:t>
      </w:r>
      <w:r w:rsidR="004A4993">
        <w:t xml:space="preserve">, </w:t>
      </w:r>
      <w:r w:rsidRPr="004C3E92">
        <w:t>étant le résultat</w:t>
      </w:r>
      <w:r w:rsidR="004A4993">
        <w:t xml:space="preserve">, </w:t>
      </w:r>
      <w:r w:rsidRPr="004C3E92">
        <w:t>espérait-elle</w:t>
      </w:r>
      <w:r w:rsidR="004A4993">
        <w:t xml:space="preserve">, </w:t>
      </w:r>
      <w:r w:rsidRPr="004C3E92">
        <w:t>de méd</w:t>
      </w:r>
      <w:r w:rsidRPr="004C3E92">
        <w:t>i</w:t>
      </w:r>
      <w:r w:rsidRPr="004C3E92">
        <w:t>tations sérieuses</w:t>
      </w:r>
      <w:r w:rsidR="004A4993">
        <w:t xml:space="preserve">, </w:t>
      </w:r>
      <w:r w:rsidRPr="004C3E92">
        <w:t>devait finalement l</w:t>
      </w:r>
      <w:r w:rsidR="004A4993">
        <w:t>’</w:t>
      </w:r>
      <w:r w:rsidRPr="004C3E92">
        <w:t>amener au contentement et à la gaieté</w:t>
      </w:r>
      <w:r w:rsidR="004A4993">
        <w:t>.</w:t>
      </w:r>
    </w:p>
    <w:p w14:paraId="3AE1E719" w14:textId="77777777" w:rsidR="004A4993" w:rsidRDefault="008C5C61" w:rsidP="004A4993">
      <w:r w:rsidRPr="004C3E92">
        <w:t>À mesure qu</w:t>
      </w:r>
      <w:r w:rsidR="004A4993">
        <w:t>’</w:t>
      </w:r>
      <w:r w:rsidRPr="004C3E92">
        <w:t>elles s</w:t>
      </w:r>
      <w:r w:rsidR="004A4993">
        <w:t>’</w:t>
      </w:r>
      <w:r w:rsidRPr="004C3E92">
        <w:t>approchaient de Barton et pénétraient dans des décors dont chacun des champs</w:t>
      </w:r>
      <w:r w:rsidR="004A4993">
        <w:t xml:space="preserve">, </w:t>
      </w:r>
      <w:r w:rsidRPr="004C3E92">
        <w:t>chacun des arbres</w:t>
      </w:r>
      <w:r w:rsidR="004A4993">
        <w:t xml:space="preserve">, </w:t>
      </w:r>
      <w:r w:rsidRPr="004C3E92">
        <w:t>apportait quelque souvenir particulier ou douloureux</w:t>
      </w:r>
      <w:r w:rsidR="004A4993">
        <w:t xml:space="preserve">, </w:t>
      </w:r>
      <w:r w:rsidRPr="004C3E92">
        <w:t>elle d</w:t>
      </w:r>
      <w:r w:rsidRPr="004C3E92">
        <w:t>e</w:t>
      </w:r>
      <w:r w:rsidRPr="004C3E92">
        <w:t>venait silencieuse et pensive</w:t>
      </w:r>
      <w:r w:rsidR="004A4993">
        <w:t xml:space="preserve">, </w:t>
      </w:r>
      <w:r w:rsidRPr="004C3E92">
        <w:t>et</w:t>
      </w:r>
      <w:r w:rsidR="004A4993">
        <w:t xml:space="preserve">, </w:t>
      </w:r>
      <w:r w:rsidRPr="004C3E92">
        <w:t>détournant son visage à leurs regards</w:t>
      </w:r>
      <w:r w:rsidR="004A4993">
        <w:t xml:space="preserve">, </w:t>
      </w:r>
      <w:r w:rsidRPr="004C3E92">
        <w:t xml:space="preserve">restait à contempler avec gravité le paysage </w:t>
      </w:r>
      <w:proofErr w:type="spellStart"/>
      <w:r w:rsidRPr="004C3E92">
        <w:t>au delà</w:t>
      </w:r>
      <w:proofErr w:type="spellEnd"/>
      <w:r w:rsidRPr="004C3E92">
        <w:t xml:space="preserve"> de la fenêtre</w:t>
      </w:r>
      <w:r w:rsidR="004A4993">
        <w:t xml:space="preserve">. </w:t>
      </w:r>
      <w:r w:rsidRPr="004C3E92">
        <w:t xml:space="preserve">Mais </w:t>
      </w:r>
      <w:proofErr w:type="spellStart"/>
      <w:r w:rsidRPr="004C3E92">
        <w:t>Elinor</w:t>
      </w:r>
      <w:proofErr w:type="spellEnd"/>
      <w:r w:rsidRPr="004C3E92">
        <w:t xml:space="preserve"> ne vit </w:t>
      </w:r>
      <w:proofErr w:type="spellStart"/>
      <w:r w:rsidRPr="004C3E92">
        <w:t>rien là</w:t>
      </w:r>
      <w:proofErr w:type="spellEnd"/>
      <w:r w:rsidRPr="004C3E92">
        <w:t xml:space="preserve"> qui suscitât l</w:t>
      </w:r>
      <w:r w:rsidR="004A4993">
        <w:t>’</w:t>
      </w:r>
      <w:r w:rsidRPr="004C3E92">
        <w:t>étonnement ou le blâme</w:t>
      </w:r>
      <w:r w:rsidR="004A4993">
        <w:t xml:space="preserve"> ; </w:t>
      </w:r>
      <w:r w:rsidRPr="004C3E92">
        <w:t>et lorsqu</w:t>
      </w:r>
      <w:r w:rsidR="004A4993">
        <w:t>’</w:t>
      </w:r>
      <w:r w:rsidRPr="004C3E92">
        <w:t>elle vit</w:t>
      </w:r>
      <w:r w:rsidR="004A4993">
        <w:t xml:space="preserve">, </w:t>
      </w:r>
      <w:r w:rsidRPr="004C3E92">
        <w:t>en aidant Marianne à descendre de voiture</w:t>
      </w:r>
      <w:r w:rsidR="004A4993">
        <w:t xml:space="preserve">, </w:t>
      </w:r>
      <w:r w:rsidRPr="004C3E92">
        <w:t>qu</w:t>
      </w:r>
      <w:r w:rsidR="004A4993">
        <w:t>’</w:t>
      </w:r>
      <w:r w:rsidRPr="004C3E92">
        <w:t>elle avait pleuré</w:t>
      </w:r>
      <w:r w:rsidR="004A4993">
        <w:t xml:space="preserve">, </w:t>
      </w:r>
      <w:r w:rsidRPr="004C3E92">
        <w:t>elle n</w:t>
      </w:r>
      <w:r w:rsidR="004A4993">
        <w:t>’</w:t>
      </w:r>
      <w:r w:rsidRPr="004C3E92">
        <w:t>y perçut qu</w:t>
      </w:r>
      <w:r w:rsidR="004A4993">
        <w:t>’</w:t>
      </w:r>
      <w:r w:rsidRPr="004C3E92">
        <w:t>une émotion trop naturelle en soi pour rien susciter de moins tendre que la pitié</w:t>
      </w:r>
      <w:r w:rsidR="004A4993">
        <w:t xml:space="preserve">, </w:t>
      </w:r>
      <w:r w:rsidRPr="004C3E92">
        <w:t>et</w:t>
      </w:r>
      <w:r w:rsidR="004A4993">
        <w:t xml:space="preserve">, </w:t>
      </w:r>
      <w:r w:rsidRPr="004C3E92">
        <w:t>dans sa discrétion</w:t>
      </w:r>
      <w:r w:rsidR="004A4993">
        <w:t xml:space="preserve">, </w:t>
      </w:r>
      <w:r w:rsidRPr="004C3E92">
        <w:t>digne de louange</w:t>
      </w:r>
      <w:r w:rsidR="004A4993">
        <w:t xml:space="preserve">. </w:t>
      </w:r>
      <w:r w:rsidRPr="004C3E92">
        <w:t>Dans toutes ses façons ultérieures</w:t>
      </w:r>
      <w:r w:rsidR="004A4993">
        <w:t xml:space="preserve">, </w:t>
      </w:r>
      <w:r w:rsidRPr="004C3E92">
        <w:t>elle reconnut l</w:t>
      </w:r>
      <w:r w:rsidR="004A4993">
        <w:t>’</w:t>
      </w:r>
      <w:r w:rsidRPr="004C3E92">
        <w:t>ordonnance d</w:t>
      </w:r>
      <w:r w:rsidR="004A4993">
        <w:t>’</w:t>
      </w:r>
      <w:r w:rsidRPr="004C3E92">
        <w:t>un esprit éveillé à un effort raisonnable</w:t>
      </w:r>
      <w:r w:rsidR="004A4993">
        <w:t xml:space="preserve"> ; </w:t>
      </w:r>
      <w:r w:rsidRPr="004C3E92">
        <w:t xml:space="preserve">car à </w:t>
      </w:r>
      <w:r w:rsidRPr="004C3E92">
        <w:lastRenderedPageBreak/>
        <w:t>peine eurent-elles pénétré dans leur petit salon commun</w:t>
      </w:r>
      <w:r w:rsidR="004A4993">
        <w:t xml:space="preserve">, </w:t>
      </w:r>
      <w:r w:rsidRPr="004C3E92">
        <w:t>que Marianne y promena les yeux avec un air de fermeté résolue</w:t>
      </w:r>
      <w:r w:rsidR="004A4993">
        <w:t xml:space="preserve">, </w:t>
      </w:r>
      <w:r w:rsidRPr="004C3E92">
        <w:t>comme si elle était déterminée à la fois à s</w:t>
      </w:r>
      <w:r w:rsidR="004A4993">
        <w:t>’</w:t>
      </w:r>
      <w:r w:rsidRPr="004C3E92">
        <w:t>accoutumer à la vue de chacun des objets auxquels pouvait se rattacher le souvenir de Willoughby</w:t>
      </w:r>
      <w:r w:rsidR="004A4993">
        <w:t xml:space="preserve">. </w:t>
      </w:r>
      <w:r w:rsidRPr="004C3E92">
        <w:t>Elle parla peu</w:t>
      </w:r>
      <w:r w:rsidR="004A4993">
        <w:t xml:space="preserve">, </w:t>
      </w:r>
      <w:r w:rsidRPr="004C3E92">
        <w:t>mais ch</w:t>
      </w:r>
      <w:r w:rsidRPr="004C3E92">
        <w:t>a</w:t>
      </w:r>
      <w:r w:rsidRPr="004C3E92">
        <w:t>cune de ses phrases tendait à la gaieté</w:t>
      </w:r>
      <w:r w:rsidR="004A4993">
        <w:t xml:space="preserve">, </w:t>
      </w:r>
      <w:r w:rsidRPr="004C3E92">
        <w:t>et</w:t>
      </w:r>
      <w:r w:rsidR="004A4993">
        <w:t xml:space="preserve">, </w:t>
      </w:r>
      <w:r w:rsidRPr="004C3E92">
        <w:t>bien qu</w:t>
      </w:r>
      <w:r w:rsidR="004A4993">
        <w:t>’</w:t>
      </w:r>
      <w:r w:rsidRPr="004C3E92">
        <w:t>il lui échappât parfois un soupir</w:t>
      </w:r>
      <w:r w:rsidR="004A4993">
        <w:t xml:space="preserve">, </w:t>
      </w:r>
      <w:r w:rsidRPr="004C3E92">
        <w:t>il ne s</w:t>
      </w:r>
      <w:r w:rsidR="004A4993">
        <w:t>’</w:t>
      </w:r>
      <w:r w:rsidRPr="004C3E92">
        <w:t>évanouissait jamais sans qu</w:t>
      </w:r>
      <w:r w:rsidR="004A4993">
        <w:t>’</w:t>
      </w:r>
      <w:r w:rsidRPr="004C3E92">
        <w:t>elle le r</w:t>
      </w:r>
      <w:r w:rsidRPr="004C3E92">
        <w:t>a</w:t>
      </w:r>
      <w:r w:rsidRPr="004C3E92">
        <w:t>chetât d</w:t>
      </w:r>
      <w:r w:rsidR="004A4993">
        <w:t>’</w:t>
      </w:r>
      <w:r w:rsidRPr="004C3E92">
        <w:t>un sourire</w:t>
      </w:r>
      <w:r w:rsidR="004A4993">
        <w:t xml:space="preserve">. </w:t>
      </w:r>
      <w:r w:rsidRPr="004C3E92">
        <w:t>Après le dîner</w:t>
      </w:r>
      <w:r w:rsidR="004A4993">
        <w:t xml:space="preserve">, </w:t>
      </w:r>
      <w:r w:rsidRPr="004C3E92">
        <w:t>elle voulut essayer son pi</w:t>
      </w:r>
      <w:r w:rsidRPr="004C3E92">
        <w:t>a</w:t>
      </w:r>
      <w:r w:rsidRPr="004C3E92">
        <w:t>noforte</w:t>
      </w:r>
      <w:r w:rsidR="004A4993">
        <w:t xml:space="preserve">. </w:t>
      </w:r>
      <w:r w:rsidRPr="004C3E92">
        <w:t>Elle s</w:t>
      </w:r>
      <w:r w:rsidR="004A4993">
        <w:t>’</w:t>
      </w:r>
      <w:r w:rsidRPr="004C3E92">
        <w:t>y dirigea</w:t>
      </w:r>
      <w:r w:rsidR="004A4993">
        <w:t xml:space="preserve"> ; </w:t>
      </w:r>
      <w:r w:rsidRPr="004C3E92">
        <w:t>mais la musique sur laquelle son r</w:t>
      </w:r>
      <w:r w:rsidRPr="004C3E92">
        <w:t>e</w:t>
      </w:r>
      <w:r w:rsidRPr="004C3E92">
        <w:t>gard se posa tout d</w:t>
      </w:r>
      <w:r w:rsidR="004A4993">
        <w:t>’</w:t>
      </w:r>
      <w:r w:rsidRPr="004C3E92">
        <w:t>abord fut un opéra</w:t>
      </w:r>
      <w:r w:rsidR="004A4993">
        <w:t xml:space="preserve">, </w:t>
      </w:r>
      <w:r w:rsidRPr="004C3E92">
        <w:t>que lui avait procuré Willoughby</w:t>
      </w:r>
      <w:r w:rsidR="004A4993">
        <w:t xml:space="preserve">, </w:t>
      </w:r>
      <w:r w:rsidRPr="004C3E92">
        <w:t>renfermant quelques-uns de leurs duos préférés</w:t>
      </w:r>
      <w:r w:rsidR="004A4993">
        <w:t xml:space="preserve">, </w:t>
      </w:r>
      <w:r w:rsidRPr="004C3E92">
        <w:t>et portant sur son feuillet extérieur son propre nom</w:t>
      </w:r>
      <w:r w:rsidR="004A4993">
        <w:t xml:space="preserve">, </w:t>
      </w:r>
      <w:r w:rsidRPr="004C3E92">
        <w:t>écrit de la main du jeune homme</w:t>
      </w:r>
      <w:r w:rsidR="004A4993">
        <w:t xml:space="preserve">. </w:t>
      </w:r>
      <w:r w:rsidRPr="004C3E92">
        <w:t>Cela ne convenait pas</w:t>
      </w:r>
      <w:r w:rsidR="004A4993">
        <w:t xml:space="preserve">. </w:t>
      </w:r>
      <w:r w:rsidRPr="004C3E92">
        <w:t>Elle hocha la tête</w:t>
      </w:r>
      <w:r w:rsidR="004A4993">
        <w:t xml:space="preserve">, </w:t>
      </w:r>
      <w:r w:rsidRPr="004C3E92">
        <w:t>écarta la musique</w:t>
      </w:r>
      <w:r w:rsidR="004A4993">
        <w:t xml:space="preserve">, </w:t>
      </w:r>
      <w:r w:rsidRPr="004C3E92">
        <w:t>et</w:t>
      </w:r>
      <w:r w:rsidR="004A4993">
        <w:t xml:space="preserve">, </w:t>
      </w:r>
      <w:r w:rsidRPr="004C3E92">
        <w:t>après avoir fait courir ses doigts sur les touches</w:t>
      </w:r>
      <w:r w:rsidR="004A4993">
        <w:t xml:space="preserve">, </w:t>
      </w:r>
      <w:r w:rsidRPr="004C3E92">
        <w:t>l</w:t>
      </w:r>
      <w:r w:rsidR="004A4993">
        <w:t>’</w:t>
      </w:r>
      <w:r w:rsidRPr="004C3E92">
        <w:t>espace d</w:t>
      </w:r>
      <w:r w:rsidR="004A4993">
        <w:t>’</w:t>
      </w:r>
      <w:r w:rsidRPr="004C3E92">
        <w:t>une minute</w:t>
      </w:r>
      <w:r w:rsidR="004A4993">
        <w:t xml:space="preserve">, </w:t>
      </w:r>
      <w:r w:rsidRPr="004C3E92">
        <w:t>se plaignit de la faiblesse de ses mains</w:t>
      </w:r>
      <w:r w:rsidR="004A4993">
        <w:t xml:space="preserve">, </w:t>
      </w:r>
      <w:r w:rsidRPr="004C3E92">
        <w:t>et referma l</w:t>
      </w:r>
      <w:r w:rsidR="004A4993">
        <w:t>’</w:t>
      </w:r>
      <w:r w:rsidRPr="004C3E92">
        <w:t>instrument</w:t>
      </w:r>
      <w:r w:rsidR="004A4993">
        <w:t xml:space="preserve"> ; </w:t>
      </w:r>
      <w:r w:rsidRPr="004C3E92">
        <w:t>tout en déclarant</w:t>
      </w:r>
      <w:r w:rsidR="004A4993">
        <w:t xml:space="preserve">, </w:t>
      </w:r>
      <w:r w:rsidRPr="004C3E92">
        <w:t>cependant</w:t>
      </w:r>
      <w:r w:rsidR="004A4993">
        <w:t xml:space="preserve">, </w:t>
      </w:r>
      <w:r w:rsidRPr="004C3E92">
        <w:t>avec fermeté</w:t>
      </w:r>
      <w:r w:rsidR="004A4993">
        <w:t xml:space="preserve">, </w:t>
      </w:r>
      <w:r w:rsidRPr="004C3E92">
        <w:t>qu</w:t>
      </w:r>
      <w:r w:rsidR="004A4993">
        <w:t>’</w:t>
      </w:r>
      <w:r w:rsidRPr="004C3E92">
        <w:t>elle étudierait beaucoup à l</w:t>
      </w:r>
      <w:r w:rsidR="004A4993">
        <w:t>’</w:t>
      </w:r>
      <w:r w:rsidRPr="004C3E92">
        <w:t>avenir</w:t>
      </w:r>
      <w:r w:rsidR="004A4993">
        <w:t>.</w:t>
      </w:r>
    </w:p>
    <w:p w14:paraId="41DC0FFA" w14:textId="77777777" w:rsidR="004A4993" w:rsidRDefault="008C5C61" w:rsidP="004A4993">
      <w:r w:rsidRPr="004C3E92">
        <w:t>Le lendemain matin n</w:t>
      </w:r>
      <w:r w:rsidR="004A4993">
        <w:t>’</w:t>
      </w:r>
      <w:r w:rsidRPr="004C3E92">
        <w:t>apporta aucun affaiblissement à ces symptômes heureux</w:t>
      </w:r>
      <w:r w:rsidR="004A4993">
        <w:t xml:space="preserve">. </w:t>
      </w:r>
      <w:r w:rsidRPr="004C3E92">
        <w:t>Au contraire</w:t>
      </w:r>
      <w:r w:rsidR="004A4993">
        <w:t xml:space="preserve">, </w:t>
      </w:r>
      <w:r w:rsidRPr="004C3E92">
        <w:t>l</w:t>
      </w:r>
      <w:r w:rsidR="004A4993">
        <w:t>’</w:t>
      </w:r>
      <w:r w:rsidRPr="004C3E92">
        <w:t>esprit et le corps également fortifiés par le repos</w:t>
      </w:r>
      <w:r w:rsidR="004A4993">
        <w:t xml:space="preserve">, </w:t>
      </w:r>
      <w:r w:rsidRPr="004C3E92">
        <w:t>elle avait une mine et une parole emprei</w:t>
      </w:r>
      <w:r w:rsidRPr="004C3E92">
        <w:t>n</w:t>
      </w:r>
      <w:r w:rsidRPr="004C3E92">
        <w:t>tes d</w:t>
      </w:r>
      <w:r w:rsidR="004A4993">
        <w:t>’</w:t>
      </w:r>
      <w:r w:rsidRPr="004C3E92">
        <w:t>un entrain plus authentique</w:t>
      </w:r>
      <w:r w:rsidR="004A4993">
        <w:t xml:space="preserve">, </w:t>
      </w:r>
      <w:r w:rsidRPr="004C3E92">
        <w:t>goûtant par avance le plaisir du retour de Margaret</w:t>
      </w:r>
      <w:r w:rsidR="004A4993">
        <w:t xml:space="preserve">, </w:t>
      </w:r>
      <w:r w:rsidRPr="004C3E92">
        <w:t>et parlant du cher cercle de famille qui allait alors se trouver reconstitué</w:t>
      </w:r>
      <w:r w:rsidR="004A4993">
        <w:t xml:space="preserve">, </w:t>
      </w:r>
      <w:r w:rsidRPr="004C3E92">
        <w:t>de leurs occupations respect</w:t>
      </w:r>
      <w:r w:rsidRPr="004C3E92">
        <w:t>i</w:t>
      </w:r>
      <w:r w:rsidRPr="004C3E92">
        <w:t>ves et de leur joyeuse compagnie</w:t>
      </w:r>
      <w:r w:rsidR="004A4993">
        <w:t xml:space="preserve">, </w:t>
      </w:r>
      <w:r w:rsidRPr="004C3E92">
        <w:t>comme du seul bonheur qui valût d</w:t>
      </w:r>
      <w:r w:rsidR="004A4993">
        <w:t>’</w:t>
      </w:r>
      <w:r w:rsidRPr="004C3E92">
        <w:t>être souhaité</w:t>
      </w:r>
      <w:r w:rsidR="004A4993">
        <w:t>.</w:t>
      </w:r>
    </w:p>
    <w:p w14:paraId="51CC0034" w14:textId="77777777" w:rsidR="004A4993" w:rsidRDefault="004A4993" w:rsidP="004A4993">
      <w:r>
        <w:t>— </w:t>
      </w:r>
      <w:r w:rsidR="008C5C61" w:rsidRPr="004C3E92">
        <w:t>Quand le temps se sera mis au beau</w:t>
      </w:r>
      <w:r>
        <w:t xml:space="preserve">, </w:t>
      </w:r>
      <w:r w:rsidR="008C5C61" w:rsidRPr="004C3E92">
        <w:t>et que j</w:t>
      </w:r>
      <w:r>
        <w:t>’</w:t>
      </w:r>
      <w:r w:rsidR="008C5C61" w:rsidRPr="004C3E92">
        <w:t>aurai repris des forces</w:t>
      </w:r>
      <w:r>
        <w:t xml:space="preserve">, </w:t>
      </w:r>
      <w:r w:rsidR="008C5C61" w:rsidRPr="004C3E92">
        <w:t>dit-elle</w:t>
      </w:r>
      <w:r>
        <w:t xml:space="preserve">, </w:t>
      </w:r>
      <w:r w:rsidR="008C5C61" w:rsidRPr="004C3E92">
        <w:t>nous ferons tous les jours de longues pr</w:t>
      </w:r>
      <w:r w:rsidR="008C5C61" w:rsidRPr="004C3E92">
        <w:t>o</w:t>
      </w:r>
      <w:r w:rsidR="008C5C61" w:rsidRPr="004C3E92">
        <w:t>menades ensemble</w:t>
      </w:r>
      <w:r>
        <w:t xml:space="preserve">. </w:t>
      </w:r>
      <w:r w:rsidR="008C5C61" w:rsidRPr="004C3E92">
        <w:t>Nous irons à la ferme en bordure de la co</w:t>
      </w:r>
      <w:r w:rsidR="008C5C61" w:rsidRPr="004C3E92">
        <w:t>l</w:t>
      </w:r>
      <w:r w:rsidR="008C5C61" w:rsidRPr="004C3E92">
        <w:t>line</w:t>
      </w:r>
      <w:r>
        <w:t xml:space="preserve">, </w:t>
      </w:r>
      <w:r w:rsidR="008C5C61" w:rsidRPr="004C3E92">
        <w:t>et nous verrons ce que deviennent les enfants</w:t>
      </w:r>
      <w:r>
        <w:t xml:space="preserve"> ; </w:t>
      </w:r>
      <w:r w:rsidR="008C5C61" w:rsidRPr="004C3E92">
        <w:t>nous irons voir les nouvelles plantations de Sir John à Barton Cross</w:t>
      </w:r>
      <w:r>
        <w:t xml:space="preserve">, </w:t>
      </w:r>
      <w:r w:rsidR="008C5C61" w:rsidRPr="004C3E92">
        <w:t>et les terres abbatiales</w:t>
      </w:r>
      <w:r>
        <w:t xml:space="preserve"> ; </w:t>
      </w:r>
      <w:r w:rsidR="008C5C61" w:rsidRPr="004C3E92">
        <w:t xml:space="preserve">et nous irons souvent aux </w:t>
      </w:r>
      <w:r w:rsidR="008C5C61" w:rsidRPr="004C3E92">
        <w:lastRenderedPageBreak/>
        <w:t>ruines anciennes du Prieuré</w:t>
      </w:r>
      <w:r>
        <w:t xml:space="preserve">, </w:t>
      </w:r>
      <w:r w:rsidR="008C5C61" w:rsidRPr="004C3E92">
        <w:t>pour essayer d</w:t>
      </w:r>
      <w:r>
        <w:t>’</w:t>
      </w:r>
      <w:r w:rsidR="008C5C61" w:rsidRPr="004C3E92">
        <w:t>en retrouver les fondations</w:t>
      </w:r>
      <w:r>
        <w:t xml:space="preserve">, </w:t>
      </w:r>
      <w:r w:rsidR="008C5C61" w:rsidRPr="004C3E92">
        <w:t>aussi loin qu</w:t>
      </w:r>
      <w:r>
        <w:t>’</w:t>
      </w:r>
      <w:r w:rsidR="008C5C61" w:rsidRPr="004C3E92">
        <w:t>elles s</w:t>
      </w:r>
      <w:r>
        <w:t>’</w:t>
      </w:r>
      <w:r w:rsidR="008C5C61" w:rsidRPr="004C3E92">
        <w:t>étendaient</w:t>
      </w:r>
      <w:r>
        <w:t xml:space="preserve">, </w:t>
      </w:r>
      <w:r w:rsidR="008C5C61" w:rsidRPr="004C3E92">
        <w:t>dit-on</w:t>
      </w:r>
      <w:r>
        <w:t xml:space="preserve">, </w:t>
      </w:r>
      <w:r w:rsidR="008C5C61" w:rsidRPr="004C3E92">
        <w:t>jadis</w:t>
      </w:r>
      <w:r>
        <w:t xml:space="preserve">. </w:t>
      </w:r>
      <w:r w:rsidR="008C5C61" w:rsidRPr="004C3E92">
        <w:t>Je sais que nous serons heureuses</w:t>
      </w:r>
      <w:r>
        <w:t xml:space="preserve">. </w:t>
      </w:r>
      <w:r w:rsidR="008C5C61" w:rsidRPr="004C3E92">
        <w:t>Je sais que l</w:t>
      </w:r>
      <w:r>
        <w:t>’</w:t>
      </w:r>
      <w:r w:rsidR="008C5C61" w:rsidRPr="004C3E92">
        <w:t>été s</w:t>
      </w:r>
      <w:r>
        <w:t>’</w:t>
      </w:r>
      <w:r w:rsidR="008C5C61" w:rsidRPr="004C3E92">
        <w:t>écoulera dans le bonheur</w:t>
      </w:r>
      <w:r>
        <w:t xml:space="preserve">. </w:t>
      </w:r>
      <w:r w:rsidR="008C5C61" w:rsidRPr="004C3E92">
        <w:t>J</w:t>
      </w:r>
      <w:r>
        <w:t>’</w:t>
      </w:r>
      <w:r w:rsidR="008C5C61" w:rsidRPr="004C3E92">
        <w:t>ai l</w:t>
      </w:r>
      <w:r>
        <w:t>’</w:t>
      </w:r>
      <w:r w:rsidR="008C5C61" w:rsidRPr="004C3E92">
        <w:t>intention de ne jamais me lever plus tard que six heures</w:t>
      </w:r>
      <w:r>
        <w:t xml:space="preserve">, </w:t>
      </w:r>
      <w:r w:rsidR="008C5C61" w:rsidRPr="004C3E92">
        <w:t>et d</w:t>
      </w:r>
      <w:r w:rsidR="008C5C61" w:rsidRPr="004C3E92">
        <w:t>e</w:t>
      </w:r>
      <w:r w:rsidR="008C5C61" w:rsidRPr="004C3E92">
        <w:t>puis ce moment jusqu</w:t>
      </w:r>
      <w:r>
        <w:t>’</w:t>
      </w:r>
      <w:r w:rsidR="008C5C61" w:rsidRPr="004C3E92">
        <w:t>au dîner</w:t>
      </w:r>
      <w:r>
        <w:t xml:space="preserve">, </w:t>
      </w:r>
      <w:r w:rsidR="008C5C61" w:rsidRPr="004C3E92">
        <w:t>je partagerai tous mes instants entre la musique et la lecture</w:t>
      </w:r>
      <w:r>
        <w:t xml:space="preserve">. </w:t>
      </w:r>
      <w:r w:rsidR="008C5C61" w:rsidRPr="004C3E92">
        <w:t>J</w:t>
      </w:r>
      <w:r>
        <w:t>’</w:t>
      </w:r>
      <w:r w:rsidR="008C5C61" w:rsidRPr="004C3E92">
        <w:t>ai établi mon plan</w:t>
      </w:r>
      <w:r>
        <w:t xml:space="preserve">, </w:t>
      </w:r>
      <w:r w:rsidR="008C5C61" w:rsidRPr="004C3E92">
        <w:t>et je suis d</w:t>
      </w:r>
      <w:r w:rsidR="008C5C61" w:rsidRPr="004C3E92">
        <w:t>é</w:t>
      </w:r>
      <w:r w:rsidR="008C5C61" w:rsidRPr="004C3E92">
        <w:t>cidée à faire des études sérieuses</w:t>
      </w:r>
      <w:r>
        <w:t xml:space="preserve">. </w:t>
      </w:r>
      <w:r w:rsidR="008C5C61" w:rsidRPr="004C3E92">
        <w:t>Notre propre bibliothèque m</w:t>
      </w:r>
      <w:r>
        <w:t>’</w:t>
      </w:r>
      <w:r w:rsidR="008C5C61" w:rsidRPr="004C3E92">
        <w:t>est trop familière pour que j</w:t>
      </w:r>
      <w:r>
        <w:t>’</w:t>
      </w:r>
      <w:r w:rsidR="008C5C61" w:rsidRPr="004C3E92">
        <w:t>y aie recours pour autre chose que la simple distraction</w:t>
      </w:r>
      <w:r>
        <w:t xml:space="preserve">. </w:t>
      </w:r>
      <w:r w:rsidR="008C5C61" w:rsidRPr="004C3E92">
        <w:t>Mais il y a</w:t>
      </w:r>
      <w:r>
        <w:t xml:space="preserve">, </w:t>
      </w:r>
      <w:r w:rsidR="008C5C61" w:rsidRPr="004C3E92">
        <w:t>au Park</w:t>
      </w:r>
      <w:r>
        <w:t xml:space="preserve">, </w:t>
      </w:r>
      <w:r w:rsidR="008C5C61" w:rsidRPr="004C3E92">
        <w:t>de nombreux o</w:t>
      </w:r>
      <w:r w:rsidR="008C5C61" w:rsidRPr="004C3E92">
        <w:t>u</w:t>
      </w:r>
      <w:r w:rsidR="008C5C61" w:rsidRPr="004C3E92">
        <w:t>vrages qui méritent bien d</w:t>
      </w:r>
      <w:r>
        <w:t>’</w:t>
      </w:r>
      <w:r w:rsidR="008C5C61" w:rsidRPr="004C3E92">
        <w:t>être lus</w:t>
      </w:r>
      <w:r>
        <w:t xml:space="preserve"> ; </w:t>
      </w:r>
      <w:r w:rsidR="008C5C61" w:rsidRPr="004C3E92">
        <w:t>et il y en a d</w:t>
      </w:r>
      <w:r>
        <w:t>’</w:t>
      </w:r>
      <w:r w:rsidR="008C5C61" w:rsidRPr="004C3E92">
        <w:t>autres</w:t>
      </w:r>
      <w:r>
        <w:t xml:space="preserve">, </w:t>
      </w:r>
      <w:r w:rsidR="008C5C61" w:rsidRPr="004C3E92">
        <w:t>de date plus récente</w:t>
      </w:r>
      <w:r>
        <w:t xml:space="preserve">, </w:t>
      </w:r>
      <w:r w:rsidR="008C5C61" w:rsidRPr="004C3E92">
        <w:t>que je pourrai emprunter</w:t>
      </w:r>
      <w:r>
        <w:t xml:space="preserve">, </w:t>
      </w:r>
      <w:r w:rsidR="008C5C61" w:rsidRPr="004C3E92">
        <w:t>je le sais</w:t>
      </w:r>
      <w:r>
        <w:t xml:space="preserve">, </w:t>
      </w:r>
      <w:r w:rsidR="008C5C61" w:rsidRPr="004C3E92">
        <w:t>au colonel Brandon</w:t>
      </w:r>
      <w:r>
        <w:t xml:space="preserve">. </w:t>
      </w:r>
      <w:r w:rsidR="008C5C61" w:rsidRPr="004C3E92">
        <w:t>En lisant seulement six heures par jour</w:t>
      </w:r>
      <w:r>
        <w:t xml:space="preserve">, </w:t>
      </w:r>
      <w:r w:rsidR="008C5C61" w:rsidRPr="004C3E92">
        <w:t>je gagnerai au cours d</w:t>
      </w:r>
      <w:r>
        <w:t>’</w:t>
      </w:r>
      <w:r w:rsidR="008C5C61" w:rsidRPr="004C3E92">
        <w:t>une année beaucoup d</w:t>
      </w:r>
      <w:r>
        <w:t>’</w:t>
      </w:r>
      <w:r w:rsidR="008C5C61" w:rsidRPr="004C3E92">
        <w:t>instruction qui</w:t>
      </w:r>
      <w:r>
        <w:t xml:space="preserve">, </w:t>
      </w:r>
      <w:r w:rsidR="008C5C61" w:rsidRPr="004C3E92">
        <w:t>je le sens</w:t>
      </w:r>
      <w:r>
        <w:t xml:space="preserve">, </w:t>
      </w:r>
      <w:r w:rsidR="008C5C61" w:rsidRPr="004C3E92">
        <w:t>me manque à présent</w:t>
      </w:r>
      <w:r>
        <w:t>.</w:t>
      </w:r>
    </w:p>
    <w:p w14:paraId="599F0F69" w14:textId="77777777" w:rsidR="004A4993" w:rsidRDefault="008C5C61" w:rsidP="004A4993">
      <w:proofErr w:type="spellStart"/>
      <w:r w:rsidRPr="004C3E92">
        <w:t>Elinor</w:t>
      </w:r>
      <w:proofErr w:type="spellEnd"/>
      <w:r w:rsidRPr="004C3E92">
        <w:t xml:space="preserve"> lui sut gré d</w:t>
      </w:r>
      <w:r w:rsidR="004A4993">
        <w:t>’</w:t>
      </w:r>
      <w:r w:rsidRPr="004C3E92">
        <w:t>un plan qui débutait aussi noblement</w:t>
      </w:r>
      <w:r w:rsidR="004A4993">
        <w:t xml:space="preserve"> ; </w:t>
      </w:r>
      <w:r w:rsidRPr="004C3E92">
        <w:t>bien qu</w:t>
      </w:r>
      <w:r w:rsidR="004A4993">
        <w:t>’</w:t>
      </w:r>
      <w:r w:rsidRPr="004C3E92">
        <w:t>elle sourît de voir la même imagination ardente qui l</w:t>
      </w:r>
      <w:r w:rsidR="004A4993">
        <w:t>’</w:t>
      </w:r>
      <w:r w:rsidRPr="004C3E92">
        <w:t>avait conduite à l</w:t>
      </w:r>
      <w:r w:rsidR="004A4993">
        <w:t>’</w:t>
      </w:r>
      <w:r w:rsidRPr="004C3E92">
        <w:t>extrême de l</w:t>
      </w:r>
      <w:r w:rsidR="004A4993">
        <w:t>’</w:t>
      </w:r>
      <w:r w:rsidRPr="004C3E92">
        <w:t>indolence languissante et du d</w:t>
      </w:r>
      <w:r w:rsidRPr="004C3E92">
        <w:t>é</w:t>
      </w:r>
      <w:r w:rsidRPr="004C3E92">
        <w:t>sespoir égoïste</w:t>
      </w:r>
      <w:r w:rsidR="004A4993">
        <w:t xml:space="preserve">, </w:t>
      </w:r>
      <w:r w:rsidRPr="004C3E92">
        <w:t>à présent à l</w:t>
      </w:r>
      <w:r w:rsidR="004A4993">
        <w:t>’</w:t>
      </w:r>
      <w:r w:rsidRPr="004C3E92">
        <w:t>œuvre pour introduire des excès dans un projet d</w:t>
      </w:r>
      <w:r w:rsidR="004A4993">
        <w:t>’</w:t>
      </w:r>
      <w:r w:rsidRPr="004C3E92">
        <w:t>occupations aussi rationnel et de maîtrise de soi aussi vertueuse</w:t>
      </w:r>
      <w:r w:rsidR="004A4993">
        <w:t xml:space="preserve">. </w:t>
      </w:r>
      <w:r w:rsidRPr="004C3E92">
        <w:t>Son sourire se changea pourtant en un so</w:t>
      </w:r>
      <w:r w:rsidRPr="004C3E92">
        <w:t>u</w:t>
      </w:r>
      <w:r w:rsidRPr="004C3E92">
        <w:t>pir quand elle se souvint que sa promesse à Willoughby n</w:t>
      </w:r>
      <w:r w:rsidR="004A4993">
        <w:t>’</w:t>
      </w:r>
      <w:r w:rsidRPr="004C3E92">
        <w:t>était pas encore tenue</w:t>
      </w:r>
      <w:r w:rsidR="004A4993">
        <w:t xml:space="preserve">, </w:t>
      </w:r>
      <w:r w:rsidRPr="004C3E92">
        <w:t>car elle craignait d</w:t>
      </w:r>
      <w:r w:rsidR="004A4993">
        <w:t>’</w:t>
      </w:r>
      <w:r w:rsidRPr="004C3E92">
        <w:t>avoir à communiquer à Marianne ce qui pourrait de nouveau lui troubler l</w:t>
      </w:r>
      <w:r w:rsidR="004A4993">
        <w:t>’</w:t>
      </w:r>
      <w:r w:rsidRPr="004C3E92">
        <w:t>esprit</w:t>
      </w:r>
      <w:r w:rsidR="004A4993">
        <w:t xml:space="preserve">, </w:t>
      </w:r>
      <w:r w:rsidRPr="004C3E92">
        <w:t>et ru</w:t>
      </w:r>
      <w:r w:rsidRPr="004C3E92">
        <w:t>i</w:t>
      </w:r>
      <w:r w:rsidRPr="004C3E92">
        <w:t>ner</w:t>
      </w:r>
      <w:r w:rsidR="004A4993">
        <w:t xml:space="preserve">, </w:t>
      </w:r>
      <w:r w:rsidRPr="004C3E92">
        <w:t>pour quelque temps tout au moins</w:t>
      </w:r>
      <w:r w:rsidR="004A4993">
        <w:t xml:space="preserve">, </w:t>
      </w:r>
      <w:r w:rsidRPr="004C3E92">
        <w:t>cette belle perspective de tranquillité bien remplie</w:t>
      </w:r>
      <w:r w:rsidR="004A4993">
        <w:t xml:space="preserve">. </w:t>
      </w:r>
      <w:r w:rsidRPr="004C3E92">
        <w:t>Aussi</w:t>
      </w:r>
      <w:r w:rsidR="004A4993">
        <w:t xml:space="preserve">, </w:t>
      </w:r>
      <w:r w:rsidRPr="004C3E92">
        <w:t>désireuse de retarder cette heure mauvaise</w:t>
      </w:r>
      <w:r w:rsidR="004A4993">
        <w:t xml:space="preserve">, </w:t>
      </w:r>
      <w:r w:rsidRPr="004C3E92">
        <w:t>résolut-elle d</w:t>
      </w:r>
      <w:r w:rsidR="004A4993">
        <w:t>’</w:t>
      </w:r>
      <w:r w:rsidRPr="004C3E92">
        <w:t>attendre que la santé de sa sœur fût plus solidement rétablie</w:t>
      </w:r>
      <w:r w:rsidR="004A4993">
        <w:t xml:space="preserve">, </w:t>
      </w:r>
      <w:r w:rsidRPr="004C3E92">
        <w:t>avant de la choisir</w:t>
      </w:r>
      <w:r w:rsidR="004A4993">
        <w:t xml:space="preserve">. </w:t>
      </w:r>
      <w:r w:rsidRPr="004C3E92">
        <w:t>Mais cette rés</w:t>
      </w:r>
      <w:r w:rsidRPr="004C3E92">
        <w:t>o</w:t>
      </w:r>
      <w:r w:rsidRPr="004C3E92">
        <w:t>lution ne fut prise que pour être rompue</w:t>
      </w:r>
      <w:r w:rsidR="004A4993">
        <w:t>.</w:t>
      </w:r>
    </w:p>
    <w:p w14:paraId="32EFD775" w14:textId="77777777" w:rsidR="004A4993" w:rsidRDefault="008C5C61" w:rsidP="004A4993">
      <w:r w:rsidRPr="004C3E92">
        <w:t>Marianne était rentrée chez elle depuis deux ou trois jours avant que le temps ne fût assez beau pour qu</w:t>
      </w:r>
      <w:r w:rsidR="004A4993">
        <w:t>’</w:t>
      </w:r>
      <w:r w:rsidRPr="004C3E92">
        <w:t>une convalescente comme elle l</w:t>
      </w:r>
      <w:r w:rsidR="004A4993">
        <w:t>’</w:t>
      </w:r>
      <w:r w:rsidRPr="004C3E92">
        <w:t>était pût s</w:t>
      </w:r>
      <w:r w:rsidR="004A4993">
        <w:t>’</w:t>
      </w:r>
      <w:r w:rsidRPr="004C3E92">
        <w:t>aventurer au dehors</w:t>
      </w:r>
      <w:r w:rsidR="004A4993">
        <w:t xml:space="preserve">. </w:t>
      </w:r>
      <w:r w:rsidRPr="004C3E92">
        <w:t xml:space="preserve">Mais </w:t>
      </w:r>
      <w:r w:rsidRPr="004C3E92">
        <w:lastRenderedPageBreak/>
        <w:t>enfin</w:t>
      </w:r>
      <w:r w:rsidR="004A4993">
        <w:t xml:space="preserve">, </w:t>
      </w:r>
      <w:r w:rsidRPr="004C3E92">
        <w:t>une matinée douce et bienveillante fit son apparition</w:t>
      </w:r>
      <w:r w:rsidR="004A4993">
        <w:t xml:space="preserve">, </w:t>
      </w:r>
      <w:r w:rsidRPr="004C3E92">
        <w:t>propre à te</w:t>
      </w:r>
      <w:r w:rsidRPr="004C3E92">
        <w:t>n</w:t>
      </w:r>
      <w:r w:rsidRPr="004C3E92">
        <w:t>ter les désirs de la fille et la confiance de la mère</w:t>
      </w:r>
      <w:r w:rsidR="004A4993">
        <w:t xml:space="preserve">, </w:t>
      </w:r>
      <w:r w:rsidRPr="004C3E92">
        <w:t>et Marianne</w:t>
      </w:r>
      <w:r w:rsidR="004A4993">
        <w:t xml:space="preserve">, </w:t>
      </w:r>
      <w:r w:rsidRPr="004C3E92">
        <w:t>s</w:t>
      </w:r>
      <w:r w:rsidR="004A4993">
        <w:t>’</w:t>
      </w:r>
      <w:r w:rsidRPr="004C3E92">
        <w:t>appuyant au bras d</w:t>
      </w:r>
      <w:r w:rsidR="004A4993">
        <w:t>’</w:t>
      </w:r>
      <w:proofErr w:type="spellStart"/>
      <w:r w:rsidRPr="004C3E92">
        <w:t>Elinor</w:t>
      </w:r>
      <w:proofErr w:type="spellEnd"/>
      <w:r w:rsidR="004A4993">
        <w:t xml:space="preserve">, </w:t>
      </w:r>
      <w:r w:rsidRPr="004C3E92">
        <w:t>fut autorisée à se promener aussi longtemps qu</w:t>
      </w:r>
      <w:r w:rsidR="004A4993">
        <w:t>’</w:t>
      </w:r>
      <w:r w:rsidRPr="004C3E92">
        <w:t>elle le pourrait sans fatigue dans le chemin</w:t>
      </w:r>
      <w:r w:rsidR="004A4993">
        <w:t xml:space="preserve">, </w:t>
      </w:r>
      <w:r w:rsidRPr="004C3E92">
        <w:t>d</w:t>
      </w:r>
      <w:r w:rsidRPr="004C3E92">
        <w:t>e</w:t>
      </w:r>
      <w:r w:rsidRPr="004C3E92">
        <w:t>vant la maison</w:t>
      </w:r>
      <w:r w:rsidR="004A4993">
        <w:t>.</w:t>
      </w:r>
    </w:p>
    <w:p w14:paraId="6E8CC3BA" w14:textId="77777777" w:rsidR="004A4993" w:rsidRDefault="008C5C61" w:rsidP="004A4993">
      <w:r w:rsidRPr="004C3E92">
        <w:t>Les sœurs se mirent en route</w:t>
      </w:r>
      <w:r w:rsidR="004A4993">
        <w:t xml:space="preserve">, </w:t>
      </w:r>
      <w:r w:rsidRPr="004C3E92">
        <w:t>d</w:t>
      </w:r>
      <w:r w:rsidR="004A4993">
        <w:t>’</w:t>
      </w:r>
      <w:r w:rsidRPr="004C3E92">
        <w:t>un pas aussi lent que l</w:t>
      </w:r>
      <w:r w:rsidR="004A4993">
        <w:t>’</w:t>
      </w:r>
      <w:r w:rsidRPr="004C3E92">
        <w:t>exigeait la faiblesse de Marianne</w:t>
      </w:r>
      <w:r w:rsidR="004A4993">
        <w:t xml:space="preserve">, </w:t>
      </w:r>
      <w:r w:rsidRPr="004C3E92">
        <w:t>pour se livrer à un exercice qui n</w:t>
      </w:r>
      <w:r w:rsidR="004A4993">
        <w:t>’</w:t>
      </w:r>
      <w:r w:rsidRPr="004C3E92">
        <w:t>avait point encore été essayé depuis sa maladie</w:t>
      </w:r>
      <w:r w:rsidR="004A4993">
        <w:t xml:space="preserve"> ; </w:t>
      </w:r>
      <w:r w:rsidRPr="004C3E92">
        <w:t>et elles ne s</w:t>
      </w:r>
      <w:r w:rsidR="004A4993">
        <w:t>’</w:t>
      </w:r>
      <w:r w:rsidRPr="004C3E92">
        <w:t>étaient éloignées de la maison que jusqu</w:t>
      </w:r>
      <w:r w:rsidR="004A4993">
        <w:t>’</w:t>
      </w:r>
      <w:r w:rsidRPr="004C3E92">
        <w:t>en un point d</w:t>
      </w:r>
      <w:r w:rsidR="004A4993">
        <w:t>’</w:t>
      </w:r>
      <w:r w:rsidRPr="004C3E92">
        <w:t>où l</w:t>
      </w:r>
      <w:r w:rsidR="004A4993">
        <w:t>’</w:t>
      </w:r>
      <w:r w:rsidRPr="004C3E92">
        <w:t>on avait une vue complète sur la colline</w:t>
      </w:r>
      <w:r w:rsidR="004A4993">
        <w:t xml:space="preserve">, </w:t>
      </w:r>
      <w:r w:rsidRPr="004C3E92">
        <w:t>l</w:t>
      </w:r>
      <w:r w:rsidR="004A4993">
        <w:t>’</w:t>
      </w:r>
      <w:r w:rsidRPr="004C3E92">
        <w:t>importante colline située à l</w:t>
      </w:r>
      <w:r w:rsidR="004A4993">
        <w:t>’</w:t>
      </w:r>
      <w:r w:rsidRPr="004C3E92">
        <w:t>arrière</w:t>
      </w:r>
      <w:r w:rsidR="004A4993">
        <w:t xml:space="preserve">, </w:t>
      </w:r>
      <w:r w:rsidRPr="004C3E92">
        <w:t>lorsque</w:t>
      </w:r>
      <w:r w:rsidR="004A4993">
        <w:t xml:space="preserve">, </w:t>
      </w:r>
      <w:r w:rsidRPr="004C3E92">
        <w:t>s</w:t>
      </w:r>
      <w:r w:rsidR="004A4993">
        <w:t>’</w:t>
      </w:r>
      <w:r w:rsidRPr="004C3E92">
        <w:t>arrêtant</w:t>
      </w:r>
      <w:r w:rsidR="004A4993">
        <w:t xml:space="preserve">, </w:t>
      </w:r>
      <w:r w:rsidRPr="004C3E92">
        <w:t>les yeux tournés de ce côté</w:t>
      </w:r>
      <w:r w:rsidR="004A4993">
        <w:t xml:space="preserve">, </w:t>
      </w:r>
      <w:r w:rsidRPr="004C3E92">
        <w:t>M</w:t>
      </w:r>
      <w:r w:rsidRPr="004C3E92">
        <w:t>a</w:t>
      </w:r>
      <w:r w:rsidRPr="004C3E92">
        <w:t>rianne dit avec calme</w:t>
      </w:r>
      <w:r w:rsidR="004A4993">
        <w:t> :</w:t>
      </w:r>
    </w:p>
    <w:p w14:paraId="3E9CA70F" w14:textId="77777777" w:rsidR="004A4993" w:rsidRDefault="004A4993" w:rsidP="004A4993">
      <w:r>
        <w:t>— </w:t>
      </w:r>
      <w:r w:rsidR="008C5C61" w:rsidRPr="004C3E92">
        <w:t>C</w:t>
      </w:r>
      <w:r>
        <w:t>’</w:t>
      </w:r>
      <w:r w:rsidR="008C5C61" w:rsidRPr="004C3E92">
        <w:t>est là</w:t>
      </w:r>
      <w:r>
        <w:t xml:space="preserve">, </w:t>
      </w:r>
      <w:r w:rsidR="008C5C61" w:rsidRPr="004C3E92">
        <w:t>exactement là</w:t>
      </w:r>
      <w:r>
        <w:t xml:space="preserve">, – </w:t>
      </w:r>
      <w:r w:rsidR="008C5C61" w:rsidRPr="004C3E92">
        <w:t>pointant d</w:t>
      </w:r>
      <w:r>
        <w:t>’</w:t>
      </w:r>
      <w:r w:rsidR="008C5C61" w:rsidRPr="004C3E92">
        <w:t>une main</w:t>
      </w:r>
      <w:r>
        <w:t xml:space="preserve">, – </w:t>
      </w:r>
      <w:r w:rsidR="008C5C61" w:rsidRPr="004C3E92">
        <w:t>sur ce monticule en saillie</w:t>
      </w:r>
      <w:r>
        <w:t xml:space="preserve">, – </w:t>
      </w:r>
      <w:r w:rsidR="008C5C61" w:rsidRPr="004C3E92">
        <w:t>c</w:t>
      </w:r>
      <w:r>
        <w:t>’</w:t>
      </w:r>
      <w:r w:rsidR="008C5C61" w:rsidRPr="004C3E92">
        <w:t>est là que je suis tombée</w:t>
      </w:r>
      <w:r>
        <w:t xml:space="preserve"> ; </w:t>
      </w:r>
      <w:r w:rsidR="008C5C61" w:rsidRPr="004C3E92">
        <w:t>et c</w:t>
      </w:r>
      <w:r>
        <w:t>’</w:t>
      </w:r>
      <w:r w:rsidR="008C5C61" w:rsidRPr="004C3E92">
        <w:t>est là que j</w:t>
      </w:r>
      <w:r>
        <w:t>’</w:t>
      </w:r>
      <w:r w:rsidR="008C5C61" w:rsidRPr="004C3E92">
        <w:t>ai vu pour la première fois Willoughby</w:t>
      </w:r>
      <w:r>
        <w:t>.</w:t>
      </w:r>
    </w:p>
    <w:p w14:paraId="14695584" w14:textId="77777777" w:rsidR="004A4993" w:rsidRDefault="008C5C61" w:rsidP="004A4993">
      <w:r w:rsidRPr="004C3E92">
        <w:t>Sa voix se fit plus basse en prononçant le mot</w:t>
      </w:r>
      <w:r w:rsidR="004A4993">
        <w:t xml:space="preserve">, </w:t>
      </w:r>
      <w:r w:rsidRPr="004C3E92">
        <w:t>mais</w:t>
      </w:r>
      <w:r w:rsidR="004A4993">
        <w:t xml:space="preserve">, </w:t>
      </w:r>
      <w:r w:rsidRPr="004C3E92">
        <w:t>se r</w:t>
      </w:r>
      <w:r w:rsidRPr="004C3E92">
        <w:t>a</w:t>
      </w:r>
      <w:r w:rsidRPr="004C3E92">
        <w:t>nimant bientôt</w:t>
      </w:r>
      <w:r w:rsidR="004A4993">
        <w:t xml:space="preserve">, </w:t>
      </w:r>
      <w:r w:rsidRPr="004C3E92">
        <w:t>elle ajouta</w:t>
      </w:r>
      <w:r w:rsidR="004A4993">
        <w:t> :</w:t>
      </w:r>
    </w:p>
    <w:p w14:paraId="01C569EA" w14:textId="77777777" w:rsidR="004A4993" w:rsidRDefault="004A4993" w:rsidP="004A4993">
      <w:r>
        <w:t>— </w:t>
      </w:r>
      <w:r w:rsidR="008C5C61" w:rsidRPr="004C3E92">
        <w:t>Je rends grâce au ciel</w:t>
      </w:r>
      <w:r>
        <w:t xml:space="preserve">, </w:t>
      </w:r>
      <w:r w:rsidR="008C5C61" w:rsidRPr="004C3E92">
        <w:t>de pouvoir contempler cet endroit avec aussi peu de douleur</w:t>
      </w:r>
      <w:r>
        <w:t xml:space="preserve"> ! </w:t>
      </w:r>
      <w:r w:rsidR="008C5C61" w:rsidRPr="004C3E92">
        <w:t>Parlerons-nous jamais de ce sujet-là</w:t>
      </w:r>
      <w:r>
        <w:t xml:space="preserve">, </w:t>
      </w:r>
      <w:proofErr w:type="spellStart"/>
      <w:r w:rsidR="008C5C61" w:rsidRPr="004C3E92">
        <w:t>Elinor</w:t>
      </w:r>
      <w:proofErr w:type="spellEnd"/>
      <w:r>
        <w:t xml:space="preserve"> ? – </w:t>
      </w:r>
      <w:r w:rsidR="008C5C61" w:rsidRPr="004C3E92">
        <w:t>cela fut dit d</w:t>
      </w:r>
      <w:r>
        <w:t>’</w:t>
      </w:r>
      <w:r w:rsidR="008C5C61" w:rsidRPr="004C3E92">
        <w:t>un ton hésitant</w:t>
      </w:r>
      <w:r>
        <w:t xml:space="preserve">. </w:t>
      </w:r>
      <w:r w:rsidR="008C5C61" w:rsidRPr="004C3E92">
        <w:t>Ou bien sera-ce mal</w:t>
      </w:r>
      <w:r>
        <w:t xml:space="preserve"> ? </w:t>
      </w:r>
      <w:r w:rsidR="008C5C61" w:rsidRPr="004C3E92">
        <w:t xml:space="preserve">Je suis </w:t>
      </w:r>
      <w:r w:rsidR="008C5C61" w:rsidRPr="004C3E92">
        <w:rPr>
          <w:i/>
          <w:iCs/>
        </w:rPr>
        <w:t>capable</w:t>
      </w:r>
      <w:r w:rsidR="008C5C61" w:rsidRPr="004C3E92">
        <w:t xml:space="preserve"> d</w:t>
      </w:r>
      <w:r>
        <w:t>’</w:t>
      </w:r>
      <w:r w:rsidR="008C5C61" w:rsidRPr="004C3E92">
        <w:t>en parler</w:t>
      </w:r>
      <w:r>
        <w:t xml:space="preserve">, </w:t>
      </w:r>
      <w:r w:rsidR="008C5C61" w:rsidRPr="004C3E92">
        <w:t>maintenant</w:t>
      </w:r>
      <w:r>
        <w:t xml:space="preserve">, </w:t>
      </w:r>
      <w:r w:rsidR="008C5C61" w:rsidRPr="004C3E92">
        <w:t>je l</w:t>
      </w:r>
      <w:r>
        <w:t>’</w:t>
      </w:r>
      <w:r w:rsidR="008C5C61" w:rsidRPr="004C3E92">
        <w:t>espère</w:t>
      </w:r>
      <w:r>
        <w:t xml:space="preserve">, </w:t>
      </w:r>
      <w:r w:rsidR="008C5C61" w:rsidRPr="004C3E92">
        <w:t>comme il le faudrait</w:t>
      </w:r>
      <w:r>
        <w:t>.</w:t>
      </w:r>
    </w:p>
    <w:p w14:paraId="0E189493" w14:textId="77777777" w:rsidR="004A4993" w:rsidRDefault="008C5C61" w:rsidP="004A4993">
      <w:proofErr w:type="spellStart"/>
      <w:r w:rsidRPr="004C3E92">
        <w:t>Elinor</w:t>
      </w:r>
      <w:proofErr w:type="spellEnd"/>
      <w:r w:rsidRPr="004C3E92">
        <w:t xml:space="preserve"> l</w:t>
      </w:r>
      <w:r w:rsidR="004A4993">
        <w:t>’</w:t>
      </w:r>
      <w:r w:rsidRPr="004C3E92">
        <w:t>invita tendrement à être franche</w:t>
      </w:r>
      <w:r w:rsidR="004A4993">
        <w:t>.</w:t>
      </w:r>
    </w:p>
    <w:p w14:paraId="4309379D" w14:textId="77777777" w:rsidR="004A4993" w:rsidRDefault="004A4993" w:rsidP="004A4993">
      <w:r>
        <w:t>— </w:t>
      </w:r>
      <w:r w:rsidR="008C5C61" w:rsidRPr="004C3E92">
        <w:t>Quant aux regrets</w:t>
      </w:r>
      <w:r>
        <w:t xml:space="preserve">, </w:t>
      </w:r>
      <w:r w:rsidR="008C5C61" w:rsidRPr="004C3E92">
        <w:t>dit Marianne</w:t>
      </w:r>
      <w:r>
        <w:t xml:space="preserve">, </w:t>
      </w:r>
      <w:r w:rsidR="008C5C61" w:rsidRPr="004C3E92">
        <w:t>j</w:t>
      </w:r>
      <w:r>
        <w:t>’</w:t>
      </w:r>
      <w:r w:rsidR="008C5C61" w:rsidRPr="004C3E92">
        <w:t>en ai terminé</w:t>
      </w:r>
      <w:r>
        <w:t xml:space="preserve">, </w:t>
      </w:r>
      <w:r w:rsidR="008C5C61" w:rsidRPr="004C3E92">
        <w:t>en ce qui le concerne</w:t>
      </w:r>
      <w:r>
        <w:t xml:space="preserve">, </w:t>
      </w:r>
      <w:r w:rsidR="008C5C61" w:rsidRPr="004C3E92">
        <w:rPr>
          <w:i/>
          <w:iCs/>
        </w:rPr>
        <w:t>lui</w:t>
      </w:r>
      <w:r>
        <w:t xml:space="preserve">. </w:t>
      </w:r>
      <w:r w:rsidR="008C5C61" w:rsidRPr="004C3E92">
        <w:t>Je n</w:t>
      </w:r>
      <w:r>
        <w:t>’</w:t>
      </w:r>
      <w:r w:rsidR="008C5C61" w:rsidRPr="004C3E92">
        <w:t>ai pas l</w:t>
      </w:r>
      <w:r>
        <w:t>’</w:t>
      </w:r>
      <w:r w:rsidR="008C5C61" w:rsidRPr="004C3E92">
        <w:t>intention de te parler de ce qu</w:t>
      </w:r>
      <w:r>
        <w:t>’</w:t>
      </w:r>
      <w:r w:rsidR="008C5C61" w:rsidRPr="004C3E92">
        <w:t>étaient mes sentiments envers lui</w:t>
      </w:r>
      <w:r>
        <w:t xml:space="preserve">, </w:t>
      </w:r>
      <w:r w:rsidR="008C5C61" w:rsidRPr="004C3E92">
        <w:t>mais de ce qu</w:t>
      </w:r>
      <w:r>
        <w:t>’</w:t>
      </w:r>
      <w:r w:rsidR="008C5C61" w:rsidRPr="004C3E92">
        <w:t>ils sont à présent</w:t>
      </w:r>
      <w:r>
        <w:t xml:space="preserve">. </w:t>
      </w:r>
      <w:r w:rsidR="008C5C61" w:rsidRPr="004C3E92">
        <w:t>Maintenant</w:t>
      </w:r>
      <w:r>
        <w:t xml:space="preserve">, </w:t>
      </w:r>
      <w:r w:rsidR="008C5C61" w:rsidRPr="004C3E92">
        <w:t>si je pouvais être rassurée sur un point</w:t>
      </w:r>
      <w:r>
        <w:t xml:space="preserve">, – </w:t>
      </w:r>
      <w:r w:rsidR="008C5C61" w:rsidRPr="004C3E92">
        <w:t>si je pouvais avoir le droit de penser qu</w:t>
      </w:r>
      <w:r>
        <w:t>’</w:t>
      </w:r>
      <w:r w:rsidR="008C5C61" w:rsidRPr="004C3E92">
        <w:t xml:space="preserve">il ne jouait pas </w:t>
      </w:r>
      <w:r w:rsidR="008C5C61" w:rsidRPr="004C3E92">
        <w:rPr>
          <w:i/>
          <w:iCs/>
        </w:rPr>
        <w:t>con</w:t>
      </w:r>
      <w:r w:rsidR="008C5C61" w:rsidRPr="004C3E92">
        <w:rPr>
          <w:i/>
          <w:iCs/>
        </w:rPr>
        <w:t>s</w:t>
      </w:r>
      <w:r w:rsidR="008C5C61" w:rsidRPr="004C3E92">
        <w:rPr>
          <w:i/>
          <w:iCs/>
        </w:rPr>
        <w:t>tamment</w:t>
      </w:r>
      <w:r w:rsidR="008C5C61" w:rsidRPr="004C3E92">
        <w:t xml:space="preserve"> un rôle</w:t>
      </w:r>
      <w:r>
        <w:t xml:space="preserve">, </w:t>
      </w:r>
      <w:r w:rsidR="008C5C61" w:rsidRPr="004C3E92">
        <w:t>qu</w:t>
      </w:r>
      <w:r>
        <w:t>’</w:t>
      </w:r>
      <w:r w:rsidR="008C5C61" w:rsidRPr="004C3E92">
        <w:t xml:space="preserve">il ne me trompait pas </w:t>
      </w:r>
      <w:r w:rsidR="008C5C61" w:rsidRPr="004C3E92">
        <w:rPr>
          <w:i/>
          <w:iCs/>
        </w:rPr>
        <w:t>constamment</w:t>
      </w:r>
      <w:r>
        <w:t xml:space="preserve">, – </w:t>
      </w:r>
      <w:r w:rsidR="008C5C61" w:rsidRPr="004C3E92">
        <w:t>mais surtout</w:t>
      </w:r>
      <w:r>
        <w:t xml:space="preserve">, </w:t>
      </w:r>
      <w:r w:rsidR="008C5C61" w:rsidRPr="004C3E92">
        <w:t>si je pouvais être sûre qu</w:t>
      </w:r>
      <w:r>
        <w:t>’</w:t>
      </w:r>
      <w:r w:rsidR="008C5C61" w:rsidRPr="004C3E92">
        <w:t>il n</w:t>
      </w:r>
      <w:r>
        <w:t>’</w:t>
      </w:r>
      <w:r w:rsidR="008C5C61" w:rsidRPr="004C3E92">
        <w:t xml:space="preserve">a jamais été aussi </w:t>
      </w:r>
      <w:r w:rsidR="008C5C61" w:rsidRPr="004C3E92">
        <w:lastRenderedPageBreak/>
        <w:t>foncièrement pervers que mes craintes l</w:t>
      </w:r>
      <w:r>
        <w:t>’</w:t>
      </w:r>
      <w:r w:rsidR="008C5C61" w:rsidRPr="004C3E92">
        <w:t>ont parfois imaginé</w:t>
      </w:r>
      <w:r>
        <w:t xml:space="preserve">, </w:t>
      </w:r>
      <w:r w:rsidR="008C5C61" w:rsidRPr="004C3E92">
        <w:t>depuis le récit de cette fille infortunée</w:t>
      </w:r>
      <w:r>
        <w:t>…</w:t>
      </w:r>
    </w:p>
    <w:p w14:paraId="57C4234D" w14:textId="77777777" w:rsidR="004A4993" w:rsidRDefault="008C5C61" w:rsidP="004A4993">
      <w:r w:rsidRPr="004C3E92">
        <w:t>Elle se tut</w:t>
      </w:r>
      <w:r w:rsidR="004A4993">
        <w:t xml:space="preserve">, </w:t>
      </w:r>
      <w:proofErr w:type="spellStart"/>
      <w:r w:rsidRPr="004C3E92">
        <w:t>Elinor</w:t>
      </w:r>
      <w:proofErr w:type="spellEnd"/>
      <w:r w:rsidRPr="004C3E92">
        <w:t xml:space="preserve"> se pénétra joyeusement de ses paroles</w:t>
      </w:r>
      <w:r w:rsidR="004A4993">
        <w:t xml:space="preserve">, </w:t>
      </w:r>
      <w:r w:rsidRPr="004C3E92">
        <w:t>tandis qu</w:t>
      </w:r>
      <w:r w:rsidR="004A4993">
        <w:t>’</w:t>
      </w:r>
      <w:r w:rsidRPr="004C3E92">
        <w:t>elle répondait</w:t>
      </w:r>
      <w:r w:rsidR="004A4993">
        <w:t> :</w:t>
      </w:r>
    </w:p>
    <w:p w14:paraId="69D4BE17" w14:textId="77777777" w:rsidR="004A4993" w:rsidRDefault="004A4993" w:rsidP="004A4993">
      <w:r>
        <w:t>— </w:t>
      </w:r>
      <w:r w:rsidR="008C5C61" w:rsidRPr="004C3E92">
        <w:t>Si tu pouvais en être assurée</w:t>
      </w:r>
      <w:r>
        <w:t xml:space="preserve">, </w:t>
      </w:r>
      <w:r w:rsidR="008C5C61" w:rsidRPr="004C3E92">
        <w:t>tu crois que tu serais tra</w:t>
      </w:r>
      <w:r w:rsidR="008C5C61" w:rsidRPr="004C3E92">
        <w:t>n</w:t>
      </w:r>
      <w:r w:rsidR="008C5C61" w:rsidRPr="004C3E92">
        <w:t>quillisée</w:t>
      </w:r>
      <w:r>
        <w:t> ?</w:t>
      </w:r>
    </w:p>
    <w:p w14:paraId="468E4EB7" w14:textId="77777777" w:rsidR="004A4993" w:rsidRDefault="004A4993" w:rsidP="004A4993">
      <w:r>
        <w:t>— </w:t>
      </w:r>
      <w:r w:rsidR="008C5C61" w:rsidRPr="004C3E92">
        <w:t>Oui</w:t>
      </w:r>
      <w:r>
        <w:t xml:space="preserve">. </w:t>
      </w:r>
      <w:r w:rsidR="008C5C61" w:rsidRPr="004C3E92">
        <w:t>L</w:t>
      </w:r>
      <w:r>
        <w:t>’</w:t>
      </w:r>
      <w:r w:rsidR="008C5C61" w:rsidRPr="004C3E92">
        <w:t>apaisement de mon esprit y est doublement int</w:t>
      </w:r>
      <w:r w:rsidR="008C5C61" w:rsidRPr="004C3E92">
        <w:t>é</w:t>
      </w:r>
      <w:r w:rsidR="008C5C61" w:rsidRPr="004C3E92">
        <w:t>ressé</w:t>
      </w:r>
      <w:r>
        <w:t xml:space="preserve"> ; </w:t>
      </w:r>
      <w:r w:rsidR="008C5C61" w:rsidRPr="004C3E92">
        <w:t>car non seulement il est affreux de soupçonner de pareils desseins une personne qui a été pour moi ce qu</w:t>
      </w:r>
      <w:r>
        <w:t>’</w:t>
      </w:r>
      <w:r w:rsidR="008C5C61" w:rsidRPr="004C3E92">
        <w:t>il a été</w:t>
      </w:r>
      <w:r>
        <w:t xml:space="preserve">, </w:t>
      </w:r>
      <w:r w:rsidR="008C5C61" w:rsidRPr="004C3E92">
        <w:t>lui</w:t>
      </w:r>
      <w:r>
        <w:t xml:space="preserve">, – </w:t>
      </w:r>
      <w:r w:rsidR="008C5C61" w:rsidRPr="004C3E92">
        <w:t>mais sous quel rôle cela me fait-il apparaître moi-même</w:t>
      </w:r>
      <w:r>
        <w:t xml:space="preserve"> ? </w:t>
      </w:r>
      <w:r w:rsidR="008C5C61" w:rsidRPr="004C3E92">
        <w:t>Qu</w:t>
      </w:r>
      <w:r>
        <w:t>’</w:t>
      </w:r>
      <w:r w:rsidR="008C5C61" w:rsidRPr="004C3E92">
        <w:t>est-ce donc</w:t>
      </w:r>
      <w:r>
        <w:t xml:space="preserve">, </w:t>
      </w:r>
      <w:r w:rsidR="008C5C61" w:rsidRPr="004C3E92">
        <w:t>dans une situation comme la mienne</w:t>
      </w:r>
      <w:r>
        <w:t xml:space="preserve">, </w:t>
      </w:r>
      <w:r w:rsidR="008C5C61" w:rsidRPr="004C3E92">
        <w:t>sinon une affection bien honteusement imprudente</w:t>
      </w:r>
      <w:r>
        <w:t xml:space="preserve">, </w:t>
      </w:r>
      <w:r w:rsidR="008C5C61" w:rsidRPr="004C3E92">
        <w:t>qui a pu m</w:t>
      </w:r>
      <w:r>
        <w:t>’</w:t>
      </w:r>
      <w:r w:rsidR="008C5C61" w:rsidRPr="004C3E92">
        <w:t>exposer à</w:t>
      </w:r>
      <w:r>
        <w:t>…</w:t>
      </w:r>
    </w:p>
    <w:p w14:paraId="18FFD804" w14:textId="77777777" w:rsidR="004A4993" w:rsidRDefault="004A4993" w:rsidP="004A4993">
      <w:r>
        <w:t>— </w:t>
      </w:r>
      <w:r w:rsidR="008C5C61" w:rsidRPr="004C3E92">
        <w:t>Comment</w:t>
      </w:r>
      <w:r>
        <w:t xml:space="preserve">, </w:t>
      </w:r>
      <w:r w:rsidR="008C5C61" w:rsidRPr="004C3E92">
        <w:t>alors</w:t>
      </w:r>
      <w:r>
        <w:t xml:space="preserve">, </w:t>
      </w:r>
      <w:r w:rsidR="008C5C61" w:rsidRPr="004C3E92">
        <w:t>demanda sa sœur</w:t>
      </w:r>
      <w:r>
        <w:t xml:space="preserve">, </w:t>
      </w:r>
      <w:r w:rsidR="008C5C61" w:rsidRPr="004C3E92">
        <w:t>expliquerais-tu sa conduite</w:t>
      </w:r>
      <w:r>
        <w:t> ?</w:t>
      </w:r>
    </w:p>
    <w:p w14:paraId="17E43F40" w14:textId="77777777" w:rsidR="004A4993" w:rsidRDefault="004A4993" w:rsidP="004A4993">
      <w:r>
        <w:t>— </w:t>
      </w:r>
      <w:r w:rsidR="008C5C61" w:rsidRPr="004C3E92">
        <w:t>Je le supposerais</w:t>
      </w:r>
      <w:r>
        <w:t xml:space="preserve">… </w:t>
      </w:r>
      <w:r w:rsidR="008C5C61" w:rsidRPr="004C3E92">
        <w:t>oh</w:t>
      </w:r>
      <w:r>
        <w:t xml:space="preserve">, </w:t>
      </w:r>
      <w:r w:rsidR="008C5C61" w:rsidRPr="004C3E92">
        <w:t>avec quel bonheur je le suppos</w:t>
      </w:r>
      <w:r w:rsidR="008C5C61" w:rsidRPr="004C3E92">
        <w:t>e</w:t>
      </w:r>
      <w:r w:rsidR="008C5C61" w:rsidRPr="004C3E92">
        <w:t>rais</w:t>
      </w:r>
      <w:r>
        <w:t xml:space="preserve">… </w:t>
      </w:r>
      <w:r w:rsidR="008C5C61" w:rsidRPr="004C3E92">
        <w:t>simplement inconstant</w:t>
      </w:r>
      <w:r>
        <w:t xml:space="preserve">, </w:t>
      </w:r>
      <w:r w:rsidR="008C5C61" w:rsidRPr="004C3E92">
        <w:t>très</w:t>
      </w:r>
      <w:r>
        <w:t xml:space="preserve">, </w:t>
      </w:r>
      <w:r w:rsidR="008C5C61" w:rsidRPr="004C3E92">
        <w:t>très inconstant</w:t>
      </w:r>
      <w:r>
        <w:t>.</w:t>
      </w:r>
    </w:p>
    <w:p w14:paraId="092970E6" w14:textId="77777777" w:rsidR="004A4993" w:rsidRDefault="008C5C61" w:rsidP="004A4993">
      <w:proofErr w:type="spellStart"/>
      <w:r w:rsidRPr="004C3E92">
        <w:t>Elinor</w:t>
      </w:r>
      <w:proofErr w:type="spellEnd"/>
      <w:r w:rsidRPr="004C3E92">
        <w:t xml:space="preserve"> ne dit plus rien</w:t>
      </w:r>
      <w:r w:rsidR="004A4993">
        <w:t xml:space="preserve">. </w:t>
      </w:r>
      <w:r w:rsidRPr="004C3E92">
        <w:t>Elle se livrait à un débat intérieur</w:t>
      </w:r>
      <w:r w:rsidR="004A4993">
        <w:t xml:space="preserve">, </w:t>
      </w:r>
      <w:r w:rsidRPr="004C3E92">
        <w:t>se demandant s</w:t>
      </w:r>
      <w:r w:rsidR="004A4993">
        <w:t>’</w:t>
      </w:r>
      <w:r w:rsidRPr="004C3E92">
        <w:t>il convenait de commencer immédiatement son récit</w:t>
      </w:r>
      <w:r w:rsidR="004A4993">
        <w:t xml:space="preserve">, </w:t>
      </w:r>
      <w:r w:rsidRPr="004C3E92">
        <w:t>ou de le retarder jusqu</w:t>
      </w:r>
      <w:r w:rsidR="004A4993">
        <w:t>’</w:t>
      </w:r>
      <w:r w:rsidRPr="004C3E92">
        <w:t>à ce que Marianne fût plus forte</w:t>
      </w:r>
      <w:r w:rsidR="004A4993">
        <w:t xml:space="preserve">, – </w:t>
      </w:r>
      <w:r w:rsidRPr="004C3E92">
        <w:t>et elles s</w:t>
      </w:r>
      <w:r w:rsidR="004A4993">
        <w:t>’</w:t>
      </w:r>
      <w:r w:rsidRPr="004C3E92">
        <w:t>avancèrent lentement quelques minutes en silence</w:t>
      </w:r>
      <w:r w:rsidR="004A4993">
        <w:t>.</w:t>
      </w:r>
    </w:p>
    <w:p w14:paraId="5469D7F9" w14:textId="77777777" w:rsidR="004A4993" w:rsidRDefault="004A4993" w:rsidP="004A4993">
      <w:r>
        <w:t>— </w:t>
      </w:r>
      <w:r w:rsidR="008C5C61" w:rsidRPr="004C3E92">
        <w:t>Je ne lui souhaite pas trop de bien</w:t>
      </w:r>
      <w:r>
        <w:t xml:space="preserve">, </w:t>
      </w:r>
      <w:r w:rsidR="008C5C61" w:rsidRPr="004C3E92">
        <w:t>dit enfin Marianne</w:t>
      </w:r>
      <w:r>
        <w:t xml:space="preserve">, </w:t>
      </w:r>
      <w:r w:rsidR="008C5C61" w:rsidRPr="004C3E92">
        <w:t>avec un soupir</w:t>
      </w:r>
      <w:r>
        <w:t xml:space="preserve">, </w:t>
      </w:r>
      <w:r w:rsidR="008C5C61" w:rsidRPr="004C3E92">
        <w:t>en souhaitant que ses réflexions secrètes ne soient pas plus désagréables que les miennes</w:t>
      </w:r>
      <w:r>
        <w:t xml:space="preserve">. </w:t>
      </w:r>
      <w:r w:rsidR="008C5C61" w:rsidRPr="004C3E92">
        <w:t>Il y trouvera suff</w:t>
      </w:r>
      <w:r w:rsidR="008C5C61" w:rsidRPr="004C3E92">
        <w:t>i</w:t>
      </w:r>
      <w:r w:rsidR="008C5C61" w:rsidRPr="004C3E92">
        <w:t>samment de souffrance</w:t>
      </w:r>
      <w:r>
        <w:t>.</w:t>
      </w:r>
    </w:p>
    <w:p w14:paraId="46111BDD" w14:textId="77777777" w:rsidR="004A4993" w:rsidRDefault="004A4993" w:rsidP="004A4993">
      <w:r>
        <w:t>— </w:t>
      </w:r>
      <w:r w:rsidR="008C5C61" w:rsidRPr="004C3E92">
        <w:t>Compares-tu ta conduite à la sienne</w:t>
      </w:r>
      <w:r>
        <w:t> ?</w:t>
      </w:r>
    </w:p>
    <w:p w14:paraId="158D7856" w14:textId="77777777" w:rsidR="004A4993" w:rsidRDefault="004A4993" w:rsidP="004A4993">
      <w:r>
        <w:lastRenderedPageBreak/>
        <w:t>— </w:t>
      </w:r>
      <w:r w:rsidR="008C5C61" w:rsidRPr="004C3E92">
        <w:t>Non</w:t>
      </w:r>
      <w:r>
        <w:t xml:space="preserve">. </w:t>
      </w:r>
      <w:r w:rsidR="008C5C61" w:rsidRPr="004C3E92">
        <w:t>Je la compare à ce qu</w:t>
      </w:r>
      <w:r>
        <w:t>’</w:t>
      </w:r>
      <w:r w:rsidR="008C5C61" w:rsidRPr="004C3E92">
        <w:t>elle aurait dû être</w:t>
      </w:r>
      <w:r>
        <w:t xml:space="preserve"> ; </w:t>
      </w:r>
      <w:r w:rsidR="008C5C61" w:rsidRPr="004C3E92">
        <w:t>je la co</w:t>
      </w:r>
      <w:r w:rsidR="008C5C61" w:rsidRPr="004C3E92">
        <w:t>m</w:t>
      </w:r>
      <w:r w:rsidR="008C5C61" w:rsidRPr="004C3E92">
        <w:t>pare à la tienne</w:t>
      </w:r>
      <w:r>
        <w:t>.</w:t>
      </w:r>
    </w:p>
    <w:p w14:paraId="27294615" w14:textId="77777777" w:rsidR="004A4993" w:rsidRDefault="004A4993" w:rsidP="004A4993">
      <w:r>
        <w:t>— </w:t>
      </w:r>
      <w:r w:rsidR="008C5C61" w:rsidRPr="004C3E92">
        <w:t>Nos situations ont eu peu de ressemblance</w:t>
      </w:r>
      <w:r>
        <w:t>.</w:t>
      </w:r>
    </w:p>
    <w:p w14:paraId="41F5653B" w14:textId="77777777" w:rsidR="004A4993" w:rsidRDefault="004A4993" w:rsidP="004A4993">
      <w:r>
        <w:t>— </w:t>
      </w:r>
      <w:r w:rsidR="008C5C61" w:rsidRPr="004C3E92">
        <w:t>Elles en ont eu plus que notre conduite</w:t>
      </w:r>
      <w:r>
        <w:t xml:space="preserve">. </w:t>
      </w:r>
      <w:r w:rsidR="008C5C61" w:rsidRPr="004C3E92">
        <w:t xml:space="preserve">Ma bien chère </w:t>
      </w:r>
      <w:proofErr w:type="spellStart"/>
      <w:r w:rsidR="008C5C61" w:rsidRPr="004C3E92">
        <w:t>Elinor</w:t>
      </w:r>
      <w:proofErr w:type="spellEnd"/>
      <w:r>
        <w:t xml:space="preserve">, </w:t>
      </w:r>
      <w:r w:rsidR="008C5C61" w:rsidRPr="004C3E92">
        <w:t>ne permets pas à ta bonté de défendre ce que ton jug</w:t>
      </w:r>
      <w:r w:rsidR="008C5C61" w:rsidRPr="004C3E92">
        <w:t>e</w:t>
      </w:r>
      <w:r w:rsidR="008C5C61" w:rsidRPr="004C3E92">
        <w:t>ment</w:t>
      </w:r>
      <w:r>
        <w:t xml:space="preserve">, </w:t>
      </w:r>
      <w:r w:rsidR="008C5C61" w:rsidRPr="004C3E92">
        <w:t>je le sais</w:t>
      </w:r>
      <w:r>
        <w:t xml:space="preserve">, </w:t>
      </w:r>
      <w:r w:rsidR="008C5C61" w:rsidRPr="004C3E92">
        <w:t>doit blâmer</w:t>
      </w:r>
      <w:r>
        <w:t xml:space="preserve">. </w:t>
      </w:r>
      <w:r w:rsidR="008C5C61" w:rsidRPr="004C3E92">
        <w:t>Ma maladie m</w:t>
      </w:r>
      <w:r>
        <w:t>’</w:t>
      </w:r>
      <w:r w:rsidR="008C5C61" w:rsidRPr="004C3E92">
        <w:t>a fait réfléchir</w:t>
      </w:r>
      <w:r>
        <w:t xml:space="preserve"> ; </w:t>
      </w:r>
      <w:r w:rsidR="008C5C61" w:rsidRPr="004C3E92">
        <w:t>elle m</w:t>
      </w:r>
      <w:r>
        <w:t>’</w:t>
      </w:r>
      <w:r w:rsidR="008C5C61" w:rsidRPr="004C3E92">
        <w:t>a donné le loisir et le calme nécessaires au recueillement s</w:t>
      </w:r>
      <w:r w:rsidR="008C5C61" w:rsidRPr="004C3E92">
        <w:t>é</w:t>
      </w:r>
      <w:r w:rsidR="008C5C61" w:rsidRPr="004C3E92">
        <w:t>rieux</w:t>
      </w:r>
      <w:r>
        <w:t xml:space="preserve">. </w:t>
      </w:r>
      <w:r w:rsidR="008C5C61" w:rsidRPr="004C3E92">
        <w:t>Bien avant que je ne fusse suffisamment remise pour pouvoir parler</w:t>
      </w:r>
      <w:r>
        <w:t xml:space="preserve">, </w:t>
      </w:r>
      <w:r w:rsidR="008C5C61" w:rsidRPr="004C3E92">
        <w:t>j</w:t>
      </w:r>
      <w:r>
        <w:t>’</w:t>
      </w:r>
      <w:r w:rsidR="008C5C61" w:rsidRPr="004C3E92">
        <w:t>étais parfaitement capable de réfléchir</w:t>
      </w:r>
      <w:r>
        <w:t xml:space="preserve">. </w:t>
      </w:r>
      <w:r w:rsidR="008C5C61" w:rsidRPr="004C3E92">
        <w:t>J</w:t>
      </w:r>
      <w:r>
        <w:t>’</w:t>
      </w:r>
      <w:r w:rsidR="008C5C61" w:rsidRPr="004C3E92">
        <w:t>ai songé au passé</w:t>
      </w:r>
      <w:r>
        <w:t xml:space="preserve"> : </w:t>
      </w:r>
      <w:r w:rsidR="008C5C61" w:rsidRPr="004C3E92">
        <w:t>je n</w:t>
      </w:r>
      <w:r>
        <w:t>’</w:t>
      </w:r>
      <w:r w:rsidR="008C5C61" w:rsidRPr="004C3E92">
        <w:t>ai vu dans ma propre conduite</w:t>
      </w:r>
      <w:r>
        <w:t xml:space="preserve">, </w:t>
      </w:r>
      <w:r w:rsidR="008C5C61" w:rsidRPr="004C3E92">
        <w:t>depuis le début de notre connaissance avec lui</w:t>
      </w:r>
      <w:r>
        <w:t xml:space="preserve">, </w:t>
      </w:r>
      <w:r w:rsidR="008C5C61" w:rsidRPr="004C3E92">
        <w:t>l</w:t>
      </w:r>
      <w:r>
        <w:t>’</w:t>
      </w:r>
      <w:r w:rsidR="008C5C61" w:rsidRPr="004C3E92">
        <w:t>automne dernier</w:t>
      </w:r>
      <w:r>
        <w:t xml:space="preserve">, </w:t>
      </w:r>
      <w:r w:rsidR="008C5C61" w:rsidRPr="004C3E92">
        <w:t>qu</w:t>
      </w:r>
      <w:r>
        <w:t>’</w:t>
      </w:r>
      <w:r w:rsidR="008C5C61" w:rsidRPr="004C3E92">
        <w:t>une série d</w:t>
      </w:r>
      <w:r>
        <w:t>’</w:t>
      </w:r>
      <w:r w:rsidR="008C5C61" w:rsidRPr="004C3E92">
        <w:t>imprudences envers moi-même</w:t>
      </w:r>
      <w:r>
        <w:t xml:space="preserve">, </w:t>
      </w:r>
      <w:r w:rsidR="008C5C61" w:rsidRPr="004C3E92">
        <w:t>et de manques de bonté envers les autres</w:t>
      </w:r>
      <w:r>
        <w:t xml:space="preserve">. </w:t>
      </w:r>
      <w:r w:rsidR="008C5C61" w:rsidRPr="004C3E92">
        <w:t>J</w:t>
      </w:r>
      <w:r>
        <w:t>’</w:t>
      </w:r>
      <w:r w:rsidR="008C5C61" w:rsidRPr="004C3E92">
        <w:t>ai vu que mes propres sentiments avaient préparé mes souffrances</w:t>
      </w:r>
      <w:r>
        <w:t xml:space="preserve">, </w:t>
      </w:r>
      <w:r w:rsidR="008C5C61" w:rsidRPr="004C3E92">
        <w:t>et que mon manque de force morale sous leur fardeau m</w:t>
      </w:r>
      <w:r>
        <w:t>’</w:t>
      </w:r>
      <w:r w:rsidR="008C5C61" w:rsidRPr="004C3E92">
        <w:t>avait presque menée au tombeau</w:t>
      </w:r>
      <w:r>
        <w:t xml:space="preserve">. </w:t>
      </w:r>
      <w:r w:rsidR="008C5C61" w:rsidRPr="004C3E92">
        <w:t>Ma m</w:t>
      </w:r>
      <w:r w:rsidR="008C5C61" w:rsidRPr="004C3E92">
        <w:t>a</w:t>
      </w:r>
      <w:r w:rsidR="008C5C61" w:rsidRPr="004C3E92">
        <w:t>ladie</w:t>
      </w:r>
      <w:r>
        <w:t xml:space="preserve">, </w:t>
      </w:r>
      <w:r w:rsidR="008C5C61" w:rsidRPr="004C3E92">
        <w:t>je le savais bien</w:t>
      </w:r>
      <w:r>
        <w:t xml:space="preserve">, </w:t>
      </w:r>
      <w:r w:rsidR="008C5C61" w:rsidRPr="004C3E92">
        <w:t>avait été entièrement de mon fait</w:t>
      </w:r>
      <w:r>
        <w:t xml:space="preserve">, </w:t>
      </w:r>
      <w:r w:rsidR="008C5C61" w:rsidRPr="004C3E92">
        <w:t>causée par une négligence à l</w:t>
      </w:r>
      <w:r>
        <w:t>’</w:t>
      </w:r>
      <w:r w:rsidR="008C5C61" w:rsidRPr="004C3E92">
        <w:t>égard de ma propre santé</w:t>
      </w:r>
      <w:r>
        <w:t xml:space="preserve">, </w:t>
      </w:r>
      <w:r w:rsidR="008C5C61" w:rsidRPr="004C3E92">
        <w:t>que j</w:t>
      </w:r>
      <w:r>
        <w:t>’</w:t>
      </w:r>
      <w:r w:rsidR="008C5C61" w:rsidRPr="004C3E92">
        <w:t>avais bien sentie</w:t>
      </w:r>
      <w:r>
        <w:t xml:space="preserve">, </w:t>
      </w:r>
      <w:r w:rsidR="008C5C61" w:rsidRPr="004C3E92">
        <w:t>sur le moment</w:t>
      </w:r>
      <w:r>
        <w:t xml:space="preserve">, </w:t>
      </w:r>
      <w:r w:rsidR="008C5C61" w:rsidRPr="004C3E92">
        <w:t>être coupable</w:t>
      </w:r>
      <w:r>
        <w:t xml:space="preserve">. </w:t>
      </w:r>
      <w:r w:rsidR="008C5C61" w:rsidRPr="004C3E92">
        <w:t>Si j</w:t>
      </w:r>
      <w:r>
        <w:t>’</w:t>
      </w:r>
      <w:r w:rsidR="008C5C61" w:rsidRPr="004C3E92">
        <w:t>étais morte</w:t>
      </w:r>
      <w:r>
        <w:t xml:space="preserve">, </w:t>
      </w:r>
      <w:r w:rsidR="008C5C61" w:rsidRPr="004C3E92">
        <w:t>c</w:t>
      </w:r>
      <w:r>
        <w:t>’</w:t>
      </w:r>
      <w:r w:rsidR="008C5C61" w:rsidRPr="004C3E92">
        <w:t>eût été un suicide</w:t>
      </w:r>
      <w:r>
        <w:t xml:space="preserve">. </w:t>
      </w:r>
      <w:r w:rsidR="008C5C61" w:rsidRPr="004C3E92">
        <w:t>Je n</w:t>
      </w:r>
      <w:r>
        <w:t>’</w:t>
      </w:r>
      <w:r w:rsidR="008C5C61" w:rsidRPr="004C3E92">
        <w:t>ai connu mon danger que lorsqu</w:t>
      </w:r>
      <w:r>
        <w:t>’</w:t>
      </w:r>
      <w:r w:rsidR="008C5C61" w:rsidRPr="004C3E92">
        <w:t xml:space="preserve">il </w:t>
      </w:r>
      <w:proofErr w:type="gramStart"/>
      <w:r w:rsidR="008C5C61" w:rsidRPr="004C3E92">
        <w:t>eût</w:t>
      </w:r>
      <w:proofErr w:type="gramEnd"/>
      <w:r w:rsidR="008C5C61" w:rsidRPr="004C3E92">
        <w:t xml:space="preserve"> été diss</w:t>
      </w:r>
      <w:r w:rsidR="008C5C61" w:rsidRPr="004C3E92">
        <w:t>i</w:t>
      </w:r>
      <w:r w:rsidR="008C5C61" w:rsidRPr="004C3E92">
        <w:t>pé</w:t>
      </w:r>
      <w:r>
        <w:t xml:space="preserve"> ; </w:t>
      </w:r>
      <w:r w:rsidR="008C5C61" w:rsidRPr="004C3E92">
        <w:t>mais avec des sentiments tels que m</w:t>
      </w:r>
      <w:r>
        <w:t>’</w:t>
      </w:r>
      <w:r w:rsidR="008C5C61" w:rsidRPr="004C3E92">
        <w:t>en donnèrent ces r</w:t>
      </w:r>
      <w:r w:rsidR="008C5C61" w:rsidRPr="004C3E92">
        <w:t>é</w:t>
      </w:r>
      <w:r w:rsidR="008C5C61" w:rsidRPr="004C3E92">
        <w:t>flexions</w:t>
      </w:r>
      <w:r>
        <w:t xml:space="preserve">, </w:t>
      </w:r>
      <w:r w:rsidR="008C5C61" w:rsidRPr="004C3E92">
        <w:t>je m</w:t>
      </w:r>
      <w:r>
        <w:t>’</w:t>
      </w:r>
      <w:r w:rsidR="008C5C61" w:rsidRPr="004C3E92">
        <w:t>étonne de ma guérison</w:t>
      </w:r>
      <w:r>
        <w:t xml:space="preserve">, – </w:t>
      </w:r>
      <w:r w:rsidR="008C5C61" w:rsidRPr="004C3E92">
        <w:t>je m</w:t>
      </w:r>
      <w:r>
        <w:t>’</w:t>
      </w:r>
      <w:r w:rsidR="008C5C61" w:rsidRPr="004C3E92">
        <w:t>étonne que l</w:t>
      </w:r>
      <w:r>
        <w:t>’</w:t>
      </w:r>
      <w:r w:rsidR="008C5C61" w:rsidRPr="004C3E92">
        <w:t>ardeur même de mon désir de vivre</w:t>
      </w:r>
      <w:r>
        <w:t xml:space="preserve">, </w:t>
      </w:r>
      <w:r w:rsidR="008C5C61" w:rsidRPr="004C3E92">
        <w:t>d</w:t>
      </w:r>
      <w:r>
        <w:t>’</w:t>
      </w:r>
      <w:r w:rsidR="008C5C61" w:rsidRPr="004C3E92">
        <w:t>avoir le temps de me racheter devant mon Dieu et devant vous tous</w:t>
      </w:r>
      <w:r>
        <w:t xml:space="preserve">, </w:t>
      </w:r>
      <w:r w:rsidR="008C5C61" w:rsidRPr="004C3E92">
        <w:t>ne m</w:t>
      </w:r>
      <w:r>
        <w:t>’</w:t>
      </w:r>
      <w:r w:rsidR="008C5C61" w:rsidRPr="004C3E92">
        <w:t>ait pas tuée imm</w:t>
      </w:r>
      <w:r w:rsidR="008C5C61" w:rsidRPr="004C3E92">
        <w:t>é</w:t>
      </w:r>
      <w:r w:rsidR="008C5C61" w:rsidRPr="004C3E92">
        <w:t>diatement</w:t>
      </w:r>
      <w:r>
        <w:t xml:space="preserve">. </w:t>
      </w:r>
      <w:r w:rsidR="008C5C61" w:rsidRPr="004C3E92">
        <w:t>Si j</w:t>
      </w:r>
      <w:r>
        <w:t>’</w:t>
      </w:r>
      <w:r w:rsidR="008C5C61" w:rsidRPr="004C3E92">
        <w:t>étais morte</w:t>
      </w:r>
      <w:r>
        <w:t xml:space="preserve">, </w:t>
      </w:r>
      <w:r w:rsidR="008C5C61" w:rsidRPr="004C3E92">
        <w:t>dans quelle détresse toute spéciale je t</w:t>
      </w:r>
      <w:r>
        <w:t>’</w:t>
      </w:r>
      <w:r w:rsidR="008C5C61" w:rsidRPr="004C3E92">
        <w:t>aurais laissée</w:t>
      </w:r>
      <w:r>
        <w:t xml:space="preserve">, </w:t>
      </w:r>
      <w:r w:rsidR="008C5C61" w:rsidRPr="004C3E92">
        <w:t>toi</w:t>
      </w:r>
      <w:r>
        <w:t xml:space="preserve">, </w:t>
      </w:r>
      <w:r w:rsidR="008C5C61" w:rsidRPr="004C3E92">
        <w:t>mon infirmière</w:t>
      </w:r>
      <w:r>
        <w:t xml:space="preserve">, </w:t>
      </w:r>
      <w:r w:rsidR="008C5C61" w:rsidRPr="004C3E92">
        <w:t>mon amie</w:t>
      </w:r>
      <w:r>
        <w:t xml:space="preserve">, </w:t>
      </w:r>
      <w:r w:rsidR="008C5C61" w:rsidRPr="004C3E92">
        <w:t>ma sœur</w:t>
      </w:r>
      <w:r>
        <w:t xml:space="preserve"> ! – </w:t>
      </w:r>
      <w:r w:rsidR="008C5C61" w:rsidRPr="004C3E92">
        <w:t>Toi</w:t>
      </w:r>
      <w:r>
        <w:t xml:space="preserve">, </w:t>
      </w:r>
      <w:r w:rsidR="008C5C61" w:rsidRPr="004C3E92">
        <w:t>qui avais vu tout l</w:t>
      </w:r>
      <w:r>
        <w:t>’</w:t>
      </w:r>
      <w:r w:rsidR="008C5C61" w:rsidRPr="004C3E92">
        <w:t>égoïsme tourmenté de mes jours récents</w:t>
      </w:r>
      <w:r>
        <w:t xml:space="preserve"> ; </w:t>
      </w:r>
      <w:r w:rsidR="008C5C61" w:rsidRPr="004C3E92">
        <w:t>qui avais connu tous les murmures de mon cœur</w:t>
      </w:r>
      <w:r>
        <w:t xml:space="preserve"> ! – </w:t>
      </w:r>
      <w:r w:rsidR="008C5C61" w:rsidRPr="004C3E92">
        <w:t>Sous quelle forme aurais-je vécu dans ton souvenir</w:t>
      </w:r>
      <w:r>
        <w:t xml:space="preserve"> ?… </w:t>
      </w:r>
      <w:r w:rsidR="008C5C61" w:rsidRPr="004C3E92">
        <w:t>Et ma mère</w:t>
      </w:r>
      <w:r>
        <w:t xml:space="preserve">, </w:t>
      </w:r>
      <w:r w:rsidR="008C5C61" w:rsidRPr="004C3E92">
        <w:t>aussi</w:t>
      </w:r>
      <w:r>
        <w:t xml:space="preserve"> ! </w:t>
      </w:r>
      <w:r w:rsidR="008C5C61" w:rsidRPr="004C3E92">
        <w:t>Comment aurais-tu pu la consoler</w:t>
      </w:r>
      <w:r>
        <w:t xml:space="preserve"> ? – </w:t>
      </w:r>
      <w:r w:rsidR="008C5C61" w:rsidRPr="004C3E92">
        <w:t>Je ne puis exprimer l</w:t>
      </w:r>
      <w:r>
        <w:t>’</w:t>
      </w:r>
      <w:r w:rsidR="008C5C61" w:rsidRPr="004C3E92">
        <w:t>horreur que je m</w:t>
      </w:r>
      <w:r>
        <w:t>’</w:t>
      </w:r>
      <w:r w:rsidR="008C5C61" w:rsidRPr="004C3E92">
        <w:t>inspirais à moi-même</w:t>
      </w:r>
      <w:r>
        <w:t xml:space="preserve">. </w:t>
      </w:r>
      <w:r w:rsidR="008C5C61" w:rsidRPr="004C3E92">
        <w:t>Chaque fois que je me tournais vers le passé</w:t>
      </w:r>
      <w:r>
        <w:t xml:space="preserve">, </w:t>
      </w:r>
      <w:r w:rsidR="008C5C61" w:rsidRPr="004C3E92">
        <w:t xml:space="preserve">je voyais quelque devoir </w:t>
      </w:r>
      <w:r w:rsidR="008C5C61" w:rsidRPr="004C3E92">
        <w:lastRenderedPageBreak/>
        <w:t>négligé</w:t>
      </w:r>
      <w:r>
        <w:t xml:space="preserve">, </w:t>
      </w:r>
      <w:r w:rsidR="008C5C61" w:rsidRPr="004C3E92">
        <w:t>ou que</w:t>
      </w:r>
      <w:r w:rsidR="008C5C61" w:rsidRPr="004C3E92">
        <w:t>l</w:t>
      </w:r>
      <w:r w:rsidR="008C5C61" w:rsidRPr="004C3E92">
        <w:t>que défaut auquel j</w:t>
      </w:r>
      <w:r>
        <w:t>’</w:t>
      </w:r>
      <w:r w:rsidR="008C5C61" w:rsidRPr="004C3E92">
        <w:t>avais cédé</w:t>
      </w:r>
      <w:r>
        <w:t xml:space="preserve">. </w:t>
      </w:r>
      <w:r w:rsidR="008C5C61" w:rsidRPr="004C3E92">
        <w:t>Tout le monde semblait lésé par moi</w:t>
      </w:r>
      <w:r>
        <w:t xml:space="preserve">. </w:t>
      </w:r>
      <w:r w:rsidR="008C5C61" w:rsidRPr="004C3E92">
        <w:t>La bonté</w:t>
      </w:r>
      <w:r>
        <w:t xml:space="preserve">, </w:t>
      </w:r>
      <w:r w:rsidR="008C5C61" w:rsidRPr="004C3E92">
        <w:t>la constante bonté de Mrs</w:t>
      </w:r>
      <w:r>
        <w:t xml:space="preserve">. </w:t>
      </w:r>
      <w:r w:rsidR="008C5C61" w:rsidRPr="004C3E92">
        <w:t>Jennings</w:t>
      </w:r>
      <w:r>
        <w:t xml:space="preserve">, </w:t>
      </w:r>
      <w:r w:rsidR="008C5C61" w:rsidRPr="004C3E92">
        <w:t>je l</w:t>
      </w:r>
      <w:r>
        <w:t>’</w:t>
      </w:r>
      <w:r w:rsidR="008C5C61" w:rsidRPr="004C3E92">
        <w:t>avais récompensée d</w:t>
      </w:r>
      <w:r>
        <w:t>’</w:t>
      </w:r>
      <w:r w:rsidR="008C5C61" w:rsidRPr="004C3E92">
        <w:t>un mépris ingrat</w:t>
      </w:r>
      <w:r>
        <w:t xml:space="preserve">. </w:t>
      </w:r>
      <w:r w:rsidR="008C5C61" w:rsidRPr="004C3E92">
        <w:t>Envers les Middleton</w:t>
      </w:r>
      <w:r>
        <w:t xml:space="preserve">, </w:t>
      </w:r>
      <w:r w:rsidR="008C5C61" w:rsidRPr="004C3E92">
        <w:t>les Pa</w:t>
      </w:r>
      <w:r w:rsidR="008C5C61" w:rsidRPr="004C3E92">
        <w:t>l</w:t>
      </w:r>
      <w:r w:rsidR="008C5C61" w:rsidRPr="004C3E92">
        <w:t>mer</w:t>
      </w:r>
      <w:r>
        <w:t xml:space="preserve">, </w:t>
      </w:r>
      <w:r w:rsidR="008C5C61" w:rsidRPr="004C3E92">
        <w:t>les Steele</w:t>
      </w:r>
      <w:r>
        <w:t xml:space="preserve">, </w:t>
      </w:r>
      <w:r w:rsidR="008C5C61" w:rsidRPr="004C3E92">
        <w:t>même envers chacune de nos connaissances courantes</w:t>
      </w:r>
      <w:r>
        <w:t xml:space="preserve">, </w:t>
      </w:r>
      <w:r w:rsidR="008C5C61" w:rsidRPr="004C3E92">
        <w:t>je m</w:t>
      </w:r>
      <w:r>
        <w:t>’</w:t>
      </w:r>
      <w:r w:rsidR="008C5C61" w:rsidRPr="004C3E92">
        <w:t>étais montrée insolente et injuste</w:t>
      </w:r>
      <w:r>
        <w:t xml:space="preserve">, </w:t>
      </w:r>
      <w:r w:rsidR="008C5C61" w:rsidRPr="004C3E92">
        <w:t>le cœur durci à l</w:t>
      </w:r>
      <w:r>
        <w:t>’</w:t>
      </w:r>
      <w:r w:rsidR="008C5C61" w:rsidRPr="004C3E92">
        <w:t>encontre de leurs mérites</w:t>
      </w:r>
      <w:r>
        <w:t xml:space="preserve">, </w:t>
      </w:r>
      <w:r w:rsidR="008C5C61" w:rsidRPr="004C3E92">
        <w:t>et l</w:t>
      </w:r>
      <w:r>
        <w:t>’</w:t>
      </w:r>
      <w:r w:rsidR="008C5C61" w:rsidRPr="004C3E92">
        <w:t>humeur irritée par leurs égards mêmes</w:t>
      </w:r>
      <w:r>
        <w:t xml:space="preserve">. </w:t>
      </w:r>
      <w:r w:rsidR="008C5C61" w:rsidRPr="004C3E92">
        <w:t>Quant à John</w:t>
      </w:r>
      <w:r>
        <w:t xml:space="preserve">, </w:t>
      </w:r>
      <w:r w:rsidR="008C5C61" w:rsidRPr="004C3E92">
        <w:t>à Fanny</w:t>
      </w:r>
      <w:r>
        <w:t xml:space="preserve">, – </w:t>
      </w:r>
      <w:r w:rsidR="008C5C61" w:rsidRPr="004C3E92">
        <w:t>oui même à eux</w:t>
      </w:r>
      <w:r>
        <w:t xml:space="preserve">, </w:t>
      </w:r>
      <w:r w:rsidR="008C5C61" w:rsidRPr="004C3E92">
        <w:t>quelque peu qu</w:t>
      </w:r>
      <w:r>
        <w:t>’</w:t>
      </w:r>
      <w:r w:rsidR="008C5C61" w:rsidRPr="004C3E92">
        <w:t>ils méritent</w:t>
      </w:r>
      <w:r>
        <w:t xml:space="preserve">, – </w:t>
      </w:r>
      <w:r w:rsidR="008C5C61" w:rsidRPr="004C3E92">
        <w:t>je leur avais donné moins que leur dû</w:t>
      </w:r>
      <w:r>
        <w:t xml:space="preserve">. </w:t>
      </w:r>
      <w:r w:rsidR="008C5C61" w:rsidRPr="004C3E92">
        <w:t>Mais c</w:t>
      </w:r>
      <w:r>
        <w:t>’</w:t>
      </w:r>
      <w:r w:rsidR="008C5C61" w:rsidRPr="004C3E92">
        <w:t>est toi</w:t>
      </w:r>
      <w:r>
        <w:t xml:space="preserve">, </w:t>
      </w:r>
      <w:r w:rsidR="008C5C61" w:rsidRPr="004C3E92">
        <w:t>par-dessus tous</w:t>
      </w:r>
      <w:r>
        <w:t xml:space="preserve">, </w:t>
      </w:r>
      <w:r w:rsidR="008C5C61" w:rsidRPr="004C3E92">
        <w:t>plus que ma mère</w:t>
      </w:r>
      <w:r>
        <w:t xml:space="preserve">, – </w:t>
      </w:r>
      <w:r w:rsidR="008C5C61" w:rsidRPr="004C3E92">
        <w:t>qui avais été l</w:t>
      </w:r>
      <w:r w:rsidR="008C5C61" w:rsidRPr="004C3E92">
        <w:t>é</w:t>
      </w:r>
      <w:r w:rsidR="008C5C61" w:rsidRPr="004C3E92">
        <w:t>sée par moi</w:t>
      </w:r>
      <w:r>
        <w:t xml:space="preserve">. </w:t>
      </w:r>
      <w:r w:rsidR="008C5C61" w:rsidRPr="004C3E92">
        <w:t>Moi</w:t>
      </w:r>
      <w:r>
        <w:t xml:space="preserve">, </w:t>
      </w:r>
      <w:r w:rsidR="008C5C61" w:rsidRPr="004C3E92">
        <w:t>et moi seule</w:t>
      </w:r>
      <w:r>
        <w:t xml:space="preserve">, </w:t>
      </w:r>
      <w:r w:rsidR="008C5C61" w:rsidRPr="004C3E92">
        <w:t>je connaissais ton cœur et ses chagrins</w:t>
      </w:r>
      <w:r>
        <w:t xml:space="preserve"> ; </w:t>
      </w:r>
      <w:r w:rsidR="008C5C61" w:rsidRPr="004C3E92">
        <w:t>et pourtant</w:t>
      </w:r>
      <w:r>
        <w:t xml:space="preserve">, </w:t>
      </w:r>
      <w:r w:rsidR="008C5C61" w:rsidRPr="004C3E92">
        <w:t>en quoi cela m</w:t>
      </w:r>
      <w:r>
        <w:t>’</w:t>
      </w:r>
      <w:r w:rsidR="008C5C61" w:rsidRPr="004C3E92">
        <w:t>avait-il influencée</w:t>
      </w:r>
      <w:r>
        <w:t xml:space="preserve"> ? </w:t>
      </w:r>
      <w:r w:rsidR="008C5C61" w:rsidRPr="004C3E92">
        <w:t>Ce</w:t>
      </w:r>
      <w:r w:rsidR="008C5C61" w:rsidRPr="004C3E92">
        <w:t>r</w:t>
      </w:r>
      <w:r w:rsidR="008C5C61" w:rsidRPr="004C3E92">
        <w:t>tes</w:t>
      </w:r>
      <w:r>
        <w:t xml:space="preserve">, </w:t>
      </w:r>
      <w:r w:rsidR="008C5C61" w:rsidRPr="004C3E92">
        <w:t>à nulle compassion qui eût pu profiter à toi ni à moi</w:t>
      </w:r>
      <w:r>
        <w:t xml:space="preserve">. </w:t>
      </w:r>
      <w:r w:rsidR="008C5C61" w:rsidRPr="004C3E92">
        <w:t>J</w:t>
      </w:r>
      <w:r>
        <w:t>’</w:t>
      </w:r>
      <w:r w:rsidR="008C5C61" w:rsidRPr="004C3E92">
        <w:t>avais ton exemple devant les yeux</w:t>
      </w:r>
      <w:r>
        <w:t xml:space="preserve"> : </w:t>
      </w:r>
      <w:r w:rsidR="008C5C61" w:rsidRPr="004C3E92">
        <w:t>mais à quoi m</w:t>
      </w:r>
      <w:r>
        <w:t>’</w:t>
      </w:r>
      <w:r w:rsidR="008C5C61" w:rsidRPr="004C3E92">
        <w:t>avait-il servi</w:t>
      </w:r>
      <w:r>
        <w:t xml:space="preserve"> ? </w:t>
      </w:r>
      <w:r w:rsidR="008C5C61" w:rsidRPr="004C3E92">
        <w:t>En avais-je plus d</w:t>
      </w:r>
      <w:r>
        <w:t>’</w:t>
      </w:r>
      <w:r w:rsidR="008C5C61" w:rsidRPr="004C3E92">
        <w:t>égards pour toi et pour ton réconfort</w:t>
      </w:r>
      <w:r>
        <w:t xml:space="preserve"> ? </w:t>
      </w:r>
      <w:r w:rsidR="008C5C61" w:rsidRPr="004C3E92">
        <w:t>Avais-je imité ta longanimité</w:t>
      </w:r>
      <w:r>
        <w:t xml:space="preserve">, </w:t>
      </w:r>
      <w:r w:rsidR="008C5C61" w:rsidRPr="004C3E92">
        <w:t>ou diminué tes contraintes</w:t>
      </w:r>
      <w:r>
        <w:t xml:space="preserve">, </w:t>
      </w:r>
      <w:r w:rsidR="008C5C61" w:rsidRPr="004C3E92">
        <w:t>en participant à ces services de complaisance générale ou de gratitude partic</w:t>
      </w:r>
      <w:r w:rsidR="008C5C61" w:rsidRPr="004C3E92">
        <w:t>u</w:t>
      </w:r>
      <w:r w:rsidR="008C5C61" w:rsidRPr="004C3E92">
        <w:t>lière que tu avais jusque-là été laissée seule à effectuer</w:t>
      </w:r>
      <w:r>
        <w:t xml:space="preserve"> ? </w:t>
      </w:r>
      <w:r w:rsidR="008C5C61" w:rsidRPr="004C3E92">
        <w:t>Non</w:t>
      </w:r>
      <w:r>
        <w:t xml:space="preserve"> ! </w:t>
      </w:r>
      <w:r w:rsidR="008C5C61" w:rsidRPr="004C3E92">
        <w:t>Et quand j</w:t>
      </w:r>
      <w:r>
        <w:t>’</w:t>
      </w:r>
      <w:r w:rsidR="008C5C61" w:rsidRPr="004C3E92">
        <w:t>avais su que tu étais malheureuse</w:t>
      </w:r>
      <w:r>
        <w:t xml:space="preserve">, </w:t>
      </w:r>
      <w:r w:rsidR="008C5C61" w:rsidRPr="004C3E92">
        <w:t>non moins que quand j</w:t>
      </w:r>
      <w:r>
        <w:t>’</w:t>
      </w:r>
      <w:r w:rsidR="008C5C61" w:rsidRPr="004C3E92">
        <w:t>avais cru que tu étais tranquille</w:t>
      </w:r>
      <w:r>
        <w:t xml:space="preserve">, </w:t>
      </w:r>
      <w:r w:rsidR="008C5C61" w:rsidRPr="004C3E92">
        <w:t>je m</w:t>
      </w:r>
      <w:r>
        <w:t>’</w:t>
      </w:r>
      <w:r w:rsidR="008C5C61" w:rsidRPr="004C3E92">
        <w:t>étais tout autant détournée de l</w:t>
      </w:r>
      <w:r>
        <w:t>’</w:t>
      </w:r>
      <w:r w:rsidR="008C5C61" w:rsidRPr="004C3E92">
        <w:t>accomplissement de tous mes devoirs et de toute manifestation d</w:t>
      </w:r>
      <w:r>
        <w:t>’</w:t>
      </w:r>
      <w:r w:rsidR="008C5C61" w:rsidRPr="004C3E92">
        <w:t>amitié</w:t>
      </w:r>
      <w:r>
        <w:t xml:space="preserve"> ; </w:t>
      </w:r>
      <w:r w:rsidR="008C5C61" w:rsidRPr="004C3E92">
        <w:t>je n</w:t>
      </w:r>
      <w:r>
        <w:t>’</w:t>
      </w:r>
      <w:r w:rsidR="008C5C61" w:rsidRPr="004C3E92">
        <w:t>avais guère permis à la douleur d</w:t>
      </w:r>
      <w:r>
        <w:t>’</w:t>
      </w:r>
      <w:r w:rsidR="008C5C61" w:rsidRPr="004C3E92">
        <w:t>exister</w:t>
      </w:r>
      <w:r>
        <w:t xml:space="preserve">, </w:t>
      </w:r>
      <w:r w:rsidR="008C5C61" w:rsidRPr="004C3E92">
        <w:t>sauf pour moi</w:t>
      </w:r>
      <w:r>
        <w:t xml:space="preserve">, </w:t>
      </w:r>
      <w:r w:rsidR="008C5C61" w:rsidRPr="004C3E92">
        <w:t>je n</w:t>
      </w:r>
      <w:r>
        <w:t>’</w:t>
      </w:r>
      <w:r w:rsidR="008C5C61" w:rsidRPr="004C3E92">
        <w:t>avais regretté que ce cœur unique qui m</w:t>
      </w:r>
      <w:r>
        <w:t>’</w:t>
      </w:r>
      <w:r w:rsidR="008C5C61" w:rsidRPr="004C3E92">
        <w:t>avait abandonnée et meurtrie</w:t>
      </w:r>
      <w:r>
        <w:t xml:space="preserve">, </w:t>
      </w:r>
      <w:r w:rsidR="008C5C61" w:rsidRPr="004C3E92">
        <w:t>en te laissant</w:t>
      </w:r>
      <w:r>
        <w:t xml:space="preserve">, </w:t>
      </w:r>
      <w:r w:rsidR="008C5C61" w:rsidRPr="004C3E92">
        <w:t>toi</w:t>
      </w:r>
      <w:r>
        <w:t xml:space="preserve">, </w:t>
      </w:r>
      <w:r w:rsidR="008C5C61" w:rsidRPr="004C3E92">
        <w:t>pour qui je professais une affection sans bornes</w:t>
      </w:r>
      <w:r>
        <w:t xml:space="preserve">, </w:t>
      </w:r>
      <w:r w:rsidR="008C5C61" w:rsidRPr="004C3E92">
        <w:t>à te rendre malheureuse par amour pour moi</w:t>
      </w:r>
      <w:r>
        <w:t>.</w:t>
      </w:r>
    </w:p>
    <w:p w14:paraId="7B3F604E" w14:textId="77777777" w:rsidR="004A4993" w:rsidRDefault="008C5C61" w:rsidP="004A4993">
      <w:r w:rsidRPr="004C3E92">
        <w:t>Elle arrêta là le flot rapide de l</w:t>
      </w:r>
      <w:r w:rsidR="004A4993">
        <w:t>’</w:t>
      </w:r>
      <w:r w:rsidRPr="004C3E92">
        <w:t>humeur accusatrice qui la poussait à s</w:t>
      </w:r>
      <w:r w:rsidR="004A4993">
        <w:t>’</w:t>
      </w:r>
      <w:r w:rsidRPr="004C3E92">
        <w:t>adresser à elle-même des reproches</w:t>
      </w:r>
      <w:r w:rsidR="004A4993">
        <w:t xml:space="preserve"> ; </w:t>
      </w:r>
      <w:r w:rsidRPr="004C3E92">
        <w:t xml:space="preserve">et </w:t>
      </w:r>
      <w:proofErr w:type="spellStart"/>
      <w:r w:rsidRPr="004C3E92">
        <w:t>Elinor</w:t>
      </w:r>
      <w:proofErr w:type="spellEnd"/>
      <w:r w:rsidR="004A4993">
        <w:t xml:space="preserve">, </w:t>
      </w:r>
      <w:r w:rsidRPr="004C3E92">
        <w:t>i</w:t>
      </w:r>
      <w:r w:rsidRPr="004C3E92">
        <w:t>m</w:t>
      </w:r>
      <w:r w:rsidRPr="004C3E92">
        <w:t>patiente de la réconforter</w:t>
      </w:r>
      <w:r w:rsidR="004A4993">
        <w:t xml:space="preserve">, </w:t>
      </w:r>
      <w:r w:rsidRPr="004C3E92">
        <w:t>quoique trop honnête pour la flatter</w:t>
      </w:r>
      <w:r w:rsidR="004A4993">
        <w:t xml:space="preserve">, </w:t>
      </w:r>
      <w:r w:rsidRPr="004C3E92">
        <w:t>lui prodigua immédiatement les louanges et l</w:t>
      </w:r>
      <w:r w:rsidR="004A4993">
        <w:t>’</w:t>
      </w:r>
      <w:r w:rsidRPr="004C3E92">
        <w:t>appui que mér</w:t>
      </w:r>
      <w:r w:rsidRPr="004C3E92">
        <w:t>i</w:t>
      </w:r>
      <w:r w:rsidRPr="004C3E92">
        <w:t>taient si bien sa franchise et sa contrition</w:t>
      </w:r>
      <w:r w:rsidR="004A4993">
        <w:t xml:space="preserve">. </w:t>
      </w:r>
      <w:r w:rsidRPr="004C3E92">
        <w:t>Marianne lui pressa la main et répondit</w:t>
      </w:r>
      <w:r w:rsidR="004A4993">
        <w:t> :</w:t>
      </w:r>
    </w:p>
    <w:p w14:paraId="4A0FE492" w14:textId="77777777" w:rsidR="004A4993" w:rsidRDefault="004A4993" w:rsidP="004A4993">
      <w:r>
        <w:lastRenderedPageBreak/>
        <w:t>— </w:t>
      </w:r>
      <w:r w:rsidR="008C5C61" w:rsidRPr="004C3E92">
        <w:t>Tu es très bonne</w:t>
      </w:r>
      <w:r>
        <w:t xml:space="preserve">. </w:t>
      </w:r>
      <w:r w:rsidR="008C5C61" w:rsidRPr="004C3E92">
        <w:t>C</w:t>
      </w:r>
      <w:r>
        <w:t>’</w:t>
      </w:r>
      <w:r w:rsidR="008C5C61" w:rsidRPr="004C3E92">
        <w:t>est l</w:t>
      </w:r>
      <w:r>
        <w:t>’</w:t>
      </w:r>
      <w:r w:rsidR="008C5C61" w:rsidRPr="004C3E92">
        <w:t>avenir qui doit me servir de just</w:t>
      </w:r>
      <w:r w:rsidR="008C5C61" w:rsidRPr="004C3E92">
        <w:t>i</w:t>
      </w:r>
      <w:r w:rsidR="008C5C61" w:rsidRPr="004C3E92">
        <w:t>fication</w:t>
      </w:r>
      <w:r>
        <w:t xml:space="preserve">. </w:t>
      </w:r>
      <w:r w:rsidR="008C5C61" w:rsidRPr="004C3E92">
        <w:t>J</w:t>
      </w:r>
      <w:r>
        <w:t>’</w:t>
      </w:r>
      <w:r w:rsidR="008C5C61" w:rsidRPr="004C3E92">
        <w:t>ai établi mon plan</w:t>
      </w:r>
      <w:r>
        <w:t xml:space="preserve">, </w:t>
      </w:r>
      <w:r w:rsidR="008C5C61" w:rsidRPr="004C3E92">
        <w:t>et si je suis capable de m</w:t>
      </w:r>
      <w:r>
        <w:t>’</w:t>
      </w:r>
      <w:r w:rsidR="008C5C61" w:rsidRPr="004C3E92">
        <w:t>y conformer</w:t>
      </w:r>
      <w:r>
        <w:t xml:space="preserve">, </w:t>
      </w:r>
      <w:r w:rsidR="008C5C61" w:rsidRPr="004C3E92">
        <w:t>mes sentiments seront tenus en bride</w:t>
      </w:r>
      <w:r>
        <w:t xml:space="preserve">, </w:t>
      </w:r>
      <w:r w:rsidR="008C5C61" w:rsidRPr="004C3E92">
        <w:t>et mon cara</w:t>
      </w:r>
      <w:r w:rsidR="008C5C61" w:rsidRPr="004C3E92">
        <w:t>c</w:t>
      </w:r>
      <w:r w:rsidR="008C5C61" w:rsidRPr="004C3E92">
        <w:t>tère amélioré</w:t>
      </w:r>
      <w:r>
        <w:t xml:space="preserve">. </w:t>
      </w:r>
      <w:r w:rsidR="008C5C61" w:rsidRPr="004C3E92">
        <w:t>Ils n</w:t>
      </w:r>
      <w:r>
        <w:t>’</w:t>
      </w:r>
      <w:r w:rsidR="008C5C61" w:rsidRPr="004C3E92">
        <w:t>irriteront plus les autres</w:t>
      </w:r>
      <w:r>
        <w:t xml:space="preserve">, </w:t>
      </w:r>
      <w:r w:rsidR="008C5C61" w:rsidRPr="004C3E92">
        <w:t>ni ne me tortur</w:t>
      </w:r>
      <w:r w:rsidR="008C5C61" w:rsidRPr="004C3E92">
        <w:t>e</w:t>
      </w:r>
      <w:r w:rsidR="008C5C61" w:rsidRPr="004C3E92">
        <w:t>ront</w:t>
      </w:r>
      <w:r>
        <w:t xml:space="preserve">. </w:t>
      </w:r>
      <w:r w:rsidR="008C5C61" w:rsidRPr="004C3E92">
        <w:t>Je vivrai maintenant dans une large mesure pour ma f</w:t>
      </w:r>
      <w:r w:rsidR="008C5C61" w:rsidRPr="004C3E92">
        <w:t>a</w:t>
      </w:r>
      <w:r w:rsidR="008C5C61" w:rsidRPr="004C3E92">
        <w:t>mille</w:t>
      </w:r>
      <w:r>
        <w:t xml:space="preserve">. </w:t>
      </w:r>
      <w:r w:rsidR="008C5C61" w:rsidRPr="004C3E92">
        <w:t>C</w:t>
      </w:r>
      <w:r>
        <w:t>’</w:t>
      </w:r>
      <w:r w:rsidR="008C5C61" w:rsidRPr="004C3E92">
        <w:t>est toi</w:t>
      </w:r>
      <w:r>
        <w:t xml:space="preserve">, </w:t>
      </w:r>
      <w:r w:rsidR="008C5C61" w:rsidRPr="004C3E92">
        <w:t>ma mère</w:t>
      </w:r>
      <w:r>
        <w:t xml:space="preserve">, </w:t>
      </w:r>
      <w:r w:rsidR="008C5C61" w:rsidRPr="004C3E92">
        <w:t>et Margaret</w:t>
      </w:r>
      <w:r>
        <w:t xml:space="preserve">, </w:t>
      </w:r>
      <w:r w:rsidR="008C5C61" w:rsidRPr="004C3E92">
        <w:t>qui devrez dorénavant être tout au monde pour moi</w:t>
      </w:r>
      <w:r>
        <w:t xml:space="preserve"> ; </w:t>
      </w:r>
      <w:r w:rsidR="008C5C61" w:rsidRPr="004C3E92">
        <w:t>c</w:t>
      </w:r>
      <w:r>
        <w:t>’</w:t>
      </w:r>
      <w:r w:rsidR="008C5C61" w:rsidRPr="004C3E92">
        <w:t>est vous qui partagerez entre vous toutes mes affections</w:t>
      </w:r>
      <w:r>
        <w:t xml:space="preserve">. </w:t>
      </w:r>
      <w:r w:rsidR="008C5C61" w:rsidRPr="004C3E92">
        <w:t>Je n</w:t>
      </w:r>
      <w:r>
        <w:t>’</w:t>
      </w:r>
      <w:r w:rsidR="008C5C61" w:rsidRPr="004C3E92">
        <w:t>aurai plus jamais la moindre i</w:t>
      </w:r>
      <w:r w:rsidR="008C5C61" w:rsidRPr="004C3E92">
        <w:t>n</w:t>
      </w:r>
      <w:r w:rsidR="008C5C61" w:rsidRPr="004C3E92">
        <w:t>citation à m</w:t>
      </w:r>
      <w:r>
        <w:t>’</w:t>
      </w:r>
      <w:r w:rsidR="008C5C61" w:rsidRPr="004C3E92">
        <w:t>éloigner de vous</w:t>
      </w:r>
      <w:r>
        <w:t xml:space="preserve">, </w:t>
      </w:r>
      <w:r w:rsidR="008C5C61" w:rsidRPr="004C3E92">
        <w:t>et de mon foyer</w:t>
      </w:r>
      <w:r>
        <w:t xml:space="preserve"> ; </w:t>
      </w:r>
      <w:r w:rsidR="008C5C61" w:rsidRPr="004C3E92">
        <w:t>et si je me mêle jamais parmi une autre compagnie</w:t>
      </w:r>
      <w:r>
        <w:t xml:space="preserve">, </w:t>
      </w:r>
      <w:r w:rsidR="008C5C61" w:rsidRPr="004C3E92">
        <w:t>ce sera uniquement pour montrer que ma fierté est humiliée</w:t>
      </w:r>
      <w:r>
        <w:t xml:space="preserve">, </w:t>
      </w:r>
      <w:r w:rsidR="008C5C61" w:rsidRPr="004C3E92">
        <w:t>mon cœur amendé</w:t>
      </w:r>
      <w:r>
        <w:t xml:space="preserve">, </w:t>
      </w:r>
      <w:r w:rsidR="008C5C61" w:rsidRPr="004C3E92">
        <w:t>et que je suis capable de pratiquer avec douceur et longanimité les civil</w:t>
      </w:r>
      <w:r w:rsidR="008C5C61" w:rsidRPr="004C3E92">
        <w:t>i</w:t>
      </w:r>
      <w:r w:rsidR="008C5C61" w:rsidRPr="004C3E92">
        <w:t>tés et les devoirs secondaires de la vie</w:t>
      </w:r>
      <w:r>
        <w:t xml:space="preserve">. </w:t>
      </w:r>
      <w:r w:rsidR="008C5C61" w:rsidRPr="004C3E92">
        <w:t>Quant à Willoughby</w:t>
      </w:r>
      <w:r>
        <w:t xml:space="preserve">, </w:t>
      </w:r>
      <w:r w:rsidR="008C5C61" w:rsidRPr="004C3E92">
        <w:t>il serait oiseux de dire que je l</w:t>
      </w:r>
      <w:r>
        <w:t>’</w:t>
      </w:r>
      <w:r w:rsidR="008C5C61" w:rsidRPr="004C3E92">
        <w:t>oublierai bientôt</w:t>
      </w:r>
      <w:r>
        <w:t xml:space="preserve">, </w:t>
      </w:r>
      <w:r w:rsidR="008C5C61" w:rsidRPr="004C3E92">
        <w:t>ou même jamais</w:t>
      </w:r>
      <w:r>
        <w:t xml:space="preserve">. </w:t>
      </w:r>
      <w:r w:rsidR="008C5C61" w:rsidRPr="004C3E92">
        <w:t>Son souvenir ne pourra être vaincu par aucun changement de circonstances ou d</w:t>
      </w:r>
      <w:r>
        <w:t>’</w:t>
      </w:r>
      <w:r w:rsidR="008C5C61" w:rsidRPr="004C3E92">
        <w:t>opinions</w:t>
      </w:r>
      <w:r>
        <w:t xml:space="preserve">. </w:t>
      </w:r>
      <w:r w:rsidR="008C5C61" w:rsidRPr="004C3E92">
        <w:t>Mais il sera réglé</w:t>
      </w:r>
      <w:r>
        <w:t xml:space="preserve">, </w:t>
      </w:r>
      <w:r w:rsidR="008C5C61" w:rsidRPr="004C3E92">
        <w:t>il sera tenu en bride par la religion</w:t>
      </w:r>
      <w:r>
        <w:t xml:space="preserve">, </w:t>
      </w:r>
      <w:r w:rsidR="008C5C61" w:rsidRPr="004C3E92">
        <w:t>par la raison</w:t>
      </w:r>
      <w:r>
        <w:t xml:space="preserve">, </w:t>
      </w:r>
      <w:r w:rsidR="008C5C61" w:rsidRPr="004C3E92">
        <w:t>par des occupations consta</w:t>
      </w:r>
      <w:r w:rsidR="008C5C61" w:rsidRPr="004C3E92">
        <w:t>n</w:t>
      </w:r>
      <w:r w:rsidR="008C5C61" w:rsidRPr="004C3E92">
        <w:t>tes</w:t>
      </w:r>
      <w:r>
        <w:t>.</w:t>
      </w:r>
    </w:p>
    <w:p w14:paraId="1E4427BF" w14:textId="77777777" w:rsidR="004A4993" w:rsidRDefault="008C5C61" w:rsidP="004A4993">
      <w:r w:rsidRPr="004C3E92">
        <w:t>Elle se tut un instant</w:t>
      </w:r>
      <w:r w:rsidR="004A4993">
        <w:t xml:space="preserve">, </w:t>
      </w:r>
      <w:r w:rsidRPr="004C3E92">
        <w:t>et ajouta</w:t>
      </w:r>
      <w:r w:rsidR="004A4993">
        <w:t xml:space="preserve">, </w:t>
      </w:r>
      <w:r w:rsidRPr="004C3E92">
        <w:t>d</w:t>
      </w:r>
      <w:r w:rsidR="004A4993">
        <w:t>’</w:t>
      </w:r>
      <w:r w:rsidRPr="004C3E92">
        <w:t>une voix plus basse</w:t>
      </w:r>
      <w:r w:rsidR="004A4993">
        <w:t> :</w:t>
      </w:r>
    </w:p>
    <w:p w14:paraId="4A90231A" w14:textId="77777777" w:rsidR="004A4993" w:rsidRDefault="004A4993" w:rsidP="004A4993">
      <w:r>
        <w:t>— </w:t>
      </w:r>
      <w:r w:rsidR="008C5C61" w:rsidRPr="004C3E92">
        <w:t>Si seulement je pouvais connaître son cœur</w:t>
      </w:r>
      <w:r>
        <w:t xml:space="preserve">, </w:t>
      </w:r>
      <w:r w:rsidR="008C5C61" w:rsidRPr="004C3E92">
        <w:t>tout devie</w:t>
      </w:r>
      <w:r w:rsidR="008C5C61" w:rsidRPr="004C3E92">
        <w:t>n</w:t>
      </w:r>
      <w:r w:rsidR="008C5C61" w:rsidRPr="004C3E92">
        <w:t>drait facile</w:t>
      </w:r>
      <w:r>
        <w:t>.</w:t>
      </w:r>
    </w:p>
    <w:p w14:paraId="7D954B2E" w14:textId="77777777" w:rsidR="004A4993" w:rsidRDefault="008C5C61" w:rsidP="004A4993">
      <w:proofErr w:type="spellStart"/>
      <w:r w:rsidRPr="004C3E92">
        <w:t>Elinor</w:t>
      </w:r>
      <w:proofErr w:type="spellEnd"/>
      <w:r w:rsidR="004A4993">
        <w:t xml:space="preserve">, </w:t>
      </w:r>
      <w:r w:rsidRPr="004C3E92">
        <w:t>qui avait alors réfléchi depuis quelque temps sur la question de savoir s</w:t>
      </w:r>
      <w:r w:rsidR="004A4993">
        <w:t>’</w:t>
      </w:r>
      <w:r w:rsidRPr="004C3E92">
        <w:t>il convenait</w:t>
      </w:r>
      <w:r w:rsidR="004A4993">
        <w:t xml:space="preserve">, </w:t>
      </w:r>
      <w:r w:rsidRPr="004C3E92">
        <w:t>ou non</w:t>
      </w:r>
      <w:r w:rsidR="004A4993">
        <w:t xml:space="preserve">, </w:t>
      </w:r>
      <w:r w:rsidRPr="004C3E92">
        <w:t>de hasarder sans ta</w:t>
      </w:r>
      <w:r w:rsidRPr="004C3E92">
        <w:t>r</w:t>
      </w:r>
      <w:r w:rsidRPr="004C3E92">
        <w:t>der son récit</w:t>
      </w:r>
      <w:r w:rsidR="004A4993">
        <w:t xml:space="preserve">, </w:t>
      </w:r>
      <w:r w:rsidRPr="004C3E92">
        <w:t>entendit ces mots sans se sentir en aucune façon plus proche d</w:t>
      </w:r>
      <w:r w:rsidR="004A4993">
        <w:t>’</w:t>
      </w:r>
      <w:r w:rsidRPr="004C3E92">
        <w:t>une décision qu</w:t>
      </w:r>
      <w:r w:rsidR="004A4993">
        <w:t>’</w:t>
      </w:r>
      <w:r w:rsidRPr="004C3E92">
        <w:t>au début</w:t>
      </w:r>
      <w:r w:rsidR="004A4993">
        <w:t xml:space="preserve"> ; </w:t>
      </w:r>
      <w:r w:rsidRPr="004C3E92">
        <w:t>et</w:t>
      </w:r>
      <w:r w:rsidR="004A4993">
        <w:t xml:space="preserve">, </w:t>
      </w:r>
      <w:r w:rsidRPr="004C3E92">
        <w:t>se rendant compte que la réflexion était inopérante</w:t>
      </w:r>
      <w:r w:rsidR="004A4993">
        <w:t xml:space="preserve">, </w:t>
      </w:r>
      <w:r w:rsidRPr="004C3E92">
        <w:t>résolut d</w:t>
      </w:r>
      <w:r w:rsidR="004A4993">
        <w:t>’</w:t>
      </w:r>
      <w:r w:rsidRPr="004C3E92">
        <w:t>en venir au fait</w:t>
      </w:r>
      <w:r w:rsidR="004A4993">
        <w:t>.</w:t>
      </w:r>
    </w:p>
    <w:p w14:paraId="2D87F1CB" w14:textId="77777777" w:rsidR="004A4993" w:rsidRDefault="008C5C61" w:rsidP="004A4993">
      <w:r w:rsidRPr="004C3E92">
        <w:t>Elle se tira de son récit</w:t>
      </w:r>
      <w:r w:rsidR="004A4993">
        <w:t xml:space="preserve">, </w:t>
      </w:r>
      <w:r w:rsidRPr="004C3E92">
        <w:t>espérait-elle</w:t>
      </w:r>
      <w:r w:rsidR="004A4993">
        <w:t xml:space="preserve">, </w:t>
      </w:r>
      <w:r w:rsidRPr="004C3E92">
        <w:t>avec adresse</w:t>
      </w:r>
      <w:r w:rsidR="004A4993">
        <w:t xml:space="preserve"> ; </w:t>
      </w:r>
      <w:r w:rsidRPr="004C3E92">
        <w:t>elle prépara avec prudence son auditrice inquiète</w:t>
      </w:r>
      <w:r w:rsidR="004A4993">
        <w:t xml:space="preserve"> ; </w:t>
      </w:r>
      <w:r w:rsidRPr="004C3E92">
        <w:t>conta simpl</w:t>
      </w:r>
      <w:r w:rsidRPr="004C3E92">
        <w:t>e</w:t>
      </w:r>
      <w:r w:rsidRPr="004C3E92">
        <w:t>ment et honnêtement les points principaux sur lesquels Wi</w:t>
      </w:r>
      <w:r w:rsidRPr="004C3E92">
        <w:t>l</w:t>
      </w:r>
      <w:r w:rsidRPr="004C3E92">
        <w:t>loughby fondait son plaidoyer</w:t>
      </w:r>
      <w:r w:rsidR="004A4993">
        <w:t xml:space="preserve"> ; </w:t>
      </w:r>
      <w:r w:rsidRPr="004C3E92">
        <w:t>rendit justice à son repentir</w:t>
      </w:r>
      <w:r w:rsidR="004A4993">
        <w:t xml:space="preserve">, </w:t>
      </w:r>
      <w:r w:rsidRPr="004C3E92">
        <w:lastRenderedPageBreak/>
        <w:t>et se contenta d</w:t>
      </w:r>
      <w:r w:rsidR="004A4993">
        <w:t>’</w:t>
      </w:r>
      <w:r w:rsidRPr="004C3E92">
        <w:t>adoucir ses protestations d</w:t>
      </w:r>
      <w:r w:rsidR="004A4993">
        <w:t>’</w:t>
      </w:r>
      <w:r w:rsidRPr="004C3E92">
        <w:t>affection actuelle</w:t>
      </w:r>
      <w:r w:rsidR="004A4993">
        <w:t xml:space="preserve">. </w:t>
      </w:r>
      <w:r w:rsidRPr="004C3E92">
        <w:t>M</w:t>
      </w:r>
      <w:r w:rsidRPr="004C3E92">
        <w:t>a</w:t>
      </w:r>
      <w:r w:rsidRPr="004C3E92">
        <w:t>rianne ne prononça pas un mot</w:t>
      </w:r>
      <w:r w:rsidR="004A4993">
        <w:t xml:space="preserve"> ; </w:t>
      </w:r>
      <w:r w:rsidRPr="004C3E92">
        <w:t>elle était tremblante</w:t>
      </w:r>
      <w:r w:rsidR="004A4993">
        <w:t xml:space="preserve">, </w:t>
      </w:r>
      <w:r w:rsidRPr="004C3E92">
        <w:t>ses yeux étaient fixés au sol</w:t>
      </w:r>
      <w:r w:rsidR="004A4993">
        <w:t xml:space="preserve">, </w:t>
      </w:r>
      <w:r w:rsidRPr="004C3E92">
        <w:t>et ses lèvres se firent plus blanches que la maladie elle-même ne les avait laissées</w:t>
      </w:r>
      <w:r w:rsidR="004A4993">
        <w:t xml:space="preserve">. </w:t>
      </w:r>
      <w:r w:rsidRPr="004C3E92">
        <w:t>Mille questions lui su</w:t>
      </w:r>
      <w:r w:rsidRPr="004C3E92">
        <w:t>r</w:t>
      </w:r>
      <w:r w:rsidRPr="004C3E92">
        <w:t>gissaient du cœur</w:t>
      </w:r>
      <w:r w:rsidR="004A4993">
        <w:t xml:space="preserve">, </w:t>
      </w:r>
      <w:r w:rsidRPr="004C3E92">
        <w:t>mais elle n</w:t>
      </w:r>
      <w:r w:rsidR="004A4993">
        <w:t>’</w:t>
      </w:r>
      <w:r w:rsidRPr="004C3E92">
        <w:t>osait en poser aucune</w:t>
      </w:r>
      <w:r w:rsidR="004A4993">
        <w:t xml:space="preserve">. </w:t>
      </w:r>
      <w:r w:rsidRPr="004C3E92">
        <w:t>Elle aspira chaque syllabe avec une avidité haletante</w:t>
      </w:r>
      <w:r w:rsidR="004A4993">
        <w:t xml:space="preserve"> ; </w:t>
      </w:r>
      <w:r w:rsidRPr="004C3E92">
        <w:t>sa main</w:t>
      </w:r>
      <w:r w:rsidR="004A4993">
        <w:t xml:space="preserve">, </w:t>
      </w:r>
      <w:r w:rsidRPr="004C3E92">
        <w:t>à son insu</w:t>
      </w:r>
      <w:r w:rsidR="004A4993">
        <w:t xml:space="preserve">, </w:t>
      </w:r>
      <w:r w:rsidRPr="004C3E92">
        <w:t>pressa étroitement celle de sa sœur</w:t>
      </w:r>
      <w:r w:rsidR="004A4993">
        <w:t xml:space="preserve">, </w:t>
      </w:r>
      <w:r w:rsidRPr="004C3E92">
        <w:t>et les larmes lui inondèrent les joues</w:t>
      </w:r>
      <w:r w:rsidR="004A4993">
        <w:t>.</w:t>
      </w:r>
    </w:p>
    <w:p w14:paraId="4E83DB8A" w14:textId="77777777" w:rsidR="004A4993" w:rsidRDefault="008C5C61" w:rsidP="004A4993">
      <w:proofErr w:type="spellStart"/>
      <w:r w:rsidRPr="004C3E92">
        <w:t>Elinor</w:t>
      </w:r>
      <w:proofErr w:type="spellEnd"/>
      <w:r w:rsidR="004A4993">
        <w:t xml:space="preserve">, </w:t>
      </w:r>
      <w:r w:rsidRPr="004C3E92">
        <w:t>redoutant qu</w:t>
      </w:r>
      <w:r w:rsidR="004A4993">
        <w:t>’</w:t>
      </w:r>
      <w:r w:rsidRPr="004C3E92">
        <w:t>elle ne fût fatiguée</w:t>
      </w:r>
      <w:r w:rsidR="004A4993">
        <w:t xml:space="preserve">, </w:t>
      </w:r>
      <w:r w:rsidRPr="004C3E92">
        <w:t>la ramena vers le foyer</w:t>
      </w:r>
      <w:r w:rsidR="004A4993">
        <w:t xml:space="preserve"> ; </w:t>
      </w:r>
      <w:r w:rsidRPr="004C3E92">
        <w:t>et</w:t>
      </w:r>
      <w:r w:rsidR="004A4993">
        <w:t xml:space="preserve">, </w:t>
      </w:r>
      <w:r w:rsidRPr="004C3E92">
        <w:t>jusqu</w:t>
      </w:r>
      <w:r w:rsidR="004A4993">
        <w:t>’</w:t>
      </w:r>
      <w:r w:rsidRPr="004C3E92">
        <w:t>à ce qu</w:t>
      </w:r>
      <w:r w:rsidR="004A4993">
        <w:t>’</w:t>
      </w:r>
      <w:r w:rsidRPr="004C3E92">
        <w:t>elles eussent atteint la porte de la ma</w:t>
      </w:r>
      <w:r w:rsidRPr="004C3E92">
        <w:t>i</w:t>
      </w:r>
      <w:r w:rsidRPr="004C3E92">
        <w:t>sonnette</w:t>
      </w:r>
      <w:r w:rsidR="004A4993">
        <w:t xml:space="preserve">, </w:t>
      </w:r>
      <w:r w:rsidRPr="004C3E92">
        <w:t>imaginant sans peine quelle devait être sa curiosité</w:t>
      </w:r>
      <w:r w:rsidR="004A4993">
        <w:t xml:space="preserve">, </w:t>
      </w:r>
      <w:r w:rsidRPr="004C3E92">
        <w:t>encore que nulle interrogation ne fût autorisée à l</w:t>
      </w:r>
      <w:r w:rsidR="004A4993">
        <w:t>’</w:t>
      </w:r>
      <w:r w:rsidRPr="004C3E92">
        <w:t>exprimer</w:t>
      </w:r>
      <w:r w:rsidR="004A4993">
        <w:t xml:space="preserve">, </w:t>
      </w:r>
      <w:r w:rsidRPr="004C3E92">
        <w:t>ne parla que de Willoughby et de la conversation qu</w:t>
      </w:r>
      <w:r w:rsidR="004A4993">
        <w:t>’</w:t>
      </w:r>
      <w:r w:rsidRPr="004C3E92">
        <w:t>ils avaient eue ensemble</w:t>
      </w:r>
      <w:r w:rsidR="004A4993">
        <w:t xml:space="preserve"> ; </w:t>
      </w:r>
      <w:r w:rsidRPr="004C3E92">
        <w:t>et elle détailla soigneusement toutes les particular</w:t>
      </w:r>
      <w:r w:rsidRPr="004C3E92">
        <w:t>i</w:t>
      </w:r>
      <w:r w:rsidRPr="004C3E92">
        <w:t>tés de sa parole et de sa mine</w:t>
      </w:r>
      <w:r w:rsidR="004A4993">
        <w:t xml:space="preserve">, </w:t>
      </w:r>
      <w:r w:rsidRPr="004C3E92">
        <w:t>là où elle pouvait se laisser aller sans danger aux détails</w:t>
      </w:r>
      <w:r w:rsidR="004A4993">
        <w:t xml:space="preserve">. </w:t>
      </w:r>
      <w:r w:rsidRPr="004C3E92">
        <w:t>Aussitôt qu</w:t>
      </w:r>
      <w:r w:rsidR="004A4993">
        <w:t>’</w:t>
      </w:r>
      <w:r w:rsidRPr="004C3E92">
        <w:t>elles furent entrées dans la maison</w:t>
      </w:r>
      <w:r w:rsidR="004A4993">
        <w:t xml:space="preserve">, </w:t>
      </w:r>
      <w:r w:rsidRPr="004C3E92">
        <w:t>Marianne</w:t>
      </w:r>
      <w:r w:rsidR="004A4993">
        <w:t xml:space="preserve">, </w:t>
      </w:r>
      <w:r w:rsidRPr="004C3E92">
        <w:t>avec un baiser de reconnaissance</w:t>
      </w:r>
      <w:r w:rsidR="004A4993">
        <w:t xml:space="preserve">, </w:t>
      </w:r>
      <w:r w:rsidRPr="004C3E92">
        <w:t>et ces quelques mots</w:t>
      </w:r>
      <w:r w:rsidR="004A4993">
        <w:t xml:space="preserve">, </w:t>
      </w:r>
      <w:r w:rsidRPr="004C3E92">
        <w:t>à peine articulés au travers de ses larmes</w:t>
      </w:r>
      <w:r w:rsidR="004A4993">
        <w:t> : « </w:t>
      </w:r>
      <w:r w:rsidRPr="004C3E92">
        <w:t>Dis-le à maman</w:t>
      </w:r>
      <w:r w:rsidR="004A4993">
        <w:t xml:space="preserve"> », </w:t>
      </w:r>
      <w:r w:rsidRPr="004C3E92">
        <w:t>s</w:t>
      </w:r>
      <w:r w:rsidR="004A4993">
        <w:t>’</w:t>
      </w:r>
      <w:r w:rsidRPr="004C3E92">
        <w:t>éloigna de sa sœur et monta lentement à l</w:t>
      </w:r>
      <w:r w:rsidR="004A4993">
        <w:t>’</w:t>
      </w:r>
      <w:r w:rsidRPr="004C3E92">
        <w:t>étage</w:t>
      </w:r>
      <w:r w:rsidR="004A4993">
        <w:t xml:space="preserve">. </w:t>
      </w:r>
      <w:proofErr w:type="spellStart"/>
      <w:r w:rsidRPr="004C3E92">
        <w:t>Elinor</w:t>
      </w:r>
      <w:proofErr w:type="spellEnd"/>
      <w:r w:rsidRPr="004C3E92">
        <w:t xml:space="preserve"> se refusa à tenter de troubler une solitude aussi raiso</w:t>
      </w:r>
      <w:r w:rsidRPr="004C3E92">
        <w:t>n</w:t>
      </w:r>
      <w:r w:rsidRPr="004C3E92">
        <w:t>nable que celle qu</w:t>
      </w:r>
      <w:r w:rsidR="004A4993">
        <w:t>’</w:t>
      </w:r>
      <w:r w:rsidRPr="004C3E92">
        <w:t>elle recherchait à présent</w:t>
      </w:r>
      <w:r w:rsidR="004A4993">
        <w:t xml:space="preserve"> ; </w:t>
      </w:r>
      <w:r w:rsidRPr="004C3E92">
        <w:t>et</w:t>
      </w:r>
      <w:r w:rsidR="004A4993">
        <w:t xml:space="preserve">, </w:t>
      </w:r>
      <w:r w:rsidRPr="004C3E92">
        <w:t>l</w:t>
      </w:r>
      <w:r w:rsidR="004A4993">
        <w:t>’</w:t>
      </w:r>
      <w:r w:rsidRPr="004C3E92">
        <w:t>esprit occupé à en disposer par avance</w:t>
      </w:r>
      <w:r w:rsidR="004A4993">
        <w:t xml:space="preserve">, </w:t>
      </w:r>
      <w:r w:rsidRPr="004C3E92">
        <w:t>non sans inquiétude</w:t>
      </w:r>
      <w:r w:rsidR="004A4993">
        <w:t xml:space="preserve">, </w:t>
      </w:r>
      <w:r w:rsidRPr="004C3E92">
        <w:t>les résultats</w:t>
      </w:r>
      <w:r w:rsidR="004A4993">
        <w:t xml:space="preserve">, </w:t>
      </w:r>
      <w:r w:rsidRPr="004C3E92">
        <w:t>et résolue à revenir sur ce sujet si Marianne omettait de le faire</w:t>
      </w:r>
      <w:r w:rsidR="004A4993">
        <w:t xml:space="preserve">, </w:t>
      </w:r>
      <w:r w:rsidRPr="004C3E92">
        <w:t>e</w:t>
      </w:r>
      <w:r w:rsidRPr="004C3E92">
        <w:t>l</w:t>
      </w:r>
      <w:r w:rsidRPr="004C3E92">
        <w:t>le se dirigea vers le salon pour obéir à l</w:t>
      </w:r>
      <w:r w:rsidR="004A4993">
        <w:t>’</w:t>
      </w:r>
      <w:r w:rsidRPr="004C3E92">
        <w:t>injonction finale de sa sœur</w:t>
      </w:r>
      <w:r w:rsidR="004A4993">
        <w:t>.</w:t>
      </w:r>
    </w:p>
    <w:p w14:paraId="5FD41BE7" w14:textId="5353BCEE" w:rsidR="008C5C61" w:rsidRPr="004C3E92" w:rsidRDefault="008C5C61" w:rsidP="004A4993">
      <w:pPr>
        <w:pStyle w:val="Titre1"/>
      </w:pPr>
      <w:bookmarkStart w:id="46" w:name="_Toc196409831"/>
      <w:r w:rsidRPr="004C3E92">
        <w:lastRenderedPageBreak/>
        <w:t>CHAPITRE XLVII</w:t>
      </w:r>
      <w:bookmarkEnd w:id="46"/>
      <w:r w:rsidRPr="004C3E92">
        <w:br/>
      </w:r>
    </w:p>
    <w:p w14:paraId="749D2D37" w14:textId="77777777" w:rsidR="004A4993" w:rsidRDefault="008C5C61" w:rsidP="004A4993">
      <w:r w:rsidRPr="004C3E92">
        <w:t>Mrs</w:t>
      </w:r>
      <w:r w:rsidR="004A4993">
        <w:t xml:space="preserve">. </w:t>
      </w:r>
      <w:proofErr w:type="spellStart"/>
      <w:r w:rsidRPr="004C3E92">
        <w:t>Dashwood</w:t>
      </w:r>
      <w:proofErr w:type="spellEnd"/>
      <w:r w:rsidRPr="004C3E92">
        <w:t xml:space="preserve"> n</w:t>
      </w:r>
      <w:r w:rsidR="004A4993">
        <w:t>’</w:t>
      </w:r>
      <w:r w:rsidRPr="004C3E92">
        <w:t>entendit pas sans émotion le plaidoyer de son ancien préféré</w:t>
      </w:r>
      <w:r w:rsidR="004A4993">
        <w:t xml:space="preserve">. </w:t>
      </w:r>
      <w:r w:rsidRPr="004C3E92">
        <w:t>Elle se réjouit de le savoir lavé d</w:t>
      </w:r>
      <w:r w:rsidR="004A4993">
        <w:t>’</w:t>
      </w:r>
      <w:r w:rsidRPr="004C3E92">
        <w:t>une part de la culpabilité qu</w:t>
      </w:r>
      <w:r w:rsidR="004A4993">
        <w:t>’</w:t>
      </w:r>
      <w:r w:rsidRPr="004C3E92">
        <w:t>elle lui avait imputée</w:t>
      </w:r>
      <w:r w:rsidR="004A4993">
        <w:t xml:space="preserve"> ; </w:t>
      </w:r>
      <w:r w:rsidRPr="004C3E92">
        <w:t>elle eut pitié de lui</w:t>
      </w:r>
      <w:r w:rsidR="004A4993">
        <w:t xml:space="preserve"> ; </w:t>
      </w:r>
      <w:r w:rsidRPr="004C3E92">
        <w:t>elle lui souhaita du bonheur</w:t>
      </w:r>
      <w:r w:rsidR="004A4993">
        <w:t xml:space="preserve">. </w:t>
      </w:r>
      <w:r w:rsidRPr="004C3E92">
        <w:t>Mais il lui fut impossible de r</w:t>
      </w:r>
      <w:r w:rsidRPr="004C3E92">
        <w:t>e</w:t>
      </w:r>
      <w:r w:rsidRPr="004C3E92">
        <w:t>trouver les sentiments d</w:t>
      </w:r>
      <w:r w:rsidR="004A4993">
        <w:t>’</w:t>
      </w:r>
      <w:r w:rsidRPr="004C3E92">
        <w:t>autrefois</w:t>
      </w:r>
      <w:r w:rsidR="004A4993">
        <w:t xml:space="preserve">. </w:t>
      </w:r>
      <w:r w:rsidRPr="004C3E92">
        <w:t>Rien ne pouvait le rétablir</w:t>
      </w:r>
      <w:r w:rsidR="004A4993">
        <w:t xml:space="preserve">, </w:t>
      </w:r>
      <w:r w:rsidRPr="004C3E92">
        <w:t>dans l</w:t>
      </w:r>
      <w:r w:rsidR="004A4993">
        <w:t>’</w:t>
      </w:r>
      <w:r w:rsidRPr="004C3E92">
        <w:t>esprit de Marianne</w:t>
      </w:r>
      <w:r w:rsidR="004A4993">
        <w:t xml:space="preserve">, </w:t>
      </w:r>
      <w:r w:rsidRPr="004C3E92">
        <w:t>avec une foi intacte</w:t>
      </w:r>
      <w:r w:rsidR="004A4993">
        <w:t xml:space="preserve">, </w:t>
      </w:r>
      <w:r w:rsidRPr="004C3E92">
        <w:t>une réputation sans tache</w:t>
      </w:r>
      <w:r w:rsidR="004A4993">
        <w:t xml:space="preserve">. </w:t>
      </w:r>
      <w:r w:rsidRPr="004C3E92">
        <w:t>Rien ne pouvait dissiper la conscience de ce que ce</w:t>
      </w:r>
      <w:r w:rsidRPr="004C3E92">
        <w:t>l</w:t>
      </w:r>
      <w:r w:rsidRPr="004C3E92">
        <w:t>le-ci avait souffert à cause de lui</w:t>
      </w:r>
      <w:r w:rsidR="004A4993">
        <w:t xml:space="preserve">, </w:t>
      </w:r>
      <w:r w:rsidRPr="004C3E92">
        <w:t>ni effacer la culpabilité de sa conduite à l</w:t>
      </w:r>
      <w:r w:rsidR="004A4993">
        <w:t>’</w:t>
      </w:r>
      <w:r w:rsidRPr="004C3E92">
        <w:t>égard d</w:t>
      </w:r>
      <w:r w:rsidR="004A4993">
        <w:t>’</w:t>
      </w:r>
      <w:r w:rsidRPr="004C3E92">
        <w:t>Eliza</w:t>
      </w:r>
      <w:r w:rsidR="004A4993">
        <w:t xml:space="preserve">. </w:t>
      </w:r>
      <w:r w:rsidRPr="004C3E92">
        <w:t>Rien ne pouvait donc le replacer dans son estime d</w:t>
      </w:r>
      <w:r w:rsidR="004A4993">
        <w:t>’</w:t>
      </w:r>
      <w:r w:rsidRPr="004C3E92">
        <w:t>autrefois</w:t>
      </w:r>
      <w:r w:rsidR="004A4993">
        <w:t xml:space="preserve">, </w:t>
      </w:r>
      <w:r w:rsidRPr="004C3E92">
        <w:t>ni nuire aux intérêts du colonel Brandon</w:t>
      </w:r>
      <w:r w:rsidR="004A4993">
        <w:t>.</w:t>
      </w:r>
    </w:p>
    <w:p w14:paraId="46CBAA5F" w14:textId="77777777" w:rsidR="004A4993" w:rsidRDefault="008C5C61" w:rsidP="004A4993">
      <w:r w:rsidRPr="004C3E92">
        <w:t>Si Mrs</w:t>
      </w:r>
      <w:r w:rsidR="004A4993">
        <w:t xml:space="preserve">. </w:t>
      </w:r>
      <w:proofErr w:type="spellStart"/>
      <w:r w:rsidRPr="004C3E92">
        <w:t>Dashwood</w:t>
      </w:r>
      <w:proofErr w:type="spellEnd"/>
      <w:r w:rsidRPr="004C3E92">
        <w:t xml:space="preserve"> avait</w:t>
      </w:r>
      <w:r w:rsidR="004A4993">
        <w:t xml:space="preserve">, </w:t>
      </w:r>
      <w:r w:rsidRPr="004C3E92">
        <w:t>comme sa fille</w:t>
      </w:r>
      <w:r w:rsidR="004A4993">
        <w:t xml:space="preserve">, </w:t>
      </w:r>
      <w:r w:rsidRPr="004C3E92">
        <w:t>entendu le récit de Willoughby de sa bouche même</w:t>
      </w:r>
      <w:r w:rsidR="004A4993">
        <w:t xml:space="preserve">, – </w:t>
      </w:r>
      <w:r w:rsidRPr="004C3E92">
        <w:t>si elle avait été témoin de sa détresse</w:t>
      </w:r>
      <w:r w:rsidR="004A4993">
        <w:t xml:space="preserve">, </w:t>
      </w:r>
      <w:r w:rsidRPr="004C3E92">
        <w:t>et subi l</w:t>
      </w:r>
      <w:r w:rsidR="004A4993">
        <w:t>’</w:t>
      </w:r>
      <w:r w:rsidRPr="004C3E92">
        <w:t>influence de sa physionomie et de ses façons</w:t>
      </w:r>
      <w:r w:rsidR="004A4993">
        <w:t xml:space="preserve">, </w:t>
      </w:r>
      <w:r w:rsidRPr="004C3E92">
        <w:t>il est probable que sa compassion eût été plus grande</w:t>
      </w:r>
      <w:r w:rsidR="004A4993">
        <w:t xml:space="preserve">. </w:t>
      </w:r>
      <w:r w:rsidRPr="004C3E92">
        <w:t>Mais il n</w:t>
      </w:r>
      <w:r w:rsidR="004A4993">
        <w:t>’</w:t>
      </w:r>
      <w:r w:rsidRPr="004C3E92">
        <w:t>était ni au pouvoir d</w:t>
      </w:r>
      <w:r w:rsidR="004A4993">
        <w:t>’</w:t>
      </w:r>
      <w:proofErr w:type="spellStart"/>
      <w:r w:rsidRPr="004C3E92">
        <w:t>Elinor</w:t>
      </w:r>
      <w:proofErr w:type="spellEnd"/>
      <w:r w:rsidR="004A4993">
        <w:t xml:space="preserve">, </w:t>
      </w:r>
      <w:r w:rsidRPr="004C3E92">
        <w:t>ni conforme à son désir</w:t>
      </w:r>
      <w:r w:rsidR="004A4993">
        <w:t xml:space="preserve">, </w:t>
      </w:r>
      <w:r w:rsidRPr="004C3E92">
        <w:t>de susc</w:t>
      </w:r>
      <w:r w:rsidRPr="004C3E92">
        <w:t>i</w:t>
      </w:r>
      <w:r w:rsidRPr="004C3E92">
        <w:t>ter chez une autre</w:t>
      </w:r>
      <w:r w:rsidR="004A4993">
        <w:t xml:space="preserve">, </w:t>
      </w:r>
      <w:r w:rsidRPr="004C3E92">
        <w:t>par son explication répétée</w:t>
      </w:r>
      <w:r w:rsidR="004A4993">
        <w:t xml:space="preserve">, </w:t>
      </w:r>
      <w:r w:rsidRPr="004C3E92">
        <w:t>des sentiments pareils à ceux qui avaient dès l</w:t>
      </w:r>
      <w:r w:rsidR="004A4993">
        <w:t>’</w:t>
      </w:r>
      <w:r w:rsidRPr="004C3E92">
        <w:t>abord pris naissance chez elle</w:t>
      </w:r>
      <w:r w:rsidR="004A4993">
        <w:t xml:space="preserve">. </w:t>
      </w:r>
      <w:r w:rsidRPr="004C3E92">
        <w:t>La réflexion avait conféré du calme à son jugement</w:t>
      </w:r>
      <w:r w:rsidR="004A4993">
        <w:t xml:space="preserve">, </w:t>
      </w:r>
      <w:r w:rsidRPr="004C3E92">
        <w:t>et atténué sa propre opinion de ce que méritait Willoughby</w:t>
      </w:r>
      <w:r w:rsidR="004A4993">
        <w:t xml:space="preserve"> ; </w:t>
      </w:r>
      <w:r w:rsidRPr="004C3E92">
        <w:t>elle désirait</w:t>
      </w:r>
      <w:r w:rsidR="004A4993">
        <w:t xml:space="preserve">, </w:t>
      </w:r>
      <w:r w:rsidRPr="004C3E92">
        <w:t>en conséquence</w:t>
      </w:r>
      <w:r w:rsidR="004A4993">
        <w:t xml:space="preserve">, </w:t>
      </w:r>
      <w:r w:rsidRPr="004C3E92">
        <w:t>s</w:t>
      </w:r>
      <w:r w:rsidR="004A4993">
        <w:t>’</w:t>
      </w:r>
      <w:r w:rsidRPr="004C3E92">
        <w:t>en tenir à l</w:t>
      </w:r>
      <w:r w:rsidR="004A4993">
        <w:t>’</w:t>
      </w:r>
      <w:r w:rsidRPr="004C3E92">
        <w:t>exposé de la simple vérité</w:t>
      </w:r>
      <w:r w:rsidR="004A4993">
        <w:t xml:space="preserve">, </w:t>
      </w:r>
      <w:r w:rsidRPr="004C3E92">
        <w:t>et ne rév</w:t>
      </w:r>
      <w:r w:rsidRPr="004C3E92">
        <w:t>é</w:t>
      </w:r>
      <w:r w:rsidRPr="004C3E92">
        <w:t>ler que les faits auxquels avait réellement droit la réputation du jeune homme</w:t>
      </w:r>
      <w:r w:rsidR="004A4993">
        <w:t xml:space="preserve">, </w:t>
      </w:r>
      <w:r w:rsidRPr="004C3E92">
        <w:t>sans aucun embellissement de tendresse qui pût égarer l</w:t>
      </w:r>
      <w:r w:rsidR="004A4993">
        <w:t>’</w:t>
      </w:r>
      <w:r w:rsidRPr="004C3E92">
        <w:t>imagination</w:t>
      </w:r>
      <w:r w:rsidR="004A4993">
        <w:t>.</w:t>
      </w:r>
    </w:p>
    <w:p w14:paraId="419CE67F" w14:textId="77777777" w:rsidR="004A4993" w:rsidRDefault="008C5C61" w:rsidP="004A4993">
      <w:r w:rsidRPr="004C3E92">
        <w:t>Dans la soirée</w:t>
      </w:r>
      <w:r w:rsidR="004A4993">
        <w:t xml:space="preserve">, </w:t>
      </w:r>
      <w:r w:rsidRPr="004C3E92">
        <w:t>lorsqu</w:t>
      </w:r>
      <w:r w:rsidR="004A4993">
        <w:t>’</w:t>
      </w:r>
      <w:r w:rsidRPr="004C3E92">
        <w:t>elles furent toutes réunies</w:t>
      </w:r>
      <w:r w:rsidR="004A4993">
        <w:t xml:space="preserve">, </w:t>
      </w:r>
      <w:r w:rsidRPr="004C3E92">
        <w:t>Marianne commença</w:t>
      </w:r>
      <w:r w:rsidR="004A4993">
        <w:t xml:space="preserve">, </w:t>
      </w:r>
      <w:r w:rsidRPr="004C3E92">
        <w:t>volontairement</w:t>
      </w:r>
      <w:r w:rsidR="004A4993">
        <w:t xml:space="preserve">, </w:t>
      </w:r>
      <w:r w:rsidRPr="004C3E92">
        <w:t>à reparler de lui</w:t>
      </w:r>
      <w:r w:rsidR="004A4993">
        <w:t xml:space="preserve"> ; </w:t>
      </w:r>
      <w:r w:rsidRPr="004C3E92">
        <w:t>mais ce ne fut pas sans un effort</w:t>
      </w:r>
      <w:r w:rsidR="004A4993">
        <w:t xml:space="preserve">, </w:t>
      </w:r>
      <w:r w:rsidRPr="004C3E92">
        <w:t>comme le faisaient voir nettement l</w:t>
      </w:r>
      <w:r w:rsidR="004A4993">
        <w:t>’</w:t>
      </w:r>
      <w:r w:rsidRPr="004C3E92">
        <w:t>attitude pe</w:t>
      </w:r>
      <w:r w:rsidRPr="004C3E92">
        <w:t>n</w:t>
      </w:r>
      <w:r w:rsidRPr="004C3E92">
        <w:t>sive</w:t>
      </w:r>
      <w:r w:rsidR="004A4993">
        <w:t xml:space="preserve">, </w:t>
      </w:r>
      <w:r w:rsidRPr="004C3E92">
        <w:t>inquiète</w:t>
      </w:r>
      <w:r w:rsidR="004A4993">
        <w:t xml:space="preserve">, </w:t>
      </w:r>
      <w:r w:rsidRPr="004C3E92">
        <w:t>tourmentée</w:t>
      </w:r>
      <w:r w:rsidR="004A4993">
        <w:t xml:space="preserve">, </w:t>
      </w:r>
      <w:r w:rsidRPr="004C3E92">
        <w:t>qu</w:t>
      </w:r>
      <w:r w:rsidR="004A4993">
        <w:t>’</w:t>
      </w:r>
      <w:r w:rsidRPr="004C3E92">
        <w:t xml:space="preserve">elle avait gardée </w:t>
      </w:r>
      <w:r w:rsidRPr="004C3E92">
        <w:lastRenderedPageBreak/>
        <w:t>quelque temps au préalable</w:t>
      </w:r>
      <w:r w:rsidR="004A4993">
        <w:t xml:space="preserve">, </w:t>
      </w:r>
      <w:r w:rsidRPr="004C3E92">
        <w:t>la rougeur qui empourpra sa joue lorsqu</w:t>
      </w:r>
      <w:r w:rsidR="004A4993">
        <w:t>’</w:t>
      </w:r>
      <w:r w:rsidRPr="004C3E92">
        <w:t>elle parla</w:t>
      </w:r>
      <w:r w:rsidR="004A4993">
        <w:t xml:space="preserve">, </w:t>
      </w:r>
      <w:r w:rsidRPr="004C3E92">
        <w:t>et sa voix mal assurée</w:t>
      </w:r>
      <w:r w:rsidR="004A4993">
        <w:t>.</w:t>
      </w:r>
    </w:p>
    <w:p w14:paraId="25B87528" w14:textId="77777777" w:rsidR="004A4993" w:rsidRDefault="004A4993" w:rsidP="004A4993">
      <w:r>
        <w:t>— </w:t>
      </w:r>
      <w:r w:rsidR="008C5C61" w:rsidRPr="004C3E92">
        <w:t>Je veux vous donner l</w:t>
      </w:r>
      <w:r>
        <w:t>’</w:t>
      </w:r>
      <w:r w:rsidR="008C5C61" w:rsidRPr="004C3E92">
        <w:t>assurance</w:t>
      </w:r>
      <w:r>
        <w:t xml:space="preserve">, </w:t>
      </w:r>
      <w:r w:rsidR="008C5C61" w:rsidRPr="004C3E92">
        <w:t>à toutes les deux</w:t>
      </w:r>
      <w:r>
        <w:t xml:space="preserve">, </w:t>
      </w:r>
      <w:r w:rsidR="008C5C61" w:rsidRPr="004C3E92">
        <w:t>dit-elle</w:t>
      </w:r>
      <w:r>
        <w:t xml:space="preserve">, </w:t>
      </w:r>
      <w:r w:rsidR="008C5C61" w:rsidRPr="004C3E92">
        <w:t>que je vois tout</w:t>
      </w:r>
      <w:r>
        <w:t xml:space="preserve">… </w:t>
      </w:r>
      <w:r w:rsidR="008C5C61" w:rsidRPr="004C3E92">
        <w:t>comme vous pouvez désirer que je le voie</w:t>
      </w:r>
      <w:r>
        <w:t>.</w:t>
      </w:r>
    </w:p>
    <w:p w14:paraId="52A3156B" w14:textId="77777777" w:rsidR="004A4993" w:rsidRDefault="008C5C61" w:rsidP="004A4993">
      <w:r w:rsidRPr="004C3E92">
        <w:t>Mrs</w:t>
      </w:r>
      <w:r w:rsidR="004A4993">
        <w:t xml:space="preserve">. </w:t>
      </w:r>
      <w:proofErr w:type="spellStart"/>
      <w:r w:rsidRPr="004C3E92">
        <w:t>Dashwood</w:t>
      </w:r>
      <w:proofErr w:type="spellEnd"/>
      <w:r w:rsidRPr="004C3E92">
        <w:t xml:space="preserve"> l</w:t>
      </w:r>
      <w:r w:rsidR="004A4993">
        <w:t>’</w:t>
      </w:r>
      <w:r w:rsidRPr="004C3E92">
        <w:t>aurait interrompue à l</w:t>
      </w:r>
      <w:r w:rsidR="004A4993">
        <w:t>’</w:t>
      </w:r>
      <w:r w:rsidRPr="004C3E92">
        <w:t>instant</w:t>
      </w:r>
      <w:r w:rsidR="004A4993">
        <w:t xml:space="preserve">, </w:t>
      </w:r>
      <w:r w:rsidRPr="004C3E92">
        <w:t>avec une tendresse apaisante</w:t>
      </w:r>
      <w:r w:rsidR="004A4993">
        <w:t xml:space="preserve">, </w:t>
      </w:r>
      <w:r w:rsidRPr="004C3E92">
        <w:t xml:space="preserve">si </w:t>
      </w:r>
      <w:proofErr w:type="spellStart"/>
      <w:r w:rsidRPr="004C3E92">
        <w:t>Elinor</w:t>
      </w:r>
      <w:proofErr w:type="spellEnd"/>
      <w:r w:rsidR="004A4993">
        <w:t xml:space="preserve">, </w:t>
      </w:r>
      <w:r w:rsidRPr="004C3E92">
        <w:t>qui désirait véritablement ente</w:t>
      </w:r>
      <w:r w:rsidRPr="004C3E92">
        <w:t>n</w:t>
      </w:r>
      <w:r w:rsidRPr="004C3E92">
        <w:t>dre l</w:t>
      </w:r>
      <w:r w:rsidR="004A4993">
        <w:t>’</w:t>
      </w:r>
      <w:r w:rsidRPr="004C3E92">
        <w:t>opinion impartiale de sa sœur</w:t>
      </w:r>
      <w:r w:rsidR="004A4993">
        <w:t xml:space="preserve">, </w:t>
      </w:r>
      <w:r w:rsidRPr="004C3E92">
        <w:t>ne l</w:t>
      </w:r>
      <w:r w:rsidR="004A4993">
        <w:t>’</w:t>
      </w:r>
      <w:r w:rsidRPr="004C3E92">
        <w:t>eût</w:t>
      </w:r>
      <w:r w:rsidR="004A4993">
        <w:t xml:space="preserve">, </w:t>
      </w:r>
      <w:r w:rsidRPr="004C3E92">
        <w:t>d</w:t>
      </w:r>
      <w:r w:rsidR="004A4993">
        <w:t>’</w:t>
      </w:r>
      <w:r w:rsidRPr="004C3E92">
        <w:t>un geste plein d</w:t>
      </w:r>
      <w:r w:rsidR="004A4993">
        <w:t>’</w:t>
      </w:r>
      <w:r w:rsidRPr="004C3E92">
        <w:t>ardeur</w:t>
      </w:r>
      <w:r w:rsidR="004A4993">
        <w:t xml:space="preserve">, </w:t>
      </w:r>
      <w:r w:rsidRPr="004C3E92">
        <w:t>invitée au silence</w:t>
      </w:r>
      <w:r w:rsidR="004A4993">
        <w:t xml:space="preserve">. </w:t>
      </w:r>
      <w:r w:rsidRPr="004C3E92">
        <w:t>Marianne reprit lentement</w:t>
      </w:r>
      <w:r w:rsidR="004A4993">
        <w:t> :</w:t>
      </w:r>
    </w:p>
    <w:p w14:paraId="328505DE" w14:textId="77777777" w:rsidR="004A4993" w:rsidRDefault="004A4993" w:rsidP="004A4993">
      <w:r>
        <w:t>— </w:t>
      </w:r>
      <w:r w:rsidR="008C5C61" w:rsidRPr="004C3E92">
        <w:t>Ce m</w:t>
      </w:r>
      <w:r>
        <w:t>’</w:t>
      </w:r>
      <w:r w:rsidR="008C5C61" w:rsidRPr="004C3E92">
        <w:t>est un grand soulagement</w:t>
      </w:r>
      <w:r>
        <w:t xml:space="preserve"> – </w:t>
      </w:r>
      <w:r w:rsidR="008C5C61" w:rsidRPr="004C3E92">
        <w:t>ce qu</w:t>
      </w:r>
      <w:r>
        <w:t>’</w:t>
      </w:r>
      <w:proofErr w:type="spellStart"/>
      <w:r w:rsidR="008C5C61" w:rsidRPr="004C3E92">
        <w:t>Elinor</w:t>
      </w:r>
      <w:proofErr w:type="spellEnd"/>
      <w:r w:rsidR="008C5C61" w:rsidRPr="004C3E92">
        <w:t xml:space="preserve"> m</w:t>
      </w:r>
      <w:r>
        <w:t>’</w:t>
      </w:r>
      <w:r w:rsidR="008C5C61" w:rsidRPr="004C3E92">
        <w:t>a dit ce matin</w:t>
      </w:r>
      <w:r>
        <w:t xml:space="preserve"> – </w:t>
      </w:r>
      <w:r w:rsidR="008C5C61" w:rsidRPr="004C3E92">
        <w:t>j</w:t>
      </w:r>
      <w:r>
        <w:t>’</w:t>
      </w:r>
      <w:r w:rsidR="008C5C61" w:rsidRPr="004C3E92">
        <w:t>ai maintenant appris exactement ce que je souhaitais d</w:t>
      </w:r>
      <w:r>
        <w:t>’</w:t>
      </w:r>
      <w:r w:rsidR="008C5C61" w:rsidRPr="004C3E92">
        <w:t>entendre</w:t>
      </w:r>
      <w:r>
        <w:t xml:space="preserve">. </w:t>
      </w:r>
      <w:r w:rsidR="008C5C61" w:rsidRPr="004C3E92">
        <w:t>Pendant quelques instants</w:t>
      </w:r>
      <w:r>
        <w:t xml:space="preserve">, </w:t>
      </w:r>
      <w:r w:rsidR="008C5C61" w:rsidRPr="004C3E92">
        <w:t>sa voix se perdit</w:t>
      </w:r>
      <w:r>
        <w:t xml:space="preserve"> ; </w:t>
      </w:r>
      <w:r w:rsidR="008C5C61" w:rsidRPr="004C3E92">
        <w:t>mais</w:t>
      </w:r>
      <w:r>
        <w:t xml:space="preserve">, </w:t>
      </w:r>
      <w:r w:rsidR="008C5C61" w:rsidRPr="004C3E92">
        <w:t>se ressaisissant</w:t>
      </w:r>
      <w:r>
        <w:t xml:space="preserve">, </w:t>
      </w:r>
      <w:r w:rsidR="008C5C61" w:rsidRPr="004C3E92">
        <w:t>elle ajouta</w:t>
      </w:r>
      <w:r>
        <w:t xml:space="preserve">, </w:t>
      </w:r>
      <w:r w:rsidR="008C5C61" w:rsidRPr="004C3E92">
        <w:t>et avec plus de calme qu</w:t>
      </w:r>
      <w:r>
        <w:t>’</w:t>
      </w:r>
      <w:r w:rsidR="008C5C61" w:rsidRPr="004C3E92">
        <w:t>auparavant</w:t>
      </w:r>
      <w:r>
        <w:t xml:space="preserve"> : </w:t>
      </w:r>
      <w:r w:rsidR="008C5C61" w:rsidRPr="004C3E92">
        <w:t>Je suis maintenant parfaitement satisfaite</w:t>
      </w:r>
      <w:r>
        <w:t xml:space="preserve">. </w:t>
      </w:r>
      <w:r w:rsidR="008C5C61" w:rsidRPr="004C3E92">
        <w:t>Je ne souhaite aucun changement</w:t>
      </w:r>
      <w:r>
        <w:t xml:space="preserve">. </w:t>
      </w:r>
      <w:r w:rsidR="008C5C61" w:rsidRPr="004C3E92">
        <w:t>Je n</w:t>
      </w:r>
      <w:r>
        <w:t>’</w:t>
      </w:r>
      <w:r w:rsidR="008C5C61" w:rsidRPr="004C3E92">
        <w:t>aurais jamais pu être he</w:t>
      </w:r>
      <w:r w:rsidR="008C5C61" w:rsidRPr="004C3E92">
        <w:t>u</w:t>
      </w:r>
      <w:r w:rsidR="008C5C61" w:rsidRPr="004C3E92">
        <w:t>reuse avec lui</w:t>
      </w:r>
      <w:r>
        <w:t xml:space="preserve">, </w:t>
      </w:r>
      <w:r w:rsidR="008C5C61" w:rsidRPr="004C3E92">
        <w:t>en sachant tout cela</w:t>
      </w:r>
      <w:r>
        <w:t xml:space="preserve">, – </w:t>
      </w:r>
      <w:r w:rsidR="008C5C61" w:rsidRPr="004C3E92">
        <w:t>comme je l</w:t>
      </w:r>
      <w:r>
        <w:t>’</w:t>
      </w:r>
      <w:r w:rsidR="008C5C61" w:rsidRPr="004C3E92">
        <w:t>aurais néce</w:t>
      </w:r>
      <w:r w:rsidR="008C5C61" w:rsidRPr="004C3E92">
        <w:t>s</w:t>
      </w:r>
      <w:r w:rsidR="008C5C61" w:rsidRPr="004C3E92">
        <w:t>sairement su tôt ou tard</w:t>
      </w:r>
      <w:r>
        <w:t xml:space="preserve">. </w:t>
      </w:r>
      <w:r w:rsidR="008C5C61" w:rsidRPr="004C3E92">
        <w:t>Je n</w:t>
      </w:r>
      <w:r>
        <w:t>’</w:t>
      </w:r>
      <w:r w:rsidR="008C5C61" w:rsidRPr="004C3E92">
        <w:t>aurais pas eu de confiance</w:t>
      </w:r>
      <w:r>
        <w:t xml:space="preserve">, </w:t>
      </w:r>
      <w:r w:rsidR="008C5C61" w:rsidRPr="004C3E92">
        <w:t>pas d</w:t>
      </w:r>
      <w:r>
        <w:t>’</w:t>
      </w:r>
      <w:r w:rsidR="008C5C61" w:rsidRPr="004C3E92">
        <w:t>estime</w:t>
      </w:r>
      <w:r>
        <w:t xml:space="preserve">. </w:t>
      </w:r>
      <w:r w:rsidR="008C5C61" w:rsidRPr="004C3E92">
        <w:t>Rien n</w:t>
      </w:r>
      <w:r>
        <w:t>’</w:t>
      </w:r>
      <w:r w:rsidR="008C5C61" w:rsidRPr="004C3E92">
        <w:t>aurait pu en débarrasser mes sentiments</w:t>
      </w:r>
      <w:r>
        <w:t>.</w:t>
      </w:r>
    </w:p>
    <w:p w14:paraId="6B069C25" w14:textId="77777777" w:rsidR="004A4993" w:rsidRDefault="004A4993" w:rsidP="004A4993">
      <w:r>
        <w:t>— </w:t>
      </w:r>
      <w:r w:rsidR="008C5C61" w:rsidRPr="004C3E92">
        <w:t>Je le sais</w:t>
      </w:r>
      <w:r>
        <w:t xml:space="preserve"> ! </w:t>
      </w:r>
      <w:r w:rsidR="008C5C61" w:rsidRPr="004C3E92">
        <w:t>Je le sais</w:t>
      </w:r>
      <w:r>
        <w:t xml:space="preserve"> ! </w:t>
      </w:r>
      <w:r w:rsidR="008C5C61" w:rsidRPr="004C3E92">
        <w:t>s</w:t>
      </w:r>
      <w:r>
        <w:t>’</w:t>
      </w:r>
      <w:r w:rsidR="008C5C61" w:rsidRPr="004C3E92">
        <w:t>écria sa mère</w:t>
      </w:r>
      <w:r>
        <w:t xml:space="preserve">. </w:t>
      </w:r>
      <w:r w:rsidR="008C5C61" w:rsidRPr="004C3E92">
        <w:t>Heureuse</w:t>
      </w:r>
      <w:r>
        <w:t xml:space="preserve">, </w:t>
      </w:r>
      <w:r w:rsidR="008C5C61" w:rsidRPr="004C3E92">
        <w:t>avec un homme qui s</w:t>
      </w:r>
      <w:r>
        <w:t>’</w:t>
      </w:r>
      <w:r w:rsidR="008C5C61" w:rsidRPr="004C3E92">
        <w:t>adonne au libertinage</w:t>
      </w:r>
      <w:r>
        <w:t xml:space="preserve"> ! </w:t>
      </w:r>
      <w:r w:rsidR="008C5C61" w:rsidRPr="004C3E92">
        <w:t>Qui a troublé à tel point la paix du plus cher de nos amis</w:t>
      </w:r>
      <w:r>
        <w:t xml:space="preserve">, </w:t>
      </w:r>
      <w:r w:rsidR="008C5C61" w:rsidRPr="004C3E92">
        <w:t>et du meilleur des hommes</w:t>
      </w:r>
      <w:r>
        <w:t xml:space="preserve"> ! </w:t>
      </w:r>
      <w:r w:rsidR="008C5C61" w:rsidRPr="004C3E92">
        <w:t>Non</w:t>
      </w:r>
      <w:r>
        <w:t xml:space="preserve">, – </w:t>
      </w:r>
      <w:r w:rsidR="008C5C61" w:rsidRPr="004C3E92">
        <w:t>ma Marianne n</w:t>
      </w:r>
      <w:r>
        <w:t>’</w:t>
      </w:r>
      <w:r w:rsidR="008C5C61" w:rsidRPr="004C3E92">
        <w:t>a pas un cœur qui puisse être rendu he</w:t>
      </w:r>
      <w:r w:rsidR="008C5C61" w:rsidRPr="004C3E92">
        <w:t>u</w:t>
      </w:r>
      <w:r w:rsidR="008C5C61" w:rsidRPr="004C3E92">
        <w:t>reux par un tel homme</w:t>
      </w:r>
      <w:r>
        <w:t xml:space="preserve"> ! </w:t>
      </w:r>
      <w:r w:rsidR="008C5C61" w:rsidRPr="004C3E92">
        <w:t>Sa conscience</w:t>
      </w:r>
      <w:r>
        <w:t xml:space="preserve">, </w:t>
      </w:r>
      <w:r w:rsidR="008C5C61" w:rsidRPr="004C3E92">
        <w:t>sa conscience si sens</w:t>
      </w:r>
      <w:r w:rsidR="008C5C61" w:rsidRPr="004C3E92">
        <w:t>i</w:t>
      </w:r>
      <w:r w:rsidR="008C5C61" w:rsidRPr="004C3E92">
        <w:t>ble</w:t>
      </w:r>
      <w:r>
        <w:t xml:space="preserve">, </w:t>
      </w:r>
      <w:r w:rsidR="008C5C61" w:rsidRPr="004C3E92">
        <w:t>aurait ressenti tout ce qu</w:t>
      </w:r>
      <w:r>
        <w:t>’</w:t>
      </w:r>
      <w:r w:rsidR="008C5C61" w:rsidRPr="004C3E92">
        <w:t>eût dû ressentir celle de son mari</w:t>
      </w:r>
      <w:r>
        <w:t>.</w:t>
      </w:r>
    </w:p>
    <w:p w14:paraId="7AD8950A" w14:textId="77777777" w:rsidR="004A4993" w:rsidRDefault="008C5C61" w:rsidP="004A4993">
      <w:r w:rsidRPr="004C3E92">
        <w:t>Marianne soupira</w:t>
      </w:r>
      <w:r w:rsidR="004A4993">
        <w:t xml:space="preserve">, </w:t>
      </w:r>
      <w:r w:rsidRPr="004C3E92">
        <w:t>et répéta</w:t>
      </w:r>
      <w:r w:rsidR="004A4993">
        <w:t> :</w:t>
      </w:r>
    </w:p>
    <w:p w14:paraId="18C9A0FA" w14:textId="77777777" w:rsidR="004A4993" w:rsidRDefault="004A4993" w:rsidP="004A4993">
      <w:r>
        <w:t>— </w:t>
      </w:r>
      <w:r w:rsidR="008C5C61" w:rsidRPr="004C3E92">
        <w:t>Je ne souhaite aucun changement</w:t>
      </w:r>
      <w:r>
        <w:t>.</w:t>
      </w:r>
    </w:p>
    <w:p w14:paraId="23CA8B71" w14:textId="77777777" w:rsidR="004A4993" w:rsidRDefault="004A4993" w:rsidP="004A4993">
      <w:r>
        <w:lastRenderedPageBreak/>
        <w:t>— </w:t>
      </w:r>
      <w:r w:rsidR="008C5C61" w:rsidRPr="004C3E92">
        <w:t>Tu considères l</w:t>
      </w:r>
      <w:r>
        <w:t>’</w:t>
      </w:r>
      <w:r w:rsidR="008C5C61" w:rsidRPr="004C3E92">
        <w:t>affaire</w:t>
      </w:r>
      <w:r>
        <w:t xml:space="preserve">, </w:t>
      </w:r>
      <w:r w:rsidR="008C5C61" w:rsidRPr="004C3E92">
        <w:t xml:space="preserve">dit </w:t>
      </w:r>
      <w:proofErr w:type="spellStart"/>
      <w:r w:rsidR="008C5C61" w:rsidRPr="004C3E92">
        <w:t>Elinor</w:t>
      </w:r>
      <w:proofErr w:type="spellEnd"/>
      <w:r>
        <w:t xml:space="preserve">, </w:t>
      </w:r>
      <w:r w:rsidR="008C5C61" w:rsidRPr="004C3E92">
        <w:t>exactement comme doit la considérer un bon esprit et une intelligence saine</w:t>
      </w:r>
      <w:r>
        <w:t xml:space="preserve"> ; </w:t>
      </w:r>
      <w:r w:rsidR="008C5C61" w:rsidRPr="004C3E92">
        <w:t>et je suppose que tu perçois</w:t>
      </w:r>
      <w:r>
        <w:t xml:space="preserve">, </w:t>
      </w:r>
      <w:r w:rsidR="008C5C61" w:rsidRPr="004C3E92">
        <w:t>tout comme moi</w:t>
      </w:r>
      <w:r>
        <w:t xml:space="preserve">, </w:t>
      </w:r>
      <w:r w:rsidR="008C5C61" w:rsidRPr="004C3E92">
        <w:t>non seulement sur ce point</w:t>
      </w:r>
      <w:r>
        <w:t xml:space="preserve">, </w:t>
      </w:r>
      <w:r w:rsidR="008C5C61" w:rsidRPr="004C3E92">
        <w:t>mais en bien d</w:t>
      </w:r>
      <w:r>
        <w:t>’</w:t>
      </w:r>
      <w:r w:rsidR="008C5C61" w:rsidRPr="004C3E92">
        <w:t>autres circonstances</w:t>
      </w:r>
      <w:r>
        <w:t xml:space="preserve">, </w:t>
      </w:r>
      <w:r w:rsidR="008C5C61" w:rsidRPr="004C3E92">
        <w:t>des raisons suffisa</w:t>
      </w:r>
      <w:r w:rsidR="008C5C61" w:rsidRPr="004C3E92">
        <w:t>n</w:t>
      </w:r>
      <w:r w:rsidR="008C5C61" w:rsidRPr="004C3E92">
        <w:t>tes pour te convaincre que ton mariage t</w:t>
      </w:r>
      <w:r>
        <w:t>’</w:t>
      </w:r>
      <w:r w:rsidR="008C5C61" w:rsidRPr="004C3E92">
        <w:t>aurait nécessairement entraînée à des ennuis et à des déceptions nombreux et certains</w:t>
      </w:r>
      <w:r>
        <w:t xml:space="preserve">, </w:t>
      </w:r>
      <w:r w:rsidR="008C5C61" w:rsidRPr="004C3E92">
        <w:t>dans lesquels tu aurais été maigrement soutenue par une affe</w:t>
      </w:r>
      <w:r w:rsidR="008C5C61" w:rsidRPr="004C3E92">
        <w:t>c</w:t>
      </w:r>
      <w:r w:rsidR="008C5C61" w:rsidRPr="004C3E92">
        <w:t>tion beaucoup moins certaine de sa part</w:t>
      </w:r>
      <w:r>
        <w:t xml:space="preserve">. </w:t>
      </w:r>
      <w:r w:rsidR="008C5C61" w:rsidRPr="004C3E92">
        <w:t>Si tu t</w:t>
      </w:r>
      <w:r>
        <w:t>’</w:t>
      </w:r>
      <w:r w:rsidR="008C5C61" w:rsidRPr="004C3E92">
        <w:t>étais mariée</w:t>
      </w:r>
      <w:r>
        <w:t xml:space="preserve">, </w:t>
      </w:r>
      <w:r w:rsidR="008C5C61" w:rsidRPr="004C3E92">
        <w:t>tu aurais nécessairement été pauvre</w:t>
      </w:r>
      <w:r>
        <w:t xml:space="preserve">, </w:t>
      </w:r>
      <w:r w:rsidR="008C5C61" w:rsidRPr="004C3E92">
        <w:t>toujours</w:t>
      </w:r>
      <w:r>
        <w:t xml:space="preserve">. </w:t>
      </w:r>
      <w:r w:rsidR="008C5C61" w:rsidRPr="004C3E92">
        <w:t>Ses habitudes d</w:t>
      </w:r>
      <w:r w:rsidR="008C5C61" w:rsidRPr="004C3E92">
        <w:t>é</w:t>
      </w:r>
      <w:r w:rsidR="008C5C61" w:rsidRPr="004C3E92">
        <w:t>pensières sont reconnues</w:t>
      </w:r>
      <w:r>
        <w:t xml:space="preserve">, </w:t>
      </w:r>
      <w:r w:rsidR="008C5C61" w:rsidRPr="004C3E92">
        <w:t>même de lui</w:t>
      </w:r>
      <w:r>
        <w:t xml:space="preserve">, </w:t>
      </w:r>
      <w:r w:rsidR="008C5C61" w:rsidRPr="004C3E92">
        <w:t>et toute sa conduite proclame que le renoncement est un mot qu</w:t>
      </w:r>
      <w:r>
        <w:t>’</w:t>
      </w:r>
      <w:r w:rsidR="008C5C61" w:rsidRPr="004C3E92">
        <w:t>il comprend à pe</w:t>
      </w:r>
      <w:r w:rsidR="008C5C61" w:rsidRPr="004C3E92">
        <w:t>i</w:t>
      </w:r>
      <w:r w:rsidR="008C5C61" w:rsidRPr="004C3E92">
        <w:t>ne</w:t>
      </w:r>
      <w:r>
        <w:t xml:space="preserve">. </w:t>
      </w:r>
      <w:r w:rsidR="008C5C61" w:rsidRPr="004C3E92">
        <w:t>Ses exigences</w:t>
      </w:r>
      <w:r>
        <w:t xml:space="preserve">, </w:t>
      </w:r>
      <w:r w:rsidR="008C5C61" w:rsidRPr="004C3E92">
        <w:t>jointes à ton inexpérience</w:t>
      </w:r>
      <w:r>
        <w:t xml:space="preserve">, </w:t>
      </w:r>
      <w:r w:rsidR="008C5C61" w:rsidRPr="004C3E92">
        <w:t>en ce qui concerne un petit revenu</w:t>
      </w:r>
      <w:r>
        <w:t xml:space="preserve">, – </w:t>
      </w:r>
      <w:r w:rsidR="008C5C61" w:rsidRPr="004C3E92">
        <w:t>très petit</w:t>
      </w:r>
      <w:r>
        <w:t xml:space="preserve">, – </w:t>
      </w:r>
      <w:r w:rsidR="008C5C61" w:rsidRPr="004C3E92">
        <w:t xml:space="preserve">auraient amené fatalement des misères qui ne seraient pas </w:t>
      </w:r>
      <w:r w:rsidR="008C5C61" w:rsidRPr="004C3E92">
        <w:rPr>
          <w:i/>
          <w:iCs/>
        </w:rPr>
        <w:t>moins</w:t>
      </w:r>
      <w:r w:rsidR="008C5C61" w:rsidRPr="004C3E92">
        <w:t xml:space="preserve"> pénibles pour toi du fait qu</w:t>
      </w:r>
      <w:r>
        <w:t>’</w:t>
      </w:r>
      <w:r w:rsidR="008C5C61" w:rsidRPr="004C3E92">
        <w:t>elles eussent été entièrement inconnues et insoupçonnées au préalable</w:t>
      </w:r>
      <w:r>
        <w:t xml:space="preserve">. </w:t>
      </w:r>
      <w:r w:rsidR="008C5C61" w:rsidRPr="004C3E92">
        <w:rPr>
          <w:i/>
          <w:iCs/>
        </w:rPr>
        <w:t>Ton</w:t>
      </w:r>
      <w:r w:rsidR="008C5C61" w:rsidRPr="004C3E92">
        <w:t xml:space="preserve"> sentiment de l</w:t>
      </w:r>
      <w:r>
        <w:t>’</w:t>
      </w:r>
      <w:r w:rsidR="008C5C61" w:rsidRPr="004C3E92">
        <w:t xml:space="preserve">honneur et </w:t>
      </w:r>
      <w:r w:rsidR="008C5C61" w:rsidRPr="004C3E92">
        <w:rPr>
          <w:i/>
          <w:iCs/>
        </w:rPr>
        <w:t>ton</w:t>
      </w:r>
      <w:r w:rsidR="008C5C61" w:rsidRPr="004C3E92">
        <w:t xml:space="preserve"> honnêteté t</w:t>
      </w:r>
      <w:r>
        <w:t>’</w:t>
      </w:r>
      <w:r w:rsidR="008C5C61" w:rsidRPr="004C3E92">
        <w:t>auraient portée</w:t>
      </w:r>
      <w:r>
        <w:t xml:space="preserve">, </w:t>
      </w:r>
      <w:r w:rsidR="008C5C61" w:rsidRPr="004C3E92">
        <w:t>je le sais</w:t>
      </w:r>
      <w:r>
        <w:t xml:space="preserve">, </w:t>
      </w:r>
      <w:r w:rsidR="008C5C61" w:rsidRPr="004C3E92">
        <w:t>une fois que tu aurais pris conscie</w:t>
      </w:r>
      <w:r w:rsidR="008C5C61" w:rsidRPr="004C3E92">
        <w:t>n</w:t>
      </w:r>
      <w:r w:rsidR="008C5C61" w:rsidRPr="004C3E92">
        <w:t>ce de la situation</w:t>
      </w:r>
      <w:r>
        <w:t xml:space="preserve">, </w:t>
      </w:r>
      <w:r w:rsidR="008C5C61" w:rsidRPr="004C3E92">
        <w:t>à tenter toute l</w:t>
      </w:r>
      <w:r>
        <w:t>’</w:t>
      </w:r>
      <w:r w:rsidR="008C5C61" w:rsidRPr="004C3E92">
        <w:t>économie qui t</w:t>
      </w:r>
      <w:r>
        <w:t>’</w:t>
      </w:r>
      <w:r w:rsidR="008C5C61" w:rsidRPr="004C3E92">
        <w:t>eût paru poss</w:t>
      </w:r>
      <w:r w:rsidR="008C5C61" w:rsidRPr="004C3E92">
        <w:t>i</w:t>
      </w:r>
      <w:r w:rsidR="008C5C61" w:rsidRPr="004C3E92">
        <w:t>ble</w:t>
      </w:r>
      <w:r>
        <w:t xml:space="preserve"> ; </w:t>
      </w:r>
      <w:r w:rsidR="008C5C61" w:rsidRPr="004C3E92">
        <w:t>et peut-être</w:t>
      </w:r>
      <w:r>
        <w:t xml:space="preserve">, </w:t>
      </w:r>
      <w:r w:rsidR="008C5C61" w:rsidRPr="004C3E92">
        <w:t>tant que ta frugalité n</w:t>
      </w:r>
      <w:r>
        <w:t>’</w:t>
      </w:r>
      <w:r w:rsidR="008C5C61" w:rsidRPr="004C3E92">
        <w:t>eût porté atteinte qu</w:t>
      </w:r>
      <w:r>
        <w:t>’</w:t>
      </w:r>
      <w:r w:rsidR="008C5C61" w:rsidRPr="004C3E92">
        <w:t>à ton propre bien-être</w:t>
      </w:r>
      <w:r>
        <w:t xml:space="preserve">, </w:t>
      </w:r>
      <w:r w:rsidR="008C5C61" w:rsidRPr="004C3E92">
        <w:t>aurais-tu pu être autorisée à la pratiquer</w:t>
      </w:r>
      <w:r>
        <w:t xml:space="preserve"> ; </w:t>
      </w:r>
      <w:r w:rsidR="008C5C61" w:rsidRPr="004C3E92">
        <w:t>mais</w:t>
      </w:r>
      <w:r>
        <w:t xml:space="preserve">, </w:t>
      </w:r>
      <w:r w:rsidR="008C5C61" w:rsidRPr="004C3E92">
        <w:t>en dehors de là</w:t>
      </w:r>
      <w:r>
        <w:t xml:space="preserve">, – </w:t>
      </w:r>
      <w:r w:rsidR="008C5C61" w:rsidRPr="004C3E92">
        <w:t>et combien mince pourrait être l</w:t>
      </w:r>
      <w:r>
        <w:t>’</w:t>
      </w:r>
      <w:r w:rsidR="008C5C61" w:rsidRPr="004C3E92">
        <w:t>effet de ta direction unique pour enrayer la ruine qui avait commencé avant ton mariage</w:t>
      </w:r>
      <w:r>
        <w:t xml:space="preserve"> ! – </w:t>
      </w:r>
      <w:r w:rsidR="008C5C61" w:rsidRPr="004C3E92">
        <w:t>en dehors de là</w:t>
      </w:r>
      <w:r>
        <w:t xml:space="preserve">, </w:t>
      </w:r>
      <w:r w:rsidR="008C5C61" w:rsidRPr="004C3E92">
        <w:t>si tu avais essayé</w:t>
      </w:r>
      <w:r>
        <w:t xml:space="preserve">, </w:t>
      </w:r>
      <w:r w:rsidR="008C5C61" w:rsidRPr="004C3E92">
        <w:t>quelque raisonnablement</w:t>
      </w:r>
      <w:r>
        <w:t xml:space="preserve">, </w:t>
      </w:r>
      <w:r w:rsidR="008C5C61" w:rsidRPr="004C3E92">
        <w:t>de retrancher à ses plaisirs</w:t>
      </w:r>
      <w:r>
        <w:t xml:space="preserve">, </w:t>
      </w:r>
      <w:r w:rsidR="008C5C61" w:rsidRPr="004C3E92">
        <w:t>à lui</w:t>
      </w:r>
      <w:r>
        <w:t xml:space="preserve">, </w:t>
      </w:r>
      <w:r w:rsidR="008C5C61" w:rsidRPr="004C3E92">
        <w:t>n</w:t>
      </w:r>
      <w:r>
        <w:t>’</w:t>
      </w:r>
      <w:r w:rsidR="008C5C61" w:rsidRPr="004C3E92">
        <w:t>est-il pas à craindre qu</w:t>
      </w:r>
      <w:r>
        <w:t>’</w:t>
      </w:r>
      <w:r w:rsidR="008C5C61" w:rsidRPr="004C3E92">
        <w:t>au lieu de l</w:t>
      </w:r>
      <w:r>
        <w:t>’</w:t>
      </w:r>
      <w:r w:rsidR="008C5C61" w:rsidRPr="004C3E92">
        <w:t>emporter sur des sentiments assez égoïstes pour y consentir</w:t>
      </w:r>
      <w:r>
        <w:t xml:space="preserve">, </w:t>
      </w:r>
      <w:r w:rsidR="008C5C61" w:rsidRPr="004C3E92">
        <w:t>tu eusses amoindri ta propre influe</w:t>
      </w:r>
      <w:r w:rsidR="008C5C61" w:rsidRPr="004C3E92">
        <w:t>n</w:t>
      </w:r>
      <w:r w:rsidR="008C5C61" w:rsidRPr="004C3E92">
        <w:t>ce sur son cœur</w:t>
      </w:r>
      <w:r>
        <w:t xml:space="preserve">, </w:t>
      </w:r>
      <w:r w:rsidR="008C5C61" w:rsidRPr="004C3E92">
        <w:t>et lui eusses fait regretter l</w:t>
      </w:r>
      <w:r>
        <w:t>’</w:t>
      </w:r>
      <w:r w:rsidR="008C5C61" w:rsidRPr="004C3E92">
        <w:t>union qui l</w:t>
      </w:r>
      <w:r>
        <w:t>’</w:t>
      </w:r>
      <w:r w:rsidR="008C5C61" w:rsidRPr="004C3E92">
        <w:t>aurait entraîné dans de pareilles difficultés</w:t>
      </w:r>
      <w:r>
        <w:t> ?</w:t>
      </w:r>
    </w:p>
    <w:p w14:paraId="61A90035" w14:textId="0A3163B3" w:rsidR="004A4993" w:rsidRDefault="008C5C61" w:rsidP="004A4993">
      <w:r w:rsidRPr="004C3E92">
        <w:t>Les lèvres de Marianne eurent un frémissement</w:t>
      </w:r>
      <w:r w:rsidR="004A4993">
        <w:t xml:space="preserve">, </w:t>
      </w:r>
      <w:r w:rsidRPr="004C3E92">
        <w:t>et elle r</w:t>
      </w:r>
      <w:r w:rsidRPr="004C3E92">
        <w:t>é</w:t>
      </w:r>
      <w:r w:rsidRPr="004C3E92">
        <w:t xml:space="preserve">péta le mot </w:t>
      </w:r>
      <w:r w:rsidR="004A4993">
        <w:t>« </w:t>
      </w:r>
      <w:r w:rsidRPr="004C3E92">
        <w:t>égoïste</w:t>
      </w:r>
      <w:r w:rsidR="004A4993">
        <w:t> ? »</w:t>
      </w:r>
      <w:r w:rsidRPr="004C3E92">
        <w:t xml:space="preserve"> d</w:t>
      </w:r>
      <w:r w:rsidR="004A4993">
        <w:t>’</w:t>
      </w:r>
      <w:r w:rsidRPr="004C3E92">
        <w:t>un ton qui sous-entendait</w:t>
      </w:r>
      <w:r w:rsidR="004A4993">
        <w:t> : « </w:t>
      </w:r>
      <w:r w:rsidRPr="004C3E92">
        <w:t>Tu le crois réellement égoïste</w:t>
      </w:r>
      <w:r w:rsidR="004A4993">
        <w:t> ? »</w:t>
      </w:r>
    </w:p>
    <w:p w14:paraId="35E143D3" w14:textId="77777777" w:rsidR="004A4993" w:rsidRDefault="004A4993" w:rsidP="004A4993">
      <w:r>
        <w:lastRenderedPageBreak/>
        <w:t>— </w:t>
      </w:r>
      <w:r w:rsidR="008C5C61" w:rsidRPr="004C3E92">
        <w:t>L</w:t>
      </w:r>
      <w:r>
        <w:t>’</w:t>
      </w:r>
      <w:r w:rsidR="008C5C61" w:rsidRPr="004C3E92">
        <w:t>ensemble de sa conduite</w:t>
      </w:r>
      <w:r>
        <w:t xml:space="preserve">, </w:t>
      </w:r>
      <w:r w:rsidR="008C5C61" w:rsidRPr="004C3E92">
        <w:t xml:space="preserve">répondit </w:t>
      </w:r>
      <w:proofErr w:type="spellStart"/>
      <w:r w:rsidR="008C5C61" w:rsidRPr="004C3E92">
        <w:t>Elinor</w:t>
      </w:r>
      <w:proofErr w:type="spellEnd"/>
      <w:r>
        <w:t xml:space="preserve">, </w:t>
      </w:r>
      <w:r w:rsidR="008C5C61" w:rsidRPr="004C3E92">
        <w:t>depuis le d</w:t>
      </w:r>
      <w:r w:rsidR="008C5C61" w:rsidRPr="004C3E92">
        <w:t>é</w:t>
      </w:r>
      <w:r w:rsidR="008C5C61" w:rsidRPr="004C3E92">
        <w:t>but jusqu</w:t>
      </w:r>
      <w:r>
        <w:t>’</w:t>
      </w:r>
      <w:r w:rsidR="008C5C61" w:rsidRPr="004C3E92">
        <w:t>à la fin de l</w:t>
      </w:r>
      <w:r>
        <w:t>’</w:t>
      </w:r>
      <w:r w:rsidR="008C5C61" w:rsidRPr="004C3E92">
        <w:t>affaire</w:t>
      </w:r>
      <w:r>
        <w:t xml:space="preserve">, </w:t>
      </w:r>
      <w:r w:rsidR="008C5C61" w:rsidRPr="004C3E92">
        <w:t>a été fondé sur l</w:t>
      </w:r>
      <w:r>
        <w:t>’</w:t>
      </w:r>
      <w:r w:rsidR="008C5C61" w:rsidRPr="004C3E92">
        <w:t>égoïsme</w:t>
      </w:r>
      <w:r>
        <w:t xml:space="preserve">. </w:t>
      </w:r>
      <w:r w:rsidR="008C5C61" w:rsidRPr="004C3E92">
        <w:t>C</w:t>
      </w:r>
      <w:r>
        <w:t>’</w:t>
      </w:r>
      <w:r w:rsidR="008C5C61" w:rsidRPr="004C3E92">
        <w:t>est l</w:t>
      </w:r>
      <w:r>
        <w:t>’</w:t>
      </w:r>
      <w:r w:rsidR="008C5C61" w:rsidRPr="004C3E92">
        <w:t>égoïsme</w:t>
      </w:r>
      <w:r>
        <w:t xml:space="preserve">, </w:t>
      </w:r>
      <w:r w:rsidR="008C5C61" w:rsidRPr="004C3E92">
        <w:t>dès l</w:t>
      </w:r>
      <w:r>
        <w:t>’</w:t>
      </w:r>
      <w:r w:rsidR="008C5C61" w:rsidRPr="004C3E92">
        <w:t>abord</w:t>
      </w:r>
      <w:r>
        <w:t xml:space="preserve">, </w:t>
      </w:r>
      <w:r w:rsidR="008C5C61" w:rsidRPr="004C3E92">
        <w:t>qui l</w:t>
      </w:r>
      <w:r>
        <w:t>’</w:t>
      </w:r>
      <w:r w:rsidR="008C5C61" w:rsidRPr="004C3E92">
        <w:t>a amené à jouer avec ton affection</w:t>
      </w:r>
      <w:r>
        <w:t xml:space="preserve">, – </w:t>
      </w:r>
      <w:r w:rsidR="008C5C61" w:rsidRPr="004C3E92">
        <w:t>qui</w:t>
      </w:r>
      <w:r>
        <w:t xml:space="preserve">, </w:t>
      </w:r>
      <w:r w:rsidR="008C5C61" w:rsidRPr="004C3E92">
        <w:t>ensuite</w:t>
      </w:r>
      <w:r>
        <w:t xml:space="preserve">, </w:t>
      </w:r>
      <w:r w:rsidR="008C5C61" w:rsidRPr="004C3E92">
        <w:t>quand la sienne eût été engagée</w:t>
      </w:r>
      <w:r>
        <w:t xml:space="preserve">, </w:t>
      </w:r>
      <w:r w:rsidR="008C5C61" w:rsidRPr="004C3E92">
        <w:t>l</w:t>
      </w:r>
      <w:r>
        <w:t>’</w:t>
      </w:r>
      <w:r w:rsidR="008C5C61" w:rsidRPr="004C3E92">
        <w:t>a poussé à en di</w:t>
      </w:r>
      <w:r w:rsidR="008C5C61" w:rsidRPr="004C3E92">
        <w:t>f</w:t>
      </w:r>
      <w:r w:rsidR="008C5C61" w:rsidRPr="004C3E92">
        <w:t>férer l</w:t>
      </w:r>
      <w:r>
        <w:t>’</w:t>
      </w:r>
      <w:r w:rsidR="008C5C61" w:rsidRPr="004C3E92">
        <w:t>aveu</w:t>
      </w:r>
      <w:r>
        <w:t xml:space="preserve">, </w:t>
      </w:r>
      <w:r w:rsidR="008C5C61" w:rsidRPr="004C3E92">
        <w:t>et qui l</w:t>
      </w:r>
      <w:r>
        <w:t>’</w:t>
      </w:r>
      <w:r w:rsidR="008C5C61" w:rsidRPr="004C3E92">
        <w:t>a finalement éloigné de Barton</w:t>
      </w:r>
      <w:r>
        <w:t xml:space="preserve">. </w:t>
      </w:r>
      <w:r w:rsidR="008C5C61" w:rsidRPr="004C3E92">
        <w:t>Son propre plaisir ou ses aises personnelles</w:t>
      </w:r>
      <w:r>
        <w:t xml:space="preserve">, – </w:t>
      </w:r>
      <w:r w:rsidR="008C5C61" w:rsidRPr="004C3E92">
        <w:t>tel a été</w:t>
      </w:r>
      <w:r>
        <w:t xml:space="preserve">, </w:t>
      </w:r>
      <w:r w:rsidR="008C5C61" w:rsidRPr="004C3E92">
        <w:t>dans chaque cas particulier</w:t>
      </w:r>
      <w:r>
        <w:t xml:space="preserve">, </w:t>
      </w:r>
      <w:r w:rsidR="008C5C61" w:rsidRPr="004C3E92">
        <w:t>son principe directeur</w:t>
      </w:r>
      <w:r>
        <w:t>.</w:t>
      </w:r>
    </w:p>
    <w:p w14:paraId="2AA026A6" w14:textId="77777777" w:rsidR="004A4993" w:rsidRDefault="004A4993" w:rsidP="004A4993">
      <w:r>
        <w:t>— </w:t>
      </w:r>
      <w:r w:rsidR="008C5C61" w:rsidRPr="004C3E92">
        <w:t>Il est bien vrai</w:t>
      </w:r>
      <w:r>
        <w:t xml:space="preserve">. </w:t>
      </w:r>
      <w:r w:rsidR="008C5C61" w:rsidRPr="004C3E92">
        <w:t>Il n</w:t>
      </w:r>
      <w:r>
        <w:t>’</w:t>
      </w:r>
      <w:r w:rsidR="008C5C61" w:rsidRPr="004C3E92">
        <w:t>a jamais eu en vue mon bonheur</w:t>
      </w:r>
      <w:r>
        <w:t xml:space="preserve">, </w:t>
      </w:r>
      <w:r w:rsidR="008C5C61" w:rsidRPr="004C3E92">
        <w:t>à moi</w:t>
      </w:r>
      <w:r>
        <w:t>.</w:t>
      </w:r>
    </w:p>
    <w:p w14:paraId="1DAAB693" w14:textId="77777777" w:rsidR="004A4993" w:rsidRDefault="004A4993" w:rsidP="004A4993">
      <w:r>
        <w:t>— </w:t>
      </w:r>
      <w:r w:rsidR="008C5C61" w:rsidRPr="004C3E92">
        <w:t>À présent</w:t>
      </w:r>
      <w:r>
        <w:t xml:space="preserve">, </w:t>
      </w:r>
      <w:r w:rsidR="008C5C61" w:rsidRPr="004C3E92">
        <w:t xml:space="preserve">reprit </w:t>
      </w:r>
      <w:proofErr w:type="spellStart"/>
      <w:r w:rsidR="008C5C61" w:rsidRPr="004C3E92">
        <w:t>Elinor</w:t>
      </w:r>
      <w:proofErr w:type="spellEnd"/>
      <w:r>
        <w:t xml:space="preserve">, </w:t>
      </w:r>
      <w:r w:rsidR="008C5C61" w:rsidRPr="004C3E92">
        <w:t>il regrette ce qu</w:t>
      </w:r>
      <w:r>
        <w:t>’</w:t>
      </w:r>
      <w:r w:rsidR="008C5C61" w:rsidRPr="004C3E92">
        <w:t>il a fait</w:t>
      </w:r>
      <w:r>
        <w:t xml:space="preserve">. </w:t>
      </w:r>
      <w:r w:rsidR="008C5C61" w:rsidRPr="004C3E92">
        <w:t>Et pou</w:t>
      </w:r>
      <w:r w:rsidR="008C5C61" w:rsidRPr="004C3E92">
        <w:t>r</w:t>
      </w:r>
      <w:r w:rsidR="008C5C61" w:rsidRPr="004C3E92">
        <w:t>quoi le regrette-t-il</w:t>
      </w:r>
      <w:r>
        <w:t xml:space="preserve"> ? </w:t>
      </w:r>
      <w:r w:rsidR="008C5C61" w:rsidRPr="004C3E92">
        <w:t>Parce qu</w:t>
      </w:r>
      <w:r>
        <w:t>’</w:t>
      </w:r>
      <w:r w:rsidR="008C5C61" w:rsidRPr="004C3E92">
        <w:t>il constate que sa conduite n</w:t>
      </w:r>
      <w:r>
        <w:t>’</w:t>
      </w:r>
      <w:r w:rsidR="008C5C61" w:rsidRPr="004C3E92">
        <w:t>a pas atteint son but</w:t>
      </w:r>
      <w:r>
        <w:t xml:space="preserve">, </w:t>
      </w:r>
      <w:r w:rsidR="008C5C61" w:rsidRPr="004C3E92">
        <w:t>en ce qui le concerne</w:t>
      </w:r>
      <w:r>
        <w:t xml:space="preserve">. </w:t>
      </w:r>
      <w:r w:rsidR="008C5C61" w:rsidRPr="004C3E92">
        <w:t>Elle ne l</w:t>
      </w:r>
      <w:r>
        <w:t>’</w:t>
      </w:r>
      <w:r w:rsidR="008C5C61" w:rsidRPr="004C3E92">
        <w:t>a pas rendu he</w:t>
      </w:r>
      <w:r w:rsidR="008C5C61" w:rsidRPr="004C3E92">
        <w:t>u</w:t>
      </w:r>
      <w:r w:rsidR="008C5C61" w:rsidRPr="004C3E92">
        <w:t>reux</w:t>
      </w:r>
      <w:r>
        <w:t xml:space="preserve">. </w:t>
      </w:r>
      <w:r w:rsidR="008C5C61" w:rsidRPr="004C3E92">
        <w:t>Sa situation financière</w:t>
      </w:r>
      <w:r>
        <w:t xml:space="preserve">, </w:t>
      </w:r>
      <w:r w:rsidR="008C5C61" w:rsidRPr="004C3E92">
        <w:t>actuellement</w:t>
      </w:r>
      <w:r>
        <w:t xml:space="preserve">, </w:t>
      </w:r>
      <w:r w:rsidR="008C5C61" w:rsidRPr="004C3E92">
        <w:t>n</w:t>
      </w:r>
      <w:r>
        <w:t>’</w:t>
      </w:r>
      <w:r w:rsidR="008C5C61" w:rsidRPr="004C3E92">
        <w:t>est pas embarra</w:t>
      </w:r>
      <w:r w:rsidR="008C5C61" w:rsidRPr="004C3E92">
        <w:t>s</w:t>
      </w:r>
      <w:r w:rsidR="008C5C61" w:rsidRPr="004C3E92">
        <w:t>sée</w:t>
      </w:r>
      <w:r>
        <w:t xml:space="preserve">, – </w:t>
      </w:r>
      <w:r w:rsidR="008C5C61" w:rsidRPr="004C3E92">
        <w:t>il ne souffre d</w:t>
      </w:r>
      <w:r>
        <w:t>’</w:t>
      </w:r>
      <w:r w:rsidR="008C5C61" w:rsidRPr="004C3E92">
        <w:t>aucun mal de ce genre</w:t>
      </w:r>
      <w:r>
        <w:t xml:space="preserve">, </w:t>
      </w:r>
      <w:r w:rsidR="008C5C61" w:rsidRPr="004C3E92">
        <w:t>et il se dit seul</w:t>
      </w:r>
      <w:r w:rsidR="008C5C61" w:rsidRPr="004C3E92">
        <w:t>e</w:t>
      </w:r>
      <w:r w:rsidR="008C5C61" w:rsidRPr="004C3E92">
        <w:t>ment qu</w:t>
      </w:r>
      <w:r>
        <w:t>’</w:t>
      </w:r>
      <w:r w:rsidR="008C5C61" w:rsidRPr="004C3E92">
        <w:t>il a épousé une femme de caractère moins aimable que toi</w:t>
      </w:r>
      <w:r>
        <w:t xml:space="preserve">. </w:t>
      </w:r>
      <w:r w:rsidR="008C5C61" w:rsidRPr="004C3E92">
        <w:t>Mais en résulte-t-il que s</w:t>
      </w:r>
      <w:r>
        <w:t>’</w:t>
      </w:r>
      <w:r w:rsidR="008C5C61" w:rsidRPr="004C3E92">
        <w:t>il t</w:t>
      </w:r>
      <w:r>
        <w:t>’</w:t>
      </w:r>
      <w:r w:rsidR="008C5C61" w:rsidRPr="004C3E92">
        <w:t>avait épousée</w:t>
      </w:r>
      <w:r>
        <w:t xml:space="preserve">, </w:t>
      </w:r>
      <w:r w:rsidR="008C5C61" w:rsidRPr="004C3E92">
        <w:t>il eût été he</w:t>
      </w:r>
      <w:r w:rsidR="008C5C61" w:rsidRPr="004C3E92">
        <w:t>u</w:t>
      </w:r>
      <w:r w:rsidR="008C5C61" w:rsidRPr="004C3E92">
        <w:t>reux</w:t>
      </w:r>
      <w:r>
        <w:t xml:space="preserve"> ? </w:t>
      </w:r>
      <w:r w:rsidR="008C5C61" w:rsidRPr="004C3E92">
        <w:t>Les désagréments auraient été autres</w:t>
      </w:r>
      <w:r>
        <w:t xml:space="preserve">. </w:t>
      </w:r>
      <w:r w:rsidR="008C5C61" w:rsidRPr="004C3E92">
        <w:t>Il aurait alors sou</w:t>
      </w:r>
      <w:r w:rsidR="008C5C61" w:rsidRPr="004C3E92">
        <w:t>f</w:t>
      </w:r>
      <w:r w:rsidR="008C5C61" w:rsidRPr="004C3E92">
        <w:t>fert des embarras financiers qu</w:t>
      </w:r>
      <w:r>
        <w:t>’</w:t>
      </w:r>
      <w:r w:rsidR="008C5C61" w:rsidRPr="004C3E92">
        <w:t>il compte à présent pour rien</w:t>
      </w:r>
      <w:r>
        <w:t xml:space="preserve">, </w:t>
      </w:r>
      <w:r w:rsidR="008C5C61" w:rsidRPr="004C3E92">
        <w:t>parce qu</w:t>
      </w:r>
      <w:r>
        <w:t>’</w:t>
      </w:r>
      <w:r w:rsidR="008C5C61" w:rsidRPr="004C3E92">
        <w:t>ils lui ont été évités</w:t>
      </w:r>
      <w:r>
        <w:t xml:space="preserve">. </w:t>
      </w:r>
      <w:r w:rsidR="008C5C61" w:rsidRPr="004C3E92">
        <w:t>Il aurait eu une femme dont le c</w:t>
      </w:r>
      <w:r w:rsidR="008C5C61" w:rsidRPr="004C3E92">
        <w:t>a</w:t>
      </w:r>
      <w:r w:rsidR="008C5C61" w:rsidRPr="004C3E92">
        <w:t>ractère ne lui aurait pas donné lieu de se plaindre</w:t>
      </w:r>
      <w:r>
        <w:t xml:space="preserve">, </w:t>
      </w:r>
      <w:r w:rsidR="008C5C61" w:rsidRPr="004C3E92">
        <w:t>mais il aurait toujours été besogneux</w:t>
      </w:r>
      <w:r>
        <w:t xml:space="preserve">, </w:t>
      </w:r>
      <w:r w:rsidR="008C5C61" w:rsidRPr="004C3E92">
        <w:t>toujours pauvre</w:t>
      </w:r>
      <w:r>
        <w:t xml:space="preserve"> ; </w:t>
      </w:r>
      <w:r w:rsidR="008C5C61" w:rsidRPr="004C3E92">
        <w:t>et il n</w:t>
      </w:r>
      <w:r>
        <w:t>’</w:t>
      </w:r>
      <w:r w:rsidR="008C5C61" w:rsidRPr="004C3E92">
        <w:t>aurait sans do</w:t>
      </w:r>
      <w:r w:rsidR="008C5C61" w:rsidRPr="004C3E92">
        <w:t>u</w:t>
      </w:r>
      <w:r w:rsidR="008C5C61" w:rsidRPr="004C3E92">
        <w:t>te pas tardé à considérer les agréments innombrables d</w:t>
      </w:r>
      <w:r>
        <w:t>’</w:t>
      </w:r>
      <w:r w:rsidR="008C5C61" w:rsidRPr="004C3E92">
        <w:t>un d</w:t>
      </w:r>
      <w:r w:rsidR="008C5C61" w:rsidRPr="004C3E92">
        <w:t>o</w:t>
      </w:r>
      <w:r w:rsidR="008C5C61" w:rsidRPr="004C3E92">
        <w:t>maine libre d</w:t>
      </w:r>
      <w:r>
        <w:t>’</w:t>
      </w:r>
      <w:r w:rsidR="008C5C61" w:rsidRPr="004C3E92">
        <w:t>hypothèques et d</w:t>
      </w:r>
      <w:r>
        <w:t>’</w:t>
      </w:r>
      <w:r w:rsidR="008C5C61" w:rsidRPr="004C3E92">
        <w:t>un bon revenu comme bien plus importants</w:t>
      </w:r>
      <w:r>
        <w:t xml:space="preserve">, </w:t>
      </w:r>
      <w:r w:rsidR="008C5C61" w:rsidRPr="004C3E92">
        <w:t>même pour le bonheur domestique</w:t>
      </w:r>
      <w:r>
        <w:t xml:space="preserve">, </w:t>
      </w:r>
      <w:r w:rsidR="008C5C61" w:rsidRPr="004C3E92">
        <w:t>que le simple caractère d</w:t>
      </w:r>
      <w:r>
        <w:t>’</w:t>
      </w:r>
      <w:r w:rsidR="008C5C61" w:rsidRPr="004C3E92">
        <w:t>une épouse</w:t>
      </w:r>
      <w:r>
        <w:t>.</w:t>
      </w:r>
    </w:p>
    <w:p w14:paraId="3EA080F3" w14:textId="77777777" w:rsidR="004A4993" w:rsidRDefault="004A4993" w:rsidP="004A4993">
      <w:r>
        <w:t>— </w:t>
      </w:r>
      <w:r w:rsidR="008C5C61" w:rsidRPr="004C3E92">
        <w:t>Je n</w:t>
      </w:r>
      <w:r>
        <w:t>’</w:t>
      </w:r>
      <w:r w:rsidR="008C5C61" w:rsidRPr="004C3E92">
        <w:t>en doute pas</w:t>
      </w:r>
      <w:r>
        <w:t xml:space="preserve">, </w:t>
      </w:r>
      <w:r w:rsidR="008C5C61" w:rsidRPr="004C3E92">
        <w:t>dit Marianne</w:t>
      </w:r>
      <w:r>
        <w:t xml:space="preserve"> ; </w:t>
      </w:r>
      <w:r w:rsidR="008C5C61" w:rsidRPr="004C3E92">
        <w:t>et je n</w:t>
      </w:r>
      <w:r>
        <w:t>’</w:t>
      </w:r>
      <w:r w:rsidR="008C5C61" w:rsidRPr="004C3E92">
        <w:t>ai rien à regre</w:t>
      </w:r>
      <w:r w:rsidR="008C5C61" w:rsidRPr="004C3E92">
        <w:t>t</w:t>
      </w:r>
      <w:r w:rsidR="008C5C61" w:rsidRPr="004C3E92">
        <w:t>ter</w:t>
      </w:r>
      <w:r>
        <w:t xml:space="preserve">, – </w:t>
      </w:r>
      <w:r w:rsidR="008C5C61" w:rsidRPr="004C3E92">
        <w:t>rien</w:t>
      </w:r>
      <w:r>
        <w:t xml:space="preserve">, </w:t>
      </w:r>
      <w:r w:rsidR="008C5C61" w:rsidRPr="004C3E92">
        <w:t>que ma propre sottise</w:t>
      </w:r>
      <w:r>
        <w:t>.</w:t>
      </w:r>
    </w:p>
    <w:p w14:paraId="76B8E2E3" w14:textId="77777777" w:rsidR="004A4993" w:rsidRDefault="004A4993" w:rsidP="004A4993">
      <w:r>
        <w:t>— </w:t>
      </w:r>
      <w:r w:rsidR="008C5C61" w:rsidRPr="004C3E92">
        <w:t>Dis plutôt</w:t>
      </w:r>
      <w:r>
        <w:t xml:space="preserve"> : </w:t>
      </w:r>
      <w:r w:rsidR="008C5C61" w:rsidRPr="004C3E92">
        <w:t>l</w:t>
      </w:r>
      <w:r>
        <w:t>’</w:t>
      </w:r>
      <w:r w:rsidR="008C5C61" w:rsidRPr="004C3E92">
        <w:t>imprudence de ta mère</w:t>
      </w:r>
      <w:r>
        <w:t xml:space="preserve">, </w:t>
      </w:r>
      <w:r w:rsidR="008C5C61" w:rsidRPr="004C3E92">
        <w:t>mon enfant</w:t>
      </w:r>
      <w:r>
        <w:t xml:space="preserve">, </w:t>
      </w:r>
      <w:r w:rsidR="008C5C61" w:rsidRPr="004C3E92">
        <w:t>dit Mrs</w:t>
      </w:r>
      <w:r>
        <w:t xml:space="preserve">. </w:t>
      </w:r>
      <w:proofErr w:type="spellStart"/>
      <w:r w:rsidR="008C5C61" w:rsidRPr="004C3E92">
        <w:t>Dashwood</w:t>
      </w:r>
      <w:proofErr w:type="spellEnd"/>
      <w:r>
        <w:t xml:space="preserve"> ; </w:t>
      </w:r>
      <w:r w:rsidR="008C5C61" w:rsidRPr="004C3E92">
        <w:t>c</w:t>
      </w:r>
      <w:r>
        <w:t>’</w:t>
      </w:r>
      <w:r w:rsidR="008C5C61" w:rsidRPr="004C3E92">
        <w:t>est elle qui doit en porter la responsabilité</w:t>
      </w:r>
      <w:r>
        <w:t>.</w:t>
      </w:r>
    </w:p>
    <w:p w14:paraId="477D92F9" w14:textId="77777777" w:rsidR="004A4993" w:rsidRDefault="008C5C61" w:rsidP="004A4993">
      <w:r w:rsidRPr="004C3E92">
        <w:lastRenderedPageBreak/>
        <w:t>Marianne ne voulut pas la laisser poursuivre</w:t>
      </w:r>
      <w:r w:rsidR="004A4993">
        <w:t xml:space="preserve"> ; </w:t>
      </w:r>
      <w:r w:rsidRPr="004C3E92">
        <w:t xml:space="preserve">et </w:t>
      </w:r>
      <w:proofErr w:type="spellStart"/>
      <w:r w:rsidRPr="004C3E92">
        <w:t>Elinor</w:t>
      </w:r>
      <w:proofErr w:type="spellEnd"/>
      <w:r w:rsidR="004A4993">
        <w:t xml:space="preserve">, </w:t>
      </w:r>
      <w:r w:rsidRPr="004C3E92">
        <w:t>s</w:t>
      </w:r>
      <w:r w:rsidRPr="004C3E92">
        <w:t>a</w:t>
      </w:r>
      <w:r w:rsidRPr="004C3E92">
        <w:t>tisfaite que chacune sentit sa propre erreur</w:t>
      </w:r>
      <w:r w:rsidR="004A4993">
        <w:t xml:space="preserve">, </w:t>
      </w:r>
      <w:r w:rsidRPr="004C3E92">
        <w:t>voulait éviter tout retour d</w:t>
      </w:r>
      <w:r w:rsidR="004A4993">
        <w:t>’</w:t>
      </w:r>
      <w:r w:rsidRPr="004C3E92">
        <w:t>ensemble sur le passé</w:t>
      </w:r>
      <w:r w:rsidR="004A4993">
        <w:t xml:space="preserve">, </w:t>
      </w:r>
      <w:r w:rsidRPr="004C3E92">
        <w:t>qui pût affaiblir le courage de sa sœur</w:t>
      </w:r>
      <w:r w:rsidR="004A4993">
        <w:t xml:space="preserve"> : </w:t>
      </w:r>
      <w:r w:rsidRPr="004C3E92">
        <w:t>aussi</w:t>
      </w:r>
      <w:r w:rsidR="004A4993">
        <w:t xml:space="preserve">, </w:t>
      </w:r>
      <w:r w:rsidRPr="004C3E92">
        <w:t>reprenant le sujet primitif</w:t>
      </w:r>
      <w:r w:rsidR="004A4993">
        <w:t xml:space="preserve">, </w:t>
      </w:r>
      <w:r w:rsidRPr="004C3E92">
        <w:t>continua-t-elle imm</w:t>
      </w:r>
      <w:r w:rsidRPr="004C3E92">
        <w:t>é</w:t>
      </w:r>
      <w:r w:rsidRPr="004C3E92">
        <w:t>diatement</w:t>
      </w:r>
      <w:r w:rsidR="004A4993">
        <w:t> :</w:t>
      </w:r>
    </w:p>
    <w:p w14:paraId="31CCC658" w14:textId="77777777" w:rsidR="004A4993" w:rsidRDefault="004A4993" w:rsidP="004A4993">
      <w:r>
        <w:t>— </w:t>
      </w:r>
      <w:r w:rsidR="008C5C61" w:rsidRPr="004C3E92">
        <w:t>Il y a une observation qu</w:t>
      </w:r>
      <w:r>
        <w:t>’</w:t>
      </w:r>
      <w:r w:rsidR="008C5C61" w:rsidRPr="004C3E92">
        <w:t>on peut</w:t>
      </w:r>
      <w:r>
        <w:t xml:space="preserve">, </w:t>
      </w:r>
      <w:r w:rsidR="008C5C61" w:rsidRPr="004C3E92">
        <w:t>me semble-t-il</w:t>
      </w:r>
      <w:r>
        <w:t xml:space="preserve">, </w:t>
      </w:r>
      <w:r w:rsidR="008C5C61" w:rsidRPr="004C3E92">
        <w:t>tirer équitablement de toute cette histoire</w:t>
      </w:r>
      <w:r>
        <w:t xml:space="preserve">, – </w:t>
      </w:r>
      <w:r w:rsidR="008C5C61" w:rsidRPr="004C3E92">
        <w:t>que toutes les difficultés de Willoughby sont nées de sa première faute contre la vertu</w:t>
      </w:r>
      <w:r>
        <w:t xml:space="preserve">, </w:t>
      </w:r>
      <w:r w:rsidR="008C5C61" w:rsidRPr="004C3E92">
        <w:t>de sa conduite à l</w:t>
      </w:r>
      <w:r>
        <w:t>’</w:t>
      </w:r>
      <w:r w:rsidR="008C5C61" w:rsidRPr="004C3E92">
        <w:t>égard d</w:t>
      </w:r>
      <w:r>
        <w:t>’</w:t>
      </w:r>
      <w:r w:rsidR="008C5C61" w:rsidRPr="004C3E92">
        <w:t>Eliza Williams</w:t>
      </w:r>
      <w:r>
        <w:t xml:space="preserve">. </w:t>
      </w:r>
      <w:r w:rsidR="008C5C61" w:rsidRPr="004C3E92">
        <w:t>Ce crime-là a été l</w:t>
      </w:r>
      <w:r>
        <w:t>’</w:t>
      </w:r>
      <w:r w:rsidR="008C5C61" w:rsidRPr="004C3E92">
        <w:t>origine de chacun des autres</w:t>
      </w:r>
      <w:r>
        <w:t xml:space="preserve">, </w:t>
      </w:r>
      <w:r w:rsidR="008C5C61" w:rsidRPr="004C3E92">
        <w:t>plus minimes</w:t>
      </w:r>
      <w:r>
        <w:t xml:space="preserve">, </w:t>
      </w:r>
      <w:r w:rsidR="008C5C61" w:rsidRPr="004C3E92">
        <w:t>et de toutes ses déconv</w:t>
      </w:r>
      <w:r w:rsidR="008C5C61" w:rsidRPr="004C3E92">
        <w:t>e</w:t>
      </w:r>
      <w:r w:rsidR="008C5C61" w:rsidRPr="004C3E92">
        <w:t>nues actuelles</w:t>
      </w:r>
      <w:r>
        <w:t>.</w:t>
      </w:r>
    </w:p>
    <w:p w14:paraId="51FDFC9B" w14:textId="77777777" w:rsidR="004A4993" w:rsidRDefault="008C5C61" w:rsidP="004A4993">
      <w:r w:rsidRPr="004C3E92">
        <w:t>Marianne acquiesça avec beaucoup d</w:t>
      </w:r>
      <w:r w:rsidR="004A4993">
        <w:t>’</w:t>
      </w:r>
      <w:r w:rsidRPr="004C3E92">
        <w:t>émotion à cette r</w:t>
      </w:r>
      <w:r w:rsidRPr="004C3E92">
        <w:t>e</w:t>
      </w:r>
      <w:r w:rsidRPr="004C3E92">
        <w:t>marque</w:t>
      </w:r>
      <w:r w:rsidR="004A4993">
        <w:t xml:space="preserve"> ; </w:t>
      </w:r>
      <w:r w:rsidRPr="004C3E92">
        <w:t>et sa mère fut amenée à partir de là à faire une énum</w:t>
      </w:r>
      <w:r w:rsidRPr="004C3E92">
        <w:t>é</w:t>
      </w:r>
      <w:r w:rsidRPr="004C3E92">
        <w:t>ration des doléances et des mérites du colonel Brandon</w:t>
      </w:r>
      <w:r w:rsidR="004A4993">
        <w:t xml:space="preserve">, </w:t>
      </w:r>
      <w:r w:rsidRPr="004C3E92">
        <w:t>aussi chaleureuse que l</w:t>
      </w:r>
      <w:r w:rsidR="004A4993">
        <w:t>’</w:t>
      </w:r>
      <w:r w:rsidRPr="004C3E92">
        <w:t>amitié la pouvait dicter</w:t>
      </w:r>
      <w:r w:rsidR="004A4993">
        <w:t xml:space="preserve">. </w:t>
      </w:r>
      <w:r w:rsidRPr="004C3E92">
        <w:t>Sa fille</w:t>
      </w:r>
      <w:r w:rsidR="004A4993">
        <w:t xml:space="preserve">, </w:t>
      </w:r>
      <w:r w:rsidRPr="004C3E92">
        <w:t>toutefois</w:t>
      </w:r>
      <w:r w:rsidR="004A4993">
        <w:t xml:space="preserve">, </w:t>
      </w:r>
      <w:r w:rsidRPr="004C3E92">
        <w:t>ne donnait pas l</w:t>
      </w:r>
      <w:r w:rsidR="004A4993">
        <w:t>’</w:t>
      </w:r>
      <w:r w:rsidRPr="004C3E92">
        <w:t>impression d</w:t>
      </w:r>
      <w:r w:rsidR="004A4993">
        <w:t>’</w:t>
      </w:r>
      <w:r w:rsidRPr="004C3E92">
        <w:t xml:space="preserve">en avoir entendu </w:t>
      </w:r>
      <w:proofErr w:type="spellStart"/>
      <w:r w:rsidRPr="004C3E92">
        <w:t>grand</w:t>
      </w:r>
      <w:r w:rsidR="004A4993">
        <w:t>’</w:t>
      </w:r>
      <w:r w:rsidRPr="004C3E92">
        <w:t>chose</w:t>
      </w:r>
      <w:proofErr w:type="spellEnd"/>
      <w:r w:rsidR="004A4993">
        <w:t>.</w:t>
      </w:r>
    </w:p>
    <w:p w14:paraId="390FC9D0" w14:textId="77777777" w:rsidR="004A4993" w:rsidRDefault="008C5C61" w:rsidP="004A4993">
      <w:proofErr w:type="spellStart"/>
      <w:r w:rsidRPr="004C3E92">
        <w:t>Elinor</w:t>
      </w:r>
      <w:proofErr w:type="spellEnd"/>
      <w:r w:rsidR="004A4993">
        <w:t xml:space="preserve">, </w:t>
      </w:r>
      <w:r w:rsidRPr="004C3E92">
        <w:t>comme elle s</w:t>
      </w:r>
      <w:r w:rsidR="004A4993">
        <w:t>’</w:t>
      </w:r>
      <w:r w:rsidRPr="004C3E92">
        <w:t>y était attendue</w:t>
      </w:r>
      <w:r w:rsidR="004A4993">
        <w:t xml:space="preserve">, </w:t>
      </w:r>
      <w:r w:rsidRPr="004C3E92">
        <w:t>nota</w:t>
      </w:r>
      <w:r w:rsidR="004A4993">
        <w:t xml:space="preserve">, </w:t>
      </w:r>
      <w:r w:rsidRPr="004C3E92">
        <w:t>les deux ou trois jours suivants</w:t>
      </w:r>
      <w:r w:rsidR="004A4993">
        <w:t xml:space="preserve">, </w:t>
      </w:r>
      <w:r w:rsidRPr="004C3E92">
        <w:t>que Marianne ne continuait pas à reprendre des forces comme elle l</w:t>
      </w:r>
      <w:r w:rsidR="004A4993">
        <w:t>’</w:t>
      </w:r>
      <w:r w:rsidRPr="004C3E92">
        <w:t>avait fait</w:t>
      </w:r>
      <w:r w:rsidR="004A4993">
        <w:t xml:space="preserve"> ; </w:t>
      </w:r>
      <w:r w:rsidRPr="004C3E92">
        <w:t>mais</w:t>
      </w:r>
      <w:r w:rsidR="004A4993">
        <w:t xml:space="preserve">, </w:t>
      </w:r>
      <w:r w:rsidRPr="004C3E92">
        <w:t>alors que sa résolution était inébranlée</w:t>
      </w:r>
      <w:r w:rsidR="004A4993">
        <w:t xml:space="preserve">, </w:t>
      </w:r>
      <w:r w:rsidRPr="004C3E92">
        <w:t>et qu</w:t>
      </w:r>
      <w:r w:rsidR="004A4993">
        <w:t>’</w:t>
      </w:r>
      <w:r w:rsidRPr="004C3E92">
        <w:t>elle essayait encore de paraître joyeuse et libre de soucis</w:t>
      </w:r>
      <w:r w:rsidR="004A4993">
        <w:t xml:space="preserve">, </w:t>
      </w:r>
      <w:r w:rsidRPr="004C3E92">
        <w:t>sa sœur put s</w:t>
      </w:r>
      <w:r w:rsidR="004A4993">
        <w:t>’</w:t>
      </w:r>
      <w:r w:rsidRPr="004C3E92">
        <w:t>en remettre avec sécurité à l</w:t>
      </w:r>
      <w:r w:rsidR="004A4993">
        <w:t>’</w:t>
      </w:r>
      <w:r w:rsidRPr="004C3E92">
        <w:t>effet du temps sur sa santé</w:t>
      </w:r>
      <w:r w:rsidR="004A4993">
        <w:t>.</w:t>
      </w:r>
    </w:p>
    <w:p w14:paraId="7014B267" w14:textId="77777777" w:rsidR="004A4993" w:rsidRDefault="008C5C61" w:rsidP="004A4993">
      <w:r w:rsidRPr="004C3E92">
        <w:t>Margaret revint</w:t>
      </w:r>
      <w:r w:rsidR="004A4993">
        <w:t xml:space="preserve">, </w:t>
      </w:r>
      <w:r w:rsidRPr="004C3E92">
        <w:t>et tous les membres de la famille se tro</w:t>
      </w:r>
      <w:r w:rsidRPr="004C3E92">
        <w:t>u</w:t>
      </w:r>
      <w:r w:rsidRPr="004C3E92">
        <w:t>vèrent de nouveau rendus les uns aux autres</w:t>
      </w:r>
      <w:r w:rsidR="004A4993">
        <w:t xml:space="preserve">, </w:t>
      </w:r>
      <w:r w:rsidRPr="004C3E92">
        <w:t>installés tranqui</w:t>
      </w:r>
      <w:r w:rsidRPr="004C3E92">
        <w:t>l</w:t>
      </w:r>
      <w:r w:rsidRPr="004C3E92">
        <w:t>lement dans la maisonnette</w:t>
      </w:r>
      <w:r w:rsidR="004A4993">
        <w:t xml:space="preserve">, </w:t>
      </w:r>
      <w:r w:rsidRPr="004C3E92">
        <w:t>et sinon poursuivant leurs études habituelles avec tout autant de vigueur que lors de leur arrivée à Barton</w:t>
      </w:r>
      <w:r w:rsidR="004A4993">
        <w:t xml:space="preserve">, </w:t>
      </w:r>
      <w:r w:rsidRPr="004C3E92">
        <w:t>du moins en projetant une poursuite vigoureuse dans l</w:t>
      </w:r>
      <w:r w:rsidR="004A4993">
        <w:t>’</w:t>
      </w:r>
      <w:r w:rsidRPr="004C3E92">
        <w:t>avenir</w:t>
      </w:r>
      <w:r w:rsidR="004A4993">
        <w:t>.</w:t>
      </w:r>
    </w:p>
    <w:p w14:paraId="435D51EB" w14:textId="77777777" w:rsidR="004A4993" w:rsidRDefault="008C5C61" w:rsidP="004A4993">
      <w:proofErr w:type="spellStart"/>
      <w:r w:rsidRPr="004C3E92">
        <w:lastRenderedPageBreak/>
        <w:t>Elinor</w:t>
      </w:r>
      <w:proofErr w:type="spellEnd"/>
      <w:r w:rsidRPr="004C3E92">
        <w:t xml:space="preserve"> devenait impatiente de nouvelles d</w:t>
      </w:r>
      <w:r w:rsidR="004A4993">
        <w:t>’</w:t>
      </w:r>
      <w:r w:rsidRPr="004C3E92">
        <w:t>Edward</w:t>
      </w:r>
      <w:r w:rsidR="004A4993">
        <w:t xml:space="preserve">. </w:t>
      </w:r>
      <w:r w:rsidRPr="004C3E92">
        <w:t>Elle n</w:t>
      </w:r>
      <w:r w:rsidR="004A4993">
        <w:t>’</w:t>
      </w:r>
      <w:r w:rsidRPr="004C3E92">
        <w:t>avait plus entendu parler de lui depuis son départ de Londres</w:t>
      </w:r>
      <w:r w:rsidR="004A4993">
        <w:t xml:space="preserve">, </w:t>
      </w:r>
      <w:r w:rsidRPr="004C3E92">
        <w:t>ne savait rien de ses projets</w:t>
      </w:r>
      <w:r w:rsidR="004A4993">
        <w:t xml:space="preserve">, </w:t>
      </w:r>
      <w:r w:rsidRPr="004C3E92">
        <w:t>ni même rien de certain au sujet de son domicile actuel</w:t>
      </w:r>
      <w:r w:rsidR="004A4993">
        <w:t xml:space="preserve">. </w:t>
      </w:r>
      <w:r w:rsidRPr="004C3E92">
        <w:t>Elle avait échangé quelques lettres avec son frère</w:t>
      </w:r>
      <w:r w:rsidR="004A4993">
        <w:t xml:space="preserve">, </w:t>
      </w:r>
      <w:r w:rsidRPr="004C3E92">
        <w:t>lors de la maladie de Marianne</w:t>
      </w:r>
      <w:r w:rsidR="004A4993">
        <w:t xml:space="preserve"> ; </w:t>
      </w:r>
      <w:r w:rsidRPr="004C3E92">
        <w:t>et dans la première qu</w:t>
      </w:r>
      <w:r w:rsidR="004A4993">
        <w:t>’</w:t>
      </w:r>
      <w:r w:rsidRPr="004C3E92">
        <w:t>elle avait reçue de John avait figuré cette phrase</w:t>
      </w:r>
      <w:r w:rsidR="004A4993">
        <w:t> : « </w:t>
      </w:r>
      <w:r w:rsidRPr="004C3E92">
        <w:t>Nous sommes sans nouvelles de notre malheureux Edward</w:t>
      </w:r>
      <w:r w:rsidR="004A4993">
        <w:t xml:space="preserve">, </w:t>
      </w:r>
      <w:r w:rsidRPr="004C3E92">
        <w:t>et ne pouvons chercher à nous renseigner sur un sujet aussi interdit</w:t>
      </w:r>
      <w:r w:rsidR="004A4993">
        <w:t xml:space="preserve">, </w:t>
      </w:r>
      <w:r w:rsidRPr="004C3E92">
        <w:t>mais nous en concluons qu</w:t>
      </w:r>
      <w:r w:rsidR="004A4993">
        <w:t>’</w:t>
      </w:r>
      <w:r w:rsidRPr="004C3E92">
        <w:t>il est toujours à Oxford</w:t>
      </w:r>
      <w:r w:rsidR="004A4993">
        <w:t xml:space="preserve"> » ; </w:t>
      </w:r>
      <w:r w:rsidRPr="004C3E92">
        <w:t>ce qui constituait la totalité des renseignements relatifs à Edward que lui avait fournis cette correspondance</w:t>
      </w:r>
      <w:r w:rsidR="004A4993">
        <w:t xml:space="preserve">, </w:t>
      </w:r>
      <w:r w:rsidRPr="004C3E92">
        <w:t>car son nom n</w:t>
      </w:r>
      <w:r w:rsidR="004A4993">
        <w:t>’</w:t>
      </w:r>
      <w:r w:rsidRPr="004C3E92">
        <w:t>était m</w:t>
      </w:r>
      <w:r w:rsidRPr="004C3E92">
        <w:t>ê</w:t>
      </w:r>
      <w:r w:rsidRPr="004C3E92">
        <w:t>me pas cité dans aucune des lettres suivantes</w:t>
      </w:r>
      <w:r w:rsidR="004A4993">
        <w:t xml:space="preserve">. </w:t>
      </w:r>
      <w:r w:rsidRPr="004C3E92">
        <w:t>Cependant</w:t>
      </w:r>
      <w:r w:rsidR="004A4993">
        <w:t xml:space="preserve">, </w:t>
      </w:r>
      <w:r w:rsidRPr="004C3E92">
        <w:t>elle ne devait pas demeurer longtemps dans l</w:t>
      </w:r>
      <w:r w:rsidR="004A4993">
        <w:t>’</w:t>
      </w:r>
      <w:r w:rsidRPr="004C3E92">
        <w:t>ignorance de ses faits et gestes</w:t>
      </w:r>
      <w:r w:rsidR="004A4993">
        <w:t>.</w:t>
      </w:r>
    </w:p>
    <w:p w14:paraId="5705C512" w14:textId="77777777" w:rsidR="004A4993" w:rsidRDefault="008C5C61" w:rsidP="004A4993">
      <w:r w:rsidRPr="004C3E92">
        <w:t>Leur domestique avait été dépêché un matin à Exeter</w:t>
      </w:r>
      <w:r w:rsidR="004A4993">
        <w:t xml:space="preserve">, </w:t>
      </w:r>
      <w:r w:rsidRPr="004C3E92">
        <w:t>pour quelque affaire</w:t>
      </w:r>
      <w:r w:rsidR="004A4993">
        <w:t xml:space="preserve"> ; </w:t>
      </w:r>
      <w:r w:rsidRPr="004C3E92">
        <w:t>et lorsque</w:t>
      </w:r>
      <w:r w:rsidR="004A4993">
        <w:t xml:space="preserve">, </w:t>
      </w:r>
      <w:r w:rsidRPr="004C3E92">
        <w:t>tandis qu</w:t>
      </w:r>
      <w:r w:rsidR="004A4993">
        <w:t>’</w:t>
      </w:r>
      <w:r w:rsidRPr="004C3E92">
        <w:t>il servait à table</w:t>
      </w:r>
      <w:r w:rsidR="004A4993">
        <w:t xml:space="preserve">, </w:t>
      </w:r>
      <w:r w:rsidRPr="004C3E92">
        <w:t>il eut s</w:t>
      </w:r>
      <w:r w:rsidRPr="004C3E92">
        <w:t>a</w:t>
      </w:r>
      <w:r w:rsidRPr="004C3E92">
        <w:t>tisfait aux interrogations de sa maîtresse au sujet de sa commi</w:t>
      </w:r>
      <w:r w:rsidRPr="004C3E92">
        <w:t>s</w:t>
      </w:r>
      <w:r w:rsidRPr="004C3E92">
        <w:t>sion</w:t>
      </w:r>
      <w:r w:rsidR="004A4993">
        <w:t xml:space="preserve">, </w:t>
      </w:r>
      <w:r w:rsidRPr="004C3E92">
        <w:t>il fit volontairement cette communication</w:t>
      </w:r>
      <w:r w:rsidR="004A4993">
        <w:t> :</w:t>
      </w:r>
    </w:p>
    <w:p w14:paraId="5267828B" w14:textId="77777777" w:rsidR="004A4993" w:rsidRDefault="004A4993" w:rsidP="004A4993">
      <w:r>
        <w:t>— </w:t>
      </w:r>
      <w:r w:rsidR="008C5C61" w:rsidRPr="004C3E92">
        <w:t>Madame sait</w:t>
      </w:r>
      <w:r>
        <w:t xml:space="preserve">, </w:t>
      </w:r>
      <w:r w:rsidR="008C5C61" w:rsidRPr="004C3E92">
        <w:t>sans doute</w:t>
      </w:r>
      <w:r>
        <w:t xml:space="preserve">, </w:t>
      </w:r>
      <w:r w:rsidR="008C5C61" w:rsidRPr="004C3E92">
        <w:t>que Mr</w:t>
      </w:r>
      <w:r>
        <w:t xml:space="preserve">. </w:t>
      </w:r>
      <w:proofErr w:type="spellStart"/>
      <w:r w:rsidR="008C5C61" w:rsidRPr="004C3E92">
        <w:t>Ferrars</w:t>
      </w:r>
      <w:proofErr w:type="spellEnd"/>
      <w:r w:rsidR="008C5C61" w:rsidRPr="004C3E92">
        <w:t xml:space="preserve"> est marié</w:t>
      </w:r>
      <w:r>
        <w:t> ?</w:t>
      </w:r>
    </w:p>
    <w:p w14:paraId="13FB6AD0" w14:textId="77777777" w:rsidR="004A4993" w:rsidRDefault="008C5C61" w:rsidP="004A4993">
      <w:r w:rsidRPr="004C3E92">
        <w:t>Marianne eut un sursaut violent</w:t>
      </w:r>
      <w:r w:rsidR="004A4993">
        <w:t xml:space="preserve">, </w:t>
      </w:r>
      <w:r w:rsidRPr="004C3E92">
        <w:t xml:space="preserve">fixa les yeux sur </w:t>
      </w:r>
      <w:proofErr w:type="spellStart"/>
      <w:r w:rsidRPr="004C3E92">
        <w:t>Elinor</w:t>
      </w:r>
      <w:proofErr w:type="spellEnd"/>
      <w:r w:rsidR="004A4993">
        <w:t xml:space="preserve">, </w:t>
      </w:r>
      <w:r w:rsidRPr="004C3E92">
        <w:t>la vit pâlir</w:t>
      </w:r>
      <w:r w:rsidR="004A4993">
        <w:t xml:space="preserve">, </w:t>
      </w:r>
      <w:r w:rsidRPr="004C3E92">
        <w:t>et retomba sur sa chaise</w:t>
      </w:r>
      <w:r w:rsidR="004A4993">
        <w:t xml:space="preserve">, </w:t>
      </w:r>
      <w:r w:rsidRPr="004C3E92">
        <w:t>atteinte d</w:t>
      </w:r>
      <w:r w:rsidR="004A4993">
        <w:t>’</w:t>
      </w:r>
      <w:r w:rsidRPr="004C3E92">
        <w:t>hystérie</w:t>
      </w:r>
      <w:r w:rsidR="004A4993">
        <w:t xml:space="preserve">. </w:t>
      </w:r>
      <w:r w:rsidRPr="004C3E92">
        <w:t>Mrs</w:t>
      </w:r>
      <w:r w:rsidR="004A4993">
        <w:t xml:space="preserve">. </w:t>
      </w:r>
      <w:proofErr w:type="spellStart"/>
      <w:r w:rsidRPr="004C3E92">
        <w:t>Dashwood</w:t>
      </w:r>
      <w:proofErr w:type="spellEnd"/>
      <w:r w:rsidR="004A4993">
        <w:t xml:space="preserve">, </w:t>
      </w:r>
      <w:r w:rsidRPr="004C3E92">
        <w:t>dont les yeux</w:t>
      </w:r>
      <w:r w:rsidR="004A4993">
        <w:t xml:space="preserve">, </w:t>
      </w:r>
      <w:r w:rsidRPr="004C3E92">
        <w:t>tandis qu</w:t>
      </w:r>
      <w:r w:rsidR="004A4993">
        <w:t>’</w:t>
      </w:r>
      <w:r w:rsidRPr="004C3E92">
        <w:t>elle répondait à l</w:t>
      </w:r>
      <w:r w:rsidR="004A4993">
        <w:t>’</w:t>
      </w:r>
      <w:r w:rsidRPr="004C3E92">
        <w:t>interrogation du domestique</w:t>
      </w:r>
      <w:r w:rsidR="004A4993">
        <w:t xml:space="preserve">, </w:t>
      </w:r>
      <w:r w:rsidRPr="004C3E92">
        <w:t>avait intuitivement pris la même direction</w:t>
      </w:r>
      <w:r w:rsidR="004A4993">
        <w:t xml:space="preserve">, </w:t>
      </w:r>
      <w:r w:rsidRPr="004C3E92">
        <w:t>fut navrée de percevoir</w:t>
      </w:r>
      <w:r w:rsidR="004A4993">
        <w:t xml:space="preserve">, </w:t>
      </w:r>
      <w:r w:rsidRPr="004C3E92">
        <w:t>d</w:t>
      </w:r>
      <w:r w:rsidR="004A4993">
        <w:t>’</w:t>
      </w:r>
      <w:r w:rsidRPr="004C3E92">
        <w:t>après la physionomie d</w:t>
      </w:r>
      <w:r w:rsidR="004A4993">
        <w:t>’</w:t>
      </w:r>
      <w:proofErr w:type="spellStart"/>
      <w:r w:rsidRPr="004C3E92">
        <w:t>Elinor</w:t>
      </w:r>
      <w:proofErr w:type="spellEnd"/>
      <w:r w:rsidR="004A4993">
        <w:t xml:space="preserve">, </w:t>
      </w:r>
      <w:r w:rsidRPr="004C3E92">
        <w:t>à quel point elle souffrait véritablement</w:t>
      </w:r>
      <w:r w:rsidR="004A4993">
        <w:t xml:space="preserve">, </w:t>
      </w:r>
      <w:r w:rsidRPr="004C3E92">
        <w:t>et</w:t>
      </w:r>
      <w:r w:rsidR="004A4993">
        <w:t xml:space="preserve">, </w:t>
      </w:r>
      <w:r w:rsidRPr="004C3E92">
        <w:t>l</w:t>
      </w:r>
      <w:r w:rsidR="004A4993">
        <w:t>’</w:t>
      </w:r>
      <w:r w:rsidRPr="004C3E92">
        <w:t>instant d</w:t>
      </w:r>
      <w:r w:rsidR="004A4993">
        <w:t>’</w:t>
      </w:r>
      <w:r w:rsidRPr="004C3E92">
        <w:t>après</w:t>
      </w:r>
      <w:r w:rsidR="004A4993">
        <w:t xml:space="preserve">, </w:t>
      </w:r>
      <w:r w:rsidRPr="004C3E92">
        <w:t>également bouleversée par l</w:t>
      </w:r>
      <w:r w:rsidR="004A4993">
        <w:t>’</w:t>
      </w:r>
      <w:r w:rsidRPr="004C3E92">
        <w:t>état de Marianne</w:t>
      </w:r>
      <w:r w:rsidR="004A4993">
        <w:t xml:space="preserve">, </w:t>
      </w:r>
      <w:r w:rsidRPr="004C3E92">
        <w:t>ne sut pas à laquelle de ses enfants elle devait consacrer le principal de son attention</w:t>
      </w:r>
      <w:r w:rsidR="004A4993">
        <w:t>.</w:t>
      </w:r>
    </w:p>
    <w:p w14:paraId="6075D1AA" w14:textId="77777777" w:rsidR="004A4993" w:rsidRDefault="008C5C61" w:rsidP="004A4993">
      <w:r w:rsidRPr="004C3E92">
        <w:t>Le domestique</w:t>
      </w:r>
      <w:r w:rsidR="004A4993">
        <w:t xml:space="preserve">, </w:t>
      </w:r>
      <w:r w:rsidRPr="004C3E92">
        <w:t>qui vit seulement que miss Marianne était prise d</w:t>
      </w:r>
      <w:r w:rsidR="004A4993">
        <w:t>’</w:t>
      </w:r>
      <w:r w:rsidRPr="004C3E92">
        <w:t>un malaise</w:t>
      </w:r>
      <w:r w:rsidR="004A4993">
        <w:t xml:space="preserve">, </w:t>
      </w:r>
      <w:r w:rsidRPr="004C3E92">
        <w:t>eut l</w:t>
      </w:r>
      <w:r w:rsidR="004A4993">
        <w:t>’</w:t>
      </w:r>
      <w:r w:rsidRPr="004C3E92">
        <w:t>esprit d</w:t>
      </w:r>
      <w:r w:rsidR="004A4993">
        <w:t>’</w:t>
      </w:r>
      <w:r w:rsidRPr="004C3E92">
        <w:t>appeler l</w:t>
      </w:r>
      <w:r w:rsidR="004A4993">
        <w:t>’</w:t>
      </w:r>
      <w:r w:rsidRPr="004C3E92">
        <w:t>une des servantes</w:t>
      </w:r>
      <w:r w:rsidR="004A4993">
        <w:t xml:space="preserve">, </w:t>
      </w:r>
      <w:r w:rsidRPr="004C3E92">
        <w:t>qui</w:t>
      </w:r>
      <w:r w:rsidR="004A4993">
        <w:t xml:space="preserve">, </w:t>
      </w:r>
      <w:r w:rsidRPr="004C3E92">
        <w:t>avec l</w:t>
      </w:r>
      <w:r w:rsidR="004A4993">
        <w:t>’</w:t>
      </w:r>
      <w:r w:rsidRPr="004C3E92">
        <w:t>aide de Mrs</w:t>
      </w:r>
      <w:r w:rsidR="004A4993">
        <w:t xml:space="preserve">. </w:t>
      </w:r>
      <w:proofErr w:type="spellStart"/>
      <w:r w:rsidRPr="004C3E92">
        <w:t>Dashwood</w:t>
      </w:r>
      <w:proofErr w:type="spellEnd"/>
      <w:r w:rsidR="004A4993">
        <w:t xml:space="preserve">, </w:t>
      </w:r>
      <w:r w:rsidRPr="004C3E92">
        <w:t xml:space="preserve">la soutint jusque dans la </w:t>
      </w:r>
      <w:r w:rsidRPr="004C3E92">
        <w:lastRenderedPageBreak/>
        <w:t>pièce voisine</w:t>
      </w:r>
      <w:r w:rsidR="004A4993">
        <w:t xml:space="preserve">. </w:t>
      </w:r>
      <w:r w:rsidRPr="004C3E92">
        <w:t>À ce moment</w:t>
      </w:r>
      <w:r w:rsidR="004A4993">
        <w:t xml:space="preserve">, </w:t>
      </w:r>
      <w:r w:rsidRPr="004C3E92">
        <w:t>Marianne se trouvait plutôt mieux</w:t>
      </w:r>
      <w:r w:rsidR="004A4993">
        <w:t xml:space="preserve">, </w:t>
      </w:r>
      <w:r w:rsidRPr="004C3E92">
        <w:t>et sa mère</w:t>
      </w:r>
      <w:r w:rsidR="004A4993">
        <w:t xml:space="preserve">, </w:t>
      </w:r>
      <w:r w:rsidRPr="004C3E92">
        <w:t>la laissant aux soins de Margaret et de la servante</w:t>
      </w:r>
      <w:r w:rsidR="004A4993">
        <w:t xml:space="preserve">, </w:t>
      </w:r>
      <w:r w:rsidRPr="004C3E92">
        <w:t>revint auprès d</w:t>
      </w:r>
      <w:r w:rsidR="004A4993">
        <w:t>’</w:t>
      </w:r>
      <w:proofErr w:type="spellStart"/>
      <w:r w:rsidRPr="004C3E92">
        <w:t>Elinor</w:t>
      </w:r>
      <w:proofErr w:type="spellEnd"/>
      <w:r w:rsidR="004A4993">
        <w:t xml:space="preserve">, </w:t>
      </w:r>
      <w:r w:rsidRPr="004C3E92">
        <w:t>qui</w:t>
      </w:r>
      <w:r w:rsidR="004A4993">
        <w:t xml:space="preserve">, </w:t>
      </w:r>
      <w:r w:rsidRPr="004C3E92">
        <w:t>encore que fort troublée</w:t>
      </w:r>
      <w:r w:rsidR="004A4993">
        <w:t xml:space="preserve">, </w:t>
      </w:r>
      <w:r w:rsidRPr="004C3E92">
        <w:t>avait suffisa</w:t>
      </w:r>
      <w:r w:rsidRPr="004C3E92">
        <w:t>m</w:t>
      </w:r>
      <w:r w:rsidRPr="004C3E92">
        <w:t>ment retrouvé l</w:t>
      </w:r>
      <w:r w:rsidR="004A4993">
        <w:t>’</w:t>
      </w:r>
      <w:r w:rsidRPr="004C3E92">
        <w:t>usage de sa raison et de sa voix pour se disposer à interroger Thomas quant à la source de ses renseignements</w:t>
      </w:r>
      <w:r w:rsidR="004A4993">
        <w:t xml:space="preserve">. </w:t>
      </w:r>
      <w:r w:rsidRPr="004C3E92">
        <w:t>Mrs</w:t>
      </w:r>
      <w:r w:rsidR="004A4993">
        <w:t xml:space="preserve">. </w:t>
      </w:r>
      <w:proofErr w:type="spellStart"/>
      <w:r w:rsidRPr="004C3E92">
        <w:t>Dashwood</w:t>
      </w:r>
      <w:proofErr w:type="spellEnd"/>
      <w:r w:rsidRPr="004C3E92">
        <w:t xml:space="preserve"> prit aussitôt sur elle cette peine</w:t>
      </w:r>
      <w:r w:rsidR="004A4993">
        <w:t xml:space="preserve"> ; </w:t>
      </w:r>
      <w:r w:rsidRPr="004C3E92">
        <w:t xml:space="preserve">et </w:t>
      </w:r>
      <w:proofErr w:type="spellStart"/>
      <w:r w:rsidRPr="004C3E92">
        <w:t>Elinor</w:t>
      </w:r>
      <w:proofErr w:type="spellEnd"/>
      <w:r w:rsidRPr="004C3E92">
        <w:t xml:space="preserve"> eut le bénéfice de l</w:t>
      </w:r>
      <w:r w:rsidR="004A4993">
        <w:t>’</w:t>
      </w:r>
      <w:r w:rsidRPr="004C3E92">
        <w:t>information sans l</w:t>
      </w:r>
      <w:r w:rsidR="004A4993">
        <w:t>’</w:t>
      </w:r>
      <w:r w:rsidRPr="004C3E92">
        <w:t>effort de la rechercher</w:t>
      </w:r>
      <w:r w:rsidR="004A4993">
        <w:t>.</w:t>
      </w:r>
    </w:p>
    <w:p w14:paraId="53ADCB86" w14:textId="77777777" w:rsidR="004A4993" w:rsidRDefault="004A4993" w:rsidP="004A4993">
      <w:r>
        <w:t>— </w:t>
      </w:r>
      <w:r w:rsidR="008C5C61" w:rsidRPr="004C3E92">
        <w:t>Qui vous a dit que Mr</w:t>
      </w:r>
      <w:r>
        <w:t xml:space="preserve">. </w:t>
      </w:r>
      <w:proofErr w:type="spellStart"/>
      <w:r w:rsidR="008C5C61" w:rsidRPr="004C3E92">
        <w:t>Ferrars</w:t>
      </w:r>
      <w:proofErr w:type="spellEnd"/>
      <w:r w:rsidR="008C5C61" w:rsidRPr="004C3E92">
        <w:t xml:space="preserve"> était marié</w:t>
      </w:r>
      <w:r>
        <w:t xml:space="preserve">, </w:t>
      </w:r>
      <w:r w:rsidR="008C5C61" w:rsidRPr="004C3E92">
        <w:t>Thomas</w:t>
      </w:r>
      <w:r>
        <w:t> ?</w:t>
      </w:r>
    </w:p>
    <w:p w14:paraId="50DB57B2" w14:textId="77777777" w:rsidR="004A4993" w:rsidRDefault="004A4993" w:rsidP="004A4993">
      <w:r>
        <w:t>— </w:t>
      </w:r>
      <w:r w:rsidR="008C5C61" w:rsidRPr="004C3E92">
        <w:t>C</w:t>
      </w:r>
      <w:r>
        <w:t>’</w:t>
      </w:r>
      <w:r w:rsidR="008C5C61" w:rsidRPr="004C3E92">
        <w:t>est moi que j</w:t>
      </w:r>
      <w:r>
        <w:t>’</w:t>
      </w:r>
      <w:r w:rsidR="008C5C61" w:rsidRPr="004C3E92">
        <w:t>l</w:t>
      </w:r>
      <w:r>
        <w:t>’</w:t>
      </w:r>
      <w:r w:rsidR="008C5C61" w:rsidRPr="004C3E92">
        <w:t>ai vu moi-même</w:t>
      </w:r>
      <w:r>
        <w:t xml:space="preserve">, </w:t>
      </w:r>
      <w:r w:rsidR="008C5C61" w:rsidRPr="004C3E92">
        <w:t>madame</w:t>
      </w:r>
      <w:r>
        <w:t xml:space="preserve">, </w:t>
      </w:r>
      <w:r w:rsidR="008C5C61" w:rsidRPr="004C3E92">
        <w:t>c</w:t>
      </w:r>
      <w:r>
        <w:t>’</w:t>
      </w:r>
      <w:r w:rsidR="008C5C61" w:rsidRPr="004C3E92">
        <w:t>matin à Exeter</w:t>
      </w:r>
      <w:r>
        <w:t xml:space="preserve">, </w:t>
      </w:r>
      <w:r w:rsidR="008C5C61" w:rsidRPr="004C3E92">
        <w:t>avec sa dame</w:t>
      </w:r>
      <w:r>
        <w:t xml:space="preserve">, </w:t>
      </w:r>
      <w:r w:rsidR="008C5C61" w:rsidRPr="004C3E92">
        <w:t>aussi</w:t>
      </w:r>
      <w:r>
        <w:t xml:space="preserve">, </w:t>
      </w:r>
      <w:r w:rsidR="008C5C61" w:rsidRPr="004C3E92">
        <w:t>qu</w:t>
      </w:r>
      <w:r>
        <w:t>’</w:t>
      </w:r>
      <w:r w:rsidR="008C5C61" w:rsidRPr="004C3E92">
        <w:t>était miss Steele</w:t>
      </w:r>
      <w:r>
        <w:t xml:space="preserve">. </w:t>
      </w:r>
      <w:r w:rsidR="008C5C61" w:rsidRPr="004C3E92">
        <w:t>Ils étaient arr</w:t>
      </w:r>
      <w:r w:rsidR="008C5C61" w:rsidRPr="004C3E92">
        <w:t>ê</w:t>
      </w:r>
      <w:r w:rsidR="008C5C61" w:rsidRPr="004C3E92">
        <w:t>tés</w:t>
      </w:r>
      <w:r>
        <w:t xml:space="preserve">, </w:t>
      </w:r>
      <w:r w:rsidR="008C5C61" w:rsidRPr="004C3E92">
        <w:t>dans une chaise</w:t>
      </w:r>
      <w:r>
        <w:t xml:space="preserve">, </w:t>
      </w:r>
      <w:r w:rsidR="008C5C61" w:rsidRPr="004C3E92">
        <w:t>à la porte de l</w:t>
      </w:r>
      <w:r>
        <w:t>’</w:t>
      </w:r>
      <w:r w:rsidR="008C5C61" w:rsidRPr="004C3E92">
        <w:t>auberge New London</w:t>
      </w:r>
      <w:r>
        <w:t xml:space="preserve">, </w:t>
      </w:r>
      <w:r w:rsidR="008C5C61" w:rsidRPr="004C3E92">
        <w:t>quand j</w:t>
      </w:r>
      <w:r>
        <w:t>’</w:t>
      </w:r>
      <w:r w:rsidR="008C5C61" w:rsidRPr="004C3E92">
        <w:t>y suis entré avec un message de Sally</w:t>
      </w:r>
      <w:r>
        <w:t xml:space="preserve">, </w:t>
      </w:r>
      <w:r w:rsidR="008C5C61" w:rsidRPr="004C3E92">
        <w:t>qu</w:t>
      </w:r>
      <w:r>
        <w:t>’</w:t>
      </w:r>
      <w:r w:rsidR="008C5C61" w:rsidRPr="004C3E92">
        <w:t>est en service au Park</w:t>
      </w:r>
      <w:r>
        <w:t xml:space="preserve">, </w:t>
      </w:r>
      <w:r w:rsidR="008C5C61" w:rsidRPr="004C3E92">
        <w:t>à son frère</w:t>
      </w:r>
      <w:r>
        <w:t xml:space="preserve">, </w:t>
      </w:r>
      <w:r w:rsidR="008C5C61" w:rsidRPr="004C3E92">
        <w:t>qu</w:t>
      </w:r>
      <w:r>
        <w:t>’</w:t>
      </w:r>
      <w:r w:rsidR="008C5C61" w:rsidRPr="004C3E92">
        <w:t>est l</w:t>
      </w:r>
      <w:r>
        <w:t>’</w:t>
      </w:r>
      <w:r w:rsidR="008C5C61" w:rsidRPr="004C3E92">
        <w:t>un des postillons</w:t>
      </w:r>
      <w:r>
        <w:t xml:space="preserve">. </w:t>
      </w:r>
      <w:r w:rsidR="008C5C61" w:rsidRPr="004C3E92">
        <w:t>J</w:t>
      </w:r>
      <w:r>
        <w:t>’</w:t>
      </w:r>
      <w:r w:rsidR="008C5C61" w:rsidRPr="004C3E92">
        <w:t>levais justement les yeux en passant d</w:t>
      </w:r>
      <w:r>
        <w:t>’</w:t>
      </w:r>
      <w:proofErr w:type="spellStart"/>
      <w:r w:rsidR="008C5C61" w:rsidRPr="004C3E92">
        <w:t>vant</w:t>
      </w:r>
      <w:proofErr w:type="spellEnd"/>
      <w:r w:rsidR="008C5C61" w:rsidRPr="004C3E92">
        <w:t xml:space="preserve"> la chaise</w:t>
      </w:r>
      <w:r>
        <w:t xml:space="preserve">, </w:t>
      </w:r>
      <w:r w:rsidR="008C5C61" w:rsidRPr="004C3E92">
        <w:t>alors j</w:t>
      </w:r>
      <w:r>
        <w:t>’</w:t>
      </w:r>
      <w:r w:rsidR="008C5C61" w:rsidRPr="004C3E92">
        <w:t>ai vu tout de suite que c</w:t>
      </w:r>
      <w:r>
        <w:t>’</w:t>
      </w:r>
      <w:r w:rsidR="008C5C61" w:rsidRPr="004C3E92">
        <w:t>était la cadette des d</w:t>
      </w:r>
      <w:r>
        <w:t>’</w:t>
      </w:r>
      <w:r w:rsidR="008C5C61" w:rsidRPr="004C3E92">
        <w:t>moiselles Steele</w:t>
      </w:r>
      <w:r>
        <w:t xml:space="preserve"> ; </w:t>
      </w:r>
      <w:r w:rsidR="008C5C61" w:rsidRPr="004C3E92">
        <w:t>alors j</w:t>
      </w:r>
      <w:r>
        <w:t>’</w:t>
      </w:r>
      <w:r w:rsidR="008C5C61" w:rsidRPr="004C3E92">
        <w:t>ai tiré mon chapeau</w:t>
      </w:r>
      <w:r>
        <w:t xml:space="preserve">, </w:t>
      </w:r>
      <w:r w:rsidR="008C5C61" w:rsidRPr="004C3E92">
        <w:t>et elle m</w:t>
      </w:r>
      <w:r>
        <w:t>’</w:t>
      </w:r>
      <w:r w:rsidR="008C5C61" w:rsidRPr="004C3E92">
        <w:t xml:space="preserve">a </w:t>
      </w:r>
      <w:proofErr w:type="spellStart"/>
      <w:r w:rsidR="008C5C61" w:rsidRPr="004C3E92">
        <w:t>r</w:t>
      </w:r>
      <w:r>
        <w:t>’</w:t>
      </w:r>
      <w:r w:rsidR="008C5C61" w:rsidRPr="004C3E92">
        <w:t>connu</w:t>
      </w:r>
      <w:proofErr w:type="spellEnd"/>
      <w:r>
        <w:t xml:space="preserve">, </w:t>
      </w:r>
      <w:r w:rsidR="008C5C61" w:rsidRPr="004C3E92">
        <w:t>et m</w:t>
      </w:r>
      <w:r>
        <w:t>’</w:t>
      </w:r>
      <w:r w:rsidR="008C5C61" w:rsidRPr="004C3E92">
        <w:t>a d</w:t>
      </w:r>
      <w:r>
        <w:t>’</w:t>
      </w:r>
      <w:r w:rsidR="008C5C61" w:rsidRPr="004C3E92">
        <w:t>mandé d</w:t>
      </w:r>
      <w:r>
        <w:t>’</w:t>
      </w:r>
      <w:r w:rsidR="008C5C61" w:rsidRPr="004C3E92">
        <w:t>vos nouvelles</w:t>
      </w:r>
      <w:r>
        <w:t xml:space="preserve">, </w:t>
      </w:r>
      <w:r w:rsidR="008C5C61" w:rsidRPr="004C3E92">
        <w:t>madame</w:t>
      </w:r>
      <w:r>
        <w:t xml:space="preserve">, </w:t>
      </w:r>
      <w:r w:rsidR="008C5C61" w:rsidRPr="004C3E92">
        <w:t>et d</w:t>
      </w:r>
      <w:r>
        <w:t>’</w:t>
      </w:r>
      <w:r w:rsidR="008C5C61" w:rsidRPr="004C3E92">
        <w:t>ces d</w:t>
      </w:r>
      <w:r>
        <w:t>’</w:t>
      </w:r>
      <w:r w:rsidR="008C5C61" w:rsidRPr="004C3E92">
        <w:t>moiselles</w:t>
      </w:r>
      <w:r>
        <w:t xml:space="preserve">, </w:t>
      </w:r>
      <w:r w:rsidR="008C5C61" w:rsidRPr="004C3E92">
        <w:t>surtout d</w:t>
      </w:r>
      <w:r>
        <w:t>’</w:t>
      </w:r>
      <w:r w:rsidR="008C5C61" w:rsidRPr="004C3E92">
        <w:t>miss Marianne</w:t>
      </w:r>
      <w:r>
        <w:t xml:space="preserve">, </w:t>
      </w:r>
      <w:r w:rsidR="008C5C61" w:rsidRPr="004C3E92">
        <w:t>et elle m</w:t>
      </w:r>
      <w:r>
        <w:t>’</w:t>
      </w:r>
      <w:r w:rsidR="008C5C61" w:rsidRPr="004C3E92">
        <w:t>a dit d</w:t>
      </w:r>
      <w:r>
        <w:t>’</w:t>
      </w:r>
      <w:r w:rsidR="008C5C61" w:rsidRPr="004C3E92">
        <w:t>faire ses compliments</w:t>
      </w:r>
      <w:r>
        <w:t xml:space="preserve">, </w:t>
      </w:r>
      <w:r w:rsidR="008C5C61" w:rsidRPr="004C3E92">
        <w:t>et ceux d</w:t>
      </w:r>
      <w:r>
        <w:t>’</w:t>
      </w:r>
      <w:r w:rsidR="008C5C61" w:rsidRPr="004C3E92">
        <w:t>Mr</w:t>
      </w:r>
      <w:r>
        <w:t xml:space="preserve">. </w:t>
      </w:r>
      <w:proofErr w:type="spellStart"/>
      <w:r w:rsidR="008C5C61" w:rsidRPr="004C3E92">
        <w:t>Ferrars</w:t>
      </w:r>
      <w:proofErr w:type="spellEnd"/>
      <w:r>
        <w:t xml:space="preserve">, – </w:t>
      </w:r>
      <w:r w:rsidR="008C5C61" w:rsidRPr="004C3E92">
        <w:t>leurs meilleurs compliments et leurs devoirs</w:t>
      </w:r>
      <w:r>
        <w:t xml:space="preserve">, </w:t>
      </w:r>
      <w:r w:rsidR="008C5C61" w:rsidRPr="004C3E92">
        <w:t>et qu</w:t>
      </w:r>
      <w:r>
        <w:t>’</w:t>
      </w:r>
      <w:proofErr w:type="spellStart"/>
      <w:r w:rsidR="008C5C61" w:rsidRPr="004C3E92">
        <w:t>i</w:t>
      </w:r>
      <w:r>
        <w:t>’</w:t>
      </w:r>
      <w:r w:rsidR="008C5C61" w:rsidRPr="004C3E92">
        <w:t>s</w:t>
      </w:r>
      <w:proofErr w:type="spellEnd"/>
      <w:r w:rsidR="008C5C61" w:rsidRPr="004C3E92">
        <w:t xml:space="preserve"> </w:t>
      </w:r>
      <w:proofErr w:type="spellStart"/>
      <w:r w:rsidR="008C5C61" w:rsidRPr="004C3E92">
        <w:t>r</w:t>
      </w:r>
      <w:r>
        <w:t>’</w:t>
      </w:r>
      <w:r w:rsidR="008C5C61" w:rsidRPr="004C3E92">
        <w:t>grettaient</w:t>
      </w:r>
      <w:proofErr w:type="spellEnd"/>
      <w:r w:rsidR="008C5C61" w:rsidRPr="004C3E92">
        <w:t xml:space="preserve"> bien qu</w:t>
      </w:r>
      <w:r>
        <w:t>’</w:t>
      </w:r>
      <w:proofErr w:type="spellStart"/>
      <w:r w:rsidR="008C5C61" w:rsidRPr="004C3E92">
        <w:t>i</w:t>
      </w:r>
      <w:r>
        <w:t>’</w:t>
      </w:r>
      <w:r w:rsidR="008C5C61" w:rsidRPr="004C3E92">
        <w:t>s</w:t>
      </w:r>
      <w:proofErr w:type="spellEnd"/>
      <w:r w:rsidR="008C5C61" w:rsidRPr="004C3E92">
        <w:t xml:space="preserve"> </w:t>
      </w:r>
      <w:proofErr w:type="spellStart"/>
      <w:r w:rsidR="008C5C61" w:rsidRPr="004C3E92">
        <w:t>ayent</w:t>
      </w:r>
      <w:proofErr w:type="spellEnd"/>
      <w:r w:rsidR="008C5C61" w:rsidRPr="004C3E92">
        <w:t xml:space="preserve"> pas l</w:t>
      </w:r>
      <w:r>
        <w:t>’</w:t>
      </w:r>
      <w:r w:rsidR="008C5C61" w:rsidRPr="004C3E92">
        <w:t>temps d</w:t>
      </w:r>
      <w:r>
        <w:t>’</w:t>
      </w:r>
      <w:r w:rsidR="008C5C61" w:rsidRPr="004C3E92">
        <w:t>venir vous voir</w:t>
      </w:r>
      <w:r>
        <w:t xml:space="preserve">, – </w:t>
      </w:r>
      <w:r w:rsidR="008C5C61" w:rsidRPr="004C3E92">
        <w:t>vu qu</w:t>
      </w:r>
      <w:r>
        <w:t>’</w:t>
      </w:r>
      <w:proofErr w:type="spellStart"/>
      <w:r w:rsidR="008C5C61" w:rsidRPr="004C3E92">
        <w:t>i</w:t>
      </w:r>
      <w:r>
        <w:t>’</w:t>
      </w:r>
      <w:r w:rsidR="008C5C61" w:rsidRPr="004C3E92">
        <w:t>s</w:t>
      </w:r>
      <w:proofErr w:type="spellEnd"/>
      <w:r w:rsidR="008C5C61" w:rsidRPr="004C3E92">
        <w:t xml:space="preserve"> étaient fort pressés d</w:t>
      </w:r>
      <w:r>
        <w:t>’</w:t>
      </w:r>
      <w:r w:rsidR="008C5C61" w:rsidRPr="004C3E92">
        <w:t>continuer leur route</w:t>
      </w:r>
      <w:r>
        <w:t xml:space="preserve">, </w:t>
      </w:r>
      <w:proofErr w:type="spellStart"/>
      <w:r w:rsidR="008C5C61" w:rsidRPr="004C3E92">
        <w:t>parc</w:t>
      </w:r>
      <w:r>
        <w:t>’</w:t>
      </w:r>
      <w:r w:rsidR="008C5C61" w:rsidRPr="004C3E92">
        <w:t>qu</w:t>
      </w:r>
      <w:r>
        <w:t>’</w:t>
      </w:r>
      <w:r w:rsidR="008C5C61" w:rsidRPr="004C3E92">
        <w:t>i</w:t>
      </w:r>
      <w:r>
        <w:t>’</w:t>
      </w:r>
      <w:r w:rsidR="008C5C61" w:rsidRPr="004C3E92">
        <w:t>s</w:t>
      </w:r>
      <w:proofErr w:type="spellEnd"/>
      <w:r w:rsidR="008C5C61" w:rsidRPr="004C3E92">
        <w:t xml:space="preserve"> s</w:t>
      </w:r>
      <w:r>
        <w:t>’</w:t>
      </w:r>
      <w:r w:rsidR="008C5C61" w:rsidRPr="004C3E92">
        <w:t xml:space="preserve">en allaient plus loin pour </w:t>
      </w:r>
      <w:proofErr w:type="spellStart"/>
      <w:r w:rsidR="008C5C61" w:rsidRPr="004C3E92">
        <w:t>que</w:t>
      </w:r>
      <w:r>
        <w:t>’</w:t>
      </w:r>
      <w:r w:rsidR="008C5C61" w:rsidRPr="004C3E92">
        <w:t>q</w:t>
      </w:r>
      <w:r>
        <w:t>’</w:t>
      </w:r>
      <w:r w:rsidR="008C5C61" w:rsidRPr="004C3E92">
        <w:t>temps</w:t>
      </w:r>
      <w:proofErr w:type="spellEnd"/>
      <w:r>
        <w:t xml:space="preserve">, – </w:t>
      </w:r>
      <w:r w:rsidR="008C5C61" w:rsidRPr="004C3E92">
        <w:t>mais qu</w:t>
      </w:r>
      <w:r>
        <w:t>’</w:t>
      </w:r>
      <w:r w:rsidR="008C5C61" w:rsidRPr="004C3E92">
        <w:t xml:space="preserve">en </w:t>
      </w:r>
      <w:proofErr w:type="spellStart"/>
      <w:r w:rsidR="008C5C61" w:rsidRPr="004C3E92">
        <w:t>r</w:t>
      </w:r>
      <w:r>
        <w:t>’</w:t>
      </w:r>
      <w:r w:rsidR="008C5C61" w:rsidRPr="004C3E92">
        <w:t>venant</w:t>
      </w:r>
      <w:proofErr w:type="spellEnd"/>
      <w:r>
        <w:t xml:space="preserve">, </w:t>
      </w:r>
      <w:proofErr w:type="spellStart"/>
      <w:r w:rsidR="008C5C61" w:rsidRPr="004C3E92">
        <w:t>i</w:t>
      </w:r>
      <w:r>
        <w:t>’</w:t>
      </w:r>
      <w:r w:rsidR="008C5C61" w:rsidRPr="004C3E92">
        <w:t>s</w:t>
      </w:r>
      <w:proofErr w:type="spellEnd"/>
      <w:r w:rsidR="008C5C61" w:rsidRPr="004C3E92">
        <w:t xml:space="preserve"> n</w:t>
      </w:r>
      <w:r>
        <w:t>’</w:t>
      </w:r>
      <w:proofErr w:type="spellStart"/>
      <w:r w:rsidR="008C5C61" w:rsidRPr="004C3E92">
        <w:t>manqu</w:t>
      </w:r>
      <w:r>
        <w:t>’</w:t>
      </w:r>
      <w:r w:rsidR="008C5C61" w:rsidRPr="004C3E92">
        <w:t>raient</w:t>
      </w:r>
      <w:proofErr w:type="spellEnd"/>
      <w:r w:rsidR="008C5C61" w:rsidRPr="004C3E92">
        <w:t xml:space="preserve"> pas d</w:t>
      </w:r>
      <w:r>
        <w:t>’</w:t>
      </w:r>
      <w:r w:rsidR="008C5C61" w:rsidRPr="004C3E92">
        <w:t>venir vous voir</w:t>
      </w:r>
      <w:r>
        <w:t>.</w:t>
      </w:r>
    </w:p>
    <w:p w14:paraId="2A53A93A" w14:textId="77777777" w:rsidR="004A4993" w:rsidRDefault="004A4993" w:rsidP="004A4993">
      <w:r>
        <w:t>— </w:t>
      </w:r>
      <w:r w:rsidR="008C5C61" w:rsidRPr="004C3E92">
        <w:t>Mais vous a-t-elle dit qu</w:t>
      </w:r>
      <w:r>
        <w:t>’</w:t>
      </w:r>
      <w:r w:rsidR="008C5C61" w:rsidRPr="004C3E92">
        <w:t>elle était mariée</w:t>
      </w:r>
      <w:r>
        <w:t xml:space="preserve">, </w:t>
      </w:r>
      <w:r w:rsidR="008C5C61" w:rsidRPr="004C3E92">
        <w:t>Thomas</w:t>
      </w:r>
      <w:r>
        <w:t> ?</w:t>
      </w:r>
    </w:p>
    <w:p w14:paraId="394FE233" w14:textId="77777777" w:rsidR="004A4993" w:rsidRDefault="004A4993" w:rsidP="004A4993">
      <w:r>
        <w:t>— </w:t>
      </w:r>
      <w:r w:rsidR="008C5C61" w:rsidRPr="004C3E92">
        <w:t>Oui</w:t>
      </w:r>
      <w:r>
        <w:t xml:space="preserve">, </w:t>
      </w:r>
      <w:r w:rsidR="008C5C61" w:rsidRPr="004C3E92">
        <w:t>madame</w:t>
      </w:r>
      <w:r>
        <w:t xml:space="preserve">. </w:t>
      </w:r>
      <w:r w:rsidR="008C5C61" w:rsidRPr="004C3E92">
        <w:t>Elle a souri</w:t>
      </w:r>
      <w:r>
        <w:t xml:space="preserve">, </w:t>
      </w:r>
      <w:r w:rsidR="008C5C61" w:rsidRPr="004C3E92">
        <w:t>et elle a dit qu</w:t>
      </w:r>
      <w:r>
        <w:t>’</w:t>
      </w:r>
      <w:r w:rsidR="008C5C61" w:rsidRPr="004C3E92">
        <w:t>elle avait cha</w:t>
      </w:r>
      <w:r w:rsidR="008C5C61" w:rsidRPr="004C3E92">
        <w:t>n</w:t>
      </w:r>
      <w:r w:rsidR="008C5C61" w:rsidRPr="004C3E92">
        <w:t>gé d</w:t>
      </w:r>
      <w:r>
        <w:t>’</w:t>
      </w:r>
      <w:r w:rsidR="008C5C61" w:rsidRPr="004C3E92">
        <w:t>nom d</w:t>
      </w:r>
      <w:r>
        <w:t>’</w:t>
      </w:r>
      <w:r w:rsidR="008C5C61" w:rsidRPr="004C3E92">
        <w:t>puis qu</w:t>
      </w:r>
      <w:r>
        <w:t>’</w:t>
      </w:r>
      <w:r w:rsidR="008C5C61" w:rsidRPr="004C3E92">
        <w:t>elle était dans ces parages</w:t>
      </w:r>
      <w:r>
        <w:t xml:space="preserve">. </w:t>
      </w:r>
      <w:r w:rsidR="008C5C61" w:rsidRPr="004C3E92">
        <w:t>Elle a toujours été une personne bien affable et libre de ses paroles</w:t>
      </w:r>
      <w:r>
        <w:t xml:space="preserve">, </w:t>
      </w:r>
      <w:r w:rsidR="008C5C61" w:rsidRPr="004C3E92">
        <w:t xml:space="preserve">et fort comme </w:t>
      </w:r>
      <w:proofErr w:type="spellStart"/>
      <w:r w:rsidR="008C5C61" w:rsidRPr="004C3E92">
        <w:t>i</w:t>
      </w:r>
      <w:r>
        <w:t>’</w:t>
      </w:r>
      <w:r w:rsidR="008C5C61" w:rsidRPr="004C3E92">
        <w:t>faut</w:t>
      </w:r>
      <w:proofErr w:type="spellEnd"/>
      <w:r>
        <w:t xml:space="preserve">. </w:t>
      </w:r>
      <w:r w:rsidR="008C5C61" w:rsidRPr="004C3E92">
        <w:t>Alors</w:t>
      </w:r>
      <w:r>
        <w:t xml:space="preserve">, </w:t>
      </w:r>
      <w:r w:rsidR="008C5C61" w:rsidRPr="004C3E92">
        <w:t>je m</w:t>
      </w:r>
      <w:r>
        <w:t>’</w:t>
      </w:r>
      <w:r w:rsidR="008C5C61" w:rsidRPr="004C3E92">
        <w:t>suis permis d</w:t>
      </w:r>
      <w:r>
        <w:t>’</w:t>
      </w:r>
      <w:r w:rsidR="008C5C61" w:rsidRPr="004C3E92">
        <w:t>lui souhaiter bien du bonheur</w:t>
      </w:r>
      <w:r>
        <w:t>.</w:t>
      </w:r>
    </w:p>
    <w:p w14:paraId="11F0358D" w14:textId="77777777" w:rsidR="004A4993" w:rsidRDefault="004A4993" w:rsidP="004A4993">
      <w:r>
        <w:lastRenderedPageBreak/>
        <w:t>— </w:t>
      </w:r>
      <w:r w:rsidR="008C5C61" w:rsidRPr="004C3E92">
        <w:t>Mr</w:t>
      </w:r>
      <w:r>
        <w:t xml:space="preserve">. </w:t>
      </w:r>
      <w:proofErr w:type="spellStart"/>
      <w:r w:rsidR="008C5C61" w:rsidRPr="004C3E92">
        <w:t>Ferrars</w:t>
      </w:r>
      <w:proofErr w:type="spellEnd"/>
      <w:r w:rsidR="008C5C61" w:rsidRPr="004C3E92">
        <w:t xml:space="preserve"> était-il dans la voiture avec elle</w:t>
      </w:r>
      <w:r>
        <w:t> ?</w:t>
      </w:r>
    </w:p>
    <w:p w14:paraId="73D8035E" w14:textId="77777777" w:rsidR="004A4993" w:rsidRDefault="004A4993" w:rsidP="004A4993">
      <w:r>
        <w:t>— </w:t>
      </w:r>
      <w:r w:rsidR="008C5C61" w:rsidRPr="004C3E92">
        <w:t>Oui</w:t>
      </w:r>
      <w:r>
        <w:t xml:space="preserve">, </w:t>
      </w:r>
      <w:r w:rsidR="008C5C61" w:rsidRPr="004C3E92">
        <w:t>madame</w:t>
      </w:r>
      <w:r>
        <w:t xml:space="preserve"> ; </w:t>
      </w:r>
      <w:r w:rsidR="008C5C61" w:rsidRPr="004C3E92">
        <w:t>je l</w:t>
      </w:r>
      <w:r>
        <w:t>’</w:t>
      </w:r>
      <w:r w:rsidR="008C5C61" w:rsidRPr="004C3E92">
        <w:t>ai tout juste aperçu</w:t>
      </w:r>
      <w:r>
        <w:t xml:space="preserve">, </w:t>
      </w:r>
      <w:r w:rsidR="008C5C61" w:rsidRPr="004C3E92">
        <w:t>adossé dans l</w:t>
      </w:r>
      <w:r>
        <w:t>’</w:t>
      </w:r>
      <w:r w:rsidR="008C5C61" w:rsidRPr="004C3E92">
        <w:t>fond</w:t>
      </w:r>
      <w:r>
        <w:t xml:space="preserve">, </w:t>
      </w:r>
      <w:r w:rsidR="008C5C61" w:rsidRPr="004C3E92">
        <w:t xml:space="preserve">mais </w:t>
      </w:r>
      <w:proofErr w:type="spellStart"/>
      <w:r w:rsidR="008C5C61" w:rsidRPr="004C3E92">
        <w:t>i</w:t>
      </w:r>
      <w:r>
        <w:t>’</w:t>
      </w:r>
      <w:r w:rsidR="008C5C61" w:rsidRPr="004C3E92">
        <w:t>n</w:t>
      </w:r>
      <w:r>
        <w:t>’</w:t>
      </w:r>
      <w:r w:rsidR="008C5C61" w:rsidRPr="004C3E92">
        <w:t>a</w:t>
      </w:r>
      <w:proofErr w:type="spellEnd"/>
      <w:r w:rsidR="008C5C61" w:rsidRPr="004C3E92">
        <w:t xml:space="preserve"> pas levé les yeux</w:t>
      </w:r>
      <w:r>
        <w:t xml:space="preserve">, – </w:t>
      </w:r>
      <w:r w:rsidR="008C5C61" w:rsidRPr="004C3E92">
        <w:t>il a jamais été un gentl</w:t>
      </w:r>
      <w:r w:rsidR="008C5C61" w:rsidRPr="004C3E92">
        <w:t>e</w:t>
      </w:r>
      <w:r w:rsidR="008C5C61" w:rsidRPr="004C3E92">
        <w:t>man fort porté sur les paroles</w:t>
      </w:r>
      <w:r>
        <w:t>.</w:t>
      </w:r>
    </w:p>
    <w:p w14:paraId="255723D3" w14:textId="77777777" w:rsidR="004A4993" w:rsidRDefault="008C5C61" w:rsidP="004A4993">
      <w:r w:rsidRPr="004C3E92">
        <w:t>Le cœur d</w:t>
      </w:r>
      <w:r w:rsidR="004A4993">
        <w:t>’</w:t>
      </w:r>
      <w:proofErr w:type="spellStart"/>
      <w:r w:rsidRPr="004C3E92">
        <w:t>Elinor</w:t>
      </w:r>
      <w:proofErr w:type="spellEnd"/>
      <w:r w:rsidRPr="004C3E92">
        <w:t xml:space="preserve"> n</w:t>
      </w:r>
      <w:r w:rsidR="004A4993">
        <w:t>’</w:t>
      </w:r>
      <w:r w:rsidRPr="004C3E92">
        <w:t>eut pas de mal à expliquer pourquoi il ne s</w:t>
      </w:r>
      <w:r w:rsidR="004A4993">
        <w:t>’</w:t>
      </w:r>
      <w:r w:rsidRPr="004C3E92">
        <w:t>était pas mis en avant</w:t>
      </w:r>
      <w:r w:rsidR="004A4993">
        <w:t xml:space="preserve"> ; </w:t>
      </w:r>
      <w:r w:rsidRPr="004C3E92">
        <w:t>et Mrs</w:t>
      </w:r>
      <w:r w:rsidR="004A4993">
        <w:t xml:space="preserve">. </w:t>
      </w:r>
      <w:proofErr w:type="spellStart"/>
      <w:r w:rsidRPr="004C3E92">
        <w:t>Dashwood</w:t>
      </w:r>
      <w:proofErr w:type="spellEnd"/>
      <w:r w:rsidRPr="004C3E92">
        <w:t xml:space="preserve"> trouva prob</w:t>
      </w:r>
      <w:r w:rsidRPr="004C3E92">
        <w:t>a</w:t>
      </w:r>
      <w:r w:rsidRPr="004C3E92">
        <w:t>blement la même explication</w:t>
      </w:r>
      <w:r w:rsidR="004A4993">
        <w:t>.</w:t>
      </w:r>
    </w:p>
    <w:p w14:paraId="52879DED" w14:textId="77777777" w:rsidR="004A4993" w:rsidRDefault="004A4993" w:rsidP="004A4993">
      <w:r>
        <w:t>— </w:t>
      </w:r>
      <w:r w:rsidR="008C5C61" w:rsidRPr="004C3E92">
        <w:t>Il n</w:t>
      </w:r>
      <w:r>
        <w:t>’</w:t>
      </w:r>
      <w:r w:rsidR="008C5C61" w:rsidRPr="004C3E92">
        <w:t>y avait personne d</w:t>
      </w:r>
      <w:r>
        <w:t>’</w:t>
      </w:r>
      <w:r w:rsidR="008C5C61" w:rsidRPr="004C3E92">
        <w:t>autre dans la voiture</w:t>
      </w:r>
      <w:r>
        <w:t> ?</w:t>
      </w:r>
    </w:p>
    <w:p w14:paraId="385E3213" w14:textId="77777777" w:rsidR="004A4993" w:rsidRDefault="004A4993" w:rsidP="004A4993">
      <w:r>
        <w:t>— </w:t>
      </w:r>
      <w:r w:rsidR="008C5C61" w:rsidRPr="004C3E92">
        <w:t>Non</w:t>
      </w:r>
      <w:r>
        <w:t xml:space="preserve">, </w:t>
      </w:r>
      <w:r w:rsidR="008C5C61" w:rsidRPr="004C3E92">
        <w:t>madame</w:t>
      </w:r>
      <w:r>
        <w:t xml:space="preserve">, </w:t>
      </w:r>
      <w:r w:rsidR="008C5C61" w:rsidRPr="004C3E92">
        <w:t>rien qu</w:t>
      </w:r>
      <w:r>
        <w:t>’</w:t>
      </w:r>
      <w:r w:rsidR="008C5C61" w:rsidRPr="004C3E92">
        <w:t>eux deux</w:t>
      </w:r>
      <w:r>
        <w:t>.</w:t>
      </w:r>
    </w:p>
    <w:p w14:paraId="5F3C55CA" w14:textId="77777777" w:rsidR="004A4993" w:rsidRDefault="004A4993" w:rsidP="004A4993">
      <w:r>
        <w:t>— </w:t>
      </w:r>
      <w:r w:rsidR="008C5C61" w:rsidRPr="004C3E92">
        <w:t>Savez-vous d</w:t>
      </w:r>
      <w:r>
        <w:t>’</w:t>
      </w:r>
      <w:r w:rsidR="008C5C61" w:rsidRPr="004C3E92">
        <w:t>où ils venaient</w:t>
      </w:r>
      <w:r>
        <w:t> ?</w:t>
      </w:r>
    </w:p>
    <w:p w14:paraId="1DD52CBC" w14:textId="77777777" w:rsidR="004A4993" w:rsidRDefault="004A4993" w:rsidP="004A4993">
      <w:r>
        <w:t>— </w:t>
      </w:r>
      <w:proofErr w:type="spellStart"/>
      <w:r w:rsidR="008C5C61" w:rsidRPr="004C3E92">
        <w:t>I</w:t>
      </w:r>
      <w:r>
        <w:t>’</w:t>
      </w:r>
      <w:r w:rsidR="008C5C61" w:rsidRPr="004C3E92">
        <w:t>s</w:t>
      </w:r>
      <w:proofErr w:type="spellEnd"/>
      <w:r w:rsidR="008C5C61" w:rsidRPr="004C3E92">
        <w:t xml:space="preserve"> venaient tout droit d</w:t>
      </w:r>
      <w:r>
        <w:t>’</w:t>
      </w:r>
      <w:r w:rsidR="008C5C61" w:rsidRPr="004C3E92">
        <w:t>Londres</w:t>
      </w:r>
      <w:r>
        <w:t xml:space="preserve">, </w:t>
      </w:r>
      <w:r w:rsidR="008C5C61" w:rsidRPr="004C3E92">
        <w:t>comme me l</w:t>
      </w:r>
      <w:r>
        <w:t>’</w:t>
      </w:r>
      <w:r w:rsidR="008C5C61" w:rsidRPr="004C3E92">
        <w:t>a dit miss Lucy</w:t>
      </w:r>
      <w:r>
        <w:t xml:space="preserve"> – </w:t>
      </w:r>
      <w:r w:rsidR="008C5C61" w:rsidRPr="004C3E92">
        <w:t>Mrs</w:t>
      </w:r>
      <w:r>
        <w:t xml:space="preserve">. </w:t>
      </w:r>
      <w:proofErr w:type="spellStart"/>
      <w:r w:rsidR="008C5C61" w:rsidRPr="004C3E92">
        <w:t>Ferrars</w:t>
      </w:r>
      <w:proofErr w:type="spellEnd"/>
      <w:r>
        <w:t>.</w:t>
      </w:r>
    </w:p>
    <w:p w14:paraId="2BEAAD40" w14:textId="77777777" w:rsidR="004A4993" w:rsidRDefault="004A4993" w:rsidP="004A4993">
      <w:r>
        <w:t>— </w:t>
      </w:r>
      <w:r w:rsidR="008C5C61" w:rsidRPr="004C3E92">
        <w:t>Et ils se dirigent plus loin vers l</w:t>
      </w:r>
      <w:r>
        <w:t>’</w:t>
      </w:r>
      <w:r w:rsidR="008C5C61" w:rsidRPr="004C3E92">
        <w:t>ouest</w:t>
      </w:r>
      <w:r>
        <w:t> ?</w:t>
      </w:r>
    </w:p>
    <w:p w14:paraId="143DA575" w14:textId="77777777" w:rsidR="004A4993" w:rsidRDefault="004A4993" w:rsidP="004A4993">
      <w:r>
        <w:t>— </w:t>
      </w:r>
      <w:r w:rsidR="008C5C61" w:rsidRPr="004C3E92">
        <w:t>Oui</w:t>
      </w:r>
      <w:r>
        <w:t xml:space="preserve">, </w:t>
      </w:r>
      <w:r w:rsidR="008C5C61" w:rsidRPr="004C3E92">
        <w:t>madame</w:t>
      </w:r>
      <w:r>
        <w:t xml:space="preserve">, </w:t>
      </w:r>
      <w:r w:rsidR="008C5C61" w:rsidRPr="004C3E92">
        <w:t>mais pas pour y rester longtemps</w:t>
      </w:r>
      <w:r>
        <w:t xml:space="preserve">. </w:t>
      </w:r>
      <w:proofErr w:type="spellStart"/>
      <w:r w:rsidR="008C5C61" w:rsidRPr="004C3E92">
        <w:t>I</w:t>
      </w:r>
      <w:r>
        <w:t>’</w:t>
      </w:r>
      <w:r w:rsidR="008C5C61" w:rsidRPr="004C3E92">
        <w:t>s</w:t>
      </w:r>
      <w:proofErr w:type="spellEnd"/>
      <w:r w:rsidR="008C5C61" w:rsidRPr="004C3E92">
        <w:t xml:space="preserve"> </w:t>
      </w:r>
      <w:proofErr w:type="spellStart"/>
      <w:r w:rsidR="008C5C61" w:rsidRPr="004C3E92">
        <w:t>r</w:t>
      </w:r>
      <w:r>
        <w:t>’</w:t>
      </w:r>
      <w:r w:rsidR="008C5C61" w:rsidRPr="004C3E92">
        <w:t>viendront</w:t>
      </w:r>
      <w:proofErr w:type="spellEnd"/>
      <w:r w:rsidR="008C5C61" w:rsidRPr="004C3E92">
        <w:t xml:space="preserve"> bientôt</w:t>
      </w:r>
      <w:r>
        <w:t xml:space="preserve">, </w:t>
      </w:r>
      <w:r w:rsidR="008C5C61" w:rsidRPr="004C3E92">
        <w:t xml:space="preserve">et alors </w:t>
      </w:r>
      <w:proofErr w:type="spellStart"/>
      <w:r w:rsidR="008C5C61" w:rsidRPr="004C3E92">
        <w:t>i</w:t>
      </w:r>
      <w:r>
        <w:t>’</w:t>
      </w:r>
      <w:r w:rsidR="008C5C61" w:rsidRPr="004C3E92">
        <w:t>s</w:t>
      </w:r>
      <w:proofErr w:type="spellEnd"/>
      <w:r w:rsidR="008C5C61" w:rsidRPr="004C3E92">
        <w:t xml:space="preserve"> </w:t>
      </w:r>
      <w:proofErr w:type="spellStart"/>
      <w:r w:rsidR="008C5C61" w:rsidRPr="004C3E92">
        <w:t>pass</w:t>
      </w:r>
      <w:r>
        <w:t>’</w:t>
      </w:r>
      <w:r w:rsidR="008C5C61" w:rsidRPr="004C3E92">
        <w:t>ront</w:t>
      </w:r>
      <w:proofErr w:type="spellEnd"/>
      <w:r w:rsidR="008C5C61" w:rsidRPr="004C3E92">
        <w:t xml:space="preserve"> </w:t>
      </w:r>
      <w:proofErr w:type="spellStart"/>
      <w:r w:rsidR="008C5C61" w:rsidRPr="004C3E92">
        <w:t>sûr</w:t>
      </w:r>
      <w:r>
        <w:t>’</w:t>
      </w:r>
      <w:r w:rsidR="008C5C61" w:rsidRPr="004C3E92">
        <w:t>ment</w:t>
      </w:r>
      <w:proofErr w:type="spellEnd"/>
      <w:r w:rsidR="008C5C61" w:rsidRPr="004C3E92">
        <w:t xml:space="preserve"> par ici</w:t>
      </w:r>
      <w:r>
        <w:t xml:space="preserve">, </w:t>
      </w:r>
      <w:r w:rsidR="008C5C61" w:rsidRPr="004C3E92">
        <w:t>qu</w:t>
      </w:r>
      <w:r>
        <w:t>’</w:t>
      </w:r>
      <w:r w:rsidR="008C5C61" w:rsidRPr="004C3E92">
        <w:t>elle a dit</w:t>
      </w:r>
      <w:r>
        <w:t>.</w:t>
      </w:r>
    </w:p>
    <w:p w14:paraId="74AE84C6" w14:textId="77777777" w:rsidR="004A4993" w:rsidRDefault="008C5C61" w:rsidP="004A4993">
      <w:r w:rsidRPr="004C3E92">
        <w:t>Mrs</w:t>
      </w:r>
      <w:r w:rsidR="004A4993">
        <w:t xml:space="preserve">. </w:t>
      </w:r>
      <w:proofErr w:type="spellStart"/>
      <w:r w:rsidRPr="004C3E92">
        <w:t>Dashwood</w:t>
      </w:r>
      <w:proofErr w:type="spellEnd"/>
      <w:r w:rsidRPr="004C3E92">
        <w:t xml:space="preserve"> regarda alors sa fille</w:t>
      </w:r>
      <w:r w:rsidR="004A4993">
        <w:t xml:space="preserve"> ; </w:t>
      </w:r>
      <w:r w:rsidRPr="004C3E92">
        <w:t xml:space="preserve">mais </w:t>
      </w:r>
      <w:proofErr w:type="spellStart"/>
      <w:r w:rsidRPr="004C3E92">
        <w:t>Elinor</w:t>
      </w:r>
      <w:proofErr w:type="spellEnd"/>
      <w:r w:rsidRPr="004C3E92">
        <w:t xml:space="preserve"> était trop avisée pour s</w:t>
      </w:r>
      <w:r w:rsidR="004A4993">
        <w:t>’</w:t>
      </w:r>
      <w:r w:rsidRPr="004C3E92">
        <w:t>attendre à leur venue</w:t>
      </w:r>
      <w:r w:rsidR="004A4993">
        <w:t xml:space="preserve">. </w:t>
      </w:r>
      <w:r w:rsidRPr="004C3E92">
        <w:t>Elle reconnut tout Lucy dans ce message</w:t>
      </w:r>
      <w:r w:rsidR="004A4993">
        <w:t xml:space="preserve">, </w:t>
      </w:r>
      <w:r w:rsidRPr="004C3E92">
        <w:t>et sentait bien qu</w:t>
      </w:r>
      <w:r w:rsidR="004A4993">
        <w:t>’</w:t>
      </w:r>
      <w:r w:rsidRPr="004C3E92">
        <w:t>Edward ne viendrait jamais à proximité d</w:t>
      </w:r>
      <w:r w:rsidR="004A4993">
        <w:t>’</w:t>
      </w:r>
      <w:r w:rsidRPr="004C3E92">
        <w:t>elles</w:t>
      </w:r>
      <w:r w:rsidR="004A4993">
        <w:t xml:space="preserve">. </w:t>
      </w:r>
      <w:r w:rsidRPr="004C3E92">
        <w:t>Elle dit à sa mère</w:t>
      </w:r>
      <w:r w:rsidR="004A4993">
        <w:t xml:space="preserve">, </w:t>
      </w:r>
      <w:r w:rsidRPr="004C3E92">
        <w:t>à voix basse</w:t>
      </w:r>
      <w:r w:rsidR="004A4993">
        <w:t xml:space="preserve">, </w:t>
      </w:r>
      <w:r w:rsidRPr="004C3E92">
        <w:t>qu</w:t>
      </w:r>
      <w:r w:rsidR="004A4993">
        <w:t>’</w:t>
      </w:r>
      <w:r w:rsidRPr="004C3E92">
        <w:t>ils se re</w:t>
      </w:r>
      <w:r w:rsidRPr="004C3E92">
        <w:t>n</w:t>
      </w:r>
      <w:r w:rsidRPr="004C3E92">
        <w:t>daient probablement chez Mr</w:t>
      </w:r>
      <w:r w:rsidR="004A4993">
        <w:t xml:space="preserve">. </w:t>
      </w:r>
      <w:r w:rsidRPr="004C3E92">
        <w:t>Pratt</w:t>
      </w:r>
      <w:r w:rsidR="004A4993">
        <w:t xml:space="preserve">, </w:t>
      </w:r>
      <w:r w:rsidRPr="004C3E92">
        <w:t>près de Plymouth</w:t>
      </w:r>
      <w:r w:rsidR="004A4993">
        <w:t>.</w:t>
      </w:r>
    </w:p>
    <w:p w14:paraId="3F3AEE08" w14:textId="77777777" w:rsidR="004A4993" w:rsidRDefault="008C5C61" w:rsidP="004A4993">
      <w:r w:rsidRPr="004C3E92">
        <w:t>Il semblait que les renseignements de Thomas fussent épuisés</w:t>
      </w:r>
      <w:r w:rsidR="004A4993">
        <w:t xml:space="preserve">. </w:t>
      </w:r>
      <w:proofErr w:type="spellStart"/>
      <w:r w:rsidRPr="004C3E92">
        <w:t>Elinor</w:t>
      </w:r>
      <w:proofErr w:type="spellEnd"/>
      <w:r w:rsidRPr="004C3E92">
        <w:t xml:space="preserve"> avait l</w:t>
      </w:r>
      <w:r w:rsidR="004A4993">
        <w:t>’</w:t>
      </w:r>
      <w:r w:rsidRPr="004C3E92">
        <w:t>air de désirer en savoir davantage</w:t>
      </w:r>
      <w:r w:rsidR="004A4993">
        <w:t>.</w:t>
      </w:r>
    </w:p>
    <w:p w14:paraId="3FDB35FB" w14:textId="77777777" w:rsidR="004A4993" w:rsidRDefault="004A4993" w:rsidP="004A4993">
      <w:r>
        <w:t>— </w:t>
      </w:r>
      <w:r w:rsidR="008C5C61" w:rsidRPr="004C3E92">
        <w:t>Les avez-vous vus se mettre en route</w:t>
      </w:r>
      <w:r>
        <w:t xml:space="preserve">, </w:t>
      </w:r>
      <w:r w:rsidR="008C5C61" w:rsidRPr="004C3E92">
        <w:t>avant votre d</w:t>
      </w:r>
      <w:r w:rsidR="008C5C61" w:rsidRPr="004C3E92">
        <w:t>é</w:t>
      </w:r>
      <w:r w:rsidR="008C5C61" w:rsidRPr="004C3E92">
        <w:t>part</w:t>
      </w:r>
      <w:r>
        <w:t> ?</w:t>
      </w:r>
    </w:p>
    <w:p w14:paraId="7B4B1261" w14:textId="77777777" w:rsidR="004A4993" w:rsidRDefault="004A4993" w:rsidP="004A4993">
      <w:r>
        <w:lastRenderedPageBreak/>
        <w:t>— </w:t>
      </w:r>
      <w:r w:rsidR="008C5C61" w:rsidRPr="004C3E92">
        <w:t>Non</w:t>
      </w:r>
      <w:r>
        <w:t xml:space="preserve">, </w:t>
      </w:r>
      <w:r w:rsidR="008C5C61" w:rsidRPr="004C3E92">
        <w:t>madame</w:t>
      </w:r>
      <w:r>
        <w:t xml:space="preserve"> ; </w:t>
      </w:r>
      <w:r w:rsidR="008C5C61" w:rsidRPr="004C3E92">
        <w:t xml:space="preserve">on </w:t>
      </w:r>
      <w:proofErr w:type="spellStart"/>
      <w:r w:rsidR="008C5C61" w:rsidRPr="004C3E92">
        <w:t>am</w:t>
      </w:r>
      <w:r>
        <w:t>’</w:t>
      </w:r>
      <w:r w:rsidR="008C5C61" w:rsidRPr="004C3E92">
        <w:t>nait</w:t>
      </w:r>
      <w:proofErr w:type="spellEnd"/>
      <w:r w:rsidR="008C5C61" w:rsidRPr="004C3E92">
        <w:t xml:space="preserve"> tout juste les </w:t>
      </w:r>
      <w:proofErr w:type="spellStart"/>
      <w:r w:rsidR="008C5C61" w:rsidRPr="004C3E92">
        <w:t>ch</w:t>
      </w:r>
      <w:r>
        <w:t>’</w:t>
      </w:r>
      <w:r w:rsidR="008C5C61" w:rsidRPr="004C3E92">
        <w:t>vaux</w:t>
      </w:r>
      <w:proofErr w:type="spellEnd"/>
      <w:r>
        <w:t xml:space="preserve">, </w:t>
      </w:r>
      <w:r w:rsidR="008C5C61" w:rsidRPr="004C3E92">
        <w:t>mais j</w:t>
      </w:r>
      <w:r>
        <w:t>’</w:t>
      </w:r>
      <w:r w:rsidR="008C5C61" w:rsidRPr="004C3E92">
        <w:t>ai pas pu rester plus longtemps</w:t>
      </w:r>
      <w:r>
        <w:t xml:space="preserve">, </w:t>
      </w:r>
      <w:r w:rsidR="008C5C61" w:rsidRPr="004C3E92">
        <w:t>vu qu</w:t>
      </w:r>
      <w:r>
        <w:t>’</w:t>
      </w:r>
      <w:proofErr w:type="spellStart"/>
      <w:r w:rsidR="008C5C61" w:rsidRPr="004C3E92">
        <w:t>javais</w:t>
      </w:r>
      <w:proofErr w:type="spellEnd"/>
      <w:r w:rsidR="008C5C61" w:rsidRPr="004C3E92">
        <w:t xml:space="preserve"> peur d</w:t>
      </w:r>
      <w:r>
        <w:t>’</w:t>
      </w:r>
      <w:r w:rsidR="008C5C61" w:rsidRPr="004C3E92">
        <w:t xml:space="preserve">être en </w:t>
      </w:r>
      <w:proofErr w:type="spellStart"/>
      <w:r w:rsidR="008C5C61" w:rsidRPr="004C3E92">
        <w:t>r</w:t>
      </w:r>
      <w:r>
        <w:t>’</w:t>
      </w:r>
      <w:r w:rsidR="008C5C61" w:rsidRPr="004C3E92">
        <w:t>tard</w:t>
      </w:r>
      <w:proofErr w:type="spellEnd"/>
      <w:r>
        <w:t>.</w:t>
      </w:r>
    </w:p>
    <w:p w14:paraId="30C9DDBB" w14:textId="77777777" w:rsidR="004A4993" w:rsidRDefault="004A4993" w:rsidP="004A4993">
      <w:r>
        <w:t>— </w:t>
      </w:r>
      <w:r w:rsidR="008C5C61" w:rsidRPr="004C3E92">
        <w:t>Mrs</w:t>
      </w:r>
      <w:r>
        <w:t xml:space="preserve">. </w:t>
      </w:r>
      <w:proofErr w:type="spellStart"/>
      <w:r w:rsidR="008C5C61" w:rsidRPr="004C3E92">
        <w:t>Ferrars</w:t>
      </w:r>
      <w:proofErr w:type="spellEnd"/>
      <w:r w:rsidR="008C5C61" w:rsidRPr="004C3E92">
        <w:t xml:space="preserve"> avait-elle bonne mine</w:t>
      </w:r>
      <w:r>
        <w:t> ?</w:t>
      </w:r>
    </w:p>
    <w:p w14:paraId="40EDC652" w14:textId="77777777" w:rsidR="004A4993" w:rsidRDefault="004A4993" w:rsidP="004A4993">
      <w:r>
        <w:t>— </w:t>
      </w:r>
      <w:r w:rsidR="008C5C61" w:rsidRPr="004C3E92">
        <w:t>Oui</w:t>
      </w:r>
      <w:r>
        <w:t xml:space="preserve">, </w:t>
      </w:r>
      <w:r w:rsidR="008C5C61" w:rsidRPr="004C3E92">
        <w:t>madame</w:t>
      </w:r>
      <w:r>
        <w:t xml:space="preserve">, </w:t>
      </w:r>
      <w:r w:rsidR="008C5C61" w:rsidRPr="004C3E92">
        <w:t>et même qu</w:t>
      </w:r>
      <w:r>
        <w:t>’</w:t>
      </w:r>
      <w:r w:rsidR="008C5C61" w:rsidRPr="004C3E92">
        <w:t>elle a dit qu</w:t>
      </w:r>
      <w:r>
        <w:t>’</w:t>
      </w:r>
      <w:r w:rsidR="008C5C61" w:rsidRPr="004C3E92">
        <w:t>elle allait très bien</w:t>
      </w:r>
      <w:r>
        <w:t xml:space="preserve"> ; </w:t>
      </w:r>
      <w:r w:rsidR="008C5C61" w:rsidRPr="004C3E92">
        <w:t>et pour mon compte</w:t>
      </w:r>
      <w:r>
        <w:t xml:space="preserve">, </w:t>
      </w:r>
      <w:r w:rsidR="008C5C61" w:rsidRPr="004C3E92">
        <w:t>j</w:t>
      </w:r>
      <w:r>
        <w:t>’</w:t>
      </w:r>
      <w:r w:rsidR="008C5C61" w:rsidRPr="004C3E92">
        <w:t>ai toujours trouvé qu</w:t>
      </w:r>
      <w:r>
        <w:t>’</w:t>
      </w:r>
      <w:r w:rsidR="008C5C61" w:rsidRPr="004C3E92">
        <w:t>c</w:t>
      </w:r>
      <w:r>
        <w:t>’</w:t>
      </w:r>
      <w:r w:rsidR="008C5C61" w:rsidRPr="004C3E92">
        <w:t>était une très belle personne</w:t>
      </w:r>
      <w:r>
        <w:t xml:space="preserve">, – </w:t>
      </w:r>
      <w:r w:rsidR="008C5C61" w:rsidRPr="004C3E92">
        <w:t>et elle avait l</w:t>
      </w:r>
      <w:r>
        <w:t>’</w:t>
      </w:r>
      <w:r w:rsidR="008C5C61" w:rsidRPr="004C3E92">
        <w:t>air joliment contente</w:t>
      </w:r>
      <w:r>
        <w:t>.</w:t>
      </w:r>
    </w:p>
    <w:p w14:paraId="6F4B742A" w14:textId="77777777" w:rsidR="004A4993" w:rsidRDefault="008C5C61" w:rsidP="004A4993">
      <w:r w:rsidRPr="004C3E92">
        <w:t>Mrs</w:t>
      </w:r>
      <w:r w:rsidR="004A4993">
        <w:t xml:space="preserve">. </w:t>
      </w:r>
      <w:proofErr w:type="spellStart"/>
      <w:r w:rsidRPr="004C3E92">
        <w:t>Dashwood</w:t>
      </w:r>
      <w:proofErr w:type="spellEnd"/>
      <w:r w:rsidRPr="004C3E92">
        <w:t xml:space="preserve"> était à court de questions supplémentaires</w:t>
      </w:r>
      <w:r w:rsidR="004A4993">
        <w:t xml:space="preserve">, </w:t>
      </w:r>
      <w:r w:rsidRPr="004C3E92">
        <w:t>et Thomas</w:t>
      </w:r>
      <w:r w:rsidR="004A4993">
        <w:t xml:space="preserve">, </w:t>
      </w:r>
      <w:r w:rsidRPr="004C3E92">
        <w:t>ainsi que la nappe</w:t>
      </w:r>
      <w:r w:rsidR="004A4993">
        <w:t xml:space="preserve">, </w:t>
      </w:r>
      <w:r w:rsidRPr="004C3E92">
        <w:t>également inutiles à présent</w:t>
      </w:r>
      <w:r w:rsidR="004A4993">
        <w:t xml:space="preserve">, </w:t>
      </w:r>
      <w:r w:rsidRPr="004C3E92">
        <w:t>f</w:t>
      </w:r>
      <w:r w:rsidRPr="004C3E92">
        <w:t>u</w:t>
      </w:r>
      <w:r w:rsidRPr="004C3E92">
        <w:t>rent congédiés peu de temps après</w:t>
      </w:r>
      <w:r w:rsidR="004A4993">
        <w:t xml:space="preserve">. </w:t>
      </w:r>
      <w:r w:rsidRPr="004C3E92">
        <w:t>Marianne avait déjà fait dire qu</w:t>
      </w:r>
      <w:r w:rsidR="004A4993">
        <w:t>’</w:t>
      </w:r>
      <w:r w:rsidRPr="004C3E92">
        <w:t>elle ne mangerait plus rien</w:t>
      </w:r>
      <w:r w:rsidR="004A4993">
        <w:t xml:space="preserve"> ; </w:t>
      </w:r>
      <w:r w:rsidRPr="004C3E92">
        <w:t>l</w:t>
      </w:r>
      <w:r w:rsidR="004A4993">
        <w:t>’</w:t>
      </w:r>
      <w:r w:rsidRPr="004C3E92">
        <w:t>appétit de Mrs</w:t>
      </w:r>
      <w:r w:rsidR="004A4993">
        <w:t xml:space="preserve">. </w:t>
      </w:r>
      <w:proofErr w:type="spellStart"/>
      <w:r w:rsidRPr="004C3E92">
        <w:t>Dashwood</w:t>
      </w:r>
      <w:proofErr w:type="spellEnd"/>
      <w:r w:rsidRPr="004C3E92">
        <w:t xml:space="preserve"> et d</w:t>
      </w:r>
      <w:r w:rsidR="004A4993">
        <w:t>’</w:t>
      </w:r>
      <w:proofErr w:type="spellStart"/>
      <w:r w:rsidRPr="004C3E92">
        <w:t>Elinor</w:t>
      </w:r>
      <w:proofErr w:type="spellEnd"/>
      <w:r w:rsidRPr="004C3E92">
        <w:t xml:space="preserve"> était également coupé</w:t>
      </w:r>
      <w:r w:rsidR="004A4993">
        <w:t xml:space="preserve">, </w:t>
      </w:r>
      <w:r w:rsidRPr="004C3E92">
        <w:t>et Margaret put s</w:t>
      </w:r>
      <w:r w:rsidR="004A4993">
        <w:t>’</w:t>
      </w:r>
      <w:r w:rsidRPr="004C3E92">
        <w:t>estimer fort heureuse</w:t>
      </w:r>
      <w:r w:rsidR="004A4993">
        <w:t xml:space="preserve">, </w:t>
      </w:r>
      <w:r w:rsidRPr="004C3E92">
        <w:t>étant données toute l</w:t>
      </w:r>
      <w:r w:rsidR="004A4993">
        <w:t>’</w:t>
      </w:r>
      <w:r w:rsidRPr="004C3E92">
        <w:t>inquiétude qui était récemment advenue à ses deux sœurs</w:t>
      </w:r>
      <w:r w:rsidR="004A4993">
        <w:t xml:space="preserve">, </w:t>
      </w:r>
      <w:r w:rsidRPr="004C3E92">
        <w:t>et toutes les raisons qu</w:t>
      </w:r>
      <w:r w:rsidR="004A4993">
        <w:t>’</w:t>
      </w:r>
      <w:r w:rsidRPr="004C3E92">
        <w:t>elles avaient souvent eues de ne point se soucier des repas</w:t>
      </w:r>
      <w:r w:rsidR="004A4993">
        <w:t xml:space="preserve">, </w:t>
      </w:r>
      <w:r w:rsidRPr="004C3E92">
        <w:t>de n</w:t>
      </w:r>
      <w:r w:rsidR="004A4993">
        <w:t>’</w:t>
      </w:r>
      <w:r w:rsidRPr="004C3E92">
        <w:t>avoir encore jamais été contrainte de se passer de dîner</w:t>
      </w:r>
      <w:r w:rsidR="004A4993">
        <w:t>.</w:t>
      </w:r>
    </w:p>
    <w:p w14:paraId="7055DCEC" w14:textId="77777777" w:rsidR="004A4993" w:rsidRDefault="008C5C61" w:rsidP="004A4993">
      <w:r w:rsidRPr="004C3E92">
        <w:t>Lorsque le dessert et le vin eurent été disposés</w:t>
      </w:r>
      <w:r w:rsidR="004A4993">
        <w:t xml:space="preserve">, </w:t>
      </w:r>
      <w:r w:rsidRPr="004C3E92">
        <w:t>et que Mrs</w:t>
      </w:r>
      <w:r w:rsidR="004A4993">
        <w:t xml:space="preserve">. </w:t>
      </w:r>
      <w:proofErr w:type="spellStart"/>
      <w:r w:rsidRPr="004C3E92">
        <w:t>Dashwood</w:t>
      </w:r>
      <w:proofErr w:type="spellEnd"/>
      <w:r w:rsidRPr="004C3E92">
        <w:t xml:space="preserve"> et </w:t>
      </w:r>
      <w:proofErr w:type="spellStart"/>
      <w:r w:rsidRPr="004C3E92">
        <w:t>Elinor</w:t>
      </w:r>
      <w:proofErr w:type="spellEnd"/>
      <w:r w:rsidRPr="004C3E92">
        <w:t xml:space="preserve"> demeurèrent en tête à tête</w:t>
      </w:r>
      <w:r w:rsidR="004A4993">
        <w:t xml:space="preserve">, </w:t>
      </w:r>
      <w:r w:rsidRPr="004C3E92">
        <w:t>elles gardèrent longtemps toutes les deux le même silence pensif</w:t>
      </w:r>
      <w:r w:rsidR="004A4993">
        <w:t xml:space="preserve">. </w:t>
      </w:r>
      <w:r w:rsidRPr="004C3E92">
        <w:t>Mrs</w:t>
      </w:r>
      <w:r w:rsidR="004A4993">
        <w:t xml:space="preserve">. </w:t>
      </w:r>
      <w:proofErr w:type="spellStart"/>
      <w:r w:rsidRPr="004C3E92">
        <w:t>Das</w:t>
      </w:r>
      <w:r w:rsidRPr="004C3E92">
        <w:t>h</w:t>
      </w:r>
      <w:r w:rsidRPr="004C3E92">
        <w:t>wood</w:t>
      </w:r>
      <w:proofErr w:type="spellEnd"/>
      <w:r w:rsidRPr="004C3E92">
        <w:t xml:space="preserve"> craignait de hasarder aucune remarque</w:t>
      </w:r>
      <w:r w:rsidR="004A4993">
        <w:t xml:space="preserve">, </w:t>
      </w:r>
      <w:r w:rsidRPr="004C3E92">
        <w:t>et n</w:t>
      </w:r>
      <w:r w:rsidR="004A4993">
        <w:t>’</w:t>
      </w:r>
      <w:r w:rsidRPr="004C3E92">
        <w:t>osait pas o</w:t>
      </w:r>
      <w:r w:rsidRPr="004C3E92">
        <w:t>f</w:t>
      </w:r>
      <w:r w:rsidRPr="004C3E92">
        <w:t>frir de consolations</w:t>
      </w:r>
      <w:r w:rsidR="004A4993">
        <w:t xml:space="preserve">. </w:t>
      </w:r>
      <w:r w:rsidRPr="004C3E92">
        <w:t>Elle découvrit à présent qu</w:t>
      </w:r>
      <w:r w:rsidR="004A4993">
        <w:t>’</w:t>
      </w:r>
      <w:r w:rsidRPr="004C3E92">
        <w:t>elle s</w:t>
      </w:r>
      <w:r w:rsidR="004A4993">
        <w:t>’</w:t>
      </w:r>
      <w:r w:rsidRPr="004C3E92">
        <w:t>était trompée en s</w:t>
      </w:r>
      <w:r w:rsidR="004A4993">
        <w:t>’</w:t>
      </w:r>
      <w:r w:rsidRPr="004C3E92">
        <w:t xml:space="preserve">en rapportant à la façon dont </w:t>
      </w:r>
      <w:proofErr w:type="spellStart"/>
      <w:r w:rsidRPr="004C3E92">
        <w:t>Elinor</w:t>
      </w:r>
      <w:proofErr w:type="spellEnd"/>
      <w:r w:rsidRPr="004C3E92">
        <w:t xml:space="preserve"> s</w:t>
      </w:r>
      <w:r w:rsidR="004A4993">
        <w:t>’</w:t>
      </w:r>
      <w:r w:rsidRPr="004C3E92">
        <w:t>était dépei</w:t>
      </w:r>
      <w:r w:rsidRPr="004C3E92">
        <w:t>n</w:t>
      </w:r>
      <w:r w:rsidRPr="004C3E92">
        <w:t>te elle-même</w:t>
      </w:r>
      <w:r w:rsidR="004A4993">
        <w:t xml:space="preserve"> ; </w:t>
      </w:r>
      <w:r w:rsidRPr="004C3E92">
        <w:t>et elle en conclut à juste titre que tout avait été expressément radouci à l</w:t>
      </w:r>
      <w:r w:rsidR="004A4993">
        <w:t>’</w:t>
      </w:r>
      <w:r w:rsidRPr="004C3E92">
        <w:t>époque</w:t>
      </w:r>
      <w:r w:rsidR="004A4993">
        <w:t xml:space="preserve">, </w:t>
      </w:r>
      <w:r w:rsidRPr="004C3E92">
        <w:t>afin de lui éviter un surcroît de chagrin</w:t>
      </w:r>
      <w:r w:rsidR="004A4993">
        <w:t xml:space="preserve">, </w:t>
      </w:r>
      <w:r w:rsidRPr="004C3E92">
        <w:t>alors qu</w:t>
      </w:r>
      <w:r w:rsidR="004A4993">
        <w:t>’</w:t>
      </w:r>
      <w:r w:rsidRPr="004C3E92">
        <w:t>elle souffrait à cause de Marianne</w:t>
      </w:r>
      <w:r w:rsidR="004A4993">
        <w:t xml:space="preserve">. </w:t>
      </w:r>
      <w:r w:rsidRPr="004C3E92">
        <w:t>Elle constata qu</w:t>
      </w:r>
      <w:r w:rsidR="004A4993">
        <w:t>’</w:t>
      </w:r>
      <w:r w:rsidRPr="004C3E92">
        <w:t>elle avait été induite en erreur par les soins attentifs et chargés d</w:t>
      </w:r>
      <w:r w:rsidR="004A4993">
        <w:t>’</w:t>
      </w:r>
      <w:r w:rsidRPr="004C3E92">
        <w:t>égards de sa fille</w:t>
      </w:r>
      <w:r w:rsidR="004A4993">
        <w:t xml:space="preserve">, </w:t>
      </w:r>
      <w:r w:rsidRPr="004C3E92">
        <w:t>au point d</w:t>
      </w:r>
      <w:r w:rsidR="004A4993">
        <w:t>’</w:t>
      </w:r>
      <w:r w:rsidRPr="004C3E92">
        <w:t>avoir cru que cette a</w:t>
      </w:r>
      <w:r w:rsidRPr="004C3E92">
        <w:t>f</w:t>
      </w:r>
      <w:r w:rsidRPr="004C3E92">
        <w:t>fection</w:t>
      </w:r>
      <w:r w:rsidR="004A4993">
        <w:t xml:space="preserve">, </w:t>
      </w:r>
      <w:r w:rsidRPr="004C3E92">
        <w:t>qu</w:t>
      </w:r>
      <w:r w:rsidR="004A4993">
        <w:t>’</w:t>
      </w:r>
      <w:r w:rsidRPr="004C3E92">
        <w:t>elle avait jadis si bien comprise</w:t>
      </w:r>
      <w:r w:rsidR="004A4993">
        <w:t xml:space="preserve">, </w:t>
      </w:r>
      <w:r w:rsidRPr="004C3E92">
        <w:t>était en réalité bea</w:t>
      </w:r>
      <w:r w:rsidRPr="004C3E92">
        <w:t>u</w:t>
      </w:r>
      <w:r w:rsidRPr="004C3E92">
        <w:t>coup plus légère qu</w:t>
      </w:r>
      <w:r w:rsidR="004A4993">
        <w:t>’</w:t>
      </w:r>
      <w:r w:rsidRPr="004C3E92">
        <w:t>elle n</w:t>
      </w:r>
      <w:r w:rsidR="004A4993">
        <w:t>’</w:t>
      </w:r>
      <w:r w:rsidRPr="004C3E92">
        <w:t>avait été portée à le penser</w:t>
      </w:r>
      <w:r w:rsidR="004A4993">
        <w:t xml:space="preserve">, </w:t>
      </w:r>
      <w:r w:rsidRPr="004C3E92">
        <w:t>ou qu</w:t>
      </w:r>
      <w:r w:rsidR="004A4993">
        <w:t>’</w:t>
      </w:r>
      <w:r w:rsidRPr="004C3E92">
        <w:t>elle ne se révélait l</w:t>
      </w:r>
      <w:r w:rsidR="004A4993">
        <w:t>’</w:t>
      </w:r>
      <w:r w:rsidRPr="004C3E92">
        <w:t>être à présent</w:t>
      </w:r>
      <w:r w:rsidR="004A4993">
        <w:t xml:space="preserve">. </w:t>
      </w:r>
      <w:r w:rsidRPr="004C3E92">
        <w:lastRenderedPageBreak/>
        <w:t>Elle craignit que</w:t>
      </w:r>
      <w:r w:rsidR="004A4993">
        <w:t xml:space="preserve">, </w:t>
      </w:r>
      <w:r w:rsidRPr="004C3E92">
        <w:t>dans cette conviction</w:t>
      </w:r>
      <w:r w:rsidR="004A4993">
        <w:t xml:space="preserve">, </w:t>
      </w:r>
      <w:r w:rsidRPr="004C3E92">
        <w:t>elle n</w:t>
      </w:r>
      <w:r w:rsidR="004A4993">
        <w:t>’</w:t>
      </w:r>
      <w:r w:rsidRPr="004C3E92">
        <w:t>eût été injuste</w:t>
      </w:r>
      <w:r w:rsidR="004A4993">
        <w:t xml:space="preserve">, </w:t>
      </w:r>
      <w:r w:rsidRPr="004C3E92">
        <w:t>chiche d</w:t>
      </w:r>
      <w:r w:rsidR="004A4993">
        <w:t>’</w:t>
      </w:r>
      <w:r w:rsidRPr="004C3E92">
        <w:t>égards</w:t>
      </w:r>
      <w:r w:rsidR="004A4993">
        <w:t xml:space="preserve">, – </w:t>
      </w:r>
      <w:r w:rsidRPr="004C3E92">
        <w:t>voire pre</w:t>
      </w:r>
      <w:r w:rsidRPr="004C3E92">
        <w:t>s</w:t>
      </w:r>
      <w:r w:rsidRPr="004C3E92">
        <w:t xml:space="preserve">que méchante envers son </w:t>
      </w:r>
      <w:proofErr w:type="spellStart"/>
      <w:r w:rsidRPr="004C3E92">
        <w:t>Elinor</w:t>
      </w:r>
      <w:proofErr w:type="spellEnd"/>
      <w:r w:rsidR="004A4993">
        <w:t xml:space="preserve">, – </w:t>
      </w:r>
      <w:r w:rsidRPr="004C3E92">
        <w:t>que la douleur de Marianne</w:t>
      </w:r>
      <w:r w:rsidR="004A4993">
        <w:t xml:space="preserve">, </w:t>
      </w:r>
      <w:r w:rsidRPr="004C3E92">
        <w:t>parce qu</w:t>
      </w:r>
      <w:r w:rsidR="004A4993">
        <w:t>’</w:t>
      </w:r>
      <w:r w:rsidRPr="004C3E92">
        <w:t>elle était plus avouée</w:t>
      </w:r>
      <w:r w:rsidR="004A4993">
        <w:t xml:space="preserve">, </w:t>
      </w:r>
      <w:r w:rsidRPr="004C3E92">
        <w:t>plus immédiatement établie d</w:t>
      </w:r>
      <w:r w:rsidRPr="004C3E92">
        <w:t>e</w:t>
      </w:r>
      <w:r w:rsidRPr="004C3E92">
        <w:t>vant ses yeux</w:t>
      </w:r>
      <w:r w:rsidR="004A4993">
        <w:t xml:space="preserve">, </w:t>
      </w:r>
      <w:r w:rsidRPr="004C3E92">
        <w:t>n</w:t>
      </w:r>
      <w:r w:rsidR="004A4993">
        <w:t>’</w:t>
      </w:r>
      <w:r w:rsidRPr="004C3E92">
        <w:t>eût trop accaparé sa tendresse</w:t>
      </w:r>
      <w:r w:rsidR="004A4993">
        <w:t xml:space="preserve">, </w:t>
      </w:r>
      <w:r w:rsidRPr="004C3E92">
        <w:t>et ne l</w:t>
      </w:r>
      <w:r w:rsidR="004A4993">
        <w:t>’</w:t>
      </w:r>
      <w:r w:rsidRPr="004C3E92">
        <w:t>eût am</w:t>
      </w:r>
      <w:r w:rsidRPr="004C3E92">
        <w:t>e</w:t>
      </w:r>
      <w:r w:rsidRPr="004C3E92">
        <w:t>née à oublier qu</w:t>
      </w:r>
      <w:r w:rsidR="004A4993">
        <w:t>’</w:t>
      </w:r>
      <w:r w:rsidRPr="004C3E92">
        <w:t xml:space="preserve">elle pût avoir en </w:t>
      </w:r>
      <w:proofErr w:type="spellStart"/>
      <w:r w:rsidRPr="004C3E92">
        <w:t>Elinor</w:t>
      </w:r>
      <w:proofErr w:type="spellEnd"/>
      <w:r w:rsidRPr="004C3E92">
        <w:t xml:space="preserve"> une fille qui souffrait presque autant</w:t>
      </w:r>
      <w:r w:rsidR="004A4993">
        <w:t xml:space="preserve">, </w:t>
      </w:r>
      <w:r w:rsidRPr="004C3E92">
        <w:t>et</w:t>
      </w:r>
      <w:r w:rsidR="004A4993">
        <w:t xml:space="preserve">, </w:t>
      </w:r>
      <w:r w:rsidRPr="004C3E92">
        <w:t>certainement avec moins de responsabilité personnelle et plus de force d</w:t>
      </w:r>
      <w:r w:rsidR="004A4993">
        <w:t>’</w:t>
      </w:r>
      <w:r w:rsidRPr="004C3E92">
        <w:t>âme</w:t>
      </w:r>
      <w:r w:rsidR="004A4993">
        <w:t>.</w:t>
      </w:r>
    </w:p>
    <w:p w14:paraId="759DDBBC" w14:textId="3CB46A11" w:rsidR="008C5C61" w:rsidRPr="004C3E92" w:rsidRDefault="008C5C61" w:rsidP="004A4993">
      <w:pPr>
        <w:pStyle w:val="Titre1"/>
      </w:pPr>
      <w:bookmarkStart w:id="47" w:name="_Toc196409832"/>
      <w:r w:rsidRPr="004C3E92">
        <w:lastRenderedPageBreak/>
        <w:t>CHAPITRE XLVIII</w:t>
      </w:r>
      <w:bookmarkEnd w:id="47"/>
      <w:r w:rsidRPr="004C3E92">
        <w:br/>
      </w:r>
    </w:p>
    <w:p w14:paraId="440A059C" w14:textId="77777777" w:rsidR="004A4993" w:rsidRDefault="008C5C61" w:rsidP="004A4993">
      <w:proofErr w:type="spellStart"/>
      <w:r w:rsidRPr="004C3E92">
        <w:t>Elinor</w:t>
      </w:r>
      <w:proofErr w:type="spellEnd"/>
      <w:r w:rsidRPr="004C3E92">
        <w:t xml:space="preserve"> éprouvait à présent la différence entre l</w:t>
      </w:r>
      <w:r w:rsidR="004A4993">
        <w:t>’</w:t>
      </w:r>
      <w:r w:rsidRPr="004C3E92">
        <w:t>attente d</w:t>
      </w:r>
      <w:r w:rsidR="004A4993">
        <w:t>’</w:t>
      </w:r>
      <w:r w:rsidRPr="004C3E92">
        <w:t>un événement désagréable</w:t>
      </w:r>
      <w:r w:rsidR="004A4993">
        <w:t xml:space="preserve">, </w:t>
      </w:r>
      <w:r w:rsidRPr="004C3E92">
        <w:t>quelle que fût la certitude avec laquelle il pût s</w:t>
      </w:r>
      <w:r w:rsidR="004A4993">
        <w:t>’</w:t>
      </w:r>
      <w:r w:rsidRPr="004C3E92">
        <w:t>imposer à l</w:t>
      </w:r>
      <w:r w:rsidR="004A4993">
        <w:t>’</w:t>
      </w:r>
      <w:r w:rsidRPr="004C3E92">
        <w:t>esprit</w:t>
      </w:r>
      <w:r w:rsidR="004A4993">
        <w:t xml:space="preserve">, </w:t>
      </w:r>
      <w:r w:rsidRPr="004C3E92">
        <w:t>et cette certitude elle-même</w:t>
      </w:r>
      <w:r w:rsidR="004A4993">
        <w:t xml:space="preserve">. </w:t>
      </w:r>
      <w:r w:rsidRPr="004C3E92">
        <w:t>Elle constata qu</w:t>
      </w:r>
      <w:r w:rsidR="004A4993">
        <w:t>’</w:t>
      </w:r>
      <w:r w:rsidRPr="004C3E92">
        <w:t>en dépit d</w:t>
      </w:r>
      <w:r w:rsidR="004A4993">
        <w:t>’</w:t>
      </w:r>
      <w:r w:rsidRPr="004C3E92">
        <w:t>elle-même</w:t>
      </w:r>
      <w:r w:rsidR="004A4993">
        <w:t xml:space="preserve">, </w:t>
      </w:r>
      <w:r w:rsidRPr="004C3E92">
        <w:t>elle s</w:t>
      </w:r>
      <w:r w:rsidR="004A4993">
        <w:t>’</w:t>
      </w:r>
      <w:r w:rsidRPr="004C3E92">
        <w:t>était toujours permis un espoir</w:t>
      </w:r>
      <w:r w:rsidR="004A4993">
        <w:t xml:space="preserve">, </w:t>
      </w:r>
      <w:r w:rsidRPr="004C3E92">
        <w:t>tant qu</w:t>
      </w:r>
      <w:r w:rsidR="004A4993">
        <w:t>’</w:t>
      </w:r>
      <w:r w:rsidRPr="004C3E92">
        <w:t>Edward restait célibataire</w:t>
      </w:r>
      <w:r w:rsidR="004A4993">
        <w:t xml:space="preserve">, </w:t>
      </w:r>
      <w:r w:rsidRPr="004C3E92">
        <w:t>qu</w:t>
      </w:r>
      <w:r w:rsidR="004A4993">
        <w:t>’</w:t>
      </w:r>
      <w:r w:rsidRPr="004C3E92">
        <w:t>il pût se présenter quelque chose qui l</w:t>
      </w:r>
      <w:r w:rsidR="004A4993">
        <w:t>’</w:t>
      </w:r>
      <w:r w:rsidRPr="004C3E92">
        <w:t>empêchât d</w:t>
      </w:r>
      <w:r w:rsidR="004A4993">
        <w:t>’</w:t>
      </w:r>
      <w:r w:rsidRPr="004C3E92">
        <w:t>épouser Lucy</w:t>
      </w:r>
      <w:r w:rsidR="004A4993">
        <w:t xml:space="preserve"> ; </w:t>
      </w:r>
      <w:r w:rsidRPr="004C3E92">
        <w:t>qu</w:t>
      </w:r>
      <w:r w:rsidR="004A4993">
        <w:t>’</w:t>
      </w:r>
      <w:r w:rsidRPr="004C3E92">
        <w:t>il se présent</w:t>
      </w:r>
      <w:r w:rsidRPr="004C3E92">
        <w:t>e</w:t>
      </w:r>
      <w:r w:rsidRPr="004C3E92">
        <w:t>rait chez lui quelque résolution</w:t>
      </w:r>
      <w:r w:rsidR="004A4993">
        <w:t xml:space="preserve">, </w:t>
      </w:r>
      <w:r w:rsidRPr="004C3E92">
        <w:t>quelque médiation chez des amis</w:t>
      </w:r>
      <w:r w:rsidR="004A4993">
        <w:t xml:space="preserve">, </w:t>
      </w:r>
      <w:r w:rsidRPr="004C3E92">
        <w:t>ou quelque occasion</w:t>
      </w:r>
      <w:r w:rsidR="004A4993">
        <w:t xml:space="preserve">, </w:t>
      </w:r>
      <w:r w:rsidRPr="004C3E92">
        <w:t>pour la dame</w:t>
      </w:r>
      <w:r w:rsidR="004A4993">
        <w:t xml:space="preserve">, </w:t>
      </w:r>
      <w:r w:rsidRPr="004C3E92">
        <w:t>de s</w:t>
      </w:r>
      <w:r w:rsidR="004A4993">
        <w:t>’</w:t>
      </w:r>
      <w:r w:rsidRPr="004C3E92">
        <w:t>établir plus ava</w:t>
      </w:r>
      <w:r w:rsidRPr="004C3E92">
        <w:t>n</w:t>
      </w:r>
      <w:r w:rsidRPr="004C3E92">
        <w:t>tageusement</w:t>
      </w:r>
      <w:r w:rsidR="004A4993">
        <w:t xml:space="preserve">, </w:t>
      </w:r>
      <w:r w:rsidRPr="004C3E92">
        <w:t>circonstances qui aideraient au bonheur de tous</w:t>
      </w:r>
      <w:r w:rsidR="004A4993">
        <w:t xml:space="preserve">. </w:t>
      </w:r>
      <w:r w:rsidRPr="004C3E92">
        <w:t>Mais il était marié</w:t>
      </w:r>
      <w:r w:rsidR="004A4993">
        <w:t xml:space="preserve">, </w:t>
      </w:r>
      <w:r w:rsidRPr="004C3E92">
        <w:t>maintenant</w:t>
      </w:r>
      <w:r w:rsidR="004A4993">
        <w:t xml:space="preserve">, </w:t>
      </w:r>
      <w:r w:rsidRPr="004C3E92">
        <w:t>et elle prononça une condamn</w:t>
      </w:r>
      <w:r w:rsidRPr="004C3E92">
        <w:t>a</w:t>
      </w:r>
      <w:r w:rsidRPr="004C3E92">
        <w:t>tion à l</w:t>
      </w:r>
      <w:r w:rsidR="004A4993">
        <w:t>’</w:t>
      </w:r>
      <w:r w:rsidRPr="004C3E92">
        <w:t>encontre de son cœur</w:t>
      </w:r>
      <w:r w:rsidR="004A4993">
        <w:t xml:space="preserve">, </w:t>
      </w:r>
      <w:r w:rsidRPr="004C3E92">
        <w:t>pour avoir toléré cette arrière-pensée flatteuse qui rehaussait d</w:t>
      </w:r>
      <w:r w:rsidR="004A4993">
        <w:t>’</w:t>
      </w:r>
      <w:r w:rsidRPr="004C3E92">
        <w:t>autant la douleur de la nouve</w:t>
      </w:r>
      <w:r w:rsidRPr="004C3E92">
        <w:t>l</w:t>
      </w:r>
      <w:r w:rsidRPr="004C3E92">
        <w:t>le</w:t>
      </w:r>
      <w:r w:rsidR="004A4993">
        <w:t>.</w:t>
      </w:r>
    </w:p>
    <w:p w14:paraId="61F08F3B" w14:textId="77777777" w:rsidR="004A4993" w:rsidRDefault="008C5C61" w:rsidP="004A4993">
      <w:r w:rsidRPr="004C3E92">
        <w:t>Qu</w:t>
      </w:r>
      <w:r w:rsidR="004A4993">
        <w:t>’</w:t>
      </w:r>
      <w:r w:rsidRPr="004C3E92">
        <w:t>il fût marié si promptement</w:t>
      </w:r>
      <w:r w:rsidR="004A4993">
        <w:t xml:space="preserve">, </w:t>
      </w:r>
      <w:r w:rsidRPr="004C3E92">
        <w:t>avant</w:t>
      </w:r>
      <w:r w:rsidR="004A4993">
        <w:t xml:space="preserve"> (</w:t>
      </w:r>
      <w:r w:rsidRPr="004C3E92">
        <w:t>s</w:t>
      </w:r>
      <w:r w:rsidR="004A4993">
        <w:t>’</w:t>
      </w:r>
      <w:r w:rsidRPr="004C3E92">
        <w:t>imagina-t-elle</w:t>
      </w:r>
      <w:r w:rsidR="004A4993">
        <w:t xml:space="preserve">) </w:t>
      </w:r>
      <w:r w:rsidRPr="004C3E92">
        <w:t>d</w:t>
      </w:r>
      <w:r w:rsidR="004A4993">
        <w:t>’</w:t>
      </w:r>
      <w:r w:rsidRPr="004C3E92">
        <w:t>avoir pu entrer dans les ordres</w:t>
      </w:r>
      <w:r w:rsidR="004A4993">
        <w:t xml:space="preserve">, </w:t>
      </w:r>
      <w:r w:rsidRPr="004C3E92">
        <w:t>et</w:t>
      </w:r>
      <w:r w:rsidR="004A4993">
        <w:t xml:space="preserve">, </w:t>
      </w:r>
      <w:r w:rsidRPr="004C3E92">
        <w:t>partant</w:t>
      </w:r>
      <w:r w:rsidR="004A4993">
        <w:t xml:space="preserve">, </w:t>
      </w:r>
      <w:r w:rsidRPr="004C3E92">
        <w:t>avant d</w:t>
      </w:r>
      <w:r w:rsidR="004A4993">
        <w:t>’</w:t>
      </w:r>
      <w:r w:rsidRPr="004C3E92">
        <w:t>avoir pu prendre possession du bénéfice</w:t>
      </w:r>
      <w:r w:rsidR="004A4993">
        <w:t xml:space="preserve">, – </w:t>
      </w:r>
      <w:r w:rsidRPr="004C3E92">
        <w:t>cela la surprit un peu</w:t>
      </w:r>
      <w:r w:rsidR="004A4993">
        <w:t xml:space="preserve">, </w:t>
      </w:r>
      <w:r w:rsidRPr="004C3E92">
        <w:t>tout d</w:t>
      </w:r>
      <w:r w:rsidR="004A4993">
        <w:t>’</w:t>
      </w:r>
      <w:r w:rsidRPr="004C3E92">
        <w:t>abord</w:t>
      </w:r>
      <w:r w:rsidR="004A4993">
        <w:t xml:space="preserve">. </w:t>
      </w:r>
      <w:r w:rsidRPr="004C3E92">
        <w:t>Mais elle se rendit bien vite compte que Lucy</w:t>
      </w:r>
      <w:r w:rsidR="004A4993">
        <w:t xml:space="preserve">, </w:t>
      </w:r>
      <w:r w:rsidRPr="004C3E92">
        <w:t>dans son empressement à pourvoir à ses propres fins</w:t>
      </w:r>
      <w:r w:rsidR="004A4993">
        <w:t xml:space="preserve">, </w:t>
      </w:r>
      <w:r w:rsidRPr="004C3E92">
        <w:t>dans sa hâte de s</w:t>
      </w:r>
      <w:r w:rsidR="004A4993">
        <w:t>’</w:t>
      </w:r>
      <w:r w:rsidRPr="004C3E92">
        <w:t>assurer de lui</w:t>
      </w:r>
      <w:r w:rsidR="004A4993">
        <w:t xml:space="preserve">, </w:t>
      </w:r>
      <w:r w:rsidRPr="004C3E92">
        <w:t>avait dû négliger toutes choses</w:t>
      </w:r>
      <w:r w:rsidR="004A4993">
        <w:t xml:space="preserve">, </w:t>
      </w:r>
      <w:r w:rsidRPr="004C3E92">
        <w:t>sauf le risque d</w:t>
      </w:r>
      <w:r w:rsidR="004A4993">
        <w:t>’</w:t>
      </w:r>
      <w:r w:rsidRPr="004C3E92">
        <w:t>un retard</w:t>
      </w:r>
      <w:r w:rsidR="004A4993">
        <w:t xml:space="preserve">. </w:t>
      </w:r>
      <w:r w:rsidRPr="004C3E92">
        <w:t>Ils étaient mariés</w:t>
      </w:r>
      <w:r w:rsidR="004A4993">
        <w:t xml:space="preserve">, </w:t>
      </w:r>
      <w:r w:rsidRPr="004C3E92">
        <w:t>mariés à Londres</w:t>
      </w:r>
      <w:r w:rsidR="004A4993">
        <w:t xml:space="preserve">, </w:t>
      </w:r>
      <w:r w:rsidRPr="004C3E92">
        <w:t>et accouraient à présent chez l</w:t>
      </w:r>
      <w:r w:rsidR="004A4993">
        <w:t>’</w:t>
      </w:r>
      <w:r w:rsidRPr="004C3E92">
        <w:t>oncle de Lucy</w:t>
      </w:r>
      <w:r w:rsidR="004A4993">
        <w:t xml:space="preserve">. </w:t>
      </w:r>
      <w:r w:rsidRPr="004C3E92">
        <w:t>Qu</w:t>
      </w:r>
      <w:r w:rsidR="004A4993">
        <w:t>’</w:t>
      </w:r>
      <w:r w:rsidRPr="004C3E92">
        <w:t>avait éprouvé Edward</w:t>
      </w:r>
      <w:r w:rsidR="004A4993">
        <w:t xml:space="preserve">, </w:t>
      </w:r>
      <w:r w:rsidRPr="004C3E92">
        <w:t>en se sachant à quatre milles de Barton</w:t>
      </w:r>
      <w:r w:rsidR="004A4993">
        <w:t xml:space="preserve">, </w:t>
      </w:r>
      <w:r w:rsidRPr="004C3E92">
        <w:t>en voyant le domestique de Mrs</w:t>
      </w:r>
      <w:r w:rsidR="004A4993">
        <w:t xml:space="preserve">. </w:t>
      </w:r>
      <w:proofErr w:type="spellStart"/>
      <w:r w:rsidRPr="004C3E92">
        <w:t>Dashwood</w:t>
      </w:r>
      <w:proofErr w:type="spellEnd"/>
      <w:r w:rsidR="004A4993">
        <w:t xml:space="preserve">, </w:t>
      </w:r>
      <w:r w:rsidRPr="004C3E92">
        <w:t>en entendant le message de Lucy</w:t>
      </w:r>
      <w:r w:rsidR="004A4993">
        <w:t> !</w:t>
      </w:r>
    </w:p>
    <w:p w14:paraId="5AFC9FBD" w14:textId="77777777" w:rsidR="004A4993" w:rsidRDefault="008C5C61" w:rsidP="004A4993">
      <w:r w:rsidRPr="004C3E92">
        <w:t>Bientôt</w:t>
      </w:r>
      <w:r w:rsidR="004A4993">
        <w:t xml:space="preserve">, </w:t>
      </w:r>
      <w:r w:rsidRPr="004C3E92">
        <w:t>supposait-elle</w:t>
      </w:r>
      <w:r w:rsidR="004A4993">
        <w:t xml:space="preserve">, </w:t>
      </w:r>
      <w:r w:rsidRPr="004C3E92">
        <w:t xml:space="preserve">ils seraient installés à </w:t>
      </w:r>
      <w:proofErr w:type="spellStart"/>
      <w:r w:rsidRPr="004C3E92">
        <w:t>Delaford</w:t>
      </w:r>
      <w:proofErr w:type="spellEnd"/>
      <w:r w:rsidR="004A4993">
        <w:t xml:space="preserve">, – </w:t>
      </w:r>
      <w:proofErr w:type="spellStart"/>
      <w:r w:rsidRPr="004C3E92">
        <w:t>Delaford</w:t>
      </w:r>
      <w:proofErr w:type="spellEnd"/>
      <w:r w:rsidR="004A4993">
        <w:t xml:space="preserve">, </w:t>
      </w:r>
      <w:r w:rsidRPr="004C3E92">
        <w:t>ce lieu auquel tant de choses conspiraient à l</w:t>
      </w:r>
      <w:r w:rsidR="004A4993">
        <w:t>’</w:t>
      </w:r>
      <w:r w:rsidRPr="004C3E92">
        <w:t>intéresser</w:t>
      </w:r>
      <w:r w:rsidR="004A4993">
        <w:t xml:space="preserve">, – </w:t>
      </w:r>
      <w:r w:rsidRPr="004C3E92">
        <w:t>qu</w:t>
      </w:r>
      <w:r w:rsidR="004A4993">
        <w:t>’</w:t>
      </w:r>
      <w:r w:rsidRPr="004C3E92">
        <w:t>elle désirait connaître</w:t>
      </w:r>
      <w:r w:rsidR="004A4993">
        <w:t xml:space="preserve">, </w:t>
      </w:r>
      <w:r w:rsidRPr="004C3E92">
        <w:t>et voulait pourtant év</w:t>
      </w:r>
      <w:r w:rsidRPr="004C3E92">
        <w:t>i</w:t>
      </w:r>
      <w:r w:rsidRPr="004C3E92">
        <w:t>ter</w:t>
      </w:r>
      <w:r w:rsidR="004A4993">
        <w:t xml:space="preserve">. </w:t>
      </w:r>
      <w:r w:rsidRPr="004C3E92">
        <w:t>Elle les vit</w:t>
      </w:r>
      <w:r w:rsidR="004A4993">
        <w:t xml:space="preserve">, </w:t>
      </w:r>
      <w:r w:rsidRPr="004C3E92">
        <w:t>au bout d</w:t>
      </w:r>
      <w:r w:rsidR="004A4993">
        <w:t>’</w:t>
      </w:r>
      <w:r w:rsidRPr="004C3E92">
        <w:t>un instant</w:t>
      </w:r>
      <w:r w:rsidR="004A4993">
        <w:t xml:space="preserve">, </w:t>
      </w:r>
      <w:r w:rsidRPr="004C3E92">
        <w:t>dans leur presbytère</w:t>
      </w:r>
      <w:r w:rsidR="004A4993">
        <w:t xml:space="preserve"> ; </w:t>
      </w:r>
      <w:r w:rsidRPr="004C3E92">
        <w:t xml:space="preserve">elle vit </w:t>
      </w:r>
      <w:r w:rsidRPr="004C3E92">
        <w:lastRenderedPageBreak/>
        <w:t>en Lucy la directrice active et adroite</w:t>
      </w:r>
      <w:r w:rsidR="004A4993">
        <w:t xml:space="preserve">, </w:t>
      </w:r>
      <w:r w:rsidRPr="004C3E92">
        <w:t>joignant à un désir d</w:t>
      </w:r>
      <w:r w:rsidR="004A4993">
        <w:t>’</w:t>
      </w:r>
      <w:r w:rsidRPr="004C3E92">
        <w:t>apparence coquette la frugalité la plus complète</w:t>
      </w:r>
      <w:r w:rsidR="004A4993">
        <w:t xml:space="preserve">, </w:t>
      </w:r>
      <w:r w:rsidRPr="004C3E92">
        <w:t>et rougissant qu</w:t>
      </w:r>
      <w:r w:rsidR="004A4993">
        <w:t>’</w:t>
      </w:r>
      <w:r w:rsidRPr="004C3E92">
        <w:t>on la soupçonnât de la moitié de ses pratiques d</w:t>
      </w:r>
      <w:r w:rsidR="004A4993">
        <w:t>’</w:t>
      </w:r>
      <w:r w:rsidRPr="004C3E92">
        <w:t>économie</w:t>
      </w:r>
      <w:r w:rsidR="004A4993">
        <w:t xml:space="preserve">, – </w:t>
      </w:r>
      <w:r w:rsidRPr="004C3E92">
        <w:t>recherchant son intérêt personnel dans chacune de ses pensées</w:t>
      </w:r>
      <w:r w:rsidR="004A4993">
        <w:t xml:space="preserve">, </w:t>
      </w:r>
      <w:r w:rsidRPr="004C3E92">
        <w:t>quémandant la faveur du colonel Brandon</w:t>
      </w:r>
      <w:r w:rsidR="004A4993">
        <w:t xml:space="preserve">, </w:t>
      </w:r>
      <w:r w:rsidRPr="004C3E92">
        <w:t>de Mrs</w:t>
      </w:r>
      <w:r w:rsidR="004A4993">
        <w:t xml:space="preserve">. </w:t>
      </w:r>
      <w:r w:rsidRPr="004C3E92">
        <w:t>Jennings</w:t>
      </w:r>
      <w:r w:rsidR="004A4993">
        <w:t xml:space="preserve">, </w:t>
      </w:r>
      <w:r w:rsidRPr="004C3E92">
        <w:t>et de tous ses amis riches</w:t>
      </w:r>
      <w:r w:rsidR="004A4993">
        <w:t xml:space="preserve">. </w:t>
      </w:r>
      <w:r w:rsidRPr="004C3E92">
        <w:t>Quant à Edward</w:t>
      </w:r>
      <w:r w:rsidR="004A4993">
        <w:t xml:space="preserve">, – </w:t>
      </w:r>
      <w:r w:rsidRPr="004C3E92">
        <w:t>elle ne savait pas ce qu</w:t>
      </w:r>
      <w:r w:rsidR="004A4993">
        <w:t>’</w:t>
      </w:r>
      <w:r w:rsidRPr="004C3E92">
        <w:t>elle voyait en lui</w:t>
      </w:r>
      <w:r w:rsidR="004A4993">
        <w:t xml:space="preserve">, </w:t>
      </w:r>
      <w:r w:rsidRPr="004C3E92">
        <w:t>ni ce qu</w:t>
      </w:r>
      <w:r w:rsidR="004A4993">
        <w:t>’</w:t>
      </w:r>
      <w:r w:rsidRPr="004C3E92">
        <w:t>elle désirait voir</w:t>
      </w:r>
      <w:r w:rsidR="004A4993">
        <w:t xml:space="preserve"> : </w:t>
      </w:r>
      <w:r w:rsidRPr="004C3E92">
        <w:t>heureux ou ma</w:t>
      </w:r>
      <w:r w:rsidRPr="004C3E92">
        <w:t>l</w:t>
      </w:r>
      <w:r w:rsidRPr="004C3E92">
        <w:t>heureux</w:t>
      </w:r>
      <w:r w:rsidR="004A4993">
        <w:t xml:space="preserve">, </w:t>
      </w:r>
      <w:r w:rsidRPr="004C3E92">
        <w:t>rien ne lui plaisait</w:t>
      </w:r>
      <w:r w:rsidR="004A4993">
        <w:t xml:space="preserve"> ; </w:t>
      </w:r>
      <w:r w:rsidRPr="004C3E92">
        <w:t>elle détourna la tête de toute e</w:t>
      </w:r>
      <w:r w:rsidRPr="004C3E92">
        <w:t>s</w:t>
      </w:r>
      <w:r w:rsidRPr="004C3E92">
        <w:t>quisse de lui</w:t>
      </w:r>
      <w:r w:rsidR="004A4993">
        <w:t>.</w:t>
      </w:r>
    </w:p>
    <w:p w14:paraId="2978463E" w14:textId="77777777" w:rsidR="004A4993" w:rsidRDefault="008C5C61" w:rsidP="004A4993">
      <w:proofErr w:type="spellStart"/>
      <w:r w:rsidRPr="004C3E92">
        <w:t>Elinor</w:t>
      </w:r>
      <w:proofErr w:type="spellEnd"/>
      <w:r w:rsidRPr="004C3E92">
        <w:t xml:space="preserve"> se flattait de ce que quelqu</w:t>
      </w:r>
      <w:r w:rsidR="004A4993">
        <w:t>’</w:t>
      </w:r>
      <w:r w:rsidRPr="004C3E92">
        <w:t>une de leurs relations</w:t>
      </w:r>
      <w:r w:rsidR="004A4993">
        <w:t xml:space="preserve">, </w:t>
      </w:r>
      <w:r w:rsidRPr="004C3E92">
        <w:t>à Londres</w:t>
      </w:r>
      <w:r w:rsidR="004A4993">
        <w:t xml:space="preserve">, </w:t>
      </w:r>
      <w:r w:rsidRPr="004C3E92">
        <w:t>leur écrirait pour annoncer l</w:t>
      </w:r>
      <w:r w:rsidR="004A4993">
        <w:t>’</w:t>
      </w:r>
      <w:r w:rsidRPr="004C3E92">
        <w:t>événement et leur donner des détails complémentaires</w:t>
      </w:r>
      <w:r w:rsidR="004A4993">
        <w:t xml:space="preserve"> ; </w:t>
      </w:r>
      <w:r w:rsidRPr="004C3E92">
        <w:t>mais les journées se succédèrent</w:t>
      </w:r>
      <w:r w:rsidR="004A4993">
        <w:t xml:space="preserve">, </w:t>
      </w:r>
      <w:r w:rsidRPr="004C3E92">
        <w:t>et n</w:t>
      </w:r>
      <w:r w:rsidR="004A4993">
        <w:t>’</w:t>
      </w:r>
      <w:r w:rsidRPr="004C3E92">
        <w:t>apportèrent aucune lettre</w:t>
      </w:r>
      <w:r w:rsidR="004A4993">
        <w:t xml:space="preserve">, </w:t>
      </w:r>
      <w:r w:rsidRPr="004C3E92">
        <w:t>aucune nouvelle</w:t>
      </w:r>
      <w:r w:rsidR="004A4993">
        <w:t xml:space="preserve">. </w:t>
      </w:r>
      <w:r w:rsidRPr="004C3E92">
        <w:t>Mais</w:t>
      </w:r>
      <w:r w:rsidR="004A4993">
        <w:t xml:space="preserve">, </w:t>
      </w:r>
      <w:r w:rsidRPr="004C3E92">
        <w:t>encore qu</w:t>
      </w:r>
      <w:r w:rsidR="004A4993">
        <w:t>’</w:t>
      </w:r>
      <w:r w:rsidRPr="004C3E92">
        <w:t>elle ne fût pas sûre que quelqu</w:t>
      </w:r>
      <w:r w:rsidR="004A4993">
        <w:t>’</w:t>
      </w:r>
      <w:r w:rsidRPr="004C3E92">
        <w:t>un méritât des reproches</w:t>
      </w:r>
      <w:r w:rsidR="004A4993">
        <w:t xml:space="preserve">, </w:t>
      </w:r>
      <w:r w:rsidRPr="004C3E92">
        <w:t>elle s</w:t>
      </w:r>
      <w:r w:rsidR="004A4993">
        <w:t>’</w:t>
      </w:r>
      <w:r w:rsidRPr="004C3E92">
        <w:t>en prit à chacun de ses amis absents</w:t>
      </w:r>
      <w:r w:rsidR="004A4993">
        <w:t xml:space="preserve">. </w:t>
      </w:r>
      <w:r w:rsidRPr="004C3E92">
        <w:t>Ils étaient tous légers ou indolents</w:t>
      </w:r>
      <w:r w:rsidR="004A4993">
        <w:t>.</w:t>
      </w:r>
    </w:p>
    <w:p w14:paraId="4C453D60" w14:textId="77777777" w:rsidR="004A4993" w:rsidRDefault="004A4993" w:rsidP="004A4993">
      <w:r>
        <w:t>— </w:t>
      </w:r>
      <w:r w:rsidR="008C5C61" w:rsidRPr="004C3E92">
        <w:t>Quand écrirez-vous au colonel Brandon</w:t>
      </w:r>
      <w:r>
        <w:t xml:space="preserve">, </w:t>
      </w:r>
      <w:r w:rsidR="008C5C61" w:rsidRPr="004C3E92">
        <w:t>madame</w:t>
      </w:r>
      <w:r>
        <w:t xml:space="preserve"> ? – </w:t>
      </w:r>
      <w:r w:rsidR="008C5C61" w:rsidRPr="004C3E92">
        <w:t>ce fut là une interrogation que suscita l</w:t>
      </w:r>
      <w:r>
        <w:t>’</w:t>
      </w:r>
      <w:r w:rsidR="008C5C61" w:rsidRPr="004C3E92">
        <w:t>impatience où était son e</w:t>
      </w:r>
      <w:r w:rsidR="008C5C61" w:rsidRPr="004C3E92">
        <w:t>s</w:t>
      </w:r>
      <w:r w:rsidR="008C5C61" w:rsidRPr="004C3E92">
        <w:t>prit</w:t>
      </w:r>
      <w:r>
        <w:t xml:space="preserve">, </w:t>
      </w:r>
      <w:r w:rsidR="008C5C61" w:rsidRPr="004C3E92">
        <w:t>de sentir qu</w:t>
      </w:r>
      <w:r>
        <w:t>’</w:t>
      </w:r>
      <w:r w:rsidR="008C5C61" w:rsidRPr="004C3E92">
        <w:t>il se passait quelque chose</w:t>
      </w:r>
      <w:r>
        <w:t>.</w:t>
      </w:r>
    </w:p>
    <w:p w14:paraId="04F5D127" w14:textId="77777777" w:rsidR="004A4993" w:rsidRDefault="004A4993" w:rsidP="004A4993">
      <w:r>
        <w:t>— </w:t>
      </w:r>
      <w:r w:rsidR="008C5C61" w:rsidRPr="004C3E92">
        <w:t>Je lui ai écrit la semaine dernière</w:t>
      </w:r>
      <w:r>
        <w:t xml:space="preserve">, </w:t>
      </w:r>
      <w:r w:rsidR="008C5C61" w:rsidRPr="004C3E92">
        <w:t>ma chérie</w:t>
      </w:r>
      <w:r>
        <w:t xml:space="preserve">, </w:t>
      </w:r>
      <w:r w:rsidR="008C5C61" w:rsidRPr="004C3E92">
        <w:t>et je m</w:t>
      </w:r>
      <w:r>
        <w:t>’</w:t>
      </w:r>
      <w:r w:rsidR="008C5C61" w:rsidRPr="004C3E92">
        <w:t>attends plutôt à le voir qu</w:t>
      </w:r>
      <w:r>
        <w:t>’</w:t>
      </w:r>
      <w:r w:rsidR="008C5C61" w:rsidRPr="004C3E92">
        <w:t>à recevoir une nouvelle lettre de lui</w:t>
      </w:r>
      <w:r>
        <w:t xml:space="preserve">. </w:t>
      </w:r>
      <w:r w:rsidR="008C5C61" w:rsidRPr="004C3E92">
        <w:t>J</w:t>
      </w:r>
      <w:r>
        <w:t>’</w:t>
      </w:r>
      <w:r w:rsidR="008C5C61" w:rsidRPr="004C3E92">
        <w:t>ai vivement insisté</w:t>
      </w:r>
      <w:r>
        <w:t xml:space="preserve">, </w:t>
      </w:r>
      <w:r w:rsidR="008C5C61" w:rsidRPr="004C3E92">
        <w:t>dans ma lettre</w:t>
      </w:r>
      <w:r>
        <w:t xml:space="preserve">, </w:t>
      </w:r>
      <w:r w:rsidR="008C5C61" w:rsidRPr="004C3E92">
        <w:t>pour qu</w:t>
      </w:r>
      <w:r>
        <w:t>’</w:t>
      </w:r>
      <w:r w:rsidR="008C5C61" w:rsidRPr="004C3E92">
        <w:t>il vienne nous voir</w:t>
      </w:r>
      <w:r>
        <w:t xml:space="preserve">, </w:t>
      </w:r>
      <w:r w:rsidR="008C5C61" w:rsidRPr="004C3E92">
        <w:t>et ne serais pas surprise de le voir entrer ici aujourd</w:t>
      </w:r>
      <w:r>
        <w:t>’</w:t>
      </w:r>
      <w:r w:rsidR="008C5C61" w:rsidRPr="004C3E92">
        <w:t>hui ou demain</w:t>
      </w:r>
      <w:r>
        <w:t xml:space="preserve">, </w:t>
      </w:r>
      <w:r w:rsidR="008C5C61" w:rsidRPr="004C3E92">
        <w:t>ou n</w:t>
      </w:r>
      <w:r>
        <w:t>’</w:t>
      </w:r>
      <w:r w:rsidR="008C5C61" w:rsidRPr="004C3E92">
        <w:t>importe quel jour</w:t>
      </w:r>
      <w:r>
        <w:t>.</w:t>
      </w:r>
    </w:p>
    <w:p w14:paraId="0133DF38" w14:textId="77777777" w:rsidR="004A4993" w:rsidRDefault="008C5C61" w:rsidP="004A4993">
      <w:r w:rsidRPr="004C3E92">
        <w:t>C</w:t>
      </w:r>
      <w:r w:rsidR="004A4993">
        <w:t>’</w:t>
      </w:r>
      <w:r w:rsidRPr="004C3E92">
        <w:t>était là un gain</w:t>
      </w:r>
      <w:r w:rsidR="004A4993">
        <w:t xml:space="preserve">, – </w:t>
      </w:r>
      <w:r w:rsidRPr="004C3E92">
        <w:t>c</w:t>
      </w:r>
      <w:r w:rsidR="004A4993">
        <w:t>’</w:t>
      </w:r>
      <w:r w:rsidRPr="004C3E92">
        <w:t>était du moins quelque chose à atte</w:t>
      </w:r>
      <w:r w:rsidRPr="004C3E92">
        <w:t>n</w:t>
      </w:r>
      <w:r w:rsidRPr="004C3E92">
        <w:t>dre</w:t>
      </w:r>
      <w:r w:rsidR="004A4993">
        <w:t xml:space="preserve">. </w:t>
      </w:r>
      <w:r w:rsidRPr="004C3E92">
        <w:t>Le colonel Brandon devait avoir des renseignements à do</w:t>
      </w:r>
      <w:r w:rsidRPr="004C3E92">
        <w:t>n</w:t>
      </w:r>
      <w:r w:rsidRPr="004C3E92">
        <w:t>ner</w:t>
      </w:r>
      <w:r w:rsidR="004A4993">
        <w:t>.</w:t>
      </w:r>
    </w:p>
    <w:p w14:paraId="5D14407A" w14:textId="65657B30" w:rsidR="004A4993" w:rsidRDefault="008C5C61" w:rsidP="004A4993">
      <w:r w:rsidRPr="004C3E92">
        <w:t>À peine avait-elle déterminé qu</w:t>
      </w:r>
      <w:r w:rsidR="004A4993">
        <w:t>’</w:t>
      </w:r>
      <w:r w:rsidRPr="004C3E92">
        <w:t>il en était bien ainsi</w:t>
      </w:r>
      <w:r w:rsidR="004A4993">
        <w:t xml:space="preserve">, </w:t>
      </w:r>
      <w:r w:rsidRPr="004C3E92">
        <w:t>que la silhouette d</w:t>
      </w:r>
      <w:r w:rsidR="004A4993">
        <w:t>’</w:t>
      </w:r>
      <w:r w:rsidRPr="004C3E92">
        <w:t>un homme à cheval attira ses yeux vers la fenêtre</w:t>
      </w:r>
      <w:r w:rsidR="004A4993">
        <w:t xml:space="preserve">. </w:t>
      </w:r>
      <w:r w:rsidRPr="004C3E92">
        <w:t>Il s</w:t>
      </w:r>
      <w:r w:rsidR="004A4993">
        <w:t>’</w:t>
      </w:r>
      <w:r w:rsidRPr="004C3E92">
        <w:t>arrêta devant leur portillon</w:t>
      </w:r>
      <w:r w:rsidR="004A4993">
        <w:t xml:space="preserve">. </w:t>
      </w:r>
      <w:r w:rsidRPr="004C3E92">
        <w:t>C</w:t>
      </w:r>
      <w:r w:rsidR="004A4993">
        <w:t>’</w:t>
      </w:r>
      <w:r w:rsidRPr="004C3E92">
        <w:t>était un gentleman</w:t>
      </w:r>
      <w:r w:rsidR="004A4993">
        <w:t xml:space="preserve"> ; </w:t>
      </w:r>
      <w:r w:rsidRPr="004C3E92">
        <w:lastRenderedPageBreak/>
        <w:t>c</w:t>
      </w:r>
      <w:r w:rsidR="004A4993">
        <w:t>’</w:t>
      </w:r>
      <w:r w:rsidRPr="004C3E92">
        <w:t>était le colonel Brandon lui-même</w:t>
      </w:r>
      <w:r w:rsidR="004A4993">
        <w:t xml:space="preserve">. </w:t>
      </w:r>
      <w:r w:rsidRPr="004C3E92">
        <w:t>Elle allait</w:t>
      </w:r>
      <w:r w:rsidR="004A4993">
        <w:t xml:space="preserve">, </w:t>
      </w:r>
      <w:r w:rsidRPr="004C3E92">
        <w:t>à présent</w:t>
      </w:r>
      <w:r w:rsidR="004A4993">
        <w:t xml:space="preserve">, </w:t>
      </w:r>
      <w:r w:rsidRPr="004C3E92">
        <w:t>en apprendre plus long</w:t>
      </w:r>
      <w:r w:rsidR="004A4993">
        <w:t xml:space="preserve">, – </w:t>
      </w:r>
      <w:r w:rsidRPr="004C3E92">
        <w:t>et elle trembla dans cette attente</w:t>
      </w:r>
      <w:r w:rsidR="004A4993">
        <w:t xml:space="preserve">. </w:t>
      </w:r>
      <w:r w:rsidRPr="004C3E92">
        <w:t>Mais ce n</w:t>
      </w:r>
      <w:r w:rsidR="004A4993">
        <w:t>’</w:t>
      </w:r>
      <w:r w:rsidRPr="004C3E92">
        <w:t>était pas le colonel Brandon</w:t>
      </w:r>
      <w:r w:rsidR="004A4993">
        <w:t xml:space="preserve">, – </w:t>
      </w:r>
      <w:r w:rsidRPr="004C3E92">
        <w:t>cet homme n</w:t>
      </w:r>
      <w:r w:rsidR="004A4993">
        <w:t>’</w:t>
      </w:r>
      <w:r w:rsidRPr="004C3E92">
        <w:t>avait ni son air</w:t>
      </w:r>
      <w:r w:rsidR="004A4993">
        <w:t xml:space="preserve">, </w:t>
      </w:r>
      <w:r w:rsidRPr="004C3E92">
        <w:t>ni sa taille</w:t>
      </w:r>
      <w:r w:rsidR="004A4993">
        <w:t xml:space="preserve">. </w:t>
      </w:r>
      <w:r w:rsidRPr="004C3E92">
        <w:t>Si ç</w:t>
      </w:r>
      <w:r w:rsidR="004A4993">
        <w:t>’</w:t>
      </w:r>
      <w:r w:rsidRPr="004C3E92">
        <w:t>avait été possible</w:t>
      </w:r>
      <w:r w:rsidR="004A4993">
        <w:t xml:space="preserve">, </w:t>
      </w:r>
      <w:r w:rsidRPr="004C3E92">
        <w:t>elle eût cru que ce devait être E</w:t>
      </w:r>
      <w:r w:rsidRPr="004C3E92">
        <w:t>d</w:t>
      </w:r>
      <w:r w:rsidRPr="004C3E92">
        <w:t>ward</w:t>
      </w:r>
      <w:r w:rsidR="004A4993">
        <w:t xml:space="preserve">. </w:t>
      </w:r>
      <w:r w:rsidRPr="004C3E92">
        <w:t>Elle regarda à nouveau</w:t>
      </w:r>
      <w:r w:rsidR="004A4993">
        <w:t xml:space="preserve">. </w:t>
      </w:r>
      <w:r w:rsidRPr="004C3E92">
        <w:t>Il venait de mettre pied à terre</w:t>
      </w:r>
      <w:r w:rsidR="004A4993">
        <w:t xml:space="preserve">, – </w:t>
      </w:r>
      <w:r w:rsidRPr="004C3E92">
        <w:t>elle ne pouvait pas s</w:t>
      </w:r>
      <w:r w:rsidR="004A4993">
        <w:t>’</w:t>
      </w:r>
      <w:r w:rsidRPr="004C3E92">
        <w:t>y tromper</w:t>
      </w:r>
      <w:r w:rsidR="004A4993">
        <w:t xml:space="preserve">, – </w:t>
      </w:r>
      <w:r w:rsidRPr="004C3E92">
        <w:t>c</w:t>
      </w:r>
      <w:r w:rsidR="004A4993">
        <w:t>’</w:t>
      </w:r>
      <w:r w:rsidRPr="004C3E92">
        <w:t>était effectivement Edward</w:t>
      </w:r>
      <w:r w:rsidR="004A4993">
        <w:t xml:space="preserve">. </w:t>
      </w:r>
      <w:r w:rsidRPr="004C3E92">
        <w:t>Elle s</w:t>
      </w:r>
      <w:r w:rsidR="004A4993">
        <w:t>’</w:t>
      </w:r>
      <w:r w:rsidRPr="004C3E92">
        <w:t>éloigna de la fenêtre</w:t>
      </w:r>
      <w:r w:rsidR="004A4993">
        <w:t xml:space="preserve">, </w:t>
      </w:r>
      <w:r w:rsidRPr="004C3E92">
        <w:t>et s</w:t>
      </w:r>
      <w:r w:rsidR="004A4993">
        <w:t>’</w:t>
      </w:r>
      <w:r w:rsidRPr="004C3E92">
        <w:t>assit</w:t>
      </w:r>
      <w:r w:rsidR="004A4993">
        <w:t>. « </w:t>
      </w:r>
      <w:r w:rsidRPr="004C3E92">
        <w:t>Il vient de chez Mr</w:t>
      </w:r>
      <w:r w:rsidR="004A4993">
        <w:t xml:space="preserve">. </w:t>
      </w:r>
      <w:r w:rsidRPr="004C3E92">
        <w:t>Pratt</w:t>
      </w:r>
      <w:r w:rsidR="004A4993">
        <w:t xml:space="preserve">, </w:t>
      </w:r>
      <w:r w:rsidRPr="004C3E92">
        <w:t>tout exprès pour nous voir</w:t>
      </w:r>
      <w:r w:rsidR="004A4993">
        <w:t xml:space="preserve">. </w:t>
      </w:r>
      <w:r w:rsidRPr="004C3E92">
        <w:t xml:space="preserve">Je </w:t>
      </w:r>
      <w:r w:rsidRPr="004C3E92">
        <w:rPr>
          <w:i/>
          <w:iCs/>
        </w:rPr>
        <w:t>veux</w:t>
      </w:r>
      <w:r w:rsidRPr="004C3E92">
        <w:t xml:space="preserve"> être calme</w:t>
      </w:r>
      <w:r w:rsidR="004A4993">
        <w:t xml:space="preserve"> ; </w:t>
      </w:r>
      <w:r w:rsidRPr="004C3E92">
        <w:t xml:space="preserve">je </w:t>
      </w:r>
      <w:r w:rsidRPr="004C3E92">
        <w:rPr>
          <w:i/>
          <w:iCs/>
        </w:rPr>
        <w:t>veux</w:t>
      </w:r>
      <w:r w:rsidRPr="004C3E92">
        <w:t xml:space="preserve"> être maîtresse de moi</w:t>
      </w:r>
      <w:r w:rsidR="004A4993">
        <w:t>. »</w:t>
      </w:r>
    </w:p>
    <w:p w14:paraId="338B25B8" w14:textId="77777777" w:rsidR="004A4993" w:rsidRDefault="008C5C61" w:rsidP="004A4993">
      <w:r w:rsidRPr="004C3E92">
        <w:t>Au bout d</w:t>
      </w:r>
      <w:r w:rsidR="004A4993">
        <w:t>’</w:t>
      </w:r>
      <w:r w:rsidRPr="004C3E92">
        <w:t>un instant</w:t>
      </w:r>
      <w:r w:rsidR="004A4993">
        <w:t xml:space="preserve">, </w:t>
      </w:r>
      <w:r w:rsidRPr="004C3E92">
        <w:t>elle se rendit compte que les autres avaient également perçu leur erreur</w:t>
      </w:r>
      <w:r w:rsidR="004A4993">
        <w:t xml:space="preserve">. </w:t>
      </w:r>
      <w:r w:rsidRPr="004C3E92">
        <w:t>Elle vit sa mère et Maria</w:t>
      </w:r>
      <w:r w:rsidRPr="004C3E92">
        <w:t>n</w:t>
      </w:r>
      <w:r w:rsidRPr="004C3E92">
        <w:t>ne qui changeaient de teint</w:t>
      </w:r>
      <w:r w:rsidR="004A4993">
        <w:t xml:space="preserve"> ; </w:t>
      </w:r>
      <w:r w:rsidRPr="004C3E92">
        <w:t>elle les vit qui la regardaient</w:t>
      </w:r>
      <w:r w:rsidR="004A4993">
        <w:t xml:space="preserve">, </w:t>
      </w:r>
      <w:r w:rsidRPr="004C3E92">
        <w:t>et qui se murmuraient l</w:t>
      </w:r>
      <w:r w:rsidR="004A4993">
        <w:t>’</w:t>
      </w:r>
      <w:r w:rsidRPr="004C3E92">
        <w:t>une à l</w:t>
      </w:r>
      <w:r w:rsidR="004A4993">
        <w:t>’</w:t>
      </w:r>
      <w:r w:rsidRPr="004C3E92">
        <w:t>autre quelques phrases</w:t>
      </w:r>
      <w:r w:rsidR="004A4993">
        <w:t xml:space="preserve">. </w:t>
      </w:r>
      <w:r w:rsidRPr="004C3E92">
        <w:t>Elle eût donné tout au monde pour pouvoir parler</w:t>
      </w:r>
      <w:r w:rsidR="004A4993">
        <w:t xml:space="preserve">, – </w:t>
      </w:r>
      <w:r w:rsidRPr="004C3E92">
        <w:t>et pour leur faire co</w:t>
      </w:r>
      <w:r w:rsidRPr="004C3E92">
        <w:t>m</w:t>
      </w:r>
      <w:r w:rsidRPr="004C3E92">
        <w:t>prendre qu</w:t>
      </w:r>
      <w:r w:rsidR="004A4993">
        <w:t>’</w:t>
      </w:r>
      <w:r w:rsidRPr="004C3E92">
        <w:t>elle espérait que nulle froideur</w:t>
      </w:r>
      <w:r w:rsidR="004A4993">
        <w:t xml:space="preserve">, </w:t>
      </w:r>
      <w:r w:rsidRPr="004C3E92">
        <w:t>nul affront</w:t>
      </w:r>
      <w:r w:rsidR="004A4993">
        <w:t xml:space="preserve">, </w:t>
      </w:r>
      <w:r w:rsidRPr="004C3E92">
        <w:t>n</w:t>
      </w:r>
      <w:r w:rsidR="004A4993">
        <w:t>’</w:t>
      </w:r>
      <w:r w:rsidRPr="004C3E92">
        <w:t>apparaîtrait dans leur attitude envers lui</w:t>
      </w:r>
      <w:r w:rsidR="004A4993">
        <w:t xml:space="preserve"> ; </w:t>
      </w:r>
      <w:r w:rsidRPr="004C3E92">
        <w:t>mais elle était pr</w:t>
      </w:r>
      <w:r w:rsidRPr="004C3E92">
        <w:t>i</w:t>
      </w:r>
      <w:r w:rsidRPr="004C3E92">
        <w:t>vée de l</w:t>
      </w:r>
      <w:r w:rsidR="004A4993">
        <w:t>’</w:t>
      </w:r>
      <w:r w:rsidRPr="004C3E92">
        <w:t>usage de la parole</w:t>
      </w:r>
      <w:r w:rsidR="004A4993">
        <w:t xml:space="preserve">, </w:t>
      </w:r>
      <w:r w:rsidRPr="004C3E92">
        <w:t>et fut obligée de tout laisser à leur discrétion</w:t>
      </w:r>
      <w:r w:rsidR="004A4993">
        <w:t>.</w:t>
      </w:r>
    </w:p>
    <w:p w14:paraId="455880CA" w14:textId="77777777" w:rsidR="004A4993" w:rsidRDefault="008C5C61" w:rsidP="004A4993">
      <w:r w:rsidRPr="004C3E92">
        <w:t>Pas une syllabe ne fut échangée à haute voix</w:t>
      </w:r>
      <w:r w:rsidR="004A4993">
        <w:t xml:space="preserve">. </w:t>
      </w:r>
      <w:r w:rsidRPr="004C3E92">
        <w:t>Elles attend</w:t>
      </w:r>
      <w:r w:rsidRPr="004C3E92">
        <w:t>i</w:t>
      </w:r>
      <w:r w:rsidRPr="004C3E92">
        <w:t>rent toutes en silence l</w:t>
      </w:r>
      <w:r w:rsidR="004A4993">
        <w:t>’</w:t>
      </w:r>
      <w:r w:rsidRPr="004C3E92">
        <w:t>apparition de leur visiteur</w:t>
      </w:r>
      <w:r w:rsidR="004A4993">
        <w:t xml:space="preserve">. </w:t>
      </w:r>
      <w:r w:rsidRPr="004C3E92">
        <w:t>On entendit le bruit de ses pas sur le sentier de gravier</w:t>
      </w:r>
      <w:r w:rsidR="004A4993">
        <w:t xml:space="preserve"> ; </w:t>
      </w:r>
      <w:r w:rsidRPr="004C3E92">
        <w:t>au bout d</w:t>
      </w:r>
      <w:r w:rsidR="004A4993">
        <w:t>’</w:t>
      </w:r>
      <w:r w:rsidRPr="004C3E92">
        <w:t>un in</w:t>
      </w:r>
      <w:r w:rsidRPr="004C3E92">
        <w:t>s</w:t>
      </w:r>
      <w:r w:rsidRPr="004C3E92">
        <w:t>tant</w:t>
      </w:r>
      <w:r w:rsidR="004A4993">
        <w:t xml:space="preserve">, </w:t>
      </w:r>
      <w:r w:rsidRPr="004C3E92">
        <w:t>il fut dans le couloir</w:t>
      </w:r>
      <w:r w:rsidR="004A4993">
        <w:t xml:space="preserve">, – </w:t>
      </w:r>
      <w:r w:rsidRPr="004C3E92">
        <w:t>un instant de plus</w:t>
      </w:r>
      <w:r w:rsidR="004A4993">
        <w:t xml:space="preserve">, </w:t>
      </w:r>
      <w:r w:rsidRPr="004C3E92">
        <w:t>et il fut devant eux</w:t>
      </w:r>
      <w:r w:rsidR="004A4993">
        <w:t>.</w:t>
      </w:r>
    </w:p>
    <w:p w14:paraId="2BB1C439" w14:textId="77777777" w:rsidR="004A4993" w:rsidRDefault="008C5C61" w:rsidP="004A4993">
      <w:r w:rsidRPr="004C3E92">
        <w:t>Son visage</w:t>
      </w:r>
      <w:r w:rsidR="004A4993">
        <w:t xml:space="preserve">, </w:t>
      </w:r>
      <w:r w:rsidRPr="004C3E92">
        <w:t>au moment où il entra dans la pièce</w:t>
      </w:r>
      <w:r w:rsidR="004A4993">
        <w:t xml:space="preserve">, </w:t>
      </w:r>
      <w:r w:rsidRPr="004C3E92">
        <w:t>ne resp</w:t>
      </w:r>
      <w:r w:rsidRPr="004C3E92">
        <w:t>i</w:t>
      </w:r>
      <w:r w:rsidRPr="004C3E92">
        <w:t>rait pas un bonheur excessif</w:t>
      </w:r>
      <w:r w:rsidR="004A4993">
        <w:t xml:space="preserve">, </w:t>
      </w:r>
      <w:r w:rsidRPr="004C3E92">
        <w:t>même aux yeux d</w:t>
      </w:r>
      <w:r w:rsidR="004A4993">
        <w:t>’</w:t>
      </w:r>
      <w:proofErr w:type="spellStart"/>
      <w:r w:rsidRPr="004C3E92">
        <w:t>Elinor</w:t>
      </w:r>
      <w:proofErr w:type="spellEnd"/>
      <w:r w:rsidR="004A4993">
        <w:t xml:space="preserve">. </w:t>
      </w:r>
      <w:r w:rsidRPr="004C3E92">
        <w:t>Son teint était pâle d</w:t>
      </w:r>
      <w:r w:rsidR="004A4993">
        <w:t>’</w:t>
      </w:r>
      <w:r w:rsidRPr="004C3E92">
        <w:t>agitation</w:t>
      </w:r>
      <w:r w:rsidR="004A4993">
        <w:t xml:space="preserve">, </w:t>
      </w:r>
      <w:r w:rsidRPr="004C3E92">
        <w:t>et il semblait redouter la réception qui l</w:t>
      </w:r>
      <w:r w:rsidR="004A4993">
        <w:t>’</w:t>
      </w:r>
      <w:r w:rsidRPr="004C3E92">
        <w:t>attendait</w:t>
      </w:r>
      <w:r w:rsidR="004A4993">
        <w:t xml:space="preserve">, </w:t>
      </w:r>
      <w:r w:rsidRPr="004C3E92">
        <w:t>et avoir conscience qu</w:t>
      </w:r>
      <w:r w:rsidR="004A4993">
        <w:t>’</w:t>
      </w:r>
      <w:r w:rsidRPr="004C3E92">
        <w:t>il n</w:t>
      </w:r>
      <w:r w:rsidR="004A4993">
        <w:t>’</w:t>
      </w:r>
      <w:r w:rsidRPr="004C3E92">
        <w:t>en méritait point d</w:t>
      </w:r>
      <w:r w:rsidR="004A4993">
        <w:t>’</w:t>
      </w:r>
      <w:r w:rsidRPr="004C3E92">
        <w:t>aimable</w:t>
      </w:r>
      <w:r w:rsidR="004A4993">
        <w:t xml:space="preserve">. </w:t>
      </w:r>
      <w:r w:rsidRPr="004C3E92">
        <w:t>Mrs</w:t>
      </w:r>
      <w:r w:rsidR="004A4993">
        <w:t xml:space="preserve">. </w:t>
      </w:r>
      <w:proofErr w:type="spellStart"/>
      <w:r w:rsidRPr="004C3E92">
        <w:t>Dashwood</w:t>
      </w:r>
      <w:proofErr w:type="spellEnd"/>
      <w:r w:rsidR="004A4993">
        <w:t xml:space="preserve">, </w:t>
      </w:r>
      <w:r w:rsidRPr="004C3E92">
        <w:t>cependant</w:t>
      </w:r>
      <w:r w:rsidR="004A4993">
        <w:t xml:space="preserve">, </w:t>
      </w:r>
      <w:r w:rsidRPr="004C3E92">
        <w:t>se conformant</w:t>
      </w:r>
      <w:r w:rsidR="004A4993">
        <w:t xml:space="preserve">, </w:t>
      </w:r>
      <w:r w:rsidRPr="004C3E92">
        <w:t>espérait-elle</w:t>
      </w:r>
      <w:r w:rsidR="004A4993">
        <w:t xml:space="preserve">, </w:t>
      </w:r>
      <w:r w:rsidRPr="004C3E92">
        <w:t>aux désirs de cette fille par laquelle elle avait alors l</w:t>
      </w:r>
      <w:r w:rsidR="004A4993">
        <w:t>’</w:t>
      </w:r>
      <w:r w:rsidRPr="004C3E92">
        <w:t>intention</w:t>
      </w:r>
      <w:r w:rsidR="004A4993">
        <w:t xml:space="preserve">, </w:t>
      </w:r>
      <w:r w:rsidRPr="004C3E92">
        <w:t>dans l</w:t>
      </w:r>
      <w:r w:rsidR="004A4993">
        <w:t>’</w:t>
      </w:r>
      <w:r w:rsidRPr="004C3E92">
        <w:t>ardeur de son cœur</w:t>
      </w:r>
      <w:r w:rsidR="004A4993">
        <w:t xml:space="preserve">, </w:t>
      </w:r>
      <w:r w:rsidRPr="004C3E92">
        <w:t xml:space="preserve">de se laisser guider en </w:t>
      </w:r>
      <w:r w:rsidRPr="004C3E92">
        <w:lastRenderedPageBreak/>
        <w:t>toute chose</w:t>
      </w:r>
      <w:r w:rsidR="004A4993">
        <w:t xml:space="preserve">, </w:t>
      </w:r>
      <w:r w:rsidRPr="004C3E92">
        <w:t>l</w:t>
      </w:r>
      <w:r w:rsidR="004A4993">
        <w:t>’</w:t>
      </w:r>
      <w:r w:rsidRPr="004C3E92">
        <w:t>accueillit d</w:t>
      </w:r>
      <w:r w:rsidR="004A4993">
        <w:t>’</w:t>
      </w:r>
      <w:r w:rsidRPr="004C3E92">
        <w:t>un air de satisfaction forcée</w:t>
      </w:r>
      <w:r w:rsidR="004A4993">
        <w:t xml:space="preserve">, </w:t>
      </w:r>
      <w:r w:rsidRPr="004C3E92">
        <w:t>lui donna la main</w:t>
      </w:r>
      <w:r w:rsidR="004A4993">
        <w:t xml:space="preserve">, </w:t>
      </w:r>
      <w:r w:rsidRPr="004C3E92">
        <w:t>et lui souhaita de la joie</w:t>
      </w:r>
      <w:r w:rsidR="004A4993">
        <w:t>.</w:t>
      </w:r>
    </w:p>
    <w:p w14:paraId="63BEAA4B" w14:textId="77777777" w:rsidR="004A4993" w:rsidRDefault="008C5C61" w:rsidP="004A4993">
      <w:r w:rsidRPr="004C3E92">
        <w:t>Il rougit</w:t>
      </w:r>
      <w:r w:rsidR="004A4993">
        <w:t xml:space="preserve">, </w:t>
      </w:r>
      <w:r w:rsidRPr="004C3E92">
        <w:t>et bégaya une réponse inintelligible</w:t>
      </w:r>
      <w:r w:rsidR="004A4993">
        <w:t xml:space="preserve">. </w:t>
      </w:r>
      <w:r w:rsidRPr="004C3E92">
        <w:t>Les lèvres d</w:t>
      </w:r>
      <w:r w:rsidR="004A4993">
        <w:t>’</w:t>
      </w:r>
      <w:proofErr w:type="spellStart"/>
      <w:r w:rsidRPr="004C3E92">
        <w:t>Elinor</w:t>
      </w:r>
      <w:proofErr w:type="spellEnd"/>
      <w:r w:rsidRPr="004C3E92">
        <w:t xml:space="preserve"> avaient remué avec celles de sa mère</w:t>
      </w:r>
      <w:r w:rsidR="004A4993">
        <w:t xml:space="preserve">, </w:t>
      </w:r>
      <w:r w:rsidRPr="004C3E92">
        <w:t>et quand le m</w:t>
      </w:r>
      <w:r w:rsidRPr="004C3E92">
        <w:t>o</w:t>
      </w:r>
      <w:r w:rsidRPr="004C3E92">
        <w:t>ment de l</w:t>
      </w:r>
      <w:r w:rsidR="004A4993">
        <w:t>’</w:t>
      </w:r>
      <w:r w:rsidRPr="004C3E92">
        <w:t>action fut passé</w:t>
      </w:r>
      <w:r w:rsidR="004A4993">
        <w:t xml:space="preserve">, </w:t>
      </w:r>
      <w:r w:rsidRPr="004C3E92">
        <w:t>elle regretta de ne pas lui avoir serré la main</w:t>
      </w:r>
      <w:r w:rsidR="004A4993">
        <w:t xml:space="preserve">, </w:t>
      </w:r>
      <w:r w:rsidRPr="004C3E92">
        <w:t>elle aussi</w:t>
      </w:r>
      <w:r w:rsidR="004A4993">
        <w:t xml:space="preserve">. </w:t>
      </w:r>
      <w:r w:rsidRPr="004C3E92">
        <w:t>Mais il était trop tard</w:t>
      </w:r>
      <w:r w:rsidR="004A4993">
        <w:t xml:space="preserve">, </w:t>
      </w:r>
      <w:r w:rsidRPr="004C3E92">
        <w:t>et</w:t>
      </w:r>
      <w:r w:rsidR="004A4993">
        <w:t xml:space="preserve">, </w:t>
      </w:r>
      <w:r w:rsidRPr="004C3E92">
        <w:t>avec un visage qui voulait être franc</w:t>
      </w:r>
      <w:r w:rsidR="004A4993">
        <w:t xml:space="preserve">, </w:t>
      </w:r>
      <w:r w:rsidRPr="004C3E92">
        <w:t>elle se rassit et parla du temps qu</w:t>
      </w:r>
      <w:r w:rsidR="004A4993">
        <w:t>’</w:t>
      </w:r>
      <w:r w:rsidRPr="004C3E92">
        <w:t>il faisait</w:t>
      </w:r>
      <w:r w:rsidR="004A4993">
        <w:t>.</w:t>
      </w:r>
    </w:p>
    <w:p w14:paraId="727B1B20" w14:textId="77777777" w:rsidR="004A4993" w:rsidRDefault="008C5C61" w:rsidP="004A4993">
      <w:r w:rsidRPr="004C3E92">
        <w:t>Marianne avait battu en retraite autant que possible</w:t>
      </w:r>
      <w:r w:rsidR="004A4993">
        <w:t xml:space="preserve">, </w:t>
      </w:r>
      <w:r w:rsidRPr="004C3E92">
        <w:t>pour ne pas être vue</w:t>
      </w:r>
      <w:r w:rsidR="004A4993">
        <w:t xml:space="preserve">, </w:t>
      </w:r>
      <w:r w:rsidRPr="004C3E92">
        <w:t>et dissimuler sa détresse</w:t>
      </w:r>
      <w:r w:rsidR="004A4993">
        <w:t xml:space="preserve"> ; </w:t>
      </w:r>
      <w:r w:rsidRPr="004C3E92">
        <w:t>et Margaret</w:t>
      </w:r>
      <w:r w:rsidR="004A4993">
        <w:t xml:space="preserve">, </w:t>
      </w:r>
      <w:r w:rsidRPr="004C3E92">
        <w:t>se re</w:t>
      </w:r>
      <w:r w:rsidRPr="004C3E92">
        <w:t>n</w:t>
      </w:r>
      <w:r w:rsidRPr="004C3E92">
        <w:t>dant compte d</w:t>
      </w:r>
      <w:r w:rsidR="004A4993">
        <w:t>’</w:t>
      </w:r>
      <w:r w:rsidRPr="004C3E92">
        <w:t>une partie de l</w:t>
      </w:r>
      <w:r w:rsidR="004A4993">
        <w:t>’</w:t>
      </w:r>
      <w:r w:rsidRPr="004C3E92">
        <w:t>affaire</w:t>
      </w:r>
      <w:r w:rsidR="004A4993">
        <w:t xml:space="preserve">, </w:t>
      </w:r>
      <w:r w:rsidRPr="004C3E92">
        <w:t>mais non de sa totalité</w:t>
      </w:r>
      <w:r w:rsidR="004A4993">
        <w:t xml:space="preserve">, </w:t>
      </w:r>
      <w:r w:rsidRPr="004C3E92">
        <w:t>e</w:t>
      </w:r>
      <w:r w:rsidRPr="004C3E92">
        <w:t>s</w:t>
      </w:r>
      <w:r w:rsidRPr="004C3E92">
        <w:t>tima qu</w:t>
      </w:r>
      <w:r w:rsidR="004A4993">
        <w:t>’</w:t>
      </w:r>
      <w:r w:rsidRPr="004C3E92">
        <w:t>il lui incombait de prendre une attitude digne</w:t>
      </w:r>
      <w:r w:rsidR="004A4993">
        <w:t xml:space="preserve">, </w:t>
      </w:r>
      <w:r w:rsidRPr="004C3E92">
        <w:t>et s</w:t>
      </w:r>
      <w:r w:rsidR="004A4993">
        <w:t>’</w:t>
      </w:r>
      <w:r w:rsidRPr="004C3E92">
        <w:t>assit donc aussi loin de lui qu</w:t>
      </w:r>
      <w:r w:rsidR="004A4993">
        <w:t>’</w:t>
      </w:r>
      <w:r w:rsidRPr="004C3E92">
        <w:t>elle le put</w:t>
      </w:r>
      <w:r w:rsidR="004A4993">
        <w:t xml:space="preserve">, </w:t>
      </w:r>
      <w:r w:rsidRPr="004C3E92">
        <w:t>et garda strictement le sile</w:t>
      </w:r>
      <w:r w:rsidRPr="004C3E92">
        <w:t>n</w:t>
      </w:r>
      <w:r w:rsidRPr="004C3E92">
        <w:t>ce</w:t>
      </w:r>
      <w:r w:rsidR="004A4993">
        <w:t>.</w:t>
      </w:r>
    </w:p>
    <w:p w14:paraId="7C20AE01" w14:textId="77777777" w:rsidR="004A4993" w:rsidRDefault="008C5C61" w:rsidP="004A4993">
      <w:r w:rsidRPr="004C3E92">
        <w:t xml:space="preserve">Quand </w:t>
      </w:r>
      <w:proofErr w:type="spellStart"/>
      <w:r w:rsidRPr="004C3E92">
        <w:t>Elinor</w:t>
      </w:r>
      <w:proofErr w:type="spellEnd"/>
      <w:r w:rsidRPr="004C3E92">
        <w:t xml:space="preserve"> eut cessé de se réjouir de la sécheresse de la saison</w:t>
      </w:r>
      <w:r w:rsidR="004A4993">
        <w:t xml:space="preserve">, </w:t>
      </w:r>
      <w:r w:rsidRPr="004C3E92">
        <w:t>il se produisit un silence fort embarrassant</w:t>
      </w:r>
      <w:r w:rsidR="004A4993">
        <w:t xml:space="preserve">. </w:t>
      </w:r>
      <w:r w:rsidRPr="004C3E92">
        <w:t>Il y fut mis fin par Mrs</w:t>
      </w:r>
      <w:r w:rsidR="004A4993">
        <w:t xml:space="preserve">. </w:t>
      </w:r>
      <w:proofErr w:type="spellStart"/>
      <w:r w:rsidRPr="004C3E92">
        <w:t>Dashwood</w:t>
      </w:r>
      <w:proofErr w:type="spellEnd"/>
      <w:r w:rsidR="004A4993">
        <w:t xml:space="preserve">, </w:t>
      </w:r>
      <w:r w:rsidRPr="004C3E92">
        <w:t>qui se sentit obligée de dire qu</w:t>
      </w:r>
      <w:r w:rsidR="004A4993">
        <w:t>’</w:t>
      </w:r>
      <w:r w:rsidRPr="004C3E92">
        <w:t>elle e</w:t>
      </w:r>
      <w:r w:rsidRPr="004C3E92">
        <w:t>s</w:t>
      </w:r>
      <w:r w:rsidRPr="004C3E92">
        <w:t>pérait qu</w:t>
      </w:r>
      <w:r w:rsidR="004A4993">
        <w:t>’</w:t>
      </w:r>
      <w:r w:rsidRPr="004C3E92">
        <w:t>il avait laissé Mrs</w:t>
      </w:r>
      <w:r w:rsidR="004A4993">
        <w:t xml:space="preserve">. </w:t>
      </w:r>
      <w:proofErr w:type="spellStart"/>
      <w:r w:rsidRPr="004C3E92">
        <w:t>Ferrars</w:t>
      </w:r>
      <w:proofErr w:type="spellEnd"/>
      <w:r w:rsidRPr="004C3E92">
        <w:t xml:space="preserve"> en bonne santé</w:t>
      </w:r>
      <w:r w:rsidR="004A4993">
        <w:t xml:space="preserve">. </w:t>
      </w:r>
      <w:r w:rsidRPr="004C3E92">
        <w:t>Il répondit hâtivement par l</w:t>
      </w:r>
      <w:r w:rsidR="004A4993">
        <w:t>’</w:t>
      </w:r>
      <w:r w:rsidRPr="004C3E92">
        <w:t>affirmative</w:t>
      </w:r>
      <w:r w:rsidR="004A4993">
        <w:t>.</w:t>
      </w:r>
    </w:p>
    <w:p w14:paraId="4B4CF12E" w14:textId="77777777" w:rsidR="004A4993" w:rsidRDefault="008C5C61" w:rsidP="004A4993">
      <w:r w:rsidRPr="004C3E92">
        <w:t>Nouveau silence</w:t>
      </w:r>
      <w:r w:rsidR="004A4993">
        <w:t>.</w:t>
      </w:r>
    </w:p>
    <w:p w14:paraId="1CBB47AE" w14:textId="77777777" w:rsidR="004A4993" w:rsidRDefault="008C5C61" w:rsidP="004A4993">
      <w:proofErr w:type="spellStart"/>
      <w:r w:rsidRPr="004C3E92">
        <w:t>Elinor</w:t>
      </w:r>
      <w:proofErr w:type="spellEnd"/>
      <w:r w:rsidR="004A4993">
        <w:t xml:space="preserve">, </w:t>
      </w:r>
      <w:r w:rsidRPr="004C3E92">
        <w:t xml:space="preserve">se décidant à </w:t>
      </w:r>
      <w:proofErr w:type="gramStart"/>
      <w:r w:rsidRPr="004C3E92">
        <w:t>faire</w:t>
      </w:r>
      <w:proofErr w:type="gramEnd"/>
      <w:r w:rsidRPr="004C3E92">
        <w:t xml:space="preserve"> un effort</w:t>
      </w:r>
      <w:r w:rsidR="004A4993">
        <w:t xml:space="preserve">, </w:t>
      </w:r>
      <w:r w:rsidRPr="004C3E92">
        <w:t>bien qu</w:t>
      </w:r>
      <w:r w:rsidR="004A4993">
        <w:t>’</w:t>
      </w:r>
      <w:r w:rsidRPr="004C3E92">
        <w:t>elle redoutât le son de sa propre voix</w:t>
      </w:r>
      <w:r w:rsidR="004A4993">
        <w:t xml:space="preserve">, </w:t>
      </w:r>
      <w:r w:rsidRPr="004C3E92">
        <w:t>dit alors</w:t>
      </w:r>
      <w:r w:rsidR="004A4993">
        <w:t> :</w:t>
      </w:r>
    </w:p>
    <w:p w14:paraId="07F99D60" w14:textId="77777777" w:rsidR="004A4993" w:rsidRDefault="004A4993" w:rsidP="004A4993">
      <w:r>
        <w:t>— </w:t>
      </w:r>
      <w:r w:rsidR="008C5C61" w:rsidRPr="004C3E92">
        <w:t>Mrs</w:t>
      </w:r>
      <w:r>
        <w:t xml:space="preserve">. </w:t>
      </w:r>
      <w:proofErr w:type="spellStart"/>
      <w:r w:rsidR="008C5C61" w:rsidRPr="004C3E92">
        <w:t>Ferrars</w:t>
      </w:r>
      <w:proofErr w:type="spellEnd"/>
      <w:r w:rsidR="008C5C61" w:rsidRPr="004C3E92">
        <w:t xml:space="preserve"> est-elle à </w:t>
      </w:r>
      <w:proofErr w:type="spellStart"/>
      <w:r w:rsidR="008C5C61" w:rsidRPr="004C3E92">
        <w:t>Longstaple</w:t>
      </w:r>
      <w:proofErr w:type="spellEnd"/>
      <w:r>
        <w:t> ?</w:t>
      </w:r>
    </w:p>
    <w:p w14:paraId="2A4B1826" w14:textId="77777777" w:rsidR="004A4993" w:rsidRDefault="004A4993" w:rsidP="004A4993">
      <w:r>
        <w:t>— </w:t>
      </w:r>
      <w:r w:rsidR="008C5C61" w:rsidRPr="004C3E92">
        <w:t xml:space="preserve">À </w:t>
      </w:r>
      <w:proofErr w:type="spellStart"/>
      <w:r w:rsidR="008C5C61" w:rsidRPr="004C3E92">
        <w:t>Longstaple</w:t>
      </w:r>
      <w:proofErr w:type="spellEnd"/>
      <w:r>
        <w:t xml:space="preserve"> ! </w:t>
      </w:r>
      <w:r w:rsidR="008C5C61" w:rsidRPr="004C3E92">
        <w:t>répondit-il d</w:t>
      </w:r>
      <w:r>
        <w:t>’</w:t>
      </w:r>
      <w:r w:rsidR="008C5C61" w:rsidRPr="004C3E92">
        <w:t>un air de surprise</w:t>
      </w:r>
      <w:r>
        <w:t xml:space="preserve">. </w:t>
      </w:r>
      <w:r w:rsidR="008C5C61" w:rsidRPr="004C3E92">
        <w:t>Non</w:t>
      </w:r>
      <w:r>
        <w:t xml:space="preserve">, </w:t>
      </w:r>
      <w:r w:rsidR="008C5C61" w:rsidRPr="004C3E92">
        <w:t>ma mère est à Londres</w:t>
      </w:r>
      <w:r>
        <w:t>.</w:t>
      </w:r>
    </w:p>
    <w:p w14:paraId="3F6E3FE6" w14:textId="77777777" w:rsidR="004A4993" w:rsidRDefault="004A4993" w:rsidP="004A4993">
      <w:r>
        <w:t>— </w:t>
      </w:r>
      <w:r w:rsidR="008C5C61" w:rsidRPr="004C3E92">
        <w:t>Je voulais</w:t>
      </w:r>
      <w:r>
        <w:t xml:space="preserve">, </w:t>
      </w:r>
      <w:r w:rsidR="008C5C61" w:rsidRPr="004C3E92">
        <w:t xml:space="preserve">dit </w:t>
      </w:r>
      <w:proofErr w:type="spellStart"/>
      <w:r w:rsidR="008C5C61" w:rsidRPr="004C3E92">
        <w:t>Elinor</w:t>
      </w:r>
      <w:proofErr w:type="spellEnd"/>
      <w:r>
        <w:t xml:space="preserve">, </w:t>
      </w:r>
      <w:r w:rsidR="008C5C61" w:rsidRPr="004C3E92">
        <w:t>prenant un ouvrage sur la table</w:t>
      </w:r>
      <w:r>
        <w:t xml:space="preserve">, </w:t>
      </w:r>
      <w:r w:rsidR="008C5C61" w:rsidRPr="004C3E92">
        <w:t>m</w:t>
      </w:r>
      <w:r>
        <w:t>’</w:t>
      </w:r>
      <w:r w:rsidR="008C5C61" w:rsidRPr="004C3E92">
        <w:t>informer au sujet de Mrs</w:t>
      </w:r>
      <w:r>
        <w:t xml:space="preserve">. </w:t>
      </w:r>
      <w:r w:rsidR="008C5C61" w:rsidRPr="004C3E92">
        <w:rPr>
          <w:i/>
          <w:iCs/>
        </w:rPr>
        <w:t>Edward</w:t>
      </w:r>
      <w:r w:rsidR="008C5C61" w:rsidRPr="004C3E92">
        <w:t xml:space="preserve"> </w:t>
      </w:r>
      <w:proofErr w:type="spellStart"/>
      <w:r w:rsidR="008C5C61" w:rsidRPr="004C3E92">
        <w:t>Ferrars</w:t>
      </w:r>
      <w:proofErr w:type="spellEnd"/>
      <w:r>
        <w:t>.</w:t>
      </w:r>
    </w:p>
    <w:p w14:paraId="32DB0A15" w14:textId="77777777" w:rsidR="004A4993" w:rsidRDefault="008C5C61" w:rsidP="004A4993">
      <w:r w:rsidRPr="004C3E92">
        <w:lastRenderedPageBreak/>
        <w:t>Elle n</w:t>
      </w:r>
      <w:r w:rsidR="004A4993">
        <w:t>’</w:t>
      </w:r>
      <w:r w:rsidRPr="004C3E92">
        <w:t>osa pas lever les yeux</w:t>
      </w:r>
      <w:r w:rsidR="004A4993">
        <w:t xml:space="preserve"> ; </w:t>
      </w:r>
      <w:r w:rsidRPr="004C3E92">
        <w:t>mais sa mère et Marianne d</w:t>
      </w:r>
      <w:r w:rsidRPr="004C3E92">
        <w:t>i</w:t>
      </w:r>
      <w:r w:rsidRPr="004C3E92">
        <w:t>rigèrent l</w:t>
      </w:r>
      <w:r w:rsidR="004A4993">
        <w:t>’</w:t>
      </w:r>
      <w:r w:rsidRPr="004C3E92">
        <w:t>une et l</w:t>
      </w:r>
      <w:r w:rsidR="004A4993">
        <w:t>’</w:t>
      </w:r>
      <w:r w:rsidRPr="004C3E92">
        <w:t>autre les yeux sur lui</w:t>
      </w:r>
      <w:r w:rsidR="004A4993">
        <w:t xml:space="preserve">. </w:t>
      </w:r>
      <w:r w:rsidRPr="004C3E92">
        <w:t>Il rougit</w:t>
      </w:r>
      <w:r w:rsidR="004A4993">
        <w:t xml:space="preserve">, </w:t>
      </w:r>
      <w:r w:rsidRPr="004C3E92">
        <w:t>parut emba</w:t>
      </w:r>
      <w:r w:rsidRPr="004C3E92">
        <w:t>r</w:t>
      </w:r>
      <w:r w:rsidRPr="004C3E92">
        <w:t>rassé</w:t>
      </w:r>
      <w:r w:rsidR="004A4993">
        <w:t xml:space="preserve">, </w:t>
      </w:r>
      <w:r w:rsidRPr="004C3E92">
        <w:t>les regarda d</w:t>
      </w:r>
      <w:r w:rsidR="004A4993">
        <w:t>’</w:t>
      </w:r>
      <w:r w:rsidRPr="004C3E92">
        <w:t>un air de doute</w:t>
      </w:r>
      <w:r w:rsidR="004A4993">
        <w:t xml:space="preserve">, </w:t>
      </w:r>
      <w:r w:rsidRPr="004C3E92">
        <w:t>et</w:t>
      </w:r>
      <w:r w:rsidR="004A4993">
        <w:t xml:space="preserve">, </w:t>
      </w:r>
      <w:r w:rsidRPr="004C3E92">
        <w:t>après une certaine hés</w:t>
      </w:r>
      <w:r w:rsidRPr="004C3E92">
        <w:t>i</w:t>
      </w:r>
      <w:r w:rsidRPr="004C3E92">
        <w:t>tation</w:t>
      </w:r>
      <w:r w:rsidR="004A4993">
        <w:t xml:space="preserve">, </w:t>
      </w:r>
      <w:r w:rsidRPr="004C3E92">
        <w:t>dit</w:t>
      </w:r>
      <w:r w:rsidR="004A4993">
        <w:t> :</w:t>
      </w:r>
    </w:p>
    <w:p w14:paraId="68733DCB" w14:textId="77777777" w:rsidR="004A4993" w:rsidRDefault="004A4993" w:rsidP="004A4993">
      <w:r>
        <w:t>— </w:t>
      </w:r>
      <w:r w:rsidR="008C5C61" w:rsidRPr="004C3E92">
        <w:t>Peut-être voulez-vous dire</w:t>
      </w:r>
      <w:r>
        <w:t xml:space="preserve">… </w:t>
      </w:r>
      <w:r w:rsidR="008C5C61" w:rsidRPr="004C3E92">
        <w:t>mon frère</w:t>
      </w:r>
      <w:r>
        <w:t xml:space="preserve">… </w:t>
      </w:r>
      <w:r w:rsidR="008C5C61" w:rsidRPr="004C3E92">
        <w:t>vous voulez pa</w:t>
      </w:r>
      <w:r w:rsidR="008C5C61" w:rsidRPr="004C3E92">
        <w:t>r</w:t>
      </w:r>
      <w:r w:rsidR="008C5C61" w:rsidRPr="004C3E92">
        <w:t>ler de Mrs</w:t>
      </w:r>
      <w:r>
        <w:t xml:space="preserve">… </w:t>
      </w:r>
      <w:r w:rsidR="008C5C61" w:rsidRPr="004C3E92">
        <w:t>de Mrs</w:t>
      </w:r>
      <w:r>
        <w:t xml:space="preserve">. </w:t>
      </w:r>
      <w:r w:rsidR="008C5C61" w:rsidRPr="004C3E92">
        <w:rPr>
          <w:i/>
          <w:iCs/>
        </w:rPr>
        <w:t>Robert</w:t>
      </w:r>
      <w:r w:rsidR="008C5C61" w:rsidRPr="004C3E92">
        <w:t xml:space="preserve"> </w:t>
      </w:r>
      <w:proofErr w:type="spellStart"/>
      <w:r w:rsidR="008C5C61" w:rsidRPr="004C3E92">
        <w:t>Ferrars</w:t>
      </w:r>
      <w:proofErr w:type="spellEnd"/>
      <w:r>
        <w:t>.</w:t>
      </w:r>
    </w:p>
    <w:p w14:paraId="00D0D455" w14:textId="77777777" w:rsidR="004A4993" w:rsidRDefault="004A4993" w:rsidP="004A4993">
      <w:r>
        <w:t>— </w:t>
      </w:r>
      <w:r w:rsidR="008C5C61" w:rsidRPr="004C3E92">
        <w:t>Mrs</w:t>
      </w:r>
      <w:r>
        <w:t xml:space="preserve">. </w:t>
      </w:r>
      <w:r w:rsidR="008C5C61" w:rsidRPr="004C3E92">
        <w:t xml:space="preserve">Robert </w:t>
      </w:r>
      <w:proofErr w:type="spellStart"/>
      <w:r w:rsidR="008C5C61" w:rsidRPr="004C3E92">
        <w:t>Ferrars</w:t>
      </w:r>
      <w:proofErr w:type="spellEnd"/>
      <w:r>
        <w:t xml:space="preserve"> ! </w:t>
      </w:r>
      <w:r w:rsidR="008C5C61" w:rsidRPr="004C3E92">
        <w:t>Le nom fut répété par Marianne et par sa mère</w:t>
      </w:r>
      <w:r>
        <w:t xml:space="preserve">, </w:t>
      </w:r>
      <w:r w:rsidR="008C5C61" w:rsidRPr="004C3E92">
        <w:t>d</w:t>
      </w:r>
      <w:r>
        <w:t>’</w:t>
      </w:r>
      <w:r w:rsidR="008C5C61" w:rsidRPr="004C3E92">
        <w:t>un accent qui trahissait la plus grande stupéfa</w:t>
      </w:r>
      <w:r w:rsidR="008C5C61" w:rsidRPr="004C3E92">
        <w:t>c</w:t>
      </w:r>
      <w:r w:rsidR="008C5C61" w:rsidRPr="004C3E92">
        <w:t>tion</w:t>
      </w:r>
      <w:r>
        <w:t xml:space="preserve"> ; </w:t>
      </w:r>
      <w:r w:rsidR="008C5C61" w:rsidRPr="004C3E92">
        <w:t>et bien qu</w:t>
      </w:r>
      <w:r>
        <w:t>’</w:t>
      </w:r>
      <w:proofErr w:type="spellStart"/>
      <w:r w:rsidR="008C5C61" w:rsidRPr="004C3E92">
        <w:t>Elinor</w:t>
      </w:r>
      <w:proofErr w:type="spellEnd"/>
      <w:r w:rsidR="008C5C61" w:rsidRPr="004C3E92">
        <w:t xml:space="preserve"> fût incapable de parler</w:t>
      </w:r>
      <w:r>
        <w:t xml:space="preserve">, </w:t>
      </w:r>
      <w:r w:rsidR="008C5C61" w:rsidRPr="004C3E92">
        <w:t>ses yeux</w:t>
      </w:r>
      <w:r>
        <w:t xml:space="preserve">, </w:t>
      </w:r>
      <w:r w:rsidR="008C5C61" w:rsidRPr="004C3E92">
        <w:t>eux aussi</w:t>
      </w:r>
      <w:r>
        <w:t xml:space="preserve">, </w:t>
      </w:r>
      <w:r w:rsidR="008C5C61" w:rsidRPr="004C3E92">
        <w:t>se fixèrent sur lui avec le même étonnement impatient</w:t>
      </w:r>
      <w:r>
        <w:t xml:space="preserve">. </w:t>
      </w:r>
      <w:r w:rsidR="008C5C61" w:rsidRPr="004C3E92">
        <w:t>Il se leva de son siège</w:t>
      </w:r>
      <w:r>
        <w:t xml:space="preserve">, </w:t>
      </w:r>
      <w:r w:rsidR="008C5C61" w:rsidRPr="004C3E92">
        <w:t>et alla à la fenêtre</w:t>
      </w:r>
      <w:r>
        <w:t xml:space="preserve">, </w:t>
      </w:r>
      <w:r w:rsidR="008C5C61" w:rsidRPr="004C3E92">
        <w:t>ne sachant appare</w:t>
      </w:r>
      <w:r w:rsidR="008C5C61" w:rsidRPr="004C3E92">
        <w:t>m</w:t>
      </w:r>
      <w:r w:rsidR="008C5C61" w:rsidRPr="004C3E92">
        <w:t>ment que faire</w:t>
      </w:r>
      <w:r>
        <w:t xml:space="preserve"> ; </w:t>
      </w:r>
      <w:r w:rsidR="008C5C61" w:rsidRPr="004C3E92">
        <w:t>il prit une paire de ciseaux qui étaient là</w:t>
      </w:r>
      <w:r>
        <w:t xml:space="preserve">, </w:t>
      </w:r>
      <w:r w:rsidR="008C5C61" w:rsidRPr="004C3E92">
        <w:t>et</w:t>
      </w:r>
      <w:r>
        <w:t xml:space="preserve">, </w:t>
      </w:r>
      <w:r w:rsidR="008C5C61" w:rsidRPr="004C3E92">
        <w:t>tout en les détériorant</w:t>
      </w:r>
      <w:r>
        <w:t xml:space="preserve">, </w:t>
      </w:r>
      <w:r w:rsidR="008C5C61" w:rsidRPr="004C3E92">
        <w:t>eux et leur étui</w:t>
      </w:r>
      <w:r>
        <w:t xml:space="preserve">, </w:t>
      </w:r>
      <w:r w:rsidR="008C5C61" w:rsidRPr="004C3E92">
        <w:t>en coupaillant ce dernier pendant qu</w:t>
      </w:r>
      <w:r>
        <w:t>’</w:t>
      </w:r>
      <w:r w:rsidR="008C5C61" w:rsidRPr="004C3E92">
        <w:t>il parlait</w:t>
      </w:r>
      <w:r>
        <w:t xml:space="preserve">, </w:t>
      </w:r>
      <w:r w:rsidR="008C5C61" w:rsidRPr="004C3E92">
        <w:t>il dit</w:t>
      </w:r>
      <w:r>
        <w:t xml:space="preserve">, </w:t>
      </w:r>
      <w:r w:rsidR="008C5C61" w:rsidRPr="004C3E92">
        <w:t>d</w:t>
      </w:r>
      <w:r>
        <w:t>’</w:t>
      </w:r>
      <w:r w:rsidR="008C5C61" w:rsidRPr="004C3E92">
        <w:t>une voix pressée</w:t>
      </w:r>
      <w:r>
        <w:t> :</w:t>
      </w:r>
    </w:p>
    <w:p w14:paraId="338A1A3A" w14:textId="77777777" w:rsidR="004A4993" w:rsidRDefault="004A4993" w:rsidP="004A4993">
      <w:r>
        <w:t>— </w:t>
      </w:r>
      <w:r w:rsidR="008C5C61" w:rsidRPr="004C3E92">
        <w:t>Peut-être ne savez-vous pas</w:t>
      </w:r>
      <w:r>
        <w:t xml:space="preserve"> – </w:t>
      </w:r>
      <w:r w:rsidR="008C5C61" w:rsidRPr="004C3E92">
        <w:t>il se peut que n</w:t>
      </w:r>
      <w:r>
        <w:t>’</w:t>
      </w:r>
      <w:r w:rsidR="008C5C61" w:rsidRPr="004C3E92">
        <w:t>ayez pas appris</w:t>
      </w:r>
      <w:r>
        <w:t xml:space="preserve">… </w:t>
      </w:r>
      <w:r w:rsidR="008C5C61" w:rsidRPr="004C3E92">
        <w:t>que mon frère a épousé récemment la</w:t>
      </w:r>
      <w:r>
        <w:t xml:space="preserve"> – </w:t>
      </w:r>
      <w:r w:rsidR="008C5C61" w:rsidRPr="004C3E92">
        <w:t>la cadette</w:t>
      </w:r>
      <w:r>
        <w:t xml:space="preserve"> – </w:t>
      </w:r>
      <w:r w:rsidR="008C5C61" w:rsidRPr="004C3E92">
        <w:t>Miss Lucy Steele</w:t>
      </w:r>
      <w:r>
        <w:t>.</w:t>
      </w:r>
    </w:p>
    <w:p w14:paraId="77C04112" w14:textId="77777777" w:rsidR="004A4993" w:rsidRDefault="008C5C61" w:rsidP="004A4993">
      <w:r w:rsidRPr="004C3E92">
        <w:t>Ses paroles furent reprises en écho</w:t>
      </w:r>
      <w:r w:rsidR="004A4993">
        <w:t xml:space="preserve">, </w:t>
      </w:r>
      <w:r w:rsidRPr="004C3E92">
        <w:t>avec un étonnement indicible</w:t>
      </w:r>
      <w:r w:rsidR="004A4993">
        <w:t xml:space="preserve">, </w:t>
      </w:r>
      <w:r w:rsidRPr="004C3E92">
        <w:t>par toutes</w:t>
      </w:r>
      <w:r w:rsidR="004A4993">
        <w:t xml:space="preserve">, </w:t>
      </w:r>
      <w:r w:rsidRPr="004C3E92">
        <w:t xml:space="preserve">sauf </w:t>
      </w:r>
      <w:proofErr w:type="spellStart"/>
      <w:r w:rsidRPr="004C3E92">
        <w:t>Elinor</w:t>
      </w:r>
      <w:proofErr w:type="spellEnd"/>
      <w:r w:rsidR="004A4993">
        <w:t xml:space="preserve">, </w:t>
      </w:r>
      <w:r w:rsidRPr="004C3E92">
        <w:t>qui resta là</w:t>
      </w:r>
      <w:r w:rsidR="004A4993">
        <w:t xml:space="preserve">, </w:t>
      </w:r>
      <w:r w:rsidRPr="004C3E92">
        <w:t>la tête penchée sur son ouvrage</w:t>
      </w:r>
      <w:r w:rsidR="004A4993">
        <w:t xml:space="preserve">, </w:t>
      </w:r>
      <w:r w:rsidRPr="004C3E92">
        <w:t>dans un tel état d</w:t>
      </w:r>
      <w:r w:rsidR="004A4993">
        <w:t>’</w:t>
      </w:r>
      <w:r w:rsidRPr="004C3E92">
        <w:t>agitation qu</w:t>
      </w:r>
      <w:r w:rsidR="004A4993">
        <w:t>’</w:t>
      </w:r>
      <w:r w:rsidRPr="004C3E92">
        <w:t>elle savait à peine où elle était</w:t>
      </w:r>
      <w:r w:rsidR="004A4993">
        <w:t>.</w:t>
      </w:r>
    </w:p>
    <w:p w14:paraId="3910BF95" w14:textId="77777777" w:rsidR="004A4993" w:rsidRDefault="004A4993" w:rsidP="004A4993">
      <w:r>
        <w:t>— </w:t>
      </w:r>
      <w:r w:rsidR="008C5C61" w:rsidRPr="004C3E92">
        <w:t>Oui</w:t>
      </w:r>
      <w:r>
        <w:t xml:space="preserve">, </w:t>
      </w:r>
      <w:r w:rsidR="008C5C61" w:rsidRPr="004C3E92">
        <w:t>dit-il</w:t>
      </w:r>
      <w:r>
        <w:t xml:space="preserve">, </w:t>
      </w:r>
      <w:r w:rsidR="008C5C61" w:rsidRPr="004C3E92">
        <w:t>ils se sont mariés la semaine dernière</w:t>
      </w:r>
      <w:r>
        <w:t xml:space="preserve">, </w:t>
      </w:r>
      <w:r w:rsidR="008C5C61" w:rsidRPr="004C3E92">
        <w:t xml:space="preserve">et sont maintenant à </w:t>
      </w:r>
      <w:proofErr w:type="spellStart"/>
      <w:r w:rsidR="008C5C61" w:rsidRPr="004C3E92">
        <w:t>Dawlish</w:t>
      </w:r>
      <w:proofErr w:type="spellEnd"/>
      <w:r>
        <w:t>.</w:t>
      </w:r>
    </w:p>
    <w:p w14:paraId="59F0415D" w14:textId="77777777" w:rsidR="004A4993" w:rsidRDefault="008C5C61" w:rsidP="004A4993">
      <w:proofErr w:type="spellStart"/>
      <w:r w:rsidRPr="004C3E92">
        <w:t>Elinor</w:t>
      </w:r>
      <w:proofErr w:type="spellEnd"/>
      <w:r w:rsidRPr="004C3E92">
        <w:t xml:space="preserve"> n</w:t>
      </w:r>
      <w:r w:rsidR="004A4993">
        <w:t>’</w:t>
      </w:r>
      <w:r w:rsidRPr="004C3E92">
        <w:t>y tint plus</w:t>
      </w:r>
      <w:r w:rsidR="004A4993">
        <w:t xml:space="preserve">. </w:t>
      </w:r>
      <w:r w:rsidRPr="004C3E92">
        <w:t>Elle sortit de la pièce presque en co</w:t>
      </w:r>
      <w:r w:rsidRPr="004C3E92">
        <w:t>u</w:t>
      </w:r>
      <w:r w:rsidRPr="004C3E92">
        <w:t>rant</w:t>
      </w:r>
      <w:r w:rsidR="004A4993">
        <w:t xml:space="preserve">, </w:t>
      </w:r>
      <w:r w:rsidRPr="004C3E92">
        <w:t>et aussitôt que la porte fut refermée</w:t>
      </w:r>
      <w:r w:rsidR="004A4993">
        <w:t xml:space="preserve">, </w:t>
      </w:r>
      <w:r w:rsidRPr="004C3E92">
        <w:t>fondit en larmes de joie</w:t>
      </w:r>
      <w:r w:rsidR="004A4993">
        <w:t xml:space="preserve">, </w:t>
      </w:r>
      <w:r w:rsidRPr="004C3E92">
        <w:t>qui</w:t>
      </w:r>
      <w:r w:rsidR="004A4993">
        <w:t xml:space="preserve">, </w:t>
      </w:r>
      <w:r w:rsidRPr="004C3E92">
        <w:t>crut-elle d</w:t>
      </w:r>
      <w:r w:rsidR="004A4993">
        <w:t>’</w:t>
      </w:r>
      <w:r w:rsidRPr="004C3E92">
        <w:t>abord</w:t>
      </w:r>
      <w:r w:rsidR="004A4993">
        <w:t xml:space="preserve">, </w:t>
      </w:r>
      <w:r w:rsidRPr="004C3E92">
        <w:t>ne cesseraient jamais</w:t>
      </w:r>
      <w:r w:rsidR="004A4993">
        <w:t xml:space="preserve">. </w:t>
      </w:r>
      <w:r w:rsidRPr="004C3E92">
        <w:t>Edward</w:t>
      </w:r>
      <w:r w:rsidR="004A4993">
        <w:t xml:space="preserve">, </w:t>
      </w:r>
      <w:r w:rsidRPr="004C3E92">
        <w:t>qui avait</w:t>
      </w:r>
      <w:r w:rsidR="004A4993">
        <w:t xml:space="preserve">, </w:t>
      </w:r>
      <w:r w:rsidRPr="004C3E92">
        <w:t>jusque-là</w:t>
      </w:r>
      <w:r w:rsidR="004A4993">
        <w:t xml:space="preserve">, </w:t>
      </w:r>
      <w:r w:rsidRPr="004C3E92">
        <w:t>regardé de n</w:t>
      </w:r>
      <w:r w:rsidR="004A4993">
        <w:t>’</w:t>
      </w:r>
      <w:r w:rsidRPr="004C3E92">
        <w:t>importe quel côté plutôt que de d</w:t>
      </w:r>
      <w:r w:rsidRPr="004C3E92">
        <w:t>i</w:t>
      </w:r>
      <w:r w:rsidRPr="004C3E92">
        <w:t>riger les yeux sur elle</w:t>
      </w:r>
      <w:r w:rsidR="004A4993">
        <w:t xml:space="preserve">, </w:t>
      </w:r>
      <w:r w:rsidRPr="004C3E92">
        <w:t>la vit qui partait en hâte</w:t>
      </w:r>
      <w:r w:rsidR="004A4993">
        <w:t xml:space="preserve">, </w:t>
      </w:r>
      <w:r w:rsidRPr="004C3E92">
        <w:t>et remarqua peut-être</w:t>
      </w:r>
      <w:r w:rsidR="004A4993">
        <w:t xml:space="preserve">, – </w:t>
      </w:r>
      <w:r w:rsidRPr="004C3E92">
        <w:t>ou entendit même</w:t>
      </w:r>
      <w:r w:rsidR="004A4993">
        <w:t xml:space="preserve">, – </w:t>
      </w:r>
      <w:r w:rsidRPr="004C3E92">
        <w:t>son émotion</w:t>
      </w:r>
      <w:r w:rsidR="004A4993">
        <w:t xml:space="preserve"> ; </w:t>
      </w:r>
      <w:r w:rsidRPr="004C3E92">
        <w:t xml:space="preserve">car aussitôt </w:t>
      </w:r>
      <w:r w:rsidRPr="004C3E92">
        <w:lastRenderedPageBreak/>
        <w:t>après il tomba dans une rêverie que ne put pénétrer aucune r</w:t>
      </w:r>
      <w:r w:rsidRPr="004C3E92">
        <w:t>e</w:t>
      </w:r>
      <w:r w:rsidRPr="004C3E92">
        <w:t>marque</w:t>
      </w:r>
      <w:r w:rsidR="004A4993">
        <w:t xml:space="preserve">, </w:t>
      </w:r>
      <w:r w:rsidRPr="004C3E92">
        <w:t>aucune interrogation</w:t>
      </w:r>
      <w:r w:rsidR="004A4993">
        <w:t xml:space="preserve">, </w:t>
      </w:r>
      <w:r w:rsidRPr="004C3E92">
        <w:t>aucune parole affectueuse</w:t>
      </w:r>
      <w:r w:rsidR="004A4993">
        <w:t xml:space="preserve">, </w:t>
      </w:r>
      <w:r w:rsidRPr="004C3E92">
        <w:t>de Mrs</w:t>
      </w:r>
      <w:r w:rsidR="004A4993">
        <w:t xml:space="preserve">. </w:t>
      </w:r>
      <w:proofErr w:type="spellStart"/>
      <w:r w:rsidRPr="004C3E92">
        <w:t>Dashwood</w:t>
      </w:r>
      <w:proofErr w:type="spellEnd"/>
      <w:r w:rsidR="004A4993">
        <w:t xml:space="preserve"> ; </w:t>
      </w:r>
      <w:r w:rsidRPr="004C3E92">
        <w:t>et enfin</w:t>
      </w:r>
      <w:r w:rsidR="004A4993">
        <w:t xml:space="preserve">, </w:t>
      </w:r>
      <w:r w:rsidRPr="004C3E92">
        <w:t>sans mot dire</w:t>
      </w:r>
      <w:r w:rsidR="004A4993">
        <w:t xml:space="preserve">, </w:t>
      </w:r>
      <w:r w:rsidRPr="004C3E92">
        <w:t>il quitta la pièce et so</w:t>
      </w:r>
      <w:r w:rsidRPr="004C3E92">
        <w:t>r</w:t>
      </w:r>
      <w:r w:rsidRPr="004C3E92">
        <w:t>tit en direction du village</w:t>
      </w:r>
      <w:r w:rsidR="004A4993">
        <w:t xml:space="preserve">, </w:t>
      </w:r>
      <w:r w:rsidRPr="004C3E92">
        <w:t>laissant les autres dans le plus grand étonnement et la plus grande perplexité en raison d</w:t>
      </w:r>
      <w:r w:rsidR="004A4993">
        <w:t>’</w:t>
      </w:r>
      <w:r w:rsidRPr="004C3E92">
        <w:t>un chang</w:t>
      </w:r>
      <w:r w:rsidRPr="004C3E92">
        <w:t>e</w:t>
      </w:r>
      <w:r w:rsidRPr="004C3E92">
        <w:t>ment si merveilleux et si inattendu dans sa situation</w:t>
      </w:r>
      <w:r w:rsidR="004A4993">
        <w:t xml:space="preserve">, – </w:t>
      </w:r>
      <w:r w:rsidRPr="004C3E92">
        <w:t>perplex</w:t>
      </w:r>
      <w:r w:rsidRPr="004C3E92">
        <w:t>i</w:t>
      </w:r>
      <w:r w:rsidRPr="004C3E92">
        <w:t>té qu</w:t>
      </w:r>
      <w:r w:rsidR="004A4993">
        <w:t>’</w:t>
      </w:r>
      <w:r w:rsidRPr="004C3E92">
        <w:t>elles n</w:t>
      </w:r>
      <w:r w:rsidR="004A4993">
        <w:t>’</w:t>
      </w:r>
      <w:r w:rsidRPr="004C3E92">
        <w:t>avaient d</w:t>
      </w:r>
      <w:r w:rsidR="004A4993">
        <w:t>’</w:t>
      </w:r>
      <w:r w:rsidRPr="004C3E92">
        <w:t>autre moyen de diminuer que par leurs propres conjectures</w:t>
      </w:r>
      <w:r w:rsidR="004A4993">
        <w:t>.</w:t>
      </w:r>
    </w:p>
    <w:p w14:paraId="4A474F63" w14:textId="52928474" w:rsidR="008C5C61" w:rsidRPr="004C3E92" w:rsidRDefault="008C5C61" w:rsidP="004A4993">
      <w:pPr>
        <w:pStyle w:val="Titre1"/>
      </w:pPr>
      <w:bookmarkStart w:id="48" w:name="_Toc196409833"/>
      <w:r w:rsidRPr="004C3E92">
        <w:lastRenderedPageBreak/>
        <w:t>CHAPITRE XLIX</w:t>
      </w:r>
      <w:bookmarkEnd w:id="48"/>
      <w:r w:rsidRPr="004C3E92">
        <w:br/>
      </w:r>
    </w:p>
    <w:p w14:paraId="18A8391A" w14:textId="77777777" w:rsidR="004A4993" w:rsidRDefault="008C5C61" w:rsidP="004A4993">
      <w:r w:rsidRPr="004C3E92">
        <w:t>Quelque inexplicables</w:t>
      </w:r>
      <w:r w:rsidR="004A4993">
        <w:t xml:space="preserve">, </w:t>
      </w:r>
      <w:r w:rsidRPr="004C3E92">
        <w:t>cependant</w:t>
      </w:r>
      <w:r w:rsidR="004A4993">
        <w:t xml:space="preserve">, </w:t>
      </w:r>
      <w:r w:rsidRPr="004C3E92">
        <w:t>que pussent paraître à toute la famille les circonstances de sa libération</w:t>
      </w:r>
      <w:r w:rsidR="004A4993">
        <w:t xml:space="preserve">, </w:t>
      </w:r>
      <w:r w:rsidRPr="004C3E92">
        <w:t>il était certain qu</w:t>
      </w:r>
      <w:r w:rsidR="004A4993">
        <w:t>’</w:t>
      </w:r>
      <w:r w:rsidRPr="004C3E92">
        <w:t>Edward était libre</w:t>
      </w:r>
      <w:r w:rsidR="004A4993">
        <w:t xml:space="preserve"> ; </w:t>
      </w:r>
      <w:r w:rsidRPr="004C3E92">
        <w:t>et à quoi serait employée cette liberté</w:t>
      </w:r>
      <w:r w:rsidR="004A4993">
        <w:t xml:space="preserve">, </w:t>
      </w:r>
      <w:r w:rsidRPr="004C3E92">
        <w:t>c</w:t>
      </w:r>
      <w:r w:rsidR="004A4993">
        <w:t>’</w:t>
      </w:r>
      <w:r w:rsidRPr="004C3E92">
        <w:t>est là un point qui fut facilement déterminé d</w:t>
      </w:r>
      <w:r w:rsidR="004A4993">
        <w:t>’</w:t>
      </w:r>
      <w:r w:rsidRPr="004C3E92">
        <w:t>avance par tout le monde</w:t>
      </w:r>
      <w:r w:rsidR="004A4993">
        <w:t xml:space="preserve"> ; </w:t>
      </w:r>
      <w:r w:rsidRPr="004C3E92">
        <w:t>car</w:t>
      </w:r>
      <w:r w:rsidR="004A4993">
        <w:t xml:space="preserve">, </w:t>
      </w:r>
      <w:r w:rsidRPr="004C3E92">
        <w:t>après avoir éprouvé par l</w:t>
      </w:r>
      <w:r w:rsidR="004A4993">
        <w:t>’</w:t>
      </w:r>
      <w:r w:rsidRPr="004C3E92">
        <w:t>expérience</w:t>
      </w:r>
      <w:r w:rsidR="004A4993">
        <w:t xml:space="preserve">, </w:t>
      </w:r>
      <w:r w:rsidRPr="004C3E92">
        <w:t>durant plus de quatre ans</w:t>
      </w:r>
      <w:r w:rsidR="004A4993">
        <w:t xml:space="preserve">, </w:t>
      </w:r>
      <w:r w:rsidRPr="004C3E92">
        <w:t>les bienfaits de fiançailles imprudentes</w:t>
      </w:r>
      <w:r w:rsidR="004A4993">
        <w:t xml:space="preserve">, </w:t>
      </w:r>
      <w:r w:rsidRPr="004C3E92">
        <w:t>nouées sans le consentement de sa mère</w:t>
      </w:r>
      <w:r w:rsidR="004A4993">
        <w:t xml:space="preserve">, </w:t>
      </w:r>
      <w:r w:rsidRPr="004C3E92">
        <w:t>on ne pouvait espérer rien de moins</w:t>
      </w:r>
      <w:r w:rsidR="004A4993">
        <w:t xml:space="preserve">, </w:t>
      </w:r>
      <w:r w:rsidRPr="004C3E92">
        <w:t>de sa part</w:t>
      </w:r>
      <w:r w:rsidR="004A4993">
        <w:t xml:space="preserve">, </w:t>
      </w:r>
      <w:r w:rsidRPr="004C3E92">
        <w:t>en présence de leur échec</w:t>
      </w:r>
      <w:r w:rsidR="004A4993">
        <w:t xml:space="preserve">, </w:t>
      </w:r>
      <w:r w:rsidRPr="004C3E92">
        <w:t>que la conclusion de fiançailles nouvelles</w:t>
      </w:r>
      <w:r w:rsidR="004A4993">
        <w:t>.</w:t>
      </w:r>
    </w:p>
    <w:p w14:paraId="7D2D5A2D" w14:textId="77777777" w:rsidR="004A4993" w:rsidRDefault="008C5C61" w:rsidP="004A4993">
      <w:r w:rsidRPr="004C3E92">
        <w:t>Sa mission à Barton</w:t>
      </w:r>
      <w:r w:rsidR="004A4993">
        <w:t xml:space="preserve">, </w:t>
      </w:r>
      <w:r w:rsidRPr="004C3E92">
        <w:t>à dire vrai</w:t>
      </w:r>
      <w:r w:rsidR="004A4993">
        <w:t xml:space="preserve">, </w:t>
      </w:r>
      <w:r w:rsidRPr="004C3E92">
        <w:t>était fort simple</w:t>
      </w:r>
      <w:r w:rsidR="004A4993">
        <w:t xml:space="preserve">. </w:t>
      </w:r>
      <w:r w:rsidRPr="004C3E92">
        <w:t>Il s</w:t>
      </w:r>
      <w:r w:rsidR="004A4993">
        <w:t>’</w:t>
      </w:r>
      <w:r w:rsidRPr="004C3E92">
        <w:t xml:space="preserve">agissait simplement de demander à </w:t>
      </w:r>
      <w:proofErr w:type="spellStart"/>
      <w:r w:rsidRPr="004C3E92">
        <w:t>Elinor</w:t>
      </w:r>
      <w:proofErr w:type="spellEnd"/>
      <w:r w:rsidRPr="004C3E92">
        <w:t xml:space="preserve"> de l</w:t>
      </w:r>
      <w:r w:rsidR="004A4993">
        <w:t>’</w:t>
      </w:r>
      <w:r w:rsidRPr="004C3E92">
        <w:t>épouser</w:t>
      </w:r>
      <w:r w:rsidR="004A4993">
        <w:t xml:space="preserve"> ; </w:t>
      </w:r>
      <w:r w:rsidRPr="004C3E92">
        <w:t>et</w:t>
      </w:r>
      <w:r w:rsidR="004A4993">
        <w:t xml:space="preserve">, </w:t>
      </w:r>
      <w:r w:rsidRPr="004C3E92">
        <w:t>étant donné qu</w:t>
      </w:r>
      <w:r w:rsidR="004A4993">
        <w:t>’</w:t>
      </w:r>
      <w:r w:rsidRPr="004C3E92">
        <w:t>il n</w:t>
      </w:r>
      <w:r w:rsidR="004A4993">
        <w:t>’</w:t>
      </w:r>
      <w:r w:rsidRPr="004C3E92">
        <w:t>était pas absolument inexpérimenté en p</w:t>
      </w:r>
      <w:r w:rsidRPr="004C3E92">
        <w:t>a</w:t>
      </w:r>
      <w:r w:rsidRPr="004C3E92">
        <w:t>reille matière</w:t>
      </w:r>
      <w:r w:rsidR="004A4993">
        <w:t xml:space="preserve">, </w:t>
      </w:r>
      <w:r w:rsidRPr="004C3E92">
        <w:t>il pourrait sembler étrange qu</w:t>
      </w:r>
      <w:r w:rsidR="004A4993">
        <w:t>’</w:t>
      </w:r>
      <w:r w:rsidRPr="004C3E92">
        <w:t>il se sentît aussi embarrassé</w:t>
      </w:r>
      <w:r w:rsidR="004A4993">
        <w:t xml:space="preserve">, </w:t>
      </w:r>
      <w:r w:rsidRPr="004C3E92">
        <w:t>en l</w:t>
      </w:r>
      <w:r w:rsidR="004A4993">
        <w:t>’</w:t>
      </w:r>
      <w:r w:rsidRPr="004C3E92">
        <w:t>espèce</w:t>
      </w:r>
      <w:r w:rsidR="004A4993">
        <w:t xml:space="preserve">, </w:t>
      </w:r>
      <w:r w:rsidRPr="004C3E92">
        <w:t>qu</w:t>
      </w:r>
      <w:r w:rsidR="004A4993">
        <w:t>’</w:t>
      </w:r>
      <w:r w:rsidRPr="004C3E92">
        <w:t>il l</w:t>
      </w:r>
      <w:r w:rsidR="004A4993">
        <w:t>’</w:t>
      </w:r>
      <w:r w:rsidRPr="004C3E92">
        <w:t>était effectivement</w:t>
      </w:r>
      <w:r w:rsidR="004A4993">
        <w:t xml:space="preserve">, – </w:t>
      </w:r>
      <w:r w:rsidRPr="004C3E92">
        <w:t>qu</w:t>
      </w:r>
      <w:r w:rsidR="004A4993">
        <w:t>’</w:t>
      </w:r>
      <w:r w:rsidRPr="004C3E92">
        <w:t>il eût un tel besoin d</w:t>
      </w:r>
      <w:r w:rsidR="004A4993">
        <w:t>’</w:t>
      </w:r>
      <w:r w:rsidRPr="004C3E92">
        <w:t>encouragement et d</w:t>
      </w:r>
      <w:r w:rsidR="004A4993">
        <w:t>’</w:t>
      </w:r>
      <w:r w:rsidRPr="004C3E92">
        <w:t>air pur</w:t>
      </w:r>
      <w:r w:rsidR="004A4993">
        <w:t>.</w:t>
      </w:r>
    </w:p>
    <w:p w14:paraId="4A8C9797" w14:textId="77777777" w:rsidR="004A4993" w:rsidRDefault="008C5C61" w:rsidP="004A4993">
      <w:r w:rsidRPr="004C3E92">
        <w:t>Combien de temps il lui fallut marcher</w:t>
      </w:r>
      <w:r w:rsidR="004A4993">
        <w:t xml:space="preserve">, </w:t>
      </w:r>
      <w:r w:rsidRPr="004C3E92">
        <w:t>toutefois avant de prendre une résolution convenable</w:t>
      </w:r>
      <w:r w:rsidR="004A4993">
        <w:t xml:space="preserve">, </w:t>
      </w:r>
      <w:r w:rsidRPr="004C3E92">
        <w:t>au bout de combien de temps il se présenta une occasion de la mettre à exécution</w:t>
      </w:r>
      <w:r w:rsidR="004A4993">
        <w:t xml:space="preserve">, </w:t>
      </w:r>
      <w:r w:rsidRPr="004C3E92">
        <w:t>de quelle façon il s</w:t>
      </w:r>
      <w:r w:rsidR="004A4993">
        <w:t>’</w:t>
      </w:r>
      <w:r w:rsidRPr="004C3E92">
        <w:t>exprima</w:t>
      </w:r>
      <w:r w:rsidR="004A4993">
        <w:t xml:space="preserve">, </w:t>
      </w:r>
      <w:r w:rsidRPr="004C3E92">
        <w:t>et comment il fut reçu</w:t>
      </w:r>
      <w:r w:rsidR="004A4993">
        <w:t xml:space="preserve">, – </w:t>
      </w:r>
      <w:r w:rsidRPr="004C3E92">
        <w:t>point n</w:t>
      </w:r>
      <w:r w:rsidR="004A4993">
        <w:t>’</w:t>
      </w:r>
      <w:r w:rsidRPr="004C3E92">
        <w:t>est besoin de le conter en détail</w:t>
      </w:r>
      <w:r w:rsidR="004A4993">
        <w:t xml:space="preserve">. </w:t>
      </w:r>
      <w:r w:rsidRPr="004C3E92">
        <w:t>Tout ce qu</w:t>
      </w:r>
      <w:r w:rsidR="004A4993">
        <w:t>’</w:t>
      </w:r>
      <w:r w:rsidRPr="004C3E92">
        <w:t>il suffit de dire</w:t>
      </w:r>
      <w:r w:rsidR="004A4993">
        <w:t xml:space="preserve">, </w:t>
      </w:r>
      <w:r w:rsidRPr="004C3E92">
        <w:t>le voici</w:t>
      </w:r>
      <w:r w:rsidR="004A4993">
        <w:t xml:space="preserve"> : – </w:t>
      </w:r>
      <w:r w:rsidRPr="004C3E92">
        <w:t>lorsqu</w:t>
      </w:r>
      <w:r w:rsidR="004A4993">
        <w:t>’</w:t>
      </w:r>
      <w:r w:rsidRPr="004C3E92">
        <w:t>ils prirent tous place à table</w:t>
      </w:r>
      <w:r w:rsidR="004A4993">
        <w:t xml:space="preserve">, </w:t>
      </w:r>
      <w:r w:rsidRPr="004C3E92">
        <w:t>à quatre heures</w:t>
      </w:r>
      <w:r w:rsidR="004A4993">
        <w:t xml:space="preserve">, </w:t>
      </w:r>
      <w:r w:rsidRPr="004C3E92">
        <w:t>environ trois heures après son arrivée</w:t>
      </w:r>
      <w:r w:rsidR="004A4993">
        <w:t xml:space="preserve">, </w:t>
      </w:r>
      <w:r w:rsidRPr="004C3E92">
        <w:t>il s</w:t>
      </w:r>
      <w:r w:rsidR="004A4993">
        <w:t>’</w:t>
      </w:r>
      <w:r w:rsidRPr="004C3E92">
        <w:t>était assuré sa dame</w:t>
      </w:r>
      <w:r w:rsidR="004A4993">
        <w:t xml:space="preserve">, </w:t>
      </w:r>
      <w:r w:rsidRPr="004C3E92">
        <w:t>il avait obtenu le consentement de la mère de celle-ci</w:t>
      </w:r>
      <w:r w:rsidR="004A4993">
        <w:t xml:space="preserve">, </w:t>
      </w:r>
      <w:r w:rsidRPr="004C3E92">
        <w:t>et se trouvait non seulement dans l</w:t>
      </w:r>
      <w:r w:rsidR="004A4993">
        <w:t>’</w:t>
      </w:r>
      <w:r w:rsidRPr="004C3E92">
        <w:t>état délicieux de l</w:t>
      </w:r>
      <w:r w:rsidR="004A4993">
        <w:t>’</w:t>
      </w:r>
      <w:r w:rsidRPr="004C3E92">
        <w:t>amoureux</w:t>
      </w:r>
      <w:r w:rsidR="004A4993">
        <w:t xml:space="preserve">, </w:t>
      </w:r>
      <w:r w:rsidRPr="004C3E92">
        <w:t>mais était enc</w:t>
      </w:r>
      <w:r w:rsidRPr="004C3E92">
        <w:t>o</w:t>
      </w:r>
      <w:r w:rsidRPr="004C3E92">
        <w:t>re</w:t>
      </w:r>
      <w:r w:rsidR="004A4993">
        <w:t xml:space="preserve">, </w:t>
      </w:r>
      <w:r w:rsidRPr="004C3E92">
        <w:t>dans la réalité de la raison et de la vérité</w:t>
      </w:r>
      <w:r w:rsidR="004A4993">
        <w:t xml:space="preserve">, </w:t>
      </w:r>
      <w:r w:rsidRPr="004C3E92">
        <w:t>l</w:t>
      </w:r>
      <w:r w:rsidR="004A4993">
        <w:t>’</w:t>
      </w:r>
      <w:r w:rsidRPr="004C3E92">
        <w:t>un des hommes les plus heureux qui fussent</w:t>
      </w:r>
      <w:r w:rsidR="004A4993">
        <w:t xml:space="preserve">. </w:t>
      </w:r>
      <w:r w:rsidRPr="004C3E92">
        <w:t>Sa situation était</w:t>
      </w:r>
      <w:r w:rsidR="004A4993">
        <w:t xml:space="preserve">, </w:t>
      </w:r>
      <w:r w:rsidRPr="004C3E92">
        <w:t>en effet</w:t>
      </w:r>
      <w:r w:rsidR="004A4993">
        <w:t xml:space="preserve">, </w:t>
      </w:r>
      <w:r w:rsidRPr="004C3E92">
        <w:t>plus qu</w:t>
      </w:r>
      <w:r w:rsidR="004A4993">
        <w:t>’</w:t>
      </w:r>
      <w:r w:rsidRPr="004C3E92">
        <w:t>ordinairement joyeuse</w:t>
      </w:r>
      <w:r w:rsidR="004A4993">
        <w:t xml:space="preserve">. </w:t>
      </w:r>
      <w:r w:rsidRPr="004C3E92">
        <w:t>Il avait bien autre chose que le triomphe banal de l</w:t>
      </w:r>
      <w:r w:rsidR="004A4993">
        <w:t>’</w:t>
      </w:r>
      <w:r w:rsidRPr="004C3E92">
        <w:t>amour accepté</w:t>
      </w:r>
      <w:r w:rsidR="004A4993">
        <w:t xml:space="preserve">, </w:t>
      </w:r>
      <w:r w:rsidRPr="004C3E92">
        <w:t xml:space="preserve">pour </w:t>
      </w:r>
      <w:r w:rsidRPr="004C3E92">
        <w:lastRenderedPageBreak/>
        <w:t>lui gonfler le cœur et retrouver son entrain</w:t>
      </w:r>
      <w:r w:rsidR="004A4993">
        <w:t xml:space="preserve">. </w:t>
      </w:r>
      <w:r w:rsidRPr="004C3E92">
        <w:t>Il était libéré</w:t>
      </w:r>
      <w:r w:rsidR="004A4993">
        <w:t xml:space="preserve">, </w:t>
      </w:r>
      <w:r w:rsidRPr="004C3E92">
        <w:t>sans aucun reproche dont on pût lui faire grief</w:t>
      </w:r>
      <w:r w:rsidR="004A4993">
        <w:t xml:space="preserve">, </w:t>
      </w:r>
      <w:r w:rsidRPr="004C3E92">
        <w:t>d</w:t>
      </w:r>
      <w:r w:rsidR="004A4993">
        <w:t>’</w:t>
      </w:r>
      <w:r w:rsidRPr="004C3E92">
        <w:t>une liaison qui était depuis longtemps son tourment</w:t>
      </w:r>
      <w:r w:rsidR="004A4993">
        <w:t xml:space="preserve">, </w:t>
      </w:r>
      <w:r w:rsidRPr="004C3E92">
        <w:t>d</w:t>
      </w:r>
      <w:r w:rsidR="004A4993">
        <w:t>’</w:t>
      </w:r>
      <w:r w:rsidRPr="004C3E92">
        <w:t>une femme qu</w:t>
      </w:r>
      <w:r w:rsidR="004A4993">
        <w:t>’</w:t>
      </w:r>
      <w:r w:rsidRPr="004C3E92">
        <w:t>il avait depuis longtemps cessé d</w:t>
      </w:r>
      <w:r w:rsidR="004A4993">
        <w:t>’</w:t>
      </w:r>
      <w:r w:rsidRPr="004C3E92">
        <w:t>aimer</w:t>
      </w:r>
      <w:r w:rsidR="004A4993">
        <w:t xml:space="preserve">, – </w:t>
      </w:r>
      <w:r w:rsidRPr="004C3E92">
        <w:t>et il se trouvait élevé du même coup à cette sécurité auprès d</w:t>
      </w:r>
      <w:r w:rsidR="004A4993">
        <w:t>’</w:t>
      </w:r>
      <w:r w:rsidRPr="004C3E92">
        <w:t>une autre</w:t>
      </w:r>
      <w:r w:rsidR="004A4993">
        <w:t xml:space="preserve">, </w:t>
      </w:r>
      <w:r w:rsidRPr="004C3E92">
        <w:t>à laquelle il avait dû songer avec désespoir</w:t>
      </w:r>
      <w:r w:rsidR="004A4993">
        <w:t xml:space="preserve">, </w:t>
      </w:r>
      <w:r w:rsidRPr="004C3E92">
        <w:t>aussitôt qu</w:t>
      </w:r>
      <w:r w:rsidR="004A4993">
        <w:t>’</w:t>
      </w:r>
      <w:r w:rsidRPr="004C3E92">
        <w:t>il avait appris à la considérer avec quelque désir</w:t>
      </w:r>
      <w:r w:rsidR="004A4993">
        <w:t xml:space="preserve">. </w:t>
      </w:r>
      <w:r w:rsidRPr="004C3E92">
        <w:t>Il était passé</w:t>
      </w:r>
      <w:r w:rsidR="004A4993">
        <w:t xml:space="preserve">, </w:t>
      </w:r>
      <w:r w:rsidRPr="004C3E92">
        <w:t>non pas du doute ou de l</w:t>
      </w:r>
      <w:r w:rsidR="004A4993">
        <w:t>’</w:t>
      </w:r>
      <w:r w:rsidRPr="004C3E92">
        <w:t>incertitude</w:t>
      </w:r>
      <w:r w:rsidR="004A4993">
        <w:t xml:space="preserve">, </w:t>
      </w:r>
      <w:r w:rsidRPr="004C3E92">
        <w:t>mais de la d</w:t>
      </w:r>
      <w:r w:rsidRPr="004C3E92">
        <w:t>é</w:t>
      </w:r>
      <w:r w:rsidRPr="004C3E92">
        <w:t>tresse profonde</w:t>
      </w:r>
      <w:r w:rsidR="004A4993">
        <w:t xml:space="preserve">, </w:t>
      </w:r>
      <w:r w:rsidRPr="004C3E92">
        <w:t>au bonheur</w:t>
      </w:r>
      <w:r w:rsidR="004A4993">
        <w:t xml:space="preserve"> ; </w:t>
      </w:r>
      <w:r w:rsidRPr="004C3E92">
        <w:t>et ce changement s</w:t>
      </w:r>
      <w:r w:rsidR="004A4993">
        <w:t>’</w:t>
      </w:r>
      <w:r w:rsidRPr="004C3E92">
        <w:t>exprima par une gaieté authentique</w:t>
      </w:r>
      <w:r w:rsidR="004A4993">
        <w:t xml:space="preserve">, </w:t>
      </w:r>
      <w:r w:rsidRPr="004C3E92">
        <w:t>débordante</w:t>
      </w:r>
      <w:r w:rsidR="004A4993">
        <w:t xml:space="preserve">, </w:t>
      </w:r>
      <w:r w:rsidRPr="004C3E92">
        <w:t>et reconnaissante</w:t>
      </w:r>
      <w:r w:rsidR="004A4993">
        <w:t xml:space="preserve">, </w:t>
      </w:r>
      <w:r w:rsidRPr="004C3E92">
        <w:t>telle que ses amies n</w:t>
      </w:r>
      <w:r w:rsidR="004A4993">
        <w:t>’</w:t>
      </w:r>
      <w:r w:rsidRPr="004C3E92">
        <w:t>en avaient encore jamais vu chez lui</w:t>
      </w:r>
      <w:r w:rsidR="004A4993">
        <w:t>.</w:t>
      </w:r>
    </w:p>
    <w:p w14:paraId="36639217" w14:textId="77777777" w:rsidR="004A4993" w:rsidRDefault="008C5C61" w:rsidP="004A4993">
      <w:r w:rsidRPr="004C3E92">
        <w:t>Son cœur s</w:t>
      </w:r>
      <w:r w:rsidR="004A4993">
        <w:t>’</w:t>
      </w:r>
      <w:r w:rsidRPr="004C3E92">
        <w:t xml:space="preserve">ouvrit à présent à </w:t>
      </w:r>
      <w:proofErr w:type="spellStart"/>
      <w:r w:rsidRPr="004C3E92">
        <w:t>Elinor</w:t>
      </w:r>
      <w:proofErr w:type="spellEnd"/>
      <w:r w:rsidR="004A4993">
        <w:t xml:space="preserve">, – </w:t>
      </w:r>
      <w:r w:rsidRPr="004C3E92">
        <w:t>il en confessa toutes les faiblesses</w:t>
      </w:r>
      <w:r w:rsidR="004A4993">
        <w:t xml:space="preserve">, </w:t>
      </w:r>
      <w:r w:rsidRPr="004C3E92">
        <w:t>toutes les erreurs</w:t>
      </w:r>
      <w:r w:rsidR="004A4993">
        <w:t xml:space="preserve">, </w:t>
      </w:r>
      <w:r w:rsidRPr="004C3E92">
        <w:t>et traita tout son amour de jo</w:t>
      </w:r>
      <w:r w:rsidRPr="004C3E92">
        <w:t>u</w:t>
      </w:r>
      <w:r w:rsidRPr="004C3E92">
        <w:t>venceau pour Lucy avec toute la dignité philosophique de ses vingt-quatre ans</w:t>
      </w:r>
      <w:r w:rsidR="004A4993">
        <w:t>.</w:t>
      </w:r>
    </w:p>
    <w:p w14:paraId="7DBE8AAC" w14:textId="77777777" w:rsidR="004A4993" w:rsidRDefault="004A4993" w:rsidP="004A4993">
      <w:r>
        <w:t>— </w:t>
      </w:r>
      <w:r w:rsidR="008C5C61" w:rsidRPr="004C3E92">
        <w:t>Ce fut de ma part une inclination sotte et oiseuse</w:t>
      </w:r>
      <w:r>
        <w:t xml:space="preserve">, </w:t>
      </w:r>
      <w:r w:rsidR="008C5C61" w:rsidRPr="004C3E92">
        <w:t>dit-il</w:t>
      </w:r>
      <w:r>
        <w:t xml:space="preserve">, </w:t>
      </w:r>
      <w:r w:rsidR="008C5C61" w:rsidRPr="004C3E92">
        <w:t>due à mon ignorance du monde</w:t>
      </w:r>
      <w:r>
        <w:t xml:space="preserve">, </w:t>
      </w:r>
      <w:r w:rsidR="008C5C61" w:rsidRPr="004C3E92">
        <w:t>et à mon manque d</w:t>
      </w:r>
      <w:r>
        <w:t>’</w:t>
      </w:r>
      <w:r w:rsidR="008C5C61" w:rsidRPr="004C3E92">
        <w:t>occupation</w:t>
      </w:r>
      <w:r>
        <w:t xml:space="preserve">. </w:t>
      </w:r>
      <w:r w:rsidR="008C5C61" w:rsidRPr="004C3E92">
        <w:t>Si ma mère m</w:t>
      </w:r>
      <w:r>
        <w:t>’</w:t>
      </w:r>
      <w:r w:rsidR="008C5C61" w:rsidRPr="004C3E92">
        <w:t>avait donné quelque profession active quand on m</w:t>
      </w:r>
      <w:r>
        <w:t>’</w:t>
      </w:r>
      <w:r w:rsidR="008C5C61" w:rsidRPr="004C3E92">
        <w:t>a retiré</w:t>
      </w:r>
      <w:r>
        <w:t xml:space="preserve">, </w:t>
      </w:r>
      <w:r w:rsidR="008C5C61" w:rsidRPr="004C3E92">
        <w:t>à dix-huit ans</w:t>
      </w:r>
      <w:r>
        <w:t xml:space="preserve">, </w:t>
      </w:r>
      <w:r w:rsidR="008C5C61" w:rsidRPr="004C3E92">
        <w:t>de chez Mr</w:t>
      </w:r>
      <w:r>
        <w:t xml:space="preserve">. </w:t>
      </w:r>
      <w:r w:rsidR="008C5C61" w:rsidRPr="004C3E92">
        <w:t>Pratt</w:t>
      </w:r>
      <w:r>
        <w:t xml:space="preserve">, </w:t>
      </w:r>
      <w:r w:rsidR="008C5C61" w:rsidRPr="004C3E92">
        <w:t>je crois</w:t>
      </w:r>
      <w:r>
        <w:t xml:space="preserve"> – </w:t>
      </w:r>
      <w:r w:rsidR="008C5C61" w:rsidRPr="004C3E92">
        <w:t>non</w:t>
      </w:r>
      <w:r>
        <w:t xml:space="preserve">, </w:t>
      </w:r>
      <w:r w:rsidR="008C5C61" w:rsidRPr="004C3E92">
        <w:t>je suis sûr</w:t>
      </w:r>
      <w:r>
        <w:t xml:space="preserve"> – </w:t>
      </w:r>
      <w:r w:rsidR="008C5C61" w:rsidRPr="004C3E92">
        <w:t>que ce ne serait jamais arrivé</w:t>
      </w:r>
      <w:r>
        <w:t xml:space="preserve"> ; </w:t>
      </w:r>
      <w:r w:rsidR="008C5C61" w:rsidRPr="004C3E92">
        <w:t>car</w:t>
      </w:r>
      <w:r>
        <w:t xml:space="preserve">, </w:t>
      </w:r>
      <w:r w:rsidR="008C5C61" w:rsidRPr="004C3E92">
        <w:t>bien que j</w:t>
      </w:r>
      <w:r>
        <w:t>’</w:t>
      </w:r>
      <w:r w:rsidR="008C5C61" w:rsidRPr="004C3E92">
        <w:t xml:space="preserve">eusse quitté </w:t>
      </w:r>
      <w:proofErr w:type="spellStart"/>
      <w:r w:rsidR="008C5C61" w:rsidRPr="004C3E92">
        <w:t>Longstaple</w:t>
      </w:r>
      <w:proofErr w:type="spellEnd"/>
      <w:r w:rsidR="008C5C61" w:rsidRPr="004C3E92">
        <w:t xml:space="preserve"> avec ce que je croyais</w:t>
      </w:r>
      <w:r>
        <w:t xml:space="preserve">, </w:t>
      </w:r>
      <w:r w:rsidR="008C5C61" w:rsidRPr="004C3E92">
        <w:t>à l</w:t>
      </w:r>
      <w:r>
        <w:t>’</w:t>
      </w:r>
      <w:r w:rsidR="008C5C61" w:rsidRPr="004C3E92">
        <w:t>époque</w:t>
      </w:r>
      <w:r>
        <w:t xml:space="preserve">, </w:t>
      </w:r>
      <w:r w:rsidR="008C5C61" w:rsidRPr="004C3E92">
        <w:t>une préf</w:t>
      </w:r>
      <w:r w:rsidR="008C5C61" w:rsidRPr="004C3E92">
        <w:t>é</w:t>
      </w:r>
      <w:r w:rsidR="008C5C61" w:rsidRPr="004C3E92">
        <w:t>rence absolument invincible pour sa nièce</w:t>
      </w:r>
      <w:r>
        <w:t xml:space="preserve">, </w:t>
      </w:r>
      <w:r w:rsidR="008C5C61" w:rsidRPr="004C3E92">
        <w:t>si cependant j</w:t>
      </w:r>
      <w:r>
        <w:t>’</w:t>
      </w:r>
      <w:r w:rsidR="008C5C61" w:rsidRPr="004C3E92">
        <w:t>avais eu alors quelque activité</w:t>
      </w:r>
      <w:r>
        <w:t xml:space="preserve">, </w:t>
      </w:r>
      <w:r w:rsidR="008C5C61" w:rsidRPr="004C3E92">
        <w:t>quelque objet pour occuper mon temps et me tenir éloigné d</w:t>
      </w:r>
      <w:r>
        <w:t>’</w:t>
      </w:r>
      <w:r w:rsidR="008C5C61" w:rsidRPr="004C3E92">
        <w:t>elle pendant quelques mois</w:t>
      </w:r>
      <w:r>
        <w:t xml:space="preserve">, </w:t>
      </w:r>
      <w:r w:rsidR="008C5C61" w:rsidRPr="004C3E92">
        <w:t>j</w:t>
      </w:r>
      <w:r>
        <w:t>’</w:t>
      </w:r>
      <w:r w:rsidR="008C5C61" w:rsidRPr="004C3E92">
        <w:t>aurais surmonté sans tarder cette affection imaginée</w:t>
      </w:r>
      <w:r>
        <w:t xml:space="preserve">, </w:t>
      </w:r>
      <w:r w:rsidR="008C5C61" w:rsidRPr="004C3E92">
        <w:t>surtout en me mêlant davantage au monde</w:t>
      </w:r>
      <w:r>
        <w:t xml:space="preserve">, </w:t>
      </w:r>
      <w:r w:rsidR="008C5C61" w:rsidRPr="004C3E92">
        <w:t>comme je l</w:t>
      </w:r>
      <w:r>
        <w:t>’</w:t>
      </w:r>
      <w:r w:rsidR="008C5C61" w:rsidRPr="004C3E92">
        <w:t>aurais fait nécessair</w:t>
      </w:r>
      <w:r w:rsidR="008C5C61" w:rsidRPr="004C3E92">
        <w:t>e</w:t>
      </w:r>
      <w:r w:rsidR="008C5C61" w:rsidRPr="004C3E92">
        <w:t>ment en un cas pareil</w:t>
      </w:r>
      <w:r>
        <w:t xml:space="preserve">. </w:t>
      </w:r>
      <w:r w:rsidR="008C5C61" w:rsidRPr="004C3E92">
        <w:t>Mais au lieu d</w:t>
      </w:r>
      <w:r>
        <w:t>’</w:t>
      </w:r>
      <w:r w:rsidR="008C5C61" w:rsidRPr="004C3E92">
        <w:t>avoir quelque chose à fa</w:t>
      </w:r>
      <w:r w:rsidR="008C5C61" w:rsidRPr="004C3E92">
        <w:t>i</w:t>
      </w:r>
      <w:r w:rsidR="008C5C61" w:rsidRPr="004C3E92">
        <w:t>re</w:t>
      </w:r>
      <w:r>
        <w:t xml:space="preserve">, </w:t>
      </w:r>
      <w:r w:rsidR="008C5C61" w:rsidRPr="004C3E92">
        <w:t>au lieu qu</w:t>
      </w:r>
      <w:r>
        <w:t>’</w:t>
      </w:r>
      <w:r w:rsidR="008C5C61" w:rsidRPr="004C3E92">
        <w:t>on m</w:t>
      </w:r>
      <w:r>
        <w:t>’</w:t>
      </w:r>
      <w:r w:rsidR="008C5C61" w:rsidRPr="004C3E92">
        <w:t>eût choisi une profession</w:t>
      </w:r>
      <w:r>
        <w:t xml:space="preserve">, </w:t>
      </w:r>
      <w:r w:rsidR="008C5C61" w:rsidRPr="004C3E92">
        <w:t>ou permis d</w:t>
      </w:r>
      <w:r>
        <w:t>’</w:t>
      </w:r>
      <w:r w:rsidR="008C5C61" w:rsidRPr="004C3E92">
        <w:t>en choisir une pour moi-même</w:t>
      </w:r>
      <w:r>
        <w:t xml:space="preserve">, </w:t>
      </w:r>
      <w:r w:rsidR="008C5C61" w:rsidRPr="004C3E92">
        <w:t>je rentrai à la maison pour y rester dans l</w:t>
      </w:r>
      <w:r>
        <w:t>’</w:t>
      </w:r>
      <w:r w:rsidR="008C5C61" w:rsidRPr="004C3E92">
        <w:t>oisiveté complète</w:t>
      </w:r>
      <w:r>
        <w:t xml:space="preserve"> ; </w:t>
      </w:r>
      <w:r w:rsidR="008C5C61" w:rsidRPr="004C3E92">
        <w:t>et pendant la première année qui su</w:t>
      </w:r>
      <w:r w:rsidR="008C5C61" w:rsidRPr="004C3E92">
        <w:t>i</w:t>
      </w:r>
      <w:r w:rsidR="008C5C61" w:rsidRPr="004C3E92">
        <w:t>vit</w:t>
      </w:r>
      <w:r>
        <w:t xml:space="preserve">, </w:t>
      </w:r>
      <w:r w:rsidR="008C5C61" w:rsidRPr="004C3E92">
        <w:t>je n</w:t>
      </w:r>
      <w:r>
        <w:t>’</w:t>
      </w:r>
      <w:r w:rsidR="008C5C61" w:rsidRPr="004C3E92">
        <w:t>eus même pas l</w:t>
      </w:r>
      <w:r>
        <w:t>’</w:t>
      </w:r>
      <w:r w:rsidR="008C5C61" w:rsidRPr="004C3E92">
        <w:t>occupation que m</w:t>
      </w:r>
      <w:r>
        <w:t>’</w:t>
      </w:r>
      <w:r w:rsidR="008C5C61" w:rsidRPr="004C3E92">
        <w:t>eût donnée le fait d</w:t>
      </w:r>
      <w:r>
        <w:t>’</w:t>
      </w:r>
      <w:r w:rsidR="008C5C61" w:rsidRPr="004C3E92">
        <w:t>appartenir à l</w:t>
      </w:r>
      <w:r>
        <w:t>’</w:t>
      </w:r>
      <w:r w:rsidR="008C5C61" w:rsidRPr="004C3E92">
        <w:t>université</w:t>
      </w:r>
      <w:r>
        <w:t xml:space="preserve">, </w:t>
      </w:r>
      <w:r w:rsidR="008C5C61" w:rsidRPr="004C3E92">
        <w:t xml:space="preserve">car </w:t>
      </w:r>
      <w:r w:rsidR="008C5C61" w:rsidRPr="004C3E92">
        <w:lastRenderedPageBreak/>
        <w:t>je ne fus inscrit à Oxford que lorsque j</w:t>
      </w:r>
      <w:r>
        <w:t>’</w:t>
      </w:r>
      <w:r w:rsidR="008C5C61" w:rsidRPr="004C3E92">
        <w:t>atteignis mes dix-neuf ans</w:t>
      </w:r>
      <w:r>
        <w:t xml:space="preserve">. </w:t>
      </w:r>
      <w:r w:rsidR="008C5C61" w:rsidRPr="004C3E92">
        <w:t>Je n</w:t>
      </w:r>
      <w:r>
        <w:t>’</w:t>
      </w:r>
      <w:r w:rsidR="008C5C61" w:rsidRPr="004C3E92">
        <w:t>avais donc absolument rien à faire</w:t>
      </w:r>
      <w:r>
        <w:t xml:space="preserve">, </w:t>
      </w:r>
      <w:r w:rsidR="008C5C61" w:rsidRPr="004C3E92">
        <w:t>qu</w:t>
      </w:r>
      <w:r>
        <w:t>’</w:t>
      </w:r>
      <w:r w:rsidR="008C5C61" w:rsidRPr="004C3E92">
        <w:t>à m</w:t>
      </w:r>
      <w:r>
        <w:t>’</w:t>
      </w:r>
      <w:r w:rsidR="008C5C61" w:rsidRPr="004C3E92">
        <w:t>imaginer amoureux</w:t>
      </w:r>
      <w:r>
        <w:t xml:space="preserve"> ; </w:t>
      </w:r>
      <w:r w:rsidR="008C5C61" w:rsidRPr="004C3E92">
        <w:t>et comme ma mère ne rendait pas mon foyer agréable sous tous les rapports</w:t>
      </w:r>
      <w:r>
        <w:t xml:space="preserve">, – </w:t>
      </w:r>
      <w:r w:rsidR="008C5C61" w:rsidRPr="004C3E92">
        <w:t>comme je n</w:t>
      </w:r>
      <w:r>
        <w:t>’</w:t>
      </w:r>
      <w:r w:rsidR="008C5C61" w:rsidRPr="004C3E92">
        <w:t>avais pas d</w:t>
      </w:r>
      <w:r>
        <w:t>’</w:t>
      </w:r>
      <w:r w:rsidR="008C5C61" w:rsidRPr="004C3E92">
        <w:t>ami</w:t>
      </w:r>
      <w:r>
        <w:t xml:space="preserve">, </w:t>
      </w:r>
      <w:r w:rsidR="008C5C61" w:rsidRPr="004C3E92">
        <w:t>pas de compagnon</w:t>
      </w:r>
      <w:r>
        <w:t xml:space="preserve">, </w:t>
      </w:r>
      <w:r w:rsidR="008C5C61" w:rsidRPr="004C3E92">
        <w:t>en mon frère</w:t>
      </w:r>
      <w:r>
        <w:t xml:space="preserve">, </w:t>
      </w:r>
      <w:r w:rsidR="008C5C61" w:rsidRPr="004C3E92">
        <w:t>et ne me plaisais pas aux connaissances nouvelles</w:t>
      </w:r>
      <w:r>
        <w:t xml:space="preserve">, </w:t>
      </w:r>
      <w:r w:rsidR="008C5C61" w:rsidRPr="004C3E92">
        <w:t>il n</w:t>
      </w:r>
      <w:r>
        <w:t>’</w:t>
      </w:r>
      <w:r w:rsidR="008C5C61" w:rsidRPr="004C3E92">
        <w:t xml:space="preserve">y a rien eu que de naturel à ce que je fusse très souvent à </w:t>
      </w:r>
      <w:proofErr w:type="spellStart"/>
      <w:r w:rsidR="008C5C61" w:rsidRPr="004C3E92">
        <w:t>Longstaple</w:t>
      </w:r>
      <w:proofErr w:type="spellEnd"/>
      <w:r>
        <w:t xml:space="preserve">, </w:t>
      </w:r>
      <w:r w:rsidR="008C5C61" w:rsidRPr="004C3E92">
        <w:t>où je me se</w:t>
      </w:r>
      <w:r w:rsidR="008C5C61" w:rsidRPr="004C3E92">
        <w:t>n</w:t>
      </w:r>
      <w:r w:rsidR="008C5C61" w:rsidRPr="004C3E92">
        <w:t>tais toujours chez moi</w:t>
      </w:r>
      <w:r>
        <w:t xml:space="preserve">, </w:t>
      </w:r>
      <w:r w:rsidR="008C5C61" w:rsidRPr="004C3E92">
        <w:t>et où j</w:t>
      </w:r>
      <w:r>
        <w:t>’</w:t>
      </w:r>
      <w:r w:rsidR="008C5C61" w:rsidRPr="004C3E92">
        <w:t>étais sûr d</w:t>
      </w:r>
      <w:r>
        <w:t>’</w:t>
      </w:r>
      <w:r w:rsidR="008C5C61" w:rsidRPr="004C3E92">
        <w:t>être le bienvenu</w:t>
      </w:r>
      <w:r>
        <w:t xml:space="preserve"> ; </w:t>
      </w:r>
      <w:r w:rsidR="008C5C61" w:rsidRPr="004C3E92">
        <w:t>aussi y ai-je passé la majeure partie de mon temps</w:t>
      </w:r>
      <w:r>
        <w:t xml:space="preserve">, </w:t>
      </w:r>
      <w:r w:rsidR="008C5C61" w:rsidRPr="004C3E92">
        <w:t>de dix-huit à dix-neuf ans</w:t>
      </w:r>
      <w:r>
        <w:t xml:space="preserve">. </w:t>
      </w:r>
      <w:r w:rsidR="008C5C61" w:rsidRPr="004C3E92">
        <w:t>Lucy m</w:t>
      </w:r>
      <w:r>
        <w:t>’</w:t>
      </w:r>
      <w:r w:rsidR="008C5C61" w:rsidRPr="004C3E92">
        <w:t>apparut comme étant tout ce qu</w:t>
      </w:r>
      <w:r>
        <w:t>’</w:t>
      </w:r>
      <w:r w:rsidR="008C5C61" w:rsidRPr="004C3E92">
        <w:t>il y a d</w:t>
      </w:r>
      <w:r>
        <w:t>’</w:t>
      </w:r>
      <w:r w:rsidR="008C5C61" w:rsidRPr="004C3E92">
        <w:t>aimable et d</w:t>
      </w:r>
      <w:r>
        <w:t>’</w:t>
      </w:r>
      <w:r w:rsidR="008C5C61" w:rsidRPr="004C3E92">
        <w:t>obligeant</w:t>
      </w:r>
      <w:r>
        <w:t xml:space="preserve">. </w:t>
      </w:r>
      <w:r w:rsidR="008C5C61" w:rsidRPr="004C3E92">
        <w:t>Elle était jolie</w:t>
      </w:r>
      <w:r>
        <w:t xml:space="preserve">, </w:t>
      </w:r>
      <w:r w:rsidR="008C5C61" w:rsidRPr="004C3E92">
        <w:t>aussi</w:t>
      </w:r>
      <w:r>
        <w:t xml:space="preserve">, – </w:t>
      </w:r>
      <w:r w:rsidR="008C5C61" w:rsidRPr="004C3E92">
        <w:t>du moins</w:t>
      </w:r>
      <w:r>
        <w:t xml:space="preserve">, </w:t>
      </w:r>
      <w:r w:rsidR="008C5C61" w:rsidRPr="004C3E92">
        <w:t>je le croyais</w:t>
      </w:r>
      <w:r>
        <w:t xml:space="preserve">, </w:t>
      </w:r>
      <w:r w:rsidR="008C5C61" w:rsidRPr="004C3E92">
        <w:t>à l</w:t>
      </w:r>
      <w:r>
        <w:t>’</w:t>
      </w:r>
      <w:r w:rsidR="008C5C61" w:rsidRPr="004C3E92">
        <w:t>époque</w:t>
      </w:r>
      <w:r>
        <w:t xml:space="preserve"> ; </w:t>
      </w:r>
      <w:r w:rsidR="008C5C61" w:rsidRPr="004C3E92">
        <w:t>et je connaissais si peu les autres femmes</w:t>
      </w:r>
      <w:r>
        <w:t xml:space="preserve">, </w:t>
      </w:r>
      <w:r w:rsidR="008C5C61" w:rsidRPr="004C3E92">
        <w:t>que je ne pouvais faire de comparaisons</w:t>
      </w:r>
      <w:r>
        <w:t xml:space="preserve">, </w:t>
      </w:r>
      <w:r w:rsidR="008C5C61" w:rsidRPr="004C3E92">
        <w:t>ni voir de défauts</w:t>
      </w:r>
      <w:r>
        <w:t xml:space="preserve">. </w:t>
      </w:r>
      <w:r w:rsidR="008C5C61" w:rsidRPr="004C3E92">
        <w:t>Tout compte fait</w:t>
      </w:r>
      <w:r>
        <w:t xml:space="preserve">, </w:t>
      </w:r>
      <w:r w:rsidR="008C5C61" w:rsidRPr="004C3E92">
        <w:t>donc</w:t>
      </w:r>
      <w:r>
        <w:t xml:space="preserve">, </w:t>
      </w:r>
      <w:r w:rsidR="008C5C61" w:rsidRPr="004C3E92">
        <w:t>quelque sottes qu</w:t>
      </w:r>
      <w:r>
        <w:t>’</w:t>
      </w:r>
      <w:r w:rsidR="008C5C61" w:rsidRPr="004C3E92">
        <w:t>aient été nos fiançailles</w:t>
      </w:r>
      <w:r>
        <w:t xml:space="preserve">, </w:t>
      </w:r>
      <w:r w:rsidR="008C5C61" w:rsidRPr="004C3E92">
        <w:t>quelques sottes qu</w:t>
      </w:r>
      <w:r>
        <w:t>’</w:t>
      </w:r>
      <w:r w:rsidR="008C5C61" w:rsidRPr="004C3E92">
        <w:t>elles se soient révélées depuis lors</w:t>
      </w:r>
      <w:r>
        <w:t xml:space="preserve">, </w:t>
      </w:r>
      <w:r w:rsidR="008C5C61" w:rsidRPr="004C3E92">
        <w:t>j</w:t>
      </w:r>
      <w:r>
        <w:t>’</w:t>
      </w:r>
      <w:r w:rsidR="008C5C61" w:rsidRPr="004C3E92">
        <w:t>espère qu</w:t>
      </w:r>
      <w:r>
        <w:t>’</w:t>
      </w:r>
      <w:r w:rsidR="008C5C61" w:rsidRPr="004C3E92">
        <w:t>elles n</w:t>
      </w:r>
      <w:r>
        <w:t>’</w:t>
      </w:r>
      <w:r w:rsidR="008C5C61" w:rsidRPr="004C3E92">
        <w:t>étaient pas</w:t>
      </w:r>
      <w:r>
        <w:t xml:space="preserve">, </w:t>
      </w:r>
      <w:r w:rsidR="008C5C61" w:rsidRPr="004C3E92">
        <w:t>à cette époque</w:t>
      </w:r>
      <w:r>
        <w:t xml:space="preserve">, </w:t>
      </w:r>
      <w:r w:rsidR="008C5C61" w:rsidRPr="004C3E92">
        <w:t>une folie invraisemblable</w:t>
      </w:r>
      <w:r>
        <w:t xml:space="preserve">, </w:t>
      </w:r>
      <w:r w:rsidR="008C5C61" w:rsidRPr="004C3E92">
        <w:t>ni inexcusable</w:t>
      </w:r>
      <w:r>
        <w:t>.</w:t>
      </w:r>
    </w:p>
    <w:p w14:paraId="15CA1D83" w14:textId="77777777" w:rsidR="004A4993" w:rsidRDefault="008C5C61" w:rsidP="004A4993">
      <w:r w:rsidRPr="004C3E92">
        <w:t>Le changement que ces quelques heures avaient opéré dans l</w:t>
      </w:r>
      <w:r w:rsidR="004A4993">
        <w:t>’</w:t>
      </w:r>
      <w:r w:rsidRPr="004C3E92">
        <w:t xml:space="preserve">esprit et le bonheur des </w:t>
      </w:r>
      <w:proofErr w:type="spellStart"/>
      <w:r w:rsidRPr="004C3E92">
        <w:t>Dashwood</w:t>
      </w:r>
      <w:proofErr w:type="spellEnd"/>
      <w:r w:rsidRPr="004C3E92">
        <w:t xml:space="preserve"> était tel</w:t>
      </w:r>
      <w:r w:rsidR="004A4993">
        <w:t xml:space="preserve">, </w:t>
      </w:r>
      <w:r w:rsidRPr="004C3E92">
        <w:t>et d</w:t>
      </w:r>
      <w:r w:rsidR="004A4993">
        <w:t>’</w:t>
      </w:r>
      <w:r w:rsidRPr="004C3E92">
        <w:t>une telle a</w:t>
      </w:r>
      <w:r w:rsidRPr="004C3E92">
        <w:t>m</w:t>
      </w:r>
      <w:r w:rsidRPr="004C3E92">
        <w:t>pleur</w:t>
      </w:r>
      <w:r w:rsidR="004A4993">
        <w:t xml:space="preserve">, </w:t>
      </w:r>
      <w:r w:rsidRPr="004C3E92">
        <w:t>qu</w:t>
      </w:r>
      <w:r w:rsidR="004A4993">
        <w:t>’</w:t>
      </w:r>
      <w:r w:rsidRPr="004C3E92">
        <w:t>il leur promettait à toutes une nuit d</w:t>
      </w:r>
      <w:r w:rsidR="004A4993">
        <w:t>’</w:t>
      </w:r>
      <w:r w:rsidRPr="004C3E92">
        <w:t>insomnie</w:t>
      </w:r>
      <w:r w:rsidR="004A4993">
        <w:t xml:space="preserve">. </w:t>
      </w:r>
      <w:r w:rsidRPr="004C3E92">
        <w:t>Mrs</w:t>
      </w:r>
      <w:r w:rsidR="004A4993">
        <w:t xml:space="preserve">. </w:t>
      </w:r>
      <w:proofErr w:type="spellStart"/>
      <w:r w:rsidRPr="004C3E92">
        <w:t>Dashwood</w:t>
      </w:r>
      <w:proofErr w:type="spellEnd"/>
      <w:r w:rsidR="004A4993">
        <w:t xml:space="preserve">, </w:t>
      </w:r>
      <w:r w:rsidRPr="004C3E92">
        <w:t>trop heureuse pour être à son aise</w:t>
      </w:r>
      <w:r w:rsidR="004A4993">
        <w:t xml:space="preserve">, </w:t>
      </w:r>
      <w:r w:rsidRPr="004C3E92">
        <w:t>ne savait co</w:t>
      </w:r>
      <w:r w:rsidRPr="004C3E92">
        <w:t>m</w:t>
      </w:r>
      <w:r w:rsidRPr="004C3E92">
        <w:t xml:space="preserve">ment aimer suffisamment Edward ni louanger </w:t>
      </w:r>
      <w:proofErr w:type="spellStart"/>
      <w:r w:rsidRPr="004C3E92">
        <w:t>Elinor</w:t>
      </w:r>
      <w:proofErr w:type="spellEnd"/>
      <w:r w:rsidR="004A4993">
        <w:t xml:space="preserve">, – </w:t>
      </w:r>
      <w:r w:rsidRPr="004C3E92">
        <w:t>co</w:t>
      </w:r>
      <w:r w:rsidRPr="004C3E92">
        <w:t>m</w:t>
      </w:r>
      <w:r w:rsidRPr="004C3E92">
        <w:t>ment rendre suffisamment grâces de sa libération sans froisser sa délicatesse</w:t>
      </w:r>
      <w:r w:rsidR="004A4993">
        <w:t xml:space="preserve">, </w:t>
      </w:r>
      <w:r w:rsidRPr="004C3E92">
        <w:t>ni comment</w:t>
      </w:r>
      <w:r w:rsidR="004A4993">
        <w:t xml:space="preserve">, </w:t>
      </w:r>
      <w:r w:rsidRPr="004C3E92">
        <w:t>à la fois</w:t>
      </w:r>
      <w:r w:rsidR="004A4993">
        <w:t xml:space="preserve">, </w:t>
      </w:r>
      <w:r w:rsidRPr="004C3E92">
        <w:t>leur donner le loisir de s</w:t>
      </w:r>
      <w:r w:rsidR="004A4993">
        <w:t>’</w:t>
      </w:r>
      <w:r w:rsidRPr="004C3E92">
        <w:t>entretenir tous les deux sans retenue</w:t>
      </w:r>
      <w:r w:rsidR="004A4993">
        <w:t xml:space="preserve">, </w:t>
      </w:r>
      <w:r w:rsidRPr="004C3E92">
        <w:t>tout en jouissant à l</w:t>
      </w:r>
      <w:r w:rsidR="004A4993">
        <w:t>’</w:t>
      </w:r>
      <w:r w:rsidRPr="004C3E92">
        <w:t>envi de la vue et de la compagnie de l</w:t>
      </w:r>
      <w:r w:rsidR="004A4993">
        <w:t>’</w:t>
      </w:r>
      <w:r w:rsidRPr="004C3E92">
        <w:t>un et de l</w:t>
      </w:r>
      <w:r w:rsidR="004A4993">
        <w:t>’</w:t>
      </w:r>
      <w:r w:rsidRPr="004C3E92">
        <w:t>autre</w:t>
      </w:r>
      <w:r w:rsidR="004A4993">
        <w:t>.</w:t>
      </w:r>
    </w:p>
    <w:p w14:paraId="3B3504F0" w14:textId="77777777" w:rsidR="004A4993" w:rsidRDefault="008C5C61" w:rsidP="004A4993">
      <w:r w:rsidRPr="004C3E92">
        <w:t>Marianne fut incapable d</w:t>
      </w:r>
      <w:r w:rsidR="004A4993">
        <w:t>’</w:t>
      </w:r>
      <w:r w:rsidRPr="004C3E92">
        <w:t>exprimer son bonheur autrement que par des larmes</w:t>
      </w:r>
      <w:r w:rsidR="004A4993">
        <w:t xml:space="preserve">. </w:t>
      </w:r>
      <w:r w:rsidRPr="004C3E92">
        <w:t>Les comparaisons persistaient à se produ</w:t>
      </w:r>
      <w:r w:rsidRPr="004C3E92">
        <w:t>i</w:t>
      </w:r>
      <w:r w:rsidRPr="004C3E92">
        <w:t>re</w:t>
      </w:r>
      <w:r w:rsidR="004A4993">
        <w:t xml:space="preserve">, </w:t>
      </w:r>
      <w:r w:rsidRPr="004C3E92">
        <w:t>les regrets</w:t>
      </w:r>
      <w:r w:rsidR="004A4993">
        <w:t xml:space="preserve">, </w:t>
      </w:r>
      <w:r w:rsidRPr="004C3E92">
        <w:t>à se présenter</w:t>
      </w:r>
      <w:r w:rsidR="004A4993">
        <w:t xml:space="preserve"> ; </w:t>
      </w:r>
      <w:r w:rsidRPr="004C3E92">
        <w:t>et sa joie</w:t>
      </w:r>
      <w:r w:rsidR="004A4993">
        <w:t xml:space="preserve">, </w:t>
      </w:r>
      <w:r w:rsidRPr="004C3E92">
        <w:t>bien qu</w:t>
      </w:r>
      <w:r w:rsidR="004A4993">
        <w:t>’</w:t>
      </w:r>
      <w:r w:rsidRPr="004C3E92">
        <w:t>elle fût sincère</w:t>
      </w:r>
      <w:r w:rsidR="004A4993">
        <w:t xml:space="preserve">, </w:t>
      </w:r>
      <w:r w:rsidRPr="004C3E92">
        <w:t>comme son amour pour sa sœur</w:t>
      </w:r>
      <w:r w:rsidR="004A4993">
        <w:t xml:space="preserve">, </w:t>
      </w:r>
      <w:r w:rsidRPr="004C3E92">
        <w:t>était d</w:t>
      </w:r>
      <w:r w:rsidR="004A4993">
        <w:t>’</w:t>
      </w:r>
      <w:r w:rsidRPr="004C3E92">
        <w:t>un genre tel qu</w:t>
      </w:r>
      <w:r w:rsidR="004A4993">
        <w:t>’</w:t>
      </w:r>
      <w:r w:rsidRPr="004C3E92">
        <w:t>elle ne lui donnait ni entrain ni paroles</w:t>
      </w:r>
      <w:r w:rsidR="004A4993">
        <w:t>.</w:t>
      </w:r>
    </w:p>
    <w:p w14:paraId="5932BA64" w14:textId="77777777" w:rsidR="004A4993" w:rsidRDefault="008C5C61" w:rsidP="004A4993">
      <w:r w:rsidRPr="004C3E92">
        <w:lastRenderedPageBreak/>
        <w:t xml:space="preserve">Quant à </w:t>
      </w:r>
      <w:proofErr w:type="spellStart"/>
      <w:r w:rsidRPr="004C3E92">
        <w:t>Elinor</w:t>
      </w:r>
      <w:proofErr w:type="spellEnd"/>
      <w:r w:rsidR="004A4993">
        <w:t xml:space="preserve">, </w:t>
      </w:r>
      <w:r w:rsidRPr="004C3E92">
        <w:t>comment décrire les sentiments qu</w:t>
      </w:r>
      <w:r w:rsidR="004A4993">
        <w:t>’</w:t>
      </w:r>
      <w:r w:rsidRPr="004C3E92">
        <w:t>elle éprouvait</w:t>
      </w:r>
      <w:r w:rsidR="004A4993">
        <w:t xml:space="preserve"> ? </w:t>
      </w:r>
      <w:r w:rsidRPr="004C3E92">
        <w:t>Depuis l</w:t>
      </w:r>
      <w:r w:rsidR="004A4993">
        <w:t>’</w:t>
      </w:r>
      <w:r w:rsidRPr="004C3E92">
        <w:t>instant où elle avait appris que Lucy était mariée à un autre</w:t>
      </w:r>
      <w:r w:rsidR="004A4993">
        <w:t xml:space="preserve">, </w:t>
      </w:r>
      <w:r w:rsidRPr="004C3E92">
        <w:t>qu</w:t>
      </w:r>
      <w:r w:rsidR="004A4993">
        <w:t>’</w:t>
      </w:r>
      <w:r w:rsidRPr="004C3E92">
        <w:t>Edward était libre</w:t>
      </w:r>
      <w:r w:rsidR="004A4993">
        <w:t xml:space="preserve">, </w:t>
      </w:r>
      <w:r w:rsidRPr="004C3E92">
        <w:t>jusqu</w:t>
      </w:r>
      <w:r w:rsidR="004A4993">
        <w:t>’</w:t>
      </w:r>
      <w:r w:rsidRPr="004C3E92">
        <w:t xml:space="preserve">à celui où il avait justifié les espoirs qui en étaient immédiatement </w:t>
      </w:r>
      <w:proofErr w:type="spellStart"/>
      <w:r w:rsidRPr="004C3E92">
        <w:t>résultés</w:t>
      </w:r>
      <w:proofErr w:type="spellEnd"/>
      <w:r w:rsidR="004A4993">
        <w:t xml:space="preserve">, </w:t>
      </w:r>
      <w:r w:rsidRPr="004C3E92">
        <w:t>elle avait passé tour à tour par tous les états d</w:t>
      </w:r>
      <w:r w:rsidR="004A4993">
        <w:t>’</w:t>
      </w:r>
      <w:r w:rsidRPr="004C3E92">
        <w:t>âme</w:t>
      </w:r>
      <w:r w:rsidR="004A4993">
        <w:t xml:space="preserve">, </w:t>
      </w:r>
      <w:r w:rsidRPr="004C3E92">
        <w:t>hormis la tra</w:t>
      </w:r>
      <w:r w:rsidRPr="004C3E92">
        <w:t>n</w:t>
      </w:r>
      <w:r w:rsidRPr="004C3E92">
        <w:t>quillité</w:t>
      </w:r>
      <w:r w:rsidR="004A4993">
        <w:t xml:space="preserve">. </w:t>
      </w:r>
      <w:r w:rsidRPr="004C3E92">
        <w:t>Mais</w:t>
      </w:r>
      <w:r w:rsidR="004A4993">
        <w:t xml:space="preserve">, </w:t>
      </w:r>
      <w:r w:rsidRPr="004C3E92">
        <w:t>le second moment passé</w:t>
      </w:r>
      <w:r w:rsidR="004A4993">
        <w:t xml:space="preserve">, – </w:t>
      </w:r>
      <w:r w:rsidRPr="004C3E92">
        <w:t>lorsqu</w:t>
      </w:r>
      <w:r w:rsidR="004A4993">
        <w:t>’</w:t>
      </w:r>
      <w:r w:rsidRPr="004C3E92">
        <w:t>elle eut déco</w:t>
      </w:r>
      <w:r w:rsidRPr="004C3E92">
        <w:t>u</w:t>
      </w:r>
      <w:r w:rsidRPr="004C3E92">
        <w:t>vert que tout doute</w:t>
      </w:r>
      <w:r w:rsidR="004A4993">
        <w:t xml:space="preserve">, </w:t>
      </w:r>
      <w:r w:rsidRPr="004C3E92">
        <w:t>toute inquiétude</w:t>
      </w:r>
      <w:r w:rsidR="004A4993">
        <w:t xml:space="preserve">, </w:t>
      </w:r>
      <w:r w:rsidRPr="004C3E92">
        <w:t>étaient dissipés</w:t>
      </w:r>
      <w:r w:rsidR="004A4993">
        <w:t xml:space="preserve">, – </w:t>
      </w:r>
      <w:r w:rsidRPr="004C3E92">
        <w:t>qu</w:t>
      </w:r>
      <w:r w:rsidR="004A4993">
        <w:t>’</w:t>
      </w:r>
      <w:r w:rsidRPr="004C3E92">
        <w:t>elle eut comparé sa situation à ce qu</w:t>
      </w:r>
      <w:r w:rsidR="004A4993">
        <w:t>’</w:t>
      </w:r>
      <w:r w:rsidRPr="004C3E92">
        <w:t>elle avait si récemment été</w:t>
      </w:r>
      <w:r w:rsidR="004A4993">
        <w:t xml:space="preserve">, – </w:t>
      </w:r>
      <w:r w:rsidRPr="004C3E92">
        <w:t>qu</w:t>
      </w:r>
      <w:r w:rsidR="004A4993">
        <w:t>’</w:t>
      </w:r>
      <w:r w:rsidRPr="004C3E92">
        <w:t>elle le vit honorablement libéré de ses engagements ant</w:t>
      </w:r>
      <w:r w:rsidRPr="004C3E92">
        <w:t>é</w:t>
      </w:r>
      <w:r w:rsidRPr="004C3E92">
        <w:t>rieurs</w:t>
      </w:r>
      <w:r w:rsidR="004A4993">
        <w:t xml:space="preserve">, – </w:t>
      </w:r>
      <w:r w:rsidRPr="004C3E92">
        <w:t>qu</w:t>
      </w:r>
      <w:r w:rsidR="004A4993">
        <w:t>’</w:t>
      </w:r>
      <w:r w:rsidRPr="004C3E92">
        <w:t>elle le vit à l</w:t>
      </w:r>
      <w:r w:rsidR="004A4993">
        <w:t>’</w:t>
      </w:r>
      <w:r w:rsidRPr="004C3E92">
        <w:t>instant profiter de cette libération pour lui adresser ses hommages et lui déclarer une affection aussi tendre</w:t>
      </w:r>
      <w:r w:rsidR="004A4993">
        <w:t xml:space="preserve">, </w:t>
      </w:r>
      <w:r w:rsidRPr="004C3E92">
        <w:t>aussi constante</w:t>
      </w:r>
      <w:r w:rsidR="004A4993">
        <w:t xml:space="preserve">, </w:t>
      </w:r>
      <w:r w:rsidRPr="004C3E92">
        <w:t>qu</w:t>
      </w:r>
      <w:r w:rsidR="004A4993">
        <w:t>’</w:t>
      </w:r>
      <w:r w:rsidRPr="004C3E92">
        <w:t>elle l</w:t>
      </w:r>
      <w:r w:rsidR="004A4993">
        <w:t>’</w:t>
      </w:r>
      <w:r w:rsidRPr="004C3E92">
        <w:t>avait jamais supposée</w:t>
      </w:r>
      <w:r w:rsidR="004A4993">
        <w:t xml:space="preserve">, – </w:t>
      </w:r>
      <w:r w:rsidRPr="004C3E92">
        <w:t>elle fut oppressée</w:t>
      </w:r>
      <w:r w:rsidR="004A4993">
        <w:t xml:space="preserve">, </w:t>
      </w:r>
      <w:r w:rsidRPr="004C3E92">
        <w:t>elle fut submergée par sa propre félicité</w:t>
      </w:r>
      <w:r w:rsidR="004A4993">
        <w:t xml:space="preserve"> ; </w:t>
      </w:r>
      <w:r w:rsidRPr="004C3E92">
        <w:t>et</w:t>
      </w:r>
      <w:r w:rsidR="004A4993">
        <w:t xml:space="preserve">, </w:t>
      </w:r>
      <w:r w:rsidRPr="004C3E92">
        <w:t>tout heureusement disposé que soit l</w:t>
      </w:r>
      <w:r w:rsidR="004A4993">
        <w:t>’</w:t>
      </w:r>
      <w:r w:rsidRPr="004C3E92">
        <w:t>esprit humain à se familiariser facilement avec tout changement en mieux</w:t>
      </w:r>
      <w:r w:rsidR="004A4993">
        <w:t xml:space="preserve">, </w:t>
      </w:r>
      <w:r w:rsidRPr="004C3E92">
        <w:t>il fallut plusieurs heures pour donner du calme à ses idées</w:t>
      </w:r>
      <w:r w:rsidR="004A4993">
        <w:t xml:space="preserve">, </w:t>
      </w:r>
      <w:r w:rsidRPr="004C3E92">
        <w:t>ou quelque tranquill</w:t>
      </w:r>
      <w:r w:rsidRPr="004C3E92">
        <w:t>i</w:t>
      </w:r>
      <w:r w:rsidRPr="004C3E92">
        <w:t>té à son cœur</w:t>
      </w:r>
      <w:r w:rsidR="004A4993">
        <w:t>.</w:t>
      </w:r>
    </w:p>
    <w:p w14:paraId="5C195D40" w14:textId="77777777" w:rsidR="004A4993" w:rsidRDefault="008C5C61" w:rsidP="004A4993">
      <w:r w:rsidRPr="004C3E92">
        <w:t>Edward se trouva à présent établi à la maisonnette au moins pour huit jours</w:t>
      </w:r>
      <w:r w:rsidR="004A4993">
        <w:t xml:space="preserve"> ; </w:t>
      </w:r>
      <w:r w:rsidRPr="004C3E92">
        <w:t>car quelles que fussent les obligations qu</w:t>
      </w:r>
      <w:r w:rsidR="004A4993">
        <w:t>’</w:t>
      </w:r>
      <w:r w:rsidRPr="004C3E92">
        <w:t>il pouvait avoir par ailleurs</w:t>
      </w:r>
      <w:r w:rsidR="004A4993">
        <w:t xml:space="preserve">, </w:t>
      </w:r>
      <w:r w:rsidRPr="004C3E92">
        <w:t>il était impossible que moins d</w:t>
      </w:r>
      <w:r w:rsidR="004A4993">
        <w:t>’</w:t>
      </w:r>
      <w:r w:rsidRPr="004C3E92">
        <w:t>une semaine fût consacrée à jouir de la compagnie d</w:t>
      </w:r>
      <w:r w:rsidR="004A4993">
        <w:t>’</w:t>
      </w:r>
      <w:proofErr w:type="spellStart"/>
      <w:r w:rsidRPr="004C3E92">
        <w:t>Elinor</w:t>
      </w:r>
      <w:proofErr w:type="spellEnd"/>
      <w:r w:rsidR="004A4993">
        <w:t xml:space="preserve">, </w:t>
      </w:r>
      <w:r w:rsidRPr="004C3E92">
        <w:t>ou suffît à dire la moitié de ce qu</w:t>
      </w:r>
      <w:r w:rsidR="004A4993">
        <w:t>’</w:t>
      </w:r>
      <w:r w:rsidRPr="004C3E92">
        <w:t>il y avait à dire sur le passé</w:t>
      </w:r>
      <w:r w:rsidR="004A4993">
        <w:t xml:space="preserve">, </w:t>
      </w:r>
      <w:r w:rsidRPr="004C3E92">
        <w:t>le présent</w:t>
      </w:r>
      <w:r w:rsidR="004A4993">
        <w:t xml:space="preserve">, </w:t>
      </w:r>
      <w:r w:rsidRPr="004C3E92">
        <w:t>et l</w:t>
      </w:r>
      <w:r w:rsidR="004A4993">
        <w:t>’</w:t>
      </w:r>
      <w:r w:rsidRPr="004C3E92">
        <w:t>avenir</w:t>
      </w:r>
      <w:r w:rsidR="004A4993">
        <w:t xml:space="preserve"> ; </w:t>
      </w:r>
      <w:r w:rsidRPr="004C3E92">
        <w:t>car</w:t>
      </w:r>
      <w:r w:rsidR="004A4993">
        <w:t xml:space="preserve">, </w:t>
      </w:r>
      <w:r w:rsidRPr="004C3E92">
        <w:t>bien que fort peu d</w:t>
      </w:r>
      <w:r w:rsidR="004A4993">
        <w:t>’</w:t>
      </w:r>
      <w:r w:rsidRPr="004C3E92">
        <w:t>heures passées au dur travail qui consiste à causer sans arrêt liquideront plus de sujets qu</w:t>
      </w:r>
      <w:r w:rsidR="004A4993">
        <w:t>’</w:t>
      </w:r>
      <w:r w:rsidRPr="004C3E92">
        <w:t>il n</w:t>
      </w:r>
      <w:r w:rsidR="004A4993">
        <w:t>’</w:t>
      </w:r>
      <w:r w:rsidRPr="004C3E92">
        <w:t>en peut véritablement en exister entre deux êtres raisonnables quelconques</w:t>
      </w:r>
      <w:r w:rsidR="004A4993">
        <w:t xml:space="preserve">, </w:t>
      </w:r>
      <w:r w:rsidRPr="004C3E92">
        <w:t>il en va différemment des amoureux</w:t>
      </w:r>
      <w:r w:rsidR="004A4993">
        <w:t xml:space="preserve">. </w:t>
      </w:r>
      <w:r w:rsidRPr="004C3E92">
        <w:t>Entre eux</w:t>
      </w:r>
      <w:r w:rsidR="004A4993">
        <w:t xml:space="preserve">, </w:t>
      </w:r>
      <w:r w:rsidRPr="004C3E92">
        <w:t>aucun sujet n</w:t>
      </w:r>
      <w:r w:rsidR="004A4993">
        <w:t>’</w:t>
      </w:r>
      <w:r w:rsidRPr="004C3E92">
        <w:t>est épuisé</w:t>
      </w:r>
      <w:r w:rsidR="004A4993">
        <w:t xml:space="preserve">, </w:t>
      </w:r>
      <w:r w:rsidRPr="004C3E92">
        <w:t>aucune communication n</w:t>
      </w:r>
      <w:r w:rsidR="004A4993">
        <w:t>’</w:t>
      </w:r>
      <w:r w:rsidRPr="004C3E92">
        <w:t>est même faite</w:t>
      </w:r>
      <w:r w:rsidR="004A4993">
        <w:t xml:space="preserve">, </w:t>
      </w:r>
      <w:r w:rsidRPr="004C3E92">
        <w:t>qu</w:t>
      </w:r>
      <w:r w:rsidR="004A4993">
        <w:t>’</w:t>
      </w:r>
      <w:r w:rsidRPr="004C3E92">
        <w:t>ils n</w:t>
      </w:r>
      <w:r w:rsidR="004A4993">
        <w:t>’</w:t>
      </w:r>
      <w:r w:rsidRPr="004C3E92">
        <w:t>aient été effectués pour le moins à vingt reprises différentes</w:t>
      </w:r>
      <w:r w:rsidR="004A4993">
        <w:t>.</w:t>
      </w:r>
    </w:p>
    <w:p w14:paraId="37DA64A0" w14:textId="77777777" w:rsidR="004A4993" w:rsidRDefault="008C5C61" w:rsidP="004A4993">
      <w:r w:rsidRPr="004C3E92">
        <w:t>Le mariage de Lucy</w:t>
      </w:r>
      <w:r w:rsidR="004A4993">
        <w:t xml:space="preserve">, </w:t>
      </w:r>
      <w:r w:rsidRPr="004C3E92">
        <w:t>l</w:t>
      </w:r>
      <w:r w:rsidR="004A4993">
        <w:t>’</w:t>
      </w:r>
      <w:r w:rsidRPr="004C3E92">
        <w:t>étonnement incessant et raisonnable chez eux tous</w:t>
      </w:r>
      <w:r w:rsidR="004A4993">
        <w:t xml:space="preserve">, </w:t>
      </w:r>
      <w:r w:rsidRPr="004C3E92">
        <w:t>constitua</w:t>
      </w:r>
      <w:r w:rsidR="004A4993">
        <w:t xml:space="preserve">, </w:t>
      </w:r>
      <w:r w:rsidRPr="004C3E92">
        <w:t>bien entendu</w:t>
      </w:r>
      <w:r w:rsidR="004A4993">
        <w:t xml:space="preserve">, </w:t>
      </w:r>
      <w:r w:rsidRPr="004C3E92">
        <w:t>l</w:t>
      </w:r>
      <w:r w:rsidR="004A4993">
        <w:t>’</w:t>
      </w:r>
      <w:r w:rsidRPr="004C3E92">
        <w:t>une des premières di</w:t>
      </w:r>
      <w:r w:rsidRPr="004C3E92">
        <w:t>s</w:t>
      </w:r>
      <w:r w:rsidRPr="004C3E92">
        <w:t>cussions entre les amoureux</w:t>
      </w:r>
      <w:r w:rsidR="004A4993">
        <w:t xml:space="preserve"> ; </w:t>
      </w:r>
      <w:r w:rsidRPr="004C3E92">
        <w:t xml:space="preserve">et la connaissance </w:t>
      </w:r>
      <w:r w:rsidRPr="004C3E92">
        <w:lastRenderedPageBreak/>
        <w:t xml:space="preserve">que possédait </w:t>
      </w:r>
      <w:proofErr w:type="spellStart"/>
      <w:r w:rsidRPr="004C3E92">
        <w:t>Elinor</w:t>
      </w:r>
      <w:proofErr w:type="spellEnd"/>
      <w:r w:rsidRPr="004C3E92">
        <w:t xml:space="preserve"> de chacun des intéressés faisait</w:t>
      </w:r>
      <w:r w:rsidR="004A4993">
        <w:t xml:space="preserve">, </w:t>
      </w:r>
      <w:r w:rsidRPr="004C3E92">
        <w:t>à ses yeux</w:t>
      </w:r>
      <w:r w:rsidR="004A4993">
        <w:t xml:space="preserve">, </w:t>
      </w:r>
      <w:r w:rsidRPr="004C3E92">
        <w:t>de cet év</w:t>
      </w:r>
      <w:r w:rsidRPr="004C3E92">
        <w:t>é</w:t>
      </w:r>
      <w:r w:rsidRPr="004C3E92">
        <w:t>nement l</w:t>
      </w:r>
      <w:r w:rsidR="004A4993">
        <w:t>’</w:t>
      </w:r>
      <w:r w:rsidRPr="004C3E92">
        <w:t>un des plus extraordinaires et des plus inexplicables dont elle eût jamais entendu parler</w:t>
      </w:r>
      <w:r w:rsidR="004A4993">
        <w:t xml:space="preserve">. </w:t>
      </w:r>
      <w:r w:rsidRPr="004C3E92">
        <w:t>Comment ils avaient pu nouer ensemble des relations</w:t>
      </w:r>
      <w:r w:rsidR="004A4993">
        <w:t xml:space="preserve">, </w:t>
      </w:r>
      <w:r w:rsidRPr="004C3E92">
        <w:t>et par quel attrait Robert avait pu être incité à épouser une jeune fille de la beauté de laquelle elle l</w:t>
      </w:r>
      <w:r w:rsidR="004A4993">
        <w:t>’</w:t>
      </w:r>
      <w:r w:rsidRPr="004C3E92">
        <w:t>avait elle-même entendu parler sans admiration aucune</w:t>
      </w:r>
      <w:r w:rsidR="004A4993">
        <w:t xml:space="preserve">, – </w:t>
      </w:r>
      <w:r w:rsidRPr="004C3E92">
        <w:t>une jeune fille</w:t>
      </w:r>
      <w:r w:rsidR="004A4993">
        <w:t xml:space="preserve">, </w:t>
      </w:r>
      <w:r w:rsidRPr="004C3E92">
        <w:t>qui plus est</w:t>
      </w:r>
      <w:r w:rsidR="004A4993">
        <w:t xml:space="preserve">, </w:t>
      </w:r>
      <w:r w:rsidRPr="004C3E92">
        <w:t>déjà fiancée à son frère</w:t>
      </w:r>
      <w:r w:rsidR="004A4993">
        <w:t xml:space="preserve">, </w:t>
      </w:r>
      <w:r w:rsidRPr="004C3E92">
        <w:t>et à cause de l</w:t>
      </w:r>
      <w:r w:rsidRPr="004C3E92">
        <w:t>a</w:t>
      </w:r>
      <w:r w:rsidRPr="004C3E92">
        <w:t>quelle ce frère avait été renié par les siens</w:t>
      </w:r>
      <w:r w:rsidR="004A4993">
        <w:t xml:space="preserve">, – </w:t>
      </w:r>
      <w:r w:rsidRPr="004C3E92">
        <w:t>voilà qui dépassait sa compréhension</w:t>
      </w:r>
      <w:r w:rsidR="004A4993">
        <w:t xml:space="preserve">. </w:t>
      </w:r>
      <w:r w:rsidRPr="004C3E92">
        <w:t>Pour son cœur</w:t>
      </w:r>
      <w:r w:rsidR="004A4993">
        <w:t xml:space="preserve">, </w:t>
      </w:r>
      <w:r w:rsidRPr="004C3E92">
        <w:t>c</w:t>
      </w:r>
      <w:r w:rsidR="004A4993">
        <w:t>’</w:t>
      </w:r>
      <w:r w:rsidRPr="004C3E92">
        <w:t>était une affaire délicieuse</w:t>
      </w:r>
      <w:r w:rsidR="004A4993">
        <w:t xml:space="preserve"> ; </w:t>
      </w:r>
      <w:r w:rsidRPr="004C3E92">
        <w:t>pour son imagination</w:t>
      </w:r>
      <w:r w:rsidR="004A4993">
        <w:t xml:space="preserve">, </w:t>
      </w:r>
      <w:r w:rsidRPr="004C3E92">
        <w:t>c</w:t>
      </w:r>
      <w:r w:rsidR="004A4993">
        <w:t>’</w:t>
      </w:r>
      <w:r w:rsidRPr="004C3E92">
        <w:t>en était une ridicule</w:t>
      </w:r>
      <w:r w:rsidR="004A4993">
        <w:t xml:space="preserve"> ; </w:t>
      </w:r>
      <w:r w:rsidRPr="004C3E92">
        <w:t>mais pour sa ra</w:t>
      </w:r>
      <w:r w:rsidRPr="004C3E92">
        <w:t>i</w:t>
      </w:r>
      <w:r w:rsidRPr="004C3E92">
        <w:t>son</w:t>
      </w:r>
      <w:r w:rsidR="004A4993">
        <w:t xml:space="preserve">, </w:t>
      </w:r>
      <w:r w:rsidRPr="004C3E92">
        <w:t>pour son jugement</w:t>
      </w:r>
      <w:r w:rsidR="004A4993">
        <w:t xml:space="preserve">, </w:t>
      </w:r>
      <w:r w:rsidRPr="004C3E92">
        <w:t>c</w:t>
      </w:r>
      <w:r w:rsidR="004A4993">
        <w:t>’</w:t>
      </w:r>
      <w:r w:rsidRPr="004C3E92">
        <w:t>était une énigme totale</w:t>
      </w:r>
      <w:r w:rsidR="004A4993">
        <w:t>.</w:t>
      </w:r>
    </w:p>
    <w:p w14:paraId="20EC0382" w14:textId="77777777" w:rsidR="004A4993" w:rsidRDefault="008C5C61" w:rsidP="004A4993">
      <w:r w:rsidRPr="004C3E92">
        <w:t>Edward ne put tenter une explication qu</w:t>
      </w:r>
      <w:r w:rsidR="004A4993">
        <w:t>’</w:t>
      </w:r>
      <w:r w:rsidRPr="004C3E92">
        <w:t>en supposant que</w:t>
      </w:r>
      <w:r w:rsidR="004A4993">
        <w:t xml:space="preserve">, </w:t>
      </w:r>
      <w:r w:rsidRPr="004C3E92">
        <w:t>s</w:t>
      </w:r>
      <w:r w:rsidR="004A4993">
        <w:t>’</w:t>
      </w:r>
      <w:r w:rsidRPr="004C3E92">
        <w:t>étant peut-être rencontrés accidentellement</w:t>
      </w:r>
      <w:r w:rsidR="004A4993">
        <w:t xml:space="preserve">, </w:t>
      </w:r>
      <w:r w:rsidRPr="004C3E92">
        <w:t>la vanité de l</w:t>
      </w:r>
      <w:r w:rsidR="004A4993">
        <w:t>’</w:t>
      </w:r>
      <w:r w:rsidRPr="004C3E92">
        <w:t>un avait été à tel point travaillée par la flatterie de l</w:t>
      </w:r>
      <w:r w:rsidR="004A4993">
        <w:t>’</w:t>
      </w:r>
      <w:r w:rsidRPr="004C3E92">
        <w:t>autre</w:t>
      </w:r>
      <w:r w:rsidR="004A4993">
        <w:t xml:space="preserve">, </w:t>
      </w:r>
      <w:r w:rsidRPr="004C3E92">
        <w:t>que tout le reste en était graduellement résulté</w:t>
      </w:r>
      <w:r w:rsidR="004A4993">
        <w:t xml:space="preserve">. </w:t>
      </w:r>
      <w:proofErr w:type="spellStart"/>
      <w:r w:rsidRPr="004C3E92">
        <w:t>Elinor</w:t>
      </w:r>
      <w:proofErr w:type="spellEnd"/>
      <w:r w:rsidRPr="004C3E92">
        <w:t xml:space="preserve"> se souvint de ce que lui avait dit Robert dans Harley Street</w:t>
      </w:r>
      <w:r w:rsidR="004A4993">
        <w:t xml:space="preserve">, </w:t>
      </w:r>
      <w:r w:rsidRPr="004C3E92">
        <w:t>touchant son op</w:t>
      </w:r>
      <w:r w:rsidRPr="004C3E92">
        <w:t>i</w:t>
      </w:r>
      <w:r w:rsidRPr="004C3E92">
        <w:t>nion de ce qu</w:t>
      </w:r>
      <w:r w:rsidR="004A4993">
        <w:t>’</w:t>
      </w:r>
      <w:r w:rsidRPr="004C3E92">
        <w:t>eût pu accomplir sa propre médiation dans les a</w:t>
      </w:r>
      <w:r w:rsidRPr="004C3E92">
        <w:t>f</w:t>
      </w:r>
      <w:r w:rsidRPr="004C3E92">
        <w:t>faires de son frère</w:t>
      </w:r>
      <w:r w:rsidR="004A4993">
        <w:t xml:space="preserve">, </w:t>
      </w:r>
      <w:r w:rsidRPr="004C3E92">
        <w:t>si l</w:t>
      </w:r>
      <w:r w:rsidR="004A4993">
        <w:t>’</w:t>
      </w:r>
      <w:r w:rsidRPr="004C3E92">
        <w:t>on s</w:t>
      </w:r>
      <w:r w:rsidR="004A4993">
        <w:t>’</w:t>
      </w:r>
      <w:r w:rsidRPr="004C3E92">
        <w:t>était adressé à lui en temps utile</w:t>
      </w:r>
      <w:r w:rsidR="004A4993">
        <w:t xml:space="preserve">. </w:t>
      </w:r>
      <w:r w:rsidRPr="004C3E92">
        <w:t>Elle le répéta à Edward</w:t>
      </w:r>
      <w:r w:rsidR="004A4993">
        <w:t>.</w:t>
      </w:r>
    </w:p>
    <w:p w14:paraId="14737690" w14:textId="77777777" w:rsidR="004A4993" w:rsidRDefault="004A4993" w:rsidP="004A4993">
      <w:r>
        <w:t>— </w:t>
      </w:r>
      <w:r w:rsidR="008C5C61" w:rsidRPr="004C3E92">
        <w:t>C</w:t>
      </w:r>
      <w:r>
        <w:t>’</w:t>
      </w:r>
      <w:r w:rsidR="008C5C61" w:rsidRPr="004C3E92">
        <w:t>est bien là du Robert tout pur</w:t>
      </w:r>
      <w:r>
        <w:t xml:space="preserve">, </w:t>
      </w:r>
      <w:r w:rsidR="008C5C61" w:rsidRPr="004C3E92">
        <w:t>fit-il immédiatement</w:t>
      </w:r>
      <w:r>
        <w:t xml:space="preserve">. </w:t>
      </w:r>
      <w:r w:rsidR="008C5C61" w:rsidRPr="004C3E92">
        <w:t>Et il se peut</w:t>
      </w:r>
      <w:r>
        <w:t xml:space="preserve">, </w:t>
      </w:r>
      <w:r w:rsidR="008C5C61" w:rsidRPr="004C3E92">
        <w:t>ajouta-t-il au bout de quelques instants</w:t>
      </w:r>
      <w:r>
        <w:t xml:space="preserve">, </w:t>
      </w:r>
      <w:r w:rsidR="008C5C61" w:rsidRPr="004C3E92">
        <w:t>qu</w:t>
      </w:r>
      <w:r>
        <w:t>’</w:t>
      </w:r>
      <w:r w:rsidR="008C5C61" w:rsidRPr="004C3E92">
        <w:t>il ait eu cela en tête au moment où ils ont noué connaissance</w:t>
      </w:r>
      <w:r>
        <w:t xml:space="preserve">. </w:t>
      </w:r>
      <w:r w:rsidR="008C5C61" w:rsidRPr="004C3E92">
        <w:t>Et peut-être</w:t>
      </w:r>
      <w:r>
        <w:t xml:space="preserve">, </w:t>
      </w:r>
      <w:r w:rsidR="008C5C61" w:rsidRPr="004C3E92">
        <w:t>au début</w:t>
      </w:r>
      <w:r>
        <w:t xml:space="preserve">, </w:t>
      </w:r>
      <w:r w:rsidR="008C5C61" w:rsidRPr="004C3E92">
        <w:t>Lucy a-t-elle pu ne songer qu</w:t>
      </w:r>
      <w:r>
        <w:t>’</w:t>
      </w:r>
      <w:r w:rsidR="008C5C61" w:rsidRPr="004C3E92">
        <w:t>à s</w:t>
      </w:r>
      <w:r>
        <w:t>’</w:t>
      </w:r>
      <w:r w:rsidR="008C5C61" w:rsidRPr="004C3E92">
        <w:t>assurer ses bons offices en ma faveur</w:t>
      </w:r>
      <w:r>
        <w:t xml:space="preserve">. </w:t>
      </w:r>
      <w:r w:rsidR="008C5C61" w:rsidRPr="004C3E92">
        <w:t>D</w:t>
      </w:r>
      <w:r>
        <w:t>’</w:t>
      </w:r>
      <w:r w:rsidR="008C5C61" w:rsidRPr="004C3E92">
        <w:t>autres desseins ont pu naître par la su</w:t>
      </w:r>
      <w:r w:rsidR="008C5C61" w:rsidRPr="004C3E92">
        <w:t>i</w:t>
      </w:r>
      <w:r w:rsidR="008C5C61" w:rsidRPr="004C3E92">
        <w:t>te</w:t>
      </w:r>
      <w:r>
        <w:t>.</w:t>
      </w:r>
    </w:p>
    <w:p w14:paraId="62FD12EB" w14:textId="77777777" w:rsidR="004A4993" w:rsidRDefault="008C5C61" w:rsidP="004A4993">
      <w:r w:rsidRPr="004C3E92">
        <w:t>Mais quant à savoir combien de temps ce commerce s</w:t>
      </w:r>
      <w:r w:rsidR="004A4993">
        <w:t>’</w:t>
      </w:r>
      <w:r w:rsidRPr="004C3E92">
        <w:t>était poursuivi entre eux</w:t>
      </w:r>
      <w:r w:rsidR="004A4993">
        <w:t xml:space="preserve">, </w:t>
      </w:r>
      <w:r w:rsidRPr="004C3E92">
        <w:t>voilà ce qu</w:t>
      </w:r>
      <w:r w:rsidR="004A4993">
        <w:t>’</w:t>
      </w:r>
      <w:r w:rsidRPr="004C3E92">
        <w:t>il était aussi incapable qu</w:t>
      </w:r>
      <w:r w:rsidR="004A4993">
        <w:t>’</w:t>
      </w:r>
      <w:r w:rsidRPr="004C3E92">
        <w:t>elle de discerner</w:t>
      </w:r>
      <w:r w:rsidR="004A4993">
        <w:t xml:space="preserve"> ; </w:t>
      </w:r>
      <w:r w:rsidRPr="004C3E92">
        <w:t>car à Oxford</w:t>
      </w:r>
      <w:r w:rsidR="004A4993">
        <w:t xml:space="preserve">, </w:t>
      </w:r>
      <w:r w:rsidRPr="004C3E92">
        <w:t>où il avait préféré demeurer depuis son départ de Londres</w:t>
      </w:r>
      <w:r w:rsidR="004A4993">
        <w:t xml:space="preserve">, </w:t>
      </w:r>
      <w:r w:rsidRPr="004C3E92">
        <w:t>il n</w:t>
      </w:r>
      <w:r w:rsidR="004A4993">
        <w:t>’</w:t>
      </w:r>
      <w:r w:rsidRPr="004C3E92">
        <w:t>avait eu d</w:t>
      </w:r>
      <w:r w:rsidR="004A4993">
        <w:t>’</w:t>
      </w:r>
      <w:r w:rsidRPr="004C3E92">
        <w:t>autre moyen de recevoir des nouvelles d</w:t>
      </w:r>
      <w:r w:rsidR="004A4993">
        <w:t>’</w:t>
      </w:r>
      <w:r w:rsidRPr="004C3E92">
        <w:t>elle</w:t>
      </w:r>
      <w:r w:rsidR="004A4993">
        <w:t xml:space="preserve">, </w:t>
      </w:r>
      <w:r w:rsidRPr="004C3E92">
        <w:t>que d</w:t>
      </w:r>
      <w:r w:rsidR="004A4993">
        <w:t>’</w:t>
      </w:r>
      <w:r w:rsidRPr="004C3E92">
        <w:t>attendre celles qu</w:t>
      </w:r>
      <w:r w:rsidR="004A4993">
        <w:t>’</w:t>
      </w:r>
      <w:r w:rsidRPr="004C3E92">
        <w:t xml:space="preserve">elle </w:t>
      </w:r>
      <w:r w:rsidRPr="004C3E92">
        <w:lastRenderedPageBreak/>
        <w:t>lui donnait elle-même</w:t>
      </w:r>
      <w:r w:rsidR="004A4993">
        <w:t xml:space="preserve">, </w:t>
      </w:r>
      <w:r w:rsidRPr="004C3E92">
        <w:t>et ses lettres</w:t>
      </w:r>
      <w:r w:rsidR="004A4993">
        <w:t xml:space="preserve">, </w:t>
      </w:r>
      <w:r w:rsidRPr="004C3E92">
        <w:t>jusqu</w:t>
      </w:r>
      <w:r w:rsidR="004A4993">
        <w:t>’</w:t>
      </w:r>
      <w:r w:rsidRPr="004C3E92">
        <w:t>à la toute dernière</w:t>
      </w:r>
      <w:r w:rsidR="004A4993">
        <w:t xml:space="preserve">, </w:t>
      </w:r>
      <w:r w:rsidRPr="004C3E92">
        <w:t>n</w:t>
      </w:r>
      <w:r w:rsidR="004A4993">
        <w:t>’</w:t>
      </w:r>
      <w:r w:rsidRPr="004C3E92">
        <w:t>étaient ni moins fréquentes</w:t>
      </w:r>
      <w:r w:rsidR="004A4993">
        <w:t xml:space="preserve">, </w:t>
      </w:r>
      <w:r w:rsidRPr="004C3E92">
        <w:t>ni moins affectueuses</w:t>
      </w:r>
      <w:r w:rsidR="004A4993">
        <w:t xml:space="preserve">, </w:t>
      </w:r>
      <w:r w:rsidRPr="004C3E92">
        <w:t>que d</w:t>
      </w:r>
      <w:r w:rsidR="004A4993">
        <w:t>’</w:t>
      </w:r>
      <w:r w:rsidRPr="004C3E92">
        <w:t>ordinaire</w:t>
      </w:r>
      <w:r w:rsidR="004A4993">
        <w:t xml:space="preserve">. </w:t>
      </w:r>
      <w:r w:rsidRPr="004C3E92">
        <w:t>Il n</w:t>
      </w:r>
      <w:r w:rsidR="004A4993">
        <w:t>’</w:t>
      </w:r>
      <w:r w:rsidRPr="004C3E92">
        <w:t>avait donc été préparé par le moindre soupçon</w:t>
      </w:r>
      <w:r w:rsidR="004A4993">
        <w:t xml:space="preserve">, </w:t>
      </w:r>
      <w:r w:rsidRPr="004C3E92">
        <w:t>à ce qui s</w:t>
      </w:r>
      <w:r w:rsidR="004A4993">
        <w:t>’</w:t>
      </w:r>
      <w:r w:rsidRPr="004C3E92">
        <w:t>en était suivi</w:t>
      </w:r>
      <w:r w:rsidR="004A4993">
        <w:t xml:space="preserve"> ; </w:t>
      </w:r>
      <w:r w:rsidRPr="004C3E92">
        <w:t>et lorsque enfin la chose lui fut brutalement révélée par une lettre de Lucy elle-même</w:t>
      </w:r>
      <w:r w:rsidR="004A4993">
        <w:t xml:space="preserve">, </w:t>
      </w:r>
      <w:r w:rsidRPr="004C3E92">
        <w:t>il avait été quelque temps</w:t>
      </w:r>
      <w:r w:rsidR="004A4993">
        <w:t xml:space="preserve">, </w:t>
      </w:r>
      <w:r w:rsidRPr="004C3E92">
        <w:t>croyait-il</w:t>
      </w:r>
      <w:r w:rsidR="004A4993">
        <w:t xml:space="preserve">, </w:t>
      </w:r>
      <w:r w:rsidRPr="004C3E92">
        <w:t>à demi stupéfié entre l</w:t>
      </w:r>
      <w:r w:rsidR="004A4993">
        <w:t>’</w:t>
      </w:r>
      <w:r w:rsidRPr="004C3E92">
        <w:t>émerveillement</w:t>
      </w:r>
      <w:r w:rsidR="004A4993">
        <w:t xml:space="preserve">, </w:t>
      </w:r>
      <w:r w:rsidRPr="004C3E92">
        <w:t>l</w:t>
      </w:r>
      <w:r w:rsidR="004A4993">
        <w:t>’</w:t>
      </w:r>
      <w:r w:rsidRPr="004C3E92">
        <w:t>horreur</w:t>
      </w:r>
      <w:r w:rsidR="004A4993">
        <w:t xml:space="preserve">, </w:t>
      </w:r>
      <w:r w:rsidRPr="004C3E92">
        <w:t>et la joie d</w:t>
      </w:r>
      <w:r w:rsidR="004A4993">
        <w:t>’</w:t>
      </w:r>
      <w:r w:rsidRPr="004C3E92">
        <w:t>une semblable délivrance</w:t>
      </w:r>
      <w:r w:rsidR="004A4993">
        <w:t xml:space="preserve">. </w:t>
      </w:r>
      <w:r w:rsidRPr="004C3E92">
        <w:t>Il remit la lettre entre les mains d</w:t>
      </w:r>
      <w:r w:rsidR="004A4993">
        <w:t>’</w:t>
      </w:r>
      <w:proofErr w:type="spellStart"/>
      <w:r w:rsidRPr="004C3E92">
        <w:t>Elinor</w:t>
      </w:r>
      <w:proofErr w:type="spellEnd"/>
      <w:r w:rsidR="004A4993">
        <w:t> :</w:t>
      </w:r>
    </w:p>
    <w:p w14:paraId="0EE35EFD" w14:textId="2C981F7F" w:rsidR="004A4993" w:rsidRDefault="004A4993" w:rsidP="004A4993">
      <w:r>
        <w:t>« </w:t>
      </w:r>
      <w:r w:rsidR="008C5C61" w:rsidRPr="004C3E92">
        <w:t>Monsieur</w:t>
      </w:r>
      <w:r>
        <w:t xml:space="preserve">, – </w:t>
      </w:r>
      <w:r w:rsidR="008C5C61" w:rsidRPr="004C3E92">
        <w:t>Étant bien sûre d</w:t>
      </w:r>
      <w:r>
        <w:t>’</w:t>
      </w:r>
      <w:r w:rsidR="008C5C61" w:rsidRPr="004C3E92">
        <w:t>avoir perdu depuis lon</w:t>
      </w:r>
      <w:r w:rsidR="008C5C61" w:rsidRPr="004C3E92">
        <w:t>g</w:t>
      </w:r>
      <w:r w:rsidR="008C5C61" w:rsidRPr="004C3E92">
        <w:t>temps vos affections</w:t>
      </w:r>
      <w:r>
        <w:t xml:space="preserve">, </w:t>
      </w:r>
      <w:r w:rsidR="008C5C61" w:rsidRPr="004C3E92">
        <w:t>je me suis crue libre d</w:t>
      </w:r>
      <w:r>
        <w:t>’</w:t>
      </w:r>
      <w:r w:rsidR="008C5C61" w:rsidRPr="004C3E92">
        <w:t>octroyer les mie</w:t>
      </w:r>
      <w:r w:rsidR="008C5C61" w:rsidRPr="004C3E92">
        <w:t>n</w:t>
      </w:r>
      <w:r w:rsidR="008C5C61" w:rsidRPr="004C3E92">
        <w:t>nes à un autre</w:t>
      </w:r>
      <w:r>
        <w:t xml:space="preserve">, </w:t>
      </w:r>
      <w:r w:rsidR="008C5C61" w:rsidRPr="004C3E92">
        <w:t>et je ne doute point d</w:t>
      </w:r>
      <w:r>
        <w:t>’</w:t>
      </w:r>
      <w:r w:rsidR="008C5C61" w:rsidRPr="004C3E92">
        <w:t>être aussi heureuse avec lui que j</w:t>
      </w:r>
      <w:r>
        <w:t>’</w:t>
      </w:r>
      <w:r w:rsidR="008C5C61" w:rsidRPr="004C3E92">
        <w:t>ai cru jadis pouvoir l</w:t>
      </w:r>
      <w:r>
        <w:t>’</w:t>
      </w:r>
      <w:r w:rsidR="008C5C61" w:rsidRPr="004C3E92">
        <w:t>être avec vous</w:t>
      </w:r>
      <w:r>
        <w:t xml:space="preserve"> ; </w:t>
      </w:r>
      <w:r w:rsidR="008C5C61" w:rsidRPr="004C3E92">
        <w:t>mais je dédaigne d</w:t>
      </w:r>
      <w:r>
        <w:t>’</w:t>
      </w:r>
      <w:r w:rsidR="008C5C61" w:rsidRPr="004C3E92">
        <w:t>accepter une main tandis que le cœur appartenait à une autre</w:t>
      </w:r>
      <w:r>
        <w:t xml:space="preserve">. </w:t>
      </w:r>
      <w:r w:rsidR="008C5C61" w:rsidRPr="004C3E92">
        <w:t>Vous espère sincèrement heureux dans votre choix</w:t>
      </w:r>
      <w:r>
        <w:t xml:space="preserve">, </w:t>
      </w:r>
      <w:r w:rsidR="008C5C61" w:rsidRPr="004C3E92">
        <w:t>et ce ne sera pas ma faute si nous ne sommes pas toujours bons amis</w:t>
      </w:r>
      <w:r>
        <w:t xml:space="preserve">, </w:t>
      </w:r>
      <w:r w:rsidR="008C5C61" w:rsidRPr="004C3E92">
        <w:t>comme le rend convenable à présent notre proche parenté</w:t>
      </w:r>
      <w:r>
        <w:t xml:space="preserve">. </w:t>
      </w:r>
      <w:r w:rsidR="008C5C61" w:rsidRPr="004C3E92">
        <w:t>Je peux dire sans crainte que je ne vous en veux pas</w:t>
      </w:r>
      <w:r>
        <w:t xml:space="preserve">, </w:t>
      </w:r>
      <w:r w:rsidR="008C5C61" w:rsidRPr="004C3E92">
        <w:t>et je suis sûre que vous serez trop généreux pour nous faire du mal</w:t>
      </w:r>
      <w:r>
        <w:t xml:space="preserve">. </w:t>
      </w:r>
      <w:r w:rsidR="008C5C61" w:rsidRPr="004C3E92">
        <w:t>Votre frère a enti</w:t>
      </w:r>
      <w:r w:rsidR="008C5C61" w:rsidRPr="004C3E92">
        <w:t>è</w:t>
      </w:r>
      <w:r w:rsidR="008C5C61" w:rsidRPr="004C3E92">
        <w:t>rement gagné mes affections</w:t>
      </w:r>
      <w:r>
        <w:t xml:space="preserve">, </w:t>
      </w:r>
      <w:r w:rsidR="008C5C61" w:rsidRPr="004C3E92">
        <w:t>et comme nous ne pouvions pas vivre l</w:t>
      </w:r>
      <w:r>
        <w:t>’</w:t>
      </w:r>
      <w:r w:rsidR="008C5C61" w:rsidRPr="004C3E92">
        <w:t>un sans l</w:t>
      </w:r>
      <w:r>
        <w:t>’</w:t>
      </w:r>
      <w:r w:rsidR="008C5C61" w:rsidRPr="004C3E92">
        <w:t>autre</w:t>
      </w:r>
      <w:r>
        <w:t xml:space="preserve">, </w:t>
      </w:r>
      <w:r w:rsidR="008C5C61" w:rsidRPr="004C3E92">
        <w:t>nous revenons à l</w:t>
      </w:r>
      <w:r>
        <w:t>’</w:t>
      </w:r>
      <w:r w:rsidR="008C5C61" w:rsidRPr="004C3E92">
        <w:t>instant de l</w:t>
      </w:r>
      <w:r>
        <w:t>’</w:t>
      </w:r>
      <w:r w:rsidR="008C5C61" w:rsidRPr="004C3E92">
        <w:t>autel</w:t>
      </w:r>
      <w:r>
        <w:t xml:space="preserve">, </w:t>
      </w:r>
      <w:r w:rsidR="008C5C61" w:rsidRPr="004C3E92">
        <w:t xml:space="preserve">et sommes maintenant en route pour </w:t>
      </w:r>
      <w:proofErr w:type="spellStart"/>
      <w:r w:rsidR="008C5C61" w:rsidRPr="004C3E92">
        <w:t>Dawlish</w:t>
      </w:r>
      <w:proofErr w:type="spellEnd"/>
      <w:r w:rsidR="008C5C61" w:rsidRPr="004C3E92">
        <w:t xml:space="preserve"> pour quelques s</w:t>
      </w:r>
      <w:r w:rsidR="008C5C61" w:rsidRPr="004C3E92">
        <w:t>e</w:t>
      </w:r>
      <w:r w:rsidR="008C5C61" w:rsidRPr="004C3E92">
        <w:t>maines</w:t>
      </w:r>
      <w:r>
        <w:t xml:space="preserve">, – </w:t>
      </w:r>
      <w:r w:rsidR="008C5C61" w:rsidRPr="004C3E92">
        <w:t>localité que votre cher frère est très curieux de voir</w:t>
      </w:r>
      <w:r>
        <w:t xml:space="preserve"> ; </w:t>
      </w:r>
      <w:r w:rsidR="008C5C61" w:rsidRPr="004C3E92">
        <w:t>mais ai cru bon de vous infliger tout d</w:t>
      </w:r>
      <w:r>
        <w:t>’</w:t>
      </w:r>
      <w:r w:rsidR="008C5C61" w:rsidRPr="004C3E92">
        <w:t>abord ces quelques l</w:t>
      </w:r>
      <w:r w:rsidR="008C5C61" w:rsidRPr="004C3E92">
        <w:t>i</w:t>
      </w:r>
      <w:r w:rsidR="008C5C61" w:rsidRPr="004C3E92">
        <w:t>gnes</w:t>
      </w:r>
      <w:r>
        <w:t xml:space="preserve">, </w:t>
      </w:r>
      <w:r w:rsidR="008C5C61" w:rsidRPr="004C3E92">
        <w:t>et resterai toujours</w:t>
      </w:r>
    </w:p>
    <w:p w14:paraId="1B1F7784" w14:textId="77777777" w:rsidR="004A4993" w:rsidRDefault="004A4993" w:rsidP="004A4993">
      <w:pPr>
        <w:jc w:val="right"/>
      </w:pPr>
      <w:r>
        <w:t>» </w:t>
      </w:r>
      <w:r w:rsidR="008C5C61" w:rsidRPr="004A4993">
        <w:t>Votre amie et sœur bien intentionnée</w:t>
      </w:r>
      <w:r>
        <w:t>,</w:t>
      </w:r>
    </w:p>
    <w:p w14:paraId="19B554E0" w14:textId="77777777" w:rsidR="004A4993" w:rsidRDefault="004A4993" w:rsidP="004A4993">
      <w:pPr>
        <w:jc w:val="right"/>
      </w:pPr>
      <w:r>
        <w:t>» </w:t>
      </w:r>
      <w:r w:rsidR="008C5C61" w:rsidRPr="004A4993">
        <w:t xml:space="preserve">LUCY </w:t>
      </w:r>
      <w:proofErr w:type="spellStart"/>
      <w:r w:rsidR="008C5C61" w:rsidRPr="004A4993">
        <w:t>FERRARS</w:t>
      </w:r>
      <w:proofErr w:type="spellEnd"/>
      <w:r>
        <w:t>.</w:t>
      </w:r>
    </w:p>
    <w:p w14:paraId="4C5BA895" w14:textId="2138C39E" w:rsidR="004A4993" w:rsidRDefault="004A4993" w:rsidP="004A4993">
      <w:r>
        <w:t>» </w:t>
      </w:r>
      <w:r w:rsidR="008C5C61" w:rsidRPr="004C3E92">
        <w:t>J</w:t>
      </w:r>
      <w:r>
        <w:t>’</w:t>
      </w:r>
      <w:r w:rsidR="008C5C61" w:rsidRPr="004C3E92">
        <w:t>ai brûlé toutes vos lettres</w:t>
      </w:r>
      <w:r>
        <w:t xml:space="preserve">, </w:t>
      </w:r>
      <w:r w:rsidR="008C5C61" w:rsidRPr="004C3E92">
        <w:t>et vous rendrai votre portrait à la première occasion</w:t>
      </w:r>
      <w:r>
        <w:t xml:space="preserve">. </w:t>
      </w:r>
      <w:r w:rsidR="008C5C61" w:rsidRPr="004C3E92">
        <w:t>Prière de détruire mes griffonnages</w:t>
      </w:r>
      <w:r>
        <w:t xml:space="preserve"> ; </w:t>
      </w:r>
      <w:r w:rsidR="008C5C61" w:rsidRPr="004C3E92">
        <w:t>mais la bague</w:t>
      </w:r>
      <w:r>
        <w:t xml:space="preserve">, </w:t>
      </w:r>
      <w:r w:rsidR="008C5C61" w:rsidRPr="004C3E92">
        <w:t>avec mes cheveux</w:t>
      </w:r>
      <w:r>
        <w:t xml:space="preserve">, </w:t>
      </w:r>
      <w:r w:rsidR="008C5C61" w:rsidRPr="004C3E92">
        <w:t>vous pouvez les garder de bon cœur</w:t>
      </w:r>
      <w:r>
        <w:t>. »</w:t>
      </w:r>
    </w:p>
    <w:p w14:paraId="13EFDF70" w14:textId="77777777" w:rsidR="004A4993" w:rsidRDefault="008C5C61" w:rsidP="004A4993">
      <w:proofErr w:type="spellStart"/>
      <w:r w:rsidRPr="004C3E92">
        <w:lastRenderedPageBreak/>
        <w:t>Elinor</w:t>
      </w:r>
      <w:proofErr w:type="spellEnd"/>
      <w:r w:rsidRPr="004C3E92">
        <w:t xml:space="preserve"> la lut et la lui rendit sans aucun commentaire</w:t>
      </w:r>
      <w:r w:rsidR="004A4993">
        <w:t>.</w:t>
      </w:r>
    </w:p>
    <w:p w14:paraId="77E7A05F" w14:textId="77777777" w:rsidR="004A4993" w:rsidRDefault="004A4993" w:rsidP="004A4993">
      <w:r>
        <w:t>— </w:t>
      </w:r>
      <w:r w:rsidR="008C5C61" w:rsidRPr="004C3E92">
        <w:t>Je ne vous demanderai pas votre opinion là-dessus en tant qu</w:t>
      </w:r>
      <w:r>
        <w:t>’</w:t>
      </w:r>
      <w:r w:rsidR="008C5C61" w:rsidRPr="004C3E92">
        <w:t>exercice de style</w:t>
      </w:r>
      <w:r>
        <w:t xml:space="preserve">, </w:t>
      </w:r>
      <w:r w:rsidR="008C5C61" w:rsidRPr="004C3E92">
        <w:t>dit Edward</w:t>
      </w:r>
      <w:r>
        <w:t xml:space="preserve">. </w:t>
      </w:r>
      <w:r w:rsidR="008C5C61" w:rsidRPr="004C3E92">
        <w:t>Je n</w:t>
      </w:r>
      <w:r>
        <w:t>’</w:t>
      </w:r>
      <w:r w:rsidR="008C5C61" w:rsidRPr="004C3E92">
        <w:t>aurais voulu</w:t>
      </w:r>
      <w:r>
        <w:t xml:space="preserve">, </w:t>
      </w:r>
      <w:r w:rsidR="008C5C61" w:rsidRPr="004C3E92">
        <w:t>pour rien au monde</w:t>
      </w:r>
      <w:r>
        <w:t xml:space="preserve">, </w:t>
      </w:r>
      <w:r w:rsidR="008C5C61" w:rsidRPr="004C3E92">
        <w:t>que vous vissiez une lettre d</w:t>
      </w:r>
      <w:r>
        <w:t>’</w:t>
      </w:r>
      <w:r w:rsidR="008C5C61" w:rsidRPr="004C3E92">
        <w:t>elle</w:t>
      </w:r>
      <w:r>
        <w:t xml:space="preserve">, </w:t>
      </w:r>
      <w:r w:rsidR="008C5C61" w:rsidRPr="004C3E92">
        <w:t>autrefois</w:t>
      </w:r>
      <w:r>
        <w:t xml:space="preserve">. </w:t>
      </w:r>
      <w:r w:rsidR="008C5C61" w:rsidRPr="004C3E92">
        <w:t>Chez une sœur</w:t>
      </w:r>
      <w:r>
        <w:t xml:space="preserve">, </w:t>
      </w:r>
      <w:r w:rsidR="008C5C61" w:rsidRPr="004C3E92">
        <w:t>c</w:t>
      </w:r>
      <w:r>
        <w:t>’</w:t>
      </w:r>
      <w:r w:rsidR="008C5C61" w:rsidRPr="004C3E92">
        <w:t>est suffisamment pénible</w:t>
      </w:r>
      <w:r>
        <w:t xml:space="preserve">, </w:t>
      </w:r>
      <w:r w:rsidR="008C5C61" w:rsidRPr="004C3E92">
        <w:t>mais chez une épouse</w:t>
      </w:r>
      <w:r>
        <w:t xml:space="preserve"> ! </w:t>
      </w:r>
      <w:r w:rsidR="008C5C61" w:rsidRPr="004C3E92">
        <w:t>Comme j</w:t>
      </w:r>
      <w:r>
        <w:t>’</w:t>
      </w:r>
      <w:r w:rsidR="008C5C61" w:rsidRPr="004C3E92">
        <w:t>ai rougi en lisant les pages de son écriture</w:t>
      </w:r>
      <w:r>
        <w:t xml:space="preserve"> ! </w:t>
      </w:r>
      <w:r w:rsidR="008C5C61" w:rsidRPr="004C3E92">
        <w:t>Et je crois pouvoir dire que</w:t>
      </w:r>
      <w:r>
        <w:t xml:space="preserve">, </w:t>
      </w:r>
      <w:r w:rsidR="008C5C61" w:rsidRPr="004C3E92">
        <w:t>depuis les six premiers mois de notre sotte</w:t>
      </w:r>
      <w:r>
        <w:t xml:space="preserve">… </w:t>
      </w:r>
      <w:r w:rsidR="008C5C61" w:rsidRPr="004C3E92">
        <w:t>affaire</w:t>
      </w:r>
      <w:r>
        <w:t xml:space="preserve">, </w:t>
      </w:r>
      <w:r w:rsidR="008C5C61" w:rsidRPr="004C3E92">
        <w:t>c</w:t>
      </w:r>
      <w:r>
        <w:t>’</w:t>
      </w:r>
      <w:r w:rsidR="008C5C61" w:rsidRPr="004C3E92">
        <w:t>est là la seule lettre que j</w:t>
      </w:r>
      <w:r>
        <w:t>’</w:t>
      </w:r>
      <w:r w:rsidR="008C5C61" w:rsidRPr="004C3E92">
        <w:t>aie jamais reçue d</w:t>
      </w:r>
      <w:r>
        <w:t>’</w:t>
      </w:r>
      <w:r w:rsidR="008C5C61" w:rsidRPr="004C3E92">
        <w:t>elle</w:t>
      </w:r>
      <w:r>
        <w:t xml:space="preserve">, </w:t>
      </w:r>
      <w:r w:rsidR="008C5C61" w:rsidRPr="004C3E92">
        <w:t>dont la substance ait compensé pour moi le défaut du style</w:t>
      </w:r>
      <w:r>
        <w:t>.</w:t>
      </w:r>
    </w:p>
    <w:p w14:paraId="03AFB8B7" w14:textId="77777777" w:rsidR="004A4993" w:rsidRDefault="004A4993" w:rsidP="004A4993">
      <w:r>
        <w:t>— </w:t>
      </w:r>
      <w:r w:rsidR="008C5C61" w:rsidRPr="004C3E92">
        <w:t>De quelque façon que cela se soit produit</w:t>
      </w:r>
      <w:r>
        <w:t xml:space="preserve">, </w:t>
      </w:r>
      <w:r w:rsidR="008C5C61" w:rsidRPr="004C3E92">
        <w:t xml:space="preserve">dit </w:t>
      </w:r>
      <w:proofErr w:type="spellStart"/>
      <w:r w:rsidR="008C5C61" w:rsidRPr="004C3E92">
        <w:t>Elinor</w:t>
      </w:r>
      <w:proofErr w:type="spellEnd"/>
      <w:r>
        <w:t xml:space="preserve">, </w:t>
      </w:r>
      <w:r w:rsidR="008C5C61" w:rsidRPr="004C3E92">
        <w:t>au bout d</w:t>
      </w:r>
      <w:r>
        <w:t>’</w:t>
      </w:r>
      <w:r w:rsidR="008C5C61" w:rsidRPr="004C3E92">
        <w:t>un silence</w:t>
      </w:r>
      <w:r>
        <w:t xml:space="preserve">, </w:t>
      </w:r>
      <w:r w:rsidR="008C5C61" w:rsidRPr="004C3E92">
        <w:t>ils sont certainement mariés</w:t>
      </w:r>
      <w:r>
        <w:t xml:space="preserve">. </w:t>
      </w:r>
      <w:r w:rsidR="008C5C61" w:rsidRPr="004C3E92">
        <w:t>Et votre mère s</w:t>
      </w:r>
      <w:r>
        <w:t>’</w:t>
      </w:r>
      <w:r w:rsidR="008C5C61" w:rsidRPr="004C3E92">
        <w:t>est attiré un châtiment fort approprié</w:t>
      </w:r>
      <w:r>
        <w:t xml:space="preserve">. </w:t>
      </w:r>
      <w:r w:rsidR="008C5C61" w:rsidRPr="004C3E92">
        <w:t>Les dispositions qu</w:t>
      </w:r>
      <w:r>
        <w:t>’</w:t>
      </w:r>
      <w:r w:rsidR="008C5C61" w:rsidRPr="004C3E92">
        <w:t>elle a prises pour assurer à Robert une fortune indépendante</w:t>
      </w:r>
      <w:r>
        <w:t xml:space="preserve">, </w:t>
      </w:r>
      <w:r w:rsidR="008C5C61" w:rsidRPr="004C3E92">
        <w:t>par ressentiment envers vous</w:t>
      </w:r>
      <w:r>
        <w:t xml:space="preserve">, </w:t>
      </w:r>
      <w:r w:rsidR="008C5C61" w:rsidRPr="004C3E92">
        <w:t>lui ont donné la possibilité de faire son propre choix</w:t>
      </w:r>
      <w:r>
        <w:t xml:space="preserve"> ; </w:t>
      </w:r>
      <w:r w:rsidR="008C5C61" w:rsidRPr="004C3E92">
        <w:t>et elle a bel et bien octroyé à l</w:t>
      </w:r>
      <w:r>
        <w:t>’</w:t>
      </w:r>
      <w:r w:rsidR="008C5C61" w:rsidRPr="004C3E92">
        <w:t>un de ses fils un appât de mille livres par an pour qu</w:t>
      </w:r>
      <w:r>
        <w:t>’</w:t>
      </w:r>
      <w:r w:rsidR="008C5C61" w:rsidRPr="004C3E92">
        <w:t>il commette l</w:t>
      </w:r>
      <w:r>
        <w:t>’</w:t>
      </w:r>
      <w:r w:rsidR="008C5C61" w:rsidRPr="004C3E92">
        <w:t>acte même pour l</w:t>
      </w:r>
      <w:r>
        <w:t>’</w:t>
      </w:r>
      <w:r w:rsidR="008C5C61" w:rsidRPr="004C3E92">
        <w:t>intention duquel elle a déshérité l</w:t>
      </w:r>
      <w:r>
        <w:t>’</w:t>
      </w:r>
      <w:r w:rsidR="008C5C61" w:rsidRPr="004C3E92">
        <w:t>autre</w:t>
      </w:r>
      <w:r>
        <w:t xml:space="preserve">. </w:t>
      </w:r>
      <w:r w:rsidR="008C5C61" w:rsidRPr="004C3E92">
        <w:t>Elle ne sera gu</w:t>
      </w:r>
      <w:r w:rsidR="008C5C61" w:rsidRPr="004C3E92">
        <w:t>è</w:t>
      </w:r>
      <w:r w:rsidR="008C5C61" w:rsidRPr="004C3E92">
        <w:t>re moins froissée</w:t>
      </w:r>
      <w:r>
        <w:t xml:space="preserve">, </w:t>
      </w:r>
      <w:r w:rsidR="008C5C61" w:rsidRPr="004C3E92">
        <w:t>je le suppose</w:t>
      </w:r>
      <w:r>
        <w:t xml:space="preserve">, </w:t>
      </w:r>
      <w:r w:rsidR="008C5C61" w:rsidRPr="004C3E92">
        <w:t>du fait que Robert épouse Lucy</w:t>
      </w:r>
      <w:r>
        <w:t xml:space="preserve">, </w:t>
      </w:r>
      <w:r w:rsidR="008C5C61" w:rsidRPr="004C3E92">
        <w:t>qu</w:t>
      </w:r>
      <w:r>
        <w:t>’</w:t>
      </w:r>
      <w:r w:rsidR="008C5C61" w:rsidRPr="004C3E92">
        <w:t>elle ne l</w:t>
      </w:r>
      <w:r>
        <w:t>’</w:t>
      </w:r>
      <w:r w:rsidR="008C5C61" w:rsidRPr="004C3E92">
        <w:t>eût été si vous l</w:t>
      </w:r>
      <w:r>
        <w:t>’</w:t>
      </w:r>
      <w:r w:rsidR="008C5C61" w:rsidRPr="004C3E92">
        <w:t>aviez épousée</w:t>
      </w:r>
      <w:r>
        <w:t xml:space="preserve">, </w:t>
      </w:r>
      <w:r w:rsidR="008C5C61" w:rsidRPr="004C3E92">
        <w:t>vous</w:t>
      </w:r>
      <w:r>
        <w:t>.</w:t>
      </w:r>
    </w:p>
    <w:p w14:paraId="5656565B" w14:textId="77777777" w:rsidR="004A4993" w:rsidRDefault="004A4993" w:rsidP="004A4993">
      <w:r>
        <w:t>— </w:t>
      </w:r>
      <w:r w:rsidR="008C5C61" w:rsidRPr="004C3E92">
        <w:t>Elle en sera plus froissée</w:t>
      </w:r>
      <w:r>
        <w:t xml:space="preserve">, </w:t>
      </w:r>
      <w:r w:rsidR="008C5C61" w:rsidRPr="004C3E92">
        <w:t>car Robert a toujours été son préféré</w:t>
      </w:r>
      <w:r>
        <w:t xml:space="preserve">. </w:t>
      </w:r>
      <w:r w:rsidR="008C5C61" w:rsidRPr="004C3E92">
        <w:t>Elle en sera plus froissée</w:t>
      </w:r>
      <w:r>
        <w:t xml:space="preserve">, </w:t>
      </w:r>
      <w:r w:rsidR="008C5C61" w:rsidRPr="004C3E92">
        <w:t>et</w:t>
      </w:r>
      <w:r>
        <w:t xml:space="preserve">, </w:t>
      </w:r>
      <w:r w:rsidR="008C5C61" w:rsidRPr="004C3E92">
        <w:t>d</w:t>
      </w:r>
      <w:r>
        <w:t>’</w:t>
      </w:r>
      <w:r w:rsidR="008C5C61" w:rsidRPr="004C3E92">
        <w:t>après le même principe</w:t>
      </w:r>
      <w:r>
        <w:t xml:space="preserve">, </w:t>
      </w:r>
      <w:r w:rsidR="008C5C61" w:rsidRPr="004C3E92">
        <w:t>elle lui pardonnera beaucoup plus tôt</w:t>
      </w:r>
      <w:r>
        <w:t>.</w:t>
      </w:r>
    </w:p>
    <w:p w14:paraId="130DC046" w14:textId="77777777" w:rsidR="004A4993" w:rsidRDefault="008C5C61" w:rsidP="004A4993">
      <w:r w:rsidRPr="004C3E92">
        <w:t>Quelle était présentement la situation de l</w:t>
      </w:r>
      <w:r w:rsidR="004A4993">
        <w:t>’</w:t>
      </w:r>
      <w:r w:rsidRPr="004C3E92">
        <w:t>affaire entre eux</w:t>
      </w:r>
      <w:r w:rsidR="004A4993">
        <w:t xml:space="preserve">, </w:t>
      </w:r>
      <w:r w:rsidRPr="004C3E92">
        <w:t>Edward n</w:t>
      </w:r>
      <w:r w:rsidR="004A4993">
        <w:t>’</w:t>
      </w:r>
      <w:r w:rsidRPr="004C3E92">
        <w:t>en savait rien</w:t>
      </w:r>
      <w:r w:rsidR="004A4993">
        <w:t xml:space="preserve">, </w:t>
      </w:r>
      <w:r w:rsidRPr="004C3E92">
        <w:t>car il n</w:t>
      </w:r>
      <w:r w:rsidR="004A4993">
        <w:t>’</w:t>
      </w:r>
      <w:r w:rsidRPr="004C3E92">
        <w:t>avait encore tenté aucune communication avec personne de sa famille</w:t>
      </w:r>
      <w:r w:rsidR="004A4993">
        <w:t xml:space="preserve">. </w:t>
      </w:r>
      <w:r w:rsidRPr="004C3E92">
        <w:t>Il avait quitté O</w:t>
      </w:r>
      <w:r w:rsidRPr="004C3E92">
        <w:t>x</w:t>
      </w:r>
      <w:r w:rsidRPr="004C3E92">
        <w:t>ford moins de vingt-quatre heures après l</w:t>
      </w:r>
      <w:r w:rsidR="004A4993">
        <w:t>’</w:t>
      </w:r>
      <w:r w:rsidRPr="004C3E92">
        <w:t>arrivée de la lettre de Lucy</w:t>
      </w:r>
      <w:r w:rsidR="004A4993">
        <w:t xml:space="preserve">, </w:t>
      </w:r>
      <w:r w:rsidRPr="004C3E92">
        <w:t>et</w:t>
      </w:r>
      <w:r w:rsidR="004A4993">
        <w:t xml:space="preserve">, </w:t>
      </w:r>
      <w:r w:rsidRPr="004C3E92">
        <w:t>n</w:t>
      </w:r>
      <w:r w:rsidR="004A4993">
        <w:t>’</w:t>
      </w:r>
      <w:r w:rsidRPr="004C3E92">
        <w:t>ayant en vue qu</w:t>
      </w:r>
      <w:r w:rsidR="004A4993">
        <w:t>’</w:t>
      </w:r>
      <w:r w:rsidRPr="004C3E92">
        <w:t>un seul objectif</w:t>
      </w:r>
      <w:r w:rsidR="004A4993">
        <w:t xml:space="preserve">, – </w:t>
      </w:r>
      <w:r w:rsidRPr="004C3E92">
        <w:t>la route la plus proche pour se rendre à Barton</w:t>
      </w:r>
      <w:r w:rsidR="004A4993">
        <w:t xml:space="preserve">, – </w:t>
      </w:r>
      <w:r w:rsidRPr="004C3E92">
        <w:t>n</w:t>
      </w:r>
      <w:r w:rsidR="004A4993">
        <w:t>’</w:t>
      </w:r>
      <w:r w:rsidRPr="004C3E92">
        <w:t xml:space="preserve">avait eu aucun loisir pour constituer un plan de conduite avec lequel </w:t>
      </w:r>
      <w:r w:rsidRPr="004C3E92">
        <w:lastRenderedPageBreak/>
        <w:t>cette route ne se trouvât pas posséder les liens les plus étroits</w:t>
      </w:r>
      <w:r w:rsidR="004A4993">
        <w:t xml:space="preserve">. </w:t>
      </w:r>
      <w:r w:rsidRPr="004C3E92">
        <w:t>Il ne pouvait rien faire</w:t>
      </w:r>
      <w:r w:rsidR="004A4993">
        <w:t xml:space="preserve">, </w:t>
      </w:r>
      <w:r w:rsidRPr="004C3E92">
        <w:t>tant qu</w:t>
      </w:r>
      <w:r w:rsidR="004A4993">
        <w:t>’</w:t>
      </w:r>
      <w:r w:rsidRPr="004C3E92">
        <w:t xml:space="preserve">il ne serait pas assuré de son sort auprès de miss </w:t>
      </w:r>
      <w:proofErr w:type="spellStart"/>
      <w:r w:rsidRPr="004C3E92">
        <w:t>Dashwood</w:t>
      </w:r>
      <w:proofErr w:type="spellEnd"/>
      <w:r w:rsidR="004A4993">
        <w:t xml:space="preserve"> ; </w:t>
      </w:r>
      <w:r w:rsidRPr="004C3E92">
        <w:t>et</w:t>
      </w:r>
      <w:r w:rsidR="004A4993">
        <w:t xml:space="preserve">, </w:t>
      </w:r>
      <w:r w:rsidRPr="004C3E92">
        <w:t>par sa rapidité à rechercher ce sort</w:t>
      </w:r>
      <w:r w:rsidR="004A4993">
        <w:t xml:space="preserve">, </w:t>
      </w:r>
      <w:r w:rsidRPr="004C3E92">
        <w:t>il est à su</w:t>
      </w:r>
      <w:r w:rsidRPr="004C3E92">
        <w:t>p</w:t>
      </w:r>
      <w:r w:rsidRPr="004C3E92">
        <w:t>poser</w:t>
      </w:r>
      <w:r w:rsidR="004A4993">
        <w:t xml:space="preserve">, </w:t>
      </w:r>
      <w:r w:rsidRPr="004C3E92">
        <w:t>en dépit de la jalousie dont avaient jadis été empreintes ses pensées à l</w:t>
      </w:r>
      <w:r w:rsidR="004A4993">
        <w:t>’</w:t>
      </w:r>
      <w:r w:rsidRPr="004C3E92">
        <w:t>égard du colonel Brandon</w:t>
      </w:r>
      <w:r w:rsidR="004A4993">
        <w:t xml:space="preserve">, – </w:t>
      </w:r>
      <w:r w:rsidRPr="004C3E92">
        <w:t>en dépit de la m</w:t>
      </w:r>
      <w:r w:rsidRPr="004C3E92">
        <w:t>o</w:t>
      </w:r>
      <w:r w:rsidRPr="004C3E92">
        <w:t>destie avec laquelle il estimait ses propres mérites</w:t>
      </w:r>
      <w:r w:rsidR="004A4993">
        <w:t xml:space="preserve">, </w:t>
      </w:r>
      <w:r w:rsidRPr="004C3E92">
        <w:t>et de la pol</w:t>
      </w:r>
      <w:r w:rsidRPr="004C3E92">
        <w:t>i</w:t>
      </w:r>
      <w:r w:rsidRPr="004C3E92">
        <w:t>tesse avec laquelle il parlait de ses doutes</w:t>
      </w:r>
      <w:r w:rsidR="004A4993">
        <w:t xml:space="preserve">, – </w:t>
      </w:r>
      <w:r w:rsidRPr="004C3E92">
        <w:t>que</w:t>
      </w:r>
      <w:r w:rsidR="004A4993">
        <w:t xml:space="preserve">, </w:t>
      </w:r>
      <w:r w:rsidRPr="004C3E92">
        <w:t>dans l</w:t>
      </w:r>
      <w:r w:rsidR="004A4993">
        <w:t>’</w:t>
      </w:r>
      <w:r w:rsidRPr="004C3E92">
        <w:t>ensemble</w:t>
      </w:r>
      <w:r w:rsidR="004A4993">
        <w:t xml:space="preserve">, </w:t>
      </w:r>
      <w:r w:rsidRPr="004C3E92">
        <w:t>il ne s</w:t>
      </w:r>
      <w:r w:rsidR="004A4993">
        <w:t>’</w:t>
      </w:r>
      <w:r w:rsidRPr="004C3E92">
        <w:t>attendait pas à une réception fort cruelle</w:t>
      </w:r>
      <w:r w:rsidR="004A4993">
        <w:t xml:space="preserve">. </w:t>
      </w:r>
      <w:r w:rsidRPr="004C3E92">
        <w:t>Son rôle était</w:t>
      </w:r>
      <w:r w:rsidR="004A4993">
        <w:t xml:space="preserve">, </w:t>
      </w:r>
      <w:r w:rsidRPr="004C3E92">
        <w:t>toutefois</w:t>
      </w:r>
      <w:r w:rsidR="004A4993">
        <w:t xml:space="preserve">, </w:t>
      </w:r>
      <w:r w:rsidRPr="004C3E92">
        <w:t>de dire le contraire</w:t>
      </w:r>
      <w:r w:rsidR="004A4993">
        <w:t xml:space="preserve">, </w:t>
      </w:r>
      <w:r w:rsidRPr="004C3E92">
        <w:t>et il le dit fort joliment</w:t>
      </w:r>
      <w:r w:rsidR="004A4993">
        <w:t xml:space="preserve">. </w:t>
      </w:r>
      <w:r w:rsidRPr="004C3E92">
        <w:t>Ce qu</w:t>
      </w:r>
      <w:r w:rsidR="004A4993">
        <w:t>’</w:t>
      </w:r>
      <w:r w:rsidRPr="004C3E92">
        <w:t>il pourrait dire à ce sujet</w:t>
      </w:r>
      <w:r w:rsidR="004A4993">
        <w:t xml:space="preserve">, </w:t>
      </w:r>
      <w:r w:rsidRPr="004C3E92">
        <w:t>un an plus tard</w:t>
      </w:r>
      <w:r w:rsidR="004A4993">
        <w:t xml:space="preserve">, </w:t>
      </w:r>
      <w:r w:rsidRPr="004C3E92">
        <w:t>c</w:t>
      </w:r>
      <w:r w:rsidR="004A4993">
        <w:t>’</w:t>
      </w:r>
      <w:r w:rsidRPr="004C3E92">
        <w:t>est là une ch</w:t>
      </w:r>
      <w:r w:rsidRPr="004C3E92">
        <w:t>o</w:t>
      </w:r>
      <w:r w:rsidRPr="004C3E92">
        <w:t>se pour laquelle il faut s</w:t>
      </w:r>
      <w:r w:rsidR="004A4993">
        <w:t>’</w:t>
      </w:r>
      <w:r w:rsidRPr="004C3E92">
        <w:t>en remettre à l</w:t>
      </w:r>
      <w:r w:rsidR="004A4993">
        <w:t>’</w:t>
      </w:r>
      <w:r w:rsidRPr="004C3E92">
        <w:t>imagination des maris et des femmes</w:t>
      </w:r>
      <w:r w:rsidR="004A4993">
        <w:t>.</w:t>
      </w:r>
    </w:p>
    <w:p w14:paraId="414D5A2F" w14:textId="77777777" w:rsidR="004A4993" w:rsidRDefault="008C5C61" w:rsidP="004A4993">
      <w:r w:rsidRPr="004C3E92">
        <w:t>Que Lucy eût certainement eu le dessein de tromper</w:t>
      </w:r>
      <w:r w:rsidR="004A4993">
        <w:t xml:space="preserve">, </w:t>
      </w:r>
      <w:r w:rsidRPr="004C3E92">
        <w:t>de s</w:t>
      </w:r>
      <w:r w:rsidR="004A4993">
        <w:t>’</w:t>
      </w:r>
      <w:r w:rsidRPr="004C3E92">
        <w:t>en aller avec un panache de malveillance à l</w:t>
      </w:r>
      <w:r w:rsidR="004A4993">
        <w:t>’</w:t>
      </w:r>
      <w:r w:rsidRPr="004C3E92">
        <w:t>encontre d</w:t>
      </w:r>
      <w:r w:rsidR="004A4993">
        <w:t>’</w:t>
      </w:r>
      <w:r w:rsidRPr="004C3E92">
        <w:t>Edward</w:t>
      </w:r>
      <w:r w:rsidR="004A4993">
        <w:t xml:space="preserve">, </w:t>
      </w:r>
      <w:r w:rsidRPr="004C3E92">
        <w:t>dans le message dont elle avait chargé Thomas</w:t>
      </w:r>
      <w:r w:rsidR="004A4993">
        <w:t xml:space="preserve">, </w:t>
      </w:r>
      <w:r w:rsidRPr="004C3E92">
        <w:t xml:space="preserve">voilà qui était parfaitement clair pour </w:t>
      </w:r>
      <w:proofErr w:type="spellStart"/>
      <w:r w:rsidRPr="004C3E92">
        <w:t>Elinor</w:t>
      </w:r>
      <w:proofErr w:type="spellEnd"/>
      <w:r w:rsidR="004A4993">
        <w:t xml:space="preserve"> ; </w:t>
      </w:r>
      <w:r w:rsidRPr="004C3E92">
        <w:t>et Edward lui-même</w:t>
      </w:r>
      <w:r w:rsidR="004A4993">
        <w:t xml:space="preserve">, </w:t>
      </w:r>
      <w:r w:rsidRPr="004C3E92">
        <w:t>à présent complètement renseigné sur son caractère</w:t>
      </w:r>
      <w:r w:rsidR="004A4993">
        <w:t xml:space="preserve">, </w:t>
      </w:r>
      <w:r w:rsidRPr="004C3E92">
        <w:t>ne se fit pas scrupule de la croire capable de la dernière mesquinerie</w:t>
      </w:r>
      <w:r w:rsidR="004A4993">
        <w:t xml:space="preserve">, </w:t>
      </w:r>
      <w:r w:rsidRPr="004C3E92">
        <w:t>quant à la malveillance gratuite</w:t>
      </w:r>
      <w:r w:rsidR="004A4993">
        <w:t xml:space="preserve">. </w:t>
      </w:r>
      <w:r w:rsidRPr="004C3E92">
        <w:t>Bien que ses yeux eussent été ouverts depuis longtemps</w:t>
      </w:r>
      <w:r w:rsidR="004A4993">
        <w:t xml:space="preserve">, </w:t>
      </w:r>
      <w:r w:rsidRPr="004C3E92">
        <w:t>même avant qu</w:t>
      </w:r>
      <w:r w:rsidR="004A4993">
        <w:t>’</w:t>
      </w:r>
      <w:r w:rsidRPr="004C3E92">
        <w:t>il n</w:t>
      </w:r>
      <w:r w:rsidR="004A4993">
        <w:t>’</w:t>
      </w:r>
      <w:r w:rsidRPr="004C3E92">
        <w:t>eût fait la connaissance d</w:t>
      </w:r>
      <w:r w:rsidR="004A4993">
        <w:t>’</w:t>
      </w:r>
      <w:proofErr w:type="spellStart"/>
      <w:r w:rsidRPr="004C3E92">
        <w:t>Elinor</w:t>
      </w:r>
      <w:proofErr w:type="spellEnd"/>
      <w:r w:rsidR="004A4993">
        <w:t xml:space="preserve">, </w:t>
      </w:r>
      <w:r w:rsidRPr="004C3E92">
        <w:t>à l</w:t>
      </w:r>
      <w:r w:rsidR="004A4993">
        <w:t>’</w:t>
      </w:r>
      <w:r w:rsidRPr="004C3E92">
        <w:t>ignorance de Lucy et au manque de générosité de certaines de ses opinions</w:t>
      </w:r>
      <w:r w:rsidR="004A4993">
        <w:t xml:space="preserve">, </w:t>
      </w:r>
      <w:r w:rsidRPr="004C3E92">
        <w:t>il avait également imputé ces traits à son manque d</w:t>
      </w:r>
      <w:r w:rsidR="004A4993">
        <w:t>’</w:t>
      </w:r>
      <w:r w:rsidRPr="004C3E92">
        <w:t>instruction</w:t>
      </w:r>
      <w:r w:rsidR="004A4993">
        <w:t xml:space="preserve"> ; </w:t>
      </w:r>
      <w:r w:rsidRPr="004C3E92">
        <w:t>et</w:t>
      </w:r>
      <w:r w:rsidR="004A4993">
        <w:t xml:space="preserve">, </w:t>
      </w:r>
      <w:r w:rsidRPr="004C3E92">
        <w:t>jusqu</w:t>
      </w:r>
      <w:r w:rsidR="004A4993">
        <w:t>’</w:t>
      </w:r>
      <w:r w:rsidRPr="004C3E92">
        <w:t>à ce que sa dernière lettre lui fût parvenue</w:t>
      </w:r>
      <w:r w:rsidR="004A4993">
        <w:t xml:space="preserve">, </w:t>
      </w:r>
      <w:r w:rsidRPr="004C3E92">
        <w:t>il avait déjà cru qu</w:t>
      </w:r>
      <w:r w:rsidR="004A4993">
        <w:t>’</w:t>
      </w:r>
      <w:r w:rsidRPr="004C3E92">
        <w:t>elle était une personne bien disposée</w:t>
      </w:r>
      <w:r w:rsidR="004A4993">
        <w:t xml:space="preserve">, </w:t>
      </w:r>
      <w:r w:rsidRPr="004C3E92">
        <w:t>douée d</w:t>
      </w:r>
      <w:r w:rsidR="004A4993">
        <w:t>’</w:t>
      </w:r>
      <w:r w:rsidRPr="004C3E92">
        <w:t>un bon cœur</w:t>
      </w:r>
      <w:r w:rsidR="004A4993">
        <w:t xml:space="preserve">, </w:t>
      </w:r>
      <w:r w:rsidRPr="004C3E92">
        <w:t>et foncièrement attachée à lui</w:t>
      </w:r>
      <w:r w:rsidR="004A4993">
        <w:t xml:space="preserve">. </w:t>
      </w:r>
      <w:r w:rsidRPr="004C3E92">
        <w:t>Il n</w:t>
      </w:r>
      <w:r w:rsidR="004A4993">
        <w:t>’</w:t>
      </w:r>
      <w:r w:rsidRPr="004C3E92">
        <w:t>avait fallu rien de moins qu</w:t>
      </w:r>
      <w:r w:rsidR="004A4993">
        <w:t>’</w:t>
      </w:r>
      <w:r w:rsidRPr="004C3E92">
        <w:t>une telle conviction pour l</w:t>
      </w:r>
      <w:r w:rsidR="004A4993">
        <w:t>’</w:t>
      </w:r>
      <w:r w:rsidRPr="004C3E92">
        <w:t>empêcher de mettre fin à des fiançailles qui</w:t>
      </w:r>
      <w:r w:rsidR="004A4993">
        <w:t xml:space="preserve">, </w:t>
      </w:r>
      <w:r w:rsidRPr="004C3E92">
        <w:t>bien avant que leur découverte n</w:t>
      </w:r>
      <w:r w:rsidR="004A4993">
        <w:t>’</w:t>
      </w:r>
      <w:r w:rsidRPr="004C3E92">
        <w:t>eût suscité contre lui la colère de sa mère</w:t>
      </w:r>
      <w:r w:rsidR="004A4993">
        <w:t xml:space="preserve">, </w:t>
      </w:r>
      <w:r w:rsidRPr="004C3E92">
        <w:t>avaient été pour lui une source continuelle d</w:t>
      </w:r>
      <w:r w:rsidR="004A4993">
        <w:t>’</w:t>
      </w:r>
      <w:r w:rsidRPr="004C3E92">
        <w:t>inquiétude et de regrets</w:t>
      </w:r>
      <w:r w:rsidR="004A4993">
        <w:t>.</w:t>
      </w:r>
    </w:p>
    <w:p w14:paraId="6DA8B295" w14:textId="77777777" w:rsidR="004A4993" w:rsidRDefault="004A4993" w:rsidP="004A4993">
      <w:r>
        <w:t>— </w:t>
      </w:r>
      <w:r w:rsidR="008C5C61" w:rsidRPr="004C3E92">
        <w:t>J</w:t>
      </w:r>
      <w:r>
        <w:t>’</w:t>
      </w:r>
      <w:r w:rsidR="008C5C61" w:rsidRPr="004C3E92">
        <w:t>ai cru qu</w:t>
      </w:r>
      <w:r>
        <w:t>’</w:t>
      </w:r>
      <w:r w:rsidR="008C5C61" w:rsidRPr="004C3E92">
        <w:t>il était de mon devoir</w:t>
      </w:r>
      <w:r>
        <w:t xml:space="preserve">, </w:t>
      </w:r>
      <w:r w:rsidR="008C5C61" w:rsidRPr="004C3E92">
        <w:t>dit-il</w:t>
      </w:r>
      <w:r>
        <w:t xml:space="preserve">, </w:t>
      </w:r>
      <w:r w:rsidR="008C5C61" w:rsidRPr="004C3E92">
        <w:t>quels que fussent mes sentiments</w:t>
      </w:r>
      <w:r>
        <w:t xml:space="preserve">, </w:t>
      </w:r>
      <w:r w:rsidR="008C5C61" w:rsidRPr="004C3E92">
        <w:t>de lui laisser l</w:t>
      </w:r>
      <w:r>
        <w:t>’</w:t>
      </w:r>
      <w:r w:rsidR="008C5C61" w:rsidRPr="004C3E92">
        <w:t xml:space="preserve">option de maintenir ou </w:t>
      </w:r>
      <w:r w:rsidR="008C5C61" w:rsidRPr="004C3E92">
        <w:lastRenderedPageBreak/>
        <w:t>non les fiançailles</w:t>
      </w:r>
      <w:r>
        <w:t xml:space="preserve">, </w:t>
      </w:r>
      <w:r w:rsidR="008C5C61" w:rsidRPr="004C3E92">
        <w:t>une fois que ma mère m</w:t>
      </w:r>
      <w:r>
        <w:t>’</w:t>
      </w:r>
      <w:r w:rsidR="008C5C61" w:rsidRPr="004C3E92">
        <w:t>eut renié</w:t>
      </w:r>
      <w:r>
        <w:t xml:space="preserve">, </w:t>
      </w:r>
      <w:r w:rsidR="008C5C61" w:rsidRPr="004C3E92">
        <w:t>et que je me tro</w:t>
      </w:r>
      <w:r w:rsidR="008C5C61" w:rsidRPr="004C3E92">
        <w:t>u</w:t>
      </w:r>
      <w:r w:rsidR="008C5C61" w:rsidRPr="004C3E92">
        <w:t>vais</w:t>
      </w:r>
      <w:r>
        <w:t xml:space="preserve">, </w:t>
      </w:r>
      <w:r w:rsidR="008C5C61" w:rsidRPr="004C3E92">
        <w:t>selon toute apparence</w:t>
      </w:r>
      <w:r>
        <w:t xml:space="preserve">, </w:t>
      </w:r>
      <w:r w:rsidR="008C5C61" w:rsidRPr="004C3E92">
        <w:t>sans un ami au monde pour m</w:t>
      </w:r>
      <w:r>
        <w:t>’</w:t>
      </w:r>
      <w:r w:rsidR="008C5C61" w:rsidRPr="004C3E92">
        <w:t>aider</w:t>
      </w:r>
      <w:r>
        <w:t xml:space="preserve">. </w:t>
      </w:r>
      <w:r w:rsidR="008C5C61" w:rsidRPr="004C3E92">
        <w:t>Dans une telle situation</w:t>
      </w:r>
      <w:r>
        <w:t xml:space="preserve">, </w:t>
      </w:r>
      <w:r w:rsidR="008C5C61" w:rsidRPr="004C3E92">
        <w:t>alors qu</w:t>
      </w:r>
      <w:r>
        <w:t>’</w:t>
      </w:r>
      <w:r w:rsidR="008C5C61" w:rsidRPr="004C3E92">
        <w:t>il semblait qu</w:t>
      </w:r>
      <w:r>
        <w:t>’</w:t>
      </w:r>
      <w:r w:rsidR="008C5C61" w:rsidRPr="004C3E92">
        <w:t>il n</w:t>
      </w:r>
      <w:r>
        <w:t>’</w:t>
      </w:r>
      <w:r w:rsidR="008C5C61" w:rsidRPr="004C3E92">
        <w:t>y eût rien pour tenter la cupidité ou la vanité d</w:t>
      </w:r>
      <w:r>
        <w:t>’</w:t>
      </w:r>
      <w:r w:rsidR="008C5C61" w:rsidRPr="004C3E92">
        <w:t>aucun être vivant</w:t>
      </w:r>
      <w:r>
        <w:t xml:space="preserve">, </w:t>
      </w:r>
      <w:r w:rsidR="008C5C61" w:rsidRPr="004C3E92">
        <w:t>comment pouvais-je supposer</w:t>
      </w:r>
      <w:r>
        <w:t xml:space="preserve">, </w:t>
      </w:r>
      <w:r w:rsidR="008C5C61" w:rsidRPr="004C3E92">
        <w:t>quand elle insistait si sérieus</w:t>
      </w:r>
      <w:r w:rsidR="008C5C61" w:rsidRPr="004C3E92">
        <w:t>e</w:t>
      </w:r>
      <w:r w:rsidR="008C5C61" w:rsidRPr="004C3E92">
        <w:t>ment</w:t>
      </w:r>
      <w:r>
        <w:t xml:space="preserve">, </w:t>
      </w:r>
      <w:r w:rsidR="008C5C61" w:rsidRPr="004C3E92">
        <w:t>si chaleureusement pour partager mon sort</w:t>
      </w:r>
      <w:r>
        <w:t xml:space="preserve">, </w:t>
      </w:r>
      <w:r w:rsidR="008C5C61" w:rsidRPr="004C3E92">
        <w:t>quel qu</w:t>
      </w:r>
      <w:r>
        <w:t>’</w:t>
      </w:r>
      <w:r w:rsidR="008C5C61" w:rsidRPr="004C3E92">
        <w:t>il pût être</w:t>
      </w:r>
      <w:r>
        <w:t xml:space="preserve">, </w:t>
      </w:r>
      <w:r w:rsidR="008C5C61" w:rsidRPr="004C3E92">
        <w:t>qu</w:t>
      </w:r>
      <w:r>
        <w:t>’</w:t>
      </w:r>
      <w:r w:rsidR="008C5C61" w:rsidRPr="004C3E92">
        <w:t>elle y était incitée par autre chose que l</w:t>
      </w:r>
      <w:r>
        <w:t>’</w:t>
      </w:r>
      <w:r w:rsidR="008C5C61" w:rsidRPr="004C3E92">
        <w:t>affection dési</w:t>
      </w:r>
      <w:r w:rsidR="008C5C61" w:rsidRPr="004C3E92">
        <w:t>n</w:t>
      </w:r>
      <w:r w:rsidR="008C5C61" w:rsidRPr="004C3E92">
        <w:t>téressée</w:t>
      </w:r>
      <w:r>
        <w:t xml:space="preserve"> ? </w:t>
      </w:r>
      <w:r w:rsidR="008C5C61" w:rsidRPr="004C3E92">
        <w:t>Et même à présent</w:t>
      </w:r>
      <w:r>
        <w:t xml:space="preserve">, </w:t>
      </w:r>
      <w:r w:rsidR="008C5C61" w:rsidRPr="004C3E92">
        <w:t>je ne puis comprendre pour quel motif elle a agi</w:t>
      </w:r>
      <w:r>
        <w:t xml:space="preserve">, </w:t>
      </w:r>
      <w:r w:rsidR="008C5C61" w:rsidRPr="004C3E92">
        <w:t>ni quel avantage imaginé il pouvait y avoir pour elle à être enchaînée à un homme pour qui elle n</w:t>
      </w:r>
      <w:r>
        <w:t>’</w:t>
      </w:r>
      <w:r w:rsidR="008C5C61" w:rsidRPr="004C3E92">
        <w:t>éprouvait pas la moindre affection</w:t>
      </w:r>
      <w:r>
        <w:t xml:space="preserve">, </w:t>
      </w:r>
      <w:r w:rsidR="008C5C61" w:rsidRPr="004C3E92">
        <w:t>et qui ne possédait que deux mille livres au monde</w:t>
      </w:r>
      <w:r>
        <w:t xml:space="preserve">. </w:t>
      </w:r>
      <w:r w:rsidR="008C5C61" w:rsidRPr="004C3E92">
        <w:t>Elle ne pouvait prévoir que le colonel Brandon me do</w:t>
      </w:r>
      <w:r w:rsidR="008C5C61" w:rsidRPr="004C3E92">
        <w:t>n</w:t>
      </w:r>
      <w:r w:rsidR="008C5C61" w:rsidRPr="004C3E92">
        <w:t>nerait un bénéfice</w:t>
      </w:r>
      <w:r>
        <w:t>.</w:t>
      </w:r>
    </w:p>
    <w:p w14:paraId="2420246D" w14:textId="77777777" w:rsidR="004A4993" w:rsidRDefault="004A4993" w:rsidP="004A4993">
      <w:r>
        <w:t>— </w:t>
      </w:r>
      <w:r w:rsidR="008C5C61" w:rsidRPr="004C3E92">
        <w:t>Non</w:t>
      </w:r>
      <w:r>
        <w:t xml:space="preserve">, </w:t>
      </w:r>
      <w:r w:rsidR="008C5C61" w:rsidRPr="004C3E92">
        <w:t>mais elle a pu supposer qu</w:t>
      </w:r>
      <w:r>
        <w:t>’</w:t>
      </w:r>
      <w:r w:rsidR="008C5C61" w:rsidRPr="004C3E92">
        <w:t>il se produirait quelque chose en votre faveur</w:t>
      </w:r>
      <w:r>
        <w:t xml:space="preserve"> ; </w:t>
      </w:r>
      <w:r w:rsidR="008C5C61" w:rsidRPr="004C3E92">
        <w:t>que votre propre famille pourrait</w:t>
      </w:r>
      <w:r>
        <w:t xml:space="preserve">, </w:t>
      </w:r>
      <w:r w:rsidR="008C5C61" w:rsidRPr="004C3E92">
        <w:t>le temps aidant</w:t>
      </w:r>
      <w:r>
        <w:t xml:space="preserve">, </w:t>
      </w:r>
      <w:r w:rsidR="008C5C61" w:rsidRPr="004C3E92">
        <w:t>se radoucir</w:t>
      </w:r>
      <w:r>
        <w:t xml:space="preserve">. </w:t>
      </w:r>
      <w:r w:rsidR="008C5C61" w:rsidRPr="004C3E92">
        <w:t>Et</w:t>
      </w:r>
      <w:r>
        <w:t xml:space="preserve">, </w:t>
      </w:r>
      <w:r w:rsidR="008C5C61" w:rsidRPr="004C3E92">
        <w:t>en tout cas</w:t>
      </w:r>
      <w:r>
        <w:t xml:space="preserve">, </w:t>
      </w:r>
      <w:r w:rsidR="008C5C61" w:rsidRPr="004C3E92">
        <w:t>elle ne perdait rien en prolongeant les fiançailles</w:t>
      </w:r>
      <w:r>
        <w:t xml:space="preserve">, </w:t>
      </w:r>
      <w:r w:rsidR="008C5C61" w:rsidRPr="004C3E92">
        <w:t>car elle a démontré qu</w:t>
      </w:r>
      <w:r>
        <w:t>’</w:t>
      </w:r>
      <w:r w:rsidR="008C5C61" w:rsidRPr="004C3E92">
        <w:t>elles n</w:t>
      </w:r>
      <w:r>
        <w:t>’</w:t>
      </w:r>
      <w:r w:rsidR="008C5C61" w:rsidRPr="004C3E92">
        <w:t>enchaînaient ni son inclination</w:t>
      </w:r>
      <w:r>
        <w:t xml:space="preserve">, </w:t>
      </w:r>
      <w:r w:rsidR="008C5C61" w:rsidRPr="004C3E92">
        <w:t>ni ses actes</w:t>
      </w:r>
      <w:r>
        <w:t xml:space="preserve">. </w:t>
      </w:r>
      <w:r w:rsidR="008C5C61" w:rsidRPr="004C3E92">
        <w:t>Cette attache était certainement respectable</w:t>
      </w:r>
      <w:r>
        <w:t xml:space="preserve">, </w:t>
      </w:r>
      <w:r w:rsidR="008C5C61" w:rsidRPr="004C3E92">
        <w:t>et lui valait probablement de la considération de la part de ses amis</w:t>
      </w:r>
      <w:r>
        <w:t xml:space="preserve"> ; </w:t>
      </w:r>
      <w:r w:rsidR="008C5C61" w:rsidRPr="004C3E92">
        <w:t>et s</w:t>
      </w:r>
      <w:r>
        <w:t>’</w:t>
      </w:r>
      <w:r w:rsidR="008C5C61" w:rsidRPr="004C3E92">
        <w:t>il ne se présentait rien de plus avantageux</w:t>
      </w:r>
      <w:r>
        <w:t xml:space="preserve">, </w:t>
      </w:r>
      <w:r w:rsidR="008C5C61" w:rsidRPr="004C3E92">
        <w:t>il valait mieux pour elle vous épouser</w:t>
      </w:r>
      <w:r>
        <w:t xml:space="preserve">, </w:t>
      </w:r>
      <w:r w:rsidR="008C5C61" w:rsidRPr="004C3E92">
        <w:t>vous</w:t>
      </w:r>
      <w:r>
        <w:t xml:space="preserve">, </w:t>
      </w:r>
      <w:r w:rsidR="008C5C61" w:rsidRPr="004C3E92">
        <w:t>que de rester fille</w:t>
      </w:r>
      <w:r>
        <w:t>.</w:t>
      </w:r>
    </w:p>
    <w:p w14:paraId="37B6B418" w14:textId="77777777" w:rsidR="004A4993" w:rsidRDefault="008C5C61" w:rsidP="004A4993">
      <w:r w:rsidRPr="004C3E92">
        <w:t>Edward fut naturellement tout de suite convaincu que rien n</w:t>
      </w:r>
      <w:r w:rsidR="004A4993">
        <w:t>’</w:t>
      </w:r>
      <w:r w:rsidRPr="004C3E92">
        <w:t>eût pu être plus naturel que la conduite de Lucy</w:t>
      </w:r>
      <w:r w:rsidR="004A4993">
        <w:t xml:space="preserve">, </w:t>
      </w:r>
      <w:r w:rsidRPr="004C3E92">
        <w:t>ni plus év</w:t>
      </w:r>
      <w:r w:rsidRPr="004C3E92">
        <w:t>i</w:t>
      </w:r>
      <w:r w:rsidRPr="004C3E92">
        <w:t>dent en soi que le motif qui y avait présidé</w:t>
      </w:r>
      <w:r w:rsidR="004A4993">
        <w:t>.</w:t>
      </w:r>
    </w:p>
    <w:p w14:paraId="4B06728C" w14:textId="77777777" w:rsidR="004A4993" w:rsidRDefault="008C5C61" w:rsidP="004A4993">
      <w:proofErr w:type="spellStart"/>
      <w:r w:rsidRPr="004C3E92">
        <w:t>Elinor</w:t>
      </w:r>
      <w:proofErr w:type="spellEnd"/>
      <w:r w:rsidRPr="004C3E92">
        <w:t xml:space="preserve"> le gronda durement</w:t>
      </w:r>
      <w:r w:rsidR="004A4993">
        <w:t xml:space="preserve">, </w:t>
      </w:r>
      <w:r w:rsidRPr="004C3E92">
        <w:t>comme les dames rabrouent toujours l</w:t>
      </w:r>
      <w:r w:rsidR="004A4993">
        <w:t>’</w:t>
      </w:r>
      <w:r w:rsidRPr="004C3E92">
        <w:t>imprudence qui constitue pour elles un compliment</w:t>
      </w:r>
      <w:r w:rsidR="004A4993">
        <w:t xml:space="preserve">, </w:t>
      </w:r>
      <w:r w:rsidRPr="004C3E92">
        <w:t>d</w:t>
      </w:r>
      <w:r w:rsidR="004A4993">
        <w:t>’</w:t>
      </w:r>
      <w:r w:rsidRPr="004C3E92">
        <w:t>avoir passé tant de temps auprès d</w:t>
      </w:r>
      <w:r w:rsidR="004A4993">
        <w:t>’</w:t>
      </w:r>
      <w:r w:rsidRPr="004C3E92">
        <w:t xml:space="preserve">elles à </w:t>
      </w:r>
      <w:proofErr w:type="spellStart"/>
      <w:r w:rsidRPr="004C3E92">
        <w:t>Norland</w:t>
      </w:r>
      <w:proofErr w:type="spellEnd"/>
      <w:r w:rsidR="004A4993">
        <w:t xml:space="preserve">, </w:t>
      </w:r>
      <w:r w:rsidRPr="004C3E92">
        <w:t>alors qu</w:t>
      </w:r>
      <w:r w:rsidR="004A4993">
        <w:t>’</w:t>
      </w:r>
      <w:r w:rsidRPr="004C3E92">
        <w:t>il eût dû sentir sa propre inconstance</w:t>
      </w:r>
      <w:r w:rsidR="004A4993">
        <w:t>.</w:t>
      </w:r>
    </w:p>
    <w:p w14:paraId="336B32FA" w14:textId="77777777" w:rsidR="004A4993" w:rsidRDefault="004A4993" w:rsidP="004A4993">
      <w:r>
        <w:t>— </w:t>
      </w:r>
      <w:r w:rsidR="008C5C61" w:rsidRPr="004C3E92">
        <w:t>Votre conduite a certainement été fort coupable</w:t>
      </w:r>
      <w:r>
        <w:t xml:space="preserve">, </w:t>
      </w:r>
      <w:r w:rsidR="008C5C61" w:rsidRPr="004C3E92">
        <w:t>dit-elle</w:t>
      </w:r>
      <w:r>
        <w:t xml:space="preserve">, </w:t>
      </w:r>
      <w:r w:rsidR="008C5C61" w:rsidRPr="004C3E92">
        <w:t>car</w:t>
      </w:r>
      <w:r>
        <w:t xml:space="preserve">, – </w:t>
      </w:r>
      <w:r w:rsidR="008C5C61" w:rsidRPr="004C3E92">
        <w:t>sans parler de ma conviction</w:t>
      </w:r>
      <w:r>
        <w:t xml:space="preserve">, – </w:t>
      </w:r>
      <w:r w:rsidR="008C5C61" w:rsidRPr="004C3E92">
        <w:t xml:space="preserve">nos parents ont été </w:t>
      </w:r>
      <w:r w:rsidR="008C5C61" w:rsidRPr="004C3E92">
        <w:lastRenderedPageBreak/>
        <w:t>ainsi complètement induits en erreur</w:t>
      </w:r>
      <w:r>
        <w:t xml:space="preserve">, </w:t>
      </w:r>
      <w:r w:rsidR="008C5C61" w:rsidRPr="004C3E92">
        <w:t>au point d</w:t>
      </w:r>
      <w:r>
        <w:t>’</w:t>
      </w:r>
      <w:r w:rsidR="008C5C61" w:rsidRPr="004C3E92">
        <w:t>imaginer et d</w:t>
      </w:r>
      <w:r>
        <w:t>’</w:t>
      </w:r>
      <w:r w:rsidR="008C5C61" w:rsidRPr="004C3E92">
        <w:t>attendre ce qui</w:t>
      </w:r>
      <w:r>
        <w:t xml:space="preserve">, </w:t>
      </w:r>
      <w:r w:rsidR="008C5C61" w:rsidRPr="004C3E92">
        <w:t>dans la situation où vous étiez alors</w:t>
      </w:r>
      <w:r>
        <w:t xml:space="preserve">, </w:t>
      </w:r>
      <w:r w:rsidR="008C5C61" w:rsidRPr="004C3E92">
        <w:t>ne po</w:t>
      </w:r>
      <w:r w:rsidR="008C5C61" w:rsidRPr="004C3E92">
        <w:t>u</w:t>
      </w:r>
      <w:r w:rsidR="008C5C61" w:rsidRPr="004C3E92">
        <w:t>vait jamais être</w:t>
      </w:r>
      <w:r>
        <w:t>.</w:t>
      </w:r>
    </w:p>
    <w:p w14:paraId="4498401F" w14:textId="77777777" w:rsidR="004A4993" w:rsidRDefault="008C5C61" w:rsidP="004A4993">
      <w:r w:rsidRPr="004C3E92">
        <w:t>Il ne put que plaider l</w:t>
      </w:r>
      <w:r w:rsidR="004A4993">
        <w:t>’</w:t>
      </w:r>
      <w:r w:rsidRPr="004C3E92">
        <w:t>ignorance de son propre cœur</w:t>
      </w:r>
      <w:r w:rsidR="004A4993">
        <w:t xml:space="preserve">, </w:t>
      </w:r>
      <w:r w:rsidRPr="004C3E92">
        <w:t>et une confiance erronée dans la force de sa promesse de mariage</w:t>
      </w:r>
      <w:r w:rsidR="004A4993">
        <w:t>.</w:t>
      </w:r>
    </w:p>
    <w:p w14:paraId="093BBAB6" w14:textId="77777777" w:rsidR="004A4993" w:rsidRDefault="004A4993" w:rsidP="004A4993">
      <w:r>
        <w:t>— </w:t>
      </w:r>
      <w:r w:rsidR="008C5C61" w:rsidRPr="004C3E92">
        <w:t>J</w:t>
      </w:r>
      <w:r>
        <w:t>’</w:t>
      </w:r>
      <w:r w:rsidR="008C5C61" w:rsidRPr="004C3E92">
        <w:t>étais assez naïf pour croire que</w:t>
      </w:r>
      <w:r>
        <w:t xml:space="preserve">, </w:t>
      </w:r>
      <w:r w:rsidR="008C5C61" w:rsidRPr="004C3E92">
        <w:t>parce que ma foi était engagée auprès d</w:t>
      </w:r>
      <w:r>
        <w:t>’</w:t>
      </w:r>
      <w:r w:rsidR="008C5C61" w:rsidRPr="004C3E92">
        <w:t>une autre</w:t>
      </w:r>
      <w:r>
        <w:t xml:space="preserve">, </w:t>
      </w:r>
      <w:r w:rsidR="008C5C61" w:rsidRPr="004C3E92">
        <w:t>il ne pouvait y avoir de danger à ce que je fusse avec vous</w:t>
      </w:r>
      <w:r>
        <w:t xml:space="preserve"> ; </w:t>
      </w:r>
      <w:r w:rsidR="008C5C61" w:rsidRPr="004C3E92">
        <w:t>et que la conscience de ma promesse d</w:t>
      </w:r>
      <w:r w:rsidR="008C5C61" w:rsidRPr="004C3E92">
        <w:t>e</w:t>
      </w:r>
      <w:r w:rsidR="008C5C61" w:rsidRPr="004C3E92">
        <w:t>vait me garder le cœur aussi sûr et aussi sacré que mon ho</w:t>
      </w:r>
      <w:r w:rsidR="008C5C61" w:rsidRPr="004C3E92">
        <w:t>n</w:t>
      </w:r>
      <w:r w:rsidR="008C5C61" w:rsidRPr="004C3E92">
        <w:t>neur</w:t>
      </w:r>
      <w:r>
        <w:t xml:space="preserve">. </w:t>
      </w:r>
      <w:r w:rsidR="008C5C61" w:rsidRPr="004C3E92">
        <w:t>Je sentais bien que je vous admirais</w:t>
      </w:r>
      <w:r>
        <w:t xml:space="preserve">, </w:t>
      </w:r>
      <w:r w:rsidR="008C5C61" w:rsidRPr="004C3E92">
        <w:t>mais je me disais que ce n</w:t>
      </w:r>
      <w:r>
        <w:t>’</w:t>
      </w:r>
      <w:r w:rsidR="008C5C61" w:rsidRPr="004C3E92">
        <w:t>était que de l</w:t>
      </w:r>
      <w:r>
        <w:t>’</w:t>
      </w:r>
      <w:r w:rsidR="008C5C61" w:rsidRPr="004C3E92">
        <w:t>amitié</w:t>
      </w:r>
      <w:r>
        <w:t xml:space="preserve"> ; </w:t>
      </w:r>
      <w:r w:rsidR="008C5C61" w:rsidRPr="004C3E92">
        <w:t>et jusqu</w:t>
      </w:r>
      <w:r>
        <w:t>’</w:t>
      </w:r>
      <w:r w:rsidR="008C5C61" w:rsidRPr="004C3E92">
        <w:t>au moment où je me suis mis à faire des comparaisons entre vous et Lucy</w:t>
      </w:r>
      <w:r>
        <w:t xml:space="preserve">, </w:t>
      </w:r>
      <w:r w:rsidR="008C5C61" w:rsidRPr="004C3E92">
        <w:t>je ne savais pas à quel point j</w:t>
      </w:r>
      <w:r>
        <w:t>’</w:t>
      </w:r>
      <w:r w:rsidR="008C5C61" w:rsidRPr="004C3E92">
        <w:t>étais épris</w:t>
      </w:r>
      <w:r>
        <w:t xml:space="preserve">. </w:t>
      </w:r>
      <w:r w:rsidR="008C5C61" w:rsidRPr="004C3E92">
        <w:t>Après cela</w:t>
      </w:r>
      <w:r>
        <w:t xml:space="preserve">, </w:t>
      </w:r>
      <w:r w:rsidR="008C5C61" w:rsidRPr="004C3E92">
        <w:t>sans doute</w:t>
      </w:r>
      <w:r>
        <w:t xml:space="preserve">, </w:t>
      </w:r>
      <w:r w:rsidR="008C5C61" w:rsidRPr="004C3E92">
        <w:t>j</w:t>
      </w:r>
      <w:r>
        <w:t>’</w:t>
      </w:r>
      <w:r w:rsidR="008C5C61" w:rsidRPr="004C3E92">
        <w:t>ai effectivement eu tort de rester si longtemps dans le Sussex</w:t>
      </w:r>
      <w:r>
        <w:t xml:space="preserve">, </w:t>
      </w:r>
      <w:r w:rsidR="008C5C61" w:rsidRPr="004C3E92">
        <w:t>et les arguments au moyen desquels je me suis rallié à la convenance d</w:t>
      </w:r>
      <w:r>
        <w:t>’</w:t>
      </w:r>
      <w:r w:rsidR="008C5C61" w:rsidRPr="004C3E92">
        <w:t>agir ainsi n</w:t>
      </w:r>
      <w:r>
        <w:t>’</w:t>
      </w:r>
      <w:r w:rsidR="008C5C61" w:rsidRPr="004C3E92">
        <w:t>ont rien de plus valable que ceux-ci</w:t>
      </w:r>
      <w:r>
        <w:t xml:space="preserve"> : </w:t>
      </w:r>
      <w:r w:rsidR="008C5C61" w:rsidRPr="004C3E92">
        <w:t>c</w:t>
      </w:r>
      <w:r>
        <w:t>’</w:t>
      </w:r>
      <w:r w:rsidR="008C5C61" w:rsidRPr="004C3E92">
        <w:t>est un danger pour moi seul</w:t>
      </w:r>
      <w:r>
        <w:t xml:space="preserve"> ; </w:t>
      </w:r>
      <w:r w:rsidR="008C5C61" w:rsidRPr="004C3E92">
        <w:t>je ne fais de mal à personne</w:t>
      </w:r>
      <w:r>
        <w:t xml:space="preserve">, </w:t>
      </w:r>
      <w:r w:rsidR="008C5C61" w:rsidRPr="004C3E92">
        <w:t>qu</w:t>
      </w:r>
      <w:r>
        <w:t>’</w:t>
      </w:r>
      <w:r w:rsidR="008C5C61" w:rsidRPr="004C3E92">
        <w:t>à moi-même</w:t>
      </w:r>
      <w:r>
        <w:t>.</w:t>
      </w:r>
    </w:p>
    <w:p w14:paraId="062C5404" w14:textId="77777777" w:rsidR="004A4993" w:rsidRDefault="008C5C61" w:rsidP="004A4993">
      <w:proofErr w:type="spellStart"/>
      <w:r w:rsidRPr="004C3E92">
        <w:t>Elinor</w:t>
      </w:r>
      <w:proofErr w:type="spellEnd"/>
      <w:r w:rsidRPr="004C3E92">
        <w:t xml:space="preserve"> sourit</w:t>
      </w:r>
      <w:r w:rsidR="004A4993">
        <w:t xml:space="preserve">, </w:t>
      </w:r>
      <w:r w:rsidRPr="004C3E92">
        <w:t>et hocha la tête</w:t>
      </w:r>
      <w:r w:rsidR="004A4993">
        <w:t>.</w:t>
      </w:r>
    </w:p>
    <w:p w14:paraId="25C61BA7" w14:textId="77777777" w:rsidR="004A4993" w:rsidRDefault="008C5C61" w:rsidP="004A4993">
      <w:r w:rsidRPr="004C3E92">
        <w:t>Edward apprit avec plaisir que le colonel Brandon était a</w:t>
      </w:r>
      <w:r w:rsidRPr="004C3E92">
        <w:t>t</w:t>
      </w:r>
      <w:r w:rsidRPr="004C3E92">
        <w:t>tendu dans la maisonnette</w:t>
      </w:r>
      <w:r w:rsidR="004A4993">
        <w:t xml:space="preserve">, </w:t>
      </w:r>
      <w:r w:rsidRPr="004C3E92">
        <w:t>car il désirait réellement</w:t>
      </w:r>
      <w:r w:rsidR="004A4993">
        <w:t xml:space="preserve">, </w:t>
      </w:r>
      <w:r w:rsidRPr="004C3E92">
        <w:t>non se</w:t>
      </w:r>
      <w:r w:rsidRPr="004C3E92">
        <w:t>u</w:t>
      </w:r>
      <w:r w:rsidRPr="004C3E92">
        <w:t>lement faire plus ample connaissance avec lui</w:t>
      </w:r>
      <w:r w:rsidR="004A4993">
        <w:t xml:space="preserve">, </w:t>
      </w:r>
      <w:r w:rsidRPr="004C3E92">
        <w:t>mais avoir l</w:t>
      </w:r>
      <w:r w:rsidR="004A4993">
        <w:t>’</w:t>
      </w:r>
      <w:r w:rsidRPr="004C3E92">
        <w:t>occasion de le convaincre qu</w:t>
      </w:r>
      <w:r w:rsidR="004A4993">
        <w:t>’</w:t>
      </w:r>
      <w:r w:rsidRPr="004C3E92">
        <w:t>il ne lui en voulait plus</w:t>
      </w:r>
      <w:r w:rsidR="004A4993">
        <w:t xml:space="preserve">, </w:t>
      </w:r>
      <w:r w:rsidRPr="004C3E92">
        <w:t xml:space="preserve">de lui donner la cure de </w:t>
      </w:r>
      <w:proofErr w:type="spellStart"/>
      <w:r w:rsidRPr="004C3E92">
        <w:t>Delaford</w:t>
      </w:r>
      <w:proofErr w:type="spellEnd"/>
      <w:r w:rsidR="004A4993">
        <w:t>.</w:t>
      </w:r>
    </w:p>
    <w:p w14:paraId="25F067A9" w14:textId="77777777" w:rsidR="004A4993" w:rsidRDefault="004A4993" w:rsidP="004A4993">
      <w:r>
        <w:t>— </w:t>
      </w:r>
      <w:r w:rsidR="008C5C61" w:rsidRPr="004C3E92">
        <w:t>Bénéfice qu</w:t>
      </w:r>
      <w:r>
        <w:t>’</w:t>
      </w:r>
      <w:r w:rsidR="008C5C61" w:rsidRPr="004C3E92">
        <w:t>à présent</w:t>
      </w:r>
      <w:r>
        <w:t xml:space="preserve">, </w:t>
      </w:r>
      <w:r w:rsidR="008C5C61" w:rsidRPr="004C3E92">
        <w:t>dit-il</w:t>
      </w:r>
      <w:r>
        <w:t xml:space="preserve">, </w:t>
      </w:r>
      <w:r w:rsidR="008C5C61" w:rsidRPr="004C3E92">
        <w:t>après des remerciements présentés avec autant de mauvaise grâce que l</w:t>
      </w:r>
      <w:r>
        <w:t>’</w:t>
      </w:r>
      <w:r w:rsidR="008C5C61" w:rsidRPr="004C3E92">
        <w:t>ont été les miens sur le moment</w:t>
      </w:r>
      <w:r>
        <w:t xml:space="preserve">, </w:t>
      </w:r>
      <w:r w:rsidR="008C5C61" w:rsidRPr="004C3E92">
        <w:t>il doit croire que je ne lui ai jamais pardonné de m</w:t>
      </w:r>
      <w:r>
        <w:t>’</w:t>
      </w:r>
      <w:r w:rsidR="008C5C61" w:rsidRPr="004C3E92">
        <w:t>avoir offert</w:t>
      </w:r>
      <w:r>
        <w:t>.</w:t>
      </w:r>
    </w:p>
    <w:p w14:paraId="3E2C6CF9" w14:textId="77777777" w:rsidR="004A4993" w:rsidRDefault="008C5C61" w:rsidP="004A4993">
      <w:r w:rsidRPr="004C3E92">
        <w:lastRenderedPageBreak/>
        <w:t>Il se sentit lui-même étonné</w:t>
      </w:r>
      <w:r w:rsidR="004A4993">
        <w:t xml:space="preserve">, </w:t>
      </w:r>
      <w:r w:rsidRPr="004C3E92">
        <w:t>à présent</w:t>
      </w:r>
      <w:r w:rsidR="004A4993">
        <w:t xml:space="preserve">, </w:t>
      </w:r>
      <w:r w:rsidRPr="004C3E92">
        <w:t>de ne s</w:t>
      </w:r>
      <w:r w:rsidR="004A4993">
        <w:t>’</w:t>
      </w:r>
      <w:r w:rsidRPr="004C3E92">
        <w:t>être jamais rendu sur place</w:t>
      </w:r>
      <w:r w:rsidR="004A4993">
        <w:t xml:space="preserve">. </w:t>
      </w:r>
      <w:r w:rsidRPr="004C3E92">
        <w:t>Mais il s</w:t>
      </w:r>
      <w:r w:rsidR="004A4993">
        <w:t>’</w:t>
      </w:r>
      <w:r w:rsidRPr="004C3E92">
        <w:t>était si peu intéressé à la question</w:t>
      </w:r>
      <w:r w:rsidR="004A4993">
        <w:t xml:space="preserve">, </w:t>
      </w:r>
      <w:r w:rsidRPr="004C3E92">
        <w:t>qu</w:t>
      </w:r>
      <w:r w:rsidR="004A4993">
        <w:t>’</w:t>
      </w:r>
      <w:r w:rsidRPr="004C3E92">
        <w:t>il devait toute la connaissance qu</w:t>
      </w:r>
      <w:r w:rsidR="004A4993">
        <w:t>’</w:t>
      </w:r>
      <w:r w:rsidRPr="004C3E92">
        <w:t>il possédait sur la maison</w:t>
      </w:r>
      <w:r w:rsidR="004A4993">
        <w:t xml:space="preserve">, </w:t>
      </w:r>
      <w:r w:rsidRPr="004C3E92">
        <w:t>le jardin</w:t>
      </w:r>
      <w:r w:rsidR="004A4993">
        <w:t xml:space="preserve">, </w:t>
      </w:r>
      <w:r w:rsidRPr="004C3E92">
        <w:t>la terre assignée au bénéfice</w:t>
      </w:r>
      <w:r w:rsidR="004A4993">
        <w:t xml:space="preserve">, </w:t>
      </w:r>
      <w:r w:rsidRPr="004C3E92">
        <w:t>l</w:t>
      </w:r>
      <w:r w:rsidR="004A4993">
        <w:t>’</w:t>
      </w:r>
      <w:r w:rsidRPr="004C3E92">
        <w:t>étendue de la paroisse</w:t>
      </w:r>
      <w:r w:rsidR="004A4993">
        <w:t xml:space="preserve">, </w:t>
      </w:r>
      <w:r w:rsidRPr="004C3E92">
        <w:t>la condition des terres</w:t>
      </w:r>
      <w:r w:rsidR="004A4993">
        <w:t xml:space="preserve">, </w:t>
      </w:r>
      <w:r w:rsidRPr="004C3E92">
        <w:t>et le montant des dîmes</w:t>
      </w:r>
      <w:r w:rsidR="004A4993">
        <w:t xml:space="preserve">, </w:t>
      </w:r>
      <w:r w:rsidRPr="004C3E92">
        <w:t xml:space="preserve">à </w:t>
      </w:r>
      <w:proofErr w:type="spellStart"/>
      <w:r w:rsidRPr="004C3E92">
        <w:t>Elinor</w:t>
      </w:r>
      <w:proofErr w:type="spellEnd"/>
      <w:r w:rsidRPr="004C3E92">
        <w:t xml:space="preserve"> elle-même</w:t>
      </w:r>
      <w:r w:rsidR="004A4993">
        <w:t xml:space="preserve">, </w:t>
      </w:r>
      <w:r w:rsidRPr="004C3E92">
        <w:t>qui en avait tant appris de la bouche du colonel Bra</w:t>
      </w:r>
      <w:r w:rsidRPr="004C3E92">
        <w:t>n</w:t>
      </w:r>
      <w:r w:rsidRPr="004C3E92">
        <w:t>don</w:t>
      </w:r>
      <w:r w:rsidR="004A4993">
        <w:t xml:space="preserve">, </w:t>
      </w:r>
      <w:r w:rsidRPr="004C3E92">
        <w:t>et l</w:t>
      </w:r>
      <w:r w:rsidR="004A4993">
        <w:t>’</w:t>
      </w:r>
      <w:r w:rsidRPr="004C3E92">
        <w:t>avait appris avec tant d</w:t>
      </w:r>
      <w:r w:rsidR="004A4993">
        <w:t>’</w:t>
      </w:r>
      <w:r w:rsidRPr="004C3E92">
        <w:t>attention</w:t>
      </w:r>
      <w:r w:rsidR="004A4993">
        <w:t xml:space="preserve">, </w:t>
      </w:r>
      <w:r w:rsidRPr="004C3E92">
        <w:t>qu</w:t>
      </w:r>
      <w:r w:rsidR="004A4993">
        <w:t>’</w:t>
      </w:r>
      <w:r w:rsidRPr="004C3E92">
        <w:t>elle était entièr</w:t>
      </w:r>
      <w:r w:rsidRPr="004C3E92">
        <w:t>e</w:t>
      </w:r>
      <w:r w:rsidRPr="004C3E92">
        <w:t>ment maîtresse du sujet</w:t>
      </w:r>
      <w:r w:rsidR="004A4993">
        <w:t>.</w:t>
      </w:r>
    </w:p>
    <w:p w14:paraId="1FF939F9" w14:textId="77777777" w:rsidR="004A4993" w:rsidRDefault="008C5C61" w:rsidP="004A4993">
      <w:r w:rsidRPr="004C3E92">
        <w:t>Il ne restait</w:t>
      </w:r>
      <w:r w:rsidR="004A4993">
        <w:t xml:space="preserve">, </w:t>
      </w:r>
      <w:r w:rsidRPr="004C3E92">
        <w:t>après cela</w:t>
      </w:r>
      <w:r w:rsidR="004A4993">
        <w:t xml:space="preserve">, </w:t>
      </w:r>
      <w:r w:rsidRPr="004C3E92">
        <w:t>entre eux qu</w:t>
      </w:r>
      <w:r w:rsidR="004A4993">
        <w:t>’</w:t>
      </w:r>
      <w:r w:rsidRPr="004C3E92">
        <w:t>une seule question i</w:t>
      </w:r>
      <w:r w:rsidRPr="004C3E92">
        <w:t>n</w:t>
      </w:r>
      <w:r w:rsidRPr="004C3E92">
        <w:t>décise</w:t>
      </w:r>
      <w:r w:rsidR="004A4993">
        <w:t xml:space="preserve">, – </w:t>
      </w:r>
      <w:r w:rsidRPr="004C3E92">
        <w:t>une seule difficulté à surmonter</w:t>
      </w:r>
      <w:r w:rsidR="004A4993">
        <w:t xml:space="preserve">. </w:t>
      </w:r>
      <w:r w:rsidRPr="004C3E92">
        <w:t>Ils étaient poussés l</w:t>
      </w:r>
      <w:r w:rsidR="004A4993">
        <w:t>’</w:t>
      </w:r>
      <w:r w:rsidRPr="004C3E92">
        <w:t>un vers l</w:t>
      </w:r>
      <w:r w:rsidR="004A4993">
        <w:t>’</w:t>
      </w:r>
      <w:r w:rsidRPr="004C3E92">
        <w:t>autre par l</w:t>
      </w:r>
      <w:r w:rsidR="004A4993">
        <w:t>’</w:t>
      </w:r>
      <w:r w:rsidRPr="004C3E92">
        <w:t>affection mutuelle</w:t>
      </w:r>
      <w:r w:rsidR="004A4993">
        <w:t xml:space="preserve">, </w:t>
      </w:r>
      <w:r w:rsidRPr="004C3E92">
        <w:t>avec l</w:t>
      </w:r>
      <w:r w:rsidR="004A4993">
        <w:t>’</w:t>
      </w:r>
      <w:r w:rsidRPr="004C3E92">
        <w:t>approbation ch</w:t>
      </w:r>
      <w:r w:rsidRPr="004C3E92">
        <w:t>a</w:t>
      </w:r>
      <w:r w:rsidRPr="004C3E92">
        <w:t>leureuse de leurs amis véritables</w:t>
      </w:r>
      <w:r w:rsidR="004A4993">
        <w:t xml:space="preserve"> ; </w:t>
      </w:r>
      <w:r w:rsidRPr="004C3E92">
        <w:t>la connaissance intime qu</w:t>
      </w:r>
      <w:r w:rsidR="004A4993">
        <w:t>’</w:t>
      </w:r>
      <w:r w:rsidRPr="004C3E92">
        <w:t>ils avaient l</w:t>
      </w:r>
      <w:r w:rsidR="004A4993">
        <w:t>’</w:t>
      </w:r>
      <w:r w:rsidRPr="004C3E92">
        <w:t>un de l</w:t>
      </w:r>
      <w:r w:rsidR="004A4993">
        <w:t>’</w:t>
      </w:r>
      <w:r w:rsidRPr="004C3E92">
        <w:t>autre semblait rendre leur bonheur certain</w:t>
      </w:r>
      <w:r w:rsidR="004A4993">
        <w:t xml:space="preserve">, – </w:t>
      </w:r>
      <w:r w:rsidRPr="004C3E92">
        <w:t>et il ne leur manquait que de quoi vivre</w:t>
      </w:r>
      <w:r w:rsidR="004A4993">
        <w:t xml:space="preserve">. </w:t>
      </w:r>
      <w:r w:rsidRPr="004C3E92">
        <w:t>Edward possédait deux mille livres</w:t>
      </w:r>
      <w:r w:rsidR="004A4993">
        <w:t xml:space="preserve">, </w:t>
      </w:r>
      <w:r w:rsidRPr="004C3E92">
        <w:t xml:space="preserve">et </w:t>
      </w:r>
      <w:proofErr w:type="spellStart"/>
      <w:r w:rsidRPr="004C3E92">
        <w:t>Elinor</w:t>
      </w:r>
      <w:proofErr w:type="spellEnd"/>
      <w:r w:rsidR="004A4993">
        <w:t xml:space="preserve">, </w:t>
      </w:r>
      <w:r w:rsidRPr="004C3E92">
        <w:t>mille</w:t>
      </w:r>
      <w:r w:rsidR="004A4993">
        <w:t xml:space="preserve">, </w:t>
      </w:r>
      <w:r w:rsidRPr="004C3E92">
        <w:t>ce qui</w:t>
      </w:r>
      <w:r w:rsidR="004A4993">
        <w:t xml:space="preserve">, </w:t>
      </w:r>
      <w:r w:rsidRPr="004C3E92">
        <w:t xml:space="preserve">avec le bénéfice de </w:t>
      </w:r>
      <w:proofErr w:type="spellStart"/>
      <w:r w:rsidRPr="004C3E92">
        <w:t>Delaford</w:t>
      </w:r>
      <w:proofErr w:type="spellEnd"/>
      <w:r w:rsidR="004A4993">
        <w:t xml:space="preserve">, </w:t>
      </w:r>
      <w:r w:rsidRPr="004C3E92">
        <w:t>constituait tout ce qu</w:t>
      </w:r>
      <w:r w:rsidR="004A4993">
        <w:t>’</w:t>
      </w:r>
      <w:r w:rsidRPr="004C3E92">
        <w:t>ils pouvaient appeler leur bien</w:t>
      </w:r>
      <w:r w:rsidR="004A4993">
        <w:t xml:space="preserve"> ; </w:t>
      </w:r>
      <w:r w:rsidRPr="004C3E92">
        <w:t>car il était impossible que Mrs</w:t>
      </w:r>
      <w:r w:rsidR="004A4993">
        <w:t xml:space="preserve">. </w:t>
      </w:r>
      <w:proofErr w:type="spellStart"/>
      <w:r w:rsidRPr="004C3E92">
        <w:t>Dashwood</w:t>
      </w:r>
      <w:proofErr w:type="spellEnd"/>
      <w:r w:rsidRPr="004C3E92">
        <w:t xml:space="preserve"> avançât quoi que ce fût</w:t>
      </w:r>
      <w:r w:rsidR="004A4993">
        <w:t xml:space="preserve">, </w:t>
      </w:r>
      <w:r w:rsidRPr="004C3E92">
        <w:t>et ils n</w:t>
      </w:r>
      <w:r w:rsidR="004A4993">
        <w:t>’</w:t>
      </w:r>
      <w:r w:rsidRPr="004C3E92">
        <w:t>étaient ni l</w:t>
      </w:r>
      <w:r w:rsidR="004A4993">
        <w:t>’</w:t>
      </w:r>
      <w:r w:rsidRPr="004C3E92">
        <w:t>un ni l</w:t>
      </w:r>
      <w:r w:rsidR="004A4993">
        <w:t>’</w:t>
      </w:r>
      <w:r w:rsidRPr="004C3E92">
        <w:t>autre tout à fait assez épris pour croire que trois cent cinquante livres par an leur fourniraient toutes les commodités de l</w:t>
      </w:r>
      <w:r w:rsidR="004A4993">
        <w:t>’</w:t>
      </w:r>
      <w:r w:rsidRPr="004C3E92">
        <w:t>existence</w:t>
      </w:r>
      <w:r w:rsidR="004A4993">
        <w:t>.</w:t>
      </w:r>
    </w:p>
    <w:p w14:paraId="0B0629B0" w14:textId="77777777" w:rsidR="004A4993" w:rsidRDefault="008C5C61" w:rsidP="004A4993">
      <w:r w:rsidRPr="004C3E92">
        <w:t>Edward n</w:t>
      </w:r>
      <w:r w:rsidR="004A4993">
        <w:t>’</w:t>
      </w:r>
      <w:r w:rsidRPr="004C3E92">
        <w:t>était pas totalement privé de l</w:t>
      </w:r>
      <w:r w:rsidR="004A4993">
        <w:t>’</w:t>
      </w:r>
      <w:r w:rsidRPr="004C3E92">
        <w:t>espoir de quelque changement favorable dans l</w:t>
      </w:r>
      <w:r w:rsidR="004A4993">
        <w:t>’</w:t>
      </w:r>
      <w:r w:rsidRPr="004C3E92">
        <w:t>attitude de sa mère envers lui</w:t>
      </w:r>
      <w:r w:rsidR="004A4993">
        <w:t xml:space="preserve"> ; </w:t>
      </w:r>
      <w:r w:rsidRPr="004C3E92">
        <w:t>et c</w:t>
      </w:r>
      <w:r w:rsidR="004A4993">
        <w:t>’</w:t>
      </w:r>
      <w:r w:rsidRPr="004C3E92">
        <w:t>est là-dessus qu</w:t>
      </w:r>
      <w:r w:rsidR="004A4993">
        <w:t>’</w:t>
      </w:r>
      <w:r w:rsidRPr="004C3E92">
        <w:t>il comptait pour le complément de leur rev</w:t>
      </w:r>
      <w:r w:rsidRPr="004C3E92">
        <w:t>e</w:t>
      </w:r>
      <w:r w:rsidRPr="004C3E92">
        <w:t>nu</w:t>
      </w:r>
      <w:r w:rsidR="004A4993">
        <w:t xml:space="preserve">. </w:t>
      </w:r>
      <w:r w:rsidRPr="004C3E92">
        <w:t xml:space="preserve">Mais </w:t>
      </w:r>
      <w:proofErr w:type="spellStart"/>
      <w:r w:rsidRPr="004C3E92">
        <w:t>Elinor</w:t>
      </w:r>
      <w:proofErr w:type="spellEnd"/>
      <w:r w:rsidRPr="004C3E92">
        <w:t xml:space="preserve"> ne comptait sur rien de tel</w:t>
      </w:r>
      <w:r w:rsidR="004A4993">
        <w:t xml:space="preserve"> ; </w:t>
      </w:r>
      <w:r w:rsidRPr="004C3E92">
        <w:t>car</w:t>
      </w:r>
      <w:r w:rsidR="004A4993">
        <w:t xml:space="preserve">, </w:t>
      </w:r>
      <w:r w:rsidRPr="004C3E92">
        <w:t>puisqu</w:t>
      </w:r>
      <w:r w:rsidR="004A4993">
        <w:t>’</w:t>
      </w:r>
      <w:r w:rsidRPr="004C3E92">
        <w:t>Edward serait toujours dans l</w:t>
      </w:r>
      <w:r w:rsidR="004A4993">
        <w:t>’</w:t>
      </w:r>
      <w:r w:rsidRPr="004C3E92">
        <w:t>impossibilité d</w:t>
      </w:r>
      <w:r w:rsidR="004A4993">
        <w:t>’</w:t>
      </w:r>
      <w:r w:rsidRPr="004C3E92">
        <w:t>épouser miss Morton</w:t>
      </w:r>
      <w:r w:rsidR="004A4993">
        <w:t xml:space="preserve">, </w:t>
      </w:r>
      <w:r w:rsidRPr="004C3E92">
        <w:t>et puisque le fait de l</w:t>
      </w:r>
      <w:r w:rsidR="004A4993">
        <w:t>’</w:t>
      </w:r>
      <w:r w:rsidRPr="004C3E92">
        <w:t>avoir choisie</w:t>
      </w:r>
      <w:r w:rsidR="004A4993">
        <w:t xml:space="preserve">, </w:t>
      </w:r>
      <w:r w:rsidRPr="004C3E92">
        <w:t>elle</w:t>
      </w:r>
      <w:r w:rsidR="004A4993">
        <w:t xml:space="preserve">, </w:t>
      </w:r>
      <w:r w:rsidRPr="004C3E92">
        <w:t>avait été désigné</w:t>
      </w:r>
      <w:r w:rsidR="004A4993">
        <w:t xml:space="preserve">, </w:t>
      </w:r>
      <w:r w:rsidRPr="004C3E92">
        <w:t>dans le langage flatteur de Mrs</w:t>
      </w:r>
      <w:r w:rsidR="004A4993">
        <w:t xml:space="preserve">. </w:t>
      </w:r>
      <w:proofErr w:type="spellStart"/>
      <w:r w:rsidRPr="004C3E92">
        <w:t>Ferrars</w:t>
      </w:r>
      <w:proofErr w:type="spellEnd"/>
      <w:r w:rsidR="004A4993">
        <w:t xml:space="preserve">, </w:t>
      </w:r>
      <w:r w:rsidRPr="004C3E92">
        <w:t>comme étant simplement un moindre mal que son choix de miss Steele</w:t>
      </w:r>
      <w:r w:rsidR="004A4993">
        <w:t xml:space="preserve">, </w:t>
      </w:r>
      <w:r w:rsidRPr="004C3E92">
        <w:t>elle craignait que l</w:t>
      </w:r>
      <w:r w:rsidR="004A4993">
        <w:t>’</w:t>
      </w:r>
      <w:r w:rsidRPr="004C3E92">
        <w:t>offense d</w:t>
      </w:r>
      <w:r w:rsidR="004A4993">
        <w:t>’</w:t>
      </w:r>
      <w:r w:rsidRPr="004C3E92">
        <w:t>Edward n</w:t>
      </w:r>
      <w:r w:rsidR="004A4993">
        <w:t>’</w:t>
      </w:r>
      <w:r w:rsidRPr="004C3E92">
        <w:t>eût d</w:t>
      </w:r>
      <w:r w:rsidR="004A4993">
        <w:t>’</w:t>
      </w:r>
      <w:r w:rsidRPr="004C3E92">
        <w:t>autre effet que d</w:t>
      </w:r>
      <w:r w:rsidR="004A4993">
        <w:t>’</w:t>
      </w:r>
      <w:r w:rsidRPr="004C3E92">
        <w:t>enrichir Fanny</w:t>
      </w:r>
      <w:r w:rsidR="004A4993">
        <w:t>.</w:t>
      </w:r>
    </w:p>
    <w:p w14:paraId="105E4AA2" w14:textId="77777777" w:rsidR="004A4993" w:rsidRDefault="008C5C61" w:rsidP="004A4993">
      <w:r w:rsidRPr="004C3E92">
        <w:lastRenderedPageBreak/>
        <w:t>Environ quatre jours après l</w:t>
      </w:r>
      <w:r w:rsidR="004A4993">
        <w:t>’</w:t>
      </w:r>
      <w:r w:rsidRPr="004C3E92">
        <w:t>arrivée d</w:t>
      </w:r>
      <w:r w:rsidR="004A4993">
        <w:t>’</w:t>
      </w:r>
      <w:r w:rsidRPr="004C3E92">
        <w:t>Edward</w:t>
      </w:r>
      <w:r w:rsidR="004A4993">
        <w:t xml:space="preserve">, </w:t>
      </w:r>
      <w:r w:rsidRPr="004C3E92">
        <w:t>le colonel Brandon fit son apparition</w:t>
      </w:r>
      <w:r w:rsidR="004A4993">
        <w:t xml:space="preserve">, </w:t>
      </w:r>
      <w:r w:rsidRPr="004C3E92">
        <w:t>pour compléter la satisfaction de Mrs</w:t>
      </w:r>
      <w:r w:rsidR="004A4993">
        <w:t xml:space="preserve">. </w:t>
      </w:r>
      <w:proofErr w:type="spellStart"/>
      <w:r w:rsidRPr="004C3E92">
        <w:t>Dashwood</w:t>
      </w:r>
      <w:proofErr w:type="spellEnd"/>
      <w:r w:rsidR="004A4993">
        <w:t xml:space="preserve">, </w:t>
      </w:r>
      <w:r w:rsidRPr="004C3E92">
        <w:t>et lui donner la dignité d</w:t>
      </w:r>
      <w:r w:rsidR="004A4993">
        <w:t>’</w:t>
      </w:r>
      <w:r w:rsidRPr="004C3E92">
        <w:t>avoir</w:t>
      </w:r>
      <w:r w:rsidR="004A4993">
        <w:t xml:space="preserve">, </w:t>
      </w:r>
      <w:r w:rsidRPr="004C3E92">
        <w:t>pour la premi</w:t>
      </w:r>
      <w:r w:rsidRPr="004C3E92">
        <w:t>è</w:t>
      </w:r>
      <w:r w:rsidRPr="004C3E92">
        <w:t>re fois depuis qu</w:t>
      </w:r>
      <w:r w:rsidR="004A4993">
        <w:t>’</w:t>
      </w:r>
      <w:r w:rsidRPr="004C3E92">
        <w:t>elle habitait Barton</w:t>
      </w:r>
      <w:r w:rsidR="004A4993">
        <w:t xml:space="preserve">, </w:t>
      </w:r>
      <w:r w:rsidRPr="004C3E92">
        <w:t>plus de compagnie autour d</w:t>
      </w:r>
      <w:r w:rsidR="004A4993">
        <w:t>’</w:t>
      </w:r>
      <w:r w:rsidRPr="004C3E92">
        <w:t>elle que n</w:t>
      </w:r>
      <w:r w:rsidR="004A4993">
        <w:t>’</w:t>
      </w:r>
      <w:r w:rsidRPr="004C3E92">
        <w:t>en pouvait tenir la maison</w:t>
      </w:r>
      <w:r w:rsidR="004A4993">
        <w:t xml:space="preserve">. </w:t>
      </w:r>
      <w:r w:rsidRPr="004C3E92">
        <w:t>Edward fut autorisé à r</w:t>
      </w:r>
      <w:r w:rsidRPr="004C3E92">
        <w:t>e</w:t>
      </w:r>
      <w:r w:rsidRPr="004C3E92">
        <w:t>tenir le privilège du premier occupant</w:t>
      </w:r>
      <w:r w:rsidR="004A4993">
        <w:t xml:space="preserve">, </w:t>
      </w:r>
      <w:r w:rsidRPr="004C3E92">
        <w:t>et le colonel Brandon</w:t>
      </w:r>
      <w:r w:rsidR="004A4993">
        <w:t xml:space="preserve">, </w:t>
      </w:r>
      <w:r w:rsidRPr="004C3E92">
        <w:t>en conséquence</w:t>
      </w:r>
      <w:r w:rsidR="004A4993">
        <w:t xml:space="preserve">, </w:t>
      </w:r>
      <w:r w:rsidRPr="004C3E92">
        <w:t>partit à pied</w:t>
      </w:r>
      <w:r w:rsidR="004A4993">
        <w:t xml:space="preserve">, </w:t>
      </w:r>
      <w:r w:rsidRPr="004C3E92">
        <w:t>chaque soir</w:t>
      </w:r>
      <w:r w:rsidR="004A4993">
        <w:t xml:space="preserve">, </w:t>
      </w:r>
      <w:r w:rsidRPr="004C3E92">
        <w:t>reprendre son ancienne chambre au Park</w:t>
      </w:r>
      <w:r w:rsidR="004A4993">
        <w:t xml:space="preserve"> ; </w:t>
      </w:r>
      <w:r w:rsidRPr="004C3E92">
        <w:t>d</w:t>
      </w:r>
      <w:r w:rsidR="004A4993">
        <w:t>’</w:t>
      </w:r>
      <w:r w:rsidRPr="004C3E92">
        <w:t>où il revenait d</w:t>
      </w:r>
      <w:r w:rsidR="004A4993">
        <w:t>’</w:t>
      </w:r>
      <w:r w:rsidRPr="004C3E92">
        <w:t>ordinaire le matin</w:t>
      </w:r>
      <w:r w:rsidR="004A4993">
        <w:t xml:space="preserve">, </w:t>
      </w:r>
      <w:r w:rsidRPr="004C3E92">
        <w:t>assez tôt pour interrompre le premier tête-à-tête des amoureux avant le déjeuner</w:t>
      </w:r>
      <w:r w:rsidR="004A4993">
        <w:t>.</w:t>
      </w:r>
    </w:p>
    <w:p w14:paraId="1F93A81B" w14:textId="77777777" w:rsidR="004A4993" w:rsidRDefault="008C5C61" w:rsidP="004A4993">
      <w:r w:rsidRPr="004C3E92">
        <w:t xml:space="preserve">Une résidence de trois semaines à </w:t>
      </w:r>
      <w:proofErr w:type="spellStart"/>
      <w:r w:rsidRPr="004C3E92">
        <w:t>Delaford</w:t>
      </w:r>
      <w:proofErr w:type="spellEnd"/>
      <w:r w:rsidR="004A4993">
        <w:t xml:space="preserve"> – </w:t>
      </w:r>
      <w:r w:rsidRPr="004C3E92">
        <w:t>où</w:t>
      </w:r>
      <w:r w:rsidR="004A4993">
        <w:t xml:space="preserve">, </w:t>
      </w:r>
      <w:r w:rsidRPr="004C3E92">
        <w:t>pendant les heures de la soirée tout au moins</w:t>
      </w:r>
      <w:r w:rsidR="004A4993">
        <w:t xml:space="preserve">, </w:t>
      </w:r>
      <w:r w:rsidRPr="004C3E92">
        <w:t>il avait peu de chose à fa</w:t>
      </w:r>
      <w:r w:rsidRPr="004C3E92">
        <w:t>i</w:t>
      </w:r>
      <w:r w:rsidRPr="004C3E92">
        <w:t>re</w:t>
      </w:r>
      <w:r w:rsidR="004A4993">
        <w:t xml:space="preserve">, </w:t>
      </w:r>
      <w:r w:rsidRPr="004C3E92">
        <w:t>si ce n</w:t>
      </w:r>
      <w:r w:rsidR="004A4993">
        <w:t>’</w:t>
      </w:r>
      <w:r w:rsidRPr="004C3E92">
        <w:t>est de calculer la disproportion entre trente-six et dix-sept</w:t>
      </w:r>
      <w:r w:rsidR="004A4993">
        <w:t xml:space="preserve"> – </w:t>
      </w:r>
      <w:r w:rsidRPr="004C3E92">
        <w:t>l</w:t>
      </w:r>
      <w:r w:rsidR="004A4993">
        <w:t>’</w:t>
      </w:r>
      <w:r w:rsidRPr="004C3E92">
        <w:t>amenait à Barton dans un état d</w:t>
      </w:r>
      <w:r w:rsidR="004A4993">
        <w:t>’</w:t>
      </w:r>
      <w:r w:rsidRPr="004C3E92">
        <w:t>esprit qui avait besoin de toute l</w:t>
      </w:r>
      <w:r w:rsidR="004A4993">
        <w:t>’</w:t>
      </w:r>
      <w:r w:rsidRPr="004C3E92">
        <w:t>amélioration dans la mine de Marianne</w:t>
      </w:r>
      <w:r w:rsidR="004A4993">
        <w:t xml:space="preserve">, </w:t>
      </w:r>
      <w:r w:rsidRPr="004C3E92">
        <w:t>de toute l</w:t>
      </w:r>
      <w:r w:rsidR="004A4993">
        <w:t>’</w:t>
      </w:r>
      <w:r w:rsidRPr="004C3E92">
        <w:t>amabilité de son accueil</w:t>
      </w:r>
      <w:r w:rsidR="004A4993">
        <w:t xml:space="preserve">, </w:t>
      </w:r>
      <w:r w:rsidRPr="004C3E92">
        <w:t>et de tout l</w:t>
      </w:r>
      <w:r w:rsidR="004A4993">
        <w:t>’</w:t>
      </w:r>
      <w:r w:rsidRPr="004C3E92">
        <w:t>encouragement de la par</w:t>
      </w:r>
      <w:r w:rsidRPr="004C3E92">
        <w:t>o</w:t>
      </w:r>
      <w:r w:rsidRPr="004C3E92">
        <w:t>le de sa mère</w:t>
      </w:r>
      <w:r w:rsidR="004A4993">
        <w:t xml:space="preserve">, </w:t>
      </w:r>
      <w:r w:rsidRPr="004C3E92">
        <w:t>pour le rendre joyeux</w:t>
      </w:r>
      <w:r w:rsidR="004A4993">
        <w:t xml:space="preserve">. </w:t>
      </w:r>
      <w:r w:rsidRPr="004C3E92">
        <w:t>Mais</w:t>
      </w:r>
      <w:r w:rsidR="004A4993">
        <w:t xml:space="preserve">, </w:t>
      </w:r>
      <w:r w:rsidRPr="004C3E92">
        <w:t>au milieu de pareils amis</w:t>
      </w:r>
      <w:r w:rsidR="004A4993">
        <w:t xml:space="preserve">, </w:t>
      </w:r>
      <w:r w:rsidRPr="004C3E92">
        <w:t>et de semblables flatteries</w:t>
      </w:r>
      <w:r w:rsidR="004A4993">
        <w:t xml:space="preserve">, </w:t>
      </w:r>
      <w:r w:rsidRPr="004C3E92">
        <w:t>il se ranima véritablement</w:t>
      </w:r>
      <w:r w:rsidR="004A4993">
        <w:t xml:space="preserve">. </w:t>
      </w:r>
      <w:r w:rsidRPr="004C3E92">
        <w:t>Nulle rumeur du mariage de Lucy ne lui était encore parvenue</w:t>
      </w:r>
      <w:r w:rsidR="004A4993">
        <w:t xml:space="preserve"> ; </w:t>
      </w:r>
      <w:r w:rsidRPr="004C3E92">
        <w:t>il ne savait rien de ce qui s</w:t>
      </w:r>
      <w:r w:rsidR="004A4993">
        <w:t>’</w:t>
      </w:r>
      <w:r w:rsidRPr="004C3E92">
        <w:t>était passé</w:t>
      </w:r>
      <w:r w:rsidR="004A4993">
        <w:t xml:space="preserve">, </w:t>
      </w:r>
      <w:r w:rsidRPr="004C3E92">
        <w:t>et les premières heures de sa visite furent</w:t>
      </w:r>
      <w:r w:rsidR="004A4993">
        <w:t xml:space="preserve">, </w:t>
      </w:r>
      <w:r w:rsidRPr="004C3E92">
        <w:t>en conséquence</w:t>
      </w:r>
      <w:r w:rsidR="004A4993">
        <w:t xml:space="preserve">, </w:t>
      </w:r>
      <w:r w:rsidRPr="004C3E92">
        <w:t>occupées à apprendre et à s</w:t>
      </w:r>
      <w:r w:rsidR="004A4993">
        <w:t>’</w:t>
      </w:r>
      <w:r w:rsidRPr="004C3E92">
        <w:t>émerveiller</w:t>
      </w:r>
      <w:r w:rsidR="004A4993">
        <w:t xml:space="preserve">. </w:t>
      </w:r>
      <w:r w:rsidRPr="004C3E92">
        <w:t>Tout lui fut expliqué par Mrs</w:t>
      </w:r>
      <w:r w:rsidR="004A4993">
        <w:t xml:space="preserve">. </w:t>
      </w:r>
      <w:proofErr w:type="spellStart"/>
      <w:r w:rsidRPr="004C3E92">
        <w:t>Dashwood</w:t>
      </w:r>
      <w:proofErr w:type="spellEnd"/>
      <w:r w:rsidR="004A4993">
        <w:t xml:space="preserve">, </w:t>
      </w:r>
      <w:r w:rsidRPr="004C3E92">
        <w:t>et il trouva une nouvelle raison de se réjouir de ce qu</w:t>
      </w:r>
      <w:r w:rsidR="004A4993">
        <w:t>’</w:t>
      </w:r>
      <w:r w:rsidRPr="004C3E92">
        <w:t>il avait fait pour Mr</w:t>
      </w:r>
      <w:r w:rsidR="004A4993">
        <w:t xml:space="preserve">. </w:t>
      </w:r>
      <w:proofErr w:type="spellStart"/>
      <w:r w:rsidRPr="004C3E92">
        <w:t>Ferrars</w:t>
      </w:r>
      <w:proofErr w:type="spellEnd"/>
      <w:r w:rsidR="004A4993">
        <w:t xml:space="preserve">, </w:t>
      </w:r>
      <w:r w:rsidRPr="004C3E92">
        <w:t>puisqu</w:t>
      </w:r>
      <w:r w:rsidR="004A4993">
        <w:t>’</w:t>
      </w:r>
      <w:r w:rsidRPr="004C3E92">
        <w:t>en fin de compte cela servait les int</w:t>
      </w:r>
      <w:r w:rsidRPr="004C3E92">
        <w:t>é</w:t>
      </w:r>
      <w:r w:rsidRPr="004C3E92">
        <w:t>rêts d</w:t>
      </w:r>
      <w:r w:rsidR="004A4993">
        <w:t>’</w:t>
      </w:r>
      <w:proofErr w:type="spellStart"/>
      <w:r w:rsidRPr="004C3E92">
        <w:t>Elinor</w:t>
      </w:r>
      <w:proofErr w:type="spellEnd"/>
      <w:r w:rsidR="004A4993">
        <w:t>.</w:t>
      </w:r>
    </w:p>
    <w:p w14:paraId="158BEA05" w14:textId="77777777" w:rsidR="004A4993" w:rsidRDefault="008C5C61" w:rsidP="004A4993">
      <w:r w:rsidRPr="004C3E92">
        <w:t>Il serait superflu de dire que les gentlemen progressèrent dans la bonne opinion de leur connaissance mutuelle</w:t>
      </w:r>
      <w:r w:rsidR="004A4993">
        <w:t xml:space="preserve">, </w:t>
      </w:r>
      <w:r w:rsidRPr="004C3E92">
        <w:t>car il n</w:t>
      </w:r>
      <w:r w:rsidR="004A4993">
        <w:t>’</w:t>
      </w:r>
      <w:r w:rsidRPr="004C3E92">
        <w:t>en pouvait être autrement</w:t>
      </w:r>
      <w:r w:rsidR="004A4993">
        <w:t xml:space="preserve">. </w:t>
      </w:r>
      <w:r w:rsidRPr="004C3E92">
        <w:t>Leur ressemblance quant aux bons principes et à l</w:t>
      </w:r>
      <w:r w:rsidR="004A4993">
        <w:t>’</w:t>
      </w:r>
      <w:r w:rsidRPr="004C3E92">
        <w:t>intelligence</w:t>
      </w:r>
      <w:r w:rsidR="004A4993">
        <w:t xml:space="preserve">, </w:t>
      </w:r>
      <w:r w:rsidRPr="004C3E92">
        <w:t>au caractère et à la façon de penser</w:t>
      </w:r>
      <w:r w:rsidR="004A4993">
        <w:t xml:space="preserve">, </w:t>
      </w:r>
      <w:r w:rsidRPr="004C3E92">
        <w:t>eût probablement été suffisante à les unir d</w:t>
      </w:r>
      <w:r w:rsidR="004A4993">
        <w:t>’</w:t>
      </w:r>
      <w:r w:rsidRPr="004C3E92">
        <w:t>amitié</w:t>
      </w:r>
      <w:r w:rsidR="004A4993">
        <w:t xml:space="preserve">, </w:t>
      </w:r>
      <w:r w:rsidRPr="004C3E92">
        <w:t>sans aucune autre attraction</w:t>
      </w:r>
      <w:r w:rsidR="004A4993">
        <w:t xml:space="preserve"> ; </w:t>
      </w:r>
      <w:r w:rsidRPr="004C3E92">
        <w:t>mais le fait qu</w:t>
      </w:r>
      <w:r w:rsidR="004A4993">
        <w:t>’</w:t>
      </w:r>
      <w:r w:rsidRPr="004C3E92">
        <w:t>ils fussent épris de deux sœurs</w:t>
      </w:r>
      <w:r w:rsidR="004A4993">
        <w:t xml:space="preserve">, </w:t>
      </w:r>
      <w:r w:rsidRPr="004C3E92">
        <w:t>et de deux sœurs qui s</w:t>
      </w:r>
      <w:r w:rsidR="004A4993">
        <w:t>’</w:t>
      </w:r>
      <w:r w:rsidRPr="004C3E92">
        <w:t>aimaient l</w:t>
      </w:r>
      <w:r w:rsidR="004A4993">
        <w:t>’</w:t>
      </w:r>
      <w:r w:rsidRPr="004C3E92">
        <w:t>une l</w:t>
      </w:r>
      <w:r w:rsidR="004A4993">
        <w:t>’</w:t>
      </w:r>
      <w:r w:rsidRPr="004C3E92">
        <w:t>autre</w:t>
      </w:r>
      <w:r w:rsidR="004A4993">
        <w:t xml:space="preserve">, </w:t>
      </w:r>
      <w:r w:rsidRPr="004C3E92">
        <w:lastRenderedPageBreak/>
        <w:t>rendit cette affe</w:t>
      </w:r>
      <w:r w:rsidRPr="004C3E92">
        <w:t>c</w:t>
      </w:r>
      <w:r w:rsidRPr="004C3E92">
        <w:t>tion mutuelle inévitable et immédiate</w:t>
      </w:r>
      <w:r w:rsidR="004A4993">
        <w:t xml:space="preserve">, </w:t>
      </w:r>
      <w:r w:rsidRPr="004C3E92">
        <w:t>alors qu</w:t>
      </w:r>
      <w:r w:rsidR="004A4993">
        <w:t>’</w:t>
      </w:r>
      <w:r w:rsidRPr="004C3E92">
        <w:t>elle eût pu</w:t>
      </w:r>
      <w:r w:rsidR="004A4993">
        <w:t xml:space="preserve">, </w:t>
      </w:r>
      <w:r w:rsidRPr="004C3E92">
        <w:t>sans cela</w:t>
      </w:r>
      <w:r w:rsidR="004A4993">
        <w:t xml:space="preserve">, </w:t>
      </w:r>
      <w:r w:rsidRPr="004C3E92">
        <w:t>attendre l</w:t>
      </w:r>
      <w:r w:rsidR="004A4993">
        <w:t>’</w:t>
      </w:r>
      <w:r w:rsidRPr="004C3E92">
        <w:t>effet du temps et du jugement</w:t>
      </w:r>
      <w:r w:rsidR="004A4993">
        <w:t>.</w:t>
      </w:r>
    </w:p>
    <w:p w14:paraId="774E1B13" w14:textId="7EA4DBA9" w:rsidR="004A4993" w:rsidRDefault="008C5C61" w:rsidP="004A4993">
      <w:r w:rsidRPr="004C3E92">
        <w:t>Les lettres de Londres</w:t>
      </w:r>
      <w:r w:rsidR="004A4993">
        <w:t xml:space="preserve">, </w:t>
      </w:r>
      <w:r w:rsidRPr="004C3E92">
        <w:t>qui eussent</w:t>
      </w:r>
      <w:r w:rsidR="004A4993">
        <w:t xml:space="preserve">, </w:t>
      </w:r>
      <w:r w:rsidRPr="004C3E92">
        <w:t>quelques jours aupar</w:t>
      </w:r>
      <w:r w:rsidRPr="004C3E92">
        <w:t>a</w:t>
      </w:r>
      <w:r w:rsidRPr="004C3E92">
        <w:t>vant</w:t>
      </w:r>
      <w:r w:rsidR="004A4993">
        <w:t xml:space="preserve">, </w:t>
      </w:r>
      <w:r w:rsidRPr="004C3E92">
        <w:t>fait frémir sous leurs transports chacun des nerfs du corps d</w:t>
      </w:r>
      <w:r w:rsidR="004A4993">
        <w:t>’</w:t>
      </w:r>
      <w:proofErr w:type="spellStart"/>
      <w:r w:rsidRPr="004C3E92">
        <w:t>Elinor</w:t>
      </w:r>
      <w:proofErr w:type="spellEnd"/>
      <w:r w:rsidR="004A4993">
        <w:t xml:space="preserve">, </w:t>
      </w:r>
      <w:r w:rsidRPr="004C3E92">
        <w:t>arrivèrent à présent</w:t>
      </w:r>
      <w:r w:rsidR="004A4993">
        <w:t xml:space="preserve">, </w:t>
      </w:r>
      <w:r w:rsidRPr="004C3E92">
        <w:t>pour être lues avec moins d</w:t>
      </w:r>
      <w:r w:rsidR="004A4993">
        <w:t>’</w:t>
      </w:r>
      <w:r w:rsidRPr="004C3E92">
        <w:t>émotion que de gaieté</w:t>
      </w:r>
      <w:r w:rsidR="004A4993">
        <w:t xml:space="preserve">. </w:t>
      </w:r>
      <w:r w:rsidRPr="004C3E92">
        <w:t>Mrs</w:t>
      </w:r>
      <w:r w:rsidR="004A4993">
        <w:t xml:space="preserve">. </w:t>
      </w:r>
      <w:r w:rsidRPr="004C3E92">
        <w:t>Jennings écrivit pour conter la merveilleuse histoire</w:t>
      </w:r>
      <w:r w:rsidR="004A4993">
        <w:t xml:space="preserve">, </w:t>
      </w:r>
      <w:r w:rsidRPr="004C3E92">
        <w:t>pour donner cours à son honnête indign</w:t>
      </w:r>
      <w:r w:rsidRPr="004C3E92">
        <w:t>a</w:t>
      </w:r>
      <w:r w:rsidRPr="004C3E92">
        <w:t>tion à l</w:t>
      </w:r>
      <w:r w:rsidR="004A4993">
        <w:t>’</w:t>
      </w:r>
      <w:r w:rsidRPr="004C3E92">
        <w:t>encontre de l</w:t>
      </w:r>
      <w:r w:rsidR="004A4993">
        <w:t>’</w:t>
      </w:r>
      <w:r w:rsidRPr="004C3E92">
        <w:t>inconstante fille</w:t>
      </w:r>
      <w:r w:rsidR="004A4993">
        <w:t xml:space="preserve">, </w:t>
      </w:r>
      <w:r w:rsidRPr="004C3E92">
        <w:t>et déverser sa compassion envers ce pauvre Mr</w:t>
      </w:r>
      <w:r w:rsidR="004A4993">
        <w:t xml:space="preserve">. </w:t>
      </w:r>
      <w:r w:rsidRPr="004C3E92">
        <w:t>Edward</w:t>
      </w:r>
      <w:r w:rsidR="004A4993">
        <w:t xml:space="preserve">, </w:t>
      </w:r>
      <w:r w:rsidRPr="004C3E92">
        <w:t>qui</w:t>
      </w:r>
      <w:r w:rsidR="004A4993">
        <w:t xml:space="preserve">, </w:t>
      </w:r>
      <w:r w:rsidRPr="004C3E92">
        <w:t>elle en était sûre</w:t>
      </w:r>
      <w:r w:rsidR="004A4993">
        <w:t xml:space="preserve">, </w:t>
      </w:r>
      <w:r w:rsidRPr="004C3E92">
        <w:t>avait été absolument féru de cette indigne coquine</w:t>
      </w:r>
      <w:r w:rsidR="004A4993">
        <w:t xml:space="preserve">, </w:t>
      </w:r>
      <w:r w:rsidRPr="004C3E92">
        <w:t>et se trouvait mai</w:t>
      </w:r>
      <w:r w:rsidRPr="004C3E92">
        <w:t>n</w:t>
      </w:r>
      <w:r w:rsidRPr="004C3E92">
        <w:t>tenant</w:t>
      </w:r>
      <w:r w:rsidR="004A4993">
        <w:t xml:space="preserve">, </w:t>
      </w:r>
      <w:r w:rsidRPr="004C3E92">
        <w:t>au dire de tout le monde</w:t>
      </w:r>
      <w:r w:rsidR="004A4993">
        <w:t xml:space="preserve">, </w:t>
      </w:r>
      <w:r w:rsidRPr="004C3E92">
        <w:t>à Oxford</w:t>
      </w:r>
      <w:r w:rsidR="004A4993">
        <w:t xml:space="preserve">, </w:t>
      </w:r>
      <w:r w:rsidRPr="004C3E92">
        <w:t>le cœur quasi brisé</w:t>
      </w:r>
      <w:r w:rsidR="004A4993">
        <w:t>… « </w:t>
      </w:r>
      <w:r w:rsidRPr="004C3E92">
        <w:t>Je crois vraiment</w:t>
      </w:r>
      <w:r w:rsidR="004A4993">
        <w:t xml:space="preserve">, </w:t>
      </w:r>
      <w:r w:rsidRPr="004C3E92">
        <w:t>poursuivait-elle</w:t>
      </w:r>
      <w:r w:rsidR="004A4993">
        <w:t xml:space="preserve">, </w:t>
      </w:r>
      <w:r w:rsidRPr="004C3E92">
        <w:t>qu</w:t>
      </w:r>
      <w:r w:rsidR="004A4993">
        <w:t>’</w:t>
      </w:r>
      <w:r w:rsidRPr="004C3E92">
        <w:t>on n</w:t>
      </w:r>
      <w:r w:rsidR="004A4993">
        <w:t>’</w:t>
      </w:r>
      <w:r w:rsidRPr="004C3E92">
        <w:t>a jamais mené une affaire avec autant de ruse</w:t>
      </w:r>
      <w:r w:rsidR="004A4993">
        <w:t xml:space="preserve"> ; </w:t>
      </w:r>
      <w:r w:rsidRPr="004C3E92">
        <w:t>car ce n</w:t>
      </w:r>
      <w:r w:rsidR="004A4993">
        <w:t>’</w:t>
      </w:r>
      <w:r w:rsidRPr="004C3E92">
        <w:t>est que deux jours aupar</w:t>
      </w:r>
      <w:r w:rsidRPr="004C3E92">
        <w:t>a</w:t>
      </w:r>
      <w:r w:rsidRPr="004C3E92">
        <w:t>vant</w:t>
      </w:r>
      <w:r w:rsidR="004A4993">
        <w:t xml:space="preserve">, </w:t>
      </w:r>
      <w:r w:rsidRPr="004C3E92">
        <w:t>que Lucy est venue me voir et est restée deux heures à causer avec moi</w:t>
      </w:r>
      <w:r w:rsidR="004A4993">
        <w:t xml:space="preserve">. </w:t>
      </w:r>
      <w:r w:rsidRPr="004C3E92">
        <w:t>Personne ne soupçonnait rien de l</w:t>
      </w:r>
      <w:r w:rsidR="004A4993">
        <w:t>’</w:t>
      </w:r>
      <w:r w:rsidRPr="004C3E92">
        <w:t>affaire</w:t>
      </w:r>
      <w:r w:rsidR="004A4993">
        <w:t xml:space="preserve">, </w:t>
      </w:r>
      <w:r w:rsidRPr="004C3E92">
        <w:t>pas même Nancy</w:t>
      </w:r>
      <w:r w:rsidR="004A4993">
        <w:t xml:space="preserve">, </w:t>
      </w:r>
      <w:r w:rsidRPr="004C3E92">
        <w:t>qui</w:t>
      </w:r>
      <w:r w:rsidR="004A4993">
        <w:t xml:space="preserve">, </w:t>
      </w:r>
      <w:r w:rsidRPr="004C3E92">
        <w:t>pauvre âme</w:t>
      </w:r>
      <w:r w:rsidR="004A4993">
        <w:t xml:space="preserve"> ! </w:t>
      </w:r>
      <w:r w:rsidRPr="004C3E92">
        <w:t>est venue chez moi en larmes le lendemain</w:t>
      </w:r>
      <w:r w:rsidR="004A4993">
        <w:t xml:space="preserve">, </w:t>
      </w:r>
      <w:r w:rsidRPr="004C3E92">
        <w:t xml:space="preserve">en </w:t>
      </w:r>
      <w:proofErr w:type="spellStart"/>
      <w:r w:rsidRPr="004C3E92">
        <w:t>grand</w:t>
      </w:r>
      <w:r w:rsidR="004A4993">
        <w:t>’</w:t>
      </w:r>
      <w:r w:rsidRPr="004C3E92">
        <w:t>peur</w:t>
      </w:r>
      <w:proofErr w:type="spellEnd"/>
      <w:r w:rsidRPr="004C3E92">
        <w:t xml:space="preserve"> des foudres de Mrs</w:t>
      </w:r>
      <w:r w:rsidR="004A4993">
        <w:t xml:space="preserve">. </w:t>
      </w:r>
      <w:proofErr w:type="spellStart"/>
      <w:r w:rsidRPr="004C3E92">
        <w:t>Ferrars</w:t>
      </w:r>
      <w:proofErr w:type="spellEnd"/>
      <w:r w:rsidR="004A4993">
        <w:t xml:space="preserve">, </w:t>
      </w:r>
      <w:r w:rsidRPr="004C3E92">
        <w:t>et sans savoir</w:t>
      </w:r>
      <w:r w:rsidR="004A4993">
        <w:t xml:space="preserve">, </w:t>
      </w:r>
      <w:r w:rsidRPr="004C3E92">
        <w:t>de plus</w:t>
      </w:r>
      <w:r w:rsidR="004A4993">
        <w:t xml:space="preserve">, </w:t>
      </w:r>
      <w:r w:rsidRPr="004C3E92">
        <w:t>comment elle regagnerait Plymouth</w:t>
      </w:r>
      <w:r w:rsidR="004A4993">
        <w:t xml:space="preserve"> ; </w:t>
      </w:r>
      <w:r w:rsidRPr="004C3E92">
        <w:t>car Lucy</w:t>
      </w:r>
      <w:r w:rsidR="004A4993">
        <w:t xml:space="preserve">, </w:t>
      </w:r>
      <w:r w:rsidRPr="004C3E92">
        <w:t>paraît-il</w:t>
      </w:r>
      <w:r w:rsidR="004A4993">
        <w:t xml:space="preserve">, </w:t>
      </w:r>
      <w:r w:rsidRPr="004C3E92">
        <w:t>lui avait emprunté tout son argent avant qu</w:t>
      </w:r>
      <w:r w:rsidR="004A4993">
        <w:t>’</w:t>
      </w:r>
      <w:r w:rsidRPr="004C3E92">
        <w:t>elle ne parte pour se marier</w:t>
      </w:r>
      <w:r w:rsidR="004A4993">
        <w:t xml:space="preserve">, – </w:t>
      </w:r>
      <w:r w:rsidRPr="004C3E92">
        <w:t>tout exprès</w:t>
      </w:r>
      <w:r w:rsidR="004A4993">
        <w:t xml:space="preserve">, </w:t>
      </w:r>
      <w:r w:rsidRPr="004C3E92">
        <w:t>à ce que nous supposons</w:t>
      </w:r>
      <w:r w:rsidR="004A4993">
        <w:t xml:space="preserve">, </w:t>
      </w:r>
      <w:r w:rsidRPr="004C3E92">
        <w:t>pour pouvoir mener grand train</w:t>
      </w:r>
      <w:r w:rsidR="004A4993">
        <w:t xml:space="preserve">, </w:t>
      </w:r>
      <w:r w:rsidRPr="004C3E92">
        <w:t>et la pauvre Nancy n</w:t>
      </w:r>
      <w:r w:rsidR="004A4993">
        <w:t>’</w:t>
      </w:r>
      <w:r w:rsidRPr="004C3E92">
        <w:t>avait même pas sept shillings au monde</w:t>
      </w:r>
      <w:r w:rsidR="004A4993">
        <w:t xml:space="preserve">, – </w:t>
      </w:r>
      <w:r w:rsidRPr="004C3E92">
        <w:t>alors j</w:t>
      </w:r>
      <w:r w:rsidR="004A4993">
        <w:t>’</w:t>
      </w:r>
      <w:r w:rsidRPr="004C3E92">
        <w:t>ai été très contente de lui donner cinq guinées</w:t>
      </w:r>
      <w:r w:rsidR="004A4993">
        <w:t xml:space="preserve">, </w:t>
      </w:r>
      <w:r w:rsidRPr="004C3E92">
        <w:t>pour la mener jusqu</w:t>
      </w:r>
      <w:r w:rsidR="004A4993">
        <w:t>’</w:t>
      </w:r>
      <w:r w:rsidRPr="004C3E92">
        <w:t>à Exeter</w:t>
      </w:r>
      <w:r w:rsidR="004A4993">
        <w:t xml:space="preserve">, </w:t>
      </w:r>
      <w:r w:rsidRPr="004C3E92">
        <w:t>où elle compte passer trois ou quatre semaines chez Mrs</w:t>
      </w:r>
      <w:r w:rsidR="004A4993">
        <w:t xml:space="preserve">. </w:t>
      </w:r>
      <w:r w:rsidRPr="004C3E92">
        <w:t>Burgess</w:t>
      </w:r>
      <w:r w:rsidR="004A4993">
        <w:t xml:space="preserve">, </w:t>
      </w:r>
      <w:r w:rsidRPr="004C3E92">
        <w:t>dans l</w:t>
      </w:r>
      <w:r w:rsidR="004A4993">
        <w:t>’</w:t>
      </w:r>
      <w:r w:rsidRPr="004C3E92">
        <w:t>espoir</w:t>
      </w:r>
      <w:r w:rsidR="004A4993">
        <w:t xml:space="preserve">, </w:t>
      </w:r>
      <w:r w:rsidRPr="004C3E92">
        <w:t>comme je le lui dis</w:t>
      </w:r>
      <w:r w:rsidR="004A4993">
        <w:t xml:space="preserve">, </w:t>
      </w:r>
      <w:r w:rsidRPr="004C3E92">
        <w:t>de retrouver le docteur</w:t>
      </w:r>
      <w:r w:rsidR="004A4993">
        <w:t xml:space="preserve">. </w:t>
      </w:r>
      <w:r w:rsidRPr="004C3E92">
        <w:t>Et je dois dire que la méchanceté de Lucy</w:t>
      </w:r>
      <w:r w:rsidR="004A4993">
        <w:t xml:space="preserve">, </w:t>
      </w:r>
      <w:r w:rsidRPr="004C3E92">
        <w:t>à ne pas l</w:t>
      </w:r>
      <w:r w:rsidR="004A4993">
        <w:t>’</w:t>
      </w:r>
      <w:r w:rsidRPr="004C3E92">
        <w:t>emmener avec eux dans la chaise de poste</w:t>
      </w:r>
      <w:r w:rsidR="004A4993">
        <w:t xml:space="preserve">, </w:t>
      </w:r>
      <w:r w:rsidRPr="004C3E92">
        <w:t>dépasse tout</w:t>
      </w:r>
      <w:r w:rsidR="004A4993">
        <w:t xml:space="preserve">. </w:t>
      </w:r>
      <w:r w:rsidRPr="004C3E92">
        <w:t>Pauvre Mr</w:t>
      </w:r>
      <w:r w:rsidR="004A4993">
        <w:t xml:space="preserve">. </w:t>
      </w:r>
      <w:r w:rsidRPr="004C3E92">
        <w:t>Edward</w:t>
      </w:r>
      <w:r w:rsidR="004A4993">
        <w:t xml:space="preserve"> ! </w:t>
      </w:r>
      <w:r w:rsidRPr="004C3E92">
        <w:t>Je ne peux pas m</w:t>
      </w:r>
      <w:r w:rsidR="004A4993">
        <w:t>’</w:t>
      </w:r>
      <w:r w:rsidRPr="004C3E92">
        <w:t>empêcher de penser à lui</w:t>
      </w:r>
      <w:r w:rsidR="004A4993">
        <w:t xml:space="preserve"> ; </w:t>
      </w:r>
      <w:r w:rsidRPr="004C3E92">
        <w:t>mais il faut que vous le fassiez venir à Barton</w:t>
      </w:r>
      <w:r w:rsidR="004A4993">
        <w:t xml:space="preserve">, </w:t>
      </w:r>
      <w:r w:rsidRPr="004C3E92">
        <w:t>et que miss Marianne essaye de le cons</w:t>
      </w:r>
      <w:r w:rsidRPr="004C3E92">
        <w:t>o</w:t>
      </w:r>
      <w:r w:rsidRPr="004C3E92">
        <w:t>ler</w:t>
      </w:r>
      <w:r w:rsidR="004A4993">
        <w:t>. »</w:t>
      </w:r>
    </w:p>
    <w:p w14:paraId="395C1EEC" w14:textId="77777777" w:rsidR="004A4993" w:rsidRDefault="008C5C61" w:rsidP="004A4993">
      <w:r w:rsidRPr="004C3E92">
        <w:lastRenderedPageBreak/>
        <w:t>Les accents de Mr</w:t>
      </w:r>
      <w:r w:rsidR="004A4993">
        <w:t xml:space="preserve">. </w:t>
      </w:r>
      <w:proofErr w:type="spellStart"/>
      <w:r w:rsidRPr="004C3E92">
        <w:t>Dashwood</w:t>
      </w:r>
      <w:proofErr w:type="spellEnd"/>
      <w:r w:rsidRPr="004C3E92">
        <w:t xml:space="preserve"> étaient plus solennels</w:t>
      </w:r>
      <w:r w:rsidR="004A4993">
        <w:t xml:space="preserve">. </w:t>
      </w:r>
      <w:r w:rsidRPr="004C3E92">
        <w:t>Mrs</w:t>
      </w:r>
      <w:r w:rsidR="004A4993">
        <w:t xml:space="preserve">. </w:t>
      </w:r>
      <w:proofErr w:type="spellStart"/>
      <w:r w:rsidRPr="004C3E92">
        <w:t>Ferrars</w:t>
      </w:r>
      <w:proofErr w:type="spellEnd"/>
      <w:r w:rsidRPr="004C3E92">
        <w:t xml:space="preserve"> était la plus malheureuse des femmes</w:t>
      </w:r>
      <w:r w:rsidR="004A4993">
        <w:t xml:space="preserve">, – </w:t>
      </w:r>
      <w:r w:rsidRPr="004C3E92">
        <w:t>la pauvre Fa</w:t>
      </w:r>
      <w:r w:rsidRPr="004C3E92">
        <w:t>n</w:t>
      </w:r>
      <w:r w:rsidRPr="004C3E92">
        <w:t>ny avait souffert des tourments</w:t>
      </w:r>
      <w:r w:rsidR="004A4993">
        <w:t xml:space="preserve">, </w:t>
      </w:r>
      <w:r w:rsidRPr="004C3E92">
        <w:t>à cause de sa sensibilité</w:t>
      </w:r>
      <w:r w:rsidR="004A4993">
        <w:t xml:space="preserve">, – </w:t>
      </w:r>
      <w:r w:rsidRPr="004C3E92">
        <w:t>et il considérait l</w:t>
      </w:r>
      <w:r w:rsidR="004A4993">
        <w:t>’</w:t>
      </w:r>
      <w:r w:rsidRPr="004C3E92">
        <w:t>existence de l</w:t>
      </w:r>
      <w:r w:rsidR="004A4993">
        <w:t>’</w:t>
      </w:r>
      <w:r w:rsidRPr="004C3E92">
        <w:t>une et de l</w:t>
      </w:r>
      <w:r w:rsidR="004A4993">
        <w:t>’</w:t>
      </w:r>
      <w:r w:rsidRPr="004C3E92">
        <w:t>autre</w:t>
      </w:r>
      <w:r w:rsidR="004A4993">
        <w:t xml:space="preserve">, </w:t>
      </w:r>
      <w:r w:rsidRPr="004C3E92">
        <w:t>sous un coup pareil</w:t>
      </w:r>
      <w:r w:rsidR="004A4993">
        <w:t xml:space="preserve">, </w:t>
      </w:r>
      <w:r w:rsidRPr="004C3E92">
        <w:t>avec un émerveillement reconnaissant</w:t>
      </w:r>
      <w:r w:rsidR="004A4993">
        <w:t xml:space="preserve">. </w:t>
      </w:r>
      <w:r w:rsidRPr="004C3E92">
        <w:t>L</w:t>
      </w:r>
      <w:r w:rsidR="004A4993">
        <w:t>’</w:t>
      </w:r>
      <w:r w:rsidRPr="004C3E92">
        <w:t>offense de Robert était impardonnable</w:t>
      </w:r>
      <w:r w:rsidR="004A4993">
        <w:t xml:space="preserve">, </w:t>
      </w:r>
      <w:r w:rsidRPr="004C3E92">
        <w:t>mais celle de Lucy était infiniment pire</w:t>
      </w:r>
      <w:r w:rsidR="004A4993">
        <w:t xml:space="preserve">. </w:t>
      </w:r>
      <w:r w:rsidRPr="004C3E92">
        <w:t>Le nom de l</w:t>
      </w:r>
      <w:r w:rsidR="004A4993">
        <w:t>’</w:t>
      </w:r>
      <w:r w:rsidRPr="004C3E92">
        <w:t>un et de l</w:t>
      </w:r>
      <w:r w:rsidR="004A4993">
        <w:t>’</w:t>
      </w:r>
      <w:r w:rsidRPr="004C3E92">
        <w:t>autre ne devait plus jamais être prononcé devant Mrs</w:t>
      </w:r>
      <w:r w:rsidR="004A4993">
        <w:t xml:space="preserve">. </w:t>
      </w:r>
      <w:proofErr w:type="spellStart"/>
      <w:r w:rsidRPr="004C3E92">
        <w:t>Ferrars</w:t>
      </w:r>
      <w:proofErr w:type="spellEnd"/>
      <w:r w:rsidR="004A4993">
        <w:t xml:space="preserve"> ; </w:t>
      </w:r>
      <w:r w:rsidRPr="004C3E92">
        <w:t>et même si elle pouvait</w:t>
      </w:r>
      <w:r w:rsidR="004A4993">
        <w:t xml:space="preserve">, </w:t>
      </w:r>
      <w:r w:rsidRPr="004C3E92">
        <w:t>par la suite</w:t>
      </w:r>
      <w:r w:rsidR="004A4993">
        <w:t xml:space="preserve">, </w:t>
      </w:r>
      <w:r w:rsidRPr="004C3E92">
        <w:t>être amenée à pardonner à son fils</w:t>
      </w:r>
      <w:r w:rsidR="004A4993">
        <w:t xml:space="preserve">, </w:t>
      </w:r>
      <w:r w:rsidRPr="004C3E92">
        <w:t>la femme de celui-ci ne pourrait jamais être reconnue comme sa fille</w:t>
      </w:r>
      <w:r w:rsidR="004A4993">
        <w:t xml:space="preserve">, </w:t>
      </w:r>
      <w:r w:rsidRPr="004C3E92">
        <w:t>ni être autorisée à paraître devant elle</w:t>
      </w:r>
      <w:r w:rsidR="004A4993">
        <w:t xml:space="preserve">. </w:t>
      </w:r>
      <w:r w:rsidRPr="004C3E92">
        <w:t>Le secret avec lequel tout avait été effectué entre eux gra</w:t>
      </w:r>
      <w:r w:rsidRPr="004C3E92">
        <w:t>n</w:t>
      </w:r>
      <w:r w:rsidRPr="004C3E92">
        <w:t>dissait énormément leur faute</w:t>
      </w:r>
      <w:r w:rsidR="004A4993">
        <w:t xml:space="preserve">, </w:t>
      </w:r>
      <w:r w:rsidRPr="004C3E92">
        <w:t>car si quelque soupçon en avait effleuré les autres</w:t>
      </w:r>
      <w:r w:rsidR="004A4993">
        <w:t xml:space="preserve">, </w:t>
      </w:r>
      <w:r w:rsidRPr="004C3E92">
        <w:t>on eût pris des mesures convenables pour empêcher le mariage</w:t>
      </w:r>
      <w:r w:rsidR="004A4993">
        <w:t xml:space="preserve"> ; </w:t>
      </w:r>
      <w:r w:rsidRPr="004C3E92">
        <w:t xml:space="preserve">et il conviait </w:t>
      </w:r>
      <w:proofErr w:type="spellStart"/>
      <w:r w:rsidRPr="004C3E92">
        <w:t>Elinor</w:t>
      </w:r>
      <w:proofErr w:type="spellEnd"/>
      <w:r w:rsidRPr="004C3E92">
        <w:t xml:space="preserve"> à se joindre à lui pour regretter que la promesse d</w:t>
      </w:r>
      <w:r w:rsidR="004A4993">
        <w:t>’</w:t>
      </w:r>
      <w:r w:rsidRPr="004C3E92">
        <w:t>union entre Lucy et Edward n</w:t>
      </w:r>
      <w:r w:rsidR="004A4993">
        <w:t>’</w:t>
      </w:r>
      <w:r w:rsidRPr="004C3E92">
        <w:t>eût pas été tenue</w:t>
      </w:r>
      <w:r w:rsidR="004A4993">
        <w:t xml:space="preserve">, </w:t>
      </w:r>
      <w:r w:rsidRPr="004C3E92">
        <w:t>plutôt que de la voir ainsi devenue un moyen de répandre encore le malheur dans la famille</w:t>
      </w:r>
      <w:r w:rsidR="004A4993">
        <w:t xml:space="preserve">. </w:t>
      </w:r>
      <w:r w:rsidRPr="004C3E92">
        <w:t>Il poursuivait ainsi</w:t>
      </w:r>
      <w:r w:rsidR="004A4993">
        <w:t> :</w:t>
      </w:r>
    </w:p>
    <w:p w14:paraId="2BA73319" w14:textId="339D6C9A" w:rsidR="004A4993" w:rsidRDefault="004A4993" w:rsidP="004A4993">
      <w:r>
        <w:t>« </w:t>
      </w:r>
      <w:r w:rsidR="008C5C61" w:rsidRPr="004C3E92">
        <w:t>Mrs</w:t>
      </w:r>
      <w:r>
        <w:t xml:space="preserve">. </w:t>
      </w:r>
      <w:proofErr w:type="spellStart"/>
      <w:r w:rsidR="008C5C61" w:rsidRPr="004C3E92">
        <w:t>Ferrars</w:t>
      </w:r>
      <w:proofErr w:type="spellEnd"/>
      <w:r w:rsidR="008C5C61" w:rsidRPr="004C3E92">
        <w:t xml:space="preserve"> n</w:t>
      </w:r>
      <w:r>
        <w:t>’</w:t>
      </w:r>
      <w:r w:rsidR="008C5C61" w:rsidRPr="004C3E92">
        <w:t>a encore jamais prononcé le nom d</w:t>
      </w:r>
      <w:r>
        <w:t>’</w:t>
      </w:r>
      <w:r w:rsidR="008C5C61" w:rsidRPr="004C3E92">
        <w:t>Edward</w:t>
      </w:r>
      <w:r>
        <w:t xml:space="preserve">, </w:t>
      </w:r>
      <w:r w:rsidR="008C5C61" w:rsidRPr="004C3E92">
        <w:t>ce qui ne nous surprend pas</w:t>
      </w:r>
      <w:r>
        <w:t xml:space="preserve"> ; </w:t>
      </w:r>
      <w:r w:rsidR="008C5C61" w:rsidRPr="004C3E92">
        <w:t>mais</w:t>
      </w:r>
      <w:r>
        <w:t xml:space="preserve">, </w:t>
      </w:r>
      <w:r w:rsidR="008C5C61" w:rsidRPr="004C3E92">
        <w:t>à notre grand étonnement</w:t>
      </w:r>
      <w:r>
        <w:t xml:space="preserve">, </w:t>
      </w:r>
      <w:r w:rsidR="008C5C61" w:rsidRPr="004C3E92">
        <w:t>nous n</w:t>
      </w:r>
      <w:r>
        <w:t>’</w:t>
      </w:r>
      <w:r w:rsidR="008C5C61" w:rsidRPr="004C3E92">
        <w:t>avons pas reçu un seul mot de lui à cette occasion</w:t>
      </w:r>
      <w:r>
        <w:t xml:space="preserve">. </w:t>
      </w:r>
      <w:r w:rsidR="008C5C61" w:rsidRPr="004C3E92">
        <w:t>Peut-être</w:t>
      </w:r>
      <w:r>
        <w:t xml:space="preserve">, </w:t>
      </w:r>
      <w:r w:rsidR="008C5C61" w:rsidRPr="004C3E92">
        <w:t>toutefois</w:t>
      </w:r>
      <w:r>
        <w:t xml:space="preserve">, </w:t>
      </w:r>
      <w:r w:rsidR="008C5C61" w:rsidRPr="004C3E92">
        <w:t>la crainte d</w:t>
      </w:r>
      <w:r>
        <w:t>’</w:t>
      </w:r>
      <w:r w:rsidR="008C5C61" w:rsidRPr="004C3E92">
        <w:t>offenser le tient-elle silencieux</w:t>
      </w:r>
      <w:r>
        <w:t xml:space="preserve">, </w:t>
      </w:r>
      <w:r w:rsidR="008C5C61" w:rsidRPr="004C3E92">
        <w:t>et je lui insinuerai donc</w:t>
      </w:r>
      <w:r>
        <w:t xml:space="preserve">, </w:t>
      </w:r>
      <w:r w:rsidR="008C5C61" w:rsidRPr="004C3E92">
        <w:t>en lui envoyant un mot à Oxford</w:t>
      </w:r>
      <w:r>
        <w:t xml:space="preserve">, </w:t>
      </w:r>
      <w:r w:rsidR="008C5C61" w:rsidRPr="004C3E92">
        <w:t>que nous croyons tous deux</w:t>
      </w:r>
      <w:r>
        <w:t xml:space="preserve">, </w:t>
      </w:r>
      <w:r w:rsidR="008C5C61" w:rsidRPr="004C3E92">
        <w:t>sa sœur et moi</w:t>
      </w:r>
      <w:r>
        <w:t xml:space="preserve">, </w:t>
      </w:r>
      <w:r w:rsidR="008C5C61" w:rsidRPr="004C3E92">
        <w:t>qu</w:t>
      </w:r>
      <w:r>
        <w:t>’</w:t>
      </w:r>
      <w:r w:rsidR="008C5C61" w:rsidRPr="004C3E92">
        <w:t>une le</w:t>
      </w:r>
      <w:r w:rsidR="008C5C61" w:rsidRPr="004C3E92">
        <w:t>t</w:t>
      </w:r>
      <w:r w:rsidR="008C5C61" w:rsidRPr="004C3E92">
        <w:t>tre de soumission convenable de sa part</w:t>
      </w:r>
      <w:r>
        <w:t xml:space="preserve">, </w:t>
      </w:r>
      <w:r w:rsidR="008C5C61" w:rsidRPr="004C3E92">
        <w:t>adressée peut-être à Fanny</w:t>
      </w:r>
      <w:r>
        <w:t xml:space="preserve">, </w:t>
      </w:r>
      <w:r w:rsidR="008C5C61" w:rsidRPr="004C3E92">
        <w:t>et qu</w:t>
      </w:r>
      <w:r>
        <w:t>’</w:t>
      </w:r>
      <w:r w:rsidR="008C5C61" w:rsidRPr="004C3E92">
        <w:t>elle montrerait à sa mère</w:t>
      </w:r>
      <w:r>
        <w:t xml:space="preserve">, </w:t>
      </w:r>
      <w:r w:rsidR="008C5C61" w:rsidRPr="004C3E92">
        <w:t>pourrait n</w:t>
      </w:r>
      <w:r>
        <w:t>’</w:t>
      </w:r>
      <w:r w:rsidR="008C5C61" w:rsidRPr="004C3E92">
        <w:t>être pas mal venue</w:t>
      </w:r>
      <w:r>
        <w:t xml:space="preserve"> ; </w:t>
      </w:r>
      <w:r w:rsidR="008C5C61" w:rsidRPr="004C3E92">
        <w:t>car nous connaissons tous la tendresse du cœur de Mrs</w:t>
      </w:r>
      <w:r>
        <w:t xml:space="preserve">. </w:t>
      </w:r>
      <w:proofErr w:type="spellStart"/>
      <w:r w:rsidR="008C5C61" w:rsidRPr="004C3E92">
        <w:t>Ferrars</w:t>
      </w:r>
      <w:proofErr w:type="spellEnd"/>
      <w:r>
        <w:t xml:space="preserve">, </w:t>
      </w:r>
      <w:r w:rsidR="008C5C61" w:rsidRPr="004C3E92">
        <w:t>et nous savons qu</w:t>
      </w:r>
      <w:r>
        <w:t>’</w:t>
      </w:r>
      <w:r w:rsidR="008C5C61" w:rsidRPr="004C3E92">
        <w:t>elle ne désire rien autant que d</w:t>
      </w:r>
      <w:r>
        <w:t>’</w:t>
      </w:r>
      <w:r w:rsidR="008C5C61" w:rsidRPr="004C3E92">
        <w:t>être en bons termes avec ses enfants</w:t>
      </w:r>
      <w:r>
        <w:t>. »</w:t>
      </w:r>
    </w:p>
    <w:p w14:paraId="0E1FC68C" w14:textId="77777777" w:rsidR="004A4993" w:rsidRDefault="008C5C61" w:rsidP="004A4993">
      <w:r w:rsidRPr="004C3E92">
        <w:t>Ce paragraphe avait une certaine importance quant à l</w:t>
      </w:r>
      <w:r w:rsidR="004A4993">
        <w:t>’</w:t>
      </w:r>
      <w:r w:rsidRPr="004C3E92">
        <w:t>avenir et à l</w:t>
      </w:r>
      <w:r w:rsidR="004A4993">
        <w:t>’</w:t>
      </w:r>
      <w:r w:rsidRPr="004C3E92">
        <w:t>attitude d</w:t>
      </w:r>
      <w:r w:rsidR="004A4993">
        <w:t>’</w:t>
      </w:r>
      <w:r w:rsidRPr="004C3E92">
        <w:t>Edward</w:t>
      </w:r>
      <w:r w:rsidR="004A4993">
        <w:t xml:space="preserve">. </w:t>
      </w:r>
      <w:r w:rsidRPr="004C3E92">
        <w:t xml:space="preserve">Il le détermina à tenter une </w:t>
      </w:r>
      <w:r w:rsidRPr="004C3E92">
        <w:lastRenderedPageBreak/>
        <w:t>r</w:t>
      </w:r>
      <w:r w:rsidRPr="004C3E92">
        <w:t>é</w:t>
      </w:r>
      <w:r w:rsidRPr="004C3E92">
        <w:t>conciliation</w:t>
      </w:r>
      <w:r w:rsidR="004A4993">
        <w:t xml:space="preserve">, </w:t>
      </w:r>
      <w:r w:rsidRPr="004C3E92">
        <w:t>bien que ce ne dût point être exactement selon la façon qu</w:t>
      </w:r>
      <w:r w:rsidR="004A4993">
        <w:t>’</w:t>
      </w:r>
      <w:r w:rsidRPr="004C3E92">
        <w:t>indiquaient leurs frère et sœur</w:t>
      </w:r>
      <w:r w:rsidR="004A4993">
        <w:t>.</w:t>
      </w:r>
    </w:p>
    <w:p w14:paraId="3DE84E4B" w14:textId="77777777" w:rsidR="004A4993" w:rsidRDefault="004A4993" w:rsidP="004A4993">
      <w:r>
        <w:t>— </w:t>
      </w:r>
      <w:r w:rsidR="008C5C61" w:rsidRPr="004C3E92">
        <w:t>Une lettre de soumission convenable</w:t>
      </w:r>
      <w:r>
        <w:t xml:space="preserve"> ! </w:t>
      </w:r>
      <w:r w:rsidR="008C5C61" w:rsidRPr="004C3E92">
        <w:t>répéta-t-il</w:t>
      </w:r>
      <w:r>
        <w:t xml:space="preserve">. </w:t>
      </w:r>
      <w:r w:rsidR="008C5C61" w:rsidRPr="004C3E92">
        <w:t>Ve</w:t>
      </w:r>
      <w:r w:rsidR="008C5C61" w:rsidRPr="004C3E92">
        <w:t>u</w:t>
      </w:r>
      <w:r w:rsidR="008C5C61" w:rsidRPr="004C3E92">
        <w:t>lent-ils donc que j</w:t>
      </w:r>
      <w:r>
        <w:t>’</w:t>
      </w:r>
      <w:r w:rsidR="008C5C61" w:rsidRPr="004C3E92">
        <w:t>implore le pardon de ma mère en raison de l</w:t>
      </w:r>
      <w:r>
        <w:t>’</w:t>
      </w:r>
      <w:r w:rsidR="008C5C61" w:rsidRPr="004C3E92">
        <w:t>ingratitude de Robert envers elle</w:t>
      </w:r>
      <w:r>
        <w:t xml:space="preserve">, </w:t>
      </w:r>
      <w:r w:rsidR="008C5C61" w:rsidRPr="004C3E92">
        <w:t>et de son manquement à l</w:t>
      </w:r>
      <w:r>
        <w:t>’</w:t>
      </w:r>
      <w:r w:rsidR="008C5C61" w:rsidRPr="004C3E92">
        <w:t>honneur envers moi</w:t>
      </w:r>
      <w:r>
        <w:t xml:space="preserve"> ? </w:t>
      </w:r>
      <w:r w:rsidR="008C5C61" w:rsidRPr="004C3E92">
        <w:t>Je ne puis faire de soumission</w:t>
      </w:r>
      <w:r>
        <w:t xml:space="preserve"> ; </w:t>
      </w:r>
      <w:r w:rsidR="008C5C61" w:rsidRPr="004C3E92">
        <w:t>je ne suis devenu ni humble</w:t>
      </w:r>
      <w:r>
        <w:t xml:space="preserve">, </w:t>
      </w:r>
      <w:r w:rsidR="008C5C61" w:rsidRPr="004C3E92">
        <w:t>ni pénitent</w:t>
      </w:r>
      <w:r>
        <w:t xml:space="preserve">, </w:t>
      </w:r>
      <w:r w:rsidR="008C5C61" w:rsidRPr="004C3E92">
        <w:t>par ce qui s</w:t>
      </w:r>
      <w:r>
        <w:t>’</w:t>
      </w:r>
      <w:r w:rsidR="008C5C61" w:rsidRPr="004C3E92">
        <w:t>est passé</w:t>
      </w:r>
      <w:r>
        <w:t xml:space="preserve">. </w:t>
      </w:r>
      <w:r w:rsidR="008C5C61" w:rsidRPr="004C3E92">
        <w:t>Je suis devenu très heureux</w:t>
      </w:r>
      <w:r>
        <w:t xml:space="preserve">, </w:t>
      </w:r>
      <w:r w:rsidR="008C5C61" w:rsidRPr="004C3E92">
        <w:t>mais cela n</w:t>
      </w:r>
      <w:r>
        <w:t>’</w:t>
      </w:r>
      <w:r w:rsidR="008C5C61" w:rsidRPr="004C3E92">
        <w:t>intéresserait pas</w:t>
      </w:r>
      <w:r>
        <w:t xml:space="preserve">. </w:t>
      </w:r>
      <w:r w:rsidR="008C5C61" w:rsidRPr="004C3E92">
        <w:t>Je ne connais pas de soumission qu</w:t>
      </w:r>
      <w:r>
        <w:t>’</w:t>
      </w:r>
      <w:r w:rsidR="008C5C61" w:rsidRPr="004C3E92">
        <w:t>il soit vraiment convenable pour moi de faire</w:t>
      </w:r>
      <w:r>
        <w:t>.</w:t>
      </w:r>
    </w:p>
    <w:p w14:paraId="52785638" w14:textId="77777777" w:rsidR="004A4993" w:rsidRDefault="004A4993" w:rsidP="004A4993">
      <w:r>
        <w:t>— </w:t>
      </w:r>
      <w:r w:rsidR="008C5C61" w:rsidRPr="004C3E92">
        <w:t>Vous pouvez certainement demander à être pardonné</w:t>
      </w:r>
      <w:r>
        <w:t xml:space="preserve">, </w:t>
      </w:r>
      <w:r w:rsidR="008C5C61" w:rsidRPr="004C3E92">
        <w:t xml:space="preserve">dit </w:t>
      </w:r>
      <w:proofErr w:type="spellStart"/>
      <w:r w:rsidR="008C5C61" w:rsidRPr="004C3E92">
        <w:t>Elinor</w:t>
      </w:r>
      <w:proofErr w:type="spellEnd"/>
      <w:r>
        <w:t xml:space="preserve">, </w:t>
      </w:r>
      <w:r w:rsidR="008C5C61" w:rsidRPr="004C3E92">
        <w:t>parce que vous avez offensé</w:t>
      </w:r>
      <w:r>
        <w:t xml:space="preserve"> ; </w:t>
      </w:r>
      <w:r w:rsidR="008C5C61" w:rsidRPr="004C3E92">
        <w:t xml:space="preserve">et il me semble que vous pourriez </w:t>
      </w:r>
      <w:r w:rsidR="008C5C61" w:rsidRPr="004C3E92">
        <w:rPr>
          <w:i/>
          <w:iCs/>
        </w:rPr>
        <w:t>maintenant</w:t>
      </w:r>
      <w:r w:rsidR="008C5C61" w:rsidRPr="004C3E92">
        <w:t xml:space="preserve"> vous hasarder au point de marquer quelque inquiétude pour avoir jamais contracté l</w:t>
      </w:r>
      <w:r>
        <w:t>’</w:t>
      </w:r>
      <w:r w:rsidR="008C5C61" w:rsidRPr="004C3E92">
        <w:t>engagement qui vous a attiré la colère de votre mère</w:t>
      </w:r>
      <w:r>
        <w:t>.</w:t>
      </w:r>
    </w:p>
    <w:p w14:paraId="5C1E1B8E" w14:textId="77777777" w:rsidR="004A4993" w:rsidRDefault="008C5C61" w:rsidP="004A4993">
      <w:r w:rsidRPr="004C3E92">
        <w:t>Il reconnut qu</w:t>
      </w:r>
      <w:r w:rsidR="004A4993">
        <w:t>’</w:t>
      </w:r>
      <w:r w:rsidRPr="004C3E92">
        <w:t>il le pourrait</w:t>
      </w:r>
      <w:r w:rsidR="004A4993">
        <w:t>.</w:t>
      </w:r>
    </w:p>
    <w:p w14:paraId="3A295533" w14:textId="77777777" w:rsidR="004A4993" w:rsidRDefault="004A4993" w:rsidP="004A4993">
      <w:r>
        <w:t>— </w:t>
      </w:r>
      <w:r w:rsidR="008C5C61" w:rsidRPr="004C3E92">
        <w:t>Et quand elle vous aura pardonné</w:t>
      </w:r>
      <w:r>
        <w:t xml:space="preserve">, </w:t>
      </w:r>
      <w:r w:rsidR="008C5C61" w:rsidRPr="004C3E92">
        <w:t>un peu d</w:t>
      </w:r>
      <w:r>
        <w:t>’</w:t>
      </w:r>
      <w:r w:rsidR="008C5C61" w:rsidRPr="004C3E92">
        <w:t>humilité pourra peut-être convenir pour lui annoncer un second eng</w:t>
      </w:r>
      <w:r w:rsidR="008C5C61" w:rsidRPr="004C3E92">
        <w:t>a</w:t>
      </w:r>
      <w:r w:rsidR="008C5C61" w:rsidRPr="004C3E92">
        <w:t>gement</w:t>
      </w:r>
      <w:r>
        <w:t xml:space="preserve">, </w:t>
      </w:r>
      <w:r w:rsidR="008C5C61" w:rsidRPr="004C3E92">
        <w:t>presque aussi imprudent</w:t>
      </w:r>
      <w:r>
        <w:t xml:space="preserve">, </w:t>
      </w:r>
      <w:r w:rsidR="008C5C61" w:rsidRPr="004C3E92">
        <w:t>à ses yeux</w:t>
      </w:r>
      <w:r>
        <w:t xml:space="preserve">, </w:t>
      </w:r>
      <w:r w:rsidR="008C5C61" w:rsidRPr="004C3E92">
        <w:t>que le premier</w:t>
      </w:r>
      <w:r>
        <w:t>.</w:t>
      </w:r>
    </w:p>
    <w:p w14:paraId="170218FA" w14:textId="77777777" w:rsidR="004A4993" w:rsidRDefault="008C5C61" w:rsidP="004A4993">
      <w:r w:rsidRPr="004C3E92">
        <w:t>Il n</w:t>
      </w:r>
      <w:r w:rsidR="004A4993">
        <w:t>’</w:t>
      </w:r>
      <w:r w:rsidRPr="004C3E92">
        <w:t>avait rien à arguer à l</w:t>
      </w:r>
      <w:r w:rsidR="004A4993">
        <w:t>’</w:t>
      </w:r>
      <w:r w:rsidRPr="004C3E92">
        <w:t>encontre de cette proposition</w:t>
      </w:r>
      <w:r w:rsidR="004A4993">
        <w:t xml:space="preserve">, </w:t>
      </w:r>
      <w:r w:rsidRPr="004C3E92">
        <w:t>mais résistait encore à l</w:t>
      </w:r>
      <w:r w:rsidR="004A4993">
        <w:t>’</w:t>
      </w:r>
      <w:r w:rsidRPr="004C3E92">
        <w:t>idée d</w:t>
      </w:r>
      <w:r w:rsidR="004A4993">
        <w:t>’</w:t>
      </w:r>
      <w:r w:rsidRPr="004C3E92">
        <w:t>une lettre de soumission conv</w:t>
      </w:r>
      <w:r w:rsidRPr="004C3E92">
        <w:t>e</w:t>
      </w:r>
      <w:r w:rsidRPr="004C3E92">
        <w:t>nable</w:t>
      </w:r>
      <w:r w:rsidR="004A4993">
        <w:t xml:space="preserve"> ; </w:t>
      </w:r>
      <w:r w:rsidRPr="004C3E92">
        <w:t>aussi</w:t>
      </w:r>
      <w:r w:rsidR="004A4993">
        <w:t xml:space="preserve">, </w:t>
      </w:r>
      <w:r w:rsidRPr="004C3E92">
        <w:t>pour lui faciliter la chose</w:t>
      </w:r>
      <w:r w:rsidR="004A4993">
        <w:t xml:space="preserve">, </w:t>
      </w:r>
      <w:r w:rsidRPr="004C3E92">
        <w:t>comme il se déclarait beaucoup plus disposé à faire des concessions mesquines de v</w:t>
      </w:r>
      <w:r w:rsidRPr="004C3E92">
        <w:t>i</w:t>
      </w:r>
      <w:r w:rsidRPr="004C3E92">
        <w:t>ve voix que sur le papier</w:t>
      </w:r>
      <w:r w:rsidR="004A4993">
        <w:t xml:space="preserve">, </w:t>
      </w:r>
      <w:proofErr w:type="spellStart"/>
      <w:r w:rsidRPr="004C3E92">
        <w:t>fut-il</w:t>
      </w:r>
      <w:proofErr w:type="spellEnd"/>
      <w:r w:rsidRPr="004C3E92">
        <w:t xml:space="preserve"> résolu qu</w:t>
      </w:r>
      <w:r w:rsidR="004A4993">
        <w:t>’</w:t>
      </w:r>
      <w:r w:rsidRPr="004C3E92">
        <w:t>au lieu d</w:t>
      </w:r>
      <w:r w:rsidR="004A4993">
        <w:t>’</w:t>
      </w:r>
      <w:r w:rsidRPr="004C3E92">
        <w:t>écrire à Fa</w:t>
      </w:r>
      <w:r w:rsidRPr="004C3E92">
        <w:t>n</w:t>
      </w:r>
      <w:r w:rsidRPr="004C3E92">
        <w:t>ny</w:t>
      </w:r>
      <w:r w:rsidR="004A4993">
        <w:t xml:space="preserve">, </w:t>
      </w:r>
      <w:r w:rsidRPr="004C3E92">
        <w:t>il irait à Londres</w:t>
      </w:r>
      <w:r w:rsidR="004A4993">
        <w:t xml:space="preserve">, </w:t>
      </w:r>
      <w:r w:rsidRPr="004C3E92">
        <w:t>et lui demanderait personnellement d</w:t>
      </w:r>
      <w:r w:rsidR="004A4993">
        <w:t>’</w:t>
      </w:r>
      <w:r w:rsidRPr="004C3E92">
        <w:t>intervenir en sa faveur</w:t>
      </w:r>
      <w:r w:rsidR="004A4993">
        <w:t>.</w:t>
      </w:r>
    </w:p>
    <w:p w14:paraId="73DBC46A" w14:textId="77777777" w:rsidR="004A4993" w:rsidRDefault="004A4993" w:rsidP="004A4993">
      <w:r>
        <w:t>— </w:t>
      </w:r>
      <w:r w:rsidR="008C5C61" w:rsidRPr="004C3E92">
        <w:t>Et si vraiment ils s</w:t>
      </w:r>
      <w:r>
        <w:t>’</w:t>
      </w:r>
      <w:r w:rsidR="008C5C61" w:rsidRPr="004C3E92">
        <w:t>intéressent</w:t>
      </w:r>
      <w:r>
        <w:t xml:space="preserve">, </w:t>
      </w:r>
      <w:r w:rsidR="008C5C61" w:rsidRPr="004C3E92">
        <w:t>dit Marianne</w:t>
      </w:r>
      <w:r>
        <w:t xml:space="preserve">, </w:t>
      </w:r>
      <w:r w:rsidR="008C5C61" w:rsidRPr="004C3E92">
        <w:t>dans son nouveau rôle d</w:t>
      </w:r>
      <w:r>
        <w:t>’</w:t>
      </w:r>
      <w:r w:rsidR="008C5C61" w:rsidRPr="004C3E92">
        <w:t>impartialité</w:t>
      </w:r>
      <w:r>
        <w:t xml:space="preserve">, </w:t>
      </w:r>
      <w:r w:rsidR="008C5C61" w:rsidRPr="004C3E92">
        <w:t>à susciter une réconciliation</w:t>
      </w:r>
      <w:r>
        <w:t xml:space="preserve">, </w:t>
      </w:r>
      <w:r w:rsidR="008C5C61" w:rsidRPr="004C3E92">
        <w:t>je croirai que John et Fanny eux-mêmes ne sont pas entièrement démunis de mérite</w:t>
      </w:r>
      <w:r>
        <w:t>.</w:t>
      </w:r>
    </w:p>
    <w:p w14:paraId="313F5831" w14:textId="77777777" w:rsidR="004A4993" w:rsidRDefault="008C5C61" w:rsidP="004A4993">
      <w:r w:rsidRPr="004C3E92">
        <w:lastRenderedPageBreak/>
        <w:t>Après que la visite du colonel Brandon se fut étendue à trois ou quatre jours seulement</w:t>
      </w:r>
      <w:r w:rsidR="004A4993">
        <w:t xml:space="preserve">, </w:t>
      </w:r>
      <w:r w:rsidRPr="004C3E92">
        <w:t>les deux gentlemen quittèrent ensemble Barton</w:t>
      </w:r>
      <w:r w:rsidR="004A4993">
        <w:t xml:space="preserve">. </w:t>
      </w:r>
      <w:r w:rsidRPr="004C3E92">
        <w:t xml:space="preserve">Ils devaient se rendre immédiatement à </w:t>
      </w:r>
      <w:proofErr w:type="spellStart"/>
      <w:r w:rsidRPr="004C3E92">
        <w:t>Del</w:t>
      </w:r>
      <w:r w:rsidRPr="004C3E92">
        <w:t>a</w:t>
      </w:r>
      <w:r w:rsidRPr="004C3E92">
        <w:t>ford</w:t>
      </w:r>
      <w:proofErr w:type="spellEnd"/>
      <w:r w:rsidR="004A4993">
        <w:t xml:space="preserve">, </w:t>
      </w:r>
      <w:r w:rsidRPr="004C3E92">
        <w:t>afin qu</w:t>
      </w:r>
      <w:r w:rsidR="004A4993">
        <w:t>’</w:t>
      </w:r>
      <w:r w:rsidRPr="004C3E92">
        <w:t>Edward pût avoir quelque connaissance personne</w:t>
      </w:r>
      <w:r w:rsidRPr="004C3E92">
        <w:t>l</w:t>
      </w:r>
      <w:r w:rsidRPr="004C3E92">
        <w:t>le de son foyer futur</w:t>
      </w:r>
      <w:r w:rsidR="004A4993">
        <w:t xml:space="preserve">, </w:t>
      </w:r>
      <w:r w:rsidRPr="004C3E92">
        <w:t>et aider son protecteur et ami à décider des améliorations qui y étaient nécessaires</w:t>
      </w:r>
      <w:r w:rsidR="004A4993">
        <w:t xml:space="preserve"> ; </w:t>
      </w:r>
      <w:r w:rsidRPr="004C3E92">
        <w:t>et de là</w:t>
      </w:r>
      <w:r w:rsidR="004A4993">
        <w:t xml:space="preserve">, </w:t>
      </w:r>
      <w:r w:rsidRPr="004C3E92">
        <w:t>après qu</w:t>
      </w:r>
      <w:r w:rsidR="004A4993">
        <w:t>’</w:t>
      </w:r>
      <w:r w:rsidRPr="004C3E92">
        <w:t>il y aurait passé deux nuits</w:t>
      </w:r>
      <w:r w:rsidR="004A4993">
        <w:t xml:space="preserve">, </w:t>
      </w:r>
      <w:r w:rsidRPr="004C3E92">
        <w:t>il devait poursuivre son voyage à Lo</w:t>
      </w:r>
      <w:r w:rsidRPr="004C3E92">
        <w:t>n</w:t>
      </w:r>
      <w:r w:rsidRPr="004C3E92">
        <w:t>dres</w:t>
      </w:r>
      <w:r w:rsidR="004A4993">
        <w:t>.</w:t>
      </w:r>
    </w:p>
    <w:p w14:paraId="4B797083" w14:textId="510B155C" w:rsidR="008C5C61" w:rsidRPr="004C3E92" w:rsidRDefault="008C5C61" w:rsidP="004A4993">
      <w:pPr>
        <w:pStyle w:val="Titre1"/>
      </w:pPr>
      <w:bookmarkStart w:id="49" w:name="_Toc196409834"/>
      <w:r w:rsidRPr="004C3E92">
        <w:lastRenderedPageBreak/>
        <w:t>CHAPITRE L</w:t>
      </w:r>
      <w:bookmarkEnd w:id="49"/>
      <w:r w:rsidRPr="004C3E92">
        <w:br/>
      </w:r>
    </w:p>
    <w:p w14:paraId="1B537A2A" w14:textId="77777777" w:rsidR="004A4993" w:rsidRDefault="008C5C61" w:rsidP="004A4993">
      <w:r w:rsidRPr="004C3E92">
        <w:t>Après une résistance convenable de la part de Mrs</w:t>
      </w:r>
      <w:r w:rsidR="004A4993">
        <w:t xml:space="preserve">. </w:t>
      </w:r>
      <w:proofErr w:type="spellStart"/>
      <w:r w:rsidRPr="004C3E92">
        <w:t>Ferrars</w:t>
      </w:r>
      <w:proofErr w:type="spellEnd"/>
      <w:r w:rsidR="004A4993">
        <w:t xml:space="preserve">, </w:t>
      </w:r>
      <w:r w:rsidRPr="004C3E92">
        <w:t>juste assez violente et assez ferme pour la préserver du reproche qu</w:t>
      </w:r>
      <w:r w:rsidR="004A4993">
        <w:t>’</w:t>
      </w:r>
      <w:r w:rsidRPr="004C3E92">
        <w:t xml:space="preserve">elle paraissait toujours </w:t>
      </w:r>
      <w:proofErr w:type="gramStart"/>
      <w:r w:rsidRPr="004C3E92">
        <w:t>avoir peur</w:t>
      </w:r>
      <w:proofErr w:type="gramEnd"/>
      <w:r w:rsidRPr="004C3E92">
        <w:t xml:space="preserve"> d</w:t>
      </w:r>
      <w:r w:rsidR="004A4993">
        <w:t>’</w:t>
      </w:r>
      <w:r w:rsidRPr="004C3E92">
        <w:t>encourir</w:t>
      </w:r>
      <w:r w:rsidR="004A4993">
        <w:t xml:space="preserve">, – </w:t>
      </w:r>
      <w:r w:rsidRPr="004C3E92">
        <w:t>le reproche d</w:t>
      </w:r>
      <w:r w:rsidR="004A4993">
        <w:t>’</w:t>
      </w:r>
      <w:r w:rsidRPr="004C3E92">
        <w:t>être trop aimable</w:t>
      </w:r>
      <w:r w:rsidR="004A4993">
        <w:t xml:space="preserve">, – </w:t>
      </w:r>
      <w:r w:rsidRPr="004C3E92">
        <w:t>Edward fut admis en sa présence et r</w:t>
      </w:r>
      <w:r w:rsidRPr="004C3E92">
        <w:t>e</w:t>
      </w:r>
      <w:r w:rsidRPr="004C3E92">
        <w:t>connu de nouveau comme son fils</w:t>
      </w:r>
      <w:r w:rsidR="004A4993">
        <w:t>.</w:t>
      </w:r>
    </w:p>
    <w:p w14:paraId="628A7DFD" w14:textId="77777777" w:rsidR="004A4993" w:rsidRDefault="008C5C61" w:rsidP="004A4993">
      <w:r w:rsidRPr="004C3E92">
        <w:t>Mrs</w:t>
      </w:r>
      <w:r w:rsidR="004A4993">
        <w:t xml:space="preserve">. </w:t>
      </w:r>
      <w:proofErr w:type="spellStart"/>
      <w:r w:rsidRPr="004C3E92">
        <w:t>Ferrars</w:t>
      </w:r>
      <w:proofErr w:type="spellEnd"/>
      <w:r w:rsidRPr="004C3E92">
        <w:t xml:space="preserve"> s</w:t>
      </w:r>
      <w:r w:rsidR="004A4993">
        <w:t>’</w:t>
      </w:r>
      <w:r w:rsidRPr="004C3E92">
        <w:t>efforça d</w:t>
      </w:r>
      <w:r w:rsidR="004A4993">
        <w:t>’</w:t>
      </w:r>
      <w:r w:rsidRPr="004C3E92">
        <w:t>abord</w:t>
      </w:r>
      <w:r w:rsidR="004A4993">
        <w:t xml:space="preserve">, </w:t>
      </w:r>
      <w:r w:rsidRPr="004C3E92">
        <w:t>raisonnablement de le di</w:t>
      </w:r>
      <w:r w:rsidRPr="004C3E92">
        <w:t>s</w:t>
      </w:r>
      <w:r w:rsidRPr="004C3E92">
        <w:t>suader</w:t>
      </w:r>
      <w:r w:rsidR="004A4993">
        <w:t xml:space="preserve">, </w:t>
      </w:r>
      <w:r w:rsidRPr="004C3E92">
        <w:t>par tous les arguments en son pouvoir</w:t>
      </w:r>
      <w:r w:rsidR="004A4993">
        <w:t xml:space="preserve">, </w:t>
      </w:r>
      <w:r w:rsidRPr="004C3E92">
        <w:t>d</w:t>
      </w:r>
      <w:r w:rsidR="004A4993">
        <w:t>’</w:t>
      </w:r>
      <w:r w:rsidRPr="004C3E92">
        <w:t xml:space="preserve">épouser miss </w:t>
      </w:r>
      <w:proofErr w:type="spellStart"/>
      <w:r w:rsidRPr="004C3E92">
        <w:t>Dashwood</w:t>
      </w:r>
      <w:proofErr w:type="spellEnd"/>
      <w:r w:rsidR="004A4993">
        <w:t xml:space="preserve">, – </w:t>
      </w:r>
      <w:r w:rsidRPr="004C3E92">
        <w:t>elle lui dit qu</w:t>
      </w:r>
      <w:r w:rsidR="004A4993">
        <w:t>’</w:t>
      </w:r>
      <w:r w:rsidRPr="004C3E92">
        <w:t>il aurait en la personne de miss Mo</w:t>
      </w:r>
      <w:r w:rsidRPr="004C3E92">
        <w:t>r</w:t>
      </w:r>
      <w:r w:rsidRPr="004C3E92">
        <w:t>ton une femme de rang plus élevé et de fortune plus considér</w:t>
      </w:r>
      <w:r w:rsidRPr="004C3E92">
        <w:t>a</w:t>
      </w:r>
      <w:r w:rsidRPr="004C3E92">
        <w:t>ble</w:t>
      </w:r>
      <w:r w:rsidR="004A4993">
        <w:t xml:space="preserve">, </w:t>
      </w:r>
      <w:r w:rsidRPr="004C3E92">
        <w:t>et renforça cette affirmation en faisant remarquer que miss Morton était la fille d</w:t>
      </w:r>
      <w:r w:rsidR="004A4993">
        <w:t>’</w:t>
      </w:r>
      <w:r w:rsidRPr="004C3E92">
        <w:t>un noble possédant trente mille livres</w:t>
      </w:r>
      <w:r w:rsidR="004A4993">
        <w:t xml:space="preserve">, </w:t>
      </w:r>
      <w:r w:rsidRPr="004C3E92">
        <w:t xml:space="preserve">alors que miss </w:t>
      </w:r>
      <w:proofErr w:type="spellStart"/>
      <w:r w:rsidRPr="004C3E92">
        <w:t>Dashwood</w:t>
      </w:r>
      <w:proofErr w:type="spellEnd"/>
      <w:r w:rsidRPr="004C3E92">
        <w:t xml:space="preserve"> n</w:t>
      </w:r>
      <w:r w:rsidR="004A4993">
        <w:t>’</w:t>
      </w:r>
      <w:r w:rsidRPr="004C3E92">
        <w:t>était que la fille d</w:t>
      </w:r>
      <w:r w:rsidR="004A4993">
        <w:t>’</w:t>
      </w:r>
      <w:r w:rsidRPr="004C3E92">
        <w:t>un simple gentl</w:t>
      </w:r>
      <w:r w:rsidRPr="004C3E92">
        <w:t>e</w:t>
      </w:r>
      <w:r w:rsidRPr="004C3E92">
        <w:t>man</w:t>
      </w:r>
      <w:r w:rsidR="004A4993">
        <w:t xml:space="preserve">, </w:t>
      </w:r>
      <w:r w:rsidRPr="004C3E92">
        <w:t>et n</w:t>
      </w:r>
      <w:r w:rsidR="004A4993">
        <w:t>’</w:t>
      </w:r>
      <w:r w:rsidRPr="004C3E92">
        <w:t>en possédait pas plus de trois</w:t>
      </w:r>
      <w:r w:rsidR="004A4993">
        <w:t xml:space="preserve"> ; </w:t>
      </w:r>
      <w:r w:rsidRPr="004C3E92">
        <w:t>mais lorsqu</w:t>
      </w:r>
      <w:r w:rsidR="004A4993">
        <w:t>’</w:t>
      </w:r>
      <w:r w:rsidRPr="004C3E92">
        <w:t>elle con</w:t>
      </w:r>
      <w:r w:rsidRPr="004C3E92">
        <w:t>s</w:t>
      </w:r>
      <w:r w:rsidRPr="004C3E92">
        <w:t>tata que</w:t>
      </w:r>
      <w:r w:rsidR="004A4993">
        <w:t xml:space="preserve">, </w:t>
      </w:r>
      <w:r w:rsidRPr="004C3E92">
        <w:t>tout en reconnaissant parfaitement la vérité de ses a</w:t>
      </w:r>
      <w:r w:rsidRPr="004C3E92">
        <w:t>r</w:t>
      </w:r>
      <w:r w:rsidRPr="004C3E92">
        <w:t>guments</w:t>
      </w:r>
      <w:r w:rsidR="004A4993">
        <w:t xml:space="preserve">, </w:t>
      </w:r>
      <w:r w:rsidRPr="004C3E92">
        <w:t>il n</w:t>
      </w:r>
      <w:r w:rsidR="004A4993">
        <w:t>’</w:t>
      </w:r>
      <w:r w:rsidRPr="004C3E92">
        <w:t>était nullement disposé à se laisser guider par eux</w:t>
      </w:r>
      <w:r w:rsidR="004A4993">
        <w:t xml:space="preserve">, </w:t>
      </w:r>
      <w:r w:rsidRPr="004C3E92">
        <w:t>elle estima que le plus sage</w:t>
      </w:r>
      <w:r w:rsidR="004A4993">
        <w:t xml:space="preserve">, </w:t>
      </w:r>
      <w:r w:rsidRPr="004C3E92">
        <w:t>d</w:t>
      </w:r>
      <w:r w:rsidR="004A4993">
        <w:t>’</w:t>
      </w:r>
      <w:r w:rsidRPr="004C3E92">
        <w:t>après l</w:t>
      </w:r>
      <w:r w:rsidR="004A4993">
        <w:t>’</w:t>
      </w:r>
      <w:r w:rsidRPr="004C3E92">
        <w:t>expérience du passé</w:t>
      </w:r>
      <w:r w:rsidR="004A4993">
        <w:t xml:space="preserve">, </w:t>
      </w:r>
      <w:r w:rsidRPr="004C3E92">
        <w:t>était de se soumettre</w:t>
      </w:r>
      <w:r w:rsidR="004A4993">
        <w:t xml:space="preserve">, – </w:t>
      </w:r>
      <w:r w:rsidRPr="004C3E92">
        <w:t>et</w:t>
      </w:r>
      <w:r w:rsidR="004A4993">
        <w:t xml:space="preserve">, </w:t>
      </w:r>
      <w:r w:rsidRPr="004C3E92">
        <w:t>en conséquence après un délai peu aim</w:t>
      </w:r>
      <w:r w:rsidRPr="004C3E92">
        <w:t>a</w:t>
      </w:r>
      <w:r w:rsidRPr="004C3E92">
        <w:t>ble qu</w:t>
      </w:r>
      <w:r w:rsidR="004A4993">
        <w:t>’</w:t>
      </w:r>
      <w:r w:rsidRPr="004C3E92">
        <w:t>elle devait à sa propre dignité</w:t>
      </w:r>
      <w:r w:rsidR="004A4993">
        <w:t xml:space="preserve">, </w:t>
      </w:r>
      <w:r w:rsidRPr="004C3E92">
        <w:t>et qui servit à empêcher tout soupçon de bienveillance</w:t>
      </w:r>
      <w:r w:rsidR="004A4993">
        <w:t xml:space="preserve">, </w:t>
      </w:r>
      <w:r w:rsidRPr="004C3E92">
        <w:t>elle promulgua son décret de consentement au mariage d</w:t>
      </w:r>
      <w:r w:rsidR="004A4993">
        <w:t>’</w:t>
      </w:r>
      <w:r w:rsidRPr="004C3E92">
        <w:t>Edward et d</w:t>
      </w:r>
      <w:r w:rsidR="004A4993">
        <w:t>’</w:t>
      </w:r>
      <w:proofErr w:type="spellStart"/>
      <w:r w:rsidRPr="004C3E92">
        <w:t>Elinor</w:t>
      </w:r>
      <w:proofErr w:type="spellEnd"/>
      <w:r w:rsidR="004A4993">
        <w:t>.</w:t>
      </w:r>
    </w:p>
    <w:p w14:paraId="665ACA5E" w14:textId="77777777" w:rsidR="004A4993" w:rsidRDefault="008C5C61" w:rsidP="004A4993">
      <w:r w:rsidRPr="004C3E92">
        <w:t>Il y eut ensuite à examiner ce qu</w:t>
      </w:r>
      <w:r w:rsidR="004A4993">
        <w:t>’</w:t>
      </w:r>
      <w:r w:rsidRPr="004C3E92">
        <w:t>elle s</w:t>
      </w:r>
      <w:r w:rsidR="004A4993">
        <w:t>’</w:t>
      </w:r>
      <w:r w:rsidRPr="004C3E92">
        <w:t>engagerait à faire pour augmenter leur revenu</w:t>
      </w:r>
      <w:r w:rsidR="004A4993">
        <w:t xml:space="preserve"> : </w:t>
      </w:r>
      <w:r w:rsidRPr="004C3E92">
        <w:t>et là</w:t>
      </w:r>
      <w:r w:rsidR="004A4993">
        <w:t xml:space="preserve">, </w:t>
      </w:r>
      <w:r w:rsidRPr="004C3E92">
        <w:t>il apparut nettement que</w:t>
      </w:r>
      <w:r w:rsidR="004A4993">
        <w:t xml:space="preserve">, </w:t>
      </w:r>
      <w:r w:rsidRPr="004C3E92">
        <w:t>bien qu</w:t>
      </w:r>
      <w:r w:rsidR="004A4993">
        <w:t>’</w:t>
      </w:r>
      <w:r w:rsidRPr="004C3E92">
        <w:t>Edward fût à présent son fils unique</w:t>
      </w:r>
      <w:r w:rsidR="004A4993">
        <w:t xml:space="preserve">, </w:t>
      </w:r>
      <w:r w:rsidRPr="004C3E92">
        <w:t>il n</w:t>
      </w:r>
      <w:r w:rsidR="004A4993">
        <w:t>’</w:t>
      </w:r>
      <w:r w:rsidRPr="004C3E92">
        <w:t>était null</w:t>
      </w:r>
      <w:r w:rsidRPr="004C3E92">
        <w:t>e</w:t>
      </w:r>
      <w:r w:rsidRPr="004C3E92">
        <w:t>ment l</w:t>
      </w:r>
      <w:r w:rsidR="004A4993">
        <w:t>’</w:t>
      </w:r>
      <w:r w:rsidRPr="004C3E92">
        <w:t>aîné</w:t>
      </w:r>
      <w:r w:rsidR="004A4993">
        <w:t xml:space="preserve"> ; </w:t>
      </w:r>
      <w:r w:rsidRPr="004C3E92">
        <w:t>car</w:t>
      </w:r>
      <w:r w:rsidR="004A4993">
        <w:t xml:space="preserve">, </w:t>
      </w:r>
      <w:r w:rsidRPr="004C3E92">
        <w:t>alors que Robert était irrévocablement doté de mille livres par an</w:t>
      </w:r>
      <w:r w:rsidR="004A4993">
        <w:t xml:space="preserve">, </w:t>
      </w:r>
      <w:r w:rsidRPr="004C3E92">
        <w:t>il n</w:t>
      </w:r>
      <w:r w:rsidR="004A4993">
        <w:t>’</w:t>
      </w:r>
      <w:r w:rsidRPr="004C3E92">
        <w:t>y eut pas la moindre objection à ce qu</w:t>
      </w:r>
      <w:r w:rsidR="004A4993">
        <w:t>’</w:t>
      </w:r>
      <w:r w:rsidRPr="004C3E92">
        <w:t>Edward entrât dans les ordres pour en recevoir deux cent cinquante tout au plus</w:t>
      </w:r>
      <w:r w:rsidR="004A4993">
        <w:t xml:space="preserve"> ; </w:t>
      </w:r>
      <w:r w:rsidRPr="004C3E92">
        <w:t>et rien ne fut promis</w:t>
      </w:r>
      <w:r w:rsidR="004A4993">
        <w:t xml:space="preserve">, </w:t>
      </w:r>
      <w:r w:rsidRPr="004C3E92">
        <w:t xml:space="preserve">ni pour le </w:t>
      </w:r>
      <w:r w:rsidRPr="004C3E92">
        <w:lastRenderedPageBreak/>
        <w:t>présent ni pour l</w:t>
      </w:r>
      <w:r w:rsidR="004A4993">
        <w:t>’</w:t>
      </w:r>
      <w:r w:rsidRPr="004C3E92">
        <w:t>avenir</w:t>
      </w:r>
      <w:r w:rsidR="004A4993">
        <w:t xml:space="preserve">, </w:t>
      </w:r>
      <w:proofErr w:type="spellStart"/>
      <w:r w:rsidRPr="004C3E92">
        <w:t>au delà</w:t>
      </w:r>
      <w:proofErr w:type="spellEnd"/>
      <w:r w:rsidRPr="004C3E92">
        <w:t xml:space="preserve"> des dix mille livres qui avaient été la part de Fanny</w:t>
      </w:r>
      <w:r w:rsidR="004A4993">
        <w:t>.</w:t>
      </w:r>
    </w:p>
    <w:p w14:paraId="1092098C" w14:textId="77777777" w:rsidR="004A4993" w:rsidRDefault="008C5C61" w:rsidP="004A4993">
      <w:r w:rsidRPr="004C3E92">
        <w:t>C</w:t>
      </w:r>
      <w:r w:rsidR="004A4993">
        <w:t>’</w:t>
      </w:r>
      <w:r w:rsidRPr="004C3E92">
        <w:t>était là</w:t>
      </w:r>
      <w:r w:rsidR="004A4993">
        <w:t xml:space="preserve">, </w:t>
      </w:r>
      <w:r w:rsidRPr="004C3E92">
        <w:t>toutefois</w:t>
      </w:r>
      <w:r w:rsidR="004A4993">
        <w:t xml:space="preserve">, </w:t>
      </w:r>
      <w:r w:rsidRPr="004C3E92">
        <w:t>tout ce qui était désiré</w:t>
      </w:r>
      <w:r w:rsidR="004A4993">
        <w:t xml:space="preserve">, </w:t>
      </w:r>
      <w:r w:rsidRPr="004C3E92">
        <w:t>et plus qu</w:t>
      </w:r>
      <w:r w:rsidR="004A4993">
        <w:t>’</w:t>
      </w:r>
      <w:r w:rsidRPr="004C3E92">
        <w:t>il n</w:t>
      </w:r>
      <w:r w:rsidR="004A4993">
        <w:t>’</w:t>
      </w:r>
      <w:r w:rsidRPr="004C3E92">
        <w:t>en était attendu</w:t>
      </w:r>
      <w:r w:rsidR="004A4993">
        <w:t xml:space="preserve">, </w:t>
      </w:r>
      <w:r w:rsidRPr="004C3E92">
        <w:t>de la part d</w:t>
      </w:r>
      <w:r w:rsidR="004A4993">
        <w:t>’</w:t>
      </w:r>
      <w:r w:rsidRPr="004C3E92">
        <w:t>Edward et d</w:t>
      </w:r>
      <w:r w:rsidR="004A4993">
        <w:t>’</w:t>
      </w:r>
      <w:proofErr w:type="spellStart"/>
      <w:r w:rsidRPr="004C3E92">
        <w:t>Elinor</w:t>
      </w:r>
      <w:proofErr w:type="spellEnd"/>
      <w:r w:rsidR="004A4993">
        <w:t xml:space="preserve"> ; </w:t>
      </w:r>
      <w:r w:rsidRPr="004C3E92">
        <w:t>et Mrs</w:t>
      </w:r>
      <w:r w:rsidR="004A4993">
        <w:t xml:space="preserve">. </w:t>
      </w:r>
      <w:proofErr w:type="spellStart"/>
      <w:r w:rsidRPr="004C3E92">
        <w:t>Fe</w:t>
      </w:r>
      <w:r w:rsidRPr="004C3E92">
        <w:t>r</w:t>
      </w:r>
      <w:r w:rsidRPr="004C3E92">
        <w:t>rars</w:t>
      </w:r>
      <w:proofErr w:type="spellEnd"/>
      <w:r w:rsidRPr="004C3E92">
        <w:t xml:space="preserve"> elle-même</w:t>
      </w:r>
      <w:r w:rsidR="004A4993">
        <w:t xml:space="preserve">, </w:t>
      </w:r>
      <w:r w:rsidRPr="004C3E92">
        <w:t>par ses excuses équivoques</w:t>
      </w:r>
      <w:r w:rsidR="004A4993">
        <w:t xml:space="preserve">, </w:t>
      </w:r>
      <w:r w:rsidRPr="004C3E92">
        <w:t>parut être la seule personne surprise de ce qu</w:t>
      </w:r>
      <w:r w:rsidR="004A4993">
        <w:t>’</w:t>
      </w:r>
      <w:r w:rsidRPr="004C3E92">
        <w:t>elle ne donnât pas davantage</w:t>
      </w:r>
      <w:r w:rsidR="004A4993">
        <w:t>.</w:t>
      </w:r>
    </w:p>
    <w:p w14:paraId="01A8AE36" w14:textId="77777777" w:rsidR="004A4993" w:rsidRDefault="008C5C61" w:rsidP="004A4993">
      <w:r w:rsidRPr="004C3E92">
        <w:t>Assurés ainsi d</w:t>
      </w:r>
      <w:r w:rsidR="004A4993">
        <w:t>’</w:t>
      </w:r>
      <w:r w:rsidRPr="004C3E92">
        <w:t>un revenu bien suffisant pour leurs besoins</w:t>
      </w:r>
      <w:r w:rsidR="004A4993">
        <w:t xml:space="preserve">, </w:t>
      </w:r>
      <w:r w:rsidRPr="004C3E92">
        <w:t>ils n</w:t>
      </w:r>
      <w:r w:rsidR="004A4993">
        <w:t>’</w:t>
      </w:r>
      <w:r w:rsidRPr="004C3E92">
        <w:t>eurent rien à attendre</w:t>
      </w:r>
      <w:r w:rsidR="004A4993">
        <w:t xml:space="preserve">, </w:t>
      </w:r>
      <w:r w:rsidRPr="004C3E92">
        <w:t>après qu</w:t>
      </w:r>
      <w:r w:rsidR="004A4993">
        <w:t>’</w:t>
      </w:r>
      <w:r w:rsidRPr="004C3E92">
        <w:t>Edward eut été investi du bénéfice</w:t>
      </w:r>
      <w:r w:rsidR="004A4993">
        <w:t xml:space="preserve">, </w:t>
      </w:r>
      <w:r w:rsidRPr="004C3E92">
        <w:t>que l</w:t>
      </w:r>
      <w:r w:rsidR="004A4993">
        <w:t>’</w:t>
      </w:r>
      <w:r w:rsidRPr="004C3E92">
        <w:t>aménagement de la maison</w:t>
      </w:r>
      <w:r w:rsidR="004A4993">
        <w:t xml:space="preserve">, </w:t>
      </w:r>
      <w:r w:rsidRPr="004C3E92">
        <w:t>à laquelle le colonel Brandon</w:t>
      </w:r>
      <w:r w:rsidR="004A4993">
        <w:t xml:space="preserve">, </w:t>
      </w:r>
      <w:r w:rsidRPr="004C3E92">
        <w:t>plein d</w:t>
      </w:r>
      <w:r w:rsidR="004A4993">
        <w:t>’</w:t>
      </w:r>
      <w:r w:rsidRPr="004C3E92">
        <w:t>un désir empressé d</w:t>
      </w:r>
      <w:r w:rsidR="004A4993">
        <w:t>’</w:t>
      </w:r>
      <w:r w:rsidRPr="004C3E92">
        <w:t xml:space="preserve">être agréable à </w:t>
      </w:r>
      <w:proofErr w:type="spellStart"/>
      <w:r w:rsidRPr="004C3E92">
        <w:t>Elinor</w:t>
      </w:r>
      <w:proofErr w:type="spellEnd"/>
      <w:r w:rsidR="004A4993">
        <w:t xml:space="preserve">, </w:t>
      </w:r>
      <w:r w:rsidRPr="004C3E92">
        <w:t>a</w:t>
      </w:r>
      <w:r w:rsidRPr="004C3E92">
        <w:t>p</w:t>
      </w:r>
      <w:r w:rsidRPr="004C3E92">
        <w:t>portait des améliorations considérables</w:t>
      </w:r>
      <w:r w:rsidR="004A4993">
        <w:t xml:space="preserve"> ; </w:t>
      </w:r>
      <w:r w:rsidRPr="004C3E92">
        <w:t>et après avoir attendu quelque temps qu</w:t>
      </w:r>
      <w:r w:rsidR="004A4993">
        <w:t>’</w:t>
      </w:r>
      <w:r w:rsidRPr="004C3E92">
        <w:t>elles fussent terminées</w:t>
      </w:r>
      <w:r w:rsidR="004A4993">
        <w:t xml:space="preserve"> – </w:t>
      </w:r>
      <w:r w:rsidRPr="004C3E92">
        <w:t>et avoir éprouvé</w:t>
      </w:r>
      <w:r w:rsidR="004A4993">
        <w:t xml:space="preserve">, </w:t>
      </w:r>
      <w:r w:rsidRPr="004C3E92">
        <w:t>comme d</w:t>
      </w:r>
      <w:r w:rsidR="004A4993">
        <w:t>’</w:t>
      </w:r>
      <w:r w:rsidRPr="004C3E92">
        <w:t>usage</w:t>
      </w:r>
      <w:r w:rsidR="004A4993">
        <w:t xml:space="preserve">, </w:t>
      </w:r>
      <w:r w:rsidRPr="004C3E92">
        <w:t>mille déceptions et délais</w:t>
      </w:r>
      <w:r w:rsidR="004A4993">
        <w:t xml:space="preserve">, </w:t>
      </w:r>
      <w:r w:rsidRPr="004C3E92">
        <w:t>provenant des le</w:t>
      </w:r>
      <w:r w:rsidRPr="004C3E92">
        <w:t>n</w:t>
      </w:r>
      <w:r w:rsidRPr="004C3E92">
        <w:t>teurs inexplicables des ouvriers</w:t>
      </w:r>
      <w:r w:rsidR="004A4993">
        <w:t xml:space="preserve">. – </w:t>
      </w:r>
      <w:proofErr w:type="spellStart"/>
      <w:r w:rsidRPr="004C3E92">
        <w:t>Elinor</w:t>
      </w:r>
      <w:proofErr w:type="spellEnd"/>
      <w:r w:rsidR="004A4993">
        <w:t xml:space="preserve">, </w:t>
      </w:r>
      <w:r w:rsidRPr="004C3E92">
        <w:t>comme d</w:t>
      </w:r>
      <w:r w:rsidR="004A4993">
        <w:t>’</w:t>
      </w:r>
      <w:r w:rsidRPr="004C3E92">
        <w:t>usage</w:t>
      </w:r>
      <w:r w:rsidR="004A4993">
        <w:t xml:space="preserve">, </w:t>
      </w:r>
      <w:r w:rsidRPr="004C3E92">
        <w:t>contrevint à la première résolution définitive</w:t>
      </w:r>
      <w:r w:rsidR="004A4993">
        <w:t xml:space="preserve">, </w:t>
      </w:r>
      <w:r w:rsidRPr="004C3E92">
        <w:t>de ne se marier que lorsque tout serait prêt</w:t>
      </w:r>
      <w:r w:rsidR="004A4993">
        <w:t xml:space="preserve">, </w:t>
      </w:r>
      <w:r w:rsidRPr="004C3E92">
        <w:t>et la cérémonie eut lieu dans l</w:t>
      </w:r>
      <w:r w:rsidR="004A4993">
        <w:t>’</w:t>
      </w:r>
      <w:r w:rsidRPr="004C3E92">
        <w:t>église de Barton au début de l</w:t>
      </w:r>
      <w:r w:rsidR="004A4993">
        <w:t>’</w:t>
      </w:r>
      <w:r w:rsidRPr="004C3E92">
        <w:t>automne</w:t>
      </w:r>
      <w:r w:rsidR="004A4993">
        <w:t>.</w:t>
      </w:r>
    </w:p>
    <w:p w14:paraId="2D5C61C7" w14:textId="77777777" w:rsidR="004A4993" w:rsidRDefault="008C5C61" w:rsidP="004A4993">
      <w:r w:rsidRPr="004C3E92">
        <w:t>Le premier mois après leur mariage fut passé auprès de leur ami</w:t>
      </w:r>
      <w:r w:rsidR="004A4993">
        <w:t xml:space="preserve">, </w:t>
      </w:r>
      <w:r w:rsidRPr="004C3E92">
        <w:t>au Manoir</w:t>
      </w:r>
      <w:r w:rsidR="004A4993">
        <w:t xml:space="preserve">, </w:t>
      </w:r>
      <w:r w:rsidRPr="004C3E92">
        <w:t>d</w:t>
      </w:r>
      <w:r w:rsidR="004A4993">
        <w:t>’</w:t>
      </w:r>
      <w:r w:rsidRPr="004C3E92">
        <w:t>où ils purent surveiller l</w:t>
      </w:r>
      <w:r w:rsidR="004A4993">
        <w:t>’</w:t>
      </w:r>
      <w:r w:rsidRPr="004C3E92">
        <w:t>avancement des travaux du presbytère</w:t>
      </w:r>
      <w:r w:rsidR="004A4993">
        <w:t xml:space="preserve">, </w:t>
      </w:r>
      <w:r w:rsidRPr="004C3E92">
        <w:t>et tout ordonner à leur goût</w:t>
      </w:r>
      <w:r w:rsidR="004A4993">
        <w:t xml:space="preserve">, </w:t>
      </w:r>
      <w:r w:rsidRPr="004C3E92">
        <w:t>sur place</w:t>
      </w:r>
      <w:r w:rsidR="004A4993">
        <w:t xml:space="preserve"> ; </w:t>
      </w:r>
      <w:r w:rsidRPr="004C3E92">
        <w:t>ils purent choisir des papiers de tenture</w:t>
      </w:r>
      <w:r w:rsidR="004A4993">
        <w:t xml:space="preserve">, </w:t>
      </w:r>
      <w:r w:rsidRPr="004C3E92">
        <w:t>projeter des bosquets</w:t>
      </w:r>
      <w:r w:rsidR="004A4993">
        <w:t xml:space="preserve">, </w:t>
      </w:r>
      <w:r w:rsidRPr="004C3E92">
        <w:t>et inventer une courbe du terrain</w:t>
      </w:r>
      <w:r w:rsidR="004A4993">
        <w:t xml:space="preserve">. </w:t>
      </w:r>
      <w:r w:rsidRPr="004C3E92">
        <w:t>Les prophéties de Mrs</w:t>
      </w:r>
      <w:r w:rsidR="004A4993">
        <w:t xml:space="preserve">. </w:t>
      </w:r>
      <w:r w:rsidRPr="004C3E92">
        <w:t>Je</w:t>
      </w:r>
      <w:r w:rsidRPr="004C3E92">
        <w:t>n</w:t>
      </w:r>
      <w:r w:rsidRPr="004C3E92">
        <w:t>nings</w:t>
      </w:r>
      <w:r w:rsidR="004A4993">
        <w:t xml:space="preserve">, </w:t>
      </w:r>
      <w:r w:rsidRPr="004C3E92">
        <w:t>bien qu</w:t>
      </w:r>
      <w:r w:rsidR="004A4993">
        <w:t>’</w:t>
      </w:r>
      <w:r w:rsidRPr="004C3E92">
        <w:t>un peu entremêlées</w:t>
      </w:r>
      <w:r w:rsidR="004A4993">
        <w:t xml:space="preserve">, </w:t>
      </w:r>
      <w:r w:rsidRPr="004C3E92">
        <w:t>furent réalisées dans l</w:t>
      </w:r>
      <w:r w:rsidR="004A4993">
        <w:t>’</w:t>
      </w:r>
      <w:r w:rsidRPr="004C3E92">
        <w:t>ensemble</w:t>
      </w:r>
      <w:r w:rsidR="004A4993">
        <w:t xml:space="preserve"> ; </w:t>
      </w:r>
      <w:r w:rsidRPr="004C3E92">
        <w:t>car elle put rendre visite à Edward et à sa femme</w:t>
      </w:r>
      <w:r w:rsidR="004A4993">
        <w:t xml:space="preserve">, </w:t>
      </w:r>
      <w:r w:rsidRPr="004C3E92">
        <w:t>dans leur presbytère</w:t>
      </w:r>
      <w:r w:rsidR="004A4993">
        <w:t xml:space="preserve">, </w:t>
      </w:r>
      <w:r w:rsidRPr="004C3E92">
        <w:t>dès la Saint-Michel</w:t>
      </w:r>
      <w:r w:rsidR="004A4993">
        <w:t xml:space="preserve">, </w:t>
      </w:r>
      <w:r w:rsidRPr="004C3E92">
        <w:t xml:space="preserve">et elle trouva en </w:t>
      </w:r>
      <w:proofErr w:type="spellStart"/>
      <w:r w:rsidRPr="004C3E92">
        <w:t>El</w:t>
      </w:r>
      <w:r w:rsidRPr="004C3E92">
        <w:t>i</w:t>
      </w:r>
      <w:r w:rsidRPr="004C3E92">
        <w:t>nor</w:t>
      </w:r>
      <w:proofErr w:type="spellEnd"/>
      <w:r w:rsidRPr="004C3E92">
        <w:t xml:space="preserve"> et son mari</w:t>
      </w:r>
      <w:r w:rsidR="004A4993">
        <w:t xml:space="preserve">, </w:t>
      </w:r>
      <w:r w:rsidRPr="004C3E92">
        <w:t>croyait-elle vraiment</w:t>
      </w:r>
      <w:r w:rsidR="004A4993">
        <w:t xml:space="preserve">, </w:t>
      </w:r>
      <w:r w:rsidRPr="004C3E92">
        <w:t>l</w:t>
      </w:r>
      <w:r w:rsidR="004A4993">
        <w:t>’</w:t>
      </w:r>
      <w:r w:rsidRPr="004C3E92">
        <w:t>un des couples les plus heureux qui fussent au monde</w:t>
      </w:r>
      <w:r w:rsidR="004A4993">
        <w:t xml:space="preserve">. </w:t>
      </w:r>
      <w:r w:rsidRPr="004C3E92">
        <w:t>En vérité</w:t>
      </w:r>
      <w:r w:rsidR="004A4993">
        <w:t xml:space="preserve">, </w:t>
      </w:r>
      <w:r w:rsidRPr="004C3E92">
        <w:t>ils n</w:t>
      </w:r>
      <w:r w:rsidR="004A4993">
        <w:t>’</w:t>
      </w:r>
      <w:r w:rsidRPr="004C3E92">
        <w:t>avaient rien à d</w:t>
      </w:r>
      <w:r w:rsidRPr="004C3E92">
        <w:t>é</w:t>
      </w:r>
      <w:r w:rsidRPr="004C3E92">
        <w:t>sirer</w:t>
      </w:r>
      <w:r w:rsidR="004A4993">
        <w:t xml:space="preserve">, </w:t>
      </w:r>
      <w:r w:rsidRPr="004C3E92">
        <w:t>que le mariage du colonel Brandon et de Marianne</w:t>
      </w:r>
      <w:r w:rsidR="004A4993">
        <w:t xml:space="preserve">, </w:t>
      </w:r>
      <w:r w:rsidRPr="004C3E92">
        <w:t>et un pâturage un peu meilleur pour leurs vaches</w:t>
      </w:r>
      <w:r w:rsidR="004A4993">
        <w:t>.</w:t>
      </w:r>
    </w:p>
    <w:p w14:paraId="7AA7E3EA" w14:textId="77777777" w:rsidR="004A4993" w:rsidRDefault="008C5C61" w:rsidP="004A4993">
      <w:r w:rsidRPr="004C3E92">
        <w:lastRenderedPageBreak/>
        <w:t>Dès qu</w:t>
      </w:r>
      <w:r w:rsidR="004A4993">
        <w:t>’</w:t>
      </w:r>
      <w:r w:rsidRPr="004C3E92">
        <w:t>ils furent installés</w:t>
      </w:r>
      <w:r w:rsidR="004A4993">
        <w:t xml:space="preserve">, </w:t>
      </w:r>
      <w:r w:rsidRPr="004C3E92">
        <w:t>ils reçurent la visite de presque tous leurs parents et amis</w:t>
      </w:r>
      <w:r w:rsidR="004A4993">
        <w:t xml:space="preserve">. </w:t>
      </w:r>
      <w:r w:rsidRPr="004C3E92">
        <w:t>Mrs</w:t>
      </w:r>
      <w:r w:rsidR="004A4993">
        <w:t xml:space="preserve">. </w:t>
      </w:r>
      <w:proofErr w:type="spellStart"/>
      <w:r w:rsidRPr="004C3E92">
        <w:t>Ferrars</w:t>
      </w:r>
      <w:proofErr w:type="spellEnd"/>
      <w:r w:rsidRPr="004C3E92">
        <w:t xml:space="preserve"> vint inspecter le bo</w:t>
      </w:r>
      <w:r w:rsidRPr="004C3E92">
        <w:t>n</w:t>
      </w:r>
      <w:r w:rsidRPr="004C3E92">
        <w:t>heur qu</w:t>
      </w:r>
      <w:r w:rsidR="004A4993">
        <w:t>’</w:t>
      </w:r>
      <w:r w:rsidRPr="004C3E92">
        <w:t>elle avait presque honte d</w:t>
      </w:r>
      <w:r w:rsidR="004A4993">
        <w:t>’</w:t>
      </w:r>
      <w:r w:rsidRPr="004C3E92">
        <w:t>avoir autorisé</w:t>
      </w:r>
      <w:r w:rsidR="004A4993">
        <w:t xml:space="preserve"> ; </w:t>
      </w:r>
      <w:r w:rsidRPr="004C3E92">
        <w:t xml:space="preserve">et les </w:t>
      </w:r>
      <w:proofErr w:type="spellStart"/>
      <w:r w:rsidRPr="004C3E92">
        <w:t>Das</w:t>
      </w:r>
      <w:r w:rsidRPr="004C3E92">
        <w:t>h</w:t>
      </w:r>
      <w:r w:rsidRPr="004C3E92">
        <w:t>wood</w:t>
      </w:r>
      <w:proofErr w:type="spellEnd"/>
      <w:r w:rsidRPr="004C3E92">
        <w:t xml:space="preserve"> eux-mêmes firent la dépense d</w:t>
      </w:r>
      <w:r w:rsidR="004A4993">
        <w:t>’</w:t>
      </w:r>
      <w:r w:rsidRPr="004C3E92">
        <w:t>un voyage depuis le Sussex pour leur faire honneur</w:t>
      </w:r>
      <w:r w:rsidR="004A4993">
        <w:t>.</w:t>
      </w:r>
    </w:p>
    <w:p w14:paraId="3B093655" w14:textId="77777777" w:rsidR="004A4993" w:rsidRDefault="004A4993" w:rsidP="004A4993">
      <w:r>
        <w:t>— </w:t>
      </w:r>
      <w:r w:rsidR="008C5C61" w:rsidRPr="004C3E92">
        <w:t>Je ne dirai pas que je suis déçu</w:t>
      </w:r>
      <w:r>
        <w:t xml:space="preserve">, </w:t>
      </w:r>
      <w:r w:rsidR="008C5C61" w:rsidRPr="004C3E92">
        <w:t>ma chère sœur</w:t>
      </w:r>
      <w:r>
        <w:t xml:space="preserve">, </w:t>
      </w:r>
      <w:r w:rsidR="008C5C61" w:rsidRPr="004C3E92">
        <w:t>dit John</w:t>
      </w:r>
      <w:r>
        <w:t xml:space="preserve">, </w:t>
      </w:r>
      <w:r w:rsidR="008C5C61" w:rsidRPr="004C3E92">
        <w:t>tandis qu</w:t>
      </w:r>
      <w:r>
        <w:t>’</w:t>
      </w:r>
      <w:r w:rsidR="008C5C61" w:rsidRPr="004C3E92">
        <w:t>ils se promenaient ensemble</w:t>
      </w:r>
      <w:r>
        <w:t xml:space="preserve">, </w:t>
      </w:r>
      <w:r w:rsidR="008C5C61" w:rsidRPr="004C3E92">
        <w:t>un matin</w:t>
      </w:r>
      <w:r>
        <w:t xml:space="preserve">, </w:t>
      </w:r>
      <w:r w:rsidR="008C5C61" w:rsidRPr="004C3E92">
        <w:t>devant la gri</w:t>
      </w:r>
      <w:r w:rsidR="008C5C61" w:rsidRPr="004C3E92">
        <w:t>l</w:t>
      </w:r>
      <w:r w:rsidR="008C5C61" w:rsidRPr="004C3E92">
        <w:t xml:space="preserve">le de </w:t>
      </w:r>
      <w:proofErr w:type="spellStart"/>
      <w:r w:rsidR="008C5C61" w:rsidRPr="004C3E92">
        <w:t>Delaford</w:t>
      </w:r>
      <w:proofErr w:type="spellEnd"/>
      <w:r w:rsidR="008C5C61" w:rsidRPr="004C3E92">
        <w:t xml:space="preserve"> House</w:t>
      </w:r>
      <w:r>
        <w:t xml:space="preserve"> ; </w:t>
      </w:r>
      <w:r w:rsidR="008C5C61" w:rsidRPr="004C3E92">
        <w:t>ce serait exagéré</w:t>
      </w:r>
      <w:r>
        <w:t xml:space="preserve">, </w:t>
      </w:r>
      <w:r w:rsidR="008C5C61" w:rsidRPr="004C3E92">
        <w:t>car tu as certainement été l</w:t>
      </w:r>
      <w:r>
        <w:t>’</w:t>
      </w:r>
      <w:r w:rsidR="008C5C61" w:rsidRPr="004C3E92">
        <w:t>une des jeunes femmes les plus fortunées du monde</w:t>
      </w:r>
      <w:r>
        <w:t xml:space="preserve">, </w:t>
      </w:r>
      <w:r w:rsidR="008C5C61" w:rsidRPr="004C3E92">
        <w:t>les choses étant ce qu</w:t>
      </w:r>
      <w:r>
        <w:t>’</w:t>
      </w:r>
      <w:r w:rsidR="008C5C61" w:rsidRPr="004C3E92">
        <w:t>elles sont</w:t>
      </w:r>
      <w:r>
        <w:t xml:space="preserve">. </w:t>
      </w:r>
      <w:r w:rsidR="008C5C61" w:rsidRPr="004C3E92">
        <w:t>Mais j</w:t>
      </w:r>
      <w:r>
        <w:t>’</w:t>
      </w:r>
      <w:r w:rsidR="008C5C61" w:rsidRPr="004C3E92">
        <w:t>avoue que j</w:t>
      </w:r>
      <w:r>
        <w:t>’</w:t>
      </w:r>
      <w:r w:rsidR="008C5C61" w:rsidRPr="004C3E92">
        <w:t xml:space="preserve">aurais grand plaisir à appeler le colonel Brandon </w:t>
      </w:r>
      <w:r>
        <w:t>« </w:t>
      </w:r>
      <w:r w:rsidR="008C5C61" w:rsidRPr="004C3E92">
        <w:t>frère</w:t>
      </w:r>
      <w:r>
        <w:t xml:space="preserve"> ». </w:t>
      </w:r>
      <w:r w:rsidR="008C5C61" w:rsidRPr="004C3E92">
        <w:t>Son domaine ici</w:t>
      </w:r>
      <w:r>
        <w:t xml:space="preserve">, </w:t>
      </w:r>
      <w:r w:rsidR="008C5C61" w:rsidRPr="004C3E92">
        <w:t>sa situation</w:t>
      </w:r>
      <w:r>
        <w:t xml:space="preserve">, </w:t>
      </w:r>
      <w:r w:rsidR="008C5C61" w:rsidRPr="004C3E92">
        <w:t>sa maison</w:t>
      </w:r>
      <w:r>
        <w:t xml:space="preserve">, </w:t>
      </w:r>
      <w:r w:rsidR="008C5C61" w:rsidRPr="004C3E92">
        <w:t>tout dans un tel état convenable et e</w:t>
      </w:r>
      <w:r w:rsidR="008C5C61" w:rsidRPr="004C3E92">
        <w:t>x</w:t>
      </w:r>
      <w:r w:rsidR="008C5C61" w:rsidRPr="004C3E92">
        <w:t>cellent</w:t>
      </w:r>
      <w:r>
        <w:t xml:space="preserve"> ! </w:t>
      </w:r>
      <w:r w:rsidR="008C5C61" w:rsidRPr="004C3E92">
        <w:t>Et ses bois</w:t>
      </w:r>
      <w:r>
        <w:t xml:space="preserve"> ! </w:t>
      </w:r>
      <w:r w:rsidR="008C5C61" w:rsidRPr="004C3E92">
        <w:t>Je n</w:t>
      </w:r>
      <w:r>
        <w:t>’</w:t>
      </w:r>
      <w:r w:rsidR="008C5C61" w:rsidRPr="004C3E92">
        <w:t xml:space="preserve">ai vu nulle part dans le </w:t>
      </w:r>
      <w:proofErr w:type="spellStart"/>
      <w:r w:rsidR="008C5C61" w:rsidRPr="004C3E92">
        <w:t>Dorsetshire</w:t>
      </w:r>
      <w:proofErr w:type="spellEnd"/>
      <w:r w:rsidR="008C5C61" w:rsidRPr="004C3E92">
        <w:t xml:space="preserve"> de plus belles grumes qu</w:t>
      </w:r>
      <w:r>
        <w:t>’</w:t>
      </w:r>
      <w:r w:rsidR="008C5C61" w:rsidRPr="004C3E92">
        <w:t>il ne s</w:t>
      </w:r>
      <w:r>
        <w:t>’</w:t>
      </w:r>
      <w:r w:rsidR="008C5C61" w:rsidRPr="004C3E92">
        <w:t xml:space="preserve">en dresse maintenant sur le coteau de </w:t>
      </w:r>
      <w:proofErr w:type="spellStart"/>
      <w:r w:rsidR="008C5C61" w:rsidRPr="004C3E92">
        <w:t>Delaford</w:t>
      </w:r>
      <w:proofErr w:type="spellEnd"/>
      <w:r>
        <w:t xml:space="preserve"> ! </w:t>
      </w:r>
      <w:r w:rsidR="008C5C61" w:rsidRPr="004C3E92">
        <w:t>Et bien que</w:t>
      </w:r>
      <w:r>
        <w:t xml:space="preserve">, </w:t>
      </w:r>
      <w:r w:rsidR="008C5C61" w:rsidRPr="004C3E92">
        <w:t>peut-être</w:t>
      </w:r>
      <w:r>
        <w:t xml:space="preserve">, </w:t>
      </w:r>
      <w:r w:rsidR="008C5C61" w:rsidRPr="004C3E92">
        <w:t>Marianne puisse ne pas sembler être exactement la personne propre à l</w:t>
      </w:r>
      <w:r>
        <w:t>’</w:t>
      </w:r>
      <w:r w:rsidR="008C5C61" w:rsidRPr="004C3E92">
        <w:t>attirer</w:t>
      </w:r>
      <w:r>
        <w:t xml:space="preserve">, </w:t>
      </w:r>
      <w:r w:rsidR="008C5C61" w:rsidRPr="004C3E92">
        <w:t>je crois pourtant qu</w:t>
      </w:r>
      <w:r>
        <w:t>’</w:t>
      </w:r>
      <w:r w:rsidR="008C5C61" w:rsidRPr="004C3E92">
        <w:t>il serait en tout point convenable que tu les eusses souvent chez toi comme invités</w:t>
      </w:r>
      <w:r>
        <w:t xml:space="preserve">, </w:t>
      </w:r>
      <w:r w:rsidR="008C5C61" w:rsidRPr="004C3E92">
        <w:t>maintenant</w:t>
      </w:r>
      <w:r>
        <w:t xml:space="preserve">, </w:t>
      </w:r>
      <w:r w:rsidR="008C5C61" w:rsidRPr="004C3E92">
        <w:t>car comme le c</w:t>
      </w:r>
      <w:r w:rsidR="008C5C61" w:rsidRPr="004C3E92">
        <w:t>o</w:t>
      </w:r>
      <w:r w:rsidR="008C5C61" w:rsidRPr="004C3E92">
        <w:t>lonel Brandon paraît bien de vos intimes</w:t>
      </w:r>
      <w:r>
        <w:t xml:space="preserve">, </w:t>
      </w:r>
      <w:r w:rsidR="008C5C61" w:rsidRPr="004C3E92">
        <w:t>nul ne peut prévoir ce qui pourra arriver</w:t>
      </w:r>
      <w:r>
        <w:t xml:space="preserve">, – </w:t>
      </w:r>
      <w:r w:rsidR="008C5C61" w:rsidRPr="004C3E92">
        <w:t>car</w:t>
      </w:r>
      <w:r>
        <w:t xml:space="preserve">, </w:t>
      </w:r>
      <w:r w:rsidR="008C5C61" w:rsidRPr="004C3E92">
        <w:t>quand les gens se trouvent souvent r</w:t>
      </w:r>
      <w:r w:rsidR="008C5C61" w:rsidRPr="004C3E92">
        <w:t>é</w:t>
      </w:r>
      <w:r w:rsidR="008C5C61" w:rsidRPr="004C3E92">
        <w:t>unis</w:t>
      </w:r>
      <w:r>
        <w:t xml:space="preserve">, </w:t>
      </w:r>
      <w:r w:rsidR="008C5C61" w:rsidRPr="004C3E92">
        <w:t>et voient peu d</w:t>
      </w:r>
      <w:r>
        <w:t>’</w:t>
      </w:r>
      <w:r w:rsidR="008C5C61" w:rsidRPr="004C3E92">
        <w:t>autres personnes</w:t>
      </w:r>
      <w:r>
        <w:t xml:space="preserve">… </w:t>
      </w:r>
      <w:r w:rsidR="008C5C61" w:rsidRPr="004C3E92">
        <w:t>et il sera toujours en ton pouvoir de la faire valoir avantageusement</w:t>
      </w:r>
      <w:r>
        <w:t xml:space="preserve">, </w:t>
      </w:r>
      <w:r w:rsidR="008C5C61" w:rsidRPr="004C3E92">
        <w:t>et ainsi de su</w:t>
      </w:r>
      <w:r w:rsidR="008C5C61" w:rsidRPr="004C3E92">
        <w:t>i</w:t>
      </w:r>
      <w:r w:rsidR="008C5C61" w:rsidRPr="004C3E92">
        <w:t>te</w:t>
      </w:r>
      <w:r>
        <w:t xml:space="preserve"> ; </w:t>
      </w:r>
      <w:r w:rsidR="008C5C61" w:rsidRPr="004C3E92">
        <w:t>bref</w:t>
      </w:r>
      <w:r>
        <w:t xml:space="preserve">, </w:t>
      </w:r>
      <w:r w:rsidR="008C5C61" w:rsidRPr="004C3E92">
        <w:t>tu pourrais tout aussi bien lui procurer une occasion</w:t>
      </w:r>
      <w:r>
        <w:t xml:space="preserve">. </w:t>
      </w:r>
      <w:r w:rsidR="008C5C61" w:rsidRPr="004C3E92">
        <w:t>Tu me comprends</w:t>
      </w:r>
      <w:r>
        <w:t>.</w:t>
      </w:r>
    </w:p>
    <w:p w14:paraId="31D6DCC0" w14:textId="77777777" w:rsidR="004A4993" w:rsidRDefault="008C5C61" w:rsidP="004A4993">
      <w:r w:rsidRPr="004C3E92">
        <w:t>Mais bien que Mrs</w:t>
      </w:r>
      <w:r w:rsidR="004A4993">
        <w:t xml:space="preserve">. </w:t>
      </w:r>
      <w:proofErr w:type="spellStart"/>
      <w:r w:rsidRPr="004C3E92">
        <w:t>Ferrars</w:t>
      </w:r>
      <w:proofErr w:type="spellEnd"/>
      <w:r w:rsidRPr="004C3E92">
        <w:t xml:space="preserve"> vînt effectivement les voir</w:t>
      </w:r>
      <w:r w:rsidR="004A4993">
        <w:t xml:space="preserve">, </w:t>
      </w:r>
      <w:r w:rsidRPr="004C3E92">
        <w:t>et les traitât toujours avec le simulacre d</w:t>
      </w:r>
      <w:r w:rsidR="004A4993">
        <w:t>’</w:t>
      </w:r>
      <w:r w:rsidRPr="004C3E92">
        <w:t>une affection convenable</w:t>
      </w:r>
      <w:r w:rsidR="004A4993">
        <w:t xml:space="preserve">, </w:t>
      </w:r>
      <w:r w:rsidRPr="004C3E92">
        <w:t>ils n</w:t>
      </w:r>
      <w:r w:rsidR="004A4993">
        <w:t>’</w:t>
      </w:r>
      <w:r w:rsidRPr="004C3E92">
        <w:t>eurent jamais l</w:t>
      </w:r>
      <w:r w:rsidR="004A4993">
        <w:t>’</w:t>
      </w:r>
      <w:r w:rsidRPr="004C3E92">
        <w:t>insulte de sa faveur et de sa préférence rée</w:t>
      </w:r>
      <w:r w:rsidRPr="004C3E92">
        <w:t>l</w:t>
      </w:r>
      <w:r w:rsidRPr="004C3E92">
        <w:t>les</w:t>
      </w:r>
      <w:r w:rsidR="004A4993">
        <w:t xml:space="preserve">. </w:t>
      </w:r>
      <w:r w:rsidRPr="004C3E92">
        <w:t xml:space="preserve">Ces avantages étaient </w:t>
      </w:r>
      <w:proofErr w:type="spellStart"/>
      <w:r w:rsidRPr="004C3E92">
        <w:t>dûs</w:t>
      </w:r>
      <w:proofErr w:type="spellEnd"/>
      <w:r w:rsidRPr="004C3E92">
        <w:t xml:space="preserve"> à la folie de Robert et à la ruse de sa femme</w:t>
      </w:r>
      <w:r w:rsidR="004A4993">
        <w:t xml:space="preserve"> ; </w:t>
      </w:r>
      <w:r w:rsidRPr="004C3E92">
        <w:t>et ils leur furent acquis avant que de nombreux mois se fussent écoulés</w:t>
      </w:r>
      <w:r w:rsidR="004A4993">
        <w:t xml:space="preserve">. </w:t>
      </w:r>
      <w:r w:rsidRPr="004C3E92">
        <w:t>La sagacité égoïste de cette dernière</w:t>
      </w:r>
      <w:r w:rsidR="004A4993">
        <w:t xml:space="preserve">, </w:t>
      </w:r>
      <w:r w:rsidRPr="004C3E92">
        <w:t>qui avait dès l</w:t>
      </w:r>
      <w:r w:rsidR="004A4993">
        <w:t>’</w:t>
      </w:r>
      <w:r w:rsidRPr="004C3E92">
        <w:t>abord attiré Robert dans la difficulté</w:t>
      </w:r>
      <w:r w:rsidR="004A4993">
        <w:t xml:space="preserve">, </w:t>
      </w:r>
      <w:r w:rsidRPr="004C3E92">
        <w:t>fut le principal instrument qui l</w:t>
      </w:r>
      <w:r w:rsidR="004A4993">
        <w:t>’</w:t>
      </w:r>
      <w:r w:rsidRPr="004C3E92">
        <w:t>en délivra</w:t>
      </w:r>
      <w:r w:rsidR="004A4993">
        <w:t xml:space="preserve"> ; </w:t>
      </w:r>
      <w:r w:rsidRPr="004C3E92">
        <w:t xml:space="preserve">car </w:t>
      </w:r>
      <w:r w:rsidRPr="004C3E92">
        <w:lastRenderedPageBreak/>
        <w:t>l</w:t>
      </w:r>
      <w:r w:rsidR="004A4993">
        <w:t>’</w:t>
      </w:r>
      <w:r w:rsidRPr="004C3E92">
        <w:t>humilité respectueuse de Lucy</w:t>
      </w:r>
      <w:r w:rsidR="004A4993">
        <w:t xml:space="preserve">, </w:t>
      </w:r>
      <w:r w:rsidRPr="004C3E92">
        <w:t>ses attentions assidues</w:t>
      </w:r>
      <w:r w:rsidR="004A4993">
        <w:t xml:space="preserve">, </w:t>
      </w:r>
      <w:r w:rsidRPr="004C3E92">
        <w:t>et ses flatteries incessantes</w:t>
      </w:r>
      <w:r w:rsidR="004A4993">
        <w:t xml:space="preserve">, </w:t>
      </w:r>
      <w:r w:rsidRPr="004C3E92">
        <w:t>dès que se présenta la moindre occasion de les exercer</w:t>
      </w:r>
      <w:r w:rsidR="004A4993">
        <w:t xml:space="preserve">, </w:t>
      </w:r>
      <w:r w:rsidRPr="004C3E92">
        <w:t>réconcilièrent Mrs</w:t>
      </w:r>
      <w:r w:rsidR="004A4993">
        <w:t xml:space="preserve">. </w:t>
      </w:r>
      <w:proofErr w:type="spellStart"/>
      <w:r w:rsidRPr="004C3E92">
        <w:t>Ferrars</w:t>
      </w:r>
      <w:proofErr w:type="spellEnd"/>
      <w:r w:rsidRPr="004C3E92">
        <w:t xml:space="preserve"> avec le choix de Robert</w:t>
      </w:r>
      <w:r w:rsidR="004A4993">
        <w:t xml:space="preserve">, </w:t>
      </w:r>
      <w:r w:rsidRPr="004C3E92">
        <w:t>et la rétablirent complètement dans ses bonnes grâces</w:t>
      </w:r>
      <w:r w:rsidR="004A4993">
        <w:t>.</w:t>
      </w:r>
    </w:p>
    <w:p w14:paraId="08776585" w14:textId="77777777" w:rsidR="004A4993" w:rsidRDefault="008C5C61" w:rsidP="004A4993">
      <w:r w:rsidRPr="004C3E92">
        <w:t>Toute la conduite de Lucy en cette affaire</w:t>
      </w:r>
      <w:r w:rsidR="004A4993">
        <w:t xml:space="preserve">, </w:t>
      </w:r>
      <w:r w:rsidRPr="004C3E92">
        <w:t>et la prospérité qui en résulta</w:t>
      </w:r>
      <w:r w:rsidR="004A4993">
        <w:t xml:space="preserve">, </w:t>
      </w:r>
      <w:r w:rsidRPr="004C3E92">
        <w:t>peuvent donc être montées en épingle comme un exemple fort encourageant de ce que peut faire une attention s</w:t>
      </w:r>
      <w:r w:rsidRPr="004C3E92">
        <w:t>é</w:t>
      </w:r>
      <w:r w:rsidRPr="004C3E92">
        <w:t>rieuse et incessante à l</w:t>
      </w:r>
      <w:r w:rsidR="004A4993">
        <w:t>’</w:t>
      </w:r>
      <w:r w:rsidRPr="004C3E92">
        <w:t>intérêt personnel</w:t>
      </w:r>
      <w:r w:rsidR="004A4993">
        <w:t xml:space="preserve">, </w:t>
      </w:r>
      <w:r w:rsidRPr="004C3E92">
        <w:t>de quelques obstacles que son chemin puisse se voir encombré</w:t>
      </w:r>
      <w:r w:rsidR="004A4993">
        <w:t xml:space="preserve">, </w:t>
      </w:r>
      <w:r w:rsidRPr="004C3E92">
        <w:t>pour s</w:t>
      </w:r>
      <w:r w:rsidR="004A4993">
        <w:t>’</w:t>
      </w:r>
      <w:r w:rsidRPr="004C3E92">
        <w:t>assurer tous les avantages de la fortune</w:t>
      </w:r>
      <w:r w:rsidR="004A4993">
        <w:t xml:space="preserve">, </w:t>
      </w:r>
      <w:r w:rsidRPr="004C3E92">
        <w:t>sans autre sacrifice que celui du temps et de la conscience</w:t>
      </w:r>
      <w:r w:rsidR="004A4993">
        <w:t xml:space="preserve">. </w:t>
      </w:r>
      <w:r w:rsidRPr="004C3E92">
        <w:t>Quand Robert avait pour la première fois cherché à faire la connaissance de Lucy</w:t>
      </w:r>
      <w:r w:rsidR="004A4993">
        <w:t xml:space="preserve">, </w:t>
      </w:r>
      <w:r w:rsidRPr="004C3E92">
        <w:t>et lui avait rendu visite</w:t>
      </w:r>
      <w:r w:rsidR="004A4993">
        <w:t xml:space="preserve">, </w:t>
      </w:r>
      <w:r w:rsidRPr="004C3E92">
        <w:t>à titre privé</w:t>
      </w:r>
      <w:r w:rsidR="004A4993">
        <w:t xml:space="preserve">, </w:t>
      </w:r>
      <w:r w:rsidRPr="004C3E92">
        <w:t xml:space="preserve">dans </w:t>
      </w:r>
      <w:proofErr w:type="spellStart"/>
      <w:r w:rsidRPr="004C3E92">
        <w:t>Bartlett</w:t>
      </w:r>
      <w:r w:rsidR="004A4993">
        <w:t>’</w:t>
      </w:r>
      <w:r w:rsidRPr="004C3E92">
        <w:t>s</w:t>
      </w:r>
      <w:proofErr w:type="spellEnd"/>
      <w:r w:rsidRPr="004C3E92">
        <w:t xml:space="preserve"> Buildings</w:t>
      </w:r>
      <w:r w:rsidR="004A4993">
        <w:t xml:space="preserve">, </w:t>
      </w:r>
      <w:r w:rsidRPr="004C3E92">
        <w:t>ç</w:t>
      </w:r>
      <w:r w:rsidR="004A4993">
        <w:t>’</w:t>
      </w:r>
      <w:r w:rsidRPr="004C3E92">
        <w:t>avait été seulement dans le dessein que lui avait imputé son frère</w:t>
      </w:r>
      <w:r w:rsidR="004A4993">
        <w:t xml:space="preserve">. </w:t>
      </w:r>
      <w:r w:rsidRPr="004C3E92">
        <w:t>Il se proposait simplement de lui persuader de renoncer à cette promesse de mariage</w:t>
      </w:r>
      <w:r w:rsidR="004A4993">
        <w:t xml:space="preserve"> ; </w:t>
      </w:r>
      <w:r w:rsidRPr="004C3E92">
        <w:t>et comme il ne pouvait y avoir autre chose à surmo</w:t>
      </w:r>
      <w:r w:rsidRPr="004C3E92">
        <w:t>n</w:t>
      </w:r>
      <w:r w:rsidRPr="004C3E92">
        <w:t>ter que l</w:t>
      </w:r>
      <w:r w:rsidR="004A4993">
        <w:t>’</w:t>
      </w:r>
      <w:r w:rsidRPr="004C3E92">
        <w:t>affection des deux parties</w:t>
      </w:r>
      <w:r w:rsidR="004A4993">
        <w:t xml:space="preserve">, </w:t>
      </w:r>
      <w:r w:rsidRPr="004C3E92">
        <w:t>il comptait naturellement qu</w:t>
      </w:r>
      <w:r w:rsidR="004A4993">
        <w:t>’</w:t>
      </w:r>
      <w:r w:rsidRPr="004C3E92">
        <w:t>un ou deux entretiens régleraient l</w:t>
      </w:r>
      <w:r w:rsidR="004A4993">
        <w:t>’</w:t>
      </w:r>
      <w:r w:rsidRPr="004C3E92">
        <w:t>affaire</w:t>
      </w:r>
      <w:r w:rsidR="004A4993">
        <w:t xml:space="preserve">. </w:t>
      </w:r>
      <w:r w:rsidRPr="004C3E92">
        <w:t>Sur ce point</w:t>
      </w:r>
      <w:r w:rsidR="004A4993">
        <w:t xml:space="preserve">, </w:t>
      </w:r>
      <w:r w:rsidRPr="004C3E92">
        <w:t>to</w:t>
      </w:r>
      <w:r w:rsidRPr="004C3E92">
        <w:t>u</w:t>
      </w:r>
      <w:r w:rsidRPr="004C3E92">
        <w:t>tefois</w:t>
      </w:r>
      <w:r w:rsidR="004A4993">
        <w:t xml:space="preserve">, </w:t>
      </w:r>
      <w:r w:rsidRPr="004C3E92">
        <w:t>et sur ce point seul</w:t>
      </w:r>
      <w:r w:rsidR="004A4993">
        <w:t xml:space="preserve">, </w:t>
      </w:r>
      <w:r w:rsidRPr="004C3E92">
        <w:t>il se trompait</w:t>
      </w:r>
      <w:r w:rsidR="004A4993">
        <w:t xml:space="preserve"> ; </w:t>
      </w:r>
      <w:r w:rsidRPr="004C3E92">
        <w:t>car</w:t>
      </w:r>
      <w:r w:rsidR="004A4993">
        <w:t xml:space="preserve">, </w:t>
      </w:r>
      <w:r w:rsidRPr="004C3E92">
        <w:t>bien que Lucy lui eût bientôt donné l</w:t>
      </w:r>
      <w:r w:rsidR="004A4993">
        <w:t>’</w:t>
      </w:r>
      <w:r w:rsidRPr="004C3E92">
        <w:t>espoir que son éloquence la convaincrait</w:t>
      </w:r>
      <w:r w:rsidR="004A4993">
        <w:t xml:space="preserve">, </w:t>
      </w:r>
      <w:r w:rsidRPr="004C3E92">
        <w:t>le temps aidant</w:t>
      </w:r>
      <w:r w:rsidR="004A4993">
        <w:t xml:space="preserve">, </w:t>
      </w:r>
      <w:r w:rsidRPr="004C3E92">
        <w:t>il fallait toujours une autre visite</w:t>
      </w:r>
      <w:r w:rsidR="004A4993">
        <w:t xml:space="preserve">, </w:t>
      </w:r>
      <w:r w:rsidRPr="004C3E92">
        <w:t>une autre conversation</w:t>
      </w:r>
      <w:r w:rsidR="004A4993">
        <w:t xml:space="preserve">, </w:t>
      </w:r>
      <w:r w:rsidRPr="004C3E92">
        <w:t>pour obtenir cette conviction</w:t>
      </w:r>
      <w:r w:rsidR="004A4993">
        <w:t xml:space="preserve">. </w:t>
      </w:r>
      <w:r w:rsidRPr="004C3E92">
        <w:t>Il s</w:t>
      </w:r>
      <w:r w:rsidR="004A4993">
        <w:t>’</w:t>
      </w:r>
      <w:r w:rsidRPr="004C3E92">
        <w:t>attardait to</w:t>
      </w:r>
      <w:r w:rsidRPr="004C3E92">
        <w:t>u</w:t>
      </w:r>
      <w:r w:rsidRPr="004C3E92">
        <w:t>jours quelques doutes dans son esprit lorsqu</w:t>
      </w:r>
      <w:r w:rsidR="004A4993">
        <w:t>’</w:t>
      </w:r>
      <w:r w:rsidRPr="004C3E92">
        <w:t>ils se séparaient</w:t>
      </w:r>
      <w:r w:rsidR="004A4993">
        <w:t xml:space="preserve">, </w:t>
      </w:r>
      <w:r w:rsidRPr="004C3E92">
        <w:t>doutes qui ne pouvaient être dissipés que par un nouvel entr</w:t>
      </w:r>
      <w:r w:rsidRPr="004C3E92">
        <w:t>e</w:t>
      </w:r>
      <w:r w:rsidRPr="004C3E92">
        <w:t>tien d</w:t>
      </w:r>
      <w:r w:rsidR="004A4993">
        <w:t>’</w:t>
      </w:r>
      <w:r w:rsidRPr="004C3E92">
        <w:t>une demi-heure avec lui</w:t>
      </w:r>
      <w:r w:rsidR="004A4993">
        <w:t xml:space="preserve">. </w:t>
      </w:r>
      <w:r w:rsidRPr="004C3E92">
        <w:t>La présence de Robert était ainsi assurée</w:t>
      </w:r>
      <w:r w:rsidR="004A4993">
        <w:t xml:space="preserve">, </w:t>
      </w:r>
      <w:r w:rsidRPr="004C3E92">
        <w:t>et le reste suivit son cours</w:t>
      </w:r>
      <w:r w:rsidR="004A4993">
        <w:t xml:space="preserve">. </w:t>
      </w:r>
      <w:r w:rsidRPr="004C3E92">
        <w:t>Au lieu de parler d</w:t>
      </w:r>
      <w:r w:rsidR="004A4993">
        <w:t>’</w:t>
      </w:r>
      <w:r w:rsidRPr="004C3E92">
        <w:t>Edward</w:t>
      </w:r>
      <w:r w:rsidR="004A4993">
        <w:t xml:space="preserve">, </w:t>
      </w:r>
      <w:r w:rsidRPr="004C3E92">
        <w:t>ils en vinrent peu à peu à parler de Robert</w:t>
      </w:r>
      <w:r w:rsidR="004A4993">
        <w:t xml:space="preserve">, – </w:t>
      </w:r>
      <w:r w:rsidRPr="004C3E92">
        <w:t>sujet sur lequel il avait toujours plus à dire que sur tout autre</w:t>
      </w:r>
      <w:r w:rsidR="004A4993">
        <w:t xml:space="preserve">, </w:t>
      </w:r>
      <w:r w:rsidRPr="004C3E92">
        <w:t>et pour lequel elle ne tarda pas à trahir un intérêt égal même au sien</w:t>
      </w:r>
      <w:r w:rsidR="004A4993">
        <w:t xml:space="preserve"> ; </w:t>
      </w:r>
      <w:r w:rsidRPr="004C3E92">
        <w:t>et</w:t>
      </w:r>
      <w:r w:rsidR="004A4993">
        <w:t xml:space="preserve">, </w:t>
      </w:r>
      <w:r w:rsidRPr="004C3E92">
        <w:t>bref</w:t>
      </w:r>
      <w:r w:rsidR="004A4993">
        <w:t xml:space="preserve">, </w:t>
      </w:r>
      <w:r w:rsidRPr="004C3E92">
        <w:t>il devint rapidement évident à l</w:t>
      </w:r>
      <w:r w:rsidR="004A4993">
        <w:t>’</w:t>
      </w:r>
      <w:r w:rsidRPr="004C3E92">
        <w:t>un et à l</w:t>
      </w:r>
      <w:r w:rsidR="004A4993">
        <w:t>’</w:t>
      </w:r>
      <w:r w:rsidRPr="004C3E92">
        <w:t>autre qu</w:t>
      </w:r>
      <w:r w:rsidR="004A4993">
        <w:t>’</w:t>
      </w:r>
      <w:r w:rsidRPr="004C3E92">
        <w:t>il avait entièr</w:t>
      </w:r>
      <w:r w:rsidRPr="004C3E92">
        <w:t>e</w:t>
      </w:r>
      <w:r w:rsidRPr="004C3E92">
        <w:t>ment supplanté son frère</w:t>
      </w:r>
      <w:r w:rsidR="004A4993">
        <w:t xml:space="preserve">. </w:t>
      </w:r>
      <w:r w:rsidRPr="004C3E92">
        <w:t>Il fut fier de sa conquête</w:t>
      </w:r>
      <w:r w:rsidR="004A4993">
        <w:t xml:space="preserve">, </w:t>
      </w:r>
      <w:r w:rsidRPr="004C3E92">
        <w:t xml:space="preserve">fier de jouer un tour à </w:t>
      </w:r>
      <w:r w:rsidRPr="004C3E92">
        <w:lastRenderedPageBreak/>
        <w:t>Edward</w:t>
      </w:r>
      <w:r w:rsidR="004A4993">
        <w:t xml:space="preserve">, </w:t>
      </w:r>
      <w:r w:rsidRPr="004C3E92">
        <w:t>et très fier de se marier dans l</w:t>
      </w:r>
      <w:r w:rsidR="004A4993">
        <w:t>’</w:t>
      </w:r>
      <w:r w:rsidRPr="004C3E92">
        <w:t>intimité</w:t>
      </w:r>
      <w:r w:rsidR="004A4993">
        <w:t xml:space="preserve">, </w:t>
      </w:r>
      <w:r w:rsidRPr="004C3E92">
        <w:t>sans le consentement de sa mère</w:t>
      </w:r>
      <w:r w:rsidR="004A4993">
        <w:t xml:space="preserve">. </w:t>
      </w:r>
      <w:r w:rsidRPr="004C3E92">
        <w:t>Ce qui s</w:t>
      </w:r>
      <w:r w:rsidR="004A4993">
        <w:t>’</w:t>
      </w:r>
      <w:r w:rsidRPr="004C3E92">
        <w:t>ensuivit immédiatement</w:t>
      </w:r>
      <w:r w:rsidR="004A4993">
        <w:t xml:space="preserve">, </w:t>
      </w:r>
      <w:r w:rsidRPr="004C3E92">
        <w:t>on le sait</w:t>
      </w:r>
      <w:r w:rsidR="004A4993">
        <w:t xml:space="preserve">. </w:t>
      </w:r>
      <w:r w:rsidRPr="004C3E92">
        <w:t>Ils passèrent quelques mois</w:t>
      </w:r>
      <w:r w:rsidR="004A4993">
        <w:t xml:space="preserve">, </w:t>
      </w:r>
      <w:r w:rsidRPr="004C3E92">
        <w:t>dans le plus grand bo</w:t>
      </w:r>
      <w:r w:rsidRPr="004C3E92">
        <w:t>n</w:t>
      </w:r>
      <w:r w:rsidRPr="004C3E92">
        <w:t>heur</w:t>
      </w:r>
      <w:r w:rsidR="004A4993">
        <w:t xml:space="preserve">, </w:t>
      </w:r>
      <w:r w:rsidRPr="004C3E92">
        <w:t xml:space="preserve">à </w:t>
      </w:r>
      <w:proofErr w:type="spellStart"/>
      <w:r w:rsidRPr="004C3E92">
        <w:t>Dawlish</w:t>
      </w:r>
      <w:proofErr w:type="spellEnd"/>
      <w:r w:rsidR="004A4993">
        <w:t xml:space="preserve"> ; </w:t>
      </w:r>
      <w:r w:rsidRPr="004C3E92">
        <w:t>car elle avait de nombreux parents et de viei</w:t>
      </w:r>
      <w:r w:rsidRPr="004C3E92">
        <w:t>l</w:t>
      </w:r>
      <w:r w:rsidRPr="004C3E92">
        <w:t>les connaissances à qui il lui convenait de tourner le dos</w:t>
      </w:r>
      <w:r w:rsidR="004A4993">
        <w:t xml:space="preserve">, – </w:t>
      </w:r>
      <w:r w:rsidRPr="004C3E92">
        <w:t>et il traça plusieurs plans de maisonnettes magnifiques</w:t>
      </w:r>
      <w:r w:rsidR="004A4993">
        <w:t xml:space="preserve"> ; </w:t>
      </w:r>
      <w:r w:rsidRPr="004C3E92">
        <w:t>et</w:t>
      </w:r>
      <w:r w:rsidR="004A4993">
        <w:t xml:space="preserve">, </w:t>
      </w:r>
      <w:r w:rsidRPr="004C3E92">
        <w:t>retou</w:t>
      </w:r>
      <w:r w:rsidRPr="004C3E92">
        <w:t>r</w:t>
      </w:r>
      <w:r w:rsidRPr="004C3E92">
        <w:t>nant de là à Londres</w:t>
      </w:r>
      <w:r w:rsidR="004A4993">
        <w:t xml:space="preserve">, </w:t>
      </w:r>
      <w:r w:rsidRPr="004C3E92">
        <w:t>ils se procurèrent le pardon de Mrs</w:t>
      </w:r>
      <w:r w:rsidR="004A4993">
        <w:t xml:space="preserve">. </w:t>
      </w:r>
      <w:proofErr w:type="spellStart"/>
      <w:r w:rsidRPr="004C3E92">
        <w:t>Fe</w:t>
      </w:r>
      <w:r w:rsidRPr="004C3E92">
        <w:t>r</w:t>
      </w:r>
      <w:r w:rsidRPr="004C3E92">
        <w:t>rars</w:t>
      </w:r>
      <w:proofErr w:type="spellEnd"/>
      <w:r w:rsidR="004A4993">
        <w:t xml:space="preserve">, </w:t>
      </w:r>
      <w:r w:rsidRPr="004C3E92">
        <w:t>grâce au simple expédient de le demander</w:t>
      </w:r>
      <w:r w:rsidR="004A4993">
        <w:t xml:space="preserve">, – </w:t>
      </w:r>
      <w:r w:rsidRPr="004C3E92">
        <w:t>projet qu</w:t>
      </w:r>
      <w:r w:rsidR="004A4993">
        <w:t>’</w:t>
      </w:r>
      <w:r w:rsidRPr="004C3E92">
        <w:t>à l</w:t>
      </w:r>
      <w:r w:rsidR="004A4993">
        <w:t>’</w:t>
      </w:r>
      <w:r w:rsidRPr="004C3E92">
        <w:t>instigation de Lucy</w:t>
      </w:r>
      <w:r w:rsidR="004A4993">
        <w:t xml:space="preserve">, </w:t>
      </w:r>
      <w:r w:rsidRPr="004C3E92">
        <w:t>elle adopta</w:t>
      </w:r>
      <w:r w:rsidR="004A4993">
        <w:t xml:space="preserve">. </w:t>
      </w:r>
      <w:r w:rsidRPr="004C3E92">
        <w:t>Le pardon</w:t>
      </w:r>
      <w:r w:rsidR="004A4993">
        <w:t xml:space="preserve">, </w:t>
      </w:r>
      <w:r w:rsidRPr="004C3E92">
        <w:t>tout d</w:t>
      </w:r>
      <w:r w:rsidR="004A4993">
        <w:t>’</w:t>
      </w:r>
      <w:r w:rsidRPr="004C3E92">
        <w:t>abord</w:t>
      </w:r>
      <w:r w:rsidR="004A4993">
        <w:t xml:space="preserve">, </w:t>
      </w:r>
      <w:r w:rsidRPr="004C3E92">
        <w:t>comme il était raisonnable</w:t>
      </w:r>
      <w:r w:rsidR="004A4993">
        <w:t xml:space="preserve">, </w:t>
      </w:r>
      <w:r w:rsidRPr="004C3E92">
        <w:t>certes</w:t>
      </w:r>
      <w:r w:rsidR="004A4993">
        <w:t xml:space="preserve">, </w:t>
      </w:r>
      <w:r w:rsidRPr="004C3E92">
        <w:t>ne s</w:t>
      </w:r>
      <w:r w:rsidR="004A4993">
        <w:t>’</w:t>
      </w:r>
      <w:r w:rsidRPr="004C3E92">
        <w:t>étendit qu</w:t>
      </w:r>
      <w:r w:rsidR="004A4993">
        <w:t>’</w:t>
      </w:r>
      <w:r w:rsidRPr="004C3E92">
        <w:t>à Robert</w:t>
      </w:r>
      <w:r w:rsidR="004A4993">
        <w:t xml:space="preserve"> ; </w:t>
      </w:r>
      <w:r w:rsidRPr="004C3E92">
        <w:t>et Lucy</w:t>
      </w:r>
      <w:r w:rsidR="004A4993">
        <w:t xml:space="preserve">, </w:t>
      </w:r>
      <w:r w:rsidRPr="004C3E92">
        <w:t>qui n</w:t>
      </w:r>
      <w:r w:rsidR="004A4993">
        <w:t>’</w:t>
      </w:r>
      <w:r w:rsidRPr="004C3E92">
        <w:t>avait eu aucune obligation envers la mère de celui-ci</w:t>
      </w:r>
      <w:r w:rsidR="004A4993">
        <w:t xml:space="preserve">, </w:t>
      </w:r>
      <w:r w:rsidRPr="004C3E92">
        <w:t>et n</w:t>
      </w:r>
      <w:r w:rsidR="004A4993">
        <w:t>’</w:t>
      </w:r>
      <w:r w:rsidRPr="004C3E92">
        <w:t>avait donc pu en transgresser aucune</w:t>
      </w:r>
      <w:r w:rsidR="004A4993">
        <w:t xml:space="preserve">, </w:t>
      </w:r>
      <w:r w:rsidRPr="004C3E92">
        <w:t>demeura encore quelques semaines impardonnée</w:t>
      </w:r>
      <w:r w:rsidR="004A4993">
        <w:t xml:space="preserve">. </w:t>
      </w:r>
      <w:r w:rsidRPr="004C3E92">
        <w:t>Mais la persévérance dans l</w:t>
      </w:r>
      <w:r w:rsidR="004A4993">
        <w:t>’</w:t>
      </w:r>
      <w:r w:rsidRPr="004C3E92">
        <w:t>humilité d</w:t>
      </w:r>
      <w:r w:rsidR="004A4993">
        <w:t>’</w:t>
      </w:r>
      <w:r w:rsidRPr="004C3E92">
        <w:t>attitude</w:t>
      </w:r>
      <w:r w:rsidR="004A4993">
        <w:t xml:space="preserve">, </w:t>
      </w:r>
      <w:r w:rsidRPr="004C3E92">
        <w:t>et les messages</w:t>
      </w:r>
      <w:r w:rsidR="004A4993">
        <w:t xml:space="preserve">, </w:t>
      </w:r>
      <w:r w:rsidRPr="004C3E92">
        <w:t>dans lesquels elle se condamnait elle-même pour l</w:t>
      </w:r>
      <w:r w:rsidR="004A4993">
        <w:t>’</w:t>
      </w:r>
      <w:r w:rsidRPr="004C3E92">
        <w:t>offense de Robert</w:t>
      </w:r>
      <w:r w:rsidR="004A4993">
        <w:t xml:space="preserve">, </w:t>
      </w:r>
      <w:r w:rsidRPr="004C3E92">
        <w:t>et exprimait sa gratitude de la malveillance avec laquelle elle était traitée</w:t>
      </w:r>
      <w:r w:rsidR="004A4993">
        <w:t xml:space="preserve">, </w:t>
      </w:r>
      <w:r w:rsidRPr="004C3E92">
        <w:t>lui procurèrent avec le temps l</w:t>
      </w:r>
      <w:r w:rsidR="004A4993">
        <w:t>’</w:t>
      </w:r>
      <w:r w:rsidRPr="004C3E92">
        <w:t>attention hautaine qui la vainquit par son amabilité</w:t>
      </w:r>
      <w:r w:rsidR="004A4993">
        <w:t xml:space="preserve">, </w:t>
      </w:r>
      <w:r w:rsidRPr="004C3E92">
        <w:t>et l</w:t>
      </w:r>
      <w:r w:rsidR="004A4993">
        <w:t>’</w:t>
      </w:r>
      <w:r w:rsidRPr="004C3E92">
        <w:t>amena peu après</w:t>
      </w:r>
      <w:r w:rsidR="004A4993">
        <w:t xml:space="preserve">, </w:t>
      </w:r>
      <w:r w:rsidRPr="004C3E92">
        <w:t>par des étapes rapides</w:t>
      </w:r>
      <w:r w:rsidR="004A4993">
        <w:t xml:space="preserve">, </w:t>
      </w:r>
      <w:r w:rsidRPr="004C3E92">
        <w:t>au plus haut degré d</w:t>
      </w:r>
      <w:r w:rsidR="004A4993">
        <w:t>’</w:t>
      </w:r>
      <w:r w:rsidRPr="004C3E92">
        <w:t>affection et d</w:t>
      </w:r>
      <w:r w:rsidR="004A4993">
        <w:t>’</w:t>
      </w:r>
      <w:r w:rsidRPr="004C3E92">
        <w:t>influence</w:t>
      </w:r>
      <w:r w:rsidR="004A4993">
        <w:t xml:space="preserve">. </w:t>
      </w:r>
      <w:r w:rsidRPr="004C3E92">
        <w:t>Lucy devint aussi nécessaire à Mrs</w:t>
      </w:r>
      <w:r w:rsidR="004A4993">
        <w:t xml:space="preserve">. </w:t>
      </w:r>
      <w:proofErr w:type="spellStart"/>
      <w:r w:rsidRPr="004C3E92">
        <w:t>Ferrars</w:t>
      </w:r>
      <w:proofErr w:type="spellEnd"/>
      <w:r w:rsidRPr="004C3E92">
        <w:t xml:space="preserve"> que Robert ou que Fanny</w:t>
      </w:r>
      <w:r w:rsidR="004A4993">
        <w:t xml:space="preserve"> ; </w:t>
      </w:r>
      <w:r w:rsidRPr="004C3E92">
        <w:t>et</w:t>
      </w:r>
      <w:r w:rsidR="004A4993">
        <w:t xml:space="preserve">, </w:t>
      </w:r>
      <w:r w:rsidRPr="004C3E92">
        <w:t>alors qu</w:t>
      </w:r>
      <w:r w:rsidR="004A4993">
        <w:t>’</w:t>
      </w:r>
      <w:r w:rsidRPr="004C3E92">
        <w:t>Edward ne fut jamais cordialement absous pour avoir jadis eu l</w:t>
      </w:r>
      <w:r w:rsidR="004A4993">
        <w:t>’</w:t>
      </w:r>
      <w:r w:rsidRPr="004C3E92">
        <w:t>intention de l</w:t>
      </w:r>
      <w:r w:rsidR="004A4993">
        <w:t>’</w:t>
      </w:r>
      <w:r w:rsidRPr="004C3E92">
        <w:t>épouser</w:t>
      </w:r>
      <w:r w:rsidR="004A4993">
        <w:t xml:space="preserve">, </w:t>
      </w:r>
      <w:r w:rsidRPr="004C3E92">
        <w:t>et qu</w:t>
      </w:r>
      <w:r w:rsidR="004A4993">
        <w:t>’</w:t>
      </w:r>
      <w:proofErr w:type="spellStart"/>
      <w:r w:rsidRPr="004C3E92">
        <w:t>Elinor</w:t>
      </w:r>
      <w:proofErr w:type="spellEnd"/>
      <w:r w:rsidR="004A4993">
        <w:t xml:space="preserve">, </w:t>
      </w:r>
      <w:r w:rsidRPr="004C3E92">
        <w:t>bien qu</w:t>
      </w:r>
      <w:r w:rsidR="004A4993">
        <w:t>’</w:t>
      </w:r>
      <w:r w:rsidRPr="004C3E92">
        <w:t>elle lui fût sup</w:t>
      </w:r>
      <w:r w:rsidRPr="004C3E92">
        <w:t>é</w:t>
      </w:r>
      <w:r w:rsidRPr="004C3E92">
        <w:t>rieure par la fortune et par la naissance</w:t>
      </w:r>
      <w:r w:rsidR="004A4993">
        <w:t xml:space="preserve">, </w:t>
      </w:r>
      <w:r w:rsidRPr="004C3E92">
        <w:t>était citée comme une intruse</w:t>
      </w:r>
      <w:r w:rsidR="004A4993">
        <w:t xml:space="preserve">, </w:t>
      </w:r>
      <w:r w:rsidRPr="004C3E92">
        <w:rPr>
          <w:i/>
          <w:iCs/>
        </w:rPr>
        <w:t>elle</w:t>
      </w:r>
      <w:r w:rsidRPr="004C3E92">
        <w:t xml:space="preserve"> fut considérée en toutes choses</w:t>
      </w:r>
      <w:r w:rsidR="004A4993">
        <w:t xml:space="preserve">, </w:t>
      </w:r>
      <w:r w:rsidRPr="004C3E92">
        <w:t>et toujours ouve</w:t>
      </w:r>
      <w:r w:rsidRPr="004C3E92">
        <w:t>r</w:t>
      </w:r>
      <w:r w:rsidRPr="004C3E92">
        <w:t>tement reconnue</w:t>
      </w:r>
      <w:r w:rsidR="004A4993">
        <w:t xml:space="preserve">, </w:t>
      </w:r>
      <w:r w:rsidRPr="004C3E92">
        <w:t>comme une enfant préférée</w:t>
      </w:r>
      <w:r w:rsidR="004A4993">
        <w:t xml:space="preserve">. </w:t>
      </w:r>
      <w:r w:rsidRPr="004C3E92">
        <w:t>Ils s</w:t>
      </w:r>
      <w:r w:rsidR="004A4993">
        <w:t>’</w:t>
      </w:r>
      <w:r w:rsidRPr="004C3E92">
        <w:t>installèrent à Londres</w:t>
      </w:r>
      <w:r w:rsidR="004A4993">
        <w:t xml:space="preserve">, </w:t>
      </w:r>
      <w:r w:rsidRPr="004C3E92">
        <w:t>reçurent une aide fort libérale de Mrs</w:t>
      </w:r>
      <w:r w:rsidR="004A4993">
        <w:t xml:space="preserve">. </w:t>
      </w:r>
      <w:proofErr w:type="spellStart"/>
      <w:r w:rsidRPr="004C3E92">
        <w:t>Ferrars</w:t>
      </w:r>
      <w:proofErr w:type="spellEnd"/>
      <w:r w:rsidR="004A4993">
        <w:t xml:space="preserve">, </w:t>
      </w:r>
      <w:r w:rsidRPr="004C3E92">
        <w:t>entr</w:t>
      </w:r>
      <w:r w:rsidRPr="004C3E92">
        <w:t>e</w:t>
      </w:r>
      <w:r w:rsidRPr="004C3E92">
        <w:t xml:space="preserve">tinrent avec les </w:t>
      </w:r>
      <w:proofErr w:type="spellStart"/>
      <w:r w:rsidRPr="004C3E92">
        <w:t>Dashwood</w:t>
      </w:r>
      <w:proofErr w:type="spellEnd"/>
      <w:r w:rsidRPr="004C3E92">
        <w:t xml:space="preserve"> les meilleures rapports imaginables</w:t>
      </w:r>
      <w:r w:rsidR="004A4993">
        <w:t xml:space="preserve"> ; </w:t>
      </w:r>
      <w:r w:rsidRPr="004C3E92">
        <w:t>et mettant à part les jalousies et la malveillance qui subsistèrent continuellement entre Fanny et Lucy</w:t>
      </w:r>
      <w:r w:rsidR="004A4993">
        <w:t xml:space="preserve">, </w:t>
      </w:r>
      <w:r w:rsidRPr="004C3E92">
        <w:t>et auxquelles leurs maris s</w:t>
      </w:r>
      <w:r w:rsidR="004A4993">
        <w:t>’</w:t>
      </w:r>
      <w:r w:rsidRPr="004C3E92">
        <w:t>associèrent tout naturellement</w:t>
      </w:r>
      <w:r w:rsidR="004A4993">
        <w:t xml:space="preserve">, </w:t>
      </w:r>
      <w:r w:rsidRPr="004C3E92">
        <w:t>ainsi que les fréquents désa</w:t>
      </w:r>
      <w:r w:rsidRPr="004C3E92">
        <w:t>c</w:t>
      </w:r>
      <w:r w:rsidRPr="004C3E92">
        <w:t>cords de ménage entre Robert et Lucy eux-mêmes</w:t>
      </w:r>
      <w:r w:rsidR="004A4993">
        <w:t xml:space="preserve">, </w:t>
      </w:r>
      <w:r w:rsidRPr="004C3E92">
        <w:t>rien ne po</w:t>
      </w:r>
      <w:r w:rsidRPr="004C3E92">
        <w:t>u</w:t>
      </w:r>
      <w:r w:rsidRPr="004C3E92">
        <w:t xml:space="preserve">vait </w:t>
      </w:r>
      <w:r w:rsidRPr="004C3E92">
        <w:lastRenderedPageBreak/>
        <w:t>surpasser l</w:t>
      </w:r>
      <w:r w:rsidR="004A4993">
        <w:t>’</w:t>
      </w:r>
      <w:r w:rsidRPr="004C3E92">
        <w:t>harmonie dans laquelle ils vécurent tous e</w:t>
      </w:r>
      <w:r w:rsidRPr="004C3E92">
        <w:t>n</w:t>
      </w:r>
      <w:r w:rsidRPr="004C3E92">
        <w:t>semble</w:t>
      </w:r>
      <w:r w:rsidR="004A4993">
        <w:t>.</w:t>
      </w:r>
    </w:p>
    <w:p w14:paraId="7537FC09" w14:textId="77777777" w:rsidR="004A4993" w:rsidRDefault="008C5C61" w:rsidP="004A4993">
      <w:r w:rsidRPr="004C3E92">
        <w:t>Ce qu</w:t>
      </w:r>
      <w:r w:rsidR="004A4993">
        <w:t>’</w:t>
      </w:r>
      <w:r w:rsidRPr="004C3E92">
        <w:t>Edward avait fait pour perdre son droit d</w:t>
      </w:r>
      <w:r w:rsidR="004A4993">
        <w:t>’</w:t>
      </w:r>
      <w:r w:rsidRPr="004C3E92">
        <w:t>aînesse</w:t>
      </w:r>
      <w:r w:rsidR="004A4993">
        <w:t xml:space="preserve">, </w:t>
      </w:r>
      <w:r w:rsidRPr="004C3E92">
        <w:t>voilà qui eût pu être pour bien des gens une énigme à élucider</w:t>
      </w:r>
      <w:r w:rsidR="004A4993">
        <w:t xml:space="preserve">, </w:t>
      </w:r>
      <w:r w:rsidRPr="004C3E92">
        <w:t>et ce que Robert avait fait pour en hériter les eût pu déconcerter encore davantage</w:t>
      </w:r>
      <w:r w:rsidR="004A4993">
        <w:t xml:space="preserve">. </w:t>
      </w:r>
      <w:r w:rsidRPr="004C3E92">
        <w:t>Ce fut toutefois un arrangement justifié par ses effets</w:t>
      </w:r>
      <w:r w:rsidR="004A4993">
        <w:t xml:space="preserve">, </w:t>
      </w:r>
      <w:r w:rsidRPr="004C3E92">
        <w:t>sinon dans sa cause</w:t>
      </w:r>
      <w:r w:rsidR="004A4993">
        <w:t xml:space="preserve"> ; </w:t>
      </w:r>
      <w:r w:rsidRPr="004C3E92">
        <w:t>car rien n</w:t>
      </w:r>
      <w:r w:rsidR="004A4993">
        <w:t>’</w:t>
      </w:r>
      <w:r w:rsidRPr="004C3E92">
        <w:t>apparut jamais dans le genre de vie de Robert</w:t>
      </w:r>
      <w:r w:rsidR="004A4993">
        <w:t xml:space="preserve">, </w:t>
      </w:r>
      <w:r w:rsidRPr="004C3E92">
        <w:t>ni dans ses paroles</w:t>
      </w:r>
      <w:r w:rsidR="004A4993">
        <w:t xml:space="preserve">, </w:t>
      </w:r>
      <w:r w:rsidRPr="004C3E92">
        <w:t>pour donner un soupçon de regret</w:t>
      </w:r>
      <w:r w:rsidR="004A4993">
        <w:t xml:space="preserve">, </w:t>
      </w:r>
      <w:r w:rsidRPr="004C3E92">
        <w:t>chez lui</w:t>
      </w:r>
      <w:r w:rsidR="004A4993">
        <w:t xml:space="preserve">, </w:t>
      </w:r>
      <w:r w:rsidRPr="004C3E92">
        <w:t>quant au montant de son revenu</w:t>
      </w:r>
      <w:r w:rsidR="004A4993">
        <w:t xml:space="preserve">, </w:t>
      </w:r>
      <w:r w:rsidRPr="004C3E92">
        <w:t>soit pour déplorer qu</w:t>
      </w:r>
      <w:r w:rsidR="004A4993">
        <w:t>’</w:t>
      </w:r>
      <w:r w:rsidRPr="004C3E92">
        <w:t>il en restât trop peu pour son frère</w:t>
      </w:r>
      <w:r w:rsidR="004A4993">
        <w:t xml:space="preserve">, </w:t>
      </w:r>
      <w:r w:rsidRPr="004C3E92">
        <w:t>soit pour estimer qu</w:t>
      </w:r>
      <w:r w:rsidR="004A4993">
        <w:t>’</w:t>
      </w:r>
      <w:r w:rsidRPr="004C3E92">
        <w:t>il en avait lui-même trop</w:t>
      </w:r>
      <w:r w:rsidR="004A4993">
        <w:t xml:space="preserve"> ; </w:t>
      </w:r>
      <w:r w:rsidRPr="004C3E92">
        <w:t>et si l</w:t>
      </w:r>
      <w:r w:rsidR="004A4993">
        <w:t>’</w:t>
      </w:r>
      <w:r w:rsidRPr="004C3E92">
        <w:t>on pouvait j</w:t>
      </w:r>
      <w:r w:rsidRPr="004C3E92">
        <w:t>u</w:t>
      </w:r>
      <w:r w:rsidRPr="004C3E92">
        <w:t>ger Edward d</w:t>
      </w:r>
      <w:r w:rsidR="004A4993">
        <w:t>’</w:t>
      </w:r>
      <w:r w:rsidRPr="004C3E92">
        <w:t>après l</w:t>
      </w:r>
      <w:r w:rsidR="004A4993">
        <w:t>’</w:t>
      </w:r>
      <w:r w:rsidRPr="004C3E92">
        <w:t>accomplissement empressé de ses devoirs dans tous leurs détails</w:t>
      </w:r>
      <w:r w:rsidR="004A4993">
        <w:t xml:space="preserve">, </w:t>
      </w:r>
      <w:r w:rsidRPr="004C3E92">
        <w:t>d</w:t>
      </w:r>
      <w:r w:rsidR="004A4993">
        <w:t>’</w:t>
      </w:r>
      <w:r w:rsidRPr="004C3E92">
        <w:t>après un attachement croissant envers sa femme et son foyer</w:t>
      </w:r>
      <w:r w:rsidR="004A4993">
        <w:t xml:space="preserve">, </w:t>
      </w:r>
      <w:r w:rsidRPr="004C3E92">
        <w:t>et d</w:t>
      </w:r>
      <w:r w:rsidR="004A4993">
        <w:t>’</w:t>
      </w:r>
      <w:r w:rsidRPr="004C3E92">
        <w:t>après la gaieté régulière de son h</w:t>
      </w:r>
      <w:r w:rsidRPr="004C3E92">
        <w:t>u</w:t>
      </w:r>
      <w:r w:rsidRPr="004C3E92">
        <w:t>meur</w:t>
      </w:r>
      <w:r w:rsidR="004A4993">
        <w:t xml:space="preserve">, </w:t>
      </w:r>
      <w:r w:rsidRPr="004C3E92">
        <w:t>on eût pu le supposer non moins satisfait de son sort</w:t>
      </w:r>
      <w:r w:rsidR="004A4993">
        <w:t xml:space="preserve">, </w:t>
      </w:r>
      <w:r w:rsidRPr="004C3E92">
        <w:t>non moins libre de tout désir d</w:t>
      </w:r>
      <w:r w:rsidR="004A4993">
        <w:t>’</w:t>
      </w:r>
      <w:r w:rsidRPr="004C3E92">
        <w:t>en changer</w:t>
      </w:r>
      <w:r w:rsidR="004A4993">
        <w:t>.</w:t>
      </w:r>
    </w:p>
    <w:p w14:paraId="6FE0037B" w14:textId="77777777" w:rsidR="004A4993" w:rsidRDefault="008C5C61" w:rsidP="004A4993">
      <w:r w:rsidRPr="004C3E92">
        <w:t>Le mariage d</w:t>
      </w:r>
      <w:r w:rsidR="004A4993">
        <w:t>’</w:t>
      </w:r>
      <w:proofErr w:type="spellStart"/>
      <w:r w:rsidRPr="004C3E92">
        <w:t>Elinor</w:t>
      </w:r>
      <w:proofErr w:type="spellEnd"/>
      <w:r w:rsidRPr="004C3E92">
        <w:t xml:space="preserve"> la sépara aussi peu de sa famille qu</w:t>
      </w:r>
      <w:r w:rsidR="004A4993">
        <w:t>’</w:t>
      </w:r>
      <w:r w:rsidRPr="004C3E92">
        <w:t>il était raisonnablement possible de le prévoir sans rendre co</w:t>
      </w:r>
      <w:r w:rsidRPr="004C3E92">
        <w:t>m</w:t>
      </w:r>
      <w:r w:rsidRPr="004C3E92">
        <w:t>plètement inutile la maisonnette de Barton</w:t>
      </w:r>
      <w:r w:rsidR="004A4993">
        <w:t xml:space="preserve"> ; </w:t>
      </w:r>
      <w:r w:rsidRPr="004C3E92">
        <w:t>car sa mère et ses sœurs passèrent beaucoup plus de la moitié de leur temps a</w:t>
      </w:r>
      <w:r w:rsidRPr="004C3E92">
        <w:t>u</w:t>
      </w:r>
      <w:r w:rsidRPr="004C3E92">
        <w:t>près d</w:t>
      </w:r>
      <w:r w:rsidR="004A4993">
        <w:t>’</w:t>
      </w:r>
      <w:r w:rsidRPr="004C3E92">
        <w:t>elle</w:t>
      </w:r>
      <w:r w:rsidR="004A4993">
        <w:t xml:space="preserve">. </w:t>
      </w:r>
      <w:r w:rsidRPr="004C3E92">
        <w:t>Mrs</w:t>
      </w:r>
      <w:r w:rsidR="004A4993">
        <w:t xml:space="preserve">. </w:t>
      </w:r>
      <w:proofErr w:type="spellStart"/>
      <w:r w:rsidRPr="004C3E92">
        <w:t>Dashwood</w:t>
      </w:r>
      <w:proofErr w:type="spellEnd"/>
      <w:r w:rsidRPr="004C3E92">
        <w:t xml:space="preserve"> agissait d</w:t>
      </w:r>
      <w:r w:rsidR="004A4993">
        <w:t>’</w:t>
      </w:r>
      <w:r w:rsidRPr="004C3E92">
        <w:t>après des motifs de polit</w:t>
      </w:r>
      <w:r w:rsidRPr="004C3E92">
        <w:t>i</w:t>
      </w:r>
      <w:r w:rsidRPr="004C3E92">
        <w:t>que aussi bien que de plaisir</w:t>
      </w:r>
      <w:r w:rsidR="004A4993">
        <w:t xml:space="preserve">, </w:t>
      </w:r>
      <w:r w:rsidRPr="004C3E92">
        <w:t>dans</w:t>
      </w:r>
      <w:r w:rsidR="004A4993">
        <w:t xml:space="preserve"> ! </w:t>
      </w:r>
      <w:r w:rsidRPr="004C3E92">
        <w:t xml:space="preserve">a fréquence de ses visites à </w:t>
      </w:r>
      <w:proofErr w:type="spellStart"/>
      <w:r w:rsidRPr="004C3E92">
        <w:t>Delaford</w:t>
      </w:r>
      <w:proofErr w:type="spellEnd"/>
      <w:r w:rsidR="004A4993">
        <w:t xml:space="preserve"> ; </w:t>
      </w:r>
      <w:r w:rsidRPr="004C3E92">
        <w:t>car son désir de rapprocher l</w:t>
      </w:r>
      <w:r w:rsidR="004A4993">
        <w:t>’</w:t>
      </w:r>
      <w:r w:rsidRPr="004C3E92">
        <w:t>un de l</w:t>
      </w:r>
      <w:r w:rsidR="004A4993">
        <w:t>’</w:t>
      </w:r>
      <w:r w:rsidRPr="004C3E92">
        <w:t>autre Marianne et le colonel Brandon n</w:t>
      </w:r>
      <w:r w:rsidR="004A4993">
        <w:t>’</w:t>
      </w:r>
      <w:r w:rsidRPr="004C3E92">
        <w:t>était guère moins sérieux</w:t>
      </w:r>
      <w:r w:rsidR="004A4993">
        <w:t xml:space="preserve">, </w:t>
      </w:r>
      <w:r w:rsidRPr="004C3E92">
        <w:t>bien qu</w:t>
      </w:r>
      <w:r w:rsidR="004A4993">
        <w:t>’</w:t>
      </w:r>
      <w:r w:rsidRPr="004C3E92">
        <w:t>il fût plutôt plus généreux</w:t>
      </w:r>
      <w:r w:rsidR="004A4993">
        <w:t xml:space="preserve">, </w:t>
      </w:r>
      <w:r w:rsidRPr="004C3E92">
        <w:t>que ne l</w:t>
      </w:r>
      <w:r w:rsidR="004A4993">
        <w:t>’</w:t>
      </w:r>
      <w:r w:rsidRPr="004C3E92">
        <w:t>avait exprimé John</w:t>
      </w:r>
      <w:r w:rsidR="004A4993">
        <w:t xml:space="preserve">. </w:t>
      </w:r>
      <w:r w:rsidRPr="004C3E92">
        <w:t>C</w:t>
      </w:r>
      <w:r w:rsidR="004A4993">
        <w:t>’</w:t>
      </w:r>
      <w:r w:rsidRPr="004C3E92">
        <w:t>était là</w:t>
      </w:r>
      <w:r w:rsidR="004A4993">
        <w:t xml:space="preserve">, </w:t>
      </w:r>
      <w:r w:rsidRPr="004C3E92">
        <w:t>maintenant</w:t>
      </w:r>
      <w:r w:rsidR="004A4993">
        <w:t xml:space="preserve">, </w:t>
      </w:r>
      <w:r w:rsidRPr="004C3E92">
        <w:t>le projet qu</w:t>
      </w:r>
      <w:r w:rsidR="004A4993">
        <w:t>’</w:t>
      </w:r>
      <w:r w:rsidRPr="004C3E92">
        <w:t>elle chérissait</w:t>
      </w:r>
      <w:r w:rsidR="004A4993">
        <w:t xml:space="preserve">. </w:t>
      </w:r>
      <w:r w:rsidRPr="004C3E92">
        <w:t>Toute précieuse que lui fût la compagnie de sa fille</w:t>
      </w:r>
      <w:r w:rsidR="004A4993">
        <w:t xml:space="preserve">, </w:t>
      </w:r>
      <w:r w:rsidRPr="004C3E92">
        <w:t>elle ne désirait rien tant que d</w:t>
      </w:r>
      <w:r w:rsidR="004A4993">
        <w:t>’</w:t>
      </w:r>
      <w:r w:rsidRPr="004C3E92">
        <w:t>en abandonner la jouissance constante à son ami estimé</w:t>
      </w:r>
      <w:r w:rsidR="004A4993">
        <w:t xml:space="preserve">, </w:t>
      </w:r>
      <w:r w:rsidRPr="004C3E92">
        <w:t>et c</w:t>
      </w:r>
      <w:r w:rsidR="004A4993">
        <w:t>’</w:t>
      </w:r>
      <w:r w:rsidRPr="004C3E92">
        <w:t>était également le désir d</w:t>
      </w:r>
      <w:r w:rsidR="004A4993">
        <w:t>’</w:t>
      </w:r>
      <w:r w:rsidRPr="004C3E92">
        <w:t>Edward et d</w:t>
      </w:r>
      <w:r w:rsidR="004A4993">
        <w:t>’</w:t>
      </w:r>
      <w:proofErr w:type="spellStart"/>
      <w:r w:rsidRPr="004C3E92">
        <w:t>Elinor</w:t>
      </w:r>
      <w:proofErr w:type="spellEnd"/>
      <w:r w:rsidR="004A4993">
        <w:t xml:space="preserve">, </w:t>
      </w:r>
      <w:r w:rsidRPr="004C3E92">
        <w:t>de voir Marianne ét</w:t>
      </w:r>
      <w:r w:rsidRPr="004C3E92">
        <w:t>a</w:t>
      </w:r>
      <w:r w:rsidRPr="004C3E92">
        <w:t>blie au Manoir</w:t>
      </w:r>
      <w:r w:rsidR="004A4993">
        <w:t xml:space="preserve">. </w:t>
      </w:r>
      <w:r w:rsidRPr="004C3E92">
        <w:t>Ils avaient tous le sentiment des chagrins du c</w:t>
      </w:r>
      <w:r w:rsidRPr="004C3E92">
        <w:t>o</w:t>
      </w:r>
      <w:r w:rsidRPr="004C3E92">
        <w:t>lonel et de leurs propres obligations</w:t>
      </w:r>
      <w:r w:rsidR="004A4993">
        <w:t xml:space="preserve">, </w:t>
      </w:r>
      <w:r w:rsidRPr="004C3E92">
        <w:lastRenderedPageBreak/>
        <w:t>et Marianne</w:t>
      </w:r>
      <w:r w:rsidR="004A4993">
        <w:t xml:space="preserve">, </w:t>
      </w:r>
      <w:r w:rsidRPr="004C3E92">
        <w:t>de consent</w:t>
      </w:r>
      <w:r w:rsidRPr="004C3E92">
        <w:t>e</w:t>
      </w:r>
      <w:r w:rsidRPr="004C3E92">
        <w:t>ment général</w:t>
      </w:r>
      <w:r w:rsidR="004A4993">
        <w:t xml:space="preserve">, </w:t>
      </w:r>
      <w:r w:rsidRPr="004C3E92">
        <w:t>devait en être la récompense commune</w:t>
      </w:r>
      <w:r w:rsidR="004A4993">
        <w:t>.</w:t>
      </w:r>
    </w:p>
    <w:p w14:paraId="1485F88B" w14:textId="77777777" w:rsidR="004A4993" w:rsidRDefault="008C5C61" w:rsidP="004A4993">
      <w:r w:rsidRPr="004C3E92">
        <w:t>Avec une semblable conspiration contre elle</w:t>
      </w:r>
      <w:r w:rsidR="004A4993">
        <w:t xml:space="preserve">, – </w:t>
      </w:r>
      <w:r w:rsidRPr="004C3E92">
        <w:t>avec une connaissance aussi intime de la bonté du Colonel</w:t>
      </w:r>
      <w:r w:rsidR="004A4993">
        <w:t xml:space="preserve">, – </w:t>
      </w:r>
      <w:r w:rsidRPr="004C3E92">
        <w:t>avec une conviction de son affection sincère pour elle-même</w:t>
      </w:r>
      <w:r w:rsidR="004A4993">
        <w:t xml:space="preserve">, </w:t>
      </w:r>
      <w:r w:rsidRPr="004C3E92">
        <w:t>qui enfin</w:t>
      </w:r>
      <w:r w:rsidR="004A4993">
        <w:t xml:space="preserve">, </w:t>
      </w:r>
      <w:r w:rsidRPr="004C3E92">
        <w:t>mais longtemps après qu</w:t>
      </w:r>
      <w:r w:rsidR="004A4993">
        <w:t>’</w:t>
      </w:r>
      <w:r w:rsidRPr="004C3E92">
        <w:t>elle fût apparente pour tous les autres</w:t>
      </w:r>
      <w:r w:rsidR="004A4993">
        <w:t xml:space="preserve">, </w:t>
      </w:r>
      <w:r w:rsidRPr="004C3E92">
        <w:t>éclata à ses yeux</w:t>
      </w:r>
      <w:r w:rsidR="004A4993">
        <w:t xml:space="preserve">, – </w:t>
      </w:r>
      <w:r w:rsidRPr="004C3E92">
        <w:t>que pouvait-elle faire</w:t>
      </w:r>
      <w:r w:rsidR="004A4993">
        <w:t> ?</w:t>
      </w:r>
    </w:p>
    <w:p w14:paraId="00F37FA1" w14:textId="77777777" w:rsidR="004A4993" w:rsidRDefault="008C5C61" w:rsidP="004A4993">
      <w:r w:rsidRPr="004C3E92">
        <w:t xml:space="preserve">Marianne </w:t>
      </w:r>
      <w:proofErr w:type="spellStart"/>
      <w:r w:rsidRPr="004C3E92">
        <w:t>Dashwood</w:t>
      </w:r>
      <w:proofErr w:type="spellEnd"/>
      <w:r w:rsidRPr="004C3E92">
        <w:t xml:space="preserve"> était née en vue d</w:t>
      </w:r>
      <w:r w:rsidR="004A4993">
        <w:t>’</w:t>
      </w:r>
      <w:r w:rsidRPr="004C3E92">
        <w:t>un dessein extrao</w:t>
      </w:r>
      <w:r w:rsidRPr="004C3E92">
        <w:t>r</w:t>
      </w:r>
      <w:r w:rsidRPr="004C3E92">
        <w:t>dinaire</w:t>
      </w:r>
      <w:r w:rsidR="004A4993">
        <w:t xml:space="preserve">. </w:t>
      </w:r>
      <w:r w:rsidRPr="004C3E92">
        <w:t>Elle devait découvrir la fausseté de ses propres op</w:t>
      </w:r>
      <w:r w:rsidRPr="004C3E92">
        <w:t>i</w:t>
      </w:r>
      <w:r w:rsidRPr="004C3E92">
        <w:t>nions</w:t>
      </w:r>
      <w:r w:rsidR="004A4993">
        <w:t xml:space="preserve">, </w:t>
      </w:r>
      <w:r w:rsidRPr="004C3E92">
        <w:t>et agir</w:t>
      </w:r>
      <w:r w:rsidR="004A4993">
        <w:t xml:space="preserve">, </w:t>
      </w:r>
      <w:r w:rsidRPr="004C3E92">
        <w:t>par sa conduite</w:t>
      </w:r>
      <w:r w:rsidR="004A4993">
        <w:t xml:space="preserve">, </w:t>
      </w:r>
      <w:r w:rsidRPr="004C3E92">
        <w:t>à l</w:t>
      </w:r>
      <w:r w:rsidR="004A4993">
        <w:t>’</w:t>
      </w:r>
      <w:r w:rsidRPr="004C3E92">
        <w:t>encontre de ses maximes pr</w:t>
      </w:r>
      <w:r w:rsidRPr="004C3E92">
        <w:t>é</w:t>
      </w:r>
      <w:r w:rsidRPr="004C3E92">
        <w:t>férées</w:t>
      </w:r>
      <w:r w:rsidR="004A4993">
        <w:t xml:space="preserve">. </w:t>
      </w:r>
      <w:r w:rsidRPr="004C3E92">
        <w:t>Elle devait triompher d</w:t>
      </w:r>
      <w:r w:rsidR="004A4993">
        <w:t>’</w:t>
      </w:r>
      <w:r w:rsidRPr="004C3E92">
        <w:t>une affection conçue à l</w:t>
      </w:r>
      <w:r w:rsidR="004A4993">
        <w:t>’</w:t>
      </w:r>
      <w:r w:rsidRPr="004C3E92">
        <w:t>âge avancé de dix-sept ans</w:t>
      </w:r>
      <w:r w:rsidR="004A4993">
        <w:t xml:space="preserve">, </w:t>
      </w:r>
      <w:r w:rsidRPr="004C3E92">
        <w:t>et</w:t>
      </w:r>
      <w:r w:rsidR="004A4993">
        <w:t xml:space="preserve">, </w:t>
      </w:r>
      <w:r w:rsidRPr="004C3E92">
        <w:t>sans autre sentiment supérieur à une forte estime et à une vive amitié</w:t>
      </w:r>
      <w:r w:rsidR="004A4993">
        <w:t xml:space="preserve">, </w:t>
      </w:r>
      <w:r w:rsidRPr="004C3E92">
        <w:t>donner volontairement sa main à un autre</w:t>
      </w:r>
      <w:r w:rsidR="004A4993">
        <w:t xml:space="preserve"> ! – </w:t>
      </w:r>
      <w:r w:rsidRPr="004C3E92">
        <w:t>cet autre étant un homme qui avait souffert non moins qu</w:t>
      </w:r>
      <w:r w:rsidR="004A4993">
        <w:t>’</w:t>
      </w:r>
      <w:r w:rsidRPr="004C3E92">
        <w:t>elle</w:t>
      </w:r>
      <w:r w:rsidR="004A4993">
        <w:t xml:space="preserve">, </w:t>
      </w:r>
      <w:r w:rsidRPr="004C3E92">
        <w:t>sous l</w:t>
      </w:r>
      <w:r w:rsidR="004A4993">
        <w:t>’</w:t>
      </w:r>
      <w:r w:rsidRPr="004C3E92">
        <w:t>effet d</w:t>
      </w:r>
      <w:r w:rsidR="004A4993">
        <w:t>’</w:t>
      </w:r>
      <w:r w:rsidRPr="004C3E92">
        <w:t>un amour antérieur</w:t>
      </w:r>
      <w:r w:rsidR="004A4993">
        <w:t xml:space="preserve">, – </w:t>
      </w:r>
      <w:r w:rsidRPr="004C3E92">
        <w:t>un homme que</w:t>
      </w:r>
      <w:r w:rsidR="004A4993">
        <w:t xml:space="preserve">, </w:t>
      </w:r>
      <w:r w:rsidRPr="004C3E92">
        <w:t>deux ans auparavant</w:t>
      </w:r>
      <w:r w:rsidR="004A4993">
        <w:t xml:space="preserve">, </w:t>
      </w:r>
      <w:r w:rsidRPr="004C3E92">
        <w:t>elle avait considéré comme trop vieux pour se marier</w:t>
      </w:r>
      <w:r w:rsidR="004A4993">
        <w:t xml:space="preserve">, </w:t>
      </w:r>
      <w:r w:rsidRPr="004C3E92">
        <w:t>et qui recherchait encore la sécurité hygiénique d</w:t>
      </w:r>
      <w:r w:rsidR="004A4993">
        <w:t>’</w:t>
      </w:r>
      <w:r w:rsidRPr="004C3E92">
        <w:t>un gilet de flanelle</w:t>
      </w:r>
      <w:r w:rsidR="004A4993">
        <w:t> !</w:t>
      </w:r>
    </w:p>
    <w:p w14:paraId="32E4BE45" w14:textId="77777777" w:rsidR="004A4993" w:rsidRDefault="008C5C61" w:rsidP="004A4993">
      <w:r w:rsidRPr="004C3E92">
        <w:t>Mais c</w:t>
      </w:r>
      <w:r w:rsidR="004A4993">
        <w:t>’</w:t>
      </w:r>
      <w:r w:rsidRPr="004C3E92">
        <w:t>est ainsi qu</w:t>
      </w:r>
      <w:r w:rsidR="004A4993">
        <w:t>’</w:t>
      </w:r>
      <w:r w:rsidRPr="004C3E92">
        <w:t>il en fut</w:t>
      </w:r>
      <w:r w:rsidR="004A4993">
        <w:t xml:space="preserve">. </w:t>
      </w:r>
      <w:r w:rsidRPr="004C3E92">
        <w:t>Au lieu de choir en sacrifice à une passion irrésistible</w:t>
      </w:r>
      <w:r w:rsidR="004A4993">
        <w:t xml:space="preserve">, </w:t>
      </w:r>
      <w:r w:rsidRPr="004C3E92">
        <w:t>comme elle s</w:t>
      </w:r>
      <w:r w:rsidR="004A4993">
        <w:t>’</w:t>
      </w:r>
      <w:r w:rsidRPr="004C3E92">
        <w:t>était jadis follement fla</w:t>
      </w:r>
      <w:r w:rsidRPr="004C3E92">
        <w:t>t</w:t>
      </w:r>
      <w:r w:rsidRPr="004C3E92">
        <w:t>tée de s</w:t>
      </w:r>
      <w:r w:rsidR="004A4993">
        <w:t>’</w:t>
      </w:r>
      <w:r w:rsidRPr="004C3E92">
        <w:t>y attendre</w:t>
      </w:r>
      <w:r w:rsidR="004A4993">
        <w:t xml:space="preserve">, – </w:t>
      </w:r>
      <w:r w:rsidRPr="004C3E92">
        <w:t>au lieu de rester même pour toujours a</w:t>
      </w:r>
      <w:r w:rsidRPr="004C3E92">
        <w:t>u</w:t>
      </w:r>
      <w:r w:rsidRPr="004C3E92">
        <w:t>près de sa mère</w:t>
      </w:r>
      <w:r w:rsidR="004A4993">
        <w:t xml:space="preserve">, </w:t>
      </w:r>
      <w:r w:rsidRPr="004C3E92">
        <w:t>et de trouver ses seuls plaisirs dans la retraite et dans l</w:t>
      </w:r>
      <w:r w:rsidR="004A4993">
        <w:t>’</w:t>
      </w:r>
      <w:r w:rsidRPr="004C3E92">
        <w:t>étude</w:t>
      </w:r>
      <w:r w:rsidR="004A4993">
        <w:t xml:space="preserve">, </w:t>
      </w:r>
      <w:r w:rsidRPr="004C3E92">
        <w:t>comme</w:t>
      </w:r>
      <w:r w:rsidR="004A4993">
        <w:t xml:space="preserve">, </w:t>
      </w:r>
      <w:r w:rsidRPr="004C3E92">
        <w:t>plus tard</w:t>
      </w:r>
      <w:r w:rsidR="004A4993">
        <w:t xml:space="preserve">, </w:t>
      </w:r>
      <w:r w:rsidRPr="004C3E92">
        <w:t>dans son jugement plus ca</w:t>
      </w:r>
      <w:r w:rsidRPr="004C3E92">
        <w:t>l</w:t>
      </w:r>
      <w:r w:rsidRPr="004C3E92">
        <w:t>me et plus sobre</w:t>
      </w:r>
      <w:r w:rsidR="004A4993">
        <w:t xml:space="preserve">, </w:t>
      </w:r>
      <w:r w:rsidRPr="004C3E92">
        <w:t>elle avait résolu de le faire</w:t>
      </w:r>
      <w:r w:rsidR="004A4993">
        <w:t xml:space="preserve">, – </w:t>
      </w:r>
      <w:r w:rsidRPr="004C3E92">
        <w:t>elle se trouva</w:t>
      </w:r>
      <w:r w:rsidR="004A4993">
        <w:t xml:space="preserve">, </w:t>
      </w:r>
      <w:r w:rsidRPr="004C3E92">
        <w:t>à dix-neuf ans</w:t>
      </w:r>
      <w:r w:rsidR="004A4993">
        <w:t xml:space="preserve">, </w:t>
      </w:r>
      <w:r w:rsidRPr="004C3E92">
        <w:t>se soumettant à de nouvelles affections</w:t>
      </w:r>
      <w:r w:rsidR="004A4993">
        <w:t xml:space="preserve">, </w:t>
      </w:r>
      <w:r w:rsidRPr="004C3E92">
        <w:t>s</w:t>
      </w:r>
      <w:r w:rsidR="004A4993">
        <w:t>’</w:t>
      </w:r>
      <w:r w:rsidRPr="004C3E92">
        <w:t>initiant à des devoirs nouveaux</w:t>
      </w:r>
      <w:r w:rsidR="004A4993">
        <w:t xml:space="preserve">, </w:t>
      </w:r>
      <w:r w:rsidRPr="004C3E92">
        <w:t>placée dans un foyer nouveau</w:t>
      </w:r>
      <w:r w:rsidR="004A4993">
        <w:t xml:space="preserve">, – </w:t>
      </w:r>
      <w:r w:rsidRPr="004C3E92">
        <w:t>épo</w:t>
      </w:r>
      <w:r w:rsidRPr="004C3E92">
        <w:t>u</w:t>
      </w:r>
      <w:r w:rsidRPr="004C3E92">
        <w:t>se</w:t>
      </w:r>
      <w:r w:rsidR="004A4993">
        <w:t xml:space="preserve">, </w:t>
      </w:r>
      <w:r w:rsidRPr="004C3E92">
        <w:t>maîtresse d</w:t>
      </w:r>
      <w:r w:rsidR="004A4993">
        <w:t>’</w:t>
      </w:r>
      <w:r w:rsidRPr="004C3E92">
        <w:t>une famille</w:t>
      </w:r>
      <w:r w:rsidR="004A4993">
        <w:t xml:space="preserve">, </w:t>
      </w:r>
      <w:r w:rsidRPr="004C3E92">
        <w:t xml:space="preserve">et </w:t>
      </w:r>
      <w:proofErr w:type="spellStart"/>
      <w:r w:rsidRPr="004C3E92">
        <w:t>patronesse</w:t>
      </w:r>
      <w:proofErr w:type="spellEnd"/>
      <w:r w:rsidRPr="004C3E92">
        <w:t xml:space="preserve"> d</w:t>
      </w:r>
      <w:r w:rsidR="004A4993">
        <w:t>’</w:t>
      </w:r>
      <w:r w:rsidRPr="004C3E92">
        <w:t>un village</w:t>
      </w:r>
      <w:r w:rsidR="004A4993">
        <w:t>.</w:t>
      </w:r>
    </w:p>
    <w:p w14:paraId="77A5F18A" w14:textId="77777777" w:rsidR="004A4993" w:rsidRDefault="008C5C61" w:rsidP="004A4993">
      <w:r w:rsidRPr="004C3E92">
        <w:t>Le colonel Brandon était à présent aussi heureux que tous ceux qui l</w:t>
      </w:r>
      <w:r w:rsidR="004A4993">
        <w:t>’</w:t>
      </w:r>
      <w:r w:rsidRPr="004C3E92">
        <w:t>aimaient le mieux estimaient qu</w:t>
      </w:r>
      <w:r w:rsidR="004A4993">
        <w:t>’</w:t>
      </w:r>
      <w:r w:rsidRPr="004C3E92">
        <w:t>il méritait de l</w:t>
      </w:r>
      <w:r w:rsidR="004A4993">
        <w:t>’</w:t>
      </w:r>
      <w:r w:rsidRPr="004C3E92">
        <w:t>être</w:t>
      </w:r>
      <w:r w:rsidR="004A4993">
        <w:t xml:space="preserve"> ; </w:t>
      </w:r>
      <w:r w:rsidRPr="004C3E92">
        <w:t xml:space="preserve">en la personne de Marianne il fut consolé de toutes ses </w:t>
      </w:r>
      <w:r w:rsidRPr="004C3E92">
        <w:lastRenderedPageBreak/>
        <w:t>affli</w:t>
      </w:r>
      <w:r w:rsidRPr="004C3E92">
        <w:t>c</w:t>
      </w:r>
      <w:r w:rsidRPr="004C3E92">
        <w:t>tions passées</w:t>
      </w:r>
      <w:r w:rsidR="004A4993">
        <w:t xml:space="preserve"> ; </w:t>
      </w:r>
      <w:r w:rsidRPr="004C3E92">
        <w:t>son affection et sa compagnie rendirent à son e</w:t>
      </w:r>
      <w:r w:rsidRPr="004C3E92">
        <w:t>s</w:t>
      </w:r>
      <w:r w:rsidRPr="004C3E92">
        <w:t>prit l</w:t>
      </w:r>
      <w:r w:rsidR="004A4993">
        <w:t>’</w:t>
      </w:r>
      <w:r w:rsidRPr="004C3E92">
        <w:t>animation</w:t>
      </w:r>
      <w:r w:rsidR="004A4993">
        <w:t xml:space="preserve">, </w:t>
      </w:r>
      <w:r w:rsidRPr="004C3E92">
        <w:t>et à son humeur</w:t>
      </w:r>
      <w:r w:rsidR="004A4993">
        <w:t xml:space="preserve">, </w:t>
      </w:r>
      <w:r w:rsidRPr="004C3E92">
        <w:t>la gaieté</w:t>
      </w:r>
      <w:r w:rsidR="004A4993">
        <w:t xml:space="preserve"> ; </w:t>
      </w:r>
      <w:r w:rsidRPr="004C3E92">
        <w:t>et le fait que M</w:t>
      </w:r>
      <w:r w:rsidRPr="004C3E92">
        <w:t>a</w:t>
      </w:r>
      <w:r w:rsidRPr="004C3E92">
        <w:t>rianne trouvât son propre bonheur en constituant le sien</w:t>
      </w:r>
      <w:r w:rsidR="004A4993">
        <w:t xml:space="preserve">, </w:t>
      </w:r>
      <w:r w:rsidRPr="004C3E92">
        <w:t>voilà qui était également la conviction et la joie de chacun de ses amis observateurs</w:t>
      </w:r>
      <w:r w:rsidR="004A4993">
        <w:t xml:space="preserve">. </w:t>
      </w:r>
      <w:r w:rsidRPr="004C3E92">
        <w:t>Marianne ne pouvait jamais aimer à demi</w:t>
      </w:r>
      <w:r w:rsidR="004A4993">
        <w:t xml:space="preserve"> ; </w:t>
      </w:r>
      <w:r w:rsidRPr="004C3E92">
        <w:t>et son cœur entier devint</w:t>
      </w:r>
      <w:r w:rsidR="004A4993">
        <w:t xml:space="preserve">, </w:t>
      </w:r>
      <w:r w:rsidRPr="004C3E92">
        <w:t>avec le temps</w:t>
      </w:r>
      <w:r w:rsidR="004A4993">
        <w:t xml:space="preserve">, </w:t>
      </w:r>
      <w:r w:rsidRPr="004C3E92">
        <w:t>aussi attaché à son mari qu</w:t>
      </w:r>
      <w:r w:rsidR="004A4993">
        <w:t>’</w:t>
      </w:r>
      <w:r w:rsidRPr="004C3E92">
        <w:t>il l</w:t>
      </w:r>
      <w:r w:rsidR="004A4993">
        <w:t>’</w:t>
      </w:r>
      <w:r w:rsidRPr="004C3E92">
        <w:t>avait jadis été à Willoughby</w:t>
      </w:r>
      <w:r w:rsidR="004A4993">
        <w:t>.</w:t>
      </w:r>
    </w:p>
    <w:p w14:paraId="35AB1EC5" w14:textId="77777777" w:rsidR="004A4993" w:rsidRDefault="008C5C61" w:rsidP="004A4993">
      <w:r w:rsidRPr="004C3E92">
        <w:t>Willoughby ne put apprendre le mariage de Marianne sans un serrement de cœur</w:t>
      </w:r>
      <w:r w:rsidR="004A4993">
        <w:t xml:space="preserve"> ; </w:t>
      </w:r>
      <w:r w:rsidRPr="004C3E92">
        <w:t>et son châtiment fut</w:t>
      </w:r>
      <w:r w:rsidR="004A4993">
        <w:t xml:space="preserve">, </w:t>
      </w:r>
      <w:r w:rsidRPr="004C3E92">
        <w:t>peu après</w:t>
      </w:r>
      <w:r w:rsidR="004A4993">
        <w:t xml:space="preserve">, </w:t>
      </w:r>
      <w:r w:rsidRPr="004C3E92">
        <w:t>co</w:t>
      </w:r>
      <w:r w:rsidRPr="004C3E92">
        <w:t>m</w:t>
      </w:r>
      <w:r w:rsidRPr="004C3E92">
        <w:t>plet</w:t>
      </w:r>
      <w:r w:rsidR="004A4993">
        <w:t xml:space="preserve">, </w:t>
      </w:r>
      <w:r w:rsidRPr="004C3E92">
        <w:t>par le pardon volontaire de Mrs</w:t>
      </w:r>
      <w:r w:rsidR="004A4993">
        <w:t xml:space="preserve">. </w:t>
      </w:r>
      <w:r w:rsidRPr="004C3E92">
        <w:t>Smith</w:t>
      </w:r>
      <w:r w:rsidR="004A4993">
        <w:t xml:space="preserve">, </w:t>
      </w:r>
      <w:r w:rsidRPr="004C3E92">
        <w:t>qui</w:t>
      </w:r>
      <w:r w:rsidR="004A4993">
        <w:t xml:space="preserve">, </w:t>
      </w:r>
      <w:r w:rsidRPr="004C3E92">
        <w:t>exposant pour motif de sa clémence son mariage avec une femme de caractère</w:t>
      </w:r>
      <w:r w:rsidR="004A4993">
        <w:t xml:space="preserve">, </w:t>
      </w:r>
      <w:r w:rsidRPr="004C3E92">
        <w:t>lui donna lieu de croire que</w:t>
      </w:r>
      <w:r w:rsidR="004A4993">
        <w:t xml:space="preserve">, </w:t>
      </w:r>
      <w:r w:rsidRPr="004C3E92">
        <w:t>s</w:t>
      </w:r>
      <w:r w:rsidR="004A4993">
        <w:t>’</w:t>
      </w:r>
      <w:r w:rsidRPr="004C3E92">
        <w:t>il s</w:t>
      </w:r>
      <w:r w:rsidR="004A4993">
        <w:t>’</w:t>
      </w:r>
      <w:r w:rsidRPr="004C3E92">
        <w:t>était conduit honorablement envers Marianne</w:t>
      </w:r>
      <w:r w:rsidR="004A4993">
        <w:t xml:space="preserve">, </w:t>
      </w:r>
      <w:r w:rsidRPr="004C3E92">
        <w:t>il eût pu être à la fois heureux et riche</w:t>
      </w:r>
      <w:r w:rsidR="004A4993">
        <w:t xml:space="preserve">. </w:t>
      </w:r>
      <w:r w:rsidRPr="004C3E92">
        <w:t>Point n</w:t>
      </w:r>
      <w:r w:rsidR="004A4993">
        <w:t>’</w:t>
      </w:r>
      <w:r w:rsidRPr="004C3E92">
        <w:t>est besoin de douter de la sincérité avec laquelle il se repentit de son inconduite</w:t>
      </w:r>
      <w:r w:rsidR="004A4993">
        <w:t xml:space="preserve">, </w:t>
      </w:r>
      <w:r w:rsidRPr="004C3E92">
        <w:t>qui entraîna ainsi sa propre punition</w:t>
      </w:r>
      <w:r w:rsidR="004A4993">
        <w:t xml:space="preserve"> ; </w:t>
      </w:r>
      <w:r w:rsidRPr="004C3E92">
        <w:t>non qu</w:t>
      </w:r>
      <w:r w:rsidR="004A4993">
        <w:t>’</w:t>
      </w:r>
      <w:r w:rsidRPr="004C3E92">
        <w:t>il pensât longtemps avec envie au colonel Brandon</w:t>
      </w:r>
      <w:r w:rsidR="004A4993">
        <w:t xml:space="preserve">, </w:t>
      </w:r>
      <w:r w:rsidRPr="004C3E92">
        <w:t>ni avec regret à Marianne</w:t>
      </w:r>
      <w:r w:rsidR="004A4993">
        <w:t xml:space="preserve">. </w:t>
      </w:r>
      <w:r w:rsidRPr="004C3E92">
        <w:t>Mais qu</w:t>
      </w:r>
      <w:r w:rsidR="004A4993">
        <w:t>’</w:t>
      </w:r>
      <w:r w:rsidRPr="004C3E92">
        <w:t>il fût à jamais inconsolable</w:t>
      </w:r>
      <w:r w:rsidR="004A4993">
        <w:t xml:space="preserve">, – </w:t>
      </w:r>
      <w:r w:rsidRPr="004C3E92">
        <w:t>qu</w:t>
      </w:r>
      <w:r w:rsidR="004A4993">
        <w:t>’</w:t>
      </w:r>
      <w:r w:rsidRPr="004C3E92">
        <w:t>il ait fui le monde</w:t>
      </w:r>
      <w:r w:rsidR="004A4993">
        <w:t xml:space="preserve">, </w:t>
      </w:r>
      <w:r w:rsidRPr="004C3E92">
        <w:t>ou contracté une habituelle humeur sombre</w:t>
      </w:r>
      <w:r w:rsidR="004A4993">
        <w:t xml:space="preserve">, </w:t>
      </w:r>
      <w:r w:rsidRPr="004C3E92">
        <w:t>ou qu</w:t>
      </w:r>
      <w:r w:rsidR="004A4993">
        <w:t>’</w:t>
      </w:r>
      <w:r w:rsidRPr="004C3E92">
        <w:t>il soit mort de chagrin</w:t>
      </w:r>
      <w:r w:rsidR="004A4993">
        <w:t xml:space="preserve">, – </w:t>
      </w:r>
      <w:r w:rsidRPr="004C3E92">
        <w:t>il n</w:t>
      </w:r>
      <w:r w:rsidR="004A4993">
        <w:t>’</w:t>
      </w:r>
      <w:r w:rsidRPr="004C3E92">
        <w:t>y faut point compter</w:t>
      </w:r>
      <w:r w:rsidR="004A4993">
        <w:t xml:space="preserve">, </w:t>
      </w:r>
      <w:r w:rsidRPr="004C3E92">
        <w:t>car il n</w:t>
      </w:r>
      <w:r w:rsidR="004A4993">
        <w:t>’</w:t>
      </w:r>
      <w:r w:rsidRPr="004C3E92">
        <w:t>en fit rien</w:t>
      </w:r>
      <w:r w:rsidR="004A4993">
        <w:t xml:space="preserve">. </w:t>
      </w:r>
      <w:r w:rsidRPr="004C3E92">
        <w:t>Il vécut pour se démener</w:t>
      </w:r>
      <w:r w:rsidR="004A4993">
        <w:t xml:space="preserve">, </w:t>
      </w:r>
      <w:r w:rsidRPr="004C3E92">
        <w:t>et fréquemment pour s</w:t>
      </w:r>
      <w:r w:rsidR="004A4993">
        <w:t>’</w:t>
      </w:r>
      <w:r w:rsidRPr="004C3E92">
        <w:t>amuser</w:t>
      </w:r>
      <w:r w:rsidR="004A4993">
        <w:t xml:space="preserve">. </w:t>
      </w:r>
      <w:r w:rsidRPr="004C3E92">
        <w:t>Sa femme n</w:t>
      </w:r>
      <w:r w:rsidR="004A4993">
        <w:t>’</w:t>
      </w:r>
      <w:r w:rsidRPr="004C3E92">
        <w:t>était point toujours de mauvaise humeur</w:t>
      </w:r>
      <w:r w:rsidR="004A4993">
        <w:t xml:space="preserve">, </w:t>
      </w:r>
      <w:r w:rsidRPr="004C3E92">
        <w:t>ni son foyer toujours inconfortable</w:t>
      </w:r>
      <w:r w:rsidR="004A4993">
        <w:t xml:space="preserve"> ; </w:t>
      </w:r>
      <w:r w:rsidRPr="004C3E92">
        <w:t>et il trouva une mesure non négligeable de félicité domestique dans son élevage de chevaux et de chiens</w:t>
      </w:r>
      <w:r w:rsidR="004A4993">
        <w:t xml:space="preserve">, </w:t>
      </w:r>
      <w:r w:rsidRPr="004C3E92">
        <w:t>et dans la chasse sous toutes ses formes</w:t>
      </w:r>
      <w:r w:rsidR="004A4993">
        <w:t>.</w:t>
      </w:r>
    </w:p>
    <w:p w14:paraId="1CBFA81B" w14:textId="77777777" w:rsidR="004A4993" w:rsidRDefault="008C5C61" w:rsidP="004A4993">
      <w:r w:rsidRPr="004C3E92">
        <w:t>Il conserva toujours pour Marianne</w:t>
      </w:r>
      <w:r w:rsidR="004A4993">
        <w:t xml:space="preserve">, </w:t>
      </w:r>
      <w:r w:rsidRPr="004C3E92">
        <w:t>toutefois</w:t>
      </w:r>
      <w:r w:rsidR="004A4993">
        <w:t xml:space="preserve">, – </w:t>
      </w:r>
      <w:r w:rsidRPr="004C3E92">
        <w:t>en dépit de son manque de courtoisie à survivre à la perte de la jeune fi</w:t>
      </w:r>
      <w:r w:rsidRPr="004C3E92">
        <w:t>l</w:t>
      </w:r>
      <w:r w:rsidRPr="004C3E92">
        <w:t>le</w:t>
      </w:r>
      <w:r w:rsidR="004A4993">
        <w:t xml:space="preserve">, – </w:t>
      </w:r>
      <w:r w:rsidRPr="004C3E92">
        <w:t>cette nette affection qui l</w:t>
      </w:r>
      <w:r w:rsidR="004A4993">
        <w:t>’</w:t>
      </w:r>
      <w:r w:rsidRPr="004C3E92">
        <w:t>intéressait à tout ce qui lui adv</w:t>
      </w:r>
      <w:r w:rsidRPr="004C3E92">
        <w:t>e</w:t>
      </w:r>
      <w:r w:rsidRPr="004C3E92">
        <w:t>nait</w:t>
      </w:r>
      <w:r w:rsidR="004A4993">
        <w:t xml:space="preserve">, </w:t>
      </w:r>
      <w:r w:rsidRPr="004C3E92">
        <w:t>et faisait d</w:t>
      </w:r>
      <w:r w:rsidR="004A4993">
        <w:t>’</w:t>
      </w:r>
      <w:r w:rsidRPr="004C3E92">
        <w:t>elle sa norme secrète de perfection chez les femmes</w:t>
      </w:r>
      <w:r w:rsidR="004A4993">
        <w:t xml:space="preserve"> ; </w:t>
      </w:r>
      <w:r w:rsidRPr="004C3E92">
        <w:t>et mainte beauté en herbe se vit ravaler par lui</w:t>
      </w:r>
      <w:r w:rsidR="004A4993">
        <w:t xml:space="preserve">, </w:t>
      </w:r>
      <w:r w:rsidRPr="004C3E92">
        <w:t>plus tard</w:t>
      </w:r>
      <w:r w:rsidR="004A4993">
        <w:t xml:space="preserve">, </w:t>
      </w:r>
      <w:r w:rsidRPr="004C3E92">
        <w:t>comme ne supportant pas la comparaison avec Mrs</w:t>
      </w:r>
      <w:r w:rsidR="004A4993">
        <w:t xml:space="preserve">. </w:t>
      </w:r>
      <w:r w:rsidRPr="004C3E92">
        <w:t>Bra</w:t>
      </w:r>
      <w:r w:rsidRPr="004C3E92">
        <w:t>n</w:t>
      </w:r>
      <w:r w:rsidRPr="004C3E92">
        <w:t>don</w:t>
      </w:r>
      <w:r w:rsidR="004A4993">
        <w:t>.</w:t>
      </w:r>
    </w:p>
    <w:p w14:paraId="55F5F999" w14:textId="77777777" w:rsidR="004A4993" w:rsidRDefault="008C5C61" w:rsidP="004A4993">
      <w:r w:rsidRPr="004C3E92">
        <w:lastRenderedPageBreak/>
        <w:t>Mrs</w:t>
      </w:r>
      <w:r w:rsidR="004A4993">
        <w:t xml:space="preserve">. </w:t>
      </w:r>
      <w:proofErr w:type="spellStart"/>
      <w:r w:rsidRPr="004C3E92">
        <w:t>Dashwood</w:t>
      </w:r>
      <w:proofErr w:type="spellEnd"/>
      <w:r w:rsidRPr="004C3E92">
        <w:t xml:space="preserve"> eut la sagesse de rester dans la maisonne</w:t>
      </w:r>
      <w:r w:rsidRPr="004C3E92">
        <w:t>t</w:t>
      </w:r>
      <w:r w:rsidRPr="004C3E92">
        <w:t>te</w:t>
      </w:r>
      <w:r w:rsidR="004A4993">
        <w:t xml:space="preserve">, </w:t>
      </w:r>
      <w:r w:rsidRPr="004C3E92">
        <w:t>sans tenter d</w:t>
      </w:r>
      <w:r w:rsidR="004A4993">
        <w:t>’</w:t>
      </w:r>
      <w:r w:rsidRPr="004C3E92">
        <w:t>aller s</w:t>
      </w:r>
      <w:r w:rsidR="004A4993">
        <w:t>’</w:t>
      </w:r>
      <w:r w:rsidRPr="004C3E92">
        <w:t xml:space="preserve">établir à </w:t>
      </w:r>
      <w:proofErr w:type="spellStart"/>
      <w:r w:rsidRPr="004C3E92">
        <w:t>Delaford</w:t>
      </w:r>
      <w:proofErr w:type="spellEnd"/>
      <w:r w:rsidR="004A4993">
        <w:t xml:space="preserve"> ; </w:t>
      </w:r>
      <w:r w:rsidRPr="004C3E92">
        <w:t>et heureusement pour Sir John et pour Mrs</w:t>
      </w:r>
      <w:r w:rsidR="004A4993">
        <w:t xml:space="preserve">. </w:t>
      </w:r>
      <w:r w:rsidRPr="004C3E92">
        <w:t>Jennings</w:t>
      </w:r>
      <w:r w:rsidR="004A4993">
        <w:t xml:space="preserve">, </w:t>
      </w:r>
      <w:r w:rsidRPr="004C3E92">
        <w:t>lorsque Marianne leur fut enlevée</w:t>
      </w:r>
      <w:r w:rsidR="004A4993">
        <w:t xml:space="preserve">, </w:t>
      </w:r>
      <w:r w:rsidRPr="004C3E92">
        <w:t>Margaret avait atteint un âge éminemment convenable pour danser</w:t>
      </w:r>
      <w:r w:rsidR="004A4993">
        <w:t xml:space="preserve">, </w:t>
      </w:r>
      <w:r w:rsidRPr="004C3E92">
        <w:t>et non point fort inacceptable du fait qu</w:t>
      </w:r>
      <w:r w:rsidR="004A4993">
        <w:t>’</w:t>
      </w:r>
      <w:r w:rsidRPr="004C3E92">
        <w:t>on lui supposât un amoureux</w:t>
      </w:r>
      <w:r w:rsidR="004A4993">
        <w:t>.</w:t>
      </w:r>
    </w:p>
    <w:p w14:paraId="2553C4A2" w14:textId="77777777" w:rsidR="004A4993" w:rsidRDefault="008C5C61">
      <w:r w:rsidRPr="004C3E92">
        <w:t xml:space="preserve">Il y eut entre Barton et </w:t>
      </w:r>
      <w:proofErr w:type="spellStart"/>
      <w:r w:rsidRPr="004C3E92">
        <w:t>Delaford</w:t>
      </w:r>
      <w:proofErr w:type="spellEnd"/>
      <w:r w:rsidRPr="004C3E92">
        <w:t xml:space="preserve"> ces rapports constants que devait naturellement dicter une forte affection familiale</w:t>
      </w:r>
      <w:r w:rsidR="004A4993">
        <w:t xml:space="preserve"> ; </w:t>
      </w:r>
      <w:r w:rsidRPr="004C3E92">
        <w:t>et au nombre des mérites et des bonheurs d</w:t>
      </w:r>
      <w:r w:rsidR="004A4993">
        <w:t>’</w:t>
      </w:r>
      <w:proofErr w:type="spellStart"/>
      <w:r w:rsidRPr="004C3E92">
        <w:t>Elinor</w:t>
      </w:r>
      <w:proofErr w:type="spellEnd"/>
      <w:r w:rsidRPr="004C3E92">
        <w:t xml:space="preserve"> et de Marianne</w:t>
      </w:r>
      <w:r w:rsidR="004A4993">
        <w:t xml:space="preserve">, </w:t>
      </w:r>
      <w:r w:rsidRPr="004C3E92">
        <w:t>qu</w:t>
      </w:r>
      <w:r w:rsidR="004A4993">
        <w:t>’</w:t>
      </w:r>
      <w:r w:rsidRPr="004C3E92">
        <w:t>on ne range pas comme le moins considérable le fait que</w:t>
      </w:r>
      <w:r w:rsidR="004A4993">
        <w:t xml:space="preserve">, </w:t>
      </w:r>
      <w:r w:rsidRPr="004C3E92">
        <w:t>quoiqu</w:t>
      </w:r>
      <w:r w:rsidR="004A4993">
        <w:t>’</w:t>
      </w:r>
      <w:r w:rsidRPr="004C3E92">
        <w:t>elles fussent sœurs</w:t>
      </w:r>
      <w:r w:rsidR="004A4993">
        <w:t xml:space="preserve">, </w:t>
      </w:r>
      <w:r w:rsidRPr="004C3E92">
        <w:t>et habitassent presque à portée de vue l</w:t>
      </w:r>
      <w:r w:rsidR="004A4993">
        <w:t>’</w:t>
      </w:r>
      <w:r w:rsidRPr="004C3E92">
        <w:t>une de l</w:t>
      </w:r>
      <w:r w:rsidR="004A4993">
        <w:t>’</w:t>
      </w:r>
      <w:r w:rsidRPr="004C3E92">
        <w:t>autre</w:t>
      </w:r>
      <w:r w:rsidR="004A4993">
        <w:t xml:space="preserve">, </w:t>
      </w:r>
      <w:r w:rsidRPr="004C3E92">
        <w:t>elles pouvaient vivre sans querelle entre e</w:t>
      </w:r>
      <w:r w:rsidRPr="004C3E92">
        <w:t>l</w:t>
      </w:r>
      <w:r w:rsidRPr="004C3E92">
        <w:t>les et sans occasionner de froid entre leurs maris</w:t>
      </w:r>
      <w:r w:rsidR="004A4993">
        <w:t>.</w:t>
      </w:r>
    </w:p>
    <w:p w14:paraId="58C4CC81" w14:textId="58754137" w:rsidR="008C5C61" w:rsidRDefault="008C5C61">
      <w:pPr>
        <w:sectPr w:rsidR="008C5C61" w:rsidSect="004A4993">
          <w:footerReference w:type="default" r:id="rId12"/>
          <w:pgSz w:w="11906" w:h="16838" w:code="9"/>
          <w:pgMar w:top="1134" w:right="1134" w:bottom="1134" w:left="1134" w:header="709" w:footer="709" w:gutter="0"/>
          <w:cols w:space="708"/>
          <w:titlePg/>
          <w:docGrid w:linePitch="360"/>
        </w:sectPr>
      </w:pPr>
    </w:p>
    <w:p w14:paraId="10E66036" w14:textId="77777777" w:rsidR="008C5C61" w:rsidRDefault="008C5C61" w:rsidP="004A4993">
      <w:pPr>
        <w:pStyle w:val="Titre1"/>
        <w:spacing w:before="0" w:after="480"/>
      </w:pPr>
      <w:bookmarkStart w:id="50" w:name="_Toc196409835"/>
      <w:r>
        <w:lastRenderedPageBreak/>
        <w:t>À propos de cette édition électronique</w:t>
      </w:r>
      <w:bookmarkEnd w:id="50"/>
    </w:p>
    <w:p w14:paraId="57C3D6AF" w14:textId="77777777" w:rsidR="004A4993" w:rsidRDefault="004A4993" w:rsidP="004A4993">
      <w:pPr>
        <w:spacing w:before="180" w:after="180"/>
        <w:ind w:firstLine="0"/>
        <w:jc w:val="center"/>
        <w:rPr>
          <w:b/>
          <w:bCs/>
          <w:szCs w:val="32"/>
        </w:rPr>
      </w:pPr>
      <w:bookmarkStart w:id="51" w:name="_Hlk196408911"/>
      <w:r w:rsidRPr="004A4993">
        <w:rPr>
          <w:b/>
          <w:bCs/>
          <w:szCs w:val="32"/>
        </w:rPr>
        <w:t>Texte libre de droits</w:t>
      </w:r>
      <w:r>
        <w:rPr>
          <w:b/>
          <w:bCs/>
          <w:szCs w:val="32"/>
        </w:rPr>
        <w:t>.</w:t>
      </w:r>
    </w:p>
    <w:p w14:paraId="713CEF00" w14:textId="77777777" w:rsidR="004A4993" w:rsidRDefault="004A4993" w:rsidP="004A4993">
      <w:pPr>
        <w:pStyle w:val="Centr"/>
        <w:spacing w:before="180" w:after="180"/>
      </w:pPr>
      <w:r w:rsidRPr="00633842">
        <w:t>Corrections</w:t>
      </w:r>
      <w:r>
        <w:t xml:space="preserve">, </w:t>
      </w:r>
      <w:r w:rsidRPr="00633842">
        <w:t>édition</w:t>
      </w:r>
      <w:r>
        <w:t xml:space="preserve">, </w:t>
      </w:r>
      <w:r w:rsidRPr="00633842">
        <w:t>conversion informatique et public</w:t>
      </w:r>
      <w:r w:rsidRPr="00633842">
        <w:t>a</w:t>
      </w:r>
      <w:r w:rsidRPr="00633842">
        <w:t>tion par le groupe</w:t>
      </w:r>
      <w:r>
        <w:t> :</w:t>
      </w:r>
    </w:p>
    <w:p w14:paraId="1F2E9FF0" w14:textId="0F0FEE7D" w:rsidR="004A4993" w:rsidRPr="004A4993" w:rsidRDefault="004A4993" w:rsidP="004A4993">
      <w:pPr>
        <w:spacing w:before="180" w:after="180"/>
        <w:ind w:firstLine="0"/>
        <w:jc w:val="center"/>
        <w:rPr>
          <w:b/>
          <w:bCs/>
          <w:i/>
          <w:iCs/>
          <w:szCs w:val="32"/>
        </w:rPr>
      </w:pPr>
      <w:proofErr w:type="gramStart"/>
      <w:r w:rsidRPr="004A4993">
        <w:rPr>
          <w:b/>
          <w:bCs/>
          <w:i/>
          <w:iCs/>
          <w:szCs w:val="32"/>
        </w:rPr>
        <w:t>Ebooks</w:t>
      </w:r>
      <w:proofErr w:type="gramEnd"/>
      <w:r w:rsidRPr="004A4993">
        <w:rPr>
          <w:b/>
          <w:bCs/>
          <w:i/>
          <w:iCs/>
          <w:szCs w:val="32"/>
        </w:rPr>
        <w:t xml:space="preserve"> libres et gratuits</w:t>
      </w:r>
    </w:p>
    <w:p w14:paraId="4852563A" w14:textId="77777777" w:rsidR="004A4993" w:rsidRPr="004A4993" w:rsidRDefault="004A4993" w:rsidP="004A4993">
      <w:pPr>
        <w:pStyle w:val="Centr"/>
      </w:pPr>
      <w:hyperlink r:id="rId13" w:history="1">
        <w:r w:rsidRPr="004A4993">
          <w:rPr>
            <w:rStyle w:val="Lienhypertexte"/>
          </w:rPr>
          <w:t>https://groups.google.com/g/ebooksgratuits</w:t>
        </w:r>
      </w:hyperlink>
    </w:p>
    <w:p w14:paraId="19C2D726" w14:textId="77777777" w:rsidR="004A4993" w:rsidRPr="004A4993" w:rsidRDefault="004A4993" w:rsidP="004A4993">
      <w:pPr>
        <w:pStyle w:val="Centr"/>
      </w:pPr>
      <w:r w:rsidRPr="004A4993">
        <w:t>Adresse du site web du groupe :</w:t>
      </w:r>
      <w:r w:rsidRPr="004A4993">
        <w:br/>
      </w:r>
      <w:hyperlink r:id="rId14" w:history="1">
        <w:r w:rsidRPr="004A4993">
          <w:rPr>
            <w:rStyle w:val="Lienhypertexte"/>
          </w:rPr>
          <w:t>https://www.ebooksgratuits.com/</w:t>
        </w:r>
      </w:hyperlink>
    </w:p>
    <w:p w14:paraId="0F1EB16C" w14:textId="77777777" w:rsidR="004A4993" w:rsidRDefault="004A4993" w:rsidP="004A4993">
      <w:pPr>
        <w:pStyle w:val="Centr"/>
        <w:spacing w:before="180" w:after="180"/>
      </w:pPr>
      <w:r>
        <w:t>—</w:t>
      </w:r>
    </w:p>
    <w:p w14:paraId="1ECCEE82" w14:textId="49A9B8AD" w:rsidR="004A4993" w:rsidRDefault="004A4993" w:rsidP="004A4993">
      <w:pPr>
        <w:spacing w:before="180" w:after="180"/>
        <w:ind w:firstLine="0"/>
        <w:jc w:val="center"/>
        <w:rPr>
          <w:b/>
          <w:bCs/>
          <w:szCs w:val="32"/>
        </w:rPr>
      </w:pPr>
      <w:r w:rsidRPr="004A4993">
        <w:rPr>
          <w:b/>
          <w:bCs/>
          <w:szCs w:val="32"/>
        </w:rPr>
        <w:t>Mai 2025</w:t>
      </w:r>
    </w:p>
    <w:p w14:paraId="561A7DBA" w14:textId="77777777" w:rsidR="004A4993" w:rsidRDefault="004A4993" w:rsidP="004A4993">
      <w:pPr>
        <w:pStyle w:val="Centr"/>
        <w:spacing w:before="180" w:after="180"/>
        <w:rPr>
          <w:b/>
          <w:bCs/>
          <w:szCs w:val="32"/>
        </w:rPr>
      </w:pPr>
      <w:r>
        <w:rPr>
          <w:b/>
          <w:bCs/>
          <w:szCs w:val="32"/>
        </w:rPr>
        <w:t>—</w:t>
      </w:r>
    </w:p>
    <w:p w14:paraId="713EFEA2" w14:textId="77777777" w:rsidR="004A4993" w:rsidRDefault="004A4993" w:rsidP="004A4993">
      <w:pPr>
        <w:spacing w:before="180" w:after="180"/>
      </w:pPr>
      <w:r>
        <w:t>— </w:t>
      </w:r>
      <w:r w:rsidRPr="00633842">
        <w:rPr>
          <w:b/>
        </w:rPr>
        <w:t>Élaboration de ce livre électronique</w:t>
      </w:r>
      <w:r>
        <w:t> :</w:t>
      </w:r>
    </w:p>
    <w:p w14:paraId="6A732E0C" w14:textId="77777777" w:rsidR="004A4993" w:rsidRDefault="004A4993" w:rsidP="004A4993">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w:t>
      </w:r>
      <w:r>
        <w:t>’</w:t>
      </w:r>
      <w:r w:rsidRPr="00633842">
        <w:t>élaboration de ce livre</w:t>
      </w:r>
      <w:r>
        <w:t xml:space="preserve">, </w:t>
      </w:r>
      <w:r w:rsidRPr="00633842">
        <w:t>sont</w:t>
      </w:r>
      <w:r>
        <w:t xml:space="preserve"> : </w:t>
      </w:r>
      <w:r w:rsidRPr="004A4993">
        <w:t>Sapcal22</w:t>
      </w:r>
      <w:r>
        <w:t xml:space="preserve"> (</w:t>
      </w:r>
      <w:proofErr w:type="spellStart"/>
      <w:r w:rsidRPr="004A4993">
        <w:t>Wikisource</w:t>
      </w:r>
      <w:proofErr w:type="spellEnd"/>
      <w:r>
        <w:t xml:space="preserve">), </w:t>
      </w:r>
      <w:r w:rsidRPr="004A4993">
        <w:t>Jean-Marc</w:t>
      </w:r>
      <w:r>
        <w:t xml:space="preserve">, </w:t>
      </w:r>
      <w:r w:rsidRPr="004A4993">
        <w:t>Judith</w:t>
      </w:r>
      <w:r>
        <w:t xml:space="preserve">, </w:t>
      </w:r>
      <w:proofErr w:type="spellStart"/>
      <w:r>
        <w:t>Coolmicro</w:t>
      </w:r>
      <w:proofErr w:type="spellEnd"/>
      <w:r>
        <w:t>.</w:t>
      </w:r>
    </w:p>
    <w:p w14:paraId="0C197A93" w14:textId="77777777" w:rsidR="004A4993" w:rsidRDefault="004A4993" w:rsidP="004A4993">
      <w:pPr>
        <w:spacing w:before="180" w:after="180"/>
      </w:pPr>
      <w:r>
        <w:t>— </w:t>
      </w:r>
      <w:r w:rsidRPr="00633842">
        <w:rPr>
          <w:b/>
        </w:rPr>
        <w:t>Dispositions</w:t>
      </w:r>
      <w:r>
        <w:t> :</w:t>
      </w:r>
    </w:p>
    <w:p w14:paraId="71785C8F" w14:textId="77777777" w:rsidR="004A4993" w:rsidRDefault="004A4993" w:rsidP="004A4993">
      <w:pPr>
        <w:spacing w:before="180" w:after="180"/>
      </w:pPr>
      <w:r w:rsidRPr="00633842">
        <w:t>Les livres que nous mettons à votre disposition</w:t>
      </w:r>
      <w:r>
        <w:t xml:space="preserve">, </w:t>
      </w:r>
      <w:r w:rsidRPr="00633842">
        <w:t>sont des textes libres de droits</w:t>
      </w:r>
      <w:r>
        <w:t xml:space="preserve">, </w:t>
      </w:r>
      <w:r w:rsidRPr="00633842">
        <w:t>que vous pouvez utiliser librement</w:t>
      </w:r>
      <w:r>
        <w:t xml:space="preserve">, </w:t>
      </w:r>
      <w:r w:rsidRPr="00633842">
        <w:rPr>
          <w:u w:val="single"/>
        </w:rPr>
        <w:t>à une fin non commerciale et non professionnelle</w:t>
      </w:r>
      <w:r>
        <w:t xml:space="preserve">. </w:t>
      </w:r>
      <w:r w:rsidRPr="00633842">
        <w:t>Tout lien vers notre site est bienvenu</w:t>
      </w:r>
      <w:r>
        <w:t>…</w:t>
      </w:r>
    </w:p>
    <w:p w14:paraId="25D42FDA" w14:textId="77777777" w:rsidR="004A4993" w:rsidRDefault="004A4993" w:rsidP="004A4993">
      <w:pPr>
        <w:spacing w:before="180" w:after="180"/>
      </w:pPr>
      <w:r>
        <w:t>— </w:t>
      </w:r>
      <w:r w:rsidRPr="00633842">
        <w:rPr>
          <w:b/>
        </w:rPr>
        <w:t>Qualité</w:t>
      </w:r>
      <w:r>
        <w:t> :</w:t>
      </w:r>
    </w:p>
    <w:p w14:paraId="245728D6" w14:textId="77777777" w:rsidR="004A4993" w:rsidRDefault="004A4993" w:rsidP="004A4993">
      <w:pPr>
        <w:spacing w:before="180" w:after="180"/>
      </w:pPr>
      <w:r w:rsidRPr="00633842">
        <w:t>Les textes sont livrés tels quels sans garantie de leur int</w:t>
      </w:r>
      <w:r w:rsidRPr="00633842">
        <w:t>é</w:t>
      </w:r>
      <w:r w:rsidRPr="00633842">
        <w:t>grité parfaite par rapport à l</w:t>
      </w:r>
      <w:r>
        <w:t>’</w:t>
      </w:r>
      <w:r w:rsidRPr="00633842">
        <w:t>original</w:t>
      </w:r>
      <w:r>
        <w:t xml:space="preserve">. </w:t>
      </w:r>
      <w:r w:rsidRPr="00633842">
        <w:t>Nous rappelons que c</w:t>
      </w:r>
      <w:r>
        <w:t>’</w:t>
      </w:r>
      <w:r w:rsidRPr="00633842">
        <w:t>est un travail d</w:t>
      </w:r>
      <w:r>
        <w:t>’</w:t>
      </w:r>
      <w:r w:rsidRPr="00633842">
        <w:t>amateurs non rétribués et que nous essayons de promouvoir la culture littéraire avec de maigres moyens</w:t>
      </w:r>
      <w:r>
        <w:t>.</w:t>
      </w:r>
    </w:p>
    <w:p w14:paraId="5B36705D" w14:textId="77777777" w:rsidR="004A4993" w:rsidRDefault="004A4993" w:rsidP="004A4993">
      <w:pPr>
        <w:spacing w:before="180" w:after="180"/>
        <w:ind w:firstLine="0"/>
        <w:jc w:val="center"/>
        <w:rPr>
          <w:i/>
          <w:iCs/>
          <w:szCs w:val="32"/>
        </w:rPr>
      </w:pPr>
      <w:r w:rsidRPr="004A4993">
        <w:rPr>
          <w:i/>
          <w:iCs/>
          <w:szCs w:val="32"/>
        </w:rPr>
        <w:t>Votre aide est la bienvenue</w:t>
      </w:r>
      <w:r>
        <w:rPr>
          <w:i/>
          <w:iCs/>
          <w:szCs w:val="32"/>
        </w:rPr>
        <w:t> !</w:t>
      </w:r>
    </w:p>
    <w:p w14:paraId="4A773006" w14:textId="284F3FD3" w:rsidR="008C5C61" w:rsidRDefault="004A4993" w:rsidP="004A4993">
      <w:pPr>
        <w:pStyle w:val="Centr"/>
        <w:suppressAutoHyphens/>
        <w:spacing w:before="180" w:after="180"/>
      </w:pPr>
      <w:r w:rsidRPr="00633842">
        <w:t>VOUS POUVEZ NOUS AIDER À FAIRE CONNAÎTRE CES CLASSIQUES LITTÉRAIRES</w:t>
      </w:r>
      <w:r>
        <w:t>.</w:t>
      </w:r>
      <w:bookmarkEnd w:id="51"/>
    </w:p>
    <w:sectPr w:rsidR="008C5C61" w:rsidSect="004A4993">
      <w:pgSz w:w="11906" w:h="16838" w:code="9"/>
      <w:pgMar w:top="567" w:right="567" w:bottom="567" w:left="56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808C7" w14:textId="77777777" w:rsidR="00883FCC" w:rsidRDefault="00883FCC">
      <w:r>
        <w:separator/>
      </w:r>
    </w:p>
  </w:endnote>
  <w:endnote w:type="continuationSeparator" w:id="0">
    <w:p w14:paraId="0B599A42" w14:textId="77777777" w:rsidR="00883FCC" w:rsidRDefault="00883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62E8E" w14:textId="77777777" w:rsidR="008C5C61" w:rsidRDefault="008C5C61">
    <w:pPr>
      <w:pStyle w:val="Pieddepage"/>
    </w:pPr>
    <w:r>
      <w:t xml:space="preserve">– </w:t>
    </w:r>
    <w:r>
      <w:rPr>
        <w:rStyle w:val="Numrodepage"/>
      </w:rPr>
      <w:fldChar w:fldCharType="begin"/>
    </w:r>
    <w:r>
      <w:rPr>
        <w:rStyle w:val="Numrodepage"/>
      </w:rPr>
      <w:instrText xml:space="preserve"> </w:instrText>
    </w:r>
    <w:r w:rsidR="00000000">
      <w:rPr>
        <w:rStyle w:val="Numrodepage"/>
      </w:rPr>
      <w:instrText>PAGE</w:instrText>
    </w:r>
    <w:r>
      <w:rPr>
        <w:rStyle w:val="Numrodepage"/>
      </w:rPr>
      <w:instrText xml:space="preserv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87946" w14:textId="77777777" w:rsidR="008C5C61" w:rsidRDefault="008C5C61">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w:instrText>
    </w:r>
    <w:r w:rsidR="00000000">
      <w:rPr>
        <w:rStyle w:val="Numrodepage"/>
        <w:sz w:val="30"/>
        <w:szCs w:val="30"/>
      </w:rPr>
      <w:instrText>PAGE</w:instrText>
    </w:r>
    <w:r>
      <w:rPr>
        <w:rStyle w:val="Numrodepage"/>
        <w:sz w:val="30"/>
        <w:szCs w:val="30"/>
      </w:rPr>
      <w:instrText xml:space="preserve"> </w:instrText>
    </w:r>
    <w:r>
      <w:rPr>
        <w:rStyle w:val="Numrodepage"/>
        <w:sz w:val="30"/>
        <w:szCs w:val="30"/>
      </w:rPr>
      <w:fldChar w:fldCharType="separate"/>
    </w:r>
    <w:r>
      <w:rPr>
        <w:rStyle w:val="Numrodepage"/>
        <w:noProof/>
        <w:sz w:val="30"/>
        <w:szCs w:val="30"/>
      </w:rPr>
      <w:t>458</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FDFF8" w14:textId="77777777" w:rsidR="00883FCC" w:rsidRDefault="00883FCC">
      <w:r>
        <w:separator/>
      </w:r>
    </w:p>
  </w:footnote>
  <w:footnote w:type="continuationSeparator" w:id="0">
    <w:p w14:paraId="2C2C2ED1" w14:textId="77777777" w:rsidR="00883FCC" w:rsidRDefault="00883FCC">
      <w:r>
        <w:continuationSeparator/>
      </w:r>
    </w:p>
  </w:footnote>
  <w:footnote w:id="1">
    <w:p w14:paraId="298FB9A9" w14:textId="3C5B8CBF" w:rsidR="008C5C61" w:rsidRDefault="008C5C61" w:rsidP="008C5C61">
      <w:pPr>
        <w:pStyle w:val="Notedebasdepage"/>
      </w:pPr>
      <w:r>
        <w:rPr>
          <w:rStyle w:val="Appelnotedebasdep"/>
        </w:rPr>
        <w:footnoteRef/>
      </w:r>
      <w:r>
        <w:t xml:space="preserve"> </w:t>
      </w:r>
      <w:r w:rsidR="004A4993">
        <w:t>1 1</w:t>
      </w:r>
      <w:r>
        <w:t>7</w:t>
      </w:r>
      <w:r w:rsidR="004A4993">
        <w:t>5.0</w:t>
      </w:r>
      <w:r>
        <w:t xml:space="preserve">00 </w:t>
      </w:r>
      <w:proofErr w:type="spellStart"/>
      <w:r>
        <w:t>francs-or</w:t>
      </w:r>
      <w:proofErr w:type="spellEnd"/>
      <w:r w:rsidR="004A4993">
        <w:t>. (</w:t>
      </w:r>
      <w:r>
        <w:t>N</w:t>
      </w:r>
      <w:r w:rsidR="004A4993">
        <w:t xml:space="preserve">. </w:t>
      </w:r>
      <w:r>
        <w:t>du Tr</w:t>
      </w:r>
      <w:r w:rsidR="004A4993">
        <w:t>.)</w:t>
      </w:r>
    </w:p>
  </w:footnote>
  <w:footnote w:id="2">
    <w:p w14:paraId="09D24A43" w14:textId="1F335E12" w:rsidR="008C5C61" w:rsidRDefault="008C5C61" w:rsidP="008C5C61">
      <w:pPr>
        <w:pStyle w:val="Notedebasdepage"/>
      </w:pPr>
      <w:r>
        <w:rPr>
          <w:rStyle w:val="Appelnotedebasdep"/>
        </w:rPr>
        <w:footnoteRef/>
      </w:r>
      <w:r>
        <w:t xml:space="preserve"> 25</w:t>
      </w:r>
      <w:r w:rsidR="004A4993">
        <w:t>0.0</w:t>
      </w:r>
      <w:r>
        <w:t xml:space="preserve">00 </w:t>
      </w:r>
      <w:proofErr w:type="spellStart"/>
      <w:r>
        <w:t>francs-or</w:t>
      </w:r>
      <w:proofErr w:type="spellEnd"/>
      <w:r w:rsidR="004A4993">
        <w:t>. (</w:t>
      </w:r>
      <w:r>
        <w:t>N</w:t>
      </w:r>
      <w:r w:rsidR="004A4993">
        <w:t xml:space="preserve">. </w:t>
      </w:r>
      <w:r>
        <w:t>du Tr</w:t>
      </w:r>
      <w:r w:rsidR="004A4993">
        <w:t>.)</w:t>
      </w:r>
    </w:p>
  </w:footnote>
  <w:footnote w:id="3">
    <w:p w14:paraId="637792DA" w14:textId="10AC947C" w:rsidR="008C5C61" w:rsidRDefault="008C5C61" w:rsidP="008C5C61">
      <w:pPr>
        <w:pStyle w:val="Notedebasdepage"/>
      </w:pPr>
      <w:r>
        <w:rPr>
          <w:rStyle w:val="Appelnotedebasdep"/>
        </w:rPr>
        <w:footnoteRef/>
      </w:r>
      <w:r>
        <w:t xml:space="preserve"> Rappelons que le mille anglais vaut environ 1600 m</w:t>
      </w:r>
      <w:r w:rsidR="004A4993">
        <w:t>. (</w:t>
      </w:r>
      <w:r>
        <w:rPr>
          <w:i/>
        </w:rPr>
        <w:t>N</w:t>
      </w:r>
      <w:r w:rsidR="004A4993">
        <w:rPr>
          <w:i/>
        </w:rPr>
        <w:t xml:space="preserve">. </w:t>
      </w:r>
      <w:r>
        <w:rPr>
          <w:i/>
        </w:rPr>
        <w:t>du Tr</w:t>
      </w:r>
      <w:r w:rsidR="004A4993">
        <w:rPr>
          <w:i/>
        </w:rPr>
        <w:t>.)</w:t>
      </w:r>
    </w:p>
  </w:footnote>
  <w:footnote w:id="4">
    <w:p w14:paraId="7D499CF8" w14:textId="47C91883" w:rsidR="008C5C61" w:rsidRDefault="008C5C61" w:rsidP="008C5C61">
      <w:pPr>
        <w:pStyle w:val="Notedebasdepage"/>
      </w:pPr>
      <w:r>
        <w:rPr>
          <w:rStyle w:val="Appelnotedebasdep"/>
        </w:rPr>
        <w:footnoteRef/>
      </w:r>
      <w:r>
        <w:t xml:space="preserve"> La guinée</w:t>
      </w:r>
      <w:r w:rsidR="004A4993">
        <w:t xml:space="preserve">, </w:t>
      </w:r>
      <w:r>
        <w:t>qui était autrefois une pièce d</w:t>
      </w:r>
      <w:r w:rsidR="004A4993">
        <w:t>’</w:t>
      </w:r>
      <w:r>
        <w:t>or de titre supérieur</w:t>
      </w:r>
      <w:r w:rsidR="004A4993">
        <w:t xml:space="preserve">, </w:t>
      </w:r>
      <w:r>
        <w:t>n</w:t>
      </w:r>
      <w:r w:rsidR="004A4993">
        <w:t>’</w:t>
      </w:r>
      <w:r>
        <w:t>est plus actuellement qu</w:t>
      </w:r>
      <w:r w:rsidR="004A4993">
        <w:t>’</w:t>
      </w:r>
      <w:r>
        <w:t>une monnaie de compte</w:t>
      </w:r>
      <w:r w:rsidR="004A4993">
        <w:t xml:space="preserve">, </w:t>
      </w:r>
      <w:r>
        <w:t>valant 21 shillings</w:t>
      </w:r>
      <w:r w:rsidR="004A4993">
        <w:t xml:space="preserve">, </w:t>
      </w:r>
      <w:r>
        <w:t>alors que la livre en vaut 20</w:t>
      </w:r>
      <w:r w:rsidR="004A4993">
        <w:t>. (</w:t>
      </w:r>
      <w:r>
        <w:rPr>
          <w:i/>
        </w:rPr>
        <w:t>N</w:t>
      </w:r>
      <w:r w:rsidR="004A4993">
        <w:rPr>
          <w:i/>
        </w:rPr>
        <w:t xml:space="preserve">. </w:t>
      </w:r>
      <w:r>
        <w:rPr>
          <w:i/>
        </w:rPr>
        <w:t>du Tr</w:t>
      </w:r>
      <w:r w:rsidR="004A4993">
        <w:rPr>
          <w:i/>
        </w:rPr>
        <w:t>.)</w:t>
      </w:r>
    </w:p>
  </w:footnote>
  <w:footnote w:id="5">
    <w:p w14:paraId="0C17C5E4" w14:textId="08BE2DAA" w:rsidR="008C5C61" w:rsidRDefault="008C5C61" w:rsidP="008C5C61">
      <w:pPr>
        <w:pStyle w:val="Notedebasdepage"/>
      </w:pPr>
      <w:r>
        <w:rPr>
          <w:rStyle w:val="Appelnotedebasdep"/>
        </w:rPr>
        <w:footnoteRef/>
      </w:r>
      <w:r>
        <w:t xml:space="preserve"> Quartier de Londres</w:t>
      </w:r>
      <w:r w:rsidR="004A4993">
        <w:t xml:space="preserve"> (</w:t>
      </w:r>
      <w:r>
        <w:t>dans la City</w:t>
      </w:r>
      <w:r w:rsidR="004A4993">
        <w:t xml:space="preserve">) </w:t>
      </w:r>
      <w:r>
        <w:t>où se trouvent les tribunaux et où les gens de loi ont leurs bureaux et leur résidence</w:t>
      </w:r>
      <w:r w:rsidR="004A4993">
        <w:t>. (</w:t>
      </w:r>
      <w:r>
        <w:rPr>
          <w:i/>
          <w:iCs/>
        </w:rPr>
        <w:t>N</w:t>
      </w:r>
      <w:r w:rsidR="004A4993">
        <w:rPr>
          <w:i/>
          <w:iCs/>
        </w:rPr>
        <w:t xml:space="preserve">. </w:t>
      </w:r>
      <w:r>
        <w:rPr>
          <w:i/>
          <w:iCs/>
        </w:rPr>
        <w:t>du Tr</w:t>
      </w:r>
      <w:r w:rsidR="004A4993">
        <w:rPr>
          <w:i/>
          <w:iCs/>
        </w:rPr>
        <w:t>.)</w:t>
      </w:r>
    </w:p>
  </w:footnote>
  <w:footnote w:id="6">
    <w:p w14:paraId="070F6F9B" w14:textId="02EA7E98" w:rsidR="008C5C61" w:rsidRDefault="008C5C61" w:rsidP="008C5C61">
      <w:pPr>
        <w:pStyle w:val="Notedebasdepage"/>
      </w:pPr>
      <w:r>
        <w:rPr>
          <w:rStyle w:val="Appelnotedebasdep"/>
        </w:rPr>
        <w:footnoteRef/>
      </w:r>
      <w:r>
        <w:t xml:space="preserve"> Membre du Parlement</w:t>
      </w:r>
      <w:r w:rsidR="004A4993">
        <w:t xml:space="preserve">. </w:t>
      </w:r>
      <w:r>
        <w:t>C</w:t>
      </w:r>
      <w:r w:rsidR="004A4993">
        <w:t>’</w:t>
      </w:r>
      <w:r>
        <w:t>est la dénomination des députés à la Chambre des Communes</w:t>
      </w:r>
      <w:r w:rsidR="004A4993">
        <w:t>. (</w:t>
      </w:r>
      <w:r>
        <w:rPr>
          <w:i/>
          <w:iCs/>
        </w:rPr>
        <w:t>N</w:t>
      </w:r>
      <w:r w:rsidR="004A4993">
        <w:rPr>
          <w:i/>
          <w:iCs/>
        </w:rPr>
        <w:t xml:space="preserve">. </w:t>
      </w:r>
      <w:r>
        <w:rPr>
          <w:i/>
          <w:iCs/>
        </w:rPr>
        <w:t>du Tr</w:t>
      </w:r>
      <w:r w:rsidR="004A4993">
        <w:t>.)</w:t>
      </w:r>
    </w:p>
  </w:footnote>
  <w:footnote w:id="7">
    <w:p w14:paraId="7639547D" w14:textId="79074AA8" w:rsidR="008C5C61" w:rsidRDefault="008C5C61" w:rsidP="008C5C61">
      <w:pPr>
        <w:pStyle w:val="Notedebasdepage"/>
      </w:pPr>
      <w:r>
        <w:rPr>
          <w:rStyle w:val="Appelnotedebasdep"/>
        </w:rPr>
        <w:footnoteRef/>
      </w:r>
      <w:r>
        <w:t xml:space="preserve"> C</w:t>
      </w:r>
      <w:r w:rsidR="004A4993">
        <w:t>’</w:t>
      </w:r>
      <w:r>
        <w:t>est une place aristocratique</w:t>
      </w:r>
      <w:r w:rsidR="004A4993">
        <w:t xml:space="preserve">, </w:t>
      </w:r>
      <w:r>
        <w:t>non loin de Hyde Park</w:t>
      </w:r>
      <w:r w:rsidR="004A4993">
        <w:t xml:space="preserve"> (</w:t>
      </w:r>
      <w:proofErr w:type="spellStart"/>
      <w:r>
        <w:t>Marble</w:t>
      </w:r>
      <w:proofErr w:type="spellEnd"/>
      <w:r>
        <w:t xml:space="preserve"> Arch</w:t>
      </w:r>
      <w:r w:rsidR="004A4993">
        <w:t>). (</w:t>
      </w:r>
      <w:r>
        <w:rPr>
          <w:i/>
          <w:iCs/>
        </w:rPr>
        <w:t>N</w:t>
      </w:r>
      <w:r w:rsidR="004A4993">
        <w:rPr>
          <w:i/>
          <w:iCs/>
        </w:rPr>
        <w:t xml:space="preserve">. </w:t>
      </w:r>
      <w:r>
        <w:rPr>
          <w:i/>
          <w:iCs/>
        </w:rPr>
        <w:t>du Tr</w:t>
      </w:r>
      <w:r w:rsidR="004A4993">
        <w:rPr>
          <w:i/>
          <w:iCs/>
        </w:rPr>
        <w:t>.)</w:t>
      </w:r>
    </w:p>
  </w:footnote>
  <w:footnote w:id="8">
    <w:p w14:paraId="106B2EAF" w14:textId="27C80D24" w:rsidR="008C5C61" w:rsidRDefault="008C5C61" w:rsidP="008C5C61">
      <w:pPr>
        <w:pStyle w:val="Notedebasdepage"/>
      </w:pPr>
      <w:r>
        <w:rPr>
          <w:rStyle w:val="Appelnotedebasdep"/>
        </w:rPr>
        <w:footnoteRef/>
      </w:r>
      <w:r>
        <w:t xml:space="preserve"> 20 centimes</w:t>
      </w:r>
      <w:r w:rsidR="004A4993">
        <w:t xml:space="preserve"> (</w:t>
      </w:r>
      <w:r>
        <w:t>or</w:t>
      </w:r>
      <w:r w:rsidR="004A4993">
        <w:t xml:space="preserve">). </w:t>
      </w:r>
      <w:r>
        <w:t>C</w:t>
      </w:r>
      <w:r w:rsidR="004A4993">
        <w:t>’</w:t>
      </w:r>
      <w:r>
        <w:t>était le tarif de l</w:t>
      </w:r>
      <w:r w:rsidR="004A4993">
        <w:t>’</w:t>
      </w:r>
      <w:r>
        <w:t>époque pour les lettres par exprès pour Londres même</w:t>
      </w:r>
      <w:r w:rsidR="004A4993">
        <w:t xml:space="preserve"> ; </w:t>
      </w:r>
      <w:r>
        <w:t>rappelons que les timbres-poste n</w:t>
      </w:r>
      <w:r w:rsidR="004A4993">
        <w:t>’</w:t>
      </w:r>
      <w:r>
        <w:t>existaient pas encore</w:t>
      </w:r>
      <w:r w:rsidR="004A4993">
        <w:t>. (</w:t>
      </w:r>
      <w:r>
        <w:rPr>
          <w:i/>
          <w:iCs/>
        </w:rPr>
        <w:t>N</w:t>
      </w:r>
      <w:r w:rsidR="004A4993">
        <w:rPr>
          <w:i/>
          <w:iCs/>
        </w:rPr>
        <w:t xml:space="preserve">. </w:t>
      </w:r>
      <w:r>
        <w:rPr>
          <w:i/>
          <w:iCs/>
        </w:rPr>
        <w:t>du Tr</w:t>
      </w:r>
      <w:r w:rsidR="004A4993">
        <w:t>.)</w:t>
      </w:r>
    </w:p>
  </w:footnote>
  <w:footnote w:id="9">
    <w:p w14:paraId="7AEA9902" w14:textId="40ACDD18" w:rsidR="008C5C61" w:rsidRDefault="008C5C61" w:rsidP="008C5C61">
      <w:pPr>
        <w:pStyle w:val="Notedebasdepage"/>
      </w:pPr>
      <w:r>
        <w:rPr>
          <w:rStyle w:val="Appelnotedebasdep"/>
        </w:rPr>
        <w:footnoteRef/>
      </w:r>
      <w:r>
        <w:t xml:space="preserve"> </w:t>
      </w:r>
      <w:r w:rsidR="004A4993">
        <w:t>1.2</w:t>
      </w:r>
      <w:r>
        <w:t>5</w:t>
      </w:r>
      <w:r w:rsidR="004A4993">
        <w:t>0.0</w:t>
      </w:r>
      <w:r>
        <w:t xml:space="preserve">00 </w:t>
      </w:r>
      <w:proofErr w:type="spellStart"/>
      <w:r>
        <w:t>francs-or</w:t>
      </w:r>
      <w:proofErr w:type="spellEnd"/>
      <w:r w:rsidR="004A4993">
        <w:t>. (</w:t>
      </w:r>
      <w:r>
        <w:rPr>
          <w:i/>
          <w:iCs/>
        </w:rPr>
        <w:t>N</w:t>
      </w:r>
      <w:r w:rsidR="004A4993">
        <w:rPr>
          <w:i/>
          <w:iCs/>
        </w:rPr>
        <w:t xml:space="preserve">. </w:t>
      </w:r>
      <w:r>
        <w:rPr>
          <w:i/>
          <w:iCs/>
        </w:rPr>
        <w:t>du Tr</w:t>
      </w:r>
      <w:r w:rsidR="004A4993">
        <w:t>.)</w:t>
      </w:r>
    </w:p>
  </w:footnote>
  <w:footnote w:id="10">
    <w:p w14:paraId="14FCCCBA" w14:textId="42AAB257" w:rsidR="008C5C61" w:rsidRDefault="008C5C61" w:rsidP="008C5C61">
      <w:pPr>
        <w:pStyle w:val="Notedebasdepage"/>
      </w:pPr>
      <w:r>
        <w:rPr>
          <w:rStyle w:val="Appelnotedebasdep"/>
        </w:rPr>
        <w:footnoteRef/>
      </w:r>
      <w:r>
        <w:t xml:space="preserve"> Les mariages s</w:t>
      </w:r>
      <w:r w:rsidR="004A4993">
        <w:t>’</w:t>
      </w:r>
      <w:r>
        <w:t>effectuaient autrefois plus aisément</w:t>
      </w:r>
      <w:r w:rsidR="004A4993">
        <w:t xml:space="preserve"> – (</w:t>
      </w:r>
      <w:r>
        <w:t>en part</w:t>
      </w:r>
      <w:r>
        <w:t>i</w:t>
      </w:r>
      <w:r>
        <w:t>culier</w:t>
      </w:r>
      <w:r w:rsidR="004A4993">
        <w:t xml:space="preserve">, </w:t>
      </w:r>
      <w:r>
        <w:t>sans publications ni délai de résidence</w:t>
      </w:r>
      <w:r w:rsidR="004A4993">
        <w:t xml:space="preserve">) – </w:t>
      </w:r>
      <w:r>
        <w:t>en Écosse qu</w:t>
      </w:r>
      <w:r w:rsidR="004A4993">
        <w:t>’</w:t>
      </w:r>
      <w:r>
        <w:t>en Angl</w:t>
      </w:r>
      <w:r>
        <w:t>e</w:t>
      </w:r>
      <w:r>
        <w:t>terre</w:t>
      </w:r>
      <w:r w:rsidR="004A4993">
        <w:t xml:space="preserve"> ; </w:t>
      </w:r>
      <w:r>
        <w:t xml:space="preserve">le village de </w:t>
      </w:r>
      <w:proofErr w:type="spellStart"/>
      <w:r>
        <w:t>Gretna</w:t>
      </w:r>
      <w:proofErr w:type="spellEnd"/>
      <w:r>
        <w:t xml:space="preserve"> Green</w:t>
      </w:r>
      <w:r w:rsidR="004A4993">
        <w:t xml:space="preserve">, </w:t>
      </w:r>
      <w:r>
        <w:t>à quelques milles au nord de Carlisle</w:t>
      </w:r>
      <w:r w:rsidR="004A4993">
        <w:t xml:space="preserve">, </w:t>
      </w:r>
      <w:r>
        <w:t xml:space="preserve">et juste </w:t>
      </w:r>
      <w:proofErr w:type="spellStart"/>
      <w:r>
        <w:t>au delà</w:t>
      </w:r>
      <w:proofErr w:type="spellEnd"/>
      <w:r>
        <w:t xml:space="preserve"> de la frontière</w:t>
      </w:r>
      <w:r w:rsidR="004A4993">
        <w:t xml:space="preserve">, </w:t>
      </w:r>
      <w:r>
        <w:t>est resté célèbre par les mariages rapides qui s</w:t>
      </w:r>
      <w:r w:rsidR="004A4993">
        <w:t>’</w:t>
      </w:r>
      <w:r>
        <w:t>y célébraient</w:t>
      </w:r>
      <w:r w:rsidR="004A4993">
        <w:t xml:space="preserve">. </w:t>
      </w:r>
      <w:r>
        <w:t>Cette pratique a subsisté jusqu</w:t>
      </w:r>
      <w:r w:rsidR="004A4993">
        <w:t>’</w:t>
      </w:r>
      <w:r>
        <w:t>en 1856</w:t>
      </w:r>
      <w:r w:rsidR="004A4993">
        <w:t>. (</w:t>
      </w:r>
      <w:r>
        <w:rPr>
          <w:i/>
          <w:iCs/>
        </w:rPr>
        <w:t>N</w:t>
      </w:r>
      <w:r w:rsidR="004A4993">
        <w:rPr>
          <w:i/>
          <w:iCs/>
        </w:rPr>
        <w:t xml:space="preserve">. </w:t>
      </w:r>
      <w:r>
        <w:rPr>
          <w:i/>
          <w:iCs/>
        </w:rPr>
        <w:t>du Tr</w:t>
      </w:r>
      <w:r w:rsidR="004A4993">
        <w:t>.)</w:t>
      </w:r>
    </w:p>
  </w:footnote>
  <w:footnote w:id="11">
    <w:p w14:paraId="4146BDBB" w14:textId="29889E88" w:rsidR="008C5C61" w:rsidRDefault="008C5C61" w:rsidP="008C5C61">
      <w:pPr>
        <w:pStyle w:val="Notedebasdepage"/>
      </w:pPr>
      <w:r>
        <w:rPr>
          <w:rStyle w:val="Appelnotedebasdep"/>
        </w:rPr>
        <w:footnoteRef/>
      </w:r>
      <w:r>
        <w:t xml:space="preserve"> C</w:t>
      </w:r>
      <w:r w:rsidR="004A4993">
        <w:t>’</w:t>
      </w:r>
      <w:r>
        <w:t>est l</w:t>
      </w:r>
      <w:r w:rsidR="004A4993">
        <w:t>’</w:t>
      </w:r>
      <w:r>
        <w:t xml:space="preserve">un des </w:t>
      </w:r>
      <w:r w:rsidR="004A4993">
        <w:t>« </w:t>
      </w:r>
      <w:r>
        <w:t>bourgs</w:t>
      </w:r>
      <w:r w:rsidR="004A4993">
        <w:t> »</w:t>
      </w:r>
      <w:r>
        <w:t xml:space="preserve"> du centre de Londres</w:t>
      </w:r>
      <w:r w:rsidR="004A4993">
        <w:t>. (</w:t>
      </w:r>
      <w:r>
        <w:rPr>
          <w:i/>
          <w:iCs/>
        </w:rPr>
        <w:t>N</w:t>
      </w:r>
      <w:r w:rsidR="004A4993">
        <w:rPr>
          <w:i/>
          <w:iCs/>
        </w:rPr>
        <w:t xml:space="preserve">. </w:t>
      </w:r>
      <w:r>
        <w:rPr>
          <w:i/>
          <w:iCs/>
        </w:rPr>
        <w:t>du Tr</w:t>
      </w:r>
      <w:r w:rsidR="004A4993">
        <w:t>.)</w:t>
      </w:r>
    </w:p>
  </w:footnote>
  <w:footnote w:id="12">
    <w:p w14:paraId="51E997AF" w14:textId="79368299" w:rsidR="008C5C61" w:rsidRDefault="008C5C61" w:rsidP="008C5C61">
      <w:pPr>
        <w:pStyle w:val="Notedebasdepage"/>
      </w:pPr>
      <w:r>
        <w:rPr>
          <w:rStyle w:val="Appelnotedebasdep"/>
        </w:rPr>
        <w:footnoteRef/>
      </w:r>
      <w:r>
        <w:t xml:space="preserve"> La qualification </w:t>
      </w:r>
      <w:r w:rsidR="004A4993">
        <w:t>« </w:t>
      </w:r>
      <w:proofErr w:type="spellStart"/>
      <w:r>
        <w:t>Honourable</w:t>
      </w:r>
      <w:proofErr w:type="spellEnd"/>
      <w:r w:rsidR="004A4993">
        <w:t> » (</w:t>
      </w:r>
      <w:r>
        <w:t>Hon</w:t>
      </w:r>
      <w:r w:rsidR="004A4993">
        <w:t xml:space="preserve">.) </w:t>
      </w:r>
      <w:r>
        <w:t>est octroyée aux fils c</w:t>
      </w:r>
      <w:r>
        <w:t>a</w:t>
      </w:r>
      <w:r>
        <w:t>dets des comtes et aux filles des pairs de rang inférieur à celui de ma</w:t>
      </w:r>
      <w:r>
        <w:t>r</w:t>
      </w:r>
      <w:r>
        <w:t>quis</w:t>
      </w:r>
      <w:r w:rsidR="004A4993">
        <w:t xml:space="preserve">, </w:t>
      </w:r>
      <w:r>
        <w:t>aux dames d</w:t>
      </w:r>
      <w:r w:rsidR="004A4993">
        <w:t>’</w:t>
      </w:r>
      <w:r>
        <w:t>honneur</w:t>
      </w:r>
      <w:r w:rsidR="004A4993">
        <w:t xml:space="preserve">, </w:t>
      </w:r>
      <w:r>
        <w:t>aux juges à la Haute Cour et à divers autres dignitaires</w:t>
      </w:r>
      <w:r w:rsidR="004A4993">
        <w:t>. (</w:t>
      </w:r>
      <w:r>
        <w:rPr>
          <w:i/>
          <w:iCs/>
        </w:rPr>
        <w:t>N</w:t>
      </w:r>
      <w:r w:rsidR="004A4993">
        <w:rPr>
          <w:i/>
          <w:iCs/>
        </w:rPr>
        <w:t xml:space="preserve">. </w:t>
      </w:r>
      <w:r>
        <w:rPr>
          <w:i/>
          <w:iCs/>
        </w:rPr>
        <w:t>du Tr</w:t>
      </w:r>
      <w:r w:rsidR="004A4993">
        <w:t>.)</w:t>
      </w:r>
    </w:p>
  </w:footnote>
  <w:footnote w:id="13">
    <w:p w14:paraId="096CEBDF" w14:textId="3B3D1474" w:rsidR="008C5C61" w:rsidRDefault="008C5C61" w:rsidP="008C5C61">
      <w:pPr>
        <w:pStyle w:val="Notedebasdepage"/>
      </w:pPr>
      <w:r>
        <w:rPr>
          <w:rStyle w:val="Appelnotedebasdep"/>
        </w:rPr>
        <w:footnoteRef/>
      </w:r>
      <w:r>
        <w:t xml:space="preserve"> C</w:t>
      </w:r>
      <w:r w:rsidR="004A4993">
        <w:t>’</w:t>
      </w:r>
      <w:r>
        <w:t xml:space="preserve">est-à-dire </w:t>
      </w:r>
      <w:r w:rsidR="004A4993">
        <w:t>« </w:t>
      </w:r>
      <w:r>
        <w:t>esquire</w:t>
      </w:r>
      <w:r w:rsidR="004A4993">
        <w:t> » (</w:t>
      </w:r>
      <w:r>
        <w:t>écuyer</w:t>
      </w:r>
      <w:r w:rsidR="004A4993">
        <w:t xml:space="preserve">) ; </w:t>
      </w:r>
      <w:r>
        <w:t>ce titre n</w:t>
      </w:r>
      <w:r w:rsidR="004A4993">
        <w:t>’</w:t>
      </w:r>
      <w:r>
        <w:t>est plus</w:t>
      </w:r>
      <w:r w:rsidR="004A4993">
        <w:t xml:space="preserve">, </w:t>
      </w:r>
      <w:r>
        <w:t>aujourd</w:t>
      </w:r>
      <w:r w:rsidR="004A4993">
        <w:t>’</w:t>
      </w:r>
      <w:r>
        <w:t>hui</w:t>
      </w:r>
      <w:r w:rsidR="004A4993">
        <w:t xml:space="preserve">, </w:t>
      </w:r>
      <w:r>
        <w:t>qu</w:t>
      </w:r>
      <w:r w:rsidR="004A4993">
        <w:t>’</w:t>
      </w:r>
      <w:r>
        <w:t>une formule de politesse</w:t>
      </w:r>
      <w:r w:rsidR="004A4993">
        <w:t xml:space="preserve">, </w:t>
      </w:r>
      <w:r>
        <w:t>qu</w:t>
      </w:r>
      <w:r w:rsidR="004A4993">
        <w:t>’</w:t>
      </w:r>
      <w:r>
        <w:t>on accole à un nom d</w:t>
      </w:r>
      <w:r w:rsidR="004A4993">
        <w:t>’</w:t>
      </w:r>
      <w:r>
        <w:t>homme</w:t>
      </w:r>
      <w:r w:rsidR="004A4993">
        <w:t xml:space="preserve"> (</w:t>
      </w:r>
      <w:r>
        <w:t>précédé d</w:t>
      </w:r>
      <w:r w:rsidR="004A4993">
        <w:t>’</w:t>
      </w:r>
      <w:r>
        <w:t>un prénom</w:t>
      </w:r>
      <w:r w:rsidR="004A4993">
        <w:t xml:space="preserve">), </w:t>
      </w:r>
      <w:r>
        <w:t>par exemple dans l</w:t>
      </w:r>
      <w:r w:rsidR="004A4993">
        <w:t>’</w:t>
      </w:r>
      <w:r>
        <w:t>adresse écrite sur une enveloppe</w:t>
      </w:r>
      <w:r w:rsidR="004A4993">
        <w:t xml:space="preserve">, </w:t>
      </w:r>
      <w:r>
        <w:t>etc</w:t>
      </w:r>
      <w:r w:rsidR="004A4993">
        <w:t>. (</w:t>
      </w:r>
      <w:r>
        <w:rPr>
          <w:i/>
          <w:iCs/>
        </w:rPr>
        <w:t>N</w:t>
      </w:r>
      <w:r w:rsidR="004A4993">
        <w:rPr>
          <w:i/>
          <w:iCs/>
        </w:rPr>
        <w:t xml:space="preserve">. </w:t>
      </w:r>
      <w:r>
        <w:rPr>
          <w:i/>
          <w:iCs/>
        </w:rPr>
        <w:t>du Tr</w:t>
      </w:r>
      <w:r w:rsidR="004A4993">
        <w:t>.)</w:t>
      </w:r>
    </w:p>
  </w:footnote>
  <w:footnote w:id="14">
    <w:p w14:paraId="32A16E94" w14:textId="31467D22" w:rsidR="008C5C61" w:rsidRDefault="008C5C61" w:rsidP="008C5C61">
      <w:pPr>
        <w:pStyle w:val="Notedebasdepage"/>
      </w:pPr>
      <w:r>
        <w:rPr>
          <w:rStyle w:val="Appelnotedebasdep"/>
        </w:rPr>
        <w:footnoteRef/>
      </w:r>
      <w:r>
        <w:t xml:space="preserve"> Rappelons que les </w:t>
      </w:r>
      <w:r w:rsidR="004A4993">
        <w:t>« </w:t>
      </w:r>
      <w:r>
        <w:t xml:space="preserve">public </w:t>
      </w:r>
      <w:proofErr w:type="spellStart"/>
      <w:r>
        <w:t>schools</w:t>
      </w:r>
      <w:proofErr w:type="spellEnd"/>
      <w:r w:rsidR="004A4993">
        <w:t> »</w:t>
      </w:r>
      <w:r>
        <w:t xml:space="preserve"> sont des écoles secondaires</w:t>
      </w:r>
      <w:r w:rsidR="004A4993">
        <w:t xml:space="preserve"> (</w:t>
      </w:r>
      <w:r>
        <w:t>d</w:t>
      </w:r>
      <w:r w:rsidR="004A4993">
        <w:t>’</w:t>
      </w:r>
      <w:r>
        <w:t>ailleurs privées</w:t>
      </w:r>
      <w:r w:rsidR="004A4993">
        <w:t xml:space="preserve">) </w:t>
      </w:r>
      <w:r>
        <w:t>où le régime est l</w:t>
      </w:r>
      <w:r w:rsidR="004A4993">
        <w:t>’</w:t>
      </w:r>
      <w:r>
        <w:t>internat ou la cohabitation chez des professeurs</w:t>
      </w:r>
      <w:r w:rsidR="004A4993">
        <w:t xml:space="preserve">, </w:t>
      </w:r>
      <w:r>
        <w:t>et qui sont réservées</w:t>
      </w:r>
      <w:r w:rsidR="004A4993">
        <w:t xml:space="preserve">, </w:t>
      </w:r>
      <w:r>
        <w:t>en fait</w:t>
      </w:r>
      <w:r w:rsidR="004A4993">
        <w:t xml:space="preserve">, </w:t>
      </w:r>
      <w:r>
        <w:t>aux enfants de la classe riche</w:t>
      </w:r>
      <w:r w:rsidR="004A4993">
        <w:t>. (</w:t>
      </w:r>
      <w:r>
        <w:rPr>
          <w:i/>
          <w:iCs/>
        </w:rPr>
        <w:t>N</w:t>
      </w:r>
      <w:r w:rsidR="004A4993">
        <w:rPr>
          <w:i/>
          <w:iCs/>
        </w:rPr>
        <w:t xml:space="preserve">. </w:t>
      </w:r>
      <w:r>
        <w:rPr>
          <w:i/>
          <w:iCs/>
        </w:rPr>
        <w:t>du Tr</w:t>
      </w:r>
      <w:r w:rsidR="004A4993">
        <w:t>.)</w:t>
      </w:r>
    </w:p>
  </w:footnote>
  <w:footnote w:id="15">
    <w:p w14:paraId="761BEFD1" w14:textId="783B56C4" w:rsidR="008C5C61" w:rsidRDefault="008C5C61" w:rsidP="008C5C61">
      <w:pPr>
        <w:pStyle w:val="Notedebasdepage"/>
      </w:pPr>
      <w:r>
        <w:rPr>
          <w:rStyle w:val="Appelnotedebasdep"/>
        </w:rPr>
        <w:footnoteRef/>
      </w:r>
      <w:r>
        <w:t xml:space="preserve"> Le terme anglais est </w:t>
      </w:r>
      <w:r w:rsidR="004A4993">
        <w:t>« </w:t>
      </w:r>
      <w:proofErr w:type="spellStart"/>
      <w:r>
        <w:t>rectory</w:t>
      </w:r>
      <w:proofErr w:type="spellEnd"/>
      <w:r w:rsidR="004A4993">
        <w:t xml:space="preserve"> » : </w:t>
      </w:r>
      <w:r>
        <w:t>c</w:t>
      </w:r>
      <w:r w:rsidR="004A4993">
        <w:t>’</w:t>
      </w:r>
      <w:r>
        <w:t>est une cure à laquelle est ra</w:t>
      </w:r>
      <w:r>
        <w:t>t</w:t>
      </w:r>
      <w:r>
        <w:t>tachée</w:t>
      </w:r>
      <w:r w:rsidR="004A4993">
        <w:t xml:space="preserve">, </w:t>
      </w:r>
      <w:r>
        <w:t>outre le bénéfice proprement dit</w:t>
      </w:r>
      <w:r w:rsidR="004A4993">
        <w:t xml:space="preserve">, </w:t>
      </w:r>
      <w:r>
        <w:t>la perception d</w:t>
      </w:r>
      <w:r w:rsidR="004A4993">
        <w:t>’</w:t>
      </w:r>
      <w:r>
        <w:t>une dîme</w:t>
      </w:r>
      <w:r w:rsidR="004A4993">
        <w:t>. (</w:t>
      </w:r>
      <w:r>
        <w:rPr>
          <w:i/>
          <w:iCs/>
        </w:rPr>
        <w:t>N</w:t>
      </w:r>
      <w:r w:rsidR="004A4993">
        <w:rPr>
          <w:i/>
          <w:iCs/>
        </w:rPr>
        <w:t xml:space="preserve">. </w:t>
      </w:r>
      <w:r>
        <w:rPr>
          <w:i/>
          <w:iCs/>
        </w:rPr>
        <w:t>du Tr</w:t>
      </w:r>
      <w:r w:rsidR="004A4993">
        <w:t>.)</w:t>
      </w:r>
    </w:p>
  </w:footnote>
  <w:footnote w:id="16">
    <w:p w14:paraId="28CC0CC7" w14:textId="177CA01B" w:rsidR="008C5C61" w:rsidRDefault="008C5C61" w:rsidP="008C5C61">
      <w:pPr>
        <w:pStyle w:val="Notedebasdepage"/>
      </w:pPr>
      <w:r>
        <w:rPr>
          <w:rStyle w:val="Appelnotedebasdep"/>
        </w:rPr>
        <w:footnoteRef/>
      </w:r>
      <w:r>
        <w:t xml:space="preserve"> Ce sont des noms tout à fait courants</w:t>
      </w:r>
      <w:r w:rsidR="004A4993">
        <w:t xml:space="preserve">, </w:t>
      </w:r>
      <w:r>
        <w:t>équivalents</w:t>
      </w:r>
      <w:r w:rsidR="004A4993">
        <w:t xml:space="preserve">, </w:t>
      </w:r>
      <w:r>
        <w:t>par exemple</w:t>
      </w:r>
      <w:r w:rsidR="004A4993">
        <w:t xml:space="preserve">, </w:t>
      </w:r>
      <w:r>
        <w:t>à Paul Durand et Marie Dupont</w:t>
      </w:r>
      <w:r w:rsidR="004A4993">
        <w:t>. (</w:t>
      </w:r>
      <w:r>
        <w:rPr>
          <w:i/>
          <w:iCs/>
        </w:rPr>
        <w:t>N</w:t>
      </w:r>
      <w:r w:rsidR="004A4993">
        <w:rPr>
          <w:i/>
          <w:iCs/>
        </w:rPr>
        <w:t xml:space="preserve">. </w:t>
      </w:r>
      <w:r>
        <w:rPr>
          <w:i/>
          <w:iCs/>
        </w:rPr>
        <w:t>du Tr</w:t>
      </w:r>
      <w:r w:rsidR="004A4993">
        <w:t>.)</w:t>
      </w:r>
    </w:p>
  </w:footnote>
  <w:footnote w:id="17">
    <w:p w14:paraId="3712FED7" w14:textId="2316EBE0" w:rsidR="008C5C61" w:rsidRDefault="008C5C61" w:rsidP="008C5C61">
      <w:pPr>
        <w:pStyle w:val="Notedebasdepage"/>
      </w:pPr>
      <w:r>
        <w:rPr>
          <w:rStyle w:val="Appelnotedebasdep"/>
        </w:rPr>
        <w:footnoteRef/>
      </w:r>
      <w:r>
        <w:t xml:space="preserve"> C</w:t>
      </w:r>
      <w:r w:rsidR="004A4993">
        <w:t>’</w:t>
      </w:r>
      <w:r>
        <w:t>est une bière brune et forte</w:t>
      </w:r>
      <w:r w:rsidR="004A4993">
        <w:t>. (</w:t>
      </w:r>
      <w:r>
        <w:rPr>
          <w:i/>
          <w:iCs/>
        </w:rPr>
        <w:t>N</w:t>
      </w:r>
      <w:r w:rsidR="004A4993">
        <w:rPr>
          <w:i/>
          <w:iCs/>
        </w:rPr>
        <w:t xml:space="preserve">. </w:t>
      </w:r>
      <w:r>
        <w:rPr>
          <w:i/>
          <w:iCs/>
        </w:rPr>
        <w:t>du Tr</w:t>
      </w:r>
      <w:r w:rsidR="004A4993">
        <w:t>.)</w:t>
      </w:r>
    </w:p>
  </w:footnote>
  <w:footnote w:id="18">
    <w:p w14:paraId="6EC7620F" w14:textId="4163AF77" w:rsidR="008C5C61" w:rsidRDefault="008C5C61" w:rsidP="008C5C61">
      <w:pPr>
        <w:pStyle w:val="Notedebasdepage"/>
      </w:pPr>
      <w:r>
        <w:rPr>
          <w:rStyle w:val="Appelnotedebasdep"/>
        </w:rPr>
        <w:footnoteRef/>
      </w:r>
      <w:r>
        <w:t xml:space="preserve"> C</w:t>
      </w:r>
      <w:r w:rsidR="004A4993">
        <w:t>’</w:t>
      </w:r>
      <w:r>
        <w:t>est l</w:t>
      </w:r>
      <w:r w:rsidR="004A4993">
        <w:t>’</w:t>
      </w:r>
      <w:r>
        <w:t>un des plus anciens théâtres de Londres</w:t>
      </w:r>
      <w:r w:rsidR="004A4993">
        <w:t xml:space="preserve">, </w:t>
      </w:r>
      <w:r>
        <w:t>qui subsiste e</w:t>
      </w:r>
      <w:r>
        <w:t>n</w:t>
      </w:r>
      <w:r>
        <w:t>core</w:t>
      </w:r>
      <w:r w:rsidR="004A4993">
        <w:t>. (</w:t>
      </w:r>
      <w:r>
        <w:rPr>
          <w:i/>
        </w:rPr>
        <w:t>N</w:t>
      </w:r>
      <w:r w:rsidR="004A4993">
        <w:rPr>
          <w:i/>
        </w:rPr>
        <w:t xml:space="preserve">. </w:t>
      </w:r>
      <w:r>
        <w:rPr>
          <w:i/>
        </w:rPr>
        <w:t>du Tr</w:t>
      </w:r>
      <w:r w:rsidR="004A4993">
        <w:rPr>
          <w: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283930533">
    <w:abstractNumId w:val="11"/>
  </w:num>
  <w:num w:numId="2" w16cid:durableId="1641499634">
    <w:abstractNumId w:val="12"/>
  </w:num>
  <w:num w:numId="3" w16cid:durableId="1167598348">
    <w:abstractNumId w:val="13"/>
  </w:num>
  <w:num w:numId="4" w16cid:durableId="745610357">
    <w:abstractNumId w:val="14"/>
  </w:num>
  <w:num w:numId="5" w16cid:durableId="1789546799">
    <w:abstractNumId w:val="8"/>
  </w:num>
  <w:num w:numId="6" w16cid:durableId="1095634732">
    <w:abstractNumId w:val="3"/>
  </w:num>
  <w:num w:numId="7" w16cid:durableId="976760825">
    <w:abstractNumId w:val="2"/>
  </w:num>
  <w:num w:numId="8" w16cid:durableId="711345323">
    <w:abstractNumId w:val="1"/>
  </w:num>
  <w:num w:numId="9" w16cid:durableId="251402939">
    <w:abstractNumId w:val="0"/>
  </w:num>
  <w:num w:numId="10" w16cid:durableId="972491551">
    <w:abstractNumId w:val="9"/>
  </w:num>
  <w:num w:numId="11" w16cid:durableId="1571042291">
    <w:abstractNumId w:val="7"/>
  </w:num>
  <w:num w:numId="12" w16cid:durableId="1105417424">
    <w:abstractNumId w:val="6"/>
  </w:num>
  <w:num w:numId="13" w16cid:durableId="2070883983">
    <w:abstractNumId w:val="5"/>
  </w:num>
  <w:num w:numId="14" w16cid:durableId="1552887380">
    <w:abstractNumId w:val="4"/>
  </w:num>
  <w:num w:numId="15" w16cid:durableId="257616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autoHyphenation/>
  <w:hyphenationZone w:val="284"/>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487A05"/>
    <w:rsid w:val="004A4993"/>
    <w:rsid w:val="006335EB"/>
    <w:rsid w:val="00883FCC"/>
    <w:rsid w:val="008C5C61"/>
    <w:rsid w:val="00900ED2"/>
    <w:rsid w:val="00926FEF"/>
    <w:rsid w:val="00A55FA5"/>
    <w:rsid w:val="00BB725E"/>
  </w:rsids>
  <m:mathPr>
    <m:mathFont m:val="Cambria Math"/>
    <m:brkBin m:val="before"/>
    <m:brkBinSub m:val="--"/>
    <m:smallFrac m:val="0"/>
    <m:dispDef m:val="0"/>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9E2531"/>
  <w15:chartTrackingRefBased/>
  <w15:docId w15:val="{F96D336E-45A4-4C77-9846-0FF7E420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0ED2"/>
    <w:pPr>
      <w:spacing w:before="240" w:after="240"/>
      <w:ind w:firstLine="680"/>
      <w:jc w:val="both"/>
    </w:pPr>
    <w:rPr>
      <w:rFonts w:ascii="Amasis30" w:hAnsi="Amasis30"/>
      <w:sz w:val="36"/>
      <w:szCs w:val="24"/>
    </w:rPr>
  </w:style>
  <w:style w:type="paragraph" w:styleId="Titre1">
    <w:name w:val="heading 1"/>
    <w:basedOn w:val="Normal"/>
    <w:next w:val="Normal"/>
    <w:qFormat/>
    <w:rsid w:val="004A4993"/>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4A4993"/>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4A4993"/>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4A4993"/>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4A4993"/>
  </w:style>
  <w:style w:type="character" w:styleId="Lienhypertexte">
    <w:name w:val="Hyperlink"/>
    <w:uiPriority w:val="99"/>
    <w:rsid w:val="004A4993"/>
    <w:rPr>
      <w:rFonts w:ascii="Amasis30" w:hAnsi="Amasis30"/>
      <w:color w:val="004080"/>
      <w:u w:val="single"/>
    </w:rPr>
  </w:style>
  <w:style w:type="paragraph" w:styleId="Explorateurdedocuments">
    <w:name w:val="Document Map"/>
    <w:basedOn w:val="Normal"/>
    <w:semiHidden/>
    <w:rsid w:val="004A4993"/>
    <w:pPr>
      <w:shd w:val="clear" w:color="auto" w:fill="000080"/>
    </w:pPr>
    <w:rPr>
      <w:rFonts w:ascii="Tahoma" w:hAnsi="Tahoma" w:cs="Tahoma"/>
    </w:rPr>
  </w:style>
  <w:style w:type="paragraph" w:styleId="TM1">
    <w:name w:val="toc 1"/>
    <w:basedOn w:val="Normal"/>
    <w:next w:val="Normal"/>
    <w:autoRedefine/>
    <w:uiPriority w:val="39"/>
    <w:rsid w:val="004A4993"/>
    <w:pPr>
      <w:tabs>
        <w:tab w:val="right" w:leader="dot" w:pos="9639"/>
      </w:tabs>
      <w:spacing w:before="180" w:after="180"/>
      <w:ind w:firstLine="0"/>
      <w:jc w:val="left"/>
    </w:pPr>
    <w:rPr>
      <w:bCs/>
      <w:iCs/>
      <w:noProof/>
      <w:color w:val="000080"/>
      <w:szCs w:val="28"/>
    </w:rPr>
  </w:style>
  <w:style w:type="paragraph" w:styleId="En-tte">
    <w:name w:val="header"/>
    <w:basedOn w:val="Normal"/>
    <w:rsid w:val="004A4993"/>
    <w:pPr>
      <w:tabs>
        <w:tab w:val="center" w:pos="4536"/>
        <w:tab w:val="right" w:pos="9072"/>
      </w:tabs>
    </w:pPr>
  </w:style>
  <w:style w:type="paragraph" w:styleId="Pieddepage">
    <w:name w:val="footer"/>
    <w:basedOn w:val="Normal"/>
    <w:rsid w:val="004A4993"/>
    <w:pPr>
      <w:tabs>
        <w:tab w:val="center" w:pos="4536"/>
        <w:tab w:val="right" w:pos="9072"/>
      </w:tabs>
      <w:ind w:firstLine="0"/>
      <w:jc w:val="center"/>
    </w:pPr>
    <w:rPr>
      <w:sz w:val="32"/>
    </w:rPr>
  </w:style>
  <w:style w:type="character" w:styleId="Numrodepage">
    <w:name w:val="page number"/>
    <w:basedOn w:val="Policepardfaut"/>
    <w:rsid w:val="004A4993"/>
  </w:style>
  <w:style w:type="paragraph" w:styleId="TM2">
    <w:name w:val="toc 2"/>
    <w:basedOn w:val="Normal"/>
    <w:next w:val="Normal"/>
    <w:autoRedefine/>
    <w:uiPriority w:val="39"/>
    <w:rsid w:val="004A4993"/>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4A4993"/>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4A4993"/>
    <w:pPr>
      <w:ind w:left="780"/>
    </w:pPr>
  </w:style>
  <w:style w:type="paragraph" w:styleId="TM5">
    <w:name w:val="toc 5"/>
    <w:basedOn w:val="Normal"/>
    <w:next w:val="Normal"/>
    <w:autoRedefine/>
    <w:semiHidden/>
    <w:rsid w:val="004A4993"/>
    <w:pPr>
      <w:ind w:left="1040"/>
    </w:pPr>
  </w:style>
  <w:style w:type="paragraph" w:styleId="TM6">
    <w:name w:val="toc 6"/>
    <w:basedOn w:val="Normal"/>
    <w:next w:val="Normal"/>
    <w:autoRedefine/>
    <w:semiHidden/>
    <w:rsid w:val="004A4993"/>
    <w:pPr>
      <w:ind w:left="1300"/>
    </w:pPr>
  </w:style>
  <w:style w:type="paragraph" w:styleId="TM7">
    <w:name w:val="toc 7"/>
    <w:basedOn w:val="Normal"/>
    <w:next w:val="Normal"/>
    <w:autoRedefine/>
    <w:semiHidden/>
    <w:rsid w:val="004A4993"/>
    <w:pPr>
      <w:ind w:left="1560"/>
    </w:pPr>
  </w:style>
  <w:style w:type="paragraph" w:styleId="TM8">
    <w:name w:val="toc 8"/>
    <w:basedOn w:val="Normal"/>
    <w:next w:val="Normal"/>
    <w:autoRedefine/>
    <w:semiHidden/>
    <w:rsid w:val="004A4993"/>
    <w:pPr>
      <w:ind w:left="1820"/>
    </w:pPr>
  </w:style>
  <w:style w:type="paragraph" w:styleId="TM9">
    <w:name w:val="toc 9"/>
    <w:basedOn w:val="Normal"/>
    <w:next w:val="Normal"/>
    <w:autoRedefine/>
    <w:semiHidden/>
    <w:rsid w:val="004A4993"/>
    <w:pPr>
      <w:ind w:left="2080"/>
    </w:pPr>
  </w:style>
  <w:style w:type="paragraph" w:styleId="Retraitcorpsdetexte">
    <w:name w:val="Body Text Indent"/>
    <w:basedOn w:val="Normal"/>
    <w:pPr>
      <w:jc w:val="center"/>
    </w:pPr>
    <w:rPr>
      <w:rFonts w:ascii="Arial" w:hAnsi="Arial"/>
    </w:rPr>
  </w:style>
  <w:style w:type="character" w:styleId="Appelnotedebasdep">
    <w:name w:val="footnote reference"/>
    <w:qFormat/>
    <w:rsid w:val="004A4993"/>
    <w:rPr>
      <w:rFonts w:ascii="Amasis30" w:hAnsi="Amasis30"/>
      <w:b/>
      <w:sz w:val="36"/>
      <w:vertAlign w:val="superscript"/>
    </w:rPr>
  </w:style>
  <w:style w:type="paragraph" w:styleId="Notedebasdepage">
    <w:name w:val="footnote text"/>
    <w:basedOn w:val="Taille-1Normal"/>
    <w:qFormat/>
    <w:rsid w:val="004A4993"/>
    <w:rPr>
      <w:szCs w:val="30"/>
    </w:rPr>
  </w:style>
  <w:style w:type="paragraph" w:styleId="Retraitcorpsdetexte3">
    <w:name w:val="Body Text Indent 3"/>
    <w:basedOn w:val="Normal"/>
    <w:pPr>
      <w:ind w:left="540" w:firstLine="27"/>
    </w:pPr>
    <w:rPr>
      <w:rFonts w:ascii="Helvetica" w:hAnsi="Helvetica"/>
      <w:color w:val="000000"/>
      <w:sz w:val="20"/>
    </w:rPr>
  </w:style>
  <w:style w:type="paragraph" w:customStyle="1" w:styleId="Auteur">
    <w:name w:val="Auteur"/>
    <w:basedOn w:val="Normal"/>
    <w:rsid w:val="004A4993"/>
    <w:pPr>
      <w:spacing w:before="0" w:after="1800"/>
      <w:ind w:right="851" w:firstLine="0"/>
      <w:jc w:val="right"/>
    </w:pPr>
    <w:rPr>
      <w:sz w:val="48"/>
    </w:rPr>
  </w:style>
  <w:style w:type="paragraph" w:customStyle="1" w:styleId="Titrelivre">
    <w:name w:val="Titre_livre"/>
    <w:basedOn w:val="Normal"/>
    <w:rsid w:val="004A4993"/>
    <w:pPr>
      <w:spacing w:before="0" w:after="1200"/>
      <w:ind w:left="2268" w:right="851" w:firstLine="0"/>
      <w:jc w:val="right"/>
    </w:pPr>
    <w:rPr>
      <w:b/>
      <w:bCs/>
      <w:sz w:val="72"/>
    </w:rPr>
  </w:style>
  <w:style w:type="paragraph" w:customStyle="1" w:styleId="Soustitrelivre">
    <w:name w:val="Sous_titre_livre"/>
    <w:basedOn w:val="Normal"/>
    <w:rsid w:val="004A4993"/>
    <w:pPr>
      <w:spacing w:before="0" w:after="2160"/>
      <w:ind w:left="2268" w:right="851" w:firstLine="0"/>
      <w:jc w:val="right"/>
    </w:pPr>
    <w:rPr>
      <w:bCs/>
      <w:sz w:val="44"/>
      <w:szCs w:val="36"/>
    </w:rPr>
  </w:style>
  <w:style w:type="paragraph" w:customStyle="1" w:styleId="Aproposdispositions">
    <w:name w:val="A_propos_dispositions"/>
    <w:basedOn w:val="Normal"/>
    <w:pPr>
      <w:ind w:left="567" w:firstLine="0"/>
    </w:pPr>
    <w:rPr>
      <w:sz w:val="30"/>
    </w:rPr>
  </w:style>
  <w:style w:type="paragraph" w:customStyle="1" w:styleId="Photoauteur">
    <w:name w:val="Photo_auteur"/>
    <w:basedOn w:val="Normal"/>
    <w:rsid w:val="004A4993"/>
    <w:pPr>
      <w:spacing w:after="1080"/>
      <w:ind w:left="2268" w:firstLine="0"/>
      <w:jc w:val="center"/>
    </w:pPr>
    <w:rPr>
      <w:noProof/>
    </w:rPr>
  </w:style>
  <w:style w:type="paragraph" w:customStyle="1" w:styleId="DateSortie">
    <w:name w:val="Date_Sortie"/>
    <w:basedOn w:val="Normal"/>
    <w:rsid w:val="004A4993"/>
    <w:pPr>
      <w:spacing w:before="0" w:after="0"/>
      <w:ind w:right="1418" w:firstLine="0"/>
      <w:jc w:val="right"/>
    </w:pPr>
    <w:rPr>
      <w:bCs/>
      <w:sz w:val="40"/>
    </w:rPr>
  </w:style>
  <w:style w:type="paragraph" w:customStyle="1" w:styleId="Titretablematires">
    <w:name w:val="Titre table matières"/>
    <w:basedOn w:val="Normal"/>
    <w:rsid w:val="004A4993"/>
    <w:pPr>
      <w:pBdr>
        <w:top w:val="single" w:sz="8" w:space="1" w:color="auto"/>
        <w:bottom w:val="single" w:sz="8" w:space="1" w:color="auto"/>
      </w:pBdr>
      <w:ind w:left="2552" w:right="2552" w:firstLine="0"/>
      <w:jc w:val="center"/>
    </w:pPr>
    <w:rPr>
      <w:bCs/>
    </w:rPr>
  </w:style>
  <w:style w:type="paragraph" w:styleId="Textedebulles">
    <w:name w:val="Balloon Text"/>
    <w:basedOn w:val="Normal"/>
    <w:semiHidden/>
    <w:rsid w:val="00E30825"/>
    <w:rPr>
      <w:rFonts w:ascii="Tahoma" w:hAnsi="Tahoma" w:cs="Tahoma"/>
      <w:sz w:val="16"/>
      <w:szCs w:val="16"/>
    </w:rPr>
  </w:style>
  <w:style w:type="character" w:styleId="Marquedecommentaire">
    <w:name w:val="annotation reference"/>
    <w:basedOn w:val="Policepardfaut"/>
    <w:semiHidden/>
    <w:rsid w:val="00E30825"/>
    <w:rPr>
      <w:sz w:val="16"/>
      <w:szCs w:val="16"/>
    </w:rPr>
  </w:style>
  <w:style w:type="paragraph" w:styleId="Commentaire">
    <w:name w:val="annotation text"/>
    <w:basedOn w:val="Normal"/>
    <w:semiHidden/>
    <w:rsid w:val="00E30825"/>
    <w:rPr>
      <w:sz w:val="20"/>
      <w:szCs w:val="20"/>
    </w:rPr>
  </w:style>
  <w:style w:type="paragraph" w:styleId="Rvision">
    <w:name w:val="Revision"/>
    <w:hidden/>
    <w:uiPriority w:val="71"/>
    <w:rsid w:val="00BB725E"/>
    <w:rPr>
      <w:rFonts w:ascii="Georgia" w:hAnsi="Georgia"/>
      <w:sz w:val="32"/>
      <w:szCs w:val="24"/>
    </w:rPr>
  </w:style>
  <w:style w:type="paragraph" w:customStyle="1" w:styleId="Centr">
    <w:name w:val="Centré"/>
    <w:basedOn w:val="Normal"/>
    <w:rsid w:val="004A4993"/>
    <w:pPr>
      <w:ind w:firstLine="0"/>
      <w:jc w:val="center"/>
    </w:pPr>
    <w:rPr>
      <w:szCs w:val="20"/>
    </w:rPr>
  </w:style>
  <w:style w:type="paragraph" w:customStyle="1" w:styleId="NormalSansIndent">
    <w:name w:val="NormalSansIndent"/>
    <w:basedOn w:val="Normal"/>
    <w:rsid w:val="004A4993"/>
    <w:pPr>
      <w:ind w:firstLine="0"/>
    </w:pPr>
    <w:rPr>
      <w:szCs w:val="20"/>
    </w:rPr>
  </w:style>
  <w:style w:type="paragraph" w:customStyle="1" w:styleId="NormalSolidaire">
    <w:name w:val="NormalSolidaire"/>
    <w:basedOn w:val="Normal"/>
    <w:qFormat/>
    <w:rsid w:val="004A4993"/>
    <w:pPr>
      <w:keepNext/>
    </w:pPr>
  </w:style>
  <w:style w:type="paragraph" w:customStyle="1" w:styleId="NormalSautPageAvant">
    <w:name w:val="NormalSautPageAvant"/>
    <w:basedOn w:val="Normal"/>
    <w:qFormat/>
    <w:rsid w:val="004A4993"/>
    <w:pPr>
      <w:pageBreakBefore/>
    </w:pPr>
  </w:style>
  <w:style w:type="paragraph" w:customStyle="1" w:styleId="NormalEspAvtGrand">
    <w:name w:val="NormalEspAvtGrand"/>
    <w:basedOn w:val="Normal"/>
    <w:rsid w:val="004A4993"/>
    <w:pPr>
      <w:spacing w:before="2640"/>
    </w:pPr>
    <w:rPr>
      <w:szCs w:val="20"/>
    </w:rPr>
  </w:style>
  <w:style w:type="paragraph" w:customStyle="1" w:styleId="CentrEspAvt0">
    <w:name w:val="CentréEspAvt0"/>
    <w:basedOn w:val="Centr"/>
    <w:next w:val="CentrEspAvt0EspApr0"/>
    <w:rsid w:val="004A4993"/>
    <w:pPr>
      <w:spacing w:before="0"/>
    </w:pPr>
  </w:style>
  <w:style w:type="paragraph" w:customStyle="1" w:styleId="CentrEspApr0">
    <w:name w:val="CentréEspApr0"/>
    <w:basedOn w:val="Centr"/>
    <w:next w:val="Normal"/>
    <w:rsid w:val="004A4993"/>
    <w:pPr>
      <w:spacing w:after="0"/>
    </w:pPr>
  </w:style>
  <w:style w:type="paragraph" w:customStyle="1" w:styleId="CentrEspAvt0EspApr0">
    <w:name w:val="CentréEspAvt0EspApr0"/>
    <w:basedOn w:val="Centr"/>
    <w:rsid w:val="004A4993"/>
    <w:pPr>
      <w:spacing w:before="0" w:after="0"/>
    </w:pPr>
  </w:style>
  <w:style w:type="paragraph" w:customStyle="1" w:styleId="Droite">
    <w:name w:val="Droite"/>
    <w:basedOn w:val="Normal"/>
    <w:next w:val="Normal"/>
    <w:rsid w:val="004A4993"/>
    <w:pPr>
      <w:ind w:firstLine="0"/>
      <w:jc w:val="right"/>
    </w:pPr>
    <w:rPr>
      <w:szCs w:val="20"/>
    </w:rPr>
  </w:style>
  <w:style w:type="paragraph" w:customStyle="1" w:styleId="DroiteRetraitGauche1X">
    <w:name w:val="DroiteRetraitGauche1X"/>
    <w:basedOn w:val="Droite"/>
    <w:next w:val="Normal"/>
    <w:rsid w:val="004A4993"/>
    <w:pPr>
      <w:ind w:left="680"/>
    </w:pPr>
  </w:style>
  <w:style w:type="paragraph" w:customStyle="1" w:styleId="DroiteRetraitGauche2X">
    <w:name w:val="DroiteRetraitGauche2X"/>
    <w:basedOn w:val="Droite"/>
    <w:next w:val="Normal"/>
    <w:rsid w:val="004A4993"/>
    <w:pPr>
      <w:ind w:left="1361"/>
    </w:pPr>
  </w:style>
  <w:style w:type="paragraph" w:customStyle="1" w:styleId="DroiteRetraitGauche3X">
    <w:name w:val="DroiteRetraitGauche3X"/>
    <w:basedOn w:val="Droite"/>
    <w:next w:val="Normal"/>
    <w:rsid w:val="004A4993"/>
    <w:pPr>
      <w:ind w:left="2041"/>
    </w:pPr>
  </w:style>
  <w:style w:type="paragraph" w:customStyle="1" w:styleId="DroiteRetraitGauche4X">
    <w:name w:val="DroiteRetraitGauche4X"/>
    <w:basedOn w:val="Droite"/>
    <w:next w:val="Normal"/>
    <w:rsid w:val="004A4993"/>
    <w:pPr>
      <w:ind w:left="2722"/>
    </w:pPr>
  </w:style>
  <w:style w:type="paragraph" w:customStyle="1" w:styleId="Taille-1Normal">
    <w:name w:val="Taille-1Normal"/>
    <w:basedOn w:val="Normal"/>
    <w:rsid w:val="004A4993"/>
    <w:rPr>
      <w:sz w:val="32"/>
      <w:szCs w:val="28"/>
    </w:rPr>
  </w:style>
  <w:style w:type="paragraph" w:customStyle="1" w:styleId="Taille-1RetraitGauche1X">
    <w:name w:val="Taille-1RetraitGauche1X"/>
    <w:basedOn w:val="Taille-1Normal"/>
    <w:rsid w:val="004A4993"/>
    <w:pPr>
      <w:ind w:left="680"/>
    </w:pPr>
    <w:rPr>
      <w:szCs w:val="20"/>
    </w:rPr>
  </w:style>
  <w:style w:type="paragraph" w:customStyle="1" w:styleId="Taille-1RetraitGauche2X">
    <w:name w:val="Taille-1RetraitGauche2X"/>
    <w:basedOn w:val="Taille-1Normal"/>
    <w:rsid w:val="004A4993"/>
    <w:pPr>
      <w:ind w:left="1361"/>
    </w:pPr>
    <w:rPr>
      <w:szCs w:val="20"/>
    </w:rPr>
  </w:style>
  <w:style w:type="paragraph" w:customStyle="1" w:styleId="Taille-1RetraitGauche3X">
    <w:name w:val="Taille-1RetraitGauche3X"/>
    <w:basedOn w:val="Taille-1Normal"/>
    <w:rsid w:val="004A4993"/>
    <w:pPr>
      <w:ind w:left="2041"/>
    </w:pPr>
    <w:rPr>
      <w:szCs w:val="20"/>
    </w:rPr>
  </w:style>
  <w:style w:type="paragraph" w:customStyle="1" w:styleId="Taille-1RetraitGauche1XIndent0">
    <w:name w:val="Taille-1RetraitGauche1XIndent0"/>
    <w:basedOn w:val="Taille-1RetraitGauche1X"/>
    <w:rsid w:val="004A4993"/>
    <w:pPr>
      <w:ind w:firstLine="0"/>
    </w:pPr>
  </w:style>
  <w:style w:type="paragraph" w:customStyle="1" w:styleId="Taille-1RetraitGauche2XIndent0">
    <w:name w:val="Taille-1RetraitGauche2XIndent0"/>
    <w:basedOn w:val="Taille-1RetraitGauche2X"/>
    <w:rsid w:val="004A4993"/>
    <w:pPr>
      <w:ind w:firstLine="0"/>
    </w:pPr>
  </w:style>
  <w:style w:type="paragraph" w:customStyle="1" w:styleId="Taille-1RetraitGauche3XIndent0">
    <w:name w:val="Taille-1RetraitGauche3XIndent0"/>
    <w:basedOn w:val="Taille-1RetraitGauche3X"/>
    <w:rsid w:val="004A4993"/>
    <w:pPr>
      <w:ind w:firstLine="0"/>
    </w:pPr>
  </w:style>
  <w:style w:type="paragraph" w:customStyle="1" w:styleId="Taille-1RetraitGauche4XIndent0">
    <w:name w:val="Taille-1RetraitGauche4XIndent0"/>
    <w:basedOn w:val="Taille-1Normal"/>
    <w:rsid w:val="004A4993"/>
    <w:pPr>
      <w:ind w:left="2722" w:firstLine="0"/>
    </w:pPr>
    <w:rPr>
      <w:szCs w:val="20"/>
    </w:rPr>
  </w:style>
  <w:style w:type="paragraph" w:customStyle="1" w:styleId="NormalRetraitGauche1X">
    <w:name w:val="NormalRetraitGauche1X"/>
    <w:basedOn w:val="Normal"/>
    <w:rsid w:val="004A4993"/>
    <w:pPr>
      <w:ind w:left="680"/>
    </w:pPr>
    <w:rPr>
      <w:szCs w:val="20"/>
    </w:rPr>
  </w:style>
  <w:style w:type="paragraph" w:customStyle="1" w:styleId="NormalRetraitGauche2X">
    <w:name w:val="NormalRetraitGauche2X"/>
    <w:basedOn w:val="Normal"/>
    <w:rsid w:val="004A4993"/>
    <w:pPr>
      <w:ind w:left="1361"/>
    </w:pPr>
    <w:rPr>
      <w:szCs w:val="20"/>
    </w:rPr>
  </w:style>
  <w:style w:type="paragraph" w:customStyle="1" w:styleId="NormalRetraitGauche3X">
    <w:name w:val="NormalRetraitGauche3X"/>
    <w:basedOn w:val="Normal"/>
    <w:rsid w:val="004A4993"/>
    <w:pPr>
      <w:ind w:left="2041"/>
    </w:pPr>
    <w:rPr>
      <w:szCs w:val="20"/>
    </w:rPr>
  </w:style>
  <w:style w:type="paragraph" w:customStyle="1" w:styleId="NormalRetraitGauche1XIndent0">
    <w:name w:val="NormalRetraitGauche1XIndent0"/>
    <w:basedOn w:val="NormalRetraitGauche1X"/>
    <w:rsid w:val="004A4993"/>
    <w:pPr>
      <w:ind w:firstLine="0"/>
    </w:pPr>
  </w:style>
  <w:style w:type="paragraph" w:customStyle="1" w:styleId="NormalRetraitGauche2XIndent0">
    <w:name w:val="NormalRetraitGauche2XIndent0"/>
    <w:basedOn w:val="NormalRetraitGauche2X"/>
    <w:rsid w:val="004A4993"/>
    <w:pPr>
      <w:ind w:firstLine="0"/>
    </w:pPr>
  </w:style>
  <w:style w:type="paragraph" w:customStyle="1" w:styleId="NormalRetraitGauche3XIndent0">
    <w:name w:val="NormalRetraitGauche3XIndent0"/>
    <w:basedOn w:val="NormalRetraitGauche3X"/>
    <w:rsid w:val="004A4993"/>
    <w:pPr>
      <w:ind w:firstLine="0"/>
    </w:pPr>
  </w:style>
  <w:style w:type="paragraph" w:customStyle="1" w:styleId="NormalRetraitGauche4XIndent0">
    <w:name w:val="NormalRetraitGauche4XIndent0"/>
    <w:basedOn w:val="Normal"/>
    <w:rsid w:val="004A4993"/>
    <w:pPr>
      <w:ind w:left="2722" w:firstLine="0"/>
    </w:pPr>
    <w:rPr>
      <w:szCs w:val="20"/>
    </w:rPr>
  </w:style>
  <w:style w:type="paragraph" w:styleId="Notedefin">
    <w:name w:val="endnote text"/>
    <w:basedOn w:val="Taille-1Normal"/>
    <w:link w:val="NotedefinCar"/>
    <w:uiPriority w:val="99"/>
    <w:semiHidden/>
    <w:unhideWhenUsed/>
    <w:qFormat/>
    <w:rsid w:val="004A4993"/>
    <w:rPr>
      <w:szCs w:val="20"/>
      <w:lang w:val="x-none" w:eastAsia="x-none"/>
    </w:rPr>
  </w:style>
  <w:style w:type="character" w:customStyle="1" w:styleId="NotedefinCar">
    <w:name w:val="Note de fin Car"/>
    <w:link w:val="Notedefin"/>
    <w:uiPriority w:val="99"/>
    <w:semiHidden/>
    <w:rsid w:val="004A4993"/>
    <w:rPr>
      <w:rFonts w:ascii="Amasis30" w:hAnsi="Amasis30"/>
      <w:sz w:val="32"/>
      <w:lang w:val="x-none" w:eastAsia="x-none"/>
    </w:rPr>
  </w:style>
  <w:style w:type="character" w:styleId="Appeldenotedefin">
    <w:name w:val="endnote reference"/>
    <w:uiPriority w:val="99"/>
    <w:unhideWhenUsed/>
    <w:qFormat/>
    <w:rsid w:val="004A4993"/>
    <w:rPr>
      <w:rFonts w:ascii="Amasis30" w:hAnsi="Amasis30"/>
      <w:b/>
      <w:sz w:val="36"/>
      <w:vertAlign w:val="superscript"/>
    </w:rPr>
  </w:style>
  <w:style w:type="paragraph" w:customStyle="1" w:styleId="NormalSuspendu1X">
    <w:name w:val="NormalSuspendu1X"/>
    <w:basedOn w:val="Normal"/>
    <w:rsid w:val="004A4993"/>
    <w:pPr>
      <w:ind w:left="680" w:hanging="680"/>
    </w:pPr>
    <w:rPr>
      <w:szCs w:val="20"/>
    </w:rPr>
  </w:style>
  <w:style w:type="paragraph" w:customStyle="1" w:styleId="NormalSuspendu1XRetrait1X">
    <w:name w:val="NormalSuspendu1XRetrait1X"/>
    <w:basedOn w:val="Normal"/>
    <w:rsid w:val="004A4993"/>
    <w:pPr>
      <w:ind w:left="1360" w:hanging="680"/>
    </w:pPr>
  </w:style>
  <w:style w:type="paragraph" w:customStyle="1" w:styleId="NormalEspAvt0EspApr0">
    <w:name w:val="NormalEspAvt0EspApr0"/>
    <w:basedOn w:val="Normal"/>
    <w:rsid w:val="004A4993"/>
    <w:pPr>
      <w:spacing w:before="0" w:after="0"/>
    </w:pPr>
    <w:rPr>
      <w:szCs w:val="20"/>
    </w:rPr>
  </w:style>
  <w:style w:type="paragraph" w:customStyle="1" w:styleId="NormalSuspendu1XRetrait2X">
    <w:name w:val="NormalSuspendu1XRetrait2X"/>
    <w:basedOn w:val="Normal"/>
    <w:rsid w:val="004A4993"/>
    <w:pPr>
      <w:ind w:left="2041" w:hanging="680"/>
    </w:pPr>
  </w:style>
  <w:style w:type="paragraph" w:customStyle="1" w:styleId="NormalSuspendu1XRetrait3X">
    <w:name w:val="NormalSuspendu1XRetrait3X"/>
    <w:basedOn w:val="Normal"/>
    <w:rsid w:val="004A4993"/>
    <w:pPr>
      <w:ind w:left="2721" w:hanging="680"/>
    </w:pPr>
    <w:rPr>
      <w:szCs w:val="20"/>
    </w:rPr>
  </w:style>
  <w:style w:type="paragraph" w:customStyle="1" w:styleId="NormalSuspendu1XRetrait4X">
    <w:name w:val="NormalSuspendu1XRetrait4X"/>
    <w:basedOn w:val="Normal"/>
    <w:rsid w:val="004A4993"/>
    <w:pPr>
      <w:ind w:left="3402" w:hanging="680"/>
    </w:pPr>
    <w:rPr>
      <w:szCs w:val="20"/>
    </w:rPr>
  </w:style>
  <w:style w:type="character" w:customStyle="1" w:styleId="Taille-1Caracteres">
    <w:name w:val="Taille-1Caracteres"/>
    <w:qFormat/>
    <w:rsid w:val="004A4993"/>
    <w:rPr>
      <w:sz w:val="32"/>
      <w:szCs w:val="20"/>
    </w:rPr>
  </w:style>
  <w:style w:type="paragraph" w:customStyle="1" w:styleId="Etoile">
    <w:name w:val="Etoile"/>
    <w:basedOn w:val="Normal"/>
    <w:qFormat/>
    <w:rsid w:val="004A4993"/>
    <w:pPr>
      <w:ind w:firstLine="0"/>
      <w:jc w:val="center"/>
    </w:pPr>
    <w:rPr>
      <w:b/>
      <w:sz w:val="40"/>
      <w:szCs w:val="28"/>
    </w:rPr>
  </w:style>
  <w:style w:type="paragraph" w:customStyle="1" w:styleId="Taille-1Suspendu1XRetrait1XEsp0">
    <w:name w:val="Taille-1Suspendu1XRetrait1XEsp0"/>
    <w:basedOn w:val="Taille-1RetraitGauche1X"/>
    <w:qFormat/>
    <w:rsid w:val="004A4993"/>
    <w:pPr>
      <w:spacing w:before="0" w:after="0"/>
      <w:ind w:left="1360" w:hanging="680"/>
    </w:pPr>
  </w:style>
  <w:style w:type="character" w:styleId="Mentionnonrsolue">
    <w:name w:val="Unresolved Mention"/>
    <w:uiPriority w:val="99"/>
    <w:semiHidden/>
    <w:unhideWhenUsed/>
    <w:rsid w:val="004A4993"/>
    <w:rPr>
      <w:color w:val="605E5C"/>
      <w:shd w:val="clear" w:color="auto" w:fill="E1DFDD"/>
    </w:rPr>
  </w:style>
  <w:style w:type="paragraph" w:customStyle="1" w:styleId="Taille-1Suspendu1XRetrait2XEsp0">
    <w:name w:val="Taille-1Suspendu1XRetrait2XEsp0"/>
    <w:basedOn w:val="Taille-1RetraitGauche2X"/>
    <w:qFormat/>
    <w:rsid w:val="004A4993"/>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4A4993"/>
    <w:pPr>
      <w:spacing w:before="0" w:after="0"/>
    </w:pPr>
  </w:style>
  <w:style w:type="paragraph" w:customStyle="1" w:styleId="NormalSuspendu1XEsp0">
    <w:name w:val="NormalSuspendu1XEsp0"/>
    <w:basedOn w:val="NormalSuspendu1X"/>
    <w:qFormat/>
    <w:rsid w:val="004A4993"/>
    <w:pPr>
      <w:spacing w:before="0" w:after="0"/>
    </w:pPr>
  </w:style>
  <w:style w:type="paragraph" w:customStyle="1" w:styleId="NormalSuspendu1XRetrait2XEsp0">
    <w:name w:val="NormalSuspendu1XRetrait2XEsp0"/>
    <w:basedOn w:val="NormalSuspendu1XRetrait2X"/>
    <w:qFormat/>
    <w:rsid w:val="004A4993"/>
    <w:pPr>
      <w:spacing w:before="0" w:after="0"/>
    </w:pPr>
  </w:style>
  <w:style w:type="paragraph" w:customStyle="1" w:styleId="ParagrapheVideNormal">
    <w:name w:val="ParagrapheVideNormal"/>
    <w:basedOn w:val="Normal"/>
    <w:next w:val="Normal"/>
    <w:qFormat/>
    <w:rsid w:val="004A4993"/>
  </w:style>
  <w:style w:type="paragraph" w:customStyle="1" w:styleId="ParagrapheVideNormal2">
    <w:name w:val="ParagrapheVideNormal2"/>
    <w:basedOn w:val="ParagrapheVideNormal"/>
    <w:next w:val="Normal"/>
    <w:qFormat/>
    <w:rsid w:val="004A4993"/>
  </w:style>
  <w:style w:type="paragraph" w:customStyle="1" w:styleId="Image">
    <w:name w:val="Image"/>
    <w:basedOn w:val="Centr"/>
    <w:next w:val="Normal"/>
    <w:qFormat/>
    <w:rsid w:val="004A49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roups.google.com/g/ebooksgratui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r.wikisource.org/w/index.php?title=Discussion:Orgueil_et_pr&#233;vention/3&amp;action=subm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ebooksgratuit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30199-60C2-4E65-9002-5C7BEE316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32</TotalTime>
  <Pages>1</Pages>
  <Words>119434</Words>
  <Characters>656892</Characters>
  <Application>Microsoft Office Word</Application>
  <DocSecurity>0</DocSecurity>
  <Lines>5474</Lines>
  <Paragraphs>1549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LE CŒUR ET LA RAISON</vt:lpstr>
      <vt:lpstr>LE CŒUR ET LA RAISON</vt:lpstr>
    </vt:vector>
  </TitlesOfParts>
  <Company>Ebooks libres et gratuits</Company>
  <LinksUpToDate>false</LinksUpToDate>
  <CharactersWithSpaces>774777</CharactersWithSpaces>
  <SharedDoc>false</SharedDoc>
  <HLinks>
    <vt:vector size="330" baseType="variant">
      <vt:variant>
        <vt:i4>2293820</vt:i4>
      </vt:variant>
      <vt:variant>
        <vt:i4>315</vt:i4>
      </vt:variant>
      <vt:variant>
        <vt:i4>0</vt:i4>
      </vt:variant>
      <vt:variant>
        <vt:i4>5</vt:i4>
      </vt:variant>
      <vt:variant>
        <vt:lpwstr>http://www.ebooksgratuits.com/</vt:lpwstr>
      </vt:variant>
      <vt:variant>
        <vt:lpwstr/>
      </vt:variant>
      <vt:variant>
        <vt:i4>7929863</vt:i4>
      </vt:variant>
      <vt:variant>
        <vt:i4>312</vt:i4>
      </vt:variant>
      <vt:variant>
        <vt:i4>0</vt:i4>
      </vt:variant>
      <vt:variant>
        <vt:i4>5</vt:i4>
      </vt:variant>
      <vt:variant>
        <vt:lpwstr>http://fr.groups.yahoo.com/group/ebooksgratuits</vt:lpwstr>
      </vt:variant>
      <vt:variant>
        <vt:lpwstr/>
      </vt:variant>
      <vt:variant>
        <vt:i4>1376362</vt:i4>
      </vt:variant>
      <vt:variant>
        <vt:i4>309</vt:i4>
      </vt:variant>
      <vt:variant>
        <vt:i4>0</vt:i4>
      </vt:variant>
      <vt:variant>
        <vt:i4>5</vt:i4>
      </vt:variant>
      <vt:variant>
        <vt:lpwstr>http://fr.wikisource.org/w/index.php?title=Discussion:Orgueil_et_pr%8Evention/3&amp;action=submit</vt:lpwstr>
      </vt:variant>
      <vt:variant>
        <vt:lpwstr>cite_note-4</vt:lpwstr>
      </vt:variant>
      <vt:variant>
        <vt:i4>1966086</vt:i4>
      </vt:variant>
      <vt:variant>
        <vt:i4>302</vt:i4>
      </vt:variant>
      <vt:variant>
        <vt:i4>0</vt:i4>
      </vt:variant>
      <vt:variant>
        <vt:i4>5</vt:i4>
      </vt:variant>
      <vt:variant>
        <vt:lpwstr/>
      </vt:variant>
      <vt:variant>
        <vt:lpwstr>_Toc252118453</vt:lpwstr>
      </vt:variant>
      <vt:variant>
        <vt:i4>1966087</vt:i4>
      </vt:variant>
      <vt:variant>
        <vt:i4>296</vt:i4>
      </vt:variant>
      <vt:variant>
        <vt:i4>0</vt:i4>
      </vt:variant>
      <vt:variant>
        <vt:i4>5</vt:i4>
      </vt:variant>
      <vt:variant>
        <vt:lpwstr/>
      </vt:variant>
      <vt:variant>
        <vt:lpwstr>_Toc252118452</vt:lpwstr>
      </vt:variant>
      <vt:variant>
        <vt:i4>1966084</vt:i4>
      </vt:variant>
      <vt:variant>
        <vt:i4>290</vt:i4>
      </vt:variant>
      <vt:variant>
        <vt:i4>0</vt:i4>
      </vt:variant>
      <vt:variant>
        <vt:i4>5</vt:i4>
      </vt:variant>
      <vt:variant>
        <vt:lpwstr/>
      </vt:variant>
      <vt:variant>
        <vt:lpwstr>_Toc252118451</vt:lpwstr>
      </vt:variant>
      <vt:variant>
        <vt:i4>1966085</vt:i4>
      </vt:variant>
      <vt:variant>
        <vt:i4>284</vt:i4>
      </vt:variant>
      <vt:variant>
        <vt:i4>0</vt:i4>
      </vt:variant>
      <vt:variant>
        <vt:i4>5</vt:i4>
      </vt:variant>
      <vt:variant>
        <vt:lpwstr/>
      </vt:variant>
      <vt:variant>
        <vt:lpwstr>_Toc252118450</vt:lpwstr>
      </vt:variant>
      <vt:variant>
        <vt:i4>2031628</vt:i4>
      </vt:variant>
      <vt:variant>
        <vt:i4>278</vt:i4>
      </vt:variant>
      <vt:variant>
        <vt:i4>0</vt:i4>
      </vt:variant>
      <vt:variant>
        <vt:i4>5</vt:i4>
      </vt:variant>
      <vt:variant>
        <vt:lpwstr/>
      </vt:variant>
      <vt:variant>
        <vt:lpwstr>_Toc252118449</vt:lpwstr>
      </vt:variant>
      <vt:variant>
        <vt:i4>2031629</vt:i4>
      </vt:variant>
      <vt:variant>
        <vt:i4>272</vt:i4>
      </vt:variant>
      <vt:variant>
        <vt:i4>0</vt:i4>
      </vt:variant>
      <vt:variant>
        <vt:i4>5</vt:i4>
      </vt:variant>
      <vt:variant>
        <vt:lpwstr/>
      </vt:variant>
      <vt:variant>
        <vt:lpwstr>_Toc252118448</vt:lpwstr>
      </vt:variant>
      <vt:variant>
        <vt:i4>2031618</vt:i4>
      </vt:variant>
      <vt:variant>
        <vt:i4>266</vt:i4>
      </vt:variant>
      <vt:variant>
        <vt:i4>0</vt:i4>
      </vt:variant>
      <vt:variant>
        <vt:i4>5</vt:i4>
      </vt:variant>
      <vt:variant>
        <vt:lpwstr/>
      </vt:variant>
      <vt:variant>
        <vt:lpwstr>_Toc252118447</vt:lpwstr>
      </vt:variant>
      <vt:variant>
        <vt:i4>2031619</vt:i4>
      </vt:variant>
      <vt:variant>
        <vt:i4>260</vt:i4>
      </vt:variant>
      <vt:variant>
        <vt:i4>0</vt:i4>
      </vt:variant>
      <vt:variant>
        <vt:i4>5</vt:i4>
      </vt:variant>
      <vt:variant>
        <vt:lpwstr/>
      </vt:variant>
      <vt:variant>
        <vt:lpwstr>_Toc252118446</vt:lpwstr>
      </vt:variant>
      <vt:variant>
        <vt:i4>2031616</vt:i4>
      </vt:variant>
      <vt:variant>
        <vt:i4>254</vt:i4>
      </vt:variant>
      <vt:variant>
        <vt:i4>0</vt:i4>
      </vt:variant>
      <vt:variant>
        <vt:i4>5</vt:i4>
      </vt:variant>
      <vt:variant>
        <vt:lpwstr/>
      </vt:variant>
      <vt:variant>
        <vt:lpwstr>_Toc252118445</vt:lpwstr>
      </vt:variant>
      <vt:variant>
        <vt:i4>2031617</vt:i4>
      </vt:variant>
      <vt:variant>
        <vt:i4>248</vt:i4>
      </vt:variant>
      <vt:variant>
        <vt:i4>0</vt:i4>
      </vt:variant>
      <vt:variant>
        <vt:i4>5</vt:i4>
      </vt:variant>
      <vt:variant>
        <vt:lpwstr/>
      </vt:variant>
      <vt:variant>
        <vt:lpwstr>_Toc252118444</vt:lpwstr>
      </vt:variant>
      <vt:variant>
        <vt:i4>2031622</vt:i4>
      </vt:variant>
      <vt:variant>
        <vt:i4>242</vt:i4>
      </vt:variant>
      <vt:variant>
        <vt:i4>0</vt:i4>
      </vt:variant>
      <vt:variant>
        <vt:i4>5</vt:i4>
      </vt:variant>
      <vt:variant>
        <vt:lpwstr/>
      </vt:variant>
      <vt:variant>
        <vt:lpwstr>_Toc252118443</vt:lpwstr>
      </vt:variant>
      <vt:variant>
        <vt:i4>2031623</vt:i4>
      </vt:variant>
      <vt:variant>
        <vt:i4>236</vt:i4>
      </vt:variant>
      <vt:variant>
        <vt:i4>0</vt:i4>
      </vt:variant>
      <vt:variant>
        <vt:i4>5</vt:i4>
      </vt:variant>
      <vt:variant>
        <vt:lpwstr/>
      </vt:variant>
      <vt:variant>
        <vt:lpwstr>_Toc252118442</vt:lpwstr>
      </vt:variant>
      <vt:variant>
        <vt:i4>2031620</vt:i4>
      </vt:variant>
      <vt:variant>
        <vt:i4>230</vt:i4>
      </vt:variant>
      <vt:variant>
        <vt:i4>0</vt:i4>
      </vt:variant>
      <vt:variant>
        <vt:i4>5</vt:i4>
      </vt:variant>
      <vt:variant>
        <vt:lpwstr/>
      </vt:variant>
      <vt:variant>
        <vt:lpwstr>_Toc252118441</vt:lpwstr>
      </vt:variant>
      <vt:variant>
        <vt:i4>2031621</vt:i4>
      </vt:variant>
      <vt:variant>
        <vt:i4>224</vt:i4>
      </vt:variant>
      <vt:variant>
        <vt:i4>0</vt:i4>
      </vt:variant>
      <vt:variant>
        <vt:i4>5</vt:i4>
      </vt:variant>
      <vt:variant>
        <vt:lpwstr/>
      </vt:variant>
      <vt:variant>
        <vt:lpwstr>_Toc252118440</vt:lpwstr>
      </vt:variant>
      <vt:variant>
        <vt:i4>1572876</vt:i4>
      </vt:variant>
      <vt:variant>
        <vt:i4>218</vt:i4>
      </vt:variant>
      <vt:variant>
        <vt:i4>0</vt:i4>
      </vt:variant>
      <vt:variant>
        <vt:i4>5</vt:i4>
      </vt:variant>
      <vt:variant>
        <vt:lpwstr/>
      </vt:variant>
      <vt:variant>
        <vt:lpwstr>_Toc252118439</vt:lpwstr>
      </vt:variant>
      <vt:variant>
        <vt:i4>1572877</vt:i4>
      </vt:variant>
      <vt:variant>
        <vt:i4>212</vt:i4>
      </vt:variant>
      <vt:variant>
        <vt:i4>0</vt:i4>
      </vt:variant>
      <vt:variant>
        <vt:i4>5</vt:i4>
      </vt:variant>
      <vt:variant>
        <vt:lpwstr/>
      </vt:variant>
      <vt:variant>
        <vt:lpwstr>_Toc252118438</vt:lpwstr>
      </vt:variant>
      <vt:variant>
        <vt:i4>1572866</vt:i4>
      </vt:variant>
      <vt:variant>
        <vt:i4>206</vt:i4>
      </vt:variant>
      <vt:variant>
        <vt:i4>0</vt:i4>
      </vt:variant>
      <vt:variant>
        <vt:i4>5</vt:i4>
      </vt:variant>
      <vt:variant>
        <vt:lpwstr/>
      </vt:variant>
      <vt:variant>
        <vt:lpwstr>_Toc252118437</vt:lpwstr>
      </vt:variant>
      <vt:variant>
        <vt:i4>1572867</vt:i4>
      </vt:variant>
      <vt:variant>
        <vt:i4>200</vt:i4>
      </vt:variant>
      <vt:variant>
        <vt:i4>0</vt:i4>
      </vt:variant>
      <vt:variant>
        <vt:i4>5</vt:i4>
      </vt:variant>
      <vt:variant>
        <vt:lpwstr/>
      </vt:variant>
      <vt:variant>
        <vt:lpwstr>_Toc252118436</vt:lpwstr>
      </vt:variant>
      <vt:variant>
        <vt:i4>1572864</vt:i4>
      </vt:variant>
      <vt:variant>
        <vt:i4>194</vt:i4>
      </vt:variant>
      <vt:variant>
        <vt:i4>0</vt:i4>
      </vt:variant>
      <vt:variant>
        <vt:i4>5</vt:i4>
      </vt:variant>
      <vt:variant>
        <vt:lpwstr/>
      </vt:variant>
      <vt:variant>
        <vt:lpwstr>_Toc252118435</vt:lpwstr>
      </vt:variant>
      <vt:variant>
        <vt:i4>1572865</vt:i4>
      </vt:variant>
      <vt:variant>
        <vt:i4>188</vt:i4>
      </vt:variant>
      <vt:variant>
        <vt:i4>0</vt:i4>
      </vt:variant>
      <vt:variant>
        <vt:i4>5</vt:i4>
      </vt:variant>
      <vt:variant>
        <vt:lpwstr/>
      </vt:variant>
      <vt:variant>
        <vt:lpwstr>_Toc252118434</vt:lpwstr>
      </vt:variant>
      <vt:variant>
        <vt:i4>1572870</vt:i4>
      </vt:variant>
      <vt:variant>
        <vt:i4>182</vt:i4>
      </vt:variant>
      <vt:variant>
        <vt:i4>0</vt:i4>
      </vt:variant>
      <vt:variant>
        <vt:i4>5</vt:i4>
      </vt:variant>
      <vt:variant>
        <vt:lpwstr/>
      </vt:variant>
      <vt:variant>
        <vt:lpwstr>_Toc252118433</vt:lpwstr>
      </vt:variant>
      <vt:variant>
        <vt:i4>1572871</vt:i4>
      </vt:variant>
      <vt:variant>
        <vt:i4>176</vt:i4>
      </vt:variant>
      <vt:variant>
        <vt:i4>0</vt:i4>
      </vt:variant>
      <vt:variant>
        <vt:i4>5</vt:i4>
      </vt:variant>
      <vt:variant>
        <vt:lpwstr/>
      </vt:variant>
      <vt:variant>
        <vt:lpwstr>_Toc252118432</vt:lpwstr>
      </vt:variant>
      <vt:variant>
        <vt:i4>1572868</vt:i4>
      </vt:variant>
      <vt:variant>
        <vt:i4>170</vt:i4>
      </vt:variant>
      <vt:variant>
        <vt:i4>0</vt:i4>
      </vt:variant>
      <vt:variant>
        <vt:i4>5</vt:i4>
      </vt:variant>
      <vt:variant>
        <vt:lpwstr/>
      </vt:variant>
      <vt:variant>
        <vt:lpwstr>_Toc252118431</vt:lpwstr>
      </vt:variant>
      <vt:variant>
        <vt:i4>1572869</vt:i4>
      </vt:variant>
      <vt:variant>
        <vt:i4>164</vt:i4>
      </vt:variant>
      <vt:variant>
        <vt:i4>0</vt:i4>
      </vt:variant>
      <vt:variant>
        <vt:i4>5</vt:i4>
      </vt:variant>
      <vt:variant>
        <vt:lpwstr/>
      </vt:variant>
      <vt:variant>
        <vt:lpwstr>_Toc252118430</vt:lpwstr>
      </vt:variant>
      <vt:variant>
        <vt:i4>1638412</vt:i4>
      </vt:variant>
      <vt:variant>
        <vt:i4>158</vt:i4>
      </vt:variant>
      <vt:variant>
        <vt:i4>0</vt:i4>
      </vt:variant>
      <vt:variant>
        <vt:i4>5</vt:i4>
      </vt:variant>
      <vt:variant>
        <vt:lpwstr/>
      </vt:variant>
      <vt:variant>
        <vt:lpwstr>_Toc252118429</vt:lpwstr>
      </vt:variant>
      <vt:variant>
        <vt:i4>1638413</vt:i4>
      </vt:variant>
      <vt:variant>
        <vt:i4>152</vt:i4>
      </vt:variant>
      <vt:variant>
        <vt:i4>0</vt:i4>
      </vt:variant>
      <vt:variant>
        <vt:i4>5</vt:i4>
      </vt:variant>
      <vt:variant>
        <vt:lpwstr/>
      </vt:variant>
      <vt:variant>
        <vt:lpwstr>_Toc252118428</vt:lpwstr>
      </vt:variant>
      <vt:variant>
        <vt:i4>1638402</vt:i4>
      </vt:variant>
      <vt:variant>
        <vt:i4>146</vt:i4>
      </vt:variant>
      <vt:variant>
        <vt:i4>0</vt:i4>
      </vt:variant>
      <vt:variant>
        <vt:i4>5</vt:i4>
      </vt:variant>
      <vt:variant>
        <vt:lpwstr/>
      </vt:variant>
      <vt:variant>
        <vt:lpwstr>_Toc252118427</vt:lpwstr>
      </vt:variant>
      <vt:variant>
        <vt:i4>1638403</vt:i4>
      </vt:variant>
      <vt:variant>
        <vt:i4>140</vt:i4>
      </vt:variant>
      <vt:variant>
        <vt:i4>0</vt:i4>
      </vt:variant>
      <vt:variant>
        <vt:i4>5</vt:i4>
      </vt:variant>
      <vt:variant>
        <vt:lpwstr/>
      </vt:variant>
      <vt:variant>
        <vt:lpwstr>_Toc252118426</vt:lpwstr>
      </vt:variant>
      <vt:variant>
        <vt:i4>1638400</vt:i4>
      </vt:variant>
      <vt:variant>
        <vt:i4>134</vt:i4>
      </vt:variant>
      <vt:variant>
        <vt:i4>0</vt:i4>
      </vt:variant>
      <vt:variant>
        <vt:i4>5</vt:i4>
      </vt:variant>
      <vt:variant>
        <vt:lpwstr/>
      </vt:variant>
      <vt:variant>
        <vt:lpwstr>_Toc252118425</vt:lpwstr>
      </vt:variant>
      <vt:variant>
        <vt:i4>1638401</vt:i4>
      </vt:variant>
      <vt:variant>
        <vt:i4>128</vt:i4>
      </vt:variant>
      <vt:variant>
        <vt:i4>0</vt:i4>
      </vt:variant>
      <vt:variant>
        <vt:i4>5</vt:i4>
      </vt:variant>
      <vt:variant>
        <vt:lpwstr/>
      </vt:variant>
      <vt:variant>
        <vt:lpwstr>_Toc252118424</vt:lpwstr>
      </vt:variant>
      <vt:variant>
        <vt:i4>1638406</vt:i4>
      </vt:variant>
      <vt:variant>
        <vt:i4>122</vt:i4>
      </vt:variant>
      <vt:variant>
        <vt:i4>0</vt:i4>
      </vt:variant>
      <vt:variant>
        <vt:i4>5</vt:i4>
      </vt:variant>
      <vt:variant>
        <vt:lpwstr/>
      </vt:variant>
      <vt:variant>
        <vt:lpwstr>_Toc252118423</vt:lpwstr>
      </vt:variant>
      <vt:variant>
        <vt:i4>1638407</vt:i4>
      </vt:variant>
      <vt:variant>
        <vt:i4>116</vt:i4>
      </vt:variant>
      <vt:variant>
        <vt:i4>0</vt:i4>
      </vt:variant>
      <vt:variant>
        <vt:i4>5</vt:i4>
      </vt:variant>
      <vt:variant>
        <vt:lpwstr/>
      </vt:variant>
      <vt:variant>
        <vt:lpwstr>_Toc252118422</vt:lpwstr>
      </vt:variant>
      <vt:variant>
        <vt:i4>1638404</vt:i4>
      </vt:variant>
      <vt:variant>
        <vt:i4>110</vt:i4>
      </vt:variant>
      <vt:variant>
        <vt:i4>0</vt:i4>
      </vt:variant>
      <vt:variant>
        <vt:i4>5</vt:i4>
      </vt:variant>
      <vt:variant>
        <vt:lpwstr/>
      </vt:variant>
      <vt:variant>
        <vt:lpwstr>_Toc252118421</vt:lpwstr>
      </vt:variant>
      <vt:variant>
        <vt:i4>1638405</vt:i4>
      </vt:variant>
      <vt:variant>
        <vt:i4>104</vt:i4>
      </vt:variant>
      <vt:variant>
        <vt:i4>0</vt:i4>
      </vt:variant>
      <vt:variant>
        <vt:i4>5</vt:i4>
      </vt:variant>
      <vt:variant>
        <vt:lpwstr/>
      </vt:variant>
      <vt:variant>
        <vt:lpwstr>_Toc252118420</vt:lpwstr>
      </vt:variant>
      <vt:variant>
        <vt:i4>1703948</vt:i4>
      </vt:variant>
      <vt:variant>
        <vt:i4>98</vt:i4>
      </vt:variant>
      <vt:variant>
        <vt:i4>0</vt:i4>
      </vt:variant>
      <vt:variant>
        <vt:i4>5</vt:i4>
      </vt:variant>
      <vt:variant>
        <vt:lpwstr/>
      </vt:variant>
      <vt:variant>
        <vt:lpwstr>_Toc252118419</vt:lpwstr>
      </vt:variant>
      <vt:variant>
        <vt:i4>1703949</vt:i4>
      </vt:variant>
      <vt:variant>
        <vt:i4>92</vt:i4>
      </vt:variant>
      <vt:variant>
        <vt:i4>0</vt:i4>
      </vt:variant>
      <vt:variant>
        <vt:i4>5</vt:i4>
      </vt:variant>
      <vt:variant>
        <vt:lpwstr/>
      </vt:variant>
      <vt:variant>
        <vt:lpwstr>_Toc252118418</vt:lpwstr>
      </vt:variant>
      <vt:variant>
        <vt:i4>1703938</vt:i4>
      </vt:variant>
      <vt:variant>
        <vt:i4>86</vt:i4>
      </vt:variant>
      <vt:variant>
        <vt:i4>0</vt:i4>
      </vt:variant>
      <vt:variant>
        <vt:i4>5</vt:i4>
      </vt:variant>
      <vt:variant>
        <vt:lpwstr/>
      </vt:variant>
      <vt:variant>
        <vt:lpwstr>_Toc252118417</vt:lpwstr>
      </vt:variant>
      <vt:variant>
        <vt:i4>1703939</vt:i4>
      </vt:variant>
      <vt:variant>
        <vt:i4>80</vt:i4>
      </vt:variant>
      <vt:variant>
        <vt:i4>0</vt:i4>
      </vt:variant>
      <vt:variant>
        <vt:i4>5</vt:i4>
      </vt:variant>
      <vt:variant>
        <vt:lpwstr/>
      </vt:variant>
      <vt:variant>
        <vt:lpwstr>_Toc252118416</vt:lpwstr>
      </vt:variant>
      <vt:variant>
        <vt:i4>1703936</vt:i4>
      </vt:variant>
      <vt:variant>
        <vt:i4>74</vt:i4>
      </vt:variant>
      <vt:variant>
        <vt:i4>0</vt:i4>
      </vt:variant>
      <vt:variant>
        <vt:i4>5</vt:i4>
      </vt:variant>
      <vt:variant>
        <vt:lpwstr/>
      </vt:variant>
      <vt:variant>
        <vt:lpwstr>_Toc252118415</vt:lpwstr>
      </vt:variant>
      <vt:variant>
        <vt:i4>1703937</vt:i4>
      </vt:variant>
      <vt:variant>
        <vt:i4>68</vt:i4>
      </vt:variant>
      <vt:variant>
        <vt:i4>0</vt:i4>
      </vt:variant>
      <vt:variant>
        <vt:i4>5</vt:i4>
      </vt:variant>
      <vt:variant>
        <vt:lpwstr/>
      </vt:variant>
      <vt:variant>
        <vt:lpwstr>_Toc252118414</vt:lpwstr>
      </vt:variant>
      <vt:variant>
        <vt:i4>1703942</vt:i4>
      </vt:variant>
      <vt:variant>
        <vt:i4>62</vt:i4>
      </vt:variant>
      <vt:variant>
        <vt:i4>0</vt:i4>
      </vt:variant>
      <vt:variant>
        <vt:i4>5</vt:i4>
      </vt:variant>
      <vt:variant>
        <vt:lpwstr/>
      </vt:variant>
      <vt:variant>
        <vt:lpwstr>_Toc252118413</vt:lpwstr>
      </vt:variant>
      <vt:variant>
        <vt:i4>1703943</vt:i4>
      </vt:variant>
      <vt:variant>
        <vt:i4>56</vt:i4>
      </vt:variant>
      <vt:variant>
        <vt:i4>0</vt:i4>
      </vt:variant>
      <vt:variant>
        <vt:i4>5</vt:i4>
      </vt:variant>
      <vt:variant>
        <vt:lpwstr/>
      </vt:variant>
      <vt:variant>
        <vt:lpwstr>_Toc252118412</vt:lpwstr>
      </vt:variant>
      <vt:variant>
        <vt:i4>1703940</vt:i4>
      </vt:variant>
      <vt:variant>
        <vt:i4>50</vt:i4>
      </vt:variant>
      <vt:variant>
        <vt:i4>0</vt:i4>
      </vt:variant>
      <vt:variant>
        <vt:i4>5</vt:i4>
      </vt:variant>
      <vt:variant>
        <vt:lpwstr/>
      </vt:variant>
      <vt:variant>
        <vt:lpwstr>_Toc252118411</vt:lpwstr>
      </vt:variant>
      <vt:variant>
        <vt:i4>1703941</vt:i4>
      </vt:variant>
      <vt:variant>
        <vt:i4>44</vt:i4>
      </vt:variant>
      <vt:variant>
        <vt:i4>0</vt:i4>
      </vt:variant>
      <vt:variant>
        <vt:i4>5</vt:i4>
      </vt:variant>
      <vt:variant>
        <vt:lpwstr/>
      </vt:variant>
      <vt:variant>
        <vt:lpwstr>_Toc252118410</vt:lpwstr>
      </vt:variant>
      <vt:variant>
        <vt:i4>1769484</vt:i4>
      </vt:variant>
      <vt:variant>
        <vt:i4>38</vt:i4>
      </vt:variant>
      <vt:variant>
        <vt:i4>0</vt:i4>
      </vt:variant>
      <vt:variant>
        <vt:i4>5</vt:i4>
      </vt:variant>
      <vt:variant>
        <vt:lpwstr/>
      </vt:variant>
      <vt:variant>
        <vt:lpwstr>_Toc252118409</vt:lpwstr>
      </vt:variant>
      <vt:variant>
        <vt:i4>1769485</vt:i4>
      </vt:variant>
      <vt:variant>
        <vt:i4>32</vt:i4>
      </vt:variant>
      <vt:variant>
        <vt:i4>0</vt:i4>
      </vt:variant>
      <vt:variant>
        <vt:i4>5</vt:i4>
      </vt:variant>
      <vt:variant>
        <vt:lpwstr/>
      </vt:variant>
      <vt:variant>
        <vt:lpwstr>_Toc252118408</vt:lpwstr>
      </vt:variant>
      <vt:variant>
        <vt:i4>1769474</vt:i4>
      </vt:variant>
      <vt:variant>
        <vt:i4>26</vt:i4>
      </vt:variant>
      <vt:variant>
        <vt:i4>0</vt:i4>
      </vt:variant>
      <vt:variant>
        <vt:i4>5</vt:i4>
      </vt:variant>
      <vt:variant>
        <vt:lpwstr/>
      </vt:variant>
      <vt:variant>
        <vt:lpwstr>_Toc252118407</vt:lpwstr>
      </vt:variant>
      <vt:variant>
        <vt:i4>1769475</vt:i4>
      </vt:variant>
      <vt:variant>
        <vt:i4>20</vt:i4>
      </vt:variant>
      <vt:variant>
        <vt:i4>0</vt:i4>
      </vt:variant>
      <vt:variant>
        <vt:i4>5</vt:i4>
      </vt:variant>
      <vt:variant>
        <vt:lpwstr/>
      </vt:variant>
      <vt:variant>
        <vt:lpwstr>_Toc252118406</vt:lpwstr>
      </vt:variant>
      <vt:variant>
        <vt:i4>1769472</vt:i4>
      </vt:variant>
      <vt:variant>
        <vt:i4>14</vt:i4>
      </vt:variant>
      <vt:variant>
        <vt:i4>0</vt:i4>
      </vt:variant>
      <vt:variant>
        <vt:i4>5</vt:i4>
      </vt:variant>
      <vt:variant>
        <vt:lpwstr/>
      </vt:variant>
      <vt:variant>
        <vt:lpwstr>_Toc252118405</vt:lpwstr>
      </vt:variant>
      <vt:variant>
        <vt:i4>1769473</vt:i4>
      </vt:variant>
      <vt:variant>
        <vt:i4>8</vt:i4>
      </vt:variant>
      <vt:variant>
        <vt:i4>0</vt:i4>
      </vt:variant>
      <vt:variant>
        <vt:i4>5</vt:i4>
      </vt:variant>
      <vt:variant>
        <vt:lpwstr/>
      </vt:variant>
      <vt:variant>
        <vt:lpwstr>_Toc252118404</vt:lpwstr>
      </vt:variant>
      <vt:variant>
        <vt:i4>1769478</vt:i4>
      </vt:variant>
      <vt:variant>
        <vt:i4>2</vt:i4>
      </vt:variant>
      <vt:variant>
        <vt:i4>0</vt:i4>
      </vt:variant>
      <vt:variant>
        <vt:i4>5</vt:i4>
      </vt:variant>
      <vt:variant>
        <vt:lpwstr/>
      </vt:variant>
      <vt:variant>
        <vt:lpwstr>_Toc252118403</vt:lpwstr>
      </vt:variant>
      <vt:variant>
        <vt:i4>4194409</vt:i4>
      </vt:variant>
      <vt:variant>
        <vt:i4>-1</vt:i4>
      </vt:variant>
      <vt:variant>
        <vt:i4>1032</vt:i4>
      </vt:variant>
      <vt:variant>
        <vt:i4>1</vt:i4>
      </vt:variant>
      <vt:variant>
        <vt:lpwstr>bandeau_couverture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Coeur et la Raison</dc:title>
  <dc:subject>Romans</dc:subject>
  <dc:creator>Jane Austen</dc:creator>
  <cp:keywords/>
  <dc:description>Ce roman paraît en 1811 de façon anonyme, signé «by a Lady», sa position sociale interdisant à Jane Austen de signer de son nom un roman destiné à la vente. Mais elle ne voulait pas cacher qu'il était l'oeuvre d'une femme.
Après le décès d'Henry Dashwood, ses trois filles, Elinor, Marianne et Margaret, ainsi que leur mère se trouvent privées de leur part d'héritage par leur demi-frère John (né d'un précédent mariage d'Henry Dashwood) qui se laisse facilement convaincre par sa femme Fanny qu'il ne leur doit rien. Leur condition financière considérablement diminuée, elles se retrouvent dans une situation particulièrement difficile.
Décidée à quitter le Sussex et le domaine de Norland, où sa belle-fille est venue s'installer en maîtresse sans tarder, Mrs Dashwood part avec ses filles pour le lointain Devon, où un généreux parent à elle, Sir John Middleton, lui a proposé de venir habiter sur ses terres, à Barton Cottage. Les jeunes filles sont rapidement acceptées par leur nouvelle société, particulièrement par Sir John, Lady Middleton et sa mère Mrs Jennings. Chez eux séjournent successivement divers hôtes : un ami de Sir John, le colonel Brandon, la soeur de sa femme et son mari Mr Palmer, puis les demoiselles Steele, Anne et Lucy. Marianne, dont le romantisme et la vivacité charment le secret colonel Brandon, tombe bientôt profondément amoureuse du jeune et impétueux John Willoughby, rencontré dans des conditions très romanesques. Elinor, dont les dispositions sont plus prudentes et mesurées, cache avec soin la profondeur des sentiments que lui inspire Edward Ferrars, l'aîné des frères de sa désagréable belle-soeur, dont elle a fait la connaissance à Norland, et qui vit à Londres chez sa mère... (d'après Wikipedia)</dc:description>
  <cp:lastModifiedBy>Cool Micro</cp:lastModifiedBy>
  <cp:revision>10</cp:revision>
  <cp:lastPrinted>2025-04-24T16:06:00Z</cp:lastPrinted>
  <dcterms:created xsi:type="dcterms:W3CDTF">2025-04-24T15:36:00Z</dcterms:created>
  <dcterms:modified xsi:type="dcterms:W3CDTF">2025-04-24T16:07:00Z</dcterms:modified>
  <cp:category>Romans</cp:category>
</cp:coreProperties>
</file>