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745F8" w14:textId="1F7A02CA" w:rsidR="00033562" w:rsidRPr="007549CD" w:rsidRDefault="003A6D8D" w:rsidP="003A6D8D">
      <w:pPr>
        <w:pStyle w:val="Photoauteur"/>
      </w:pPr>
      <w:r w:rsidRPr="007549CD">
        <w:drawing>
          <wp:anchor distT="0" distB="0" distL="114300" distR="114300" simplePos="0" relativeHeight="251657728" behindDoc="0" locked="0" layoutInCell="1" allowOverlap="1" wp14:anchorId="2CB03E7E" wp14:editId="39E19E13">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5273">
        <w:drawing>
          <wp:inline distT="0" distB="0" distL="0" distR="0" wp14:anchorId="528C9923" wp14:editId="35ABFCED">
            <wp:extent cx="3750945" cy="5328285"/>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50945" cy="5328285"/>
                    </a:xfrm>
                    <a:prstGeom prst="rect">
                      <a:avLst/>
                    </a:prstGeom>
                    <a:noFill/>
                    <a:ln>
                      <a:noFill/>
                    </a:ln>
                  </pic:spPr>
                </pic:pic>
              </a:graphicData>
            </a:graphic>
          </wp:inline>
        </w:drawing>
      </w:r>
    </w:p>
    <w:p w14:paraId="7293FBFB" w14:textId="77777777" w:rsidR="00033562" w:rsidRDefault="00CA5FF7">
      <w:pPr>
        <w:pStyle w:val="Auteur"/>
      </w:pPr>
      <w:r>
        <w:t>Pierre Benoit</w:t>
      </w:r>
    </w:p>
    <w:p w14:paraId="3236B190" w14:textId="77777777" w:rsidR="00033562" w:rsidRPr="007C1C6B" w:rsidRDefault="00CA5FF7" w:rsidP="007C1C6B">
      <w:pPr>
        <w:pStyle w:val="Titrelivre"/>
      </w:pPr>
      <w:r>
        <w:t>ALBERTE</w:t>
      </w:r>
    </w:p>
    <w:p w14:paraId="0C13D2D6" w14:textId="67789D22" w:rsidR="00033562" w:rsidRDefault="00CA5FF7" w:rsidP="003A6D8D">
      <w:pPr>
        <w:pStyle w:val="DateSortie"/>
      </w:pPr>
      <w:r>
        <w:t>1926</w:t>
      </w:r>
    </w:p>
    <w:p w14:paraId="6F8C22B2" w14:textId="77777777" w:rsidR="00033562" w:rsidRDefault="00033562" w:rsidP="007C1C6B">
      <w:pPr>
        <w:sectPr w:rsidR="00033562">
          <w:footerReference w:type="default" r:id="rId10"/>
          <w:pgSz w:w="11906" w:h="16838" w:code="9"/>
          <w:pgMar w:top="0" w:right="0" w:bottom="0" w:left="0" w:header="0" w:footer="0" w:gutter="0"/>
          <w:cols w:space="708"/>
          <w:titlePg/>
          <w:docGrid w:linePitch="360"/>
        </w:sectPr>
      </w:pPr>
    </w:p>
    <w:p w14:paraId="6E1C0763" w14:textId="77777777" w:rsidR="00033562" w:rsidRDefault="00033562" w:rsidP="003A6D8D">
      <w:pPr>
        <w:pStyle w:val="Titretablematires"/>
      </w:pPr>
      <w:r>
        <w:lastRenderedPageBreak/>
        <w:t>Table des matières</w:t>
      </w:r>
    </w:p>
    <w:p w14:paraId="44546391" w14:textId="77777777" w:rsidR="00033562" w:rsidRDefault="00033562"/>
    <w:p w14:paraId="22703653" w14:textId="5CB1EA3E" w:rsidR="00A3090D"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6328801" w:history="1">
        <w:r w:rsidR="00A3090D" w:rsidRPr="00D3068A">
          <w:rPr>
            <w:rStyle w:val="Lienhypertexte"/>
            <w:rFonts w:cs="Georgia"/>
          </w:rPr>
          <w:t>LETTRE LIMINAIRE</w:t>
        </w:r>
        <w:r w:rsidR="00A3090D">
          <w:rPr>
            <w:webHidden/>
          </w:rPr>
          <w:tab/>
        </w:r>
        <w:r w:rsidR="00A3090D">
          <w:rPr>
            <w:webHidden/>
          </w:rPr>
          <w:fldChar w:fldCharType="begin"/>
        </w:r>
        <w:r w:rsidR="00A3090D">
          <w:rPr>
            <w:webHidden/>
          </w:rPr>
          <w:instrText xml:space="preserve"> PAGEREF _Toc196328801 \h </w:instrText>
        </w:r>
        <w:r w:rsidR="00A3090D">
          <w:rPr>
            <w:webHidden/>
          </w:rPr>
        </w:r>
        <w:r w:rsidR="00A3090D">
          <w:rPr>
            <w:webHidden/>
          </w:rPr>
          <w:fldChar w:fldCharType="separate"/>
        </w:r>
        <w:r w:rsidR="0051023F">
          <w:rPr>
            <w:webHidden/>
          </w:rPr>
          <w:t>6</w:t>
        </w:r>
        <w:r w:rsidR="00A3090D">
          <w:rPr>
            <w:webHidden/>
          </w:rPr>
          <w:fldChar w:fldCharType="end"/>
        </w:r>
      </w:hyperlink>
    </w:p>
    <w:p w14:paraId="45E0C539" w14:textId="2EFD3904"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02" w:history="1">
        <w:r w:rsidRPr="00D3068A">
          <w:rPr>
            <w:rStyle w:val="Lienhypertexte"/>
            <w:rFonts w:cs="Georgia"/>
          </w:rPr>
          <w:t>I</w:t>
        </w:r>
        <w:r>
          <w:rPr>
            <w:webHidden/>
          </w:rPr>
          <w:tab/>
        </w:r>
        <w:r>
          <w:rPr>
            <w:webHidden/>
          </w:rPr>
          <w:fldChar w:fldCharType="begin"/>
        </w:r>
        <w:r>
          <w:rPr>
            <w:webHidden/>
          </w:rPr>
          <w:instrText xml:space="preserve"> PAGEREF _Toc196328802 \h </w:instrText>
        </w:r>
        <w:r>
          <w:rPr>
            <w:webHidden/>
          </w:rPr>
        </w:r>
        <w:r>
          <w:rPr>
            <w:webHidden/>
          </w:rPr>
          <w:fldChar w:fldCharType="separate"/>
        </w:r>
        <w:r w:rsidR="0051023F">
          <w:rPr>
            <w:webHidden/>
          </w:rPr>
          <w:t>7</w:t>
        </w:r>
        <w:r>
          <w:rPr>
            <w:webHidden/>
          </w:rPr>
          <w:fldChar w:fldCharType="end"/>
        </w:r>
      </w:hyperlink>
    </w:p>
    <w:p w14:paraId="5AFB08F3" w14:textId="4A6FB3E3"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03" w:history="1">
        <w:r w:rsidRPr="00D3068A">
          <w:rPr>
            <w:rStyle w:val="Lienhypertexte"/>
            <w:rFonts w:cs="Georgia"/>
          </w:rPr>
          <w:t>II</w:t>
        </w:r>
        <w:r>
          <w:rPr>
            <w:webHidden/>
          </w:rPr>
          <w:tab/>
        </w:r>
        <w:r>
          <w:rPr>
            <w:webHidden/>
          </w:rPr>
          <w:fldChar w:fldCharType="begin"/>
        </w:r>
        <w:r>
          <w:rPr>
            <w:webHidden/>
          </w:rPr>
          <w:instrText xml:space="preserve"> PAGEREF _Toc196328803 \h </w:instrText>
        </w:r>
        <w:r>
          <w:rPr>
            <w:webHidden/>
          </w:rPr>
        </w:r>
        <w:r>
          <w:rPr>
            <w:webHidden/>
          </w:rPr>
          <w:fldChar w:fldCharType="separate"/>
        </w:r>
        <w:r w:rsidR="0051023F">
          <w:rPr>
            <w:webHidden/>
          </w:rPr>
          <w:t>15</w:t>
        </w:r>
        <w:r>
          <w:rPr>
            <w:webHidden/>
          </w:rPr>
          <w:fldChar w:fldCharType="end"/>
        </w:r>
      </w:hyperlink>
    </w:p>
    <w:p w14:paraId="6B934C09" w14:textId="66386FA5"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04" w:history="1">
        <w:r w:rsidRPr="00D3068A">
          <w:rPr>
            <w:rStyle w:val="Lienhypertexte"/>
            <w:rFonts w:cs="Georgia"/>
          </w:rPr>
          <w:t>III</w:t>
        </w:r>
        <w:r>
          <w:rPr>
            <w:webHidden/>
          </w:rPr>
          <w:tab/>
        </w:r>
        <w:r>
          <w:rPr>
            <w:webHidden/>
          </w:rPr>
          <w:fldChar w:fldCharType="begin"/>
        </w:r>
        <w:r>
          <w:rPr>
            <w:webHidden/>
          </w:rPr>
          <w:instrText xml:space="preserve"> PAGEREF _Toc196328804 \h </w:instrText>
        </w:r>
        <w:r>
          <w:rPr>
            <w:webHidden/>
          </w:rPr>
        </w:r>
        <w:r>
          <w:rPr>
            <w:webHidden/>
          </w:rPr>
          <w:fldChar w:fldCharType="separate"/>
        </w:r>
        <w:r w:rsidR="0051023F">
          <w:rPr>
            <w:webHidden/>
          </w:rPr>
          <w:t>22</w:t>
        </w:r>
        <w:r>
          <w:rPr>
            <w:webHidden/>
          </w:rPr>
          <w:fldChar w:fldCharType="end"/>
        </w:r>
      </w:hyperlink>
    </w:p>
    <w:p w14:paraId="0CD8D57B" w14:textId="4A04CB65"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05" w:history="1">
        <w:r w:rsidRPr="00D3068A">
          <w:rPr>
            <w:rStyle w:val="Lienhypertexte"/>
            <w:rFonts w:cs="Georgia"/>
          </w:rPr>
          <w:t>IV</w:t>
        </w:r>
        <w:r>
          <w:rPr>
            <w:webHidden/>
          </w:rPr>
          <w:tab/>
        </w:r>
        <w:r>
          <w:rPr>
            <w:webHidden/>
          </w:rPr>
          <w:fldChar w:fldCharType="begin"/>
        </w:r>
        <w:r>
          <w:rPr>
            <w:webHidden/>
          </w:rPr>
          <w:instrText xml:space="preserve"> PAGEREF _Toc196328805 \h </w:instrText>
        </w:r>
        <w:r>
          <w:rPr>
            <w:webHidden/>
          </w:rPr>
        </w:r>
        <w:r>
          <w:rPr>
            <w:webHidden/>
          </w:rPr>
          <w:fldChar w:fldCharType="separate"/>
        </w:r>
        <w:r w:rsidR="0051023F">
          <w:rPr>
            <w:webHidden/>
          </w:rPr>
          <w:t>30</w:t>
        </w:r>
        <w:r>
          <w:rPr>
            <w:webHidden/>
          </w:rPr>
          <w:fldChar w:fldCharType="end"/>
        </w:r>
      </w:hyperlink>
    </w:p>
    <w:p w14:paraId="75828BD9" w14:textId="39C051C9"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06" w:history="1">
        <w:r w:rsidRPr="00D3068A">
          <w:rPr>
            <w:rStyle w:val="Lienhypertexte"/>
            <w:rFonts w:cs="Georgia"/>
          </w:rPr>
          <w:t>V</w:t>
        </w:r>
        <w:r>
          <w:rPr>
            <w:webHidden/>
          </w:rPr>
          <w:tab/>
        </w:r>
        <w:r>
          <w:rPr>
            <w:webHidden/>
          </w:rPr>
          <w:fldChar w:fldCharType="begin"/>
        </w:r>
        <w:r>
          <w:rPr>
            <w:webHidden/>
          </w:rPr>
          <w:instrText xml:space="preserve"> PAGEREF _Toc196328806 \h </w:instrText>
        </w:r>
        <w:r>
          <w:rPr>
            <w:webHidden/>
          </w:rPr>
        </w:r>
        <w:r>
          <w:rPr>
            <w:webHidden/>
          </w:rPr>
          <w:fldChar w:fldCharType="separate"/>
        </w:r>
        <w:r w:rsidR="0051023F">
          <w:rPr>
            <w:webHidden/>
          </w:rPr>
          <w:t>39</w:t>
        </w:r>
        <w:r>
          <w:rPr>
            <w:webHidden/>
          </w:rPr>
          <w:fldChar w:fldCharType="end"/>
        </w:r>
      </w:hyperlink>
    </w:p>
    <w:p w14:paraId="2C3BFE91" w14:textId="1A419ECF"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07" w:history="1">
        <w:r w:rsidRPr="00D3068A">
          <w:rPr>
            <w:rStyle w:val="Lienhypertexte"/>
            <w:rFonts w:cs="Georgia"/>
          </w:rPr>
          <w:t>VI</w:t>
        </w:r>
        <w:r>
          <w:rPr>
            <w:webHidden/>
          </w:rPr>
          <w:tab/>
        </w:r>
        <w:r>
          <w:rPr>
            <w:webHidden/>
          </w:rPr>
          <w:fldChar w:fldCharType="begin"/>
        </w:r>
        <w:r>
          <w:rPr>
            <w:webHidden/>
          </w:rPr>
          <w:instrText xml:space="preserve"> PAGEREF _Toc196328807 \h </w:instrText>
        </w:r>
        <w:r>
          <w:rPr>
            <w:webHidden/>
          </w:rPr>
        </w:r>
        <w:r>
          <w:rPr>
            <w:webHidden/>
          </w:rPr>
          <w:fldChar w:fldCharType="separate"/>
        </w:r>
        <w:r w:rsidR="0051023F">
          <w:rPr>
            <w:webHidden/>
          </w:rPr>
          <w:t>47</w:t>
        </w:r>
        <w:r>
          <w:rPr>
            <w:webHidden/>
          </w:rPr>
          <w:fldChar w:fldCharType="end"/>
        </w:r>
      </w:hyperlink>
    </w:p>
    <w:p w14:paraId="14A1C889" w14:textId="68E5601F"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08" w:history="1">
        <w:r w:rsidRPr="00D3068A">
          <w:rPr>
            <w:rStyle w:val="Lienhypertexte"/>
          </w:rPr>
          <w:t>VII</w:t>
        </w:r>
        <w:r>
          <w:rPr>
            <w:webHidden/>
          </w:rPr>
          <w:tab/>
        </w:r>
        <w:r>
          <w:rPr>
            <w:webHidden/>
          </w:rPr>
          <w:fldChar w:fldCharType="begin"/>
        </w:r>
        <w:r>
          <w:rPr>
            <w:webHidden/>
          </w:rPr>
          <w:instrText xml:space="preserve"> PAGEREF _Toc196328808 \h </w:instrText>
        </w:r>
        <w:r>
          <w:rPr>
            <w:webHidden/>
          </w:rPr>
        </w:r>
        <w:r>
          <w:rPr>
            <w:webHidden/>
          </w:rPr>
          <w:fldChar w:fldCharType="separate"/>
        </w:r>
        <w:r w:rsidR="0051023F">
          <w:rPr>
            <w:webHidden/>
          </w:rPr>
          <w:t>56</w:t>
        </w:r>
        <w:r>
          <w:rPr>
            <w:webHidden/>
          </w:rPr>
          <w:fldChar w:fldCharType="end"/>
        </w:r>
      </w:hyperlink>
    </w:p>
    <w:p w14:paraId="1D96EAAA" w14:textId="5F2CA3DF"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09" w:history="1">
        <w:r w:rsidRPr="00D3068A">
          <w:rPr>
            <w:rStyle w:val="Lienhypertexte"/>
          </w:rPr>
          <w:t>VIII</w:t>
        </w:r>
        <w:r>
          <w:rPr>
            <w:webHidden/>
          </w:rPr>
          <w:tab/>
        </w:r>
        <w:r>
          <w:rPr>
            <w:webHidden/>
          </w:rPr>
          <w:fldChar w:fldCharType="begin"/>
        </w:r>
        <w:r>
          <w:rPr>
            <w:webHidden/>
          </w:rPr>
          <w:instrText xml:space="preserve"> PAGEREF _Toc196328809 \h </w:instrText>
        </w:r>
        <w:r>
          <w:rPr>
            <w:webHidden/>
          </w:rPr>
        </w:r>
        <w:r>
          <w:rPr>
            <w:webHidden/>
          </w:rPr>
          <w:fldChar w:fldCharType="separate"/>
        </w:r>
        <w:r w:rsidR="0051023F">
          <w:rPr>
            <w:webHidden/>
          </w:rPr>
          <w:t>65</w:t>
        </w:r>
        <w:r>
          <w:rPr>
            <w:webHidden/>
          </w:rPr>
          <w:fldChar w:fldCharType="end"/>
        </w:r>
      </w:hyperlink>
    </w:p>
    <w:p w14:paraId="41B54CC1" w14:textId="276849FC"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0" w:history="1">
        <w:r w:rsidRPr="00D3068A">
          <w:rPr>
            <w:rStyle w:val="Lienhypertexte"/>
          </w:rPr>
          <w:t>IX</w:t>
        </w:r>
        <w:r>
          <w:rPr>
            <w:webHidden/>
          </w:rPr>
          <w:tab/>
        </w:r>
        <w:r>
          <w:rPr>
            <w:webHidden/>
          </w:rPr>
          <w:fldChar w:fldCharType="begin"/>
        </w:r>
        <w:r>
          <w:rPr>
            <w:webHidden/>
          </w:rPr>
          <w:instrText xml:space="preserve"> PAGEREF _Toc196328810 \h </w:instrText>
        </w:r>
        <w:r>
          <w:rPr>
            <w:webHidden/>
          </w:rPr>
        </w:r>
        <w:r>
          <w:rPr>
            <w:webHidden/>
          </w:rPr>
          <w:fldChar w:fldCharType="separate"/>
        </w:r>
        <w:r w:rsidR="0051023F">
          <w:rPr>
            <w:webHidden/>
          </w:rPr>
          <w:t>73</w:t>
        </w:r>
        <w:r>
          <w:rPr>
            <w:webHidden/>
          </w:rPr>
          <w:fldChar w:fldCharType="end"/>
        </w:r>
      </w:hyperlink>
    </w:p>
    <w:p w14:paraId="634E6F83" w14:textId="64AD0BFB"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1" w:history="1">
        <w:r w:rsidRPr="00D3068A">
          <w:rPr>
            <w:rStyle w:val="Lienhypertexte"/>
          </w:rPr>
          <w:t>X</w:t>
        </w:r>
        <w:r>
          <w:rPr>
            <w:webHidden/>
          </w:rPr>
          <w:tab/>
        </w:r>
        <w:r>
          <w:rPr>
            <w:webHidden/>
          </w:rPr>
          <w:fldChar w:fldCharType="begin"/>
        </w:r>
        <w:r>
          <w:rPr>
            <w:webHidden/>
          </w:rPr>
          <w:instrText xml:space="preserve"> PAGEREF _Toc196328811 \h </w:instrText>
        </w:r>
        <w:r>
          <w:rPr>
            <w:webHidden/>
          </w:rPr>
        </w:r>
        <w:r>
          <w:rPr>
            <w:webHidden/>
          </w:rPr>
          <w:fldChar w:fldCharType="separate"/>
        </w:r>
        <w:r w:rsidR="0051023F">
          <w:rPr>
            <w:webHidden/>
          </w:rPr>
          <w:t>82</w:t>
        </w:r>
        <w:r>
          <w:rPr>
            <w:webHidden/>
          </w:rPr>
          <w:fldChar w:fldCharType="end"/>
        </w:r>
      </w:hyperlink>
    </w:p>
    <w:p w14:paraId="5318E7E7" w14:textId="7F622F4F"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2" w:history="1">
        <w:r w:rsidRPr="00D3068A">
          <w:rPr>
            <w:rStyle w:val="Lienhypertexte"/>
          </w:rPr>
          <w:t>XI</w:t>
        </w:r>
        <w:r>
          <w:rPr>
            <w:webHidden/>
          </w:rPr>
          <w:tab/>
        </w:r>
        <w:r>
          <w:rPr>
            <w:webHidden/>
          </w:rPr>
          <w:fldChar w:fldCharType="begin"/>
        </w:r>
        <w:r>
          <w:rPr>
            <w:webHidden/>
          </w:rPr>
          <w:instrText xml:space="preserve"> PAGEREF _Toc196328812 \h </w:instrText>
        </w:r>
        <w:r>
          <w:rPr>
            <w:webHidden/>
          </w:rPr>
        </w:r>
        <w:r>
          <w:rPr>
            <w:webHidden/>
          </w:rPr>
          <w:fldChar w:fldCharType="separate"/>
        </w:r>
        <w:r w:rsidR="0051023F">
          <w:rPr>
            <w:webHidden/>
          </w:rPr>
          <w:t>91</w:t>
        </w:r>
        <w:r>
          <w:rPr>
            <w:webHidden/>
          </w:rPr>
          <w:fldChar w:fldCharType="end"/>
        </w:r>
      </w:hyperlink>
    </w:p>
    <w:p w14:paraId="7D8577A9" w14:textId="34A09638"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3" w:history="1">
        <w:r w:rsidRPr="00D3068A">
          <w:rPr>
            <w:rStyle w:val="Lienhypertexte"/>
          </w:rPr>
          <w:t>XII</w:t>
        </w:r>
        <w:r>
          <w:rPr>
            <w:webHidden/>
          </w:rPr>
          <w:tab/>
        </w:r>
        <w:r>
          <w:rPr>
            <w:webHidden/>
          </w:rPr>
          <w:fldChar w:fldCharType="begin"/>
        </w:r>
        <w:r>
          <w:rPr>
            <w:webHidden/>
          </w:rPr>
          <w:instrText xml:space="preserve"> PAGEREF _Toc196328813 \h </w:instrText>
        </w:r>
        <w:r>
          <w:rPr>
            <w:webHidden/>
          </w:rPr>
        </w:r>
        <w:r>
          <w:rPr>
            <w:webHidden/>
          </w:rPr>
          <w:fldChar w:fldCharType="separate"/>
        </w:r>
        <w:r w:rsidR="0051023F">
          <w:rPr>
            <w:webHidden/>
          </w:rPr>
          <w:t>101</w:t>
        </w:r>
        <w:r>
          <w:rPr>
            <w:webHidden/>
          </w:rPr>
          <w:fldChar w:fldCharType="end"/>
        </w:r>
      </w:hyperlink>
    </w:p>
    <w:p w14:paraId="044C7A12" w14:textId="60B9CC70"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4" w:history="1">
        <w:r w:rsidRPr="00D3068A">
          <w:rPr>
            <w:rStyle w:val="Lienhypertexte"/>
          </w:rPr>
          <w:t>XIII</w:t>
        </w:r>
        <w:r>
          <w:rPr>
            <w:webHidden/>
          </w:rPr>
          <w:tab/>
        </w:r>
        <w:r>
          <w:rPr>
            <w:webHidden/>
          </w:rPr>
          <w:fldChar w:fldCharType="begin"/>
        </w:r>
        <w:r>
          <w:rPr>
            <w:webHidden/>
          </w:rPr>
          <w:instrText xml:space="preserve"> PAGEREF _Toc196328814 \h </w:instrText>
        </w:r>
        <w:r>
          <w:rPr>
            <w:webHidden/>
          </w:rPr>
        </w:r>
        <w:r>
          <w:rPr>
            <w:webHidden/>
          </w:rPr>
          <w:fldChar w:fldCharType="separate"/>
        </w:r>
        <w:r w:rsidR="0051023F">
          <w:rPr>
            <w:webHidden/>
          </w:rPr>
          <w:t>109</w:t>
        </w:r>
        <w:r>
          <w:rPr>
            <w:webHidden/>
          </w:rPr>
          <w:fldChar w:fldCharType="end"/>
        </w:r>
      </w:hyperlink>
    </w:p>
    <w:p w14:paraId="04F3B8C5" w14:textId="3017288E"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5" w:history="1">
        <w:r w:rsidRPr="00D3068A">
          <w:rPr>
            <w:rStyle w:val="Lienhypertexte"/>
          </w:rPr>
          <w:t>XIV</w:t>
        </w:r>
        <w:r>
          <w:rPr>
            <w:webHidden/>
          </w:rPr>
          <w:tab/>
        </w:r>
        <w:r>
          <w:rPr>
            <w:webHidden/>
          </w:rPr>
          <w:fldChar w:fldCharType="begin"/>
        </w:r>
        <w:r>
          <w:rPr>
            <w:webHidden/>
          </w:rPr>
          <w:instrText xml:space="preserve"> PAGEREF _Toc196328815 \h </w:instrText>
        </w:r>
        <w:r>
          <w:rPr>
            <w:webHidden/>
          </w:rPr>
        </w:r>
        <w:r>
          <w:rPr>
            <w:webHidden/>
          </w:rPr>
          <w:fldChar w:fldCharType="separate"/>
        </w:r>
        <w:r w:rsidR="0051023F">
          <w:rPr>
            <w:webHidden/>
          </w:rPr>
          <w:t>118</w:t>
        </w:r>
        <w:r>
          <w:rPr>
            <w:webHidden/>
          </w:rPr>
          <w:fldChar w:fldCharType="end"/>
        </w:r>
      </w:hyperlink>
    </w:p>
    <w:p w14:paraId="150401D6" w14:textId="39F18E57"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6" w:history="1">
        <w:r w:rsidRPr="00D3068A">
          <w:rPr>
            <w:rStyle w:val="Lienhypertexte"/>
          </w:rPr>
          <w:t>XV</w:t>
        </w:r>
        <w:r>
          <w:rPr>
            <w:webHidden/>
          </w:rPr>
          <w:tab/>
        </w:r>
        <w:r>
          <w:rPr>
            <w:webHidden/>
          </w:rPr>
          <w:fldChar w:fldCharType="begin"/>
        </w:r>
        <w:r>
          <w:rPr>
            <w:webHidden/>
          </w:rPr>
          <w:instrText xml:space="preserve"> PAGEREF _Toc196328816 \h </w:instrText>
        </w:r>
        <w:r>
          <w:rPr>
            <w:webHidden/>
          </w:rPr>
        </w:r>
        <w:r>
          <w:rPr>
            <w:webHidden/>
          </w:rPr>
          <w:fldChar w:fldCharType="separate"/>
        </w:r>
        <w:r w:rsidR="0051023F">
          <w:rPr>
            <w:webHidden/>
          </w:rPr>
          <w:t>128</w:t>
        </w:r>
        <w:r>
          <w:rPr>
            <w:webHidden/>
          </w:rPr>
          <w:fldChar w:fldCharType="end"/>
        </w:r>
      </w:hyperlink>
    </w:p>
    <w:p w14:paraId="55C71EEC" w14:textId="1006AF7D"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7" w:history="1">
        <w:r w:rsidRPr="00D3068A">
          <w:rPr>
            <w:rStyle w:val="Lienhypertexte"/>
          </w:rPr>
          <w:t>XVI</w:t>
        </w:r>
        <w:r>
          <w:rPr>
            <w:webHidden/>
          </w:rPr>
          <w:tab/>
        </w:r>
        <w:r>
          <w:rPr>
            <w:webHidden/>
          </w:rPr>
          <w:fldChar w:fldCharType="begin"/>
        </w:r>
        <w:r>
          <w:rPr>
            <w:webHidden/>
          </w:rPr>
          <w:instrText xml:space="preserve"> PAGEREF _Toc196328817 \h </w:instrText>
        </w:r>
        <w:r>
          <w:rPr>
            <w:webHidden/>
          </w:rPr>
        </w:r>
        <w:r>
          <w:rPr>
            <w:webHidden/>
          </w:rPr>
          <w:fldChar w:fldCharType="separate"/>
        </w:r>
        <w:r w:rsidR="0051023F">
          <w:rPr>
            <w:webHidden/>
          </w:rPr>
          <w:t>138</w:t>
        </w:r>
        <w:r>
          <w:rPr>
            <w:webHidden/>
          </w:rPr>
          <w:fldChar w:fldCharType="end"/>
        </w:r>
      </w:hyperlink>
    </w:p>
    <w:p w14:paraId="52FA15B5" w14:textId="35F5C36A"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8" w:history="1">
        <w:r w:rsidRPr="00D3068A">
          <w:rPr>
            <w:rStyle w:val="Lienhypertexte"/>
          </w:rPr>
          <w:t>XVII</w:t>
        </w:r>
        <w:r>
          <w:rPr>
            <w:webHidden/>
          </w:rPr>
          <w:tab/>
        </w:r>
        <w:r>
          <w:rPr>
            <w:webHidden/>
          </w:rPr>
          <w:fldChar w:fldCharType="begin"/>
        </w:r>
        <w:r>
          <w:rPr>
            <w:webHidden/>
          </w:rPr>
          <w:instrText xml:space="preserve"> PAGEREF _Toc196328818 \h </w:instrText>
        </w:r>
        <w:r>
          <w:rPr>
            <w:webHidden/>
          </w:rPr>
        </w:r>
        <w:r>
          <w:rPr>
            <w:webHidden/>
          </w:rPr>
          <w:fldChar w:fldCharType="separate"/>
        </w:r>
        <w:r w:rsidR="0051023F">
          <w:rPr>
            <w:webHidden/>
          </w:rPr>
          <w:t>147</w:t>
        </w:r>
        <w:r>
          <w:rPr>
            <w:webHidden/>
          </w:rPr>
          <w:fldChar w:fldCharType="end"/>
        </w:r>
      </w:hyperlink>
    </w:p>
    <w:p w14:paraId="5F1F8FA7" w14:textId="0556C3E3"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19" w:history="1">
        <w:r w:rsidRPr="00D3068A">
          <w:rPr>
            <w:rStyle w:val="Lienhypertexte"/>
          </w:rPr>
          <w:t>XVIII</w:t>
        </w:r>
        <w:r>
          <w:rPr>
            <w:webHidden/>
          </w:rPr>
          <w:tab/>
        </w:r>
        <w:r>
          <w:rPr>
            <w:webHidden/>
          </w:rPr>
          <w:fldChar w:fldCharType="begin"/>
        </w:r>
        <w:r>
          <w:rPr>
            <w:webHidden/>
          </w:rPr>
          <w:instrText xml:space="preserve"> PAGEREF _Toc196328819 \h </w:instrText>
        </w:r>
        <w:r>
          <w:rPr>
            <w:webHidden/>
          </w:rPr>
        </w:r>
        <w:r>
          <w:rPr>
            <w:webHidden/>
          </w:rPr>
          <w:fldChar w:fldCharType="separate"/>
        </w:r>
        <w:r w:rsidR="0051023F">
          <w:rPr>
            <w:webHidden/>
          </w:rPr>
          <w:t>155</w:t>
        </w:r>
        <w:r>
          <w:rPr>
            <w:webHidden/>
          </w:rPr>
          <w:fldChar w:fldCharType="end"/>
        </w:r>
      </w:hyperlink>
    </w:p>
    <w:p w14:paraId="58D6DDC5" w14:textId="24F995C7"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20" w:history="1">
        <w:r w:rsidRPr="00D3068A">
          <w:rPr>
            <w:rStyle w:val="Lienhypertexte"/>
          </w:rPr>
          <w:t>XIX</w:t>
        </w:r>
        <w:r>
          <w:rPr>
            <w:webHidden/>
          </w:rPr>
          <w:tab/>
        </w:r>
        <w:r>
          <w:rPr>
            <w:webHidden/>
          </w:rPr>
          <w:fldChar w:fldCharType="begin"/>
        </w:r>
        <w:r>
          <w:rPr>
            <w:webHidden/>
          </w:rPr>
          <w:instrText xml:space="preserve"> PAGEREF _Toc196328820 \h </w:instrText>
        </w:r>
        <w:r>
          <w:rPr>
            <w:webHidden/>
          </w:rPr>
        </w:r>
        <w:r>
          <w:rPr>
            <w:webHidden/>
          </w:rPr>
          <w:fldChar w:fldCharType="separate"/>
        </w:r>
        <w:r w:rsidR="0051023F">
          <w:rPr>
            <w:webHidden/>
          </w:rPr>
          <w:t>163</w:t>
        </w:r>
        <w:r>
          <w:rPr>
            <w:webHidden/>
          </w:rPr>
          <w:fldChar w:fldCharType="end"/>
        </w:r>
      </w:hyperlink>
    </w:p>
    <w:p w14:paraId="4606C22E" w14:textId="4395F418"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21" w:history="1">
        <w:r w:rsidRPr="00D3068A">
          <w:rPr>
            <w:rStyle w:val="Lienhypertexte"/>
          </w:rPr>
          <w:t>XX</w:t>
        </w:r>
        <w:r>
          <w:rPr>
            <w:webHidden/>
          </w:rPr>
          <w:tab/>
        </w:r>
        <w:r>
          <w:rPr>
            <w:webHidden/>
          </w:rPr>
          <w:fldChar w:fldCharType="begin"/>
        </w:r>
        <w:r>
          <w:rPr>
            <w:webHidden/>
          </w:rPr>
          <w:instrText xml:space="preserve"> PAGEREF _Toc196328821 \h </w:instrText>
        </w:r>
        <w:r>
          <w:rPr>
            <w:webHidden/>
          </w:rPr>
        </w:r>
        <w:r>
          <w:rPr>
            <w:webHidden/>
          </w:rPr>
          <w:fldChar w:fldCharType="separate"/>
        </w:r>
        <w:r w:rsidR="0051023F">
          <w:rPr>
            <w:webHidden/>
          </w:rPr>
          <w:t>172</w:t>
        </w:r>
        <w:r>
          <w:rPr>
            <w:webHidden/>
          </w:rPr>
          <w:fldChar w:fldCharType="end"/>
        </w:r>
      </w:hyperlink>
    </w:p>
    <w:p w14:paraId="0C5442F8" w14:textId="33DF7280"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22" w:history="1">
        <w:r w:rsidRPr="00D3068A">
          <w:rPr>
            <w:rStyle w:val="Lienhypertexte"/>
          </w:rPr>
          <w:t>XXI</w:t>
        </w:r>
        <w:r>
          <w:rPr>
            <w:webHidden/>
          </w:rPr>
          <w:tab/>
        </w:r>
        <w:r>
          <w:rPr>
            <w:webHidden/>
          </w:rPr>
          <w:fldChar w:fldCharType="begin"/>
        </w:r>
        <w:r>
          <w:rPr>
            <w:webHidden/>
          </w:rPr>
          <w:instrText xml:space="preserve"> PAGEREF _Toc196328822 \h </w:instrText>
        </w:r>
        <w:r>
          <w:rPr>
            <w:webHidden/>
          </w:rPr>
        </w:r>
        <w:r>
          <w:rPr>
            <w:webHidden/>
          </w:rPr>
          <w:fldChar w:fldCharType="separate"/>
        </w:r>
        <w:r w:rsidR="0051023F">
          <w:rPr>
            <w:webHidden/>
          </w:rPr>
          <w:t>181</w:t>
        </w:r>
        <w:r>
          <w:rPr>
            <w:webHidden/>
          </w:rPr>
          <w:fldChar w:fldCharType="end"/>
        </w:r>
      </w:hyperlink>
    </w:p>
    <w:p w14:paraId="1799D8EC" w14:textId="751755D4"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23" w:history="1">
        <w:r w:rsidRPr="00D3068A">
          <w:rPr>
            <w:rStyle w:val="Lienhypertexte"/>
          </w:rPr>
          <w:t>XXII</w:t>
        </w:r>
        <w:r>
          <w:rPr>
            <w:webHidden/>
          </w:rPr>
          <w:tab/>
        </w:r>
        <w:r>
          <w:rPr>
            <w:webHidden/>
          </w:rPr>
          <w:fldChar w:fldCharType="begin"/>
        </w:r>
        <w:r>
          <w:rPr>
            <w:webHidden/>
          </w:rPr>
          <w:instrText xml:space="preserve"> PAGEREF _Toc196328823 \h </w:instrText>
        </w:r>
        <w:r>
          <w:rPr>
            <w:webHidden/>
          </w:rPr>
        </w:r>
        <w:r>
          <w:rPr>
            <w:webHidden/>
          </w:rPr>
          <w:fldChar w:fldCharType="separate"/>
        </w:r>
        <w:r w:rsidR="0051023F">
          <w:rPr>
            <w:webHidden/>
          </w:rPr>
          <w:t>191</w:t>
        </w:r>
        <w:r>
          <w:rPr>
            <w:webHidden/>
          </w:rPr>
          <w:fldChar w:fldCharType="end"/>
        </w:r>
      </w:hyperlink>
    </w:p>
    <w:p w14:paraId="04238B63" w14:textId="3228556C"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24" w:history="1">
        <w:r w:rsidRPr="00D3068A">
          <w:rPr>
            <w:rStyle w:val="Lienhypertexte"/>
          </w:rPr>
          <w:t>XXIII</w:t>
        </w:r>
        <w:r>
          <w:rPr>
            <w:webHidden/>
          </w:rPr>
          <w:tab/>
        </w:r>
        <w:r>
          <w:rPr>
            <w:webHidden/>
          </w:rPr>
          <w:fldChar w:fldCharType="begin"/>
        </w:r>
        <w:r>
          <w:rPr>
            <w:webHidden/>
          </w:rPr>
          <w:instrText xml:space="preserve"> PAGEREF _Toc196328824 \h </w:instrText>
        </w:r>
        <w:r>
          <w:rPr>
            <w:webHidden/>
          </w:rPr>
        </w:r>
        <w:r>
          <w:rPr>
            <w:webHidden/>
          </w:rPr>
          <w:fldChar w:fldCharType="separate"/>
        </w:r>
        <w:r w:rsidR="0051023F">
          <w:rPr>
            <w:webHidden/>
          </w:rPr>
          <w:t>201</w:t>
        </w:r>
        <w:r>
          <w:rPr>
            <w:webHidden/>
          </w:rPr>
          <w:fldChar w:fldCharType="end"/>
        </w:r>
      </w:hyperlink>
    </w:p>
    <w:p w14:paraId="62A70A89" w14:textId="54DCA96A"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25" w:history="1">
        <w:r w:rsidRPr="00D3068A">
          <w:rPr>
            <w:rStyle w:val="Lienhypertexte"/>
          </w:rPr>
          <w:t>XXIV</w:t>
        </w:r>
        <w:r>
          <w:rPr>
            <w:webHidden/>
          </w:rPr>
          <w:tab/>
        </w:r>
        <w:r>
          <w:rPr>
            <w:webHidden/>
          </w:rPr>
          <w:fldChar w:fldCharType="begin"/>
        </w:r>
        <w:r>
          <w:rPr>
            <w:webHidden/>
          </w:rPr>
          <w:instrText xml:space="preserve"> PAGEREF _Toc196328825 \h </w:instrText>
        </w:r>
        <w:r>
          <w:rPr>
            <w:webHidden/>
          </w:rPr>
        </w:r>
        <w:r>
          <w:rPr>
            <w:webHidden/>
          </w:rPr>
          <w:fldChar w:fldCharType="separate"/>
        </w:r>
        <w:r w:rsidR="0051023F">
          <w:rPr>
            <w:webHidden/>
          </w:rPr>
          <w:t>210</w:t>
        </w:r>
        <w:r>
          <w:rPr>
            <w:webHidden/>
          </w:rPr>
          <w:fldChar w:fldCharType="end"/>
        </w:r>
      </w:hyperlink>
    </w:p>
    <w:p w14:paraId="3D4C251A" w14:textId="5924C8C1"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26" w:history="1">
        <w:r w:rsidRPr="00D3068A">
          <w:rPr>
            <w:rStyle w:val="Lienhypertexte"/>
          </w:rPr>
          <w:t>XXV</w:t>
        </w:r>
        <w:r>
          <w:rPr>
            <w:webHidden/>
          </w:rPr>
          <w:tab/>
        </w:r>
        <w:r>
          <w:rPr>
            <w:webHidden/>
          </w:rPr>
          <w:fldChar w:fldCharType="begin"/>
        </w:r>
        <w:r>
          <w:rPr>
            <w:webHidden/>
          </w:rPr>
          <w:instrText xml:space="preserve"> PAGEREF _Toc196328826 \h </w:instrText>
        </w:r>
        <w:r>
          <w:rPr>
            <w:webHidden/>
          </w:rPr>
        </w:r>
        <w:r>
          <w:rPr>
            <w:webHidden/>
          </w:rPr>
          <w:fldChar w:fldCharType="separate"/>
        </w:r>
        <w:r w:rsidR="0051023F">
          <w:rPr>
            <w:webHidden/>
          </w:rPr>
          <w:t>219</w:t>
        </w:r>
        <w:r>
          <w:rPr>
            <w:webHidden/>
          </w:rPr>
          <w:fldChar w:fldCharType="end"/>
        </w:r>
      </w:hyperlink>
    </w:p>
    <w:p w14:paraId="2D382F89" w14:textId="0ABD5476" w:rsidR="00A3090D" w:rsidRDefault="00A3090D">
      <w:pPr>
        <w:pStyle w:val="TM1"/>
        <w:rPr>
          <w:rFonts w:asciiTheme="minorHAnsi" w:eastAsiaTheme="minorEastAsia" w:hAnsiTheme="minorHAnsi" w:cstheme="minorBidi"/>
          <w:bCs w:val="0"/>
          <w:iCs w:val="0"/>
          <w:color w:val="auto"/>
          <w:kern w:val="2"/>
          <w:sz w:val="24"/>
          <w:szCs w:val="24"/>
          <w14:ligatures w14:val="standardContextual"/>
        </w:rPr>
      </w:pPr>
      <w:hyperlink w:anchor="_Toc196328827" w:history="1">
        <w:r w:rsidRPr="00D3068A">
          <w:rPr>
            <w:rStyle w:val="Lienhypertexte"/>
          </w:rPr>
          <w:t>À propos de cette édition électronique</w:t>
        </w:r>
        <w:r>
          <w:rPr>
            <w:webHidden/>
          </w:rPr>
          <w:tab/>
        </w:r>
        <w:r>
          <w:rPr>
            <w:webHidden/>
          </w:rPr>
          <w:fldChar w:fldCharType="begin"/>
        </w:r>
        <w:r>
          <w:rPr>
            <w:webHidden/>
          </w:rPr>
          <w:instrText xml:space="preserve"> PAGEREF _Toc196328827 \h </w:instrText>
        </w:r>
        <w:r>
          <w:rPr>
            <w:webHidden/>
          </w:rPr>
        </w:r>
        <w:r>
          <w:rPr>
            <w:webHidden/>
          </w:rPr>
          <w:fldChar w:fldCharType="separate"/>
        </w:r>
        <w:r w:rsidR="0051023F">
          <w:rPr>
            <w:webHidden/>
          </w:rPr>
          <w:t>229</w:t>
        </w:r>
        <w:r>
          <w:rPr>
            <w:webHidden/>
          </w:rPr>
          <w:fldChar w:fldCharType="end"/>
        </w:r>
      </w:hyperlink>
    </w:p>
    <w:p w14:paraId="40CD7DAD" w14:textId="5F84737C" w:rsidR="00033562" w:rsidRDefault="00033562">
      <w:r>
        <w:fldChar w:fldCharType="end"/>
      </w:r>
    </w:p>
    <w:p w14:paraId="57E6762A" w14:textId="77777777" w:rsidR="00893056" w:rsidRDefault="00893056" w:rsidP="00893056">
      <w:pPr>
        <w:pageBreakBefore/>
      </w:pPr>
    </w:p>
    <w:p w14:paraId="265B37EE" w14:textId="0C208DA4" w:rsidR="008F7090" w:rsidRPr="003A0BBB" w:rsidRDefault="008F7090" w:rsidP="00893056">
      <w:pPr>
        <w:pStyle w:val="NormalRetraitGauche2XIndent0"/>
        <w:spacing w:before="1200" w:after="0"/>
        <w:rPr>
          <w:i/>
        </w:rPr>
      </w:pPr>
      <w:r w:rsidRPr="003A0BBB">
        <w:rPr>
          <w:i/>
        </w:rPr>
        <w:t>Porte aux pieds des autels ce cœur qui m</w:t>
      </w:r>
      <w:r w:rsidR="003A6D8D">
        <w:rPr>
          <w:i/>
        </w:rPr>
        <w:t>’</w:t>
      </w:r>
      <w:r w:rsidRPr="003A0BBB">
        <w:rPr>
          <w:i/>
        </w:rPr>
        <w:t>abandonne</w:t>
      </w:r>
    </w:p>
    <w:p w14:paraId="239B4FD8" w14:textId="77777777" w:rsidR="003A6D8D" w:rsidRDefault="008F7090" w:rsidP="008F7090">
      <w:pPr>
        <w:pStyle w:val="NormalRetraitGauche2XIndent0"/>
        <w:spacing w:before="0" w:after="0"/>
        <w:rPr>
          <w:i/>
        </w:rPr>
      </w:pPr>
      <w:r w:rsidRPr="003A0BBB">
        <w:rPr>
          <w:i/>
        </w:rPr>
        <w:t>Va</w:t>
      </w:r>
      <w:r w:rsidR="003A6D8D">
        <w:rPr>
          <w:i/>
        </w:rPr>
        <w:t xml:space="preserve">, </w:t>
      </w:r>
      <w:r w:rsidRPr="003A0BBB">
        <w:rPr>
          <w:i/>
        </w:rPr>
        <w:t>cours</w:t>
      </w:r>
      <w:r w:rsidR="003A6D8D">
        <w:rPr>
          <w:i/>
        </w:rPr>
        <w:t xml:space="preserve">, </w:t>
      </w:r>
      <w:r w:rsidRPr="003A0BBB">
        <w:rPr>
          <w:i/>
        </w:rPr>
        <w:t xml:space="preserve">mais </w:t>
      </w:r>
      <w:r w:rsidR="00BD3792" w:rsidRPr="003A0BBB">
        <w:rPr>
          <w:i/>
        </w:rPr>
        <w:t>crain</w:t>
      </w:r>
      <w:r w:rsidR="00BD3792">
        <w:rPr>
          <w:i/>
        </w:rPr>
        <w:t>s</w:t>
      </w:r>
      <w:r w:rsidR="00BD3792" w:rsidRPr="003A0BBB">
        <w:rPr>
          <w:i/>
        </w:rPr>
        <w:t xml:space="preserve"> </w:t>
      </w:r>
      <w:r w:rsidRPr="003A0BBB">
        <w:rPr>
          <w:i/>
        </w:rPr>
        <w:t>encor d</w:t>
      </w:r>
      <w:r w:rsidR="003A6D8D">
        <w:rPr>
          <w:i/>
        </w:rPr>
        <w:t>’</w:t>
      </w:r>
      <w:r w:rsidRPr="003A0BBB">
        <w:rPr>
          <w:i/>
        </w:rPr>
        <w:t>y trouver Hermione</w:t>
      </w:r>
      <w:r w:rsidR="003A6D8D">
        <w:rPr>
          <w:i/>
        </w:rPr>
        <w:t>,</w:t>
      </w:r>
    </w:p>
    <w:p w14:paraId="3E9BB892" w14:textId="77777777" w:rsidR="003A6D8D" w:rsidRDefault="008F7090" w:rsidP="008F7090">
      <w:pPr>
        <w:jc w:val="right"/>
      </w:pPr>
      <w:r w:rsidRPr="003A0BBB">
        <w:t>A</w:t>
      </w:r>
      <w:r w:rsidRPr="003A0BBB">
        <w:rPr>
          <w:rStyle w:val="Taille-1Caracteres"/>
        </w:rPr>
        <w:t>NDROMAQUE</w:t>
      </w:r>
      <w:r w:rsidR="003A6D8D">
        <w:t>.</w:t>
      </w:r>
    </w:p>
    <w:p w14:paraId="4C112057" w14:textId="1852E158" w:rsidR="008F7090" w:rsidRPr="003A0BBB" w:rsidRDefault="008F7090" w:rsidP="008F7090">
      <w:pPr>
        <w:jc w:val="right"/>
      </w:pPr>
    </w:p>
    <w:p w14:paraId="481297FA" w14:textId="77777777" w:rsidR="008F7090" w:rsidRDefault="008F7090" w:rsidP="003A6D8D">
      <w:pPr>
        <w:pStyle w:val="Centr"/>
        <w:rPr>
          <w:rStyle w:val="Taille-1Caracteres"/>
        </w:rPr>
      </w:pPr>
      <w:r w:rsidRPr="003A0BBB">
        <w:t>E</w:t>
      </w:r>
      <w:r w:rsidRPr="003A0BBB">
        <w:rPr>
          <w:rStyle w:val="Taille-1Caracteres"/>
        </w:rPr>
        <w:t>N</w:t>
      </w:r>
      <w:r w:rsidRPr="003A0BBB">
        <w:t xml:space="preserve"> S</w:t>
      </w:r>
      <w:r w:rsidRPr="003A0BBB">
        <w:rPr>
          <w:rStyle w:val="Taille-1Caracteres"/>
        </w:rPr>
        <w:t>OUVENIR</w:t>
      </w:r>
      <w:r w:rsidRPr="003A0BBB">
        <w:t xml:space="preserve"> </w:t>
      </w:r>
      <w:r w:rsidRPr="003A0BBB">
        <w:rPr>
          <w:rStyle w:val="Taille-1Caracteres"/>
        </w:rPr>
        <w:t>DE</w:t>
      </w:r>
      <w:r w:rsidRPr="003A0BBB">
        <w:t xml:space="preserve"> S</w:t>
      </w:r>
      <w:r w:rsidRPr="003A0BBB">
        <w:rPr>
          <w:rStyle w:val="Taille-1Caracteres"/>
        </w:rPr>
        <w:t>ALOMÉ</w:t>
      </w:r>
    </w:p>
    <w:p w14:paraId="132C6FB5" w14:textId="77777777" w:rsidR="00893056" w:rsidRPr="003A0BBB" w:rsidRDefault="00893056" w:rsidP="00893056">
      <w:pPr>
        <w:pageBreakBefore/>
      </w:pPr>
    </w:p>
    <w:p w14:paraId="0C5D1AA7" w14:textId="77777777" w:rsidR="008F7090" w:rsidRPr="003A0BBB" w:rsidRDefault="008F7090" w:rsidP="00893056">
      <w:pPr>
        <w:pStyle w:val="NormalEspAvtGrand"/>
        <w:spacing w:before="1200"/>
        <w:jc w:val="right"/>
        <w:rPr>
          <w:i/>
        </w:rPr>
      </w:pPr>
      <w:r w:rsidRPr="003A0BBB">
        <w:rPr>
          <w:i/>
        </w:rPr>
        <w:t>À ANATOLE DE MONZIE</w:t>
      </w:r>
    </w:p>
    <w:p w14:paraId="6AD4416C" w14:textId="77777777" w:rsidR="008F7090" w:rsidRPr="003A0BBB" w:rsidRDefault="008F7090" w:rsidP="003A6D8D">
      <w:pPr>
        <w:pStyle w:val="Titre1"/>
        <w:rPr>
          <w:rFonts w:cs="Georgia"/>
          <w:i/>
          <w:iCs/>
        </w:rPr>
      </w:pPr>
      <w:bookmarkStart w:id="0" w:name="_Toc196328801"/>
      <w:r w:rsidRPr="003A0BBB">
        <w:rPr>
          <w:rFonts w:cs="Georgia"/>
        </w:rPr>
        <w:lastRenderedPageBreak/>
        <w:t>LETTRE LIMINAIRE</w:t>
      </w:r>
      <w:r>
        <w:rPr>
          <w:rStyle w:val="Appelnotedebasdep"/>
          <w:rFonts w:cs="Georgia"/>
        </w:rPr>
        <w:footnoteReference w:id="1"/>
      </w:r>
      <w:bookmarkEnd w:id="0"/>
    </w:p>
    <w:p w14:paraId="0718E12E" w14:textId="77777777" w:rsidR="003A6D8D" w:rsidRDefault="008F7090" w:rsidP="008F7090">
      <w:pPr>
        <w:jc w:val="right"/>
        <w:rPr>
          <w:i/>
          <w:iCs/>
        </w:rPr>
      </w:pPr>
      <w:r w:rsidRPr="003A0BBB">
        <w:rPr>
          <w:i/>
          <w:iCs/>
        </w:rPr>
        <w:t>Maison d</w:t>
      </w:r>
      <w:r w:rsidR="003A6D8D">
        <w:rPr>
          <w:i/>
          <w:iCs/>
        </w:rPr>
        <w:t>’</w:t>
      </w:r>
      <w:r w:rsidRPr="003A0BBB">
        <w:rPr>
          <w:i/>
          <w:iCs/>
        </w:rPr>
        <w:t>arrêt de F</w:t>
      </w:r>
      <w:r w:rsidR="003A6D8D">
        <w:rPr>
          <w:i/>
          <w:iCs/>
        </w:rPr>
        <w:t>…</w:t>
      </w:r>
    </w:p>
    <w:p w14:paraId="2881EE75" w14:textId="2D26A4D3" w:rsidR="003A6D8D" w:rsidRDefault="008F7090" w:rsidP="008F7090">
      <w:pPr>
        <w:jc w:val="right"/>
        <w:rPr>
          <w:i/>
          <w:iCs/>
        </w:rPr>
      </w:pPr>
      <w:r w:rsidRPr="003A0BBB">
        <w:rPr>
          <w:i/>
          <w:iCs/>
        </w:rPr>
        <w:t>1</w:t>
      </w:r>
      <w:r w:rsidR="003A6D8D" w:rsidRPr="003A0BBB">
        <w:rPr>
          <w:i/>
          <w:iCs/>
        </w:rPr>
        <w:t>5</w:t>
      </w:r>
      <w:r w:rsidR="003A6D8D">
        <w:rPr>
          <w:i/>
          <w:iCs/>
        </w:rPr>
        <w:t> </w:t>
      </w:r>
      <w:r w:rsidR="003A6D8D" w:rsidRPr="003A0BBB">
        <w:rPr>
          <w:i/>
          <w:iCs/>
        </w:rPr>
        <w:t>mai</w:t>
      </w:r>
      <w:r w:rsidRPr="003A0BBB">
        <w:rPr>
          <w:i/>
          <w:iCs/>
        </w:rPr>
        <w:t xml:space="preserve"> 1925</w:t>
      </w:r>
      <w:r w:rsidR="003A6D8D">
        <w:rPr>
          <w:i/>
          <w:iCs/>
        </w:rPr>
        <w:t>.</w:t>
      </w:r>
    </w:p>
    <w:p w14:paraId="42025551" w14:textId="77777777" w:rsidR="003A6D8D" w:rsidRDefault="008F7090" w:rsidP="008F7090">
      <w:r w:rsidRPr="003A0BBB">
        <w:t>M</w:t>
      </w:r>
      <w:r w:rsidRPr="003A0BBB">
        <w:rPr>
          <w:rStyle w:val="Taille-1Caracteres"/>
        </w:rPr>
        <w:t>AÎTRE</w:t>
      </w:r>
      <w:r w:rsidR="003A6D8D">
        <w:t>,</w:t>
      </w:r>
    </w:p>
    <w:p w14:paraId="202C29EE" w14:textId="77777777" w:rsidR="003A6D8D" w:rsidRDefault="008F7090" w:rsidP="008F7090">
      <w:pPr>
        <w:rPr>
          <w:i/>
          <w:iCs/>
        </w:rPr>
      </w:pPr>
      <w:r w:rsidRPr="003A0BBB">
        <w:rPr>
          <w:i/>
          <w:iCs/>
        </w:rPr>
        <w:t>Vous m</w:t>
      </w:r>
      <w:r w:rsidR="003A6D8D">
        <w:rPr>
          <w:i/>
          <w:iCs/>
        </w:rPr>
        <w:t>’</w:t>
      </w:r>
      <w:r w:rsidRPr="003A0BBB">
        <w:rPr>
          <w:i/>
          <w:iCs/>
        </w:rPr>
        <w:t>aviez demandé de vous fournir quelques notes susceptibles de vous aider dans la préparation de ma défense</w:t>
      </w:r>
      <w:r w:rsidR="003A6D8D">
        <w:rPr>
          <w:i/>
          <w:iCs/>
        </w:rPr>
        <w:t xml:space="preserve">. </w:t>
      </w:r>
      <w:r w:rsidRPr="003A0BBB">
        <w:rPr>
          <w:i/>
          <w:iCs/>
        </w:rPr>
        <w:t>Si</w:t>
      </w:r>
      <w:r w:rsidR="003A6D8D">
        <w:rPr>
          <w:i/>
          <w:iCs/>
        </w:rPr>
        <w:t xml:space="preserve">, </w:t>
      </w:r>
      <w:r w:rsidRPr="003A0BBB">
        <w:rPr>
          <w:i/>
          <w:iCs/>
        </w:rPr>
        <w:t>tout d</w:t>
      </w:r>
      <w:r w:rsidR="003A6D8D">
        <w:rPr>
          <w:i/>
          <w:iCs/>
        </w:rPr>
        <w:t>’</w:t>
      </w:r>
      <w:r w:rsidRPr="003A0BBB">
        <w:rPr>
          <w:i/>
          <w:iCs/>
        </w:rPr>
        <w:t>abord</w:t>
      </w:r>
      <w:r w:rsidR="003A6D8D">
        <w:rPr>
          <w:i/>
          <w:iCs/>
        </w:rPr>
        <w:t xml:space="preserve">, </w:t>
      </w:r>
      <w:r w:rsidRPr="003A0BBB">
        <w:rPr>
          <w:i/>
          <w:iCs/>
        </w:rPr>
        <w:t>je refusai</w:t>
      </w:r>
      <w:r w:rsidR="003A6D8D">
        <w:rPr>
          <w:i/>
          <w:iCs/>
        </w:rPr>
        <w:t xml:space="preserve">, </w:t>
      </w:r>
      <w:r w:rsidRPr="003A0BBB">
        <w:rPr>
          <w:i/>
          <w:iCs/>
        </w:rPr>
        <w:t>ce fut pour des raisons faciles à comprendre</w:t>
      </w:r>
      <w:r w:rsidR="003A6D8D">
        <w:rPr>
          <w:i/>
          <w:iCs/>
        </w:rPr>
        <w:t xml:space="preserve">. </w:t>
      </w:r>
      <w:r w:rsidRPr="003A0BBB">
        <w:rPr>
          <w:i/>
          <w:iCs/>
        </w:rPr>
        <w:t>M</w:t>
      </w:r>
      <w:r w:rsidR="003A6D8D">
        <w:rPr>
          <w:i/>
          <w:iCs/>
        </w:rPr>
        <w:t>’</w:t>
      </w:r>
      <w:r w:rsidRPr="003A0BBB">
        <w:rPr>
          <w:i/>
          <w:iCs/>
        </w:rPr>
        <w:t>étant dénoncée moi-même</w:t>
      </w:r>
      <w:r w:rsidR="003A6D8D">
        <w:rPr>
          <w:i/>
          <w:iCs/>
        </w:rPr>
        <w:t xml:space="preserve">, </w:t>
      </w:r>
      <w:r w:rsidRPr="003A0BBB">
        <w:rPr>
          <w:i/>
          <w:iCs/>
        </w:rPr>
        <w:t>je n</w:t>
      </w:r>
      <w:r w:rsidR="003A6D8D">
        <w:rPr>
          <w:i/>
          <w:iCs/>
        </w:rPr>
        <w:t>’</w:t>
      </w:r>
      <w:r w:rsidRPr="003A0BBB">
        <w:rPr>
          <w:i/>
          <w:iCs/>
        </w:rPr>
        <w:t>avais pas à songer ensuite à me défendre</w:t>
      </w:r>
      <w:r w:rsidR="003A6D8D">
        <w:rPr>
          <w:i/>
          <w:iCs/>
        </w:rPr>
        <w:t xml:space="preserve">. </w:t>
      </w:r>
      <w:r w:rsidRPr="003A0BBB">
        <w:rPr>
          <w:i/>
          <w:iCs/>
        </w:rPr>
        <w:t>Vous admettrez sans peine un tel point de vue</w:t>
      </w:r>
      <w:r w:rsidR="003A6D8D">
        <w:rPr>
          <w:i/>
          <w:iCs/>
        </w:rPr>
        <w:t xml:space="preserve">, </w:t>
      </w:r>
      <w:r w:rsidRPr="003A0BBB">
        <w:rPr>
          <w:i/>
          <w:iCs/>
        </w:rPr>
        <w:t>vous que la justice a commis d</w:t>
      </w:r>
      <w:r w:rsidR="003A6D8D">
        <w:rPr>
          <w:i/>
          <w:iCs/>
        </w:rPr>
        <w:t>’</w:t>
      </w:r>
      <w:r w:rsidRPr="003A0BBB">
        <w:rPr>
          <w:i/>
          <w:iCs/>
        </w:rPr>
        <w:t>office à cette tâche</w:t>
      </w:r>
      <w:r w:rsidR="003A6D8D">
        <w:rPr>
          <w:i/>
          <w:iCs/>
        </w:rPr>
        <w:t xml:space="preserve">. </w:t>
      </w:r>
      <w:r w:rsidRPr="003A0BBB">
        <w:rPr>
          <w:i/>
          <w:iCs/>
        </w:rPr>
        <w:t>J</w:t>
      </w:r>
      <w:r w:rsidR="003A6D8D">
        <w:rPr>
          <w:i/>
          <w:iCs/>
        </w:rPr>
        <w:t>’</w:t>
      </w:r>
      <w:r w:rsidRPr="003A0BBB">
        <w:rPr>
          <w:i/>
          <w:iCs/>
        </w:rPr>
        <w:t>avoue n</w:t>
      </w:r>
      <w:r w:rsidR="003A6D8D">
        <w:rPr>
          <w:i/>
          <w:iCs/>
        </w:rPr>
        <w:t>’</w:t>
      </w:r>
      <w:r w:rsidRPr="003A0BBB">
        <w:rPr>
          <w:i/>
          <w:iCs/>
        </w:rPr>
        <w:t>avoir pas prévu alors ce qui devait se passer</w:t>
      </w:r>
      <w:r w:rsidR="003A6D8D">
        <w:rPr>
          <w:i/>
          <w:iCs/>
        </w:rPr>
        <w:t xml:space="preserve">, </w:t>
      </w:r>
      <w:r w:rsidRPr="003A0BBB">
        <w:rPr>
          <w:i/>
          <w:iCs/>
        </w:rPr>
        <w:t>la multiplication par mon complice et son avocat des incidents et des moyens susceptibles de retarder l</w:t>
      </w:r>
      <w:r w:rsidR="003A6D8D">
        <w:rPr>
          <w:i/>
          <w:iCs/>
        </w:rPr>
        <w:t>’</w:t>
      </w:r>
      <w:r w:rsidRPr="003A0BBB">
        <w:rPr>
          <w:i/>
          <w:iCs/>
        </w:rPr>
        <w:t>instant du procès</w:t>
      </w:r>
      <w:r w:rsidR="003A6D8D">
        <w:rPr>
          <w:i/>
          <w:iCs/>
        </w:rPr>
        <w:t xml:space="preserve">. </w:t>
      </w:r>
      <w:r w:rsidRPr="003A0BBB">
        <w:rPr>
          <w:i/>
          <w:iCs/>
        </w:rPr>
        <w:t>Il en est résulté pour moi de tristes loisirs</w:t>
      </w:r>
      <w:r w:rsidR="003A6D8D">
        <w:rPr>
          <w:i/>
          <w:iCs/>
        </w:rPr>
        <w:t xml:space="preserve">, </w:t>
      </w:r>
      <w:r w:rsidRPr="003A0BBB">
        <w:rPr>
          <w:i/>
          <w:iCs/>
        </w:rPr>
        <w:t>au cours desquels des souvenirs que je croyais éteints se sont ranimés en foule</w:t>
      </w:r>
      <w:r w:rsidR="003A6D8D">
        <w:rPr>
          <w:i/>
          <w:iCs/>
        </w:rPr>
        <w:t xml:space="preserve">, </w:t>
      </w:r>
      <w:r w:rsidRPr="003A0BBB">
        <w:rPr>
          <w:i/>
          <w:iCs/>
        </w:rPr>
        <w:t>m</w:t>
      </w:r>
      <w:r w:rsidR="003A6D8D">
        <w:rPr>
          <w:i/>
          <w:iCs/>
        </w:rPr>
        <w:t>’</w:t>
      </w:r>
      <w:r w:rsidRPr="003A0BBB">
        <w:rPr>
          <w:i/>
          <w:iCs/>
        </w:rPr>
        <w:t>ont obsédée d</w:t>
      </w:r>
      <w:r w:rsidR="003A6D8D">
        <w:rPr>
          <w:i/>
          <w:iCs/>
        </w:rPr>
        <w:t>’</w:t>
      </w:r>
      <w:r w:rsidRPr="003A0BBB">
        <w:rPr>
          <w:i/>
          <w:iCs/>
        </w:rPr>
        <w:t>un poids que je ne peux plus supporter</w:t>
      </w:r>
      <w:r w:rsidR="003A6D8D">
        <w:rPr>
          <w:i/>
          <w:iCs/>
        </w:rPr>
        <w:t xml:space="preserve">, </w:t>
      </w:r>
      <w:r w:rsidRPr="003A0BBB">
        <w:rPr>
          <w:i/>
          <w:iCs/>
        </w:rPr>
        <w:t>dont je veux me décharger l</w:t>
      </w:r>
      <w:r w:rsidR="003A6D8D">
        <w:rPr>
          <w:i/>
          <w:iCs/>
        </w:rPr>
        <w:t>’</w:t>
      </w:r>
      <w:r w:rsidRPr="003A0BBB">
        <w:rPr>
          <w:i/>
          <w:iCs/>
        </w:rPr>
        <w:t>âme</w:t>
      </w:r>
      <w:r w:rsidR="003A6D8D">
        <w:rPr>
          <w:i/>
          <w:iCs/>
        </w:rPr>
        <w:t xml:space="preserve">… </w:t>
      </w:r>
      <w:r w:rsidRPr="003A0BBB">
        <w:rPr>
          <w:i/>
          <w:iCs/>
        </w:rPr>
        <w:t>Bref</w:t>
      </w:r>
      <w:r w:rsidR="003A6D8D">
        <w:rPr>
          <w:i/>
          <w:iCs/>
        </w:rPr>
        <w:t xml:space="preserve">, </w:t>
      </w:r>
      <w:r w:rsidRPr="003A0BBB">
        <w:rPr>
          <w:i/>
          <w:iCs/>
        </w:rPr>
        <w:t>j</w:t>
      </w:r>
      <w:r w:rsidR="003A6D8D">
        <w:rPr>
          <w:i/>
          <w:iCs/>
        </w:rPr>
        <w:t>’</w:t>
      </w:r>
      <w:r w:rsidRPr="003A0BBB">
        <w:rPr>
          <w:i/>
          <w:iCs/>
        </w:rPr>
        <w:t>ai écrit ceci</w:t>
      </w:r>
      <w:r w:rsidR="003A6D8D">
        <w:rPr>
          <w:i/>
          <w:iCs/>
        </w:rPr>
        <w:t xml:space="preserve">. </w:t>
      </w:r>
      <w:r w:rsidRPr="003A0BBB">
        <w:rPr>
          <w:i/>
          <w:iCs/>
        </w:rPr>
        <w:t>Ce n</w:t>
      </w:r>
      <w:r w:rsidR="003A6D8D">
        <w:rPr>
          <w:i/>
          <w:iCs/>
        </w:rPr>
        <w:t>’</w:t>
      </w:r>
      <w:r w:rsidRPr="003A0BBB">
        <w:rPr>
          <w:i/>
          <w:iCs/>
        </w:rPr>
        <w:t>est pas l</w:t>
      </w:r>
      <w:r w:rsidR="003A6D8D">
        <w:rPr>
          <w:i/>
          <w:iCs/>
        </w:rPr>
        <w:t>’</w:t>
      </w:r>
      <w:r w:rsidRPr="003A0BBB">
        <w:rPr>
          <w:i/>
          <w:iCs/>
        </w:rPr>
        <w:t>espoir de me disculper aux yeux des hommes</w:t>
      </w:r>
      <w:r w:rsidR="003A6D8D">
        <w:rPr>
          <w:i/>
          <w:iCs/>
        </w:rPr>
        <w:t xml:space="preserve">, </w:t>
      </w:r>
      <w:r w:rsidRPr="003A0BBB">
        <w:rPr>
          <w:i/>
          <w:iCs/>
        </w:rPr>
        <w:t>ni aux vôtres</w:t>
      </w:r>
      <w:r w:rsidR="003A6D8D">
        <w:rPr>
          <w:i/>
          <w:iCs/>
        </w:rPr>
        <w:t xml:space="preserve">, </w:t>
      </w:r>
      <w:r w:rsidRPr="003A0BBB">
        <w:rPr>
          <w:i/>
          <w:iCs/>
        </w:rPr>
        <w:t>ni aux miens</w:t>
      </w:r>
      <w:r w:rsidR="003A6D8D">
        <w:rPr>
          <w:i/>
          <w:iCs/>
        </w:rPr>
        <w:t xml:space="preserve">, </w:t>
      </w:r>
      <w:r w:rsidRPr="003A0BBB">
        <w:rPr>
          <w:i/>
          <w:iCs/>
        </w:rPr>
        <w:t>qui m</w:t>
      </w:r>
      <w:r w:rsidR="003A6D8D">
        <w:rPr>
          <w:i/>
          <w:iCs/>
        </w:rPr>
        <w:t>’</w:t>
      </w:r>
      <w:r w:rsidRPr="003A0BBB">
        <w:rPr>
          <w:i/>
          <w:iCs/>
        </w:rPr>
        <w:t>a guidée</w:t>
      </w:r>
      <w:r w:rsidR="003A6D8D">
        <w:rPr>
          <w:i/>
          <w:iCs/>
        </w:rPr>
        <w:t xml:space="preserve">. </w:t>
      </w:r>
      <w:r w:rsidRPr="003A0BBB">
        <w:rPr>
          <w:i/>
          <w:iCs/>
        </w:rPr>
        <w:t>J</w:t>
      </w:r>
      <w:r w:rsidR="003A6D8D">
        <w:rPr>
          <w:i/>
          <w:iCs/>
        </w:rPr>
        <w:t>’</w:t>
      </w:r>
      <w:r w:rsidRPr="003A0BBB">
        <w:rPr>
          <w:i/>
          <w:iCs/>
        </w:rPr>
        <w:t>ai écrit avec la fièvre d</w:t>
      </w:r>
      <w:r w:rsidR="003A6D8D">
        <w:rPr>
          <w:i/>
          <w:iCs/>
        </w:rPr>
        <w:t>’</w:t>
      </w:r>
      <w:r w:rsidRPr="003A0BBB">
        <w:rPr>
          <w:i/>
          <w:iCs/>
        </w:rPr>
        <w:t>une pauvre femme qui peut enfin dire la vérité</w:t>
      </w:r>
      <w:r w:rsidR="003A6D8D">
        <w:rPr>
          <w:i/>
          <w:iCs/>
        </w:rPr>
        <w:t xml:space="preserve">, </w:t>
      </w:r>
      <w:r w:rsidRPr="003A0BBB">
        <w:rPr>
          <w:i/>
          <w:iCs/>
        </w:rPr>
        <w:t>alors que huit années durant elle a vécu captive du plus monstrueux des mensonges</w:t>
      </w:r>
      <w:r w:rsidR="003A6D8D">
        <w:rPr>
          <w:i/>
          <w:iCs/>
        </w:rPr>
        <w:t>.</w:t>
      </w:r>
    </w:p>
    <w:p w14:paraId="1F1FB03D" w14:textId="77777777" w:rsidR="003A6D8D" w:rsidRDefault="008F7090" w:rsidP="008F7090">
      <w:pPr>
        <w:rPr>
          <w:i/>
          <w:iCs/>
        </w:rPr>
      </w:pPr>
      <w:r w:rsidRPr="003A0BBB">
        <w:rPr>
          <w:i/>
          <w:iCs/>
        </w:rPr>
        <w:t>Veuillez agréer</w:t>
      </w:r>
      <w:r w:rsidR="003A6D8D">
        <w:rPr>
          <w:i/>
          <w:iCs/>
        </w:rPr>
        <w:t xml:space="preserve">, </w:t>
      </w:r>
      <w:r w:rsidRPr="003A0BBB">
        <w:rPr>
          <w:i/>
          <w:iCs/>
        </w:rPr>
        <w:t>Maître</w:t>
      </w:r>
      <w:r w:rsidR="003A6D8D">
        <w:rPr>
          <w:i/>
          <w:iCs/>
        </w:rPr>
        <w:t xml:space="preserve">, </w:t>
      </w:r>
      <w:r w:rsidRPr="003A0BBB">
        <w:rPr>
          <w:i/>
          <w:iCs/>
        </w:rPr>
        <w:t>etc</w:t>
      </w:r>
      <w:r w:rsidR="003A6D8D">
        <w:rPr>
          <w:i/>
          <w:iCs/>
        </w:rPr>
        <w:t>.…</w:t>
      </w:r>
    </w:p>
    <w:p w14:paraId="053B527C" w14:textId="59514DBA" w:rsidR="008F7090" w:rsidRPr="003A0BBB" w:rsidRDefault="008F7090" w:rsidP="003A6D8D">
      <w:pPr>
        <w:pStyle w:val="Titre1"/>
        <w:rPr>
          <w:rFonts w:cs="Georgia"/>
        </w:rPr>
      </w:pPr>
      <w:bookmarkStart w:id="1" w:name="_Toc196328802"/>
      <w:r w:rsidRPr="003A0BBB">
        <w:rPr>
          <w:rFonts w:cs="Georgia"/>
        </w:rPr>
        <w:lastRenderedPageBreak/>
        <w:t>I</w:t>
      </w:r>
      <w:bookmarkEnd w:id="1"/>
    </w:p>
    <w:p w14:paraId="34E8A041" w14:textId="77777777" w:rsidR="003A6D8D" w:rsidRDefault="008F7090" w:rsidP="008F7090">
      <w:r w:rsidRPr="003A0BBB">
        <w:t>Plus que dans n</w:t>
      </w:r>
      <w:r w:rsidR="003A6D8D">
        <w:t>’</w:t>
      </w:r>
      <w:r w:rsidRPr="003A0BBB">
        <w:t>importe quel autre drame</w:t>
      </w:r>
      <w:r w:rsidR="003A6D8D">
        <w:t xml:space="preserve">, </w:t>
      </w:r>
      <w:r w:rsidRPr="003A0BBB">
        <w:t>les âges des acteurs de celui-ci ont de l</w:t>
      </w:r>
      <w:r w:rsidR="003A6D8D">
        <w:t>’</w:t>
      </w:r>
      <w:r w:rsidRPr="003A0BBB">
        <w:t>importance</w:t>
      </w:r>
      <w:r w:rsidR="003A6D8D">
        <w:t xml:space="preserve">. </w:t>
      </w:r>
      <w:r w:rsidRPr="003A0BBB">
        <w:t>Ce sont eux</w:t>
      </w:r>
      <w:r w:rsidR="003A6D8D">
        <w:t xml:space="preserve">, </w:t>
      </w:r>
      <w:r w:rsidRPr="003A0BBB">
        <w:t>ces âges exécrés</w:t>
      </w:r>
      <w:r w:rsidR="003A6D8D">
        <w:t xml:space="preserve">, </w:t>
      </w:r>
      <w:r w:rsidRPr="003A0BBB">
        <w:t>qui portent</w:t>
      </w:r>
      <w:r w:rsidR="003A6D8D">
        <w:t xml:space="preserve">, </w:t>
      </w:r>
      <w:r w:rsidRPr="003A0BBB">
        <w:t>plus que moi</w:t>
      </w:r>
      <w:r w:rsidR="003A6D8D">
        <w:t xml:space="preserve">, </w:t>
      </w:r>
      <w:r w:rsidRPr="003A0BBB">
        <w:t>plus que Franz lui-même</w:t>
      </w:r>
      <w:r w:rsidR="003A6D8D">
        <w:t xml:space="preserve">, </w:t>
      </w:r>
      <w:r w:rsidRPr="003A0BBB">
        <w:t>la responsabilité des événements</w:t>
      </w:r>
      <w:r w:rsidR="003A6D8D">
        <w:t xml:space="preserve">. </w:t>
      </w:r>
      <w:r w:rsidRPr="003A0BBB">
        <w:t>J</w:t>
      </w:r>
      <w:r w:rsidR="003A6D8D">
        <w:t>’</w:t>
      </w:r>
      <w:r w:rsidRPr="003A0BBB">
        <w:t>avais quarante et un ans lorsque Camille et Franz se sont fiancés</w:t>
      </w:r>
      <w:r w:rsidR="003A6D8D">
        <w:t xml:space="preserve">. </w:t>
      </w:r>
      <w:r w:rsidRPr="003A0BBB">
        <w:t>Il en avait alors trente-quatre</w:t>
      </w:r>
      <w:r w:rsidR="003A6D8D">
        <w:t xml:space="preserve">, </w:t>
      </w:r>
      <w:r w:rsidRPr="003A0BBB">
        <w:t>elle vingt-deux</w:t>
      </w:r>
      <w:r w:rsidR="003A6D8D">
        <w:t xml:space="preserve">. </w:t>
      </w:r>
      <w:r w:rsidRPr="003A0BBB">
        <w:t>Huit ans ont passé</w:t>
      </w:r>
      <w:r w:rsidR="003A6D8D">
        <w:t xml:space="preserve">. </w:t>
      </w:r>
      <w:r w:rsidRPr="003A0BBB">
        <w:t>Franz a aujourd</w:t>
      </w:r>
      <w:r w:rsidR="003A6D8D">
        <w:t>’</w:t>
      </w:r>
      <w:r w:rsidRPr="003A0BBB">
        <w:t>hui quarante-deux ans</w:t>
      </w:r>
      <w:r w:rsidR="003A6D8D">
        <w:t xml:space="preserve">, </w:t>
      </w:r>
      <w:r w:rsidRPr="003A0BBB">
        <w:t>j</w:t>
      </w:r>
      <w:r w:rsidR="003A6D8D">
        <w:t>’</w:t>
      </w:r>
      <w:r w:rsidRPr="003A0BBB">
        <w:t>en ai plus de quarante-neuf</w:t>
      </w:r>
      <w:r w:rsidR="003A6D8D">
        <w:t xml:space="preserve">… </w:t>
      </w:r>
      <w:r w:rsidRPr="003A0BBB">
        <w:t>Une vieille</w:t>
      </w:r>
      <w:r w:rsidR="003A6D8D">
        <w:t xml:space="preserve">, </w:t>
      </w:r>
      <w:r w:rsidRPr="003A0BBB">
        <w:t>une très vieille femme</w:t>
      </w:r>
      <w:r w:rsidR="003A6D8D">
        <w:t xml:space="preserve">, </w:t>
      </w:r>
      <w:r w:rsidRPr="003A0BBB">
        <w:t>hélas</w:t>
      </w:r>
      <w:r w:rsidR="003A6D8D">
        <w:t> !</w:t>
      </w:r>
    </w:p>
    <w:p w14:paraId="754C1144" w14:textId="77777777" w:rsidR="003A6D8D" w:rsidRDefault="008F7090" w:rsidP="008F7090">
      <w:r w:rsidRPr="003A0BBB">
        <w:t>Je n</w:t>
      </w:r>
      <w:r w:rsidR="003A6D8D">
        <w:t>’</w:t>
      </w:r>
      <w:r w:rsidRPr="003A0BBB">
        <w:t>aurai garde également d</w:t>
      </w:r>
      <w:r w:rsidR="003A6D8D">
        <w:t>’</w:t>
      </w:r>
      <w:r w:rsidRPr="003A0BBB">
        <w:t>omettre certains détails</w:t>
      </w:r>
      <w:r w:rsidR="003A6D8D">
        <w:t xml:space="preserve">, </w:t>
      </w:r>
      <w:r w:rsidRPr="003A0BBB">
        <w:t>en apparence imperceptibles</w:t>
      </w:r>
      <w:r w:rsidR="003A6D8D">
        <w:t xml:space="preserve">, </w:t>
      </w:r>
      <w:r w:rsidRPr="003A0BBB">
        <w:t>même dans une existence aussi monotone</w:t>
      </w:r>
      <w:r w:rsidR="003A6D8D">
        <w:t xml:space="preserve">, </w:t>
      </w:r>
      <w:r w:rsidRPr="003A0BBB">
        <w:t>aussi dénuée d</w:t>
      </w:r>
      <w:r w:rsidR="003A6D8D">
        <w:t>’</w:t>
      </w:r>
      <w:r w:rsidRPr="003A0BBB">
        <w:t>imprévu que le fut la mienne pendant quarante années</w:t>
      </w:r>
      <w:r w:rsidR="003A6D8D">
        <w:t xml:space="preserve">. </w:t>
      </w:r>
      <w:r w:rsidRPr="003A0BBB">
        <w:t>Sur le moment</w:t>
      </w:r>
      <w:r w:rsidR="003A6D8D">
        <w:t xml:space="preserve">, </w:t>
      </w:r>
      <w:r w:rsidRPr="003A0BBB">
        <w:t>on ne fait pas attention à eux</w:t>
      </w:r>
      <w:r w:rsidR="003A6D8D">
        <w:t xml:space="preserve">. </w:t>
      </w:r>
      <w:r w:rsidRPr="003A0BBB">
        <w:t>Et puis</w:t>
      </w:r>
      <w:r w:rsidR="003A6D8D">
        <w:t xml:space="preserve">, </w:t>
      </w:r>
      <w:r w:rsidRPr="003A0BBB">
        <w:t>plus tard</w:t>
      </w:r>
      <w:r w:rsidR="003A6D8D">
        <w:t xml:space="preserve">, </w:t>
      </w:r>
      <w:r w:rsidRPr="003A0BBB">
        <w:t>beaucoup plus tard</w:t>
      </w:r>
      <w:r w:rsidR="003A6D8D">
        <w:t xml:space="preserve">, </w:t>
      </w:r>
      <w:r w:rsidRPr="003A0BBB">
        <w:t>quand on les évoque</w:t>
      </w:r>
      <w:r w:rsidR="003A6D8D">
        <w:t xml:space="preserve">, </w:t>
      </w:r>
      <w:r w:rsidRPr="003A0BBB">
        <w:t>quand ils surgissent soudain</w:t>
      </w:r>
      <w:r w:rsidR="003A6D8D">
        <w:t xml:space="preserve">, </w:t>
      </w:r>
      <w:r w:rsidRPr="003A0BBB">
        <w:t>à la lumière brutale de la catastrophe</w:t>
      </w:r>
      <w:r w:rsidR="003A6D8D">
        <w:t xml:space="preserve">, </w:t>
      </w:r>
      <w:r w:rsidRPr="003A0BBB">
        <w:t>on est saisi d</w:t>
      </w:r>
      <w:r w:rsidR="003A6D8D">
        <w:t>’</w:t>
      </w:r>
      <w:r w:rsidRPr="003A0BBB">
        <w:t>une épouvante morne</w:t>
      </w:r>
      <w:r w:rsidR="003A6D8D">
        <w:t xml:space="preserve"> ; </w:t>
      </w:r>
      <w:r w:rsidRPr="003A0BBB">
        <w:t>on se sent prédestiné</w:t>
      </w:r>
      <w:r w:rsidR="003A6D8D">
        <w:t xml:space="preserve">, </w:t>
      </w:r>
      <w:r w:rsidRPr="003A0BBB">
        <w:t>irresponsable</w:t>
      </w:r>
      <w:r w:rsidR="003A6D8D">
        <w:t xml:space="preserve">. </w:t>
      </w:r>
      <w:r w:rsidRPr="003A0BBB">
        <w:t>Irresponsable</w:t>
      </w:r>
      <w:r w:rsidR="003A6D8D">
        <w:t xml:space="preserve"> !… </w:t>
      </w:r>
      <w:r w:rsidRPr="003A0BBB">
        <w:t>J</w:t>
      </w:r>
      <w:r w:rsidR="003A6D8D">
        <w:t>’</w:t>
      </w:r>
      <w:r w:rsidRPr="003A0BBB">
        <w:t>ai assez le sentiment de ma culpabilité</w:t>
      </w:r>
      <w:r w:rsidR="003A6D8D">
        <w:t xml:space="preserve">, </w:t>
      </w:r>
      <w:r w:rsidRPr="003A0BBB">
        <w:t>une culpabilité que rien</w:t>
      </w:r>
      <w:r w:rsidR="003A6D8D">
        <w:t xml:space="preserve">, </w:t>
      </w:r>
      <w:r w:rsidRPr="003A0BBB">
        <w:t>ni personne</w:t>
      </w:r>
      <w:r w:rsidR="003A6D8D">
        <w:t xml:space="preserve">, </w:t>
      </w:r>
      <w:r w:rsidRPr="003A0BBB">
        <w:t>ne me contraignait à dénoncer</w:t>
      </w:r>
      <w:r w:rsidR="003A6D8D">
        <w:t xml:space="preserve">, </w:t>
      </w:r>
      <w:r w:rsidRPr="003A0BBB">
        <w:t>pour revendiquer le droit d</w:t>
      </w:r>
      <w:r w:rsidR="003A6D8D">
        <w:t>’</w:t>
      </w:r>
      <w:r w:rsidRPr="003A0BBB">
        <w:t>élever cette protestation</w:t>
      </w:r>
      <w:r w:rsidR="003A6D8D">
        <w:t xml:space="preserve">. </w:t>
      </w:r>
      <w:r w:rsidRPr="003A0BBB">
        <w:t>Les occasions de m</w:t>
      </w:r>
      <w:r w:rsidR="003A6D8D">
        <w:t>’</w:t>
      </w:r>
      <w:r w:rsidRPr="003A0BBB">
        <w:t>épargner que j</w:t>
      </w:r>
      <w:r w:rsidR="003A6D8D">
        <w:t>’</w:t>
      </w:r>
      <w:r w:rsidRPr="003A0BBB">
        <w:t>aurai par la suite ne seront plus si fréquentes</w:t>
      </w:r>
      <w:r w:rsidR="003A6D8D">
        <w:t>…</w:t>
      </w:r>
    </w:p>
    <w:p w14:paraId="542D7D2A" w14:textId="77777777" w:rsidR="003A6D8D" w:rsidRDefault="008F7090" w:rsidP="008F7090">
      <w:r w:rsidRPr="003A0BBB">
        <w:t>Là</w:t>
      </w:r>
      <w:r w:rsidR="003A6D8D">
        <w:t xml:space="preserve">, </w:t>
      </w:r>
      <w:r w:rsidRPr="003A0BBB">
        <w:t>devant moi</w:t>
      </w:r>
      <w:r w:rsidR="003A6D8D">
        <w:t xml:space="preserve">, </w:t>
      </w:r>
      <w:r w:rsidRPr="003A0BBB">
        <w:t>sur la table où j</w:t>
      </w:r>
      <w:r w:rsidR="003A6D8D">
        <w:t>’</w:t>
      </w:r>
      <w:r w:rsidRPr="003A0BBB">
        <w:t>écris</w:t>
      </w:r>
      <w:r w:rsidR="003A6D8D">
        <w:t xml:space="preserve">, </w:t>
      </w:r>
      <w:r w:rsidRPr="003A0BBB">
        <w:t>il y a une photographie de Camille petite</w:t>
      </w:r>
      <w:r w:rsidR="003A6D8D">
        <w:t xml:space="preserve">. </w:t>
      </w:r>
      <w:r w:rsidRPr="003A0BBB">
        <w:t>Mince front déjà têtu sous une frange qui était alors si blonde</w:t>
      </w:r>
      <w:r w:rsidR="003A6D8D">
        <w:t xml:space="preserve">, </w:t>
      </w:r>
      <w:r w:rsidRPr="003A0BBB">
        <w:t>larges yeux pâles</w:t>
      </w:r>
      <w:r w:rsidR="003A6D8D">
        <w:t xml:space="preserve">, </w:t>
      </w:r>
      <w:r w:rsidRPr="003A0BBB">
        <w:t>pâlis encore par l</w:t>
      </w:r>
      <w:r w:rsidR="003A6D8D">
        <w:t>’</w:t>
      </w:r>
      <w:r w:rsidRPr="003A0BBB">
        <w:t>usure d</w:t>
      </w:r>
      <w:r w:rsidR="003A6D8D">
        <w:t>’</w:t>
      </w:r>
      <w:r w:rsidRPr="003A0BBB">
        <w:t>un papier qu</w:t>
      </w:r>
      <w:r w:rsidR="003A6D8D">
        <w:t>’</w:t>
      </w:r>
      <w:r w:rsidRPr="003A0BBB">
        <w:t>ont peu à peu déglacé mes baisers</w:t>
      </w:r>
      <w:r w:rsidR="003A6D8D">
        <w:t xml:space="preserve">. </w:t>
      </w:r>
      <w:r w:rsidRPr="003A0BBB">
        <w:t>Je passe mes interminables journées à remettre cette photographie dans ma valise</w:t>
      </w:r>
      <w:r w:rsidR="003A6D8D">
        <w:t xml:space="preserve">, </w:t>
      </w:r>
      <w:r w:rsidRPr="003A0BBB">
        <w:t>à l</w:t>
      </w:r>
      <w:r w:rsidR="003A6D8D">
        <w:t>’</w:t>
      </w:r>
      <w:r w:rsidRPr="003A0BBB">
        <w:t>en retirer</w:t>
      </w:r>
      <w:r w:rsidR="003A6D8D">
        <w:t xml:space="preserve">. </w:t>
      </w:r>
      <w:r w:rsidRPr="003A0BBB">
        <w:t>Il me semble</w:t>
      </w:r>
      <w:r w:rsidR="003A6D8D">
        <w:t xml:space="preserve">, </w:t>
      </w:r>
      <w:r w:rsidRPr="003A0BBB">
        <w:t>à chaque coup</w:t>
      </w:r>
      <w:r w:rsidR="003A6D8D">
        <w:t xml:space="preserve">, </w:t>
      </w:r>
      <w:r w:rsidRPr="003A0BBB">
        <w:t>que c</w:t>
      </w:r>
      <w:r w:rsidR="003A6D8D">
        <w:t>’</w:t>
      </w:r>
      <w:r w:rsidRPr="003A0BBB">
        <w:t>est toujours la première fois que je vois Camille</w:t>
      </w:r>
      <w:r w:rsidR="003A6D8D">
        <w:t xml:space="preserve">. </w:t>
      </w:r>
      <w:r w:rsidRPr="003A0BBB">
        <w:t>Que puis-je attendre de ce tête-à-tête</w:t>
      </w:r>
      <w:r w:rsidR="003A6D8D">
        <w:t xml:space="preserve"> ? </w:t>
      </w:r>
      <w:r w:rsidRPr="003A0BBB">
        <w:t>Un adoucissement</w:t>
      </w:r>
      <w:r w:rsidR="003A6D8D">
        <w:t xml:space="preserve"> ? </w:t>
      </w:r>
      <w:r w:rsidRPr="003A0BBB">
        <w:t>une aggravation de mon remords</w:t>
      </w:r>
      <w:r w:rsidR="003A6D8D">
        <w:t xml:space="preserve"> ? </w:t>
      </w:r>
      <w:r w:rsidRPr="003A0BBB">
        <w:t>Tantôt c</w:t>
      </w:r>
      <w:r w:rsidR="003A6D8D">
        <w:t>’</w:t>
      </w:r>
      <w:r w:rsidRPr="003A0BBB">
        <w:t>est l</w:t>
      </w:r>
      <w:r w:rsidR="003A6D8D">
        <w:t>’</w:t>
      </w:r>
      <w:r w:rsidRPr="003A0BBB">
        <w:t>un</w:t>
      </w:r>
      <w:r w:rsidR="003A6D8D">
        <w:t xml:space="preserve">, </w:t>
      </w:r>
      <w:r w:rsidRPr="003A0BBB">
        <w:t xml:space="preserve">tantôt </w:t>
      </w:r>
      <w:r w:rsidRPr="003A0BBB">
        <w:lastRenderedPageBreak/>
        <w:t>c</w:t>
      </w:r>
      <w:r w:rsidR="003A6D8D">
        <w:t>’</w:t>
      </w:r>
      <w:r w:rsidRPr="003A0BBB">
        <w:t>est l</w:t>
      </w:r>
      <w:r w:rsidR="003A6D8D">
        <w:t>’</w:t>
      </w:r>
      <w:r w:rsidRPr="003A0BBB">
        <w:t>autre</w:t>
      </w:r>
      <w:r w:rsidR="003A6D8D">
        <w:t xml:space="preserve">. </w:t>
      </w:r>
      <w:r w:rsidRPr="003A0BBB">
        <w:t>Ah</w:t>
      </w:r>
      <w:r w:rsidR="003A6D8D">
        <w:t xml:space="preserve"> ! </w:t>
      </w:r>
      <w:r w:rsidRPr="003A0BBB">
        <w:t>tristes jours évanouis</w:t>
      </w:r>
      <w:r w:rsidR="003A6D8D">
        <w:t xml:space="preserve"> ! </w:t>
      </w:r>
      <w:r w:rsidRPr="003A0BBB">
        <w:t>Pourquoi ces deux pauvres êtres n</w:t>
      </w:r>
      <w:r w:rsidR="003A6D8D">
        <w:t>’</w:t>
      </w:r>
      <w:r w:rsidRPr="003A0BBB">
        <w:t>ont-ils pas été jugés dignes du bonheur</w:t>
      </w:r>
      <w:r w:rsidR="003A6D8D">
        <w:t> ?</w:t>
      </w:r>
    </w:p>
    <w:p w14:paraId="3704EEF5" w14:textId="77777777" w:rsidR="003A6D8D" w:rsidRDefault="008F7090" w:rsidP="008F7090">
      <w:r w:rsidRPr="003A0BBB">
        <w:t>Le bonheur</w:t>
      </w:r>
      <w:r w:rsidR="003A6D8D">
        <w:t xml:space="preserve"> ! </w:t>
      </w:r>
      <w:r w:rsidRPr="003A0BBB">
        <w:t>D</w:t>
      </w:r>
      <w:r w:rsidR="003A6D8D">
        <w:t>’</w:t>
      </w:r>
      <w:r w:rsidRPr="003A0BBB">
        <w:t>autres</w:t>
      </w:r>
      <w:r w:rsidR="003A6D8D">
        <w:t xml:space="preserve">, </w:t>
      </w:r>
      <w:r w:rsidRPr="003A0BBB">
        <w:t>sans doute</w:t>
      </w:r>
      <w:r w:rsidR="003A6D8D">
        <w:t xml:space="preserve">, </w:t>
      </w:r>
      <w:r w:rsidRPr="003A0BBB">
        <w:t>entre les murs de cette cellule</w:t>
      </w:r>
      <w:r w:rsidR="003A6D8D">
        <w:t xml:space="preserve">, </w:t>
      </w:r>
      <w:r w:rsidRPr="003A0BBB">
        <w:t>ont déjà prononcé son nom</w:t>
      </w:r>
      <w:r w:rsidR="003A6D8D">
        <w:t xml:space="preserve">, </w:t>
      </w:r>
      <w:r w:rsidRPr="003A0BBB">
        <w:t>qui l</w:t>
      </w:r>
      <w:r w:rsidR="003A6D8D">
        <w:t>’</w:t>
      </w:r>
      <w:r w:rsidRPr="003A0BBB">
        <w:t>avaient plus mérité que moi peut-être</w:t>
      </w:r>
      <w:r w:rsidR="003A6D8D">
        <w:t xml:space="preserve">… </w:t>
      </w:r>
      <w:r w:rsidRPr="003A0BBB">
        <w:t>Mais elle</w:t>
      </w:r>
      <w:r w:rsidR="003A6D8D">
        <w:t xml:space="preserve">, </w:t>
      </w:r>
      <w:r w:rsidRPr="003A0BBB">
        <w:t>Camille</w:t>
      </w:r>
      <w:r w:rsidR="003A6D8D">
        <w:t xml:space="preserve">, </w:t>
      </w:r>
      <w:r w:rsidRPr="003A0BBB">
        <w:t>mon enfant</w:t>
      </w:r>
      <w:r w:rsidR="003A6D8D">
        <w:t xml:space="preserve"> !… </w:t>
      </w:r>
      <w:r w:rsidRPr="003A0BBB">
        <w:t>Une fois</w:t>
      </w:r>
      <w:r w:rsidR="003A6D8D">
        <w:t xml:space="preserve">, </w:t>
      </w:r>
      <w:r w:rsidRPr="003A0BBB">
        <w:t>je me souviens</w:t>
      </w:r>
      <w:r w:rsidR="003A6D8D">
        <w:t xml:space="preserve">, </w:t>
      </w:r>
      <w:r w:rsidRPr="003A0BBB">
        <w:t>elle avait deux ans à peine</w:t>
      </w:r>
      <w:r w:rsidR="003A6D8D">
        <w:t xml:space="preserve">, </w:t>
      </w:r>
      <w:r w:rsidRPr="003A0BBB">
        <w:t>le médecin sortit de sa chambre et me parla à voix basse</w:t>
      </w:r>
      <w:r w:rsidR="003A6D8D">
        <w:t xml:space="preserve">. </w:t>
      </w:r>
      <w:r w:rsidRPr="003A0BBB">
        <w:t>Le croup</w:t>
      </w:r>
      <w:r w:rsidR="003A6D8D">
        <w:t xml:space="preserve">, </w:t>
      </w:r>
      <w:r w:rsidRPr="003A0BBB">
        <w:t>c</w:t>
      </w:r>
      <w:r w:rsidR="003A6D8D">
        <w:t>’</w:t>
      </w:r>
      <w:r w:rsidRPr="003A0BBB">
        <w:t>était le croup</w:t>
      </w:r>
      <w:r w:rsidR="003A6D8D">
        <w:t xml:space="preserve">. </w:t>
      </w:r>
      <w:r w:rsidRPr="003A0BBB">
        <w:t>Quatre nuits</w:t>
      </w:r>
      <w:r w:rsidR="003A6D8D">
        <w:t xml:space="preserve">, </w:t>
      </w:r>
      <w:r w:rsidRPr="003A0BBB">
        <w:t>je suis restée quatre nuits au chevet de ma petite fille</w:t>
      </w:r>
      <w:r w:rsidR="003A6D8D">
        <w:t xml:space="preserve">, </w:t>
      </w:r>
      <w:r w:rsidRPr="003A0BBB">
        <w:t>craignant à chaque instant que la mort ne me l</w:t>
      </w:r>
      <w:r w:rsidR="003A6D8D">
        <w:t>’</w:t>
      </w:r>
      <w:r w:rsidRPr="003A0BBB">
        <w:t>emportât</w:t>
      </w:r>
      <w:r w:rsidR="003A6D8D">
        <w:t xml:space="preserve">. </w:t>
      </w:r>
      <w:r w:rsidRPr="003A0BBB">
        <w:t>Certes</w:t>
      </w:r>
      <w:r w:rsidR="003A6D8D">
        <w:t xml:space="preserve">, </w:t>
      </w:r>
      <w:r w:rsidRPr="003A0BBB">
        <w:t>en cette minute</w:t>
      </w:r>
      <w:r w:rsidR="003A6D8D">
        <w:t xml:space="preserve">, </w:t>
      </w:r>
      <w:r w:rsidRPr="003A0BBB">
        <w:t>si j</w:t>
      </w:r>
      <w:r w:rsidR="003A6D8D">
        <w:t>’</w:t>
      </w:r>
      <w:r w:rsidRPr="003A0BBB">
        <w:t>avais pu prévoir</w:t>
      </w:r>
      <w:r w:rsidR="003A6D8D">
        <w:t xml:space="preserve">, </w:t>
      </w:r>
      <w:r w:rsidRPr="003A0BBB">
        <w:t>et pour elle et pour moi il eût mieux valu</w:t>
      </w:r>
      <w:r w:rsidR="003A6D8D">
        <w:t xml:space="preserve">… </w:t>
      </w:r>
      <w:r w:rsidRPr="003A0BBB">
        <w:t>Mais où vais-je m</w:t>
      </w:r>
      <w:r w:rsidR="003A6D8D">
        <w:t>’</w:t>
      </w:r>
      <w:r w:rsidRPr="003A0BBB">
        <w:t>égarer</w:t>
      </w:r>
      <w:r w:rsidR="003A6D8D">
        <w:t xml:space="preserve"> ? </w:t>
      </w:r>
      <w:r w:rsidRPr="003A0BBB">
        <w:t>Je suis à peine au seuil de ma tâche</w:t>
      </w:r>
      <w:r w:rsidR="003A6D8D">
        <w:t xml:space="preserve">, </w:t>
      </w:r>
      <w:r w:rsidRPr="003A0BBB">
        <w:t>et déjà je me mets à extravaguer</w:t>
      </w:r>
      <w:r w:rsidR="003A6D8D">
        <w:t xml:space="preserve">. </w:t>
      </w:r>
      <w:r w:rsidRPr="003A0BBB">
        <w:t>Et pourtant cette confession n</w:t>
      </w:r>
      <w:r w:rsidR="003A6D8D">
        <w:t>’</w:t>
      </w:r>
      <w:r w:rsidRPr="003A0BBB">
        <w:t>a d</w:t>
      </w:r>
      <w:r w:rsidR="003A6D8D">
        <w:t>’</w:t>
      </w:r>
      <w:r w:rsidRPr="003A0BBB">
        <w:t>excuse que si elle se résigne à la sécheresse ordonnée et précise d</w:t>
      </w:r>
      <w:r w:rsidR="003A6D8D">
        <w:t>’</w:t>
      </w:r>
      <w:r w:rsidRPr="003A0BBB">
        <w:t>un rapport</w:t>
      </w:r>
      <w:r w:rsidR="003A6D8D">
        <w:t>.</w:t>
      </w:r>
    </w:p>
    <w:p w14:paraId="00D51BD8" w14:textId="70278422" w:rsidR="008F7090" w:rsidRPr="003A0BBB" w:rsidRDefault="008F7090" w:rsidP="008F7090"/>
    <w:p w14:paraId="405CDB8E" w14:textId="77777777" w:rsidR="003A6D8D" w:rsidRDefault="008F7090" w:rsidP="008F7090">
      <w:r w:rsidRPr="003A0BBB">
        <w:t>Mon père</w:t>
      </w:r>
      <w:r w:rsidR="003A6D8D">
        <w:t xml:space="preserve">, </w:t>
      </w:r>
      <w:r w:rsidRPr="003A0BBB">
        <w:t>receveur des finances</w:t>
      </w:r>
      <w:r w:rsidR="003A6D8D">
        <w:t xml:space="preserve">, </w:t>
      </w:r>
      <w:r w:rsidRPr="003A0BBB">
        <w:t>fut nommé vers 1872 dans le chef-lieu d</w:t>
      </w:r>
      <w:r w:rsidR="003A6D8D">
        <w:t>’</w:t>
      </w:r>
      <w:r w:rsidRPr="003A0BBB">
        <w:t>arrondissement où plus tard je me suis mariée</w:t>
      </w:r>
      <w:r w:rsidR="003A6D8D">
        <w:t xml:space="preserve">. </w:t>
      </w:r>
      <w:r w:rsidRPr="003A0BBB">
        <w:t>Deux ans après</w:t>
      </w:r>
      <w:r w:rsidR="003A6D8D">
        <w:t xml:space="preserve">, </w:t>
      </w:r>
      <w:r w:rsidRPr="003A0BBB">
        <w:t>il épousait ma mère</w:t>
      </w:r>
      <w:r w:rsidR="003A6D8D">
        <w:t xml:space="preserve">, </w:t>
      </w:r>
      <w:r w:rsidRPr="003A0BBB">
        <w:t>qui lui apportait en dot</w:t>
      </w:r>
      <w:r w:rsidR="003A6D8D">
        <w:t xml:space="preserve">, </w:t>
      </w:r>
      <w:r w:rsidRPr="003A0BBB">
        <w:t>avec quelques petites rentes</w:t>
      </w:r>
      <w:r w:rsidR="003A6D8D">
        <w:t xml:space="preserve">, </w:t>
      </w:r>
      <w:r w:rsidRPr="003A0BBB">
        <w:t>la maison campagnarde dans laquelle je me retirai</w:t>
      </w:r>
      <w:r w:rsidR="003A6D8D">
        <w:t xml:space="preserve">, </w:t>
      </w:r>
      <w:r w:rsidRPr="003A0BBB">
        <w:t>lorsque je fus devenue veuve</w:t>
      </w:r>
      <w:r w:rsidR="003A6D8D">
        <w:t xml:space="preserve">. </w:t>
      </w:r>
      <w:r w:rsidRPr="003A0BBB">
        <w:t>Ils n</w:t>
      </w:r>
      <w:r w:rsidR="003A6D8D">
        <w:t>’</w:t>
      </w:r>
      <w:r w:rsidRPr="003A0BBB">
        <w:t>ont jamais cessé d</w:t>
      </w:r>
      <w:r w:rsidR="003A6D8D">
        <w:t>’</w:t>
      </w:r>
      <w:r w:rsidRPr="003A0BBB">
        <w:t>avoir droit à l</w:t>
      </w:r>
      <w:r w:rsidR="003A6D8D">
        <w:t>’</w:t>
      </w:r>
      <w:r w:rsidRPr="003A0BBB">
        <w:t>estime de tous ceux qui les ont approchés</w:t>
      </w:r>
      <w:r w:rsidR="003A6D8D">
        <w:t xml:space="preserve">, </w:t>
      </w:r>
      <w:r w:rsidRPr="003A0BBB">
        <w:t>et ce n</w:t>
      </w:r>
      <w:r w:rsidR="003A6D8D">
        <w:t>’</w:t>
      </w:r>
      <w:r w:rsidRPr="003A0BBB">
        <w:t>est pas à moi de diminuer cet héritage de respectabilité</w:t>
      </w:r>
      <w:r w:rsidR="003A6D8D">
        <w:t xml:space="preserve">, </w:t>
      </w:r>
      <w:r w:rsidRPr="003A0BBB">
        <w:t>ne serait-ce qu</w:t>
      </w:r>
      <w:r w:rsidR="003A6D8D">
        <w:t>’</w:t>
      </w:r>
      <w:r w:rsidRPr="003A0BBB">
        <w:t>en laissant supposer que mon enfance eût pu être plus heureuse</w:t>
      </w:r>
      <w:r w:rsidR="003A6D8D">
        <w:t xml:space="preserve">. </w:t>
      </w:r>
      <w:r w:rsidRPr="003A0BBB">
        <w:t>D</w:t>
      </w:r>
      <w:r w:rsidR="003A6D8D">
        <w:t>’</w:t>
      </w:r>
      <w:r w:rsidRPr="003A0BBB">
        <w:t>ailleurs</w:t>
      </w:r>
      <w:r w:rsidR="003A6D8D">
        <w:t xml:space="preserve">, </w:t>
      </w:r>
      <w:r w:rsidRPr="003A0BBB">
        <w:t>je n</w:t>
      </w:r>
      <w:r w:rsidR="003A6D8D">
        <w:t>’</w:t>
      </w:r>
      <w:r w:rsidRPr="003A0BBB">
        <w:t>en passai qu</w:t>
      </w:r>
      <w:r w:rsidR="003A6D8D">
        <w:t>’</w:t>
      </w:r>
      <w:r w:rsidRPr="003A0BBB">
        <w:t>une faible partie à la maison</w:t>
      </w:r>
      <w:r w:rsidR="003A6D8D">
        <w:t xml:space="preserve">. </w:t>
      </w:r>
      <w:r w:rsidRPr="003A0BBB">
        <w:t>Ma mère mourut quand j</w:t>
      </w:r>
      <w:r w:rsidR="003A6D8D">
        <w:t>’</w:t>
      </w:r>
      <w:r w:rsidRPr="003A0BBB">
        <w:t>avais six ans</w:t>
      </w:r>
      <w:r w:rsidR="003A6D8D">
        <w:t xml:space="preserve">, </w:t>
      </w:r>
      <w:r w:rsidRPr="003A0BBB">
        <w:t>et</w:t>
      </w:r>
      <w:r w:rsidR="003A6D8D">
        <w:t xml:space="preserve">, </w:t>
      </w:r>
      <w:r w:rsidRPr="003A0BBB">
        <w:t>à huit ans</w:t>
      </w:r>
      <w:r w:rsidR="003A6D8D">
        <w:t xml:space="preserve">, </w:t>
      </w:r>
      <w:r w:rsidRPr="003A0BBB">
        <w:t>j</w:t>
      </w:r>
      <w:r w:rsidR="003A6D8D">
        <w:t>’</w:t>
      </w:r>
      <w:r w:rsidRPr="003A0BBB">
        <w:t>entrai comme pensionnaire au lycée de jeunes filles de la ville</w:t>
      </w:r>
      <w:r w:rsidR="003A6D8D">
        <w:t xml:space="preserve">. </w:t>
      </w:r>
      <w:r w:rsidRPr="003A0BBB">
        <w:t>Mon père désapprouvait l</w:t>
      </w:r>
      <w:r w:rsidR="003A6D8D">
        <w:t>’</w:t>
      </w:r>
      <w:r w:rsidRPr="003A0BBB">
        <w:t>éducation laïque</w:t>
      </w:r>
      <w:r w:rsidR="003A6D8D">
        <w:t xml:space="preserve">, </w:t>
      </w:r>
      <w:r w:rsidRPr="003A0BBB">
        <w:t>mais il était fonctionnaire</w:t>
      </w:r>
      <w:r w:rsidR="003A6D8D">
        <w:t xml:space="preserve">. </w:t>
      </w:r>
      <w:r w:rsidRPr="003A0BBB">
        <w:t>En outre</w:t>
      </w:r>
      <w:r w:rsidR="003A6D8D">
        <w:t xml:space="preserve">, </w:t>
      </w:r>
      <w:r w:rsidRPr="003A0BBB">
        <w:t>il se plaisait</w:t>
      </w:r>
      <w:r w:rsidR="003A6D8D">
        <w:t xml:space="preserve">, </w:t>
      </w:r>
      <w:r w:rsidRPr="003A0BBB">
        <w:t>par attitude</w:t>
      </w:r>
      <w:r w:rsidR="003A6D8D">
        <w:t xml:space="preserve">, </w:t>
      </w:r>
      <w:r w:rsidRPr="003A0BBB">
        <w:t>à répéter que nos ressources étaient médiocres et qu</w:t>
      </w:r>
      <w:r w:rsidR="003A6D8D">
        <w:t>’</w:t>
      </w:r>
      <w:r w:rsidRPr="003A0BBB">
        <w:t>il ne voulait pas s</w:t>
      </w:r>
      <w:r w:rsidR="003A6D8D">
        <w:t>’</w:t>
      </w:r>
      <w:r w:rsidRPr="003A0BBB">
        <w:t xml:space="preserve">entendre un jour reprocher par </w:t>
      </w:r>
      <w:r w:rsidRPr="003A0BBB">
        <w:lastRenderedPageBreak/>
        <w:t>sa fille de ne l</w:t>
      </w:r>
      <w:r w:rsidR="003A6D8D">
        <w:t>’</w:t>
      </w:r>
      <w:r w:rsidRPr="003A0BBB">
        <w:t>avoir pas mise à même de gagner sa vie</w:t>
      </w:r>
      <w:r w:rsidR="003A6D8D">
        <w:t xml:space="preserve">. </w:t>
      </w:r>
      <w:r w:rsidRPr="003A0BBB">
        <w:t>Être à même de gagner ma vie</w:t>
      </w:r>
      <w:r w:rsidR="003A6D8D">
        <w:t xml:space="preserve">, </w:t>
      </w:r>
      <w:r w:rsidRPr="003A0BBB">
        <w:t>cela voulait dire obtenir mon brevet simple</w:t>
      </w:r>
      <w:r w:rsidR="003A6D8D">
        <w:t xml:space="preserve">, </w:t>
      </w:r>
      <w:r w:rsidRPr="003A0BBB">
        <w:t>et</w:t>
      </w:r>
      <w:r w:rsidR="003A6D8D">
        <w:t xml:space="preserve">, </w:t>
      </w:r>
      <w:r w:rsidRPr="003A0BBB">
        <w:t>si je pouvais arriver jusque-là</w:t>
      </w:r>
      <w:r w:rsidR="003A6D8D">
        <w:t xml:space="preserve">, </w:t>
      </w:r>
      <w:r w:rsidRPr="003A0BBB">
        <w:t>mon brevet supérieur</w:t>
      </w:r>
      <w:r w:rsidR="003A6D8D">
        <w:t>.</w:t>
      </w:r>
    </w:p>
    <w:p w14:paraId="021461E1" w14:textId="77777777" w:rsidR="003A6D8D" w:rsidRDefault="008F7090" w:rsidP="008F7090">
      <w:r w:rsidRPr="003A0BBB">
        <w:t>Il n</w:t>
      </w:r>
      <w:r w:rsidR="003A6D8D">
        <w:t>’</w:t>
      </w:r>
      <w:r w:rsidRPr="003A0BBB">
        <w:t>était pas mauvais homme</w:t>
      </w:r>
      <w:r w:rsidR="003A6D8D">
        <w:t xml:space="preserve">, </w:t>
      </w:r>
      <w:r w:rsidRPr="003A0BBB">
        <w:t>bien au contraire</w:t>
      </w:r>
      <w:r w:rsidR="003A6D8D">
        <w:t xml:space="preserve">. </w:t>
      </w:r>
      <w:r w:rsidRPr="003A0BBB">
        <w:t>Mais ses colères étaient redoutables</w:t>
      </w:r>
      <w:r w:rsidR="003A6D8D">
        <w:t xml:space="preserve">. </w:t>
      </w:r>
      <w:r w:rsidRPr="003A0BBB">
        <w:t>Seule sa vanité</w:t>
      </w:r>
      <w:r w:rsidR="003A6D8D">
        <w:t xml:space="preserve">, </w:t>
      </w:r>
      <w:r w:rsidRPr="003A0BBB">
        <w:t>quand on trouvait moyen de la flatter</w:t>
      </w:r>
      <w:r w:rsidR="003A6D8D">
        <w:t xml:space="preserve">, </w:t>
      </w:r>
      <w:r w:rsidRPr="003A0BBB">
        <w:t>pouvait avoir raison de sa violence</w:t>
      </w:r>
      <w:r w:rsidR="003A6D8D">
        <w:t xml:space="preserve">. </w:t>
      </w:r>
      <w:r w:rsidRPr="003A0BBB">
        <w:t>Il me fut donné de m</w:t>
      </w:r>
      <w:r w:rsidR="003A6D8D">
        <w:t>’</w:t>
      </w:r>
      <w:r w:rsidRPr="003A0BBB">
        <w:t>en rendre compte très jeune</w:t>
      </w:r>
      <w:r w:rsidR="003A6D8D">
        <w:t xml:space="preserve">, </w:t>
      </w:r>
      <w:r w:rsidRPr="003A0BBB">
        <w:t>trop jeune</w:t>
      </w:r>
      <w:r w:rsidR="003A6D8D">
        <w:t xml:space="preserve">, </w:t>
      </w:r>
      <w:r w:rsidRPr="003A0BBB">
        <w:t>car ce n</w:t>
      </w:r>
      <w:r w:rsidR="003A6D8D">
        <w:t>’</w:t>
      </w:r>
      <w:r w:rsidRPr="003A0BBB">
        <w:t>est pas une bonne chose qu</w:t>
      </w:r>
      <w:r w:rsidR="003A6D8D">
        <w:t>’</w:t>
      </w:r>
      <w:r w:rsidRPr="003A0BBB">
        <w:t>une occasion prématurée d</w:t>
      </w:r>
      <w:r w:rsidR="003A6D8D">
        <w:t>’</w:t>
      </w:r>
      <w:r w:rsidRPr="003A0BBB">
        <w:t>apprendre à juger ses parents</w:t>
      </w:r>
      <w:r w:rsidR="003A6D8D">
        <w:t xml:space="preserve">. </w:t>
      </w:r>
      <w:r w:rsidRPr="003A0BBB">
        <w:t>Le Président de la République</w:t>
      </w:r>
      <w:r w:rsidR="003A6D8D">
        <w:t xml:space="preserve">, </w:t>
      </w:r>
      <w:r w:rsidRPr="003A0BBB">
        <w:t>qui était alors Carnot</w:t>
      </w:r>
      <w:r w:rsidR="003A6D8D">
        <w:t xml:space="preserve">, </w:t>
      </w:r>
      <w:r w:rsidRPr="003A0BBB">
        <w:t>visita un jour notre ville</w:t>
      </w:r>
      <w:r w:rsidR="003A6D8D">
        <w:t xml:space="preserve">. </w:t>
      </w:r>
      <w:r w:rsidRPr="003A0BBB">
        <w:t>Bien qu</w:t>
      </w:r>
      <w:r w:rsidR="003A6D8D">
        <w:t>’</w:t>
      </w:r>
      <w:r w:rsidRPr="003A0BBB">
        <w:t>il ne dût y passer que quelques heures</w:t>
      </w:r>
      <w:r w:rsidR="003A6D8D">
        <w:t xml:space="preserve">, </w:t>
      </w:r>
      <w:r w:rsidRPr="003A0BBB">
        <w:t>on avait réglé près d</w:t>
      </w:r>
      <w:r w:rsidR="003A6D8D">
        <w:t>’</w:t>
      </w:r>
      <w:r w:rsidRPr="003A0BBB">
        <w:t>un mois à l</w:t>
      </w:r>
      <w:r w:rsidR="003A6D8D">
        <w:t>’</w:t>
      </w:r>
      <w:r w:rsidRPr="003A0BBB">
        <w:t>avance les détails de la cérémonie</w:t>
      </w:r>
      <w:r w:rsidR="003A6D8D">
        <w:t xml:space="preserve">. </w:t>
      </w:r>
      <w:r w:rsidRPr="003A0BBB">
        <w:t>Notamment</w:t>
      </w:r>
      <w:r w:rsidR="003A6D8D">
        <w:t xml:space="preserve">, </w:t>
      </w:r>
      <w:r w:rsidRPr="003A0BBB">
        <w:t>sur la grande place</w:t>
      </w:r>
      <w:r w:rsidR="003A6D8D">
        <w:t xml:space="preserve">, </w:t>
      </w:r>
      <w:r w:rsidRPr="003A0BBB">
        <w:t>une estrade aux couleurs nationales devait être dressée</w:t>
      </w:r>
      <w:r w:rsidR="003A6D8D">
        <w:t xml:space="preserve">, </w:t>
      </w:r>
      <w:r w:rsidRPr="003A0BBB">
        <w:t>et la municipalité avait décidé que trois fillettes du lycée s</w:t>
      </w:r>
      <w:r w:rsidR="003A6D8D">
        <w:t>’</w:t>
      </w:r>
      <w:r w:rsidRPr="003A0BBB">
        <w:t>y tiendraient debout</w:t>
      </w:r>
      <w:r w:rsidR="003A6D8D">
        <w:t xml:space="preserve">, </w:t>
      </w:r>
      <w:r w:rsidRPr="003A0BBB">
        <w:t>l</w:t>
      </w:r>
      <w:r w:rsidR="003A6D8D">
        <w:t>’</w:t>
      </w:r>
      <w:r w:rsidRPr="003A0BBB">
        <w:t>une en bleu</w:t>
      </w:r>
      <w:r w:rsidR="003A6D8D">
        <w:t xml:space="preserve">, </w:t>
      </w:r>
      <w:r w:rsidRPr="003A0BBB">
        <w:t>l</w:t>
      </w:r>
      <w:r w:rsidR="003A6D8D">
        <w:t>’</w:t>
      </w:r>
      <w:r w:rsidRPr="003A0BBB">
        <w:t>autre en blanc</w:t>
      </w:r>
      <w:r w:rsidR="003A6D8D">
        <w:t xml:space="preserve">, </w:t>
      </w:r>
      <w:r w:rsidRPr="003A0BBB">
        <w:t>l</w:t>
      </w:r>
      <w:r w:rsidR="003A6D8D">
        <w:t>’</w:t>
      </w:r>
      <w:r w:rsidRPr="003A0BBB">
        <w:t>autre en rouge</w:t>
      </w:r>
      <w:r w:rsidR="003A6D8D">
        <w:t xml:space="preserve">. </w:t>
      </w:r>
      <w:r w:rsidRPr="003A0BBB">
        <w:t>Celle qui serait vêtue de blanc lirait un compliment</w:t>
      </w:r>
      <w:r w:rsidR="003A6D8D">
        <w:t xml:space="preserve">, </w:t>
      </w:r>
      <w:r w:rsidRPr="003A0BBB">
        <w:t>tandis que ses deux compagnes présenteraient des fleurs au chef de l</w:t>
      </w:r>
      <w:r w:rsidR="003A6D8D">
        <w:t>’</w:t>
      </w:r>
      <w:r w:rsidRPr="003A0BBB">
        <w:t>État</w:t>
      </w:r>
      <w:r w:rsidR="003A6D8D">
        <w:t xml:space="preserve">. </w:t>
      </w:r>
      <w:r w:rsidRPr="003A0BBB">
        <w:t>Première de ma classe en récitation poétique</w:t>
      </w:r>
      <w:r w:rsidR="003A6D8D">
        <w:t xml:space="preserve">, </w:t>
      </w:r>
      <w:r w:rsidRPr="003A0BBB">
        <w:t>je fus chargée du compliment</w:t>
      </w:r>
      <w:r w:rsidR="003A6D8D">
        <w:t xml:space="preserve">, </w:t>
      </w:r>
      <w:r w:rsidRPr="003A0BBB">
        <w:t>et j</w:t>
      </w:r>
      <w:r w:rsidR="003A6D8D">
        <w:t>’</w:t>
      </w:r>
      <w:r w:rsidRPr="003A0BBB">
        <w:t>en conçus moins d</w:t>
      </w:r>
      <w:r w:rsidR="003A6D8D">
        <w:t>’</w:t>
      </w:r>
      <w:r w:rsidRPr="003A0BBB">
        <w:t>orgueil que d</w:t>
      </w:r>
      <w:r w:rsidR="003A6D8D">
        <w:t>’</w:t>
      </w:r>
      <w:r w:rsidRPr="003A0BBB">
        <w:t>effroi</w:t>
      </w:r>
      <w:r w:rsidR="003A6D8D">
        <w:t xml:space="preserve">, </w:t>
      </w:r>
      <w:r w:rsidRPr="003A0BBB">
        <w:t>car je connaissais l</w:t>
      </w:r>
      <w:r w:rsidR="003A6D8D">
        <w:t>’</w:t>
      </w:r>
      <w:r w:rsidRPr="003A0BBB">
        <w:t>hostilité de mon père à l</w:t>
      </w:r>
      <w:r w:rsidR="003A6D8D">
        <w:t>’</w:t>
      </w:r>
      <w:r w:rsidRPr="003A0BBB">
        <w:t>égard du régime</w:t>
      </w:r>
      <w:r w:rsidR="003A6D8D">
        <w:t xml:space="preserve">, </w:t>
      </w:r>
      <w:r w:rsidRPr="003A0BBB">
        <w:t>et je savais d</w:t>
      </w:r>
      <w:r w:rsidR="003A6D8D">
        <w:t>’</w:t>
      </w:r>
      <w:r w:rsidRPr="003A0BBB">
        <w:t>avance ce qui arriverait quand il apprendrait que sa fille était mêlée à ce genre de manifestation</w:t>
      </w:r>
      <w:r w:rsidR="003A6D8D">
        <w:t>.</w:t>
      </w:r>
    </w:p>
    <w:p w14:paraId="6A46251A" w14:textId="77777777" w:rsidR="003A6D8D" w:rsidRDefault="008F7090" w:rsidP="008F7090">
      <w:r w:rsidRPr="003A0BBB">
        <w:t>L</w:t>
      </w:r>
      <w:r w:rsidR="003A6D8D">
        <w:t>’</w:t>
      </w:r>
      <w:r w:rsidRPr="003A0BBB">
        <w:t>arrivée du Président était fixée au lundi</w:t>
      </w:r>
      <w:r w:rsidR="003A6D8D">
        <w:t xml:space="preserve">. </w:t>
      </w:r>
      <w:r w:rsidRPr="003A0BBB">
        <w:t>La journée du dimanche</w:t>
      </w:r>
      <w:r w:rsidR="003A6D8D">
        <w:t xml:space="preserve">, </w:t>
      </w:r>
      <w:r w:rsidRPr="003A0BBB">
        <w:t>que je passai à la maison</w:t>
      </w:r>
      <w:r w:rsidR="003A6D8D">
        <w:t xml:space="preserve">, </w:t>
      </w:r>
      <w:r w:rsidRPr="003A0BBB">
        <w:t>ne fut pour moi qu</w:t>
      </w:r>
      <w:r w:rsidR="003A6D8D">
        <w:t>’</w:t>
      </w:r>
      <w:r w:rsidRPr="003A0BBB">
        <w:t>une longue torture</w:t>
      </w:r>
      <w:r w:rsidR="003A6D8D">
        <w:t xml:space="preserve">. </w:t>
      </w:r>
      <w:r w:rsidRPr="003A0BBB">
        <w:t>Ce fut seulement le soir</w:t>
      </w:r>
      <w:r w:rsidR="003A6D8D">
        <w:t xml:space="preserve">, </w:t>
      </w:r>
      <w:r w:rsidRPr="003A0BBB">
        <w:t>au moment de rentrer au lycée</w:t>
      </w:r>
      <w:r w:rsidR="003A6D8D">
        <w:t xml:space="preserve">, </w:t>
      </w:r>
      <w:r w:rsidRPr="003A0BBB">
        <w:t>que j</w:t>
      </w:r>
      <w:r w:rsidR="003A6D8D">
        <w:t>’</w:t>
      </w:r>
      <w:r w:rsidRPr="003A0BBB">
        <w:t>osai dire la vérité à mon père</w:t>
      </w:r>
      <w:r w:rsidR="003A6D8D">
        <w:t xml:space="preserve">. </w:t>
      </w:r>
      <w:r w:rsidRPr="003A0BBB">
        <w:t>Sa fureur dépassa tout ce que j</w:t>
      </w:r>
      <w:r w:rsidR="003A6D8D">
        <w:t>’</w:t>
      </w:r>
      <w:r w:rsidRPr="003A0BBB">
        <w:t>avais imaginé</w:t>
      </w:r>
      <w:r w:rsidR="003A6D8D">
        <w:t> : « </w:t>
      </w:r>
      <w:r w:rsidRPr="003A0BBB">
        <w:t>Ah</w:t>
      </w:r>
      <w:r w:rsidR="003A6D8D">
        <w:t xml:space="preserve"> ! </w:t>
      </w:r>
      <w:r w:rsidRPr="003A0BBB">
        <w:t>c</w:t>
      </w:r>
      <w:r w:rsidR="003A6D8D">
        <w:t>’</w:t>
      </w:r>
      <w:r w:rsidRPr="003A0BBB">
        <w:t>était ainsi qu</w:t>
      </w:r>
      <w:r w:rsidR="003A6D8D">
        <w:t>’</w:t>
      </w:r>
      <w:r w:rsidRPr="003A0BBB">
        <w:t>on faisait fi de la puissance paternelle</w:t>
      </w:r>
      <w:r w:rsidR="003A6D8D">
        <w:t xml:space="preserve"> ! </w:t>
      </w:r>
      <w:r w:rsidRPr="003A0BBB">
        <w:t>Eh bien</w:t>
      </w:r>
      <w:r w:rsidR="003A6D8D">
        <w:t xml:space="preserve">, </w:t>
      </w:r>
      <w:r w:rsidRPr="003A0BBB">
        <w:t>on verrait de quel bois il se chauffait</w:t>
      </w:r>
      <w:r w:rsidR="003A6D8D">
        <w:t> ! »</w:t>
      </w:r>
      <w:r w:rsidRPr="003A0BBB">
        <w:t xml:space="preserve"> Je regagnai l</w:t>
      </w:r>
      <w:r w:rsidR="003A6D8D">
        <w:t>’</w:t>
      </w:r>
      <w:r w:rsidRPr="003A0BBB">
        <w:t>internat en larmes</w:t>
      </w:r>
      <w:r w:rsidR="003A6D8D">
        <w:t xml:space="preserve">, </w:t>
      </w:r>
      <w:r w:rsidRPr="003A0BBB">
        <w:t>m</w:t>
      </w:r>
      <w:r w:rsidR="003A6D8D">
        <w:t>’</w:t>
      </w:r>
      <w:r w:rsidRPr="003A0BBB">
        <w:t>attendant à tous les scandales</w:t>
      </w:r>
      <w:r w:rsidR="003A6D8D">
        <w:t xml:space="preserve">. </w:t>
      </w:r>
      <w:r w:rsidRPr="003A0BBB">
        <w:t>Le lendemain</w:t>
      </w:r>
      <w:r w:rsidR="003A6D8D">
        <w:t xml:space="preserve">, </w:t>
      </w:r>
      <w:r w:rsidRPr="003A0BBB">
        <w:t>en m</w:t>
      </w:r>
      <w:r w:rsidR="003A6D8D">
        <w:t>’</w:t>
      </w:r>
      <w:r w:rsidRPr="003A0BBB">
        <w:t>habillant</w:t>
      </w:r>
      <w:r w:rsidR="003A6D8D">
        <w:t xml:space="preserve">, </w:t>
      </w:r>
      <w:r w:rsidRPr="003A0BBB">
        <w:lastRenderedPageBreak/>
        <w:t>puis quand je répétai une dernière fois mon compliment</w:t>
      </w:r>
      <w:r w:rsidR="003A6D8D">
        <w:t xml:space="preserve">, </w:t>
      </w:r>
      <w:r w:rsidRPr="003A0BBB">
        <w:t>je n</w:t>
      </w:r>
      <w:r w:rsidR="003A6D8D">
        <w:t>’</w:t>
      </w:r>
      <w:r w:rsidRPr="003A0BBB">
        <w:t>avais pas encore repris mon sang-froid</w:t>
      </w:r>
      <w:r w:rsidR="003A6D8D">
        <w:t xml:space="preserve">. </w:t>
      </w:r>
      <w:r w:rsidRPr="003A0BBB">
        <w:t>La première personne que j</w:t>
      </w:r>
      <w:r w:rsidR="003A6D8D">
        <w:t>’</w:t>
      </w:r>
      <w:r w:rsidRPr="003A0BBB">
        <w:t>aperçus de l</w:t>
      </w:r>
      <w:r w:rsidR="003A6D8D">
        <w:t>’</w:t>
      </w:r>
      <w:r w:rsidRPr="003A0BBB">
        <w:t>estrade</w:t>
      </w:r>
      <w:r w:rsidR="003A6D8D">
        <w:t xml:space="preserve">, </w:t>
      </w:r>
      <w:r w:rsidRPr="003A0BBB">
        <w:t>parmi la foule</w:t>
      </w:r>
      <w:r w:rsidR="003A6D8D">
        <w:t xml:space="preserve">, </w:t>
      </w:r>
      <w:r w:rsidRPr="003A0BBB">
        <w:t>fut mon père</w:t>
      </w:r>
      <w:r w:rsidR="003A6D8D">
        <w:t xml:space="preserve">. </w:t>
      </w:r>
      <w:r w:rsidRPr="003A0BBB">
        <w:t>Il était au deuxième rang</w:t>
      </w:r>
      <w:r w:rsidR="003A6D8D">
        <w:t xml:space="preserve">, </w:t>
      </w:r>
      <w:r w:rsidRPr="003A0BBB">
        <w:t>dans le groupe des fonctionnaires en redingote qu</w:t>
      </w:r>
      <w:r w:rsidR="003A6D8D">
        <w:t>’</w:t>
      </w:r>
      <w:r w:rsidRPr="003A0BBB">
        <w:t>on allait présenter au Président</w:t>
      </w:r>
      <w:r w:rsidR="003A6D8D">
        <w:t xml:space="preserve">. </w:t>
      </w:r>
      <w:r w:rsidRPr="003A0BBB">
        <w:t>Je sentais qu</w:t>
      </w:r>
      <w:r w:rsidR="003A6D8D">
        <w:t>’</w:t>
      </w:r>
      <w:r w:rsidRPr="003A0BBB">
        <w:t>il me regardait</w:t>
      </w:r>
      <w:r w:rsidR="003A6D8D">
        <w:t xml:space="preserve">, </w:t>
      </w:r>
      <w:r w:rsidRPr="003A0BBB">
        <w:t>mais je fuyais un œil que je n</w:t>
      </w:r>
      <w:r w:rsidR="003A6D8D">
        <w:t>’</w:t>
      </w:r>
      <w:r w:rsidRPr="003A0BBB">
        <w:t>avais aucune peine à deviner courroucé</w:t>
      </w:r>
      <w:r w:rsidR="003A6D8D">
        <w:t xml:space="preserve">. </w:t>
      </w:r>
      <w:r w:rsidRPr="003A0BBB">
        <w:t>Ma langue se collait à mon palais</w:t>
      </w:r>
      <w:r w:rsidR="003A6D8D">
        <w:t xml:space="preserve">. </w:t>
      </w:r>
      <w:r w:rsidRPr="003A0BBB">
        <w:t>Un peu de courage me revint pourtant lorsque le fracas des cloches et de la musique annonça l</w:t>
      </w:r>
      <w:r w:rsidR="003A6D8D">
        <w:t>’</w:t>
      </w:r>
      <w:r w:rsidRPr="003A0BBB">
        <w:t>approche du cortège</w:t>
      </w:r>
      <w:r w:rsidR="003A6D8D">
        <w:t xml:space="preserve">. </w:t>
      </w:r>
      <w:r w:rsidRPr="003A0BBB">
        <w:t>Je me raidis</w:t>
      </w:r>
      <w:r w:rsidR="003A6D8D">
        <w:t xml:space="preserve">. </w:t>
      </w:r>
      <w:r w:rsidRPr="003A0BBB">
        <w:t>Pour me les être si bien rappelés le reste de ma vie</w:t>
      </w:r>
      <w:r w:rsidR="003A6D8D">
        <w:t xml:space="preserve">, </w:t>
      </w:r>
      <w:r w:rsidRPr="003A0BBB">
        <w:t>je me demande comment j</w:t>
      </w:r>
      <w:r w:rsidR="003A6D8D">
        <w:t>’</w:t>
      </w:r>
      <w:r w:rsidRPr="003A0BBB">
        <w:t>ai si bien pu voir en cet instant tous ces détails</w:t>
      </w:r>
      <w:r w:rsidR="003A6D8D">
        <w:t xml:space="preserve"> : </w:t>
      </w:r>
      <w:r w:rsidRPr="003A0BBB">
        <w:t>les plumes blanches des généraux</w:t>
      </w:r>
      <w:r w:rsidR="003A6D8D">
        <w:t xml:space="preserve">, </w:t>
      </w:r>
      <w:r w:rsidRPr="003A0BBB">
        <w:t>les broderies d</w:t>
      </w:r>
      <w:r w:rsidR="003A6D8D">
        <w:t>’</w:t>
      </w:r>
      <w:r w:rsidRPr="003A0BBB">
        <w:t>argent du préfet</w:t>
      </w:r>
      <w:r w:rsidR="003A6D8D">
        <w:t xml:space="preserve">, </w:t>
      </w:r>
      <w:r w:rsidRPr="003A0BBB">
        <w:t>les gros hommes ceinturés de tricolore qui étaient les parlementaires du département</w:t>
      </w:r>
      <w:r w:rsidR="003A6D8D">
        <w:t xml:space="preserve">, </w:t>
      </w:r>
      <w:r w:rsidRPr="003A0BBB">
        <w:t>enfin</w:t>
      </w:r>
      <w:r w:rsidR="003A6D8D">
        <w:t xml:space="preserve">, </w:t>
      </w:r>
      <w:r w:rsidRPr="003A0BBB">
        <w:t>lui</w:t>
      </w:r>
      <w:r w:rsidR="003A6D8D">
        <w:t xml:space="preserve">, </w:t>
      </w:r>
      <w:r w:rsidRPr="003A0BBB">
        <w:t>l</w:t>
      </w:r>
      <w:r w:rsidR="003A6D8D">
        <w:t>’</w:t>
      </w:r>
      <w:r w:rsidRPr="003A0BBB">
        <w:t>homme à la barbe noire</w:t>
      </w:r>
      <w:r w:rsidR="003A6D8D">
        <w:t xml:space="preserve">, </w:t>
      </w:r>
      <w:r w:rsidRPr="003A0BBB">
        <w:t>à la poitrine barrée du grand cordon rouge</w:t>
      </w:r>
      <w:r w:rsidR="003A6D8D">
        <w:t xml:space="preserve">. </w:t>
      </w:r>
      <w:r w:rsidRPr="003A0BBB">
        <w:t>On me fit signe</w:t>
      </w:r>
      <w:r w:rsidR="003A6D8D">
        <w:t xml:space="preserve">, </w:t>
      </w:r>
      <w:r w:rsidRPr="003A0BBB">
        <w:t>et j</w:t>
      </w:r>
      <w:r w:rsidR="003A6D8D">
        <w:t>’</w:t>
      </w:r>
      <w:r w:rsidRPr="003A0BBB">
        <w:t>entendis soudain ma voix qui résonnait au milieu de cette place devenue subitement silencieuse</w:t>
      </w:r>
      <w:r w:rsidR="003A6D8D">
        <w:t xml:space="preserve">. </w:t>
      </w:r>
      <w:r w:rsidRPr="003A0BBB">
        <w:t>Elle était changée</w:t>
      </w:r>
      <w:r w:rsidR="003A6D8D">
        <w:t xml:space="preserve">, </w:t>
      </w:r>
      <w:r w:rsidRPr="003A0BBB">
        <w:t>changée</w:t>
      </w:r>
      <w:r w:rsidR="003A6D8D">
        <w:t xml:space="preserve">. </w:t>
      </w:r>
      <w:r w:rsidRPr="003A0BBB">
        <w:t>Elle avait un timbre inattendu qui m</w:t>
      </w:r>
      <w:r w:rsidR="003A6D8D">
        <w:t>’</w:t>
      </w:r>
      <w:r w:rsidRPr="003A0BBB">
        <w:t>enhardit</w:t>
      </w:r>
      <w:r w:rsidR="003A6D8D">
        <w:t xml:space="preserve">, </w:t>
      </w:r>
      <w:r w:rsidRPr="003A0BBB">
        <w:t>et brusquement les applaudissements crépitèrent</w:t>
      </w:r>
      <w:r w:rsidR="003A6D8D">
        <w:t xml:space="preserve">… </w:t>
      </w:r>
      <w:r w:rsidRPr="003A0BBB">
        <w:t>On peut juger du vide de mon existence à la complaisance que je mets à relater par le menu un aussi banal épisode</w:t>
      </w:r>
      <w:r w:rsidR="003A6D8D">
        <w:t>.</w:t>
      </w:r>
    </w:p>
    <w:p w14:paraId="46495FE2" w14:textId="77777777" w:rsidR="003A6D8D" w:rsidRDefault="008F7090" w:rsidP="008F7090">
      <w:r w:rsidRPr="003A0BBB">
        <w:t>Le Président</w:t>
      </w:r>
      <w:r w:rsidR="003A6D8D">
        <w:t xml:space="preserve">, </w:t>
      </w:r>
      <w:r w:rsidRPr="003A0BBB">
        <w:t>cependant</w:t>
      </w:r>
      <w:r w:rsidR="003A6D8D">
        <w:t xml:space="preserve">, </w:t>
      </w:r>
      <w:r w:rsidRPr="003A0BBB">
        <w:t>venait de recevoir les fleurs de la fillette bleue et de la fillette rouge</w:t>
      </w:r>
      <w:r w:rsidR="003A6D8D">
        <w:t xml:space="preserve">. </w:t>
      </w:r>
      <w:r w:rsidRPr="003A0BBB">
        <w:t>Moi</w:t>
      </w:r>
      <w:r w:rsidR="003A6D8D">
        <w:t xml:space="preserve">, </w:t>
      </w:r>
      <w:r w:rsidRPr="003A0BBB">
        <w:t>il me regardait en souriant</w:t>
      </w:r>
      <w:r w:rsidR="003A6D8D">
        <w:t> :</w:t>
      </w:r>
    </w:p>
    <w:p w14:paraId="273A13E7" w14:textId="77777777" w:rsidR="003A6D8D" w:rsidRDefault="003A6D8D" w:rsidP="008F7090">
      <w:r>
        <w:t>— </w:t>
      </w:r>
      <w:r w:rsidR="008F7090" w:rsidRPr="003A0BBB">
        <w:t>Elle est tout à fait exquise</w:t>
      </w:r>
      <w:r>
        <w:t xml:space="preserve">, </w:t>
      </w:r>
      <w:r w:rsidR="008F7090" w:rsidRPr="003A0BBB">
        <w:t>cette brunette</w:t>
      </w:r>
      <w:r>
        <w:t xml:space="preserve">, </w:t>
      </w:r>
      <w:r w:rsidR="008F7090" w:rsidRPr="003A0BBB">
        <w:t>dit-il</w:t>
      </w:r>
      <w:r>
        <w:t xml:space="preserve">. </w:t>
      </w:r>
      <w:r w:rsidR="008F7090" w:rsidRPr="003A0BBB">
        <w:t>Comment vous appelez-vous</w:t>
      </w:r>
      <w:r>
        <w:t xml:space="preserve">, </w:t>
      </w:r>
      <w:r w:rsidR="008F7090" w:rsidRPr="003A0BBB">
        <w:t>ma mignonne</w:t>
      </w:r>
      <w:r>
        <w:t> ?</w:t>
      </w:r>
    </w:p>
    <w:p w14:paraId="6041EF31" w14:textId="77777777" w:rsidR="003A6D8D" w:rsidRDefault="008F7090" w:rsidP="008F7090">
      <w:r w:rsidRPr="003A0BBB">
        <w:t>Je n</w:t>
      </w:r>
      <w:r w:rsidR="003A6D8D">
        <w:t>’</w:t>
      </w:r>
      <w:r w:rsidRPr="003A0BBB">
        <w:t>eus pas le temps de balbutier mon nom</w:t>
      </w:r>
      <w:r w:rsidR="003A6D8D">
        <w:t xml:space="preserve">. </w:t>
      </w:r>
      <w:r w:rsidRPr="003A0BBB">
        <w:t>Un bonhomme</w:t>
      </w:r>
      <w:r w:rsidR="003A6D8D">
        <w:t xml:space="preserve">, </w:t>
      </w:r>
      <w:r w:rsidRPr="003A0BBB">
        <w:t>écarlate de joie</w:t>
      </w:r>
      <w:r w:rsidR="003A6D8D">
        <w:t xml:space="preserve">, </w:t>
      </w:r>
      <w:r w:rsidRPr="003A0BBB">
        <w:t>était déjà entre le Président et moi</w:t>
      </w:r>
      <w:r w:rsidR="003A6D8D">
        <w:t xml:space="preserve">. </w:t>
      </w:r>
      <w:r w:rsidRPr="003A0BBB">
        <w:t>Plus tard</w:t>
      </w:r>
      <w:r w:rsidR="003A6D8D">
        <w:t xml:space="preserve">, </w:t>
      </w:r>
      <w:r w:rsidRPr="003A0BBB">
        <w:t>j</w:t>
      </w:r>
      <w:r w:rsidR="003A6D8D">
        <w:t>’</w:t>
      </w:r>
      <w:r w:rsidRPr="003A0BBB">
        <w:t>ai su que c</w:t>
      </w:r>
      <w:r w:rsidR="003A6D8D">
        <w:t>’</w:t>
      </w:r>
      <w:r w:rsidRPr="003A0BBB">
        <w:t>était le maire</w:t>
      </w:r>
      <w:r w:rsidR="003A6D8D">
        <w:t>.</w:t>
      </w:r>
    </w:p>
    <w:p w14:paraId="04014D5B" w14:textId="77777777" w:rsidR="003A6D8D" w:rsidRDefault="003A6D8D" w:rsidP="008F7090">
      <w:r>
        <w:lastRenderedPageBreak/>
        <w:t>— </w:t>
      </w:r>
      <w:r w:rsidR="008F7090" w:rsidRPr="003A0BBB">
        <w:t>C</w:t>
      </w:r>
      <w:r>
        <w:t>’</w:t>
      </w:r>
      <w:r w:rsidR="008F7090" w:rsidRPr="003A0BBB">
        <w:t>est la fille de notre receveur des finances</w:t>
      </w:r>
      <w:r>
        <w:t xml:space="preserve">, </w:t>
      </w:r>
      <w:r w:rsidR="008F7090" w:rsidRPr="003A0BBB">
        <w:t>monsieur le Président</w:t>
      </w:r>
      <w:r>
        <w:t xml:space="preserve">. </w:t>
      </w:r>
      <w:r w:rsidR="008F7090" w:rsidRPr="003A0BBB">
        <w:t>Si vous voulez bien me permettre</w:t>
      </w:r>
      <w:r>
        <w:t>…</w:t>
      </w:r>
    </w:p>
    <w:p w14:paraId="6AF04575" w14:textId="77777777" w:rsidR="003A6D8D" w:rsidRDefault="008F7090" w:rsidP="008F7090">
      <w:r w:rsidRPr="003A0BBB">
        <w:t>En même temps</w:t>
      </w:r>
      <w:r w:rsidR="003A6D8D">
        <w:t xml:space="preserve">, </w:t>
      </w:r>
      <w:r w:rsidRPr="003A0BBB">
        <w:t>il faisait des signes impératifs et désespérés dans la direction de mon père</w:t>
      </w:r>
      <w:r w:rsidR="003A6D8D">
        <w:t xml:space="preserve">. </w:t>
      </w:r>
      <w:r w:rsidRPr="003A0BBB">
        <w:t>Celui-ci eut à fendre une double haie de fonctionnaires pour être</w:t>
      </w:r>
      <w:r w:rsidR="003A6D8D">
        <w:t xml:space="preserve">, </w:t>
      </w:r>
      <w:r w:rsidRPr="003A0BBB">
        <w:t>le premier d</w:t>
      </w:r>
      <w:r w:rsidR="003A6D8D">
        <w:t>’</w:t>
      </w:r>
      <w:r w:rsidRPr="003A0BBB">
        <w:t>eux tous</w:t>
      </w:r>
      <w:r w:rsidR="003A6D8D">
        <w:t xml:space="preserve">, </w:t>
      </w:r>
      <w:r w:rsidRPr="003A0BBB">
        <w:t>admis à l</w:t>
      </w:r>
      <w:r w:rsidR="003A6D8D">
        <w:t>’</w:t>
      </w:r>
      <w:r w:rsidRPr="003A0BBB">
        <w:t>honneur de serrer la main au Président</w:t>
      </w:r>
      <w:r w:rsidR="003A6D8D">
        <w:t xml:space="preserve">. </w:t>
      </w:r>
      <w:r w:rsidRPr="003A0BBB">
        <w:t>Il m</w:t>
      </w:r>
      <w:r w:rsidR="003A6D8D">
        <w:t>’</w:t>
      </w:r>
      <w:r w:rsidRPr="003A0BBB">
        <w:t>apparut gauche</w:t>
      </w:r>
      <w:r w:rsidR="003A6D8D">
        <w:t xml:space="preserve">, </w:t>
      </w:r>
      <w:r w:rsidRPr="003A0BBB">
        <w:t>un peu pâle</w:t>
      </w:r>
      <w:r w:rsidR="003A6D8D">
        <w:t xml:space="preserve"> ; </w:t>
      </w:r>
      <w:r w:rsidRPr="003A0BBB">
        <w:t>je le vis distinctement</w:t>
      </w:r>
      <w:r w:rsidR="003A6D8D">
        <w:t xml:space="preserve">, </w:t>
      </w:r>
      <w:r w:rsidRPr="003A0BBB">
        <w:t>car je n</w:t>
      </w:r>
      <w:r w:rsidR="003A6D8D">
        <w:t>’</w:t>
      </w:r>
      <w:r w:rsidRPr="003A0BBB">
        <w:t>avais plus peur à présent de le regarder</w:t>
      </w:r>
      <w:r w:rsidR="003A6D8D">
        <w:t>.</w:t>
      </w:r>
    </w:p>
    <w:p w14:paraId="4D5ABC4D" w14:textId="77777777" w:rsidR="003A6D8D" w:rsidRDefault="003A6D8D" w:rsidP="008F7090">
      <w:r>
        <w:t>— </w:t>
      </w:r>
      <w:r w:rsidR="008F7090" w:rsidRPr="003A0BBB">
        <w:t>Toutes mes félicitations</w:t>
      </w:r>
      <w:r>
        <w:t xml:space="preserve">, </w:t>
      </w:r>
      <w:r w:rsidR="008F7090" w:rsidRPr="003A0BBB">
        <w:t>mon cher receveur</w:t>
      </w:r>
      <w:r>
        <w:t xml:space="preserve">. </w:t>
      </w:r>
      <w:r w:rsidR="008F7090" w:rsidRPr="003A0BBB">
        <w:t>Votre fille est véritablement délicieuse</w:t>
      </w:r>
      <w:r>
        <w:t xml:space="preserve">, </w:t>
      </w:r>
      <w:r w:rsidR="008F7090" w:rsidRPr="003A0BBB">
        <w:t>et la voix est charmante</w:t>
      </w:r>
      <w:r>
        <w:t>.</w:t>
      </w:r>
    </w:p>
    <w:p w14:paraId="0DF1B9AE" w14:textId="77777777" w:rsidR="003A6D8D" w:rsidRDefault="008F7090" w:rsidP="008F7090">
      <w:r w:rsidRPr="003A0BBB">
        <w:t>Congé ayant été naturellement donné aux enfants des écoles</w:t>
      </w:r>
      <w:r w:rsidR="003A6D8D">
        <w:t xml:space="preserve">, </w:t>
      </w:r>
      <w:r w:rsidRPr="003A0BBB">
        <w:t>je passai le reste de la journée à la maison</w:t>
      </w:r>
      <w:r w:rsidR="003A6D8D">
        <w:t xml:space="preserve">. </w:t>
      </w:r>
      <w:r w:rsidRPr="003A0BBB">
        <w:t>Pendant le déjeuner</w:t>
      </w:r>
      <w:r w:rsidR="003A6D8D">
        <w:t xml:space="preserve">, </w:t>
      </w:r>
      <w:r w:rsidRPr="003A0BBB">
        <w:t>mon père ne prit aucun souci de cacher son contentement</w:t>
      </w:r>
      <w:r w:rsidR="003A6D8D">
        <w:t>.</w:t>
      </w:r>
    </w:p>
    <w:p w14:paraId="28064BDD" w14:textId="77777777" w:rsidR="003A6D8D" w:rsidRDefault="003A6D8D" w:rsidP="008F7090">
      <w:r>
        <w:t>— </w:t>
      </w:r>
      <w:r w:rsidR="008F7090" w:rsidRPr="003A0BBB">
        <w:t>Pas mal du tout</w:t>
      </w:r>
      <w:r>
        <w:t xml:space="preserve">, </w:t>
      </w:r>
      <w:r w:rsidR="008F7090" w:rsidRPr="003A0BBB">
        <w:t>le compliment</w:t>
      </w:r>
      <w:r>
        <w:t xml:space="preserve">. </w:t>
      </w:r>
      <w:r w:rsidR="008F7090" w:rsidRPr="003A0BBB">
        <w:t>Et fait dans un esprit bien meilleur que je n</w:t>
      </w:r>
      <w:r>
        <w:t>’</w:t>
      </w:r>
      <w:r w:rsidR="008F7090" w:rsidRPr="003A0BBB">
        <w:t>aurais pu l</w:t>
      </w:r>
      <w:r>
        <w:t>’</w:t>
      </w:r>
      <w:r w:rsidR="008F7090" w:rsidRPr="003A0BBB">
        <w:t>espérer</w:t>
      </w:r>
      <w:r>
        <w:t xml:space="preserve">. </w:t>
      </w:r>
      <w:r w:rsidR="008F7090" w:rsidRPr="003A0BBB">
        <w:t>Je trouve même que l</w:t>
      </w:r>
      <w:r>
        <w:t>’</w:t>
      </w:r>
      <w:r w:rsidR="008F7090" w:rsidRPr="003A0BBB">
        <w:t>auteur aurait dû insister davantage sur l</w:t>
      </w:r>
      <w:r>
        <w:t>’</w:t>
      </w:r>
      <w:r w:rsidR="008F7090" w:rsidRPr="003A0BBB">
        <w:t>autre</w:t>
      </w:r>
      <w:r>
        <w:t xml:space="preserve">, </w:t>
      </w:r>
      <w:r w:rsidR="008F7090" w:rsidRPr="003A0BBB">
        <w:t>le grand</w:t>
      </w:r>
      <w:r>
        <w:t xml:space="preserve">, </w:t>
      </w:r>
      <w:r w:rsidR="008F7090" w:rsidRPr="003A0BBB">
        <w:t>l</w:t>
      </w:r>
      <w:r>
        <w:t>’</w:t>
      </w:r>
      <w:r w:rsidR="008F7090" w:rsidRPr="003A0BBB">
        <w:t>ancêtre</w:t>
      </w:r>
      <w:r>
        <w:t xml:space="preserve">, </w:t>
      </w:r>
      <w:r w:rsidR="008F7090" w:rsidRPr="003A0BBB">
        <w:t>l</w:t>
      </w:r>
      <w:r>
        <w:t>’</w:t>
      </w:r>
      <w:r w:rsidR="008F7090" w:rsidRPr="003A0BBB">
        <w:t>organisateur de la victoire</w:t>
      </w:r>
      <w:r>
        <w:t xml:space="preserve">. </w:t>
      </w:r>
      <w:r w:rsidR="008F7090" w:rsidRPr="003A0BBB">
        <w:t>Et lui</w:t>
      </w:r>
      <w:r>
        <w:t xml:space="preserve">, </w:t>
      </w:r>
      <w:r w:rsidR="008F7090" w:rsidRPr="003A0BBB">
        <w:t>le petit-fils</w:t>
      </w:r>
      <w:r>
        <w:t xml:space="preserve">, </w:t>
      </w:r>
      <w:r w:rsidR="008F7090" w:rsidRPr="003A0BBB">
        <w:t>il est ma foi fort bien</w:t>
      </w:r>
      <w:r>
        <w:t xml:space="preserve">, </w:t>
      </w:r>
      <w:r w:rsidR="008F7090" w:rsidRPr="003A0BBB">
        <w:t>beaucoup mieux que dans ses portraits</w:t>
      </w:r>
      <w:r>
        <w:t>.</w:t>
      </w:r>
    </w:p>
    <w:p w14:paraId="51106465" w14:textId="77777777" w:rsidR="003A6D8D" w:rsidRDefault="008F7090" w:rsidP="008F7090">
      <w:r w:rsidRPr="003A0BBB">
        <w:t>Il s</w:t>
      </w:r>
      <w:r w:rsidR="003A6D8D">
        <w:t>’</w:t>
      </w:r>
      <w:r w:rsidRPr="003A0BBB">
        <w:t>était levé</w:t>
      </w:r>
      <w:r w:rsidR="003A6D8D">
        <w:t xml:space="preserve">. </w:t>
      </w:r>
      <w:r w:rsidRPr="003A0BBB">
        <w:t>Il marchait dans la salle à manger</w:t>
      </w:r>
      <w:r w:rsidR="003A6D8D">
        <w:t xml:space="preserve">. </w:t>
      </w:r>
      <w:r w:rsidRPr="003A0BBB">
        <w:t>S</w:t>
      </w:r>
      <w:r w:rsidR="003A6D8D">
        <w:t>’</w:t>
      </w:r>
      <w:r w:rsidRPr="003A0BBB">
        <w:t>étant approché de ma chaise</w:t>
      </w:r>
      <w:r w:rsidR="003A6D8D">
        <w:t xml:space="preserve">, </w:t>
      </w:r>
      <w:r w:rsidRPr="003A0BBB">
        <w:t>il me mit la main sur le front</w:t>
      </w:r>
      <w:r w:rsidR="003A6D8D">
        <w:t xml:space="preserve">. </w:t>
      </w:r>
      <w:r w:rsidRPr="003A0BBB">
        <w:t>Je l</w:t>
      </w:r>
      <w:r w:rsidR="003A6D8D">
        <w:t>’</w:t>
      </w:r>
      <w:r w:rsidRPr="003A0BBB">
        <w:t>entendis murmurer</w:t>
      </w:r>
      <w:r w:rsidR="003A6D8D">
        <w:t xml:space="preserve">, </w:t>
      </w:r>
      <w:r w:rsidRPr="003A0BBB">
        <w:t>comme s</w:t>
      </w:r>
      <w:r w:rsidR="003A6D8D">
        <w:t>’</w:t>
      </w:r>
      <w:r w:rsidRPr="003A0BBB">
        <w:t>il ne s</w:t>
      </w:r>
      <w:r w:rsidR="003A6D8D">
        <w:t>’</w:t>
      </w:r>
      <w:r w:rsidRPr="003A0BBB">
        <w:t>en était jamais avisé jusqu</w:t>
      </w:r>
      <w:r w:rsidR="003A6D8D">
        <w:t>’</w:t>
      </w:r>
      <w:r w:rsidRPr="003A0BBB">
        <w:t>alors</w:t>
      </w:r>
      <w:r w:rsidR="003A6D8D">
        <w:t> :</w:t>
      </w:r>
    </w:p>
    <w:p w14:paraId="7AF57A14" w14:textId="77777777" w:rsidR="003A6D8D" w:rsidRDefault="003A6D8D" w:rsidP="008F7090">
      <w:r>
        <w:t>— </w:t>
      </w:r>
      <w:r w:rsidR="008F7090" w:rsidRPr="003A0BBB">
        <w:t>C</w:t>
      </w:r>
      <w:r>
        <w:t>’</w:t>
      </w:r>
      <w:r w:rsidR="008F7090" w:rsidRPr="003A0BBB">
        <w:t>est vrai</w:t>
      </w:r>
      <w:r>
        <w:t xml:space="preserve">, </w:t>
      </w:r>
      <w:r w:rsidR="008F7090" w:rsidRPr="003A0BBB">
        <w:t>aussi</w:t>
      </w:r>
      <w:r>
        <w:t xml:space="preserve">, </w:t>
      </w:r>
      <w:r w:rsidR="008F7090" w:rsidRPr="003A0BBB">
        <w:t>qu</w:t>
      </w:r>
      <w:r>
        <w:t>’</w:t>
      </w:r>
      <w:r w:rsidR="008F7090" w:rsidRPr="003A0BBB">
        <w:t>il a raison</w:t>
      </w:r>
      <w:r>
        <w:t xml:space="preserve">, </w:t>
      </w:r>
      <w:r w:rsidR="008F7090" w:rsidRPr="003A0BBB">
        <w:t>et qu</w:t>
      </w:r>
      <w:r>
        <w:t>’</w:t>
      </w:r>
      <w:r w:rsidR="008F7090" w:rsidRPr="003A0BBB">
        <w:t>elle est jolie</w:t>
      </w:r>
      <w:r>
        <w:t xml:space="preserve">, </w:t>
      </w:r>
      <w:r w:rsidR="008F7090" w:rsidRPr="003A0BBB">
        <w:t>la petite Alberte</w:t>
      </w:r>
      <w:r>
        <w:t> !</w:t>
      </w:r>
    </w:p>
    <w:p w14:paraId="1B3B3E7B" w14:textId="77777777" w:rsidR="003A6D8D" w:rsidRDefault="008F7090" w:rsidP="008F7090">
      <w:r w:rsidRPr="003A0BBB">
        <w:t>Jolie</w:t>
      </w:r>
      <w:r w:rsidR="003A6D8D">
        <w:t xml:space="preserve"> ! </w:t>
      </w:r>
      <w:r w:rsidRPr="003A0BBB">
        <w:t>J</w:t>
      </w:r>
      <w:r w:rsidR="003A6D8D">
        <w:t>’</w:t>
      </w:r>
      <w:r w:rsidRPr="003A0BBB">
        <w:t>étais jolie</w:t>
      </w:r>
      <w:r w:rsidR="003A6D8D">
        <w:t xml:space="preserve">. </w:t>
      </w:r>
      <w:r w:rsidRPr="003A0BBB">
        <w:t>Je devais attendre trente ans pour me l</w:t>
      </w:r>
      <w:r w:rsidR="003A6D8D">
        <w:t>’</w:t>
      </w:r>
      <w:r w:rsidRPr="003A0BBB">
        <w:t>entendre redire</w:t>
      </w:r>
      <w:r w:rsidR="003A6D8D">
        <w:t xml:space="preserve">, </w:t>
      </w:r>
      <w:r w:rsidRPr="003A0BBB">
        <w:t>et de quel prix alors ne l</w:t>
      </w:r>
      <w:r w:rsidR="003A6D8D">
        <w:t>’</w:t>
      </w:r>
      <w:r w:rsidRPr="003A0BBB">
        <w:t>ai-je pas payé</w:t>
      </w:r>
      <w:r w:rsidR="003A6D8D">
        <w:t> !</w:t>
      </w:r>
    </w:p>
    <w:p w14:paraId="3DEC1F0E" w14:textId="36594F12" w:rsidR="008F7090" w:rsidRPr="003A0BBB" w:rsidRDefault="008F7090" w:rsidP="008F7090"/>
    <w:p w14:paraId="7835F658" w14:textId="77777777" w:rsidR="003A6D8D" w:rsidRDefault="008F7090" w:rsidP="008F7090">
      <w:r w:rsidRPr="003A0BBB">
        <w:lastRenderedPageBreak/>
        <w:t>Comme il avait été convenu</w:t>
      </w:r>
      <w:r w:rsidR="003A6D8D">
        <w:t xml:space="preserve">, </w:t>
      </w:r>
      <w:r w:rsidRPr="003A0BBB">
        <w:t>Alberte passa son brevet simple</w:t>
      </w:r>
      <w:r w:rsidR="003A6D8D">
        <w:t xml:space="preserve">, </w:t>
      </w:r>
      <w:r w:rsidRPr="003A0BBB">
        <w:t>puis son brevet supérieur</w:t>
      </w:r>
      <w:r w:rsidR="003A6D8D">
        <w:t xml:space="preserve">. </w:t>
      </w:r>
      <w:r w:rsidRPr="003A0BBB">
        <w:t>Mais</w:t>
      </w:r>
      <w:r w:rsidR="003A6D8D">
        <w:t xml:space="preserve">, </w:t>
      </w:r>
      <w:r w:rsidRPr="003A0BBB">
        <w:t>si j</w:t>
      </w:r>
      <w:r w:rsidR="003A6D8D">
        <w:t>’</w:t>
      </w:r>
      <w:r w:rsidRPr="003A0BBB">
        <w:t>en subis les épreuves à peu près sans encombre</w:t>
      </w:r>
      <w:r w:rsidR="003A6D8D">
        <w:t xml:space="preserve">, </w:t>
      </w:r>
      <w:r w:rsidRPr="003A0BBB">
        <w:t>il apparut en revanche que je ne pourrais jamais prétendre à devenir un de ces phœnix dont s</w:t>
      </w:r>
      <w:r w:rsidR="003A6D8D">
        <w:t>’</w:t>
      </w:r>
      <w:r w:rsidRPr="003A0BBB">
        <w:t>enorgueillit l</w:t>
      </w:r>
      <w:r w:rsidR="003A6D8D">
        <w:t>’</w:t>
      </w:r>
      <w:r w:rsidRPr="003A0BBB">
        <w:t>enseignement secondaire féminin</w:t>
      </w:r>
      <w:r w:rsidR="003A6D8D">
        <w:t xml:space="preserve">. </w:t>
      </w:r>
      <w:r w:rsidRPr="003A0BBB">
        <w:t>Mon père en avait pris son parti</w:t>
      </w:r>
      <w:r w:rsidR="003A6D8D">
        <w:t xml:space="preserve">. </w:t>
      </w:r>
      <w:r w:rsidRPr="003A0BBB">
        <w:t>Il se faisait vieux</w:t>
      </w:r>
      <w:r w:rsidR="003A6D8D">
        <w:t xml:space="preserve">. </w:t>
      </w:r>
      <w:r w:rsidRPr="003A0BBB">
        <w:t>Il souffrait de la maladie qui devait l</w:t>
      </w:r>
      <w:r w:rsidR="003A6D8D">
        <w:t>’</w:t>
      </w:r>
      <w:r w:rsidRPr="003A0BBB">
        <w:t>emporter</w:t>
      </w:r>
      <w:r w:rsidR="003A6D8D">
        <w:t xml:space="preserve">. </w:t>
      </w:r>
      <w:r w:rsidRPr="003A0BBB">
        <w:t>Je crois que</w:t>
      </w:r>
      <w:r w:rsidR="003A6D8D">
        <w:t xml:space="preserve">, </w:t>
      </w:r>
      <w:r w:rsidRPr="003A0BBB">
        <w:t>si j</w:t>
      </w:r>
      <w:r w:rsidR="003A6D8D">
        <w:t>’</w:t>
      </w:r>
      <w:r w:rsidRPr="003A0BBB">
        <w:t>avais manifesté à cette époque le désir de poursuivre les projets qu</w:t>
      </w:r>
      <w:r w:rsidR="003A6D8D">
        <w:t>’</w:t>
      </w:r>
      <w:r w:rsidRPr="003A0BBB">
        <w:t>il avait formés jadis pour moi</w:t>
      </w:r>
      <w:r w:rsidR="003A6D8D">
        <w:t xml:space="preserve">, </w:t>
      </w:r>
      <w:r w:rsidRPr="003A0BBB">
        <w:t>il n</w:t>
      </w:r>
      <w:r w:rsidR="003A6D8D">
        <w:t>’</w:t>
      </w:r>
      <w:r w:rsidRPr="003A0BBB">
        <w:t>aurait vu dans mon intention de le quitter qu</w:t>
      </w:r>
      <w:r w:rsidR="003A6D8D">
        <w:t>’</w:t>
      </w:r>
      <w:r w:rsidRPr="003A0BBB">
        <w:t>une marque d</w:t>
      </w:r>
      <w:r w:rsidR="003A6D8D">
        <w:t>’</w:t>
      </w:r>
      <w:r w:rsidRPr="003A0BBB">
        <w:t>ingratitude</w:t>
      </w:r>
      <w:r w:rsidR="003A6D8D">
        <w:t xml:space="preserve">. </w:t>
      </w:r>
      <w:r w:rsidRPr="003A0BBB">
        <w:t>D</w:t>
      </w:r>
      <w:r w:rsidR="003A6D8D">
        <w:t>’</w:t>
      </w:r>
      <w:r w:rsidRPr="003A0BBB">
        <w:t>un accord tacite</w:t>
      </w:r>
      <w:r w:rsidR="003A6D8D">
        <w:t xml:space="preserve">, </w:t>
      </w:r>
      <w:r w:rsidRPr="003A0BBB">
        <w:t>il fut admis que je demeurerais à la maison</w:t>
      </w:r>
      <w:r w:rsidR="003A6D8D">
        <w:t xml:space="preserve">. </w:t>
      </w:r>
      <w:r w:rsidRPr="003A0BBB">
        <w:t>Il fut admis aussi</w:t>
      </w:r>
      <w:r w:rsidR="003A6D8D">
        <w:t xml:space="preserve">, </w:t>
      </w:r>
      <w:r w:rsidRPr="003A0BBB">
        <w:t>mais sous certaines conditions</w:t>
      </w:r>
      <w:r w:rsidR="003A6D8D">
        <w:t xml:space="preserve">, </w:t>
      </w:r>
      <w:r w:rsidRPr="003A0BBB">
        <w:t>que je me marierais</w:t>
      </w:r>
      <w:r w:rsidR="003A6D8D">
        <w:t>.</w:t>
      </w:r>
    </w:p>
    <w:p w14:paraId="1748FB77" w14:textId="77777777" w:rsidR="003A6D8D" w:rsidRDefault="008F7090" w:rsidP="008F7090">
      <w:r w:rsidRPr="003A0BBB">
        <w:t>La vieille bonne qui servait ma famille depuis un quart de siècle rentra dans son village pour y achever ses jours</w:t>
      </w:r>
      <w:r w:rsidR="003A6D8D">
        <w:t xml:space="preserve">. </w:t>
      </w:r>
      <w:r w:rsidRPr="003A0BBB">
        <w:t>Elle ne fut pas remplacée</w:t>
      </w:r>
      <w:r w:rsidR="003A6D8D">
        <w:t xml:space="preserve">. </w:t>
      </w:r>
      <w:r w:rsidRPr="003A0BBB">
        <w:t>J</w:t>
      </w:r>
      <w:r w:rsidR="003A6D8D">
        <w:t>’</w:t>
      </w:r>
      <w:r w:rsidRPr="003A0BBB">
        <w:t>assumai de bon cœur</w:t>
      </w:r>
      <w:r w:rsidR="003A6D8D">
        <w:t xml:space="preserve">, </w:t>
      </w:r>
      <w:r w:rsidRPr="003A0BBB">
        <w:t>sinon avec joie</w:t>
      </w:r>
      <w:r w:rsidR="003A6D8D">
        <w:t xml:space="preserve">, </w:t>
      </w:r>
      <w:r w:rsidRPr="003A0BBB">
        <w:t>ses fonctions</w:t>
      </w:r>
      <w:r w:rsidR="003A6D8D">
        <w:t xml:space="preserve">, </w:t>
      </w:r>
      <w:r w:rsidRPr="003A0BBB">
        <w:t>et soudain je me révélai une femme d</w:t>
      </w:r>
      <w:r w:rsidR="003A6D8D">
        <w:t>’</w:t>
      </w:r>
      <w:r w:rsidRPr="003A0BBB">
        <w:t>intérieur sans défaillance</w:t>
      </w:r>
      <w:r w:rsidR="003A6D8D">
        <w:t xml:space="preserve">. </w:t>
      </w:r>
      <w:r w:rsidRPr="003A0BBB">
        <w:t>Il me sembla que c</w:t>
      </w:r>
      <w:r w:rsidR="003A6D8D">
        <w:t>’</w:t>
      </w:r>
      <w:r w:rsidRPr="003A0BBB">
        <w:t>était bien là ma véritable mission</w:t>
      </w:r>
      <w:r w:rsidR="003A6D8D">
        <w:t xml:space="preserve">. </w:t>
      </w:r>
      <w:r w:rsidRPr="003A0BBB">
        <w:t>Le lycée de jeunes filles avait été un accident dans ma vie</w:t>
      </w:r>
      <w:r w:rsidR="003A6D8D">
        <w:t xml:space="preserve">. </w:t>
      </w:r>
      <w:r w:rsidRPr="003A0BBB">
        <w:t>Il ne m</w:t>
      </w:r>
      <w:r w:rsidR="003A6D8D">
        <w:t>’</w:t>
      </w:r>
      <w:r w:rsidRPr="003A0BBB">
        <w:t>avait laissé ni cet esprit d</w:t>
      </w:r>
      <w:r w:rsidR="003A6D8D">
        <w:t>’</w:t>
      </w:r>
      <w:r w:rsidRPr="003A0BBB">
        <w:t>indépendance</w:t>
      </w:r>
      <w:r w:rsidR="003A6D8D">
        <w:t xml:space="preserve">, </w:t>
      </w:r>
      <w:r w:rsidRPr="003A0BBB">
        <w:t>ni cette allure décidée dont il devait plus tard marquer si fortement Camille</w:t>
      </w:r>
      <w:r w:rsidR="003A6D8D">
        <w:t xml:space="preserve">. </w:t>
      </w:r>
      <w:r w:rsidRPr="003A0BBB">
        <w:t>Sans doute</w:t>
      </w:r>
      <w:r w:rsidR="003A6D8D">
        <w:t xml:space="preserve">, </w:t>
      </w:r>
      <w:r w:rsidRPr="003A0BBB">
        <w:t>au cours de mes études</w:t>
      </w:r>
      <w:r w:rsidR="003A6D8D">
        <w:t xml:space="preserve">, </w:t>
      </w:r>
      <w:r w:rsidRPr="003A0BBB">
        <w:t>il m</w:t>
      </w:r>
      <w:r w:rsidR="003A6D8D">
        <w:t>’</w:t>
      </w:r>
      <w:r w:rsidRPr="003A0BBB">
        <w:t>était arrivé de lire des romans</w:t>
      </w:r>
      <w:r w:rsidR="003A6D8D">
        <w:t xml:space="preserve">, </w:t>
      </w:r>
      <w:r w:rsidRPr="003A0BBB">
        <w:t>mais seulement ceux dont la connaissance était exigée par les programmes</w:t>
      </w:r>
      <w:r w:rsidR="003A6D8D">
        <w:t xml:space="preserve">. </w:t>
      </w:r>
      <w:r w:rsidRPr="003A0BBB">
        <w:t>Je ne veux pas me faire plus raisonnable que je ne l</w:t>
      </w:r>
      <w:r w:rsidR="003A6D8D">
        <w:t>’</w:t>
      </w:r>
      <w:r w:rsidRPr="003A0BBB">
        <w:t>étais</w:t>
      </w:r>
      <w:r w:rsidR="003A6D8D">
        <w:t xml:space="preserve">, </w:t>
      </w:r>
      <w:r w:rsidRPr="003A0BBB">
        <w:t xml:space="preserve">et je mentirais en disant que mon cœur soit resté insensible aux épreuves de Laurence de Cinq-Cygne ou de </w:t>
      </w:r>
      <w:smartTag w:uri="urn:schemas-microsoft-com:office:smarttags" w:element="PersonName">
        <w:smartTagPr>
          <w:attr w:name="ProductID" w:val="la belle Edm￩e"/>
        </w:smartTagPr>
        <w:r w:rsidRPr="003A0BBB">
          <w:t>la belle Edmée</w:t>
        </w:r>
      </w:smartTag>
      <w:r w:rsidRPr="003A0BBB">
        <w:t xml:space="preserve"> de </w:t>
      </w:r>
      <w:proofErr w:type="spellStart"/>
      <w:r w:rsidRPr="003A0BBB">
        <w:t>Mauprat</w:t>
      </w:r>
      <w:proofErr w:type="spellEnd"/>
      <w:r w:rsidR="003A6D8D">
        <w:t xml:space="preserve">. </w:t>
      </w:r>
      <w:r w:rsidRPr="003A0BBB">
        <w:t>Mais jamais je n</w:t>
      </w:r>
      <w:r w:rsidR="003A6D8D">
        <w:t>’</w:t>
      </w:r>
      <w:r w:rsidRPr="003A0BBB">
        <w:t>ai eu l</w:t>
      </w:r>
      <w:r w:rsidR="003A6D8D">
        <w:t>’</w:t>
      </w:r>
      <w:r w:rsidRPr="003A0BBB">
        <w:t>idée de confronter ma destinée avec celle de ces héroïnes</w:t>
      </w:r>
      <w:r w:rsidR="003A6D8D">
        <w:t xml:space="preserve">. </w:t>
      </w:r>
      <w:r w:rsidRPr="003A0BBB">
        <w:t>Les plus séduisantes imaginations demeuraient prisonnières entre les pages de mon livre</w:t>
      </w:r>
      <w:r w:rsidR="003A6D8D">
        <w:t xml:space="preserve">, </w:t>
      </w:r>
      <w:r w:rsidRPr="003A0BBB">
        <w:t>sitôt que je l</w:t>
      </w:r>
      <w:r w:rsidR="003A6D8D">
        <w:t>’</w:t>
      </w:r>
      <w:r w:rsidRPr="003A0BBB">
        <w:t>avais refermé</w:t>
      </w:r>
      <w:r w:rsidR="003A6D8D">
        <w:t xml:space="preserve">. </w:t>
      </w:r>
      <w:r w:rsidRPr="003A0BBB">
        <w:t>Elles cessaient d</w:t>
      </w:r>
      <w:r w:rsidR="003A6D8D">
        <w:t>’</w:t>
      </w:r>
      <w:r w:rsidRPr="003A0BBB">
        <w:t>avoir prise sur moi</w:t>
      </w:r>
      <w:r w:rsidR="003A6D8D">
        <w:t xml:space="preserve">. </w:t>
      </w:r>
      <w:r w:rsidRPr="003A0BBB">
        <w:t>Elles ne me poursuivaient ni à la promenade quotidienne que je faisais avec mon père</w:t>
      </w:r>
      <w:r w:rsidR="003A6D8D">
        <w:t xml:space="preserve">, </w:t>
      </w:r>
      <w:r w:rsidRPr="003A0BBB">
        <w:t>ni à la buanderie</w:t>
      </w:r>
      <w:r w:rsidR="003A6D8D">
        <w:t xml:space="preserve">, </w:t>
      </w:r>
      <w:r w:rsidRPr="003A0BBB">
        <w:t>ni à la cuisine</w:t>
      </w:r>
      <w:r w:rsidR="003A6D8D">
        <w:t xml:space="preserve">, </w:t>
      </w:r>
      <w:r w:rsidRPr="003A0BBB">
        <w:t>ni dans cette chambre austère et sombre</w:t>
      </w:r>
      <w:r w:rsidR="003A6D8D">
        <w:t xml:space="preserve">, </w:t>
      </w:r>
      <w:r w:rsidRPr="003A0BBB">
        <w:t xml:space="preserve">dans ce lit aux draps nets et </w:t>
      </w:r>
      <w:r w:rsidRPr="003A0BBB">
        <w:lastRenderedPageBreak/>
        <w:t>rugueux</w:t>
      </w:r>
      <w:r w:rsidR="003A6D8D">
        <w:t xml:space="preserve">, </w:t>
      </w:r>
      <w:r w:rsidRPr="003A0BBB">
        <w:t>où mon corps reposait avec la même pureté que les vieillards et que les enfants</w:t>
      </w:r>
      <w:r w:rsidR="003A6D8D">
        <w:t>.</w:t>
      </w:r>
    </w:p>
    <w:p w14:paraId="75B786DB" w14:textId="49387E10" w:rsidR="008F7090" w:rsidRPr="003A0BBB" w:rsidRDefault="008F7090" w:rsidP="008F7090"/>
    <w:p w14:paraId="6C8706DD" w14:textId="77777777" w:rsidR="003A6D8D" w:rsidRDefault="008F7090" w:rsidP="008F7090">
      <w:r w:rsidRPr="003A0BBB">
        <w:t>On était en novembre</w:t>
      </w:r>
      <w:r w:rsidR="003A6D8D">
        <w:t xml:space="preserve">. </w:t>
      </w:r>
      <w:r w:rsidRPr="003A0BBB">
        <w:t>Il y avait un an et trois mois que je vivais avec mon père</w:t>
      </w:r>
      <w:r w:rsidR="003A6D8D">
        <w:t xml:space="preserve">, </w:t>
      </w:r>
      <w:r w:rsidRPr="003A0BBB">
        <w:t>lorsqu</w:t>
      </w:r>
      <w:r w:rsidR="003A6D8D">
        <w:t>’</w:t>
      </w:r>
      <w:r w:rsidRPr="003A0BBB">
        <w:t>un matin il me demanda</w:t>
      </w:r>
      <w:r w:rsidR="003A6D8D">
        <w:t xml:space="preserve">, </w:t>
      </w:r>
      <w:r w:rsidRPr="003A0BBB">
        <w:t>à brûle-pourpoint</w:t>
      </w:r>
      <w:r w:rsidR="003A6D8D">
        <w:t> :</w:t>
      </w:r>
    </w:p>
    <w:p w14:paraId="2F25B2DB" w14:textId="77777777" w:rsidR="003A6D8D" w:rsidRDefault="003A6D8D" w:rsidP="008F7090">
      <w:r>
        <w:t>— </w:t>
      </w:r>
      <w:r w:rsidR="008F7090" w:rsidRPr="003A0BBB">
        <w:t>N</w:t>
      </w:r>
      <w:r>
        <w:t>’</w:t>
      </w:r>
      <w:r w:rsidR="008F7090" w:rsidRPr="003A0BBB">
        <w:t>est-ce pas</w:t>
      </w:r>
      <w:r>
        <w:t xml:space="preserve">, </w:t>
      </w:r>
      <w:r w:rsidR="008F7090" w:rsidRPr="003A0BBB">
        <w:t>Alberte</w:t>
      </w:r>
      <w:r>
        <w:t xml:space="preserve">, </w:t>
      </w:r>
      <w:r w:rsidR="008F7090" w:rsidRPr="003A0BBB">
        <w:t>que ça ne te déplairait point d</w:t>
      </w:r>
      <w:r>
        <w:t>’</w:t>
      </w:r>
      <w:r w:rsidR="008F7090" w:rsidRPr="003A0BBB">
        <w:t>épouser Jérôme</w:t>
      </w:r>
      <w:r>
        <w:t> ?</w:t>
      </w:r>
    </w:p>
    <w:p w14:paraId="6749308C" w14:textId="13B73987" w:rsidR="003A6D8D" w:rsidRDefault="003A6D8D" w:rsidP="008F7090">
      <w:r>
        <w:t>M. </w:t>
      </w:r>
      <w:r w:rsidR="008F7090" w:rsidRPr="003A0BBB">
        <w:t>Jérôme était depuis cinq ans son fondé de pouvoirs</w:t>
      </w:r>
      <w:r>
        <w:t xml:space="preserve">. </w:t>
      </w:r>
      <w:r w:rsidR="008F7090" w:rsidRPr="003A0BBB">
        <w:t xml:space="preserve">Mon père devait être mis à la retraite le </w:t>
      </w:r>
      <w:r w:rsidRPr="003A0BBB">
        <w:t>1</w:t>
      </w:r>
      <w:r w:rsidRPr="003A6D8D">
        <w:rPr>
          <w:vertAlign w:val="superscript"/>
        </w:rPr>
        <w:t>er</w:t>
      </w:r>
      <w:r>
        <w:t> </w:t>
      </w:r>
      <w:r w:rsidRPr="003A0BBB">
        <w:t>janvier</w:t>
      </w:r>
      <w:r w:rsidR="008F7090" w:rsidRPr="003A0BBB">
        <w:t xml:space="preserve"> suivant</w:t>
      </w:r>
      <w:r>
        <w:t xml:space="preserve">. </w:t>
      </w:r>
      <w:r w:rsidR="008F7090" w:rsidRPr="003A0BBB">
        <w:t>À ce moment</w:t>
      </w:r>
      <w:r>
        <w:t xml:space="preserve">, </w:t>
      </w:r>
      <w:r w:rsidR="008F7090" w:rsidRPr="003A0BBB">
        <w:t xml:space="preserve">il était entendu avec les autorités départementale et centrale que </w:t>
      </w:r>
      <w:r>
        <w:t>M. </w:t>
      </w:r>
      <w:r w:rsidR="008F7090" w:rsidRPr="003A0BBB">
        <w:t>Jérôme serait appelé à succéder au receveur en exercice dans des fonctions que la santé déclinante de mon père lui avait peu à peu laissé assumer tout entières</w:t>
      </w:r>
      <w:r>
        <w:t xml:space="preserve">. </w:t>
      </w:r>
      <w:r w:rsidR="008F7090" w:rsidRPr="003A0BBB">
        <w:t>C</w:t>
      </w:r>
      <w:r>
        <w:t>’</w:t>
      </w:r>
      <w:r w:rsidR="008F7090" w:rsidRPr="003A0BBB">
        <w:t>était un homme mince et fluet</w:t>
      </w:r>
      <w:r>
        <w:t xml:space="preserve">, </w:t>
      </w:r>
      <w:r w:rsidR="008F7090" w:rsidRPr="003A0BBB">
        <w:t>myope et blond</w:t>
      </w:r>
      <w:r>
        <w:t xml:space="preserve">, </w:t>
      </w:r>
      <w:r w:rsidR="008F7090" w:rsidRPr="003A0BBB">
        <w:t>perpétuellement vêtu d</w:t>
      </w:r>
      <w:r>
        <w:t>’</w:t>
      </w:r>
      <w:r w:rsidR="008F7090" w:rsidRPr="003A0BBB">
        <w:t>une jaquette luisante aux coudes</w:t>
      </w:r>
      <w:r>
        <w:t xml:space="preserve">. </w:t>
      </w:r>
      <w:r w:rsidR="008F7090" w:rsidRPr="003A0BBB">
        <w:t>Il n</w:t>
      </w:r>
      <w:r>
        <w:t>’</w:t>
      </w:r>
      <w:r w:rsidR="008F7090" w:rsidRPr="003A0BBB">
        <w:t>aimait guère accepter des invitations en ville</w:t>
      </w:r>
      <w:r>
        <w:t xml:space="preserve">, </w:t>
      </w:r>
      <w:r w:rsidR="008F7090" w:rsidRPr="003A0BBB">
        <w:t>parce qu</w:t>
      </w:r>
      <w:r>
        <w:t>’</w:t>
      </w:r>
      <w:r w:rsidR="008F7090" w:rsidRPr="003A0BBB">
        <w:t>à sa pension il avait l</w:t>
      </w:r>
      <w:r>
        <w:t>’</w:t>
      </w:r>
      <w:r w:rsidR="008F7090" w:rsidRPr="003A0BBB">
        <w:t>habitude de lire son journal en mangeant</w:t>
      </w:r>
      <w:r>
        <w:t xml:space="preserve">. </w:t>
      </w:r>
      <w:r w:rsidR="008F7090" w:rsidRPr="003A0BBB">
        <w:t>Petit à petit cependant</w:t>
      </w:r>
      <w:r>
        <w:t xml:space="preserve">, </w:t>
      </w:r>
      <w:r w:rsidR="008F7090" w:rsidRPr="003A0BBB">
        <w:t>il céda aux instances de son chef et vint prendre chez nous le repas du soir</w:t>
      </w:r>
      <w:r>
        <w:t xml:space="preserve">. </w:t>
      </w:r>
      <w:r w:rsidR="008F7090" w:rsidRPr="003A0BBB">
        <w:t>Ce fut pour moi un surcroît de besogne</w:t>
      </w:r>
      <w:r>
        <w:t xml:space="preserve">, </w:t>
      </w:r>
      <w:r w:rsidR="008F7090" w:rsidRPr="003A0BBB">
        <w:t>mais je ne m</w:t>
      </w:r>
      <w:r>
        <w:t>’</w:t>
      </w:r>
      <w:r w:rsidR="008F7090" w:rsidRPr="003A0BBB">
        <w:t>en plaignis pas</w:t>
      </w:r>
      <w:r>
        <w:t xml:space="preserve">, </w:t>
      </w:r>
      <w:r w:rsidR="008F7090" w:rsidRPr="003A0BBB">
        <w:t>parce que cette compagnie mettait mon père de bonne humeur</w:t>
      </w:r>
      <w:r>
        <w:t xml:space="preserve">. </w:t>
      </w:r>
      <w:r w:rsidR="008F7090" w:rsidRPr="003A0BBB">
        <w:t>Les deux hommes causaient du mouvement des fonds qui s</w:t>
      </w:r>
      <w:r>
        <w:t>’</w:t>
      </w:r>
      <w:r w:rsidR="008F7090" w:rsidRPr="003A0BBB">
        <w:t>était produit pendant la journée à la caisse</w:t>
      </w:r>
      <w:r>
        <w:t xml:space="preserve">. </w:t>
      </w:r>
      <w:r w:rsidR="008F7090" w:rsidRPr="003A0BBB">
        <w:t>Après le dîner</w:t>
      </w:r>
      <w:r>
        <w:t xml:space="preserve">, </w:t>
      </w:r>
      <w:r w:rsidR="008F7090" w:rsidRPr="003A0BBB">
        <w:t>ils faisaient une partie de jacquet</w:t>
      </w:r>
      <w:r>
        <w:t xml:space="preserve">, </w:t>
      </w:r>
      <w:r w:rsidR="008F7090" w:rsidRPr="003A0BBB">
        <w:t>leur seule distraction</w:t>
      </w:r>
      <w:r>
        <w:t>.</w:t>
      </w:r>
    </w:p>
    <w:p w14:paraId="6E7125F2" w14:textId="77777777" w:rsidR="003A6D8D" w:rsidRDefault="003A6D8D" w:rsidP="008F7090">
      <w:r>
        <w:t>— </w:t>
      </w:r>
      <w:r w:rsidR="008F7090" w:rsidRPr="003A0BBB">
        <w:t>N</w:t>
      </w:r>
      <w:r>
        <w:t>’</w:t>
      </w:r>
      <w:r w:rsidR="008F7090" w:rsidRPr="003A0BBB">
        <w:t>est-ce pas que ça ne te déplairait pas de l</w:t>
      </w:r>
      <w:r>
        <w:t>’</w:t>
      </w:r>
      <w:r w:rsidR="008F7090" w:rsidRPr="003A0BBB">
        <w:t>épouser</w:t>
      </w:r>
      <w:r>
        <w:t> ?</w:t>
      </w:r>
    </w:p>
    <w:p w14:paraId="22D7B872" w14:textId="77777777" w:rsidR="003A6D8D" w:rsidRDefault="003A6D8D" w:rsidP="008F7090">
      <w:r>
        <w:t>— </w:t>
      </w:r>
      <w:r w:rsidR="008F7090" w:rsidRPr="003A0BBB">
        <w:t>Mais</w:t>
      </w:r>
      <w:r>
        <w:t xml:space="preserve">, </w:t>
      </w:r>
      <w:r w:rsidR="008F7090" w:rsidRPr="003A0BBB">
        <w:t>papa</w:t>
      </w:r>
      <w:r>
        <w:t xml:space="preserve">, </w:t>
      </w:r>
      <w:r w:rsidR="008F7090" w:rsidRPr="003A0BBB">
        <w:t>est-ce qu</w:t>
      </w:r>
      <w:r>
        <w:t>’</w:t>
      </w:r>
      <w:r w:rsidR="008F7090" w:rsidRPr="003A0BBB">
        <w:t>il ne faudrait pas que je l</w:t>
      </w:r>
      <w:r>
        <w:t>’</w:t>
      </w:r>
      <w:r w:rsidR="008F7090" w:rsidRPr="003A0BBB">
        <w:t>aime</w:t>
      </w:r>
      <w:r>
        <w:t> ?</w:t>
      </w:r>
    </w:p>
    <w:p w14:paraId="492FA23F" w14:textId="77777777" w:rsidR="003A6D8D" w:rsidRDefault="003A6D8D" w:rsidP="008F7090">
      <w:r>
        <w:t>— </w:t>
      </w:r>
      <w:r w:rsidR="008F7090" w:rsidRPr="003A0BBB">
        <w:t>L</w:t>
      </w:r>
      <w:r>
        <w:t>’</w:t>
      </w:r>
      <w:r w:rsidR="008F7090" w:rsidRPr="003A0BBB">
        <w:t>aimer</w:t>
      </w:r>
      <w:r>
        <w:t xml:space="preserve"> ? </w:t>
      </w:r>
      <w:r w:rsidR="008F7090" w:rsidRPr="003A0BBB">
        <w:t>Il ne manquerait plus que cela</w:t>
      </w:r>
      <w:r>
        <w:t xml:space="preserve">. </w:t>
      </w:r>
      <w:r w:rsidR="008F7090" w:rsidRPr="003A0BBB">
        <w:t>Crois-tu que ce serait convenable</w:t>
      </w:r>
      <w:r>
        <w:t xml:space="preserve"> ? </w:t>
      </w:r>
      <w:r w:rsidR="008F7090" w:rsidRPr="003A0BBB">
        <w:t>Est-ce que tu te figures que j</w:t>
      </w:r>
      <w:r>
        <w:t>’</w:t>
      </w:r>
      <w:r w:rsidR="008F7090" w:rsidRPr="003A0BBB">
        <w:t xml:space="preserve">aimais ta </w:t>
      </w:r>
      <w:r w:rsidR="008F7090" w:rsidRPr="003A0BBB">
        <w:lastRenderedPageBreak/>
        <w:t>mère quand nous nous sommes mariés</w:t>
      </w:r>
      <w:r>
        <w:t xml:space="preserve"> ? </w:t>
      </w:r>
      <w:r w:rsidR="008F7090" w:rsidRPr="003A0BBB">
        <w:t>Mais je vois bien que tu t</w:t>
      </w:r>
      <w:r>
        <w:t>’</w:t>
      </w:r>
      <w:r w:rsidR="008F7090" w:rsidRPr="003A0BBB">
        <w:t>amuses</w:t>
      </w:r>
      <w:r>
        <w:t>…</w:t>
      </w:r>
    </w:p>
    <w:p w14:paraId="41491937" w14:textId="628F607B" w:rsidR="003A6D8D" w:rsidRDefault="008F7090" w:rsidP="008F7090">
      <w:r w:rsidRPr="003A0BBB">
        <w:t>En effet</w:t>
      </w:r>
      <w:r w:rsidR="003A6D8D">
        <w:t xml:space="preserve">, </w:t>
      </w:r>
      <w:r w:rsidRPr="003A0BBB">
        <w:t>je m</w:t>
      </w:r>
      <w:r w:rsidR="003A6D8D">
        <w:t>’</w:t>
      </w:r>
      <w:r w:rsidRPr="003A0BBB">
        <w:t>amusais</w:t>
      </w:r>
      <w:r w:rsidR="003A6D8D">
        <w:t xml:space="preserve">. </w:t>
      </w:r>
      <w:r w:rsidRPr="003A0BBB">
        <w:t>Et pourquoi donc</w:t>
      </w:r>
      <w:r w:rsidR="003A6D8D">
        <w:t xml:space="preserve">, </w:t>
      </w:r>
      <w:r w:rsidRPr="003A0BBB">
        <w:t>mon Dieu</w:t>
      </w:r>
      <w:r w:rsidR="003A6D8D">
        <w:t xml:space="preserve"> ! </w:t>
      </w:r>
      <w:r w:rsidRPr="003A0BBB">
        <w:t>cela m</w:t>
      </w:r>
      <w:r w:rsidR="003A6D8D">
        <w:t>’</w:t>
      </w:r>
      <w:r w:rsidRPr="003A0BBB">
        <w:t>aurait-il déplu d</w:t>
      </w:r>
      <w:r w:rsidR="003A6D8D">
        <w:t>’</w:t>
      </w:r>
      <w:r w:rsidRPr="003A0BBB">
        <w:t xml:space="preserve">épouser </w:t>
      </w:r>
      <w:r w:rsidR="003A6D8D">
        <w:t>M. </w:t>
      </w:r>
      <w:r w:rsidRPr="003A0BBB">
        <w:t>Jérôme</w:t>
      </w:r>
      <w:r w:rsidR="003A6D8D">
        <w:t xml:space="preserve"> ? </w:t>
      </w:r>
      <w:r w:rsidRPr="003A0BBB">
        <w:t>Encore une fois</w:t>
      </w:r>
      <w:r w:rsidR="003A6D8D">
        <w:t xml:space="preserve">, </w:t>
      </w:r>
      <w:r w:rsidRPr="003A0BBB">
        <w:t>j</w:t>
      </w:r>
      <w:r w:rsidR="003A6D8D">
        <w:t>’</w:t>
      </w:r>
      <w:r w:rsidRPr="003A0BBB">
        <w:t>avais appris à séparer le domaine réel du domaine romanesque</w:t>
      </w:r>
      <w:r w:rsidR="003A6D8D">
        <w:t xml:space="preserve">. </w:t>
      </w:r>
      <w:r w:rsidRPr="003A0BBB">
        <w:t>Je lisais un roman d</w:t>
      </w:r>
      <w:r w:rsidR="003A6D8D">
        <w:t>’</w:t>
      </w:r>
      <w:r w:rsidRPr="003A0BBB">
        <w:t>amour comme j</w:t>
      </w:r>
      <w:r w:rsidR="003A6D8D">
        <w:t>’</w:t>
      </w:r>
      <w:r w:rsidRPr="003A0BBB">
        <w:t>aurais lu un récit de voyage vers des régions de la terre reculées au point d</w:t>
      </w:r>
      <w:r w:rsidR="003A6D8D">
        <w:t>’</w:t>
      </w:r>
      <w:r w:rsidRPr="003A0BBB">
        <w:t>en paraître imaginaires</w:t>
      </w:r>
      <w:r w:rsidR="003A6D8D">
        <w:t xml:space="preserve">. </w:t>
      </w:r>
      <w:r w:rsidRPr="003A0BBB">
        <w:t>J</w:t>
      </w:r>
      <w:r w:rsidR="003A6D8D">
        <w:t>’</w:t>
      </w:r>
      <w:r w:rsidRPr="003A0BBB">
        <w:t>envisageais l</w:t>
      </w:r>
      <w:r w:rsidR="003A6D8D">
        <w:t>’</w:t>
      </w:r>
      <w:r w:rsidRPr="003A0BBB">
        <w:t>existence comme une chose plate</w:t>
      </w:r>
      <w:r w:rsidR="003A6D8D">
        <w:t xml:space="preserve">, </w:t>
      </w:r>
      <w:r w:rsidRPr="003A0BBB">
        <w:t>froide et digne</w:t>
      </w:r>
      <w:r w:rsidR="003A6D8D">
        <w:t xml:space="preserve">, </w:t>
      </w:r>
      <w:r w:rsidRPr="003A0BBB">
        <w:t>et j</w:t>
      </w:r>
      <w:r w:rsidR="003A6D8D">
        <w:t>’</w:t>
      </w:r>
      <w:r w:rsidRPr="003A0BBB">
        <w:t>admettais que cette platitude</w:t>
      </w:r>
      <w:r w:rsidR="003A6D8D">
        <w:t xml:space="preserve">, </w:t>
      </w:r>
      <w:r w:rsidRPr="003A0BBB">
        <w:t>cette froideur</w:t>
      </w:r>
      <w:r w:rsidR="003A6D8D">
        <w:t xml:space="preserve">, </w:t>
      </w:r>
      <w:r w:rsidRPr="003A0BBB">
        <w:t>cette dignité sont si naturelles</w:t>
      </w:r>
      <w:r w:rsidR="003A6D8D">
        <w:t xml:space="preserve">, </w:t>
      </w:r>
      <w:r w:rsidRPr="003A0BBB">
        <w:t>si normales</w:t>
      </w:r>
      <w:r w:rsidR="003A6D8D">
        <w:t xml:space="preserve">, </w:t>
      </w:r>
      <w:r w:rsidRPr="003A0BBB">
        <w:t>qu</w:t>
      </w:r>
      <w:r w:rsidR="003A6D8D">
        <w:t>’</w:t>
      </w:r>
      <w:r w:rsidRPr="003A0BBB">
        <w:t>il n</w:t>
      </w:r>
      <w:r w:rsidR="003A6D8D">
        <w:t>’</w:t>
      </w:r>
      <w:r w:rsidRPr="003A0BBB">
        <w:t>y a même pas lieu de s</w:t>
      </w:r>
      <w:r w:rsidR="003A6D8D">
        <w:t>’</w:t>
      </w:r>
      <w:r w:rsidRPr="003A0BBB">
        <w:t>en offusquer ou de s</w:t>
      </w:r>
      <w:r w:rsidR="003A6D8D">
        <w:t>’</w:t>
      </w:r>
      <w:r w:rsidRPr="003A0BBB">
        <w:t>en glorifier</w:t>
      </w:r>
      <w:r w:rsidR="003A6D8D">
        <w:t>.</w:t>
      </w:r>
    </w:p>
    <w:p w14:paraId="74166616" w14:textId="783E5BBA" w:rsidR="003A6D8D" w:rsidRDefault="008F7090" w:rsidP="008F7090">
      <w:r w:rsidRPr="003A0BBB">
        <w:t>À la date prévue</w:t>
      </w:r>
      <w:r w:rsidR="003A6D8D">
        <w:t xml:space="preserve">, </w:t>
      </w:r>
      <w:r w:rsidRPr="003A0BBB">
        <w:t>date qui ne devait précéder que de bien peu celle de sa mort</w:t>
      </w:r>
      <w:r w:rsidR="003A6D8D">
        <w:t xml:space="preserve">, </w:t>
      </w:r>
      <w:r w:rsidRPr="003A0BBB">
        <w:t>mon père prit sa retraite</w:t>
      </w:r>
      <w:r w:rsidR="003A6D8D">
        <w:t xml:space="preserve">, </w:t>
      </w:r>
      <w:r w:rsidRPr="003A0BBB">
        <w:t>et j</w:t>
      </w:r>
      <w:r w:rsidR="003A6D8D">
        <w:t>’</w:t>
      </w:r>
      <w:r w:rsidRPr="003A0BBB">
        <w:t xml:space="preserve">épousai </w:t>
      </w:r>
      <w:r w:rsidR="003A6D8D">
        <w:t>M. </w:t>
      </w:r>
      <w:r w:rsidRPr="003A0BBB">
        <w:t>Jérôme</w:t>
      </w:r>
      <w:r w:rsidR="003A6D8D">
        <w:t xml:space="preserve">. </w:t>
      </w:r>
      <w:r w:rsidRPr="003A0BBB">
        <w:t>Il avait environ trente-neuf ans</w:t>
      </w:r>
      <w:r w:rsidR="003A6D8D">
        <w:t xml:space="preserve">, </w:t>
      </w:r>
      <w:r w:rsidRPr="003A0BBB">
        <w:t>mais ce chiffre ou un autre</w:t>
      </w:r>
      <w:r w:rsidR="003A6D8D">
        <w:t xml:space="preserve">, </w:t>
      </w:r>
      <w:r w:rsidRPr="003A0BBB">
        <w:t>peu importait</w:t>
      </w:r>
      <w:r w:rsidR="003A6D8D">
        <w:t xml:space="preserve">, </w:t>
      </w:r>
      <w:r w:rsidRPr="003A0BBB">
        <w:t>car il était de ces êtres qui ont passé leur vie à paraître toujours avoir le même âge</w:t>
      </w:r>
      <w:r w:rsidR="003A6D8D">
        <w:t>.</w:t>
      </w:r>
    </w:p>
    <w:p w14:paraId="4A811851" w14:textId="2C592CBF" w:rsidR="008F7090" w:rsidRPr="003A0BBB" w:rsidRDefault="008F7090" w:rsidP="003A6D8D">
      <w:pPr>
        <w:pStyle w:val="Titre1"/>
        <w:rPr>
          <w:rFonts w:cs="Georgia"/>
        </w:rPr>
      </w:pPr>
      <w:bookmarkStart w:id="2" w:name="_Toc196328803"/>
      <w:r w:rsidRPr="003A0BBB">
        <w:rPr>
          <w:rFonts w:cs="Georgia"/>
        </w:rPr>
        <w:lastRenderedPageBreak/>
        <w:t>II</w:t>
      </w:r>
      <w:bookmarkEnd w:id="2"/>
    </w:p>
    <w:p w14:paraId="256E626B" w14:textId="77777777" w:rsidR="003A6D8D" w:rsidRDefault="008F7090" w:rsidP="008F7090">
      <w:r w:rsidRPr="003A0BBB">
        <w:t>J</w:t>
      </w:r>
      <w:r w:rsidR="003A6D8D">
        <w:t>’</w:t>
      </w:r>
      <w:r w:rsidRPr="003A0BBB">
        <w:t>ai tracé un rapide portrait physique de mon mari</w:t>
      </w:r>
      <w:r w:rsidR="003A6D8D">
        <w:t xml:space="preserve">. </w:t>
      </w:r>
      <w:r w:rsidRPr="003A0BBB">
        <w:t>Je n</w:t>
      </w:r>
      <w:r w:rsidR="003A6D8D">
        <w:t>’</w:t>
      </w:r>
      <w:r w:rsidRPr="003A0BBB">
        <w:t>ai pas à y revenir</w:t>
      </w:r>
      <w:r w:rsidR="003A6D8D">
        <w:t xml:space="preserve">, </w:t>
      </w:r>
      <w:r w:rsidRPr="003A0BBB">
        <w:t>car</w:t>
      </w:r>
      <w:r w:rsidR="003A6D8D">
        <w:t xml:space="preserve">, </w:t>
      </w:r>
      <w:r w:rsidRPr="003A0BBB">
        <w:t>encore une fois</w:t>
      </w:r>
      <w:r w:rsidR="003A6D8D">
        <w:t xml:space="preserve">, </w:t>
      </w:r>
      <w:r w:rsidRPr="003A0BBB">
        <w:t>cela n</w:t>
      </w:r>
      <w:r w:rsidR="003A6D8D">
        <w:t>’</w:t>
      </w:r>
      <w:r w:rsidRPr="003A0BBB">
        <w:t>a aucune importance</w:t>
      </w:r>
      <w:r w:rsidR="003A6D8D">
        <w:t xml:space="preserve">. </w:t>
      </w:r>
      <w:r w:rsidRPr="003A0BBB">
        <w:t>Son portrait moral réclamerait plus de développements</w:t>
      </w:r>
      <w:r w:rsidR="003A6D8D">
        <w:t xml:space="preserve">, </w:t>
      </w:r>
      <w:r w:rsidRPr="003A0BBB">
        <w:t>ne serait-ce qu</w:t>
      </w:r>
      <w:r w:rsidR="003A6D8D">
        <w:t>’</w:t>
      </w:r>
      <w:r w:rsidRPr="003A0BBB">
        <w:t>à cause de l</w:t>
      </w:r>
      <w:r w:rsidR="003A6D8D">
        <w:t>’</w:t>
      </w:r>
      <w:r w:rsidRPr="003A0BBB">
        <w:t>énumération de ses manies</w:t>
      </w:r>
      <w:r w:rsidR="003A6D8D">
        <w:t xml:space="preserve">, </w:t>
      </w:r>
      <w:r w:rsidRPr="003A0BBB">
        <w:t>qui étaient nombreuses</w:t>
      </w:r>
      <w:r w:rsidR="003A6D8D">
        <w:t xml:space="preserve">. </w:t>
      </w:r>
      <w:r w:rsidRPr="003A0BBB">
        <w:t>Mais la chose présenterait-elle beaucoup plus d</w:t>
      </w:r>
      <w:r w:rsidR="003A6D8D">
        <w:t>’</w:t>
      </w:r>
      <w:r w:rsidRPr="003A0BBB">
        <w:t>intérêt</w:t>
      </w:r>
      <w:r w:rsidR="003A6D8D">
        <w:t xml:space="preserve"> ? </w:t>
      </w:r>
      <w:r w:rsidRPr="003A0BBB">
        <w:t>Je ne le crois pas</w:t>
      </w:r>
      <w:r w:rsidR="003A6D8D">
        <w:t xml:space="preserve">, </w:t>
      </w:r>
      <w:r w:rsidRPr="003A0BBB">
        <w:t>puisque moi-même</w:t>
      </w:r>
      <w:r w:rsidR="003A6D8D">
        <w:t xml:space="preserve">, </w:t>
      </w:r>
      <w:r w:rsidRPr="003A0BBB">
        <w:t>qui ai eu à subir pourtant le contre-coup de ces travers</w:t>
      </w:r>
      <w:r w:rsidR="003A6D8D">
        <w:t xml:space="preserve">, </w:t>
      </w:r>
      <w:r w:rsidRPr="003A0BBB">
        <w:t>je ne leur ai en somme jamais prêté qu</w:t>
      </w:r>
      <w:r w:rsidR="003A6D8D">
        <w:t>’</w:t>
      </w:r>
      <w:r w:rsidRPr="003A0BBB">
        <w:t>une attention médiocre</w:t>
      </w:r>
      <w:r w:rsidR="003A6D8D">
        <w:t xml:space="preserve">. </w:t>
      </w:r>
      <w:r w:rsidRPr="003A0BBB">
        <w:t>Et puis</w:t>
      </w:r>
      <w:r w:rsidR="003A6D8D">
        <w:t xml:space="preserve">, </w:t>
      </w:r>
      <w:r w:rsidRPr="003A0BBB">
        <w:t>un mari</w:t>
      </w:r>
      <w:r w:rsidR="003A6D8D">
        <w:t xml:space="preserve">, </w:t>
      </w:r>
      <w:r w:rsidRPr="003A0BBB">
        <w:t>qu</w:t>
      </w:r>
      <w:r w:rsidR="003A6D8D">
        <w:t>’</w:t>
      </w:r>
      <w:r w:rsidRPr="003A0BBB">
        <w:t>était-ce</w:t>
      </w:r>
      <w:r w:rsidR="003A6D8D">
        <w:t xml:space="preserve">, </w:t>
      </w:r>
      <w:proofErr w:type="gramStart"/>
      <w:r w:rsidRPr="003A0BBB">
        <w:t>de par le</w:t>
      </w:r>
      <w:proofErr w:type="gramEnd"/>
      <w:r w:rsidRPr="003A0BBB">
        <w:t xml:space="preserve"> contrat qui nous liait</w:t>
      </w:r>
      <w:r w:rsidR="003A6D8D">
        <w:t xml:space="preserve">, </w:t>
      </w:r>
      <w:r w:rsidRPr="003A0BBB">
        <w:t>sinon une manière de tuteur respectable</w:t>
      </w:r>
      <w:r w:rsidR="003A6D8D">
        <w:t xml:space="preserve">, </w:t>
      </w:r>
      <w:r w:rsidRPr="003A0BBB">
        <w:t>qui me devait aide et protection en échange de mon obéissance</w:t>
      </w:r>
      <w:r w:rsidR="003A6D8D">
        <w:t> ? « </w:t>
      </w:r>
      <w:r w:rsidRPr="003A0BBB">
        <w:t>Et ce fut tout</w:t>
      </w:r>
      <w:r w:rsidR="003A6D8D">
        <w:t xml:space="preserve"> ? </w:t>
      </w:r>
      <w:r w:rsidRPr="003A0BBB">
        <w:t>dira-t-on</w:t>
      </w:r>
      <w:r w:rsidR="003A6D8D">
        <w:t xml:space="preserve">. </w:t>
      </w:r>
      <w:r w:rsidRPr="003A0BBB">
        <w:t>Là s</w:t>
      </w:r>
      <w:r w:rsidR="003A6D8D">
        <w:t>’</w:t>
      </w:r>
      <w:r w:rsidRPr="003A0BBB">
        <w:t>est bornée votre vie sentimentale</w:t>
      </w:r>
      <w:r w:rsidR="003A6D8D">
        <w:t xml:space="preserve"> ? </w:t>
      </w:r>
      <w:r w:rsidRPr="003A0BBB">
        <w:t>Curieuse petite ville de province</w:t>
      </w:r>
      <w:r w:rsidR="003A6D8D">
        <w:t xml:space="preserve"> ! </w:t>
      </w:r>
      <w:r w:rsidRPr="003A0BBB">
        <w:t>Est-ce qu</w:t>
      </w:r>
      <w:r w:rsidR="003A6D8D">
        <w:t>’</w:t>
      </w:r>
      <w:r w:rsidRPr="003A0BBB">
        <w:t>il n</w:t>
      </w:r>
      <w:r w:rsidR="003A6D8D">
        <w:t>’</w:t>
      </w:r>
      <w:r w:rsidRPr="003A0BBB">
        <w:t>y avait pas des femmes qui avaient des aventures</w:t>
      </w:r>
      <w:r w:rsidR="003A6D8D">
        <w:t> ? »</w:t>
      </w:r>
      <w:r w:rsidRPr="003A0BBB">
        <w:t xml:space="preserve"> Sans doute</w:t>
      </w:r>
      <w:r w:rsidR="003A6D8D">
        <w:t xml:space="preserve">. </w:t>
      </w:r>
      <w:r w:rsidRPr="003A0BBB">
        <w:t>Mais aussi de quelle façon parlait-on d</w:t>
      </w:r>
      <w:r w:rsidR="003A6D8D">
        <w:t>’</w:t>
      </w:r>
      <w:r w:rsidRPr="003A0BBB">
        <w:t>elles</w:t>
      </w:r>
      <w:r w:rsidR="003A6D8D">
        <w:t xml:space="preserve"> ! </w:t>
      </w:r>
      <w:r w:rsidRPr="003A0BBB">
        <w:t>En baissant la voix</w:t>
      </w:r>
      <w:r w:rsidR="003A6D8D">
        <w:t xml:space="preserve">, </w:t>
      </w:r>
      <w:r w:rsidRPr="003A0BBB">
        <w:t>avec des réticences</w:t>
      </w:r>
      <w:r w:rsidR="003A6D8D">
        <w:t xml:space="preserve">, </w:t>
      </w:r>
      <w:r w:rsidRPr="003A0BBB">
        <w:t xml:space="preserve">des </w:t>
      </w:r>
      <w:r w:rsidRPr="003A0BBB">
        <w:rPr>
          <w:i/>
          <w:iCs/>
        </w:rPr>
        <w:t>vous savez</w:t>
      </w:r>
      <w:r w:rsidRPr="003A0BBB">
        <w:t xml:space="preserve"> à faire croire qu</w:t>
      </w:r>
      <w:r w:rsidR="003A6D8D">
        <w:t>’</w:t>
      </w:r>
      <w:r w:rsidRPr="003A0BBB">
        <w:t>elles étaient atteintes de quelque mal honteux</w:t>
      </w:r>
      <w:r w:rsidR="003A6D8D">
        <w:t xml:space="preserve">. </w:t>
      </w:r>
      <w:r w:rsidRPr="003A0BBB">
        <w:t>Eussé-je été portée par ma chair à ne pas tenir compte sur ce point de l</w:t>
      </w:r>
      <w:r w:rsidR="003A6D8D">
        <w:t>’</w:t>
      </w:r>
      <w:r w:rsidRPr="003A0BBB">
        <w:t>opinion publique que j</w:t>
      </w:r>
      <w:r w:rsidR="003A6D8D">
        <w:t>’</w:t>
      </w:r>
      <w:r w:rsidRPr="003A0BBB">
        <w:t>aurais été maintenue dans la règle moins par respect de moi-même et par crainte du scandale que par la haine du mensonge ainsi que par un goût inné pour les situations nettes</w:t>
      </w:r>
      <w:r w:rsidR="003A6D8D">
        <w:t xml:space="preserve">. </w:t>
      </w:r>
      <w:r w:rsidRPr="003A0BBB">
        <w:t>Je crois que telle est la vérité</w:t>
      </w:r>
      <w:r w:rsidR="003A6D8D">
        <w:t xml:space="preserve">, </w:t>
      </w:r>
      <w:r w:rsidRPr="003A0BBB">
        <w:t>car</w:t>
      </w:r>
      <w:r w:rsidR="003A6D8D">
        <w:t xml:space="preserve">, </w:t>
      </w:r>
      <w:r w:rsidRPr="003A0BBB">
        <w:t>si j</w:t>
      </w:r>
      <w:r w:rsidR="003A6D8D">
        <w:t>’</w:t>
      </w:r>
      <w:r w:rsidRPr="003A0BBB">
        <w:t>avais voulu</w:t>
      </w:r>
      <w:r w:rsidR="003A6D8D">
        <w:t xml:space="preserve">, </w:t>
      </w:r>
      <w:r w:rsidRPr="003A0BBB">
        <w:t>évidemment</w:t>
      </w:r>
      <w:r w:rsidR="003A6D8D">
        <w:t xml:space="preserve">, – </w:t>
      </w:r>
      <w:r w:rsidRPr="003A0BBB">
        <w:t>il n</w:t>
      </w:r>
      <w:r w:rsidR="003A6D8D">
        <w:t>’</w:t>
      </w:r>
      <w:r w:rsidRPr="003A0BBB">
        <w:t>y a que peu de temps que je l</w:t>
      </w:r>
      <w:r w:rsidR="003A6D8D">
        <w:t>’</w:t>
      </w:r>
      <w:r w:rsidRPr="003A0BBB">
        <w:t>ai compris</w:t>
      </w:r>
      <w:r w:rsidR="003A6D8D">
        <w:t xml:space="preserve">, – </w:t>
      </w:r>
      <w:r w:rsidRPr="003A0BBB">
        <w:t>moi aussi</w:t>
      </w:r>
      <w:r w:rsidR="003A6D8D">
        <w:t xml:space="preserve">, </w:t>
      </w:r>
      <w:r w:rsidRPr="003A0BBB">
        <w:t>j</w:t>
      </w:r>
      <w:r w:rsidR="003A6D8D">
        <w:t>’</w:t>
      </w:r>
      <w:r w:rsidRPr="003A0BBB">
        <w:t>aurais pu faire</w:t>
      </w:r>
      <w:r w:rsidR="003A6D8D">
        <w:t xml:space="preserve">, </w:t>
      </w:r>
      <w:r w:rsidRPr="003A0BBB">
        <w:t>comme on dit</w:t>
      </w:r>
      <w:r w:rsidR="003A6D8D">
        <w:t xml:space="preserve">, </w:t>
      </w:r>
      <w:r w:rsidRPr="003A0BBB">
        <w:t>jaser de moi</w:t>
      </w:r>
      <w:r w:rsidR="003A6D8D">
        <w:t xml:space="preserve">. </w:t>
      </w:r>
      <w:r w:rsidRPr="003A0BBB">
        <w:t>Mais alors je n</w:t>
      </w:r>
      <w:r w:rsidR="003A6D8D">
        <w:t>’</w:t>
      </w:r>
      <w:r w:rsidRPr="003A0BBB">
        <w:t>y ai pas songé</w:t>
      </w:r>
      <w:r w:rsidR="003A6D8D">
        <w:t xml:space="preserve">, </w:t>
      </w:r>
      <w:r w:rsidRPr="003A0BBB">
        <w:t>et</w:t>
      </w:r>
      <w:r w:rsidR="003A6D8D">
        <w:t xml:space="preserve">, </w:t>
      </w:r>
      <w:r w:rsidRPr="003A0BBB">
        <w:t>vraiment</w:t>
      </w:r>
      <w:r w:rsidR="003A6D8D">
        <w:t xml:space="preserve">, </w:t>
      </w:r>
      <w:r w:rsidRPr="003A0BBB">
        <w:t>je n</w:t>
      </w:r>
      <w:r w:rsidR="003A6D8D">
        <w:t>’</w:t>
      </w:r>
      <w:r w:rsidRPr="003A0BBB">
        <w:t>y ai eu aucun mérite</w:t>
      </w:r>
      <w:r w:rsidR="003A6D8D">
        <w:t xml:space="preserve">. </w:t>
      </w:r>
      <w:r w:rsidRPr="003A0BBB">
        <w:t>Mes sens semblaient s</w:t>
      </w:r>
      <w:r w:rsidR="003A6D8D">
        <w:t>’</w:t>
      </w:r>
      <w:r w:rsidRPr="003A0BBB">
        <w:t>être définitivement rendormis après la conception de Camille</w:t>
      </w:r>
      <w:r w:rsidR="003A6D8D">
        <w:t xml:space="preserve">, </w:t>
      </w:r>
      <w:r w:rsidRPr="003A0BBB">
        <w:t>et aujourd</w:t>
      </w:r>
      <w:r w:rsidR="003A6D8D">
        <w:t>’</w:t>
      </w:r>
      <w:r w:rsidRPr="003A0BBB">
        <w:t>hui que j</w:t>
      </w:r>
      <w:r w:rsidR="003A6D8D">
        <w:t>’</w:t>
      </w:r>
      <w:r w:rsidRPr="003A0BBB">
        <w:t>ai appris enfin ce que parler veut dire</w:t>
      </w:r>
      <w:r w:rsidR="003A6D8D">
        <w:t xml:space="preserve">, </w:t>
      </w:r>
      <w:r w:rsidRPr="003A0BBB">
        <w:t>je peux bien avouer que</w:t>
      </w:r>
      <w:r w:rsidR="003A6D8D">
        <w:t xml:space="preserve">, </w:t>
      </w:r>
      <w:r w:rsidRPr="003A0BBB">
        <w:t>même à cet instant-là</w:t>
      </w:r>
      <w:r w:rsidR="003A6D8D">
        <w:t xml:space="preserve">, </w:t>
      </w:r>
      <w:r w:rsidRPr="003A0BBB">
        <w:t>ils n</w:t>
      </w:r>
      <w:r w:rsidR="003A6D8D">
        <w:t>’</w:t>
      </w:r>
      <w:r w:rsidRPr="003A0BBB">
        <w:t>avaient jamais été éveillés</w:t>
      </w:r>
      <w:r w:rsidR="003A6D8D">
        <w:t>.</w:t>
      </w:r>
    </w:p>
    <w:p w14:paraId="3D0C313D" w14:textId="77777777" w:rsidR="003A6D8D" w:rsidRDefault="008F7090" w:rsidP="008F7090">
      <w:r w:rsidRPr="003A0BBB">
        <w:lastRenderedPageBreak/>
        <w:t>La mort de mon père suivit de très peu notre mariage</w:t>
      </w:r>
      <w:r w:rsidR="003A6D8D">
        <w:t xml:space="preserve">. </w:t>
      </w:r>
      <w:r w:rsidRPr="003A0BBB">
        <w:t>Presque tout de suite après</w:t>
      </w:r>
      <w:r w:rsidR="003A6D8D">
        <w:t xml:space="preserve">, </w:t>
      </w:r>
      <w:r w:rsidRPr="003A0BBB">
        <w:t>je me trouvai enceinte</w:t>
      </w:r>
      <w:r w:rsidR="003A6D8D">
        <w:t xml:space="preserve">, </w:t>
      </w:r>
      <w:r w:rsidRPr="003A0BBB">
        <w:t>c</w:t>
      </w:r>
      <w:r w:rsidR="003A6D8D">
        <w:t>’</w:t>
      </w:r>
      <w:r w:rsidRPr="003A0BBB">
        <w:t>est-à-dire que je retombai dans ma solitude</w:t>
      </w:r>
      <w:r w:rsidR="003A6D8D">
        <w:t xml:space="preserve">. </w:t>
      </w:r>
      <w:r w:rsidRPr="003A0BBB">
        <w:t>Il faut</w:t>
      </w:r>
      <w:r w:rsidR="003A6D8D">
        <w:t xml:space="preserve">, </w:t>
      </w:r>
      <w:r w:rsidRPr="003A0BBB">
        <w:t>en effet</w:t>
      </w:r>
      <w:r w:rsidR="003A6D8D">
        <w:t xml:space="preserve">, </w:t>
      </w:r>
      <w:r w:rsidRPr="003A0BBB">
        <w:t>lui rendre cette justice</w:t>
      </w:r>
      <w:r w:rsidR="003A6D8D">
        <w:t xml:space="preserve"> : </w:t>
      </w:r>
      <w:r w:rsidRPr="003A0BBB">
        <w:t>dès qu</w:t>
      </w:r>
      <w:r w:rsidR="003A6D8D">
        <w:t>’</w:t>
      </w:r>
      <w:r w:rsidRPr="003A0BBB">
        <w:t>il connut mon état</w:t>
      </w:r>
      <w:r w:rsidR="003A6D8D">
        <w:t xml:space="preserve">, </w:t>
      </w:r>
      <w:r w:rsidRPr="003A0BBB">
        <w:t>mon mari obéit avec une docilité parfaite aux préceptes combinés de l</w:t>
      </w:r>
      <w:r w:rsidR="003A6D8D">
        <w:t>’</w:t>
      </w:r>
      <w:r w:rsidRPr="003A0BBB">
        <w:t>hygiène</w:t>
      </w:r>
      <w:r w:rsidR="003A6D8D">
        <w:t xml:space="preserve">, </w:t>
      </w:r>
      <w:r w:rsidRPr="003A0BBB">
        <w:t>de la morale et de la religion</w:t>
      </w:r>
      <w:r w:rsidR="003A6D8D">
        <w:t xml:space="preserve">. </w:t>
      </w:r>
      <w:r w:rsidRPr="003A0BBB">
        <w:t>Nous ne nous vîmes plus guère qu</w:t>
      </w:r>
      <w:r w:rsidR="003A6D8D">
        <w:t>’</w:t>
      </w:r>
      <w:r w:rsidRPr="003A0BBB">
        <w:t>aux heures des repas</w:t>
      </w:r>
      <w:r w:rsidR="003A6D8D">
        <w:t xml:space="preserve">, </w:t>
      </w:r>
      <w:r w:rsidRPr="003A0BBB">
        <w:t>et comme il n</w:t>
      </w:r>
      <w:r w:rsidR="003A6D8D">
        <w:t>’</w:t>
      </w:r>
      <w:r w:rsidRPr="003A0BBB">
        <w:t>avait pas tardé à reprendre sa vieille habitude de lire le journal à table</w:t>
      </w:r>
      <w:r w:rsidR="003A6D8D">
        <w:t xml:space="preserve">, </w:t>
      </w:r>
      <w:r w:rsidRPr="003A0BBB">
        <w:t>ces repas étaient la plupart du temps silencieux</w:t>
      </w:r>
      <w:r w:rsidR="003A6D8D">
        <w:t xml:space="preserve">. </w:t>
      </w:r>
      <w:r w:rsidRPr="003A0BBB">
        <w:t>Parfois</w:t>
      </w:r>
      <w:r w:rsidR="003A6D8D">
        <w:t xml:space="preserve">, </w:t>
      </w:r>
      <w:r w:rsidRPr="003A0BBB">
        <w:t>lorsqu</w:t>
      </w:r>
      <w:r w:rsidR="003A6D8D">
        <w:t>’</w:t>
      </w:r>
      <w:r w:rsidRPr="003A0BBB">
        <w:t>il était particulièrement communicatif et qu</w:t>
      </w:r>
      <w:r w:rsidR="003A6D8D">
        <w:t>’</w:t>
      </w:r>
      <w:r w:rsidRPr="003A0BBB">
        <w:t>un article l</w:t>
      </w:r>
      <w:r w:rsidR="003A6D8D">
        <w:t>’</w:t>
      </w:r>
      <w:r w:rsidRPr="003A0BBB">
        <w:t>avait frappé</w:t>
      </w:r>
      <w:r w:rsidR="003A6D8D">
        <w:t xml:space="preserve">, </w:t>
      </w:r>
      <w:r w:rsidRPr="003A0BBB">
        <w:t>il m</w:t>
      </w:r>
      <w:r w:rsidR="003A6D8D">
        <w:t>’</w:t>
      </w:r>
      <w:r w:rsidRPr="003A0BBB">
        <w:t>en faisait au dessert le commentaire</w:t>
      </w:r>
      <w:r w:rsidR="003A6D8D">
        <w:t xml:space="preserve">. </w:t>
      </w:r>
      <w:r w:rsidRPr="003A0BBB">
        <w:t>Je ne me suis jamais intéressée à la politique</w:t>
      </w:r>
      <w:r w:rsidR="003A6D8D">
        <w:t xml:space="preserve">, </w:t>
      </w:r>
      <w:r w:rsidRPr="003A0BBB">
        <w:t>et je ne me souviens plus au juste de ce que pouvaient être à cet égard les opinions de mon mari</w:t>
      </w:r>
      <w:r w:rsidR="003A6D8D">
        <w:t xml:space="preserve">. </w:t>
      </w:r>
      <w:r w:rsidRPr="003A0BBB">
        <w:t>Je me rappelle seulement le ton sur lequel il me donnait ses explications</w:t>
      </w:r>
      <w:r w:rsidR="003A6D8D">
        <w:t xml:space="preserve">, </w:t>
      </w:r>
      <w:r w:rsidRPr="003A0BBB">
        <w:t>et qui m</w:t>
      </w:r>
      <w:r w:rsidR="003A6D8D">
        <w:t>’</w:t>
      </w:r>
      <w:r w:rsidRPr="003A0BBB">
        <w:t>a laissé dans l</w:t>
      </w:r>
      <w:r w:rsidR="003A6D8D">
        <w:t>’</w:t>
      </w:r>
      <w:r w:rsidRPr="003A0BBB">
        <w:t>oreille l</w:t>
      </w:r>
      <w:r w:rsidR="003A6D8D">
        <w:t>’</w:t>
      </w:r>
      <w:r w:rsidRPr="003A0BBB">
        <w:t>impression d</w:t>
      </w:r>
      <w:r w:rsidR="003A6D8D">
        <w:t>’</w:t>
      </w:r>
      <w:r w:rsidRPr="003A0BBB">
        <w:t>une pluie égale</w:t>
      </w:r>
      <w:r w:rsidR="003A6D8D">
        <w:t xml:space="preserve">, </w:t>
      </w:r>
      <w:r w:rsidRPr="003A0BBB">
        <w:t>tiède et grise</w:t>
      </w:r>
      <w:r w:rsidR="003A6D8D">
        <w:t>.</w:t>
      </w:r>
    </w:p>
    <w:p w14:paraId="34694611" w14:textId="77777777" w:rsidR="003A6D8D" w:rsidRDefault="008F7090" w:rsidP="008F7090">
      <w:r w:rsidRPr="003A0BBB">
        <w:t>Au moins</w:t>
      </w:r>
      <w:r w:rsidR="003A6D8D">
        <w:t xml:space="preserve">, </w:t>
      </w:r>
      <w:r w:rsidRPr="003A0BBB">
        <w:t>du temps de mon père</w:t>
      </w:r>
      <w:r w:rsidR="003A6D8D">
        <w:t xml:space="preserve">, </w:t>
      </w:r>
      <w:r w:rsidRPr="003A0BBB">
        <w:t>la maison résonnait du bruit de ses éclats de voix et de ses colères</w:t>
      </w:r>
      <w:r w:rsidR="003A6D8D">
        <w:t xml:space="preserve">. </w:t>
      </w:r>
      <w:proofErr w:type="gramStart"/>
      <w:r w:rsidRPr="003A0BBB">
        <w:t>Après</w:t>
      </w:r>
      <w:proofErr w:type="gramEnd"/>
      <w:r w:rsidR="003A6D8D">
        <w:t xml:space="preserve">, </w:t>
      </w:r>
      <w:r w:rsidRPr="003A0BBB">
        <w:t>il n</w:t>
      </w:r>
      <w:r w:rsidR="003A6D8D">
        <w:t>’</w:t>
      </w:r>
      <w:r w:rsidRPr="003A0BBB">
        <w:t>y eut plus rien</w:t>
      </w:r>
      <w:r w:rsidR="003A6D8D">
        <w:t xml:space="preserve">, </w:t>
      </w:r>
      <w:r w:rsidRPr="003A0BBB">
        <w:t>rien</w:t>
      </w:r>
      <w:r w:rsidR="003A6D8D">
        <w:t xml:space="preserve">, </w:t>
      </w:r>
      <w:r w:rsidRPr="003A0BBB">
        <w:t>même pas les cris d</w:t>
      </w:r>
      <w:r w:rsidR="003A6D8D">
        <w:t>’</w:t>
      </w:r>
      <w:r w:rsidRPr="003A0BBB">
        <w:t>un nouveau-né</w:t>
      </w:r>
      <w:r w:rsidR="003A6D8D">
        <w:t xml:space="preserve">, </w:t>
      </w:r>
      <w:r w:rsidRPr="003A0BBB">
        <w:t>car Camille enfant n</w:t>
      </w:r>
      <w:r w:rsidR="003A6D8D">
        <w:t>’</w:t>
      </w:r>
      <w:r w:rsidRPr="003A0BBB">
        <w:t>a jamais pleuré</w:t>
      </w:r>
      <w:r w:rsidR="003A6D8D">
        <w:t xml:space="preserve">, </w:t>
      </w:r>
      <w:r w:rsidRPr="003A0BBB">
        <w:t>et plus tard</w:t>
      </w:r>
      <w:r w:rsidR="003A6D8D">
        <w:t xml:space="preserve">, </w:t>
      </w:r>
      <w:r w:rsidRPr="003A0BBB">
        <w:t>quand elle fut devenue un petit animal nerveux et sauvage</w:t>
      </w:r>
      <w:r w:rsidR="003A6D8D">
        <w:t xml:space="preserve">, </w:t>
      </w:r>
      <w:r w:rsidRPr="003A0BBB">
        <w:t>susceptible de secouer la poussière de cette demeure</w:t>
      </w:r>
      <w:r w:rsidR="003A6D8D">
        <w:t xml:space="preserve">, </w:t>
      </w:r>
      <w:r w:rsidRPr="003A0BBB">
        <w:t>elle nous quitta pour profiter au lycée de la bourse de pensionnaire qu</w:t>
      </w:r>
      <w:r w:rsidR="003A6D8D">
        <w:t>’</w:t>
      </w:r>
      <w:r w:rsidRPr="003A0BBB">
        <w:t>elle avait obtenue</w:t>
      </w:r>
      <w:r w:rsidR="003A6D8D">
        <w:t xml:space="preserve">. </w:t>
      </w:r>
      <w:r w:rsidRPr="003A0BBB">
        <w:t>Il n</w:t>
      </w:r>
      <w:r w:rsidR="003A6D8D">
        <w:t>’</w:t>
      </w:r>
      <w:r w:rsidRPr="003A0BBB">
        <w:t>y eut plus</w:t>
      </w:r>
      <w:r w:rsidR="003A6D8D">
        <w:t xml:space="preserve">, </w:t>
      </w:r>
      <w:r w:rsidRPr="003A0BBB">
        <w:t>pour trouer cette brume d</w:t>
      </w:r>
      <w:r w:rsidR="003A6D8D">
        <w:t>’</w:t>
      </w:r>
      <w:r w:rsidRPr="003A0BBB">
        <w:t>un pâle rayon</w:t>
      </w:r>
      <w:r w:rsidR="003A6D8D">
        <w:t xml:space="preserve">, </w:t>
      </w:r>
      <w:r w:rsidRPr="003A0BBB">
        <w:t>que la semaine de congé de Pâques et le mois de vacances de mon mari</w:t>
      </w:r>
      <w:r w:rsidR="003A6D8D">
        <w:t xml:space="preserve">. </w:t>
      </w:r>
      <w:r w:rsidRPr="003A0BBB">
        <w:t>Nous les passions régulièrement à Maguelonne</w:t>
      </w:r>
      <w:r w:rsidR="003A6D8D">
        <w:t xml:space="preserve">, </w:t>
      </w:r>
      <w:r w:rsidRPr="003A0BBB">
        <w:t>la maison de campagne apportée en dot par ma mère</w:t>
      </w:r>
      <w:r w:rsidR="003A6D8D">
        <w:t xml:space="preserve">. </w:t>
      </w:r>
      <w:r w:rsidRPr="003A0BBB">
        <w:t>J</w:t>
      </w:r>
      <w:r w:rsidR="003A6D8D">
        <w:t>’</w:t>
      </w:r>
      <w:r w:rsidRPr="003A0BBB">
        <w:t>aurai assez par la suite d</w:t>
      </w:r>
      <w:r w:rsidR="003A6D8D">
        <w:t>’</w:t>
      </w:r>
      <w:r w:rsidRPr="003A0BBB">
        <w:t>occasions de reparler de cette campagne pour ne pas m</w:t>
      </w:r>
      <w:r w:rsidR="003A6D8D">
        <w:t>’</w:t>
      </w:r>
      <w:r w:rsidRPr="003A0BBB">
        <w:t>y attarder maintenant</w:t>
      </w:r>
      <w:r w:rsidR="003A6D8D">
        <w:t>.</w:t>
      </w:r>
    </w:p>
    <w:p w14:paraId="5327E33A" w14:textId="77777777" w:rsidR="003A6D8D" w:rsidRDefault="008F7090" w:rsidP="008F7090">
      <w:r w:rsidRPr="003A0BBB">
        <w:t>À la ville</w:t>
      </w:r>
      <w:r w:rsidR="003A6D8D">
        <w:t xml:space="preserve">, </w:t>
      </w:r>
      <w:r w:rsidRPr="003A0BBB">
        <w:t>nous dînions l</w:t>
      </w:r>
      <w:r w:rsidR="003A6D8D">
        <w:t>’</w:t>
      </w:r>
      <w:r w:rsidRPr="003A0BBB">
        <w:t>hiver à sept heures</w:t>
      </w:r>
      <w:r w:rsidR="003A6D8D">
        <w:t xml:space="preserve">, </w:t>
      </w:r>
      <w:r w:rsidRPr="003A0BBB">
        <w:t>l</w:t>
      </w:r>
      <w:r w:rsidR="003A6D8D">
        <w:t>’</w:t>
      </w:r>
      <w:r w:rsidRPr="003A0BBB">
        <w:t>été à six</w:t>
      </w:r>
      <w:r w:rsidR="003A6D8D">
        <w:t xml:space="preserve">, </w:t>
      </w:r>
      <w:r w:rsidRPr="003A0BBB">
        <w:t>afin de permettre dans cette saison à mon mari de profiter du jour pour faire sa partie de jacquet</w:t>
      </w:r>
      <w:r w:rsidR="003A6D8D">
        <w:t xml:space="preserve">. </w:t>
      </w:r>
      <w:r w:rsidRPr="003A0BBB">
        <w:t>Cette partie</w:t>
      </w:r>
      <w:r w:rsidR="003A6D8D">
        <w:t xml:space="preserve">, </w:t>
      </w:r>
      <w:r w:rsidRPr="003A0BBB">
        <w:t xml:space="preserve">il la faisait lui </w:t>
      </w:r>
      <w:r w:rsidRPr="003A0BBB">
        <w:lastRenderedPageBreak/>
        <w:t>aussi avec son fondé de pouvoirs</w:t>
      </w:r>
      <w:r w:rsidR="003A6D8D">
        <w:t xml:space="preserve">, </w:t>
      </w:r>
      <w:r w:rsidRPr="003A0BBB">
        <w:t>qu</w:t>
      </w:r>
      <w:r w:rsidR="003A6D8D">
        <w:t>’</w:t>
      </w:r>
      <w:r w:rsidRPr="003A0BBB">
        <w:t>il avait choisi à son image</w:t>
      </w:r>
      <w:r w:rsidR="003A6D8D">
        <w:t xml:space="preserve">. </w:t>
      </w:r>
      <w:r w:rsidRPr="003A0BBB">
        <w:t>La salle à manger avait deux fenêtres</w:t>
      </w:r>
      <w:r w:rsidR="003A6D8D">
        <w:t xml:space="preserve">. </w:t>
      </w:r>
      <w:r w:rsidRPr="003A0BBB">
        <w:t>Sitôt le repas terminé</w:t>
      </w:r>
      <w:r w:rsidR="003A6D8D">
        <w:t xml:space="preserve">, </w:t>
      </w:r>
      <w:r w:rsidRPr="003A0BBB">
        <w:t>j</w:t>
      </w:r>
      <w:r w:rsidR="003A6D8D">
        <w:t>’</w:t>
      </w:r>
      <w:r w:rsidRPr="003A0BBB">
        <w:t>allais m</w:t>
      </w:r>
      <w:r w:rsidR="003A6D8D">
        <w:t>’</w:t>
      </w:r>
      <w:r w:rsidRPr="003A0BBB">
        <w:t>asseoir devant la première</w:t>
      </w:r>
      <w:r w:rsidR="003A6D8D">
        <w:t xml:space="preserve">, </w:t>
      </w:r>
      <w:r w:rsidRPr="003A0BBB">
        <w:t>et ils commençaient à jouer devant l</w:t>
      </w:r>
      <w:r w:rsidR="003A6D8D">
        <w:t>’</w:t>
      </w:r>
      <w:r w:rsidRPr="003A0BBB">
        <w:t>autre</w:t>
      </w:r>
      <w:r w:rsidR="003A6D8D">
        <w:t xml:space="preserve">. </w:t>
      </w:r>
      <w:r w:rsidRPr="003A0BBB">
        <w:t>Chacun posait sur une chaise</w:t>
      </w:r>
      <w:r w:rsidR="003A6D8D">
        <w:t xml:space="preserve">, </w:t>
      </w:r>
      <w:r w:rsidRPr="003A0BBB">
        <w:t>à côté de lui</w:t>
      </w:r>
      <w:r w:rsidR="003A6D8D">
        <w:t xml:space="preserve">, </w:t>
      </w:r>
      <w:r w:rsidRPr="003A0BBB">
        <w:t>sa tasse de café</w:t>
      </w:r>
      <w:r w:rsidR="003A6D8D">
        <w:t xml:space="preserve">. </w:t>
      </w:r>
      <w:r w:rsidRPr="003A0BBB">
        <w:t>J</w:t>
      </w:r>
      <w:r w:rsidR="003A6D8D">
        <w:t>’</w:t>
      </w:r>
      <w:r w:rsidRPr="003A0BBB">
        <w:t>avais tout le loisir de les observer</w:t>
      </w:r>
      <w:r w:rsidR="003A6D8D">
        <w:t xml:space="preserve">. </w:t>
      </w:r>
      <w:r w:rsidRPr="003A0BBB">
        <w:t>Ils se ressemblaient de façon singulière</w:t>
      </w:r>
      <w:r w:rsidR="003A6D8D">
        <w:t xml:space="preserve">, </w:t>
      </w:r>
      <w:r w:rsidRPr="003A0BBB">
        <w:t>par la voix assourdie</w:t>
      </w:r>
      <w:r w:rsidR="003A6D8D">
        <w:t xml:space="preserve">, </w:t>
      </w:r>
      <w:r w:rsidRPr="003A0BBB">
        <w:t>par le dos voûté</w:t>
      </w:r>
      <w:r w:rsidR="003A6D8D">
        <w:t xml:space="preserve">, </w:t>
      </w:r>
      <w:r w:rsidRPr="003A0BBB">
        <w:t>par la myopie</w:t>
      </w:r>
      <w:r w:rsidR="003A6D8D">
        <w:t xml:space="preserve">, </w:t>
      </w:r>
      <w:r w:rsidRPr="003A0BBB">
        <w:t>par ce je ne sais quoi d</w:t>
      </w:r>
      <w:r w:rsidR="003A6D8D">
        <w:t>’</w:t>
      </w:r>
      <w:r w:rsidRPr="003A0BBB">
        <w:t>étriqué que donne le service peu rémunérateur de l</w:t>
      </w:r>
      <w:r w:rsidR="003A6D8D">
        <w:t>’</w:t>
      </w:r>
      <w:r w:rsidRPr="003A0BBB">
        <w:t>État</w:t>
      </w:r>
      <w:r w:rsidR="003A6D8D">
        <w:t>. « </w:t>
      </w:r>
      <w:r w:rsidRPr="003A0BBB">
        <w:t>Ah</w:t>
      </w:r>
      <w:r w:rsidR="003A6D8D">
        <w:t xml:space="preserve"> ! </w:t>
      </w:r>
      <w:r w:rsidRPr="003A0BBB">
        <w:t>pensais-je</w:t>
      </w:r>
      <w:r w:rsidR="003A6D8D">
        <w:t xml:space="preserve">, </w:t>
      </w:r>
      <w:r w:rsidRPr="003A0BBB">
        <w:t>c</w:t>
      </w:r>
      <w:r w:rsidR="003A6D8D">
        <w:t>’</w:t>
      </w:r>
      <w:r w:rsidRPr="003A0BBB">
        <w:t>est vraiment un dogme</w:t>
      </w:r>
      <w:r w:rsidR="003A6D8D">
        <w:t xml:space="preserve">. </w:t>
      </w:r>
      <w:r w:rsidRPr="003A0BBB">
        <w:t>Tous les fondés de pouvoirs sont taillés sur le même modèle</w:t>
      </w:r>
      <w:r w:rsidR="003A6D8D">
        <w:t>. »</w:t>
      </w:r>
      <w:r w:rsidRPr="003A0BBB">
        <w:t xml:space="preserve"> Eux</w:t>
      </w:r>
      <w:r w:rsidR="003A6D8D">
        <w:t xml:space="preserve">, </w:t>
      </w:r>
      <w:r w:rsidRPr="003A0BBB">
        <w:t>impassibles</w:t>
      </w:r>
      <w:r w:rsidR="003A6D8D">
        <w:t xml:space="preserve">, </w:t>
      </w:r>
      <w:r w:rsidRPr="003A0BBB">
        <w:t>ils continuaient à choquer à tour de rôle leurs rondelles de buis sur la boîte sonore</w:t>
      </w:r>
      <w:r w:rsidR="003A6D8D">
        <w:t xml:space="preserve">. </w:t>
      </w:r>
      <w:r w:rsidRPr="003A0BBB">
        <w:t>Le jour déclinait lentement</w:t>
      </w:r>
      <w:r w:rsidR="003A6D8D">
        <w:t xml:space="preserve">. </w:t>
      </w:r>
      <w:r w:rsidRPr="003A0BBB">
        <w:t>On entendait crier les enfants dans la rue et jacasser les commères sur le seuil des portes</w:t>
      </w:r>
      <w:r w:rsidR="003A6D8D">
        <w:t xml:space="preserve">. </w:t>
      </w:r>
      <w:r w:rsidRPr="003A0BBB">
        <w:t>De mon fauteuil</w:t>
      </w:r>
      <w:r w:rsidR="003A6D8D">
        <w:t xml:space="preserve">, </w:t>
      </w:r>
      <w:r w:rsidRPr="003A0BBB">
        <w:t>j</w:t>
      </w:r>
      <w:r w:rsidR="003A6D8D">
        <w:t>’</w:t>
      </w:r>
      <w:r w:rsidRPr="003A0BBB">
        <w:t>entrevoyais un coin de ciel bleu où vagabondaient des nuages qui passaient du blanc à l</w:t>
      </w:r>
      <w:r w:rsidR="003A6D8D">
        <w:t>’</w:t>
      </w:r>
      <w:r w:rsidRPr="003A0BBB">
        <w:t>écarlate</w:t>
      </w:r>
      <w:r w:rsidR="003A6D8D">
        <w:t xml:space="preserve">, </w:t>
      </w:r>
      <w:r w:rsidRPr="003A0BBB">
        <w:t>puis au violet noir</w:t>
      </w:r>
      <w:r w:rsidR="003A6D8D">
        <w:t xml:space="preserve">. </w:t>
      </w:r>
      <w:r w:rsidRPr="003A0BBB">
        <w:t>Sur mes genoux</w:t>
      </w:r>
      <w:r w:rsidR="003A6D8D">
        <w:t xml:space="preserve">, </w:t>
      </w:r>
      <w:r w:rsidRPr="003A0BBB">
        <w:t>le journal que j</w:t>
      </w:r>
      <w:r w:rsidR="003A6D8D">
        <w:t>’</w:t>
      </w:r>
      <w:r w:rsidRPr="003A0BBB">
        <w:t>avais commencé de lire gisait déplié</w:t>
      </w:r>
      <w:r w:rsidR="003A6D8D">
        <w:t xml:space="preserve">. </w:t>
      </w:r>
      <w:r w:rsidRPr="003A0BBB">
        <w:t>De temps en temps</w:t>
      </w:r>
      <w:r w:rsidR="003A6D8D">
        <w:t xml:space="preserve">, </w:t>
      </w:r>
      <w:r w:rsidRPr="003A0BBB">
        <w:t>j</w:t>
      </w:r>
      <w:r w:rsidR="003A6D8D">
        <w:t>’</w:t>
      </w:r>
      <w:r w:rsidRPr="003A0BBB">
        <w:t>y jetais un coup d</w:t>
      </w:r>
      <w:r w:rsidR="003A6D8D">
        <w:t>’</w:t>
      </w:r>
      <w:r w:rsidRPr="003A0BBB">
        <w:t>œil</w:t>
      </w:r>
      <w:r w:rsidR="003A6D8D">
        <w:t xml:space="preserve">. </w:t>
      </w:r>
      <w:r w:rsidRPr="003A0BBB">
        <w:t>Quand je ne distinguais plus qu</w:t>
      </w:r>
      <w:r w:rsidR="003A6D8D">
        <w:t>’</w:t>
      </w:r>
      <w:r w:rsidRPr="003A0BBB">
        <w:t>avec difficulté les caractères d</w:t>
      </w:r>
      <w:r w:rsidR="003A6D8D">
        <w:t>’</w:t>
      </w:r>
      <w:r w:rsidRPr="003A0BBB">
        <w:t>imprimerie</w:t>
      </w:r>
      <w:r w:rsidR="003A6D8D">
        <w:t xml:space="preserve">, </w:t>
      </w:r>
      <w:r w:rsidRPr="003A0BBB">
        <w:t>je savais immanquablement ce qui allait se passer</w:t>
      </w:r>
      <w:r w:rsidR="003A6D8D">
        <w:t>. « </w:t>
      </w:r>
      <w:r w:rsidRPr="003A0BBB">
        <w:t>Hum</w:t>
      </w:r>
      <w:r w:rsidR="003A6D8D">
        <w:t xml:space="preserve"> ! </w:t>
      </w:r>
      <w:r w:rsidRPr="003A0BBB">
        <w:t>hum</w:t>
      </w:r>
      <w:r w:rsidR="003A6D8D">
        <w:t> ! »</w:t>
      </w:r>
      <w:r w:rsidRPr="003A0BBB">
        <w:t xml:space="preserve"> toussait discrètement mon mari</w:t>
      </w:r>
      <w:r w:rsidR="003A6D8D">
        <w:t xml:space="preserve">, </w:t>
      </w:r>
      <w:r w:rsidRPr="003A0BBB">
        <w:t>ce qui signifiait qu</w:t>
      </w:r>
      <w:r w:rsidR="003A6D8D">
        <w:t>’</w:t>
      </w:r>
      <w:r w:rsidRPr="003A0BBB">
        <w:t>ils commençaient eux-mêmes à ne plus voir dans le fond de leur boîte</w:t>
      </w:r>
      <w:r w:rsidR="003A6D8D">
        <w:t xml:space="preserve">. </w:t>
      </w:r>
      <w:r w:rsidRPr="003A0BBB">
        <w:t>Je me levais alors sans mot dire</w:t>
      </w:r>
      <w:r w:rsidR="003A6D8D">
        <w:t xml:space="preserve">. </w:t>
      </w:r>
      <w:r w:rsidRPr="003A0BBB">
        <w:t>Je manœuvrais la lourde boule de la suspension pour atteindre la lampe que j</w:t>
      </w:r>
      <w:r w:rsidR="003A6D8D">
        <w:t>’</w:t>
      </w:r>
      <w:r w:rsidRPr="003A0BBB">
        <w:t>allumais</w:t>
      </w:r>
      <w:r w:rsidR="003A6D8D">
        <w:t xml:space="preserve">, </w:t>
      </w:r>
      <w:r w:rsidRPr="003A0BBB">
        <w:t>de façon à leur permettre de terminer leur partie sur la table débarrassée</w:t>
      </w:r>
      <w:r w:rsidR="003A6D8D">
        <w:t xml:space="preserve">. </w:t>
      </w:r>
      <w:r w:rsidRPr="003A0BBB">
        <w:t>Tandis que je procédais à cette opération</w:t>
      </w:r>
      <w:r w:rsidR="003A6D8D">
        <w:t xml:space="preserve">, </w:t>
      </w:r>
      <w:r w:rsidRPr="003A0BBB">
        <w:t>ils demeuraient immobiles</w:t>
      </w:r>
      <w:r w:rsidR="003A6D8D">
        <w:t xml:space="preserve">, </w:t>
      </w:r>
      <w:r w:rsidRPr="003A0BBB">
        <w:t>le cornet de cuir à la main</w:t>
      </w:r>
      <w:r w:rsidR="003A6D8D">
        <w:t xml:space="preserve">, </w:t>
      </w:r>
      <w:r w:rsidRPr="003A0BBB">
        <w:t>n</w:t>
      </w:r>
      <w:r w:rsidR="003A6D8D">
        <w:t>’</w:t>
      </w:r>
      <w:r w:rsidRPr="003A0BBB">
        <w:t>échangeant pas une parole</w:t>
      </w:r>
      <w:r w:rsidR="003A6D8D">
        <w:t xml:space="preserve">. </w:t>
      </w:r>
      <w:r w:rsidRPr="003A0BBB">
        <w:t>Cette scène s</w:t>
      </w:r>
      <w:r w:rsidR="003A6D8D">
        <w:t>’</w:t>
      </w:r>
      <w:r w:rsidRPr="003A0BBB">
        <w:t>est répétée sans modifications jusqu</w:t>
      </w:r>
      <w:r w:rsidR="003A6D8D">
        <w:t>’</w:t>
      </w:r>
      <w:r w:rsidRPr="003A0BBB">
        <w:t>à la mort de mon mari</w:t>
      </w:r>
      <w:r w:rsidR="003A6D8D">
        <w:t xml:space="preserve">. </w:t>
      </w:r>
      <w:r w:rsidRPr="003A0BBB">
        <w:t>Comme il avait succédé à mon père</w:t>
      </w:r>
      <w:r w:rsidR="003A6D8D">
        <w:t xml:space="preserve">, </w:t>
      </w:r>
      <w:r w:rsidRPr="003A0BBB">
        <w:t>son fondé de pouvoirs lui succéda</w:t>
      </w:r>
      <w:r w:rsidR="003A6D8D">
        <w:t xml:space="preserve">. </w:t>
      </w:r>
      <w:r w:rsidRPr="003A0BBB">
        <w:t>Je crois qu</w:t>
      </w:r>
      <w:r w:rsidR="003A6D8D">
        <w:t>’</w:t>
      </w:r>
      <w:r w:rsidRPr="003A0BBB">
        <w:t>il occupe encore</w:t>
      </w:r>
      <w:r w:rsidR="003A6D8D">
        <w:t xml:space="preserve">, </w:t>
      </w:r>
      <w:r w:rsidRPr="003A0BBB">
        <w:t>à l</w:t>
      </w:r>
      <w:r w:rsidR="003A6D8D">
        <w:t>’</w:t>
      </w:r>
      <w:r w:rsidRPr="003A0BBB">
        <w:t>heure actuelle</w:t>
      </w:r>
      <w:r w:rsidR="003A6D8D">
        <w:t xml:space="preserve">, </w:t>
      </w:r>
      <w:r w:rsidRPr="003A0BBB">
        <w:t>le même poste</w:t>
      </w:r>
      <w:r w:rsidR="003A6D8D">
        <w:t xml:space="preserve">. </w:t>
      </w:r>
      <w:r w:rsidRPr="003A0BBB">
        <w:t>Mais lui</w:t>
      </w:r>
      <w:r w:rsidR="003A6D8D">
        <w:t xml:space="preserve">, </w:t>
      </w:r>
      <w:r w:rsidRPr="003A0BBB">
        <w:t>du moins</w:t>
      </w:r>
      <w:r w:rsidR="003A6D8D">
        <w:t xml:space="preserve">, </w:t>
      </w:r>
      <w:r w:rsidRPr="003A0BBB">
        <w:t>je n</w:t>
      </w:r>
      <w:r w:rsidR="003A6D8D">
        <w:t>’</w:t>
      </w:r>
      <w:r w:rsidRPr="003A0BBB">
        <w:t>ai pas eu à l</w:t>
      </w:r>
      <w:r w:rsidR="003A6D8D">
        <w:t>’</w:t>
      </w:r>
      <w:r w:rsidRPr="003A0BBB">
        <w:t>épouser</w:t>
      </w:r>
      <w:r w:rsidR="003A6D8D">
        <w:t>.</w:t>
      </w:r>
    </w:p>
    <w:p w14:paraId="3F025255" w14:textId="77777777" w:rsidR="003A6D8D" w:rsidRDefault="008F7090" w:rsidP="008F7090">
      <w:r w:rsidRPr="003A0BBB">
        <w:lastRenderedPageBreak/>
        <w:t>Pendant les quatre premières années de notre mariage</w:t>
      </w:r>
      <w:r w:rsidR="003A6D8D">
        <w:t xml:space="preserve">, </w:t>
      </w:r>
      <w:r w:rsidRPr="003A0BBB">
        <w:t>nous avions fait chambre commune</w:t>
      </w:r>
      <w:r w:rsidR="003A6D8D">
        <w:t xml:space="preserve">. </w:t>
      </w:r>
      <w:r w:rsidRPr="003A0BBB">
        <w:t>Puis la maladie de Camille</w:t>
      </w:r>
      <w:r w:rsidR="003A6D8D">
        <w:t xml:space="preserve">, </w:t>
      </w:r>
      <w:r w:rsidRPr="003A0BBB">
        <w:t>à laquelle j</w:t>
      </w:r>
      <w:r w:rsidR="003A6D8D">
        <w:t>’</w:t>
      </w:r>
      <w:r w:rsidRPr="003A0BBB">
        <w:t>ai déjà fait allusion</w:t>
      </w:r>
      <w:r w:rsidR="003A6D8D">
        <w:t xml:space="preserve">, </w:t>
      </w:r>
      <w:r w:rsidRPr="003A0BBB">
        <w:t>ayant nécessité son isolement dans une pièce séparée</w:t>
      </w:r>
      <w:r w:rsidR="003A6D8D">
        <w:t xml:space="preserve">, </w:t>
      </w:r>
      <w:r w:rsidRPr="003A0BBB">
        <w:t>je demeurai auprès d</w:t>
      </w:r>
      <w:r w:rsidR="003A6D8D">
        <w:t>’</w:t>
      </w:r>
      <w:r w:rsidRPr="003A0BBB">
        <w:t>elle pendant sa convalescence</w:t>
      </w:r>
      <w:r w:rsidR="003A6D8D">
        <w:t xml:space="preserve">. </w:t>
      </w:r>
      <w:r w:rsidRPr="003A0BBB">
        <w:t>J</w:t>
      </w:r>
      <w:r w:rsidR="003A6D8D">
        <w:t>’</w:t>
      </w:r>
      <w:r w:rsidRPr="003A0BBB">
        <w:t>y restai après son rétablissement</w:t>
      </w:r>
      <w:r w:rsidR="003A6D8D">
        <w:t xml:space="preserve">. </w:t>
      </w:r>
      <w:r w:rsidRPr="003A0BBB">
        <w:t>Mon mari ne m</w:t>
      </w:r>
      <w:r w:rsidR="003A6D8D">
        <w:t>’</w:t>
      </w:r>
      <w:r w:rsidRPr="003A0BBB">
        <w:t>adressa à ce sujet aucune observation</w:t>
      </w:r>
      <w:r w:rsidR="003A6D8D">
        <w:t xml:space="preserve">, </w:t>
      </w:r>
      <w:r w:rsidRPr="003A0BBB">
        <w:t>et je fis de mon mieux</w:t>
      </w:r>
      <w:r w:rsidR="003A6D8D">
        <w:t xml:space="preserve">, </w:t>
      </w:r>
      <w:r w:rsidRPr="003A0BBB">
        <w:t>comme l</w:t>
      </w:r>
      <w:r w:rsidR="003A6D8D">
        <w:t>’</w:t>
      </w:r>
      <w:r w:rsidRPr="003A0BBB">
        <w:t>on pense</w:t>
      </w:r>
      <w:r w:rsidR="003A6D8D">
        <w:t xml:space="preserve">, </w:t>
      </w:r>
      <w:r w:rsidRPr="003A0BBB">
        <w:t>pour éviter d</w:t>
      </w:r>
      <w:r w:rsidR="003A6D8D">
        <w:t>’</w:t>
      </w:r>
      <w:r w:rsidRPr="003A0BBB">
        <w:t>en provoquer</w:t>
      </w:r>
      <w:r w:rsidR="003A6D8D">
        <w:t>.</w:t>
      </w:r>
    </w:p>
    <w:p w14:paraId="1E28381A" w14:textId="77777777" w:rsidR="003A6D8D" w:rsidRDefault="008F7090" w:rsidP="008F7090">
      <w:r w:rsidRPr="003A0BBB">
        <w:t>Les jours qui se succédèrent</w:t>
      </w:r>
      <w:r w:rsidR="003A6D8D">
        <w:t xml:space="preserve">, </w:t>
      </w:r>
      <w:r w:rsidRPr="003A0BBB">
        <w:t>au cours des quatorze années que dura notre union</w:t>
      </w:r>
      <w:r w:rsidR="003A6D8D">
        <w:t xml:space="preserve">, </w:t>
      </w:r>
      <w:r w:rsidRPr="003A0BBB">
        <w:t>furent tellement semblables les uns aux autres qu</w:t>
      </w:r>
      <w:r w:rsidR="003A6D8D">
        <w:t>’</w:t>
      </w:r>
      <w:r w:rsidRPr="003A0BBB">
        <w:t>il me paraît maintenant à peu près impossible de distinguer entre elles ces journées et même ces années</w:t>
      </w:r>
      <w:r w:rsidR="003A6D8D">
        <w:t xml:space="preserve">. </w:t>
      </w:r>
      <w:r w:rsidRPr="003A0BBB">
        <w:t>Nous n</w:t>
      </w:r>
      <w:r w:rsidR="003A6D8D">
        <w:t>’</w:t>
      </w:r>
      <w:r w:rsidRPr="003A0BBB">
        <w:t>avons pas</w:t>
      </w:r>
      <w:r w:rsidR="003A6D8D">
        <w:t xml:space="preserve">, </w:t>
      </w:r>
      <w:r w:rsidRPr="003A0BBB">
        <w:t>en tout et pour tout</w:t>
      </w:r>
      <w:r w:rsidR="003A6D8D">
        <w:t xml:space="preserve">, </w:t>
      </w:r>
      <w:r w:rsidRPr="003A0BBB">
        <w:t>dîné dix fois chez des étrangers</w:t>
      </w:r>
      <w:r w:rsidR="003A6D8D">
        <w:t xml:space="preserve">. </w:t>
      </w:r>
      <w:r w:rsidRPr="003A0BBB">
        <w:t>Une seule fois</w:t>
      </w:r>
      <w:r w:rsidR="003A6D8D">
        <w:t xml:space="preserve">, </w:t>
      </w:r>
      <w:r w:rsidRPr="003A0BBB">
        <w:t>j</w:t>
      </w:r>
      <w:r w:rsidR="003A6D8D">
        <w:t>’</w:t>
      </w:r>
      <w:r w:rsidRPr="003A0BBB">
        <w:t>assistai à un bal</w:t>
      </w:r>
      <w:r w:rsidR="003A6D8D">
        <w:t xml:space="preserve">. </w:t>
      </w:r>
      <w:r w:rsidRPr="003A0BBB">
        <w:t>C</w:t>
      </w:r>
      <w:r w:rsidR="003A6D8D">
        <w:t>’</w:t>
      </w:r>
      <w:r w:rsidRPr="003A0BBB">
        <w:t>était en mai 1904</w:t>
      </w:r>
      <w:r w:rsidR="003A6D8D">
        <w:t xml:space="preserve">. </w:t>
      </w:r>
      <w:r w:rsidRPr="003A0BBB">
        <w:t>J</w:t>
      </w:r>
      <w:r w:rsidR="003A6D8D">
        <w:t>’</w:t>
      </w:r>
      <w:r w:rsidRPr="003A0BBB">
        <w:t>avais déjà vingt-huit ans</w:t>
      </w:r>
      <w:r w:rsidR="003A6D8D">
        <w:t xml:space="preserve">. </w:t>
      </w:r>
      <w:r w:rsidRPr="003A0BBB">
        <w:t>Un nouveau sous-préfet avait été nommé l</w:t>
      </w:r>
      <w:r w:rsidR="003A6D8D">
        <w:t>’</w:t>
      </w:r>
      <w:r w:rsidRPr="003A0BBB">
        <w:t>hiver précédent dans notre ville</w:t>
      </w:r>
      <w:r w:rsidR="003A6D8D">
        <w:t xml:space="preserve">, </w:t>
      </w:r>
      <w:r w:rsidRPr="003A0BBB">
        <w:t>et sa femme</w:t>
      </w:r>
      <w:r w:rsidR="003A6D8D">
        <w:t xml:space="preserve">, </w:t>
      </w:r>
      <w:r w:rsidRPr="003A0BBB">
        <w:t>qui affichait des prétentions mondaines</w:t>
      </w:r>
      <w:r w:rsidR="003A6D8D">
        <w:t xml:space="preserve">, </w:t>
      </w:r>
      <w:r w:rsidRPr="003A0BBB">
        <w:t>avait donné deux soirées depuis son arrivée</w:t>
      </w:r>
      <w:r w:rsidR="003A6D8D">
        <w:t xml:space="preserve">. </w:t>
      </w:r>
      <w:r w:rsidRPr="003A0BBB">
        <w:t>Nous avions été invités et naturellement nous nous étions excusés</w:t>
      </w:r>
      <w:r w:rsidR="003A6D8D">
        <w:t xml:space="preserve">. </w:t>
      </w:r>
      <w:r w:rsidRPr="003A0BBB">
        <w:t>Sur ces entrefaites</w:t>
      </w:r>
      <w:r w:rsidR="003A6D8D">
        <w:t xml:space="preserve">, </w:t>
      </w:r>
      <w:r w:rsidRPr="003A0BBB">
        <w:t>une brigade de cavalerie changeant de garnison et traversant la localité fut amenée à y faire une halte de quelques jours</w:t>
      </w:r>
      <w:r w:rsidR="003A6D8D">
        <w:t xml:space="preserve">. </w:t>
      </w:r>
      <w:r w:rsidRPr="003A0BBB">
        <w:t>C</w:t>
      </w:r>
      <w:r w:rsidR="003A6D8D">
        <w:t>’</w:t>
      </w:r>
      <w:r w:rsidRPr="003A0BBB">
        <w:t>était une aubaine que la sous-préfète n</w:t>
      </w:r>
      <w:r w:rsidR="003A6D8D">
        <w:t>’</w:t>
      </w:r>
      <w:r w:rsidRPr="003A0BBB">
        <w:t>eut garde de laisser échapper</w:t>
      </w:r>
      <w:r w:rsidR="003A6D8D">
        <w:t xml:space="preserve">. </w:t>
      </w:r>
      <w:r w:rsidRPr="003A0BBB">
        <w:t>Elle lança aussitôt ses invitations pour un troisième bal</w:t>
      </w:r>
      <w:r w:rsidR="003A6D8D">
        <w:t xml:space="preserve">. </w:t>
      </w:r>
      <w:r w:rsidRPr="003A0BBB">
        <w:t>À celui-là</w:t>
      </w:r>
      <w:r w:rsidR="003A6D8D">
        <w:t xml:space="preserve">, </w:t>
      </w:r>
      <w:r w:rsidRPr="003A0BBB">
        <w:t>nous dûmes nous rendre</w:t>
      </w:r>
      <w:r w:rsidR="003A6D8D">
        <w:t xml:space="preserve">, </w:t>
      </w:r>
      <w:r w:rsidRPr="003A0BBB">
        <w:t>mon mari ayant rencontré le sous-préfet qui lui avait fait comprendre qu</w:t>
      </w:r>
      <w:r w:rsidR="003A6D8D">
        <w:t>’</w:t>
      </w:r>
      <w:r w:rsidRPr="003A0BBB">
        <w:t>une nouvelle abstention de notre part ne serait pas considérée d</w:t>
      </w:r>
      <w:r w:rsidR="003A6D8D">
        <w:t>’</w:t>
      </w:r>
      <w:r w:rsidRPr="003A0BBB">
        <w:t>un très bon œil</w:t>
      </w:r>
      <w:r w:rsidR="003A6D8D">
        <w:t xml:space="preserve">. </w:t>
      </w:r>
      <w:r w:rsidRPr="003A0BBB">
        <w:t>Lui</w:t>
      </w:r>
      <w:r w:rsidR="003A6D8D">
        <w:t xml:space="preserve">, </w:t>
      </w:r>
      <w:r w:rsidRPr="003A0BBB">
        <w:t>il avait un habit à peu près correct</w:t>
      </w:r>
      <w:r w:rsidR="003A6D8D">
        <w:t xml:space="preserve">, </w:t>
      </w:r>
      <w:r w:rsidRPr="003A0BBB">
        <w:t>quoique démodé</w:t>
      </w:r>
      <w:r w:rsidR="003A6D8D">
        <w:t xml:space="preserve">. </w:t>
      </w:r>
      <w:r w:rsidRPr="003A0BBB">
        <w:t>Mais moi</w:t>
      </w:r>
      <w:r w:rsidR="003A6D8D">
        <w:t xml:space="preserve">, </w:t>
      </w:r>
      <w:r w:rsidRPr="003A0BBB">
        <w:t>je n</w:t>
      </w:r>
      <w:r w:rsidR="003A6D8D">
        <w:t>’</w:t>
      </w:r>
      <w:r w:rsidRPr="003A0BBB">
        <w:t>avais pas de robe du soir</w:t>
      </w:r>
      <w:r w:rsidR="003A6D8D">
        <w:t xml:space="preserve">. </w:t>
      </w:r>
      <w:r w:rsidRPr="003A0BBB">
        <w:t>Assez adroite</w:t>
      </w:r>
      <w:r w:rsidR="003A6D8D">
        <w:t xml:space="preserve">, </w:t>
      </w:r>
      <w:r w:rsidRPr="003A0BBB">
        <w:t>j</w:t>
      </w:r>
      <w:r w:rsidR="003A6D8D">
        <w:t>’</w:t>
      </w:r>
      <w:r w:rsidRPr="003A0BBB">
        <w:t>eus tôt fait de m</w:t>
      </w:r>
      <w:r w:rsidR="003A6D8D">
        <w:t>’</w:t>
      </w:r>
      <w:r w:rsidRPr="003A0BBB">
        <w:t>en confectionner une</w:t>
      </w:r>
      <w:r w:rsidR="003A6D8D">
        <w:t xml:space="preserve">. </w:t>
      </w:r>
      <w:r w:rsidRPr="003A0BBB">
        <w:t>Au chef-lieu</w:t>
      </w:r>
      <w:r w:rsidR="003A6D8D">
        <w:t xml:space="preserve">, </w:t>
      </w:r>
      <w:r w:rsidRPr="003A0BBB">
        <w:t>où je me rendis</w:t>
      </w:r>
      <w:r w:rsidR="003A6D8D">
        <w:t xml:space="preserve">, </w:t>
      </w:r>
      <w:r w:rsidRPr="003A0BBB">
        <w:t>j</w:t>
      </w:r>
      <w:r w:rsidR="003A6D8D">
        <w:t>’</w:t>
      </w:r>
      <w:r w:rsidRPr="003A0BBB">
        <w:t>eus la chance de découvrir un coupon de soie rouge-feu de qualité fort belle</w:t>
      </w:r>
      <w:r w:rsidR="003A6D8D">
        <w:t xml:space="preserve">. </w:t>
      </w:r>
      <w:r w:rsidRPr="003A0BBB">
        <w:t>Sur cette soie</w:t>
      </w:r>
      <w:r w:rsidR="003A6D8D">
        <w:t xml:space="preserve">, </w:t>
      </w:r>
      <w:r w:rsidRPr="003A0BBB">
        <w:t>je jetai</w:t>
      </w:r>
      <w:r w:rsidR="003A6D8D">
        <w:t xml:space="preserve">, </w:t>
      </w:r>
      <w:r w:rsidRPr="003A0BBB">
        <w:t>la recouvrant toute</w:t>
      </w:r>
      <w:r w:rsidR="003A6D8D">
        <w:t xml:space="preserve">, </w:t>
      </w:r>
      <w:r w:rsidRPr="003A0BBB">
        <w:t>une pièce de dentelle noire rapportée un demi-siècle plus tôt par ma grand</w:t>
      </w:r>
      <w:r w:rsidR="003A6D8D">
        <w:t>’</w:t>
      </w:r>
      <w:r w:rsidRPr="003A0BBB">
        <w:t>mère d</w:t>
      </w:r>
      <w:r w:rsidR="003A6D8D">
        <w:t>’</w:t>
      </w:r>
      <w:r w:rsidRPr="003A0BBB">
        <w:t xml:space="preserve">un voyage en </w:t>
      </w:r>
      <w:r w:rsidRPr="003A0BBB">
        <w:lastRenderedPageBreak/>
        <w:t>Castille</w:t>
      </w:r>
      <w:r w:rsidR="003A6D8D">
        <w:t xml:space="preserve">. </w:t>
      </w:r>
      <w:r w:rsidRPr="003A0BBB">
        <w:t>Je travaillai de mon mieux</w:t>
      </w:r>
      <w:r w:rsidR="003A6D8D">
        <w:t xml:space="preserve">, </w:t>
      </w:r>
      <w:r w:rsidRPr="003A0BBB">
        <w:t>sans autre stimulant que la crainte de paraître ridicule</w:t>
      </w:r>
      <w:r w:rsidR="003A6D8D">
        <w:t xml:space="preserve">. </w:t>
      </w:r>
      <w:r w:rsidRPr="003A0BBB">
        <w:t>Au dernier moment</w:t>
      </w:r>
      <w:r w:rsidR="003A6D8D">
        <w:t xml:space="preserve">, </w:t>
      </w:r>
      <w:r w:rsidRPr="003A0BBB">
        <w:t>pressée par le temps et trompée par les dimensions du mannequin que j</w:t>
      </w:r>
      <w:r w:rsidR="003A6D8D">
        <w:t>’</w:t>
      </w:r>
      <w:r w:rsidRPr="003A0BBB">
        <w:t>avais emprunté pour faire moi-même les essayages</w:t>
      </w:r>
      <w:r w:rsidR="003A6D8D">
        <w:t xml:space="preserve">, </w:t>
      </w:r>
      <w:r w:rsidRPr="003A0BBB">
        <w:t>j</w:t>
      </w:r>
      <w:r w:rsidR="003A6D8D">
        <w:t>’</w:t>
      </w:r>
      <w:r w:rsidRPr="003A0BBB">
        <w:t>eus l</w:t>
      </w:r>
      <w:r w:rsidR="003A6D8D">
        <w:t>’</w:t>
      </w:r>
      <w:r w:rsidRPr="003A0BBB">
        <w:t>impression que j</w:t>
      </w:r>
      <w:r w:rsidR="003A6D8D">
        <w:t>’</w:t>
      </w:r>
      <w:r w:rsidRPr="003A0BBB">
        <w:t>avais un peu trop accentué la double échancrure du col</w:t>
      </w:r>
      <w:r w:rsidR="003A6D8D">
        <w:t xml:space="preserve">. </w:t>
      </w:r>
      <w:r w:rsidRPr="003A0BBB">
        <w:t>Mais qu</w:t>
      </w:r>
      <w:r w:rsidR="003A6D8D">
        <w:t>’</w:t>
      </w:r>
      <w:r w:rsidRPr="003A0BBB">
        <w:t>y faire</w:t>
      </w:r>
      <w:r w:rsidR="003A6D8D">
        <w:t xml:space="preserve"> ? </w:t>
      </w:r>
      <w:r w:rsidRPr="003A0BBB">
        <w:t>Il était trop tard</w:t>
      </w:r>
      <w:r w:rsidR="003A6D8D">
        <w:t xml:space="preserve">. </w:t>
      </w:r>
      <w:r w:rsidRPr="003A0BBB">
        <w:t>Ma crainte ne s</w:t>
      </w:r>
      <w:r w:rsidR="003A6D8D">
        <w:t>’</w:t>
      </w:r>
      <w:r w:rsidRPr="003A0BBB">
        <w:t>en changea pas moins en épouvante lorsque je pénétrai</w:t>
      </w:r>
      <w:r w:rsidR="003A6D8D">
        <w:t xml:space="preserve">, </w:t>
      </w:r>
      <w:r w:rsidRPr="003A0BBB">
        <w:t>suivie de mon mari</w:t>
      </w:r>
      <w:r w:rsidR="003A6D8D">
        <w:t xml:space="preserve">, </w:t>
      </w:r>
      <w:r w:rsidRPr="003A0BBB">
        <w:t>dans les salons de la sous-préfecture</w:t>
      </w:r>
      <w:r w:rsidR="003A6D8D">
        <w:t xml:space="preserve">. </w:t>
      </w:r>
      <w:r w:rsidRPr="003A0BBB">
        <w:t>J</w:t>
      </w:r>
      <w:r w:rsidR="003A6D8D">
        <w:t>’</w:t>
      </w:r>
      <w:r w:rsidRPr="003A0BBB">
        <w:t>étais de beaucoup la plus décolletée de toutes ces femmes</w:t>
      </w:r>
      <w:r w:rsidR="003A6D8D">
        <w:t xml:space="preserve">, </w:t>
      </w:r>
      <w:r w:rsidRPr="003A0BBB">
        <w:t>dont plusieurs</w:t>
      </w:r>
      <w:r w:rsidR="003A6D8D">
        <w:t xml:space="preserve">, </w:t>
      </w:r>
      <w:r w:rsidRPr="003A0BBB">
        <w:t>et en particulier la sous-préfète</w:t>
      </w:r>
      <w:r w:rsidR="003A6D8D">
        <w:t xml:space="preserve">, </w:t>
      </w:r>
      <w:r w:rsidRPr="003A0BBB">
        <w:t>n</w:t>
      </w:r>
      <w:r w:rsidR="003A6D8D">
        <w:t>’</w:t>
      </w:r>
      <w:r w:rsidRPr="003A0BBB">
        <w:t>avaient apparemment rien négligé pour s</w:t>
      </w:r>
      <w:r w:rsidR="003A6D8D">
        <w:t>’</w:t>
      </w:r>
      <w:r w:rsidRPr="003A0BBB">
        <w:t>assurer un pareil record</w:t>
      </w:r>
      <w:r w:rsidR="003A6D8D">
        <w:t>.</w:t>
      </w:r>
    </w:p>
    <w:p w14:paraId="1195F2AA" w14:textId="77777777" w:rsidR="003A6D8D" w:rsidRDefault="008F7090" w:rsidP="008F7090">
      <w:r w:rsidRPr="003A0BBB">
        <w:t>J</w:t>
      </w:r>
      <w:r w:rsidR="003A6D8D">
        <w:t>’</w:t>
      </w:r>
      <w:r w:rsidRPr="003A0BBB">
        <w:t>étais follement intimidée</w:t>
      </w:r>
      <w:r w:rsidR="003A6D8D">
        <w:t xml:space="preserve">. </w:t>
      </w:r>
      <w:r w:rsidRPr="003A0BBB">
        <w:t>Je surpris quelques sourires qui signifiaient</w:t>
      </w:r>
      <w:r w:rsidR="003A6D8D">
        <w:t> : « </w:t>
      </w:r>
      <w:r w:rsidRPr="003A0BBB">
        <w:t>Eh bien</w:t>
      </w:r>
      <w:r w:rsidR="003A6D8D">
        <w:t xml:space="preserve">, </w:t>
      </w:r>
      <w:r w:rsidRPr="003A0BBB">
        <w:t>celle-là</w:t>
      </w:r>
      <w:r w:rsidR="003A6D8D">
        <w:t xml:space="preserve">, </w:t>
      </w:r>
      <w:r w:rsidRPr="003A0BBB">
        <w:t>pour une fois qu</w:t>
      </w:r>
      <w:r w:rsidR="003A6D8D">
        <w:t>’</w:t>
      </w:r>
      <w:r w:rsidRPr="003A0BBB">
        <w:t>on la voit</w:t>
      </w:r>
      <w:r w:rsidR="003A6D8D">
        <w:t xml:space="preserve">, </w:t>
      </w:r>
      <w:r w:rsidRPr="003A0BBB">
        <w:t>elle n</w:t>
      </w:r>
      <w:r w:rsidR="003A6D8D">
        <w:t>’</w:t>
      </w:r>
      <w:r w:rsidRPr="003A0BBB">
        <w:t>y va pas de main morte</w:t>
      </w:r>
      <w:r w:rsidR="003A6D8D">
        <w:t> ! »</w:t>
      </w:r>
      <w:r w:rsidRPr="003A0BBB">
        <w:t xml:space="preserve"> Tremblante</w:t>
      </w:r>
      <w:r w:rsidR="003A6D8D">
        <w:t xml:space="preserve">, </w:t>
      </w:r>
      <w:r w:rsidRPr="003A0BBB">
        <w:t>confuse</w:t>
      </w:r>
      <w:r w:rsidR="003A6D8D">
        <w:t xml:space="preserve">, </w:t>
      </w:r>
      <w:r w:rsidRPr="003A0BBB">
        <w:t>les présentations indispensables une fois subies</w:t>
      </w:r>
      <w:r w:rsidR="003A6D8D">
        <w:t xml:space="preserve">, </w:t>
      </w:r>
      <w:r w:rsidRPr="003A0BBB">
        <w:t>je me réfugiai dans le coin le plus reculé</w:t>
      </w:r>
      <w:r w:rsidR="003A6D8D">
        <w:t xml:space="preserve">, </w:t>
      </w:r>
      <w:r w:rsidRPr="003A0BBB">
        <w:t>près de la porte du jardin</w:t>
      </w:r>
      <w:r w:rsidR="003A6D8D">
        <w:t xml:space="preserve">. </w:t>
      </w:r>
      <w:r w:rsidRPr="003A0BBB">
        <w:t>Les musiques des deux régiments avaient été installées sur la pelouse</w:t>
      </w:r>
      <w:r w:rsidR="003A6D8D">
        <w:t xml:space="preserve">, </w:t>
      </w:r>
      <w:r w:rsidRPr="003A0BBB">
        <w:t>et leurs cuivres luisaient doucement dans la nuit</w:t>
      </w:r>
      <w:r w:rsidR="003A6D8D">
        <w:t xml:space="preserve">. </w:t>
      </w:r>
      <w:r w:rsidRPr="003A0BBB">
        <w:t>Soudain</w:t>
      </w:r>
      <w:r w:rsidR="003A6D8D">
        <w:t xml:space="preserve">, </w:t>
      </w:r>
      <w:r w:rsidRPr="003A0BBB">
        <w:t xml:space="preserve">elles jouèrent </w:t>
      </w:r>
      <w:r w:rsidRPr="003A0BBB">
        <w:rPr>
          <w:i/>
          <w:iCs/>
        </w:rPr>
        <w:t>la Marseillaise</w:t>
      </w:r>
      <w:r w:rsidR="003A6D8D">
        <w:rPr>
          <w:i/>
          <w:iCs/>
        </w:rPr>
        <w:t xml:space="preserve">, </w:t>
      </w:r>
      <w:r w:rsidRPr="003A0BBB">
        <w:t>et machinalement j</w:t>
      </w:r>
      <w:r w:rsidR="003A6D8D">
        <w:t>’</w:t>
      </w:r>
      <w:r w:rsidRPr="003A0BBB">
        <w:t>imitai le mouvement de tous ces gens qui se levaient</w:t>
      </w:r>
      <w:r w:rsidR="003A6D8D">
        <w:t xml:space="preserve">. </w:t>
      </w:r>
      <w:r w:rsidRPr="003A0BBB">
        <w:t>Le général entrait</w:t>
      </w:r>
      <w:r w:rsidR="003A6D8D">
        <w:t xml:space="preserve">. </w:t>
      </w:r>
      <w:r w:rsidRPr="003A0BBB">
        <w:t>Il fit le tour du salon au bras de la sous-préfète</w:t>
      </w:r>
      <w:r w:rsidR="003A6D8D">
        <w:t xml:space="preserve">, </w:t>
      </w:r>
      <w:r w:rsidRPr="003A0BBB">
        <w:t>qui faisait les présentations et qui paraissait aux anges</w:t>
      </w:r>
      <w:r w:rsidR="003A6D8D">
        <w:t xml:space="preserve">. </w:t>
      </w:r>
      <w:r w:rsidRPr="003A0BBB">
        <w:t>Trop éloignée pour qu</w:t>
      </w:r>
      <w:r w:rsidR="003A6D8D">
        <w:t>’</w:t>
      </w:r>
      <w:r w:rsidRPr="003A0BBB">
        <w:t>il allât jusqu</w:t>
      </w:r>
      <w:r w:rsidR="003A6D8D">
        <w:t>’</w:t>
      </w:r>
      <w:r w:rsidRPr="003A0BBB">
        <w:t>à moi</w:t>
      </w:r>
      <w:r w:rsidR="003A6D8D">
        <w:t xml:space="preserve">, </w:t>
      </w:r>
      <w:r w:rsidRPr="003A0BBB">
        <w:t>je pus le regarder à mon aise</w:t>
      </w:r>
      <w:r w:rsidR="003A6D8D">
        <w:t xml:space="preserve">. </w:t>
      </w:r>
      <w:r w:rsidRPr="003A0BBB">
        <w:t>Il était suivi de son officier d</w:t>
      </w:r>
      <w:r w:rsidR="003A6D8D">
        <w:t>’</w:t>
      </w:r>
      <w:r w:rsidRPr="003A0BBB">
        <w:t>ordonnance</w:t>
      </w:r>
      <w:r w:rsidR="003A6D8D">
        <w:t xml:space="preserve">, </w:t>
      </w:r>
      <w:r w:rsidRPr="003A0BBB">
        <w:t>un grand lieutenant mince et brun</w:t>
      </w:r>
      <w:r w:rsidR="003A6D8D">
        <w:t xml:space="preserve">, </w:t>
      </w:r>
      <w:r w:rsidRPr="003A0BBB">
        <w:t>dont j</w:t>
      </w:r>
      <w:r w:rsidR="003A6D8D">
        <w:t>’</w:t>
      </w:r>
      <w:r w:rsidRPr="003A0BBB">
        <w:t>entendis mes voisines murmurer le nom</w:t>
      </w:r>
      <w:r w:rsidR="003A6D8D">
        <w:t xml:space="preserve">, </w:t>
      </w:r>
      <w:r w:rsidRPr="003A0BBB">
        <w:t>un des plus illustres de France</w:t>
      </w:r>
      <w:r w:rsidR="003A6D8D">
        <w:t>.</w:t>
      </w:r>
    </w:p>
    <w:p w14:paraId="31FEB65E" w14:textId="77777777" w:rsidR="003A6D8D" w:rsidRDefault="008F7090" w:rsidP="008F7090">
      <w:r w:rsidRPr="003A0BBB">
        <w:t>C</w:t>
      </w:r>
      <w:r w:rsidR="003A6D8D">
        <w:t>’</w:t>
      </w:r>
      <w:r w:rsidRPr="003A0BBB">
        <w:t>était le temps où les danses américaines commençaient à pénétrer chez nous</w:t>
      </w:r>
      <w:r w:rsidR="003A6D8D">
        <w:t xml:space="preserve">, </w:t>
      </w:r>
      <w:r w:rsidRPr="003A0BBB">
        <w:t>et moi je ne connaissais que la valse</w:t>
      </w:r>
      <w:r w:rsidR="003A6D8D">
        <w:t xml:space="preserve">. </w:t>
      </w:r>
      <w:r w:rsidRPr="003A0BBB">
        <w:t>Devant moi</w:t>
      </w:r>
      <w:r w:rsidR="003A6D8D">
        <w:t xml:space="preserve">, </w:t>
      </w:r>
      <w:r w:rsidRPr="003A0BBB">
        <w:t>maintenant</w:t>
      </w:r>
      <w:r w:rsidR="003A6D8D">
        <w:t xml:space="preserve">, </w:t>
      </w:r>
      <w:r w:rsidRPr="003A0BBB">
        <w:t>les couples passaient et repassaient en tournant</w:t>
      </w:r>
      <w:r w:rsidR="003A6D8D">
        <w:t xml:space="preserve">. </w:t>
      </w:r>
      <w:r w:rsidRPr="003A0BBB">
        <w:t>Quelle belle chose vraiment que cet uniforme des dragons d</w:t>
      </w:r>
      <w:r w:rsidR="003A6D8D">
        <w:t>’</w:t>
      </w:r>
      <w:r w:rsidRPr="003A0BBB">
        <w:t>avant-guerre</w:t>
      </w:r>
      <w:r w:rsidR="003A6D8D">
        <w:t xml:space="preserve">, </w:t>
      </w:r>
      <w:r w:rsidRPr="003A0BBB">
        <w:t>col blanc</w:t>
      </w:r>
      <w:r w:rsidR="003A6D8D">
        <w:t xml:space="preserve">, </w:t>
      </w:r>
      <w:r w:rsidRPr="003A0BBB">
        <w:t>dolman noir</w:t>
      </w:r>
      <w:r w:rsidR="003A6D8D">
        <w:t xml:space="preserve">, </w:t>
      </w:r>
      <w:r w:rsidRPr="003A0BBB">
        <w:t>épaulettes d</w:t>
      </w:r>
      <w:r w:rsidR="003A6D8D">
        <w:t>’</w:t>
      </w:r>
      <w:r w:rsidRPr="003A0BBB">
        <w:t>argent</w:t>
      </w:r>
      <w:r w:rsidR="003A6D8D">
        <w:t xml:space="preserve"> ! </w:t>
      </w:r>
      <w:r w:rsidRPr="003A0BBB">
        <w:t>Tout à coup</w:t>
      </w:r>
      <w:r w:rsidR="003A6D8D">
        <w:t xml:space="preserve">, </w:t>
      </w:r>
      <w:r w:rsidRPr="003A0BBB">
        <w:t>interdite</w:t>
      </w:r>
      <w:r w:rsidR="003A6D8D">
        <w:t xml:space="preserve">, </w:t>
      </w:r>
      <w:r w:rsidRPr="003A0BBB">
        <w:t>je m</w:t>
      </w:r>
      <w:r w:rsidR="003A6D8D">
        <w:t>’</w:t>
      </w:r>
      <w:r w:rsidRPr="003A0BBB">
        <w:t>arrêtai d</w:t>
      </w:r>
      <w:r w:rsidR="003A6D8D">
        <w:t>’</w:t>
      </w:r>
      <w:r w:rsidRPr="003A0BBB">
        <w:t>admirer</w:t>
      </w:r>
      <w:r w:rsidR="003A6D8D">
        <w:t xml:space="preserve">… </w:t>
      </w:r>
      <w:r w:rsidRPr="003A0BBB">
        <w:t xml:space="preserve">Le </w:t>
      </w:r>
      <w:r w:rsidRPr="003A0BBB">
        <w:lastRenderedPageBreak/>
        <w:t>grand lieutenant de tout à l</w:t>
      </w:r>
      <w:r w:rsidR="003A6D8D">
        <w:t>’</w:t>
      </w:r>
      <w:r w:rsidRPr="003A0BBB">
        <w:t>heure s</w:t>
      </w:r>
      <w:r w:rsidR="003A6D8D">
        <w:t>’</w:t>
      </w:r>
      <w:r w:rsidRPr="003A0BBB">
        <w:t>inclinait devant moi</w:t>
      </w:r>
      <w:r w:rsidR="003A6D8D">
        <w:t xml:space="preserve">. </w:t>
      </w:r>
      <w:r w:rsidRPr="003A0BBB">
        <w:t>Il m</w:t>
      </w:r>
      <w:r w:rsidR="003A6D8D">
        <w:t>’</w:t>
      </w:r>
      <w:r w:rsidRPr="003A0BBB">
        <w:t>invitait à danser</w:t>
      </w:r>
      <w:r w:rsidR="003A6D8D">
        <w:t xml:space="preserve">. </w:t>
      </w:r>
      <w:r w:rsidRPr="003A0BBB">
        <w:t>Les femmes assises aux environs</w:t>
      </w:r>
      <w:r w:rsidR="003A6D8D">
        <w:t xml:space="preserve">, </w:t>
      </w:r>
      <w:r w:rsidRPr="003A0BBB">
        <w:t>avec de faux airs d</w:t>
      </w:r>
      <w:r w:rsidR="003A6D8D">
        <w:t>’</w:t>
      </w:r>
      <w:r w:rsidRPr="003A0BBB">
        <w:t>indifférence</w:t>
      </w:r>
      <w:r w:rsidR="003A6D8D">
        <w:t xml:space="preserve">, </w:t>
      </w:r>
      <w:r w:rsidRPr="003A0BBB">
        <w:t>observaient et écoutaient</w:t>
      </w:r>
      <w:r w:rsidR="003A6D8D">
        <w:t>.</w:t>
      </w:r>
    </w:p>
    <w:p w14:paraId="0A12BD1F" w14:textId="77777777" w:rsidR="003A6D8D" w:rsidRDefault="003A6D8D" w:rsidP="008F7090">
      <w:r>
        <w:t>— </w:t>
      </w:r>
      <w:r w:rsidR="008F7090" w:rsidRPr="003A0BBB">
        <w:t>Mais si</w:t>
      </w:r>
      <w:r>
        <w:t xml:space="preserve">, </w:t>
      </w:r>
      <w:r w:rsidR="008F7090" w:rsidRPr="003A0BBB">
        <w:t>Madame</w:t>
      </w:r>
      <w:r>
        <w:t xml:space="preserve">. </w:t>
      </w:r>
      <w:r w:rsidR="008F7090" w:rsidRPr="003A0BBB">
        <w:t>Je vous assure que ça ira très bien</w:t>
      </w:r>
      <w:r>
        <w:t>.</w:t>
      </w:r>
    </w:p>
    <w:p w14:paraId="45387C29" w14:textId="77777777" w:rsidR="003A6D8D" w:rsidRDefault="008F7090" w:rsidP="008F7090">
      <w:r w:rsidRPr="003A0BBB">
        <w:t>Je me levai</w:t>
      </w:r>
      <w:r w:rsidR="003A6D8D">
        <w:t xml:space="preserve">. </w:t>
      </w:r>
      <w:r w:rsidRPr="003A0BBB">
        <w:t>Les chaises</w:t>
      </w:r>
      <w:r w:rsidR="003A6D8D">
        <w:t xml:space="preserve">, </w:t>
      </w:r>
      <w:r w:rsidRPr="003A0BBB">
        <w:t>sur notre passage</w:t>
      </w:r>
      <w:r w:rsidR="003A6D8D">
        <w:t xml:space="preserve">, </w:t>
      </w:r>
      <w:r w:rsidRPr="003A0BBB">
        <w:t>s</w:t>
      </w:r>
      <w:r w:rsidR="003A6D8D">
        <w:t>’</w:t>
      </w:r>
      <w:r w:rsidRPr="003A0BBB">
        <w:t>écartaient comme à regret</w:t>
      </w:r>
      <w:r w:rsidR="003A6D8D">
        <w:t xml:space="preserve">. </w:t>
      </w:r>
      <w:r w:rsidRPr="003A0BBB">
        <w:t>Il me prit dans ses bras</w:t>
      </w:r>
      <w:r w:rsidR="003A6D8D">
        <w:t xml:space="preserve">, </w:t>
      </w:r>
      <w:r w:rsidRPr="003A0BBB">
        <w:t>et soudain il me sembla que rien dans le salon n</w:t>
      </w:r>
      <w:r w:rsidR="003A6D8D">
        <w:t>’</w:t>
      </w:r>
      <w:r w:rsidRPr="003A0BBB">
        <w:t>était plus à la même place</w:t>
      </w:r>
      <w:r w:rsidR="003A6D8D">
        <w:t xml:space="preserve">. </w:t>
      </w:r>
      <w:r w:rsidRPr="003A0BBB">
        <w:t>J</w:t>
      </w:r>
      <w:r w:rsidR="003A6D8D">
        <w:t>’</w:t>
      </w:r>
      <w:r w:rsidRPr="003A0BBB">
        <w:t>osais à peine m</w:t>
      </w:r>
      <w:r w:rsidR="003A6D8D">
        <w:t>’</w:t>
      </w:r>
      <w:r w:rsidRPr="003A0BBB">
        <w:t>appuyer à lui</w:t>
      </w:r>
      <w:r w:rsidR="003A6D8D">
        <w:t xml:space="preserve">. </w:t>
      </w:r>
      <w:r w:rsidRPr="003A0BBB">
        <w:t>Mais</w:t>
      </w:r>
      <w:r w:rsidR="003A6D8D">
        <w:t xml:space="preserve">, </w:t>
      </w:r>
      <w:r w:rsidRPr="003A0BBB">
        <w:t>avec une autorité pressante et douce</w:t>
      </w:r>
      <w:r w:rsidR="003A6D8D">
        <w:t xml:space="preserve">, </w:t>
      </w:r>
      <w:r w:rsidRPr="003A0BBB">
        <w:t>il m</w:t>
      </w:r>
      <w:r w:rsidR="003A6D8D">
        <w:t>’</w:t>
      </w:r>
      <w:r w:rsidRPr="003A0BBB">
        <w:t>y forçait</w:t>
      </w:r>
      <w:r w:rsidR="003A6D8D">
        <w:t xml:space="preserve">. </w:t>
      </w:r>
      <w:r w:rsidRPr="003A0BBB">
        <w:t>Je cessai de me raidir</w:t>
      </w:r>
      <w:r w:rsidR="003A6D8D">
        <w:t xml:space="preserve">. </w:t>
      </w:r>
      <w:r w:rsidRPr="003A0BBB">
        <w:t>L</w:t>
      </w:r>
      <w:r w:rsidR="003A6D8D">
        <w:t>’</w:t>
      </w:r>
      <w:r w:rsidRPr="003A0BBB">
        <w:t>électricité se multipliait dans les glaces</w:t>
      </w:r>
      <w:r w:rsidR="003A6D8D">
        <w:t xml:space="preserve">. </w:t>
      </w:r>
      <w:r w:rsidRPr="003A0BBB">
        <w:t>En passant devant une d</w:t>
      </w:r>
      <w:r w:rsidR="003A6D8D">
        <w:t>’</w:t>
      </w:r>
      <w:r w:rsidRPr="003A0BBB">
        <w:t>elles</w:t>
      </w:r>
      <w:r w:rsidR="003A6D8D">
        <w:t xml:space="preserve">, </w:t>
      </w:r>
      <w:r w:rsidRPr="003A0BBB">
        <w:t>à plusieurs reprises</w:t>
      </w:r>
      <w:r w:rsidR="003A6D8D">
        <w:t xml:space="preserve">, </w:t>
      </w:r>
      <w:r w:rsidRPr="003A0BBB">
        <w:t>je remarquai</w:t>
      </w:r>
      <w:r w:rsidR="003A6D8D">
        <w:t xml:space="preserve">, </w:t>
      </w:r>
      <w:r w:rsidRPr="003A0BBB">
        <w:t>parmi la cohue des danseurs</w:t>
      </w:r>
      <w:r w:rsidR="003A6D8D">
        <w:t xml:space="preserve">, </w:t>
      </w:r>
      <w:r w:rsidRPr="003A0BBB">
        <w:t>entre les bras d</w:t>
      </w:r>
      <w:r w:rsidR="003A6D8D">
        <w:t>’</w:t>
      </w:r>
      <w:r w:rsidRPr="003A0BBB">
        <w:t>un grand officier brun</w:t>
      </w:r>
      <w:r w:rsidR="003A6D8D">
        <w:t xml:space="preserve">, </w:t>
      </w:r>
      <w:r w:rsidRPr="003A0BBB">
        <w:t>une jeune femme à la robe noire et rouge</w:t>
      </w:r>
      <w:r w:rsidR="003A6D8D">
        <w:t xml:space="preserve">, </w:t>
      </w:r>
      <w:r w:rsidRPr="003A0BBB">
        <w:t>à la chevelure sombre</w:t>
      </w:r>
      <w:r w:rsidR="003A6D8D">
        <w:t xml:space="preserve">, </w:t>
      </w:r>
      <w:r w:rsidRPr="003A0BBB">
        <w:t>que je croyais voir pour la première fois et que je trouvais belle</w:t>
      </w:r>
      <w:r w:rsidR="003A6D8D">
        <w:t xml:space="preserve">. </w:t>
      </w:r>
      <w:r w:rsidRPr="003A0BBB">
        <w:t>C</w:t>
      </w:r>
      <w:r w:rsidR="003A6D8D">
        <w:t>’</w:t>
      </w:r>
      <w:r w:rsidRPr="003A0BBB">
        <w:t>était moi</w:t>
      </w:r>
      <w:r w:rsidR="003A6D8D">
        <w:t>.</w:t>
      </w:r>
    </w:p>
    <w:p w14:paraId="51E27467" w14:textId="77777777" w:rsidR="003A6D8D" w:rsidRDefault="008F7090" w:rsidP="008F7090">
      <w:r w:rsidRPr="003A0BBB">
        <w:t>Je n</w:t>
      </w:r>
      <w:r w:rsidR="003A6D8D">
        <w:t>’</w:t>
      </w:r>
      <w:r w:rsidRPr="003A0BBB">
        <w:t>ai plus eu de nouvelles de mon cavalier</w:t>
      </w:r>
      <w:r w:rsidR="003A6D8D">
        <w:t xml:space="preserve">, </w:t>
      </w:r>
      <w:r w:rsidRPr="003A0BBB">
        <w:t>et c</w:t>
      </w:r>
      <w:r w:rsidR="003A6D8D">
        <w:t>’</w:t>
      </w:r>
      <w:r w:rsidRPr="003A0BBB">
        <w:t>est tout à fait par hasard que j</w:t>
      </w:r>
      <w:r w:rsidR="003A6D8D">
        <w:t>’</w:t>
      </w:r>
      <w:r w:rsidRPr="003A0BBB">
        <w:t>ai appris</w:t>
      </w:r>
      <w:r w:rsidR="003A6D8D">
        <w:t xml:space="preserve">, </w:t>
      </w:r>
      <w:r w:rsidRPr="003A0BBB">
        <w:t>vers 1916</w:t>
      </w:r>
      <w:r w:rsidR="003A6D8D">
        <w:t xml:space="preserve">, </w:t>
      </w:r>
      <w:r w:rsidRPr="003A0BBB">
        <w:t>qu</w:t>
      </w:r>
      <w:r w:rsidR="003A6D8D">
        <w:t>’</w:t>
      </w:r>
      <w:r w:rsidRPr="003A0BBB">
        <w:t>il avait été tué en Alsace</w:t>
      </w:r>
      <w:r w:rsidR="003A6D8D">
        <w:t xml:space="preserve">, </w:t>
      </w:r>
      <w:r w:rsidRPr="003A0BBB">
        <w:t>dans les premières semaines de la guerre</w:t>
      </w:r>
      <w:r w:rsidR="003A6D8D">
        <w:t>.</w:t>
      </w:r>
    </w:p>
    <w:p w14:paraId="2D6AD13D" w14:textId="77777777" w:rsidR="003A6D8D" w:rsidRDefault="003A6D8D" w:rsidP="008F7090">
      <w:r>
        <w:t>— </w:t>
      </w:r>
      <w:r w:rsidR="008F7090" w:rsidRPr="003A0BBB">
        <w:t>Eh bien</w:t>
      </w:r>
      <w:r>
        <w:t xml:space="preserve"> ! </w:t>
      </w:r>
      <w:r w:rsidR="008F7090" w:rsidRPr="003A0BBB">
        <w:t>cher Monsieur</w:t>
      </w:r>
      <w:r>
        <w:t xml:space="preserve">, </w:t>
      </w:r>
      <w:r w:rsidR="008F7090" w:rsidRPr="003A0BBB">
        <w:t>quand on a la chance d</w:t>
      </w:r>
      <w:r>
        <w:t>’</w:t>
      </w:r>
      <w:r w:rsidR="008F7090" w:rsidRPr="003A0BBB">
        <w:t>avoir une femme qui fait une telle sensation</w:t>
      </w:r>
      <w:r>
        <w:t xml:space="preserve">, </w:t>
      </w:r>
      <w:r w:rsidR="008F7090" w:rsidRPr="003A0BBB">
        <w:t>est-on pardonnable de ne pas la produire davantage</w:t>
      </w:r>
      <w:r>
        <w:t xml:space="preserve"> ? </w:t>
      </w:r>
      <w:r w:rsidR="008F7090" w:rsidRPr="003A0BBB">
        <w:t>disait</w:t>
      </w:r>
      <w:r>
        <w:t xml:space="preserve">, </w:t>
      </w:r>
      <w:r w:rsidR="008F7090" w:rsidRPr="003A0BBB">
        <w:t>une heure plus tard</w:t>
      </w:r>
      <w:r>
        <w:t xml:space="preserve">, </w:t>
      </w:r>
      <w:r w:rsidR="008F7090" w:rsidRPr="003A0BBB">
        <w:t>sur un ton aigrelet</w:t>
      </w:r>
      <w:r>
        <w:t xml:space="preserve">, </w:t>
      </w:r>
      <w:r w:rsidR="008F7090" w:rsidRPr="003A0BBB">
        <w:t>la sous-préfète à mon mari</w:t>
      </w:r>
      <w:r>
        <w:t xml:space="preserve">, </w:t>
      </w:r>
      <w:r w:rsidR="008F7090" w:rsidRPr="003A0BBB">
        <w:t>confondu et plié en deux</w:t>
      </w:r>
      <w:r>
        <w:t>.</w:t>
      </w:r>
    </w:p>
    <w:p w14:paraId="24F86994" w14:textId="77777777" w:rsidR="003A6D8D" w:rsidRDefault="008F7090" w:rsidP="008F7090">
      <w:r w:rsidRPr="003A0BBB">
        <w:t>Il se plaignait d</w:t>
      </w:r>
      <w:r w:rsidR="003A6D8D">
        <w:t>’</w:t>
      </w:r>
      <w:r w:rsidRPr="003A0BBB">
        <w:t>avoir eu trop chaud</w:t>
      </w:r>
      <w:r w:rsidR="003A6D8D">
        <w:t xml:space="preserve">, </w:t>
      </w:r>
      <w:r w:rsidRPr="003A0BBB">
        <w:t>puis froid</w:t>
      </w:r>
      <w:r w:rsidR="003A6D8D">
        <w:t xml:space="preserve">. </w:t>
      </w:r>
      <w:r w:rsidRPr="003A0BBB">
        <w:t>Nous rentrâmes</w:t>
      </w:r>
      <w:r w:rsidR="003A6D8D">
        <w:t xml:space="preserve">, </w:t>
      </w:r>
      <w:r w:rsidRPr="003A0BBB">
        <w:t>et je dus mettre de l</w:t>
      </w:r>
      <w:r w:rsidR="003A6D8D">
        <w:t>’</w:t>
      </w:r>
      <w:r w:rsidRPr="003A0BBB">
        <w:t>eau à bouillir pour lui faire une tisane</w:t>
      </w:r>
      <w:r w:rsidR="003A6D8D">
        <w:t xml:space="preserve">. </w:t>
      </w:r>
      <w:r w:rsidRPr="003A0BBB">
        <w:t>Quand je n</w:t>
      </w:r>
      <w:r w:rsidR="003A6D8D">
        <w:t>’</w:t>
      </w:r>
      <w:r w:rsidRPr="003A0BBB">
        <w:t>entendis plus de bruit dans sa chambre</w:t>
      </w:r>
      <w:r w:rsidR="003A6D8D">
        <w:t xml:space="preserve">, </w:t>
      </w:r>
      <w:r w:rsidRPr="003A0BBB">
        <w:t>je regagnai la mienne</w:t>
      </w:r>
      <w:r w:rsidR="003A6D8D">
        <w:t xml:space="preserve">. </w:t>
      </w:r>
      <w:r w:rsidRPr="003A0BBB">
        <w:t>J</w:t>
      </w:r>
      <w:r w:rsidR="003A6D8D">
        <w:t>’</w:t>
      </w:r>
      <w:r w:rsidRPr="003A0BBB">
        <w:t>y pénétrai sur la pointe des pieds pour ne pas réveiller Camille</w:t>
      </w:r>
      <w:r w:rsidR="003A6D8D">
        <w:t xml:space="preserve">. </w:t>
      </w:r>
      <w:r w:rsidRPr="003A0BBB">
        <w:t>M</w:t>
      </w:r>
      <w:r w:rsidR="003A6D8D">
        <w:t>’</w:t>
      </w:r>
      <w:r w:rsidRPr="003A0BBB">
        <w:t>étant alors dévêtue toute</w:t>
      </w:r>
      <w:r w:rsidR="003A6D8D">
        <w:t xml:space="preserve">, </w:t>
      </w:r>
      <w:r w:rsidRPr="003A0BBB">
        <w:t>je me souviens que</w:t>
      </w:r>
      <w:r w:rsidR="003A6D8D">
        <w:t xml:space="preserve">, </w:t>
      </w:r>
      <w:r w:rsidRPr="003A0BBB">
        <w:t>cette nuit-là</w:t>
      </w:r>
      <w:r w:rsidR="003A6D8D">
        <w:t xml:space="preserve">, </w:t>
      </w:r>
      <w:r w:rsidRPr="003A0BBB">
        <w:t>je regardai longuement mon corps</w:t>
      </w:r>
      <w:r w:rsidR="003A6D8D">
        <w:t>.</w:t>
      </w:r>
    </w:p>
    <w:p w14:paraId="6932B91F" w14:textId="77777777" w:rsidR="003A6D8D" w:rsidRDefault="008F7090" w:rsidP="008F7090">
      <w:proofErr w:type="gramStart"/>
      <w:r w:rsidRPr="003A0BBB">
        <w:lastRenderedPageBreak/>
        <w:t>Après</w:t>
      </w:r>
      <w:proofErr w:type="gramEnd"/>
      <w:r w:rsidR="003A6D8D">
        <w:t xml:space="preserve">, </w:t>
      </w:r>
      <w:r w:rsidRPr="003A0BBB">
        <w:t>je cherche vainement au fond de ma mémoire un souvenir de mes années de mariage qui mérite d</w:t>
      </w:r>
      <w:r w:rsidR="003A6D8D">
        <w:t>’</w:t>
      </w:r>
      <w:r w:rsidRPr="003A0BBB">
        <w:t>être rapporté</w:t>
      </w:r>
      <w:r w:rsidR="003A6D8D">
        <w:t xml:space="preserve">. </w:t>
      </w:r>
      <w:r w:rsidRPr="003A0BBB">
        <w:t>Je n</w:t>
      </w:r>
      <w:r w:rsidR="003A6D8D">
        <w:t>’</w:t>
      </w:r>
      <w:r w:rsidRPr="003A0BBB">
        <w:t>en vois plus</w:t>
      </w:r>
      <w:r w:rsidR="003A6D8D">
        <w:t xml:space="preserve">. </w:t>
      </w:r>
      <w:r w:rsidRPr="003A0BBB">
        <w:t>Vraiment</w:t>
      </w:r>
      <w:r w:rsidR="003A6D8D">
        <w:t xml:space="preserve">, </w:t>
      </w:r>
      <w:r w:rsidRPr="003A0BBB">
        <w:t>il n</w:t>
      </w:r>
      <w:r w:rsidR="003A6D8D">
        <w:t>’</w:t>
      </w:r>
      <w:r w:rsidRPr="003A0BBB">
        <w:t>y a plus rien eu</w:t>
      </w:r>
      <w:r w:rsidR="003A6D8D">
        <w:t xml:space="preserve">. </w:t>
      </w:r>
      <w:r w:rsidRPr="003A0BBB">
        <w:t>Écrivant cette phrase</w:t>
      </w:r>
      <w:r w:rsidR="003A6D8D">
        <w:t xml:space="preserve">, </w:t>
      </w:r>
      <w:r w:rsidRPr="003A0BBB">
        <w:t>je ne peux m</w:t>
      </w:r>
      <w:r w:rsidR="003A6D8D">
        <w:t>’</w:t>
      </w:r>
      <w:r w:rsidRPr="003A0BBB">
        <w:t>empêcher de songer à ce qu</w:t>
      </w:r>
      <w:r w:rsidR="003A6D8D">
        <w:t>’</w:t>
      </w:r>
      <w:r w:rsidRPr="003A0BBB">
        <w:t>en diraient des femmes à qui il serait donné de la lire</w:t>
      </w:r>
      <w:r w:rsidR="003A6D8D">
        <w:t xml:space="preserve">. </w:t>
      </w:r>
      <w:r w:rsidRPr="003A0BBB">
        <w:t>Je le devine</w:t>
      </w:r>
      <w:r w:rsidR="003A6D8D">
        <w:t xml:space="preserve">, </w:t>
      </w:r>
      <w:r w:rsidRPr="003A0BBB">
        <w:t>les heureuses</w:t>
      </w:r>
      <w:r w:rsidR="003A6D8D">
        <w:t xml:space="preserve">, </w:t>
      </w:r>
      <w:r w:rsidRPr="003A0BBB">
        <w:t>les choyées</w:t>
      </w:r>
      <w:r w:rsidR="003A6D8D">
        <w:t xml:space="preserve">, </w:t>
      </w:r>
      <w:r w:rsidRPr="003A0BBB">
        <w:t>les grandes favorites du sort et de la fortune ne manqueraient pas de se récrier</w:t>
      </w:r>
      <w:r w:rsidR="003A6D8D">
        <w:t> : « </w:t>
      </w:r>
      <w:r w:rsidRPr="003A0BBB">
        <w:t>Une aussi écœurante banalité</w:t>
      </w:r>
      <w:r w:rsidR="003A6D8D">
        <w:t xml:space="preserve">, </w:t>
      </w:r>
      <w:r w:rsidRPr="003A0BBB">
        <w:t>est-ce possible</w:t>
      </w:r>
      <w:r w:rsidR="003A6D8D">
        <w:t xml:space="preserve"> ? </w:t>
      </w:r>
      <w:r w:rsidRPr="003A0BBB">
        <w:t>Oui</w:t>
      </w:r>
      <w:r w:rsidR="003A6D8D">
        <w:t xml:space="preserve"> ? </w:t>
      </w:r>
      <w:r w:rsidRPr="003A0BBB">
        <w:t>Alors la femme qui s</w:t>
      </w:r>
      <w:r w:rsidR="003A6D8D">
        <w:t>’</w:t>
      </w:r>
      <w:r w:rsidRPr="003A0BBB">
        <w:t>est résignée à une telle abdication n</w:t>
      </w:r>
      <w:r w:rsidR="003A6D8D">
        <w:t>’</w:t>
      </w:r>
      <w:r w:rsidRPr="003A0BBB">
        <w:t>a pas à se plaindre</w:t>
      </w:r>
      <w:r w:rsidR="003A6D8D">
        <w:t xml:space="preserve">. </w:t>
      </w:r>
      <w:r w:rsidRPr="003A0BBB">
        <w:t>Une semblable veulerie n</w:t>
      </w:r>
      <w:r w:rsidR="003A6D8D">
        <w:t>’</w:t>
      </w:r>
      <w:r w:rsidRPr="003A0BBB">
        <w:t>a que ce qu</w:t>
      </w:r>
      <w:r w:rsidR="003A6D8D">
        <w:t>’</w:t>
      </w:r>
      <w:r w:rsidRPr="003A0BBB">
        <w:t>elle mérite</w:t>
      </w:r>
      <w:r w:rsidR="003A6D8D">
        <w:t>. »</w:t>
      </w:r>
      <w:r w:rsidRPr="003A0BBB">
        <w:t xml:space="preserve"> Hélas</w:t>
      </w:r>
      <w:r w:rsidR="003A6D8D">
        <w:t xml:space="preserve"> ! </w:t>
      </w:r>
      <w:r w:rsidRPr="003A0BBB">
        <w:t>Je vous entends bien</w:t>
      </w:r>
      <w:r w:rsidR="003A6D8D">
        <w:t xml:space="preserve">, </w:t>
      </w:r>
      <w:r w:rsidRPr="003A0BBB">
        <w:t>mes sœurs orgueilleuses</w:t>
      </w:r>
      <w:r w:rsidR="003A6D8D">
        <w:t xml:space="preserve">. </w:t>
      </w:r>
      <w:r w:rsidRPr="003A0BBB">
        <w:t>Mais les autres</w:t>
      </w:r>
      <w:r w:rsidR="003A6D8D">
        <w:t xml:space="preserve">, </w:t>
      </w:r>
      <w:r w:rsidRPr="003A0BBB">
        <w:t>mes humbles sœurs aux médiocres destinées</w:t>
      </w:r>
      <w:r w:rsidR="003A6D8D">
        <w:t xml:space="preserve">, </w:t>
      </w:r>
      <w:r w:rsidRPr="003A0BBB">
        <w:t>tout ce troupeau dans les mornes rangs duquel se pressent pourtant</w:t>
      </w:r>
      <w:r w:rsidR="003A6D8D">
        <w:t xml:space="preserve">, </w:t>
      </w:r>
      <w:r w:rsidRPr="003A0BBB">
        <w:t>à l</w:t>
      </w:r>
      <w:r w:rsidR="003A6D8D">
        <w:t>’</w:t>
      </w:r>
      <w:r w:rsidRPr="003A0BBB">
        <w:t>insu de tous et d</w:t>
      </w:r>
      <w:r w:rsidR="003A6D8D">
        <w:t>’</w:t>
      </w:r>
      <w:r w:rsidRPr="003A0BBB">
        <w:t>elles-mêmes</w:t>
      </w:r>
      <w:r w:rsidR="003A6D8D">
        <w:t xml:space="preserve">, </w:t>
      </w:r>
      <w:r w:rsidRPr="003A0BBB">
        <w:t>de beaux corps voluptueux et de grands cœurs inassouvis</w:t>
      </w:r>
      <w:r w:rsidR="003A6D8D">
        <w:t xml:space="preserve">, </w:t>
      </w:r>
      <w:r w:rsidRPr="003A0BBB">
        <w:t>celles-là</w:t>
      </w:r>
      <w:r w:rsidR="003A6D8D">
        <w:t xml:space="preserve">, </w:t>
      </w:r>
      <w:r w:rsidRPr="003A0BBB">
        <w:t>je sais qu</w:t>
      </w:r>
      <w:r w:rsidR="003A6D8D">
        <w:t>’</w:t>
      </w:r>
      <w:r w:rsidRPr="003A0BBB">
        <w:t>elles ne me jetteront pas la pierre</w:t>
      </w:r>
      <w:r w:rsidR="003A6D8D">
        <w:t xml:space="preserve">, </w:t>
      </w:r>
      <w:r w:rsidRPr="003A0BBB">
        <w:t>et qu</w:t>
      </w:r>
      <w:r w:rsidR="003A6D8D">
        <w:t>’</w:t>
      </w:r>
      <w:r w:rsidRPr="003A0BBB">
        <w:t>elles ne pourront que baisser la tête avec un soupir</w:t>
      </w:r>
      <w:r w:rsidR="003A6D8D">
        <w:t>.</w:t>
      </w:r>
    </w:p>
    <w:p w14:paraId="27FB3213" w14:textId="68F71021" w:rsidR="008F7090" w:rsidRPr="003A0BBB" w:rsidRDefault="008F7090" w:rsidP="008F7090"/>
    <w:p w14:paraId="20542594" w14:textId="77777777" w:rsidR="003A6D8D" w:rsidRDefault="008F7090" w:rsidP="008F7090">
      <w:r w:rsidRPr="003A0BBB">
        <w:t>Au cours de l</w:t>
      </w:r>
      <w:r w:rsidR="003A6D8D">
        <w:t>’</w:t>
      </w:r>
      <w:r w:rsidRPr="003A0BBB">
        <w:t>hiver de 1908</w:t>
      </w:r>
      <w:r w:rsidR="003A6D8D">
        <w:t xml:space="preserve">, </w:t>
      </w:r>
      <w:r w:rsidRPr="003A0BBB">
        <w:t>mon mari contracta une congestion pulmonaire double qui l</w:t>
      </w:r>
      <w:r w:rsidR="003A6D8D">
        <w:t>’</w:t>
      </w:r>
      <w:r w:rsidRPr="003A0BBB">
        <w:t>emporta en quelques jours</w:t>
      </w:r>
      <w:r w:rsidR="003A6D8D">
        <w:t xml:space="preserve">. </w:t>
      </w:r>
      <w:r w:rsidRPr="003A0BBB">
        <w:t>J</w:t>
      </w:r>
      <w:r w:rsidR="003A6D8D">
        <w:t>’</w:t>
      </w:r>
      <w:r w:rsidRPr="003A0BBB">
        <w:t>avais un peu plus de trente-deux ans</w:t>
      </w:r>
      <w:r w:rsidR="003A6D8D">
        <w:t>.</w:t>
      </w:r>
    </w:p>
    <w:p w14:paraId="4380C40E" w14:textId="77777777" w:rsidR="003A6D8D" w:rsidRDefault="008F7090" w:rsidP="008F7090">
      <w:r w:rsidRPr="003A0BBB">
        <w:t>J</w:t>
      </w:r>
      <w:r w:rsidR="003A6D8D">
        <w:t>’</w:t>
      </w:r>
      <w:r w:rsidRPr="003A0BBB">
        <w:t>ai beau jeu maintenant pour parler de cet événement avec indifférence</w:t>
      </w:r>
      <w:r w:rsidR="003A6D8D">
        <w:t xml:space="preserve">. </w:t>
      </w:r>
      <w:r w:rsidRPr="003A0BBB">
        <w:t>Mais je me noircirais inutilement en laissant entendre que la disparition du père de mon enfant m</w:t>
      </w:r>
      <w:r w:rsidR="003A6D8D">
        <w:t>’</w:t>
      </w:r>
      <w:r w:rsidRPr="003A0BBB">
        <w:t>ait laissée froide</w:t>
      </w:r>
      <w:r w:rsidR="003A6D8D">
        <w:t xml:space="preserve">. </w:t>
      </w:r>
      <w:r w:rsidRPr="003A0BBB">
        <w:t>En effet</w:t>
      </w:r>
      <w:r w:rsidR="003A6D8D">
        <w:t xml:space="preserve">, </w:t>
      </w:r>
      <w:r w:rsidRPr="003A0BBB">
        <w:t>ce ne fut que plus tard</w:t>
      </w:r>
      <w:r w:rsidR="003A6D8D">
        <w:t xml:space="preserve">, </w:t>
      </w:r>
      <w:r w:rsidRPr="003A0BBB">
        <w:t>beaucoup plus tard</w:t>
      </w:r>
      <w:r w:rsidR="003A6D8D">
        <w:t xml:space="preserve">, </w:t>
      </w:r>
      <w:r w:rsidRPr="003A0BBB">
        <w:t>que je compris que je ne l</w:t>
      </w:r>
      <w:r w:rsidR="003A6D8D">
        <w:t>’</w:t>
      </w:r>
      <w:r w:rsidRPr="003A0BBB">
        <w:t>avais jamais aimé</w:t>
      </w:r>
      <w:r w:rsidR="003A6D8D">
        <w:t>.</w:t>
      </w:r>
    </w:p>
    <w:p w14:paraId="0B84A1DA" w14:textId="57326605" w:rsidR="008F7090" w:rsidRPr="003A0BBB" w:rsidRDefault="008F7090" w:rsidP="003A6D8D">
      <w:pPr>
        <w:pStyle w:val="Titre1"/>
        <w:rPr>
          <w:rFonts w:cs="Georgia"/>
        </w:rPr>
      </w:pPr>
      <w:bookmarkStart w:id="3" w:name="_Toc196328804"/>
      <w:r w:rsidRPr="003A0BBB">
        <w:rPr>
          <w:rFonts w:cs="Georgia"/>
        </w:rPr>
        <w:lastRenderedPageBreak/>
        <w:t>III</w:t>
      </w:r>
      <w:bookmarkEnd w:id="3"/>
    </w:p>
    <w:p w14:paraId="397BFD13" w14:textId="77777777" w:rsidR="003A6D8D" w:rsidRDefault="008F7090" w:rsidP="008F7090">
      <w:r w:rsidRPr="003A0BBB">
        <w:t>Rien ne me retenait à la ville</w:t>
      </w:r>
      <w:r w:rsidR="003A6D8D">
        <w:t xml:space="preserve">. </w:t>
      </w:r>
      <w:r w:rsidRPr="003A0BBB">
        <w:t>En moins de deux semaines</w:t>
      </w:r>
      <w:r w:rsidR="003A6D8D">
        <w:t xml:space="preserve">, </w:t>
      </w:r>
      <w:r w:rsidRPr="003A0BBB">
        <w:t>j</w:t>
      </w:r>
      <w:r w:rsidR="003A6D8D">
        <w:t>’</w:t>
      </w:r>
      <w:r w:rsidRPr="003A0BBB">
        <w:t>étais parvenue à sous-louer la maison où j</w:t>
      </w:r>
      <w:r w:rsidR="003A6D8D">
        <w:t>’</w:t>
      </w:r>
      <w:r w:rsidRPr="003A0BBB">
        <w:t>avais vécu jusque-là</w:t>
      </w:r>
      <w:r w:rsidR="003A6D8D">
        <w:t xml:space="preserve">, </w:t>
      </w:r>
      <w:r w:rsidRPr="003A0BBB">
        <w:t>et je partis pour m</w:t>
      </w:r>
      <w:r w:rsidR="003A6D8D">
        <w:t>’</w:t>
      </w:r>
      <w:r w:rsidRPr="003A0BBB">
        <w:t>installer à Maguelonne</w:t>
      </w:r>
      <w:r w:rsidR="003A6D8D">
        <w:t xml:space="preserve">, </w:t>
      </w:r>
      <w:r w:rsidRPr="003A0BBB">
        <w:t>que je comptais ne plus quitter désormais</w:t>
      </w:r>
      <w:r w:rsidR="003A6D8D">
        <w:t>.</w:t>
      </w:r>
    </w:p>
    <w:p w14:paraId="352645C8" w14:textId="77777777" w:rsidR="003A6D8D" w:rsidRDefault="008F7090" w:rsidP="008F7090">
      <w:r w:rsidRPr="003A0BBB">
        <w:t>La propriété de Maguelonne est située à une quarantaine de kilomètres du chef-lieu d</w:t>
      </w:r>
      <w:r w:rsidR="003A6D8D">
        <w:t>’</w:t>
      </w:r>
      <w:r w:rsidRPr="003A0BBB">
        <w:t>arrondissement où mon père et mon mari avaient fait leur carrière</w:t>
      </w:r>
      <w:r w:rsidR="003A6D8D">
        <w:t xml:space="preserve">. </w:t>
      </w:r>
      <w:r w:rsidRPr="003A0BBB">
        <w:t>Mais ces dix lieues</w:t>
      </w:r>
      <w:r w:rsidR="003A6D8D">
        <w:t xml:space="preserve">, </w:t>
      </w:r>
      <w:r w:rsidRPr="003A0BBB">
        <w:t>qu</w:t>
      </w:r>
      <w:r w:rsidR="003A6D8D">
        <w:t>’</w:t>
      </w:r>
      <w:r w:rsidRPr="003A0BBB">
        <w:t>on franchit aujourd</w:t>
      </w:r>
      <w:r w:rsidR="003A6D8D">
        <w:t>’</w:t>
      </w:r>
      <w:r w:rsidRPr="003A0BBB">
        <w:t>hui en une heure d</w:t>
      </w:r>
      <w:r w:rsidR="003A6D8D">
        <w:t>’</w:t>
      </w:r>
      <w:r w:rsidRPr="003A0BBB">
        <w:t>automobile</w:t>
      </w:r>
      <w:r w:rsidR="003A6D8D">
        <w:t xml:space="preserve">, </w:t>
      </w:r>
      <w:r w:rsidRPr="003A0BBB">
        <w:t>avaient à cette époque pour conséquence un isolement quasi total</w:t>
      </w:r>
      <w:r w:rsidR="003A6D8D">
        <w:t xml:space="preserve">. </w:t>
      </w:r>
      <w:r w:rsidRPr="003A0BBB">
        <w:t>La petite ville voisine</w:t>
      </w:r>
      <w:r w:rsidR="003A6D8D">
        <w:t xml:space="preserve">, </w:t>
      </w:r>
      <w:r w:rsidRPr="003A0BBB">
        <w:t>distante d</w:t>
      </w:r>
      <w:r w:rsidR="003A6D8D">
        <w:t>’</w:t>
      </w:r>
      <w:r w:rsidRPr="003A0BBB">
        <w:t>une lieue</w:t>
      </w:r>
      <w:r w:rsidR="003A6D8D">
        <w:t xml:space="preserve">, </w:t>
      </w:r>
      <w:r w:rsidRPr="003A0BBB">
        <w:t>est elle-même éloignée de près de vingt kilomètres de la station de chemin de fer la plus rapprochée</w:t>
      </w:r>
      <w:r w:rsidR="003A6D8D">
        <w:t xml:space="preserve">. </w:t>
      </w:r>
      <w:r w:rsidRPr="003A0BBB">
        <w:t>Cette voie ferrée est une de celles qui</w:t>
      </w:r>
      <w:r w:rsidR="003A6D8D">
        <w:t xml:space="preserve">, </w:t>
      </w:r>
      <w:r w:rsidRPr="003A0BBB">
        <w:t>traversant les montagnes du Centre</w:t>
      </w:r>
      <w:r w:rsidR="003A6D8D">
        <w:t xml:space="preserve">, </w:t>
      </w:r>
      <w:r w:rsidRPr="003A0BBB">
        <w:t>viennent s</w:t>
      </w:r>
      <w:r w:rsidR="003A6D8D">
        <w:t>’</w:t>
      </w:r>
      <w:r w:rsidRPr="003A0BBB">
        <w:t>embrancher plus bas sur la grande ligne méridionale de Cette à Bordeaux</w:t>
      </w:r>
      <w:r w:rsidR="003A6D8D">
        <w:t xml:space="preserve">. </w:t>
      </w:r>
      <w:r w:rsidRPr="003A0BBB">
        <w:t>Du temps que nous allions y passer nos vacances</w:t>
      </w:r>
      <w:r w:rsidR="003A6D8D">
        <w:t xml:space="preserve">, </w:t>
      </w:r>
      <w:r w:rsidRPr="003A0BBB">
        <w:t>il fallait toute une journée</w:t>
      </w:r>
      <w:r w:rsidR="003A6D8D">
        <w:t xml:space="preserve">, </w:t>
      </w:r>
      <w:r w:rsidRPr="003A0BBB">
        <w:t>train et voitures</w:t>
      </w:r>
      <w:r w:rsidR="003A6D8D">
        <w:t xml:space="preserve">, </w:t>
      </w:r>
      <w:r w:rsidRPr="003A0BBB">
        <w:t>pour se rendre à Maguelonne</w:t>
      </w:r>
      <w:r w:rsidR="003A6D8D">
        <w:t>.</w:t>
      </w:r>
    </w:p>
    <w:p w14:paraId="48A6F589" w14:textId="77777777" w:rsidR="003A6D8D" w:rsidRDefault="008F7090" w:rsidP="008F7090">
      <w:r w:rsidRPr="003A0BBB">
        <w:t>Je ne laisse pas errer ma mémoire au hasard</w:t>
      </w:r>
      <w:r w:rsidR="003A6D8D">
        <w:t xml:space="preserve">. </w:t>
      </w:r>
      <w:r w:rsidRPr="003A0BBB">
        <w:t>Je m</w:t>
      </w:r>
      <w:r w:rsidR="003A6D8D">
        <w:t>’</w:t>
      </w:r>
      <w:r w:rsidRPr="003A0BBB">
        <w:t>efforce de ne rapporter ici que les faits nécessaires à la compréhension des événements qui vont suivre</w:t>
      </w:r>
      <w:r w:rsidR="003A6D8D">
        <w:t xml:space="preserve">. </w:t>
      </w:r>
      <w:r w:rsidRPr="003A0BBB">
        <w:t>Si je tente un tableau de cette région</w:t>
      </w:r>
      <w:r w:rsidR="003A6D8D">
        <w:t xml:space="preserve">, </w:t>
      </w:r>
      <w:r w:rsidRPr="003A0BBB">
        <w:t>j</w:t>
      </w:r>
      <w:r w:rsidR="003A6D8D">
        <w:t>’</w:t>
      </w:r>
      <w:r w:rsidRPr="003A0BBB">
        <w:t>espère ne pas y introduire un seul détail superflu</w:t>
      </w:r>
      <w:r w:rsidR="003A6D8D">
        <w:t xml:space="preserve">. </w:t>
      </w:r>
      <w:r w:rsidRPr="003A0BBB">
        <w:t>Les événements se chargeront de démontrer que chacun d</w:t>
      </w:r>
      <w:r w:rsidR="003A6D8D">
        <w:t>’</w:t>
      </w:r>
      <w:r w:rsidRPr="003A0BBB">
        <w:t>eux était indispensable</w:t>
      </w:r>
      <w:r w:rsidR="003A6D8D">
        <w:t xml:space="preserve">. </w:t>
      </w:r>
      <w:r w:rsidRPr="003A0BBB">
        <w:t>Loin de s</w:t>
      </w:r>
      <w:r w:rsidR="003A6D8D">
        <w:t>’</w:t>
      </w:r>
      <w:r w:rsidRPr="003A0BBB">
        <w:t>en trouver retardée</w:t>
      </w:r>
      <w:r w:rsidR="003A6D8D">
        <w:t xml:space="preserve">, </w:t>
      </w:r>
      <w:r w:rsidRPr="003A0BBB">
        <w:t>l</w:t>
      </w:r>
      <w:r w:rsidR="003A6D8D">
        <w:t>’</w:t>
      </w:r>
      <w:r w:rsidRPr="003A0BBB">
        <w:t>action</w:t>
      </w:r>
      <w:r w:rsidR="003A6D8D">
        <w:t xml:space="preserve">, </w:t>
      </w:r>
      <w:r w:rsidRPr="003A0BBB">
        <w:t>le moment venu</w:t>
      </w:r>
      <w:r w:rsidR="003A6D8D">
        <w:t xml:space="preserve">, </w:t>
      </w:r>
      <w:r w:rsidRPr="003A0BBB">
        <w:t>n</w:t>
      </w:r>
      <w:r w:rsidR="003A6D8D">
        <w:t>’</w:t>
      </w:r>
      <w:r w:rsidRPr="003A0BBB">
        <w:t>en poursuivra qu</w:t>
      </w:r>
      <w:r w:rsidR="003A6D8D">
        <w:t>’</w:t>
      </w:r>
      <w:r w:rsidRPr="003A0BBB">
        <w:t>avec plus de rapidité sa course</w:t>
      </w:r>
      <w:r w:rsidR="003A6D8D">
        <w:t xml:space="preserve">. </w:t>
      </w:r>
      <w:r w:rsidRPr="003A0BBB">
        <w:t>Les épisodes d</w:t>
      </w:r>
      <w:r w:rsidR="003A6D8D">
        <w:t>’</w:t>
      </w:r>
      <w:r w:rsidRPr="003A0BBB">
        <w:t>un drame intime sont dans la stricte dépendance des lieux environnants</w:t>
      </w:r>
      <w:r w:rsidR="003A6D8D">
        <w:t xml:space="preserve">. </w:t>
      </w:r>
      <w:r w:rsidRPr="003A0BBB">
        <w:t>Autant que l</w:t>
      </w:r>
      <w:r w:rsidR="003A6D8D">
        <w:t>’</w:t>
      </w:r>
      <w:r w:rsidRPr="003A0BBB">
        <w:t>analyse méticuleuse d</w:t>
      </w:r>
      <w:r w:rsidR="003A6D8D">
        <w:t>’</w:t>
      </w:r>
      <w:r w:rsidRPr="003A0BBB">
        <w:t>un cœur</w:t>
      </w:r>
      <w:r w:rsidR="003A6D8D">
        <w:t xml:space="preserve">, </w:t>
      </w:r>
      <w:r w:rsidRPr="003A0BBB">
        <w:t>la description d</w:t>
      </w:r>
      <w:r w:rsidR="003A6D8D">
        <w:t>’</w:t>
      </w:r>
      <w:r w:rsidRPr="003A0BBB">
        <w:t>une colline rocailleuse ou d</w:t>
      </w:r>
      <w:r w:rsidR="003A6D8D">
        <w:t>’</w:t>
      </w:r>
      <w:r w:rsidRPr="003A0BBB">
        <w:t xml:space="preserve">une chaussée à tournants trop brusques a sa </w:t>
      </w:r>
      <w:r w:rsidRPr="003A0BBB">
        <w:lastRenderedPageBreak/>
        <w:t>valeur révélatrice</w:t>
      </w:r>
      <w:r w:rsidR="003A6D8D">
        <w:t xml:space="preserve">. </w:t>
      </w:r>
      <w:r w:rsidRPr="003A0BBB">
        <w:t>Pour l</w:t>
      </w:r>
      <w:r w:rsidR="003A6D8D">
        <w:t>’</w:t>
      </w:r>
      <w:r w:rsidRPr="003A0BBB">
        <w:t>instant</w:t>
      </w:r>
      <w:r w:rsidR="003A6D8D">
        <w:t xml:space="preserve">, </w:t>
      </w:r>
      <w:r w:rsidRPr="003A0BBB">
        <w:t>je déblaie le sentier par lequel le bolide tout à l</w:t>
      </w:r>
      <w:r w:rsidR="003A6D8D">
        <w:t>’</w:t>
      </w:r>
      <w:r w:rsidRPr="003A0BBB">
        <w:t>heure</w:t>
      </w:r>
      <w:r w:rsidR="003A6D8D">
        <w:t xml:space="preserve">, </w:t>
      </w:r>
      <w:r w:rsidRPr="003A0BBB">
        <w:t>va se ruer</w:t>
      </w:r>
      <w:r w:rsidR="003A6D8D">
        <w:t>.</w:t>
      </w:r>
    </w:p>
    <w:p w14:paraId="16768AAE" w14:textId="184FCE38" w:rsidR="008F7090" w:rsidRPr="003A0BBB" w:rsidRDefault="008F7090" w:rsidP="008F7090"/>
    <w:p w14:paraId="067BEB80" w14:textId="77777777" w:rsidR="003A6D8D" w:rsidRDefault="008F7090" w:rsidP="008F7090">
      <w:r w:rsidRPr="003A0BBB">
        <w:t>La petite ville auprès de laquelle j</w:t>
      </w:r>
      <w:r w:rsidR="003A6D8D">
        <w:t>’</w:t>
      </w:r>
      <w:r w:rsidRPr="003A0BBB">
        <w:t>allais habiter s</w:t>
      </w:r>
      <w:r w:rsidR="003A6D8D">
        <w:t>’</w:t>
      </w:r>
      <w:r w:rsidRPr="003A0BBB">
        <w:t>étend dans une sorte de cuvette</w:t>
      </w:r>
      <w:r w:rsidR="003A6D8D">
        <w:t xml:space="preserve">. </w:t>
      </w:r>
      <w:r w:rsidRPr="003A0BBB">
        <w:t>Une rivière la baigne</w:t>
      </w:r>
      <w:r w:rsidR="003A6D8D">
        <w:t xml:space="preserve">, </w:t>
      </w:r>
      <w:r w:rsidRPr="003A0BBB">
        <w:t>dont les affluents descendent</w:t>
      </w:r>
      <w:r w:rsidR="003A6D8D">
        <w:t xml:space="preserve">, </w:t>
      </w:r>
      <w:r w:rsidRPr="003A0BBB">
        <w:t>par d</w:t>
      </w:r>
      <w:r w:rsidR="003A6D8D">
        <w:t>’</w:t>
      </w:r>
      <w:r w:rsidRPr="003A0BBB">
        <w:t>étroites et rapides vallées</w:t>
      </w:r>
      <w:r w:rsidR="003A6D8D">
        <w:t xml:space="preserve">, </w:t>
      </w:r>
      <w:r w:rsidRPr="003A0BBB">
        <w:t>des hauteurs du Plateau Central</w:t>
      </w:r>
      <w:r w:rsidR="003A6D8D">
        <w:t xml:space="preserve">. </w:t>
      </w:r>
      <w:r w:rsidRPr="003A0BBB">
        <w:t>Ils bondissent sous d</w:t>
      </w:r>
      <w:r w:rsidR="003A6D8D">
        <w:t>’</w:t>
      </w:r>
      <w:r w:rsidRPr="003A0BBB">
        <w:t>épaisses forêts de châtaigniers</w:t>
      </w:r>
      <w:r w:rsidR="003A6D8D">
        <w:t xml:space="preserve">. </w:t>
      </w:r>
      <w:r w:rsidRPr="003A0BBB">
        <w:t>Leurs cascades auréolent les sous-bois de minuscules arcs-en-ciel</w:t>
      </w:r>
      <w:r w:rsidR="003A6D8D">
        <w:t xml:space="preserve">. </w:t>
      </w:r>
      <w:r w:rsidRPr="003A0BBB">
        <w:t>L</w:t>
      </w:r>
      <w:r w:rsidR="003A6D8D">
        <w:t>’</w:t>
      </w:r>
      <w:r w:rsidRPr="003A0BBB">
        <w:t>été</w:t>
      </w:r>
      <w:r w:rsidR="003A6D8D">
        <w:t xml:space="preserve">, </w:t>
      </w:r>
      <w:r w:rsidRPr="003A0BBB">
        <w:t>c</w:t>
      </w:r>
      <w:r w:rsidR="003A6D8D">
        <w:t>’</w:t>
      </w:r>
      <w:r w:rsidRPr="003A0BBB">
        <w:t>est un enchantement d</w:t>
      </w:r>
      <w:r w:rsidR="003A6D8D">
        <w:t>’</w:t>
      </w:r>
      <w:r w:rsidRPr="003A0BBB">
        <w:t>ombre et de fraîcheur</w:t>
      </w:r>
      <w:r w:rsidR="003A6D8D">
        <w:t xml:space="preserve">. </w:t>
      </w:r>
      <w:r w:rsidRPr="003A0BBB">
        <w:t>L</w:t>
      </w:r>
      <w:r w:rsidR="003A6D8D">
        <w:t>’</w:t>
      </w:r>
      <w:r w:rsidRPr="003A0BBB">
        <w:t>oreille retentit indéfiniment du murmure des ruisseaux qui roulent sur leur lit de granit des myriades de truites et d</w:t>
      </w:r>
      <w:r w:rsidR="003A6D8D">
        <w:t>’</w:t>
      </w:r>
      <w:r w:rsidRPr="003A0BBB">
        <w:t>écrevisses</w:t>
      </w:r>
      <w:r w:rsidR="003A6D8D">
        <w:t xml:space="preserve">. </w:t>
      </w:r>
      <w:r w:rsidRPr="003A0BBB">
        <w:t>L</w:t>
      </w:r>
      <w:r w:rsidR="003A6D8D">
        <w:t>’</w:t>
      </w:r>
      <w:r w:rsidRPr="003A0BBB">
        <w:t>hiver</w:t>
      </w:r>
      <w:r w:rsidR="003A6D8D">
        <w:t xml:space="preserve">, </w:t>
      </w:r>
      <w:r w:rsidRPr="003A0BBB">
        <w:t>quand la bise du nord secoue âprement les arbres noirs et les dépouille de leurs dernières feuilles</w:t>
      </w:r>
      <w:r w:rsidR="003A6D8D">
        <w:t xml:space="preserve">, </w:t>
      </w:r>
      <w:r w:rsidRPr="003A0BBB">
        <w:t>cette plainte des eaux devient déchirante</w:t>
      </w:r>
      <w:r w:rsidR="003A6D8D">
        <w:t>.</w:t>
      </w:r>
    </w:p>
    <w:p w14:paraId="18429C27" w14:textId="77777777" w:rsidR="003A6D8D" w:rsidRDefault="008F7090" w:rsidP="008F7090">
      <w:r w:rsidRPr="003A0BBB">
        <w:t>La demeure de Maguelonne</w:t>
      </w:r>
      <w:r w:rsidR="003A6D8D">
        <w:t xml:space="preserve">, </w:t>
      </w:r>
      <w:r w:rsidRPr="003A0BBB">
        <w:t>dont les communs furent taillés à même le roc des derniers gradins de la montagne</w:t>
      </w:r>
      <w:r w:rsidR="003A6D8D">
        <w:t xml:space="preserve">, </w:t>
      </w:r>
      <w:r w:rsidRPr="003A0BBB">
        <w:t>a sa terrasse exposée au Midi</w:t>
      </w:r>
      <w:r w:rsidR="003A6D8D">
        <w:t xml:space="preserve">. </w:t>
      </w:r>
      <w:r w:rsidRPr="003A0BBB">
        <w:t>Quand le temps est très clair</w:t>
      </w:r>
      <w:r w:rsidR="003A6D8D">
        <w:t xml:space="preserve">, </w:t>
      </w:r>
      <w:r w:rsidRPr="003A0BBB">
        <w:t>on peut apercevoir la ligne vaporeuse des Pyrénées</w:t>
      </w:r>
      <w:r w:rsidR="003A6D8D">
        <w:t xml:space="preserve">. </w:t>
      </w:r>
      <w:r w:rsidRPr="003A0BBB">
        <w:t>À ses pieds</w:t>
      </w:r>
      <w:r w:rsidR="003A6D8D">
        <w:t xml:space="preserve">, </w:t>
      </w:r>
      <w:r w:rsidRPr="003A0BBB">
        <w:t>les torrents tumultueux s</w:t>
      </w:r>
      <w:r w:rsidR="003A6D8D">
        <w:t>’</w:t>
      </w:r>
      <w:r w:rsidRPr="003A0BBB">
        <w:t>assagissent dans la plaine</w:t>
      </w:r>
      <w:r w:rsidR="003A6D8D">
        <w:t xml:space="preserve">, </w:t>
      </w:r>
      <w:r w:rsidRPr="003A0BBB">
        <w:t>rivières désormais lentes dont les flots brillent dans les interstices de leur gaine de peupliers</w:t>
      </w:r>
      <w:r w:rsidR="003A6D8D">
        <w:t xml:space="preserve">. </w:t>
      </w:r>
      <w:r w:rsidRPr="003A0BBB">
        <w:t>Plus au sud</w:t>
      </w:r>
      <w:r w:rsidR="003A6D8D">
        <w:t xml:space="preserve">, </w:t>
      </w:r>
      <w:r w:rsidRPr="003A0BBB">
        <w:t>de nouveau</w:t>
      </w:r>
      <w:r w:rsidR="003A6D8D">
        <w:t xml:space="preserve">, </w:t>
      </w:r>
      <w:r w:rsidRPr="003A0BBB">
        <w:t>le sol s</w:t>
      </w:r>
      <w:r w:rsidR="003A6D8D">
        <w:t>’</w:t>
      </w:r>
      <w:r w:rsidRPr="003A0BBB">
        <w:t>accidente</w:t>
      </w:r>
      <w:r w:rsidR="003A6D8D">
        <w:t xml:space="preserve">, </w:t>
      </w:r>
      <w:r w:rsidRPr="003A0BBB">
        <w:t>se dénude</w:t>
      </w:r>
      <w:r w:rsidR="003A6D8D">
        <w:t xml:space="preserve">, </w:t>
      </w:r>
      <w:r w:rsidRPr="003A0BBB">
        <w:t>se fait rocheux</w:t>
      </w:r>
      <w:r w:rsidR="003A6D8D">
        <w:t xml:space="preserve">. </w:t>
      </w:r>
      <w:r w:rsidRPr="003A0BBB">
        <w:t>C</w:t>
      </w:r>
      <w:r w:rsidR="003A6D8D">
        <w:t>’</w:t>
      </w:r>
      <w:r w:rsidRPr="003A0BBB">
        <w:t>est la région inhospitalière du Causse</w:t>
      </w:r>
      <w:r w:rsidR="003A6D8D">
        <w:t xml:space="preserve">, </w:t>
      </w:r>
      <w:r w:rsidRPr="003A0BBB">
        <w:t>couverte d</w:t>
      </w:r>
      <w:r w:rsidR="003A6D8D">
        <w:t>’</w:t>
      </w:r>
      <w:r w:rsidRPr="003A0BBB">
        <w:t>arbustes rabougris</w:t>
      </w:r>
      <w:r w:rsidR="003A6D8D">
        <w:t xml:space="preserve">, </w:t>
      </w:r>
      <w:r w:rsidRPr="003A0BBB">
        <w:t>toute parsemée de cailloux bleuâtres</w:t>
      </w:r>
      <w:r w:rsidR="003A6D8D">
        <w:t>.</w:t>
      </w:r>
    </w:p>
    <w:p w14:paraId="50CE31A9" w14:textId="77777777" w:rsidR="003A6D8D" w:rsidRDefault="008F7090" w:rsidP="008F7090">
      <w:r w:rsidRPr="003A0BBB">
        <w:t>Des troupeaux de moutons paissent aux flancs des ravines</w:t>
      </w:r>
      <w:r w:rsidR="003A6D8D">
        <w:t xml:space="preserve">. </w:t>
      </w:r>
      <w:r w:rsidRPr="003A0BBB">
        <w:t>De quelque côté que l</w:t>
      </w:r>
      <w:r w:rsidR="003A6D8D">
        <w:t>’</w:t>
      </w:r>
      <w:r w:rsidRPr="003A0BBB">
        <w:t>on se tourne</w:t>
      </w:r>
      <w:r w:rsidR="003A6D8D">
        <w:t xml:space="preserve">, </w:t>
      </w:r>
      <w:r w:rsidRPr="003A0BBB">
        <w:t>l</w:t>
      </w:r>
      <w:r w:rsidR="003A6D8D">
        <w:t>’</w:t>
      </w:r>
      <w:r w:rsidRPr="003A0BBB">
        <w:t>horizon apparaît borné par une ceinture de collines au faîte desquelles des tours en ruines ébrèchent le ciel</w:t>
      </w:r>
      <w:r w:rsidR="003A6D8D">
        <w:t>.</w:t>
      </w:r>
    </w:p>
    <w:p w14:paraId="6111FAAB" w14:textId="77777777" w:rsidR="003A6D8D" w:rsidRDefault="008F7090" w:rsidP="008F7090">
      <w:r w:rsidRPr="003A0BBB">
        <w:t>Est-il maintenant possible de se faire une idée exacte du pays qui allait être le théâtre de mon existence</w:t>
      </w:r>
      <w:r w:rsidR="003A6D8D">
        <w:t xml:space="preserve"> ? </w:t>
      </w:r>
      <w:r w:rsidRPr="003A0BBB">
        <w:t xml:space="preserve">Ce pays est </w:t>
      </w:r>
      <w:r w:rsidRPr="003A0BBB">
        <w:lastRenderedPageBreak/>
        <w:t>situé à la limite de deux régions contradictoires</w:t>
      </w:r>
      <w:r w:rsidR="003A6D8D">
        <w:t xml:space="preserve">, </w:t>
      </w:r>
      <w:r w:rsidRPr="003A0BBB">
        <w:t>de deux climats opposés</w:t>
      </w:r>
      <w:r w:rsidR="003A6D8D">
        <w:t xml:space="preserve">. </w:t>
      </w:r>
      <w:r w:rsidRPr="003A0BBB">
        <w:t>D</w:t>
      </w:r>
      <w:r w:rsidR="003A6D8D">
        <w:t>’</w:t>
      </w:r>
      <w:r w:rsidRPr="003A0BBB">
        <w:t>un côté l</w:t>
      </w:r>
      <w:r w:rsidR="003A6D8D">
        <w:t>’</w:t>
      </w:r>
      <w:r w:rsidRPr="003A0BBB">
        <w:t>austérité nuageuse et nordique des cimes</w:t>
      </w:r>
      <w:r w:rsidR="003A6D8D">
        <w:t xml:space="preserve">, </w:t>
      </w:r>
      <w:r w:rsidRPr="003A0BBB">
        <w:t>de l</w:t>
      </w:r>
      <w:r w:rsidR="003A6D8D">
        <w:t>’</w:t>
      </w:r>
      <w:r w:rsidRPr="003A0BBB">
        <w:t>autre toute la couleur</w:t>
      </w:r>
      <w:r w:rsidR="003A6D8D">
        <w:t xml:space="preserve">, </w:t>
      </w:r>
      <w:r w:rsidRPr="003A0BBB">
        <w:t>toute la gaîté de la plaine et du Causse méridional</w:t>
      </w:r>
      <w:r w:rsidR="003A6D8D">
        <w:t xml:space="preserve">. </w:t>
      </w:r>
      <w:r w:rsidRPr="003A0BBB">
        <w:t>D</w:t>
      </w:r>
      <w:r w:rsidR="003A6D8D">
        <w:t>’</w:t>
      </w:r>
      <w:r w:rsidRPr="003A0BBB">
        <w:t>un côté le ciel gris</w:t>
      </w:r>
      <w:r w:rsidR="003A6D8D">
        <w:t xml:space="preserve">, </w:t>
      </w:r>
      <w:r w:rsidRPr="003A0BBB">
        <w:t>de l</w:t>
      </w:r>
      <w:r w:rsidR="003A6D8D">
        <w:t>’</w:t>
      </w:r>
      <w:r w:rsidRPr="003A0BBB">
        <w:t>autre le ciel bleu</w:t>
      </w:r>
      <w:r w:rsidR="003A6D8D">
        <w:t xml:space="preserve">. </w:t>
      </w:r>
      <w:r w:rsidRPr="003A0BBB">
        <w:t>D</w:t>
      </w:r>
      <w:r w:rsidR="003A6D8D">
        <w:t>’</w:t>
      </w:r>
      <w:r w:rsidRPr="003A0BBB">
        <w:t>un côté les hêtres</w:t>
      </w:r>
      <w:r w:rsidR="003A6D8D">
        <w:t xml:space="preserve">, </w:t>
      </w:r>
      <w:r w:rsidRPr="003A0BBB">
        <w:t>les bouleaux</w:t>
      </w:r>
      <w:r w:rsidR="003A6D8D">
        <w:t xml:space="preserve">, </w:t>
      </w:r>
      <w:r w:rsidRPr="003A0BBB">
        <w:t>les châtaigniers</w:t>
      </w:r>
      <w:r w:rsidR="003A6D8D">
        <w:t xml:space="preserve">, </w:t>
      </w:r>
      <w:r w:rsidRPr="003A0BBB">
        <w:t>de l</w:t>
      </w:r>
      <w:r w:rsidR="003A6D8D">
        <w:t>’</w:t>
      </w:r>
      <w:r w:rsidRPr="003A0BBB">
        <w:t>autre la vigne et déjà le cyprès</w:t>
      </w:r>
      <w:r w:rsidR="003A6D8D">
        <w:t xml:space="preserve"> ; </w:t>
      </w:r>
      <w:r w:rsidRPr="003A0BBB">
        <w:t>d</w:t>
      </w:r>
      <w:r w:rsidR="003A6D8D">
        <w:t>’</w:t>
      </w:r>
      <w:r w:rsidRPr="003A0BBB">
        <w:t>un côté la cascade glacée</w:t>
      </w:r>
      <w:r w:rsidR="003A6D8D">
        <w:t xml:space="preserve">, </w:t>
      </w:r>
      <w:r w:rsidRPr="003A0BBB">
        <w:t>de l</w:t>
      </w:r>
      <w:r w:rsidR="003A6D8D">
        <w:t>’</w:t>
      </w:r>
      <w:r w:rsidRPr="003A0BBB">
        <w:t>autre la rivière attiédie</w:t>
      </w:r>
      <w:r w:rsidR="003A6D8D">
        <w:t xml:space="preserve">… </w:t>
      </w:r>
      <w:r w:rsidRPr="003A0BBB">
        <w:t>Sur un espace d</w:t>
      </w:r>
      <w:r w:rsidR="003A6D8D">
        <w:t>’</w:t>
      </w:r>
      <w:r w:rsidRPr="003A0BBB">
        <w:t>à peine quelques hectares</w:t>
      </w:r>
      <w:r w:rsidR="003A6D8D">
        <w:t xml:space="preserve">, </w:t>
      </w:r>
      <w:r w:rsidRPr="003A0BBB">
        <w:t>qui était l</w:t>
      </w:r>
      <w:r w:rsidR="003A6D8D">
        <w:t>’</w:t>
      </w:r>
      <w:r w:rsidRPr="003A0BBB">
        <w:t>enclos même de Maguelonne</w:t>
      </w:r>
      <w:r w:rsidR="003A6D8D">
        <w:t xml:space="preserve">, </w:t>
      </w:r>
      <w:r w:rsidRPr="003A0BBB">
        <w:t>on pouvait assister à la lutte quotidienne de ces contrastes</w:t>
      </w:r>
      <w:r w:rsidR="003A6D8D">
        <w:t xml:space="preserve">. </w:t>
      </w:r>
      <w:r w:rsidRPr="003A0BBB">
        <w:t>Dangereux avantages</w:t>
      </w:r>
      <w:r w:rsidR="003A6D8D">
        <w:t xml:space="preserve">, </w:t>
      </w:r>
      <w:r w:rsidRPr="003A0BBB">
        <w:t>redoutables ressources pour une âme violente</w:t>
      </w:r>
      <w:r w:rsidR="003A6D8D">
        <w:t xml:space="preserve">, </w:t>
      </w:r>
      <w:r w:rsidRPr="003A0BBB">
        <w:t>immodérée</w:t>
      </w:r>
      <w:r w:rsidR="003A6D8D">
        <w:t xml:space="preserve">, </w:t>
      </w:r>
      <w:r w:rsidRPr="003A0BBB">
        <w:t>susceptible de bondir sans cesse d</w:t>
      </w:r>
      <w:r w:rsidR="003A6D8D">
        <w:t>’</w:t>
      </w:r>
      <w:r w:rsidRPr="003A0BBB">
        <w:t>un extrême à l</w:t>
      </w:r>
      <w:r w:rsidR="003A6D8D">
        <w:t>’</w:t>
      </w:r>
      <w:r w:rsidRPr="003A0BBB">
        <w:t>autre</w:t>
      </w:r>
      <w:r w:rsidR="003A6D8D">
        <w:t xml:space="preserve">, </w:t>
      </w:r>
      <w:r w:rsidRPr="003A0BBB">
        <w:t>d</w:t>
      </w:r>
      <w:r w:rsidR="003A6D8D">
        <w:t>’</w:t>
      </w:r>
      <w:r w:rsidRPr="003A0BBB">
        <w:t>une détresse injustifiée à une allégresse irraisonnée</w:t>
      </w:r>
      <w:r w:rsidR="003A6D8D">
        <w:t xml:space="preserve">, </w:t>
      </w:r>
      <w:r w:rsidRPr="003A0BBB">
        <w:t>et qui peut</w:t>
      </w:r>
      <w:r w:rsidR="003A6D8D">
        <w:t xml:space="preserve">, </w:t>
      </w:r>
      <w:r w:rsidRPr="003A0BBB">
        <w:t>selon qu</w:t>
      </w:r>
      <w:r w:rsidR="003A6D8D">
        <w:t>’</w:t>
      </w:r>
      <w:r w:rsidRPr="003A0BBB">
        <w:t>elle fait appel à tel ou tel aspect du paysage</w:t>
      </w:r>
      <w:r w:rsidR="003A6D8D">
        <w:t xml:space="preserve">, </w:t>
      </w:r>
      <w:r w:rsidRPr="003A0BBB">
        <w:t>porter artificiellement au paroxysme son déséquilibre intérieur</w:t>
      </w:r>
      <w:r w:rsidR="003A6D8D">
        <w:t>.</w:t>
      </w:r>
    </w:p>
    <w:p w14:paraId="3531FB9A" w14:textId="1BC8795E" w:rsidR="003A6D8D" w:rsidRDefault="008F7090" w:rsidP="008F7090">
      <w:r w:rsidRPr="003A0BBB">
        <w:t>De la maison même de Maguelonne</w:t>
      </w:r>
      <w:r w:rsidR="003A6D8D">
        <w:t xml:space="preserve">, </w:t>
      </w:r>
      <w:r w:rsidRPr="003A0BBB">
        <w:t>je ne peux pas non plus ne pas dire quelques mots</w:t>
      </w:r>
      <w:r w:rsidR="003A6D8D">
        <w:t xml:space="preserve">. </w:t>
      </w:r>
      <w:r w:rsidRPr="003A0BBB">
        <w:t xml:space="preserve">Certaines de ses parties dataient du </w:t>
      </w:r>
      <w:r w:rsidR="003A6D8D" w:rsidRPr="003A0BBB">
        <w:t>XVII</w:t>
      </w:r>
      <w:r w:rsidR="003A6D8D" w:rsidRPr="003A6D8D">
        <w:rPr>
          <w:vertAlign w:val="superscript"/>
        </w:rPr>
        <w:t>e</w:t>
      </w:r>
      <w:r w:rsidR="003A6D8D">
        <w:t xml:space="preserve"> siècle. </w:t>
      </w:r>
      <w:r w:rsidRPr="003A0BBB">
        <w:t>Un soin assez judicieux avait présidé à leur réfection</w:t>
      </w:r>
      <w:r w:rsidR="003A6D8D">
        <w:t xml:space="preserve">. </w:t>
      </w:r>
      <w:r w:rsidRPr="003A0BBB">
        <w:t>Quoique n</w:t>
      </w:r>
      <w:r w:rsidR="003A6D8D">
        <w:t>’</w:t>
      </w:r>
      <w:r w:rsidRPr="003A0BBB">
        <w:t>ayant rien d</w:t>
      </w:r>
      <w:r w:rsidR="003A6D8D">
        <w:t>’</w:t>
      </w:r>
      <w:r w:rsidRPr="003A0BBB">
        <w:t>un château</w:t>
      </w:r>
      <w:r w:rsidR="003A6D8D">
        <w:t xml:space="preserve">, </w:t>
      </w:r>
      <w:r w:rsidRPr="003A0BBB">
        <w:t>c</w:t>
      </w:r>
      <w:r w:rsidR="003A6D8D">
        <w:t>’</w:t>
      </w:r>
      <w:r w:rsidRPr="003A0BBB">
        <w:t>était une demeure d</w:t>
      </w:r>
      <w:r w:rsidR="003A6D8D">
        <w:t>’</w:t>
      </w:r>
      <w:r w:rsidRPr="003A0BBB">
        <w:t>assez belle allure</w:t>
      </w:r>
      <w:r w:rsidR="003A6D8D">
        <w:t xml:space="preserve">, </w:t>
      </w:r>
      <w:r w:rsidRPr="003A0BBB">
        <w:t>et l</w:t>
      </w:r>
      <w:r w:rsidR="003A6D8D">
        <w:t>’</w:t>
      </w:r>
      <w:r w:rsidRPr="003A0BBB">
        <w:t>exposition au midi de sa façade principale la rendait agréable à habiter</w:t>
      </w:r>
      <w:r w:rsidR="003A6D8D">
        <w:t xml:space="preserve">. </w:t>
      </w:r>
      <w:r w:rsidRPr="003A0BBB">
        <w:t>Elle avait dans sa dépendance deux métairies</w:t>
      </w:r>
      <w:r w:rsidR="003A6D8D">
        <w:t xml:space="preserve">, </w:t>
      </w:r>
      <w:r w:rsidRPr="003A0BBB">
        <w:t>qui auraient permis à la rigueur de vivre uniquement des produits du sol</w:t>
      </w:r>
      <w:r w:rsidR="003A6D8D">
        <w:t xml:space="preserve">. </w:t>
      </w:r>
      <w:r w:rsidRPr="003A0BBB">
        <w:t>Ma famille maternelle avait toujours eu cette terre en sa possession</w:t>
      </w:r>
      <w:r w:rsidR="003A6D8D">
        <w:t xml:space="preserve">, </w:t>
      </w:r>
      <w:r w:rsidRPr="003A0BBB">
        <w:t>et peu de ses membres eurent l</w:t>
      </w:r>
      <w:r w:rsidR="003A6D8D">
        <w:t>’</w:t>
      </w:r>
      <w:r w:rsidRPr="003A0BBB">
        <w:t>occasion d</w:t>
      </w:r>
      <w:r w:rsidR="003A6D8D">
        <w:t>’</w:t>
      </w:r>
      <w:r w:rsidRPr="003A0BBB">
        <w:t>en sortir</w:t>
      </w:r>
      <w:r w:rsidR="003A6D8D">
        <w:t xml:space="preserve">. </w:t>
      </w:r>
      <w:r w:rsidRPr="003A0BBB">
        <w:t>Ma mère fut une de ces exceptions</w:t>
      </w:r>
      <w:r w:rsidR="003A6D8D">
        <w:t xml:space="preserve">, </w:t>
      </w:r>
      <w:r w:rsidRPr="003A0BBB">
        <w:t>mon grand-père ayant tenu à ce que sa fille épousât un fonctionnaire afin qu</w:t>
      </w:r>
      <w:r w:rsidR="003A6D8D">
        <w:t>’</w:t>
      </w:r>
      <w:r w:rsidRPr="003A0BBB">
        <w:t>elle pût faire figure à la ville</w:t>
      </w:r>
      <w:r w:rsidR="003A6D8D">
        <w:t xml:space="preserve">. </w:t>
      </w:r>
      <w:r w:rsidRPr="003A0BBB">
        <w:t>À l</w:t>
      </w:r>
      <w:r w:rsidR="003A6D8D">
        <w:t>’</w:t>
      </w:r>
      <w:r w:rsidRPr="003A0BBB">
        <w:t>inverse</w:t>
      </w:r>
      <w:r w:rsidR="003A6D8D">
        <w:t xml:space="preserve">, </w:t>
      </w:r>
      <w:r w:rsidRPr="003A0BBB">
        <w:t>mon père avait eu le projet sans cesse caressé de se retirer à Maguelonne</w:t>
      </w:r>
      <w:r w:rsidR="003A6D8D">
        <w:t xml:space="preserve">. </w:t>
      </w:r>
      <w:r w:rsidRPr="003A0BBB">
        <w:t>On sait comment il en avait été empêché par une mort prématurée</w:t>
      </w:r>
      <w:r w:rsidR="003A6D8D">
        <w:t xml:space="preserve">. </w:t>
      </w:r>
      <w:r w:rsidRPr="003A0BBB">
        <w:t>En venant maintenant y habiter</w:t>
      </w:r>
      <w:r w:rsidR="003A6D8D">
        <w:t xml:space="preserve">, </w:t>
      </w:r>
      <w:r w:rsidRPr="003A0BBB">
        <w:t>j</w:t>
      </w:r>
      <w:r w:rsidR="003A6D8D">
        <w:t>’</w:t>
      </w:r>
      <w:r w:rsidRPr="003A0BBB">
        <w:t>obéissais une fois encore à sa volonté</w:t>
      </w:r>
      <w:r w:rsidR="003A6D8D">
        <w:t xml:space="preserve">. </w:t>
      </w:r>
      <w:r w:rsidRPr="003A0BBB">
        <w:t>Mais qu</w:t>
      </w:r>
      <w:r w:rsidR="003A6D8D">
        <w:t>’</w:t>
      </w:r>
      <w:r w:rsidRPr="003A0BBB">
        <w:t>avais-je de mieux à faire</w:t>
      </w:r>
      <w:r w:rsidR="003A6D8D">
        <w:t> ?</w:t>
      </w:r>
    </w:p>
    <w:p w14:paraId="3C7D167C" w14:textId="77777777" w:rsidR="003A6D8D" w:rsidRDefault="008F7090" w:rsidP="008F7090">
      <w:r w:rsidRPr="003A0BBB">
        <w:lastRenderedPageBreak/>
        <w:t>Durant sa vie</w:t>
      </w:r>
      <w:r w:rsidR="003A6D8D">
        <w:t xml:space="preserve">, </w:t>
      </w:r>
      <w:r w:rsidRPr="003A0BBB">
        <w:t>il avait eu le bon esprit de consacrer la majeure partie des économies familiales à l</w:t>
      </w:r>
      <w:r w:rsidR="003A6D8D">
        <w:t>’</w:t>
      </w:r>
      <w:r w:rsidRPr="003A0BBB">
        <w:t>entretien de ce domaine et à son embellissement</w:t>
      </w:r>
      <w:r w:rsidR="003A6D8D">
        <w:t xml:space="preserve">. </w:t>
      </w:r>
      <w:r w:rsidRPr="003A0BBB">
        <w:t>Les toitures avaient été réparées</w:t>
      </w:r>
      <w:r w:rsidR="003A6D8D">
        <w:t xml:space="preserve">, </w:t>
      </w:r>
      <w:r w:rsidRPr="003A0BBB">
        <w:t>les murailles les plus anciennes consolidées</w:t>
      </w:r>
      <w:r w:rsidR="003A6D8D">
        <w:t xml:space="preserve">. </w:t>
      </w:r>
      <w:r w:rsidRPr="003A0BBB">
        <w:t>C</w:t>
      </w:r>
      <w:r w:rsidR="003A6D8D">
        <w:t>’</w:t>
      </w:r>
      <w:r w:rsidRPr="003A0BBB">
        <w:t>était lui qui avait fait aménager</w:t>
      </w:r>
      <w:r w:rsidR="003A6D8D">
        <w:t xml:space="preserve">, </w:t>
      </w:r>
      <w:r w:rsidRPr="003A0BBB">
        <w:t>par l</w:t>
      </w:r>
      <w:r w:rsidR="003A6D8D">
        <w:t>’</w:t>
      </w:r>
      <w:r w:rsidRPr="003A0BBB">
        <w:t>élévation d</w:t>
      </w:r>
      <w:r w:rsidR="003A6D8D">
        <w:t>’</w:t>
      </w:r>
      <w:r w:rsidRPr="003A0BBB">
        <w:t>un mur de soutènement</w:t>
      </w:r>
      <w:r w:rsidR="003A6D8D">
        <w:t xml:space="preserve">, </w:t>
      </w:r>
      <w:r w:rsidRPr="003A0BBB">
        <w:t>la longue et belle terrasse qui domine la plaine</w:t>
      </w:r>
      <w:r w:rsidR="003A6D8D">
        <w:t xml:space="preserve">. </w:t>
      </w:r>
      <w:r w:rsidRPr="003A0BBB">
        <w:t>Maintenant</w:t>
      </w:r>
      <w:r w:rsidR="003A6D8D">
        <w:t xml:space="preserve">, </w:t>
      </w:r>
      <w:r w:rsidRPr="003A0BBB">
        <w:t>notre vieille maison pouvait</w:t>
      </w:r>
      <w:r w:rsidR="003A6D8D">
        <w:t xml:space="preserve">, </w:t>
      </w:r>
      <w:r w:rsidRPr="003A0BBB">
        <w:t>sous le rapport du confortable</w:t>
      </w:r>
      <w:r w:rsidR="003A6D8D">
        <w:t xml:space="preserve">, </w:t>
      </w:r>
      <w:r w:rsidRPr="003A0BBB">
        <w:t>lutter avec les habitations les plus modernes d</w:t>
      </w:r>
      <w:r w:rsidR="003A6D8D">
        <w:t>’</w:t>
      </w:r>
      <w:r w:rsidRPr="003A0BBB">
        <w:t>alentour</w:t>
      </w:r>
      <w:r w:rsidR="003A6D8D">
        <w:t xml:space="preserve">, </w:t>
      </w:r>
      <w:r w:rsidRPr="003A0BBB">
        <w:t>à dix lieues à la ronde</w:t>
      </w:r>
      <w:r w:rsidR="003A6D8D">
        <w:t xml:space="preserve">, </w:t>
      </w:r>
      <w:r w:rsidRPr="003A0BBB">
        <w:t>et elle les surpassait de beaucoup en pittoresque</w:t>
      </w:r>
      <w:r w:rsidR="003A6D8D">
        <w:t xml:space="preserve">. </w:t>
      </w:r>
      <w:r w:rsidRPr="003A0BBB">
        <w:t>On admirait de loin ses deux tourelles</w:t>
      </w:r>
      <w:r w:rsidR="003A6D8D">
        <w:t xml:space="preserve">, </w:t>
      </w:r>
      <w:r w:rsidRPr="003A0BBB">
        <w:t>son pigeonnier émergeant de la verdure</w:t>
      </w:r>
      <w:r w:rsidR="003A6D8D">
        <w:t xml:space="preserve">, </w:t>
      </w:r>
      <w:r w:rsidRPr="003A0BBB">
        <w:t>ses fenêtres à meneaux et à croisillons</w:t>
      </w:r>
      <w:r w:rsidR="003A6D8D">
        <w:t xml:space="preserve">. </w:t>
      </w:r>
      <w:r w:rsidRPr="003A0BBB">
        <w:t>L</w:t>
      </w:r>
      <w:r w:rsidR="003A6D8D">
        <w:t>’</w:t>
      </w:r>
      <w:r w:rsidRPr="003A0BBB">
        <w:t>intérieur eût été encore plus digne de retenir l</w:t>
      </w:r>
      <w:r w:rsidR="003A6D8D">
        <w:t>’</w:t>
      </w:r>
      <w:r w:rsidRPr="003A0BBB">
        <w:t>attention des visiteurs</w:t>
      </w:r>
      <w:r w:rsidR="003A6D8D">
        <w:t xml:space="preserve">. </w:t>
      </w:r>
      <w:r w:rsidRPr="003A0BBB">
        <w:t>L</w:t>
      </w:r>
      <w:r w:rsidR="003A6D8D">
        <w:t>’</w:t>
      </w:r>
      <w:r w:rsidRPr="003A0BBB">
        <w:t>escalier</w:t>
      </w:r>
      <w:r w:rsidR="003A6D8D">
        <w:t xml:space="preserve">, </w:t>
      </w:r>
      <w:r w:rsidRPr="003A0BBB">
        <w:t>avec son antique rampe de fer forgé</w:t>
      </w:r>
      <w:r w:rsidR="003A6D8D">
        <w:t xml:space="preserve">, </w:t>
      </w:r>
      <w:r w:rsidRPr="003A0BBB">
        <w:t>montait en tournant majestueusement et</w:t>
      </w:r>
      <w:r w:rsidR="003A6D8D">
        <w:t xml:space="preserve">, </w:t>
      </w:r>
      <w:r w:rsidRPr="003A0BBB">
        <w:t>dépassant le second étage</w:t>
      </w:r>
      <w:r w:rsidR="003A6D8D">
        <w:t xml:space="preserve">, </w:t>
      </w:r>
      <w:r w:rsidRPr="003A0BBB">
        <w:t>atteignait jusqu</w:t>
      </w:r>
      <w:r w:rsidR="003A6D8D">
        <w:t>’</w:t>
      </w:r>
      <w:r w:rsidRPr="003A0BBB">
        <w:t>aux chambres ménagées dans les combles</w:t>
      </w:r>
      <w:r w:rsidR="003A6D8D">
        <w:t xml:space="preserve">. </w:t>
      </w:r>
      <w:r w:rsidRPr="003A0BBB">
        <w:t>Le rez-de-chaussée se composait de deux pièces immenses</w:t>
      </w:r>
      <w:r w:rsidR="003A6D8D">
        <w:t xml:space="preserve">. </w:t>
      </w:r>
      <w:r w:rsidRPr="003A0BBB">
        <w:t>La première</w:t>
      </w:r>
      <w:r w:rsidR="003A6D8D">
        <w:t xml:space="preserve">, </w:t>
      </w:r>
      <w:r w:rsidRPr="003A0BBB">
        <w:t>dont on avait fait une sorte de salon</w:t>
      </w:r>
      <w:r w:rsidR="003A6D8D">
        <w:t xml:space="preserve">, </w:t>
      </w:r>
      <w:r w:rsidRPr="003A0BBB">
        <w:t>donnait accès sur la terrasse lumineuse</w:t>
      </w:r>
      <w:r w:rsidR="003A6D8D">
        <w:t xml:space="preserve">, </w:t>
      </w:r>
      <w:r w:rsidRPr="003A0BBB">
        <w:t>ombragée de tilleuls et de magnolias</w:t>
      </w:r>
      <w:r w:rsidR="003A6D8D">
        <w:t xml:space="preserve">, </w:t>
      </w:r>
      <w:r w:rsidRPr="003A0BBB">
        <w:t>dont le feuillage s</w:t>
      </w:r>
      <w:r w:rsidR="003A6D8D">
        <w:t>’</w:t>
      </w:r>
      <w:r w:rsidRPr="003A0BBB">
        <w:t>étoilait tous les deux ans de lourdes fleurs blanches</w:t>
      </w:r>
      <w:r w:rsidR="003A6D8D">
        <w:t xml:space="preserve">. </w:t>
      </w:r>
      <w:r w:rsidRPr="003A0BBB">
        <w:t>Au contraire</w:t>
      </w:r>
      <w:r w:rsidR="003A6D8D">
        <w:t xml:space="preserve">, </w:t>
      </w:r>
      <w:r w:rsidRPr="003A0BBB">
        <w:t>la salle à manger</w:t>
      </w:r>
      <w:r w:rsidR="003A6D8D">
        <w:t xml:space="preserve">, </w:t>
      </w:r>
      <w:r w:rsidRPr="003A0BBB">
        <w:t>qui ne servait d</w:t>
      </w:r>
      <w:r w:rsidR="003A6D8D">
        <w:t>’</w:t>
      </w:r>
      <w:r w:rsidRPr="003A0BBB">
        <w:t>ailleurs qu</w:t>
      </w:r>
      <w:r w:rsidR="003A6D8D">
        <w:t>’</w:t>
      </w:r>
      <w:r w:rsidRPr="003A0BBB">
        <w:t>en été</w:t>
      </w:r>
      <w:r w:rsidR="003A6D8D">
        <w:t xml:space="preserve">, </w:t>
      </w:r>
      <w:r w:rsidRPr="003A0BBB">
        <w:t>à cause de son obscurité et de sa fraîcheur</w:t>
      </w:r>
      <w:r w:rsidR="003A6D8D">
        <w:t xml:space="preserve">, </w:t>
      </w:r>
      <w:r w:rsidRPr="003A0BBB">
        <w:t>avait ses portes-fenêtres s</w:t>
      </w:r>
      <w:r w:rsidR="003A6D8D">
        <w:t>’</w:t>
      </w:r>
      <w:r w:rsidRPr="003A0BBB">
        <w:t>ouvrant par derrière sur le jardin</w:t>
      </w:r>
      <w:r w:rsidR="003A6D8D">
        <w:t xml:space="preserve">, </w:t>
      </w:r>
      <w:r w:rsidRPr="003A0BBB">
        <w:t>moussu et touffu comme une forêt</w:t>
      </w:r>
      <w:r w:rsidR="003A6D8D">
        <w:t xml:space="preserve">, </w:t>
      </w:r>
      <w:r w:rsidRPr="003A0BBB">
        <w:t>et tout hérissé des premières roches de la montagne naissante</w:t>
      </w:r>
      <w:r w:rsidR="003A6D8D">
        <w:t xml:space="preserve">. </w:t>
      </w:r>
      <w:r w:rsidRPr="003A0BBB">
        <w:t>L</w:t>
      </w:r>
      <w:r w:rsidR="003A6D8D">
        <w:t>’</w:t>
      </w:r>
      <w:r w:rsidRPr="003A0BBB">
        <w:t>ameublement ne venait pas déparer cet ensemble</w:t>
      </w:r>
      <w:r w:rsidR="003A6D8D">
        <w:t xml:space="preserve">. </w:t>
      </w:r>
      <w:r w:rsidRPr="003A0BBB">
        <w:t>Il se composait d</w:t>
      </w:r>
      <w:r w:rsidR="003A6D8D">
        <w:t>’</w:t>
      </w:r>
      <w:r w:rsidRPr="003A0BBB">
        <w:t>objets rassemblés par trois siècles de travail et d</w:t>
      </w:r>
      <w:r w:rsidR="003A6D8D">
        <w:t>’</w:t>
      </w:r>
      <w:r w:rsidRPr="003A0BBB">
        <w:t>économie</w:t>
      </w:r>
      <w:r w:rsidR="003A6D8D">
        <w:t xml:space="preserve">. </w:t>
      </w:r>
      <w:r w:rsidRPr="003A0BBB">
        <w:t>Le temps avait donné son harmonie et sa patine à ces cuivres</w:t>
      </w:r>
      <w:r w:rsidR="003A6D8D">
        <w:t xml:space="preserve">, </w:t>
      </w:r>
      <w:r w:rsidRPr="003A0BBB">
        <w:t>à ces étains</w:t>
      </w:r>
      <w:r w:rsidR="003A6D8D">
        <w:t xml:space="preserve">, </w:t>
      </w:r>
      <w:r w:rsidRPr="003A0BBB">
        <w:t>à ces bois sculptés qui ont toujours été l</w:t>
      </w:r>
      <w:r w:rsidR="003A6D8D">
        <w:t>’</w:t>
      </w:r>
      <w:r w:rsidRPr="003A0BBB">
        <w:t>industrie du pays la plus remarquable</w:t>
      </w:r>
      <w:r w:rsidR="003A6D8D">
        <w:t xml:space="preserve">. </w:t>
      </w:r>
      <w:r w:rsidRPr="003A0BBB">
        <w:t>Mon père</w:t>
      </w:r>
      <w:r w:rsidR="003A6D8D">
        <w:t xml:space="preserve">, </w:t>
      </w:r>
      <w:r w:rsidRPr="003A0BBB">
        <w:t>qui était collectionneur</w:t>
      </w:r>
      <w:r w:rsidR="003A6D8D">
        <w:t xml:space="preserve">, </w:t>
      </w:r>
      <w:r w:rsidRPr="003A0BBB">
        <w:t>leur avait joint quantité d</w:t>
      </w:r>
      <w:r w:rsidR="003A6D8D">
        <w:t>’</w:t>
      </w:r>
      <w:r w:rsidRPr="003A0BBB">
        <w:t>assiettes et de plats datant de la Révolution</w:t>
      </w:r>
      <w:r w:rsidR="003A6D8D">
        <w:t xml:space="preserve">, </w:t>
      </w:r>
      <w:r w:rsidRPr="003A0BBB">
        <w:t>enluminés de façon farouche</w:t>
      </w:r>
      <w:r w:rsidR="003A6D8D">
        <w:t xml:space="preserve">. </w:t>
      </w:r>
      <w:r w:rsidRPr="003A0BBB">
        <w:t>Il y avait un curieux contraste entre la paix de ces lieux et la violence des devises de ces vaisselles</w:t>
      </w:r>
      <w:r w:rsidR="003A6D8D">
        <w:t xml:space="preserve">, </w:t>
      </w:r>
      <w:r w:rsidRPr="003A0BBB">
        <w:t xml:space="preserve">toutes </w:t>
      </w:r>
      <w:r w:rsidRPr="003A0BBB">
        <w:lastRenderedPageBreak/>
        <w:t>pleines d</w:t>
      </w:r>
      <w:r w:rsidR="003A6D8D">
        <w:t>’</w:t>
      </w:r>
      <w:r w:rsidRPr="003A0BBB">
        <w:t>imprécations contre un régime dont la débonnaireté et l</w:t>
      </w:r>
      <w:r w:rsidR="003A6D8D">
        <w:t>’</w:t>
      </w:r>
      <w:r w:rsidRPr="003A0BBB">
        <w:t>intelligence étaient attestées par tant de bien-être accumulé sous son égide</w:t>
      </w:r>
      <w:r w:rsidR="003A6D8D">
        <w:t>.</w:t>
      </w:r>
    </w:p>
    <w:p w14:paraId="6641AB1E" w14:textId="598E2061" w:rsidR="008F7090" w:rsidRPr="003A0BBB" w:rsidRDefault="008F7090" w:rsidP="008F7090"/>
    <w:p w14:paraId="606ADD42" w14:textId="77777777" w:rsidR="003A6D8D" w:rsidRDefault="008F7090" w:rsidP="008F7090">
      <w:r w:rsidRPr="003A0BBB">
        <w:t>J</w:t>
      </w:r>
      <w:r w:rsidR="003A6D8D">
        <w:t>’</w:t>
      </w:r>
      <w:r w:rsidRPr="003A0BBB">
        <w:t>avais écrit à la femme d</w:t>
      </w:r>
      <w:r w:rsidR="003A6D8D">
        <w:t>’</w:t>
      </w:r>
      <w:r w:rsidRPr="003A0BBB">
        <w:t>un des métayers</w:t>
      </w:r>
      <w:r w:rsidR="003A6D8D">
        <w:t xml:space="preserve">, </w:t>
      </w:r>
      <w:r w:rsidRPr="003A0BBB">
        <w:t>qui nous avait toujours été particulièrement dévouée</w:t>
      </w:r>
      <w:r w:rsidR="003A6D8D">
        <w:t xml:space="preserve">, </w:t>
      </w:r>
      <w:r w:rsidRPr="003A0BBB">
        <w:t>pour l</w:t>
      </w:r>
      <w:r w:rsidR="003A6D8D">
        <w:t>’</w:t>
      </w:r>
      <w:r w:rsidRPr="003A0BBB">
        <w:t>aviser de ma prochaine installation à Maguelonne</w:t>
      </w:r>
      <w:r w:rsidR="003A6D8D">
        <w:t xml:space="preserve">. </w:t>
      </w:r>
      <w:r w:rsidRPr="003A0BBB">
        <w:t>Je la priais de préparer la maison</w:t>
      </w:r>
      <w:r w:rsidR="003A6D8D">
        <w:t xml:space="preserve">, </w:t>
      </w:r>
      <w:r w:rsidRPr="003A0BBB">
        <w:t>de l</w:t>
      </w:r>
      <w:r w:rsidR="003A6D8D">
        <w:t>’</w:t>
      </w:r>
      <w:r w:rsidRPr="003A0BBB">
        <w:t>aérer</w:t>
      </w:r>
      <w:r w:rsidR="003A6D8D">
        <w:t xml:space="preserve">, </w:t>
      </w:r>
      <w:r w:rsidRPr="003A0BBB">
        <w:t>de lui ôter</w:t>
      </w:r>
      <w:r w:rsidR="003A6D8D">
        <w:t xml:space="preserve">, </w:t>
      </w:r>
      <w:r w:rsidRPr="003A0BBB">
        <w:t>en ouvrant les fenêtres closes depuis les dernières vacances</w:t>
      </w:r>
      <w:r w:rsidR="003A6D8D">
        <w:t xml:space="preserve">, </w:t>
      </w:r>
      <w:r w:rsidRPr="003A0BBB">
        <w:t>cette sinistre odeur de renfermé dont je craignais d</w:t>
      </w:r>
      <w:r w:rsidR="003A6D8D">
        <w:t>’</w:t>
      </w:r>
      <w:r w:rsidRPr="003A0BBB">
        <w:t>être prise à la gorge</w:t>
      </w:r>
      <w:r w:rsidR="003A6D8D">
        <w:t xml:space="preserve">. </w:t>
      </w:r>
      <w:r w:rsidRPr="003A0BBB">
        <w:t>J</w:t>
      </w:r>
      <w:r w:rsidR="003A6D8D">
        <w:t>’</w:t>
      </w:r>
      <w:r w:rsidRPr="003A0BBB">
        <w:t>arrivai un des premiers jours de février</w:t>
      </w:r>
      <w:r w:rsidR="003A6D8D">
        <w:t xml:space="preserve">, </w:t>
      </w:r>
      <w:r w:rsidRPr="003A0BBB">
        <w:t>vers trois heures de l</w:t>
      </w:r>
      <w:r w:rsidR="003A6D8D">
        <w:t>’</w:t>
      </w:r>
      <w:r w:rsidRPr="003A0BBB">
        <w:t>après-midi</w:t>
      </w:r>
      <w:r w:rsidR="003A6D8D">
        <w:t xml:space="preserve">. </w:t>
      </w:r>
      <w:r w:rsidRPr="003A0BBB">
        <w:t>La brave femme m</w:t>
      </w:r>
      <w:r w:rsidR="003A6D8D">
        <w:t>’</w:t>
      </w:r>
      <w:r w:rsidRPr="003A0BBB">
        <w:t>attendait devant la grille</w:t>
      </w:r>
      <w:r w:rsidR="003A6D8D">
        <w:t xml:space="preserve">. </w:t>
      </w:r>
      <w:r w:rsidRPr="003A0BBB">
        <w:t>Sans mot dire</w:t>
      </w:r>
      <w:r w:rsidR="003A6D8D">
        <w:t xml:space="preserve">, </w:t>
      </w:r>
      <w:r w:rsidRPr="003A0BBB">
        <w:t>nous nous embrassâmes</w:t>
      </w:r>
      <w:r w:rsidR="003A6D8D">
        <w:t xml:space="preserve">. </w:t>
      </w:r>
      <w:r w:rsidRPr="003A0BBB">
        <w:t>En silence</w:t>
      </w:r>
      <w:r w:rsidR="003A6D8D">
        <w:t xml:space="preserve">, </w:t>
      </w:r>
      <w:r w:rsidRPr="003A0BBB">
        <w:t>elle me suivant</w:t>
      </w:r>
      <w:r w:rsidR="003A6D8D">
        <w:t xml:space="preserve">, </w:t>
      </w:r>
      <w:r w:rsidRPr="003A0BBB">
        <w:t>je fis le tour des appartements</w:t>
      </w:r>
      <w:r w:rsidR="003A6D8D">
        <w:t xml:space="preserve">, </w:t>
      </w:r>
      <w:r w:rsidRPr="003A0BBB">
        <w:t>puis j</w:t>
      </w:r>
      <w:r w:rsidR="003A6D8D">
        <w:t>’</w:t>
      </w:r>
      <w:r w:rsidRPr="003A0BBB">
        <w:t>allai m</w:t>
      </w:r>
      <w:r w:rsidR="003A6D8D">
        <w:t>’</w:t>
      </w:r>
      <w:r w:rsidRPr="003A0BBB">
        <w:t>accouder à la balustrade de la terrasse</w:t>
      </w:r>
      <w:r w:rsidR="003A6D8D">
        <w:t xml:space="preserve">. </w:t>
      </w:r>
      <w:r w:rsidRPr="003A0BBB">
        <w:t>Les paysans connaissaient ma venue</w:t>
      </w:r>
      <w:r w:rsidR="003A6D8D">
        <w:t xml:space="preserve">. </w:t>
      </w:r>
      <w:r w:rsidRPr="003A0BBB">
        <w:t>Ceux qui passaient sur le chemin en contre-bas saluaient cette femme en deuil</w:t>
      </w:r>
      <w:r w:rsidR="003A6D8D">
        <w:t>.</w:t>
      </w:r>
    </w:p>
    <w:p w14:paraId="628FFA11" w14:textId="25D46672" w:rsidR="008F7090" w:rsidRPr="003A0BBB" w:rsidRDefault="008F7090" w:rsidP="008F7090"/>
    <w:p w14:paraId="4FDAC298" w14:textId="77777777" w:rsidR="003A6D8D" w:rsidRDefault="008F7090" w:rsidP="008F7090">
      <w:r w:rsidRPr="003A0BBB">
        <w:t>Je restai là</w:t>
      </w:r>
      <w:r w:rsidR="003A6D8D">
        <w:t xml:space="preserve">, </w:t>
      </w:r>
      <w:r w:rsidRPr="003A0BBB">
        <w:t>longtemps</w:t>
      </w:r>
      <w:r w:rsidR="003A6D8D">
        <w:t xml:space="preserve">, </w:t>
      </w:r>
      <w:r w:rsidRPr="003A0BBB">
        <w:t>jusqu</w:t>
      </w:r>
      <w:r w:rsidR="003A6D8D">
        <w:t>’</w:t>
      </w:r>
      <w:r w:rsidRPr="003A0BBB">
        <w:t>à ce que ce jour d</w:t>
      </w:r>
      <w:r w:rsidR="003A6D8D">
        <w:t>’</w:t>
      </w:r>
      <w:r w:rsidRPr="003A0BBB">
        <w:t>hiver commençât à décliner</w:t>
      </w:r>
      <w:r w:rsidR="003A6D8D">
        <w:t xml:space="preserve">. </w:t>
      </w:r>
      <w:r w:rsidRPr="003A0BBB">
        <w:t>Il faisait beau</w:t>
      </w:r>
      <w:r w:rsidR="003A6D8D">
        <w:t xml:space="preserve">. </w:t>
      </w:r>
      <w:r w:rsidRPr="003A0BBB">
        <w:t>Des pans de vapeur se promenaient sur les causses</w:t>
      </w:r>
      <w:r w:rsidR="003A6D8D">
        <w:t xml:space="preserve">. </w:t>
      </w:r>
      <w:r w:rsidRPr="003A0BBB">
        <w:t>Le cri d</w:t>
      </w:r>
      <w:r w:rsidR="003A6D8D">
        <w:t>’</w:t>
      </w:r>
      <w:r w:rsidRPr="003A0BBB">
        <w:t>un coq s</w:t>
      </w:r>
      <w:r w:rsidR="003A6D8D">
        <w:t>’</w:t>
      </w:r>
      <w:r w:rsidRPr="003A0BBB">
        <w:t>élevait de la campagne en sommeil</w:t>
      </w:r>
      <w:r w:rsidR="003A6D8D">
        <w:t xml:space="preserve">. </w:t>
      </w:r>
      <w:r w:rsidRPr="003A0BBB">
        <w:t>Et puis</w:t>
      </w:r>
      <w:r w:rsidR="003A6D8D">
        <w:t xml:space="preserve">, </w:t>
      </w:r>
      <w:r w:rsidRPr="003A0BBB">
        <w:t>soudain</w:t>
      </w:r>
      <w:r w:rsidR="003A6D8D">
        <w:t xml:space="preserve">, </w:t>
      </w:r>
      <w:r w:rsidRPr="003A0BBB">
        <w:t>un grand froid m</w:t>
      </w:r>
      <w:r w:rsidR="003A6D8D">
        <w:t>’</w:t>
      </w:r>
      <w:r w:rsidRPr="003A0BBB">
        <w:t>envahit</w:t>
      </w:r>
      <w:r w:rsidR="003A6D8D">
        <w:t xml:space="preserve">. </w:t>
      </w:r>
      <w:r w:rsidRPr="003A0BBB">
        <w:t>Le soleil avait chu brusquement derrière la montagne</w:t>
      </w:r>
      <w:r w:rsidR="003A6D8D">
        <w:t xml:space="preserve">. </w:t>
      </w:r>
      <w:r w:rsidRPr="003A0BBB">
        <w:t>L</w:t>
      </w:r>
      <w:r w:rsidR="003A6D8D">
        <w:t>’</w:t>
      </w:r>
      <w:r w:rsidRPr="003A0BBB">
        <w:t>ombre</w:t>
      </w:r>
      <w:r w:rsidR="003A6D8D">
        <w:t xml:space="preserve">, </w:t>
      </w:r>
      <w:r w:rsidRPr="003A0BBB">
        <w:t>à pas de géant</w:t>
      </w:r>
      <w:r w:rsidR="003A6D8D">
        <w:t xml:space="preserve">, </w:t>
      </w:r>
      <w:r w:rsidRPr="003A0BBB">
        <w:t>envahissait maintenant la plaine</w:t>
      </w:r>
      <w:r w:rsidR="003A6D8D">
        <w:t>.</w:t>
      </w:r>
    </w:p>
    <w:p w14:paraId="35F0BCF2" w14:textId="77777777" w:rsidR="003A6D8D" w:rsidRDefault="008F7090" w:rsidP="008F7090">
      <w:r w:rsidRPr="003A0BBB">
        <w:t>Je rentrai</w:t>
      </w:r>
      <w:r w:rsidR="003A6D8D">
        <w:t xml:space="preserve">. </w:t>
      </w:r>
      <w:r w:rsidRPr="003A0BBB">
        <w:t>Il y avait du feu dans la cheminée de la cuisine</w:t>
      </w:r>
      <w:r w:rsidR="003A6D8D">
        <w:t xml:space="preserve">. </w:t>
      </w:r>
      <w:r w:rsidRPr="003A0BBB">
        <w:t>Je m</w:t>
      </w:r>
      <w:r w:rsidR="003A6D8D">
        <w:t>’</w:t>
      </w:r>
      <w:r w:rsidRPr="003A0BBB">
        <w:t>assis sur une chaise basse</w:t>
      </w:r>
      <w:r w:rsidR="003A6D8D">
        <w:t xml:space="preserve">, </w:t>
      </w:r>
      <w:r w:rsidRPr="003A0BBB">
        <w:t>entre les chenets</w:t>
      </w:r>
      <w:r w:rsidR="003A6D8D">
        <w:t xml:space="preserve">, </w:t>
      </w:r>
      <w:r w:rsidRPr="003A0BBB">
        <w:t>et</w:t>
      </w:r>
      <w:r w:rsidR="003A6D8D">
        <w:t xml:space="preserve">, </w:t>
      </w:r>
      <w:r w:rsidRPr="003A0BBB">
        <w:t>la tête dans les mains</w:t>
      </w:r>
      <w:r w:rsidR="003A6D8D">
        <w:t xml:space="preserve">, </w:t>
      </w:r>
      <w:r w:rsidRPr="003A0BBB">
        <w:t>je me mis à sangloter</w:t>
      </w:r>
      <w:r w:rsidR="003A6D8D">
        <w:t xml:space="preserve">. </w:t>
      </w:r>
      <w:r w:rsidRPr="003A0BBB">
        <w:t>Debout derrière moi</w:t>
      </w:r>
      <w:r w:rsidR="003A6D8D">
        <w:t xml:space="preserve">, </w:t>
      </w:r>
      <w:r w:rsidRPr="003A0BBB">
        <w:t>la métayère me prodiguait en patois de maladroites paroles de consolation</w:t>
      </w:r>
      <w:r w:rsidR="003A6D8D">
        <w:t xml:space="preserve">. </w:t>
      </w:r>
      <w:r w:rsidRPr="003A0BBB">
        <w:t>L</w:t>
      </w:r>
      <w:r w:rsidR="003A6D8D">
        <w:t>’</w:t>
      </w:r>
      <w:r w:rsidRPr="003A0BBB">
        <w:t>idée ne lui serait certainement pas venue</w:t>
      </w:r>
      <w:r w:rsidR="003A6D8D">
        <w:t xml:space="preserve">, </w:t>
      </w:r>
      <w:r w:rsidRPr="003A0BBB">
        <w:lastRenderedPageBreak/>
        <w:t>pauvre femme</w:t>
      </w:r>
      <w:r w:rsidR="003A6D8D">
        <w:t xml:space="preserve">, </w:t>
      </w:r>
      <w:r w:rsidRPr="003A0BBB">
        <w:t>que ce pouvait être autre chose que la mort de mon mari que je pleurais</w:t>
      </w:r>
      <w:r w:rsidR="003A6D8D">
        <w:t>…</w:t>
      </w:r>
    </w:p>
    <w:p w14:paraId="1DCBB20C" w14:textId="77777777" w:rsidR="003A6D8D" w:rsidRDefault="008F7090" w:rsidP="008F7090">
      <w:r w:rsidRPr="003A0BBB">
        <w:t>J</w:t>
      </w:r>
      <w:r w:rsidR="003A6D8D">
        <w:t>’</w:t>
      </w:r>
      <w:r w:rsidRPr="003A0BBB">
        <w:t>ai beaucoup connu et aimé ma grand</w:t>
      </w:r>
      <w:r w:rsidR="003A6D8D">
        <w:t>’</w:t>
      </w:r>
      <w:r w:rsidRPr="003A0BBB">
        <w:t>mère maternelle</w:t>
      </w:r>
      <w:r w:rsidR="003A6D8D">
        <w:t xml:space="preserve">. </w:t>
      </w:r>
      <w:r w:rsidRPr="003A0BBB">
        <w:t>Elle n</w:t>
      </w:r>
      <w:r w:rsidR="003A6D8D">
        <w:t>’</w:t>
      </w:r>
      <w:r w:rsidRPr="003A0BBB">
        <w:t>avait que trente-six ans quand je suis née</w:t>
      </w:r>
      <w:r w:rsidR="003A6D8D">
        <w:t xml:space="preserve">. </w:t>
      </w:r>
      <w:r w:rsidRPr="003A0BBB">
        <w:t>L</w:t>
      </w:r>
      <w:r w:rsidR="003A6D8D">
        <w:t>’</w:t>
      </w:r>
      <w:r w:rsidRPr="003A0BBB">
        <w:t>année suivante</w:t>
      </w:r>
      <w:r w:rsidR="003A6D8D">
        <w:t xml:space="preserve">, </w:t>
      </w:r>
      <w:r w:rsidRPr="003A0BBB">
        <w:t>elle fut veuve</w:t>
      </w:r>
      <w:r w:rsidR="003A6D8D">
        <w:t xml:space="preserve">. </w:t>
      </w:r>
      <w:r w:rsidRPr="003A0BBB">
        <w:t>Je l</w:t>
      </w:r>
      <w:r w:rsidR="003A6D8D">
        <w:t>’</w:t>
      </w:r>
      <w:r w:rsidRPr="003A0BBB">
        <w:t>ai toujours vue habillée de noir</w:t>
      </w:r>
      <w:r w:rsidR="003A6D8D">
        <w:t xml:space="preserve">, </w:t>
      </w:r>
      <w:r w:rsidRPr="003A0BBB">
        <w:t>comme une femme de soixante-dix ans</w:t>
      </w:r>
      <w:r w:rsidR="003A6D8D">
        <w:t xml:space="preserve">. </w:t>
      </w:r>
      <w:r w:rsidRPr="003A0BBB">
        <w:t>Elle avait pris le deuil à la mort de mon grand-père et ne l</w:t>
      </w:r>
      <w:r w:rsidR="003A6D8D">
        <w:t>’</w:t>
      </w:r>
      <w:r w:rsidRPr="003A0BBB">
        <w:t>avait plus quitté</w:t>
      </w:r>
      <w:r w:rsidR="003A6D8D">
        <w:t>.</w:t>
      </w:r>
    </w:p>
    <w:p w14:paraId="2F751C72" w14:textId="77777777" w:rsidR="003A6D8D" w:rsidRDefault="003A6D8D" w:rsidP="008F7090">
      <w:r>
        <w:t>— </w:t>
      </w:r>
      <w:r w:rsidR="008F7090" w:rsidRPr="003A0BBB">
        <w:t>Tu ne t</w:t>
      </w:r>
      <w:r>
        <w:t>’</w:t>
      </w:r>
      <w:r w:rsidR="008F7090" w:rsidRPr="003A0BBB">
        <w:t>habilleras jamais autrement</w:t>
      </w:r>
      <w:r>
        <w:t xml:space="preserve">, </w:t>
      </w:r>
      <w:r w:rsidR="008F7090" w:rsidRPr="003A0BBB">
        <w:t>grand</w:t>
      </w:r>
      <w:r>
        <w:t>’</w:t>
      </w:r>
      <w:r w:rsidR="008F7090" w:rsidRPr="003A0BBB">
        <w:t>mère</w:t>
      </w:r>
      <w:r>
        <w:t> ? »</w:t>
      </w:r>
      <w:r w:rsidR="008F7090" w:rsidRPr="003A0BBB">
        <w:t xml:space="preserve"> lui demandais-je</w:t>
      </w:r>
      <w:r>
        <w:t xml:space="preserve">, </w:t>
      </w:r>
      <w:r w:rsidR="008F7090" w:rsidRPr="003A0BBB">
        <w:t>lorsque</w:t>
      </w:r>
      <w:r>
        <w:t xml:space="preserve">, </w:t>
      </w:r>
      <w:r w:rsidR="008F7090" w:rsidRPr="003A0BBB">
        <w:t>petite fille</w:t>
      </w:r>
      <w:r>
        <w:t xml:space="preserve">, </w:t>
      </w:r>
      <w:r w:rsidR="008F7090" w:rsidRPr="003A0BBB">
        <w:t>devant la même cheminée</w:t>
      </w:r>
      <w:r>
        <w:t xml:space="preserve">, </w:t>
      </w:r>
      <w:r w:rsidR="008F7090" w:rsidRPr="003A0BBB">
        <w:t>elle me faisait sauter sur ses genoux</w:t>
      </w:r>
      <w:r>
        <w:t>.</w:t>
      </w:r>
    </w:p>
    <w:p w14:paraId="7FFBC1B8" w14:textId="77777777" w:rsidR="003A6D8D" w:rsidRDefault="008F7090" w:rsidP="008F7090">
      <w:r w:rsidRPr="003A0BBB">
        <w:t>Elle hochait la tête en souriant</w:t>
      </w:r>
      <w:r w:rsidR="003A6D8D">
        <w:t>.</w:t>
      </w:r>
    </w:p>
    <w:p w14:paraId="5472B463" w14:textId="77777777" w:rsidR="003A6D8D" w:rsidRDefault="003A6D8D" w:rsidP="008F7090">
      <w:r>
        <w:t>— </w:t>
      </w:r>
      <w:r w:rsidR="008F7090" w:rsidRPr="003A0BBB">
        <w:t xml:space="preserve">Ton </w:t>
      </w:r>
      <w:proofErr w:type="spellStart"/>
      <w:r w:rsidR="008F7090" w:rsidRPr="003A0BBB">
        <w:t>arrière-grand</w:t>
      </w:r>
      <w:r>
        <w:t>’</w:t>
      </w:r>
      <w:r w:rsidR="008F7090" w:rsidRPr="003A0BBB">
        <w:t>mère</w:t>
      </w:r>
      <w:proofErr w:type="spellEnd"/>
      <w:r>
        <w:t xml:space="preserve">, </w:t>
      </w:r>
      <w:r w:rsidR="008F7090" w:rsidRPr="003A0BBB">
        <w:t>me disait-elle</w:t>
      </w:r>
      <w:r>
        <w:t xml:space="preserve">, </w:t>
      </w:r>
      <w:r w:rsidR="008F7090" w:rsidRPr="003A0BBB">
        <w:t>n</w:t>
      </w:r>
      <w:r>
        <w:t>’</w:t>
      </w:r>
      <w:r w:rsidR="008F7090" w:rsidRPr="003A0BBB">
        <w:t>avait pas vingt ans quand mon père nous a quittées</w:t>
      </w:r>
      <w:r>
        <w:t xml:space="preserve">. </w:t>
      </w:r>
      <w:r w:rsidR="008F7090" w:rsidRPr="003A0BBB">
        <w:t>Elle était donc moitié moins âgée que moi aujourd</w:t>
      </w:r>
      <w:r>
        <w:t>’</w:t>
      </w:r>
      <w:r w:rsidR="008F7090" w:rsidRPr="003A0BBB">
        <w:t>hui</w:t>
      </w:r>
      <w:r>
        <w:t xml:space="preserve">, </w:t>
      </w:r>
      <w:r w:rsidR="008F7090" w:rsidRPr="003A0BBB">
        <w:t>tu m</w:t>
      </w:r>
      <w:r>
        <w:t>’</w:t>
      </w:r>
      <w:r w:rsidR="008F7090" w:rsidRPr="003A0BBB">
        <w:t>entends</w:t>
      </w:r>
      <w:r>
        <w:t xml:space="preserve">, </w:t>
      </w:r>
      <w:r w:rsidR="008F7090" w:rsidRPr="003A0BBB">
        <w:t>fillette</w:t>
      </w:r>
      <w:r>
        <w:t xml:space="preserve">. </w:t>
      </w:r>
      <w:r w:rsidR="008F7090" w:rsidRPr="003A0BBB">
        <w:t>Eh bien</w:t>
      </w:r>
      <w:r>
        <w:t xml:space="preserve">, </w:t>
      </w:r>
      <w:r w:rsidR="008F7090" w:rsidRPr="003A0BBB">
        <w:t>ce jour-là elle a pris le noir et ne l</w:t>
      </w:r>
      <w:r>
        <w:t>’</w:t>
      </w:r>
      <w:r w:rsidR="008F7090" w:rsidRPr="003A0BBB">
        <w:t>a plus quitté</w:t>
      </w:r>
      <w:r>
        <w:t xml:space="preserve">. </w:t>
      </w:r>
      <w:r w:rsidR="008F7090" w:rsidRPr="003A0BBB">
        <w:t>Or</w:t>
      </w:r>
      <w:r>
        <w:t xml:space="preserve">, </w:t>
      </w:r>
      <w:r w:rsidR="008F7090" w:rsidRPr="003A0BBB">
        <w:t>les vêtements de deuil d</w:t>
      </w:r>
      <w:r>
        <w:t>’</w:t>
      </w:r>
      <w:r w:rsidR="008F7090" w:rsidRPr="003A0BBB">
        <w:t>alors</w:t>
      </w:r>
      <w:r>
        <w:t xml:space="preserve">, </w:t>
      </w:r>
      <w:r w:rsidR="008F7090" w:rsidRPr="003A0BBB">
        <w:t>c</w:t>
      </w:r>
      <w:r>
        <w:t>’</w:t>
      </w:r>
      <w:r w:rsidR="008F7090" w:rsidRPr="003A0BBB">
        <w:t>était une autre affaire que ceux de maintenant</w:t>
      </w:r>
      <w:r>
        <w:t xml:space="preserve">. </w:t>
      </w:r>
      <w:r w:rsidR="008F7090" w:rsidRPr="003A0BBB">
        <w:t>Aujourd</w:t>
      </w:r>
      <w:r>
        <w:t>’</w:t>
      </w:r>
      <w:r w:rsidR="008F7090" w:rsidRPr="003A0BBB">
        <w:t>hui</w:t>
      </w:r>
      <w:r>
        <w:t xml:space="preserve">, </w:t>
      </w:r>
      <w:r w:rsidR="008F7090" w:rsidRPr="003A0BBB">
        <w:t>nous avons l</w:t>
      </w:r>
      <w:r>
        <w:t>’</w:t>
      </w:r>
      <w:r w:rsidR="008F7090" w:rsidRPr="003A0BBB">
        <w:t>air d</w:t>
      </w:r>
      <w:r>
        <w:t>’</w:t>
      </w:r>
      <w:r w:rsidR="008F7090" w:rsidRPr="003A0BBB">
        <w:t>évaporées</w:t>
      </w:r>
      <w:r>
        <w:t xml:space="preserve">. </w:t>
      </w:r>
      <w:r w:rsidR="008F7090" w:rsidRPr="003A0BBB">
        <w:t>Nous ne mettons plus le grand châle noir que pour les enterrements</w:t>
      </w:r>
      <w:r>
        <w:t xml:space="preserve">. </w:t>
      </w:r>
      <w:r w:rsidR="008F7090" w:rsidRPr="003A0BBB">
        <w:t>Alors</w:t>
      </w:r>
      <w:r>
        <w:t xml:space="preserve">, </w:t>
      </w:r>
      <w:r w:rsidR="008F7090" w:rsidRPr="003A0BBB">
        <w:t>les veuves le portaient tout le temps</w:t>
      </w:r>
      <w:r>
        <w:t xml:space="preserve">, </w:t>
      </w:r>
      <w:r w:rsidR="008F7090" w:rsidRPr="003A0BBB">
        <w:t>été comme hiver</w:t>
      </w:r>
      <w:r>
        <w:t xml:space="preserve">, </w:t>
      </w:r>
      <w:r w:rsidR="008F7090" w:rsidRPr="003A0BBB">
        <w:t>aux baptêmes comme aux mariages</w:t>
      </w:r>
      <w:r>
        <w:t xml:space="preserve">. </w:t>
      </w:r>
      <w:r w:rsidR="008F7090" w:rsidRPr="003A0BBB">
        <w:t>Ça ne prouvait</w:t>
      </w:r>
      <w:r>
        <w:t xml:space="preserve">, </w:t>
      </w:r>
      <w:r w:rsidR="008F7090" w:rsidRPr="003A0BBB">
        <w:t>me diras-tu</w:t>
      </w:r>
      <w:r>
        <w:t xml:space="preserve">, </w:t>
      </w:r>
      <w:r w:rsidR="008F7090" w:rsidRPr="003A0BBB">
        <w:t xml:space="preserve">peut-être pas </w:t>
      </w:r>
      <w:proofErr w:type="spellStart"/>
      <w:r w:rsidR="008F7090" w:rsidRPr="003A0BBB">
        <w:t>grand</w:t>
      </w:r>
      <w:r>
        <w:t>’</w:t>
      </w:r>
      <w:r w:rsidR="008F7090" w:rsidRPr="003A0BBB">
        <w:t>chose</w:t>
      </w:r>
      <w:proofErr w:type="spellEnd"/>
      <w:r>
        <w:t xml:space="preserve">. </w:t>
      </w:r>
      <w:r w:rsidR="008F7090" w:rsidRPr="003A0BBB">
        <w:t>Mais</w:t>
      </w:r>
      <w:r>
        <w:t xml:space="preserve">, </w:t>
      </w:r>
      <w:r w:rsidR="008F7090" w:rsidRPr="003A0BBB">
        <w:t>tout de même</w:t>
      </w:r>
      <w:r>
        <w:t xml:space="preserve">, </w:t>
      </w:r>
      <w:r w:rsidR="008F7090" w:rsidRPr="003A0BBB">
        <w:t>c</w:t>
      </w:r>
      <w:r>
        <w:t>’</w:t>
      </w:r>
      <w:r w:rsidR="008F7090" w:rsidRPr="003A0BBB">
        <w:t>était plus convenable</w:t>
      </w:r>
      <w:r>
        <w:t>.</w:t>
      </w:r>
    </w:p>
    <w:p w14:paraId="58F99993" w14:textId="77777777" w:rsidR="003A6D8D" w:rsidRDefault="008F7090" w:rsidP="008F7090">
      <w:r w:rsidRPr="003A0BBB">
        <w:t>Cette conversation remontait à une vingtaine d</w:t>
      </w:r>
      <w:r w:rsidR="003A6D8D">
        <w:t>’</w:t>
      </w:r>
      <w:r w:rsidRPr="003A0BBB">
        <w:t>années</w:t>
      </w:r>
      <w:r w:rsidR="003A6D8D">
        <w:t xml:space="preserve">, </w:t>
      </w:r>
      <w:r w:rsidRPr="003A0BBB">
        <w:t>et je savais que</w:t>
      </w:r>
      <w:r w:rsidR="003A6D8D">
        <w:t xml:space="preserve">, </w:t>
      </w:r>
      <w:r w:rsidRPr="003A0BBB">
        <w:t>sous ce rapport</w:t>
      </w:r>
      <w:r w:rsidR="003A6D8D">
        <w:t xml:space="preserve">, </w:t>
      </w:r>
      <w:r w:rsidRPr="003A0BBB">
        <w:t>les habitudes de ce coin de province ne s</w:t>
      </w:r>
      <w:r w:rsidR="003A6D8D">
        <w:t>’</w:t>
      </w:r>
      <w:r w:rsidRPr="003A0BBB">
        <w:t>étaient guère modifiées</w:t>
      </w:r>
      <w:r w:rsidR="003A6D8D">
        <w:t xml:space="preserve">. </w:t>
      </w:r>
      <w:r w:rsidRPr="003A0BBB">
        <w:t>En venant m</w:t>
      </w:r>
      <w:r w:rsidR="003A6D8D">
        <w:t>’</w:t>
      </w:r>
      <w:r w:rsidRPr="003A0BBB">
        <w:t>y fixer pour toujours</w:t>
      </w:r>
      <w:r w:rsidR="003A6D8D">
        <w:t xml:space="preserve">, </w:t>
      </w:r>
      <w:r w:rsidRPr="003A0BBB">
        <w:t>je connaissais donc d</w:t>
      </w:r>
      <w:r w:rsidR="003A6D8D">
        <w:t>’</w:t>
      </w:r>
      <w:r w:rsidRPr="003A0BBB">
        <w:t>avance l</w:t>
      </w:r>
      <w:r w:rsidR="003A6D8D">
        <w:t>’</w:t>
      </w:r>
      <w:r w:rsidRPr="003A0BBB">
        <w:t>engagement sous lequel j</w:t>
      </w:r>
      <w:r w:rsidR="003A6D8D">
        <w:t>’</w:t>
      </w:r>
      <w:r w:rsidRPr="003A0BBB">
        <w:t>apposais ma signature</w:t>
      </w:r>
      <w:r w:rsidR="003A6D8D">
        <w:t xml:space="preserve"> ; </w:t>
      </w:r>
      <w:r w:rsidRPr="003A0BBB">
        <w:t>mais</w:t>
      </w:r>
      <w:r w:rsidR="003A6D8D">
        <w:t xml:space="preserve">, </w:t>
      </w:r>
      <w:r w:rsidRPr="003A0BBB">
        <w:t>enfin</w:t>
      </w:r>
      <w:r w:rsidR="003A6D8D">
        <w:t xml:space="preserve">, </w:t>
      </w:r>
      <w:r w:rsidRPr="003A0BBB">
        <w:t>j</w:t>
      </w:r>
      <w:r w:rsidR="003A6D8D">
        <w:t>’</w:t>
      </w:r>
      <w:r w:rsidRPr="003A0BBB">
        <w:t>avais à peine trente-deux ans</w:t>
      </w:r>
      <w:r w:rsidR="003A6D8D">
        <w:t xml:space="preserve">, </w:t>
      </w:r>
      <w:r w:rsidRPr="003A0BBB">
        <w:t>et ce n</w:t>
      </w:r>
      <w:r w:rsidR="003A6D8D">
        <w:t>’</w:t>
      </w:r>
      <w:r w:rsidRPr="003A0BBB">
        <w:t>était pas sans un frémissement de tout mon être</w:t>
      </w:r>
      <w:r w:rsidR="003A6D8D">
        <w:t>.</w:t>
      </w:r>
    </w:p>
    <w:p w14:paraId="71268B60" w14:textId="77777777" w:rsidR="003A6D8D" w:rsidRDefault="008F7090" w:rsidP="008F7090">
      <w:r w:rsidRPr="003A0BBB">
        <w:lastRenderedPageBreak/>
        <w:t>Il est vrai que</w:t>
      </w:r>
      <w:r w:rsidR="003A6D8D">
        <w:t xml:space="preserve">, </w:t>
      </w:r>
      <w:r w:rsidRPr="003A0BBB">
        <w:t>lorsque</w:t>
      </w:r>
      <w:r w:rsidR="003A6D8D">
        <w:t xml:space="preserve">, </w:t>
      </w:r>
      <w:r w:rsidRPr="003A0BBB">
        <w:t>ce premier soir</w:t>
      </w:r>
      <w:r w:rsidR="003A6D8D">
        <w:t xml:space="preserve">, </w:t>
      </w:r>
      <w:r w:rsidRPr="003A0BBB">
        <w:t>je me révoltais ainsi</w:t>
      </w:r>
      <w:r w:rsidR="003A6D8D">
        <w:t xml:space="preserve">, </w:t>
      </w:r>
      <w:r w:rsidRPr="003A0BBB">
        <w:t>je méconnaissais les forces de torpeur du doux paysage environnant</w:t>
      </w:r>
      <w:r w:rsidR="003A6D8D">
        <w:t xml:space="preserve">, </w:t>
      </w:r>
      <w:r w:rsidRPr="003A0BBB">
        <w:t>ainsi que celles d</w:t>
      </w:r>
      <w:r w:rsidR="003A6D8D">
        <w:t>’</w:t>
      </w:r>
      <w:r w:rsidRPr="003A0BBB">
        <w:t>une existence monotone et égale</w:t>
      </w:r>
      <w:r w:rsidR="003A6D8D">
        <w:t xml:space="preserve">. </w:t>
      </w:r>
      <w:r w:rsidRPr="003A0BBB">
        <w:t>Ce furent elles</w:t>
      </w:r>
      <w:r w:rsidR="003A6D8D">
        <w:t xml:space="preserve">, </w:t>
      </w:r>
      <w:r w:rsidRPr="003A0BBB">
        <w:t>bien plus que moi-même</w:t>
      </w:r>
      <w:r w:rsidR="003A6D8D">
        <w:t xml:space="preserve">, </w:t>
      </w:r>
      <w:r w:rsidRPr="003A0BBB">
        <w:t>qui se chargèrent de dompter ma passagère rébellion</w:t>
      </w:r>
      <w:r w:rsidR="003A6D8D">
        <w:t xml:space="preserve">. </w:t>
      </w:r>
      <w:r w:rsidRPr="003A0BBB">
        <w:t>La première année de ma rupture avec le monde fut pénible sans doute</w:t>
      </w:r>
      <w:r w:rsidR="003A6D8D">
        <w:t xml:space="preserve">, </w:t>
      </w:r>
      <w:r w:rsidRPr="003A0BBB">
        <w:t>moins pourtant que je ne l</w:t>
      </w:r>
      <w:r w:rsidR="003A6D8D">
        <w:t>’</w:t>
      </w:r>
      <w:r w:rsidRPr="003A0BBB">
        <w:t>avais redouté</w:t>
      </w:r>
      <w:r w:rsidR="003A6D8D">
        <w:t xml:space="preserve">. </w:t>
      </w:r>
      <w:r w:rsidRPr="003A0BBB">
        <w:t>Et puis</w:t>
      </w:r>
      <w:r w:rsidR="003A6D8D">
        <w:t xml:space="preserve">, </w:t>
      </w:r>
      <w:r w:rsidRPr="003A0BBB">
        <w:t>dans les débuts</w:t>
      </w:r>
      <w:r w:rsidR="003A6D8D">
        <w:t xml:space="preserve">, </w:t>
      </w:r>
      <w:r w:rsidRPr="003A0BBB">
        <w:t>j</w:t>
      </w:r>
      <w:r w:rsidR="003A6D8D">
        <w:t>’</w:t>
      </w:r>
      <w:r w:rsidRPr="003A0BBB">
        <w:t>eus tous les soins de l</w:t>
      </w:r>
      <w:r w:rsidR="003A6D8D">
        <w:t>’</w:t>
      </w:r>
      <w:r w:rsidRPr="003A0BBB">
        <w:t>installation</w:t>
      </w:r>
      <w:r w:rsidR="003A6D8D">
        <w:t xml:space="preserve">. </w:t>
      </w:r>
      <w:r w:rsidRPr="003A0BBB">
        <w:t>Il n</w:t>
      </w:r>
      <w:r w:rsidR="003A6D8D">
        <w:t>’</w:t>
      </w:r>
      <w:r w:rsidRPr="003A0BBB">
        <w:t>est rien comme la nécessité de faire face à mille détails quotidiens pour dissiper les pensées moroses</w:t>
      </w:r>
      <w:r w:rsidR="003A6D8D">
        <w:t xml:space="preserve">. </w:t>
      </w:r>
      <w:r w:rsidRPr="003A0BBB">
        <w:t>Les premiers temps</w:t>
      </w:r>
      <w:r w:rsidR="003A6D8D">
        <w:t xml:space="preserve">, </w:t>
      </w:r>
      <w:r w:rsidRPr="003A0BBB">
        <w:t>mal résignée encore à ma solitude</w:t>
      </w:r>
      <w:r w:rsidR="003A6D8D">
        <w:t xml:space="preserve">, </w:t>
      </w:r>
      <w:r w:rsidRPr="003A0BBB">
        <w:t>je prenais les moindres prétextes pour franchir les quatre kilomètres qui séparent la propriété de la petite ville voisine</w:t>
      </w:r>
      <w:r w:rsidR="003A6D8D">
        <w:t xml:space="preserve">. </w:t>
      </w:r>
      <w:r w:rsidRPr="003A0BBB">
        <w:t>En moins d</w:t>
      </w:r>
      <w:r w:rsidR="003A6D8D">
        <w:t>’</w:t>
      </w:r>
      <w:r w:rsidRPr="003A0BBB">
        <w:t>un an</w:t>
      </w:r>
      <w:r w:rsidR="003A6D8D">
        <w:t xml:space="preserve">, </w:t>
      </w:r>
      <w:r w:rsidRPr="003A0BBB">
        <w:t>je n</w:t>
      </w:r>
      <w:r w:rsidR="003A6D8D">
        <w:t>’</w:t>
      </w:r>
      <w:r w:rsidRPr="003A0BBB">
        <w:t>en éprouvais plus le besoin</w:t>
      </w:r>
      <w:r w:rsidR="003A6D8D">
        <w:t xml:space="preserve">, </w:t>
      </w:r>
      <w:r w:rsidRPr="003A0BBB">
        <w:t>et je finis par ne plus m</w:t>
      </w:r>
      <w:r w:rsidR="003A6D8D">
        <w:t>’</w:t>
      </w:r>
      <w:r w:rsidRPr="003A0BBB">
        <w:t>y rendre que de façon tout à fait exceptionnelle</w:t>
      </w:r>
      <w:r w:rsidR="003A6D8D">
        <w:t>.</w:t>
      </w:r>
    </w:p>
    <w:p w14:paraId="062C644B" w14:textId="77777777" w:rsidR="003A6D8D" w:rsidRDefault="008F7090" w:rsidP="008F7090">
      <w:r w:rsidRPr="003A0BBB">
        <w:t>Ainsi huit années de ma vie</w:t>
      </w:r>
      <w:r w:rsidR="003A6D8D">
        <w:t xml:space="preserve">, </w:t>
      </w:r>
      <w:r w:rsidRPr="003A0BBB">
        <w:t>les plus belles</w:t>
      </w:r>
      <w:r w:rsidR="003A6D8D">
        <w:t xml:space="preserve">, </w:t>
      </w:r>
      <w:r w:rsidRPr="003A0BBB">
        <w:t>se sont écoulées à peu près interchangeables dans mon souvenir</w:t>
      </w:r>
      <w:r w:rsidR="003A6D8D">
        <w:t xml:space="preserve">. </w:t>
      </w:r>
      <w:r w:rsidRPr="003A0BBB">
        <w:t>Il n</w:t>
      </w:r>
      <w:r w:rsidR="003A6D8D">
        <w:t>’</w:t>
      </w:r>
      <w:r w:rsidRPr="003A0BBB">
        <w:t>était guère de journée qui ne ressemblât à l</w:t>
      </w:r>
      <w:r w:rsidR="003A6D8D">
        <w:t>’</w:t>
      </w:r>
      <w:r w:rsidRPr="003A0BBB">
        <w:t>autre</w:t>
      </w:r>
      <w:r w:rsidR="003A6D8D">
        <w:t xml:space="preserve">. </w:t>
      </w:r>
      <w:r w:rsidRPr="003A0BBB">
        <w:t>Levée de bon matin</w:t>
      </w:r>
      <w:r w:rsidR="003A6D8D">
        <w:t xml:space="preserve">, </w:t>
      </w:r>
      <w:r w:rsidRPr="003A0BBB">
        <w:t>je restais la plupart du temps dans ma chambre jusqu</w:t>
      </w:r>
      <w:r w:rsidR="003A6D8D">
        <w:t>’</w:t>
      </w:r>
      <w:r w:rsidRPr="003A0BBB">
        <w:t>à l</w:t>
      </w:r>
      <w:r w:rsidR="003A6D8D">
        <w:t>’</w:t>
      </w:r>
      <w:r w:rsidRPr="003A0BBB">
        <w:t>heure du déjeuner</w:t>
      </w:r>
      <w:r w:rsidR="003A6D8D">
        <w:t xml:space="preserve">. </w:t>
      </w:r>
      <w:r w:rsidRPr="003A0BBB">
        <w:t>Cette chambre</w:t>
      </w:r>
      <w:r w:rsidR="003A6D8D">
        <w:t xml:space="preserve">, </w:t>
      </w:r>
      <w:r w:rsidRPr="003A0BBB">
        <w:t>où tant d</w:t>
      </w:r>
      <w:r w:rsidR="003A6D8D">
        <w:t>’</w:t>
      </w:r>
      <w:r w:rsidRPr="003A0BBB">
        <w:t>orages devaient succéder un jour à tant de calme</w:t>
      </w:r>
      <w:r w:rsidR="003A6D8D">
        <w:t xml:space="preserve">, </w:t>
      </w:r>
      <w:r w:rsidRPr="003A0BBB">
        <w:t>était située au premier étage</w:t>
      </w:r>
      <w:r w:rsidR="003A6D8D">
        <w:t xml:space="preserve">. </w:t>
      </w:r>
      <w:r w:rsidRPr="003A0BBB">
        <w:t>Ses fenêtres dominaient d</w:t>
      </w:r>
      <w:r w:rsidR="003A6D8D">
        <w:t>’</w:t>
      </w:r>
      <w:r w:rsidRPr="003A0BBB">
        <w:t>une huitaine de mètres la terrasse</w:t>
      </w:r>
      <w:r w:rsidR="003A6D8D">
        <w:t xml:space="preserve">. </w:t>
      </w:r>
      <w:r w:rsidRPr="003A0BBB">
        <w:t>Pendant les nuits d</w:t>
      </w:r>
      <w:r w:rsidR="003A6D8D">
        <w:t>’</w:t>
      </w:r>
      <w:r w:rsidRPr="003A0BBB">
        <w:t>automne</w:t>
      </w:r>
      <w:r w:rsidR="003A6D8D">
        <w:t xml:space="preserve">, </w:t>
      </w:r>
      <w:r w:rsidRPr="003A0BBB">
        <w:t>j</w:t>
      </w:r>
      <w:r w:rsidR="003A6D8D">
        <w:t>’</w:t>
      </w:r>
      <w:r w:rsidRPr="003A0BBB">
        <w:t>étais obligée de les fermer pour me protéger contre le parfum des magnolias en fleurs</w:t>
      </w:r>
      <w:r w:rsidR="003A6D8D">
        <w:t xml:space="preserve">. </w:t>
      </w:r>
      <w:r w:rsidRPr="003A0BBB">
        <w:t>Le jour</w:t>
      </w:r>
      <w:r w:rsidR="003A6D8D">
        <w:t xml:space="preserve">, </w:t>
      </w:r>
      <w:r w:rsidRPr="003A0BBB">
        <w:t>m</w:t>
      </w:r>
      <w:r w:rsidR="003A6D8D">
        <w:t>’</w:t>
      </w:r>
      <w:r w:rsidRPr="003A0BBB">
        <w:t>arrêtant fréquemment dans l</w:t>
      </w:r>
      <w:r w:rsidR="003A6D8D">
        <w:t>’</w:t>
      </w:r>
      <w:r w:rsidRPr="003A0BBB">
        <w:t>occupation à laquelle je me livrais</w:t>
      </w:r>
      <w:r w:rsidR="003A6D8D">
        <w:t xml:space="preserve">, </w:t>
      </w:r>
      <w:r w:rsidRPr="003A0BBB">
        <w:t>je laissais mon regard traîner au hasard sur la campagne</w:t>
      </w:r>
      <w:r w:rsidR="003A6D8D">
        <w:t xml:space="preserve">. </w:t>
      </w:r>
      <w:r w:rsidRPr="003A0BBB">
        <w:t>Ces occupations consistaient le plus souvent en travaux à l</w:t>
      </w:r>
      <w:r w:rsidR="003A6D8D">
        <w:t>’</w:t>
      </w:r>
      <w:r w:rsidRPr="003A0BBB">
        <w:t>aiguille ou au crochet</w:t>
      </w:r>
      <w:r w:rsidR="003A6D8D">
        <w:t xml:space="preserve">. </w:t>
      </w:r>
      <w:r w:rsidRPr="003A0BBB">
        <w:t>Parfois aussi il m</w:t>
      </w:r>
      <w:r w:rsidR="003A6D8D">
        <w:t>’</w:t>
      </w:r>
      <w:r w:rsidRPr="003A0BBB">
        <w:t>arrivait de lire</w:t>
      </w:r>
      <w:r w:rsidR="003A6D8D">
        <w:t xml:space="preserve">. </w:t>
      </w:r>
      <w:r w:rsidRPr="003A0BBB">
        <w:t>Je ne retirais de ces lectures rien qui fût susceptible de troubler la sérénité que je sentais chaque jour croître en moi</w:t>
      </w:r>
      <w:r w:rsidR="003A6D8D">
        <w:t xml:space="preserve">, </w:t>
      </w:r>
      <w:r w:rsidRPr="003A0BBB">
        <w:t>et jamais la cloison que j</w:t>
      </w:r>
      <w:r w:rsidR="003A6D8D">
        <w:t>’</w:t>
      </w:r>
      <w:r w:rsidRPr="003A0BBB">
        <w:t>avais dressée entre le monde de la fiction et celui de la réalité n</w:t>
      </w:r>
      <w:r w:rsidR="003A6D8D">
        <w:t>’</w:t>
      </w:r>
      <w:r w:rsidRPr="003A0BBB">
        <w:t>avait été aussi étanche</w:t>
      </w:r>
      <w:r w:rsidR="003A6D8D">
        <w:t>.</w:t>
      </w:r>
    </w:p>
    <w:p w14:paraId="38C7DA4C" w14:textId="77777777" w:rsidR="003A6D8D" w:rsidRDefault="008F7090" w:rsidP="008F7090">
      <w:r w:rsidRPr="003A0BBB">
        <w:lastRenderedPageBreak/>
        <w:t>L</w:t>
      </w:r>
      <w:r w:rsidR="003A6D8D">
        <w:t>’</w:t>
      </w:r>
      <w:r w:rsidRPr="003A0BBB">
        <w:t>après-midi était pris par les soins du ménage</w:t>
      </w:r>
      <w:r w:rsidR="003A6D8D">
        <w:t xml:space="preserve">, </w:t>
      </w:r>
      <w:r w:rsidRPr="003A0BBB">
        <w:t>dont je me déchargeai peu à peu</w:t>
      </w:r>
      <w:r w:rsidR="003A6D8D">
        <w:t xml:space="preserve">, </w:t>
      </w:r>
      <w:r w:rsidRPr="003A0BBB">
        <w:t>à mesure qu</w:t>
      </w:r>
      <w:r w:rsidR="003A6D8D">
        <w:t>’</w:t>
      </w:r>
      <w:r w:rsidRPr="003A0BBB">
        <w:t>elle avança en âge</w:t>
      </w:r>
      <w:r w:rsidR="003A6D8D">
        <w:t xml:space="preserve">, </w:t>
      </w:r>
      <w:r w:rsidRPr="003A0BBB">
        <w:t>sur une jeune domestique</w:t>
      </w:r>
      <w:r w:rsidR="003A6D8D">
        <w:t xml:space="preserve">, </w:t>
      </w:r>
      <w:r w:rsidRPr="003A0BBB">
        <w:t>fille de la paysanne qui m</w:t>
      </w:r>
      <w:r w:rsidR="003A6D8D">
        <w:t>’</w:t>
      </w:r>
      <w:r w:rsidRPr="003A0BBB">
        <w:t>avait accueillie le jour de mon arrivée</w:t>
      </w:r>
      <w:r w:rsidR="003A6D8D">
        <w:t xml:space="preserve">. </w:t>
      </w:r>
      <w:r w:rsidRPr="003A0BBB">
        <w:t>Je visitais les métayers et m</w:t>
      </w:r>
      <w:r w:rsidR="003A6D8D">
        <w:t>’</w:t>
      </w:r>
      <w:r w:rsidRPr="003A0BBB">
        <w:t>entretenais avec eux du bétail et des récoltes</w:t>
      </w:r>
      <w:r w:rsidR="003A6D8D">
        <w:t xml:space="preserve">. </w:t>
      </w:r>
      <w:r w:rsidRPr="003A0BBB">
        <w:t>Dans la journée</w:t>
      </w:r>
      <w:r w:rsidR="003A6D8D">
        <w:t xml:space="preserve">, </w:t>
      </w:r>
      <w:r w:rsidRPr="003A0BBB">
        <w:t>mon endroit favori était la terrasse</w:t>
      </w:r>
      <w:r w:rsidR="003A6D8D">
        <w:t xml:space="preserve">. </w:t>
      </w:r>
      <w:r w:rsidRPr="003A0BBB">
        <w:t>J</w:t>
      </w:r>
      <w:r w:rsidR="003A6D8D">
        <w:t>’</w:t>
      </w:r>
      <w:r w:rsidRPr="003A0BBB">
        <w:t>y passai de longues heures</w:t>
      </w:r>
      <w:r w:rsidR="003A6D8D">
        <w:t xml:space="preserve">, </w:t>
      </w:r>
      <w:r w:rsidRPr="003A0BBB">
        <w:t>l</w:t>
      </w:r>
      <w:r w:rsidR="003A6D8D">
        <w:t>’</w:t>
      </w:r>
      <w:r w:rsidRPr="003A0BBB">
        <w:t>œil fixé sur le premier tournant de la route</w:t>
      </w:r>
      <w:r w:rsidR="003A6D8D">
        <w:t xml:space="preserve">, </w:t>
      </w:r>
      <w:r w:rsidRPr="003A0BBB">
        <w:t>comme si j</w:t>
      </w:r>
      <w:r w:rsidR="003A6D8D">
        <w:t>’</w:t>
      </w:r>
      <w:r w:rsidRPr="003A0BBB">
        <w:t>avais attendu quelqu</w:t>
      </w:r>
      <w:r w:rsidR="003A6D8D">
        <w:t>’</w:t>
      </w:r>
      <w:r w:rsidRPr="003A0BBB">
        <w:t>un</w:t>
      </w:r>
      <w:r w:rsidR="003A6D8D">
        <w:t>.</w:t>
      </w:r>
    </w:p>
    <w:p w14:paraId="517D6FF8" w14:textId="77777777" w:rsidR="003A6D8D" w:rsidRDefault="008F7090" w:rsidP="008F7090">
      <w:r w:rsidRPr="003A0BBB">
        <w:t>Mais qui donc aurais-je pu attendre</w:t>
      </w:r>
      <w:r w:rsidR="003A6D8D">
        <w:t xml:space="preserve"> ? </w:t>
      </w:r>
      <w:r w:rsidRPr="003A0BBB">
        <w:t>Je savais bien que jamais ne retentirait plus à la grille un coup de sonnette capable de remuer mon cœur</w:t>
      </w:r>
      <w:r w:rsidR="003A6D8D">
        <w:t xml:space="preserve">. </w:t>
      </w:r>
      <w:r w:rsidRPr="003A0BBB">
        <w:t>Ah</w:t>
      </w:r>
      <w:r w:rsidR="003A6D8D">
        <w:t xml:space="preserve"> ! </w:t>
      </w:r>
      <w:r w:rsidRPr="003A0BBB">
        <w:t>sans doute</w:t>
      </w:r>
      <w:r w:rsidR="003A6D8D">
        <w:t xml:space="preserve">, </w:t>
      </w:r>
      <w:r w:rsidRPr="003A0BBB">
        <w:t>je n</w:t>
      </w:r>
      <w:r w:rsidR="003A6D8D">
        <w:t>’</w:t>
      </w:r>
      <w:r w:rsidRPr="003A0BBB">
        <w:t>ai pas atteint du premier coup à ce degré d</w:t>
      </w:r>
      <w:r w:rsidR="003A6D8D">
        <w:t>’</w:t>
      </w:r>
      <w:r w:rsidRPr="003A0BBB">
        <w:t>indifférence</w:t>
      </w:r>
      <w:r w:rsidR="003A6D8D">
        <w:t xml:space="preserve">. </w:t>
      </w:r>
      <w:r w:rsidRPr="003A0BBB">
        <w:t>Je ne dis pas que je n</w:t>
      </w:r>
      <w:r w:rsidR="003A6D8D">
        <w:t>’</w:t>
      </w:r>
      <w:r w:rsidRPr="003A0BBB">
        <w:t>ai pas quelquefois pensé</w:t>
      </w:r>
      <w:r w:rsidR="003A6D8D">
        <w:t> : « </w:t>
      </w:r>
      <w:r w:rsidRPr="003A0BBB">
        <w:t>Quelle misère</w:t>
      </w:r>
      <w:r w:rsidR="003A6D8D">
        <w:t xml:space="preserve"> ! </w:t>
      </w:r>
      <w:r w:rsidRPr="003A0BBB">
        <w:t>N</w:t>
      </w:r>
      <w:r w:rsidR="003A6D8D">
        <w:t>’</w:t>
      </w:r>
      <w:r w:rsidRPr="003A0BBB">
        <w:t>avoir passé qu</w:t>
      </w:r>
      <w:r w:rsidR="003A6D8D">
        <w:t>’</w:t>
      </w:r>
      <w:r w:rsidRPr="003A0BBB">
        <w:t>une fois dans le monde</w:t>
      </w:r>
      <w:r w:rsidR="003A6D8D">
        <w:t xml:space="preserve">, </w:t>
      </w:r>
      <w:r w:rsidRPr="003A0BBB">
        <w:t>et que ce soit de cette façon-là</w:t>
      </w:r>
      <w:r w:rsidR="003A6D8D">
        <w:t> ! »</w:t>
      </w:r>
      <w:r w:rsidRPr="003A0BBB">
        <w:t xml:space="preserve"> Je ne me fais pas plus pure que je ne suis</w:t>
      </w:r>
      <w:r w:rsidR="003A6D8D">
        <w:t xml:space="preserve">, </w:t>
      </w:r>
      <w:r w:rsidRPr="003A0BBB">
        <w:t>et</w:t>
      </w:r>
      <w:r w:rsidR="003A6D8D">
        <w:t xml:space="preserve">, </w:t>
      </w:r>
      <w:r w:rsidRPr="003A0BBB">
        <w:t>pendant les nuits d</w:t>
      </w:r>
      <w:r w:rsidR="003A6D8D">
        <w:t>’</w:t>
      </w:r>
      <w:r w:rsidRPr="003A0BBB">
        <w:t>été</w:t>
      </w:r>
      <w:r w:rsidR="003A6D8D">
        <w:t xml:space="preserve">, </w:t>
      </w:r>
      <w:r w:rsidRPr="003A0BBB">
        <w:t>lorsqu</w:t>
      </w:r>
      <w:r w:rsidR="003A6D8D">
        <w:t>’</w:t>
      </w:r>
      <w:r w:rsidRPr="003A0BBB">
        <w:t>il sort comme une frénésie concentrée de la terre obscure et heureuse</w:t>
      </w:r>
      <w:r w:rsidR="003A6D8D">
        <w:t xml:space="preserve">, </w:t>
      </w:r>
      <w:r w:rsidRPr="003A0BBB">
        <w:t>peut-être ai-je</w:t>
      </w:r>
      <w:r w:rsidR="003A6D8D">
        <w:t xml:space="preserve">, </w:t>
      </w:r>
      <w:r w:rsidRPr="003A0BBB">
        <w:t>tout comme une autre</w:t>
      </w:r>
      <w:r w:rsidR="003A6D8D">
        <w:t xml:space="preserve">, </w:t>
      </w:r>
      <w:r w:rsidRPr="003A0BBB">
        <w:t>payé ma dette solitaire à l</w:t>
      </w:r>
      <w:r w:rsidR="003A6D8D">
        <w:t>’</w:t>
      </w:r>
      <w:r w:rsidRPr="003A0BBB">
        <w:t>invisible démon qui semblait m</w:t>
      </w:r>
      <w:r w:rsidR="003A6D8D">
        <w:t>’</w:t>
      </w:r>
      <w:r w:rsidRPr="003A0BBB">
        <w:t>aspirer le sang</w:t>
      </w:r>
      <w:r w:rsidR="003A6D8D">
        <w:t xml:space="preserve">. </w:t>
      </w:r>
      <w:r w:rsidRPr="003A0BBB">
        <w:t>Pauvres et précaires aberrations</w:t>
      </w:r>
      <w:r w:rsidR="003A6D8D">
        <w:t xml:space="preserve">. </w:t>
      </w:r>
      <w:r w:rsidRPr="003A0BBB">
        <w:t>Le lendemain</w:t>
      </w:r>
      <w:r w:rsidR="003A6D8D">
        <w:t xml:space="preserve">, </w:t>
      </w:r>
      <w:r w:rsidRPr="003A0BBB">
        <w:t>à la lumière revenue</w:t>
      </w:r>
      <w:r w:rsidR="003A6D8D">
        <w:t xml:space="preserve">, </w:t>
      </w:r>
      <w:r w:rsidRPr="003A0BBB">
        <w:t>je n</w:t>
      </w:r>
      <w:r w:rsidR="003A6D8D">
        <w:t>’</w:t>
      </w:r>
      <w:r w:rsidRPr="003A0BBB">
        <w:t>avais qu</w:t>
      </w:r>
      <w:r w:rsidR="003A6D8D">
        <w:t>’</w:t>
      </w:r>
      <w:r w:rsidRPr="003A0BBB">
        <w:t>à me regarder dans ma glace</w:t>
      </w:r>
      <w:r w:rsidR="003A6D8D">
        <w:t xml:space="preserve">. </w:t>
      </w:r>
      <w:r w:rsidRPr="003A0BBB">
        <w:t>J</w:t>
      </w:r>
      <w:r w:rsidR="003A6D8D">
        <w:t>’</w:t>
      </w:r>
      <w:r w:rsidRPr="003A0BBB">
        <w:t>y pouvais constater que mes cheveux</w:t>
      </w:r>
      <w:r w:rsidR="003A6D8D">
        <w:t xml:space="preserve">, </w:t>
      </w:r>
      <w:r w:rsidRPr="003A0BBB">
        <w:t>l</w:t>
      </w:r>
      <w:r w:rsidR="003A6D8D">
        <w:t>’</w:t>
      </w:r>
      <w:r w:rsidRPr="003A0BBB">
        <w:t>année précédente encore si sombres</w:t>
      </w:r>
      <w:r w:rsidR="003A6D8D">
        <w:t xml:space="preserve">, </w:t>
      </w:r>
      <w:r w:rsidRPr="003A0BBB">
        <w:t>étaient maintenant rayés de longs fils d</w:t>
      </w:r>
      <w:r w:rsidR="003A6D8D">
        <w:t>’</w:t>
      </w:r>
      <w:r w:rsidRPr="003A0BBB">
        <w:t>argent</w:t>
      </w:r>
      <w:r w:rsidR="003A6D8D">
        <w:t xml:space="preserve">, </w:t>
      </w:r>
      <w:r w:rsidRPr="003A0BBB">
        <w:t>et j</w:t>
      </w:r>
      <w:r w:rsidR="003A6D8D">
        <w:t>’</w:t>
      </w:r>
      <w:r w:rsidRPr="003A0BBB">
        <w:t>épiais sur ma chair de femme de trente-cinq ans les signes avant-coureurs des irrémédiables lassitudes</w:t>
      </w:r>
      <w:r w:rsidR="003A6D8D">
        <w:t>.</w:t>
      </w:r>
    </w:p>
    <w:p w14:paraId="5BA4392C" w14:textId="660E6674" w:rsidR="008F7090" w:rsidRPr="003A0BBB" w:rsidRDefault="008F7090" w:rsidP="008F7090"/>
    <w:p w14:paraId="4F8AA883" w14:textId="77777777" w:rsidR="003A6D8D" w:rsidRDefault="008F7090" w:rsidP="008F7090">
      <w:r w:rsidRPr="003A0BBB">
        <w:t>En 1917</w:t>
      </w:r>
      <w:r w:rsidR="003A6D8D">
        <w:t xml:space="preserve">, </w:t>
      </w:r>
      <w:r w:rsidRPr="003A0BBB">
        <w:t>il y avait longtemps que mon abdication était consommée et que je n</w:t>
      </w:r>
      <w:r w:rsidR="003A6D8D">
        <w:t>’</w:t>
      </w:r>
      <w:r w:rsidRPr="003A0BBB">
        <w:t>en éprouvais plus de révolte d</w:t>
      </w:r>
      <w:r w:rsidR="003A6D8D">
        <w:t>’</w:t>
      </w:r>
      <w:r w:rsidRPr="003A0BBB">
        <w:t>aucune sorte</w:t>
      </w:r>
      <w:r w:rsidR="003A6D8D">
        <w:t xml:space="preserve">. </w:t>
      </w:r>
      <w:r w:rsidRPr="003A0BBB">
        <w:t>J</w:t>
      </w:r>
      <w:r w:rsidR="003A6D8D">
        <w:t>’</w:t>
      </w:r>
      <w:r w:rsidRPr="003A0BBB">
        <w:t>allais avoir quarante-deux ans</w:t>
      </w:r>
      <w:r w:rsidR="003A6D8D">
        <w:t xml:space="preserve">. </w:t>
      </w:r>
      <w:r w:rsidRPr="003A0BBB">
        <w:t>Ce fut sur ces entrefaites que se produisit l</w:t>
      </w:r>
      <w:r w:rsidR="003A6D8D">
        <w:t>’</w:t>
      </w:r>
      <w:r w:rsidRPr="003A0BBB">
        <w:t>événement d</w:t>
      </w:r>
      <w:r w:rsidR="003A6D8D">
        <w:t>’</w:t>
      </w:r>
      <w:r w:rsidRPr="003A0BBB">
        <w:t>où tant d</w:t>
      </w:r>
      <w:r w:rsidR="003A6D8D">
        <w:t>’</w:t>
      </w:r>
      <w:r w:rsidRPr="003A0BBB">
        <w:t>infortune devait sortir</w:t>
      </w:r>
      <w:r w:rsidR="003A6D8D">
        <w:t>.</w:t>
      </w:r>
    </w:p>
    <w:p w14:paraId="0D027E96" w14:textId="543D5249" w:rsidR="008F7090" w:rsidRPr="003A0BBB" w:rsidRDefault="008F7090" w:rsidP="003A6D8D">
      <w:pPr>
        <w:pStyle w:val="Titre1"/>
        <w:rPr>
          <w:rFonts w:cs="Georgia"/>
        </w:rPr>
      </w:pPr>
      <w:bookmarkStart w:id="4" w:name="_Toc196328805"/>
      <w:r w:rsidRPr="003A0BBB">
        <w:rPr>
          <w:rFonts w:cs="Georgia"/>
        </w:rPr>
        <w:lastRenderedPageBreak/>
        <w:t>IV</w:t>
      </w:r>
      <w:bookmarkEnd w:id="4"/>
    </w:p>
    <w:p w14:paraId="41E56F75" w14:textId="77777777" w:rsidR="003A6D8D" w:rsidRDefault="008F7090" w:rsidP="008F7090">
      <w:r w:rsidRPr="003A0BBB">
        <w:t>Le moment est venu maintenant de parler de Camille</w:t>
      </w:r>
      <w:r w:rsidR="003A6D8D">
        <w:t>.</w:t>
      </w:r>
    </w:p>
    <w:p w14:paraId="40CD3551" w14:textId="25016752" w:rsidR="008F7090" w:rsidRPr="003A0BBB" w:rsidRDefault="008F7090" w:rsidP="008F7090"/>
    <w:p w14:paraId="6A1153C4" w14:textId="77777777" w:rsidR="003A6D8D" w:rsidRDefault="008F7090" w:rsidP="008F7090">
      <w:r w:rsidRPr="003A0BBB">
        <w:t>Elle fit ses études au lycée où j</w:t>
      </w:r>
      <w:r w:rsidR="003A6D8D">
        <w:t>’</w:t>
      </w:r>
      <w:r w:rsidRPr="003A0BBB">
        <w:t>avais été élevée</w:t>
      </w:r>
      <w:r w:rsidR="003A6D8D">
        <w:t xml:space="preserve">. </w:t>
      </w:r>
      <w:r w:rsidRPr="003A0BBB">
        <w:t>Elle y entra très jeune</w:t>
      </w:r>
      <w:r w:rsidR="003A6D8D">
        <w:t xml:space="preserve">, </w:t>
      </w:r>
      <w:r w:rsidRPr="003A0BBB">
        <w:t>sur ses instances répétées</w:t>
      </w:r>
      <w:r w:rsidR="003A6D8D">
        <w:t xml:space="preserve">, </w:t>
      </w:r>
      <w:r w:rsidRPr="003A0BBB">
        <w:t>car j</w:t>
      </w:r>
      <w:r w:rsidR="003A6D8D">
        <w:t>’</w:t>
      </w:r>
      <w:r w:rsidRPr="003A0BBB">
        <w:t>eusse été</w:t>
      </w:r>
      <w:r w:rsidR="003A6D8D">
        <w:t xml:space="preserve">, </w:t>
      </w:r>
      <w:r w:rsidRPr="003A0BBB">
        <w:t>comme on le pense</w:t>
      </w:r>
      <w:r w:rsidR="003A6D8D">
        <w:t xml:space="preserve">, </w:t>
      </w:r>
      <w:r w:rsidRPr="003A0BBB">
        <w:t>bien heureuse de la garder plus longtemps auprès de moi</w:t>
      </w:r>
      <w:r w:rsidR="003A6D8D">
        <w:t xml:space="preserve">, </w:t>
      </w:r>
      <w:r w:rsidRPr="003A0BBB">
        <w:t>et son père n</w:t>
      </w:r>
      <w:r w:rsidR="003A6D8D">
        <w:t>’</w:t>
      </w:r>
      <w:r w:rsidRPr="003A0BBB">
        <w:t>y aurait certainement pas fait obstacle</w:t>
      </w:r>
      <w:r w:rsidR="003A6D8D">
        <w:t xml:space="preserve">. </w:t>
      </w:r>
      <w:r w:rsidRPr="003A0BBB">
        <w:t>Mais déjà elle manifestait ce caractère ombrageux et entier qui devait se développer plus tard de façon presque maladive</w:t>
      </w:r>
      <w:r w:rsidR="003A6D8D">
        <w:t xml:space="preserve">. </w:t>
      </w:r>
      <w:r w:rsidRPr="003A0BBB">
        <w:t>Je n</w:t>
      </w:r>
      <w:r w:rsidR="003A6D8D">
        <w:t>’</w:t>
      </w:r>
      <w:r w:rsidRPr="003A0BBB">
        <w:t>avais pas été une mauvaise élève</w:t>
      </w:r>
      <w:r w:rsidR="003A6D8D">
        <w:t xml:space="preserve">. </w:t>
      </w:r>
      <w:r w:rsidRPr="003A0BBB">
        <w:t>Elle</w:t>
      </w:r>
      <w:r w:rsidR="003A6D8D">
        <w:t xml:space="preserve">, </w:t>
      </w:r>
      <w:r w:rsidRPr="003A0BBB">
        <w:t>elle fut une élève hors ligne</w:t>
      </w:r>
      <w:r w:rsidR="003A6D8D">
        <w:t xml:space="preserve">. </w:t>
      </w:r>
      <w:r w:rsidRPr="003A0BBB">
        <w:t>Les premiers temps</w:t>
      </w:r>
      <w:r w:rsidR="003A6D8D">
        <w:t xml:space="preserve">, </w:t>
      </w:r>
      <w:r w:rsidRPr="003A0BBB">
        <w:t>elle avait suivi les cours en qualité d</w:t>
      </w:r>
      <w:r w:rsidR="003A6D8D">
        <w:t>’</w:t>
      </w:r>
      <w:r w:rsidRPr="003A0BBB">
        <w:t>externe</w:t>
      </w:r>
      <w:r w:rsidR="003A6D8D">
        <w:t xml:space="preserve">. </w:t>
      </w:r>
      <w:r w:rsidRPr="003A0BBB">
        <w:t>Un soir</w:t>
      </w:r>
      <w:r w:rsidR="003A6D8D">
        <w:t xml:space="preserve">, – </w:t>
      </w:r>
      <w:r w:rsidRPr="003A0BBB">
        <w:t>c</w:t>
      </w:r>
      <w:r w:rsidR="003A6D8D">
        <w:t>’</w:t>
      </w:r>
      <w:r w:rsidRPr="003A0BBB">
        <w:t>était au cours de sa troisième année scolaire</w:t>
      </w:r>
      <w:r w:rsidR="003A6D8D">
        <w:t xml:space="preserve">, – </w:t>
      </w:r>
      <w:r w:rsidRPr="003A0BBB">
        <w:t>comme le dîner finissait</w:t>
      </w:r>
      <w:r w:rsidR="003A6D8D">
        <w:t xml:space="preserve">, </w:t>
      </w:r>
      <w:r w:rsidRPr="003A0BBB">
        <w:t>un dîner pendant lequel</w:t>
      </w:r>
      <w:r w:rsidR="003A6D8D">
        <w:t xml:space="preserve">, </w:t>
      </w:r>
      <w:r w:rsidRPr="003A0BBB">
        <w:t>selon son habitude</w:t>
      </w:r>
      <w:r w:rsidR="003A6D8D">
        <w:t xml:space="preserve">, </w:t>
      </w:r>
      <w:r w:rsidRPr="003A0BBB">
        <w:t>elle était demeurée à peu près muette</w:t>
      </w:r>
      <w:r w:rsidR="003A6D8D">
        <w:t xml:space="preserve">, </w:t>
      </w:r>
      <w:r w:rsidRPr="003A0BBB">
        <w:t>elle posa cette question inattendue</w:t>
      </w:r>
      <w:r w:rsidR="003A6D8D">
        <w:t> :</w:t>
      </w:r>
    </w:p>
    <w:p w14:paraId="40628DA3" w14:textId="77777777" w:rsidR="003A6D8D" w:rsidRDefault="003A6D8D" w:rsidP="008F7090">
      <w:r>
        <w:t>— </w:t>
      </w:r>
      <w:r w:rsidR="008F7090" w:rsidRPr="003A0BBB">
        <w:t>Je voudrais savoir environ quelle fortune nous avons</w:t>
      </w:r>
      <w:r>
        <w:t> ?</w:t>
      </w:r>
    </w:p>
    <w:p w14:paraId="030D85B8" w14:textId="77777777" w:rsidR="003A6D8D" w:rsidRDefault="008F7090" w:rsidP="008F7090">
      <w:r w:rsidRPr="003A0BBB">
        <w:t>Il n</w:t>
      </w:r>
      <w:r w:rsidR="003A6D8D">
        <w:t>’</w:t>
      </w:r>
      <w:r w:rsidRPr="003A0BBB">
        <w:t>est pas d</w:t>
      </w:r>
      <w:r w:rsidR="003A6D8D">
        <w:t>’</w:t>
      </w:r>
      <w:r w:rsidRPr="003A0BBB">
        <w:t>usage de donner à un enfant de dix ans des renseignements de cette sorte</w:t>
      </w:r>
      <w:r w:rsidR="003A6D8D">
        <w:t xml:space="preserve">. </w:t>
      </w:r>
      <w:r w:rsidRPr="003A0BBB">
        <w:t>Mais telle était l</w:t>
      </w:r>
      <w:r w:rsidR="003A6D8D">
        <w:t>’</w:t>
      </w:r>
      <w:r w:rsidRPr="003A0BBB">
        <w:t>autorité du ton de Camille que mon mari</w:t>
      </w:r>
      <w:r w:rsidR="003A6D8D">
        <w:t xml:space="preserve">, </w:t>
      </w:r>
      <w:r w:rsidRPr="003A0BBB">
        <w:t>après m</w:t>
      </w:r>
      <w:r w:rsidR="003A6D8D">
        <w:t>’</w:t>
      </w:r>
      <w:r w:rsidRPr="003A0BBB">
        <w:t>avoir consultée d</w:t>
      </w:r>
      <w:r w:rsidR="003A6D8D">
        <w:t>’</w:t>
      </w:r>
      <w:r w:rsidRPr="003A0BBB">
        <w:t>un coup d</w:t>
      </w:r>
      <w:r w:rsidR="003A6D8D">
        <w:t>’</w:t>
      </w:r>
      <w:r w:rsidRPr="003A0BBB">
        <w:t>œil légèrement surpris</w:t>
      </w:r>
      <w:r w:rsidR="003A6D8D">
        <w:t xml:space="preserve">, </w:t>
      </w:r>
      <w:r w:rsidRPr="003A0BBB">
        <w:t>se mit en devoir de la satisfaire</w:t>
      </w:r>
      <w:r w:rsidR="003A6D8D">
        <w:t>.</w:t>
      </w:r>
    </w:p>
    <w:p w14:paraId="0DC4E3CA" w14:textId="77777777" w:rsidR="003A6D8D" w:rsidRDefault="008F7090" w:rsidP="008F7090">
      <w:r w:rsidRPr="003A0BBB">
        <w:t>Elle écoutait avec attention</w:t>
      </w:r>
      <w:r w:rsidR="003A6D8D">
        <w:t>.</w:t>
      </w:r>
    </w:p>
    <w:p w14:paraId="60C7739D" w14:textId="77777777" w:rsidR="003A6D8D" w:rsidRDefault="003A6D8D" w:rsidP="008F7090">
      <w:r>
        <w:t>— </w:t>
      </w:r>
      <w:r w:rsidR="008F7090" w:rsidRPr="003A0BBB">
        <w:t>Je ne m</w:t>
      </w:r>
      <w:r>
        <w:t>’</w:t>
      </w:r>
      <w:r w:rsidR="008F7090" w:rsidRPr="003A0BBB">
        <w:t>attendais pas à autant</w:t>
      </w:r>
      <w:r>
        <w:t xml:space="preserve">, </w:t>
      </w:r>
      <w:r w:rsidR="008F7090" w:rsidRPr="003A0BBB">
        <w:t>dit-elle enfin</w:t>
      </w:r>
      <w:r>
        <w:t xml:space="preserve">. </w:t>
      </w:r>
      <w:r w:rsidR="008F7090" w:rsidRPr="003A0BBB">
        <w:t>C</w:t>
      </w:r>
      <w:r>
        <w:t>’</w:t>
      </w:r>
      <w:r w:rsidR="008F7090" w:rsidRPr="003A0BBB">
        <w:t>est égal</w:t>
      </w:r>
      <w:r>
        <w:t xml:space="preserve">, </w:t>
      </w:r>
      <w:r w:rsidR="008F7090" w:rsidRPr="003A0BBB">
        <w:t>je ne crois pas avoir mal fait</w:t>
      </w:r>
      <w:r>
        <w:t>.</w:t>
      </w:r>
    </w:p>
    <w:p w14:paraId="67C686CD" w14:textId="77777777" w:rsidR="003A6D8D" w:rsidRDefault="003A6D8D" w:rsidP="008F7090">
      <w:r>
        <w:t>— </w:t>
      </w:r>
      <w:r w:rsidR="008F7090" w:rsidRPr="003A0BBB">
        <w:t>Qu</w:t>
      </w:r>
      <w:r>
        <w:t>’</w:t>
      </w:r>
      <w:r w:rsidR="008F7090" w:rsidRPr="003A0BBB">
        <w:t>as-tu fait</w:t>
      </w:r>
      <w:r>
        <w:t> ?</w:t>
      </w:r>
    </w:p>
    <w:p w14:paraId="7CFD8E54" w14:textId="77777777" w:rsidR="003A6D8D" w:rsidRDefault="003A6D8D" w:rsidP="008F7090">
      <w:r>
        <w:t>— </w:t>
      </w:r>
      <w:r w:rsidR="008F7090" w:rsidRPr="003A0BBB">
        <w:t>J</w:t>
      </w:r>
      <w:r>
        <w:t>’</w:t>
      </w:r>
      <w:r w:rsidR="008F7090" w:rsidRPr="003A0BBB">
        <w:t>ai demandé à être inscrite pour le concours des bourses</w:t>
      </w:r>
      <w:r>
        <w:t>.</w:t>
      </w:r>
    </w:p>
    <w:p w14:paraId="03B70238" w14:textId="77777777" w:rsidR="003A6D8D" w:rsidRDefault="003A6D8D" w:rsidP="008F7090">
      <w:r>
        <w:lastRenderedPageBreak/>
        <w:t>— </w:t>
      </w:r>
      <w:r w:rsidR="008F7090" w:rsidRPr="003A0BBB">
        <w:t>Et tu crois que tu seras reçue</w:t>
      </w:r>
      <w:r>
        <w:t> ?</w:t>
      </w:r>
    </w:p>
    <w:p w14:paraId="18FCD05E" w14:textId="77777777" w:rsidR="003A6D8D" w:rsidRDefault="008F7090" w:rsidP="008F7090">
      <w:r w:rsidRPr="003A0BBB">
        <w:t>Elle haussa les épaules</w:t>
      </w:r>
      <w:r w:rsidR="003A6D8D">
        <w:t>.</w:t>
      </w:r>
    </w:p>
    <w:p w14:paraId="64B35F0A" w14:textId="77777777" w:rsidR="003A6D8D" w:rsidRDefault="003A6D8D" w:rsidP="008F7090">
      <w:r>
        <w:t>— </w:t>
      </w:r>
      <w:r w:rsidR="008F7090" w:rsidRPr="003A0BBB">
        <w:t>On verra bien</w:t>
      </w:r>
      <w:r>
        <w:t>.</w:t>
      </w:r>
    </w:p>
    <w:p w14:paraId="74FBC0A5" w14:textId="77777777" w:rsidR="003A6D8D" w:rsidRDefault="008F7090" w:rsidP="008F7090">
      <w:r w:rsidRPr="003A0BBB">
        <w:t>Le lendemain</w:t>
      </w:r>
      <w:r w:rsidR="003A6D8D">
        <w:t xml:space="preserve">, </w:t>
      </w:r>
      <w:r w:rsidRPr="003A0BBB">
        <w:t>sans la prévenir</w:t>
      </w:r>
      <w:r w:rsidR="003A6D8D">
        <w:t xml:space="preserve">, </w:t>
      </w:r>
      <w:r w:rsidRPr="003A0BBB">
        <w:t>car elle avait horreur de tout ce qui pouvait ressembler à de la surveillance</w:t>
      </w:r>
      <w:r w:rsidR="003A6D8D">
        <w:t xml:space="preserve">, </w:t>
      </w:r>
      <w:r w:rsidRPr="003A0BBB">
        <w:t>j</w:t>
      </w:r>
      <w:r w:rsidR="003A6D8D">
        <w:t>’</w:t>
      </w:r>
      <w:r w:rsidRPr="003A0BBB">
        <w:t>allai au lycée</w:t>
      </w:r>
      <w:r w:rsidR="003A6D8D">
        <w:t xml:space="preserve">. </w:t>
      </w:r>
      <w:r w:rsidRPr="003A0BBB">
        <w:t>La directrice actuelle était un de mes anciens professeurs</w:t>
      </w:r>
      <w:r w:rsidR="003A6D8D">
        <w:t xml:space="preserve">. </w:t>
      </w:r>
      <w:r w:rsidRPr="003A0BBB">
        <w:t>Jadis</w:t>
      </w:r>
      <w:r w:rsidR="003A6D8D">
        <w:t xml:space="preserve">, </w:t>
      </w:r>
      <w:r w:rsidRPr="003A0BBB">
        <w:t>elle avait insisté de son mieux pour me faire entrer dans l</w:t>
      </w:r>
      <w:r w:rsidR="003A6D8D">
        <w:t>’</w:t>
      </w:r>
      <w:r w:rsidRPr="003A0BBB">
        <w:t>enseignement</w:t>
      </w:r>
      <w:r w:rsidR="003A6D8D">
        <w:t>.</w:t>
      </w:r>
    </w:p>
    <w:p w14:paraId="05ECA4B7" w14:textId="77777777" w:rsidR="003A6D8D" w:rsidRDefault="008F7090" w:rsidP="008F7090">
      <w:r w:rsidRPr="003A0BBB">
        <w:t>Elle ne me laissa pas le temps de lui poser une question</w:t>
      </w:r>
      <w:r w:rsidR="003A6D8D">
        <w:t>.</w:t>
      </w:r>
    </w:p>
    <w:p w14:paraId="24D81455" w14:textId="77777777" w:rsidR="003A6D8D" w:rsidRDefault="003A6D8D" w:rsidP="008F7090">
      <w:r>
        <w:t>— </w:t>
      </w:r>
      <w:r w:rsidR="008F7090" w:rsidRPr="003A0BBB">
        <w:t>Je sais pourquoi vous venez</w:t>
      </w:r>
      <w:r>
        <w:t xml:space="preserve">. </w:t>
      </w:r>
      <w:r w:rsidR="008F7090" w:rsidRPr="003A0BBB">
        <w:t>C</w:t>
      </w:r>
      <w:r>
        <w:t>’</w:t>
      </w:r>
      <w:r w:rsidR="008F7090" w:rsidRPr="003A0BBB">
        <w:t>est moi qui ai donné à Camille le conseil dont elle vous aura parlé</w:t>
      </w:r>
      <w:r>
        <w:t xml:space="preserve">. </w:t>
      </w:r>
      <w:r w:rsidR="008F7090" w:rsidRPr="003A0BBB">
        <w:t>Cette enfant est un petit prodige</w:t>
      </w:r>
      <w:r>
        <w:t xml:space="preserve">. </w:t>
      </w:r>
      <w:r w:rsidR="008F7090" w:rsidRPr="003A0BBB">
        <w:t>En vingt ans d</w:t>
      </w:r>
      <w:r>
        <w:t>’</w:t>
      </w:r>
      <w:r w:rsidR="008F7090" w:rsidRPr="003A0BBB">
        <w:t>enseignement</w:t>
      </w:r>
      <w:r>
        <w:t xml:space="preserve">, </w:t>
      </w:r>
      <w:r w:rsidR="008F7090" w:rsidRPr="003A0BBB">
        <w:t>je n</w:t>
      </w:r>
      <w:r>
        <w:t>’</w:t>
      </w:r>
      <w:r w:rsidR="008F7090" w:rsidRPr="003A0BBB">
        <w:t>ai pas rencontré deux personnalités semblables</w:t>
      </w:r>
      <w:r>
        <w:t xml:space="preserve">. </w:t>
      </w:r>
      <w:r w:rsidR="008F7090" w:rsidRPr="003A0BBB">
        <w:t>Vous pouvez être fière d</w:t>
      </w:r>
      <w:r>
        <w:t>’</w:t>
      </w:r>
      <w:r w:rsidR="008F7090" w:rsidRPr="003A0BBB">
        <w:t>elle</w:t>
      </w:r>
      <w:r>
        <w:t xml:space="preserve">. </w:t>
      </w:r>
      <w:r w:rsidR="008F7090" w:rsidRPr="003A0BBB">
        <w:t>C</w:t>
      </w:r>
      <w:r>
        <w:t>’</w:t>
      </w:r>
      <w:r w:rsidR="008F7090" w:rsidRPr="003A0BBB">
        <w:t>est elle qui me dédommagera de la déception que vous m</w:t>
      </w:r>
      <w:r>
        <w:t>’</w:t>
      </w:r>
      <w:r w:rsidR="008F7090" w:rsidRPr="003A0BBB">
        <w:t>avez causée autrefois en ne suivant pas mes conseils</w:t>
      </w:r>
      <w:r>
        <w:t>.</w:t>
      </w:r>
    </w:p>
    <w:p w14:paraId="1F4EE017" w14:textId="77777777" w:rsidR="003A6D8D" w:rsidRDefault="003A6D8D" w:rsidP="008F7090">
      <w:r>
        <w:t>— </w:t>
      </w:r>
      <w:r w:rsidR="008F7090" w:rsidRPr="003A0BBB">
        <w:t>Camille est encore si jeune</w:t>
      </w:r>
      <w:r>
        <w:t xml:space="preserve">, </w:t>
      </w:r>
      <w:r w:rsidR="008F7090" w:rsidRPr="003A0BBB">
        <w:t>Mademoiselle</w:t>
      </w:r>
      <w:r>
        <w:t xml:space="preserve">, </w:t>
      </w:r>
      <w:r w:rsidR="008F7090" w:rsidRPr="003A0BBB">
        <w:t>que vraiment</w:t>
      </w:r>
      <w:r>
        <w:t>…</w:t>
      </w:r>
    </w:p>
    <w:p w14:paraId="457A1230" w14:textId="77777777" w:rsidR="003A6D8D" w:rsidRDefault="003A6D8D" w:rsidP="008F7090">
      <w:r>
        <w:t>— </w:t>
      </w:r>
      <w:r w:rsidR="008F7090" w:rsidRPr="003A0BBB">
        <w:t>Camille est en avance de trois ou quatre ans sur les autres enfants de son âge</w:t>
      </w:r>
      <w:r>
        <w:t xml:space="preserve">, </w:t>
      </w:r>
      <w:r w:rsidR="008F7090" w:rsidRPr="003A0BBB">
        <w:t>voilà la vérité</w:t>
      </w:r>
      <w:r>
        <w:t xml:space="preserve">. </w:t>
      </w:r>
      <w:r w:rsidR="008F7090" w:rsidRPr="003A0BBB">
        <w:t>Ses devoirs témoignent d</w:t>
      </w:r>
      <w:r>
        <w:t>’</w:t>
      </w:r>
      <w:r w:rsidR="008F7090" w:rsidRPr="003A0BBB">
        <w:t>une maturité</w:t>
      </w:r>
      <w:r>
        <w:t xml:space="preserve"> !… </w:t>
      </w:r>
      <w:r w:rsidR="008F7090" w:rsidRPr="003A0BBB">
        <w:t>Sans doute</w:t>
      </w:r>
      <w:r>
        <w:t xml:space="preserve">, </w:t>
      </w:r>
      <w:r w:rsidR="008F7090" w:rsidRPr="003A0BBB">
        <w:t>de temps en temps</w:t>
      </w:r>
      <w:r>
        <w:t xml:space="preserve">, </w:t>
      </w:r>
      <w:r w:rsidR="008F7090" w:rsidRPr="003A0BBB">
        <w:t>j</w:t>
      </w:r>
      <w:r>
        <w:t>’</w:t>
      </w:r>
      <w:r w:rsidR="008F7090" w:rsidRPr="003A0BBB">
        <w:t>y discerne des choses qui ne peuvent être d</w:t>
      </w:r>
      <w:r>
        <w:t>’</w:t>
      </w:r>
      <w:r w:rsidR="008F7090" w:rsidRPr="003A0BBB">
        <w:t>elle</w:t>
      </w:r>
      <w:r>
        <w:t xml:space="preserve">. </w:t>
      </w:r>
      <w:r w:rsidR="008F7090" w:rsidRPr="003A0BBB">
        <w:t>Il est bien naturel que vous</w:t>
      </w:r>
      <w:r>
        <w:t>…</w:t>
      </w:r>
    </w:p>
    <w:p w14:paraId="07963A47" w14:textId="77777777" w:rsidR="003A6D8D" w:rsidRDefault="003A6D8D" w:rsidP="008F7090">
      <w:r>
        <w:t>— </w:t>
      </w:r>
      <w:r w:rsidR="008F7090" w:rsidRPr="003A0BBB">
        <w:t>Jamais Camille ne m</w:t>
      </w:r>
      <w:r>
        <w:t>’</w:t>
      </w:r>
      <w:r w:rsidR="008F7090" w:rsidRPr="003A0BBB">
        <w:t>a demandé un conseil pour ses études</w:t>
      </w:r>
      <w:r>
        <w:t>.</w:t>
      </w:r>
    </w:p>
    <w:p w14:paraId="0AC8EA32" w14:textId="77777777" w:rsidR="003A6D8D" w:rsidRDefault="003A6D8D" w:rsidP="008F7090">
      <w:r>
        <w:t>— </w:t>
      </w:r>
      <w:r w:rsidR="008F7090" w:rsidRPr="003A0BBB">
        <w:t>Non</w:t>
      </w:r>
      <w:r>
        <w:t xml:space="preserve"> ? </w:t>
      </w:r>
      <w:r w:rsidR="008F7090" w:rsidRPr="003A0BBB">
        <w:t>Alors</w:t>
      </w:r>
      <w:r>
        <w:t xml:space="preserve">, </w:t>
      </w:r>
      <w:r w:rsidR="008F7090" w:rsidRPr="003A0BBB">
        <w:t>c</w:t>
      </w:r>
      <w:r>
        <w:t>’</w:t>
      </w:r>
      <w:r w:rsidR="008F7090" w:rsidRPr="003A0BBB">
        <w:t>est extraordinaire</w:t>
      </w:r>
      <w:r>
        <w:t xml:space="preserve">. </w:t>
      </w:r>
      <w:r w:rsidR="008F7090" w:rsidRPr="003A0BBB">
        <w:t>Il faudra même tempérer son ardeur au travail</w:t>
      </w:r>
      <w:r>
        <w:t xml:space="preserve">. </w:t>
      </w:r>
      <w:r w:rsidR="008F7090" w:rsidRPr="003A0BBB">
        <w:t>En tout cas</w:t>
      </w:r>
      <w:r>
        <w:t xml:space="preserve">, </w:t>
      </w:r>
      <w:r w:rsidR="008F7090" w:rsidRPr="003A0BBB">
        <w:t>vous avez bien fait de venir</w:t>
      </w:r>
      <w:r>
        <w:t xml:space="preserve">. </w:t>
      </w:r>
      <w:r w:rsidR="008F7090" w:rsidRPr="003A0BBB">
        <w:t>J</w:t>
      </w:r>
      <w:r>
        <w:t>’</w:t>
      </w:r>
      <w:r w:rsidR="008F7090" w:rsidRPr="003A0BBB">
        <w:t>allais vous écrire</w:t>
      </w:r>
      <w:r>
        <w:t xml:space="preserve">. </w:t>
      </w:r>
      <w:r w:rsidR="008F7090" w:rsidRPr="003A0BBB">
        <w:t>Camille va passer son concours de bourse</w:t>
      </w:r>
      <w:r>
        <w:t xml:space="preserve">, </w:t>
      </w:r>
      <w:r w:rsidR="008F7090" w:rsidRPr="003A0BBB">
        <w:t>et vous nous la laisserez comme pensionnaire</w:t>
      </w:r>
      <w:r>
        <w:t xml:space="preserve">. </w:t>
      </w:r>
      <w:r w:rsidR="008F7090" w:rsidRPr="003A0BBB">
        <w:t>C</w:t>
      </w:r>
      <w:r>
        <w:t>’</w:t>
      </w:r>
      <w:r w:rsidR="008F7090" w:rsidRPr="003A0BBB">
        <w:t xml:space="preserve">est </w:t>
      </w:r>
      <w:r w:rsidR="008F7090" w:rsidRPr="003A0BBB">
        <w:lastRenderedPageBreak/>
        <w:t>entendu avec elle</w:t>
      </w:r>
      <w:r>
        <w:t xml:space="preserve">. </w:t>
      </w:r>
      <w:r w:rsidR="008F7090" w:rsidRPr="003A0BBB">
        <w:t>Ce sera plus commode à tous égards</w:t>
      </w:r>
      <w:r>
        <w:t xml:space="preserve">, </w:t>
      </w:r>
      <w:r w:rsidR="008F7090" w:rsidRPr="003A0BBB">
        <w:t>notamment pour lui faire suivre les cours du lycée de garçons</w:t>
      </w:r>
      <w:r>
        <w:t xml:space="preserve">. </w:t>
      </w:r>
      <w:r w:rsidR="008F7090" w:rsidRPr="003A0BBB">
        <w:t>J</w:t>
      </w:r>
      <w:r>
        <w:t>’</w:t>
      </w:r>
      <w:r w:rsidR="008F7090" w:rsidRPr="003A0BBB">
        <w:t>en ai déjà parlé au proviseur</w:t>
      </w:r>
      <w:r>
        <w:t>.</w:t>
      </w:r>
    </w:p>
    <w:p w14:paraId="51154557" w14:textId="77777777" w:rsidR="003A6D8D" w:rsidRDefault="003A6D8D" w:rsidP="008F7090">
      <w:r>
        <w:t>— </w:t>
      </w:r>
      <w:r w:rsidR="008F7090" w:rsidRPr="003A0BBB">
        <w:t>Le lycée de garçons</w:t>
      </w:r>
      <w:r>
        <w:t> ?</w:t>
      </w:r>
    </w:p>
    <w:p w14:paraId="22DE9678" w14:textId="77777777" w:rsidR="003A6D8D" w:rsidRDefault="003A6D8D" w:rsidP="008F7090">
      <w:r>
        <w:t>— </w:t>
      </w:r>
      <w:r w:rsidR="008F7090" w:rsidRPr="003A0BBB">
        <w:t>Naturellement</w:t>
      </w:r>
      <w:r>
        <w:t xml:space="preserve">. </w:t>
      </w:r>
      <w:r w:rsidR="008F7090" w:rsidRPr="003A0BBB">
        <w:t>Vous ne pensez pas que je vais la laisser s</w:t>
      </w:r>
      <w:r>
        <w:t>’</w:t>
      </w:r>
      <w:r w:rsidR="008F7090" w:rsidRPr="003A0BBB">
        <w:t>engager dans ce pauvre enseignement féminin</w:t>
      </w:r>
      <w:r>
        <w:t xml:space="preserve">, </w:t>
      </w:r>
      <w:r w:rsidR="008F7090" w:rsidRPr="003A0BBB">
        <w:t>qui est actuellement sans issue pour des sujets comme votre fille</w:t>
      </w:r>
      <w:r>
        <w:t xml:space="preserve">. </w:t>
      </w:r>
      <w:r w:rsidR="008F7090" w:rsidRPr="003A0BBB">
        <w:t>Non</w:t>
      </w:r>
      <w:r>
        <w:t xml:space="preserve">, </w:t>
      </w:r>
      <w:r w:rsidR="008F7090" w:rsidRPr="003A0BBB">
        <w:t>non</w:t>
      </w:r>
      <w:r>
        <w:t xml:space="preserve">. </w:t>
      </w:r>
      <w:r w:rsidR="008F7090" w:rsidRPr="003A0BBB">
        <w:t>C</w:t>
      </w:r>
      <w:r>
        <w:t>’</w:t>
      </w:r>
      <w:r w:rsidR="008F7090" w:rsidRPr="003A0BBB">
        <w:t>est le baccalauréat qu</w:t>
      </w:r>
      <w:r>
        <w:t>’</w:t>
      </w:r>
      <w:r w:rsidR="008F7090" w:rsidRPr="003A0BBB">
        <w:t>elle doit d</w:t>
      </w:r>
      <w:r>
        <w:t>’</w:t>
      </w:r>
      <w:r w:rsidR="008F7090" w:rsidRPr="003A0BBB">
        <w:t>abord passer</w:t>
      </w:r>
      <w:r>
        <w:t xml:space="preserve">, </w:t>
      </w:r>
      <w:r w:rsidR="008F7090" w:rsidRPr="003A0BBB">
        <w:t>puis la licence</w:t>
      </w:r>
      <w:r>
        <w:t xml:space="preserve">, </w:t>
      </w:r>
      <w:r w:rsidR="008F7090" w:rsidRPr="003A0BBB">
        <w:t>puis</w:t>
      </w:r>
      <w:r>
        <w:t xml:space="preserve">… </w:t>
      </w:r>
      <w:r w:rsidR="008F7090" w:rsidRPr="003A0BBB">
        <w:t>Ne vous mettez pas en peine</w:t>
      </w:r>
      <w:r>
        <w:t xml:space="preserve">. </w:t>
      </w:r>
      <w:r w:rsidR="008F7090" w:rsidRPr="003A0BBB">
        <w:t>Laissez-moi faire</w:t>
      </w:r>
      <w:r>
        <w:t>.</w:t>
      </w:r>
    </w:p>
    <w:p w14:paraId="253A7FFC" w14:textId="77777777" w:rsidR="003A6D8D" w:rsidRDefault="008F7090" w:rsidP="008F7090">
      <w:r w:rsidRPr="003A0BBB">
        <w:t>Je dis oui</w:t>
      </w:r>
      <w:r w:rsidR="003A6D8D">
        <w:t xml:space="preserve">, </w:t>
      </w:r>
      <w:r w:rsidRPr="003A0BBB">
        <w:t>et cet instant a été celui de la perte de Camille pour moi</w:t>
      </w:r>
      <w:r w:rsidR="003A6D8D">
        <w:t xml:space="preserve">. </w:t>
      </w:r>
      <w:r w:rsidRPr="003A0BBB">
        <w:t>L</w:t>
      </w:r>
      <w:r w:rsidR="003A6D8D">
        <w:t>’</w:t>
      </w:r>
      <w:r w:rsidRPr="003A0BBB">
        <w:t>internat commença cette besogne d</w:t>
      </w:r>
      <w:r w:rsidR="003A6D8D">
        <w:t>’</w:t>
      </w:r>
      <w:r w:rsidRPr="003A0BBB">
        <w:t>arrachement</w:t>
      </w:r>
      <w:r w:rsidR="003A6D8D">
        <w:t xml:space="preserve">. </w:t>
      </w:r>
      <w:r w:rsidRPr="003A0BBB">
        <w:t>De moins en moins</w:t>
      </w:r>
      <w:r w:rsidR="003A6D8D">
        <w:t xml:space="preserve">, </w:t>
      </w:r>
      <w:r w:rsidRPr="003A0BBB">
        <w:t>je devais revoir ma fille</w:t>
      </w:r>
      <w:r w:rsidR="003A6D8D">
        <w:t xml:space="preserve">. </w:t>
      </w:r>
      <w:r w:rsidRPr="003A0BBB">
        <w:t>Elle finit par s</w:t>
      </w:r>
      <w:r w:rsidR="003A6D8D">
        <w:t>’</w:t>
      </w:r>
      <w:r w:rsidRPr="003A0BBB">
        <w:t>arranger</w:t>
      </w:r>
      <w:r w:rsidR="003A6D8D">
        <w:t xml:space="preserve">, </w:t>
      </w:r>
      <w:r w:rsidRPr="003A0BBB">
        <w:t>de concert avec la directrice et en se présentant à force concours</w:t>
      </w:r>
      <w:r w:rsidR="003A6D8D">
        <w:t xml:space="preserve">, </w:t>
      </w:r>
      <w:r w:rsidRPr="003A0BBB">
        <w:t>pour obtenir</w:t>
      </w:r>
      <w:r w:rsidR="003A6D8D">
        <w:t xml:space="preserve">, </w:t>
      </w:r>
      <w:r w:rsidRPr="003A0BBB">
        <w:t>à l</w:t>
      </w:r>
      <w:r w:rsidR="003A6D8D">
        <w:t>’</w:t>
      </w:r>
      <w:r w:rsidRPr="003A0BBB">
        <w:t>époque des grandes vacances</w:t>
      </w:r>
      <w:r w:rsidR="003A6D8D">
        <w:t xml:space="preserve">, </w:t>
      </w:r>
      <w:r w:rsidRPr="003A0BBB">
        <w:t>des bourses de voyage</w:t>
      </w:r>
      <w:r w:rsidR="003A6D8D">
        <w:t xml:space="preserve">. </w:t>
      </w:r>
      <w:r w:rsidRPr="003A0BBB">
        <w:t>Elle se trouvait</w:t>
      </w:r>
      <w:r w:rsidR="003A6D8D">
        <w:t xml:space="preserve">, </w:t>
      </w:r>
      <w:r w:rsidRPr="003A0BBB">
        <w:t>quand la guerre éclata</w:t>
      </w:r>
      <w:r w:rsidR="003A6D8D">
        <w:t xml:space="preserve">, </w:t>
      </w:r>
      <w:r w:rsidRPr="003A0BBB">
        <w:t>avoir fait ainsi à peu près le tour de l</w:t>
      </w:r>
      <w:r w:rsidR="003A6D8D">
        <w:t>’</w:t>
      </w:r>
      <w:r w:rsidRPr="003A0BBB">
        <w:t>Europe</w:t>
      </w:r>
      <w:r w:rsidR="003A6D8D">
        <w:t>.</w:t>
      </w:r>
    </w:p>
    <w:p w14:paraId="29D3FAC7" w14:textId="77777777" w:rsidR="003A6D8D" w:rsidRDefault="008F7090" w:rsidP="008F7090">
      <w:r w:rsidRPr="003A0BBB">
        <w:t>Je n</w:t>
      </w:r>
      <w:r w:rsidR="003A6D8D">
        <w:t>’</w:t>
      </w:r>
      <w:r w:rsidRPr="003A0BBB">
        <w:t>insistai pas outre mesure pour la conserver</w:t>
      </w:r>
      <w:r w:rsidR="003A6D8D">
        <w:t xml:space="preserve">. </w:t>
      </w:r>
      <w:r w:rsidRPr="003A0BBB">
        <w:t>Moi dont la liberté n</w:t>
      </w:r>
      <w:r w:rsidR="003A6D8D">
        <w:t>’</w:t>
      </w:r>
      <w:r w:rsidRPr="003A0BBB">
        <w:t>avait jamais été respectée</w:t>
      </w:r>
      <w:r w:rsidR="003A6D8D">
        <w:t xml:space="preserve">, </w:t>
      </w:r>
      <w:r w:rsidRPr="003A0BBB">
        <w:t>je jugeai de mon devoir de ne pas contraindre celle de ma fille</w:t>
      </w:r>
      <w:r w:rsidR="003A6D8D">
        <w:t xml:space="preserve">. </w:t>
      </w:r>
      <w:r w:rsidRPr="003A0BBB">
        <w:t>Pour y parvenir</w:t>
      </w:r>
      <w:r w:rsidR="003A6D8D">
        <w:t xml:space="preserve">, </w:t>
      </w:r>
      <w:r w:rsidRPr="003A0BBB">
        <w:t>il eût d</w:t>
      </w:r>
      <w:r w:rsidR="003A6D8D">
        <w:t>’</w:t>
      </w:r>
      <w:r w:rsidRPr="003A0BBB">
        <w:t>ailleurs fallu des ressources d</w:t>
      </w:r>
      <w:r w:rsidR="003A6D8D">
        <w:t>’</w:t>
      </w:r>
      <w:r w:rsidRPr="003A0BBB">
        <w:t>énergie et de volonté qui étaient depuis longtemps taries en moi</w:t>
      </w:r>
      <w:r w:rsidR="003A6D8D">
        <w:t xml:space="preserve">. </w:t>
      </w:r>
      <w:r w:rsidRPr="003A0BBB">
        <w:t>En outre</w:t>
      </w:r>
      <w:r w:rsidR="003A6D8D">
        <w:t xml:space="preserve">, </w:t>
      </w:r>
      <w:r w:rsidRPr="003A0BBB">
        <w:t>devenue veuve</w:t>
      </w:r>
      <w:r w:rsidR="003A6D8D">
        <w:t xml:space="preserve">, </w:t>
      </w:r>
      <w:r w:rsidRPr="003A0BBB">
        <w:t>j</w:t>
      </w:r>
      <w:r w:rsidR="003A6D8D">
        <w:t>’</w:t>
      </w:r>
      <w:r w:rsidRPr="003A0BBB">
        <w:t>avais quitté la ville pour la campagne</w:t>
      </w:r>
      <w:r w:rsidR="003A6D8D">
        <w:t xml:space="preserve">. </w:t>
      </w:r>
      <w:r w:rsidRPr="003A0BBB">
        <w:t>Pouvais-je songer à faire partager ma claustration à une enfant assoiffée d</w:t>
      </w:r>
      <w:r w:rsidR="003A6D8D">
        <w:t>’</w:t>
      </w:r>
      <w:r w:rsidRPr="003A0BBB">
        <w:t>activité</w:t>
      </w:r>
      <w:r w:rsidR="003A6D8D">
        <w:t xml:space="preserve"> ? </w:t>
      </w:r>
      <w:r w:rsidRPr="003A0BBB">
        <w:t>Le résultat fut qu</w:t>
      </w:r>
      <w:r w:rsidR="003A6D8D">
        <w:t>’</w:t>
      </w:r>
      <w:r w:rsidRPr="003A0BBB">
        <w:t>en huit ans Camille ne passa pas plus de deux mois à Maguelonne</w:t>
      </w:r>
      <w:r w:rsidR="003A6D8D">
        <w:t xml:space="preserve">. </w:t>
      </w:r>
      <w:r w:rsidRPr="003A0BBB">
        <w:t>Chaque fois qu</w:t>
      </w:r>
      <w:r w:rsidR="003A6D8D">
        <w:t>’</w:t>
      </w:r>
      <w:r w:rsidRPr="003A0BBB">
        <w:t>elle y venait</w:t>
      </w:r>
      <w:r w:rsidR="003A6D8D">
        <w:t xml:space="preserve">, </w:t>
      </w:r>
      <w:r w:rsidRPr="003A0BBB">
        <w:t>c</w:t>
      </w:r>
      <w:r w:rsidR="003A6D8D">
        <w:t>’</w:t>
      </w:r>
      <w:r w:rsidRPr="003A0BBB">
        <w:t>était pour travailler dans sa chambre</w:t>
      </w:r>
      <w:r w:rsidR="003A6D8D">
        <w:t xml:space="preserve">. </w:t>
      </w:r>
      <w:r w:rsidRPr="003A0BBB">
        <w:t>Elle n</w:t>
      </w:r>
      <w:r w:rsidR="003A6D8D">
        <w:t>’</w:t>
      </w:r>
      <w:r w:rsidRPr="003A0BBB">
        <w:t>en sortait que pour courir une heure ou deux à travers les fourrés et les escarpements</w:t>
      </w:r>
      <w:r w:rsidR="003A6D8D">
        <w:t xml:space="preserve">, </w:t>
      </w:r>
      <w:r w:rsidRPr="003A0BBB">
        <w:t>revenant de ces galopades l</w:t>
      </w:r>
      <w:r w:rsidR="003A6D8D">
        <w:t>’</w:t>
      </w:r>
      <w:r w:rsidRPr="003A0BBB">
        <w:t>œil et les joues en feu</w:t>
      </w:r>
      <w:r w:rsidR="003A6D8D">
        <w:t xml:space="preserve">, </w:t>
      </w:r>
      <w:r w:rsidRPr="003A0BBB">
        <w:t>les vêtements maculés</w:t>
      </w:r>
      <w:r w:rsidR="003A6D8D">
        <w:t xml:space="preserve">, </w:t>
      </w:r>
      <w:r w:rsidRPr="003A0BBB">
        <w:t>avec des halètements de petite bête sauvage</w:t>
      </w:r>
      <w:r w:rsidR="003A6D8D">
        <w:t>.</w:t>
      </w:r>
    </w:p>
    <w:p w14:paraId="2B74F787" w14:textId="77777777" w:rsidR="003A6D8D" w:rsidRDefault="008F7090" w:rsidP="008F7090">
      <w:r w:rsidRPr="003A0BBB">
        <w:lastRenderedPageBreak/>
        <w:t>Je crois qu</w:t>
      </w:r>
      <w:r w:rsidR="003A6D8D">
        <w:t>’</w:t>
      </w:r>
      <w:r w:rsidRPr="003A0BBB">
        <w:t>il est impossible d</w:t>
      </w:r>
      <w:r w:rsidR="003A6D8D">
        <w:t>’</w:t>
      </w:r>
      <w:r w:rsidRPr="003A0BBB">
        <w:t>imaginer une mère et une fille qui se soient moins ressemblé</w:t>
      </w:r>
      <w:r w:rsidR="003A6D8D">
        <w:t xml:space="preserve">. </w:t>
      </w:r>
      <w:r w:rsidRPr="003A0BBB">
        <w:t>Je ne parle pas de son père</w:t>
      </w:r>
      <w:r w:rsidR="003A6D8D">
        <w:t xml:space="preserve">, </w:t>
      </w:r>
      <w:r w:rsidRPr="003A0BBB">
        <w:t>avec qui elle n</w:t>
      </w:r>
      <w:r w:rsidR="003A6D8D">
        <w:t>’</w:t>
      </w:r>
      <w:r w:rsidRPr="003A0BBB">
        <w:t>avait véritablement aucun point commun</w:t>
      </w:r>
      <w:r w:rsidR="003A6D8D">
        <w:t xml:space="preserve">, </w:t>
      </w:r>
      <w:r w:rsidRPr="003A0BBB">
        <w:t>sauf peut-être la faculté de demeurer des jours entiers sans prononcer une parole</w:t>
      </w:r>
      <w:r w:rsidR="003A6D8D">
        <w:t xml:space="preserve">. </w:t>
      </w:r>
      <w:r w:rsidRPr="003A0BBB">
        <w:t>Mais</w:t>
      </w:r>
      <w:r w:rsidR="003A6D8D">
        <w:t xml:space="preserve">, </w:t>
      </w:r>
      <w:r w:rsidRPr="003A0BBB">
        <w:t>chez mon mari</w:t>
      </w:r>
      <w:r w:rsidR="003A6D8D">
        <w:t xml:space="preserve">, </w:t>
      </w:r>
      <w:r w:rsidRPr="003A0BBB">
        <w:t>ce mutisme était surtout fait d</w:t>
      </w:r>
      <w:r w:rsidR="003A6D8D">
        <w:t>’</w:t>
      </w:r>
      <w:r w:rsidRPr="003A0BBB">
        <w:t>apathie et de précoce sénilité</w:t>
      </w:r>
      <w:r w:rsidR="003A6D8D">
        <w:t xml:space="preserve">. </w:t>
      </w:r>
      <w:r w:rsidRPr="003A0BBB">
        <w:t>Chez ma fille</w:t>
      </w:r>
      <w:r w:rsidR="003A6D8D">
        <w:t xml:space="preserve">, </w:t>
      </w:r>
      <w:r w:rsidRPr="003A0BBB">
        <w:t>il était volontaire</w:t>
      </w:r>
      <w:r w:rsidR="003A6D8D">
        <w:t xml:space="preserve">. </w:t>
      </w:r>
      <w:r w:rsidRPr="003A0BBB">
        <w:t>J</w:t>
      </w:r>
      <w:r w:rsidR="003A6D8D">
        <w:t>’</w:t>
      </w:r>
      <w:r w:rsidRPr="003A0BBB">
        <w:t>ai rarement connu d</w:t>
      </w:r>
      <w:r w:rsidR="003A6D8D">
        <w:t>’</w:t>
      </w:r>
      <w:r w:rsidRPr="003A0BBB">
        <w:t>être aussi rancunier qu</w:t>
      </w:r>
      <w:r w:rsidR="003A6D8D">
        <w:t>’</w:t>
      </w:r>
      <w:r w:rsidRPr="003A0BBB">
        <w:t>elle</w:t>
      </w:r>
      <w:r w:rsidR="003A6D8D">
        <w:t xml:space="preserve">, </w:t>
      </w:r>
      <w:r w:rsidRPr="003A0BBB">
        <w:t>lorsqu</w:t>
      </w:r>
      <w:r w:rsidR="003A6D8D">
        <w:t>’</w:t>
      </w:r>
      <w:r w:rsidRPr="003A0BBB">
        <w:t>elle avait la sensation qu</w:t>
      </w:r>
      <w:r w:rsidR="003A6D8D">
        <w:t>’</w:t>
      </w:r>
      <w:r w:rsidRPr="003A0BBB">
        <w:t>on avait commis à son égard une injustice</w:t>
      </w:r>
      <w:r w:rsidR="003A6D8D">
        <w:t xml:space="preserve">. </w:t>
      </w:r>
      <w:r w:rsidRPr="003A0BBB">
        <w:t>Et parfois</w:t>
      </w:r>
      <w:r w:rsidR="003A6D8D">
        <w:t xml:space="preserve">, </w:t>
      </w:r>
      <w:r w:rsidRPr="003A0BBB">
        <w:t>brusquement</w:t>
      </w:r>
      <w:r w:rsidR="003A6D8D">
        <w:t xml:space="preserve">, </w:t>
      </w:r>
      <w:r w:rsidRPr="003A0BBB">
        <w:t>sans motif</w:t>
      </w:r>
      <w:r w:rsidR="003A6D8D">
        <w:t xml:space="preserve">, </w:t>
      </w:r>
      <w:r w:rsidRPr="003A0BBB">
        <w:t>à ces crises de bouderie succédaient de singuliers transports qui jetaient autour de mon cou les bras d</w:t>
      </w:r>
      <w:r w:rsidR="003A6D8D">
        <w:t>’</w:t>
      </w:r>
      <w:r w:rsidRPr="003A0BBB">
        <w:t>une Camille s</w:t>
      </w:r>
      <w:r w:rsidR="003A6D8D">
        <w:t>’</w:t>
      </w:r>
      <w:r w:rsidRPr="003A0BBB">
        <w:t>accusant avec des sanglots d</w:t>
      </w:r>
      <w:r w:rsidR="003A6D8D">
        <w:t>’</w:t>
      </w:r>
      <w:r w:rsidRPr="003A0BBB">
        <w:t>être une fille dénaturée</w:t>
      </w:r>
      <w:r w:rsidR="003A6D8D">
        <w:t>.</w:t>
      </w:r>
    </w:p>
    <w:p w14:paraId="1CDE1682" w14:textId="77777777" w:rsidR="003A6D8D" w:rsidRDefault="008F7090" w:rsidP="008F7090">
      <w:r w:rsidRPr="003A0BBB">
        <w:t>L</w:t>
      </w:r>
      <w:r w:rsidR="003A6D8D">
        <w:t>’</w:t>
      </w:r>
      <w:r w:rsidRPr="003A0BBB">
        <w:t>ai-je jamais comprise</w:t>
      </w:r>
      <w:r w:rsidR="003A6D8D">
        <w:t xml:space="preserve"> ? </w:t>
      </w:r>
      <w:r w:rsidRPr="003A0BBB">
        <w:t>Je l</w:t>
      </w:r>
      <w:r w:rsidR="003A6D8D">
        <w:t>’</w:t>
      </w:r>
      <w:r w:rsidRPr="003A0BBB">
        <w:t>ignore</w:t>
      </w:r>
      <w:r w:rsidR="003A6D8D">
        <w:t xml:space="preserve">. </w:t>
      </w:r>
      <w:r w:rsidRPr="003A0BBB">
        <w:t>Une chose est certaine</w:t>
      </w:r>
      <w:r w:rsidR="003A6D8D">
        <w:t xml:space="preserve">, </w:t>
      </w:r>
      <w:r w:rsidRPr="003A0BBB">
        <w:t>c</w:t>
      </w:r>
      <w:r w:rsidR="003A6D8D">
        <w:t>’</w:t>
      </w:r>
      <w:r w:rsidRPr="003A0BBB">
        <w:t>est que la directrice du lycée</w:t>
      </w:r>
      <w:r w:rsidR="003A6D8D">
        <w:t xml:space="preserve">, </w:t>
      </w:r>
      <w:r w:rsidRPr="003A0BBB">
        <w:t>qui s</w:t>
      </w:r>
      <w:r w:rsidR="003A6D8D">
        <w:t>’</w:t>
      </w:r>
      <w:r w:rsidRPr="003A0BBB">
        <w:t>était figuré avoir sur elle tant d</w:t>
      </w:r>
      <w:r w:rsidR="003A6D8D">
        <w:t>’</w:t>
      </w:r>
      <w:r w:rsidRPr="003A0BBB">
        <w:t>influence</w:t>
      </w:r>
      <w:r w:rsidR="003A6D8D">
        <w:t xml:space="preserve">, </w:t>
      </w:r>
      <w:r w:rsidRPr="003A0BBB">
        <w:t>s</w:t>
      </w:r>
      <w:r w:rsidR="003A6D8D">
        <w:t>’</w:t>
      </w:r>
      <w:r w:rsidRPr="003A0BBB">
        <w:t>est trompée sur son compte bien davantage encore</w:t>
      </w:r>
      <w:r w:rsidR="003A6D8D">
        <w:t xml:space="preserve">. </w:t>
      </w:r>
      <w:r w:rsidRPr="003A0BBB">
        <w:t>Elle avait rêvé de lui voir atteindre les sommets des honneurs universitaires</w:t>
      </w:r>
      <w:r w:rsidR="003A6D8D">
        <w:t xml:space="preserve">. </w:t>
      </w:r>
      <w:r w:rsidRPr="003A0BBB">
        <w:t>C</w:t>
      </w:r>
      <w:r w:rsidR="003A6D8D">
        <w:t>’</w:t>
      </w:r>
      <w:r w:rsidRPr="003A0BBB">
        <w:t>était mal connaître cet amalgame d</w:t>
      </w:r>
      <w:r w:rsidR="003A6D8D">
        <w:t>’</w:t>
      </w:r>
      <w:r w:rsidRPr="003A0BBB">
        <w:t>enthousiasme imaginatif et de raison pratique et froide</w:t>
      </w:r>
      <w:r w:rsidR="003A6D8D">
        <w:t xml:space="preserve">. </w:t>
      </w:r>
      <w:r w:rsidRPr="003A0BBB">
        <w:t>Camille n</w:t>
      </w:r>
      <w:r w:rsidR="003A6D8D">
        <w:t>’</w:t>
      </w:r>
      <w:r w:rsidRPr="003A0BBB">
        <w:t>avait pas encore subi les épreuves de la seconde partie du baccalauréat que déjà elle avait abandonné toute idée de briguer un poste dans l</w:t>
      </w:r>
      <w:r w:rsidR="003A6D8D">
        <w:t>’</w:t>
      </w:r>
      <w:r w:rsidRPr="003A0BBB">
        <w:t>enseignement</w:t>
      </w:r>
      <w:r w:rsidR="003A6D8D">
        <w:t xml:space="preserve">. </w:t>
      </w:r>
      <w:r w:rsidRPr="003A0BBB">
        <w:t>Séjournant par hasard à Maguelonne et se trouvant pour une fois en veine d</w:t>
      </w:r>
      <w:r w:rsidR="003A6D8D">
        <w:t>’</w:t>
      </w:r>
      <w:r w:rsidRPr="003A0BBB">
        <w:t>expansion</w:t>
      </w:r>
      <w:r w:rsidR="003A6D8D">
        <w:t xml:space="preserve">, </w:t>
      </w:r>
      <w:r w:rsidRPr="003A0BBB">
        <w:t>elle me fit à ce sujet des confidences péremptoires</w:t>
      </w:r>
      <w:r w:rsidR="003A6D8D">
        <w:t> :</w:t>
      </w:r>
    </w:p>
    <w:p w14:paraId="470A89E8" w14:textId="77777777" w:rsidR="003A6D8D" w:rsidRDefault="003A6D8D" w:rsidP="008F7090">
      <w:r>
        <w:t>— </w:t>
      </w:r>
      <w:r w:rsidR="008F7090" w:rsidRPr="003A0BBB">
        <w:t>Le professorat</w:t>
      </w:r>
      <w:r>
        <w:t xml:space="preserve"> ! </w:t>
      </w:r>
      <w:r w:rsidR="008F7090" w:rsidRPr="003A0BBB">
        <w:t>Ils me font rire</w:t>
      </w:r>
      <w:r>
        <w:t xml:space="preserve">. </w:t>
      </w:r>
      <w:r w:rsidR="008F7090" w:rsidRPr="003A0BBB">
        <w:t>Tu te figures</w:t>
      </w:r>
      <w:r>
        <w:t xml:space="preserve">, </w:t>
      </w:r>
      <w:r w:rsidR="008F7090" w:rsidRPr="003A0BBB">
        <w:t>maman</w:t>
      </w:r>
      <w:r>
        <w:t xml:space="preserve"> : </w:t>
      </w:r>
      <w:r w:rsidR="008F7090" w:rsidRPr="003A0BBB">
        <w:t>commenter à de petites sottes ou à des moutards les événements</w:t>
      </w:r>
      <w:r>
        <w:t xml:space="preserve">, </w:t>
      </w:r>
      <w:r w:rsidR="008F7090" w:rsidRPr="003A0BBB">
        <w:t>alors que dans le temps prodigieux où nous vivons nous pouvons jouer un rôle dans l</w:t>
      </w:r>
      <w:r>
        <w:t>’</w:t>
      </w:r>
      <w:r w:rsidR="008F7090" w:rsidRPr="003A0BBB">
        <w:t>élaboration de ces événements</w:t>
      </w:r>
      <w:r>
        <w:t xml:space="preserve"> ! </w:t>
      </w:r>
      <w:r w:rsidR="008F7090" w:rsidRPr="003A0BBB">
        <w:t>Mon plan est bien arrêté</w:t>
      </w:r>
      <w:r>
        <w:t xml:space="preserve">, </w:t>
      </w:r>
      <w:r w:rsidR="008F7090" w:rsidRPr="003A0BBB">
        <w:t>va</w:t>
      </w:r>
      <w:r>
        <w:t xml:space="preserve">. </w:t>
      </w:r>
      <w:r w:rsidR="008F7090" w:rsidRPr="003A0BBB">
        <w:t>On voulait me faire passer la licence ès lettres</w:t>
      </w:r>
      <w:r>
        <w:t xml:space="preserve"> : </w:t>
      </w:r>
      <w:r w:rsidR="008F7090" w:rsidRPr="003A0BBB">
        <w:t>je préparerai la licence ès sciences</w:t>
      </w:r>
      <w:r>
        <w:t xml:space="preserve">. </w:t>
      </w:r>
      <w:r w:rsidR="008F7090" w:rsidRPr="003A0BBB">
        <w:t>Trois certificats</w:t>
      </w:r>
      <w:r>
        <w:t xml:space="preserve">, </w:t>
      </w:r>
      <w:r w:rsidR="008F7090" w:rsidRPr="003A0BBB">
        <w:t>ce n</w:t>
      </w:r>
      <w:r>
        <w:t>’</w:t>
      </w:r>
      <w:r w:rsidR="008F7090" w:rsidRPr="003A0BBB">
        <w:t>est pas le diable</w:t>
      </w:r>
      <w:r>
        <w:t xml:space="preserve">. </w:t>
      </w:r>
      <w:r w:rsidR="008F7090" w:rsidRPr="003A0BBB">
        <w:t>En même temps</w:t>
      </w:r>
      <w:r>
        <w:t xml:space="preserve">, </w:t>
      </w:r>
      <w:r w:rsidR="008F7090" w:rsidRPr="003A0BBB">
        <w:t>je m</w:t>
      </w:r>
      <w:r>
        <w:t>’</w:t>
      </w:r>
      <w:r w:rsidR="008F7090" w:rsidRPr="003A0BBB">
        <w:t>inscrirai à la Faculté de droit</w:t>
      </w:r>
      <w:r>
        <w:t xml:space="preserve">. </w:t>
      </w:r>
      <w:r w:rsidR="008F7090" w:rsidRPr="003A0BBB">
        <w:t>Tout cela</w:t>
      </w:r>
      <w:r>
        <w:t xml:space="preserve">, </w:t>
      </w:r>
      <w:r w:rsidR="008F7090" w:rsidRPr="003A0BBB">
        <w:t>ce n</w:t>
      </w:r>
      <w:r>
        <w:t>’</w:t>
      </w:r>
      <w:r w:rsidR="008F7090" w:rsidRPr="003A0BBB">
        <w:t>est d</w:t>
      </w:r>
      <w:r>
        <w:t>’</w:t>
      </w:r>
      <w:r w:rsidR="008F7090" w:rsidRPr="003A0BBB">
        <w:t xml:space="preserve">ailleurs </w:t>
      </w:r>
      <w:r w:rsidR="008F7090" w:rsidRPr="003A0BBB">
        <w:lastRenderedPageBreak/>
        <w:t>que pour donner confiance aux gens avec des étiquettes</w:t>
      </w:r>
      <w:r>
        <w:t xml:space="preserve">. </w:t>
      </w:r>
      <w:r w:rsidR="008F7090" w:rsidRPr="003A0BBB">
        <w:t>Mon véritable but</w:t>
      </w:r>
      <w:r>
        <w:t>…</w:t>
      </w:r>
    </w:p>
    <w:p w14:paraId="5441D6A7" w14:textId="77777777" w:rsidR="003A6D8D" w:rsidRDefault="003A6D8D" w:rsidP="008F7090">
      <w:r>
        <w:t>— </w:t>
      </w:r>
      <w:r w:rsidR="008F7090" w:rsidRPr="003A0BBB">
        <w:t>Laisse-moi te poser une question</w:t>
      </w:r>
      <w:r>
        <w:t xml:space="preserve">, </w:t>
      </w:r>
      <w:r w:rsidR="008F7090" w:rsidRPr="003A0BBB">
        <w:t>Camille</w:t>
      </w:r>
      <w:r>
        <w:t xml:space="preserve">. </w:t>
      </w:r>
      <w:r w:rsidR="008F7090" w:rsidRPr="003A0BBB">
        <w:t>Ces deux licences</w:t>
      </w:r>
      <w:r>
        <w:t xml:space="preserve">, </w:t>
      </w:r>
      <w:r w:rsidR="008F7090" w:rsidRPr="003A0BBB">
        <w:t>où les prépareras-tu</w:t>
      </w:r>
      <w:r>
        <w:t> ?</w:t>
      </w:r>
    </w:p>
    <w:p w14:paraId="07978773" w14:textId="77777777" w:rsidR="003A6D8D" w:rsidRDefault="003A6D8D" w:rsidP="008F7090">
      <w:r>
        <w:t>— </w:t>
      </w:r>
      <w:r w:rsidR="008F7090" w:rsidRPr="003A0BBB">
        <w:t>À Paris</w:t>
      </w:r>
      <w:r>
        <w:t xml:space="preserve">, </w:t>
      </w:r>
      <w:r w:rsidR="008F7090" w:rsidRPr="003A0BBB">
        <w:t>tiens</w:t>
      </w:r>
      <w:r>
        <w:t xml:space="preserve">. </w:t>
      </w:r>
      <w:r w:rsidR="008F7090" w:rsidRPr="003A0BBB">
        <w:t>Où veux-tu que ce soit</w:t>
      </w:r>
      <w:r>
        <w:t xml:space="preserve"> ? </w:t>
      </w:r>
      <w:r w:rsidR="008F7090" w:rsidRPr="003A0BBB">
        <w:t>Tu me donneras l</w:t>
      </w:r>
      <w:r>
        <w:t>’</w:t>
      </w:r>
      <w:r w:rsidR="008F7090" w:rsidRPr="003A0BBB">
        <w:t>argent qu</w:t>
      </w:r>
      <w:r>
        <w:t>’</w:t>
      </w:r>
      <w:r w:rsidR="008F7090" w:rsidRPr="003A0BBB">
        <w:t>il faudra</w:t>
      </w:r>
      <w:r>
        <w:t xml:space="preserve">. </w:t>
      </w:r>
      <w:r w:rsidR="008F7090" w:rsidRPr="003A0BBB">
        <w:t>J</w:t>
      </w:r>
      <w:r>
        <w:t>’</w:t>
      </w:r>
      <w:r w:rsidR="008F7090" w:rsidRPr="003A0BBB">
        <w:t>ai compté six mille francs par an</w:t>
      </w:r>
      <w:r>
        <w:t xml:space="preserve">. </w:t>
      </w:r>
      <w:r w:rsidR="008F7090" w:rsidRPr="003A0BBB">
        <w:t>Si tu ne pouvais pas me les donner</w:t>
      </w:r>
      <w:r>
        <w:t xml:space="preserve">, </w:t>
      </w:r>
      <w:r w:rsidR="008F7090" w:rsidRPr="003A0BBB">
        <w:t>j</w:t>
      </w:r>
      <w:r>
        <w:t>’</w:t>
      </w:r>
      <w:r w:rsidR="008F7090" w:rsidRPr="003A0BBB">
        <w:t>irais tout de même à Paris</w:t>
      </w:r>
      <w:r>
        <w:t xml:space="preserve">. </w:t>
      </w:r>
      <w:r w:rsidR="008F7090" w:rsidRPr="003A0BBB">
        <w:t>Mais je sais que tu peux</w:t>
      </w:r>
      <w:r>
        <w:t xml:space="preserve">, </w:t>
      </w:r>
      <w:r w:rsidR="008F7090" w:rsidRPr="003A0BBB">
        <w:t>maman</w:t>
      </w:r>
      <w:r>
        <w:t>.</w:t>
      </w:r>
    </w:p>
    <w:p w14:paraId="737EE802" w14:textId="77777777" w:rsidR="003A6D8D" w:rsidRDefault="008F7090" w:rsidP="008F7090">
      <w:r w:rsidRPr="003A0BBB">
        <w:t>Pendant les deux premières années qu</w:t>
      </w:r>
      <w:r w:rsidR="003A6D8D">
        <w:t>’</w:t>
      </w:r>
      <w:r w:rsidRPr="003A0BBB">
        <w:t>elle passa à Paris</w:t>
      </w:r>
      <w:r w:rsidR="003A6D8D">
        <w:t xml:space="preserve">, </w:t>
      </w:r>
      <w:r w:rsidRPr="003A0BBB">
        <w:t>je n</w:t>
      </w:r>
      <w:r w:rsidR="003A6D8D">
        <w:t>’</w:t>
      </w:r>
      <w:r w:rsidRPr="003A0BBB">
        <w:t>essayai pas d</w:t>
      </w:r>
      <w:r w:rsidR="003A6D8D">
        <w:t>’</w:t>
      </w:r>
      <w:r w:rsidRPr="003A0BBB">
        <w:t>avoir des nouvelles de Camille autrement que par elle</w:t>
      </w:r>
      <w:r w:rsidR="003A6D8D">
        <w:t xml:space="preserve">, </w:t>
      </w:r>
      <w:r w:rsidRPr="003A0BBB">
        <w:t>tellement les premières tentatives que j</w:t>
      </w:r>
      <w:r w:rsidR="003A6D8D">
        <w:t>’</w:t>
      </w:r>
      <w:r w:rsidRPr="003A0BBB">
        <w:t>avais faites pour m</w:t>
      </w:r>
      <w:r w:rsidR="003A6D8D">
        <w:t>’</w:t>
      </w:r>
      <w:r w:rsidRPr="003A0BBB">
        <w:t>en procurer indirectement avaient été fertiles en résultats inattendus</w:t>
      </w:r>
      <w:r w:rsidR="003A6D8D">
        <w:t xml:space="preserve">. </w:t>
      </w:r>
      <w:r w:rsidRPr="003A0BBB">
        <w:t>C</w:t>
      </w:r>
      <w:r w:rsidR="003A6D8D">
        <w:t>’</w:t>
      </w:r>
      <w:r w:rsidRPr="003A0BBB">
        <w:t>était un tissu d</w:t>
      </w:r>
      <w:r w:rsidR="003A6D8D">
        <w:t>’</w:t>
      </w:r>
      <w:r w:rsidRPr="003A0BBB">
        <w:t>imaginations fantaisistes qui me revenaient chaque fois que j</w:t>
      </w:r>
      <w:r w:rsidR="003A6D8D">
        <w:t>’</w:t>
      </w:r>
      <w:r w:rsidRPr="003A0BBB">
        <w:t>étais assez naïve pour interroger des gens qui auraient pu</w:t>
      </w:r>
      <w:r w:rsidR="003A6D8D">
        <w:t xml:space="preserve">, </w:t>
      </w:r>
      <w:r w:rsidRPr="003A0BBB">
        <w:t>à un titre quelconque</w:t>
      </w:r>
      <w:r w:rsidR="003A6D8D">
        <w:t xml:space="preserve">, </w:t>
      </w:r>
      <w:r w:rsidRPr="003A0BBB">
        <w:t>être à même d</w:t>
      </w:r>
      <w:r w:rsidR="003A6D8D">
        <w:t>’</w:t>
      </w:r>
      <w:r w:rsidRPr="003A0BBB">
        <w:t>entendre parler de ma fille</w:t>
      </w:r>
      <w:r w:rsidR="003A6D8D">
        <w:t xml:space="preserve">. </w:t>
      </w:r>
      <w:r w:rsidRPr="003A0BBB">
        <w:t>Tantôt j</w:t>
      </w:r>
      <w:r w:rsidR="003A6D8D">
        <w:t>’</w:t>
      </w:r>
      <w:r w:rsidRPr="003A0BBB">
        <w:t>apprenais qu</w:t>
      </w:r>
      <w:r w:rsidR="003A6D8D">
        <w:t>’</w:t>
      </w:r>
      <w:r w:rsidRPr="003A0BBB">
        <w:t>elle travaillait à ses examens d</w:t>
      </w:r>
      <w:r w:rsidR="003A6D8D">
        <w:t>’</w:t>
      </w:r>
      <w:r w:rsidRPr="003A0BBB">
        <w:t>arrache-pied</w:t>
      </w:r>
      <w:r w:rsidR="003A6D8D">
        <w:t xml:space="preserve">, </w:t>
      </w:r>
      <w:r w:rsidRPr="003A0BBB">
        <w:t>au grand détriment de sa santé</w:t>
      </w:r>
      <w:r w:rsidR="003A6D8D">
        <w:t xml:space="preserve"> ; </w:t>
      </w:r>
      <w:r w:rsidRPr="003A0BBB">
        <w:t>tantôt qu</w:t>
      </w:r>
      <w:r w:rsidR="003A6D8D">
        <w:t>’</w:t>
      </w:r>
      <w:r w:rsidRPr="003A0BBB">
        <w:t>elle fréquentait assidûment</w:t>
      </w:r>
      <w:r w:rsidR="003A6D8D">
        <w:t xml:space="preserve">, </w:t>
      </w:r>
      <w:r w:rsidRPr="003A0BBB">
        <w:t>dans des bars du quartier Montparnasse</w:t>
      </w:r>
      <w:r w:rsidR="003A6D8D">
        <w:t xml:space="preserve">, </w:t>
      </w:r>
      <w:r w:rsidRPr="003A0BBB">
        <w:t>une bizarre société d</w:t>
      </w:r>
      <w:r w:rsidR="003A6D8D">
        <w:t>’</w:t>
      </w:r>
      <w:r w:rsidRPr="003A0BBB">
        <w:t>artistes et d</w:t>
      </w:r>
      <w:r w:rsidR="003A6D8D">
        <w:t>’</w:t>
      </w:r>
      <w:r w:rsidRPr="003A0BBB">
        <w:t>étrangers</w:t>
      </w:r>
      <w:r w:rsidR="003A6D8D">
        <w:t xml:space="preserve"> ; </w:t>
      </w:r>
      <w:r w:rsidRPr="003A0BBB">
        <w:t>tantôt qu</w:t>
      </w:r>
      <w:r w:rsidR="003A6D8D">
        <w:t>’</w:t>
      </w:r>
      <w:r w:rsidRPr="003A0BBB">
        <w:t>on la voyait dans les salles de rédaction</w:t>
      </w:r>
      <w:r w:rsidR="003A6D8D">
        <w:t xml:space="preserve">, </w:t>
      </w:r>
      <w:r w:rsidRPr="003A0BBB">
        <w:t>au Palais</w:t>
      </w:r>
      <w:r w:rsidR="003A6D8D">
        <w:t xml:space="preserve">, </w:t>
      </w:r>
      <w:r w:rsidRPr="003A0BBB">
        <w:t>à la Chambre des Députés</w:t>
      </w:r>
      <w:r w:rsidR="003A6D8D">
        <w:t xml:space="preserve">… </w:t>
      </w:r>
      <w:r w:rsidRPr="003A0BBB">
        <w:t>Ces informations m</w:t>
      </w:r>
      <w:r w:rsidR="003A6D8D">
        <w:t>’</w:t>
      </w:r>
      <w:r w:rsidRPr="003A0BBB">
        <w:t>arrivaient à Maguelonne amplifiées ou commentées de manière si ridicule que je pris le parti de ne plus les provoquer</w:t>
      </w:r>
      <w:r w:rsidR="003A6D8D">
        <w:t xml:space="preserve">, </w:t>
      </w:r>
      <w:r w:rsidRPr="003A0BBB">
        <w:t>ni même de les écouter</w:t>
      </w:r>
      <w:r w:rsidR="003A6D8D">
        <w:t xml:space="preserve">. </w:t>
      </w:r>
      <w:r w:rsidRPr="003A0BBB">
        <w:t>Le mieux était de m</w:t>
      </w:r>
      <w:r w:rsidR="003A6D8D">
        <w:t>’</w:t>
      </w:r>
      <w:r w:rsidRPr="003A0BBB">
        <w:t>en remettre à Camille elle-même</w:t>
      </w:r>
      <w:r w:rsidR="003A6D8D">
        <w:t xml:space="preserve">, </w:t>
      </w:r>
      <w:r w:rsidRPr="003A0BBB">
        <w:t>et ce parti était d</w:t>
      </w:r>
      <w:r w:rsidR="003A6D8D">
        <w:t>’</w:t>
      </w:r>
      <w:r w:rsidRPr="003A0BBB">
        <w:t>autant plus sage que je l</w:t>
      </w:r>
      <w:r w:rsidR="003A6D8D">
        <w:t>’</w:t>
      </w:r>
      <w:r w:rsidRPr="003A0BBB">
        <w:t>ai toujours connue incapable d</w:t>
      </w:r>
      <w:r w:rsidR="003A6D8D">
        <w:t>’</w:t>
      </w:r>
      <w:r w:rsidRPr="003A0BBB">
        <w:t>un mensonge</w:t>
      </w:r>
      <w:r w:rsidR="003A6D8D">
        <w:t>.</w:t>
      </w:r>
    </w:p>
    <w:p w14:paraId="5DC69C66" w14:textId="77777777" w:rsidR="003A6D8D" w:rsidRDefault="008F7090" w:rsidP="008F7090">
      <w:r w:rsidRPr="003A0BBB">
        <w:t>En deux ans</w:t>
      </w:r>
      <w:r w:rsidR="003A6D8D">
        <w:t xml:space="preserve">, </w:t>
      </w:r>
      <w:r w:rsidRPr="003A0BBB">
        <w:t>accomplissant point par point ce qu</w:t>
      </w:r>
      <w:r w:rsidR="003A6D8D">
        <w:t>’</w:t>
      </w:r>
      <w:r w:rsidRPr="003A0BBB">
        <w:t>elle avait décidé</w:t>
      </w:r>
      <w:r w:rsidR="003A6D8D">
        <w:t xml:space="preserve">, </w:t>
      </w:r>
      <w:r w:rsidRPr="003A0BBB">
        <w:t>elle était licenciée ès sciences et avait passé son second examen de droit</w:t>
      </w:r>
      <w:r w:rsidR="003A6D8D">
        <w:t xml:space="preserve">. </w:t>
      </w:r>
      <w:r w:rsidRPr="003A0BBB">
        <w:t>On touchait à la fin d</w:t>
      </w:r>
      <w:r w:rsidR="003A6D8D">
        <w:t>’</w:t>
      </w:r>
      <w:r w:rsidRPr="003A0BBB">
        <w:t>octobre</w:t>
      </w:r>
      <w:r w:rsidR="003A6D8D">
        <w:t xml:space="preserve">, </w:t>
      </w:r>
      <w:r w:rsidRPr="003A0BBB">
        <w:t>et le pays se trouvait déjà en guerre depuis trois mois</w:t>
      </w:r>
      <w:r w:rsidR="003A6D8D">
        <w:t xml:space="preserve">, </w:t>
      </w:r>
      <w:r w:rsidRPr="003A0BBB">
        <w:t>lorsque</w:t>
      </w:r>
      <w:r w:rsidR="003A6D8D">
        <w:t xml:space="preserve">, </w:t>
      </w:r>
      <w:r w:rsidRPr="003A0BBB">
        <w:t xml:space="preserve">une </w:t>
      </w:r>
      <w:r w:rsidRPr="003A0BBB">
        <w:lastRenderedPageBreak/>
        <w:t>après-midi que j</w:t>
      </w:r>
      <w:r w:rsidR="003A6D8D">
        <w:t>’</w:t>
      </w:r>
      <w:r w:rsidRPr="003A0BBB">
        <w:t>étais installée à lire sur la terrasse</w:t>
      </w:r>
      <w:r w:rsidR="003A6D8D">
        <w:t xml:space="preserve">, </w:t>
      </w:r>
      <w:r w:rsidRPr="003A0BBB">
        <w:t>je vis ma fille descendre devant moi à l</w:t>
      </w:r>
      <w:r w:rsidR="003A6D8D">
        <w:t>’</w:t>
      </w:r>
      <w:r w:rsidRPr="003A0BBB">
        <w:t>improviste d</w:t>
      </w:r>
      <w:r w:rsidR="003A6D8D">
        <w:t>’</w:t>
      </w:r>
      <w:r w:rsidRPr="003A0BBB">
        <w:t>une gigantesque automobile conduite par un soldat</w:t>
      </w:r>
      <w:r w:rsidR="003A6D8D">
        <w:t>.</w:t>
      </w:r>
    </w:p>
    <w:p w14:paraId="4AF131F0" w14:textId="77777777" w:rsidR="003A6D8D" w:rsidRDefault="003A6D8D" w:rsidP="008F7090">
      <w:r>
        <w:t>— </w:t>
      </w:r>
      <w:r w:rsidR="008F7090" w:rsidRPr="003A0BBB">
        <w:t>Camille</w:t>
      </w:r>
      <w:r>
        <w:t xml:space="preserve"> ! </w:t>
      </w:r>
      <w:r w:rsidR="008F7090" w:rsidRPr="003A0BBB">
        <w:t>Toi</w:t>
      </w:r>
      <w:r>
        <w:t> !</w:t>
      </w:r>
    </w:p>
    <w:p w14:paraId="305F7B1B" w14:textId="77777777" w:rsidR="003A6D8D" w:rsidRDefault="003A6D8D" w:rsidP="008F7090">
      <w:r>
        <w:t>— </w:t>
      </w:r>
      <w:r w:rsidR="008F7090" w:rsidRPr="003A0BBB">
        <w:t>Oui</w:t>
      </w:r>
      <w:r>
        <w:t xml:space="preserve">, </w:t>
      </w:r>
      <w:r w:rsidR="008F7090" w:rsidRPr="003A0BBB">
        <w:t>maman</w:t>
      </w:r>
      <w:r>
        <w:t xml:space="preserve">. </w:t>
      </w:r>
      <w:r w:rsidR="008F7090" w:rsidRPr="003A0BBB">
        <w:t>Eh bien</w:t>
      </w:r>
      <w:r>
        <w:t xml:space="preserve">, </w:t>
      </w:r>
      <w:r w:rsidR="008F7090" w:rsidRPr="003A0BBB">
        <w:t>dis donc</w:t>
      </w:r>
      <w:r>
        <w:t xml:space="preserve">, </w:t>
      </w:r>
      <w:r w:rsidR="008F7090" w:rsidRPr="003A0BBB">
        <w:t>il s</w:t>
      </w:r>
      <w:r>
        <w:t>’</w:t>
      </w:r>
      <w:r w:rsidR="008F7090" w:rsidRPr="003A0BBB">
        <w:t>en est passé</w:t>
      </w:r>
      <w:r>
        <w:t xml:space="preserve">, </w:t>
      </w:r>
      <w:r w:rsidR="008F7090" w:rsidRPr="003A0BBB">
        <w:t>des choses</w:t>
      </w:r>
      <w:r>
        <w:t xml:space="preserve">, </w:t>
      </w:r>
      <w:r w:rsidR="008F7090" w:rsidRPr="003A0BBB">
        <w:t>depuis la dernière fois qu</w:t>
      </w:r>
      <w:r>
        <w:t>’</w:t>
      </w:r>
      <w:r w:rsidR="008F7090" w:rsidRPr="003A0BBB">
        <w:t>on ne s</w:t>
      </w:r>
      <w:r>
        <w:t>’</w:t>
      </w:r>
      <w:r w:rsidR="008F7090" w:rsidRPr="003A0BBB">
        <w:t>est vues</w:t>
      </w:r>
      <w:r>
        <w:t> !</w:t>
      </w:r>
    </w:p>
    <w:p w14:paraId="301055D9" w14:textId="77777777" w:rsidR="003A6D8D" w:rsidRDefault="003A6D8D" w:rsidP="008F7090">
      <w:r>
        <w:t>— </w:t>
      </w:r>
      <w:r w:rsidR="008F7090" w:rsidRPr="003A0BBB">
        <w:t>Tu vas rester quelques jours ici</w:t>
      </w:r>
      <w:r>
        <w:t xml:space="preserve">, </w:t>
      </w:r>
      <w:r w:rsidR="008F7090" w:rsidRPr="003A0BBB">
        <w:t>n</w:t>
      </w:r>
      <w:r>
        <w:t>’</w:t>
      </w:r>
      <w:r w:rsidR="008F7090" w:rsidRPr="003A0BBB">
        <w:t>est-ce pas</w:t>
      </w:r>
      <w:r>
        <w:t> ?</w:t>
      </w:r>
    </w:p>
    <w:p w14:paraId="6C7A230B" w14:textId="77777777" w:rsidR="003A6D8D" w:rsidRDefault="003A6D8D" w:rsidP="008F7090">
      <w:r>
        <w:t>— </w:t>
      </w:r>
      <w:r w:rsidR="008F7090" w:rsidRPr="003A0BBB">
        <w:t>Rester quelques jours ici</w:t>
      </w:r>
      <w:r>
        <w:t xml:space="preserve">, </w:t>
      </w:r>
      <w:r w:rsidR="008F7090" w:rsidRPr="003A0BBB">
        <w:t>tu tombes bien</w:t>
      </w:r>
      <w:r>
        <w:t xml:space="preserve">. </w:t>
      </w:r>
      <w:r w:rsidR="008F7090" w:rsidRPr="003A0BBB">
        <w:t>C</w:t>
      </w:r>
      <w:r>
        <w:t>’</w:t>
      </w:r>
      <w:r w:rsidR="008F7090" w:rsidRPr="003A0BBB">
        <w:t>est déjà beau que j</w:t>
      </w:r>
      <w:r>
        <w:t>’</w:t>
      </w:r>
      <w:r w:rsidR="008F7090" w:rsidRPr="003A0BBB">
        <w:t>aie pu venir t</w:t>
      </w:r>
      <w:r>
        <w:t>’</w:t>
      </w:r>
      <w:r w:rsidR="008F7090" w:rsidRPr="003A0BBB">
        <w:t>embrasser</w:t>
      </w:r>
      <w:r>
        <w:t xml:space="preserve">. </w:t>
      </w:r>
      <w:r w:rsidR="008F7090" w:rsidRPr="003A0BBB">
        <w:t>J</w:t>
      </w:r>
      <w:r>
        <w:t>’</w:t>
      </w:r>
      <w:r w:rsidR="008F7090" w:rsidRPr="003A0BBB">
        <w:t>étais au chef-lieu</w:t>
      </w:r>
      <w:r>
        <w:t xml:space="preserve">, </w:t>
      </w:r>
      <w:r w:rsidR="008F7090" w:rsidRPr="003A0BBB">
        <w:t>pour les statistiques du département concernant le matériel à réquisitionner</w:t>
      </w:r>
      <w:r>
        <w:t xml:space="preserve">. </w:t>
      </w:r>
      <w:r w:rsidR="008F7090" w:rsidRPr="003A0BBB">
        <w:t>Le ministre m</w:t>
      </w:r>
      <w:r>
        <w:t>’</w:t>
      </w:r>
      <w:r w:rsidR="008F7090" w:rsidRPr="003A0BBB">
        <w:t>a autorisée à faire un petit crochet</w:t>
      </w:r>
      <w:r>
        <w:t xml:space="preserve">, </w:t>
      </w:r>
      <w:r w:rsidR="008F7090" w:rsidRPr="003A0BBB">
        <w:t>et me voilà</w:t>
      </w:r>
      <w:r>
        <w:t>.</w:t>
      </w:r>
    </w:p>
    <w:p w14:paraId="0E269D8A" w14:textId="77777777" w:rsidR="003A6D8D" w:rsidRDefault="003A6D8D" w:rsidP="008F7090">
      <w:r>
        <w:t>— </w:t>
      </w:r>
      <w:r w:rsidR="008F7090" w:rsidRPr="003A0BBB">
        <w:t>Le ministre</w:t>
      </w:r>
      <w:r>
        <w:t> ?</w:t>
      </w:r>
    </w:p>
    <w:p w14:paraId="2DA8000A" w14:textId="77777777" w:rsidR="003A6D8D" w:rsidRDefault="003A6D8D" w:rsidP="008F7090">
      <w:r>
        <w:t>— </w:t>
      </w:r>
      <w:r w:rsidR="008F7090" w:rsidRPr="003A0BBB">
        <w:t>C</w:t>
      </w:r>
      <w:r>
        <w:t>’</w:t>
      </w:r>
      <w:r w:rsidR="008F7090" w:rsidRPr="003A0BBB">
        <w:t>est vrai</w:t>
      </w:r>
      <w:r>
        <w:t xml:space="preserve">. </w:t>
      </w:r>
      <w:r w:rsidR="008F7090" w:rsidRPr="003A0BBB">
        <w:t>Tu n</w:t>
      </w:r>
      <w:r>
        <w:t>’</w:t>
      </w:r>
      <w:r w:rsidR="008F7090" w:rsidRPr="003A0BBB">
        <w:t>es pas au courant</w:t>
      </w:r>
      <w:r>
        <w:t xml:space="preserve">. </w:t>
      </w:r>
      <w:r w:rsidR="008F7090" w:rsidRPr="003A0BBB">
        <w:t>Le député dont j</w:t>
      </w:r>
      <w:r>
        <w:t>’</w:t>
      </w:r>
      <w:r w:rsidR="008F7090" w:rsidRPr="003A0BBB">
        <w:t>étais secrétaire est devenu ministre des Travaux publics</w:t>
      </w:r>
      <w:r>
        <w:t xml:space="preserve">. </w:t>
      </w:r>
      <w:r w:rsidR="008F7090" w:rsidRPr="003A0BBB">
        <w:t>Il m</w:t>
      </w:r>
      <w:r>
        <w:t>’</w:t>
      </w:r>
      <w:r w:rsidR="008F7090" w:rsidRPr="003A0BBB">
        <w:t>a attachée à son cabinet</w:t>
      </w:r>
      <w:r>
        <w:t xml:space="preserve">. </w:t>
      </w:r>
      <w:r w:rsidR="008F7090" w:rsidRPr="003A0BBB">
        <w:t>Ça se fait toujours</w:t>
      </w:r>
      <w:r>
        <w:t xml:space="preserve">, </w:t>
      </w:r>
      <w:r w:rsidR="008F7090" w:rsidRPr="003A0BBB">
        <w:t>quand on n</w:t>
      </w:r>
      <w:r>
        <w:t>’</w:t>
      </w:r>
      <w:r w:rsidR="008F7090" w:rsidRPr="003A0BBB">
        <w:t>est pas absolument mécontent des gens</w:t>
      </w:r>
      <w:r>
        <w:t>.</w:t>
      </w:r>
    </w:p>
    <w:p w14:paraId="722B4059" w14:textId="77777777" w:rsidR="003A6D8D" w:rsidRDefault="003A6D8D" w:rsidP="008F7090">
      <w:r>
        <w:t>— </w:t>
      </w:r>
      <w:r w:rsidR="008F7090" w:rsidRPr="003A0BBB">
        <w:t>Le ministre des Travaux publics</w:t>
      </w:r>
      <w:r>
        <w:t xml:space="preserve"> ? </w:t>
      </w:r>
      <w:r w:rsidR="008F7090" w:rsidRPr="003A0BBB">
        <w:t>qui est-ce</w:t>
      </w:r>
      <w:r>
        <w:t> ?</w:t>
      </w:r>
    </w:p>
    <w:p w14:paraId="2F529004" w14:textId="77777777" w:rsidR="003A6D8D" w:rsidRDefault="003A6D8D" w:rsidP="008F7090">
      <w:r>
        <w:t>— </w:t>
      </w:r>
      <w:r w:rsidR="008F7090" w:rsidRPr="003A0BBB">
        <w:t>Son nom ne te dirait rien</w:t>
      </w:r>
      <w:r>
        <w:t xml:space="preserve"> ; </w:t>
      </w:r>
      <w:r w:rsidR="008F7090" w:rsidRPr="003A0BBB">
        <w:t>un socialiste</w:t>
      </w:r>
      <w:r>
        <w:t xml:space="preserve">. </w:t>
      </w:r>
      <w:r w:rsidR="008F7090" w:rsidRPr="003A0BBB">
        <w:t>Et toi</w:t>
      </w:r>
      <w:r>
        <w:t xml:space="preserve">, </w:t>
      </w:r>
      <w:r w:rsidR="008F7090" w:rsidRPr="003A0BBB">
        <w:t>maman</w:t>
      </w:r>
      <w:r>
        <w:t xml:space="preserve">, </w:t>
      </w:r>
      <w:r w:rsidR="008F7090" w:rsidRPr="003A0BBB">
        <w:t>tu vas bien</w:t>
      </w:r>
      <w:r>
        <w:t xml:space="preserve"> ? </w:t>
      </w:r>
      <w:r w:rsidR="008F7090" w:rsidRPr="003A0BBB">
        <w:t>Sais-tu que tu as une mine excellente</w:t>
      </w:r>
      <w:r>
        <w:t xml:space="preserve">. </w:t>
      </w:r>
      <w:r w:rsidR="008F7090" w:rsidRPr="003A0BBB">
        <w:t>Mais pourquoi diable être toujours habillée en noir</w:t>
      </w:r>
      <w:r>
        <w:t xml:space="preserve"> ? </w:t>
      </w:r>
      <w:r w:rsidR="008F7090" w:rsidRPr="003A0BBB">
        <w:t>Avec cette chaleur</w:t>
      </w:r>
      <w:r>
        <w:t xml:space="preserve">, </w:t>
      </w:r>
      <w:r w:rsidR="008F7090" w:rsidRPr="003A0BBB">
        <w:t>tu dois mourir</w:t>
      </w:r>
      <w:r>
        <w:t>.</w:t>
      </w:r>
    </w:p>
    <w:p w14:paraId="79D6D84F" w14:textId="77777777" w:rsidR="003A6D8D" w:rsidRDefault="003A6D8D" w:rsidP="008F7090">
      <w:r>
        <w:t>— </w:t>
      </w:r>
      <w:r w:rsidR="008F7090" w:rsidRPr="003A0BBB">
        <w:t>Camille</w:t>
      </w:r>
      <w:r>
        <w:t xml:space="preserve">, </w:t>
      </w:r>
      <w:r w:rsidR="008F7090" w:rsidRPr="003A0BBB">
        <w:t>tu sais bien qu</w:t>
      </w:r>
      <w:r>
        <w:t>’</w:t>
      </w:r>
      <w:r w:rsidR="008F7090" w:rsidRPr="003A0BBB">
        <w:t>ici</w:t>
      </w:r>
      <w:r>
        <w:t>…</w:t>
      </w:r>
    </w:p>
    <w:p w14:paraId="133D58F1" w14:textId="77777777" w:rsidR="003A6D8D" w:rsidRDefault="003A6D8D" w:rsidP="008F7090">
      <w:r>
        <w:t>— </w:t>
      </w:r>
      <w:r w:rsidR="008F7090" w:rsidRPr="003A0BBB">
        <w:t>Oui</w:t>
      </w:r>
      <w:r>
        <w:t xml:space="preserve">, </w:t>
      </w:r>
      <w:r w:rsidR="008F7090" w:rsidRPr="003A0BBB">
        <w:t>oui</w:t>
      </w:r>
      <w:r>
        <w:t xml:space="preserve">, </w:t>
      </w:r>
      <w:r w:rsidR="008F7090" w:rsidRPr="003A0BBB">
        <w:t>je sais</w:t>
      </w:r>
      <w:r>
        <w:t xml:space="preserve">. </w:t>
      </w:r>
      <w:r w:rsidR="008F7090" w:rsidRPr="003A0BBB">
        <w:t>Hep</w:t>
      </w:r>
      <w:r>
        <w:t xml:space="preserve">, </w:t>
      </w:r>
      <w:r w:rsidR="008F7090" w:rsidRPr="003A0BBB">
        <w:t>Simon</w:t>
      </w:r>
      <w:r>
        <w:t xml:space="preserve">, </w:t>
      </w:r>
      <w:r w:rsidR="008F7090" w:rsidRPr="003A0BBB">
        <w:t>faites donc tourner la voiture</w:t>
      </w:r>
      <w:r>
        <w:t xml:space="preserve">. </w:t>
      </w:r>
      <w:r w:rsidR="008F7090" w:rsidRPr="003A0BBB">
        <w:t>Avez-vous soif</w:t>
      </w:r>
      <w:r>
        <w:t xml:space="preserve"> ? </w:t>
      </w:r>
      <w:r w:rsidR="008F7090" w:rsidRPr="003A0BBB">
        <w:t>Maman</w:t>
      </w:r>
      <w:r>
        <w:t xml:space="preserve">, </w:t>
      </w:r>
      <w:r w:rsidR="008F7090" w:rsidRPr="003A0BBB">
        <w:t>fais donc donner quelque chose à boire à mon chauffeur</w:t>
      </w:r>
      <w:r>
        <w:t xml:space="preserve">. </w:t>
      </w:r>
      <w:r w:rsidR="008F7090" w:rsidRPr="003A0BBB">
        <w:t>C</w:t>
      </w:r>
      <w:r>
        <w:t>’</w:t>
      </w:r>
      <w:r w:rsidR="008F7090" w:rsidRPr="003A0BBB">
        <w:t>est un bon petit garçon</w:t>
      </w:r>
      <w:r>
        <w:t xml:space="preserve">. </w:t>
      </w:r>
      <w:r w:rsidR="008F7090" w:rsidRPr="003A0BBB">
        <w:t>Ah</w:t>
      </w:r>
      <w:r>
        <w:t xml:space="preserve"> ! </w:t>
      </w:r>
      <w:r w:rsidR="008F7090" w:rsidRPr="003A0BBB">
        <w:t>et moi</w:t>
      </w:r>
      <w:r>
        <w:t xml:space="preserve">, </w:t>
      </w:r>
      <w:r w:rsidR="008F7090" w:rsidRPr="003A0BBB">
        <w:t>je voudrais bien de quoi écrire</w:t>
      </w:r>
      <w:r>
        <w:t xml:space="preserve">… </w:t>
      </w:r>
      <w:r w:rsidR="008F7090" w:rsidRPr="003A0BBB">
        <w:t xml:space="preserve">deux télégrammes à </w:t>
      </w:r>
      <w:r w:rsidR="008F7090" w:rsidRPr="003A0BBB">
        <w:lastRenderedPageBreak/>
        <w:t>déposer à la première poste</w:t>
      </w:r>
      <w:r>
        <w:t xml:space="preserve">. </w:t>
      </w:r>
      <w:r w:rsidR="008F7090" w:rsidRPr="003A0BBB">
        <w:t>Tu lisais</w:t>
      </w:r>
      <w:r>
        <w:t xml:space="preserve">, </w:t>
      </w:r>
      <w:r w:rsidR="008F7090" w:rsidRPr="003A0BBB">
        <w:t>je vois</w:t>
      </w:r>
      <w:r>
        <w:t xml:space="preserve">, </w:t>
      </w:r>
      <w:r w:rsidR="008F7090" w:rsidRPr="003A0BBB">
        <w:t>au moment où je suis arrivée</w:t>
      </w:r>
      <w:r>
        <w:t xml:space="preserve">. </w:t>
      </w:r>
      <w:r w:rsidR="008F7090" w:rsidRPr="003A0BBB">
        <w:t>Qu</w:t>
      </w:r>
      <w:r>
        <w:t>’</w:t>
      </w:r>
      <w:r w:rsidR="008F7090" w:rsidRPr="003A0BBB">
        <w:t>est-ce que tu lisais</w:t>
      </w:r>
      <w:r>
        <w:t> ?</w:t>
      </w:r>
    </w:p>
    <w:p w14:paraId="465115F8" w14:textId="77777777" w:rsidR="003A6D8D" w:rsidRDefault="008F7090" w:rsidP="008F7090">
      <w:r w:rsidRPr="003A0BBB">
        <w:t>Elle s</w:t>
      </w:r>
      <w:r w:rsidR="003A6D8D">
        <w:t>’</w:t>
      </w:r>
      <w:r w:rsidRPr="003A0BBB">
        <w:t>était emparée du volume dont j</w:t>
      </w:r>
      <w:r w:rsidR="003A6D8D">
        <w:t>’</w:t>
      </w:r>
      <w:r w:rsidRPr="003A0BBB">
        <w:t>étais en train de couper les pages</w:t>
      </w:r>
      <w:r w:rsidR="003A6D8D">
        <w:t xml:space="preserve">. </w:t>
      </w:r>
      <w:r w:rsidRPr="003A0BBB">
        <w:t>Y ayant jeté un coup d</w:t>
      </w:r>
      <w:r w:rsidR="003A6D8D">
        <w:t>’</w:t>
      </w:r>
      <w:r w:rsidRPr="003A0BBB">
        <w:t>œil</w:t>
      </w:r>
      <w:r w:rsidR="003A6D8D">
        <w:t xml:space="preserve">, </w:t>
      </w:r>
      <w:r w:rsidRPr="003A0BBB">
        <w:t>elle me le rendit avec une petite moue souriante</w:t>
      </w:r>
      <w:r w:rsidR="003A6D8D">
        <w:t>.</w:t>
      </w:r>
    </w:p>
    <w:p w14:paraId="23773356" w14:textId="77777777" w:rsidR="003A6D8D" w:rsidRDefault="003A6D8D" w:rsidP="008F7090">
      <w:r>
        <w:t>— </w:t>
      </w:r>
      <w:r w:rsidR="008F7090" w:rsidRPr="003A0BBB">
        <w:t>Ça t</w:t>
      </w:r>
      <w:r>
        <w:t>’</w:t>
      </w:r>
      <w:r w:rsidR="008F7090" w:rsidRPr="003A0BBB">
        <w:t>amuse</w:t>
      </w:r>
      <w:r>
        <w:t xml:space="preserve">, </w:t>
      </w:r>
      <w:r w:rsidR="008F7090" w:rsidRPr="003A0BBB">
        <w:t>pauvre maman</w:t>
      </w:r>
      <w:r>
        <w:t xml:space="preserve">, </w:t>
      </w:r>
      <w:r w:rsidR="008F7090" w:rsidRPr="003A0BBB">
        <w:t>ce genre de littérature</w:t>
      </w:r>
      <w:r>
        <w:t> ?</w:t>
      </w:r>
    </w:p>
    <w:p w14:paraId="699A48DA" w14:textId="2FC4943A" w:rsidR="008F7090" w:rsidRPr="003A0BBB" w:rsidRDefault="008F7090" w:rsidP="008F7090"/>
    <w:p w14:paraId="2B624F0E" w14:textId="77777777" w:rsidR="003A6D8D" w:rsidRDefault="008F7090" w:rsidP="008F7090">
      <w:r w:rsidRPr="003A0BBB">
        <w:t>Je n</w:t>
      </w:r>
      <w:r w:rsidR="003A6D8D">
        <w:t>’</w:t>
      </w:r>
      <w:r w:rsidRPr="003A0BBB">
        <w:t>ai fait allusion jusqu</w:t>
      </w:r>
      <w:r w:rsidR="003A6D8D">
        <w:t>’</w:t>
      </w:r>
      <w:r w:rsidRPr="003A0BBB">
        <w:t>à présent qu</w:t>
      </w:r>
      <w:r w:rsidR="003A6D8D">
        <w:t>’</w:t>
      </w:r>
      <w:r w:rsidRPr="003A0BBB">
        <w:t>aux dissemblances morales qu</w:t>
      </w:r>
      <w:r w:rsidR="003A6D8D">
        <w:t>’</w:t>
      </w:r>
      <w:r w:rsidRPr="003A0BBB">
        <w:t>il y avait entre ma fille et moi</w:t>
      </w:r>
      <w:r w:rsidR="003A6D8D">
        <w:t xml:space="preserve">. </w:t>
      </w:r>
      <w:r w:rsidRPr="003A0BBB">
        <w:t>Les dissemblances physiques étaient plus frappantes encore</w:t>
      </w:r>
      <w:r w:rsidR="003A6D8D">
        <w:t xml:space="preserve">. </w:t>
      </w:r>
      <w:r w:rsidRPr="003A0BBB">
        <w:t>Si je n</w:t>
      </w:r>
      <w:r w:rsidR="003A6D8D">
        <w:t>’</w:t>
      </w:r>
      <w:r w:rsidRPr="003A0BBB">
        <w:t>en ai pas parlé plus tôt</w:t>
      </w:r>
      <w:r w:rsidR="003A6D8D">
        <w:t xml:space="preserve">, </w:t>
      </w:r>
      <w:r w:rsidRPr="003A0BBB">
        <w:t>c</w:t>
      </w:r>
      <w:r w:rsidR="003A6D8D">
        <w:t>’</w:t>
      </w:r>
      <w:r w:rsidRPr="003A0BBB">
        <w:t>est que j</w:t>
      </w:r>
      <w:r w:rsidR="003A6D8D">
        <w:t>’</w:t>
      </w:r>
      <w:r w:rsidRPr="003A0BBB">
        <w:t>ai cru que je pourrais arriver à m</w:t>
      </w:r>
      <w:r w:rsidR="003A6D8D">
        <w:t>’</w:t>
      </w:r>
      <w:r w:rsidRPr="003A0BBB">
        <w:t>en dispenser</w:t>
      </w:r>
      <w:r w:rsidR="003A6D8D">
        <w:t xml:space="preserve">. </w:t>
      </w:r>
      <w:r w:rsidRPr="003A0BBB">
        <w:t>Il est si ridicule</w:t>
      </w:r>
      <w:r w:rsidR="003A6D8D">
        <w:t xml:space="preserve">, </w:t>
      </w:r>
      <w:r w:rsidRPr="003A0BBB">
        <w:t>si pénible presque</w:t>
      </w:r>
      <w:r w:rsidR="003A6D8D">
        <w:t xml:space="preserve">, </w:t>
      </w:r>
      <w:r w:rsidRPr="003A0BBB">
        <w:t>d</w:t>
      </w:r>
      <w:r w:rsidR="003A6D8D">
        <w:t>’</w:t>
      </w:r>
      <w:r w:rsidRPr="003A0BBB">
        <w:t>avoir à s</w:t>
      </w:r>
      <w:r w:rsidR="003A6D8D">
        <w:t>’</w:t>
      </w:r>
      <w:r w:rsidRPr="003A0BBB">
        <w:t>occuper de soi sous ce rapport</w:t>
      </w:r>
      <w:r w:rsidR="003A6D8D">
        <w:t xml:space="preserve">, </w:t>
      </w:r>
      <w:r w:rsidRPr="003A0BBB">
        <w:t>de faire</w:t>
      </w:r>
      <w:r w:rsidR="003A6D8D">
        <w:t xml:space="preserve">, </w:t>
      </w:r>
      <w:r w:rsidRPr="003A0BBB">
        <w:t>même indirectement</w:t>
      </w:r>
      <w:r w:rsidR="003A6D8D">
        <w:t xml:space="preserve">, </w:t>
      </w:r>
      <w:r w:rsidRPr="003A0BBB">
        <w:t>son propre portrait</w:t>
      </w:r>
      <w:r w:rsidR="003A6D8D">
        <w:t xml:space="preserve">. </w:t>
      </w:r>
      <w:r w:rsidRPr="003A0BBB">
        <w:t>Et pourtant</w:t>
      </w:r>
      <w:r w:rsidR="003A6D8D">
        <w:t xml:space="preserve">, </w:t>
      </w:r>
      <w:r w:rsidRPr="003A0BBB">
        <w:t>ce sont là choses nécessaires à l</w:t>
      </w:r>
      <w:r w:rsidR="003A6D8D">
        <w:t>’</w:t>
      </w:r>
      <w:r w:rsidRPr="003A0BBB">
        <w:t>intelligence des événements que j</w:t>
      </w:r>
      <w:r w:rsidR="003A6D8D">
        <w:t>’</w:t>
      </w:r>
      <w:r w:rsidRPr="003A0BBB">
        <w:t>ai entrepris de raconter</w:t>
      </w:r>
      <w:r w:rsidR="003A6D8D">
        <w:t xml:space="preserve">. </w:t>
      </w:r>
      <w:r w:rsidRPr="003A0BBB">
        <w:t>Si je devais avoir peur en route</w:t>
      </w:r>
      <w:r w:rsidR="003A6D8D">
        <w:t xml:space="preserve">, </w:t>
      </w:r>
      <w:r w:rsidRPr="003A0BBB">
        <w:t>il valait mieux ne pas commencer</w:t>
      </w:r>
      <w:r w:rsidR="003A6D8D">
        <w:t xml:space="preserve">. </w:t>
      </w:r>
      <w:r w:rsidRPr="003A0BBB">
        <w:t>Maintenant</w:t>
      </w:r>
      <w:r w:rsidR="003A6D8D">
        <w:t xml:space="preserve">, </w:t>
      </w:r>
      <w:r w:rsidRPr="003A0BBB">
        <w:t>je n</w:t>
      </w:r>
      <w:r w:rsidR="003A6D8D">
        <w:t>’</w:t>
      </w:r>
      <w:r w:rsidRPr="003A0BBB">
        <w:t>ai plus qu</w:t>
      </w:r>
      <w:r w:rsidR="003A6D8D">
        <w:t>’</w:t>
      </w:r>
      <w:r w:rsidRPr="003A0BBB">
        <w:t>à aller jusqu</w:t>
      </w:r>
      <w:r w:rsidR="003A6D8D">
        <w:t>’</w:t>
      </w:r>
      <w:r w:rsidRPr="003A0BBB">
        <w:t>au bout</w:t>
      </w:r>
      <w:r w:rsidR="003A6D8D">
        <w:t>.</w:t>
      </w:r>
    </w:p>
    <w:p w14:paraId="37E5E222" w14:textId="77777777" w:rsidR="003A6D8D" w:rsidRDefault="008F7090" w:rsidP="008F7090">
      <w:r w:rsidRPr="003A0BBB">
        <w:t>Je suis restée de longs espaces de temps sans voir Camille</w:t>
      </w:r>
      <w:r w:rsidR="003A6D8D">
        <w:t xml:space="preserve">. </w:t>
      </w:r>
      <w:r w:rsidRPr="003A0BBB">
        <w:t>Aussi</w:t>
      </w:r>
      <w:r w:rsidR="003A6D8D">
        <w:t xml:space="preserve">, </w:t>
      </w:r>
      <w:r w:rsidRPr="003A0BBB">
        <w:t>chaque fois que nous nous retrouvions</w:t>
      </w:r>
      <w:r w:rsidR="003A6D8D">
        <w:t xml:space="preserve">, </w:t>
      </w:r>
      <w:r w:rsidRPr="003A0BBB">
        <w:t>les contrastes qui allaient en s</w:t>
      </w:r>
      <w:r w:rsidR="003A6D8D">
        <w:t>’</w:t>
      </w:r>
      <w:r w:rsidRPr="003A0BBB">
        <w:t>accentuant entre elle et moi m</w:t>
      </w:r>
      <w:r w:rsidR="003A6D8D">
        <w:t>’</w:t>
      </w:r>
      <w:r w:rsidRPr="003A0BBB">
        <w:t>étaient plus aisément perceptibles</w:t>
      </w:r>
      <w:r w:rsidR="003A6D8D">
        <w:t xml:space="preserve">. </w:t>
      </w:r>
      <w:r w:rsidRPr="003A0BBB">
        <w:t>J</w:t>
      </w:r>
      <w:r w:rsidR="003A6D8D">
        <w:t>’</w:t>
      </w:r>
      <w:r w:rsidRPr="003A0BBB">
        <w:t>ai eu une aïeule créole</w:t>
      </w:r>
      <w:r w:rsidR="003A6D8D">
        <w:t xml:space="preserve">, </w:t>
      </w:r>
      <w:r w:rsidRPr="003A0BBB">
        <w:t>et c</w:t>
      </w:r>
      <w:r w:rsidR="003A6D8D">
        <w:t>’</w:t>
      </w:r>
      <w:r w:rsidRPr="003A0BBB">
        <w:t>est d</w:t>
      </w:r>
      <w:r w:rsidR="003A6D8D">
        <w:t>’</w:t>
      </w:r>
      <w:r w:rsidRPr="003A0BBB">
        <w:t>elle probablement que j</w:t>
      </w:r>
      <w:r w:rsidR="003A6D8D">
        <w:t>’</w:t>
      </w:r>
      <w:r w:rsidRPr="003A0BBB">
        <w:t>ai hérité cette noirceur presque bleue de la chevelure</w:t>
      </w:r>
      <w:r w:rsidR="003A6D8D">
        <w:t xml:space="preserve">, </w:t>
      </w:r>
      <w:r w:rsidRPr="003A0BBB">
        <w:t>cette matité du teint</w:t>
      </w:r>
      <w:r w:rsidR="003A6D8D">
        <w:t xml:space="preserve">, </w:t>
      </w:r>
      <w:r w:rsidRPr="003A0BBB">
        <w:t>cette largeur des prunelles</w:t>
      </w:r>
      <w:r w:rsidR="003A6D8D">
        <w:t xml:space="preserve">, </w:t>
      </w:r>
      <w:r w:rsidRPr="003A0BBB">
        <w:t>et aussi</w:t>
      </w:r>
      <w:r w:rsidR="003A6D8D">
        <w:t xml:space="preserve">, </w:t>
      </w:r>
      <w:r w:rsidRPr="003A0BBB">
        <w:t>il faut le dire</w:t>
      </w:r>
      <w:r w:rsidR="003A6D8D">
        <w:t xml:space="preserve">, </w:t>
      </w:r>
      <w:r w:rsidRPr="003A0BBB">
        <w:t>un alanguissement</w:t>
      </w:r>
      <w:r w:rsidR="003A6D8D">
        <w:t xml:space="preserve">, </w:t>
      </w:r>
      <w:r w:rsidRPr="003A0BBB">
        <w:t>une passivité que ne suffit pas à expliquer la monotonie désertique de mon existence antérieure</w:t>
      </w:r>
      <w:r w:rsidR="003A6D8D">
        <w:t xml:space="preserve">, </w:t>
      </w:r>
      <w:r w:rsidRPr="003A0BBB">
        <w:t>Camille</w:t>
      </w:r>
      <w:r w:rsidR="003A6D8D">
        <w:t xml:space="preserve">, </w:t>
      </w:r>
      <w:r w:rsidRPr="003A0BBB">
        <w:t>au contraire</w:t>
      </w:r>
      <w:r w:rsidR="003A6D8D">
        <w:t xml:space="preserve">, </w:t>
      </w:r>
      <w:r w:rsidRPr="003A0BBB">
        <w:t>avait les yeux d</w:t>
      </w:r>
      <w:r w:rsidR="003A6D8D">
        <w:t>’</w:t>
      </w:r>
      <w:r w:rsidRPr="003A0BBB">
        <w:t>un gris d</w:t>
      </w:r>
      <w:r w:rsidR="003A6D8D">
        <w:t>’</w:t>
      </w:r>
      <w:r w:rsidRPr="003A0BBB">
        <w:t>acier</w:t>
      </w:r>
      <w:r w:rsidR="003A6D8D">
        <w:t xml:space="preserve">, </w:t>
      </w:r>
      <w:r w:rsidRPr="003A0BBB">
        <w:t>les lèvres minces</w:t>
      </w:r>
      <w:r w:rsidR="003A6D8D">
        <w:t xml:space="preserve">, </w:t>
      </w:r>
      <w:r w:rsidRPr="003A0BBB">
        <w:t>la bouche un peu grande</w:t>
      </w:r>
      <w:r w:rsidR="003A6D8D">
        <w:t xml:space="preserve">, </w:t>
      </w:r>
      <w:r w:rsidRPr="003A0BBB">
        <w:t>une chair colorée de jeune fille anglo-saxonne</w:t>
      </w:r>
      <w:r w:rsidR="003A6D8D">
        <w:t xml:space="preserve">, </w:t>
      </w:r>
      <w:r w:rsidRPr="003A0BBB">
        <w:t>une extraordinaire vivacité de physionomie et de mouvements</w:t>
      </w:r>
      <w:r w:rsidR="003A6D8D">
        <w:t xml:space="preserve">. </w:t>
      </w:r>
      <w:r w:rsidRPr="003A0BBB">
        <w:t>Ses cheveux</w:t>
      </w:r>
      <w:r w:rsidR="003A6D8D">
        <w:t xml:space="preserve">, </w:t>
      </w:r>
      <w:r w:rsidRPr="003A0BBB">
        <w:t>d</w:t>
      </w:r>
      <w:r w:rsidR="003A6D8D">
        <w:t>’</w:t>
      </w:r>
      <w:r w:rsidRPr="003A0BBB">
        <w:t>un blond très pâle quand elle était enfant</w:t>
      </w:r>
      <w:r w:rsidR="003A6D8D">
        <w:t xml:space="preserve">, </w:t>
      </w:r>
      <w:r w:rsidRPr="003A0BBB">
        <w:lastRenderedPageBreak/>
        <w:t>avaient pris</w:t>
      </w:r>
      <w:r w:rsidR="003A6D8D">
        <w:t xml:space="preserve">, </w:t>
      </w:r>
      <w:r w:rsidRPr="003A0BBB">
        <w:t>vers la vingtième année</w:t>
      </w:r>
      <w:r w:rsidR="003A6D8D">
        <w:t xml:space="preserve">, </w:t>
      </w:r>
      <w:r w:rsidRPr="003A0BBB">
        <w:t>une teinte cuivrée et rousse</w:t>
      </w:r>
      <w:r w:rsidR="003A6D8D">
        <w:t xml:space="preserve">, </w:t>
      </w:r>
      <w:r w:rsidRPr="003A0BBB">
        <w:t>à peu près de la nuance dont sont devenus les miens lorsque</w:t>
      </w:r>
      <w:r w:rsidR="003A6D8D">
        <w:t xml:space="preserve">, </w:t>
      </w:r>
      <w:r w:rsidRPr="003A0BBB">
        <w:t>plus tard</w:t>
      </w:r>
      <w:r w:rsidR="003A6D8D">
        <w:t xml:space="preserve">, </w:t>
      </w:r>
      <w:r w:rsidRPr="003A0BBB">
        <w:t>je me suis résolue à les teindre</w:t>
      </w:r>
      <w:r w:rsidR="003A6D8D">
        <w:t xml:space="preserve">. </w:t>
      </w:r>
      <w:r w:rsidRPr="003A0BBB">
        <w:t>Nous étions sensiblement de la même taille</w:t>
      </w:r>
      <w:r w:rsidR="003A6D8D">
        <w:t xml:space="preserve">, </w:t>
      </w:r>
      <w:r w:rsidRPr="003A0BBB">
        <w:t>mais son port décidé la faisait paraître plus grande que moi</w:t>
      </w:r>
      <w:r w:rsidR="003A6D8D">
        <w:t xml:space="preserve">. </w:t>
      </w:r>
      <w:r w:rsidRPr="003A0BBB">
        <w:t>En outre</w:t>
      </w:r>
      <w:r w:rsidR="003A6D8D">
        <w:t xml:space="preserve">, </w:t>
      </w:r>
      <w:r w:rsidRPr="003A0BBB">
        <w:t>elle avait les attaches plus accentuées</w:t>
      </w:r>
      <w:r w:rsidR="003A6D8D">
        <w:t xml:space="preserve">, </w:t>
      </w:r>
      <w:r w:rsidRPr="003A0BBB">
        <w:t>et son corps</w:t>
      </w:r>
      <w:r w:rsidR="003A6D8D">
        <w:t xml:space="preserve">, </w:t>
      </w:r>
      <w:r w:rsidRPr="003A0BBB">
        <w:t>tant par la façon qu</w:t>
      </w:r>
      <w:r w:rsidR="003A6D8D">
        <w:t>’</w:t>
      </w:r>
      <w:r w:rsidRPr="003A0BBB">
        <w:t>elle avait de s</w:t>
      </w:r>
      <w:r w:rsidR="003A6D8D">
        <w:t>’</w:t>
      </w:r>
      <w:r w:rsidRPr="003A0BBB">
        <w:t>habiller que par sa conformation</w:t>
      </w:r>
      <w:r w:rsidR="003A6D8D">
        <w:t xml:space="preserve">, </w:t>
      </w:r>
      <w:r w:rsidRPr="003A0BBB">
        <w:t>avait quelque chose de l</w:t>
      </w:r>
      <w:r w:rsidR="003A6D8D">
        <w:t>’</w:t>
      </w:r>
      <w:r w:rsidRPr="003A0BBB">
        <w:t>allure d</w:t>
      </w:r>
      <w:r w:rsidR="003A6D8D">
        <w:t>’</w:t>
      </w:r>
      <w:r w:rsidRPr="003A0BBB">
        <w:t>un jeune garçon</w:t>
      </w:r>
      <w:r w:rsidR="003A6D8D">
        <w:t xml:space="preserve">, </w:t>
      </w:r>
      <w:r w:rsidRPr="003A0BBB">
        <w:t>très mince et très souple</w:t>
      </w:r>
      <w:r w:rsidR="003A6D8D">
        <w:t>.</w:t>
      </w:r>
    </w:p>
    <w:p w14:paraId="4FD2B407" w14:textId="77777777" w:rsidR="003A6D8D" w:rsidRDefault="008F7090" w:rsidP="008F7090">
      <w:r w:rsidRPr="003A0BBB">
        <w:t>Du moment où elle put régler sa mise à son gré</w:t>
      </w:r>
      <w:r w:rsidR="003A6D8D">
        <w:t xml:space="preserve">, </w:t>
      </w:r>
      <w:r w:rsidRPr="003A0BBB">
        <w:t>elle fut toujours vêtue sobrement de blouses claires et de tailleurs de coupe presque masculine</w:t>
      </w:r>
      <w:r w:rsidR="003A6D8D">
        <w:t xml:space="preserve">. </w:t>
      </w:r>
      <w:r w:rsidRPr="003A0BBB">
        <w:t>Elle ne s</w:t>
      </w:r>
      <w:r w:rsidR="003A6D8D">
        <w:t>’</w:t>
      </w:r>
      <w:r w:rsidRPr="003A0BBB">
        <w:t>intéressait pas à la toilette et trouvait le moyen d</w:t>
      </w:r>
      <w:r w:rsidR="003A6D8D">
        <w:t>’</w:t>
      </w:r>
      <w:r w:rsidRPr="003A0BBB">
        <w:t>être naturellement élégante</w:t>
      </w:r>
      <w:r w:rsidR="003A6D8D">
        <w:t xml:space="preserve">. </w:t>
      </w:r>
      <w:r w:rsidRPr="003A0BBB">
        <w:t>Moi</w:t>
      </w:r>
      <w:r w:rsidR="003A6D8D">
        <w:t xml:space="preserve">, </w:t>
      </w:r>
      <w:proofErr w:type="gramStart"/>
      <w:r w:rsidRPr="003A0BBB">
        <w:t>par contre</w:t>
      </w:r>
      <w:proofErr w:type="gramEnd"/>
      <w:r w:rsidR="003A6D8D">
        <w:t xml:space="preserve">, </w:t>
      </w:r>
      <w:r w:rsidRPr="003A0BBB">
        <w:t>qui m</w:t>
      </w:r>
      <w:r w:rsidR="003A6D8D">
        <w:t>’</w:t>
      </w:r>
      <w:r w:rsidRPr="003A0BBB">
        <w:t xml:space="preserve">y serais follement </w:t>
      </w:r>
      <w:proofErr w:type="spellStart"/>
      <w:r w:rsidRPr="003A0BBB">
        <w:t>complue</w:t>
      </w:r>
      <w:proofErr w:type="spellEnd"/>
      <w:r w:rsidR="003A6D8D">
        <w:t xml:space="preserve">, </w:t>
      </w:r>
      <w:r w:rsidRPr="003A0BBB">
        <w:t>je sentais trop le tort que m</w:t>
      </w:r>
      <w:r w:rsidR="003A6D8D">
        <w:t>’</w:t>
      </w:r>
      <w:r w:rsidRPr="003A0BBB">
        <w:t>avait causé à cet égard ma médiocre vie de petite bourgeoise</w:t>
      </w:r>
      <w:r w:rsidR="003A6D8D">
        <w:t xml:space="preserve">. </w:t>
      </w:r>
      <w:r w:rsidRPr="003A0BBB">
        <w:t>De la créole</w:t>
      </w:r>
      <w:r w:rsidR="003A6D8D">
        <w:t xml:space="preserve">, </w:t>
      </w:r>
      <w:r w:rsidRPr="003A0BBB">
        <w:t>mon aïeule</w:t>
      </w:r>
      <w:r w:rsidR="003A6D8D">
        <w:t xml:space="preserve">, </w:t>
      </w:r>
      <w:r w:rsidRPr="003A0BBB">
        <w:t>j</w:t>
      </w:r>
      <w:r w:rsidR="003A6D8D">
        <w:t>’</w:t>
      </w:r>
      <w:r w:rsidRPr="003A0BBB">
        <w:t>avais gardé le goût des belles étoffes et des couleurs chaudes</w:t>
      </w:r>
      <w:r w:rsidR="003A6D8D">
        <w:t xml:space="preserve">, </w:t>
      </w:r>
      <w:r w:rsidRPr="003A0BBB">
        <w:t>et</w:t>
      </w:r>
      <w:r w:rsidR="003A6D8D">
        <w:t xml:space="preserve">, </w:t>
      </w:r>
      <w:r w:rsidRPr="003A0BBB">
        <w:t>comprenant que je ne serais jamais admise à la réalisation de rêves de ce genre</w:t>
      </w:r>
      <w:r w:rsidR="003A6D8D">
        <w:t xml:space="preserve">, </w:t>
      </w:r>
      <w:r w:rsidRPr="003A0BBB">
        <w:t>j</w:t>
      </w:r>
      <w:r w:rsidR="003A6D8D">
        <w:t>’</w:t>
      </w:r>
      <w:r w:rsidRPr="003A0BBB">
        <w:t>avais accueilli ma vêture de deuil comme une dispense d</w:t>
      </w:r>
      <w:r w:rsidR="003A6D8D">
        <w:t>’</w:t>
      </w:r>
      <w:r w:rsidRPr="003A0BBB">
        <w:t>avoir désormais à en concevoir des regrets</w:t>
      </w:r>
      <w:r w:rsidR="003A6D8D">
        <w:t>.</w:t>
      </w:r>
    </w:p>
    <w:p w14:paraId="44D43B86" w14:textId="0920F138" w:rsidR="008F7090" w:rsidRPr="003A0BBB" w:rsidRDefault="008F7090" w:rsidP="008F7090"/>
    <w:p w14:paraId="0A6AF791" w14:textId="77777777" w:rsidR="003A6D8D" w:rsidRDefault="008F7090" w:rsidP="008F7090">
      <w:r w:rsidRPr="003A0BBB">
        <w:t>En définitive</w:t>
      </w:r>
      <w:r w:rsidR="003A6D8D">
        <w:t xml:space="preserve">, </w:t>
      </w:r>
      <w:r w:rsidRPr="003A0BBB">
        <w:t>tout</w:t>
      </w:r>
      <w:r w:rsidR="003A6D8D">
        <w:t xml:space="preserve">, </w:t>
      </w:r>
      <w:r w:rsidRPr="003A0BBB">
        <w:t>on le voit</w:t>
      </w:r>
      <w:r w:rsidR="003A6D8D">
        <w:t xml:space="preserve">, </w:t>
      </w:r>
      <w:r w:rsidRPr="003A0BBB">
        <w:t>nous opposait</w:t>
      </w:r>
      <w:r w:rsidR="003A6D8D">
        <w:t xml:space="preserve">. </w:t>
      </w:r>
      <w:r w:rsidRPr="003A0BBB">
        <w:t>Nous n</w:t>
      </w:r>
      <w:r w:rsidR="003A6D8D">
        <w:t>’</w:t>
      </w:r>
      <w:r w:rsidRPr="003A0BBB">
        <w:t>avions entre nous qu</w:t>
      </w:r>
      <w:r w:rsidR="003A6D8D">
        <w:t>’</w:t>
      </w:r>
      <w:r w:rsidRPr="003A0BBB">
        <w:t>un seul point commun</w:t>
      </w:r>
      <w:r w:rsidR="003A6D8D">
        <w:t xml:space="preserve">, </w:t>
      </w:r>
      <w:r w:rsidRPr="003A0BBB">
        <w:t>c</w:t>
      </w:r>
      <w:r w:rsidR="003A6D8D">
        <w:t>’</w:t>
      </w:r>
      <w:r w:rsidRPr="003A0BBB">
        <w:t>est que</w:t>
      </w:r>
      <w:r w:rsidR="003A6D8D">
        <w:t xml:space="preserve">, </w:t>
      </w:r>
      <w:r w:rsidRPr="003A0BBB">
        <w:t>de façon différente</w:t>
      </w:r>
      <w:r w:rsidR="003A6D8D">
        <w:t xml:space="preserve">, </w:t>
      </w:r>
      <w:r w:rsidRPr="003A0BBB">
        <w:t>nous étions aussi ardentes et passionnées l</w:t>
      </w:r>
      <w:r w:rsidR="003A6D8D">
        <w:t>’</w:t>
      </w:r>
      <w:r w:rsidRPr="003A0BBB">
        <w:t>une que l</w:t>
      </w:r>
      <w:r w:rsidR="003A6D8D">
        <w:t>’</w:t>
      </w:r>
      <w:r w:rsidRPr="003A0BBB">
        <w:t>autre</w:t>
      </w:r>
      <w:r w:rsidR="003A6D8D">
        <w:t xml:space="preserve">. </w:t>
      </w:r>
      <w:r w:rsidRPr="003A0BBB">
        <w:t>Mais qu</w:t>
      </w:r>
      <w:r w:rsidR="003A6D8D">
        <w:t>’</w:t>
      </w:r>
      <w:r w:rsidRPr="003A0BBB">
        <w:t>il a fallu de larmes inexpiables pour que je parvienne à m</w:t>
      </w:r>
      <w:r w:rsidR="003A6D8D">
        <w:t>’</w:t>
      </w:r>
      <w:r w:rsidRPr="003A0BBB">
        <w:t>en rendre compte</w:t>
      </w:r>
      <w:r w:rsidR="003A6D8D">
        <w:t> !</w:t>
      </w:r>
    </w:p>
    <w:p w14:paraId="17C212D2" w14:textId="615163B5" w:rsidR="008F7090" w:rsidRPr="003A0BBB" w:rsidRDefault="008F7090" w:rsidP="008F7090"/>
    <w:p w14:paraId="0068240E" w14:textId="77777777" w:rsidR="003A6D8D" w:rsidRDefault="008F7090" w:rsidP="008F7090">
      <w:r w:rsidRPr="003A0BBB">
        <w:t>J</w:t>
      </w:r>
      <w:r w:rsidR="003A6D8D">
        <w:t>’</w:t>
      </w:r>
      <w:r w:rsidRPr="003A0BBB">
        <w:t>allais avoir</w:t>
      </w:r>
      <w:r w:rsidR="003A6D8D">
        <w:t xml:space="preserve">, </w:t>
      </w:r>
      <w:r w:rsidRPr="003A0BBB">
        <w:t>je le répète</w:t>
      </w:r>
      <w:r w:rsidR="003A6D8D">
        <w:t xml:space="preserve">, </w:t>
      </w:r>
      <w:r w:rsidRPr="003A0BBB">
        <w:t>quarante-deux ans</w:t>
      </w:r>
      <w:r w:rsidR="003A6D8D">
        <w:t xml:space="preserve">, </w:t>
      </w:r>
      <w:r w:rsidRPr="003A0BBB">
        <w:t>et Camille en avait vingt-trois</w:t>
      </w:r>
      <w:r w:rsidR="003A6D8D">
        <w:t xml:space="preserve">, </w:t>
      </w:r>
      <w:r w:rsidRPr="003A0BBB">
        <w:t>lorsque je reçus de ma fille une lettre m</w:t>
      </w:r>
      <w:r w:rsidR="003A6D8D">
        <w:t>’</w:t>
      </w:r>
      <w:r w:rsidRPr="003A0BBB">
        <w:t>annonçant sa prochaine arrivée</w:t>
      </w:r>
      <w:r w:rsidR="003A6D8D">
        <w:t xml:space="preserve">. </w:t>
      </w:r>
      <w:r w:rsidRPr="003A0BBB">
        <w:t>On pense si je fus heureusement surprise</w:t>
      </w:r>
      <w:r w:rsidR="003A6D8D">
        <w:t xml:space="preserve">. </w:t>
      </w:r>
      <w:r w:rsidRPr="003A0BBB">
        <w:t xml:space="preserve">À cette joie pourtant se mêlait un sentiment </w:t>
      </w:r>
      <w:r w:rsidRPr="003A0BBB">
        <w:lastRenderedPageBreak/>
        <w:t>d</w:t>
      </w:r>
      <w:r w:rsidR="003A6D8D">
        <w:t>’</w:t>
      </w:r>
      <w:r w:rsidRPr="003A0BBB">
        <w:t>un tout autre ordre</w:t>
      </w:r>
      <w:r w:rsidR="003A6D8D">
        <w:t xml:space="preserve">, </w:t>
      </w:r>
      <w:r w:rsidRPr="003A0BBB">
        <w:t>car Camille ne venait pas seule à Maguelonne</w:t>
      </w:r>
      <w:r w:rsidR="003A6D8D">
        <w:t>.</w:t>
      </w:r>
    </w:p>
    <w:p w14:paraId="662227C9" w14:textId="44A81CDD" w:rsidR="008F7090" w:rsidRPr="003A0BBB" w:rsidRDefault="008F7090" w:rsidP="003A6D8D">
      <w:pPr>
        <w:pStyle w:val="Titre1"/>
        <w:rPr>
          <w:rFonts w:cs="Georgia"/>
        </w:rPr>
      </w:pPr>
      <w:bookmarkStart w:id="5" w:name="_Toc196328806"/>
      <w:r w:rsidRPr="003A0BBB">
        <w:rPr>
          <w:rFonts w:cs="Georgia"/>
        </w:rPr>
        <w:lastRenderedPageBreak/>
        <w:t>V</w:t>
      </w:r>
      <w:bookmarkEnd w:id="5"/>
    </w:p>
    <w:p w14:paraId="2893B069" w14:textId="77777777" w:rsidR="003A6D8D" w:rsidRDefault="008F7090" w:rsidP="008F7090">
      <w:r w:rsidRPr="003A0BBB">
        <w:t>Je ne pouvais me lasser de relire sa lettre</w:t>
      </w:r>
      <w:r w:rsidR="003A6D8D">
        <w:t>.</w:t>
      </w:r>
    </w:p>
    <w:p w14:paraId="5EB6583E" w14:textId="063B3602" w:rsidR="008F7090" w:rsidRPr="003A0BBB" w:rsidRDefault="003A6D8D" w:rsidP="008F7090">
      <w:r>
        <w:t>« </w:t>
      </w:r>
      <w:r w:rsidR="008F7090" w:rsidRPr="003A0BBB">
        <w:t>Ma chère maman</w:t>
      </w:r>
      <w:r>
        <w:t xml:space="preserve">, </w:t>
      </w:r>
      <w:r w:rsidR="008F7090" w:rsidRPr="003A0BBB">
        <w:t>m</w:t>
      </w:r>
      <w:r>
        <w:t>’</w:t>
      </w:r>
      <w:r w:rsidR="008F7090" w:rsidRPr="003A0BBB">
        <w:t>écrivait-elle</w:t>
      </w:r>
      <w:r>
        <w:t xml:space="preserve">, </w:t>
      </w:r>
      <w:r w:rsidR="008F7090" w:rsidRPr="003A0BBB">
        <w:t>tu vas être bien étonnée</w:t>
      </w:r>
      <w:r>
        <w:t xml:space="preserve">. </w:t>
      </w:r>
      <w:r w:rsidR="008F7090" w:rsidRPr="003A0BBB">
        <w:t>Je me marie</w:t>
      </w:r>
      <w:r>
        <w:t xml:space="preserve">. </w:t>
      </w:r>
      <w:r w:rsidR="008F7090" w:rsidRPr="003A0BBB">
        <w:t>Oui</w:t>
      </w:r>
      <w:r>
        <w:t xml:space="preserve">, </w:t>
      </w:r>
      <w:r w:rsidR="008F7090" w:rsidRPr="003A0BBB">
        <w:t>parfaitement</w:t>
      </w:r>
      <w:r>
        <w:t xml:space="preserve">. </w:t>
      </w:r>
      <w:r w:rsidR="008F7090" w:rsidRPr="003A0BBB">
        <w:t>Cela prouve qu</w:t>
      </w:r>
      <w:r>
        <w:t>’</w:t>
      </w:r>
      <w:r w:rsidR="008F7090" w:rsidRPr="003A0BBB">
        <w:t>il ne faut jamais dire</w:t>
      </w:r>
      <w:r>
        <w:t xml:space="preserve"> : </w:t>
      </w:r>
      <w:r w:rsidR="008F7090" w:rsidRPr="003A0BBB">
        <w:rPr>
          <w:i/>
          <w:iCs/>
        </w:rPr>
        <w:t>Fontaine</w:t>
      </w:r>
      <w:r>
        <w:t xml:space="preserve">… </w:t>
      </w:r>
      <w:r w:rsidR="008F7090" w:rsidRPr="003A0BBB">
        <w:t>Mon fiancé est très beau</w:t>
      </w:r>
      <w:r>
        <w:t xml:space="preserve">, </w:t>
      </w:r>
      <w:r w:rsidR="008F7090" w:rsidRPr="003A0BBB">
        <w:t>très bon</w:t>
      </w:r>
      <w:r>
        <w:t xml:space="preserve">, </w:t>
      </w:r>
      <w:r w:rsidR="008F7090" w:rsidRPr="003A0BBB">
        <w:t>très intelligent</w:t>
      </w:r>
      <w:r>
        <w:t xml:space="preserve">, </w:t>
      </w:r>
      <w:r w:rsidR="008F7090" w:rsidRPr="003A0BBB">
        <w:t>très tout ce que tu voudras</w:t>
      </w:r>
      <w:r>
        <w:t xml:space="preserve">. </w:t>
      </w:r>
      <w:r w:rsidR="008F7090" w:rsidRPr="003A0BBB">
        <w:t>Si je ne le trouvais pas ainsi</w:t>
      </w:r>
      <w:r>
        <w:t xml:space="preserve">, </w:t>
      </w:r>
      <w:r w:rsidR="008F7090" w:rsidRPr="003A0BBB">
        <w:t>tu penses qu</w:t>
      </w:r>
      <w:r>
        <w:t>’</w:t>
      </w:r>
      <w:r w:rsidR="008F7090" w:rsidRPr="003A0BBB">
        <w:t>il ne serait pas mon fiancé</w:t>
      </w:r>
      <w:r>
        <w:t xml:space="preserve">. </w:t>
      </w:r>
      <w:r w:rsidR="008F7090" w:rsidRPr="003A0BBB">
        <w:t>Je l</w:t>
      </w:r>
      <w:r>
        <w:t>’</w:t>
      </w:r>
      <w:r w:rsidR="008F7090" w:rsidRPr="003A0BBB">
        <w:t>ai connu à la Commission interalliée du matériel de traction automobile</w:t>
      </w:r>
      <w:r>
        <w:t xml:space="preserve">, </w:t>
      </w:r>
      <w:r w:rsidR="008F7090" w:rsidRPr="003A0BBB">
        <w:t>dont je ne sais si je t</w:t>
      </w:r>
      <w:r>
        <w:t>’</w:t>
      </w:r>
      <w:r w:rsidR="008F7090" w:rsidRPr="003A0BBB">
        <w:t>ai dit que j</w:t>
      </w:r>
      <w:r>
        <w:t>’</w:t>
      </w:r>
      <w:r w:rsidR="008F7090" w:rsidRPr="003A0BBB">
        <w:t>étais secrétaire</w:t>
      </w:r>
      <w:r>
        <w:t xml:space="preserve">, </w:t>
      </w:r>
      <w:r w:rsidR="008F7090" w:rsidRPr="003A0BBB">
        <w:t>depuis environ six mois</w:t>
      </w:r>
      <w:r>
        <w:t xml:space="preserve">. </w:t>
      </w:r>
      <w:r w:rsidR="008F7090" w:rsidRPr="003A0BBB">
        <w:t>Franz y est attaché à titre consultatif</w:t>
      </w:r>
      <w:r>
        <w:t xml:space="preserve">, </w:t>
      </w:r>
      <w:r w:rsidR="008F7090" w:rsidRPr="003A0BBB">
        <w:t>car il n</w:t>
      </w:r>
      <w:r>
        <w:t>’</w:t>
      </w:r>
      <w:r w:rsidR="008F7090" w:rsidRPr="003A0BBB">
        <w:t>est pas Français</w:t>
      </w:r>
      <w:r>
        <w:t xml:space="preserve">. </w:t>
      </w:r>
      <w:r w:rsidR="008F7090" w:rsidRPr="003A0BBB">
        <w:t>Ne bondis pas</w:t>
      </w:r>
      <w:r>
        <w:t xml:space="preserve"> : </w:t>
      </w:r>
      <w:r w:rsidR="008F7090" w:rsidRPr="003A0BBB">
        <w:t>il est même Allemand</w:t>
      </w:r>
      <w:r>
        <w:t xml:space="preserve">, </w:t>
      </w:r>
      <w:r w:rsidR="008F7090" w:rsidRPr="003A0BBB">
        <w:t>c</w:t>
      </w:r>
      <w:r>
        <w:t>’</w:t>
      </w:r>
      <w:r w:rsidR="008F7090" w:rsidRPr="003A0BBB">
        <w:t>est-à-dire Polonais</w:t>
      </w:r>
      <w:r>
        <w:t xml:space="preserve">. </w:t>
      </w:r>
      <w:r w:rsidR="008F7090" w:rsidRPr="003A0BBB">
        <w:t>Oui</w:t>
      </w:r>
      <w:r>
        <w:t xml:space="preserve">, </w:t>
      </w:r>
      <w:r w:rsidR="008F7090" w:rsidRPr="003A0BBB">
        <w:t>en apparence</w:t>
      </w:r>
      <w:r>
        <w:t xml:space="preserve">, </w:t>
      </w:r>
      <w:r w:rsidR="008F7090" w:rsidRPr="003A0BBB">
        <w:t>c</w:t>
      </w:r>
      <w:r>
        <w:t>’</w:t>
      </w:r>
      <w:r w:rsidR="008F7090" w:rsidRPr="003A0BBB">
        <w:t>est compliqué</w:t>
      </w:r>
      <w:r>
        <w:t xml:space="preserve">, </w:t>
      </w:r>
      <w:r w:rsidR="008F7090" w:rsidRPr="003A0BBB">
        <w:t>mais tu vas comprendre</w:t>
      </w:r>
      <w:r>
        <w:t xml:space="preserve">. </w:t>
      </w:r>
      <w:r w:rsidR="008F7090" w:rsidRPr="003A0BBB">
        <w:t>Il appartient à une très vieille famille polonaise</w:t>
      </w:r>
      <w:r>
        <w:t xml:space="preserve">. </w:t>
      </w:r>
      <w:r w:rsidR="008F7090" w:rsidRPr="003A0BBB">
        <w:t>Ingénieur d</w:t>
      </w:r>
      <w:r>
        <w:t>’</w:t>
      </w:r>
      <w:r w:rsidR="008F7090" w:rsidRPr="003A0BBB">
        <w:t>une des plus importantes firmes allemandes d</w:t>
      </w:r>
      <w:r>
        <w:t>’</w:t>
      </w:r>
      <w:r w:rsidR="008F7090" w:rsidRPr="003A0BBB">
        <w:t>automobiles</w:t>
      </w:r>
      <w:r>
        <w:t xml:space="preserve">, </w:t>
      </w:r>
      <w:r w:rsidR="008F7090" w:rsidRPr="003A0BBB">
        <w:t>il a jugé parfaitement inutile</w:t>
      </w:r>
      <w:r>
        <w:t xml:space="preserve">, </w:t>
      </w:r>
      <w:r w:rsidR="008F7090" w:rsidRPr="003A0BBB">
        <w:t>en août dernier</w:t>
      </w:r>
      <w:r>
        <w:t xml:space="preserve">, </w:t>
      </w:r>
      <w:r w:rsidR="008F7090" w:rsidRPr="003A0BBB">
        <w:t>de rejoindre le corps prussien où il devait être mobilisé</w:t>
      </w:r>
      <w:r>
        <w:t xml:space="preserve">. </w:t>
      </w:r>
      <w:r w:rsidR="008F7090" w:rsidRPr="003A0BBB">
        <w:t>Après diverses aventures dont je te passe l</w:t>
      </w:r>
      <w:r>
        <w:t>’</w:t>
      </w:r>
      <w:r w:rsidR="008F7090" w:rsidRPr="003A0BBB">
        <w:t>énumération</w:t>
      </w:r>
      <w:r>
        <w:t xml:space="preserve">, </w:t>
      </w:r>
      <w:r w:rsidR="008F7090" w:rsidRPr="003A0BBB">
        <w:t>dont une blessure reçue en Champagne dans le régiment de la Légion où il s</w:t>
      </w:r>
      <w:r>
        <w:t>’</w:t>
      </w:r>
      <w:r w:rsidR="008F7090" w:rsidRPr="003A0BBB">
        <w:t>était engagé</w:t>
      </w:r>
      <w:r>
        <w:t xml:space="preserve">, </w:t>
      </w:r>
      <w:r w:rsidR="008F7090" w:rsidRPr="003A0BBB">
        <w:t xml:space="preserve">il a été affecté à </w:t>
      </w:r>
      <w:r w:rsidR="008F7090">
        <w:t>l</w:t>
      </w:r>
      <w:r w:rsidR="008F7090" w:rsidRPr="003A0BBB">
        <w:t>a Commission du matériel automobile</w:t>
      </w:r>
      <w:r>
        <w:t xml:space="preserve">. </w:t>
      </w:r>
      <w:r w:rsidR="008F7090" w:rsidRPr="003A0BBB">
        <w:t>Il y rend d</w:t>
      </w:r>
      <w:r>
        <w:t>’</w:t>
      </w:r>
      <w:r w:rsidR="008F7090" w:rsidRPr="003A0BBB">
        <w:t>énormes services</w:t>
      </w:r>
      <w:r>
        <w:t xml:space="preserve">, </w:t>
      </w:r>
      <w:r w:rsidR="008F7090" w:rsidRPr="003A0BBB">
        <w:t>car il connaît comme pas un les ressources des Empires centraux sous ce rapport</w:t>
      </w:r>
      <w:r>
        <w:t xml:space="preserve">. </w:t>
      </w:r>
      <w:r w:rsidR="008F7090" w:rsidRPr="003A0BBB">
        <w:t>C</w:t>
      </w:r>
      <w:r>
        <w:t>’</w:t>
      </w:r>
      <w:r w:rsidR="008F7090" w:rsidRPr="003A0BBB">
        <w:t>est là que nous nous sommes liés</w:t>
      </w:r>
      <w:r>
        <w:t xml:space="preserve">. </w:t>
      </w:r>
      <w:r w:rsidR="008F7090" w:rsidRPr="003A0BBB">
        <w:t>Tu devines le reste</w:t>
      </w:r>
      <w:r>
        <w:t xml:space="preserve">. </w:t>
      </w:r>
      <w:r w:rsidR="008F7090" w:rsidRPr="003A0BBB">
        <w:t>Nous aurions pu nous marier tout de suite</w:t>
      </w:r>
      <w:r>
        <w:t xml:space="preserve">. </w:t>
      </w:r>
      <w:r w:rsidR="008F7090" w:rsidRPr="003A0BBB">
        <w:t>Mais</w:t>
      </w:r>
      <w:r>
        <w:t xml:space="preserve">, </w:t>
      </w:r>
      <w:r w:rsidR="008F7090" w:rsidRPr="003A0BBB">
        <w:t>d</w:t>
      </w:r>
      <w:r>
        <w:t>’</w:t>
      </w:r>
      <w:r w:rsidR="008F7090" w:rsidRPr="003A0BBB">
        <w:t>une part</w:t>
      </w:r>
      <w:r>
        <w:t xml:space="preserve">, </w:t>
      </w:r>
      <w:r w:rsidR="008F7090" w:rsidRPr="003A0BBB">
        <w:t>il attend certains papiers</w:t>
      </w:r>
      <w:r>
        <w:t xml:space="preserve">, </w:t>
      </w:r>
      <w:r w:rsidR="008F7090" w:rsidRPr="003A0BBB">
        <w:t>qu</w:t>
      </w:r>
      <w:r>
        <w:t>’</w:t>
      </w:r>
      <w:r w:rsidR="008F7090" w:rsidRPr="003A0BBB">
        <w:t>on est en train de lui procurer à la mission polonaise de la rue de Chanaleilles</w:t>
      </w:r>
      <w:r>
        <w:t xml:space="preserve">, </w:t>
      </w:r>
      <w:r w:rsidR="008F7090" w:rsidRPr="003A0BBB">
        <w:t>et</w:t>
      </w:r>
      <w:r>
        <w:t xml:space="preserve">, </w:t>
      </w:r>
      <w:r w:rsidR="008F7090" w:rsidRPr="003A0BBB">
        <w:t>d</w:t>
      </w:r>
      <w:r>
        <w:t>’</w:t>
      </w:r>
      <w:r w:rsidR="008F7090" w:rsidRPr="003A0BBB">
        <w:t>autre part</w:t>
      </w:r>
      <w:r>
        <w:t xml:space="preserve">, </w:t>
      </w:r>
      <w:r w:rsidR="008F7090" w:rsidRPr="003A0BBB">
        <w:t>chère maman</w:t>
      </w:r>
      <w:r>
        <w:t xml:space="preserve">, </w:t>
      </w:r>
      <w:r w:rsidR="008F7090" w:rsidRPr="003A0BBB">
        <w:t>bien que je sois majeure</w:t>
      </w:r>
      <w:r>
        <w:t xml:space="preserve">, </w:t>
      </w:r>
      <w:r w:rsidR="008F7090" w:rsidRPr="003A0BBB">
        <w:t>je sais que tu aurais été effrayée de manières aussi expéditives</w:t>
      </w:r>
      <w:r>
        <w:t xml:space="preserve">. </w:t>
      </w:r>
      <w:r w:rsidR="008F7090" w:rsidRPr="003A0BBB">
        <w:t>En outre</w:t>
      </w:r>
      <w:r>
        <w:t xml:space="preserve">, </w:t>
      </w:r>
      <w:r w:rsidR="008F7090" w:rsidRPr="003A0BBB">
        <w:t>Franz brûle du désir de connaître la mère de sa fiancée</w:t>
      </w:r>
      <w:r>
        <w:t xml:space="preserve">, </w:t>
      </w:r>
      <w:r w:rsidR="008F7090" w:rsidRPr="003A0BBB">
        <w:t>et moi</w:t>
      </w:r>
      <w:r>
        <w:t xml:space="preserve">, </w:t>
      </w:r>
      <w:r w:rsidR="008F7090" w:rsidRPr="003A0BBB">
        <w:t>je compte que le bon air de Maguelonne lui fera du bien</w:t>
      </w:r>
      <w:r>
        <w:t xml:space="preserve">, </w:t>
      </w:r>
      <w:r w:rsidR="008F7090" w:rsidRPr="003A0BBB">
        <w:t>car il est fatigué</w:t>
      </w:r>
      <w:r>
        <w:t xml:space="preserve">, </w:t>
      </w:r>
      <w:r w:rsidR="008F7090" w:rsidRPr="003A0BBB">
        <w:t>chose qui n</w:t>
      </w:r>
      <w:r>
        <w:t>’</w:t>
      </w:r>
      <w:r w:rsidR="008F7090" w:rsidRPr="003A0BBB">
        <w:t>a rien d</w:t>
      </w:r>
      <w:r>
        <w:t>’</w:t>
      </w:r>
      <w:r w:rsidR="008F7090" w:rsidRPr="003A0BBB">
        <w:t>extraordinaire</w:t>
      </w:r>
      <w:r>
        <w:t xml:space="preserve">, </w:t>
      </w:r>
      <w:r w:rsidR="008F7090" w:rsidRPr="003A0BBB">
        <w:t xml:space="preserve">étant données les épreuves par lesquelles il a passé et </w:t>
      </w:r>
      <w:r w:rsidR="008F7090" w:rsidRPr="003A0BBB">
        <w:lastRenderedPageBreak/>
        <w:t>la somme de travail qu</w:t>
      </w:r>
      <w:r>
        <w:t>’</w:t>
      </w:r>
      <w:r w:rsidR="008F7090" w:rsidRPr="003A0BBB">
        <w:t>il a fournie</w:t>
      </w:r>
      <w:r>
        <w:t xml:space="preserve">. </w:t>
      </w:r>
      <w:r w:rsidR="008F7090" w:rsidRPr="003A0BBB">
        <w:t>Bref</w:t>
      </w:r>
      <w:r>
        <w:t xml:space="preserve">, </w:t>
      </w:r>
      <w:r w:rsidR="008F7090" w:rsidRPr="003A0BBB">
        <w:t>nous quittons tous deux Paris la semaine prochaine</w:t>
      </w:r>
      <w:r>
        <w:t xml:space="preserve">, </w:t>
      </w:r>
      <w:r w:rsidR="008F7090" w:rsidRPr="003A0BBB">
        <w:t>exactement dimanche</w:t>
      </w:r>
      <w:r>
        <w:t xml:space="preserve">, </w:t>
      </w:r>
      <w:r w:rsidR="008F7090" w:rsidRPr="003A0BBB">
        <w:t>pour arriver le lendemain vers neuf heures</w:t>
      </w:r>
      <w:r>
        <w:t xml:space="preserve">. </w:t>
      </w:r>
      <w:r w:rsidR="008F7090" w:rsidRPr="003A0BBB">
        <w:t>Je n</w:t>
      </w:r>
      <w:r>
        <w:t>’</w:t>
      </w:r>
      <w:r w:rsidR="008F7090" w:rsidRPr="003A0BBB">
        <w:t>ai pas besoin de te dire de faire préparer ce qu</w:t>
      </w:r>
      <w:r>
        <w:t>’</w:t>
      </w:r>
      <w:r w:rsidR="008F7090" w:rsidRPr="003A0BBB">
        <w:t>il faut</w:t>
      </w:r>
      <w:r>
        <w:t xml:space="preserve">. </w:t>
      </w:r>
      <w:r w:rsidR="008F7090" w:rsidRPr="003A0BBB">
        <w:t>J</w:t>
      </w:r>
      <w:r>
        <w:t>’</w:t>
      </w:r>
      <w:r w:rsidR="008F7090" w:rsidRPr="003A0BBB">
        <w:t>insiste</w:t>
      </w:r>
      <w:r>
        <w:t xml:space="preserve">, </w:t>
      </w:r>
      <w:r w:rsidR="008F7090" w:rsidRPr="003A0BBB">
        <w:t>au contraire</w:t>
      </w:r>
      <w:r>
        <w:t xml:space="preserve">, </w:t>
      </w:r>
      <w:r w:rsidR="008F7090" w:rsidRPr="003A0BBB">
        <w:t>te connaissant</w:t>
      </w:r>
      <w:r>
        <w:t xml:space="preserve">, </w:t>
      </w:r>
      <w:r w:rsidR="008F7090" w:rsidRPr="003A0BBB">
        <w:t>pour que tu ne mettes pas la maison en révolution et que tu ne bouscules pas trop ta jeune collaboratrice</w:t>
      </w:r>
      <w:r>
        <w:t xml:space="preserve">. </w:t>
      </w:r>
      <w:r w:rsidR="008F7090" w:rsidRPr="003A0BBB">
        <w:t>Tu sais mes goûts</w:t>
      </w:r>
      <w:r>
        <w:t xml:space="preserve">. </w:t>
      </w:r>
      <w:r w:rsidR="008F7090" w:rsidRPr="003A0BBB">
        <w:t>Quant à Franz</w:t>
      </w:r>
      <w:r>
        <w:t xml:space="preserve">, </w:t>
      </w:r>
      <w:r w:rsidR="008F7090" w:rsidRPr="003A0BBB">
        <w:t>c</w:t>
      </w:r>
      <w:r>
        <w:t>’</w:t>
      </w:r>
      <w:r w:rsidR="008F7090" w:rsidRPr="003A0BBB">
        <w:t>est le garçon du monde le plus facile à contenter</w:t>
      </w:r>
      <w:r>
        <w:t xml:space="preserve">. </w:t>
      </w:r>
      <w:r w:rsidR="008F7090" w:rsidRPr="003A0BBB">
        <w:t>J</w:t>
      </w:r>
      <w:r>
        <w:t>’</w:t>
      </w:r>
      <w:r w:rsidR="008F7090" w:rsidRPr="003A0BBB">
        <w:t>ajoute</w:t>
      </w:r>
      <w:r>
        <w:t xml:space="preserve">, </w:t>
      </w:r>
      <w:r w:rsidR="008F7090" w:rsidRPr="003A0BBB">
        <w:t>ce qui est pour toi la meilleure garantie</w:t>
      </w:r>
      <w:r>
        <w:t xml:space="preserve">, </w:t>
      </w:r>
      <w:r w:rsidR="008F7090" w:rsidRPr="003A0BBB">
        <w:t>qu</w:t>
      </w:r>
      <w:r>
        <w:t>’</w:t>
      </w:r>
      <w:r w:rsidR="008F7090" w:rsidRPr="003A0BBB">
        <w:t>il est catholique</w:t>
      </w:r>
      <w:r>
        <w:t xml:space="preserve">, </w:t>
      </w:r>
      <w:r w:rsidR="008F7090" w:rsidRPr="003A0BBB">
        <w:t>et que vous vous entendrez très bien tous les deux pour me faire des sermons à ce sujet</w:t>
      </w:r>
      <w:r>
        <w:t>. »</w:t>
      </w:r>
    </w:p>
    <w:p w14:paraId="14642E80" w14:textId="77777777" w:rsidR="008F7090" w:rsidRPr="003A0BBB" w:rsidRDefault="008F7090" w:rsidP="008F7090"/>
    <w:p w14:paraId="672AAB22" w14:textId="77777777" w:rsidR="003A6D8D" w:rsidRDefault="008F7090" w:rsidP="008F7090">
      <w:r w:rsidRPr="003A0BBB">
        <w:t>Cette nouvelle inattendue n</w:t>
      </w:r>
      <w:r w:rsidR="003A6D8D">
        <w:t>’</w:t>
      </w:r>
      <w:r w:rsidRPr="003A0BBB">
        <w:t>était pas sans me causer un étonnement qui touchait vaguement à l</w:t>
      </w:r>
      <w:r w:rsidR="003A6D8D">
        <w:t>’</w:t>
      </w:r>
      <w:r w:rsidRPr="003A0BBB">
        <w:t>inquiétude</w:t>
      </w:r>
      <w:r w:rsidR="003A6D8D">
        <w:t xml:space="preserve">. </w:t>
      </w:r>
      <w:r w:rsidRPr="003A0BBB">
        <w:t>Camille m</w:t>
      </w:r>
      <w:r w:rsidR="003A6D8D">
        <w:t>’</w:t>
      </w:r>
      <w:r w:rsidRPr="003A0BBB">
        <w:t>avait tant de fois manifesté sa volonté de demeurer seule et indépendante</w:t>
      </w:r>
      <w:r w:rsidR="003A6D8D">
        <w:t xml:space="preserve"> ! </w:t>
      </w:r>
      <w:r w:rsidRPr="003A0BBB">
        <w:t>En outre</w:t>
      </w:r>
      <w:r w:rsidR="003A6D8D">
        <w:t xml:space="preserve">, </w:t>
      </w:r>
      <w:r w:rsidRPr="003A0BBB">
        <w:t>un pareil choix</w:t>
      </w:r>
      <w:r w:rsidR="003A6D8D">
        <w:t xml:space="preserve">, </w:t>
      </w:r>
      <w:r w:rsidRPr="003A0BBB">
        <w:t>dans les circonstances que nous traversions</w:t>
      </w:r>
      <w:r w:rsidR="003A6D8D">
        <w:t xml:space="preserve">, </w:t>
      </w:r>
      <w:r w:rsidRPr="003A0BBB">
        <w:t>ne me mettait guère en confiance</w:t>
      </w:r>
      <w:r w:rsidR="003A6D8D">
        <w:t xml:space="preserve">. </w:t>
      </w:r>
      <w:r w:rsidRPr="003A0BBB">
        <w:t>Je reconnais d</w:t>
      </w:r>
      <w:r w:rsidR="003A6D8D">
        <w:t>’</w:t>
      </w:r>
      <w:r w:rsidRPr="003A0BBB">
        <w:t>ailleurs que</w:t>
      </w:r>
      <w:r w:rsidR="003A6D8D">
        <w:t xml:space="preserve">, </w:t>
      </w:r>
      <w:r w:rsidRPr="003A0BBB">
        <w:t>si telles étaient les causes les plus apparentes de mon mécontentement</w:t>
      </w:r>
      <w:r w:rsidR="003A6D8D">
        <w:t xml:space="preserve">, </w:t>
      </w:r>
      <w:r w:rsidRPr="003A0BBB">
        <w:t>elles ne suffisaient pas à expliquer le mélange de curiosité et de malaise qui croissait en moi</w:t>
      </w:r>
      <w:r w:rsidR="003A6D8D">
        <w:t xml:space="preserve">. </w:t>
      </w:r>
      <w:r w:rsidRPr="003A0BBB">
        <w:t>J</w:t>
      </w:r>
      <w:r w:rsidR="003A6D8D">
        <w:t>’</w:t>
      </w:r>
      <w:r w:rsidRPr="003A0BBB">
        <w:t>eus besoin</w:t>
      </w:r>
      <w:r w:rsidR="003A6D8D">
        <w:t xml:space="preserve">, </w:t>
      </w:r>
      <w:r w:rsidRPr="003A0BBB">
        <w:t>durant cette semaine d</w:t>
      </w:r>
      <w:r w:rsidR="003A6D8D">
        <w:t>’</w:t>
      </w:r>
      <w:r w:rsidRPr="003A0BBB">
        <w:t>attente</w:t>
      </w:r>
      <w:r w:rsidR="003A6D8D">
        <w:t xml:space="preserve">, </w:t>
      </w:r>
      <w:r w:rsidRPr="003A0BBB">
        <w:t>de faire sans cesse appel à tout mon sang-froid pour surmonter un trouble dont je ne saisissais pas l</w:t>
      </w:r>
      <w:r w:rsidR="003A6D8D">
        <w:t>’</w:t>
      </w:r>
      <w:r w:rsidRPr="003A0BBB">
        <w:t>origine</w:t>
      </w:r>
      <w:r w:rsidR="003A6D8D">
        <w:t xml:space="preserve">. </w:t>
      </w:r>
      <w:r w:rsidRPr="003A0BBB">
        <w:t>D</w:t>
      </w:r>
      <w:r w:rsidR="003A6D8D">
        <w:t>’</w:t>
      </w:r>
      <w:r w:rsidRPr="003A0BBB">
        <w:t>ailleurs</w:t>
      </w:r>
      <w:r w:rsidR="003A6D8D">
        <w:t xml:space="preserve">, </w:t>
      </w:r>
      <w:r w:rsidRPr="003A0BBB">
        <w:t>comme dans presque tous les cas</w:t>
      </w:r>
      <w:r w:rsidR="003A6D8D">
        <w:t xml:space="preserve">, </w:t>
      </w:r>
      <w:r w:rsidRPr="003A0BBB">
        <w:t>les sujets d</w:t>
      </w:r>
      <w:r w:rsidR="003A6D8D">
        <w:t>’</w:t>
      </w:r>
      <w:r w:rsidRPr="003A0BBB">
        <w:t>appréhension que je pouvais avoir étaient contrebalancés par autant de raisons pour moi d</w:t>
      </w:r>
      <w:r w:rsidR="003A6D8D">
        <w:t>’</w:t>
      </w:r>
      <w:r w:rsidRPr="003A0BBB">
        <w:t>être satisfaite</w:t>
      </w:r>
      <w:r w:rsidR="003A6D8D">
        <w:t xml:space="preserve">. </w:t>
      </w:r>
      <w:r w:rsidRPr="003A0BBB">
        <w:t>J</w:t>
      </w:r>
      <w:r w:rsidR="003A6D8D">
        <w:t>’</w:t>
      </w:r>
      <w:r w:rsidRPr="003A0BBB">
        <w:t>avais</w:t>
      </w:r>
      <w:r w:rsidR="003A6D8D">
        <w:t xml:space="preserve">, </w:t>
      </w:r>
      <w:r w:rsidRPr="003A0BBB">
        <w:t>en effet</w:t>
      </w:r>
      <w:r w:rsidR="003A6D8D">
        <w:t xml:space="preserve">, </w:t>
      </w:r>
      <w:r w:rsidRPr="003A0BBB">
        <w:t>entendu trop souvent Camille vanter les délices de l</w:t>
      </w:r>
      <w:r w:rsidR="003A6D8D">
        <w:t>’</w:t>
      </w:r>
      <w:r w:rsidRPr="003A0BBB">
        <w:t>union libre pour ne pas redouter de la voir un jour mettre ses théories en pratique</w:t>
      </w:r>
      <w:r w:rsidR="003A6D8D">
        <w:t xml:space="preserve">. </w:t>
      </w:r>
      <w:r w:rsidRPr="003A0BBB">
        <w:t>J</w:t>
      </w:r>
      <w:r w:rsidR="003A6D8D">
        <w:t>’</w:t>
      </w:r>
      <w:r w:rsidRPr="003A0BBB">
        <w:t>aurais eu mauvaise grâce</w:t>
      </w:r>
      <w:r w:rsidR="003A6D8D">
        <w:t xml:space="preserve">, </w:t>
      </w:r>
      <w:r w:rsidRPr="003A0BBB">
        <w:t>dans ces conditions</w:t>
      </w:r>
      <w:r w:rsidR="003A6D8D">
        <w:t xml:space="preserve">, </w:t>
      </w:r>
      <w:r w:rsidRPr="003A0BBB">
        <w:t>à ne pas me réjouir d</w:t>
      </w:r>
      <w:r w:rsidR="003A6D8D">
        <w:t>’</w:t>
      </w:r>
      <w:r w:rsidRPr="003A0BBB">
        <w:t>un projet dont l</w:t>
      </w:r>
      <w:r w:rsidR="003A6D8D">
        <w:t>’</w:t>
      </w:r>
      <w:r w:rsidRPr="003A0BBB">
        <w:t>accomplissement devait marquer la fin de toutes mes appréhensions</w:t>
      </w:r>
      <w:r w:rsidR="003A6D8D">
        <w:t>.</w:t>
      </w:r>
    </w:p>
    <w:p w14:paraId="30ABD1D1" w14:textId="77777777" w:rsidR="003A6D8D" w:rsidRDefault="008F7090" w:rsidP="008F7090">
      <w:r w:rsidRPr="003A0BBB">
        <w:lastRenderedPageBreak/>
        <w:t>Il n</w:t>
      </w:r>
      <w:r w:rsidR="003A6D8D">
        <w:t>’</w:t>
      </w:r>
      <w:r w:rsidRPr="003A0BBB">
        <w:t>était pas question</w:t>
      </w:r>
      <w:r w:rsidR="003A6D8D">
        <w:t xml:space="preserve">, </w:t>
      </w:r>
      <w:r w:rsidRPr="003A0BBB">
        <w:t>pour employer les mêmes termes que Camille</w:t>
      </w:r>
      <w:r w:rsidR="003A6D8D">
        <w:t xml:space="preserve">, </w:t>
      </w:r>
      <w:r w:rsidRPr="003A0BBB">
        <w:t>d</w:t>
      </w:r>
      <w:r w:rsidR="003A6D8D">
        <w:t>’</w:t>
      </w:r>
      <w:r w:rsidRPr="003A0BBB">
        <w:t>opérer une révolution à Maguelonne</w:t>
      </w:r>
      <w:r w:rsidR="003A6D8D">
        <w:t xml:space="preserve">. </w:t>
      </w:r>
      <w:r w:rsidRPr="003A0BBB">
        <w:t>Mais enfin cette maison n</w:t>
      </w:r>
      <w:r w:rsidR="003A6D8D">
        <w:t>’</w:t>
      </w:r>
      <w:r w:rsidRPr="003A0BBB">
        <w:t>avait jamais été habitée que par moi</w:t>
      </w:r>
      <w:r w:rsidR="003A6D8D">
        <w:t xml:space="preserve">, </w:t>
      </w:r>
      <w:r w:rsidRPr="003A0BBB">
        <w:t>et</w:t>
      </w:r>
      <w:r w:rsidR="003A6D8D">
        <w:t xml:space="preserve">, </w:t>
      </w:r>
      <w:r w:rsidRPr="003A0BBB">
        <w:t>à de rares intervalles</w:t>
      </w:r>
      <w:r w:rsidR="003A6D8D">
        <w:t xml:space="preserve">, </w:t>
      </w:r>
      <w:r w:rsidRPr="003A0BBB">
        <w:t>par ma fille</w:t>
      </w:r>
      <w:r w:rsidR="003A6D8D">
        <w:t xml:space="preserve">. </w:t>
      </w:r>
      <w:r w:rsidRPr="003A0BBB">
        <w:t>Petit à petit</w:t>
      </w:r>
      <w:r w:rsidR="003A6D8D">
        <w:t xml:space="preserve">, </w:t>
      </w:r>
      <w:r w:rsidRPr="003A0BBB">
        <w:t>je m</w:t>
      </w:r>
      <w:r w:rsidR="003A6D8D">
        <w:t>’</w:t>
      </w:r>
      <w:r w:rsidRPr="003A0BBB">
        <w:t>en apercevais à présent</w:t>
      </w:r>
      <w:r w:rsidR="003A6D8D">
        <w:t xml:space="preserve">, </w:t>
      </w:r>
      <w:r w:rsidRPr="003A0BBB">
        <w:t>je l</w:t>
      </w:r>
      <w:r w:rsidR="003A6D8D">
        <w:t>’</w:t>
      </w:r>
      <w:r w:rsidRPr="003A0BBB">
        <w:t>avais laissée s</w:t>
      </w:r>
      <w:r w:rsidR="003A6D8D">
        <w:t>’</w:t>
      </w:r>
      <w:r w:rsidRPr="003A0BBB">
        <w:t>imprégner d</w:t>
      </w:r>
      <w:r w:rsidR="003A6D8D">
        <w:t>’</w:t>
      </w:r>
      <w:r w:rsidRPr="003A0BBB">
        <w:t>une atmosphère de sommeil</w:t>
      </w:r>
      <w:r w:rsidR="003A6D8D">
        <w:t xml:space="preserve">. </w:t>
      </w:r>
      <w:r w:rsidRPr="003A0BBB">
        <w:t>Il me fallait aujourd</w:t>
      </w:r>
      <w:r w:rsidR="003A6D8D">
        <w:t>’</w:t>
      </w:r>
      <w:r w:rsidRPr="003A0BBB">
        <w:t>hui</w:t>
      </w:r>
      <w:r w:rsidR="003A6D8D">
        <w:t xml:space="preserve">, </w:t>
      </w:r>
      <w:r w:rsidRPr="003A0BBB">
        <w:t>ouvrant brusquement les fenêtres</w:t>
      </w:r>
      <w:r w:rsidR="003A6D8D">
        <w:t xml:space="preserve">, </w:t>
      </w:r>
      <w:r w:rsidRPr="003A0BBB">
        <w:t>y faire rentrer d</w:t>
      </w:r>
      <w:r w:rsidR="003A6D8D">
        <w:t>’</w:t>
      </w:r>
      <w:r w:rsidRPr="003A0BBB">
        <w:t>un seul coup la lumière et la vie</w:t>
      </w:r>
      <w:r w:rsidR="003A6D8D">
        <w:t xml:space="preserve">. </w:t>
      </w:r>
      <w:r w:rsidRPr="003A0BBB">
        <w:t>Allaient-elles</w:t>
      </w:r>
      <w:r w:rsidR="003A6D8D">
        <w:t xml:space="preserve">, </w:t>
      </w:r>
      <w:r w:rsidRPr="003A0BBB">
        <w:t>ces deux dédaignées</w:t>
      </w:r>
      <w:r w:rsidR="003A6D8D">
        <w:t xml:space="preserve">, </w:t>
      </w:r>
      <w:r w:rsidRPr="003A0BBB">
        <w:t>obéir à ma première injonction</w:t>
      </w:r>
      <w:r w:rsidR="003A6D8D">
        <w:t xml:space="preserve"> ?… </w:t>
      </w:r>
      <w:r w:rsidRPr="003A0BBB">
        <w:t>Cinq jours durant</w:t>
      </w:r>
      <w:r w:rsidR="003A6D8D">
        <w:t xml:space="preserve">, </w:t>
      </w:r>
      <w:r w:rsidRPr="003A0BBB">
        <w:t>je m</w:t>
      </w:r>
      <w:r w:rsidR="003A6D8D">
        <w:t>’</w:t>
      </w:r>
      <w:r w:rsidRPr="003A0BBB">
        <w:t>évertuai</w:t>
      </w:r>
      <w:r w:rsidR="003A6D8D">
        <w:t xml:space="preserve">, </w:t>
      </w:r>
      <w:r w:rsidRPr="003A0BBB">
        <w:t>avec ma petite servante</w:t>
      </w:r>
      <w:r w:rsidR="003A6D8D">
        <w:t xml:space="preserve">, </w:t>
      </w:r>
      <w:r w:rsidRPr="003A0BBB">
        <w:t>à tout remettre en état</w:t>
      </w:r>
      <w:r w:rsidR="003A6D8D">
        <w:t xml:space="preserve">, </w:t>
      </w:r>
      <w:r w:rsidRPr="003A0BBB">
        <w:t>réveillant au fond des vieilles armoires de menues richesses dont j</w:t>
      </w:r>
      <w:r w:rsidR="003A6D8D">
        <w:t>’</w:t>
      </w:r>
      <w:r w:rsidRPr="003A0BBB">
        <w:t>avais perdu jusqu</w:t>
      </w:r>
      <w:r w:rsidR="003A6D8D">
        <w:t>’</w:t>
      </w:r>
      <w:r w:rsidRPr="003A0BBB">
        <w:t>au souvenir</w:t>
      </w:r>
      <w:r w:rsidR="003A6D8D">
        <w:t xml:space="preserve">, </w:t>
      </w:r>
      <w:r w:rsidRPr="003A0BBB">
        <w:t>retirant les housses des fauteuils du salon et des chambres</w:t>
      </w:r>
      <w:r w:rsidR="003A6D8D">
        <w:t xml:space="preserve">, </w:t>
      </w:r>
      <w:r w:rsidRPr="003A0BBB">
        <w:t>apportant une hâte prématurée à garnir les jardinières de fleurs</w:t>
      </w:r>
      <w:r w:rsidR="003A6D8D">
        <w:t xml:space="preserve">, </w:t>
      </w:r>
      <w:r w:rsidRPr="003A0BBB">
        <w:t>remontant des pendules qui marquaient les heures diverses auxquelles elles avaient un jour cessé de battre</w:t>
      </w:r>
      <w:r w:rsidR="003A6D8D">
        <w:t xml:space="preserve">. </w:t>
      </w:r>
      <w:r w:rsidRPr="003A0BBB">
        <w:t>Maguelonne reçut</w:t>
      </w:r>
      <w:r w:rsidR="003A6D8D">
        <w:t xml:space="preserve">, </w:t>
      </w:r>
      <w:r w:rsidRPr="003A0BBB">
        <w:t>au cours de ces fiévreuses journées</w:t>
      </w:r>
      <w:r w:rsidR="003A6D8D">
        <w:t xml:space="preserve">, </w:t>
      </w:r>
      <w:r w:rsidRPr="003A0BBB">
        <w:t>plusieurs visites surprenantes</w:t>
      </w:r>
      <w:r w:rsidR="003A6D8D">
        <w:t xml:space="preserve"> : </w:t>
      </w:r>
      <w:r w:rsidRPr="003A0BBB">
        <w:t>un plombier qui obtura les fissures des gouttières</w:t>
      </w:r>
      <w:r w:rsidR="003A6D8D">
        <w:t xml:space="preserve">, </w:t>
      </w:r>
      <w:r w:rsidRPr="003A0BBB">
        <w:t>un vitrier qui remplaça un certain nombre de carreaux</w:t>
      </w:r>
      <w:r w:rsidR="003A6D8D">
        <w:t xml:space="preserve">, </w:t>
      </w:r>
      <w:r w:rsidRPr="003A0BBB">
        <w:t>une cardeuse de matelas</w:t>
      </w:r>
      <w:r w:rsidR="003A6D8D">
        <w:t xml:space="preserve">, </w:t>
      </w:r>
      <w:r w:rsidRPr="003A0BBB">
        <w:t>et même</w:t>
      </w:r>
      <w:r w:rsidR="003A6D8D">
        <w:t xml:space="preserve">, – </w:t>
      </w:r>
      <w:r w:rsidRPr="003A0BBB">
        <w:t>personnage qui combla la campagne et le bourg de stupéfaction</w:t>
      </w:r>
      <w:r w:rsidR="003A6D8D">
        <w:t xml:space="preserve">, – </w:t>
      </w:r>
      <w:r w:rsidRPr="003A0BBB">
        <w:t>un accordeur de pianos</w:t>
      </w:r>
      <w:r w:rsidR="003A6D8D">
        <w:t xml:space="preserve">. </w:t>
      </w:r>
      <w:r w:rsidRPr="003A0BBB">
        <w:t>Aujourd</w:t>
      </w:r>
      <w:r w:rsidR="003A6D8D">
        <w:t>’</w:t>
      </w:r>
      <w:r w:rsidRPr="003A0BBB">
        <w:t>hui</w:t>
      </w:r>
      <w:r w:rsidR="003A6D8D">
        <w:t xml:space="preserve">, </w:t>
      </w:r>
      <w:r w:rsidRPr="003A0BBB">
        <w:t>j</w:t>
      </w:r>
      <w:r w:rsidR="003A6D8D">
        <w:t>’</w:t>
      </w:r>
      <w:r w:rsidRPr="003A0BBB">
        <w:t>essaie de retrouver les sentiments qui purent être les miens</w:t>
      </w:r>
      <w:r w:rsidR="003A6D8D">
        <w:t xml:space="preserve">, </w:t>
      </w:r>
      <w:r w:rsidRPr="003A0BBB">
        <w:t>tandis que j</w:t>
      </w:r>
      <w:r w:rsidR="003A6D8D">
        <w:t>’</w:t>
      </w:r>
      <w:r w:rsidRPr="003A0BBB">
        <w:t>ordonnais ces préparatifs</w:t>
      </w:r>
      <w:r w:rsidR="003A6D8D">
        <w:t xml:space="preserve">. </w:t>
      </w:r>
      <w:r w:rsidRPr="003A0BBB">
        <w:t>Mon trouble était indiscutable</w:t>
      </w:r>
      <w:r w:rsidR="003A6D8D">
        <w:t xml:space="preserve">. </w:t>
      </w:r>
      <w:r w:rsidRPr="003A0BBB">
        <w:t>Mais d</w:t>
      </w:r>
      <w:r w:rsidR="003A6D8D">
        <w:t>’</w:t>
      </w:r>
      <w:r w:rsidRPr="003A0BBB">
        <w:t>où provenait-il</w:t>
      </w:r>
      <w:r w:rsidR="003A6D8D">
        <w:t xml:space="preserve"> ? </w:t>
      </w:r>
      <w:r w:rsidRPr="003A0BBB">
        <w:t>D</w:t>
      </w:r>
      <w:r w:rsidR="003A6D8D">
        <w:t>’</w:t>
      </w:r>
      <w:r w:rsidRPr="003A0BBB">
        <w:t>une obscure prescience de l</w:t>
      </w:r>
      <w:r w:rsidR="003A6D8D">
        <w:t>’</w:t>
      </w:r>
      <w:r w:rsidRPr="003A0BBB">
        <w:t>avenir</w:t>
      </w:r>
      <w:r w:rsidR="003A6D8D">
        <w:t xml:space="preserve"> ? </w:t>
      </w:r>
      <w:r w:rsidRPr="003A0BBB">
        <w:t>Du simple émoi d</w:t>
      </w:r>
      <w:r w:rsidR="003A6D8D">
        <w:t>’</w:t>
      </w:r>
      <w:r w:rsidRPr="003A0BBB">
        <w:t>une mère qui va se trouver en présence de l</w:t>
      </w:r>
      <w:r w:rsidR="003A6D8D">
        <w:t>’</w:t>
      </w:r>
      <w:r w:rsidRPr="003A0BBB">
        <w:t>inconnu chargé d</w:t>
      </w:r>
      <w:r w:rsidR="003A6D8D">
        <w:t>’</w:t>
      </w:r>
      <w:r w:rsidRPr="003A0BBB">
        <w:t>assurer le bonheur à son enfant</w:t>
      </w:r>
      <w:r w:rsidR="003A6D8D">
        <w:t xml:space="preserve"> ? </w:t>
      </w:r>
      <w:r w:rsidRPr="003A0BBB">
        <w:t>Du souci plus banal encore d</w:t>
      </w:r>
      <w:r w:rsidR="003A6D8D">
        <w:t>’</w:t>
      </w:r>
      <w:r w:rsidRPr="003A0BBB">
        <w:t>une maîtresse de maison qui redoute d</w:t>
      </w:r>
      <w:r w:rsidR="003A6D8D">
        <w:t>’</w:t>
      </w:r>
      <w:r w:rsidRPr="003A0BBB">
        <w:t>être prise en défaut</w:t>
      </w:r>
      <w:r w:rsidR="003A6D8D">
        <w:t xml:space="preserve"> ? </w:t>
      </w:r>
      <w:r w:rsidRPr="003A0BBB">
        <w:t>Je ne sais</w:t>
      </w:r>
      <w:r w:rsidR="003A6D8D">
        <w:t xml:space="preserve">, </w:t>
      </w:r>
      <w:r w:rsidRPr="003A0BBB">
        <w:t>je ne sais</w:t>
      </w:r>
      <w:r w:rsidR="003A6D8D">
        <w:t xml:space="preserve">. </w:t>
      </w:r>
      <w:r w:rsidRPr="003A0BBB">
        <w:t>Une seule chose est sûre</w:t>
      </w:r>
      <w:r w:rsidR="003A6D8D">
        <w:t xml:space="preserve">, </w:t>
      </w:r>
      <w:r w:rsidRPr="003A0BBB">
        <w:t>c</w:t>
      </w:r>
      <w:r w:rsidR="003A6D8D">
        <w:t>’</w:t>
      </w:r>
      <w:r w:rsidRPr="003A0BBB">
        <w:t>est qu</w:t>
      </w:r>
      <w:r w:rsidR="003A6D8D">
        <w:t>’</w:t>
      </w:r>
      <w:r w:rsidRPr="003A0BBB">
        <w:t>à certains moments cette anxiété a été si forte que j</w:t>
      </w:r>
      <w:r w:rsidR="003A6D8D">
        <w:t>’</w:t>
      </w:r>
      <w:r w:rsidRPr="003A0BBB">
        <w:t>ai presque souhaité recevoir une lettre de Camille m</w:t>
      </w:r>
      <w:r w:rsidR="003A6D8D">
        <w:t>’</w:t>
      </w:r>
      <w:r w:rsidRPr="003A0BBB">
        <w:t>annonçant que</w:t>
      </w:r>
      <w:r w:rsidR="003A6D8D">
        <w:t xml:space="preserve">, </w:t>
      </w:r>
      <w:r w:rsidRPr="003A0BBB">
        <w:t>pour un motif quelconque</w:t>
      </w:r>
      <w:r w:rsidR="003A6D8D">
        <w:t xml:space="preserve">, – </w:t>
      </w:r>
      <w:r w:rsidRPr="003A0BBB">
        <w:t>peu m</w:t>
      </w:r>
      <w:r w:rsidR="003A6D8D">
        <w:t>’</w:t>
      </w:r>
      <w:r w:rsidRPr="003A0BBB">
        <w:t>eût importé lequel</w:t>
      </w:r>
      <w:r w:rsidR="003A6D8D">
        <w:t xml:space="preserve">, – </w:t>
      </w:r>
      <w:r w:rsidRPr="003A0BBB">
        <w:t>elle avait changé d</w:t>
      </w:r>
      <w:r w:rsidR="003A6D8D">
        <w:t>’</w:t>
      </w:r>
      <w:r w:rsidRPr="003A0BBB">
        <w:t>idée et ne viendrait pas à Maguelonne</w:t>
      </w:r>
      <w:r w:rsidR="003A6D8D">
        <w:t>.</w:t>
      </w:r>
    </w:p>
    <w:p w14:paraId="4D15427C" w14:textId="6AF413E3" w:rsidR="008F7090" w:rsidRPr="003A0BBB" w:rsidRDefault="008F7090" w:rsidP="008F7090"/>
    <w:p w14:paraId="0883E09A" w14:textId="77777777" w:rsidR="003A6D8D" w:rsidRDefault="008F7090" w:rsidP="008F7090">
      <w:r w:rsidRPr="003A0BBB">
        <w:t>Le dimanche après-midi</w:t>
      </w:r>
      <w:r w:rsidR="003A6D8D">
        <w:t xml:space="preserve">, </w:t>
      </w:r>
      <w:r w:rsidRPr="003A0BBB">
        <w:t>tout étant à peu près en place</w:t>
      </w:r>
      <w:r w:rsidR="003A6D8D">
        <w:t xml:space="preserve">, </w:t>
      </w:r>
      <w:r w:rsidRPr="003A0BBB">
        <w:t>je n</w:t>
      </w:r>
      <w:r w:rsidR="003A6D8D">
        <w:t>’</w:t>
      </w:r>
      <w:r w:rsidRPr="003A0BBB">
        <w:t>avais pas reçu de contre-ordre</w:t>
      </w:r>
      <w:r w:rsidR="003A6D8D">
        <w:t xml:space="preserve">. </w:t>
      </w:r>
      <w:r w:rsidRPr="003A0BBB">
        <w:t>Ils arrivaient donc</w:t>
      </w:r>
      <w:r w:rsidR="003A6D8D">
        <w:t xml:space="preserve">. </w:t>
      </w:r>
      <w:r w:rsidRPr="003A0BBB">
        <w:t>Toutefois</w:t>
      </w:r>
      <w:r w:rsidR="003A6D8D">
        <w:t xml:space="preserve">, </w:t>
      </w:r>
      <w:r w:rsidRPr="003A0BBB">
        <w:t>un détail me laissait perplexe</w:t>
      </w:r>
      <w:r w:rsidR="003A6D8D">
        <w:t xml:space="preserve">. </w:t>
      </w:r>
      <w:r w:rsidRPr="003A0BBB">
        <w:t>Dans sa lettre</w:t>
      </w:r>
      <w:r w:rsidR="003A6D8D">
        <w:t xml:space="preserve">, </w:t>
      </w:r>
      <w:r w:rsidRPr="003A0BBB">
        <w:t>Camille m</w:t>
      </w:r>
      <w:r w:rsidR="003A6D8D">
        <w:t>’</w:t>
      </w:r>
      <w:r w:rsidRPr="003A0BBB">
        <w:t>indiquait comme heure d</w:t>
      </w:r>
      <w:r w:rsidR="003A6D8D">
        <w:t>’</w:t>
      </w:r>
      <w:r w:rsidRPr="003A0BBB">
        <w:t>arrivée environ neuf heures du matin</w:t>
      </w:r>
      <w:r w:rsidR="003A6D8D">
        <w:t xml:space="preserve">, </w:t>
      </w:r>
      <w:r w:rsidRPr="003A0BBB">
        <w:t>ce qui lui faisait prendre un train quittant Paris la veille au soir</w:t>
      </w:r>
      <w:r w:rsidR="003A6D8D">
        <w:t xml:space="preserve">. </w:t>
      </w:r>
      <w:r w:rsidRPr="003A0BBB">
        <w:t>Or</w:t>
      </w:r>
      <w:r w:rsidR="003A6D8D">
        <w:t xml:space="preserve">, </w:t>
      </w:r>
      <w:r w:rsidRPr="003A0BBB">
        <w:t>c</w:t>
      </w:r>
      <w:r w:rsidR="003A6D8D">
        <w:t>’</w:t>
      </w:r>
      <w:r w:rsidRPr="003A0BBB">
        <w:t>était la première fois que je lui voyais utiliser un horaire de nuit pour venir me voir</w:t>
      </w:r>
      <w:r w:rsidR="003A6D8D">
        <w:t xml:space="preserve">. </w:t>
      </w:r>
      <w:r w:rsidRPr="003A0BBB">
        <w:t>Jusqu</w:t>
      </w:r>
      <w:r w:rsidR="003A6D8D">
        <w:t>’</w:t>
      </w:r>
      <w:r w:rsidRPr="003A0BBB">
        <w:t>ici</w:t>
      </w:r>
      <w:r w:rsidR="003A6D8D">
        <w:t xml:space="preserve">, </w:t>
      </w:r>
      <w:r w:rsidRPr="003A0BBB">
        <w:t>elle était toujours partie de Paris le matin</w:t>
      </w:r>
      <w:r w:rsidR="003A6D8D">
        <w:t xml:space="preserve">, </w:t>
      </w:r>
      <w:r w:rsidRPr="003A0BBB">
        <w:t>pour arriver chez nous à la tombée du jour</w:t>
      </w:r>
      <w:r w:rsidR="003A6D8D">
        <w:t xml:space="preserve">. </w:t>
      </w:r>
      <w:r w:rsidRPr="003A0BBB">
        <w:t>N</w:t>
      </w:r>
      <w:r w:rsidR="003A6D8D">
        <w:t>’</w:t>
      </w:r>
      <w:r w:rsidRPr="003A0BBB">
        <w:t>ayant pas d</w:t>
      </w:r>
      <w:r w:rsidR="003A6D8D">
        <w:t>’</w:t>
      </w:r>
      <w:r w:rsidRPr="003A0BBB">
        <w:t>indicateur des chemins de fer sous la main</w:t>
      </w:r>
      <w:r w:rsidR="003A6D8D">
        <w:t xml:space="preserve">, </w:t>
      </w:r>
      <w:r w:rsidRPr="003A0BBB">
        <w:t>je résolus de descendre à la ville pour en consulter un</w:t>
      </w:r>
      <w:r w:rsidR="003A6D8D">
        <w:t xml:space="preserve">, </w:t>
      </w:r>
      <w:r w:rsidRPr="003A0BBB">
        <w:t>besogne à laquelle je ne m</w:t>
      </w:r>
      <w:r w:rsidR="003A6D8D">
        <w:t>’</w:t>
      </w:r>
      <w:r w:rsidRPr="003A0BBB">
        <w:t>étais pas livrée depuis bien longtemps</w:t>
      </w:r>
      <w:r w:rsidR="003A6D8D">
        <w:t>.</w:t>
      </w:r>
    </w:p>
    <w:p w14:paraId="7337E467" w14:textId="77777777" w:rsidR="003A6D8D" w:rsidRDefault="008F7090" w:rsidP="008F7090">
      <w:r w:rsidRPr="003A0BBB">
        <w:t>La ville en question est une agglomération de trois mille habitants</w:t>
      </w:r>
      <w:r w:rsidR="003A6D8D">
        <w:t xml:space="preserve">, </w:t>
      </w:r>
      <w:r w:rsidRPr="003A0BBB">
        <w:t>que ne dessert encore</w:t>
      </w:r>
      <w:r w:rsidR="003A6D8D">
        <w:t xml:space="preserve">, </w:t>
      </w:r>
      <w:r w:rsidRPr="003A0BBB">
        <w:t>à l</w:t>
      </w:r>
      <w:r w:rsidR="003A6D8D">
        <w:t>’</w:t>
      </w:r>
      <w:r w:rsidRPr="003A0BBB">
        <w:t>heure actuelle</w:t>
      </w:r>
      <w:r w:rsidR="003A6D8D">
        <w:t xml:space="preserve">, </w:t>
      </w:r>
      <w:r w:rsidRPr="003A0BBB">
        <w:t>je crois l</w:t>
      </w:r>
      <w:r w:rsidR="003A6D8D">
        <w:t>’</w:t>
      </w:r>
      <w:r w:rsidRPr="003A0BBB">
        <w:t>avoir mentionné</w:t>
      </w:r>
      <w:r w:rsidR="003A6D8D">
        <w:t xml:space="preserve">, </w:t>
      </w:r>
      <w:r w:rsidRPr="003A0BBB">
        <w:t>aucune voie ferrée</w:t>
      </w:r>
      <w:r w:rsidR="003A6D8D">
        <w:t xml:space="preserve">. </w:t>
      </w:r>
      <w:r w:rsidRPr="003A0BBB">
        <w:t>La station la plus rapprochée est distante d</w:t>
      </w:r>
      <w:r w:rsidR="003A6D8D">
        <w:t>’</w:t>
      </w:r>
      <w:r w:rsidRPr="003A0BBB">
        <w:t>environ vingt kilomètres</w:t>
      </w:r>
      <w:r w:rsidR="003A6D8D">
        <w:t xml:space="preserve">. </w:t>
      </w:r>
      <w:r w:rsidRPr="003A0BBB">
        <w:t>Les voyageurs qui descendent à cette station risqueraient fort de n</w:t>
      </w:r>
      <w:r w:rsidR="003A6D8D">
        <w:t>’</w:t>
      </w:r>
      <w:r w:rsidRPr="003A0BBB">
        <w:t>y trouver aucun moyen de transport si les gens des localités environnantes</w:t>
      </w:r>
      <w:r w:rsidR="003A6D8D">
        <w:t xml:space="preserve">, </w:t>
      </w:r>
      <w:r w:rsidRPr="003A0BBB">
        <w:t>parents ou amis</w:t>
      </w:r>
      <w:r w:rsidR="003A6D8D">
        <w:t xml:space="preserve">, </w:t>
      </w:r>
      <w:r w:rsidRPr="003A0BBB">
        <w:t>ne prenaient la précaution de venir les chercher à leur descente du train</w:t>
      </w:r>
      <w:r w:rsidR="003A6D8D">
        <w:t xml:space="preserve">, </w:t>
      </w:r>
      <w:r w:rsidRPr="003A0BBB">
        <w:t>en voiture ou en automobile</w:t>
      </w:r>
      <w:r w:rsidR="003A6D8D">
        <w:t xml:space="preserve">. </w:t>
      </w:r>
      <w:r w:rsidRPr="003A0BBB">
        <w:t>L</w:t>
      </w:r>
      <w:r w:rsidR="003A6D8D">
        <w:t>’</w:t>
      </w:r>
      <w:r w:rsidRPr="003A0BBB">
        <w:t>indicateur consulté me confirma ce dont je croyais bien me souvenir</w:t>
      </w:r>
      <w:r w:rsidR="003A6D8D">
        <w:t xml:space="preserve">, </w:t>
      </w:r>
      <w:r w:rsidRPr="003A0BBB">
        <w:t>à savoir qu</w:t>
      </w:r>
      <w:r w:rsidR="003A6D8D">
        <w:t>’</w:t>
      </w:r>
      <w:r w:rsidRPr="003A0BBB">
        <w:t>il n</w:t>
      </w:r>
      <w:r w:rsidR="003A6D8D">
        <w:t>’</w:t>
      </w:r>
      <w:r w:rsidRPr="003A0BBB">
        <w:t>y avait qu</w:t>
      </w:r>
      <w:r w:rsidR="003A6D8D">
        <w:t>’</w:t>
      </w:r>
      <w:r w:rsidRPr="003A0BBB">
        <w:t>un seul train pratique venant de Paris dans la matinée</w:t>
      </w:r>
      <w:r w:rsidR="003A6D8D">
        <w:t xml:space="preserve">, </w:t>
      </w:r>
      <w:r w:rsidRPr="003A0BBB">
        <w:t>et que ce train entrait en gare à huit heures quarante-sept</w:t>
      </w:r>
      <w:r w:rsidR="003A6D8D">
        <w:t xml:space="preserve">. </w:t>
      </w:r>
      <w:r w:rsidRPr="003A0BBB">
        <w:t>La lettre de Camille disait neuf heures</w:t>
      </w:r>
      <w:r w:rsidR="003A6D8D">
        <w:t xml:space="preserve">. </w:t>
      </w:r>
      <w:r w:rsidRPr="003A0BBB">
        <w:t>C</w:t>
      </w:r>
      <w:r w:rsidR="003A6D8D">
        <w:t>’</w:t>
      </w:r>
      <w:r w:rsidRPr="003A0BBB">
        <w:t>était bien le même</w:t>
      </w:r>
      <w:r w:rsidR="003A6D8D">
        <w:t xml:space="preserve"> ; </w:t>
      </w:r>
      <w:r w:rsidRPr="003A0BBB">
        <w:t>il n</w:t>
      </w:r>
      <w:r w:rsidR="003A6D8D">
        <w:t>’</w:t>
      </w:r>
      <w:r w:rsidRPr="003A0BBB">
        <w:t>y avait pas moyen de s</w:t>
      </w:r>
      <w:r w:rsidR="003A6D8D">
        <w:t>’</w:t>
      </w:r>
      <w:r w:rsidRPr="003A0BBB">
        <w:t>y tromper</w:t>
      </w:r>
      <w:r w:rsidR="003A6D8D">
        <w:t xml:space="preserve">. </w:t>
      </w:r>
      <w:r w:rsidRPr="003A0BBB">
        <w:t>Je me rendis donc sans plus hésiter chez le garagiste et le priai de passer me prendre le lendemain matin entre sept heures et demie et huit heures moins le quart</w:t>
      </w:r>
      <w:r w:rsidR="003A6D8D">
        <w:t xml:space="preserve">. </w:t>
      </w:r>
      <w:r w:rsidRPr="003A0BBB">
        <w:t>Je lui recommandai également de choisir son automobile la plus forte</w:t>
      </w:r>
      <w:r w:rsidR="003A6D8D">
        <w:t xml:space="preserve">, </w:t>
      </w:r>
      <w:r w:rsidRPr="003A0BBB">
        <w:t>pour ramener avec nous autant de bagages que possible</w:t>
      </w:r>
      <w:r w:rsidR="003A6D8D">
        <w:t>.</w:t>
      </w:r>
    </w:p>
    <w:p w14:paraId="01C48C8D" w14:textId="77777777" w:rsidR="003A6D8D" w:rsidRDefault="008F7090" w:rsidP="008F7090">
      <w:r w:rsidRPr="003A0BBB">
        <w:lastRenderedPageBreak/>
        <w:t>Devant me lever tôt</w:t>
      </w:r>
      <w:r w:rsidR="003A6D8D">
        <w:t xml:space="preserve">, </w:t>
      </w:r>
      <w:r w:rsidRPr="003A0BBB">
        <w:t>j</w:t>
      </w:r>
      <w:r w:rsidR="003A6D8D">
        <w:t>’</w:t>
      </w:r>
      <w:r w:rsidRPr="003A0BBB">
        <w:t>avais projeté de m</w:t>
      </w:r>
      <w:r w:rsidR="003A6D8D">
        <w:t>’</w:t>
      </w:r>
      <w:r w:rsidRPr="003A0BBB">
        <w:t>endormir de meilleure heure que de coutume</w:t>
      </w:r>
      <w:r w:rsidR="003A6D8D">
        <w:t xml:space="preserve">. </w:t>
      </w:r>
      <w:r w:rsidRPr="003A0BBB">
        <w:t xml:space="preserve">Je ne </w:t>
      </w:r>
      <w:proofErr w:type="spellStart"/>
      <w:r w:rsidRPr="003A0BBB">
        <w:t>pus</w:t>
      </w:r>
      <w:proofErr w:type="spellEnd"/>
      <w:r w:rsidRPr="003A0BBB">
        <w:t xml:space="preserve"> y parvenir</w:t>
      </w:r>
      <w:r w:rsidR="003A6D8D">
        <w:t xml:space="preserve">. </w:t>
      </w:r>
      <w:r w:rsidRPr="003A0BBB">
        <w:t>Le sommeil me fuyait</w:t>
      </w:r>
      <w:r w:rsidR="003A6D8D">
        <w:t xml:space="preserve">. </w:t>
      </w:r>
      <w:r w:rsidRPr="003A0BBB">
        <w:t>Je commençai par m</w:t>
      </w:r>
      <w:r w:rsidR="003A6D8D">
        <w:t>’</w:t>
      </w:r>
      <w:r w:rsidRPr="003A0BBB">
        <w:t>asseoir auprès de ma fenêtre</w:t>
      </w:r>
      <w:r w:rsidR="003A6D8D">
        <w:t xml:space="preserve">. </w:t>
      </w:r>
      <w:r w:rsidRPr="003A0BBB">
        <w:t>Cette nuit de juillet n</w:t>
      </w:r>
      <w:r w:rsidR="003A6D8D">
        <w:t>’</w:t>
      </w:r>
      <w:r w:rsidRPr="003A0BBB">
        <w:t>était pas particulièrement chaude</w:t>
      </w:r>
      <w:r w:rsidR="003A6D8D">
        <w:t xml:space="preserve">, </w:t>
      </w:r>
      <w:r w:rsidRPr="003A0BBB">
        <w:t>et pourtant il me semblait que j</w:t>
      </w:r>
      <w:r w:rsidR="003A6D8D">
        <w:t>’</w:t>
      </w:r>
      <w:r w:rsidRPr="003A0BBB">
        <w:t>allais suffoquer</w:t>
      </w:r>
      <w:r w:rsidR="003A6D8D">
        <w:t xml:space="preserve">. </w:t>
      </w:r>
      <w:r w:rsidRPr="003A0BBB">
        <w:t>Je descendis dans la salle à manger</w:t>
      </w:r>
      <w:r w:rsidR="003A6D8D">
        <w:t xml:space="preserve">, </w:t>
      </w:r>
      <w:r w:rsidRPr="003A0BBB">
        <w:t>éclairée par places de lumière lunaire</w:t>
      </w:r>
      <w:r w:rsidR="003A6D8D">
        <w:t xml:space="preserve">. </w:t>
      </w:r>
      <w:r w:rsidRPr="003A0BBB">
        <w:t>Je gagnai le coin d</w:t>
      </w:r>
      <w:r w:rsidR="003A6D8D">
        <w:t>’</w:t>
      </w:r>
      <w:r w:rsidRPr="003A0BBB">
        <w:t>ombre où se trouvait le buffet et bus coup sur coup deux verres d</w:t>
      </w:r>
      <w:r w:rsidR="003A6D8D">
        <w:t>’</w:t>
      </w:r>
      <w:r w:rsidRPr="003A0BBB">
        <w:t>eau</w:t>
      </w:r>
      <w:r w:rsidR="003A6D8D">
        <w:t xml:space="preserve">. </w:t>
      </w:r>
      <w:r w:rsidRPr="003A0BBB">
        <w:t>Puis je sortis sur la terrasse</w:t>
      </w:r>
      <w:r w:rsidR="003A6D8D">
        <w:t>.</w:t>
      </w:r>
    </w:p>
    <w:p w14:paraId="6BA95674" w14:textId="77777777" w:rsidR="003A6D8D" w:rsidRDefault="008F7090" w:rsidP="008F7090">
      <w:r w:rsidRPr="003A0BBB">
        <w:t>Elle était toute baignée de lune</w:t>
      </w:r>
      <w:r w:rsidR="003A6D8D">
        <w:t xml:space="preserve">. </w:t>
      </w:r>
      <w:r w:rsidRPr="003A0BBB">
        <w:t>Mille petits grains de mica</w:t>
      </w:r>
      <w:r w:rsidR="003A6D8D">
        <w:t xml:space="preserve">, </w:t>
      </w:r>
      <w:r w:rsidRPr="003A0BBB">
        <w:t>perdus parmi le gravier</w:t>
      </w:r>
      <w:r w:rsidR="003A6D8D">
        <w:t xml:space="preserve">, </w:t>
      </w:r>
      <w:r w:rsidRPr="003A0BBB">
        <w:t>étincelaient comme autant de vers luisants</w:t>
      </w:r>
      <w:r w:rsidR="003A6D8D">
        <w:t xml:space="preserve">. </w:t>
      </w:r>
      <w:r w:rsidRPr="003A0BBB">
        <w:t>La nuit était si claire qu</w:t>
      </w:r>
      <w:r w:rsidR="003A6D8D">
        <w:t>’</w:t>
      </w:r>
      <w:r w:rsidRPr="003A0BBB">
        <w:t>on distinguait toutes les maisons de la vallée</w:t>
      </w:r>
      <w:r w:rsidR="003A6D8D">
        <w:t xml:space="preserve">, </w:t>
      </w:r>
      <w:r w:rsidRPr="003A0BBB">
        <w:t>avec leurs étranges toits biscornus</w:t>
      </w:r>
      <w:r w:rsidR="003A6D8D">
        <w:t xml:space="preserve">, </w:t>
      </w:r>
      <w:r w:rsidRPr="003A0BBB">
        <w:t>recouverts de tuiles plates</w:t>
      </w:r>
      <w:r w:rsidR="003A6D8D">
        <w:t xml:space="preserve">, </w:t>
      </w:r>
      <w:r w:rsidRPr="003A0BBB">
        <w:t>et les poivrières de leurs colombiers</w:t>
      </w:r>
      <w:r w:rsidR="003A6D8D">
        <w:t xml:space="preserve">. </w:t>
      </w:r>
      <w:r w:rsidRPr="003A0BBB">
        <w:t>Les prairies étaient comme badigeonnées d</w:t>
      </w:r>
      <w:r w:rsidR="003A6D8D">
        <w:t>’</w:t>
      </w:r>
      <w:r w:rsidRPr="003A0BBB">
        <w:t>argent</w:t>
      </w:r>
      <w:r w:rsidR="003A6D8D">
        <w:t xml:space="preserve">. </w:t>
      </w:r>
      <w:r w:rsidRPr="003A0BBB">
        <w:t>Déchiquetant le ciel</w:t>
      </w:r>
      <w:r w:rsidR="003A6D8D">
        <w:t xml:space="preserve">, </w:t>
      </w:r>
      <w:r w:rsidRPr="003A0BBB">
        <w:t>les deux tours carrées du château en ruines qui domine le bourg se profilaient avec une netteté surprenante</w:t>
      </w:r>
      <w:r w:rsidR="003A6D8D">
        <w:t xml:space="preserve">. </w:t>
      </w:r>
      <w:r w:rsidRPr="003A0BBB">
        <w:t>La brise</w:t>
      </w:r>
      <w:r w:rsidR="003A6D8D">
        <w:t xml:space="preserve">, </w:t>
      </w:r>
      <w:r w:rsidRPr="003A0BBB">
        <w:t>quand elle soufflait</w:t>
      </w:r>
      <w:r w:rsidR="003A6D8D">
        <w:t xml:space="preserve">, </w:t>
      </w:r>
      <w:r w:rsidRPr="003A0BBB">
        <w:t>déplaçait la lourde masse parfumée des fleurs de magnolia</w:t>
      </w:r>
      <w:r w:rsidR="003A6D8D">
        <w:t>.</w:t>
      </w:r>
    </w:p>
    <w:p w14:paraId="2BFA3A8C" w14:textId="77777777" w:rsidR="003A6D8D" w:rsidRDefault="008F7090" w:rsidP="008F7090">
      <w:r w:rsidRPr="003A0BBB">
        <w:t>Aucun bruit</w:t>
      </w:r>
      <w:r w:rsidR="003A6D8D">
        <w:t xml:space="preserve">. </w:t>
      </w:r>
      <w:r w:rsidRPr="003A0BBB">
        <w:t>Désespérément</w:t>
      </w:r>
      <w:r w:rsidR="003A6D8D">
        <w:t xml:space="preserve">, </w:t>
      </w:r>
      <w:r w:rsidRPr="003A0BBB">
        <w:t>je prêtai l</w:t>
      </w:r>
      <w:r w:rsidR="003A6D8D">
        <w:t>’</w:t>
      </w:r>
      <w:r w:rsidRPr="003A0BBB">
        <w:t>oreille</w:t>
      </w:r>
      <w:r w:rsidR="003A6D8D">
        <w:t xml:space="preserve">, </w:t>
      </w:r>
      <w:r w:rsidRPr="003A0BBB">
        <w:t>comme si j</w:t>
      </w:r>
      <w:r w:rsidR="003A6D8D">
        <w:t>’</w:t>
      </w:r>
      <w:r w:rsidRPr="003A0BBB">
        <w:t>avais déjà pu entendre le roulement lointain de l</w:t>
      </w:r>
      <w:r w:rsidR="003A6D8D">
        <w:t>’</w:t>
      </w:r>
      <w:r w:rsidRPr="003A0BBB">
        <w:t>express qui amenait vers moi Camille et cet inconnu</w:t>
      </w:r>
      <w:r w:rsidR="003A6D8D">
        <w:t xml:space="preserve">. </w:t>
      </w:r>
      <w:r w:rsidRPr="003A0BBB">
        <w:t>Demain soir</w:t>
      </w:r>
      <w:r w:rsidR="003A6D8D">
        <w:t xml:space="preserve">, </w:t>
      </w:r>
      <w:r w:rsidRPr="003A0BBB">
        <w:t>à la même heure</w:t>
      </w:r>
      <w:r w:rsidR="003A6D8D">
        <w:t xml:space="preserve">, </w:t>
      </w:r>
      <w:r w:rsidRPr="003A0BBB">
        <w:t>ils seraient tous deux assis à cette place</w:t>
      </w:r>
      <w:r w:rsidR="003A6D8D">
        <w:t xml:space="preserve">. </w:t>
      </w:r>
      <w:r w:rsidRPr="003A0BBB">
        <w:t>Comment était-il</w:t>
      </w:r>
      <w:r w:rsidR="003A6D8D">
        <w:t xml:space="preserve"> ? </w:t>
      </w:r>
      <w:r w:rsidRPr="003A0BBB">
        <w:t>Elle ne m</w:t>
      </w:r>
      <w:r w:rsidR="003A6D8D">
        <w:t>’</w:t>
      </w:r>
      <w:r w:rsidRPr="003A0BBB">
        <w:t>avait même pas dit son âge</w:t>
      </w:r>
      <w:r w:rsidR="003A6D8D">
        <w:t xml:space="preserve">. </w:t>
      </w:r>
      <w:r w:rsidRPr="003A0BBB">
        <w:t>Et elle</w:t>
      </w:r>
      <w:r w:rsidR="003A6D8D">
        <w:t xml:space="preserve">, </w:t>
      </w:r>
      <w:r w:rsidRPr="003A0BBB">
        <w:t>comment serait-elle avec lui</w:t>
      </w:r>
      <w:r w:rsidR="003A6D8D">
        <w:t xml:space="preserve"> ? </w:t>
      </w:r>
      <w:r w:rsidRPr="003A0BBB">
        <w:t>Se tutoyaient-ils déjà</w:t>
      </w:r>
      <w:r w:rsidR="003A6D8D">
        <w:t xml:space="preserve"> ? </w:t>
      </w:r>
      <w:r w:rsidRPr="003A0BBB">
        <w:t>Moi</w:t>
      </w:r>
      <w:r w:rsidR="003A6D8D">
        <w:t xml:space="preserve">, </w:t>
      </w:r>
      <w:r w:rsidRPr="003A0BBB">
        <w:t>je n</w:t>
      </w:r>
      <w:r w:rsidR="003A6D8D">
        <w:t>’</w:t>
      </w:r>
      <w:r w:rsidRPr="003A0BBB">
        <w:t>avais jamais pu arriver à tutoyer mon mari</w:t>
      </w:r>
      <w:r w:rsidR="003A6D8D">
        <w:t xml:space="preserve">. </w:t>
      </w:r>
      <w:r w:rsidRPr="003A0BBB">
        <w:t>Il est vrai que je ne l</w:t>
      </w:r>
      <w:r w:rsidR="003A6D8D">
        <w:t>’</w:t>
      </w:r>
      <w:r w:rsidRPr="003A0BBB">
        <w:t>avais pas choisi</w:t>
      </w:r>
      <w:r w:rsidR="003A6D8D">
        <w:t>.</w:t>
      </w:r>
    </w:p>
    <w:p w14:paraId="05056048" w14:textId="77777777" w:rsidR="003A6D8D" w:rsidRDefault="008F7090" w:rsidP="008F7090">
      <w:r w:rsidRPr="003A0BBB">
        <w:t>Maintenant</w:t>
      </w:r>
      <w:r w:rsidR="003A6D8D">
        <w:t xml:space="preserve">, </w:t>
      </w:r>
      <w:r w:rsidRPr="003A0BBB">
        <w:t>voilà que</w:t>
      </w:r>
      <w:r w:rsidR="003A6D8D">
        <w:t xml:space="preserve">, </w:t>
      </w:r>
      <w:r w:rsidRPr="003A0BBB">
        <w:t>ramenant sur mes épaules le mince fichu que j</w:t>
      </w:r>
      <w:r w:rsidR="003A6D8D">
        <w:t>’</w:t>
      </w:r>
      <w:r w:rsidRPr="003A0BBB">
        <w:t>avais jeté sur ma longue robe de nuit avant de descendre</w:t>
      </w:r>
      <w:r w:rsidR="003A6D8D">
        <w:t xml:space="preserve">, </w:t>
      </w:r>
      <w:r w:rsidRPr="003A0BBB">
        <w:t>il me semblait que j</w:t>
      </w:r>
      <w:r w:rsidR="003A6D8D">
        <w:t>’</w:t>
      </w:r>
      <w:r w:rsidRPr="003A0BBB">
        <w:t>avais froid</w:t>
      </w:r>
      <w:r w:rsidR="003A6D8D">
        <w:t xml:space="preserve">. </w:t>
      </w:r>
      <w:r w:rsidRPr="003A0BBB">
        <w:t>Mes mains croisées sur ma gorge touchaient mes bras nus</w:t>
      </w:r>
      <w:r w:rsidR="003A6D8D">
        <w:t xml:space="preserve">. </w:t>
      </w:r>
      <w:r w:rsidRPr="003A0BBB">
        <w:t>Étaient-ils glacés</w:t>
      </w:r>
      <w:r w:rsidR="003A6D8D">
        <w:t xml:space="preserve">, </w:t>
      </w:r>
      <w:r w:rsidRPr="003A0BBB">
        <w:lastRenderedPageBreak/>
        <w:t>étaient-ils brûlants</w:t>
      </w:r>
      <w:r w:rsidR="003A6D8D">
        <w:t xml:space="preserve"> ? </w:t>
      </w:r>
      <w:r w:rsidRPr="003A0BBB">
        <w:t>J</w:t>
      </w:r>
      <w:r w:rsidR="003A6D8D">
        <w:t>’</w:t>
      </w:r>
      <w:r w:rsidRPr="003A0BBB">
        <w:t>aurais été bien incapable de le dire</w:t>
      </w:r>
      <w:r w:rsidR="003A6D8D">
        <w:t xml:space="preserve">. </w:t>
      </w:r>
      <w:r w:rsidRPr="003A0BBB">
        <w:t>Qu</w:t>
      </w:r>
      <w:r w:rsidR="003A6D8D">
        <w:t>’</w:t>
      </w:r>
      <w:r w:rsidRPr="003A0BBB">
        <w:t>était-ce donc que cette langueur subite</w:t>
      </w:r>
      <w:r w:rsidR="003A6D8D">
        <w:t xml:space="preserve"> ? </w:t>
      </w:r>
      <w:r w:rsidRPr="003A0BBB">
        <w:t>Je songeai à l</w:t>
      </w:r>
      <w:r w:rsidR="003A6D8D">
        <w:t>’</w:t>
      </w:r>
      <w:r w:rsidRPr="003A0BBB">
        <w:t>aïeule créole</w:t>
      </w:r>
      <w:r w:rsidR="003A6D8D">
        <w:t xml:space="preserve">. </w:t>
      </w:r>
      <w:r w:rsidRPr="003A0BBB">
        <w:t>Jamais je n</w:t>
      </w:r>
      <w:r w:rsidR="003A6D8D">
        <w:t>’</w:t>
      </w:r>
      <w:r w:rsidRPr="003A0BBB">
        <w:t>avais songé autant à elle que ces six derniers jours</w:t>
      </w:r>
      <w:r w:rsidR="003A6D8D">
        <w:t xml:space="preserve">. </w:t>
      </w:r>
      <w:r w:rsidRPr="003A0BBB">
        <w:t>Elle devait ressembler à la femme que je me sentais devenue ce soir</w:t>
      </w:r>
      <w:r w:rsidR="003A6D8D">
        <w:t>…</w:t>
      </w:r>
    </w:p>
    <w:p w14:paraId="79DDAFCD" w14:textId="77777777" w:rsidR="003A6D8D" w:rsidRDefault="008F7090" w:rsidP="008F7090">
      <w:r w:rsidRPr="003A0BBB">
        <w:t>Allons</w:t>
      </w:r>
      <w:r w:rsidR="003A6D8D">
        <w:t xml:space="preserve"> ! </w:t>
      </w:r>
      <w:r w:rsidRPr="003A0BBB">
        <w:t>pauvre abandonnée</w:t>
      </w:r>
      <w:r w:rsidR="003A6D8D">
        <w:t xml:space="preserve">, </w:t>
      </w:r>
      <w:r w:rsidRPr="003A0BBB">
        <w:t>regagne ta couche solitaire</w:t>
      </w:r>
      <w:r w:rsidR="003A6D8D">
        <w:t> !</w:t>
      </w:r>
    </w:p>
    <w:p w14:paraId="63298BB1" w14:textId="77777777" w:rsidR="003A6D8D" w:rsidRDefault="003A6D8D" w:rsidP="008F7090">
      <w:r>
        <w:t>— </w:t>
      </w:r>
      <w:r w:rsidR="008F7090" w:rsidRPr="003A0BBB">
        <w:t>Madame</w:t>
      </w:r>
      <w:r>
        <w:t xml:space="preserve"> ! </w:t>
      </w:r>
      <w:r w:rsidR="008F7090" w:rsidRPr="003A0BBB">
        <w:t>Madame</w:t>
      </w:r>
      <w:r>
        <w:t xml:space="preserve"> ! </w:t>
      </w:r>
      <w:r w:rsidR="008F7090" w:rsidRPr="003A0BBB">
        <w:t>l</w:t>
      </w:r>
      <w:r>
        <w:t>’</w:t>
      </w:r>
      <w:r w:rsidR="008F7090" w:rsidRPr="003A0BBB">
        <w:t>automobile est là</w:t>
      </w:r>
      <w:r>
        <w:t> !</w:t>
      </w:r>
    </w:p>
    <w:p w14:paraId="0F473DF3" w14:textId="77777777" w:rsidR="003A6D8D" w:rsidRDefault="003A6D8D" w:rsidP="008F7090">
      <w:r>
        <w:t>— </w:t>
      </w:r>
      <w:r w:rsidR="008F7090" w:rsidRPr="003A0BBB">
        <w:t>Mon Dieu</w:t>
      </w:r>
      <w:r>
        <w:t xml:space="preserve">, </w:t>
      </w:r>
      <w:r w:rsidR="008F7090" w:rsidRPr="003A0BBB">
        <w:t>quelle heure est-il donc</w:t>
      </w:r>
      <w:r>
        <w:t> ?</w:t>
      </w:r>
    </w:p>
    <w:p w14:paraId="5FA912E5" w14:textId="77777777" w:rsidR="003A6D8D" w:rsidRDefault="003A6D8D" w:rsidP="008F7090">
      <w:r>
        <w:t>— </w:t>
      </w:r>
      <w:r w:rsidR="008F7090" w:rsidRPr="003A0BBB">
        <w:t>Bientôt huit heures</w:t>
      </w:r>
      <w:r>
        <w:t xml:space="preserve">, </w:t>
      </w:r>
      <w:r w:rsidR="008F7090" w:rsidRPr="003A0BBB">
        <w:t>Madame</w:t>
      </w:r>
      <w:r>
        <w:t>.</w:t>
      </w:r>
    </w:p>
    <w:p w14:paraId="5CC32A37" w14:textId="77777777" w:rsidR="003A6D8D" w:rsidRDefault="003A6D8D" w:rsidP="008F7090">
      <w:r>
        <w:t>— </w:t>
      </w:r>
      <w:r w:rsidR="008F7090" w:rsidRPr="003A0BBB">
        <w:t>Et vous ne m</w:t>
      </w:r>
      <w:r>
        <w:t>’</w:t>
      </w:r>
      <w:r w:rsidR="008F7090" w:rsidRPr="003A0BBB">
        <w:t>avez pas réveillée plus tôt</w:t>
      </w:r>
      <w:r>
        <w:t> !</w:t>
      </w:r>
    </w:p>
    <w:p w14:paraId="586BB1B2" w14:textId="77777777" w:rsidR="003A6D8D" w:rsidRDefault="003A6D8D" w:rsidP="008F7090">
      <w:r>
        <w:t>— </w:t>
      </w:r>
      <w:r w:rsidR="008F7090" w:rsidRPr="003A0BBB">
        <w:t>Madame ne m</w:t>
      </w:r>
      <w:r>
        <w:t>’</w:t>
      </w:r>
      <w:r w:rsidR="008F7090" w:rsidRPr="003A0BBB">
        <w:t>avait rien dit</w:t>
      </w:r>
      <w:r>
        <w:t xml:space="preserve">. </w:t>
      </w:r>
      <w:r w:rsidR="008F7090" w:rsidRPr="003A0BBB">
        <w:t>Je ne savais pas</w:t>
      </w:r>
      <w:r>
        <w:t>.</w:t>
      </w:r>
    </w:p>
    <w:p w14:paraId="55D9B3AB" w14:textId="77777777" w:rsidR="003A6D8D" w:rsidRDefault="008F7090" w:rsidP="008F7090">
      <w:r w:rsidRPr="003A0BBB">
        <w:t>J</w:t>
      </w:r>
      <w:r w:rsidR="003A6D8D">
        <w:t>’</w:t>
      </w:r>
      <w:r w:rsidRPr="003A0BBB">
        <w:t>étais debout</w:t>
      </w:r>
      <w:r w:rsidR="003A6D8D">
        <w:t xml:space="preserve">, </w:t>
      </w:r>
      <w:r w:rsidRPr="003A0BBB">
        <w:t>bousculant la petite servante</w:t>
      </w:r>
      <w:r w:rsidR="003A6D8D">
        <w:t xml:space="preserve">, </w:t>
      </w:r>
      <w:r w:rsidRPr="003A0BBB">
        <w:t>m</w:t>
      </w:r>
      <w:r w:rsidR="003A6D8D">
        <w:t>’</w:t>
      </w:r>
      <w:r w:rsidRPr="003A0BBB">
        <w:t>habillant fébrilement</w:t>
      </w:r>
      <w:r w:rsidR="003A6D8D">
        <w:t xml:space="preserve">. </w:t>
      </w:r>
      <w:r w:rsidRPr="003A0BBB">
        <w:t>En moins d</w:t>
      </w:r>
      <w:r w:rsidR="003A6D8D">
        <w:t>’</w:t>
      </w:r>
      <w:r w:rsidRPr="003A0BBB">
        <w:t>un quart d</w:t>
      </w:r>
      <w:r w:rsidR="003A6D8D">
        <w:t>’</w:t>
      </w:r>
      <w:r w:rsidRPr="003A0BBB">
        <w:t>heure</w:t>
      </w:r>
      <w:r w:rsidR="003A6D8D">
        <w:t xml:space="preserve">, </w:t>
      </w:r>
      <w:r w:rsidRPr="003A0BBB">
        <w:t>je fus prête</w:t>
      </w:r>
      <w:r w:rsidR="003A6D8D">
        <w:t>.</w:t>
      </w:r>
    </w:p>
    <w:p w14:paraId="5F1BCDAC" w14:textId="77777777" w:rsidR="003A6D8D" w:rsidRDefault="003A6D8D" w:rsidP="008F7090">
      <w:r>
        <w:t>— </w:t>
      </w:r>
      <w:r w:rsidR="008F7090" w:rsidRPr="003A0BBB">
        <w:t>Vous vous rappelez bien toutes mes recommandations pour le déjeuner</w:t>
      </w:r>
      <w:r>
        <w:t xml:space="preserve">, </w:t>
      </w:r>
      <w:r w:rsidR="008F7090" w:rsidRPr="003A0BBB">
        <w:t>Marie</w:t>
      </w:r>
      <w:r>
        <w:t> ?</w:t>
      </w:r>
    </w:p>
    <w:p w14:paraId="5BA0C4B8" w14:textId="77777777" w:rsidR="003A6D8D" w:rsidRDefault="003A6D8D" w:rsidP="008F7090">
      <w:r>
        <w:t>— </w:t>
      </w:r>
      <w:r w:rsidR="008F7090" w:rsidRPr="003A0BBB">
        <w:t>Oui</w:t>
      </w:r>
      <w:r>
        <w:t xml:space="preserve">, </w:t>
      </w:r>
      <w:r w:rsidR="008F7090" w:rsidRPr="003A0BBB">
        <w:t>Madame</w:t>
      </w:r>
      <w:r>
        <w:t xml:space="preserve">, </w:t>
      </w:r>
      <w:r w:rsidR="008F7090" w:rsidRPr="003A0BBB">
        <w:t>oui</w:t>
      </w:r>
      <w:r>
        <w:t>.</w:t>
      </w:r>
    </w:p>
    <w:p w14:paraId="56816E9C" w14:textId="77777777" w:rsidR="003A6D8D" w:rsidRDefault="003A6D8D" w:rsidP="008F7090">
      <w:r>
        <w:t>— </w:t>
      </w:r>
      <w:r w:rsidR="008F7090" w:rsidRPr="003A0BBB">
        <w:t>Le melon</w:t>
      </w:r>
      <w:r>
        <w:t xml:space="preserve"> ? </w:t>
      </w:r>
      <w:r w:rsidR="008F7090" w:rsidRPr="003A0BBB">
        <w:t>Les truites</w:t>
      </w:r>
      <w:r>
        <w:t> ?</w:t>
      </w:r>
    </w:p>
    <w:p w14:paraId="6278F1BF" w14:textId="77777777" w:rsidR="003A6D8D" w:rsidRDefault="003A6D8D" w:rsidP="008F7090">
      <w:r>
        <w:t>— </w:t>
      </w:r>
      <w:r w:rsidR="008F7090" w:rsidRPr="003A0BBB">
        <w:t>On vient de les apporter</w:t>
      </w:r>
      <w:r>
        <w:t xml:space="preserve">, </w:t>
      </w:r>
      <w:r w:rsidR="008F7090" w:rsidRPr="003A0BBB">
        <w:t>Madame</w:t>
      </w:r>
      <w:r>
        <w:t>.</w:t>
      </w:r>
    </w:p>
    <w:p w14:paraId="0B1B6F74" w14:textId="77777777" w:rsidR="003A6D8D" w:rsidRDefault="003A6D8D" w:rsidP="008F7090">
      <w:r>
        <w:t>— </w:t>
      </w:r>
      <w:r w:rsidR="008F7090" w:rsidRPr="003A0BBB">
        <w:t>Ne vous occupez pas du vin</w:t>
      </w:r>
      <w:r>
        <w:t xml:space="preserve">, </w:t>
      </w:r>
      <w:r w:rsidR="008F7090" w:rsidRPr="003A0BBB">
        <w:t>j</w:t>
      </w:r>
      <w:r>
        <w:t>’</w:t>
      </w:r>
      <w:r w:rsidR="008F7090" w:rsidRPr="003A0BBB">
        <w:t>irai moi-même à la cave</w:t>
      </w:r>
      <w:r>
        <w:t xml:space="preserve">. </w:t>
      </w:r>
      <w:r w:rsidR="008F7090" w:rsidRPr="003A0BBB">
        <w:t>Voici la clef de la grande armoire pour le linge de table</w:t>
      </w:r>
      <w:r>
        <w:t xml:space="preserve">. </w:t>
      </w:r>
      <w:r w:rsidR="008F7090" w:rsidRPr="003A0BBB">
        <w:t>Que le couvert soit mis quand nous serons de retour</w:t>
      </w:r>
      <w:r>
        <w:t xml:space="preserve">. </w:t>
      </w:r>
      <w:r w:rsidR="008F7090" w:rsidRPr="003A0BBB">
        <w:t>Ah</w:t>
      </w:r>
      <w:r>
        <w:t xml:space="preserve"> ! </w:t>
      </w:r>
      <w:r w:rsidR="008F7090" w:rsidRPr="003A0BBB">
        <w:t>pour le foie gras et les champignons</w:t>
      </w:r>
      <w:r>
        <w:t xml:space="preserve">, </w:t>
      </w:r>
      <w:r w:rsidR="008F7090" w:rsidRPr="003A0BBB">
        <w:t>pensez à me les faire goûter à l</w:t>
      </w:r>
      <w:r>
        <w:t>’</w:t>
      </w:r>
      <w:r w:rsidR="008F7090" w:rsidRPr="003A0BBB">
        <w:t>avance</w:t>
      </w:r>
      <w:r>
        <w:t xml:space="preserve">. </w:t>
      </w:r>
      <w:r w:rsidR="008F7090" w:rsidRPr="003A0BBB">
        <w:t>Avec la soudure des boîtes de conserves</w:t>
      </w:r>
      <w:r>
        <w:t xml:space="preserve">, </w:t>
      </w:r>
      <w:r w:rsidR="008F7090" w:rsidRPr="003A0BBB">
        <w:t>on ne sait jamais</w:t>
      </w:r>
      <w:r>
        <w:t>.</w:t>
      </w:r>
    </w:p>
    <w:p w14:paraId="362ECCC3" w14:textId="77777777" w:rsidR="003A6D8D" w:rsidRDefault="008F7090" w:rsidP="008F7090">
      <w:r w:rsidRPr="003A0BBB">
        <w:t>Dans l</w:t>
      </w:r>
      <w:r w:rsidR="003A6D8D">
        <w:t>’</w:t>
      </w:r>
      <w:r w:rsidRPr="003A0BBB">
        <w:t>automobile qui m</w:t>
      </w:r>
      <w:r w:rsidR="003A6D8D">
        <w:t>’</w:t>
      </w:r>
      <w:r w:rsidRPr="003A0BBB">
        <w:t>emportait à travers la fraîcheur matinale</w:t>
      </w:r>
      <w:r w:rsidR="003A6D8D">
        <w:t xml:space="preserve">, </w:t>
      </w:r>
      <w:r w:rsidRPr="003A0BBB">
        <w:t>un vertige lumineux s</w:t>
      </w:r>
      <w:r w:rsidR="003A6D8D">
        <w:t>’</w:t>
      </w:r>
      <w:r w:rsidRPr="003A0BBB">
        <w:t>empara de moi</w:t>
      </w:r>
      <w:r w:rsidR="003A6D8D">
        <w:t xml:space="preserve">. </w:t>
      </w:r>
      <w:r w:rsidRPr="003A0BBB">
        <w:t>J</w:t>
      </w:r>
      <w:r w:rsidR="003A6D8D">
        <w:t>’</w:t>
      </w:r>
      <w:r w:rsidRPr="003A0BBB">
        <w:t xml:space="preserve">entendais </w:t>
      </w:r>
      <w:r w:rsidRPr="003A0BBB">
        <w:lastRenderedPageBreak/>
        <w:t>vaguement le chauffeur garagiste me poser</w:t>
      </w:r>
      <w:r w:rsidR="003A6D8D">
        <w:t xml:space="preserve">, </w:t>
      </w:r>
      <w:r w:rsidRPr="003A0BBB">
        <w:t>sans se retourner</w:t>
      </w:r>
      <w:r w:rsidR="003A6D8D">
        <w:t xml:space="preserve">, </w:t>
      </w:r>
      <w:r w:rsidRPr="003A0BBB">
        <w:t>des questions polies</w:t>
      </w:r>
      <w:r w:rsidR="003A6D8D">
        <w:t>.</w:t>
      </w:r>
    </w:p>
    <w:p w14:paraId="01D1EDC5" w14:textId="5328AABC" w:rsidR="003A6D8D" w:rsidRDefault="003A6D8D" w:rsidP="008F7090">
      <w:r>
        <w:t>— </w:t>
      </w:r>
      <w:r w:rsidR="008F7090" w:rsidRPr="003A0BBB">
        <w:t>Alors</w:t>
      </w:r>
      <w:r>
        <w:t xml:space="preserve">, </w:t>
      </w:r>
      <w:r w:rsidR="008F7090" w:rsidRPr="003A0BBB">
        <w:t>Madame</w:t>
      </w:r>
      <w:r>
        <w:t xml:space="preserve">, </w:t>
      </w:r>
      <w:r w:rsidR="008F7090" w:rsidRPr="003A0BBB">
        <w:t>est-ce que cette fois-ci elle va rester un peu plus longtemps parmi nous</w:t>
      </w:r>
      <w:r>
        <w:t>, M</w:t>
      </w:r>
      <w:r w:rsidRPr="003A6D8D">
        <w:rPr>
          <w:vertAlign w:val="superscript"/>
        </w:rPr>
        <w:t>lle</w:t>
      </w:r>
      <w:r>
        <w:t> </w:t>
      </w:r>
      <w:r w:rsidR="008F7090" w:rsidRPr="003A0BBB">
        <w:t>Camille</w:t>
      </w:r>
      <w:r>
        <w:t> ?</w:t>
      </w:r>
    </w:p>
    <w:p w14:paraId="78C45765" w14:textId="77777777" w:rsidR="003A6D8D" w:rsidRDefault="003A6D8D" w:rsidP="008F7090">
      <w:r>
        <w:t>— </w:t>
      </w:r>
      <w:r w:rsidR="008F7090" w:rsidRPr="003A0BBB">
        <w:t>Je n</w:t>
      </w:r>
      <w:r>
        <w:t>’</w:t>
      </w:r>
      <w:r w:rsidR="008F7090" w:rsidRPr="003A0BBB">
        <w:t>en sais rien</w:t>
      </w:r>
      <w:r>
        <w:t xml:space="preserve">, </w:t>
      </w:r>
      <w:r w:rsidR="008F7090" w:rsidRPr="003A0BBB">
        <w:t>Henri</w:t>
      </w:r>
      <w:r>
        <w:t>.</w:t>
      </w:r>
    </w:p>
    <w:p w14:paraId="4EC023FE" w14:textId="77777777" w:rsidR="003A6D8D" w:rsidRDefault="008F7090" w:rsidP="008F7090">
      <w:r w:rsidRPr="003A0BBB">
        <w:t>Mes réponses finissant par devenir monosyllabiques</w:t>
      </w:r>
      <w:r w:rsidR="003A6D8D">
        <w:t xml:space="preserve">, </w:t>
      </w:r>
      <w:r w:rsidRPr="003A0BBB">
        <w:t>le brave homme changea de méthode et se mit à me donner des renseignements sur la situation agricole du canton</w:t>
      </w:r>
      <w:r w:rsidR="003A6D8D">
        <w:t>.</w:t>
      </w:r>
    </w:p>
    <w:p w14:paraId="57DBFD3F" w14:textId="30DC10DA" w:rsidR="003A6D8D" w:rsidRDefault="003A6D8D" w:rsidP="008F7090">
      <w:r>
        <w:t>— </w:t>
      </w:r>
      <w:r w:rsidR="008F7090" w:rsidRPr="003A0BBB">
        <w:t>Le maïs vient bien</w:t>
      </w:r>
      <w:r>
        <w:t xml:space="preserve">. </w:t>
      </w:r>
      <w:r w:rsidR="008F7090" w:rsidRPr="003A0BBB">
        <w:t>Pour la vigne</w:t>
      </w:r>
      <w:r>
        <w:t xml:space="preserve">, </w:t>
      </w:r>
      <w:r w:rsidR="008F7090" w:rsidRPr="003A0BBB">
        <w:t>on ne peut pas dire non plus que ça aille mal</w:t>
      </w:r>
      <w:r>
        <w:t xml:space="preserve">. </w:t>
      </w:r>
      <w:r w:rsidR="008F7090" w:rsidRPr="003A0BBB">
        <w:t>Au 1</w:t>
      </w:r>
      <w:r w:rsidRPr="003A0BBB">
        <w:t>2</w:t>
      </w:r>
      <w:r>
        <w:t> </w:t>
      </w:r>
      <w:r w:rsidRPr="003A0BBB">
        <w:t>juillet</w:t>
      </w:r>
      <w:r>
        <w:t xml:space="preserve">, </w:t>
      </w:r>
      <w:r w:rsidR="008F7090" w:rsidRPr="003A0BBB">
        <w:t>ils en sont tout de même à leur troisième sulfatage</w:t>
      </w:r>
      <w:r>
        <w:t xml:space="preserve">. </w:t>
      </w:r>
      <w:r w:rsidR="008F7090" w:rsidRPr="003A0BBB">
        <w:t>Vous verrez qu</w:t>
      </w:r>
      <w:r>
        <w:t>’</w:t>
      </w:r>
      <w:r w:rsidR="008F7090" w:rsidRPr="003A0BBB">
        <w:t>ils seront obligés d</w:t>
      </w:r>
      <w:r>
        <w:t>’</w:t>
      </w:r>
      <w:r w:rsidR="008F7090" w:rsidRPr="003A0BBB">
        <w:t>aller jusqu</w:t>
      </w:r>
      <w:r>
        <w:t>’</w:t>
      </w:r>
      <w:r w:rsidR="008F7090" w:rsidRPr="003A0BBB">
        <w:t>à quatre</w:t>
      </w:r>
      <w:r>
        <w:t xml:space="preserve">, </w:t>
      </w:r>
      <w:r w:rsidR="008F7090" w:rsidRPr="003A0BBB">
        <w:t>peut-être plus</w:t>
      </w:r>
      <w:r>
        <w:t xml:space="preserve">, </w:t>
      </w:r>
      <w:r w:rsidR="008F7090" w:rsidRPr="003A0BBB">
        <w:t>Tenez</w:t>
      </w:r>
      <w:r>
        <w:t xml:space="preserve">, </w:t>
      </w:r>
      <w:r w:rsidR="008F7090" w:rsidRPr="003A0BBB">
        <w:t>si vous voulez vous rendre compte</w:t>
      </w:r>
      <w:r>
        <w:t>…</w:t>
      </w:r>
    </w:p>
    <w:p w14:paraId="6DDF28C7" w14:textId="77777777" w:rsidR="003A6D8D" w:rsidRDefault="008F7090" w:rsidP="008F7090">
      <w:r w:rsidRPr="003A0BBB">
        <w:t>Et la voiture faisait mine de ralentir</w:t>
      </w:r>
      <w:r w:rsidR="003A6D8D">
        <w:t>.</w:t>
      </w:r>
    </w:p>
    <w:p w14:paraId="2F1788A6" w14:textId="77777777" w:rsidR="003A6D8D" w:rsidRDefault="003A6D8D" w:rsidP="008F7090">
      <w:r>
        <w:t>— </w:t>
      </w:r>
      <w:r w:rsidR="008F7090" w:rsidRPr="003A0BBB">
        <w:t>Pressez</w:t>
      </w:r>
      <w:r>
        <w:t xml:space="preserve">, </w:t>
      </w:r>
      <w:r w:rsidR="008F7090" w:rsidRPr="003A0BBB">
        <w:t>Henri</w:t>
      </w:r>
      <w:r>
        <w:t xml:space="preserve">, </w:t>
      </w:r>
      <w:r w:rsidR="008F7090" w:rsidRPr="003A0BBB">
        <w:t>pressez</w:t>
      </w:r>
      <w:r>
        <w:t xml:space="preserve">. </w:t>
      </w:r>
      <w:r w:rsidR="008F7090" w:rsidRPr="003A0BBB">
        <w:t>Par ma faute</w:t>
      </w:r>
      <w:r>
        <w:t xml:space="preserve">, </w:t>
      </w:r>
      <w:r w:rsidR="008F7090" w:rsidRPr="003A0BBB">
        <w:t>nous sommes en retard</w:t>
      </w:r>
      <w:r>
        <w:t>.</w:t>
      </w:r>
    </w:p>
    <w:p w14:paraId="61F15ADD" w14:textId="77777777" w:rsidR="003A6D8D" w:rsidRDefault="003A6D8D" w:rsidP="008F7090">
      <w:r>
        <w:t>— </w:t>
      </w:r>
      <w:r w:rsidR="008F7090" w:rsidRPr="003A0BBB">
        <w:t>On l</w:t>
      </w:r>
      <w:r>
        <w:t>’</w:t>
      </w:r>
      <w:r w:rsidR="008F7090" w:rsidRPr="003A0BBB">
        <w:t>était</w:t>
      </w:r>
      <w:r>
        <w:t xml:space="preserve">, </w:t>
      </w:r>
      <w:r w:rsidR="008F7090" w:rsidRPr="003A0BBB">
        <w:t>mais on a rattrapé</w:t>
      </w:r>
      <w:r>
        <w:t xml:space="preserve">… </w:t>
      </w:r>
      <w:r w:rsidR="008F7090" w:rsidRPr="003A0BBB">
        <w:t>D</w:t>
      </w:r>
      <w:r>
        <w:t>’</w:t>
      </w:r>
      <w:r w:rsidR="008F7090" w:rsidRPr="003A0BBB">
        <w:t>ailleurs</w:t>
      </w:r>
      <w:r>
        <w:t xml:space="preserve">, </w:t>
      </w:r>
      <w:r w:rsidR="008F7090" w:rsidRPr="003A0BBB">
        <w:t>voici la gare</w:t>
      </w:r>
      <w:r>
        <w:t xml:space="preserve">. </w:t>
      </w:r>
      <w:r w:rsidR="008F7090" w:rsidRPr="003A0BBB">
        <w:t>Qu</w:t>
      </w:r>
      <w:r>
        <w:t>’</w:t>
      </w:r>
      <w:r w:rsidR="008F7090" w:rsidRPr="003A0BBB">
        <w:t>est-ce que je vous disais</w:t>
      </w:r>
      <w:r>
        <w:t xml:space="preserve"> ! </w:t>
      </w:r>
      <w:r w:rsidR="008F7090" w:rsidRPr="003A0BBB">
        <w:t>Il est à peine neuf heures moins le quart</w:t>
      </w:r>
      <w:r>
        <w:t xml:space="preserve">. </w:t>
      </w:r>
      <w:r w:rsidR="008F7090" w:rsidRPr="003A0BBB">
        <w:t>Vous allez voir qu</w:t>
      </w:r>
      <w:r>
        <w:t>’</w:t>
      </w:r>
      <w:r w:rsidR="008F7090" w:rsidRPr="003A0BBB">
        <w:t>il va vous falloir attendre</w:t>
      </w:r>
      <w:r>
        <w:t>.</w:t>
      </w:r>
    </w:p>
    <w:p w14:paraId="0A1EB872" w14:textId="77777777" w:rsidR="003A6D8D" w:rsidRDefault="008F7090" w:rsidP="008F7090">
      <w:r w:rsidRPr="003A0BBB">
        <w:t>Il ne se trompait pas</w:t>
      </w:r>
      <w:r w:rsidR="003A6D8D">
        <w:t xml:space="preserve">. </w:t>
      </w:r>
      <w:r w:rsidRPr="003A0BBB">
        <w:t>Le train avait quarante minutes de retard</w:t>
      </w:r>
      <w:r w:rsidR="003A6D8D">
        <w:t xml:space="preserve">. </w:t>
      </w:r>
      <w:r w:rsidRPr="003A0BBB">
        <w:t>Je commençai par m</w:t>
      </w:r>
      <w:r w:rsidR="003A6D8D">
        <w:t>’</w:t>
      </w:r>
      <w:r w:rsidRPr="003A0BBB">
        <w:t>asseoir sur une chaise offerte par la bonne du petit buffet</w:t>
      </w:r>
      <w:r w:rsidR="003A6D8D">
        <w:t xml:space="preserve">. </w:t>
      </w:r>
      <w:r w:rsidRPr="003A0BBB">
        <w:t>Mais je ne pouvais tenir en place</w:t>
      </w:r>
      <w:r w:rsidR="003A6D8D">
        <w:t xml:space="preserve">. </w:t>
      </w:r>
      <w:r w:rsidRPr="003A0BBB">
        <w:t>Neuf heures</w:t>
      </w:r>
      <w:r w:rsidR="003A6D8D">
        <w:t xml:space="preserve">… </w:t>
      </w:r>
      <w:r w:rsidRPr="003A0BBB">
        <w:t>Vingt-sept minutes encore</w:t>
      </w:r>
      <w:r w:rsidR="003A6D8D">
        <w:t xml:space="preserve"> !… </w:t>
      </w:r>
      <w:r w:rsidRPr="003A0BBB">
        <w:t>Moi pour qui</w:t>
      </w:r>
      <w:r w:rsidR="003A6D8D">
        <w:t xml:space="preserve">, </w:t>
      </w:r>
      <w:r w:rsidRPr="003A0BBB">
        <w:t>une semaine plus tôt</w:t>
      </w:r>
      <w:r w:rsidR="003A6D8D">
        <w:t xml:space="preserve">, </w:t>
      </w:r>
      <w:r w:rsidRPr="003A0BBB">
        <w:t>les années n</w:t>
      </w:r>
      <w:r w:rsidR="003A6D8D">
        <w:t>’</w:t>
      </w:r>
      <w:r w:rsidRPr="003A0BBB">
        <w:t>existaient pas plus que les mois et les jours</w:t>
      </w:r>
      <w:r w:rsidR="003A6D8D">
        <w:t xml:space="preserve">, </w:t>
      </w:r>
      <w:r w:rsidRPr="003A0BBB">
        <w:t>je crus que je n</w:t>
      </w:r>
      <w:r w:rsidR="003A6D8D">
        <w:t>’</w:t>
      </w:r>
      <w:r w:rsidRPr="003A0BBB">
        <w:t>arriverais jamais au bout de ces minutes-là</w:t>
      </w:r>
      <w:r w:rsidR="003A6D8D">
        <w:t>.</w:t>
      </w:r>
    </w:p>
    <w:p w14:paraId="381989A9" w14:textId="0337AE19" w:rsidR="008F7090" w:rsidRPr="003A0BBB" w:rsidRDefault="008F7090" w:rsidP="008F7090"/>
    <w:p w14:paraId="4A593FF7" w14:textId="77777777" w:rsidR="003A6D8D" w:rsidRDefault="008F7090" w:rsidP="008F7090">
      <w:r w:rsidRPr="003A0BBB">
        <w:lastRenderedPageBreak/>
        <w:t>Je me levai et me mis à marcher aussi posément que possible</w:t>
      </w:r>
      <w:r w:rsidR="003A6D8D">
        <w:t xml:space="preserve">, </w:t>
      </w:r>
      <w:r w:rsidRPr="003A0BBB">
        <w:t>allant jusqu</w:t>
      </w:r>
      <w:r w:rsidR="003A6D8D">
        <w:t>’</w:t>
      </w:r>
      <w:r w:rsidRPr="003A0BBB">
        <w:t>au bout du trottoir et revenant</w:t>
      </w:r>
      <w:r w:rsidR="003A6D8D">
        <w:t xml:space="preserve">, </w:t>
      </w:r>
      <w:r w:rsidRPr="003A0BBB">
        <w:t>jetant un regard anxieux sur la pendule</w:t>
      </w:r>
      <w:r w:rsidR="003A6D8D">
        <w:t xml:space="preserve">, </w:t>
      </w:r>
      <w:r w:rsidRPr="003A0BBB">
        <w:t>chaque fois que je passais devant elle</w:t>
      </w:r>
      <w:r w:rsidR="003A6D8D">
        <w:t xml:space="preserve">. </w:t>
      </w:r>
      <w:r w:rsidRPr="003A0BBB">
        <w:t>Neuf heures douze</w:t>
      </w:r>
      <w:r w:rsidR="003A6D8D">
        <w:t xml:space="preserve">. </w:t>
      </w:r>
      <w:r w:rsidRPr="003A0BBB">
        <w:t>Neuf heures seize</w:t>
      </w:r>
      <w:r w:rsidR="003A6D8D">
        <w:t xml:space="preserve">. </w:t>
      </w:r>
      <w:r w:rsidRPr="003A0BBB">
        <w:t>Neuf heures vingt</w:t>
      </w:r>
      <w:r w:rsidR="003A6D8D">
        <w:t xml:space="preserve">. </w:t>
      </w:r>
      <w:r w:rsidRPr="003A0BBB">
        <w:t>De l</w:t>
      </w:r>
      <w:r w:rsidR="003A6D8D">
        <w:t>’</w:t>
      </w:r>
      <w:r w:rsidRPr="003A0BBB">
        <w:t>autre côté de la voie</w:t>
      </w:r>
      <w:r w:rsidR="003A6D8D">
        <w:t xml:space="preserve">, </w:t>
      </w:r>
      <w:r w:rsidRPr="003A0BBB">
        <w:t>un vol de chardonnerets</w:t>
      </w:r>
      <w:r w:rsidR="003A6D8D">
        <w:t xml:space="preserve">, </w:t>
      </w:r>
      <w:r w:rsidRPr="003A0BBB">
        <w:t>s</w:t>
      </w:r>
      <w:r w:rsidR="003A6D8D">
        <w:t>’</w:t>
      </w:r>
      <w:r w:rsidRPr="003A0BBB">
        <w:t>abattant brusquement</w:t>
      </w:r>
      <w:r w:rsidR="003A6D8D">
        <w:t xml:space="preserve">, </w:t>
      </w:r>
      <w:r w:rsidRPr="003A0BBB">
        <w:t>venait de mettre en fête les buissons</w:t>
      </w:r>
      <w:r w:rsidR="003A6D8D">
        <w:t>.</w:t>
      </w:r>
    </w:p>
    <w:p w14:paraId="2866E9EB" w14:textId="77777777" w:rsidR="003A6D8D" w:rsidRDefault="003A6D8D" w:rsidP="008F7090">
      <w:r>
        <w:t>— </w:t>
      </w:r>
      <w:r w:rsidR="008F7090" w:rsidRPr="003A0BBB">
        <w:t xml:space="preserve">Le wagon des </w:t>
      </w:r>
      <w:r w:rsidR="008F7090" w:rsidRPr="003A0BBB">
        <w:rPr>
          <w:i/>
          <w:iCs/>
        </w:rPr>
        <w:t>premières</w:t>
      </w:r>
      <w:r w:rsidR="008F7090" w:rsidRPr="003A0BBB">
        <w:t xml:space="preserve"> s</w:t>
      </w:r>
      <w:r>
        <w:t>’</w:t>
      </w:r>
      <w:r w:rsidR="008F7090" w:rsidRPr="003A0BBB">
        <w:t>arrête à hauteur de la lampisterie</w:t>
      </w:r>
      <w:r>
        <w:t xml:space="preserve">, </w:t>
      </w:r>
      <w:r w:rsidR="008F7090" w:rsidRPr="003A0BBB">
        <w:t>me dit obligeamment l</w:t>
      </w:r>
      <w:r>
        <w:t>’</w:t>
      </w:r>
      <w:r w:rsidR="008F7090" w:rsidRPr="003A0BBB">
        <w:t>homme d</w:t>
      </w:r>
      <w:r>
        <w:t>’</w:t>
      </w:r>
      <w:r w:rsidR="008F7090" w:rsidRPr="003A0BBB">
        <w:t>équipe</w:t>
      </w:r>
      <w:r>
        <w:t>.</w:t>
      </w:r>
    </w:p>
    <w:p w14:paraId="26115C3E" w14:textId="77777777" w:rsidR="003A6D8D" w:rsidRDefault="008F7090" w:rsidP="008F7090">
      <w:r w:rsidRPr="003A0BBB">
        <w:t>Neuf heures vingt-cinq</w:t>
      </w:r>
      <w:r w:rsidR="003A6D8D">
        <w:t xml:space="preserve"> ! </w:t>
      </w:r>
      <w:r w:rsidRPr="003A0BBB">
        <w:t>Soudain</w:t>
      </w:r>
      <w:r w:rsidR="003A6D8D">
        <w:t xml:space="preserve">, </w:t>
      </w:r>
      <w:r w:rsidRPr="003A0BBB">
        <w:t>mon cœur alourdi me parut devenir plus pesant encore</w:t>
      </w:r>
      <w:r w:rsidR="003A6D8D">
        <w:t xml:space="preserve">. </w:t>
      </w:r>
      <w:r w:rsidRPr="003A0BBB">
        <w:t>En même temps retentissait</w:t>
      </w:r>
      <w:r w:rsidR="003A6D8D">
        <w:t xml:space="preserve">, </w:t>
      </w:r>
      <w:r w:rsidRPr="003A0BBB">
        <w:t>métallique</w:t>
      </w:r>
      <w:r w:rsidR="003A6D8D">
        <w:t xml:space="preserve">, </w:t>
      </w:r>
      <w:r w:rsidRPr="003A0BBB">
        <w:t>saccadée</w:t>
      </w:r>
      <w:r w:rsidR="003A6D8D">
        <w:t xml:space="preserve">, </w:t>
      </w:r>
      <w:r w:rsidRPr="003A0BBB">
        <w:t>une sonnerie qui n</w:t>
      </w:r>
      <w:r w:rsidR="003A6D8D">
        <w:t>’</w:t>
      </w:r>
      <w:r w:rsidRPr="003A0BBB">
        <w:t>en finissait plus</w:t>
      </w:r>
      <w:r w:rsidR="003A6D8D">
        <w:t xml:space="preserve">. </w:t>
      </w:r>
      <w:r w:rsidRPr="003A0BBB">
        <w:t>Au-dessus des arbres</w:t>
      </w:r>
      <w:r w:rsidR="003A6D8D">
        <w:t xml:space="preserve">, </w:t>
      </w:r>
      <w:r w:rsidRPr="003A0BBB">
        <w:t>à trois cents mètres à peine</w:t>
      </w:r>
      <w:r w:rsidR="003A6D8D">
        <w:t xml:space="preserve">, </w:t>
      </w:r>
      <w:r w:rsidRPr="003A0BBB">
        <w:t>deux énormes volutes de fumée blanche surgirent et se mirent à courir</w:t>
      </w:r>
      <w:r w:rsidR="003A6D8D">
        <w:t>.</w:t>
      </w:r>
    </w:p>
    <w:p w14:paraId="108A39CF" w14:textId="77777777" w:rsidR="003A6D8D" w:rsidRDefault="003A6D8D" w:rsidP="008F7090">
      <w:r>
        <w:t>— </w:t>
      </w:r>
      <w:r w:rsidR="008F7090" w:rsidRPr="003A0BBB">
        <w:t>Attention</w:t>
      </w:r>
      <w:r>
        <w:t xml:space="preserve"> ! </w:t>
      </w:r>
      <w:r w:rsidR="008F7090" w:rsidRPr="003A0BBB">
        <w:t>Reculez-vous</w:t>
      </w:r>
      <w:r>
        <w:t> !</w:t>
      </w:r>
    </w:p>
    <w:p w14:paraId="09DA0D29" w14:textId="77777777" w:rsidR="003A6D8D" w:rsidRDefault="008F7090" w:rsidP="008F7090">
      <w:r w:rsidRPr="003A0BBB">
        <w:t>Déjà deux ou trois portières de gens pressés commençaient à s</w:t>
      </w:r>
      <w:r w:rsidR="003A6D8D">
        <w:t>’</w:t>
      </w:r>
      <w:r w:rsidRPr="003A0BBB">
        <w:t>ouvrir au flanc du train qui pénétrait en gare à toute allure</w:t>
      </w:r>
      <w:r w:rsidR="003A6D8D">
        <w:t xml:space="preserve">. </w:t>
      </w:r>
      <w:r w:rsidRPr="003A0BBB">
        <w:t>Il arrivait avec une telle vitesse que j</w:t>
      </w:r>
      <w:r w:rsidR="003A6D8D">
        <w:t>’</w:t>
      </w:r>
      <w:r w:rsidRPr="003A0BBB">
        <w:t>eus une seconde d</w:t>
      </w:r>
      <w:r w:rsidR="003A6D8D">
        <w:t>’</w:t>
      </w:r>
      <w:r w:rsidRPr="003A0BBB">
        <w:t>angoisse en me demandant s</w:t>
      </w:r>
      <w:r w:rsidR="003A6D8D">
        <w:t>’</w:t>
      </w:r>
      <w:r w:rsidRPr="003A0BBB">
        <w:t>il allait lui être possible de s</w:t>
      </w:r>
      <w:r w:rsidR="003A6D8D">
        <w:t>’</w:t>
      </w:r>
      <w:r w:rsidRPr="003A0BBB">
        <w:t>arrêter</w:t>
      </w:r>
      <w:r w:rsidR="003A6D8D">
        <w:t>.</w:t>
      </w:r>
    </w:p>
    <w:p w14:paraId="0D0392C8" w14:textId="21D88103" w:rsidR="008F7090" w:rsidRPr="003A0BBB" w:rsidRDefault="008F7090" w:rsidP="003A6D8D">
      <w:pPr>
        <w:pStyle w:val="Titre1"/>
        <w:rPr>
          <w:rFonts w:cs="Georgia"/>
        </w:rPr>
      </w:pPr>
      <w:bookmarkStart w:id="6" w:name="_Toc196328807"/>
      <w:r w:rsidRPr="003A0BBB">
        <w:rPr>
          <w:rFonts w:cs="Georgia"/>
        </w:rPr>
        <w:lastRenderedPageBreak/>
        <w:t>VI</w:t>
      </w:r>
      <w:bookmarkEnd w:id="6"/>
    </w:p>
    <w:p w14:paraId="77F66754" w14:textId="77777777" w:rsidR="003A6D8D" w:rsidRDefault="008F7090" w:rsidP="008F7090">
      <w:r w:rsidRPr="003A0BBB">
        <w:t>Un à un</w:t>
      </w:r>
      <w:r w:rsidR="003A6D8D">
        <w:t xml:space="preserve">, </w:t>
      </w:r>
      <w:r w:rsidRPr="003A0BBB">
        <w:t>les rares voyageurs qui venaient de descendre sortirent de la gare</w:t>
      </w:r>
      <w:r w:rsidR="003A6D8D">
        <w:t xml:space="preserve">. </w:t>
      </w:r>
      <w:r w:rsidRPr="003A0BBB">
        <w:t>Il ne resta plus qu</w:t>
      </w:r>
      <w:r w:rsidR="003A6D8D">
        <w:t>’</w:t>
      </w:r>
      <w:r w:rsidRPr="003A0BBB">
        <w:t>une vieille paysanne se lamentant après son billet égaré</w:t>
      </w:r>
      <w:r w:rsidR="003A6D8D">
        <w:t xml:space="preserve">. </w:t>
      </w:r>
      <w:r w:rsidRPr="003A0BBB">
        <w:t>Reprenant sa course grondante</w:t>
      </w:r>
      <w:r w:rsidR="003A6D8D">
        <w:t xml:space="preserve">, </w:t>
      </w:r>
      <w:r w:rsidRPr="003A0BBB">
        <w:t>le train avait déjà disparu</w:t>
      </w:r>
      <w:r w:rsidR="003A6D8D">
        <w:t>.</w:t>
      </w:r>
    </w:p>
    <w:p w14:paraId="343C75F4" w14:textId="77777777" w:rsidR="003A6D8D" w:rsidRDefault="008F7090" w:rsidP="008F7090">
      <w:r w:rsidRPr="003A0BBB">
        <w:t>Finalement</w:t>
      </w:r>
      <w:r w:rsidR="003A6D8D">
        <w:t xml:space="preserve">, </w:t>
      </w:r>
      <w:r w:rsidRPr="003A0BBB">
        <w:t>je demeurai seule sur le quai</w:t>
      </w:r>
      <w:r w:rsidR="003A6D8D">
        <w:t xml:space="preserve">, </w:t>
      </w:r>
      <w:r w:rsidRPr="003A0BBB">
        <w:t>assez inquiète et désappointée</w:t>
      </w:r>
      <w:r w:rsidR="003A6D8D">
        <w:t>.</w:t>
      </w:r>
    </w:p>
    <w:p w14:paraId="3FCAA055" w14:textId="77777777" w:rsidR="003A6D8D" w:rsidRDefault="003A6D8D" w:rsidP="008F7090">
      <w:r>
        <w:t>— </w:t>
      </w:r>
      <w:r w:rsidR="008F7090" w:rsidRPr="003A0BBB">
        <w:t>Mademoiselle aura manqué le chemin de fer</w:t>
      </w:r>
      <w:r>
        <w:t xml:space="preserve">, </w:t>
      </w:r>
      <w:r w:rsidR="008F7090" w:rsidRPr="003A0BBB">
        <w:t>dit le chauffeur qui venait aux nouvelles</w:t>
      </w:r>
      <w:r>
        <w:t>.</w:t>
      </w:r>
    </w:p>
    <w:p w14:paraId="5020094C" w14:textId="77777777" w:rsidR="003A6D8D" w:rsidRDefault="003A6D8D" w:rsidP="008F7090">
      <w:r>
        <w:t>— </w:t>
      </w:r>
      <w:r w:rsidR="008F7090" w:rsidRPr="003A0BBB">
        <w:t>Cela m</w:t>
      </w:r>
      <w:r>
        <w:t>’</w:t>
      </w:r>
      <w:r w:rsidR="008F7090" w:rsidRPr="003A0BBB">
        <w:t>étonne</w:t>
      </w:r>
      <w:r>
        <w:t xml:space="preserve">, </w:t>
      </w:r>
      <w:r w:rsidR="008F7090" w:rsidRPr="003A0BBB">
        <w:t>Henri</w:t>
      </w:r>
      <w:r>
        <w:t xml:space="preserve">. </w:t>
      </w:r>
      <w:r w:rsidR="008F7090" w:rsidRPr="003A0BBB">
        <w:t>Elle aurait télégraphié</w:t>
      </w:r>
      <w:r>
        <w:t>.</w:t>
      </w:r>
    </w:p>
    <w:p w14:paraId="5302A4BC" w14:textId="77777777" w:rsidR="003A6D8D" w:rsidRDefault="003A6D8D" w:rsidP="008F7090">
      <w:r>
        <w:t>— </w:t>
      </w:r>
      <w:r w:rsidR="008F7090" w:rsidRPr="003A0BBB">
        <w:t>Elle l</w:t>
      </w:r>
      <w:r>
        <w:t>’</w:t>
      </w:r>
      <w:r w:rsidR="008F7090" w:rsidRPr="003A0BBB">
        <w:t>a peut-être fait</w:t>
      </w:r>
      <w:r>
        <w:t xml:space="preserve">, </w:t>
      </w:r>
      <w:r w:rsidR="008F7090" w:rsidRPr="003A0BBB">
        <w:t>Madame</w:t>
      </w:r>
      <w:r>
        <w:t xml:space="preserve">. </w:t>
      </w:r>
      <w:r w:rsidR="008F7090" w:rsidRPr="003A0BBB">
        <w:t>Mais hier soir</w:t>
      </w:r>
      <w:r>
        <w:t xml:space="preserve">, </w:t>
      </w:r>
      <w:r w:rsidR="008F7090" w:rsidRPr="003A0BBB">
        <w:t>c</w:t>
      </w:r>
      <w:r>
        <w:t>’</w:t>
      </w:r>
      <w:r w:rsidR="008F7090" w:rsidRPr="003A0BBB">
        <w:t>était trop tard</w:t>
      </w:r>
      <w:r>
        <w:t xml:space="preserve">, </w:t>
      </w:r>
      <w:r w:rsidR="008F7090" w:rsidRPr="003A0BBB">
        <w:t>et le matin le bureau de poste ne s</w:t>
      </w:r>
      <w:r>
        <w:t>’</w:t>
      </w:r>
      <w:r w:rsidR="008F7090" w:rsidRPr="003A0BBB">
        <w:t>ouvre qu</w:t>
      </w:r>
      <w:r>
        <w:t>’</w:t>
      </w:r>
      <w:r w:rsidR="008F7090" w:rsidRPr="003A0BBB">
        <w:t>à huit heures</w:t>
      </w:r>
      <w:r>
        <w:t xml:space="preserve">. </w:t>
      </w:r>
      <w:r w:rsidR="008F7090" w:rsidRPr="003A0BBB">
        <w:t>On est passé devant en venant</w:t>
      </w:r>
      <w:r>
        <w:t xml:space="preserve">. </w:t>
      </w:r>
      <w:r w:rsidR="008F7090" w:rsidRPr="003A0BBB">
        <w:t>C</w:t>
      </w:r>
      <w:r>
        <w:t>’</w:t>
      </w:r>
      <w:r w:rsidR="008F7090" w:rsidRPr="003A0BBB">
        <w:t>est dommage qu</w:t>
      </w:r>
      <w:r>
        <w:t>’</w:t>
      </w:r>
      <w:r w:rsidR="008F7090" w:rsidRPr="003A0BBB">
        <w:t>on n</w:t>
      </w:r>
      <w:r>
        <w:t>’</w:t>
      </w:r>
      <w:r w:rsidR="008F7090" w:rsidRPr="003A0BBB">
        <w:t>ait pas eu l</w:t>
      </w:r>
      <w:r>
        <w:t>’</w:t>
      </w:r>
      <w:r w:rsidR="008F7090" w:rsidRPr="003A0BBB">
        <w:t>idée de s</w:t>
      </w:r>
      <w:r>
        <w:t>’</w:t>
      </w:r>
      <w:r w:rsidR="008F7090" w:rsidRPr="003A0BBB">
        <w:t>arrêter</w:t>
      </w:r>
      <w:r>
        <w:t>.</w:t>
      </w:r>
    </w:p>
    <w:p w14:paraId="0A7D13FB" w14:textId="77777777" w:rsidR="003A6D8D" w:rsidRDefault="003A6D8D" w:rsidP="008F7090">
      <w:r>
        <w:t>— </w:t>
      </w:r>
      <w:r w:rsidR="008F7090" w:rsidRPr="003A0BBB">
        <w:t>C</w:t>
      </w:r>
      <w:r>
        <w:t>’</w:t>
      </w:r>
      <w:r w:rsidR="008F7090" w:rsidRPr="003A0BBB">
        <w:t>est ce que nous allons faire en revenant</w:t>
      </w:r>
      <w:r>
        <w:t>.</w:t>
      </w:r>
    </w:p>
    <w:p w14:paraId="3237FAB5" w14:textId="77777777" w:rsidR="003A6D8D" w:rsidRDefault="008F7090" w:rsidP="008F7090">
      <w:r w:rsidRPr="003A0BBB">
        <w:t>À la poste</w:t>
      </w:r>
      <w:r w:rsidR="003A6D8D">
        <w:t xml:space="preserve">, </w:t>
      </w:r>
      <w:r w:rsidRPr="003A0BBB">
        <w:t>on n</w:t>
      </w:r>
      <w:r w:rsidR="003A6D8D">
        <w:t>’</w:t>
      </w:r>
      <w:r w:rsidRPr="003A0BBB">
        <w:t>avait reçu aucune dépêche</w:t>
      </w:r>
      <w:r w:rsidR="003A6D8D">
        <w:t>.</w:t>
      </w:r>
    </w:p>
    <w:p w14:paraId="2FD0D022" w14:textId="77777777" w:rsidR="003A6D8D" w:rsidRDefault="003A6D8D" w:rsidP="008F7090">
      <w:r>
        <w:t>— </w:t>
      </w:r>
      <w:r w:rsidR="008F7090" w:rsidRPr="003A0BBB">
        <w:t>Vous allez me ramener à Maguelonne</w:t>
      </w:r>
      <w:r>
        <w:t xml:space="preserve">, </w:t>
      </w:r>
      <w:r w:rsidR="008F7090" w:rsidRPr="003A0BBB">
        <w:t>dis-je à Henri</w:t>
      </w:r>
      <w:r>
        <w:t xml:space="preserve">. </w:t>
      </w:r>
      <w:r w:rsidR="008F7090" w:rsidRPr="003A0BBB">
        <w:t>Puis</w:t>
      </w:r>
      <w:r>
        <w:t xml:space="preserve">, </w:t>
      </w:r>
      <w:r w:rsidR="008F7090" w:rsidRPr="003A0BBB">
        <w:t>au retour</w:t>
      </w:r>
      <w:r>
        <w:t xml:space="preserve">, </w:t>
      </w:r>
      <w:r w:rsidR="008F7090" w:rsidRPr="003A0BBB">
        <w:t>vous irez de nouveau à la poste</w:t>
      </w:r>
      <w:r>
        <w:t xml:space="preserve">. </w:t>
      </w:r>
      <w:r w:rsidR="008F7090" w:rsidRPr="003A0BBB">
        <w:t>Si un télégramme arrive dans la journée</w:t>
      </w:r>
      <w:r>
        <w:t xml:space="preserve">, </w:t>
      </w:r>
      <w:r w:rsidR="008F7090" w:rsidRPr="003A0BBB">
        <w:t>vous me le porterez immédiatement vous-même</w:t>
      </w:r>
      <w:r>
        <w:t>.</w:t>
      </w:r>
    </w:p>
    <w:p w14:paraId="7C67C1BB" w14:textId="77777777" w:rsidR="003A6D8D" w:rsidRDefault="003A6D8D" w:rsidP="008F7090">
      <w:r>
        <w:t>— </w:t>
      </w:r>
      <w:r w:rsidR="008F7090" w:rsidRPr="003A0BBB">
        <w:t>C</w:t>
      </w:r>
      <w:r>
        <w:t>’</w:t>
      </w:r>
      <w:r w:rsidR="008F7090" w:rsidRPr="003A0BBB">
        <w:t>est entendu</w:t>
      </w:r>
      <w:r>
        <w:t xml:space="preserve">, </w:t>
      </w:r>
      <w:r w:rsidR="008F7090" w:rsidRPr="003A0BBB">
        <w:t>Madame</w:t>
      </w:r>
      <w:r>
        <w:t>.</w:t>
      </w:r>
    </w:p>
    <w:p w14:paraId="5688BF2F" w14:textId="77777777" w:rsidR="003A6D8D" w:rsidRDefault="008F7090" w:rsidP="008F7090">
      <w:r w:rsidRPr="003A0BBB">
        <w:t>En dix minutes</w:t>
      </w:r>
      <w:r w:rsidR="003A6D8D">
        <w:t xml:space="preserve">, </w:t>
      </w:r>
      <w:r w:rsidRPr="003A0BBB">
        <w:t>nous fûmes de retour</w:t>
      </w:r>
      <w:r w:rsidR="003A6D8D">
        <w:t xml:space="preserve">. </w:t>
      </w:r>
      <w:r w:rsidRPr="003A0BBB">
        <w:t>De loin</w:t>
      </w:r>
      <w:r w:rsidR="003A6D8D">
        <w:t xml:space="preserve">, </w:t>
      </w:r>
      <w:r w:rsidRPr="003A0BBB">
        <w:t>j</w:t>
      </w:r>
      <w:r w:rsidR="003A6D8D">
        <w:t>’</w:t>
      </w:r>
      <w:r w:rsidRPr="003A0BBB">
        <w:t>aperçus Maria</w:t>
      </w:r>
      <w:r w:rsidR="003A6D8D">
        <w:t xml:space="preserve">, </w:t>
      </w:r>
      <w:r w:rsidRPr="003A0BBB">
        <w:t>sur le chemin</w:t>
      </w:r>
      <w:r w:rsidR="003A6D8D">
        <w:t xml:space="preserve">, </w:t>
      </w:r>
      <w:r w:rsidRPr="003A0BBB">
        <w:t>devant la grille ouverte</w:t>
      </w:r>
      <w:r w:rsidR="003A6D8D">
        <w:t>.</w:t>
      </w:r>
    </w:p>
    <w:p w14:paraId="4E54BA27" w14:textId="77777777" w:rsidR="003A6D8D" w:rsidRDefault="003A6D8D" w:rsidP="008F7090">
      <w:r>
        <w:t>— </w:t>
      </w:r>
      <w:r w:rsidR="008F7090" w:rsidRPr="003A0BBB">
        <w:t>Madame</w:t>
      </w:r>
      <w:r>
        <w:t xml:space="preserve"> ! </w:t>
      </w:r>
      <w:r w:rsidR="008F7090" w:rsidRPr="003A0BBB">
        <w:t>Madame</w:t>
      </w:r>
      <w:r>
        <w:t> !</w:t>
      </w:r>
    </w:p>
    <w:p w14:paraId="09C5C1CB" w14:textId="77777777" w:rsidR="003A6D8D" w:rsidRDefault="003A6D8D" w:rsidP="008F7090">
      <w:r>
        <w:t>— </w:t>
      </w:r>
      <w:r w:rsidR="008F7090" w:rsidRPr="003A0BBB">
        <w:t>Eh bien</w:t>
      </w:r>
      <w:r>
        <w:t> ?</w:t>
      </w:r>
    </w:p>
    <w:p w14:paraId="09CAD783" w14:textId="77777777" w:rsidR="003A6D8D" w:rsidRDefault="003A6D8D" w:rsidP="008F7090">
      <w:r>
        <w:lastRenderedPageBreak/>
        <w:t>— </w:t>
      </w:r>
      <w:r w:rsidR="008F7090" w:rsidRPr="003A0BBB">
        <w:t>Ils sont arrivés</w:t>
      </w:r>
      <w:r>
        <w:t>.</w:t>
      </w:r>
    </w:p>
    <w:p w14:paraId="1F9D5FFC" w14:textId="77777777" w:rsidR="003A6D8D" w:rsidRDefault="003A6D8D" w:rsidP="008F7090">
      <w:r>
        <w:t>— </w:t>
      </w:r>
      <w:r w:rsidR="008F7090" w:rsidRPr="003A0BBB">
        <w:t>Qui</w:t>
      </w:r>
      <w:r>
        <w:t> ?</w:t>
      </w:r>
    </w:p>
    <w:p w14:paraId="60FE18F7" w14:textId="77777777" w:rsidR="003A6D8D" w:rsidRDefault="003A6D8D" w:rsidP="008F7090">
      <w:r>
        <w:t>— </w:t>
      </w:r>
      <w:r w:rsidR="008F7090" w:rsidRPr="003A0BBB">
        <w:t>Mademoiselle et Monsieur</w:t>
      </w:r>
      <w:r>
        <w:t>.</w:t>
      </w:r>
    </w:p>
    <w:p w14:paraId="0C7A3A5E" w14:textId="77777777" w:rsidR="003A6D8D" w:rsidRDefault="003A6D8D" w:rsidP="008F7090">
      <w:r>
        <w:t>— </w:t>
      </w:r>
      <w:r w:rsidR="008F7090" w:rsidRPr="003A0BBB">
        <w:t>Ils sont venus en automobile</w:t>
      </w:r>
      <w:r>
        <w:t xml:space="preserve">, </w:t>
      </w:r>
      <w:r w:rsidR="008F7090" w:rsidRPr="003A0BBB">
        <w:t>dit Henri</w:t>
      </w:r>
      <w:r>
        <w:t xml:space="preserve">. </w:t>
      </w:r>
      <w:r w:rsidR="008F7090" w:rsidRPr="003A0BBB">
        <w:t>Depuis le tournant de la route de Mende</w:t>
      </w:r>
      <w:r>
        <w:t xml:space="preserve">, </w:t>
      </w:r>
      <w:r w:rsidR="008F7090" w:rsidRPr="003A0BBB">
        <w:t>j</w:t>
      </w:r>
      <w:r>
        <w:t>’</w:t>
      </w:r>
      <w:r w:rsidR="008F7090" w:rsidRPr="003A0BBB">
        <w:t>ai remarqué des traces de pneus que je ne connais pas et qui n</w:t>
      </w:r>
      <w:r>
        <w:t>’</w:t>
      </w:r>
      <w:r w:rsidR="008F7090" w:rsidRPr="003A0BBB">
        <w:t>y étaient pas tout à l</w:t>
      </w:r>
      <w:r>
        <w:t>’</w:t>
      </w:r>
      <w:r w:rsidR="008F7090" w:rsidRPr="003A0BBB">
        <w:t>heure</w:t>
      </w:r>
      <w:r>
        <w:t xml:space="preserve">. </w:t>
      </w:r>
      <w:r w:rsidR="008F7090" w:rsidRPr="003A0BBB">
        <w:t>J</w:t>
      </w:r>
      <w:r>
        <w:t>’</w:t>
      </w:r>
      <w:r w:rsidR="008F7090" w:rsidRPr="003A0BBB">
        <w:t>aurais dû me douter de la chose et rassurer Madame</w:t>
      </w:r>
      <w:r>
        <w:t>.</w:t>
      </w:r>
    </w:p>
    <w:p w14:paraId="3C1D9F32" w14:textId="77777777" w:rsidR="003A6D8D" w:rsidRDefault="008F7090" w:rsidP="008F7090">
      <w:r w:rsidRPr="003A0BBB">
        <w:t>Je gagnai rapidement la maison</w:t>
      </w:r>
      <w:r w:rsidR="003A6D8D">
        <w:t xml:space="preserve">. </w:t>
      </w:r>
      <w:r w:rsidRPr="003A0BBB">
        <w:t>La petite bonne galopait à mon côté dans l</w:t>
      </w:r>
      <w:r w:rsidR="003A6D8D">
        <w:t>’</w:t>
      </w:r>
      <w:r w:rsidRPr="003A0BBB">
        <w:t>allée</w:t>
      </w:r>
      <w:r w:rsidR="003A6D8D">
        <w:t>.</w:t>
      </w:r>
    </w:p>
    <w:p w14:paraId="2714DED5" w14:textId="77777777" w:rsidR="003A6D8D" w:rsidRDefault="003A6D8D" w:rsidP="008F7090">
      <w:r>
        <w:t>— </w:t>
      </w:r>
      <w:r w:rsidR="008F7090" w:rsidRPr="003A0BBB">
        <w:t>Ils sont arrivés vers huit heures et demie</w:t>
      </w:r>
      <w:r>
        <w:t xml:space="preserve">, </w:t>
      </w:r>
      <w:r w:rsidR="008F7090" w:rsidRPr="003A0BBB">
        <w:t>tout de suite après le départ de Madame</w:t>
      </w:r>
      <w:r>
        <w:t xml:space="preserve">. </w:t>
      </w:r>
      <w:r w:rsidR="008F7090" w:rsidRPr="003A0BBB">
        <w:t>Si Madame pouvait savoir comme ils ont l</w:t>
      </w:r>
      <w:r>
        <w:t>’</w:t>
      </w:r>
      <w:r w:rsidR="008F7090" w:rsidRPr="003A0BBB">
        <w:t>air content</w:t>
      </w:r>
      <w:r>
        <w:t xml:space="preserve"> ! </w:t>
      </w:r>
      <w:r w:rsidR="008F7090" w:rsidRPr="003A0BBB">
        <w:t>Lui rit aux éclats</w:t>
      </w:r>
      <w:r>
        <w:t xml:space="preserve">, </w:t>
      </w:r>
      <w:r w:rsidR="008F7090" w:rsidRPr="003A0BBB">
        <w:t>Mademoiselle chante</w:t>
      </w:r>
      <w:r>
        <w:t xml:space="preserve">. </w:t>
      </w:r>
      <w:r w:rsidR="008F7090" w:rsidRPr="003A0BBB">
        <w:t>On dirait deux enfants</w:t>
      </w:r>
      <w:r>
        <w:t>.</w:t>
      </w:r>
    </w:p>
    <w:p w14:paraId="5774E54F" w14:textId="77777777" w:rsidR="003A6D8D" w:rsidRDefault="008F7090" w:rsidP="008F7090">
      <w:r w:rsidRPr="003A0BBB">
        <w:t>Elle tirait à demi un billet de vingt francs de la poche de son tablier</w:t>
      </w:r>
      <w:r w:rsidR="003A6D8D">
        <w:t>.</w:t>
      </w:r>
    </w:p>
    <w:p w14:paraId="73149A24" w14:textId="77777777" w:rsidR="003A6D8D" w:rsidRDefault="003A6D8D" w:rsidP="008F7090">
      <w:r>
        <w:t>— </w:t>
      </w:r>
      <w:r w:rsidR="008F7090" w:rsidRPr="003A0BBB">
        <w:t>Et Monsieur m</w:t>
      </w:r>
      <w:r>
        <w:t>’</w:t>
      </w:r>
      <w:r w:rsidR="008F7090" w:rsidRPr="003A0BBB">
        <w:t>a déjà donné cela</w:t>
      </w:r>
      <w:r>
        <w:t>.</w:t>
      </w:r>
    </w:p>
    <w:p w14:paraId="23C869B7" w14:textId="77777777" w:rsidR="003A6D8D" w:rsidRDefault="003A6D8D" w:rsidP="008F7090">
      <w:r>
        <w:t>— </w:t>
      </w:r>
      <w:r w:rsidR="008F7090" w:rsidRPr="003A0BBB">
        <w:t>Où sont-ils</w:t>
      </w:r>
      <w:r>
        <w:t xml:space="preserve">, </w:t>
      </w:r>
      <w:r w:rsidR="008F7090" w:rsidRPr="003A0BBB">
        <w:t>Maria</w:t>
      </w:r>
      <w:r>
        <w:t xml:space="preserve"> ? </w:t>
      </w:r>
      <w:r w:rsidR="008F7090" w:rsidRPr="003A0BBB">
        <w:t>Où sont-ils donc</w:t>
      </w:r>
      <w:r>
        <w:t> ?</w:t>
      </w:r>
    </w:p>
    <w:p w14:paraId="537A6E73" w14:textId="77777777" w:rsidR="003A6D8D" w:rsidRDefault="003A6D8D" w:rsidP="008F7090">
      <w:r>
        <w:t>— </w:t>
      </w:r>
      <w:r w:rsidR="008F7090" w:rsidRPr="003A0BBB">
        <w:t>Ah</w:t>
      </w:r>
      <w:r>
        <w:t xml:space="preserve"> ! </w:t>
      </w:r>
      <w:r w:rsidR="008F7090" w:rsidRPr="003A0BBB">
        <w:t>s</w:t>
      </w:r>
      <w:r>
        <w:t>’</w:t>
      </w:r>
      <w:r w:rsidR="008F7090" w:rsidRPr="003A0BBB">
        <w:t>ils étaient restés là</w:t>
      </w:r>
      <w:r>
        <w:t xml:space="preserve">, </w:t>
      </w:r>
      <w:r w:rsidR="008F7090" w:rsidRPr="003A0BBB">
        <w:t>Madame les entendrait</w:t>
      </w:r>
      <w:r>
        <w:t xml:space="preserve">, </w:t>
      </w:r>
      <w:r w:rsidR="008F7090" w:rsidRPr="003A0BBB">
        <w:t>bien sûr</w:t>
      </w:r>
      <w:r>
        <w:t xml:space="preserve">. </w:t>
      </w:r>
      <w:r w:rsidR="008F7090" w:rsidRPr="003A0BBB">
        <w:t>Je le lui ai déjà dit</w:t>
      </w:r>
      <w:r>
        <w:t xml:space="preserve"> : </w:t>
      </w:r>
      <w:r w:rsidR="008F7090" w:rsidRPr="003A0BBB">
        <w:t>ils ne cessent pas de chanter</w:t>
      </w:r>
      <w:r>
        <w:t xml:space="preserve">. </w:t>
      </w:r>
      <w:r w:rsidR="008F7090" w:rsidRPr="003A0BBB">
        <w:t>La grille était demeurée ouverte</w:t>
      </w:r>
      <w:r>
        <w:t xml:space="preserve">. </w:t>
      </w:r>
      <w:r w:rsidR="008F7090" w:rsidRPr="003A0BBB">
        <w:t>C</w:t>
      </w:r>
      <w:r>
        <w:t>’</w:t>
      </w:r>
      <w:r w:rsidR="008F7090" w:rsidRPr="003A0BBB">
        <w:t>était Mademoiselle qui conduisait l</w:t>
      </w:r>
      <w:r>
        <w:t>’</w:t>
      </w:r>
      <w:r w:rsidR="008F7090" w:rsidRPr="003A0BBB">
        <w:t>auto</w:t>
      </w:r>
      <w:r>
        <w:t xml:space="preserve">. </w:t>
      </w:r>
      <w:r w:rsidR="008F7090" w:rsidRPr="003A0BBB">
        <w:t>J</w:t>
      </w:r>
      <w:r>
        <w:t>’</w:t>
      </w:r>
      <w:r w:rsidR="008F7090" w:rsidRPr="003A0BBB">
        <w:t>ai entendu un grondement terrible</w:t>
      </w:r>
      <w:r>
        <w:t xml:space="preserve">. </w:t>
      </w:r>
      <w:r w:rsidR="008F7090" w:rsidRPr="003A0BBB">
        <w:t>Tout de suite</w:t>
      </w:r>
      <w:r>
        <w:t xml:space="preserve">, </w:t>
      </w:r>
      <w:r w:rsidR="008F7090" w:rsidRPr="003A0BBB">
        <w:t>j</w:t>
      </w:r>
      <w:r>
        <w:t>’</w:t>
      </w:r>
      <w:r w:rsidR="008F7090" w:rsidRPr="003A0BBB">
        <w:t>ai deviné que c</w:t>
      </w:r>
      <w:r>
        <w:t>’</w:t>
      </w:r>
      <w:r w:rsidR="008F7090" w:rsidRPr="003A0BBB">
        <w:t>était eux</w:t>
      </w:r>
      <w:r>
        <w:t xml:space="preserve">, </w:t>
      </w:r>
      <w:r w:rsidR="008F7090" w:rsidRPr="003A0BBB">
        <w:t>parce que</w:t>
      </w:r>
      <w:r>
        <w:t xml:space="preserve">, </w:t>
      </w:r>
      <w:r w:rsidR="008F7090" w:rsidRPr="003A0BBB">
        <w:t>dans tout le pays</w:t>
      </w:r>
      <w:r>
        <w:t xml:space="preserve">, </w:t>
      </w:r>
      <w:r w:rsidR="008F7090" w:rsidRPr="003A0BBB">
        <w:t>il n</w:t>
      </w:r>
      <w:r>
        <w:t>’</w:t>
      </w:r>
      <w:r w:rsidR="008F7090" w:rsidRPr="003A0BBB">
        <w:t>y a pas une voiture qui fasse un bruit pareil</w:t>
      </w:r>
      <w:r>
        <w:t xml:space="preserve">. </w:t>
      </w:r>
      <w:r w:rsidR="008F7090" w:rsidRPr="003A0BBB">
        <w:t>À peine ai-je eu le temps de sortir sur le perron</w:t>
      </w:r>
      <w:r>
        <w:t xml:space="preserve">. </w:t>
      </w:r>
      <w:r w:rsidR="008F7090" w:rsidRPr="003A0BBB">
        <w:t>Ils avaient déjà sauté hors de l</w:t>
      </w:r>
      <w:r>
        <w:t>’</w:t>
      </w:r>
      <w:r w:rsidR="008F7090" w:rsidRPr="003A0BBB">
        <w:t>automobile</w:t>
      </w:r>
      <w:r>
        <w:t xml:space="preserve">. </w:t>
      </w:r>
      <w:r w:rsidR="008F7090" w:rsidRPr="003A0BBB">
        <w:t>Mademoiselle vous réclamant à cor et à cri</w:t>
      </w:r>
      <w:r>
        <w:t xml:space="preserve">, </w:t>
      </w:r>
      <w:r w:rsidR="008F7090" w:rsidRPr="003A0BBB">
        <w:t>Monsieur s</w:t>
      </w:r>
      <w:r>
        <w:t>’</w:t>
      </w:r>
      <w:r w:rsidR="008F7090" w:rsidRPr="003A0BBB">
        <w:t>extasiant sur tout</w:t>
      </w:r>
      <w:r>
        <w:t xml:space="preserve">. </w:t>
      </w:r>
      <w:r w:rsidR="008F7090" w:rsidRPr="003A0BBB">
        <w:t>Madame sait</w:t>
      </w:r>
      <w:r>
        <w:t xml:space="preserve">, </w:t>
      </w:r>
      <w:r w:rsidR="008F7090" w:rsidRPr="003A0BBB">
        <w:t>il paraît très jeune</w:t>
      </w:r>
      <w:r>
        <w:t xml:space="preserve">, </w:t>
      </w:r>
      <w:r w:rsidR="008F7090" w:rsidRPr="003A0BBB">
        <w:t>et comme il est joli garçon</w:t>
      </w:r>
      <w:r>
        <w:t> !…</w:t>
      </w:r>
    </w:p>
    <w:p w14:paraId="6D8372B0" w14:textId="77777777" w:rsidR="003A6D8D" w:rsidRDefault="003A6D8D" w:rsidP="008F7090">
      <w:r>
        <w:lastRenderedPageBreak/>
        <w:t>— </w:t>
      </w:r>
      <w:r w:rsidR="008F7090" w:rsidRPr="003A0BBB">
        <w:t>Mais</w:t>
      </w:r>
      <w:r>
        <w:t xml:space="preserve">, </w:t>
      </w:r>
      <w:r w:rsidR="008F7090" w:rsidRPr="003A0BBB">
        <w:t>encore une fois</w:t>
      </w:r>
      <w:r>
        <w:t xml:space="preserve">, </w:t>
      </w:r>
      <w:r w:rsidR="008F7090" w:rsidRPr="003A0BBB">
        <w:t>où sont-ils</w:t>
      </w:r>
      <w:r>
        <w:t> ?</w:t>
      </w:r>
    </w:p>
    <w:p w14:paraId="6352779A" w14:textId="77777777" w:rsidR="003A6D8D" w:rsidRDefault="008F7090" w:rsidP="008F7090">
      <w:r w:rsidRPr="003A0BBB">
        <w:t>Maria eut un geste pour désigner les bois alentour</w:t>
      </w:r>
      <w:r w:rsidR="003A6D8D">
        <w:t>.</w:t>
      </w:r>
    </w:p>
    <w:p w14:paraId="773C27EF" w14:textId="77777777" w:rsidR="003A6D8D" w:rsidRDefault="003A6D8D" w:rsidP="008F7090">
      <w:r>
        <w:t>— </w:t>
      </w:r>
      <w:proofErr w:type="spellStart"/>
      <w:r w:rsidR="008F7090" w:rsidRPr="003A0BBB">
        <w:t>Par là</w:t>
      </w:r>
      <w:proofErr w:type="spellEnd"/>
      <w:r>
        <w:t xml:space="preserve">, </w:t>
      </w:r>
      <w:r w:rsidR="008F7090" w:rsidRPr="003A0BBB">
        <w:t>déjà dans la montagne</w:t>
      </w:r>
      <w:r>
        <w:t xml:space="preserve">. </w:t>
      </w:r>
      <w:r w:rsidR="008F7090" w:rsidRPr="003A0BBB">
        <w:t>Il n</w:t>
      </w:r>
      <w:r>
        <w:t>’</w:t>
      </w:r>
      <w:r w:rsidR="008F7090" w:rsidRPr="003A0BBB">
        <w:t>y a pas dix minutes</w:t>
      </w:r>
      <w:r>
        <w:t xml:space="preserve">, </w:t>
      </w:r>
      <w:r w:rsidR="008F7090" w:rsidRPr="003A0BBB">
        <w:t>on les entendait encore s</w:t>
      </w:r>
      <w:r>
        <w:t>’</w:t>
      </w:r>
      <w:r w:rsidR="008F7090" w:rsidRPr="003A0BBB">
        <w:t>appeler</w:t>
      </w:r>
      <w:r>
        <w:t xml:space="preserve">. </w:t>
      </w:r>
      <w:r w:rsidR="008F7090" w:rsidRPr="003A0BBB">
        <w:t>Ils ont commencé par faire le tour du jardin et de la maison au grand galop</w:t>
      </w:r>
      <w:r>
        <w:t xml:space="preserve">. </w:t>
      </w:r>
      <w:r w:rsidR="008F7090" w:rsidRPr="003A0BBB">
        <w:t>Mademoiselle m</w:t>
      </w:r>
      <w:r>
        <w:t>’</w:t>
      </w:r>
      <w:r w:rsidR="008F7090" w:rsidRPr="003A0BBB">
        <w:t>a arraché le foie gras que je venais de retirer de sa boîte</w:t>
      </w:r>
      <w:r>
        <w:t xml:space="preserve">. </w:t>
      </w:r>
      <w:r w:rsidR="008F7090" w:rsidRPr="003A0BBB">
        <w:t>Ils en ont mangé la moitié</w:t>
      </w:r>
      <w:r>
        <w:t xml:space="preserve">, </w:t>
      </w:r>
      <w:r w:rsidR="008F7090" w:rsidRPr="003A0BBB">
        <w:t>avec presque tout un pain</w:t>
      </w:r>
      <w:r>
        <w:t xml:space="preserve">, </w:t>
      </w:r>
      <w:r w:rsidR="008F7090" w:rsidRPr="003A0BBB">
        <w:t>ici</w:t>
      </w:r>
      <w:r>
        <w:t xml:space="preserve">, </w:t>
      </w:r>
      <w:r w:rsidR="008F7090" w:rsidRPr="003A0BBB">
        <w:t>sur le coin de la table de la cuisine</w:t>
      </w:r>
      <w:r>
        <w:t xml:space="preserve"> ; </w:t>
      </w:r>
      <w:r w:rsidR="008F7090" w:rsidRPr="003A0BBB">
        <w:t>puis Mademoiselle a voulu faire voir tout de suite la propriété à Monsieur</w:t>
      </w:r>
      <w:r>
        <w:t>. « </w:t>
      </w:r>
      <w:r w:rsidR="008F7090" w:rsidRPr="003A0BBB">
        <w:t>Maman est allée nous chercher à la gare</w:t>
      </w:r>
      <w:r>
        <w:t xml:space="preserve">, </w:t>
      </w:r>
      <w:r w:rsidR="008F7090" w:rsidRPr="003A0BBB">
        <w:t>a-t-elle dit</w:t>
      </w:r>
      <w:r>
        <w:t xml:space="preserve">. </w:t>
      </w:r>
      <w:r w:rsidR="008F7090" w:rsidRPr="003A0BBB">
        <w:t>C</w:t>
      </w:r>
      <w:r>
        <w:t>’</w:t>
      </w:r>
      <w:r w:rsidR="008F7090" w:rsidRPr="003A0BBB">
        <w:t>est ma faute</w:t>
      </w:r>
      <w:r>
        <w:t xml:space="preserve">. </w:t>
      </w:r>
      <w:r w:rsidR="008F7090" w:rsidRPr="003A0BBB">
        <w:t>Elle ne sera pas de retour ava</w:t>
      </w:r>
      <w:r w:rsidR="000561C8">
        <w:t>nt trois quarts d</w:t>
      </w:r>
      <w:r>
        <w:t>’</w:t>
      </w:r>
      <w:r w:rsidR="000561C8">
        <w:t>heure</w:t>
      </w:r>
      <w:r>
        <w:t xml:space="preserve">. </w:t>
      </w:r>
      <w:r w:rsidR="000561C8">
        <w:t>Nous av</w:t>
      </w:r>
      <w:r w:rsidR="008F7090" w:rsidRPr="003A0BBB">
        <w:t>ons plus de temps qu</w:t>
      </w:r>
      <w:r>
        <w:t>’</w:t>
      </w:r>
      <w:r w:rsidR="008F7090" w:rsidRPr="003A0BBB">
        <w:t>il ne faut</w:t>
      </w:r>
      <w:r>
        <w:t xml:space="preserve">. </w:t>
      </w:r>
      <w:r w:rsidR="008F7090" w:rsidRPr="003A0BBB">
        <w:t>Maria nous appellera quand elle sera là</w:t>
      </w:r>
      <w:r>
        <w:t>. »</w:t>
      </w:r>
      <w:r w:rsidR="008F7090" w:rsidRPr="003A0BBB">
        <w:t xml:space="preserve"> Je vais les appeler</w:t>
      </w:r>
      <w:r>
        <w:t xml:space="preserve">, </w:t>
      </w:r>
      <w:r w:rsidR="008F7090" w:rsidRPr="003A0BBB">
        <w:t>Madame</w:t>
      </w:r>
      <w:r>
        <w:t>.</w:t>
      </w:r>
    </w:p>
    <w:p w14:paraId="57EA0BEA" w14:textId="77777777" w:rsidR="003A6D8D" w:rsidRDefault="003A6D8D" w:rsidP="008F7090">
      <w:r>
        <w:t>— </w:t>
      </w:r>
      <w:r w:rsidR="008F7090" w:rsidRPr="003A0BBB">
        <w:t>Laisse-les</w:t>
      </w:r>
      <w:r>
        <w:t xml:space="preserve"> ! </w:t>
      </w:r>
      <w:r w:rsidR="008F7090" w:rsidRPr="003A0BBB">
        <w:t>laisse-les</w:t>
      </w:r>
      <w:r>
        <w:t xml:space="preserve"> ! </w:t>
      </w:r>
      <w:r w:rsidR="008F7090" w:rsidRPr="003A0BBB">
        <w:t>Ils ne vont pas tarder à être de retour</w:t>
      </w:r>
      <w:r>
        <w:t>.</w:t>
      </w:r>
    </w:p>
    <w:p w14:paraId="1EC594E9" w14:textId="77777777" w:rsidR="003A6D8D" w:rsidRDefault="008F7090" w:rsidP="008F7090">
      <w:r w:rsidRPr="003A0BBB">
        <w:t>En réalité</w:t>
      </w:r>
      <w:r w:rsidR="003A6D8D">
        <w:t xml:space="preserve">, </w:t>
      </w:r>
      <w:r w:rsidRPr="003A0BBB">
        <w:t>je n</w:t>
      </w:r>
      <w:r w:rsidR="003A6D8D">
        <w:t>’</w:t>
      </w:r>
      <w:r w:rsidRPr="003A0BBB">
        <w:t>étais pas fâchée des quelques instants de répit que m</w:t>
      </w:r>
      <w:r w:rsidR="003A6D8D">
        <w:t>’</w:t>
      </w:r>
      <w:r w:rsidRPr="003A0BBB">
        <w:t>accordait ainsi le hasard</w:t>
      </w:r>
      <w:r w:rsidR="003A6D8D">
        <w:t xml:space="preserve">. </w:t>
      </w:r>
      <w:r w:rsidRPr="003A0BBB">
        <w:t>J</w:t>
      </w:r>
      <w:r w:rsidR="003A6D8D">
        <w:t>’</w:t>
      </w:r>
      <w:r w:rsidRPr="003A0BBB">
        <w:t>en profitai pour monter dans ma chambre et retirer mon chapeau</w:t>
      </w:r>
      <w:r w:rsidR="003A6D8D">
        <w:t xml:space="preserve">. </w:t>
      </w:r>
      <w:r w:rsidRPr="003A0BBB">
        <w:t>J</w:t>
      </w:r>
      <w:r w:rsidR="003A6D8D">
        <w:t>’</w:t>
      </w:r>
      <w:r w:rsidRPr="003A0BBB">
        <w:t>avais chaud</w:t>
      </w:r>
      <w:r w:rsidR="003A6D8D">
        <w:t xml:space="preserve">. </w:t>
      </w:r>
      <w:r w:rsidRPr="003A0BBB">
        <w:t>Je me baignai le visage avec de l</w:t>
      </w:r>
      <w:r w:rsidR="003A6D8D">
        <w:t>’</w:t>
      </w:r>
      <w:r w:rsidRPr="003A0BBB">
        <w:t>eau fraîche</w:t>
      </w:r>
      <w:r w:rsidR="003A6D8D">
        <w:t xml:space="preserve">. </w:t>
      </w:r>
      <w:r w:rsidRPr="003A0BBB">
        <w:t>Si j</w:t>
      </w:r>
      <w:r w:rsidR="003A6D8D">
        <w:t>’</w:t>
      </w:r>
      <w:r w:rsidRPr="003A0BBB">
        <w:t>avais eu de la poudre pour tempérer un peu le feu de mes joues</w:t>
      </w:r>
      <w:r w:rsidR="003A6D8D">
        <w:t xml:space="preserve">, </w:t>
      </w:r>
      <w:r w:rsidRPr="003A0BBB">
        <w:t>j</w:t>
      </w:r>
      <w:r w:rsidR="003A6D8D">
        <w:t>’</w:t>
      </w:r>
      <w:r w:rsidRPr="003A0BBB">
        <w:t>en aurais mis</w:t>
      </w:r>
      <w:r w:rsidR="003A6D8D">
        <w:t>.</w:t>
      </w:r>
    </w:p>
    <w:p w14:paraId="03254F2F" w14:textId="77777777" w:rsidR="003A6D8D" w:rsidRDefault="008F7090" w:rsidP="008F7090">
      <w:r w:rsidRPr="003A0BBB">
        <w:t>Je redescendis</w:t>
      </w:r>
      <w:r w:rsidR="003A6D8D">
        <w:t xml:space="preserve">. </w:t>
      </w:r>
      <w:r w:rsidRPr="003A0BBB">
        <w:t>Dans le couloir d</w:t>
      </w:r>
      <w:r w:rsidR="003A6D8D">
        <w:t>’</w:t>
      </w:r>
      <w:r w:rsidRPr="003A0BBB">
        <w:t>entrée</w:t>
      </w:r>
      <w:r w:rsidR="003A6D8D">
        <w:t xml:space="preserve">, </w:t>
      </w:r>
      <w:r w:rsidRPr="003A0BBB">
        <w:t>il y avait</w:t>
      </w:r>
      <w:r w:rsidR="003A6D8D">
        <w:t xml:space="preserve">, </w:t>
      </w:r>
      <w:r w:rsidRPr="003A0BBB">
        <w:t>jetés à la diable sur le guéridon</w:t>
      </w:r>
      <w:r w:rsidR="003A6D8D">
        <w:t xml:space="preserve">, </w:t>
      </w:r>
      <w:r w:rsidRPr="003A0BBB">
        <w:t>deux paires de gants</w:t>
      </w:r>
      <w:r w:rsidR="003A6D8D">
        <w:t xml:space="preserve">, </w:t>
      </w:r>
      <w:r w:rsidRPr="003A0BBB">
        <w:t>le chapeau de Camille avec son écharpe de gaze</w:t>
      </w:r>
      <w:r w:rsidR="003A6D8D">
        <w:t xml:space="preserve">, </w:t>
      </w:r>
      <w:r w:rsidRPr="003A0BBB">
        <w:t>et une casquette de voyage à grands carreaux bleus et gris</w:t>
      </w:r>
      <w:r w:rsidR="003A6D8D">
        <w:t>.</w:t>
      </w:r>
    </w:p>
    <w:p w14:paraId="53D82321" w14:textId="77777777" w:rsidR="003A6D8D" w:rsidRDefault="003A6D8D" w:rsidP="008F7090">
      <w:r>
        <w:t>— </w:t>
      </w:r>
      <w:r w:rsidR="008F7090" w:rsidRPr="003A0BBB">
        <w:t>Franz</w:t>
      </w:r>
      <w:r>
        <w:t xml:space="preserve"> ! </w:t>
      </w:r>
      <w:r w:rsidR="008F7090" w:rsidRPr="003A0BBB">
        <w:t>Franz</w:t>
      </w:r>
      <w:r>
        <w:t> !</w:t>
      </w:r>
    </w:p>
    <w:p w14:paraId="19E23E96" w14:textId="77777777" w:rsidR="003A6D8D" w:rsidRDefault="008F7090" w:rsidP="008F7090">
      <w:r w:rsidRPr="003A0BBB">
        <w:t>C</w:t>
      </w:r>
      <w:r w:rsidR="003A6D8D">
        <w:t>’</w:t>
      </w:r>
      <w:r w:rsidRPr="003A0BBB">
        <w:t>était</w:t>
      </w:r>
      <w:r w:rsidR="003A6D8D">
        <w:t xml:space="preserve">, </w:t>
      </w:r>
      <w:r w:rsidRPr="003A0BBB">
        <w:t>dans les bois</w:t>
      </w:r>
      <w:r w:rsidR="003A6D8D">
        <w:t xml:space="preserve">, </w:t>
      </w:r>
      <w:r w:rsidRPr="003A0BBB">
        <w:t>tout près</w:t>
      </w:r>
      <w:r w:rsidR="003A6D8D">
        <w:t xml:space="preserve">, </w:t>
      </w:r>
      <w:r w:rsidRPr="003A0BBB">
        <w:t>la voix pleine d</w:t>
      </w:r>
      <w:r w:rsidR="003A6D8D">
        <w:t>’</w:t>
      </w:r>
      <w:r w:rsidRPr="003A0BBB">
        <w:t>allégresse de Camille</w:t>
      </w:r>
      <w:r w:rsidR="003A6D8D">
        <w:t>.</w:t>
      </w:r>
    </w:p>
    <w:p w14:paraId="4BC54621" w14:textId="77777777" w:rsidR="003A6D8D" w:rsidRDefault="003A6D8D" w:rsidP="008F7090">
      <w:r>
        <w:t>— </w:t>
      </w:r>
      <w:r w:rsidR="008F7090" w:rsidRPr="003A0BBB">
        <w:t>Madame entend</w:t>
      </w:r>
      <w:r>
        <w:t xml:space="preserve"> ? </w:t>
      </w:r>
      <w:r w:rsidR="008F7090" w:rsidRPr="003A0BBB">
        <w:t>Madame veut-elle</w:t>
      </w:r>
      <w:r>
        <w:t> ?…</w:t>
      </w:r>
    </w:p>
    <w:p w14:paraId="70155A2B" w14:textId="77777777" w:rsidR="003A6D8D" w:rsidRDefault="003A6D8D" w:rsidP="008F7090">
      <w:r>
        <w:lastRenderedPageBreak/>
        <w:t>— </w:t>
      </w:r>
      <w:r w:rsidR="008F7090" w:rsidRPr="003A0BBB">
        <w:t>Laisse</w:t>
      </w:r>
      <w:r>
        <w:t xml:space="preserve">, </w:t>
      </w:r>
      <w:r w:rsidR="008F7090" w:rsidRPr="003A0BBB">
        <w:t>laisse</w:t>
      </w:r>
      <w:r>
        <w:t xml:space="preserve">, </w:t>
      </w:r>
      <w:r w:rsidR="008F7090" w:rsidRPr="003A0BBB">
        <w:t>Maria</w:t>
      </w:r>
      <w:r>
        <w:t xml:space="preserve">. </w:t>
      </w:r>
      <w:r w:rsidR="008F7090" w:rsidRPr="003A0BBB">
        <w:t>Ils vont être là</w:t>
      </w:r>
      <w:r>
        <w:t xml:space="preserve">. </w:t>
      </w:r>
      <w:r w:rsidR="008F7090" w:rsidRPr="003A0BBB">
        <w:t>Occupe-toi du déjeuner</w:t>
      </w:r>
      <w:r>
        <w:t xml:space="preserve">. </w:t>
      </w:r>
      <w:r w:rsidR="008F7090" w:rsidRPr="003A0BBB">
        <w:t>Il est près de onze heures</w:t>
      </w:r>
      <w:r>
        <w:t>.</w:t>
      </w:r>
    </w:p>
    <w:p w14:paraId="3E54E61B" w14:textId="77777777" w:rsidR="003A6D8D" w:rsidRDefault="008F7090" w:rsidP="008F7090">
      <w:r w:rsidRPr="003A0BBB">
        <w:t>Je descendis les quelques marches du perron</w:t>
      </w:r>
      <w:r w:rsidR="003A6D8D">
        <w:t xml:space="preserve">, </w:t>
      </w:r>
      <w:r w:rsidRPr="003A0BBB">
        <w:t>au bas duquel se trouvait leur automobile</w:t>
      </w:r>
      <w:r w:rsidR="003A6D8D">
        <w:t xml:space="preserve">. </w:t>
      </w:r>
      <w:r w:rsidRPr="003A0BBB">
        <w:t>Dans leur hâte de tout voir</w:t>
      </w:r>
      <w:r w:rsidR="003A6D8D">
        <w:t xml:space="preserve">, </w:t>
      </w:r>
      <w:r w:rsidRPr="003A0BBB">
        <w:t>ils l</w:t>
      </w:r>
      <w:r w:rsidR="003A6D8D">
        <w:t>’</w:t>
      </w:r>
      <w:r w:rsidRPr="003A0BBB">
        <w:t>avaient laissée là</w:t>
      </w:r>
      <w:r w:rsidR="003A6D8D">
        <w:t xml:space="preserve">, </w:t>
      </w:r>
      <w:r w:rsidRPr="003A0BBB">
        <w:t>sans prendre la peine de la faire entrer dans la remise</w:t>
      </w:r>
      <w:r w:rsidR="003A6D8D">
        <w:t xml:space="preserve">, </w:t>
      </w:r>
      <w:r w:rsidRPr="003A0BBB">
        <w:t>dont Maria avait ouvert les portes toutes grandes</w:t>
      </w:r>
      <w:r w:rsidR="003A6D8D">
        <w:t>.</w:t>
      </w:r>
    </w:p>
    <w:p w14:paraId="2B4D3283" w14:textId="77777777" w:rsidR="003A6D8D" w:rsidRDefault="008F7090" w:rsidP="008F7090">
      <w:r w:rsidRPr="003A0BBB">
        <w:t>La petite bonne avait raison</w:t>
      </w:r>
      <w:r w:rsidR="003A6D8D">
        <w:t xml:space="preserve">. </w:t>
      </w:r>
      <w:r w:rsidRPr="003A0BBB">
        <w:t>On ne devait jamais avoir vu dans le pays une voiture comparable à celle-là</w:t>
      </w:r>
      <w:r w:rsidR="003A6D8D">
        <w:t xml:space="preserve">. </w:t>
      </w:r>
      <w:r w:rsidRPr="003A0BBB">
        <w:t>Ce n</w:t>
      </w:r>
      <w:r w:rsidR="003A6D8D">
        <w:t>’</w:t>
      </w:r>
      <w:r w:rsidRPr="003A0BBB">
        <w:t>étaient pas ses dimensions qui la singularisaient</w:t>
      </w:r>
      <w:r w:rsidR="003A6D8D">
        <w:t xml:space="preserve">. </w:t>
      </w:r>
      <w:r w:rsidRPr="003A0BBB">
        <w:t>Elle était plutôt petite</w:t>
      </w:r>
      <w:r w:rsidR="003A6D8D">
        <w:t xml:space="preserve">, </w:t>
      </w:r>
      <w:r w:rsidRPr="003A0BBB">
        <w:t>et en tout cas très basse sur roues</w:t>
      </w:r>
      <w:r w:rsidR="003A6D8D">
        <w:t xml:space="preserve">. </w:t>
      </w:r>
      <w:r w:rsidRPr="003A0BBB">
        <w:t>À cette époque</w:t>
      </w:r>
      <w:r w:rsidR="003A6D8D">
        <w:t xml:space="preserve">, </w:t>
      </w:r>
      <w:r w:rsidRPr="003A0BBB">
        <w:t>j</w:t>
      </w:r>
      <w:r w:rsidR="003A6D8D">
        <w:t>’</w:t>
      </w:r>
      <w:r w:rsidRPr="003A0BBB">
        <w:t>étais sans doute bien incapable de saisir les raisons pour lesquelles elle n</w:t>
      </w:r>
      <w:r w:rsidR="003A6D8D">
        <w:t>’</w:t>
      </w:r>
      <w:r w:rsidRPr="003A0BBB">
        <w:t>était pas comme les autres automobiles</w:t>
      </w:r>
      <w:r w:rsidR="003A6D8D">
        <w:t xml:space="preserve">. </w:t>
      </w:r>
      <w:r w:rsidRPr="003A0BBB">
        <w:t>Il ne m</w:t>
      </w:r>
      <w:r w:rsidR="003A6D8D">
        <w:t>’</w:t>
      </w:r>
      <w:r w:rsidRPr="003A0BBB">
        <w:t>était possible de percevoir que les différences tout extérieures</w:t>
      </w:r>
      <w:r w:rsidR="003A6D8D">
        <w:t xml:space="preserve"> : </w:t>
      </w:r>
      <w:r w:rsidRPr="003A0BBB">
        <w:t>la couleur de la carrosserie</w:t>
      </w:r>
      <w:r w:rsidR="003A6D8D">
        <w:t xml:space="preserve">, </w:t>
      </w:r>
      <w:r w:rsidRPr="003A0BBB">
        <w:t>un étrange lie-de-vin</w:t>
      </w:r>
      <w:r w:rsidR="003A6D8D">
        <w:t xml:space="preserve"> ; </w:t>
      </w:r>
      <w:r w:rsidRPr="003A0BBB">
        <w:t>la dimension des garde-boue</w:t>
      </w:r>
      <w:r w:rsidR="003A6D8D">
        <w:t xml:space="preserve">, </w:t>
      </w:r>
      <w:r w:rsidRPr="003A0BBB">
        <w:t>gigantesques et bombés comme une carapace</w:t>
      </w:r>
      <w:r w:rsidR="003A6D8D">
        <w:t xml:space="preserve">. </w:t>
      </w:r>
      <w:r w:rsidRPr="003A0BBB">
        <w:t>Il y avait trois places</w:t>
      </w:r>
      <w:r w:rsidR="003A6D8D">
        <w:t xml:space="preserve">, </w:t>
      </w:r>
      <w:r w:rsidRPr="003A0BBB">
        <w:t>trois baquets</w:t>
      </w:r>
      <w:r w:rsidR="003A6D8D">
        <w:t xml:space="preserve">, </w:t>
      </w:r>
      <w:r w:rsidRPr="003A0BBB">
        <w:t>deux devant</w:t>
      </w:r>
      <w:r w:rsidR="003A6D8D">
        <w:t xml:space="preserve">, </w:t>
      </w:r>
      <w:r w:rsidRPr="003A0BBB">
        <w:t>un derrière</w:t>
      </w:r>
      <w:r w:rsidR="003A6D8D">
        <w:t xml:space="preserve">. </w:t>
      </w:r>
      <w:r w:rsidRPr="003A0BBB">
        <w:t>Quand on y était assis</w:t>
      </w:r>
      <w:r w:rsidR="003A6D8D">
        <w:t xml:space="preserve">, </w:t>
      </w:r>
      <w:r w:rsidRPr="003A0BBB">
        <w:t>le sommet de la tête ne devait pas être distant du sol de beaucoup plus d</w:t>
      </w:r>
      <w:r w:rsidR="003A6D8D">
        <w:t>’</w:t>
      </w:r>
      <w:r w:rsidRPr="003A0BBB">
        <w:t>un mètre</w:t>
      </w:r>
      <w:r w:rsidR="003A6D8D">
        <w:t>.</w:t>
      </w:r>
    </w:p>
    <w:p w14:paraId="117ED7FC" w14:textId="77777777" w:rsidR="003A6D8D" w:rsidRDefault="008F7090" w:rsidP="008F7090">
      <w:r w:rsidRPr="003A0BBB">
        <w:t>Appuyant mon front au volant</w:t>
      </w:r>
      <w:r w:rsidR="003A6D8D">
        <w:t xml:space="preserve">, </w:t>
      </w:r>
      <w:r w:rsidRPr="003A0BBB">
        <w:t>je jetai sur la paroi intérieure un regard furtif</w:t>
      </w:r>
      <w:r w:rsidR="003A6D8D">
        <w:t xml:space="preserve">, </w:t>
      </w:r>
      <w:r w:rsidRPr="003A0BBB">
        <w:t>comme si je craignais d</w:t>
      </w:r>
      <w:r w:rsidR="003A6D8D">
        <w:t>’</w:t>
      </w:r>
      <w:r w:rsidRPr="003A0BBB">
        <w:t>être prise en faute</w:t>
      </w:r>
      <w:r w:rsidR="003A6D8D">
        <w:t xml:space="preserve">. </w:t>
      </w:r>
      <w:r w:rsidRPr="003A0BBB">
        <w:t>Cette paroi</w:t>
      </w:r>
      <w:r w:rsidR="003A6D8D">
        <w:t xml:space="preserve">, </w:t>
      </w:r>
      <w:r w:rsidRPr="003A0BBB">
        <w:t>semblable à la poitrine d</w:t>
      </w:r>
      <w:r w:rsidR="003A6D8D">
        <w:t>’</w:t>
      </w:r>
      <w:r w:rsidRPr="003A0BBB">
        <w:t>un hercule forain constellée de décorations</w:t>
      </w:r>
      <w:r w:rsidR="003A6D8D">
        <w:t xml:space="preserve">, </w:t>
      </w:r>
      <w:r w:rsidRPr="003A0BBB">
        <w:t>disparaissait sous une foule de petits cadrans bizarres</w:t>
      </w:r>
      <w:r w:rsidR="003A6D8D">
        <w:t xml:space="preserve">. </w:t>
      </w:r>
      <w:r w:rsidRPr="003A0BBB">
        <w:t>Jamais je n</w:t>
      </w:r>
      <w:r w:rsidR="003A6D8D">
        <w:t>’</w:t>
      </w:r>
      <w:r w:rsidRPr="003A0BBB">
        <w:t>en avais vu autant</w:t>
      </w:r>
      <w:r w:rsidR="003A6D8D">
        <w:t xml:space="preserve">. </w:t>
      </w:r>
      <w:r w:rsidRPr="003A0BBB">
        <w:t>Tout cela reluisait</w:t>
      </w:r>
      <w:r w:rsidR="003A6D8D">
        <w:t xml:space="preserve">, </w:t>
      </w:r>
      <w:r w:rsidRPr="003A0BBB">
        <w:t>joli</w:t>
      </w:r>
      <w:r w:rsidR="003A6D8D">
        <w:t xml:space="preserve">, </w:t>
      </w:r>
      <w:r w:rsidRPr="003A0BBB">
        <w:t>astiqué avec amour</w:t>
      </w:r>
      <w:r w:rsidR="003A6D8D">
        <w:t xml:space="preserve">. </w:t>
      </w:r>
      <w:r w:rsidRPr="003A0BBB">
        <w:t>Plus je m</w:t>
      </w:r>
      <w:r w:rsidR="003A6D8D">
        <w:t>’</w:t>
      </w:r>
      <w:r w:rsidRPr="003A0BBB">
        <w:t>abîmais dans la contemplation de ces boîtes de métal et de verre</w:t>
      </w:r>
      <w:r w:rsidR="003A6D8D">
        <w:t xml:space="preserve">, </w:t>
      </w:r>
      <w:r w:rsidRPr="003A0BBB">
        <w:t>plus je me sentais envahir par un sentiment particulier</w:t>
      </w:r>
      <w:r w:rsidR="003A6D8D">
        <w:t xml:space="preserve">. </w:t>
      </w:r>
      <w:r w:rsidRPr="003A0BBB">
        <w:t>J</w:t>
      </w:r>
      <w:r w:rsidR="003A6D8D">
        <w:t>’</w:t>
      </w:r>
      <w:r w:rsidRPr="003A0BBB">
        <w:t>aurais voulu voir se mettre en mouvement</w:t>
      </w:r>
      <w:r w:rsidR="003A6D8D">
        <w:t xml:space="preserve">, </w:t>
      </w:r>
      <w:r w:rsidRPr="003A0BBB">
        <w:t>tourner</w:t>
      </w:r>
      <w:r w:rsidR="003A6D8D">
        <w:t xml:space="preserve">, </w:t>
      </w:r>
      <w:r w:rsidRPr="003A0BBB">
        <w:t>s</w:t>
      </w:r>
      <w:r w:rsidR="003A6D8D">
        <w:t>’</w:t>
      </w:r>
      <w:r w:rsidRPr="003A0BBB">
        <w:t>affoler cette infinité d</w:t>
      </w:r>
      <w:r w:rsidR="003A6D8D">
        <w:t>’</w:t>
      </w:r>
      <w:r w:rsidRPr="003A0BBB">
        <w:t>aiguilles</w:t>
      </w:r>
      <w:r w:rsidR="003A6D8D">
        <w:t xml:space="preserve">, </w:t>
      </w:r>
      <w:r w:rsidRPr="003A0BBB">
        <w:t>connaître leur secret</w:t>
      </w:r>
      <w:r w:rsidR="003A6D8D">
        <w:t xml:space="preserve">, </w:t>
      </w:r>
      <w:r w:rsidRPr="003A0BBB">
        <w:t>enfin</w:t>
      </w:r>
      <w:r w:rsidR="003A6D8D">
        <w:t xml:space="preserve">… </w:t>
      </w:r>
      <w:r w:rsidRPr="003A0BBB">
        <w:t>Un secret</w:t>
      </w:r>
      <w:r w:rsidR="003A6D8D">
        <w:t xml:space="preserve"> ! </w:t>
      </w:r>
      <w:r w:rsidRPr="003A0BBB">
        <w:t>J</w:t>
      </w:r>
      <w:r w:rsidR="003A6D8D">
        <w:t>’</w:t>
      </w:r>
      <w:r w:rsidRPr="003A0BBB">
        <w:t>étais certaine en cet instant qu</w:t>
      </w:r>
      <w:r w:rsidR="003A6D8D">
        <w:t>’</w:t>
      </w:r>
      <w:r w:rsidRPr="003A0BBB">
        <w:t>il y en avait un dans cette machine</w:t>
      </w:r>
      <w:r w:rsidR="003A6D8D">
        <w:t xml:space="preserve">. </w:t>
      </w:r>
      <w:r w:rsidRPr="003A0BBB">
        <w:t>Mais quoi</w:t>
      </w:r>
      <w:r w:rsidR="003A6D8D">
        <w:t xml:space="preserve"> ! </w:t>
      </w:r>
      <w:r w:rsidRPr="003A0BBB">
        <w:t>Étais-je en train de devenir folle</w:t>
      </w:r>
      <w:r w:rsidR="003A6D8D">
        <w:t xml:space="preserve"> ? </w:t>
      </w:r>
      <w:r w:rsidRPr="003A0BBB">
        <w:t xml:space="preserve">Allais-je me </w:t>
      </w:r>
      <w:r w:rsidRPr="003A0BBB">
        <w:lastRenderedPageBreak/>
        <w:t>passionner pour les automobiles maintenant</w:t>
      </w:r>
      <w:r w:rsidR="003A6D8D">
        <w:t xml:space="preserve">, </w:t>
      </w:r>
      <w:r w:rsidRPr="003A0BBB">
        <w:t>moi qui la veille regardais comme une corvée l</w:t>
      </w:r>
      <w:r w:rsidR="003A6D8D">
        <w:t>’</w:t>
      </w:r>
      <w:r w:rsidRPr="003A0BBB">
        <w:t>obligation d</w:t>
      </w:r>
      <w:r w:rsidR="003A6D8D">
        <w:t>’</w:t>
      </w:r>
      <w:r w:rsidRPr="003A0BBB">
        <w:t>en prendre une pour franchir plus vite quelques kilomètres</w:t>
      </w:r>
      <w:r w:rsidR="003A6D8D">
        <w:t xml:space="preserve"> ? </w:t>
      </w:r>
      <w:r w:rsidRPr="003A0BBB">
        <w:t>Je tournai autour du capot</w:t>
      </w:r>
      <w:r w:rsidR="003A6D8D">
        <w:t xml:space="preserve">, </w:t>
      </w:r>
      <w:r w:rsidRPr="003A0BBB">
        <w:t>énorme</w:t>
      </w:r>
      <w:r w:rsidR="003A6D8D">
        <w:t xml:space="preserve">, </w:t>
      </w:r>
      <w:r w:rsidRPr="003A0BBB">
        <w:t>ventru</w:t>
      </w:r>
      <w:r w:rsidR="003A6D8D">
        <w:t xml:space="preserve">, </w:t>
      </w:r>
      <w:r w:rsidRPr="003A0BBB">
        <w:t>aussi vaste à lui seul que tout le reste de la voiture</w:t>
      </w:r>
      <w:r w:rsidR="003A6D8D">
        <w:t xml:space="preserve">, </w:t>
      </w:r>
      <w:r w:rsidRPr="003A0BBB">
        <w:t>et qui brillait comme un soleil</w:t>
      </w:r>
      <w:r w:rsidR="003A6D8D">
        <w:t xml:space="preserve">. </w:t>
      </w:r>
      <w:r w:rsidRPr="003A0BBB">
        <w:t>Sur le côté</w:t>
      </w:r>
      <w:r w:rsidR="003A6D8D">
        <w:t xml:space="preserve">, </w:t>
      </w:r>
      <w:r w:rsidRPr="003A0BBB">
        <w:t>en dehors</w:t>
      </w:r>
      <w:r w:rsidR="003A6D8D">
        <w:t xml:space="preserve">, </w:t>
      </w:r>
      <w:r w:rsidRPr="003A0BBB">
        <w:t>à gauche</w:t>
      </w:r>
      <w:r w:rsidR="003A6D8D">
        <w:t xml:space="preserve">, </w:t>
      </w:r>
      <w:r w:rsidRPr="003A0BBB">
        <w:t>il y avait une manivelle</w:t>
      </w:r>
      <w:r w:rsidR="003A6D8D">
        <w:t xml:space="preserve">, </w:t>
      </w:r>
      <w:r w:rsidRPr="003A0BBB">
        <w:t>pareille à celle d</w:t>
      </w:r>
      <w:r w:rsidR="003A6D8D">
        <w:t>’</w:t>
      </w:r>
      <w:r w:rsidRPr="003A0BBB">
        <w:t>un moulin à café</w:t>
      </w:r>
      <w:r w:rsidR="003A6D8D">
        <w:t xml:space="preserve">. </w:t>
      </w:r>
      <w:r w:rsidRPr="003A0BBB">
        <w:t>Avec une invraisemblable contraction du cœur</w:t>
      </w:r>
      <w:r w:rsidR="003A6D8D">
        <w:t xml:space="preserve">, </w:t>
      </w:r>
      <w:r w:rsidRPr="003A0BBB">
        <w:t>j</w:t>
      </w:r>
      <w:r w:rsidR="003A6D8D">
        <w:t>’</w:t>
      </w:r>
      <w:r w:rsidRPr="003A0BBB">
        <w:t>osai porter la main sur ce tourniquet</w:t>
      </w:r>
      <w:r w:rsidR="003A6D8D">
        <w:t xml:space="preserve">. </w:t>
      </w:r>
      <w:r w:rsidRPr="003A0BBB">
        <w:t>Un appel strident retentit</w:t>
      </w:r>
      <w:r w:rsidR="003A6D8D">
        <w:t xml:space="preserve">, </w:t>
      </w:r>
      <w:r w:rsidRPr="003A0BBB">
        <w:t>qui me glaça</w:t>
      </w:r>
      <w:r w:rsidR="003A6D8D">
        <w:t>.</w:t>
      </w:r>
    </w:p>
    <w:p w14:paraId="449DFF02" w14:textId="77777777" w:rsidR="003A6D8D" w:rsidRDefault="003A6D8D" w:rsidP="008F7090">
      <w:r>
        <w:t>— </w:t>
      </w:r>
      <w:r w:rsidR="008F7090" w:rsidRPr="003A0BBB">
        <w:t>Maman</w:t>
      </w:r>
      <w:r>
        <w:t xml:space="preserve"> ! </w:t>
      </w:r>
      <w:r w:rsidR="008F7090" w:rsidRPr="003A0BBB">
        <w:t>C</w:t>
      </w:r>
      <w:r>
        <w:t>’</w:t>
      </w:r>
      <w:r w:rsidR="008F7090" w:rsidRPr="003A0BBB">
        <w:t>est moi</w:t>
      </w:r>
      <w:r>
        <w:t xml:space="preserve"> ! </w:t>
      </w:r>
      <w:r w:rsidR="008F7090" w:rsidRPr="003A0BBB">
        <w:t>C</w:t>
      </w:r>
      <w:r>
        <w:t>’</w:t>
      </w:r>
      <w:r w:rsidR="008F7090" w:rsidRPr="003A0BBB">
        <w:t>est nous</w:t>
      </w:r>
      <w:r>
        <w:t>.</w:t>
      </w:r>
    </w:p>
    <w:p w14:paraId="26B5AA2E" w14:textId="77777777" w:rsidR="003A6D8D" w:rsidRDefault="008F7090" w:rsidP="008F7090">
      <w:r w:rsidRPr="003A0BBB">
        <w:t>Je ne les avais pas entendus venir</w:t>
      </w:r>
      <w:r w:rsidR="003A6D8D">
        <w:t xml:space="preserve">. </w:t>
      </w:r>
      <w:r w:rsidRPr="003A0BBB">
        <w:t>Maintenant</w:t>
      </w:r>
      <w:r w:rsidR="003A6D8D">
        <w:t xml:space="preserve">, </w:t>
      </w:r>
      <w:r w:rsidRPr="003A0BBB">
        <w:t>j</w:t>
      </w:r>
      <w:r w:rsidR="003A6D8D">
        <w:t>’</w:t>
      </w:r>
      <w:r w:rsidRPr="003A0BBB">
        <w:t>avais les mains de Camille sur les paupières</w:t>
      </w:r>
      <w:r w:rsidR="003A6D8D">
        <w:t xml:space="preserve">. </w:t>
      </w:r>
      <w:r w:rsidRPr="003A0BBB">
        <w:t>Mollement</w:t>
      </w:r>
      <w:r w:rsidR="003A6D8D">
        <w:t xml:space="preserve">, </w:t>
      </w:r>
      <w:r w:rsidRPr="003A0BBB">
        <w:t>je luttais contre son agile étreinte</w:t>
      </w:r>
      <w:r w:rsidR="003A6D8D">
        <w:t>.</w:t>
      </w:r>
    </w:p>
    <w:p w14:paraId="36730C3E" w14:textId="77777777" w:rsidR="003A6D8D" w:rsidRDefault="003A6D8D" w:rsidP="008F7090">
      <w:r>
        <w:t>— </w:t>
      </w:r>
      <w:r w:rsidR="008F7090" w:rsidRPr="003A0BBB">
        <w:t>Franz</w:t>
      </w:r>
      <w:r>
        <w:t xml:space="preserve">, </w:t>
      </w:r>
      <w:r w:rsidR="008F7090" w:rsidRPr="003A0BBB">
        <w:t>elle ne nous a pas vus</w:t>
      </w:r>
      <w:r>
        <w:t xml:space="preserve">. </w:t>
      </w:r>
      <w:r w:rsidR="008F7090" w:rsidRPr="003A0BBB">
        <w:t>Embrasse-la</w:t>
      </w:r>
      <w:r>
        <w:t xml:space="preserve">. </w:t>
      </w:r>
      <w:r w:rsidR="008F7090" w:rsidRPr="003A0BBB">
        <w:t>Je veux que tu l</w:t>
      </w:r>
      <w:r>
        <w:t>’</w:t>
      </w:r>
      <w:r w:rsidR="008F7090" w:rsidRPr="003A0BBB">
        <w:t>embrasses avant qu</w:t>
      </w:r>
      <w:r>
        <w:t>’</w:t>
      </w:r>
      <w:r w:rsidR="008F7090" w:rsidRPr="003A0BBB">
        <w:t>elle ne te voie</w:t>
      </w:r>
      <w:r>
        <w:t xml:space="preserve">. </w:t>
      </w:r>
      <w:r w:rsidR="008F7090" w:rsidRPr="003A0BBB">
        <w:t>C</w:t>
      </w:r>
      <w:r>
        <w:t>’</w:t>
      </w:r>
      <w:r w:rsidR="008F7090" w:rsidRPr="003A0BBB">
        <w:t>est trop drôle</w:t>
      </w:r>
      <w:r>
        <w:t>.</w:t>
      </w:r>
    </w:p>
    <w:p w14:paraId="5FED7E9C" w14:textId="77777777" w:rsidR="003A6D8D" w:rsidRDefault="008F7090" w:rsidP="008F7090">
      <w:r w:rsidRPr="003A0BBB">
        <w:t>Ils se tutoyaient</w:t>
      </w:r>
      <w:r w:rsidR="003A6D8D">
        <w:t>.</w:t>
      </w:r>
    </w:p>
    <w:p w14:paraId="04FB49E2" w14:textId="77777777" w:rsidR="003A6D8D" w:rsidRDefault="008F7090" w:rsidP="008F7090">
      <w:r w:rsidRPr="003A0BBB">
        <w:t>En même temps que les doigts de Camille se desserraient</w:t>
      </w:r>
      <w:r w:rsidR="003A6D8D">
        <w:t xml:space="preserve">, </w:t>
      </w:r>
      <w:r w:rsidRPr="003A0BBB">
        <w:t>je me sentis enlevée dans des bras robustes</w:t>
      </w:r>
      <w:r w:rsidR="003A6D8D">
        <w:t xml:space="preserve">. </w:t>
      </w:r>
      <w:r w:rsidRPr="003A0BBB">
        <w:t>Deux vigoureux baisers sonnèrent sur mes joues</w:t>
      </w:r>
      <w:r w:rsidR="003A6D8D">
        <w:t>.</w:t>
      </w:r>
    </w:p>
    <w:p w14:paraId="478BD70B" w14:textId="77777777" w:rsidR="003A6D8D" w:rsidRDefault="003A6D8D" w:rsidP="008F7090">
      <w:r>
        <w:t>— </w:t>
      </w:r>
      <w:r w:rsidR="008F7090" w:rsidRPr="003A0BBB">
        <w:t>Là</w:t>
      </w:r>
      <w:r>
        <w:t xml:space="preserve">, </w:t>
      </w:r>
      <w:r w:rsidR="008F7090" w:rsidRPr="003A0BBB">
        <w:t>maintenant</w:t>
      </w:r>
      <w:r>
        <w:t xml:space="preserve">, </w:t>
      </w:r>
      <w:r w:rsidR="008F7090" w:rsidRPr="003A0BBB">
        <w:t>repose-la à terre</w:t>
      </w:r>
      <w:r>
        <w:t xml:space="preserve">. </w:t>
      </w:r>
      <w:r w:rsidR="008F7090" w:rsidRPr="003A0BBB">
        <w:t>Je vous autorise à vous regarder</w:t>
      </w:r>
      <w:r>
        <w:t>.</w:t>
      </w:r>
    </w:p>
    <w:p w14:paraId="6B4D4457" w14:textId="77777777" w:rsidR="003A6D8D" w:rsidRDefault="008F7090" w:rsidP="008F7090">
      <w:r w:rsidRPr="003A0BBB">
        <w:t>Franz était en face de moi</w:t>
      </w:r>
      <w:r w:rsidR="003A6D8D">
        <w:t xml:space="preserve">. </w:t>
      </w:r>
      <w:r w:rsidRPr="003A0BBB">
        <w:t>Nous nous sourîmes</w:t>
      </w:r>
      <w:r w:rsidR="003A6D8D">
        <w:t xml:space="preserve">. </w:t>
      </w:r>
      <w:r w:rsidRPr="003A0BBB">
        <w:t>Il y avait dans son attitude une espèce de confusion charmante qui me donna de la force</w:t>
      </w:r>
      <w:r w:rsidR="003A6D8D">
        <w:t>.</w:t>
      </w:r>
    </w:p>
    <w:p w14:paraId="56BBCC9E" w14:textId="77777777" w:rsidR="003A6D8D" w:rsidRDefault="008F7090" w:rsidP="008F7090">
      <w:r w:rsidRPr="003A0BBB">
        <w:t>C</w:t>
      </w:r>
      <w:r w:rsidR="003A6D8D">
        <w:t>’</w:t>
      </w:r>
      <w:r w:rsidRPr="003A0BBB">
        <w:t>était au tour de Camille de m</w:t>
      </w:r>
      <w:r w:rsidR="003A6D8D">
        <w:t>’</w:t>
      </w:r>
      <w:r w:rsidRPr="003A0BBB">
        <w:t>embrasser</w:t>
      </w:r>
      <w:r w:rsidR="003A6D8D">
        <w:t xml:space="preserve">, </w:t>
      </w:r>
      <w:r w:rsidRPr="003A0BBB">
        <w:t>comme elle ne l</w:t>
      </w:r>
      <w:r w:rsidR="003A6D8D">
        <w:t>’</w:t>
      </w:r>
      <w:r w:rsidRPr="003A0BBB">
        <w:t>avait jamais encore fait</w:t>
      </w:r>
      <w:r w:rsidR="003A6D8D">
        <w:t xml:space="preserve">. </w:t>
      </w:r>
      <w:r w:rsidRPr="003A0BBB">
        <w:t>Ainsi</w:t>
      </w:r>
      <w:r w:rsidR="003A6D8D">
        <w:t xml:space="preserve">, </w:t>
      </w:r>
      <w:r w:rsidRPr="003A0BBB">
        <w:t>il lui avait fallu l</w:t>
      </w:r>
      <w:r w:rsidR="003A6D8D">
        <w:t>’</w:t>
      </w:r>
      <w:r w:rsidRPr="003A0BBB">
        <w:t>amour pour qu</w:t>
      </w:r>
      <w:r w:rsidR="003A6D8D">
        <w:t>’</w:t>
      </w:r>
      <w:r w:rsidRPr="003A0BBB">
        <w:t>elle me témoignât de l</w:t>
      </w:r>
      <w:r w:rsidR="003A6D8D">
        <w:t>’</w:t>
      </w:r>
      <w:r w:rsidRPr="003A0BBB">
        <w:t>affection</w:t>
      </w:r>
      <w:r w:rsidR="003A6D8D">
        <w:t xml:space="preserve">. </w:t>
      </w:r>
      <w:r w:rsidRPr="003A0BBB">
        <w:t>Une seconde</w:t>
      </w:r>
      <w:r w:rsidR="003A6D8D">
        <w:t xml:space="preserve">, </w:t>
      </w:r>
      <w:r w:rsidRPr="003A0BBB">
        <w:t>j</w:t>
      </w:r>
      <w:r w:rsidR="003A6D8D">
        <w:t>’</w:t>
      </w:r>
      <w:r w:rsidRPr="003A0BBB">
        <w:t>eus de la haine contre cet étranger</w:t>
      </w:r>
      <w:r w:rsidR="003A6D8D">
        <w:t xml:space="preserve">. </w:t>
      </w:r>
      <w:r w:rsidRPr="003A0BBB">
        <w:t>Puis</w:t>
      </w:r>
      <w:r w:rsidR="003A6D8D">
        <w:t xml:space="preserve">, </w:t>
      </w:r>
      <w:r w:rsidRPr="003A0BBB">
        <w:t>je compris que j</w:t>
      </w:r>
      <w:r w:rsidR="003A6D8D">
        <w:t>’</w:t>
      </w:r>
      <w:r w:rsidRPr="003A0BBB">
        <w:t>étais en réalité sa débitrice</w:t>
      </w:r>
      <w:r w:rsidR="003A6D8D">
        <w:t xml:space="preserve">, </w:t>
      </w:r>
      <w:r w:rsidRPr="003A0BBB">
        <w:t>et</w:t>
      </w:r>
      <w:r w:rsidR="003A6D8D">
        <w:t xml:space="preserve">, </w:t>
      </w:r>
      <w:r w:rsidRPr="003A0BBB">
        <w:t>de nouveau</w:t>
      </w:r>
      <w:r w:rsidR="003A6D8D">
        <w:t xml:space="preserve">, </w:t>
      </w:r>
      <w:r w:rsidRPr="003A0BBB">
        <w:t>je lui souris</w:t>
      </w:r>
      <w:r w:rsidR="003A6D8D">
        <w:t>.</w:t>
      </w:r>
    </w:p>
    <w:p w14:paraId="5A765EA9" w14:textId="77777777" w:rsidR="003A6D8D" w:rsidRDefault="003A6D8D" w:rsidP="008F7090">
      <w:r>
        <w:lastRenderedPageBreak/>
        <w:t>— </w:t>
      </w:r>
      <w:r w:rsidR="008F7090" w:rsidRPr="003A0BBB">
        <w:t>Maman</w:t>
      </w:r>
      <w:r>
        <w:t xml:space="preserve"> ! </w:t>
      </w:r>
      <w:r w:rsidR="008F7090" w:rsidRPr="003A0BBB">
        <w:t>Maman</w:t>
      </w:r>
      <w:r>
        <w:t xml:space="preserve"> ! </w:t>
      </w:r>
      <w:r w:rsidR="008F7090" w:rsidRPr="003A0BBB">
        <w:t>comme je suis heureuse</w:t>
      </w:r>
      <w:r>
        <w:t xml:space="preserve"> ! </w:t>
      </w:r>
      <w:r w:rsidR="008F7090" w:rsidRPr="003A0BBB">
        <w:t>Heureuse de tout</w:t>
      </w:r>
      <w:r>
        <w:t xml:space="preserve">, </w:t>
      </w:r>
      <w:r w:rsidR="008F7090" w:rsidRPr="003A0BBB">
        <w:t>d</w:t>
      </w:r>
      <w:r>
        <w:t>’</w:t>
      </w:r>
      <w:r w:rsidR="008F7090" w:rsidRPr="003A0BBB">
        <w:t>être ici</w:t>
      </w:r>
      <w:r>
        <w:t xml:space="preserve">, </w:t>
      </w:r>
      <w:r w:rsidR="008F7090" w:rsidRPr="003A0BBB">
        <w:t>d</w:t>
      </w:r>
      <w:r>
        <w:t>’</w:t>
      </w:r>
      <w:r w:rsidR="008F7090" w:rsidRPr="003A0BBB">
        <w:t>être avec toi</w:t>
      </w:r>
      <w:r>
        <w:t xml:space="preserve">, </w:t>
      </w:r>
      <w:r w:rsidR="008F7090" w:rsidRPr="003A0BBB">
        <w:t>d</w:t>
      </w:r>
      <w:r>
        <w:t>’</w:t>
      </w:r>
      <w:r w:rsidR="008F7090" w:rsidRPr="003A0BBB">
        <w:t>être avec Franz</w:t>
      </w:r>
      <w:r>
        <w:t xml:space="preserve">. </w:t>
      </w:r>
      <w:r w:rsidR="008F7090" w:rsidRPr="003A0BBB">
        <w:t>Nous t</w:t>
      </w:r>
      <w:r>
        <w:t>’</w:t>
      </w:r>
      <w:r w:rsidR="008F7090" w:rsidRPr="003A0BBB">
        <w:t>avons fait courir à la gare</w:t>
      </w:r>
      <w:r>
        <w:t xml:space="preserve">, </w:t>
      </w:r>
      <w:r w:rsidR="008F7090" w:rsidRPr="003A0BBB">
        <w:t>pauvre maman</w:t>
      </w:r>
      <w:r>
        <w:t xml:space="preserve"> ! </w:t>
      </w:r>
      <w:r w:rsidR="008F7090" w:rsidRPr="003A0BBB">
        <w:t>Excuse-moi</w:t>
      </w:r>
      <w:r>
        <w:t xml:space="preserve"> ! </w:t>
      </w:r>
      <w:r w:rsidR="008F7090" w:rsidRPr="003A0BBB">
        <w:t>Je ne sais plus très bien ce que je fais</w:t>
      </w:r>
      <w:r>
        <w:t xml:space="preserve">, </w:t>
      </w:r>
      <w:r w:rsidR="008F7090" w:rsidRPr="003A0BBB">
        <w:t>tellement je suis contente</w:t>
      </w:r>
      <w:r>
        <w:t xml:space="preserve">. </w:t>
      </w:r>
      <w:r w:rsidR="008F7090" w:rsidRPr="003A0BBB">
        <w:t>Laisse que je t</w:t>
      </w:r>
      <w:r>
        <w:t>’</w:t>
      </w:r>
      <w:r w:rsidR="008F7090" w:rsidRPr="003A0BBB">
        <w:t>embrasse encore</w:t>
      </w:r>
      <w:r>
        <w:t xml:space="preserve">. </w:t>
      </w:r>
      <w:r w:rsidR="008F7090" w:rsidRPr="003A0BBB">
        <w:t>Il trouve tout admirable</w:t>
      </w:r>
      <w:r>
        <w:t xml:space="preserve">, </w:t>
      </w:r>
      <w:r w:rsidR="008F7090" w:rsidRPr="003A0BBB">
        <w:t>ici</w:t>
      </w:r>
      <w:r>
        <w:t xml:space="preserve">, </w:t>
      </w:r>
      <w:r w:rsidR="008F7090" w:rsidRPr="003A0BBB">
        <w:t>tu sais</w:t>
      </w:r>
      <w:r>
        <w:t xml:space="preserve">, </w:t>
      </w:r>
      <w:r w:rsidR="008F7090" w:rsidRPr="003A0BBB">
        <w:t>le pays</w:t>
      </w:r>
      <w:r>
        <w:t xml:space="preserve">, </w:t>
      </w:r>
      <w:r w:rsidR="008F7090" w:rsidRPr="003A0BBB">
        <w:t>la maison</w:t>
      </w:r>
      <w:r>
        <w:t xml:space="preserve">, </w:t>
      </w:r>
      <w:r w:rsidR="008F7090" w:rsidRPr="003A0BBB">
        <w:t>tout</w:t>
      </w:r>
      <w:r>
        <w:t xml:space="preserve">. </w:t>
      </w:r>
      <w:r w:rsidR="008F7090" w:rsidRPr="003A0BBB">
        <w:t>Et lui</w:t>
      </w:r>
      <w:r>
        <w:t xml:space="preserve">, </w:t>
      </w:r>
      <w:r w:rsidR="008F7090" w:rsidRPr="003A0BBB">
        <w:t>comment te semble-t-il</w:t>
      </w:r>
      <w:r>
        <w:t xml:space="preserve"> ? </w:t>
      </w:r>
      <w:r w:rsidR="008F7090" w:rsidRPr="003A0BBB">
        <w:t>Dis-moi</w:t>
      </w:r>
      <w:r>
        <w:t xml:space="preserve">, </w:t>
      </w:r>
      <w:r w:rsidR="008F7090" w:rsidRPr="003A0BBB">
        <w:t>dis-moi</w:t>
      </w:r>
      <w:r>
        <w:t xml:space="preserve">, </w:t>
      </w:r>
      <w:r w:rsidR="008F7090" w:rsidRPr="003A0BBB">
        <w:t>n</w:t>
      </w:r>
      <w:r>
        <w:t>’</w:t>
      </w:r>
      <w:r w:rsidR="008F7090" w:rsidRPr="003A0BBB">
        <w:t>est-ce pas qu</w:t>
      </w:r>
      <w:r>
        <w:t>’</w:t>
      </w:r>
      <w:r w:rsidR="008F7090" w:rsidRPr="003A0BBB">
        <w:t>il est beau</w:t>
      </w:r>
      <w:r>
        <w:t> ?</w:t>
      </w:r>
    </w:p>
    <w:p w14:paraId="32A6CC0D" w14:textId="77777777" w:rsidR="003A6D8D" w:rsidRDefault="003A6D8D" w:rsidP="008F7090">
      <w:r>
        <w:t>— </w:t>
      </w:r>
      <w:r w:rsidR="008F7090" w:rsidRPr="003A0BBB">
        <w:t>Camille</w:t>
      </w:r>
      <w:r>
        <w:t xml:space="preserve">, </w:t>
      </w:r>
      <w:r w:rsidR="008F7090" w:rsidRPr="003A0BBB">
        <w:t>voyons</w:t>
      </w:r>
      <w:r>
        <w:t> !</w:t>
      </w:r>
    </w:p>
    <w:p w14:paraId="3DF27E48" w14:textId="77777777" w:rsidR="003A6D8D" w:rsidRDefault="008F7090" w:rsidP="008F7090">
      <w:r w:rsidRPr="003A0BBB">
        <w:t>J</w:t>
      </w:r>
      <w:r w:rsidR="003A6D8D">
        <w:t>’</w:t>
      </w:r>
      <w:r w:rsidRPr="003A0BBB">
        <w:t>étais adossée au capot de l</w:t>
      </w:r>
      <w:r w:rsidR="003A6D8D">
        <w:t>’</w:t>
      </w:r>
      <w:r w:rsidRPr="003A0BBB">
        <w:t>automobile</w:t>
      </w:r>
      <w:r w:rsidR="003A6D8D">
        <w:t xml:space="preserve">, </w:t>
      </w:r>
      <w:r w:rsidRPr="003A0BBB">
        <w:t>dans la recherche d</w:t>
      </w:r>
      <w:r w:rsidR="003A6D8D">
        <w:t>’</w:t>
      </w:r>
      <w:r w:rsidRPr="003A0BBB">
        <w:t>une attitude</w:t>
      </w:r>
      <w:r w:rsidR="003A6D8D">
        <w:t xml:space="preserve">. </w:t>
      </w:r>
      <w:r w:rsidRPr="003A0BBB">
        <w:t>Ma main heurta la manivelle de la sirène</w:t>
      </w:r>
      <w:r w:rsidR="003A6D8D">
        <w:t xml:space="preserve">. </w:t>
      </w:r>
      <w:r w:rsidRPr="003A0BBB">
        <w:t>La terrible clameur de tout à l</w:t>
      </w:r>
      <w:r w:rsidR="003A6D8D">
        <w:t>’</w:t>
      </w:r>
      <w:r w:rsidRPr="003A0BBB">
        <w:t>heure retentit</w:t>
      </w:r>
      <w:r w:rsidR="003A6D8D">
        <w:t xml:space="preserve">. </w:t>
      </w:r>
      <w:r w:rsidRPr="003A0BBB">
        <w:t>Je frissonnai</w:t>
      </w:r>
      <w:r w:rsidR="003A6D8D">
        <w:t xml:space="preserve">. </w:t>
      </w:r>
      <w:r w:rsidRPr="003A0BBB">
        <w:t>Camille éclata de rire</w:t>
      </w:r>
      <w:r w:rsidR="003A6D8D">
        <w:t>.</w:t>
      </w:r>
    </w:p>
    <w:p w14:paraId="1EA8CCDE" w14:textId="77777777" w:rsidR="003A6D8D" w:rsidRDefault="003A6D8D" w:rsidP="008F7090">
      <w:r>
        <w:t>— </w:t>
      </w:r>
      <w:r w:rsidR="008F7090" w:rsidRPr="003A0BBB">
        <w:t>Dis donc</w:t>
      </w:r>
      <w:r>
        <w:t xml:space="preserve">, </w:t>
      </w:r>
      <w:r w:rsidR="008F7090" w:rsidRPr="003A0BBB">
        <w:t>Franz</w:t>
      </w:r>
      <w:r>
        <w:t xml:space="preserve">, </w:t>
      </w:r>
      <w:r w:rsidR="008F7090" w:rsidRPr="003A0BBB">
        <w:t>qu</w:t>
      </w:r>
      <w:r>
        <w:t>’</w:t>
      </w:r>
      <w:r w:rsidR="008F7090" w:rsidRPr="003A0BBB">
        <w:t>est-ce que je te disais</w:t>
      </w:r>
      <w:r>
        <w:t xml:space="preserve"> ? </w:t>
      </w:r>
      <w:r w:rsidR="008F7090" w:rsidRPr="003A0BBB">
        <w:t>Tu me soutenais que cet instrument ne faisait pas plus de bruit qu</w:t>
      </w:r>
      <w:r>
        <w:t>’</w:t>
      </w:r>
      <w:r w:rsidR="008F7090" w:rsidRPr="003A0BBB">
        <w:t>un autre</w:t>
      </w:r>
      <w:r>
        <w:t xml:space="preserve">. </w:t>
      </w:r>
      <w:r w:rsidR="008F7090" w:rsidRPr="003A0BBB">
        <w:t>Regarde maman</w:t>
      </w:r>
      <w:r>
        <w:t xml:space="preserve">, </w:t>
      </w:r>
      <w:r w:rsidR="008F7090" w:rsidRPr="003A0BBB">
        <w:t>qui n</w:t>
      </w:r>
      <w:r>
        <w:t>’</w:t>
      </w:r>
      <w:r w:rsidR="008F7090" w:rsidRPr="003A0BBB">
        <w:t>est pas une nerveuse</w:t>
      </w:r>
      <w:r>
        <w:t xml:space="preserve">, </w:t>
      </w:r>
      <w:r w:rsidR="008F7090" w:rsidRPr="003A0BBB">
        <w:t>comme tu prétends que je le suis</w:t>
      </w:r>
      <w:r>
        <w:t xml:space="preserve">. </w:t>
      </w:r>
      <w:r w:rsidR="008F7090" w:rsidRPr="003A0BBB">
        <w:t>Tu sais</w:t>
      </w:r>
      <w:r>
        <w:t xml:space="preserve">, </w:t>
      </w:r>
      <w:r w:rsidR="008F7090" w:rsidRPr="003A0BBB">
        <w:t>maman</w:t>
      </w:r>
      <w:r>
        <w:t xml:space="preserve">, </w:t>
      </w:r>
      <w:r w:rsidR="008F7090" w:rsidRPr="003A0BBB">
        <w:t>c</w:t>
      </w:r>
      <w:r>
        <w:t>’</w:t>
      </w:r>
      <w:r w:rsidR="008F7090" w:rsidRPr="003A0BBB">
        <w:t>est encore une invention à lui</w:t>
      </w:r>
      <w:r>
        <w:t xml:space="preserve">, </w:t>
      </w:r>
      <w:r w:rsidR="008F7090" w:rsidRPr="003A0BBB">
        <w:t>ce machin-là</w:t>
      </w:r>
      <w:r>
        <w:t xml:space="preserve">. </w:t>
      </w:r>
      <w:r w:rsidR="008F7090" w:rsidRPr="003A0BBB">
        <w:t>Tu en verras bien d</w:t>
      </w:r>
      <w:r>
        <w:t>’</w:t>
      </w:r>
      <w:r w:rsidR="008F7090" w:rsidRPr="003A0BBB">
        <w:t>autres</w:t>
      </w:r>
      <w:r>
        <w:t xml:space="preserve">. </w:t>
      </w:r>
      <w:r w:rsidR="008F7090" w:rsidRPr="003A0BBB">
        <w:t>Nous en avons épouvanté</w:t>
      </w:r>
      <w:r>
        <w:t xml:space="preserve">, </w:t>
      </w:r>
      <w:r w:rsidR="008F7090" w:rsidRPr="003A0BBB">
        <w:t>ce matin</w:t>
      </w:r>
      <w:r>
        <w:t xml:space="preserve">, </w:t>
      </w:r>
      <w:r w:rsidR="008F7090" w:rsidRPr="003A0BBB">
        <w:t>des gens et des bestiaux</w:t>
      </w:r>
      <w:r>
        <w:t xml:space="preserve">, </w:t>
      </w:r>
      <w:r w:rsidR="008F7090" w:rsidRPr="003A0BBB">
        <w:t>entre Limoges et Mende</w:t>
      </w:r>
      <w:r>
        <w:t xml:space="preserve">. </w:t>
      </w:r>
      <w:r w:rsidR="008F7090" w:rsidRPr="003A0BBB">
        <w:t>Je t</w:t>
      </w:r>
      <w:r>
        <w:t>’</w:t>
      </w:r>
      <w:r w:rsidR="008F7090" w:rsidRPr="003A0BBB">
        <w:t>assure que ça a ronflé</w:t>
      </w:r>
      <w:r>
        <w:t xml:space="preserve">. </w:t>
      </w:r>
      <w:r w:rsidR="008F7090" w:rsidRPr="003A0BBB">
        <w:t>C</w:t>
      </w:r>
      <w:r>
        <w:t>’</w:t>
      </w:r>
      <w:r w:rsidR="008F7090" w:rsidRPr="003A0BBB">
        <w:t>est moi qui conduisais</w:t>
      </w:r>
      <w:r>
        <w:t xml:space="preserve">. </w:t>
      </w:r>
      <w:r w:rsidR="008F7090" w:rsidRPr="003A0BBB">
        <w:t>Car je conduis</w:t>
      </w:r>
      <w:r>
        <w:t xml:space="preserve">. </w:t>
      </w:r>
      <w:r w:rsidR="008F7090" w:rsidRPr="003A0BBB">
        <w:t>Il m</w:t>
      </w:r>
      <w:r>
        <w:t>’</w:t>
      </w:r>
      <w:r w:rsidR="008F7090" w:rsidRPr="003A0BBB">
        <w:t>a appris</w:t>
      </w:r>
      <w:r>
        <w:t xml:space="preserve">. </w:t>
      </w:r>
      <w:r w:rsidR="008F7090" w:rsidRPr="003A0BBB">
        <w:t>Et cette voiture-là</w:t>
      </w:r>
      <w:r>
        <w:t xml:space="preserve">, </w:t>
      </w:r>
      <w:r w:rsidR="008F7090" w:rsidRPr="003A0BBB">
        <w:t>je ne sais pas si tu te rends compte</w:t>
      </w:r>
      <w:r>
        <w:t xml:space="preserve">, </w:t>
      </w:r>
      <w:r w:rsidR="008F7090" w:rsidRPr="003A0BBB">
        <w:t>quand on est arrivé à se tirer d</w:t>
      </w:r>
      <w:r>
        <w:t>’</w:t>
      </w:r>
      <w:r w:rsidR="008F7090" w:rsidRPr="003A0BBB">
        <w:t>affaire avec elle</w:t>
      </w:r>
      <w:r>
        <w:t xml:space="preserve">, </w:t>
      </w:r>
      <w:r w:rsidR="008F7090" w:rsidRPr="003A0BBB">
        <w:t>les autres</w:t>
      </w:r>
      <w:r>
        <w:t xml:space="preserve">, </w:t>
      </w:r>
      <w:r w:rsidR="008F7090" w:rsidRPr="003A0BBB">
        <w:t>ce n</w:t>
      </w:r>
      <w:r>
        <w:t>’</w:t>
      </w:r>
      <w:r w:rsidR="008F7090" w:rsidRPr="003A0BBB">
        <w:t>est plus que des jouets d</w:t>
      </w:r>
      <w:r>
        <w:t>’</w:t>
      </w:r>
      <w:r w:rsidR="008F7090" w:rsidRPr="003A0BBB">
        <w:t>enfant</w:t>
      </w:r>
      <w:r>
        <w:t xml:space="preserve">. </w:t>
      </w:r>
      <w:r w:rsidR="008F7090" w:rsidRPr="003A0BBB">
        <w:t>Mais aussi</w:t>
      </w:r>
      <w:r>
        <w:t xml:space="preserve">, </w:t>
      </w:r>
      <w:r w:rsidR="008F7090" w:rsidRPr="003A0BBB">
        <w:t>quel rendement</w:t>
      </w:r>
      <w:r>
        <w:t xml:space="preserve"> ! </w:t>
      </w:r>
      <w:r w:rsidR="008F7090" w:rsidRPr="003A0BBB">
        <w:t>Tiens</w:t>
      </w:r>
      <w:r>
        <w:t xml:space="preserve">, </w:t>
      </w:r>
      <w:r w:rsidR="008F7090" w:rsidRPr="003A0BBB">
        <w:t>nous allons t</w:t>
      </w:r>
      <w:r>
        <w:t>’</w:t>
      </w:r>
      <w:r w:rsidR="008F7090" w:rsidRPr="003A0BBB">
        <w:t>en donner la preuve</w:t>
      </w:r>
      <w:r>
        <w:t xml:space="preserve">. </w:t>
      </w:r>
      <w:r w:rsidR="008F7090" w:rsidRPr="003A0BBB">
        <w:t>Quelle heure est-il</w:t>
      </w:r>
      <w:r>
        <w:t xml:space="preserve"> ? </w:t>
      </w:r>
      <w:r w:rsidR="008F7090" w:rsidRPr="003A0BBB">
        <w:t>À peine onze heures et demie</w:t>
      </w:r>
      <w:r>
        <w:t xml:space="preserve">. </w:t>
      </w:r>
      <w:r w:rsidR="008F7090" w:rsidRPr="003A0BBB">
        <w:t>On déjeune à midi</w:t>
      </w:r>
      <w:r>
        <w:t xml:space="preserve">, </w:t>
      </w:r>
      <w:r w:rsidR="008F7090" w:rsidRPr="003A0BBB">
        <w:t>n</w:t>
      </w:r>
      <w:r>
        <w:t>’</w:t>
      </w:r>
      <w:r w:rsidR="008F7090" w:rsidRPr="003A0BBB">
        <w:t>est-ce pas</w:t>
      </w:r>
      <w:r>
        <w:t xml:space="preserve"> ? </w:t>
      </w:r>
      <w:r w:rsidR="008F7090" w:rsidRPr="003A0BBB">
        <w:t>Nous avons le temps d</w:t>
      </w:r>
      <w:r>
        <w:t>’</w:t>
      </w:r>
      <w:r w:rsidR="008F7090" w:rsidRPr="003A0BBB">
        <w:t>aller jusqu</w:t>
      </w:r>
      <w:r>
        <w:t>’</w:t>
      </w:r>
      <w:r w:rsidR="008F7090" w:rsidRPr="003A0BBB">
        <w:t>à Carennac</w:t>
      </w:r>
      <w:r>
        <w:t>.</w:t>
      </w:r>
    </w:p>
    <w:p w14:paraId="33DE141B" w14:textId="77777777" w:rsidR="003A6D8D" w:rsidRDefault="003A6D8D" w:rsidP="008F7090">
      <w:r>
        <w:t>— </w:t>
      </w:r>
      <w:r w:rsidR="008F7090" w:rsidRPr="003A0BBB">
        <w:t>À Carennac</w:t>
      </w:r>
      <w:r>
        <w:t xml:space="preserve">, </w:t>
      </w:r>
      <w:r w:rsidR="008F7090" w:rsidRPr="003A0BBB">
        <w:t>ma petite fille</w:t>
      </w:r>
      <w:r>
        <w:t xml:space="preserve"> ? </w:t>
      </w:r>
      <w:r w:rsidR="008F7090" w:rsidRPr="003A0BBB">
        <w:t>Mais il y a quinze kilomètres</w:t>
      </w:r>
      <w:r>
        <w:t>.</w:t>
      </w:r>
    </w:p>
    <w:p w14:paraId="0C9694E9" w14:textId="77777777" w:rsidR="003A6D8D" w:rsidRDefault="003A6D8D" w:rsidP="008F7090">
      <w:r>
        <w:t>— </w:t>
      </w:r>
      <w:r w:rsidR="008F7090" w:rsidRPr="003A0BBB">
        <w:t>Eh bien</w:t>
      </w:r>
      <w:r>
        <w:t xml:space="preserve">, </w:t>
      </w:r>
      <w:r w:rsidR="008F7090" w:rsidRPr="003A0BBB">
        <w:t>je n</w:t>
      </w:r>
      <w:r>
        <w:t>’</w:t>
      </w:r>
      <w:r w:rsidR="008F7090" w:rsidRPr="003A0BBB">
        <w:t>ai pas dit qu</w:t>
      </w:r>
      <w:r>
        <w:t>’</w:t>
      </w:r>
      <w:r w:rsidR="008F7090" w:rsidRPr="003A0BBB">
        <w:t>on s</w:t>
      </w:r>
      <w:r>
        <w:t>’</w:t>
      </w:r>
      <w:r w:rsidR="008F7090" w:rsidRPr="003A0BBB">
        <w:t>y arrêterait</w:t>
      </w:r>
      <w:r>
        <w:t xml:space="preserve">. </w:t>
      </w:r>
      <w:r w:rsidR="008F7090" w:rsidRPr="003A0BBB">
        <w:t>Du soixante</w:t>
      </w:r>
      <w:r>
        <w:t xml:space="preserve">, </w:t>
      </w:r>
      <w:r w:rsidR="008F7090" w:rsidRPr="003A0BBB">
        <w:t>la belle affaire</w:t>
      </w:r>
      <w:r>
        <w:t xml:space="preserve">. </w:t>
      </w:r>
      <w:r w:rsidR="008F7090" w:rsidRPr="003A0BBB">
        <w:t>N</w:t>
      </w:r>
      <w:r>
        <w:t>’</w:t>
      </w:r>
      <w:r w:rsidR="008F7090" w:rsidRPr="003A0BBB">
        <w:t>aie pas peur</w:t>
      </w:r>
      <w:r>
        <w:t xml:space="preserve">, </w:t>
      </w:r>
      <w:r w:rsidR="008F7090" w:rsidRPr="003A0BBB">
        <w:t>le poulet que j</w:t>
      </w:r>
      <w:r>
        <w:t>’</w:t>
      </w:r>
      <w:r w:rsidR="008F7090" w:rsidRPr="003A0BBB">
        <w:t xml:space="preserve">ai vu </w:t>
      </w:r>
      <w:r w:rsidR="008F7090" w:rsidRPr="003A0BBB">
        <w:lastRenderedPageBreak/>
        <w:t>tout à l</w:t>
      </w:r>
      <w:r>
        <w:t>’</w:t>
      </w:r>
      <w:r w:rsidR="008F7090" w:rsidRPr="003A0BBB">
        <w:t>heure à la broche ne sera pas trop cuit</w:t>
      </w:r>
      <w:r>
        <w:t xml:space="preserve">. </w:t>
      </w:r>
      <w:r w:rsidR="008F7090" w:rsidRPr="003A0BBB">
        <w:t>Nous pourrions aller deux fois plus vite</w:t>
      </w:r>
      <w:r>
        <w:t xml:space="preserve">, </w:t>
      </w:r>
      <w:r w:rsidR="008F7090" w:rsidRPr="003A0BBB">
        <w:t>si nous voulions</w:t>
      </w:r>
      <w:r>
        <w:t xml:space="preserve">. </w:t>
      </w:r>
      <w:r w:rsidR="008F7090" w:rsidRPr="003A0BBB">
        <w:t>Mais ce matin</w:t>
      </w:r>
      <w:r>
        <w:t xml:space="preserve">, </w:t>
      </w:r>
      <w:r w:rsidR="008F7090" w:rsidRPr="003A0BBB">
        <w:t>ce n</w:t>
      </w:r>
      <w:r>
        <w:t>’</w:t>
      </w:r>
      <w:r w:rsidR="008F7090" w:rsidRPr="003A0BBB">
        <w:t>est pas une question de vitesse</w:t>
      </w:r>
      <w:r>
        <w:t xml:space="preserve">. </w:t>
      </w:r>
      <w:r w:rsidR="008F7090" w:rsidRPr="003A0BBB">
        <w:t>Je veux simplement te montrer ma façon de me débrouiller avec cet objet</w:t>
      </w:r>
      <w:r>
        <w:t xml:space="preserve">. </w:t>
      </w:r>
      <w:r w:rsidR="008F7090" w:rsidRPr="003A0BBB">
        <w:t>Franz</w:t>
      </w:r>
      <w:r>
        <w:t xml:space="preserve">, </w:t>
      </w:r>
      <w:r w:rsidR="008F7090" w:rsidRPr="003A0BBB">
        <w:t>monte par derrière</w:t>
      </w:r>
      <w:r>
        <w:t xml:space="preserve">. </w:t>
      </w:r>
      <w:r w:rsidR="008F7090" w:rsidRPr="003A0BBB">
        <w:t>Maman</w:t>
      </w:r>
      <w:r>
        <w:t xml:space="preserve">, </w:t>
      </w:r>
      <w:r w:rsidR="008F7090" w:rsidRPr="003A0BBB">
        <w:t>à côté de moi</w:t>
      </w:r>
      <w:r>
        <w:t xml:space="preserve">. </w:t>
      </w:r>
      <w:r w:rsidR="008F7090" w:rsidRPr="003A0BBB">
        <w:t>Hop</w:t>
      </w:r>
      <w:r>
        <w:t xml:space="preserve"> ! </w:t>
      </w:r>
      <w:r w:rsidR="008F7090" w:rsidRPr="003A0BBB">
        <w:t>Et voilà</w:t>
      </w:r>
      <w:r>
        <w:t>.</w:t>
      </w:r>
    </w:p>
    <w:p w14:paraId="07DCBF17" w14:textId="77777777" w:rsidR="003A6D8D" w:rsidRDefault="008F7090" w:rsidP="008F7090">
      <w:r w:rsidRPr="003A0BBB">
        <w:t>L</w:t>
      </w:r>
      <w:r w:rsidR="003A6D8D">
        <w:t>’</w:t>
      </w:r>
      <w:r w:rsidRPr="003A0BBB">
        <w:t>automobile était partie dans un bruit de tonnerre</w:t>
      </w:r>
      <w:r w:rsidR="003A6D8D">
        <w:t xml:space="preserve">. </w:t>
      </w:r>
      <w:r w:rsidRPr="003A0BBB">
        <w:t>Maintenant</w:t>
      </w:r>
      <w:r w:rsidR="003A6D8D">
        <w:t xml:space="preserve">, </w:t>
      </w:r>
      <w:r w:rsidRPr="003A0BBB">
        <w:t>elle roulait avec un ronflement égal</w:t>
      </w:r>
      <w:r w:rsidR="003A6D8D">
        <w:t xml:space="preserve">, </w:t>
      </w:r>
      <w:r w:rsidRPr="003A0BBB">
        <w:t>puissant</w:t>
      </w:r>
      <w:r w:rsidR="003A6D8D">
        <w:t xml:space="preserve">, </w:t>
      </w:r>
      <w:r w:rsidRPr="003A0BBB">
        <w:t>semblable à s</w:t>
      </w:r>
      <w:r w:rsidR="003A6D8D">
        <w:t>’</w:t>
      </w:r>
      <w:r w:rsidRPr="003A0BBB">
        <w:t>y méprendre à une respiration humaine</w:t>
      </w:r>
      <w:r w:rsidR="003A6D8D">
        <w:t xml:space="preserve">. </w:t>
      </w:r>
      <w:r w:rsidRPr="003A0BBB">
        <w:t>Véritablement</w:t>
      </w:r>
      <w:r w:rsidR="003A6D8D">
        <w:t xml:space="preserve">, </w:t>
      </w:r>
      <w:r w:rsidRPr="003A0BBB">
        <w:t>cette machine vivait</w:t>
      </w:r>
      <w:r w:rsidR="003A6D8D">
        <w:t>.</w:t>
      </w:r>
    </w:p>
    <w:p w14:paraId="7CCE9A2F" w14:textId="77777777" w:rsidR="003A6D8D" w:rsidRDefault="008F7090" w:rsidP="008F7090">
      <w:r w:rsidRPr="003A0BBB">
        <w:t>Nous étions sur la route que j</w:t>
      </w:r>
      <w:r w:rsidR="003A6D8D">
        <w:t>’</w:t>
      </w:r>
      <w:r w:rsidRPr="003A0BBB">
        <w:t>avais parcourue à deux reprises le matin</w:t>
      </w:r>
      <w:r w:rsidR="003A6D8D">
        <w:t xml:space="preserve">. </w:t>
      </w:r>
      <w:r w:rsidRPr="003A0BBB">
        <w:t>Je n</w:t>
      </w:r>
      <w:r w:rsidR="003A6D8D">
        <w:t>’</w:t>
      </w:r>
      <w:r w:rsidRPr="003A0BBB">
        <w:t>en appréciais que mieux la différence des allures</w:t>
      </w:r>
      <w:r w:rsidR="003A6D8D">
        <w:t xml:space="preserve">. </w:t>
      </w:r>
      <w:r w:rsidRPr="003A0BBB">
        <w:t>Les deux premiers kilomètres furent franchis d</w:t>
      </w:r>
      <w:r w:rsidR="003A6D8D">
        <w:t>’</w:t>
      </w:r>
      <w:r w:rsidRPr="003A0BBB">
        <w:t>un seul bond</w:t>
      </w:r>
      <w:r w:rsidR="003A6D8D">
        <w:t xml:space="preserve">. </w:t>
      </w:r>
      <w:r w:rsidRPr="003A0BBB">
        <w:t>Brusquement</w:t>
      </w:r>
      <w:r w:rsidR="003A6D8D">
        <w:t xml:space="preserve">, </w:t>
      </w:r>
      <w:r w:rsidRPr="003A0BBB">
        <w:t>la vitesse ralentit</w:t>
      </w:r>
      <w:r w:rsidR="003A6D8D">
        <w:t xml:space="preserve">. </w:t>
      </w:r>
      <w:r w:rsidRPr="003A0BBB">
        <w:t>Au même instant</w:t>
      </w:r>
      <w:r w:rsidR="003A6D8D">
        <w:t xml:space="preserve">, </w:t>
      </w:r>
      <w:r w:rsidRPr="003A0BBB">
        <w:t>j</w:t>
      </w:r>
      <w:r w:rsidR="003A6D8D">
        <w:t>’</w:t>
      </w:r>
      <w:r w:rsidRPr="003A0BBB">
        <w:t>entendis par derrière la voix de Franz</w:t>
      </w:r>
      <w:r w:rsidR="003A6D8D">
        <w:t>.</w:t>
      </w:r>
    </w:p>
    <w:p w14:paraId="56B6A0DE" w14:textId="77777777" w:rsidR="003A6D8D" w:rsidRDefault="003A6D8D" w:rsidP="008F7090">
      <w:r>
        <w:t>— </w:t>
      </w:r>
      <w:r w:rsidR="008F7090" w:rsidRPr="003A0BBB">
        <w:t>Attention</w:t>
      </w:r>
      <w:r>
        <w:t> !</w:t>
      </w:r>
    </w:p>
    <w:p w14:paraId="1D706C3B" w14:textId="77777777" w:rsidR="003A6D8D" w:rsidRDefault="008F7090" w:rsidP="008F7090">
      <w:r w:rsidRPr="003A0BBB">
        <w:t>Camille haussa les épaules</w:t>
      </w:r>
      <w:r w:rsidR="003A6D8D">
        <w:t xml:space="preserve">, </w:t>
      </w:r>
      <w:r w:rsidRPr="003A0BBB">
        <w:t>tout en imprimant au volant un mouvement de rotation rapide</w:t>
      </w:r>
      <w:r w:rsidR="003A6D8D">
        <w:t>.</w:t>
      </w:r>
    </w:p>
    <w:p w14:paraId="5731B6C9" w14:textId="77777777" w:rsidR="003A6D8D" w:rsidRDefault="003A6D8D" w:rsidP="008F7090">
      <w:r>
        <w:t>— </w:t>
      </w:r>
      <w:r w:rsidR="008F7090" w:rsidRPr="003A0BBB">
        <w:t>Là</w:t>
      </w:r>
      <w:r>
        <w:t xml:space="preserve"> ! </w:t>
      </w:r>
      <w:r w:rsidR="008F7090" w:rsidRPr="003A0BBB">
        <w:t>voilà qui est fait</w:t>
      </w:r>
      <w:r>
        <w:t xml:space="preserve">. </w:t>
      </w:r>
      <w:r w:rsidR="008F7090" w:rsidRPr="003A0BBB">
        <w:t>Avec cette voiture</w:t>
      </w:r>
      <w:r>
        <w:t xml:space="preserve">, </w:t>
      </w:r>
      <w:r w:rsidR="008F7090" w:rsidRPr="003A0BBB">
        <w:t>il faudrait réellement le vouloir pour rater un virage</w:t>
      </w:r>
      <w:r>
        <w:t xml:space="preserve">. </w:t>
      </w:r>
      <w:r w:rsidR="008F7090" w:rsidRPr="003A0BBB">
        <w:t>C</w:t>
      </w:r>
      <w:r>
        <w:t>’</w:t>
      </w:r>
      <w:r w:rsidR="008F7090" w:rsidRPr="003A0BBB">
        <w:t>est vrai</w:t>
      </w:r>
      <w:r>
        <w:t xml:space="preserve">, </w:t>
      </w:r>
      <w:r w:rsidR="008F7090" w:rsidRPr="003A0BBB">
        <w:t>tout de même</w:t>
      </w:r>
      <w:r>
        <w:t xml:space="preserve">, </w:t>
      </w:r>
      <w:r w:rsidR="008F7090" w:rsidRPr="003A0BBB">
        <w:t>qu</w:t>
      </w:r>
      <w:r>
        <w:t>’</w:t>
      </w:r>
      <w:r w:rsidR="008F7090" w:rsidRPr="003A0BBB">
        <w:t>il y a là un mauvais</w:t>
      </w:r>
      <w:r>
        <w:t xml:space="preserve">, </w:t>
      </w:r>
      <w:r w:rsidR="008F7090" w:rsidRPr="003A0BBB">
        <w:t>un très mauvais tournant</w:t>
      </w:r>
      <w:r>
        <w:t xml:space="preserve">. </w:t>
      </w:r>
      <w:r w:rsidR="008F7090" w:rsidRPr="003A0BBB">
        <w:t>Mais je l</w:t>
      </w:r>
      <w:r>
        <w:t>’</w:t>
      </w:r>
      <w:r w:rsidR="008F7090" w:rsidRPr="003A0BBB">
        <w:t>avais bien remarqué tout à l</w:t>
      </w:r>
      <w:r>
        <w:t>’</w:t>
      </w:r>
      <w:r w:rsidR="008F7090" w:rsidRPr="003A0BBB">
        <w:t>heure</w:t>
      </w:r>
      <w:r>
        <w:t xml:space="preserve">. </w:t>
      </w:r>
      <w:r w:rsidR="008F7090" w:rsidRPr="003A0BBB">
        <w:t>Tu ne peux te figurer</w:t>
      </w:r>
      <w:r>
        <w:t xml:space="preserve">, </w:t>
      </w:r>
      <w:r w:rsidR="008F7090" w:rsidRPr="003A0BBB">
        <w:t>maman</w:t>
      </w:r>
      <w:r>
        <w:t xml:space="preserve">, </w:t>
      </w:r>
      <w:r w:rsidR="008F7090" w:rsidRPr="003A0BBB">
        <w:t>à quel point</w:t>
      </w:r>
      <w:r>
        <w:t xml:space="preserve">, </w:t>
      </w:r>
      <w:r w:rsidR="008F7090" w:rsidRPr="003A0BBB">
        <w:t>quand on conduit</w:t>
      </w:r>
      <w:r>
        <w:t xml:space="preserve">, </w:t>
      </w:r>
      <w:r w:rsidR="008F7090" w:rsidRPr="003A0BBB">
        <w:t>la mémoire des lieux se développe</w:t>
      </w:r>
      <w:r>
        <w:t>.</w:t>
      </w:r>
    </w:p>
    <w:p w14:paraId="526C54A3" w14:textId="77777777" w:rsidR="003A6D8D" w:rsidRDefault="008F7090" w:rsidP="008F7090">
      <w:r w:rsidRPr="003A0BBB">
        <w:t>Maintenant</w:t>
      </w:r>
      <w:r w:rsidR="003A6D8D">
        <w:t xml:space="preserve">, </w:t>
      </w:r>
      <w:r w:rsidRPr="003A0BBB">
        <w:t>la route était droite</w:t>
      </w:r>
      <w:r w:rsidR="003A6D8D">
        <w:t xml:space="preserve">. </w:t>
      </w:r>
      <w:r w:rsidRPr="003A0BBB">
        <w:t>Le vent se faisait de plus en plus fort</w:t>
      </w:r>
      <w:r w:rsidR="003A6D8D">
        <w:t xml:space="preserve">. </w:t>
      </w:r>
      <w:r w:rsidRPr="003A0BBB">
        <w:t>Camille dirigeait sa course les deux bras tendus</w:t>
      </w:r>
      <w:r w:rsidR="003A6D8D">
        <w:t xml:space="preserve">, </w:t>
      </w:r>
      <w:r w:rsidRPr="003A0BBB">
        <w:t>la tête presque renversée</w:t>
      </w:r>
      <w:r w:rsidR="003A6D8D">
        <w:t xml:space="preserve">. </w:t>
      </w:r>
      <w:r w:rsidRPr="003A0BBB">
        <w:t>Penché vers elle</w:t>
      </w:r>
      <w:r w:rsidR="003A6D8D">
        <w:t xml:space="preserve">, </w:t>
      </w:r>
      <w:r w:rsidRPr="003A0BBB">
        <w:t>Franz lui murmurait des mots pour moi inintelligibles</w:t>
      </w:r>
      <w:r w:rsidR="003A6D8D">
        <w:t xml:space="preserve"> : </w:t>
      </w:r>
      <w:r w:rsidRPr="003A0BBB">
        <w:t>carter d</w:t>
      </w:r>
      <w:r w:rsidR="003A6D8D">
        <w:t>’</w:t>
      </w:r>
      <w:r w:rsidRPr="003A0BBB">
        <w:t>embrayage</w:t>
      </w:r>
      <w:r w:rsidR="003A6D8D">
        <w:t xml:space="preserve">, </w:t>
      </w:r>
      <w:r w:rsidRPr="003A0BBB">
        <w:t>gicleur</w:t>
      </w:r>
      <w:r w:rsidR="003A6D8D">
        <w:t xml:space="preserve">, </w:t>
      </w:r>
      <w:r w:rsidRPr="003A0BBB">
        <w:t>différentiel</w:t>
      </w:r>
      <w:r w:rsidR="003A6D8D">
        <w:t>.</w:t>
      </w:r>
    </w:p>
    <w:p w14:paraId="6106FDC9" w14:textId="77777777" w:rsidR="003A6D8D" w:rsidRDefault="008F7090" w:rsidP="008F7090">
      <w:r w:rsidRPr="003A0BBB">
        <w:lastRenderedPageBreak/>
        <w:t>Le temps de tourner devant l</w:t>
      </w:r>
      <w:r w:rsidR="003A6D8D">
        <w:t>’</w:t>
      </w:r>
      <w:r w:rsidRPr="003A0BBB">
        <w:t>église de Carennac</w:t>
      </w:r>
      <w:r w:rsidR="003A6D8D">
        <w:t xml:space="preserve">, </w:t>
      </w:r>
      <w:r w:rsidRPr="003A0BBB">
        <w:t>puis de reprendre notre course folle</w:t>
      </w:r>
      <w:r w:rsidR="003A6D8D">
        <w:t xml:space="preserve">, </w:t>
      </w:r>
      <w:r w:rsidRPr="003A0BBB">
        <w:t>et nous étions de retour à Maguelonne</w:t>
      </w:r>
      <w:r w:rsidR="003A6D8D">
        <w:t>.</w:t>
      </w:r>
    </w:p>
    <w:p w14:paraId="778BA7D0" w14:textId="77777777" w:rsidR="003A6D8D" w:rsidRDefault="008F7090" w:rsidP="008F7090">
      <w:r w:rsidRPr="003A0BBB">
        <w:t>Camille avait déjà bondi de terre</w:t>
      </w:r>
      <w:r w:rsidR="003A6D8D">
        <w:t>.</w:t>
      </w:r>
    </w:p>
    <w:p w14:paraId="1536153C" w14:textId="77777777" w:rsidR="003A6D8D" w:rsidRDefault="003A6D8D" w:rsidP="008F7090">
      <w:r>
        <w:t>— </w:t>
      </w:r>
      <w:r w:rsidR="008F7090" w:rsidRPr="003A0BBB">
        <w:t>Eh bien</w:t>
      </w:r>
      <w:r>
        <w:t xml:space="preserve">, </w:t>
      </w:r>
      <w:r w:rsidR="008F7090" w:rsidRPr="003A0BBB">
        <w:t>maman</w:t>
      </w:r>
      <w:r>
        <w:t xml:space="preserve"> ? </w:t>
      </w:r>
      <w:r w:rsidR="008F7090" w:rsidRPr="003A0BBB">
        <w:t>Qu</w:t>
      </w:r>
      <w:r>
        <w:t>’</w:t>
      </w:r>
      <w:r w:rsidR="008F7090" w:rsidRPr="003A0BBB">
        <w:t>en dis-tu</w:t>
      </w:r>
      <w:r>
        <w:t> ?</w:t>
      </w:r>
    </w:p>
    <w:p w14:paraId="6A053B4C" w14:textId="77777777" w:rsidR="003A6D8D" w:rsidRDefault="008F7090" w:rsidP="008F7090">
      <w:r w:rsidRPr="003A0BBB">
        <w:t xml:space="preserve">Je ne </w:t>
      </w:r>
      <w:proofErr w:type="spellStart"/>
      <w:r w:rsidRPr="003A0BBB">
        <w:t>pus</w:t>
      </w:r>
      <w:proofErr w:type="spellEnd"/>
      <w:r w:rsidRPr="003A0BBB">
        <w:t xml:space="preserve"> lui répondre tout de suite</w:t>
      </w:r>
      <w:r w:rsidR="003A6D8D">
        <w:t xml:space="preserve">. </w:t>
      </w:r>
      <w:r w:rsidRPr="003A0BBB">
        <w:t>Éblouie par tout cet air</w:t>
      </w:r>
      <w:r w:rsidR="003A6D8D">
        <w:t xml:space="preserve">, </w:t>
      </w:r>
      <w:r w:rsidRPr="003A0BBB">
        <w:t>tout cet azur</w:t>
      </w:r>
      <w:r w:rsidR="003A6D8D">
        <w:t xml:space="preserve">, </w:t>
      </w:r>
      <w:r w:rsidRPr="003A0BBB">
        <w:t>je chancelais à ce point que Franz dut m</w:t>
      </w:r>
      <w:r w:rsidR="003A6D8D">
        <w:t>’</w:t>
      </w:r>
      <w:r w:rsidRPr="003A0BBB">
        <w:t>aider à descendre de mon baquet</w:t>
      </w:r>
      <w:r w:rsidR="003A6D8D">
        <w:t>.</w:t>
      </w:r>
    </w:p>
    <w:p w14:paraId="30533386" w14:textId="77777777" w:rsidR="003A6D8D" w:rsidRDefault="003A6D8D" w:rsidP="008F7090">
      <w:r>
        <w:t>— </w:t>
      </w:r>
      <w:r w:rsidR="008F7090" w:rsidRPr="003A0BBB">
        <w:t>Ce que j</w:t>
      </w:r>
      <w:r>
        <w:t>’</w:t>
      </w:r>
      <w:r w:rsidR="008F7090" w:rsidRPr="003A0BBB">
        <w:t>en dis</w:t>
      </w:r>
      <w:r>
        <w:t xml:space="preserve">, </w:t>
      </w:r>
      <w:r w:rsidR="008F7090" w:rsidRPr="003A0BBB">
        <w:t>Camille</w:t>
      </w:r>
      <w:r>
        <w:t xml:space="preserve"> ? </w:t>
      </w:r>
      <w:r w:rsidR="008F7090" w:rsidRPr="003A0BBB">
        <w:t>Que je ne serai jamais très rassurée à te savoir conduisant ce petit monstre sans ton fiancé auprès de toi</w:t>
      </w:r>
      <w:r>
        <w:t>.</w:t>
      </w:r>
    </w:p>
    <w:p w14:paraId="3FC21666" w14:textId="77777777" w:rsidR="003A6D8D" w:rsidRDefault="008F7090" w:rsidP="008F7090">
      <w:r w:rsidRPr="003A0BBB">
        <w:t>Franz sourit</w:t>
      </w:r>
      <w:r w:rsidR="003A6D8D">
        <w:t>.</w:t>
      </w:r>
    </w:p>
    <w:p w14:paraId="671D2275" w14:textId="77777777" w:rsidR="003A6D8D" w:rsidRDefault="003A6D8D" w:rsidP="008F7090">
      <w:r>
        <w:t>— </w:t>
      </w:r>
      <w:r w:rsidR="008F7090" w:rsidRPr="003A0BBB">
        <w:t>Aussi ne lui en ai-je pas donné jusqu</w:t>
      </w:r>
      <w:r>
        <w:t>’</w:t>
      </w:r>
      <w:r w:rsidR="008F7090" w:rsidRPr="003A0BBB">
        <w:t>à présent l</w:t>
      </w:r>
      <w:r>
        <w:t>’</w:t>
      </w:r>
      <w:r w:rsidR="008F7090" w:rsidRPr="003A0BBB">
        <w:t>autorisation</w:t>
      </w:r>
      <w:r>
        <w:t xml:space="preserve">, </w:t>
      </w:r>
      <w:r w:rsidR="008F7090" w:rsidRPr="003A0BBB">
        <w:t>madame</w:t>
      </w:r>
      <w:r>
        <w:t xml:space="preserve">, </w:t>
      </w:r>
      <w:r w:rsidR="008F7090" w:rsidRPr="003A0BBB">
        <w:t>dit-il</w:t>
      </w:r>
      <w:r>
        <w:t>.</w:t>
      </w:r>
    </w:p>
    <w:p w14:paraId="4F6F7935" w14:textId="77777777" w:rsidR="003A6D8D" w:rsidRDefault="003A6D8D" w:rsidP="008F7090">
      <w:r>
        <w:t>— </w:t>
      </w:r>
      <w:r w:rsidR="008F7090" w:rsidRPr="003A0BBB">
        <w:t>L</w:t>
      </w:r>
      <w:r>
        <w:t>’</w:t>
      </w:r>
      <w:r w:rsidR="008F7090" w:rsidRPr="003A0BBB">
        <w:t>autorisation</w:t>
      </w:r>
      <w:r>
        <w:t xml:space="preserve"> ! </w:t>
      </w:r>
      <w:r w:rsidR="008F7090" w:rsidRPr="003A0BBB">
        <w:t>Voyez</w:t>
      </w:r>
      <w:r>
        <w:t xml:space="preserve">, </w:t>
      </w:r>
      <w:r w:rsidR="008F7090" w:rsidRPr="003A0BBB">
        <w:t>monsieur</w:t>
      </w:r>
      <w:r>
        <w:t xml:space="preserve">. </w:t>
      </w:r>
      <w:r w:rsidR="008F7090" w:rsidRPr="003A0BBB">
        <w:t>Il parle comme s</w:t>
      </w:r>
      <w:r>
        <w:t>’</w:t>
      </w:r>
      <w:r w:rsidR="008F7090" w:rsidRPr="003A0BBB">
        <w:t>il était déjà mon mari</w:t>
      </w:r>
      <w:r>
        <w:t xml:space="preserve">. </w:t>
      </w:r>
      <w:r w:rsidR="008F7090" w:rsidRPr="003A0BBB">
        <w:t>Et puis</w:t>
      </w:r>
      <w:r>
        <w:t xml:space="preserve">, </w:t>
      </w:r>
      <w:r w:rsidR="008F7090" w:rsidRPr="003A0BBB">
        <w:t>comment viens-tu d</w:t>
      </w:r>
      <w:r>
        <w:t>’</w:t>
      </w:r>
      <w:r w:rsidR="008F7090" w:rsidRPr="003A0BBB">
        <w:t>appeler maman</w:t>
      </w:r>
      <w:r>
        <w:t xml:space="preserve"> ? </w:t>
      </w:r>
      <w:r w:rsidR="008F7090" w:rsidRPr="003A0BBB">
        <w:t>Madame</w:t>
      </w:r>
      <w:r>
        <w:t xml:space="preserve">, </w:t>
      </w:r>
      <w:r w:rsidR="008F7090" w:rsidRPr="003A0BBB">
        <w:t>je crois</w:t>
      </w:r>
      <w:r>
        <w:t xml:space="preserve">. </w:t>
      </w:r>
      <w:r w:rsidR="008F7090" w:rsidRPr="003A0BBB">
        <w:t>Dis donc</w:t>
      </w:r>
      <w:r>
        <w:t xml:space="preserve">, </w:t>
      </w:r>
      <w:r w:rsidR="008F7090" w:rsidRPr="003A0BBB">
        <w:t>tu n</w:t>
      </w:r>
      <w:r>
        <w:t>’</w:t>
      </w:r>
      <w:r w:rsidR="008F7090" w:rsidRPr="003A0BBB">
        <w:t>as rien trouvé par hasard de plus intime</w:t>
      </w:r>
      <w:r>
        <w:t xml:space="preserve"> ? </w:t>
      </w:r>
      <w:r w:rsidR="008F7090" w:rsidRPr="003A0BBB">
        <w:t>Après tout</w:t>
      </w:r>
      <w:r>
        <w:t xml:space="preserve">, </w:t>
      </w:r>
      <w:r w:rsidR="008F7090" w:rsidRPr="003A0BBB">
        <w:t>c</w:t>
      </w:r>
      <w:r>
        <w:t>’</w:t>
      </w:r>
      <w:r w:rsidR="008F7090" w:rsidRPr="003A0BBB">
        <w:t>est vrai</w:t>
      </w:r>
      <w:r>
        <w:t xml:space="preserve">, </w:t>
      </w:r>
      <w:r w:rsidR="008F7090" w:rsidRPr="003A0BBB">
        <w:t>comment dois-tu l</w:t>
      </w:r>
      <w:r>
        <w:t>’</w:t>
      </w:r>
      <w:r w:rsidR="008F7090" w:rsidRPr="003A0BBB">
        <w:t>appeler</w:t>
      </w:r>
      <w:r>
        <w:t xml:space="preserve"> ? </w:t>
      </w:r>
      <w:r w:rsidR="008F7090" w:rsidRPr="003A0BBB">
        <w:t>Parle donc</w:t>
      </w:r>
      <w:r>
        <w:t xml:space="preserve">, </w:t>
      </w:r>
      <w:r w:rsidR="008F7090" w:rsidRPr="003A0BBB">
        <w:t>maman</w:t>
      </w:r>
      <w:r>
        <w:t xml:space="preserve">. </w:t>
      </w:r>
      <w:r w:rsidR="008F7090" w:rsidRPr="003A0BBB">
        <w:t>Que t</w:t>
      </w:r>
      <w:r>
        <w:t>’</w:t>
      </w:r>
      <w:r w:rsidR="008F7090" w:rsidRPr="003A0BBB">
        <w:t>en semble</w:t>
      </w:r>
      <w:r>
        <w:t> ?</w:t>
      </w:r>
    </w:p>
    <w:p w14:paraId="79B2295A" w14:textId="77777777" w:rsidR="003A6D8D" w:rsidRDefault="003A6D8D" w:rsidP="008F7090">
      <w:r>
        <w:t>— </w:t>
      </w:r>
      <w:r w:rsidR="008F7090" w:rsidRPr="003A0BBB">
        <w:t>Mais</w:t>
      </w:r>
      <w:r>
        <w:t xml:space="preserve">, </w:t>
      </w:r>
      <w:r w:rsidR="008F7090" w:rsidRPr="003A0BBB">
        <w:t>ma petite fille</w:t>
      </w:r>
      <w:r>
        <w:t xml:space="preserve">, </w:t>
      </w:r>
      <w:r w:rsidR="008F7090" w:rsidRPr="003A0BBB">
        <w:t>je n</w:t>
      </w:r>
      <w:r>
        <w:t>’</w:t>
      </w:r>
      <w:r w:rsidR="008F7090" w:rsidRPr="003A0BBB">
        <w:t>ai pas réfléchi</w:t>
      </w:r>
      <w:r>
        <w:t xml:space="preserve">… </w:t>
      </w:r>
      <w:r w:rsidR="008F7090" w:rsidRPr="003A0BBB">
        <w:t>Je ne sais pas</w:t>
      </w:r>
      <w:r>
        <w:t>.</w:t>
      </w:r>
    </w:p>
    <w:p w14:paraId="0F1B54B3" w14:textId="77777777" w:rsidR="003A6D8D" w:rsidRDefault="003A6D8D" w:rsidP="008F7090">
      <w:r>
        <w:t>— </w:t>
      </w:r>
      <w:r w:rsidR="008F7090" w:rsidRPr="003A0BBB">
        <w:t>Alors</w:t>
      </w:r>
      <w:r>
        <w:t xml:space="preserve">, </w:t>
      </w:r>
      <w:r w:rsidR="008F7090" w:rsidRPr="003A0BBB">
        <w:t>c</w:t>
      </w:r>
      <w:r>
        <w:t>’</w:t>
      </w:r>
      <w:r w:rsidR="008F7090" w:rsidRPr="003A0BBB">
        <w:t>est moi qui vais être obligée d</w:t>
      </w:r>
      <w:r>
        <w:t>’</w:t>
      </w:r>
      <w:r w:rsidR="008F7090" w:rsidRPr="003A0BBB">
        <w:t>avoir des idées pour tous les trois</w:t>
      </w:r>
      <w:r>
        <w:t xml:space="preserve"> ! </w:t>
      </w:r>
      <w:r w:rsidR="008F7090" w:rsidRPr="003A0BBB">
        <w:t>C</w:t>
      </w:r>
      <w:r>
        <w:t>’</w:t>
      </w:r>
      <w:r w:rsidR="008F7090" w:rsidRPr="003A0BBB">
        <w:t>est gai</w:t>
      </w:r>
      <w:r>
        <w:t xml:space="preserve">. </w:t>
      </w:r>
      <w:r w:rsidR="008F7090" w:rsidRPr="003A0BBB">
        <w:t>Cherchons</w:t>
      </w:r>
      <w:r>
        <w:t xml:space="preserve">. </w:t>
      </w:r>
      <w:r w:rsidR="008F7090" w:rsidRPr="003A0BBB">
        <w:rPr>
          <w:i/>
          <w:iCs/>
        </w:rPr>
        <w:t>Mère</w:t>
      </w:r>
      <w:r>
        <w:t xml:space="preserve">, </w:t>
      </w:r>
      <w:r w:rsidR="008F7090" w:rsidRPr="003A0BBB">
        <w:t>comme ils font tous</w:t>
      </w:r>
      <w:r>
        <w:t xml:space="preserve">, </w:t>
      </w:r>
      <w:r w:rsidR="008F7090" w:rsidRPr="003A0BBB">
        <w:t>généralement</w:t>
      </w:r>
      <w:r>
        <w:t xml:space="preserve"> ? </w:t>
      </w:r>
      <w:r w:rsidR="008F7090" w:rsidRPr="003A0BBB">
        <w:t>Mais c</w:t>
      </w:r>
      <w:r>
        <w:t>’</w:t>
      </w:r>
      <w:r w:rsidR="008F7090" w:rsidRPr="003A0BBB">
        <w:t>est ridicule</w:t>
      </w:r>
      <w:r>
        <w:t xml:space="preserve">, </w:t>
      </w:r>
      <w:r w:rsidR="008F7090" w:rsidRPr="003A0BBB">
        <w:t>mais c</w:t>
      </w:r>
      <w:r>
        <w:t>’</w:t>
      </w:r>
      <w:r w:rsidR="008F7090" w:rsidRPr="003A0BBB">
        <w:t>est impossible</w:t>
      </w:r>
      <w:r>
        <w:t xml:space="preserve">. </w:t>
      </w:r>
      <w:r w:rsidR="008F7090" w:rsidRPr="003A0BBB">
        <w:t>Voyons</w:t>
      </w:r>
      <w:r>
        <w:t xml:space="preserve">, </w:t>
      </w:r>
      <w:r w:rsidR="008F7090" w:rsidRPr="003A0BBB">
        <w:t>Franz</w:t>
      </w:r>
      <w:r>
        <w:t xml:space="preserve">, </w:t>
      </w:r>
      <w:r w:rsidR="008F7090" w:rsidRPr="003A0BBB">
        <w:t>regarde-la bien</w:t>
      </w:r>
      <w:r>
        <w:t xml:space="preserve">. </w:t>
      </w:r>
      <w:r w:rsidR="008F7090" w:rsidRPr="003A0BBB">
        <w:t>On dirait ma sœur</w:t>
      </w:r>
      <w:r>
        <w:t xml:space="preserve">. </w:t>
      </w:r>
      <w:r w:rsidR="008F7090" w:rsidRPr="003A0BBB">
        <w:t>Elle t</w:t>
      </w:r>
      <w:r>
        <w:t>’</w:t>
      </w:r>
      <w:r w:rsidR="008F7090" w:rsidRPr="003A0BBB">
        <w:t>appellerait papa que ce ne serait pas plus déraisonnable</w:t>
      </w:r>
      <w:r>
        <w:t xml:space="preserve">. </w:t>
      </w:r>
      <w:r w:rsidR="008F7090" w:rsidRPr="003A0BBB">
        <w:t>Comment</w:t>
      </w:r>
      <w:r>
        <w:t xml:space="preserve">, </w:t>
      </w:r>
      <w:r w:rsidR="008F7090" w:rsidRPr="003A0BBB">
        <w:t>alors</w:t>
      </w:r>
      <w:r>
        <w:t xml:space="preserve"> ? </w:t>
      </w:r>
      <w:r w:rsidR="008F7090" w:rsidRPr="003A0BBB">
        <w:t>Bah</w:t>
      </w:r>
      <w:r>
        <w:t xml:space="preserve"> ! </w:t>
      </w:r>
      <w:r w:rsidR="008F7090" w:rsidRPr="003A0BBB">
        <w:t>nous verrons bien</w:t>
      </w:r>
      <w:r>
        <w:t xml:space="preserve">. </w:t>
      </w:r>
      <w:r w:rsidR="008F7090" w:rsidRPr="003A0BBB">
        <w:t xml:space="preserve">Ce sont des </w:t>
      </w:r>
      <w:r w:rsidR="008F7090" w:rsidRPr="003A0BBB">
        <w:lastRenderedPageBreak/>
        <w:t>questions qui se règlent beaucoup mieux à la fin d</w:t>
      </w:r>
      <w:r>
        <w:t>’</w:t>
      </w:r>
      <w:r w:rsidR="008F7090" w:rsidRPr="003A0BBB">
        <w:t>un bon déjeuner</w:t>
      </w:r>
      <w:r>
        <w:t xml:space="preserve">, </w:t>
      </w:r>
      <w:r w:rsidR="008F7090" w:rsidRPr="003A0BBB">
        <w:t>et nous mourons tous de faim</w:t>
      </w:r>
      <w:r>
        <w:t xml:space="preserve">. </w:t>
      </w:r>
      <w:r w:rsidR="008F7090" w:rsidRPr="003A0BBB">
        <w:t>À table</w:t>
      </w:r>
      <w:r>
        <w:t xml:space="preserve">, </w:t>
      </w:r>
      <w:r w:rsidR="008F7090" w:rsidRPr="003A0BBB">
        <w:t>Maria</w:t>
      </w:r>
      <w:r>
        <w:t xml:space="preserve">, </w:t>
      </w:r>
      <w:r w:rsidR="008F7090" w:rsidRPr="003A0BBB">
        <w:t>à table</w:t>
      </w:r>
      <w:r>
        <w:t> !</w:t>
      </w:r>
    </w:p>
    <w:p w14:paraId="16B1BBE4" w14:textId="42E966D8" w:rsidR="008F7090" w:rsidRPr="003A0BBB" w:rsidRDefault="008F7090" w:rsidP="003A6D8D">
      <w:pPr>
        <w:pStyle w:val="Titre1"/>
      </w:pPr>
      <w:bookmarkStart w:id="7" w:name="_Toc196328808"/>
      <w:r w:rsidRPr="003A0BBB">
        <w:lastRenderedPageBreak/>
        <w:t>VII</w:t>
      </w:r>
      <w:bookmarkEnd w:id="7"/>
    </w:p>
    <w:p w14:paraId="6338AFBB" w14:textId="77777777" w:rsidR="003A6D8D" w:rsidRDefault="008F7090" w:rsidP="008F7090">
      <w:r w:rsidRPr="003A0BBB">
        <w:t>Une maîtresse de maison peut faire servir n</w:t>
      </w:r>
      <w:r w:rsidR="003A6D8D">
        <w:t>’</w:t>
      </w:r>
      <w:r w:rsidRPr="003A0BBB">
        <w:t>importe quoi à des convives se trouvant dans l</w:t>
      </w:r>
      <w:r w:rsidR="003A6D8D">
        <w:t>’</w:t>
      </w:r>
      <w:r w:rsidRPr="003A0BBB">
        <w:t>état d</w:t>
      </w:r>
      <w:r w:rsidR="003A6D8D">
        <w:t>’</w:t>
      </w:r>
      <w:r w:rsidRPr="003A0BBB">
        <w:t>esprit de Franz et de Camille</w:t>
      </w:r>
      <w:r w:rsidR="003A6D8D">
        <w:t xml:space="preserve">. </w:t>
      </w:r>
      <w:r w:rsidRPr="003A0BBB">
        <w:t>Ils n</w:t>
      </w:r>
      <w:r w:rsidR="003A6D8D">
        <w:t>’</w:t>
      </w:r>
      <w:r w:rsidRPr="003A0BBB">
        <w:t>y prêteront pas attention</w:t>
      </w:r>
      <w:r w:rsidR="003A6D8D">
        <w:t xml:space="preserve">. </w:t>
      </w:r>
      <w:r w:rsidRPr="003A0BBB">
        <w:t>De fait</w:t>
      </w:r>
      <w:r w:rsidR="003A6D8D">
        <w:t xml:space="preserve">, </w:t>
      </w:r>
      <w:r w:rsidRPr="003A0BBB">
        <w:t>il serait difficile d</w:t>
      </w:r>
      <w:r w:rsidR="003A6D8D">
        <w:t>’</w:t>
      </w:r>
      <w:r w:rsidRPr="003A0BBB">
        <w:t>imaginer déjeuner plus complètement manqué que celui qui fut servi ce matin-là à Maguelonne</w:t>
      </w:r>
      <w:r w:rsidR="003A6D8D">
        <w:t xml:space="preserve">. </w:t>
      </w:r>
      <w:r w:rsidRPr="003A0BBB">
        <w:t>Une véritable fatalité avait pesé sur les moindres détails</w:t>
      </w:r>
      <w:r w:rsidR="003A6D8D">
        <w:t xml:space="preserve">. </w:t>
      </w:r>
      <w:r w:rsidRPr="003A0BBB">
        <w:t>Au début</w:t>
      </w:r>
      <w:r w:rsidR="003A6D8D">
        <w:t xml:space="preserve">, </w:t>
      </w:r>
      <w:r w:rsidRPr="003A0BBB">
        <w:t>Maria et moi nous échangions des coups d</w:t>
      </w:r>
      <w:r w:rsidR="003A6D8D">
        <w:t>’</w:t>
      </w:r>
      <w:r w:rsidRPr="003A0BBB">
        <w:t>œil</w:t>
      </w:r>
      <w:r w:rsidR="003A6D8D">
        <w:t xml:space="preserve">, </w:t>
      </w:r>
      <w:r w:rsidRPr="003A0BBB">
        <w:t>elle pleins d</w:t>
      </w:r>
      <w:r w:rsidR="003A6D8D">
        <w:t>’</w:t>
      </w:r>
      <w:r w:rsidRPr="003A0BBB">
        <w:t>horreur</w:t>
      </w:r>
      <w:r w:rsidR="003A6D8D">
        <w:t xml:space="preserve">, </w:t>
      </w:r>
      <w:r w:rsidRPr="003A0BBB">
        <w:t>moi de reproches</w:t>
      </w:r>
      <w:r w:rsidR="003A6D8D">
        <w:t xml:space="preserve">. </w:t>
      </w:r>
      <w:r w:rsidRPr="003A0BBB">
        <w:t>Mais</w:t>
      </w:r>
      <w:r w:rsidR="003A6D8D">
        <w:t xml:space="preserve">, </w:t>
      </w:r>
      <w:r w:rsidRPr="003A0BBB">
        <w:t>à la fin</w:t>
      </w:r>
      <w:r w:rsidR="003A6D8D">
        <w:t xml:space="preserve">, </w:t>
      </w:r>
      <w:r w:rsidRPr="003A0BBB">
        <w:t>j</w:t>
      </w:r>
      <w:r w:rsidR="003A6D8D">
        <w:t>’</w:t>
      </w:r>
      <w:r w:rsidRPr="003A0BBB">
        <w:t>en avais pris mon parti et arrivais même à trouver drôle un tel concours de calamités culinaires</w:t>
      </w:r>
      <w:r w:rsidR="003A6D8D">
        <w:t xml:space="preserve">. </w:t>
      </w:r>
      <w:r w:rsidRPr="003A0BBB">
        <w:t>Le melon était aussi fade et spongieux qu</w:t>
      </w:r>
      <w:r w:rsidR="003A6D8D">
        <w:t>’</w:t>
      </w:r>
      <w:r w:rsidRPr="003A0BBB">
        <w:t>une pastèque</w:t>
      </w:r>
      <w:r w:rsidR="003A6D8D">
        <w:t xml:space="preserve">, </w:t>
      </w:r>
      <w:r w:rsidRPr="003A0BBB">
        <w:t>les écrevisses immangeables à force de poivre</w:t>
      </w:r>
      <w:r w:rsidR="003A6D8D">
        <w:t xml:space="preserve">. </w:t>
      </w:r>
      <w:r w:rsidRPr="003A0BBB">
        <w:t>Le poulet était desséché</w:t>
      </w:r>
      <w:r w:rsidR="003A6D8D">
        <w:t xml:space="preserve">, </w:t>
      </w:r>
      <w:r w:rsidRPr="003A0BBB">
        <w:t>les truites molles</w:t>
      </w:r>
      <w:r w:rsidR="003A6D8D">
        <w:t xml:space="preserve">. </w:t>
      </w:r>
      <w:r w:rsidRPr="003A0BBB">
        <w:t>Je comptais en dernier ressort sur le foie gras</w:t>
      </w:r>
      <w:r w:rsidR="003A6D8D">
        <w:t xml:space="preserve">, </w:t>
      </w:r>
      <w:r w:rsidRPr="003A0BBB">
        <w:t>mais les deux voyageurs</w:t>
      </w:r>
      <w:r w:rsidR="003A6D8D">
        <w:t xml:space="preserve">, </w:t>
      </w:r>
      <w:r w:rsidRPr="003A0BBB">
        <w:t>qui peu d</w:t>
      </w:r>
      <w:r w:rsidR="003A6D8D">
        <w:t>’</w:t>
      </w:r>
      <w:r w:rsidRPr="003A0BBB">
        <w:t>heures auparavant en avaient dévoré un</w:t>
      </w:r>
      <w:r w:rsidR="003A6D8D">
        <w:t xml:space="preserve">, </w:t>
      </w:r>
      <w:r w:rsidRPr="003A0BBB">
        <w:t>se déclarèrent incapables de faire à son frère la moindre place</w:t>
      </w:r>
      <w:r w:rsidR="003A6D8D">
        <w:t xml:space="preserve">. </w:t>
      </w:r>
      <w:r w:rsidRPr="003A0BBB">
        <w:t>Un désastre</w:t>
      </w:r>
      <w:r w:rsidR="003A6D8D">
        <w:t xml:space="preserve">, </w:t>
      </w:r>
      <w:r w:rsidRPr="003A0BBB">
        <w:t>en un mot</w:t>
      </w:r>
      <w:r w:rsidR="003A6D8D">
        <w:t xml:space="preserve">, </w:t>
      </w:r>
      <w:r w:rsidRPr="003A0BBB">
        <w:t>c</w:t>
      </w:r>
      <w:r w:rsidR="003A6D8D">
        <w:t>’</w:t>
      </w:r>
      <w:r w:rsidRPr="003A0BBB">
        <w:t>eût été un désastre avec des convives tant soit peu soucieux de leur dignité</w:t>
      </w:r>
      <w:r w:rsidR="003A6D8D">
        <w:t xml:space="preserve">. </w:t>
      </w:r>
      <w:r w:rsidRPr="003A0BBB">
        <w:t>Mais</w:t>
      </w:r>
      <w:r w:rsidR="003A6D8D">
        <w:t xml:space="preserve">, </w:t>
      </w:r>
      <w:r w:rsidRPr="003A0BBB">
        <w:t>en ce jour</w:t>
      </w:r>
      <w:r w:rsidR="003A6D8D">
        <w:t xml:space="preserve">, </w:t>
      </w:r>
      <w:r w:rsidRPr="003A0BBB">
        <w:t>il était bien question de dignité</w:t>
      </w:r>
      <w:r w:rsidR="003A6D8D">
        <w:t xml:space="preserve"> ! </w:t>
      </w:r>
      <w:r w:rsidRPr="003A0BBB">
        <w:t>Et d</w:t>
      </w:r>
      <w:r w:rsidR="003A6D8D">
        <w:t>’</w:t>
      </w:r>
      <w:r w:rsidRPr="003A0BBB">
        <w:t>ailleurs</w:t>
      </w:r>
      <w:r w:rsidR="003A6D8D">
        <w:t xml:space="preserve">, </w:t>
      </w:r>
      <w:r w:rsidRPr="003A0BBB">
        <w:t>seul soldat égal à lui-même</w:t>
      </w:r>
      <w:r w:rsidR="003A6D8D">
        <w:t xml:space="preserve">, </w:t>
      </w:r>
      <w:r w:rsidRPr="003A0BBB">
        <w:t>le vin</w:t>
      </w:r>
      <w:r w:rsidR="003A6D8D">
        <w:t xml:space="preserve">, </w:t>
      </w:r>
      <w:r w:rsidRPr="003A0BBB">
        <w:t>le beau vin brique et or de ma vieille cave avait fait son devoir</w:t>
      </w:r>
      <w:r w:rsidR="003A6D8D">
        <w:t xml:space="preserve">. </w:t>
      </w:r>
      <w:r w:rsidRPr="003A0BBB">
        <w:t>Camille et Franz en avaient bu sans demander de comptes à Maria</w:t>
      </w:r>
      <w:r w:rsidR="003A6D8D">
        <w:t xml:space="preserve">, </w:t>
      </w:r>
      <w:r w:rsidRPr="003A0BBB">
        <w:t>qui</w:t>
      </w:r>
      <w:r w:rsidR="003A6D8D">
        <w:t xml:space="preserve">, </w:t>
      </w:r>
      <w:r w:rsidRPr="003A0BBB">
        <w:t>comprenant que c</w:t>
      </w:r>
      <w:r w:rsidR="003A6D8D">
        <w:t>’</w:t>
      </w:r>
      <w:r w:rsidRPr="003A0BBB">
        <w:t>était son unique chance de salut</w:t>
      </w:r>
      <w:r w:rsidR="003A6D8D">
        <w:t xml:space="preserve">, </w:t>
      </w:r>
      <w:r w:rsidRPr="003A0BBB">
        <w:t>s</w:t>
      </w:r>
      <w:r w:rsidR="003A6D8D">
        <w:t>’</w:t>
      </w:r>
      <w:r w:rsidRPr="003A0BBB">
        <w:t>appliquait opiniâtrement à ne pas laisser un seul verre vide</w:t>
      </w:r>
      <w:r w:rsidR="003A6D8D">
        <w:t xml:space="preserve">. </w:t>
      </w:r>
      <w:r w:rsidRPr="003A0BBB">
        <w:t>Moi-même</w:t>
      </w:r>
      <w:r w:rsidR="003A6D8D">
        <w:t xml:space="preserve">, </w:t>
      </w:r>
      <w:r w:rsidRPr="003A0BBB">
        <w:t>j</w:t>
      </w:r>
      <w:r w:rsidR="003A6D8D">
        <w:t>’</w:t>
      </w:r>
      <w:r w:rsidRPr="003A0BBB">
        <w:t>avais fini par suivre leur exemple</w:t>
      </w:r>
      <w:r w:rsidR="003A6D8D">
        <w:t xml:space="preserve">. </w:t>
      </w:r>
      <w:r w:rsidRPr="003A0BBB">
        <w:t>Mes craintes troubles de la semaine s</w:t>
      </w:r>
      <w:r w:rsidR="003A6D8D">
        <w:t>’</w:t>
      </w:r>
      <w:r w:rsidRPr="003A0BBB">
        <w:t>étaient mises à fondre comme des buées pompées par le soleil</w:t>
      </w:r>
      <w:r w:rsidR="003A6D8D">
        <w:t xml:space="preserve">. </w:t>
      </w:r>
      <w:r w:rsidRPr="003A0BBB">
        <w:t>Bien éloignée désormais d</w:t>
      </w:r>
      <w:r w:rsidR="003A6D8D">
        <w:t>’</w:t>
      </w:r>
      <w:r w:rsidRPr="003A0BBB">
        <w:t>en garder à Franz de la rancune</w:t>
      </w:r>
      <w:r w:rsidR="003A6D8D">
        <w:t xml:space="preserve">, </w:t>
      </w:r>
      <w:r w:rsidRPr="003A0BBB">
        <w:t>j</w:t>
      </w:r>
      <w:r w:rsidR="003A6D8D">
        <w:t>’</w:t>
      </w:r>
      <w:r w:rsidRPr="003A0BBB">
        <w:t>assistais émerveillée à la métamorphose de ma fille</w:t>
      </w:r>
      <w:r w:rsidR="003A6D8D">
        <w:t>.</w:t>
      </w:r>
    </w:p>
    <w:p w14:paraId="7E9F7024" w14:textId="31173AD4" w:rsidR="008F7090" w:rsidRPr="003A0BBB" w:rsidRDefault="008F7090" w:rsidP="008F7090"/>
    <w:p w14:paraId="5C2DE376" w14:textId="77777777" w:rsidR="003A6D8D" w:rsidRDefault="008F7090" w:rsidP="008F7090">
      <w:r w:rsidRPr="003A0BBB">
        <w:lastRenderedPageBreak/>
        <w:t>Nous a</w:t>
      </w:r>
      <w:r w:rsidR="00FF7E71">
        <w:t>v</w:t>
      </w:r>
      <w:r w:rsidRPr="003A0BBB">
        <w:t>ons toujours eu</w:t>
      </w:r>
      <w:r w:rsidR="003A6D8D">
        <w:t xml:space="preserve">, </w:t>
      </w:r>
      <w:r w:rsidRPr="003A0BBB">
        <w:t>Camille et moi</w:t>
      </w:r>
      <w:r w:rsidR="003A6D8D">
        <w:t xml:space="preserve">, </w:t>
      </w:r>
      <w:r w:rsidRPr="003A0BBB">
        <w:t>un point de commun</w:t>
      </w:r>
      <w:r w:rsidR="003A6D8D">
        <w:t xml:space="preserve"> : </w:t>
      </w:r>
      <w:r w:rsidRPr="003A0BBB">
        <w:t>une espèce de réserve innée</w:t>
      </w:r>
      <w:r w:rsidR="003A6D8D">
        <w:t xml:space="preserve">, </w:t>
      </w:r>
      <w:r w:rsidRPr="003A0BBB">
        <w:t>maladive</w:t>
      </w:r>
      <w:r w:rsidR="003A6D8D">
        <w:t xml:space="preserve">. </w:t>
      </w:r>
      <w:r w:rsidRPr="003A0BBB">
        <w:t>Mais</w:t>
      </w:r>
      <w:r w:rsidR="003A6D8D">
        <w:t xml:space="preserve">, </w:t>
      </w:r>
      <w:r w:rsidRPr="003A0BBB">
        <w:t>tandis que la mienne était faite d</w:t>
      </w:r>
      <w:r w:rsidR="003A6D8D">
        <w:t>’</w:t>
      </w:r>
      <w:r w:rsidRPr="003A0BBB">
        <w:t>indolence et de fatalisme</w:t>
      </w:r>
      <w:r w:rsidR="003A6D8D">
        <w:t xml:space="preserve">, </w:t>
      </w:r>
      <w:r w:rsidRPr="003A0BBB">
        <w:t>celle de Camille se révélait agressive</w:t>
      </w:r>
      <w:r w:rsidR="003A6D8D">
        <w:t xml:space="preserve">, </w:t>
      </w:r>
      <w:r w:rsidRPr="003A0BBB">
        <w:t>presque sauvage</w:t>
      </w:r>
      <w:r w:rsidR="003A6D8D">
        <w:t xml:space="preserve">. </w:t>
      </w:r>
      <w:r w:rsidRPr="003A0BBB">
        <w:t>Je l</w:t>
      </w:r>
      <w:r w:rsidR="003A6D8D">
        <w:t>’</w:t>
      </w:r>
      <w:r w:rsidRPr="003A0BBB">
        <w:t>observais enfant</w:t>
      </w:r>
      <w:r w:rsidR="003A6D8D">
        <w:t xml:space="preserve">, </w:t>
      </w:r>
      <w:r w:rsidRPr="003A0BBB">
        <w:t>assise à table entre son père et</w:t>
      </w:r>
      <w:r w:rsidR="003A6D8D">
        <w:t xml:space="preserve">, </w:t>
      </w:r>
      <w:r w:rsidRPr="003A0BBB">
        <w:t>moi</w:t>
      </w:r>
      <w:r w:rsidR="003A6D8D">
        <w:t xml:space="preserve">, </w:t>
      </w:r>
      <w:r w:rsidRPr="003A0BBB">
        <w:t>écoutant nos mornes propos avec un fugitif sourire de dédain qui m</w:t>
      </w:r>
      <w:r w:rsidR="003A6D8D">
        <w:t>’</w:t>
      </w:r>
      <w:r w:rsidRPr="003A0BBB">
        <w:t>épouvantait</w:t>
      </w:r>
      <w:r w:rsidR="003A6D8D">
        <w:t xml:space="preserve">. </w:t>
      </w:r>
      <w:r w:rsidRPr="003A0BBB">
        <w:t>Or</w:t>
      </w:r>
      <w:r w:rsidR="003A6D8D">
        <w:t xml:space="preserve">, </w:t>
      </w:r>
      <w:r w:rsidRPr="003A0BBB">
        <w:t>voici que ce mutisme méprisant se transformait soudain en délire joyeux</w:t>
      </w:r>
      <w:r w:rsidR="003A6D8D">
        <w:t xml:space="preserve">. </w:t>
      </w:r>
      <w:r w:rsidRPr="003A0BBB">
        <w:t>Phénomène plus inouï encore</w:t>
      </w:r>
      <w:r w:rsidR="003A6D8D">
        <w:t xml:space="preserve">, </w:t>
      </w:r>
      <w:r w:rsidRPr="003A0BBB">
        <w:t>je me sentais gagnée moi-même par cette flamme</w:t>
      </w:r>
      <w:r w:rsidR="003A6D8D">
        <w:t xml:space="preserve">. </w:t>
      </w:r>
      <w:r w:rsidRPr="003A0BBB">
        <w:t>J</w:t>
      </w:r>
      <w:r w:rsidR="003A6D8D">
        <w:t>’</w:t>
      </w:r>
      <w:r w:rsidRPr="003A0BBB">
        <w:t>étais comme une maison fermée depuis toujours et dont les fenêtres s</w:t>
      </w:r>
      <w:r w:rsidR="003A6D8D">
        <w:t>’</w:t>
      </w:r>
      <w:r w:rsidRPr="003A0BBB">
        <w:t>ouvrent subitement de tous côtés sur des paysages inespérés</w:t>
      </w:r>
      <w:r w:rsidR="003A6D8D">
        <w:t xml:space="preserve">. </w:t>
      </w:r>
      <w:r w:rsidRPr="003A0BBB">
        <w:t>Je riais</w:t>
      </w:r>
      <w:r w:rsidR="003A6D8D">
        <w:t xml:space="preserve">, </w:t>
      </w:r>
      <w:r w:rsidRPr="003A0BBB">
        <w:t>oui</w:t>
      </w:r>
      <w:r w:rsidR="003A6D8D">
        <w:t xml:space="preserve">, </w:t>
      </w:r>
      <w:r w:rsidRPr="003A0BBB">
        <w:t>je riais au bavardage sans fin de Camille</w:t>
      </w:r>
      <w:r w:rsidR="003A6D8D">
        <w:t>.</w:t>
      </w:r>
    </w:p>
    <w:p w14:paraId="1E382FF5" w14:textId="77777777" w:rsidR="003A6D8D" w:rsidRDefault="003A6D8D" w:rsidP="008F7090">
      <w:r>
        <w:t>— </w:t>
      </w:r>
      <w:r w:rsidR="008F7090" w:rsidRPr="003A0BBB">
        <w:t>Je te parais un phénomène</w:t>
      </w:r>
      <w:r>
        <w:t xml:space="preserve">, </w:t>
      </w:r>
      <w:r w:rsidR="008F7090" w:rsidRPr="003A0BBB">
        <w:t>ma petite maman</w:t>
      </w:r>
      <w:r>
        <w:t xml:space="preserve">. </w:t>
      </w:r>
      <w:r w:rsidR="008F7090" w:rsidRPr="003A0BBB">
        <w:t>Eh bien</w:t>
      </w:r>
      <w:r>
        <w:t xml:space="preserve">, </w:t>
      </w:r>
      <w:r w:rsidR="008F7090" w:rsidRPr="003A0BBB">
        <w:t>ce n</w:t>
      </w:r>
      <w:r>
        <w:t>’</w:t>
      </w:r>
      <w:r w:rsidR="008F7090" w:rsidRPr="003A0BBB">
        <w:t>est rien encore</w:t>
      </w:r>
      <w:r>
        <w:t xml:space="preserve">. </w:t>
      </w:r>
      <w:r w:rsidR="008F7090" w:rsidRPr="003A0BBB">
        <w:t>Écoute-moi</w:t>
      </w:r>
      <w:r>
        <w:t xml:space="preserve">. </w:t>
      </w:r>
      <w:r w:rsidR="008F7090" w:rsidRPr="003A0BBB">
        <w:t>Il faut que tu saches ce dont ta fille est capable</w:t>
      </w:r>
      <w:r>
        <w:t xml:space="preserve">. </w:t>
      </w:r>
      <w:r w:rsidR="008F7090" w:rsidRPr="003A0BBB">
        <w:t>Franz</w:t>
      </w:r>
      <w:r>
        <w:t xml:space="preserve">, </w:t>
      </w:r>
      <w:r w:rsidR="008F7090" w:rsidRPr="003A0BBB">
        <w:t>je te l</w:t>
      </w:r>
      <w:r>
        <w:t>’</w:t>
      </w:r>
      <w:r w:rsidR="008F7090" w:rsidRPr="003A0BBB">
        <w:t>ai dit</w:t>
      </w:r>
      <w:r>
        <w:t xml:space="preserve">, </w:t>
      </w:r>
      <w:r w:rsidR="008F7090" w:rsidRPr="003A0BBB">
        <w:t>est Polonais</w:t>
      </w:r>
      <w:r>
        <w:t xml:space="preserve">, </w:t>
      </w:r>
      <w:r w:rsidR="008F7090" w:rsidRPr="003A0BBB">
        <w:t>ou plutôt il le sera quand on aura refabriqué une Pologne</w:t>
      </w:r>
      <w:r>
        <w:t xml:space="preserve">. </w:t>
      </w:r>
      <w:r w:rsidR="008F7090" w:rsidRPr="003A0BBB">
        <w:t>Pour le moment</w:t>
      </w:r>
      <w:r>
        <w:t xml:space="preserve">, </w:t>
      </w:r>
      <w:r w:rsidR="008F7090" w:rsidRPr="003A0BBB">
        <w:t>il est Prussien</w:t>
      </w:r>
      <w:r>
        <w:t xml:space="preserve">. </w:t>
      </w:r>
      <w:r w:rsidR="008F7090" w:rsidRPr="003A0BBB">
        <w:t>Parfaitement</w:t>
      </w:r>
      <w:r>
        <w:t xml:space="preserve">, </w:t>
      </w:r>
      <w:r w:rsidR="008F7090" w:rsidRPr="003A0BBB">
        <w:t>un horrible Prussien</w:t>
      </w:r>
      <w:r>
        <w:t xml:space="preserve">. </w:t>
      </w:r>
      <w:proofErr w:type="spellStart"/>
      <w:r w:rsidR="008F7090" w:rsidRPr="003A0BBB">
        <w:t>Posen</w:t>
      </w:r>
      <w:proofErr w:type="spellEnd"/>
      <w:r>
        <w:t xml:space="preserve">, </w:t>
      </w:r>
      <w:r w:rsidR="008F7090" w:rsidRPr="003A0BBB">
        <w:t>Prusse</w:t>
      </w:r>
      <w:r>
        <w:t xml:space="preserve"> : </w:t>
      </w:r>
      <w:r w:rsidR="008F7090" w:rsidRPr="003A0BBB">
        <w:t>c</w:t>
      </w:r>
      <w:r>
        <w:t>’</w:t>
      </w:r>
      <w:r w:rsidR="008F7090" w:rsidRPr="003A0BBB">
        <w:t>est là qu</w:t>
      </w:r>
      <w:r>
        <w:t>’</w:t>
      </w:r>
      <w:r w:rsidR="008F7090" w:rsidRPr="003A0BBB">
        <w:t>il est né</w:t>
      </w:r>
      <w:r>
        <w:t xml:space="preserve">. </w:t>
      </w:r>
      <w:r w:rsidR="008F7090" w:rsidRPr="003A0BBB">
        <w:t>Tu penses bien</w:t>
      </w:r>
      <w:r>
        <w:t xml:space="preserve">, </w:t>
      </w:r>
      <w:r w:rsidR="008F7090" w:rsidRPr="003A0BBB">
        <w:t>d</w:t>
      </w:r>
      <w:r>
        <w:t>’</w:t>
      </w:r>
      <w:r w:rsidR="008F7090" w:rsidRPr="003A0BBB">
        <w:t>autre part</w:t>
      </w:r>
      <w:r>
        <w:t xml:space="preserve">, </w:t>
      </w:r>
      <w:r w:rsidR="008F7090" w:rsidRPr="003A0BBB">
        <w:t>qu</w:t>
      </w:r>
      <w:r>
        <w:t>’</w:t>
      </w:r>
      <w:r w:rsidR="008F7090" w:rsidRPr="003A0BBB">
        <w:t>à la fin de juillet 1914</w:t>
      </w:r>
      <w:r>
        <w:t xml:space="preserve">, </w:t>
      </w:r>
      <w:r w:rsidR="008F7090" w:rsidRPr="003A0BBB">
        <w:t>quand tout s</w:t>
      </w:r>
      <w:r>
        <w:t>’</w:t>
      </w:r>
      <w:r w:rsidR="008F7090" w:rsidRPr="003A0BBB">
        <w:t>est mis à se chambarder</w:t>
      </w:r>
      <w:r>
        <w:t xml:space="preserve">, </w:t>
      </w:r>
      <w:r w:rsidR="008F7090" w:rsidRPr="003A0BBB">
        <w:t>et qu</w:t>
      </w:r>
      <w:r>
        <w:t>’</w:t>
      </w:r>
      <w:r w:rsidR="008F7090" w:rsidRPr="003A0BBB">
        <w:t>il s</w:t>
      </w:r>
      <w:r>
        <w:t>’</w:t>
      </w:r>
      <w:r w:rsidR="008F7090" w:rsidRPr="003A0BBB">
        <w:t>est défilé en douceur par la Suisse pour venir chez nous</w:t>
      </w:r>
      <w:r>
        <w:t xml:space="preserve">, </w:t>
      </w:r>
      <w:r w:rsidR="008F7090" w:rsidRPr="003A0BBB">
        <w:t>ce n</w:t>
      </w:r>
      <w:r>
        <w:t>’</w:t>
      </w:r>
      <w:r w:rsidR="008F7090" w:rsidRPr="003A0BBB">
        <w:t>est pas avec ses véritables papiers qu</w:t>
      </w:r>
      <w:r>
        <w:t>’</w:t>
      </w:r>
      <w:r w:rsidR="008F7090" w:rsidRPr="003A0BBB">
        <w:t>il a obtenu à la frontière le visa des bons gendarmes allemands déjà alertés</w:t>
      </w:r>
      <w:r>
        <w:t xml:space="preserve">. </w:t>
      </w:r>
      <w:r w:rsidR="008F7090" w:rsidRPr="003A0BBB">
        <w:t>Pendant les trois années qui viennent de s</w:t>
      </w:r>
      <w:r>
        <w:t>’</w:t>
      </w:r>
      <w:r w:rsidR="008F7090" w:rsidRPr="003A0BBB">
        <w:t>écouler</w:t>
      </w:r>
      <w:r>
        <w:t xml:space="preserve">, </w:t>
      </w:r>
      <w:r w:rsidR="008F7090" w:rsidRPr="003A0BBB">
        <w:t>il n</w:t>
      </w:r>
      <w:r>
        <w:t>’</w:t>
      </w:r>
      <w:r w:rsidR="008F7090" w:rsidRPr="003A0BBB">
        <w:t>a pas senti une minute le besoin de se les procurer</w:t>
      </w:r>
      <w:r>
        <w:t xml:space="preserve">. </w:t>
      </w:r>
      <w:r w:rsidR="008F7090" w:rsidRPr="003A0BBB">
        <w:t>Oui</w:t>
      </w:r>
      <w:r>
        <w:t xml:space="preserve">, </w:t>
      </w:r>
      <w:r w:rsidR="008F7090" w:rsidRPr="003A0BBB">
        <w:t>mais le jour où il s</w:t>
      </w:r>
      <w:r>
        <w:t>’</w:t>
      </w:r>
      <w:r w:rsidR="008F7090" w:rsidRPr="003A0BBB">
        <w:t>est mis en tête de m</w:t>
      </w:r>
      <w:r>
        <w:t>’</w:t>
      </w:r>
      <w:r w:rsidR="008F7090" w:rsidRPr="003A0BBB">
        <w:t>épouser</w:t>
      </w:r>
      <w:r>
        <w:t xml:space="preserve">, </w:t>
      </w:r>
      <w:r w:rsidR="008F7090" w:rsidRPr="003A0BBB">
        <w:t>ça a été une autre chanson</w:t>
      </w:r>
      <w:r>
        <w:t xml:space="preserve">. </w:t>
      </w:r>
      <w:r w:rsidR="008F7090" w:rsidRPr="003A0BBB">
        <w:t>Des difficultés de tous les diables</w:t>
      </w:r>
      <w:r>
        <w:t xml:space="preserve">, </w:t>
      </w:r>
      <w:r w:rsidR="008F7090" w:rsidRPr="003A0BBB">
        <w:t>à cause de ces maudits papiers</w:t>
      </w:r>
      <w:r>
        <w:t xml:space="preserve">. </w:t>
      </w:r>
      <w:r w:rsidR="008F7090" w:rsidRPr="003A0BBB">
        <w:t>On ne lui en a pas tant demandé lorsqu</w:t>
      </w:r>
      <w:r>
        <w:t>’</w:t>
      </w:r>
      <w:r w:rsidR="008F7090" w:rsidRPr="003A0BBB">
        <w:t>il s</w:t>
      </w:r>
      <w:r>
        <w:t>’</w:t>
      </w:r>
      <w:r w:rsidR="008F7090" w:rsidRPr="003A0BBB">
        <w:t>est présenté volontaire pour aller recevoir en Argonne une balle dans la poitrine</w:t>
      </w:r>
      <w:r>
        <w:t xml:space="preserve">. </w:t>
      </w:r>
      <w:r w:rsidR="008F7090" w:rsidRPr="003A0BBB">
        <w:t>Ça devrait tenir lieu d</w:t>
      </w:r>
      <w:r>
        <w:t>’</w:t>
      </w:r>
      <w:r w:rsidR="008F7090" w:rsidRPr="003A0BBB">
        <w:t>extrait de naissance</w:t>
      </w:r>
      <w:r>
        <w:t xml:space="preserve">, </w:t>
      </w:r>
      <w:r w:rsidR="008F7090" w:rsidRPr="003A0BBB">
        <w:t>ces choses-là</w:t>
      </w:r>
      <w:r>
        <w:t xml:space="preserve">. </w:t>
      </w:r>
      <w:r w:rsidR="008F7090" w:rsidRPr="003A0BBB">
        <w:t>Ah</w:t>
      </w:r>
      <w:r>
        <w:t xml:space="preserve"> ! </w:t>
      </w:r>
      <w:r w:rsidR="008F7090" w:rsidRPr="003A0BBB">
        <w:t>ouiche</w:t>
      </w:r>
      <w:r>
        <w:t xml:space="preserve"> ! </w:t>
      </w:r>
      <w:r w:rsidR="008F7090" w:rsidRPr="003A0BBB">
        <w:t>Enfin</w:t>
      </w:r>
      <w:r>
        <w:t xml:space="preserve">, </w:t>
      </w:r>
      <w:r w:rsidR="008F7090" w:rsidRPr="003A0BBB">
        <w:t>c</w:t>
      </w:r>
      <w:r>
        <w:t>’</w:t>
      </w:r>
      <w:r w:rsidR="008F7090" w:rsidRPr="003A0BBB">
        <w:t>est ainsi</w:t>
      </w:r>
      <w:r>
        <w:t xml:space="preserve">. </w:t>
      </w:r>
      <w:r w:rsidR="008F7090" w:rsidRPr="003A0BBB">
        <w:t>On ne discute pas un règlement</w:t>
      </w:r>
      <w:r>
        <w:t xml:space="preserve">, </w:t>
      </w:r>
      <w:r w:rsidR="008F7090" w:rsidRPr="003A0BBB">
        <w:t>si idiot soit-il</w:t>
      </w:r>
      <w:r>
        <w:t xml:space="preserve">. </w:t>
      </w:r>
      <w:r w:rsidR="008F7090" w:rsidRPr="003A0BBB">
        <w:t>Remarque que personnellement ça m</w:t>
      </w:r>
      <w:r>
        <w:t>’</w:t>
      </w:r>
      <w:r w:rsidR="008F7090" w:rsidRPr="003A0BBB">
        <w:t>eût été tout à fait égal</w:t>
      </w:r>
      <w:r>
        <w:t xml:space="preserve">. </w:t>
      </w:r>
      <w:r w:rsidR="008F7090" w:rsidRPr="003A0BBB">
        <w:t>Tu connais mes idées là-dessus</w:t>
      </w:r>
      <w:r>
        <w:t xml:space="preserve">, </w:t>
      </w:r>
      <w:r w:rsidR="008F7090" w:rsidRPr="003A0BBB">
        <w:t>maman</w:t>
      </w:r>
      <w:r>
        <w:t xml:space="preserve">. </w:t>
      </w:r>
      <w:r w:rsidR="008F7090" w:rsidRPr="003A0BBB">
        <w:t>Du moment que Franz me plaisait</w:t>
      </w:r>
      <w:r>
        <w:t xml:space="preserve">, </w:t>
      </w:r>
      <w:r w:rsidR="008F7090" w:rsidRPr="003A0BBB">
        <w:t>j</w:t>
      </w:r>
      <w:r>
        <w:t>’</w:t>
      </w:r>
      <w:r w:rsidR="008F7090" w:rsidRPr="003A0BBB">
        <w:t xml:space="preserve">en </w:t>
      </w:r>
      <w:r w:rsidR="008F7090" w:rsidRPr="003A0BBB">
        <w:lastRenderedPageBreak/>
        <w:t>savais autant sur lui que le fonctionnaire de l</w:t>
      </w:r>
      <w:r>
        <w:t>’</w:t>
      </w:r>
      <w:r w:rsidR="008F7090" w:rsidRPr="003A0BBB">
        <w:t xml:space="preserve">état-civil de </w:t>
      </w:r>
      <w:proofErr w:type="spellStart"/>
      <w:r w:rsidR="008F7090" w:rsidRPr="003A0BBB">
        <w:t>Posen</w:t>
      </w:r>
      <w:proofErr w:type="spellEnd"/>
      <w:r w:rsidR="008F7090" w:rsidRPr="003A0BBB">
        <w:t xml:space="preserve"> qui l</w:t>
      </w:r>
      <w:r>
        <w:t>’</w:t>
      </w:r>
      <w:r w:rsidR="008F7090" w:rsidRPr="003A0BBB">
        <w:t>a inscrit sur ses registres quand il avait trois jours</w:t>
      </w:r>
      <w:r>
        <w:t xml:space="preserve">. </w:t>
      </w:r>
      <w:r w:rsidR="008F7090" w:rsidRPr="003A0BBB">
        <w:t>Mais ce n</w:t>
      </w:r>
      <w:r>
        <w:t>’</w:t>
      </w:r>
      <w:r w:rsidR="008F7090" w:rsidRPr="003A0BBB">
        <w:t>était pas l</w:t>
      </w:r>
      <w:r>
        <w:t>’</w:t>
      </w:r>
      <w:r w:rsidR="008F7090" w:rsidRPr="003A0BBB">
        <w:t>idée de Franz</w:t>
      </w:r>
      <w:r>
        <w:t xml:space="preserve">. </w:t>
      </w:r>
      <w:r w:rsidR="008F7090" w:rsidRPr="003A0BBB">
        <w:t>Il est comme toi</w:t>
      </w:r>
      <w:r>
        <w:t xml:space="preserve">, </w:t>
      </w:r>
      <w:r w:rsidR="008F7090" w:rsidRPr="003A0BBB">
        <w:t>maman</w:t>
      </w:r>
      <w:r>
        <w:t xml:space="preserve"> : </w:t>
      </w:r>
      <w:r w:rsidR="008F7090" w:rsidRPr="003A0BBB">
        <w:t>il préfère en cette matière voir les choses se passer régulièrement</w:t>
      </w:r>
      <w:r>
        <w:t xml:space="preserve">. </w:t>
      </w:r>
      <w:r w:rsidR="008F7090" w:rsidRPr="003A0BBB">
        <w:t>Bref</w:t>
      </w:r>
      <w:r>
        <w:t xml:space="preserve">, </w:t>
      </w:r>
      <w:r w:rsidR="008F7090" w:rsidRPr="003A0BBB">
        <w:t>il fallait ces papiers</w:t>
      </w:r>
      <w:r>
        <w:t xml:space="preserve">. </w:t>
      </w:r>
      <w:r w:rsidR="008F7090" w:rsidRPr="003A0BBB">
        <w:t>Ça regardait directement ces messieurs de la mission militaire polonaise</w:t>
      </w:r>
      <w:r>
        <w:t xml:space="preserve">. </w:t>
      </w:r>
      <w:r w:rsidR="008F7090" w:rsidRPr="003A0BBB">
        <w:t>Ils sont très gentils</w:t>
      </w:r>
      <w:r>
        <w:t xml:space="preserve">, </w:t>
      </w:r>
      <w:r w:rsidR="008F7090" w:rsidRPr="003A0BBB">
        <w:t>mais</w:t>
      </w:r>
      <w:r>
        <w:t xml:space="preserve">, </w:t>
      </w:r>
      <w:r w:rsidR="008F7090" w:rsidRPr="003A0BBB">
        <w:t>comme dégourdis</w:t>
      </w:r>
      <w:r>
        <w:t xml:space="preserve">, </w:t>
      </w:r>
      <w:r w:rsidR="008F7090" w:rsidRPr="003A0BBB">
        <w:t>il y a mieux</w:t>
      </w:r>
      <w:r>
        <w:t xml:space="preserve">. </w:t>
      </w:r>
      <w:r w:rsidR="008F7090" w:rsidRPr="003A0BBB">
        <w:t>J</w:t>
      </w:r>
      <w:r>
        <w:t>’</w:t>
      </w:r>
      <w:r w:rsidR="008F7090" w:rsidRPr="003A0BBB">
        <w:t>ai vite compris que nous n</w:t>
      </w:r>
      <w:r>
        <w:t>’</w:t>
      </w:r>
      <w:r w:rsidR="008F7090" w:rsidRPr="003A0BBB">
        <w:t>aboutirions à rien si je ne m</w:t>
      </w:r>
      <w:r>
        <w:t>’</w:t>
      </w:r>
      <w:r w:rsidR="008F7090" w:rsidRPr="003A0BBB">
        <w:t>occupais pas moi-même de la chose</w:t>
      </w:r>
      <w:r>
        <w:t>. « </w:t>
      </w:r>
      <w:r w:rsidR="008F7090" w:rsidRPr="003A0BBB">
        <w:t>Vous voulez ces papiers</w:t>
      </w:r>
      <w:r>
        <w:t xml:space="preserve">, </w:t>
      </w:r>
      <w:r w:rsidR="008F7090" w:rsidRPr="003A0BBB">
        <w:t>mes petits agneaux</w:t>
      </w:r>
      <w:r>
        <w:t xml:space="preserve">, </w:t>
      </w:r>
      <w:r w:rsidR="008F7090" w:rsidRPr="003A0BBB">
        <w:t>eh bien</w:t>
      </w:r>
      <w:r>
        <w:t xml:space="preserve"> ! </w:t>
      </w:r>
      <w:r w:rsidR="008F7090" w:rsidRPr="003A0BBB">
        <w:t>vous les aurez</w:t>
      </w:r>
      <w:r>
        <w:t>. »</w:t>
      </w:r>
      <w:r w:rsidR="008F7090" w:rsidRPr="003A0BBB">
        <w:t xml:space="preserve"> Tu ne devines pas ce que j</w:t>
      </w:r>
      <w:r>
        <w:t>’</w:t>
      </w:r>
      <w:r w:rsidR="008F7090" w:rsidRPr="003A0BBB">
        <w:t>ai fait alors</w:t>
      </w:r>
      <w:r>
        <w:t xml:space="preserve">, </w:t>
      </w:r>
      <w:r w:rsidR="008F7090" w:rsidRPr="003A0BBB">
        <w:t>maman</w:t>
      </w:r>
      <w:r>
        <w:t xml:space="preserve"> ? </w:t>
      </w:r>
      <w:r w:rsidR="008F7090" w:rsidRPr="003A0BBB">
        <w:t>Mon Dieu</w:t>
      </w:r>
      <w:r>
        <w:t xml:space="preserve">, </w:t>
      </w:r>
      <w:r w:rsidR="008F7090" w:rsidRPr="003A0BBB">
        <w:t>c</w:t>
      </w:r>
      <w:r>
        <w:t>’</w:t>
      </w:r>
      <w:r w:rsidR="008F7090" w:rsidRPr="003A0BBB">
        <w:t>est simple</w:t>
      </w:r>
      <w:r>
        <w:t xml:space="preserve">. </w:t>
      </w:r>
      <w:r w:rsidR="008F7090" w:rsidRPr="003A0BBB">
        <w:t>Je me suis dit qu</w:t>
      </w:r>
      <w:r>
        <w:t>’</w:t>
      </w:r>
      <w:r w:rsidR="008F7090" w:rsidRPr="003A0BBB">
        <w:t>il y avait quelqu</w:t>
      </w:r>
      <w:r>
        <w:t>’</w:t>
      </w:r>
      <w:r w:rsidR="008F7090" w:rsidRPr="003A0BBB">
        <w:t>un de tout à fait qualifié pour nous rendre ce petit service</w:t>
      </w:r>
      <w:r>
        <w:t xml:space="preserve">. </w:t>
      </w:r>
      <w:r w:rsidR="008F7090" w:rsidRPr="003A0BBB">
        <w:t>Franz est catholique</w:t>
      </w:r>
      <w:r>
        <w:t xml:space="preserve">, </w:t>
      </w:r>
      <w:r w:rsidR="008F7090" w:rsidRPr="003A0BBB">
        <w:t>moi aussi</w:t>
      </w:r>
      <w:r>
        <w:t xml:space="preserve">. </w:t>
      </w:r>
      <w:r w:rsidR="008F7090" w:rsidRPr="003A0BBB">
        <w:t>Nous sommes en quelque sorte cotisants du même syndicat</w:t>
      </w:r>
      <w:r>
        <w:t xml:space="preserve">. </w:t>
      </w:r>
      <w:r w:rsidR="008F7090" w:rsidRPr="003A0BBB">
        <w:t>Il n</w:t>
      </w:r>
      <w:r>
        <w:t>’</w:t>
      </w:r>
      <w:r w:rsidR="008F7090" w:rsidRPr="003A0BBB">
        <w:t>y avait pas à hésiter</w:t>
      </w:r>
      <w:r>
        <w:t xml:space="preserve">, </w:t>
      </w:r>
      <w:r w:rsidR="008F7090" w:rsidRPr="003A0BBB">
        <w:t>j</w:t>
      </w:r>
      <w:r>
        <w:t>’</w:t>
      </w:r>
      <w:r w:rsidR="008F7090" w:rsidRPr="003A0BBB">
        <w:t>ai écrit au Pape</w:t>
      </w:r>
      <w:r>
        <w:t>.</w:t>
      </w:r>
    </w:p>
    <w:p w14:paraId="1B9DFB51" w14:textId="77777777" w:rsidR="003A6D8D" w:rsidRDefault="003A6D8D" w:rsidP="008F7090">
      <w:r>
        <w:t>— </w:t>
      </w:r>
      <w:r w:rsidR="008F7090" w:rsidRPr="003A0BBB">
        <w:t>Au Pape</w:t>
      </w:r>
      <w:r>
        <w:t> !</w:t>
      </w:r>
    </w:p>
    <w:p w14:paraId="3DA20EEE" w14:textId="77777777" w:rsidR="003A6D8D" w:rsidRDefault="003A6D8D" w:rsidP="008F7090">
      <w:r>
        <w:t>— </w:t>
      </w:r>
      <w:r w:rsidR="008F7090" w:rsidRPr="003A0BBB">
        <w:t>Tout bonnement</w:t>
      </w:r>
      <w:r>
        <w:t xml:space="preserve">. </w:t>
      </w:r>
      <w:r w:rsidR="008F7090" w:rsidRPr="003A0BBB">
        <w:t>Le Pape</w:t>
      </w:r>
      <w:r>
        <w:t xml:space="preserve">, </w:t>
      </w:r>
      <w:r w:rsidR="008F7090" w:rsidRPr="003A0BBB">
        <w:t>qu</w:t>
      </w:r>
      <w:r>
        <w:t>’</w:t>
      </w:r>
      <w:r w:rsidR="008F7090" w:rsidRPr="003A0BBB">
        <w:t>est-ce que tu crois que c</w:t>
      </w:r>
      <w:r>
        <w:t>’</w:t>
      </w:r>
      <w:r w:rsidR="008F7090" w:rsidRPr="003A0BBB">
        <w:t>est</w:t>
      </w:r>
      <w:r>
        <w:t xml:space="preserve"> ? </w:t>
      </w:r>
      <w:r w:rsidR="008F7090" w:rsidRPr="003A0BBB">
        <w:t>Comme Zola</w:t>
      </w:r>
      <w:r>
        <w:t xml:space="preserve">, </w:t>
      </w:r>
      <w:r w:rsidR="008F7090" w:rsidRPr="003A0BBB">
        <w:t>tu t</w:t>
      </w:r>
      <w:r>
        <w:t>’</w:t>
      </w:r>
      <w:r w:rsidR="008F7090" w:rsidRPr="003A0BBB">
        <w:t>imagines peut-être un vieillard blanc remuant une potion avec une grande cuillère de vermeil</w:t>
      </w:r>
      <w:r>
        <w:t xml:space="preserve">. </w:t>
      </w:r>
      <w:r w:rsidR="008F7090" w:rsidRPr="003A0BBB">
        <w:t>Le Pape</w:t>
      </w:r>
      <w:r>
        <w:t xml:space="preserve">, </w:t>
      </w:r>
      <w:proofErr w:type="gramStart"/>
      <w:r w:rsidR="008F7090" w:rsidRPr="003A0BBB">
        <w:t>c</w:t>
      </w:r>
      <w:r>
        <w:t>’</w:t>
      </w:r>
      <w:r w:rsidR="008F7090" w:rsidRPr="003A0BBB">
        <w:t>est</w:t>
      </w:r>
      <w:proofErr w:type="gramEnd"/>
      <w:r w:rsidR="008F7090" w:rsidRPr="003A0BBB">
        <w:t xml:space="preserve"> des bureaux</w:t>
      </w:r>
      <w:r>
        <w:t xml:space="preserve">, </w:t>
      </w:r>
      <w:r w:rsidR="008F7090" w:rsidRPr="003A0BBB">
        <w:t>et les bureaux</w:t>
      </w:r>
      <w:r>
        <w:t xml:space="preserve">, </w:t>
      </w:r>
      <w:r w:rsidR="008F7090" w:rsidRPr="003A0BBB">
        <w:t>ça me connaît</w:t>
      </w:r>
      <w:r>
        <w:t xml:space="preserve">. </w:t>
      </w:r>
      <w:r w:rsidR="008F7090" w:rsidRPr="003A0BBB">
        <w:t>J</w:t>
      </w:r>
      <w:r>
        <w:t>’</w:t>
      </w:r>
      <w:r w:rsidR="008F7090" w:rsidRPr="003A0BBB">
        <w:t>y suis donc allée de ma requête</w:t>
      </w:r>
      <w:r>
        <w:t xml:space="preserve">, </w:t>
      </w:r>
      <w:r w:rsidR="008F7090" w:rsidRPr="003A0BBB">
        <w:t>que j</w:t>
      </w:r>
      <w:r>
        <w:t>’</w:t>
      </w:r>
      <w:r w:rsidR="008F7090" w:rsidRPr="003A0BBB">
        <w:t>ai faite aussi pittoresque que possible</w:t>
      </w:r>
      <w:r>
        <w:t xml:space="preserve">, </w:t>
      </w:r>
      <w:r w:rsidR="008F7090" w:rsidRPr="003A0BBB">
        <w:t>non avec l</w:t>
      </w:r>
      <w:r>
        <w:t>’</w:t>
      </w:r>
      <w:r w:rsidR="008F7090" w:rsidRPr="003A0BBB">
        <w:t>idée saugrenue que le Pape verserait en la lisant de douces larmes de compassion</w:t>
      </w:r>
      <w:r>
        <w:t xml:space="preserve">, </w:t>
      </w:r>
      <w:r w:rsidR="008F7090" w:rsidRPr="003A0BBB">
        <w:t>bien entendu</w:t>
      </w:r>
      <w:r>
        <w:t xml:space="preserve">, </w:t>
      </w:r>
      <w:r w:rsidR="008F7090" w:rsidRPr="003A0BBB">
        <w:t>mais pour disposer favorablement en le faisant rire le petit monsignore sur qui elle tomberait</w:t>
      </w:r>
      <w:r>
        <w:t xml:space="preserve">. </w:t>
      </w:r>
      <w:r w:rsidR="008F7090" w:rsidRPr="003A0BBB">
        <w:t>J</w:t>
      </w:r>
      <w:r>
        <w:t>’</w:t>
      </w:r>
      <w:r w:rsidR="008F7090" w:rsidRPr="003A0BBB">
        <w:t>insistais en substance sur la déplorable extrémité à laquelle nous nous verrions acculés sous peu</w:t>
      </w:r>
      <w:r>
        <w:t xml:space="preserve">, </w:t>
      </w:r>
      <w:r w:rsidR="008F7090" w:rsidRPr="003A0BBB">
        <w:t>mon fiancé et moi</w:t>
      </w:r>
      <w:r>
        <w:t xml:space="preserve">, </w:t>
      </w:r>
      <w:r w:rsidR="008F7090" w:rsidRPr="003A0BBB">
        <w:t>à défaut de ces papiers</w:t>
      </w:r>
      <w:r>
        <w:t xml:space="preserve"> : </w:t>
      </w:r>
      <w:r w:rsidR="008F7090" w:rsidRPr="003A0BBB">
        <w:t>la vie en concubinage</w:t>
      </w:r>
      <w:r>
        <w:t xml:space="preserve">… </w:t>
      </w:r>
      <w:r w:rsidR="008F7090" w:rsidRPr="003A0BBB">
        <w:t>Ça n</w:t>
      </w:r>
      <w:r>
        <w:t>’</w:t>
      </w:r>
      <w:r w:rsidR="008F7090" w:rsidRPr="003A0BBB">
        <w:t>a pas traîné</w:t>
      </w:r>
      <w:r>
        <w:t>.</w:t>
      </w:r>
    </w:p>
    <w:p w14:paraId="28621EFA" w14:textId="77777777" w:rsidR="003A6D8D" w:rsidRDefault="003A6D8D" w:rsidP="008F7090">
      <w:r>
        <w:t>— </w:t>
      </w:r>
      <w:r w:rsidR="008F7090" w:rsidRPr="003A0BBB">
        <w:t>Vous a</w:t>
      </w:r>
      <w:r w:rsidR="000561C8">
        <w:t>v</w:t>
      </w:r>
      <w:r w:rsidR="008F7090" w:rsidRPr="003A0BBB">
        <w:t>ez déjà obtenu satisfaction</w:t>
      </w:r>
      <w:r>
        <w:t> ?</w:t>
      </w:r>
    </w:p>
    <w:p w14:paraId="77F06BEE" w14:textId="77777777" w:rsidR="003A6D8D" w:rsidRDefault="003A6D8D" w:rsidP="008F7090">
      <w:r>
        <w:t>— </w:t>
      </w:r>
      <w:r w:rsidR="008F7090" w:rsidRPr="003A0BBB">
        <w:t>Pas si vite</w:t>
      </w:r>
      <w:r>
        <w:t xml:space="preserve">. </w:t>
      </w:r>
      <w:r w:rsidR="008F7090" w:rsidRPr="003A0BBB">
        <w:t>Comme tu y vas</w:t>
      </w:r>
      <w:r>
        <w:t xml:space="preserve"> ! </w:t>
      </w:r>
      <w:r w:rsidR="008F7090" w:rsidRPr="003A0BBB">
        <w:t>Il y a à peine dix jours que j</w:t>
      </w:r>
      <w:r>
        <w:t>’</w:t>
      </w:r>
      <w:r w:rsidR="008F7090" w:rsidRPr="003A0BBB">
        <w:t>ai eu mon idée</w:t>
      </w:r>
      <w:r>
        <w:t xml:space="preserve">. </w:t>
      </w:r>
      <w:r w:rsidR="008F7090" w:rsidRPr="003A0BBB">
        <w:t>Il faut leur laisser le temps</w:t>
      </w:r>
      <w:r>
        <w:t xml:space="preserve">, </w:t>
      </w:r>
      <w:r w:rsidR="008F7090" w:rsidRPr="003A0BBB">
        <w:t xml:space="preserve">à ces pauvres </w:t>
      </w:r>
      <w:r w:rsidR="008F7090" w:rsidRPr="003A0BBB">
        <w:lastRenderedPageBreak/>
        <w:t>gens</w:t>
      </w:r>
      <w:r>
        <w:t xml:space="preserve">. </w:t>
      </w:r>
      <w:r w:rsidR="008F7090" w:rsidRPr="003A0BBB">
        <w:t>Mais</w:t>
      </w:r>
      <w:r>
        <w:t xml:space="preserve">, </w:t>
      </w:r>
      <w:r w:rsidR="008F7090" w:rsidRPr="003A0BBB">
        <w:t>en moins d</w:t>
      </w:r>
      <w:r>
        <w:t>’</w:t>
      </w:r>
      <w:r w:rsidR="008F7090" w:rsidRPr="003A0BBB">
        <w:t>une semaine</w:t>
      </w:r>
      <w:r>
        <w:t xml:space="preserve">, </w:t>
      </w:r>
      <w:r w:rsidR="008F7090" w:rsidRPr="003A0BBB">
        <w:t>j</w:t>
      </w:r>
      <w:r>
        <w:t>’</w:t>
      </w:r>
      <w:r w:rsidR="008F7090" w:rsidRPr="003A0BBB">
        <w:t>ai eu une réponse sous le cachet du Secrétariat privé</w:t>
      </w:r>
      <w:r>
        <w:t xml:space="preserve">, </w:t>
      </w:r>
      <w:r w:rsidR="008F7090" w:rsidRPr="003A0BBB">
        <w:t>une réponse rédigée</w:t>
      </w:r>
      <w:r>
        <w:t xml:space="preserve">, </w:t>
      </w:r>
      <w:r w:rsidR="008F7090" w:rsidRPr="003A0BBB">
        <w:t>ma parole</w:t>
      </w:r>
      <w:r>
        <w:t xml:space="preserve">, </w:t>
      </w:r>
      <w:r w:rsidR="008F7090" w:rsidRPr="003A0BBB">
        <w:t>en termes analogues à ceux que j</w:t>
      </w:r>
      <w:r>
        <w:t>’</w:t>
      </w:r>
      <w:r w:rsidR="008F7090" w:rsidRPr="003A0BBB">
        <w:t>aurais employés moi-même pour le compte d</w:t>
      </w:r>
      <w:r>
        <w:t>’</w:t>
      </w:r>
      <w:r w:rsidR="008F7090" w:rsidRPr="003A0BBB">
        <w:t>un ministre radical</w:t>
      </w:r>
      <w:r>
        <w:t> : « </w:t>
      </w:r>
      <w:r w:rsidR="008F7090" w:rsidRPr="003A0BBB">
        <w:rPr>
          <w:i/>
          <w:iCs/>
        </w:rPr>
        <w:t>Mademoiselle</w:t>
      </w:r>
      <w:r>
        <w:rPr>
          <w:i/>
          <w:iCs/>
        </w:rPr>
        <w:t xml:space="preserve">, </w:t>
      </w:r>
      <w:r w:rsidR="008F7090" w:rsidRPr="003A0BBB">
        <w:rPr>
          <w:i/>
          <w:iCs/>
        </w:rPr>
        <w:t>vous avez bien voulu</w:t>
      </w:r>
      <w:r>
        <w:rPr>
          <w:i/>
          <w:iCs/>
        </w:rPr>
        <w:t xml:space="preserve">, </w:t>
      </w:r>
      <w:r w:rsidR="008F7090" w:rsidRPr="003A0BBB">
        <w:rPr>
          <w:i/>
          <w:iCs/>
        </w:rPr>
        <w:t>etc</w:t>
      </w:r>
      <w:r>
        <w:rPr>
          <w:i/>
          <w:iCs/>
        </w:rPr>
        <w:t xml:space="preserve">.… </w:t>
      </w:r>
      <w:r w:rsidR="008F7090" w:rsidRPr="003A0BBB">
        <w:rPr>
          <w:i/>
          <w:iCs/>
        </w:rPr>
        <w:t>Je me suis empressé de signaler</w:t>
      </w:r>
      <w:r>
        <w:rPr>
          <w:i/>
          <w:iCs/>
        </w:rPr>
        <w:t xml:space="preserve">… </w:t>
      </w:r>
      <w:r w:rsidR="008F7090" w:rsidRPr="003A0BBB">
        <w:rPr>
          <w:i/>
          <w:iCs/>
        </w:rPr>
        <w:t>etc</w:t>
      </w:r>
      <w:r>
        <w:rPr>
          <w:i/>
          <w:iCs/>
        </w:rPr>
        <w:t xml:space="preserve">. </w:t>
      </w:r>
      <w:r w:rsidR="008F7090" w:rsidRPr="003A0BBB">
        <w:rPr>
          <w:i/>
          <w:iCs/>
        </w:rPr>
        <w:t>Croyez que je ne manquerai pas</w:t>
      </w:r>
      <w:r>
        <w:rPr>
          <w:i/>
          <w:iCs/>
        </w:rPr>
        <w:t xml:space="preserve">, </w:t>
      </w:r>
      <w:r w:rsidR="008F7090" w:rsidRPr="003A0BBB">
        <w:rPr>
          <w:i/>
          <w:iCs/>
        </w:rPr>
        <w:t>le moment voulu</w:t>
      </w:r>
      <w:r>
        <w:rPr>
          <w:i/>
          <w:iCs/>
        </w:rPr>
        <w:t xml:space="preserve">, </w:t>
      </w:r>
      <w:r w:rsidR="008F7090" w:rsidRPr="003A0BBB">
        <w:rPr>
          <w:i/>
          <w:iCs/>
        </w:rPr>
        <w:t>etc</w:t>
      </w:r>
      <w:r>
        <w:rPr>
          <w:i/>
          <w:iCs/>
        </w:rPr>
        <w:t>.… »</w:t>
      </w:r>
      <w:r w:rsidR="008F7090" w:rsidRPr="003A0BBB">
        <w:t xml:space="preserve"> Les mêmes formules</w:t>
      </w:r>
      <w:r>
        <w:t xml:space="preserve">, </w:t>
      </w:r>
      <w:r w:rsidR="008F7090" w:rsidRPr="003A0BBB">
        <w:t>les mêmes</w:t>
      </w:r>
      <w:r>
        <w:t xml:space="preserve">. </w:t>
      </w:r>
      <w:r w:rsidR="008F7090" w:rsidRPr="003A0BBB">
        <w:t>Le papier est seulement plus beau que celui auquel nous sommes réduits présentement</w:t>
      </w:r>
      <w:r>
        <w:t xml:space="preserve">. </w:t>
      </w:r>
      <w:r w:rsidR="008F7090" w:rsidRPr="003A0BBB">
        <w:t>Tu as l</w:t>
      </w:r>
      <w:r>
        <w:t>’</w:t>
      </w:r>
      <w:r w:rsidR="008F7090" w:rsidRPr="003A0BBB">
        <w:t>air tout éberluée</w:t>
      </w:r>
      <w:r>
        <w:t xml:space="preserve">, </w:t>
      </w:r>
      <w:r w:rsidR="008F7090" w:rsidRPr="003A0BBB">
        <w:t>maman</w:t>
      </w:r>
      <w:r>
        <w:t> ?</w:t>
      </w:r>
    </w:p>
    <w:p w14:paraId="347154E7" w14:textId="77777777" w:rsidR="003A6D8D" w:rsidRDefault="003A6D8D" w:rsidP="008F7090">
      <w:r>
        <w:t>— </w:t>
      </w:r>
      <w:r w:rsidR="008F7090" w:rsidRPr="003A0BBB">
        <w:t>Non</w:t>
      </w:r>
      <w:r>
        <w:t xml:space="preserve">, </w:t>
      </w:r>
      <w:r w:rsidR="008F7090" w:rsidRPr="003A0BBB">
        <w:t>ma petite fille</w:t>
      </w:r>
      <w:r>
        <w:t xml:space="preserve">, </w:t>
      </w:r>
      <w:r w:rsidR="008F7090" w:rsidRPr="003A0BBB">
        <w:t>non</w:t>
      </w:r>
      <w:r>
        <w:t xml:space="preserve">. </w:t>
      </w:r>
      <w:r w:rsidR="008F7090" w:rsidRPr="003A0BBB">
        <w:t>Je trouve au contraire que tu as très bien fait</w:t>
      </w:r>
      <w:r>
        <w:t>.</w:t>
      </w:r>
    </w:p>
    <w:p w14:paraId="0A0B7EEC" w14:textId="18ED71BE" w:rsidR="003A6D8D" w:rsidRDefault="003A6D8D" w:rsidP="008F7090">
      <w:r>
        <w:t>— </w:t>
      </w:r>
      <w:r w:rsidR="008F7090" w:rsidRPr="003A0BBB">
        <w:t>Là-dessus</w:t>
      </w:r>
      <w:r>
        <w:t xml:space="preserve">, </w:t>
      </w:r>
      <w:r w:rsidR="008F7090" w:rsidRPr="003A0BBB">
        <w:t>Franz et moi avons estimé qu</w:t>
      </w:r>
      <w:r>
        <w:t>’</w:t>
      </w:r>
      <w:r w:rsidR="008F7090" w:rsidRPr="003A0BBB">
        <w:t>il était absolument inutile d</w:t>
      </w:r>
      <w:r>
        <w:t>’</w:t>
      </w:r>
      <w:r w:rsidR="008F7090" w:rsidRPr="003A0BBB">
        <w:t>attendre à Paris les résultats de la démarche pontificale</w:t>
      </w:r>
      <w:r>
        <w:t xml:space="preserve">, </w:t>
      </w:r>
      <w:r w:rsidR="008F7090" w:rsidRPr="003A0BBB">
        <w:t>surtout à l</w:t>
      </w:r>
      <w:r>
        <w:t>’</w:t>
      </w:r>
      <w:r w:rsidR="008F7090" w:rsidRPr="003A0BBB">
        <w:t>époque des chaleurs</w:t>
      </w:r>
      <w:r>
        <w:t xml:space="preserve">. </w:t>
      </w:r>
      <w:r w:rsidR="008F7090" w:rsidRPr="003A0BBB">
        <w:t>Moi</w:t>
      </w:r>
      <w:r>
        <w:t xml:space="preserve">, </w:t>
      </w:r>
      <w:r w:rsidR="008F7090" w:rsidRPr="003A0BBB">
        <w:t>mes patrons me tarabustaient pour que j</w:t>
      </w:r>
      <w:r>
        <w:t>’</w:t>
      </w:r>
      <w:r w:rsidR="008F7090" w:rsidRPr="003A0BBB">
        <w:t>accepte enfin de partir en congé</w:t>
      </w:r>
      <w:r>
        <w:t xml:space="preserve">. </w:t>
      </w:r>
      <w:r w:rsidR="008F7090" w:rsidRPr="003A0BBB">
        <w:t>Je n</w:t>
      </w:r>
      <w:r>
        <w:t>’</w:t>
      </w:r>
      <w:r w:rsidR="008F7090" w:rsidRPr="003A0BBB">
        <w:t>en ai pas pris depuis que je suis en fonctions</w:t>
      </w:r>
      <w:r>
        <w:t xml:space="preserve">. </w:t>
      </w:r>
      <w:r w:rsidR="008F7090" w:rsidRPr="003A0BBB">
        <w:t>J</w:t>
      </w:r>
      <w:r>
        <w:t>’</w:t>
      </w:r>
      <w:r w:rsidR="008F7090" w:rsidRPr="003A0BBB">
        <w:t>ai dit oui</w:t>
      </w:r>
      <w:r>
        <w:t xml:space="preserve">, </w:t>
      </w:r>
      <w:r w:rsidR="008F7090" w:rsidRPr="003A0BBB">
        <w:t>ma commission ne se réunissant pas avant le 1</w:t>
      </w:r>
      <w:r w:rsidRPr="003A0BBB">
        <w:t>0</w:t>
      </w:r>
      <w:r>
        <w:t> </w:t>
      </w:r>
      <w:r w:rsidRPr="003A0BBB">
        <w:t>septembre</w:t>
      </w:r>
      <w:r>
        <w:t xml:space="preserve">. </w:t>
      </w:r>
      <w:r w:rsidR="008F7090" w:rsidRPr="003A0BBB">
        <w:t>Jusque-là</w:t>
      </w:r>
      <w:r>
        <w:t xml:space="preserve">, </w:t>
      </w:r>
      <w:r w:rsidR="008F7090" w:rsidRPr="003A0BBB">
        <w:t>je suis libre</w:t>
      </w:r>
      <w:r>
        <w:t xml:space="preserve">, </w:t>
      </w:r>
      <w:r w:rsidR="008F7090" w:rsidRPr="003A0BBB">
        <w:t>ou à peu près</w:t>
      </w:r>
      <w:r>
        <w:t xml:space="preserve"> ; </w:t>
      </w:r>
      <w:r w:rsidR="008F7090" w:rsidRPr="003A0BBB">
        <w:t>les comptes rendus des dernières séances à mettre au net</w:t>
      </w:r>
      <w:r>
        <w:t xml:space="preserve">, </w:t>
      </w:r>
      <w:r w:rsidR="008F7090" w:rsidRPr="003A0BBB">
        <w:t>des broutilles que j</w:t>
      </w:r>
      <w:r>
        <w:t>’</w:t>
      </w:r>
      <w:r w:rsidR="008F7090" w:rsidRPr="003A0BBB">
        <w:t>expédierai ici en m</w:t>
      </w:r>
      <w:r>
        <w:t>’</w:t>
      </w:r>
      <w:r w:rsidR="008F7090" w:rsidRPr="003A0BBB">
        <w:t>amusant</w:t>
      </w:r>
      <w:r>
        <w:t xml:space="preserve">. </w:t>
      </w:r>
      <w:r w:rsidR="008F7090" w:rsidRPr="003A0BBB">
        <w:t>Franz se trouvait exactement dans le même cas que moi</w:t>
      </w:r>
      <w:r>
        <w:t xml:space="preserve">, </w:t>
      </w:r>
      <w:r w:rsidR="008F7090" w:rsidRPr="003A0BBB">
        <w:t>avec</w:t>
      </w:r>
      <w:r>
        <w:t xml:space="preserve">, </w:t>
      </w:r>
      <w:r w:rsidR="008F7090" w:rsidRPr="003A0BBB">
        <w:t>en plus</w:t>
      </w:r>
      <w:r>
        <w:t xml:space="preserve">, </w:t>
      </w:r>
      <w:r w:rsidR="008F7090" w:rsidRPr="003A0BBB">
        <w:t>un réel besoin de repos</w:t>
      </w:r>
      <w:r>
        <w:t xml:space="preserve">. </w:t>
      </w:r>
      <w:r w:rsidR="008F7090" w:rsidRPr="003A0BBB">
        <w:t>Les médecins ont fini par l</w:t>
      </w:r>
      <w:r>
        <w:t>’</w:t>
      </w:r>
      <w:r w:rsidR="008F7090" w:rsidRPr="003A0BBB">
        <w:t>obliger à accepter un congé de trois mois</w:t>
      </w:r>
      <w:r>
        <w:t xml:space="preserve">. </w:t>
      </w:r>
      <w:r w:rsidR="008F7090" w:rsidRPr="003A0BBB">
        <w:t>Le temps de mettre en marche l</w:t>
      </w:r>
      <w:r>
        <w:t>’</w:t>
      </w:r>
      <w:r w:rsidR="008F7090" w:rsidRPr="003A0BBB">
        <w:t>auto que tu connais</w:t>
      </w:r>
      <w:r>
        <w:t xml:space="preserve">, </w:t>
      </w:r>
      <w:r w:rsidR="008F7090" w:rsidRPr="003A0BBB">
        <w:t>et nous voilà</w:t>
      </w:r>
      <w:r>
        <w:t xml:space="preserve">. </w:t>
      </w:r>
      <w:r w:rsidR="008F7090" w:rsidRPr="003A0BBB">
        <w:t>Dis donc</w:t>
      </w:r>
      <w:r>
        <w:t xml:space="preserve">, </w:t>
      </w:r>
      <w:r w:rsidR="008F7090" w:rsidRPr="003A0BBB">
        <w:t>maman</w:t>
      </w:r>
      <w:r>
        <w:t xml:space="preserve">, </w:t>
      </w:r>
      <w:r w:rsidR="008F7090" w:rsidRPr="003A0BBB">
        <w:t>je vois Maria qui nous fait signe que le café est servi sur la terrasse</w:t>
      </w:r>
      <w:r>
        <w:t>.</w:t>
      </w:r>
    </w:p>
    <w:p w14:paraId="7DC413CE" w14:textId="77777777" w:rsidR="003A6D8D" w:rsidRDefault="008F7090" w:rsidP="008F7090">
      <w:r w:rsidRPr="003A0BBB">
        <w:t>Sous les arbres</w:t>
      </w:r>
      <w:r w:rsidR="003A6D8D">
        <w:t xml:space="preserve">, </w:t>
      </w:r>
      <w:r w:rsidRPr="003A0BBB">
        <w:t>nous nous assîmes</w:t>
      </w:r>
      <w:r w:rsidR="003A6D8D">
        <w:t xml:space="preserve">, </w:t>
      </w:r>
      <w:r w:rsidRPr="003A0BBB">
        <w:t>Camille et moi</w:t>
      </w:r>
      <w:r w:rsidR="003A6D8D">
        <w:t xml:space="preserve">, </w:t>
      </w:r>
      <w:r w:rsidRPr="003A0BBB">
        <w:t>dans les grands fauteuils d</w:t>
      </w:r>
      <w:r w:rsidR="003A6D8D">
        <w:t>’</w:t>
      </w:r>
      <w:r w:rsidRPr="003A0BBB">
        <w:t>osier</w:t>
      </w:r>
      <w:r w:rsidR="003A6D8D">
        <w:t xml:space="preserve">. </w:t>
      </w:r>
      <w:r w:rsidRPr="003A0BBB">
        <w:t>Debout contre la balustrade</w:t>
      </w:r>
      <w:r w:rsidR="003A6D8D">
        <w:t xml:space="preserve">, </w:t>
      </w:r>
      <w:r w:rsidRPr="003A0BBB">
        <w:t>Franz admirait le panorama</w:t>
      </w:r>
      <w:r w:rsidR="003A6D8D">
        <w:t xml:space="preserve">. </w:t>
      </w:r>
      <w:r w:rsidRPr="003A0BBB">
        <w:t>Un à un</w:t>
      </w:r>
      <w:r w:rsidR="003A6D8D">
        <w:t xml:space="preserve">, </w:t>
      </w:r>
      <w:r w:rsidRPr="003A0BBB">
        <w:t>il se faisait nommer les châteaux</w:t>
      </w:r>
      <w:r w:rsidR="003A6D8D">
        <w:t xml:space="preserve">, </w:t>
      </w:r>
      <w:r w:rsidRPr="003A0BBB">
        <w:t>perchés sur les pics environnants comme des oiseaux de proie</w:t>
      </w:r>
      <w:r w:rsidR="003A6D8D">
        <w:t>.</w:t>
      </w:r>
    </w:p>
    <w:p w14:paraId="2A65C724" w14:textId="4491EAC0" w:rsidR="003A6D8D" w:rsidRDefault="003A6D8D" w:rsidP="008F7090">
      <w:r>
        <w:lastRenderedPageBreak/>
        <w:t>— </w:t>
      </w:r>
      <w:r w:rsidR="008F7090" w:rsidRPr="003A0BBB">
        <w:t>Le plus rapproché</w:t>
      </w:r>
      <w:r>
        <w:t xml:space="preserve">, </w:t>
      </w:r>
      <w:r w:rsidR="008F7090" w:rsidRPr="003A0BBB">
        <w:t>entre les arbres</w:t>
      </w:r>
      <w:r>
        <w:t xml:space="preserve">, </w:t>
      </w:r>
      <w:r w:rsidR="008F7090" w:rsidRPr="003A0BBB">
        <w:t>c</w:t>
      </w:r>
      <w:r>
        <w:t>’</w:t>
      </w:r>
      <w:r w:rsidR="008F7090" w:rsidRPr="003A0BBB">
        <w:t xml:space="preserve">est </w:t>
      </w:r>
      <w:proofErr w:type="spellStart"/>
      <w:r w:rsidR="008F7090" w:rsidRPr="003A0BBB">
        <w:t>Montal</w:t>
      </w:r>
      <w:proofErr w:type="spellEnd"/>
      <w:r>
        <w:t xml:space="preserve">. </w:t>
      </w:r>
      <w:r w:rsidR="008F7090" w:rsidRPr="003A0BBB">
        <w:t>Ici les tours de Saint-Lau</w:t>
      </w:r>
      <w:r w:rsidR="000561C8">
        <w:t>rent</w:t>
      </w:r>
      <w:r>
        <w:t xml:space="preserve">. </w:t>
      </w:r>
      <w:r w:rsidR="000561C8">
        <w:t>Tu ne p</w:t>
      </w:r>
      <w:r w:rsidR="008F7090" w:rsidRPr="003A0BBB">
        <w:t>eux pas voir Castelnau</w:t>
      </w:r>
      <w:r>
        <w:t xml:space="preserve">, </w:t>
      </w:r>
      <w:r w:rsidR="008F7090" w:rsidRPr="003A0BBB">
        <w:t>il y a un pli de terrain qui nous le cache</w:t>
      </w:r>
      <w:r>
        <w:t xml:space="preserve">. </w:t>
      </w:r>
      <w:r w:rsidR="008F7090" w:rsidRPr="003A0BBB">
        <w:t>Là-bas</w:t>
      </w:r>
      <w:r>
        <w:t xml:space="preserve">, </w:t>
      </w:r>
      <w:r w:rsidR="008F7090" w:rsidRPr="003A0BBB">
        <w:t>tout au fond</w:t>
      </w:r>
      <w:r>
        <w:t xml:space="preserve">, </w:t>
      </w:r>
      <w:r w:rsidR="008F7090" w:rsidRPr="003A0BBB">
        <w:t>celui qui ressemble à un ballon perdu dans la verdure</w:t>
      </w:r>
      <w:r>
        <w:t xml:space="preserve">, </w:t>
      </w:r>
      <w:r w:rsidR="008F7090" w:rsidRPr="003A0BBB">
        <w:t>c</w:t>
      </w:r>
      <w:r>
        <w:t>’</w:t>
      </w:r>
      <w:r w:rsidR="008F7090" w:rsidRPr="003A0BBB">
        <w:t>est Loubressac</w:t>
      </w:r>
      <w:r>
        <w:t xml:space="preserve">. </w:t>
      </w:r>
      <w:r w:rsidR="008F7090" w:rsidRPr="003A0BBB">
        <w:t>N</w:t>
      </w:r>
      <w:r>
        <w:t>’</w:t>
      </w:r>
      <w:r w:rsidR="008F7090" w:rsidRPr="003A0BBB">
        <w:t>aie pas peur</w:t>
      </w:r>
      <w:r>
        <w:t xml:space="preserve">, </w:t>
      </w:r>
      <w:r w:rsidR="008F7090" w:rsidRPr="003A0BBB">
        <w:t>d</w:t>
      </w:r>
      <w:r>
        <w:t>’</w:t>
      </w:r>
      <w:r w:rsidR="008F7090" w:rsidRPr="003A0BBB">
        <w:t>ici au 1</w:t>
      </w:r>
      <w:r w:rsidRPr="003A0BBB">
        <w:t>0</w:t>
      </w:r>
      <w:r>
        <w:t> </w:t>
      </w:r>
      <w:r w:rsidRPr="003A0BBB">
        <w:t>septembre</w:t>
      </w:r>
      <w:r>
        <w:t xml:space="preserve">, </w:t>
      </w:r>
      <w:r w:rsidR="008F7090" w:rsidRPr="003A0BBB">
        <w:t>nous aurons le temps de te montrer tout cela en détail</w:t>
      </w:r>
      <w:r>
        <w:t xml:space="preserve">. </w:t>
      </w:r>
      <w:r w:rsidR="008F7090" w:rsidRPr="003A0BBB">
        <w:t>Nous y ferons notre voyage de noces</w:t>
      </w:r>
      <w:r>
        <w:t xml:space="preserve">. </w:t>
      </w:r>
      <w:r w:rsidR="008F7090" w:rsidRPr="003A0BBB">
        <w:t>Car nous allons</w:t>
      </w:r>
      <w:r>
        <w:t xml:space="preserve">, </w:t>
      </w:r>
      <w:r w:rsidR="008F7090" w:rsidRPr="003A0BBB">
        <w:t>bien entendu</w:t>
      </w:r>
      <w:r>
        <w:t xml:space="preserve">, </w:t>
      </w:r>
      <w:r w:rsidR="008F7090" w:rsidRPr="003A0BBB">
        <w:t>nous marier ici</w:t>
      </w:r>
      <w:r>
        <w:t xml:space="preserve">, </w:t>
      </w:r>
      <w:r w:rsidR="008F7090" w:rsidRPr="003A0BBB">
        <w:t>maman</w:t>
      </w:r>
      <w:r>
        <w:t xml:space="preserve"> ? </w:t>
      </w:r>
      <w:r w:rsidR="008F7090" w:rsidRPr="003A0BBB">
        <w:t>Tu me diras ce qu</w:t>
      </w:r>
      <w:r>
        <w:t>’</w:t>
      </w:r>
      <w:r w:rsidR="008F7090" w:rsidRPr="003A0BBB">
        <w:t>il y a à faire avec le curé</w:t>
      </w:r>
      <w:r>
        <w:t xml:space="preserve">, </w:t>
      </w:r>
      <w:r w:rsidR="008F7090" w:rsidRPr="003A0BBB">
        <w:t>le maire</w:t>
      </w:r>
      <w:r>
        <w:t xml:space="preserve">, </w:t>
      </w:r>
      <w:r w:rsidR="008F7090" w:rsidRPr="003A0BBB">
        <w:t>etc</w:t>
      </w:r>
      <w:r>
        <w:t xml:space="preserve">., </w:t>
      </w:r>
      <w:r w:rsidR="008F7090" w:rsidRPr="003A0BBB">
        <w:t>toi qui as l</w:t>
      </w:r>
      <w:r>
        <w:t>’</w:t>
      </w:r>
      <w:r w:rsidR="008F7090" w:rsidRPr="003A0BBB">
        <w:t>habitude</w:t>
      </w:r>
      <w:r>
        <w:t xml:space="preserve">. </w:t>
      </w:r>
      <w:r w:rsidR="008F7090" w:rsidRPr="003A0BBB">
        <w:t>Le plus tôt sera le mieux</w:t>
      </w:r>
      <w:r>
        <w:t>.</w:t>
      </w:r>
    </w:p>
    <w:p w14:paraId="0AA28786" w14:textId="77777777" w:rsidR="003A6D8D" w:rsidRDefault="003A6D8D" w:rsidP="008F7090">
      <w:r>
        <w:t>— </w:t>
      </w:r>
      <w:r w:rsidR="008F7090" w:rsidRPr="003A0BBB">
        <w:t>Quand comptez-vous</w:t>
      </w:r>
      <w:r>
        <w:t> ?…</w:t>
      </w:r>
    </w:p>
    <w:p w14:paraId="64CFCD3E" w14:textId="77777777" w:rsidR="003A6D8D" w:rsidRDefault="003A6D8D" w:rsidP="008F7090">
      <w:r>
        <w:t>— </w:t>
      </w:r>
      <w:r w:rsidR="008F7090" w:rsidRPr="003A0BBB">
        <w:t>Mais dès que Franz aura reçu ses papiers</w:t>
      </w:r>
      <w:r>
        <w:t xml:space="preserve">, </w:t>
      </w:r>
      <w:r w:rsidR="008F7090" w:rsidRPr="003A0BBB">
        <w:t>tiens</w:t>
      </w:r>
      <w:r>
        <w:t xml:space="preserve">. </w:t>
      </w:r>
      <w:r w:rsidR="008F7090" w:rsidRPr="003A0BBB">
        <w:t>Dans quinze jours</w:t>
      </w:r>
      <w:r>
        <w:t xml:space="preserve">, </w:t>
      </w:r>
      <w:r w:rsidR="008F7090" w:rsidRPr="003A0BBB">
        <w:t>trois semaines au plus</w:t>
      </w:r>
      <w:r>
        <w:t>.</w:t>
      </w:r>
    </w:p>
    <w:p w14:paraId="441DBAFF" w14:textId="77777777" w:rsidR="003A6D8D" w:rsidRDefault="003A6D8D" w:rsidP="008F7090">
      <w:r>
        <w:t>— </w:t>
      </w:r>
      <w:r w:rsidR="008F7090" w:rsidRPr="003A0BBB">
        <w:t>Tu oublies</w:t>
      </w:r>
      <w:r>
        <w:t xml:space="preserve">, </w:t>
      </w:r>
      <w:r w:rsidR="008F7090" w:rsidRPr="003A0BBB">
        <w:t>Camille</w:t>
      </w:r>
      <w:r>
        <w:t xml:space="preserve">, </w:t>
      </w:r>
      <w:r w:rsidR="008F7090" w:rsidRPr="003A0BBB">
        <w:t>qu</w:t>
      </w:r>
      <w:r>
        <w:t>’</w:t>
      </w:r>
      <w:r w:rsidR="008F7090" w:rsidRPr="003A0BBB">
        <w:t>il y a aussi des formalités de ton côté</w:t>
      </w:r>
      <w:r>
        <w:t>.</w:t>
      </w:r>
    </w:p>
    <w:p w14:paraId="4233F0D5" w14:textId="77777777" w:rsidR="003A6D8D" w:rsidRDefault="003A6D8D" w:rsidP="008F7090">
      <w:r>
        <w:t>— </w:t>
      </w:r>
      <w:r w:rsidR="008F7090" w:rsidRPr="003A0BBB">
        <w:t>Comment</w:t>
      </w:r>
      <w:r>
        <w:t xml:space="preserve">, </w:t>
      </w:r>
      <w:r w:rsidR="008F7090" w:rsidRPr="003A0BBB">
        <w:t>de mon côté</w:t>
      </w:r>
      <w:r>
        <w:t xml:space="preserve">, </w:t>
      </w:r>
      <w:r w:rsidR="008F7090" w:rsidRPr="003A0BBB">
        <w:t>maman</w:t>
      </w:r>
      <w:r>
        <w:t> ?</w:t>
      </w:r>
    </w:p>
    <w:p w14:paraId="023ADAC5" w14:textId="77777777" w:rsidR="003A6D8D" w:rsidRDefault="003A6D8D" w:rsidP="008F7090">
      <w:r>
        <w:t>— </w:t>
      </w:r>
      <w:r w:rsidR="008F7090" w:rsidRPr="003A0BBB">
        <w:t>Ou du mien</w:t>
      </w:r>
      <w:r>
        <w:t xml:space="preserve">, </w:t>
      </w:r>
      <w:r w:rsidR="008F7090" w:rsidRPr="003A0BBB">
        <w:t>si tu préfères</w:t>
      </w:r>
      <w:r>
        <w:t xml:space="preserve">. </w:t>
      </w:r>
      <w:r w:rsidR="008F7090" w:rsidRPr="003A0BBB">
        <w:t>Nous ne nous sommes occupées de rien à la mort de ton père</w:t>
      </w:r>
      <w:r>
        <w:t xml:space="preserve">. </w:t>
      </w:r>
      <w:r w:rsidR="008F7090" w:rsidRPr="003A0BBB">
        <w:t>Puis</w:t>
      </w:r>
      <w:r>
        <w:t xml:space="preserve">, </w:t>
      </w:r>
      <w:r w:rsidR="008F7090" w:rsidRPr="003A0BBB">
        <w:t>à ta majorité</w:t>
      </w:r>
      <w:r>
        <w:t xml:space="preserve">, </w:t>
      </w:r>
      <w:r w:rsidR="008F7090" w:rsidRPr="003A0BBB">
        <w:t>j</w:t>
      </w:r>
      <w:r>
        <w:t>’</w:t>
      </w:r>
      <w:r w:rsidR="008F7090" w:rsidRPr="003A0BBB">
        <w:t>aurais dû te rendre mes comptes de tutelle</w:t>
      </w:r>
      <w:r>
        <w:t xml:space="preserve">. </w:t>
      </w:r>
      <w:r w:rsidR="008F7090" w:rsidRPr="003A0BBB">
        <w:t>Tout a été laissé en l</w:t>
      </w:r>
      <w:r>
        <w:t>’</w:t>
      </w:r>
      <w:r w:rsidR="008F7090" w:rsidRPr="003A0BBB">
        <w:t>état</w:t>
      </w:r>
      <w:r>
        <w:t xml:space="preserve">. </w:t>
      </w:r>
      <w:r w:rsidR="008F7090" w:rsidRPr="003A0BBB">
        <w:t>Je t</w:t>
      </w:r>
      <w:r>
        <w:t>’</w:t>
      </w:r>
      <w:r w:rsidR="008F7090" w:rsidRPr="003A0BBB">
        <w:t>ai écrit plusieurs fois à ce sujet</w:t>
      </w:r>
      <w:r>
        <w:t xml:space="preserve">, </w:t>
      </w:r>
      <w:r w:rsidR="008F7090" w:rsidRPr="003A0BBB">
        <w:t>jamais tu ne m</w:t>
      </w:r>
      <w:r>
        <w:t>’</w:t>
      </w:r>
      <w:r w:rsidR="008F7090" w:rsidRPr="003A0BBB">
        <w:t>as répondu</w:t>
      </w:r>
      <w:r>
        <w:t xml:space="preserve">. </w:t>
      </w:r>
      <w:r w:rsidR="008F7090" w:rsidRPr="003A0BBB">
        <w:t>Maintenant que tu te maries</w:t>
      </w:r>
      <w:r>
        <w:t xml:space="preserve">, </w:t>
      </w:r>
      <w:r w:rsidR="008F7090" w:rsidRPr="003A0BBB">
        <w:t>le moment est venu</w:t>
      </w:r>
      <w:r>
        <w:t>…</w:t>
      </w:r>
    </w:p>
    <w:p w14:paraId="179AAFD2" w14:textId="77777777" w:rsidR="003A6D8D" w:rsidRDefault="003A6D8D" w:rsidP="008F7090">
      <w:r>
        <w:t>— </w:t>
      </w:r>
      <w:r w:rsidR="008F7090" w:rsidRPr="003A0BBB">
        <w:t>Écoute-la donc</w:t>
      </w:r>
      <w:r>
        <w:t xml:space="preserve">, </w:t>
      </w:r>
      <w:r w:rsidR="008F7090" w:rsidRPr="003A0BBB">
        <w:t>Franz</w:t>
      </w:r>
      <w:r>
        <w:t xml:space="preserve">. </w:t>
      </w:r>
      <w:r w:rsidR="008F7090" w:rsidRPr="003A0BBB">
        <w:t>Qu</w:t>
      </w:r>
      <w:r>
        <w:t>’</w:t>
      </w:r>
      <w:r w:rsidR="008F7090" w:rsidRPr="003A0BBB">
        <w:t>est-ce que tu vas chercher</w:t>
      </w:r>
      <w:r>
        <w:t xml:space="preserve">, </w:t>
      </w:r>
      <w:r w:rsidR="008F7090" w:rsidRPr="003A0BBB">
        <w:t>ma pauvre maman</w:t>
      </w:r>
      <w:r>
        <w:t xml:space="preserve"> ? </w:t>
      </w:r>
      <w:r w:rsidR="008F7090" w:rsidRPr="003A0BBB">
        <w:t>Si tu avais l</w:t>
      </w:r>
      <w:r>
        <w:t>’</w:t>
      </w:r>
      <w:r w:rsidR="008F7090" w:rsidRPr="003A0BBB">
        <w:t>intention de te remarier</w:t>
      </w:r>
      <w:r>
        <w:t xml:space="preserve">, </w:t>
      </w:r>
      <w:r w:rsidR="008F7090" w:rsidRPr="003A0BBB">
        <w:t>passe encore</w:t>
      </w:r>
      <w:r>
        <w:t xml:space="preserve">. </w:t>
      </w:r>
      <w:r w:rsidR="008F7090" w:rsidRPr="003A0BBB">
        <w:t>Je trouve que nous sommes très bien ainsi</w:t>
      </w:r>
      <w:r>
        <w:t xml:space="preserve">. </w:t>
      </w:r>
      <w:r w:rsidR="008F7090" w:rsidRPr="003A0BBB">
        <w:t>Et toi</w:t>
      </w:r>
      <w:r>
        <w:t xml:space="preserve">, </w:t>
      </w:r>
      <w:r w:rsidR="008F7090" w:rsidRPr="003A0BBB">
        <w:t>Franz</w:t>
      </w:r>
      <w:r>
        <w:t xml:space="preserve"> ? </w:t>
      </w:r>
      <w:r w:rsidR="008F7090" w:rsidRPr="003A0BBB">
        <w:t>Parbleu</w:t>
      </w:r>
      <w:r>
        <w:t xml:space="preserve">, </w:t>
      </w:r>
      <w:r w:rsidR="008F7090" w:rsidRPr="003A0BBB">
        <w:t>il est de mon avis</w:t>
      </w:r>
      <w:r>
        <w:t xml:space="preserve">. </w:t>
      </w:r>
      <w:r w:rsidR="008F7090" w:rsidRPr="003A0BBB">
        <w:t>Tu te figures peut-être que c</w:t>
      </w:r>
      <w:r>
        <w:t>’</w:t>
      </w:r>
      <w:r w:rsidR="008F7090" w:rsidRPr="003A0BBB">
        <w:t>est pour mes quatre sous qu</w:t>
      </w:r>
      <w:r>
        <w:t>’</w:t>
      </w:r>
      <w:r w:rsidR="008F7090" w:rsidRPr="003A0BBB">
        <w:t>il m</w:t>
      </w:r>
      <w:r>
        <w:t>’</w:t>
      </w:r>
      <w:r w:rsidR="008F7090" w:rsidRPr="003A0BBB">
        <w:t>épouse</w:t>
      </w:r>
      <w:r>
        <w:t xml:space="preserve">. </w:t>
      </w:r>
      <w:r w:rsidR="008F7090" w:rsidRPr="003A0BBB">
        <w:t>D</w:t>
      </w:r>
      <w:r>
        <w:t>’</w:t>
      </w:r>
      <w:r w:rsidR="008F7090" w:rsidRPr="003A0BBB">
        <w:t>abord</w:t>
      </w:r>
      <w:r>
        <w:t xml:space="preserve">, </w:t>
      </w:r>
      <w:r w:rsidR="008F7090" w:rsidRPr="003A0BBB">
        <w:t>je gagne ma vie</w:t>
      </w:r>
      <w:r>
        <w:t xml:space="preserve">, </w:t>
      </w:r>
      <w:r w:rsidR="008F7090" w:rsidRPr="003A0BBB">
        <w:t>moi</w:t>
      </w:r>
      <w:r>
        <w:t xml:space="preserve">, </w:t>
      </w:r>
      <w:r w:rsidR="008F7090" w:rsidRPr="003A0BBB">
        <w:t>grâce à Dieu</w:t>
      </w:r>
      <w:r>
        <w:t xml:space="preserve">. </w:t>
      </w:r>
      <w:r w:rsidR="008F7090" w:rsidRPr="003A0BBB">
        <w:t>Quant à lui</w:t>
      </w:r>
      <w:r>
        <w:t xml:space="preserve">, </w:t>
      </w:r>
      <w:r w:rsidR="008F7090" w:rsidRPr="003A0BBB">
        <w:t>il est en passe de devenir millionnaire</w:t>
      </w:r>
      <w:r>
        <w:t xml:space="preserve">. </w:t>
      </w:r>
      <w:r w:rsidR="008F7090" w:rsidRPr="003A0BBB">
        <w:t>La petite auto de tout à l</w:t>
      </w:r>
      <w:r>
        <w:t>’</w:t>
      </w:r>
      <w:r w:rsidR="008F7090" w:rsidRPr="003A0BBB">
        <w:t>heure</w:t>
      </w:r>
      <w:r>
        <w:t xml:space="preserve">, </w:t>
      </w:r>
      <w:r w:rsidR="008F7090" w:rsidRPr="003A0BBB">
        <w:t>tu t</w:t>
      </w:r>
      <w:r>
        <w:t>’</w:t>
      </w:r>
      <w:r w:rsidR="008F7090" w:rsidRPr="003A0BBB">
        <w:t>imagines que ça ne représente rien comme capital</w:t>
      </w:r>
      <w:r>
        <w:t xml:space="preserve"> ? </w:t>
      </w:r>
      <w:r w:rsidR="008F7090" w:rsidRPr="003A0BBB">
        <w:t xml:space="preserve">Il y a là une innovation de rien du tout qui est de taille à révolutionner </w:t>
      </w:r>
      <w:r w:rsidR="008F7090" w:rsidRPr="003A0BBB">
        <w:lastRenderedPageBreak/>
        <w:t>cette industrie</w:t>
      </w:r>
      <w:r>
        <w:t xml:space="preserve">. </w:t>
      </w:r>
      <w:r w:rsidR="008F7090" w:rsidRPr="003A0BBB">
        <w:t>Le moment n</w:t>
      </w:r>
      <w:r>
        <w:t>’</w:t>
      </w:r>
      <w:r w:rsidR="008F7090" w:rsidRPr="003A0BBB">
        <w:t>est pas venu de l</w:t>
      </w:r>
      <w:r>
        <w:t>’</w:t>
      </w:r>
      <w:r w:rsidR="008F7090" w:rsidRPr="003A0BBB">
        <w:t>exploiter en grande série</w:t>
      </w:r>
      <w:r>
        <w:t xml:space="preserve">, </w:t>
      </w:r>
      <w:r w:rsidR="008F7090" w:rsidRPr="003A0BBB">
        <w:t>mais attends la paix</w:t>
      </w:r>
      <w:r>
        <w:t xml:space="preserve">, </w:t>
      </w:r>
      <w:r w:rsidR="008F7090" w:rsidRPr="003A0BBB">
        <w:t>et tu verras</w:t>
      </w:r>
      <w:r>
        <w:t xml:space="preserve">. </w:t>
      </w:r>
      <w:r w:rsidR="008F7090" w:rsidRPr="003A0BBB">
        <w:t>Les Anglais le savent bien</w:t>
      </w:r>
      <w:r>
        <w:t xml:space="preserve">, </w:t>
      </w:r>
      <w:r w:rsidR="008F7090" w:rsidRPr="003A0BBB">
        <w:t>et les Américains aussi</w:t>
      </w:r>
      <w:r>
        <w:t xml:space="preserve">, </w:t>
      </w:r>
      <w:r w:rsidR="008F7090" w:rsidRPr="003A0BBB">
        <w:t>qui lui ont proposé pour son brevet je ne sais pas combien de livres et de dollars</w:t>
      </w:r>
      <w:r>
        <w:t xml:space="preserve"> ? </w:t>
      </w:r>
      <w:r w:rsidR="008F7090" w:rsidRPr="003A0BBB">
        <w:t>Mais Franz n</w:t>
      </w:r>
      <w:r>
        <w:t>’</w:t>
      </w:r>
      <w:r w:rsidR="008F7090" w:rsidRPr="003A0BBB">
        <w:t>a rien voulu entendre</w:t>
      </w:r>
      <w:r>
        <w:t xml:space="preserve">. </w:t>
      </w:r>
      <w:r w:rsidR="008F7090" w:rsidRPr="003A0BBB">
        <w:t>C</w:t>
      </w:r>
      <w:r>
        <w:t>’</w:t>
      </w:r>
      <w:r w:rsidR="008F7090" w:rsidRPr="003A0BBB">
        <w:t>est avec la France qu</w:t>
      </w:r>
      <w:r>
        <w:t>’</w:t>
      </w:r>
      <w:r w:rsidR="008F7090" w:rsidRPr="003A0BBB">
        <w:t>il traitera</w:t>
      </w:r>
      <w:r>
        <w:t xml:space="preserve">. </w:t>
      </w:r>
      <w:r w:rsidR="008F7090" w:rsidRPr="003A0BBB">
        <w:t>C</w:t>
      </w:r>
      <w:r>
        <w:t>’</w:t>
      </w:r>
      <w:r w:rsidR="008F7090" w:rsidRPr="003A0BBB">
        <w:t>est gentil</w:t>
      </w:r>
      <w:r>
        <w:t xml:space="preserve">, </w:t>
      </w:r>
      <w:r w:rsidR="008F7090" w:rsidRPr="003A0BBB">
        <w:t>ça</w:t>
      </w:r>
      <w:r>
        <w:t xml:space="preserve">, </w:t>
      </w:r>
      <w:r w:rsidR="008F7090" w:rsidRPr="003A0BBB">
        <w:t>hein</w:t>
      </w:r>
      <w:r>
        <w:t xml:space="preserve"> ? </w:t>
      </w:r>
      <w:r w:rsidR="008F7090" w:rsidRPr="003A0BBB">
        <w:t>Je te le dis</w:t>
      </w:r>
      <w:r>
        <w:t xml:space="preserve">, </w:t>
      </w:r>
      <w:r w:rsidR="008F7090" w:rsidRPr="003A0BBB">
        <w:t>maman</w:t>
      </w:r>
      <w:r>
        <w:t xml:space="preserve">, </w:t>
      </w:r>
      <w:r w:rsidR="008F7090" w:rsidRPr="003A0BBB">
        <w:t>pour le cas où tu ne t</w:t>
      </w:r>
      <w:r>
        <w:t>’</w:t>
      </w:r>
      <w:r w:rsidR="008F7090" w:rsidRPr="003A0BBB">
        <w:t>en serais pas encore aperçu</w:t>
      </w:r>
      <w:r>
        <w:t xml:space="preserve"> : </w:t>
      </w:r>
      <w:r w:rsidR="008F7090" w:rsidRPr="003A0BBB">
        <w:t>Franz est un trésor</w:t>
      </w:r>
      <w:r>
        <w:t xml:space="preserve">. </w:t>
      </w:r>
      <w:r w:rsidR="008F7090" w:rsidRPr="003A0BBB">
        <w:t>Et toi aussi</w:t>
      </w:r>
      <w:r>
        <w:t xml:space="preserve">. </w:t>
      </w:r>
      <w:r w:rsidR="008F7090" w:rsidRPr="003A0BBB">
        <w:t>Si seulement tu voulais suivre mes conseils pour ta mise</w:t>
      </w:r>
      <w:r>
        <w:t xml:space="preserve">. </w:t>
      </w:r>
      <w:r w:rsidR="008F7090" w:rsidRPr="003A0BBB">
        <w:t>J</w:t>
      </w:r>
      <w:r>
        <w:t>’</w:t>
      </w:r>
      <w:r w:rsidR="008F7090" w:rsidRPr="003A0BBB">
        <w:t>espère que le jour de notre mariage tu nous feras le plaisir d</w:t>
      </w:r>
      <w:r>
        <w:t>’</w:t>
      </w:r>
      <w:r w:rsidR="008F7090" w:rsidRPr="003A0BBB">
        <w:t>abandonner un peu ton deuil éternel</w:t>
      </w:r>
      <w:r>
        <w:t>.</w:t>
      </w:r>
    </w:p>
    <w:p w14:paraId="54A2FDDC" w14:textId="77777777" w:rsidR="003A6D8D" w:rsidRDefault="003A6D8D" w:rsidP="008F7090">
      <w:r>
        <w:t>— </w:t>
      </w:r>
      <w:r w:rsidR="008F7090" w:rsidRPr="003A0BBB">
        <w:t>Mais</w:t>
      </w:r>
      <w:r>
        <w:t xml:space="preserve">, </w:t>
      </w:r>
      <w:r w:rsidR="008F7090" w:rsidRPr="003A0BBB">
        <w:t>mon enfant</w:t>
      </w:r>
      <w:r>
        <w:t xml:space="preserve">, </w:t>
      </w:r>
      <w:r w:rsidR="008F7090" w:rsidRPr="003A0BBB">
        <w:t>tu ne peux pourtant pas dire que ce que je porte aujourd</w:t>
      </w:r>
      <w:r>
        <w:t>’</w:t>
      </w:r>
      <w:r w:rsidR="008F7090" w:rsidRPr="003A0BBB">
        <w:t>hui soit du deuil</w:t>
      </w:r>
      <w:r>
        <w:t>.</w:t>
      </w:r>
    </w:p>
    <w:p w14:paraId="52602A7A" w14:textId="77777777" w:rsidR="003A6D8D" w:rsidRDefault="008F7090" w:rsidP="008F7090">
      <w:r w:rsidRPr="003A0BBB">
        <w:t>M</w:t>
      </w:r>
      <w:r w:rsidR="003A6D8D">
        <w:t>’</w:t>
      </w:r>
      <w:r w:rsidRPr="003A0BBB">
        <w:t>attendant à cette réflexion de la part de Camille</w:t>
      </w:r>
      <w:r w:rsidR="003A6D8D">
        <w:t xml:space="preserve">, </w:t>
      </w:r>
      <w:r w:rsidRPr="003A0BBB">
        <w:t>j</w:t>
      </w:r>
      <w:r w:rsidR="003A6D8D">
        <w:t>’</w:t>
      </w:r>
      <w:r w:rsidRPr="003A0BBB">
        <w:t>avais en effet</w:t>
      </w:r>
      <w:r w:rsidR="003A6D8D">
        <w:t xml:space="preserve">, </w:t>
      </w:r>
      <w:r w:rsidRPr="003A0BBB">
        <w:t>au cours de la semaine</w:t>
      </w:r>
      <w:r w:rsidR="003A6D8D">
        <w:t xml:space="preserve">, </w:t>
      </w:r>
      <w:r w:rsidRPr="003A0BBB">
        <w:t>employé mes heures de loisir à redonner quelque jeunesse à une robe et à un chapeau du temps de mon mariage</w:t>
      </w:r>
      <w:r w:rsidR="003A6D8D">
        <w:t xml:space="preserve">. </w:t>
      </w:r>
      <w:r w:rsidRPr="003A0BBB">
        <w:t>Le chapeau était une bergère de paille de riz à rubans de velours noir</w:t>
      </w:r>
      <w:r w:rsidR="003A6D8D">
        <w:t xml:space="preserve">. </w:t>
      </w:r>
      <w:r w:rsidRPr="003A0BBB">
        <w:t>J</w:t>
      </w:r>
      <w:r w:rsidR="003A6D8D">
        <w:t>’</w:t>
      </w:r>
      <w:r w:rsidRPr="003A0BBB">
        <w:t>y avais ajouté une rose blanche</w:t>
      </w:r>
      <w:r w:rsidR="003A6D8D">
        <w:t xml:space="preserve">. </w:t>
      </w:r>
      <w:r w:rsidRPr="003A0BBB">
        <w:t>La robe était de foulard noir à gros pois blancs</w:t>
      </w:r>
      <w:r w:rsidR="003A6D8D">
        <w:t xml:space="preserve">. </w:t>
      </w:r>
      <w:r w:rsidRPr="003A0BBB">
        <w:t>J</w:t>
      </w:r>
      <w:r w:rsidR="003A6D8D">
        <w:t>’</w:t>
      </w:r>
      <w:r w:rsidRPr="003A0BBB">
        <w:t>avais seulement complété le col trop échancré et les manches trop courtes d</w:t>
      </w:r>
      <w:r w:rsidR="003A6D8D">
        <w:t>’</w:t>
      </w:r>
      <w:r w:rsidRPr="003A0BBB">
        <w:t>une garniture de tulle noir</w:t>
      </w:r>
      <w:r w:rsidR="003A6D8D">
        <w:t>.</w:t>
      </w:r>
    </w:p>
    <w:p w14:paraId="1A556383" w14:textId="77777777" w:rsidR="003A6D8D" w:rsidRDefault="008F7090" w:rsidP="008F7090">
      <w:r w:rsidRPr="003A0BBB">
        <w:t>C</w:t>
      </w:r>
      <w:r w:rsidR="003A6D8D">
        <w:t>’</w:t>
      </w:r>
      <w:r w:rsidRPr="003A0BBB">
        <w:t>était à ce tulle malencontreux que Camille</w:t>
      </w:r>
      <w:r w:rsidR="003A6D8D">
        <w:t xml:space="preserve">, </w:t>
      </w:r>
      <w:r w:rsidRPr="003A0BBB">
        <w:t>assise sur un des bras de mon fauteuil</w:t>
      </w:r>
      <w:r w:rsidR="003A6D8D">
        <w:t xml:space="preserve">, </w:t>
      </w:r>
      <w:r w:rsidRPr="003A0BBB">
        <w:t>était en train de s</w:t>
      </w:r>
      <w:r w:rsidR="003A6D8D">
        <w:t>’</w:t>
      </w:r>
      <w:r w:rsidRPr="003A0BBB">
        <w:t>en prendre</w:t>
      </w:r>
      <w:r w:rsidR="003A6D8D">
        <w:t>.</w:t>
      </w:r>
    </w:p>
    <w:p w14:paraId="59B2D5A3" w14:textId="77777777" w:rsidR="003A6D8D" w:rsidRDefault="003A6D8D" w:rsidP="008F7090">
      <w:r>
        <w:t>— </w:t>
      </w:r>
      <w:r w:rsidR="008F7090" w:rsidRPr="003A0BBB">
        <w:t>Pas de deuil</w:t>
      </w:r>
      <w:r>
        <w:t xml:space="preserve"> ! </w:t>
      </w:r>
      <w:r w:rsidR="008F7090" w:rsidRPr="003A0BBB">
        <w:t>Qu</w:t>
      </w:r>
      <w:r>
        <w:t>’</w:t>
      </w:r>
      <w:r w:rsidR="008F7090" w:rsidRPr="003A0BBB">
        <w:t>est-ce qu</w:t>
      </w:r>
      <w:r>
        <w:t>’</w:t>
      </w:r>
      <w:r w:rsidR="008F7090" w:rsidRPr="003A0BBB">
        <w:t>il lui faut</w:t>
      </w:r>
      <w:r>
        <w:t xml:space="preserve"> ! </w:t>
      </w:r>
      <w:r w:rsidR="008F7090" w:rsidRPr="003A0BBB">
        <w:t>Franz</w:t>
      </w:r>
      <w:r>
        <w:t xml:space="preserve">, </w:t>
      </w:r>
      <w:r w:rsidR="008F7090" w:rsidRPr="003A0BBB">
        <w:t>sois témoin</w:t>
      </w:r>
      <w:r>
        <w:t xml:space="preserve">. </w:t>
      </w:r>
      <w:r w:rsidR="008F7090" w:rsidRPr="003A0BBB">
        <w:t>Viens donc un peu t</w:t>
      </w:r>
      <w:r>
        <w:t>’</w:t>
      </w:r>
      <w:r w:rsidR="008F7090" w:rsidRPr="003A0BBB">
        <w:t>asseoir de l</w:t>
      </w:r>
      <w:r>
        <w:t>’</w:t>
      </w:r>
      <w:r w:rsidR="008F7090" w:rsidRPr="003A0BBB">
        <w:t>autre côté du fauteuil</w:t>
      </w:r>
      <w:r>
        <w:t>.</w:t>
      </w:r>
    </w:p>
    <w:p w14:paraId="5F49B8B5" w14:textId="77777777" w:rsidR="003A6D8D" w:rsidRDefault="008F7090" w:rsidP="008F7090">
      <w:r w:rsidRPr="003A0BBB">
        <w:t>J</w:t>
      </w:r>
      <w:r w:rsidR="003A6D8D">
        <w:t>’</w:t>
      </w:r>
      <w:r w:rsidRPr="003A0BBB">
        <w:t>étais maintenant au milieu d</w:t>
      </w:r>
      <w:r w:rsidR="003A6D8D">
        <w:t>’</w:t>
      </w:r>
      <w:r w:rsidRPr="003A0BBB">
        <w:t>eux</w:t>
      </w:r>
      <w:r w:rsidR="003A6D8D">
        <w:t>.</w:t>
      </w:r>
    </w:p>
    <w:p w14:paraId="6CF10A8B" w14:textId="77777777" w:rsidR="003A6D8D" w:rsidRDefault="003A6D8D" w:rsidP="008F7090">
      <w:r>
        <w:t>— </w:t>
      </w:r>
      <w:r w:rsidR="008F7090" w:rsidRPr="003A0BBB">
        <w:t>Bon</w:t>
      </w:r>
      <w:r>
        <w:t xml:space="preserve">. </w:t>
      </w:r>
      <w:r w:rsidR="008F7090" w:rsidRPr="003A0BBB">
        <w:t>À présent</w:t>
      </w:r>
      <w:r>
        <w:t xml:space="preserve">, </w:t>
      </w:r>
      <w:r w:rsidR="008F7090" w:rsidRPr="003A0BBB">
        <w:t>regarde-la bien</w:t>
      </w:r>
      <w:r>
        <w:t xml:space="preserve">. </w:t>
      </w:r>
      <w:r w:rsidR="008F7090" w:rsidRPr="003A0BBB">
        <w:t>N</w:t>
      </w:r>
      <w:r>
        <w:t>’</w:t>
      </w:r>
      <w:r w:rsidR="008F7090" w:rsidRPr="003A0BBB">
        <w:t>est-ce pas qu</w:t>
      </w:r>
      <w:r>
        <w:t>’</w:t>
      </w:r>
      <w:r w:rsidR="008F7090" w:rsidRPr="003A0BBB">
        <w:t>elle est belle</w:t>
      </w:r>
      <w:r>
        <w:t xml:space="preserve"> ? </w:t>
      </w:r>
      <w:r w:rsidR="008F7090" w:rsidRPr="003A0BBB">
        <w:t>Quand je te le disais</w:t>
      </w:r>
      <w:r>
        <w:t xml:space="preserve">, </w:t>
      </w:r>
      <w:r w:rsidR="008F7090" w:rsidRPr="003A0BBB">
        <w:t>tu ne me prêtais pas attention</w:t>
      </w:r>
      <w:r>
        <w:t xml:space="preserve">. </w:t>
      </w:r>
      <w:r w:rsidR="008F7090" w:rsidRPr="003A0BBB">
        <w:t>Alors</w:t>
      </w:r>
      <w:r>
        <w:t xml:space="preserve">, </w:t>
      </w:r>
      <w:r w:rsidR="008F7090" w:rsidRPr="003A0BBB">
        <w:t>réponds-moi</w:t>
      </w:r>
      <w:r>
        <w:t xml:space="preserve"> : </w:t>
      </w:r>
      <w:r w:rsidR="008F7090" w:rsidRPr="003A0BBB">
        <w:t>est-ce que ce n</w:t>
      </w:r>
      <w:r>
        <w:t>’</w:t>
      </w:r>
      <w:r w:rsidR="008F7090" w:rsidRPr="003A0BBB">
        <w:t>est pas malheureux de s</w:t>
      </w:r>
      <w:r>
        <w:t>’</w:t>
      </w:r>
      <w:r w:rsidR="008F7090" w:rsidRPr="003A0BBB">
        <w:t>accoutrer de la sorte</w:t>
      </w:r>
      <w:r>
        <w:t xml:space="preserve"> ? </w:t>
      </w:r>
      <w:r w:rsidR="008F7090" w:rsidRPr="003A0BBB">
        <w:t>N</w:t>
      </w:r>
      <w:r>
        <w:t>’</w:t>
      </w:r>
      <w:r w:rsidR="008F7090" w:rsidRPr="003A0BBB">
        <w:t>aie pas peur</w:t>
      </w:r>
      <w:r>
        <w:t xml:space="preserve">. </w:t>
      </w:r>
      <w:r w:rsidR="008F7090" w:rsidRPr="003A0BBB">
        <w:t>Réponds</w:t>
      </w:r>
      <w:r>
        <w:t xml:space="preserve">. </w:t>
      </w:r>
      <w:r w:rsidR="008F7090" w:rsidRPr="003A0BBB">
        <w:t>Je veux qu</w:t>
      </w:r>
      <w:r>
        <w:t>’</w:t>
      </w:r>
      <w:r w:rsidR="008F7090" w:rsidRPr="003A0BBB">
        <w:t>elle t</w:t>
      </w:r>
      <w:r>
        <w:t>’</w:t>
      </w:r>
      <w:r w:rsidR="008F7090" w:rsidRPr="003A0BBB">
        <w:t>écoute</w:t>
      </w:r>
      <w:r>
        <w:t xml:space="preserve">, </w:t>
      </w:r>
      <w:r w:rsidR="008F7090" w:rsidRPr="003A0BBB">
        <w:t>que tu aies de l</w:t>
      </w:r>
      <w:r>
        <w:t>’</w:t>
      </w:r>
      <w:r w:rsidR="008F7090" w:rsidRPr="003A0BBB">
        <w:t>influence sur elle</w:t>
      </w:r>
      <w:r>
        <w:t>.</w:t>
      </w:r>
    </w:p>
    <w:p w14:paraId="6EB7CC57" w14:textId="77777777" w:rsidR="003A6D8D" w:rsidRDefault="008F7090" w:rsidP="008F7090">
      <w:r w:rsidRPr="003A0BBB">
        <w:lastRenderedPageBreak/>
        <w:t>Je regardai en souriant le jeune homme</w:t>
      </w:r>
      <w:r w:rsidR="003A6D8D">
        <w:t>.</w:t>
      </w:r>
    </w:p>
    <w:p w14:paraId="25947FEE" w14:textId="77777777" w:rsidR="003A6D8D" w:rsidRDefault="003A6D8D" w:rsidP="008F7090">
      <w:r>
        <w:t>— </w:t>
      </w:r>
      <w:r w:rsidR="008F7090" w:rsidRPr="003A0BBB">
        <w:t>Suis-je donc aussi ridicule que cela</w:t>
      </w:r>
      <w:r>
        <w:t> ?</w:t>
      </w:r>
    </w:p>
    <w:p w14:paraId="10D9871C" w14:textId="77777777" w:rsidR="003A6D8D" w:rsidRDefault="008F7090" w:rsidP="008F7090">
      <w:r w:rsidRPr="003A0BBB">
        <w:t>C</w:t>
      </w:r>
      <w:r w:rsidR="003A6D8D">
        <w:t>’</w:t>
      </w:r>
      <w:r w:rsidRPr="003A0BBB">
        <w:t>était la première fois que je m</w:t>
      </w:r>
      <w:r w:rsidR="003A6D8D">
        <w:t>’</w:t>
      </w:r>
      <w:r w:rsidRPr="003A0BBB">
        <w:t>adressais directement à Franz</w:t>
      </w:r>
      <w:r w:rsidR="003A6D8D">
        <w:t xml:space="preserve">. </w:t>
      </w:r>
      <w:r w:rsidRPr="003A0BBB">
        <w:t>Il sourit aussi</w:t>
      </w:r>
      <w:r w:rsidR="003A6D8D">
        <w:t xml:space="preserve">. </w:t>
      </w:r>
      <w:r w:rsidRPr="003A0BBB">
        <w:t>Il me sembla que l</w:t>
      </w:r>
      <w:r w:rsidR="003A6D8D">
        <w:t>’</w:t>
      </w:r>
      <w:r w:rsidRPr="003A0BBB">
        <w:t>un et l</w:t>
      </w:r>
      <w:r w:rsidR="003A6D8D">
        <w:t>’</w:t>
      </w:r>
      <w:r w:rsidRPr="003A0BBB">
        <w:t>autre nous avions rougi</w:t>
      </w:r>
      <w:r w:rsidR="003A6D8D">
        <w:t>.</w:t>
      </w:r>
    </w:p>
    <w:p w14:paraId="7E750535" w14:textId="77777777" w:rsidR="003A6D8D" w:rsidRDefault="003A6D8D" w:rsidP="008F7090">
      <w:r>
        <w:t>— </w:t>
      </w:r>
      <w:r w:rsidR="008F7090" w:rsidRPr="003A0BBB">
        <w:t>Eh bien</w:t>
      </w:r>
      <w:r>
        <w:t xml:space="preserve">, </w:t>
      </w:r>
      <w:r w:rsidR="008F7090" w:rsidRPr="003A0BBB">
        <w:t>Franz</w:t>
      </w:r>
      <w:r>
        <w:t xml:space="preserve">, </w:t>
      </w:r>
      <w:r w:rsidR="008F7090" w:rsidRPr="003A0BBB">
        <w:t>répondras-tu</w:t>
      </w:r>
      <w:r>
        <w:t xml:space="preserve"> ? </w:t>
      </w:r>
      <w:r w:rsidR="008F7090" w:rsidRPr="003A0BBB">
        <w:t>Il n</w:t>
      </w:r>
      <w:r>
        <w:t>’</w:t>
      </w:r>
      <w:r w:rsidR="008F7090" w:rsidRPr="003A0BBB">
        <w:t>ose pas dire la vérité</w:t>
      </w:r>
      <w:r>
        <w:t xml:space="preserve">. </w:t>
      </w:r>
      <w:r w:rsidR="008F7090" w:rsidRPr="003A0BBB">
        <w:t>Il pense ainsi te faire sa cour</w:t>
      </w:r>
      <w:r>
        <w:t xml:space="preserve">. </w:t>
      </w:r>
      <w:r w:rsidR="008F7090" w:rsidRPr="003A0BBB">
        <w:t>Lâche</w:t>
      </w:r>
      <w:r>
        <w:t xml:space="preserve">, </w:t>
      </w:r>
      <w:r w:rsidR="008F7090" w:rsidRPr="003A0BBB">
        <w:t>va</w:t>
      </w:r>
      <w:r>
        <w:t xml:space="preserve">. </w:t>
      </w:r>
      <w:r w:rsidR="008F7090" w:rsidRPr="003A0BBB">
        <w:t>Pourtant</w:t>
      </w:r>
      <w:r>
        <w:t xml:space="preserve">, </w:t>
      </w:r>
      <w:r w:rsidR="008F7090" w:rsidRPr="003A0BBB">
        <w:t>sois sûre qu</w:t>
      </w:r>
      <w:r>
        <w:t>’</w:t>
      </w:r>
      <w:r w:rsidR="008F7090" w:rsidRPr="003A0BBB">
        <w:t>il est de mon avis</w:t>
      </w:r>
      <w:r>
        <w:t xml:space="preserve">. </w:t>
      </w:r>
      <w:r w:rsidR="008F7090" w:rsidRPr="003A0BBB">
        <w:t>Voyons un peu</w:t>
      </w:r>
      <w:r>
        <w:t xml:space="preserve">. </w:t>
      </w:r>
      <w:r w:rsidR="008F7090" w:rsidRPr="003A0BBB">
        <w:t>Le chapeau</w:t>
      </w:r>
      <w:r>
        <w:t xml:space="preserve">, </w:t>
      </w:r>
      <w:r w:rsidR="008F7090" w:rsidRPr="003A0BBB">
        <w:t>ça va encore</w:t>
      </w:r>
      <w:r>
        <w:t xml:space="preserve">. </w:t>
      </w:r>
      <w:r w:rsidR="008F7090" w:rsidRPr="003A0BBB">
        <w:t>Mais la robe</w:t>
      </w:r>
      <w:r>
        <w:t xml:space="preserve"> ! </w:t>
      </w:r>
      <w:r w:rsidR="008F7090" w:rsidRPr="003A0BBB">
        <w:t>Ah</w:t>
      </w:r>
      <w:r>
        <w:t xml:space="preserve"> ! </w:t>
      </w:r>
      <w:r w:rsidR="008F7090" w:rsidRPr="003A0BBB">
        <w:t>elle n</w:t>
      </w:r>
      <w:r>
        <w:t>’</w:t>
      </w:r>
      <w:r w:rsidR="008F7090" w:rsidRPr="003A0BBB">
        <w:t>est que faufilée</w:t>
      </w:r>
      <w:r>
        <w:t xml:space="preserve">, </w:t>
      </w:r>
      <w:r w:rsidR="008F7090" w:rsidRPr="003A0BBB">
        <w:t>cette affreuse petite guipure</w:t>
      </w:r>
      <w:r>
        <w:t xml:space="preserve">… </w:t>
      </w:r>
      <w:r w:rsidR="008F7090" w:rsidRPr="003A0BBB">
        <w:t>Alors</w:t>
      </w:r>
      <w:r>
        <w:t xml:space="preserve">, </w:t>
      </w:r>
      <w:r w:rsidR="008F7090" w:rsidRPr="003A0BBB">
        <w:t>tu vas voir comment je vais t</w:t>
      </w:r>
      <w:r>
        <w:t>’</w:t>
      </w:r>
      <w:r w:rsidR="008F7090" w:rsidRPr="003A0BBB">
        <w:t>arranger ça</w:t>
      </w:r>
      <w:r>
        <w:t xml:space="preserve">. </w:t>
      </w:r>
      <w:r w:rsidR="008F7090" w:rsidRPr="003A0BBB">
        <w:t>Crac</w:t>
      </w:r>
      <w:r>
        <w:t xml:space="preserve">, </w:t>
      </w:r>
      <w:r w:rsidR="008F7090" w:rsidRPr="003A0BBB">
        <w:t>crac</w:t>
      </w:r>
      <w:r>
        <w:t xml:space="preserve">, </w:t>
      </w:r>
      <w:r w:rsidR="008F7090" w:rsidRPr="003A0BBB">
        <w:t xml:space="preserve">et </w:t>
      </w:r>
      <w:proofErr w:type="spellStart"/>
      <w:r w:rsidR="008F7090" w:rsidRPr="003A0BBB">
        <w:t>recrac</w:t>
      </w:r>
      <w:proofErr w:type="spellEnd"/>
      <w:r>
        <w:t>.</w:t>
      </w:r>
    </w:p>
    <w:p w14:paraId="7531C9C5" w14:textId="77777777" w:rsidR="003A6D8D" w:rsidRDefault="008F7090" w:rsidP="008F7090">
      <w:r w:rsidRPr="003A0BBB">
        <w:t>En trois tours de main</w:t>
      </w:r>
      <w:r w:rsidR="003A6D8D">
        <w:t xml:space="preserve">, </w:t>
      </w:r>
      <w:r w:rsidRPr="003A0BBB">
        <w:t>elle venait d</w:t>
      </w:r>
      <w:r w:rsidR="003A6D8D">
        <w:t>’</w:t>
      </w:r>
      <w:r w:rsidRPr="003A0BBB">
        <w:t>arracher les morceaux de tulle</w:t>
      </w:r>
      <w:r w:rsidR="003A6D8D">
        <w:t>.</w:t>
      </w:r>
    </w:p>
    <w:p w14:paraId="056C1E2D" w14:textId="77777777" w:rsidR="003A6D8D" w:rsidRDefault="003A6D8D" w:rsidP="008F7090">
      <w:r>
        <w:t>— </w:t>
      </w:r>
      <w:r w:rsidR="008F7090" w:rsidRPr="003A0BBB">
        <w:t>Là</w:t>
      </w:r>
      <w:r>
        <w:t xml:space="preserve"> ! </w:t>
      </w:r>
      <w:r w:rsidR="008F7090" w:rsidRPr="003A0BBB">
        <w:t>C</w:t>
      </w:r>
      <w:r>
        <w:t>’</w:t>
      </w:r>
      <w:r w:rsidR="008F7090" w:rsidRPr="003A0BBB">
        <w:t>est déjà mieux</w:t>
      </w:r>
      <w:r>
        <w:t xml:space="preserve">. </w:t>
      </w:r>
      <w:r w:rsidR="008F7090" w:rsidRPr="003A0BBB">
        <w:t>Tu viendras avec nous à Paris en septembre</w:t>
      </w:r>
      <w:r>
        <w:t xml:space="preserve">, </w:t>
      </w:r>
      <w:r w:rsidR="008F7090" w:rsidRPr="003A0BBB">
        <w:t>maman</w:t>
      </w:r>
      <w:r>
        <w:t xml:space="preserve">, </w:t>
      </w:r>
      <w:r w:rsidR="008F7090" w:rsidRPr="003A0BBB">
        <w:t>et tu seras alors épouvantée de cette manie qu</w:t>
      </w:r>
      <w:r>
        <w:t>’</w:t>
      </w:r>
      <w:r w:rsidR="008F7090" w:rsidRPr="003A0BBB">
        <w:t>ont les femmes</w:t>
      </w:r>
      <w:r>
        <w:t xml:space="preserve">, </w:t>
      </w:r>
      <w:r w:rsidR="008F7090" w:rsidRPr="003A0BBB">
        <w:t>en province</w:t>
      </w:r>
      <w:r>
        <w:t xml:space="preserve">, </w:t>
      </w:r>
      <w:r w:rsidR="008F7090" w:rsidRPr="003A0BBB">
        <w:t>de tout compliquer</w:t>
      </w:r>
      <w:r>
        <w:t xml:space="preserve">. </w:t>
      </w:r>
      <w:r w:rsidR="008F7090" w:rsidRPr="003A0BBB">
        <w:t>Elles ne comprennent rien à la beauté de la ligne simple</w:t>
      </w:r>
      <w:r>
        <w:t xml:space="preserve">. </w:t>
      </w:r>
      <w:r w:rsidR="008F7090" w:rsidRPr="003A0BBB">
        <w:t>À quoi riment</w:t>
      </w:r>
      <w:r>
        <w:t xml:space="preserve">, </w:t>
      </w:r>
      <w:r w:rsidR="008F7090" w:rsidRPr="003A0BBB">
        <w:t>je te le demande</w:t>
      </w:r>
      <w:r>
        <w:t xml:space="preserve">, </w:t>
      </w:r>
      <w:r w:rsidR="008F7090" w:rsidRPr="003A0BBB">
        <w:t>tous ces attifets</w:t>
      </w:r>
      <w:r>
        <w:t xml:space="preserve">, </w:t>
      </w:r>
      <w:r w:rsidR="008F7090" w:rsidRPr="003A0BBB">
        <w:t>ces petites ruches</w:t>
      </w:r>
      <w:r>
        <w:t xml:space="preserve">, </w:t>
      </w:r>
      <w:r w:rsidR="008F7090" w:rsidRPr="003A0BBB">
        <w:t>ces petits bouillons</w:t>
      </w:r>
      <w:r>
        <w:t xml:space="preserve"> ?… </w:t>
      </w:r>
      <w:r w:rsidR="008F7090" w:rsidRPr="003A0BBB">
        <w:t>Et puis</w:t>
      </w:r>
      <w:r>
        <w:t xml:space="preserve">, </w:t>
      </w:r>
      <w:r w:rsidR="008F7090" w:rsidRPr="003A0BBB">
        <w:t>tu sais</w:t>
      </w:r>
      <w:r>
        <w:t xml:space="preserve">, </w:t>
      </w:r>
      <w:r w:rsidR="008F7090" w:rsidRPr="003A0BBB">
        <w:t>ce n</w:t>
      </w:r>
      <w:r>
        <w:t>’</w:t>
      </w:r>
      <w:r w:rsidR="008F7090" w:rsidRPr="003A0BBB">
        <w:t>est pas fini</w:t>
      </w:r>
      <w:r>
        <w:t xml:space="preserve">. </w:t>
      </w:r>
      <w:r w:rsidR="008F7090" w:rsidRPr="003A0BBB">
        <w:t>Viens que je t</w:t>
      </w:r>
      <w:r>
        <w:t>’</w:t>
      </w:r>
      <w:r w:rsidR="008F7090" w:rsidRPr="003A0BBB">
        <w:t>apprenne à te coiffer</w:t>
      </w:r>
      <w:r>
        <w:t>.</w:t>
      </w:r>
    </w:p>
    <w:p w14:paraId="4BEC15BA" w14:textId="77777777" w:rsidR="003A6D8D" w:rsidRDefault="008F7090" w:rsidP="008F7090">
      <w:r w:rsidRPr="003A0BBB">
        <w:t>Les mains sous mes bandeaux</w:t>
      </w:r>
      <w:r w:rsidR="003A6D8D">
        <w:t xml:space="preserve">, </w:t>
      </w:r>
      <w:r w:rsidRPr="003A0BBB">
        <w:t>elle faisait onduler mes cheveux</w:t>
      </w:r>
      <w:r w:rsidR="003A6D8D">
        <w:t xml:space="preserve">, </w:t>
      </w:r>
      <w:r w:rsidRPr="003A0BBB">
        <w:t>luttant victorieusement contre l</w:t>
      </w:r>
      <w:r w:rsidR="003A6D8D">
        <w:t>’</w:t>
      </w:r>
      <w:r w:rsidRPr="003A0BBB">
        <w:t>inexorable platitude à laquelle ils avaient été asservis jusqu</w:t>
      </w:r>
      <w:r w:rsidR="003A6D8D">
        <w:t>’</w:t>
      </w:r>
      <w:r w:rsidRPr="003A0BBB">
        <w:t>à ce jour</w:t>
      </w:r>
      <w:r w:rsidR="003A6D8D">
        <w:t>.</w:t>
      </w:r>
    </w:p>
    <w:p w14:paraId="17831C96" w14:textId="77777777" w:rsidR="003A6D8D" w:rsidRDefault="003A6D8D" w:rsidP="008F7090">
      <w:r>
        <w:t>— </w:t>
      </w:r>
      <w:r w:rsidR="008F7090" w:rsidRPr="003A0BBB">
        <w:t>Franz</w:t>
      </w:r>
      <w:r>
        <w:t xml:space="preserve">, </w:t>
      </w:r>
      <w:r w:rsidR="008F7090" w:rsidRPr="003A0BBB">
        <w:t>est-ce que ça n</w:t>
      </w:r>
      <w:r>
        <w:t>’</w:t>
      </w:r>
      <w:r w:rsidR="008F7090" w:rsidRPr="003A0BBB">
        <w:t>a pas une autre allure</w:t>
      </w:r>
      <w:r>
        <w:t xml:space="preserve"> ? </w:t>
      </w:r>
      <w:r w:rsidR="008F7090" w:rsidRPr="003A0BBB">
        <w:t>Maintenant</w:t>
      </w:r>
      <w:r>
        <w:t xml:space="preserve">, </w:t>
      </w:r>
      <w:r w:rsidR="008F7090" w:rsidRPr="003A0BBB">
        <w:t>donne-moi mon sac</w:t>
      </w:r>
      <w:r>
        <w:t xml:space="preserve">. </w:t>
      </w:r>
      <w:r w:rsidR="008F7090" w:rsidRPr="003A0BBB">
        <w:t>Il est vrai qu</w:t>
      </w:r>
      <w:r>
        <w:t>’</w:t>
      </w:r>
      <w:r w:rsidR="008F7090" w:rsidRPr="003A0BBB">
        <w:t>avec un teint comme le sien on peut se passer de poudre et de rouge</w:t>
      </w:r>
      <w:r>
        <w:t xml:space="preserve">. </w:t>
      </w:r>
      <w:r w:rsidR="008F7090" w:rsidRPr="003A0BBB">
        <w:t>C</w:t>
      </w:r>
      <w:r>
        <w:t>’</w:t>
      </w:r>
      <w:r w:rsidR="008F7090" w:rsidRPr="003A0BBB">
        <w:t>est égal</w:t>
      </w:r>
      <w:r>
        <w:t xml:space="preserve">, </w:t>
      </w:r>
      <w:r w:rsidR="008F7090" w:rsidRPr="003A0BBB">
        <w:t>voyons un peu</w:t>
      </w:r>
      <w:r>
        <w:t xml:space="preserve">. </w:t>
      </w:r>
      <w:r w:rsidR="008F7090" w:rsidRPr="003A0BBB">
        <w:t>Oh</w:t>
      </w:r>
      <w:r>
        <w:t xml:space="preserve"> ! </w:t>
      </w:r>
      <w:r w:rsidR="008F7090" w:rsidRPr="003A0BBB">
        <w:t>maman</w:t>
      </w:r>
      <w:r>
        <w:t xml:space="preserve">, </w:t>
      </w:r>
      <w:r w:rsidR="008F7090" w:rsidRPr="003A0BBB">
        <w:t>comme tu es drôle</w:t>
      </w:r>
      <w:r>
        <w:t xml:space="preserve">. </w:t>
      </w:r>
      <w:r w:rsidR="008F7090" w:rsidRPr="003A0BBB">
        <w:t>Regarde-toi</w:t>
      </w:r>
      <w:r>
        <w:t xml:space="preserve">, </w:t>
      </w:r>
      <w:r w:rsidR="008F7090" w:rsidRPr="003A0BBB">
        <w:t>mais regarde-toi donc</w:t>
      </w:r>
      <w:r>
        <w:t>.</w:t>
      </w:r>
    </w:p>
    <w:p w14:paraId="5701DCB8" w14:textId="77777777" w:rsidR="003A6D8D" w:rsidRDefault="008F7090" w:rsidP="008F7090">
      <w:r w:rsidRPr="003A0BBB">
        <w:lastRenderedPageBreak/>
        <w:t>Elle me tendait sa petite glace</w:t>
      </w:r>
      <w:r w:rsidR="003A6D8D">
        <w:t xml:space="preserve">. </w:t>
      </w:r>
      <w:r w:rsidRPr="003A0BBB">
        <w:t>C</w:t>
      </w:r>
      <w:r w:rsidR="003A6D8D">
        <w:t>’</w:t>
      </w:r>
      <w:r w:rsidRPr="003A0BBB">
        <w:t>était une Alberte méconnaissable que je voyais</w:t>
      </w:r>
      <w:r w:rsidR="003A6D8D">
        <w:t xml:space="preserve">. </w:t>
      </w:r>
      <w:r w:rsidRPr="003A0BBB">
        <w:t>Je lui souris avec un peu d</w:t>
      </w:r>
      <w:r w:rsidR="003A6D8D">
        <w:t>’</w:t>
      </w:r>
      <w:r w:rsidRPr="003A0BBB">
        <w:t>angoisse</w:t>
      </w:r>
      <w:r w:rsidR="003A6D8D">
        <w:t>.</w:t>
      </w:r>
    </w:p>
    <w:p w14:paraId="4EB14CDF" w14:textId="77777777" w:rsidR="003A6D8D" w:rsidRDefault="003A6D8D" w:rsidP="008F7090">
      <w:r>
        <w:t>— </w:t>
      </w:r>
      <w:r w:rsidR="008F7090" w:rsidRPr="003A0BBB">
        <w:t>Tu sais</w:t>
      </w:r>
      <w:r>
        <w:t xml:space="preserve">, </w:t>
      </w:r>
      <w:r w:rsidR="008F7090" w:rsidRPr="003A0BBB">
        <w:t>maman</w:t>
      </w:r>
      <w:r>
        <w:t xml:space="preserve">, </w:t>
      </w:r>
      <w:r w:rsidR="008F7090" w:rsidRPr="003A0BBB">
        <w:t>poursuivait Camille en continuant à me maquiller</w:t>
      </w:r>
      <w:r>
        <w:t xml:space="preserve">, </w:t>
      </w:r>
      <w:r w:rsidR="008F7090" w:rsidRPr="003A0BBB">
        <w:t>aujourd</w:t>
      </w:r>
      <w:r>
        <w:t>’</w:t>
      </w:r>
      <w:r w:rsidR="008F7090" w:rsidRPr="003A0BBB">
        <w:t>hui</w:t>
      </w:r>
      <w:r>
        <w:t xml:space="preserve">, </w:t>
      </w:r>
      <w:r w:rsidR="008F7090" w:rsidRPr="003A0BBB">
        <w:t>il ne faut pas craindre d</w:t>
      </w:r>
      <w:r>
        <w:t>’</w:t>
      </w:r>
      <w:r w:rsidR="008F7090" w:rsidRPr="003A0BBB">
        <w:t>avoir un peu mauvais genre</w:t>
      </w:r>
      <w:r>
        <w:t xml:space="preserve">. </w:t>
      </w:r>
      <w:r w:rsidR="008F7090" w:rsidRPr="003A0BBB">
        <w:t>Un soupçon de noir aux cils</w:t>
      </w:r>
      <w:r>
        <w:t xml:space="preserve">, </w:t>
      </w:r>
      <w:r w:rsidR="008F7090" w:rsidRPr="003A0BBB">
        <w:t>aux paupières</w:t>
      </w:r>
      <w:r>
        <w:t xml:space="preserve">, </w:t>
      </w:r>
      <w:r w:rsidR="008F7090" w:rsidRPr="003A0BBB">
        <w:t>et ce serait parfait</w:t>
      </w:r>
      <w:r>
        <w:t xml:space="preserve">. </w:t>
      </w:r>
      <w:r w:rsidR="008F7090" w:rsidRPr="003A0BBB">
        <w:t>Admire donc ce changement</w:t>
      </w:r>
      <w:r>
        <w:t xml:space="preserve">, </w:t>
      </w:r>
      <w:r w:rsidR="008F7090" w:rsidRPr="003A0BBB">
        <w:t>Franz</w:t>
      </w:r>
      <w:r>
        <w:t xml:space="preserve">. </w:t>
      </w:r>
      <w:r w:rsidR="008F7090" w:rsidRPr="003A0BBB">
        <w:t>Pense à ce que ça serait si elle était habillée de façon à faire un peu valoir le corps qu</w:t>
      </w:r>
      <w:r>
        <w:t>’</w:t>
      </w:r>
      <w:r w:rsidR="008F7090" w:rsidRPr="003A0BBB">
        <w:t>elle a</w:t>
      </w:r>
      <w:r>
        <w:t xml:space="preserve">. </w:t>
      </w:r>
      <w:r w:rsidR="008F7090" w:rsidRPr="003A0BBB">
        <w:t>Moi</w:t>
      </w:r>
      <w:r>
        <w:t xml:space="preserve">, </w:t>
      </w:r>
      <w:r w:rsidR="008F7090" w:rsidRPr="003A0BBB">
        <w:t>à côté d</w:t>
      </w:r>
      <w:r>
        <w:t>’</w:t>
      </w:r>
      <w:r w:rsidR="008F7090" w:rsidRPr="003A0BBB">
        <w:t>elle</w:t>
      </w:r>
      <w:r>
        <w:t xml:space="preserve">, </w:t>
      </w:r>
      <w:r w:rsidR="008F7090" w:rsidRPr="003A0BBB">
        <w:t>j</w:t>
      </w:r>
      <w:r>
        <w:t>’</w:t>
      </w:r>
      <w:r w:rsidR="008F7090" w:rsidRPr="003A0BBB">
        <w:t>ai l</w:t>
      </w:r>
      <w:r>
        <w:t>’</w:t>
      </w:r>
      <w:r w:rsidR="008F7090" w:rsidRPr="003A0BBB">
        <w:t>air d</w:t>
      </w:r>
      <w:r>
        <w:t>’</w:t>
      </w:r>
      <w:r w:rsidR="008F7090" w:rsidRPr="003A0BBB">
        <w:t>une planche à peine équarrie</w:t>
      </w:r>
      <w:r>
        <w:t xml:space="preserve">. </w:t>
      </w:r>
      <w:r w:rsidR="008F7090" w:rsidRPr="003A0BBB">
        <w:t>Ne protestez pas</w:t>
      </w:r>
      <w:r>
        <w:t xml:space="preserve">. </w:t>
      </w:r>
      <w:r w:rsidR="008F7090" w:rsidRPr="003A0BBB">
        <w:t>Si tu pouvais faire la comparaison</w:t>
      </w:r>
      <w:r>
        <w:t xml:space="preserve">… </w:t>
      </w:r>
      <w:r w:rsidR="008F7090" w:rsidRPr="003A0BBB">
        <w:t>Est-ce que le piano est toujours aussi faux</w:t>
      </w:r>
      <w:r>
        <w:t xml:space="preserve">, </w:t>
      </w:r>
      <w:r w:rsidR="008F7090" w:rsidRPr="003A0BBB">
        <w:t>maman</w:t>
      </w:r>
      <w:r>
        <w:t> ?</w:t>
      </w:r>
    </w:p>
    <w:p w14:paraId="3DBAC1F8" w14:textId="77777777" w:rsidR="003A6D8D" w:rsidRDefault="003A6D8D" w:rsidP="008F7090">
      <w:r>
        <w:t>— </w:t>
      </w:r>
      <w:r w:rsidR="008F7090" w:rsidRPr="003A0BBB">
        <w:t>Le piano</w:t>
      </w:r>
      <w:r>
        <w:t xml:space="preserve"> ? </w:t>
      </w:r>
      <w:r w:rsidR="008F7090" w:rsidRPr="003A0BBB">
        <w:t>Pourquoi</w:t>
      </w:r>
      <w:r>
        <w:t xml:space="preserve"> ? </w:t>
      </w:r>
      <w:r w:rsidR="008F7090" w:rsidRPr="003A0BBB">
        <w:t>Non</w:t>
      </w:r>
      <w:r>
        <w:t xml:space="preserve">, </w:t>
      </w:r>
      <w:r w:rsidR="008F7090" w:rsidRPr="003A0BBB">
        <w:t>on l</w:t>
      </w:r>
      <w:r>
        <w:t>’</w:t>
      </w:r>
      <w:r w:rsidR="008F7090" w:rsidRPr="003A0BBB">
        <w:t>a réaccordé avant-hier</w:t>
      </w:r>
      <w:r>
        <w:t>.</w:t>
      </w:r>
    </w:p>
    <w:p w14:paraId="3DE13109" w14:textId="77777777" w:rsidR="003A6D8D" w:rsidRDefault="003A6D8D" w:rsidP="008F7090">
      <w:r>
        <w:t>— </w:t>
      </w:r>
      <w:r w:rsidR="008F7090" w:rsidRPr="003A0BBB">
        <w:t>Le piano réaccordé</w:t>
      </w:r>
      <w:r>
        <w:t xml:space="preserve"> ! </w:t>
      </w:r>
      <w:r w:rsidR="008F7090" w:rsidRPr="003A0BBB">
        <w:t>Ça</w:t>
      </w:r>
      <w:r>
        <w:t xml:space="preserve">, </w:t>
      </w:r>
      <w:r w:rsidR="008F7090" w:rsidRPr="003A0BBB">
        <w:t>c</w:t>
      </w:r>
      <w:r>
        <w:t>’</w:t>
      </w:r>
      <w:r w:rsidR="008F7090" w:rsidRPr="003A0BBB">
        <w:t>est incroyable</w:t>
      </w:r>
      <w:r>
        <w:t>.</w:t>
      </w:r>
    </w:p>
    <w:p w14:paraId="72858FCC" w14:textId="77777777" w:rsidR="003A6D8D" w:rsidRDefault="008F7090" w:rsidP="008F7090">
      <w:r w:rsidRPr="003A0BBB">
        <w:t>Bondissant en un clin d</w:t>
      </w:r>
      <w:r w:rsidR="003A6D8D">
        <w:t>’</w:t>
      </w:r>
      <w:r w:rsidRPr="003A0BBB">
        <w:t>œil dans le salon aux portes grandes ouvertes</w:t>
      </w:r>
      <w:r w:rsidR="003A6D8D">
        <w:t xml:space="preserve">, </w:t>
      </w:r>
      <w:r w:rsidRPr="003A0BBB">
        <w:t>Camille s</w:t>
      </w:r>
      <w:r w:rsidR="003A6D8D">
        <w:t>’</w:t>
      </w:r>
      <w:r w:rsidRPr="003A0BBB">
        <w:t>était mise à jouer</w:t>
      </w:r>
      <w:r w:rsidR="003A6D8D">
        <w:t>.</w:t>
      </w:r>
    </w:p>
    <w:p w14:paraId="243AC2A8" w14:textId="77777777" w:rsidR="003A6D8D" w:rsidRDefault="003A6D8D" w:rsidP="008F7090">
      <w:r>
        <w:t>— </w:t>
      </w:r>
      <w:r w:rsidR="008F7090" w:rsidRPr="003A0BBB">
        <w:t>Fais-la danser</w:t>
      </w:r>
      <w:r>
        <w:t xml:space="preserve">. </w:t>
      </w:r>
      <w:r w:rsidR="008F7090" w:rsidRPr="003A0BBB">
        <w:t>Fais danser maman</w:t>
      </w:r>
      <w:r>
        <w:t xml:space="preserve">, </w:t>
      </w:r>
      <w:r w:rsidR="008F7090" w:rsidRPr="003A0BBB">
        <w:t>Franz</w:t>
      </w:r>
      <w:r>
        <w:t xml:space="preserve">. </w:t>
      </w:r>
      <w:r w:rsidR="008F7090" w:rsidRPr="003A0BBB">
        <w:t>Je l</w:t>
      </w:r>
      <w:r>
        <w:t>’</w:t>
      </w:r>
      <w:r w:rsidR="008F7090" w:rsidRPr="003A0BBB">
        <w:t>exige</w:t>
      </w:r>
      <w:r>
        <w:t>.</w:t>
      </w:r>
    </w:p>
    <w:p w14:paraId="2A8187C0" w14:textId="77777777" w:rsidR="003A6D8D" w:rsidRDefault="008F7090" w:rsidP="008F7090">
      <w:r w:rsidRPr="003A0BBB">
        <w:t>Il s</w:t>
      </w:r>
      <w:r w:rsidR="003A6D8D">
        <w:t>’</w:t>
      </w:r>
      <w:r w:rsidRPr="003A0BBB">
        <w:t>avançait vers moi</w:t>
      </w:r>
      <w:r w:rsidR="003A6D8D">
        <w:t xml:space="preserve">. </w:t>
      </w:r>
      <w:r w:rsidRPr="003A0BBB">
        <w:t>Je le repoussai en riant franchement</w:t>
      </w:r>
      <w:r w:rsidR="003A6D8D">
        <w:t>.</w:t>
      </w:r>
    </w:p>
    <w:p w14:paraId="5EDB844E" w14:textId="77777777" w:rsidR="003A6D8D" w:rsidRDefault="003A6D8D" w:rsidP="008F7090">
      <w:r>
        <w:t>— </w:t>
      </w:r>
      <w:r w:rsidR="008F7090" w:rsidRPr="003A0BBB">
        <w:t>Mais</w:t>
      </w:r>
      <w:r>
        <w:t xml:space="preserve">, </w:t>
      </w:r>
      <w:r w:rsidR="008F7090" w:rsidRPr="003A0BBB">
        <w:t>Camille</w:t>
      </w:r>
      <w:r>
        <w:t xml:space="preserve">, </w:t>
      </w:r>
      <w:r w:rsidR="008F7090" w:rsidRPr="003A0BBB">
        <w:t>c</w:t>
      </w:r>
      <w:r>
        <w:t>’</w:t>
      </w:r>
      <w:r w:rsidR="008F7090" w:rsidRPr="003A0BBB">
        <w:t>est de la folie</w:t>
      </w:r>
      <w:r>
        <w:t xml:space="preserve">. </w:t>
      </w:r>
      <w:r w:rsidR="008F7090" w:rsidRPr="003A0BBB">
        <w:t>Tu sais bien que j</w:t>
      </w:r>
      <w:r>
        <w:t>’</w:t>
      </w:r>
      <w:r w:rsidR="008F7090" w:rsidRPr="003A0BBB">
        <w:t>ignore tout de vos danses actuelles</w:t>
      </w:r>
      <w:r>
        <w:t>.</w:t>
      </w:r>
    </w:p>
    <w:p w14:paraId="1ED24FD0" w14:textId="77777777" w:rsidR="003A6D8D" w:rsidRDefault="003A6D8D" w:rsidP="008F7090">
      <w:r>
        <w:t>— </w:t>
      </w:r>
      <w:r w:rsidR="008F7090" w:rsidRPr="003A0BBB">
        <w:t>Qu</w:t>
      </w:r>
      <w:r>
        <w:t>’</w:t>
      </w:r>
      <w:r w:rsidR="008F7090" w:rsidRPr="003A0BBB">
        <w:t>à cela ne tienne</w:t>
      </w:r>
      <w:r>
        <w:t xml:space="preserve"> ! </w:t>
      </w:r>
      <w:r w:rsidR="008F7090" w:rsidRPr="003A0BBB">
        <w:t>Et celle-ci</w:t>
      </w:r>
      <w:r>
        <w:t>.</w:t>
      </w:r>
    </w:p>
    <w:p w14:paraId="6A53E436" w14:textId="77777777" w:rsidR="003A6D8D" w:rsidRDefault="008F7090" w:rsidP="008F7090">
      <w:r w:rsidRPr="003A0BBB">
        <w:t>Changeant brusquement de mesure</w:t>
      </w:r>
      <w:r w:rsidR="003A6D8D">
        <w:t xml:space="preserve">, </w:t>
      </w:r>
      <w:r w:rsidRPr="003A0BBB">
        <w:t>elle jouait maintenant une valse</w:t>
      </w:r>
      <w:r w:rsidR="003A6D8D">
        <w:t>.</w:t>
      </w:r>
    </w:p>
    <w:p w14:paraId="15FF5C2D" w14:textId="77777777" w:rsidR="003A6D8D" w:rsidRDefault="003A6D8D" w:rsidP="008F7090">
      <w:r>
        <w:t>— </w:t>
      </w:r>
      <w:r w:rsidR="008F7090" w:rsidRPr="003A0BBB">
        <w:t>Je pense que tu es désormais sans excuse</w:t>
      </w:r>
      <w:r>
        <w:t xml:space="preserve">. </w:t>
      </w:r>
      <w:r w:rsidR="008F7090" w:rsidRPr="003A0BBB">
        <w:t>Franz</w:t>
      </w:r>
      <w:r>
        <w:t xml:space="preserve">, </w:t>
      </w:r>
      <w:r w:rsidR="008F7090" w:rsidRPr="003A0BBB">
        <w:t>ne l</w:t>
      </w:r>
      <w:r>
        <w:t>’</w:t>
      </w:r>
      <w:r w:rsidR="008F7090" w:rsidRPr="003A0BBB">
        <w:t>écoute pas</w:t>
      </w:r>
      <w:r>
        <w:t xml:space="preserve">. </w:t>
      </w:r>
      <w:r w:rsidR="008F7090" w:rsidRPr="003A0BBB">
        <w:t>Elle valse à merveille</w:t>
      </w:r>
      <w:r>
        <w:t xml:space="preserve">. </w:t>
      </w:r>
      <w:r w:rsidR="008F7090" w:rsidRPr="003A0BBB">
        <w:t>Là</w:t>
      </w:r>
      <w:r>
        <w:t xml:space="preserve">, </w:t>
      </w:r>
      <w:r w:rsidR="008F7090" w:rsidRPr="003A0BBB">
        <w:t>qu</w:t>
      </w:r>
      <w:r>
        <w:t>’</w:t>
      </w:r>
      <w:r w:rsidR="008F7090" w:rsidRPr="003A0BBB">
        <w:t xml:space="preserve">est-ce que je te </w:t>
      </w:r>
      <w:r w:rsidR="008F7090" w:rsidRPr="003A0BBB">
        <w:lastRenderedPageBreak/>
        <w:t>disais</w:t>
      </w:r>
      <w:r>
        <w:t xml:space="preserve"> ? </w:t>
      </w:r>
      <w:r w:rsidR="008F7090" w:rsidRPr="003A0BBB">
        <w:t>N</w:t>
      </w:r>
      <w:r>
        <w:t>’</w:t>
      </w:r>
      <w:r w:rsidR="008F7090" w:rsidRPr="003A0BBB">
        <w:t>est-ce pas qu</w:t>
      </w:r>
      <w:r>
        <w:t>’</w:t>
      </w:r>
      <w:r w:rsidR="008F7090" w:rsidRPr="003A0BBB">
        <w:t>elle est souple</w:t>
      </w:r>
      <w:r>
        <w:t xml:space="preserve">, </w:t>
      </w:r>
      <w:r w:rsidR="008F7090" w:rsidRPr="003A0BBB">
        <w:t>bien plus souple que moi</w:t>
      </w:r>
      <w:r>
        <w:t xml:space="preserve"> ? </w:t>
      </w:r>
      <w:r w:rsidR="008F7090" w:rsidRPr="003A0BBB">
        <w:t>Dieu veuille que je sois comme elle à son âge</w:t>
      </w:r>
      <w:r>
        <w:t xml:space="preserve">. </w:t>
      </w:r>
      <w:r w:rsidR="008F7090" w:rsidRPr="003A0BBB">
        <w:t>Valsez encore</w:t>
      </w:r>
      <w:r>
        <w:t xml:space="preserve">, </w:t>
      </w:r>
      <w:r w:rsidR="008F7090" w:rsidRPr="003A0BBB">
        <w:t>valsez</w:t>
      </w:r>
      <w:r>
        <w:t>.</w:t>
      </w:r>
    </w:p>
    <w:p w14:paraId="4775D668" w14:textId="77777777" w:rsidR="003A6D8D" w:rsidRDefault="008F7090" w:rsidP="008F7090">
      <w:r w:rsidRPr="003A0BBB">
        <w:t>Franz m</w:t>
      </w:r>
      <w:r w:rsidR="003A6D8D">
        <w:t>’</w:t>
      </w:r>
      <w:r w:rsidRPr="003A0BBB">
        <w:t>entraînait</w:t>
      </w:r>
      <w:r w:rsidR="003A6D8D">
        <w:t xml:space="preserve">. </w:t>
      </w:r>
      <w:r w:rsidRPr="003A0BBB">
        <w:t>Tantôt</w:t>
      </w:r>
      <w:r w:rsidR="003A6D8D">
        <w:t xml:space="preserve">, </w:t>
      </w:r>
      <w:r w:rsidRPr="003A0BBB">
        <w:t>je voyais toute la sombre épaisseur verte du parc</w:t>
      </w:r>
      <w:r w:rsidR="003A6D8D">
        <w:t xml:space="preserve">, </w:t>
      </w:r>
      <w:r w:rsidRPr="003A0BBB">
        <w:t>tantôt à l</w:t>
      </w:r>
      <w:r w:rsidR="003A6D8D">
        <w:t>’</w:t>
      </w:r>
      <w:r w:rsidRPr="003A0BBB">
        <w:t>horizon le causse grésillant de soleil</w:t>
      </w:r>
      <w:r w:rsidR="003A6D8D">
        <w:t xml:space="preserve">. </w:t>
      </w:r>
      <w:r w:rsidRPr="003A0BBB">
        <w:t>Camille accélérait l</w:t>
      </w:r>
      <w:r w:rsidR="003A6D8D">
        <w:t>’</w:t>
      </w:r>
      <w:r w:rsidRPr="003A0BBB">
        <w:t>allure</w:t>
      </w:r>
      <w:r w:rsidR="003A6D8D">
        <w:t xml:space="preserve">. </w:t>
      </w:r>
      <w:r w:rsidRPr="003A0BBB">
        <w:t>À travers le mince foulard qui collait peu à peu à mon corps</w:t>
      </w:r>
      <w:r w:rsidR="003A6D8D">
        <w:t xml:space="preserve">, </w:t>
      </w:r>
      <w:r w:rsidRPr="003A0BBB">
        <w:t>je sentais</w:t>
      </w:r>
      <w:r w:rsidR="003A6D8D">
        <w:t xml:space="preserve">, </w:t>
      </w:r>
      <w:r w:rsidRPr="003A0BBB">
        <w:t>de façon de plus en plus précise</w:t>
      </w:r>
      <w:r w:rsidR="003A6D8D">
        <w:t xml:space="preserve">, </w:t>
      </w:r>
      <w:r w:rsidRPr="003A0BBB">
        <w:t>l</w:t>
      </w:r>
      <w:r w:rsidR="003A6D8D">
        <w:t>’</w:t>
      </w:r>
      <w:r w:rsidRPr="003A0BBB">
        <w:t>étreinte du fiancé de ma fille</w:t>
      </w:r>
      <w:r w:rsidR="003A6D8D">
        <w:t>.</w:t>
      </w:r>
    </w:p>
    <w:p w14:paraId="715F0AEE" w14:textId="77777777" w:rsidR="003A6D8D" w:rsidRDefault="008F7090" w:rsidP="008F7090">
      <w:r w:rsidRPr="003A0BBB">
        <w:t>Sur le seuil de la porte de la cuisine</w:t>
      </w:r>
      <w:r w:rsidR="003A6D8D">
        <w:t xml:space="preserve">, </w:t>
      </w:r>
      <w:r w:rsidRPr="003A0BBB">
        <w:t>la petite Maria</w:t>
      </w:r>
      <w:r w:rsidR="003A6D8D">
        <w:t xml:space="preserve">, </w:t>
      </w:r>
      <w:r w:rsidRPr="003A0BBB">
        <w:t>serrant contre son cœur l</w:t>
      </w:r>
      <w:r w:rsidR="003A6D8D">
        <w:t>’</w:t>
      </w:r>
      <w:r w:rsidRPr="003A0BBB">
        <w:t>assiette qu</w:t>
      </w:r>
      <w:r w:rsidR="003A6D8D">
        <w:t>’</w:t>
      </w:r>
      <w:r w:rsidRPr="003A0BBB">
        <w:t>elle était en train d</w:t>
      </w:r>
      <w:r w:rsidR="003A6D8D">
        <w:t>’</w:t>
      </w:r>
      <w:r w:rsidRPr="003A0BBB">
        <w:t>essuyer</w:t>
      </w:r>
      <w:r w:rsidR="003A6D8D">
        <w:t xml:space="preserve">, </w:t>
      </w:r>
      <w:r w:rsidRPr="003A0BBB">
        <w:t>nous contemplait avec un radieux ébahissement</w:t>
      </w:r>
      <w:r w:rsidR="003A6D8D">
        <w:t>.</w:t>
      </w:r>
    </w:p>
    <w:p w14:paraId="2047F29E" w14:textId="0EAF2D06" w:rsidR="008F7090" w:rsidRPr="003A0BBB" w:rsidRDefault="008F7090" w:rsidP="003A6D8D">
      <w:pPr>
        <w:pStyle w:val="Titre1"/>
      </w:pPr>
      <w:bookmarkStart w:id="8" w:name="_Toc196328809"/>
      <w:r w:rsidRPr="003A0BBB">
        <w:lastRenderedPageBreak/>
        <w:t>VIII</w:t>
      </w:r>
      <w:bookmarkEnd w:id="8"/>
    </w:p>
    <w:p w14:paraId="40B53A27" w14:textId="77777777" w:rsidR="003A6D8D" w:rsidRDefault="008F7090" w:rsidP="008F7090">
      <w:r w:rsidRPr="003A0BBB">
        <w:t>Puis-je attendre de mon âme l</w:t>
      </w:r>
      <w:r w:rsidR="003A6D8D">
        <w:t>’</w:t>
      </w:r>
      <w:r w:rsidRPr="003A0BBB">
        <w:t>équité sereine qu</w:t>
      </w:r>
      <w:r w:rsidR="003A6D8D">
        <w:t>’</w:t>
      </w:r>
      <w:r w:rsidRPr="003A0BBB">
        <w:t>il me faudrait pour tracer les lignes qui vont suivre</w:t>
      </w:r>
      <w:r w:rsidR="003A6D8D">
        <w:t xml:space="preserve"> ? </w:t>
      </w:r>
      <w:r w:rsidRPr="003A0BBB">
        <w:t>Les arcanes m</w:t>
      </w:r>
      <w:r w:rsidR="003A6D8D">
        <w:t>’</w:t>
      </w:r>
      <w:r w:rsidRPr="003A0BBB">
        <w:t>épouvantent</w:t>
      </w:r>
      <w:r w:rsidR="003A6D8D">
        <w:t xml:space="preserve">, </w:t>
      </w:r>
      <w:r w:rsidRPr="003A0BBB">
        <w:t>où je m</w:t>
      </w:r>
      <w:r w:rsidR="003A6D8D">
        <w:t>’</w:t>
      </w:r>
      <w:r w:rsidRPr="003A0BBB">
        <w:t>engage à partir de ce moment</w:t>
      </w:r>
      <w:r w:rsidR="003A6D8D">
        <w:t xml:space="preserve">. </w:t>
      </w:r>
      <w:r w:rsidRPr="003A0BBB">
        <w:t>Comment espérer que c</w:t>
      </w:r>
      <w:r w:rsidR="003A6D8D">
        <w:t>’</w:t>
      </w:r>
      <w:r w:rsidRPr="003A0BBB">
        <w:t>est d</w:t>
      </w:r>
      <w:r w:rsidR="003A6D8D">
        <w:t>’</w:t>
      </w:r>
      <w:r w:rsidRPr="003A0BBB">
        <w:t>un poing affermi que je pourrai y promener ma torche</w:t>
      </w:r>
      <w:r w:rsidR="003A6D8D">
        <w:t xml:space="preserve"> ? </w:t>
      </w:r>
      <w:r w:rsidRPr="003A0BBB">
        <w:t>J</w:t>
      </w:r>
      <w:r w:rsidR="003A6D8D">
        <w:t>’</w:t>
      </w:r>
      <w:r w:rsidRPr="003A0BBB">
        <w:t>essaierai</w:t>
      </w:r>
      <w:r w:rsidR="003A6D8D">
        <w:t xml:space="preserve">, </w:t>
      </w:r>
      <w:r w:rsidRPr="003A0BBB">
        <w:t>du moins</w:t>
      </w:r>
      <w:r w:rsidR="003A6D8D">
        <w:t xml:space="preserve">. </w:t>
      </w:r>
      <w:r w:rsidRPr="003A0BBB">
        <w:t>Qu</w:t>
      </w:r>
      <w:r w:rsidR="003A6D8D">
        <w:t>’</w:t>
      </w:r>
      <w:r w:rsidRPr="003A0BBB">
        <w:t>à défaut de réussite</w:t>
      </w:r>
      <w:r w:rsidR="003A6D8D">
        <w:t xml:space="preserve">, </w:t>
      </w:r>
      <w:r w:rsidRPr="003A0BBB">
        <w:t>il me soit tenu compte de l</w:t>
      </w:r>
      <w:r w:rsidR="003A6D8D">
        <w:t>’</w:t>
      </w:r>
      <w:r w:rsidRPr="003A0BBB">
        <w:t>effort</w:t>
      </w:r>
      <w:r w:rsidR="003A6D8D">
        <w:t>.</w:t>
      </w:r>
    </w:p>
    <w:p w14:paraId="65F0F553" w14:textId="28B4F204" w:rsidR="008F7090" w:rsidRPr="003A0BBB" w:rsidRDefault="008F7090" w:rsidP="008F7090"/>
    <w:p w14:paraId="15102D0B" w14:textId="77777777" w:rsidR="003A6D8D" w:rsidRDefault="008F7090" w:rsidP="008F7090">
      <w:r w:rsidRPr="003A0BBB">
        <w:t>Franz était d</w:t>
      </w:r>
      <w:r w:rsidR="003A6D8D">
        <w:t>’</w:t>
      </w:r>
      <w:r w:rsidRPr="003A0BBB">
        <w:t>une taille au-dessus de la moyenne</w:t>
      </w:r>
      <w:r w:rsidR="003A6D8D">
        <w:t xml:space="preserve">. </w:t>
      </w:r>
      <w:r w:rsidRPr="003A0BBB">
        <w:t>Le front chauve</w:t>
      </w:r>
      <w:r w:rsidR="003A6D8D">
        <w:t xml:space="preserve">, </w:t>
      </w:r>
      <w:r w:rsidRPr="003A0BBB">
        <w:t>le nez busqué donnaient à son masque une expression qui eût été très dure</w:t>
      </w:r>
      <w:r w:rsidR="003A6D8D">
        <w:t xml:space="preserve">, </w:t>
      </w:r>
      <w:r w:rsidRPr="003A0BBB">
        <w:t>si la douceur des yeux et la mollesse presque féminine de la bouche n</w:t>
      </w:r>
      <w:r w:rsidR="003A6D8D">
        <w:t>’</w:t>
      </w:r>
      <w:r w:rsidRPr="003A0BBB">
        <w:t>étaient pas venues la tempérer</w:t>
      </w:r>
      <w:r w:rsidR="003A6D8D">
        <w:t xml:space="preserve">. </w:t>
      </w:r>
      <w:r w:rsidRPr="003A0BBB">
        <w:t>Moi</w:t>
      </w:r>
      <w:r w:rsidR="003A6D8D">
        <w:t xml:space="preserve">, </w:t>
      </w:r>
      <w:r w:rsidRPr="003A0BBB">
        <w:t>qui</w:t>
      </w:r>
      <w:r w:rsidR="003A6D8D">
        <w:t xml:space="preserve">, </w:t>
      </w:r>
      <w:r w:rsidRPr="003A0BBB">
        <w:t>aux heures de crise</w:t>
      </w:r>
      <w:r w:rsidR="003A6D8D">
        <w:t xml:space="preserve">, </w:t>
      </w:r>
      <w:r w:rsidRPr="003A0BBB">
        <w:t>ai vu cette bouche contractée avec violence</w:t>
      </w:r>
      <w:r w:rsidR="003A6D8D">
        <w:t xml:space="preserve">, </w:t>
      </w:r>
      <w:r w:rsidRPr="003A0BBB">
        <w:t>et ces beaux yeux</w:t>
      </w:r>
      <w:r w:rsidR="003A6D8D">
        <w:t xml:space="preserve">, </w:t>
      </w:r>
      <w:r w:rsidRPr="003A0BBB">
        <w:t>si rieurs et clairs</w:t>
      </w:r>
      <w:r w:rsidR="003A6D8D">
        <w:t xml:space="preserve">, </w:t>
      </w:r>
      <w:r w:rsidRPr="003A0BBB">
        <w:t>plus chargés soudain d</w:t>
      </w:r>
      <w:r w:rsidR="003A6D8D">
        <w:t>’</w:t>
      </w:r>
      <w:r w:rsidRPr="003A0BBB">
        <w:t>obscurité qu</w:t>
      </w:r>
      <w:r w:rsidR="003A6D8D">
        <w:t>’</w:t>
      </w:r>
      <w:r w:rsidRPr="003A0BBB">
        <w:t>un ciel d</w:t>
      </w:r>
      <w:r w:rsidR="003A6D8D">
        <w:t>’</w:t>
      </w:r>
      <w:r w:rsidRPr="003A0BBB">
        <w:t>orage</w:t>
      </w:r>
      <w:r w:rsidR="003A6D8D">
        <w:t xml:space="preserve">, </w:t>
      </w:r>
      <w:r w:rsidRPr="003A0BBB">
        <w:t>je sais de quelle constante victoire sur soi-même était faite la tranquille placidité de ce visage</w:t>
      </w:r>
      <w:r w:rsidR="003A6D8D">
        <w:t xml:space="preserve">. </w:t>
      </w:r>
      <w:r w:rsidRPr="003A0BBB">
        <w:t>Mais qui eût pu s</w:t>
      </w:r>
      <w:r w:rsidR="003A6D8D">
        <w:t>’</w:t>
      </w:r>
      <w:r w:rsidRPr="003A0BBB">
        <w:t>en douter</w:t>
      </w:r>
      <w:r w:rsidR="003A6D8D">
        <w:t xml:space="preserve"> ? </w:t>
      </w:r>
      <w:r w:rsidRPr="003A0BBB">
        <w:t>Franz avait cette façon sobre et confortable de s</w:t>
      </w:r>
      <w:r w:rsidR="003A6D8D">
        <w:t>’</w:t>
      </w:r>
      <w:r w:rsidRPr="003A0BBB">
        <w:t>habiller qu</w:t>
      </w:r>
      <w:r w:rsidR="003A6D8D">
        <w:t>’</w:t>
      </w:r>
      <w:r w:rsidRPr="003A0BBB">
        <w:t>ont les Anglo-Saxons</w:t>
      </w:r>
      <w:r w:rsidR="003A6D8D">
        <w:t xml:space="preserve">. </w:t>
      </w:r>
      <w:r w:rsidRPr="003A0BBB">
        <w:t>Il y joignait le ton net et précis de l</w:t>
      </w:r>
      <w:r w:rsidR="003A6D8D">
        <w:t>’</w:t>
      </w:r>
      <w:r w:rsidRPr="003A0BBB">
        <w:t>homme d</w:t>
      </w:r>
      <w:r w:rsidR="003A6D8D">
        <w:t>’</w:t>
      </w:r>
      <w:r w:rsidRPr="003A0BBB">
        <w:t>affaires qui se campe solidement devant un problème afin de l</w:t>
      </w:r>
      <w:r w:rsidR="003A6D8D">
        <w:t>’</w:t>
      </w:r>
      <w:r w:rsidRPr="003A0BBB">
        <w:t>examiner à fond</w:t>
      </w:r>
      <w:r w:rsidR="003A6D8D">
        <w:t xml:space="preserve">. </w:t>
      </w:r>
      <w:r w:rsidRPr="003A0BBB">
        <w:t>Voilà ce que les observateurs passagers ont pu connaître de lui</w:t>
      </w:r>
      <w:r w:rsidR="003A6D8D">
        <w:t xml:space="preserve">. </w:t>
      </w:r>
      <w:r w:rsidRPr="003A0BBB">
        <w:t>Il n</w:t>
      </w:r>
      <w:r w:rsidR="003A6D8D">
        <w:t>’</w:t>
      </w:r>
      <w:r w:rsidRPr="003A0BBB">
        <w:t>était guère plus déchiffrable pour ceux qui l</w:t>
      </w:r>
      <w:r w:rsidR="003A6D8D">
        <w:t>’</w:t>
      </w:r>
      <w:r w:rsidRPr="003A0BBB">
        <w:t>approchaient davantage</w:t>
      </w:r>
      <w:r w:rsidR="003A6D8D">
        <w:t xml:space="preserve">. </w:t>
      </w:r>
      <w:r w:rsidRPr="003A0BBB">
        <w:t>Des hommes</w:t>
      </w:r>
      <w:r w:rsidR="003A6D8D">
        <w:t xml:space="preserve">, </w:t>
      </w:r>
      <w:r w:rsidRPr="003A0BBB">
        <w:t>ses chefs</w:t>
      </w:r>
      <w:r w:rsidR="003A6D8D">
        <w:t xml:space="preserve">, </w:t>
      </w:r>
      <w:r w:rsidRPr="003A0BBB">
        <w:t>ses amis</w:t>
      </w:r>
      <w:r w:rsidR="003A6D8D">
        <w:t xml:space="preserve">, </w:t>
      </w:r>
      <w:r w:rsidRPr="003A0BBB">
        <w:t>ses rivaux ont pu le coudoyer</w:t>
      </w:r>
      <w:r w:rsidR="003A6D8D">
        <w:t xml:space="preserve">, </w:t>
      </w:r>
      <w:r w:rsidRPr="003A0BBB">
        <w:t>vivre avec lui dans les circonstances ordinaires de la vie sans apercevoir la complexité de son caractère</w:t>
      </w:r>
      <w:r w:rsidR="003A6D8D">
        <w:t xml:space="preserve">. </w:t>
      </w:r>
      <w:r w:rsidRPr="003A0BBB">
        <w:t>Neuf sur dix n</w:t>
      </w:r>
      <w:r w:rsidR="003A6D8D">
        <w:t>’</w:t>
      </w:r>
      <w:r w:rsidRPr="003A0BBB">
        <w:t>auront conservé de lui que le souvenir d</w:t>
      </w:r>
      <w:r w:rsidR="003A6D8D">
        <w:t>’</w:t>
      </w:r>
      <w:r w:rsidRPr="003A0BBB">
        <w:t>un garçon doué d</w:t>
      </w:r>
      <w:r w:rsidR="003A6D8D">
        <w:t>’</w:t>
      </w:r>
      <w:r w:rsidRPr="003A0BBB">
        <w:t>une espèce de génie quant aux choses de son métier</w:t>
      </w:r>
      <w:r w:rsidR="003A6D8D">
        <w:t xml:space="preserve">, </w:t>
      </w:r>
      <w:r w:rsidRPr="003A0BBB">
        <w:t>et pour le reste aimable</w:t>
      </w:r>
      <w:r w:rsidR="003A6D8D">
        <w:t xml:space="preserve">, </w:t>
      </w:r>
      <w:r w:rsidRPr="003A0BBB">
        <w:t>gai</w:t>
      </w:r>
      <w:r w:rsidR="003A6D8D">
        <w:t xml:space="preserve">, </w:t>
      </w:r>
      <w:r w:rsidRPr="003A0BBB">
        <w:t>quelque peu naïf</w:t>
      </w:r>
      <w:r w:rsidR="003A6D8D">
        <w:t xml:space="preserve">. </w:t>
      </w:r>
      <w:r w:rsidRPr="003A0BBB">
        <w:t>Les femmes</w:t>
      </w:r>
      <w:r w:rsidR="003A6D8D">
        <w:t xml:space="preserve">, </w:t>
      </w:r>
      <w:proofErr w:type="gramStart"/>
      <w:r w:rsidRPr="003A0BBB">
        <w:t>par contre</w:t>
      </w:r>
      <w:proofErr w:type="gramEnd"/>
      <w:r w:rsidR="003A6D8D">
        <w:t xml:space="preserve">, </w:t>
      </w:r>
      <w:r w:rsidRPr="003A0BBB">
        <w:t>de si médiocre intelligence qu</w:t>
      </w:r>
      <w:r w:rsidR="003A6D8D">
        <w:t>’</w:t>
      </w:r>
      <w:r w:rsidRPr="003A0BBB">
        <w:t>elles fussent</w:t>
      </w:r>
      <w:r w:rsidR="003A6D8D">
        <w:t xml:space="preserve">, </w:t>
      </w:r>
      <w:r w:rsidRPr="003A0BBB">
        <w:t>auront eu bien mieux l</w:t>
      </w:r>
      <w:r w:rsidR="003A6D8D">
        <w:t>’</w:t>
      </w:r>
      <w:r w:rsidRPr="003A0BBB">
        <w:t xml:space="preserve">intuition du </w:t>
      </w:r>
      <w:r w:rsidRPr="003A0BBB">
        <w:lastRenderedPageBreak/>
        <w:t>véritable Franz</w:t>
      </w:r>
      <w:r w:rsidR="003A6D8D">
        <w:t xml:space="preserve">. </w:t>
      </w:r>
      <w:r w:rsidRPr="003A0BBB">
        <w:t>Il était tellement plus près d</w:t>
      </w:r>
      <w:r w:rsidR="003A6D8D">
        <w:t>’</w:t>
      </w:r>
      <w:r w:rsidRPr="003A0BBB">
        <w:t>elles</w:t>
      </w:r>
      <w:r w:rsidR="003A6D8D">
        <w:t xml:space="preserve">. </w:t>
      </w:r>
      <w:r w:rsidRPr="003A0BBB">
        <w:t>Elles sentaient ce qui bouillonnait sous ce vernis de pondération</w:t>
      </w:r>
      <w:r w:rsidR="003A6D8D">
        <w:t xml:space="preserve">. </w:t>
      </w:r>
      <w:r w:rsidRPr="003A0BBB">
        <w:t>Elles savaient qu</w:t>
      </w:r>
      <w:r w:rsidR="003A6D8D">
        <w:t>’</w:t>
      </w:r>
      <w:r w:rsidRPr="003A0BBB">
        <w:t>il était fait pour être leur maître et leur proie</w:t>
      </w:r>
      <w:r w:rsidR="003A6D8D">
        <w:t xml:space="preserve">. </w:t>
      </w:r>
      <w:r w:rsidRPr="003A0BBB">
        <w:t>Au fumoir</w:t>
      </w:r>
      <w:r w:rsidR="003A6D8D">
        <w:t xml:space="preserve">, </w:t>
      </w:r>
      <w:r w:rsidRPr="003A0BBB">
        <w:t>dans un coin de salon</w:t>
      </w:r>
      <w:r w:rsidR="003A6D8D">
        <w:t xml:space="preserve">, </w:t>
      </w:r>
      <w:r w:rsidRPr="003A0BBB">
        <w:t>si intéressé par une conversation d</w:t>
      </w:r>
      <w:r w:rsidR="003A6D8D">
        <w:t>’</w:t>
      </w:r>
      <w:r w:rsidRPr="003A0BBB">
        <w:t>affaires qu</w:t>
      </w:r>
      <w:r w:rsidR="003A6D8D">
        <w:t>’</w:t>
      </w:r>
      <w:r w:rsidRPr="003A0BBB">
        <w:t>il pût paraître</w:t>
      </w:r>
      <w:r w:rsidR="003A6D8D">
        <w:t xml:space="preserve">, </w:t>
      </w:r>
      <w:r w:rsidRPr="003A0BBB">
        <w:t>elles savaient que la seule présence d</w:t>
      </w:r>
      <w:r w:rsidR="003A6D8D">
        <w:t>’</w:t>
      </w:r>
      <w:r w:rsidRPr="003A0BBB">
        <w:t>une d</w:t>
      </w:r>
      <w:r w:rsidR="003A6D8D">
        <w:t>’</w:t>
      </w:r>
      <w:r w:rsidRPr="003A0BBB">
        <w:t>entre elles suffisait pour qu</w:t>
      </w:r>
      <w:r w:rsidR="003A6D8D">
        <w:t>’</w:t>
      </w:r>
      <w:r w:rsidRPr="003A0BBB">
        <w:t>il n</w:t>
      </w:r>
      <w:r w:rsidR="003A6D8D">
        <w:t>’</w:t>
      </w:r>
      <w:r w:rsidRPr="003A0BBB">
        <w:t>écoutât plus qu</w:t>
      </w:r>
      <w:r w:rsidR="003A6D8D">
        <w:t>’</w:t>
      </w:r>
      <w:r w:rsidRPr="003A0BBB">
        <w:t>en apparence ses interlocuteurs</w:t>
      </w:r>
      <w:r w:rsidR="003A6D8D">
        <w:t xml:space="preserve">, </w:t>
      </w:r>
      <w:r w:rsidRPr="003A0BBB">
        <w:t>et pour faire apparaître sur ses traits une détente voluptueuse qui décuplait les irrésistibles puissances de son sourire</w:t>
      </w:r>
      <w:r w:rsidR="003A6D8D">
        <w:t xml:space="preserve">. </w:t>
      </w:r>
      <w:r w:rsidRPr="003A0BBB">
        <w:t>C</w:t>
      </w:r>
      <w:r w:rsidR="003A6D8D">
        <w:t>’</w:t>
      </w:r>
      <w:r w:rsidRPr="003A0BBB">
        <w:t>était un vague désir de fuir que la plus forte éprouvait quand elle le voyait</w:t>
      </w:r>
      <w:r w:rsidR="003A6D8D">
        <w:t xml:space="preserve">, </w:t>
      </w:r>
      <w:r w:rsidRPr="003A0BBB">
        <w:t>ayant enfin réussi à se libérer</w:t>
      </w:r>
      <w:r w:rsidR="003A6D8D">
        <w:t xml:space="preserve">, </w:t>
      </w:r>
      <w:r w:rsidRPr="003A0BBB">
        <w:t>venir vers elle</w:t>
      </w:r>
      <w:r w:rsidR="003A6D8D">
        <w:t xml:space="preserve"> ! </w:t>
      </w:r>
      <w:r w:rsidRPr="003A0BBB">
        <w:t>Si son allure alors</w:t>
      </w:r>
      <w:r w:rsidR="003A6D8D">
        <w:t xml:space="preserve">, </w:t>
      </w:r>
      <w:r w:rsidRPr="003A0BBB">
        <w:t>sinueuse et insinuante</w:t>
      </w:r>
      <w:r w:rsidR="003A6D8D">
        <w:t xml:space="preserve">, </w:t>
      </w:r>
      <w:r w:rsidRPr="003A0BBB">
        <w:t>avait pu éveiller l</w:t>
      </w:r>
      <w:r w:rsidR="003A6D8D">
        <w:t>’</w:t>
      </w:r>
      <w:r w:rsidRPr="003A0BBB">
        <w:t>idée d</w:t>
      </w:r>
      <w:r w:rsidR="003A6D8D">
        <w:t>’</w:t>
      </w:r>
      <w:r w:rsidRPr="003A0BBB">
        <w:t>un calcul à froid</w:t>
      </w:r>
      <w:r w:rsidR="003A6D8D">
        <w:t xml:space="preserve">, </w:t>
      </w:r>
      <w:r w:rsidRPr="003A0BBB">
        <w:t>comment ce soupçon n</w:t>
      </w:r>
      <w:r w:rsidR="003A6D8D">
        <w:t>’</w:t>
      </w:r>
      <w:r w:rsidRPr="003A0BBB">
        <w:t>eût-il pas été banni</w:t>
      </w:r>
      <w:r w:rsidR="003A6D8D">
        <w:t xml:space="preserve">, </w:t>
      </w:r>
      <w:r w:rsidRPr="003A0BBB">
        <w:t>sitôt formé</w:t>
      </w:r>
      <w:r w:rsidR="003A6D8D">
        <w:t xml:space="preserve">, </w:t>
      </w:r>
      <w:r w:rsidRPr="003A0BBB">
        <w:t>par tant de grâce souriante et timide</w:t>
      </w:r>
      <w:r w:rsidR="003A6D8D">
        <w:t xml:space="preserve">. </w:t>
      </w:r>
      <w:r w:rsidRPr="003A0BBB">
        <w:t>Je n</w:t>
      </w:r>
      <w:r w:rsidR="003A6D8D">
        <w:t>’</w:t>
      </w:r>
      <w:r w:rsidRPr="003A0BBB">
        <w:t>ai jamais su bien au juste si cette timidité était réelle ou feinte</w:t>
      </w:r>
      <w:r w:rsidR="003A6D8D">
        <w:t xml:space="preserve"> ; </w:t>
      </w:r>
      <w:r w:rsidRPr="003A0BBB">
        <w:t>mais elle empêchait en tout cas Franz d</w:t>
      </w:r>
      <w:r w:rsidR="003A6D8D">
        <w:t>’</w:t>
      </w:r>
      <w:r w:rsidRPr="003A0BBB">
        <w:t>être classé dans la peu intéressante catégorie des séducteurs professionnels</w:t>
      </w:r>
      <w:r w:rsidR="003A6D8D">
        <w:t>.</w:t>
      </w:r>
    </w:p>
    <w:p w14:paraId="1F2415DF" w14:textId="77777777" w:rsidR="003A6D8D" w:rsidRDefault="008F7090" w:rsidP="008F7090">
      <w:r w:rsidRPr="003A0BBB">
        <w:t>Il détestait parler de lui</w:t>
      </w:r>
      <w:r w:rsidR="003A6D8D">
        <w:t xml:space="preserve">, </w:t>
      </w:r>
      <w:r w:rsidRPr="003A0BBB">
        <w:t>à tel point que ce fut par Camille que je fus instruite des détails essentiels de son existence</w:t>
      </w:r>
      <w:r w:rsidR="003A6D8D">
        <w:t xml:space="preserve">, </w:t>
      </w:r>
      <w:r w:rsidRPr="003A0BBB">
        <w:t>et elle-même me confessa qu</w:t>
      </w:r>
      <w:r w:rsidR="003A6D8D">
        <w:t>’</w:t>
      </w:r>
      <w:r w:rsidRPr="003A0BBB">
        <w:t>elle ne les connaissait la plupart que par hasard</w:t>
      </w:r>
      <w:r w:rsidR="003A6D8D">
        <w:t xml:space="preserve">, </w:t>
      </w:r>
      <w:r w:rsidRPr="003A0BBB">
        <w:t>pour s</w:t>
      </w:r>
      <w:r w:rsidR="003A6D8D">
        <w:t>’</w:t>
      </w:r>
      <w:r w:rsidRPr="003A0BBB">
        <w:t>en être entretenue quelquefois avec des gens originaires de son pays</w:t>
      </w:r>
      <w:r w:rsidR="003A6D8D">
        <w:t xml:space="preserve">. </w:t>
      </w:r>
      <w:r w:rsidRPr="003A0BBB">
        <w:t>Quant à lui</w:t>
      </w:r>
      <w:r w:rsidR="003A6D8D">
        <w:t xml:space="preserve">, </w:t>
      </w:r>
      <w:r w:rsidRPr="003A0BBB">
        <w:t>s</w:t>
      </w:r>
      <w:r w:rsidR="003A6D8D">
        <w:t>’</w:t>
      </w:r>
      <w:r w:rsidRPr="003A0BBB">
        <w:t>il était contraint de répondre à quelque question sur sa vie passée</w:t>
      </w:r>
      <w:r w:rsidR="003A6D8D">
        <w:t xml:space="preserve">, </w:t>
      </w:r>
      <w:r w:rsidRPr="003A0BBB">
        <w:t>ses habitudes</w:t>
      </w:r>
      <w:r w:rsidR="003A6D8D">
        <w:t xml:space="preserve">, </w:t>
      </w:r>
      <w:r w:rsidRPr="003A0BBB">
        <w:t>ses goûts</w:t>
      </w:r>
      <w:r w:rsidR="003A6D8D">
        <w:t xml:space="preserve">, </w:t>
      </w:r>
      <w:r w:rsidRPr="003A0BBB">
        <w:t>ses travaux</w:t>
      </w:r>
      <w:r w:rsidR="003A6D8D">
        <w:t xml:space="preserve">, </w:t>
      </w:r>
      <w:r w:rsidRPr="003A0BBB">
        <w:t>on eût dit qu</w:t>
      </w:r>
      <w:r w:rsidR="003A6D8D">
        <w:t>’</w:t>
      </w:r>
      <w:r w:rsidRPr="003A0BBB">
        <w:t>il cherchait à ne se présenter que sous les couleurs les moins avantageuses</w:t>
      </w:r>
      <w:r w:rsidR="003A6D8D">
        <w:t xml:space="preserve">. </w:t>
      </w:r>
      <w:r w:rsidRPr="003A0BBB">
        <w:t>Il avait ainsi l</w:t>
      </w:r>
      <w:r w:rsidR="003A6D8D">
        <w:t>’</w:t>
      </w:r>
      <w:r w:rsidRPr="003A0BBB">
        <w:t>adresse d</w:t>
      </w:r>
      <w:r w:rsidR="003A6D8D">
        <w:t>’</w:t>
      </w:r>
      <w:r w:rsidRPr="003A0BBB">
        <w:t>obliger les personnes présentes à prendre contre lui-même son propre parti</w:t>
      </w:r>
      <w:r w:rsidR="003A6D8D">
        <w:t xml:space="preserve">. </w:t>
      </w:r>
      <w:r w:rsidRPr="003A0BBB">
        <w:t>Je m</w:t>
      </w:r>
      <w:r w:rsidR="003A6D8D">
        <w:t>’</w:t>
      </w:r>
      <w:r w:rsidRPr="003A0BBB">
        <w:t>aperçois que</w:t>
      </w:r>
      <w:r w:rsidR="003A6D8D">
        <w:t xml:space="preserve">, </w:t>
      </w:r>
      <w:r w:rsidRPr="003A0BBB">
        <w:t>parlant de Franz</w:t>
      </w:r>
      <w:r w:rsidR="003A6D8D">
        <w:t xml:space="preserve">, </w:t>
      </w:r>
      <w:r w:rsidRPr="003A0BBB">
        <w:t>je mets les verbes au passé</w:t>
      </w:r>
      <w:r w:rsidR="003A6D8D">
        <w:t xml:space="preserve">, </w:t>
      </w:r>
      <w:r w:rsidRPr="003A0BBB">
        <w:t>comme s</w:t>
      </w:r>
      <w:r w:rsidR="003A6D8D">
        <w:t>’</w:t>
      </w:r>
      <w:r w:rsidRPr="003A0BBB">
        <w:t>il n</w:t>
      </w:r>
      <w:r w:rsidR="003A6D8D">
        <w:t>’</w:t>
      </w:r>
      <w:r w:rsidRPr="003A0BBB">
        <w:t>était plus de ce monde</w:t>
      </w:r>
      <w:r w:rsidR="003A6D8D">
        <w:t>…</w:t>
      </w:r>
    </w:p>
    <w:p w14:paraId="18490C22" w14:textId="77777777" w:rsidR="003A6D8D" w:rsidRDefault="008F7090" w:rsidP="008F7090">
      <w:r w:rsidRPr="003A0BBB">
        <w:t>Par application de cette tactique de modestie</w:t>
      </w:r>
      <w:r w:rsidR="003A6D8D">
        <w:t xml:space="preserve">, </w:t>
      </w:r>
      <w:r w:rsidRPr="003A0BBB">
        <w:t>il se défendait d</w:t>
      </w:r>
      <w:r w:rsidR="003A6D8D">
        <w:t>’</w:t>
      </w:r>
      <w:r w:rsidRPr="003A0BBB">
        <w:t>avoir une connaissance parfaite de la langue française</w:t>
      </w:r>
      <w:r w:rsidR="003A6D8D">
        <w:t xml:space="preserve">, </w:t>
      </w:r>
      <w:r w:rsidRPr="003A0BBB">
        <w:t>et d</w:t>
      </w:r>
      <w:r w:rsidR="003A6D8D">
        <w:t>’</w:t>
      </w:r>
      <w:r w:rsidRPr="003A0BBB">
        <w:t>abord on n</w:t>
      </w:r>
      <w:r w:rsidR="003A6D8D">
        <w:t>’</w:t>
      </w:r>
      <w:r w:rsidRPr="003A0BBB">
        <w:t>était pas éloigné de le croire</w:t>
      </w:r>
      <w:r w:rsidR="003A6D8D">
        <w:t xml:space="preserve">, </w:t>
      </w:r>
      <w:r w:rsidRPr="003A0BBB">
        <w:t>parce qu</w:t>
      </w:r>
      <w:r w:rsidR="003A6D8D">
        <w:t>’</w:t>
      </w:r>
      <w:r w:rsidRPr="003A0BBB">
        <w:t xml:space="preserve">il </w:t>
      </w:r>
      <w:r w:rsidRPr="003A0BBB">
        <w:lastRenderedPageBreak/>
        <w:t>s</w:t>
      </w:r>
      <w:r w:rsidR="003A6D8D">
        <w:t>’</w:t>
      </w:r>
      <w:r w:rsidRPr="003A0BBB">
        <w:t>exprimait avec une certaine lenteur</w:t>
      </w:r>
      <w:r w:rsidR="003A6D8D">
        <w:t xml:space="preserve">, </w:t>
      </w:r>
      <w:r w:rsidRPr="003A0BBB">
        <w:t>ayant sans cesse l</w:t>
      </w:r>
      <w:r w:rsidR="003A6D8D">
        <w:t>’</w:t>
      </w:r>
      <w:r w:rsidRPr="003A0BBB">
        <w:t>air de chercher ses mots</w:t>
      </w:r>
      <w:r w:rsidR="003A6D8D">
        <w:t xml:space="preserve">. </w:t>
      </w:r>
      <w:r w:rsidRPr="003A0BBB">
        <w:t>En réalité</w:t>
      </w:r>
      <w:r w:rsidR="003A6D8D">
        <w:t xml:space="preserve">, </w:t>
      </w:r>
      <w:r w:rsidRPr="003A0BBB">
        <w:t>il la possédait de façon approfondie</w:t>
      </w:r>
      <w:r w:rsidR="003A6D8D">
        <w:t xml:space="preserve">, </w:t>
      </w:r>
      <w:r w:rsidRPr="003A0BBB">
        <w:t>n</w:t>
      </w:r>
      <w:r w:rsidR="003A6D8D">
        <w:t>’</w:t>
      </w:r>
      <w:r w:rsidRPr="003A0BBB">
        <w:t>employant jamais que le terme exact</w:t>
      </w:r>
      <w:r w:rsidR="003A6D8D">
        <w:t xml:space="preserve">, </w:t>
      </w:r>
      <w:r w:rsidRPr="003A0BBB">
        <w:t>même dans le domaine de l</w:t>
      </w:r>
      <w:r w:rsidR="003A6D8D">
        <w:t>’</w:t>
      </w:r>
      <w:r w:rsidRPr="003A0BBB">
        <w:t>abstraction</w:t>
      </w:r>
      <w:r w:rsidR="003A6D8D">
        <w:t xml:space="preserve">. </w:t>
      </w:r>
      <w:r w:rsidRPr="003A0BBB">
        <w:t>Il avait horreur de s</w:t>
      </w:r>
      <w:r w:rsidR="003A6D8D">
        <w:t>’</w:t>
      </w:r>
      <w:r w:rsidRPr="003A0BBB">
        <w:t>entretenir avec des gens incapables de lui apprendre quelque chose</w:t>
      </w:r>
      <w:r w:rsidR="003A6D8D">
        <w:t xml:space="preserve">. </w:t>
      </w:r>
      <w:r w:rsidRPr="003A0BBB">
        <w:t>Lorsque de pauvres diables ignorant à qui ils avaient affaire soutenaient en sa présence une thèse qu</w:t>
      </w:r>
      <w:r w:rsidR="003A6D8D">
        <w:t>’</w:t>
      </w:r>
      <w:r w:rsidRPr="003A0BBB">
        <w:t>il eût pu ruiner d</w:t>
      </w:r>
      <w:r w:rsidR="003A6D8D">
        <w:t>’</w:t>
      </w:r>
      <w:r w:rsidRPr="003A0BBB">
        <w:t>un seul mot</w:t>
      </w:r>
      <w:r w:rsidR="003A6D8D">
        <w:t xml:space="preserve">, </w:t>
      </w:r>
      <w:r w:rsidRPr="003A0BBB">
        <w:t>il les écoutait avec un sourire que les autres prenaient pour de l</w:t>
      </w:r>
      <w:r w:rsidR="003A6D8D">
        <w:t>’</w:t>
      </w:r>
      <w:r w:rsidRPr="003A0BBB">
        <w:t>approbation</w:t>
      </w:r>
      <w:r w:rsidR="003A6D8D">
        <w:t xml:space="preserve">. </w:t>
      </w:r>
      <w:r w:rsidRPr="003A0BBB">
        <w:t>Au fond</w:t>
      </w:r>
      <w:r w:rsidR="003A6D8D">
        <w:t xml:space="preserve">, </w:t>
      </w:r>
      <w:r w:rsidRPr="003A0BBB">
        <w:t>sa douceur apparente était toujours à base d</w:t>
      </w:r>
      <w:r w:rsidR="003A6D8D">
        <w:t>’</w:t>
      </w:r>
      <w:r w:rsidRPr="003A0BBB">
        <w:t>une certaine cruauté</w:t>
      </w:r>
      <w:r w:rsidR="003A6D8D">
        <w:t xml:space="preserve">. </w:t>
      </w:r>
      <w:r w:rsidRPr="003A0BBB">
        <w:t>Je n</w:t>
      </w:r>
      <w:r w:rsidR="003A6D8D">
        <w:t>’</w:t>
      </w:r>
      <w:r w:rsidRPr="003A0BBB">
        <w:t>ai pas la sensation</w:t>
      </w:r>
      <w:r w:rsidR="003A6D8D">
        <w:t xml:space="preserve">, </w:t>
      </w:r>
      <w:r w:rsidRPr="003A0BBB">
        <w:t>parlant ainsi</w:t>
      </w:r>
      <w:r w:rsidR="003A6D8D">
        <w:t xml:space="preserve">, </w:t>
      </w:r>
      <w:r w:rsidRPr="003A0BBB">
        <w:t>d</w:t>
      </w:r>
      <w:r w:rsidR="003A6D8D">
        <w:t>’</w:t>
      </w:r>
      <w:r w:rsidRPr="003A0BBB">
        <w:t>être sévère pour lui</w:t>
      </w:r>
      <w:r w:rsidR="003A6D8D">
        <w:t xml:space="preserve">. </w:t>
      </w:r>
      <w:r w:rsidRPr="003A0BBB">
        <w:t>Sévère</w:t>
      </w:r>
      <w:r w:rsidR="003A6D8D">
        <w:t xml:space="preserve">, </w:t>
      </w:r>
      <w:r w:rsidRPr="003A0BBB">
        <w:t>je crois que je l</w:t>
      </w:r>
      <w:r w:rsidR="003A6D8D">
        <w:t>’</w:t>
      </w:r>
      <w:r w:rsidRPr="003A0BBB">
        <w:t>ai été jusqu</w:t>
      </w:r>
      <w:r w:rsidR="003A6D8D">
        <w:t>’</w:t>
      </w:r>
      <w:r w:rsidRPr="003A0BBB">
        <w:t>à présent</w:t>
      </w:r>
      <w:r w:rsidR="003A6D8D">
        <w:t xml:space="preserve">, </w:t>
      </w:r>
      <w:r w:rsidRPr="003A0BBB">
        <w:t>surtout pour moi</w:t>
      </w:r>
      <w:r w:rsidR="003A6D8D">
        <w:t xml:space="preserve">. </w:t>
      </w:r>
      <w:r w:rsidRPr="003A0BBB">
        <w:t>Mon dessein n</w:t>
      </w:r>
      <w:r w:rsidR="003A6D8D">
        <w:t>’</w:t>
      </w:r>
      <w:r w:rsidRPr="003A0BBB">
        <w:t>est pas de noircir Franz</w:t>
      </w:r>
      <w:r w:rsidR="003A6D8D">
        <w:t xml:space="preserve">. </w:t>
      </w:r>
      <w:r w:rsidRPr="003A0BBB">
        <w:t>Même si je le voulais</w:t>
      </w:r>
      <w:r w:rsidR="003A6D8D">
        <w:t xml:space="preserve">, </w:t>
      </w:r>
      <w:r w:rsidRPr="003A0BBB">
        <w:t>je sais bien que je ne le pourrais pas</w:t>
      </w:r>
      <w:r w:rsidR="003A6D8D">
        <w:t>.</w:t>
      </w:r>
    </w:p>
    <w:p w14:paraId="5CEC335D" w14:textId="4667D451" w:rsidR="008F7090" w:rsidRPr="003A0BBB" w:rsidRDefault="008F7090" w:rsidP="008F7090"/>
    <w:p w14:paraId="08B3B96A" w14:textId="77777777" w:rsidR="003A6D8D" w:rsidRDefault="008F7090" w:rsidP="008F7090">
      <w:r w:rsidRPr="003A0BBB">
        <w:t>Issu d</w:t>
      </w:r>
      <w:r w:rsidR="003A6D8D">
        <w:t>’</w:t>
      </w:r>
      <w:r w:rsidRPr="003A0BBB">
        <w:t>une des plus honorables familles polonaises de Prusse orientale</w:t>
      </w:r>
      <w:r w:rsidR="003A6D8D">
        <w:t xml:space="preserve">, </w:t>
      </w:r>
      <w:r w:rsidRPr="003A0BBB">
        <w:t>il avait trouvé chez lui</w:t>
      </w:r>
      <w:r w:rsidR="003A6D8D">
        <w:t xml:space="preserve">, </w:t>
      </w:r>
      <w:r w:rsidRPr="003A0BBB">
        <w:t>dès son enfance</w:t>
      </w:r>
      <w:r w:rsidR="003A6D8D">
        <w:t xml:space="preserve">, </w:t>
      </w:r>
      <w:r w:rsidRPr="003A0BBB">
        <w:t>cette chose que la plupart des techniciens ont pour principe de mépriser</w:t>
      </w:r>
      <w:r w:rsidR="003A6D8D">
        <w:t xml:space="preserve">, </w:t>
      </w:r>
      <w:r w:rsidRPr="003A0BBB">
        <w:t>l</w:t>
      </w:r>
      <w:r w:rsidR="003A6D8D">
        <w:t>’</w:t>
      </w:r>
      <w:r w:rsidRPr="003A0BBB">
        <w:t>éducation</w:t>
      </w:r>
      <w:r w:rsidR="003A6D8D">
        <w:t xml:space="preserve">. </w:t>
      </w:r>
      <w:r w:rsidRPr="003A0BBB">
        <w:t>Très jeune</w:t>
      </w:r>
      <w:r w:rsidR="003A6D8D">
        <w:t xml:space="preserve">, </w:t>
      </w:r>
      <w:r w:rsidRPr="003A0BBB">
        <w:t>il commença par suivre les cours de l</w:t>
      </w:r>
      <w:r w:rsidR="003A6D8D">
        <w:t>’</w:t>
      </w:r>
      <w:r w:rsidRPr="003A0BBB">
        <w:t>École supérieure industrielle de Dantzig</w:t>
      </w:r>
      <w:r w:rsidR="003A6D8D">
        <w:t xml:space="preserve">. </w:t>
      </w:r>
      <w:r w:rsidRPr="003A0BBB">
        <w:t>Mais déjà la théorie pure ne parvenait pas à le satisfaire</w:t>
      </w:r>
      <w:r w:rsidR="003A6D8D">
        <w:t xml:space="preserve">. </w:t>
      </w:r>
      <w:r w:rsidRPr="003A0BBB">
        <w:t>Ses parents eurent un jour la surprise d</w:t>
      </w:r>
      <w:r w:rsidR="003A6D8D">
        <w:t>’</w:t>
      </w:r>
      <w:r w:rsidRPr="003A0BBB">
        <w:t>apprendre qu</w:t>
      </w:r>
      <w:r w:rsidR="003A6D8D">
        <w:t>’</w:t>
      </w:r>
      <w:r w:rsidRPr="003A0BBB">
        <w:t>il s</w:t>
      </w:r>
      <w:r w:rsidR="003A6D8D">
        <w:t>’</w:t>
      </w:r>
      <w:r w:rsidRPr="003A0BBB">
        <w:t xml:space="preserve">était engagé comme simple ouvrier à la maison </w:t>
      </w:r>
      <w:proofErr w:type="spellStart"/>
      <w:r w:rsidRPr="003A0BBB">
        <w:t>Dentz</w:t>
      </w:r>
      <w:proofErr w:type="spellEnd"/>
      <w:r w:rsidR="003A6D8D">
        <w:t xml:space="preserve">, </w:t>
      </w:r>
      <w:r w:rsidRPr="003A0BBB">
        <w:t>là où se fabriquent les fameux moteurs Diesel</w:t>
      </w:r>
      <w:r w:rsidR="003A6D8D">
        <w:t xml:space="preserve">, </w:t>
      </w:r>
      <w:r w:rsidRPr="003A0BBB">
        <w:t>réputés dans toute l</w:t>
      </w:r>
      <w:r w:rsidR="003A6D8D">
        <w:t>’</w:t>
      </w:r>
      <w:r w:rsidRPr="003A0BBB">
        <w:t>Europe</w:t>
      </w:r>
      <w:r w:rsidR="003A6D8D">
        <w:t xml:space="preserve">. </w:t>
      </w:r>
      <w:r w:rsidRPr="003A0BBB">
        <w:t>Son stage terminé</w:t>
      </w:r>
      <w:r w:rsidR="003A6D8D">
        <w:t xml:space="preserve">, </w:t>
      </w:r>
      <w:r w:rsidRPr="003A0BBB">
        <w:t>il eut la bonne fortune d</w:t>
      </w:r>
      <w:r w:rsidR="003A6D8D">
        <w:t>’</w:t>
      </w:r>
      <w:r w:rsidRPr="003A0BBB">
        <w:t xml:space="preserve">être pris presque immédiatement comme ingénieur attaché au Service des études par la </w:t>
      </w:r>
      <w:r w:rsidRPr="003A0BBB">
        <w:rPr>
          <w:i/>
          <w:iCs/>
        </w:rPr>
        <w:t xml:space="preserve">Daimler </w:t>
      </w:r>
      <w:proofErr w:type="spellStart"/>
      <w:r w:rsidRPr="003A0BBB">
        <w:rPr>
          <w:i/>
          <w:iCs/>
        </w:rPr>
        <w:t>Motoren</w:t>
      </w:r>
      <w:proofErr w:type="spellEnd"/>
      <w:r w:rsidRPr="003A0BBB">
        <w:rPr>
          <w:i/>
          <w:iCs/>
        </w:rPr>
        <w:t xml:space="preserve"> Gesellschaft</w:t>
      </w:r>
      <w:r w:rsidR="003A6D8D">
        <w:t xml:space="preserve">. </w:t>
      </w:r>
      <w:r w:rsidRPr="003A0BBB">
        <w:t>Cette société</w:t>
      </w:r>
      <w:r w:rsidR="003A6D8D">
        <w:t xml:space="preserve">, </w:t>
      </w:r>
      <w:r w:rsidRPr="003A0BBB">
        <w:t xml:space="preserve">dont le centre est à </w:t>
      </w:r>
      <w:proofErr w:type="spellStart"/>
      <w:r w:rsidRPr="003A0BBB">
        <w:t>Untertürkheim</w:t>
      </w:r>
      <w:proofErr w:type="spellEnd"/>
      <w:r w:rsidR="003A6D8D">
        <w:t xml:space="preserve">, </w:t>
      </w:r>
      <w:r w:rsidRPr="003A0BBB">
        <w:t>près de Stuttgart</w:t>
      </w:r>
      <w:r w:rsidR="003A6D8D">
        <w:t xml:space="preserve">, </w:t>
      </w:r>
      <w:r w:rsidRPr="003A0BBB">
        <w:t>est connue dans le monde entier</w:t>
      </w:r>
      <w:r w:rsidR="003A6D8D">
        <w:t xml:space="preserve">. </w:t>
      </w:r>
      <w:r w:rsidRPr="003A0BBB">
        <w:t>C</w:t>
      </w:r>
      <w:r w:rsidR="003A6D8D">
        <w:t>’</w:t>
      </w:r>
      <w:r w:rsidRPr="003A0BBB">
        <w:t>était elle qui fabriquait les automobiles connues sous le nom de Mercédès</w:t>
      </w:r>
      <w:r w:rsidR="003A6D8D">
        <w:t xml:space="preserve">. </w:t>
      </w:r>
      <w:r w:rsidRPr="003A0BBB">
        <w:t>Franz fut chargé du service spécial des voitures de courses</w:t>
      </w:r>
      <w:r w:rsidR="003A6D8D">
        <w:t xml:space="preserve">. </w:t>
      </w:r>
      <w:r w:rsidRPr="003A0BBB">
        <w:t>Il n</w:t>
      </w:r>
      <w:r w:rsidR="003A6D8D">
        <w:t>’</w:t>
      </w:r>
      <w:r w:rsidRPr="003A0BBB">
        <w:t>avait pas trente ans</w:t>
      </w:r>
      <w:r w:rsidR="003A6D8D">
        <w:t xml:space="preserve">. </w:t>
      </w:r>
      <w:r w:rsidRPr="003A0BBB">
        <w:t>Lui si modeste</w:t>
      </w:r>
      <w:r w:rsidR="003A6D8D">
        <w:t xml:space="preserve">, </w:t>
      </w:r>
      <w:r w:rsidRPr="003A0BBB">
        <w:t>si peu communicatif</w:t>
      </w:r>
      <w:r w:rsidR="003A6D8D">
        <w:t xml:space="preserve">, </w:t>
      </w:r>
      <w:r w:rsidRPr="003A0BBB">
        <w:t xml:space="preserve">il aimait à rappeler </w:t>
      </w:r>
      <w:r w:rsidRPr="003A0BBB">
        <w:lastRenderedPageBreak/>
        <w:t>avec quelque fierté cette période de son existence</w:t>
      </w:r>
      <w:r w:rsidR="003A6D8D">
        <w:t xml:space="preserve">. </w:t>
      </w:r>
      <w:r w:rsidRPr="003A0BBB">
        <w:t>Ce fut là</w:t>
      </w:r>
      <w:r w:rsidR="003A6D8D">
        <w:t xml:space="preserve">, </w:t>
      </w:r>
      <w:r w:rsidRPr="003A0BBB">
        <w:t>de 1913 à 1914</w:t>
      </w:r>
      <w:r w:rsidR="003A6D8D">
        <w:t xml:space="preserve">, </w:t>
      </w:r>
      <w:r w:rsidRPr="003A0BBB">
        <w:t xml:space="preserve">entre </w:t>
      </w:r>
      <w:proofErr w:type="spellStart"/>
      <w:r w:rsidRPr="003A0BBB">
        <w:t>Ludwisburg</w:t>
      </w:r>
      <w:proofErr w:type="spellEnd"/>
      <w:r w:rsidRPr="003A0BBB">
        <w:t xml:space="preserve"> et </w:t>
      </w:r>
      <w:proofErr w:type="spellStart"/>
      <w:r w:rsidRPr="003A0BBB">
        <w:t>Untertürkkheim</w:t>
      </w:r>
      <w:proofErr w:type="spellEnd"/>
      <w:r w:rsidR="003A6D8D">
        <w:t xml:space="preserve">, </w:t>
      </w:r>
      <w:r w:rsidRPr="003A0BBB">
        <w:t>qu</w:t>
      </w:r>
      <w:r w:rsidR="003A6D8D">
        <w:t>’</w:t>
      </w:r>
      <w:r w:rsidRPr="003A0BBB">
        <w:t>il procéda aux essais d</w:t>
      </w:r>
      <w:r w:rsidR="003A6D8D">
        <w:t>’</w:t>
      </w:r>
      <w:r w:rsidRPr="003A0BBB">
        <w:t>une nouvelle voiture qu</w:t>
      </w:r>
      <w:r w:rsidR="003A6D8D">
        <w:t>’</w:t>
      </w:r>
      <w:r w:rsidRPr="003A0BBB">
        <w:t>il avait fait construire dans le secret le plus rigoureux par une petite équipe d</w:t>
      </w:r>
      <w:r w:rsidR="003A6D8D">
        <w:t>’</w:t>
      </w:r>
      <w:r w:rsidRPr="003A0BBB">
        <w:t>ouvriers dévoués</w:t>
      </w:r>
      <w:r w:rsidR="003A6D8D">
        <w:t xml:space="preserve">. </w:t>
      </w:r>
      <w:r w:rsidRPr="003A0BBB">
        <w:t>Il eut toutes les peines du monde à obtenir de ses chefs que la voiture en question fût engagée dans l</w:t>
      </w:r>
      <w:r w:rsidR="003A6D8D">
        <w:t>’</w:t>
      </w:r>
      <w:r w:rsidRPr="003A0BBB">
        <w:t>épreuve du Circuit de Lyon</w:t>
      </w:r>
      <w:r w:rsidR="003A6D8D">
        <w:t xml:space="preserve">, </w:t>
      </w:r>
      <w:r w:rsidRPr="003A0BBB">
        <w:t>pour le Grand Prix de l</w:t>
      </w:r>
      <w:r w:rsidR="003A6D8D">
        <w:t>’</w:t>
      </w:r>
      <w:r w:rsidRPr="003A0BBB">
        <w:t>Automobile-Club de France</w:t>
      </w:r>
      <w:r w:rsidR="003A6D8D">
        <w:t xml:space="preserve">. </w:t>
      </w:r>
      <w:r w:rsidRPr="003A0BBB">
        <w:t>La voiture eut beaucoup moins de peine à se classer première</w:t>
      </w:r>
      <w:r w:rsidR="003A6D8D">
        <w:t xml:space="preserve">, </w:t>
      </w:r>
      <w:r w:rsidRPr="003A0BBB">
        <w:t>battant de loin toutes les autres marques rivales</w:t>
      </w:r>
      <w:r w:rsidR="003A6D8D">
        <w:t xml:space="preserve">. </w:t>
      </w:r>
      <w:r w:rsidRPr="003A0BBB">
        <w:t>Franz était désormais assuré de la carrière la plus brillante</w:t>
      </w:r>
      <w:r w:rsidR="003A6D8D">
        <w:t xml:space="preserve">. </w:t>
      </w:r>
      <w:r w:rsidRPr="003A0BBB">
        <w:t>Mais on était en 1914</w:t>
      </w:r>
      <w:r w:rsidR="003A6D8D">
        <w:t xml:space="preserve">, </w:t>
      </w:r>
      <w:r w:rsidRPr="003A0BBB">
        <w:t>et</w:t>
      </w:r>
      <w:r w:rsidR="003A6D8D">
        <w:t xml:space="preserve">, </w:t>
      </w:r>
      <w:r w:rsidRPr="003A0BBB">
        <w:t>quelques semaines plus tard</w:t>
      </w:r>
      <w:r w:rsidR="003A6D8D">
        <w:t xml:space="preserve">, </w:t>
      </w:r>
      <w:r w:rsidRPr="003A0BBB">
        <w:t>la guerre éclatait</w:t>
      </w:r>
      <w:r w:rsidR="003A6D8D">
        <w:t>.</w:t>
      </w:r>
    </w:p>
    <w:p w14:paraId="3F0AAFB8" w14:textId="75634A08" w:rsidR="003A6D8D" w:rsidRDefault="008F7090" w:rsidP="008F7090">
      <w:r w:rsidRPr="003A0BBB">
        <w:t>Affecté par ordre en temps de paix à un régiment d</w:t>
      </w:r>
      <w:r w:rsidR="003A6D8D">
        <w:t>’</w:t>
      </w:r>
      <w:r w:rsidRPr="003A0BBB">
        <w:t>artillerie lourde dont il devait diriger la traction automobile</w:t>
      </w:r>
      <w:r w:rsidR="003A6D8D">
        <w:t xml:space="preserve">, </w:t>
      </w:r>
      <w:r w:rsidRPr="003A0BBB">
        <w:t>il n</w:t>
      </w:r>
      <w:r w:rsidR="003A6D8D">
        <w:t>’</w:t>
      </w:r>
      <w:r w:rsidRPr="003A0BBB">
        <w:t>aurait jamais sans doute rejoint son poste</w:t>
      </w:r>
      <w:r w:rsidR="003A6D8D">
        <w:t xml:space="preserve">, </w:t>
      </w:r>
      <w:r w:rsidRPr="003A0BBB">
        <w:t>l</w:t>
      </w:r>
      <w:r w:rsidR="003A6D8D">
        <w:t>’</w:t>
      </w:r>
      <w:r w:rsidRPr="003A0BBB">
        <w:t>Allemagne n</w:t>
      </w:r>
      <w:r w:rsidR="003A6D8D">
        <w:t>’</w:t>
      </w:r>
      <w:r w:rsidRPr="003A0BBB">
        <w:t>ayant pas pour habitude d</w:t>
      </w:r>
      <w:r w:rsidR="003A6D8D">
        <w:t>’</w:t>
      </w:r>
      <w:r w:rsidRPr="003A0BBB">
        <w:t>exposer ses élites à se faire décimer inutilement</w:t>
      </w:r>
      <w:r w:rsidR="003A6D8D">
        <w:t xml:space="preserve">. </w:t>
      </w:r>
      <w:r w:rsidRPr="003A0BBB">
        <w:t>Sa ferveur pour le vieil irrédentisme polonais révéla alors un autre Franz</w:t>
      </w:r>
      <w:r w:rsidR="003A6D8D">
        <w:t xml:space="preserve">. </w:t>
      </w:r>
      <w:r w:rsidRPr="003A0BBB">
        <w:t>Ici se place l</w:t>
      </w:r>
      <w:r w:rsidR="003A6D8D">
        <w:t>’</w:t>
      </w:r>
      <w:r w:rsidRPr="003A0BBB">
        <w:t>époque la plus mouvementée de sa vie en même temps que la plus sympathique</w:t>
      </w:r>
      <w:r w:rsidR="003A6D8D">
        <w:t xml:space="preserve">. </w:t>
      </w:r>
      <w:r w:rsidRPr="003A0BBB">
        <w:t>Passé en Suisse</w:t>
      </w:r>
      <w:r w:rsidR="003A6D8D">
        <w:t xml:space="preserve">, </w:t>
      </w:r>
      <w:r w:rsidRPr="003A0BBB">
        <w:t>puis en France</w:t>
      </w:r>
      <w:r w:rsidR="003A6D8D">
        <w:t xml:space="preserve">, </w:t>
      </w:r>
      <w:r w:rsidRPr="003A0BBB">
        <w:t xml:space="preserve">engagé au </w:t>
      </w:r>
      <w:r w:rsidR="003A6D8D" w:rsidRPr="003A0BBB">
        <w:t>1</w:t>
      </w:r>
      <w:r w:rsidR="003A6D8D" w:rsidRPr="003A6D8D">
        <w:rPr>
          <w:vertAlign w:val="superscript"/>
        </w:rPr>
        <w:t>er</w:t>
      </w:r>
      <w:r w:rsidRPr="003A0BBB">
        <w:t xml:space="preserve"> régiment de la Légion étrangère</w:t>
      </w:r>
      <w:r w:rsidR="003A6D8D">
        <w:t xml:space="preserve">, </w:t>
      </w:r>
      <w:r w:rsidRPr="003A0BBB">
        <w:t xml:space="preserve">il prenait pour la première fois le </w:t>
      </w:r>
      <w:r w:rsidR="003A6D8D" w:rsidRPr="003A0BBB">
        <w:t>2</w:t>
      </w:r>
      <w:r w:rsidR="003A6D8D">
        <w:t> </w:t>
      </w:r>
      <w:r w:rsidR="003A6D8D" w:rsidRPr="003A0BBB">
        <w:t>novembre</w:t>
      </w:r>
      <w:r w:rsidRPr="003A0BBB">
        <w:t xml:space="preserve"> 1914 les tranchées devant Craonne</w:t>
      </w:r>
      <w:r w:rsidR="003A6D8D">
        <w:t xml:space="preserve">, </w:t>
      </w:r>
      <w:r w:rsidRPr="003A0BBB">
        <w:t>avec une section où un sergent nègre commandait de bizarres soldats à barbes blondes et lunettes d</w:t>
      </w:r>
      <w:r w:rsidR="003A6D8D">
        <w:t>’</w:t>
      </w:r>
      <w:r w:rsidRPr="003A0BBB">
        <w:t>or</w:t>
      </w:r>
      <w:r w:rsidR="003A6D8D">
        <w:t>. « </w:t>
      </w:r>
      <w:r w:rsidRPr="003A0BBB">
        <w:t>Je n</w:t>
      </w:r>
      <w:r w:rsidR="003A6D8D">
        <w:t>’</w:t>
      </w:r>
      <w:r w:rsidRPr="003A0BBB">
        <w:t>avais certes pas l</w:t>
      </w:r>
      <w:r w:rsidR="003A6D8D">
        <w:t>’</w:t>
      </w:r>
      <w:r w:rsidRPr="003A0BBB">
        <w:t>intention d</w:t>
      </w:r>
      <w:r w:rsidR="003A6D8D">
        <w:t>’</w:t>
      </w:r>
      <w:r w:rsidRPr="003A0BBB">
        <w:t>achever avec eux le reste de la guerre</w:t>
      </w:r>
      <w:r w:rsidR="003A6D8D">
        <w:t xml:space="preserve">, </w:t>
      </w:r>
      <w:r w:rsidRPr="003A0BBB">
        <w:t>nous disait-il</w:t>
      </w:r>
      <w:r w:rsidR="003A6D8D">
        <w:t xml:space="preserve">, </w:t>
      </w:r>
      <w:r w:rsidRPr="003A0BBB">
        <w:t>à Camille et à moi</w:t>
      </w:r>
      <w:r w:rsidR="003A6D8D">
        <w:t xml:space="preserve">, </w:t>
      </w:r>
      <w:r w:rsidRPr="003A0BBB">
        <w:t>quand nous avions réussi à le mettre en veine d</w:t>
      </w:r>
      <w:r w:rsidR="003A6D8D">
        <w:t>’</w:t>
      </w:r>
      <w:r w:rsidRPr="003A0BBB">
        <w:t>évoquer ses souvenirs</w:t>
      </w:r>
      <w:r w:rsidR="003A6D8D">
        <w:t xml:space="preserve">. </w:t>
      </w:r>
      <w:r w:rsidRPr="003A0BBB">
        <w:t>Je savais trop bien que les services que je pouvais rendre dans mon véritable métier seraient autrement féconds</w:t>
      </w:r>
      <w:r w:rsidR="003A6D8D">
        <w:t xml:space="preserve">. </w:t>
      </w:r>
      <w:r w:rsidRPr="003A0BBB">
        <w:t>Mais enfin</w:t>
      </w:r>
      <w:r w:rsidR="003A6D8D">
        <w:t xml:space="preserve">, </w:t>
      </w:r>
      <w:r w:rsidRPr="003A0BBB">
        <w:t>je tenais à bien prouver au préalable que ce n</w:t>
      </w:r>
      <w:r w:rsidR="003A6D8D">
        <w:t>’</w:t>
      </w:r>
      <w:r w:rsidRPr="003A0BBB">
        <w:t>était pas pour ne pas me battre que j</w:t>
      </w:r>
      <w:r w:rsidR="003A6D8D">
        <w:t>’</w:t>
      </w:r>
      <w:r w:rsidRPr="003A0BBB">
        <w:t>avais</w:t>
      </w:r>
      <w:r w:rsidR="003A6D8D">
        <w:t xml:space="preserve">, </w:t>
      </w:r>
      <w:r w:rsidRPr="003A0BBB">
        <w:t>somme toute</w:t>
      </w:r>
      <w:r w:rsidR="003A6D8D">
        <w:t xml:space="preserve">, </w:t>
      </w:r>
      <w:r w:rsidRPr="003A0BBB">
        <w:t>déserté</w:t>
      </w:r>
      <w:r w:rsidR="003A6D8D">
        <w:t xml:space="preserve">. </w:t>
      </w:r>
      <w:r w:rsidRPr="003A0BBB">
        <w:t>Et puis</w:t>
      </w:r>
      <w:r w:rsidR="003A6D8D">
        <w:t xml:space="preserve">, </w:t>
      </w:r>
      <w:r w:rsidRPr="003A0BBB">
        <w:t>il est indispensable pour un homme d</w:t>
      </w:r>
      <w:r w:rsidR="003A6D8D">
        <w:t>’</w:t>
      </w:r>
      <w:r w:rsidRPr="003A0BBB">
        <w:t>avoir volontairement vu la mort d</w:t>
      </w:r>
      <w:r w:rsidR="003A6D8D">
        <w:t>’</w:t>
      </w:r>
      <w:r w:rsidRPr="003A0BBB">
        <w:t xml:space="preserve">un peu </w:t>
      </w:r>
      <w:proofErr w:type="spellStart"/>
      <w:r w:rsidRPr="003A0BBB">
        <w:t>près</w:t>
      </w:r>
      <w:proofErr w:type="spellEnd"/>
      <w:r w:rsidR="003A6D8D">
        <w:t xml:space="preserve">. </w:t>
      </w:r>
      <w:r w:rsidRPr="003A0BBB">
        <w:t>Je comptais sur le hasard pour me mettre à même</w:t>
      </w:r>
      <w:r w:rsidR="003A6D8D">
        <w:t xml:space="preserve">, </w:t>
      </w:r>
      <w:r w:rsidRPr="003A0BBB">
        <w:t xml:space="preserve">cette </w:t>
      </w:r>
      <w:r w:rsidRPr="003A0BBB">
        <w:lastRenderedPageBreak/>
        <w:t>expérience terminée</w:t>
      </w:r>
      <w:r w:rsidR="003A6D8D">
        <w:t xml:space="preserve">, </w:t>
      </w:r>
      <w:r w:rsidRPr="003A0BBB">
        <w:t>de recevoir une affectation plus en rapport avec mes aptitudes</w:t>
      </w:r>
      <w:r w:rsidR="003A6D8D">
        <w:t>. »</w:t>
      </w:r>
      <w:r w:rsidRPr="003A0BBB">
        <w:t xml:space="preserve"> Ce hasard se manifesta vers le mois de février 1915</w:t>
      </w:r>
      <w:r w:rsidR="003A6D8D">
        <w:t xml:space="preserve">, </w:t>
      </w:r>
      <w:r w:rsidRPr="003A0BBB">
        <w:t>au Four de Paris</w:t>
      </w:r>
      <w:r w:rsidR="003A6D8D">
        <w:t xml:space="preserve">. </w:t>
      </w:r>
      <w:r w:rsidRPr="003A0BBB">
        <w:t>Franz commença par recevoir une balle qui lui perfora le poumon droit</w:t>
      </w:r>
      <w:r w:rsidR="003A6D8D">
        <w:t xml:space="preserve">. </w:t>
      </w:r>
      <w:r w:rsidRPr="003A0BBB">
        <w:t>Le lendemain</w:t>
      </w:r>
      <w:r w:rsidR="003A6D8D">
        <w:t xml:space="preserve">, </w:t>
      </w:r>
      <w:r w:rsidRPr="003A0BBB">
        <w:t>dans l</w:t>
      </w:r>
      <w:r w:rsidR="003A6D8D">
        <w:t>’</w:t>
      </w:r>
      <w:r w:rsidRPr="003A0BBB">
        <w:t>auto-camion qui le transportait au premier hôpital de triage</w:t>
      </w:r>
      <w:r w:rsidR="003A6D8D">
        <w:t xml:space="preserve">, </w:t>
      </w:r>
      <w:r w:rsidRPr="003A0BBB">
        <w:t>il fut reconnu par le chauffeur</w:t>
      </w:r>
      <w:r w:rsidR="003A6D8D">
        <w:t xml:space="preserve">. </w:t>
      </w:r>
      <w:r w:rsidRPr="003A0BBB">
        <w:t>Ce chauffeur se trouvait avoir été le conducteur d</w:t>
      </w:r>
      <w:r w:rsidR="003A6D8D">
        <w:t>’</w:t>
      </w:r>
      <w:r w:rsidRPr="003A0BBB">
        <w:t>une des automobiles françaises qui avaient lutté</w:t>
      </w:r>
      <w:r w:rsidR="003A6D8D">
        <w:t xml:space="preserve">, </w:t>
      </w:r>
      <w:r w:rsidRPr="003A0BBB">
        <w:t>au Circuit de Lyon</w:t>
      </w:r>
      <w:r w:rsidR="003A6D8D">
        <w:t xml:space="preserve">, </w:t>
      </w:r>
      <w:r w:rsidRPr="003A0BBB">
        <w:t>quelques mois plus tôt</w:t>
      </w:r>
      <w:r w:rsidR="003A6D8D">
        <w:t xml:space="preserve">, </w:t>
      </w:r>
      <w:r w:rsidRPr="003A0BBB">
        <w:t xml:space="preserve">contre </w:t>
      </w:r>
      <w:smartTag w:uri="urn:schemas-microsoft-com:office:smarttags" w:element="PersonName">
        <w:smartTagPr>
          <w:attr w:name="ProductID" w:val="la triomphale Merc￩d￨s"/>
        </w:smartTagPr>
        <w:r w:rsidRPr="003A0BBB">
          <w:t>la triomphale Mercédès</w:t>
        </w:r>
      </w:smartTag>
      <w:r w:rsidRPr="003A0BBB">
        <w:t xml:space="preserve"> de Franz</w:t>
      </w:r>
      <w:r w:rsidR="003A6D8D">
        <w:t xml:space="preserve">. </w:t>
      </w:r>
      <w:r w:rsidRPr="003A0BBB">
        <w:t>On essaya de lui démontrer qu</w:t>
      </w:r>
      <w:r w:rsidR="003A6D8D">
        <w:t>’</w:t>
      </w:r>
      <w:r w:rsidRPr="003A0BBB">
        <w:t>il se trompait</w:t>
      </w:r>
      <w:r w:rsidR="003A6D8D">
        <w:t xml:space="preserve">. </w:t>
      </w:r>
      <w:r w:rsidRPr="003A0BBB">
        <w:t>Mais le brave garçon tint bon</w:t>
      </w:r>
      <w:r w:rsidR="003A6D8D">
        <w:t xml:space="preserve">. </w:t>
      </w:r>
      <w:r w:rsidRPr="003A0BBB">
        <w:t>Il fut récompensé de son entêtement lorsque son blessé fut en état d</w:t>
      </w:r>
      <w:r w:rsidR="003A6D8D">
        <w:t>’</w:t>
      </w:r>
      <w:r w:rsidRPr="003A0BBB">
        <w:t>être interrogé</w:t>
      </w:r>
      <w:r w:rsidR="003A6D8D">
        <w:t xml:space="preserve">. </w:t>
      </w:r>
      <w:r w:rsidRPr="003A0BBB">
        <w:t>Ayant atteint le but qu</w:t>
      </w:r>
      <w:r w:rsidR="003A6D8D">
        <w:t>’</w:t>
      </w:r>
      <w:r w:rsidRPr="003A0BBB">
        <w:t>il s</w:t>
      </w:r>
      <w:r w:rsidR="003A6D8D">
        <w:t>’</w:t>
      </w:r>
      <w:r w:rsidRPr="003A0BBB">
        <w:t>était assigné</w:t>
      </w:r>
      <w:r w:rsidR="003A6D8D">
        <w:t xml:space="preserve">, </w:t>
      </w:r>
      <w:r w:rsidRPr="003A0BBB">
        <w:t>Franz ne fit aucune difficulté pour décliner son véritable nom</w:t>
      </w:r>
      <w:r w:rsidR="003A6D8D">
        <w:t>.</w:t>
      </w:r>
    </w:p>
    <w:p w14:paraId="6B103E48" w14:textId="77777777" w:rsidR="003A6D8D" w:rsidRDefault="008F7090" w:rsidP="008F7090">
      <w:r w:rsidRPr="003A0BBB">
        <w:t>On le soigna</w:t>
      </w:r>
      <w:r w:rsidR="003A6D8D">
        <w:t xml:space="preserve">. </w:t>
      </w:r>
      <w:r w:rsidRPr="003A0BBB">
        <w:t>À la fin du printemps</w:t>
      </w:r>
      <w:r w:rsidR="003A6D8D">
        <w:t xml:space="preserve">, </w:t>
      </w:r>
      <w:r w:rsidRPr="003A0BBB">
        <w:t>il était à peu près tiré d</w:t>
      </w:r>
      <w:r w:rsidR="003A6D8D">
        <w:t>’</w:t>
      </w:r>
      <w:r w:rsidRPr="003A0BBB">
        <w:t>affaire</w:t>
      </w:r>
      <w:r w:rsidR="003A6D8D">
        <w:t xml:space="preserve">. </w:t>
      </w:r>
      <w:r w:rsidRPr="003A0BBB">
        <w:t>C</w:t>
      </w:r>
      <w:r w:rsidR="003A6D8D">
        <w:t>’</w:t>
      </w:r>
      <w:r w:rsidRPr="003A0BBB">
        <w:t>était le moment où le Gouvernement français commençait à admettre que la guerre serait longue et qu</w:t>
      </w:r>
      <w:r w:rsidR="003A6D8D">
        <w:t>’</w:t>
      </w:r>
      <w:r w:rsidRPr="003A0BBB">
        <w:t>on ne la gagnerait qu</w:t>
      </w:r>
      <w:r w:rsidR="003A6D8D">
        <w:t>’</w:t>
      </w:r>
      <w:r w:rsidRPr="003A0BBB">
        <w:t>en l</w:t>
      </w:r>
      <w:r w:rsidR="003A6D8D">
        <w:t>’</w:t>
      </w:r>
      <w:r w:rsidRPr="003A0BBB">
        <w:t>industrialisant</w:t>
      </w:r>
      <w:r w:rsidR="003A6D8D">
        <w:t xml:space="preserve">. </w:t>
      </w:r>
      <w:r w:rsidRPr="003A0BBB">
        <w:t>On ramenait de la première ligne les ingénieurs et les savants qui n</w:t>
      </w:r>
      <w:r w:rsidR="003A6D8D">
        <w:t>’</w:t>
      </w:r>
      <w:r w:rsidRPr="003A0BBB">
        <w:t>y dormaient pas encore à trois pieds sous terre</w:t>
      </w:r>
      <w:r w:rsidR="003A6D8D">
        <w:t xml:space="preserve">. </w:t>
      </w:r>
      <w:r w:rsidRPr="003A0BBB">
        <w:t>L</w:t>
      </w:r>
      <w:r w:rsidR="003A6D8D">
        <w:t>’</w:t>
      </w:r>
      <w:r w:rsidRPr="003A0BBB">
        <w:t>aventure de Franz avait fait un certain bruit et lui avait valu quelques flatteuses marques de sympathie</w:t>
      </w:r>
      <w:r w:rsidR="003A6D8D">
        <w:t xml:space="preserve">. </w:t>
      </w:r>
      <w:r w:rsidRPr="003A0BBB">
        <w:t>Lorsque</w:t>
      </w:r>
      <w:r w:rsidR="003A6D8D">
        <w:t xml:space="preserve">, </w:t>
      </w:r>
      <w:r w:rsidRPr="003A0BBB">
        <w:t>abrégeant sa convalescence</w:t>
      </w:r>
      <w:r w:rsidR="003A6D8D">
        <w:t xml:space="preserve">, </w:t>
      </w:r>
      <w:r w:rsidRPr="003A0BBB">
        <w:t>il vint se remettre à la disposition du ministre de la Guerre</w:t>
      </w:r>
      <w:r w:rsidR="003A6D8D">
        <w:t xml:space="preserve">, </w:t>
      </w:r>
      <w:r w:rsidRPr="003A0BBB">
        <w:t>ce fut pour recevoir la Légion d</w:t>
      </w:r>
      <w:r w:rsidR="003A6D8D">
        <w:t>’</w:t>
      </w:r>
      <w:r w:rsidRPr="003A0BBB">
        <w:t>honneur et s</w:t>
      </w:r>
      <w:r w:rsidR="003A6D8D">
        <w:t>’</w:t>
      </w:r>
      <w:r w:rsidRPr="003A0BBB">
        <w:t>entendre affecter à Chalais-Meudon</w:t>
      </w:r>
      <w:r w:rsidR="003A6D8D">
        <w:t xml:space="preserve">, </w:t>
      </w:r>
      <w:r w:rsidRPr="003A0BBB">
        <w:t>à la section technique de l</w:t>
      </w:r>
      <w:r w:rsidR="003A6D8D">
        <w:t>’</w:t>
      </w:r>
      <w:r w:rsidRPr="003A0BBB">
        <w:t>Aéronautique</w:t>
      </w:r>
      <w:r w:rsidR="003A6D8D">
        <w:t xml:space="preserve">, </w:t>
      </w:r>
      <w:r w:rsidRPr="003A0BBB">
        <w:t>en raison de sa connaissance des moteurs d</w:t>
      </w:r>
      <w:r w:rsidR="003A6D8D">
        <w:t>’</w:t>
      </w:r>
      <w:r w:rsidRPr="003A0BBB">
        <w:t>aviation Mercédès</w:t>
      </w:r>
      <w:r w:rsidR="003A6D8D">
        <w:t xml:space="preserve">, </w:t>
      </w:r>
      <w:r w:rsidRPr="003A0BBB">
        <w:t>dérivés du moteur qu</w:t>
      </w:r>
      <w:r w:rsidR="003A6D8D">
        <w:t>’</w:t>
      </w:r>
      <w:r w:rsidRPr="003A0BBB">
        <w:t>il avait lui-même mis au point et grâce auquel sa voiture avait remporté la victoire du Circuit de Lyon</w:t>
      </w:r>
      <w:r w:rsidR="003A6D8D">
        <w:t xml:space="preserve">. </w:t>
      </w:r>
      <w:r w:rsidRPr="003A0BBB">
        <w:t>Quelques mois plus tard</w:t>
      </w:r>
      <w:r w:rsidR="003A6D8D">
        <w:t xml:space="preserve">, </w:t>
      </w:r>
      <w:r w:rsidRPr="003A0BBB">
        <w:t>il devait faire partie</w:t>
      </w:r>
      <w:r w:rsidR="003A6D8D">
        <w:t xml:space="preserve">, </w:t>
      </w:r>
      <w:r w:rsidRPr="003A0BBB">
        <w:t>à titre consultatif</w:t>
      </w:r>
      <w:r w:rsidR="003A6D8D">
        <w:t xml:space="preserve">, </w:t>
      </w:r>
      <w:r w:rsidRPr="003A0BBB">
        <w:t>de la Commission du matériel automobile siégeant a</w:t>
      </w:r>
      <w:r>
        <w:t>u</w:t>
      </w:r>
      <w:r w:rsidRPr="003A0BBB">
        <w:t xml:space="preserve"> ministère des Travaux Publics</w:t>
      </w:r>
      <w:r w:rsidR="003A6D8D">
        <w:t xml:space="preserve">. </w:t>
      </w:r>
      <w:r w:rsidRPr="003A0BBB">
        <w:t>Ce fut là qu</w:t>
      </w:r>
      <w:r w:rsidR="003A6D8D">
        <w:t>’</w:t>
      </w:r>
      <w:r w:rsidRPr="003A0BBB">
        <w:t>il fit la connaissance de Camille</w:t>
      </w:r>
      <w:r w:rsidR="003A6D8D">
        <w:t xml:space="preserve">. </w:t>
      </w:r>
      <w:r w:rsidRPr="003A0BBB">
        <w:t>Travaillant sans relâche</w:t>
      </w:r>
      <w:r w:rsidR="003A6D8D">
        <w:t xml:space="preserve">, </w:t>
      </w:r>
      <w:r w:rsidRPr="003A0BBB">
        <w:t xml:space="preserve">et ayant désormais la bonne fortune de pouvoir poursuivre ses études </w:t>
      </w:r>
      <w:r w:rsidRPr="003A0BBB">
        <w:lastRenderedPageBreak/>
        <w:t>personnelles en assumant concurremment son rôle de conseiller technique de cinq ou six commissions et services</w:t>
      </w:r>
      <w:r w:rsidR="003A6D8D">
        <w:t xml:space="preserve">, </w:t>
      </w:r>
      <w:r w:rsidRPr="003A0BBB">
        <w:t>il était arrivé</w:t>
      </w:r>
      <w:r w:rsidR="003A6D8D">
        <w:t xml:space="preserve">, </w:t>
      </w:r>
      <w:r w:rsidRPr="003A0BBB">
        <w:t>au début de l</w:t>
      </w:r>
      <w:r w:rsidR="003A6D8D">
        <w:t>’</w:t>
      </w:r>
      <w:r w:rsidRPr="003A0BBB">
        <w:t>été de 1917</w:t>
      </w:r>
      <w:r w:rsidR="003A6D8D">
        <w:t xml:space="preserve">, </w:t>
      </w:r>
      <w:r w:rsidRPr="003A0BBB">
        <w:t>à réaliser enfin ce type de voiture à moteur arrière dont le petit monstre qui venait de les amener</w:t>
      </w:r>
      <w:r w:rsidR="003A6D8D">
        <w:t xml:space="preserve">, </w:t>
      </w:r>
      <w:r w:rsidRPr="003A0BBB">
        <w:t>Camille et lui</w:t>
      </w:r>
      <w:r w:rsidR="003A6D8D">
        <w:t xml:space="preserve">, </w:t>
      </w:r>
      <w:r w:rsidRPr="003A0BBB">
        <w:t>à Maguelonne</w:t>
      </w:r>
      <w:r w:rsidR="003A6D8D">
        <w:t xml:space="preserve">, </w:t>
      </w:r>
      <w:r w:rsidRPr="003A0BBB">
        <w:t>était le premier modèle sorti de l</w:t>
      </w:r>
      <w:r w:rsidR="003A6D8D">
        <w:t>’</w:t>
      </w:r>
      <w:r w:rsidRPr="003A0BBB">
        <w:t>usine</w:t>
      </w:r>
      <w:r w:rsidR="003A6D8D">
        <w:t xml:space="preserve">. </w:t>
      </w:r>
      <w:r w:rsidRPr="003A0BBB">
        <w:t>Il se plaisait à répéter qu</w:t>
      </w:r>
      <w:r w:rsidR="003A6D8D">
        <w:t>’</w:t>
      </w:r>
      <w:r w:rsidRPr="003A0BBB">
        <w:t>il avait</w:t>
      </w:r>
      <w:r w:rsidR="003A6D8D">
        <w:t xml:space="preserve">, </w:t>
      </w:r>
      <w:r w:rsidRPr="003A0BBB">
        <w:t>dans l</w:t>
      </w:r>
      <w:r w:rsidR="003A6D8D">
        <w:t>’</w:t>
      </w:r>
      <w:r w:rsidRPr="003A0BBB">
        <w:t>établissement de ses calculs</w:t>
      </w:r>
      <w:r w:rsidR="003A6D8D">
        <w:t xml:space="preserve">, </w:t>
      </w:r>
      <w:r w:rsidRPr="003A0BBB">
        <w:t>fait appel à plusieurs reprises à la collaboration de ma fille</w:t>
      </w:r>
      <w:r w:rsidR="003A6D8D">
        <w:t xml:space="preserve">. </w:t>
      </w:r>
      <w:r w:rsidRPr="003A0BBB">
        <w:t>Elle s</w:t>
      </w:r>
      <w:r w:rsidR="003A6D8D">
        <w:t>’</w:t>
      </w:r>
      <w:r w:rsidRPr="003A0BBB">
        <w:t>en défendait</w:t>
      </w:r>
      <w:r w:rsidR="003A6D8D">
        <w:t xml:space="preserve">, </w:t>
      </w:r>
      <w:r w:rsidRPr="003A0BBB">
        <w:t>mais il était facile de voir que nul éloge ne lui serait allé plus au cœur</w:t>
      </w:r>
      <w:r w:rsidR="003A6D8D">
        <w:t>.</w:t>
      </w:r>
    </w:p>
    <w:p w14:paraId="464818F3" w14:textId="77777777" w:rsidR="003A6D8D" w:rsidRDefault="008F7090" w:rsidP="008F7090">
      <w:r w:rsidRPr="003A0BBB">
        <w:t>Sur ces entrefaites</w:t>
      </w:r>
      <w:r w:rsidR="003A6D8D">
        <w:t xml:space="preserve">, </w:t>
      </w:r>
      <w:r w:rsidRPr="003A0BBB">
        <w:t>Franz fut obligé d</w:t>
      </w:r>
      <w:r w:rsidR="003A6D8D">
        <w:t>’</w:t>
      </w:r>
      <w:r w:rsidRPr="003A0BBB">
        <w:t>interrompre son travail</w:t>
      </w:r>
      <w:r w:rsidR="003A6D8D">
        <w:t xml:space="preserve">. </w:t>
      </w:r>
      <w:r w:rsidRPr="003A0BBB">
        <w:t>Il s</w:t>
      </w:r>
      <w:r w:rsidR="003A6D8D">
        <w:t>’</w:t>
      </w:r>
      <w:r w:rsidRPr="003A0BBB">
        <w:t>était remis trop rapidement à la besogne</w:t>
      </w:r>
      <w:r w:rsidR="003A6D8D">
        <w:t xml:space="preserve">, </w:t>
      </w:r>
      <w:r w:rsidRPr="003A0BBB">
        <w:t>après avoir été blessé</w:t>
      </w:r>
      <w:r w:rsidR="003A6D8D">
        <w:t xml:space="preserve">. </w:t>
      </w:r>
      <w:r w:rsidRPr="003A0BBB">
        <w:t>Le surmenage combiné avec certaines imprudences commises au cours des essais de sa nouvelle voiture venait de remettre sa guérison en question</w:t>
      </w:r>
      <w:r w:rsidR="003A6D8D">
        <w:t xml:space="preserve">. </w:t>
      </w:r>
      <w:r w:rsidRPr="003A0BBB">
        <w:t>Condamné par les médecins à un repos d</w:t>
      </w:r>
      <w:r w:rsidR="003A6D8D">
        <w:t>’</w:t>
      </w:r>
      <w:r w:rsidRPr="003A0BBB">
        <w:t>au moins trois mois</w:t>
      </w:r>
      <w:r w:rsidR="003A6D8D">
        <w:t xml:space="preserve">, </w:t>
      </w:r>
      <w:r w:rsidRPr="003A0BBB">
        <w:t>il en avait profité pour venir avec Camille à Maguelonne</w:t>
      </w:r>
      <w:r w:rsidR="003A6D8D">
        <w:t xml:space="preserve">. </w:t>
      </w:r>
      <w:r w:rsidRPr="003A0BBB">
        <w:t>Mais la malle pleine de livres et de papiers qu</w:t>
      </w:r>
      <w:r w:rsidR="003A6D8D">
        <w:t>’</w:t>
      </w:r>
      <w:r w:rsidRPr="003A0BBB">
        <w:t>un camion apporta le lendemain de leur arrivée signifiait assez qu</w:t>
      </w:r>
      <w:r w:rsidR="003A6D8D">
        <w:t>’</w:t>
      </w:r>
      <w:r w:rsidRPr="003A0BBB">
        <w:t>il n</w:t>
      </w:r>
      <w:r w:rsidR="003A6D8D">
        <w:t>’</w:t>
      </w:r>
      <w:r w:rsidRPr="003A0BBB">
        <w:t>entendait pas rester complètement inactif durant cette période</w:t>
      </w:r>
      <w:r w:rsidR="003A6D8D">
        <w:t>.</w:t>
      </w:r>
    </w:p>
    <w:p w14:paraId="1D842F83" w14:textId="77777777" w:rsidR="003A6D8D" w:rsidRDefault="008F7090" w:rsidP="008F7090">
      <w:r w:rsidRPr="003A0BBB">
        <w:t>Lorsqu</w:t>
      </w:r>
      <w:r w:rsidR="003A6D8D">
        <w:t>’</w:t>
      </w:r>
      <w:r w:rsidRPr="003A0BBB">
        <w:t>ils arrivèrent à Maguelonne</w:t>
      </w:r>
      <w:r w:rsidR="003A6D8D">
        <w:t xml:space="preserve">, </w:t>
      </w:r>
      <w:r w:rsidRPr="003A0BBB">
        <w:t>Camille avait-elle déjà été la maîtresse de Franz</w:t>
      </w:r>
      <w:r w:rsidR="003A6D8D">
        <w:t xml:space="preserve"> ? </w:t>
      </w:r>
      <w:r w:rsidRPr="003A0BBB">
        <w:t>Combien de fois ne me suis-je pas posé cette question</w:t>
      </w:r>
      <w:r w:rsidR="003A6D8D">
        <w:t xml:space="preserve">, </w:t>
      </w:r>
      <w:r w:rsidRPr="003A0BBB">
        <w:t>avec une angoisse qui dépassait singulièrement</w:t>
      </w:r>
      <w:r w:rsidR="003A6D8D">
        <w:t xml:space="preserve">, – </w:t>
      </w:r>
      <w:r w:rsidRPr="003A0BBB">
        <w:t>au commencement</w:t>
      </w:r>
      <w:r w:rsidR="003A6D8D">
        <w:t xml:space="preserve">, </w:t>
      </w:r>
      <w:r w:rsidRPr="003A0BBB">
        <w:t>je me refusais à me l</w:t>
      </w:r>
      <w:r w:rsidR="003A6D8D">
        <w:t>’</w:t>
      </w:r>
      <w:r w:rsidRPr="003A0BBB">
        <w:t>avouer</w:t>
      </w:r>
      <w:r w:rsidR="003A6D8D">
        <w:t xml:space="preserve">, – </w:t>
      </w:r>
      <w:r w:rsidRPr="003A0BBB">
        <w:t>le légitime souci d</w:t>
      </w:r>
      <w:r w:rsidR="003A6D8D">
        <w:t>’</w:t>
      </w:r>
      <w:r w:rsidRPr="003A0BBB">
        <w:t>une mère</w:t>
      </w:r>
      <w:r w:rsidR="003A6D8D">
        <w:t xml:space="preserve">. </w:t>
      </w:r>
      <w:r w:rsidRPr="003A0BBB">
        <w:t>Mais rien dans leur attitude présente n</w:t>
      </w:r>
      <w:r w:rsidR="003A6D8D">
        <w:t>’</w:t>
      </w:r>
      <w:r w:rsidRPr="003A0BBB">
        <w:t>était susceptible de me donner la clef d</w:t>
      </w:r>
      <w:r w:rsidR="003A6D8D">
        <w:t>’</w:t>
      </w:r>
      <w:r w:rsidRPr="003A0BBB">
        <w:t>un problème que je m</w:t>
      </w:r>
      <w:r w:rsidR="003A6D8D">
        <w:t>’</w:t>
      </w:r>
      <w:r w:rsidRPr="003A0BBB">
        <w:t>efforçais de résoudre avec une singulière obstination</w:t>
      </w:r>
      <w:r w:rsidR="003A6D8D">
        <w:t xml:space="preserve">. </w:t>
      </w:r>
      <w:r w:rsidRPr="003A0BBB">
        <w:t>Leurs journées étaient celles de grands enfants en vacances</w:t>
      </w:r>
      <w:r w:rsidR="003A6D8D">
        <w:t xml:space="preserve"> : </w:t>
      </w:r>
      <w:r w:rsidRPr="003A0BBB">
        <w:t>courses en automobile</w:t>
      </w:r>
      <w:r w:rsidR="003A6D8D">
        <w:t xml:space="preserve">, </w:t>
      </w:r>
      <w:r w:rsidRPr="003A0BBB">
        <w:t>parties de pêche à la truite ou aux écrevisses dans les torrents de la montagne</w:t>
      </w:r>
      <w:r w:rsidR="003A6D8D">
        <w:t xml:space="preserve">. </w:t>
      </w:r>
      <w:r w:rsidRPr="003A0BBB">
        <w:t>Toujours</w:t>
      </w:r>
      <w:r w:rsidR="003A6D8D">
        <w:t xml:space="preserve">, </w:t>
      </w:r>
      <w:r w:rsidRPr="003A0BBB">
        <w:t>ils m</w:t>
      </w:r>
      <w:r w:rsidR="003A6D8D">
        <w:t>’</w:t>
      </w:r>
      <w:r w:rsidRPr="003A0BBB">
        <w:t>invitaient à les accompagner</w:t>
      </w:r>
      <w:r w:rsidR="003A6D8D">
        <w:t xml:space="preserve">. </w:t>
      </w:r>
      <w:r w:rsidRPr="003A0BBB">
        <w:t>Les premiers temps</w:t>
      </w:r>
      <w:r w:rsidR="003A6D8D">
        <w:t xml:space="preserve">, </w:t>
      </w:r>
      <w:r w:rsidRPr="003A0BBB">
        <w:t>je me récusais</w:t>
      </w:r>
      <w:r w:rsidR="003A6D8D">
        <w:t xml:space="preserve">, </w:t>
      </w:r>
      <w:r w:rsidRPr="003A0BBB">
        <w:t>alléguant les soins de la maison</w:t>
      </w:r>
      <w:r w:rsidR="003A6D8D">
        <w:t xml:space="preserve">. </w:t>
      </w:r>
      <w:r w:rsidRPr="003A0BBB">
        <w:t>Puis</w:t>
      </w:r>
      <w:r w:rsidR="003A6D8D">
        <w:t xml:space="preserve">, </w:t>
      </w:r>
      <w:r w:rsidRPr="003A0BBB">
        <w:t>petit à petit</w:t>
      </w:r>
      <w:r w:rsidR="003A6D8D">
        <w:t xml:space="preserve">, </w:t>
      </w:r>
      <w:r w:rsidRPr="003A0BBB">
        <w:t>je me joignis à eux de plus en plus</w:t>
      </w:r>
      <w:r w:rsidR="003A6D8D">
        <w:t xml:space="preserve">. </w:t>
      </w:r>
      <w:r w:rsidRPr="003A0BBB">
        <w:t xml:space="preserve">Comme ces </w:t>
      </w:r>
      <w:r w:rsidRPr="003A0BBB">
        <w:lastRenderedPageBreak/>
        <w:t>promenades me paraissaient courtes</w:t>
      </w:r>
      <w:r w:rsidR="003A6D8D">
        <w:t xml:space="preserve"> ! </w:t>
      </w:r>
      <w:r w:rsidRPr="003A0BBB">
        <w:t>Joyeuse à leur début</w:t>
      </w:r>
      <w:r w:rsidR="003A6D8D">
        <w:t xml:space="preserve">, </w:t>
      </w:r>
      <w:r w:rsidRPr="003A0BBB">
        <w:t>je sentais à mesure que le jour tombait une immense détresse m</w:t>
      </w:r>
      <w:r w:rsidR="003A6D8D">
        <w:t>’</w:t>
      </w:r>
      <w:r w:rsidRPr="003A0BBB">
        <w:t>étreindre à la gorge</w:t>
      </w:r>
      <w:r w:rsidR="003A6D8D">
        <w:t xml:space="preserve">. </w:t>
      </w:r>
      <w:r w:rsidRPr="003A0BBB">
        <w:t>On dînait</w:t>
      </w:r>
      <w:r w:rsidR="003A6D8D">
        <w:t xml:space="preserve">, </w:t>
      </w:r>
      <w:r w:rsidRPr="003A0BBB">
        <w:t>et c</w:t>
      </w:r>
      <w:r w:rsidR="003A6D8D">
        <w:t>’</w:t>
      </w:r>
      <w:r w:rsidRPr="003A0BBB">
        <w:t>était ensuite la causerie nocturne sur la terrasse</w:t>
      </w:r>
      <w:r w:rsidR="003A6D8D">
        <w:t xml:space="preserve">. </w:t>
      </w:r>
      <w:r w:rsidRPr="003A0BBB">
        <w:t>Peu à peu</w:t>
      </w:r>
      <w:r w:rsidR="003A6D8D">
        <w:t xml:space="preserve">, </w:t>
      </w:r>
      <w:r w:rsidRPr="003A0BBB">
        <w:t>je sentais avec effroi la conversation tomber</w:t>
      </w:r>
      <w:r w:rsidR="003A6D8D">
        <w:t xml:space="preserve">. </w:t>
      </w:r>
      <w:r w:rsidRPr="003A0BBB">
        <w:t>Il allait falloir remonter chez moi</w:t>
      </w:r>
      <w:r w:rsidR="003A6D8D">
        <w:t xml:space="preserve">. </w:t>
      </w:r>
      <w:r w:rsidRPr="003A0BBB">
        <w:t>Une pendule implacable sonnait dans le salon</w:t>
      </w:r>
      <w:r w:rsidR="003A6D8D">
        <w:t xml:space="preserve">. </w:t>
      </w:r>
      <w:r w:rsidRPr="003A0BBB">
        <w:t>Camille avait beau me dire</w:t>
      </w:r>
      <w:r w:rsidR="003A6D8D">
        <w:t> : « </w:t>
      </w:r>
      <w:r w:rsidRPr="003A0BBB">
        <w:t>Tu peux rester bien encore quelques minutes avec nous</w:t>
      </w:r>
      <w:r w:rsidR="003A6D8D">
        <w:t xml:space="preserve">, </w:t>
      </w:r>
      <w:r w:rsidRPr="003A0BBB">
        <w:t>maman</w:t>
      </w:r>
      <w:r w:rsidR="003A6D8D">
        <w:t>, »</w:t>
      </w:r>
      <w:r w:rsidRPr="003A0BBB">
        <w:t xml:space="preserve"> je sentais qu</w:t>
      </w:r>
      <w:r w:rsidR="003A6D8D">
        <w:t>’</w:t>
      </w:r>
      <w:r w:rsidRPr="003A0BBB">
        <w:t>il y aurait un instant où je ne devrais plus le faire</w:t>
      </w:r>
      <w:r w:rsidR="003A6D8D">
        <w:t xml:space="preserve">. </w:t>
      </w:r>
      <w:r w:rsidRPr="003A0BBB">
        <w:t>Je me levais</w:t>
      </w:r>
      <w:r w:rsidR="003A6D8D">
        <w:t xml:space="preserve">. </w:t>
      </w:r>
      <w:r w:rsidRPr="003A0BBB">
        <w:t>Ils m</w:t>
      </w:r>
      <w:r w:rsidR="003A6D8D">
        <w:t>’</w:t>
      </w:r>
      <w:r w:rsidRPr="003A0BBB">
        <w:t>embrassaient</w:t>
      </w:r>
      <w:r w:rsidR="003A6D8D">
        <w:t xml:space="preserve">. </w:t>
      </w:r>
      <w:r w:rsidRPr="003A0BBB">
        <w:t>Je regagnais ma chambre</w:t>
      </w:r>
      <w:r w:rsidR="003A6D8D">
        <w:t xml:space="preserve">. </w:t>
      </w:r>
      <w:r w:rsidRPr="003A0BBB">
        <w:t>Je n</w:t>
      </w:r>
      <w:r w:rsidR="003A6D8D">
        <w:t>’</w:t>
      </w:r>
      <w:r w:rsidRPr="003A0BBB">
        <w:t>allumais pas la lampe</w:t>
      </w:r>
      <w:r w:rsidR="003A6D8D">
        <w:t xml:space="preserve">, </w:t>
      </w:r>
      <w:r w:rsidRPr="003A0BBB">
        <w:t>à cause des papillons de nuit</w:t>
      </w:r>
      <w:r w:rsidR="003A6D8D">
        <w:t xml:space="preserve">. </w:t>
      </w:r>
      <w:r w:rsidRPr="003A0BBB">
        <w:t>De mon balcon</w:t>
      </w:r>
      <w:r w:rsidR="003A6D8D">
        <w:t xml:space="preserve">, </w:t>
      </w:r>
      <w:r w:rsidRPr="003A0BBB">
        <w:t>je leur adressais un dernier bonsoir</w:t>
      </w:r>
      <w:r w:rsidR="003A6D8D">
        <w:t xml:space="preserve">. </w:t>
      </w:r>
      <w:r w:rsidRPr="003A0BBB">
        <w:t>Je me déshabillais</w:t>
      </w:r>
      <w:r w:rsidR="003A6D8D">
        <w:t xml:space="preserve">, </w:t>
      </w:r>
      <w:r w:rsidRPr="003A0BBB">
        <w:t>puis</w:t>
      </w:r>
      <w:r w:rsidR="003A6D8D">
        <w:t xml:space="preserve">, </w:t>
      </w:r>
      <w:r w:rsidRPr="003A0BBB">
        <w:t>nue dans mon peignoir de dentelles</w:t>
      </w:r>
      <w:r w:rsidR="003A6D8D">
        <w:t xml:space="preserve">, </w:t>
      </w:r>
      <w:r w:rsidRPr="003A0BBB">
        <w:t>je revenais sur la pointe des pieds m</w:t>
      </w:r>
      <w:r w:rsidR="003A6D8D">
        <w:t>’</w:t>
      </w:r>
      <w:r w:rsidRPr="003A0BBB">
        <w:t>asseoir dans un fauteuil</w:t>
      </w:r>
      <w:r w:rsidR="003A6D8D">
        <w:t xml:space="preserve">, </w:t>
      </w:r>
      <w:r w:rsidRPr="003A0BBB">
        <w:t>à un mètre environ de la fenêtre</w:t>
      </w:r>
      <w:r w:rsidR="003A6D8D">
        <w:t xml:space="preserve">. </w:t>
      </w:r>
      <w:r w:rsidRPr="003A0BBB">
        <w:t>De là</w:t>
      </w:r>
      <w:r w:rsidR="003A6D8D">
        <w:t xml:space="preserve">, </w:t>
      </w:r>
      <w:r w:rsidRPr="003A0BBB">
        <w:t>je les voyais encore</w:t>
      </w:r>
      <w:r w:rsidR="003A6D8D">
        <w:t xml:space="preserve">, </w:t>
      </w:r>
      <w:r w:rsidRPr="003A0BBB">
        <w:t>quand la nuit était claire</w:t>
      </w:r>
      <w:r w:rsidR="003A6D8D">
        <w:t xml:space="preserve">. </w:t>
      </w:r>
      <w:r w:rsidRPr="003A0BBB">
        <w:t>Quand elle était obscure</w:t>
      </w:r>
      <w:r w:rsidR="003A6D8D">
        <w:t xml:space="preserve">, </w:t>
      </w:r>
      <w:r w:rsidRPr="003A0BBB">
        <w:t>j</w:t>
      </w:r>
      <w:r w:rsidR="003A6D8D">
        <w:t>’</w:t>
      </w:r>
      <w:r w:rsidRPr="003A0BBB">
        <w:t>apercevais les points rouges de leurs cigarettes</w:t>
      </w:r>
      <w:r w:rsidR="003A6D8D">
        <w:t xml:space="preserve">. </w:t>
      </w:r>
      <w:r w:rsidRPr="003A0BBB">
        <w:t>J</w:t>
      </w:r>
      <w:r w:rsidR="003A6D8D">
        <w:t>’</w:t>
      </w:r>
      <w:r w:rsidRPr="003A0BBB">
        <w:t>entendais leurs voix</w:t>
      </w:r>
      <w:r w:rsidR="003A6D8D">
        <w:t xml:space="preserve">, </w:t>
      </w:r>
      <w:r w:rsidRPr="003A0BBB">
        <w:t>celle de Camille nette et fraîche</w:t>
      </w:r>
      <w:r w:rsidR="003A6D8D">
        <w:t xml:space="preserve">, </w:t>
      </w:r>
      <w:r w:rsidRPr="003A0BBB">
        <w:t>celle de Franz assourdie et chantante</w:t>
      </w:r>
      <w:r w:rsidR="003A6D8D">
        <w:t xml:space="preserve">. </w:t>
      </w:r>
      <w:r w:rsidRPr="003A0BBB">
        <w:t>Ils parlaient de leurs affaires</w:t>
      </w:r>
      <w:r w:rsidR="003A6D8D">
        <w:t xml:space="preserve">, </w:t>
      </w:r>
      <w:r w:rsidRPr="003A0BBB">
        <w:t>de leurs projets</w:t>
      </w:r>
      <w:r w:rsidR="003A6D8D">
        <w:t xml:space="preserve">, </w:t>
      </w:r>
      <w:r w:rsidRPr="003A0BBB">
        <w:t>et j</w:t>
      </w:r>
      <w:r w:rsidR="003A6D8D">
        <w:t>’</w:t>
      </w:r>
      <w:r w:rsidRPr="003A0BBB">
        <w:t>avoue que je ne pouvais m</w:t>
      </w:r>
      <w:r w:rsidR="003A6D8D">
        <w:t>’</w:t>
      </w:r>
      <w:r w:rsidRPr="003A0BBB">
        <w:t>empêcher de trouver bien positives</w:t>
      </w:r>
      <w:r w:rsidR="003A6D8D">
        <w:t xml:space="preserve">, </w:t>
      </w:r>
      <w:r w:rsidRPr="003A0BBB">
        <w:t>de la part de deux êtres qui s</w:t>
      </w:r>
      <w:r w:rsidR="003A6D8D">
        <w:t>’</w:t>
      </w:r>
      <w:r w:rsidRPr="003A0BBB">
        <w:t>aimaient</w:t>
      </w:r>
      <w:r w:rsidR="003A6D8D">
        <w:t xml:space="preserve">, </w:t>
      </w:r>
      <w:r w:rsidRPr="003A0BBB">
        <w:t>de semblables conversations</w:t>
      </w:r>
      <w:r w:rsidR="003A6D8D">
        <w:t xml:space="preserve">… </w:t>
      </w:r>
      <w:r w:rsidRPr="003A0BBB">
        <w:t>Mais sans doute les voulaient-ils telles par respect pour la vieille femme qu</w:t>
      </w:r>
      <w:r w:rsidR="003A6D8D">
        <w:t>’</w:t>
      </w:r>
      <w:r w:rsidRPr="003A0BBB">
        <w:t>ils savaient là-haut sur le point de s</w:t>
      </w:r>
      <w:r w:rsidR="003A6D8D">
        <w:t>’</w:t>
      </w:r>
      <w:r w:rsidRPr="003A0BBB">
        <w:t>endormir</w:t>
      </w:r>
      <w:r w:rsidR="003A6D8D">
        <w:t>.</w:t>
      </w:r>
    </w:p>
    <w:p w14:paraId="17B43CAB" w14:textId="77777777" w:rsidR="003A6D8D" w:rsidRDefault="008F7090" w:rsidP="008F7090">
      <w:r w:rsidRPr="003A0BBB">
        <w:t>Il y a quatre chambres au premier étage de Maguelonne</w:t>
      </w:r>
      <w:r w:rsidR="003A6D8D">
        <w:t xml:space="preserve">. </w:t>
      </w:r>
      <w:r w:rsidRPr="003A0BBB">
        <w:t>Elles sont séparées</w:t>
      </w:r>
      <w:r w:rsidR="003A6D8D">
        <w:t xml:space="preserve">, </w:t>
      </w:r>
      <w:r w:rsidRPr="003A0BBB">
        <w:t>deux de chaque côté</w:t>
      </w:r>
      <w:r w:rsidR="003A6D8D">
        <w:t xml:space="preserve">, </w:t>
      </w:r>
      <w:r w:rsidRPr="003A0BBB">
        <w:t>par un couloir</w:t>
      </w:r>
      <w:r w:rsidR="003A6D8D">
        <w:t xml:space="preserve">. </w:t>
      </w:r>
      <w:r w:rsidRPr="003A0BBB">
        <w:t>Les unes donnent sur la terrasse et la vallée</w:t>
      </w:r>
      <w:r w:rsidR="003A6D8D">
        <w:t xml:space="preserve">. </w:t>
      </w:r>
      <w:r w:rsidRPr="003A0BBB">
        <w:t>Les autres s</w:t>
      </w:r>
      <w:r w:rsidR="003A6D8D">
        <w:t>’</w:t>
      </w:r>
      <w:r w:rsidRPr="003A0BBB">
        <w:t>ouvrent sur le jardin et la montagne</w:t>
      </w:r>
      <w:r w:rsidR="003A6D8D">
        <w:t xml:space="preserve">. </w:t>
      </w:r>
      <w:r w:rsidRPr="003A0BBB">
        <w:t>Celle de Camille était du même côté que la mienne</w:t>
      </w:r>
      <w:r w:rsidR="003A6D8D">
        <w:t xml:space="preserve">. </w:t>
      </w:r>
      <w:r w:rsidRPr="003A0BBB">
        <w:t>Celle de Franz lui faisait vis-à-vis</w:t>
      </w:r>
      <w:r w:rsidR="003A6D8D">
        <w:t xml:space="preserve">. </w:t>
      </w:r>
      <w:r w:rsidRPr="003A0BBB">
        <w:t>Vers dix heures</w:t>
      </w:r>
      <w:r w:rsidR="003A6D8D">
        <w:t xml:space="preserve">, </w:t>
      </w:r>
      <w:r w:rsidRPr="003A0BBB">
        <w:t>onze parfois</w:t>
      </w:r>
      <w:r w:rsidR="003A6D8D">
        <w:t xml:space="preserve">, </w:t>
      </w:r>
      <w:r w:rsidRPr="003A0BBB">
        <w:t>j</w:t>
      </w:r>
      <w:r w:rsidR="003A6D8D">
        <w:t>’</w:t>
      </w:r>
      <w:r w:rsidRPr="003A0BBB">
        <w:t>entendais Camille dire</w:t>
      </w:r>
      <w:r w:rsidR="003A6D8D">
        <w:t> : « </w:t>
      </w:r>
      <w:r w:rsidRPr="003A0BBB">
        <w:t>Et maintenant</w:t>
      </w:r>
      <w:r w:rsidR="003A6D8D">
        <w:t xml:space="preserve">, </w:t>
      </w:r>
      <w:r w:rsidRPr="003A0BBB">
        <w:t>si nous allions un peu travailler</w:t>
      </w:r>
      <w:r w:rsidR="003A6D8D">
        <w:t> ? »</w:t>
      </w:r>
      <w:r w:rsidRPr="003A0BBB">
        <w:t xml:space="preserve"> J</w:t>
      </w:r>
      <w:r w:rsidR="003A6D8D">
        <w:t>’</w:t>
      </w:r>
      <w:r w:rsidRPr="003A0BBB">
        <w:t>écoutais le bruit de leurs pas sur le gravier</w:t>
      </w:r>
      <w:r w:rsidR="003A6D8D">
        <w:t xml:space="preserve">. </w:t>
      </w:r>
      <w:r w:rsidRPr="003A0BBB">
        <w:t>À présent</w:t>
      </w:r>
      <w:r w:rsidR="003A6D8D">
        <w:t xml:space="preserve">, </w:t>
      </w:r>
      <w:r w:rsidRPr="003A0BBB">
        <w:t>ils montaient l</w:t>
      </w:r>
      <w:r w:rsidR="003A6D8D">
        <w:t>’</w:t>
      </w:r>
      <w:r w:rsidRPr="003A0BBB">
        <w:t>escalier</w:t>
      </w:r>
      <w:r w:rsidR="003A6D8D">
        <w:t xml:space="preserve">. </w:t>
      </w:r>
      <w:r w:rsidRPr="003A0BBB">
        <w:t>Comme mon cœur se mettait à battre</w:t>
      </w:r>
      <w:r w:rsidR="003A6D8D">
        <w:t xml:space="preserve">. </w:t>
      </w:r>
      <w:r w:rsidRPr="003A0BBB">
        <w:t>Ce trouble</w:t>
      </w:r>
      <w:r w:rsidR="003A6D8D">
        <w:t xml:space="preserve">, </w:t>
      </w:r>
      <w:r w:rsidRPr="003A0BBB">
        <w:t>d</w:t>
      </w:r>
      <w:r w:rsidR="003A6D8D">
        <w:t>’</w:t>
      </w:r>
      <w:r w:rsidRPr="003A0BBB">
        <w:t>où venait-il</w:t>
      </w:r>
      <w:r w:rsidR="003A6D8D">
        <w:t xml:space="preserve"> ? </w:t>
      </w:r>
      <w:r w:rsidRPr="003A0BBB">
        <w:t>Était-ce la peine</w:t>
      </w:r>
      <w:r w:rsidR="003A6D8D">
        <w:t xml:space="preserve">, </w:t>
      </w:r>
      <w:r w:rsidRPr="003A0BBB">
        <w:t>vraiment</w:t>
      </w:r>
      <w:r w:rsidR="003A6D8D">
        <w:t xml:space="preserve">, </w:t>
      </w:r>
      <w:r w:rsidRPr="003A0BBB">
        <w:t>d</w:t>
      </w:r>
      <w:r w:rsidR="003A6D8D">
        <w:t>’</w:t>
      </w:r>
      <w:r w:rsidRPr="003A0BBB">
        <w:t>avoir eu la vie que j</w:t>
      </w:r>
      <w:r w:rsidR="003A6D8D">
        <w:t>’</w:t>
      </w:r>
      <w:r w:rsidRPr="003A0BBB">
        <w:t xml:space="preserve">avais </w:t>
      </w:r>
      <w:r w:rsidRPr="003A0BBB">
        <w:lastRenderedPageBreak/>
        <w:t>menée jusque-là</w:t>
      </w:r>
      <w:r w:rsidR="003A6D8D">
        <w:t xml:space="preserve">, </w:t>
      </w:r>
      <w:r w:rsidRPr="003A0BBB">
        <w:t>de n</w:t>
      </w:r>
      <w:r w:rsidR="003A6D8D">
        <w:t>’</w:t>
      </w:r>
      <w:r w:rsidRPr="003A0BBB">
        <w:t>être plus qu</w:t>
      </w:r>
      <w:r w:rsidR="003A6D8D">
        <w:t>’</w:t>
      </w:r>
      <w:r w:rsidRPr="003A0BBB">
        <w:t>une femme aux cheveux blanchissants pour sentir soudain ma chair moite et mon corps brisé</w:t>
      </w:r>
      <w:r w:rsidR="003A6D8D">
        <w:t xml:space="preserve"> ? </w:t>
      </w:r>
      <w:r w:rsidRPr="003A0BBB">
        <w:t>Ô mystère des maisons où nul bruit ne retentit plus et où personne n</w:t>
      </w:r>
      <w:r w:rsidR="003A6D8D">
        <w:t>’</w:t>
      </w:r>
      <w:r w:rsidRPr="003A0BBB">
        <w:t>est endormi</w:t>
      </w:r>
      <w:r w:rsidR="003A6D8D">
        <w:t xml:space="preserve"> ? </w:t>
      </w:r>
      <w:r w:rsidRPr="003A0BBB">
        <w:t>À Maguelonne</w:t>
      </w:r>
      <w:r w:rsidR="003A6D8D">
        <w:t xml:space="preserve">, </w:t>
      </w:r>
      <w:r w:rsidRPr="003A0BBB">
        <w:t>les murs étaient si épais qu</w:t>
      </w:r>
      <w:r w:rsidR="003A6D8D">
        <w:t>’</w:t>
      </w:r>
      <w:r w:rsidRPr="003A0BBB">
        <w:t>il était à peu près impossible d</w:t>
      </w:r>
      <w:r w:rsidR="003A6D8D">
        <w:t>’</w:t>
      </w:r>
      <w:r w:rsidRPr="003A0BBB">
        <w:t>entendre un son d</w:t>
      </w:r>
      <w:r w:rsidR="003A6D8D">
        <w:t>’</w:t>
      </w:r>
      <w:r w:rsidRPr="003A0BBB">
        <w:t>une chambre à l</w:t>
      </w:r>
      <w:r w:rsidR="003A6D8D">
        <w:t>’</w:t>
      </w:r>
      <w:r w:rsidRPr="003A0BBB">
        <w:t>autre</w:t>
      </w:r>
      <w:r w:rsidR="003A6D8D">
        <w:t xml:space="preserve">. </w:t>
      </w:r>
      <w:r w:rsidRPr="003A0BBB">
        <w:t>J</w:t>
      </w:r>
      <w:r w:rsidR="003A6D8D">
        <w:t>’</w:t>
      </w:r>
      <w:r w:rsidRPr="003A0BBB">
        <w:t>en faisais l</w:t>
      </w:r>
      <w:r w:rsidR="003A6D8D">
        <w:t>’</w:t>
      </w:r>
      <w:r w:rsidRPr="003A0BBB">
        <w:t>expérience le matin</w:t>
      </w:r>
      <w:r w:rsidR="003A6D8D">
        <w:t xml:space="preserve">, </w:t>
      </w:r>
      <w:r w:rsidRPr="003A0BBB">
        <w:t>lorsque Maria était dans la pièce voisine en train de bousculer</w:t>
      </w:r>
      <w:r w:rsidR="003A6D8D">
        <w:t xml:space="preserve">, </w:t>
      </w:r>
      <w:r w:rsidRPr="003A0BBB">
        <w:t>avec sa maladresse paysanne</w:t>
      </w:r>
      <w:r w:rsidR="003A6D8D">
        <w:t xml:space="preserve">, </w:t>
      </w:r>
      <w:r w:rsidRPr="003A0BBB">
        <w:t>les objets de toilette</w:t>
      </w:r>
      <w:r w:rsidR="003A6D8D">
        <w:t xml:space="preserve">. </w:t>
      </w:r>
      <w:r w:rsidRPr="003A0BBB">
        <w:t>Je n</w:t>
      </w:r>
      <w:r w:rsidR="003A6D8D">
        <w:t>’</w:t>
      </w:r>
      <w:r w:rsidRPr="003A0BBB">
        <w:t>aurais donc pu savoir dans quelle chambre Camille et Franz se réunissaient</w:t>
      </w:r>
      <w:r w:rsidR="003A6D8D">
        <w:t xml:space="preserve">, </w:t>
      </w:r>
      <w:r w:rsidRPr="003A0BBB">
        <w:t>ni à quelle heure ils se quittaient</w:t>
      </w:r>
      <w:r w:rsidR="003A6D8D">
        <w:t xml:space="preserve">… </w:t>
      </w:r>
      <w:r w:rsidRPr="003A0BBB">
        <w:t>Mais il y avait les impostes</w:t>
      </w:r>
      <w:r w:rsidR="003A6D8D">
        <w:t xml:space="preserve">, </w:t>
      </w:r>
      <w:r w:rsidRPr="003A0BBB">
        <w:t>les vitres placées au-dessus des portes</w:t>
      </w:r>
      <w:r w:rsidR="003A6D8D">
        <w:t xml:space="preserve">. </w:t>
      </w:r>
      <w:r w:rsidRPr="003A0BBB">
        <w:t>Grâce à la lumière qui s</w:t>
      </w:r>
      <w:r w:rsidR="003A6D8D">
        <w:t>’</w:t>
      </w:r>
      <w:r w:rsidRPr="003A0BBB">
        <w:t>en déversait dans le couloir</w:t>
      </w:r>
      <w:r w:rsidR="003A6D8D">
        <w:t xml:space="preserve">, </w:t>
      </w:r>
      <w:r w:rsidRPr="003A0BBB">
        <w:t>je connaissais la chambre où une lampe était allumée</w:t>
      </w:r>
      <w:r w:rsidR="003A6D8D">
        <w:t xml:space="preserve">. </w:t>
      </w:r>
      <w:r w:rsidRPr="003A0BBB">
        <w:t>Je souhaitais et redoutais tout à la fois la brusque disparition de cette lueur</w:t>
      </w:r>
      <w:r w:rsidR="003A6D8D">
        <w:t xml:space="preserve">, </w:t>
      </w:r>
      <w:r w:rsidRPr="003A0BBB">
        <w:t>qui plongeait la maison dans un silence plus insupportable encore</w:t>
      </w:r>
      <w:r w:rsidR="003A6D8D">
        <w:t xml:space="preserve">… </w:t>
      </w:r>
      <w:r w:rsidRPr="003A0BBB">
        <w:t>Le lendemain</w:t>
      </w:r>
      <w:r w:rsidR="003A6D8D">
        <w:t xml:space="preserve">, </w:t>
      </w:r>
      <w:r w:rsidRPr="003A0BBB">
        <w:t>lorsque le premier déjeuner nous réunissait</w:t>
      </w:r>
      <w:r w:rsidR="003A6D8D">
        <w:t xml:space="preserve">, </w:t>
      </w:r>
      <w:r w:rsidRPr="003A0BBB">
        <w:t>moi pâle et défaite</w:t>
      </w:r>
      <w:r w:rsidR="003A6D8D">
        <w:t xml:space="preserve">, </w:t>
      </w:r>
      <w:r w:rsidRPr="003A0BBB">
        <w:t>eux aussi gais et naturels que de coutume</w:t>
      </w:r>
      <w:r w:rsidR="003A6D8D">
        <w:t xml:space="preserve">, </w:t>
      </w:r>
      <w:r w:rsidRPr="003A0BBB">
        <w:t>je les observais à la dérobée</w:t>
      </w:r>
      <w:r w:rsidR="003A6D8D">
        <w:t xml:space="preserve">, </w:t>
      </w:r>
      <w:r w:rsidRPr="003A0BBB">
        <w:t>je les écoutais reprendre comme si rien ne s</w:t>
      </w:r>
      <w:r w:rsidR="003A6D8D">
        <w:t>’</w:t>
      </w:r>
      <w:r w:rsidRPr="003A0BBB">
        <w:t>était passé leurs conversations de la veille</w:t>
      </w:r>
      <w:r w:rsidR="003A6D8D">
        <w:t xml:space="preserve">. </w:t>
      </w:r>
      <w:r w:rsidRPr="003A0BBB">
        <w:t>Ils vantaient les bienfaits de ces nuits de Maguelonne</w:t>
      </w:r>
      <w:r w:rsidR="003A6D8D">
        <w:t xml:space="preserve">, </w:t>
      </w:r>
      <w:r w:rsidRPr="003A0BBB">
        <w:t>la pureté de l</w:t>
      </w:r>
      <w:r w:rsidR="003A6D8D">
        <w:t>’</w:t>
      </w:r>
      <w:r w:rsidRPr="003A0BBB">
        <w:t>air du pays</w:t>
      </w:r>
      <w:r w:rsidR="003A6D8D">
        <w:t xml:space="preserve">, </w:t>
      </w:r>
      <w:r w:rsidRPr="003A0BBB">
        <w:t>le plus reposant</w:t>
      </w:r>
      <w:r w:rsidR="003A6D8D">
        <w:t xml:space="preserve">, </w:t>
      </w:r>
      <w:r w:rsidRPr="003A0BBB">
        <w:t>affirmaient-ils</w:t>
      </w:r>
      <w:r w:rsidR="003A6D8D">
        <w:t xml:space="preserve">, </w:t>
      </w:r>
      <w:r w:rsidRPr="003A0BBB">
        <w:t>qu</w:t>
      </w:r>
      <w:r w:rsidR="003A6D8D">
        <w:t>’</w:t>
      </w:r>
      <w:r w:rsidRPr="003A0BBB">
        <w:t>ils eussent connu</w:t>
      </w:r>
      <w:r w:rsidR="003A6D8D">
        <w:t xml:space="preserve">. </w:t>
      </w:r>
      <w:r w:rsidRPr="003A0BBB">
        <w:t xml:space="preserve">Je me réjouissais </w:t>
      </w:r>
      <w:proofErr w:type="spellStart"/>
      <w:r w:rsidRPr="003A0BBB">
        <w:t>tout</w:t>
      </w:r>
      <w:proofErr w:type="spellEnd"/>
      <w:r w:rsidRPr="003A0BBB">
        <w:t xml:space="preserve"> ensemble et leur en voulais de leur aveuglement</w:t>
      </w:r>
      <w:r w:rsidR="003A6D8D">
        <w:t xml:space="preserve">. </w:t>
      </w:r>
      <w:r w:rsidRPr="003A0BBB">
        <w:t>Pouvais-je soupçonner la persévérance avec laquelle l</w:t>
      </w:r>
      <w:r w:rsidR="003A6D8D">
        <w:t>’</w:t>
      </w:r>
      <w:r w:rsidRPr="003A0BBB">
        <w:t>un d</w:t>
      </w:r>
      <w:r w:rsidR="003A6D8D">
        <w:t>’</w:t>
      </w:r>
      <w:r w:rsidRPr="003A0BBB">
        <w:t>eux ne cessait d</w:t>
      </w:r>
      <w:r w:rsidR="003A6D8D">
        <w:t>’</w:t>
      </w:r>
      <w:r w:rsidRPr="003A0BBB">
        <w:t>épier les moindres symptômes du changement qui était en train de s</w:t>
      </w:r>
      <w:r w:rsidR="003A6D8D">
        <w:t>’</w:t>
      </w:r>
      <w:r w:rsidRPr="003A0BBB">
        <w:t>opérer en moi</w:t>
      </w:r>
      <w:r w:rsidR="003A6D8D">
        <w:t> ?</w:t>
      </w:r>
    </w:p>
    <w:p w14:paraId="47C35686" w14:textId="731F6D62" w:rsidR="003A6D8D" w:rsidRDefault="008F7090" w:rsidP="003A6D8D">
      <w:pPr>
        <w:pStyle w:val="Titre1"/>
      </w:pPr>
      <w:bookmarkStart w:id="9" w:name="_Toc196328810"/>
      <w:r w:rsidRPr="003A0BBB">
        <w:lastRenderedPageBreak/>
        <w:t>IX</w:t>
      </w:r>
      <w:bookmarkEnd w:id="9"/>
    </w:p>
    <w:p w14:paraId="42B899D7" w14:textId="77777777" w:rsidR="003A6D8D" w:rsidRDefault="003A6D8D" w:rsidP="008F7090">
      <w:r>
        <w:t>— </w:t>
      </w:r>
      <w:r w:rsidR="008F7090" w:rsidRPr="003A0BBB">
        <w:t>Enfin</w:t>
      </w:r>
      <w:r>
        <w:t xml:space="preserve">, </w:t>
      </w:r>
      <w:r w:rsidR="008F7090" w:rsidRPr="003A0BBB">
        <w:t>maman</w:t>
      </w:r>
      <w:r>
        <w:t xml:space="preserve">, </w:t>
      </w:r>
      <w:r w:rsidR="008F7090" w:rsidRPr="003A0BBB">
        <w:t>te voici avec quelque chose de convenable</w:t>
      </w:r>
      <w:r>
        <w:t xml:space="preserve">. </w:t>
      </w:r>
      <w:r w:rsidR="008F7090" w:rsidRPr="003A0BBB">
        <w:t>Montre-toi un peu</w:t>
      </w:r>
      <w:r>
        <w:t xml:space="preserve">. </w:t>
      </w:r>
      <w:r w:rsidR="008F7090" w:rsidRPr="003A0BBB">
        <w:t>Tu vois</w:t>
      </w:r>
      <w:r>
        <w:t xml:space="preserve">, </w:t>
      </w:r>
      <w:r w:rsidR="008F7090" w:rsidRPr="003A0BBB">
        <w:t>ce n</w:t>
      </w:r>
      <w:r>
        <w:t>’</w:t>
      </w:r>
      <w:r w:rsidR="008F7090" w:rsidRPr="003A0BBB">
        <w:t>était pas plus difficile que cela</w:t>
      </w:r>
      <w:r>
        <w:t>.</w:t>
      </w:r>
    </w:p>
    <w:p w14:paraId="7AE4E726" w14:textId="77777777" w:rsidR="003A6D8D" w:rsidRDefault="008F7090" w:rsidP="008F7090">
      <w:r w:rsidRPr="003A0BBB">
        <w:t>Camille tournait autour de moi</w:t>
      </w:r>
      <w:r w:rsidR="003A6D8D">
        <w:t xml:space="preserve">, </w:t>
      </w:r>
      <w:r w:rsidRPr="003A0BBB">
        <w:t>s</w:t>
      </w:r>
      <w:r w:rsidR="003A6D8D">
        <w:t>’</w:t>
      </w:r>
      <w:r w:rsidRPr="003A0BBB">
        <w:t>approchant</w:t>
      </w:r>
      <w:r w:rsidR="003A6D8D">
        <w:t xml:space="preserve">, </w:t>
      </w:r>
      <w:r w:rsidRPr="003A0BBB">
        <w:t>se reculant tour à tour pour examiner ma robe</w:t>
      </w:r>
      <w:r w:rsidR="003A6D8D">
        <w:t xml:space="preserve">, </w:t>
      </w:r>
      <w:r w:rsidRPr="003A0BBB">
        <w:t>une petite robe très simple</w:t>
      </w:r>
      <w:r w:rsidR="003A6D8D">
        <w:t xml:space="preserve">, </w:t>
      </w:r>
      <w:r w:rsidRPr="003A0BBB">
        <w:t>tout d</w:t>
      </w:r>
      <w:r w:rsidR="003A6D8D">
        <w:t>’</w:t>
      </w:r>
      <w:r w:rsidRPr="003A0BBB">
        <w:t>une pièce</w:t>
      </w:r>
      <w:r w:rsidR="003A6D8D">
        <w:t xml:space="preserve">, </w:t>
      </w:r>
      <w:r w:rsidRPr="003A0BBB">
        <w:t>en jersey mauve et blanc</w:t>
      </w:r>
      <w:r w:rsidR="003A6D8D">
        <w:t xml:space="preserve">. </w:t>
      </w:r>
      <w:r w:rsidRPr="003A0BBB">
        <w:t>Il n</w:t>
      </w:r>
      <w:r w:rsidR="003A6D8D">
        <w:t>’</w:t>
      </w:r>
      <w:r w:rsidRPr="003A0BBB">
        <w:t>était pas question pour moi d</w:t>
      </w:r>
      <w:r w:rsidR="003A6D8D">
        <w:t>’</w:t>
      </w:r>
      <w:r w:rsidRPr="003A0BBB">
        <w:t>effaroucher le pays par des innovations en matière de toilettes</w:t>
      </w:r>
      <w:r w:rsidR="003A6D8D">
        <w:t xml:space="preserve">. </w:t>
      </w:r>
      <w:r w:rsidRPr="003A0BBB">
        <w:t>Mais enfin</w:t>
      </w:r>
      <w:r w:rsidR="003A6D8D">
        <w:t xml:space="preserve">, </w:t>
      </w:r>
      <w:r w:rsidRPr="003A0BBB">
        <w:t>puisque je consentais à accompagner Franz et Camille dans leurs courses en automobile</w:t>
      </w:r>
      <w:r w:rsidR="003A6D8D">
        <w:t xml:space="preserve">, </w:t>
      </w:r>
      <w:r w:rsidRPr="003A0BBB">
        <w:t>il me fallait du même coup accepter de revêtir une tenue adaptée à ce genre de sorties</w:t>
      </w:r>
      <w:r w:rsidR="003A6D8D">
        <w:t xml:space="preserve">. </w:t>
      </w:r>
      <w:r w:rsidRPr="003A0BBB">
        <w:t>La terrible petite auto nous entraînait à des distances de plus en plus grandes</w:t>
      </w:r>
      <w:r w:rsidR="003A6D8D">
        <w:t xml:space="preserve">. </w:t>
      </w:r>
      <w:r w:rsidRPr="003A0BBB">
        <w:t>C</w:t>
      </w:r>
      <w:r w:rsidR="003A6D8D">
        <w:t>’</w:t>
      </w:r>
      <w:r w:rsidRPr="003A0BBB">
        <w:t>est ainsi qu</w:t>
      </w:r>
      <w:r w:rsidR="003A6D8D">
        <w:t>’</w:t>
      </w:r>
      <w:r w:rsidRPr="003A0BBB">
        <w:t>une semaine plus tôt nous avions fait halte à l</w:t>
      </w:r>
      <w:r w:rsidR="003A6D8D">
        <w:t>’</w:t>
      </w:r>
      <w:r w:rsidRPr="003A0BBB">
        <w:t>improviste devant le casino d</w:t>
      </w:r>
      <w:r w:rsidR="003A6D8D">
        <w:t>’</w:t>
      </w:r>
      <w:r w:rsidRPr="003A0BBB">
        <w:t>une ville d</w:t>
      </w:r>
      <w:r w:rsidR="003A6D8D">
        <w:t>’</w:t>
      </w:r>
      <w:r w:rsidRPr="003A0BBB">
        <w:t>eau célèbre</w:t>
      </w:r>
      <w:r w:rsidR="003A6D8D">
        <w:t xml:space="preserve">, </w:t>
      </w:r>
      <w:r w:rsidRPr="003A0BBB">
        <w:t>à l</w:t>
      </w:r>
      <w:r w:rsidR="003A6D8D">
        <w:t>’</w:t>
      </w:r>
      <w:r w:rsidRPr="003A0BBB">
        <w:t>heure du thé que Camille avait voulu prendre</w:t>
      </w:r>
      <w:r w:rsidR="003A6D8D">
        <w:t xml:space="preserve">. </w:t>
      </w:r>
      <w:r w:rsidRPr="003A0BBB">
        <w:t>La terrasse était bondée de monde</w:t>
      </w:r>
      <w:r w:rsidR="003A6D8D">
        <w:t xml:space="preserve">. </w:t>
      </w:r>
      <w:r w:rsidRPr="003A0BBB">
        <w:t>L</w:t>
      </w:r>
      <w:r w:rsidR="003A6D8D">
        <w:t>’</w:t>
      </w:r>
      <w:r w:rsidRPr="003A0BBB">
        <w:t>orchestre jouait</w:t>
      </w:r>
      <w:r w:rsidR="003A6D8D">
        <w:t xml:space="preserve">. </w:t>
      </w:r>
      <w:r w:rsidRPr="003A0BBB">
        <w:t>Des couples dansaient sous les arbres</w:t>
      </w:r>
      <w:r w:rsidR="003A6D8D">
        <w:t xml:space="preserve">, </w:t>
      </w:r>
      <w:r w:rsidRPr="003A0BBB">
        <w:t>sur un immense plateau ciré</w:t>
      </w:r>
      <w:r w:rsidR="003A6D8D">
        <w:t xml:space="preserve">. </w:t>
      </w:r>
      <w:r w:rsidRPr="003A0BBB">
        <w:t>Camille avait bien trop de tact pour me faire sur l</w:t>
      </w:r>
      <w:r w:rsidR="003A6D8D">
        <w:t>’</w:t>
      </w:r>
      <w:r w:rsidRPr="003A0BBB">
        <w:t>instant même une réflexion</w:t>
      </w:r>
      <w:r w:rsidR="003A6D8D">
        <w:t xml:space="preserve">, </w:t>
      </w:r>
      <w:r w:rsidRPr="003A0BBB">
        <w:t>mais je n</w:t>
      </w:r>
      <w:r w:rsidR="003A6D8D">
        <w:t>’</w:t>
      </w:r>
      <w:r w:rsidRPr="003A0BBB">
        <w:t>eus pas de peine à comprendre que ma jaquette de serge noire n</w:t>
      </w:r>
      <w:r w:rsidR="003A6D8D">
        <w:t>’</w:t>
      </w:r>
      <w:r w:rsidRPr="003A0BBB">
        <w:t>était guère de mise dans un endroit pareil</w:t>
      </w:r>
      <w:r w:rsidR="003A6D8D">
        <w:t>.</w:t>
      </w:r>
    </w:p>
    <w:p w14:paraId="09D366B8" w14:textId="77777777" w:rsidR="003A6D8D" w:rsidRDefault="003A6D8D" w:rsidP="008F7090">
      <w:r>
        <w:t>— </w:t>
      </w:r>
      <w:r w:rsidR="008F7090" w:rsidRPr="003A0BBB">
        <w:t>Franz</w:t>
      </w:r>
      <w:r>
        <w:t xml:space="preserve">, </w:t>
      </w:r>
      <w:r w:rsidR="008F7090" w:rsidRPr="003A0BBB">
        <w:t>Franz</w:t>
      </w:r>
      <w:r>
        <w:t xml:space="preserve"> ! </w:t>
      </w:r>
      <w:r w:rsidR="008F7090" w:rsidRPr="003A0BBB">
        <w:t>Je t</w:t>
      </w:r>
      <w:r>
        <w:t>’</w:t>
      </w:r>
      <w:r w:rsidR="008F7090" w:rsidRPr="003A0BBB">
        <w:t>en conjure</w:t>
      </w:r>
      <w:r>
        <w:t xml:space="preserve">, </w:t>
      </w:r>
      <w:r w:rsidR="008F7090" w:rsidRPr="003A0BBB">
        <w:t>cesse un peu de tripoter ton automobile</w:t>
      </w:r>
      <w:r>
        <w:t xml:space="preserve">, </w:t>
      </w:r>
      <w:r w:rsidR="008F7090" w:rsidRPr="003A0BBB">
        <w:t>et viens admirer maman</w:t>
      </w:r>
      <w:r>
        <w:t>.</w:t>
      </w:r>
    </w:p>
    <w:p w14:paraId="57C92F8D" w14:textId="77777777" w:rsidR="003A6D8D" w:rsidRDefault="003A6D8D" w:rsidP="008F7090">
      <w:r>
        <w:t>— </w:t>
      </w:r>
      <w:r w:rsidR="008F7090" w:rsidRPr="003A0BBB">
        <w:t>Mais</w:t>
      </w:r>
      <w:r>
        <w:t xml:space="preserve">, </w:t>
      </w:r>
      <w:r w:rsidR="008F7090" w:rsidRPr="003A0BBB">
        <w:t>Camille</w:t>
      </w:r>
      <w:r>
        <w:t xml:space="preserve">, </w:t>
      </w:r>
      <w:r w:rsidR="008F7090" w:rsidRPr="003A0BBB">
        <w:t>c</w:t>
      </w:r>
      <w:r>
        <w:t>’</w:t>
      </w:r>
      <w:r w:rsidR="008F7090" w:rsidRPr="003A0BBB">
        <w:t>est ridicule</w:t>
      </w:r>
      <w:r>
        <w:t xml:space="preserve">. </w:t>
      </w:r>
      <w:r w:rsidR="008F7090" w:rsidRPr="003A0BBB">
        <w:t>Voyons</w:t>
      </w:r>
      <w:r>
        <w:t> !</w:t>
      </w:r>
    </w:p>
    <w:p w14:paraId="0BC77A25" w14:textId="77777777" w:rsidR="003A6D8D" w:rsidRDefault="003A6D8D" w:rsidP="008F7090">
      <w:r>
        <w:t>— </w:t>
      </w:r>
      <w:r w:rsidR="008F7090" w:rsidRPr="003A0BBB">
        <w:t>Ce n</w:t>
      </w:r>
      <w:r>
        <w:t>’</w:t>
      </w:r>
      <w:r w:rsidR="008F7090" w:rsidRPr="003A0BBB">
        <w:t>est pas ridicule</w:t>
      </w:r>
      <w:r>
        <w:t xml:space="preserve">, </w:t>
      </w:r>
      <w:r w:rsidR="008F7090" w:rsidRPr="003A0BBB">
        <w:t>au contraire</w:t>
      </w:r>
      <w:r>
        <w:t xml:space="preserve">. </w:t>
      </w:r>
      <w:r w:rsidR="008F7090" w:rsidRPr="003A0BBB">
        <w:t>Tiens</w:t>
      </w:r>
      <w:r>
        <w:t xml:space="preserve">, </w:t>
      </w:r>
      <w:r w:rsidR="008F7090" w:rsidRPr="003A0BBB">
        <w:t>Franz</w:t>
      </w:r>
      <w:r>
        <w:t xml:space="preserve">, </w:t>
      </w:r>
      <w:r w:rsidR="008F7090" w:rsidRPr="003A0BBB">
        <w:t>regarde-la</w:t>
      </w:r>
      <w:r>
        <w:t xml:space="preserve">. </w:t>
      </w:r>
      <w:r w:rsidR="008F7090" w:rsidRPr="003A0BBB">
        <w:t>Est-elle gentille</w:t>
      </w:r>
      <w:r>
        <w:t xml:space="preserve">, </w:t>
      </w:r>
      <w:r w:rsidR="008F7090" w:rsidRPr="003A0BBB">
        <w:t>maintenant</w:t>
      </w:r>
      <w:r>
        <w:t xml:space="preserve"> ? </w:t>
      </w:r>
      <w:r w:rsidR="008F7090" w:rsidRPr="003A0BBB">
        <w:t>Et comme chapeau</w:t>
      </w:r>
      <w:r>
        <w:t xml:space="preserve">, </w:t>
      </w:r>
      <w:r w:rsidR="008F7090" w:rsidRPr="003A0BBB">
        <w:t>qu</w:t>
      </w:r>
      <w:r>
        <w:t>’</w:t>
      </w:r>
      <w:r w:rsidR="008F7090" w:rsidRPr="003A0BBB">
        <w:t>est-ce que tu vas mettre</w:t>
      </w:r>
      <w:r>
        <w:t> ?</w:t>
      </w:r>
    </w:p>
    <w:p w14:paraId="32AC6269" w14:textId="77777777" w:rsidR="003A6D8D" w:rsidRDefault="003A6D8D" w:rsidP="008F7090">
      <w:r>
        <w:t>— </w:t>
      </w:r>
      <w:r w:rsidR="008F7090" w:rsidRPr="003A0BBB">
        <w:t>J</w:t>
      </w:r>
      <w:r>
        <w:t>’</w:t>
      </w:r>
      <w:r w:rsidR="008F7090" w:rsidRPr="003A0BBB">
        <w:t>ai ma petite toque de velours gris</w:t>
      </w:r>
      <w:r>
        <w:t>.</w:t>
      </w:r>
    </w:p>
    <w:p w14:paraId="5F7F5B8B" w14:textId="77777777" w:rsidR="003A6D8D" w:rsidRDefault="003A6D8D" w:rsidP="008F7090">
      <w:r>
        <w:lastRenderedPageBreak/>
        <w:t>— </w:t>
      </w:r>
      <w:r w:rsidR="008F7090" w:rsidRPr="003A0BBB">
        <w:t>Du velours</w:t>
      </w:r>
      <w:r>
        <w:t xml:space="preserve">, </w:t>
      </w:r>
      <w:r w:rsidR="008F7090" w:rsidRPr="003A0BBB">
        <w:t>avec du jersey</w:t>
      </w:r>
      <w:r>
        <w:t xml:space="preserve"> ? </w:t>
      </w:r>
      <w:r w:rsidR="008F7090" w:rsidRPr="003A0BBB">
        <w:t>Pourquoi pas de l</w:t>
      </w:r>
      <w:r>
        <w:t>’</w:t>
      </w:r>
      <w:r w:rsidR="008F7090" w:rsidRPr="003A0BBB">
        <w:t>étoffe à chasubles</w:t>
      </w:r>
      <w:r>
        <w:t xml:space="preserve"> ! </w:t>
      </w:r>
      <w:r w:rsidR="008F7090" w:rsidRPr="003A0BBB">
        <w:t>Attends un peu</w:t>
      </w:r>
      <w:r>
        <w:t xml:space="preserve">, </w:t>
      </w:r>
      <w:r w:rsidR="008F7090" w:rsidRPr="003A0BBB">
        <w:t>on va t</w:t>
      </w:r>
      <w:r>
        <w:t>’</w:t>
      </w:r>
      <w:r w:rsidR="008F7090" w:rsidRPr="003A0BBB">
        <w:t>arranger ça</w:t>
      </w:r>
      <w:r>
        <w:t xml:space="preserve">. </w:t>
      </w:r>
      <w:r w:rsidR="008F7090" w:rsidRPr="003A0BBB">
        <w:t>L</w:t>
      </w:r>
      <w:r>
        <w:t>’</w:t>
      </w:r>
      <w:r w:rsidR="008F7090" w:rsidRPr="003A0BBB">
        <w:t>autre jour</w:t>
      </w:r>
      <w:r>
        <w:t xml:space="preserve">, </w:t>
      </w:r>
      <w:r w:rsidR="008F7090" w:rsidRPr="003A0BBB">
        <w:t>quand nous sommes passés au Mont-Dore</w:t>
      </w:r>
      <w:r>
        <w:t xml:space="preserve">, </w:t>
      </w:r>
      <w:r w:rsidR="008F7090" w:rsidRPr="003A0BBB">
        <w:t>j</w:t>
      </w:r>
      <w:r>
        <w:t>’</w:t>
      </w:r>
      <w:r w:rsidR="008F7090" w:rsidRPr="003A0BBB">
        <w:t>ai vu à une devanture un charmant bibi de feutre mauve</w:t>
      </w:r>
      <w:r>
        <w:t xml:space="preserve">. </w:t>
      </w:r>
      <w:r w:rsidR="008F7090" w:rsidRPr="003A0BBB">
        <w:t>J</w:t>
      </w:r>
      <w:r>
        <w:t>’</w:t>
      </w:r>
      <w:r w:rsidR="008F7090" w:rsidRPr="003A0BBB">
        <w:t>ai pensé qu</w:t>
      </w:r>
      <w:r>
        <w:t>’</w:t>
      </w:r>
      <w:r w:rsidR="008F7090" w:rsidRPr="003A0BBB">
        <w:t>il t</w:t>
      </w:r>
      <w:r>
        <w:t>’</w:t>
      </w:r>
      <w:r w:rsidR="008F7090" w:rsidRPr="003A0BBB">
        <w:t>irait très bien</w:t>
      </w:r>
      <w:r>
        <w:t xml:space="preserve">. </w:t>
      </w:r>
      <w:r w:rsidR="008F7090" w:rsidRPr="003A0BBB">
        <w:t>Nous retournerons au Mont-Dore cette semaine</w:t>
      </w:r>
      <w:r>
        <w:t xml:space="preserve">, </w:t>
      </w:r>
      <w:r w:rsidR="008F7090" w:rsidRPr="003A0BBB">
        <w:t>et si le bibi est vendu</w:t>
      </w:r>
      <w:r>
        <w:t xml:space="preserve">, </w:t>
      </w:r>
      <w:r w:rsidR="008F7090" w:rsidRPr="003A0BBB">
        <w:t>on découvrira bien son frère</w:t>
      </w:r>
      <w:r>
        <w:t xml:space="preserve">. </w:t>
      </w:r>
      <w:r w:rsidR="008F7090" w:rsidRPr="003A0BBB">
        <w:t>C</w:t>
      </w:r>
      <w:r>
        <w:t>’</w:t>
      </w:r>
      <w:r w:rsidR="008F7090" w:rsidRPr="003A0BBB">
        <w:t>est dit</w:t>
      </w:r>
      <w:r>
        <w:t xml:space="preserve">. </w:t>
      </w:r>
      <w:r w:rsidR="008F7090" w:rsidRPr="003A0BBB">
        <w:t>Tais-toi</w:t>
      </w:r>
      <w:r>
        <w:t xml:space="preserve"> ! </w:t>
      </w:r>
      <w:r w:rsidR="008F7090" w:rsidRPr="003A0BBB">
        <w:t>sur cette question</w:t>
      </w:r>
      <w:r>
        <w:t xml:space="preserve">, </w:t>
      </w:r>
      <w:r w:rsidR="008F7090" w:rsidRPr="003A0BBB">
        <w:t>tu n</w:t>
      </w:r>
      <w:r>
        <w:t>’</w:t>
      </w:r>
      <w:r w:rsidR="008F7090" w:rsidRPr="003A0BBB">
        <w:t>as pas voix au chapitre</w:t>
      </w:r>
      <w:r>
        <w:t xml:space="preserve">. </w:t>
      </w:r>
      <w:r w:rsidR="008F7090" w:rsidRPr="003A0BBB">
        <w:t>Enfin</w:t>
      </w:r>
      <w:r>
        <w:t xml:space="preserve">, </w:t>
      </w:r>
      <w:r w:rsidR="008F7090" w:rsidRPr="003A0BBB">
        <w:t>un bon point pour ta robe</w:t>
      </w:r>
      <w:r>
        <w:t xml:space="preserve">. </w:t>
      </w:r>
      <w:r w:rsidR="008F7090" w:rsidRPr="003A0BBB">
        <w:t>Elle n</w:t>
      </w:r>
      <w:r>
        <w:t>’</w:t>
      </w:r>
      <w:r w:rsidR="008F7090" w:rsidRPr="003A0BBB">
        <w:t>est pas mal du tout</w:t>
      </w:r>
      <w:r>
        <w:t xml:space="preserve">. </w:t>
      </w:r>
      <w:r w:rsidR="008F7090" w:rsidRPr="003A0BBB">
        <w:t>Où l</w:t>
      </w:r>
      <w:r>
        <w:t>’</w:t>
      </w:r>
      <w:r w:rsidR="008F7090" w:rsidRPr="003A0BBB">
        <w:t>as-tu trouvée</w:t>
      </w:r>
      <w:r>
        <w:t> ?</w:t>
      </w:r>
    </w:p>
    <w:p w14:paraId="5EFDBF64" w14:textId="77777777" w:rsidR="003A6D8D" w:rsidRDefault="003A6D8D" w:rsidP="008F7090">
      <w:r>
        <w:t>— </w:t>
      </w:r>
      <w:r w:rsidR="008F7090" w:rsidRPr="003A0BBB">
        <w:t>C</w:t>
      </w:r>
      <w:r>
        <w:t>’</w:t>
      </w:r>
      <w:r w:rsidR="008F7090" w:rsidRPr="003A0BBB">
        <w:t>est moi qui l</w:t>
      </w:r>
      <w:r>
        <w:t>’</w:t>
      </w:r>
      <w:r w:rsidR="008F7090" w:rsidRPr="003A0BBB">
        <w:t>ai faite</w:t>
      </w:r>
      <w:r>
        <w:t>.</w:t>
      </w:r>
    </w:p>
    <w:p w14:paraId="05DB0E23" w14:textId="77777777" w:rsidR="003A6D8D" w:rsidRDefault="003A6D8D" w:rsidP="008F7090">
      <w:r>
        <w:t>— </w:t>
      </w:r>
      <w:r w:rsidR="008F7090" w:rsidRPr="003A0BBB">
        <w:t>Eh bien</w:t>
      </w:r>
      <w:r>
        <w:t xml:space="preserve">, </w:t>
      </w:r>
      <w:r w:rsidR="008F7090" w:rsidRPr="003A0BBB">
        <w:t>ça prouve que tu as le sens de la ligne</w:t>
      </w:r>
      <w:r>
        <w:t xml:space="preserve">, </w:t>
      </w:r>
      <w:r w:rsidR="008F7090" w:rsidRPr="003A0BBB">
        <w:t>et que</w:t>
      </w:r>
      <w:r>
        <w:t xml:space="preserve">, </w:t>
      </w:r>
      <w:r w:rsidR="008F7090" w:rsidRPr="003A0BBB">
        <w:t>lorsque tu te masques</w:t>
      </w:r>
      <w:r>
        <w:t xml:space="preserve">, </w:t>
      </w:r>
      <w:r w:rsidR="008F7090" w:rsidRPr="003A0BBB">
        <w:t>c</w:t>
      </w:r>
      <w:r>
        <w:t>’</w:t>
      </w:r>
      <w:r w:rsidR="008F7090" w:rsidRPr="003A0BBB">
        <w:t>est que tu le veux bien</w:t>
      </w:r>
      <w:r>
        <w:t xml:space="preserve">. </w:t>
      </w:r>
      <w:r w:rsidR="008F7090" w:rsidRPr="003A0BBB">
        <w:t>Quand l</w:t>
      </w:r>
      <w:r>
        <w:t>’</w:t>
      </w:r>
      <w:r w:rsidR="008F7090" w:rsidRPr="003A0BBB">
        <w:t>as-tu faite</w:t>
      </w:r>
      <w:r>
        <w:t> ?</w:t>
      </w:r>
    </w:p>
    <w:p w14:paraId="5EAB138A" w14:textId="77777777" w:rsidR="003A6D8D" w:rsidRDefault="003A6D8D" w:rsidP="008F7090">
      <w:r>
        <w:t>— </w:t>
      </w:r>
      <w:r w:rsidR="008F7090" w:rsidRPr="003A0BBB">
        <w:t>J</w:t>
      </w:r>
      <w:r>
        <w:t>’</w:t>
      </w:r>
      <w:r w:rsidR="008F7090" w:rsidRPr="003A0BBB">
        <w:t>ai eu tout mon temps</w:t>
      </w:r>
      <w:r>
        <w:t xml:space="preserve">. </w:t>
      </w:r>
      <w:r w:rsidR="008F7090" w:rsidRPr="003A0BBB">
        <w:t>Pendant que Franz et toi vous travaillez</w:t>
      </w:r>
      <w:r>
        <w:t>.</w:t>
      </w:r>
    </w:p>
    <w:p w14:paraId="42D3A950" w14:textId="77777777" w:rsidR="003A6D8D" w:rsidRDefault="003A6D8D" w:rsidP="008F7090">
      <w:r>
        <w:t>— </w:t>
      </w:r>
      <w:r w:rsidR="008F7090" w:rsidRPr="003A0BBB">
        <w:t>Ça</w:t>
      </w:r>
      <w:r>
        <w:t xml:space="preserve">, </w:t>
      </w:r>
      <w:r w:rsidR="008F7090" w:rsidRPr="003A0BBB">
        <w:t>Franz</w:t>
      </w:r>
      <w:r>
        <w:t xml:space="preserve">, </w:t>
      </w:r>
      <w:r w:rsidR="008F7090" w:rsidRPr="003A0BBB">
        <w:t>mon enfant</w:t>
      </w:r>
      <w:r>
        <w:t xml:space="preserve">, </w:t>
      </w:r>
      <w:r w:rsidR="008F7090" w:rsidRPr="003A0BBB">
        <w:t>c</w:t>
      </w:r>
      <w:r>
        <w:t>’</w:t>
      </w:r>
      <w:r w:rsidR="008F7090" w:rsidRPr="003A0BBB">
        <w:t>est une pierre dans notre jardin</w:t>
      </w:r>
      <w:r>
        <w:t xml:space="preserve">. </w:t>
      </w:r>
      <w:r w:rsidR="008F7090" w:rsidRPr="003A0BBB">
        <w:t>Nous te demandons pardon</w:t>
      </w:r>
      <w:r>
        <w:t xml:space="preserve">, </w:t>
      </w:r>
      <w:r w:rsidR="008F7090" w:rsidRPr="003A0BBB">
        <w:t>ma pauvre maman</w:t>
      </w:r>
      <w:r>
        <w:t xml:space="preserve">. </w:t>
      </w:r>
      <w:r w:rsidR="008F7090" w:rsidRPr="003A0BBB">
        <w:t>Mais Franz</w:t>
      </w:r>
      <w:r>
        <w:t xml:space="preserve">, </w:t>
      </w:r>
      <w:r w:rsidR="008F7090" w:rsidRPr="003A0BBB">
        <w:t>tu le sais</w:t>
      </w:r>
      <w:r>
        <w:t xml:space="preserve">, </w:t>
      </w:r>
      <w:r w:rsidR="008F7090" w:rsidRPr="003A0BBB">
        <w:t>ne peut pas rester inactif</w:t>
      </w:r>
      <w:r>
        <w:t xml:space="preserve">. </w:t>
      </w:r>
      <w:r w:rsidR="008F7090" w:rsidRPr="003A0BBB">
        <w:t>Et tu penses bien qu</w:t>
      </w:r>
      <w:r>
        <w:t>’</w:t>
      </w:r>
      <w:r w:rsidR="008F7090" w:rsidRPr="003A0BBB">
        <w:t>une auto comme la sienne ne se fait pas toute seule</w:t>
      </w:r>
      <w:r>
        <w:t>.</w:t>
      </w:r>
    </w:p>
    <w:p w14:paraId="768357DD" w14:textId="77777777" w:rsidR="003A6D8D" w:rsidRDefault="003A6D8D" w:rsidP="008F7090">
      <w:r>
        <w:t>— </w:t>
      </w:r>
      <w:r w:rsidR="008F7090" w:rsidRPr="003A0BBB">
        <w:t>Encore cette auto</w:t>
      </w:r>
      <w:r>
        <w:t xml:space="preserve"> ! </w:t>
      </w:r>
      <w:r w:rsidR="008F7090" w:rsidRPr="003A0BBB">
        <w:t>C</w:t>
      </w:r>
      <w:r>
        <w:t>’</w:t>
      </w:r>
      <w:r w:rsidR="008F7090" w:rsidRPr="003A0BBB">
        <w:t>est vraiment la personne la plus choyée de Maguelonne</w:t>
      </w:r>
      <w:r>
        <w:t xml:space="preserve">. </w:t>
      </w:r>
      <w:r w:rsidR="008F7090" w:rsidRPr="003A0BBB">
        <w:t>Mais qu</w:t>
      </w:r>
      <w:r>
        <w:t>’</w:t>
      </w:r>
      <w:r w:rsidR="008F7090" w:rsidRPr="003A0BBB">
        <w:t>est-ce qui peut bien lui manquer encore</w:t>
      </w:r>
      <w:r>
        <w:t xml:space="preserve">, </w:t>
      </w:r>
      <w:r w:rsidR="008F7090" w:rsidRPr="003A0BBB">
        <w:t>à votre voiture</w:t>
      </w:r>
      <w:r>
        <w:t xml:space="preserve"> ? </w:t>
      </w:r>
      <w:r w:rsidR="008F7090" w:rsidRPr="003A0BBB">
        <w:t>Elle dépasse toutes celles que nous rencontrons</w:t>
      </w:r>
      <w:r>
        <w:t xml:space="preserve">, </w:t>
      </w:r>
      <w:r w:rsidR="008F7090" w:rsidRPr="003A0BBB">
        <w:t>le temps de les apercevoir</w:t>
      </w:r>
      <w:r>
        <w:t>.</w:t>
      </w:r>
    </w:p>
    <w:p w14:paraId="3D3F29BB" w14:textId="77777777" w:rsidR="003A6D8D" w:rsidRDefault="003A6D8D" w:rsidP="008F7090">
      <w:r>
        <w:t>— </w:t>
      </w:r>
      <w:r w:rsidR="008F7090" w:rsidRPr="003A0BBB">
        <w:t>Ce qui lui manque</w:t>
      </w:r>
      <w:r>
        <w:t xml:space="preserve"> ? </w:t>
      </w:r>
      <w:r w:rsidR="008F7090" w:rsidRPr="003A0BBB">
        <w:t>Mais encore des foules de choses</w:t>
      </w:r>
      <w:r>
        <w:t xml:space="preserve">, </w:t>
      </w:r>
      <w:r w:rsidR="008F7090" w:rsidRPr="003A0BBB">
        <w:t>maman</w:t>
      </w:r>
      <w:r>
        <w:t xml:space="preserve">. </w:t>
      </w:r>
      <w:r w:rsidR="008F7090" w:rsidRPr="003A0BBB">
        <w:t>Tiens</w:t>
      </w:r>
      <w:r>
        <w:t xml:space="preserve">, </w:t>
      </w:r>
      <w:r w:rsidR="008F7090" w:rsidRPr="003A0BBB">
        <w:t>je vais t</w:t>
      </w:r>
      <w:r>
        <w:t>’</w:t>
      </w:r>
      <w:r w:rsidR="008F7090" w:rsidRPr="003A0BBB">
        <w:t>expliquer</w:t>
      </w:r>
      <w:r>
        <w:t>…</w:t>
      </w:r>
    </w:p>
    <w:p w14:paraId="59360EE2" w14:textId="77777777" w:rsidR="003A6D8D" w:rsidRDefault="003A6D8D" w:rsidP="008F7090">
      <w:r>
        <w:t>— </w:t>
      </w:r>
      <w:r w:rsidR="008F7090" w:rsidRPr="003A0BBB">
        <w:t>Ma petite fille</w:t>
      </w:r>
      <w:r>
        <w:t xml:space="preserve">, </w:t>
      </w:r>
      <w:r w:rsidR="008F7090" w:rsidRPr="003A0BBB">
        <w:t>tu sais bien que c</w:t>
      </w:r>
      <w:r>
        <w:t>’</w:t>
      </w:r>
      <w:r w:rsidR="008F7090" w:rsidRPr="003A0BBB">
        <w:t>est inutile</w:t>
      </w:r>
      <w:r>
        <w:t xml:space="preserve">. </w:t>
      </w:r>
      <w:r w:rsidR="008F7090" w:rsidRPr="003A0BBB">
        <w:t>Voilà vingt fois que tu as essayé</w:t>
      </w:r>
      <w:r>
        <w:t xml:space="preserve">. </w:t>
      </w:r>
      <w:r w:rsidR="008F7090" w:rsidRPr="003A0BBB">
        <w:t>Je ne comprends pas</w:t>
      </w:r>
      <w:r>
        <w:t>.</w:t>
      </w:r>
    </w:p>
    <w:p w14:paraId="545057B9" w14:textId="77777777" w:rsidR="003A6D8D" w:rsidRDefault="003A6D8D" w:rsidP="008F7090">
      <w:r>
        <w:t>— </w:t>
      </w:r>
      <w:r w:rsidR="008F7090" w:rsidRPr="003A0BBB">
        <w:t>C</w:t>
      </w:r>
      <w:r>
        <w:t>’</w:t>
      </w:r>
      <w:r w:rsidR="008F7090" w:rsidRPr="003A0BBB">
        <w:t>est parce que tu ne veux pas t</w:t>
      </w:r>
      <w:r>
        <w:t>’</w:t>
      </w:r>
      <w:r w:rsidR="008F7090" w:rsidRPr="003A0BBB">
        <w:t>en donner la peine</w:t>
      </w:r>
      <w:r>
        <w:t xml:space="preserve">. </w:t>
      </w:r>
      <w:r w:rsidR="008F7090" w:rsidRPr="003A0BBB">
        <w:t>Mais tu y arriveras</w:t>
      </w:r>
      <w:r>
        <w:t xml:space="preserve">, </w:t>
      </w:r>
      <w:r w:rsidR="008F7090" w:rsidRPr="003A0BBB">
        <w:t>saperlipopette</w:t>
      </w:r>
      <w:r>
        <w:t xml:space="preserve">. </w:t>
      </w:r>
      <w:r w:rsidR="008F7090" w:rsidRPr="003A0BBB">
        <w:t>Et puis</w:t>
      </w:r>
      <w:r>
        <w:t xml:space="preserve">, </w:t>
      </w:r>
      <w:r w:rsidR="008F7090" w:rsidRPr="003A0BBB">
        <w:t xml:space="preserve">ne fais pas celle </w:t>
      </w:r>
      <w:r w:rsidR="008F7090" w:rsidRPr="003A0BBB">
        <w:lastRenderedPageBreak/>
        <w:t>que ça n</w:t>
      </w:r>
      <w:r>
        <w:t>’</w:t>
      </w:r>
      <w:r w:rsidR="008F7090" w:rsidRPr="003A0BBB">
        <w:t>intéresse pas</w:t>
      </w:r>
      <w:r>
        <w:t xml:space="preserve">. </w:t>
      </w:r>
      <w:r w:rsidR="008F7090" w:rsidRPr="003A0BBB">
        <w:t>Nous savons bien qu</w:t>
      </w:r>
      <w:r>
        <w:t>’</w:t>
      </w:r>
      <w:r w:rsidR="008F7090" w:rsidRPr="003A0BBB">
        <w:t>elle t</w:t>
      </w:r>
      <w:r>
        <w:t>’</w:t>
      </w:r>
      <w:r w:rsidR="008F7090" w:rsidRPr="003A0BBB">
        <w:t>intrigue</w:t>
      </w:r>
      <w:r>
        <w:t xml:space="preserve">, </w:t>
      </w:r>
      <w:r w:rsidR="008F7090" w:rsidRPr="003A0BBB">
        <w:t>notre voiture</w:t>
      </w:r>
      <w:r>
        <w:t xml:space="preserve">. </w:t>
      </w:r>
      <w:r w:rsidR="008F7090" w:rsidRPr="003A0BBB">
        <w:t>La première fois que tu l</w:t>
      </w:r>
      <w:r>
        <w:t>’</w:t>
      </w:r>
      <w:r w:rsidR="008F7090" w:rsidRPr="003A0BBB">
        <w:t>as vue</w:t>
      </w:r>
      <w:r>
        <w:t xml:space="preserve">, </w:t>
      </w:r>
      <w:r w:rsidR="008F7090" w:rsidRPr="003A0BBB">
        <w:t>le jour de notre arrivée</w:t>
      </w:r>
      <w:r>
        <w:t xml:space="preserve">, </w:t>
      </w:r>
      <w:r w:rsidR="008F7090" w:rsidRPr="003A0BBB">
        <w:t>tu es tombée en arrêt devant</w:t>
      </w:r>
      <w:r>
        <w:t xml:space="preserve">. </w:t>
      </w:r>
      <w:r w:rsidR="008F7090" w:rsidRPr="003A0BBB">
        <w:t>Tu ne nous as même pas entendus venir</w:t>
      </w:r>
      <w:r>
        <w:t xml:space="preserve">, </w:t>
      </w:r>
      <w:r w:rsidR="008F7090" w:rsidRPr="003A0BBB">
        <w:t>tant on eût dit qu</w:t>
      </w:r>
      <w:r>
        <w:t>’</w:t>
      </w:r>
      <w:r w:rsidR="008F7090" w:rsidRPr="003A0BBB">
        <w:t>elle t</w:t>
      </w:r>
      <w:r>
        <w:t>’</w:t>
      </w:r>
      <w:r w:rsidR="008F7090" w:rsidRPr="003A0BBB">
        <w:t>hypnotisait</w:t>
      </w:r>
      <w:r>
        <w:t xml:space="preserve">. </w:t>
      </w:r>
      <w:r w:rsidR="008F7090" w:rsidRPr="003A0BBB">
        <w:t>C</w:t>
      </w:r>
      <w:r>
        <w:t>’</w:t>
      </w:r>
      <w:r w:rsidR="008F7090" w:rsidRPr="003A0BBB">
        <w:t>est seulement quand nous sommes là que tu fais semblant de la bouder</w:t>
      </w:r>
      <w:r>
        <w:t>.</w:t>
      </w:r>
    </w:p>
    <w:p w14:paraId="6EFB0558" w14:textId="77777777" w:rsidR="003A6D8D" w:rsidRDefault="003A6D8D" w:rsidP="008F7090">
      <w:r>
        <w:t>— </w:t>
      </w:r>
      <w:r w:rsidR="008F7090" w:rsidRPr="003A0BBB">
        <w:t>Camille</w:t>
      </w:r>
      <w:r>
        <w:t xml:space="preserve">, </w:t>
      </w:r>
      <w:r w:rsidR="008F7090" w:rsidRPr="003A0BBB">
        <w:t>je t</w:t>
      </w:r>
      <w:r>
        <w:t>’</w:t>
      </w:r>
      <w:r w:rsidR="008F7090" w:rsidRPr="003A0BBB">
        <w:t>assure que tu es parfaitement absurde</w:t>
      </w:r>
      <w:r>
        <w:t>.</w:t>
      </w:r>
    </w:p>
    <w:p w14:paraId="02F29B30" w14:textId="77777777" w:rsidR="003A6D8D" w:rsidRDefault="003A6D8D" w:rsidP="008F7090">
      <w:r>
        <w:t>— </w:t>
      </w:r>
      <w:r w:rsidR="008F7090" w:rsidRPr="003A0BBB">
        <w:t>Vraiment</w:t>
      </w:r>
      <w:r>
        <w:t xml:space="preserve"> ? </w:t>
      </w:r>
      <w:r w:rsidR="008F7090" w:rsidRPr="003A0BBB">
        <w:t>Eh bien</w:t>
      </w:r>
      <w:r>
        <w:t xml:space="preserve">, </w:t>
      </w:r>
      <w:r w:rsidR="008F7090" w:rsidRPr="003A0BBB">
        <w:t>nous allons voir</w:t>
      </w:r>
      <w:r>
        <w:t xml:space="preserve">. </w:t>
      </w:r>
      <w:r w:rsidR="008F7090" w:rsidRPr="003A0BBB">
        <w:t>Viens ici</w:t>
      </w:r>
      <w:r>
        <w:t xml:space="preserve">, </w:t>
      </w:r>
      <w:r w:rsidR="008F7090" w:rsidRPr="003A0BBB">
        <w:t>tout près</w:t>
      </w:r>
      <w:r>
        <w:t xml:space="preserve">. </w:t>
      </w:r>
      <w:r w:rsidR="008F7090" w:rsidRPr="003A0BBB">
        <w:t>Si tu ne comprends pas</w:t>
      </w:r>
      <w:r>
        <w:t xml:space="preserve">, </w:t>
      </w:r>
      <w:r w:rsidR="008F7090" w:rsidRPr="003A0BBB">
        <w:t>c</w:t>
      </w:r>
      <w:r>
        <w:t>’</w:t>
      </w:r>
      <w:r w:rsidR="008F7090" w:rsidRPr="003A0BBB">
        <w:t>est que tu y mettras de la mauvaise volonté</w:t>
      </w:r>
      <w:r>
        <w:t xml:space="preserve">. </w:t>
      </w:r>
      <w:r w:rsidR="008F7090" w:rsidRPr="003A0BBB">
        <w:t>Qu</w:t>
      </w:r>
      <w:r>
        <w:t>’</w:t>
      </w:r>
      <w:r w:rsidR="008F7090" w:rsidRPr="003A0BBB">
        <w:t>est-ce que c</w:t>
      </w:r>
      <w:r>
        <w:t>’</w:t>
      </w:r>
      <w:r w:rsidR="008F7090" w:rsidRPr="003A0BBB">
        <w:t>est que cela</w:t>
      </w:r>
      <w:r>
        <w:t xml:space="preserve">, </w:t>
      </w:r>
      <w:r w:rsidR="008F7090" w:rsidRPr="003A0BBB">
        <w:t>d</w:t>
      </w:r>
      <w:r>
        <w:t>’</w:t>
      </w:r>
      <w:r w:rsidR="008F7090" w:rsidRPr="003A0BBB">
        <w:t>abord</w:t>
      </w:r>
      <w:r>
        <w:t xml:space="preserve"> ? </w:t>
      </w:r>
      <w:r w:rsidR="008F7090" w:rsidRPr="003A0BBB">
        <w:t>Tu n</w:t>
      </w:r>
      <w:r>
        <w:t>’</w:t>
      </w:r>
      <w:r w:rsidR="008F7090" w:rsidRPr="003A0BBB">
        <w:t>as pas besoin de rire</w:t>
      </w:r>
      <w:r>
        <w:t>.</w:t>
      </w:r>
    </w:p>
    <w:p w14:paraId="765A931F" w14:textId="77777777" w:rsidR="003A6D8D" w:rsidRDefault="003A6D8D" w:rsidP="008F7090">
      <w:r>
        <w:t>— </w:t>
      </w:r>
      <w:r w:rsidR="008F7090" w:rsidRPr="003A0BBB">
        <w:t>Ce n</w:t>
      </w:r>
      <w:r>
        <w:t>’</w:t>
      </w:r>
      <w:r w:rsidR="008F7090" w:rsidRPr="003A0BBB">
        <w:t>est pas très difficile</w:t>
      </w:r>
      <w:r>
        <w:t xml:space="preserve">. </w:t>
      </w:r>
      <w:r w:rsidR="008F7090" w:rsidRPr="003A0BBB">
        <w:t>Ce sont les roues</w:t>
      </w:r>
      <w:r>
        <w:t>.</w:t>
      </w:r>
    </w:p>
    <w:p w14:paraId="0462A8BF" w14:textId="77777777" w:rsidR="003A6D8D" w:rsidRDefault="003A6D8D" w:rsidP="008F7090">
      <w:r>
        <w:t>— </w:t>
      </w:r>
      <w:r w:rsidR="008F7090" w:rsidRPr="003A0BBB">
        <w:t>Merci du renseignement</w:t>
      </w:r>
      <w:r>
        <w:t xml:space="preserve">. </w:t>
      </w:r>
      <w:r w:rsidR="008F7090" w:rsidRPr="003A0BBB">
        <w:t>Mais qu</w:t>
      </w:r>
      <w:r>
        <w:t>’</w:t>
      </w:r>
      <w:r w:rsidR="008F7090" w:rsidRPr="003A0BBB">
        <w:t>est-ce qu</w:t>
      </w:r>
      <w:r>
        <w:t>’</w:t>
      </w:r>
      <w:r w:rsidR="008F7090" w:rsidRPr="003A0BBB">
        <w:t>elles ont de particulier</w:t>
      </w:r>
      <w:r>
        <w:t xml:space="preserve">, </w:t>
      </w:r>
      <w:r w:rsidR="008F7090" w:rsidRPr="003A0BBB">
        <w:t>ces roues</w:t>
      </w:r>
      <w:r>
        <w:t> ?</w:t>
      </w:r>
    </w:p>
    <w:p w14:paraId="3831609C" w14:textId="77777777" w:rsidR="003A6D8D" w:rsidRDefault="003A6D8D" w:rsidP="008F7090">
      <w:r>
        <w:t>— </w:t>
      </w:r>
      <w:r w:rsidR="008F7090" w:rsidRPr="003A0BBB">
        <w:t>Tu me l</w:t>
      </w:r>
      <w:r>
        <w:t>’</w:t>
      </w:r>
      <w:r w:rsidR="008F7090" w:rsidRPr="003A0BBB">
        <w:t>as répété assez souvent</w:t>
      </w:r>
      <w:r>
        <w:t xml:space="preserve">. </w:t>
      </w:r>
      <w:r w:rsidR="008F7090" w:rsidRPr="003A0BBB">
        <w:t xml:space="preserve">Ce sont les roues </w:t>
      </w:r>
      <w:r w:rsidR="008F7090" w:rsidRPr="003A0BBB">
        <w:rPr>
          <w:i/>
          <w:iCs/>
        </w:rPr>
        <w:t>avant</w:t>
      </w:r>
      <w:r>
        <w:t xml:space="preserve">. </w:t>
      </w:r>
      <w:r w:rsidR="008F7090" w:rsidRPr="003A0BBB">
        <w:t>Tandis que</w:t>
      </w:r>
      <w:r>
        <w:t xml:space="preserve">, </w:t>
      </w:r>
      <w:r w:rsidR="008F7090" w:rsidRPr="003A0BBB">
        <w:t>dans les autres voitures</w:t>
      </w:r>
      <w:r>
        <w:t xml:space="preserve">, </w:t>
      </w:r>
      <w:r w:rsidR="008F7090" w:rsidRPr="003A0BBB">
        <w:t>les roues motrices sont à l</w:t>
      </w:r>
      <w:r>
        <w:t>’</w:t>
      </w:r>
      <w:r w:rsidR="008F7090" w:rsidRPr="003A0BBB">
        <w:t>arrière</w:t>
      </w:r>
      <w:r>
        <w:t xml:space="preserve">, </w:t>
      </w:r>
      <w:r w:rsidR="008F7090" w:rsidRPr="003A0BBB">
        <w:t xml:space="preserve">les roues </w:t>
      </w:r>
      <w:r w:rsidR="008F7090" w:rsidRPr="003A0BBB">
        <w:rPr>
          <w:i/>
          <w:iCs/>
        </w:rPr>
        <w:t>avant</w:t>
      </w:r>
      <w:r w:rsidR="008F7090" w:rsidRPr="003A0BBB">
        <w:t xml:space="preserve"> étant seulement directrices</w:t>
      </w:r>
      <w:r>
        <w:t xml:space="preserve">, </w:t>
      </w:r>
      <w:r w:rsidR="008F7090" w:rsidRPr="003A0BBB">
        <w:t>dans cette voiture les roues avant sont en même temps directrices et motrices</w:t>
      </w:r>
      <w:r>
        <w:t>.</w:t>
      </w:r>
    </w:p>
    <w:p w14:paraId="075C69DD" w14:textId="77777777" w:rsidR="003A6D8D" w:rsidRDefault="003A6D8D" w:rsidP="008F7090">
      <w:r>
        <w:t>— </w:t>
      </w:r>
      <w:r w:rsidR="008F7090" w:rsidRPr="003A0BBB">
        <w:t>Voilà qui est parfait</w:t>
      </w:r>
      <w:r>
        <w:t xml:space="preserve">. </w:t>
      </w:r>
      <w:r w:rsidR="008F7090" w:rsidRPr="003A0BBB">
        <w:t>Et l</w:t>
      </w:r>
      <w:r>
        <w:t>’</w:t>
      </w:r>
      <w:r w:rsidR="008F7090" w:rsidRPr="003A0BBB">
        <w:t>allumage</w:t>
      </w:r>
      <w:r>
        <w:t xml:space="preserve"> ? </w:t>
      </w:r>
      <w:r w:rsidR="008F7090" w:rsidRPr="003A0BBB">
        <w:t>Comment se fait-il</w:t>
      </w:r>
      <w:r>
        <w:t> ?</w:t>
      </w:r>
    </w:p>
    <w:p w14:paraId="22246EC7" w14:textId="77777777" w:rsidR="003A6D8D" w:rsidRDefault="003A6D8D" w:rsidP="008F7090">
      <w:r>
        <w:t>— </w:t>
      </w:r>
      <w:r w:rsidR="008F7090" w:rsidRPr="003A0BBB">
        <w:t>Camille</w:t>
      </w:r>
      <w:r>
        <w:t xml:space="preserve">, </w:t>
      </w:r>
      <w:r w:rsidR="008F7090" w:rsidRPr="003A0BBB">
        <w:t>je t</w:t>
      </w:r>
      <w:r>
        <w:t>’</w:t>
      </w:r>
      <w:r w:rsidR="008F7090" w:rsidRPr="003A0BBB">
        <w:t>en prie</w:t>
      </w:r>
      <w:r>
        <w:t xml:space="preserve">, </w:t>
      </w:r>
      <w:r w:rsidR="008F7090" w:rsidRPr="003A0BBB">
        <w:t>n</w:t>
      </w:r>
      <w:r>
        <w:t>’</w:t>
      </w:r>
      <w:r w:rsidR="008F7090" w:rsidRPr="003A0BBB">
        <w:t>importune pas ta mère</w:t>
      </w:r>
      <w:r>
        <w:t>.</w:t>
      </w:r>
    </w:p>
    <w:p w14:paraId="12B19DA2" w14:textId="77777777" w:rsidR="003A6D8D" w:rsidRDefault="003A6D8D" w:rsidP="008F7090">
      <w:r>
        <w:t>— </w:t>
      </w:r>
      <w:r w:rsidR="008F7090" w:rsidRPr="003A0BBB">
        <w:t>Laisse-moi tranquille</w:t>
      </w:r>
      <w:r>
        <w:t xml:space="preserve">, </w:t>
      </w:r>
      <w:r w:rsidR="008F7090" w:rsidRPr="003A0BBB">
        <w:t>toi</w:t>
      </w:r>
      <w:r>
        <w:t xml:space="preserve">. </w:t>
      </w:r>
      <w:r w:rsidR="008F7090" w:rsidRPr="003A0BBB">
        <w:t>Tu vois bien qu</w:t>
      </w:r>
      <w:r>
        <w:t>’</w:t>
      </w:r>
      <w:r w:rsidR="008F7090" w:rsidRPr="003A0BBB">
        <w:t>elle ne demande qu</w:t>
      </w:r>
      <w:r>
        <w:t>’</w:t>
      </w:r>
      <w:r w:rsidR="008F7090" w:rsidRPr="003A0BBB">
        <w:t>à apprendre</w:t>
      </w:r>
      <w:r>
        <w:t xml:space="preserve">. </w:t>
      </w:r>
      <w:r w:rsidR="008F7090" w:rsidRPr="003A0BBB">
        <w:t>C</w:t>
      </w:r>
      <w:r>
        <w:t>’</w:t>
      </w:r>
      <w:r w:rsidR="008F7090" w:rsidRPr="003A0BBB">
        <w:t>est un allumage par étincelle à haute fréquence</w:t>
      </w:r>
      <w:r>
        <w:t xml:space="preserve">, </w:t>
      </w:r>
      <w:r w:rsidR="008F7090" w:rsidRPr="003A0BBB">
        <w:t>système Lodge</w:t>
      </w:r>
      <w:r>
        <w:t xml:space="preserve">. </w:t>
      </w:r>
      <w:r w:rsidR="008F7090" w:rsidRPr="003A0BBB">
        <w:t>On ne l</w:t>
      </w:r>
      <w:r>
        <w:t>’</w:t>
      </w:r>
      <w:r w:rsidR="008F7090" w:rsidRPr="003A0BBB">
        <w:t>employait jusqu</w:t>
      </w:r>
      <w:r>
        <w:t>’</w:t>
      </w:r>
      <w:r w:rsidR="008F7090" w:rsidRPr="003A0BBB">
        <w:t>ici que pour les moteurs à gaz extra-puissants</w:t>
      </w:r>
      <w:r>
        <w:t xml:space="preserve">. </w:t>
      </w:r>
      <w:r w:rsidR="008F7090" w:rsidRPr="003A0BBB">
        <w:t>Franz a eu</w:t>
      </w:r>
      <w:r>
        <w:t xml:space="preserve">, </w:t>
      </w:r>
      <w:r w:rsidR="008F7090" w:rsidRPr="003A0BBB">
        <w:t>le premier</w:t>
      </w:r>
      <w:r>
        <w:t xml:space="preserve">, </w:t>
      </w:r>
      <w:r w:rsidR="008F7090" w:rsidRPr="003A0BBB">
        <w:t>l</w:t>
      </w:r>
      <w:r>
        <w:t>’</w:t>
      </w:r>
      <w:r w:rsidR="008F7090" w:rsidRPr="003A0BBB">
        <w:t>idée de l</w:t>
      </w:r>
      <w:r>
        <w:t>’</w:t>
      </w:r>
      <w:r w:rsidR="008F7090" w:rsidRPr="003A0BBB">
        <w:t>adapter à une voiture</w:t>
      </w:r>
      <w:r>
        <w:t xml:space="preserve">. </w:t>
      </w:r>
      <w:r w:rsidR="008F7090" w:rsidRPr="003A0BBB">
        <w:t>Le moteur</w:t>
      </w:r>
      <w:r>
        <w:t xml:space="preserve">, </w:t>
      </w:r>
      <w:r w:rsidR="008F7090" w:rsidRPr="003A0BBB">
        <w:t>je n</w:t>
      </w:r>
      <w:r>
        <w:t>’</w:t>
      </w:r>
      <w:r w:rsidR="008F7090" w:rsidRPr="003A0BBB">
        <w:t>en parle pas</w:t>
      </w:r>
      <w:r>
        <w:t xml:space="preserve">. </w:t>
      </w:r>
      <w:r w:rsidR="008F7090" w:rsidRPr="003A0BBB">
        <w:t>Il est à l</w:t>
      </w:r>
      <w:r>
        <w:t>’</w:t>
      </w:r>
      <w:r w:rsidR="008F7090" w:rsidRPr="003A0BBB">
        <w:t>arrière</w:t>
      </w:r>
      <w:r>
        <w:t xml:space="preserve">. </w:t>
      </w:r>
      <w:r w:rsidR="008F7090" w:rsidRPr="003A0BBB">
        <w:t>Tu sais que c</w:t>
      </w:r>
      <w:r>
        <w:t>’</w:t>
      </w:r>
      <w:r w:rsidR="008F7090" w:rsidRPr="003A0BBB">
        <w:t>est la particularité essentielle</w:t>
      </w:r>
      <w:r>
        <w:t xml:space="preserve">. </w:t>
      </w:r>
      <w:r w:rsidR="008F7090" w:rsidRPr="003A0BBB">
        <w:t>Huit cylindres</w:t>
      </w:r>
      <w:r>
        <w:t xml:space="preserve">, </w:t>
      </w:r>
      <w:r w:rsidR="008F7090" w:rsidRPr="003A0BBB">
        <w:t xml:space="preserve">deux arbres à cames attaquant </w:t>
      </w:r>
      <w:r w:rsidR="008F7090" w:rsidRPr="003A0BBB">
        <w:lastRenderedPageBreak/>
        <w:t>directement l</w:t>
      </w:r>
      <w:r>
        <w:t>’</w:t>
      </w:r>
      <w:r w:rsidR="008F7090" w:rsidRPr="003A0BBB">
        <w:t>un les soupapes d</w:t>
      </w:r>
      <w:r>
        <w:t>’</w:t>
      </w:r>
      <w:r w:rsidR="008F7090" w:rsidRPr="003A0BBB">
        <w:t>admission</w:t>
      </w:r>
      <w:r>
        <w:t xml:space="preserve">, </w:t>
      </w:r>
      <w:r w:rsidR="008F7090" w:rsidRPr="003A0BBB">
        <w:t>l</w:t>
      </w:r>
      <w:r>
        <w:t>’</w:t>
      </w:r>
      <w:r w:rsidR="008F7090" w:rsidRPr="003A0BBB">
        <w:t>autre les soupapes d</w:t>
      </w:r>
      <w:r>
        <w:t>’</w:t>
      </w:r>
      <w:r w:rsidR="008F7090" w:rsidRPr="003A0BBB">
        <w:t>échappement</w:t>
      </w:r>
      <w:r>
        <w:t xml:space="preserve">. </w:t>
      </w:r>
      <w:r w:rsidR="008F7090" w:rsidRPr="003A0BBB">
        <w:t>Ça</w:t>
      </w:r>
      <w:r>
        <w:t xml:space="preserve">, </w:t>
      </w:r>
      <w:r w:rsidR="008F7090" w:rsidRPr="003A0BBB">
        <w:t>je comprends que ce soit légèrement de l</w:t>
      </w:r>
      <w:r>
        <w:t>’</w:t>
      </w:r>
      <w:r w:rsidR="008F7090" w:rsidRPr="003A0BBB">
        <w:t>hébreu pour toi</w:t>
      </w:r>
      <w:r>
        <w:t xml:space="preserve">. </w:t>
      </w:r>
      <w:r w:rsidR="008F7090" w:rsidRPr="003A0BBB">
        <w:t>Mais les vitesses</w:t>
      </w:r>
      <w:r>
        <w:t xml:space="preserve">, </w:t>
      </w:r>
      <w:r w:rsidR="008F7090" w:rsidRPr="003A0BBB">
        <w:t>je pense que tu peux me dire combien il y en a</w:t>
      </w:r>
      <w:r>
        <w:t> ?</w:t>
      </w:r>
    </w:p>
    <w:p w14:paraId="677CEE1D" w14:textId="77777777" w:rsidR="003A6D8D" w:rsidRDefault="003A6D8D" w:rsidP="008F7090">
      <w:r>
        <w:t>— </w:t>
      </w:r>
      <w:r w:rsidR="008F7090" w:rsidRPr="003A0BBB">
        <w:t>Quatre vitesses avant</w:t>
      </w:r>
      <w:r>
        <w:t xml:space="preserve">, </w:t>
      </w:r>
      <w:r w:rsidR="008F7090" w:rsidRPr="003A0BBB">
        <w:t>une arrière</w:t>
      </w:r>
      <w:r>
        <w:t>.</w:t>
      </w:r>
    </w:p>
    <w:p w14:paraId="11394702" w14:textId="77777777" w:rsidR="003A6D8D" w:rsidRDefault="003A6D8D" w:rsidP="008F7090">
      <w:r>
        <w:t>— </w:t>
      </w:r>
      <w:r w:rsidR="008F7090" w:rsidRPr="003A0BBB">
        <w:t>Comment change-t-on de vitesse</w:t>
      </w:r>
      <w:r>
        <w:t> ?</w:t>
      </w:r>
    </w:p>
    <w:p w14:paraId="2828396C" w14:textId="77777777" w:rsidR="003A6D8D" w:rsidRDefault="003A6D8D" w:rsidP="008F7090">
      <w:r>
        <w:t>— </w:t>
      </w:r>
      <w:r w:rsidR="008F7090" w:rsidRPr="003A0BBB">
        <w:t>Comment on change</w:t>
      </w:r>
      <w:r>
        <w:t> ?…</w:t>
      </w:r>
    </w:p>
    <w:p w14:paraId="02798926" w14:textId="77777777" w:rsidR="003A6D8D" w:rsidRDefault="003A6D8D" w:rsidP="008F7090">
      <w:r>
        <w:t>— </w:t>
      </w:r>
      <w:r w:rsidR="008F7090" w:rsidRPr="003A0BBB">
        <w:t>Oui</w:t>
      </w:r>
      <w:r>
        <w:t xml:space="preserve">. </w:t>
      </w:r>
      <w:r w:rsidR="008F7090" w:rsidRPr="003A0BBB">
        <w:t>Regarde</w:t>
      </w:r>
      <w:r>
        <w:t xml:space="preserve">. </w:t>
      </w:r>
      <w:r w:rsidR="008F7090" w:rsidRPr="003A0BBB">
        <w:t>Ça n</w:t>
      </w:r>
      <w:r>
        <w:t>’</w:t>
      </w:r>
      <w:r w:rsidR="008F7090" w:rsidRPr="003A0BBB">
        <w:t>est pas difficile</w:t>
      </w:r>
      <w:r>
        <w:t xml:space="preserve">. </w:t>
      </w:r>
      <w:r w:rsidR="008F7090" w:rsidRPr="003A0BBB">
        <w:t>Voici une manette placée sur le volant de direction</w:t>
      </w:r>
      <w:r>
        <w:t xml:space="preserve">. </w:t>
      </w:r>
      <w:r w:rsidR="008F7090" w:rsidRPr="003A0BBB">
        <w:t>Elle commande un servo-moteur électrique</w:t>
      </w:r>
      <w:r>
        <w:t xml:space="preserve">. </w:t>
      </w:r>
      <w:r w:rsidR="008F7090" w:rsidRPr="003A0BBB">
        <w:t>C</w:t>
      </w:r>
      <w:r>
        <w:t>’</w:t>
      </w:r>
      <w:r w:rsidR="008F7090" w:rsidRPr="003A0BBB">
        <w:t>est lui qui manœuvre les trains baladeurs de la boîte de changement</w:t>
      </w:r>
      <w:r>
        <w:t>.</w:t>
      </w:r>
    </w:p>
    <w:p w14:paraId="10A04373" w14:textId="77777777" w:rsidR="003A6D8D" w:rsidRDefault="003A6D8D" w:rsidP="008F7090">
      <w:r>
        <w:t>— </w:t>
      </w:r>
      <w:r w:rsidR="008F7090" w:rsidRPr="003A0BBB">
        <w:t>Camille</w:t>
      </w:r>
      <w:r>
        <w:t xml:space="preserve">, </w:t>
      </w:r>
      <w:r w:rsidR="008F7090" w:rsidRPr="003A0BBB">
        <w:t>je t</w:t>
      </w:r>
      <w:r>
        <w:t>’</w:t>
      </w:r>
      <w:r w:rsidR="008F7090" w:rsidRPr="003A0BBB">
        <w:t>assure que ces détails-là me dépassent</w:t>
      </w:r>
      <w:r>
        <w:t>.</w:t>
      </w:r>
    </w:p>
    <w:p w14:paraId="469B54B1" w14:textId="77777777" w:rsidR="003A6D8D" w:rsidRDefault="003A6D8D" w:rsidP="008F7090">
      <w:r>
        <w:t>— </w:t>
      </w:r>
      <w:r w:rsidR="008F7090" w:rsidRPr="003A0BBB">
        <w:t>Bon</w:t>
      </w:r>
      <w:r>
        <w:t xml:space="preserve">. </w:t>
      </w:r>
      <w:r w:rsidR="008F7090" w:rsidRPr="003A0BBB">
        <w:t>Qu</w:t>
      </w:r>
      <w:r>
        <w:t>’</w:t>
      </w:r>
      <w:r w:rsidR="008F7090" w:rsidRPr="003A0BBB">
        <w:t>il te suffise pour le moment de savoir que</w:t>
      </w:r>
      <w:r>
        <w:t xml:space="preserve">, </w:t>
      </w:r>
      <w:r w:rsidR="008F7090" w:rsidRPr="003A0BBB">
        <w:t>le levier ordinaire de changement de vitesse étant ainsi supprimé</w:t>
      </w:r>
      <w:r>
        <w:t xml:space="preserve">, </w:t>
      </w:r>
      <w:r w:rsidR="008F7090" w:rsidRPr="003A0BBB">
        <w:t>la conduite de la voiture devient extrêmement facile</w:t>
      </w:r>
      <w:r>
        <w:t xml:space="preserve">. </w:t>
      </w:r>
      <w:r w:rsidR="008F7090" w:rsidRPr="003A0BBB">
        <w:t>Autre chose</w:t>
      </w:r>
      <w:r>
        <w:t xml:space="preserve">. </w:t>
      </w:r>
      <w:r w:rsidR="008F7090" w:rsidRPr="003A0BBB">
        <w:t>Qu</w:t>
      </w:r>
      <w:r>
        <w:t>’</w:t>
      </w:r>
      <w:r w:rsidR="008F7090" w:rsidRPr="003A0BBB">
        <w:t>est-ce que c</w:t>
      </w:r>
      <w:r>
        <w:t>’</w:t>
      </w:r>
      <w:r w:rsidR="008F7090" w:rsidRPr="003A0BBB">
        <w:t>est que ça</w:t>
      </w:r>
      <w:r>
        <w:t> ?</w:t>
      </w:r>
    </w:p>
    <w:p w14:paraId="1C452BF9" w14:textId="77777777" w:rsidR="003A6D8D" w:rsidRDefault="003A6D8D" w:rsidP="008F7090">
      <w:r>
        <w:t>— </w:t>
      </w:r>
      <w:r w:rsidR="008F7090" w:rsidRPr="003A0BBB">
        <w:t>Les freins</w:t>
      </w:r>
      <w:r>
        <w:t>.</w:t>
      </w:r>
    </w:p>
    <w:p w14:paraId="43486090" w14:textId="77777777" w:rsidR="003A6D8D" w:rsidRDefault="003A6D8D" w:rsidP="008F7090">
      <w:r>
        <w:t>— </w:t>
      </w:r>
      <w:r w:rsidR="008F7090" w:rsidRPr="003A0BBB">
        <w:t>Qu</w:t>
      </w:r>
      <w:r>
        <w:t>’</w:t>
      </w:r>
      <w:r w:rsidR="008F7090" w:rsidRPr="003A0BBB">
        <w:t>ont-ils de remarquable</w:t>
      </w:r>
      <w:r>
        <w:t> ?</w:t>
      </w:r>
    </w:p>
    <w:p w14:paraId="745FCE10" w14:textId="77777777" w:rsidR="003A6D8D" w:rsidRDefault="003A6D8D" w:rsidP="008F7090">
      <w:r>
        <w:t>— </w:t>
      </w:r>
      <w:r w:rsidR="008F7090" w:rsidRPr="003A0BBB">
        <w:t>Ils agissent sur les quatre roues et sont manœuvrés par une commande hydraulique</w:t>
      </w:r>
      <w:r>
        <w:t>.</w:t>
      </w:r>
    </w:p>
    <w:p w14:paraId="03F8C423" w14:textId="77777777" w:rsidR="003A6D8D" w:rsidRDefault="003A6D8D" w:rsidP="008F7090">
      <w:r>
        <w:t>— </w:t>
      </w:r>
      <w:r w:rsidR="008F7090" w:rsidRPr="003A0BBB">
        <w:t>D</w:t>
      </w:r>
      <w:r>
        <w:t>’</w:t>
      </w:r>
      <w:r w:rsidR="008F7090" w:rsidRPr="003A0BBB">
        <w:t>où leur puissance extraordinaire</w:t>
      </w:r>
      <w:r>
        <w:t xml:space="preserve">. </w:t>
      </w:r>
      <w:r w:rsidR="008F7090" w:rsidRPr="003A0BBB">
        <w:t>À merveille</w:t>
      </w:r>
      <w:r>
        <w:t xml:space="preserve">. </w:t>
      </w:r>
      <w:r w:rsidR="008F7090" w:rsidRPr="003A0BBB">
        <w:t>Tiens</w:t>
      </w:r>
      <w:r>
        <w:t xml:space="preserve">, </w:t>
      </w:r>
      <w:r w:rsidR="008F7090" w:rsidRPr="003A0BBB">
        <w:t>penche-toi un peu</w:t>
      </w:r>
      <w:r>
        <w:t xml:space="preserve">. </w:t>
      </w:r>
      <w:r w:rsidR="008F7090" w:rsidRPr="003A0BBB">
        <w:t>Voici la canalisation à huile qui sert pour la commande hydraulique</w:t>
      </w:r>
      <w:r>
        <w:t xml:space="preserve">. </w:t>
      </w:r>
      <w:r w:rsidR="008F7090" w:rsidRPr="003A0BBB">
        <w:t>As-tu compris</w:t>
      </w:r>
      <w:r>
        <w:t> ?</w:t>
      </w:r>
    </w:p>
    <w:p w14:paraId="1D099D4B" w14:textId="77777777" w:rsidR="003A6D8D" w:rsidRDefault="003A6D8D" w:rsidP="008F7090">
      <w:r>
        <w:t>— </w:t>
      </w:r>
      <w:r w:rsidR="008F7090" w:rsidRPr="003A0BBB">
        <w:t>À peu près</w:t>
      </w:r>
      <w:r>
        <w:t>.</w:t>
      </w:r>
    </w:p>
    <w:p w14:paraId="0DAD094F" w14:textId="77777777" w:rsidR="003A6D8D" w:rsidRDefault="003A6D8D" w:rsidP="008F7090">
      <w:r>
        <w:t>— </w:t>
      </w:r>
      <w:r w:rsidR="008F7090" w:rsidRPr="003A0BBB">
        <w:t>Qu</w:t>
      </w:r>
      <w:r>
        <w:t>’</w:t>
      </w:r>
      <w:r w:rsidR="008F7090" w:rsidRPr="003A0BBB">
        <w:t>est-ce que tu ne saisis pas bien</w:t>
      </w:r>
      <w:r>
        <w:t> ?</w:t>
      </w:r>
    </w:p>
    <w:p w14:paraId="4900D9C8" w14:textId="77777777" w:rsidR="003A6D8D" w:rsidRDefault="003A6D8D" w:rsidP="008F7090">
      <w:r>
        <w:lastRenderedPageBreak/>
        <w:t>— </w:t>
      </w:r>
      <w:r w:rsidR="008F7090" w:rsidRPr="003A0BBB">
        <w:t>Qu</w:t>
      </w:r>
      <w:r>
        <w:t>’</w:t>
      </w:r>
      <w:r w:rsidR="008F7090" w:rsidRPr="003A0BBB">
        <w:t>est-ce qui se passerait si l</w:t>
      </w:r>
      <w:r>
        <w:t>’</w:t>
      </w:r>
      <w:r w:rsidR="008F7090" w:rsidRPr="003A0BBB">
        <w:t>huile venait à manquer dans cette canalisation</w:t>
      </w:r>
      <w:r>
        <w:t> ?</w:t>
      </w:r>
    </w:p>
    <w:p w14:paraId="2D1E4BCB" w14:textId="77777777" w:rsidR="003A6D8D" w:rsidRDefault="003A6D8D" w:rsidP="008F7090">
      <w:r>
        <w:t>— </w:t>
      </w:r>
      <w:r w:rsidR="008F7090" w:rsidRPr="003A0BBB">
        <w:t>Les freins ne fonctionneraient pas</w:t>
      </w:r>
      <w:r>
        <w:t xml:space="preserve">, </w:t>
      </w:r>
      <w:r w:rsidR="008F7090" w:rsidRPr="003A0BBB">
        <w:t>parbleu</w:t>
      </w:r>
      <w:r>
        <w:t>.</w:t>
      </w:r>
    </w:p>
    <w:p w14:paraId="240ACE22" w14:textId="77777777" w:rsidR="003A6D8D" w:rsidRDefault="003A6D8D" w:rsidP="008F7090">
      <w:r>
        <w:t>— </w:t>
      </w:r>
      <w:r w:rsidR="008F7090" w:rsidRPr="003A0BBB">
        <w:t>Alors</w:t>
      </w:r>
      <w:r>
        <w:t xml:space="preserve">, </w:t>
      </w:r>
      <w:r w:rsidR="008F7090" w:rsidRPr="003A0BBB">
        <w:t>si</w:t>
      </w:r>
      <w:r>
        <w:t xml:space="preserve">, </w:t>
      </w:r>
      <w:r w:rsidR="008F7090" w:rsidRPr="003A0BBB">
        <w:t>au départ</w:t>
      </w:r>
      <w:r>
        <w:t xml:space="preserve">, </w:t>
      </w:r>
      <w:r w:rsidR="008F7090" w:rsidRPr="003A0BBB">
        <w:t>on oubliait de vérifier</w:t>
      </w:r>
      <w:r>
        <w:t> ?…</w:t>
      </w:r>
    </w:p>
    <w:p w14:paraId="10C0EC60" w14:textId="77777777" w:rsidR="003A6D8D" w:rsidRDefault="003A6D8D" w:rsidP="008F7090">
      <w:r>
        <w:t>— </w:t>
      </w:r>
      <w:r w:rsidR="008F7090" w:rsidRPr="003A0BBB">
        <w:t>Tu l</w:t>
      </w:r>
      <w:r>
        <w:t>’</w:t>
      </w:r>
      <w:r w:rsidR="008F7090" w:rsidRPr="003A0BBB">
        <w:t>entends</w:t>
      </w:r>
      <w:r>
        <w:t xml:space="preserve">, </w:t>
      </w:r>
      <w:r w:rsidR="008F7090" w:rsidRPr="003A0BBB">
        <w:t>Franz</w:t>
      </w:r>
      <w:r>
        <w:t xml:space="preserve"> ? </w:t>
      </w:r>
      <w:r w:rsidR="008F7090" w:rsidRPr="003A0BBB">
        <w:t>Tu ne sais pas</w:t>
      </w:r>
      <w:r>
        <w:t xml:space="preserve">, </w:t>
      </w:r>
      <w:r w:rsidR="008F7090" w:rsidRPr="003A0BBB">
        <w:t>ma chère maman</w:t>
      </w:r>
      <w:r>
        <w:t xml:space="preserve">, </w:t>
      </w:r>
      <w:r w:rsidR="008F7090" w:rsidRPr="003A0BBB">
        <w:t>que tu viens de toucher à l</w:t>
      </w:r>
      <w:r>
        <w:t>’</w:t>
      </w:r>
      <w:r w:rsidR="008F7090" w:rsidRPr="003A0BBB">
        <w:t>un des points les plus importants</w:t>
      </w:r>
      <w:r>
        <w:t xml:space="preserve">. </w:t>
      </w:r>
      <w:r w:rsidR="008F7090" w:rsidRPr="003A0BBB">
        <w:t>Évidemment</w:t>
      </w:r>
      <w:r>
        <w:t xml:space="preserve">, </w:t>
      </w:r>
      <w:r w:rsidR="008F7090" w:rsidRPr="003A0BBB">
        <w:t>il s</w:t>
      </w:r>
      <w:r>
        <w:t>’</w:t>
      </w:r>
      <w:r w:rsidR="008F7090" w:rsidRPr="003A0BBB">
        <w:t>agit de parer à cet oubli</w:t>
      </w:r>
      <w:r>
        <w:t xml:space="preserve">. </w:t>
      </w:r>
      <w:r w:rsidR="008F7090" w:rsidRPr="003A0BBB">
        <w:t>Aussi Franz est-il en train d</w:t>
      </w:r>
      <w:r>
        <w:t>’</w:t>
      </w:r>
      <w:r w:rsidR="008F7090" w:rsidRPr="003A0BBB">
        <w:t>étudier la création d</w:t>
      </w:r>
      <w:r>
        <w:t>’</w:t>
      </w:r>
      <w:r w:rsidR="008F7090" w:rsidRPr="003A0BBB">
        <w:t>un mécanisme spécial qui doit</w:t>
      </w:r>
      <w:r>
        <w:t xml:space="preserve">, </w:t>
      </w:r>
      <w:r w:rsidR="008F7090" w:rsidRPr="003A0BBB">
        <w:t>au moment du démarrage</w:t>
      </w:r>
      <w:r>
        <w:t xml:space="preserve">, </w:t>
      </w:r>
      <w:r w:rsidR="008F7090" w:rsidRPr="003A0BBB">
        <w:t>avertir automatiquement le conducteur du manque ou de l</w:t>
      </w:r>
      <w:r>
        <w:t>’</w:t>
      </w:r>
      <w:r w:rsidR="008F7090" w:rsidRPr="003A0BBB">
        <w:t>insuffisance de l</w:t>
      </w:r>
      <w:r>
        <w:t>’</w:t>
      </w:r>
      <w:r w:rsidR="008F7090" w:rsidRPr="003A0BBB">
        <w:t>huile dans la canalisation des freins</w:t>
      </w:r>
      <w:r>
        <w:t xml:space="preserve">. </w:t>
      </w:r>
      <w:r w:rsidR="008F7090" w:rsidRPr="003A0BBB">
        <w:t>N</w:t>
      </w:r>
      <w:r>
        <w:t>’</w:t>
      </w:r>
      <w:r w:rsidR="008F7090" w:rsidRPr="003A0BBB">
        <w:t>aie pas peur</w:t>
      </w:r>
      <w:r>
        <w:t xml:space="preserve">, </w:t>
      </w:r>
      <w:r w:rsidR="008F7090" w:rsidRPr="003A0BBB">
        <w:t>tout est prévu</w:t>
      </w:r>
      <w:r>
        <w:t xml:space="preserve">, </w:t>
      </w:r>
      <w:r w:rsidR="008F7090" w:rsidRPr="003A0BBB">
        <w:t>va</w:t>
      </w:r>
      <w:r>
        <w:t xml:space="preserve">. </w:t>
      </w:r>
      <w:r w:rsidR="008F7090" w:rsidRPr="003A0BBB">
        <w:t>Veux-tu que Franz t</w:t>
      </w:r>
      <w:r>
        <w:t>’</w:t>
      </w:r>
      <w:r w:rsidR="008F7090" w:rsidRPr="003A0BBB">
        <w:t>explique son projet</w:t>
      </w:r>
      <w:r>
        <w:t> ?</w:t>
      </w:r>
    </w:p>
    <w:p w14:paraId="24D34262" w14:textId="77777777" w:rsidR="003A6D8D" w:rsidRDefault="003A6D8D" w:rsidP="008F7090">
      <w:r>
        <w:t>— </w:t>
      </w:r>
      <w:r w:rsidR="008F7090" w:rsidRPr="003A0BBB">
        <w:t>Vraiment</w:t>
      </w:r>
      <w:r>
        <w:t xml:space="preserve">, </w:t>
      </w:r>
      <w:r w:rsidR="008F7090" w:rsidRPr="003A0BBB">
        <w:t>Camille</w:t>
      </w:r>
      <w:r>
        <w:t xml:space="preserve">, </w:t>
      </w:r>
      <w:r w:rsidR="008F7090" w:rsidRPr="003A0BBB">
        <w:t>je crois que c</w:t>
      </w:r>
      <w:r>
        <w:t>’</w:t>
      </w:r>
      <w:r w:rsidR="008F7090" w:rsidRPr="003A0BBB">
        <w:t>est assez pour aujourd</w:t>
      </w:r>
      <w:r>
        <w:t>’</w:t>
      </w:r>
      <w:r w:rsidR="008F7090" w:rsidRPr="003A0BBB">
        <w:t>hui</w:t>
      </w:r>
      <w:r>
        <w:t xml:space="preserve">. </w:t>
      </w:r>
      <w:r w:rsidR="008F7090" w:rsidRPr="003A0BBB">
        <w:t>Puisque nous avons décidé d</w:t>
      </w:r>
      <w:r>
        <w:t>’</w:t>
      </w:r>
      <w:r w:rsidR="008F7090" w:rsidRPr="003A0BBB">
        <w:t>aller demain en promenade</w:t>
      </w:r>
      <w:r>
        <w:t xml:space="preserve">, </w:t>
      </w:r>
      <w:r w:rsidR="008F7090" w:rsidRPr="003A0BBB">
        <w:t>ta mère montera à mon côté</w:t>
      </w:r>
      <w:r>
        <w:t xml:space="preserve">, </w:t>
      </w:r>
      <w:r w:rsidR="008F7090" w:rsidRPr="003A0BBB">
        <w:t>et</w:t>
      </w:r>
      <w:r>
        <w:t xml:space="preserve">, </w:t>
      </w:r>
      <w:r w:rsidR="008F7090" w:rsidRPr="003A0BBB">
        <w:t>pour peu qu</w:t>
      </w:r>
      <w:r>
        <w:t>’</w:t>
      </w:r>
      <w:r w:rsidR="008F7090" w:rsidRPr="003A0BBB">
        <w:t>elle y tienne</w:t>
      </w:r>
      <w:r>
        <w:t xml:space="preserve">, </w:t>
      </w:r>
      <w:r w:rsidR="008F7090" w:rsidRPr="003A0BBB">
        <w:t>je lui donnerai</w:t>
      </w:r>
      <w:r>
        <w:t xml:space="preserve">, </w:t>
      </w:r>
      <w:r w:rsidR="008F7090" w:rsidRPr="003A0BBB">
        <w:t>pièces en main</w:t>
      </w:r>
      <w:r>
        <w:t xml:space="preserve">, </w:t>
      </w:r>
      <w:r w:rsidR="008F7090" w:rsidRPr="003A0BBB">
        <w:t>tous les éclaircissements qu</w:t>
      </w:r>
      <w:r>
        <w:t>’</w:t>
      </w:r>
      <w:r w:rsidR="008F7090" w:rsidRPr="003A0BBB">
        <w:t>elle voudra</w:t>
      </w:r>
      <w:r>
        <w:t>.</w:t>
      </w:r>
    </w:p>
    <w:p w14:paraId="287AE9D4" w14:textId="77777777" w:rsidR="003A6D8D" w:rsidRDefault="003A6D8D" w:rsidP="008F7090">
      <w:r>
        <w:t>— </w:t>
      </w:r>
      <w:r w:rsidR="008F7090" w:rsidRPr="003A0BBB">
        <w:t>C</w:t>
      </w:r>
      <w:r>
        <w:t>’</w:t>
      </w:r>
      <w:r w:rsidR="008F7090" w:rsidRPr="003A0BBB">
        <w:t>est cela</w:t>
      </w:r>
      <w:r>
        <w:t xml:space="preserve">, </w:t>
      </w:r>
      <w:r w:rsidR="008F7090" w:rsidRPr="003A0BBB">
        <w:t>demain</w:t>
      </w:r>
      <w:r>
        <w:t xml:space="preserve">. </w:t>
      </w:r>
      <w:r w:rsidR="008F7090" w:rsidRPr="003A0BBB">
        <w:t>Et pourquoi n</w:t>
      </w:r>
      <w:r>
        <w:t>’</w:t>
      </w:r>
      <w:r w:rsidR="008F7090" w:rsidRPr="003A0BBB">
        <w:t>irions-nous pas justement au Mont-Dore</w:t>
      </w:r>
      <w:r>
        <w:t xml:space="preserve">, </w:t>
      </w:r>
      <w:r w:rsidR="008F7090" w:rsidRPr="003A0BBB">
        <w:t>chercher le petit chapeau mauve</w:t>
      </w:r>
      <w:r>
        <w:t xml:space="preserve"> ? </w:t>
      </w:r>
      <w:r w:rsidR="008F7090" w:rsidRPr="003A0BBB">
        <w:t>Qu</w:t>
      </w:r>
      <w:r>
        <w:t>’</w:t>
      </w:r>
      <w:r w:rsidR="008F7090" w:rsidRPr="003A0BBB">
        <w:t>en dis-tu</w:t>
      </w:r>
      <w:r>
        <w:t xml:space="preserve">, </w:t>
      </w:r>
      <w:r w:rsidR="008F7090" w:rsidRPr="003A0BBB">
        <w:t>maman</w:t>
      </w:r>
      <w:r>
        <w:t> ?</w:t>
      </w:r>
    </w:p>
    <w:p w14:paraId="7785386B" w14:textId="77777777" w:rsidR="003A6D8D" w:rsidRDefault="003A6D8D" w:rsidP="008F7090">
      <w:r>
        <w:t>— </w:t>
      </w:r>
      <w:r w:rsidR="008F7090" w:rsidRPr="003A0BBB">
        <w:t>Je dis</w:t>
      </w:r>
      <w:r>
        <w:t xml:space="preserve">, </w:t>
      </w:r>
      <w:r w:rsidR="008F7090" w:rsidRPr="003A0BBB">
        <w:t>mon enfant</w:t>
      </w:r>
      <w:r>
        <w:t xml:space="preserve">, </w:t>
      </w:r>
      <w:r w:rsidR="008F7090" w:rsidRPr="003A0BBB">
        <w:t>que demain il n</w:t>
      </w:r>
      <w:r>
        <w:t>’</w:t>
      </w:r>
      <w:r w:rsidR="008F7090" w:rsidRPr="003A0BBB">
        <w:t>est pas sûr que je vous accompagne</w:t>
      </w:r>
      <w:r>
        <w:t xml:space="preserve">, </w:t>
      </w:r>
      <w:r w:rsidR="008F7090" w:rsidRPr="003A0BBB">
        <w:t>j</w:t>
      </w:r>
      <w:r>
        <w:t>’</w:t>
      </w:r>
      <w:r w:rsidR="008F7090" w:rsidRPr="003A0BBB">
        <w:t>avais justement projeté d</w:t>
      </w:r>
      <w:r>
        <w:t>’</w:t>
      </w:r>
      <w:r w:rsidR="008F7090" w:rsidRPr="003A0BBB">
        <w:t>aller voir le notaire</w:t>
      </w:r>
      <w:r>
        <w:t xml:space="preserve">. </w:t>
      </w:r>
      <w:r w:rsidR="008F7090" w:rsidRPr="003A0BBB">
        <w:t>N</w:t>
      </w:r>
      <w:r>
        <w:t>’</w:t>
      </w:r>
      <w:r w:rsidR="008F7090" w:rsidRPr="003A0BBB">
        <w:t>oublie pas que les jours passent</w:t>
      </w:r>
      <w:r>
        <w:t xml:space="preserve">, </w:t>
      </w:r>
      <w:r w:rsidR="008F7090" w:rsidRPr="003A0BBB">
        <w:t>et que j</w:t>
      </w:r>
      <w:r>
        <w:t>’</w:t>
      </w:r>
      <w:r w:rsidR="008F7090" w:rsidRPr="003A0BBB">
        <w:t>ai à régler avec lui un tas de questions pour ton mariage</w:t>
      </w:r>
      <w:r>
        <w:t>.</w:t>
      </w:r>
    </w:p>
    <w:p w14:paraId="3AEC09CB" w14:textId="79CD8922" w:rsidR="003A6D8D" w:rsidRDefault="003A6D8D" w:rsidP="008F7090">
      <w:r>
        <w:t>— </w:t>
      </w:r>
      <w:r w:rsidR="008F7090" w:rsidRPr="003A0BBB">
        <w:t>Ah</w:t>
      </w:r>
      <w:r>
        <w:t xml:space="preserve"> ! </w:t>
      </w:r>
      <w:r w:rsidR="008F7090" w:rsidRPr="003A0BBB">
        <w:t>si ce n</w:t>
      </w:r>
      <w:r>
        <w:t>’</w:t>
      </w:r>
      <w:r w:rsidR="008F7090" w:rsidRPr="003A0BBB">
        <w:t>est que cela</w:t>
      </w:r>
      <w:r>
        <w:t xml:space="preserve">, </w:t>
      </w:r>
      <w:r w:rsidR="008F7090" w:rsidRPr="003A0BBB">
        <w:t>tu as tout le temps</w:t>
      </w:r>
      <w:r>
        <w:t xml:space="preserve">, </w:t>
      </w:r>
      <w:r w:rsidR="008F7090" w:rsidRPr="003A0BBB">
        <w:t>maman</w:t>
      </w:r>
      <w:r>
        <w:t xml:space="preserve">. </w:t>
      </w:r>
      <w:r w:rsidR="008F7090" w:rsidRPr="003A0BBB">
        <w:t>Les papiers de Franz ne sont pas encore arrivés</w:t>
      </w:r>
      <w:r>
        <w:t xml:space="preserve">. </w:t>
      </w:r>
      <w:r w:rsidR="008F7090" w:rsidRPr="003A0BBB">
        <w:t>Quand je pense qu</w:t>
      </w:r>
      <w:r>
        <w:t>’</w:t>
      </w:r>
      <w:r w:rsidR="008F7090" w:rsidRPr="003A0BBB">
        <w:t>on nous les avait promis pour le 2</w:t>
      </w:r>
      <w:r w:rsidRPr="003A0BBB">
        <w:t>5</w:t>
      </w:r>
      <w:r>
        <w:t> </w:t>
      </w:r>
      <w:r w:rsidRPr="003A0BBB">
        <w:t>juillet</w:t>
      </w:r>
      <w:r>
        <w:t xml:space="preserve">, </w:t>
      </w:r>
      <w:r w:rsidR="008F7090" w:rsidRPr="003A0BBB">
        <w:t xml:space="preserve">et que nous sommes le </w:t>
      </w:r>
      <w:r w:rsidRPr="003A0BBB">
        <w:t>6</w:t>
      </w:r>
      <w:r>
        <w:t> </w:t>
      </w:r>
      <w:r w:rsidRPr="003A0BBB">
        <w:t>août</w:t>
      </w:r>
      <w:r>
        <w:t xml:space="preserve"> ! </w:t>
      </w:r>
      <w:r w:rsidR="008F7090" w:rsidRPr="003A0BBB">
        <w:t>C</w:t>
      </w:r>
      <w:r>
        <w:t>’</w:t>
      </w:r>
      <w:r w:rsidR="008F7090" w:rsidRPr="003A0BBB">
        <w:t>est toujours la même chose lorsqu</w:t>
      </w:r>
      <w:r>
        <w:t>’</w:t>
      </w:r>
      <w:r w:rsidR="008F7090" w:rsidRPr="003A0BBB">
        <w:t>on a affaire à une administration</w:t>
      </w:r>
      <w:r>
        <w:t xml:space="preserve">, </w:t>
      </w:r>
      <w:r w:rsidR="008F7090" w:rsidRPr="003A0BBB">
        <w:t>quelle qu</w:t>
      </w:r>
      <w:r>
        <w:t>’</w:t>
      </w:r>
      <w:r w:rsidR="008F7090" w:rsidRPr="003A0BBB">
        <w:t>elle soit</w:t>
      </w:r>
      <w:r>
        <w:t xml:space="preserve">. </w:t>
      </w:r>
      <w:r w:rsidR="008F7090" w:rsidRPr="003A0BBB">
        <w:t xml:space="preserve">Je </w:t>
      </w:r>
      <w:r w:rsidR="008F7090" w:rsidRPr="003A0BBB">
        <w:lastRenderedPageBreak/>
        <w:t>vois que</w:t>
      </w:r>
      <w:r>
        <w:t xml:space="preserve">, </w:t>
      </w:r>
      <w:r w:rsidR="008F7090" w:rsidRPr="003A0BBB">
        <w:t>sous le rapport de l</w:t>
      </w:r>
      <w:r>
        <w:t>’</w:t>
      </w:r>
      <w:r w:rsidR="008F7090" w:rsidRPr="003A0BBB">
        <w:t>exactitude</w:t>
      </w:r>
      <w:r>
        <w:t xml:space="preserve">, </w:t>
      </w:r>
      <w:r w:rsidR="008F7090" w:rsidRPr="003A0BBB">
        <w:t>la chancellerie pontificale est une boîte comme toutes les autres</w:t>
      </w:r>
      <w:r>
        <w:t>.</w:t>
      </w:r>
    </w:p>
    <w:p w14:paraId="78A873BE" w14:textId="4CD24D4B" w:rsidR="008F7090" w:rsidRPr="003A0BBB" w:rsidRDefault="008F7090" w:rsidP="008F7090"/>
    <w:p w14:paraId="205CAD55" w14:textId="77777777" w:rsidR="003A6D8D" w:rsidRDefault="008F7090" w:rsidP="008F7090">
      <w:r w:rsidRPr="003A0BBB">
        <w:t>Ainsi</w:t>
      </w:r>
      <w:r w:rsidR="003A6D8D">
        <w:t xml:space="preserve">, </w:t>
      </w:r>
      <w:r w:rsidRPr="003A0BBB">
        <w:t>on le voit</w:t>
      </w:r>
      <w:r w:rsidR="003A6D8D">
        <w:t xml:space="preserve">, </w:t>
      </w:r>
      <w:r w:rsidRPr="003A0BBB">
        <w:t>c</w:t>
      </w:r>
      <w:r w:rsidR="003A6D8D">
        <w:t>’</w:t>
      </w:r>
      <w:r w:rsidRPr="003A0BBB">
        <w:t>était Camille elle-même</w:t>
      </w:r>
      <w:r w:rsidR="003A6D8D">
        <w:t xml:space="preserve">, </w:t>
      </w:r>
      <w:r w:rsidRPr="003A0BBB">
        <w:t>ou plutôt la force des événements qui m</w:t>
      </w:r>
      <w:r w:rsidR="003A6D8D">
        <w:t>’</w:t>
      </w:r>
      <w:r w:rsidRPr="003A0BBB">
        <w:t>imposait une transformation dont j</w:t>
      </w:r>
      <w:r w:rsidR="003A6D8D">
        <w:t>’</w:t>
      </w:r>
      <w:r w:rsidRPr="003A0BBB">
        <w:t>aurais ri avec bien du scepticisme si l</w:t>
      </w:r>
      <w:r w:rsidR="003A6D8D">
        <w:t>’</w:t>
      </w:r>
      <w:r w:rsidRPr="003A0BBB">
        <w:t>on était venu me l</w:t>
      </w:r>
      <w:r w:rsidR="003A6D8D">
        <w:t>’</w:t>
      </w:r>
      <w:r w:rsidRPr="003A0BBB">
        <w:t>annoncer deux mois auparavant</w:t>
      </w:r>
      <w:r w:rsidR="003A6D8D">
        <w:t xml:space="preserve">. </w:t>
      </w:r>
      <w:r w:rsidRPr="003A0BBB">
        <w:t>Quand je me reporte par le souvenir aux plus menus épisodes de ce mois d</w:t>
      </w:r>
      <w:r w:rsidR="003A6D8D">
        <w:t>’</w:t>
      </w:r>
      <w:r w:rsidRPr="003A0BBB">
        <w:t>août</w:t>
      </w:r>
      <w:r w:rsidR="003A6D8D">
        <w:t xml:space="preserve">, </w:t>
      </w:r>
      <w:r w:rsidRPr="003A0BBB">
        <w:t>je m</w:t>
      </w:r>
      <w:r w:rsidR="003A6D8D">
        <w:t>’</w:t>
      </w:r>
      <w:r w:rsidRPr="003A0BBB">
        <w:t>aperçois que c</w:t>
      </w:r>
      <w:r w:rsidR="003A6D8D">
        <w:t>’</w:t>
      </w:r>
      <w:r w:rsidRPr="003A0BBB">
        <w:t>est en ces quelques semaines que la Terre et la Destinée sont apparues sous un jour nouveau à mes yeux pleins d</w:t>
      </w:r>
      <w:r w:rsidR="003A6D8D">
        <w:t>’</w:t>
      </w:r>
      <w:r w:rsidRPr="003A0BBB">
        <w:t>émerveillement et de fièvre</w:t>
      </w:r>
      <w:r w:rsidR="003A6D8D">
        <w:t xml:space="preserve">. </w:t>
      </w:r>
      <w:r w:rsidRPr="003A0BBB">
        <w:t>Tout</w:t>
      </w:r>
      <w:r w:rsidR="003A6D8D">
        <w:t xml:space="preserve">, </w:t>
      </w:r>
      <w:r w:rsidRPr="003A0BBB">
        <w:t>depuis le spectacle le plus grandiose jusqu</w:t>
      </w:r>
      <w:r w:rsidR="003A6D8D">
        <w:t>’</w:t>
      </w:r>
      <w:r w:rsidRPr="003A0BBB">
        <w:t>au détail le plus infime</w:t>
      </w:r>
      <w:r w:rsidR="003A6D8D">
        <w:t xml:space="preserve">, </w:t>
      </w:r>
      <w:r w:rsidRPr="003A0BBB">
        <w:t>depuis la lune voyageant parmi les nuées frangées d</w:t>
      </w:r>
      <w:r w:rsidR="003A6D8D">
        <w:t>’</w:t>
      </w:r>
      <w:r w:rsidRPr="003A0BBB">
        <w:t>argent jusqu</w:t>
      </w:r>
      <w:r w:rsidR="003A6D8D">
        <w:t>’</w:t>
      </w:r>
      <w:r w:rsidRPr="003A0BBB">
        <w:t>à la houppette à poudre oubliée sur un banc du jardin par ma fille</w:t>
      </w:r>
      <w:r w:rsidR="003A6D8D">
        <w:t xml:space="preserve">, </w:t>
      </w:r>
      <w:r w:rsidRPr="003A0BBB">
        <w:t>tout concourait à me révéler l</w:t>
      </w:r>
      <w:r w:rsidR="003A6D8D">
        <w:t>’</w:t>
      </w:r>
      <w:r w:rsidRPr="003A0BBB">
        <w:t>existence d</w:t>
      </w:r>
      <w:r w:rsidR="003A6D8D">
        <w:t>’</w:t>
      </w:r>
      <w:r w:rsidRPr="003A0BBB">
        <w:t>un second univers inconnu</w:t>
      </w:r>
      <w:r w:rsidR="003A6D8D">
        <w:t xml:space="preserve">. </w:t>
      </w:r>
      <w:r w:rsidRPr="003A0BBB">
        <w:t>Le premier</w:t>
      </w:r>
      <w:r w:rsidR="003A6D8D">
        <w:t xml:space="preserve">, </w:t>
      </w:r>
      <w:r w:rsidRPr="003A0BBB">
        <w:t>celui où j</w:t>
      </w:r>
      <w:r w:rsidR="003A6D8D">
        <w:t>’</w:t>
      </w:r>
      <w:r w:rsidRPr="003A0BBB">
        <w:t>avais vécu jusqu</w:t>
      </w:r>
      <w:r w:rsidR="003A6D8D">
        <w:t>’</w:t>
      </w:r>
      <w:r w:rsidRPr="003A0BBB">
        <w:t>alors</w:t>
      </w:r>
      <w:r w:rsidR="003A6D8D">
        <w:t xml:space="preserve">, </w:t>
      </w:r>
      <w:r w:rsidRPr="003A0BBB">
        <w:t>était précis et terne</w:t>
      </w:r>
      <w:r w:rsidR="003A6D8D">
        <w:t xml:space="preserve">. </w:t>
      </w:r>
      <w:r w:rsidRPr="003A0BBB">
        <w:t>On pouvait accoler aux êtres et aux choses qui le peuplaient</w:t>
      </w:r>
      <w:r w:rsidR="003A6D8D">
        <w:t xml:space="preserve">, </w:t>
      </w:r>
      <w:r w:rsidRPr="003A0BBB">
        <w:t>comme dans les magasins à bon marché</w:t>
      </w:r>
      <w:r w:rsidR="003A6D8D">
        <w:t xml:space="preserve">, </w:t>
      </w:r>
      <w:r w:rsidRPr="003A0BBB">
        <w:t>une étiquette immuable</w:t>
      </w:r>
      <w:r w:rsidR="003A6D8D">
        <w:t xml:space="preserve">. </w:t>
      </w:r>
      <w:r w:rsidRPr="003A0BBB">
        <w:t>On pouvait</w:t>
      </w:r>
      <w:r w:rsidR="003A6D8D">
        <w:t xml:space="preserve">, </w:t>
      </w:r>
      <w:r w:rsidRPr="003A0BBB">
        <w:t>sans déceptions et sans joie</w:t>
      </w:r>
      <w:r w:rsidR="003A6D8D">
        <w:t xml:space="preserve">, </w:t>
      </w:r>
      <w:r w:rsidRPr="003A0BBB">
        <w:t>s</w:t>
      </w:r>
      <w:r w:rsidR="003A6D8D">
        <w:t>’</w:t>
      </w:r>
      <w:r w:rsidRPr="003A0BBB">
        <w:t>y approvisionner du médiocre attirail de la vie</w:t>
      </w:r>
      <w:r w:rsidR="003A6D8D">
        <w:t xml:space="preserve">. </w:t>
      </w:r>
      <w:r w:rsidRPr="003A0BBB">
        <w:t>Le second était un de ces merveilleux bazars orientaux où tapis et pierreries changent avec les couleurs dont ils s</w:t>
      </w:r>
      <w:r w:rsidR="003A6D8D">
        <w:t>’</w:t>
      </w:r>
      <w:r w:rsidRPr="003A0BBB">
        <w:t>irradient</w:t>
      </w:r>
      <w:r w:rsidR="003A6D8D">
        <w:t xml:space="preserve">. </w:t>
      </w:r>
      <w:r w:rsidRPr="003A0BBB">
        <w:t>Alors que les autres le découvrent vers la vingtième année</w:t>
      </w:r>
      <w:r w:rsidR="003A6D8D">
        <w:t xml:space="preserve">, </w:t>
      </w:r>
      <w:r w:rsidRPr="003A0BBB">
        <w:t>c</w:t>
      </w:r>
      <w:r w:rsidR="003A6D8D">
        <w:t>’</w:t>
      </w:r>
      <w:r w:rsidRPr="003A0BBB">
        <w:t>est seulement après quarante ans que</w:t>
      </w:r>
      <w:r w:rsidR="003A6D8D">
        <w:t xml:space="preserve">, </w:t>
      </w:r>
      <w:r w:rsidRPr="003A0BBB">
        <w:t>voyageuse bouleversée</w:t>
      </w:r>
      <w:r w:rsidR="003A6D8D">
        <w:t xml:space="preserve">, </w:t>
      </w:r>
      <w:r w:rsidRPr="003A0BBB">
        <w:t>j</w:t>
      </w:r>
      <w:r w:rsidR="003A6D8D">
        <w:t>’</w:t>
      </w:r>
      <w:r w:rsidRPr="003A0BBB">
        <w:t>ai abordé à ce nouveau monde</w:t>
      </w:r>
      <w:r w:rsidR="003A6D8D">
        <w:t xml:space="preserve">. </w:t>
      </w:r>
      <w:r w:rsidRPr="003A0BBB">
        <w:t>On y pénètre</w:t>
      </w:r>
      <w:r w:rsidR="003A6D8D">
        <w:t xml:space="preserve">, </w:t>
      </w:r>
      <w:r w:rsidRPr="003A0BBB">
        <w:t>je le sais maintenant</w:t>
      </w:r>
      <w:r w:rsidR="003A6D8D">
        <w:t xml:space="preserve">, </w:t>
      </w:r>
      <w:r w:rsidRPr="003A0BBB">
        <w:t>les deux mains jointes sur le cœur</w:t>
      </w:r>
      <w:r w:rsidR="003A6D8D">
        <w:t xml:space="preserve">. </w:t>
      </w:r>
      <w:r w:rsidRPr="003A0BBB">
        <w:t>Les innocents paradis enfantins</w:t>
      </w:r>
      <w:r w:rsidR="003A6D8D">
        <w:t xml:space="preserve">, </w:t>
      </w:r>
      <w:r w:rsidRPr="003A0BBB">
        <w:t>les ferveurs religieuses de l</w:t>
      </w:r>
      <w:r w:rsidR="003A6D8D">
        <w:t>’</w:t>
      </w:r>
      <w:r w:rsidRPr="003A0BBB">
        <w:t>adolescence avec leurs parfums d</w:t>
      </w:r>
      <w:r w:rsidR="003A6D8D">
        <w:t>’</w:t>
      </w:r>
      <w:r w:rsidRPr="003A0BBB">
        <w:t>encens et leurs bariolages de vitraux choient brusquement comme une grossière toile de fond derrière laquelle apparaît l</w:t>
      </w:r>
      <w:r w:rsidR="003A6D8D">
        <w:t>’</w:t>
      </w:r>
      <w:r w:rsidRPr="003A0BBB">
        <w:t>éden véritable peuplé de sources jaillissantes et de formes vaporeuses et nues</w:t>
      </w:r>
      <w:r w:rsidR="003A6D8D">
        <w:t xml:space="preserve">. </w:t>
      </w:r>
      <w:r w:rsidRPr="003A0BBB">
        <w:t>On s</w:t>
      </w:r>
      <w:r w:rsidR="003A6D8D">
        <w:t>’</w:t>
      </w:r>
      <w:r w:rsidRPr="003A0BBB">
        <w:t>arrête</w:t>
      </w:r>
      <w:r w:rsidR="003A6D8D">
        <w:t xml:space="preserve">, </w:t>
      </w:r>
      <w:r w:rsidRPr="003A0BBB">
        <w:t>interdite</w:t>
      </w:r>
      <w:r w:rsidR="003A6D8D">
        <w:t xml:space="preserve">, </w:t>
      </w:r>
      <w:r w:rsidRPr="003A0BBB">
        <w:t>les yeux en pleurs</w:t>
      </w:r>
      <w:r w:rsidR="003A6D8D">
        <w:t xml:space="preserve">. </w:t>
      </w:r>
      <w:r w:rsidRPr="003A0BBB">
        <w:t>On est comme le berger qui n</w:t>
      </w:r>
      <w:r w:rsidR="003A6D8D">
        <w:t>’</w:t>
      </w:r>
      <w:r w:rsidRPr="003A0BBB">
        <w:t xml:space="preserve">avait songé jusque-là </w:t>
      </w:r>
      <w:r w:rsidRPr="003A0BBB">
        <w:lastRenderedPageBreak/>
        <w:t>qu</w:t>
      </w:r>
      <w:r w:rsidR="003A6D8D">
        <w:t>’</w:t>
      </w:r>
      <w:r w:rsidRPr="003A0BBB">
        <w:t>au décompte de ses agneaux et qui soudain se trouve en face de l</w:t>
      </w:r>
      <w:r w:rsidR="003A6D8D">
        <w:t>’</w:t>
      </w:r>
      <w:r w:rsidRPr="003A0BBB">
        <w:t>étang mystérieux où se baignent les nymphes</w:t>
      </w:r>
      <w:r w:rsidR="003A6D8D">
        <w:t xml:space="preserve">. </w:t>
      </w:r>
      <w:r w:rsidRPr="003A0BBB">
        <w:t>Délicieuse et mortelle perturbation</w:t>
      </w:r>
      <w:r w:rsidR="003A6D8D">
        <w:t xml:space="preserve"> ! </w:t>
      </w:r>
      <w:r w:rsidRPr="003A0BBB">
        <w:t>On est le jouet d</w:t>
      </w:r>
      <w:r w:rsidR="003A6D8D">
        <w:t>’</w:t>
      </w:r>
      <w:r w:rsidRPr="003A0BBB">
        <w:t>un tyran adoré qui vous fait</w:t>
      </w:r>
      <w:r w:rsidR="003A6D8D">
        <w:t xml:space="preserve">, </w:t>
      </w:r>
      <w:r w:rsidRPr="003A0BBB">
        <w:t>selon son bon plaisir</w:t>
      </w:r>
      <w:r w:rsidR="003A6D8D">
        <w:t xml:space="preserve">, </w:t>
      </w:r>
      <w:r w:rsidRPr="003A0BBB">
        <w:t>aimer les jours de pluie et haïr les jours de soleil</w:t>
      </w:r>
      <w:r w:rsidR="003A6D8D">
        <w:t xml:space="preserve">. </w:t>
      </w:r>
      <w:r w:rsidRPr="003A0BBB">
        <w:t>On est heureuse</w:t>
      </w:r>
      <w:r w:rsidR="003A6D8D">
        <w:t xml:space="preserve"> ; </w:t>
      </w:r>
      <w:r w:rsidRPr="003A0BBB">
        <w:t>on est oppressée</w:t>
      </w:r>
      <w:r w:rsidR="003A6D8D">
        <w:t xml:space="preserve"> ; </w:t>
      </w:r>
      <w:r w:rsidRPr="003A0BBB">
        <w:t>on est lasse</w:t>
      </w:r>
      <w:r w:rsidR="003A6D8D">
        <w:t xml:space="preserve">. </w:t>
      </w:r>
      <w:r w:rsidRPr="003A0BBB">
        <w:t>On voudrait revoir tous les endroits par où l</w:t>
      </w:r>
      <w:r w:rsidR="003A6D8D">
        <w:t>’</w:t>
      </w:r>
      <w:r w:rsidRPr="003A0BBB">
        <w:t>on est passé</w:t>
      </w:r>
      <w:r w:rsidR="003A6D8D">
        <w:t xml:space="preserve">, </w:t>
      </w:r>
      <w:r w:rsidRPr="003A0BBB">
        <w:t>relire tous les livres qu</w:t>
      </w:r>
      <w:r w:rsidR="003A6D8D">
        <w:t>’</w:t>
      </w:r>
      <w:r w:rsidRPr="003A0BBB">
        <w:t>on a lus</w:t>
      </w:r>
      <w:r w:rsidR="003A6D8D">
        <w:t xml:space="preserve">, </w:t>
      </w:r>
      <w:r w:rsidRPr="003A0BBB">
        <w:t>car on sait maintenant qu</w:t>
      </w:r>
      <w:r w:rsidR="003A6D8D">
        <w:t>’</w:t>
      </w:r>
      <w:r w:rsidRPr="003A0BBB">
        <w:t>on ne les avait jamais vus ni compris</w:t>
      </w:r>
      <w:r w:rsidR="003A6D8D">
        <w:t xml:space="preserve">. </w:t>
      </w:r>
      <w:r w:rsidRPr="003A0BBB">
        <w:t>J</w:t>
      </w:r>
      <w:r w:rsidR="003A6D8D">
        <w:t>’</w:t>
      </w:r>
      <w:r w:rsidRPr="003A0BBB">
        <w:t>erre au milieu d</w:t>
      </w:r>
      <w:r w:rsidR="003A6D8D">
        <w:t>’</w:t>
      </w:r>
      <w:r w:rsidRPr="003A0BBB">
        <w:t>un monde que je ne reconnais plus ou que je ne connais pas encore</w:t>
      </w:r>
      <w:r w:rsidR="003A6D8D">
        <w:t xml:space="preserve">, </w:t>
      </w:r>
      <w:r w:rsidRPr="003A0BBB">
        <w:t>un monde qui a cessé de demander sa vie à la fade lumière naturelle pour resplendir subitement dans la lumière sombre et radieuse de l</w:t>
      </w:r>
      <w:r w:rsidR="003A6D8D">
        <w:t>’</w:t>
      </w:r>
      <w:r w:rsidRPr="003A0BBB">
        <w:t>amour</w:t>
      </w:r>
      <w:r w:rsidR="003A6D8D">
        <w:t>.</w:t>
      </w:r>
    </w:p>
    <w:p w14:paraId="055FF8C1" w14:textId="0C407888" w:rsidR="008F7090" w:rsidRPr="003A0BBB" w:rsidRDefault="008F7090" w:rsidP="008F7090"/>
    <w:p w14:paraId="267F9FAA" w14:textId="77777777" w:rsidR="003A6D8D" w:rsidRDefault="008F7090" w:rsidP="008F7090">
      <w:r w:rsidRPr="003A0BBB">
        <w:t>Les mêmes journées qui me paraissaient autrefois si longues</w:t>
      </w:r>
      <w:r w:rsidR="003A6D8D">
        <w:t xml:space="preserve">, </w:t>
      </w:r>
      <w:r w:rsidRPr="003A0BBB">
        <w:t>comme elles étaient devenues tout à coup désespérément courtes</w:t>
      </w:r>
      <w:r w:rsidR="003A6D8D">
        <w:t xml:space="preserve"> ! </w:t>
      </w:r>
      <w:r w:rsidRPr="003A0BBB">
        <w:t>Je ne parvenais plus à m</w:t>
      </w:r>
      <w:r w:rsidR="003A6D8D">
        <w:t>’</w:t>
      </w:r>
      <w:r w:rsidRPr="003A0BBB">
        <w:t>acquitter de toutes les occupations que j</w:t>
      </w:r>
      <w:r w:rsidR="003A6D8D">
        <w:t>’</w:t>
      </w:r>
      <w:r w:rsidRPr="003A0BBB">
        <w:t>avais multipliées comme à plaisir</w:t>
      </w:r>
      <w:r w:rsidR="003A6D8D">
        <w:t xml:space="preserve">, </w:t>
      </w:r>
      <w:r w:rsidRPr="003A0BBB">
        <w:t>dans le vertige d</w:t>
      </w:r>
      <w:r w:rsidR="003A6D8D">
        <w:t>’</w:t>
      </w:r>
      <w:r w:rsidRPr="003A0BBB">
        <w:t>activité qui m</w:t>
      </w:r>
      <w:r w:rsidR="003A6D8D">
        <w:t>’</w:t>
      </w:r>
      <w:r w:rsidRPr="003A0BBB">
        <w:t>avait saisie</w:t>
      </w:r>
      <w:r w:rsidR="003A6D8D">
        <w:t xml:space="preserve">. </w:t>
      </w:r>
      <w:r w:rsidRPr="003A0BBB">
        <w:t>Les matins où nous ne partions</w:t>
      </w:r>
      <w:r w:rsidR="003A6D8D">
        <w:t xml:space="preserve">, </w:t>
      </w:r>
      <w:r w:rsidRPr="003A0BBB">
        <w:t>pas à travers le pays en automobile</w:t>
      </w:r>
      <w:r w:rsidR="003A6D8D">
        <w:t xml:space="preserve">, </w:t>
      </w:r>
      <w:r w:rsidRPr="003A0BBB">
        <w:t>Franz et Camille dormaient heureusement assez tard</w:t>
      </w:r>
      <w:r w:rsidR="003A6D8D">
        <w:t xml:space="preserve">. </w:t>
      </w:r>
      <w:r w:rsidRPr="003A0BBB">
        <w:t>Malgré mes insomnies prolongées</w:t>
      </w:r>
      <w:r w:rsidR="003A6D8D">
        <w:t xml:space="preserve">, </w:t>
      </w:r>
      <w:r w:rsidRPr="003A0BBB">
        <w:t>j</w:t>
      </w:r>
      <w:r w:rsidR="003A6D8D">
        <w:t>’</w:t>
      </w:r>
      <w:r w:rsidRPr="003A0BBB">
        <w:t>étais debout à l</w:t>
      </w:r>
      <w:r w:rsidR="003A6D8D">
        <w:t>’</w:t>
      </w:r>
      <w:r w:rsidRPr="003A0BBB">
        <w:t>aube</w:t>
      </w:r>
      <w:r w:rsidR="003A6D8D">
        <w:t xml:space="preserve">. </w:t>
      </w:r>
      <w:r w:rsidRPr="003A0BBB">
        <w:t>Je profitais de ces heures qui étaient les seules où je me trouvais en tête à tête avec Maria pour m</w:t>
      </w:r>
      <w:r w:rsidR="003A6D8D">
        <w:t>’</w:t>
      </w:r>
      <w:r w:rsidRPr="003A0BBB">
        <w:t>occuper de rendre la maison plus avenante et confortable</w:t>
      </w:r>
      <w:r w:rsidR="003A6D8D">
        <w:t xml:space="preserve">. </w:t>
      </w:r>
      <w:r w:rsidRPr="003A0BBB">
        <w:t>Maguelonne se transformait</w:t>
      </w:r>
      <w:r w:rsidR="003A6D8D">
        <w:t xml:space="preserve">, </w:t>
      </w:r>
      <w:r w:rsidRPr="003A0BBB">
        <w:t>elle aussi</w:t>
      </w:r>
      <w:r w:rsidR="003A6D8D">
        <w:t xml:space="preserve">. </w:t>
      </w:r>
      <w:r w:rsidRPr="003A0BBB">
        <w:t>Les fleurs qui jusqu</w:t>
      </w:r>
      <w:r w:rsidR="003A6D8D">
        <w:t>’</w:t>
      </w:r>
      <w:r w:rsidRPr="003A0BBB">
        <w:t>alors s</w:t>
      </w:r>
      <w:r w:rsidR="003A6D8D">
        <w:t>’</w:t>
      </w:r>
      <w:r w:rsidRPr="003A0BBB">
        <w:t>étaient fanées dans le jardin paraient maintenant ses chambres</w:t>
      </w:r>
      <w:r w:rsidR="003A6D8D">
        <w:t xml:space="preserve">. </w:t>
      </w:r>
      <w:r w:rsidRPr="003A0BBB">
        <w:t>Il avait fallu près de quinze jours pour l</w:t>
      </w:r>
      <w:r w:rsidR="003A6D8D">
        <w:t>’</w:t>
      </w:r>
      <w:r w:rsidRPr="003A0BBB">
        <w:t>installation d</w:t>
      </w:r>
      <w:r w:rsidR="003A6D8D">
        <w:t>’</w:t>
      </w:r>
      <w:r w:rsidRPr="003A0BBB">
        <w:t>une salle de bains et de cabinets de toilette moins rudimentaires</w:t>
      </w:r>
      <w:r w:rsidR="003A6D8D">
        <w:t xml:space="preserve">. </w:t>
      </w:r>
      <w:r w:rsidRPr="003A0BBB">
        <w:t>C</w:t>
      </w:r>
      <w:r w:rsidR="003A6D8D">
        <w:t>’</w:t>
      </w:r>
      <w:r w:rsidRPr="003A0BBB">
        <w:t>était une amélioration que j</w:t>
      </w:r>
      <w:r w:rsidR="003A6D8D">
        <w:t>’</w:t>
      </w:r>
      <w:r w:rsidRPr="003A0BBB">
        <w:t>avais été impardonnable de ne pas réaliser depuis de longues années</w:t>
      </w:r>
      <w:r w:rsidR="003A6D8D">
        <w:t xml:space="preserve">, </w:t>
      </w:r>
      <w:r w:rsidRPr="003A0BBB">
        <w:t>puisque la source qui alimentait la maison jaillissait tout près de là dans la montagne</w:t>
      </w:r>
      <w:r w:rsidR="003A6D8D">
        <w:t xml:space="preserve">, </w:t>
      </w:r>
      <w:r w:rsidRPr="003A0BBB">
        <w:t>à la hauteur des combles</w:t>
      </w:r>
      <w:r w:rsidR="003A6D8D">
        <w:t xml:space="preserve">, </w:t>
      </w:r>
      <w:r w:rsidRPr="003A0BBB">
        <w:t>et jouait ainsi naturellement le rôle de château d</w:t>
      </w:r>
      <w:r w:rsidR="003A6D8D">
        <w:t>’</w:t>
      </w:r>
      <w:r w:rsidRPr="003A0BBB">
        <w:t>eau</w:t>
      </w:r>
      <w:r w:rsidR="003A6D8D">
        <w:t>.</w:t>
      </w:r>
    </w:p>
    <w:p w14:paraId="3A916D6C" w14:textId="77777777" w:rsidR="003A6D8D" w:rsidRDefault="008F7090" w:rsidP="008F7090">
      <w:r w:rsidRPr="003A0BBB">
        <w:lastRenderedPageBreak/>
        <w:t>À chacun de ces embellissements</w:t>
      </w:r>
      <w:r w:rsidR="003A6D8D">
        <w:t xml:space="preserve">, </w:t>
      </w:r>
      <w:r w:rsidRPr="003A0BBB">
        <w:t>Camille et Franz battaient des mains</w:t>
      </w:r>
      <w:r w:rsidR="003A6D8D">
        <w:t>.</w:t>
      </w:r>
    </w:p>
    <w:p w14:paraId="6D3E0B3D" w14:textId="77777777" w:rsidR="003A6D8D" w:rsidRDefault="003A6D8D" w:rsidP="008F7090">
      <w:r>
        <w:t>— </w:t>
      </w:r>
      <w:r w:rsidR="008F7090" w:rsidRPr="003A0BBB">
        <w:t>Tu sais</w:t>
      </w:r>
      <w:r>
        <w:t xml:space="preserve">, </w:t>
      </w:r>
      <w:r w:rsidR="008F7090" w:rsidRPr="003A0BBB">
        <w:t>Camille</w:t>
      </w:r>
      <w:r>
        <w:t xml:space="preserve">, </w:t>
      </w:r>
      <w:r w:rsidR="008F7090" w:rsidRPr="003A0BBB">
        <w:t>que je ne m</w:t>
      </w:r>
      <w:r>
        <w:t>’</w:t>
      </w:r>
      <w:r w:rsidR="008F7090" w:rsidRPr="003A0BBB">
        <w:t>en irai jamais plus d</w:t>
      </w:r>
      <w:r>
        <w:t>’</w:t>
      </w:r>
      <w:r w:rsidR="008F7090" w:rsidRPr="003A0BBB">
        <w:t>ici</w:t>
      </w:r>
      <w:r>
        <w:t xml:space="preserve">, </w:t>
      </w:r>
      <w:r w:rsidR="008F7090" w:rsidRPr="003A0BBB">
        <w:t>disait Franz en riant</w:t>
      </w:r>
      <w:r>
        <w:t>.</w:t>
      </w:r>
    </w:p>
    <w:p w14:paraId="04F4714B" w14:textId="47F1515E" w:rsidR="003A6D8D" w:rsidRDefault="003A6D8D" w:rsidP="008F7090">
      <w:r>
        <w:t>— </w:t>
      </w:r>
      <w:r w:rsidR="008F7090" w:rsidRPr="003A0BBB">
        <w:t>Qui t</w:t>
      </w:r>
      <w:r>
        <w:t>’</w:t>
      </w:r>
      <w:r w:rsidR="008F7090" w:rsidRPr="003A0BBB">
        <w:t>oblige à rentrer à Paris avant le 1</w:t>
      </w:r>
      <w:r w:rsidRPr="003A0BBB">
        <w:t>5</w:t>
      </w:r>
      <w:r>
        <w:t> </w:t>
      </w:r>
      <w:r w:rsidRPr="003A0BBB">
        <w:t>octobre</w:t>
      </w:r>
      <w:r>
        <w:t xml:space="preserve">, </w:t>
      </w:r>
      <w:r w:rsidR="008F7090" w:rsidRPr="003A0BBB">
        <w:t>date à laquelle expire ta convalescence</w:t>
      </w:r>
      <w:r>
        <w:t> ?</w:t>
      </w:r>
    </w:p>
    <w:p w14:paraId="2BB79809" w14:textId="77777777" w:rsidR="003A6D8D" w:rsidRDefault="003A6D8D" w:rsidP="008F7090">
      <w:r>
        <w:t>— </w:t>
      </w:r>
      <w:r w:rsidR="008F7090" w:rsidRPr="003A0BBB">
        <w:t>Et toi</w:t>
      </w:r>
      <w:r>
        <w:t> ?</w:t>
      </w:r>
    </w:p>
    <w:p w14:paraId="4FE68164" w14:textId="687F033C" w:rsidR="003A6D8D" w:rsidRDefault="003A6D8D" w:rsidP="008F7090">
      <w:r>
        <w:t>— </w:t>
      </w:r>
      <w:r w:rsidR="008F7090" w:rsidRPr="003A0BBB">
        <w:t>Moi</w:t>
      </w:r>
      <w:r>
        <w:t xml:space="preserve">, </w:t>
      </w:r>
      <w:r w:rsidR="008F7090" w:rsidRPr="003A0BBB">
        <w:t>tu sais bien qu</w:t>
      </w:r>
      <w:r>
        <w:t>’</w:t>
      </w:r>
      <w:r w:rsidR="008F7090" w:rsidRPr="003A0BBB">
        <w:t>il y a séance de ma Commission le 1</w:t>
      </w:r>
      <w:r w:rsidRPr="003A0BBB">
        <w:t>0</w:t>
      </w:r>
      <w:r>
        <w:t> </w:t>
      </w:r>
      <w:r w:rsidRPr="003A0BBB">
        <w:t>septembre</w:t>
      </w:r>
      <w:r>
        <w:t xml:space="preserve">. </w:t>
      </w:r>
      <w:r w:rsidR="008F7090" w:rsidRPr="003A0BBB">
        <w:t>C</w:t>
      </w:r>
      <w:r>
        <w:t>’</w:t>
      </w:r>
      <w:r w:rsidR="008F7090" w:rsidRPr="003A0BBB">
        <w:t>est l</w:t>
      </w:r>
      <w:r>
        <w:t>’</w:t>
      </w:r>
      <w:r w:rsidR="008F7090" w:rsidRPr="003A0BBB">
        <w:t>affaire d</w:t>
      </w:r>
      <w:r>
        <w:t>’</w:t>
      </w:r>
      <w:r w:rsidR="008F7090" w:rsidRPr="003A0BBB">
        <w:t>une semaine</w:t>
      </w:r>
      <w:r>
        <w:t xml:space="preserve">. </w:t>
      </w:r>
      <w:r w:rsidR="008F7090" w:rsidRPr="003A0BBB">
        <w:t>Je ne vois pas pourquoi tu irais risquer de te fatiguer par un double voyage</w:t>
      </w:r>
      <w:r>
        <w:t xml:space="preserve">, </w:t>
      </w:r>
      <w:r w:rsidR="008F7090" w:rsidRPr="003A0BBB">
        <w:t>et pour si peu de temps</w:t>
      </w:r>
      <w:r>
        <w:t xml:space="preserve">. </w:t>
      </w:r>
      <w:r w:rsidR="008F7090" w:rsidRPr="003A0BBB">
        <w:t>Je comprends</w:t>
      </w:r>
      <w:r>
        <w:t xml:space="preserve">, </w:t>
      </w:r>
      <w:r w:rsidR="008F7090" w:rsidRPr="003A0BBB">
        <w:t>tu fais des façons</w:t>
      </w:r>
      <w:r>
        <w:t xml:space="preserve">. </w:t>
      </w:r>
      <w:r w:rsidR="008F7090" w:rsidRPr="003A0BBB">
        <w:t>Tu veux que ce soit de maman que te vienne l</w:t>
      </w:r>
      <w:r>
        <w:t>’</w:t>
      </w:r>
      <w:r w:rsidR="008F7090" w:rsidRPr="003A0BBB">
        <w:t>invitation</w:t>
      </w:r>
      <w:r>
        <w:t xml:space="preserve">. </w:t>
      </w:r>
      <w:r w:rsidR="008F7090" w:rsidRPr="003A0BBB">
        <w:t>Dis-le-lui</w:t>
      </w:r>
      <w:r>
        <w:t xml:space="preserve">, </w:t>
      </w:r>
      <w:r w:rsidR="008F7090" w:rsidRPr="003A0BBB">
        <w:t>maman</w:t>
      </w:r>
      <w:r>
        <w:t xml:space="preserve">. </w:t>
      </w:r>
      <w:r w:rsidR="008F7090" w:rsidRPr="003A0BBB">
        <w:t>N</w:t>
      </w:r>
      <w:r>
        <w:t>’</w:t>
      </w:r>
      <w:r w:rsidR="008F7090" w:rsidRPr="003A0BBB">
        <w:t>est-ce pas qu</w:t>
      </w:r>
      <w:r>
        <w:t>’</w:t>
      </w:r>
      <w:r w:rsidR="008F7090" w:rsidRPr="003A0BBB">
        <w:t>il peut rester</w:t>
      </w:r>
      <w:r>
        <w:t> ?</w:t>
      </w:r>
    </w:p>
    <w:p w14:paraId="41768467" w14:textId="77777777" w:rsidR="003A6D8D" w:rsidRDefault="008F7090" w:rsidP="008F7090">
      <w:r w:rsidRPr="003A0BBB">
        <w:t>Je murmurais</w:t>
      </w:r>
      <w:r w:rsidR="003A6D8D">
        <w:t> :</w:t>
      </w:r>
    </w:p>
    <w:p w14:paraId="05E91EDB" w14:textId="77777777" w:rsidR="003A6D8D" w:rsidRDefault="003A6D8D" w:rsidP="008F7090">
      <w:r>
        <w:t>— </w:t>
      </w:r>
      <w:r w:rsidR="008F7090" w:rsidRPr="003A0BBB">
        <w:t>Naturellement</w:t>
      </w:r>
      <w:r>
        <w:t>.</w:t>
      </w:r>
    </w:p>
    <w:p w14:paraId="5C02DB45" w14:textId="77777777" w:rsidR="003A6D8D" w:rsidRDefault="008F7090" w:rsidP="008F7090">
      <w:r w:rsidRPr="003A0BBB">
        <w:t>Cette conversation</w:t>
      </w:r>
      <w:r w:rsidR="003A6D8D">
        <w:t xml:space="preserve">, </w:t>
      </w:r>
      <w:r w:rsidRPr="003A0BBB">
        <w:t>je m</w:t>
      </w:r>
      <w:r w:rsidR="003A6D8D">
        <w:t>’</w:t>
      </w:r>
      <w:r w:rsidRPr="003A0BBB">
        <w:t>en souviendrai toujours</w:t>
      </w:r>
      <w:r w:rsidR="003A6D8D">
        <w:t xml:space="preserve">, </w:t>
      </w:r>
      <w:r w:rsidRPr="003A0BBB">
        <w:t>avait lieu une après-midi</w:t>
      </w:r>
      <w:r w:rsidR="003A6D8D">
        <w:t xml:space="preserve">, </w:t>
      </w:r>
      <w:r w:rsidRPr="003A0BBB">
        <w:t>alors que nous achevions de prendre le café sur la terrasse</w:t>
      </w:r>
      <w:r w:rsidR="003A6D8D">
        <w:t xml:space="preserve">. </w:t>
      </w:r>
      <w:r w:rsidRPr="003A0BBB">
        <w:t>J</w:t>
      </w:r>
      <w:r w:rsidR="003A6D8D">
        <w:t>’</w:t>
      </w:r>
      <w:r w:rsidRPr="003A0BBB">
        <w:t>avais une robe de mousseline blanche et le grand collier de corail de l</w:t>
      </w:r>
      <w:r w:rsidR="003A6D8D">
        <w:t>’</w:t>
      </w:r>
      <w:r w:rsidRPr="003A0BBB">
        <w:t>aïeule créole</w:t>
      </w:r>
      <w:r w:rsidR="003A6D8D">
        <w:t xml:space="preserve">. </w:t>
      </w:r>
      <w:r w:rsidRPr="003A0BBB">
        <w:t>Les bras levés</w:t>
      </w:r>
      <w:r w:rsidR="003A6D8D">
        <w:t xml:space="preserve">, </w:t>
      </w:r>
      <w:r w:rsidRPr="003A0BBB">
        <w:t>j</w:t>
      </w:r>
      <w:r w:rsidR="003A6D8D">
        <w:t>’</w:t>
      </w:r>
      <w:r w:rsidRPr="003A0BBB">
        <w:t>attirais à moi</w:t>
      </w:r>
      <w:r w:rsidR="003A6D8D">
        <w:t xml:space="preserve">, </w:t>
      </w:r>
      <w:r w:rsidRPr="003A0BBB">
        <w:t>pour cueillir ses fleurs</w:t>
      </w:r>
      <w:r w:rsidR="003A6D8D">
        <w:t xml:space="preserve">, </w:t>
      </w:r>
      <w:r w:rsidRPr="003A0BBB">
        <w:t>une branche d</w:t>
      </w:r>
      <w:r w:rsidR="003A6D8D">
        <w:t>’</w:t>
      </w:r>
      <w:r w:rsidRPr="003A0BBB">
        <w:t>églantier</w:t>
      </w:r>
      <w:r w:rsidR="003A6D8D">
        <w:t xml:space="preserve">. </w:t>
      </w:r>
      <w:r w:rsidRPr="003A0BBB">
        <w:t>Ce fut alors que j</w:t>
      </w:r>
      <w:r w:rsidR="003A6D8D">
        <w:t>’</w:t>
      </w:r>
      <w:r w:rsidRPr="003A0BBB">
        <w:t>éprouvai une impression bizarre</w:t>
      </w:r>
      <w:r w:rsidR="003A6D8D">
        <w:t xml:space="preserve">, </w:t>
      </w:r>
      <w:r w:rsidRPr="003A0BBB">
        <w:t>la gêne si particulière qu</w:t>
      </w:r>
      <w:r w:rsidR="003A6D8D">
        <w:t>’</w:t>
      </w:r>
      <w:r w:rsidRPr="003A0BBB">
        <w:t>on a à sentir</w:t>
      </w:r>
      <w:r w:rsidR="003A6D8D">
        <w:t xml:space="preserve">, </w:t>
      </w:r>
      <w:r w:rsidRPr="003A0BBB">
        <w:t>derrière soi</w:t>
      </w:r>
      <w:r w:rsidR="003A6D8D">
        <w:t xml:space="preserve">, </w:t>
      </w:r>
      <w:r w:rsidRPr="003A0BBB">
        <w:t>quelqu</w:t>
      </w:r>
      <w:r w:rsidR="003A6D8D">
        <w:t>’</w:t>
      </w:r>
      <w:r w:rsidRPr="003A0BBB">
        <w:t>un qui ne perd pas de l</w:t>
      </w:r>
      <w:r w:rsidR="003A6D8D">
        <w:t>’</w:t>
      </w:r>
      <w:r w:rsidRPr="003A0BBB">
        <w:t>œil un de nos gestes</w:t>
      </w:r>
      <w:r w:rsidR="003A6D8D">
        <w:t>.</w:t>
      </w:r>
    </w:p>
    <w:p w14:paraId="24DC5F9B" w14:textId="77777777" w:rsidR="003A6D8D" w:rsidRDefault="008F7090" w:rsidP="008F7090">
      <w:r w:rsidRPr="003A0BBB">
        <w:t>Je me retournai</w:t>
      </w:r>
      <w:r w:rsidR="003A6D8D">
        <w:t xml:space="preserve">. </w:t>
      </w:r>
      <w:r w:rsidRPr="003A0BBB">
        <w:t>C</w:t>
      </w:r>
      <w:r w:rsidR="003A6D8D">
        <w:t>’</w:t>
      </w:r>
      <w:r w:rsidRPr="003A0BBB">
        <w:t>était Camille qui me regardait de la sorte</w:t>
      </w:r>
      <w:r w:rsidR="003A6D8D">
        <w:t>.</w:t>
      </w:r>
    </w:p>
    <w:p w14:paraId="55F3629D" w14:textId="77777777" w:rsidR="003A6D8D" w:rsidRDefault="003A6D8D" w:rsidP="008F7090">
      <w:r>
        <w:t>— </w:t>
      </w:r>
      <w:r w:rsidR="008F7090" w:rsidRPr="003A0BBB">
        <w:t>Qu</w:t>
      </w:r>
      <w:r>
        <w:t>’</w:t>
      </w:r>
      <w:r w:rsidR="008F7090" w:rsidRPr="003A0BBB">
        <w:t>as-tu</w:t>
      </w:r>
      <w:r>
        <w:t xml:space="preserve"> ? </w:t>
      </w:r>
      <w:r w:rsidR="008F7090" w:rsidRPr="003A0BBB">
        <w:t>fis-je avec un sourire qui résonna de façon étrange</w:t>
      </w:r>
      <w:r>
        <w:t xml:space="preserve">. </w:t>
      </w:r>
      <w:r w:rsidR="008F7090" w:rsidRPr="003A0BBB">
        <w:t>On dirait que tu ne m</w:t>
      </w:r>
      <w:r>
        <w:t>’</w:t>
      </w:r>
      <w:r w:rsidR="008F7090" w:rsidRPr="003A0BBB">
        <w:t>as jamais vue</w:t>
      </w:r>
      <w:r>
        <w:t xml:space="preserve">. </w:t>
      </w:r>
      <w:r w:rsidR="008F7090" w:rsidRPr="003A0BBB">
        <w:t>Qu</w:t>
      </w:r>
      <w:r>
        <w:t>’</w:t>
      </w:r>
      <w:r w:rsidR="008F7090" w:rsidRPr="003A0BBB">
        <w:t>as-tu donc</w:t>
      </w:r>
      <w:r>
        <w:t> ?</w:t>
      </w:r>
    </w:p>
    <w:p w14:paraId="2989D8DB" w14:textId="77777777" w:rsidR="003A6D8D" w:rsidRDefault="008F7090" w:rsidP="008F7090">
      <w:r w:rsidRPr="003A0BBB">
        <w:lastRenderedPageBreak/>
        <w:t>Elle continuait à ne pas bouger</w:t>
      </w:r>
      <w:r w:rsidR="003A6D8D">
        <w:t xml:space="preserve">. </w:t>
      </w:r>
      <w:r w:rsidRPr="003A0BBB">
        <w:t>Puis j</w:t>
      </w:r>
      <w:r w:rsidR="003A6D8D">
        <w:t>’</w:t>
      </w:r>
      <w:r w:rsidRPr="003A0BBB">
        <w:t>entendis sa voix</w:t>
      </w:r>
      <w:r w:rsidR="003A6D8D">
        <w:t xml:space="preserve">, </w:t>
      </w:r>
      <w:r w:rsidRPr="003A0BBB">
        <w:t>une voix basse</w:t>
      </w:r>
      <w:r w:rsidR="003A6D8D">
        <w:t xml:space="preserve">, </w:t>
      </w:r>
      <w:r w:rsidRPr="003A0BBB">
        <w:t>presque étranglée</w:t>
      </w:r>
      <w:r w:rsidR="003A6D8D">
        <w:t xml:space="preserve">, </w:t>
      </w:r>
      <w:r w:rsidRPr="003A0BBB">
        <w:t>où il y avait comme de l</w:t>
      </w:r>
      <w:r w:rsidR="003A6D8D">
        <w:t>’</w:t>
      </w:r>
      <w:r w:rsidRPr="003A0BBB">
        <w:t>angoisse</w:t>
      </w:r>
      <w:r w:rsidR="003A6D8D">
        <w:t> :</w:t>
      </w:r>
    </w:p>
    <w:p w14:paraId="494F6E2E" w14:textId="77777777" w:rsidR="003A6D8D" w:rsidRDefault="003A6D8D" w:rsidP="008F7090">
      <w:r>
        <w:t>— </w:t>
      </w:r>
      <w:r w:rsidR="008F7090" w:rsidRPr="003A0BBB">
        <w:t>Franz</w:t>
      </w:r>
      <w:r>
        <w:t xml:space="preserve">, </w:t>
      </w:r>
      <w:r w:rsidR="008F7090" w:rsidRPr="003A0BBB">
        <w:t>regarde maman</w:t>
      </w:r>
      <w:r>
        <w:t xml:space="preserve">. </w:t>
      </w:r>
      <w:r w:rsidR="008F7090" w:rsidRPr="003A0BBB">
        <w:t>Regarde-la</w:t>
      </w:r>
      <w:r>
        <w:t xml:space="preserve">, </w:t>
      </w:r>
      <w:r w:rsidR="008F7090" w:rsidRPr="003A0BBB">
        <w:t>comme elle est belle</w:t>
      </w:r>
      <w:r>
        <w:t xml:space="preserve">. </w:t>
      </w:r>
      <w:r w:rsidR="008F7090" w:rsidRPr="003A0BBB">
        <w:t>Maman</w:t>
      </w:r>
      <w:r>
        <w:t xml:space="preserve">, </w:t>
      </w:r>
      <w:r w:rsidR="008F7090" w:rsidRPr="003A0BBB">
        <w:t>comme tu es belle aujourd</w:t>
      </w:r>
      <w:r>
        <w:t>’</w:t>
      </w:r>
      <w:r w:rsidR="008F7090" w:rsidRPr="003A0BBB">
        <w:t>hui</w:t>
      </w:r>
      <w:r>
        <w:t xml:space="preserve">, </w:t>
      </w:r>
      <w:r w:rsidR="008F7090" w:rsidRPr="003A0BBB">
        <w:t>mon Dieu</w:t>
      </w:r>
      <w:r>
        <w:t> !</w:t>
      </w:r>
    </w:p>
    <w:p w14:paraId="6D1FAD2F" w14:textId="285112EA" w:rsidR="008F7090" w:rsidRPr="003A0BBB" w:rsidRDefault="008F7090" w:rsidP="003A6D8D">
      <w:pPr>
        <w:pStyle w:val="Titre1"/>
      </w:pPr>
      <w:bookmarkStart w:id="10" w:name="_Toc196328811"/>
      <w:r w:rsidRPr="003A0BBB">
        <w:lastRenderedPageBreak/>
        <w:t>X</w:t>
      </w:r>
      <w:bookmarkEnd w:id="10"/>
    </w:p>
    <w:p w14:paraId="5D6EA74A" w14:textId="77777777" w:rsidR="003A6D8D" w:rsidRDefault="008F7090" w:rsidP="008F7090">
      <w:r w:rsidRPr="003A0BBB">
        <w:t>Août finissait</w:t>
      </w:r>
      <w:r w:rsidR="003A6D8D">
        <w:t xml:space="preserve">, </w:t>
      </w:r>
      <w:r w:rsidRPr="003A0BBB">
        <w:t>et l</w:t>
      </w:r>
      <w:r w:rsidR="003A6D8D">
        <w:t>’</w:t>
      </w:r>
      <w:r w:rsidRPr="003A0BBB">
        <w:t>été avec lui</w:t>
      </w:r>
      <w:r w:rsidR="003A6D8D">
        <w:t xml:space="preserve">. </w:t>
      </w:r>
      <w:r w:rsidRPr="003A0BBB">
        <w:t>Tout faisait présager un hiver rigoureux</w:t>
      </w:r>
      <w:r w:rsidR="003A6D8D">
        <w:t xml:space="preserve">. </w:t>
      </w:r>
      <w:r w:rsidRPr="003A0BBB">
        <w:t>Le matin</w:t>
      </w:r>
      <w:r w:rsidR="003A6D8D">
        <w:t xml:space="preserve">, </w:t>
      </w:r>
      <w:r w:rsidRPr="003A0BBB">
        <w:t>la campagne s</w:t>
      </w:r>
      <w:r w:rsidR="003A6D8D">
        <w:t>’</w:t>
      </w:r>
      <w:r w:rsidRPr="003A0BBB">
        <w:t>éveillait vêtue d</w:t>
      </w:r>
      <w:r w:rsidR="003A6D8D">
        <w:t>’</w:t>
      </w:r>
      <w:r w:rsidRPr="003A0BBB">
        <w:t>une buée grise</w:t>
      </w:r>
      <w:r w:rsidR="003A6D8D">
        <w:t xml:space="preserve">. </w:t>
      </w:r>
      <w:r w:rsidRPr="003A0BBB">
        <w:t>Les oiseaux de passage</w:t>
      </w:r>
      <w:r w:rsidR="003A6D8D">
        <w:t xml:space="preserve">, </w:t>
      </w:r>
      <w:r w:rsidRPr="003A0BBB">
        <w:t>qu</w:t>
      </w:r>
      <w:r w:rsidR="003A6D8D">
        <w:t>’</w:t>
      </w:r>
      <w:r w:rsidRPr="003A0BBB">
        <w:t>on ne voit d</w:t>
      </w:r>
      <w:r w:rsidR="003A6D8D">
        <w:t>’</w:t>
      </w:r>
      <w:r w:rsidRPr="003A0BBB">
        <w:t>ordinaire qu</w:t>
      </w:r>
      <w:r w:rsidR="003A6D8D">
        <w:t>’</w:t>
      </w:r>
      <w:r w:rsidRPr="003A0BBB">
        <w:t>au début d</w:t>
      </w:r>
      <w:r w:rsidR="003A6D8D">
        <w:t>’</w:t>
      </w:r>
      <w:r w:rsidRPr="003A0BBB">
        <w:t>octobre</w:t>
      </w:r>
      <w:r w:rsidR="003A6D8D">
        <w:t xml:space="preserve">, </w:t>
      </w:r>
      <w:r w:rsidRPr="003A0BBB">
        <w:t>commençaient à faire leur apparition</w:t>
      </w:r>
      <w:r w:rsidR="003A6D8D">
        <w:t xml:space="preserve">, </w:t>
      </w:r>
      <w:r w:rsidRPr="003A0BBB">
        <w:t>tandis que ceux de septembre avaient fui</w:t>
      </w:r>
      <w:r w:rsidR="003A6D8D">
        <w:t xml:space="preserve">. </w:t>
      </w:r>
      <w:r w:rsidRPr="003A0BBB">
        <w:t>Les vols de palombes étaient plus rares</w:t>
      </w:r>
      <w:r w:rsidR="003A6D8D">
        <w:t xml:space="preserve">. </w:t>
      </w:r>
      <w:r w:rsidRPr="003A0BBB">
        <w:t>Au fond de la vallée</w:t>
      </w:r>
      <w:r w:rsidR="003A6D8D">
        <w:t xml:space="preserve">, </w:t>
      </w:r>
      <w:r w:rsidRPr="003A0BBB">
        <w:t>un berger avait levé un couple de sarcelles</w:t>
      </w:r>
      <w:r w:rsidR="003A6D8D">
        <w:t xml:space="preserve">. </w:t>
      </w:r>
      <w:r w:rsidRPr="003A0BBB">
        <w:t>Les paysans faisaient brûler de l</w:t>
      </w:r>
      <w:r w:rsidR="003A6D8D">
        <w:t>’</w:t>
      </w:r>
      <w:r w:rsidRPr="003A0BBB">
        <w:t>herbe dans les champs noircis</w:t>
      </w:r>
      <w:r w:rsidR="003A6D8D">
        <w:t xml:space="preserve">. </w:t>
      </w:r>
      <w:r w:rsidRPr="003A0BBB">
        <w:t>La fumée se mêlait au brouillard et répandait déjà cette odeur d</w:t>
      </w:r>
      <w:r w:rsidR="003A6D8D">
        <w:t>’</w:t>
      </w:r>
      <w:r w:rsidRPr="003A0BBB">
        <w:t>humidité et de brûlé si caractéristique de l</w:t>
      </w:r>
      <w:r w:rsidR="003A6D8D">
        <w:t>’</w:t>
      </w:r>
      <w:r w:rsidRPr="003A0BBB">
        <w:t>hiver</w:t>
      </w:r>
      <w:r w:rsidR="003A6D8D">
        <w:t>.</w:t>
      </w:r>
    </w:p>
    <w:p w14:paraId="27A0EEA1" w14:textId="77777777" w:rsidR="003A6D8D" w:rsidRDefault="008F7090" w:rsidP="008F7090">
      <w:r w:rsidRPr="003A0BBB">
        <w:t>Camille disait</w:t>
      </w:r>
      <w:r w:rsidR="003A6D8D">
        <w:t> :</w:t>
      </w:r>
    </w:p>
    <w:p w14:paraId="71A9EFB9" w14:textId="77777777" w:rsidR="003A6D8D" w:rsidRDefault="003A6D8D" w:rsidP="008F7090">
      <w:r>
        <w:t>— </w:t>
      </w:r>
      <w:r w:rsidR="008F7090" w:rsidRPr="003A0BBB">
        <w:t>Maman</w:t>
      </w:r>
      <w:r>
        <w:t xml:space="preserve">, </w:t>
      </w:r>
      <w:r w:rsidR="008F7090" w:rsidRPr="003A0BBB">
        <w:t>pendant que je serai à Paris</w:t>
      </w:r>
      <w:r>
        <w:t xml:space="preserve">, </w:t>
      </w:r>
      <w:r w:rsidR="008F7090" w:rsidRPr="003A0BBB">
        <w:t>il faudra empêcher Franz de faire des imprudences</w:t>
      </w:r>
      <w:r>
        <w:t>.</w:t>
      </w:r>
    </w:p>
    <w:p w14:paraId="0697086B" w14:textId="77777777" w:rsidR="003A6D8D" w:rsidRDefault="008F7090" w:rsidP="008F7090">
      <w:r w:rsidRPr="003A0BBB">
        <w:t>Depuis les premiers jours de fraîcheur</w:t>
      </w:r>
      <w:r w:rsidR="003A6D8D">
        <w:t xml:space="preserve">, </w:t>
      </w:r>
      <w:r w:rsidRPr="003A0BBB">
        <w:t>Franz n</w:t>
      </w:r>
      <w:r w:rsidR="003A6D8D">
        <w:t>’</w:t>
      </w:r>
      <w:r w:rsidRPr="003A0BBB">
        <w:t>était pas en effet sans nous donner quelques inquiétudes</w:t>
      </w:r>
      <w:r w:rsidR="003A6D8D">
        <w:t xml:space="preserve">. </w:t>
      </w:r>
      <w:r w:rsidRPr="003A0BBB">
        <w:t>Il s</w:t>
      </w:r>
      <w:r w:rsidR="003A6D8D">
        <w:t>’</w:t>
      </w:r>
      <w:r w:rsidRPr="003A0BBB">
        <w:t>était mis à tousser</w:t>
      </w:r>
      <w:r w:rsidR="003A6D8D">
        <w:t xml:space="preserve">, </w:t>
      </w:r>
      <w:r w:rsidRPr="003A0BBB">
        <w:t>et nous constations</w:t>
      </w:r>
      <w:r w:rsidR="003A6D8D">
        <w:t xml:space="preserve">, </w:t>
      </w:r>
      <w:r w:rsidRPr="003A0BBB">
        <w:t>par la façon qu</w:t>
      </w:r>
      <w:r w:rsidR="003A6D8D">
        <w:t>’</w:t>
      </w:r>
      <w:r w:rsidRPr="003A0BBB">
        <w:t>il avait alors de porter la main à son côté</w:t>
      </w:r>
      <w:r w:rsidR="003A6D8D">
        <w:t xml:space="preserve">, </w:t>
      </w:r>
      <w:r w:rsidRPr="003A0BBB">
        <w:t>que sa blessure le faisait souffrir</w:t>
      </w:r>
      <w:r w:rsidR="003A6D8D">
        <w:t xml:space="preserve">. </w:t>
      </w:r>
      <w:r w:rsidRPr="003A0BBB">
        <w:t>Dans la journée</w:t>
      </w:r>
      <w:r w:rsidR="003A6D8D">
        <w:t xml:space="preserve">, </w:t>
      </w:r>
      <w:r w:rsidRPr="003A0BBB">
        <w:t>le soleil toujours radieux dissipait nos craintes</w:t>
      </w:r>
      <w:r w:rsidR="003A6D8D">
        <w:t xml:space="preserve">. </w:t>
      </w:r>
      <w:r w:rsidRPr="003A0BBB">
        <w:t>Mais elles revenaient avec le crépuscule</w:t>
      </w:r>
      <w:r w:rsidR="003A6D8D">
        <w:t xml:space="preserve">. </w:t>
      </w:r>
      <w:r w:rsidRPr="003A0BBB">
        <w:t>Il y avait une semaine que les promenades en automobile étaient supprimées</w:t>
      </w:r>
      <w:r w:rsidR="003A6D8D">
        <w:t>.</w:t>
      </w:r>
    </w:p>
    <w:p w14:paraId="5B2F7BB0" w14:textId="77777777" w:rsidR="003A6D8D" w:rsidRDefault="003A6D8D" w:rsidP="008F7090">
      <w:r>
        <w:t>— </w:t>
      </w:r>
      <w:r w:rsidR="008F7090" w:rsidRPr="003A0BBB">
        <w:t>La nuit dernière</w:t>
      </w:r>
      <w:r>
        <w:t xml:space="preserve">, </w:t>
      </w:r>
      <w:r w:rsidR="008F7090" w:rsidRPr="003A0BBB">
        <w:t>continuait Camille qui parcourait un journal</w:t>
      </w:r>
      <w:r>
        <w:t xml:space="preserve">, </w:t>
      </w:r>
      <w:r w:rsidR="008F7090" w:rsidRPr="003A0BBB">
        <w:t>il y a eu trois degrés à Beauvais</w:t>
      </w:r>
      <w:r>
        <w:t xml:space="preserve">, </w:t>
      </w:r>
      <w:r w:rsidR="008F7090" w:rsidRPr="003A0BBB">
        <w:t>six seulement à Paris</w:t>
      </w:r>
      <w:r>
        <w:t xml:space="preserve">. </w:t>
      </w:r>
      <w:r w:rsidR="008F7090" w:rsidRPr="003A0BBB">
        <w:t>Ce n</w:t>
      </w:r>
      <w:r>
        <w:t>’</w:t>
      </w:r>
      <w:r w:rsidR="008F7090" w:rsidRPr="003A0BBB">
        <w:t>est pas normal pour la saison</w:t>
      </w:r>
      <w:r>
        <w:t xml:space="preserve">. </w:t>
      </w:r>
      <w:r w:rsidR="008F7090" w:rsidRPr="003A0BBB">
        <w:t>Tu vois maintenant</w:t>
      </w:r>
      <w:r>
        <w:t xml:space="preserve">, </w:t>
      </w:r>
      <w:r w:rsidR="008F7090" w:rsidRPr="003A0BBB">
        <w:t>si nous avons eu raison de décider que tu resterais ici pendant mon absence</w:t>
      </w:r>
      <w:r>
        <w:t>.</w:t>
      </w:r>
    </w:p>
    <w:p w14:paraId="37BD1788" w14:textId="77777777" w:rsidR="003A6D8D" w:rsidRDefault="003A6D8D" w:rsidP="008F7090">
      <w:r>
        <w:t>— </w:t>
      </w:r>
      <w:r w:rsidR="008F7090" w:rsidRPr="003A0BBB">
        <w:t>Je n</w:t>
      </w:r>
      <w:r>
        <w:t>’</w:t>
      </w:r>
      <w:r w:rsidR="008F7090" w:rsidRPr="003A0BBB">
        <w:t>ai pas encore dit oui</w:t>
      </w:r>
      <w:r>
        <w:t xml:space="preserve">, </w:t>
      </w:r>
      <w:r w:rsidR="008F7090" w:rsidRPr="003A0BBB">
        <w:t>moi</w:t>
      </w:r>
      <w:r>
        <w:t xml:space="preserve">, </w:t>
      </w:r>
      <w:r w:rsidR="008F7090" w:rsidRPr="003A0BBB">
        <w:t>faisait Franz</w:t>
      </w:r>
      <w:r>
        <w:t>.</w:t>
      </w:r>
    </w:p>
    <w:p w14:paraId="6B73BF86" w14:textId="77777777" w:rsidR="003A6D8D" w:rsidRDefault="003A6D8D" w:rsidP="008F7090">
      <w:r>
        <w:lastRenderedPageBreak/>
        <w:t>— </w:t>
      </w:r>
      <w:r w:rsidR="008F7090" w:rsidRPr="003A0BBB">
        <w:t>Nous l</w:t>
      </w:r>
      <w:r>
        <w:t>’</w:t>
      </w:r>
      <w:r w:rsidR="008F7090" w:rsidRPr="003A0BBB">
        <w:t>avons dit pour toi</w:t>
      </w:r>
      <w:r>
        <w:t xml:space="preserve">. </w:t>
      </w:r>
      <w:r w:rsidR="008F7090" w:rsidRPr="003A0BBB">
        <w:t>Tu n</w:t>
      </w:r>
      <w:r>
        <w:t>’</w:t>
      </w:r>
      <w:r w:rsidR="008F7090" w:rsidRPr="003A0BBB">
        <w:t>as qu</w:t>
      </w:r>
      <w:r>
        <w:t>’</w:t>
      </w:r>
      <w:r w:rsidR="008F7090" w:rsidRPr="003A0BBB">
        <w:t>à obéir</w:t>
      </w:r>
      <w:r>
        <w:t xml:space="preserve">. </w:t>
      </w:r>
      <w:r w:rsidR="008F7090" w:rsidRPr="003A0BBB">
        <w:t>Je ne sais pas ce que tu irais faire là-bas</w:t>
      </w:r>
      <w:r>
        <w:t xml:space="preserve">. </w:t>
      </w:r>
      <w:r w:rsidR="008F7090" w:rsidRPr="003A0BBB">
        <w:t>Si j</w:t>
      </w:r>
      <w:r>
        <w:t>’</w:t>
      </w:r>
      <w:r w:rsidR="008F7090" w:rsidRPr="003A0BBB">
        <w:t>étais comme toi</w:t>
      </w:r>
      <w:r>
        <w:t xml:space="preserve">, </w:t>
      </w:r>
      <w:r w:rsidR="008F7090" w:rsidRPr="003A0BBB">
        <w:t>tu sais bien que je ne m</w:t>
      </w:r>
      <w:r>
        <w:t>’</w:t>
      </w:r>
      <w:r w:rsidR="008F7090" w:rsidRPr="003A0BBB">
        <w:t>imposerais pas ce dérangement</w:t>
      </w:r>
      <w:r>
        <w:t xml:space="preserve">. </w:t>
      </w:r>
      <w:r w:rsidR="008F7090" w:rsidRPr="003A0BBB">
        <w:t>Mais j</w:t>
      </w:r>
      <w:r>
        <w:t>’</w:t>
      </w:r>
      <w:r w:rsidR="008F7090" w:rsidRPr="003A0BBB">
        <w:t>ai à demander ma prolongation de congé jusqu</w:t>
      </w:r>
      <w:r>
        <w:t>’</w:t>
      </w:r>
      <w:r w:rsidR="008F7090" w:rsidRPr="003A0BBB">
        <w:t>à la fin du mois</w:t>
      </w:r>
      <w:r>
        <w:t xml:space="preserve">, </w:t>
      </w:r>
      <w:r w:rsidR="008F7090" w:rsidRPr="003A0BBB">
        <w:t>et il est plus convenable que je le fasse de vive voix</w:t>
      </w:r>
      <w:r>
        <w:t xml:space="preserve">. </w:t>
      </w:r>
      <w:r w:rsidR="008F7090" w:rsidRPr="003A0BBB">
        <w:t>En écrivant</w:t>
      </w:r>
      <w:r>
        <w:t xml:space="preserve">, </w:t>
      </w:r>
      <w:r w:rsidR="008F7090" w:rsidRPr="003A0BBB">
        <w:t>on a l</w:t>
      </w:r>
      <w:r>
        <w:t>’</w:t>
      </w:r>
      <w:r w:rsidR="008F7090" w:rsidRPr="003A0BBB">
        <w:t>air de forcer la main aux gens</w:t>
      </w:r>
      <w:r>
        <w:t xml:space="preserve">. </w:t>
      </w:r>
      <w:r w:rsidR="008F7090" w:rsidRPr="003A0BBB">
        <w:t>Quoi</w:t>
      </w:r>
      <w:r>
        <w:t xml:space="preserve"> ? </w:t>
      </w:r>
      <w:r w:rsidR="008F7090" w:rsidRPr="003A0BBB">
        <w:t>Qu</w:t>
      </w:r>
      <w:r>
        <w:t>’</w:t>
      </w:r>
      <w:r w:rsidR="008F7090" w:rsidRPr="003A0BBB">
        <w:t>as-tu à dire</w:t>
      </w:r>
      <w:r>
        <w:t xml:space="preserve"> ? </w:t>
      </w:r>
      <w:r w:rsidR="008F7090" w:rsidRPr="003A0BBB">
        <w:t>Est-ce que tu te figures que je ne sais pas voyager seule</w:t>
      </w:r>
      <w:r>
        <w:t xml:space="preserve"> ? </w:t>
      </w:r>
      <w:r w:rsidR="008F7090" w:rsidRPr="003A0BBB">
        <w:t>Si quelqu</w:t>
      </w:r>
      <w:r>
        <w:t>’</w:t>
      </w:r>
      <w:r w:rsidR="008F7090" w:rsidRPr="003A0BBB">
        <w:t>un venait avec moi</w:t>
      </w:r>
      <w:r>
        <w:t xml:space="preserve">, </w:t>
      </w:r>
      <w:r w:rsidR="008F7090" w:rsidRPr="003A0BBB">
        <w:t>ce ne serait pas toi</w:t>
      </w:r>
      <w:r>
        <w:t xml:space="preserve">, </w:t>
      </w:r>
      <w:r w:rsidR="008F7090" w:rsidRPr="003A0BBB">
        <w:t>ce serait maman</w:t>
      </w:r>
      <w:r>
        <w:t xml:space="preserve">, </w:t>
      </w:r>
      <w:r w:rsidR="008F7090" w:rsidRPr="003A0BBB">
        <w:t>qui n</w:t>
      </w:r>
      <w:r>
        <w:t>’</w:t>
      </w:r>
      <w:r w:rsidR="008F7090" w:rsidRPr="003A0BBB">
        <w:t>est allée à Paris qu</w:t>
      </w:r>
      <w:r>
        <w:t>’</w:t>
      </w:r>
      <w:r w:rsidR="008F7090" w:rsidRPr="003A0BBB">
        <w:t>une fois</w:t>
      </w:r>
      <w:r>
        <w:t xml:space="preserve">, </w:t>
      </w:r>
      <w:r w:rsidR="008F7090" w:rsidRPr="003A0BBB">
        <w:t>et du temps que Dagobert y régnait encore</w:t>
      </w:r>
      <w:r>
        <w:t xml:space="preserve">. </w:t>
      </w:r>
      <w:r w:rsidR="008F7090" w:rsidRPr="003A0BBB">
        <w:t>Est-ce que ça ne te dirait rien</w:t>
      </w:r>
      <w:r>
        <w:t xml:space="preserve">, </w:t>
      </w:r>
      <w:r w:rsidR="008F7090" w:rsidRPr="003A0BBB">
        <w:t>maman</w:t>
      </w:r>
      <w:r>
        <w:t xml:space="preserve">, </w:t>
      </w:r>
      <w:r w:rsidR="008F7090" w:rsidRPr="003A0BBB">
        <w:t>de venir faire toi-même tes emplettes pour l</w:t>
      </w:r>
      <w:r>
        <w:t>’</w:t>
      </w:r>
      <w:r w:rsidR="008F7090" w:rsidRPr="003A0BBB">
        <w:t>hiver</w:t>
      </w:r>
      <w:r>
        <w:t> ?</w:t>
      </w:r>
    </w:p>
    <w:p w14:paraId="2D12A445" w14:textId="77777777" w:rsidR="003A6D8D" w:rsidRDefault="003A6D8D" w:rsidP="008F7090">
      <w:r>
        <w:t>— </w:t>
      </w:r>
      <w:r w:rsidR="008F7090" w:rsidRPr="003A0BBB">
        <w:t>Tu sais bien que tu peux les faire pour moi</w:t>
      </w:r>
      <w:r>
        <w:t xml:space="preserve">, </w:t>
      </w:r>
      <w:r w:rsidR="008F7090" w:rsidRPr="003A0BBB">
        <w:t>Camille</w:t>
      </w:r>
      <w:r>
        <w:t xml:space="preserve">. </w:t>
      </w:r>
      <w:r w:rsidR="008F7090" w:rsidRPr="003A0BBB">
        <w:t>Je t</w:t>
      </w:r>
      <w:r>
        <w:t>’</w:t>
      </w:r>
      <w:r w:rsidR="008F7090" w:rsidRPr="003A0BBB">
        <w:t>en ai donné la liste</w:t>
      </w:r>
      <w:r>
        <w:t xml:space="preserve">, </w:t>
      </w:r>
      <w:r w:rsidR="008F7090" w:rsidRPr="003A0BBB">
        <w:t>et en ce qui concerne les essayages</w:t>
      </w:r>
      <w:r>
        <w:t xml:space="preserve">, </w:t>
      </w:r>
      <w:r w:rsidR="008F7090" w:rsidRPr="003A0BBB">
        <w:t>tu es de ma taille</w:t>
      </w:r>
      <w:r>
        <w:t xml:space="preserve">. </w:t>
      </w:r>
      <w:r w:rsidR="008F7090" w:rsidRPr="003A0BBB">
        <w:t>Je m</w:t>
      </w:r>
      <w:r>
        <w:t>’</w:t>
      </w:r>
      <w:r w:rsidR="008F7090" w:rsidRPr="003A0BBB">
        <w:t>en rapporte à toi</w:t>
      </w:r>
      <w:r>
        <w:t>.</w:t>
      </w:r>
    </w:p>
    <w:p w14:paraId="65AC72E0" w14:textId="77777777" w:rsidR="003A6D8D" w:rsidRDefault="003A6D8D" w:rsidP="008F7090">
      <w:r>
        <w:t>— </w:t>
      </w:r>
      <w:r w:rsidR="008F7090" w:rsidRPr="003A0BBB">
        <w:t>Les essayages</w:t>
      </w:r>
      <w:r>
        <w:t xml:space="preserve">, </w:t>
      </w:r>
      <w:r w:rsidR="008F7090" w:rsidRPr="003A0BBB">
        <w:t>les essayages</w:t>
      </w:r>
      <w:r>
        <w:t xml:space="preserve"> ! </w:t>
      </w:r>
      <w:r w:rsidR="008F7090" w:rsidRPr="003A0BBB">
        <w:t>Tu ne sais pas le temps que ça prend</w:t>
      </w:r>
      <w:r>
        <w:t xml:space="preserve">. </w:t>
      </w:r>
      <w:r w:rsidR="008F7090" w:rsidRPr="003A0BBB">
        <w:t>Je ne veux pas rester absente plus d</w:t>
      </w:r>
      <w:r>
        <w:t>’</w:t>
      </w:r>
      <w:r w:rsidR="008F7090" w:rsidRPr="003A0BBB">
        <w:t>une semaine</w:t>
      </w:r>
      <w:r>
        <w:t xml:space="preserve">, </w:t>
      </w:r>
      <w:r w:rsidR="008F7090" w:rsidRPr="003A0BBB">
        <w:t>et j</w:t>
      </w:r>
      <w:r>
        <w:t>’</w:t>
      </w:r>
      <w:r w:rsidR="008F7090" w:rsidRPr="003A0BBB">
        <w:t>en ai au moins pour trois jours</w:t>
      </w:r>
      <w:r>
        <w:t xml:space="preserve">, </w:t>
      </w:r>
      <w:r w:rsidR="008F7090" w:rsidRPr="003A0BBB">
        <w:t>rien qu</w:t>
      </w:r>
      <w:r>
        <w:t>’</w:t>
      </w:r>
      <w:r w:rsidR="008F7090" w:rsidRPr="003A0BBB">
        <w:t xml:space="preserve">à courir pour toi entre le </w:t>
      </w:r>
      <w:r w:rsidR="008F7090" w:rsidRPr="003A0BBB">
        <w:rPr>
          <w:i/>
          <w:iCs/>
        </w:rPr>
        <w:t>Bon Marché</w:t>
      </w:r>
      <w:r w:rsidR="008F7090" w:rsidRPr="003A0BBB">
        <w:t xml:space="preserve"> et le </w:t>
      </w:r>
      <w:r w:rsidR="008F7090" w:rsidRPr="003A0BBB">
        <w:rPr>
          <w:i/>
          <w:iCs/>
        </w:rPr>
        <w:t>Printemps</w:t>
      </w:r>
      <w:r>
        <w:t xml:space="preserve">. </w:t>
      </w:r>
      <w:r w:rsidR="008F7090" w:rsidRPr="003A0BBB">
        <w:t>En outre</w:t>
      </w:r>
      <w:r>
        <w:t xml:space="preserve">, </w:t>
      </w:r>
      <w:r w:rsidR="008F7090" w:rsidRPr="003A0BBB">
        <w:t>il faut que je passe</w:t>
      </w:r>
      <w:r>
        <w:t xml:space="preserve">, </w:t>
      </w:r>
      <w:r w:rsidR="008F7090" w:rsidRPr="003A0BBB">
        <w:t>pour le compte de Monsieur</w:t>
      </w:r>
      <w:r>
        <w:t xml:space="preserve">, </w:t>
      </w:r>
      <w:r w:rsidR="008F7090" w:rsidRPr="003A0BBB">
        <w:t>à la Mission polonaise</w:t>
      </w:r>
      <w:r>
        <w:t xml:space="preserve">. </w:t>
      </w:r>
      <w:r w:rsidR="008F7090" w:rsidRPr="003A0BBB">
        <w:t>Je ne serai pas fâchée de leur dire deux mots</w:t>
      </w:r>
      <w:r>
        <w:t xml:space="preserve">, </w:t>
      </w:r>
      <w:r w:rsidR="008F7090" w:rsidRPr="003A0BBB">
        <w:t>à ceux-là</w:t>
      </w:r>
      <w:r>
        <w:t xml:space="preserve">. </w:t>
      </w:r>
      <w:r w:rsidR="008F7090" w:rsidRPr="003A0BBB">
        <w:t>C</w:t>
      </w:r>
      <w:r>
        <w:t>’</w:t>
      </w:r>
      <w:r w:rsidR="008F7090" w:rsidRPr="003A0BBB">
        <w:t>est inconcevable</w:t>
      </w:r>
      <w:r>
        <w:t xml:space="preserve">, </w:t>
      </w:r>
      <w:r w:rsidR="008F7090" w:rsidRPr="003A0BBB">
        <w:t>ces papiers qui ne sont pas encore arrivés</w:t>
      </w:r>
      <w:r>
        <w:t>.</w:t>
      </w:r>
    </w:p>
    <w:p w14:paraId="13B0B625" w14:textId="77777777" w:rsidR="003A6D8D" w:rsidRDefault="003A6D8D" w:rsidP="008F7090">
      <w:r>
        <w:t>— </w:t>
      </w:r>
      <w:r w:rsidR="008F7090" w:rsidRPr="003A0BBB">
        <w:t>Je te répète que tu n</w:t>
      </w:r>
      <w:r>
        <w:t>’</w:t>
      </w:r>
      <w:r w:rsidR="008F7090" w:rsidRPr="003A0BBB">
        <w:t>as pas à prendre cette peine</w:t>
      </w:r>
      <w:r>
        <w:t xml:space="preserve">, </w:t>
      </w:r>
      <w:r w:rsidR="008F7090" w:rsidRPr="003A0BBB">
        <w:t>disait Franz qui avait l</w:t>
      </w:r>
      <w:r>
        <w:t>’</w:t>
      </w:r>
      <w:r w:rsidR="008F7090" w:rsidRPr="003A0BBB">
        <w:t>air de redouter quelque incartade de Camille</w:t>
      </w:r>
      <w:r>
        <w:t xml:space="preserve">. </w:t>
      </w:r>
      <w:r w:rsidR="008F7090" w:rsidRPr="003A0BBB">
        <w:t>Il est bien plus simple que je leur écrive</w:t>
      </w:r>
      <w:r>
        <w:t>.</w:t>
      </w:r>
    </w:p>
    <w:p w14:paraId="5BF0973D" w14:textId="77777777" w:rsidR="003A6D8D" w:rsidRDefault="003A6D8D" w:rsidP="008F7090">
      <w:r>
        <w:t>— </w:t>
      </w:r>
      <w:r w:rsidR="008F7090" w:rsidRPr="003A0BBB">
        <w:t>Pour qu</w:t>
      </w:r>
      <w:r>
        <w:t>’</w:t>
      </w:r>
      <w:r w:rsidR="008F7090" w:rsidRPr="003A0BBB">
        <w:t>ils ne te répondent pas</w:t>
      </w:r>
      <w:r>
        <w:t xml:space="preserve"> ! </w:t>
      </w:r>
      <w:r w:rsidR="008F7090" w:rsidRPr="003A0BBB">
        <w:t>Pas du tout</w:t>
      </w:r>
      <w:r>
        <w:t xml:space="preserve">. </w:t>
      </w:r>
      <w:r w:rsidR="008F7090" w:rsidRPr="003A0BBB">
        <w:t>Je veux en avoir le cœur net</w:t>
      </w:r>
      <w:r>
        <w:t xml:space="preserve">. </w:t>
      </w:r>
      <w:r w:rsidR="008F7090" w:rsidRPr="003A0BBB">
        <w:t>Je veux savoir de qui vient ce retard</w:t>
      </w:r>
      <w:r>
        <w:t xml:space="preserve">. </w:t>
      </w:r>
      <w:r w:rsidR="008F7090" w:rsidRPr="003A0BBB">
        <w:t>Je te parie que Rome a fait le nécessaire et que tes papiers sont en train de traîner dans leurs bureaux</w:t>
      </w:r>
      <w:r>
        <w:t xml:space="preserve">. </w:t>
      </w:r>
      <w:r w:rsidR="008F7090" w:rsidRPr="003A0BBB">
        <w:t>Pendant ce temps</w:t>
      </w:r>
      <w:r>
        <w:t xml:space="preserve">, </w:t>
      </w:r>
      <w:r w:rsidR="008F7090" w:rsidRPr="003A0BBB">
        <w:t>de ton côté</w:t>
      </w:r>
      <w:r>
        <w:t xml:space="preserve">, </w:t>
      </w:r>
      <w:r w:rsidR="008F7090" w:rsidRPr="003A0BBB">
        <w:t>maman</w:t>
      </w:r>
      <w:r>
        <w:t xml:space="preserve">, </w:t>
      </w:r>
      <w:r w:rsidR="008F7090" w:rsidRPr="003A0BBB">
        <w:t>tu pourras commencer à t</w:t>
      </w:r>
      <w:r>
        <w:t>’</w:t>
      </w:r>
      <w:r w:rsidR="008F7090" w:rsidRPr="003A0BBB">
        <w:t xml:space="preserve">occuper enfin de </w:t>
      </w:r>
      <w:r w:rsidR="008F7090" w:rsidRPr="003A0BBB">
        <w:lastRenderedPageBreak/>
        <w:t>tes histoires de partage avec le notaire</w:t>
      </w:r>
      <w:r>
        <w:t xml:space="preserve">. </w:t>
      </w:r>
      <w:r w:rsidR="008F7090" w:rsidRPr="003A0BBB">
        <w:t>Ce ne sera pas trop tôt</w:t>
      </w:r>
      <w:r>
        <w:t>.</w:t>
      </w:r>
    </w:p>
    <w:p w14:paraId="32D1309D" w14:textId="77777777" w:rsidR="003A6D8D" w:rsidRDefault="003A6D8D" w:rsidP="008F7090">
      <w:r>
        <w:t>— </w:t>
      </w:r>
      <w:r w:rsidR="008F7090" w:rsidRPr="003A0BBB">
        <w:t>Comment</w:t>
      </w:r>
      <w:r>
        <w:t xml:space="preserve">, </w:t>
      </w:r>
      <w:r w:rsidR="008F7090" w:rsidRPr="003A0BBB">
        <w:t>ma petite fille</w:t>
      </w:r>
      <w:r>
        <w:t xml:space="preserve"> ? </w:t>
      </w:r>
      <w:r w:rsidR="008F7090" w:rsidRPr="003A0BBB">
        <w:t>Voilà plus de dix fois que je t</w:t>
      </w:r>
      <w:r>
        <w:t>’</w:t>
      </w:r>
      <w:r w:rsidR="008F7090" w:rsidRPr="003A0BBB">
        <w:t>ai proposé de faire le nécessaire</w:t>
      </w:r>
      <w:r>
        <w:t xml:space="preserve">. </w:t>
      </w:r>
      <w:r w:rsidR="008F7090" w:rsidRPr="003A0BBB">
        <w:t>Tu sais bien que tu m</w:t>
      </w:r>
      <w:r>
        <w:t>’</w:t>
      </w:r>
      <w:r w:rsidR="008F7090" w:rsidRPr="003A0BBB">
        <w:t>as toujours dit que rien ne pressait</w:t>
      </w:r>
      <w:r>
        <w:t>.</w:t>
      </w:r>
    </w:p>
    <w:p w14:paraId="04D26D5C" w14:textId="6CA1FB7B" w:rsidR="003A6D8D" w:rsidRDefault="003A6D8D" w:rsidP="008F7090">
      <w:r>
        <w:t>— </w:t>
      </w:r>
      <w:r w:rsidR="008F7090" w:rsidRPr="003A0BBB">
        <w:t>Je sais</w:t>
      </w:r>
      <w:r>
        <w:t xml:space="preserve">, </w:t>
      </w:r>
      <w:r w:rsidR="008F7090" w:rsidRPr="003A0BBB">
        <w:t>je sais</w:t>
      </w:r>
      <w:r>
        <w:t xml:space="preserve">… </w:t>
      </w:r>
      <w:r w:rsidR="008F7090" w:rsidRPr="003A0BBB">
        <w:t>Je sais surtout que</w:t>
      </w:r>
      <w:r>
        <w:t xml:space="preserve">, </w:t>
      </w:r>
      <w:r w:rsidR="008F7090" w:rsidRPr="003A0BBB">
        <w:t>si les choses continuent à aller de ce train</w:t>
      </w:r>
      <w:r>
        <w:t xml:space="preserve">, </w:t>
      </w:r>
      <w:r w:rsidR="008F7090" w:rsidRPr="003A0BBB">
        <w:t>nous ne serons jamais mariés</w:t>
      </w:r>
      <w:r>
        <w:t xml:space="preserve">. </w:t>
      </w:r>
      <w:r w:rsidR="008F7090" w:rsidRPr="003A0BBB">
        <w:t>Enfin</w:t>
      </w:r>
      <w:r>
        <w:t xml:space="preserve">, </w:t>
      </w:r>
      <w:r w:rsidR="008F7090" w:rsidRPr="003A0BBB">
        <w:t>ne nous emballons pas</w:t>
      </w:r>
      <w:r>
        <w:t xml:space="preserve">. </w:t>
      </w:r>
      <w:r w:rsidR="008F7090" w:rsidRPr="003A0BBB">
        <w:t>Nous ne sommes que le 29</w:t>
      </w:r>
      <w:r>
        <w:t xml:space="preserve">, </w:t>
      </w:r>
      <w:r w:rsidR="008F7090" w:rsidRPr="003A0BBB">
        <w:t xml:space="preserve">et je pars seulement le </w:t>
      </w:r>
      <w:r w:rsidRPr="003A0BBB">
        <w:t>8</w:t>
      </w:r>
      <w:r>
        <w:t> </w:t>
      </w:r>
      <w:r w:rsidRPr="003A0BBB">
        <w:t>septembre</w:t>
      </w:r>
      <w:r>
        <w:t xml:space="preserve">. </w:t>
      </w:r>
      <w:r w:rsidR="008F7090" w:rsidRPr="003A0BBB">
        <w:t>D</w:t>
      </w:r>
      <w:r>
        <w:t>’</w:t>
      </w:r>
      <w:r w:rsidR="008F7090" w:rsidRPr="003A0BBB">
        <w:t>ici là</w:t>
      </w:r>
      <w:r>
        <w:t xml:space="preserve">, </w:t>
      </w:r>
      <w:r w:rsidR="008F7090" w:rsidRPr="003A0BBB">
        <w:t>nous aurons peut-être quelque chose de nouveau</w:t>
      </w:r>
      <w:r>
        <w:t>.</w:t>
      </w:r>
    </w:p>
    <w:p w14:paraId="0BB653F9" w14:textId="1E42D42C" w:rsidR="008F7090" w:rsidRPr="003A0BBB" w:rsidRDefault="008F7090" w:rsidP="008F7090"/>
    <w:p w14:paraId="5A6818E5" w14:textId="77777777" w:rsidR="003A6D8D" w:rsidRDefault="008F7090" w:rsidP="008F7090">
      <w:r w:rsidRPr="003A0BBB">
        <w:t>C</w:t>
      </w:r>
      <w:r w:rsidR="003A6D8D">
        <w:t>’</w:t>
      </w:r>
      <w:r w:rsidRPr="003A0BBB">
        <w:t>était de la petite ville située à une lieue de Maguelonne que nous dépendions pour le service du courrier</w:t>
      </w:r>
      <w:r w:rsidR="003A6D8D">
        <w:t xml:space="preserve">. </w:t>
      </w:r>
      <w:r w:rsidRPr="003A0BBB">
        <w:t>Cette ville est assurée de deux distributions par jour</w:t>
      </w:r>
      <w:r w:rsidR="003A6D8D">
        <w:t xml:space="preserve">, </w:t>
      </w:r>
      <w:r w:rsidRPr="003A0BBB">
        <w:t>une le matin</w:t>
      </w:r>
      <w:r w:rsidR="003A6D8D">
        <w:t xml:space="preserve">, </w:t>
      </w:r>
      <w:r w:rsidRPr="003A0BBB">
        <w:t>l</w:t>
      </w:r>
      <w:r w:rsidR="003A6D8D">
        <w:t>’</w:t>
      </w:r>
      <w:r w:rsidRPr="003A0BBB">
        <w:t>autre à sept heures du soir</w:t>
      </w:r>
      <w:r w:rsidR="003A6D8D">
        <w:t xml:space="preserve">. </w:t>
      </w:r>
      <w:r w:rsidRPr="003A0BBB">
        <w:t>Naturellement</w:t>
      </w:r>
      <w:r w:rsidR="003A6D8D">
        <w:t xml:space="preserve">, </w:t>
      </w:r>
      <w:r w:rsidRPr="003A0BBB">
        <w:t>le facteur ne passe à Maguelonne qu</w:t>
      </w:r>
      <w:r w:rsidR="003A6D8D">
        <w:t>’</w:t>
      </w:r>
      <w:r w:rsidRPr="003A0BBB">
        <w:t>une seule fois</w:t>
      </w:r>
      <w:r w:rsidR="003A6D8D">
        <w:t xml:space="preserve">, </w:t>
      </w:r>
      <w:r w:rsidRPr="003A0BBB">
        <w:t>vers midi</w:t>
      </w:r>
      <w:r w:rsidR="003A6D8D">
        <w:t xml:space="preserve">. </w:t>
      </w:r>
      <w:r w:rsidRPr="003A0BBB">
        <w:t>Tant que j</w:t>
      </w:r>
      <w:r w:rsidR="003A6D8D">
        <w:t>’</w:t>
      </w:r>
      <w:r w:rsidRPr="003A0BBB">
        <w:t>étais seule</w:t>
      </w:r>
      <w:r w:rsidR="003A6D8D">
        <w:t xml:space="preserve">, </w:t>
      </w:r>
      <w:r w:rsidRPr="003A0BBB">
        <w:t>n</w:t>
      </w:r>
      <w:r w:rsidR="003A6D8D">
        <w:t>’</w:t>
      </w:r>
      <w:r w:rsidRPr="003A0BBB">
        <w:t>attendant que de loin en loin une lettre de ma fille</w:t>
      </w:r>
      <w:r w:rsidR="003A6D8D">
        <w:t xml:space="preserve">, </w:t>
      </w:r>
      <w:r w:rsidRPr="003A0BBB">
        <w:t>je m</w:t>
      </w:r>
      <w:r w:rsidR="003A6D8D">
        <w:t>’</w:t>
      </w:r>
      <w:r w:rsidRPr="003A0BBB">
        <w:t>accommodais aisément de cet état de chose</w:t>
      </w:r>
      <w:r w:rsidR="003A6D8D">
        <w:t xml:space="preserve">. </w:t>
      </w:r>
      <w:r w:rsidRPr="003A0BBB">
        <w:t>Mais Camille et Franz ne l</w:t>
      </w:r>
      <w:r w:rsidR="003A6D8D">
        <w:t>’</w:t>
      </w:r>
      <w:r w:rsidRPr="003A0BBB">
        <w:t>entendaient pas de cette oreille</w:t>
      </w:r>
      <w:r w:rsidR="003A6D8D">
        <w:t xml:space="preserve">, </w:t>
      </w:r>
      <w:r w:rsidRPr="003A0BBB">
        <w:t>et chaque soir ils se rendaient à la ville pour prendre leurs lettres et leurs journaux au bureau de poste et lire le communiqué de trois heures affiché à la mairie</w:t>
      </w:r>
      <w:r w:rsidR="003A6D8D">
        <w:t xml:space="preserve">. </w:t>
      </w:r>
      <w:r w:rsidRPr="003A0BBB">
        <w:t>Avec leur auto</w:t>
      </w:r>
      <w:r w:rsidR="003A6D8D">
        <w:t xml:space="preserve">, </w:t>
      </w:r>
      <w:r w:rsidRPr="003A0BBB">
        <w:t>cette promenade leur prenait rarement plus d</w:t>
      </w:r>
      <w:r w:rsidR="003A6D8D">
        <w:t>’</w:t>
      </w:r>
      <w:r w:rsidRPr="003A0BBB">
        <w:t>un quart d</w:t>
      </w:r>
      <w:r w:rsidR="003A6D8D">
        <w:t>’</w:t>
      </w:r>
      <w:r w:rsidRPr="003A0BBB">
        <w:t>heure</w:t>
      </w:r>
      <w:r w:rsidR="003A6D8D">
        <w:t xml:space="preserve">. </w:t>
      </w:r>
      <w:r w:rsidRPr="003A0BBB">
        <w:t>Depuis que Franz était forcé de surveiller sa santé</w:t>
      </w:r>
      <w:r w:rsidR="003A6D8D">
        <w:t xml:space="preserve">, </w:t>
      </w:r>
      <w:r w:rsidRPr="003A0BBB">
        <w:t>Camille faisait seule cette course</w:t>
      </w:r>
      <w:r w:rsidR="003A6D8D">
        <w:t xml:space="preserve">, </w:t>
      </w:r>
      <w:r w:rsidRPr="003A0BBB">
        <w:t>et</w:t>
      </w:r>
      <w:r w:rsidR="003A6D8D">
        <w:t xml:space="preserve">, </w:t>
      </w:r>
      <w:r w:rsidRPr="003A0BBB">
        <w:t>conduisant à toute allure le petit monstre</w:t>
      </w:r>
      <w:r w:rsidR="003A6D8D">
        <w:t xml:space="preserve">, </w:t>
      </w:r>
      <w:r w:rsidRPr="003A0BBB">
        <w:t>elle demeurait absente moins de temps encore</w:t>
      </w:r>
      <w:r w:rsidR="003A6D8D">
        <w:t>.</w:t>
      </w:r>
    </w:p>
    <w:p w14:paraId="3C6F5443" w14:textId="77777777" w:rsidR="003A6D8D" w:rsidRDefault="008F7090" w:rsidP="008F7090">
      <w:r w:rsidRPr="003A0BBB">
        <w:t>Ce soir-là</w:t>
      </w:r>
      <w:r w:rsidR="003A6D8D">
        <w:t xml:space="preserve">, </w:t>
      </w:r>
      <w:r w:rsidRPr="003A0BBB">
        <w:t>elle partit plus tôt que de coutume</w:t>
      </w:r>
      <w:r w:rsidR="003A6D8D">
        <w:t xml:space="preserve">, </w:t>
      </w:r>
      <w:r w:rsidRPr="003A0BBB">
        <w:t>ayant à faire plusieurs courses en ville</w:t>
      </w:r>
      <w:r w:rsidR="003A6D8D">
        <w:t xml:space="preserve">, </w:t>
      </w:r>
      <w:r w:rsidRPr="003A0BBB">
        <w:t>dont une chez le pharmacien</w:t>
      </w:r>
      <w:r w:rsidR="003A6D8D">
        <w:t xml:space="preserve">, </w:t>
      </w:r>
      <w:r w:rsidRPr="003A0BBB">
        <w:t>pour Franz</w:t>
      </w:r>
      <w:r w:rsidR="003A6D8D">
        <w:t>.</w:t>
      </w:r>
    </w:p>
    <w:p w14:paraId="2A922866" w14:textId="77777777" w:rsidR="003A6D8D" w:rsidRDefault="008F7090" w:rsidP="008F7090">
      <w:r w:rsidRPr="003A0BBB">
        <w:lastRenderedPageBreak/>
        <w:t>Quand elle nous laissa</w:t>
      </w:r>
      <w:r w:rsidR="003A6D8D">
        <w:t xml:space="preserve">, </w:t>
      </w:r>
      <w:r w:rsidRPr="003A0BBB">
        <w:t>nous étions tous deux assis sur la terrasse</w:t>
      </w:r>
      <w:r w:rsidR="003A6D8D">
        <w:t>.</w:t>
      </w:r>
    </w:p>
    <w:p w14:paraId="4C2A76F8" w14:textId="77777777" w:rsidR="003A6D8D" w:rsidRDefault="003A6D8D" w:rsidP="008F7090">
      <w:r>
        <w:t>— </w:t>
      </w:r>
      <w:r w:rsidR="008F7090" w:rsidRPr="003A0BBB">
        <w:t>Ce n</w:t>
      </w:r>
      <w:r>
        <w:t>’</w:t>
      </w:r>
      <w:r w:rsidR="008F7090" w:rsidRPr="003A0BBB">
        <w:t>est pas la peine de m</w:t>
      </w:r>
      <w:r>
        <w:t>’</w:t>
      </w:r>
      <w:r w:rsidR="008F7090" w:rsidRPr="003A0BBB">
        <w:t>attendre dehors</w:t>
      </w:r>
      <w:r>
        <w:t xml:space="preserve">, </w:t>
      </w:r>
      <w:r w:rsidR="008F7090" w:rsidRPr="003A0BBB">
        <w:t>dit-elle</w:t>
      </w:r>
      <w:r>
        <w:t xml:space="preserve">. </w:t>
      </w:r>
      <w:r w:rsidR="008F7090" w:rsidRPr="003A0BBB">
        <w:t>Dès que la nuit commencera à tomber</w:t>
      </w:r>
      <w:r>
        <w:t xml:space="preserve">, </w:t>
      </w:r>
      <w:r w:rsidR="008F7090" w:rsidRPr="003A0BBB">
        <w:t>maman</w:t>
      </w:r>
      <w:r>
        <w:t xml:space="preserve">, </w:t>
      </w:r>
      <w:r w:rsidR="008F7090" w:rsidRPr="003A0BBB">
        <w:t>sois assez aimable pour me faire rentrer ce monsieur</w:t>
      </w:r>
      <w:r>
        <w:t>.</w:t>
      </w:r>
    </w:p>
    <w:p w14:paraId="196A9DB0" w14:textId="77777777" w:rsidR="003A6D8D" w:rsidRDefault="008F7090" w:rsidP="008F7090">
      <w:r w:rsidRPr="003A0BBB">
        <w:t>Franz fumait une cigarette</w:t>
      </w:r>
      <w:r w:rsidR="003A6D8D">
        <w:t xml:space="preserve">. </w:t>
      </w:r>
      <w:r w:rsidRPr="003A0BBB">
        <w:t>Ses yeux</w:t>
      </w:r>
      <w:r w:rsidR="003A6D8D">
        <w:t xml:space="preserve">, </w:t>
      </w:r>
      <w:proofErr w:type="spellStart"/>
      <w:r w:rsidRPr="003A0BBB">
        <w:t>par delà</w:t>
      </w:r>
      <w:proofErr w:type="spellEnd"/>
      <w:r w:rsidRPr="003A0BBB">
        <w:t xml:space="preserve"> la balustrade</w:t>
      </w:r>
      <w:r w:rsidR="003A6D8D">
        <w:t xml:space="preserve">, </w:t>
      </w:r>
      <w:r w:rsidRPr="003A0BBB">
        <w:t>erraient sur la campagne déjà violette</w:t>
      </w:r>
      <w:r w:rsidR="003A6D8D">
        <w:t xml:space="preserve">. </w:t>
      </w:r>
      <w:r w:rsidRPr="003A0BBB">
        <w:t>Le soleil</w:t>
      </w:r>
      <w:r w:rsidR="003A6D8D">
        <w:t xml:space="preserve">, </w:t>
      </w:r>
      <w:r w:rsidRPr="003A0BBB">
        <w:t>atteignant le bord supérieur du causse</w:t>
      </w:r>
      <w:r w:rsidR="003A6D8D">
        <w:t xml:space="preserve">, </w:t>
      </w:r>
      <w:r w:rsidRPr="003A0BBB">
        <w:t>allait disparaître</w:t>
      </w:r>
      <w:r w:rsidR="003A6D8D">
        <w:t xml:space="preserve">. </w:t>
      </w:r>
      <w:r w:rsidRPr="003A0BBB">
        <w:t>On entendait dans une prairie gagnée par la brume commençante la lente sonnaille d</w:t>
      </w:r>
      <w:r w:rsidR="003A6D8D">
        <w:t>’</w:t>
      </w:r>
      <w:r w:rsidRPr="003A0BBB">
        <w:t>une vache qu</w:t>
      </w:r>
      <w:r w:rsidR="003A6D8D">
        <w:t>’</w:t>
      </w:r>
      <w:r w:rsidRPr="003A0BBB">
        <w:t>on ne voyait pas</w:t>
      </w:r>
      <w:r w:rsidR="003A6D8D">
        <w:t xml:space="preserve">. </w:t>
      </w:r>
      <w:r w:rsidRPr="003A0BBB">
        <w:t>Un troupeau de moutons</w:t>
      </w:r>
      <w:r w:rsidR="003A6D8D">
        <w:t xml:space="preserve">, </w:t>
      </w:r>
      <w:r w:rsidRPr="003A0BBB">
        <w:t>avec un bruit mou de laine froissée</w:t>
      </w:r>
      <w:r w:rsidR="003A6D8D">
        <w:t xml:space="preserve">, </w:t>
      </w:r>
      <w:r w:rsidRPr="003A0BBB">
        <w:t>passa sur la route</w:t>
      </w:r>
      <w:r w:rsidR="003A6D8D">
        <w:t>.</w:t>
      </w:r>
    </w:p>
    <w:p w14:paraId="1587C01C" w14:textId="77777777" w:rsidR="003A6D8D" w:rsidRDefault="008F7090" w:rsidP="008F7090">
      <w:r w:rsidRPr="003A0BBB">
        <w:t>Franz venait d</w:t>
      </w:r>
      <w:r w:rsidR="003A6D8D">
        <w:t>’</w:t>
      </w:r>
      <w:r w:rsidRPr="003A0BBB">
        <w:t>allumer une autre cigarette</w:t>
      </w:r>
      <w:r w:rsidR="003A6D8D">
        <w:t xml:space="preserve">. </w:t>
      </w:r>
      <w:r w:rsidRPr="003A0BBB">
        <w:t>Ni l</w:t>
      </w:r>
      <w:r w:rsidR="003A6D8D">
        <w:t>’</w:t>
      </w:r>
      <w:r w:rsidRPr="003A0BBB">
        <w:t>un ni l</w:t>
      </w:r>
      <w:r w:rsidR="003A6D8D">
        <w:t>’</w:t>
      </w:r>
      <w:r w:rsidRPr="003A0BBB">
        <w:t>autre</w:t>
      </w:r>
      <w:r w:rsidR="003A6D8D">
        <w:t xml:space="preserve">, </w:t>
      </w:r>
      <w:r w:rsidRPr="003A0BBB">
        <w:t>nous n</w:t>
      </w:r>
      <w:r w:rsidR="003A6D8D">
        <w:t>’</w:t>
      </w:r>
      <w:r w:rsidRPr="003A0BBB">
        <w:t>avions échangé un mot depuis le départ de Camille</w:t>
      </w:r>
      <w:r w:rsidR="003A6D8D">
        <w:t xml:space="preserve">. </w:t>
      </w:r>
      <w:r w:rsidRPr="003A0BBB">
        <w:t>Je compris la nécessité de rompre un silence dans lequel je sentais que je n</w:t>
      </w:r>
      <w:r w:rsidR="003A6D8D">
        <w:t>’</w:t>
      </w:r>
      <w:r w:rsidRPr="003A0BBB">
        <w:t>étais plus la maîtresse de mon cœur</w:t>
      </w:r>
      <w:r w:rsidR="003A6D8D">
        <w:t>.</w:t>
      </w:r>
    </w:p>
    <w:p w14:paraId="549C4BF5" w14:textId="77777777" w:rsidR="003A6D8D" w:rsidRDefault="003A6D8D" w:rsidP="008F7090">
      <w:r>
        <w:t>— </w:t>
      </w:r>
      <w:r w:rsidR="008F7090" w:rsidRPr="003A0BBB">
        <w:t>Ce n</w:t>
      </w:r>
      <w:r>
        <w:t>’</w:t>
      </w:r>
      <w:r w:rsidR="008F7090" w:rsidRPr="003A0BBB">
        <w:t>est pas raisonnable de fumer ainsi</w:t>
      </w:r>
      <w:r>
        <w:t>.</w:t>
      </w:r>
    </w:p>
    <w:p w14:paraId="1DE0EBF0" w14:textId="77777777" w:rsidR="003A6D8D" w:rsidRDefault="008F7090" w:rsidP="008F7090">
      <w:r w:rsidRPr="003A0BBB">
        <w:t>Il sourit d</w:t>
      </w:r>
      <w:r w:rsidR="003A6D8D">
        <w:t>’</w:t>
      </w:r>
      <w:r w:rsidRPr="003A0BBB">
        <w:t>un air soumis et jeta sa cigarette</w:t>
      </w:r>
      <w:r w:rsidR="003A6D8D">
        <w:t xml:space="preserve">. </w:t>
      </w:r>
      <w:r w:rsidRPr="003A0BBB">
        <w:t>Une minute s</w:t>
      </w:r>
      <w:r w:rsidR="003A6D8D">
        <w:t>’</w:t>
      </w:r>
      <w:r w:rsidRPr="003A0BBB">
        <w:t>écoula</w:t>
      </w:r>
      <w:r w:rsidR="003A6D8D">
        <w:t xml:space="preserve">, </w:t>
      </w:r>
      <w:r w:rsidRPr="003A0BBB">
        <w:t>immense</w:t>
      </w:r>
      <w:r w:rsidR="003A6D8D">
        <w:t xml:space="preserve">. </w:t>
      </w:r>
      <w:r w:rsidRPr="003A0BBB">
        <w:t>Je tendais une oreille désespérée</w:t>
      </w:r>
      <w:r w:rsidR="003A6D8D">
        <w:t xml:space="preserve">, </w:t>
      </w:r>
      <w:r w:rsidRPr="003A0BBB">
        <w:t>souhaitant</w:t>
      </w:r>
      <w:r w:rsidR="003A6D8D">
        <w:t xml:space="preserve">, </w:t>
      </w:r>
      <w:r w:rsidRPr="003A0BBB">
        <w:t>comme on souhaite le salut</w:t>
      </w:r>
      <w:r w:rsidR="003A6D8D">
        <w:t xml:space="preserve">, </w:t>
      </w:r>
      <w:r w:rsidRPr="003A0BBB">
        <w:t>entendre la sirène de l</w:t>
      </w:r>
      <w:r w:rsidR="003A6D8D">
        <w:t>’</w:t>
      </w:r>
      <w:r w:rsidRPr="003A0BBB">
        <w:t>automobile ramenant Camille</w:t>
      </w:r>
      <w:r w:rsidR="003A6D8D">
        <w:t>.</w:t>
      </w:r>
    </w:p>
    <w:p w14:paraId="0ED6BD09" w14:textId="77777777" w:rsidR="003A6D8D" w:rsidRDefault="003A6D8D" w:rsidP="008F7090">
      <w:r>
        <w:t>— </w:t>
      </w:r>
      <w:r w:rsidR="008F7090" w:rsidRPr="003A0BBB">
        <w:t>Vous êtes bonne pour moi</w:t>
      </w:r>
      <w:r>
        <w:t xml:space="preserve">, </w:t>
      </w:r>
      <w:r w:rsidR="008F7090" w:rsidRPr="003A0BBB">
        <w:t>dit enfin Franz</w:t>
      </w:r>
      <w:r>
        <w:t>.</w:t>
      </w:r>
    </w:p>
    <w:p w14:paraId="37773A56" w14:textId="77777777" w:rsidR="003A6D8D" w:rsidRDefault="008F7090" w:rsidP="008F7090">
      <w:r w:rsidRPr="003A0BBB">
        <w:t>Je ne disais rien</w:t>
      </w:r>
      <w:r w:rsidR="003A6D8D">
        <w:t xml:space="preserve">. </w:t>
      </w:r>
      <w:r w:rsidRPr="003A0BBB">
        <w:t>Il continua</w:t>
      </w:r>
      <w:r w:rsidR="003A6D8D">
        <w:t> :</w:t>
      </w:r>
    </w:p>
    <w:p w14:paraId="1D1CF35B" w14:textId="77777777" w:rsidR="003A6D8D" w:rsidRDefault="003A6D8D" w:rsidP="008F7090">
      <w:r>
        <w:t>— </w:t>
      </w:r>
      <w:r w:rsidR="008F7090" w:rsidRPr="003A0BBB">
        <w:t>Si vous pouviez savoir quelle reconnaissance je vous garde pour m</w:t>
      </w:r>
      <w:r>
        <w:t>’</w:t>
      </w:r>
      <w:r w:rsidR="008F7090" w:rsidRPr="003A0BBB">
        <w:t>avoir ainsi accueilli</w:t>
      </w:r>
      <w:r>
        <w:t> !</w:t>
      </w:r>
    </w:p>
    <w:p w14:paraId="6783C0D1" w14:textId="77777777" w:rsidR="003A6D8D" w:rsidRDefault="003A6D8D" w:rsidP="008F7090">
      <w:r>
        <w:t>— </w:t>
      </w:r>
      <w:r w:rsidR="008F7090" w:rsidRPr="003A0BBB">
        <w:t>Le fiancé de Camille n</w:t>
      </w:r>
      <w:r>
        <w:t>’</w:t>
      </w:r>
      <w:r w:rsidR="008F7090" w:rsidRPr="003A0BBB">
        <w:t>était-il pas ici chez lui</w:t>
      </w:r>
      <w:r>
        <w:t xml:space="preserve"> ? </w:t>
      </w:r>
      <w:r w:rsidR="008F7090" w:rsidRPr="003A0BBB">
        <w:t>murmurai-je d</w:t>
      </w:r>
      <w:r>
        <w:t>’</w:t>
      </w:r>
      <w:r w:rsidR="008F7090" w:rsidRPr="003A0BBB">
        <w:t>une voix faible</w:t>
      </w:r>
      <w:r>
        <w:t xml:space="preserve">, </w:t>
      </w:r>
      <w:r w:rsidR="008F7090" w:rsidRPr="003A0BBB">
        <w:t>et ne me rendant compte que trop tard de l</w:t>
      </w:r>
      <w:r>
        <w:t>’</w:t>
      </w:r>
      <w:r w:rsidR="008F7090" w:rsidRPr="003A0BBB">
        <w:t>imprudence que je venais de commettre</w:t>
      </w:r>
      <w:r>
        <w:t>.</w:t>
      </w:r>
    </w:p>
    <w:p w14:paraId="54258BBC" w14:textId="77777777" w:rsidR="003A6D8D" w:rsidRDefault="003A6D8D" w:rsidP="008F7090">
      <w:r>
        <w:lastRenderedPageBreak/>
        <w:t>— </w:t>
      </w:r>
      <w:r w:rsidR="008F7090" w:rsidRPr="003A0BBB">
        <w:t>Le fiancé de Camille</w:t>
      </w:r>
      <w:r>
        <w:t xml:space="preserve">, </w:t>
      </w:r>
      <w:r w:rsidR="008F7090" w:rsidRPr="003A0BBB">
        <w:t>répétait-il</w:t>
      </w:r>
      <w:r>
        <w:t>.</w:t>
      </w:r>
    </w:p>
    <w:p w14:paraId="1120FCEC" w14:textId="77777777" w:rsidR="003A6D8D" w:rsidRDefault="008F7090" w:rsidP="008F7090">
      <w:r w:rsidRPr="003A0BBB">
        <w:t>Quatre ou cinq mètres séparaient mon fauteuil du sien</w:t>
      </w:r>
      <w:r w:rsidR="003A6D8D">
        <w:t xml:space="preserve">. </w:t>
      </w:r>
      <w:r w:rsidRPr="003A0BBB">
        <w:t>Je plaçais mon ultime espoir dans cette distance</w:t>
      </w:r>
      <w:r w:rsidR="003A6D8D">
        <w:t xml:space="preserve">, </w:t>
      </w:r>
      <w:r w:rsidRPr="003A0BBB">
        <w:t>tandis que lui</w:t>
      </w:r>
      <w:r w:rsidR="003A6D8D">
        <w:t xml:space="preserve">, </w:t>
      </w:r>
      <w:r w:rsidRPr="003A0BBB">
        <w:t>il poursuivait</w:t>
      </w:r>
      <w:r w:rsidR="003A6D8D">
        <w:t> :</w:t>
      </w:r>
    </w:p>
    <w:p w14:paraId="6D428676" w14:textId="77777777" w:rsidR="003A6D8D" w:rsidRDefault="003A6D8D" w:rsidP="008F7090">
      <w:r>
        <w:t>— </w:t>
      </w:r>
      <w:r w:rsidR="008F7090" w:rsidRPr="003A0BBB">
        <w:t>Vraiment</w:t>
      </w:r>
      <w:r>
        <w:t xml:space="preserve">, </w:t>
      </w:r>
      <w:r w:rsidR="008F7090" w:rsidRPr="003A0BBB">
        <w:t>ce que vous avez fait</w:t>
      </w:r>
      <w:r>
        <w:t xml:space="preserve">, </w:t>
      </w:r>
      <w:r w:rsidR="008F7090" w:rsidRPr="003A0BBB">
        <w:t>vous ne l</w:t>
      </w:r>
      <w:r>
        <w:t>’</w:t>
      </w:r>
      <w:r w:rsidR="008F7090" w:rsidRPr="003A0BBB">
        <w:t>avez fait que pour le fiancé de Camille</w:t>
      </w:r>
      <w:r>
        <w:t> ?</w:t>
      </w:r>
    </w:p>
    <w:p w14:paraId="61E29E19" w14:textId="77777777" w:rsidR="003A6D8D" w:rsidRDefault="003A6D8D" w:rsidP="008F7090">
      <w:r>
        <w:t>— </w:t>
      </w:r>
      <w:r w:rsidR="008F7090" w:rsidRPr="003A0BBB">
        <w:t>Sans elle</w:t>
      </w:r>
      <w:r>
        <w:t xml:space="preserve">, </w:t>
      </w:r>
      <w:r w:rsidR="008F7090" w:rsidRPr="003A0BBB">
        <w:t>nous ne nous serions jamais connus</w:t>
      </w:r>
      <w:r>
        <w:t xml:space="preserve">, </w:t>
      </w:r>
      <w:r w:rsidR="008F7090" w:rsidRPr="003A0BBB">
        <w:t>répondis-je sur un ton que je m</w:t>
      </w:r>
      <w:r>
        <w:t>’</w:t>
      </w:r>
      <w:r w:rsidR="008F7090" w:rsidRPr="003A0BBB">
        <w:t>efforçai de rendre sec</w:t>
      </w:r>
      <w:r>
        <w:t xml:space="preserve">, </w:t>
      </w:r>
      <w:r w:rsidR="008F7090" w:rsidRPr="003A0BBB">
        <w:t>et osant cette fois le regarder</w:t>
      </w:r>
      <w:r>
        <w:t>.</w:t>
      </w:r>
    </w:p>
    <w:p w14:paraId="7321CC7B" w14:textId="77777777" w:rsidR="003A6D8D" w:rsidRDefault="008F7090" w:rsidP="008F7090">
      <w:r w:rsidRPr="003A0BBB">
        <w:t>Il détourna les yeux avec une expression de douce amertume</w:t>
      </w:r>
      <w:r w:rsidR="003A6D8D">
        <w:t>.</w:t>
      </w:r>
    </w:p>
    <w:p w14:paraId="2AA3345A" w14:textId="77777777" w:rsidR="003A6D8D" w:rsidRDefault="003A6D8D" w:rsidP="008F7090">
      <w:r>
        <w:t>— </w:t>
      </w:r>
      <w:r w:rsidR="008F7090" w:rsidRPr="003A0BBB">
        <w:t>Évidemment</w:t>
      </w:r>
      <w:r>
        <w:t xml:space="preserve">, </w:t>
      </w:r>
      <w:r w:rsidR="008F7090" w:rsidRPr="003A0BBB">
        <w:t>murmura-t-il</w:t>
      </w:r>
      <w:r>
        <w:t xml:space="preserve">. </w:t>
      </w:r>
      <w:r w:rsidR="008F7090" w:rsidRPr="003A0BBB">
        <w:t>Évidemment</w:t>
      </w:r>
      <w:r>
        <w:t>.</w:t>
      </w:r>
    </w:p>
    <w:p w14:paraId="1E1001B0" w14:textId="77777777" w:rsidR="003A6D8D" w:rsidRDefault="008F7090" w:rsidP="008F7090">
      <w:r w:rsidRPr="003A0BBB">
        <w:t>Au même instant</w:t>
      </w:r>
      <w:r w:rsidR="003A6D8D">
        <w:t xml:space="preserve">, </w:t>
      </w:r>
      <w:r w:rsidRPr="003A0BBB">
        <w:t>une légère quinte de toux le secoua</w:t>
      </w:r>
      <w:r w:rsidR="003A6D8D">
        <w:t xml:space="preserve">. </w:t>
      </w:r>
      <w:r w:rsidRPr="003A0BBB">
        <w:t>Dans le geste qu</w:t>
      </w:r>
      <w:r w:rsidR="003A6D8D">
        <w:t>’</w:t>
      </w:r>
      <w:r w:rsidRPr="003A0BBB">
        <w:t>il fit pour porter la main à son flanc</w:t>
      </w:r>
      <w:r w:rsidR="003A6D8D">
        <w:t xml:space="preserve">, </w:t>
      </w:r>
      <w:r w:rsidRPr="003A0BBB">
        <w:t>la couverture que Camille</w:t>
      </w:r>
      <w:r w:rsidR="003A6D8D">
        <w:t xml:space="preserve">, </w:t>
      </w:r>
      <w:r w:rsidRPr="003A0BBB">
        <w:t>en s</w:t>
      </w:r>
      <w:r w:rsidR="003A6D8D">
        <w:t>’</w:t>
      </w:r>
      <w:r w:rsidRPr="003A0BBB">
        <w:t>en allant</w:t>
      </w:r>
      <w:r w:rsidR="003A6D8D">
        <w:t xml:space="preserve">, </w:t>
      </w:r>
      <w:r w:rsidRPr="003A0BBB">
        <w:t>lui avait jetée sur les épaules</w:t>
      </w:r>
      <w:r w:rsidR="003A6D8D">
        <w:t xml:space="preserve">, </w:t>
      </w:r>
      <w:r w:rsidRPr="003A0BBB">
        <w:t>glissa à terre</w:t>
      </w:r>
      <w:r w:rsidR="003A6D8D">
        <w:t>.</w:t>
      </w:r>
    </w:p>
    <w:p w14:paraId="721A8566" w14:textId="77777777" w:rsidR="003A6D8D" w:rsidRDefault="008F7090" w:rsidP="008F7090">
      <w:r w:rsidRPr="003A0BBB">
        <w:t>Je me précipitai pour la ramasser</w:t>
      </w:r>
      <w:r w:rsidR="003A6D8D">
        <w:t>.</w:t>
      </w:r>
    </w:p>
    <w:p w14:paraId="09E3CE02" w14:textId="77777777" w:rsidR="003A6D8D" w:rsidRDefault="003A6D8D" w:rsidP="008F7090">
      <w:r>
        <w:t>— </w:t>
      </w:r>
      <w:r w:rsidR="008F7090" w:rsidRPr="003A0BBB">
        <w:t>Vous souffrez</w:t>
      </w:r>
      <w:r>
        <w:t xml:space="preserve"> ! </w:t>
      </w:r>
      <w:r w:rsidR="008F7090" w:rsidRPr="003A0BBB">
        <w:t>fis-je</w:t>
      </w:r>
      <w:r>
        <w:t>.</w:t>
      </w:r>
    </w:p>
    <w:p w14:paraId="01925CA3" w14:textId="77777777" w:rsidR="003A6D8D" w:rsidRDefault="008F7090" w:rsidP="008F7090">
      <w:r w:rsidRPr="003A0BBB">
        <w:t>Il secoua la tête</w:t>
      </w:r>
      <w:r w:rsidR="003A6D8D">
        <w:t>.</w:t>
      </w:r>
    </w:p>
    <w:p w14:paraId="668B075F" w14:textId="77777777" w:rsidR="003A6D8D" w:rsidRDefault="003A6D8D" w:rsidP="008F7090">
      <w:r>
        <w:t>— </w:t>
      </w:r>
      <w:r w:rsidR="008F7090" w:rsidRPr="003A0BBB">
        <w:t>Non</w:t>
      </w:r>
      <w:r>
        <w:t xml:space="preserve">. </w:t>
      </w:r>
      <w:r w:rsidR="008F7090" w:rsidRPr="003A0BBB">
        <w:t>Très peu</w:t>
      </w:r>
      <w:r>
        <w:t xml:space="preserve">. </w:t>
      </w:r>
      <w:r w:rsidR="008F7090" w:rsidRPr="003A0BBB">
        <w:t>Ce n</w:t>
      </w:r>
      <w:r>
        <w:t>’</w:t>
      </w:r>
      <w:r w:rsidR="008F7090" w:rsidRPr="003A0BBB">
        <w:t>est rien</w:t>
      </w:r>
      <w:r>
        <w:t xml:space="preserve">. </w:t>
      </w:r>
      <w:r w:rsidR="008F7090" w:rsidRPr="003A0BBB">
        <w:t>Que je m</w:t>
      </w:r>
      <w:r>
        <w:t>’</w:t>
      </w:r>
      <w:r w:rsidR="008F7090" w:rsidRPr="003A0BBB">
        <w:t>excuse de vous alarmer de la sorte</w:t>
      </w:r>
      <w:r>
        <w:t xml:space="preserve"> ! </w:t>
      </w:r>
      <w:r w:rsidR="008F7090" w:rsidRPr="003A0BBB">
        <w:t>Laissez cette couverture</w:t>
      </w:r>
      <w:r>
        <w:t xml:space="preserve">, </w:t>
      </w:r>
      <w:r w:rsidR="008F7090" w:rsidRPr="003A0BBB">
        <w:t>voulez-vous</w:t>
      </w:r>
      <w:r>
        <w:t xml:space="preserve">, </w:t>
      </w:r>
      <w:r w:rsidR="008F7090" w:rsidRPr="003A0BBB">
        <w:t>je n</w:t>
      </w:r>
      <w:r>
        <w:t>’</w:t>
      </w:r>
      <w:r w:rsidR="008F7090" w:rsidRPr="003A0BBB">
        <w:t>ai pas froid</w:t>
      </w:r>
      <w:r>
        <w:t>.</w:t>
      </w:r>
    </w:p>
    <w:p w14:paraId="5BD610DB" w14:textId="77777777" w:rsidR="003A6D8D" w:rsidRDefault="008F7090" w:rsidP="008F7090">
      <w:r w:rsidRPr="003A0BBB">
        <w:t>Je ne l</w:t>
      </w:r>
      <w:r w:rsidR="003A6D8D">
        <w:t>’</w:t>
      </w:r>
      <w:r w:rsidRPr="003A0BBB">
        <w:t>écoutais pas</w:t>
      </w:r>
      <w:r w:rsidR="003A6D8D">
        <w:t>.</w:t>
      </w:r>
    </w:p>
    <w:p w14:paraId="56C9CBCB" w14:textId="77777777" w:rsidR="003A6D8D" w:rsidRDefault="003A6D8D" w:rsidP="008F7090">
      <w:r>
        <w:t>— </w:t>
      </w:r>
      <w:r w:rsidR="008F7090" w:rsidRPr="003A0BBB">
        <w:t>J</w:t>
      </w:r>
      <w:r>
        <w:t>’</w:t>
      </w:r>
      <w:r w:rsidR="008F7090" w:rsidRPr="003A0BBB">
        <w:t>exige au contraire que vous vous couvriez</w:t>
      </w:r>
      <w:r>
        <w:t xml:space="preserve">. </w:t>
      </w:r>
      <w:r w:rsidR="008F7090" w:rsidRPr="003A0BBB">
        <w:t>Que dirait Camille</w:t>
      </w:r>
      <w:r>
        <w:t xml:space="preserve"> ! </w:t>
      </w:r>
      <w:r w:rsidR="008F7090" w:rsidRPr="003A0BBB">
        <w:t>D</w:t>
      </w:r>
      <w:r>
        <w:t>’</w:t>
      </w:r>
      <w:r w:rsidR="008F7090" w:rsidRPr="003A0BBB">
        <w:t>ailleurs il commence à faire nuit</w:t>
      </w:r>
      <w:r>
        <w:t xml:space="preserve">. </w:t>
      </w:r>
      <w:r w:rsidR="008F7090" w:rsidRPr="003A0BBB">
        <w:t>Rentrons</w:t>
      </w:r>
      <w:r>
        <w:t xml:space="preserve">, </w:t>
      </w:r>
      <w:r w:rsidR="008F7090" w:rsidRPr="003A0BBB">
        <w:t>cela vaudra mieux</w:t>
      </w:r>
      <w:r>
        <w:t>.</w:t>
      </w:r>
    </w:p>
    <w:p w14:paraId="7E795158" w14:textId="77777777" w:rsidR="003A6D8D" w:rsidRDefault="003A6D8D" w:rsidP="008F7090">
      <w:r>
        <w:lastRenderedPageBreak/>
        <w:t>— </w:t>
      </w:r>
      <w:r w:rsidR="008F7090" w:rsidRPr="003A0BBB">
        <w:t>Une minute encore</w:t>
      </w:r>
      <w:r>
        <w:t xml:space="preserve"> ! </w:t>
      </w:r>
      <w:r w:rsidR="008F7090" w:rsidRPr="003A0BBB">
        <w:t>supplia-t-il</w:t>
      </w:r>
      <w:r>
        <w:t xml:space="preserve">. </w:t>
      </w:r>
      <w:r w:rsidR="008F7090" w:rsidRPr="003A0BBB">
        <w:t>Je suis si bien ici</w:t>
      </w:r>
      <w:r>
        <w:t> !</w:t>
      </w:r>
    </w:p>
    <w:p w14:paraId="2459EC02" w14:textId="77777777" w:rsidR="003A6D8D" w:rsidRDefault="003A6D8D" w:rsidP="008F7090">
      <w:r>
        <w:t>— </w:t>
      </w:r>
      <w:r w:rsidR="008F7090" w:rsidRPr="003A0BBB">
        <w:t>Oui</w:t>
      </w:r>
      <w:r>
        <w:t xml:space="preserve">, </w:t>
      </w:r>
      <w:r w:rsidR="008F7090" w:rsidRPr="003A0BBB">
        <w:t>mais alors obéissez</w:t>
      </w:r>
      <w:r>
        <w:t> !</w:t>
      </w:r>
    </w:p>
    <w:p w14:paraId="61FF61E4" w14:textId="77777777" w:rsidR="003A6D8D" w:rsidRDefault="008F7090" w:rsidP="008F7090">
      <w:r w:rsidRPr="003A0BBB">
        <w:t>Je ramenai sur sa poitrine les deux pans de la couverture</w:t>
      </w:r>
      <w:r w:rsidR="003A6D8D">
        <w:t xml:space="preserve">. </w:t>
      </w:r>
      <w:r w:rsidRPr="003A0BBB">
        <w:t>Il profita de ce que j</w:t>
      </w:r>
      <w:r w:rsidR="003A6D8D">
        <w:t>’</w:t>
      </w:r>
      <w:r w:rsidRPr="003A0BBB">
        <w:t>étais penchée sur lui pour me saisir le poignet et l</w:t>
      </w:r>
      <w:r w:rsidR="003A6D8D">
        <w:t>’</w:t>
      </w:r>
      <w:r w:rsidRPr="003A0BBB">
        <w:t>embrasser</w:t>
      </w:r>
      <w:r w:rsidR="003A6D8D">
        <w:t>.</w:t>
      </w:r>
    </w:p>
    <w:p w14:paraId="55F2353E" w14:textId="77777777" w:rsidR="003A6D8D" w:rsidRDefault="008F7090" w:rsidP="008F7090">
      <w:r w:rsidRPr="003A0BBB">
        <w:t>En cet instant</w:t>
      </w:r>
      <w:r w:rsidR="003A6D8D">
        <w:t xml:space="preserve">, </w:t>
      </w:r>
      <w:r w:rsidRPr="003A0BBB">
        <w:t>je le jure</w:t>
      </w:r>
      <w:r w:rsidR="003A6D8D">
        <w:t xml:space="preserve">, </w:t>
      </w:r>
      <w:r w:rsidRPr="003A0BBB">
        <w:t>et c</w:t>
      </w:r>
      <w:r w:rsidR="003A6D8D">
        <w:t>’</w:t>
      </w:r>
      <w:r w:rsidRPr="003A0BBB">
        <w:t>est peut-être mon unique défense</w:t>
      </w:r>
      <w:r w:rsidR="003A6D8D">
        <w:t xml:space="preserve">, </w:t>
      </w:r>
      <w:r w:rsidRPr="003A0BBB">
        <w:t>le geste par lequel j</w:t>
      </w:r>
      <w:r w:rsidR="003A6D8D">
        <w:t>’</w:t>
      </w:r>
      <w:r w:rsidRPr="003A0BBB">
        <w:t>essayai de le repousser fut sincère</w:t>
      </w:r>
      <w:r w:rsidR="003A6D8D">
        <w:t xml:space="preserve">, </w:t>
      </w:r>
      <w:r w:rsidRPr="003A0BBB">
        <w:t>spontané</w:t>
      </w:r>
      <w:r w:rsidR="003A6D8D">
        <w:t xml:space="preserve">. </w:t>
      </w:r>
      <w:r w:rsidRPr="003A0BBB">
        <w:t>Mais lui</w:t>
      </w:r>
      <w:r w:rsidR="003A6D8D">
        <w:t xml:space="preserve">, </w:t>
      </w:r>
      <w:r w:rsidRPr="003A0BBB">
        <w:t>avec une tendre opiniâtreté</w:t>
      </w:r>
      <w:r w:rsidR="003A6D8D">
        <w:t xml:space="preserve">, </w:t>
      </w:r>
      <w:r w:rsidRPr="003A0BBB">
        <w:t>il gardait toujours mon bras contre ses lèvres</w:t>
      </w:r>
      <w:r w:rsidR="003A6D8D">
        <w:t>.</w:t>
      </w:r>
    </w:p>
    <w:p w14:paraId="13DB862D" w14:textId="77777777" w:rsidR="003A6D8D" w:rsidRDefault="003A6D8D" w:rsidP="008F7090">
      <w:r>
        <w:t>— </w:t>
      </w:r>
      <w:r w:rsidR="008F7090" w:rsidRPr="003A0BBB">
        <w:t>Franz</w:t>
      </w:r>
      <w:r>
        <w:t> !</w:t>
      </w:r>
    </w:p>
    <w:p w14:paraId="760DA1AD" w14:textId="77777777" w:rsidR="003A6D8D" w:rsidRDefault="008F7090" w:rsidP="008F7090">
      <w:r w:rsidRPr="003A0BBB">
        <w:t>Continuant à enserrer mon poignet</w:t>
      </w:r>
      <w:r w:rsidR="003A6D8D">
        <w:t xml:space="preserve">, </w:t>
      </w:r>
      <w:r w:rsidRPr="003A0BBB">
        <w:t>il cessa une seconde de l</w:t>
      </w:r>
      <w:r w:rsidR="003A6D8D">
        <w:t>’</w:t>
      </w:r>
      <w:r w:rsidRPr="003A0BBB">
        <w:t>embrasser</w:t>
      </w:r>
      <w:r w:rsidR="003A6D8D">
        <w:t>.</w:t>
      </w:r>
    </w:p>
    <w:p w14:paraId="1E6FEC5E" w14:textId="77777777" w:rsidR="003A6D8D" w:rsidRDefault="003A6D8D" w:rsidP="008F7090">
      <w:r>
        <w:t>— </w:t>
      </w:r>
      <w:r w:rsidR="008F7090" w:rsidRPr="003A0BBB">
        <w:t>Que je suis heureux</w:t>
      </w:r>
      <w:r>
        <w:t xml:space="preserve"> ! </w:t>
      </w:r>
      <w:r w:rsidR="008F7090" w:rsidRPr="003A0BBB">
        <w:t>Vous en êtes-vous aperçu vous-même</w:t>
      </w:r>
      <w:r>
        <w:t xml:space="preserve">, </w:t>
      </w:r>
      <w:r w:rsidR="008F7090" w:rsidRPr="003A0BBB">
        <w:t>vous venez de m</w:t>
      </w:r>
      <w:r>
        <w:t>’</w:t>
      </w:r>
      <w:r w:rsidR="008F7090" w:rsidRPr="003A0BBB">
        <w:t>appeler par mon nom</w:t>
      </w:r>
      <w:r>
        <w:t xml:space="preserve"> ? </w:t>
      </w:r>
      <w:r w:rsidR="008F7090" w:rsidRPr="003A0BBB">
        <w:t>Vous ne l</w:t>
      </w:r>
      <w:r>
        <w:t>’</w:t>
      </w:r>
      <w:r w:rsidR="008F7090" w:rsidRPr="003A0BBB">
        <w:t>aviez jamais fait avant</w:t>
      </w:r>
      <w:r>
        <w:t>.</w:t>
      </w:r>
    </w:p>
    <w:p w14:paraId="09E33084" w14:textId="77777777" w:rsidR="003A6D8D" w:rsidRDefault="003A6D8D" w:rsidP="008F7090">
      <w:r>
        <w:t>— </w:t>
      </w:r>
      <w:r w:rsidR="008F7090" w:rsidRPr="003A0BBB">
        <w:t>Laissez ma main</w:t>
      </w:r>
      <w:r>
        <w:t>.</w:t>
      </w:r>
    </w:p>
    <w:p w14:paraId="14BD9AFE" w14:textId="77777777" w:rsidR="003A6D8D" w:rsidRDefault="003A6D8D" w:rsidP="008F7090">
      <w:r>
        <w:t>— </w:t>
      </w:r>
      <w:r w:rsidR="008F7090" w:rsidRPr="003A0BBB">
        <w:t>Votre main</w:t>
      </w:r>
      <w:r>
        <w:t xml:space="preserve"> ? </w:t>
      </w:r>
      <w:r w:rsidR="008F7090" w:rsidRPr="003A0BBB">
        <w:t>Depuis quand m</w:t>
      </w:r>
      <w:r>
        <w:t>’</w:t>
      </w:r>
      <w:r w:rsidR="008F7090" w:rsidRPr="003A0BBB">
        <w:t>est-il donc interdit de baiser la main de la mère de Camille</w:t>
      </w:r>
      <w:r>
        <w:t xml:space="preserve"> ? </w:t>
      </w:r>
      <w:r w:rsidR="008F7090" w:rsidRPr="003A0BBB">
        <w:t>Est-ce que je ne l</w:t>
      </w:r>
      <w:r>
        <w:t>’</w:t>
      </w:r>
      <w:r w:rsidR="008F7090" w:rsidRPr="003A0BBB">
        <w:t>embrasse pas</w:t>
      </w:r>
      <w:r>
        <w:t xml:space="preserve">, </w:t>
      </w:r>
      <w:r w:rsidR="008F7090" w:rsidRPr="003A0BBB">
        <w:t>matin et soir</w:t>
      </w:r>
      <w:r>
        <w:t xml:space="preserve">, </w:t>
      </w:r>
      <w:r w:rsidR="008F7090" w:rsidRPr="003A0BBB">
        <w:t>cette main</w:t>
      </w:r>
      <w:r>
        <w:t xml:space="preserve">, </w:t>
      </w:r>
      <w:r w:rsidR="008F7090" w:rsidRPr="003A0BBB">
        <w:t>devant elle</w:t>
      </w:r>
      <w:r>
        <w:t xml:space="preserve"> ? </w:t>
      </w:r>
      <w:r w:rsidR="008F7090" w:rsidRPr="003A0BBB">
        <w:t>Quoi</w:t>
      </w:r>
      <w:r>
        <w:t xml:space="preserve"> ? </w:t>
      </w:r>
      <w:r w:rsidR="008F7090" w:rsidRPr="003A0BBB">
        <w:t>Qu</w:t>
      </w:r>
      <w:r>
        <w:t>’</w:t>
      </w:r>
      <w:r w:rsidR="008F7090" w:rsidRPr="003A0BBB">
        <w:t>est-ce qu</w:t>
      </w:r>
      <w:r>
        <w:t>’</w:t>
      </w:r>
      <w:r w:rsidR="008F7090" w:rsidRPr="003A0BBB">
        <w:t>il y a</w:t>
      </w:r>
      <w:r>
        <w:t xml:space="preserve"> ? </w:t>
      </w:r>
      <w:r w:rsidR="008F7090" w:rsidRPr="003A0BBB">
        <w:t>Qu</w:t>
      </w:r>
      <w:r>
        <w:t>’</w:t>
      </w:r>
      <w:r w:rsidR="008F7090" w:rsidRPr="003A0BBB">
        <w:t>avez-vous</w:t>
      </w:r>
      <w:r>
        <w:t> ?</w:t>
      </w:r>
    </w:p>
    <w:p w14:paraId="2E9DDE1D" w14:textId="77777777" w:rsidR="003A6D8D" w:rsidRDefault="008F7090" w:rsidP="008F7090">
      <w:r w:rsidRPr="003A0BBB">
        <w:t>Je venais de m</w:t>
      </w:r>
      <w:r w:rsidR="003A6D8D">
        <w:t>’</w:t>
      </w:r>
      <w:r w:rsidRPr="003A0BBB">
        <w:t>affaisser à genoux sur le gravier</w:t>
      </w:r>
      <w:r w:rsidR="003A6D8D">
        <w:t xml:space="preserve">. </w:t>
      </w:r>
      <w:r w:rsidRPr="003A0BBB">
        <w:t>Il avait bondi</w:t>
      </w:r>
      <w:r w:rsidR="003A6D8D">
        <w:t xml:space="preserve">. </w:t>
      </w:r>
      <w:r w:rsidRPr="003A0BBB">
        <w:t>Il essayait de me prendre dans ses bras</w:t>
      </w:r>
      <w:r w:rsidR="003A6D8D">
        <w:t xml:space="preserve">, </w:t>
      </w:r>
      <w:r w:rsidRPr="003A0BBB">
        <w:t>pour m</w:t>
      </w:r>
      <w:r w:rsidR="003A6D8D">
        <w:t>’</w:t>
      </w:r>
      <w:r w:rsidRPr="003A0BBB">
        <w:t>aider à me relever</w:t>
      </w:r>
      <w:r w:rsidR="003A6D8D">
        <w:t xml:space="preserve">, </w:t>
      </w:r>
      <w:r w:rsidRPr="003A0BBB">
        <w:t>peut-être</w:t>
      </w:r>
      <w:r w:rsidR="003A6D8D">
        <w:t>.</w:t>
      </w:r>
    </w:p>
    <w:p w14:paraId="44FBFF6E" w14:textId="77777777" w:rsidR="003A6D8D" w:rsidRDefault="003A6D8D" w:rsidP="008F7090">
      <w:r>
        <w:t>— </w:t>
      </w:r>
      <w:r w:rsidR="008F7090" w:rsidRPr="003A0BBB">
        <w:t>Je vous en prie</w:t>
      </w:r>
      <w:r>
        <w:t xml:space="preserve">. </w:t>
      </w:r>
      <w:r w:rsidR="008F7090" w:rsidRPr="003A0BBB">
        <w:t>Qu</w:t>
      </w:r>
      <w:r>
        <w:t>’</w:t>
      </w:r>
      <w:r w:rsidR="008F7090" w:rsidRPr="003A0BBB">
        <w:t>y a-t-il</w:t>
      </w:r>
      <w:r>
        <w:t xml:space="preserve"> ? </w:t>
      </w:r>
      <w:r w:rsidR="008F7090" w:rsidRPr="003A0BBB">
        <w:t>C</w:t>
      </w:r>
      <w:r>
        <w:t>’</w:t>
      </w:r>
      <w:r w:rsidR="008F7090" w:rsidRPr="003A0BBB">
        <w:t>est à moi de</w:t>
      </w:r>
      <w:r>
        <w:t>…</w:t>
      </w:r>
    </w:p>
    <w:p w14:paraId="43ACB7DF" w14:textId="77777777" w:rsidR="003A6D8D" w:rsidRDefault="008F7090" w:rsidP="008F7090">
      <w:r w:rsidRPr="003A0BBB">
        <w:t>Simultanément</w:t>
      </w:r>
      <w:r w:rsidR="003A6D8D">
        <w:t xml:space="preserve">, </w:t>
      </w:r>
      <w:r w:rsidRPr="003A0BBB">
        <w:t>le ronflement puissant de l</w:t>
      </w:r>
      <w:r w:rsidR="003A6D8D">
        <w:t>’</w:t>
      </w:r>
      <w:r w:rsidRPr="003A0BBB">
        <w:t>automobile qui doublait le tournant de la route se fit entendre</w:t>
      </w:r>
      <w:r w:rsidR="003A6D8D">
        <w:t xml:space="preserve">. </w:t>
      </w:r>
      <w:r w:rsidRPr="003A0BBB">
        <w:t>Avant trois minutes</w:t>
      </w:r>
      <w:r w:rsidR="003A6D8D">
        <w:t xml:space="preserve">, </w:t>
      </w:r>
      <w:r w:rsidRPr="003A0BBB">
        <w:t>Camille allait être là</w:t>
      </w:r>
      <w:r w:rsidR="003A6D8D">
        <w:t xml:space="preserve">. </w:t>
      </w:r>
      <w:r w:rsidRPr="003A0BBB">
        <w:t>Je le savais</w:t>
      </w:r>
      <w:r w:rsidR="003A6D8D">
        <w:t xml:space="preserve">, </w:t>
      </w:r>
      <w:r w:rsidRPr="003A0BBB">
        <w:t>j</w:t>
      </w:r>
      <w:r w:rsidR="003A6D8D">
        <w:t>’</w:t>
      </w:r>
      <w:r w:rsidRPr="003A0BBB">
        <w:t>en étais sûre</w:t>
      </w:r>
      <w:r w:rsidR="003A6D8D">
        <w:t xml:space="preserve">, </w:t>
      </w:r>
      <w:r w:rsidRPr="003A0BBB">
        <w:lastRenderedPageBreak/>
        <w:t>mais j</w:t>
      </w:r>
      <w:r w:rsidR="003A6D8D">
        <w:t>’</w:t>
      </w:r>
      <w:r w:rsidRPr="003A0BBB">
        <w:t>étais incapable de faire un mouvement</w:t>
      </w:r>
      <w:r w:rsidR="003A6D8D">
        <w:t xml:space="preserve">. </w:t>
      </w:r>
      <w:r w:rsidRPr="003A0BBB">
        <w:t>Ce fut Franz qui</w:t>
      </w:r>
      <w:r w:rsidR="003A6D8D">
        <w:t xml:space="preserve">, </w:t>
      </w:r>
      <w:r w:rsidRPr="003A0BBB">
        <w:t>m</w:t>
      </w:r>
      <w:r w:rsidR="003A6D8D">
        <w:t>’</w:t>
      </w:r>
      <w:r w:rsidRPr="003A0BBB">
        <w:t>enlevant de terre</w:t>
      </w:r>
      <w:r w:rsidR="003A6D8D">
        <w:t xml:space="preserve">, </w:t>
      </w:r>
      <w:r w:rsidRPr="003A0BBB">
        <w:t>me porta jusqu</w:t>
      </w:r>
      <w:r w:rsidR="003A6D8D">
        <w:t>’</w:t>
      </w:r>
      <w:r w:rsidRPr="003A0BBB">
        <w:t>à mon fauteuil</w:t>
      </w:r>
      <w:r w:rsidR="003A6D8D">
        <w:t>.</w:t>
      </w:r>
    </w:p>
    <w:p w14:paraId="07FE9D8B" w14:textId="77777777" w:rsidR="003A6D8D" w:rsidRDefault="003A6D8D" w:rsidP="008F7090">
      <w:r>
        <w:t>— </w:t>
      </w:r>
      <w:r w:rsidR="008F7090" w:rsidRPr="003A0BBB">
        <w:t>Revenez à vous</w:t>
      </w:r>
      <w:r>
        <w:t xml:space="preserve">. </w:t>
      </w:r>
      <w:r w:rsidR="008F7090" w:rsidRPr="003A0BBB">
        <w:t>Il le faut</w:t>
      </w:r>
      <w:r>
        <w:t xml:space="preserve">, </w:t>
      </w:r>
      <w:r w:rsidR="008F7090" w:rsidRPr="003A0BBB">
        <w:t>vous le savez bien</w:t>
      </w:r>
      <w:r>
        <w:t xml:space="preserve">. </w:t>
      </w:r>
      <w:r w:rsidR="008F7090" w:rsidRPr="003A0BBB">
        <w:t>Elle arrive</w:t>
      </w:r>
      <w:r>
        <w:t>.</w:t>
      </w:r>
    </w:p>
    <w:p w14:paraId="548CEE82" w14:textId="77777777" w:rsidR="003A6D8D" w:rsidRDefault="008F7090" w:rsidP="008F7090">
      <w:r w:rsidRPr="003A0BBB">
        <w:t>Sa voix n</w:t>
      </w:r>
      <w:r w:rsidR="003A6D8D">
        <w:t>’</w:t>
      </w:r>
      <w:r w:rsidRPr="003A0BBB">
        <w:t>avait plus les douces inflexions de tout à l</w:t>
      </w:r>
      <w:r w:rsidR="003A6D8D">
        <w:t>’</w:t>
      </w:r>
      <w:r w:rsidRPr="003A0BBB">
        <w:t>heure</w:t>
      </w:r>
      <w:r w:rsidR="003A6D8D">
        <w:t xml:space="preserve">. </w:t>
      </w:r>
      <w:r w:rsidRPr="003A0BBB">
        <w:t>Très basse</w:t>
      </w:r>
      <w:r w:rsidR="003A6D8D">
        <w:t xml:space="preserve">, </w:t>
      </w:r>
      <w:r w:rsidRPr="003A0BBB">
        <w:t>tour à tour impérieuse et pleine d</w:t>
      </w:r>
      <w:r w:rsidR="003A6D8D">
        <w:t>’</w:t>
      </w:r>
      <w:r w:rsidRPr="003A0BBB">
        <w:t>inquiétude</w:t>
      </w:r>
      <w:r w:rsidR="003A6D8D">
        <w:t xml:space="preserve">, </w:t>
      </w:r>
      <w:r w:rsidRPr="003A0BBB">
        <w:t>elle ne cessait de répéter</w:t>
      </w:r>
      <w:r w:rsidR="003A6D8D">
        <w:t> : « </w:t>
      </w:r>
      <w:r w:rsidRPr="003A0BBB">
        <w:t>Il le faut</w:t>
      </w:r>
      <w:r w:rsidR="003A6D8D">
        <w:t xml:space="preserve"> ! </w:t>
      </w:r>
      <w:r w:rsidRPr="003A0BBB">
        <w:t>Il le faut</w:t>
      </w:r>
      <w:r w:rsidR="003A6D8D">
        <w:t> ! »</w:t>
      </w:r>
      <w:r w:rsidRPr="003A0BBB">
        <w:t xml:space="preserve"> Et soudain je l</w:t>
      </w:r>
      <w:r w:rsidR="003A6D8D">
        <w:t>’</w:t>
      </w:r>
      <w:r w:rsidRPr="003A0BBB">
        <w:t>entendis s</w:t>
      </w:r>
      <w:r w:rsidR="003A6D8D">
        <w:t>’</w:t>
      </w:r>
      <w:r w:rsidRPr="003A0BBB">
        <w:t>efforçant de redevenir naturelle et rieuse pour crier</w:t>
      </w:r>
      <w:r w:rsidR="003A6D8D">
        <w:t> :</w:t>
      </w:r>
    </w:p>
    <w:p w14:paraId="42AC5E24" w14:textId="77777777" w:rsidR="003A6D8D" w:rsidRDefault="003A6D8D" w:rsidP="008F7090">
      <w:r>
        <w:t>— </w:t>
      </w:r>
      <w:r w:rsidR="008F7090" w:rsidRPr="003A0BBB">
        <w:t>Ah</w:t>
      </w:r>
      <w:r>
        <w:t xml:space="preserve"> ! </w:t>
      </w:r>
      <w:r w:rsidR="008F7090" w:rsidRPr="003A0BBB">
        <w:t>enfin</w:t>
      </w:r>
      <w:r>
        <w:t xml:space="preserve"> ! </w:t>
      </w:r>
      <w:r w:rsidR="008F7090" w:rsidRPr="003A0BBB">
        <w:t>Voilà Camille</w:t>
      </w:r>
      <w:r>
        <w:t> !</w:t>
      </w:r>
    </w:p>
    <w:p w14:paraId="631C58E7" w14:textId="77777777" w:rsidR="003A6D8D" w:rsidRDefault="008F7090" w:rsidP="008F7090">
      <w:r w:rsidRPr="003A0BBB">
        <w:t>Sautant de l</w:t>
      </w:r>
      <w:r w:rsidR="003A6D8D">
        <w:t>’</w:t>
      </w:r>
      <w:r w:rsidRPr="003A0BBB">
        <w:t>automobile arrêtée comme toujours d</w:t>
      </w:r>
      <w:r w:rsidR="003A6D8D">
        <w:t>’</w:t>
      </w:r>
      <w:r w:rsidRPr="003A0BBB">
        <w:t>un brusque coup de frein juste devant le perron</w:t>
      </w:r>
      <w:r w:rsidR="003A6D8D">
        <w:t xml:space="preserve">, </w:t>
      </w:r>
      <w:r w:rsidRPr="003A0BBB">
        <w:t>Camille venait à nous</w:t>
      </w:r>
      <w:r w:rsidR="003A6D8D">
        <w:t xml:space="preserve">. </w:t>
      </w:r>
      <w:r w:rsidRPr="003A0BBB">
        <w:t>Je ne la regardais pas</w:t>
      </w:r>
      <w:r w:rsidR="003A6D8D">
        <w:t xml:space="preserve">. </w:t>
      </w:r>
      <w:r w:rsidRPr="003A0BBB">
        <w:t>J</w:t>
      </w:r>
      <w:r w:rsidR="003A6D8D">
        <w:t>’</w:t>
      </w:r>
      <w:r w:rsidRPr="003A0BBB">
        <w:t>attendais avec épouvante son premier mot pour savoir</w:t>
      </w:r>
      <w:r w:rsidR="003A6D8D">
        <w:t xml:space="preserve">, </w:t>
      </w:r>
      <w:r w:rsidRPr="003A0BBB">
        <w:t>au son de sa voix</w:t>
      </w:r>
      <w:r w:rsidR="003A6D8D">
        <w:t xml:space="preserve">, </w:t>
      </w:r>
      <w:r w:rsidRPr="003A0BBB">
        <w:t>si elle pouvait se douter de quelque chose</w:t>
      </w:r>
      <w:r w:rsidR="003A6D8D">
        <w:t>.</w:t>
      </w:r>
    </w:p>
    <w:p w14:paraId="7075D2AD" w14:textId="77777777" w:rsidR="003A6D8D" w:rsidRDefault="003A6D8D" w:rsidP="008F7090">
      <w:r>
        <w:t>— </w:t>
      </w:r>
      <w:r w:rsidR="008F7090" w:rsidRPr="003A0BBB">
        <w:t>Comment</w:t>
      </w:r>
      <w:r>
        <w:t xml:space="preserve">, </w:t>
      </w:r>
      <w:r w:rsidR="008F7090" w:rsidRPr="003A0BBB">
        <w:t>vous êtes encore là</w:t>
      </w:r>
      <w:r>
        <w:t xml:space="preserve"> ? </w:t>
      </w:r>
      <w:r w:rsidR="008F7090" w:rsidRPr="003A0BBB">
        <w:t>Il y a près d</w:t>
      </w:r>
      <w:r>
        <w:t>’</w:t>
      </w:r>
      <w:r w:rsidR="008F7090" w:rsidRPr="003A0BBB">
        <w:t>une heure que je suis partie</w:t>
      </w:r>
      <w:r>
        <w:t xml:space="preserve">. </w:t>
      </w:r>
      <w:r w:rsidR="008F7090" w:rsidRPr="003A0BBB">
        <w:t>Mais on gèle</w:t>
      </w:r>
      <w:r>
        <w:t xml:space="preserve">, </w:t>
      </w:r>
      <w:r w:rsidR="008F7090" w:rsidRPr="003A0BBB">
        <w:t>sur cette terrasse</w:t>
      </w:r>
      <w:r>
        <w:t>.</w:t>
      </w:r>
    </w:p>
    <w:p w14:paraId="342C53A5" w14:textId="77777777" w:rsidR="003A6D8D" w:rsidRDefault="008F7090" w:rsidP="008F7090">
      <w:r w:rsidRPr="003A0BBB">
        <w:t>Elle venait d</w:t>
      </w:r>
      <w:r w:rsidR="003A6D8D">
        <w:t>’</w:t>
      </w:r>
      <w:r w:rsidRPr="003A0BBB">
        <w:t>apercevoir la couverture aux pieds de Franz</w:t>
      </w:r>
      <w:r w:rsidR="003A6D8D">
        <w:t>.</w:t>
      </w:r>
    </w:p>
    <w:p w14:paraId="284FE0FC" w14:textId="77777777" w:rsidR="003A6D8D" w:rsidRDefault="003A6D8D" w:rsidP="008F7090">
      <w:r>
        <w:t>— </w:t>
      </w:r>
      <w:r w:rsidR="008F7090" w:rsidRPr="003A0BBB">
        <w:t>C</w:t>
      </w:r>
      <w:r>
        <w:t>’</w:t>
      </w:r>
      <w:r w:rsidR="008F7090" w:rsidRPr="003A0BBB">
        <w:t>était bien la peine</w:t>
      </w:r>
      <w:r>
        <w:t xml:space="preserve">… </w:t>
      </w:r>
      <w:r w:rsidR="008F7090" w:rsidRPr="003A0BBB">
        <w:t>commença-t-elle</w:t>
      </w:r>
      <w:r>
        <w:t>.</w:t>
      </w:r>
    </w:p>
    <w:p w14:paraId="3E0EDA35" w14:textId="77777777" w:rsidR="003A6D8D" w:rsidRDefault="003A6D8D" w:rsidP="008F7090">
      <w:r>
        <w:t>— </w:t>
      </w:r>
      <w:r w:rsidR="008F7090" w:rsidRPr="003A0BBB">
        <w:t>Elle a glissé seulement quand je me suis levé pour aller à ta rencontre</w:t>
      </w:r>
      <w:r>
        <w:t xml:space="preserve">. </w:t>
      </w:r>
      <w:r w:rsidR="008F7090" w:rsidRPr="003A0BBB">
        <w:t>Voyons</w:t>
      </w:r>
      <w:r>
        <w:t xml:space="preserve">, </w:t>
      </w:r>
      <w:r w:rsidR="008F7090" w:rsidRPr="003A0BBB">
        <w:t>Camille</w:t>
      </w:r>
      <w:r>
        <w:t xml:space="preserve">, </w:t>
      </w:r>
      <w:r w:rsidR="008F7090" w:rsidRPr="003A0BBB">
        <w:t>ne gronde pas</w:t>
      </w:r>
      <w:r>
        <w:t xml:space="preserve">. </w:t>
      </w:r>
      <w:r w:rsidR="008F7090" w:rsidRPr="003A0BBB">
        <w:t>Ne sois pas méchante</w:t>
      </w:r>
      <w:r>
        <w:t>.</w:t>
      </w:r>
    </w:p>
    <w:p w14:paraId="5DFF5787" w14:textId="77777777" w:rsidR="003A6D8D" w:rsidRDefault="003A6D8D" w:rsidP="008F7090">
      <w:r>
        <w:t>— </w:t>
      </w:r>
      <w:r w:rsidR="008F7090" w:rsidRPr="003A0BBB">
        <w:t>C</w:t>
      </w:r>
      <w:r>
        <w:t>’</w:t>
      </w:r>
      <w:r w:rsidR="008F7090" w:rsidRPr="003A0BBB">
        <w:t>est bon</w:t>
      </w:r>
      <w:r>
        <w:t xml:space="preserve">, </w:t>
      </w:r>
      <w:r w:rsidR="008F7090" w:rsidRPr="003A0BBB">
        <w:t>c</w:t>
      </w:r>
      <w:r>
        <w:t>’</w:t>
      </w:r>
      <w:r w:rsidR="008F7090" w:rsidRPr="003A0BBB">
        <w:t>est bon</w:t>
      </w:r>
      <w:r>
        <w:t xml:space="preserve">. </w:t>
      </w:r>
      <w:r w:rsidR="008F7090" w:rsidRPr="003A0BBB">
        <w:t>Tiens</w:t>
      </w:r>
      <w:r>
        <w:t xml:space="preserve">, </w:t>
      </w:r>
      <w:r w:rsidR="008F7090" w:rsidRPr="003A0BBB">
        <w:t>voilà tes lettres et tes journaux</w:t>
      </w:r>
      <w:r>
        <w:t xml:space="preserve">, </w:t>
      </w:r>
      <w:r w:rsidR="008F7090" w:rsidRPr="003A0BBB">
        <w:t>mauvais sujet</w:t>
      </w:r>
      <w:r>
        <w:t xml:space="preserve"> ! </w:t>
      </w:r>
      <w:r w:rsidR="008F7090" w:rsidRPr="003A0BBB">
        <w:t>Rien naturellement</w:t>
      </w:r>
      <w:r>
        <w:t xml:space="preserve">, </w:t>
      </w:r>
      <w:r w:rsidR="008F7090" w:rsidRPr="003A0BBB">
        <w:t>ni des Polonais</w:t>
      </w:r>
      <w:r>
        <w:t xml:space="preserve">, </w:t>
      </w:r>
      <w:r w:rsidR="008F7090" w:rsidRPr="003A0BBB">
        <w:t>ni du Pape</w:t>
      </w:r>
      <w:r>
        <w:t xml:space="preserve">. </w:t>
      </w:r>
      <w:r w:rsidR="008F7090" w:rsidRPr="003A0BBB">
        <w:t>En revanche</w:t>
      </w:r>
      <w:r>
        <w:t xml:space="preserve">, </w:t>
      </w:r>
      <w:r w:rsidR="008F7090" w:rsidRPr="003A0BBB">
        <w:t>je suis passée chez le notaire</w:t>
      </w:r>
      <w:r>
        <w:t xml:space="preserve">. </w:t>
      </w:r>
      <w:r w:rsidR="008F7090" w:rsidRPr="003A0BBB">
        <w:t>Il t</w:t>
      </w:r>
      <w:r>
        <w:t>’</w:t>
      </w:r>
      <w:r w:rsidR="008F7090" w:rsidRPr="003A0BBB">
        <w:t>attend après-demain</w:t>
      </w:r>
      <w:r>
        <w:t xml:space="preserve">, </w:t>
      </w:r>
      <w:r w:rsidR="008F7090" w:rsidRPr="003A0BBB">
        <w:t>maman</w:t>
      </w:r>
      <w:r>
        <w:t xml:space="preserve">. </w:t>
      </w:r>
      <w:r w:rsidR="008F7090" w:rsidRPr="003A0BBB">
        <w:t>Il s</w:t>
      </w:r>
      <w:r>
        <w:t>’</w:t>
      </w:r>
      <w:r w:rsidR="008F7090" w:rsidRPr="003A0BBB">
        <w:t xml:space="preserve">engage à tout arranger </w:t>
      </w:r>
      <w:proofErr w:type="gramStart"/>
      <w:r w:rsidR="008F7090" w:rsidRPr="003A0BBB">
        <w:t>de façon à ce</w:t>
      </w:r>
      <w:proofErr w:type="gramEnd"/>
      <w:r w:rsidR="008F7090" w:rsidRPr="003A0BBB">
        <w:t xml:space="preserve"> que</w:t>
      </w:r>
      <w:r>
        <w:t xml:space="preserve">, </w:t>
      </w:r>
      <w:r w:rsidR="008F7090" w:rsidRPr="003A0BBB">
        <w:t>dans quinze jours</w:t>
      </w:r>
      <w:r>
        <w:t xml:space="preserve">, </w:t>
      </w:r>
      <w:r w:rsidR="008F7090" w:rsidRPr="003A0BBB">
        <w:t>dès mon retour de Paris</w:t>
      </w:r>
      <w:r>
        <w:t xml:space="preserve">, </w:t>
      </w:r>
      <w:r w:rsidR="008F7090" w:rsidRPr="003A0BBB">
        <w:t xml:space="preserve">nous </w:t>
      </w:r>
      <w:r w:rsidR="008F7090" w:rsidRPr="003A0BBB">
        <w:lastRenderedPageBreak/>
        <w:t>n</w:t>
      </w:r>
      <w:r>
        <w:t>’</w:t>
      </w:r>
      <w:r w:rsidR="008F7090" w:rsidRPr="003A0BBB">
        <w:t>ayons plus l</w:t>
      </w:r>
      <w:r>
        <w:t>’</w:t>
      </w:r>
      <w:r w:rsidR="008F7090" w:rsidRPr="003A0BBB">
        <w:t>une et l</w:t>
      </w:r>
      <w:r>
        <w:t>’</w:t>
      </w:r>
      <w:r w:rsidR="008F7090" w:rsidRPr="003A0BBB">
        <w:t>autre qu</w:t>
      </w:r>
      <w:r>
        <w:t>’</w:t>
      </w:r>
      <w:r w:rsidR="008F7090" w:rsidRPr="003A0BBB">
        <w:t>à signer</w:t>
      </w:r>
      <w:r>
        <w:t xml:space="preserve">… </w:t>
      </w:r>
      <w:r w:rsidR="008F7090" w:rsidRPr="003A0BBB">
        <w:t>Tiens</w:t>
      </w:r>
      <w:r>
        <w:t xml:space="preserve">, </w:t>
      </w:r>
      <w:r w:rsidR="008F7090" w:rsidRPr="003A0BBB">
        <w:t>qu</w:t>
      </w:r>
      <w:r>
        <w:t>’</w:t>
      </w:r>
      <w:r w:rsidR="008F7090" w:rsidRPr="003A0BBB">
        <w:t>est-ce que tu as donc</w:t>
      </w:r>
      <w:r>
        <w:t> ?</w:t>
      </w:r>
    </w:p>
    <w:p w14:paraId="1B53E695" w14:textId="77777777" w:rsidR="003A6D8D" w:rsidRDefault="003A6D8D" w:rsidP="008F7090">
      <w:r>
        <w:t>— </w:t>
      </w:r>
      <w:r w:rsidR="008F7090" w:rsidRPr="003A0BBB">
        <w:t>Ce n</w:t>
      </w:r>
      <w:r>
        <w:t>’</w:t>
      </w:r>
      <w:r w:rsidR="008F7090" w:rsidRPr="003A0BBB">
        <w:t>est rien</w:t>
      </w:r>
      <w:r>
        <w:t xml:space="preserve">. </w:t>
      </w:r>
      <w:r w:rsidR="008F7090" w:rsidRPr="003A0BBB">
        <w:t>Je crois que je me suis laissée surprendre par la fraîcheur</w:t>
      </w:r>
      <w:r>
        <w:t xml:space="preserve">, </w:t>
      </w:r>
      <w:r w:rsidR="008F7090" w:rsidRPr="003A0BBB">
        <w:t>Camille</w:t>
      </w:r>
      <w:r>
        <w:t>.</w:t>
      </w:r>
    </w:p>
    <w:p w14:paraId="2CDC8738" w14:textId="77777777" w:rsidR="003A6D8D" w:rsidRDefault="003A6D8D" w:rsidP="008F7090">
      <w:r>
        <w:t>— </w:t>
      </w:r>
      <w:r w:rsidR="008F7090" w:rsidRPr="003A0BBB">
        <w:t>De mieux en mieux</w:t>
      </w:r>
      <w:r>
        <w:t xml:space="preserve"> ! </w:t>
      </w:r>
      <w:r w:rsidR="008F7090" w:rsidRPr="003A0BBB">
        <w:t>Je te charge de veiller sur Franz</w:t>
      </w:r>
      <w:r>
        <w:t xml:space="preserve">, </w:t>
      </w:r>
      <w:r w:rsidR="008F7090" w:rsidRPr="003A0BBB">
        <w:t>et c</w:t>
      </w:r>
      <w:r>
        <w:t>’</w:t>
      </w:r>
      <w:r w:rsidR="008F7090" w:rsidRPr="003A0BBB">
        <w:t>est toi qui trouves le moyen</w:t>
      </w:r>
      <w:r>
        <w:t>…</w:t>
      </w:r>
    </w:p>
    <w:p w14:paraId="58A87A93" w14:textId="77777777" w:rsidR="003A6D8D" w:rsidRDefault="008F7090" w:rsidP="008F7090">
      <w:r w:rsidRPr="003A0BBB">
        <w:t>Elle s</w:t>
      </w:r>
      <w:r w:rsidR="003A6D8D">
        <w:t>’</w:t>
      </w:r>
      <w:r w:rsidRPr="003A0BBB">
        <w:t>était approchée</w:t>
      </w:r>
      <w:r w:rsidR="003A6D8D">
        <w:t xml:space="preserve">. </w:t>
      </w:r>
      <w:r w:rsidRPr="003A0BBB">
        <w:t>J</w:t>
      </w:r>
      <w:r w:rsidR="003A6D8D">
        <w:t>’</w:t>
      </w:r>
      <w:r w:rsidRPr="003A0BBB">
        <w:t>avais presque contre le mien</w:t>
      </w:r>
      <w:r w:rsidR="003A6D8D">
        <w:t xml:space="preserve">, </w:t>
      </w:r>
      <w:r w:rsidRPr="003A0BBB">
        <w:t>dans l</w:t>
      </w:r>
      <w:r w:rsidR="003A6D8D">
        <w:t>’</w:t>
      </w:r>
      <w:r w:rsidRPr="003A0BBB">
        <w:t>ombre devenue à peu près totale</w:t>
      </w:r>
      <w:r w:rsidR="003A6D8D">
        <w:t xml:space="preserve">, </w:t>
      </w:r>
      <w:r w:rsidRPr="003A0BBB">
        <w:t>son visage</w:t>
      </w:r>
      <w:r w:rsidR="003A6D8D">
        <w:t xml:space="preserve">, </w:t>
      </w:r>
      <w:r w:rsidRPr="003A0BBB">
        <w:t>si net</w:t>
      </w:r>
      <w:r w:rsidR="003A6D8D">
        <w:t xml:space="preserve">, </w:t>
      </w:r>
      <w:r w:rsidRPr="003A0BBB">
        <w:t>si franc</w:t>
      </w:r>
      <w:r w:rsidR="003A6D8D">
        <w:t xml:space="preserve">. </w:t>
      </w:r>
      <w:r w:rsidRPr="003A0BBB">
        <w:t>Au prix d</w:t>
      </w:r>
      <w:r w:rsidR="003A6D8D">
        <w:t>’</w:t>
      </w:r>
      <w:r w:rsidRPr="003A0BBB">
        <w:t>un effort inouï</w:t>
      </w:r>
      <w:r w:rsidR="003A6D8D">
        <w:t xml:space="preserve">, </w:t>
      </w:r>
      <w:r w:rsidRPr="003A0BBB">
        <w:t>je parvins à sourire</w:t>
      </w:r>
      <w:r w:rsidR="003A6D8D">
        <w:t xml:space="preserve">. </w:t>
      </w:r>
      <w:r w:rsidRPr="003A0BBB">
        <w:t>Camille continuait à me regarder</w:t>
      </w:r>
      <w:r w:rsidR="003A6D8D">
        <w:t>.</w:t>
      </w:r>
    </w:p>
    <w:p w14:paraId="2C083A97" w14:textId="77777777" w:rsidR="003A6D8D" w:rsidRDefault="003A6D8D" w:rsidP="008F7090">
      <w:r>
        <w:t>— </w:t>
      </w:r>
      <w:r w:rsidR="008F7090" w:rsidRPr="003A0BBB">
        <w:t>Ma pauvre maman</w:t>
      </w:r>
      <w:r>
        <w:t xml:space="preserve">, </w:t>
      </w:r>
      <w:r w:rsidR="008F7090" w:rsidRPr="003A0BBB">
        <w:t>dit-elle enfin</w:t>
      </w:r>
      <w:r>
        <w:t xml:space="preserve">, </w:t>
      </w:r>
      <w:r w:rsidR="008F7090" w:rsidRPr="003A0BBB">
        <w:t>tu ne vas pas</w:t>
      </w:r>
      <w:r>
        <w:t xml:space="preserve">, </w:t>
      </w:r>
      <w:r w:rsidR="008F7090" w:rsidRPr="003A0BBB">
        <w:t>toi aussi</w:t>
      </w:r>
      <w:r>
        <w:t xml:space="preserve">, </w:t>
      </w:r>
      <w:r w:rsidR="008F7090" w:rsidRPr="003A0BBB">
        <w:t>tomber malade</w:t>
      </w:r>
      <w:r>
        <w:t xml:space="preserve">, </w:t>
      </w:r>
      <w:r w:rsidR="008F7090" w:rsidRPr="003A0BBB">
        <w:t>j</w:t>
      </w:r>
      <w:r>
        <w:t>’</w:t>
      </w:r>
      <w:r w:rsidR="008F7090" w:rsidRPr="003A0BBB">
        <w:t>espère</w:t>
      </w:r>
      <w:r>
        <w:t xml:space="preserve">. </w:t>
      </w:r>
      <w:r w:rsidR="008F7090" w:rsidRPr="003A0BBB">
        <w:t>Allons</w:t>
      </w:r>
      <w:r>
        <w:t xml:space="preserve">, </w:t>
      </w:r>
      <w:r w:rsidR="008F7090" w:rsidRPr="003A0BBB">
        <w:t>assez d</w:t>
      </w:r>
      <w:r>
        <w:t>’</w:t>
      </w:r>
      <w:r w:rsidR="008F7090" w:rsidRPr="003A0BBB">
        <w:t>imprudences pour ce soir</w:t>
      </w:r>
      <w:r>
        <w:t xml:space="preserve">. </w:t>
      </w:r>
      <w:r w:rsidR="008F7090" w:rsidRPr="003A0BBB">
        <w:t>Rentrons</w:t>
      </w:r>
      <w:r>
        <w:t>.</w:t>
      </w:r>
    </w:p>
    <w:p w14:paraId="4963E266" w14:textId="52734AC5" w:rsidR="008F7090" w:rsidRPr="003A0BBB" w:rsidRDefault="008F7090" w:rsidP="008F7090"/>
    <w:p w14:paraId="222A0B7B" w14:textId="77777777" w:rsidR="003A6D8D" w:rsidRDefault="008F7090" w:rsidP="008F7090">
      <w:r w:rsidRPr="003A0BBB">
        <w:t>La semaine se passa sans événements notables</w:t>
      </w:r>
      <w:r w:rsidR="003A6D8D">
        <w:t xml:space="preserve">. </w:t>
      </w:r>
      <w:r w:rsidRPr="003A0BBB">
        <w:t>Le temps s</w:t>
      </w:r>
      <w:r w:rsidR="003A6D8D">
        <w:t>’</w:t>
      </w:r>
      <w:r w:rsidRPr="003A0BBB">
        <w:t>était remis au beau</w:t>
      </w:r>
      <w:r w:rsidR="003A6D8D">
        <w:t xml:space="preserve">, </w:t>
      </w:r>
      <w:r w:rsidRPr="003A0BBB">
        <w:t>et Franz allait mieux</w:t>
      </w:r>
      <w:r w:rsidR="003A6D8D">
        <w:t xml:space="preserve">. </w:t>
      </w:r>
      <w:r w:rsidRPr="003A0BBB">
        <w:t>Il avait recommencé à travailler comme de coutume avec Camille</w:t>
      </w:r>
      <w:r w:rsidR="003A6D8D">
        <w:t>.</w:t>
      </w:r>
    </w:p>
    <w:p w14:paraId="2B35FE07" w14:textId="43FD2BA5" w:rsidR="003A6D8D" w:rsidRDefault="008F7090" w:rsidP="008F7090">
      <w:r w:rsidRPr="003A0BBB">
        <w:t>Celle-ci</w:t>
      </w:r>
      <w:r w:rsidR="003A6D8D">
        <w:t xml:space="preserve">, </w:t>
      </w:r>
      <w:r w:rsidRPr="003A0BBB">
        <w:t>on s</w:t>
      </w:r>
      <w:r w:rsidR="003A6D8D">
        <w:t>’</w:t>
      </w:r>
      <w:r w:rsidRPr="003A0BBB">
        <w:t>en souvient</w:t>
      </w:r>
      <w:r w:rsidR="003A6D8D">
        <w:t xml:space="preserve">, </w:t>
      </w:r>
      <w:r w:rsidRPr="003A0BBB">
        <w:t xml:space="preserve">avait fixé son départ pour Paris au </w:t>
      </w:r>
      <w:r w:rsidR="003A6D8D" w:rsidRPr="003A0BBB">
        <w:t>8</w:t>
      </w:r>
      <w:r w:rsidR="003A6D8D">
        <w:t> </w:t>
      </w:r>
      <w:r w:rsidR="003A6D8D" w:rsidRPr="003A0BBB">
        <w:t>septembre</w:t>
      </w:r>
      <w:r w:rsidR="003A6D8D">
        <w:t xml:space="preserve">. </w:t>
      </w:r>
      <w:r w:rsidRPr="003A0BBB">
        <w:t>Le 6</w:t>
      </w:r>
      <w:r w:rsidR="003A6D8D">
        <w:t xml:space="preserve">, </w:t>
      </w:r>
      <w:r w:rsidRPr="003A0BBB">
        <w:t>pendant le dîner</w:t>
      </w:r>
      <w:r w:rsidR="003A6D8D">
        <w:t xml:space="preserve">, </w:t>
      </w:r>
      <w:r w:rsidRPr="003A0BBB">
        <w:t>elle s</w:t>
      </w:r>
      <w:r w:rsidR="003A6D8D">
        <w:t>’</w:t>
      </w:r>
      <w:r w:rsidRPr="003A0BBB">
        <w:t>entretenait avec son fiancé des progrès qu</w:t>
      </w:r>
      <w:r w:rsidR="003A6D8D">
        <w:t>’</w:t>
      </w:r>
      <w:r w:rsidRPr="003A0BBB">
        <w:t>il venait de faire réaliser encore à sa voiture</w:t>
      </w:r>
      <w:r w:rsidR="003A6D8D">
        <w:t>.</w:t>
      </w:r>
    </w:p>
    <w:p w14:paraId="486D9D59" w14:textId="77777777" w:rsidR="003A6D8D" w:rsidRDefault="003A6D8D" w:rsidP="008F7090">
      <w:r>
        <w:t>— </w:t>
      </w:r>
      <w:r w:rsidR="008F7090" w:rsidRPr="003A0BBB">
        <w:t>Je suis très content</w:t>
      </w:r>
      <w:r>
        <w:t xml:space="preserve">, </w:t>
      </w:r>
      <w:r w:rsidR="008F7090" w:rsidRPr="003A0BBB">
        <w:t>disait Franz</w:t>
      </w:r>
      <w:r>
        <w:t xml:space="preserve">. </w:t>
      </w:r>
      <w:r w:rsidR="008F7090" w:rsidRPr="003A0BBB">
        <w:t>Tu te rends compte des avantages de ce système de refroidissement par radiateur posé à plat sur le toit de l</w:t>
      </w:r>
      <w:r>
        <w:t>’</w:t>
      </w:r>
      <w:r w:rsidR="008F7090" w:rsidRPr="003A0BBB">
        <w:t>auto</w:t>
      </w:r>
      <w:r>
        <w:t xml:space="preserve">. </w:t>
      </w:r>
      <w:r w:rsidR="008F7090" w:rsidRPr="003A0BBB">
        <w:t>Pour la suralimentation</w:t>
      </w:r>
      <w:r>
        <w:t xml:space="preserve">, </w:t>
      </w:r>
      <w:r w:rsidR="008F7090" w:rsidRPr="003A0BBB">
        <w:t>je crois que je m</w:t>
      </w:r>
      <w:r>
        <w:t>’</w:t>
      </w:r>
      <w:r w:rsidR="008F7090" w:rsidRPr="003A0BBB">
        <w:t>arrêterai à un perfectionnement du compresseur type Roots</w:t>
      </w:r>
      <w:r>
        <w:t xml:space="preserve">. </w:t>
      </w:r>
      <w:r w:rsidR="008F7090" w:rsidRPr="003A0BBB">
        <w:t>Ah</w:t>
      </w:r>
      <w:r>
        <w:t xml:space="preserve"> ! </w:t>
      </w:r>
      <w:r w:rsidR="008F7090" w:rsidRPr="003A0BBB">
        <w:t>une chose très importante</w:t>
      </w:r>
      <w:r>
        <w:t xml:space="preserve"> : </w:t>
      </w:r>
      <w:r w:rsidR="008F7090" w:rsidRPr="003A0BBB">
        <w:t xml:space="preserve">tu sais que nous fabriquons nos pistons et nos bielles en alliage </w:t>
      </w:r>
      <w:proofErr w:type="spellStart"/>
      <w:r w:rsidR="008F7090" w:rsidRPr="003A0BBB">
        <w:rPr>
          <w:i/>
          <w:iCs/>
        </w:rPr>
        <w:t>Electron</w:t>
      </w:r>
      <w:proofErr w:type="spellEnd"/>
      <w:r>
        <w:t xml:space="preserve">, </w:t>
      </w:r>
      <w:r w:rsidR="008F7090" w:rsidRPr="003A0BBB">
        <w:t>à cause de la légèreté</w:t>
      </w:r>
      <w:r>
        <w:t xml:space="preserve">. </w:t>
      </w:r>
      <w:r w:rsidR="008F7090" w:rsidRPr="003A0BBB">
        <w:t>Il s</w:t>
      </w:r>
      <w:r>
        <w:t>’</w:t>
      </w:r>
      <w:r w:rsidR="008F7090" w:rsidRPr="003A0BBB">
        <w:t>agit de savoir</w:t>
      </w:r>
      <w:r>
        <w:t xml:space="preserve">, </w:t>
      </w:r>
      <w:r w:rsidR="008F7090" w:rsidRPr="003A0BBB">
        <w:t>étant données les énormes commandes qu</w:t>
      </w:r>
      <w:r>
        <w:t>’</w:t>
      </w:r>
      <w:r w:rsidR="008F7090" w:rsidRPr="003A0BBB">
        <w:t xml:space="preserve">elle a à exécuter pour le compte de </w:t>
      </w:r>
      <w:r w:rsidR="008F7090" w:rsidRPr="003A0BBB">
        <w:lastRenderedPageBreak/>
        <w:t>la guerre</w:t>
      </w:r>
      <w:r>
        <w:t xml:space="preserve">, </w:t>
      </w:r>
      <w:r w:rsidR="008F7090" w:rsidRPr="003A0BBB">
        <w:t>si la société peut nous fournir les quantités dont nous serons appelés</w:t>
      </w:r>
      <w:r>
        <w:t xml:space="preserve">, </w:t>
      </w:r>
      <w:r w:rsidR="008F7090" w:rsidRPr="003A0BBB">
        <w:t>le cas échéant</w:t>
      </w:r>
      <w:r>
        <w:t xml:space="preserve">, </w:t>
      </w:r>
      <w:r w:rsidR="008F7090" w:rsidRPr="003A0BBB">
        <w:t>à avoir besoin</w:t>
      </w:r>
      <w:r>
        <w:t xml:space="preserve">. </w:t>
      </w:r>
      <w:r w:rsidR="008F7090" w:rsidRPr="003A0BBB">
        <w:t>Le siège de la société est 132</w:t>
      </w:r>
      <w:r>
        <w:t xml:space="preserve">, </w:t>
      </w:r>
      <w:r w:rsidR="008F7090" w:rsidRPr="003A0BBB">
        <w:t>rue La Fayette</w:t>
      </w:r>
      <w:r>
        <w:t xml:space="preserve">. </w:t>
      </w:r>
      <w:r w:rsidR="008F7090" w:rsidRPr="003A0BBB">
        <w:t>Sois assez aimable pour y passer de ma part</w:t>
      </w:r>
      <w:r>
        <w:t xml:space="preserve">, </w:t>
      </w:r>
      <w:r w:rsidR="008F7090" w:rsidRPr="003A0BBB">
        <w:t>et</w:t>
      </w:r>
      <w:r>
        <w:t>…</w:t>
      </w:r>
    </w:p>
    <w:p w14:paraId="428DF73A" w14:textId="77777777" w:rsidR="003A6D8D" w:rsidRDefault="008F7090" w:rsidP="008F7090">
      <w:r w:rsidRPr="003A0BBB">
        <w:t>Camille jouait avec son couteau</w:t>
      </w:r>
      <w:r w:rsidR="003A6D8D">
        <w:t>.</w:t>
      </w:r>
    </w:p>
    <w:p w14:paraId="009B32F0" w14:textId="77777777" w:rsidR="003A6D8D" w:rsidRDefault="003A6D8D" w:rsidP="008F7090">
      <w:r>
        <w:t>— </w:t>
      </w:r>
      <w:r w:rsidR="008F7090" w:rsidRPr="003A0BBB">
        <w:t>Si tu n</w:t>
      </w:r>
      <w:r>
        <w:t>’</w:t>
      </w:r>
      <w:r w:rsidR="008F7090" w:rsidRPr="003A0BBB">
        <w:t>y vois pas d</w:t>
      </w:r>
      <w:r>
        <w:t>’</w:t>
      </w:r>
      <w:r w:rsidR="008F7090" w:rsidRPr="003A0BBB">
        <w:t>inconvénient</w:t>
      </w:r>
      <w:r>
        <w:t xml:space="preserve">, </w:t>
      </w:r>
      <w:r w:rsidR="008F7090" w:rsidRPr="003A0BBB">
        <w:t>dit-elle</w:t>
      </w:r>
      <w:r>
        <w:t xml:space="preserve">, </w:t>
      </w:r>
      <w:r w:rsidR="008F7090" w:rsidRPr="003A0BBB">
        <w:t>nous écrirons à la société</w:t>
      </w:r>
      <w:r>
        <w:t>.</w:t>
      </w:r>
    </w:p>
    <w:p w14:paraId="11418A85" w14:textId="77777777" w:rsidR="003A6D8D" w:rsidRDefault="003A6D8D" w:rsidP="008F7090">
      <w:r>
        <w:t>— </w:t>
      </w:r>
      <w:r w:rsidR="008F7090" w:rsidRPr="003A0BBB">
        <w:t>Écrire</w:t>
      </w:r>
      <w:r>
        <w:t xml:space="preserve"> ! </w:t>
      </w:r>
      <w:r w:rsidR="008F7090" w:rsidRPr="003A0BBB">
        <w:t>Je t</w:t>
      </w:r>
      <w:r>
        <w:t>’</w:t>
      </w:r>
      <w:r w:rsidR="008F7090" w:rsidRPr="003A0BBB">
        <w:t>assure qu</w:t>
      </w:r>
      <w:r>
        <w:t>’</w:t>
      </w:r>
      <w:r w:rsidR="008F7090" w:rsidRPr="003A0BBB">
        <w:t>il vaudrait mieux</w:t>
      </w:r>
      <w:r>
        <w:t>…</w:t>
      </w:r>
    </w:p>
    <w:p w14:paraId="3470E6D7" w14:textId="77777777" w:rsidR="003A6D8D" w:rsidRDefault="003A6D8D" w:rsidP="008F7090">
      <w:r>
        <w:t>— </w:t>
      </w:r>
      <w:r w:rsidR="008F7090" w:rsidRPr="003A0BBB">
        <w:t>Je vais t</w:t>
      </w:r>
      <w:r>
        <w:t>’</w:t>
      </w:r>
      <w:r w:rsidR="008F7090" w:rsidRPr="003A0BBB">
        <w:t>expliquer</w:t>
      </w:r>
      <w:r>
        <w:t xml:space="preserve">. </w:t>
      </w:r>
      <w:r w:rsidR="008F7090" w:rsidRPr="003A0BBB">
        <w:t>Quand je vous ai parlé de mon départ pour Paris</w:t>
      </w:r>
      <w:r>
        <w:t xml:space="preserve">, </w:t>
      </w:r>
      <w:r w:rsidR="008F7090" w:rsidRPr="003A0BBB">
        <w:t>vous n</w:t>
      </w:r>
      <w:r>
        <w:t>’</w:t>
      </w:r>
      <w:r w:rsidR="008F7090" w:rsidRPr="003A0BBB">
        <w:t>avez cessé</w:t>
      </w:r>
      <w:r>
        <w:t xml:space="preserve">, </w:t>
      </w:r>
      <w:r w:rsidR="008F7090" w:rsidRPr="003A0BBB">
        <w:t>maman et toi</w:t>
      </w:r>
      <w:r>
        <w:t xml:space="preserve">, </w:t>
      </w:r>
      <w:r w:rsidR="008F7090" w:rsidRPr="003A0BBB">
        <w:t>de me répéter que je pouvais fort bien me dispenser de ce voyage</w:t>
      </w:r>
      <w:r>
        <w:t xml:space="preserve"> ; </w:t>
      </w:r>
      <w:r w:rsidR="008F7090" w:rsidRPr="003A0BBB">
        <w:t>qu</w:t>
      </w:r>
      <w:r>
        <w:t>’</w:t>
      </w:r>
      <w:r w:rsidR="008F7090" w:rsidRPr="003A0BBB">
        <w:t>on arrive</w:t>
      </w:r>
      <w:r>
        <w:t xml:space="preserve">, </w:t>
      </w:r>
      <w:r w:rsidR="008F7090" w:rsidRPr="003A0BBB">
        <w:t>en écrivant aux gens</w:t>
      </w:r>
      <w:r>
        <w:t xml:space="preserve">, </w:t>
      </w:r>
      <w:r w:rsidR="008F7090" w:rsidRPr="003A0BBB">
        <w:t>aux mêmes résultats qu</w:t>
      </w:r>
      <w:r>
        <w:t>’</w:t>
      </w:r>
      <w:r w:rsidR="008F7090" w:rsidRPr="003A0BBB">
        <w:t>en allant les voir</w:t>
      </w:r>
      <w:r>
        <w:t xml:space="preserve">. </w:t>
      </w:r>
      <w:r w:rsidR="008F7090" w:rsidRPr="003A0BBB">
        <w:t>Bref</w:t>
      </w:r>
      <w:r>
        <w:t xml:space="preserve">, </w:t>
      </w:r>
      <w:r w:rsidR="008F7090" w:rsidRPr="003A0BBB">
        <w:t>j</w:t>
      </w:r>
      <w:r>
        <w:t>’</w:t>
      </w:r>
      <w:r w:rsidR="008F7090" w:rsidRPr="003A0BBB">
        <w:t>ai réfléchi</w:t>
      </w:r>
      <w:r>
        <w:t xml:space="preserve">. </w:t>
      </w:r>
      <w:r w:rsidR="008F7090" w:rsidRPr="003A0BBB">
        <w:t>Je me suis rendue à vos raisons</w:t>
      </w:r>
      <w:r>
        <w:t xml:space="preserve">. </w:t>
      </w:r>
      <w:r w:rsidR="008F7090" w:rsidRPr="003A0BBB">
        <w:t>Je ne pars plus</w:t>
      </w:r>
      <w:r>
        <w:t>.</w:t>
      </w:r>
    </w:p>
    <w:p w14:paraId="5638DCBA" w14:textId="1A6BCBAA" w:rsidR="008F7090" w:rsidRPr="003A0BBB" w:rsidRDefault="008F7090" w:rsidP="003A6D8D">
      <w:pPr>
        <w:pStyle w:val="Titre1"/>
      </w:pPr>
      <w:bookmarkStart w:id="11" w:name="_Toc196328812"/>
      <w:r w:rsidRPr="003A0BBB">
        <w:lastRenderedPageBreak/>
        <w:t>XI</w:t>
      </w:r>
      <w:bookmarkEnd w:id="11"/>
    </w:p>
    <w:p w14:paraId="4A998807" w14:textId="77777777" w:rsidR="003A6D8D" w:rsidRDefault="008F7090" w:rsidP="008F7090">
      <w:r w:rsidRPr="003A0BBB">
        <w:t>Plus beaux que les derniers jours de l</w:t>
      </w:r>
      <w:r w:rsidR="003A6D8D">
        <w:t>’</w:t>
      </w:r>
      <w:r w:rsidRPr="003A0BBB">
        <w:t>été furent les premiers de l</w:t>
      </w:r>
      <w:r w:rsidR="003A6D8D">
        <w:t>’</w:t>
      </w:r>
      <w:r w:rsidRPr="003A0BBB">
        <w:t>automne</w:t>
      </w:r>
      <w:r w:rsidR="003A6D8D">
        <w:t xml:space="preserve">. </w:t>
      </w:r>
      <w:r w:rsidRPr="003A0BBB">
        <w:t>La toux de Franz s</w:t>
      </w:r>
      <w:r w:rsidR="003A6D8D">
        <w:t>’</w:t>
      </w:r>
      <w:r w:rsidRPr="003A0BBB">
        <w:t>en était allée</w:t>
      </w:r>
      <w:r w:rsidR="003A6D8D">
        <w:t xml:space="preserve">, </w:t>
      </w:r>
      <w:r w:rsidRPr="003A0BBB">
        <w:t>mais en faisant place à une sorte de langueur</w:t>
      </w:r>
      <w:r w:rsidR="003A6D8D">
        <w:t xml:space="preserve">, </w:t>
      </w:r>
      <w:r w:rsidRPr="003A0BBB">
        <w:t>de dégoût du travail</w:t>
      </w:r>
      <w:r w:rsidR="003A6D8D">
        <w:t xml:space="preserve">. </w:t>
      </w:r>
      <w:r w:rsidRPr="003A0BBB">
        <w:t>Son caractère oriental reparaissait</w:t>
      </w:r>
      <w:r w:rsidR="003A6D8D">
        <w:t xml:space="preserve">. </w:t>
      </w:r>
      <w:r w:rsidRPr="003A0BBB">
        <w:t>L</w:t>
      </w:r>
      <w:r w:rsidR="003A6D8D">
        <w:t>’</w:t>
      </w:r>
      <w:r w:rsidRPr="003A0BBB">
        <w:t>après-midi</w:t>
      </w:r>
      <w:r w:rsidR="003A6D8D">
        <w:t xml:space="preserve">, </w:t>
      </w:r>
      <w:r w:rsidRPr="003A0BBB">
        <w:t>il faisait la sieste et ne se levait que pour venir fumer d</w:t>
      </w:r>
      <w:r w:rsidR="003A6D8D">
        <w:t>’</w:t>
      </w:r>
      <w:r w:rsidRPr="003A0BBB">
        <w:t>innombrables cigarettes sur la terrasse</w:t>
      </w:r>
      <w:r w:rsidR="003A6D8D">
        <w:t xml:space="preserve">. </w:t>
      </w:r>
      <w:r w:rsidRPr="003A0BBB">
        <w:t>Il laissait Camille travailler seule à l</w:t>
      </w:r>
      <w:r w:rsidR="003A6D8D">
        <w:t>’</w:t>
      </w:r>
      <w:r w:rsidRPr="003A0BBB">
        <w:t>expédition du monceau de paperasses arrivées de Paris en même temps que la prolongation de congé qu</w:t>
      </w:r>
      <w:r w:rsidR="003A6D8D">
        <w:t>’</w:t>
      </w:r>
      <w:r w:rsidRPr="003A0BBB">
        <w:t xml:space="preserve">elle avait sollicitée </w:t>
      </w:r>
      <w:r w:rsidR="003A6D8D">
        <w:t>« </w:t>
      </w:r>
      <w:r w:rsidRPr="003A0BBB">
        <w:t>pour convenances personnelles</w:t>
      </w:r>
      <w:r w:rsidR="003A6D8D">
        <w:t xml:space="preserve"> ». </w:t>
      </w:r>
      <w:r w:rsidRPr="003A0BBB">
        <w:t>Je ne sais pas ce qu</w:t>
      </w:r>
      <w:r w:rsidR="003A6D8D">
        <w:t>’</w:t>
      </w:r>
      <w:r w:rsidRPr="003A0BBB">
        <w:t>ils se disaient quand ils étaient seuls</w:t>
      </w:r>
      <w:r w:rsidR="003A6D8D">
        <w:t xml:space="preserve">, </w:t>
      </w:r>
      <w:r w:rsidRPr="003A0BBB">
        <w:t>mais</w:t>
      </w:r>
      <w:r w:rsidR="003A6D8D">
        <w:t xml:space="preserve">, </w:t>
      </w:r>
      <w:r w:rsidRPr="003A0BBB">
        <w:t>devant moi</w:t>
      </w:r>
      <w:r w:rsidR="003A6D8D">
        <w:t xml:space="preserve">, </w:t>
      </w:r>
      <w:r w:rsidRPr="003A0BBB">
        <w:t>ils n</w:t>
      </w:r>
      <w:r w:rsidR="003A6D8D">
        <w:t>’</w:t>
      </w:r>
      <w:r w:rsidRPr="003A0BBB">
        <w:t>avaient plus fait allusion à leur départ de Maguelonne</w:t>
      </w:r>
      <w:r w:rsidR="003A6D8D">
        <w:t xml:space="preserve">, </w:t>
      </w:r>
      <w:r w:rsidRPr="003A0BBB">
        <w:t>ni au retard que les lenteurs des formalités imposaient à leur mariage</w:t>
      </w:r>
      <w:r w:rsidR="003A6D8D">
        <w:t>. « </w:t>
      </w:r>
      <w:r w:rsidRPr="003A0BBB">
        <w:t>Quand nous serons mariés</w:t>
      </w:r>
      <w:r w:rsidR="003A6D8D">
        <w:t xml:space="preserve">, </w:t>
      </w:r>
      <w:r w:rsidRPr="003A0BBB">
        <w:t>nous ferons ceci</w:t>
      </w:r>
      <w:r w:rsidR="003A6D8D">
        <w:t xml:space="preserve">, </w:t>
      </w:r>
      <w:r w:rsidRPr="003A0BBB">
        <w:t>ou cela</w:t>
      </w:r>
      <w:r w:rsidR="003A6D8D">
        <w:t>… »</w:t>
      </w:r>
      <w:r w:rsidRPr="003A0BBB">
        <w:t xml:space="preserve"> se bornait à dire parfois Camille</w:t>
      </w:r>
      <w:r w:rsidR="003A6D8D">
        <w:t xml:space="preserve">, </w:t>
      </w:r>
      <w:r w:rsidRPr="003A0BBB">
        <w:t>de l</w:t>
      </w:r>
      <w:r w:rsidR="003A6D8D">
        <w:t>’</w:t>
      </w:r>
      <w:r w:rsidRPr="003A0BBB">
        <w:t>air le plus détaché du monde</w:t>
      </w:r>
      <w:r w:rsidR="003A6D8D">
        <w:t>.</w:t>
      </w:r>
    </w:p>
    <w:p w14:paraId="649BA7A0" w14:textId="77777777" w:rsidR="003A6D8D" w:rsidRDefault="008F7090" w:rsidP="008F7090">
      <w:r w:rsidRPr="003A0BBB">
        <w:t>De temps à autre</w:t>
      </w:r>
      <w:r w:rsidR="003A6D8D">
        <w:t xml:space="preserve">, </w:t>
      </w:r>
      <w:r w:rsidRPr="003A0BBB">
        <w:t>elle soumettait à Franz quelque affaire</w:t>
      </w:r>
      <w:r w:rsidR="003A6D8D">
        <w:t xml:space="preserve">, </w:t>
      </w:r>
      <w:r w:rsidRPr="003A0BBB">
        <w:t>principalement celles qui avaient trait à la correspondance à échanger avec les sociétés financières ou industrielles dont il cherchait à s</w:t>
      </w:r>
      <w:r w:rsidR="003A6D8D">
        <w:t>’</w:t>
      </w:r>
      <w:r w:rsidRPr="003A0BBB">
        <w:t>assurer le concours pour le lancement d</w:t>
      </w:r>
      <w:r w:rsidR="003A6D8D">
        <w:t>’</w:t>
      </w:r>
      <w:r w:rsidRPr="003A0BBB">
        <w:t>un nouveau modèle de voiture automobile</w:t>
      </w:r>
      <w:r w:rsidR="003A6D8D">
        <w:t xml:space="preserve">. </w:t>
      </w:r>
      <w:r w:rsidRPr="003A0BBB">
        <w:t>Elle paraissait ne pas s</w:t>
      </w:r>
      <w:r w:rsidR="003A6D8D">
        <w:t>’</w:t>
      </w:r>
      <w:r w:rsidRPr="003A0BBB">
        <w:t>apercevoir de l</w:t>
      </w:r>
      <w:r w:rsidR="003A6D8D">
        <w:t>’</w:t>
      </w:r>
      <w:r w:rsidRPr="003A0BBB">
        <w:t>indifférence avec laquelle il l</w:t>
      </w:r>
      <w:r w:rsidR="003A6D8D">
        <w:t>’</w:t>
      </w:r>
      <w:r w:rsidRPr="003A0BBB">
        <w:t>écoutait</w:t>
      </w:r>
      <w:r w:rsidR="003A6D8D">
        <w:t xml:space="preserve">, </w:t>
      </w:r>
      <w:r w:rsidRPr="003A0BBB">
        <w:t>tandis que</w:t>
      </w:r>
      <w:r w:rsidR="003A6D8D">
        <w:t xml:space="preserve">, </w:t>
      </w:r>
      <w:r w:rsidRPr="003A0BBB">
        <w:t>de sa voix nette et précise</w:t>
      </w:r>
      <w:r w:rsidR="003A6D8D">
        <w:t xml:space="preserve">, </w:t>
      </w:r>
      <w:r w:rsidRPr="003A0BBB">
        <w:t>elle lui présentait un exposé auquel il donnait toujours son approbation</w:t>
      </w:r>
      <w:r w:rsidR="003A6D8D">
        <w:t xml:space="preserve">. </w:t>
      </w:r>
      <w:r w:rsidRPr="003A0BBB">
        <w:t>Si elle en éprouvait une surprise</w:t>
      </w:r>
      <w:r w:rsidR="003A6D8D">
        <w:t xml:space="preserve">, </w:t>
      </w:r>
      <w:r w:rsidRPr="003A0BBB">
        <w:t>un ressentiment quelconque</w:t>
      </w:r>
      <w:r w:rsidR="003A6D8D">
        <w:t xml:space="preserve">, </w:t>
      </w:r>
      <w:r w:rsidRPr="003A0BBB">
        <w:t>avec quelle maîtrise elle le cachait</w:t>
      </w:r>
      <w:r w:rsidR="003A6D8D">
        <w:t xml:space="preserve"> ! </w:t>
      </w:r>
      <w:r w:rsidRPr="003A0BBB">
        <w:t>Elle était redevenue la Camille pondérée</w:t>
      </w:r>
      <w:r w:rsidR="003A6D8D">
        <w:t xml:space="preserve">, </w:t>
      </w:r>
      <w:r w:rsidRPr="003A0BBB">
        <w:t>la Camille garçonnière que j</w:t>
      </w:r>
      <w:r w:rsidR="003A6D8D">
        <w:t>’</w:t>
      </w:r>
      <w:r w:rsidRPr="003A0BBB">
        <w:t>avais connue jusqu</w:t>
      </w:r>
      <w:r w:rsidR="003A6D8D">
        <w:t>’</w:t>
      </w:r>
      <w:r w:rsidRPr="003A0BBB">
        <w:t>à ses fiançailles</w:t>
      </w:r>
      <w:r w:rsidR="003A6D8D">
        <w:t xml:space="preserve">. </w:t>
      </w:r>
      <w:r w:rsidRPr="003A0BBB">
        <w:t>Mes appréhensions consécutives à la scène de la terrasse s</w:t>
      </w:r>
      <w:r w:rsidR="003A6D8D">
        <w:t>’</w:t>
      </w:r>
      <w:r w:rsidRPr="003A0BBB">
        <w:t>en étaient trouvées peu à peu dissipées</w:t>
      </w:r>
      <w:r w:rsidR="003A6D8D">
        <w:t xml:space="preserve">. </w:t>
      </w:r>
      <w:r w:rsidRPr="003A0BBB">
        <w:t>Il n</w:t>
      </w:r>
      <w:r w:rsidR="003A6D8D">
        <w:t>’</w:t>
      </w:r>
      <w:r w:rsidRPr="003A0BBB">
        <w:t>en subsistait plus qu</w:t>
      </w:r>
      <w:r w:rsidR="003A6D8D">
        <w:t>’</w:t>
      </w:r>
      <w:r w:rsidRPr="003A0BBB">
        <w:t>une sorte de lourdeur trouble</w:t>
      </w:r>
      <w:r w:rsidR="003A6D8D">
        <w:t xml:space="preserve">, </w:t>
      </w:r>
      <w:r w:rsidRPr="003A0BBB">
        <w:t>analogue à celle qui pèse sur les eaux des étangs au début d</w:t>
      </w:r>
      <w:r w:rsidR="003A6D8D">
        <w:t>’</w:t>
      </w:r>
      <w:r w:rsidRPr="003A0BBB">
        <w:t xml:space="preserve">une journée </w:t>
      </w:r>
      <w:r w:rsidRPr="003A0BBB">
        <w:lastRenderedPageBreak/>
        <w:t>orageuse</w:t>
      </w:r>
      <w:r w:rsidR="003A6D8D">
        <w:t xml:space="preserve">. </w:t>
      </w:r>
      <w:r w:rsidRPr="003A0BBB">
        <w:t>Loin de se mettre entre Franz et moi</w:t>
      </w:r>
      <w:r w:rsidR="003A6D8D">
        <w:t xml:space="preserve">, </w:t>
      </w:r>
      <w:r w:rsidRPr="003A0BBB">
        <w:t>on eût dit que Camille</w:t>
      </w:r>
      <w:r w:rsidR="003A6D8D">
        <w:t xml:space="preserve">, </w:t>
      </w:r>
      <w:r w:rsidRPr="003A0BBB">
        <w:t>inconsciemment</w:t>
      </w:r>
      <w:r w:rsidR="003A6D8D">
        <w:t xml:space="preserve">, </w:t>
      </w:r>
      <w:r w:rsidRPr="003A0BBB">
        <w:t>nous favorisait des tête-à-tête</w:t>
      </w:r>
      <w:r w:rsidR="003A6D8D">
        <w:t>.</w:t>
      </w:r>
    </w:p>
    <w:p w14:paraId="705A1BEB" w14:textId="77777777" w:rsidR="003A6D8D" w:rsidRDefault="003A6D8D" w:rsidP="008F7090">
      <w:r>
        <w:t>— </w:t>
      </w:r>
      <w:r w:rsidR="008F7090" w:rsidRPr="003A0BBB">
        <w:t>Maman</w:t>
      </w:r>
      <w:r>
        <w:t xml:space="preserve">, </w:t>
      </w:r>
      <w:r w:rsidR="008F7090" w:rsidRPr="003A0BBB">
        <w:t>me dit-elle un jour</w:t>
      </w:r>
      <w:r>
        <w:t xml:space="preserve">, </w:t>
      </w:r>
      <w:r w:rsidR="008F7090" w:rsidRPr="003A0BBB">
        <w:t>Franz est en train de traverser une crise dont nous n</w:t>
      </w:r>
      <w:r>
        <w:t>’</w:t>
      </w:r>
      <w:r w:rsidR="008F7090" w:rsidRPr="003A0BBB">
        <w:t>avons pas à nous inquiéter</w:t>
      </w:r>
      <w:r>
        <w:t xml:space="preserve">. </w:t>
      </w:r>
      <w:r w:rsidR="008F7090" w:rsidRPr="003A0BBB">
        <w:t>Son activité est remarquable</w:t>
      </w:r>
      <w:r>
        <w:t xml:space="preserve">, </w:t>
      </w:r>
      <w:r w:rsidR="008F7090" w:rsidRPr="003A0BBB">
        <w:t>mais pas à la façon de celle des Américains</w:t>
      </w:r>
      <w:r>
        <w:t xml:space="preserve">, </w:t>
      </w:r>
      <w:r w:rsidR="008F7090" w:rsidRPr="003A0BBB">
        <w:t>qui fonctionne avec la régularité d</w:t>
      </w:r>
      <w:r>
        <w:t>’</w:t>
      </w:r>
      <w:r w:rsidR="008F7090" w:rsidRPr="003A0BBB">
        <w:t>une machine bien montée</w:t>
      </w:r>
      <w:r>
        <w:t xml:space="preserve">. </w:t>
      </w:r>
      <w:r w:rsidR="008F7090" w:rsidRPr="003A0BBB">
        <w:t>La sienne est sujette à des à-coups</w:t>
      </w:r>
      <w:r>
        <w:t xml:space="preserve">. </w:t>
      </w:r>
      <w:r w:rsidR="008F7090" w:rsidRPr="003A0BBB">
        <w:t>J</w:t>
      </w:r>
      <w:r>
        <w:t>’</w:t>
      </w:r>
      <w:r w:rsidR="008F7090" w:rsidRPr="003A0BBB">
        <w:t>ai connu des périodes pendant lesquelles il était incapable d</w:t>
      </w:r>
      <w:r>
        <w:t>’</w:t>
      </w:r>
      <w:r w:rsidR="008F7090" w:rsidRPr="003A0BBB">
        <w:t>assembler deux idées</w:t>
      </w:r>
      <w:r>
        <w:t xml:space="preserve">, </w:t>
      </w:r>
      <w:r w:rsidR="008F7090" w:rsidRPr="003A0BBB">
        <w:t>d</w:t>
      </w:r>
      <w:r>
        <w:t>’</w:t>
      </w:r>
      <w:r w:rsidR="008F7090" w:rsidRPr="003A0BBB">
        <w:t>écrire une lettre</w:t>
      </w:r>
      <w:r>
        <w:t xml:space="preserve">. </w:t>
      </w:r>
      <w:r w:rsidR="008F7090" w:rsidRPr="003A0BBB">
        <w:t>Ensuite</w:t>
      </w:r>
      <w:r>
        <w:t xml:space="preserve">, </w:t>
      </w:r>
      <w:r w:rsidR="008F7090" w:rsidRPr="003A0BBB">
        <w:t>il regagne d</w:t>
      </w:r>
      <w:r>
        <w:t>’</w:t>
      </w:r>
      <w:r w:rsidR="008F7090" w:rsidRPr="003A0BBB">
        <w:t>un trait le temps perdu</w:t>
      </w:r>
      <w:r>
        <w:t xml:space="preserve">. </w:t>
      </w:r>
      <w:r w:rsidR="008F7090" w:rsidRPr="003A0BBB">
        <w:t>L</w:t>
      </w:r>
      <w:r>
        <w:t>’</w:t>
      </w:r>
      <w:r w:rsidR="008F7090" w:rsidRPr="003A0BBB">
        <w:t>essentiel est de le distraire</w:t>
      </w:r>
      <w:r>
        <w:t xml:space="preserve">. </w:t>
      </w:r>
      <w:r w:rsidR="008F7090" w:rsidRPr="003A0BBB">
        <w:t>Je sais qu</w:t>
      </w:r>
      <w:r>
        <w:t>’</w:t>
      </w:r>
      <w:r w:rsidR="008F7090" w:rsidRPr="003A0BBB">
        <w:t>il adore la chasse</w:t>
      </w:r>
      <w:r>
        <w:t xml:space="preserve">. </w:t>
      </w:r>
      <w:r w:rsidR="008F7090" w:rsidRPr="003A0BBB">
        <w:t>Ne le vois-tu pas sursauter au seul bruit d</w:t>
      </w:r>
      <w:r>
        <w:t>’</w:t>
      </w:r>
      <w:r w:rsidR="008F7090" w:rsidRPr="003A0BBB">
        <w:t>un coup de fusil dans la campagne</w:t>
      </w:r>
      <w:r>
        <w:t xml:space="preserve"> ? </w:t>
      </w:r>
      <w:r w:rsidR="008F7090" w:rsidRPr="003A0BBB">
        <w:t>Il doit bien y avoir aux environs quelque bon vieux braconnier susceptible de lui procurer ce qu</w:t>
      </w:r>
      <w:r>
        <w:t>’</w:t>
      </w:r>
      <w:r w:rsidR="008F7090" w:rsidRPr="003A0BBB">
        <w:t>il faut et au début de le piloter</w:t>
      </w:r>
      <w:r>
        <w:t>.</w:t>
      </w:r>
    </w:p>
    <w:p w14:paraId="02266DB1" w14:textId="77777777" w:rsidR="003A6D8D" w:rsidRDefault="008F7090" w:rsidP="008F7090">
      <w:r w:rsidRPr="003A0BBB">
        <w:t>Je n</w:t>
      </w:r>
      <w:r w:rsidR="003A6D8D">
        <w:t>’</w:t>
      </w:r>
      <w:r w:rsidRPr="003A0BBB">
        <w:t>avais pas eu de peine à trouver le braconnier en question</w:t>
      </w:r>
      <w:r w:rsidR="003A6D8D">
        <w:t xml:space="preserve">. </w:t>
      </w:r>
      <w:r w:rsidRPr="003A0BBB">
        <w:t>Camille avait raison</w:t>
      </w:r>
      <w:r w:rsidR="003A6D8D">
        <w:t xml:space="preserve">. </w:t>
      </w:r>
      <w:r w:rsidRPr="003A0BBB">
        <w:t>En quelques jours</w:t>
      </w:r>
      <w:r w:rsidR="003A6D8D">
        <w:t xml:space="preserve">, </w:t>
      </w:r>
      <w:r w:rsidRPr="003A0BBB">
        <w:t>Franz était transformé</w:t>
      </w:r>
      <w:r w:rsidR="003A6D8D">
        <w:t xml:space="preserve">. </w:t>
      </w:r>
      <w:r w:rsidRPr="003A0BBB">
        <w:t>Le gibier abondait dans la région</w:t>
      </w:r>
      <w:r w:rsidR="003A6D8D">
        <w:t xml:space="preserve">, </w:t>
      </w:r>
      <w:r w:rsidRPr="003A0BBB">
        <w:t>la chasse ayant été interdite depuis le début de la guerre et restant ouverte pour les sangliers et autres animaux considérés comme nuisibles</w:t>
      </w:r>
      <w:r w:rsidR="003A6D8D">
        <w:t xml:space="preserve">. </w:t>
      </w:r>
      <w:r w:rsidRPr="003A0BBB">
        <w:t>Très vite</w:t>
      </w:r>
      <w:r w:rsidR="003A6D8D">
        <w:t xml:space="preserve">, </w:t>
      </w:r>
      <w:r w:rsidRPr="003A0BBB">
        <w:t>Franz n</w:t>
      </w:r>
      <w:r w:rsidR="003A6D8D">
        <w:t>’</w:t>
      </w:r>
      <w:r w:rsidRPr="003A0BBB">
        <w:t>eut plus besoin de guide</w:t>
      </w:r>
      <w:r w:rsidR="003A6D8D">
        <w:t xml:space="preserve">. </w:t>
      </w:r>
      <w:r w:rsidRPr="003A0BBB">
        <w:t>Maintenant</w:t>
      </w:r>
      <w:r w:rsidR="003A6D8D">
        <w:t xml:space="preserve">, </w:t>
      </w:r>
      <w:r w:rsidRPr="003A0BBB">
        <w:t>il passait à battre les bois la plupart de ses journées</w:t>
      </w:r>
      <w:r w:rsidR="003A6D8D">
        <w:t>.</w:t>
      </w:r>
    </w:p>
    <w:p w14:paraId="2D9041F1" w14:textId="77777777" w:rsidR="003A6D8D" w:rsidRDefault="003A6D8D" w:rsidP="008F7090">
      <w:r>
        <w:t>— </w:t>
      </w:r>
      <w:r w:rsidR="008F7090" w:rsidRPr="003A0BBB">
        <w:t>C</w:t>
      </w:r>
      <w:r>
        <w:t>’</w:t>
      </w:r>
      <w:r w:rsidR="008F7090" w:rsidRPr="003A0BBB">
        <w:t>est très joli</w:t>
      </w:r>
      <w:r>
        <w:t xml:space="preserve">, </w:t>
      </w:r>
      <w:r w:rsidR="008F7090" w:rsidRPr="003A0BBB">
        <w:t>me dit Camille</w:t>
      </w:r>
      <w:r>
        <w:t xml:space="preserve">, </w:t>
      </w:r>
      <w:r w:rsidR="008F7090" w:rsidRPr="003A0BBB">
        <w:t>un soir que</w:t>
      </w:r>
      <w:r>
        <w:t xml:space="preserve">, </w:t>
      </w:r>
      <w:r w:rsidR="008F7090" w:rsidRPr="003A0BBB">
        <w:t>vers sept heures</w:t>
      </w:r>
      <w:r>
        <w:t xml:space="preserve">, </w:t>
      </w:r>
      <w:r w:rsidR="008F7090" w:rsidRPr="003A0BBB">
        <w:t>il n</w:t>
      </w:r>
      <w:r>
        <w:t>’</w:t>
      </w:r>
      <w:r w:rsidR="008F7090" w:rsidRPr="003A0BBB">
        <w:t>était pas encore de retour</w:t>
      </w:r>
      <w:r>
        <w:t xml:space="preserve">. </w:t>
      </w:r>
      <w:r w:rsidR="008F7090" w:rsidRPr="003A0BBB">
        <w:t>Mais je crains maintenant l</w:t>
      </w:r>
      <w:r>
        <w:t>’</w:t>
      </w:r>
      <w:r w:rsidR="008F7090" w:rsidRPr="003A0BBB">
        <w:t>excès contraire</w:t>
      </w:r>
      <w:r>
        <w:t xml:space="preserve">. </w:t>
      </w:r>
      <w:r w:rsidR="008F7090" w:rsidRPr="003A0BBB">
        <w:t>Nous allons être en octobre</w:t>
      </w:r>
      <w:r>
        <w:t xml:space="preserve">, </w:t>
      </w:r>
      <w:r w:rsidR="008F7090" w:rsidRPr="003A0BBB">
        <w:t>et il ne faut pas qu</w:t>
      </w:r>
      <w:r>
        <w:t>’</w:t>
      </w:r>
      <w:r w:rsidR="008F7090" w:rsidRPr="003A0BBB">
        <w:t>il reste aussi tard dehors</w:t>
      </w:r>
      <w:r>
        <w:t xml:space="preserve">. </w:t>
      </w:r>
      <w:r w:rsidR="008F7090" w:rsidRPr="003A0BBB">
        <w:t>Si je pouvais aller avec lui</w:t>
      </w:r>
      <w:r>
        <w:t xml:space="preserve">, </w:t>
      </w:r>
      <w:r w:rsidR="008F7090" w:rsidRPr="003A0BBB">
        <w:t>je le ferais</w:t>
      </w:r>
      <w:r>
        <w:t xml:space="preserve">, </w:t>
      </w:r>
      <w:r w:rsidR="008F7090" w:rsidRPr="003A0BBB">
        <w:t>mais</w:t>
      </w:r>
      <w:r>
        <w:t xml:space="preserve">, </w:t>
      </w:r>
      <w:r w:rsidR="008F7090" w:rsidRPr="003A0BBB">
        <w:t>tu vois</w:t>
      </w:r>
      <w:r>
        <w:t xml:space="preserve">, </w:t>
      </w:r>
      <w:r w:rsidR="008F7090" w:rsidRPr="003A0BBB">
        <w:t>j</w:t>
      </w:r>
      <w:r>
        <w:t>’</w:t>
      </w:r>
      <w:r w:rsidR="008F7090" w:rsidRPr="003A0BBB">
        <w:t>ai du travail par-dessus la tête</w:t>
      </w:r>
      <w:r>
        <w:t xml:space="preserve">. </w:t>
      </w:r>
      <w:r w:rsidR="008F7090" w:rsidRPr="003A0BBB">
        <w:t>Ne consentirais-tu pas</w:t>
      </w:r>
      <w:r>
        <w:t xml:space="preserve">, </w:t>
      </w:r>
      <w:r w:rsidR="008F7090" w:rsidRPr="003A0BBB">
        <w:t>de temps en temps</w:t>
      </w:r>
      <w:r>
        <w:t xml:space="preserve">, </w:t>
      </w:r>
      <w:r w:rsidR="008F7090" w:rsidRPr="003A0BBB">
        <w:t>à l</w:t>
      </w:r>
      <w:r>
        <w:t>’</w:t>
      </w:r>
      <w:r w:rsidR="008F7090" w:rsidRPr="003A0BBB">
        <w:t>accompagner</w:t>
      </w:r>
      <w:r>
        <w:t xml:space="preserve">, </w:t>
      </w:r>
      <w:r w:rsidR="008F7090" w:rsidRPr="003A0BBB">
        <w:t>de façon à l</w:t>
      </w:r>
      <w:r>
        <w:t>’</w:t>
      </w:r>
      <w:r w:rsidR="008F7090" w:rsidRPr="003A0BBB">
        <w:t>obliger à rentrer à des heures convenables</w:t>
      </w:r>
      <w:r>
        <w:t> ?</w:t>
      </w:r>
    </w:p>
    <w:p w14:paraId="037F6CA5" w14:textId="77777777" w:rsidR="003A6D8D" w:rsidRDefault="003A6D8D" w:rsidP="008F7090">
      <w:r>
        <w:t>— </w:t>
      </w:r>
      <w:r w:rsidR="008F7090" w:rsidRPr="003A0BBB">
        <w:t>Moi</w:t>
      </w:r>
      <w:r>
        <w:t xml:space="preserve">, </w:t>
      </w:r>
      <w:r w:rsidR="008F7090" w:rsidRPr="003A0BBB">
        <w:t>Camille</w:t>
      </w:r>
      <w:r>
        <w:t xml:space="preserve"> ? </w:t>
      </w:r>
      <w:r w:rsidR="008F7090" w:rsidRPr="003A0BBB">
        <w:t>tu n</w:t>
      </w:r>
      <w:r>
        <w:t>’</w:t>
      </w:r>
      <w:r w:rsidR="008F7090" w:rsidRPr="003A0BBB">
        <w:t>y penses pas</w:t>
      </w:r>
      <w:r>
        <w:t xml:space="preserve">. </w:t>
      </w:r>
      <w:r w:rsidR="008F7090" w:rsidRPr="003A0BBB">
        <w:t>D</w:t>
      </w:r>
      <w:r>
        <w:t>’</w:t>
      </w:r>
      <w:r w:rsidR="008F7090" w:rsidRPr="003A0BBB">
        <w:t>abord</w:t>
      </w:r>
      <w:r>
        <w:t xml:space="preserve">, </w:t>
      </w:r>
      <w:r w:rsidR="008F7090" w:rsidRPr="003A0BBB">
        <w:t>je le gênerais</w:t>
      </w:r>
      <w:r>
        <w:t xml:space="preserve">. </w:t>
      </w:r>
      <w:r w:rsidR="008F7090" w:rsidRPr="003A0BBB">
        <w:t>Je ne suis pas bonne marcheuse</w:t>
      </w:r>
      <w:r>
        <w:t xml:space="preserve">. </w:t>
      </w:r>
      <w:r w:rsidR="008F7090" w:rsidRPr="003A0BBB">
        <w:t>Je ne sais pas si je pourrais</w:t>
      </w:r>
      <w:r>
        <w:t>…</w:t>
      </w:r>
    </w:p>
    <w:p w14:paraId="6C57B7C8" w14:textId="77777777" w:rsidR="003A6D8D" w:rsidRDefault="003A6D8D" w:rsidP="008F7090">
      <w:r>
        <w:lastRenderedPageBreak/>
        <w:t>— </w:t>
      </w:r>
      <w:r w:rsidR="008F7090" w:rsidRPr="003A0BBB">
        <w:t>Justement</w:t>
      </w:r>
      <w:r>
        <w:t xml:space="preserve">, </w:t>
      </w:r>
      <w:r w:rsidR="008F7090" w:rsidRPr="003A0BBB">
        <w:t>il sera forcé de se ménager</w:t>
      </w:r>
      <w:r>
        <w:t xml:space="preserve">, </w:t>
      </w:r>
      <w:r w:rsidR="008F7090" w:rsidRPr="003A0BBB">
        <w:t>pour ne pas t</w:t>
      </w:r>
      <w:r>
        <w:t>’</w:t>
      </w:r>
      <w:r w:rsidR="008F7090" w:rsidRPr="003A0BBB">
        <w:t>imposer une fatigue trop rude</w:t>
      </w:r>
      <w:r>
        <w:t xml:space="preserve">. </w:t>
      </w:r>
      <w:r w:rsidR="008F7090" w:rsidRPr="003A0BBB">
        <w:t>Ce ne sera peut-être pas très amusant pour toi</w:t>
      </w:r>
      <w:r>
        <w:t xml:space="preserve">, </w:t>
      </w:r>
      <w:r w:rsidR="008F7090" w:rsidRPr="003A0BBB">
        <w:t>mais c</w:t>
      </w:r>
      <w:r>
        <w:t>’</w:t>
      </w:r>
      <w:r w:rsidR="008F7090" w:rsidRPr="003A0BBB">
        <w:t>est un service que je te demande</w:t>
      </w:r>
      <w:r>
        <w:t xml:space="preserve">. </w:t>
      </w:r>
      <w:r w:rsidR="008F7090" w:rsidRPr="003A0BBB">
        <w:t>Me permets-tu de lui en parler</w:t>
      </w:r>
      <w:r>
        <w:t> ?</w:t>
      </w:r>
    </w:p>
    <w:p w14:paraId="33F2EEEF" w14:textId="77777777" w:rsidR="003A6D8D" w:rsidRDefault="003A6D8D" w:rsidP="008F7090">
      <w:r>
        <w:t>— </w:t>
      </w:r>
      <w:r w:rsidR="008F7090" w:rsidRPr="003A0BBB">
        <w:t>Oui</w:t>
      </w:r>
      <w:r>
        <w:t xml:space="preserve">, </w:t>
      </w:r>
      <w:r w:rsidR="008F7090" w:rsidRPr="003A0BBB">
        <w:t>j</w:t>
      </w:r>
      <w:r>
        <w:t>’</w:t>
      </w:r>
      <w:r w:rsidR="008F7090" w:rsidRPr="003A0BBB">
        <w:t>aime autant que ce soit toi</w:t>
      </w:r>
      <w:r>
        <w:t>.</w:t>
      </w:r>
    </w:p>
    <w:p w14:paraId="66895935" w14:textId="77777777" w:rsidR="003A6D8D" w:rsidRDefault="008F7090" w:rsidP="008F7090">
      <w:r w:rsidRPr="003A0BBB">
        <w:t>Franz manifesta juste ce qu</w:t>
      </w:r>
      <w:r w:rsidR="003A6D8D">
        <w:t>’</w:t>
      </w:r>
      <w:r w:rsidRPr="003A0BBB">
        <w:t>il fallait d</w:t>
      </w:r>
      <w:r w:rsidR="003A6D8D">
        <w:t>’</w:t>
      </w:r>
      <w:r w:rsidRPr="003A0BBB">
        <w:t>étonnement à cette proposition</w:t>
      </w:r>
      <w:r w:rsidR="003A6D8D">
        <w:t xml:space="preserve">. </w:t>
      </w:r>
      <w:r w:rsidRPr="003A0BBB">
        <w:t>Le lendemain</w:t>
      </w:r>
      <w:r w:rsidR="003A6D8D">
        <w:t xml:space="preserve">, </w:t>
      </w:r>
      <w:r w:rsidRPr="003A0BBB">
        <w:t>je partais avec lui</w:t>
      </w:r>
      <w:r w:rsidR="003A6D8D">
        <w:t xml:space="preserve">. </w:t>
      </w:r>
      <w:r w:rsidRPr="003A0BBB">
        <w:t>Camille m</w:t>
      </w:r>
      <w:r w:rsidR="003A6D8D">
        <w:t>’</w:t>
      </w:r>
      <w:r w:rsidRPr="003A0BBB">
        <w:t>avait prêté une jupe courte</w:t>
      </w:r>
      <w:r w:rsidR="003A6D8D">
        <w:t xml:space="preserve">, </w:t>
      </w:r>
      <w:r w:rsidRPr="003A0BBB">
        <w:t>et lui-même avait tenu à rouler autour de mes jambes des bandes molletières</w:t>
      </w:r>
      <w:r w:rsidR="003A6D8D">
        <w:t>.</w:t>
      </w:r>
    </w:p>
    <w:p w14:paraId="5D22C724" w14:textId="77777777" w:rsidR="003A6D8D" w:rsidRDefault="003A6D8D" w:rsidP="008F7090">
      <w:r>
        <w:t>— </w:t>
      </w:r>
      <w:r w:rsidR="008F7090" w:rsidRPr="003A0BBB">
        <w:t>Je tâcherai de vous entraîner le moins possible dans des endroits fourrés</w:t>
      </w:r>
      <w:r>
        <w:t xml:space="preserve">, </w:t>
      </w:r>
      <w:r w:rsidR="008F7090" w:rsidRPr="003A0BBB">
        <w:t>dit-il en riant</w:t>
      </w:r>
      <w:r>
        <w:t xml:space="preserve">, </w:t>
      </w:r>
      <w:r w:rsidR="008F7090" w:rsidRPr="003A0BBB">
        <w:t>mais enfin il faut vous attendre à ne pas vous promener constamment dans un jardin</w:t>
      </w:r>
      <w:r>
        <w:t xml:space="preserve">. </w:t>
      </w:r>
      <w:r w:rsidR="008F7090" w:rsidRPr="003A0BBB">
        <w:t>Les bois d</w:t>
      </w:r>
      <w:r>
        <w:t>’</w:t>
      </w:r>
      <w:r w:rsidR="008F7090" w:rsidRPr="003A0BBB">
        <w:t>ici sont plus sauvages que je ne l</w:t>
      </w:r>
      <w:r>
        <w:t>’</w:t>
      </w:r>
      <w:r w:rsidR="008F7090" w:rsidRPr="003A0BBB">
        <w:t>aurais cru</w:t>
      </w:r>
      <w:r>
        <w:t xml:space="preserve">, </w:t>
      </w:r>
      <w:r w:rsidR="008F7090" w:rsidRPr="003A0BBB">
        <w:t xml:space="preserve">presque autant que nos vieilles forêts de </w:t>
      </w:r>
      <w:proofErr w:type="spellStart"/>
      <w:r w:rsidR="008F7090" w:rsidRPr="003A0BBB">
        <w:t>Lithuanie</w:t>
      </w:r>
      <w:proofErr w:type="spellEnd"/>
      <w:r>
        <w:t xml:space="preserve">, </w:t>
      </w:r>
      <w:r w:rsidR="008F7090" w:rsidRPr="003A0BBB">
        <w:t>où j</w:t>
      </w:r>
      <w:r>
        <w:t>’</w:t>
      </w:r>
      <w:r w:rsidR="008F7090" w:rsidRPr="003A0BBB">
        <w:t>ai abattu</w:t>
      </w:r>
      <w:r>
        <w:t xml:space="preserve">, </w:t>
      </w:r>
      <w:r w:rsidR="008F7090" w:rsidRPr="003A0BBB">
        <w:t>quand j</w:t>
      </w:r>
      <w:r>
        <w:t>’</w:t>
      </w:r>
      <w:r w:rsidR="008F7090" w:rsidRPr="003A0BBB">
        <w:t>avais douze ans</w:t>
      </w:r>
      <w:r>
        <w:t xml:space="preserve">, </w:t>
      </w:r>
      <w:r w:rsidR="008F7090" w:rsidRPr="003A0BBB">
        <w:t>ma première grosse bête</w:t>
      </w:r>
      <w:r>
        <w:t>.</w:t>
      </w:r>
    </w:p>
    <w:p w14:paraId="6CFB8581" w14:textId="77777777" w:rsidR="003A6D8D" w:rsidRDefault="008F7090" w:rsidP="008F7090">
      <w:r w:rsidRPr="003A0BBB">
        <w:t>Si elles n</w:t>
      </w:r>
      <w:r w:rsidR="003A6D8D">
        <w:t>’</w:t>
      </w:r>
      <w:r w:rsidRPr="003A0BBB">
        <w:t>avaient pas dû</w:t>
      </w:r>
      <w:r w:rsidR="003A6D8D">
        <w:t xml:space="preserve">, </w:t>
      </w:r>
      <w:r w:rsidRPr="003A0BBB">
        <w:t>par la suite</w:t>
      </w:r>
      <w:r w:rsidR="003A6D8D">
        <w:t xml:space="preserve">, </w:t>
      </w:r>
      <w:r w:rsidRPr="003A0BBB">
        <w:t>être génératrices de tant d</w:t>
      </w:r>
      <w:r w:rsidR="003A6D8D">
        <w:t>’</w:t>
      </w:r>
      <w:r w:rsidRPr="003A0BBB">
        <w:t>horreur</w:t>
      </w:r>
      <w:r w:rsidR="003A6D8D">
        <w:t xml:space="preserve">, </w:t>
      </w:r>
      <w:r w:rsidRPr="003A0BBB">
        <w:t xml:space="preserve">quel souvenir </w:t>
      </w:r>
      <w:proofErr w:type="spellStart"/>
      <w:r w:rsidRPr="003A0BBB">
        <w:t>je</w:t>
      </w:r>
      <w:proofErr w:type="spellEnd"/>
      <w:r w:rsidRPr="003A0BBB">
        <w:t xml:space="preserve"> garderais de ces journées merveilleuses passées seule avec Franz dans les bois de la montagne</w:t>
      </w:r>
      <w:r w:rsidR="003A6D8D">
        <w:t xml:space="preserve">. </w:t>
      </w:r>
      <w:r w:rsidRPr="003A0BBB">
        <w:t>Je m</w:t>
      </w:r>
      <w:r w:rsidR="003A6D8D">
        <w:t>’</w:t>
      </w:r>
      <w:r w:rsidRPr="003A0BBB">
        <w:t>y sentais devenir une autre femme</w:t>
      </w:r>
      <w:r w:rsidR="003A6D8D">
        <w:t xml:space="preserve">, </w:t>
      </w:r>
      <w:r w:rsidRPr="003A0BBB">
        <w:t>en même temps que j</w:t>
      </w:r>
      <w:r w:rsidR="003A6D8D">
        <w:t>’</w:t>
      </w:r>
      <w:r w:rsidRPr="003A0BBB">
        <w:t>apprenais à connaître des sites près desquels j</w:t>
      </w:r>
      <w:r w:rsidR="003A6D8D">
        <w:t>’</w:t>
      </w:r>
      <w:r w:rsidRPr="003A0BBB">
        <w:t>avais vécu dix années entières sans en même soupçonner l</w:t>
      </w:r>
      <w:r w:rsidR="003A6D8D">
        <w:t>’</w:t>
      </w:r>
      <w:r w:rsidRPr="003A0BBB">
        <w:t>existence</w:t>
      </w:r>
      <w:r w:rsidR="003A6D8D">
        <w:t xml:space="preserve">. </w:t>
      </w:r>
      <w:r w:rsidRPr="003A0BBB">
        <w:t>Nous déjeunions de bonne heure</w:t>
      </w:r>
      <w:r w:rsidR="003A6D8D">
        <w:t xml:space="preserve">, </w:t>
      </w:r>
      <w:r w:rsidRPr="003A0BBB">
        <w:t>puis nous partions en automobile</w:t>
      </w:r>
      <w:r w:rsidR="003A6D8D">
        <w:t xml:space="preserve">, </w:t>
      </w:r>
      <w:r w:rsidRPr="003A0BBB">
        <w:t>le braque bleu qu</w:t>
      </w:r>
      <w:r w:rsidR="003A6D8D">
        <w:t>’</w:t>
      </w:r>
      <w:r w:rsidRPr="003A0BBB">
        <w:t>on avait prêté à Franz à mon côté</w:t>
      </w:r>
      <w:r w:rsidR="003A6D8D">
        <w:t xml:space="preserve">. </w:t>
      </w:r>
      <w:r w:rsidRPr="003A0BBB">
        <w:t>La route s</w:t>
      </w:r>
      <w:r w:rsidR="003A6D8D">
        <w:t>’</w:t>
      </w:r>
      <w:r w:rsidRPr="003A0BBB">
        <w:t>élevait par lacets</w:t>
      </w:r>
      <w:r w:rsidR="003A6D8D">
        <w:t xml:space="preserve">. </w:t>
      </w:r>
      <w:r w:rsidRPr="003A0BBB">
        <w:t>La vallée</w:t>
      </w:r>
      <w:r w:rsidR="003A6D8D">
        <w:t xml:space="preserve">, </w:t>
      </w:r>
      <w:r w:rsidRPr="003A0BBB">
        <w:t>la plaine</w:t>
      </w:r>
      <w:r w:rsidR="003A6D8D">
        <w:t xml:space="preserve">, </w:t>
      </w:r>
      <w:r w:rsidRPr="003A0BBB">
        <w:t>le causse disparaissaient derrière nous</w:t>
      </w:r>
      <w:r w:rsidR="003A6D8D">
        <w:t xml:space="preserve">, </w:t>
      </w:r>
      <w:r w:rsidRPr="003A0BBB">
        <w:t>et bientôt nous faisions notre entrée dans le pays noir</w:t>
      </w:r>
      <w:r w:rsidR="003A6D8D">
        <w:t xml:space="preserve">. </w:t>
      </w:r>
      <w:r w:rsidRPr="003A0BBB">
        <w:t>De tous côtés</w:t>
      </w:r>
      <w:r w:rsidR="003A6D8D">
        <w:t xml:space="preserve">, </w:t>
      </w:r>
      <w:r w:rsidRPr="003A0BBB">
        <w:t>les forêts</w:t>
      </w:r>
      <w:r w:rsidR="003A6D8D">
        <w:t xml:space="preserve">. </w:t>
      </w:r>
      <w:r w:rsidRPr="003A0BBB">
        <w:t>Un torrent grondait au fond du précipice où tout à l</w:t>
      </w:r>
      <w:r w:rsidR="003A6D8D">
        <w:t>’</w:t>
      </w:r>
      <w:r w:rsidRPr="003A0BBB">
        <w:t>heure</w:t>
      </w:r>
      <w:r w:rsidR="003A6D8D">
        <w:t xml:space="preserve">, </w:t>
      </w:r>
      <w:r w:rsidRPr="003A0BBB">
        <w:t>sautant de pierre en pierre</w:t>
      </w:r>
      <w:r w:rsidR="003A6D8D">
        <w:t xml:space="preserve">, </w:t>
      </w:r>
      <w:r w:rsidRPr="003A0BBB">
        <w:t>nous irions le traverser</w:t>
      </w:r>
      <w:r w:rsidR="003A6D8D">
        <w:t xml:space="preserve">. </w:t>
      </w:r>
      <w:r w:rsidRPr="003A0BBB">
        <w:t>L</w:t>
      </w:r>
      <w:r w:rsidR="003A6D8D">
        <w:t>’</w:t>
      </w:r>
      <w:r w:rsidRPr="003A0BBB">
        <w:t>air était pur et glacé</w:t>
      </w:r>
      <w:r w:rsidR="003A6D8D">
        <w:t xml:space="preserve">. </w:t>
      </w:r>
      <w:r w:rsidRPr="003A0BBB">
        <w:t>Franz laissait l</w:t>
      </w:r>
      <w:r w:rsidR="003A6D8D">
        <w:t>’</w:t>
      </w:r>
      <w:r w:rsidRPr="003A0BBB">
        <w:t>automobile sur le chemin</w:t>
      </w:r>
      <w:r w:rsidR="003A6D8D">
        <w:t xml:space="preserve">, </w:t>
      </w:r>
      <w:r w:rsidRPr="003A0BBB">
        <w:t>auprès d</w:t>
      </w:r>
      <w:r w:rsidR="003A6D8D">
        <w:t>’</w:t>
      </w:r>
      <w:r w:rsidRPr="003A0BBB">
        <w:t>une maisonnette de paysans qui la prenaient en garde</w:t>
      </w:r>
      <w:r w:rsidR="003A6D8D">
        <w:t xml:space="preserve">, </w:t>
      </w:r>
      <w:r w:rsidRPr="003A0BBB">
        <w:t>et alors commençaient les escalades et les descentes</w:t>
      </w:r>
      <w:r w:rsidR="003A6D8D">
        <w:t xml:space="preserve">. </w:t>
      </w:r>
      <w:r w:rsidRPr="003A0BBB">
        <w:t xml:space="preserve">Nul être </w:t>
      </w:r>
      <w:r w:rsidRPr="003A0BBB">
        <w:lastRenderedPageBreak/>
        <w:t>humain dans ce silencieux domaine végétal</w:t>
      </w:r>
      <w:r w:rsidR="003A6D8D">
        <w:t xml:space="preserve">. </w:t>
      </w:r>
      <w:r w:rsidRPr="003A0BBB">
        <w:t>De rares oiseaux s</w:t>
      </w:r>
      <w:r w:rsidR="003A6D8D">
        <w:t>’</w:t>
      </w:r>
      <w:r w:rsidRPr="003A0BBB">
        <w:t>envolaient</w:t>
      </w:r>
      <w:r w:rsidR="003A6D8D">
        <w:t xml:space="preserve">. </w:t>
      </w:r>
      <w:r w:rsidRPr="003A0BBB">
        <w:t>Franz me les nommait</w:t>
      </w:r>
      <w:r w:rsidR="003A6D8D">
        <w:t xml:space="preserve"> : </w:t>
      </w:r>
      <w:r w:rsidRPr="003A0BBB">
        <w:t>une bécasse</w:t>
      </w:r>
      <w:r w:rsidR="003A6D8D">
        <w:t xml:space="preserve">, </w:t>
      </w:r>
      <w:r w:rsidRPr="003A0BBB">
        <w:t>un râle noir</w:t>
      </w:r>
      <w:r w:rsidR="003A6D8D">
        <w:t xml:space="preserve">. </w:t>
      </w:r>
      <w:r w:rsidRPr="003A0BBB">
        <w:t>Il ajustait en riant l</w:t>
      </w:r>
      <w:r w:rsidR="003A6D8D">
        <w:t>’</w:t>
      </w:r>
      <w:r w:rsidRPr="003A0BBB">
        <w:t>animal éperdu</w:t>
      </w:r>
      <w:r w:rsidR="003A6D8D">
        <w:t xml:space="preserve">, </w:t>
      </w:r>
      <w:r w:rsidRPr="003A0BBB">
        <w:t>me montrant ainsi que</w:t>
      </w:r>
      <w:r w:rsidR="003A6D8D">
        <w:t xml:space="preserve">, </w:t>
      </w:r>
      <w:r w:rsidRPr="003A0BBB">
        <w:t>s</w:t>
      </w:r>
      <w:r w:rsidR="003A6D8D">
        <w:t>’</w:t>
      </w:r>
      <w:r w:rsidRPr="003A0BBB">
        <w:t>il le voulait</w:t>
      </w:r>
      <w:r w:rsidR="003A6D8D">
        <w:t xml:space="preserve">, </w:t>
      </w:r>
      <w:r w:rsidRPr="003A0BBB">
        <w:t>il pouvait l</w:t>
      </w:r>
      <w:r w:rsidR="003A6D8D">
        <w:t>’</w:t>
      </w:r>
      <w:r w:rsidRPr="003A0BBB">
        <w:t>abattre</w:t>
      </w:r>
      <w:r w:rsidR="003A6D8D">
        <w:t xml:space="preserve">. </w:t>
      </w:r>
      <w:r w:rsidRPr="003A0BBB">
        <w:t>Mais il abaissait tout de suite le canon de son fusil</w:t>
      </w:r>
      <w:r w:rsidR="003A6D8D">
        <w:t xml:space="preserve">, </w:t>
      </w:r>
      <w:r w:rsidRPr="003A0BBB">
        <w:t>dont il réservait les chevrotines pour une cible plus digne de lui</w:t>
      </w:r>
      <w:r w:rsidR="003A6D8D">
        <w:t>.</w:t>
      </w:r>
    </w:p>
    <w:p w14:paraId="3F8332A6" w14:textId="77777777" w:rsidR="003A6D8D" w:rsidRDefault="008F7090" w:rsidP="008F7090">
      <w:r w:rsidRPr="003A0BBB">
        <w:t>Nous arrivions enfin au fond d</w:t>
      </w:r>
      <w:r w:rsidR="003A6D8D">
        <w:t>’</w:t>
      </w:r>
      <w:r w:rsidRPr="003A0BBB">
        <w:t>une gorge ténébreuse</w:t>
      </w:r>
      <w:r w:rsidR="003A6D8D">
        <w:t xml:space="preserve">. </w:t>
      </w:r>
      <w:r w:rsidRPr="003A0BBB">
        <w:t>Là règne une saison qui n</w:t>
      </w:r>
      <w:r w:rsidR="003A6D8D">
        <w:t>’</w:t>
      </w:r>
      <w:r w:rsidRPr="003A0BBB">
        <w:t>est pas l</w:t>
      </w:r>
      <w:r w:rsidR="003A6D8D">
        <w:t>’</w:t>
      </w:r>
      <w:r w:rsidRPr="003A0BBB">
        <w:t>automne</w:t>
      </w:r>
      <w:r w:rsidR="003A6D8D">
        <w:t xml:space="preserve">, </w:t>
      </w:r>
      <w:r w:rsidRPr="003A0BBB">
        <w:t>puisque le soleil n</w:t>
      </w:r>
      <w:r w:rsidR="003A6D8D">
        <w:t>’</w:t>
      </w:r>
      <w:r w:rsidRPr="003A0BBB">
        <w:t>y pénètre pas</w:t>
      </w:r>
      <w:r w:rsidR="003A6D8D">
        <w:t xml:space="preserve">, </w:t>
      </w:r>
      <w:r w:rsidRPr="003A0BBB">
        <w:t>et qui n</w:t>
      </w:r>
      <w:r w:rsidR="003A6D8D">
        <w:t>’</w:t>
      </w:r>
      <w:r w:rsidRPr="003A0BBB">
        <w:t>est pas l</w:t>
      </w:r>
      <w:r w:rsidR="003A6D8D">
        <w:t>’</w:t>
      </w:r>
      <w:r w:rsidRPr="003A0BBB">
        <w:t>hiver</w:t>
      </w:r>
      <w:r w:rsidR="003A6D8D">
        <w:t xml:space="preserve">, </w:t>
      </w:r>
      <w:r w:rsidRPr="003A0BBB">
        <w:t>puisque les arbres y ont leurs feuilles</w:t>
      </w:r>
      <w:r w:rsidR="003A6D8D">
        <w:t xml:space="preserve">. </w:t>
      </w:r>
      <w:r w:rsidRPr="003A0BBB">
        <w:t>Celles que la bise a fait tomber forment sur le sol un humus bronzé dans lequel mon pied entrait jusqu</w:t>
      </w:r>
      <w:r w:rsidR="003A6D8D">
        <w:t>’</w:t>
      </w:r>
      <w:r w:rsidRPr="003A0BBB">
        <w:t>à la cheville</w:t>
      </w:r>
      <w:r w:rsidR="003A6D8D">
        <w:t xml:space="preserve">. </w:t>
      </w:r>
      <w:r w:rsidRPr="003A0BBB">
        <w:t>L</w:t>
      </w:r>
      <w:r w:rsidR="003A6D8D">
        <w:t>’</w:t>
      </w:r>
      <w:r w:rsidRPr="003A0BBB">
        <w:t>eau coule entre les ronciers</w:t>
      </w:r>
      <w:r w:rsidR="003A6D8D">
        <w:t xml:space="preserve">, </w:t>
      </w:r>
      <w:r w:rsidRPr="003A0BBB">
        <w:t>s</w:t>
      </w:r>
      <w:r w:rsidR="003A6D8D">
        <w:t>’</w:t>
      </w:r>
      <w:r w:rsidRPr="003A0BBB">
        <w:t>insinue sans bruit sous les mousses spongieuses</w:t>
      </w:r>
      <w:r w:rsidR="003A6D8D">
        <w:t xml:space="preserve">, </w:t>
      </w:r>
      <w:r w:rsidRPr="003A0BBB">
        <w:t>ruisselle silencieusement sur d</w:t>
      </w:r>
      <w:r w:rsidR="003A6D8D">
        <w:t>’</w:t>
      </w:r>
      <w:r w:rsidRPr="003A0BBB">
        <w:t>énormes rochers verdis pareils à des crânes gigantesques</w:t>
      </w:r>
      <w:r w:rsidR="003A6D8D">
        <w:t xml:space="preserve">. </w:t>
      </w:r>
      <w:r w:rsidRPr="003A0BBB">
        <w:t>Il faut marcher les mains en avant</w:t>
      </w:r>
      <w:r w:rsidR="003A6D8D">
        <w:t xml:space="preserve">, </w:t>
      </w:r>
      <w:r w:rsidRPr="003A0BBB">
        <w:t>pour obtenir des lianes et des fougères qu</w:t>
      </w:r>
      <w:r w:rsidR="003A6D8D">
        <w:t>’</w:t>
      </w:r>
      <w:r w:rsidRPr="003A0BBB">
        <w:t>elles vous livrent passage</w:t>
      </w:r>
      <w:r w:rsidR="003A6D8D">
        <w:t xml:space="preserve">, </w:t>
      </w:r>
      <w:r w:rsidRPr="003A0BBB">
        <w:t>et quelquefois</w:t>
      </w:r>
      <w:r w:rsidR="003A6D8D">
        <w:t xml:space="preserve">, </w:t>
      </w:r>
      <w:r w:rsidRPr="003A0BBB">
        <w:t>lorsqu</w:t>
      </w:r>
      <w:r w:rsidR="003A6D8D">
        <w:t>’</w:t>
      </w:r>
      <w:r w:rsidRPr="003A0BBB">
        <w:t>une pomme de pin</w:t>
      </w:r>
      <w:r w:rsidR="003A6D8D">
        <w:t xml:space="preserve">, </w:t>
      </w:r>
      <w:r w:rsidRPr="003A0BBB">
        <w:t>grignotée de façon bizarre</w:t>
      </w:r>
      <w:r w:rsidR="003A6D8D">
        <w:t xml:space="preserve">, </w:t>
      </w:r>
      <w:r w:rsidRPr="003A0BBB">
        <w:t>vient tomber à votre côté</w:t>
      </w:r>
      <w:r w:rsidR="003A6D8D">
        <w:t xml:space="preserve">, </w:t>
      </w:r>
      <w:r w:rsidRPr="003A0BBB">
        <w:t>on a le temps</w:t>
      </w:r>
      <w:r w:rsidR="003A6D8D">
        <w:t xml:space="preserve">, </w:t>
      </w:r>
      <w:r w:rsidRPr="003A0BBB">
        <w:t>si on lève l</w:t>
      </w:r>
      <w:r w:rsidR="003A6D8D">
        <w:t>’</w:t>
      </w:r>
      <w:r w:rsidRPr="003A0BBB">
        <w:t>œil assez vite</w:t>
      </w:r>
      <w:r w:rsidR="003A6D8D">
        <w:t xml:space="preserve">, </w:t>
      </w:r>
      <w:r w:rsidRPr="003A0BBB">
        <w:t>d</w:t>
      </w:r>
      <w:r w:rsidR="003A6D8D">
        <w:t>’</w:t>
      </w:r>
      <w:r w:rsidRPr="003A0BBB">
        <w:t>apercevoir</w:t>
      </w:r>
      <w:r w:rsidR="003A6D8D">
        <w:t xml:space="preserve">, </w:t>
      </w:r>
      <w:r w:rsidRPr="003A0BBB">
        <w:t>tout en haut de l</w:t>
      </w:r>
      <w:r w:rsidR="003A6D8D">
        <w:t>’</w:t>
      </w:r>
      <w:r w:rsidRPr="003A0BBB">
        <w:t>arbre</w:t>
      </w:r>
      <w:r w:rsidR="003A6D8D">
        <w:t xml:space="preserve">, </w:t>
      </w:r>
      <w:r w:rsidRPr="003A0BBB">
        <w:t>le panache roux du petit écureuil craintif qui vient de laisser choir son trésor</w:t>
      </w:r>
      <w:r w:rsidR="003A6D8D">
        <w:t>.</w:t>
      </w:r>
    </w:p>
    <w:p w14:paraId="17E7E148" w14:textId="77777777" w:rsidR="003A6D8D" w:rsidRDefault="008F7090" w:rsidP="008F7090">
      <w:r w:rsidRPr="003A0BBB">
        <w:t>Franz allait devant</w:t>
      </w:r>
      <w:r w:rsidR="003A6D8D">
        <w:t xml:space="preserve">. </w:t>
      </w:r>
      <w:r w:rsidRPr="003A0BBB">
        <w:t>Parvenu à un endroit où la gorge</w:t>
      </w:r>
      <w:r w:rsidR="003A6D8D">
        <w:t xml:space="preserve">, </w:t>
      </w:r>
      <w:r w:rsidRPr="003A0BBB">
        <w:t>se divisant</w:t>
      </w:r>
      <w:r w:rsidR="003A6D8D">
        <w:t xml:space="preserve">, </w:t>
      </w:r>
      <w:r w:rsidRPr="003A0BBB">
        <w:t>forme une espèce de patte d</w:t>
      </w:r>
      <w:r w:rsidR="003A6D8D">
        <w:t>’</w:t>
      </w:r>
      <w:r w:rsidRPr="003A0BBB">
        <w:t>oie</w:t>
      </w:r>
      <w:r w:rsidR="003A6D8D">
        <w:t xml:space="preserve">, </w:t>
      </w:r>
      <w:r w:rsidRPr="003A0BBB">
        <w:t>il faisait halte</w:t>
      </w:r>
      <w:r w:rsidR="003A6D8D">
        <w:t>.</w:t>
      </w:r>
    </w:p>
    <w:p w14:paraId="46CC6EFA" w14:textId="77777777" w:rsidR="003A6D8D" w:rsidRDefault="003A6D8D" w:rsidP="008F7090">
      <w:r>
        <w:t>— </w:t>
      </w:r>
      <w:r w:rsidR="008F7090" w:rsidRPr="003A0BBB">
        <w:t>Si nous devons les voir aujourd</w:t>
      </w:r>
      <w:r>
        <w:t>’</w:t>
      </w:r>
      <w:r w:rsidR="008F7090" w:rsidRPr="003A0BBB">
        <w:t>hui</w:t>
      </w:r>
      <w:r>
        <w:t xml:space="preserve">, </w:t>
      </w:r>
      <w:r w:rsidR="008F7090" w:rsidRPr="003A0BBB">
        <w:t>disait-il</w:t>
      </w:r>
      <w:r>
        <w:t xml:space="preserve">, </w:t>
      </w:r>
      <w:r w:rsidR="008F7090" w:rsidRPr="003A0BBB">
        <w:t>ce sera d</w:t>
      </w:r>
      <w:r>
        <w:t>’</w:t>
      </w:r>
      <w:r w:rsidR="008F7090" w:rsidRPr="003A0BBB">
        <w:t>ici</w:t>
      </w:r>
      <w:r>
        <w:t>.</w:t>
      </w:r>
    </w:p>
    <w:p w14:paraId="0AA3ABF5" w14:textId="77777777" w:rsidR="003A6D8D" w:rsidRDefault="008F7090" w:rsidP="008F7090">
      <w:r w:rsidRPr="003A0BBB">
        <w:t>Il m</w:t>
      </w:r>
      <w:r w:rsidR="003A6D8D">
        <w:t>’</w:t>
      </w:r>
      <w:r w:rsidRPr="003A0BBB">
        <w:t>aidait</w:t>
      </w:r>
      <w:r w:rsidR="003A6D8D">
        <w:t xml:space="preserve">, </w:t>
      </w:r>
      <w:r w:rsidRPr="003A0BBB">
        <w:t>avec quelles précautions</w:t>
      </w:r>
      <w:r w:rsidR="003A6D8D">
        <w:t xml:space="preserve"> ! </w:t>
      </w:r>
      <w:r w:rsidRPr="003A0BBB">
        <w:t>à gagner un balcon rocheux surplombant le ravin de deux ou trois mètres</w:t>
      </w:r>
      <w:r w:rsidR="003A6D8D">
        <w:t xml:space="preserve">. </w:t>
      </w:r>
      <w:r w:rsidRPr="003A0BBB">
        <w:t>Il m</w:t>
      </w:r>
      <w:r w:rsidR="003A6D8D">
        <w:t>’</w:t>
      </w:r>
      <w:r w:rsidRPr="003A0BBB">
        <w:t>y faisait asseoir sur une couche de fougères jaunes</w:t>
      </w:r>
      <w:r w:rsidR="003A6D8D">
        <w:t xml:space="preserve">. </w:t>
      </w:r>
      <w:r w:rsidRPr="003A0BBB">
        <w:t>Lui-même s</w:t>
      </w:r>
      <w:r w:rsidR="003A6D8D">
        <w:t>’</w:t>
      </w:r>
      <w:r w:rsidRPr="003A0BBB">
        <w:t>installait près de moi</w:t>
      </w:r>
      <w:r w:rsidR="003A6D8D">
        <w:t xml:space="preserve">, </w:t>
      </w:r>
      <w:r w:rsidRPr="003A0BBB">
        <w:t>le fusil entre les jambes</w:t>
      </w:r>
      <w:r w:rsidR="003A6D8D">
        <w:t xml:space="preserve">, </w:t>
      </w:r>
      <w:r w:rsidRPr="003A0BBB">
        <w:t>le braque bleu blotti à ses pieds</w:t>
      </w:r>
      <w:r w:rsidR="003A6D8D">
        <w:t xml:space="preserve">, </w:t>
      </w:r>
      <w:r w:rsidRPr="003A0BBB">
        <w:t>et l</w:t>
      </w:r>
      <w:r w:rsidR="003A6D8D">
        <w:t>’</w:t>
      </w:r>
      <w:r w:rsidRPr="003A0BBB">
        <w:t>attente</w:t>
      </w:r>
      <w:r w:rsidR="003A6D8D">
        <w:t xml:space="preserve">, </w:t>
      </w:r>
      <w:r w:rsidRPr="003A0BBB">
        <w:t>une attente que je n</w:t>
      </w:r>
      <w:r w:rsidR="003A6D8D">
        <w:t>’</w:t>
      </w:r>
      <w:r w:rsidRPr="003A0BBB">
        <w:t>ai jamais trouvée assez longue</w:t>
      </w:r>
      <w:r w:rsidR="003A6D8D">
        <w:t xml:space="preserve">, </w:t>
      </w:r>
      <w:r w:rsidRPr="003A0BBB">
        <w:t>commençait</w:t>
      </w:r>
      <w:r w:rsidR="003A6D8D">
        <w:t>.</w:t>
      </w:r>
    </w:p>
    <w:p w14:paraId="1704E00E" w14:textId="77777777" w:rsidR="003A6D8D" w:rsidRDefault="008F7090" w:rsidP="008F7090">
      <w:r w:rsidRPr="003A0BBB">
        <w:lastRenderedPageBreak/>
        <w:t>De même que l</w:t>
      </w:r>
      <w:r w:rsidR="003A6D8D">
        <w:t>’</w:t>
      </w:r>
      <w:r w:rsidRPr="003A0BBB">
        <w:t>œil s</w:t>
      </w:r>
      <w:r w:rsidR="003A6D8D">
        <w:t>’</w:t>
      </w:r>
      <w:r w:rsidRPr="003A0BBB">
        <w:t>habitue à l</w:t>
      </w:r>
      <w:r w:rsidR="003A6D8D">
        <w:t>’</w:t>
      </w:r>
      <w:r w:rsidRPr="003A0BBB">
        <w:t>obscurité</w:t>
      </w:r>
      <w:r w:rsidR="003A6D8D">
        <w:t xml:space="preserve">, </w:t>
      </w:r>
      <w:r w:rsidRPr="003A0BBB">
        <w:t>de même nos oreilles se mettaient peu à peu à distinguer des bruits dans ce silence</w:t>
      </w:r>
      <w:r w:rsidR="003A6D8D">
        <w:t xml:space="preserve"> : </w:t>
      </w:r>
      <w:r w:rsidRPr="003A0BBB">
        <w:t>un murmure léger qui était celui de l</w:t>
      </w:r>
      <w:r w:rsidR="003A6D8D">
        <w:t>’</w:t>
      </w:r>
      <w:r w:rsidRPr="003A0BBB">
        <w:t>eau</w:t>
      </w:r>
      <w:r w:rsidR="003A6D8D">
        <w:t xml:space="preserve"> ; </w:t>
      </w:r>
      <w:r w:rsidRPr="003A0BBB">
        <w:t>un autre</w:t>
      </w:r>
      <w:r w:rsidR="003A6D8D">
        <w:t xml:space="preserve">, </w:t>
      </w:r>
      <w:r w:rsidRPr="003A0BBB">
        <w:t>plus léger encore</w:t>
      </w:r>
      <w:r w:rsidR="003A6D8D">
        <w:t xml:space="preserve">, </w:t>
      </w:r>
      <w:r w:rsidRPr="003A0BBB">
        <w:t>qui était celui du vent</w:t>
      </w:r>
      <w:r w:rsidR="003A6D8D">
        <w:t xml:space="preserve"> ; </w:t>
      </w:r>
      <w:r w:rsidRPr="003A0BBB">
        <w:t>un son mat qui était le choc d</w:t>
      </w:r>
      <w:r w:rsidR="003A6D8D">
        <w:t>’</w:t>
      </w:r>
      <w:r w:rsidRPr="003A0BBB">
        <w:t>un gland tombant à terre</w:t>
      </w:r>
      <w:r w:rsidR="003A6D8D">
        <w:t>.</w:t>
      </w:r>
    </w:p>
    <w:p w14:paraId="7159DB50" w14:textId="77777777" w:rsidR="003A6D8D" w:rsidRDefault="008F7090" w:rsidP="008F7090">
      <w:r w:rsidRPr="003A0BBB">
        <w:t>Franz hochait la tête</w:t>
      </w:r>
      <w:r w:rsidR="003A6D8D">
        <w:t>.</w:t>
      </w:r>
    </w:p>
    <w:p w14:paraId="6334470A" w14:textId="77777777" w:rsidR="003A6D8D" w:rsidRDefault="003A6D8D" w:rsidP="008F7090">
      <w:r>
        <w:t>— </w:t>
      </w:r>
      <w:r w:rsidR="008F7090" w:rsidRPr="003A0BBB">
        <w:t>Nous ne les verrons encore pas aujourd</w:t>
      </w:r>
      <w:r>
        <w:t>’</w:t>
      </w:r>
      <w:r w:rsidR="008F7090" w:rsidRPr="003A0BBB">
        <w:t>hui</w:t>
      </w:r>
      <w:r>
        <w:t xml:space="preserve">, </w:t>
      </w:r>
      <w:r w:rsidR="008F7090" w:rsidRPr="003A0BBB">
        <w:t>disait-il</w:t>
      </w:r>
      <w:r>
        <w:t>.</w:t>
      </w:r>
    </w:p>
    <w:p w14:paraId="07131B59" w14:textId="77777777" w:rsidR="003A6D8D" w:rsidRDefault="008F7090" w:rsidP="008F7090">
      <w:r w:rsidRPr="003A0BBB">
        <w:t>Il n</w:t>
      </w:r>
      <w:r w:rsidR="003A6D8D">
        <w:t>’</w:t>
      </w:r>
      <w:r w:rsidRPr="003A0BBB">
        <w:t>y avait aucun désappointement dans ses paroles</w:t>
      </w:r>
      <w:r w:rsidR="003A6D8D">
        <w:t xml:space="preserve">. </w:t>
      </w:r>
      <w:r w:rsidRPr="003A0BBB">
        <w:t>Comme je lui en étais reconnaissante</w:t>
      </w:r>
      <w:r w:rsidR="003A6D8D">
        <w:t xml:space="preserve"> ! </w:t>
      </w:r>
      <w:r w:rsidRPr="003A0BBB">
        <w:t>Il le sentait</w:t>
      </w:r>
      <w:r w:rsidR="003A6D8D">
        <w:t xml:space="preserve">. </w:t>
      </w:r>
      <w:r w:rsidRPr="003A0BBB">
        <w:t>Il me souriait</w:t>
      </w:r>
      <w:r w:rsidR="003A6D8D">
        <w:t xml:space="preserve">. </w:t>
      </w:r>
      <w:r w:rsidRPr="003A0BBB">
        <w:t>Peu à peu</w:t>
      </w:r>
      <w:r w:rsidR="003A6D8D">
        <w:t xml:space="preserve">, </w:t>
      </w:r>
      <w:r w:rsidRPr="003A0BBB">
        <w:t>le silence de l</w:t>
      </w:r>
      <w:r w:rsidR="003A6D8D">
        <w:t>’</w:t>
      </w:r>
      <w:r w:rsidRPr="003A0BBB">
        <w:t>affût se rompait</w:t>
      </w:r>
      <w:r w:rsidR="003A6D8D">
        <w:t xml:space="preserve">. </w:t>
      </w:r>
      <w:r w:rsidRPr="003A0BBB">
        <w:t>Nous nous parlions</w:t>
      </w:r>
      <w:r w:rsidR="003A6D8D">
        <w:t xml:space="preserve">. </w:t>
      </w:r>
      <w:r w:rsidRPr="003A0BBB">
        <w:t>De quoi nous parlions-nous</w:t>
      </w:r>
      <w:r w:rsidR="003A6D8D">
        <w:t xml:space="preserve"> ? </w:t>
      </w:r>
      <w:r w:rsidRPr="003A0BBB">
        <w:t>Ah</w:t>
      </w:r>
      <w:r w:rsidR="003A6D8D">
        <w:t xml:space="preserve"> ! </w:t>
      </w:r>
      <w:r w:rsidRPr="003A0BBB">
        <w:t>qu</w:t>
      </w:r>
      <w:r w:rsidR="003A6D8D">
        <w:t>’</w:t>
      </w:r>
      <w:r w:rsidRPr="003A0BBB">
        <w:t>on ne s</w:t>
      </w:r>
      <w:r w:rsidR="003A6D8D">
        <w:t>’</w:t>
      </w:r>
      <w:r w:rsidRPr="003A0BBB">
        <w:t>attende pas à ce que je redise tout</w:t>
      </w:r>
      <w:r w:rsidR="003A6D8D">
        <w:t xml:space="preserve">. </w:t>
      </w:r>
      <w:r w:rsidRPr="003A0BBB">
        <w:t>Je ne suis pas assez endurcie dans le crime</w:t>
      </w:r>
      <w:r w:rsidR="003A6D8D">
        <w:t xml:space="preserve">. </w:t>
      </w:r>
      <w:r w:rsidRPr="003A0BBB">
        <w:t>Je ne peux pas oublier que</w:t>
      </w:r>
      <w:r w:rsidR="003A6D8D">
        <w:t xml:space="preserve">, </w:t>
      </w:r>
      <w:r w:rsidRPr="003A0BBB">
        <w:t>pendant ce temps</w:t>
      </w:r>
      <w:r w:rsidR="003A6D8D">
        <w:t xml:space="preserve">, </w:t>
      </w:r>
      <w:r w:rsidRPr="003A0BBB">
        <w:t>Camille était encore là-bas</w:t>
      </w:r>
      <w:r w:rsidR="003A6D8D">
        <w:t xml:space="preserve">. </w:t>
      </w:r>
      <w:r w:rsidRPr="003A0BBB">
        <w:t>Mais tout de même</w:t>
      </w:r>
      <w:r w:rsidR="003A6D8D">
        <w:t xml:space="preserve">, </w:t>
      </w:r>
      <w:r w:rsidRPr="003A0BBB">
        <w:t>parmi ces propos</w:t>
      </w:r>
      <w:r w:rsidR="003A6D8D">
        <w:t xml:space="preserve">, </w:t>
      </w:r>
      <w:r w:rsidRPr="003A0BBB">
        <w:t>il en est que je peux rapporter sans honte</w:t>
      </w:r>
      <w:r w:rsidR="003A6D8D">
        <w:t xml:space="preserve">. </w:t>
      </w:r>
      <w:r w:rsidRPr="003A0BBB">
        <w:t>C</w:t>
      </w:r>
      <w:r w:rsidR="003A6D8D">
        <w:t>’</w:t>
      </w:r>
      <w:r w:rsidRPr="003A0BBB">
        <w:t>étaient mes questions de curiosité passionnée sur sa jeunesse</w:t>
      </w:r>
      <w:r w:rsidR="003A6D8D">
        <w:t xml:space="preserve">, </w:t>
      </w:r>
      <w:r w:rsidRPr="003A0BBB">
        <w:t>son enfance</w:t>
      </w:r>
      <w:r w:rsidR="003A6D8D">
        <w:t xml:space="preserve">. </w:t>
      </w:r>
      <w:r w:rsidRPr="003A0BBB">
        <w:t>C</w:t>
      </w:r>
      <w:r w:rsidR="003A6D8D">
        <w:t>’</w:t>
      </w:r>
      <w:r w:rsidRPr="003A0BBB">
        <w:t>étaient ses réponses à lui</w:t>
      </w:r>
      <w:r w:rsidR="003A6D8D">
        <w:t xml:space="preserve">. </w:t>
      </w:r>
      <w:r w:rsidRPr="003A0BBB">
        <w:t>J</w:t>
      </w:r>
      <w:r w:rsidR="003A6D8D">
        <w:t>’</w:t>
      </w:r>
      <w:r w:rsidRPr="003A0BBB">
        <w:t>écoutais cette voix nuancée</w:t>
      </w:r>
      <w:r w:rsidR="003A6D8D">
        <w:t xml:space="preserve">, </w:t>
      </w:r>
      <w:r w:rsidRPr="003A0BBB">
        <w:t>harmonieuse</w:t>
      </w:r>
      <w:r w:rsidR="003A6D8D">
        <w:t xml:space="preserve">, </w:t>
      </w:r>
      <w:r w:rsidRPr="003A0BBB">
        <w:t>pleine de toute la nostalgie de l</w:t>
      </w:r>
      <w:r w:rsidR="003A6D8D">
        <w:t>’</w:t>
      </w:r>
      <w:r w:rsidRPr="003A0BBB">
        <w:t>exil</w:t>
      </w:r>
      <w:r w:rsidR="003A6D8D">
        <w:t xml:space="preserve">. </w:t>
      </w:r>
      <w:r w:rsidRPr="003A0BBB">
        <w:t>Elle évoquait les forêts natales</w:t>
      </w:r>
      <w:r w:rsidR="003A6D8D">
        <w:t xml:space="preserve">, </w:t>
      </w:r>
      <w:r w:rsidRPr="003A0BBB">
        <w:t>ces immenses forêts polonaises à cheval sur les frontières russe et allemande</w:t>
      </w:r>
      <w:r w:rsidR="003A6D8D">
        <w:t>.</w:t>
      </w:r>
    </w:p>
    <w:p w14:paraId="1DA73D3B" w14:textId="77777777" w:rsidR="003A6D8D" w:rsidRDefault="003A6D8D" w:rsidP="008F7090">
      <w:r>
        <w:t>— </w:t>
      </w:r>
      <w:r w:rsidR="008F7090" w:rsidRPr="003A0BBB">
        <w:t>D</w:t>
      </w:r>
      <w:r>
        <w:t>’</w:t>
      </w:r>
      <w:r w:rsidR="008F7090" w:rsidRPr="003A0BBB">
        <w:t>un côté comme de l</w:t>
      </w:r>
      <w:r>
        <w:t>’</w:t>
      </w:r>
      <w:r w:rsidR="008F7090" w:rsidRPr="003A0BBB">
        <w:t>autre</w:t>
      </w:r>
      <w:r>
        <w:t xml:space="preserve">, </w:t>
      </w:r>
      <w:r w:rsidR="008F7090" w:rsidRPr="003A0BBB">
        <w:t>nous avions des parents</w:t>
      </w:r>
      <w:r>
        <w:t xml:space="preserve">. </w:t>
      </w:r>
      <w:r w:rsidR="008F7090" w:rsidRPr="003A0BBB">
        <w:t>Tout petit</w:t>
      </w:r>
      <w:r>
        <w:t xml:space="preserve">, </w:t>
      </w:r>
      <w:r w:rsidR="008F7090" w:rsidRPr="003A0BBB">
        <w:t>parcourant ces solitudes sans fin de pins et de mélèzes et m</w:t>
      </w:r>
      <w:r>
        <w:t>’</w:t>
      </w:r>
      <w:r w:rsidR="008F7090" w:rsidRPr="003A0BBB">
        <w:t>y égarant</w:t>
      </w:r>
      <w:r>
        <w:t xml:space="preserve">, </w:t>
      </w:r>
      <w:r w:rsidR="008F7090" w:rsidRPr="003A0BBB">
        <w:t>il m</w:t>
      </w:r>
      <w:r>
        <w:t>’</w:t>
      </w:r>
      <w:r w:rsidR="008F7090" w:rsidRPr="003A0BBB">
        <w:t>arrivait en moins d</w:t>
      </w:r>
      <w:r>
        <w:t>’</w:t>
      </w:r>
      <w:r w:rsidR="008F7090" w:rsidRPr="003A0BBB">
        <w:t>une heure de demander mon chemin tantôt à une patrouille de uhlans</w:t>
      </w:r>
      <w:r>
        <w:t xml:space="preserve">, </w:t>
      </w:r>
      <w:r w:rsidR="008F7090" w:rsidRPr="003A0BBB">
        <w:t xml:space="preserve">tantôt à une </w:t>
      </w:r>
      <w:proofErr w:type="spellStart"/>
      <w:r w:rsidR="008F7090" w:rsidRPr="003A0BBB">
        <w:t>sotnia</w:t>
      </w:r>
      <w:proofErr w:type="spellEnd"/>
      <w:r w:rsidR="008F7090" w:rsidRPr="003A0BBB">
        <w:t xml:space="preserve"> de cosaques</w:t>
      </w:r>
      <w:r>
        <w:t xml:space="preserve">. </w:t>
      </w:r>
      <w:r w:rsidR="008F7090" w:rsidRPr="003A0BBB">
        <w:t>Il y a des loups</w:t>
      </w:r>
      <w:r>
        <w:t xml:space="preserve">, </w:t>
      </w:r>
      <w:r w:rsidR="008F7090" w:rsidRPr="003A0BBB">
        <w:t>des ours</w:t>
      </w:r>
      <w:r>
        <w:t xml:space="preserve">. </w:t>
      </w:r>
      <w:r w:rsidR="008F7090" w:rsidRPr="003A0BBB">
        <w:t>Il y avait des aurochs</w:t>
      </w:r>
      <w:r>
        <w:t xml:space="preserve">, </w:t>
      </w:r>
      <w:r w:rsidR="008F7090" w:rsidRPr="003A0BBB">
        <w:t>mais ces derniers ont dû disparaître depuis la guerre</w:t>
      </w:r>
      <w:r>
        <w:t xml:space="preserve">. </w:t>
      </w:r>
      <w:r w:rsidR="008F7090" w:rsidRPr="003A0BBB">
        <w:t>Un jour</w:t>
      </w:r>
      <w:r>
        <w:t xml:space="preserve">, </w:t>
      </w:r>
      <w:r w:rsidR="008F7090" w:rsidRPr="003A0BBB">
        <w:t>j</w:t>
      </w:r>
      <w:r>
        <w:t>’</w:t>
      </w:r>
      <w:r w:rsidR="008F7090" w:rsidRPr="003A0BBB">
        <w:t>avais neuf ans</w:t>
      </w:r>
      <w:r>
        <w:t xml:space="preserve">, </w:t>
      </w:r>
      <w:r w:rsidR="008F7090" w:rsidRPr="003A0BBB">
        <w:t>je me suis trouvé en face d</w:t>
      </w:r>
      <w:r>
        <w:t>’</w:t>
      </w:r>
      <w:r w:rsidR="008F7090" w:rsidRPr="003A0BBB">
        <w:t>un de ces monstrueux taureaux sauvages</w:t>
      </w:r>
      <w:r>
        <w:t xml:space="preserve">. </w:t>
      </w:r>
      <w:r w:rsidR="008F7090" w:rsidRPr="003A0BBB">
        <w:t>J</w:t>
      </w:r>
      <w:r>
        <w:t>’</w:t>
      </w:r>
      <w:r w:rsidR="008F7090" w:rsidRPr="003A0BBB">
        <w:t>étais en train de pêcher l</w:t>
      </w:r>
      <w:r>
        <w:t>’</w:t>
      </w:r>
      <w:r w:rsidR="008F7090" w:rsidRPr="003A0BBB">
        <w:t>anguille dans un petit étang</w:t>
      </w:r>
      <w:r>
        <w:t xml:space="preserve">, </w:t>
      </w:r>
      <w:r w:rsidR="008F7090" w:rsidRPr="003A0BBB">
        <w:t>bien tranquille</w:t>
      </w:r>
      <w:r>
        <w:t xml:space="preserve">, </w:t>
      </w:r>
      <w:r w:rsidR="008F7090" w:rsidRPr="003A0BBB">
        <w:t>installé à l</w:t>
      </w:r>
      <w:r>
        <w:t>’</w:t>
      </w:r>
      <w:r w:rsidR="008F7090" w:rsidRPr="003A0BBB">
        <w:t>avant d</w:t>
      </w:r>
      <w:r>
        <w:t>’</w:t>
      </w:r>
      <w:r w:rsidR="008F7090" w:rsidRPr="003A0BBB">
        <w:t>une barque amarrée à un tronc d</w:t>
      </w:r>
      <w:r>
        <w:t>’</w:t>
      </w:r>
      <w:r w:rsidR="008F7090" w:rsidRPr="003A0BBB">
        <w:t>arbre</w:t>
      </w:r>
      <w:r>
        <w:t xml:space="preserve">. </w:t>
      </w:r>
      <w:r w:rsidR="008F7090" w:rsidRPr="003A0BBB">
        <w:t>En me retournant pour prendre un ver dans ma boîte</w:t>
      </w:r>
      <w:r>
        <w:t xml:space="preserve">, </w:t>
      </w:r>
      <w:r w:rsidR="008F7090" w:rsidRPr="003A0BBB">
        <w:t>j</w:t>
      </w:r>
      <w:r>
        <w:t>’</w:t>
      </w:r>
      <w:r w:rsidR="008F7090" w:rsidRPr="003A0BBB">
        <w:t>ai vu l</w:t>
      </w:r>
      <w:r>
        <w:t>’</w:t>
      </w:r>
      <w:r w:rsidR="008F7090" w:rsidRPr="003A0BBB">
        <w:t>auroch</w:t>
      </w:r>
      <w:r>
        <w:t xml:space="preserve">. </w:t>
      </w:r>
      <w:r w:rsidR="008F7090" w:rsidRPr="003A0BBB">
        <w:lastRenderedPageBreak/>
        <w:t>Je ne l</w:t>
      </w:r>
      <w:r>
        <w:t>’</w:t>
      </w:r>
      <w:r w:rsidR="008F7090" w:rsidRPr="003A0BBB">
        <w:t>avais pas entendu venir</w:t>
      </w:r>
      <w:r>
        <w:t xml:space="preserve">. </w:t>
      </w:r>
      <w:r w:rsidR="008F7090" w:rsidRPr="003A0BBB">
        <w:t>Il était là</w:t>
      </w:r>
      <w:r>
        <w:t xml:space="preserve">, </w:t>
      </w:r>
      <w:r w:rsidR="008F7090" w:rsidRPr="003A0BBB">
        <w:t>à moins de 6 mètres</w:t>
      </w:r>
      <w:r>
        <w:t xml:space="preserve">. </w:t>
      </w:r>
      <w:r w:rsidR="008F7090" w:rsidRPr="003A0BBB">
        <w:t>Il me regardait de ses yeux troubles</w:t>
      </w:r>
      <w:r>
        <w:t xml:space="preserve">, </w:t>
      </w:r>
      <w:r w:rsidR="008F7090" w:rsidRPr="003A0BBB">
        <w:t>prêt à bondir</w:t>
      </w:r>
      <w:r>
        <w:t xml:space="preserve">. </w:t>
      </w:r>
      <w:r w:rsidR="008F7090" w:rsidRPr="003A0BBB">
        <w:t>J</w:t>
      </w:r>
      <w:r>
        <w:t>’</w:t>
      </w:r>
      <w:r w:rsidR="008F7090" w:rsidRPr="003A0BBB">
        <w:t>ai eu juste le temps de détacher l</w:t>
      </w:r>
      <w:r>
        <w:t>’</w:t>
      </w:r>
      <w:r w:rsidR="008F7090" w:rsidRPr="003A0BBB">
        <w:t>amarre</w:t>
      </w:r>
      <w:r>
        <w:t xml:space="preserve">. </w:t>
      </w:r>
      <w:r w:rsidR="008F7090" w:rsidRPr="003A0BBB">
        <w:t>S</w:t>
      </w:r>
      <w:r>
        <w:t>’</w:t>
      </w:r>
      <w:r w:rsidR="008F7090" w:rsidRPr="003A0BBB">
        <w:t>il y avait eu un nœud plus compliqué</w:t>
      </w:r>
      <w:r>
        <w:t xml:space="preserve">, </w:t>
      </w:r>
      <w:r w:rsidR="008F7090" w:rsidRPr="003A0BBB">
        <w:t>j</w:t>
      </w:r>
      <w:r>
        <w:t>’</w:t>
      </w:r>
      <w:r w:rsidR="008F7090" w:rsidRPr="003A0BBB">
        <w:t>étais perdu</w:t>
      </w:r>
      <w:r>
        <w:t xml:space="preserve">. </w:t>
      </w:r>
      <w:r w:rsidR="008F7090" w:rsidRPr="003A0BBB">
        <w:t>Me voilà prenant du large</w:t>
      </w:r>
      <w:r>
        <w:t xml:space="preserve">, </w:t>
      </w:r>
      <w:r w:rsidR="008F7090" w:rsidRPr="003A0BBB">
        <w:t>enfonçant de toutes mes forces l</w:t>
      </w:r>
      <w:r>
        <w:t>’</w:t>
      </w:r>
      <w:r w:rsidR="008F7090" w:rsidRPr="003A0BBB">
        <w:t>unique rame dans la vase</w:t>
      </w:r>
      <w:r>
        <w:t xml:space="preserve">, </w:t>
      </w:r>
      <w:r w:rsidR="008F7090" w:rsidRPr="003A0BBB">
        <w:t>jusqu</w:t>
      </w:r>
      <w:r>
        <w:t>’</w:t>
      </w:r>
      <w:r w:rsidR="008F7090" w:rsidRPr="003A0BBB">
        <w:t>à ce que j</w:t>
      </w:r>
      <w:r>
        <w:t>’</w:t>
      </w:r>
      <w:r w:rsidR="008F7090" w:rsidRPr="003A0BBB">
        <w:t>aie eu gagné le milieu de l</w:t>
      </w:r>
      <w:r>
        <w:t>’</w:t>
      </w:r>
      <w:r w:rsidR="008F7090" w:rsidRPr="003A0BBB">
        <w:t>étang</w:t>
      </w:r>
      <w:r>
        <w:t xml:space="preserve">. </w:t>
      </w:r>
      <w:r w:rsidR="008F7090" w:rsidRPr="003A0BBB">
        <w:t>Lui</w:t>
      </w:r>
      <w:r>
        <w:t xml:space="preserve">, </w:t>
      </w:r>
      <w:r w:rsidR="008F7090" w:rsidRPr="003A0BBB">
        <w:t>alors</w:t>
      </w:r>
      <w:r>
        <w:t xml:space="preserve">, </w:t>
      </w:r>
      <w:r w:rsidR="008F7090" w:rsidRPr="003A0BBB">
        <w:t>soudain en furie</w:t>
      </w:r>
      <w:r>
        <w:t xml:space="preserve">, </w:t>
      </w:r>
      <w:r w:rsidR="008F7090" w:rsidRPr="003A0BBB">
        <w:t>il s</w:t>
      </w:r>
      <w:r>
        <w:t>’</w:t>
      </w:r>
      <w:r w:rsidR="008F7090" w:rsidRPr="003A0BBB">
        <w:t>est mis à tourner autour au galop de charge</w:t>
      </w:r>
      <w:r>
        <w:t xml:space="preserve">, </w:t>
      </w:r>
      <w:r w:rsidR="008F7090" w:rsidRPr="003A0BBB">
        <w:t>en poussant des beuglements épouvantables</w:t>
      </w:r>
      <w:r>
        <w:t xml:space="preserve">. </w:t>
      </w:r>
      <w:r w:rsidR="008F7090" w:rsidRPr="003A0BBB">
        <w:t>Je n</w:t>
      </w:r>
      <w:r>
        <w:t>’</w:t>
      </w:r>
      <w:r w:rsidR="008F7090" w:rsidRPr="003A0BBB">
        <w:t>avais qu</w:t>
      </w:r>
      <w:r>
        <w:t>’</w:t>
      </w:r>
      <w:r w:rsidR="008F7090" w:rsidRPr="003A0BBB">
        <w:t>une peur</w:t>
      </w:r>
      <w:r>
        <w:t xml:space="preserve">, </w:t>
      </w:r>
      <w:r w:rsidR="008F7090" w:rsidRPr="003A0BBB">
        <w:t>c</w:t>
      </w:r>
      <w:r>
        <w:t>’</w:t>
      </w:r>
      <w:r w:rsidR="008F7090" w:rsidRPr="003A0BBB">
        <w:t>était qu</w:t>
      </w:r>
      <w:r>
        <w:t>’</w:t>
      </w:r>
      <w:r w:rsidR="008F7090" w:rsidRPr="003A0BBB">
        <w:t>il me poursuivît à la nage</w:t>
      </w:r>
      <w:r>
        <w:t xml:space="preserve">. </w:t>
      </w:r>
      <w:r w:rsidR="008F7090" w:rsidRPr="003A0BBB">
        <w:t>Mais voilà</w:t>
      </w:r>
      <w:r>
        <w:t xml:space="preserve">, </w:t>
      </w:r>
      <w:r w:rsidR="008F7090" w:rsidRPr="003A0BBB">
        <w:t>ce monsieur aurait voulu m</w:t>
      </w:r>
      <w:r>
        <w:t>’</w:t>
      </w:r>
      <w:r w:rsidR="008F7090" w:rsidRPr="003A0BBB">
        <w:t>avoir sans se mouiller</w:t>
      </w:r>
      <w:r>
        <w:t>.</w:t>
      </w:r>
    </w:p>
    <w:p w14:paraId="67558023" w14:textId="77777777" w:rsidR="003A6D8D" w:rsidRDefault="003A6D8D" w:rsidP="008F7090">
      <w:r>
        <w:t>— </w:t>
      </w:r>
      <w:r w:rsidR="008F7090" w:rsidRPr="003A0BBB">
        <w:t>Et alors</w:t>
      </w:r>
      <w:r>
        <w:t xml:space="preserve"> ?… </w:t>
      </w:r>
      <w:r w:rsidR="008F7090" w:rsidRPr="003A0BBB">
        <w:t>faisais-je</w:t>
      </w:r>
      <w:r>
        <w:t xml:space="preserve">, </w:t>
      </w:r>
      <w:r w:rsidR="008F7090" w:rsidRPr="003A0BBB">
        <w:t>palpitante</w:t>
      </w:r>
      <w:r>
        <w:t>.</w:t>
      </w:r>
    </w:p>
    <w:p w14:paraId="6544AA75" w14:textId="77777777" w:rsidR="003A6D8D" w:rsidRDefault="008F7090" w:rsidP="008F7090">
      <w:r w:rsidRPr="003A0BBB">
        <w:t>Doucement</w:t>
      </w:r>
      <w:r w:rsidR="003A6D8D">
        <w:t xml:space="preserve">, </w:t>
      </w:r>
      <w:r w:rsidRPr="003A0BBB">
        <w:t>il me caressait le front</w:t>
      </w:r>
      <w:r w:rsidR="003A6D8D">
        <w:t>.</w:t>
      </w:r>
    </w:p>
    <w:p w14:paraId="067C2335" w14:textId="77777777" w:rsidR="003A6D8D" w:rsidRDefault="003A6D8D" w:rsidP="008F7090">
      <w:r>
        <w:t>— </w:t>
      </w:r>
      <w:r w:rsidR="008F7090" w:rsidRPr="003A0BBB">
        <w:t>Et alors</w:t>
      </w:r>
      <w:r>
        <w:t xml:space="preserve"> ? </w:t>
      </w:r>
      <w:r w:rsidR="008F7090" w:rsidRPr="003A0BBB">
        <w:t>Eh bien l</w:t>
      </w:r>
      <w:r>
        <w:t>’</w:t>
      </w:r>
      <w:r w:rsidR="008F7090" w:rsidRPr="003A0BBB">
        <w:t>aventure ne s</w:t>
      </w:r>
      <w:r>
        <w:t>’</w:t>
      </w:r>
      <w:r w:rsidR="008F7090" w:rsidRPr="003A0BBB">
        <w:t>est pas mal terminée</w:t>
      </w:r>
      <w:r>
        <w:t xml:space="preserve">, </w:t>
      </w:r>
      <w:r w:rsidR="008F7090" w:rsidRPr="003A0BBB">
        <w:t>puisque je suis là</w:t>
      </w:r>
      <w:r>
        <w:t xml:space="preserve">. </w:t>
      </w:r>
      <w:r w:rsidR="008F7090" w:rsidRPr="003A0BBB">
        <w:t>Mais cela m</w:t>
      </w:r>
      <w:r>
        <w:t>’</w:t>
      </w:r>
      <w:r w:rsidR="008F7090" w:rsidRPr="003A0BBB">
        <w:t xml:space="preserve">avance-t-il à </w:t>
      </w:r>
      <w:proofErr w:type="spellStart"/>
      <w:r w:rsidR="008F7090" w:rsidRPr="003A0BBB">
        <w:t>grand</w:t>
      </w:r>
      <w:r>
        <w:t>’</w:t>
      </w:r>
      <w:r w:rsidR="008F7090" w:rsidRPr="003A0BBB">
        <w:t>chose</w:t>
      </w:r>
      <w:proofErr w:type="spellEnd"/>
      <w:r>
        <w:t xml:space="preserve"> ? </w:t>
      </w:r>
      <w:r w:rsidR="008F7090" w:rsidRPr="003A0BBB">
        <w:t>Je me demande s</w:t>
      </w:r>
      <w:r>
        <w:t>’</w:t>
      </w:r>
      <w:r w:rsidR="008F7090" w:rsidRPr="003A0BBB">
        <w:t>il n</w:t>
      </w:r>
      <w:r>
        <w:t>’</w:t>
      </w:r>
      <w:r w:rsidR="008F7090" w:rsidRPr="003A0BBB">
        <w:t>aurait pas mieux valu que l</w:t>
      </w:r>
      <w:r>
        <w:t>’</w:t>
      </w:r>
      <w:r w:rsidR="008F7090" w:rsidRPr="003A0BBB">
        <w:t>auroch</w:t>
      </w:r>
      <w:r>
        <w:t>…</w:t>
      </w:r>
    </w:p>
    <w:p w14:paraId="5CD8E065" w14:textId="77777777" w:rsidR="003A6D8D" w:rsidRDefault="008F7090" w:rsidP="008F7090">
      <w:r w:rsidRPr="003A0BBB">
        <w:t>Je l</w:t>
      </w:r>
      <w:r w:rsidR="003A6D8D">
        <w:t>’</w:t>
      </w:r>
      <w:r w:rsidRPr="003A0BBB">
        <w:t>interrompais précipitamment</w:t>
      </w:r>
      <w:r w:rsidR="003A6D8D">
        <w:t> :</w:t>
      </w:r>
    </w:p>
    <w:p w14:paraId="442427FC" w14:textId="77777777" w:rsidR="003A6D8D" w:rsidRDefault="003A6D8D" w:rsidP="008F7090">
      <w:r>
        <w:t>— </w:t>
      </w:r>
      <w:r w:rsidR="008F7090" w:rsidRPr="003A0BBB">
        <w:t>N</w:t>
      </w:r>
      <w:r>
        <w:t>’</w:t>
      </w:r>
      <w:r w:rsidR="008F7090" w:rsidRPr="003A0BBB">
        <w:t>importe</w:t>
      </w:r>
      <w:r>
        <w:t xml:space="preserve"> ! </w:t>
      </w:r>
      <w:r w:rsidR="008F7090" w:rsidRPr="003A0BBB">
        <w:t>Comme ce pays doit être beau</w:t>
      </w:r>
      <w:r>
        <w:t> !</w:t>
      </w:r>
    </w:p>
    <w:p w14:paraId="4B47C0A2" w14:textId="77777777" w:rsidR="003A6D8D" w:rsidRDefault="003A6D8D" w:rsidP="008F7090">
      <w:r>
        <w:t>— </w:t>
      </w:r>
      <w:r w:rsidR="008F7090" w:rsidRPr="003A0BBB">
        <w:t>Beau</w:t>
      </w:r>
      <w:r>
        <w:t xml:space="preserve">, </w:t>
      </w:r>
      <w:r w:rsidR="008F7090" w:rsidRPr="003A0BBB">
        <w:t>non</w:t>
      </w:r>
      <w:r>
        <w:t xml:space="preserve">, </w:t>
      </w:r>
      <w:r w:rsidR="008F7090" w:rsidRPr="003A0BBB">
        <w:t>disait-il avec un regard sombre</w:t>
      </w:r>
      <w:r>
        <w:t xml:space="preserve">, </w:t>
      </w:r>
      <w:r w:rsidR="008F7090" w:rsidRPr="003A0BBB">
        <w:t>il n</w:t>
      </w:r>
      <w:r>
        <w:t>’</w:t>
      </w:r>
      <w:r w:rsidR="008F7090" w:rsidRPr="003A0BBB">
        <w:t>est pas beau</w:t>
      </w:r>
      <w:r>
        <w:t xml:space="preserve">. </w:t>
      </w:r>
      <w:r w:rsidR="008F7090" w:rsidRPr="003A0BBB">
        <w:t>Attachant</w:t>
      </w:r>
      <w:r>
        <w:t xml:space="preserve">, </w:t>
      </w:r>
      <w:r w:rsidR="008F7090" w:rsidRPr="003A0BBB">
        <w:t>oui</w:t>
      </w:r>
      <w:r>
        <w:t xml:space="preserve">, </w:t>
      </w:r>
      <w:r w:rsidR="008F7090" w:rsidRPr="003A0BBB">
        <w:t>et aussi un peu lugubre</w:t>
      </w:r>
      <w:r>
        <w:t xml:space="preserve">. </w:t>
      </w:r>
      <w:r w:rsidR="008F7090" w:rsidRPr="003A0BBB">
        <w:t>Je ne connais rien de plus poignant que les dernières lueurs du soir se reflétant</w:t>
      </w:r>
      <w:r>
        <w:t xml:space="preserve">, </w:t>
      </w:r>
      <w:r w:rsidR="008F7090" w:rsidRPr="003A0BBB">
        <w:t>violettes et vertes</w:t>
      </w:r>
      <w:r>
        <w:t xml:space="preserve">, </w:t>
      </w:r>
      <w:r w:rsidR="008F7090" w:rsidRPr="003A0BBB">
        <w:t>dans les grandes flaques de pluie des clairières sablonneuses</w:t>
      </w:r>
      <w:r>
        <w:t xml:space="preserve">. </w:t>
      </w:r>
      <w:r w:rsidR="008F7090" w:rsidRPr="003A0BBB">
        <w:t>Vous verrez</w:t>
      </w:r>
      <w:r>
        <w:t xml:space="preserve">, </w:t>
      </w:r>
      <w:r w:rsidR="008F7090" w:rsidRPr="003A0BBB">
        <w:t>un jour</w:t>
      </w:r>
      <w:r>
        <w:t xml:space="preserve">, </w:t>
      </w:r>
      <w:r w:rsidR="008F7090" w:rsidRPr="003A0BBB">
        <w:t>vous verrez</w:t>
      </w:r>
      <w:r>
        <w:t>…</w:t>
      </w:r>
    </w:p>
    <w:p w14:paraId="5181D50E" w14:textId="77777777" w:rsidR="003A6D8D" w:rsidRDefault="008F7090" w:rsidP="008F7090">
      <w:r w:rsidRPr="003A0BBB">
        <w:t>Je verrais</w:t>
      </w:r>
      <w:r w:rsidR="003A6D8D">
        <w:t xml:space="preserve">, </w:t>
      </w:r>
      <w:r w:rsidRPr="003A0BBB">
        <w:t>il me promettait que je verrais</w:t>
      </w:r>
      <w:r w:rsidR="003A6D8D">
        <w:t xml:space="preserve"> ! </w:t>
      </w:r>
      <w:r w:rsidRPr="003A0BBB">
        <w:t>Sans doute</w:t>
      </w:r>
      <w:r w:rsidR="003A6D8D">
        <w:t xml:space="preserve">, </w:t>
      </w:r>
      <w:r w:rsidRPr="003A0BBB">
        <w:t>au lieu de le laisser ainsi me rendre insensiblement sa complice</w:t>
      </w:r>
      <w:r w:rsidR="003A6D8D">
        <w:t xml:space="preserve">, </w:t>
      </w:r>
      <w:r w:rsidRPr="003A0BBB">
        <w:t>je sais bien ce que j</w:t>
      </w:r>
      <w:r w:rsidR="003A6D8D">
        <w:t>’</w:t>
      </w:r>
      <w:r w:rsidRPr="003A0BBB">
        <w:t>aurais dû lui répondre</w:t>
      </w:r>
      <w:r w:rsidR="003A6D8D">
        <w:t> :</w:t>
      </w:r>
    </w:p>
    <w:p w14:paraId="6BA47DCD" w14:textId="77777777" w:rsidR="003A6D8D" w:rsidRDefault="003A6D8D" w:rsidP="008F7090">
      <w:r>
        <w:t>— </w:t>
      </w:r>
      <w:r w:rsidR="008F7090" w:rsidRPr="003A0BBB">
        <w:t>C</w:t>
      </w:r>
      <w:r>
        <w:t>’</w:t>
      </w:r>
      <w:r w:rsidR="008F7090" w:rsidRPr="003A0BBB">
        <w:t>est cela</w:t>
      </w:r>
      <w:r>
        <w:t xml:space="preserve">, </w:t>
      </w:r>
      <w:r w:rsidR="008F7090" w:rsidRPr="003A0BBB">
        <w:t>je vous accompagnerai là-bas tous les deux</w:t>
      </w:r>
      <w:r>
        <w:t xml:space="preserve">, </w:t>
      </w:r>
      <w:r w:rsidR="008F7090" w:rsidRPr="003A0BBB">
        <w:t>quand la guerre sera finie</w:t>
      </w:r>
      <w:r>
        <w:t>.</w:t>
      </w:r>
    </w:p>
    <w:p w14:paraId="2DED456D" w14:textId="77777777" w:rsidR="003A6D8D" w:rsidRDefault="008F7090" w:rsidP="008F7090">
      <w:r w:rsidRPr="003A0BBB">
        <w:lastRenderedPageBreak/>
        <w:t>Évidemment</w:t>
      </w:r>
      <w:r w:rsidR="003A6D8D">
        <w:t xml:space="preserve">, </w:t>
      </w:r>
      <w:r w:rsidRPr="003A0BBB">
        <w:t>j</w:t>
      </w:r>
      <w:r w:rsidR="003A6D8D">
        <w:t>’</w:t>
      </w:r>
      <w:r w:rsidRPr="003A0BBB">
        <w:t>aurais dû</w:t>
      </w:r>
      <w:r w:rsidR="003A6D8D">
        <w:t xml:space="preserve">. </w:t>
      </w:r>
      <w:r w:rsidRPr="003A0BBB">
        <w:t>J</w:t>
      </w:r>
      <w:r w:rsidR="003A6D8D">
        <w:t>’</w:t>
      </w:r>
      <w:r w:rsidRPr="003A0BBB">
        <w:t>aurais dû faire tant de choses</w:t>
      </w:r>
      <w:r w:rsidR="003A6D8D">
        <w:t xml:space="preserve"> ! </w:t>
      </w:r>
      <w:r w:rsidRPr="003A0BBB">
        <w:t>C</w:t>
      </w:r>
      <w:r w:rsidR="003A6D8D">
        <w:t>’</w:t>
      </w:r>
      <w:r w:rsidRPr="003A0BBB">
        <w:t>est bien parce que je ne les ai pas faites que je suis aujourd</w:t>
      </w:r>
      <w:r w:rsidR="003A6D8D">
        <w:t>’</w:t>
      </w:r>
      <w:r w:rsidRPr="003A0BBB">
        <w:t>hui ici</w:t>
      </w:r>
      <w:r w:rsidR="003A6D8D">
        <w:t>.</w:t>
      </w:r>
    </w:p>
    <w:p w14:paraId="7C19A675" w14:textId="77777777" w:rsidR="003A6D8D" w:rsidRDefault="008F7090" w:rsidP="008F7090">
      <w:r w:rsidRPr="003A0BBB">
        <w:t>Souvent</w:t>
      </w:r>
      <w:r w:rsidR="003A6D8D">
        <w:t xml:space="preserve">, </w:t>
      </w:r>
      <w:r w:rsidRPr="003A0BBB">
        <w:t>tandis qu</w:t>
      </w:r>
      <w:r w:rsidR="003A6D8D">
        <w:t>’</w:t>
      </w:r>
      <w:r w:rsidRPr="003A0BBB">
        <w:t>il parlait ainsi</w:t>
      </w:r>
      <w:r w:rsidR="003A6D8D">
        <w:t xml:space="preserve">, </w:t>
      </w:r>
      <w:r w:rsidRPr="003A0BBB">
        <w:t>il s</w:t>
      </w:r>
      <w:r w:rsidR="003A6D8D">
        <w:t>’</w:t>
      </w:r>
      <w:r w:rsidRPr="003A0BBB">
        <w:t>exaltait</w:t>
      </w:r>
      <w:r w:rsidR="003A6D8D">
        <w:t xml:space="preserve">, </w:t>
      </w:r>
      <w:r w:rsidRPr="003A0BBB">
        <w:t>et je pouvais l</w:t>
      </w:r>
      <w:r w:rsidR="003A6D8D">
        <w:t>’</w:t>
      </w:r>
      <w:r w:rsidRPr="003A0BBB">
        <w:t>observer sans qu</w:t>
      </w:r>
      <w:r w:rsidR="003A6D8D">
        <w:t>’</w:t>
      </w:r>
      <w:r w:rsidRPr="003A0BBB">
        <w:t>il y prêtât attention</w:t>
      </w:r>
      <w:r w:rsidR="003A6D8D">
        <w:t xml:space="preserve">. </w:t>
      </w:r>
      <w:r w:rsidRPr="003A0BBB">
        <w:t>Comme il était changé depuis le jour où je l</w:t>
      </w:r>
      <w:r w:rsidR="003A6D8D">
        <w:t>’</w:t>
      </w:r>
      <w:r w:rsidRPr="003A0BBB">
        <w:t>avais vu pour la première fois</w:t>
      </w:r>
      <w:r w:rsidR="003A6D8D">
        <w:t xml:space="preserve"> ! </w:t>
      </w:r>
      <w:r w:rsidRPr="003A0BBB">
        <w:t>Comme on sentait qu</w:t>
      </w:r>
      <w:r w:rsidR="003A6D8D">
        <w:t>’</w:t>
      </w:r>
      <w:r w:rsidRPr="003A0BBB">
        <w:t>il était redevenu lui-même</w:t>
      </w:r>
      <w:r w:rsidR="003A6D8D">
        <w:t xml:space="preserve">. </w:t>
      </w:r>
      <w:r w:rsidRPr="003A0BBB">
        <w:t>Il n</w:t>
      </w:r>
      <w:r w:rsidR="003A6D8D">
        <w:t>’</w:t>
      </w:r>
      <w:r w:rsidRPr="003A0BBB">
        <w:t>avait plus rien de son air d</w:t>
      </w:r>
      <w:r w:rsidR="003A6D8D">
        <w:t>’</w:t>
      </w:r>
      <w:r w:rsidRPr="003A0BBB">
        <w:t>ingénieur anglais</w:t>
      </w:r>
      <w:r w:rsidR="003A6D8D">
        <w:t xml:space="preserve">, </w:t>
      </w:r>
      <w:r w:rsidRPr="003A0BBB">
        <w:t>sec et courtois</w:t>
      </w:r>
      <w:r w:rsidR="003A6D8D">
        <w:t xml:space="preserve">. </w:t>
      </w:r>
      <w:r w:rsidRPr="003A0BBB">
        <w:t>Son teint s</w:t>
      </w:r>
      <w:r w:rsidR="003A6D8D">
        <w:t>’</w:t>
      </w:r>
      <w:r w:rsidRPr="003A0BBB">
        <w:t>était bronzé</w:t>
      </w:r>
      <w:r w:rsidR="003A6D8D">
        <w:t xml:space="preserve">. </w:t>
      </w:r>
      <w:r w:rsidRPr="003A0BBB">
        <w:t>Il avait laissé pousser sa barbe</w:t>
      </w:r>
      <w:r w:rsidR="003A6D8D">
        <w:t xml:space="preserve">, </w:t>
      </w:r>
      <w:r w:rsidRPr="003A0BBB">
        <w:t>une courte barbe brune</w:t>
      </w:r>
      <w:r w:rsidR="003A6D8D">
        <w:t xml:space="preserve">, </w:t>
      </w:r>
      <w:r w:rsidRPr="003A0BBB">
        <w:t>annelée</w:t>
      </w:r>
      <w:r w:rsidR="003A6D8D">
        <w:t xml:space="preserve">, </w:t>
      </w:r>
      <w:r w:rsidRPr="003A0BBB">
        <w:t>qui le faisait ressembler à un jeune césar tzigane</w:t>
      </w:r>
      <w:r w:rsidR="003A6D8D">
        <w:t xml:space="preserve">. </w:t>
      </w:r>
      <w:r w:rsidRPr="003A0BBB">
        <w:t>On devinait des muscles de fer sous le velours vert-bouteille de sa veste à grosses côtes et sous le cuir fauve de ses guêtres</w:t>
      </w:r>
      <w:r w:rsidR="003A6D8D">
        <w:t xml:space="preserve">. </w:t>
      </w:r>
      <w:r w:rsidRPr="003A0BBB">
        <w:t>Son regard</w:t>
      </w:r>
      <w:r w:rsidR="003A6D8D">
        <w:t xml:space="preserve">, </w:t>
      </w:r>
      <w:r w:rsidRPr="003A0BBB">
        <w:t>son regard surtout m</w:t>
      </w:r>
      <w:r w:rsidR="003A6D8D">
        <w:t>’</w:t>
      </w:r>
      <w:r w:rsidRPr="003A0BBB">
        <w:t>angoissait</w:t>
      </w:r>
      <w:r w:rsidR="003A6D8D">
        <w:t xml:space="preserve">. </w:t>
      </w:r>
      <w:r w:rsidRPr="003A0BBB">
        <w:t>Je savais que je ne le connaissais pas encore</w:t>
      </w:r>
      <w:r w:rsidR="003A6D8D">
        <w:t>.</w:t>
      </w:r>
    </w:p>
    <w:p w14:paraId="34F03FB9" w14:textId="77777777" w:rsidR="003A6D8D" w:rsidRDefault="008F7090" w:rsidP="008F7090">
      <w:r w:rsidRPr="003A0BBB">
        <w:t>Sortant de son rêve</w:t>
      </w:r>
      <w:r w:rsidR="003A6D8D">
        <w:t xml:space="preserve">, </w:t>
      </w:r>
      <w:r w:rsidRPr="003A0BBB">
        <w:t>il avait le geste qu</w:t>
      </w:r>
      <w:r w:rsidR="003A6D8D">
        <w:t>’</w:t>
      </w:r>
      <w:r w:rsidRPr="003A0BBB">
        <w:t>on a pour chasser une pensée obsédante</w:t>
      </w:r>
      <w:r w:rsidR="003A6D8D">
        <w:t xml:space="preserve">. </w:t>
      </w:r>
      <w:r w:rsidRPr="003A0BBB">
        <w:t>De nouveau il me souriait</w:t>
      </w:r>
      <w:r w:rsidR="003A6D8D">
        <w:t>.</w:t>
      </w:r>
    </w:p>
    <w:p w14:paraId="6E1603CA" w14:textId="77777777" w:rsidR="003A6D8D" w:rsidRDefault="003A6D8D" w:rsidP="008F7090">
      <w:r>
        <w:t>— </w:t>
      </w:r>
      <w:r w:rsidR="008F7090" w:rsidRPr="003A0BBB">
        <w:t>Je crois que nous ne les verrons pas non plus aujourd</w:t>
      </w:r>
      <w:r>
        <w:t>’</w:t>
      </w:r>
      <w:r w:rsidR="008F7090" w:rsidRPr="003A0BBB">
        <w:t>hui</w:t>
      </w:r>
      <w:r>
        <w:t xml:space="preserve"> ? </w:t>
      </w:r>
      <w:r w:rsidR="008F7090" w:rsidRPr="003A0BBB">
        <w:t>Les verrons-nous jamais</w:t>
      </w:r>
      <w:r>
        <w:t> ?</w:t>
      </w:r>
    </w:p>
    <w:p w14:paraId="4F5CDD7C" w14:textId="77777777" w:rsidR="003A6D8D" w:rsidRDefault="008F7090" w:rsidP="008F7090">
      <w:r w:rsidRPr="003A0BBB">
        <w:t>Je n</w:t>
      </w:r>
      <w:r w:rsidR="003A6D8D">
        <w:t>’</w:t>
      </w:r>
      <w:r w:rsidRPr="003A0BBB">
        <w:t>oublierai pas le jour où</w:t>
      </w:r>
      <w:r w:rsidR="003A6D8D">
        <w:t xml:space="preserve">, </w:t>
      </w:r>
      <w:r w:rsidRPr="003A0BBB">
        <w:t>pour la première fois</w:t>
      </w:r>
      <w:r w:rsidR="003A6D8D">
        <w:t xml:space="preserve">, </w:t>
      </w:r>
      <w:r w:rsidRPr="003A0BBB">
        <w:t>nous les vîmes</w:t>
      </w:r>
      <w:r w:rsidR="003A6D8D">
        <w:t>.</w:t>
      </w:r>
    </w:p>
    <w:p w14:paraId="133A0DB6" w14:textId="5D9C4701" w:rsidR="008F7090" w:rsidRPr="003A0BBB" w:rsidRDefault="008F7090" w:rsidP="008F7090"/>
    <w:p w14:paraId="629E6A06" w14:textId="77777777" w:rsidR="003A6D8D" w:rsidRDefault="008F7090" w:rsidP="008F7090">
      <w:r w:rsidRPr="003A0BBB">
        <w:t>Ils avançaient sans se presser</w:t>
      </w:r>
      <w:r w:rsidR="003A6D8D">
        <w:t xml:space="preserve">, </w:t>
      </w:r>
      <w:r w:rsidRPr="003A0BBB">
        <w:t>au fond du ravin</w:t>
      </w:r>
      <w:r w:rsidR="003A6D8D">
        <w:t xml:space="preserve">. </w:t>
      </w:r>
      <w:r w:rsidRPr="003A0BBB">
        <w:t>Il y avait une laie et quatre marcassins</w:t>
      </w:r>
      <w:r w:rsidR="003A6D8D">
        <w:t xml:space="preserve">. </w:t>
      </w:r>
      <w:r w:rsidRPr="003A0BBB">
        <w:t>Elle poussait devant elle</w:t>
      </w:r>
      <w:r w:rsidR="003A6D8D">
        <w:t xml:space="preserve">, </w:t>
      </w:r>
      <w:r w:rsidRPr="003A0BBB">
        <w:t>en éventail</w:t>
      </w:r>
      <w:r w:rsidR="003A6D8D">
        <w:t xml:space="preserve">, </w:t>
      </w:r>
      <w:r w:rsidRPr="003A0BBB">
        <w:t>sa progéniture</w:t>
      </w:r>
      <w:r w:rsidR="003A6D8D">
        <w:t xml:space="preserve">. </w:t>
      </w:r>
      <w:r w:rsidRPr="003A0BBB">
        <w:t>Les petits s</w:t>
      </w:r>
      <w:r w:rsidR="003A6D8D">
        <w:t>’</w:t>
      </w:r>
      <w:r w:rsidRPr="003A0BBB">
        <w:t>arrêtaient</w:t>
      </w:r>
      <w:r w:rsidR="003A6D8D">
        <w:t xml:space="preserve">, </w:t>
      </w:r>
      <w:r w:rsidRPr="003A0BBB">
        <w:t>à tort et à travers</w:t>
      </w:r>
      <w:r w:rsidR="003A6D8D">
        <w:t xml:space="preserve">, </w:t>
      </w:r>
      <w:r w:rsidRPr="003A0BBB">
        <w:t>repartaient</w:t>
      </w:r>
      <w:r w:rsidR="003A6D8D">
        <w:t xml:space="preserve">. </w:t>
      </w:r>
      <w:r w:rsidRPr="003A0BBB">
        <w:t>Ils venaient vers nous</w:t>
      </w:r>
      <w:r w:rsidR="003A6D8D">
        <w:t xml:space="preserve">. </w:t>
      </w:r>
      <w:r w:rsidRPr="003A0BBB">
        <w:t>Le chien les avait d</w:t>
      </w:r>
      <w:r w:rsidR="003A6D8D">
        <w:t>’</w:t>
      </w:r>
      <w:r w:rsidRPr="003A0BBB">
        <w:t>abord sentis et avait poussé une plainte sourde</w:t>
      </w:r>
      <w:r w:rsidR="003A6D8D">
        <w:t xml:space="preserve">. </w:t>
      </w:r>
      <w:r w:rsidRPr="003A0BBB">
        <w:t>Brusquement</w:t>
      </w:r>
      <w:r w:rsidR="003A6D8D">
        <w:t xml:space="preserve">, </w:t>
      </w:r>
      <w:r w:rsidRPr="003A0BBB">
        <w:t>au milieu d</w:t>
      </w:r>
      <w:r w:rsidR="003A6D8D">
        <w:t>’</w:t>
      </w:r>
      <w:r w:rsidRPr="003A0BBB">
        <w:t>une phrase</w:t>
      </w:r>
      <w:r w:rsidR="003A6D8D">
        <w:t xml:space="preserve">, </w:t>
      </w:r>
      <w:r w:rsidRPr="003A0BBB">
        <w:t>Franz s</w:t>
      </w:r>
      <w:r w:rsidR="003A6D8D">
        <w:t>’</w:t>
      </w:r>
      <w:r w:rsidRPr="003A0BBB">
        <w:t>était tu</w:t>
      </w:r>
      <w:r w:rsidR="003A6D8D">
        <w:t xml:space="preserve">. </w:t>
      </w:r>
      <w:r w:rsidRPr="003A0BBB">
        <w:t>À mesure que les sangliers avançaient</w:t>
      </w:r>
      <w:r w:rsidR="003A6D8D">
        <w:t xml:space="preserve">, </w:t>
      </w:r>
      <w:r w:rsidRPr="003A0BBB">
        <w:t>je voyais la crosse de son fusil</w:t>
      </w:r>
      <w:r w:rsidR="003A6D8D">
        <w:t xml:space="preserve">, </w:t>
      </w:r>
      <w:r w:rsidRPr="003A0BBB">
        <w:t>peu à peu</w:t>
      </w:r>
      <w:r w:rsidR="003A6D8D">
        <w:t xml:space="preserve">, </w:t>
      </w:r>
      <w:r w:rsidRPr="003A0BBB">
        <w:t>implacablement</w:t>
      </w:r>
      <w:r w:rsidR="003A6D8D">
        <w:t xml:space="preserve">, </w:t>
      </w:r>
      <w:r w:rsidRPr="003A0BBB">
        <w:t>se rapprocher de son épaule</w:t>
      </w:r>
      <w:r w:rsidR="003A6D8D">
        <w:t xml:space="preserve">. </w:t>
      </w:r>
      <w:r w:rsidRPr="003A0BBB">
        <w:t xml:space="preserve">À </w:t>
      </w:r>
      <w:r w:rsidRPr="003A0BBB">
        <w:lastRenderedPageBreak/>
        <w:t>présent</w:t>
      </w:r>
      <w:r w:rsidR="003A6D8D">
        <w:t xml:space="preserve">, </w:t>
      </w:r>
      <w:r w:rsidRPr="003A0BBB">
        <w:t>je connaissais le véritable regard de Franz et j</w:t>
      </w:r>
      <w:r w:rsidR="003A6D8D">
        <w:t>’</w:t>
      </w:r>
      <w:r w:rsidRPr="003A0BBB">
        <w:t>en restais épouvantée</w:t>
      </w:r>
      <w:r w:rsidR="003A6D8D">
        <w:t>.</w:t>
      </w:r>
    </w:p>
    <w:p w14:paraId="72A5662F" w14:textId="77777777" w:rsidR="003A6D8D" w:rsidRDefault="008F7090" w:rsidP="008F7090">
      <w:r w:rsidRPr="003A0BBB">
        <w:t>La crosse demeurait stationnaire</w:t>
      </w:r>
      <w:r w:rsidR="003A6D8D">
        <w:t xml:space="preserve">. </w:t>
      </w:r>
      <w:r w:rsidRPr="003A0BBB">
        <w:t>Les animaux</w:t>
      </w:r>
      <w:r w:rsidR="003A6D8D">
        <w:t xml:space="preserve">, </w:t>
      </w:r>
      <w:r w:rsidRPr="003A0BBB">
        <w:t>encore hors de portée</w:t>
      </w:r>
      <w:r w:rsidR="003A6D8D">
        <w:t xml:space="preserve">, </w:t>
      </w:r>
      <w:r w:rsidRPr="003A0BBB">
        <w:t>venaient de s</w:t>
      </w:r>
      <w:r w:rsidR="003A6D8D">
        <w:t>’</w:t>
      </w:r>
      <w:r w:rsidRPr="003A0BBB">
        <w:t>arrêter</w:t>
      </w:r>
      <w:r w:rsidR="003A6D8D">
        <w:t xml:space="preserve">. </w:t>
      </w:r>
      <w:r w:rsidRPr="003A0BBB">
        <w:t>Les marcassins entouraient la mère</w:t>
      </w:r>
      <w:r w:rsidR="003A6D8D">
        <w:t xml:space="preserve">. </w:t>
      </w:r>
      <w:r w:rsidRPr="003A0BBB">
        <w:t>Celle-ci</w:t>
      </w:r>
      <w:r w:rsidR="003A6D8D">
        <w:t xml:space="preserve">, </w:t>
      </w:r>
      <w:r w:rsidRPr="003A0BBB">
        <w:t>de son groin puissant</w:t>
      </w:r>
      <w:r w:rsidR="003A6D8D">
        <w:t xml:space="preserve">, </w:t>
      </w:r>
      <w:r w:rsidRPr="003A0BBB">
        <w:t>fouillait le sol</w:t>
      </w:r>
      <w:r w:rsidR="003A6D8D">
        <w:t xml:space="preserve">, </w:t>
      </w:r>
      <w:r w:rsidRPr="003A0BBB">
        <w:t>en quête de la nourriture de ses enfants</w:t>
      </w:r>
      <w:r w:rsidR="003A6D8D">
        <w:t xml:space="preserve">. </w:t>
      </w:r>
      <w:r w:rsidRPr="003A0BBB">
        <w:t>Ils allaient reprendre leur marche dans notre direction</w:t>
      </w:r>
      <w:r w:rsidR="003A6D8D">
        <w:t>.</w:t>
      </w:r>
    </w:p>
    <w:p w14:paraId="22CB25F5" w14:textId="77777777" w:rsidR="003A6D8D" w:rsidRDefault="008F7090" w:rsidP="008F7090">
      <w:r w:rsidRPr="003A0BBB">
        <w:t>Ce ne fut pas de la pitié qui me saisit</w:t>
      </w:r>
      <w:r w:rsidR="003A6D8D">
        <w:t xml:space="preserve">, </w:t>
      </w:r>
      <w:r w:rsidRPr="003A0BBB">
        <w:t>mais de l</w:t>
      </w:r>
      <w:r w:rsidR="003A6D8D">
        <w:t>’</w:t>
      </w:r>
      <w:r w:rsidRPr="003A0BBB">
        <w:t>angoisse</w:t>
      </w:r>
      <w:r w:rsidR="003A6D8D">
        <w:t xml:space="preserve">. </w:t>
      </w:r>
      <w:r w:rsidRPr="003A0BBB">
        <w:t>J</w:t>
      </w:r>
      <w:r w:rsidR="003A6D8D">
        <w:t>’</w:t>
      </w:r>
      <w:r w:rsidRPr="003A0BBB">
        <w:t>eus l</w:t>
      </w:r>
      <w:r w:rsidR="003A6D8D">
        <w:t>’</w:t>
      </w:r>
      <w:r w:rsidRPr="003A0BBB">
        <w:t>impression que le coup de feu destiné à ces pauvres bêtes allait m</w:t>
      </w:r>
      <w:r w:rsidR="003A6D8D">
        <w:t>’</w:t>
      </w:r>
      <w:r w:rsidRPr="003A0BBB">
        <w:t>atteindre</w:t>
      </w:r>
      <w:r w:rsidR="003A6D8D">
        <w:t>.</w:t>
      </w:r>
    </w:p>
    <w:p w14:paraId="3E0C30E4" w14:textId="77777777" w:rsidR="003A6D8D" w:rsidRDefault="003A6D8D" w:rsidP="008F7090">
      <w:r>
        <w:t>— </w:t>
      </w:r>
      <w:r w:rsidR="008F7090" w:rsidRPr="003A0BBB">
        <w:t>Franz</w:t>
      </w:r>
      <w:r>
        <w:t xml:space="preserve"> ! </w:t>
      </w:r>
      <w:r w:rsidR="008F7090" w:rsidRPr="003A0BBB">
        <w:t>murmurai-je</w:t>
      </w:r>
      <w:r>
        <w:t xml:space="preserve">. </w:t>
      </w:r>
      <w:r w:rsidR="008F7090" w:rsidRPr="003A0BBB">
        <w:t>Franz</w:t>
      </w:r>
      <w:r>
        <w:t> !</w:t>
      </w:r>
    </w:p>
    <w:p w14:paraId="7D6CEEEF" w14:textId="77777777" w:rsidR="003A6D8D" w:rsidRDefault="008F7090" w:rsidP="008F7090">
      <w:r w:rsidRPr="003A0BBB">
        <w:t>Sans préméditation aucune</w:t>
      </w:r>
      <w:r w:rsidR="003A6D8D">
        <w:t xml:space="preserve">, </w:t>
      </w:r>
      <w:r w:rsidRPr="003A0BBB">
        <w:t>j</w:t>
      </w:r>
      <w:r w:rsidR="003A6D8D">
        <w:t>’</w:t>
      </w:r>
      <w:r w:rsidRPr="003A0BBB">
        <w:t>avais atteint mon but</w:t>
      </w:r>
      <w:r w:rsidR="003A6D8D">
        <w:t xml:space="preserve">. </w:t>
      </w:r>
      <w:r w:rsidRPr="003A0BBB">
        <w:t>Si bas que j</w:t>
      </w:r>
      <w:r w:rsidR="003A6D8D">
        <w:t>’</w:t>
      </w:r>
      <w:r w:rsidRPr="003A0BBB">
        <w:t>eusse parlé</w:t>
      </w:r>
      <w:r w:rsidR="003A6D8D">
        <w:t xml:space="preserve">, </w:t>
      </w:r>
      <w:r w:rsidRPr="003A0BBB">
        <w:t>cela avait suffi</w:t>
      </w:r>
      <w:r w:rsidR="003A6D8D">
        <w:t xml:space="preserve">. </w:t>
      </w:r>
      <w:r w:rsidRPr="003A0BBB">
        <w:t>Les sangliers</w:t>
      </w:r>
      <w:r w:rsidR="003A6D8D">
        <w:t xml:space="preserve">, </w:t>
      </w:r>
      <w:r w:rsidRPr="003A0BBB">
        <w:t>à toute allure</w:t>
      </w:r>
      <w:r w:rsidR="003A6D8D">
        <w:t xml:space="preserve">, </w:t>
      </w:r>
      <w:r w:rsidRPr="003A0BBB">
        <w:t>disparaissaient dans la gorge</w:t>
      </w:r>
      <w:r w:rsidR="003A6D8D">
        <w:t xml:space="preserve">. </w:t>
      </w:r>
      <w:r w:rsidRPr="003A0BBB">
        <w:t>Lâchant un juron</w:t>
      </w:r>
      <w:r w:rsidR="003A6D8D">
        <w:t xml:space="preserve">, </w:t>
      </w:r>
      <w:r w:rsidRPr="003A0BBB">
        <w:t>Franz avait épaulé son arme</w:t>
      </w:r>
      <w:r w:rsidR="003A6D8D">
        <w:t xml:space="preserve">. </w:t>
      </w:r>
      <w:r w:rsidRPr="003A0BBB">
        <w:t>Mais</w:t>
      </w:r>
      <w:r w:rsidR="003A6D8D">
        <w:t xml:space="preserve">, </w:t>
      </w:r>
      <w:r w:rsidRPr="003A0BBB">
        <w:t>comprenant la parfaite inutilité du geste</w:t>
      </w:r>
      <w:r w:rsidR="003A6D8D">
        <w:t xml:space="preserve">, </w:t>
      </w:r>
      <w:r w:rsidRPr="003A0BBB">
        <w:t>il l</w:t>
      </w:r>
      <w:r w:rsidR="003A6D8D">
        <w:t>’</w:t>
      </w:r>
      <w:r w:rsidRPr="003A0BBB">
        <w:t>avait aussitôt reposée à terre</w:t>
      </w:r>
      <w:r w:rsidR="003A6D8D">
        <w:t>.</w:t>
      </w:r>
    </w:p>
    <w:p w14:paraId="34C195A2" w14:textId="77777777" w:rsidR="003A6D8D" w:rsidRDefault="008F7090" w:rsidP="008F7090">
      <w:r w:rsidRPr="003A0BBB">
        <w:t>Incapable d</w:t>
      </w:r>
      <w:r w:rsidR="003A6D8D">
        <w:t>’</w:t>
      </w:r>
      <w:r w:rsidRPr="003A0BBB">
        <w:t>affronter son regard</w:t>
      </w:r>
      <w:r w:rsidR="003A6D8D">
        <w:t xml:space="preserve">, </w:t>
      </w:r>
      <w:r w:rsidRPr="003A0BBB">
        <w:t>je demeurai confuse et tremblante</w:t>
      </w:r>
      <w:r w:rsidR="003A6D8D">
        <w:t xml:space="preserve">, </w:t>
      </w:r>
      <w:r w:rsidRPr="003A0BBB">
        <w:t>jusqu</w:t>
      </w:r>
      <w:r w:rsidR="003A6D8D">
        <w:t>’</w:t>
      </w:r>
      <w:r w:rsidRPr="003A0BBB">
        <w:t>au moment où retentit un franc éclat de rire</w:t>
      </w:r>
      <w:r w:rsidR="003A6D8D">
        <w:t>.</w:t>
      </w:r>
    </w:p>
    <w:p w14:paraId="7B7A1F72" w14:textId="77777777" w:rsidR="003A6D8D" w:rsidRDefault="003A6D8D" w:rsidP="008F7090">
      <w:r>
        <w:t>— </w:t>
      </w:r>
      <w:r w:rsidR="008F7090" w:rsidRPr="003A0BBB">
        <w:t>Allons</w:t>
      </w:r>
      <w:r>
        <w:t xml:space="preserve">, </w:t>
      </w:r>
      <w:r w:rsidR="008F7090" w:rsidRPr="003A0BBB">
        <w:t>allons</w:t>
      </w:r>
      <w:r>
        <w:t xml:space="preserve">, </w:t>
      </w:r>
      <w:r w:rsidR="008F7090" w:rsidRPr="003A0BBB">
        <w:t>si nous voulons un jour chasser l</w:t>
      </w:r>
      <w:r>
        <w:t>’</w:t>
      </w:r>
      <w:r w:rsidR="008F7090" w:rsidRPr="003A0BBB">
        <w:t>auroch</w:t>
      </w:r>
      <w:r>
        <w:t xml:space="preserve">, </w:t>
      </w:r>
      <w:r w:rsidR="008F7090" w:rsidRPr="003A0BBB">
        <w:t>nous avons encore des progrès à faire</w:t>
      </w:r>
      <w:r>
        <w:t>.</w:t>
      </w:r>
    </w:p>
    <w:p w14:paraId="272C772D" w14:textId="77777777" w:rsidR="003A6D8D" w:rsidRDefault="008F7090" w:rsidP="008F7090">
      <w:r w:rsidRPr="003A0BBB">
        <w:t>Nous fûmes de retour à Maguelonne vers six heures</w:t>
      </w:r>
      <w:r w:rsidR="003A6D8D">
        <w:t>.</w:t>
      </w:r>
    </w:p>
    <w:p w14:paraId="3303499C" w14:textId="77777777" w:rsidR="003A6D8D" w:rsidRDefault="003A6D8D" w:rsidP="008F7090">
      <w:r>
        <w:t>— </w:t>
      </w:r>
      <w:r w:rsidR="008F7090" w:rsidRPr="003A0BBB">
        <w:t>Où est Mademoiselle</w:t>
      </w:r>
      <w:r>
        <w:t xml:space="preserve"> ? </w:t>
      </w:r>
      <w:r w:rsidR="008F7090" w:rsidRPr="003A0BBB">
        <w:t>demandai-je à Maria</w:t>
      </w:r>
      <w:r>
        <w:t>.</w:t>
      </w:r>
    </w:p>
    <w:p w14:paraId="47D7E7DA" w14:textId="77777777" w:rsidR="003A6D8D" w:rsidRDefault="003A6D8D" w:rsidP="008F7090">
      <w:r>
        <w:t>— </w:t>
      </w:r>
      <w:r w:rsidR="008F7090" w:rsidRPr="003A0BBB">
        <w:t>Elle vient de partir à la ville</w:t>
      </w:r>
      <w:r>
        <w:t xml:space="preserve">, </w:t>
      </w:r>
      <w:r w:rsidR="008F7090" w:rsidRPr="003A0BBB">
        <w:t>chercher le courrier</w:t>
      </w:r>
      <w:r>
        <w:t>.</w:t>
      </w:r>
    </w:p>
    <w:p w14:paraId="6114B595" w14:textId="77777777" w:rsidR="003A6D8D" w:rsidRDefault="003A6D8D" w:rsidP="008F7090">
      <w:r>
        <w:t>— </w:t>
      </w:r>
      <w:r w:rsidR="008F7090" w:rsidRPr="003A0BBB">
        <w:t>À pied</w:t>
      </w:r>
      <w:r>
        <w:t xml:space="preserve"> ? </w:t>
      </w:r>
      <w:r w:rsidR="008F7090" w:rsidRPr="003A0BBB">
        <w:t>Pourquoi ne nous a-t-elle pas attendus</w:t>
      </w:r>
      <w:r>
        <w:t xml:space="preserve">, </w:t>
      </w:r>
      <w:r w:rsidR="008F7090" w:rsidRPr="003A0BBB">
        <w:t>pour avoir l</w:t>
      </w:r>
      <w:r>
        <w:t>’</w:t>
      </w:r>
      <w:r w:rsidR="008F7090" w:rsidRPr="003A0BBB">
        <w:t>automobile</w:t>
      </w:r>
      <w:r>
        <w:t> ?</w:t>
      </w:r>
    </w:p>
    <w:p w14:paraId="3E36EA02" w14:textId="77777777" w:rsidR="003A6D8D" w:rsidRDefault="003A6D8D" w:rsidP="008F7090">
      <w:r>
        <w:lastRenderedPageBreak/>
        <w:t>— </w:t>
      </w:r>
      <w:r w:rsidR="008F7090" w:rsidRPr="003A0BBB">
        <w:t>Elle a travaillé toute la journée</w:t>
      </w:r>
      <w:r>
        <w:t xml:space="preserve">. </w:t>
      </w:r>
      <w:r w:rsidR="008F7090" w:rsidRPr="003A0BBB">
        <w:t>Elle a dit que ça lui ferait prendre l</w:t>
      </w:r>
      <w:r>
        <w:t>’</w:t>
      </w:r>
      <w:r w:rsidR="008F7090" w:rsidRPr="003A0BBB">
        <w:t>air</w:t>
      </w:r>
      <w:r>
        <w:t>.</w:t>
      </w:r>
    </w:p>
    <w:p w14:paraId="59D2325A" w14:textId="77777777" w:rsidR="003A6D8D" w:rsidRDefault="003A6D8D" w:rsidP="008F7090">
      <w:r>
        <w:t>— </w:t>
      </w:r>
      <w:r w:rsidR="008F7090" w:rsidRPr="003A0BBB">
        <w:t>Bien</w:t>
      </w:r>
      <w:r>
        <w:t xml:space="preserve">. </w:t>
      </w:r>
      <w:r w:rsidR="008F7090" w:rsidRPr="003A0BBB">
        <w:t>Vous servirez le dîner dès qu</w:t>
      </w:r>
      <w:r>
        <w:t>’</w:t>
      </w:r>
      <w:r w:rsidR="008F7090" w:rsidRPr="003A0BBB">
        <w:t>elle sera là</w:t>
      </w:r>
      <w:r>
        <w:t>.</w:t>
      </w:r>
    </w:p>
    <w:p w14:paraId="5EE59F64" w14:textId="77777777" w:rsidR="003A6D8D" w:rsidRDefault="008F7090" w:rsidP="008F7090">
      <w:r w:rsidRPr="003A0BBB">
        <w:t>À sept heures et demie</w:t>
      </w:r>
      <w:r w:rsidR="003A6D8D">
        <w:t xml:space="preserve">, </w:t>
      </w:r>
      <w:r w:rsidRPr="003A0BBB">
        <w:t>Camille rentrait</w:t>
      </w:r>
      <w:r w:rsidR="003A6D8D">
        <w:t xml:space="preserve">. </w:t>
      </w:r>
      <w:r w:rsidRPr="003A0BBB">
        <w:t>Nous l</w:t>
      </w:r>
      <w:r w:rsidR="003A6D8D">
        <w:t>’</w:t>
      </w:r>
      <w:r w:rsidRPr="003A0BBB">
        <w:t>attendions dans la salle à manger</w:t>
      </w:r>
      <w:r w:rsidR="003A6D8D">
        <w:t>.</w:t>
      </w:r>
    </w:p>
    <w:p w14:paraId="3F395CF3" w14:textId="77777777" w:rsidR="003A6D8D" w:rsidRDefault="003A6D8D" w:rsidP="008F7090">
      <w:r>
        <w:t>— </w:t>
      </w:r>
      <w:r w:rsidR="008F7090" w:rsidRPr="003A0BBB">
        <w:t>Bonsoir</w:t>
      </w:r>
      <w:r>
        <w:t xml:space="preserve">, </w:t>
      </w:r>
      <w:r w:rsidR="008F7090" w:rsidRPr="003A0BBB">
        <w:t>vous deux</w:t>
      </w:r>
      <w:r>
        <w:t xml:space="preserve">. </w:t>
      </w:r>
      <w:r w:rsidR="008F7090" w:rsidRPr="003A0BBB">
        <w:t>Eh bien</w:t>
      </w:r>
      <w:r>
        <w:t xml:space="preserve">, </w:t>
      </w:r>
      <w:r w:rsidR="008F7090" w:rsidRPr="003A0BBB">
        <w:t>bonne chasse</w:t>
      </w:r>
      <w:r>
        <w:t> ?</w:t>
      </w:r>
    </w:p>
    <w:p w14:paraId="6C2F8A23" w14:textId="77777777" w:rsidR="003A6D8D" w:rsidRDefault="003A6D8D" w:rsidP="008F7090">
      <w:r>
        <w:t>— </w:t>
      </w:r>
      <w:r w:rsidR="008F7090" w:rsidRPr="003A0BBB">
        <w:t>Tu te feras raconter par ta mère pourquoi elle eût pu être meilleure</w:t>
      </w:r>
      <w:r>
        <w:t xml:space="preserve">, </w:t>
      </w:r>
      <w:r w:rsidR="008F7090" w:rsidRPr="003A0BBB">
        <w:t>dit Franz</w:t>
      </w:r>
      <w:r>
        <w:t xml:space="preserve">. </w:t>
      </w:r>
      <w:r w:rsidR="008F7090" w:rsidRPr="003A0BBB">
        <w:t>Il y a des lettres</w:t>
      </w:r>
      <w:r>
        <w:t> ?</w:t>
      </w:r>
    </w:p>
    <w:p w14:paraId="25DDED42" w14:textId="77777777" w:rsidR="003A6D8D" w:rsidRDefault="003A6D8D" w:rsidP="008F7090">
      <w:r>
        <w:t>— </w:t>
      </w:r>
      <w:r w:rsidR="008F7090" w:rsidRPr="003A0BBB">
        <w:t>Oui</w:t>
      </w:r>
      <w:r>
        <w:t xml:space="preserve">, </w:t>
      </w:r>
      <w:r w:rsidR="008F7090" w:rsidRPr="003A0BBB">
        <w:t>quelques-unes</w:t>
      </w:r>
      <w:r>
        <w:t xml:space="preserve">. </w:t>
      </w:r>
      <w:r w:rsidR="008F7090" w:rsidRPr="003A0BBB">
        <w:t>Voici d</w:t>
      </w:r>
      <w:r>
        <w:t>’</w:t>
      </w:r>
      <w:r w:rsidR="008F7090" w:rsidRPr="003A0BBB">
        <w:t>abord les journaux</w:t>
      </w:r>
      <w:r>
        <w:t>.</w:t>
      </w:r>
    </w:p>
    <w:p w14:paraId="3675FB77" w14:textId="77777777" w:rsidR="003A6D8D" w:rsidRDefault="008F7090" w:rsidP="008F7090">
      <w:r w:rsidRPr="003A0BBB">
        <w:t>Elle ne se pressait pas de faire la distribution</w:t>
      </w:r>
      <w:r w:rsidR="003A6D8D">
        <w:t xml:space="preserve">. </w:t>
      </w:r>
      <w:r w:rsidRPr="003A0BBB">
        <w:t>Franz la regardait avec un air d</w:t>
      </w:r>
      <w:r w:rsidR="003A6D8D">
        <w:t>’</w:t>
      </w:r>
      <w:r w:rsidRPr="003A0BBB">
        <w:t>inquiétude qui ne m</w:t>
      </w:r>
      <w:r w:rsidR="003A6D8D">
        <w:t>’</w:t>
      </w:r>
      <w:r w:rsidRPr="003A0BBB">
        <w:t>échappa pas</w:t>
      </w:r>
      <w:r w:rsidR="003A6D8D">
        <w:t>.</w:t>
      </w:r>
    </w:p>
    <w:p w14:paraId="22180D22" w14:textId="77777777" w:rsidR="003A6D8D" w:rsidRDefault="003A6D8D" w:rsidP="008F7090">
      <w:r>
        <w:t>— </w:t>
      </w:r>
      <w:r w:rsidR="008F7090" w:rsidRPr="003A0BBB">
        <w:t>Tiens</w:t>
      </w:r>
      <w:r>
        <w:t xml:space="preserve">, </w:t>
      </w:r>
      <w:r w:rsidR="008F7090" w:rsidRPr="003A0BBB">
        <w:t>et voici encore</w:t>
      </w:r>
      <w:r>
        <w:t xml:space="preserve">, </w:t>
      </w:r>
      <w:r w:rsidR="008F7090" w:rsidRPr="003A0BBB">
        <w:t>pour toi</w:t>
      </w:r>
      <w:r>
        <w:t>.</w:t>
      </w:r>
    </w:p>
    <w:p w14:paraId="4E350B34" w14:textId="77777777" w:rsidR="003A6D8D" w:rsidRDefault="008F7090" w:rsidP="008F7090">
      <w:r w:rsidRPr="003A0BBB">
        <w:t>Elle venait de jeter une enveloppe sur la table</w:t>
      </w:r>
      <w:r w:rsidR="003A6D8D">
        <w:t xml:space="preserve">. </w:t>
      </w:r>
      <w:r w:rsidRPr="003A0BBB">
        <w:t>Il s</w:t>
      </w:r>
      <w:r w:rsidR="003A6D8D">
        <w:t>’</w:t>
      </w:r>
      <w:r w:rsidRPr="003A0BBB">
        <w:t>en saisit</w:t>
      </w:r>
      <w:r w:rsidR="003A6D8D">
        <w:t>.</w:t>
      </w:r>
    </w:p>
    <w:p w14:paraId="4A2C32EE" w14:textId="77777777" w:rsidR="003A6D8D" w:rsidRDefault="003A6D8D" w:rsidP="008F7090">
      <w:r>
        <w:t>— </w:t>
      </w:r>
      <w:r w:rsidR="008F7090" w:rsidRPr="003A0BBB">
        <w:t>Mes papiers</w:t>
      </w:r>
      <w:r>
        <w:t> !</w:t>
      </w:r>
    </w:p>
    <w:p w14:paraId="5AED91A5" w14:textId="77777777" w:rsidR="003A6D8D" w:rsidRDefault="003A6D8D" w:rsidP="008F7090">
      <w:r>
        <w:t>— </w:t>
      </w:r>
      <w:r w:rsidR="008F7090" w:rsidRPr="003A0BBB">
        <w:t>Oui</w:t>
      </w:r>
      <w:r>
        <w:t xml:space="preserve">, </w:t>
      </w:r>
      <w:r w:rsidR="008F7090" w:rsidRPr="003A0BBB">
        <w:t>tes papiers</w:t>
      </w:r>
      <w:r>
        <w:t xml:space="preserve">, </w:t>
      </w:r>
      <w:r w:rsidR="008F7090" w:rsidRPr="003A0BBB">
        <w:t>tes fameux papiers</w:t>
      </w:r>
      <w:r>
        <w:t xml:space="preserve">, </w:t>
      </w:r>
      <w:r w:rsidR="008F7090" w:rsidRPr="003A0BBB">
        <w:t>enfin</w:t>
      </w:r>
      <w:r>
        <w:t> !</w:t>
      </w:r>
    </w:p>
    <w:p w14:paraId="0325CB1C" w14:textId="77777777" w:rsidR="003A6D8D" w:rsidRDefault="003A6D8D" w:rsidP="008F7090">
      <w:r>
        <w:t>— </w:t>
      </w:r>
      <w:r w:rsidR="008F7090" w:rsidRPr="003A0BBB">
        <w:t>Tu as donc écrit</w:t>
      </w:r>
      <w:r>
        <w:t> ?</w:t>
      </w:r>
    </w:p>
    <w:p w14:paraId="44B5DE4B" w14:textId="77777777" w:rsidR="003A6D8D" w:rsidRDefault="003A6D8D" w:rsidP="008F7090">
      <w:r>
        <w:t>— </w:t>
      </w:r>
      <w:r w:rsidR="008F7090" w:rsidRPr="003A0BBB">
        <w:t>À la mission polonaise</w:t>
      </w:r>
      <w:r>
        <w:t xml:space="preserve">, </w:t>
      </w:r>
      <w:r w:rsidR="008F7090" w:rsidRPr="003A0BBB">
        <w:t>parfaitement</w:t>
      </w:r>
      <w:r>
        <w:t xml:space="preserve">. </w:t>
      </w:r>
      <w:r w:rsidR="008F7090" w:rsidRPr="003A0BBB">
        <w:t>Et ils m</w:t>
      </w:r>
      <w:r>
        <w:t>’</w:t>
      </w:r>
      <w:r w:rsidR="008F7090" w:rsidRPr="003A0BBB">
        <w:t>ont répondu presque aussitôt</w:t>
      </w:r>
      <w:r>
        <w:t xml:space="preserve">. </w:t>
      </w:r>
      <w:r w:rsidR="008F7090" w:rsidRPr="003A0BBB">
        <w:t>Tu n</w:t>
      </w:r>
      <w:r>
        <w:t>’</w:t>
      </w:r>
      <w:r w:rsidR="008F7090" w:rsidRPr="003A0BBB">
        <w:t>avais pas écrit</w:t>
      </w:r>
      <w:r>
        <w:t xml:space="preserve">, </w:t>
      </w:r>
      <w:r w:rsidR="008F7090" w:rsidRPr="003A0BBB">
        <w:t>toi</w:t>
      </w:r>
      <w:r>
        <w:t> ?</w:t>
      </w:r>
    </w:p>
    <w:p w14:paraId="5EACB505" w14:textId="77777777" w:rsidR="003A6D8D" w:rsidRDefault="003A6D8D" w:rsidP="008F7090">
      <w:r>
        <w:t>— </w:t>
      </w:r>
      <w:r w:rsidR="008F7090" w:rsidRPr="003A0BBB">
        <w:t>Moi</w:t>
      </w:r>
      <w:r>
        <w:t xml:space="preserve"> ? </w:t>
      </w:r>
      <w:r w:rsidR="008F7090" w:rsidRPr="003A0BBB">
        <w:t>Si</w:t>
      </w:r>
      <w:r>
        <w:t>.</w:t>
      </w:r>
    </w:p>
    <w:p w14:paraId="55865686" w14:textId="77777777" w:rsidR="003A6D8D" w:rsidRDefault="003A6D8D" w:rsidP="008F7090">
      <w:r>
        <w:t>— </w:t>
      </w:r>
      <w:r w:rsidR="008F7090" w:rsidRPr="003A0BBB">
        <w:t>Eh bien</w:t>
      </w:r>
      <w:r>
        <w:t xml:space="preserve">, </w:t>
      </w:r>
      <w:r w:rsidR="008F7090" w:rsidRPr="003A0BBB">
        <w:t>ma lettre a eu plus de chance que la tienne</w:t>
      </w:r>
      <w:r>
        <w:t xml:space="preserve">, </w:t>
      </w:r>
      <w:r w:rsidR="008F7090" w:rsidRPr="003A0BBB">
        <w:t>voilà tout ce que ça prouve</w:t>
      </w:r>
      <w:r>
        <w:t xml:space="preserve">. </w:t>
      </w:r>
      <w:r w:rsidR="008F7090" w:rsidRPr="003A0BBB">
        <w:t>Tout est bien qui finit bien</w:t>
      </w:r>
      <w:r>
        <w:t xml:space="preserve">. </w:t>
      </w:r>
      <w:r w:rsidR="008F7090" w:rsidRPr="003A0BBB">
        <w:t>À présent</w:t>
      </w:r>
      <w:r>
        <w:t xml:space="preserve">, </w:t>
      </w:r>
      <w:r w:rsidR="008F7090" w:rsidRPr="003A0BBB">
        <w:t>ma petite maman</w:t>
      </w:r>
      <w:r>
        <w:t xml:space="preserve">, </w:t>
      </w:r>
      <w:r w:rsidR="008F7090" w:rsidRPr="003A0BBB">
        <w:t>on n</w:t>
      </w:r>
      <w:r>
        <w:t>’</w:t>
      </w:r>
      <w:r w:rsidR="008F7090" w:rsidRPr="003A0BBB">
        <w:t>attend plus que nos papiers</w:t>
      </w:r>
      <w:r>
        <w:t xml:space="preserve">, </w:t>
      </w:r>
      <w:r w:rsidR="008F7090" w:rsidRPr="003A0BBB">
        <w:t>à nous</w:t>
      </w:r>
      <w:r>
        <w:t xml:space="preserve">. </w:t>
      </w:r>
      <w:r w:rsidR="008F7090" w:rsidRPr="003A0BBB">
        <w:t>Espérons qu</w:t>
      </w:r>
      <w:r>
        <w:t>’</w:t>
      </w:r>
      <w:r w:rsidR="008F7090" w:rsidRPr="003A0BBB">
        <w:t>ils ne tarderont pas trop</w:t>
      </w:r>
      <w:r>
        <w:t xml:space="preserve">. </w:t>
      </w:r>
      <w:r w:rsidR="008F7090" w:rsidRPr="003A0BBB">
        <w:t>C</w:t>
      </w:r>
      <w:r>
        <w:t>’</w:t>
      </w:r>
      <w:r w:rsidR="008F7090" w:rsidRPr="003A0BBB">
        <w:t>est égal</w:t>
      </w:r>
      <w:r>
        <w:t xml:space="preserve">, </w:t>
      </w:r>
      <w:r w:rsidR="008F7090" w:rsidRPr="003A0BBB">
        <w:t xml:space="preserve">vous </w:t>
      </w:r>
      <w:r w:rsidR="008F7090" w:rsidRPr="003A0BBB">
        <w:lastRenderedPageBreak/>
        <w:t>aviez raison tous les deux</w:t>
      </w:r>
      <w:r>
        <w:t xml:space="preserve"> : </w:t>
      </w:r>
      <w:r w:rsidR="008F7090" w:rsidRPr="003A0BBB">
        <w:t>j</w:t>
      </w:r>
      <w:r>
        <w:t>’</w:t>
      </w:r>
      <w:r w:rsidR="008F7090" w:rsidRPr="003A0BBB">
        <w:t>ai aussi bien fait de ne pas aller à Paris</w:t>
      </w:r>
      <w:r>
        <w:t>.</w:t>
      </w:r>
    </w:p>
    <w:p w14:paraId="02C4C9DD" w14:textId="22A95749" w:rsidR="008F7090" w:rsidRPr="003A0BBB" w:rsidRDefault="008F7090" w:rsidP="003A6D8D">
      <w:pPr>
        <w:pStyle w:val="Titre1"/>
      </w:pPr>
      <w:bookmarkStart w:id="12" w:name="_Toc196328813"/>
      <w:r w:rsidRPr="003A0BBB">
        <w:lastRenderedPageBreak/>
        <w:t>XII</w:t>
      </w:r>
      <w:bookmarkEnd w:id="12"/>
    </w:p>
    <w:p w14:paraId="10AED5AC" w14:textId="77777777" w:rsidR="003A6D8D" w:rsidRDefault="008F7090" w:rsidP="008F7090">
      <w:r w:rsidRPr="003A0BBB">
        <w:t>Je ne devais jamais avoir le fin mot de cette histoire de papiers</w:t>
      </w:r>
      <w:r w:rsidR="003A6D8D">
        <w:t xml:space="preserve">. </w:t>
      </w:r>
      <w:r w:rsidRPr="003A0BBB">
        <w:t>Mais je reste persuadée que Franz les avait reçus</w:t>
      </w:r>
      <w:r w:rsidR="003A6D8D">
        <w:t xml:space="preserve">, </w:t>
      </w:r>
      <w:r w:rsidRPr="003A0BBB">
        <w:t>et que Camille</w:t>
      </w:r>
      <w:r w:rsidR="003A6D8D">
        <w:t xml:space="preserve">, </w:t>
      </w:r>
      <w:r w:rsidRPr="003A0BBB">
        <w:t>dans la lettre par laquelle on lui en expédiait les duplicata</w:t>
      </w:r>
      <w:r w:rsidR="003A6D8D">
        <w:t xml:space="preserve">, </w:t>
      </w:r>
      <w:r w:rsidRPr="003A0BBB">
        <w:t>avait eu notification de ce premier envoi</w:t>
      </w:r>
      <w:r w:rsidR="003A6D8D">
        <w:t xml:space="preserve">. </w:t>
      </w:r>
      <w:r w:rsidRPr="003A0BBB">
        <w:t>Il n</w:t>
      </w:r>
      <w:r w:rsidR="003A6D8D">
        <w:t>’</w:t>
      </w:r>
      <w:r w:rsidRPr="003A0BBB">
        <w:t>est pas dès lors difficile d</w:t>
      </w:r>
      <w:r w:rsidR="003A6D8D">
        <w:t>’</w:t>
      </w:r>
      <w:r w:rsidRPr="003A0BBB">
        <w:t>imaginer ce que dut être</w:t>
      </w:r>
      <w:r w:rsidR="003A6D8D">
        <w:t xml:space="preserve">, </w:t>
      </w:r>
      <w:r w:rsidRPr="003A0BBB">
        <w:t>à partir de ce jour</w:t>
      </w:r>
      <w:r w:rsidR="003A6D8D">
        <w:t xml:space="preserve">, </w:t>
      </w:r>
      <w:r w:rsidRPr="003A0BBB">
        <w:t>la vie à Maguelonne</w:t>
      </w:r>
      <w:r w:rsidR="003A6D8D">
        <w:t xml:space="preserve">. </w:t>
      </w:r>
      <w:proofErr w:type="spellStart"/>
      <w:r w:rsidRPr="003A0BBB">
        <w:t>Vit-on</w:t>
      </w:r>
      <w:proofErr w:type="spellEnd"/>
      <w:r w:rsidRPr="003A0BBB">
        <w:t xml:space="preserve"> jamais une situation plus trouble</w:t>
      </w:r>
      <w:r w:rsidR="003A6D8D">
        <w:t xml:space="preserve">, </w:t>
      </w:r>
      <w:r w:rsidRPr="003A0BBB">
        <w:t>plus périlleuse</w:t>
      </w:r>
      <w:r w:rsidR="003A6D8D">
        <w:t xml:space="preserve"> ? </w:t>
      </w:r>
      <w:r w:rsidRPr="003A0BBB">
        <w:t>Ai-je eu alors une idée nette de cette équivoque</w:t>
      </w:r>
      <w:r w:rsidR="003A6D8D">
        <w:t xml:space="preserve">, </w:t>
      </w:r>
      <w:r w:rsidRPr="003A0BBB">
        <w:t>de ce danger</w:t>
      </w:r>
      <w:r w:rsidR="003A6D8D">
        <w:t xml:space="preserve"> ? </w:t>
      </w:r>
      <w:r w:rsidRPr="003A0BBB">
        <w:t>Plus j</w:t>
      </w:r>
      <w:r w:rsidR="003A6D8D">
        <w:t>’</w:t>
      </w:r>
      <w:r w:rsidRPr="003A0BBB">
        <w:t>essaie de m</w:t>
      </w:r>
      <w:r w:rsidR="003A6D8D">
        <w:t>’</w:t>
      </w:r>
      <w:r w:rsidRPr="003A0BBB">
        <w:t>en rendre compte</w:t>
      </w:r>
      <w:r w:rsidR="003A6D8D">
        <w:t xml:space="preserve">, </w:t>
      </w:r>
      <w:r w:rsidRPr="003A0BBB">
        <w:t>plus je m</w:t>
      </w:r>
      <w:r w:rsidR="003A6D8D">
        <w:t>’</w:t>
      </w:r>
      <w:r w:rsidRPr="003A0BBB">
        <w:t>en sens incapable</w:t>
      </w:r>
      <w:r w:rsidR="003A6D8D">
        <w:t xml:space="preserve">. </w:t>
      </w:r>
      <w:r w:rsidRPr="003A0BBB">
        <w:t>Tout ce que je peux dire</w:t>
      </w:r>
      <w:r w:rsidR="003A6D8D">
        <w:t xml:space="preserve">, </w:t>
      </w:r>
      <w:r w:rsidRPr="003A0BBB">
        <w:t>c</w:t>
      </w:r>
      <w:r w:rsidR="003A6D8D">
        <w:t>’</w:t>
      </w:r>
      <w:r w:rsidRPr="003A0BBB">
        <w:t>est que je n</w:t>
      </w:r>
      <w:r w:rsidR="003A6D8D">
        <w:t>’</w:t>
      </w:r>
      <w:r w:rsidRPr="003A0BBB">
        <w:t>ai pas voulu y songer</w:t>
      </w:r>
      <w:r w:rsidR="003A6D8D">
        <w:t xml:space="preserve">. </w:t>
      </w:r>
      <w:r w:rsidRPr="003A0BBB">
        <w:t>Là fut ma faute</w:t>
      </w:r>
      <w:r w:rsidR="003A6D8D">
        <w:t xml:space="preserve">, </w:t>
      </w:r>
      <w:r w:rsidRPr="003A0BBB">
        <w:t>là mon crime</w:t>
      </w:r>
      <w:r w:rsidR="003A6D8D">
        <w:t xml:space="preserve">. </w:t>
      </w:r>
      <w:r w:rsidRPr="003A0BBB">
        <w:t>Il a duré environ quinze jours</w:t>
      </w:r>
      <w:r w:rsidR="003A6D8D">
        <w:t xml:space="preserve">, </w:t>
      </w:r>
      <w:r w:rsidRPr="003A0BBB">
        <w:t>les quinze premiers jours de cet automne tragique</w:t>
      </w:r>
      <w:r w:rsidR="003A6D8D">
        <w:t xml:space="preserve">. </w:t>
      </w:r>
      <w:r w:rsidRPr="003A0BBB">
        <w:t>Un vertige m</w:t>
      </w:r>
      <w:r w:rsidR="003A6D8D">
        <w:t>’</w:t>
      </w:r>
      <w:r w:rsidRPr="003A0BBB">
        <w:t>avait saisie</w:t>
      </w:r>
      <w:r w:rsidR="003A6D8D">
        <w:t xml:space="preserve">. </w:t>
      </w:r>
      <w:r w:rsidRPr="003A0BBB">
        <w:t>Je côtoyais avec délices un précipice</w:t>
      </w:r>
      <w:r w:rsidR="003A6D8D">
        <w:t xml:space="preserve">. </w:t>
      </w:r>
      <w:r w:rsidRPr="003A0BBB">
        <w:t>Mon excuse fut de penser que je serais seule à y tomber</w:t>
      </w:r>
      <w:r w:rsidR="003A6D8D">
        <w:t>.</w:t>
      </w:r>
    </w:p>
    <w:p w14:paraId="487F2052" w14:textId="77777777" w:rsidR="003A6D8D" w:rsidRDefault="008F7090" w:rsidP="008F7090">
      <w:r w:rsidRPr="003A0BBB">
        <w:t>Autant les premiers jours de septembre avaient été maussades et rigoureux</w:t>
      </w:r>
      <w:r w:rsidR="003A6D8D">
        <w:t xml:space="preserve">, </w:t>
      </w:r>
      <w:r w:rsidRPr="003A0BBB">
        <w:t>autant ceux d</w:t>
      </w:r>
      <w:r w:rsidR="003A6D8D">
        <w:t>’</w:t>
      </w:r>
      <w:r w:rsidRPr="003A0BBB">
        <w:t>octobre furent beaux</w:t>
      </w:r>
      <w:r w:rsidR="003A6D8D">
        <w:t xml:space="preserve">. </w:t>
      </w:r>
      <w:r w:rsidRPr="003A0BBB">
        <w:t>Les papillons</w:t>
      </w:r>
      <w:r w:rsidR="003A6D8D">
        <w:t xml:space="preserve">, </w:t>
      </w:r>
      <w:r w:rsidRPr="003A0BBB">
        <w:t>qui avaient disparu un moment</w:t>
      </w:r>
      <w:r w:rsidR="003A6D8D">
        <w:t xml:space="preserve">, </w:t>
      </w:r>
      <w:r w:rsidRPr="003A0BBB">
        <w:t>voletaient de tous côtés sur la terrasse</w:t>
      </w:r>
      <w:r w:rsidR="003A6D8D">
        <w:t xml:space="preserve">, </w:t>
      </w:r>
      <w:r w:rsidRPr="003A0BBB">
        <w:t>s</w:t>
      </w:r>
      <w:r w:rsidR="003A6D8D">
        <w:t>’</w:t>
      </w:r>
      <w:r w:rsidRPr="003A0BBB">
        <w:t>égaraient jusque dans la salle à manger</w:t>
      </w:r>
      <w:r w:rsidR="003A6D8D">
        <w:t xml:space="preserve">. </w:t>
      </w:r>
      <w:r w:rsidRPr="003A0BBB">
        <w:t>Je les connaissais tous</w:t>
      </w:r>
      <w:r w:rsidR="003A6D8D">
        <w:t xml:space="preserve">. </w:t>
      </w:r>
      <w:r w:rsidRPr="003A0BBB">
        <w:t>J</w:t>
      </w:r>
      <w:r w:rsidR="003A6D8D">
        <w:t>’</w:t>
      </w:r>
      <w:r w:rsidRPr="003A0BBB">
        <w:t>apprenais leurs noms à Franz</w:t>
      </w:r>
      <w:r w:rsidR="003A6D8D">
        <w:t xml:space="preserve">. </w:t>
      </w:r>
      <w:r w:rsidRPr="003A0BBB">
        <w:t>Minuscules papillons bleus du causse</w:t>
      </w:r>
      <w:r w:rsidR="003A6D8D">
        <w:t xml:space="preserve">, </w:t>
      </w:r>
      <w:r w:rsidRPr="003A0BBB">
        <w:t>qu</w:t>
      </w:r>
      <w:r w:rsidR="003A6D8D">
        <w:t>’</w:t>
      </w:r>
      <w:r w:rsidRPr="003A0BBB">
        <w:t>on nomme des argus</w:t>
      </w:r>
      <w:r w:rsidR="003A6D8D">
        <w:t xml:space="preserve"> ; </w:t>
      </w:r>
      <w:r w:rsidRPr="003A0BBB">
        <w:t>vanesses brunes</w:t>
      </w:r>
      <w:r w:rsidR="003A6D8D">
        <w:t xml:space="preserve">, </w:t>
      </w:r>
      <w:r w:rsidRPr="003A0BBB">
        <w:t>dont les ailes extérieures sont marbrées de petits losanges de nacre et d</w:t>
      </w:r>
      <w:r w:rsidR="003A6D8D">
        <w:t>’</w:t>
      </w:r>
      <w:r w:rsidRPr="003A0BBB">
        <w:t>argent</w:t>
      </w:r>
      <w:r w:rsidR="003A6D8D">
        <w:t xml:space="preserve"> ; </w:t>
      </w:r>
      <w:r w:rsidRPr="003A0BBB">
        <w:t>machaons jaunes et bleus</w:t>
      </w:r>
      <w:r w:rsidR="003A6D8D">
        <w:t xml:space="preserve"> ; </w:t>
      </w:r>
      <w:r w:rsidRPr="003A0BBB">
        <w:t>morios noirs et saphir</w:t>
      </w:r>
      <w:r w:rsidR="003A6D8D">
        <w:t xml:space="preserve"> ; </w:t>
      </w:r>
      <w:r w:rsidRPr="003A0BBB">
        <w:t>vulcains noirs et rubis</w:t>
      </w:r>
      <w:r w:rsidR="003A6D8D">
        <w:t xml:space="preserve">, </w:t>
      </w:r>
      <w:r w:rsidRPr="003A0BBB">
        <w:t>et ce splendide sphinx des vignes</w:t>
      </w:r>
      <w:r w:rsidR="003A6D8D">
        <w:t xml:space="preserve">, </w:t>
      </w:r>
      <w:r w:rsidRPr="003A0BBB">
        <w:t>vert et rose</w:t>
      </w:r>
      <w:r w:rsidR="003A6D8D">
        <w:t xml:space="preserve">, </w:t>
      </w:r>
      <w:r w:rsidRPr="003A0BBB">
        <w:t>comme les grappes parmi lesquelles il sommeille</w:t>
      </w:r>
      <w:r w:rsidR="003A6D8D">
        <w:t xml:space="preserve">. </w:t>
      </w:r>
      <w:r w:rsidRPr="003A0BBB">
        <w:t>Dans ma chambre</w:t>
      </w:r>
      <w:r w:rsidR="003A6D8D">
        <w:t xml:space="preserve">, </w:t>
      </w:r>
      <w:r w:rsidRPr="003A0BBB">
        <w:t>entre vitre et rideaux</w:t>
      </w:r>
      <w:r w:rsidR="003A6D8D">
        <w:t xml:space="preserve">, </w:t>
      </w:r>
      <w:r w:rsidRPr="003A0BBB">
        <w:t>je découvrais parfois un étrange papillon de nuit</w:t>
      </w:r>
      <w:r w:rsidR="003A6D8D">
        <w:t xml:space="preserve">. </w:t>
      </w:r>
      <w:r w:rsidRPr="003A0BBB">
        <w:t>Ses ailes sont grises et pourpre</w:t>
      </w:r>
      <w:r w:rsidR="003A6D8D">
        <w:t xml:space="preserve">. </w:t>
      </w:r>
      <w:r w:rsidRPr="003A0BBB">
        <w:t>Les gens du pays l</w:t>
      </w:r>
      <w:r w:rsidR="003A6D8D">
        <w:t>’</w:t>
      </w:r>
      <w:r w:rsidRPr="003A0BBB">
        <w:t>appellent une mariée</w:t>
      </w:r>
      <w:r w:rsidR="003A6D8D">
        <w:t xml:space="preserve">. </w:t>
      </w:r>
      <w:r w:rsidRPr="003A0BBB">
        <w:t>Je lui rendais la liberté en me demandant pourquoi on donne ce nom radieux à un insecte qui semble vêtu de sang et de cendres</w:t>
      </w:r>
      <w:r w:rsidR="003A6D8D">
        <w:t>.</w:t>
      </w:r>
    </w:p>
    <w:p w14:paraId="53D1F5B4" w14:textId="77777777" w:rsidR="003A6D8D" w:rsidRDefault="008F7090" w:rsidP="008F7090">
      <w:r w:rsidRPr="003A0BBB">
        <w:lastRenderedPageBreak/>
        <w:t>D</w:t>
      </w:r>
      <w:r w:rsidR="003A6D8D">
        <w:t>’</w:t>
      </w:r>
      <w:r w:rsidRPr="003A0BBB">
        <w:t>un commun accord</w:t>
      </w:r>
      <w:r w:rsidR="003A6D8D">
        <w:t xml:space="preserve">, </w:t>
      </w:r>
      <w:r w:rsidRPr="003A0BBB">
        <w:t>sans nous être consultés</w:t>
      </w:r>
      <w:r w:rsidR="003A6D8D">
        <w:t xml:space="preserve">, </w:t>
      </w:r>
      <w:r w:rsidRPr="003A0BBB">
        <w:t>nous avions abandonné l</w:t>
      </w:r>
      <w:r w:rsidR="003A6D8D">
        <w:t>’</w:t>
      </w:r>
      <w:r w:rsidRPr="003A0BBB">
        <w:t>affût aux sangliers</w:t>
      </w:r>
      <w:r w:rsidR="003A6D8D">
        <w:t xml:space="preserve">, </w:t>
      </w:r>
      <w:r w:rsidRPr="003A0BBB">
        <w:t>comprenant qu</w:t>
      </w:r>
      <w:r w:rsidR="003A6D8D">
        <w:t>’</w:t>
      </w:r>
      <w:r w:rsidRPr="003A0BBB">
        <w:t>il était prudent de ne plus laisser Camille aussi longtemps seule</w:t>
      </w:r>
      <w:r w:rsidR="003A6D8D">
        <w:t xml:space="preserve">. </w:t>
      </w:r>
      <w:r w:rsidRPr="003A0BBB">
        <w:t>Sans qu</w:t>
      </w:r>
      <w:r w:rsidR="003A6D8D">
        <w:t>’</w:t>
      </w:r>
      <w:r w:rsidRPr="003A0BBB">
        <w:t>elle me le demandât</w:t>
      </w:r>
      <w:r w:rsidR="003A6D8D">
        <w:t xml:space="preserve">, </w:t>
      </w:r>
      <w:r w:rsidRPr="003A0BBB">
        <w:t>j</w:t>
      </w:r>
      <w:r w:rsidR="003A6D8D">
        <w:t>’</w:t>
      </w:r>
      <w:r w:rsidRPr="003A0BBB">
        <w:t>avais invoqué pour raison le danger que pouvait faire courir à la santé de Franz une station trop prolongée dans l</w:t>
      </w:r>
      <w:r w:rsidR="003A6D8D">
        <w:t>’</w:t>
      </w:r>
      <w:r w:rsidRPr="003A0BBB">
        <w:t>humidité des sous-bois</w:t>
      </w:r>
      <w:r w:rsidR="003A6D8D">
        <w:t xml:space="preserve">. </w:t>
      </w:r>
      <w:r w:rsidRPr="003A0BBB">
        <w:t>Camille avait accueilli cette explication avec un hochement de tête indifférent</w:t>
      </w:r>
      <w:r w:rsidR="003A6D8D">
        <w:t>. « </w:t>
      </w:r>
      <w:r w:rsidRPr="003A0BBB">
        <w:t>À votre guise</w:t>
      </w:r>
      <w:r w:rsidR="003A6D8D">
        <w:t xml:space="preserve"> », </w:t>
      </w:r>
      <w:r w:rsidRPr="003A0BBB">
        <w:t>semblait-elle dire maintenant pour tout</w:t>
      </w:r>
      <w:r w:rsidR="003A6D8D">
        <w:t xml:space="preserve">. </w:t>
      </w:r>
      <w:r w:rsidRPr="003A0BBB">
        <w:t>Malgré cette liberté qu</w:t>
      </w:r>
      <w:r w:rsidR="003A6D8D">
        <w:t>’</w:t>
      </w:r>
      <w:r w:rsidRPr="003A0BBB">
        <w:t>elle nous laissait en apparence</w:t>
      </w:r>
      <w:r w:rsidR="003A6D8D">
        <w:t xml:space="preserve">, </w:t>
      </w:r>
      <w:r w:rsidRPr="003A0BBB">
        <w:t>pour voir peut-être jusqu</w:t>
      </w:r>
      <w:r w:rsidR="003A6D8D">
        <w:t>’</w:t>
      </w:r>
      <w:r w:rsidRPr="003A0BBB">
        <w:t>à quel point nous en abuserions</w:t>
      </w:r>
      <w:r w:rsidR="003A6D8D">
        <w:t xml:space="preserve">, </w:t>
      </w:r>
      <w:r w:rsidRPr="003A0BBB">
        <w:t>nous ne nous éloignions plus guère de la maison</w:t>
      </w:r>
      <w:r w:rsidR="003A6D8D">
        <w:t xml:space="preserve">, </w:t>
      </w:r>
      <w:r w:rsidRPr="003A0BBB">
        <w:t>de la terrasse où les oursins dorés des châtaigniers s</w:t>
      </w:r>
      <w:r w:rsidR="003A6D8D">
        <w:t>’</w:t>
      </w:r>
      <w:r w:rsidRPr="003A0BBB">
        <w:t>entr</w:t>
      </w:r>
      <w:r w:rsidR="003A6D8D">
        <w:t>’</w:t>
      </w:r>
      <w:r w:rsidRPr="003A0BBB">
        <w:t>ouvraient pour laisser pleuvoir sur la pelouse une grêle de petits hémisphères d</w:t>
      </w:r>
      <w:r w:rsidR="003A6D8D">
        <w:t>’</w:t>
      </w:r>
      <w:r w:rsidRPr="003A0BBB">
        <w:t>acajou</w:t>
      </w:r>
      <w:r w:rsidR="003A6D8D">
        <w:t xml:space="preserve">, </w:t>
      </w:r>
      <w:r w:rsidRPr="003A0BBB">
        <w:t>merveilleusement polis et lisses</w:t>
      </w:r>
      <w:r w:rsidR="003A6D8D">
        <w:t xml:space="preserve">. </w:t>
      </w:r>
      <w:r w:rsidRPr="003A0BBB">
        <w:t>Parfois</w:t>
      </w:r>
      <w:r w:rsidR="003A6D8D">
        <w:t xml:space="preserve">, </w:t>
      </w:r>
      <w:r w:rsidRPr="003A0BBB">
        <w:t>seulement</w:t>
      </w:r>
      <w:r w:rsidR="003A6D8D">
        <w:t xml:space="preserve">, </w:t>
      </w:r>
      <w:r w:rsidRPr="003A0BBB">
        <w:t>lorsque le soleil brillait de façon trop tentante</w:t>
      </w:r>
      <w:r w:rsidR="003A6D8D">
        <w:t xml:space="preserve">, </w:t>
      </w:r>
      <w:r w:rsidRPr="003A0BBB">
        <w:t>après le déjeuner</w:t>
      </w:r>
      <w:r w:rsidR="003A6D8D">
        <w:t xml:space="preserve">, </w:t>
      </w:r>
      <w:r w:rsidRPr="003A0BBB">
        <w:t>tandis que Camille remontait chez elle pour travailler</w:t>
      </w:r>
      <w:r w:rsidR="003A6D8D">
        <w:t xml:space="preserve">, </w:t>
      </w:r>
      <w:r w:rsidRPr="003A0BBB">
        <w:t>Franz mettait subrepticement en marche l</w:t>
      </w:r>
      <w:r w:rsidR="003A6D8D">
        <w:t>’</w:t>
      </w:r>
      <w:r w:rsidRPr="003A0BBB">
        <w:t>automobile</w:t>
      </w:r>
      <w:r w:rsidR="003A6D8D">
        <w:t xml:space="preserve">, </w:t>
      </w:r>
      <w:r w:rsidRPr="003A0BBB">
        <w:t>le petit monstre lie-de-vin qu</w:t>
      </w:r>
      <w:r w:rsidR="003A6D8D">
        <w:t>’</w:t>
      </w:r>
      <w:r w:rsidRPr="003A0BBB">
        <w:t>il convient de ne pas oublier</w:t>
      </w:r>
      <w:r w:rsidR="003A6D8D">
        <w:t xml:space="preserve">. </w:t>
      </w:r>
      <w:r w:rsidRPr="003A0BBB">
        <w:t>Nous nous évadions une heure vers un des châteaux qui couronnent les pics d</w:t>
      </w:r>
      <w:r w:rsidR="003A6D8D">
        <w:t>’</w:t>
      </w:r>
      <w:r w:rsidRPr="003A0BBB">
        <w:t>alentour</w:t>
      </w:r>
      <w:r w:rsidR="003A6D8D">
        <w:t xml:space="preserve"> : </w:t>
      </w:r>
      <w:r w:rsidRPr="003A0BBB">
        <w:t>vers les tours de Saint-Laurent</w:t>
      </w:r>
      <w:r w:rsidR="003A6D8D">
        <w:t xml:space="preserve">, </w:t>
      </w:r>
      <w:r w:rsidRPr="003A0BBB">
        <w:t>l</w:t>
      </w:r>
      <w:r w:rsidR="003A6D8D">
        <w:t>’</w:t>
      </w:r>
      <w:r w:rsidRPr="003A0BBB">
        <w:t>une foudroyée chaque hiver par l</w:t>
      </w:r>
      <w:r w:rsidR="003A6D8D">
        <w:t>’</w:t>
      </w:r>
      <w:r w:rsidRPr="003A0BBB">
        <w:t>orage</w:t>
      </w:r>
      <w:r w:rsidR="003A6D8D">
        <w:t xml:space="preserve">, </w:t>
      </w:r>
      <w:r w:rsidRPr="003A0BBB">
        <w:t>l</w:t>
      </w:r>
      <w:r w:rsidR="003A6D8D">
        <w:t>’</w:t>
      </w:r>
      <w:r w:rsidRPr="003A0BBB">
        <w:t>autre trapue et massive</w:t>
      </w:r>
      <w:r w:rsidR="003A6D8D">
        <w:t xml:space="preserve">, </w:t>
      </w:r>
      <w:r w:rsidRPr="003A0BBB">
        <w:t>avec son faîte où l</w:t>
      </w:r>
      <w:r w:rsidR="003A6D8D">
        <w:t>’</w:t>
      </w:r>
      <w:r w:rsidRPr="003A0BBB">
        <w:t>on dansait jadis aux soirs de frairie</w:t>
      </w:r>
      <w:r w:rsidR="003A6D8D">
        <w:t xml:space="preserve">, </w:t>
      </w:r>
      <w:r w:rsidRPr="003A0BBB">
        <w:t>et sur lequel a poussé aujourd</w:t>
      </w:r>
      <w:r w:rsidR="003A6D8D">
        <w:t>’</w:t>
      </w:r>
      <w:r w:rsidRPr="003A0BBB">
        <w:t>hui une forêt vierge en miniature</w:t>
      </w:r>
      <w:r w:rsidR="003A6D8D">
        <w:t xml:space="preserve"> ; </w:t>
      </w:r>
      <w:r w:rsidRPr="003A0BBB">
        <w:t xml:space="preserve">vers le morose </w:t>
      </w:r>
      <w:proofErr w:type="spellStart"/>
      <w:r w:rsidRPr="003A0BBB">
        <w:t>Montal</w:t>
      </w:r>
      <w:proofErr w:type="spellEnd"/>
      <w:r w:rsidR="003A6D8D">
        <w:t xml:space="preserve">, </w:t>
      </w:r>
      <w:r w:rsidRPr="003A0BBB">
        <w:t>gris et bleu parmi la verdure</w:t>
      </w:r>
      <w:r w:rsidR="003A6D8D">
        <w:t xml:space="preserve"> ; </w:t>
      </w:r>
      <w:r w:rsidRPr="003A0BBB">
        <w:t xml:space="preserve">vers </w:t>
      </w:r>
      <w:proofErr w:type="spellStart"/>
      <w:r w:rsidRPr="003A0BBB">
        <w:t>Revery</w:t>
      </w:r>
      <w:proofErr w:type="spellEnd"/>
      <w:r w:rsidR="003A6D8D">
        <w:t xml:space="preserve">, </w:t>
      </w:r>
      <w:r w:rsidRPr="003A0BBB">
        <w:t>dont le nom unit de façon charmante la nostalgie et le retour</w:t>
      </w:r>
      <w:r w:rsidR="003A6D8D">
        <w:t xml:space="preserve"> ; </w:t>
      </w:r>
      <w:r w:rsidRPr="003A0BBB">
        <w:t>vers Castelnau le rouge</w:t>
      </w:r>
      <w:r w:rsidR="003A6D8D">
        <w:t xml:space="preserve">, </w:t>
      </w:r>
      <w:r w:rsidRPr="003A0BBB">
        <w:t>dont la cour intérieure</w:t>
      </w:r>
      <w:r w:rsidR="003A6D8D">
        <w:t xml:space="preserve">, </w:t>
      </w:r>
      <w:r w:rsidRPr="003A0BBB">
        <w:t>pleine de palmiers</w:t>
      </w:r>
      <w:r w:rsidR="003A6D8D">
        <w:t xml:space="preserve">, </w:t>
      </w:r>
      <w:r w:rsidRPr="003A0BBB">
        <w:t xml:space="preserve">évoque à la fois le </w:t>
      </w:r>
      <w:proofErr w:type="spellStart"/>
      <w:r w:rsidRPr="003A0BBB">
        <w:t>Höhkönigsburg</w:t>
      </w:r>
      <w:proofErr w:type="spellEnd"/>
      <w:r w:rsidRPr="003A0BBB">
        <w:t xml:space="preserve"> et le Generalife</w:t>
      </w:r>
      <w:r w:rsidR="003A6D8D">
        <w:t xml:space="preserve"> ; </w:t>
      </w:r>
      <w:r w:rsidRPr="003A0BBB">
        <w:t>vers Loubressac</w:t>
      </w:r>
      <w:r w:rsidR="003A6D8D">
        <w:t xml:space="preserve">, </w:t>
      </w:r>
      <w:r w:rsidRPr="003A0BBB">
        <w:t>enfin</w:t>
      </w:r>
      <w:r w:rsidR="003A6D8D">
        <w:t xml:space="preserve">. </w:t>
      </w:r>
      <w:r w:rsidRPr="003A0BBB">
        <w:t>Celui-là était notre préféré</w:t>
      </w:r>
      <w:r w:rsidR="003A6D8D">
        <w:t xml:space="preserve">. </w:t>
      </w:r>
      <w:r w:rsidRPr="003A0BBB">
        <w:t>De son piton boisé</w:t>
      </w:r>
      <w:r w:rsidR="003A6D8D">
        <w:t xml:space="preserve">, </w:t>
      </w:r>
      <w:r w:rsidRPr="003A0BBB">
        <w:t xml:space="preserve">nous apercevions dans son ensemble la molle plaine </w:t>
      </w:r>
      <w:proofErr w:type="spellStart"/>
      <w:r w:rsidRPr="003A0BBB">
        <w:t>quercinole</w:t>
      </w:r>
      <w:proofErr w:type="spellEnd"/>
      <w:r w:rsidRPr="003A0BBB">
        <w:t xml:space="preserve"> bornée au nord par le cercle sombre des monts d</w:t>
      </w:r>
      <w:r w:rsidR="003A6D8D">
        <w:t>’</w:t>
      </w:r>
      <w:r w:rsidRPr="003A0BBB">
        <w:t>Auvergne</w:t>
      </w:r>
      <w:r w:rsidR="003A6D8D">
        <w:t xml:space="preserve">. </w:t>
      </w:r>
      <w:r w:rsidRPr="003A0BBB">
        <w:t>Nos cœurs traqués venaient y puiser un peu de cette paix dont ils avaient tant besoin</w:t>
      </w:r>
      <w:r w:rsidR="003A6D8D">
        <w:t xml:space="preserve">. </w:t>
      </w:r>
      <w:r w:rsidRPr="003A0BBB">
        <w:t>Nous nous donnions</w:t>
      </w:r>
      <w:r w:rsidR="003A6D8D">
        <w:t xml:space="preserve">, </w:t>
      </w:r>
      <w:r w:rsidRPr="003A0BBB">
        <w:t>dans cette silencieuse solitude</w:t>
      </w:r>
      <w:r w:rsidR="003A6D8D">
        <w:t xml:space="preserve">, </w:t>
      </w:r>
      <w:r w:rsidRPr="003A0BBB">
        <w:t xml:space="preserve">la </w:t>
      </w:r>
      <w:r w:rsidRPr="003A0BBB">
        <w:lastRenderedPageBreak/>
        <w:t>sensation que nous étions libres</w:t>
      </w:r>
      <w:r w:rsidR="003A6D8D">
        <w:t xml:space="preserve">. </w:t>
      </w:r>
      <w:r w:rsidRPr="003A0BBB">
        <w:t>Nos pensées jumelées s</w:t>
      </w:r>
      <w:r w:rsidR="003A6D8D">
        <w:t>’</w:t>
      </w:r>
      <w:r w:rsidRPr="003A0BBB">
        <w:t>unissaient à loisir dans le ciel sensuel et chaste</w:t>
      </w:r>
      <w:r w:rsidR="003A6D8D">
        <w:t xml:space="preserve">. </w:t>
      </w:r>
      <w:r w:rsidRPr="003A0BBB">
        <w:t>Rien n</w:t>
      </w:r>
      <w:r w:rsidR="003A6D8D">
        <w:t>’</w:t>
      </w:r>
      <w:r w:rsidRPr="003A0BBB">
        <w:t>existait que nous deux</w:t>
      </w:r>
      <w:r w:rsidR="003A6D8D">
        <w:t xml:space="preserve">, </w:t>
      </w:r>
      <w:r w:rsidRPr="003A0BBB">
        <w:t>qui n</w:t>
      </w:r>
      <w:r w:rsidR="003A6D8D">
        <w:t>’</w:t>
      </w:r>
      <w:r w:rsidRPr="003A0BBB">
        <w:t>existions plus qu</w:t>
      </w:r>
      <w:r w:rsidR="003A6D8D">
        <w:t>’</w:t>
      </w:r>
      <w:r w:rsidRPr="003A0BBB">
        <w:t>à peine</w:t>
      </w:r>
      <w:r w:rsidR="003A6D8D">
        <w:t xml:space="preserve">, </w:t>
      </w:r>
      <w:r w:rsidRPr="003A0BBB">
        <w:t>submergés</w:t>
      </w:r>
      <w:r w:rsidR="003A6D8D">
        <w:t xml:space="preserve">, </w:t>
      </w:r>
      <w:r w:rsidRPr="003A0BBB">
        <w:t>confondus au milieu de tant d</w:t>
      </w:r>
      <w:r w:rsidR="003A6D8D">
        <w:t>’</w:t>
      </w:r>
      <w:r w:rsidRPr="003A0BBB">
        <w:t>azur</w:t>
      </w:r>
      <w:r w:rsidR="003A6D8D">
        <w:t xml:space="preserve">, </w:t>
      </w:r>
      <w:r w:rsidRPr="003A0BBB">
        <w:t>et notre félicité eût été complète</w:t>
      </w:r>
      <w:r w:rsidR="003A6D8D">
        <w:t xml:space="preserve">, </w:t>
      </w:r>
      <w:r w:rsidRPr="003A0BBB">
        <w:t>si nos yeux</w:t>
      </w:r>
      <w:r w:rsidR="003A6D8D">
        <w:t xml:space="preserve">, </w:t>
      </w:r>
      <w:r w:rsidRPr="003A0BBB">
        <w:t>avec une obsession que nous essayions de nous cacher l</w:t>
      </w:r>
      <w:r w:rsidR="003A6D8D">
        <w:t>’</w:t>
      </w:r>
      <w:r w:rsidRPr="003A0BBB">
        <w:t>un à l</w:t>
      </w:r>
      <w:r w:rsidR="003A6D8D">
        <w:t>’</w:t>
      </w:r>
      <w:r w:rsidRPr="003A0BBB">
        <w:t>autre</w:t>
      </w:r>
      <w:r w:rsidR="003A6D8D">
        <w:t xml:space="preserve">, </w:t>
      </w:r>
      <w:r w:rsidRPr="003A0BBB">
        <w:t>n</w:t>
      </w:r>
      <w:r w:rsidR="003A6D8D">
        <w:t>’</w:t>
      </w:r>
      <w:r w:rsidRPr="003A0BBB">
        <w:t>avaient pas été sans cesse rappelés vers le même coin de l</w:t>
      </w:r>
      <w:r w:rsidR="003A6D8D">
        <w:t>’</w:t>
      </w:r>
      <w:r w:rsidRPr="003A0BBB">
        <w:t>horizon</w:t>
      </w:r>
      <w:r w:rsidR="003A6D8D">
        <w:t xml:space="preserve">, </w:t>
      </w:r>
      <w:r w:rsidRPr="003A0BBB">
        <w:t>vers cette demeure de Maguelonne où il nous était impossible de ne pas revenir</w:t>
      </w:r>
      <w:r w:rsidR="003A6D8D">
        <w:t xml:space="preserve">, </w:t>
      </w:r>
      <w:r w:rsidRPr="003A0BBB">
        <w:t>dans un instant</w:t>
      </w:r>
      <w:r w:rsidR="003A6D8D">
        <w:t xml:space="preserve">, </w:t>
      </w:r>
      <w:r w:rsidRPr="003A0BBB">
        <w:t>retrouver la muette Camille</w:t>
      </w:r>
      <w:r w:rsidR="003A6D8D">
        <w:t>.</w:t>
      </w:r>
    </w:p>
    <w:p w14:paraId="00F27215" w14:textId="77777777" w:rsidR="003A6D8D" w:rsidRDefault="008F7090" w:rsidP="008F7090">
      <w:r w:rsidRPr="003A0BBB">
        <w:t>La plupart du temps</w:t>
      </w:r>
      <w:r w:rsidR="003A6D8D">
        <w:t xml:space="preserve">, </w:t>
      </w:r>
      <w:r w:rsidRPr="003A0BBB">
        <w:t>lorsque nous rentrions</w:t>
      </w:r>
      <w:r w:rsidR="003A6D8D">
        <w:t xml:space="preserve">, </w:t>
      </w:r>
      <w:r w:rsidRPr="003A0BBB">
        <w:t>elle était encore dans sa chambre</w:t>
      </w:r>
      <w:r w:rsidR="003A6D8D">
        <w:t xml:space="preserve">. </w:t>
      </w:r>
      <w:r w:rsidRPr="003A0BBB">
        <w:t>Quelquefois</w:t>
      </w:r>
      <w:r w:rsidR="003A6D8D">
        <w:t xml:space="preserve">, </w:t>
      </w:r>
      <w:r w:rsidRPr="003A0BBB">
        <w:t>elle nous attendait sur la terrasse</w:t>
      </w:r>
      <w:r w:rsidR="003A6D8D">
        <w:t xml:space="preserve">, </w:t>
      </w:r>
      <w:r w:rsidRPr="003A0BBB">
        <w:t xml:space="preserve">se balançant dans un </w:t>
      </w:r>
      <w:proofErr w:type="spellStart"/>
      <w:r w:rsidRPr="003A0BBB">
        <w:t>rocking</w:t>
      </w:r>
      <w:proofErr w:type="spellEnd"/>
      <w:r w:rsidRPr="003A0BBB">
        <w:t xml:space="preserve"> en fumant une cigarette</w:t>
      </w:r>
      <w:r w:rsidR="003A6D8D">
        <w:t xml:space="preserve">. </w:t>
      </w:r>
      <w:r w:rsidRPr="003A0BBB">
        <w:t>Elle nous accueillait par une phrase enjouée</w:t>
      </w:r>
      <w:r w:rsidR="003A6D8D">
        <w:t>.</w:t>
      </w:r>
    </w:p>
    <w:p w14:paraId="11E4F323" w14:textId="77777777" w:rsidR="003A6D8D" w:rsidRDefault="003A6D8D" w:rsidP="008F7090">
      <w:r>
        <w:t>— </w:t>
      </w:r>
      <w:r w:rsidR="008F7090" w:rsidRPr="003A0BBB">
        <w:t>Maman</w:t>
      </w:r>
      <w:r>
        <w:t xml:space="preserve">, </w:t>
      </w:r>
      <w:r w:rsidR="008F7090" w:rsidRPr="003A0BBB">
        <w:t>il est arrivé un colis postal pour toi</w:t>
      </w:r>
      <w:r>
        <w:t xml:space="preserve">, </w:t>
      </w:r>
      <w:r w:rsidR="008F7090" w:rsidRPr="003A0BBB">
        <w:t>pendant votre absence</w:t>
      </w:r>
      <w:r>
        <w:t xml:space="preserve">. </w:t>
      </w:r>
      <w:r w:rsidR="008F7090" w:rsidRPr="003A0BBB">
        <w:t>J</w:t>
      </w:r>
      <w:r>
        <w:t>’</w:t>
      </w:r>
      <w:r w:rsidR="008F7090" w:rsidRPr="003A0BBB">
        <w:t>ai payé</w:t>
      </w:r>
      <w:r>
        <w:t xml:space="preserve">, </w:t>
      </w:r>
      <w:r w:rsidR="008F7090" w:rsidRPr="003A0BBB">
        <w:t>comme les deux autres fois</w:t>
      </w:r>
      <w:r>
        <w:t xml:space="preserve">. </w:t>
      </w:r>
      <w:r w:rsidR="008F7090" w:rsidRPr="003A0BBB">
        <w:t>Cela doit faire un peu plus de quatre mille sept cents francs</w:t>
      </w:r>
      <w:r>
        <w:t xml:space="preserve">… </w:t>
      </w:r>
      <w:r w:rsidR="008F7090" w:rsidRPr="003A0BBB">
        <w:t>Non</w:t>
      </w:r>
      <w:r>
        <w:t xml:space="preserve">, </w:t>
      </w:r>
      <w:r w:rsidR="008F7090" w:rsidRPr="003A0BBB">
        <w:t>non</w:t>
      </w:r>
      <w:r>
        <w:t xml:space="preserve">, </w:t>
      </w:r>
      <w:r w:rsidR="008F7090" w:rsidRPr="003A0BBB">
        <w:t>ce n</w:t>
      </w:r>
      <w:r>
        <w:t>’</w:t>
      </w:r>
      <w:r w:rsidR="008F7090" w:rsidRPr="003A0BBB">
        <w:t>est pas la peine de me donner l</w:t>
      </w:r>
      <w:r>
        <w:t>’</w:t>
      </w:r>
      <w:r w:rsidR="008F7090" w:rsidRPr="003A0BBB">
        <w:t>argent à présent</w:t>
      </w:r>
      <w:r>
        <w:t xml:space="preserve">. </w:t>
      </w:r>
      <w:r w:rsidR="008F7090" w:rsidRPr="003A0BBB">
        <w:t xml:space="preserve">Tu régleras </w:t>
      </w:r>
      <w:proofErr w:type="spellStart"/>
      <w:r w:rsidR="008F7090" w:rsidRPr="003A0BBB">
        <w:t>tout</w:t>
      </w:r>
      <w:proofErr w:type="spellEnd"/>
      <w:r w:rsidR="008F7090" w:rsidRPr="003A0BBB">
        <w:t xml:space="preserve"> ensemble</w:t>
      </w:r>
      <w:r>
        <w:t xml:space="preserve">, </w:t>
      </w:r>
      <w:r w:rsidR="008F7090" w:rsidRPr="003A0BBB">
        <w:t>puisque nous sommes en comptes</w:t>
      </w:r>
      <w:r>
        <w:t xml:space="preserve">. </w:t>
      </w:r>
      <w:r w:rsidR="008F7090" w:rsidRPr="003A0BBB">
        <w:t>À propos</w:t>
      </w:r>
      <w:r>
        <w:t xml:space="preserve">, </w:t>
      </w:r>
      <w:r w:rsidR="008F7090" w:rsidRPr="003A0BBB">
        <w:t>je pense qu</w:t>
      </w:r>
      <w:r>
        <w:t>’</w:t>
      </w:r>
      <w:r w:rsidR="008F7090" w:rsidRPr="003A0BBB">
        <w:t>on ne va plus trop tarder maintenant à les établir</w:t>
      </w:r>
      <w:r>
        <w:t> ?</w:t>
      </w:r>
    </w:p>
    <w:p w14:paraId="7A3EEF06" w14:textId="77777777" w:rsidR="003A6D8D" w:rsidRDefault="003A6D8D" w:rsidP="008F7090">
      <w:r>
        <w:t>— </w:t>
      </w:r>
      <w:r w:rsidR="008F7090" w:rsidRPr="003A0BBB">
        <w:t>Je suis passée tout à l</w:t>
      </w:r>
      <w:r>
        <w:t>’</w:t>
      </w:r>
      <w:r w:rsidR="008F7090" w:rsidRPr="003A0BBB">
        <w:t>heure chez le notaire</w:t>
      </w:r>
      <w:r>
        <w:t xml:space="preserve">. </w:t>
      </w:r>
      <w:r w:rsidR="008F7090" w:rsidRPr="003A0BBB">
        <w:t>Il n</w:t>
      </w:r>
      <w:r>
        <w:t>’</w:t>
      </w:r>
      <w:r w:rsidR="008F7090" w:rsidRPr="003A0BBB">
        <w:t>était pas là</w:t>
      </w:r>
      <w:r>
        <w:t xml:space="preserve">. </w:t>
      </w:r>
      <w:r w:rsidR="008F7090" w:rsidRPr="003A0BBB">
        <w:t>Mais j</w:t>
      </w:r>
      <w:r>
        <w:t>’</w:t>
      </w:r>
      <w:r w:rsidR="008F7090" w:rsidRPr="003A0BBB">
        <w:t>y repasserai demain sans faute</w:t>
      </w:r>
      <w:r>
        <w:t xml:space="preserve">, </w:t>
      </w:r>
      <w:r w:rsidR="008F7090" w:rsidRPr="003A0BBB">
        <w:t>tu peux en être sûre</w:t>
      </w:r>
      <w:r>
        <w:t xml:space="preserve">. </w:t>
      </w:r>
      <w:r w:rsidR="008F7090" w:rsidRPr="003A0BBB">
        <w:t>Où est le paquet</w:t>
      </w:r>
      <w:r>
        <w:t> ?</w:t>
      </w:r>
    </w:p>
    <w:p w14:paraId="40A787AE" w14:textId="77777777" w:rsidR="003A6D8D" w:rsidRDefault="003A6D8D" w:rsidP="008F7090">
      <w:r>
        <w:t>— </w:t>
      </w:r>
      <w:r w:rsidR="008F7090" w:rsidRPr="003A0BBB">
        <w:t>Dans ta chambre</w:t>
      </w:r>
      <w:r>
        <w:t xml:space="preserve">. </w:t>
      </w:r>
      <w:r w:rsidR="008F7090" w:rsidRPr="003A0BBB">
        <w:t>Je l</w:t>
      </w:r>
      <w:r>
        <w:t>’</w:t>
      </w:r>
      <w:r w:rsidR="008F7090" w:rsidRPr="003A0BBB">
        <w:t>y ai fait monter</w:t>
      </w:r>
      <w:r>
        <w:t>.</w:t>
      </w:r>
    </w:p>
    <w:p w14:paraId="6813D93B" w14:textId="77777777" w:rsidR="003A6D8D" w:rsidRDefault="008F7090" w:rsidP="008F7090">
      <w:r w:rsidRPr="003A0BBB">
        <w:t>On eût dit</w:t>
      </w:r>
      <w:r w:rsidR="003A6D8D">
        <w:t xml:space="preserve">, </w:t>
      </w:r>
      <w:r w:rsidRPr="003A0BBB">
        <w:t>cette année</w:t>
      </w:r>
      <w:r w:rsidR="003A6D8D">
        <w:t xml:space="preserve">, </w:t>
      </w:r>
      <w:r w:rsidRPr="003A0BBB">
        <w:t>que l</w:t>
      </w:r>
      <w:r w:rsidR="003A6D8D">
        <w:t>’</w:t>
      </w:r>
      <w:r w:rsidRPr="003A0BBB">
        <w:t>arrière-saison</w:t>
      </w:r>
      <w:r w:rsidR="003A6D8D">
        <w:t xml:space="preserve">, </w:t>
      </w:r>
      <w:r w:rsidRPr="003A0BBB">
        <w:t>prolongeant à l</w:t>
      </w:r>
      <w:r w:rsidR="003A6D8D">
        <w:t>’</w:t>
      </w:r>
      <w:r w:rsidRPr="003A0BBB">
        <w:t>extrême ses derniers feux</w:t>
      </w:r>
      <w:r w:rsidR="003A6D8D">
        <w:t xml:space="preserve">, </w:t>
      </w:r>
      <w:r w:rsidRPr="003A0BBB">
        <w:t>redoutait l</w:t>
      </w:r>
      <w:r w:rsidR="003A6D8D">
        <w:t>’</w:t>
      </w:r>
      <w:r w:rsidRPr="003A0BBB">
        <w:t>instant de sombrer dans la nuit hivernale</w:t>
      </w:r>
      <w:r w:rsidR="003A6D8D">
        <w:t xml:space="preserve">, </w:t>
      </w:r>
      <w:r w:rsidRPr="003A0BBB">
        <w:t>ou s</w:t>
      </w:r>
      <w:r w:rsidR="003A6D8D">
        <w:t>’</w:t>
      </w:r>
      <w:r w:rsidRPr="003A0BBB">
        <w:t>efforçait tout au moins de n</w:t>
      </w:r>
      <w:r w:rsidR="003A6D8D">
        <w:t>’</w:t>
      </w:r>
      <w:r w:rsidRPr="003A0BBB">
        <w:t>y entrer que parée d</w:t>
      </w:r>
      <w:r w:rsidR="003A6D8D">
        <w:t>’</w:t>
      </w:r>
      <w:r w:rsidRPr="003A0BBB">
        <w:t>attraits susceptibles de faire regretter davantage un aussi glorieux déclin</w:t>
      </w:r>
      <w:r w:rsidR="003A6D8D">
        <w:t xml:space="preserve">. </w:t>
      </w:r>
      <w:r w:rsidRPr="003A0BBB">
        <w:t>Je semblais avoir pris à cœur de l</w:t>
      </w:r>
      <w:r w:rsidR="003A6D8D">
        <w:t>’</w:t>
      </w:r>
      <w:r w:rsidRPr="003A0BBB">
        <w:t>imiter</w:t>
      </w:r>
      <w:r w:rsidR="003A6D8D">
        <w:t xml:space="preserve">. </w:t>
      </w:r>
      <w:r w:rsidRPr="003A0BBB">
        <w:t>Les conseils de Camille n</w:t>
      </w:r>
      <w:r w:rsidR="003A6D8D">
        <w:t>’</w:t>
      </w:r>
      <w:r w:rsidRPr="003A0BBB">
        <w:t xml:space="preserve">avaient pas été perdus sous </w:t>
      </w:r>
      <w:r w:rsidRPr="003A0BBB">
        <w:lastRenderedPageBreak/>
        <w:t>ce rapport</w:t>
      </w:r>
      <w:r w:rsidR="003A6D8D">
        <w:t xml:space="preserve">. </w:t>
      </w:r>
      <w:r w:rsidRPr="003A0BBB">
        <w:t>Elle n</w:t>
      </w:r>
      <w:r w:rsidR="003A6D8D">
        <w:t>’</w:t>
      </w:r>
      <w:r w:rsidRPr="003A0BBB">
        <w:t>était plus en humeur de les compléter par d</w:t>
      </w:r>
      <w:r w:rsidR="003A6D8D">
        <w:t>’</w:t>
      </w:r>
      <w:r w:rsidRPr="003A0BBB">
        <w:t>autres</w:t>
      </w:r>
      <w:r w:rsidR="003A6D8D">
        <w:t xml:space="preserve">, </w:t>
      </w:r>
      <w:r w:rsidRPr="003A0BBB">
        <w:t>mais je n</w:t>
      </w:r>
      <w:r w:rsidR="003A6D8D">
        <w:t>’</w:t>
      </w:r>
      <w:r w:rsidRPr="003A0BBB">
        <w:t>en avais certes plus aucun besoin</w:t>
      </w:r>
      <w:r w:rsidR="003A6D8D">
        <w:t xml:space="preserve">. </w:t>
      </w:r>
      <w:r w:rsidRPr="003A0BBB">
        <w:t>On devine ce que contenaient les colis postaux de Paris</w:t>
      </w:r>
      <w:r w:rsidR="003A6D8D">
        <w:t xml:space="preserve">, </w:t>
      </w:r>
      <w:r w:rsidRPr="003A0BBB">
        <w:t>Ayant renoncé à son voyage</w:t>
      </w:r>
      <w:r w:rsidR="003A6D8D">
        <w:t xml:space="preserve">, </w:t>
      </w:r>
      <w:r w:rsidRPr="003A0BBB">
        <w:t>Camille avait décliné du même coup la responsabilité des divers achats dont je l</w:t>
      </w:r>
      <w:r w:rsidR="003A6D8D">
        <w:t>’</w:t>
      </w:r>
      <w:r w:rsidRPr="003A0BBB">
        <w:t>avais chargée</w:t>
      </w:r>
      <w:r w:rsidR="003A6D8D">
        <w:t xml:space="preserve">. </w:t>
      </w:r>
      <w:r w:rsidRPr="003A0BBB">
        <w:t>Je n</w:t>
      </w:r>
      <w:r w:rsidR="003A6D8D">
        <w:t>’</w:t>
      </w:r>
      <w:r w:rsidRPr="003A0BBB">
        <w:t>avais eu aucun embarras à me substituer à elle</w:t>
      </w:r>
      <w:r w:rsidR="003A6D8D">
        <w:t xml:space="preserve">, </w:t>
      </w:r>
      <w:r w:rsidRPr="003A0BBB">
        <w:t>et voilà que ce qui m</w:t>
      </w:r>
      <w:r w:rsidR="003A6D8D">
        <w:t>’</w:t>
      </w:r>
      <w:r w:rsidRPr="003A0BBB">
        <w:t>apparaissait jadis comme une corvée m</w:t>
      </w:r>
      <w:r w:rsidR="003A6D8D">
        <w:t>’</w:t>
      </w:r>
      <w:r w:rsidRPr="003A0BBB">
        <w:t>était devenu subitement le plus délicieux des soucis</w:t>
      </w:r>
      <w:r w:rsidR="003A6D8D">
        <w:t xml:space="preserve">. </w:t>
      </w:r>
      <w:r w:rsidRPr="003A0BBB">
        <w:t>Je vivais désormais dans l</w:t>
      </w:r>
      <w:r w:rsidR="003A6D8D">
        <w:t>’</w:t>
      </w:r>
      <w:r w:rsidRPr="003A0BBB">
        <w:t>intimité des catalogues et des journaux de modes</w:t>
      </w:r>
      <w:r w:rsidR="003A6D8D">
        <w:t xml:space="preserve">. </w:t>
      </w:r>
      <w:r w:rsidRPr="003A0BBB">
        <w:t>Lorsque Maria entrait le matin dans ma chambre</w:t>
      </w:r>
      <w:r w:rsidR="003A6D8D">
        <w:t xml:space="preserve">, </w:t>
      </w:r>
      <w:r w:rsidRPr="003A0BBB">
        <w:t>si je n</w:t>
      </w:r>
      <w:r w:rsidR="003A6D8D">
        <w:t>’</w:t>
      </w:r>
      <w:r w:rsidRPr="003A0BBB">
        <w:t>étais pas devant ma table de toilette</w:t>
      </w:r>
      <w:r w:rsidR="003A6D8D">
        <w:t xml:space="preserve">, </w:t>
      </w:r>
      <w:r w:rsidRPr="003A0BBB">
        <w:t>en train d</w:t>
      </w:r>
      <w:r w:rsidR="003A6D8D">
        <w:t>’</w:t>
      </w:r>
      <w:r w:rsidRPr="003A0BBB">
        <w:t>essayer une nouvelle façon de me coiffer</w:t>
      </w:r>
      <w:r w:rsidR="003A6D8D">
        <w:t xml:space="preserve">, </w:t>
      </w:r>
      <w:r w:rsidRPr="003A0BBB">
        <w:t>elle me trouvait assise auprès de mon lit</w:t>
      </w:r>
      <w:r w:rsidR="003A6D8D">
        <w:t xml:space="preserve">, </w:t>
      </w:r>
      <w:r w:rsidRPr="003A0BBB">
        <w:t>jonché de patrons de robes et d</w:t>
      </w:r>
      <w:r w:rsidR="003A6D8D">
        <w:t>’</w:t>
      </w:r>
      <w:r w:rsidRPr="003A0BBB">
        <w:t>échantillons d</w:t>
      </w:r>
      <w:r w:rsidR="003A6D8D">
        <w:t>’</w:t>
      </w:r>
      <w:r w:rsidRPr="003A0BBB">
        <w:t>étoffes de tous genres et de toutes couleurs</w:t>
      </w:r>
      <w:r w:rsidR="003A6D8D">
        <w:t>.</w:t>
      </w:r>
    </w:p>
    <w:p w14:paraId="75783E81" w14:textId="77777777" w:rsidR="003A6D8D" w:rsidRDefault="008F7090" w:rsidP="008F7090">
      <w:r w:rsidRPr="003A0BBB">
        <w:t>J</w:t>
      </w:r>
      <w:r w:rsidR="003A6D8D">
        <w:t>’</w:t>
      </w:r>
      <w:r w:rsidRPr="003A0BBB">
        <w:t>ai dit l</w:t>
      </w:r>
      <w:r w:rsidR="003A6D8D">
        <w:t>’</w:t>
      </w:r>
      <w:r w:rsidRPr="003A0BBB">
        <w:t>étonnement joyeux avec lequel Camille avait accueilli les premières tentatives par lesquelles j</w:t>
      </w:r>
      <w:r w:rsidR="003A6D8D">
        <w:t>’</w:t>
      </w:r>
      <w:r w:rsidRPr="003A0BBB">
        <w:t>avais commencé à m</w:t>
      </w:r>
      <w:r w:rsidR="003A6D8D">
        <w:t>’</w:t>
      </w:r>
      <w:r w:rsidRPr="003A0BBB">
        <w:t>évader de ma chrysalide sombre</w:t>
      </w:r>
      <w:r w:rsidR="003A6D8D">
        <w:t xml:space="preserve">. </w:t>
      </w:r>
      <w:r w:rsidRPr="003A0BBB">
        <w:t>Maintenant</w:t>
      </w:r>
      <w:r w:rsidR="003A6D8D">
        <w:t xml:space="preserve">, </w:t>
      </w:r>
      <w:r w:rsidRPr="003A0BBB">
        <w:t>mes progrès dans cette voie suscitaient beaucoup moins d</w:t>
      </w:r>
      <w:r w:rsidR="003A6D8D">
        <w:t>’</w:t>
      </w:r>
      <w:r w:rsidRPr="003A0BBB">
        <w:t>enthousiasme</w:t>
      </w:r>
      <w:r w:rsidR="003A6D8D">
        <w:t xml:space="preserve">, </w:t>
      </w:r>
      <w:r w:rsidRPr="003A0BBB">
        <w:t>et je savais que ce n</w:t>
      </w:r>
      <w:r w:rsidR="003A6D8D">
        <w:t>’</w:t>
      </w:r>
      <w:r w:rsidRPr="003A0BBB">
        <w:t>était plus un regard d</w:t>
      </w:r>
      <w:r w:rsidR="003A6D8D">
        <w:t>’</w:t>
      </w:r>
      <w:r w:rsidRPr="003A0BBB">
        <w:t>encouragement qui m</w:t>
      </w:r>
      <w:r w:rsidR="003A6D8D">
        <w:t>’</w:t>
      </w:r>
      <w:r w:rsidRPr="003A0BBB">
        <w:t>attendait</w:t>
      </w:r>
      <w:r w:rsidR="003A6D8D">
        <w:t xml:space="preserve">, </w:t>
      </w:r>
      <w:r w:rsidRPr="003A0BBB">
        <w:t>chaque fois que je venais à paraître avec une robe nouvelle</w:t>
      </w:r>
      <w:r w:rsidR="003A6D8D">
        <w:t xml:space="preserve">. </w:t>
      </w:r>
      <w:r w:rsidRPr="003A0BBB">
        <w:t>Elles étaient pourtant encore bien simples</w:t>
      </w:r>
      <w:r w:rsidR="003A6D8D">
        <w:t xml:space="preserve">, </w:t>
      </w:r>
      <w:r w:rsidRPr="003A0BBB">
        <w:t>bien anodines</w:t>
      </w:r>
      <w:r w:rsidR="003A6D8D">
        <w:t xml:space="preserve"> ; </w:t>
      </w:r>
      <w:r w:rsidRPr="003A0BBB">
        <w:t>mais il ne faut pas oublier que</w:t>
      </w:r>
      <w:r w:rsidR="003A6D8D">
        <w:t xml:space="preserve">, </w:t>
      </w:r>
      <w:r w:rsidRPr="003A0BBB">
        <w:t>trois mois plus tôt</w:t>
      </w:r>
      <w:r w:rsidR="003A6D8D">
        <w:t xml:space="preserve">, </w:t>
      </w:r>
      <w:r w:rsidRPr="003A0BBB">
        <w:t>j</w:t>
      </w:r>
      <w:r w:rsidR="003A6D8D">
        <w:t>’</w:t>
      </w:r>
      <w:r w:rsidRPr="003A0BBB">
        <w:t>en étais à affirmer l</w:t>
      </w:r>
      <w:r w:rsidR="003A6D8D">
        <w:t>’</w:t>
      </w:r>
      <w:r w:rsidRPr="003A0BBB">
        <w:t>intention de ne jamais quitter le deuil</w:t>
      </w:r>
      <w:r w:rsidR="003A6D8D">
        <w:t xml:space="preserve">. </w:t>
      </w:r>
      <w:r w:rsidRPr="003A0BBB">
        <w:t>Par une évolution opposée</w:t>
      </w:r>
      <w:r w:rsidR="003A6D8D">
        <w:t xml:space="preserve">, </w:t>
      </w:r>
      <w:r w:rsidRPr="003A0BBB">
        <w:t>à mesure que je prenais davantage souci de moi-même</w:t>
      </w:r>
      <w:r w:rsidR="003A6D8D">
        <w:t xml:space="preserve">, </w:t>
      </w:r>
      <w:r w:rsidRPr="003A0BBB">
        <w:t>Camille semblait affecter une indifférence de plus en plus marquée pour tout ce qui était luxe féminin</w:t>
      </w:r>
      <w:r w:rsidR="003A6D8D">
        <w:t xml:space="preserve">. </w:t>
      </w:r>
      <w:r w:rsidRPr="003A0BBB">
        <w:t>Et</w:t>
      </w:r>
      <w:r w:rsidR="003A6D8D">
        <w:t xml:space="preserve">, </w:t>
      </w:r>
      <w:r w:rsidRPr="003A0BBB">
        <w:t>je me souviens</w:t>
      </w:r>
      <w:r w:rsidR="003A6D8D">
        <w:t xml:space="preserve">, </w:t>
      </w:r>
      <w:r w:rsidRPr="003A0BBB">
        <w:t>la première fois que je parus sur la terrasse avec un peu de rouge et de poudre</w:t>
      </w:r>
      <w:r w:rsidR="003A6D8D">
        <w:t xml:space="preserve">, </w:t>
      </w:r>
      <w:r w:rsidRPr="003A0BBB">
        <w:t>je ne compris qu</w:t>
      </w:r>
      <w:r w:rsidR="003A6D8D">
        <w:t>’</w:t>
      </w:r>
      <w:r w:rsidRPr="003A0BBB">
        <w:t>elle s</w:t>
      </w:r>
      <w:r w:rsidR="003A6D8D">
        <w:t>’</w:t>
      </w:r>
      <w:r w:rsidRPr="003A0BBB">
        <w:t>en était aperçu que parce que</w:t>
      </w:r>
      <w:r w:rsidR="003A6D8D">
        <w:t xml:space="preserve">, </w:t>
      </w:r>
      <w:r w:rsidRPr="003A0BBB">
        <w:t>à partir de cette date</w:t>
      </w:r>
      <w:r w:rsidR="003A6D8D">
        <w:t xml:space="preserve">, </w:t>
      </w:r>
      <w:r w:rsidRPr="003A0BBB">
        <w:t>elle n</w:t>
      </w:r>
      <w:r w:rsidR="003A6D8D">
        <w:t>’</w:t>
      </w:r>
      <w:r w:rsidRPr="003A0BBB">
        <w:t>en a plus jamais mis</w:t>
      </w:r>
      <w:r w:rsidR="003A6D8D">
        <w:t>.</w:t>
      </w:r>
    </w:p>
    <w:p w14:paraId="05952D2F" w14:textId="77777777" w:rsidR="003A6D8D" w:rsidRDefault="008F7090" w:rsidP="008F7090">
      <w:r w:rsidRPr="003A0BBB">
        <w:t>Jamais</w:t>
      </w:r>
      <w:r w:rsidR="003A6D8D">
        <w:t xml:space="preserve">, </w:t>
      </w:r>
      <w:r w:rsidRPr="003A0BBB">
        <w:t>d</w:t>
      </w:r>
      <w:r w:rsidR="003A6D8D">
        <w:t>’</w:t>
      </w:r>
      <w:r w:rsidRPr="003A0BBB">
        <w:t>ailleurs</w:t>
      </w:r>
      <w:r w:rsidR="003A6D8D">
        <w:t xml:space="preserve">, </w:t>
      </w:r>
      <w:r w:rsidRPr="003A0BBB">
        <w:t>elle ne devait me faire de remarque à ce sujet</w:t>
      </w:r>
      <w:r w:rsidR="003A6D8D">
        <w:t xml:space="preserve">. </w:t>
      </w:r>
      <w:r w:rsidRPr="003A0BBB">
        <w:t>Si</w:t>
      </w:r>
      <w:r w:rsidR="003A6D8D">
        <w:t xml:space="preserve">, </w:t>
      </w:r>
      <w:r w:rsidRPr="003A0BBB">
        <w:t>pourtant</w:t>
      </w:r>
      <w:r w:rsidR="003A6D8D">
        <w:t xml:space="preserve">, </w:t>
      </w:r>
      <w:r w:rsidRPr="003A0BBB">
        <w:t>une fois</w:t>
      </w:r>
      <w:r w:rsidR="003A6D8D">
        <w:t xml:space="preserve">, </w:t>
      </w:r>
      <w:r w:rsidRPr="003A0BBB">
        <w:t>une seule</w:t>
      </w:r>
      <w:r w:rsidR="003A6D8D">
        <w:t xml:space="preserve">. </w:t>
      </w:r>
      <w:r w:rsidRPr="003A0BBB">
        <w:t>J</w:t>
      </w:r>
      <w:r w:rsidR="003A6D8D">
        <w:t>’</w:t>
      </w:r>
      <w:r w:rsidRPr="003A0BBB">
        <w:t xml:space="preserve">avais ce jour-là </w:t>
      </w:r>
      <w:r w:rsidRPr="003A0BBB">
        <w:lastRenderedPageBreak/>
        <w:t>une robe d</w:t>
      </w:r>
      <w:r w:rsidR="003A6D8D">
        <w:t>’</w:t>
      </w:r>
      <w:r w:rsidRPr="003A0BBB">
        <w:t>organdi bleu-nattier</w:t>
      </w:r>
      <w:r w:rsidR="003A6D8D">
        <w:t xml:space="preserve">, </w:t>
      </w:r>
      <w:r w:rsidRPr="003A0BBB">
        <w:t>aux volants d</w:t>
      </w:r>
      <w:r w:rsidR="003A6D8D">
        <w:t>’</w:t>
      </w:r>
      <w:r w:rsidRPr="003A0BBB">
        <w:t>un orange très pâle</w:t>
      </w:r>
      <w:r w:rsidR="003A6D8D">
        <w:t xml:space="preserve">, </w:t>
      </w:r>
      <w:r w:rsidRPr="003A0BBB">
        <w:t>et un de ces légers fichus qui dégagent très bas les épaules</w:t>
      </w:r>
      <w:r w:rsidR="003A6D8D">
        <w:t xml:space="preserve">, </w:t>
      </w:r>
      <w:r w:rsidRPr="003A0BBB">
        <w:t>à peu près comme dans les portraits de Winterhalter</w:t>
      </w:r>
      <w:r w:rsidR="003A6D8D">
        <w:t xml:space="preserve">. </w:t>
      </w:r>
      <w:r w:rsidRPr="003A0BBB">
        <w:t>Elle sourit et se borna à dire</w:t>
      </w:r>
      <w:r w:rsidR="003A6D8D">
        <w:t> :</w:t>
      </w:r>
    </w:p>
    <w:p w14:paraId="7911946A" w14:textId="77777777" w:rsidR="003A6D8D" w:rsidRDefault="003A6D8D" w:rsidP="008F7090">
      <w:r>
        <w:t>— </w:t>
      </w:r>
      <w:r w:rsidR="008F7090" w:rsidRPr="003A0BBB">
        <w:t>Mais quelle élégance</w:t>
      </w:r>
      <w:r>
        <w:t xml:space="preserve">, </w:t>
      </w:r>
      <w:r w:rsidR="008F7090" w:rsidRPr="003A0BBB">
        <w:t>maman</w:t>
      </w:r>
      <w:r>
        <w:t xml:space="preserve">. </w:t>
      </w:r>
      <w:r w:rsidR="008F7090" w:rsidRPr="003A0BBB">
        <w:t>De nous deux</w:t>
      </w:r>
      <w:r>
        <w:t xml:space="preserve">, </w:t>
      </w:r>
      <w:r w:rsidR="008F7090" w:rsidRPr="003A0BBB">
        <w:t>vraiment</w:t>
      </w:r>
      <w:r>
        <w:t xml:space="preserve">, </w:t>
      </w:r>
      <w:r w:rsidR="008F7090" w:rsidRPr="003A0BBB">
        <w:t>on dirait que c</w:t>
      </w:r>
      <w:r>
        <w:t>’</w:t>
      </w:r>
      <w:r w:rsidR="008F7090" w:rsidRPr="003A0BBB">
        <w:t>est toi qui va te marier</w:t>
      </w:r>
      <w:r>
        <w:t> !</w:t>
      </w:r>
    </w:p>
    <w:p w14:paraId="32439173" w14:textId="77777777" w:rsidR="003A6D8D" w:rsidRDefault="008F7090" w:rsidP="008F7090">
      <w:r w:rsidRPr="003A0BBB">
        <w:t>Une telle réflexion ne pouvait manquer de me faire frémir</w:t>
      </w:r>
      <w:r w:rsidR="003A6D8D">
        <w:t xml:space="preserve">. </w:t>
      </w:r>
      <w:r w:rsidRPr="003A0BBB">
        <w:t>Mais ce trouble ne fut que passager</w:t>
      </w:r>
      <w:r w:rsidR="003A6D8D">
        <w:t xml:space="preserve">. </w:t>
      </w:r>
      <w:r w:rsidRPr="003A0BBB">
        <w:t>Eh</w:t>
      </w:r>
      <w:r w:rsidR="003A6D8D">
        <w:t xml:space="preserve"> ! </w:t>
      </w:r>
      <w:r w:rsidRPr="003A0BBB">
        <w:t>que m</w:t>
      </w:r>
      <w:r w:rsidR="003A6D8D">
        <w:t>’</w:t>
      </w:r>
      <w:r w:rsidRPr="003A0BBB">
        <w:t>importait</w:t>
      </w:r>
      <w:r w:rsidR="003A6D8D">
        <w:t xml:space="preserve">, </w:t>
      </w:r>
      <w:r w:rsidRPr="003A0BBB">
        <w:t>après tout</w:t>
      </w:r>
      <w:r w:rsidR="003A6D8D">
        <w:t xml:space="preserve"> ! </w:t>
      </w:r>
      <w:r w:rsidRPr="003A0BBB">
        <w:t>Pourquoi aurais-je redouté d</w:t>
      </w:r>
      <w:r w:rsidR="003A6D8D">
        <w:t>’</w:t>
      </w:r>
      <w:r w:rsidRPr="003A0BBB">
        <w:t>être élégante</w:t>
      </w:r>
      <w:r w:rsidR="003A6D8D">
        <w:t xml:space="preserve">, </w:t>
      </w:r>
      <w:r w:rsidRPr="003A0BBB">
        <w:t>et que Camille le remarquât</w:t>
      </w:r>
      <w:r w:rsidR="003A6D8D">
        <w:t xml:space="preserve"> ! </w:t>
      </w:r>
      <w:r w:rsidRPr="003A0BBB">
        <w:t>L</w:t>
      </w:r>
      <w:r w:rsidR="003A6D8D">
        <w:t>’</w:t>
      </w:r>
      <w:r w:rsidRPr="003A0BBB">
        <w:t>essentiel n</w:t>
      </w:r>
      <w:r w:rsidR="003A6D8D">
        <w:t>’</w:t>
      </w:r>
      <w:r w:rsidRPr="003A0BBB">
        <w:t>était-il pas qu</w:t>
      </w:r>
      <w:r w:rsidR="003A6D8D">
        <w:t>’</w:t>
      </w:r>
      <w:r w:rsidRPr="003A0BBB">
        <w:t>il s</w:t>
      </w:r>
      <w:r w:rsidR="003A6D8D">
        <w:t>’</w:t>
      </w:r>
      <w:r w:rsidRPr="003A0BBB">
        <w:t>en aperçût</w:t>
      </w:r>
      <w:r w:rsidR="003A6D8D">
        <w:t xml:space="preserve">, </w:t>
      </w:r>
      <w:r w:rsidRPr="003A0BBB">
        <w:t>lui</w:t>
      </w:r>
      <w:r w:rsidR="003A6D8D">
        <w:t xml:space="preserve"> ? </w:t>
      </w:r>
      <w:r w:rsidRPr="003A0BBB">
        <w:t>Désormais</w:t>
      </w:r>
      <w:r w:rsidR="003A6D8D">
        <w:t xml:space="preserve">, </w:t>
      </w:r>
      <w:r w:rsidRPr="003A0BBB">
        <w:t>je n</w:t>
      </w:r>
      <w:r w:rsidR="003A6D8D">
        <w:t>’</w:t>
      </w:r>
      <w:r w:rsidRPr="003A0BBB">
        <w:t>avais plus qu</w:t>
      </w:r>
      <w:r w:rsidR="003A6D8D">
        <w:t>’</w:t>
      </w:r>
      <w:r w:rsidRPr="003A0BBB">
        <w:t>une chose à cœur</w:t>
      </w:r>
      <w:r w:rsidR="003A6D8D">
        <w:t xml:space="preserve"> : </w:t>
      </w:r>
      <w:r w:rsidRPr="003A0BBB">
        <w:t>m</w:t>
      </w:r>
      <w:r w:rsidR="003A6D8D">
        <w:t>’</w:t>
      </w:r>
      <w:r w:rsidRPr="003A0BBB">
        <w:t>ingénier à lui rendre grâce de m</w:t>
      </w:r>
      <w:r w:rsidR="003A6D8D">
        <w:t>’</w:t>
      </w:r>
      <w:r w:rsidRPr="003A0BBB">
        <w:t>avoir métamorphosée</w:t>
      </w:r>
      <w:r w:rsidR="003A6D8D">
        <w:t xml:space="preserve">, </w:t>
      </w:r>
      <w:r w:rsidRPr="003A0BBB">
        <w:t>lui faire comprendre que c</w:t>
      </w:r>
      <w:r w:rsidR="003A6D8D">
        <w:t>’</w:t>
      </w:r>
      <w:r w:rsidRPr="003A0BBB">
        <w:t>était lui</w:t>
      </w:r>
      <w:r w:rsidR="003A6D8D">
        <w:t xml:space="preserve">, </w:t>
      </w:r>
      <w:r w:rsidRPr="003A0BBB">
        <w:t>lui seul qui était l</w:t>
      </w:r>
      <w:r w:rsidR="003A6D8D">
        <w:t>’</w:t>
      </w:r>
      <w:r w:rsidRPr="003A0BBB">
        <w:t>auteur de ce miracle</w:t>
      </w:r>
      <w:r w:rsidR="003A6D8D">
        <w:t xml:space="preserve">, </w:t>
      </w:r>
      <w:r w:rsidRPr="003A0BBB">
        <w:t>et le remercier de m</w:t>
      </w:r>
      <w:r w:rsidR="003A6D8D">
        <w:t>’</w:t>
      </w:r>
      <w:r w:rsidRPr="003A0BBB">
        <w:t>avoir révélée à moi-même en m</w:t>
      </w:r>
      <w:r w:rsidR="003A6D8D">
        <w:t>’</w:t>
      </w:r>
      <w:r w:rsidRPr="003A0BBB">
        <w:t>offrant chaque fois plus belle à ses regards</w:t>
      </w:r>
      <w:r w:rsidR="003A6D8D">
        <w:t>.</w:t>
      </w:r>
    </w:p>
    <w:p w14:paraId="1F93049F" w14:textId="3277A00B" w:rsidR="008F7090" w:rsidRPr="003A0BBB" w:rsidRDefault="008F7090" w:rsidP="008F7090"/>
    <w:p w14:paraId="73C89EE3" w14:textId="77777777" w:rsidR="003A6D8D" w:rsidRDefault="008F7090" w:rsidP="008F7090">
      <w:r w:rsidRPr="003A0BBB">
        <w:t>Un jour</w:t>
      </w:r>
      <w:r w:rsidR="003A6D8D">
        <w:t xml:space="preserve">, </w:t>
      </w:r>
      <w:r w:rsidRPr="003A0BBB">
        <w:t>Maria me dit timidement</w:t>
      </w:r>
      <w:r w:rsidR="003A6D8D">
        <w:t> :</w:t>
      </w:r>
    </w:p>
    <w:p w14:paraId="5BF75F8F" w14:textId="77777777" w:rsidR="003A6D8D" w:rsidRDefault="003A6D8D" w:rsidP="008F7090">
      <w:r>
        <w:t>— </w:t>
      </w:r>
      <w:r w:rsidR="008F7090" w:rsidRPr="003A0BBB">
        <w:t>Madame a-t-elle fait attention</w:t>
      </w:r>
      <w:r>
        <w:t> ?</w:t>
      </w:r>
    </w:p>
    <w:p w14:paraId="48EC465C" w14:textId="77777777" w:rsidR="003A6D8D" w:rsidRDefault="003A6D8D" w:rsidP="008F7090">
      <w:r>
        <w:t>— </w:t>
      </w:r>
      <w:r w:rsidR="008F7090" w:rsidRPr="003A0BBB">
        <w:t>À quoi</w:t>
      </w:r>
      <w:r>
        <w:t> ?</w:t>
      </w:r>
    </w:p>
    <w:p w14:paraId="5274D107" w14:textId="77777777" w:rsidR="003A6D8D" w:rsidRDefault="003A6D8D" w:rsidP="008F7090">
      <w:r>
        <w:t>— </w:t>
      </w:r>
      <w:r w:rsidR="008F7090" w:rsidRPr="003A0BBB">
        <w:t>À la mine qu</w:t>
      </w:r>
      <w:r>
        <w:t>’</w:t>
      </w:r>
      <w:r w:rsidR="008F7090" w:rsidRPr="003A0BBB">
        <w:t>a Mademoiselle depuis quelques jours</w:t>
      </w:r>
      <w:r>
        <w:t>.</w:t>
      </w:r>
    </w:p>
    <w:p w14:paraId="6E0B7D56" w14:textId="77777777" w:rsidR="003A6D8D" w:rsidRDefault="003A6D8D" w:rsidP="008F7090">
      <w:r>
        <w:t>— </w:t>
      </w:r>
      <w:r w:rsidR="008F7090" w:rsidRPr="003A0BBB">
        <w:t>Eh bien</w:t>
      </w:r>
      <w:r>
        <w:t> ?</w:t>
      </w:r>
    </w:p>
    <w:p w14:paraId="6CA2EFE8" w14:textId="77777777" w:rsidR="003A6D8D" w:rsidRDefault="003A6D8D" w:rsidP="008F7090">
      <w:r>
        <w:t>— </w:t>
      </w:r>
      <w:r w:rsidR="008F7090" w:rsidRPr="003A0BBB">
        <w:t>On dirait que l</w:t>
      </w:r>
      <w:r>
        <w:t>’</w:t>
      </w:r>
      <w:r w:rsidR="008F7090" w:rsidRPr="003A0BBB">
        <w:t>air du pays ne lui est pas bon</w:t>
      </w:r>
      <w:r>
        <w:t xml:space="preserve">, </w:t>
      </w:r>
      <w:r w:rsidR="008F7090" w:rsidRPr="003A0BBB">
        <w:t>cette année</w:t>
      </w:r>
      <w:r>
        <w:t>.</w:t>
      </w:r>
    </w:p>
    <w:p w14:paraId="7623CD8F" w14:textId="77777777" w:rsidR="003A6D8D" w:rsidRDefault="008F7090" w:rsidP="008F7090">
      <w:r w:rsidRPr="003A0BBB">
        <w:t>Je haussai les épaules</w:t>
      </w:r>
      <w:r w:rsidR="003A6D8D">
        <w:t>.</w:t>
      </w:r>
    </w:p>
    <w:p w14:paraId="32F0DC6F" w14:textId="77777777" w:rsidR="003A6D8D" w:rsidRDefault="003A6D8D" w:rsidP="008F7090">
      <w:r>
        <w:t>— </w:t>
      </w:r>
      <w:r w:rsidR="008F7090" w:rsidRPr="003A0BBB">
        <w:t>Mademoiselle a beaucoup travaillé ces temps-ci</w:t>
      </w:r>
      <w:r>
        <w:t xml:space="preserve">, </w:t>
      </w:r>
      <w:r w:rsidR="008F7090" w:rsidRPr="003A0BBB">
        <w:t>répondis-je d</w:t>
      </w:r>
      <w:r>
        <w:t>’</w:t>
      </w:r>
      <w:r w:rsidR="008F7090" w:rsidRPr="003A0BBB">
        <w:t>un ton sec</w:t>
      </w:r>
      <w:r>
        <w:t xml:space="preserve">. </w:t>
      </w:r>
      <w:r w:rsidR="008F7090" w:rsidRPr="003A0BBB">
        <w:t>Elle n</w:t>
      </w:r>
      <w:r>
        <w:t>’</w:t>
      </w:r>
      <w:r w:rsidR="008F7090" w:rsidRPr="003A0BBB">
        <w:t>a qu</w:t>
      </w:r>
      <w:r>
        <w:t>’</w:t>
      </w:r>
      <w:r w:rsidR="008F7090" w:rsidRPr="003A0BBB">
        <w:t>à prendre un peu de repos</w:t>
      </w:r>
      <w:r>
        <w:t>.</w:t>
      </w:r>
    </w:p>
    <w:p w14:paraId="333B49D5" w14:textId="5691D04C" w:rsidR="008F7090" w:rsidRPr="003A0BBB" w:rsidRDefault="008F7090" w:rsidP="008F7090"/>
    <w:p w14:paraId="4B637D4D" w14:textId="77777777" w:rsidR="003A6D8D" w:rsidRDefault="008F7090" w:rsidP="008F7090">
      <w:r w:rsidRPr="003A0BBB">
        <w:t>Ainsi</w:t>
      </w:r>
      <w:r w:rsidR="003A6D8D">
        <w:t xml:space="preserve">, </w:t>
      </w:r>
      <w:r w:rsidRPr="003A0BBB">
        <w:t>délibérément</w:t>
      </w:r>
      <w:r w:rsidR="003A6D8D">
        <w:t xml:space="preserve">, </w:t>
      </w:r>
      <w:r w:rsidRPr="003A0BBB">
        <w:t>en ces heures insensées</w:t>
      </w:r>
      <w:r w:rsidR="003A6D8D">
        <w:t xml:space="preserve">, </w:t>
      </w:r>
      <w:r w:rsidRPr="003A0BBB">
        <w:t>j</w:t>
      </w:r>
      <w:r w:rsidR="003A6D8D">
        <w:t>’</w:t>
      </w:r>
      <w:r w:rsidRPr="003A0BBB">
        <w:t>ai fui</w:t>
      </w:r>
      <w:r w:rsidR="003A6D8D">
        <w:t xml:space="preserve">, </w:t>
      </w:r>
      <w:r w:rsidRPr="003A0BBB">
        <w:t>je ne peux pas ne pas l</w:t>
      </w:r>
      <w:r w:rsidR="003A6D8D">
        <w:t>’</w:t>
      </w:r>
      <w:r w:rsidRPr="003A0BBB">
        <w:t>avouer</w:t>
      </w:r>
      <w:r w:rsidR="003A6D8D">
        <w:t xml:space="preserve">, </w:t>
      </w:r>
      <w:r w:rsidRPr="003A0BBB">
        <w:t>tout ce qui était de nature à me ramener à mon devoir</w:t>
      </w:r>
      <w:r w:rsidR="003A6D8D">
        <w:t xml:space="preserve">. </w:t>
      </w:r>
      <w:r w:rsidRPr="003A0BBB">
        <w:t>Je n</w:t>
      </w:r>
      <w:r w:rsidR="003A6D8D">
        <w:t>’</w:t>
      </w:r>
      <w:r w:rsidRPr="003A0BBB">
        <w:t>ai rien fait</w:t>
      </w:r>
      <w:r w:rsidR="003A6D8D">
        <w:t xml:space="preserve">, </w:t>
      </w:r>
      <w:r w:rsidRPr="003A0BBB">
        <w:t>quand j</w:t>
      </w:r>
      <w:r w:rsidR="003A6D8D">
        <w:t>’</w:t>
      </w:r>
      <w:r w:rsidRPr="003A0BBB">
        <w:t>en avais encore la possibilité</w:t>
      </w:r>
      <w:r w:rsidR="003A6D8D">
        <w:t xml:space="preserve">, </w:t>
      </w:r>
      <w:r w:rsidRPr="003A0BBB">
        <w:t>pour prévenir l</w:t>
      </w:r>
      <w:r w:rsidR="003A6D8D">
        <w:t>’</w:t>
      </w:r>
      <w:r w:rsidRPr="003A0BBB">
        <w:t>orage qui était en train de s</w:t>
      </w:r>
      <w:r w:rsidR="003A6D8D">
        <w:t>’</w:t>
      </w:r>
      <w:r w:rsidRPr="003A0BBB">
        <w:t>accumuler sur nos têtes</w:t>
      </w:r>
      <w:r w:rsidR="003A6D8D">
        <w:t xml:space="preserve">. </w:t>
      </w:r>
      <w:r w:rsidRPr="003A0BBB">
        <w:t>Cent fois</w:t>
      </w:r>
      <w:r w:rsidR="003A6D8D">
        <w:t xml:space="preserve">, </w:t>
      </w:r>
      <w:r w:rsidRPr="003A0BBB">
        <w:t>mille fois</w:t>
      </w:r>
      <w:r w:rsidR="003A6D8D">
        <w:t xml:space="preserve">, </w:t>
      </w:r>
      <w:r w:rsidRPr="003A0BBB">
        <w:t>je le sais bien</w:t>
      </w:r>
      <w:r w:rsidR="003A6D8D">
        <w:t xml:space="preserve">, </w:t>
      </w:r>
      <w:r w:rsidRPr="003A0BBB">
        <w:t>j</w:t>
      </w:r>
      <w:r w:rsidR="003A6D8D">
        <w:t>’</w:t>
      </w:r>
      <w:r w:rsidRPr="003A0BBB">
        <w:t>aurais dû crier à Camille</w:t>
      </w:r>
      <w:r w:rsidR="003A6D8D">
        <w:t> : « </w:t>
      </w:r>
      <w:r w:rsidRPr="003A0BBB">
        <w:t>Que restes-tu ici</w:t>
      </w:r>
      <w:r w:rsidR="003A6D8D">
        <w:t xml:space="preserve">, </w:t>
      </w:r>
      <w:r w:rsidRPr="003A0BBB">
        <w:t>imprudente petite fille</w:t>
      </w:r>
      <w:r w:rsidR="003A6D8D">
        <w:t xml:space="preserve"> ? </w:t>
      </w:r>
      <w:r w:rsidRPr="003A0BBB">
        <w:t>Fuis</w:t>
      </w:r>
      <w:r w:rsidR="003A6D8D">
        <w:t xml:space="preserve">, </w:t>
      </w:r>
      <w:r w:rsidRPr="003A0BBB">
        <w:t>fuis bien loin</w:t>
      </w:r>
      <w:r w:rsidR="003A6D8D">
        <w:t xml:space="preserve">. </w:t>
      </w:r>
      <w:r w:rsidRPr="003A0BBB">
        <w:t>Ne sens-tu pas</w:t>
      </w:r>
      <w:r w:rsidR="003A6D8D">
        <w:t xml:space="preserve">, </w:t>
      </w:r>
      <w:r w:rsidRPr="003A0BBB">
        <w:t>comme dit Maria</w:t>
      </w:r>
      <w:r w:rsidR="003A6D8D">
        <w:t xml:space="preserve">, </w:t>
      </w:r>
      <w:r w:rsidRPr="003A0BBB">
        <w:t>que l</w:t>
      </w:r>
      <w:r w:rsidR="003A6D8D">
        <w:t>’</w:t>
      </w:r>
      <w:r w:rsidRPr="003A0BBB">
        <w:t>air est mauvais pour toi</w:t>
      </w:r>
      <w:r w:rsidR="003A6D8D">
        <w:t xml:space="preserve"> ? </w:t>
      </w:r>
      <w:r w:rsidRPr="003A0BBB">
        <w:t>Ne demeure pas une minute dans une maison dont tu ne comprends pas la traîtrise</w:t>
      </w:r>
      <w:r w:rsidR="003A6D8D">
        <w:t>. »</w:t>
      </w:r>
      <w:r w:rsidRPr="003A0BBB">
        <w:t xml:space="preserve"> Ou plutôt</w:t>
      </w:r>
      <w:r w:rsidR="003A6D8D">
        <w:t xml:space="preserve">, </w:t>
      </w:r>
      <w:r w:rsidRPr="003A0BBB">
        <w:t>non</w:t>
      </w:r>
      <w:r w:rsidR="003A6D8D">
        <w:t xml:space="preserve"> : </w:t>
      </w:r>
      <w:r w:rsidRPr="003A0BBB">
        <w:t>mon devoir était autre</w:t>
      </w:r>
      <w:r w:rsidR="003A6D8D">
        <w:t xml:space="preserve">. </w:t>
      </w:r>
      <w:r w:rsidRPr="003A0BBB">
        <w:t>Ce n</w:t>
      </w:r>
      <w:r w:rsidR="003A6D8D">
        <w:t>’</w:t>
      </w:r>
      <w:r w:rsidRPr="003A0BBB">
        <w:t>était pas à Camille à s</w:t>
      </w:r>
      <w:r w:rsidR="003A6D8D">
        <w:t>’</w:t>
      </w:r>
      <w:r w:rsidRPr="003A0BBB">
        <w:t>en aller</w:t>
      </w:r>
      <w:r w:rsidR="003A6D8D">
        <w:t xml:space="preserve">. </w:t>
      </w:r>
      <w:r w:rsidRPr="003A0BBB">
        <w:t>Moi partie</w:t>
      </w:r>
      <w:r w:rsidR="003A6D8D">
        <w:t xml:space="preserve">, </w:t>
      </w:r>
      <w:r w:rsidRPr="003A0BBB">
        <w:t>Maguelonne cessait d</w:t>
      </w:r>
      <w:r w:rsidR="003A6D8D">
        <w:t>’</w:t>
      </w:r>
      <w:r w:rsidRPr="003A0BBB">
        <w:t>être une embuscade pour redevenir le vieil asile accueillant et moussu dans ce merveilleux automne jaune et rose</w:t>
      </w:r>
      <w:r w:rsidR="003A6D8D">
        <w:t xml:space="preserve">. </w:t>
      </w:r>
      <w:r w:rsidRPr="003A0BBB">
        <w:t>Oui</w:t>
      </w:r>
      <w:r w:rsidR="003A6D8D">
        <w:t xml:space="preserve">, </w:t>
      </w:r>
      <w:r w:rsidRPr="003A0BBB">
        <w:t>c</w:t>
      </w:r>
      <w:r w:rsidR="003A6D8D">
        <w:t>’</w:t>
      </w:r>
      <w:r w:rsidRPr="003A0BBB">
        <w:t>était à moi de céder la place</w:t>
      </w:r>
      <w:r w:rsidR="003A6D8D">
        <w:t xml:space="preserve">. </w:t>
      </w:r>
      <w:r w:rsidRPr="003A0BBB">
        <w:t>Les endroits de retraite ne manquaient pas</w:t>
      </w:r>
      <w:r w:rsidR="003A6D8D">
        <w:t xml:space="preserve">. </w:t>
      </w:r>
      <w:r w:rsidRPr="003A0BBB">
        <w:t>N</w:t>
      </w:r>
      <w:r w:rsidR="003A6D8D">
        <w:t>’</w:t>
      </w:r>
      <w:r w:rsidRPr="003A0BBB">
        <w:t>y avait-il pas</w:t>
      </w:r>
      <w:r w:rsidR="003A6D8D">
        <w:t xml:space="preserve">, </w:t>
      </w:r>
      <w:r w:rsidRPr="003A0BBB">
        <w:t>à une lieue de là</w:t>
      </w:r>
      <w:r w:rsidR="003A6D8D">
        <w:t xml:space="preserve">, </w:t>
      </w:r>
      <w:r w:rsidRPr="003A0BBB">
        <w:t>un couvent de Visitandines où j</w:t>
      </w:r>
      <w:r w:rsidR="003A6D8D">
        <w:t>’</w:t>
      </w:r>
      <w:r w:rsidRPr="003A0BBB">
        <w:t>avais eu souvent la pensée de solliciter mon admission comme dame pensionnaire</w:t>
      </w:r>
      <w:r w:rsidR="003A6D8D">
        <w:t xml:space="preserve">, </w:t>
      </w:r>
      <w:r w:rsidRPr="003A0BBB">
        <w:t>en ces instants où l</w:t>
      </w:r>
      <w:r w:rsidR="003A6D8D">
        <w:t>’</w:t>
      </w:r>
      <w:r w:rsidRPr="003A0BBB">
        <w:t>on ne sent plus la nécessité de s</w:t>
      </w:r>
      <w:r w:rsidR="003A6D8D">
        <w:t>’</w:t>
      </w:r>
      <w:r w:rsidRPr="003A0BBB">
        <w:t>imposer pour soi seule les tracas d</w:t>
      </w:r>
      <w:r w:rsidR="003A6D8D">
        <w:t>’</w:t>
      </w:r>
      <w:r w:rsidRPr="003A0BBB">
        <w:t>un train de maison</w:t>
      </w:r>
      <w:r w:rsidR="003A6D8D">
        <w:t xml:space="preserve"> ? </w:t>
      </w:r>
      <w:r w:rsidRPr="003A0BBB">
        <w:t>J</w:t>
      </w:r>
      <w:r w:rsidR="003A6D8D">
        <w:t>’</w:t>
      </w:r>
      <w:r w:rsidRPr="003A0BBB">
        <w:t>en avais été dissuadée par la crainte de paraître égoïste à Camille</w:t>
      </w:r>
      <w:r w:rsidR="003A6D8D">
        <w:t xml:space="preserve">, </w:t>
      </w:r>
      <w:r w:rsidRPr="003A0BBB">
        <w:t>que je n</w:t>
      </w:r>
      <w:r w:rsidR="003A6D8D">
        <w:t>’</w:t>
      </w:r>
      <w:r w:rsidRPr="003A0BBB">
        <w:t>aurais plus pu recevoir aux périodes de vacances</w:t>
      </w:r>
      <w:r w:rsidR="003A6D8D">
        <w:t xml:space="preserve">. </w:t>
      </w:r>
      <w:r w:rsidRPr="003A0BBB">
        <w:t>Aujourd</w:t>
      </w:r>
      <w:r w:rsidR="003A6D8D">
        <w:t>’</w:t>
      </w:r>
      <w:r w:rsidRPr="003A0BBB">
        <w:t>hui</w:t>
      </w:r>
      <w:r w:rsidR="003A6D8D">
        <w:t xml:space="preserve">, </w:t>
      </w:r>
      <w:r w:rsidRPr="003A0BBB">
        <w:t>sans doute</w:t>
      </w:r>
      <w:r w:rsidR="003A6D8D">
        <w:t xml:space="preserve">, </w:t>
      </w:r>
      <w:r w:rsidRPr="003A0BBB">
        <w:t>ma fille ne me manifesterait qu</w:t>
      </w:r>
      <w:r w:rsidR="003A6D8D">
        <w:t>’</w:t>
      </w:r>
      <w:r w:rsidRPr="003A0BBB">
        <w:t>un regret poli d</w:t>
      </w:r>
      <w:r w:rsidR="003A6D8D">
        <w:t>’</w:t>
      </w:r>
      <w:r w:rsidRPr="003A0BBB">
        <w:t>une semblable décision</w:t>
      </w:r>
      <w:r w:rsidR="003A6D8D">
        <w:t xml:space="preserve">. </w:t>
      </w:r>
      <w:r w:rsidRPr="003A0BBB">
        <w:t>Là</w:t>
      </w:r>
      <w:r w:rsidR="003A6D8D">
        <w:t xml:space="preserve">, </w:t>
      </w:r>
      <w:r w:rsidRPr="003A0BBB">
        <w:t>ou plus loin encore</w:t>
      </w:r>
      <w:r w:rsidR="003A6D8D">
        <w:t xml:space="preserve">, </w:t>
      </w:r>
      <w:r w:rsidRPr="003A0BBB">
        <w:t>bien plus loin</w:t>
      </w:r>
      <w:r w:rsidR="003A6D8D">
        <w:t xml:space="preserve">, </w:t>
      </w:r>
      <w:r w:rsidRPr="003A0BBB">
        <w:t>si je craignais de défaillir à sentir si près de moi mon redoutable antagoniste</w:t>
      </w:r>
      <w:r w:rsidR="003A6D8D">
        <w:t xml:space="preserve">, </w:t>
      </w:r>
      <w:r w:rsidRPr="003A0BBB">
        <w:t>à respirer le même air que lui</w:t>
      </w:r>
      <w:r w:rsidR="003A6D8D">
        <w:t xml:space="preserve">. </w:t>
      </w:r>
      <w:r w:rsidRPr="003A0BBB">
        <w:t>Beaucoup plus loin</w:t>
      </w:r>
      <w:r w:rsidR="003A6D8D">
        <w:t xml:space="preserve"> ; </w:t>
      </w:r>
      <w:r w:rsidRPr="003A0BBB">
        <w:t>à l</w:t>
      </w:r>
      <w:r w:rsidR="003A6D8D">
        <w:t>’</w:t>
      </w:r>
      <w:r w:rsidRPr="003A0BBB">
        <w:t>autre bout de la terre</w:t>
      </w:r>
      <w:r w:rsidR="003A6D8D">
        <w:t xml:space="preserve"> ; </w:t>
      </w:r>
      <w:r w:rsidRPr="003A0BBB">
        <w:t>n</w:t>
      </w:r>
      <w:r w:rsidR="003A6D8D">
        <w:t>’</w:t>
      </w:r>
      <w:r w:rsidRPr="003A0BBB">
        <w:t>importe où</w:t>
      </w:r>
      <w:r w:rsidR="003A6D8D">
        <w:t xml:space="preserve">. </w:t>
      </w:r>
      <w:r w:rsidRPr="003A0BBB">
        <w:t>Mais partir</w:t>
      </w:r>
      <w:r w:rsidR="003A6D8D">
        <w:t xml:space="preserve">, </w:t>
      </w:r>
      <w:r w:rsidRPr="003A0BBB">
        <w:t>partir</w:t>
      </w:r>
      <w:r w:rsidR="003A6D8D">
        <w:t xml:space="preserve"> ! </w:t>
      </w:r>
      <w:r w:rsidRPr="003A0BBB">
        <w:t>Ce qui s</w:t>
      </w:r>
      <w:r w:rsidR="003A6D8D">
        <w:t>’</w:t>
      </w:r>
      <w:r w:rsidRPr="003A0BBB">
        <w:t>est passé n</w:t>
      </w:r>
      <w:r w:rsidR="003A6D8D">
        <w:t>’</w:t>
      </w:r>
      <w:r w:rsidRPr="003A0BBB">
        <w:t>aurait pas eu lieu</w:t>
      </w:r>
      <w:r w:rsidR="003A6D8D">
        <w:t xml:space="preserve">, </w:t>
      </w:r>
      <w:r w:rsidRPr="003A0BBB">
        <w:t>et mes nuits ne seraient pas devenues ce qu</w:t>
      </w:r>
      <w:r w:rsidR="003A6D8D">
        <w:t>’</w:t>
      </w:r>
      <w:r w:rsidRPr="003A0BBB">
        <w:t>elles sont</w:t>
      </w:r>
      <w:r w:rsidR="003A6D8D">
        <w:t xml:space="preserve">, </w:t>
      </w:r>
      <w:r w:rsidRPr="003A0BBB">
        <w:t>une alternance effroyable de cauchemars et de remords</w:t>
      </w:r>
      <w:r w:rsidR="003A6D8D">
        <w:t>.</w:t>
      </w:r>
    </w:p>
    <w:p w14:paraId="771D9061" w14:textId="77777777" w:rsidR="003A6D8D" w:rsidRDefault="008F7090" w:rsidP="008F7090">
      <w:r w:rsidRPr="003A0BBB">
        <w:t>C</w:t>
      </w:r>
      <w:r w:rsidR="003A6D8D">
        <w:t>’</w:t>
      </w:r>
      <w:r w:rsidRPr="003A0BBB">
        <w:t>est ainsi que je raisonne aujourd</w:t>
      </w:r>
      <w:r w:rsidR="003A6D8D">
        <w:t>’</w:t>
      </w:r>
      <w:r w:rsidRPr="003A0BBB">
        <w:t>hui</w:t>
      </w:r>
      <w:r w:rsidR="003A6D8D">
        <w:t xml:space="preserve">. </w:t>
      </w:r>
      <w:r w:rsidRPr="003A0BBB">
        <w:t>Mais</w:t>
      </w:r>
      <w:r w:rsidR="003A6D8D">
        <w:t xml:space="preserve">, </w:t>
      </w:r>
      <w:r w:rsidRPr="003A0BBB">
        <w:t>à cette époque</w:t>
      </w:r>
      <w:r w:rsidR="003A6D8D">
        <w:t xml:space="preserve">, </w:t>
      </w:r>
      <w:r w:rsidRPr="003A0BBB">
        <w:t>pouvais-je prévoir ce qui devait se passer</w:t>
      </w:r>
      <w:r w:rsidR="003A6D8D">
        <w:t xml:space="preserve"> ? </w:t>
      </w:r>
      <w:r w:rsidRPr="003A0BBB">
        <w:t xml:space="preserve">Étais-je </w:t>
      </w:r>
      <w:r w:rsidRPr="003A0BBB">
        <w:lastRenderedPageBreak/>
        <w:t>même encore capable de prendre un tel parti</w:t>
      </w:r>
      <w:r w:rsidR="003A6D8D">
        <w:t xml:space="preserve"> ? </w:t>
      </w:r>
      <w:r w:rsidRPr="003A0BBB">
        <w:t>Misérable puissance de l</w:t>
      </w:r>
      <w:r w:rsidR="003A6D8D">
        <w:t>’</w:t>
      </w:r>
      <w:r w:rsidRPr="003A0BBB">
        <w:t>amour</w:t>
      </w:r>
      <w:r w:rsidR="003A6D8D">
        <w:t xml:space="preserve"> ! </w:t>
      </w:r>
      <w:r w:rsidRPr="003A0BBB">
        <w:t>À l</w:t>
      </w:r>
      <w:r w:rsidR="003A6D8D">
        <w:t>’</w:t>
      </w:r>
      <w:r w:rsidRPr="003A0BBB">
        <w:t>examen du brevet supérieur</w:t>
      </w:r>
      <w:r w:rsidR="003A6D8D">
        <w:t xml:space="preserve">, </w:t>
      </w:r>
      <w:r w:rsidRPr="003A0BBB">
        <w:t>je me souviens d</w:t>
      </w:r>
      <w:r w:rsidR="003A6D8D">
        <w:t>’</w:t>
      </w:r>
      <w:r w:rsidRPr="003A0BBB">
        <w:t>avoir eu une bonne note en histoire</w:t>
      </w:r>
      <w:r w:rsidR="003A6D8D">
        <w:t xml:space="preserve">. </w:t>
      </w:r>
      <w:r w:rsidRPr="003A0BBB">
        <w:t>On m</w:t>
      </w:r>
      <w:r w:rsidR="003A6D8D">
        <w:t>’</w:t>
      </w:r>
      <w:r w:rsidRPr="003A0BBB">
        <w:t>avait interrogée sur le procès d</w:t>
      </w:r>
      <w:r w:rsidR="003A6D8D">
        <w:t>’</w:t>
      </w:r>
      <w:r w:rsidRPr="003A0BBB">
        <w:t>une reine infortunée</w:t>
      </w:r>
      <w:r w:rsidR="003A6D8D">
        <w:t xml:space="preserve">, </w:t>
      </w:r>
      <w:r w:rsidRPr="003A0BBB">
        <w:t>et j</w:t>
      </w:r>
      <w:r w:rsidR="003A6D8D">
        <w:t>’</w:t>
      </w:r>
      <w:r w:rsidRPr="003A0BBB">
        <w:t>avais pu citer à l</w:t>
      </w:r>
      <w:r w:rsidR="003A6D8D">
        <w:t>’</w:t>
      </w:r>
      <w:r w:rsidRPr="003A0BBB">
        <w:t>examinateur l</w:t>
      </w:r>
      <w:r w:rsidR="003A6D8D">
        <w:t>’</w:t>
      </w:r>
      <w:r w:rsidRPr="003A0BBB">
        <w:t>apostrophe fameuse</w:t>
      </w:r>
      <w:r w:rsidR="003A6D8D">
        <w:t> : « </w:t>
      </w:r>
      <w:r w:rsidRPr="003A0BBB">
        <w:t>J</w:t>
      </w:r>
      <w:r w:rsidR="003A6D8D">
        <w:t>’</w:t>
      </w:r>
      <w:r w:rsidRPr="003A0BBB">
        <w:t>en appelle à toutes les mères</w:t>
      </w:r>
      <w:r w:rsidR="003A6D8D">
        <w:t> ! »</w:t>
      </w:r>
      <w:r w:rsidRPr="003A0BBB">
        <w:t xml:space="preserve"> Ce cri</w:t>
      </w:r>
      <w:r w:rsidR="003A6D8D">
        <w:t xml:space="preserve">, </w:t>
      </w:r>
      <w:r w:rsidRPr="003A0BBB">
        <w:t>c</w:t>
      </w:r>
      <w:r w:rsidR="003A6D8D">
        <w:t>’</w:t>
      </w:r>
      <w:r w:rsidRPr="003A0BBB">
        <w:t>est le dernier que j</w:t>
      </w:r>
      <w:r w:rsidR="003A6D8D">
        <w:t>’</w:t>
      </w:r>
      <w:r w:rsidRPr="003A0BBB">
        <w:t>ai le droit de pousser</w:t>
      </w:r>
      <w:r w:rsidR="003A6D8D">
        <w:t xml:space="preserve">. </w:t>
      </w:r>
      <w:r w:rsidRPr="003A0BBB">
        <w:t>Mais si</w:t>
      </w:r>
      <w:r w:rsidR="003A6D8D">
        <w:t xml:space="preserve">, </w:t>
      </w:r>
      <w:r w:rsidRPr="003A0BBB">
        <w:t>étalant devant elles mon cœur et ses plaies</w:t>
      </w:r>
      <w:r w:rsidR="003A6D8D">
        <w:t xml:space="preserve">, </w:t>
      </w:r>
      <w:r w:rsidRPr="003A0BBB">
        <w:t>je criais</w:t>
      </w:r>
      <w:r w:rsidR="003A6D8D">
        <w:t> : « </w:t>
      </w:r>
      <w:r w:rsidRPr="003A0BBB">
        <w:t>J</w:t>
      </w:r>
      <w:r w:rsidR="003A6D8D">
        <w:t>’</w:t>
      </w:r>
      <w:r w:rsidRPr="003A0BBB">
        <w:t>en appelle à toutes les femmes</w:t>
      </w:r>
      <w:r w:rsidR="003A6D8D">
        <w:t xml:space="preserve"> », </w:t>
      </w:r>
      <w:r w:rsidRPr="003A0BBB">
        <w:t>en est-il une seule qui aurait l</w:t>
      </w:r>
      <w:r w:rsidR="003A6D8D">
        <w:t>’</w:t>
      </w:r>
      <w:r w:rsidRPr="003A0BBB">
        <w:t>hypocrisie de me jeter la pierre</w:t>
      </w:r>
      <w:r w:rsidR="003A6D8D">
        <w:t xml:space="preserve"> ? </w:t>
      </w:r>
      <w:r w:rsidRPr="003A0BBB">
        <w:t>Misérable puissance de l</w:t>
      </w:r>
      <w:r w:rsidR="003A6D8D">
        <w:t>’</w:t>
      </w:r>
      <w:r w:rsidRPr="003A0BBB">
        <w:t>amour</w:t>
      </w:r>
      <w:r w:rsidR="003A6D8D">
        <w:t xml:space="preserve"> ! </w:t>
      </w:r>
      <w:r w:rsidRPr="003A0BBB">
        <w:t>Celle-là mentirait qui nierait qu</w:t>
      </w:r>
      <w:r w:rsidR="003A6D8D">
        <w:t>’</w:t>
      </w:r>
      <w:r w:rsidRPr="003A0BBB">
        <w:t>au moins une fois dans son existence elle n</w:t>
      </w:r>
      <w:r w:rsidR="003A6D8D">
        <w:t>’</w:t>
      </w:r>
      <w:r w:rsidRPr="003A0BBB">
        <w:t>a pas été son esclave</w:t>
      </w:r>
      <w:r w:rsidR="003A6D8D">
        <w:t xml:space="preserve">, </w:t>
      </w:r>
      <w:r w:rsidRPr="003A0BBB">
        <w:t>prête à tout</w:t>
      </w:r>
      <w:r w:rsidR="003A6D8D">
        <w:t xml:space="preserve">, </w:t>
      </w:r>
      <w:r w:rsidRPr="003A0BBB">
        <w:t>y compris le crime et la honte</w:t>
      </w:r>
      <w:r w:rsidR="003A6D8D">
        <w:t xml:space="preserve">. </w:t>
      </w:r>
      <w:r w:rsidRPr="003A0BBB">
        <w:t>Non</w:t>
      </w:r>
      <w:r w:rsidR="003A6D8D">
        <w:t xml:space="preserve">, </w:t>
      </w:r>
      <w:r w:rsidRPr="003A0BBB">
        <w:t>non</w:t>
      </w:r>
      <w:r w:rsidR="003A6D8D">
        <w:t xml:space="preserve">, </w:t>
      </w:r>
      <w:r w:rsidRPr="003A0BBB">
        <w:t>j</w:t>
      </w:r>
      <w:r w:rsidR="003A6D8D">
        <w:t>’</w:t>
      </w:r>
      <w:r w:rsidRPr="003A0BBB">
        <w:t>en suis sûre</w:t>
      </w:r>
      <w:r w:rsidR="003A6D8D">
        <w:t xml:space="preserve">, </w:t>
      </w:r>
      <w:r w:rsidRPr="003A0BBB">
        <w:t>je le jure</w:t>
      </w:r>
      <w:r w:rsidR="003A6D8D">
        <w:t xml:space="preserve">, </w:t>
      </w:r>
      <w:r w:rsidRPr="003A0BBB">
        <w:t>Alberte n</w:t>
      </w:r>
      <w:r w:rsidR="003A6D8D">
        <w:t>’</w:t>
      </w:r>
      <w:r w:rsidRPr="003A0BBB">
        <w:t>est pas une atroce exception</w:t>
      </w:r>
      <w:r w:rsidR="003A6D8D">
        <w:t xml:space="preserve">. </w:t>
      </w:r>
      <w:r w:rsidRPr="003A0BBB">
        <w:t>Je ne suis qu</w:t>
      </w:r>
      <w:r w:rsidR="003A6D8D">
        <w:t>’</w:t>
      </w:r>
      <w:r w:rsidRPr="003A0BBB">
        <w:t>une malheureuse que les circonstances ont mise à même d</w:t>
      </w:r>
      <w:r w:rsidR="003A6D8D">
        <w:t>’</w:t>
      </w:r>
      <w:r w:rsidRPr="003A0BBB">
        <w:t>aller jusqu</w:t>
      </w:r>
      <w:r w:rsidR="003A6D8D">
        <w:t>’</w:t>
      </w:r>
      <w:r w:rsidRPr="003A0BBB">
        <w:t>au bout de sa folie</w:t>
      </w:r>
      <w:r w:rsidR="003A6D8D">
        <w:t xml:space="preserve">. </w:t>
      </w:r>
      <w:r w:rsidRPr="003A0BBB">
        <w:t>Il s</w:t>
      </w:r>
      <w:r w:rsidR="003A6D8D">
        <w:t>’</w:t>
      </w:r>
      <w:r w:rsidRPr="003A0BBB">
        <w:t>en est fallu de bien peu que je ne termine ma vie veuve et mère sans reproche</w:t>
      </w:r>
      <w:r w:rsidR="003A6D8D">
        <w:t xml:space="preserve">. </w:t>
      </w:r>
      <w:r w:rsidRPr="003A0BBB">
        <w:t>Est-ce ma faute</w:t>
      </w:r>
      <w:r w:rsidR="003A6D8D">
        <w:t xml:space="preserve">, </w:t>
      </w:r>
      <w:r w:rsidRPr="003A0BBB">
        <w:t>s</w:t>
      </w:r>
      <w:r w:rsidR="003A6D8D">
        <w:t>’</w:t>
      </w:r>
      <w:r w:rsidRPr="003A0BBB">
        <w:t>il en a été autrement</w:t>
      </w:r>
      <w:r w:rsidR="003A6D8D">
        <w:t xml:space="preserve"> ? </w:t>
      </w:r>
      <w:r w:rsidRPr="003A0BBB">
        <w:t>Sous ce rapport</w:t>
      </w:r>
      <w:r w:rsidR="003A6D8D">
        <w:t xml:space="preserve">, </w:t>
      </w:r>
      <w:r w:rsidRPr="003A0BBB">
        <w:t>je n</w:t>
      </w:r>
      <w:r w:rsidR="003A6D8D">
        <w:t>’</w:t>
      </w:r>
      <w:r w:rsidRPr="003A0BBB">
        <w:t>ai aucune crainte</w:t>
      </w:r>
      <w:r w:rsidR="003A6D8D">
        <w:t xml:space="preserve">. </w:t>
      </w:r>
      <w:r w:rsidRPr="003A0BBB">
        <w:t>S</w:t>
      </w:r>
      <w:r w:rsidR="003A6D8D">
        <w:t>’</w:t>
      </w:r>
      <w:r w:rsidRPr="003A0BBB">
        <w:t>il n</w:t>
      </w:r>
      <w:r w:rsidR="003A6D8D">
        <w:t>’</w:t>
      </w:r>
      <w:r w:rsidRPr="003A0BBB">
        <w:t>y a rien après la mort</w:t>
      </w:r>
      <w:r w:rsidR="003A6D8D">
        <w:t xml:space="preserve">, </w:t>
      </w:r>
      <w:r w:rsidRPr="003A0BBB">
        <w:t>mon âme s</w:t>
      </w:r>
      <w:r w:rsidR="003A6D8D">
        <w:t>’</w:t>
      </w:r>
      <w:r w:rsidRPr="003A0BBB">
        <w:t>évanouira comme les autres dans l</w:t>
      </w:r>
      <w:r w:rsidR="003A6D8D">
        <w:t>’</w:t>
      </w:r>
      <w:r w:rsidRPr="003A0BBB">
        <w:t>ombre commune</w:t>
      </w:r>
      <w:r w:rsidR="003A6D8D">
        <w:t xml:space="preserve">. </w:t>
      </w:r>
      <w:r w:rsidRPr="003A0BBB">
        <w:t>S</w:t>
      </w:r>
      <w:r w:rsidR="003A6D8D">
        <w:t>’</w:t>
      </w:r>
      <w:r w:rsidRPr="003A0BBB">
        <w:t>il y a quelque chose</w:t>
      </w:r>
      <w:r w:rsidR="003A6D8D">
        <w:t xml:space="preserve">, </w:t>
      </w:r>
      <w:r w:rsidRPr="003A0BBB">
        <w:t>et bien</w:t>
      </w:r>
      <w:r w:rsidR="003A6D8D">
        <w:t xml:space="preserve">, </w:t>
      </w:r>
      <w:r w:rsidRPr="003A0BBB">
        <w:t>il serait étrange qu</w:t>
      </w:r>
      <w:r w:rsidR="003A6D8D">
        <w:t>’</w:t>
      </w:r>
      <w:r w:rsidRPr="003A0BBB">
        <w:t>on m</w:t>
      </w:r>
      <w:r w:rsidR="003A6D8D">
        <w:t>’</w:t>
      </w:r>
      <w:r w:rsidRPr="003A0BBB">
        <w:t>imputât alors les embûches dont j</w:t>
      </w:r>
      <w:r w:rsidR="003A6D8D">
        <w:t>’</w:t>
      </w:r>
      <w:r w:rsidRPr="003A0BBB">
        <w:t>ai été la victime ici-bas</w:t>
      </w:r>
      <w:r w:rsidR="003A6D8D">
        <w:t xml:space="preserve">. </w:t>
      </w:r>
      <w:r w:rsidRPr="003A0BBB">
        <w:t>Est-ce moi qui ai sollicité la révélation tardive de ma beauté</w:t>
      </w:r>
      <w:r w:rsidR="003A6D8D">
        <w:t xml:space="preserve"> ? </w:t>
      </w:r>
      <w:r w:rsidRPr="003A0BBB">
        <w:t>N</w:t>
      </w:r>
      <w:r w:rsidR="003A6D8D">
        <w:t>’</w:t>
      </w:r>
      <w:r w:rsidRPr="003A0BBB">
        <w:t>étais-je pas arrivée jusqu</w:t>
      </w:r>
      <w:r w:rsidR="003A6D8D">
        <w:t>’</w:t>
      </w:r>
      <w:r w:rsidRPr="003A0BBB">
        <w:t>à ma quarante-troisième année sans même soupçonner la plupart des fins charnelles de mon corps</w:t>
      </w:r>
      <w:r w:rsidR="003A6D8D">
        <w:t xml:space="preserve"> ? </w:t>
      </w:r>
      <w:r w:rsidRPr="003A0BBB">
        <w:t>Je n</w:t>
      </w:r>
      <w:r w:rsidR="003A6D8D">
        <w:t>’</w:t>
      </w:r>
      <w:r w:rsidRPr="003A0BBB">
        <w:t>aurais pas demandé à pénétrer dans ce paradis que j</w:t>
      </w:r>
      <w:r w:rsidR="003A6D8D">
        <w:t>’</w:t>
      </w:r>
      <w:r w:rsidRPr="003A0BBB">
        <w:t>ignorais</w:t>
      </w:r>
      <w:r w:rsidR="003A6D8D">
        <w:t xml:space="preserve">, </w:t>
      </w:r>
      <w:r w:rsidRPr="003A0BBB">
        <w:t>si un archange insidieux ne m</w:t>
      </w:r>
      <w:r w:rsidR="003A6D8D">
        <w:t>’</w:t>
      </w:r>
      <w:r w:rsidRPr="003A0BBB">
        <w:t>avait conduite jusqu</w:t>
      </w:r>
      <w:r w:rsidR="003A6D8D">
        <w:t>’</w:t>
      </w:r>
      <w:r w:rsidRPr="003A0BBB">
        <w:t>à sa porte</w:t>
      </w:r>
      <w:r w:rsidR="003A6D8D">
        <w:t xml:space="preserve">. </w:t>
      </w:r>
      <w:r w:rsidRPr="003A0BBB">
        <w:t>Est-ce ma faute si je suis restée éblouie d</w:t>
      </w:r>
      <w:r w:rsidR="003A6D8D">
        <w:t>’</w:t>
      </w:r>
      <w:r w:rsidRPr="003A0BBB">
        <w:t>un tel spectacle</w:t>
      </w:r>
      <w:r w:rsidR="003A6D8D">
        <w:t xml:space="preserve"> ? </w:t>
      </w:r>
      <w:r w:rsidRPr="003A0BBB">
        <w:t>Est-ce ma faute si les choses</w:t>
      </w:r>
      <w:r w:rsidR="003A6D8D">
        <w:t xml:space="preserve">, </w:t>
      </w:r>
      <w:r w:rsidRPr="003A0BBB">
        <w:t>à partir de cet instant</w:t>
      </w:r>
      <w:r w:rsidR="003A6D8D">
        <w:t xml:space="preserve">, </w:t>
      </w:r>
      <w:r w:rsidRPr="003A0BBB">
        <w:t>n</w:t>
      </w:r>
      <w:r w:rsidR="003A6D8D">
        <w:t>’</w:t>
      </w:r>
      <w:r w:rsidRPr="003A0BBB">
        <w:t>ont plus soudain existé pour moi que dans la mesure où elles se rattachent à la volupté et à l</w:t>
      </w:r>
      <w:r w:rsidR="003A6D8D">
        <w:t>’</w:t>
      </w:r>
      <w:r w:rsidRPr="003A0BBB">
        <w:t>amour</w:t>
      </w:r>
      <w:r w:rsidR="003A6D8D">
        <w:t xml:space="preserve"> ? </w:t>
      </w:r>
      <w:r w:rsidRPr="003A0BBB">
        <w:t>Ah</w:t>
      </w:r>
      <w:r w:rsidR="003A6D8D">
        <w:t xml:space="preserve"> ! </w:t>
      </w:r>
      <w:r w:rsidRPr="003A0BBB">
        <w:t>les passions des hommes les plus tourmentés ne pèsent guère à côté de celles d</w:t>
      </w:r>
      <w:r w:rsidR="003A6D8D">
        <w:t>’</w:t>
      </w:r>
      <w:r w:rsidRPr="003A0BBB">
        <w:t>une femme désespérée de sentir que bientôt le jour va finir</w:t>
      </w:r>
      <w:r w:rsidR="003A6D8D">
        <w:t xml:space="preserve">. </w:t>
      </w:r>
      <w:r w:rsidRPr="003A0BBB">
        <w:t>Celle-là avoue qu</w:t>
      </w:r>
      <w:r w:rsidR="003A6D8D">
        <w:t>’</w:t>
      </w:r>
      <w:r w:rsidRPr="003A0BBB">
        <w:t>elle sacrifiera tout</w:t>
      </w:r>
      <w:r w:rsidR="003A6D8D">
        <w:t xml:space="preserve">, </w:t>
      </w:r>
      <w:r w:rsidRPr="003A0BBB">
        <w:t xml:space="preserve">et elle ment si </w:t>
      </w:r>
      <w:r w:rsidRPr="003A0BBB">
        <w:lastRenderedPageBreak/>
        <w:t>elle prétend le contraire</w:t>
      </w:r>
      <w:r w:rsidR="003A6D8D">
        <w:t>. « </w:t>
      </w:r>
      <w:r w:rsidRPr="003A0BBB">
        <w:t>Tout</w:t>
      </w:r>
      <w:r w:rsidR="003A6D8D">
        <w:t xml:space="preserve">, </w:t>
      </w:r>
      <w:r w:rsidRPr="003A0BBB">
        <w:t>même Camille</w:t>
      </w:r>
      <w:r w:rsidR="003A6D8D">
        <w:t> ? »</w:t>
      </w:r>
      <w:r w:rsidRPr="003A0BBB">
        <w:t xml:space="preserve"> me dit-on</w:t>
      </w:r>
      <w:r w:rsidR="003A6D8D">
        <w:t xml:space="preserve">. </w:t>
      </w:r>
      <w:r w:rsidRPr="003A0BBB">
        <w:t>J</w:t>
      </w:r>
      <w:r w:rsidR="003A6D8D">
        <w:t>’</w:t>
      </w:r>
      <w:r w:rsidRPr="003A0BBB">
        <w:t>entends bien</w:t>
      </w:r>
      <w:r w:rsidR="003A6D8D">
        <w:t xml:space="preserve">, </w:t>
      </w:r>
      <w:r w:rsidRPr="003A0BBB">
        <w:t>Camille</w:t>
      </w:r>
      <w:r w:rsidR="003A6D8D">
        <w:t xml:space="preserve"> ! </w:t>
      </w:r>
      <w:r w:rsidRPr="003A0BBB">
        <w:t>Il ne faut pas croire qu</w:t>
      </w:r>
      <w:r w:rsidR="003A6D8D">
        <w:t>’</w:t>
      </w:r>
      <w:r w:rsidRPr="003A0BBB">
        <w:t>en cet exécrable déchaînement je n</w:t>
      </w:r>
      <w:r w:rsidR="003A6D8D">
        <w:t>’</w:t>
      </w:r>
      <w:r w:rsidRPr="003A0BBB">
        <w:t>ai pas songé à Camille</w:t>
      </w:r>
      <w:r w:rsidR="003A6D8D">
        <w:t xml:space="preserve">. </w:t>
      </w:r>
      <w:r w:rsidRPr="003A0BBB">
        <w:t>Mais quoi</w:t>
      </w:r>
      <w:r w:rsidR="003A6D8D">
        <w:t xml:space="preserve"> ! </w:t>
      </w:r>
      <w:r w:rsidRPr="003A0BBB">
        <w:t>Elle avait vingt-deux ans à peine</w:t>
      </w:r>
      <w:r w:rsidR="003A6D8D">
        <w:t xml:space="preserve">. </w:t>
      </w:r>
      <w:r w:rsidRPr="003A0BBB">
        <w:t>Elle ne manquerait pas de trouver d</w:t>
      </w:r>
      <w:r w:rsidR="003A6D8D">
        <w:t>’</w:t>
      </w:r>
      <w:r w:rsidRPr="003A0BBB">
        <w:t>autres Franz</w:t>
      </w:r>
      <w:r w:rsidR="003A6D8D">
        <w:t xml:space="preserve">. </w:t>
      </w:r>
      <w:r w:rsidRPr="003A0BBB">
        <w:t>Aimait-elle même celui-là</w:t>
      </w:r>
      <w:r w:rsidR="003A6D8D">
        <w:t xml:space="preserve"> ?… </w:t>
      </w:r>
      <w:r w:rsidRPr="003A0BBB">
        <w:t>Mais oui</w:t>
      </w:r>
      <w:r w:rsidR="003A6D8D">
        <w:t xml:space="preserve">, </w:t>
      </w:r>
      <w:r w:rsidRPr="003A0BBB">
        <w:t>je le savais</w:t>
      </w:r>
      <w:r w:rsidR="003A6D8D">
        <w:t xml:space="preserve">, </w:t>
      </w:r>
      <w:r w:rsidRPr="003A0BBB">
        <w:t>qu</w:t>
      </w:r>
      <w:r w:rsidR="003A6D8D">
        <w:t>’</w:t>
      </w:r>
      <w:r w:rsidRPr="003A0BBB">
        <w:t>elle l</w:t>
      </w:r>
      <w:r w:rsidR="003A6D8D">
        <w:t>’</w:t>
      </w:r>
      <w:r w:rsidRPr="003A0BBB">
        <w:t>aimait</w:t>
      </w:r>
      <w:r w:rsidR="003A6D8D">
        <w:t xml:space="preserve">, </w:t>
      </w:r>
      <w:r w:rsidRPr="003A0BBB">
        <w:t>la pauvre enfant</w:t>
      </w:r>
      <w:r w:rsidR="003A6D8D">
        <w:t> !</w:t>
      </w:r>
    </w:p>
    <w:p w14:paraId="5539A784" w14:textId="77777777" w:rsidR="003A6D8D" w:rsidRDefault="008F7090" w:rsidP="008F7090">
      <w:r w:rsidRPr="003A0BBB">
        <w:t>Alors</w:t>
      </w:r>
      <w:r w:rsidR="003A6D8D">
        <w:t> ?…</w:t>
      </w:r>
    </w:p>
    <w:p w14:paraId="0F3782EB" w14:textId="4438E1C2" w:rsidR="008F7090" w:rsidRPr="003A0BBB" w:rsidRDefault="008F7090" w:rsidP="008F7090"/>
    <w:p w14:paraId="63F05D18" w14:textId="2391A8C2" w:rsidR="003A6D8D" w:rsidRDefault="008F7090" w:rsidP="008F7090">
      <w:r w:rsidRPr="003A0BBB">
        <w:t xml:space="preserve">On était déjà au </w:t>
      </w:r>
      <w:r w:rsidR="003A6D8D" w:rsidRPr="003A0BBB">
        <w:t>8</w:t>
      </w:r>
      <w:r w:rsidR="003A6D8D">
        <w:t> </w:t>
      </w:r>
      <w:r w:rsidR="003A6D8D" w:rsidRPr="003A0BBB">
        <w:t>octobre</w:t>
      </w:r>
      <w:r w:rsidR="003A6D8D">
        <w:t xml:space="preserve">. </w:t>
      </w:r>
      <w:r w:rsidRPr="003A0BBB">
        <w:t>Le soir de ce jour</w:t>
      </w:r>
      <w:r w:rsidR="003A6D8D">
        <w:t xml:space="preserve">, </w:t>
      </w:r>
      <w:r w:rsidRPr="003A0BBB">
        <w:t>à l</w:t>
      </w:r>
      <w:r w:rsidR="003A6D8D">
        <w:t>’</w:t>
      </w:r>
      <w:r w:rsidRPr="003A0BBB">
        <w:t>heure du dîner</w:t>
      </w:r>
      <w:r w:rsidR="003A6D8D">
        <w:t xml:space="preserve">, </w:t>
      </w:r>
      <w:r w:rsidRPr="003A0BBB">
        <w:t>Camille descendit à la salle à manger</w:t>
      </w:r>
      <w:r w:rsidR="003A6D8D">
        <w:t xml:space="preserve">, </w:t>
      </w:r>
      <w:r w:rsidRPr="003A0BBB">
        <w:t>souriante comme de coutume</w:t>
      </w:r>
      <w:r w:rsidR="003A6D8D">
        <w:t>.</w:t>
      </w:r>
    </w:p>
    <w:p w14:paraId="3312EFF9" w14:textId="77777777" w:rsidR="003A6D8D" w:rsidRDefault="003A6D8D" w:rsidP="008F7090">
      <w:r>
        <w:t>— </w:t>
      </w:r>
      <w:r w:rsidR="008F7090" w:rsidRPr="003A0BBB">
        <w:t>Et ce partage</w:t>
      </w:r>
      <w:r>
        <w:t xml:space="preserve">, </w:t>
      </w:r>
      <w:r w:rsidR="008F7090" w:rsidRPr="003A0BBB">
        <w:t>maman</w:t>
      </w:r>
      <w:r>
        <w:t xml:space="preserve"> ? </w:t>
      </w:r>
      <w:r w:rsidR="008F7090" w:rsidRPr="003A0BBB">
        <w:t>As-tu vu le notaire pour l</w:t>
      </w:r>
      <w:r>
        <w:t>’</w:t>
      </w:r>
      <w:r w:rsidR="008F7090" w:rsidRPr="003A0BBB">
        <w:t>établissement de mon contrat</w:t>
      </w:r>
      <w:r>
        <w:t> ?</w:t>
      </w:r>
    </w:p>
    <w:p w14:paraId="51295D73" w14:textId="77777777" w:rsidR="003A6D8D" w:rsidRDefault="003A6D8D" w:rsidP="008F7090">
      <w:r>
        <w:t>— </w:t>
      </w:r>
      <w:r w:rsidR="008F7090" w:rsidRPr="003A0BBB">
        <w:t>Tu sais bien que j</w:t>
      </w:r>
      <w:r>
        <w:t>’</w:t>
      </w:r>
      <w:r w:rsidR="008F7090" w:rsidRPr="003A0BBB">
        <w:t>ai été occupée toute la journée</w:t>
      </w:r>
      <w:r>
        <w:t xml:space="preserve">. </w:t>
      </w:r>
      <w:r w:rsidR="008F7090" w:rsidRPr="003A0BBB">
        <w:t>Les métayers sont venus</w:t>
      </w:r>
      <w:r>
        <w:t xml:space="preserve">. </w:t>
      </w:r>
      <w:r w:rsidR="008F7090" w:rsidRPr="003A0BBB">
        <w:t>Mais j</w:t>
      </w:r>
      <w:r>
        <w:t>’</w:t>
      </w:r>
      <w:r w:rsidR="008F7090" w:rsidRPr="003A0BBB">
        <w:t>irai sans faute à la ville demain</w:t>
      </w:r>
      <w:r>
        <w:t>.</w:t>
      </w:r>
    </w:p>
    <w:p w14:paraId="11A0ED17" w14:textId="3114845E" w:rsidR="003A6D8D" w:rsidRDefault="003A6D8D" w:rsidP="008F7090">
      <w:r>
        <w:t>— </w:t>
      </w:r>
      <w:r w:rsidR="008F7090" w:rsidRPr="003A0BBB">
        <w:t>Parfait</w:t>
      </w:r>
      <w:r>
        <w:t xml:space="preserve">, </w:t>
      </w:r>
      <w:r w:rsidR="008F7090" w:rsidRPr="003A0BBB">
        <w:t>parce que j</w:t>
      </w:r>
      <w:r>
        <w:t>’</w:t>
      </w:r>
      <w:r w:rsidR="008F7090" w:rsidRPr="003A0BBB">
        <w:t>aime autant te prévenir</w:t>
      </w:r>
      <w:r>
        <w:t xml:space="preserve"> : </w:t>
      </w:r>
      <w:r w:rsidR="008F7090" w:rsidRPr="003A0BBB">
        <w:t>mariés ou pas mariés</w:t>
      </w:r>
      <w:r>
        <w:t xml:space="preserve">, </w:t>
      </w:r>
      <w:r w:rsidR="008F7090" w:rsidRPr="003A0BBB">
        <w:t xml:space="preserve">nous devons être de retour à Paris le </w:t>
      </w:r>
      <w:r w:rsidRPr="003A0BBB">
        <w:t>1</w:t>
      </w:r>
      <w:r w:rsidRPr="003A6D8D">
        <w:rPr>
          <w:vertAlign w:val="superscript"/>
        </w:rPr>
        <w:t>er</w:t>
      </w:r>
      <w:r>
        <w:t> </w:t>
      </w:r>
      <w:r w:rsidRPr="003A0BBB">
        <w:t>novembre</w:t>
      </w:r>
      <w:r>
        <w:t xml:space="preserve">… </w:t>
      </w:r>
      <w:r w:rsidR="008F7090" w:rsidRPr="003A0BBB">
        <w:t>moi tout au moins</w:t>
      </w:r>
      <w:r>
        <w:t>.</w:t>
      </w:r>
    </w:p>
    <w:p w14:paraId="5295981D" w14:textId="77777777" w:rsidR="003A6D8D" w:rsidRDefault="008F7090" w:rsidP="008F7090">
      <w:r w:rsidRPr="003A0BBB">
        <w:t>Quel calme dans ses paroles</w:t>
      </w:r>
      <w:r w:rsidR="003A6D8D">
        <w:t xml:space="preserve"> ! </w:t>
      </w:r>
      <w:r w:rsidRPr="003A0BBB">
        <w:t>Était-il naturel</w:t>
      </w:r>
      <w:r w:rsidR="003A6D8D">
        <w:t xml:space="preserve"> ? </w:t>
      </w:r>
      <w:r w:rsidRPr="003A0BBB">
        <w:t>Était-il feint</w:t>
      </w:r>
      <w:r w:rsidR="003A6D8D">
        <w:t xml:space="preserve"> ? </w:t>
      </w:r>
      <w:r w:rsidRPr="003A0BBB">
        <w:t>Nous ne devions plus tarder à le savoir</w:t>
      </w:r>
      <w:r w:rsidR="003A6D8D">
        <w:t>.</w:t>
      </w:r>
    </w:p>
    <w:p w14:paraId="1CDDA7DF" w14:textId="65B457B5" w:rsidR="008F7090" w:rsidRPr="003A0BBB" w:rsidRDefault="008F7090" w:rsidP="003A6D8D">
      <w:pPr>
        <w:pStyle w:val="Titre1"/>
      </w:pPr>
      <w:bookmarkStart w:id="13" w:name="_Toc196328814"/>
      <w:r w:rsidRPr="003A0BBB">
        <w:lastRenderedPageBreak/>
        <w:t>XIII</w:t>
      </w:r>
      <w:bookmarkEnd w:id="13"/>
    </w:p>
    <w:p w14:paraId="679FA630" w14:textId="77777777" w:rsidR="003A6D8D" w:rsidRDefault="008F7090" w:rsidP="008F7090">
      <w:r w:rsidRPr="003A0BBB">
        <w:t>Le lendemain</w:t>
      </w:r>
      <w:r w:rsidR="003A6D8D">
        <w:t xml:space="preserve">, </w:t>
      </w:r>
      <w:r w:rsidRPr="003A0BBB">
        <w:t>dans l</w:t>
      </w:r>
      <w:r w:rsidR="003A6D8D">
        <w:t>’</w:t>
      </w:r>
      <w:r w:rsidRPr="003A0BBB">
        <w:t>après-midi</w:t>
      </w:r>
      <w:r w:rsidR="003A6D8D">
        <w:t xml:space="preserve">, </w:t>
      </w:r>
      <w:r w:rsidRPr="003A0BBB">
        <w:t>sans mettre Franz au courant de mon projet pour le cas où il aurait voulu s</w:t>
      </w:r>
      <w:r w:rsidR="003A6D8D">
        <w:t>’</w:t>
      </w:r>
      <w:r w:rsidRPr="003A0BBB">
        <w:t>y opposer</w:t>
      </w:r>
      <w:r w:rsidR="003A6D8D">
        <w:t xml:space="preserve">, </w:t>
      </w:r>
      <w:r w:rsidRPr="003A0BBB">
        <w:t>je descendis à pied à la ville</w:t>
      </w:r>
      <w:r w:rsidR="003A6D8D">
        <w:t xml:space="preserve">. </w:t>
      </w:r>
      <w:r w:rsidRPr="003A0BBB">
        <w:t>Je commençai par errer le long de la petite rivière qui la fait ressembler à une humble Venise</w:t>
      </w:r>
      <w:r w:rsidR="003A6D8D">
        <w:t xml:space="preserve">. </w:t>
      </w:r>
      <w:r w:rsidRPr="003A0BBB">
        <w:t>Dans le jardin public</w:t>
      </w:r>
      <w:r w:rsidR="003A6D8D">
        <w:t xml:space="preserve">, </w:t>
      </w:r>
      <w:r w:rsidRPr="003A0BBB">
        <w:t>sur le quai des Récollets</w:t>
      </w:r>
      <w:r w:rsidR="003A6D8D">
        <w:t xml:space="preserve">, </w:t>
      </w:r>
      <w:r w:rsidRPr="003A0BBB">
        <w:t>des gens me saluaient</w:t>
      </w:r>
      <w:r w:rsidR="003A6D8D">
        <w:t xml:space="preserve">, </w:t>
      </w:r>
      <w:r w:rsidRPr="003A0BBB">
        <w:t>m</w:t>
      </w:r>
      <w:r w:rsidR="003A6D8D">
        <w:t>’</w:t>
      </w:r>
      <w:r w:rsidRPr="003A0BBB">
        <w:t>arrêtaient pour me demander de mes nouvelles</w:t>
      </w:r>
      <w:r w:rsidR="003A6D8D">
        <w:t xml:space="preserve">, </w:t>
      </w:r>
      <w:r w:rsidRPr="003A0BBB">
        <w:t>s</w:t>
      </w:r>
      <w:r w:rsidR="003A6D8D">
        <w:t>’</w:t>
      </w:r>
      <w:r w:rsidRPr="003A0BBB">
        <w:t>enquérir de la date du mariage de Camille</w:t>
      </w:r>
      <w:r w:rsidR="003A6D8D">
        <w:t xml:space="preserve">. </w:t>
      </w:r>
      <w:r w:rsidRPr="003A0BBB">
        <w:t>Je leur répondais machinalement</w:t>
      </w:r>
      <w:r w:rsidR="003A6D8D">
        <w:t xml:space="preserve">. </w:t>
      </w:r>
      <w:r w:rsidRPr="003A0BBB">
        <w:t>À plusieurs reprises</w:t>
      </w:r>
      <w:r w:rsidR="003A6D8D">
        <w:t xml:space="preserve">, </w:t>
      </w:r>
      <w:r w:rsidRPr="003A0BBB">
        <w:t>je faillis manquer de courage et m</w:t>
      </w:r>
      <w:r w:rsidR="003A6D8D">
        <w:t>’</w:t>
      </w:r>
      <w:r w:rsidRPr="003A0BBB">
        <w:t>engager sur la route de Maguelonne</w:t>
      </w:r>
      <w:r w:rsidR="003A6D8D">
        <w:t>.</w:t>
      </w:r>
    </w:p>
    <w:p w14:paraId="04AB6820" w14:textId="77777777" w:rsidR="003A6D8D" w:rsidRDefault="003A6D8D" w:rsidP="008F7090">
      <w:r>
        <w:t>— </w:t>
      </w:r>
      <w:r w:rsidR="008F7090" w:rsidRPr="003A0BBB">
        <w:t>Allons</w:t>
      </w:r>
      <w:r>
        <w:t xml:space="preserve">, </w:t>
      </w:r>
      <w:r w:rsidR="008F7090" w:rsidRPr="003A0BBB">
        <w:t>murmurai-je</w:t>
      </w:r>
      <w:r>
        <w:t xml:space="preserve">, </w:t>
      </w:r>
      <w:r w:rsidR="008F7090" w:rsidRPr="003A0BBB">
        <w:t>il le faut</w:t>
      </w:r>
      <w:r>
        <w:t>.</w:t>
      </w:r>
    </w:p>
    <w:p w14:paraId="56F609E0" w14:textId="77777777" w:rsidR="003A6D8D" w:rsidRDefault="008F7090" w:rsidP="008F7090">
      <w:r w:rsidRPr="003A0BBB">
        <w:t>Parvenue devant la demeure du notaire</w:t>
      </w:r>
      <w:r w:rsidR="003A6D8D">
        <w:t xml:space="preserve">, </w:t>
      </w:r>
      <w:r w:rsidRPr="003A0BBB">
        <w:t>je tirai</w:t>
      </w:r>
      <w:r w:rsidR="003A6D8D">
        <w:t xml:space="preserve">, </w:t>
      </w:r>
      <w:r w:rsidRPr="003A0BBB">
        <w:t>le cœur battant</w:t>
      </w:r>
      <w:r w:rsidR="003A6D8D">
        <w:t xml:space="preserve">, </w:t>
      </w:r>
      <w:r w:rsidRPr="003A0BBB">
        <w:t>le cordon de sonnette</w:t>
      </w:r>
      <w:r w:rsidR="003A6D8D">
        <w:t xml:space="preserve">. </w:t>
      </w:r>
      <w:r w:rsidRPr="003A0BBB">
        <w:t>On ne me répondait pas</w:t>
      </w:r>
      <w:r w:rsidR="003A6D8D">
        <w:t xml:space="preserve">. </w:t>
      </w:r>
      <w:r w:rsidRPr="003A0BBB">
        <w:t>Il n</w:t>
      </w:r>
      <w:r w:rsidR="003A6D8D">
        <w:t>’</w:t>
      </w:r>
      <w:r w:rsidRPr="003A0BBB">
        <w:t>y avait aucun bruit dans la maison</w:t>
      </w:r>
      <w:r w:rsidR="003A6D8D">
        <w:t xml:space="preserve">. </w:t>
      </w:r>
      <w:r w:rsidRPr="003A0BBB">
        <w:t>Une telle chance était-elle possible</w:t>
      </w:r>
      <w:r w:rsidR="003A6D8D">
        <w:t xml:space="preserve"> ! </w:t>
      </w:r>
      <w:r w:rsidRPr="003A0BBB">
        <w:t>J</w:t>
      </w:r>
      <w:r w:rsidR="003A6D8D">
        <w:t>’</w:t>
      </w:r>
      <w:r w:rsidRPr="003A0BBB">
        <w:t>allais m</w:t>
      </w:r>
      <w:r w:rsidR="003A6D8D">
        <w:t>’</w:t>
      </w:r>
      <w:r w:rsidRPr="003A0BBB">
        <w:t>éloigner sans avoir insisté davantage lorsque j</w:t>
      </w:r>
      <w:r w:rsidR="003A6D8D">
        <w:t>’</w:t>
      </w:r>
      <w:r w:rsidRPr="003A0BBB">
        <w:t>entendis des pas dans le corridor</w:t>
      </w:r>
      <w:r w:rsidR="003A6D8D">
        <w:t xml:space="preserve">. </w:t>
      </w:r>
      <w:r w:rsidRPr="003A0BBB">
        <w:t>La porte s</w:t>
      </w:r>
      <w:r w:rsidR="003A6D8D">
        <w:t>’</w:t>
      </w:r>
      <w:r w:rsidRPr="003A0BBB">
        <w:t>ouvrit</w:t>
      </w:r>
      <w:r w:rsidR="003A6D8D">
        <w:t xml:space="preserve">, </w:t>
      </w:r>
      <w:r w:rsidRPr="003A0BBB">
        <w:t>entre-bâillée par une vieille domestique</w:t>
      </w:r>
      <w:r w:rsidR="003A6D8D">
        <w:t>.</w:t>
      </w:r>
    </w:p>
    <w:p w14:paraId="042422F2" w14:textId="77777777" w:rsidR="003A6D8D" w:rsidRDefault="003A6D8D" w:rsidP="008F7090">
      <w:r>
        <w:t>— </w:t>
      </w:r>
      <w:r w:rsidR="008F7090" w:rsidRPr="003A0BBB">
        <w:t>Madame n</w:t>
      </w:r>
      <w:r>
        <w:t>’</w:t>
      </w:r>
      <w:r w:rsidR="008F7090" w:rsidRPr="003A0BBB">
        <w:t>a pas de chance</w:t>
      </w:r>
      <w:r>
        <w:t xml:space="preserve">. </w:t>
      </w:r>
      <w:r w:rsidR="008F7090" w:rsidRPr="003A0BBB">
        <w:t>Elle serait venue seulement hier</w:t>
      </w:r>
      <w:r>
        <w:t xml:space="preserve">… </w:t>
      </w:r>
      <w:r w:rsidR="008F7090" w:rsidRPr="003A0BBB">
        <w:t>Mais aujourd</w:t>
      </w:r>
      <w:r>
        <w:t>’</w:t>
      </w:r>
      <w:r w:rsidR="008F7090" w:rsidRPr="003A0BBB">
        <w:t>hui le pauvre monsieur est au coin du feu</w:t>
      </w:r>
      <w:r>
        <w:t xml:space="preserve">, </w:t>
      </w:r>
      <w:r w:rsidR="008F7090" w:rsidRPr="003A0BBB">
        <w:t>avec une bonne grippe</w:t>
      </w:r>
      <w:r>
        <w:t xml:space="preserve">. </w:t>
      </w:r>
      <w:r w:rsidR="008F7090" w:rsidRPr="003A0BBB">
        <w:t>Je passe mon temps à lui faire des grogs</w:t>
      </w:r>
      <w:r>
        <w:t xml:space="preserve">. </w:t>
      </w:r>
      <w:r w:rsidR="008F7090" w:rsidRPr="003A0BBB">
        <w:t>Le médecin lui a défendu de travailler</w:t>
      </w:r>
      <w:r>
        <w:t xml:space="preserve">, </w:t>
      </w:r>
      <w:r w:rsidR="008F7090" w:rsidRPr="003A0BBB">
        <w:t>mais je suis certaine qu</w:t>
      </w:r>
      <w:r>
        <w:t>’</w:t>
      </w:r>
      <w:r w:rsidR="008F7090" w:rsidRPr="003A0BBB">
        <w:t>il recevra Madame</w:t>
      </w:r>
      <w:r>
        <w:t xml:space="preserve">, </w:t>
      </w:r>
      <w:r w:rsidR="008F7090" w:rsidRPr="003A0BBB">
        <w:t xml:space="preserve">si elle le désire et si elle </w:t>
      </w:r>
      <w:proofErr w:type="gramStart"/>
      <w:r w:rsidR="008F7090" w:rsidRPr="003A0BBB">
        <w:t>n</w:t>
      </w:r>
      <w:r>
        <w:t>’</w:t>
      </w:r>
      <w:r w:rsidR="008F7090" w:rsidRPr="003A0BBB">
        <w:t>a pas peur</w:t>
      </w:r>
      <w:proofErr w:type="gramEnd"/>
      <w:r w:rsidR="008F7090" w:rsidRPr="003A0BBB">
        <w:t xml:space="preserve"> qu</w:t>
      </w:r>
      <w:r>
        <w:t>’</w:t>
      </w:r>
      <w:r w:rsidR="008F7090" w:rsidRPr="003A0BBB">
        <w:t>il lui passe son rhume</w:t>
      </w:r>
      <w:r>
        <w:t>.</w:t>
      </w:r>
    </w:p>
    <w:p w14:paraId="0CD731B1" w14:textId="77777777" w:rsidR="003A6D8D" w:rsidRDefault="003A6D8D" w:rsidP="008F7090">
      <w:r>
        <w:t>— </w:t>
      </w:r>
      <w:r w:rsidR="008F7090" w:rsidRPr="003A0BBB">
        <w:t>Non</w:t>
      </w:r>
      <w:r>
        <w:t xml:space="preserve">, </w:t>
      </w:r>
      <w:r w:rsidR="008F7090" w:rsidRPr="003A0BBB">
        <w:t>non</w:t>
      </w:r>
      <w:r>
        <w:t xml:space="preserve">, </w:t>
      </w:r>
      <w:r w:rsidR="008F7090" w:rsidRPr="003A0BBB">
        <w:t>ce n</w:t>
      </w:r>
      <w:r>
        <w:t>’</w:t>
      </w:r>
      <w:r w:rsidR="008F7090" w:rsidRPr="003A0BBB">
        <w:t>est pas la peine</w:t>
      </w:r>
      <w:r>
        <w:t xml:space="preserve">. </w:t>
      </w:r>
      <w:r w:rsidR="008F7090" w:rsidRPr="003A0BBB">
        <w:t>Dites-lui seulement que je suis venue</w:t>
      </w:r>
      <w:r>
        <w:t xml:space="preserve">, </w:t>
      </w:r>
      <w:r w:rsidR="008F7090" w:rsidRPr="003A0BBB">
        <w:t>et que je reviendrai quand il sera mieux</w:t>
      </w:r>
      <w:r>
        <w:t>.</w:t>
      </w:r>
    </w:p>
    <w:p w14:paraId="4F7E40E5" w14:textId="77777777" w:rsidR="003A6D8D" w:rsidRDefault="008F7090" w:rsidP="008F7090">
      <w:r w:rsidRPr="003A0BBB">
        <w:t>Je repartis d</w:t>
      </w:r>
      <w:r w:rsidR="003A6D8D">
        <w:t>’</w:t>
      </w:r>
      <w:r w:rsidRPr="003A0BBB">
        <w:t>un pied allègre</w:t>
      </w:r>
      <w:r w:rsidR="003A6D8D">
        <w:t xml:space="preserve">. </w:t>
      </w:r>
      <w:r w:rsidRPr="003A0BBB">
        <w:t>N</w:t>
      </w:r>
      <w:r w:rsidR="003A6D8D">
        <w:t>’</w:t>
      </w:r>
      <w:r w:rsidRPr="003A0BBB">
        <w:t>avais-je pas fait ce que j</w:t>
      </w:r>
      <w:r w:rsidR="003A6D8D">
        <w:t>’</w:t>
      </w:r>
      <w:r w:rsidRPr="003A0BBB">
        <w:t>avais promis</w:t>
      </w:r>
      <w:r w:rsidR="003A6D8D">
        <w:t xml:space="preserve"> ? </w:t>
      </w:r>
      <w:r w:rsidRPr="003A0BBB">
        <w:t>On voit à quel degré de ruse enfantine avec ma conscience j</w:t>
      </w:r>
      <w:r w:rsidR="003A6D8D">
        <w:t>’</w:t>
      </w:r>
      <w:r w:rsidRPr="003A0BBB">
        <w:t>avais pu en arriver</w:t>
      </w:r>
      <w:r w:rsidR="003A6D8D">
        <w:t>.</w:t>
      </w:r>
    </w:p>
    <w:p w14:paraId="59D93040" w14:textId="77777777" w:rsidR="003A6D8D" w:rsidRDefault="008F7090" w:rsidP="008F7090">
      <w:r w:rsidRPr="003A0BBB">
        <w:lastRenderedPageBreak/>
        <w:t>Franz m</w:t>
      </w:r>
      <w:r w:rsidR="003A6D8D">
        <w:t>’</w:t>
      </w:r>
      <w:r w:rsidRPr="003A0BBB">
        <w:t>attendait sur la terrasse</w:t>
      </w:r>
      <w:r w:rsidR="003A6D8D">
        <w:t xml:space="preserve">, </w:t>
      </w:r>
      <w:r w:rsidRPr="003A0BBB">
        <w:t>comme de coutume</w:t>
      </w:r>
      <w:r w:rsidR="003A6D8D">
        <w:t xml:space="preserve">. </w:t>
      </w:r>
      <w:r w:rsidRPr="003A0BBB">
        <w:t>Nous échangeâmes ce long regard qui nous dispensait de nous parler</w:t>
      </w:r>
      <w:r w:rsidR="003A6D8D">
        <w:t>.</w:t>
      </w:r>
    </w:p>
    <w:p w14:paraId="7DEADEE2" w14:textId="77777777" w:rsidR="003A6D8D" w:rsidRDefault="008F7090" w:rsidP="008F7090">
      <w:r w:rsidRPr="003A0BBB">
        <w:t>À huit heures</w:t>
      </w:r>
      <w:r w:rsidR="003A6D8D">
        <w:t xml:space="preserve">, </w:t>
      </w:r>
      <w:r w:rsidRPr="003A0BBB">
        <w:t>Camille étant encore dans sa chambre</w:t>
      </w:r>
      <w:r w:rsidR="003A6D8D">
        <w:t xml:space="preserve">, </w:t>
      </w:r>
      <w:r w:rsidRPr="003A0BBB">
        <w:t>Maria monta la prévenir que le dîner était servi</w:t>
      </w:r>
      <w:r w:rsidR="003A6D8D">
        <w:t xml:space="preserve">. </w:t>
      </w:r>
      <w:r w:rsidRPr="003A0BBB">
        <w:t>Elle arriva presque immédiatement</w:t>
      </w:r>
      <w:r w:rsidR="003A6D8D">
        <w:t>.</w:t>
      </w:r>
    </w:p>
    <w:p w14:paraId="53450E65" w14:textId="77777777" w:rsidR="003A6D8D" w:rsidRDefault="003A6D8D" w:rsidP="008F7090">
      <w:r>
        <w:t>— </w:t>
      </w:r>
      <w:r w:rsidR="008F7090" w:rsidRPr="003A0BBB">
        <w:t>Bonsoir</w:t>
      </w:r>
      <w:r>
        <w:t xml:space="preserve">. </w:t>
      </w:r>
      <w:r w:rsidR="008F7090" w:rsidRPr="003A0BBB">
        <w:t>Est-ce qu</w:t>
      </w:r>
      <w:r>
        <w:t>’</w:t>
      </w:r>
      <w:r w:rsidR="008F7090" w:rsidRPr="003A0BBB">
        <w:t>il y a du courrier</w:t>
      </w:r>
      <w:r>
        <w:t> ?</w:t>
      </w:r>
    </w:p>
    <w:p w14:paraId="6C5B44E4" w14:textId="77777777" w:rsidR="003A6D8D" w:rsidRDefault="003A6D8D" w:rsidP="008F7090">
      <w:r>
        <w:t>— </w:t>
      </w:r>
      <w:r w:rsidR="008F7090" w:rsidRPr="003A0BBB">
        <w:t>Trois ou quatre lettres pour toi</w:t>
      </w:r>
      <w:r>
        <w:t xml:space="preserve">, </w:t>
      </w:r>
      <w:r w:rsidR="008F7090" w:rsidRPr="003A0BBB">
        <w:t>dit Franz</w:t>
      </w:r>
      <w:r>
        <w:t xml:space="preserve">, </w:t>
      </w:r>
      <w:r w:rsidR="008F7090" w:rsidRPr="003A0BBB">
        <w:t>qui venait de s</w:t>
      </w:r>
      <w:r>
        <w:t>’</w:t>
      </w:r>
      <w:r w:rsidR="008F7090" w:rsidRPr="003A0BBB">
        <w:t>absenter une demi-heure pour se rendre à la poste en automobile</w:t>
      </w:r>
      <w:r>
        <w:t>.</w:t>
      </w:r>
    </w:p>
    <w:p w14:paraId="2BDC6E2D" w14:textId="77777777" w:rsidR="003A6D8D" w:rsidRDefault="008F7090" w:rsidP="008F7090">
      <w:r w:rsidRPr="003A0BBB">
        <w:t>Tantôt c</w:t>
      </w:r>
      <w:r w:rsidR="003A6D8D">
        <w:t>’</w:t>
      </w:r>
      <w:r w:rsidRPr="003A0BBB">
        <w:t>était lui qui y allait</w:t>
      </w:r>
      <w:r w:rsidR="003A6D8D">
        <w:t xml:space="preserve">, </w:t>
      </w:r>
      <w:r w:rsidRPr="003A0BBB">
        <w:t>tantôt elle</w:t>
      </w:r>
      <w:r w:rsidR="003A6D8D">
        <w:t xml:space="preserve">. </w:t>
      </w:r>
      <w:r w:rsidRPr="003A0BBB">
        <w:t>Mais il y avait près d</w:t>
      </w:r>
      <w:r w:rsidR="003A6D8D">
        <w:t>’</w:t>
      </w:r>
      <w:r w:rsidRPr="003A0BBB">
        <w:t>un mois qu</w:t>
      </w:r>
      <w:r w:rsidR="003A6D8D">
        <w:t>’</w:t>
      </w:r>
      <w:r w:rsidRPr="003A0BBB">
        <w:t>ils n</w:t>
      </w:r>
      <w:r w:rsidR="003A6D8D">
        <w:t>’</w:t>
      </w:r>
      <w:r w:rsidRPr="003A0BBB">
        <w:t>avaient plus fait cette course ensemble</w:t>
      </w:r>
      <w:r w:rsidR="003A6D8D">
        <w:t>.</w:t>
      </w:r>
    </w:p>
    <w:p w14:paraId="15F9DC6B" w14:textId="77777777" w:rsidR="003A6D8D" w:rsidRDefault="003A6D8D" w:rsidP="008F7090">
      <w:r>
        <w:t>— </w:t>
      </w:r>
      <w:r w:rsidR="008F7090" w:rsidRPr="003A0BBB">
        <w:t>Tu permets</w:t>
      </w:r>
      <w:r>
        <w:t xml:space="preserve">, </w:t>
      </w:r>
      <w:r w:rsidR="008F7090" w:rsidRPr="003A0BBB">
        <w:t>maman</w:t>
      </w:r>
      <w:r>
        <w:t xml:space="preserve"> ? </w:t>
      </w:r>
      <w:r w:rsidR="008F7090" w:rsidRPr="003A0BBB">
        <w:t>dit Camille</w:t>
      </w:r>
      <w:r>
        <w:t>.</w:t>
      </w:r>
    </w:p>
    <w:p w14:paraId="16DAFB2F" w14:textId="77777777" w:rsidR="003A6D8D" w:rsidRDefault="008F7090" w:rsidP="008F7090">
      <w:r w:rsidRPr="003A0BBB">
        <w:t>Elle décachetait les enveloppes</w:t>
      </w:r>
      <w:r w:rsidR="003A6D8D">
        <w:t>.</w:t>
      </w:r>
    </w:p>
    <w:p w14:paraId="45BC7DFC" w14:textId="77777777" w:rsidR="003A6D8D" w:rsidRDefault="003A6D8D" w:rsidP="008F7090">
      <w:r>
        <w:t>— </w:t>
      </w:r>
      <w:r w:rsidR="008F7090" w:rsidRPr="003A0BBB">
        <w:t>Rien de palpitant</w:t>
      </w:r>
      <w:r>
        <w:t xml:space="preserve">. </w:t>
      </w:r>
      <w:r w:rsidR="008F7090" w:rsidRPr="003A0BBB">
        <w:t>Si</w:t>
      </w:r>
      <w:r>
        <w:t xml:space="preserve">, </w:t>
      </w:r>
      <w:r w:rsidR="008F7090" w:rsidRPr="003A0BBB">
        <w:t>une lettre du patron</w:t>
      </w:r>
      <w:r>
        <w:t xml:space="preserve">. </w:t>
      </w:r>
      <w:r w:rsidR="008F7090" w:rsidRPr="003A0BBB">
        <w:t>Il me recommande de bien me reposer</w:t>
      </w:r>
      <w:r>
        <w:t>. « </w:t>
      </w:r>
      <w:r w:rsidR="008F7090" w:rsidRPr="003A0BBB">
        <w:t>Il y aura un fameux coup de collier à donner en novembre</w:t>
      </w:r>
      <w:r>
        <w:t xml:space="preserve"> », </w:t>
      </w:r>
      <w:r w:rsidR="008F7090" w:rsidRPr="003A0BBB">
        <w:t>ajoute-t-il</w:t>
      </w:r>
      <w:r>
        <w:t xml:space="preserve">. </w:t>
      </w:r>
      <w:r w:rsidR="008F7090" w:rsidRPr="003A0BBB">
        <w:t>Bon</w:t>
      </w:r>
      <w:r>
        <w:t xml:space="preserve">, </w:t>
      </w:r>
      <w:r w:rsidR="008F7090" w:rsidRPr="003A0BBB">
        <w:t>bon</w:t>
      </w:r>
      <w:r>
        <w:t xml:space="preserve">, </w:t>
      </w:r>
      <w:r w:rsidR="008F7090" w:rsidRPr="003A0BBB">
        <w:t>on le donnera</w:t>
      </w:r>
      <w:r>
        <w:t xml:space="preserve">. </w:t>
      </w:r>
      <w:r w:rsidR="008F7090" w:rsidRPr="003A0BBB">
        <w:t>Et pour toi</w:t>
      </w:r>
      <w:r>
        <w:t xml:space="preserve">, </w:t>
      </w:r>
      <w:r w:rsidR="008F7090" w:rsidRPr="003A0BBB">
        <w:t>il n</w:t>
      </w:r>
      <w:r>
        <w:t>’</w:t>
      </w:r>
      <w:r w:rsidR="008F7090" w:rsidRPr="003A0BBB">
        <w:t>y avait rien</w:t>
      </w:r>
      <w:r>
        <w:t> ?</w:t>
      </w:r>
    </w:p>
    <w:p w14:paraId="2B3C3F56" w14:textId="77777777" w:rsidR="003A6D8D" w:rsidRDefault="003A6D8D" w:rsidP="008F7090">
      <w:r>
        <w:t>— </w:t>
      </w:r>
      <w:r w:rsidR="008F7090" w:rsidRPr="003A0BBB">
        <w:t>Rien d</w:t>
      </w:r>
      <w:r>
        <w:t>’</w:t>
      </w:r>
      <w:r w:rsidR="008F7090" w:rsidRPr="003A0BBB">
        <w:t>important non plus</w:t>
      </w:r>
      <w:r>
        <w:t xml:space="preserve">. </w:t>
      </w:r>
      <w:r w:rsidR="008F7090" w:rsidRPr="003A0BBB">
        <w:t>Une réponse de la Société française de carrosserie</w:t>
      </w:r>
      <w:r>
        <w:t xml:space="preserve">. </w:t>
      </w:r>
      <w:r w:rsidR="008F7090" w:rsidRPr="003A0BBB">
        <w:t>Nous sommes d</w:t>
      </w:r>
      <w:r>
        <w:t>’</w:t>
      </w:r>
      <w:r w:rsidR="008F7090" w:rsidRPr="003A0BBB">
        <w:t>accord</w:t>
      </w:r>
      <w:r>
        <w:t>.</w:t>
      </w:r>
    </w:p>
    <w:p w14:paraId="338D1433" w14:textId="77777777" w:rsidR="003A6D8D" w:rsidRDefault="003A6D8D" w:rsidP="008F7090">
      <w:r>
        <w:t>— </w:t>
      </w:r>
      <w:r w:rsidR="008F7090" w:rsidRPr="003A0BBB">
        <w:t>D</w:t>
      </w:r>
      <w:r>
        <w:t>’</w:t>
      </w:r>
      <w:r w:rsidR="008F7090" w:rsidRPr="003A0BBB">
        <w:t>accord sur quoi</w:t>
      </w:r>
      <w:r>
        <w:t> ?</w:t>
      </w:r>
    </w:p>
    <w:p w14:paraId="066548E1" w14:textId="77777777" w:rsidR="003A6D8D" w:rsidRDefault="003A6D8D" w:rsidP="008F7090">
      <w:r>
        <w:t>— </w:t>
      </w:r>
      <w:r w:rsidR="008F7090" w:rsidRPr="003A0BBB">
        <w:t>Mais sur mon projet</w:t>
      </w:r>
      <w:r>
        <w:t xml:space="preserve">. </w:t>
      </w:r>
      <w:r w:rsidR="008F7090" w:rsidRPr="003A0BBB">
        <w:t>Tu es au courant</w:t>
      </w:r>
      <w:r>
        <w:t>…</w:t>
      </w:r>
    </w:p>
    <w:p w14:paraId="64F9DA33" w14:textId="77777777" w:rsidR="003A6D8D" w:rsidRDefault="003A6D8D" w:rsidP="008F7090">
      <w:r>
        <w:t>— </w:t>
      </w:r>
      <w:r w:rsidR="008F7090" w:rsidRPr="003A0BBB">
        <w:t>Je ne suis au courant de rien du tout</w:t>
      </w:r>
      <w:r>
        <w:t xml:space="preserve">. </w:t>
      </w:r>
      <w:r w:rsidR="008F7090" w:rsidRPr="003A0BBB">
        <w:t>Mais ça n</w:t>
      </w:r>
      <w:r>
        <w:t>’</w:t>
      </w:r>
      <w:r w:rsidR="008F7090" w:rsidRPr="003A0BBB">
        <w:t>a aucune importance</w:t>
      </w:r>
      <w:r>
        <w:t xml:space="preserve">. </w:t>
      </w:r>
      <w:r w:rsidR="008F7090" w:rsidRPr="003A0BBB">
        <w:t>Dis toujours</w:t>
      </w:r>
      <w:r>
        <w:t>.</w:t>
      </w:r>
    </w:p>
    <w:p w14:paraId="626FC006" w14:textId="77777777" w:rsidR="003A6D8D" w:rsidRDefault="003A6D8D" w:rsidP="008F7090">
      <w:r>
        <w:lastRenderedPageBreak/>
        <w:t>— </w:t>
      </w:r>
      <w:r w:rsidR="008F7090" w:rsidRPr="003A0BBB">
        <w:t>Eh bien</w:t>
      </w:r>
      <w:r>
        <w:t xml:space="preserve">, </w:t>
      </w:r>
      <w:r w:rsidR="008F7090" w:rsidRPr="003A0BBB">
        <w:t>voici</w:t>
      </w:r>
      <w:r>
        <w:t xml:space="preserve">, </w:t>
      </w:r>
      <w:r w:rsidR="008F7090" w:rsidRPr="003A0BBB">
        <w:t>fit Franz d</w:t>
      </w:r>
      <w:r>
        <w:t>’</w:t>
      </w:r>
      <w:r w:rsidR="008F7090" w:rsidRPr="003A0BBB">
        <w:t>une voix que je sentais un peu nerveuse</w:t>
      </w:r>
      <w:r>
        <w:t xml:space="preserve">. </w:t>
      </w:r>
      <w:r w:rsidR="008F7090" w:rsidRPr="003A0BBB">
        <w:t>Pour mon modèle de voitures fermées</w:t>
      </w:r>
      <w:r>
        <w:t xml:space="preserve">, </w:t>
      </w:r>
      <w:r w:rsidR="008F7090" w:rsidRPr="003A0BBB">
        <w:t>j</w:t>
      </w:r>
      <w:r>
        <w:t>’</w:t>
      </w:r>
      <w:r w:rsidR="008F7090" w:rsidRPr="003A0BBB">
        <w:t>ai eu l</w:t>
      </w:r>
      <w:r>
        <w:t>’</w:t>
      </w:r>
      <w:r w:rsidR="008F7090" w:rsidRPr="003A0BBB">
        <w:t>idée de supprimer les portes d</w:t>
      </w:r>
      <w:r>
        <w:t>’</w:t>
      </w:r>
      <w:r w:rsidR="008F7090" w:rsidRPr="003A0BBB">
        <w:t>accès</w:t>
      </w:r>
      <w:r>
        <w:t xml:space="preserve">. </w:t>
      </w:r>
      <w:r w:rsidR="008F7090" w:rsidRPr="003A0BBB">
        <w:t>Pour permettre d</w:t>
      </w:r>
      <w:r>
        <w:t>’</w:t>
      </w:r>
      <w:r w:rsidR="008F7090" w:rsidRPr="003A0BBB">
        <w:t>entrer</w:t>
      </w:r>
      <w:r>
        <w:t xml:space="preserve">, </w:t>
      </w:r>
      <w:r w:rsidR="008F7090" w:rsidRPr="003A0BBB">
        <w:t>le toit et une partie de la superstructure avant pivotent autour d</w:t>
      </w:r>
      <w:r>
        <w:t>’</w:t>
      </w:r>
      <w:r w:rsidR="008F7090" w:rsidRPr="003A0BBB">
        <w:t>une charnière horizontale</w:t>
      </w:r>
      <w:r>
        <w:t xml:space="preserve">. </w:t>
      </w:r>
      <w:r w:rsidR="008F7090" w:rsidRPr="003A0BBB">
        <w:t>Une fois les voyageurs assis</w:t>
      </w:r>
      <w:r>
        <w:t xml:space="preserve">, </w:t>
      </w:r>
      <w:r w:rsidR="008F7090" w:rsidRPr="003A0BBB">
        <w:t>le tout se rabat au moyen d</w:t>
      </w:r>
      <w:r>
        <w:t>’</w:t>
      </w:r>
      <w:r w:rsidR="008F7090" w:rsidRPr="003A0BBB">
        <w:t>un bouton qui actionne un servo-moteur électrique assurant la montée et la descente de l</w:t>
      </w:r>
      <w:r>
        <w:t>’</w:t>
      </w:r>
      <w:r w:rsidR="008F7090" w:rsidRPr="003A0BBB">
        <w:t>ensemble</w:t>
      </w:r>
      <w:r>
        <w:t xml:space="preserve">. </w:t>
      </w:r>
      <w:r w:rsidR="008F7090" w:rsidRPr="003A0BBB">
        <w:t>J</w:t>
      </w:r>
      <w:r>
        <w:t>’</w:t>
      </w:r>
      <w:r w:rsidR="008F7090" w:rsidRPr="003A0BBB">
        <w:t>obtiens ainsi ce que je veux</w:t>
      </w:r>
      <w:r>
        <w:t xml:space="preserve">, </w:t>
      </w:r>
      <w:r w:rsidR="008F7090" w:rsidRPr="003A0BBB">
        <w:t>c</w:t>
      </w:r>
      <w:r>
        <w:t>’</w:t>
      </w:r>
      <w:r w:rsidR="008F7090" w:rsidRPr="003A0BBB">
        <w:t>est-à-dire une voiture exceptionnellement basse</w:t>
      </w:r>
      <w:r>
        <w:t xml:space="preserve">, </w:t>
      </w:r>
      <w:r w:rsidR="008F7090" w:rsidRPr="003A0BBB">
        <w:t xml:space="preserve">analogue à un </w:t>
      </w:r>
      <w:r w:rsidR="008F7090" w:rsidRPr="003A0BBB">
        <w:rPr>
          <w:i/>
          <w:iCs/>
        </w:rPr>
        <w:t>bobsleigh</w:t>
      </w:r>
      <w:r w:rsidR="008F7090" w:rsidRPr="003A0BBB">
        <w:t xml:space="preserve"> à toit</w:t>
      </w:r>
      <w:r>
        <w:t xml:space="preserve">. </w:t>
      </w:r>
      <w:r w:rsidR="008F7090" w:rsidRPr="003A0BBB">
        <w:t>Qu</w:t>
      </w:r>
      <w:r>
        <w:t>’</w:t>
      </w:r>
      <w:r w:rsidR="008F7090" w:rsidRPr="003A0BBB">
        <w:t>en dis-tu</w:t>
      </w:r>
      <w:r>
        <w:t> ?</w:t>
      </w:r>
    </w:p>
    <w:p w14:paraId="0551C2C0" w14:textId="77777777" w:rsidR="003A6D8D" w:rsidRDefault="003A6D8D" w:rsidP="008F7090">
      <w:r>
        <w:t>— </w:t>
      </w:r>
      <w:r w:rsidR="008F7090" w:rsidRPr="003A0BBB">
        <w:t>Que cela me paraît fort ingénieux</w:t>
      </w:r>
      <w:r>
        <w:t>.</w:t>
      </w:r>
    </w:p>
    <w:p w14:paraId="670C5AD0" w14:textId="77777777" w:rsidR="003A6D8D" w:rsidRDefault="003A6D8D" w:rsidP="008F7090">
      <w:r>
        <w:t>— </w:t>
      </w:r>
      <w:r w:rsidR="008F7090" w:rsidRPr="003A0BBB">
        <w:t>Oui</w:t>
      </w:r>
      <w:r>
        <w:t xml:space="preserve">, </w:t>
      </w:r>
      <w:r w:rsidR="008F7090" w:rsidRPr="003A0BBB">
        <w:t>mais il est certain que ce n</w:t>
      </w:r>
      <w:r>
        <w:t>’</w:t>
      </w:r>
      <w:r w:rsidR="008F7090" w:rsidRPr="003A0BBB">
        <w:t>est pas d</w:t>
      </w:r>
      <w:r>
        <w:t>’</w:t>
      </w:r>
      <w:r w:rsidR="008F7090" w:rsidRPr="003A0BBB">
        <w:t>un travail courant</w:t>
      </w:r>
      <w:r>
        <w:t xml:space="preserve">. </w:t>
      </w:r>
      <w:r w:rsidR="008F7090" w:rsidRPr="003A0BBB">
        <w:t>Il y a aussi</w:t>
      </w:r>
      <w:r>
        <w:t xml:space="preserve">, </w:t>
      </w:r>
      <w:r w:rsidR="008F7090" w:rsidRPr="003A0BBB">
        <w:t>rappelle-toi</w:t>
      </w:r>
      <w:r>
        <w:t xml:space="preserve">, </w:t>
      </w:r>
      <w:r w:rsidR="008F7090" w:rsidRPr="003A0BBB">
        <w:t>le garde-boue avant</w:t>
      </w:r>
      <w:r>
        <w:t xml:space="preserve">, </w:t>
      </w:r>
      <w:r w:rsidR="008F7090" w:rsidRPr="003A0BBB">
        <w:t>qui doit pivoter avec les roues</w:t>
      </w:r>
      <w:r>
        <w:t xml:space="preserve">, </w:t>
      </w:r>
      <w:r w:rsidR="008F7090" w:rsidRPr="003A0BBB">
        <w:t>pour diminuer la résistance de l</w:t>
      </w:r>
      <w:r>
        <w:t>’</w:t>
      </w:r>
      <w:r w:rsidR="008F7090" w:rsidRPr="003A0BBB">
        <w:t>air</w:t>
      </w:r>
      <w:r>
        <w:t xml:space="preserve">. </w:t>
      </w:r>
      <w:r w:rsidR="008F7090" w:rsidRPr="003A0BBB">
        <w:t>C</w:t>
      </w:r>
      <w:r>
        <w:t>’</w:t>
      </w:r>
      <w:r w:rsidR="008F7090" w:rsidRPr="003A0BBB">
        <w:t>est toute une correspondance que j</w:t>
      </w:r>
      <w:r>
        <w:t>’</w:t>
      </w:r>
      <w:r w:rsidR="008F7090" w:rsidRPr="003A0BBB">
        <w:t>ai dû échanger avec les ingénieurs de la Société française</w:t>
      </w:r>
      <w:r>
        <w:t xml:space="preserve">. </w:t>
      </w:r>
      <w:r w:rsidR="008F7090" w:rsidRPr="003A0BBB">
        <w:t>Ils ont naturellement commencé par crier à la loufoquerie</w:t>
      </w:r>
      <w:r>
        <w:t xml:space="preserve">. </w:t>
      </w:r>
      <w:r w:rsidR="008F7090" w:rsidRPr="003A0BBB">
        <w:t>Puis ils sont entrés dans mes vues</w:t>
      </w:r>
      <w:r>
        <w:t xml:space="preserve">. </w:t>
      </w:r>
      <w:r w:rsidR="008F7090" w:rsidRPr="003A0BBB">
        <w:t>La lettre dont je te parle est pour me dire que nous sommes d</w:t>
      </w:r>
      <w:r>
        <w:t>’</w:t>
      </w:r>
      <w:r w:rsidR="008F7090" w:rsidRPr="003A0BBB">
        <w:t>accord sur les devis</w:t>
      </w:r>
      <w:r>
        <w:t>.</w:t>
      </w:r>
    </w:p>
    <w:p w14:paraId="30F3F0F8" w14:textId="77777777" w:rsidR="003A6D8D" w:rsidRDefault="003A6D8D" w:rsidP="008F7090">
      <w:r>
        <w:t>— </w:t>
      </w:r>
      <w:r w:rsidR="008F7090" w:rsidRPr="003A0BBB">
        <w:t>Bien</w:t>
      </w:r>
      <w:r>
        <w:t xml:space="preserve">. </w:t>
      </w:r>
      <w:r w:rsidR="008F7090" w:rsidRPr="003A0BBB">
        <w:t>Et le communiqué de trois heures</w:t>
      </w:r>
      <w:r>
        <w:t xml:space="preserve">, </w:t>
      </w:r>
      <w:r w:rsidR="008F7090" w:rsidRPr="003A0BBB">
        <w:t>as-tu pensé à aller le lire à la mairie</w:t>
      </w:r>
      <w:r>
        <w:t xml:space="preserve"> ? </w:t>
      </w:r>
      <w:r w:rsidR="008F7090" w:rsidRPr="003A0BBB">
        <w:t>Est-ce qu</w:t>
      </w:r>
      <w:r>
        <w:t>’</w:t>
      </w:r>
      <w:r w:rsidR="008F7090" w:rsidRPr="003A0BBB">
        <w:t>il est bon</w:t>
      </w:r>
      <w:r>
        <w:t> ?</w:t>
      </w:r>
    </w:p>
    <w:p w14:paraId="7F153A0C" w14:textId="77777777" w:rsidR="003A6D8D" w:rsidRDefault="003A6D8D" w:rsidP="008F7090">
      <w:r>
        <w:t>— </w:t>
      </w:r>
      <w:r w:rsidR="008F7090" w:rsidRPr="003A0BBB">
        <w:t>Quelconque</w:t>
      </w:r>
      <w:r>
        <w:t xml:space="preserve">. </w:t>
      </w:r>
      <w:r w:rsidR="008F7090" w:rsidRPr="003A0BBB">
        <w:t>Les troupes françaises</w:t>
      </w:r>
      <w:r>
        <w:t xml:space="preserve">, </w:t>
      </w:r>
      <w:r w:rsidR="008F7090" w:rsidRPr="003A0BBB">
        <w:t>en liaison avec les britanniques</w:t>
      </w:r>
      <w:r>
        <w:t xml:space="preserve">, </w:t>
      </w:r>
      <w:r w:rsidR="008F7090" w:rsidRPr="003A0BBB">
        <w:t>ont attaqué en Belgique</w:t>
      </w:r>
      <w:r>
        <w:t xml:space="preserve">, </w:t>
      </w:r>
      <w:r w:rsidR="008F7090" w:rsidRPr="003A0BBB">
        <w:t>région de la forêt d</w:t>
      </w:r>
      <w:r>
        <w:t>’</w:t>
      </w:r>
      <w:r w:rsidR="008F7090" w:rsidRPr="003A0BBB">
        <w:t>Houthulst</w:t>
      </w:r>
      <w:r>
        <w:t xml:space="preserve">. </w:t>
      </w:r>
      <w:r w:rsidR="008F7090" w:rsidRPr="003A0BBB">
        <w:t>Il y aura des détails dans le communiqué de demain matin</w:t>
      </w:r>
      <w:r>
        <w:t xml:space="preserve">. </w:t>
      </w:r>
      <w:r w:rsidR="008F7090" w:rsidRPr="003A0BBB">
        <w:t>Activité d</w:t>
      </w:r>
      <w:r>
        <w:t>’</w:t>
      </w:r>
      <w:r w:rsidR="008F7090" w:rsidRPr="003A0BBB">
        <w:t>artillerie dans l</w:t>
      </w:r>
      <w:r>
        <w:t>’</w:t>
      </w:r>
      <w:r w:rsidR="008F7090" w:rsidRPr="003A0BBB">
        <w:t>Aisne</w:t>
      </w:r>
      <w:r>
        <w:t xml:space="preserve">, </w:t>
      </w:r>
      <w:r w:rsidR="008F7090" w:rsidRPr="003A0BBB">
        <w:t>région du Panthéon</w:t>
      </w:r>
      <w:r>
        <w:t xml:space="preserve">. </w:t>
      </w:r>
      <w:r w:rsidR="008F7090" w:rsidRPr="003A0BBB">
        <w:t>Ce doit être entre Craonne et le poteau d</w:t>
      </w:r>
      <w:r>
        <w:t>’</w:t>
      </w:r>
      <w:r w:rsidR="008F7090" w:rsidRPr="003A0BBB">
        <w:t>Ailles</w:t>
      </w:r>
      <w:r>
        <w:t xml:space="preserve">. </w:t>
      </w:r>
      <w:r w:rsidR="008F7090" w:rsidRPr="003A0BBB">
        <w:t>Je connais l</w:t>
      </w:r>
      <w:r>
        <w:t>’</w:t>
      </w:r>
      <w:r w:rsidR="008F7090" w:rsidRPr="003A0BBB">
        <w:t>endroit</w:t>
      </w:r>
      <w:r>
        <w:t xml:space="preserve">. </w:t>
      </w:r>
      <w:r w:rsidR="008F7090" w:rsidRPr="003A0BBB">
        <w:t>Activité d</w:t>
      </w:r>
      <w:r>
        <w:t>’</w:t>
      </w:r>
      <w:r w:rsidR="008F7090" w:rsidRPr="003A0BBB">
        <w:t>artillerie également sur la rive droite de la Meuse</w:t>
      </w:r>
      <w:r>
        <w:t>.</w:t>
      </w:r>
    </w:p>
    <w:p w14:paraId="59C5DD63" w14:textId="77777777" w:rsidR="003A6D8D" w:rsidRDefault="003A6D8D" w:rsidP="008F7090">
      <w:r>
        <w:t>— </w:t>
      </w:r>
      <w:r w:rsidR="008F7090" w:rsidRPr="003A0BBB">
        <w:t>Et c</w:t>
      </w:r>
      <w:r>
        <w:t>’</w:t>
      </w:r>
      <w:r w:rsidR="008F7090" w:rsidRPr="003A0BBB">
        <w:t>est tout</w:t>
      </w:r>
      <w:r>
        <w:t> ?</w:t>
      </w:r>
    </w:p>
    <w:p w14:paraId="06F96302" w14:textId="77777777" w:rsidR="003A6D8D" w:rsidRDefault="003A6D8D" w:rsidP="008F7090">
      <w:r>
        <w:t>— </w:t>
      </w:r>
      <w:r w:rsidR="008F7090" w:rsidRPr="003A0BBB">
        <w:t>Rien à signaler sur le reste du front</w:t>
      </w:r>
      <w:r>
        <w:t>.</w:t>
      </w:r>
    </w:p>
    <w:p w14:paraId="50C1E26D" w14:textId="77777777" w:rsidR="003A6D8D" w:rsidRDefault="003A6D8D" w:rsidP="008F7090">
      <w:r>
        <w:lastRenderedPageBreak/>
        <w:t>— </w:t>
      </w:r>
      <w:r w:rsidR="008F7090" w:rsidRPr="003A0BBB">
        <w:t>Naturellement</w:t>
      </w:r>
      <w:r>
        <w:t xml:space="preserve">. </w:t>
      </w:r>
      <w:r w:rsidR="008F7090" w:rsidRPr="003A0BBB">
        <w:t>Je n</w:t>
      </w:r>
      <w:r>
        <w:t>’</w:t>
      </w:r>
      <w:r w:rsidR="008F7090" w:rsidRPr="003A0BBB">
        <w:t>aime pas beaucoup</w:t>
      </w:r>
      <w:r>
        <w:t xml:space="preserve">, </w:t>
      </w:r>
      <w:r w:rsidR="008F7090" w:rsidRPr="003A0BBB">
        <w:t>pour ma part</w:t>
      </w:r>
      <w:r>
        <w:t xml:space="preserve">, </w:t>
      </w:r>
      <w:r w:rsidR="008F7090" w:rsidRPr="003A0BBB">
        <w:t>ces périodes de calme apparent</w:t>
      </w:r>
      <w:r>
        <w:t>.</w:t>
      </w:r>
    </w:p>
    <w:p w14:paraId="73D75E95" w14:textId="77777777" w:rsidR="003A6D8D" w:rsidRDefault="008F7090" w:rsidP="008F7090">
      <w:r w:rsidRPr="003A0BBB">
        <w:t>Camille s</w:t>
      </w:r>
      <w:r w:rsidR="003A6D8D">
        <w:t>’</w:t>
      </w:r>
      <w:r w:rsidRPr="003A0BBB">
        <w:t>était tue</w:t>
      </w:r>
      <w:r w:rsidR="003A6D8D">
        <w:t xml:space="preserve">. </w:t>
      </w:r>
      <w:r w:rsidRPr="003A0BBB">
        <w:t>Ni Franz ni moi n</w:t>
      </w:r>
      <w:r w:rsidR="003A6D8D">
        <w:t>’</w:t>
      </w:r>
      <w:r w:rsidRPr="003A0BBB">
        <w:t>osions rompre le silence</w:t>
      </w:r>
      <w:r w:rsidR="003A6D8D">
        <w:t xml:space="preserve">. </w:t>
      </w:r>
      <w:r w:rsidRPr="003A0BBB">
        <w:t>Ces repas où il s</w:t>
      </w:r>
      <w:r w:rsidR="003A6D8D">
        <w:t>’</w:t>
      </w:r>
      <w:r w:rsidRPr="003A0BBB">
        <w:t>était dépensé au début tant de gaîté étaient devenus pour nous de véritables supplices</w:t>
      </w:r>
      <w:r w:rsidR="003A6D8D">
        <w:t xml:space="preserve">. </w:t>
      </w:r>
      <w:r w:rsidRPr="003A0BBB">
        <w:t>Le son de ma voix avait quelque chose qui me faisait peur</w:t>
      </w:r>
      <w:r w:rsidR="003A6D8D">
        <w:t xml:space="preserve">, </w:t>
      </w:r>
      <w:r w:rsidRPr="003A0BBB">
        <w:t>qui ressemblait à un aveu</w:t>
      </w:r>
      <w:r w:rsidR="003A6D8D">
        <w:t xml:space="preserve">, </w:t>
      </w:r>
      <w:r w:rsidRPr="003A0BBB">
        <w:t>et Franz devait avoir la même impression en ce qui le concernait</w:t>
      </w:r>
      <w:r w:rsidR="003A6D8D">
        <w:t xml:space="preserve">. </w:t>
      </w:r>
      <w:r w:rsidRPr="003A0BBB">
        <w:t>Nous en étions arrivés à ne plus guère ouvrir la bouche que pour répondre aux questions</w:t>
      </w:r>
      <w:r w:rsidR="003A6D8D">
        <w:t xml:space="preserve">, </w:t>
      </w:r>
      <w:r w:rsidRPr="003A0BBB">
        <w:t>de plus en plus rares et brèves</w:t>
      </w:r>
      <w:r w:rsidR="003A6D8D">
        <w:t xml:space="preserve">, </w:t>
      </w:r>
      <w:r w:rsidRPr="003A0BBB">
        <w:t>de Camille</w:t>
      </w:r>
      <w:r w:rsidR="003A6D8D">
        <w:t xml:space="preserve">. </w:t>
      </w:r>
      <w:r w:rsidRPr="003A0BBB">
        <w:t>Heureusement</w:t>
      </w:r>
      <w:r w:rsidR="003A6D8D">
        <w:t xml:space="preserve">, </w:t>
      </w:r>
      <w:r w:rsidRPr="003A0BBB">
        <w:t>il y avait Maria</w:t>
      </w:r>
      <w:r w:rsidR="003A6D8D">
        <w:t xml:space="preserve">. </w:t>
      </w:r>
      <w:r w:rsidRPr="003A0BBB">
        <w:t>Elle n</w:t>
      </w:r>
      <w:r w:rsidR="003A6D8D">
        <w:t>’</w:t>
      </w:r>
      <w:r w:rsidRPr="003A0BBB">
        <w:t>était pas très bien stylée</w:t>
      </w:r>
      <w:r w:rsidR="003A6D8D">
        <w:t xml:space="preserve">. </w:t>
      </w:r>
      <w:r w:rsidRPr="003A0BBB">
        <w:t>Elle aimait à faire la chronique de la journée</w:t>
      </w:r>
      <w:r w:rsidR="003A6D8D">
        <w:t xml:space="preserve">. </w:t>
      </w:r>
      <w:r w:rsidRPr="003A0BBB">
        <w:t>Loin de lui enjoindre de se taire</w:t>
      </w:r>
      <w:r w:rsidR="003A6D8D">
        <w:t xml:space="preserve">, </w:t>
      </w:r>
      <w:r w:rsidRPr="003A0BBB">
        <w:t>j</w:t>
      </w:r>
      <w:r w:rsidR="003A6D8D">
        <w:t>’</w:t>
      </w:r>
      <w:r w:rsidRPr="003A0BBB">
        <w:t>attendais</w:t>
      </w:r>
      <w:r w:rsidR="003A6D8D">
        <w:t xml:space="preserve">, </w:t>
      </w:r>
      <w:r w:rsidRPr="003A0BBB">
        <w:t>pleine d</w:t>
      </w:r>
      <w:r w:rsidR="003A6D8D">
        <w:t>’</w:t>
      </w:r>
      <w:r w:rsidRPr="003A0BBB">
        <w:t>anxiété</w:t>
      </w:r>
      <w:r w:rsidR="003A6D8D">
        <w:t xml:space="preserve">, </w:t>
      </w:r>
      <w:r w:rsidRPr="003A0BBB">
        <w:t>l</w:t>
      </w:r>
      <w:r w:rsidR="003A6D8D">
        <w:t>’</w:t>
      </w:r>
      <w:r w:rsidRPr="003A0BBB">
        <w:t>instant où elle se mettait à dissiper par ses remarques et ses histoires un peu de ce pesant malaise</w:t>
      </w:r>
      <w:r w:rsidR="003A6D8D">
        <w:t>.</w:t>
      </w:r>
    </w:p>
    <w:p w14:paraId="48200C14" w14:textId="77777777" w:rsidR="003A6D8D" w:rsidRDefault="008F7090" w:rsidP="008F7090">
      <w:r w:rsidRPr="003A0BBB">
        <w:t>Ce soir</w:t>
      </w:r>
      <w:r w:rsidR="003A6D8D">
        <w:t xml:space="preserve">, </w:t>
      </w:r>
      <w:r w:rsidRPr="003A0BBB">
        <w:t>justement</w:t>
      </w:r>
      <w:r w:rsidR="003A6D8D">
        <w:t xml:space="preserve">, </w:t>
      </w:r>
      <w:r w:rsidRPr="003A0BBB">
        <w:t>il était visible qu</w:t>
      </w:r>
      <w:r w:rsidR="003A6D8D">
        <w:t>’</w:t>
      </w:r>
      <w:r w:rsidRPr="003A0BBB">
        <w:t>elle avait quelque chose à dire</w:t>
      </w:r>
      <w:r w:rsidR="003A6D8D">
        <w:t xml:space="preserve">. </w:t>
      </w:r>
      <w:r w:rsidRPr="003A0BBB">
        <w:t>Mais elle n</w:t>
      </w:r>
      <w:r w:rsidR="003A6D8D">
        <w:t>’</w:t>
      </w:r>
      <w:r w:rsidRPr="003A0BBB">
        <w:t>osait pas commencer</w:t>
      </w:r>
      <w:r w:rsidR="003A6D8D">
        <w:t>.</w:t>
      </w:r>
    </w:p>
    <w:p w14:paraId="09922D06" w14:textId="77777777" w:rsidR="003A6D8D" w:rsidRDefault="003A6D8D" w:rsidP="008F7090">
      <w:r>
        <w:t>— </w:t>
      </w:r>
      <w:r w:rsidR="008F7090" w:rsidRPr="003A0BBB">
        <w:t>Qu</w:t>
      </w:r>
      <w:r>
        <w:t>’</w:t>
      </w:r>
      <w:r w:rsidR="008F7090" w:rsidRPr="003A0BBB">
        <w:t>est-ce qu</w:t>
      </w:r>
      <w:r>
        <w:t>’</w:t>
      </w:r>
      <w:r w:rsidR="008F7090" w:rsidRPr="003A0BBB">
        <w:t>il y a</w:t>
      </w:r>
      <w:r>
        <w:t xml:space="preserve">, </w:t>
      </w:r>
      <w:r w:rsidR="008F7090" w:rsidRPr="003A0BBB">
        <w:t>voyons</w:t>
      </w:r>
      <w:r>
        <w:t xml:space="preserve">, </w:t>
      </w:r>
      <w:r w:rsidR="008F7090" w:rsidRPr="003A0BBB">
        <w:t>Maria</w:t>
      </w:r>
      <w:r>
        <w:t xml:space="preserve"> ? </w:t>
      </w:r>
      <w:r w:rsidR="008F7090" w:rsidRPr="003A0BBB">
        <w:t>dit Camille qui s</w:t>
      </w:r>
      <w:r>
        <w:t>’</w:t>
      </w:r>
      <w:r w:rsidR="008F7090" w:rsidRPr="003A0BBB">
        <w:t>amusait depuis un moment de son manège</w:t>
      </w:r>
      <w:r>
        <w:t xml:space="preserve">. </w:t>
      </w:r>
      <w:r w:rsidR="008F7090" w:rsidRPr="003A0BBB">
        <w:t>Tu as sûrement une histoire à raconter</w:t>
      </w:r>
      <w:r>
        <w:t>.</w:t>
      </w:r>
    </w:p>
    <w:p w14:paraId="7896A87F" w14:textId="77777777" w:rsidR="003A6D8D" w:rsidRDefault="003A6D8D" w:rsidP="008F7090">
      <w:r>
        <w:t>— </w:t>
      </w:r>
      <w:r w:rsidR="008F7090" w:rsidRPr="003A0BBB">
        <w:t>Comment Mademoiselle peut-elle le savoir</w:t>
      </w:r>
      <w:r>
        <w:t> ?…</w:t>
      </w:r>
    </w:p>
    <w:p w14:paraId="78A03B84" w14:textId="77777777" w:rsidR="003A6D8D" w:rsidRDefault="003A6D8D" w:rsidP="008F7090">
      <w:r>
        <w:t>— </w:t>
      </w:r>
      <w:r w:rsidR="008F7090" w:rsidRPr="003A0BBB">
        <w:t>Ce n</w:t>
      </w:r>
      <w:r>
        <w:t>’</w:t>
      </w:r>
      <w:r w:rsidR="008F7090" w:rsidRPr="003A0BBB">
        <w:t>est pas très difficile</w:t>
      </w:r>
      <w:r>
        <w:t xml:space="preserve">. </w:t>
      </w:r>
      <w:r w:rsidR="008F7090" w:rsidRPr="003A0BBB">
        <w:t>Tes lèvres s</w:t>
      </w:r>
      <w:r>
        <w:t>’</w:t>
      </w:r>
      <w:r w:rsidR="008F7090" w:rsidRPr="003A0BBB">
        <w:t>agitent</w:t>
      </w:r>
      <w:r>
        <w:t xml:space="preserve">. </w:t>
      </w:r>
      <w:r w:rsidR="008F7090" w:rsidRPr="003A0BBB">
        <w:t>Tu te répètes à toi-même ce que tu veux que nous te suppli</w:t>
      </w:r>
      <w:r w:rsidR="00A439D4">
        <w:t>i</w:t>
      </w:r>
      <w:r w:rsidR="008F7090" w:rsidRPr="003A0BBB">
        <w:t>ons de nous dire</w:t>
      </w:r>
      <w:r>
        <w:t>.</w:t>
      </w:r>
    </w:p>
    <w:p w14:paraId="5AD4E22B" w14:textId="77777777" w:rsidR="003A6D8D" w:rsidRDefault="003A6D8D" w:rsidP="008F7090">
      <w:r>
        <w:t>— </w:t>
      </w:r>
      <w:r w:rsidR="008F7090" w:rsidRPr="003A0BBB">
        <w:t>Ah</w:t>
      </w:r>
      <w:r>
        <w:t xml:space="preserve"> ! </w:t>
      </w:r>
      <w:r w:rsidR="008F7090" w:rsidRPr="003A0BBB">
        <w:t>Mademoiselle</w:t>
      </w:r>
      <w:r>
        <w:t xml:space="preserve"> ! </w:t>
      </w:r>
      <w:r w:rsidR="008F7090" w:rsidRPr="003A0BBB">
        <w:t>Je prie Mademoiselle de croire qu</w:t>
      </w:r>
      <w:r>
        <w:t>’</w:t>
      </w:r>
      <w:r w:rsidR="008F7090" w:rsidRPr="003A0BBB">
        <w:t>il n</w:t>
      </w:r>
      <w:r>
        <w:t>’</w:t>
      </w:r>
      <w:r w:rsidR="008F7090" w:rsidRPr="003A0BBB">
        <w:t>y a pas de quoi rire</w:t>
      </w:r>
      <w:r>
        <w:t xml:space="preserve">. </w:t>
      </w:r>
      <w:r w:rsidR="008F7090" w:rsidRPr="003A0BBB">
        <w:t>Quand il arrive quelque chose de pas bien à un brave homme</w:t>
      </w:r>
      <w:r>
        <w:t xml:space="preserve">, </w:t>
      </w:r>
      <w:r w:rsidR="008F7090" w:rsidRPr="003A0BBB">
        <w:t>estimé dans tout le pays</w:t>
      </w:r>
      <w:r>
        <w:t>…</w:t>
      </w:r>
    </w:p>
    <w:p w14:paraId="6C6CA18F" w14:textId="77777777" w:rsidR="003A6D8D" w:rsidRDefault="003A6D8D" w:rsidP="008F7090">
      <w:r>
        <w:t>— </w:t>
      </w:r>
      <w:r w:rsidR="008F7090" w:rsidRPr="003A0BBB">
        <w:t>À qui est-il arrivé quelque chose de pas bien</w:t>
      </w:r>
      <w:r>
        <w:t> ?</w:t>
      </w:r>
    </w:p>
    <w:p w14:paraId="0116A223" w14:textId="77777777" w:rsidR="003A6D8D" w:rsidRDefault="003A6D8D" w:rsidP="008F7090">
      <w:r>
        <w:lastRenderedPageBreak/>
        <w:t>— </w:t>
      </w:r>
      <w:r w:rsidR="008F7090" w:rsidRPr="003A0BBB">
        <w:t>Madame connaît Clément</w:t>
      </w:r>
      <w:r>
        <w:t xml:space="preserve"> ? </w:t>
      </w:r>
      <w:r w:rsidR="008F7090" w:rsidRPr="003A0BBB">
        <w:t>demanda la petite bonne</w:t>
      </w:r>
      <w:r>
        <w:t xml:space="preserve">, </w:t>
      </w:r>
      <w:r w:rsidR="008F7090" w:rsidRPr="003A0BBB">
        <w:t>qui désirait de façon certaine me faire entrer dans la conversation</w:t>
      </w:r>
      <w:r>
        <w:t>.</w:t>
      </w:r>
    </w:p>
    <w:p w14:paraId="0674818B" w14:textId="77777777" w:rsidR="003A6D8D" w:rsidRDefault="003A6D8D" w:rsidP="008F7090">
      <w:r>
        <w:t>— </w:t>
      </w:r>
      <w:r w:rsidR="008F7090" w:rsidRPr="003A0BBB">
        <w:t>Quel Clément</w:t>
      </w:r>
      <w:r>
        <w:t xml:space="preserve"> ? </w:t>
      </w:r>
      <w:r w:rsidR="008F7090" w:rsidRPr="003A0BBB">
        <w:t xml:space="preserve">Le métayer de la </w:t>
      </w:r>
      <w:proofErr w:type="spellStart"/>
      <w:r w:rsidR="008F7090" w:rsidRPr="003A0BBB">
        <w:t>Meynardie</w:t>
      </w:r>
      <w:proofErr w:type="spellEnd"/>
      <w:r>
        <w:t> ?</w:t>
      </w:r>
    </w:p>
    <w:p w14:paraId="41D050C5" w14:textId="77777777" w:rsidR="003A6D8D" w:rsidRDefault="003A6D8D" w:rsidP="008F7090">
      <w:r>
        <w:t>— </w:t>
      </w:r>
      <w:r w:rsidR="008F7090" w:rsidRPr="003A0BBB">
        <w:t>Celui-là même</w:t>
      </w:r>
      <w:r>
        <w:t>.</w:t>
      </w:r>
    </w:p>
    <w:p w14:paraId="6BE632B1" w14:textId="77777777" w:rsidR="003A6D8D" w:rsidRDefault="003A6D8D" w:rsidP="008F7090">
      <w:r>
        <w:t>— </w:t>
      </w:r>
      <w:r w:rsidR="008F7090" w:rsidRPr="003A0BBB">
        <w:t>Je le connais un peu</w:t>
      </w:r>
      <w:r>
        <w:t xml:space="preserve">. </w:t>
      </w:r>
      <w:r w:rsidR="008F7090" w:rsidRPr="003A0BBB">
        <w:t>Je sais que c</w:t>
      </w:r>
      <w:r>
        <w:t>’</w:t>
      </w:r>
      <w:r w:rsidR="008F7090" w:rsidRPr="003A0BBB">
        <w:t>est</w:t>
      </w:r>
      <w:r>
        <w:t xml:space="preserve">, </w:t>
      </w:r>
      <w:r w:rsidR="008F7090" w:rsidRPr="003A0BBB">
        <w:t>comme tu dis</w:t>
      </w:r>
      <w:r>
        <w:t xml:space="preserve">, </w:t>
      </w:r>
      <w:r w:rsidR="008F7090" w:rsidRPr="003A0BBB">
        <w:t>un très brave homme</w:t>
      </w:r>
      <w:r>
        <w:t xml:space="preserve">. </w:t>
      </w:r>
      <w:r w:rsidR="008F7090" w:rsidRPr="003A0BBB">
        <w:t>Et sa femme aussi est gentille</w:t>
      </w:r>
      <w:r>
        <w:t xml:space="preserve">. </w:t>
      </w:r>
      <w:r w:rsidR="008F7090" w:rsidRPr="003A0BBB">
        <w:t>Elle s</w:t>
      </w:r>
      <w:r>
        <w:t>’</w:t>
      </w:r>
      <w:r w:rsidR="008F7090" w:rsidRPr="003A0BBB">
        <w:t>appelle Alphonsine</w:t>
      </w:r>
      <w:r>
        <w:t xml:space="preserve">, </w:t>
      </w:r>
      <w:r w:rsidR="008F7090" w:rsidRPr="003A0BBB">
        <w:t>je crois</w:t>
      </w:r>
      <w:r>
        <w:t xml:space="preserve">. </w:t>
      </w:r>
      <w:r w:rsidR="008F7090" w:rsidRPr="003A0BBB">
        <w:t>Elle est même jolie</w:t>
      </w:r>
      <w:r>
        <w:t>.</w:t>
      </w:r>
    </w:p>
    <w:p w14:paraId="4C6C349D" w14:textId="77777777" w:rsidR="003A6D8D" w:rsidRDefault="003A6D8D" w:rsidP="008F7090">
      <w:r>
        <w:t>— </w:t>
      </w:r>
      <w:r w:rsidR="008F7090" w:rsidRPr="003A0BBB">
        <w:t>Ah</w:t>
      </w:r>
      <w:r>
        <w:t xml:space="preserve"> ! </w:t>
      </w:r>
      <w:r w:rsidR="008F7090" w:rsidRPr="003A0BBB">
        <w:t>sa femme</w:t>
      </w:r>
      <w:r>
        <w:t> !</w:t>
      </w:r>
    </w:p>
    <w:p w14:paraId="0D8810D8" w14:textId="77777777" w:rsidR="003A6D8D" w:rsidRDefault="008F7090" w:rsidP="008F7090">
      <w:r w:rsidRPr="003A0BBB">
        <w:t>Maria leva les yeux au ciel</w:t>
      </w:r>
      <w:r w:rsidR="003A6D8D">
        <w:t>.</w:t>
      </w:r>
    </w:p>
    <w:p w14:paraId="2DC95D73" w14:textId="77777777" w:rsidR="003A6D8D" w:rsidRDefault="003A6D8D" w:rsidP="008F7090">
      <w:r>
        <w:t>— </w:t>
      </w:r>
      <w:r w:rsidR="008F7090" w:rsidRPr="003A0BBB">
        <w:t>Qu</w:t>
      </w:r>
      <w:r>
        <w:t>’</w:t>
      </w:r>
      <w:r w:rsidR="008F7090" w:rsidRPr="003A0BBB">
        <w:t>a-t-elle fait</w:t>
      </w:r>
      <w:r>
        <w:t xml:space="preserve"> ? </w:t>
      </w:r>
      <w:r w:rsidR="008F7090" w:rsidRPr="003A0BBB">
        <w:t>demanda Camille</w:t>
      </w:r>
      <w:r>
        <w:t>.</w:t>
      </w:r>
    </w:p>
    <w:p w14:paraId="6C04644B" w14:textId="77777777" w:rsidR="003A6D8D" w:rsidRDefault="003A6D8D" w:rsidP="008F7090">
      <w:r>
        <w:t>— </w:t>
      </w:r>
      <w:r w:rsidR="008F7090" w:rsidRPr="003A0BBB">
        <w:t>Tout le pays disait comme Madame</w:t>
      </w:r>
      <w:r>
        <w:t xml:space="preserve">. </w:t>
      </w:r>
      <w:r w:rsidR="008F7090" w:rsidRPr="003A0BBB">
        <w:t>Mais maintenant</w:t>
      </w:r>
      <w:r>
        <w:t xml:space="preserve">… </w:t>
      </w:r>
      <w:r w:rsidR="008F7090" w:rsidRPr="003A0BBB">
        <w:t>Ce qu</w:t>
      </w:r>
      <w:r>
        <w:t>’</w:t>
      </w:r>
      <w:r w:rsidR="008F7090" w:rsidRPr="003A0BBB">
        <w:t>il y a de sûr</w:t>
      </w:r>
      <w:r>
        <w:t xml:space="preserve">, </w:t>
      </w:r>
      <w:r w:rsidR="008F7090" w:rsidRPr="003A0BBB">
        <w:t>c</w:t>
      </w:r>
      <w:r>
        <w:t>’</w:t>
      </w:r>
      <w:r w:rsidR="008F7090" w:rsidRPr="003A0BBB">
        <w:t>est qu</w:t>
      </w:r>
      <w:r>
        <w:t>’</w:t>
      </w:r>
      <w:r w:rsidR="008F7090" w:rsidRPr="003A0BBB">
        <w:t>elle a bien caché son jeu</w:t>
      </w:r>
      <w:r>
        <w:t>.</w:t>
      </w:r>
    </w:p>
    <w:p w14:paraId="317AE5FB" w14:textId="77777777" w:rsidR="003A6D8D" w:rsidRDefault="003A6D8D" w:rsidP="008F7090">
      <w:r>
        <w:t>— </w:t>
      </w:r>
      <w:r w:rsidR="008F7090" w:rsidRPr="003A0BBB">
        <w:t>Qu</w:t>
      </w:r>
      <w:r>
        <w:t>’</w:t>
      </w:r>
      <w:r w:rsidR="008F7090" w:rsidRPr="003A0BBB">
        <w:t>y a-t-il donc eu</w:t>
      </w:r>
      <w:r>
        <w:t> ?</w:t>
      </w:r>
    </w:p>
    <w:p w14:paraId="6562F07A" w14:textId="77777777" w:rsidR="003A6D8D" w:rsidRDefault="003A6D8D" w:rsidP="008F7090">
      <w:r>
        <w:t>— </w:t>
      </w:r>
      <w:r w:rsidR="008F7090" w:rsidRPr="003A0BBB">
        <w:t>Elle vient de le quitter</w:t>
      </w:r>
      <w:r>
        <w:t xml:space="preserve">, </w:t>
      </w:r>
      <w:r w:rsidR="008F7090" w:rsidRPr="003A0BBB">
        <w:t>Mademoiselle</w:t>
      </w:r>
      <w:r>
        <w:t xml:space="preserve">, </w:t>
      </w:r>
      <w:r w:rsidR="008F7090" w:rsidRPr="003A0BBB">
        <w:t>de le quitter pour aller retrouver à Toulouse un cousin qui tient un commerce de bicyclettes</w:t>
      </w:r>
      <w:r>
        <w:t xml:space="preserve">. </w:t>
      </w:r>
      <w:r w:rsidR="008F7090" w:rsidRPr="003A0BBB">
        <w:t>Il a été libéré ces jours-ci du service</w:t>
      </w:r>
      <w:r>
        <w:t xml:space="preserve">. </w:t>
      </w:r>
      <w:r w:rsidR="008F7090" w:rsidRPr="003A0BBB">
        <w:t>Il paraît qu</w:t>
      </w:r>
      <w:r>
        <w:t>’</w:t>
      </w:r>
      <w:r w:rsidR="008F7090" w:rsidRPr="003A0BBB">
        <w:t>ils ont arrangé ça tous les deux</w:t>
      </w:r>
      <w:r>
        <w:t xml:space="preserve">, </w:t>
      </w:r>
      <w:r w:rsidR="008F7090" w:rsidRPr="003A0BBB">
        <w:t>lorsqu</w:t>
      </w:r>
      <w:r>
        <w:t>’</w:t>
      </w:r>
      <w:r w:rsidR="008F7090" w:rsidRPr="003A0BBB">
        <w:t>il venait en permission ici</w:t>
      </w:r>
      <w:r>
        <w:t xml:space="preserve">, </w:t>
      </w:r>
      <w:r w:rsidR="008F7090" w:rsidRPr="003A0BBB">
        <w:t>tandis qu</w:t>
      </w:r>
      <w:r>
        <w:t>’</w:t>
      </w:r>
      <w:r w:rsidR="008F7090" w:rsidRPr="003A0BBB">
        <w:t>il était au régiment</w:t>
      </w:r>
      <w:r>
        <w:t xml:space="preserve">. </w:t>
      </w:r>
      <w:r w:rsidR="008F7090" w:rsidRPr="003A0BBB">
        <w:t>Elle a laissé une lettre à Clément pour lui dire qu</w:t>
      </w:r>
      <w:r>
        <w:t>’</w:t>
      </w:r>
      <w:r w:rsidR="008F7090" w:rsidRPr="003A0BBB">
        <w:t>il pourrait bien faire tout ce qu</w:t>
      </w:r>
      <w:r>
        <w:t>’</w:t>
      </w:r>
      <w:r w:rsidR="008F7090" w:rsidRPr="003A0BBB">
        <w:t>il voudrait</w:t>
      </w:r>
      <w:r>
        <w:t xml:space="preserve">, </w:t>
      </w:r>
      <w:r w:rsidR="008F7090" w:rsidRPr="003A0BBB">
        <w:t>qu</w:t>
      </w:r>
      <w:r>
        <w:t>’</w:t>
      </w:r>
      <w:r w:rsidR="008F7090" w:rsidRPr="003A0BBB">
        <w:t>elle aimait l</w:t>
      </w:r>
      <w:r>
        <w:t>’</w:t>
      </w:r>
      <w:r w:rsidR="008F7090" w:rsidRPr="003A0BBB">
        <w:t>autre et qu</w:t>
      </w:r>
      <w:r>
        <w:t>’</w:t>
      </w:r>
      <w:r w:rsidR="008F7090" w:rsidRPr="003A0BBB">
        <w:t>elle ne reviendrait jamais</w:t>
      </w:r>
      <w:r>
        <w:t xml:space="preserve">. </w:t>
      </w:r>
      <w:r w:rsidR="008F7090" w:rsidRPr="003A0BBB">
        <w:t>Une femme qui a deux petits enfants</w:t>
      </w:r>
      <w:r>
        <w:t xml:space="preserve"> ! </w:t>
      </w:r>
      <w:r w:rsidR="008F7090" w:rsidRPr="003A0BBB">
        <w:t>Si ce n</w:t>
      </w:r>
      <w:r>
        <w:t>’</w:t>
      </w:r>
      <w:r w:rsidR="008F7090" w:rsidRPr="003A0BBB">
        <w:t>est pas malheureux</w:t>
      </w:r>
      <w:r>
        <w:t xml:space="preserve"> ! </w:t>
      </w:r>
      <w:r w:rsidR="008F7090" w:rsidRPr="003A0BBB">
        <w:t>N</w:t>
      </w:r>
      <w:r>
        <w:t>’</w:t>
      </w:r>
      <w:r w:rsidR="008F7090" w:rsidRPr="003A0BBB">
        <w:t>est-ce pas</w:t>
      </w:r>
      <w:r>
        <w:t xml:space="preserve">, </w:t>
      </w:r>
      <w:r w:rsidR="008F7090" w:rsidRPr="003A0BBB">
        <w:t>Madame</w:t>
      </w:r>
      <w:r>
        <w:t xml:space="preserve">, </w:t>
      </w:r>
      <w:r w:rsidR="008F7090" w:rsidRPr="003A0BBB">
        <w:t>que Clément aurait le droit de la faire ramener par les gendarmes</w:t>
      </w:r>
      <w:r>
        <w:t> ?</w:t>
      </w:r>
    </w:p>
    <w:p w14:paraId="4C7A677A" w14:textId="77777777" w:rsidR="003A6D8D" w:rsidRDefault="008F7090" w:rsidP="008F7090">
      <w:r w:rsidRPr="003A0BBB">
        <w:t>Surprise du silence qui accueillait son histoire</w:t>
      </w:r>
      <w:r w:rsidR="003A6D8D">
        <w:t xml:space="preserve">, </w:t>
      </w:r>
      <w:r w:rsidRPr="003A0BBB">
        <w:t>Maria répéta</w:t>
      </w:r>
      <w:r w:rsidR="003A6D8D">
        <w:t> :</w:t>
      </w:r>
    </w:p>
    <w:p w14:paraId="586EA5BD" w14:textId="77777777" w:rsidR="003A6D8D" w:rsidRDefault="003A6D8D" w:rsidP="008F7090">
      <w:r>
        <w:t>— </w:t>
      </w:r>
      <w:r w:rsidR="008F7090" w:rsidRPr="003A0BBB">
        <w:t>N</w:t>
      </w:r>
      <w:r>
        <w:t>’</w:t>
      </w:r>
      <w:r w:rsidR="008F7090" w:rsidRPr="003A0BBB">
        <w:t>est-ce pas</w:t>
      </w:r>
      <w:r>
        <w:t xml:space="preserve">, </w:t>
      </w:r>
      <w:r w:rsidR="008F7090" w:rsidRPr="003A0BBB">
        <w:t>Madame</w:t>
      </w:r>
      <w:r>
        <w:t> ?</w:t>
      </w:r>
    </w:p>
    <w:p w14:paraId="4E4AD4D0" w14:textId="77777777" w:rsidR="003A6D8D" w:rsidRDefault="003A6D8D" w:rsidP="008F7090">
      <w:r>
        <w:lastRenderedPageBreak/>
        <w:t>— </w:t>
      </w:r>
      <w:r w:rsidR="008F7090" w:rsidRPr="003A0BBB">
        <w:t>Je ne sais pas</w:t>
      </w:r>
      <w:r>
        <w:t xml:space="preserve">, </w:t>
      </w:r>
      <w:r w:rsidR="008F7090" w:rsidRPr="003A0BBB">
        <w:t>murmurai-je</w:t>
      </w:r>
      <w:r>
        <w:t>.</w:t>
      </w:r>
    </w:p>
    <w:p w14:paraId="64229CD9" w14:textId="77777777" w:rsidR="003A6D8D" w:rsidRDefault="008F7090" w:rsidP="008F7090">
      <w:r w:rsidRPr="003A0BBB">
        <w:t>Camille éclata de rire</w:t>
      </w:r>
      <w:r w:rsidR="003A6D8D">
        <w:t xml:space="preserve">. </w:t>
      </w:r>
      <w:r w:rsidRPr="003A0BBB">
        <w:t>Maria la regarda avec stupeur</w:t>
      </w:r>
      <w:r w:rsidR="003A6D8D">
        <w:t>.</w:t>
      </w:r>
    </w:p>
    <w:p w14:paraId="4C12BEED" w14:textId="77777777" w:rsidR="003A6D8D" w:rsidRDefault="003A6D8D" w:rsidP="008F7090">
      <w:r>
        <w:t>— </w:t>
      </w:r>
      <w:r w:rsidR="008F7090" w:rsidRPr="003A0BBB">
        <w:t>Alors</w:t>
      </w:r>
      <w:r>
        <w:t xml:space="preserve">, </w:t>
      </w:r>
      <w:r w:rsidR="008F7090" w:rsidRPr="003A0BBB">
        <w:t>ce pauvre Clément a été indignement trompé</w:t>
      </w:r>
      <w:r>
        <w:t xml:space="preserve"> ! </w:t>
      </w:r>
      <w:r w:rsidR="008F7090" w:rsidRPr="003A0BBB">
        <w:t>Il ne se doutait donc de rien</w:t>
      </w:r>
      <w:r>
        <w:t> ?</w:t>
      </w:r>
    </w:p>
    <w:p w14:paraId="7B574DD3" w14:textId="77777777" w:rsidR="003A6D8D" w:rsidRDefault="003A6D8D" w:rsidP="008F7090">
      <w:r>
        <w:t>— </w:t>
      </w:r>
      <w:r w:rsidR="008F7090" w:rsidRPr="003A0BBB">
        <w:t>Comment Mademoiselle veut-elle</w:t>
      </w:r>
      <w:r>
        <w:t> ?…</w:t>
      </w:r>
    </w:p>
    <w:p w14:paraId="55DFD976" w14:textId="77777777" w:rsidR="003A6D8D" w:rsidRDefault="003A6D8D" w:rsidP="008F7090">
      <w:r>
        <w:t>— </w:t>
      </w:r>
      <w:r w:rsidR="008F7090" w:rsidRPr="003A0BBB">
        <w:t>Et dis-moi</w:t>
      </w:r>
      <w:r>
        <w:t xml:space="preserve">, </w:t>
      </w:r>
      <w:r w:rsidR="008F7090" w:rsidRPr="003A0BBB">
        <w:t>que fait-il</w:t>
      </w:r>
      <w:r>
        <w:t xml:space="preserve">, </w:t>
      </w:r>
      <w:r w:rsidR="008F7090" w:rsidRPr="003A0BBB">
        <w:t>maintenant</w:t>
      </w:r>
      <w:r>
        <w:t xml:space="preserve">, </w:t>
      </w:r>
      <w:r w:rsidR="008F7090" w:rsidRPr="003A0BBB">
        <w:t>toute la journée</w:t>
      </w:r>
      <w:r>
        <w:t> ?</w:t>
      </w:r>
    </w:p>
    <w:p w14:paraId="1895EA31" w14:textId="77777777" w:rsidR="003A6D8D" w:rsidRDefault="003A6D8D" w:rsidP="008F7090">
      <w:r>
        <w:t>— </w:t>
      </w:r>
      <w:r w:rsidR="008F7090" w:rsidRPr="003A0BBB">
        <w:t>Il pleure</w:t>
      </w:r>
      <w:r>
        <w:t xml:space="preserve">, </w:t>
      </w:r>
      <w:r w:rsidR="008F7090" w:rsidRPr="003A0BBB">
        <w:t>Mademoiselle</w:t>
      </w:r>
      <w:r>
        <w:t xml:space="preserve">, </w:t>
      </w:r>
      <w:r w:rsidR="008F7090" w:rsidRPr="003A0BBB">
        <w:t>il pleure en s</w:t>
      </w:r>
      <w:r>
        <w:t>’</w:t>
      </w:r>
      <w:r w:rsidR="008F7090" w:rsidRPr="003A0BBB">
        <w:t>occupant des enfants</w:t>
      </w:r>
      <w:r>
        <w:t xml:space="preserve">. </w:t>
      </w:r>
      <w:r w:rsidR="008F7090" w:rsidRPr="003A0BBB">
        <w:t>C</w:t>
      </w:r>
      <w:r>
        <w:t>’</w:t>
      </w:r>
      <w:r w:rsidR="008F7090" w:rsidRPr="003A0BBB">
        <w:t>est une pitié</w:t>
      </w:r>
      <w:r>
        <w:t xml:space="preserve">. </w:t>
      </w:r>
      <w:r w:rsidR="008F7090" w:rsidRPr="003A0BBB">
        <w:t>Irma</w:t>
      </w:r>
      <w:r>
        <w:t xml:space="preserve">, </w:t>
      </w:r>
      <w:r w:rsidR="008F7090" w:rsidRPr="003A0BBB">
        <w:t>la couturière</w:t>
      </w:r>
      <w:r>
        <w:t xml:space="preserve">, </w:t>
      </w:r>
      <w:r w:rsidR="008F7090" w:rsidRPr="003A0BBB">
        <w:t>y est allée cette après-midi</w:t>
      </w:r>
      <w:r>
        <w:t xml:space="preserve">. </w:t>
      </w:r>
      <w:r w:rsidR="008F7090" w:rsidRPr="003A0BBB">
        <w:t>Il avait sur les genoux le petit dernier</w:t>
      </w:r>
      <w:r>
        <w:t xml:space="preserve">, </w:t>
      </w:r>
      <w:r w:rsidR="008F7090" w:rsidRPr="003A0BBB">
        <w:t>qui n</w:t>
      </w:r>
      <w:r>
        <w:t>’</w:t>
      </w:r>
      <w:r w:rsidR="008F7090" w:rsidRPr="003A0BBB">
        <w:t>a pas deux ans</w:t>
      </w:r>
      <w:r>
        <w:t xml:space="preserve">. </w:t>
      </w:r>
      <w:r w:rsidR="008F7090" w:rsidRPr="003A0BBB">
        <w:t>Il lui faisait manger sa bouillie</w:t>
      </w:r>
      <w:r>
        <w:t xml:space="preserve">, </w:t>
      </w:r>
      <w:r w:rsidR="008F7090" w:rsidRPr="003A0BBB">
        <w:t>et par moments il était obligé de le remettre dans son berceau</w:t>
      </w:r>
      <w:r>
        <w:t xml:space="preserve">, </w:t>
      </w:r>
      <w:r w:rsidR="008F7090" w:rsidRPr="003A0BBB">
        <w:t>pour essuyer de grosses larmes</w:t>
      </w:r>
      <w:r>
        <w:t>.</w:t>
      </w:r>
    </w:p>
    <w:p w14:paraId="7C0253C4" w14:textId="77777777" w:rsidR="003A6D8D" w:rsidRDefault="003A6D8D" w:rsidP="008F7090">
      <w:r>
        <w:t>— </w:t>
      </w:r>
      <w:r w:rsidR="008F7090" w:rsidRPr="003A0BBB">
        <w:t>Médée avait tout de même plus d</w:t>
      </w:r>
      <w:r>
        <w:t>’</w:t>
      </w:r>
      <w:r w:rsidR="008F7090" w:rsidRPr="003A0BBB">
        <w:t>allure</w:t>
      </w:r>
      <w:r>
        <w:t xml:space="preserve">, </w:t>
      </w:r>
      <w:r w:rsidR="008F7090" w:rsidRPr="003A0BBB">
        <w:t>dit Camille</w:t>
      </w:r>
      <w:r>
        <w:t xml:space="preserve">. </w:t>
      </w:r>
      <w:r w:rsidR="008F7090" w:rsidRPr="003A0BBB">
        <w:t>N</w:t>
      </w:r>
      <w:r>
        <w:t>’</w:t>
      </w:r>
      <w:r w:rsidR="008F7090" w:rsidRPr="003A0BBB">
        <w:t>est-ce pas</w:t>
      </w:r>
      <w:r>
        <w:t xml:space="preserve">, </w:t>
      </w:r>
      <w:r w:rsidR="008F7090" w:rsidRPr="003A0BBB">
        <w:t>maman</w:t>
      </w:r>
      <w:r>
        <w:t xml:space="preserve"> ? </w:t>
      </w:r>
      <w:r w:rsidR="008F7090" w:rsidRPr="003A0BBB">
        <w:t>n</w:t>
      </w:r>
      <w:r>
        <w:t>’</w:t>
      </w:r>
      <w:r w:rsidR="008F7090" w:rsidRPr="003A0BBB">
        <w:t>est-ce pas Franz</w:t>
      </w:r>
      <w:r>
        <w:t xml:space="preserve"> ? </w:t>
      </w:r>
      <w:r w:rsidR="008F7090" w:rsidRPr="003A0BBB">
        <w:t>Et dis-moi</w:t>
      </w:r>
      <w:r>
        <w:t xml:space="preserve">, </w:t>
      </w:r>
      <w:r w:rsidR="008F7090" w:rsidRPr="003A0BBB">
        <w:t>Maria</w:t>
      </w:r>
      <w:r>
        <w:t xml:space="preserve">, </w:t>
      </w:r>
      <w:r w:rsidR="008F7090" w:rsidRPr="003A0BBB">
        <w:t>qu</w:t>
      </w:r>
      <w:r>
        <w:t>’</w:t>
      </w:r>
      <w:r w:rsidR="008F7090" w:rsidRPr="003A0BBB">
        <w:t>est-ce qu</w:t>
      </w:r>
      <w:r>
        <w:t>’</w:t>
      </w:r>
      <w:r w:rsidR="008F7090" w:rsidRPr="003A0BBB">
        <w:t>il va faire</w:t>
      </w:r>
      <w:r>
        <w:t xml:space="preserve">, </w:t>
      </w:r>
      <w:r w:rsidR="008F7090" w:rsidRPr="003A0BBB">
        <w:t>maintenant</w:t>
      </w:r>
      <w:r>
        <w:t xml:space="preserve">, </w:t>
      </w:r>
      <w:r w:rsidR="008F7090" w:rsidRPr="003A0BBB">
        <w:t>ce pauvre diable</w:t>
      </w:r>
      <w:r>
        <w:t> ?</w:t>
      </w:r>
    </w:p>
    <w:p w14:paraId="42371DAC" w14:textId="77777777" w:rsidR="003A6D8D" w:rsidRDefault="003A6D8D" w:rsidP="008F7090">
      <w:r>
        <w:t>— </w:t>
      </w:r>
      <w:r w:rsidR="008F7090" w:rsidRPr="003A0BBB">
        <w:t>Ce qu</w:t>
      </w:r>
      <w:r>
        <w:t>’</w:t>
      </w:r>
      <w:r w:rsidR="008F7090" w:rsidRPr="003A0BBB">
        <w:t>il va faire</w:t>
      </w:r>
      <w:r>
        <w:t xml:space="preserve">, </w:t>
      </w:r>
      <w:r w:rsidR="008F7090" w:rsidRPr="003A0BBB">
        <w:t>mais rien</w:t>
      </w:r>
      <w:r>
        <w:t xml:space="preserve">. </w:t>
      </w:r>
      <w:r w:rsidR="008F7090" w:rsidRPr="003A0BBB">
        <w:t>Qu</w:t>
      </w:r>
      <w:r>
        <w:t>’</w:t>
      </w:r>
      <w:r w:rsidR="008F7090" w:rsidRPr="003A0BBB">
        <w:t>est-ce que Mademoiselle veut qu</w:t>
      </w:r>
      <w:r>
        <w:t>’</w:t>
      </w:r>
      <w:r w:rsidR="008F7090" w:rsidRPr="003A0BBB">
        <w:t>il fasse</w:t>
      </w:r>
      <w:r>
        <w:t> ?</w:t>
      </w:r>
    </w:p>
    <w:p w14:paraId="06D7BAF6" w14:textId="77777777" w:rsidR="003A6D8D" w:rsidRDefault="008F7090" w:rsidP="008F7090">
      <w:r w:rsidRPr="003A0BBB">
        <w:t>Camille haussa les épaules avec dédain</w:t>
      </w:r>
      <w:r w:rsidR="003A6D8D">
        <w:t>.</w:t>
      </w:r>
    </w:p>
    <w:p w14:paraId="4194E664" w14:textId="77777777" w:rsidR="003A6D8D" w:rsidRDefault="003A6D8D" w:rsidP="008F7090">
      <w:r>
        <w:t>— </w:t>
      </w:r>
      <w:r w:rsidR="008F7090" w:rsidRPr="003A0BBB">
        <w:t>Tiens</w:t>
      </w:r>
      <w:r>
        <w:t xml:space="preserve">, </w:t>
      </w:r>
      <w:r w:rsidR="008F7090" w:rsidRPr="003A0BBB">
        <w:t>ton Clément est décidément un imbécile</w:t>
      </w:r>
      <w:r>
        <w:t xml:space="preserve">. </w:t>
      </w:r>
      <w:r w:rsidR="008F7090" w:rsidRPr="003A0BBB">
        <w:t>Il ne vaut pas la peine que nous nous occupions de lui</w:t>
      </w:r>
      <w:r>
        <w:t>.</w:t>
      </w:r>
    </w:p>
    <w:p w14:paraId="1AEFBFB4" w14:textId="77777777" w:rsidR="003A6D8D" w:rsidRDefault="003A6D8D" w:rsidP="008F7090">
      <w:r>
        <w:t>— </w:t>
      </w:r>
      <w:r w:rsidR="008F7090" w:rsidRPr="003A0BBB">
        <w:t>Qu</w:t>
      </w:r>
      <w:r>
        <w:t>’</w:t>
      </w:r>
      <w:r w:rsidR="008F7090" w:rsidRPr="003A0BBB">
        <w:t>est-ce que Mademoiselle ferait</w:t>
      </w:r>
      <w:r>
        <w:t xml:space="preserve">, </w:t>
      </w:r>
      <w:r w:rsidR="008F7090" w:rsidRPr="003A0BBB">
        <w:t>à sa place</w:t>
      </w:r>
      <w:r>
        <w:t> ?</w:t>
      </w:r>
    </w:p>
    <w:p w14:paraId="03346B44" w14:textId="77777777" w:rsidR="003A6D8D" w:rsidRDefault="008F7090" w:rsidP="008F7090">
      <w:r w:rsidRPr="003A0BBB">
        <w:t>Ni Franz</w:t>
      </w:r>
      <w:r w:rsidR="003A6D8D">
        <w:t xml:space="preserve">, </w:t>
      </w:r>
      <w:r w:rsidRPr="003A0BBB">
        <w:t>ni moi</w:t>
      </w:r>
      <w:r w:rsidR="003A6D8D">
        <w:t xml:space="preserve">, </w:t>
      </w:r>
      <w:r w:rsidRPr="003A0BBB">
        <w:t>n</w:t>
      </w:r>
      <w:r w:rsidR="003A6D8D">
        <w:t>’</w:t>
      </w:r>
      <w:r w:rsidRPr="003A0BBB">
        <w:t>avions bougé</w:t>
      </w:r>
      <w:r w:rsidR="003A6D8D">
        <w:t xml:space="preserve">. </w:t>
      </w:r>
      <w:r w:rsidRPr="003A0BBB">
        <w:t>Maria n</w:t>
      </w:r>
      <w:r w:rsidR="003A6D8D">
        <w:t>’</w:t>
      </w:r>
      <w:r w:rsidRPr="003A0BBB">
        <w:t>en eut pas moins l</w:t>
      </w:r>
      <w:r w:rsidR="003A6D8D">
        <w:t>’</w:t>
      </w:r>
      <w:r w:rsidRPr="003A0BBB">
        <w:t>intuition qu</w:t>
      </w:r>
      <w:r w:rsidR="003A6D8D">
        <w:t>’</w:t>
      </w:r>
      <w:r w:rsidRPr="003A0BBB">
        <w:t>il eût mieux valu ne pas adresser cette question à Camille</w:t>
      </w:r>
      <w:r w:rsidR="003A6D8D">
        <w:t xml:space="preserve">, </w:t>
      </w:r>
      <w:r w:rsidRPr="003A0BBB">
        <w:t>ni même raconter l</w:t>
      </w:r>
      <w:r w:rsidR="003A6D8D">
        <w:t>’</w:t>
      </w:r>
      <w:r w:rsidRPr="003A0BBB">
        <w:t>histoire de Clément</w:t>
      </w:r>
      <w:r w:rsidR="003A6D8D">
        <w:t>.</w:t>
      </w:r>
    </w:p>
    <w:p w14:paraId="621927C4" w14:textId="77777777" w:rsidR="003A6D8D" w:rsidRDefault="008F7090" w:rsidP="008F7090">
      <w:r w:rsidRPr="003A0BBB">
        <w:t>Mais Camille riait franchement</w:t>
      </w:r>
      <w:r w:rsidR="003A6D8D">
        <w:t>.</w:t>
      </w:r>
    </w:p>
    <w:p w14:paraId="71482E6B" w14:textId="77777777" w:rsidR="003A6D8D" w:rsidRDefault="003A6D8D" w:rsidP="008F7090">
      <w:r>
        <w:lastRenderedPageBreak/>
        <w:t>— </w:t>
      </w:r>
      <w:r w:rsidR="008F7090" w:rsidRPr="003A0BBB">
        <w:t>Ce que je ferais</w:t>
      </w:r>
      <w:r>
        <w:t xml:space="preserve"> ? </w:t>
      </w:r>
      <w:r w:rsidR="008F7090" w:rsidRPr="003A0BBB">
        <w:t>Tu l</w:t>
      </w:r>
      <w:r>
        <w:t>’</w:t>
      </w:r>
      <w:r w:rsidR="008F7090" w:rsidRPr="003A0BBB">
        <w:t>entends</w:t>
      </w:r>
      <w:r>
        <w:t xml:space="preserve">, </w:t>
      </w:r>
      <w:r w:rsidR="008F7090" w:rsidRPr="003A0BBB">
        <w:t>maman</w:t>
      </w:r>
      <w:r>
        <w:t xml:space="preserve">, </w:t>
      </w:r>
      <w:r w:rsidR="008F7090" w:rsidRPr="003A0BBB">
        <w:t>elle est drôle</w:t>
      </w:r>
      <w:r>
        <w:t xml:space="preserve">. </w:t>
      </w:r>
      <w:r w:rsidR="008F7090" w:rsidRPr="003A0BBB">
        <w:t>Ce que je ferais</w:t>
      </w:r>
      <w:r>
        <w:t xml:space="preserve">, </w:t>
      </w:r>
      <w:r w:rsidR="008F7090" w:rsidRPr="003A0BBB">
        <w:t>moi</w:t>
      </w:r>
      <w:r>
        <w:t xml:space="preserve"> ? </w:t>
      </w:r>
      <w:r w:rsidR="008F7090" w:rsidRPr="003A0BBB">
        <w:t>Ah</w:t>
      </w:r>
      <w:r>
        <w:t xml:space="preserve"> ! </w:t>
      </w:r>
      <w:r w:rsidR="008F7090" w:rsidRPr="003A0BBB">
        <w:t>voilà</w:t>
      </w:r>
      <w:r>
        <w:t> !</w:t>
      </w:r>
    </w:p>
    <w:p w14:paraId="4DB73A23" w14:textId="77777777" w:rsidR="003A6D8D" w:rsidRDefault="008F7090" w:rsidP="008F7090">
      <w:r w:rsidRPr="003A0BBB">
        <w:t>Elle marqua une pause</w:t>
      </w:r>
      <w:r w:rsidR="003A6D8D">
        <w:t>.</w:t>
      </w:r>
    </w:p>
    <w:p w14:paraId="31AB52FB" w14:textId="77777777" w:rsidR="003A6D8D" w:rsidRDefault="003A6D8D" w:rsidP="008F7090">
      <w:r>
        <w:t>— </w:t>
      </w:r>
      <w:r w:rsidR="008F7090" w:rsidRPr="003A0BBB">
        <w:t>Je le sais bien</w:t>
      </w:r>
      <w:r>
        <w:t xml:space="preserve">, </w:t>
      </w:r>
      <w:r w:rsidR="008F7090" w:rsidRPr="003A0BBB">
        <w:t>ce que je ferais</w:t>
      </w:r>
      <w:r>
        <w:t>.</w:t>
      </w:r>
    </w:p>
    <w:p w14:paraId="23C10D5A" w14:textId="77777777" w:rsidR="003A6D8D" w:rsidRDefault="008F7090" w:rsidP="008F7090">
      <w:r w:rsidRPr="003A0BBB">
        <w:t>Elle nous regardait l</w:t>
      </w:r>
      <w:r w:rsidR="003A6D8D">
        <w:t>’</w:t>
      </w:r>
      <w:r w:rsidRPr="003A0BBB">
        <w:t>un après l</w:t>
      </w:r>
      <w:r w:rsidR="003A6D8D">
        <w:t>’</w:t>
      </w:r>
      <w:r w:rsidRPr="003A0BBB">
        <w:t>autre</w:t>
      </w:r>
      <w:r w:rsidR="003A6D8D">
        <w:t>.</w:t>
      </w:r>
    </w:p>
    <w:p w14:paraId="273E5C7B" w14:textId="77777777" w:rsidR="003A6D8D" w:rsidRDefault="003A6D8D" w:rsidP="008F7090">
      <w:r>
        <w:t>— </w:t>
      </w:r>
      <w:r w:rsidR="008F7090" w:rsidRPr="003A0BBB">
        <w:t>Comment</w:t>
      </w:r>
      <w:r>
        <w:t xml:space="preserve">, </w:t>
      </w:r>
      <w:r w:rsidR="008F7090" w:rsidRPr="003A0BBB">
        <w:t>ni toi</w:t>
      </w:r>
      <w:r>
        <w:t xml:space="preserve">, </w:t>
      </w:r>
      <w:r w:rsidR="008F7090" w:rsidRPr="003A0BBB">
        <w:t>Maria</w:t>
      </w:r>
      <w:r>
        <w:t xml:space="preserve">, </w:t>
      </w:r>
      <w:r w:rsidR="008F7090" w:rsidRPr="003A0BBB">
        <w:t>ni toi</w:t>
      </w:r>
      <w:r>
        <w:t xml:space="preserve">, </w:t>
      </w:r>
      <w:r w:rsidR="008F7090" w:rsidRPr="003A0BBB">
        <w:t>maman</w:t>
      </w:r>
      <w:r>
        <w:t xml:space="preserve">, </w:t>
      </w:r>
      <w:r w:rsidR="008F7090" w:rsidRPr="003A0BBB">
        <w:t>ni toi</w:t>
      </w:r>
      <w:r>
        <w:t xml:space="preserve">, </w:t>
      </w:r>
      <w:r w:rsidR="008F7090" w:rsidRPr="003A0BBB">
        <w:t>Franz</w:t>
      </w:r>
      <w:r>
        <w:t xml:space="preserve">, </w:t>
      </w:r>
      <w:r w:rsidR="008F7090" w:rsidRPr="003A0BBB">
        <w:t>vous n</w:t>
      </w:r>
      <w:r>
        <w:t>’</w:t>
      </w:r>
      <w:r w:rsidR="008F7090" w:rsidRPr="003A0BBB">
        <w:t>avez la curiosité de me demander ce que je ferais</w:t>
      </w:r>
      <w:r>
        <w:t xml:space="preserve"> ? </w:t>
      </w:r>
      <w:r w:rsidR="008F7090" w:rsidRPr="003A0BBB">
        <w:t>Personne n</w:t>
      </w:r>
      <w:r>
        <w:t>’</w:t>
      </w:r>
      <w:r w:rsidR="008F7090" w:rsidRPr="003A0BBB">
        <w:t>ouvre la bouche</w:t>
      </w:r>
      <w:r>
        <w:t>.</w:t>
      </w:r>
    </w:p>
    <w:p w14:paraId="1416B823" w14:textId="77777777" w:rsidR="003A6D8D" w:rsidRDefault="008F7090" w:rsidP="008F7090">
      <w:r w:rsidRPr="003A0BBB">
        <w:t>J</w:t>
      </w:r>
      <w:r w:rsidR="003A6D8D">
        <w:t>’</w:t>
      </w:r>
      <w:r w:rsidRPr="003A0BBB">
        <w:t>entendis la voix sèche de Franz murmurer</w:t>
      </w:r>
      <w:r w:rsidR="003A6D8D">
        <w:t> :</w:t>
      </w:r>
    </w:p>
    <w:p w14:paraId="6E4A8A6F" w14:textId="77777777" w:rsidR="003A6D8D" w:rsidRDefault="003A6D8D" w:rsidP="008F7090">
      <w:r>
        <w:t>— </w:t>
      </w:r>
      <w:r w:rsidR="008F7090" w:rsidRPr="003A0BBB">
        <w:t>Quelle drôle de conversation</w:t>
      </w:r>
      <w:r>
        <w:t>.</w:t>
      </w:r>
    </w:p>
    <w:p w14:paraId="7216F840" w14:textId="77777777" w:rsidR="003A6D8D" w:rsidRDefault="008F7090" w:rsidP="008F7090">
      <w:r w:rsidRPr="003A0BBB">
        <w:t>Camille ne parut pas remarquer cette réflexion</w:t>
      </w:r>
      <w:r w:rsidR="003A6D8D">
        <w:t xml:space="preserve">. </w:t>
      </w:r>
      <w:r w:rsidRPr="003A0BBB">
        <w:t>Elle avait l</w:t>
      </w:r>
      <w:r w:rsidR="003A6D8D">
        <w:t>’</w:t>
      </w:r>
      <w:r w:rsidRPr="003A0BBB">
        <w:t>air de s</w:t>
      </w:r>
      <w:r w:rsidR="003A6D8D">
        <w:t>’</w:t>
      </w:r>
      <w:r w:rsidRPr="003A0BBB">
        <w:t>amuser énormément</w:t>
      </w:r>
      <w:r w:rsidR="003A6D8D">
        <w:t>.</w:t>
      </w:r>
    </w:p>
    <w:p w14:paraId="5E53A182" w14:textId="77777777" w:rsidR="003A6D8D" w:rsidRDefault="003A6D8D" w:rsidP="008F7090">
      <w:r>
        <w:t>— </w:t>
      </w:r>
      <w:r w:rsidR="008F7090" w:rsidRPr="003A0BBB">
        <w:t>Eh bien</w:t>
      </w:r>
      <w:r>
        <w:t xml:space="preserve">, </w:t>
      </w:r>
      <w:r w:rsidR="008F7090" w:rsidRPr="003A0BBB">
        <w:t>maman</w:t>
      </w:r>
      <w:r>
        <w:t> ?</w:t>
      </w:r>
    </w:p>
    <w:p w14:paraId="3251010D" w14:textId="77777777" w:rsidR="003A6D8D" w:rsidRDefault="003A6D8D" w:rsidP="008F7090">
      <w:r>
        <w:t>— </w:t>
      </w:r>
      <w:r w:rsidR="008F7090" w:rsidRPr="003A0BBB">
        <w:t>Que ferais-tu</w:t>
      </w:r>
      <w:r>
        <w:t xml:space="preserve"> ? </w:t>
      </w:r>
      <w:r w:rsidR="008F7090" w:rsidRPr="003A0BBB">
        <w:t>pus-je enfin arriver à dire</w:t>
      </w:r>
      <w:r>
        <w:t>.</w:t>
      </w:r>
    </w:p>
    <w:p w14:paraId="2EC29AC3" w14:textId="77777777" w:rsidR="003A6D8D" w:rsidRDefault="003A6D8D" w:rsidP="008F7090">
      <w:r>
        <w:t>— </w:t>
      </w:r>
      <w:r w:rsidR="008F7090" w:rsidRPr="003A0BBB">
        <w:t>Ah</w:t>
      </w:r>
      <w:r>
        <w:t xml:space="preserve"> ! </w:t>
      </w:r>
      <w:r w:rsidR="008F7090" w:rsidRPr="003A0BBB">
        <w:t>enfin</w:t>
      </w:r>
      <w:r>
        <w:t xml:space="preserve">. </w:t>
      </w:r>
      <w:r w:rsidR="008F7090" w:rsidRPr="003A0BBB">
        <w:t>Eh bien</w:t>
      </w:r>
      <w:r>
        <w:t xml:space="preserve">, </w:t>
      </w:r>
      <w:r w:rsidR="008F7090" w:rsidRPr="003A0BBB">
        <w:t>je me suis peut-être un peu trop avancée tout à l</w:t>
      </w:r>
      <w:r>
        <w:t>’</w:t>
      </w:r>
      <w:r w:rsidR="008F7090" w:rsidRPr="003A0BBB">
        <w:t>heure en disant que je le savais</w:t>
      </w:r>
      <w:r>
        <w:t xml:space="preserve">. </w:t>
      </w:r>
      <w:r w:rsidR="008F7090" w:rsidRPr="003A0BBB">
        <w:t>Je ne sais pas</w:t>
      </w:r>
      <w:r>
        <w:t xml:space="preserve">, </w:t>
      </w:r>
      <w:r w:rsidR="008F7090" w:rsidRPr="003A0BBB">
        <w:t>vraiment</w:t>
      </w:r>
      <w:r>
        <w:t xml:space="preserve">. </w:t>
      </w:r>
      <w:r w:rsidR="008F7090" w:rsidRPr="003A0BBB">
        <w:t>Cela dépendrait</w:t>
      </w:r>
      <w:r>
        <w:t xml:space="preserve">. </w:t>
      </w:r>
      <w:r w:rsidR="008F7090" w:rsidRPr="003A0BBB">
        <w:t>En tout cas</w:t>
      </w:r>
      <w:r>
        <w:t xml:space="preserve">, </w:t>
      </w:r>
      <w:r w:rsidR="008F7090" w:rsidRPr="003A0BBB">
        <w:t>il y a une chose dont je suis certaine</w:t>
      </w:r>
      <w:r>
        <w:t xml:space="preserve">, </w:t>
      </w:r>
      <w:r w:rsidR="008F7090" w:rsidRPr="003A0BBB">
        <w:t>c</w:t>
      </w:r>
      <w:r>
        <w:t>’</w:t>
      </w:r>
      <w:r w:rsidR="008F7090" w:rsidRPr="003A0BBB">
        <w:t>est que les journaux du lendemain en parleraient</w:t>
      </w:r>
      <w:r>
        <w:t xml:space="preserve">, </w:t>
      </w:r>
      <w:r w:rsidR="008F7090" w:rsidRPr="003A0BBB">
        <w:t>je vous le jure</w:t>
      </w:r>
      <w:r>
        <w:t xml:space="preserve">, </w:t>
      </w:r>
      <w:r w:rsidR="008F7090" w:rsidRPr="003A0BBB">
        <w:t>et en bonne place</w:t>
      </w:r>
      <w:r>
        <w:t xml:space="preserve">, </w:t>
      </w:r>
      <w:r w:rsidR="008F7090" w:rsidRPr="003A0BBB">
        <w:t>une place au moins aussi bonne que celle du communiqué</w:t>
      </w:r>
      <w:r>
        <w:t>.</w:t>
      </w:r>
    </w:p>
    <w:p w14:paraId="012252AE" w14:textId="77777777" w:rsidR="003A6D8D" w:rsidRDefault="008F7090" w:rsidP="008F7090">
      <w:r w:rsidRPr="003A0BBB">
        <w:t>À voix basse et sourde</w:t>
      </w:r>
      <w:r w:rsidR="003A6D8D">
        <w:t xml:space="preserve">, </w:t>
      </w:r>
      <w:r w:rsidRPr="003A0BBB">
        <w:t>elle ajouta</w:t>
      </w:r>
      <w:r w:rsidR="003A6D8D">
        <w:t xml:space="preserve">, </w:t>
      </w:r>
      <w:r w:rsidRPr="003A0BBB">
        <w:t>s</w:t>
      </w:r>
      <w:r w:rsidR="003A6D8D">
        <w:t>’</w:t>
      </w:r>
      <w:r w:rsidRPr="003A0BBB">
        <w:t>adressant cette fois à elle-même</w:t>
      </w:r>
      <w:r w:rsidR="003A6D8D">
        <w:t> :</w:t>
      </w:r>
    </w:p>
    <w:p w14:paraId="212C0C7A" w14:textId="77777777" w:rsidR="003A6D8D" w:rsidRDefault="003A6D8D" w:rsidP="008F7090">
      <w:r>
        <w:t>— </w:t>
      </w:r>
      <w:r w:rsidR="008F7090" w:rsidRPr="003A0BBB">
        <w:t>Je n</w:t>
      </w:r>
      <w:r>
        <w:t>’</w:t>
      </w:r>
      <w:r w:rsidR="008F7090" w:rsidRPr="003A0BBB">
        <w:t>aurais d</w:t>
      </w:r>
      <w:r>
        <w:t>’</w:t>
      </w:r>
      <w:r w:rsidR="008F7090" w:rsidRPr="003A0BBB">
        <w:t>égards pour rien</w:t>
      </w:r>
      <w:r>
        <w:t xml:space="preserve"> ! </w:t>
      </w:r>
      <w:r w:rsidR="008F7090" w:rsidRPr="003A0BBB">
        <w:t>Pour rien</w:t>
      </w:r>
      <w:r>
        <w:t> !</w:t>
      </w:r>
    </w:p>
    <w:p w14:paraId="2597D8E4" w14:textId="1CCA8A65" w:rsidR="008F7090" w:rsidRPr="003A0BBB" w:rsidRDefault="008F7090" w:rsidP="008F7090"/>
    <w:p w14:paraId="14EA7A28" w14:textId="77777777" w:rsidR="003A6D8D" w:rsidRDefault="008F7090" w:rsidP="008F7090">
      <w:r w:rsidRPr="003A0BBB">
        <w:lastRenderedPageBreak/>
        <w:t>Il y eut une minute pendant laquelle on n</w:t>
      </w:r>
      <w:r w:rsidR="003A6D8D">
        <w:t>’</w:t>
      </w:r>
      <w:r w:rsidRPr="003A0BBB">
        <w:t>entendit plus que le bruit de l</w:t>
      </w:r>
      <w:r w:rsidR="003A6D8D">
        <w:t>’</w:t>
      </w:r>
      <w:r w:rsidRPr="003A0BBB">
        <w:t>horloge</w:t>
      </w:r>
      <w:r w:rsidR="003A6D8D">
        <w:t>.</w:t>
      </w:r>
    </w:p>
    <w:p w14:paraId="47794AED" w14:textId="77777777" w:rsidR="003A6D8D" w:rsidRDefault="003A6D8D" w:rsidP="008F7090">
      <w:r>
        <w:t>— </w:t>
      </w:r>
      <w:r w:rsidR="008F7090" w:rsidRPr="003A0BBB">
        <w:t>Franz avait raison</w:t>
      </w:r>
      <w:r>
        <w:t xml:space="preserve">, </w:t>
      </w:r>
      <w:r w:rsidR="008F7090" w:rsidRPr="003A0BBB">
        <w:t>dit Camille avec la plus parfaite désinvolture</w:t>
      </w:r>
      <w:r>
        <w:t xml:space="preserve">. </w:t>
      </w:r>
      <w:r w:rsidR="008F7090" w:rsidRPr="003A0BBB">
        <w:t>Cette conversation n</w:t>
      </w:r>
      <w:r>
        <w:t>’</w:t>
      </w:r>
      <w:r w:rsidR="008F7090" w:rsidRPr="003A0BBB">
        <w:t>a ni queue ni tête</w:t>
      </w:r>
      <w:r>
        <w:t xml:space="preserve">. </w:t>
      </w:r>
      <w:r w:rsidR="008F7090" w:rsidRPr="003A0BBB">
        <w:t>Parlons d</w:t>
      </w:r>
      <w:r>
        <w:t>’</w:t>
      </w:r>
      <w:r w:rsidR="008F7090" w:rsidRPr="003A0BBB">
        <w:t>autre chose</w:t>
      </w:r>
      <w:r>
        <w:t xml:space="preserve">. </w:t>
      </w:r>
      <w:r w:rsidR="008F7090" w:rsidRPr="003A0BBB">
        <w:t>À propos</w:t>
      </w:r>
      <w:r>
        <w:t xml:space="preserve">, </w:t>
      </w:r>
      <w:r w:rsidR="008F7090" w:rsidRPr="003A0BBB">
        <w:t>maman</w:t>
      </w:r>
      <w:r>
        <w:t xml:space="preserve">, </w:t>
      </w:r>
      <w:r w:rsidR="008F7090" w:rsidRPr="003A0BBB">
        <w:t>tu avais manifesté l</w:t>
      </w:r>
      <w:r>
        <w:t>’</w:t>
      </w:r>
      <w:r w:rsidR="008F7090" w:rsidRPr="003A0BBB">
        <w:t>intention d</w:t>
      </w:r>
      <w:r>
        <w:t>’</w:t>
      </w:r>
      <w:r w:rsidR="008F7090" w:rsidRPr="003A0BBB">
        <w:t>aller aujourd</w:t>
      </w:r>
      <w:r>
        <w:t>’</w:t>
      </w:r>
      <w:r w:rsidR="008F7090" w:rsidRPr="003A0BBB">
        <w:t>hui voir le notaire</w:t>
      </w:r>
      <w:r>
        <w:t> ?</w:t>
      </w:r>
    </w:p>
    <w:p w14:paraId="0960D369" w14:textId="77777777" w:rsidR="003A6D8D" w:rsidRDefault="003A6D8D" w:rsidP="008F7090">
      <w:r>
        <w:t>— </w:t>
      </w:r>
      <w:r w:rsidR="008F7090" w:rsidRPr="003A0BBB">
        <w:t>J</w:t>
      </w:r>
      <w:r>
        <w:t>’</w:t>
      </w:r>
      <w:r w:rsidR="008F7090" w:rsidRPr="003A0BBB">
        <w:t>y suis allée</w:t>
      </w:r>
      <w:r>
        <w:t xml:space="preserve">, </w:t>
      </w:r>
      <w:r w:rsidR="008F7090" w:rsidRPr="003A0BBB">
        <w:t>fis-je faiblement</w:t>
      </w:r>
      <w:r>
        <w:t>.</w:t>
      </w:r>
    </w:p>
    <w:p w14:paraId="739459DC" w14:textId="77777777" w:rsidR="003A6D8D" w:rsidRDefault="003A6D8D" w:rsidP="008F7090">
      <w:r>
        <w:t>— </w:t>
      </w:r>
      <w:r w:rsidR="008F7090" w:rsidRPr="003A0BBB">
        <w:t>Je parie qu</w:t>
      </w:r>
      <w:r>
        <w:t>’</w:t>
      </w:r>
      <w:r w:rsidR="008F7090" w:rsidRPr="003A0BBB">
        <w:t>il n</w:t>
      </w:r>
      <w:r>
        <w:t>’</w:t>
      </w:r>
      <w:r w:rsidR="008F7090" w:rsidRPr="003A0BBB">
        <w:t>y était pas</w:t>
      </w:r>
      <w:r>
        <w:t>.</w:t>
      </w:r>
    </w:p>
    <w:p w14:paraId="79FD13C8" w14:textId="77777777" w:rsidR="003A6D8D" w:rsidRDefault="003A6D8D" w:rsidP="008F7090">
      <w:r>
        <w:t>— </w:t>
      </w:r>
      <w:r w:rsidR="008F7090" w:rsidRPr="003A0BBB">
        <w:t>Si</w:t>
      </w:r>
      <w:r>
        <w:t xml:space="preserve">, </w:t>
      </w:r>
      <w:r w:rsidR="008F7090" w:rsidRPr="003A0BBB">
        <w:t>il y était</w:t>
      </w:r>
      <w:r>
        <w:t>.</w:t>
      </w:r>
    </w:p>
    <w:p w14:paraId="26746B53" w14:textId="77777777" w:rsidR="003A6D8D" w:rsidRDefault="003A6D8D" w:rsidP="008F7090">
      <w:r>
        <w:t>— </w:t>
      </w:r>
      <w:r w:rsidR="008F7090" w:rsidRPr="003A0BBB">
        <w:t>Alors</w:t>
      </w:r>
      <w:r>
        <w:t xml:space="preserve">, </w:t>
      </w:r>
      <w:r w:rsidR="008F7090" w:rsidRPr="003A0BBB">
        <w:t>tu l</w:t>
      </w:r>
      <w:r>
        <w:t>’</w:t>
      </w:r>
      <w:r w:rsidR="008F7090" w:rsidRPr="003A0BBB">
        <w:t>as vu</w:t>
      </w:r>
      <w:r>
        <w:t>.</w:t>
      </w:r>
    </w:p>
    <w:p w14:paraId="28DCA0C8" w14:textId="77777777" w:rsidR="003A6D8D" w:rsidRDefault="003A6D8D" w:rsidP="008F7090">
      <w:r>
        <w:t>— </w:t>
      </w:r>
      <w:r w:rsidR="008F7090" w:rsidRPr="003A0BBB">
        <w:t>Je n</w:t>
      </w:r>
      <w:r>
        <w:t>’</w:t>
      </w:r>
      <w:r w:rsidR="008F7090" w:rsidRPr="003A0BBB">
        <w:t>ai pas pu</w:t>
      </w:r>
      <w:r>
        <w:t xml:space="preserve">. </w:t>
      </w:r>
      <w:r w:rsidR="008F7090" w:rsidRPr="003A0BBB">
        <w:t>Il était malade</w:t>
      </w:r>
      <w:r>
        <w:t xml:space="preserve">. </w:t>
      </w:r>
      <w:r w:rsidR="008F7090" w:rsidRPr="003A0BBB">
        <w:t>Une forte grippe</w:t>
      </w:r>
      <w:r>
        <w:t>.</w:t>
      </w:r>
    </w:p>
    <w:p w14:paraId="2987A297" w14:textId="77777777" w:rsidR="003A6D8D" w:rsidRDefault="008F7090" w:rsidP="008F7090">
      <w:r w:rsidRPr="003A0BBB">
        <w:t>Les lèvres de Camille se pincèrent</w:t>
      </w:r>
      <w:r w:rsidR="003A6D8D">
        <w:t>.</w:t>
      </w:r>
    </w:p>
    <w:p w14:paraId="54AF9FD2" w14:textId="77777777" w:rsidR="003A6D8D" w:rsidRDefault="003A6D8D" w:rsidP="008F7090">
      <w:r>
        <w:t>— </w:t>
      </w:r>
      <w:r w:rsidR="008F7090" w:rsidRPr="003A0BBB">
        <w:t>J</w:t>
      </w:r>
      <w:r>
        <w:t>’</w:t>
      </w:r>
      <w:r w:rsidR="008F7090" w:rsidRPr="003A0BBB">
        <w:t>en étais sûre</w:t>
      </w:r>
      <w:r>
        <w:t>.</w:t>
      </w:r>
    </w:p>
    <w:p w14:paraId="586184D8" w14:textId="77777777" w:rsidR="003A6D8D" w:rsidRDefault="003A6D8D" w:rsidP="008F7090">
      <w:r>
        <w:t>— </w:t>
      </w:r>
      <w:r w:rsidR="008F7090" w:rsidRPr="003A0BBB">
        <w:t>Comment</w:t>
      </w:r>
      <w:r>
        <w:t xml:space="preserve">, </w:t>
      </w:r>
      <w:r w:rsidR="008F7090" w:rsidRPr="003A0BBB">
        <w:t>tu en étais sûre</w:t>
      </w:r>
      <w:r>
        <w:t xml:space="preserve"> ? </w:t>
      </w:r>
      <w:r w:rsidR="008F7090" w:rsidRPr="003A0BBB">
        <w:t>Ce n</w:t>
      </w:r>
      <w:r>
        <w:t>’</w:t>
      </w:r>
      <w:r w:rsidR="008F7090" w:rsidRPr="003A0BBB">
        <w:t>est pas moi qui lui ai envoyé sa grippe</w:t>
      </w:r>
      <w:r>
        <w:t xml:space="preserve">, </w:t>
      </w:r>
      <w:r w:rsidR="008F7090" w:rsidRPr="003A0BBB">
        <w:t>je suppose</w:t>
      </w:r>
      <w:r>
        <w:t>.</w:t>
      </w:r>
    </w:p>
    <w:p w14:paraId="13167F21" w14:textId="77777777" w:rsidR="003A6D8D" w:rsidRDefault="003A6D8D" w:rsidP="008F7090">
      <w:r>
        <w:t>— </w:t>
      </w:r>
      <w:r w:rsidR="008F7090" w:rsidRPr="003A0BBB">
        <w:t>Là</w:t>
      </w:r>
      <w:r>
        <w:t xml:space="preserve">, </w:t>
      </w:r>
      <w:r w:rsidR="008F7090" w:rsidRPr="003A0BBB">
        <w:t>ne te fâche pas</w:t>
      </w:r>
      <w:r>
        <w:t xml:space="preserve">, </w:t>
      </w:r>
      <w:r w:rsidR="008F7090" w:rsidRPr="003A0BBB">
        <w:t>maman</w:t>
      </w:r>
      <w:r>
        <w:t xml:space="preserve">. </w:t>
      </w:r>
      <w:r w:rsidR="008F7090" w:rsidRPr="003A0BBB">
        <w:t>Comme ton caractère a changé</w:t>
      </w:r>
      <w:r>
        <w:t xml:space="preserve"> ! </w:t>
      </w:r>
      <w:r w:rsidR="008F7090" w:rsidRPr="003A0BBB">
        <w:t>Comme tu changes</w:t>
      </w:r>
      <w:r>
        <w:t xml:space="preserve"> ! </w:t>
      </w:r>
      <w:r w:rsidR="008F7090" w:rsidRPr="003A0BBB">
        <w:t>Ce n</w:t>
      </w:r>
      <w:r>
        <w:t>’</w:t>
      </w:r>
      <w:r w:rsidR="008F7090" w:rsidRPr="003A0BBB">
        <w:t>est pas toi que j</w:t>
      </w:r>
      <w:r>
        <w:t>’</w:t>
      </w:r>
      <w:r w:rsidR="008F7090" w:rsidRPr="003A0BBB">
        <w:t>accuse</w:t>
      </w:r>
      <w:r>
        <w:t xml:space="preserve">, </w:t>
      </w:r>
      <w:r w:rsidR="008F7090" w:rsidRPr="003A0BBB">
        <w:t>voyons</w:t>
      </w:r>
      <w:r>
        <w:t xml:space="preserve">, </w:t>
      </w:r>
      <w:r w:rsidR="008F7090" w:rsidRPr="003A0BBB">
        <w:t>c</w:t>
      </w:r>
      <w:r>
        <w:t>’</w:t>
      </w:r>
      <w:r w:rsidR="008F7090" w:rsidRPr="003A0BBB">
        <w:t>est le hasard</w:t>
      </w:r>
      <w:r>
        <w:t xml:space="preserve">, </w:t>
      </w:r>
      <w:r w:rsidR="008F7090" w:rsidRPr="003A0BBB">
        <w:t>le hasard qui accomplit vraiment ces temps-ci de drôles de choses</w:t>
      </w:r>
      <w:r>
        <w:t>.</w:t>
      </w:r>
    </w:p>
    <w:p w14:paraId="68BD0B8A" w14:textId="77777777" w:rsidR="003A6D8D" w:rsidRDefault="008F7090" w:rsidP="008F7090">
      <w:r w:rsidRPr="003A0BBB">
        <w:t>Elle réfléchissait</w:t>
      </w:r>
      <w:r w:rsidR="003A6D8D">
        <w:t>.</w:t>
      </w:r>
    </w:p>
    <w:p w14:paraId="74164332" w14:textId="77777777" w:rsidR="003A6D8D" w:rsidRDefault="003A6D8D" w:rsidP="008F7090">
      <w:r>
        <w:t>— </w:t>
      </w:r>
      <w:r w:rsidR="008F7090" w:rsidRPr="003A0BBB">
        <w:t>Sais-tu à peu près combien de temps il doit rester malade</w:t>
      </w:r>
      <w:r>
        <w:t xml:space="preserve">, </w:t>
      </w:r>
      <w:r w:rsidR="008F7090" w:rsidRPr="003A0BBB">
        <w:t>ce notaire</w:t>
      </w:r>
      <w:r>
        <w:t> ?</w:t>
      </w:r>
    </w:p>
    <w:p w14:paraId="09DCBAD2" w14:textId="77777777" w:rsidR="003A6D8D" w:rsidRDefault="008F7090" w:rsidP="008F7090">
      <w:r w:rsidRPr="003A0BBB">
        <w:t>J</w:t>
      </w:r>
      <w:r w:rsidR="003A6D8D">
        <w:t>’</w:t>
      </w:r>
      <w:r w:rsidRPr="003A0BBB">
        <w:t>esquissai un geste d</w:t>
      </w:r>
      <w:r w:rsidR="003A6D8D">
        <w:t>’</w:t>
      </w:r>
      <w:r w:rsidRPr="003A0BBB">
        <w:t>ignorance</w:t>
      </w:r>
      <w:r w:rsidR="003A6D8D">
        <w:t>.</w:t>
      </w:r>
    </w:p>
    <w:p w14:paraId="001E5210" w14:textId="77777777" w:rsidR="003A6D8D" w:rsidRDefault="003A6D8D" w:rsidP="008F7090">
      <w:r>
        <w:t>— </w:t>
      </w:r>
      <w:r w:rsidR="008F7090" w:rsidRPr="003A0BBB">
        <w:t>Nous n</w:t>
      </w:r>
      <w:r>
        <w:t>’</w:t>
      </w:r>
      <w:r w:rsidR="008F7090" w:rsidRPr="003A0BBB">
        <w:t>avons qu</w:t>
      </w:r>
      <w:r>
        <w:t>’</w:t>
      </w:r>
      <w:r w:rsidR="008F7090" w:rsidRPr="003A0BBB">
        <w:t>à en changer</w:t>
      </w:r>
      <w:r>
        <w:t>.</w:t>
      </w:r>
    </w:p>
    <w:p w14:paraId="56155A62" w14:textId="77777777" w:rsidR="003A6D8D" w:rsidRDefault="003A6D8D" w:rsidP="008F7090">
      <w:r>
        <w:lastRenderedPageBreak/>
        <w:t>— </w:t>
      </w:r>
      <w:r w:rsidR="008F7090" w:rsidRPr="003A0BBB">
        <w:t>Il est mon notaire depuis dix ans</w:t>
      </w:r>
      <w:r>
        <w:t xml:space="preserve">. </w:t>
      </w:r>
      <w:r w:rsidR="008F7090" w:rsidRPr="003A0BBB">
        <w:t>Ce serait mal vu dans le pays</w:t>
      </w:r>
      <w:r>
        <w:t>.</w:t>
      </w:r>
    </w:p>
    <w:p w14:paraId="0B0BEB54" w14:textId="77777777" w:rsidR="003A6D8D" w:rsidRDefault="003A6D8D" w:rsidP="008F7090">
      <w:r>
        <w:t>— </w:t>
      </w:r>
      <w:r w:rsidR="008F7090" w:rsidRPr="003A0BBB">
        <w:t>Dans le pays</w:t>
      </w:r>
      <w:r>
        <w:t xml:space="preserve">, </w:t>
      </w:r>
      <w:r w:rsidR="008F7090" w:rsidRPr="003A0BBB">
        <w:t>il est des choses plus mal vues encore</w:t>
      </w:r>
      <w:r>
        <w:t xml:space="preserve">. </w:t>
      </w:r>
      <w:r w:rsidR="008F7090" w:rsidRPr="003A0BBB">
        <w:t>Crois-tu qu</w:t>
      </w:r>
      <w:r>
        <w:t>’</w:t>
      </w:r>
      <w:r w:rsidR="008F7090" w:rsidRPr="003A0BBB">
        <w:t>on ne chuchote pas à notre sujet</w:t>
      </w:r>
      <w:r>
        <w:t> ?</w:t>
      </w:r>
    </w:p>
    <w:p w14:paraId="040153B5" w14:textId="77777777" w:rsidR="003A6D8D" w:rsidRDefault="008F7090" w:rsidP="008F7090">
      <w:r w:rsidRPr="003A0BBB">
        <w:t>Je devins livide</w:t>
      </w:r>
      <w:r w:rsidR="003A6D8D">
        <w:t>.</w:t>
      </w:r>
    </w:p>
    <w:p w14:paraId="6B61DB6F" w14:textId="560D6FC3" w:rsidR="003A6D8D" w:rsidRDefault="003A6D8D" w:rsidP="008F7090">
      <w:r>
        <w:t>— </w:t>
      </w:r>
      <w:r w:rsidR="008F7090" w:rsidRPr="003A0BBB">
        <w:t>Oui</w:t>
      </w:r>
      <w:r>
        <w:t xml:space="preserve">, </w:t>
      </w:r>
      <w:r w:rsidR="008F7090" w:rsidRPr="003A0BBB">
        <w:t>à mon sujet et au sujet de Franz</w:t>
      </w:r>
      <w:r>
        <w:t xml:space="preserve">, </w:t>
      </w:r>
      <w:r w:rsidR="008F7090" w:rsidRPr="003A0BBB">
        <w:t>bien entendu</w:t>
      </w:r>
      <w:r>
        <w:t xml:space="preserve">. </w:t>
      </w:r>
      <w:r w:rsidR="008F7090" w:rsidRPr="003A0BBB">
        <w:t>L</w:t>
      </w:r>
      <w:r>
        <w:t>’</w:t>
      </w:r>
      <w:r w:rsidR="008F7090" w:rsidRPr="003A0BBB">
        <w:t>autre jour</w:t>
      </w:r>
      <w:r>
        <w:t xml:space="preserve">, </w:t>
      </w:r>
      <w:r w:rsidR="008F7090" w:rsidRPr="003A0BBB">
        <w:t>en ville</w:t>
      </w:r>
      <w:r>
        <w:t xml:space="preserve">, </w:t>
      </w:r>
      <w:r w:rsidR="008F7090" w:rsidRPr="003A0BBB">
        <w:t>une bonne femme a murmuré sur mon passage</w:t>
      </w:r>
      <w:r>
        <w:t> : « </w:t>
      </w:r>
      <w:r w:rsidR="008F7090" w:rsidRPr="003A0BBB">
        <w:rPr>
          <w:i/>
          <w:iCs/>
        </w:rPr>
        <w:t>Ces gens-là ont tort de tellement retarder leur mariage</w:t>
      </w:r>
      <w:r>
        <w:rPr>
          <w:i/>
          <w:iCs/>
        </w:rPr>
        <w:t xml:space="preserve">. </w:t>
      </w:r>
      <w:r w:rsidR="008F7090" w:rsidRPr="003A0BBB">
        <w:rPr>
          <w:i/>
          <w:iCs/>
        </w:rPr>
        <w:t>Mariage retardé</w:t>
      </w:r>
      <w:r>
        <w:rPr>
          <w:i/>
          <w:iCs/>
        </w:rPr>
        <w:t xml:space="preserve">, </w:t>
      </w:r>
      <w:r w:rsidR="008F7090" w:rsidRPr="003A0BBB">
        <w:rPr>
          <w:i/>
          <w:iCs/>
        </w:rPr>
        <w:t>mariage manqué</w:t>
      </w:r>
      <w:r>
        <w:t>. »</w:t>
      </w:r>
      <w:r w:rsidR="008F7090" w:rsidRPr="003A0BBB">
        <w:t xml:space="preserve"> Tout cela n</w:t>
      </w:r>
      <w:r>
        <w:t>’</w:t>
      </w:r>
      <w:r w:rsidR="008F7090" w:rsidRPr="003A0BBB">
        <w:t>a d</w:t>
      </w:r>
      <w:r>
        <w:t>’</w:t>
      </w:r>
      <w:r w:rsidR="008F7090" w:rsidRPr="003A0BBB">
        <w:t>autre but que de te rappeler une chose</w:t>
      </w:r>
      <w:r>
        <w:t xml:space="preserve"> : </w:t>
      </w:r>
      <w:r w:rsidR="008F7090" w:rsidRPr="003A0BBB">
        <w:t xml:space="preserve">nous devons avoir quitté Maguelonne le </w:t>
      </w:r>
      <w:r w:rsidRPr="003A0BBB">
        <w:t>1</w:t>
      </w:r>
      <w:r w:rsidRPr="003A6D8D">
        <w:rPr>
          <w:vertAlign w:val="superscript"/>
        </w:rPr>
        <w:t>er</w:t>
      </w:r>
      <w:r>
        <w:t> </w:t>
      </w:r>
      <w:r w:rsidRPr="003A0BBB">
        <w:t>novembre</w:t>
      </w:r>
      <w:r>
        <w:t xml:space="preserve">. </w:t>
      </w:r>
      <w:r w:rsidR="008F7090" w:rsidRPr="003A0BBB">
        <w:t>Il serait assez désobligeant</w:t>
      </w:r>
      <w:r>
        <w:t xml:space="preserve">, </w:t>
      </w:r>
      <w:r w:rsidR="008F7090" w:rsidRPr="003A0BBB">
        <w:t>ayant annoncé</w:t>
      </w:r>
      <w:r>
        <w:t xml:space="preserve">, </w:t>
      </w:r>
      <w:r w:rsidR="008F7090" w:rsidRPr="003A0BBB">
        <w:t>toi la première</w:t>
      </w:r>
      <w:r>
        <w:t xml:space="preserve">, </w:t>
      </w:r>
      <w:r w:rsidR="008F7090" w:rsidRPr="003A0BBB">
        <w:t>que nous y venions pour nous marier</w:t>
      </w:r>
      <w:r>
        <w:t xml:space="preserve">, </w:t>
      </w:r>
      <w:r w:rsidR="008F7090" w:rsidRPr="003A0BBB">
        <w:t>d</w:t>
      </w:r>
      <w:r>
        <w:t>’</w:t>
      </w:r>
      <w:r w:rsidR="008F7090" w:rsidRPr="003A0BBB">
        <w:t>en repartir sans avoir accompli une formalité que</w:t>
      </w:r>
      <w:r>
        <w:t xml:space="preserve">, </w:t>
      </w:r>
      <w:r w:rsidR="008F7090" w:rsidRPr="003A0BBB">
        <w:t>dans ma candeur</w:t>
      </w:r>
      <w:r>
        <w:t xml:space="preserve">, </w:t>
      </w:r>
      <w:r w:rsidR="008F7090" w:rsidRPr="003A0BBB">
        <w:t>je croyais beaucoup moins compliquée</w:t>
      </w:r>
      <w:r>
        <w:t xml:space="preserve">. </w:t>
      </w:r>
      <w:r w:rsidR="008F7090" w:rsidRPr="003A0BBB">
        <w:t>Voyons</w:t>
      </w:r>
      <w:r>
        <w:t xml:space="preserve">, </w:t>
      </w:r>
      <w:r w:rsidR="008F7090" w:rsidRPr="003A0BBB">
        <w:t>veux-tu que je me charge de cette question du notaire</w:t>
      </w:r>
      <w:r>
        <w:t xml:space="preserve"> ? </w:t>
      </w:r>
      <w:r w:rsidR="008F7090" w:rsidRPr="003A0BBB">
        <w:t>Pour les papiers de Franz</w:t>
      </w:r>
      <w:r>
        <w:t xml:space="preserve">, </w:t>
      </w:r>
      <w:r w:rsidR="008F7090" w:rsidRPr="003A0BBB">
        <w:t>ça ne m</w:t>
      </w:r>
      <w:r>
        <w:t>’</w:t>
      </w:r>
      <w:r w:rsidR="008F7090" w:rsidRPr="003A0BBB">
        <w:t>a pas trop mal réussi</w:t>
      </w:r>
      <w:r>
        <w:t xml:space="preserve">. </w:t>
      </w:r>
      <w:r w:rsidR="008F7090" w:rsidRPr="003A0BBB">
        <w:t>D</w:t>
      </w:r>
      <w:r>
        <w:t>’</w:t>
      </w:r>
      <w:r w:rsidR="008F7090" w:rsidRPr="003A0BBB">
        <w:t>ailleurs</w:t>
      </w:r>
      <w:r>
        <w:t xml:space="preserve">, </w:t>
      </w:r>
      <w:r w:rsidR="008F7090" w:rsidRPr="003A0BBB">
        <w:t>encore une fois</w:t>
      </w:r>
      <w:r>
        <w:t xml:space="preserve">, </w:t>
      </w:r>
      <w:r w:rsidR="008F7090" w:rsidRPr="003A0BBB">
        <w:t>je suis disposée à passer outre et à me marier sans contrat</w:t>
      </w:r>
      <w:r>
        <w:t xml:space="preserve">. </w:t>
      </w:r>
      <w:r w:rsidR="008F7090" w:rsidRPr="003A0BBB">
        <w:t>Nous avons confiance les uns dans les autres</w:t>
      </w:r>
      <w:r>
        <w:t xml:space="preserve">, </w:t>
      </w:r>
      <w:r w:rsidR="008F7090" w:rsidRPr="003A0BBB">
        <w:t>n</w:t>
      </w:r>
      <w:r>
        <w:t>’</w:t>
      </w:r>
      <w:r w:rsidR="008F7090" w:rsidRPr="003A0BBB">
        <w:t>est-ce pas</w:t>
      </w:r>
      <w:r>
        <w:t xml:space="preserve"> ? </w:t>
      </w:r>
      <w:r w:rsidR="008F7090" w:rsidRPr="003A0BBB">
        <w:t>Je suis</w:t>
      </w:r>
      <w:r>
        <w:t xml:space="preserve">, </w:t>
      </w:r>
      <w:r w:rsidR="008F7090" w:rsidRPr="003A0BBB">
        <w:t>maman</w:t>
      </w:r>
      <w:r>
        <w:t xml:space="preserve">, </w:t>
      </w:r>
      <w:r w:rsidR="008F7090" w:rsidRPr="003A0BBB">
        <w:t>ton héritière naturelle</w:t>
      </w:r>
      <w:r>
        <w:t xml:space="preserve">. </w:t>
      </w:r>
      <w:r w:rsidR="008F7090" w:rsidRPr="003A0BBB">
        <w:t>Dans ces conditions</w:t>
      </w:r>
      <w:r>
        <w:t xml:space="preserve">, </w:t>
      </w:r>
      <w:r w:rsidR="008F7090" w:rsidRPr="003A0BBB">
        <w:t>pourquoi toutes ces formalités</w:t>
      </w:r>
      <w:r>
        <w:t xml:space="preserve"> ! </w:t>
      </w:r>
      <w:r w:rsidR="008F7090" w:rsidRPr="003A0BBB">
        <w:t>Évidemment</w:t>
      </w:r>
      <w:r>
        <w:t xml:space="preserve">, </w:t>
      </w:r>
      <w:r w:rsidR="008F7090" w:rsidRPr="003A0BBB">
        <w:t>dans le cas où tu aurais l</w:t>
      </w:r>
      <w:r>
        <w:t>’</w:t>
      </w:r>
      <w:r w:rsidR="008F7090" w:rsidRPr="003A0BBB">
        <w:t>intention de te remarier</w:t>
      </w:r>
      <w:r>
        <w:t>…</w:t>
      </w:r>
    </w:p>
    <w:p w14:paraId="4D8EE423" w14:textId="77777777" w:rsidR="003A6D8D" w:rsidRDefault="003A6D8D" w:rsidP="008F7090">
      <w:r>
        <w:t>— </w:t>
      </w:r>
      <w:r w:rsidR="008F7090" w:rsidRPr="003A0BBB">
        <w:t>Veux-tu encore me donner la journée de demain</w:t>
      </w:r>
      <w:r>
        <w:t xml:space="preserve">, </w:t>
      </w:r>
      <w:r w:rsidR="008F7090" w:rsidRPr="003A0BBB">
        <w:t>Camille</w:t>
      </w:r>
      <w:r>
        <w:t> ?</w:t>
      </w:r>
    </w:p>
    <w:p w14:paraId="1E6E04E9" w14:textId="77777777" w:rsidR="003A6D8D" w:rsidRDefault="008F7090" w:rsidP="008F7090">
      <w:r w:rsidRPr="003A0BBB">
        <w:t>Elle me regarda</w:t>
      </w:r>
      <w:r w:rsidR="003A6D8D">
        <w:t xml:space="preserve">, </w:t>
      </w:r>
      <w:r w:rsidRPr="003A0BBB">
        <w:t>interdite</w:t>
      </w:r>
      <w:r w:rsidR="003A6D8D">
        <w:t xml:space="preserve">, </w:t>
      </w:r>
      <w:r w:rsidRPr="003A0BBB">
        <w:t>inclinant la tête en signe d</w:t>
      </w:r>
      <w:r w:rsidR="003A6D8D">
        <w:t>’</w:t>
      </w:r>
      <w:r w:rsidRPr="003A0BBB">
        <w:t>acquiescement</w:t>
      </w:r>
      <w:r w:rsidR="003A6D8D">
        <w:t>.</w:t>
      </w:r>
    </w:p>
    <w:p w14:paraId="249252E5" w14:textId="7DD2E37C" w:rsidR="008F7090" w:rsidRPr="003A0BBB" w:rsidRDefault="008F7090" w:rsidP="008F7090"/>
    <w:p w14:paraId="1C82E586" w14:textId="707A70F7" w:rsidR="008F7090" w:rsidRPr="003A0BBB" w:rsidRDefault="003A6D8D" w:rsidP="008F7090">
      <w:r>
        <w:t>« </w:t>
      </w:r>
      <w:r w:rsidR="008F7090" w:rsidRPr="003A0BBB">
        <w:t>Allons</w:t>
      </w:r>
      <w:r>
        <w:t xml:space="preserve">, </w:t>
      </w:r>
      <w:r w:rsidR="008F7090" w:rsidRPr="003A0BBB">
        <w:t>pensai-je</w:t>
      </w:r>
      <w:r>
        <w:t xml:space="preserve">, </w:t>
      </w:r>
      <w:r w:rsidR="008F7090" w:rsidRPr="003A0BBB">
        <w:t>cette fois</w:t>
      </w:r>
      <w:r>
        <w:t xml:space="preserve">, </w:t>
      </w:r>
      <w:r w:rsidR="008F7090" w:rsidRPr="003A0BBB">
        <w:t>c</w:t>
      </w:r>
      <w:r>
        <w:t>’</w:t>
      </w:r>
      <w:r w:rsidR="008F7090" w:rsidRPr="003A0BBB">
        <w:t>est fini</w:t>
      </w:r>
      <w:r>
        <w:t xml:space="preserve">. </w:t>
      </w:r>
      <w:r w:rsidR="008F7090" w:rsidRPr="003A0BBB">
        <w:t>Tout est bien fini</w:t>
      </w:r>
      <w:r>
        <w:t>. »</w:t>
      </w:r>
    </w:p>
    <w:p w14:paraId="64AC0059" w14:textId="77777777" w:rsidR="008F7090" w:rsidRPr="003A0BBB" w:rsidRDefault="008F7090" w:rsidP="003A6D8D">
      <w:pPr>
        <w:pStyle w:val="Titre1"/>
      </w:pPr>
      <w:bookmarkStart w:id="14" w:name="_Toc196328815"/>
      <w:r w:rsidRPr="003A0BBB">
        <w:lastRenderedPageBreak/>
        <w:t>XIV</w:t>
      </w:r>
      <w:bookmarkEnd w:id="14"/>
    </w:p>
    <w:p w14:paraId="2615C1B6" w14:textId="77777777" w:rsidR="003A6D8D" w:rsidRDefault="008F7090" w:rsidP="008F7090">
      <w:r w:rsidRPr="003A0BBB">
        <w:t>Je ne fermai pas l</w:t>
      </w:r>
      <w:r w:rsidR="003A6D8D">
        <w:t>’</w:t>
      </w:r>
      <w:r w:rsidRPr="003A0BBB">
        <w:t>œil de toute la nuit</w:t>
      </w:r>
      <w:r w:rsidR="003A6D8D">
        <w:t xml:space="preserve">. </w:t>
      </w:r>
      <w:r w:rsidRPr="003A0BBB">
        <w:t>Je pus à loisir régler l</w:t>
      </w:r>
      <w:r w:rsidR="003A6D8D">
        <w:t>’</w:t>
      </w:r>
      <w:r w:rsidRPr="003A0BBB">
        <w:t>emploi du temps de la journée du lendemain</w:t>
      </w:r>
      <w:r w:rsidR="003A6D8D">
        <w:t>.</w:t>
      </w:r>
    </w:p>
    <w:p w14:paraId="60D3ECFD" w14:textId="77777777" w:rsidR="003A6D8D" w:rsidRDefault="008F7090" w:rsidP="008F7090">
      <w:r w:rsidRPr="003A0BBB">
        <w:t>L</w:t>
      </w:r>
      <w:r w:rsidR="003A6D8D">
        <w:t>’</w:t>
      </w:r>
      <w:r w:rsidRPr="003A0BBB">
        <w:t>attitude de Camille</w:t>
      </w:r>
      <w:r w:rsidR="003A6D8D">
        <w:t xml:space="preserve">, </w:t>
      </w:r>
      <w:r w:rsidRPr="003A0BBB">
        <w:t>ses allusions à peine voilées</w:t>
      </w:r>
      <w:r w:rsidR="003A6D8D">
        <w:t xml:space="preserve">, </w:t>
      </w:r>
      <w:r w:rsidRPr="003A0BBB">
        <w:t>venaient de me confirmer</w:t>
      </w:r>
      <w:r w:rsidR="003A6D8D">
        <w:t xml:space="preserve">, </w:t>
      </w:r>
      <w:r w:rsidRPr="003A0BBB">
        <w:t>clair comme jour</w:t>
      </w:r>
      <w:r w:rsidR="003A6D8D">
        <w:t xml:space="preserve">, </w:t>
      </w:r>
      <w:r w:rsidRPr="003A0BBB">
        <w:t>ce dont j</w:t>
      </w:r>
      <w:r w:rsidR="003A6D8D">
        <w:t>’</w:t>
      </w:r>
      <w:r w:rsidRPr="003A0BBB">
        <w:t>essayais de douter encore la veille</w:t>
      </w:r>
      <w:r w:rsidR="003A6D8D">
        <w:t xml:space="preserve"> : </w:t>
      </w:r>
      <w:r w:rsidRPr="003A0BBB">
        <w:t>nous nous acheminions vers une catastrophe</w:t>
      </w:r>
      <w:r w:rsidR="003A6D8D">
        <w:t xml:space="preserve">, </w:t>
      </w:r>
      <w:r w:rsidRPr="003A0BBB">
        <w:t>vers un scandale tout au moins</w:t>
      </w:r>
      <w:r w:rsidR="003A6D8D">
        <w:t xml:space="preserve">. </w:t>
      </w:r>
      <w:r w:rsidRPr="003A0BBB">
        <w:t>Il était temps de sortir du rêve auquel je m</w:t>
      </w:r>
      <w:r w:rsidR="003A6D8D">
        <w:t>’</w:t>
      </w:r>
      <w:r w:rsidRPr="003A0BBB">
        <w:t>étais peu à peu abandonnée</w:t>
      </w:r>
      <w:r w:rsidR="003A6D8D">
        <w:t>.</w:t>
      </w:r>
    </w:p>
    <w:p w14:paraId="163AEE45" w14:textId="77777777" w:rsidR="003A6D8D" w:rsidRDefault="008F7090" w:rsidP="008F7090">
      <w:r w:rsidRPr="003A0BBB">
        <w:t>Je me levai de très bon matin</w:t>
      </w:r>
      <w:r w:rsidR="003A6D8D">
        <w:t xml:space="preserve">. </w:t>
      </w:r>
      <w:r w:rsidRPr="003A0BBB">
        <w:t>Ni Franz</w:t>
      </w:r>
      <w:r w:rsidR="003A6D8D">
        <w:t xml:space="preserve">, </w:t>
      </w:r>
      <w:r w:rsidRPr="003A0BBB">
        <w:t>ni Camille n</w:t>
      </w:r>
      <w:r w:rsidR="003A6D8D">
        <w:t>’</w:t>
      </w:r>
      <w:r w:rsidRPr="003A0BBB">
        <w:t>étaient encore sortis de leur chambre quand je partis à pied pour la ville</w:t>
      </w:r>
      <w:r w:rsidR="003A6D8D">
        <w:t xml:space="preserve">. </w:t>
      </w:r>
      <w:r w:rsidRPr="003A0BBB">
        <w:t>J</w:t>
      </w:r>
      <w:r w:rsidR="003A6D8D">
        <w:t>’</w:t>
      </w:r>
      <w:r w:rsidRPr="003A0BBB">
        <w:t>y arrivai vers neuf heures</w:t>
      </w:r>
      <w:r w:rsidR="003A6D8D">
        <w:t xml:space="preserve">. </w:t>
      </w:r>
      <w:r w:rsidRPr="003A0BBB">
        <w:t>Je commençai par me rendre à la mairie</w:t>
      </w:r>
      <w:r w:rsidR="003A6D8D">
        <w:t xml:space="preserve">. </w:t>
      </w:r>
      <w:r w:rsidRPr="003A0BBB">
        <w:t>Il y avait longtemps que le secrétaire s</w:t>
      </w:r>
      <w:r w:rsidR="003A6D8D">
        <w:t>’</w:t>
      </w:r>
      <w:r w:rsidRPr="003A0BBB">
        <w:t>attendait à ma visite</w:t>
      </w:r>
      <w:r w:rsidR="003A6D8D">
        <w:t xml:space="preserve">. </w:t>
      </w:r>
      <w:r w:rsidRPr="003A0BBB">
        <w:t>Je connaissais les formalités requises</w:t>
      </w:r>
      <w:r w:rsidR="003A6D8D">
        <w:t xml:space="preserve"> : </w:t>
      </w:r>
      <w:r w:rsidRPr="003A0BBB">
        <w:t>un affichage sous les arcades de la maison municipale</w:t>
      </w:r>
      <w:r w:rsidR="003A6D8D">
        <w:t xml:space="preserve">, </w:t>
      </w:r>
      <w:r w:rsidRPr="003A0BBB">
        <w:t>pendant un laps de temps qui devait comprendre au minimum deux dimanches francs</w:t>
      </w:r>
      <w:r w:rsidR="003A6D8D">
        <w:t>.</w:t>
      </w:r>
    </w:p>
    <w:p w14:paraId="65562D69" w14:textId="6F3B588C" w:rsidR="003A6D8D" w:rsidRDefault="003A6D8D" w:rsidP="008F7090">
      <w:r>
        <w:t>— </w:t>
      </w:r>
      <w:r w:rsidR="008F7090" w:rsidRPr="003A0BBB">
        <w:t>Nous sommes aujourd</w:t>
      </w:r>
      <w:r>
        <w:t>’</w:t>
      </w:r>
      <w:r w:rsidR="008F7090" w:rsidRPr="003A0BBB">
        <w:t>hui le mercredi 1</w:t>
      </w:r>
      <w:r w:rsidRPr="003A0BBB">
        <w:t>0</w:t>
      </w:r>
      <w:r>
        <w:t> </w:t>
      </w:r>
      <w:r w:rsidRPr="003A0BBB">
        <w:t>octobre</w:t>
      </w:r>
      <w:r>
        <w:t xml:space="preserve">. </w:t>
      </w:r>
      <w:r w:rsidR="008F7090" w:rsidRPr="003A0BBB">
        <w:t>Voulez-vous</w:t>
      </w:r>
      <w:r>
        <w:t xml:space="preserve">, </w:t>
      </w:r>
      <w:r w:rsidR="008F7090" w:rsidRPr="003A0BBB">
        <w:t>madame</w:t>
      </w:r>
      <w:r>
        <w:t xml:space="preserve">, </w:t>
      </w:r>
      <w:r w:rsidR="008F7090" w:rsidRPr="003A0BBB">
        <w:t>que le mariage ait lieu le 25</w:t>
      </w:r>
      <w:r>
        <w:t xml:space="preserve">, </w:t>
      </w:r>
      <w:r w:rsidR="008F7090" w:rsidRPr="003A0BBB">
        <w:t>de jeudi en quinze</w:t>
      </w:r>
      <w:r>
        <w:t> ?</w:t>
      </w:r>
    </w:p>
    <w:p w14:paraId="75A08AB3" w14:textId="77777777" w:rsidR="003A6D8D" w:rsidRDefault="003A6D8D" w:rsidP="008F7090">
      <w:r>
        <w:t>— </w:t>
      </w:r>
      <w:r w:rsidR="008F7090" w:rsidRPr="003A0BBB">
        <w:t>J</w:t>
      </w:r>
      <w:r>
        <w:t>’</w:t>
      </w:r>
      <w:r w:rsidR="008F7090" w:rsidRPr="003A0BBB">
        <w:t>aimerais autant de samedi en quinze</w:t>
      </w:r>
      <w:r>
        <w:t xml:space="preserve">, </w:t>
      </w:r>
      <w:r w:rsidR="008F7090" w:rsidRPr="003A0BBB">
        <w:t>murmurai-je faiblement</w:t>
      </w:r>
      <w:r>
        <w:t xml:space="preserve">, </w:t>
      </w:r>
      <w:r w:rsidR="008F7090" w:rsidRPr="003A0BBB">
        <w:t>heureuse</w:t>
      </w:r>
      <w:r>
        <w:t xml:space="preserve">, </w:t>
      </w:r>
      <w:r w:rsidR="008F7090" w:rsidRPr="003A0BBB">
        <w:t>malgré ma résolution</w:t>
      </w:r>
      <w:r>
        <w:t xml:space="preserve">, </w:t>
      </w:r>
      <w:r w:rsidR="008F7090" w:rsidRPr="003A0BBB">
        <w:t>de gagner ainsi deux jours</w:t>
      </w:r>
      <w:r>
        <w:t>.</w:t>
      </w:r>
    </w:p>
    <w:p w14:paraId="36440769" w14:textId="5E7ED37D" w:rsidR="003A6D8D" w:rsidRDefault="003A6D8D" w:rsidP="008F7090">
      <w:r>
        <w:t>— </w:t>
      </w:r>
      <w:r w:rsidR="008F7090" w:rsidRPr="003A0BBB">
        <w:t>Soit</w:t>
      </w:r>
      <w:r>
        <w:t xml:space="preserve">. </w:t>
      </w:r>
      <w:r w:rsidR="008F7090" w:rsidRPr="003A0BBB">
        <w:t>Je prends date</w:t>
      </w:r>
      <w:r>
        <w:t xml:space="preserve">. </w:t>
      </w:r>
      <w:r w:rsidR="008F7090" w:rsidRPr="003A0BBB">
        <w:t>Vous êtes d</w:t>
      </w:r>
      <w:r>
        <w:t>’</w:t>
      </w:r>
      <w:r w:rsidR="008F7090" w:rsidRPr="003A0BBB">
        <w:t xml:space="preserve">accord avec </w:t>
      </w:r>
      <w:r>
        <w:t>M. </w:t>
      </w:r>
      <w:r w:rsidR="008F7090" w:rsidRPr="003A0BBB">
        <w:t>le curé</w:t>
      </w:r>
      <w:r>
        <w:t> ?</w:t>
      </w:r>
    </w:p>
    <w:p w14:paraId="3D19B9D2" w14:textId="77777777" w:rsidR="003A6D8D" w:rsidRDefault="003A6D8D" w:rsidP="008F7090">
      <w:r>
        <w:t>— </w:t>
      </w:r>
      <w:r w:rsidR="008F7090" w:rsidRPr="003A0BBB">
        <w:t>Je vais le voir en sortant d</w:t>
      </w:r>
      <w:r>
        <w:t>’</w:t>
      </w:r>
      <w:r w:rsidR="008F7090" w:rsidRPr="003A0BBB">
        <w:t>ici</w:t>
      </w:r>
      <w:r>
        <w:t>.</w:t>
      </w:r>
    </w:p>
    <w:p w14:paraId="089DF703" w14:textId="77777777" w:rsidR="003A6D8D" w:rsidRDefault="003A6D8D" w:rsidP="008F7090">
      <w:r>
        <w:t>— </w:t>
      </w:r>
      <w:r w:rsidR="008F7090" w:rsidRPr="003A0BBB">
        <w:t>C</w:t>
      </w:r>
      <w:r>
        <w:t>’</w:t>
      </w:r>
      <w:r w:rsidR="008F7090" w:rsidRPr="003A0BBB">
        <w:t>est entendu</w:t>
      </w:r>
      <w:r>
        <w:t xml:space="preserve">, </w:t>
      </w:r>
      <w:r w:rsidR="008F7090" w:rsidRPr="003A0BBB">
        <w:t>madame</w:t>
      </w:r>
      <w:r>
        <w:t xml:space="preserve">. </w:t>
      </w:r>
      <w:r w:rsidR="008F7090" w:rsidRPr="003A0BBB">
        <w:t>Alors</w:t>
      </w:r>
      <w:r>
        <w:t xml:space="preserve">, </w:t>
      </w:r>
      <w:r w:rsidR="008F7090" w:rsidRPr="003A0BBB">
        <w:t>j</w:t>
      </w:r>
      <w:r>
        <w:t>’</w:t>
      </w:r>
      <w:r w:rsidR="008F7090" w:rsidRPr="003A0BBB">
        <w:t>attends les actes de naissance pour procéder aux publications</w:t>
      </w:r>
      <w:r>
        <w:t>.</w:t>
      </w:r>
    </w:p>
    <w:p w14:paraId="11D4E7FC" w14:textId="77777777" w:rsidR="003A6D8D" w:rsidRDefault="003A6D8D" w:rsidP="008F7090">
      <w:r>
        <w:lastRenderedPageBreak/>
        <w:t>— </w:t>
      </w:r>
      <w:r w:rsidR="008F7090" w:rsidRPr="003A0BBB">
        <w:t>Je vous les apporterai moi-même demain</w:t>
      </w:r>
      <w:r>
        <w:t xml:space="preserve">. </w:t>
      </w:r>
      <w:r w:rsidR="008F7090" w:rsidRPr="003A0BBB">
        <w:t>L</w:t>
      </w:r>
      <w:r>
        <w:t>’</w:t>
      </w:r>
      <w:r w:rsidR="008F7090" w:rsidRPr="003A0BBB">
        <w:t>essentiel</w:t>
      </w:r>
      <w:r>
        <w:t xml:space="preserve">, </w:t>
      </w:r>
      <w:r w:rsidR="008F7090" w:rsidRPr="003A0BBB">
        <w:t>c</w:t>
      </w:r>
      <w:r>
        <w:t>’</w:t>
      </w:r>
      <w:r w:rsidR="008F7090" w:rsidRPr="003A0BBB">
        <w:t>est que la date nous soit réservée</w:t>
      </w:r>
      <w:r>
        <w:t>.</w:t>
      </w:r>
    </w:p>
    <w:p w14:paraId="0353BFC0" w14:textId="77777777" w:rsidR="003A6D8D" w:rsidRDefault="003A6D8D" w:rsidP="008F7090">
      <w:r>
        <w:t>— </w:t>
      </w:r>
      <w:r w:rsidR="008F7090" w:rsidRPr="003A0BBB">
        <w:t>Vous pouvez y compter</w:t>
      </w:r>
      <w:r>
        <w:t>.</w:t>
      </w:r>
    </w:p>
    <w:p w14:paraId="1295B21C" w14:textId="77777777" w:rsidR="003A6D8D" w:rsidRDefault="008F7090" w:rsidP="008F7090">
      <w:r w:rsidRPr="003A0BBB">
        <w:t>Régulièrement</w:t>
      </w:r>
      <w:r w:rsidR="003A6D8D">
        <w:t xml:space="preserve">, </w:t>
      </w:r>
      <w:r w:rsidRPr="003A0BBB">
        <w:t>l</w:t>
      </w:r>
      <w:r w:rsidR="003A6D8D">
        <w:t>’</w:t>
      </w:r>
      <w:r w:rsidRPr="003A0BBB">
        <w:t>autorité ecclésiastique requiert trois annonces de promesse de mariage</w:t>
      </w:r>
      <w:r w:rsidR="003A6D8D">
        <w:t xml:space="preserve">, </w:t>
      </w:r>
      <w:r w:rsidRPr="003A0BBB">
        <w:t>à raison d</w:t>
      </w:r>
      <w:r w:rsidR="003A6D8D">
        <w:t>’</w:t>
      </w:r>
      <w:r w:rsidRPr="003A0BBB">
        <w:t>une par dimanche</w:t>
      </w:r>
      <w:r w:rsidR="003A6D8D">
        <w:t xml:space="preserve">. </w:t>
      </w:r>
      <w:r w:rsidRPr="003A0BBB">
        <w:t>Mais on peut être dispensé de deux annonces</w:t>
      </w:r>
      <w:r w:rsidR="003A6D8D">
        <w:t xml:space="preserve">. </w:t>
      </w:r>
      <w:r w:rsidRPr="003A0BBB">
        <w:t>Le curé ne fit aucune difficulté pour m</w:t>
      </w:r>
      <w:r w:rsidR="003A6D8D">
        <w:t>’</w:t>
      </w:r>
      <w:r w:rsidRPr="003A0BBB">
        <w:t>accorder la solution la plus prompte</w:t>
      </w:r>
      <w:r w:rsidR="003A6D8D">
        <w:t>.</w:t>
      </w:r>
    </w:p>
    <w:p w14:paraId="5E6A2BC2" w14:textId="2C4ED562" w:rsidR="003A6D8D" w:rsidRDefault="003A6D8D" w:rsidP="008F7090">
      <w:r>
        <w:t>— </w:t>
      </w:r>
      <w:r w:rsidR="008F7090" w:rsidRPr="003A0BBB">
        <w:t xml:space="preserve">Le fiancé de </w:t>
      </w:r>
      <w:r>
        <w:t>M</w:t>
      </w:r>
      <w:r w:rsidRPr="003A6D8D">
        <w:rPr>
          <w:vertAlign w:val="superscript"/>
        </w:rPr>
        <w:t>lle</w:t>
      </w:r>
      <w:r>
        <w:t> </w:t>
      </w:r>
      <w:r w:rsidR="008F7090" w:rsidRPr="003A0BBB">
        <w:t>Camille est catholique</w:t>
      </w:r>
      <w:r>
        <w:t xml:space="preserve">, </w:t>
      </w:r>
      <w:r w:rsidR="008F7090" w:rsidRPr="003A0BBB">
        <w:t>n</w:t>
      </w:r>
      <w:r>
        <w:t>’</w:t>
      </w:r>
      <w:r w:rsidR="008F7090" w:rsidRPr="003A0BBB">
        <w:t>est-ce pas</w:t>
      </w:r>
      <w:r>
        <w:t xml:space="preserve">, </w:t>
      </w:r>
      <w:r w:rsidR="008F7090" w:rsidRPr="003A0BBB">
        <w:t>Madame</w:t>
      </w:r>
      <w:r>
        <w:t> ?</w:t>
      </w:r>
    </w:p>
    <w:p w14:paraId="4AB2D162" w14:textId="77777777" w:rsidR="003A6D8D" w:rsidRDefault="003A6D8D" w:rsidP="008F7090">
      <w:r>
        <w:t>— </w:t>
      </w:r>
      <w:r w:rsidR="008F7090" w:rsidRPr="003A0BBB">
        <w:t>Oui</w:t>
      </w:r>
      <w:r>
        <w:t xml:space="preserve">, </w:t>
      </w:r>
      <w:r w:rsidR="008F7090" w:rsidRPr="003A0BBB">
        <w:t>monsieur le curé</w:t>
      </w:r>
      <w:r>
        <w:t>.</w:t>
      </w:r>
    </w:p>
    <w:p w14:paraId="229DD071" w14:textId="77777777" w:rsidR="003A6D8D" w:rsidRDefault="003A6D8D" w:rsidP="008F7090">
      <w:r>
        <w:t>— </w:t>
      </w:r>
      <w:r w:rsidR="008F7090" w:rsidRPr="003A0BBB">
        <w:t>J</w:t>
      </w:r>
      <w:r>
        <w:t>’</w:t>
      </w:r>
      <w:r w:rsidR="008F7090" w:rsidRPr="003A0BBB">
        <w:t>oubliais que je l</w:t>
      </w:r>
      <w:r>
        <w:t>’</w:t>
      </w:r>
      <w:r w:rsidR="008F7090" w:rsidRPr="003A0BBB">
        <w:t>ai aperçu</w:t>
      </w:r>
      <w:r>
        <w:t xml:space="preserve">, </w:t>
      </w:r>
      <w:r w:rsidR="008F7090" w:rsidRPr="003A0BBB">
        <w:t>une ou deux fois</w:t>
      </w:r>
      <w:r>
        <w:t xml:space="preserve">, </w:t>
      </w:r>
      <w:r w:rsidR="008F7090" w:rsidRPr="003A0BBB">
        <w:t>à la messe avec elle</w:t>
      </w:r>
      <w:r>
        <w:t xml:space="preserve">. </w:t>
      </w:r>
      <w:r w:rsidR="008F7090" w:rsidRPr="003A0BBB">
        <w:t>Est-ce qu</w:t>
      </w:r>
      <w:r>
        <w:t>’</w:t>
      </w:r>
      <w:r w:rsidR="008F7090" w:rsidRPr="003A0BBB">
        <w:t>ils se confesseront</w:t>
      </w:r>
      <w:r>
        <w:t> ?</w:t>
      </w:r>
    </w:p>
    <w:p w14:paraId="3F76E807" w14:textId="77777777" w:rsidR="003A6D8D" w:rsidRDefault="003A6D8D" w:rsidP="008F7090">
      <w:r>
        <w:t>— </w:t>
      </w:r>
      <w:r w:rsidR="008F7090" w:rsidRPr="003A0BBB">
        <w:t>Je l</w:t>
      </w:r>
      <w:r>
        <w:t>’</w:t>
      </w:r>
      <w:r w:rsidR="008F7090" w:rsidRPr="003A0BBB">
        <w:t>espère</w:t>
      </w:r>
      <w:r>
        <w:t>.</w:t>
      </w:r>
    </w:p>
    <w:p w14:paraId="3623C970" w14:textId="77777777" w:rsidR="003A6D8D" w:rsidRDefault="003A6D8D" w:rsidP="008F7090">
      <w:r>
        <w:t>— </w:t>
      </w:r>
      <w:r w:rsidR="008F7090" w:rsidRPr="003A0BBB">
        <w:t>Alors</w:t>
      </w:r>
      <w:r>
        <w:t xml:space="preserve">, </w:t>
      </w:r>
      <w:r w:rsidR="008F7090" w:rsidRPr="003A0BBB">
        <w:t>tâchez de me les envoyer la veille</w:t>
      </w:r>
      <w:r>
        <w:t xml:space="preserve">. </w:t>
      </w:r>
      <w:r w:rsidR="008F7090" w:rsidRPr="003A0BBB">
        <w:t>Leur jour sera le mien</w:t>
      </w:r>
      <w:r>
        <w:t xml:space="preserve">, </w:t>
      </w:r>
      <w:r w:rsidR="008F7090" w:rsidRPr="003A0BBB">
        <w:t>mais il vaut mieux que le sacrement de la pénitence précède celui du mariage d</w:t>
      </w:r>
      <w:r>
        <w:t>’</w:t>
      </w:r>
      <w:r w:rsidR="008F7090" w:rsidRPr="003A0BBB">
        <w:t>aussi peu de temps que possible</w:t>
      </w:r>
      <w:r>
        <w:t>.</w:t>
      </w:r>
    </w:p>
    <w:p w14:paraId="3C863936" w14:textId="77777777" w:rsidR="003A6D8D" w:rsidRDefault="008F7090" w:rsidP="008F7090">
      <w:r w:rsidRPr="003A0BBB">
        <w:t>Le notaire me reçut au coin de sa cheminée</w:t>
      </w:r>
      <w:r w:rsidR="003A6D8D">
        <w:t xml:space="preserve">. </w:t>
      </w:r>
      <w:r w:rsidRPr="003A0BBB">
        <w:t>Si j</w:t>
      </w:r>
      <w:r w:rsidR="003A6D8D">
        <w:t>’</w:t>
      </w:r>
      <w:r w:rsidRPr="003A0BBB">
        <w:t>avais espéré un retard de son fait</w:t>
      </w:r>
      <w:r w:rsidR="003A6D8D">
        <w:t xml:space="preserve">, </w:t>
      </w:r>
      <w:r w:rsidRPr="003A0BBB">
        <w:t>j</w:t>
      </w:r>
      <w:r w:rsidR="003A6D8D">
        <w:t>’</w:t>
      </w:r>
      <w:r w:rsidRPr="003A0BBB">
        <w:t>aurais été vite détrompée</w:t>
      </w:r>
      <w:r w:rsidR="003A6D8D">
        <w:t xml:space="preserve">. </w:t>
      </w:r>
      <w:r w:rsidRPr="003A0BBB">
        <w:t>Tous</w:t>
      </w:r>
      <w:r w:rsidR="003A6D8D">
        <w:t xml:space="preserve">, </w:t>
      </w:r>
      <w:r w:rsidRPr="003A0BBB">
        <w:t>ils semblaient rivaliser de zèle</w:t>
      </w:r>
      <w:r w:rsidR="003A6D8D">
        <w:t>.</w:t>
      </w:r>
    </w:p>
    <w:p w14:paraId="30E0D4B9" w14:textId="77777777" w:rsidR="003A6D8D" w:rsidRDefault="003A6D8D" w:rsidP="008F7090">
      <w:r>
        <w:t>— </w:t>
      </w:r>
      <w:r w:rsidR="008F7090" w:rsidRPr="003A0BBB">
        <w:t>Quelles difficultés voulez-vous qu</w:t>
      </w:r>
      <w:r>
        <w:t>’</w:t>
      </w:r>
      <w:r w:rsidR="008F7090" w:rsidRPr="003A0BBB">
        <w:t>il y ait</w:t>
      </w:r>
      <w:r>
        <w:t xml:space="preserve">, </w:t>
      </w:r>
      <w:r w:rsidR="008F7090" w:rsidRPr="003A0BBB">
        <w:t>chère madame</w:t>
      </w:r>
      <w:r>
        <w:t xml:space="preserve">, </w:t>
      </w:r>
      <w:r w:rsidR="008F7090" w:rsidRPr="003A0BBB">
        <w:t>quand tout le monde est d</w:t>
      </w:r>
      <w:r>
        <w:t>’</w:t>
      </w:r>
      <w:r w:rsidR="008F7090" w:rsidRPr="003A0BBB">
        <w:t>accord</w:t>
      </w:r>
      <w:r>
        <w:t xml:space="preserve"> ? </w:t>
      </w:r>
      <w:r w:rsidR="008F7090" w:rsidRPr="003A0BBB">
        <w:t>La reddition des comptes de tutelle</w:t>
      </w:r>
      <w:r>
        <w:t xml:space="preserve">, </w:t>
      </w:r>
      <w:r w:rsidR="008F7090" w:rsidRPr="003A0BBB">
        <w:t>l</w:t>
      </w:r>
      <w:r>
        <w:t>’</w:t>
      </w:r>
      <w:r w:rsidR="008F7090" w:rsidRPr="003A0BBB">
        <w:t>inventaire</w:t>
      </w:r>
      <w:r>
        <w:t xml:space="preserve">, </w:t>
      </w:r>
      <w:r w:rsidR="008F7090" w:rsidRPr="003A0BBB">
        <w:t>simples formalités</w:t>
      </w:r>
      <w:r>
        <w:t xml:space="preserve">. </w:t>
      </w:r>
      <w:r w:rsidR="008F7090" w:rsidRPr="003A0BBB">
        <w:t>Vous me dites que c</w:t>
      </w:r>
      <w:r>
        <w:t>’</w:t>
      </w:r>
      <w:r w:rsidR="008F7090" w:rsidRPr="003A0BBB">
        <w:t>est sous le régime de la communauté légale que vos enfants désirent être mariés</w:t>
      </w:r>
      <w:r>
        <w:t> ?</w:t>
      </w:r>
    </w:p>
    <w:p w14:paraId="04418039" w14:textId="77777777" w:rsidR="003A6D8D" w:rsidRDefault="003A6D8D" w:rsidP="008F7090">
      <w:r>
        <w:t>— </w:t>
      </w:r>
      <w:r w:rsidR="008F7090" w:rsidRPr="003A0BBB">
        <w:t>Oui</w:t>
      </w:r>
      <w:r>
        <w:t>.</w:t>
      </w:r>
    </w:p>
    <w:p w14:paraId="4943A165" w14:textId="77777777" w:rsidR="003A6D8D" w:rsidRDefault="003A6D8D" w:rsidP="008F7090">
      <w:r>
        <w:lastRenderedPageBreak/>
        <w:t>— </w:t>
      </w:r>
      <w:r w:rsidR="008F7090" w:rsidRPr="003A0BBB">
        <w:t>Eh bien</w:t>
      </w:r>
      <w:r>
        <w:t xml:space="preserve">, </w:t>
      </w:r>
      <w:r w:rsidR="008F7090" w:rsidRPr="003A0BBB">
        <w:t>dès lundi</w:t>
      </w:r>
      <w:r>
        <w:t xml:space="preserve">, </w:t>
      </w:r>
      <w:r w:rsidR="008F7090" w:rsidRPr="003A0BBB">
        <w:t>vous recevrez le projet de contrat</w:t>
      </w:r>
      <w:r>
        <w:t xml:space="preserve">. </w:t>
      </w:r>
      <w:r w:rsidR="008F7090" w:rsidRPr="003A0BBB">
        <w:t>Je suis à votre entière disposition pour la signature</w:t>
      </w:r>
      <w:r>
        <w:t xml:space="preserve">, </w:t>
      </w:r>
      <w:r w:rsidR="008F7090" w:rsidRPr="003A0BBB">
        <w:t>soit ici</w:t>
      </w:r>
      <w:r>
        <w:t xml:space="preserve">, </w:t>
      </w:r>
      <w:r w:rsidR="008F7090" w:rsidRPr="003A0BBB">
        <w:t>soit à Maguelonne</w:t>
      </w:r>
      <w:r>
        <w:t>.</w:t>
      </w:r>
    </w:p>
    <w:p w14:paraId="313C6A77" w14:textId="77777777" w:rsidR="003A6D8D" w:rsidRDefault="008F7090" w:rsidP="008F7090">
      <w:r w:rsidRPr="003A0BBB">
        <w:t>J</w:t>
      </w:r>
      <w:r w:rsidR="003A6D8D">
        <w:t>’</w:t>
      </w:r>
      <w:r w:rsidRPr="003A0BBB">
        <w:t>avais la gorge serrée pour remercier</w:t>
      </w:r>
      <w:r w:rsidR="003A6D8D">
        <w:t xml:space="preserve">. </w:t>
      </w:r>
      <w:r w:rsidRPr="003A0BBB">
        <w:t>Je pensais aux gens qui prétendent que les hommes d</w:t>
      </w:r>
      <w:r w:rsidR="003A6D8D">
        <w:t>’</w:t>
      </w:r>
      <w:r w:rsidRPr="003A0BBB">
        <w:t>affaires ne vont pas vite en besogne</w:t>
      </w:r>
      <w:r w:rsidR="003A6D8D">
        <w:t>.</w:t>
      </w:r>
    </w:p>
    <w:p w14:paraId="585C99B0" w14:textId="77777777" w:rsidR="003A6D8D" w:rsidRDefault="008F7090" w:rsidP="008F7090">
      <w:r w:rsidRPr="003A0BBB">
        <w:t>Il était à peine onze heures et demie</w:t>
      </w:r>
      <w:r w:rsidR="003A6D8D">
        <w:t xml:space="preserve">. </w:t>
      </w:r>
      <w:r w:rsidRPr="003A0BBB">
        <w:t>Elles étaient déjà terminées</w:t>
      </w:r>
      <w:r w:rsidR="003A6D8D">
        <w:t xml:space="preserve">, </w:t>
      </w:r>
      <w:r w:rsidRPr="003A0BBB">
        <w:t>ces démarches que je n</w:t>
      </w:r>
      <w:r w:rsidR="003A6D8D">
        <w:t>’</w:t>
      </w:r>
      <w:r w:rsidRPr="003A0BBB">
        <w:t>avais pas accomplies en deux mois</w:t>
      </w:r>
      <w:r w:rsidR="003A6D8D">
        <w:t>.</w:t>
      </w:r>
    </w:p>
    <w:p w14:paraId="3310115C" w14:textId="77777777" w:rsidR="003A6D8D" w:rsidRDefault="008F7090" w:rsidP="008F7090">
      <w:r w:rsidRPr="003A0BBB">
        <w:t>Et maintenant</w:t>
      </w:r>
      <w:r w:rsidR="003A6D8D">
        <w:t xml:space="preserve">, </w:t>
      </w:r>
      <w:r w:rsidRPr="003A0BBB">
        <w:t>il me fallait remonter là-haut</w:t>
      </w:r>
      <w:r w:rsidR="003A6D8D">
        <w:t xml:space="preserve">, </w:t>
      </w:r>
      <w:r w:rsidRPr="003A0BBB">
        <w:t>affronter Camille</w:t>
      </w:r>
      <w:r w:rsidR="003A6D8D">
        <w:t xml:space="preserve">, </w:t>
      </w:r>
      <w:r w:rsidRPr="003A0BBB">
        <w:t>affronter Franz</w:t>
      </w:r>
      <w:r w:rsidR="003A6D8D">
        <w:t xml:space="preserve">. </w:t>
      </w:r>
      <w:r w:rsidRPr="003A0BBB">
        <w:t>Je ne le pouvais pas</w:t>
      </w:r>
      <w:r w:rsidR="003A6D8D">
        <w:t xml:space="preserve">, </w:t>
      </w:r>
      <w:r w:rsidRPr="003A0BBB">
        <w:t>j</w:t>
      </w:r>
      <w:r w:rsidR="003A6D8D">
        <w:t>’</w:t>
      </w:r>
      <w:r w:rsidRPr="003A0BBB">
        <w:t>avais besoin d</w:t>
      </w:r>
      <w:r w:rsidR="003A6D8D">
        <w:t>’</w:t>
      </w:r>
      <w:r w:rsidRPr="003A0BBB">
        <w:t>être seule encore</w:t>
      </w:r>
      <w:r w:rsidR="003A6D8D">
        <w:t xml:space="preserve">. </w:t>
      </w:r>
      <w:r w:rsidRPr="003A0BBB">
        <w:t>Camille</w:t>
      </w:r>
      <w:r w:rsidR="003A6D8D">
        <w:t xml:space="preserve">, </w:t>
      </w:r>
      <w:r w:rsidRPr="003A0BBB">
        <w:t>c</w:t>
      </w:r>
      <w:r w:rsidR="003A6D8D">
        <w:t>’</w:t>
      </w:r>
      <w:r w:rsidRPr="003A0BBB">
        <w:t>était bien</w:t>
      </w:r>
      <w:r w:rsidR="003A6D8D">
        <w:t xml:space="preserve"> ; </w:t>
      </w:r>
      <w:r w:rsidRPr="003A0BBB">
        <w:t>elle ne pouvait plus se plaindre</w:t>
      </w:r>
      <w:r w:rsidR="003A6D8D">
        <w:t xml:space="preserve">. </w:t>
      </w:r>
      <w:r w:rsidRPr="003A0BBB">
        <w:t>Mais lui</w:t>
      </w:r>
      <w:r w:rsidR="003A6D8D">
        <w:t xml:space="preserve"> ! </w:t>
      </w:r>
      <w:r w:rsidRPr="003A0BBB">
        <w:t>Il fallait lui parler d</w:t>
      </w:r>
      <w:r w:rsidR="003A6D8D">
        <w:t>’</w:t>
      </w:r>
      <w:r w:rsidRPr="003A0BBB">
        <w:t>abord</w:t>
      </w:r>
      <w:r w:rsidR="003A6D8D">
        <w:t xml:space="preserve">, </w:t>
      </w:r>
      <w:r w:rsidRPr="003A0BBB">
        <w:t>lui expliquer</w:t>
      </w:r>
      <w:r w:rsidR="003A6D8D">
        <w:t xml:space="preserve">… </w:t>
      </w:r>
      <w:r w:rsidRPr="003A0BBB">
        <w:t>Et devant ce tête-à-tête</w:t>
      </w:r>
      <w:r w:rsidR="003A6D8D">
        <w:t xml:space="preserve">, </w:t>
      </w:r>
      <w:r w:rsidRPr="003A0BBB">
        <w:t>je me sentais sans courage</w:t>
      </w:r>
      <w:r w:rsidR="003A6D8D">
        <w:t xml:space="preserve">. </w:t>
      </w:r>
      <w:r w:rsidRPr="003A0BBB">
        <w:t>Celui que je venais d</w:t>
      </w:r>
      <w:r w:rsidR="003A6D8D">
        <w:t>’</w:t>
      </w:r>
      <w:r w:rsidRPr="003A0BBB">
        <w:t>avoir me semblait une monstruosité</w:t>
      </w:r>
      <w:r w:rsidR="003A6D8D">
        <w:t>.</w:t>
      </w:r>
    </w:p>
    <w:p w14:paraId="06DC1D29" w14:textId="77777777" w:rsidR="003A6D8D" w:rsidRDefault="008F7090" w:rsidP="008F7090">
      <w:r w:rsidRPr="003A0BBB">
        <w:t>Un paysan dont la métairie était voisine de Maguelonne passait dans sa carriole</w:t>
      </w:r>
      <w:r w:rsidR="003A6D8D">
        <w:t xml:space="preserve">. </w:t>
      </w:r>
      <w:r w:rsidRPr="003A0BBB">
        <w:t>Je le priai de prévenir que</w:t>
      </w:r>
      <w:r w:rsidR="003A6D8D">
        <w:t xml:space="preserve">, </w:t>
      </w:r>
      <w:r w:rsidRPr="003A0BBB">
        <w:t>retenue à la ville</w:t>
      </w:r>
      <w:r w:rsidR="003A6D8D">
        <w:t xml:space="preserve">, </w:t>
      </w:r>
      <w:r w:rsidRPr="003A0BBB">
        <w:t>j</w:t>
      </w:r>
      <w:r w:rsidR="003A6D8D">
        <w:t>’</w:t>
      </w:r>
      <w:r w:rsidRPr="003A0BBB">
        <w:t>y déjeunerais et ne rentrerais que tard dans l</w:t>
      </w:r>
      <w:r w:rsidR="003A6D8D">
        <w:t>’</w:t>
      </w:r>
      <w:r w:rsidRPr="003A0BBB">
        <w:t>après-midi</w:t>
      </w:r>
      <w:r w:rsidR="003A6D8D">
        <w:t>.</w:t>
      </w:r>
    </w:p>
    <w:p w14:paraId="432597DC" w14:textId="77777777" w:rsidR="003A6D8D" w:rsidRDefault="008F7090" w:rsidP="008F7090">
      <w:r w:rsidRPr="003A0BBB">
        <w:t>Je rencontrai plusieurs personnes qui m</w:t>
      </w:r>
      <w:r w:rsidR="003A6D8D">
        <w:t>’</w:t>
      </w:r>
      <w:r w:rsidRPr="003A0BBB">
        <w:t>arrêtèrent</w:t>
      </w:r>
      <w:r w:rsidR="003A6D8D">
        <w:t xml:space="preserve">. </w:t>
      </w:r>
      <w:r w:rsidRPr="003A0BBB">
        <w:t>Je trouvai une joie amère à consommer l</w:t>
      </w:r>
      <w:r w:rsidR="003A6D8D">
        <w:t>’</w:t>
      </w:r>
      <w:r w:rsidRPr="003A0BBB">
        <w:t>irréparable en leur apprenant le mariage de Camille</w:t>
      </w:r>
      <w:r w:rsidR="003A6D8D">
        <w:t xml:space="preserve">. </w:t>
      </w:r>
      <w:r w:rsidRPr="003A0BBB">
        <w:t>On me félicitait</w:t>
      </w:r>
      <w:r w:rsidR="003A6D8D">
        <w:t xml:space="preserve">. </w:t>
      </w:r>
      <w:r w:rsidRPr="003A0BBB">
        <w:t>Je répondais en souriant</w:t>
      </w:r>
      <w:r w:rsidR="003A6D8D">
        <w:t xml:space="preserve">. </w:t>
      </w:r>
      <w:r w:rsidRPr="003A0BBB">
        <w:t>Puis les forces me manquèrent</w:t>
      </w:r>
      <w:r w:rsidR="003A6D8D">
        <w:t>.</w:t>
      </w:r>
    </w:p>
    <w:p w14:paraId="670AA695" w14:textId="77777777" w:rsidR="003A6D8D" w:rsidRDefault="008F7090" w:rsidP="008F7090">
      <w:r w:rsidRPr="003A0BBB">
        <w:t>La ville où se sont déroulés ces événements est dominée</w:t>
      </w:r>
      <w:r w:rsidR="003A6D8D">
        <w:t xml:space="preserve">, </w:t>
      </w:r>
      <w:r w:rsidRPr="003A0BBB">
        <w:t>je l</w:t>
      </w:r>
      <w:r w:rsidR="003A6D8D">
        <w:t>’</w:t>
      </w:r>
      <w:r w:rsidRPr="003A0BBB">
        <w:t>ai déjà dit</w:t>
      </w:r>
      <w:r w:rsidR="003A6D8D">
        <w:t xml:space="preserve">, </w:t>
      </w:r>
      <w:r w:rsidRPr="003A0BBB">
        <w:t>par une colline conique d</w:t>
      </w:r>
      <w:r w:rsidR="003A6D8D">
        <w:t>’</w:t>
      </w:r>
      <w:r w:rsidRPr="003A0BBB">
        <w:t>environ deux cents mètres</w:t>
      </w:r>
      <w:r w:rsidR="003A6D8D">
        <w:t xml:space="preserve">. </w:t>
      </w:r>
      <w:r w:rsidRPr="003A0BBB">
        <w:t>Du château qui couronnait cette colline</w:t>
      </w:r>
      <w:r w:rsidR="003A6D8D">
        <w:t xml:space="preserve">, </w:t>
      </w:r>
      <w:r w:rsidRPr="003A0BBB">
        <w:t>il ne reste plus que deux tours</w:t>
      </w:r>
      <w:r w:rsidR="003A6D8D">
        <w:t xml:space="preserve">, </w:t>
      </w:r>
      <w:r w:rsidRPr="003A0BBB">
        <w:t>les tours de Saint-Laurent</w:t>
      </w:r>
      <w:r w:rsidR="003A6D8D">
        <w:t xml:space="preserve">. </w:t>
      </w:r>
      <w:r w:rsidRPr="003A0BBB">
        <w:t>Les pentes</w:t>
      </w:r>
      <w:r w:rsidR="003A6D8D">
        <w:t xml:space="preserve">, </w:t>
      </w:r>
      <w:r w:rsidRPr="003A0BBB">
        <w:t>les sentiers qui y conduisent ne sont guère fréquentés que par les chèvres</w:t>
      </w:r>
      <w:r w:rsidR="003A6D8D">
        <w:t xml:space="preserve">. </w:t>
      </w:r>
      <w:r w:rsidRPr="003A0BBB">
        <w:t>Je me mis en devoir de les gravir</w:t>
      </w:r>
      <w:r w:rsidR="003A6D8D">
        <w:t>.</w:t>
      </w:r>
    </w:p>
    <w:p w14:paraId="512F411F" w14:textId="77777777" w:rsidR="003A6D8D" w:rsidRDefault="008F7090" w:rsidP="008F7090">
      <w:r w:rsidRPr="003A0BBB">
        <w:lastRenderedPageBreak/>
        <w:t>Mes pieds glissaient sur les pierres roulantes</w:t>
      </w:r>
      <w:r w:rsidR="003A6D8D">
        <w:t xml:space="preserve">. </w:t>
      </w:r>
      <w:r w:rsidRPr="003A0BBB">
        <w:t>Mes tempes se baignaient de sueur</w:t>
      </w:r>
      <w:r w:rsidR="003A6D8D">
        <w:t xml:space="preserve">. </w:t>
      </w:r>
      <w:r w:rsidRPr="003A0BBB">
        <w:t>Pourquoi imposais-je à mon corps une épreuve qui ne pouvait que le diminuer</w:t>
      </w:r>
      <w:r w:rsidR="003A6D8D">
        <w:t xml:space="preserve">, </w:t>
      </w:r>
      <w:r w:rsidRPr="003A0BBB">
        <w:t>alors que j</w:t>
      </w:r>
      <w:r w:rsidR="003A6D8D">
        <w:t>’</w:t>
      </w:r>
      <w:r w:rsidRPr="003A0BBB">
        <w:t>allais avoir besoin de toutes mes forces</w:t>
      </w:r>
      <w:r w:rsidR="003A6D8D">
        <w:t xml:space="preserve"> ? </w:t>
      </w:r>
      <w:r w:rsidRPr="003A0BBB">
        <w:t>J</w:t>
      </w:r>
      <w:r w:rsidR="003A6D8D">
        <w:t>’</w:t>
      </w:r>
      <w:r w:rsidRPr="003A0BBB">
        <w:t>aurais été bien incapable de le dire</w:t>
      </w:r>
      <w:r w:rsidR="003A6D8D">
        <w:t xml:space="preserve">. </w:t>
      </w:r>
      <w:r w:rsidRPr="003A0BBB">
        <w:t>Comme une somnambule</w:t>
      </w:r>
      <w:r w:rsidR="003A6D8D">
        <w:t xml:space="preserve">, </w:t>
      </w:r>
      <w:r w:rsidRPr="003A0BBB">
        <w:t>j</w:t>
      </w:r>
      <w:r w:rsidR="003A6D8D">
        <w:t>’</w:t>
      </w:r>
      <w:r w:rsidRPr="003A0BBB">
        <w:t>avançais</w:t>
      </w:r>
      <w:r w:rsidR="003A6D8D">
        <w:t xml:space="preserve">. </w:t>
      </w:r>
      <w:r w:rsidRPr="003A0BBB">
        <w:t>Quand je fus parvenue au bas de la muraille en ruine</w:t>
      </w:r>
      <w:r w:rsidR="003A6D8D">
        <w:t xml:space="preserve">, </w:t>
      </w:r>
      <w:r w:rsidRPr="003A0BBB">
        <w:t>je m</w:t>
      </w:r>
      <w:r w:rsidR="003A6D8D">
        <w:t>’</w:t>
      </w:r>
      <w:r w:rsidRPr="003A0BBB">
        <w:t>assis sur une grosse pierre</w:t>
      </w:r>
      <w:r w:rsidR="003A6D8D">
        <w:t xml:space="preserve">, </w:t>
      </w:r>
      <w:r w:rsidRPr="003A0BBB">
        <w:t>et</w:t>
      </w:r>
      <w:r w:rsidR="003A6D8D">
        <w:t xml:space="preserve">, </w:t>
      </w:r>
      <w:r w:rsidRPr="003A0BBB">
        <w:t>les mains croisées sur les genoux</w:t>
      </w:r>
      <w:r w:rsidR="003A6D8D">
        <w:t xml:space="preserve">, </w:t>
      </w:r>
      <w:r w:rsidRPr="003A0BBB">
        <w:t>je regardai devant moi</w:t>
      </w:r>
      <w:r w:rsidR="003A6D8D">
        <w:t xml:space="preserve">, </w:t>
      </w:r>
      <w:r w:rsidRPr="003A0BBB">
        <w:t>avec une sorte d</w:t>
      </w:r>
      <w:r w:rsidR="003A6D8D">
        <w:t>’</w:t>
      </w:r>
      <w:r w:rsidRPr="003A0BBB">
        <w:t>hébétement</w:t>
      </w:r>
      <w:r w:rsidR="003A6D8D">
        <w:t>.</w:t>
      </w:r>
    </w:p>
    <w:p w14:paraId="2BA748BC" w14:textId="77777777" w:rsidR="003A6D8D" w:rsidRDefault="008F7090" w:rsidP="008F7090">
      <w:r w:rsidRPr="003A0BBB">
        <w:t>La ville s</w:t>
      </w:r>
      <w:r w:rsidR="003A6D8D">
        <w:t>’</w:t>
      </w:r>
      <w:r w:rsidRPr="003A0BBB">
        <w:t>étendait à mes pieds</w:t>
      </w:r>
      <w:r w:rsidR="003A6D8D">
        <w:t xml:space="preserve">, </w:t>
      </w:r>
      <w:r w:rsidRPr="003A0BBB">
        <w:t>pareille à un jouet d</w:t>
      </w:r>
      <w:r w:rsidR="003A6D8D">
        <w:t>’</w:t>
      </w:r>
      <w:r w:rsidRPr="003A0BBB">
        <w:t>enfant</w:t>
      </w:r>
      <w:r w:rsidR="003A6D8D">
        <w:t xml:space="preserve">. </w:t>
      </w:r>
      <w:r w:rsidRPr="003A0BBB">
        <w:t>Une rivière barrée de minces ponts</w:t>
      </w:r>
      <w:r w:rsidR="003A6D8D">
        <w:t xml:space="preserve"> ; </w:t>
      </w:r>
      <w:r w:rsidRPr="003A0BBB">
        <w:t>une place minuscule</w:t>
      </w:r>
      <w:r w:rsidR="003A6D8D">
        <w:t xml:space="preserve">, </w:t>
      </w:r>
      <w:r w:rsidRPr="003A0BBB">
        <w:t>avec</w:t>
      </w:r>
      <w:r w:rsidR="003A6D8D">
        <w:t xml:space="preserve">, </w:t>
      </w:r>
      <w:r w:rsidRPr="003A0BBB">
        <w:t>au centre</w:t>
      </w:r>
      <w:r w:rsidR="003A6D8D">
        <w:t xml:space="preserve">, </w:t>
      </w:r>
      <w:r w:rsidRPr="003A0BBB">
        <w:t>la statue d</w:t>
      </w:r>
      <w:r w:rsidR="003A6D8D">
        <w:t>’</w:t>
      </w:r>
      <w:r w:rsidRPr="003A0BBB">
        <w:t>un maréchal grand comme un soldat de plomb</w:t>
      </w:r>
      <w:r w:rsidR="003A6D8D">
        <w:t xml:space="preserve"> ; </w:t>
      </w:r>
      <w:r w:rsidRPr="003A0BBB">
        <w:t>des hannetons lents et maladroits qui étaient des automobiles</w:t>
      </w:r>
      <w:r w:rsidR="003A6D8D">
        <w:t xml:space="preserve"> ; </w:t>
      </w:r>
      <w:r w:rsidRPr="003A0BBB">
        <w:t>d</w:t>
      </w:r>
      <w:r w:rsidR="003A6D8D">
        <w:t>’</w:t>
      </w:r>
      <w:r w:rsidRPr="003A0BBB">
        <w:t>infimes bonshommes noirs se quittant</w:t>
      </w:r>
      <w:r w:rsidR="003A6D8D">
        <w:t xml:space="preserve">, </w:t>
      </w:r>
      <w:r w:rsidRPr="003A0BBB">
        <w:t>se rejoignant avec des airs de fourmis ridiculement affairées</w:t>
      </w:r>
      <w:r w:rsidR="003A6D8D">
        <w:t xml:space="preserve">. </w:t>
      </w:r>
      <w:r w:rsidRPr="003A0BBB">
        <w:t>Je me demandais même pourquoi ils se donnaient tant d</w:t>
      </w:r>
      <w:r w:rsidR="003A6D8D">
        <w:t>’</w:t>
      </w:r>
      <w:r w:rsidRPr="003A0BBB">
        <w:t>agitation</w:t>
      </w:r>
      <w:r w:rsidR="003A6D8D">
        <w:t xml:space="preserve">, </w:t>
      </w:r>
      <w:r w:rsidRPr="003A0BBB">
        <w:t>moi qui</w:t>
      </w:r>
      <w:r w:rsidR="003A6D8D">
        <w:t xml:space="preserve">, </w:t>
      </w:r>
      <w:r w:rsidRPr="003A0BBB">
        <w:t>du même coup d</w:t>
      </w:r>
      <w:r w:rsidR="003A6D8D">
        <w:t>’</w:t>
      </w:r>
      <w:r w:rsidRPr="003A0BBB">
        <w:t>œil</w:t>
      </w:r>
      <w:r w:rsidR="003A6D8D">
        <w:t xml:space="preserve">, </w:t>
      </w:r>
      <w:r w:rsidRPr="003A0BBB">
        <w:t>apercevais au fond</w:t>
      </w:r>
      <w:r w:rsidR="003A6D8D">
        <w:t xml:space="preserve">, </w:t>
      </w:r>
      <w:r w:rsidRPr="003A0BBB">
        <w:t>à droite</w:t>
      </w:r>
      <w:r w:rsidR="003A6D8D">
        <w:t xml:space="preserve">, </w:t>
      </w:r>
      <w:r w:rsidRPr="003A0BBB">
        <w:t>à la lisière de la campagne et des dernières maisons</w:t>
      </w:r>
      <w:r w:rsidR="003A6D8D">
        <w:t xml:space="preserve">, </w:t>
      </w:r>
      <w:r w:rsidRPr="003A0BBB">
        <w:t>le cimetière</w:t>
      </w:r>
      <w:r w:rsidR="003A6D8D">
        <w:t>.</w:t>
      </w:r>
    </w:p>
    <w:p w14:paraId="0ECA017A" w14:textId="77777777" w:rsidR="003A6D8D" w:rsidRDefault="008F7090" w:rsidP="008F7090">
      <w:r w:rsidRPr="003A0BBB">
        <w:t>Il y avait de petits cyprès</w:t>
      </w:r>
      <w:r w:rsidR="003A6D8D">
        <w:t xml:space="preserve">, </w:t>
      </w:r>
      <w:r w:rsidRPr="003A0BBB">
        <w:t>de petits murs</w:t>
      </w:r>
      <w:r w:rsidR="003A6D8D">
        <w:t xml:space="preserve">, </w:t>
      </w:r>
      <w:r w:rsidRPr="003A0BBB">
        <w:t>de petites allées correctes</w:t>
      </w:r>
      <w:r w:rsidR="003A6D8D">
        <w:t xml:space="preserve">, </w:t>
      </w:r>
      <w:r w:rsidRPr="003A0BBB">
        <w:t>de petites tombes blanches et noires</w:t>
      </w:r>
      <w:r w:rsidR="003A6D8D">
        <w:t xml:space="preserve">. </w:t>
      </w:r>
      <w:r w:rsidRPr="003A0BBB">
        <w:t>On aurait dit un jeu de dominos</w:t>
      </w:r>
      <w:r w:rsidR="003A6D8D">
        <w:t xml:space="preserve">. </w:t>
      </w:r>
      <w:r w:rsidRPr="003A0BBB">
        <w:t>L</w:t>
      </w:r>
      <w:r w:rsidR="003A6D8D">
        <w:t>’</w:t>
      </w:r>
      <w:r w:rsidRPr="003A0BBB">
        <w:t>avant-dernière dalle</w:t>
      </w:r>
      <w:r w:rsidR="003A6D8D">
        <w:t xml:space="preserve">, </w:t>
      </w:r>
      <w:r w:rsidRPr="003A0BBB">
        <w:t>dans le coin de droite</w:t>
      </w:r>
      <w:r w:rsidR="003A6D8D">
        <w:t xml:space="preserve">, </w:t>
      </w:r>
      <w:r w:rsidRPr="003A0BBB">
        <w:t>était celle du caveau de ma famille</w:t>
      </w:r>
      <w:r w:rsidR="003A6D8D">
        <w:t xml:space="preserve">. </w:t>
      </w:r>
      <w:r w:rsidRPr="003A0BBB">
        <w:t>Là</w:t>
      </w:r>
      <w:r w:rsidR="003A6D8D">
        <w:t xml:space="preserve">, </w:t>
      </w:r>
      <w:r w:rsidRPr="003A0BBB">
        <w:t>la grand</w:t>
      </w:r>
      <w:r w:rsidR="003A6D8D">
        <w:t>’</w:t>
      </w:r>
      <w:r w:rsidRPr="003A0BBB">
        <w:t>mère créole</w:t>
      </w:r>
      <w:r w:rsidR="003A6D8D">
        <w:t xml:space="preserve"> ; </w:t>
      </w:r>
      <w:r w:rsidRPr="003A0BBB">
        <w:t>là</w:t>
      </w:r>
      <w:r w:rsidR="003A6D8D">
        <w:t xml:space="preserve">, </w:t>
      </w:r>
      <w:r w:rsidRPr="003A0BBB">
        <w:t>ma mère</w:t>
      </w:r>
      <w:r w:rsidR="003A6D8D">
        <w:t xml:space="preserve"> ; </w:t>
      </w:r>
      <w:r w:rsidRPr="003A0BBB">
        <w:t>là</w:t>
      </w:r>
      <w:r w:rsidR="003A6D8D">
        <w:t xml:space="preserve">, </w:t>
      </w:r>
      <w:r w:rsidRPr="003A0BBB">
        <w:t>mon père et mon mari</w:t>
      </w:r>
      <w:r w:rsidR="003A6D8D">
        <w:t xml:space="preserve">, </w:t>
      </w:r>
      <w:r w:rsidRPr="003A0BBB">
        <w:t>pauvres joueurs de jacquet</w:t>
      </w:r>
      <w:r w:rsidR="003A6D8D">
        <w:t xml:space="preserve"> ; </w:t>
      </w:r>
      <w:r w:rsidRPr="003A0BBB">
        <w:t>là</w:t>
      </w:r>
      <w:r w:rsidR="003A6D8D">
        <w:t xml:space="preserve">, </w:t>
      </w:r>
      <w:r w:rsidRPr="003A0BBB">
        <w:t>dans un an</w:t>
      </w:r>
      <w:r w:rsidR="003A6D8D">
        <w:t xml:space="preserve">, </w:t>
      </w:r>
      <w:r w:rsidRPr="003A0BBB">
        <w:t>dans dix</w:t>
      </w:r>
      <w:r w:rsidR="003A6D8D">
        <w:t xml:space="preserve">, </w:t>
      </w:r>
      <w:r w:rsidRPr="003A0BBB">
        <w:t>qu</w:t>
      </w:r>
      <w:r w:rsidR="003A6D8D">
        <w:t>’</w:t>
      </w:r>
      <w:r w:rsidRPr="003A0BBB">
        <w:t>importait</w:t>
      </w:r>
      <w:r w:rsidR="003A6D8D">
        <w:t xml:space="preserve">, </w:t>
      </w:r>
      <w:r w:rsidRPr="003A0BBB">
        <w:t>moi</w:t>
      </w:r>
      <w:r w:rsidR="003A6D8D">
        <w:t xml:space="preserve">. </w:t>
      </w:r>
      <w:r w:rsidRPr="003A0BBB">
        <w:t>Et pourquoi pas tout de suite</w:t>
      </w:r>
      <w:r w:rsidR="003A6D8D">
        <w:t xml:space="preserve"> ? </w:t>
      </w:r>
      <w:r w:rsidRPr="003A0BBB">
        <w:t>Tout serait réglé</w:t>
      </w:r>
      <w:r w:rsidR="003A6D8D">
        <w:t xml:space="preserve">, </w:t>
      </w:r>
      <w:r w:rsidRPr="003A0BBB">
        <w:t>au moins</w:t>
      </w:r>
      <w:r w:rsidR="003A6D8D">
        <w:t xml:space="preserve">… </w:t>
      </w:r>
      <w:r w:rsidRPr="003A0BBB">
        <w:t>Détournant la tête</w:t>
      </w:r>
      <w:r w:rsidR="003A6D8D">
        <w:t xml:space="preserve">, </w:t>
      </w:r>
      <w:r w:rsidRPr="003A0BBB">
        <w:t>je me mis à regarder</w:t>
      </w:r>
      <w:r w:rsidR="003A6D8D">
        <w:t xml:space="preserve">, </w:t>
      </w:r>
      <w:r w:rsidRPr="003A0BBB">
        <w:t>à quelques mètres à peine</w:t>
      </w:r>
      <w:r w:rsidR="003A6D8D">
        <w:t xml:space="preserve">, </w:t>
      </w:r>
      <w:r w:rsidRPr="003A0BBB">
        <w:t>la gigantesque masse trapue d</w:t>
      </w:r>
      <w:r w:rsidR="003A6D8D">
        <w:t>’</w:t>
      </w:r>
      <w:r w:rsidRPr="003A0BBB">
        <w:t>une des deux tours</w:t>
      </w:r>
      <w:r w:rsidR="003A6D8D">
        <w:t xml:space="preserve">. </w:t>
      </w:r>
      <w:r w:rsidRPr="003A0BBB">
        <w:t>J</w:t>
      </w:r>
      <w:r w:rsidR="003A6D8D">
        <w:t>’</w:t>
      </w:r>
      <w:r w:rsidRPr="003A0BBB">
        <w:t>en avais fait une fois l</w:t>
      </w:r>
      <w:r w:rsidR="003A6D8D">
        <w:t>’</w:t>
      </w:r>
      <w:r w:rsidRPr="003A0BBB">
        <w:t>ascension</w:t>
      </w:r>
      <w:r w:rsidR="003A6D8D">
        <w:t xml:space="preserve">, </w:t>
      </w:r>
      <w:r w:rsidRPr="003A0BBB">
        <w:t>il y avait longtemps</w:t>
      </w:r>
      <w:r w:rsidR="003A6D8D">
        <w:t xml:space="preserve">, </w:t>
      </w:r>
      <w:r w:rsidRPr="003A0BBB">
        <w:t>bien longtemps</w:t>
      </w:r>
      <w:r w:rsidR="003A6D8D">
        <w:t xml:space="preserve">, </w:t>
      </w:r>
      <w:r w:rsidRPr="003A0BBB">
        <w:t>avant la naissance de Camille</w:t>
      </w:r>
      <w:r w:rsidR="003A6D8D">
        <w:t xml:space="preserve">. </w:t>
      </w:r>
      <w:r w:rsidRPr="003A0BBB">
        <w:t>Une porte basse</w:t>
      </w:r>
      <w:r w:rsidR="003A6D8D">
        <w:t xml:space="preserve">, </w:t>
      </w:r>
      <w:r w:rsidRPr="003A0BBB">
        <w:t>un interminable escalier qui monte en tournevis dans l</w:t>
      </w:r>
      <w:r w:rsidR="003A6D8D">
        <w:t>’</w:t>
      </w:r>
      <w:r w:rsidRPr="003A0BBB">
        <w:t>énorme muraille ténébreuse</w:t>
      </w:r>
      <w:r w:rsidR="003A6D8D">
        <w:t xml:space="preserve">, </w:t>
      </w:r>
      <w:r w:rsidRPr="003A0BBB">
        <w:t>et soudain</w:t>
      </w:r>
      <w:r w:rsidR="003A6D8D">
        <w:t xml:space="preserve">, </w:t>
      </w:r>
      <w:r w:rsidRPr="003A0BBB">
        <w:t>à deux cents pieds du sol</w:t>
      </w:r>
      <w:r w:rsidR="003A6D8D">
        <w:t xml:space="preserve">, </w:t>
      </w:r>
      <w:r w:rsidRPr="003A0BBB">
        <w:t>l</w:t>
      </w:r>
      <w:r w:rsidR="003A6D8D">
        <w:t>’</w:t>
      </w:r>
      <w:r w:rsidRPr="003A0BBB">
        <w:t>éblouissement du jour</w:t>
      </w:r>
      <w:r w:rsidR="003A6D8D">
        <w:t xml:space="preserve">, </w:t>
      </w:r>
      <w:r w:rsidRPr="003A0BBB">
        <w:t>du vent frais</w:t>
      </w:r>
      <w:r w:rsidR="003A6D8D">
        <w:t xml:space="preserve">, </w:t>
      </w:r>
      <w:r w:rsidRPr="003A0BBB">
        <w:t xml:space="preserve">des nuages </w:t>
      </w:r>
      <w:r w:rsidRPr="003A0BBB">
        <w:lastRenderedPageBreak/>
        <w:t>bleuâtres</w:t>
      </w:r>
      <w:r w:rsidR="003A6D8D">
        <w:t xml:space="preserve">… </w:t>
      </w:r>
      <w:r w:rsidRPr="003A0BBB">
        <w:t>Il n</w:t>
      </w:r>
      <w:r w:rsidR="003A6D8D">
        <w:t>’</w:t>
      </w:r>
      <w:r w:rsidRPr="003A0BBB">
        <w:t>y aurait plus alors qu</w:t>
      </w:r>
      <w:r w:rsidR="003A6D8D">
        <w:t>’</w:t>
      </w:r>
      <w:r w:rsidRPr="003A0BBB">
        <w:t>à fermer les yeux</w:t>
      </w:r>
      <w:r w:rsidR="003A6D8D">
        <w:t xml:space="preserve">, </w:t>
      </w:r>
      <w:r w:rsidRPr="003A0BBB">
        <w:t>qu</w:t>
      </w:r>
      <w:r w:rsidR="003A6D8D">
        <w:t>’</w:t>
      </w:r>
      <w:r w:rsidRPr="003A0BBB">
        <w:t>à faire quatre ou cinq pas</w:t>
      </w:r>
      <w:r w:rsidR="003A6D8D">
        <w:t xml:space="preserve">, </w:t>
      </w:r>
      <w:r w:rsidRPr="003A0BBB">
        <w:t>six peut-être</w:t>
      </w:r>
      <w:r w:rsidR="003A6D8D">
        <w:t xml:space="preserve">, </w:t>
      </w:r>
      <w:r w:rsidRPr="003A0BBB">
        <w:t>et tout serait fini pour ce corps misérable</w:t>
      </w:r>
      <w:r w:rsidR="003A6D8D">
        <w:t xml:space="preserve">, </w:t>
      </w:r>
      <w:r w:rsidRPr="003A0BBB">
        <w:t>et sans doute aussi pour cette âme plus misérable encore</w:t>
      </w:r>
      <w:r w:rsidR="003A6D8D">
        <w:t xml:space="preserve">… </w:t>
      </w:r>
      <w:r w:rsidRPr="003A0BBB">
        <w:t>Fini</w:t>
      </w:r>
      <w:r w:rsidR="003A6D8D">
        <w:t xml:space="preserve"> ! </w:t>
      </w:r>
      <w:r w:rsidRPr="003A0BBB">
        <w:t>Je frissonnai longuement</w:t>
      </w:r>
      <w:r w:rsidR="003A6D8D">
        <w:t xml:space="preserve">. </w:t>
      </w:r>
      <w:r w:rsidRPr="003A0BBB">
        <w:t>Dans les livres</w:t>
      </w:r>
      <w:r w:rsidR="003A6D8D">
        <w:t xml:space="preserve">, </w:t>
      </w:r>
      <w:r w:rsidRPr="003A0BBB">
        <w:t>dans la vie</w:t>
      </w:r>
      <w:r w:rsidR="003A6D8D">
        <w:t xml:space="preserve">, </w:t>
      </w:r>
      <w:r w:rsidRPr="003A0BBB">
        <w:t>des gens racontent avec dignité comment ils furent détournés du suicide par le souvenir de leur famille</w:t>
      </w:r>
      <w:r w:rsidR="003A6D8D">
        <w:t xml:space="preserve">, </w:t>
      </w:r>
      <w:r w:rsidRPr="003A0BBB">
        <w:t>le respect d</w:t>
      </w:r>
      <w:r w:rsidR="003A6D8D">
        <w:t>’</w:t>
      </w:r>
      <w:r w:rsidRPr="003A0BBB">
        <w:t>eux-mêmes</w:t>
      </w:r>
      <w:r w:rsidR="003A6D8D">
        <w:t xml:space="preserve">, </w:t>
      </w:r>
      <w:r w:rsidRPr="003A0BBB">
        <w:t>que sais-je encore</w:t>
      </w:r>
      <w:r w:rsidR="003A6D8D">
        <w:t xml:space="preserve"> ? </w:t>
      </w:r>
      <w:r w:rsidRPr="003A0BBB">
        <w:t>Hélas</w:t>
      </w:r>
      <w:r w:rsidR="003A6D8D">
        <w:t xml:space="preserve"> ! </w:t>
      </w:r>
      <w:r w:rsidRPr="003A0BBB">
        <w:t>je l</w:t>
      </w:r>
      <w:r w:rsidR="003A6D8D">
        <w:t>’</w:t>
      </w:r>
      <w:r w:rsidRPr="003A0BBB">
        <w:t>avoue humblement</w:t>
      </w:r>
      <w:r w:rsidR="003A6D8D">
        <w:t xml:space="preserve">, </w:t>
      </w:r>
      <w:r w:rsidRPr="003A0BBB">
        <w:t>quant à moi</w:t>
      </w:r>
      <w:r w:rsidR="003A6D8D">
        <w:t xml:space="preserve">, </w:t>
      </w:r>
      <w:r w:rsidRPr="003A0BBB">
        <w:t>c</w:t>
      </w:r>
      <w:r w:rsidR="003A6D8D">
        <w:t>’</w:t>
      </w:r>
      <w:r w:rsidRPr="003A0BBB">
        <w:t>est la peur</w:t>
      </w:r>
      <w:r w:rsidR="003A6D8D">
        <w:t xml:space="preserve">, </w:t>
      </w:r>
      <w:r w:rsidRPr="003A0BBB">
        <w:t>l</w:t>
      </w:r>
      <w:r w:rsidR="003A6D8D">
        <w:t>’</w:t>
      </w:r>
      <w:r w:rsidRPr="003A0BBB">
        <w:t>atroce peur physique qui seule</w:t>
      </w:r>
      <w:r w:rsidR="003A6D8D">
        <w:t xml:space="preserve">, </w:t>
      </w:r>
      <w:r w:rsidRPr="003A0BBB">
        <w:t>en cette minute</w:t>
      </w:r>
      <w:r w:rsidR="003A6D8D">
        <w:t xml:space="preserve">, </w:t>
      </w:r>
      <w:r w:rsidRPr="003A0BBB">
        <w:t>m</w:t>
      </w:r>
      <w:r w:rsidR="003A6D8D">
        <w:t>’</w:t>
      </w:r>
      <w:r w:rsidRPr="003A0BBB">
        <w:t>a retenue</w:t>
      </w:r>
      <w:r w:rsidR="003A6D8D">
        <w:t>.</w:t>
      </w:r>
    </w:p>
    <w:p w14:paraId="0C7C61FE" w14:textId="77777777" w:rsidR="003A6D8D" w:rsidRDefault="008F7090" w:rsidP="008F7090">
      <w:r w:rsidRPr="003A0BBB">
        <w:t>À intervalles irréguliers</w:t>
      </w:r>
      <w:r w:rsidR="003A6D8D">
        <w:t xml:space="preserve">, </w:t>
      </w:r>
      <w:r w:rsidRPr="003A0BBB">
        <w:t>le son grêle d</w:t>
      </w:r>
      <w:r w:rsidR="003A6D8D">
        <w:t>’</w:t>
      </w:r>
      <w:r w:rsidRPr="003A0BBB">
        <w:t>une horloge s</w:t>
      </w:r>
      <w:r w:rsidR="003A6D8D">
        <w:t>’</w:t>
      </w:r>
      <w:r w:rsidRPr="003A0BBB">
        <w:t>élevait</w:t>
      </w:r>
      <w:r w:rsidR="003A6D8D">
        <w:t xml:space="preserve">, </w:t>
      </w:r>
      <w:r w:rsidRPr="003A0BBB">
        <w:t>m</w:t>
      </w:r>
      <w:r w:rsidR="003A6D8D">
        <w:t>’</w:t>
      </w:r>
      <w:r w:rsidRPr="003A0BBB">
        <w:t>apportant les heures</w:t>
      </w:r>
      <w:r w:rsidR="003A6D8D">
        <w:t xml:space="preserve">. </w:t>
      </w:r>
      <w:r w:rsidRPr="003A0BBB">
        <w:t>Tantôt elles me semblaient passer très vite</w:t>
      </w:r>
      <w:r w:rsidR="003A6D8D">
        <w:t xml:space="preserve">. </w:t>
      </w:r>
      <w:r w:rsidRPr="003A0BBB">
        <w:t>Tantôt le tintement se faisait attendre indéfiniment</w:t>
      </w:r>
      <w:r w:rsidR="003A6D8D">
        <w:t xml:space="preserve">, </w:t>
      </w:r>
      <w:r w:rsidRPr="003A0BBB">
        <w:t>me donnant l</w:t>
      </w:r>
      <w:r w:rsidR="003A6D8D">
        <w:t>’</w:t>
      </w:r>
      <w:r w:rsidRPr="003A0BBB">
        <w:t>impression qu</w:t>
      </w:r>
      <w:r w:rsidR="003A6D8D">
        <w:t>’</w:t>
      </w:r>
      <w:r w:rsidRPr="003A0BBB">
        <w:t>une saute de vent avait dû m</w:t>
      </w:r>
      <w:r w:rsidR="003A6D8D">
        <w:t>’</w:t>
      </w:r>
      <w:r w:rsidRPr="003A0BBB">
        <w:t>empêcher de l</w:t>
      </w:r>
      <w:r w:rsidR="003A6D8D">
        <w:t>’</w:t>
      </w:r>
      <w:r w:rsidRPr="003A0BBB">
        <w:t>entendre</w:t>
      </w:r>
      <w:r w:rsidR="003A6D8D">
        <w:t>…</w:t>
      </w:r>
    </w:p>
    <w:p w14:paraId="06AC0D99" w14:textId="77777777" w:rsidR="003A6D8D" w:rsidRDefault="008F7090" w:rsidP="008F7090">
      <w:r w:rsidRPr="003A0BBB">
        <w:t>Trois heures</w:t>
      </w:r>
      <w:r w:rsidR="003A6D8D">
        <w:t xml:space="preserve"> ! </w:t>
      </w:r>
      <w:r w:rsidRPr="003A0BBB">
        <w:t>Quatre heures</w:t>
      </w:r>
      <w:r w:rsidR="003A6D8D">
        <w:t xml:space="preserve"> ! </w:t>
      </w:r>
      <w:r w:rsidRPr="003A0BBB">
        <w:t>Cinq heures</w:t>
      </w:r>
      <w:r w:rsidR="003A6D8D">
        <w:t xml:space="preserve"> !… </w:t>
      </w:r>
      <w:r w:rsidRPr="003A0BBB">
        <w:t>Allons</w:t>
      </w:r>
      <w:r w:rsidR="003A6D8D">
        <w:t xml:space="preserve">, </w:t>
      </w:r>
      <w:r w:rsidRPr="003A0BBB">
        <w:t>il faut rentrer</w:t>
      </w:r>
      <w:r w:rsidR="003A6D8D">
        <w:t>.</w:t>
      </w:r>
    </w:p>
    <w:p w14:paraId="35930EC3" w14:textId="77777777" w:rsidR="003A6D8D" w:rsidRDefault="008F7090" w:rsidP="008F7090">
      <w:r w:rsidRPr="003A0BBB">
        <w:t>Il était près de six heures et demie quand je regagnai la villa</w:t>
      </w:r>
      <w:r w:rsidR="003A6D8D">
        <w:t xml:space="preserve">, </w:t>
      </w:r>
      <w:r w:rsidRPr="003A0BBB">
        <w:t>l</w:t>
      </w:r>
      <w:r w:rsidR="003A6D8D">
        <w:t>’</w:t>
      </w:r>
      <w:r w:rsidRPr="003A0BBB">
        <w:t>heure à laquelle Franz ou Camille allaient descendre chercher le courrier</w:t>
      </w:r>
      <w:r w:rsidR="003A6D8D">
        <w:t xml:space="preserve">. </w:t>
      </w:r>
      <w:r w:rsidRPr="003A0BBB">
        <w:t>De loin</w:t>
      </w:r>
      <w:r w:rsidR="003A6D8D">
        <w:t xml:space="preserve">, </w:t>
      </w:r>
      <w:r w:rsidRPr="003A0BBB">
        <w:t>sur la terrasse</w:t>
      </w:r>
      <w:r w:rsidR="003A6D8D">
        <w:t xml:space="preserve">, </w:t>
      </w:r>
      <w:r w:rsidRPr="003A0BBB">
        <w:t>j</w:t>
      </w:r>
      <w:r w:rsidR="003A6D8D">
        <w:t>’</w:t>
      </w:r>
      <w:r w:rsidRPr="003A0BBB">
        <w:t>aperçus Franz</w:t>
      </w:r>
      <w:r w:rsidR="003A6D8D">
        <w:t xml:space="preserve">. </w:t>
      </w:r>
      <w:r w:rsidRPr="003A0BBB">
        <w:t>Il était accoudé à la balustrade</w:t>
      </w:r>
      <w:r w:rsidR="003A6D8D">
        <w:t xml:space="preserve">. </w:t>
      </w:r>
      <w:r w:rsidRPr="003A0BBB">
        <w:t>Je compris qu</w:t>
      </w:r>
      <w:r w:rsidR="003A6D8D">
        <w:t>’</w:t>
      </w:r>
      <w:r w:rsidRPr="003A0BBB">
        <w:t>il guettait mon retour</w:t>
      </w:r>
      <w:r w:rsidR="003A6D8D">
        <w:t xml:space="preserve">. </w:t>
      </w:r>
      <w:r w:rsidRPr="003A0BBB">
        <w:t>Au même instant</w:t>
      </w:r>
      <w:r w:rsidR="003A6D8D">
        <w:t xml:space="preserve">, </w:t>
      </w:r>
      <w:r w:rsidRPr="003A0BBB">
        <w:t>j</w:t>
      </w:r>
      <w:r w:rsidR="003A6D8D">
        <w:t>’</w:t>
      </w:r>
      <w:r w:rsidRPr="003A0BBB">
        <w:t>entendis le ronflement de l</w:t>
      </w:r>
      <w:r w:rsidR="003A6D8D">
        <w:t>’</w:t>
      </w:r>
      <w:r w:rsidRPr="003A0BBB">
        <w:t>automobile</w:t>
      </w:r>
      <w:r w:rsidR="003A6D8D">
        <w:t xml:space="preserve">. </w:t>
      </w:r>
      <w:r w:rsidRPr="003A0BBB">
        <w:t>Camille était en train de la faire sortir de la remise pour se rendre à la poste</w:t>
      </w:r>
      <w:r w:rsidR="003A6D8D">
        <w:t>.</w:t>
      </w:r>
    </w:p>
    <w:p w14:paraId="49ED83A5" w14:textId="77777777" w:rsidR="003A6D8D" w:rsidRDefault="003A6D8D" w:rsidP="008F7090">
      <w:r>
        <w:t>— </w:t>
      </w:r>
      <w:r w:rsidR="008F7090" w:rsidRPr="003A0BBB">
        <w:t>Bonjour</w:t>
      </w:r>
      <w:r>
        <w:t xml:space="preserve">, </w:t>
      </w:r>
      <w:r w:rsidR="008F7090" w:rsidRPr="003A0BBB">
        <w:t>maman</w:t>
      </w:r>
      <w:r>
        <w:t>.</w:t>
      </w:r>
    </w:p>
    <w:p w14:paraId="2D3AD350" w14:textId="77777777" w:rsidR="003A6D8D" w:rsidRDefault="003A6D8D" w:rsidP="008F7090">
      <w:r>
        <w:t>— </w:t>
      </w:r>
      <w:r w:rsidR="008F7090" w:rsidRPr="003A0BBB">
        <w:t>Bonjour</w:t>
      </w:r>
      <w:r>
        <w:t>.</w:t>
      </w:r>
    </w:p>
    <w:p w14:paraId="7FB9668E" w14:textId="77777777" w:rsidR="003A6D8D" w:rsidRDefault="008F7090" w:rsidP="008F7090">
      <w:r w:rsidRPr="003A0BBB">
        <w:t>Je gagnai précipitamment ma chambre</w:t>
      </w:r>
      <w:r w:rsidR="003A6D8D">
        <w:t xml:space="preserve">. </w:t>
      </w:r>
      <w:r w:rsidRPr="003A0BBB">
        <w:t>La nuit y tombait déjà</w:t>
      </w:r>
      <w:r w:rsidR="003A6D8D">
        <w:t xml:space="preserve">. </w:t>
      </w:r>
      <w:r w:rsidRPr="003A0BBB">
        <w:t>Le bruit de tempête de l</w:t>
      </w:r>
      <w:r w:rsidR="003A6D8D">
        <w:t>’</w:t>
      </w:r>
      <w:r w:rsidRPr="003A0BBB">
        <w:t>automobile venait de s</w:t>
      </w:r>
      <w:r w:rsidR="003A6D8D">
        <w:t>’</w:t>
      </w:r>
      <w:r w:rsidRPr="003A0BBB">
        <w:t>éteindre sur la route</w:t>
      </w:r>
      <w:r w:rsidR="003A6D8D">
        <w:t>.</w:t>
      </w:r>
    </w:p>
    <w:p w14:paraId="4DAC534A" w14:textId="77777777" w:rsidR="003A6D8D" w:rsidRDefault="008F7090" w:rsidP="008F7090">
      <w:r w:rsidRPr="003A0BBB">
        <w:lastRenderedPageBreak/>
        <w:t>Je me raidis</w:t>
      </w:r>
      <w:r w:rsidR="003A6D8D">
        <w:t xml:space="preserve">. </w:t>
      </w:r>
      <w:r w:rsidRPr="003A0BBB">
        <w:t>Le moment capital de ma vie était arrivé</w:t>
      </w:r>
      <w:r w:rsidR="003A6D8D">
        <w:t xml:space="preserve">. </w:t>
      </w:r>
      <w:r w:rsidRPr="003A0BBB">
        <w:t>Du moins</w:t>
      </w:r>
      <w:r w:rsidR="003A6D8D">
        <w:t xml:space="preserve">, </w:t>
      </w:r>
      <w:r w:rsidRPr="003A0BBB">
        <w:t>cette scène ne durerait qu</w:t>
      </w:r>
      <w:r w:rsidR="003A6D8D">
        <w:t>’</w:t>
      </w:r>
      <w:r w:rsidRPr="003A0BBB">
        <w:t>un quart d</w:t>
      </w:r>
      <w:r w:rsidR="003A6D8D">
        <w:t>’</w:t>
      </w:r>
      <w:r w:rsidRPr="003A0BBB">
        <w:t>heure</w:t>
      </w:r>
      <w:r w:rsidR="003A6D8D">
        <w:t xml:space="preserve">, </w:t>
      </w:r>
      <w:r w:rsidRPr="003A0BBB">
        <w:t>le temps pour Camille d</w:t>
      </w:r>
      <w:r w:rsidR="003A6D8D">
        <w:t>’</w:t>
      </w:r>
      <w:r w:rsidRPr="003A0BBB">
        <w:t>aller et de revenir</w:t>
      </w:r>
      <w:r w:rsidR="003A6D8D">
        <w:t>…</w:t>
      </w:r>
    </w:p>
    <w:p w14:paraId="217F57DB" w14:textId="77777777" w:rsidR="003A6D8D" w:rsidRDefault="008F7090" w:rsidP="008F7090">
      <w:r w:rsidRPr="003A0BBB">
        <w:t>La porte de la chambre s</w:t>
      </w:r>
      <w:r w:rsidR="003A6D8D">
        <w:t>’</w:t>
      </w:r>
      <w:r w:rsidRPr="003A0BBB">
        <w:t>ouvrit</w:t>
      </w:r>
      <w:r w:rsidR="003A6D8D">
        <w:t xml:space="preserve">. </w:t>
      </w:r>
      <w:r w:rsidRPr="003A0BBB">
        <w:t>La haute silhouette de Franz se détacha dans l</w:t>
      </w:r>
      <w:r w:rsidR="003A6D8D">
        <w:t>’</w:t>
      </w:r>
      <w:r w:rsidRPr="003A0BBB">
        <w:t>obscurité</w:t>
      </w:r>
      <w:r w:rsidR="003A6D8D">
        <w:t>.</w:t>
      </w:r>
    </w:p>
    <w:p w14:paraId="1B808005" w14:textId="67040D4E" w:rsidR="003A6D8D" w:rsidRDefault="003A6D8D" w:rsidP="008F7090"/>
    <w:p w14:paraId="7AD5AE07" w14:textId="77777777" w:rsidR="003A6D8D" w:rsidRDefault="003A6D8D" w:rsidP="008F7090">
      <w:r>
        <w:t>— </w:t>
      </w:r>
      <w:r w:rsidR="008F7090" w:rsidRPr="003A0BBB">
        <w:t>Qu</w:t>
      </w:r>
      <w:r>
        <w:t>’</w:t>
      </w:r>
      <w:r w:rsidR="008F7090" w:rsidRPr="003A0BBB">
        <w:t>y a-t-il</w:t>
      </w:r>
      <w:r>
        <w:t> ?</w:t>
      </w:r>
    </w:p>
    <w:p w14:paraId="06C97348" w14:textId="77777777" w:rsidR="003A6D8D" w:rsidRDefault="008F7090" w:rsidP="008F7090">
      <w:r w:rsidRPr="003A0BBB">
        <w:t>Sa voix était changée</w:t>
      </w:r>
      <w:r w:rsidR="003A6D8D">
        <w:t xml:space="preserve">, </w:t>
      </w:r>
      <w:r w:rsidRPr="003A0BBB">
        <w:t>rauque et basse</w:t>
      </w:r>
      <w:r w:rsidR="003A6D8D">
        <w:t xml:space="preserve">. </w:t>
      </w:r>
      <w:r w:rsidRPr="003A0BBB">
        <w:t>Je ne répondis pas</w:t>
      </w:r>
      <w:r w:rsidR="003A6D8D">
        <w:t>.</w:t>
      </w:r>
    </w:p>
    <w:p w14:paraId="4C983224" w14:textId="77777777" w:rsidR="003A6D8D" w:rsidRDefault="003A6D8D" w:rsidP="008F7090">
      <w:r>
        <w:t>— </w:t>
      </w:r>
      <w:r w:rsidR="008F7090" w:rsidRPr="003A0BBB">
        <w:t>Qu</w:t>
      </w:r>
      <w:r>
        <w:t>’</w:t>
      </w:r>
      <w:r w:rsidR="008F7090" w:rsidRPr="003A0BBB">
        <w:t>y a-t-il</w:t>
      </w:r>
      <w:r>
        <w:t> ?</w:t>
      </w:r>
    </w:p>
    <w:p w14:paraId="74E0CBDE" w14:textId="77777777" w:rsidR="003A6D8D" w:rsidRDefault="008F7090" w:rsidP="008F7090">
      <w:r w:rsidRPr="003A0BBB">
        <w:t>Il m</w:t>
      </w:r>
      <w:r w:rsidR="003A6D8D">
        <w:t>’</w:t>
      </w:r>
      <w:r w:rsidRPr="003A0BBB">
        <w:t>avait saisie dans ses bras</w:t>
      </w:r>
      <w:r w:rsidR="003A6D8D">
        <w:t>.</w:t>
      </w:r>
    </w:p>
    <w:p w14:paraId="06AC6861" w14:textId="77777777" w:rsidR="003A6D8D" w:rsidRDefault="003A6D8D" w:rsidP="008F7090">
      <w:r>
        <w:t>— </w:t>
      </w:r>
      <w:r w:rsidR="008F7090" w:rsidRPr="003A0BBB">
        <w:t>Qu</w:t>
      </w:r>
      <w:r>
        <w:t>’</w:t>
      </w:r>
      <w:r w:rsidR="008F7090" w:rsidRPr="003A0BBB">
        <w:t>y a-t-il</w:t>
      </w:r>
      <w:r>
        <w:t xml:space="preserve"> ? </w:t>
      </w:r>
      <w:r w:rsidR="008F7090" w:rsidRPr="003A0BBB">
        <w:t>Je ne comprends pas</w:t>
      </w:r>
      <w:r>
        <w:t xml:space="preserve">. </w:t>
      </w:r>
      <w:r w:rsidR="008F7090" w:rsidRPr="003A0BBB">
        <w:t>C</w:t>
      </w:r>
      <w:r>
        <w:t>’</w:t>
      </w:r>
      <w:r w:rsidR="008F7090" w:rsidRPr="003A0BBB">
        <w:t>est de la folie</w:t>
      </w:r>
      <w:r>
        <w:t xml:space="preserve">. </w:t>
      </w:r>
      <w:r w:rsidR="008F7090" w:rsidRPr="003A0BBB">
        <w:t>M</w:t>
      </w:r>
      <w:r>
        <w:t>’</w:t>
      </w:r>
      <w:r w:rsidR="008F7090" w:rsidRPr="003A0BBB">
        <w:t>avoir laissé seul avec elle</w:t>
      </w:r>
      <w:r>
        <w:t xml:space="preserve">, </w:t>
      </w:r>
      <w:r w:rsidR="008F7090" w:rsidRPr="003A0BBB">
        <w:t>toute la journée</w:t>
      </w:r>
      <w:r>
        <w:t xml:space="preserve">, </w:t>
      </w:r>
      <w:r w:rsidR="008F7090" w:rsidRPr="003A0BBB">
        <w:t>après ce qui s</w:t>
      </w:r>
      <w:r>
        <w:t>’</w:t>
      </w:r>
      <w:r w:rsidR="008F7090" w:rsidRPr="003A0BBB">
        <w:t>est passé hier au soir</w:t>
      </w:r>
      <w:r>
        <w:t xml:space="preserve">, </w:t>
      </w:r>
      <w:r w:rsidR="008F7090" w:rsidRPr="003A0BBB">
        <w:t>au risque de</w:t>
      </w:r>
      <w:r>
        <w:t xml:space="preserve">… </w:t>
      </w:r>
      <w:r w:rsidR="008F7090" w:rsidRPr="003A0BBB">
        <w:t>C</w:t>
      </w:r>
      <w:r>
        <w:t>’</w:t>
      </w:r>
      <w:r w:rsidR="008F7090" w:rsidRPr="003A0BBB">
        <w:t>est de la folie</w:t>
      </w:r>
      <w:r>
        <w:t xml:space="preserve">. </w:t>
      </w:r>
      <w:r w:rsidR="008F7090" w:rsidRPr="003A0BBB">
        <w:t>Mais qu</w:t>
      </w:r>
      <w:r>
        <w:t>’</w:t>
      </w:r>
      <w:r w:rsidR="008F7090" w:rsidRPr="003A0BBB">
        <w:t>y a-t-il</w:t>
      </w:r>
      <w:r>
        <w:t xml:space="preserve"> ? </w:t>
      </w:r>
      <w:r w:rsidR="008F7090" w:rsidRPr="003A0BBB">
        <w:t>Il faut répondre</w:t>
      </w:r>
      <w:r>
        <w:t xml:space="preserve">. </w:t>
      </w:r>
      <w:r w:rsidR="008F7090" w:rsidRPr="003A0BBB">
        <w:t>Il faut</w:t>
      </w:r>
      <w:r>
        <w:t>…</w:t>
      </w:r>
    </w:p>
    <w:p w14:paraId="1DEF6896" w14:textId="77777777" w:rsidR="003A6D8D" w:rsidRDefault="008F7090" w:rsidP="008F7090">
      <w:r w:rsidRPr="003A0BBB">
        <w:t>Je poussai un cri</w:t>
      </w:r>
      <w:r w:rsidR="003A6D8D">
        <w:t>.</w:t>
      </w:r>
    </w:p>
    <w:p w14:paraId="08A17A2F" w14:textId="77777777" w:rsidR="003A6D8D" w:rsidRDefault="003A6D8D" w:rsidP="008F7090">
      <w:r>
        <w:t>— </w:t>
      </w:r>
      <w:r w:rsidR="008F7090" w:rsidRPr="003A0BBB">
        <w:t>Franz</w:t>
      </w:r>
      <w:r>
        <w:t xml:space="preserve">, </w:t>
      </w:r>
      <w:r w:rsidR="008F7090" w:rsidRPr="003A0BBB">
        <w:t>tout est fini</w:t>
      </w:r>
      <w:r>
        <w:t>.</w:t>
      </w:r>
    </w:p>
    <w:p w14:paraId="62710D7F" w14:textId="77777777" w:rsidR="003A6D8D" w:rsidRDefault="008F7090" w:rsidP="008F7090">
      <w:r w:rsidRPr="003A0BBB">
        <w:t>Il avait reculé</w:t>
      </w:r>
      <w:r w:rsidR="003A6D8D">
        <w:t xml:space="preserve">. </w:t>
      </w:r>
      <w:r w:rsidRPr="003A0BBB">
        <w:t>Je retombai dans le fauteuil et</w:t>
      </w:r>
      <w:r w:rsidR="003A6D8D">
        <w:t xml:space="preserve">, </w:t>
      </w:r>
      <w:r w:rsidRPr="003A0BBB">
        <w:t>cachant ma tête contre le dossier</w:t>
      </w:r>
      <w:r w:rsidR="003A6D8D">
        <w:t xml:space="preserve">, </w:t>
      </w:r>
      <w:r w:rsidRPr="003A0BBB">
        <w:t>je me mis à sangloter</w:t>
      </w:r>
      <w:r w:rsidR="003A6D8D">
        <w:t>.</w:t>
      </w:r>
    </w:p>
    <w:p w14:paraId="2A1E05BB" w14:textId="77777777" w:rsidR="003A6D8D" w:rsidRDefault="003A6D8D" w:rsidP="008F7090">
      <w:r>
        <w:t>— </w:t>
      </w:r>
      <w:r w:rsidR="008F7090" w:rsidRPr="003A0BBB">
        <w:t>Fini</w:t>
      </w:r>
      <w:r>
        <w:t xml:space="preserve"> ! </w:t>
      </w:r>
      <w:r w:rsidR="008F7090" w:rsidRPr="003A0BBB">
        <w:t>Comment</w:t>
      </w:r>
      <w:r>
        <w:t xml:space="preserve"> ? </w:t>
      </w:r>
      <w:r w:rsidR="008F7090" w:rsidRPr="003A0BBB">
        <w:t>Je ne comprends pas</w:t>
      </w:r>
      <w:r>
        <w:t>.</w:t>
      </w:r>
    </w:p>
    <w:p w14:paraId="7B8C6535" w14:textId="00EE2454" w:rsidR="003A6D8D" w:rsidRDefault="003A6D8D" w:rsidP="008F7090">
      <w:r>
        <w:t>— </w:t>
      </w:r>
      <w:r w:rsidR="008F7090" w:rsidRPr="003A0BBB">
        <w:t>J</w:t>
      </w:r>
      <w:r>
        <w:t>’</w:t>
      </w:r>
      <w:r w:rsidR="008F7090" w:rsidRPr="003A0BBB">
        <w:t>arrive de la ville</w:t>
      </w:r>
      <w:r>
        <w:t xml:space="preserve">. </w:t>
      </w:r>
      <w:r w:rsidR="008F7090" w:rsidRPr="003A0BBB">
        <w:t>J</w:t>
      </w:r>
      <w:r>
        <w:t>’</w:t>
      </w:r>
      <w:r w:rsidR="008F7090" w:rsidRPr="003A0BBB">
        <w:t>ai fait tout ce qu</w:t>
      </w:r>
      <w:r>
        <w:t>’</w:t>
      </w:r>
      <w:r w:rsidR="008F7090" w:rsidRPr="003A0BBB">
        <w:t>il y avait à faire</w:t>
      </w:r>
      <w:r>
        <w:t xml:space="preserve">. </w:t>
      </w:r>
      <w:r w:rsidR="008F7090" w:rsidRPr="003A0BBB">
        <w:t>La date est retenue</w:t>
      </w:r>
      <w:r>
        <w:t xml:space="preserve">. </w:t>
      </w:r>
      <w:r w:rsidR="008F7090" w:rsidRPr="003A0BBB">
        <w:t>Demain les bans seront publiés</w:t>
      </w:r>
      <w:r>
        <w:t xml:space="preserve">, </w:t>
      </w:r>
      <w:r w:rsidR="008F7090" w:rsidRPr="003A0BBB">
        <w:t>le mariage a lieu le 2</w:t>
      </w:r>
      <w:r w:rsidRPr="003A0BBB">
        <w:t>7</w:t>
      </w:r>
      <w:r>
        <w:t> </w:t>
      </w:r>
      <w:r w:rsidRPr="003A0BBB">
        <w:t>octobre</w:t>
      </w:r>
      <w:r>
        <w:t xml:space="preserve">, </w:t>
      </w:r>
      <w:r w:rsidR="008F7090" w:rsidRPr="003A0BBB">
        <w:t>Franz</w:t>
      </w:r>
      <w:r>
        <w:t xml:space="preserve">, </w:t>
      </w:r>
      <w:r w:rsidR="008F7090" w:rsidRPr="003A0BBB">
        <w:t>dans quinze jours</w:t>
      </w:r>
      <w:r>
        <w:t>.</w:t>
      </w:r>
    </w:p>
    <w:p w14:paraId="1154A85B" w14:textId="77777777" w:rsidR="003A6D8D" w:rsidRDefault="003A6D8D" w:rsidP="008F7090">
      <w:r>
        <w:t>— </w:t>
      </w:r>
      <w:r w:rsidR="008F7090" w:rsidRPr="003A0BBB">
        <w:t>Le mariage</w:t>
      </w:r>
      <w:r>
        <w:t xml:space="preserve">, </w:t>
      </w:r>
      <w:r w:rsidR="008F7090" w:rsidRPr="003A0BBB">
        <w:t>mon mariage</w:t>
      </w:r>
      <w:r>
        <w:t xml:space="preserve">, </w:t>
      </w:r>
      <w:r w:rsidR="008F7090" w:rsidRPr="003A0BBB">
        <w:t>avec Camille</w:t>
      </w:r>
      <w:r>
        <w:t> ?</w:t>
      </w:r>
    </w:p>
    <w:p w14:paraId="519D0C6E" w14:textId="77777777" w:rsidR="003A6D8D" w:rsidRDefault="003A6D8D" w:rsidP="008F7090">
      <w:r>
        <w:t>— </w:t>
      </w:r>
      <w:r w:rsidR="008F7090" w:rsidRPr="003A0BBB">
        <w:t>Oui</w:t>
      </w:r>
      <w:r>
        <w:t>.</w:t>
      </w:r>
    </w:p>
    <w:p w14:paraId="4AC109F4" w14:textId="77777777" w:rsidR="003A6D8D" w:rsidRDefault="008F7090" w:rsidP="008F7090">
      <w:r w:rsidRPr="003A0BBB">
        <w:lastRenderedPageBreak/>
        <w:t>Le cri qu</w:t>
      </w:r>
      <w:r w:rsidR="003A6D8D">
        <w:t>’</w:t>
      </w:r>
      <w:r w:rsidRPr="003A0BBB">
        <w:t>il eut alors ne sortira pas de sitôt de mes oreilles</w:t>
      </w:r>
      <w:r w:rsidR="003A6D8D">
        <w:t xml:space="preserve">. </w:t>
      </w:r>
      <w:r w:rsidRPr="003A0BBB">
        <w:t>C</w:t>
      </w:r>
      <w:r w:rsidR="003A6D8D">
        <w:t>’</w:t>
      </w:r>
      <w:r w:rsidRPr="003A0BBB">
        <w:t>était une plainte aussi bien qu</w:t>
      </w:r>
      <w:r w:rsidR="003A6D8D">
        <w:t>’</w:t>
      </w:r>
      <w:r w:rsidRPr="003A0BBB">
        <w:t>un rugissement</w:t>
      </w:r>
      <w:r w:rsidR="003A6D8D">
        <w:t xml:space="preserve">. </w:t>
      </w:r>
      <w:r w:rsidRPr="003A0BBB">
        <w:t>Saisie</w:t>
      </w:r>
      <w:r w:rsidR="003A6D8D">
        <w:t xml:space="preserve">, </w:t>
      </w:r>
      <w:r w:rsidRPr="003A0BBB">
        <w:t>soulevée à mon tour par un sentiment d</w:t>
      </w:r>
      <w:r w:rsidR="003A6D8D">
        <w:t>’</w:t>
      </w:r>
      <w:r w:rsidRPr="003A0BBB">
        <w:t>une violence surhumaine</w:t>
      </w:r>
      <w:r w:rsidR="003A6D8D">
        <w:t xml:space="preserve">, </w:t>
      </w:r>
      <w:r w:rsidRPr="003A0BBB">
        <w:t>je me redressai</w:t>
      </w:r>
      <w:r w:rsidR="003A6D8D">
        <w:t xml:space="preserve">. </w:t>
      </w:r>
      <w:r w:rsidRPr="003A0BBB">
        <w:t>Jusqu</w:t>
      </w:r>
      <w:r w:rsidR="003A6D8D">
        <w:t>’</w:t>
      </w:r>
      <w:r w:rsidRPr="003A0BBB">
        <w:t>à cet instant</w:t>
      </w:r>
      <w:r w:rsidR="003A6D8D">
        <w:t xml:space="preserve">, </w:t>
      </w:r>
      <w:r w:rsidRPr="003A0BBB">
        <w:t>j</w:t>
      </w:r>
      <w:r w:rsidR="003A6D8D">
        <w:t>’</w:t>
      </w:r>
      <w:r w:rsidRPr="003A0BBB">
        <w:t>avais cru que j</w:t>
      </w:r>
      <w:r w:rsidR="003A6D8D">
        <w:t>’</w:t>
      </w:r>
      <w:r w:rsidRPr="003A0BBB">
        <w:t>étais seule à tout donner</w:t>
      </w:r>
      <w:r w:rsidR="003A6D8D">
        <w:t xml:space="preserve">. </w:t>
      </w:r>
      <w:r w:rsidRPr="003A0BBB">
        <w:t>Maintenant</w:t>
      </w:r>
      <w:r w:rsidR="003A6D8D">
        <w:t xml:space="preserve">, </w:t>
      </w:r>
      <w:r w:rsidRPr="003A0BBB">
        <w:t>je venais</w:t>
      </w:r>
      <w:r w:rsidR="003A6D8D">
        <w:t xml:space="preserve">, </w:t>
      </w:r>
      <w:r w:rsidRPr="003A0BBB">
        <w:t>ivre à la fois d</w:t>
      </w:r>
      <w:r w:rsidR="003A6D8D">
        <w:t>’</w:t>
      </w:r>
      <w:r w:rsidRPr="003A0BBB">
        <w:t>épouvante et d</w:t>
      </w:r>
      <w:r w:rsidR="003A6D8D">
        <w:t>’</w:t>
      </w:r>
      <w:r w:rsidRPr="003A0BBB">
        <w:t>allégresse</w:t>
      </w:r>
      <w:r w:rsidR="003A6D8D">
        <w:t xml:space="preserve">, </w:t>
      </w:r>
      <w:r w:rsidRPr="003A0BBB">
        <w:t>de me rendre compte que Franz m</w:t>
      </w:r>
      <w:r w:rsidR="003A6D8D">
        <w:t>’</w:t>
      </w:r>
      <w:r w:rsidRPr="003A0BBB">
        <w:t>aimait</w:t>
      </w:r>
      <w:r w:rsidR="003A6D8D">
        <w:t>.</w:t>
      </w:r>
    </w:p>
    <w:p w14:paraId="3E31D149" w14:textId="77777777" w:rsidR="003A6D8D" w:rsidRDefault="008F7090" w:rsidP="008F7090">
      <w:r w:rsidRPr="003A0BBB">
        <w:t>Lui</w:t>
      </w:r>
      <w:r w:rsidR="003A6D8D">
        <w:t xml:space="preserve">, </w:t>
      </w:r>
      <w:r w:rsidRPr="003A0BBB">
        <w:t>il allait et il venait dans la chambre</w:t>
      </w:r>
      <w:r w:rsidR="003A6D8D">
        <w:t xml:space="preserve">, </w:t>
      </w:r>
      <w:r w:rsidRPr="003A0BBB">
        <w:t>y tournant comme dans une cage</w:t>
      </w:r>
      <w:r w:rsidR="003A6D8D">
        <w:t xml:space="preserve">, </w:t>
      </w:r>
      <w:r w:rsidRPr="003A0BBB">
        <w:t>sans s</w:t>
      </w:r>
      <w:r w:rsidR="003A6D8D">
        <w:t>’</w:t>
      </w:r>
      <w:r w:rsidRPr="003A0BBB">
        <w:t>inquiéter de savoir si les exclamations qu</w:t>
      </w:r>
      <w:r w:rsidR="003A6D8D">
        <w:t>’</w:t>
      </w:r>
      <w:r w:rsidRPr="003A0BBB">
        <w:t>il ne cessait de pousser pouvaient être entendues au dehors</w:t>
      </w:r>
      <w:r w:rsidR="003A6D8D">
        <w:t xml:space="preserve">. </w:t>
      </w:r>
      <w:r w:rsidRPr="003A0BBB">
        <w:t>Puis</w:t>
      </w:r>
      <w:r w:rsidR="003A6D8D">
        <w:t xml:space="preserve">, </w:t>
      </w:r>
      <w:r w:rsidRPr="003A0BBB">
        <w:t>finalement</w:t>
      </w:r>
      <w:r w:rsidR="003A6D8D">
        <w:t xml:space="preserve">, </w:t>
      </w:r>
      <w:r w:rsidRPr="003A0BBB">
        <w:t>il s</w:t>
      </w:r>
      <w:r w:rsidR="003A6D8D">
        <w:t>’</w:t>
      </w:r>
      <w:r w:rsidRPr="003A0BBB">
        <w:t>abattit à mes genoux</w:t>
      </w:r>
      <w:r w:rsidR="003A6D8D">
        <w:t xml:space="preserve">. </w:t>
      </w:r>
      <w:r w:rsidRPr="003A0BBB">
        <w:t>Il m</w:t>
      </w:r>
      <w:r w:rsidR="003A6D8D">
        <w:t>’</w:t>
      </w:r>
      <w:r w:rsidRPr="003A0BBB">
        <w:t>étreignit</w:t>
      </w:r>
      <w:r w:rsidR="003A6D8D">
        <w:t xml:space="preserve">. </w:t>
      </w:r>
      <w:r w:rsidRPr="003A0BBB">
        <w:t>Je sentais</w:t>
      </w:r>
      <w:r w:rsidR="003A6D8D">
        <w:t xml:space="preserve">, </w:t>
      </w:r>
      <w:r w:rsidRPr="003A0BBB">
        <w:t>comme jamais encore je ne l</w:t>
      </w:r>
      <w:r w:rsidR="003A6D8D">
        <w:t>’</w:t>
      </w:r>
      <w:r w:rsidRPr="003A0BBB">
        <w:t>avais éprouvée</w:t>
      </w:r>
      <w:r w:rsidR="003A6D8D">
        <w:t xml:space="preserve">, </w:t>
      </w:r>
      <w:r w:rsidRPr="003A0BBB">
        <w:t>sa force</w:t>
      </w:r>
      <w:r w:rsidR="003A6D8D">
        <w:t xml:space="preserve">, </w:t>
      </w:r>
      <w:r w:rsidRPr="003A0BBB">
        <w:t>et aussi sa faiblesse</w:t>
      </w:r>
      <w:r w:rsidR="003A6D8D">
        <w:t>.</w:t>
      </w:r>
    </w:p>
    <w:p w14:paraId="07B1C440" w14:textId="77777777" w:rsidR="003A6D8D" w:rsidRDefault="003A6D8D" w:rsidP="008F7090">
      <w:r>
        <w:t>— </w:t>
      </w:r>
      <w:r w:rsidR="008F7090" w:rsidRPr="003A0BBB">
        <w:t>Non</w:t>
      </w:r>
      <w:r>
        <w:t xml:space="preserve">, </w:t>
      </w:r>
      <w:r w:rsidR="008F7090" w:rsidRPr="003A0BBB">
        <w:t>non</w:t>
      </w:r>
      <w:r>
        <w:t xml:space="preserve">, </w:t>
      </w:r>
      <w:r w:rsidR="008F7090" w:rsidRPr="003A0BBB">
        <w:t>c</w:t>
      </w:r>
      <w:r>
        <w:t>’</w:t>
      </w:r>
      <w:r w:rsidR="008F7090" w:rsidRPr="003A0BBB">
        <w:t>est impossible</w:t>
      </w:r>
      <w:r>
        <w:t xml:space="preserve">. </w:t>
      </w:r>
      <w:r w:rsidR="008F7090" w:rsidRPr="003A0BBB">
        <w:t>Jamais</w:t>
      </w:r>
      <w:r>
        <w:t xml:space="preserve"> ! </w:t>
      </w:r>
      <w:r w:rsidR="008F7090" w:rsidRPr="003A0BBB">
        <w:t>Jamais</w:t>
      </w:r>
      <w:r>
        <w:t> !</w:t>
      </w:r>
    </w:p>
    <w:p w14:paraId="4675EC61" w14:textId="77777777" w:rsidR="003A6D8D" w:rsidRDefault="008F7090" w:rsidP="008F7090">
      <w:r w:rsidRPr="003A0BBB">
        <w:t>Je ne me dérobai pas</w:t>
      </w:r>
      <w:r w:rsidR="003A6D8D">
        <w:t xml:space="preserve">, </w:t>
      </w:r>
      <w:r w:rsidRPr="003A0BBB">
        <w:t>loin de là</w:t>
      </w:r>
      <w:r w:rsidR="003A6D8D">
        <w:t xml:space="preserve">, </w:t>
      </w:r>
      <w:r w:rsidRPr="003A0BBB">
        <w:t>à cette étreinte</w:t>
      </w:r>
      <w:r w:rsidR="003A6D8D">
        <w:t xml:space="preserve">, </w:t>
      </w:r>
      <w:r w:rsidRPr="003A0BBB">
        <w:t>la dernière</w:t>
      </w:r>
      <w:r w:rsidR="003A6D8D">
        <w:t xml:space="preserve">. </w:t>
      </w:r>
      <w:r w:rsidRPr="003A0BBB">
        <w:t>Je venais de verser au cours de la journée assez de larmes de sang</w:t>
      </w:r>
      <w:r w:rsidR="003A6D8D">
        <w:t xml:space="preserve">, </w:t>
      </w:r>
      <w:r w:rsidRPr="003A0BBB">
        <w:t>j</w:t>
      </w:r>
      <w:r w:rsidR="003A6D8D">
        <w:t>’</w:t>
      </w:r>
      <w:r w:rsidRPr="003A0BBB">
        <w:t>avais assez la certitude d</w:t>
      </w:r>
      <w:r w:rsidR="003A6D8D">
        <w:t>’</w:t>
      </w:r>
      <w:r w:rsidRPr="003A0BBB">
        <w:t>être allée jusqu</w:t>
      </w:r>
      <w:r w:rsidR="003A6D8D">
        <w:t>’</w:t>
      </w:r>
      <w:r w:rsidRPr="003A0BBB">
        <w:t>au bout de mon devoir</w:t>
      </w:r>
      <w:r w:rsidR="003A6D8D">
        <w:t xml:space="preserve">, </w:t>
      </w:r>
      <w:r w:rsidRPr="003A0BBB">
        <w:t>pour qu</w:t>
      </w:r>
      <w:r w:rsidR="003A6D8D">
        <w:t>’</w:t>
      </w:r>
      <w:r w:rsidRPr="003A0BBB">
        <w:t>il me fût permis maintenant de goûter</w:t>
      </w:r>
      <w:r w:rsidR="003A6D8D">
        <w:t xml:space="preserve">, </w:t>
      </w:r>
      <w:r w:rsidRPr="003A0BBB">
        <w:t>sans l</w:t>
      </w:r>
      <w:r w:rsidR="003A6D8D">
        <w:t>’</w:t>
      </w:r>
      <w:r w:rsidRPr="003A0BBB">
        <w:t>ombre d</w:t>
      </w:r>
      <w:r w:rsidR="003A6D8D">
        <w:t>’</w:t>
      </w:r>
      <w:r w:rsidRPr="003A0BBB">
        <w:t>un remords</w:t>
      </w:r>
      <w:r w:rsidR="003A6D8D">
        <w:t xml:space="preserve">, </w:t>
      </w:r>
      <w:r w:rsidRPr="003A0BBB">
        <w:t>une douceur</w:t>
      </w:r>
      <w:r w:rsidR="003A6D8D">
        <w:t xml:space="preserve">, </w:t>
      </w:r>
      <w:r w:rsidRPr="003A0BBB">
        <w:t>une brûlure aussi vertigineuse</w:t>
      </w:r>
      <w:r w:rsidR="003A6D8D">
        <w:t>.</w:t>
      </w:r>
    </w:p>
    <w:p w14:paraId="7A535643" w14:textId="77777777" w:rsidR="003A6D8D" w:rsidRDefault="003A6D8D" w:rsidP="008F7090">
      <w:r>
        <w:t>— </w:t>
      </w:r>
      <w:r w:rsidR="008F7090" w:rsidRPr="003A0BBB">
        <w:t>Jamais</w:t>
      </w:r>
      <w:r>
        <w:t>.</w:t>
      </w:r>
    </w:p>
    <w:p w14:paraId="1975D36B" w14:textId="77777777" w:rsidR="003A6D8D" w:rsidRDefault="008F7090" w:rsidP="008F7090">
      <w:r w:rsidRPr="003A0BBB">
        <w:t>Ma tête s</w:t>
      </w:r>
      <w:r w:rsidR="003A6D8D">
        <w:t>’</w:t>
      </w:r>
      <w:r w:rsidRPr="003A0BBB">
        <w:t>était renversée</w:t>
      </w:r>
      <w:r w:rsidR="003A6D8D">
        <w:t xml:space="preserve">. </w:t>
      </w:r>
      <w:r w:rsidRPr="003A0BBB">
        <w:t>Je sentais ses mains sur ma chair de façon aussi directe que si elle avait été nue</w:t>
      </w:r>
      <w:r w:rsidR="003A6D8D">
        <w:t xml:space="preserve">. </w:t>
      </w:r>
      <w:r w:rsidRPr="003A0BBB">
        <w:t>Nous nous parlions</w:t>
      </w:r>
      <w:r w:rsidR="003A6D8D">
        <w:t xml:space="preserve">, </w:t>
      </w:r>
      <w:r w:rsidRPr="003A0BBB">
        <w:t>bouche contre bouche</w:t>
      </w:r>
      <w:r w:rsidR="003A6D8D">
        <w:t xml:space="preserve">, </w:t>
      </w:r>
      <w:r w:rsidRPr="003A0BBB">
        <w:t>échangeant autant de baisers que de paroles</w:t>
      </w:r>
      <w:r w:rsidR="003A6D8D">
        <w:t xml:space="preserve">. </w:t>
      </w:r>
      <w:r w:rsidRPr="003A0BBB">
        <w:t>Le temps des fausses pudeurs est passé</w:t>
      </w:r>
      <w:r w:rsidR="003A6D8D">
        <w:t xml:space="preserve">. </w:t>
      </w:r>
      <w:r w:rsidRPr="003A0BBB">
        <w:t>L</w:t>
      </w:r>
      <w:r w:rsidR="003A6D8D">
        <w:t>’</w:t>
      </w:r>
      <w:r w:rsidRPr="003A0BBB">
        <w:t>instant est venu de tout dire</w:t>
      </w:r>
      <w:r w:rsidR="003A6D8D">
        <w:t xml:space="preserve">. </w:t>
      </w:r>
      <w:r w:rsidRPr="003A0BBB">
        <w:t>Je dis tout</w:t>
      </w:r>
      <w:r w:rsidR="003A6D8D">
        <w:t xml:space="preserve">. </w:t>
      </w:r>
      <w:r w:rsidRPr="003A0BBB">
        <w:t>Je ne diminue</w:t>
      </w:r>
      <w:r w:rsidR="003A6D8D">
        <w:t xml:space="preserve">, </w:t>
      </w:r>
      <w:r w:rsidRPr="003A0BBB">
        <w:t>je ne dissimule rien</w:t>
      </w:r>
      <w:r w:rsidR="003A6D8D">
        <w:t>.</w:t>
      </w:r>
    </w:p>
    <w:p w14:paraId="226B2019" w14:textId="77777777" w:rsidR="003A6D8D" w:rsidRDefault="003A6D8D" w:rsidP="008F7090">
      <w:r>
        <w:t>— </w:t>
      </w:r>
      <w:r w:rsidR="008F7090" w:rsidRPr="003A0BBB">
        <w:t>Impossible</w:t>
      </w:r>
      <w:r>
        <w:t xml:space="preserve"> ! </w:t>
      </w:r>
      <w:r w:rsidR="008F7090" w:rsidRPr="003A0BBB">
        <w:t>C</w:t>
      </w:r>
      <w:r>
        <w:t>’</w:t>
      </w:r>
      <w:r w:rsidR="008F7090" w:rsidRPr="003A0BBB">
        <w:t>est impossible</w:t>
      </w:r>
      <w:r>
        <w:t> !</w:t>
      </w:r>
    </w:p>
    <w:p w14:paraId="5F9294CC" w14:textId="51B6E2BB" w:rsidR="003A6D8D" w:rsidRDefault="003A6D8D" w:rsidP="008F7090">
      <w:r>
        <w:lastRenderedPageBreak/>
        <w:t>— </w:t>
      </w:r>
      <w:r w:rsidR="008F7090" w:rsidRPr="003A0BBB">
        <w:t>Ce n</w:t>
      </w:r>
      <w:r>
        <w:t>’</w:t>
      </w:r>
      <w:r w:rsidR="008F7090" w:rsidRPr="003A0BBB">
        <w:t>est pas impossible</w:t>
      </w:r>
      <w:r>
        <w:t xml:space="preserve">, </w:t>
      </w:r>
      <w:r w:rsidR="008F7090" w:rsidRPr="003A0BBB">
        <w:t>c</w:t>
      </w:r>
      <w:r>
        <w:t>’</w:t>
      </w:r>
      <w:r w:rsidR="008F7090" w:rsidRPr="003A0BBB">
        <w:t>est certain</w:t>
      </w:r>
      <w:r>
        <w:t xml:space="preserve">. </w:t>
      </w:r>
      <w:r w:rsidR="008F7090" w:rsidRPr="003A0BBB">
        <w:t>Le 2</w:t>
      </w:r>
      <w:r w:rsidRPr="003A0BBB">
        <w:t>7</w:t>
      </w:r>
      <w:r>
        <w:t> </w:t>
      </w:r>
      <w:r w:rsidRPr="003A0BBB">
        <w:t>octobre</w:t>
      </w:r>
      <w:r>
        <w:t xml:space="preserve">, </w:t>
      </w:r>
      <w:r w:rsidR="008F7090" w:rsidRPr="003A0BBB">
        <w:t>Franz</w:t>
      </w:r>
      <w:r>
        <w:t xml:space="preserve">, </w:t>
      </w:r>
      <w:r w:rsidR="008F7090" w:rsidRPr="003A0BBB">
        <w:t>ce sera le 2</w:t>
      </w:r>
      <w:r w:rsidRPr="003A0BBB">
        <w:t>7</w:t>
      </w:r>
      <w:r>
        <w:t> </w:t>
      </w:r>
      <w:r w:rsidRPr="003A0BBB">
        <w:t>octobre</w:t>
      </w:r>
      <w:r>
        <w:t xml:space="preserve">. </w:t>
      </w:r>
      <w:r w:rsidR="008F7090" w:rsidRPr="003A0BBB">
        <w:t>Ce jour-là</w:t>
      </w:r>
      <w:r>
        <w:t xml:space="preserve">, </w:t>
      </w:r>
      <w:r w:rsidR="008F7090" w:rsidRPr="003A0BBB">
        <w:t>tout sera fini</w:t>
      </w:r>
      <w:r>
        <w:t>.</w:t>
      </w:r>
    </w:p>
    <w:p w14:paraId="1D2FD80B" w14:textId="77777777" w:rsidR="003A6D8D" w:rsidRDefault="003A6D8D" w:rsidP="008F7090">
      <w:r>
        <w:t>— </w:t>
      </w:r>
      <w:r w:rsidR="008F7090" w:rsidRPr="003A0BBB">
        <w:t>Mais c</w:t>
      </w:r>
      <w:r>
        <w:t>’</w:t>
      </w:r>
      <w:r w:rsidR="008F7090" w:rsidRPr="003A0BBB">
        <w:t>est monstrueux</w:t>
      </w:r>
      <w:r>
        <w:t xml:space="preserve">, </w:t>
      </w:r>
      <w:r w:rsidR="008F7090" w:rsidRPr="003A0BBB">
        <w:t>mais c</w:t>
      </w:r>
      <w:r>
        <w:t>’</w:t>
      </w:r>
      <w:r w:rsidR="008F7090" w:rsidRPr="003A0BBB">
        <w:t>est criminel</w:t>
      </w:r>
      <w:r>
        <w:t xml:space="preserve"> ! </w:t>
      </w:r>
      <w:r w:rsidR="008F7090" w:rsidRPr="003A0BBB">
        <w:t>Oui</w:t>
      </w:r>
      <w:r>
        <w:t xml:space="preserve">, </w:t>
      </w:r>
      <w:r w:rsidR="008F7090" w:rsidRPr="003A0BBB">
        <w:t>criminel</w:t>
      </w:r>
      <w:r>
        <w:t xml:space="preserve"> ! </w:t>
      </w:r>
      <w:r w:rsidR="008F7090" w:rsidRPr="003A0BBB">
        <w:t>Il faut bien me comprendre</w:t>
      </w:r>
      <w:r>
        <w:t xml:space="preserve">, </w:t>
      </w:r>
      <w:r w:rsidR="008F7090" w:rsidRPr="003A0BBB">
        <w:t>comprendre que je ne peux plus l</w:t>
      </w:r>
      <w:r>
        <w:t>’</w:t>
      </w:r>
      <w:r w:rsidR="008F7090" w:rsidRPr="003A0BBB">
        <w:t>aimer</w:t>
      </w:r>
      <w:r>
        <w:t xml:space="preserve">, </w:t>
      </w:r>
      <w:r w:rsidR="008F7090" w:rsidRPr="003A0BBB">
        <w:t>jamais</w:t>
      </w:r>
      <w:r>
        <w:t xml:space="preserve"> ; </w:t>
      </w:r>
      <w:r w:rsidR="008F7090" w:rsidRPr="003A0BBB">
        <w:t>que je ne l</w:t>
      </w:r>
      <w:r>
        <w:t>’</w:t>
      </w:r>
      <w:r w:rsidR="008F7090" w:rsidRPr="003A0BBB">
        <w:t>ai plus aimée du jour</w:t>
      </w:r>
      <w:r>
        <w:t>…</w:t>
      </w:r>
    </w:p>
    <w:p w14:paraId="792037C2" w14:textId="77777777" w:rsidR="003A6D8D" w:rsidRDefault="003A6D8D" w:rsidP="008F7090">
      <w:r>
        <w:t>— </w:t>
      </w:r>
      <w:r w:rsidR="008F7090" w:rsidRPr="003A0BBB">
        <w:t>Chut</w:t>
      </w:r>
      <w:r>
        <w:t xml:space="preserve">, </w:t>
      </w:r>
      <w:r w:rsidR="008F7090" w:rsidRPr="003A0BBB">
        <w:t>Franz</w:t>
      </w:r>
      <w:r>
        <w:t xml:space="preserve">, </w:t>
      </w:r>
      <w:r w:rsidR="008F7090" w:rsidRPr="003A0BBB">
        <w:t>chut</w:t>
      </w:r>
      <w:r>
        <w:t>.</w:t>
      </w:r>
    </w:p>
    <w:p w14:paraId="2440DB1D" w14:textId="77777777" w:rsidR="003A6D8D" w:rsidRDefault="008F7090" w:rsidP="008F7090">
      <w:r w:rsidRPr="003A0BBB">
        <w:t>Et je caressais et baisais éperdument ce front adoré</w:t>
      </w:r>
      <w:r w:rsidR="003A6D8D">
        <w:t xml:space="preserve">. </w:t>
      </w:r>
      <w:r w:rsidRPr="003A0BBB">
        <w:t>C</w:t>
      </w:r>
      <w:r w:rsidR="003A6D8D">
        <w:t>’</w:t>
      </w:r>
      <w:r w:rsidRPr="003A0BBB">
        <w:t>était lui à présent qui se dégageait pour crier encore</w:t>
      </w:r>
      <w:r w:rsidR="003A6D8D">
        <w:t>.</w:t>
      </w:r>
    </w:p>
    <w:p w14:paraId="3A44BE5A" w14:textId="77777777" w:rsidR="003A6D8D" w:rsidRDefault="003A6D8D" w:rsidP="008F7090">
      <w:r>
        <w:t>— </w:t>
      </w:r>
      <w:r w:rsidR="008F7090" w:rsidRPr="003A0BBB">
        <w:t>Non</w:t>
      </w:r>
      <w:r>
        <w:t xml:space="preserve">, </w:t>
      </w:r>
      <w:r w:rsidR="008F7090" w:rsidRPr="003A0BBB">
        <w:t>encore une fois</w:t>
      </w:r>
      <w:r>
        <w:t xml:space="preserve">, </w:t>
      </w:r>
      <w:r w:rsidR="008F7090" w:rsidRPr="003A0BBB">
        <w:t>ce serait trop horrible</w:t>
      </w:r>
      <w:r>
        <w:t xml:space="preserve"> ! </w:t>
      </w:r>
      <w:r w:rsidR="008F7090" w:rsidRPr="003A0BBB">
        <w:t>Il doit bien y avoir quelque chose</w:t>
      </w:r>
      <w:r>
        <w:t xml:space="preserve">, </w:t>
      </w:r>
      <w:r w:rsidR="008F7090" w:rsidRPr="003A0BBB">
        <w:t>un moyen</w:t>
      </w:r>
      <w:r>
        <w:t>…</w:t>
      </w:r>
    </w:p>
    <w:p w14:paraId="1C8AFE67" w14:textId="77777777" w:rsidR="003A6D8D" w:rsidRDefault="003A6D8D" w:rsidP="008F7090">
      <w:r>
        <w:t>— </w:t>
      </w:r>
      <w:r w:rsidR="008F7090" w:rsidRPr="003A0BBB">
        <w:t>Il n</w:t>
      </w:r>
      <w:r>
        <w:t>’</w:t>
      </w:r>
      <w:r w:rsidR="008F7090" w:rsidRPr="003A0BBB">
        <w:t>y en a pas</w:t>
      </w:r>
      <w:r>
        <w:t xml:space="preserve">, </w:t>
      </w:r>
      <w:r w:rsidR="008F7090" w:rsidRPr="003A0BBB">
        <w:t>Franz</w:t>
      </w:r>
      <w:r>
        <w:t>.</w:t>
      </w:r>
    </w:p>
    <w:p w14:paraId="2E427B04" w14:textId="77777777" w:rsidR="003A6D8D" w:rsidRDefault="008F7090" w:rsidP="008F7090">
      <w:r w:rsidRPr="003A0BBB">
        <w:t>Et je collais mes lèvres aux siennes en lui répétant</w:t>
      </w:r>
      <w:r w:rsidR="003A6D8D">
        <w:t> :</w:t>
      </w:r>
    </w:p>
    <w:p w14:paraId="15B31B19" w14:textId="77777777" w:rsidR="003A6D8D" w:rsidRDefault="003A6D8D" w:rsidP="008F7090">
      <w:r>
        <w:t>— </w:t>
      </w:r>
      <w:r w:rsidR="008F7090" w:rsidRPr="003A0BBB">
        <w:t>Il n</w:t>
      </w:r>
      <w:r>
        <w:t>’</w:t>
      </w:r>
      <w:r w:rsidR="008F7090" w:rsidRPr="003A0BBB">
        <w:t>y en a pas</w:t>
      </w:r>
      <w:r>
        <w:t xml:space="preserve">, </w:t>
      </w:r>
      <w:r w:rsidR="008F7090" w:rsidRPr="003A0BBB">
        <w:t>il n</w:t>
      </w:r>
      <w:r>
        <w:t>’</w:t>
      </w:r>
      <w:r w:rsidR="008F7090" w:rsidRPr="003A0BBB">
        <w:t>y en a pas</w:t>
      </w:r>
      <w:r>
        <w:t xml:space="preserve"> ! </w:t>
      </w:r>
      <w:r w:rsidR="008F7090" w:rsidRPr="003A0BBB">
        <w:t>Même si Camille nous rendait notre liberté</w:t>
      </w:r>
      <w:r>
        <w:t xml:space="preserve"> !… </w:t>
      </w:r>
      <w:r w:rsidR="008F7090" w:rsidRPr="003A0BBB">
        <w:t>Et d</w:t>
      </w:r>
      <w:r>
        <w:t>’</w:t>
      </w:r>
      <w:r w:rsidR="008F7090" w:rsidRPr="003A0BBB">
        <w:t>ailleurs</w:t>
      </w:r>
      <w:r>
        <w:t xml:space="preserve">, </w:t>
      </w:r>
      <w:r w:rsidR="008F7090" w:rsidRPr="003A0BBB">
        <w:t>je la connais</w:t>
      </w:r>
      <w:r>
        <w:t xml:space="preserve">, </w:t>
      </w:r>
      <w:r w:rsidR="008F7090" w:rsidRPr="003A0BBB">
        <w:t>nous la connaissons</w:t>
      </w:r>
      <w:r>
        <w:t xml:space="preserve">. </w:t>
      </w:r>
      <w:r w:rsidR="008F7090" w:rsidRPr="003A0BBB">
        <w:t>Elle ne le fera pas</w:t>
      </w:r>
      <w:r>
        <w:t>.</w:t>
      </w:r>
    </w:p>
    <w:p w14:paraId="4E6DF064" w14:textId="77777777" w:rsidR="003A6D8D" w:rsidRDefault="003A6D8D" w:rsidP="008F7090">
      <w:r>
        <w:t>— </w:t>
      </w:r>
      <w:r w:rsidR="008F7090" w:rsidRPr="003A0BBB">
        <w:t>Alors</w:t>
      </w:r>
      <w:r>
        <w:t xml:space="preserve">, </w:t>
      </w:r>
      <w:r w:rsidR="008F7090" w:rsidRPr="003A0BBB">
        <w:t>alors</w:t>
      </w:r>
      <w:r>
        <w:t xml:space="preserve">, </w:t>
      </w:r>
      <w:r w:rsidR="008F7090" w:rsidRPr="003A0BBB">
        <w:t>que faudra-t-il</w:t>
      </w:r>
      <w:r>
        <w:t> ?</w:t>
      </w:r>
    </w:p>
    <w:p w14:paraId="65E560BD" w14:textId="77777777" w:rsidR="003A6D8D" w:rsidRDefault="008F7090" w:rsidP="008F7090">
      <w:r w:rsidRPr="003A0BBB">
        <w:t>Sa voix était encore plus basse</w:t>
      </w:r>
      <w:r w:rsidR="003A6D8D">
        <w:t xml:space="preserve">, </w:t>
      </w:r>
      <w:r w:rsidRPr="003A0BBB">
        <w:t>basse et égarée</w:t>
      </w:r>
      <w:r w:rsidR="003A6D8D">
        <w:t>.</w:t>
      </w:r>
    </w:p>
    <w:p w14:paraId="0FF40C66" w14:textId="77777777" w:rsidR="003A6D8D" w:rsidRDefault="003A6D8D" w:rsidP="008F7090">
      <w:r>
        <w:t>— </w:t>
      </w:r>
      <w:r w:rsidR="008F7090" w:rsidRPr="003A0BBB">
        <w:t>Ce qu</w:t>
      </w:r>
      <w:r>
        <w:t>’</w:t>
      </w:r>
      <w:r w:rsidR="008F7090" w:rsidRPr="003A0BBB">
        <w:t>il faudrait</w:t>
      </w:r>
      <w:r>
        <w:t xml:space="preserve">, </w:t>
      </w:r>
      <w:r w:rsidR="008F7090" w:rsidRPr="003A0BBB">
        <w:t>Franz</w:t>
      </w:r>
      <w:r>
        <w:t xml:space="preserve"> ? </w:t>
      </w:r>
      <w:r w:rsidR="008F7090" w:rsidRPr="003A0BBB">
        <w:t>Eh</w:t>
      </w:r>
      <w:r>
        <w:t xml:space="preserve"> ! </w:t>
      </w:r>
      <w:r w:rsidR="008F7090" w:rsidRPr="003A0BBB">
        <w:t>le sais-je</w:t>
      </w:r>
      <w:r>
        <w:t xml:space="preserve"> ? </w:t>
      </w:r>
      <w:r w:rsidR="008F7090" w:rsidRPr="003A0BBB">
        <w:t>Il faudrait</w:t>
      </w:r>
      <w:r>
        <w:t xml:space="preserve">… </w:t>
      </w:r>
      <w:r w:rsidR="008F7090" w:rsidRPr="003A0BBB">
        <w:t>Non</w:t>
      </w:r>
      <w:r>
        <w:t xml:space="preserve">, </w:t>
      </w:r>
      <w:r w:rsidR="008F7090" w:rsidRPr="003A0BBB">
        <w:t>non</w:t>
      </w:r>
      <w:r>
        <w:t xml:space="preserve">, </w:t>
      </w:r>
      <w:r w:rsidR="008F7090" w:rsidRPr="003A0BBB">
        <w:t>il ne faudrait rien</w:t>
      </w:r>
      <w:r>
        <w:t>.</w:t>
      </w:r>
    </w:p>
    <w:p w14:paraId="4280B2D6" w14:textId="77777777" w:rsidR="003A6D8D" w:rsidRDefault="008F7090" w:rsidP="008F7090">
      <w:r w:rsidRPr="003A0BBB">
        <w:t>Juste à ce moment</w:t>
      </w:r>
      <w:r w:rsidR="003A6D8D">
        <w:t xml:space="preserve">, </w:t>
      </w:r>
      <w:r w:rsidRPr="003A0BBB">
        <w:t>il y eut un appel de sirène</w:t>
      </w:r>
      <w:r w:rsidR="003A6D8D">
        <w:t xml:space="preserve">, </w:t>
      </w:r>
      <w:r w:rsidRPr="003A0BBB">
        <w:t>puis le ronflement grandissant de l</w:t>
      </w:r>
      <w:r w:rsidR="003A6D8D">
        <w:t>’</w:t>
      </w:r>
      <w:r w:rsidRPr="003A0BBB">
        <w:t>automobile</w:t>
      </w:r>
      <w:r w:rsidR="003A6D8D">
        <w:t xml:space="preserve">. </w:t>
      </w:r>
      <w:r w:rsidRPr="003A0BBB">
        <w:t>Camille revenait</w:t>
      </w:r>
      <w:r w:rsidR="003A6D8D">
        <w:t>.</w:t>
      </w:r>
    </w:p>
    <w:p w14:paraId="304A6A17" w14:textId="77777777" w:rsidR="003A6D8D" w:rsidRDefault="003A6D8D" w:rsidP="008F7090">
      <w:r>
        <w:t>— </w:t>
      </w:r>
      <w:r w:rsidR="008F7090" w:rsidRPr="003A0BBB">
        <w:t>Il ne faut rien</w:t>
      </w:r>
      <w:r>
        <w:t xml:space="preserve">, </w:t>
      </w:r>
      <w:r w:rsidR="008F7090" w:rsidRPr="003A0BBB">
        <w:t>Franz</w:t>
      </w:r>
      <w:r>
        <w:t xml:space="preserve">, </w:t>
      </w:r>
      <w:r w:rsidR="008F7090" w:rsidRPr="003A0BBB">
        <w:t>c</w:t>
      </w:r>
      <w:r>
        <w:t>’</w:t>
      </w:r>
      <w:r w:rsidR="008F7090" w:rsidRPr="003A0BBB">
        <w:t>est fini</w:t>
      </w:r>
      <w:r>
        <w:t xml:space="preserve">. </w:t>
      </w:r>
      <w:r w:rsidR="008F7090" w:rsidRPr="003A0BBB">
        <w:t>Adieu</w:t>
      </w:r>
      <w:r>
        <w:t>.</w:t>
      </w:r>
    </w:p>
    <w:p w14:paraId="4CC61C86" w14:textId="77777777" w:rsidR="003A6D8D" w:rsidRDefault="008F7090" w:rsidP="008F7090">
      <w:r w:rsidRPr="003A0BBB">
        <w:t>Maintenant</w:t>
      </w:r>
      <w:r w:rsidR="003A6D8D">
        <w:t xml:space="preserve">, </w:t>
      </w:r>
      <w:r w:rsidRPr="003A0BBB">
        <w:t>nous entendions Camille qui parlait avec Maria sur la terrasse</w:t>
      </w:r>
      <w:r w:rsidR="003A6D8D">
        <w:t xml:space="preserve">. </w:t>
      </w:r>
      <w:r w:rsidRPr="003A0BBB">
        <w:t>Dans quel état allait-elle nous retrouver</w:t>
      </w:r>
      <w:r w:rsidR="003A6D8D">
        <w:t xml:space="preserve"> ! </w:t>
      </w:r>
      <w:r w:rsidRPr="003A0BBB">
        <w:t>La lampe n</w:t>
      </w:r>
      <w:r w:rsidR="003A6D8D">
        <w:t>’</w:t>
      </w:r>
      <w:r w:rsidRPr="003A0BBB">
        <w:t>était même pas allumée dans ma chambre</w:t>
      </w:r>
      <w:r w:rsidR="003A6D8D">
        <w:t xml:space="preserve">. </w:t>
      </w:r>
      <w:r w:rsidRPr="003A0BBB">
        <w:t>Eh</w:t>
      </w:r>
      <w:r w:rsidR="003A6D8D">
        <w:t xml:space="preserve"> ! </w:t>
      </w:r>
      <w:r w:rsidRPr="003A0BBB">
        <w:t>que pouvaient me faire maintenant soupçons</w:t>
      </w:r>
      <w:r w:rsidR="003A6D8D">
        <w:t xml:space="preserve">, </w:t>
      </w:r>
      <w:r w:rsidRPr="003A0BBB">
        <w:t>allusions</w:t>
      </w:r>
      <w:r w:rsidR="003A6D8D">
        <w:t xml:space="preserve">, </w:t>
      </w:r>
      <w:r w:rsidRPr="003A0BBB">
        <w:lastRenderedPageBreak/>
        <w:t>menaces</w:t>
      </w:r>
      <w:r w:rsidR="003A6D8D">
        <w:t xml:space="preserve"> ! </w:t>
      </w:r>
      <w:r w:rsidRPr="003A0BBB">
        <w:t>Qu</w:t>
      </w:r>
      <w:r w:rsidR="003A6D8D">
        <w:t>’</w:t>
      </w:r>
      <w:r w:rsidRPr="003A0BBB">
        <w:t>était-on en droit d</w:t>
      </w:r>
      <w:r w:rsidR="003A6D8D">
        <w:t>’</w:t>
      </w:r>
      <w:r w:rsidRPr="003A0BBB">
        <w:t>exiger de plus de moi</w:t>
      </w:r>
      <w:r w:rsidR="003A6D8D">
        <w:t xml:space="preserve"> ? </w:t>
      </w:r>
      <w:r w:rsidRPr="003A0BBB">
        <w:t>Ah</w:t>
      </w:r>
      <w:r w:rsidR="003A6D8D">
        <w:t xml:space="preserve"> ! </w:t>
      </w:r>
      <w:r w:rsidRPr="003A0BBB">
        <w:t>que je les baise une dernière fois</w:t>
      </w:r>
      <w:r w:rsidR="003A6D8D">
        <w:t xml:space="preserve">, </w:t>
      </w:r>
      <w:r w:rsidRPr="003A0BBB">
        <w:t>ces yeux où bientôt mon image ne sera plus</w:t>
      </w:r>
      <w:r w:rsidR="003A6D8D">
        <w:t>.</w:t>
      </w:r>
    </w:p>
    <w:p w14:paraId="34F71A8E" w14:textId="31D4D397" w:rsidR="008F7090" w:rsidRPr="003A0BBB" w:rsidRDefault="008F7090" w:rsidP="008F7090"/>
    <w:p w14:paraId="4918E12D" w14:textId="77777777" w:rsidR="003A6D8D" w:rsidRDefault="008F7090" w:rsidP="008F7090">
      <w:r w:rsidRPr="003A0BBB">
        <w:t>Pendant le repas</w:t>
      </w:r>
      <w:r w:rsidR="003A6D8D">
        <w:t xml:space="preserve">, </w:t>
      </w:r>
      <w:r w:rsidRPr="003A0BBB">
        <w:t>il n</w:t>
      </w:r>
      <w:r w:rsidR="003A6D8D">
        <w:t>’</w:t>
      </w:r>
      <w:r w:rsidRPr="003A0BBB">
        <w:t>y eut point une seule parole d</w:t>
      </w:r>
      <w:r w:rsidR="003A6D8D">
        <w:t>’</w:t>
      </w:r>
      <w:r w:rsidRPr="003A0BBB">
        <w:t>échangée</w:t>
      </w:r>
      <w:r w:rsidR="003A6D8D">
        <w:t xml:space="preserve">. </w:t>
      </w:r>
      <w:r w:rsidRPr="003A0BBB">
        <w:t>Je devinai plus que de l</w:t>
      </w:r>
      <w:r w:rsidR="003A6D8D">
        <w:t>’</w:t>
      </w:r>
      <w:r w:rsidRPr="003A0BBB">
        <w:t>inquiétude dans la froideur ironique de Camille</w:t>
      </w:r>
      <w:r w:rsidR="003A6D8D">
        <w:t xml:space="preserve">. </w:t>
      </w:r>
      <w:r w:rsidRPr="003A0BBB">
        <w:t>J</w:t>
      </w:r>
      <w:r w:rsidR="003A6D8D">
        <w:t>’</w:t>
      </w:r>
      <w:r w:rsidRPr="003A0BBB">
        <w:t>étais incapable de regarder Franz</w:t>
      </w:r>
      <w:r w:rsidR="003A6D8D">
        <w:t xml:space="preserve">. </w:t>
      </w:r>
      <w:r w:rsidRPr="003A0BBB">
        <w:t>La petite Maria</w:t>
      </w:r>
      <w:r w:rsidR="003A6D8D">
        <w:t xml:space="preserve">, </w:t>
      </w:r>
      <w:r w:rsidRPr="003A0BBB">
        <w:t>consternée et muette</w:t>
      </w:r>
      <w:r w:rsidR="003A6D8D">
        <w:t xml:space="preserve">, </w:t>
      </w:r>
      <w:r w:rsidRPr="003A0BBB">
        <w:t>nous servait sur la pointe des pieds</w:t>
      </w:r>
      <w:r w:rsidR="003A6D8D">
        <w:t>.</w:t>
      </w:r>
    </w:p>
    <w:p w14:paraId="7B8A628E" w14:textId="77777777" w:rsidR="003A6D8D" w:rsidRDefault="008F7090" w:rsidP="008F7090">
      <w:r w:rsidRPr="003A0BBB">
        <w:t>Elle venait à peine de déposer le dessert sur la table que Camille se leva et sortit</w:t>
      </w:r>
      <w:r w:rsidR="003A6D8D">
        <w:t xml:space="preserve">. </w:t>
      </w:r>
      <w:r w:rsidRPr="003A0BBB">
        <w:t>Je l</w:t>
      </w:r>
      <w:r w:rsidR="003A6D8D">
        <w:t>’</w:t>
      </w:r>
      <w:r w:rsidRPr="003A0BBB">
        <w:t>imitai</w:t>
      </w:r>
      <w:r w:rsidR="003A6D8D">
        <w:t>.</w:t>
      </w:r>
    </w:p>
    <w:p w14:paraId="536F280B" w14:textId="77777777" w:rsidR="003A6D8D" w:rsidRDefault="008F7090" w:rsidP="008F7090">
      <w:r w:rsidRPr="003A0BBB">
        <w:t>Je restai environ une demi-heure dans ma chambre</w:t>
      </w:r>
      <w:r w:rsidR="003A6D8D">
        <w:t xml:space="preserve">. </w:t>
      </w:r>
      <w:r w:rsidRPr="003A0BBB">
        <w:t>Puis je me rendis dans celle de Camille</w:t>
      </w:r>
      <w:r w:rsidR="003A6D8D">
        <w:t xml:space="preserve">. </w:t>
      </w:r>
      <w:r w:rsidRPr="003A0BBB">
        <w:t>J</w:t>
      </w:r>
      <w:r w:rsidR="003A6D8D">
        <w:t>’</w:t>
      </w:r>
      <w:r w:rsidRPr="003A0BBB">
        <w:t>y pénétrais sans frapper</w:t>
      </w:r>
      <w:r w:rsidR="003A6D8D">
        <w:t>.</w:t>
      </w:r>
    </w:p>
    <w:p w14:paraId="05329F37" w14:textId="77777777" w:rsidR="003A6D8D" w:rsidRDefault="008F7090" w:rsidP="008F7090">
      <w:r w:rsidRPr="003A0BBB">
        <w:t>Elle était en train de travailler</w:t>
      </w:r>
      <w:r w:rsidR="003A6D8D">
        <w:t xml:space="preserve">. </w:t>
      </w:r>
      <w:r w:rsidRPr="003A0BBB">
        <w:t>Ses cheveux blonds dénoués inondaient ses épaules</w:t>
      </w:r>
      <w:r w:rsidR="003A6D8D">
        <w:t xml:space="preserve">. </w:t>
      </w:r>
      <w:r w:rsidRPr="003A0BBB">
        <w:t>Quand j</w:t>
      </w:r>
      <w:r w:rsidR="003A6D8D">
        <w:t>’</w:t>
      </w:r>
      <w:r w:rsidRPr="003A0BBB">
        <w:t>entrai</w:t>
      </w:r>
      <w:r w:rsidR="003A6D8D">
        <w:t xml:space="preserve">, </w:t>
      </w:r>
      <w:r w:rsidRPr="003A0BBB">
        <w:t>elle tressaillit</w:t>
      </w:r>
      <w:r w:rsidR="003A6D8D">
        <w:t xml:space="preserve">. </w:t>
      </w:r>
      <w:r w:rsidRPr="003A0BBB">
        <w:t>Ah</w:t>
      </w:r>
      <w:r w:rsidR="003A6D8D">
        <w:t xml:space="preserve"> ! </w:t>
      </w:r>
      <w:r w:rsidRPr="003A0BBB">
        <w:t>ma pauvre petite fille</w:t>
      </w:r>
      <w:r w:rsidR="003A6D8D">
        <w:t xml:space="preserve">, </w:t>
      </w:r>
      <w:r w:rsidRPr="003A0BBB">
        <w:t>ma petite fille bien-aimée</w:t>
      </w:r>
      <w:r w:rsidR="003A6D8D">
        <w:t xml:space="preserve">, </w:t>
      </w:r>
      <w:r w:rsidRPr="003A0BBB">
        <w:t>elle n</w:t>
      </w:r>
      <w:r w:rsidR="003A6D8D">
        <w:t>’</w:t>
      </w:r>
      <w:r w:rsidRPr="003A0BBB">
        <w:t>eut pas le temps de se faire une contenance</w:t>
      </w:r>
      <w:r w:rsidR="003A6D8D">
        <w:t xml:space="preserve">. </w:t>
      </w:r>
      <w:r w:rsidRPr="003A0BBB">
        <w:t>Il y avait sur la table</w:t>
      </w:r>
      <w:r w:rsidR="003A6D8D">
        <w:t xml:space="preserve">, </w:t>
      </w:r>
      <w:r w:rsidRPr="003A0BBB">
        <w:t>parmi les papiers</w:t>
      </w:r>
      <w:r w:rsidR="003A6D8D">
        <w:t xml:space="preserve">, </w:t>
      </w:r>
      <w:r w:rsidRPr="003A0BBB">
        <w:t>un mouchoir humide de pleurs</w:t>
      </w:r>
      <w:r w:rsidR="003A6D8D">
        <w:t xml:space="preserve">. </w:t>
      </w:r>
      <w:r w:rsidRPr="003A0BBB">
        <w:t>Depuis</w:t>
      </w:r>
      <w:r w:rsidR="003A6D8D">
        <w:t xml:space="preserve">, </w:t>
      </w:r>
      <w:r w:rsidRPr="003A0BBB">
        <w:t>je n</w:t>
      </w:r>
      <w:r w:rsidR="003A6D8D">
        <w:t>’</w:t>
      </w:r>
      <w:r w:rsidRPr="003A0BBB">
        <w:t>ai plus cessé de songer à ce spectacle</w:t>
      </w:r>
      <w:r w:rsidR="003A6D8D">
        <w:t xml:space="preserve">. </w:t>
      </w:r>
      <w:r w:rsidRPr="003A0BBB">
        <w:t>Mais</w:t>
      </w:r>
      <w:r w:rsidR="003A6D8D">
        <w:t xml:space="preserve">, </w:t>
      </w:r>
      <w:r w:rsidRPr="003A0BBB">
        <w:t>en cet instant</w:t>
      </w:r>
      <w:r w:rsidR="003A6D8D">
        <w:t xml:space="preserve">, </w:t>
      </w:r>
      <w:r w:rsidRPr="003A0BBB">
        <w:t>j</w:t>
      </w:r>
      <w:r w:rsidR="003A6D8D">
        <w:t>’</w:t>
      </w:r>
      <w:r w:rsidRPr="003A0BBB">
        <w:t>ai l</w:t>
      </w:r>
      <w:r w:rsidR="003A6D8D">
        <w:t>’</w:t>
      </w:r>
      <w:r w:rsidRPr="003A0BBB">
        <w:t>inexpiable honte d</w:t>
      </w:r>
      <w:r w:rsidR="003A6D8D">
        <w:t>’</w:t>
      </w:r>
      <w:r w:rsidRPr="003A0BBB">
        <w:t>avouer que je n</w:t>
      </w:r>
      <w:r w:rsidR="003A6D8D">
        <w:t>’</w:t>
      </w:r>
      <w:r w:rsidRPr="003A0BBB">
        <w:t>en éprouvai pas la moindre commisération</w:t>
      </w:r>
      <w:r w:rsidR="003A6D8D">
        <w:t>.</w:t>
      </w:r>
    </w:p>
    <w:p w14:paraId="215CECCB" w14:textId="77777777" w:rsidR="003A6D8D" w:rsidRDefault="003A6D8D" w:rsidP="008F7090">
      <w:r>
        <w:t>— </w:t>
      </w:r>
      <w:r w:rsidR="008F7090" w:rsidRPr="003A0BBB">
        <w:t>Tu devines</w:t>
      </w:r>
      <w:r>
        <w:t xml:space="preserve">, </w:t>
      </w:r>
      <w:r w:rsidR="008F7090" w:rsidRPr="003A0BBB">
        <w:t>j</w:t>
      </w:r>
      <w:r>
        <w:t>’</w:t>
      </w:r>
      <w:r w:rsidR="008F7090" w:rsidRPr="003A0BBB">
        <w:t>espère</w:t>
      </w:r>
      <w:r>
        <w:t xml:space="preserve">, </w:t>
      </w:r>
      <w:r w:rsidR="008F7090" w:rsidRPr="003A0BBB">
        <w:t>ce que j</w:t>
      </w:r>
      <w:r>
        <w:t>’</w:t>
      </w:r>
      <w:r w:rsidR="008F7090" w:rsidRPr="003A0BBB">
        <w:t>ai pu faire aujourd</w:t>
      </w:r>
      <w:r>
        <w:t>’</w:t>
      </w:r>
      <w:r w:rsidR="008F7090" w:rsidRPr="003A0BBB">
        <w:t>hui à la ville</w:t>
      </w:r>
      <w:r>
        <w:t xml:space="preserve">, </w:t>
      </w:r>
      <w:r w:rsidR="008F7090" w:rsidRPr="003A0BBB">
        <w:t>dis-je</w:t>
      </w:r>
      <w:r>
        <w:t xml:space="preserve">. </w:t>
      </w:r>
      <w:r w:rsidR="008F7090" w:rsidRPr="003A0BBB">
        <w:t>Tout est prêt</w:t>
      </w:r>
      <w:r>
        <w:t xml:space="preserve">. </w:t>
      </w:r>
      <w:r w:rsidR="008F7090" w:rsidRPr="003A0BBB">
        <w:t>Vous vous marierez le 27</w:t>
      </w:r>
      <w:r>
        <w:t>.</w:t>
      </w:r>
    </w:p>
    <w:p w14:paraId="4145D9FA" w14:textId="77777777" w:rsidR="003A6D8D" w:rsidRDefault="008F7090" w:rsidP="008F7090">
      <w:r w:rsidRPr="003A0BBB">
        <w:t>Elle me regarda</w:t>
      </w:r>
      <w:r w:rsidR="003A6D8D">
        <w:t xml:space="preserve">. </w:t>
      </w:r>
      <w:r w:rsidRPr="003A0BBB">
        <w:t>Je vis ses lèvres trembler</w:t>
      </w:r>
      <w:r w:rsidR="003A6D8D">
        <w:t xml:space="preserve">. </w:t>
      </w:r>
      <w:r w:rsidRPr="003A0BBB">
        <w:t>Des larmes parurent à ses paupières</w:t>
      </w:r>
      <w:r w:rsidR="003A6D8D">
        <w:t>.</w:t>
      </w:r>
    </w:p>
    <w:p w14:paraId="2B066554" w14:textId="77777777" w:rsidR="003A6D8D" w:rsidRDefault="003A6D8D" w:rsidP="008F7090">
      <w:r>
        <w:t>— </w:t>
      </w:r>
      <w:r w:rsidR="008F7090" w:rsidRPr="003A0BBB">
        <w:t>Pardon</w:t>
      </w:r>
      <w:r>
        <w:t xml:space="preserve"> ! </w:t>
      </w:r>
      <w:r w:rsidR="008F7090" w:rsidRPr="003A0BBB">
        <w:t>dit-elle tout bas</w:t>
      </w:r>
      <w:r>
        <w:t>.</w:t>
      </w:r>
    </w:p>
    <w:p w14:paraId="13A007FA" w14:textId="77777777" w:rsidR="003A6D8D" w:rsidRDefault="008F7090" w:rsidP="008F7090">
      <w:r w:rsidRPr="003A0BBB">
        <w:t>En même temps</w:t>
      </w:r>
      <w:r w:rsidR="003A6D8D">
        <w:t xml:space="preserve">, </w:t>
      </w:r>
      <w:r w:rsidRPr="003A0BBB">
        <w:t>elle eut un geste pour me prendre la main</w:t>
      </w:r>
      <w:r w:rsidR="003A6D8D">
        <w:t xml:space="preserve">. </w:t>
      </w:r>
      <w:r w:rsidRPr="003A0BBB">
        <w:t>Je fis semblant de ne pas m</w:t>
      </w:r>
      <w:r w:rsidR="003A6D8D">
        <w:t>’</w:t>
      </w:r>
      <w:r w:rsidRPr="003A0BBB">
        <w:t>en apercevoir</w:t>
      </w:r>
      <w:r w:rsidR="003A6D8D">
        <w:t xml:space="preserve">. </w:t>
      </w:r>
      <w:r w:rsidRPr="003A0BBB">
        <w:t xml:space="preserve">Quand je </w:t>
      </w:r>
      <w:r w:rsidRPr="003A0BBB">
        <w:lastRenderedPageBreak/>
        <w:t xml:space="preserve">pense que </w:t>
      </w:r>
      <w:proofErr w:type="gramStart"/>
      <w:r w:rsidRPr="003A0BBB">
        <w:t>j</w:t>
      </w:r>
      <w:r w:rsidR="003A6D8D">
        <w:t>’</w:t>
      </w:r>
      <w:r w:rsidRPr="003A0BBB">
        <w:t>eusse</w:t>
      </w:r>
      <w:proofErr w:type="gramEnd"/>
      <w:r w:rsidRPr="003A0BBB">
        <w:t xml:space="preserve"> pu tomber dans ses bras</w:t>
      </w:r>
      <w:r w:rsidR="003A6D8D">
        <w:t xml:space="preserve">, </w:t>
      </w:r>
      <w:r w:rsidRPr="003A0BBB">
        <w:t>et que cette seconde d</w:t>
      </w:r>
      <w:r w:rsidR="003A6D8D">
        <w:t>’</w:t>
      </w:r>
      <w:r w:rsidRPr="003A0BBB">
        <w:t>attendrissement aurait peut-être tout sauvé</w:t>
      </w:r>
      <w:r w:rsidR="003A6D8D">
        <w:t>.</w:t>
      </w:r>
    </w:p>
    <w:p w14:paraId="380A1781" w14:textId="77777777" w:rsidR="003A6D8D" w:rsidRDefault="003A6D8D" w:rsidP="008F7090">
      <w:r>
        <w:t>— </w:t>
      </w:r>
      <w:r w:rsidR="008F7090" w:rsidRPr="003A0BBB">
        <w:t>Bonsoir</w:t>
      </w:r>
      <w:r>
        <w:t xml:space="preserve">, </w:t>
      </w:r>
      <w:r w:rsidR="008F7090" w:rsidRPr="003A0BBB">
        <w:t>dis-je</w:t>
      </w:r>
      <w:r>
        <w:t>.</w:t>
      </w:r>
    </w:p>
    <w:p w14:paraId="5540B658" w14:textId="77777777" w:rsidR="003A6D8D" w:rsidRDefault="008F7090" w:rsidP="008F7090">
      <w:r w:rsidRPr="003A0BBB">
        <w:t>Elle était debout</w:t>
      </w:r>
      <w:r w:rsidR="003A6D8D">
        <w:t xml:space="preserve">, </w:t>
      </w:r>
      <w:r w:rsidRPr="003A0BBB">
        <w:t>au milieu de la chambre</w:t>
      </w:r>
      <w:r w:rsidR="003A6D8D">
        <w:t xml:space="preserve">, </w:t>
      </w:r>
      <w:r w:rsidRPr="003A0BBB">
        <w:t>les mains tendues vers moi</w:t>
      </w:r>
      <w:r w:rsidR="003A6D8D">
        <w:t xml:space="preserve">, </w:t>
      </w:r>
      <w:r w:rsidRPr="003A0BBB">
        <w:t>comme pour implorer</w:t>
      </w:r>
      <w:r w:rsidR="003A6D8D">
        <w:t xml:space="preserve">. </w:t>
      </w:r>
      <w:r w:rsidRPr="003A0BBB">
        <w:t>Je la vis</w:t>
      </w:r>
      <w:r w:rsidR="003A6D8D">
        <w:t xml:space="preserve">, </w:t>
      </w:r>
      <w:r w:rsidRPr="003A0BBB">
        <w:t>si petite</w:t>
      </w:r>
      <w:r w:rsidR="003A6D8D">
        <w:t xml:space="preserve">, </w:t>
      </w:r>
      <w:r w:rsidRPr="003A0BBB">
        <w:t>si menue</w:t>
      </w:r>
      <w:r w:rsidR="003A6D8D">
        <w:t xml:space="preserve">, </w:t>
      </w:r>
      <w:r w:rsidRPr="003A0BBB">
        <w:t>si pitoyable</w:t>
      </w:r>
      <w:r w:rsidR="003A6D8D">
        <w:t xml:space="preserve">, </w:t>
      </w:r>
      <w:r w:rsidRPr="003A0BBB">
        <w:t>une enfant</w:t>
      </w:r>
      <w:r w:rsidR="003A6D8D">
        <w:t xml:space="preserve">, </w:t>
      </w:r>
      <w:r w:rsidRPr="003A0BBB">
        <w:t>oui</w:t>
      </w:r>
      <w:r w:rsidR="003A6D8D">
        <w:t xml:space="preserve">, </w:t>
      </w:r>
      <w:r w:rsidRPr="003A0BBB">
        <w:t>une enfant</w:t>
      </w:r>
      <w:r w:rsidR="003A6D8D">
        <w:t xml:space="preserve"> ! </w:t>
      </w:r>
      <w:r w:rsidRPr="003A0BBB">
        <w:t>et je l</w:t>
      </w:r>
      <w:r w:rsidR="003A6D8D">
        <w:t>’</w:t>
      </w:r>
      <w:r w:rsidRPr="003A0BBB">
        <w:t>entendis qui murmurait</w:t>
      </w:r>
      <w:r w:rsidR="003A6D8D">
        <w:t> :</w:t>
      </w:r>
    </w:p>
    <w:p w14:paraId="4FED8FD6" w14:textId="77777777" w:rsidR="003A6D8D" w:rsidRDefault="003A6D8D" w:rsidP="008F7090">
      <w:r>
        <w:t>— </w:t>
      </w:r>
      <w:r w:rsidR="008F7090" w:rsidRPr="003A0BBB">
        <w:t>Maman</w:t>
      </w:r>
      <w:r>
        <w:t xml:space="preserve">, </w:t>
      </w:r>
      <w:r w:rsidR="008F7090" w:rsidRPr="003A0BBB">
        <w:t>maman</w:t>
      </w:r>
      <w:r>
        <w:t xml:space="preserve">, </w:t>
      </w:r>
      <w:r w:rsidR="008F7090" w:rsidRPr="003A0BBB">
        <w:t>pourquoi sommes-nous si malheureuses</w:t>
      </w:r>
      <w:r>
        <w:t> !</w:t>
      </w:r>
    </w:p>
    <w:p w14:paraId="7B783F3A" w14:textId="2EA01FB8" w:rsidR="008F7090" w:rsidRPr="003A0BBB" w:rsidRDefault="008F7090" w:rsidP="003A6D8D">
      <w:pPr>
        <w:pStyle w:val="Titre1"/>
      </w:pPr>
      <w:bookmarkStart w:id="15" w:name="_Toc196328816"/>
      <w:r w:rsidRPr="003A0BBB">
        <w:lastRenderedPageBreak/>
        <w:t>XV</w:t>
      </w:r>
      <w:bookmarkEnd w:id="15"/>
    </w:p>
    <w:p w14:paraId="7D9CB93A" w14:textId="77777777" w:rsidR="003A6D8D" w:rsidRDefault="008F7090" w:rsidP="008F7090">
      <w:r w:rsidRPr="003A0BBB">
        <w:t>Comment ai-je eu</w:t>
      </w:r>
      <w:r w:rsidR="003A6D8D">
        <w:t xml:space="preserve">, </w:t>
      </w:r>
      <w:r w:rsidRPr="003A0BBB">
        <w:t>au cours des derniers jours</w:t>
      </w:r>
      <w:r w:rsidR="003A6D8D">
        <w:t xml:space="preserve">, </w:t>
      </w:r>
      <w:r w:rsidRPr="003A0BBB">
        <w:t>la cruauté de ne répondre à aucune des humbles avances de Camille</w:t>
      </w:r>
      <w:r w:rsidR="003A6D8D">
        <w:t xml:space="preserve"> ? </w:t>
      </w:r>
      <w:r w:rsidRPr="003A0BBB">
        <w:t>C</w:t>
      </w:r>
      <w:r w:rsidR="003A6D8D">
        <w:t>’</w:t>
      </w:r>
      <w:r w:rsidRPr="003A0BBB">
        <w:t>est ce que je pourrais me demander</w:t>
      </w:r>
      <w:r w:rsidR="003A6D8D">
        <w:t xml:space="preserve">, </w:t>
      </w:r>
      <w:r w:rsidRPr="003A0BBB">
        <w:t>si je ne conservais par ailleurs</w:t>
      </w:r>
      <w:r w:rsidR="003A6D8D">
        <w:t xml:space="preserve">, </w:t>
      </w:r>
      <w:r w:rsidRPr="003A0BBB">
        <w:t>avec une affreuse fidélité</w:t>
      </w:r>
      <w:r w:rsidR="003A6D8D">
        <w:t xml:space="preserve">, </w:t>
      </w:r>
      <w:r w:rsidRPr="003A0BBB">
        <w:t>le souvenir de ce que furent mes affres pendant cette semaine</w:t>
      </w:r>
      <w:r w:rsidR="003A6D8D">
        <w:t xml:space="preserve">. </w:t>
      </w:r>
      <w:r w:rsidRPr="003A0BBB">
        <w:t>J</w:t>
      </w:r>
      <w:r w:rsidR="003A6D8D">
        <w:t>’</w:t>
      </w:r>
      <w:r w:rsidRPr="003A0BBB">
        <w:t>étais vaincue</w:t>
      </w:r>
      <w:r w:rsidR="003A6D8D">
        <w:t xml:space="preserve">, </w:t>
      </w:r>
      <w:r w:rsidRPr="003A0BBB">
        <w:t>mais non encore résignée</w:t>
      </w:r>
      <w:r w:rsidR="003A6D8D">
        <w:t xml:space="preserve">. </w:t>
      </w:r>
      <w:r w:rsidRPr="003A0BBB">
        <w:t>Ma chair et mon sang se révoltaient contre tant d</w:t>
      </w:r>
      <w:r w:rsidR="003A6D8D">
        <w:t>’</w:t>
      </w:r>
      <w:r w:rsidRPr="003A0BBB">
        <w:t>injustice</w:t>
      </w:r>
      <w:r w:rsidR="003A6D8D">
        <w:t xml:space="preserve">. </w:t>
      </w:r>
      <w:r w:rsidRPr="003A0BBB">
        <w:t>Je n</w:t>
      </w:r>
      <w:r w:rsidR="003A6D8D">
        <w:t>’</w:t>
      </w:r>
      <w:r w:rsidRPr="003A0BBB">
        <w:t>allais pas jusqu</w:t>
      </w:r>
      <w:r w:rsidR="003A6D8D">
        <w:t>’</w:t>
      </w:r>
      <w:r w:rsidRPr="003A0BBB">
        <w:t>à haïr ma fille</w:t>
      </w:r>
      <w:r w:rsidR="003A6D8D">
        <w:t xml:space="preserve">, </w:t>
      </w:r>
      <w:r w:rsidRPr="003A0BBB">
        <w:t>mais je ne pouvais m</w:t>
      </w:r>
      <w:r w:rsidR="003A6D8D">
        <w:t>’</w:t>
      </w:r>
      <w:r w:rsidRPr="003A0BBB">
        <w:t>empêcher de la considérer comme l</w:t>
      </w:r>
      <w:r w:rsidR="003A6D8D">
        <w:t>’</w:t>
      </w:r>
      <w:r w:rsidRPr="003A0BBB">
        <w:t>instrument d</w:t>
      </w:r>
      <w:r w:rsidR="003A6D8D">
        <w:t>’</w:t>
      </w:r>
      <w:r w:rsidRPr="003A0BBB">
        <w:t>un destin inique</w:t>
      </w:r>
      <w:r w:rsidR="003A6D8D">
        <w:t xml:space="preserve">. </w:t>
      </w:r>
      <w:r w:rsidRPr="003A0BBB">
        <w:t>J</w:t>
      </w:r>
      <w:r w:rsidR="003A6D8D">
        <w:t>’</w:t>
      </w:r>
      <w:r w:rsidRPr="003A0BBB">
        <w:t>avais tout donné</w:t>
      </w:r>
      <w:r w:rsidR="003A6D8D">
        <w:t xml:space="preserve">. </w:t>
      </w:r>
      <w:r w:rsidRPr="003A0BBB">
        <w:t>Devais-je</w:t>
      </w:r>
      <w:r w:rsidR="003A6D8D">
        <w:t xml:space="preserve">, </w:t>
      </w:r>
      <w:r w:rsidRPr="003A0BBB">
        <w:t>par surcroît</w:t>
      </w:r>
      <w:r w:rsidR="003A6D8D">
        <w:t xml:space="preserve">, </w:t>
      </w:r>
      <w:r w:rsidRPr="003A0BBB">
        <w:t>accepter ma ruine avec une face souriante</w:t>
      </w:r>
      <w:r w:rsidR="003A6D8D">
        <w:t xml:space="preserve">, </w:t>
      </w:r>
      <w:r w:rsidRPr="003A0BBB">
        <w:t>pour qu</w:t>
      </w:r>
      <w:r w:rsidR="003A6D8D">
        <w:t>’</w:t>
      </w:r>
      <w:r w:rsidRPr="003A0BBB">
        <w:t>elle n</w:t>
      </w:r>
      <w:r w:rsidR="003A6D8D">
        <w:t>’</w:t>
      </w:r>
      <w:r w:rsidRPr="003A0BBB">
        <w:t>en eût même pas le remords</w:t>
      </w:r>
      <w:r w:rsidR="003A6D8D">
        <w:t xml:space="preserve"> ? </w:t>
      </w:r>
      <w:r w:rsidRPr="003A0BBB">
        <w:t>Sans doute</w:t>
      </w:r>
      <w:r w:rsidR="003A6D8D">
        <w:t xml:space="preserve">, </w:t>
      </w:r>
      <w:r w:rsidRPr="003A0BBB">
        <w:t>je l</w:t>
      </w:r>
      <w:r w:rsidR="003A6D8D">
        <w:t>’</w:t>
      </w:r>
      <w:r w:rsidRPr="003A0BBB">
        <w:t>aurais dû</w:t>
      </w:r>
      <w:r w:rsidR="003A6D8D">
        <w:t xml:space="preserve">. </w:t>
      </w:r>
      <w:r w:rsidRPr="003A0BBB">
        <w:t>Je n</w:t>
      </w:r>
      <w:r w:rsidR="003A6D8D">
        <w:t>’</w:t>
      </w:r>
      <w:r w:rsidRPr="003A0BBB">
        <w:t>ai pu m</w:t>
      </w:r>
      <w:r w:rsidR="003A6D8D">
        <w:t>’</w:t>
      </w:r>
      <w:r w:rsidRPr="003A0BBB">
        <w:t>y plier</w:t>
      </w:r>
      <w:r w:rsidR="003A6D8D">
        <w:t xml:space="preserve">. </w:t>
      </w:r>
      <w:r w:rsidRPr="003A0BBB">
        <w:t>Mon châtiment aura consisté à ne plus jamais pouvoir me débarrasser du fantôme d</w:t>
      </w:r>
      <w:r w:rsidR="003A6D8D">
        <w:t>’</w:t>
      </w:r>
      <w:r w:rsidRPr="003A0BBB">
        <w:t>une Camille dont je me suis refusé à entendre les muettes supplications</w:t>
      </w:r>
      <w:r w:rsidR="003A6D8D">
        <w:t xml:space="preserve">, </w:t>
      </w:r>
      <w:r w:rsidRPr="003A0BBB">
        <w:t>à essuyer les ultimes larmes</w:t>
      </w:r>
      <w:r w:rsidR="003A6D8D">
        <w:t xml:space="preserve">. </w:t>
      </w:r>
      <w:r w:rsidRPr="003A0BBB">
        <w:t>Lorsqu</w:t>
      </w:r>
      <w:r w:rsidR="003A6D8D">
        <w:t>’</w:t>
      </w:r>
      <w:r w:rsidRPr="003A0BBB">
        <w:t>on a décidé de se sacrifier</w:t>
      </w:r>
      <w:r w:rsidR="003A6D8D">
        <w:t xml:space="preserve">, </w:t>
      </w:r>
      <w:r w:rsidRPr="003A0BBB">
        <w:t>il ne faut pas faire les choses à moitié</w:t>
      </w:r>
      <w:r w:rsidR="003A6D8D">
        <w:t>.</w:t>
      </w:r>
    </w:p>
    <w:p w14:paraId="649DE26B" w14:textId="71EF1F9D" w:rsidR="008F7090" w:rsidRPr="003A0BBB" w:rsidRDefault="008F7090" w:rsidP="008F7090"/>
    <w:p w14:paraId="03517AAB" w14:textId="77777777" w:rsidR="003A6D8D" w:rsidRDefault="008F7090" w:rsidP="008F7090">
      <w:r w:rsidRPr="003A0BBB">
        <w:t>Quant à Franz</w:t>
      </w:r>
      <w:r w:rsidR="003A6D8D">
        <w:t xml:space="preserve">, </w:t>
      </w:r>
      <w:r w:rsidRPr="003A0BBB">
        <w:t>son attitude était devenue pour moi une énigme</w:t>
      </w:r>
      <w:r w:rsidR="003A6D8D">
        <w:t xml:space="preserve">. </w:t>
      </w:r>
      <w:r w:rsidRPr="003A0BBB">
        <w:t>Après une scène de la violence de celle que je viens de décrire</w:t>
      </w:r>
      <w:r w:rsidR="003A6D8D">
        <w:t xml:space="preserve">, </w:t>
      </w:r>
      <w:r w:rsidRPr="003A0BBB">
        <w:t>après des protestations de fidélité et d</w:t>
      </w:r>
      <w:r w:rsidR="003A6D8D">
        <w:t>’</w:t>
      </w:r>
      <w:r w:rsidRPr="003A0BBB">
        <w:t>amour aussi forcenées</w:t>
      </w:r>
      <w:r w:rsidR="003A6D8D">
        <w:t xml:space="preserve">, </w:t>
      </w:r>
      <w:r w:rsidRPr="003A0BBB">
        <w:t>il était retombé dans une apathie</w:t>
      </w:r>
      <w:r w:rsidR="003A6D8D">
        <w:t xml:space="preserve">, </w:t>
      </w:r>
      <w:r w:rsidRPr="003A0BBB">
        <w:t>une indifférence qui n</w:t>
      </w:r>
      <w:r w:rsidR="003A6D8D">
        <w:t>’</w:t>
      </w:r>
      <w:r w:rsidRPr="003A0BBB">
        <w:t>était même pas morne</w:t>
      </w:r>
      <w:r w:rsidR="003A6D8D">
        <w:t xml:space="preserve">. </w:t>
      </w:r>
      <w:r w:rsidRPr="003A0BBB">
        <w:t>Pas plus qu</w:t>
      </w:r>
      <w:r w:rsidR="003A6D8D">
        <w:t>’</w:t>
      </w:r>
      <w:r w:rsidRPr="003A0BBB">
        <w:t>il ne cherchait à être seul avec moi</w:t>
      </w:r>
      <w:r w:rsidR="003A6D8D">
        <w:t xml:space="preserve">, </w:t>
      </w:r>
      <w:r w:rsidRPr="003A0BBB">
        <w:t>il ne fuyait les occasions de demeurer avec Camille</w:t>
      </w:r>
      <w:r w:rsidR="003A6D8D">
        <w:t xml:space="preserve">. </w:t>
      </w:r>
      <w:r w:rsidRPr="003A0BBB">
        <w:t>Il ne les provoquait pas</w:t>
      </w:r>
      <w:r w:rsidR="003A6D8D">
        <w:t xml:space="preserve">. </w:t>
      </w:r>
      <w:r w:rsidRPr="003A0BBB">
        <w:t>Mais</w:t>
      </w:r>
      <w:r w:rsidR="003A6D8D">
        <w:t xml:space="preserve">, </w:t>
      </w:r>
      <w:r w:rsidRPr="003A0BBB">
        <w:t>lorsqu</w:t>
      </w:r>
      <w:r w:rsidR="003A6D8D">
        <w:t>’</w:t>
      </w:r>
      <w:r w:rsidRPr="003A0BBB">
        <w:t>elles venaient à se présenter</w:t>
      </w:r>
      <w:r w:rsidR="003A6D8D">
        <w:t xml:space="preserve">, </w:t>
      </w:r>
      <w:r w:rsidRPr="003A0BBB">
        <w:t>il retrouvait</w:t>
      </w:r>
      <w:r w:rsidR="003A6D8D">
        <w:t xml:space="preserve">, </w:t>
      </w:r>
      <w:r w:rsidRPr="003A0BBB">
        <w:t>semblait-il</w:t>
      </w:r>
      <w:r w:rsidR="003A6D8D">
        <w:t xml:space="preserve">, </w:t>
      </w:r>
      <w:r w:rsidRPr="003A0BBB">
        <w:t>pour lui parler</w:t>
      </w:r>
      <w:r w:rsidR="003A6D8D">
        <w:t xml:space="preserve">, </w:t>
      </w:r>
      <w:r w:rsidRPr="003A0BBB">
        <w:t>la même aisance qu</w:t>
      </w:r>
      <w:r w:rsidR="003A6D8D">
        <w:t>’</w:t>
      </w:r>
      <w:r w:rsidRPr="003A0BBB">
        <w:t>autrefois</w:t>
      </w:r>
      <w:r w:rsidR="003A6D8D">
        <w:t xml:space="preserve">. </w:t>
      </w:r>
      <w:r w:rsidRPr="003A0BBB">
        <w:t>À maintes reprises</w:t>
      </w:r>
      <w:r w:rsidR="003A6D8D">
        <w:t xml:space="preserve">, </w:t>
      </w:r>
      <w:r w:rsidRPr="003A0BBB">
        <w:t>devant moi</w:t>
      </w:r>
      <w:r w:rsidR="003A6D8D">
        <w:t xml:space="preserve">, </w:t>
      </w:r>
      <w:r w:rsidRPr="003A0BBB">
        <w:t>devant Maria</w:t>
      </w:r>
      <w:r w:rsidR="003A6D8D">
        <w:t xml:space="preserve">, </w:t>
      </w:r>
      <w:r w:rsidRPr="003A0BBB">
        <w:t>il s</w:t>
      </w:r>
      <w:r w:rsidR="003A6D8D">
        <w:t>’</w:t>
      </w:r>
      <w:r w:rsidRPr="003A0BBB">
        <w:t>entretint avec elle de la façon dont il entendait organiser à Paris certains détails de leur existence</w:t>
      </w:r>
      <w:r w:rsidR="003A6D8D">
        <w:t xml:space="preserve">. </w:t>
      </w:r>
      <w:r w:rsidRPr="003A0BBB">
        <w:t>Ce fut Camille</w:t>
      </w:r>
      <w:r w:rsidR="003A6D8D">
        <w:t xml:space="preserve">, </w:t>
      </w:r>
      <w:r w:rsidRPr="003A0BBB">
        <w:t>m</w:t>
      </w:r>
      <w:r w:rsidR="003A6D8D">
        <w:t>’</w:t>
      </w:r>
      <w:r w:rsidRPr="003A0BBB">
        <w:t>observant avec des yeux remplis d</w:t>
      </w:r>
      <w:r w:rsidR="003A6D8D">
        <w:t>’</w:t>
      </w:r>
      <w:r w:rsidRPr="003A0BBB">
        <w:t>angoisse</w:t>
      </w:r>
      <w:r w:rsidR="003A6D8D">
        <w:t xml:space="preserve">, </w:t>
      </w:r>
      <w:r w:rsidRPr="003A0BBB">
        <w:t xml:space="preserve">qui </w:t>
      </w:r>
      <w:r w:rsidRPr="003A0BBB">
        <w:lastRenderedPageBreak/>
        <w:t>détourna la conversation</w:t>
      </w:r>
      <w:r w:rsidR="003A6D8D">
        <w:t xml:space="preserve">. </w:t>
      </w:r>
      <w:r w:rsidRPr="003A0BBB">
        <w:t>Pauvre petite</w:t>
      </w:r>
      <w:r w:rsidR="003A6D8D">
        <w:t xml:space="preserve">, </w:t>
      </w:r>
      <w:r w:rsidRPr="003A0BBB">
        <w:t>comme il devait lui tarder d</w:t>
      </w:r>
      <w:r w:rsidR="003A6D8D">
        <w:t>’</w:t>
      </w:r>
      <w:r w:rsidRPr="003A0BBB">
        <w:t>être partie</w:t>
      </w:r>
      <w:r w:rsidR="003A6D8D">
        <w:t> !</w:t>
      </w:r>
    </w:p>
    <w:p w14:paraId="6CC33B1F" w14:textId="007AD531" w:rsidR="008F7090" w:rsidRPr="003A0BBB" w:rsidRDefault="008F7090" w:rsidP="008F7090"/>
    <w:p w14:paraId="6E7B7220" w14:textId="77777777" w:rsidR="003A6D8D" w:rsidRDefault="008F7090" w:rsidP="008F7090">
      <w:r w:rsidRPr="003A0BBB">
        <w:t>À quels moyens n</w:t>
      </w:r>
      <w:r w:rsidR="003A6D8D">
        <w:t>’</w:t>
      </w:r>
      <w:r w:rsidRPr="003A0BBB">
        <w:t>eut-elle pas recours pour tâcher de se faire pardonner son misérable bonheur</w:t>
      </w:r>
      <w:r w:rsidR="003A6D8D">
        <w:t xml:space="preserve"> ! </w:t>
      </w:r>
      <w:r w:rsidRPr="003A0BBB">
        <w:t>Ce fut elle qui</w:t>
      </w:r>
      <w:r w:rsidR="003A6D8D">
        <w:t xml:space="preserve">, </w:t>
      </w:r>
      <w:r w:rsidRPr="003A0BBB">
        <w:t>plusieurs fois</w:t>
      </w:r>
      <w:r w:rsidR="003A6D8D">
        <w:t xml:space="preserve">, </w:t>
      </w:r>
      <w:r w:rsidRPr="003A0BBB">
        <w:t>essayant de s</w:t>
      </w:r>
      <w:r w:rsidR="003A6D8D">
        <w:t>’</w:t>
      </w:r>
      <w:r w:rsidRPr="003A0BBB">
        <w:t>éclipser</w:t>
      </w:r>
      <w:r w:rsidR="003A6D8D">
        <w:t xml:space="preserve">, </w:t>
      </w:r>
      <w:r w:rsidRPr="003A0BBB">
        <w:t>chercha visiblement à nous ménager un tête-à-tête</w:t>
      </w:r>
      <w:r w:rsidR="003A6D8D">
        <w:t xml:space="preserve">. </w:t>
      </w:r>
      <w:r w:rsidRPr="003A0BBB">
        <w:t>Mais lui</w:t>
      </w:r>
      <w:r w:rsidR="003A6D8D">
        <w:t xml:space="preserve">, </w:t>
      </w:r>
      <w:r w:rsidRPr="003A0BBB">
        <w:t>toujours</w:t>
      </w:r>
      <w:r w:rsidR="003A6D8D">
        <w:t xml:space="preserve">, </w:t>
      </w:r>
      <w:r w:rsidRPr="003A0BBB">
        <w:t>la prévenait</w:t>
      </w:r>
      <w:r w:rsidR="003A6D8D">
        <w:t xml:space="preserve">, </w:t>
      </w:r>
      <w:r w:rsidRPr="003A0BBB">
        <w:t>trouvait un prétexte pour se retirer le premier</w:t>
      </w:r>
      <w:r w:rsidR="003A6D8D">
        <w:t xml:space="preserve">. </w:t>
      </w:r>
      <w:r w:rsidRPr="003A0BBB">
        <w:t>L</w:t>
      </w:r>
      <w:r w:rsidR="003A6D8D">
        <w:t>’</w:t>
      </w:r>
      <w:r w:rsidRPr="003A0BBB">
        <w:t>oubli</w:t>
      </w:r>
      <w:r w:rsidR="003A6D8D">
        <w:t xml:space="preserve">, </w:t>
      </w:r>
      <w:r w:rsidRPr="003A0BBB">
        <w:t>déjà</w:t>
      </w:r>
      <w:r w:rsidR="003A6D8D">
        <w:t xml:space="preserve"> ! </w:t>
      </w:r>
      <w:r w:rsidRPr="003A0BBB">
        <w:t>Était-ce possible</w:t>
      </w:r>
      <w:r w:rsidR="003A6D8D">
        <w:t> ?</w:t>
      </w:r>
    </w:p>
    <w:p w14:paraId="1AAA58BE" w14:textId="67DB98A2" w:rsidR="008F7090" w:rsidRPr="003A0BBB" w:rsidRDefault="008F7090" w:rsidP="008F7090">
      <w:r w:rsidRPr="003A0BBB">
        <w:t>Il ne fit aucune difficulté pour accomplir</w:t>
      </w:r>
      <w:r w:rsidR="003A6D8D">
        <w:t xml:space="preserve">, </w:t>
      </w:r>
      <w:r w:rsidRPr="003A0BBB">
        <w:t>dès le lendemain</w:t>
      </w:r>
      <w:r w:rsidR="003A6D8D">
        <w:t xml:space="preserve">, </w:t>
      </w:r>
      <w:r w:rsidRPr="003A0BBB">
        <w:t>les dernières démarches</w:t>
      </w:r>
      <w:r w:rsidR="003A6D8D">
        <w:t xml:space="preserve">. </w:t>
      </w:r>
      <w:r w:rsidRPr="003A0BBB">
        <w:t>Camille et lui se rendirent à la mairie</w:t>
      </w:r>
      <w:r w:rsidR="003A6D8D">
        <w:t xml:space="preserve">, </w:t>
      </w:r>
      <w:r w:rsidRPr="003A0BBB">
        <w:t>et je reçus le jour même</w:t>
      </w:r>
      <w:r w:rsidR="003A6D8D">
        <w:t xml:space="preserve">, </w:t>
      </w:r>
      <w:r w:rsidRPr="003A0BBB">
        <w:t>de la part de gens qui les avaient rencontrés en ville</w:t>
      </w:r>
      <w:r w:rsidR="003A6D8D">
        <w:t xml:space="preserve">, </w:t>
      </w:r>
      <w:r w:rsidRPr="003A0BBB">
        <w:t>des compliments sur leur air de parfaite félicité</w:t>
      </w:r>
      <w:r w:rsidR="003A6D8D">
        <w:t>. « </w:t>
      </w:r>
      <w:r w:rsidRPr="003A0BBB">
        <w:t>C</w:t>
      </w:r>
      <w:r w:rsidR="003A6D8D">
        <w:t>’</w:t>
      </w:r>
      <w:r w:rsidRPr="003A0BBB">
        <w:t>eût été vraiment dommage</w:t>
      </w:r>
      <w:r w:rsidR="003A6D8D">
        <w:t xml:space="preserve">, </w:t>
      </w:r>
      <w:r w:rsidRPr="003A0BBB">
        <w:t>chère madame</w:t>
      </w:r>
      <w:r w:rsidR="003A6D8D">
        <w:t xml:space="preserve">, </w:t>
      </w:r>
      <w:r w:rsidRPr="003A0BBB">
        <w:t>de différer plus longtemps l</w:t>
      </w:r>
      <w:r w:rsidR="003A6D8D">
        <w:t>’</w:t>
      </w:r>
      <w:r w:rsidRPr="003A0BBB">
        <w:t>union de deux jeunes gens si bien assortis</w:t>
      </w:r>
      <w:r w:rsidR="003A6D8D">
        <w:t xml:space="preserve">. </w:t>
      </w:r>
      <w:r w:rsidRPr="003A0BBB">
        <w:t>Et vous aussi</w:t>
      </w:r>
      <w:r w:rsidR="003A6D8D">
        <w:t xml:space="preserve">, </w:t>
      </w:r>
      <w:r w:rsidRPr="003A0BBB">
        <w:t>comme vous devez être heureuse</w:t>
      </w:r>
      <w:r w:rsidR="003A6D8D">
        <w:t> ! »</w:t>
      </w:r>
    </w:p>
    <w:p w14:paraId="141B3702" w14:textId="77777777" w:rsidR="008F7090" w:rsidRPr="003A0BBB" w:rsidRDefault="008F7090" w:rsidP="008F7090"/>
    <w:p w14:paraId="01274272" w14:textId="77777777" w:rsidR="003A6D8D" w:rsidRDefault="008F7090" w:rsidP="008F7090">
      <w:r w:rsidRPr="003A0BBB">
        <w:t>Franz trouva toute naturelle l</w:t>
      </w:r>
      <w:r w:rsidR="003A6D8D">
        <w:t>’</w:t>
      </w:r>
      <w:r w:rsidRPr="003A0BBB">
        <w:t>idée de se confesser</w:t>
      </w:r>
      <w:r w:rsidR="003A6D8D">
        <w:t xml:space="preserve">. </w:t>
      </w:r>
      <w:r w:rsidRPr="003A0BBB">
        <w:t>Le lundi suivant</w:t>
      </w:r>
      <w:r w:rsidR="003A6D8D">
        <w:t xml:space="preserve">, </w:t>
      </w:r>
      <w:r w:rsidRPr="003A0BBB">
        <w:t>comme il avait été convenu</w:t>
      </w:r>
      <w:r w:rsidR="003A6D8D">
        <w:t xml:space="preserve">, </w:t>
      </w:r>
      <w:r w:rsidRPr="003A0BBB">
        <w:t>je les accompagnai chez le notaire</w:t>
      </w:r>
      <w:r w:rsidR="003A6D8D">
        <w:t xml:space="preserve">, </w:t>
      </w:r>
      <w:r w:rsidRPr="003A0BBB">
        <w:t>pour la signature du contrat</w:t>
      </w:r>
      <w:r w:rsidR="003A6D8D">
        <w:t xml:space="preserve">, </w:t>
      </w:r>
      <w:r w:rsidRPr="003A0BBB">
        <w:t>cérémonie baroque et sinistre</w:t>
      </w:r>
      <w:r w:rsidR="003A6D8D">
        <w:t xml:space="preserve">, </w:t>
      </w:r>
      <w:r w:rsidRPr="003A0BBB">
        <w:t>où deux êtres qui vont vivre se réunissent pour ne s</w:t>
      </w:r>
      <w:r w:rsidR="003A6D8D">
        <w:t>’</w:t>
      </w:r>
      <w:r w:rsidRPr="003A0BBB">
        <w:t>entendre parler que du décès de l</w:t>
      </w:r>
      <w:r w:rsidR="003A6D8D">
        <w:t>’</w:t>
      </w:r>
      <w:r w:rsidRPr="003A0BBB">
        <w:t>un d</w:t>
      </w:r>
      <w:r w:rsidR="003A6D8D">
        <w:t>’</w:t>
      </w:r>
      <w:r w:rsidRPr="003A0BBB">
        <w:t>entre eux</w:t>
      </w:r>
      <w:r w:rsidR="003A6D8D">
        <w:t xml:space="preserve">. </w:t>
      </w:r>
      <w:r w:rsidRPr="003A0BBB">
        <w:t>Ignorant des différences qui existent entre le régime de la communauté légale</w:t>
      </w:r>
      <w:r w:rsidR="003A6D8D">
        <w:t xml:space="preserve">, </w:t>
      </w:r>
      <w:r w:rsidRPr="003A0BBB">
        <w:t>sous lequel ils se mariaient</w:t>
      </w:r>
      <w:r w:rsidR="003A6D8D">
        <w:t xml:space="preserve">, </w:t>
      </w:r>
      <w:r w:rsidRPr="003A0BBB">
        <w:t>et celui de la communauté réduite aux acquêts</w:t>
      </w:r>
      <w:r w:rsidR="003A6D8D">
        <w:t xml:space="preserve">, </w:t>
      </w:r>
      <w:r w:rsidRPr="003A0BBB">
        <w:t>il tint à bien faire spécifier que les bénéfices résultant de l</w:t>
      </w:r>
      <w:r w:rsidR="003A6D8D">
        <w:t>’</w:t>
      </w:r>
      <w:r w:rsidRPr="003A0BBB">
        <w:t>invention de sa voiture automobile devraient</w:t>
      </w:r>
      <w:r w:rsidR="003A6D8D">
        <w:t xml:space="preserve">, </w:t>
      </w:r>
      <w:r w:rsidRPr="003A0BBB">
        <w:t>en cas de mort</w:t>
      </w:r>
      <w:r w:rsidR="003A6D8D">
        <w:t xml:space="preserve">, </w:t>
      </w:r>
      <w:r w:rsidRPr="003A0BBB">
        <w:t>et bien que le brevet fût antérieur à la signature du contrat</w:t>
      </w:r>
      <w:r w:rsidR="003A6D8D">
        <w:t xml:space="preserve">, </w:t>
      </w:r>
      <w:r w:rsidRPr="003A0BBB">
        <w:t>revenir sans contestation possible à Camille</w:t>
      </w:r>
      <w:r w:rsidR="003A6D8D">
        <w:t>.</w:t>
      </w:r>
    </w:p>
    <w:p w14:paraId="000CEFB9" w14:textId="77777777" w:rsidR="003A6D8D" w:rsidRDefault="008F7090" w:rsidP="008F7090">
      <w:r w:rsidRPr="003A0BBB">
        <w:lastRenderedPageBreak/>
        <w:t>J</w:t>
      </w:r>
      <w:r w:rsidR="003A6D8D">
        <w:t>’</w:t>
      </w:r>
      <w:r w:rsidRPr="003A0BBB">
        <w:t>avais prié le plus ancien de nos métayers d</w:t>
      </w:r>
      <w:r w:rsidR="003A6D8D">
        <w:t>’</w:t>
      </w:r>
      <w:r w:rsidRPr="003A0BBB">
        <w:t>être avec moi témoin de ma fille</w:t>
      </w:r>
      <w:r w:rsidR="003A6D8D">
        <w:t xml:space="preserve">. </w:t>
      </w:r>
      <w:r w:rsidRPr="003A0BBB">
        <w:t>Le notaire et son clerc acceptèrent d</w:t>
      </w:r>
      <w:r w:rsidR="003A6D8D">
        <w:t>’</w:t>
      </w:r>
      <w:r w:rsidRPr="003A0BBB">
        <w:t>être ceux de Franz</w:t>
      </w:r>
      <w:r w:rsidR="003A6D8D">
        <w:t>.</w:t>
      </w:r>
    </w:p>
    <w:p w14:paraId="61D1DEBA" w14:textId="5205E011" w:rsidR="003A6D8D" w:rsidRDefault="008F7090" w:rsidP="008F7090">
      <w:r w:rsidRPr="003A0BBB">
        <w:t>Le mariage restant fixé au 2</w:t>
      </w:r>
      <w:r w:rsidR="003A6D8D" w:rsidRPr="003A0BBB">
        <w:t>7</w:t>
      </w:r>
      <w:r w:rsidR="003A6D8D">
        <w:t> </w:t>
      </w:r>
      <w:r w:rsidR="003A6D8D" w:rsidRPr="003A0BBB">
        <w:t>octobre</w:t>
      </w:r>
      <w:r w:rsidR="003A6D8D">
        <w:t xml:space="preserve">, </w:t>
      </w:r>
      <w:r w:rsidRPr="003A0BBB">
        <w:t>tout se trouvait donc réglé une dizaine de jours à l</w:t>
      </w:r>
      <w:r w:rsidR="003A6D8D">
        <w:t>’</w:t>
      </w:r>
      <w:r w:rsidRPr="003A0BBB">
        <w:t>avance</w:t>
      </w:r>
      <w:r w:rsidR="003A6D8D">
        <w:t xml:space="preserve">, </w:t>
      </w:r>
      <w:r w:rsidRPr="003A0BBB">
        <w:t>lorsque</w:t>
      </w:r>
      <w:r w:rsidR="003A6D8D">
        <w:t xml:space="preserve">, </w:t>
      </w:r>
      <w:r w:rsidRPr="003A0BBB">
        <w:t>le lundi 22</w:t>
      </w:r>
      <w:r w:rsidR="003A6D8D">
        <w:t xml:space="preserve">, </w:t>
      </w:r>
      <w:r w:rsidRPr="003A0BBB">
        <w:t>comme nous achevions de déjeuner</w:t>
      </w:r>
      <w:r w:rsidR="003A6D8D">
        <w:t xml:space="preserve">, </w:t>
      </w:r>
      <w:r w:rsidRPr="003A0BBB">
        <w:t>Maria vint m</w:t>
      </w:r>
      <w:r w:rsidR="003A6D8D">
        <w:t>’</w:t>
      </w:r>
      <w:r w:rsidRPr="003A0BBB">
        <w:t>annoncer que le secrétaire de la mairie était là</w:t>
      </w:r>
      <w:r w:rsidR="003A6D8D">
        <w:t xml:space="preserve">, </w:t>
      </w:r>
      <w:r w:rsidRPr="003A0BBB">
        <w:t>et qu</w:t>
      </w:r>
      <w:r w:rsidR="003A6D8D">
        <w:t>’</w:t>
      </w:r>
      <w:r w:rsidRPr="003A0BBB">
        <w:t>il désirait me parler</w:t>
      </w:r>
      <w:r w:rsidR="003A6D8D">
        <w:t>.</w:t>
      </w:r>
    </w:p>
    <w:p w14:paraId="67A6AAC2" w14:textId="77777777" w:rsidR="003A6D8D" w:rsidRDefault="003A6D8D" w:rsidP="008F7090">
      <w:r>
        <w:t>— </w:t>
      </w:r>
      <w:r w:rsidR="008F7090" w:rsidRPr="003A0BBB">
        <w:t>Fais-le entrer</w:t>
      </w:r>
      <w:r>
        <w:t>.</w:t>
      </w:r>
    </w:p>
    <w:p w14:paraId="7B704944" w14:textId="77777777" w:rsidR="003A6D8D" w:rsidRDefault="008F7090" w:rsidP="008F7090">
      <w:r w:rsidRPr="003A0BBB">
        <w:t>Le brave homme s</w:t>
      </w:r>
      <w:r w:rsidR="003A6D8D">
        <w:t>’</w:t>
      </w:r>
      <w:r w:rsidRPr="003A0BBB">
        <w:t>excusait</w:t>
      </w:r>
      <w:r w:rsidR="003A6D8D">
        <w:t xml:space="preserve">. </w:t>
      </w:r>
      <w:r w:rsidRPr="003A0BBB">
        <w:t>Il venait de parcourir sous une pluie battante la lieue qui sépare Maguelonne de la ville</w:t>
      </w:r>
      <w:r w:rsidR="003A6D8D">
        <w:t>.</w:t>
      </w:r>
    </w:p>
    <w:p w14:paraId="2D964256" w14:textId="77777777" w:rsidR="003A6D8D" w:rsidRDefault="008F7090" w:rsidP="008F7090">
      <w:r w:rsidRPr="003A0BBB">
        <w:t>Camille avait pâli en le voyant entrer</w:t>
      </w:r>
      <w:r w:rsidR="003A6D8D">
        <w:t xml:space="preserve">. </w:t>
      </w:r>
      <w:r w:rsidRPr="003A0BBB">
        <w:t>Franz</w:t>
      </w:r>
      <w:r w:rsidR="003A6D8D">
        <w:t xml:space="preserve">, </w:t>
      </w:r>
      <w:r w:rsidRPr="003A0BBB">
        <w:t>impassible</w:t>
      </w:r>
      <w:r w:rsidR="003A6D8D">
        <w:t xml:space="preserve">, </w:t>
      </w:r>
      <w:r w:rsidRPr="003A0BBB">
        <w:t>était en train de fendre une noix avec son couteau</w:t>
      </w:r>
      <w:r w:rsidR="003A6D8D">
        <w:t>.</w:t>
      </w:r>
    </w:p>
    <w:p w14:paraId="3D119377" w14:textId="77777777" w:rsidR="003A6D8D" w:rsidRDefault="008F7090" w:rsidP="008F7090">
      <w:r w:rsidRPr="003A0BBB">
        <w:t>J</w:t>
      </w:r>
      <w:r w:rsidR="003A6D8D">
        <w:t>’</w:t>
      </w:r>
      <w:r w:rsidRPr="003A0BBB">
        <w:t>assurai ma voix de mon mieux</w:t>
      </w:r>
      <w:r w:rsidR="003A6D8D">
        <w:t>.</w:t>
      </w:r>
    </w:p>
    <w:p w14:paraId="1C43450F" w14:textId="77777777" w:rsidR="003A6D8D" w:rsidRDefault="003A6D8D" w:rsidP="008F7090">
      <w:r>
        <w:t>— </w:t>
      </w:r>
      <w:r w:rsidR="008F7090" w:rsidRPr="003A0BBB">
        <w:t>Qu</w:t>
      </w:r>
      <w:r>
        <w:t>’</w:t>
      </w:r>
      <w:r w:rsidR="008F7090" w:rsidRPr="003A0BBB">
        <w:t>y a-t-il</w:t>
      </w:r>
      <w:r>
        <w:t xml:space="preserve">, </w:t>
      </w:r>
      <w:r w:rsidR="008F7090" w:rsidRPr="003A0BBB">
        <w:t>cher monsieur</w:t>
      </w:r>
      <w:r>
        <w:t> ?</w:t>
      </w:r>
    </w:p>
    <w:p w14:paraId="7F51D57D" w14:textId="6974ED7A" w:rsidR="003A6D8D" w:rsidRDefault="003A6D8D" w:rsidP="008F7090">
      <w:r>
        <w:t>— </w:t>
      </w:r>
      <w:r w:rsidR="008F7090" w:rsidRPr="003A0BBB">
        <w:t>Un petit contre-temps</w:t>
      </w:r>
      <w:r>
        <w:t xml:space="preserve">, </w:t>
      </w:r>
      <w:r w:rsidR="008F7090" w:rsidRPr="003A0BBB">
        <w:t>madame</w:t>
      </w:r>
      <w:r>
        <w:t>. M. </w:t>
      </w:r>
      <w:r w:rsidR="008F7090" w:rsidRPr="003A0BBB">
        <w:t>le maire m</w:t>
      </w:r>
      <w:r>
        <w:t>’</w:t>
      </w:r>
      <w:r w:rsidR="008F7090" w:rsidRPr="003A0BBB">
        <w:t>a envoyé bien vite vous prévenir</w:t>
      </w:r>
      <w:r>
        <w:t xml:space="preserve">. </w:t>
      </w:r>
      <w:r w:rsidR="008F7090" w:rsidRPr="003A0BBB">
        <w:t>Il est tout à fait navré</w:t>
      </w:r>
      <w:r>
        <w:t xml:space="preserve">. </w:t>
      </w:r>
      <w:r w:rsidR="008F7090" w:rsidRPr="003A0BBB">
        <w:t>Le mariage de Monsieur et de Mademoiselle ne pourra pas avoir lieu samedi prochain</w:t>
      </w:r>
      <w:r>
        <w:t>.</w:t>
      </w:r>
    </w:p>
    <w:p w14:paraId="75EEDBCD" w14:textId="77777777" w:rsidR="003A6D8D" w:rsidRDefault="003A6D8D" w:rsidP="008F7090">
      <w:r>
        <w:t>— </w:t>
      </w:r>
      <w:r w:rsidR="008F7090" w:rsidRPr="003A0BBB">
        <w:t>Ah</w:t>
      </w:r>
      <w:r>
        <w:t xml:space="preserve"> ! </w:t>
      </w:r>
      <w:r w:rsidR="008F7090" w:rsidRPr="003A0BBB">
        <w:t>Et pourquoi donc</w:t>
      </w:r>
      <w:r>
        <w:t> ?</w:t>
      </w:r>
    </w:p>
    <w:p w14:paraId="487E2401" w14:textId="087FF6B3" w:rsidR="003A6D8D" w:rsidRDefault="003A6D8D" w:rsidP="008F7090">
      <w:r>
        <w:t>— </w:t>
      </w:r>
      <w:r w:rsidR="008F7090" w:rsidRPr="003A0BBB">
        <w:t>Parce que nous venons d</w:t>
      </w:r>
      <w:r>
        <w:t>’</w:t>
      </w:r>
      <w:r w:rsidR="008F7090" w:rsidRPr="003A0BBB">
        <w:t>être avisés</w:t>
      </w:r>
      <w:r>
        <w:t xml:space="preserve">, </w:t>
      </w:r>
      <w:r w:rsidR="008F7090" w:rsidRPr="003A0BBB">
        <w:t>ce matin même</w:t>
      </w:r>
      <w:r>
        <w:t xml:space="preserve">, </w:t>
      </w:r>
      <w:r w:rsidR="008F7090" w:rsidRPr="003A0BBB">
        <w:t>par la Préfecture</w:t>
      </w:r>
      <w:r>
        <w:t xml:space="preserve">, </w:t>
      </w:r>
      <w:r w:rsidR="008F7090" w:rsidRPr="003A0BBB">
        <w:t>que les opérations du Conseil de révision de la classe 1919 doivent avoir lieu précisément ce jour-là pour notre commune</w:t>
      </w:r>
      <w:r>
        <w:t xml:space="preserve">. </w:t>
      </w:r>
      <w:r w:rsidR="008F7090" w:rsidRPr="003A0BBB">
        <w:t>Le maire est obligé d</w:t>
      </w:r>
      <w:r>
        <w:t>’</w:t>
      </w:r>
      <w:r w:rsidR="008F7090" w:rsidRPr="003A0BBB">
        <w:t>y assister</w:t>
      </w:r>
      <w:r>
        <w:t xml:space="preserve">. </w:t>
      </w:r>
      <w:r w:rsidR="008F7090" w:rsidRPr="003A0BBB">
        <w:t>Il y a bien les adjoints</w:t>
      </w:r>
      <w:r>
        <w:t xml:space="preserve">, </w:t>
      </w:r>
      <w:r w:rsidR="008F7090" w:rsidRPr="003A0BBB">
        <w:t>mais la salle ne sera pas libre</w:t>
      </w:r>
      <w:r>
        <w:t>. M. </w:t>
      </w:r>
      <w:r w:rsidR="008F7090" w:rsidRPr="003A0BBB">
        <w:t>le maire me charge</w:t>
      </w:r>
      <w:r>
        <w:t xml:space="preserve">, </w:t>
      </w:r>
      <w:r w:rsidR="008F7090" w:rsidRPr="003A0BBB">
        <w:t>dans ces conditions</w:t>
      </w:r>
      <w:r>
        <w:t xml:space="preserve">, </w:t>
      </w:r>
      <w:r w:rsidR="008F7090" w:rsidRPr="003A0BBB">
        <w:t>de vous demander</w:t>
      </w:r>
      <w:r>
        <w:t>…</w:t>
      </w:r>
    </w:p>
    <w:p w14:paraId="4429C389" w14:textId="77777777" w:rsidR="003A6D8D" w:rsidRDefault="003A6D8D" w:rsidP="008F7090">
      <w:r>
        <w:t>— </w:t>
      </w:r>
      <w:r w:rsidR="008F7090" w:rsidRPr="003A0BBB">
        <w:t>De remettre la date</w:t>
      </w:r>
      <w:r>
        <w:t> ?</w:t>
      </w:r>
    </w:p>
    <w:p w14:paraId="440F0BF4" w14:textId="77777777" w:rsidR="003A6D8D" w:rsidRDefault="003A6D8D" w:rsidP="008F7090">
      <w:r>
        <w:lastRenderedPageBreak/>
        <w:t>— </w:t>
      </w:r>
      <w:r w:rsidR="008F7090" w:rsidRPr="003A0BBB">
        <w:t>Ou de l</w:t>
      </w:r>
      <w:r>
        <w:t>’</w:t>
      </w:r>
      <w:r w:rsidR="008F7090" w:rsidRPr="003A0BBB">
        <w:t>avancer</w:t>
      </w:r>
      <w:r>
        <w:t xml:space="preserve">, </w:t>
      </w:r>
      <w:r w:rsidR="008F7090" w:rsidRPr="003A0BBB">
        <w:t>madame</w:t>
      </w:r>
      <w:r>
        <w:t xml:space="preserve">, </w:t>
      </w:r>
      <w:r w:rsidR="008F7090" w:rsidRPr="003A0BBB">
        <w:t>à votre choix</w:t>
      </w:r>
      <w:r>
        <w:t xml:space="preserve">. </w:t>
      </w:r>
      <w:r w:rsidR="008F7090" w:rsidRPr="003A0BBB">
        <w:t>Tous les jours de cette semaine</w:t>
      </w:r>
      <w:r>
        <w:t xml:space="preserve">, </w:t>
      </w:r>
      <w:r w:rsidR="008F7090" w:rsidRPr="003A0BBB">
        <w:t>sauf samedi</w:t>
      </w:r>
      <w:r>
        <w:t xml:space="preserve">, </w:t>
      </w:r>
      <w:r w:rsidR="008F7090" w:rsidRPr="003A0BBB">
        <w:t>sont disponibles</w:t>
      </w:r>
      <w:r>
        <w:t xml:space="preserve">. </w:t>
      </w:r>
      <w:r w:rsidR="008F7090" w:rsidRPr="003A0BBB">
        <w:t>Nous sommes en règle pour les publications</w:t>
      </w:r>
      <w:r>
        <w:t xml:space="preserve">. </w:t>
      </w:r>
      <w:r w:rsidR="008F7090" w:rsidRPr="003A0BBB">
        <w:t>On pourrait prendre mercredi</w:t>
      </w:r>
      <w:r>
        <w:t xml:space="preserve">, </w:t>
      </w:r>
      <w:r w:rsidR="008F7090" w:rsidRPr="003A0BBB">
        <w:t>par exemple</w:t>
      </w:r>
      <w:r>
        <w:t>.</w:t>
      </w:r>
    </w:p>
    <w:p w14:paraId="1044D64D" w14:textId="77777777" w:rsidR="003A6D8D" w:rsidRDefault="003A6D8D" w:rsidP="008F7090">
      <w:r>
        <w:t>— </w:t>
      </w:r>
      <w:r w:rsidR="008F7090" w:rsidRPr="003A0BBB">
        <w:t>Mercredi prochain</w:t>
      </w:r>
      <w:r>
        <w:t xml:space="preserve"> ? </w:t>
      </w:r>
      <w:r w:rsidR="008F7090" w:rsidRPr="003A0BBB">
        <w:t>Mais c</w:t>
      </w:r>
      <w:r>
        <w:t>’</w:t>
      </w:r>
      <w:r w:rsidR="008F7090" w:rsidRPr="003A0BBB">
        <w:t>est après-demain</w:t>
      </w:r>
      <w:r>
        <w:t> !…</w:t>
      </w:r>
    </w:p>
    <w:p w14:paraId="4E5D5871" w14:textId="77777777" w:rsidR="003A6D8D" w:rsidRDefault="003A6D8D" w:rsidP="008F7090">
      <w:r>
        <w:t>— </w:t>
      </w:r>
      <w:r w:rsidR="008F7090" w:rsidRPr="003A0BBB">
        <w:t>Ou un autre jour</w:t>
      </w:r>
      <w:r>
        <w:t xml:space="preserve">, </w:t>
      </w:r>
      <w:r w:rsidR="008F7090" w:rsidRPr="003A0BBB">
        <w:t>madame</w:t>
      </w:r>
      <w:r>
        <w:t>.</w:t>
      </w:r>
    </w:p>
    <w:p w14:paraId="77FBB321" w14:textId="77777777" w:rsidR="003A6D8D" w:rsidRDefault="003A6D8D" w:rsidP="008F7090">
      <w:r>
        <w:t>— </w:t>
      </w:r>
      <w:r w:rsidR="008F7090" w:rsidRPr="003A0BBB">
        <w:t>Moi</w:t>
      </w:r>
      <w:r>
        <w:t xml:space="preserve">, </w:t>
      </w:r>
      <w:r w:rsidR="008F7090" w:rsidRPr="003A0BBB">
        <w:t>n</w:t>
      </w:r>
      <w:r>
        <w:t>’</w:t>
      </w:r>
      <w:r w:rsidR="008F7090" w:rsidRPr="003A0BBB">
        <w:t>est-ce pas</w:t>
      </w:r>
      <w:r>
        <w:t xml:space="preserve">, </w:t>
      </w:r>
      <w:r w:rsidR="008F7090" w:rsidRPr="003A0BBB">
        <w:t>je ne demande pas mieux</w:t>
      </w:r>
      <w:r>
        <w:t xml:space="preserve">. </w:t>
      </w:r>
      <w:r w:rsidR="008F7090" w:rsidRPr="003A0BBB">
        <w:t>Mais vous comprenez</w:t>
      </w:r>
      <w:r>
        <w:t xml:space="preserve">, </w:t>
      </w:r>
      <w:r w:rsidR="008F7090" w:rsidRPr="003A0BBB">
        <w:t>je ne suis pas seule à décider</w:t>
      </w:r>
      <w:r>
        <w:t xml:space="preserve">, </w:t>
      </w:r>
      <w:r w:rsidR="008F7090" w:rsidRPr="003A0BBB">
        <w:t>et alors</w:t>
      </w:r>
      <w:r>
        <w:t>…</w:t>
      </w:r>
    </w:p>
    <w:p w14:paraId="2E152C84" w14:textId="77777777" w:rsidR="003A6D8D" w:rsidRDefault="008F7090" w:rsidP="008F7090">
      <w:r w:rsidRPr="003A0BBB">
        <w:t>Mes yeux éperdus allaient de Franz à Camille</w:t>
      </w:r>
      <w:r w:rsidR="003A6D8D">
        <w:t xml:space="preserve">. </w:t>
      </w:r>
      <w:r w:rsidRPr="003A0BBB">
        <w:t>Celle-ci avait baissé la tête</w:t>
      </w:r>
      <w:r w:rsidR="003A6D8D">
        <w:t xml:space="preserve">. </w:t>
      </w:r>
      <w:r w:rsidRPr="003A0BBB">
        <w:t>Quant à lui</w:t>
      </w:r>
      <w:r w:rsidR="003A6D8D">
        <w:t xml:space="preserve">, </w:t>
      </w:r>
      <w:r w:rsidRPr="003A0BBB">
        <w:t>imperturbable</w:t>
      </w:r>
      <w:r w:rsidR="003A6D8D">
        <w:t xml:space="preserve">, </w:t>
      </w:r>
      <w:r w:rsidRPr="003A0BBB">
        <w:t>il venait d</w:t>
      </w:r>
      <w:r w:rsidR="003A6D8D">
        <w:t>’</w:t>
      </w:r>
      <w:r w:rsidRPr="003A0BBB">
        <w:t>avoir raison de sa noix</w:t>
      </w:r>
      <w:r w:rsidR="003A6D8D">
        <w:t>.</w:t>
      </w:r>
    </w:p>
    <w:p w14:paraId="70B6F58C" w14:textId="77777777" w:rsidR="003A6D8D" w:rsidRDefault="003A6D8D" w:rsidP="008F7090">
      <w:r>
        <w:t>— </w:t>
      </w:r>
      <w:r w:rsidR="008F7090" w:rsidRPr="003A0BBB">
        <w:t>Pour ma part</w:t>
      </w:r>
      <w:r>
        <w:t xml:space="preserve">, </w:t>
      </w:r>
      <w:r w:rsidR="008F7090" w:rsidRPr="003A0BBB">
        <w:t>dit-il délibérément</w:t>
      </w:r>
      <w:r>
        <w:t xml:space="preserve">, </w:t>
      </w:r>
      <w:r w:rsidR="008F7090" w:rsidRPr="003A0BBB">
        <w:t>la date d</w:t>
      </w:r>
      <w:r>
        <w:t>’</w:t>
      </w:r>
      <w:r w:rsidR="008F7090" w:rsidRPr="003A0BBB">
        <w:t>après-demain me convient à merveille</w:t>
      </w:r>
      <w:r>
        <w:t xml:space="preserve">. </w:t>
      </w:r>
      <w:r w:rsidR="008F7090" w:rsidRPr="003A0BBB">
        <w:t>Tout est prêt</w:t>
      </w:r>
      <w:r>
        <w:t xml:space="preserve">. </w:t>
      </w:r>
      <w:r w:rsidR="008F7090" w:rsidRPr="003A0BBB">
        <w:t>N</w:t>
      </w:r>
      <w:r>
        <w:t>’</w:t>
      </w:r>
      <w:r w:rsidR="008F7090" w:rsidRPr="003A0BBB">
        <w:t>est-ce pas</w:t>
      </w:r>
      <w:r>
        <w:t xml:space="preserve">, </w:t>
      </w:r>
      <w:r w:rsidR="008F7090" w:rsidRPr="003A0BBB">
        <w:t>Camille</w:t>
      </w:r>
      <w:r>
        <w:t xml:space="preserve"> ? </w:t>
      </w:r>
      <w:r w:rsidR="008F7090" w:rsidRPr="003A0BBB">
        <w:t>Réponds donc</w:t>
      </w:r>
      <w:r>
        <w:t>.</w:t>
      </w:r>
    </w:p>
    <w:p w14:paraId="5CA720C9" w14:textId="77777777" w:rsidR="003A6D8D" w:rsidRDefault="003A6D8D" w:rsidP="008F7090">
      <w:r>
        <w:t>— </w:t>
      </w:r>
      <w:r w:rsidR="008F7090" w:rsidRPr="003A0BBB">
        <w:t>Je veux bien</w:t>
      </w:r>
      <w:r>
        <w:t xml:space="preserve">, </w:t>
      </w:r>
      <w:r w:rsidR="008F7090" w:rsidRPr="003A0BBB">
        <w:t>murmura-t-elle</w:t>
      </w:r>
      <w:r>
        <w:t xml:space="preserve">, </w:t>
      </w:r>
      <w:r w:rsidR="008F7090" w:rsidRPr="003A0BBB">
        <w:t>inclinant la tête encore plus bas</w:t>
      </w:r>
      <w:r>
        <w:t>.</w:t>
      </w:r>
    </w:p>
    <w:p w14:paraId="5F0443FA" w14:textId="035C72B9" w:rsidR="003A6D8D" w:rsidRDefault="003A6D8D" w:rsidP="008F7090">
      <w:r>
        <w:t>— M. </w:t>
      </w:r>
      <w:r w:rsidR="008F7090" w:rsidRPr="003A0BBB">
        <w:t>le curé n</w:t>
      </w:r>
      <w:r>
        <w:t>’</w:t>
      </w:r>
      <w:r w:rsidR="008F7090" w:rsidRPr="003A0BBB">
        <w:t>est peut-être pas libre</w:t>
      </w:r>
      <w:r>
        <w:t>…</w:t>
      </w:r>
    </w:p>
    <w:p w14:paraId="3358D655" w14:textId="77777777" w:rsidR="003A6D8D" w:rsidRDefault="003A6D8D" w:rsidP="008F7090">
      <w:r>
        <w:t>— </w:t>
      </w:r>
      <w:r w:rsidR="008F7090" w:rsidRPr="003A0BBB">
        <w:t>Si</w:t>
      </w:r>
      <w:r>
        <w:t xml:space="preserve">, </w:t>
      </w:r>
      <w:r w:rsidR="008F7090" w:rsidRPr="003A0BBB">
        <w:t>madame</w:t>
      </w:r>
      <w:r>
        <w:t xml:space="preserve">. </w:t>
      </w:r>
      <w:r w:rsidR="008F7090" w:rsidRPr="003A0BBB">
        <w:t>Je l</w:t>
      </w:r>
      <w:r>
        <w:t>’</w:t>
      </w:r>
      <w:r w:rsidR="008F7090" w:rsidRPr="003A0BBB">
        <w:t>ai justement rencontré en venant</w:t>
      </w:r>
      <w:r>
        <w:t xml:space="preserve">. </w:t>
      </w:r>
      <w:r w:rsidR="008F7090" w:rsidRPr="003A0BBB">
        <w:t>Il est à votre entière disposition pour ce jour-là</w:t>
      </w:r>
      <w:r>
        <w:t>.</w:t>
      </w:r>
    </w:p>
    <w:p w14:paraId="4E39E240" w14:textId="77777777" w:rsidR="003A6D8D" w:rsidRDefault="003A6D8D" w:rsidP="008F7090">
      <w:r>
        <w:t>— </w:t>
      </w:r>
      <w:r w:rsidR="008F7090" w:rsidRPr="003A0BBB">
        <w:t>Nous avons invité les témoins à déjeuner et il faut bien que je</w:t>
      </w:r>
      <w:r>
        <w:t>…</w:t>
      </w:r>
    </w:p>
    <w:p w14:paraId="0E662AB8" w14:textId="77777777" w:rsidR="003A6D8D" w:rsidRDefault="003A6D8D" w:rsidP="008F7090">
      <w:r>
        <w:t>— </w:t>
      </w:r>
      <w:r w:rsidR="008F7090" w:rsidRPr="003A0BBB">
        <w:t>Oh</w:t>
      </w:r>
      <w:r>
        <w:t xml:space="preserve"> ! </w:t>
      </w:r>
      <w:r w:rsidR="008F7090" w:rsidRPr="003A0BBB">
        <w:t>fit Franz</w:t>
      </w:r>
      <w:r>
        <w:t xml:space="preserve">, </w:t>
      </w:r>
      <w:r w:rsidR="008F7090" w:rsidRPr="003A0BBB">
        <w:t>vous les avez prévenus</w:t>
      </w:r>
      <w:r>
        <w:t> :</w:t>
      </w:r>
    </w:p>
    <w:p w14:paraId="1D3B23F3" w14:textId="1DA9992E" w:rsidR="008F7090" w:rsidRPr="003A0BBB" w:rsidRDefault="003A6D8D" w:rsidP="008F7090">
      <w:r>
        <w:t>« </w:t>
      </w:r>
      <w:r w:rsidR="008F7090" w:rsidRPr="003A0BBB">
        <w:t>Un petit déjeuner très simple</w:t>
      </w:r>
      <w:r>
        <w:t>. »</w:t>
      </w:r>
    </w:p>
    <w:p w14:paraId="0326D12C" w14:textId="77777777" w:rsidR="003A6D8D" w:rsidRDefault="008F7090" w:rsidP="008F7090">
      <w:r w:rsidRPr="003A0BBB">
        <w:t>Il m</w:t>
      </w:r>
      <w:r w:rsidR="003A6D8D">
        <w:t>’</w:t>
      </w:r>
      <w:r w:rsidRPr="003A0BBB">
        <w:t>était impossible de m</w:t>
      </w:r>
      <w:r w:rsidR="003A6D8D">
        <w:t>’</w:t>
      </w:r>
      <w:r w:rsidRPr="003A0BBB">
        <w:t>obstiner davantage</w:t>
      </w:r>
      <w:r w:rsidR="003A6D8D">
        <w:t>.</w:t>
      </w:r>
    </w:p>
    <w:p w14:paraId="6131CB35" w14:textId="77777777" w:rsidR="003A6D8D" w:rsidRDefault="003A6D8D" w:rsidP="008F7090">
      <w:r>
        <w:t>— </w:t>
      </w:r>
      <w:r w:rsidR="008F7090" w:rsidRPr="003A0BBB">
        <w:t>Eh bien</w:t>
      </w:r>
      <w:r>
        <w:t xml:space="preserve">, </w:t>
      </w:r>
      <w:r w:rsidR="008F7090" w:rsidRPr="003A0BBB">
        <w:t>monsieur</w:t>
      </w:r>
      <w:r>
        <w:t xml:space="preserve">, </w:t>
      </w:r>
      <w:r w:rsidR="008F7090" w:rsidRPr="003A0BBB">
        <w:t>c</w:t>
      </w:r>
      <w:r>
        <w:t>’</w:t>
      </w:r>
      <w:r w:rsidR="008F7090" w:rsidRPr="003A0BBB">
        <w:t>est entendu</w:t>
      </w:r>
      <w:r>
        <w:t xml:space="preserve">, </w:t>
      </w:r>
      <w:r w:rsidR="008F7090" w:rsidRPr="003A0BBB">
        <w:t>à après-demain</w:t>
      </w:r>
      <w:r>
        <w:t xml:space="preserve">, </w:t>
      </w:r>
      <w:r w:rsidR="008F7090" w:rsidRPr="003A0BBB">
        <w:t>dis-je faiblement</w:t>
      </w:r>
      <w:r>
        <w:t>.</w:t>
      </w:r>
    </w:p>
    <w:p w14:paraId="72B825A3" w14:textId="033346DA" w:rsidR="008F7090" w:rsidRPr="003A0BBB" w:rsidRDefault="008F7090" w:rsidP="008F7090"/>
    <w:p w14:paraId="108E0EBC" w14:textId="77777777" w:rsidR="003A6D8D" w:rsidRDefault="008F7090" w:rsidP="008F7090">
      <w:r w:rsidRPr="003A0BBB">
        <w:t>Qu</w:t>
      </w:r>
      <w:r w:rsidR="003A6D8D">
        <w:t>’</w:t>
      </w:r>
      <w:r w:rsidRPr="003A0BBB">
        <w:t>on ne s</w:t>
      </w:r>
      <w:r w:rsidR="003A6D8D">
        <w:t>’</w:t>
      </w:r>
      <w:r w:rsidRPr="003A0BBB">
        <w:t>attende pas à une analyse lucide des heures qui suivirent</w:t>
      </w:r>
      <w:r w:rsidR="003A6D8D">
        <w:t xml:space="preserve">. </w:t>
      </w:r>
      <w:r w:rsidRPr="003A0BBB">
        <w:t>Elles sont encore</w:t>
      </w:r>
      <w:r w:rsidR="003A6D8D">
        <w:t xml:space="preserve">, </w:t>
      </w:r>
      <w:r w:rsidRPr="003A0BBB">
        <w:t>quand je m</w:t>
      </w:r>
      <w:r w:rsidR="003A6D8D">
        <w:t>’</w:t>
      </w:r>
      <w:r w:rsidRPr="003A0BBB">
        <w:t>efforce d</w:t>
      </w:r>
      <w:r w:rsidR="003A6D8D">
        <w:t>’</w:t>
      </w:r>
      <w:r w:rsidRPr="003A0BBB">
        <w:t>y repenser</w:t>
      </w:r>
      <w:r w:rsidR="003A6D8D">
        <w:t xml:space="preserve">, </w:t>
      </w:r>
      <w:r w:rsidRPr="003A0BBB">
        <w:t>les plus confuses de ma vie</w:t>
      </w:r>
      <w:r w:rsidR="003A6D8D">
        <w:t xml:space="preserve">. </w:t>
      </w:r>
      <w:r w:rsidRPr="003A0BBB">
        <w:t>J</w:t>
      </w:r>
      <w:r w:rsidR="003A6D8D">
        <w:t>’</w:t>
      </w:r>
      <w:r w:rsidRPr="003A0BBB">
        <w:t>employai le reste de la journée</w:t>
      </w:r>
      <w:r w:rsidR="003A6D8D">
        <w:t xml:space="preserve">, </w:t>
      </w:r>
      <w:r w:rsidRPr="003A0BBB">
        <w:t>et toute celle du lendemain</w:t>
      </w:r>
      <w:r w:rsidR="003A6D8D">
        <w:t xml:space="preserve">, </w:t>
      </w:r>
      <w:r w:rsidRPr="003A0BBB">
        <w:t>aux besognes les plus rudes</w:t>
      </w:r>
      <w:r w:rsidR="003A6D8D">
        <w:t xml:space="preserve">, </w:t>
      </w:r>
      <w:r w:rsidRPr="003A0BBB">
        <w:t>voire les plus rebutantes</w:t>
      </w:r>
      <w:r w:rsidR="003A6D8D">
        <w:t xml:space="preserve">. </w:t>
      </w:r>
      <w:r w:rsidRPr="003A0BBB">
        <w:t>Maria</w:t>
      </w:r>
      <w:r w:rsidR="003A6D8D">
        <w:t xml:space="preserve">, </w:t>
      </w:r>
      <w:r w:rsidRPr="003A0BBB">
        <w:t>bousculée comme elle ne l</w:t>
      </w:r>
      <w:r w:rsidR="003A6D8D">
        <w:t>’</w:t>
      </w:r>
      <w:r w:rsidRPr="003A0BBB">
        <w:t>avait jamais été et passant d</w:t>
      </w:r>
      <w:r w:rsidR="003A6D8D">
        <w:t>’</w:t>
      </w:r>
      <w:r w:rsidRPr="003A0BBB">
        <w:t>ailleurs son temps à courir à la ville et à en revenir</w:t>
      </w:r>
      <w:r w:rsidR="003A6D8D">
        <w:t xml:space="preserve">, </w:t>
      </w:r>
      <w:r w:rsidRPr="003A0BBB">
        <w:t>ne me fut que d</w:t>
      </w:r>
      <w:r w:rsidR="003A6D8D">
        <w:t>’</w:t>
      </w:r>
      <w:r w:rsidRPr="003A0BBB">
        <w:t>une maigre assistance</w:t>
      </w:r>
      <w:r w:rsidR="003A6D8D">
        <w:t xml:space="preserve">. </w:t>
      </w:r>
      <w:r w:rsidRPr="003A0BBB">
        <w:t>Camille m</w:t>
      </w:r>
      <w:r w:rsidR="003A6D8D">
        <w:t>’</w:t>
      </w:r>
      <w:r w:rsidRPr="003A0BBB">
        <w:t>aurait bien aidée</w:t>
      </w:r>
      <w:r w:rsidR="003A6D8D">
        <w:t xml:space="preserve">, </w:t>
      </w:r>
      <w:r w:rsidRPr="003A0BBB">
        <w:t>mais elle n</w:t>
      </w:r>
      <w:r w:rsidR="003A6D8D">
        <w:t>’</w:t>
      </w:r>
      <w:r w:rsidRPr="003A0BBB">
        <w:t>osa même pas</w:t>
      </w:r>
      <w:r w:rsidR="003A6D8D">
        <w:t xml:space="preserve">, </w:t>
      </w:r>
      <w:r w:rsidRPr="003A0BBB">
        <w:t>la pauvre enfant</w:t>
      </w:r>
      <w:r w:rsidR="003A6D8D">
        <w:t xml:space="preserve">, </w:t>
      </w:r>
      <w:r w:rsidRPr="003A0BBB">
        <w:t>me proposer son concours</w:t>
      </w:r>
      <w:r w:rsidR="003A6D8D">
        <w:t xml:space="preserve">. </w:t>
      </w:r>
      <w:r w:rsidRPr="003A0BBB">
        <w:t>Je ne parle pas de Franz</w:t>
      </w:r>
      <w:r w:rsidR="003A6D8D">
        <w:t xml:space="preserve">, </w:t>
      </w:r>
      <w:r w:rsidRPr="003A0BBB">
        <w:t>qu</w:t>
      </w:r>
      <w:r w:rsidR="003A6D8D">
        <w:t>’</w:t>
      </w:r>
      <w:r w:rsidRPr="003A0BBB">
        <w:t>on ne vit qu</w:t>
      </w:r>
      <w:r w:rsidR="003A6D8D">
        <w:t>’</w:t>
      </w:r>
      <w:r w:rsidRPr="003A0BBB">
        <w:t>à peine</w:t>
      </w:r>
      <w:r w:rsidR="003A6D8D">
        <w:t xml:space="preserve">, </w:t>
      </w:r>
      <w:r w:rsidRPr="003A0BBB">
        <w:t>et seulement aux heures des repas</w:t>
      </w:r>
      <w:r w:rsidR="003A6D8D">
        <w:t xml:space="preserve">. </w:t>
      </w:r>
      <w:r w:rsidRPr="003A0BBB">
        <w:t>Il ne quitta pas sa chambre</w:t>
      </w:r>
      <w:r w:rsidR="003A6D8D">
        <w:t xml:space="preserve">. </w:t>
      </w:r>
      <w:r w:rsidRPr="003A0BBB">
        <w:t>Le lendemain du second jour</w:t>
      </w:r>
      <w:r w:rsidR="003A6D8D">
        <w:t xml:space="preserve">, </w:t>
      </w:r>
      <w:r w:rsidRPr="003A0BBB">
        <w:t>Maria me montra avec effroi le vase de cuivre qui lui servait de cendrier aux trois quart plein</w:t>
      </w:r>
      <w:r w:rsidR="003A6D8D">
        <w:t xml:space="preserve">. </w:t>
      </w:r>
      <w:r w:rsidRPr="003A0BBB">
        <w:t>Il avait dû ne pas cesser de fumer</w:t>
      </w:r>
      <w:r w:rsidR="003A6D8D">
        <w:t>.</w:t>
      </w:r>
    </w:p>
    <w:p w14:paraId="5BB1C1F6" w14:textId="77777777" w:rsidR="003A6D8D" w:rsidRDefault="008F7090" w:rsidP="008F7090">
      <w:r w:rsidRPr="003A0BBB">
        <w:t>Ils devaient se marier lui en jaquette</w:t>
      </w:r>
      <w:r w:rsidR="003A6D8D">
        <w:t xml:space="preserve">, </w:t>
      </w:r>
      <w:r w:rsidRPr="003A0BBB">
        <w:t>et Camille en costume tailleur</w:t>
      </w:r>
      <w:r w:rsidR="003A6D8D">
        <w:t xml:space="preserve">. </w:t>
      </w:r>
      <w:r w:rsidRPr="003A0BBB">
        <w:t>La guerre autorisait cette dérogation à la coutume d</w:t>
      </w:r>
      <w:r w:rsidR="003A6D8D">
        <w:t>’</w:t>
      </w:r>
      <w:r w:rsidRPr="003A0BBB">
        <w:t>un pays où habit et parure d</w:t>
      </w:r>
      <w:r w:rsidR="003A6D8D">
        <w:t>’</w:t>
      </w:r>
      <w:r w:rsidRPr="003A0BBB">
        <w:t>oranger sont de rigueur</w:t>
      </w:r>
      <w:r w:rsidR="003A6D8D">
        <w:t xml:space="preserve">. </w:t>
      </w:r>
      <w:r w:rsidRPr="003A0BBB">
        <w:t>Je n</w:t>
      </w:r>
      <w:r w:rsidR="003A6D8D">
        <w:t>’</w:t>
      </w:r>
      <w:r w:rsidRPr="003A0BBB">
        <w:t>avais pas de ce chef à m</w:t>
      </w:r>
      <w:r w:rsidR="003A6D8D">
        <w:t>’</w:t>
      </w:r>
      <w:r w:rsidRPr="003A0BBB">
        <w:t>inquiéter de ces détails de toilette nuptiale</w:t>
      </w:r>
      <w:r w:rsidR="003A6D8D">
        <w:t xml:space="preserve">, </w:t>
      </w:r>
      <w:r w:rsidRPr="003A0BBB">
        <w:t>dont une mère consent difficilement d</w:t>
      </w:r>
      <w:r w:rsidR="003A6D8D">
        <w:t>’</w:t>
      </w:r>
      <w:r w:rsidRPr="003A0BBB">
        <w:t>habitude à ne pas s</w:t>
      </w:r>
      <w:r w:rsidR="003A6D8D">
        <w:t>’</w:t>
      </w:r>
      <w:r w:rsidRPr="003A0BBB">
        <w:t>occuper en personne</w:t>
      </w:r>
      <w:r w:rsidR="003A6D8D">
        <w:t xml:space="preserve">. </w:t>
      </w:r>
      <w:r w:rsidRPr="003A0BBB">
        <w:t>Le déjeuner du lendemain</w:t>
      </w:r>
      <w:r w:rsidR="003A6D8D">
        <w:t xml:space="preserve">, </w:t>
      </w:r>
      <w:r w:rsidRPr="003A0BBB">
        <w:t>auquel se trouvaient seulement conviés le curé et les témoins</w:t>
      </w:r>
      <w:r w:rsidR="003A6D8D">
        <w:t xml:space="preserve">, </w:t>
      </w:r>
      <w:r w:rsidRPr="003A0BBB">
        <w:t>ne me donnait guère non plus de prétexte à dépenser mon activité</w:t>
      </w:r>
      <w:r w:rsidR="003A6D8D">
        <w:t xml:space="preserve">. </w:t>
      </w:r>
      <w:r w:rsidRPr="003A0BBB">
        <w:t>Il me fallut donc recourir à un bouleversement général de la maison</w:t>
      </w:r>
      <w:r w:rsidR="003A6D8D">
        <w:t xml:space="preserve">, </w:t>
      </w:r>
      <w:r w:rsidRPr="003A0BBB">
        <w:t>qui avait d</w:t>
      </w:r>
      <w:r w:rsidR="003A6D8D">
        <w:t>’</w:t>
      </w:r>
      <w:r w:rsidRPr="003A0BBB">
        <w:t>ailleurs un réel besoin qu</w:t>
      </w:r>
      <w:r w:rsidR="003A6D8D">
        <w:t>’</w:t>
      </w:r>
      <w:r w:rsidRPr="003A0BBB">
        <w:t>on la passât un peu en revue</w:t>
      </w:r>
      <w:r w:rsidR="003A6D8D">
        <w:t xml:space="preserve">. </w:t>
      </w:r>
      <w:r w:rsidRPr="003A0BBB">
        <w:t>Depuis deux mois</w:t>
      </w:r>
      <w:r w:rsidR="003A6D8D">
        <w:t xml:space="preserve">, </w:t>
      </w:r>
      <w:r w:rsidRPr="003A0BBB">
        <w:t>je l</w:t>
      </w:r>
      <w:r w:rsidR="003A6D8D">
        <w:t>’</w:t>
      </w:r>
      <w:r w:rsidRPr="003A0BBB">
        <w:t>avais délaissée</w:t>
      </w:r>
      <w:r w:rsidR="003A6D8D">
        <w:t xml:space="preserve">, </w:t>
      </w:r>
      <w:r w:rsidRPr="003A0BBB">
        <w:t>à mesure que je m</w:t>
      </w:r>
      <w:r w:rsidR="003A6D8D">
        <w:t>’</w:t>
      </w:r>
      <w:r w:rsidRPr="003A0BBB">
        <w:t>étais mise à songer surtout à moi-même</w:t>
      </w:r>
      <w:r w:rsidR="003A6D8D">
        <w:t xml:space="preserve">. </w:t>
      </w:r>
      <w:r w:rsidRPr="003A0BBB">
        <w:t>Si dévouée que fût la petite Maria</w:t>
      </w:r>
      <w:r w:rsidR="003A6D8D">
        <w:t xml:space="preserve">, </w:t>
      </w:r>
      <w:r w:rsidRPr="003A0BBB">
        <w:t>elle ne pouvait suffire à tout</w:t>
      </w:r>
      <w:r w:rsidR="003A6D8D">
        <w:t xml:space="preserve">. </w:t>
      </w:r>
      <w:r w:rsidRPr="003A0BBB">
        <w:t>Au cours de ces deux journées</w:t>
      </w:r>
      <w:r w:rsidR="003A6D8D">
        <w:t xml:space="preserve">, </w:t>
      </w:r>
      <w:r w:rsidRPr="003A0BBB">
        <w:t>luttant contre la fatigue</w:t>
      </w:r>
      <w:r w:rsidR="003A6D8D">
        <w:t xml:space="preserve">, </w:t>
      </w:r>
      <w:r w:rsidRPr="003A0BBB">
        <w:t>contre la fièvre</w:t>
      </w:r>
      <w:r w:rsidR="003A6D8D">
        <w:t xml:space="preserve">, </w:t>
      </w:r>
      <w:r w:rsidRPr="003A0BBB">
        <w:t>j</w:t>
      </w:r>
      <w:r w:rsidR="003A6D8D">
        <w:t>’</w:t>
      </w:r>
      <w:r w:rsidRPr="003A0BBB">
        <w:t>eus toutes les occasions désirables de couvrir de poussière mes mains et mes vêtements</w:t>
      </w:r>
      <w:r w:rsidR="003A6D8D">
        <w:t>.</w:t>
      </w:r>
    </w:p>
    <w:p w14:paraId="1AD99333" w14:textId="77777777" w:rsidR="003A6D8D" w:rsidRDefault="008F7090" w:rsidP="008F7090">
      <w:r w:rsidRPr="003A0BBB">
        <w:lastRenderedPageBreak/>
        <w:t>Vers la fin de l</w:t>
      </w:r>
      <w:r w:rsidR="003A6D8D">
        <w:t>’</w:t>
      </w:r>
      <w:r w:rsidRPr="003A0BBB">
        <w:t>après-midi du second jour</w:t>
      </w:r>
      <w:r w:rsidR="003A6D8D">
        <w:t xml:space="preserve">, </w:t>
      </w:r>
      <w:r w:rsidRPr="003A0BBB">
        <w:t>je me trouvai avoir à peu près terminé ma tâche</w:t>
      </w:r>
      <w:r w:rsidR="003A6D8D">
        <w:t xml:space="preserve">. </w:t>
      </w:r>
      <w:r w:rsidRPr="003A0BBB">
        <w:t>La lumière commençait à baisser</w:t>
      </w:r>
      <w:r w:rsidR="003A6D8D">
        <w:t xml:space="preserve">. </w:t>
      </w:r>
      <w:r w:rsidRPr="003A0BBB">
        <w:t>La pluie</w:t>
      </w:r>
      <w:r w:rsidR="003A6D8D">
        <w:t xml:space="preserve">, </w:t>
      </w:r>
      <w:r w:rsidRPr="003A0BBB">
        <w:t>qui était tombée sans arrêt depuis le matin</w:t>
      </w:r>
      <w:r w:rsidR="003A6D8D">
        <w:t xml:space="preserve">, </w:t>
      </w:r>
      <w:r w:rsidRPr="003A0BBB">
        <w:t>ajoutait sa plainte larmoyante à la détresse de l</w:t>
      </w:r>
      <w:r w:rsidR="003A6D8D">
        <w:t>’</w:t>
      </w:r>
      <w:r w:rsidRPr="003A0BBB">
        <w:t>ombre et du silence</w:t>
      </w:r>
      <w:r w:rsidR="003A6D8D">
        <w:t xml:space="preserve">. </w:t>
      </w:r>
      <w:r w:rsidRPr="003A0BBB">
        <w:t>Qui eût pu reconnaître cette demeure de Maguelonne rayonnant</w:t>
      </w:r>
      <w:r w:rsidR="003A6D8D">
        <w:t xml:space="preserve">, </w:t>
      </w:r>
      <w:r w:rsidRPr="003A0BBB">
        <w:t>un mois plus tôt</w:t>
      </w:r>
      <w:r w:rsidR="003A6D8D">
        <w:t xml:space="preserve">, </w:t>
      </w:r>
      <w:r w:rsidRPr="003A0BBB">
        <w:t>dans un automne de miel et d</w:t>
      </w:r>
      <w:r w:rsidR="003A6D8D">
        <w:t>’</w:t>
      </w:r>
      <w:r w:rsidRPr="003A0BBB">
        <w:t>or</w:t>
      </w:r>
      <w:r w:rsidR="003A6D8D">
        <w:t xml:space="preserve"> ! </w:t>
      </w:r>
      <w:r w:rsidRPr="003A0BBB">
        <w:t>Si je ne voulais pas perdre en une seconde le bénéfice de vingt-quatre heures de mouvement et de lutte</w:t>
      </w:r>
      <w:r w:rsidR="003A6D8D">
        <w:t xml:space="preserve">, </w:t>
      </w:r>
      <w:r w:rsidRPr="003A0BBB">
        <w:t>il me fallait trouver sur-le-champ une occupation</w:t>
      </w:r>
      <w:r w:rsidR="003A6D8D">
        <w:t xml:space="preserve">, </w:t>
      </w:r>
      <w:r w:rsidRPr="003A0BBB">
        <w:t>secouer les cendres de ce crépuscule</w:t>
      </w:r>
      <w:r w:rsidR="003A6D8D">
        <w:t xml:space="preserve">… </w:t>
      </w:r>
      <w:r w:rsidRPr="003A0BBB">
        <w:t>J</w:t>
      </w:r>
      <w:r w:rsidR="003A6D8D">
        <w:t>’</w:t>
      </w:r>
      <w:r w:rsidRPr="003A0BBB">
        <w:t>avisai donc les grands rideaux de reps de la salle à manger</w:t>
      </w:r>
      <w:r w:rsidR="003A6D8D">
        <w:t xml:space="preserve">. </w:t>
      </w:r>
      <w:r w:rsidRPr="003A0BBB">
        <w:t>Il y avait longtemps qu</w:t>
      </w:r>
      <w:r w:rsidR="003A6D8D">
        <w:t>’</w:t>
      </w:r>
      <w:r w:rsidRPr="003A0BBB">
        <w:t>ils n</w:t>
      </w:r>
      <w:r w:rsidR="003A6D8D">
        <w:t>’</w:t>
      </w:r>
      <w:r w:rsidRPr="003A0BBB">
        <w:t>avaient dû être battus</w:t>
      </w:r>
      <w:r w:rsidR="003A6D8D">
        <w:t>…</w:t>
      </w:r>
    </w:p>
    <w:p w14:paraId="59F919BE" w14:textId="77777777" w:rsidR="003A6D8D" w:rsidRDefault="008F7090" w:rsidP="008F7090">
      <w:r w:rsidRPr="003A0BBB">
        <w:t>Aussitôt</w:t>
      </w:r>
      <w:r w:rsidR="003A6D8D">
        <w:t xml:space="preserve">, </w:t>
      </w:r>
      <w:r w:rsidRPr="003A0BBB">
        <w:t>je me mis en devoir de démonter ceux de la première fenêtre</w:t>
      </w:r>
      <w:r w:rsidR="003A6D8D">
        <w:t xml:space="preserve">. </w:t>
      </w:r>
      <w:r w:rsidRPr="003A0BBB">
        <w:t>Mais</w:t>
      </w:r>
      <w:r w:rsidR="003A6D8D">
        <w:t xml:space="preserve">, </w:t>
      </w:r>
      <w:r w:rsidRPr="003A0BBB">
        <w:t>pour atteindre la tringle sur laquelle ils étaient montés</w:t>
      </w:r>
      <w:r w:rsidR="003A6D8D">
        <w:t xml:space="preserve">, </w:t>
      </w:r>
      <w:r w:rsidRPr="003A0BBB">
        <w:t>même en grimpant sur une chaise posée sur la table</w:t>
      </w:r>
      <w:r w:rsidR="003A6D8D">
        <w:t xml:space="preserve">, </w:t>
      </w:r>
      <w:r w:rsidRPr="003A0BBB">
        <w:t>je n</w:t>
      </w:r>
      <w:r w:rsidR="003A6D8D">
        <w:t>’</w:t>
      </w:r>
      <w:r w:rsidRPr="003A0BBB">
        <w:t>étais pas assez haute</w:t>
      </w:r>
      <w:r w:rsidR="003A6D8D">
        <w:t xml:space="preserve">. </w:t>
      </w:r>
      <w:r w:rsidRPr="003A0BBB">
        <w:t>Il me fallait avoir recours à une échelle</w:t>
      </w:r>
      <w:r w:rsidR="003A6D8D">
        <w:t xml:space="preserve">. </w:t>
      </w:r>
      <w:r w:rsidRPr="003A0BBB">
        <w:t>La seule qu</w:t>
      </w:r>
      <w:r w:rsidR="003A6D8D">
        <w:t>’</w:t>
      </w:r>
      <w:r w:rsidRPr="003A0BBB">
        <w:t>il y eût à Maguelonne se trouvait dans la remise</w:t>
      </w:r>
      <w:r w:rsidR="003A6D8D">
        <w:t xml:space="preserve">, </w:t>
      </w:r>
      <w:r w:rsidRPr="003A0BBB">
        <w:t>avec les outils de jardinage</w:t>
      </w:r>
      <w:r w:rsidR="003A6D8D">
        <w:t>.</w:t>
      </w:r>
    </w:p>
    <w:p w14:paraId="4DE7E0A6" w14:textId="77777777" w:rsidR="003A6D8D" w:rsidRDefault="008F7090" w:rsidP="008F7090">
      <w:r w:rsidRPr="003A0BBB">
        <w:t>On se souvient que</w:t>
      </w:r>
      <w:r w:rsidR="003A6D8D">
        <w:t xml:space="preserve">, </w:t>
      </w:r>
      <w:r w:rsidRPr="003A0BBB">
        <w:t>depuis l</w:t>
      </w:r>
      <w:r w:rsidR="003A6D8D">
        <w:t>’</w:t>
      </w:r>
      <w:r w:rsidRPr="003A0BBB">
        <w:t>arrivée de Camille et de Franz</w:t>
      </w:r>
      <w:r w:rsidR="003A6D8D">
        <w:t xml:space="preserve">, </w:t>
      </w:r>
      <w:r w:rsidRPr="003A0BBB">
        <w:t>cette remise était utilisée comme garage pour leur automobile</w:t>
      </w:r>
      <w:r w:rsidR="003A6D8D">
        <w:t xml:space="preserve">. </w:t>
      </w:r>
      <w:r w:rsidRPr="003A0BBB">
        <w:t>Construite en bois</w:t>
      </w:r>
      <w:r w:rsidR="003A6D8D">
        <w:t xml:space="preserve">, </w:t>
      </w:r>
      <w:r w:rsidRPr="003A0BBB">
        <w:t>elle ne faisait pas</w:t>
      </w:r>
      <w:r w:rsidR="003A6D8D">
        <w:t xml:space="preserve">, </w:t>
      </w:r>
      <w:r w:rsidRPr="003A0BBB">
        <w:t>à proprement parler</w:t>
      </w:r>
      <w:r w:rsidR="003A6D8D">
        <w:t xml:space="preserve">, </w:t>
      </w:r>
      <w:r w:rsidRPr="003A0BBB">
        <w:t>corps avec le reste des bâtiments de la maison</w:t>
      </w:r>
      <w:r w:rsidR="003A6D8D">
        <w:t xml:space="preserve">, </w:t>
      </w:r>
      <w:r w:rsidRPr="003A0BBB">
        <w:t>dont elle était pourtant dépendante</w:t>
      </w:r>
      <w:r w:rsidR="003A6D8D">
        <w:t xml:space="preserve">, </w:t>
      </w:r>
      <w:r w:rsidRPr="003A0BBB">
        <w:t>parce qu</w:t>
      </w:r>
      <w:r w:rsidR="003A6D8D">
        <w:t>’</w:t>
      </w:r>
      <w:r w:rsidRPr="003A0BBB">
        <w:t>elle s</w:t>
      </w:r>
      <w:r w:rsidR="003A6D8D">
        <w:t>’</w:t>
      </w:r>
      <w:r w:rsidRPr="003A0BBB">
        <w:t>adossait à la muraille de droite</w:t>
      </w:r>
      <w:r w:rsidR="003A6D8D">
        <w:t xml:space="preserve">. </w:t>
      </w:r>
      <w:r w:rsidRPr="003A0BBB">
        <w:t>Une de ses quatre cloisons se trouvait donc ainsi être en pierres</w:t>
      </w:r>
      <w:r w:rsidR="003A6D8D">
        <w:t xml:space="preserve">. </w:t>
      </w:r>
      <w:r w:rsidRPr="003A0BBB">
        <w:t>On accédait à cette remise par deux portes</w:t>
      </w:r>
      <w:r w:rsidR="003A6D8D">
        <w:t xml:space="preserve"> : </w:t>
      </w:r>
      <w:r w:rsidRPr="003A0BBB">
        <w:t>l</w:t>
      </w:r>
      <w:r w:rsidR="003A6D8D">
        <w:t>’</w:t>
      </w:r>
      <w:r w:rsidRPr="003A0BBB">
        <w:t>une</w:t>
      </w:r>
      <w:r w:rsidR="003A6D8D">
        <w:t xml:space="preserve">, </w:t>
      </w:r>
      <w:r w:rsidRPr="003A0BBB">
        <w:t>à deux battants</w:t>
      </w:r>
      <w:r w:rsidR="003A6D8D">
        <w:t xml:space="preserve">, </w:t>
      </w:r>
      <w:r w:rsidRPr="003A0BBB">
        <w:t>s</w:t>
      </w:r>
      <w:r w:rsidR="003A6D8D">
        <w:t>’</w:t>
      </w:r>
      <w:r w:rsidRPr="003A0BBB">
        <w:t>ouvrait sur le parc</w:t>
      </w:r>
      <w:r w:rsidR="003A6D8D">
        <w:t xml:space="preserve">. </w:t>
      </w:r>
      <w:r w:rsidRPr="003A0BBB">
        <w:t>C</w:t>
      </w:r>
      <w:r w:rsidR="003A6D8D">
        <w:t>’</w:t>
      </w:r>
      <w:r w:rsidRPr="003A0BBB">
        <w:t>était la porte normale</w:t>
      </w:r>
      <w:r w:rsidR="003A6D8D">
        <w:t xml:space="preserve">, </w:t>
      </w:r>
      <w:r w:rsidRPr="003A0BBB">
        <w:t>celle par laquelle l</w:t>
      </w:r>
      <w:r w:rsidR="003A6D8D">
        <w:t>’</w:t>
      </w:r>
      <w:r w:rsidRPr="003A0BBB">
        <w:t>automobile entrait et sortait</w:t>
      </w:r>
      <w:r w:rsidR="003A6D8D">
        <w:t xml:space="preserve">. </w:t>
      </w:r>
      <w:r w:rsidRPr="003A0BBB">
        <w:t>L</w:t>
      </w:r>
      <w:r w:rsidR="003A6D8D">
        <w:t>’</w:t>
      </w:r>
      <w:r w:rsidRPr="003A0BBB">
        <w:t>autre</w:t>
      </w:r>
      <w:r w:rsidR="003A6D8D">
        <w:t xml:space="preserve">, </w:t>
      </w:r>
      <w:r w:rsidRPr="003A0BBB">
        <w:t>vitrée et à un battant</w:t>
      </w:r>
      <w:r w:rsidR="003A6D8D">
        <w:t xml:space="preserve">, </w:t>
      </w:r>
      <w:r w:rsidRPr="003A0BBB">
        <w:t>était pratiquée dans le mur de la maison</w:t>
      </w:r>
      <w:r w:rsidR="003A6D8D">
        <w:t xml:space="preserve">. </w:t>
      </w:r>
      <w:r w:rsidRPr="003A0BBB">
        <w:t>Elle fermait un corridor d</w:t>
      </w:r>
      <w:r w:rsidR="003A6D8D">
        <w:t>’</w:t>
      </w:r>
      <w:r w:rsidRPr="003A0BBB">
        <w:t>environ cinq mètres</w:t>
      </w:r>
      <w:r w:rsidR="003A6D8D">
        <w:t xml:space="preserve">, </w:t>
      </w:r>
      <w:r w:rsidRPr="003A0BBB">
        <w:t>qui se terminait</w:t>
      </w:r>
      <w:r w:rsidR="003A6D8D">
        <w:t xml:space="preserve">, </w:t>
      </w:r>
      <w:r w:rsidRPr="003A0BBB">
        <w:t>à son autre extrémité</w:t>
      </w:r>
      <w:r w:rsidR="003A6D8D">
        <w:t xml:space="preserve">, </w:t>
      </w:r>
      <w:r w:rsidRPr="003A0BBB">
        <w:t>dans la buanderie attenant à la cuisine</w:t>
      </w:r>
      <w:r w:rsidR="003A6D8D">
        <w:t>.</w:t>
      </w:r>
    </w:p>
    <w:p w14:paraId="0B2E2200" w14:textId="77777777" w:rsidR="003A6D8D" w:rsidRDefault="008F7090" w:rsidP="008F7090">
      <w:r w:rsidRPr="003A0BBB">
        <w:lastRenderedPageBreak/>
        <w:t>Étant donnée la pluie qui tombait à torrent</w:t>
      </w:r>
      <w:r w:rsidR="003A6D8D">
        <w:t xml:space="preserve">, </w:t>
      </w:r>
      <w:r w:rsidRPr="003A0BBB">
        <w:t>ce fut naturellement ce couloir que je pris pour aller chercher mon échelle</w:t>
      </w:r>
      <w:r w:rsidR="003A6D8D">
        <w:t xml:space="preserve">. </w:t>
      </w:r>
      <w:r w:rsidRPr="003A0BBB">
        <w:t>Comme j</w:t>
      </w:r>
      <w:r w:rsidR="003A6D8D">
        <w:t>’</w:t>
      </w:r>
      <w:r w:rsidRPr="003A0BBB">
        <w:t>étais sur le point de mettre la main sur la poignée de la porte</w:t>
      </w:r>
      <w:r w:rsidR="003A6D8D">
        <w:t xml:space="preserve">, </w:t>
      </w:r>
      <w:r w:rsidRPr="003A0BBB">
        <w:t>j</w:t>
      </w:r>
      <w:r w:rsidR="003A6D8D">
        <w:t>’</w:t>
      </w:r>
      <w:r w:rsidRPr="003A0BBB">
        <w:t>eus tout juste le temps de m</w:t>
      </w:r>
      <w:r w:rsidR="003A6D8D">
        <w:t>’</w:t>
      </w:r>
      <w:r w:rsidRPr="003A0BBB">
        <w:t>arrêter</w:t>
      </w:r>
      <w:r w:rsidR="003A6D8D">
        <w:t xml:space="preserve">. </w:t>
      </w:r>
      <w:r w:rsidRPr="003A0BBB">
        <w:t>Je venais</w:t>
      </w:r>
      <w:r w:rsidR="003A6D8D">
        <w:t xml:space="preserve">, </w:t>
      </w:r>
      <w:r w:rsidRPr="003A0BBB">
        <w:t>à travers le carreau</w:t>
      </w:r>
      <w:r w:rsidR="003A6D8D">
        <w:t xml:space="preserve">, </w:t>
      </w:r>
      <w:r w:rsidRPr="003A0BBB">
        <w:t>d</w:t>
      </w:r>
      <w:r w:rsidR="003A6D8D">
        <w:t>’</w:t>
      </w:r>
      <w:r w:rsidRPr="003A0BBB">
        <w:t>apercevoir Franz dans la remise</w:t>
      </w:r>
      <w:r w:rsidR="003A6D8D">
        <w:t>.</w:t>
      </w:r>
    </w:p>
    <w:p w14:paraId="03BDE8B9" w14:textId="77777777" w:rsidR="003A6D8D" w:rsidRDefault="008F7090" w:rsidP="008F7090">
      <w:r w:rsidRPr="003A0BBB">
        <w:t>Agenouillé devant le capot de sa voiture</w:t>
      </w:r>
      <w:r w:rsidR="003A6D8D">
        <w:t xml:space="preserve">, </w:t>
      </w:r>
      <w:r w:rsidRPr="003A0BBB">
        <w:t>à la lueur tremblante d</w:t>
      </w:r>
      <w:r w:rsidR="003A6D8D">
        <w:t>’</w:t>
      </w:r>
      <w:r w:rsidRPr="003A0BBB">
        <w:t>une lampe à essence</w:t>
      </w:r>
      <w:r w:rsidR="003A6D8D">
        <w:t xml:space="preserve">, </w:t>
      </w:r>
      <w:r w:rsidRPr="003A0BBB">
        <w:t>il travaillait à un réglage quelconque d</w:t>
      </w:r>
      <w:r w:rsidR="003A6D8D">
        <w:t>’</w:t>
      </w:r>
      <w:r w:rsidRPr="003A0BBB">
        <w:t>une des pièces du mécanisme</w:t>
      </w:r>
      <w:r w:rsidR="003A6D8D">
        <w:t xml:space="preserve">. </w:t>
      </w:r>
      <w:r w:rsidRPr="003A0BBB">
        <w:t>Il me tournait le dos</w:t>
      </w:r>
      <w:r w:rsidR="003A6D8D">
        <w:t xml:space="preserve">. </w:t>
      </w:r>
      <w:r w:rsidRPr="003A0BBB">
        <w:t>Il se trouvait dans l</w:t>
      </w:r>
      <w:r w:rsidR="003A6D8D">
        <w:t>’</w:t>
      </w:r>
      <w:r w:rsidRPr="003A0BBB">
        <w:t>impossibilité de me voir</w:t>
      </w:r>
      <w:r w:rsidR="003A6D8D">
        <w:t xml:space="preserve">. </w:t>
      </w:r>
      <w:r w:rsidRPr="003A0BBB">
        <w:t>Remettant à plus tard l</w:t>
      </w:r>
      <w:r w:rsidR="003A6D8D">
        <w:t>’</w:t>
      </w:r>
      <w:r w:rsidRPr="003A0BBB">
        <w:t>instant de me procurer l</w:t>
      </w:r>
      <w:r w:rsidR="003A6D8D">
        <w:t>’</w:t>
      </w:r>
      <w:r w:rsidRPr="003A0BBB">
        <w:t>échelle</w:t>
      </w:r>
      <w:r w:rsidR="003A6D8D">
        <w:t xml:space="preserve">, </w:t>
      </w:r>
      <w:proofErr w:type="gramStart"/>
      <w:r w:rsidRPr="003A0BBB">
        <w:t>je fis</w:t>
      </w:r>
      <w:proofErr w:type="gramEnd"/>
      <w:r w:rsidRPr="003A0BBB">
        <w:t xml:space="preserve"> demi-tour et revins sur la pointe des pieds dans la buanderie</w:t>
      </w:r>
      <w:r w:rsidR="003A6D8D">
        <w:t xml:space="preserve">. </w:t>
      </w:r>
      <w:r w:rsidRPr="003A0BBB">
        <w:t>Je ne tenais en effet ni à le déranger dans son occupation</w:t>
      </w:r>
      <w:r w:rsidR="003A6D8D">
        <w:t xml:space="preserve">, </w:t>
      </w:r>
      <w:r w:rsidRPr="003A0BBB">
        <w:t>ni surtout à avoir l</w:t>
      </w:r>
      <w:r w:rsidR="003A6D8D">
        <w:t>’</w:t>
      </w:r>
      <w:r w:rsidRPr="003A0BBB">
        <w:t>air de provoquer en un tel endroit un entretien qu</w:t>
      </w:r>
      <w:r w:rsidR="003A6D8D">
        <w:t>’</w:t>
      </w:r>
      <w:r w:rsidRPr="003A0BBB">
        <w:t>il fuyait visiblement depuis plusieurs jours</w:t>
      </w:r>
      <w:r w:rsidR="003A6D8D">
        <w:t>.</w:t>
      </w:r>
    </w:p>
    <w:p w14:paraId="35752CEB" w14:textId="77777777" w:rsidR="003A6D8D" w:rsidRDefault="008F7090" w:rsidP="008F7090">
      <w:r w:rsidRPr="003A0BBB">
        <w:t>Vers six heures</w:t>
      </w:r>
      <w:r w:rsidR="003A6D8D">
        <w:t xml:space="preserve">, </w:t>
      </w:r>
      <w:r w:rsidRPr="003A0BBB">
        <w:t>comme j</w:t>
      </w:r>
      <w:r w:rsidR="003A6D8D">
        <w:t>’</w:t>
      </w:r>
      <w:r w:rsidRPr="003A0BBB">
        <w:t>étais en train de retirer du buffet les longues boîtes contenant l</w:t>
      </w:r>
      <w:r w:rsidR="003A6D8D">
        <w:t>’</w:t>
      </w:r>
      <w:r w:rsidRPr="003A0BBB">
        <w:t>argenterie</w:t>
      </w:r>
      <w:r w:rsidR="003A6D8D">
        <w:t xml:space="preserve">, </w:t>
      </w:r>
      <w:r w:rsidRPr="003A0BBB">
        <w:t>j</w:t>
      </w:r>
      <w:r w:rsidR="003A6D8D">
        <w:t>’</w:t>
      </w:r>
      <w:r w:rsidRPr="003A0BBB">
        <w:t>entendis les pas de Franz dans l</w:t>
      </w:r>
      <w:r w:rsidR="003A6D8D">
        <w:t>’</w:t>
      </w:r>
      <w:r w:rsidRPr="003A0BBB">
        <w:t>escalier</w:t>
      </w:r>
      <w:r w:rsidR="003A6D8D">
        <w:t xml:space="preserve">. </w:t>
      </w:r>
      <w:r w:rsidRPr="003A0BBB">
        <w:t>Il descendait de sa chambre</w:t>
      </w:r>
      <w:r w:rsidR="003A6D8D">
        <w:t xml:space="preserve">. </w:t>
      </w:r>
      <w:r w:rsidRPr="003A0BBB">
        <w:t>J</w:t>
      </w:r>
      <w:r w:rsidR="003A6D8D">
        <w:t>’</w:t>
      </w:r>
      <w:r w:rsidRPr="003A0BBB">
        <w:t>eus la surprise de le voir entrer dans la salle à manger</w:t>
      </w:r>
      <w:r w:rsidR="003A6D8D">
        <w:t>.</w:t>
      </w:r>
    </w:p>
    <w:p w14:paraId="6CDD1EAA" w14:textId="77777777" w:rsidR="003A6D8D" w:rsidRDefault="008F7090" w:rsidP="008F7090">
      <w:r w:rsidRPr="003A0BBB">
        <w:t>Depuis que le mauvais temps interdisait la terrasse</w:t>
      </w:r>
      <w:r w:rsidR="003A6D8D">
        <w:t xml:space="preserve">, </w:t>
      </w:r>
      <w:r w:rsidRPr="003A0BBB">
        <w:t>c</w:t>
      </w:r>
      <w:r w:rsidR="003A6D8D">
        <w:t>’</w:t>
      </w:r>
      <w:r w:rsidRPr="003A0BBB">
        <w:t>était là que nous prenions le thé</w:t>
      </w:r>
      <w:r w:rsidR="003A6D8D">
        <w:t xml:space="preserve">. </w:t>
      </w:r>
      <w:r w:rsidRPr="003A0BBB">
        <w:t>Mais il y avait plus de quinze jours</w:t>
      </w:r>
      <w:r w:rsidR="003A6D8D">
        <w:t xml:space="preserve">, </w:t>
      </w:r>
      <w:r w:rsidRPr="003A0BBB">
        <w:t>en raison d</w:t>
      </w:r>
      <w:r w:rsidR="003A6D8D">
        <w:t>’</w:t>
      </w:r>
      <w:r w:rsidRPr="003A0BBB">
        <w:t>incidents qu</w:t>
      </w:r>
      <w:r w:rsidR="003A6D8D">
        <w:t>’</w:t>
      </w:r>
      <w:r w:rsidRPr="003A0BBB">
        <w:t>on connaît</w:t>
      </w:r>
      <w:r w:rsidR="003A6D8D">
        <w:t xml:space="preserve">, </w:t>
      </w:r>
      <w:r w:rsidRPr="003A0BBB">
        <w:t>que nous n</w:t>
      </w:r>
      <w:r w:rsidR="003A6D8D">
        <w:t>’</w:t>
      </w:r>
      <w:r w:rsidRPr="003A0BBB">
        <w:t>avions profité de cette occasion de nous réunir</w:t>
      </w:r>
      <w:r w:rsidR="003A6D8D">
        <w:t>.</w:t>
      </w:r>
    </w:p>
    <w:p w14:paraId="48CD3326" w14:textId="77777777" w:rsidR="003A6D8D" w:rsidRDefault="003A6D8D" w:rsidP="008F7090">
      <w:r>
        <w:t>— </w:t>
      </w:r>
      <w:r w:rsidR="008F7090" w:rsidRPr="003A0BBB">
        <w:t>Brr</w:t>
      </w:r>
      <w:r>
        <w:t xml:space="preserve">, </w:t>
      </w:r>
      <w:r w:rsidR="008F7090" w:rsidRPr="003A0BBB">
        <w:t>fit Franz</w:t>
      </w:r>
      <w:r>
        <w:t xml:space="preserve">, </w:t>
      </w:r>
      <w:r w:rsidR="008F7090" w:rsidRPr="003A0BBB">
        <w:t>se frottant les mains</w:t>
      </w:r>
      <w:r>
        <w:t xml:space="preserve">, </w:t>
      </w:r>
      <w:r w:rsidR="008F7090" w:rsidRPr="003A0BBB">
        <w:t>je me suis laissé gagner par le froid</w:t>
      </w:r>
      <w:r>
        <w:t xml:space="preserve">, </w:t>
      </w:r>
      <w:r w:rsidR="008F7090" w:rsidRPr="003A0BBB">
        <w:t>là-haut</w:t>
      </w:r>
      <w:r>
        <w:t xml:space="preserve">. </w:t>
      </w:r>
      <w:r w:rsidR="008F7090" w:rsidRPr="003A0BBB">
        <w:t>Je prendrais bien une tasse de thé</w:t>
      </w:r>
      <w:r>
        <w:t xml:space="preserve">. </w:t>
      </w:r>
      <w:r w:rsidR="008F7090" w:rsidRPr="003A0BBB">
        <w:t>Quel temps</w:t>
      </w:r>
      <w:r>
        <w:t> !</w:t>
      </w:r>
    </w:p>
    <w:p w14:paraId="6676138B" w14:textId="77777777" w:rsidR="003A6D8D" w:rsidRDefault="008F7090" w:rsidP="008F7090">
      <w:r w:rsidRPr="003A0BBB">
        <w:t>L</w:t>
      </w:r>
      <w:r w:rsidR="003A6D8D">
        <w:t>’</w:t>
      </w:r>
      <w:r w:rsidRPr="003A0BBB">
        <w:t>averse fouettait les vitres noires</w:t>
      </w:r>
      <w:r w:rsidR="003A6D8D">
        <w:t xml:space="preserve">. </w:t>
      </w:r>
      <w:r w:rsidRPr="003A0BBB">
        <w:t>Les gouttières nous entouraient d</w:t>
      </w:r>
      <w:r w:rsidR="003A6D8D">
        <w:t>’</w:t>
      </w:r>
      <w:r w:rsidRPr="003A0BBB">
        <w:t>un obscur réseau de lamentations</w:t>
      </w:r>
      <w:r w:rsidR="003A6D8D">
        <w:t>.</w:t>
      </w:r>
    </w:p>
    <w:p w14:paraId="43729B12" w14:textId="77777777" w:rsidR="003A6D8D" w:rsidRDefault="008F7090" w:rsidP="008F7090">
      <w:r w:rsidRPr="003A0BBB">
        <w:t>Je fis signe à Maria</w:t>
      </w:r>
      <w:r w:rsidR="003A6D8D">
        <w:t xml:space="preserve">. </w:t>
      </w:r>
      <w:r w:rsidRPr="003A0BBB">
        <w:t>Bientôt tasses et bouilloires furent sur la table</w:t>
      </w:r>
      <w:r w:rsidR="003A6D8D">
        <w:t>.</w:t>
      </w:r>
    </w:p>
    <w:p w14:paraId="74898EB1" w14:textId="77777777" w:rsidR="003A6D8D" w:rsidRDefault="003A6D8D" w:rsidP="008F7090">
      <w:r>
        <w:lastRenderedPageBreak/>
        <w:t>— </w:t>
      </w:r>
      <w:r w:rsidR="008F7090" w:rsidRPr="003A0BBB">
        <w:t>Et Camille</w:t>
      </w:r>
      <w:r>
        <w:t xml:space="preserve"> ? </w:t>
      </w:r>
      <w:r w:rsidR="008F7090" w:rsidRPr="003A0BBB">
        <w:t>dit Franz</w:t>
      </w:r>
      <w:r>
        <w:t xml:space="preserve">. </w:t>
      </w:r>
      <w:r w:rsidR="008F7090" w:rsidRPr="003A0BBB">
        <w:t>Est-ce qu</w:t>
      </w:r>
      <w:r>
        <w:t>’</w:t>
      </w:r>
      <w:r w:rsidR="008F7090" w:rsidRPr="003A0BBB">
        <w:t>on ne la prévient pas</w:t>
      </w:r>
      <w:r>
        <w:t> ?</w:t>
      </w:r>
    </w:p>
    <w:p w14:paraId="55FFB4FE" w14:textId="77777777" w:rsidR="003A6D8D" w:rsidRDefault="008F7090" w:rsidP="008F7090">
      <w:r w:rsidRPr="003A0BBB">
        <w:t>Tandis que je disposais sur le buffet les couverts destinés au déjeuner du lendemain</w:t>
      </w:r>
      <w:r w:rsidR="003A6D8D">
        <w:t xml:space="preserve">, </w:t>
      </w:r>
      <w:r w:rsidRPr="003A0BBB">
        <w:t>Camille</w:t>
      </w:r>
      <w:r w:rsidR="003A6D8D">
        <w:t xml:space="preserve">, </w:t>
      </w:r>
      <w:r w:rsidRPr="003A0BBB">
        <w:t>qu</w:t>
      </w:r>
      <w:r w:rsidR="003A6D8D">
        <w:t>’</w:t>
      </w:r>
      <w:r w:rsidRPr="003A0BBB">
        <w:t>il était allé chercher</w:t>
      </w:r>
      <w:r w:rsidR="003A6D8D">
        <w:t xml:space="preserve">, </w:t>
      </w:r>
      <w:r w:rsidRPr="003A0BBB">
        <w:t>fit son entrée</w:t>
      </w:r>
      <w:r w:rsidR="003A6D8D">
        <w:t xml:space="preserve">. </w:t>
      </w:r>
      <w:r w:rsidRPr="003A0BBB">
        <w:t>Elle avait un sourire craintif</w:t>
      </w:r>
      <w:r w:rsidR="003A6D8D">
        <w:t xml:space="preserve">, </w:t>
      </w:r>
      <w:r w:rsidRPr="003A0BBB">
        <w:t>comme pour mendier un regard</w:t>
      </w:r>
      <w:r w:rsidR="003A6D8D">
        <w:t xml:space="preserve">, </w:t>
      </w:r>
      <w:r w:rsidRPr="003A0BBB">
        <w:t>une parole</w:t>
      </w:r>
      <w:r w:rsidR="003A6D8D">
        <w:t xml:space="preserve">. </w:t>
      </w:r>
      <w:r w:rsidRPr="003A0BBB">
        <w:t>J</w:t>
      </w:r>
      <w:r w:rsidR="003A6D8D">
        <w:t>’</w:t>
      </w:r>
      <w:r w:rsidRPr="003A0BBB">
        <w:t>eus l</w:t>
      </w:r>
      <w:r w:rsidR="003A6D8D">
        <w:t>’</w:t>
      </w:r>
      <w:r w:rsidRPr="003A0BBB">
        <w:t>air de ne pas m</w:t>
      </w:r>
      <w:r w:rsidR="003A6D8D">
        <w:t>’</w:t>
      </w:r>
      <w:r w:rsidRPr="003A0BBB">
        <w:t>en apercevoir</w:t>
      </w:r>
      <w:r w:rsidR="003A6D8D">
        <w:t>.</w:t>
      </w:r>
    </w:p>
    <w:p w14:paraId="251F9E45" w14:textId="77777777" w:rsidR="003A6D8D" w:rsidRDefault="008F7090" w:rsidP="008F7090">
      <w:r w:rsidRPr="003A0BBB">
        <w:t>Ils causèrent entre eux</w:t>
      </w:r>
      <w:r w:rsidR="003A6D8D">
        <w:t xml:space="preserve">, </w:t>
      </w:r>
      <w:r w:rsidRPr="003A0BBB">
        <w:t>tout en buvant leur thé</w:t>
      </w:r>
      <w:r w:rsidR="003A6D8D">
        <w:t xml:space="preserve">. </w:t>
      </w:r>
      <w:r w:rsidRPr="003A0BBB">
        <w:t>Je ne me souviens plus de quoi</w:t>
      </w:r>
      <w:r w:rsidR="003A6D8D">
        <w:t xml:space="preserve">. </w:t>
      </w:r>
      <w:r w:rsidRPr="003A0BBB">
        <w:t>De choses sans importance</w:t>
      </w:r>
      <w:r w:rsidR="003A6D8D">
        <w:t>.</w:t>
      </w:r>
    </w:p>
    <w:p w14:paraId="3FA01D35" w14:textId="77777777" w:rsidR="003A6D8D" w:rsidRDefault="008F7090" w:rsidP="008F7090">
      <w:r w:rsidRPr="003A0BBB">
        <w:t>Six heures et demie venaient de sonner lorsqu</w:t>
      </w:r>
      <w:r w:rsidR="003A6D8D">
        <w:t>’</w:t>
      </w:r>
      <w:r w:rsidRPr="003A0BBB">
        <w:t>elle se leva</w:t>
      </w:r>
      <w:r w:rsidR="003A6D8D">
        <w:t>.</w:t>
      </w:r>
    </w:p>
    <w:p w14:paraId="56587D73" w14:textId="77777777" w:rsidR="003A6D8D" w:rsidRDefault="003A6D8D" w:rsidP="008F7090">
      <w:r>
        <w:t>— </w:t>
      </w:r>
      <w:r w:rsidR="008F7090" w:rsidRPr="003A0BBB">
        <w:t>Où vas-tu</w:t>
      </w:r>
      <w:r>
        <w:t xml:space="preserve"> ? </w:t>
      </w:r>
      <w:r w:rsidR="008F7090" w:rsidRPr="003A0BBB">
        <w:t>demanda Franz</w:t>
      </w:r>
      <w:r>
        <w:t>.</w:t>
      </w:r>
    </w:p>
    <w:p w14:paraId="4E7A8A80" w14:textId="77777777" w:rsidR="003A6D8D" w:rsidRDefault="003A6D8D" w:rsidP="008F7090">
      <w:r>
        <w:t>— </w:t>
      </w:r>
      <w:r w:rsidR="008F7090" w:rsidRPr="003A0BBB">
        <w:t>Mettre mon imperméable</w:t>
      </w:r>
      <w:r>
        <w:t>.</w:t>
      </w:r>
    </w:p>
    <w:p w14:paraId="45E4FC2B" w14:textId="77777777" w:rsidR="003A6D8D" w:rsidRDefault="003A6D8D" w:rsidP="008F7090">
      <w:r>
        <w:t>— </w:t>
      </w:r>
      <w:r w:rsidR="008F7090" w:rsidRPr="003A0BBB">
        <w:t>Comment</w:t>
      </w:r>
      <w:r>
        <w:t xml:space="preserve">, </w:t>
      </w:r>
      <w:r w:rsidR="008F7090" w:rsidRPr="003A0BBB">
        <w:t>tu comptes aller à la poste</w:t>
      </w:r>
      <w:r>
        <w:t xml:space="preserve">, </w:t>
      </w:r>
      <w:r w:rsidR="008F7090" w:rsidRPr="003A0BBB">
        <w:t>par ce temps-là</w:t>
      </w:r>
      <w:r>
        <w:t> ?</w:t>
      </w:r>
    </w:p>
    <w:p w14:paraId="43E73B35" w14:textId="77777777" w:rsidR="003A6D8D" w:rsidRDefault="003A6D8D" w:rsidP="008F7090">
      <w:r>
        <w:t>— </w:t>
      </w:r>
      <w:r w:rsidR="008F7090" w:rsidRPr="003A0BBB">
        <w:t>J</w:t>
      </w:r>
      <w:r>
        <w:t>’</w:t>
      </w:r>
      <w:r w:rsidR="008F7090" w:rsidRPr="003A0BBB">
        <w:t>y tiens d</w:t>
      </w:r>
      <w:r>
        <w:t>’</w:t>
      </w:r>
      <w:r w:rsidR="008F7090" w:rsidRPr="003A0BBB">
        <w:t>autant plus que demain soir je n</w:t>
      </w:r>
      <w:r>
        <w:t>’</w:t>
      </w:r>
      <w:r w:rsidR="008F7090" w:rsidRPr="003A0BBB">
        <w:t>irai peut-être pas</w:t>
      </w:r>
      <w:r>
        <w:t xml:space="preserve">, </w:t>
      </w:r>
      <w:r w:rsidR="008F7090" w:rsidRPr="003A0BBB">
        <w:t>et je veux prier le receveur de m</w:t>
      </w:r>
      <w:r>
        <w:t>’</w:t>
      </w:r>
      <w:r w:rsidR="008F7090" w:rsidRPr="003A0BBB">
        <w:t>envoyer le courrier par son petit-neveu</w:t>
      </w:r>
      <w:r>
        <w:t xml:space="preserve">, </w:t>
      </w:r>
      <w:r w:rsidR="008F7090" w:rsidRPr="003A0BBB">
        <w:t>qui a une bicyclette</w:t>
      </w:r>
      <w:r>
        <w:t>.</w:t>
      </w:r>
    </w:p>
    <w:p w14:paraId="149FF399" w14:textId="77777777" w:rsidR="003A6D8D" w:rsidRDefault="003A6D8D" w:rsidP="008F7090">
      <w:r>
        <w:t>— </w:t>
      </w:r>
      <w:r w:rsidR="008F7090" w:rsidRPr="003A0BBB">
        <w:t>Veux-tu que j</w:t>
      </w:r>
      <w:r>
        <w:t>’</w:t>
      </w:r>
      <w:r w:rsidR="008F7090" w:rsidRPr="003A0BBB">
        <w:t>y aille à ta place</w:t>
      </w:r>
      <w:r>
        <w:t> ?</w:t>
      </w:r>
    </w:p>
    <w:p w14:paraId="59D16BDB" w14:textId="77777777" w:rsidR="003A6D8D" w:rsidRDefault="008F7090" w:rsidP="008F7090">
      <w:r w:rsidRPr="003A0BBB">
        <w:t>Il y avait longtemps qu</w:t>
      </w:r>
      <w:r w:rsidR="003A6D8D">
        <w:t>’</w:t>
      </w:r>
      <w:r w:rsidRPr="003A0BBB">
        <w:t>il ne lui avait fait cette offre</w:t>
      </w:r>
      <w:r w:rsidR="003A6D8D">
        <w:t xml:space="preserve">. </w:t>
      </w:r>
      <w:r w:rsidRPr="003A0BBB">
        <w:t>Je sentis combien son attention rendait heureuse la pauvre enfant</w:t>
      </w:r>
      <w:r w:rsidR="003A6D8D">
        <w:t xml:space="preserve">. </w:t>
      </w:r>
      <w:r w:rsidRPr="003A0BBB">
        <w:t>Elle répondit avec gaîté</w:t>
      </w:r>
      <w:r w:rsidR="003A6D8D">
        <w:t> :</w:t>
      </w:r>
    </w:p>
    <w:p w14:paraId="3AC022DD" w14:textId="77777777" w:rsidR="003A6D8D" w:rsidRDefault="003A6D8D" w:rsidP="008F7090">
      <w:r>
        <w:t>— </w:t>
      </w:r>
      <w:r w:rsidR="008F7090" w:rsidRPr="003A0BBB">
        <w:t>Pas du tout</w:t>
      </w:r>
      <w:r>
        <w:t xml:space="preserve">. </w:t>
      </w:r>
      <w:r w:rsidR="008F7090" w:rsidRPr="003A0BBB">
        <w:t>Je t</w:t>
      </w:r>
      <w:r>
        <w:t>’</w:t>
      </w:r>
      <w:r w:rsidR="008F7090" w:rsidRPr="003A0BBB">
        <w:t>interdis même de m</w:t>
      </w:r>
      <w:r>
        <w:t>’</w:t>
      </w:r>
      <w:r w:rsidR="008F7090" w:rsidRPr="003A0BBB">
        <w:t>accompagner</w:t>
      </w:r>
      <w:r>
        <w:t xml:space="preserve">. </w:t>
      </w:r>
      <w:r w:rsidR="008F7090" w:rsidRPr="003A0BBB">
        <w:t>On verra</w:t>
      </w:r>
      <w:r>
        <w:t xml:space="preserve">, </w:t>
      </w:r>
      <w:r w:rsidR="008F7090" w:rsidRPr="003A0BBB">
        <w:t>quand tu seras complètement remis</w:t>
      </w:r>
      <w:r>
        <w:t xml:space="preserve">, </w:t>
      </w:r>
      <w:r w:rsidR="008F7090" w:rsidRPr="003A0BBB">
        <w:t>et que vous fumerez moins</w:t>
      </w:r>
      <w:r>
        <w:t xml:space="preserve">, </w:t>
      </w:r>
      <w:r w:rsidR="008F7090" w:rsidRPr="003A0BBB">
        <w:t>monsieur</w:t>
      </w:r>
      <w:r>
        <w:t xml:space="preserve">. </w:t>
      </w:r>
      <w:r w:rsidR="008F7090" w:rsidRPr="003A0BBB">
        <w:t>À tout à l</w:t>
      </w:r>
      <w:r>
        <w:t>’</w:t>
      </w:r>
      <w:r w:rsidR="008F7090" w:rsidRPr="003A0BBB">
        <w:t>heure</w:t>
      </w:r>
      <w:r>
        <w:t xml:space="preserve">, </w:t>
      </w:r>
      <w:r w:rsidR="008F7090" w:rsidRPr="003A0BBB">
        <w:t>maman</w:t>
      </w:r>
      <w:r>
        <w:t>.</w:t>
      </w:r>
    </w:p>
    <w:p w14:paraId="22AF4826" w14:textId="77777777" w:rsidR="003A6D8D" w:rsidRDefault="008F7090" w:rsidP="008F7090">
      <w:r w:rsidRPr="003A0BBB">
        <w:t>Elle était encore là</w:t>
      </w:r>
      <w:r w:rsidR="003A6D8D">
        <w:t xml:space="preserve">, </w:t>
      </w:r>
      <w:r w:rsidRPr="003A0BBB">
        <w:t>debout</w:t>
      </w:r>
      <w:r w:rsidR="003A6D8D">
        <w:t xml:space="preserve">, </w:t>
      </w:r>
      <w:r w:rsidRPr="003A0BBB">
        <w:t>sur le pas de la porte</w:t>
      </w:r>
      <w:r w:rsidR="003A6D8D">
        <w:t xml:space="preserve">, </w:t>
      </w:r>
      <w:r w:rsidRPr="003A0BBB">
        <w:t>prête à disparaître dans la nuit</w:t>
      </w:r>
      <w:r w:rsidR="003A6D8D">
        <w:t>.</w:t>
      </w:r>
    </w:p>
    <w:p w14:paraId="091E42BA" w14:textId="77777777" w:rsidR="003A6D8D" w:rsidRDefault="003A6D8D" w:rsidP="008F7090">
      <w:r>
        <w:lastRenderedPageBreak/>
        <w:t>— </w:t>
      </w:r>
      <w:r w:rsidR="008F7090" w:rsidRPr="003A0BBB">
        <w:t>Camille</w:t>
      </w:r>
      <w:r>
        <w:t xml:space="preserve">, </w:t>
      </w:r>
      <w:r w:rsidR="008F7090" w:rsidRPr="003A0BBB">
        <w:t>murmurai-je alors</w:t>
      </w:r>
      <w:r>
        <w:t xml:space="preserve">, </w:t>
      </w:r>
      <w:r w:rsidR="008F7090" w:rsidRPr="003A0BBB">
        <w:t>Camille</w:t>
      </w:r>
      <w:r>
        <w:t> !</w:t>
      </w:r>
    </w:p>
    <w:p w14:paraId="3BCF1A65" w14:textId="77777777" w:rsidR="003A6D8D" w:rsidRDefault="003A6D8D" w:rsidP="008F7090">
      <w:r>
        <w:t>— </w:t>
      </w:r>
      <w:r w:rsidR="008F7090" w:rsidRPr="003A0BBB">
        <w:t>Tu as une commission à me faire</w:t>
      </w:r>
      <w:r>
        <w:t xml:space="preserve">, </w:t>
      </w:r>
      <w:r w:rsidR="008F7090" w:rsidRPr="003A0BBB">
        <w:t>maman</w:t>
      </w:r>
      <w:r>
        <w:t> ?</w:t>
      </w:r>
    </w:p>
    <w:p w14:paraId="5C3F3790" w14:textId="77777777" w:rsidR="003A6D8D" w:rsidRDefault="003A6D8D" w:rsidP="008F7090">
      <w:r>
        <w:t>— </w:t>
      </w:r>
      <w:r w:rsidR="008F7090" w:rsidRPr="003A0BBB">
        <w:t>Non</w:t>
      </w:r>
      <w:r>
        <w:t xml:space="preserve">… </w:t>
      </w:r>
      <w:r w:rsidR="008F7090" w:rsidRPr="003A0BBB">
        <w:t>rien</w:t>
      </w:r>
      <w:r>
        <w:t>.</w:t>
      </w:r>
    </w:p>
    <w:p w14:paraId="35428D8C" w14:textId="77777777" w:rsidR="003A6D8D" w:rsidRDefault="008F7090" w:rsidP="008F7090">
      <w:r w:rsidRPr="003A0BBB">
        <w:t>Je m</w:t>
      </w:r>
      <w:r w:rsidR="003A6D8D">
        <w:t>’</w:t>
      </w:r>
      <w:r w:rsidRPr="003A0BBB">
        <w:t>étais retournée vers mon argenterie</w:t>
      </w:r>
      <w:r w:rsidR="003A6D8D">
        <w:t xml:space="preserve">. </w:t>
      </w:r>
      <w:r w:rsidRPr="003A0BBB">
        <w:t>Je ne la vis même pas sortir</w:t>
      </w:r>
      <w:r w:rsidR="003A6D8D">
        <w:t>.</w:t>
      </w:r>
    </w:p>
    <w:p w14:paraId="21C4F1C7" w14:textId="77777777" w:rsidR="003A6D8D" w:rsidRDefault="008F7090" w:rsidP="008F7090">
      <w:r w:rsidRPr="003A0BBB">
        <w:t>Dehors</w:t>
      </w:r>
      <w:r w:rsidR="003A6D8D">
        <w:t xml:space="preserve">, </w:t>
      </w:r>
      <w:r w:rsidRPr="003A0BBB">
        <w:t>ce fut le déchaînement du moteur qu</w:t>
      </w:r>
      <w:r w:rsidR="003A6D8D">
        <w:t>’</w:t>
      </w:r>
      <w:r w:rsidRPr="003A0BBB">
        <w:t>elle mettait en marche</w:t>
      </w:r>
      <w:r w:rsidR="003A6D8D">
        <w:t xml:space="preserve">. </w:t>
      </w:r>
      <w:r w:rsidRPr="003A0BBB">
        <w:t>Puis</w:t>
      </w:r>
      <w:r w:rsidR="003A6D8D">
        <w:t xml:space="preserve">, </w:t>
      </w:r>
      <w:r w:rsidRPr="003A0BBB">
        <w:t>quand ce bruit eut cessé de se faire entendre sur la route</w:t>
      </w:r>
      <w:r w:rsidR="003A6D8D">
        <w:t xml:space="preserve">, </w:t>
      </w:r>
      <w:r w:rsidRPr="003A0BBB">
        <w:t>celui de la pluie</w:t>
      </w:r>
      <w:r w:rsidR="003A6D8D">
        <w:t xml:space="preserve">, </w:t>
      </w:r>
      <w:r w:rsidRPr="003A0BBB">
        <w:t>implacable et monotone</w:t>
      </w:r>
      <w:r w:rsidR="003A6D8D">
        <w:t xml:space="preserve">, </w:t>
      </w:r>
      <w:r w:rsidRPr="003A0BBB">
        <w:t>recommença</w:t>
      </w:r>
      <w:r w:rsidR="003A6D8D">
        <w:t>.</w:t>
      </w:r>
    </w:p>
    <w:p w14:paraId="054CFA30" w14:textId="77777777" w:rsidR="003A6D8D" w:rsidRDefault="008F7090" w:rsidP="008F7090">
      <w:r w:rsidRPr="003A0BBB">
        <w:t>Franz était allé s</w:t>
      </w:r>
      <w:r w:rsidR="003A6D8D">
        <w:t>’</w:t>
      </w:r>
      <w:r w:rsidRPr="003A0BBB">
        <w:t>asseoir devant la cheminée</w:t>
      </w:r>
      <w:r w:rsidR="003A6D8D">
        <w:t xml:space="preserve">. </w:t>
      </w:r>
      <w:r w:rsidRPr="003A0BBB">
        <w:t>Je hasardai un coup d</w:t>
      </w:r>
      <w:r w:rsidR="003A6D8D">
        <w:t>’</w:t>
      </w:r>
      <w:r w:rsidRPr="003A0BBB">
        <w:t>œil dans sa direction</w:t>
      </w:r>
      <w:r w:rsidR="003A6D8D">
        <w:t xml:space="preserve">. </w:t>
      </w:r>
      <w:r w:rsidRPr="003A0BBB">
        <w:t>Coudes sur les genoux</w:t>
      </w:r>
      <w:r w:rsidR="003A6D8D">
        <w:t xml:space="preserve">, </w:t>
      </w:r>
      <w:r w:rsidRPr="003A0BBB">
        <w:t>menton dans les mains</w:t>
      </w:r>
      <w:r w:rsidR="003A6D8D">
        <w:t xml:space="preserve">, </w:t>
      </w:r>
      <w:r w:rsidRPr="003A0BBB">
        <w:t>il demeurait immobile</w:t>
      </w:r>
      <w:r w:rsidR="003A6D8D">
        <w:t xml:space="preserve">. </w:t>
      </w:r>
      <w:r w:rsidRPr="003A0BBB">
        <w:t>Il paraissait rêver</w:t>
      </w:r>
      <w:r w:rsidR="003A6D8D">
        <w:t>.</w:t>
      </w:r>
    </w:p>
    <w:p w14:paraId="66A91EAE" w14:textId="77777777" w:rsidR="003A6D8D" w:rsidRDefault="008F7090" w:rsidP="008F7090">
      <w:r w:rsidRPr="003A0BBB">
        <w:t>Sur ces entrefaites</w:t>
      </w:r>
      <w:r w:rsidR="003A6D8D">
        <w:t xml:space="preserve">, </w:t>
      </w:r>
      <w:r w:rsidRPr="003A0BBB">
        <w:t>une bûche enflammée dégringola et couvrit la plaque du foyer d</w:t>
      </w:r>
      <w:r w:rsidR="003A6D8D">
        <w:t>’</w:t>
      </w:r>
      <w:r w:rsidRPr="003A0BBB">
        <w:t>une foule de charbons incandescents qui roulèrent jusque sur le plancher</w:t>
      </w:r>
      <w:r w:rsidR="003A6D8D">
        <w:t>.</w:t>
      </w:r>
    </w:p>
    <w:p w14:paraId="1C90AEDF" w14:textId="77777777" w:rsidR="003A6D8D" w:rsidRDefault="008F7090" w:rsidP="008F7090">
      <w:r w:rsidRPr="003A0BBB">
        <w:t>Maria s</w:t>
      </w:r>
      <w:r w:rsidR="003A6D8D">
        <w:t>’</w:t>
      </w:r>
      <w:r w:rsidRPr="003A0BBB">
        <w:t>était précipitée pour réparer le désastre</w:t>
      </w:r>
      <w:r w:rsidR="003A6D8D">
        <w:t xml:space="preserve">. </w:t>
      </w:r>
      <w:r w:rsidRPr="003A0BBB">
        <w:t>Je l</w:t>
      </w:r>
      <w:r w:rsidR="003A6D8D">
        <w:t>’</w:t>
      </w:r>
      <w:r w:rsidRPr="003A0BBB">
        <w:t>entendis pousser une exclamation</w:t>
      </w:r>
      <w:r w:rsidR="003A6D8D">
        <w:t>.</w:t>
      </w:r>
    </w:p>
    <w:p w14:paraId="677F2D40" w14:textId="77777777" w:rsidR="003A6D8D" w:rsidRDefault="003A6D8D" w:rsidP="008F7090">
      <w:r>
        <w:t>— </w:t>
      </w:r>
      <w:r w:rsidR="008F7090" w:rsidRPr="003A0BBB">
        <w:t>Oh</w:t>
      </w:r>
      <w:r>
        <w:t xml:space="preserve"> ! </w:t>
      </w:r>
      <w:r w:rsidR="008F7090" w:rsidRPr="003A0BBB">
        <w:t>Que Madame vienne voir</w:t>
      </w:r>
      <w:r>
        <w:t> !</w:t>
      </w:r>
    </w:p>
    <w:p w14:paraId="01612269" w14:textId="77777777" w:rsidR="003A6D8D" w:rsidRDefault="003A6D8D" w:rsidP="008F7090">
      <w:r>
        <w:t>— </w:t>
      </w:r>
      <w:r w:rsidR="008F7090" w:rsidRPr="003A0BBB">
        <w:t>Eh bien</w:t>
      </w:r>
      <w:r>
        <w:t> ?</w:t>
      </w:r>
    </w:p>
    <w:p w14:paraId="5633EBBA" w14:textId="77777777" w:rsidR="003A6D8D" w:rsidRDefault="003A6D8D" w:rsidP="008F7090">
      <w:r>
        <w:t>— </w:t>
      </w:r>
      <w:r w:rsidR="008F7090" w:rsidRPr="003A0BBB">
        <w:t>Les bottines de Monsieur</w:t>
      </w:r>
      <w:r>
        <w:t xml:space="preserve">. </w:t>
      </w:r>
      <w:r w:rsidR="008F7090" w:rsidRPr="003A0BBB">
        <w:t>Dans quel état il les a mises</w:t>
      </w:r>
      <w:r>
        <w:t> !</w:t>
      </w:r>
    </w:p>
    <w:p w14:paraId="5EB54FDB" w14:textId="77777777" w:rsidR="003A6D8D" w:rsidRDefault="003A6D8D" w:rsidP="008F7090">
      <w:r>
        <w:t>— </w:t>
      </w:r>
      <w:r w:rsidR="008F7090" w:rsidRPr="003A0BBB">
        <w:t>C</w:t>
      </w:r>
      <w:r>
        <w:t>’</w:t>
      </w:r>
      <w:r w:rsidR="008F7090" w:rsidRPr="003A0BBB">
        <w:t>est ma foi vrai</w:t>
      </w:r>
      <w:r>
        <w:t xml:space="preserve">, </w:t>
      </w:r>
      <w:r w:rsidR="008F7090" w:rsidRPr="003A0BBB">
        <w:t>dit Franz</w:t>
      </w:r>
      <w:r>
        <w:t>.</w:t>
      </w:r>
    </w:p>
    <w:p w14:paraId="6E5B1757" w14:textId="77777777" w:rsidR="003A6D8D" w:rsidRDefault="008F7090" w:rsidP="008F7090">
      <w:r w:rsidRPr="003A0BBB">
        <w:t>En même temps</w:t>
      </w:r>
      <w:r w:rsidR="003A6D8D">
        <w:t xml:space="preserve">, </w:t>
      </w:r>
      <w:r w:rsidRPr="003A0BBB">
        <w:t>il étendait une jambe</w:t>
      </w:r>
      <w:r w:rsidR="003A6D8D">
        <w:t xml:space="preserve">. </w:t>
      </w:r>
      <w:r w:rsidRPr="003A0BBB">
        <w:t>Sa bottine de toile grise apparut</w:t>
      </w:r>
      <w:r w:rsidR="003A6D8D">
        <w:t xml:space="preserve">, </w:t>
      </w:r>
      <w:r w:rsidRPr="003A0BBB">
        <w:t>toute maculée de taches</w:t>
      </w:r>
      <w:r w:rsidR="003A6D8D">
        <w:t xml:space="preserve">, </w:t>
      </w:r>
      <w:r w:rsidRPr="003A0BBB">
        <w:t>huileuses et jaunâtres</w:t>
      </w:r>
      <w:r w:rsidR="003A6D8D">
        <w:t>.</w:t>
      </w:r>
    </w:p>
    <w:p w14:paraId="5D43C44B" w14:textId="77777777" w:rsidR="003A6D8D" w:rsidRDefault="003A6D8D" w:rsidP="008F7090">
      <w:r>
        <w:t>— </w:t>
      </w:r>
      <w:r w:rsidR="008F7090" w:rsidRPr="003A0BBB">
        <w:t>Qu</w:t>
      </w:r>
      <w:r>
        <w:t>’</w:t>
      </w:r>
      <w:r w:rsidR="008F7090" w:rsidRPr="003A0BBB">
        <w:t>est-ce que diable cela peut être</w:t>
      </w:r>
      <w:r>
        <w:t> ?</w:t>
      </w:r>
    </w:p>
    <w:p w14:paraId="056DEDCC" w14:textId="77777777" w:rsidR="003A6D8D" w:rsidRDefault="003A6D8D" w:rsidP="008F7090">
      <w:r>
        <w:t>— </w:t>
      </w:r>
      <w:r w:rsidR="008F7090" w:rsidRPr="003A0BBB">
        <w:t>Monsieur veut-il que j</w:t>
      </w:r>
      <w:r>
        <w:t>’</w:t>
      </w:r>
      <w:r w:rsidR="008F7090" w:rsidRPr="003A0BBB">
        <w:t>essaie de les lui nettoyer</w:t>
      </w:r>
      <w:r>
        <w:t> ?</w:t>
      </w:r>
    </w:p>
    <w:p w14:paraId="2247EA5A" w14:textId="77777777" w:rsidR="003A6D8D" w:rsidRDefault="003A6D8D" w:rsidP="008F7090">
      <w:r>
        <w:lastRenderedPageBreak/>
        <w:t>— </w:t>
      </w:r>
      <w:r w:rsidR="008F7090" w:rsidRPr="003A0BBB">
        <w:t>Ce n</w:t>
      </w:r>
      <w:r>
        <w:t>’</w:t>
      </w:r>
      <w:r w:rsidR="008F7090" w:rsidRPr="003A0BBB">
        <w:t>est pas la peine</w:t>
      </w:r>
      <w:r>
        <w:t xml:space="preserve">. </w:t>
      </w:r>
      <w:r w:rsidR="008F7090" w:rsidRPr="003A0BBB">
        <w:t xml:space="preserve">Elles ne valaient plus </w:t>
      </w:r>
      <w:proofErr w:type="spellStart"/>
      <w:r w:rsidR="008F7090" w:rsidRPr="003A0BBB">
        <w:t>grand</w:t>
      </w:r>
      <w:r>
        <w:t>’</w:t>
      </w:r>
      <w:r w:rsidR="008F7090" w:rsidRPr="003A0BBB">
        <w:t>chose</w:t>
      </w:r>
      <w:proofErr w:type="spellEnd"/>
      <w:r>
        <w:t>.</w:t>
      </w:r>
    </w:p>
    <w:p w14:paraId="16720FF7" w14:textId="65485092" w:rsidR="008F7090" w:rsidRPr="003A0BBB" w:rsidRDefault="008F7090" w:rsidP="008F7090"/>
    <w:p w14:paraId="6F5FAE9C" w14:textId="77777777" w:rsidR="003A6D8D" w:rsidRDefault="008F7090" w:rsidP="008F7090">
      <w:r w:rsidRPr="003A0BBB">
        <w:t>La petite bonne se retira</w:t>
      </w:r>
      <w:r w:rsidR="003A6D8D">
        <w:t xml:space="preserve">. </w:t>
      </w:r>
      <w:r w:rsidRPr="003A0BBB">
        <w:t>Une demi-heure après</w:t>
      </w:r>
      <w:r w:rsidR="003A6D8D">
        <w:t xml:space="preserve">, </w:t>
      </w:r>
      <w:r w:rsidRPr="003A0BBB">
        <w:t>elle vint mettre le couvert et nous laissa de nouveau</w:t>
      </w:r>
      <w:r w:rsidR="003A6D8D">
        <w:t xml:space="preserve">. </w:t>
      </w:r>
      <w:r w:rsidRPr="003A0BBB">
        <w:t>Il me sembla à ce moment que Franz étouffait un soupir</w:t>
      </w:r>
      <w:r w:rsidR="003A6D8D">
        <w:t>.</w:t>
      </w:r>
    </w:p>
    <w:p w14:paraId="4412CE5E" w14:textId="77777777" w:rsidR="003A6D8D" w:rsidRDefault="008F7090" w:rsidP="008F7090">
      <w:r w:rsidRPr="003A0BBB">
        <w:t>Comme la pendule sonnait un coup</w:t>
      </w:r>
      <w:r w:rsidR="003A6D8D">
        <w:t xml:space="preserve">, </w:t>
      </w:r>
      <w:r w:rsidRPr="003A0BBB">
        <w:t>Maria reparut dans la salle à manger</w:t>
      </w:r>
      <w:r w:rsidR="003A6D8D">
        <w:t>.</w:t>
      </w:r>
    </w:p>
    <w:p w14:paraId="7A9CE916" w14:textId="77777777" w:rsidR="003A6D8D" w:rsidRDefault="003A6D8D" w:rsidP="008F7090">
      <w:r>
        <w:t>— </w:t>
      </w:r>
      <w:r w:rsidR="008F7090" w:rsidRPr="003A0BBB">
        <w:t>Madame</w:t>
      </w:r>
      <w:r>
        <w:t xml:space="preserve">, </w:t>
      </w:r>
      <w:r w:rsidR="008F7090" w:rsidRPr="003A0BBB">
        <w:t>dit-elle</w:t>
      </w:r>
      <w:r>
        <w:t xml:space="preserve">, </w:t>
      </w:r>
      <w:r w:rsidR="008F7090" w:rsidRPr="003A0BBB">
        <w:t>il est déjà huit heures et demie</w:t>
      </w:r>
      <w:r>
        <w:t xml:space="preserve">. </w:t>
      </w:r>
      <w:r w:rsidR="008F7090" w:rsidRPr="003A0BBB">
        <w:t>Et Mademoiselle qui n</w:t>
      </w:r>
      <w:r>
        <w:t>’</w:t>
      </w:r>
      <w:r w:rsidR="008F7090" w:rsidRPr="003A0BBB">
        <w:t>est pas encore rentrée</w:t>
      </w:r>
      <w:r>
        <w:t xml:space="preserve"> !… </w:t>
      </w:r>
      <w:r w:rsidR="008F7090" w:rsidRPr="003A0BBB">
        <w:t>Faut-il tout de même servir le potage</w:t>
      </w:r>
      <w:r>
        <w:t> ?</w:t>
      </w:r>
    </w:p>
    <w:p w14:paraId="7D17094E" w14:textId="2083C803" w:rsidR="008F7090" w:rsidRPr="003A0BBB" w:rsidRDefault="008F7090" w:rsidP="003A6D8D">
      <w:pPr>
        <w:pStyle w:val="Titre1"/>
      </w:pPr>
      <w:bookmarkStart w:id="16" w:name="_Toc196328817"/>
      <w:r w:rsidRPr="003A0BBB">
        <w:lastRenderedPageBreak/>
        <w:t>XVI</w:t>
      </w:r>
      <w:bookmarkEnd w:id="16"/>
    </w:p>
    <w:p w14:paraId="3CEEB942" w14:textId="77777777" w:rsidR="003A6D8D" w:rsidRDefault="008F7090" w:rsidP="008F7090">
      <w:r w:rsidRPr="003A0BBB">
        <w:t>La tête toujours baissée vers le manteau de la cheminée</w:t>
      </w:r>
      <w:r w:rsidR="003A6D8D">
        <w:t xml:space="preserve">, </w:t>
      </w:r>
      <w:r w:rsidRPr="003A0BBB">
        <w:t>Franz n</w:t>
      </w:r>
      <w:r w:rsidR="003A6D8D">
        <w:t>’</w:t>
      </w:r>
      <w:r w:rsidRPr="003A0BBB">
        <w:t>avait pas bougé</w:t>
      </w:r>
      <w:r w:rsidR="003A6D8D">
        <w:t>.</w:t>
      </w:r>
    </w:p>
    <w:p w14:paraId="701686DF" w14:textId="77777777" w:rsidR="003A6D8D" w:rsidRDefault="003A6D8D" w:rsidP="008F7090">
      <w:r>
        <w:t>— </w:t>
      </w:r>
      <w:r w:rsidR="008F7090" w:rsidRPr="003A0BBB">
        <w:t>Attends encore pour servir</w:t>
      </w:r>
      <w:r>
        <w:t xml:space="preserve">, </w:t>
      </w:r>
      <w:r w:rsidR="008F7090" w:rsidRPr="003A0BBB">
        <w:t>ordonnai-je à Maria</w:t>
      </w:r>
      <w:r>
        <w:t>.</w:t>
      </w:r>
    </w:p>
    <w:p w14:paraId="78018C4C" w14:textId="77777777" w:rsidR="003A6D8D" w:rsidRDefault="008F7090" w:rsidP="008F7090">
      <w:r w:rsidRPr="003A0BBB">
        <w:t>La petite paysanne sentait-elle venir le vent de la catastrophe</w:t>
      </w:r>
      <w:r w:rsidR="003A6D8D">
        <w:t xml:space="preserve"> ? </w:t>
      </w:r>
      <w:r w:rsidRPr="003A0BBB">
        <w:t>Au lieu de rentrer dans sa cuisine</w:t>
      </w:r>
      <w:r w:rsidR="003A6D8D">
        <w:t xml:space="preserve">, </w:t>
      </w:r>
      <w:r w:rsidRPr="003A0BBB">
        <w:t>elle demeura appuyée au montant de la porte</w:t>
      </w:r>
      <w:r w:rsidR="003A6D8D">
        <w:t xml:space="preserve">, </w:t>
      </w:r>
      <w:r w:rsidRPr="003A0BBB">
        <w:t>ne cessant de me regarder avec des yeux pleins d</w:t>
      </w:r>
      <w:r w:rsidR="003A6D8D">
        <w:t>’</w:t>
      </w:r>
      <w:r w:rsidRPr="003A0BBB">
        <w:t>angoisse</w:t>
      </w:r>
      <w:r w:rsidR="003A6D8D">
        <w:t>.</w:t>
      </w:r>
    </w:p>
    <w:p w14:paraId="63893D84" w14:textId="77777777" w:rsidR="003A6D8D" w:rsidRDefault="008F7090" w:rsidP="008F7090">
      <w:r w:rsidRPr="003A0BBB">
        <w:t>J</w:t>
      </w:r>
      <w:r w:rsidR="003A6D8D">
        <w:t>’</w:t>
      </w:r>
      <w:r w:rsidRPr="003A0BBB">
        <w:t>allais à une fenêtre que j</w:t>
      </w:r>
      <w:r w:rsidR="003A6D8D">
        <w:t>’</w:t>
      </w:r>
      <w:r w:rsidRPr="003A0BBB">
        <w:t>ouvris</w:t>
      </w:r>
      <w:r w:rsidR="003A6D8D">
        <w:t xml:space="preserve">. </w:t>
      </w:r>
      <w:r w:rsidRPr="003A0BBB">
        <w:t>Je dus la refermer aussitôt</w:t>
      </w:r>
      <w:r w:rsidR="003A6D8D">
        <w:t xml:space="preserve">. </w:t>
      </w:r>
      <w:r w:rsidRPr="003A0BBB">
        <w:t>La tempête s</w:t>
      </w:r>
      <w:r w:rsidR="003A6D8D">
        <w:t>’</w:t>
      </w:r>
      <w:r w:rsidRPr="003A0BBB">
        <w:t>était engouffrée dans la pièce</w:t>
      </w:r>
      <w:r w:rsidR="003A6D8D">
        <w:t xml:space="preserve">. </w:t>
      </w:r>
      <w:r w:rsidRPr="003A0BBB">
        <w:t>Le lourd abat-jour vert de la suspension</w:t>
      </w:r>
      <w:r w:rsidR="003A6D8D">
        <w:t xml:space="preserve">, </w:t>
      </w:r>
      <w:r w:rsidRPr="003A0BBB">
        <w:t>heurtant sa couronne de candélabres</w:t>
      </w:r>
      <w:r w:rsidR="003A6D8D">
        <w:t xml:space="preserve">, </w:t>
      </w:r>
      <w:r w:rsidRPr="003A0BBB">
        <w:t>rendit un son plaintif</w:t>
      </w:r>
      <w:r w:rsidR="003A6D8D">
        <w:t>.</w:t>
      </w:r>
    </w:p>
    <w:p w14:paraId="4DEE6ECA" w14:textId="77777777" w:rsidR="003A6D8D" w:rsidRDefault="008F7090" w:rsidP="008F7090">
      <w:r w:rsidRPr="003A0BBB">
        <w:t>Nous restâmes tous trois immobiles</w:t>
      </w:r>
      <w:r w:rsidR="003A6D8D">
        <w:t xml:space="preserve">, </w:t>
      </w:r>
      <w:r w:rsidRPr="003A0BBB">
        <w:t>Franz assis</w:t>
      </w:r>
      <w:r w:rsidR="003A6D8D">
        <w:t xml:space="preserve">, </w:t>
      </w:r>
      <w:r w:rsidRPr="003A0BBB">
        <w:t>Maria et moi debout</w:t>
      </w:r>
      <w:r w:rsidR="003A6D8D">
        <w:t xml:space="preserve">, </w:t>
      </w:r>
      <w:r w:rsidRPr="003A0BBB">
        <w:t>jusqu</w:t>
      </w:r>
      <w:r w:rsidR="003A6D8D">
        <w:t>’</w:t>
      </w:r>
      <w:r w:rsidRPr="003A0BBB">
        <w:t>au moment où le cartel sonna le dernier quart avant neuf heures</w:t>
      </w:r>
      <w:r w:rsidR="003A6D8D">
        <w:t>.</w:t>
      </w:r>
    </w:p>
    <w:p w14:paraId="2D3395CE" w14:textId="77777777" w:rsidR="003A6D8D" w:rsidRDefault="008F7090" w:rsidP="008F7090">
      <w:r w:rsidRPr="003A0BBB">
        <w:t>Alors</w:t>
      </w:r>
      <w:r w:rsidR="003A6D8D">
        <w:t xml:space="preserve">, </w:t>
      </w:r>
      <w:r w:rsidRPr="003A0BBB">
        <w:t>je marchai vers Franz</w:t>
      </w:r>
      <w:r w:rsidR="003A6D8D">
        <w:t xml:space="preserve">. </w:t>
      </w:r>
      <w:r w:rsidRPr="003A0BBB">
        <w:t>Dans un mouvement dont je ne fis rien pour atténuer la violence</w:t>
      </w:r>
      <w:r w:rsidR="003A6D8D">
        <w:t xml:space="preserve">, </w:t>
      </w:r>
      <w:r w:rsidRPr="003A0BBB">
        <w:t>je lui saisis l</w:t>
      </w:r>
      <w:r w:rsidR="003A6D8D">
        <w:t>’</w:t>
      </w:r>
      <w:r w:rsidRPr="003A0BBB">
        <w:t>épaule</w:t>
      </w:r>
      <w:r w:rsidR="003A6D8D">
        <w:t> :</w:t>
      </w:r>
    </w:p>
    <w:p w14:paraId="35860BC3" w14:textId="77777777" w:rsidR="003A6D8D" w:rsidRDefault="003A6D8D" w:rsidP="008F7090">
      <w:r>
        <w:t>— </w:t>
      </w:r>
      <w:r w:rsidR="008F7090" w:rsidRPr="003A0BBB">
        <w:t>Allons</w:t>
      </w:r>
      <w:r>
        <w:t> !</w:t>
      </w:r>
    </w:p>
    <w:p w14:paraId="66D87025" w14:textId="77777777" w:rsidR="003A6D8D" w:rsidRDefault="008F7090" w:rsidP="008F7090">
      <w:r w:rsidRPr="003A0BBB">
        <w:t>Il ne se retournait pas</w:t>
      </w:r>
      <w:r w:rsidR="003A6D8D">
        <w:t xml:space="preserve">. </w:t>
      </w:r>
      <w:r w:rsidRPr="003A0BBB">
        <w:t>Je l</w:t>
      </w:r>
      <w:r w:rsidR="003A6D8D">
        <w:t>’</w:t>
      </w:r>
      <w:r w:rsidRPr="003A0BBB">
        <w:t>y contraignis</w:t>
      </w:r>
      <w:r w:rsidR="003A6D8D">
        <w:t xml:space="preserve">. </w:t>
      </w:r>
      <w:r w:rsidRPr="003A0BBB">
        <w:t>Son visage s</w:t>
      </w:r>
      <w:r w:rsidR="003A6D8D">
        <w:t>’</w:t>
      </w:r>
      <w:r w:rsidRPr="003A0BBB">
        <w:t>échappa de ses mains</w:t>
      </w:r>
      <w:r w:rsidR="003A6D8D">
        <w:t xml:space="preserve">. </w:t>
      </w:r>
      <w:r w:rsidRPr="003A0BBB">
        <w:t>Il était blême</w:t>
      </w:r>
      <w:r w:rsidR="003A6D8D">
        <w:t>.</w:t>
      </w:r>
    </w:p>
    <w:p w14:paraId="471C348D" w14:textId="77777777" w:rsidR="003A6D8D" w:rsidRDefault="003A6D8D" w:rsidP="008F7090">
      <w:r>
        <w:t>— </w:t>
      </w:r>
      <w:r w:rsidR="008F7090" w:rsidRPr="003A0BBB">
        <w:t>Allons</w:t>
      </w:r>
      <w:r>
        <w:t> !</w:t>
      </w:r>
    </w:p>
    <w:p w14:paraId="75D8F2FB" w14:textId="77777777" w:rsidR="003A6D8D" w:rsidRDefault="003A6D8D" w:rsidP="008F7090">
      <w:r>
        <w:t>— </w:t>
      </w:r>
      <w:r w:rsidR="008F7090" w:rsidRPr="003A0BBB">
        <w:t>Quoi</w:t>
      </w:r>
      <w:r>
        <w:t xml:space="preserve"> ? </w:t>
      </w:r>
      <w:r w:rsidR="008F7090" w:rsidRPr="003A0BBB">
        <w:t>balbutia-t-il</w:t>
      </w:r>
      <w:r>
        <w:t>.</w:t>
      </w:r>
    </w:p>
    <w:p w14:paraId="3E6842C0" w14:textId="77777777" w:rsidR="003A6D8D" w:rsidRDefault="003A6D8D" w:rsidP="008F7090">
      <w:r>
        <w:t>— </w:t>
      </w:r>
      <w:r w:rsidR="008F7090" w:rsidRPr="003A0BBB">
        <w:t>Ne m</w:t>
      </w:r>
      <w:r>
        <w:t>’</w:t>
      </w:r>
      <w:r w:rsidR="008F7090" w:rsidRPr="003A0BBB">
        <w:t>entendez-vous pas</w:t>
      </w:r>
      <w:r>
        <w:t xml:space="preserve"> ? </w:t>
      </w:r>
      <w:r w:rsidR="008F7090" w:rsidRPr="003A0BBB">
        <w:t>Allons</w:t>
      </w:r>
      <w:r>
        <w:t>.</w:t>
      </w:r>
    </w:p>
    <w:p w14:paraId="5A83C948" w14:textId="77777777" w:rsidR="003A6D8D" w:rsidRDefault="008F7090" w:rsidP="008F7090">
      <w:r w:rsidRPr="003A0BBB">
        <w:t>Maria</w:t>
      </w:r>
      <w:r w:rsidR="003A6D8D">
        <w:t xml:space="preserve">, </w:t>
      </w:r>
      <w:r w:rsidRPr="003A0BBB">
        <w:t>elle</w:t>
      </w:r>
      <w:r w:rsidR="003A6D8D">
        <w:t xml:space="preserve">, </w:t>
      </w:r>
      <w:r w:rsidRPr="003A0BBB">
        <w:t>avait entendu</w:t>
      </w:r>
      <w:r w:rsidR="003A6D8D">
        <w:t xml:space="preserve">. </w:t>
      </w:r>
      <w:r w:rsidRPr="003A0BBB">
        <w:t>Elle était déjà à mon côté</w:t>
      </w:r>
      <w:r w:rsidR="003A6D8D">
        <w:t xml:space="preserve">, </w:t>
      </w:r>
      <w:r w:rsidRPr="003A0BBB">
        <w:t>ayant</w:t>
      </w:r>
      <w:r w:rsidR="003A6D8D">
        <w:t xml:space="preserve">, </w:t>
      </w:r>
      <w:r w:rsidRPr="003A0BBB">
        <w:t>en un clin d</w:t>
      </w:r>
      <w:r w:rsidR="003A6D8D">
        <w:t>’</w:t>
      </w:r>
      <w:r w:rsidRPr="003A0BBB">
        <w:t>œil</w:t>
      </w:r>
      <w:r w:rsidR="003A6D8D">
        <w:t xml:space="preserve">, </w:t>
      </w:r>
      <w:r w:rsidRPr="003A0BBB">
        <w:t xml:space="preserve">décroché dans le vestibule la pèlerine </w:t>
      </w:r>
      <w:r w:rsidRPr="003A0BBB">
        <w:lastRenderedPageBreak/>
        <w:t>caoutchoutée de Franz et le manteau de pluie que je revêtais pour mes courses à travers le jardin</w:t>
      </w:r>
      <w:r w:rsidR="003A6D8D">
        <w:t>.</w:t>
      </w:r>
    </w:p>
    <w:p w14:paraId="48FE6EA1" w14:textId="77777777" w:rsidR="003A6D8D" w:rsidRDefault="008F7090" w:rsidP="008F7090">
      <w:r w:rsidRPr="003A0BBB">
        <w:t>Franz s</w:t>
      </w:r>
      <w:r w:rsidR="003A6D8D">
        <w:t>’</w:t>
      </w:r>
      <w:r w:rsidRPr="003A0BBB">
        <w:t>était levé</w:t>
      </w:r>
      <w:r w:rsidR="003A6D8D">
        <w:t>.</w:t>
      </w:r>
    </w:p>
    <w:p w14:paraId="2B45D338" w14:textId="77777777" w:rsidR="003A6D8D" w:rsidRDefault="003A6D8D" w:rsidP="008F7090">
      <w:r>
        <w:t>— </w:t>
      </w:r>
      <w:r w:rsidR="008F7090" w:rsidRPr="003A0BBB">
        <w:t>Je comprends</w:t>
      </w:r>
      <w:r>
        <w:t xml:space="preserve"> : </w:t>
      </w:r>
      <w:r w:rsidR="008F7090" w:rsidRPr="003A0BBB">
        <w:t>aller à la rencontre de Camille</w:t>
      </w:r>
      <w:r>
        <w:t xml:space="preserve">. </w:t>
      </w:r>
      <w:r w:rsidR="008F7090" w:rsidRPr="003A0BBB">
        <w:t>Vous êtes inquiète</w:t>
      </w:r>
      <w:r>
        <w:t xml:space="preserve"> ? </w:t>
      </w:r>
      <w:r w:rsidR="008F7090" w:rsidRPr="003A0BBB">
        <w:t>Il ne faut pas être inquiète</w:t>
      </w:r>
      <w:r>
        <w:t xml:space="preserve">. </w:t>
      </w:r>
      <w:r w:rsidR="008F7090" w:rsidRPr="003A0BBB">
        <w:t>La semaine dernière</w:t>
      </w:r>
      <w:r>
        <w:t xml:space="preserve">, </w:t>
      </w:r>
      <w:r w:rsidR="008F7090" w:rsidRPr="003A0BBB">
        <w:t>il était bien huit heures et demie quand elle est rentrée</w:t>
      </w:r>
      <w:r>
        <w:t xml:space="preserve">, </w:t>
      </w:r>
      <w:r w:rsidR="008F7090" w:rsidRPr="003A0BBB">
        <w:t>n</w:t>
      </w:r>
      <w:r>
        <w:t>’</w:t>
      </w:r>
      <w:r w:rsidR="008F7090" w:rsidRPr="003A0BBB">
        <w:t>est-ce pas</w:t>
      </w:r>
      <w:r>
        <w:t xml:space="preserve">, </w:t>
      </w:r>
      <w:r w:rsidR="008F7090" w:rsidRPr="003A0BBB">
        <w:t>Maria</w:t>
      </w:r>
      <w:r>
        <w:t> ?</w:t>
      </w:r>
    </w:p>
    <w:p w14:paraId="096012DE" w14:textId="77777777" w:rsidR="003A6D8D" w:rsidRDefault="003A6D8D" w:rsidP="008F7090">
      <w:r>
        <w:t>— </w:t>
      </w:r>
      <w:r w:rsidR="008F7090" w:rsidRPr="003A0BBB">
        <w:t>Monsieur</w:t>
      </w:r>
      <w:r>
        <w:t xml:space="preserve">, </w:t>
      </w:r>
      <w:r w:rsidR="008F7090" w:rsidRPr="003A0BBB">
        <w:t>dit la petite nonne</w:t>
      </w:r>
      <w:r>
        <w:t xml:space="preserve">, </w:t>
      </w:r>
      <w:r w:rsidR="008F7090" w:rsidRPr="003A0BBB">
        <w:t>il va être neuf heures</w:t>
      </w:r>
      <w:r>
        <w:t>.</w:t>
      </w:r>
    </w:p>
    <w:p w14:paraId="04418354" w14:textId="77777777" w:rsidR="003A6D8D" w:rsidRDefault="003A6D8D" w:rsidP="008F7090">
      <w:r>
        <w:t>— </w:t>
      </w:r>
      <w:r w:rsidR="008F7090" w:rsidRPr="003A0BBB">
        <w:t>Neuf heures</w:t>
      </w:r>
      <w:r>
        <w:t xml:space="preserve"> ! </w:t>
      </w:r>
      <w:r w:rsidR="008F7090" w:rsidRPr="003A0BBB">
        <w:t>Oh</w:t>
      </w:r>
      <w:r>
        <w:t xml:space="preserve"> ! </w:t>
      </w:r>
      <w:r w:rsidR="008F7090" w:rsidRPr="003A0BBB">
        <w:t>alors</w:t>
      </w:r>
      <w:r>
        <w:t xml:space="preserve">, </w:t>
      </w:r>
      <w:r w:rsidR="008F7090" w:rsidRPr="003A0BBB">
        <w:t>c</w:t>
      </w:r>
      <w:r>
        <w:t>’</w:t>
      </w:r>
      <w:r w:rsidR="008F7090" w:rsidRPr="003A0BBB">
        <w:t>est différent</w:t>
      </w:r>
      <w:r>
        <w:t xml:space="preserve">. </w:t>
      </w:r>
      <w:r w:rsidR="008F7090" w:rsidRPr="003A0BBB">
        <w:t>Il faut y aller</w:t>
      </w:r>
      <w:r>
        <w:t xml:space="preserve">. </w:t>
      </w:r>
      <w:r w:rsidR="008F7090" w:rsidRPr="003A0BBB">
        <w:t>Il est certain que</w:t>
      </w:r>
      <w:r>
        <w:t xml:space="preserve">, </w:t>
      </w:r>
      <w:r w:rsidR="008F7090" w:rsidRPr="003A0BBB">
        <w:t>par un temps pareil</w:t>
      </w:r>
      <w:r>
        <w:t xml:space="preserve">, </w:t>
      </w:r>
      <w:r w:rsidR="008F7090" w:rsidRPr="003A0BBB">
        <w:t>nous aurions dû insister davantage pour l</w:t>
      </w:r>
      <w:r>
        <w:t>’</w:t>
      </w:r>
      <w:r w:rsidR="008F7090" w:rsidRPr="003A0BBB">
        <w:t>empêcher</w:t>
      </w:r>
      <w:r>
        <w:t xml:space="preserve">… </w:t>
      </w:r>
      <w:r w:rsidR="008F7090" w:rsidRPr="003A0BBB">
        <w:t>J</w:t>
      </w:r>
      <w:r>
        <w:t>’</w:t>
      </w:r>
      <w:r w:rsidR="008F7090" w:rsidRPr="003A0BBB">
        <w:t>ai fait ce que j</w:t>
      </w:r>
      <w:r>
        <w:t>’</w:t>
      </w:r>
      <w:r w:rsidR="008F7090" w:rsidRPr="003A0BBB">
        <w:t>ai pu</w:t>
      </w:r>
      <w:r>
        <w:t xml:space="preserve">, </w:t>
      </w:r>
      <w:r w:rsidR="008F7090" w:rsidRPr="003A0BBB">
        <w:t>n</w:t>
      </w:r>
      <w:r>
        <w:t>’</w:t>
      </w:r>
      <w:r w:rsidR="008F7090" w:rsidRPr="003A0BBB">
        <w:t>est-ce pas</w:t>
      </w:r>
      <w:r>
        <w:t xml:space="preserve"> ? </w:t>
      </w:r>
      <w:r w:rsidR="008F7090" w:rsidRPr="003A0BBB">
        <w:t>Mais vous</w:t>
      </w:r>
      <w:r>
        <w:t xml:space="preserve">, </w:t>
      </w:r>
      <w:r w:rsidR="008F7090" w:rsidRPr="003A0BBB">
        <w:t>ne craignez-vous pas de prendre froid</w:t>
      </w:r>
      <w:r>
        <w:t xml:space="preserve"> ? </w:t>
      </w:r>
      <w:r w:rsidR="008F7090" w:rsidRPr="003A0BBB">
        <w:t>Il vaut peut-être mieux que ce soit moi seul qui</w:t>
      </w:r>
      <w:r>
        <w:t>…</w:t>
      </w:r>
    </w:p>
    <w:p w14:paraId="263FA35F" w14:textId="77777777" w:rsidR="003A6D8D" w:rsidRDefault="008F7090" w:rsidP="008F7090">
      <w:r w:rsidRPr="003A0BBB">
        <w:t>J</w:t>
      </w:r>
      <w:r w:rsidR="003A6D8D">
        <w:t>’</w:t>
      </w:r>
      <w:r w:rsidRPr="003A0BBB">
        <w:t>avais déjà mis mon manteau</w:t>
      </w:r>
      <w:r w:rsidR="003A6D8D">
        <w:t xml:space="preserve">. </w:t>
      </w:r>
      <w:r w:rsidRPr="003A0BBB">
        <w:t>Je lui tendais le sien</w:t>
      </w:r>
      <w:r w:rsidR="003A6D8D">
        <w:t>.</w:t>
      </w:r>
    </w:p>
    <w:p w14:paraId="14BD9E55" w14:textId="77777777" w:rsidR="003A6D8D" w:rsidRDefault="008F7090" w:rsidP="008F7090">
      <w:r w:rsidRPr="003A0BBB">
        <w:t>Maria supplia</w:t>
      </w:r>
      <w:r w:rsidR="003A6D8D">
        <w:t> :</w:t>
      </w:r>
    </w:p>
    <w:p w14:paraId="6633C80D" w14:textId="77777777" w:rsidR="003A6D8D" w:rsidRDefault="003A6D8D" w:rsidP="008F7090">
      <w:r>
        <w:t>— </w:t>
      </w:r>
      <w:r w:rsidR="008F7090" w:rsidRPr="003A0BBB">
        <w:t>Madame me permet-elle d</w:t>
      </w:r>
      <w:r>
        <w:t>’</w:t>
      </w:r>
      <w:r w:rsidR="008F7090" w:rsidRPr="003A0BBB">
        <w:t>aller avec elle</w:t>
      </w:r>
      <w:r>
        <w:t> ?</w:t>
      </w:r>
    </w:p>
    <w:p w14:paraId="5633E64A" w14:textId="77777777" w:rsidR="003A6D8D" w:rsidRDefault="003A6D8D" w:rsidP="008F7090">
      <w:r>
        <w:t>— </w:t>
      </w:r>
      <w:r w:rsidR="008F7090" w:rsidRPr="003A0BBB">
        <w:t>Non</w:t>
      </w:r>
      <w:r>
        <w:t xml:space="preserve">, </w:t>
      </w:r>
      <w:r w:rsidR="008F7090" w:rsidRPr="003A0BBB">
        <w:t>reste</w:t>
      </w:r>
      <w:r>
        <w:t xml:space="preserve">. </w:t>
      </w:r>
      <w:r w:rsidR="008F7090" w:rsidRPr="003A0BBB">
        <w:t>Ou plutôt prends l</w:t>
      </w:r>
      <w:r w:rsidR="00A439D4">
        <w:t>a</w:t>
      </w:r>
      <w:r w:rsidR="008F7090" w:rsidRPr="003A0BBB">
        <w:t xml:space="preserve"> lanterne</w:t>
      </w:r>
      <w:r>
        <w:t xml:space="preserve"> ; </w:t>
      </w:r>
      <w:r w:rsidR="008F7090" w:rsidRPr="003A0BBB">
        <w:t>tu nous accompagneras jusqu</w:t>
      </w:r>
      <w:r>
        <w:t>’</w:t>
      </w:r>
      <w:r w:rsidR="008F7090" w:rsidRPr="003A0BBB">
        <w:t>à la grille</w:t>
      </w:r>
      <w:r>
        <w:t>.</w:t>
      </w:r>
    </w:p>
    <w:p w14:paraId="1C023A1F" w14:textId="77777777" w:rsidR="003A6D8D" w:rsidRDefault="008F7090" w:rsidP="008F7090">
      <w:r w:rsidRPr="003A0BBB">
        <w:t>Les ténèbres étaient si denses que nous butions sur les bordures de gazon</w:t>
      </w:r>
      <w:r w:rsidR="003A6D8D">
        <w:t xml:space="preserve">. </w:t>
      </w:r>
      <w:r w:rsidRPr="003A0BBB">
        <w:t>La lueur de la lanterne dansait à la surface d</w:t>
      </w:r>
      <w:r w:rsidR="003A6D8D">
        <w:t>’</w:t>
      </w:r>
      <w:r w:rsidRPr="003A0BBB">
        <w:t>énormes flaques d</w:t>
      </w:r>
      <w:r w:rsidR="003A6D8D">
        <w:t>’</w:t>
      </w:r>
      <w:r w:rsidRPr="003A0BBB">
        <w:t>eau noirâtre</w:t>
      </w:r>
      <w:r w:rsidR="003A6D8D">
        <w:t>.</w:t>
      </w:r>
    </w:p>
    <w:p w14:paraId="6C9060E6" w14:textId="77777777" w:rsidR="003A6D8D" w:rsidRDefault="008F7090" w:rsidP="008F7090">
      <w:r w:rsidRPr="003A0BBB">
        <w:t>Dès que nous fûmes sur la route</w:t>
      </w:r>
      <w:r w:rsidR="003A6D8D">
        <w:t xml:space="preserve">, </w:t>
      </w:r>
      <w:r w:rsidRPr="003A0BBB">
        <w:t>j</w:t>
      </w:r>
      <w:r w:rsidR="003A6D8D">
        <w:t>’</w:t>
      </w:r>
      <w:r w:rsidRPr="003A0BBB">
        <w:t>allongeai le pas</w:t>
      </w:r>
      <w:r w:rsidR="003A6D8D">
        <w:t xml:space="preserve">. </w:t>
      </w:r>
      <w:r w:rsidRPr="003A0BBB">
        <w:t>Je courus presque</w:t>
      </w:r>
      <w:r w:rsidR="003A6D8D">
        <w:t>.</w:t>
      </w:r>
    </w:p>
    <w:p w14:paraId="784B21E1" w14:textId="77777777" w:rsidR="003A6D8D" w:rsidRDefault="008F7090" w:rsidP="008F7090">
      <w:r w:rsidRPr="003A0BBB">
        <w:t>Derrière</w:t>
      </w:r>
      <w:r w:rsidR="003A6D8D">
        <w:t xml:space="preserve">, </w:t>
      </w:r>
      <w:r w:rsidRPr="003A0BBB">
        <w:t>j</w:t>
      </w:r>
      <w:r w:rsidR="003A6D8D">
        <w:t>’</w:t>
      </w:r>
      <w:r w:rsidRPr="003A0BBB">
        <w:t>entendais la voix rauque de Franz</w:t>
      </w:r>
      <w:r w:rsidR="003A6D8D">
        <w:t>.</w:t>
      </w:r>
    </w:p>
    <w:p w14:paraId="7373D5E2" w14:textId="77777777" w:rsidR="003A6D8D" w:rsidRDefault="003A6D8D" w:rsidP="008F7090">
      <w:r>
        <w:t>— </w:t>
      </w:r>
      <w:r w:rsidR="008F7090" w:rsidRPr="003A0BBB">
        <w:t>Attention</w:t>
      </w:r>
      <w:r>
        <w:t xml:space="preserve"> ! </w:t>
      </w:r>
      <w:r w:rsidR="008F7090" w:rsidRPr="003A0BBB">
        <w:t>On n</w:t>
      </w:r>
      <w:r>
        <w:t>’</w:t>
      </w:r>
      <w:r w:rsidR="008F7090" w:rsidRPr="003A0BBB">
        <w:t>y voit rien</w:t>
      </w:r>
      <w:r>
        <w:t xml:space="preserve">. </w:t>
      </w:r>
      <w:r w:rsidR="008F7090" w:rsidRPr="003A0BBB">
        <w:t>Tu es folle</w:t>
      </w:r>
      <w:r>
        <w:t> !</w:t>
      </w:r>
    </w:p>
    <w:p w14:paraId="015E1218" w14:textId="77777777" w:rsidR="003A6D8D" w:rsidRDefault="008F7090" w:rsidP="008F7090">
      <w:r w:rsidRPr="003A0BBB">
        <w:lastRenderedPageBreak/>
        <w:t>Il me rejoignit</w:t>
      </w:r>
      <w:r w:rsidR="003A6D8D">
        <w:t xml:space="preserve">, </w:t>
      </w:r>
      <w:r w:rsidRPr="003A0BBB">
        <w:t>me prit par le bras</w:t>
      </w:r>
      <w:r w:rsidR="003A6D8D">
        <w:t xml:space="preserve">. </w:t>
      </w:r>
      <w:r w:rsidRPr="003A0BBB">
        <w:t>Je le repoussai</w:t>
      </w:r>
      <w:r w:rsidR="003A6D8D">
        <w:t xml:space="preserve">, </w:t>
      </w:r>
      <w:r w:rsidRPr="003A0BBB">
        <w:t>courus plus vite encore</w:t>
      </w:r>
      <w:r w:rsidR="003A6D8D">
        <w:t xml:space="preserve">. </w:t>
      </w:r>
      <w:r w:rsidRPr="003A0BBB">
        <w:t>Et soudain je m</w:t>
      </w:r>
      <w:r w:rsidR="003A6D8D">
        <w:t>’</w:t>
      </w:r>
      <w:r w:rsidRPr="003A0BBB">
        <w:t>arrêtai</w:t>
      </w:r>
      <w:r w:rsidR="003A6D8D">
        <w:t xml:space="preserve">, </w:t>
      </w:r>
      <w:r w:rsidRPr="003A0BBB">
        <w:t>étendant la main</w:t>
      </w:r>
      <w:r w:rsidR="003A6D8D">
        <w:t xml:space="preserve">, </w:t>
      </w:r>
      <w:r w:rsidRPr="003A0BBB">
        <w:t>avec un grand cri</w:t>
      </w:r>
      <w:r w:rsidR="003A6D8D">
        <w:t> :</w:t>
      </w:r>
    </w:p>
    <w:p w14:paraId="4CDBCB74" w14:textId="77777777" w:rsidR="003A6D8D" w:rsidRDefault="003A6D8D" w:rsidP="008F7090">
      <w:r>
        <w:t>— </w:t>
      </w:r>
      <w:r w:rsidR="008F7090" w:rsidRPr="003A0BBB">
        <w:t>Là-bas</w:t>
      </w:r>
      <w:r>
        <w:t xml:space="preserve"> ! </w:t>
      </w:r>
      <w:r w:rsidR="008F7090" w:rsidRPr="003A0BBB">
        <w:t>Regarde</w:t>
      </w:r>
      <w:r>
        <w:t xml:space="preserve"> ! </w:t>
      </w:r>
      <w:r w:rsidR="008F7090" w:rsidRPr="003A0BBB">
        <w:t>Là-bas</w:t>
      </w:r>
      <w:r>
        <w:t> !</w:t>
      </w:r>
    </w:p>
    <w:p w14:paraId="03BBF842" w14:textId="77777777" w:rsidR="003A6D8D" w:rsidRDefault="008F7090" w:rsidP="008F7090">
      <w:r w:rsidRPr="003A0BBB">
        <w:t>Il convient de rappeler les particularités de la route qui unit Maguelonne à la ville</w:t>
      </w:r>
      <w:r w:rsidR="003A6D8D">
        <w:t xml:space="preserve">. </w:t>
      </w:r>
      <w:r w:rsidRPr="003A0BBB">
        <w:t>Cette route</w:t>
      </w:r>
      <w:r w:rsidR="003A6D8D">
        <w:t xml:space="preserve">, </w:t>
      </w:r>
      <w:r w:rsidRPr="003A0BBB">
        <w:t>constamment en corniche</w:t>
      </w:r>
      <w:r w:rsidR="003A6D8D">
        <w:t xml:space="preserve">, </w:t>
      </w:r>
      <w:r w:rsidRPr="003A0BBB">
        <w:t>surplombe la plaine d</w:t>
      </w:r>
      <w:r w:rsidR="003A6D8D">
        <w:t>’</w:t>
      </w:r>
      <w:r w:rsidRPr="003A0BBB">
        <w:t>une hauteur variant entre quatre et vingt mètres</w:t>
      </w:r>
      <w:r w:rsidR="003A6D8D">
        <w:t xml:space="preserve">, </w:t>
      </w:r>
      <w:r w:rsidRPr="003A0BBB">
        <w:t>Contrairement à ce qui a lieu pour la plupart des routes de cette sorte</w:t>
      </w:r>
      <w:r w:rsidR="003A6D8D">
        <w:t xml:space="preserve">, </w:t>
      </w:r>
      <w:r w:rsidRPr="003A0BBB">
        <w:t>celle-ci ne présente pas de sinuosités</w:t>
      </w:r>
      <w:r w:rsidR="003A6D8D">
        <w:t xml:space="preserve">. </w:t>
      </w:r>
      <w:r w:rsidRPr="003A0BBB">
        <w:t>Une seule fois</w:t>
      </w:r>
      <w:r w:rsidR="003A6D8D">
        <w:t xml:space="preserve">, </w:t>
      </w:r>
      <w:r w:rsidRPr="003A0BBB">
        <w:t>en son milieu</w:t>
      </w:r>
      <w:r w:rsidR="003A6D8D">
        <w:t xml:space="preserve">, </w:t>
      </w:r>
      <w:r w:rsidRPr="003A0BBB">
        <w:t>elle tourne brusquement</w:t>
      </w:r>
      <w:r w:rsidR="003A6D8D">
        <w:t xml:space="preserve">, </w:t>
      </w:r>
      <w:r w:rsidRPr="003A0BBB">
        <w:t>à angle droit</w:t>
      </w:r>
      <w:r w:rsidR="003A6D8D">
        <w:t xml:space="preserve">. </w:t>
      </w:r>
      <w:r w:rsidRPr="003A0BBB">
        <w:t>C</w:t>
      </w:r>
      <w:r w:rsidR="003A6D8D">
        <w:t>’</w:t>
      </w:r>
      <w:r w:rsidRPr="003A0BBB">
        <w:t>est d</w:t>
      </w:r>
      <w:r w:rsidR="003A6D8D">
        <w:t>’</w:t>
      </w:r>
      <w:r w:rsidRPr="003A0BBB">
        <w:t>ailleurs là que son escarpement se trouve être le plus élevé</w:t>
      </w:r>
      <w:r w:rsidR="003A6D8D">
        <w:t xml:space="preserve">. </w:t>
      </w:r>
      <w:r w:rsidRPr="003A0BBB">
        <w:t>Le champ de maïs qu</w:t>
      </w:r>
      <w:r w:rsidR="003A6D8D">
        <w:t>’</w:t>
      </w:r>
      <w:r w:rsidRPr="003A0BBB">
        <w:t>elle domine est plus bas d</w:t>
      </w:r>
      <w:r w:rsidR="003A6D8D">
        <w:t>’</w:t>
      </w:r>
      <w:r w:rsidRPr="003A0BBB">
        <w:t>au moins vingt mètres</w:t>
      </w:r>
      <w:r w:rsidR="003A6D8D">
        <w:t xml:space="preserve">. </w:t>
      </w:r>
      <w:r w:rsidRPr="003A0BBB">
        <w:t>On se souvient</w:t>
      </w:r>
      <w:r w:rsidR="003A6D8D">
        <w:t xml:space="preserve">, </w:t>
      </w:r>
      <w:r w:rsidRPr="003A0BBB">
        <w:t>que lors de ma première sortie avec l</w:t>
      </w:r>
      <w:r w:rsidR="003A6D8D">
        <w:t>’</w:t>
      </w:r>
      <w:r w:rsidRPr="003A0BBB">
        <w:t>automobile de Franz</w:t>
      </w:r>
      <w:r w:rsidR="003A6D8D">
        <w:t xml:space="preserve">, </w:t>
      </w:r>
      <w:r w:rsidRPr="003A0BBB">
        <w:t>Camille</w:t>
      </w:r>
      <w:r w:rsidR="003A6D8D">
        <w:t xml:space="preserve">, </w:t>
      </w:r>
      <w:r w:rsidRPr="003A0BBB">
        <w:t>qui était au volant avait été frappée par la dureté de ce virage</w:t>
      </w:r>
      <w:r w:rsidR="003A6D8D">
        <w:t xml:space="preserve">. </w:t>
      </w:r>
      <w:r w:rsidRPr="003A0BBB">
        <w:t>Depuis</w:t>
      </w:r>
      <w:r w:rsidR="003A6D8D">
        <w:t xml:space="preserve">, </w:t>
      </w:r>
      <w:r w:rsidRPr="003A0BBB">
        <w:t>elle était passée là</w:t>
      </w:r>
      <w:r w:rsidR="003A6D8D">
        <w:t xml:space="preserve">, </w:t>
      </w:r>
      <w:r w:rsidRPr="003A0BBB">
        <w:t>de nuit comme de jour</w:t>
      </w:r>
      <w:r w:rsidR="003A6D8D">
        <w:t xml:space="preserve">, </w:t>
      </w:r>
      <w:r w:rsidRPr="003A0BBB">
        <w:t>plus de cent fois</w:t>
      </w:r>
      <w:r w:rsidR="003A6D8D">
        <w:t xml:space="preserve">. </w:t>
      </w:r>
      <w:r w:rsidRPr="003A0BBB">
        <w:t>Mais j</w:t>
      </w:r>
      <w:r w:rsidR="003A6D8D">
        <w:t>’</w:t>
      </w:r>
      <w:r w:rsidRPr="003A0BBB">
        <w:t>avais entendu Franz lui reprocher à plusieurs reprises de trop se fier à sa connaissance de l</w:t>
      </w:r>
      <w:r w:rsidR="003A6D8D">
        <w:t>’</w:t>
      </w:r>
      <w:r w:rsidRPr="003A0BBB">
        <w:t>obstacle et de ne pas ralentir suffisamment l</w:t>
      </w:r>
      <w:r w:rsidR="003A6D8D">
        <w:t>’</w:t>
      </w:r>
      <w:r w:rsidRPr="003A0BBB">
        <w:t>allure en cet endroit</w:t>
      </w:r>
      <w:r w:rsidR="003A6D8D">
        <w:t xml:space="preserve">. </w:t>
      </w:r>
      <w:r w:rsidRPr="003A0BBB">
        <w:t>Il est vrai que lui-même ne prêchait pas d</w:t>
      </w:r>
      <w:r w:rsidR="003A6D8D">
        <w:t>’</w:t>
      </w:r>
      <w:r w:rsidRPr="003A0BBB">
        <w:t>exemple et que sa désinvolture égalait</w:t>
      </w:r>
      <w:r w:rsidR="003A6D8D">
        <w:t xml:space="preserve">, </w:t>
      </w:r>
      <w:r w:rsidRPr="003A0BBB">
        <w:t>si elle ne la surpassait</w:t>
      </w:r>
      <w:r w:rsidR="003A6D8D">
        <w:t xml:space="preserve">, </w:t>
      </w:r>
      <w:r w:rsidRPr="003A0BBB">
        <w:t>celle de Camille</w:t>
      </w:r>
      <w:r w:rsidR="003A6D8D">
        <w:t>.</w:t>
      </w:r>
    </w:p>
    <w:p w14:paraId="09D801E7" w14:textId="77777777" w:rsidR="003A6D8D" w:rsidRDefault="008F7090" w:rsidP="008F7090">
      <w:r w:rsidRPr="003A0BBB">
        <w:t>Éloignés de plus de cinq cents mètres du tournant</w:t>
      </w:r>
      <w:r w:rsidR="003A6D8D">
        <w:t xml:space="preserve">, </w:t>
      </w:r>
      <w:r w:rsidRPr="003A0BBB">
        <w:t>nous ne pouvions encore distinguer dans l</w:t>
      </w:r>
      <w:r w:rsidR="003A6D8D">
        <w:t>’</w:t>
      </w:r>
      <w:r w:rsidRPr="003A0BBB">
        <w:t>ombre aucun détail du sol</w:t>
      </w:r>
      <w:r w:rsidR="003A6D8D">
        <w:t xml:space="preserve">. </w:t>
      </w:r>
      <w:r w:rsidRPr="003A0BBB">
        <w:t>Mais comment douter qu</w:t>
      </w:r>
      <w:r w:rsidR="003A6D8D">
        <w:t>’</w:t>
      </w:r>
      <w:r w:rsidRPr="003A0BBB">
        <w:t>il ne fût l</w:t>
      </w:r>
      <w:r w:rsidR="003A6D8D">
        <w:t>’</w:t>
      </w:r>
      <w:r w:rsidRPr="003A0BBB">
        <w:t>endroit précis que continuait à désigner mon bras raidi</w:t>
      </w:r>
      <w:r w:rsidR="003A6D8D">
        <w:t> ?</w:t>
      </w:r>
    </w:p>
    <w:p w14:paraId="731E3091" w14:textId="77777777" w:rsidR="003A6D8D" w:rsidRDefault="003A6D8D" w:rsidP="008F7090">
      <w:r>
        <w:t>— </w:t>
      </w:r>
      <w:r w:rsidR="008F7090" w:rsidRPr="003A0BBB">
        <w:t>Là-bas</w:t>
      </w:r>
      <w:r>
        <w:t> !</w:t>
      </w:r>
    </w:p>
    <w:p w14:paraId="1B6081EB" w14:textId="77777777" w:rsidR="003A6D8D" w:rsidRDefault="008F7090" w:rsidP="008F7090">
      <w:r w:rsidRPr="003A0BBB">
        <w:t>Devant nous</w:t>
      </w:r>
      <w:r w:rsidR="003A6D8D">
        <w:t xml:space="preserve">, </w:t>
      </w:r>
      <w:r w:rsidRPr="003A0BBB">
        <w:t>vacillant dans l</w:t>
      </w:r>
      <w:r w:rsidR="003A6D8D">
        <w:t>’</w:t>
      </w:r>
      <w:r w:rsidRPr="003A0BBB">
        <w:t>obscurité</w:t>
      </w:r>
      <w:r w:rsidR="003A6D8D">
        <w:t xml:space="preserve">, </w:t>
      </w:r>
      <w:r w:rsidRPr="003A0BBB">
        <w:t>il y avait une agglomération de points jaunes</w:t>
      </w:r>
      <w:r w:rsidR="003A6D8D">
        <w:t xml:space="preserve">, </w:t>
      </w:r>
      <w:r w:rsidRPr="003A0BBB">
        <w:t>sept à huit</w:t>
      </w:r>
      <w:r w:rsidR="003A6D8D">
        <w:t xml:space="preserve">. </w:t>
      </w:r>
      <w:r w:rsidRPr="003A0BBB">
        <w:t>Des lanternes d</w:t>
      </w:r>
      <w:r w:rsidR="003A6D8D">
        <w:t>’</w:t>
      </w:r>
      <w:r w:rsidRPr="003A0BBB">
        <w:t>automobiles ou de voitures arrêtées</w:t>
      </w:r>
      <w:r w:rsidR="003A6D8D">
        <w:t xml:space="preserve">. </w:t>
      </w:r>
      <w:r w:rsidRPr="003A0BBB">
        <w:t>De temps en temps</w:t>
      </w:r>
      <w:r w:rsidR="003A6D8D">
        <w:t xml:space="preserve">, </w:t>
      </w:r>
      <w:r w:rsidRPr="003A0BBB">
        <w:t>une des lueurs disparaissait</w:t>
      </w:r>
      <w:r w:rsidR="003A6D8D">
        <w:t xml:space="preserve">, </w:t>
      </w:r>
      <w:r w:rsidRPr="003A0BBB">
        <w:t>pour resurgir dès que s</w:t>
      </w:r>
      <w:r w:rsidR="003A6D8D">
        <w:t>’</w:t>
      </w:r>
      <w:r w:rsidRPr="003A0BBB">
        <w:t xml:space="preserve">était </w:t>
      </w:r>
      <w:r w:rsidRPr="003A0BBB">
        <w:lastRenderedPageBreak/>
        <w:t>écartée la silhouette qui venait de passer devant elle</w:t>
      </w:r>
      <w:r w:rsidR="003A6D8D">
        <w:t xml:space="preserve">. </w:t>
      </w:r>
      <w:r w:rsidRPr="003A0BBB">
        <w:t>À gauche</w:t>
      </w:r>
      <w:r w:rsidR="003A6D8D">
        <w:t xml:space="preserve">, </w:t>
      </w:r>
      <w:r w:rsidRPr="003A0BBB">
        <w:t>très en contre-bas</w:t>
      </w:r>
      <w:r w:rsidR="003A6D8D">
        <w:t xml:space="preserve">, </w:t>
      </w:r>
      <w:r w:rsidRPr="003A0BBB">
        <w:t>détail sinistre que je saisis du premier coup</w:t>
      </w:r>
      <w:r w:rsidR="003A6D8D">
        <w:t xml:space="preserve">, </w:t>
      </w:r>
      <w:r w:rsidRPr="003A0BBB">
        <w:t>deux autres points lumineux se mouvaient</w:t>
      </w:r>
      <w:r w:rsidR="003A6D8D">
        <w:t xml:space="preserve">. </w:t>
      </w:r>
      <w:r w:rsidRPr="003A0BBB">
        <w:t>L</w:t>
      </w:r>
      <w:r w:rsidR="003A6D8D">
        <w:t>’</w:t>
      </w:r>
      <w:r w:rsidRPr="003A0BBB">
        <w:t>un avait l</w:t>
      </w:r>
      <w:r w:rsidR="003A6D8D">
        <w:t>’</w:t>
      </w:r>
      <w:r w:rsidRPr="003A0BBB">
        <w:t>éclat à la fois plus vif et plus ténu d</w:t>
      </w:r>
      <w:r w:rsidR="003A6D8D">
        <w:t>’</w:t>
      </w:r>
      <w:r w:rsidRPr="003A0BBB">
        <w:t>une lampe électrique de poche</w:t>
      </w:r>
      <w:r w:rsidR="003A6D8D">
        <w:t>.</w:t>
      </w:r>
    </w:p>
    <w:p w14:paraId="169872E5" w14:textId="77777777" w:rsidR="003A6D8D" w:rsidRDefault="003A6D8D" w:rsidP="008F7090">
      <w:r>
        <w:t>— </w:t>
      </w:r>
      <w:r w:rsidR="008F7090" w:rsidRPr="003A0BBB">
        <w:t>Allons</w:t>
      </w:r>
      <w:r>
        <w:t xml:space="preserve">, </w:t>
      </w:r>
      <w:r w:rsidR="008F7090" w:rsidRPr="003A0BBB">
        <w:t>fit Franz</w:t>
      </w:r>
      <w:r>
        <w:t xml:space="preserve">, </w:t>
      </w:r>
      <w:r w:rsidR="008F7090" w:rsidRPr="003A0BBB">
        <w:t>allons</w:t>
      </w:r>
      <w:r>
        <w:t> !</w:t>
      </w:r>
    </w:p>
    <w:p w14:paraId="4CD111C0" w14:textId="77777777" w:rsidR="003A6D8D" w:rsidRDefault="008F7090" w:rsidP="008F7090">
      <w:r w:rsidRPr="003A0BBB">
        <w:t>Maintenant</w:t>
      </w:r>
      <w:r w:rsidR="003A6D8D">
        <w:t xml:space="preserve">, </w:t>
      </w:r>
      <w:r w:rsidRPr="003A0BBB">
        <w:t>c</w:t>
      </w:r>
      <w:r w:rsidR="003A6D8D">
        <w:t>’</w:t>
      </w:r>
      <w:r w:rsidRPr="003A0BBB">
        <w:t>était lui qui courait</w:t>
      </w:r>
      <w:r w:rsidR="003A6D8D">
        <w:t xml:space="preserve">. </w:t>
      </w:r>
      <w:r w:rsidRPr="003A0BBB">
        <w:t>Il m</w:t>
      </w:r>
      <w:r w:rsidR="003A6D8D">
        <w:t>’</w:t>
      </w:r>
      <w:r w:rsidRPr="003A0BBB">
        <w:t>avait saisi le bras et m</w:t>
      </w:r>
      <w:r w:rsidR="003A6D8D">
        <w:t>’</w:t>
      </w:r>
      <w:r w:rsidRPr="003A0BBB">
        <w:t>entraînait</w:t>
      </w:r>
      <w:r w:rsidR="003A6D8D">
        <w:t xml:space="preserve">. </w:t>
      </w:r>
      <w:r w:rsidRPr="003A0BBB">
        <w:t>Nous trébuchions sur les cailloux</w:t>
      </w:r>
      <w:r w:rsidR="003A6D8D">
        <w:t xml:space="preserve">, </w:t>
      </w:r>
      <w:r w:rsidRPr="003A0BBB">
        <w:t>dans les ornières</w:t>
      </w:r>
      <w:r w:rsidR="003A6D8D">
        <w:t xml:space="preserve">. </w:t>
      </w:r>
      <w:r w:rsidRPr="003A0BBB">
        <w:t>Les lumières devenaient plus distinctes</w:t>
      </w:r>
      <w:r w:rsidR="003A6D8D">
        <w:t xml:space="preserve">. </w:t>
      </w:r>
      <w:r w:rsidRPr="003A0BBB">
        <w:t xml:space="preserve">Il ne nous restait plus que quelques </w:t>
      </w:r>
      <w:proofErr w:type="gramStart"/>
      <w:r w:rsidRPr="003A0BBB">
        <w:t>cents</w:t>
      </w:r>
      <w:proofErr w:type="gramEnd"/>
      <w:r w:rsidRPr="003A0BBB">
        <w:t xml:space="preserve"> mètres à franchir lorsque nous en vîmes une se détacher des autres</w:t>
      </w:r>
      <w:r w:rsidR="003A6D8D">
        <w:t xml:space="preserve">, </w:t>
      </w:r>
      <w:r w:rsidRPr="003A0BBB">
        <w:t>en même temps que nous arrivait le bruit de la mise en marche d</w:t>
      </w:r>
      <w:r w:rsidR="003A6D8D">
        <w:t>’</w:t>
      </w:r>
      <w:r w:rsidRPr="003A0BBB">
        <w:t>un moteur</w:t>
      </w:r>
      <w:r w:rsidR="003A6D8D">
        <w:t xml:space="preserve">. </w:t>
      </w:r>
      <w:r w:rsidRPr="003A0BBB">
        <w:t>Une automobile s</w:t>
      </w:r>
      <w:r w:rsidR="003A6D8D">
        <w:t>’</w:t>
      </w:r>
      <w:r w:rsidRPr="003A0BBB">
        <w:t>avançait sur la route à notre rencontre</w:t>
      </w:r>
      <w:r w:rsidR="003A6D8D">
        <w:t xml:space="preserve">… </w:t>
      </w:r>
      <w:r w:rsidRPr="003A0BBB">
        <w:t>Quelqu</w:t>
      </w:r>
      <w:r w:rsidR="003A6D8D">
        <w:t>’</w:t>
      </w:r>
      <w:r w:rsidRPr="003A0BBB">
        <w:t>un qui allait prévenir à Maguelonne</w:t>
      </w:r>
      <w:r w:rsidR="003A6D8D">
        <w:t>.</w:t>
      </w:r>
    </w:p>
    <w:p w14:paraId="0110BD34" w14:textId="77777777" w:rsidR="003A6D8D" w:rsidRDefault="003A6D8D" w:rsidP="008F7090">
      <w:r>
        <w:t>— </w:t>
      </w:r>
      <w:r w:rsidR="008F7090" w:rsidRPr="003A0BBB">
        <w:t>Halte</w:t>
      </w:r>
      <w:r>
        <w:t xml:space="preserve"> ! </w:t>
      </w:r>
      <w:r w:rsidR="008F7090" w:rsidRPr="003A0BBB">
        <w:t>cria Franz</w:t>
      </w:r>
      <w:r>
        <w:t>.</w:t>
      </w:r>
    </w:p>
    <w:p w14:paraId="2E982DB9" w14:textId="77777777" w:rsidR="003A6D8D" w:rsidRDefault="008F7090" w:rsidP="008F7090">
      <w:r w:rsidRPr="003A0BBB">
        <w:t>Le chauffeur obéit</w:t>
      </w:r>
      <w:r w:rsidR="003A6D8D">
        <w:t>.</w:t>
      </w:r>
    </w:p>
    <w:p w14:paraId="7E35F257" w14:textId="77777777" w:rsidR="003A6D8D" w:rsidRDefault="003A6D8D" w:rsidP="008F7090">
      <w:r>
        <w:t>— </w:t>
      </w:r>
      <w:r w:rsidR="008F7090" w:rsidRPr="003A0BBB">
        <w:t>Ah</w:t>
      </w:r>
      <w:r>
        <w:t xml:space="preserve"> ! </w:t>
      </w:r>
      <w:r w:rsidR="008F7090" w:rsidRPr="003A0BBB">
        <w:t>madame</w:t>
      </w:r>
      <w:r>
        <w:t xml:space="preserve">, </w:t>
      </w:r>
      <w:r w:rsidR="008F7090" w:rsidRPr="003A0BBB">
        <w:t>c</w:t>
      </w:r>
      <w:r>
        <w:t>’</w:t>
      </w:r>
      <w:r w:rsidR="008F7090" w:rsidRPr="003A0BBB">
        <w:t>est vous</w:t>
      </w:r>
      <w:r>
        <w:t> !</w:t>
      </w:r>
    </w:p>
    <w:p w14:paraId="4C0A51CA" w14:textId="77777777" w:rsidR="003A6D8D" w:rsidRDefault="008F7090" w:rsidP="008F7090">
      <w:r w:rsidRPr="003A0BBB">
        <w:t>Je reconnus Henri le garagiste</w:t>
      </w:r>
      <w:r w:rsidR="003A6D8D">
        <w:t xml:space="preserve">, </w:t>
      </w:r>
      <w:r w:rsidRPr="003A0BBB">
        <w:t>celui-là même qui m</w:t>
      </w:r>
      <w:r w:rsidR="003A6D8D">
        <w:t>’</w:t>
      </w:r>
      <w:r w:rsidRPr="003A0BBB">
        <w:t>avait conduite à la gare trois mois plus tôt</w:t>
      </w:r>
      <w:r w:rsidR="003A6D8D">
        <w:t xml:space="preserve">, </w:t>
      </w:r>
      <w:r w:rsidRPr="003A0BBB">
        <w:t>le jour de l</w:t>
      </w:r>
      <w:r w:rsidR="003A6D8D">
        <w:t>’</w:t>
      </w:r>
      <w:r w:rsidRPr="003A0BBB">
        <w:t>arrivée de Camille</w:t>
      </w:r>
      <w:r w:rsidR="003A6D8D">
        <w:t xml:space="preserve">. </w:t>
      </w:r>
      <w:r w:rsidRPr="003A0BBB">
        <w:t>Trois mois</w:t>
      </w:r>
      <w:r w:rsidR="003A6D8D">
        <w:t> !…</w:t>
      </w:r>
    </w:p>
    <w:p w14:paraId="21AD7377" w14:textId="77777777" w:rsidR="003A6D8D" w:rsidRDefault="008F7090" w:rsidP="008F7090">
      <w:r w:rsidRPr="003A0BBB">
        <w:t>Il était descendu de sa voiture</w:t>
      </w:r>
      <w:r w:rsidR="003A6D8D">
        <w:t xml:space="preserve">. </w:t>
      </w:r>
      <w:r w:rsidRPr="003A0BBB">
        <w:t>Je m</w:t>
      </w:r>
      <w:r w:rsidR="003A6D8D">
        <w:t>’</w:t>
      </w:r>
      <w:r w:rsidRPr="003A0BBB">
        <w:t>emparai de sa main</w:t>
      </w:r>
      <w:r w:rsidR="003A6D8D">
        <w:t>.</w:t>
      </w:r>
    </w:p>
    <w:p w14:paraId="4EBB686B" w14:textId="77777777" w:rsidR="003A6D8D" w:rsidRDefault="003A6D8D" w:rsidP="008F7090">
      <w:r>
        <w:t>— </w:t>
      </w:r>
      <w:r w:rsidR="008F7090" w:rsidRPr="003A0BBB">
        <w:t>Henri</w:t>
      </w:r>
      <w:r>
        <w:t xml:space="preserve">, </w:t>
      </w:r>
      <w:r w:rsidR="008F7090" w:rsidRPr="003A0BBB">
        <w:t>mon Dieu</w:t>
      </w:r>
      <w:r>
        <w:t xml:space="preserve"> ! </w:t>
      </w:r>
      <w:r w:rsidR="008F7090" w:rsidRPr="003A0BBB">
        <w:t>Je vous en prie</w:t>
      </w:r>
      <w:r>
        <w:t xml:space="preserve">, </w:t>
      </w:r>
      <w:r w:rsidR="008F7090" w:rsidRPr="003A0BBB">
        <w:t>Henri</w:t>
      </w:r>
      <w:r>
        <w:t xml:space="preserve"> ! </w:t>
      </w:r>
      <w:r w:rsidR="008F7090" w:rsidRPr="003A0BBB">
        <w:t>Qu</w:t>
      </w:r>
      <w:r>
        <w:t>’</w:t>
      </w:r>
      <w:r w:rsidR="008F7090" w:rsidRPr="003A0BBB">
        <w:t>y a-t-il</w:t>
      </w:r>
      <w:r>
        <w:t xml:space="preserve"> ? </w:t>
      </w:r>
      <w:r w:rsidR="008F7090" w:rsidRPr="003A0BBB">
        <w:t>C</w:t>
      </w:r>
      <w:r>
        <w:t>’</w:t>
      </w:r>
      <w:r w:rsidR="008F7090" w:rsidRPr="003A0BBB">
        <w:t>est elle</w:t>
      </w:r>
      <w:r>
        <w:t xml:space="preserve">, </w:t>
      </w:r>
      <w:r w:rsidR="008F7090" w:rsidRPr="003A0BBB">
        <w:t>n</w:t>
      </w:r>
      <w:r>
        <w:t>’</w:t>
      </w:r>
      <w:r w:rsidR="008F7090" w:rsidRPr="003A0BBB">
        <w:t>est-ce pas</w:t>
      </w:r>
      <w:r>
        <w:t> ?</w:t>
      </w:r>
    </w:p>
    <w:p w14:paraId="03F39039" w14:textId="77777777" w:rsidR="003A6D8D" w:rsidRDefault="008F7090" w:rsidP="008F7090">
      <w:r w:rsidRPr="003A0BBB">
        <w:t>Il ne me répondait pas</w:t>
      </w:r>
      <w:r w:rsidR="003A6D8D">
        <w:t xml:space="preserve">. </w:t>
      </w:r>
      <w:r w:rsidRPr="003A0BBB">
        <w:t>Il regardait Franz</w:t>
      </w:r>
      <w:r w:rsidR="003A6D8D">
        <w:t xml:space="preserve">, </w:t>
      </w:r>
      <w:r w:rsidRPr="003A0BBB">
        <w:t>n</w:t>
      </w:r>
      <w:r w:rsidR="003A6D8D">
        <w:t>’</w:t>
      </w:r>
      <w:r w:rsidRPr="003A0BBB">
        <w:t>osant pas même lui faire un signe</w:t>
      </w:r>
      <w:r w:rsidR="003A6D8D">
        <w:t xml:space="preserve">. </w:t>
      </w:r>
      <w:r w:rsidRPr="003A0BBB">
        <w:t>C</w:t>
      </w:r>
      <w:r w:rsidR="003A6D8D">
        <w:t>’</w:t>
      </w:r>
      <w:r w:rsidRPr="003A0BBB">
        <w:t>était à lui qu</w:t>
      </w:r>
      <w:r w:rsidR="003A6D8D">
        <w:t>’</w:t>
      </w:r>
      <w:r w:rsidRPr="003A0BBB">
        <w:t>il aurait voulu parler</w:t>
      </w:r>
      <w:r w:rsidR="003A6D8D">
        <w:t xml:space="preserve">. </w:t>
      </w:r>
      <w:r w:rsidRPr="003A0BBB">
        <w:t>Mais je ne lâchai pas son bras</w:t>
      </w:r>
      <w:r w:rsidR="003A6D8D">
        <w:t>.</w:t>
      </w:r>
    </w:p>
    <w:p w14:paraId="74C4F028" w14:textId="77777777" w:rsidR="003A6D8D" w:rsidRDefault="003A6D8D" w:rsidP="008F7090">
      <w:r>
        <w:t>— </w:t>
      </w:r>
      <w:r w:rsidR="008F7090" w:rsidRPr="003A0BBB">
        <w:t>Henri</w:t>
      </w:r>
      <w:r>
        <w:t xml:space="preserve">, </w:t>
      </w:r>
      <w:r w:rsidR="008F7090" w:rsidRPr="003A0BBB">
        <w:t>je vous en supplie</w:t>
      </w:r>
      <w:r>
        <w:t xml:space="preserve"> ! </w:t>
      </w:r>
      <w:r w:rsidR="008F7090" w:rsidRPr="003A0BBB">
        <w:t>Vous ne voyez donc pas</w:t>
      </w:r>
      <w:r>
        <w:t>…</w:t>
      </w:r>
    </w:p>
    <w:p w14:paraId="65A7FEA5" w14:textId="77777777" w:rsidR="003A6D8D" w:rsidRDefault="008F7090" w:rsidP="008F7090">
      <w:r w:rsidRPr="003A0BBB">
        <w:lastRenderedPageBreak/>
        <w:t>Il n</w:t>
      </w:r>
      <w:r w:rsidR="003A6D8D">
        <w:t>’</w:t>
      </w:r>
      <w:r w:rsidRPr="003A0BBB">
        <w:t>y tint plus</w:t>
      </w:r>
      <w:r w:rsidR="003A6D8D">
        <w:t>.</w:t>
      </w:r>
    </w:p>
    <w:p w14:paraId="6AAFBE89" w14:textId="77777777" w:rsidR="003A6D8D" w:rsidRDefault="003A6D8D" w:rsidP="008F7090">
      <w:r>
        <w:t>— </w:t>
      </w:r>
      <w:r w:rsidR="008F7090" w:rsidRPr="003A0BBB">
        <w:t>Ah</w:t>
      </w:r>
      <w:r>
        <w:t xml:space="preserve"> ! </w:t>
      </w:r>
      <w:r w:rsidR="008F7090" w:rsidRPr="003A0BBB">
        <w:t>madame</w:t>
      </w:r>
      <w:r>
        <w:t xml:space="preserve">, </w:t>
      </w:r>
      <w:r w:rsidR="008F7090" w:rsidRPr="003A0BBB">
        <w:t>fit-il</w:t>
      </w:r>
      <w:r>
        <w:t xml:space="preserve">, </w:t>
      </w:r>
      <w:r w:rsidR="008F7090" w:rsidRPr="003A0BBB">
        <w:t>m</w:t>
      </w:r>
      <w:r>
        <w:t>’</w:t>
      </w:r>
      <w:r w:rsidR="008F7090" w:rsidRPr="003A0BBB">
        <w:t>embrassant la main</w:t>
      </w:r>
      <w:r>
        <w:t xml:space="preserve">, </w:t>
      </w:r>
      <w:r w:rsidR="008F7090" w:rsidRPr="003A0BBB">
        <w:t>j</w:t>
      </w:r>
      <w:r>
        <w:t>’</w:t>
      </w:r>
      <w:r w:rsidR="008F7090" w:rsidRPr="003A0BBB">
        <w:t>espérais bien que ce ne serait pas vous que je rencontrerais la première</w:t>
      </w:r>
      <w:r>
        <w:t xml:space="preserve">. </w:t>
      </w:r>
      <w:r w:rsidR="008F7090" w:rsidRPr="003A0BBB">
        <w:t>Pauvre</w:t>
      </w:r>
      <w:r>
        <w:t xml:space="preserve">, </w:t>
      </w:r>
      <w:r w:rsidR="008F7090" w:rsidRPr="003A0BBB">
        <w:t>pauvre petite demoiselle</w:t>
      </w:r>
      <w:r>
        <w:t> !</w:t>
      </w:r>
    </w:p>
    <w:p w14:paraId="30E991F7" w14:textId="77777777" w:rsidR="003A6D8D" w:rsidRDefault="008F7090" w:rsidP="008F7090">
      <w:r w:rsidRPr="003A0BBB">
        <w:t>Sans mot dire</w:t>
      </w:r>
      <w:r w:rsidR="003A6D8D">
        <w:t xml:space="preserve">, </w:t>
      </w:r>
      <w:r w:rsidRPr="003A0BBB">
        <w:t>Franz avait fait virer l</w:t>
      </w:r>
      <w:r w:rsidR="003A6D8D">
        <w:t>’</w:t>
      </w:r>
      <w:r w:rsidRPr="003A0BBB">
        <w:t>automobile</w:t>
      </w:r>
      <w:r w:rsidR="003A6D8D">
        <w:t xml:space="preserve">. </w:t>
      </w:r>
      <w:r w:rsidRPr="003A0BBB">
        <w:t>Henri m</w:t>
      </w:r>
      <w:r w:rsidR="003A6D8D">
        <w:t>’</w:t>
      </w:r>
      <w:r w:rsidRPr="003A0BBB">
        <w:t>aida à y monter</w:t>
      </w:r>
      <w:r w:rsidR="003A6D8D">
        <w:t xml:space="preserve">, </w:t>
      </w:r>
      <w:r w:rsidRPr="003A0BBB">
        <w:t>et presque aussitôt nous fûmes au milieu d</w:t>
      </w:r>
      <w:r w:rsidR="003A6D8D">
        <w:t>’</w:t>
      </w:r>
      <w:r w:rsidRPr="003A0BBB">
        <w:t>un groupe d</w:t>
      </w:r>
      <w:r w:rsidR="003A6D8D">
        <w:t>’</w:t>
      </w:r>
      <w:r w:rsidRPr="003A0BBB">
        <w:t>ombres qui s</w:t>
      </w:r>
      <w:r w:rsidR="003A6D8D">
        <w:t>’</w:t>
      </w:r>
      <w:r w:rsidRPr="003A0BBB">
        <w:t>entretenaient à voix basse</w:t>
      </w:r>
      <w:r w:rsidR="003A6D8D">
        <w:t xml:space="preserve">. </w:t>
      </w:r>
      <w:r w:rsidRPr="003A0BBB">
        <w:t>C</w:t>
      </w:r>
      <w:r w:rsidR="003A6D8D">
        <w:t>’</w:t>
      </w:r>
      <w:r w:rsidRPr="003A0BBB">
        <w:t>étaient des paysans des environs</w:t>
      </w:r>
      <w:r w:rsidR="003A6D8D">
        <w:t xml:space="preserve">, </w:t>
      </w:r>
      <w:r w:rsidRPr="003A0BBB">
        <w:t>des gens de la ville</w:t>
      </w:r>
      <w:r w:rsidR="003A6D8D">
        <w:t xml:space="preserve">. </w:t>
      </w:r>
      <w:r w:rsidRPr="003A0BBB">
        <w:t>Tous se turent en me reconnaissant</w:t>
      </w:r>
      <w:r w:rsidR="003A6D8D">
        <w:t>.</w:t>
      </w:r>
    </w:p>
    <w:p w14:paraId="66D7733B" w14:textId="77777777" w:rsidR="003A6D8D" w:rsidRDefault="008F7090" w:rsidP="008F7090">
      <w:r w:rsidRPr="003A0BBB">
        <w:t>La route</w:t>
      </w:r>
      <w:r w:rsidR="003A6D8D">
        <w:t xml:space="preserve">, </w:t>
      </w:r>
      <w:r w:rsidRPr="003A0BBB">
        <w:t>du côté du ravin</w:t>
      </w:r>
      <w:r w:rsidR="003A6D8D">
        <w:t xml:space="preserve">, </w:t>
      </w:r>
      <w:r w:rsidRPr="003A0BBB">
        <w:t>est bordée par une mince rangée de pierres</w:t>
      </w:r>
      <w:r w:rsidR="003A6D8D">
        <w:t xml:space="preserve">. </w:t>
      </w:r>
      <w:r w:rsidRPr="003A0BBB">
        <w:t>Un trou de deux mètres dans ce parapet rudimentaire décelait l</w:t>
      </w:r>
      <w:r w:rsidR="003A6D8D">
        <w:t>’</w:t>
      </w:r>
      <w:r w:rsidRPr="003A0BBB">
        <w:t>endroit par où l</w:t>
      </w:r>
      <w:r w:rsidR="003A6D8D">
        <w:t>’</w:t>
      </w:r>
      <w:r w:rsidRPr="003A0BBB">
        <w:t>automobile de Camille s</w:t>
      </w:r>
      <w:r w:rsidR="003A6D8D">
        <w:t>’</w:t>
      </w:r>
      <w:r w:rsidRPr="003A0BBB">
        <w:t>était précipitée</w:t>
      </w:r>
      <w:r w:rsidR="003A6D8D">
        <w:t>.</w:t>
      </w:r>
    </w:p>
    <w:p w14:paraId="48431099" w14:textId="77777777" w:rsidR="003A6D8D" w:rsidRDefault="008F7090" w:rsidP="008F7090">
      <w:r w:rsidRPr="003A0BBB">
        <w:t>Bondissant hors de celle du garagiste</w:t>
      </w:r>
      <w:r w:rsidR="003A6D8D">
        <w:t xml:space="preserve">, </w:t>
      </w:r>
      <w:r w:rsidRPr="003A0BBB">
        <w:t>Franz était déjà en train de descendre dans le ravin</w:t>
      </w:r>
      <w:r w:rsidR="003A6D8D">
        <w:t xml:space="preserve">. </w:t>
      </w:r>
      <w:r w:rsidRPr="003A0BBB">
        <w:t>Je voulais l</w:t>
      </w:r>
      <w:r w:rsidR="003A6D8D">
        <w:t>’</w:t>
      </w:r>
      <w:r w:rsidRPr="003A0BBB">
        <w:t>imiter</w:t>
      </w:r>
      <w:r w:rsidR="003A6D8D">
        <w:t xml:space="preserve">. </w:t>
      </w:r>
      <w:r w:rsidRPr="003A0BBB">
        <w:t>Des bras me retinrent</w:t>
      </w:r>
      <w:r w:rsidR="003A6D8D">
        <w:t>.</w:t>
      </w:r>
    </w:p>
    <w:p w14:paraId="77D2C83F" w14:textId="77777777" w:rsidR="003A6D8D" w:rsidRDefault="003A6D8D" w:rsidP="008F7090">
      <w:r>
        <w:t>— </w:t>
      </w:r>
      <w:r w:rsidR="008F7090" w:rsidRPr="003A0BBB">
        <w:t>Laissez-moi</w:t>
      </w:r>
      <w:r>
        <w:t xml:space="preserve">. </w:t>
      </w:r>
      <w:r w:rsidR="008F7090" w:rsidRPr="003A0BBB">
        <w:t>Moi aussi</w:t>
      </w:r>
      <w:r>
        <w:t xml:space="preserve">, </w:t>
      </w:r>
      <w:r w:rsidR="008F7090" w:rsidRPr="003A0BBB">
        <w:t>je veux voir</w:t>
      </w:r>
      <w:r>
        <w:t>.</w:t>
      </w:r>
    </w:p>
    <w:p w14:paraId="2F302F9B" w14:textId="77777777" w:rsidR="003A6D8D" w:rsidRDefault="008F7090" w:rsidP="008F7090">
      <w:r w:rsidRPr="003A0BBB">
        <w:t>Au même instant</w:t>
      </w:r>
      <w:r w:rsidR="003A6D8D">
        <w:t xml:space="preserve">, </w:t>
      </w:r>
      <w:r w:rsidRPr="003A0BBB">
        <w:t>une nouvelle automobile survenait</w:t>
      </w:r>
      <w:r w:rsidR="003A6D8D">
        <w:t xml:space="preserve">. </w:t>
      </w:r>
      <w:r w:rsidRPr="003A0BBB">
        <w:t>C</w:t>
      </w:r>
      <w:r w:rsidR="003A6D8D">
        <w:t>’</w:t>
      </w:r>
      <w:r w:rsidRPr="003A0BBB">
        <w:t>était le médecin qu</w:t>
      </w:r>
      <w:r w:rsidR="003A6D8D">
        <w:t>’</w:t>
      </w:r>
      <w:r w:rsidRPr="003A0BBB">
        <w:t xml:space="preserve">on était </w:t>
      </w:r>
      <w:proofErr w:type="spellStart"/>
      <w:r w:rsidRPr="003A0BBB">
        <w:t>aller</w:t>
      </w:r>
      <w:proofErr w:type="spellEnd"/>
      <w:r w:rsidRPr="003A0BBB">
        <w:t xml:space="preserve"> chercher</w:t>
      </w:r>
      <w:r w:rsidR="003A6D8D">
        <w:t xml:space="preserve">. </w:t>
      </w:r>
      <w:r w:rsidRPr="003A0BBB">
        <w:t>Il était âgé</w:t>
      </w:r>
      <w:r w:rsidR="003A6D8D">
        <w:t xml:space="preserve">, </w:t>
      </w:r>
      <w:r w:rsidRPr="003A0BBB">
        <w:t>peu ingambe</w:t>
      </w:r>
      <w:r w:rsidR="003A6D8D">
        <w:t xml:space="preserve">. </w:t>
      </w:r>
      <w:r w:rsidRPr="003A0BBB">
        <w:t>On dut lui faire faire un détour pour le conduire vers le sinistre amas</w:t>
      </w:r>
      <w:r w:rsidR="003A6D8D">
        <w:t xml:space="preserve">, </w:t>
      </w:r>
      <w:r w:rsidRPr="003A0BBB">
        <w:t>qui</w:t>
      </w:r>
      <w:r w:rsidR="003A6D8D">
        <w:t xml:space="preserve">, </w:t>
      </w:r>
      <w:r w:rsidRPr="003A0BBB">
        <w:t>à trente pas en contre-bas</w:t>
      </w:r>
      <w:r w:rsidR="003A6D8D">
        <w:t xml:space="preserve">, </w:t>
      </w:r>
      <w:r w:rsidRPr="003A0BBB">
        <w:t>se distinguait vaguement dans l</w:t>
      </w:r>
      <w:r w:rsidR="003A6D8D">
        <w:t>’</w:t>
      </w:r>
      <w:r w:rsidRPr="003A0BBB">
        <w:t>ombre</w:t>
      </w:r>
      <w:r w:rsidR="003A6D8D">
        <w:t>.</w:t>
      </w:r>
    </w:p>
    <w:p w14:paraId="01E47789" w14:textId="77777777" w:rsidR="003A6D8D" w:rsidRDefault="008F7090" w:rsidP="008F7090">
      <w:r w:rsidRPr="003A0BBB">
        <w:t>Autant qu</w:t>
      </w:r>
      <w:r w:rsidR="003A6D8D">
        <w:t>’</w:t>
      </w:r>
      <w:r w:rsidRPr="003A0BBB">
        <w:t>on me le permît</w:t>
      </w:r>
      <w:r w:rsidR="003A6D8D">
        <w:t xml:space="preserve">, </w:t>
      </w:r>
      <w:r w:rsidRPr="003A0BBB">
        <w:t>je me penchai</w:t>
      </w:r>
      <w:r w:rsidR="003A6D8D">
        <w:t xml:space="preserve">. </w:t>
      </w:r>
      <w:r w:rsidRPr="003A0BBB">
        <w:t>La lanterne et la lampe électrique</w:t>
      </w:r>
      <w:r w:rsidR="003A6D8D">
        <w:t xml:space="preserve">, </w:t>
      </w:r>
      <w:r w:rsidRPr="003A0BBB">
        <w:t>que nous apercevions tout à l</w:t>
      </w:r>
      <w:r w:rsidR="003A6D8D">
        <w:t>’</w:t>
      </w:r>
      <w:r w:rsidRPr="003A0BBB">
        <w:t>heure de la route</w:t>
      </w:r>
      <w:r w:rsidR="003A6D8D">
        <w:t xml:space="preserve">, </w:t>
      </w:r>
      <w:r w:rsidRPr="003A0BBB">
        <w:t>allant et venant</w:t>
      </w:r>
      <w:r w:rsidR="003A6D8D">
        <w:t xml:space="preserve">, </w:t>
      </w:r>
      <w:r w:rsidRPr="003A0BBB">
        <w:t>étaient maintenant immobiles</w:t>
      </w:r>
      <w:r w:rsidR="003A6D8D">
        <w:t xml:space="preserve">, </w:t>
      </w:r>
      <w:r w:rsidRPr="003A0BBB">
        <w:t>concentrant sur ces informes débris leur tremblante lueur</w:t>
      </w:r>
      <w:r w:rsidR="003A6D8D">
        <w:t xml:space="preserve">. </w:t>
      </w:r>
      <w:r w:rsidRPr="003A0BBB">
        <w:t>Aucun bruit</w:t>
      </w:r>
      <w:r w:rsidR="003A6D8D">
        <w:t xml:space="preserve">, </w:t>
      </w:r>
      <w:r w:rsidRPr="003A0BBB">
        <w:t>aucune parole ne sortait de ce trou ténébreux</w:t>
      </w:r>
      <w:r w:rsidR="003A6D8D">
        <w:t xml:space="preserve">, </w:t>
      </w:r>
      <w:r w:rsidRPr="003A0BBB">
        <w:t>ni aucun gémissement</w:t>
      </w:r>
      <w:r w:rsidR="003A6D8D">
        <w:t xml:space="preserve">. </w:t>
      </w:r>
      <w:r w:rsidRPr="003A0BBB">
        <w:t>Plus il me sembla entendre quelque chose</w:t>
      </w:r>
      <w:r w:rsidR="003A6D8D">
        <w:t xml:space="preserve">, </w:t>
      </w:r>
      <w:r w:rsidRPr="003A0BBB">
        <w:t>une plainte</w:t>
      </w:r>
      <w:r w:rsidR="003A6D8D">
        <w:t xml:space="preserve">, </w:t>
      </w:r>
      <w:r w:rsidRPr="003A0BBB">
        <w:t>un sanglot mal réprimé</w:t>
      </w:r>
      <w:r w:rsidR="003A6D8D">
        <w:t xml:space="preserve">. </w:t>
      </w:r>
      <w:r w:rsidRPr="003A0BBB">
        <w:t>C</w:t>
      </w:r>
      <w:r w:rsidR="003A6D8D">
        <w:t>’</w:t>
      </w:r>
      <w:r w:rsidRPr="003A0BBB">
        <w:t>était Franz</w:t>
      </w:r>
      <w:r w:rsidR="003A6D8D">
        <w:t>.</w:t>
      </w:r>
    </w:p>
    <w:p w14:paraId="5352C126" w14:textId="77777777" w:rsidR="003A6D8D" w:rsidRDefault="003A6D8D" w:rsidP="008F7090">
      <w:r>
        <w:lastRenderedPageBreak/>
        <w:t>— </w:t>
      </w:r>
      <w:r w:rsidR="008F7090" w:rsidRPr="003A0BBB">
        <w:t>Franz</w:t>
      </w:r>
      <w:r>
        <w:t xml:space="preserve">, </w:t>
      </w:r>
      <w:r w:rsidR="008F7090" w:rsidRPr="003A0BBB">
        <w:t>Franz</w:t>
      </w:r>
      <w:r>
        <w:t xml:space="preserve">, </w:t>
      </w:r>
      <w:r w:rsidR="008F7090" w:rsidRPr="003A0BBB">
        <w:t>criai-je</w:t>
      </w:r>
      <w:r>
        <w:t xml:space="preserve">, </w:t>
      </w:r>
      <w:r w:rsidR="008F7090" w:rsidRPr="003A0BBB">
        <w:t>elle vit</w:t>
      </w:r>
      <w:r>
        <w:t xml:space="preserve">, </w:t>
      </w:r>
      <w:r w:rsidR="008F7090" w:rsidRPr="003A0BBB">
        <w:t>n</w:t>
      </w:r>
      <w:r>
        <w:t>’</w:t>
      </w:r>
      <w:r w:rsidR="008F7090" w:rsidRPr="003A0BBB">
        <w:t>est-ce pas</w:t>
      </w:r>
      <w:r>
        <w:t xml:space="preserve"> ? </w:t>
      </w:r>
      <w:r w:rsidR="008F7090" w:rsidRPr="003A0BBB">
        <w:t>Elle vit</w:t>
      </w:r>
      <w:r>
        <w:t> ?</w:t>
      </w:r>
    </w:p>
    <w:p w14:paraId="38C34808" w14:textId="77777777" w:rsidR="003A6D8D" w:rsidRDefault="008F7090" w:rsidP="008F7090">
      <w:r w:rsidRPr="003A0BBB">
        <w:t>Je n</w:t>
      </w:r>
      <w:r w:rsidR="003A6D8D">
        <w:t>’</w:t>
      </w:r>
      <w:r w:rsidRPr="003A0BBB">
        <w:t>eus pas de réponse</w:t>
      </w:r>
      <w:r w:rsidR="003A6D8D">
        <w:t xml:space="preserve">. </w:t>
      </w:r>
      <w:r w:rsidRPr="003A0BBB">
        <w:t>Seulement</w:t>
      </w:r>
      <w:r w:rsidR="003A6D8D">
        <w:t xml:space="preserve">, </w:t>
      </w:r>
      <w:r w:rsidRPr="003A0BBB">
        <w:t>à mon côté</w:t>
      </w:r>
      <w:r w:rsidR="003A6D8D">
        <w:t xml:space="preserve">, </w:t>
      </w:r>
      <w:r w:rsidRPr="003A0BBB">
        <w:t>un homme dont je ne distinguais pas les traits murmura en patois</w:t>
      </w:r>
      <w:r w:rsidR="003A6D8D">
        <w:t> :</w:t>
      </w:r>
    </w:p>
    <w:p w14:paraId="794E0327" w14:textId="77777777" w:rsidR="003A6D8D" w:rsidRDefault="003A6D8D" w:rsidP="008F7090">
      <w:r>
        <w:t>— </w:t>
      </w:r>
      <w:r w:rsidR="008F7090" w:rsidRPr="003A0BBB">
        <w:t>Pauvre dame</w:t>
      </w:r>
      <w:r>
        <w:t xml:space="preserve"> ! </w:t>
      </w:r>
      <w:r w:rsidR="008F7090" w:rsidRPr="003A0BBB">
        <w:t>À quoi bon la laisser ici</w:t>
      </w:r>
      <w:r>
        <w:t xml:space="preserve">. </w:t>
      </w:r>
      <w:r w:rsidR="008F7090" w:rsidRPr="003A0BBB">
        <w:t>Il faut la ramener à Maguelonne</w:t>
      </w:r>
      <w:r>
        <w:t>.</w:t>
      </w:r>
    </w:p>
    <w:p w14:paraId="4EBD553A" w14:textId="77777777" w:rsidR="003A6D8D" w:rsidRDefault="008F7090" w:rsidP="008F7090">
      <w:r w:rsidRPr="003A0BBB">
        <w:t>Une fois de plus</w:t>
      </w:r>
      <w:r w:rsidR="003A6D8D">
        <w:t xml:space="preserve">, </w:t>
      </w:r>
      <w:r w:rsidRPr="003A0BBB">
        <w:t>j</w:t>
      </w:r>
      <w:r w:rsidR="003A6D8D">
        <w:t>’</w:t>
      </w:r>
      <w:r w:rsidRPr="003A0BBB">
        <w:t>essayai de leur échapper</w:t>
      </w:r>
      <w:r w:rsidR="003A6D8D">
        <w:t xml:space="preserve">. </w:t>
      </w:r>
      <w:r w:rsidRPr="003A0BBB">
        <w:t>Leur cercle autour de moi se rétrécit</w:t>
      </w:r>
      <w:r w:rsidR="003A6D8D">
        <w:t xml:space="preserve">. </w:t>
      </w:r>
      <w:r w:rsidRPr="003A0BBB">
        <w:t>Des mains robustes et respectueuses me maîtrisaient</w:t>
      </w:r>
      <w:r w:rsidR="003A6D8D">
        <w:t xml:space="preserve">. </w:t>
      </w:r>
      <w:r w:rsidRPr="003A0BBB">
        <w:t>Vaincue</w:t>
      </w:r>
      <w:r w:rsidR="003A6D8D">
        <w:t xml:space="preserve">, </w:t>
      </w:r>
      <w:r w:rsidRPr="003A0BBB">
        <w:t>je m</w:t>
      </w:r>
      <w:r w:rsidR="003A6D8D">
        <w:t>’</w:t>
      </w:r>
      <w:r w:rsidRPr="003A0BBB">
        <w:t>affaissai dans la boue en pleurant</w:t>
      </w:r>
      <w:r w:rsidR="003A6D8D">
        <w:t>.</w:t>
      </w:r>
    </w:p>
    <w:p w14:paraId="2D939107" w14:textId="77777777" w:rsidR="003A6D8D" w:rsidRDefault="008F7090" w:rsidP="008F7090">
      <w:r w:rsidRPr="003A0BBB">
        <w:t>Une heure plus tard</w:t>
      </w:r>
      <w:r w:rsidR="003A6D8D">
        <w:t xml:space="preserve">, </w:t>
      </w:r>
      <w:r w:rsidRPr="003A0BBB">
        <w:t>je me retrouvai étendue sur ma chaise longue</w:t>
      </w:r>
      <w:r w:rsidR="003A6D8D">
        <w:t xml:space="preserve">, </w:t>
      </w:r>
      <w:r w:rsidRPr="003A0BBB">
        <w:t>devant la cheminée de la cuisine de Maguelonne</w:t>
      </w:r>
      <w:r w:rsidR="003A6D8D">
        <w:t xml:space="preserve">. </w:t>
      </w:r>
      <w:r w:rsidRPr="003A0BBB">
        <w:t>Un grand feu y brûlait</w:t>
      </w:r>
      <w:r w:rsidR="003A6D8D">
        <w:t xml:space="preserve">. </w:t>
      </w:r>
      <w:r w:rsidRPr="003A0BBB">
        <w:t>Les bûches étant mouillées</w:t>
      </w:r>
      <w:r w:rsidR="003A6D8D">
        <w:t xml:space="preserve">, </w:t>
      </w:r>
      <w:r w:rsidRPr="003A0BBB">
        <w:t>il avait été impossible jusqu</w:t>
      </w:r>
      <w:r w:rsidR="003A6D8D">
        <w:t>’</w:t>
      </w:r>
      <w:r w:rsidRPr="003A0BBB">
        <w:t>à présent d</w:t>
      </w:r>
      <w:r w:rsidR="003A6D8D">
        <w:t>’</w:t>
      </w:r>
      <w:r w:rsidRPr="003A0BBB">
        <w:t>allumer celui de ma chambre</w:t>
      </w:r>
      <w:r w:rsidR="003A6D8D">
        <w:t xml:space="preserve">. </w:t>
      </w:r>
      <w:r w:rsidRPr="003A0BBB">
        <w:t>On m</w:t>
      </w:r>
      <w:r w:rsidR="003A6D8D">
        <w:t>’</w:t>
      </w:r>
      <w:r w:rsidRPr="003A0BBB">
        <w:t>avait donc</w:t>
      </w:r>
      <w:r w:rsidR="003A6D8D">
        <w:t xml:space="preserve">, </w:t>
      </w:r>
      <w:r w:rsidRPr="003A0BBB">
        <w:t>en attendant</w:t>
      </w:r>
      <w:r w:rsidR="003A6D8D">
        <w:t xml:space="preserve">, </w:t>
      </w:r>
      <w:r w:rsidRPr="003A0BBB">
        <w:t>installée là</w:t>
      </w:r>
      <w:r w:rsidR="003A6D8D">
        <w:t>.</w:t>
      </w:r>
    </w:p>
    <w:p w14:paraId="6869D174" w14:textId="77777777" w:rsidR="003A6D8D" w:rsidRDefault="008F7090" w:rsidP="008F7090">
      <w:r w:rsidRPr="003A0BBB">
        <w:t>Au fond de la pièce</w:t>
      </w:r>
      <w:r w:rsidR="003A6D8D">
        <w:t xml:space="preserve">, </w:t>
      </w:r>
      <w:r w:rsidRPr="003A0BBB">
        <w:t>dans l</w:t>
      </w:r>
      <w:r w:rsidR="003A6D8D">
        <w:t>’</w:t>
      </w:r>
      <w:r w:rsidRPr="003A0BBB">
        <w:t>ombre</w:t>
      </w:r>
      <w:r w:rsidR="003A6D8D">
        <w:t xml:space="preserve">, </w:t>
      </w:r>
      <w:r w:rsidRPr="003A0BBB">
        <w:t>il y avait plusieurs personnes</w:t>
      </w:r>
      <w:r w:rsidR="003A6D8D">
        <w:t xml:space="preserve">. </w:t>
      </w:r>
      <w:r w:rsidRPr="003A0BBB">
        <w:t>Je reconnus mes métayers</w:t>
      </w:r>
      <w:r w:rsidR="003A6D8D">
        <w:t xml:space="preserve">, </w:t>
      </w:r>
      <w:r w:rsidRPr="003A0BBB">
        <w:t>mes métayères</w:t>
      </w:r>
      <w:r w:rsidR="003A6D8D">
        <w:t xml:space="preserve">. </w:t>
      </w:r>
      <w:r w:rsidRPr="003A0BBB">
        <w:t>J</w:t>
      </w:r>
      <w:r w:rsidR="003A6D8D">
        <w:t>’</w:t>
      </w:r>
      <w:r w:rsidRPr="003A0BBB">
        <w:t>aperçus aussi Henri et les deux paysans qui avaient aidé à remonter sur la route le corps de ma petite fille</w:t>
      </w:r>
      <w:r w:rsidR="003A6D8D">
        <w:t xml:space="preserve">. </w:t>
      </w:r>
      <w:r w:rsidRPr="003A0BBB">
        <w:t>J</w:t>
      </w:r>
      <w:r w:rsidR="003A6D8D">
        <w:t>’</w:t>
      </w:r>
      <w:r w:rsidRPr="003A0BBB">
        <w:t>entrevis leurs vêtements trempés d</w:t>
      </w:r>
      <w:r w:rsidR="003A6D8D">
        <w:t>’</w:t>
      </w:r>
      <w:r w:rsidRPr="003A0BBB">
        <w:t>eau</w:t>
      </w:r>
      <w:r w:rsidR="003A6D8D">
        <w:t xml:space="preserve">, </w:t>
      </w:r>
      <w:r w:rsidRPr="003A0BBB">
        <w:t>maculés de terre</w:t>
      </w:r>
      <w:r w:rsidR="003A6D8D">
        <w:t>…</w:t>
      </w:r>
    </w:p>
    <w:p w14:paraId="7EDB6E1D" w14:textId="77777777" w:rsidR="003A6D8D" w:rsidRDefault="003A6D8D" w:rsidP="008F7090">
      <w:r>
        <w:t>— </w:t>
      </w:r>
      <w:r w:rsidR="008F7090" w:rsidRPr="003A0BBB">
        <w:t>Approchez du feu</w:t>
      </w:r>
      <w:r>
        <w:t xml:space="preserve">, </w:t>
      </w:r>
      <w:r w:rsidR="008F7090" w:rsidRPr="003A0BBB">
        <w:t>mes amis</w:t>
      </w:r>
      <w:r>
        <w:t xml:space="preserve">, </w:t>
      </w:r>
      <w:r w:rsidR="008F7090" w:rsidRPr="003A0BBB">
        <w:t>approchez-vous</w:t>
      </w:r>
      <w:r>
        <w:t>.</w:t>
      </w:r>
    </w:p>
    <w:p w14:paraId="30E2D060" w14:textId="77777777" w:rsidR="003A6D8D" w:rsidRDefault="008F7090" w:rsidP="008F7090">
      <w:r w:rsidRPr="003A0BBB">
        <w:t>Mais eux</w:t>
      </w:r>
      <w:r w:rsidR="003A6D8D">
        <w:t xml:space="preserve">, </w:t>
      </w:r>
      <w:r w:rsidRPr="003A0BBB">
        <w:t>les braves gens</w:t>
      </w:r>
      <w:r w:rsidR="003A6D8D">
        <w:t xml:space="preserve">, </w:t>
      </w:r>
      <w:r w:rsidRPr="003A0BBB">
        <w:t>ils n</w:t>
      </w:r>
      <w:r w:rsidR="003A6D8D">
        <w:t>’</w:t>
      </w:r>
      <w:r w:rsidRPr="003A0BBB">
        <w:t>osaient pas</w:t>
      </w:r>
      <w:r w:rsidR="003A6D8D">
        <w:t xml:space="preserve">. </w:t>
      </w:r>
      <w:r w:rsidRPr="003A0BBB">
        <w:t>Ils restaient à l</w:t>
      </w:r>
      <w:r w:rsidR="003A6D8D">
        <w:t>’</w:t>
      </w:r>
      <w:r w:rsidRPr="003A0BBB">
        <w:t>écart</w:t>
      </w:r>
      <w:r w:rsidR="003A6D8D">
        <w:t xml:space="preserve">, </w:t>
      </w:r>
      <w:r w:rsidRPr="003A0BBB">
        <w:t>assis de l</w:t>
      </w:r>
      <w:r w:rsidR="003A6D8D">
        <w:t>’</w:t>
      </w:r>
      <w:r w:rsidRPr="003A0BBB">
        <w:t>autre côté de la table</w:t>
      </w:r>
      <w:r w:rsidR="003A6D8D">
        <w:t xml:space="preserve">, </w:t>
      </w:r>
      <w:r w:rsidRPr="003A0BBB">
        <w:t>vidant en silence les bouteilles de vin qu</w:t>
      </w:r>
      <w:r w:rsidR="003A6D8D">
        <w:t>’</w:t>
      </w:r>
      <w:r w:rsidRPr="003A0BBB">
        <w:t>on avait apportées pour qu</w:t>
      </w:r>
      <w:r w:rsidR="003A6D8D">
        <w:t>’</w:t>
      </w:r>
      <w:r w:rsidRPr="003A0BBB">
        <w:t>ils pussent se réchauffer</w:t>
      </w:r>
      <w:r w:rsidR="003A6D8D">
        <w:t>.</w:t>
      </w:r>
    </w:p>
    <w:p w14:paraId="02F98CE9" w14:textId="77777777" w:rsidR="003A6D8D" w:rsidRDefault="008F7090" w:rsidP="008F7090">
      <w:r w:rsidRPr="003A0BBB">
        <w:t>À ce moment</w:t>
      </w:r>
      <w:r w:rsidR="003A6D8D">
        <w:t xml:space="preserve">, </w:t>
      </w:r>
      <w:r w:rsidRPr="003A0BBB">
        <w:t>Maria entra</w:t>
      </w:r>
      <w:r w:rsidR="003A6D8D">
        <w:t xml:space="preserve">. </w:t>
      </w:r>
      <w:r w:rsidRPr="003A0BBB">
        <w:t>Elle se jeta à mes pieds et couvrit mes mains de larmes</w:t>
      </w:r>
      <w:r w:rsidR="003A6D8D">
        <w:t xml:space="preserve">. </w:t>
      </w:r>
      <w:r w:rsidRPr="003A0BBB">
        <w:t xml:space="preserve">Je </w:t>
      </w:r>
      <w:proofErr w:type="gramStart"/>
      <w:r w:rsidRPr="003A0BBB">
        <w:t>fis</w:t>
      </w:r>
      <w:proofErr w:type="gramEnd"/>
      <w:r w:rsidRPr="003A0BBB">
        <w:t xml:space="preserve"> un effort pour me soulever</w:t>
      </w:r>
      <w:r w:rsidR="003A6D8D">
        <w:t>.</w:t>
      </w:r>
    </w:p>
    <w:p w14:paraId="109BC5C7" w14:textId="77777777" w:rsidR="003A6D8D" w:rsidRDefault="003A6D8D" w:rsidP="008F7090">
      <w:r>
        <w:t>— </w:t>
      </w:r>
      <w:r w:rsidR="008F7090" w:rsidRPr="003A0BBB">
        <w:t>Maria</w:t>
      </w:r>
      <w:r>
        <w:t xml:space="preserve">, </w:t>
      </w:r>
      <w:r w:rsidR="008F7090" w:rsidRPr="003A0BBB">
        <w:t>je veux la voir</w:t>
      </w:r>
      <w:r>
        <w:t>.</w:t>
      </w:r>
    </w:p>
    <w:p w14:paraId="52387149" w14:textId="77777777" w:rsidR="003A6D8D" w:rsidRDefault="003A6D8D" w:rsidP="008F7090">
      <w:r>
        <w:lastRenderedPageBreak/>
        <w:t>— </w:t>
      </w:r>
      <w:r w:rsidR="008F7090" w:rsidRPr="003A0BBB">
        <w:t>Non</w:t>
      </w:r>
      <w:r>
        <w:t xml:space="preserve">, </w:t>
      </w:r>
      <w:r w:rsidR="008F7090" w:rsidRPr="003A0BBB">
        <w:t>madame</w:t>
      </w:r>
      <w:r>
        <w:t xml:space="preserve">, </w:t>
      </w:r>
      <w:r w:rsidR="008F7090" w:rsidRPr="003A0BBB">
        <w:t>non</w:t>
      </w:r>
      <w:r>
        <w:t> !</w:t>
      </w:r>
    </w:p>
    <w:p w14:paraId="0430ADD2" w14:textId="77777777" w:rsidR="003A6D8D" w:rsidRDefault="003A6D8D" w:rsidP="008F7090">
      <w:r>
        <w:t>— </w:t>
      </w:r>
      <w:r w:rsidR="008F7090" w:rsidRPr="003A0BBB">
        <w:t>Pourquoi m</w:t>
      </w:r>
      <w:r>
        <w:t>’</w:t>
      </w:r>
      <w:r w:rsidR="008F7090" w:rsidRPr="003A0BBB">
        <w:t>empêche-t-on de la voir</w:t>
      </w:r>
      <w:r>
        <w:t xml:space="preserve"> ? </w:t>
      </w:r>
      <w:r w:rsidR="008F7090" w:rsidRPr="003A0BBB">
        <w:t>C</w:t>
      </w:r>
      <w:r>
        <w:t>’</w:t>
      </w:r>
      <w:r w:rsidR="008F7090" w:rsidRPr="003A0BBB">
        <w:t>est donc si horrible</w:t>
      </w:r>
      <w:r>
        <w:t xml:space="preserve"> ? </w:t>
      </w:r>
      <w:r w:rsidR="008F7090" w:rsidRPr="003A0BBB">
        <w:t>Je veux la voir tout de même</w:t>
      </w:r>
      <w:r>
        <w:t>.</w:t>
      </w:r>
    </w:p>
    <w:p w14:paraId="562F5D5F" w14:textId="77777777" w:rsidR="003A6D8D" w:rsidRDefault="003A6D8D" w:rsidP="008F7090">
      <w:r>
        <w:t>— </w:t>
      </w:r>
      <w:r w:rsidR="008F7090" w:rsidRPr="003A0BBB">
        <w:t>Pas à présent</w:t>
      </w:r>
      <w:r>
        <w:t xml:space="preserve">, </w:t>
      </w:r>
      <w:r w:rsidR="008F7090" w:rsidRPr="003A0BBB">
        <w:t>madame</w:t>
      </w:r>
      <w:r>
        <w:t xml:space="preserve">. </w:t>
      </w:r>
      <w:r w:rsidR="008F7090" w:rsidRPr="003A0BBB">
        <w:t>Plus tard</w:t>
      </w:r>
      <w:r>
        <w:t>.</w:t>
      </w:r>
    </w:p>
    <w:p w14:paraId="03699F31" w14:textId="77777777" w:rsidR="003A6D8D" w:rsidRDefault="003A6D8D" w:rsidP="008F7090">
      <w:r>
        <w:t>— </w:t>
      </w:r>
      <w:r w:rsidR="008F7090" w:rsidRPr="003A0BBB">
        <w:t>Elle est morte</w:t>
      </w:r>
      <w:r>
        <w:t xml:space="preserve">, </w:t>
      </w:r>
      <w:r w:rsidR="008F7090" w:rsidRPr="003A0BBB">
        <w:t>n</w:t>
      </w:r>
      <w:r>
        <w:t>’</w:t>
      </w:r>
      <w:r w:rsidR="008F7090" w:rsidRPr="003A0BBB">
        <w:t>est-ce pas</w:t>
      </w:r>
      <w:r>
        <w:t xml:space="preserve"> ? </w:t>
      </w:r>
      <w:r w:rsidR="008F7090" w:rsidRPr="003A0BBB">
        <w:t>Il ne faut pas tout de même qu</w:t>
      </w:r>
      <w:r>
        <w:t>’</w:t>
      </w:r>
      <w:r w:rsidR="008F7090" w:rsidRPr="003A0BBB">
        <w:t>elle reste seule</w:t>
      </w:r>
      <w:r>
        <w:t xml:space="preserve">. </w:t>
      </w:r>
      <w:r w:rsidR="008F7090" w:rsidRPr="003A0BBB">
        <w:t>Pourquoi l</w:t>
      </w:r>
      <w:r>
        <w:t>’</w:t>
      </w:r>
      <w:r w:rsidR="008F7090" w:rsidRPr="003A0BBB">
        <w:t>as-tu laissée</w:t>
      </w:r>
      <w:r>
        <w:t> ?</w:t>
      </w:r>
    </w:p>
    <w:p w14:paraId="361E36C6" w14:textId="6C145CEC" w:rsidR="003A6D8D" w:rsidRDefault="003A6D8D" w:rsidP="008F7090">
      <w:r>
        <w:t>— </w:t>
      </w:r>
      <w:r w:rsidR="008F7090" w:rsidRPr="003A0BBB">
        <w:t>Il y a auprès d</w:t>
      </w:r>
      <w:r>
        <w:t>’</w:t>
      </w:r>
      <w:r w:rsidR="008F7090" w:rsidRPr="003A0BBB">
        <w:t xml:space="preserve">elle </w:t>
      </w:r>
      <w:r>
        <w:t>M. </w:t>
      </w:r>
      <w:r w:rsidR="008F7090" w:rsidRPr="003A0BBB">
        <w:t>Franz</w:t>
      </w:r>
      <w:r>
        <w:t xml:space="preserve">, </w:t>
      </w:r>
      <w:r w:rsidR="008F7090" w:rsidRPr="003A0BBB">
        <w:t>madame</w:t>
      </w:r>
      <w:r>
        <w:t xml:space="preserve">. </w:t>
      </w:r>
      <w:r w:rsidR="008F7090" w:rsidRPr="003A0BBB">
        <w:t>Le pauvre monsieur</w:t>
      </w:r>
      <w:r>
        <w:t xml:space="preserve">, </w:t>
      </w:r>
      <w:r w:rsidR="008F7090" w:rsidRPr="003A0BBB">
        <w:t>il est bien à plaindre lui aussi</w:t>
      </w:r>
      <w:r>
        <w:t xml:space="preserve">. </w:t>
      </w:r>
      <w:r w:rsidR="008F7090" w:rsidRPr="003A0BBB">
        <w:t>On est allé chercher deux religieuses de Mauriac</w:t>
      </w:r>
      <w:r>
        <w:t xml:space="preserve">. </w:t>
      </w:r>
      <w:r w:rsidR="008F7090" w:rsidRPr="003A0BBB">
        <w:t>Elles vont venir</w:t>
      </w:r>
      <w:r>
        <w:t xml:space="preserve">, </w:t>
      </w:r>
      <w:r w:rsidR="008F7090" w:rsidRPr="003A0BBB">
        <w:t xml:space="preserve">ainsi que </w:t>
      </w:r>
      <w:r>
        <w:t>M. </w:t>
      </w:r>
      <w:r w:rsidR="008F7090" w:rsidRPr="003A0BBB">
        <w:t>le curé</w:t>
      </w:r>
      <w:r>
        <w:t xml:space="preserve">. </w:t>
      </w:r>
      <w:r w:rsidR="008F7090" w:rsidRPr="003A0BBB">
        <w:t>Où Madame a-t-elle mis ses clés</w:t>
      </w:r>
      <w:r>
        <w:t> ?</w:t>
      </w:r>
    </w:p>
    <w:p w14:paraId="5DCBDB6E" w14:textId="77777777" w:rsidR="003A6D8D" w:rsidRDefault="003A6D8D" w:rsidP="008F7090">
      <w:r>
        <w:t>— </w:t>
      </w:r>
      <w:r w:rsidR="008F7090" w:rsidRPr="003A0BBB">
        <w:t>Mes clés</w:t>
      </w:r>
      <w:r>
        <w:t xml:space="preserve"> ? </w:t>
      </w:r>
      <w:r w:rsidR="008F7090" w:rsidRPr="003A0BBB">
        <w:t>Pourquoi faire</w:t>
      </w:r>
      <w:r>
        <w:t xml:space="preserve"> ? </w:t>
      </w:r>
      <w:r w:rsidR="008F7090" w:rsidRPr="003A0BBB">
        <w:t>Quelles clés</w:t>
      </w:r>
      <w:r>
        <w:t> ?</w:t>
      </w:r>
    </w:p>
    <w:p w14:paraId="59DEE1C4" w14:textId="77777777" w:rsidR="003A6D8D" w:rsidRDefault="003A6D8D" w:rsidP="008F7090">
      <w:r>
        <w:t>— </w:t>
      </w:r>
      <w:r w:rsidR="008F7090" w:rsidRPr="003A0BBB">
        <w:t>Celles de la grande armoire à linge</w:t>
      </w:r>
      <w:r>
        <w:t>.</w:t>
      </w:r>
    </w:p>
    <w:p w14:paraId="38F6D5AB" w14:textId="77777777" w:rsidR="003A6D8D" w:rsidRDefault="003A6D8D" w:rsidP="008F7090">
      <w:r>
        <w:t>— </w:t>
      </w:r>
      <w:r w:rsidR="008F7090" w:rsidRPr="003A0BBB">
        <w:t>Les clés de la grande armoire à linge</w:t>
      </w:r>
      <w:r>
        <w:t xml:space="preserve"> ? </w:t>
      </w:r>
      <w:r w:rsidR="008F7090" w:rsidRPr="003A0BBB">
        <w:t>Ah</w:t>
      </w:r>
      <w:r>
        <w:t xml:space="preserve"> ! </w:t>
      </w:r>
      <w:r w:rsidR="008F7090" w:rsidRPr="003A0BBB">
        <w:t>je comprends</w:t>
      </w:r>
      <w:r>
        <w:t xml:space="preserve">. </w:t>
      </w:r>
      <w:r w:rsidR="008F7090" w:rsidRPr="003A0BBB">
        <w:t>La pauvre petite</w:t>
      </w:r>
      <w:r>
        <w:t xml:space="preserve"> !… </w:t>
      </w:r>
      <w:r w:rsidR="008F7090" w:rsidRPr="003A0BBB">
        <w:t>Je ne sais pas</w:t>
      </w:r>
      <w:r>
        <w:t xml:space="preserve">, </w:t>
      </w:r>
      <w:r w:rsidR="008F7090" w:rsidRPr="003A0BBB">
        <w:t>Maria</w:t>
      </w:r>
      <w:r>
        <w:t xml:space="preserve">. </w:t>
      </w:r>
      <w:r w:rsidR="008F7090" w:rsidRPr="003A0BBB">
        <w:t>Cherche-les</w:t>
      </w:r>
      <w:r>
        <w:t xml:space="preserve">. </w:t>
      </w:r>
      <w:r w:rsidR="008F7090" w:rsidRPr="003A0BBB">
        <w:t>Tu finiras bien par les trouver</w:t>
      </w:r>
      <w:r>
        <w:t xml:space="preserve">. </w:t>
      </w:r>
      <w:r w:rsidR="008F7090" w:rsidRPr="003A0BBB">
        <w:t>Comment veux-tu que je sache</w:t>
      </w:r>
      <w:r>
        <w:t> !</w:t>
      </w:r>
    </w:p>
    <w:p w14:paraId="0E1EA1D1" w14:textId="77777777" w:rsidR="003A6D8D" w:rsidRDefault="008F7090" w:rsidP="008F7090">
      <w:r w:rsidRPr="003A0BBB">
        <w:t>Elle sortit</w:t>
      </w:r>
      <w:r w:rsidR="003A6D8D">
        <w:t xml:space="preserve">. </w:t>
      </w:r>
      <w:r w:rsidRPr="003A0BBB">
        <w:t>Épuisée</w:t>
      </w:r>
      <w:r w:rsidR="003A6D8D">
        <w:t xml:space="preserve">, </w:t>
      </w:r>
      <w:r w:rsidRPr="003A0BBB">
        <w:t>je fermais les yeux</w:t>
      </w:r>
      <w:r w:rsidR="003A6D8D">
        <w:t xml:space="preserve">. </w:t>
      </w:r>
      <w:r w:rsidRPr="003A0BBB">
        <w:t>Les paysans</w:t>
      </w:r>
      <w:r w:rsidR="003A6D8D">
        <w:t xml:space="preserve">, </w:t>
      </w:r>
      <w:r w:rsidRPr="003A0BBB">
        <w:t>croyant que je ne les entendais pas</w:t>
      </w:r>
      <w:r w:rsidR="003A6D8D">
        <w:t xml:space="preserve">, </w:t>
      </w:r>
      <w:r w:rsidRPr="003A0BBB">
        <w:t>causaient entre eux à voix basse</w:t>
      </w:r>
      <w:r w:rsidR="003A6D8D">
        <w:t xml:space="preserve">. </w:t>
      </w:r>
      <w:r w:rsidRPr="003A0BBB">
        <w:t>Ils écoutaient le garagiste leur expliquer à sa manière l</w:t>
      </w:r>
      <w:r w:rsidR="003A6D8D">
        <w:t>’</w:t>
      </w:r>
      <w:r w:rsidRPr="003A0BBB">
        <w:t>accident</w:t>
      </w:r>
      <w:r w:rsidR="003A6D8D">
        <w:t>.</w:t>
      </w:r>
    </w:p>
    <w:p w14:paraId="5864D130" w14:textId="77777777" w:rsidR="003A6D8D" w:rsidRDefault="003A6D8D" w:rsidP="008F7090">
      <w:r>
        <w:t>— </w:t>
      </w:r>
      <w:r w:rsidR="008F7090" w:rsidRPr="003A0BBB">
        <w:t>Elle allait trop vite</w:t>
      </w:r>
      <w:r>
        <w:t xml:space="preserve">, </w:t>
      </w:r>
      <w:r w:rsidR="008F7090" w:rsidRPr="003A0BBB">
        <w:t>la pauvre</w:t>
      </w:r>
      <w:r>
        <w:t xml:space="preserve">, </w:t>
      </w:r>
      <w:r w:rsidR="008F7090" w:rsidRPr="003A0BBB">
        <w:t>c</w:t>
      </w:r>
      <w:r>
        <w:t>’</w:t>
      </w:r>
      <w:r w:rsidR="008F7090" w:rsidRPr="003A0BBB">
        <w:t>est certain</w:t>
      </w:r>
      <w:r>
        <w:t xml:space="preserve">. </w:t>
      </w:r>
      <w:r w:rsidR="008F7090" w:rsidRPr="003A0BBB">
        <w:t>Mais ça ne suffit pas</w:t>
      </w:r>
      <w:r>
        <w:t xml:space="preserve">. </w:t>
      </w:r>
      <w:r w:rsidR="008F7090" w:rsidRPr="003A0BBB">
        <w:t>Elle a dû croire le tournant plus loin</w:t>
      </w:r>
      <w:r>
        <w:t xml:space="preserve">. </w:t>
      </w:r>
      <w:r w:rsidR="008F7090" w:rsidRPr="003A0BBB">
        <w:t>Elle le connaissait bien</w:t>
      </w:r>
      <w:r>
        <w:t xml:space="preserve">, </w:t>
      </w:r>
      <w:r w:rsidR="008F7090" w:rsidRPr="003A0BBB">
        <w:t>c</w:t>
      </w:r>
      <w:r>
        <w:t>’</w:t>
      </w:r>
      <w:r w:rsidR="008F7090" w:rsidRPr="003A0BBB">
        <w:t>est entendu</w:t>
      </w:r>
      <w:r>
        <w:t xml:space="preserve">, </w:t>
      </w:r>
      <w:r w:rsidR="008F7090" w:rsidRPr="003A0BBB">
        <w:t>mais avec l</w:t>
      </w:r>
      <w:r>
        <w:t>’</w:t>
      </w:r>
      <w:r w:rsidR="008F7090" w:rsidRPr="003A0BBB">
        <w:t>obscurité qu</w:t>
      </w:r>
      <w:r>
        <w:t>’</w:t>
      </w:r>
      <w:r w:rsidR="008F7090" w:rsidRPr="003A0BBB">
        <w:t>il faisait</w:t>
      </w:r>
      <w:r>
        <w:t xml:space="preserve">, </w:t>
      </w:r>
      <w:r w:rsidR="008F7090" w:rsidRPr="003A0BBB">
        <w:t>et avec cette sacrée pluie dans la figure</w:t>
      </w:r>
      <w:r>
        <w:t xml:space="preserve"> ! </w:t>
      </w:r>
      <w:r w:rsidR="008F7090" w:rsidRPr="003A0BBB">
        <w:t>Je vous dis qu</w:t>
      </w:r>
      <w:r>
        <w:t>’</w:t>
      </w:r>
      <w:r w:rsidR="008F7090" w:rsidRPr="003A0BBB">
        <w:t>elle ne s</w:t>
      </w:r>
      <w:r>
        <w:t>’</w:t>
      </w:r>
      <w:r w:rsidR="008F7090" w:rsidRPr="003A0BBB">
        <w:t>est pas rendu compte qu</w:t>
      </w:r>
      <w:r>
        <w:t>’</w:t>
      </w:r>
      <w:r w:rsidR="008F7090" w:rsidRPr="003A0BBB">
        <w:t>elle était sur le virage</w:t>
      </w:r>
      <w:r>
        <w:t xml:space="preserve">. </w:t>
      </w:r>
      <w:r w:rsidR="008F7090" w:rsidRPr="003A0BBB">
        <w:t>Et la preuve</w:t>
      </w:r>
      <w:r>
        <w:t xml:space="preserve">, </w:t>
      </w:r>
      <w:r w:rsidR="008F7090" w:rsidRPr="003A0BBB">
        <w:t>c</w:t>
      </w:r>
      <w:r>
        <w:t>’</w:t>
      </w:r>
      <w:r w:rsidR="008F7090" w:rsidRPr="003A0BBB">
        <w:t>est qu</w:t>
      </w:r>
      <w:r>
        <w:t>’</w:t>
      </w:r>
      <w:r w:rsidR="008F7090" w:rsidRPr="003A0BBB">
        <w:t>elle n</w:t>
      </w:r>
      <w:r>
        <w:t>’</w:t>
      </w:r>
      <w:r w:rsidR="008F7090" w:rsidRPr="003A0BBB">
        <w:t>a même pas freiné</w:t>
      </w:r>
      <w:r>
        <w:t xml:space="preserve">. </w:t>
      </w:r>
      <w:r w:rsidR="008F7090" w:rsidRPr="003A0BBB">
        <w:t>Ça</w:t>
      </w:r>
      <w:r>
        <w:t xml:space="preserve">, </w:t>
      </w:r>
      <w:r w:rsidR="008F7090" w:rsidRPr="003A0BBB">
        <w:t>j</w:t>
      </w:r>
      <w:r>
        <w:t>’</w:t>
      </w:r>
      <w:r w:rsidR="008F7090" w:rsidRPr="003A0BBB">
        <w:t>en suis sûr</w:t>
      </w:r>
      <w:r>
        <w:t xml:space="preserve">. </w:t>
      </w:r>
      <w:r w:rsidR="008F7090" w:rsidRPr="003A0BBB">
        <w:t>Je l</w:t>
      </w:r>
      <w:r>
        <w:t>’</w:t>
      </w:r>
      <w:r w:rsidR="008F7090" w:rsidRPr="003A0BBB">
        <w:t>ai vu aux empreintes des pneus</w:t>
      </w:r>
      <w:r>
        <w:t xml:space="preserve">. </w:t>
      </w:r>
      <w:r w:rsidR="008F7090" w:rsidRPr="003A0BBB">
        <w:t>Il n</w:t>
      </w:r>
      <w:r>
        <w:t>’</w:t>
      </w:r>
      <w:r w:rsidR="008F7090" w:rsidRPr="003A0BBB">
        <w:t>y a pas à s</w:t>
      </w:r>
      <w:r>
        <w:t>’</w:t>
      </w:r>
      <w:r w:rsidR="008F7090" w:rsidRPr="003A0BBB">
        <w:t>y tromper</w:t>
      </w:r>
      <w:r>
        <w:t xml:space="preserve">, </w:t>
      </w:r>
      <w:r w:rsidR="008F7090" w:rsidRPr="003A0BBB">
        <w:t>quand la route est mouillée</w:t>
      </w:r>
      <w:r>
        <w:t xml:space="preserve">. </w:t>
      </w:r>
      <w:r w:rsidR="008F7090" w:rsidRPr="003A0BBB">
        <w:t>Elle s</w:t>
      </w:r>
      <w:r>
        <w:t>’</w:t>
      </w:r>
      <w:r w:rsidR="008F7090" w:rsidRPr="003A0BBB">
        <w:t xml:space="preserve">en est allée donner tout </w:t>
      </w:r>
      <w:r w:rsidR="008F7090" w:rsidRPr="003A0BBB">
        <w:lastRenderedPageBreak/>
        <w:t>droit dans le parapet</w:t>
      </w:r>
      <w:r>
        <w:t xml:space="preserve">. </w:t>
      </w:r>
      <w:r w:rsidR="008F7090" w:rsidRPr="003A0BBB">
        <w:t>Et de là</w:t>
      </w:r>
      <w:r>
        <w:t xml:space="preserve">, </w:t>
      </w:r>
      <w:r w:rsidR="008F7090" w:rsidRPr="003A0BBB">
        <w:t>hep</w:t>
      </w:r>
      <w:r>
        <w:t xml:space="preserve">, </w:t>
      </w:r>
      <w:r w:rsidR="008F7090" w:rsidRPr="003A0BBB">
        <w:t>la voiture s</w:t>
      </w:r>
      <w:r>
        <w:t>’</w:t>
      </w:r>
      <w:r w:rsidR="008F7090" w:rsidRPr="003A0BBB">
        <w:t>est envolée dans le vide comme une hirondelle</w:t>
      </w:r>
      <w:r>
        <w:t xml:space="preserve">. </w:t>
      </w:r>
      <w:r w:rsidR="008F7090" w:rsidRPr="003A0BBB">
        <w:t>Elle est allée s</w:t>
      </w:r>
      <w:r>
        <w:t>’</w:t>
      </w:r>
      <w:r w:rsidR="008F7090" w:rsidRPr="003A0BBB">
        <w:t>écraser à plusieurs mètres du pied de la falaise</w:t>
      </w:r>
      <w:r>
        <w:t xml:space="preserve">. </w:t>
      </w:r>
      <w:r w:rsidR="008F7090" w:rsidRPr="003A0BBB">
        <w:t>S</w:t>
      </w:r>
      <w:r>
        <w:t>’</w:t>
      </w:r>
      <w:r w:rsidR="008F7090" w:rsidRPr="003A0BBB">
        <w:t>il y avait eu le moindre essai pour prendre le virage</w:t>
      </w:r>
      <w:r>
        <w:t xml:space="preserve">, </w:t>
      </w:r>
      <w:r w:rsidR="008F7090" w:rsidRPr="003A0BBB">
        <w:t>elle aurait dégringolé tout contre</w:t>
      </w:r>
      <w:r>
        <w:t>.</w:t>
      </w:r>
    </w:p>
    <w:p w14:paraId="3084C14F" w14:textId="77777777" w:rsidR="003A6D8D" w:rsidRDefault="003A6D8D" w:rsidP="008F7090">
      <w:r>
        <w:t>— </w:t>
      </w:r>
      <w:r w:rsidR="008F7090" w:rsidRPr="003A0BBB">
        <w:t>Tu es descendu dans le champ pour voir</w:t>
      </w:r>
      <w:r>
        <w:t> ?</w:t>
      </w:r>
    </w:p>
    <w:p w14:paraId="3651000C" w14:textId="77777777" w:rsidR="003A6D8D" w:rsidRDefault="003A6D8D" w:rsidP="008F7090">
      <w:r>
        <w:t>— </w:t>
      </w:r>
      <w:r w:rsidR="008F7090" w:rsidRPr="003A0BBB">
        <w:t>Bien sûr</w:t>
      </w:r>
      <w:r>
        <w:t xml:space="preserve">. </w:t>
      </w:r>
      <w:r w:rsidR="008F7090" w:rsidRPr="003A0BBB">
        <w:t>J</w:t>
      </w:r>
      <w:r>
        <w:t>’</w:t>
      </w:r>
      <w:r w:rsidR="008F7090" w:rsidRPr="003A0BBB">
        <w:t>étais là un des premiers</w:t>
      </w:r>
      <w:r>
        <w:t xml:space="preserve">. </w:t>
      </w:r>
      <w:r w:rsidR="008F7090" w:rsidRPr="003A0BBB">
        <w:t>C</w:t>
      </w:r>
      <w:r>
        <w:t>’</w:t>
      </w:r>
      <w:r w:rsidR="008F7090" w:rsidRPr="003A0BBB">
        <w:t>est Adrien</w:t>
      </w:r>
      <w:r>
        <w:t xml:space="preserve">, </w:t>
      </w:r>
      <w:r w:rsidR="008F7090" w:rsidRPr="003A0BBB">
        <w:t xml:space="preserve">le métayer de la </w:t>
      </w:r>
      <w:proofErr w:type="spellStart"/>
      <w:r w:rsidR="008F7090" w:rsidRPr="003A0BBB">
        <w:t>Vialenègre</w:t>
      </w:r>
      <w:proofErr w:type="spellEnd"/>
      <w:r>
        <w:t xml:space="preserve">, </w:t>
      </w:r>
      <w:r w:rsidR="008F7090" w:rsidRPr="003A0BBB">
        <w:t>qui s</w:t>
      </w:r>
      <w:r>
        <w:t>’</w:t>
      </w:r>
      <w:r w:rsidR="008F7090" w:rsidRPr="003A0BBB">
        <w:t>est aperçu de l</w:t>
      </w:r>
      <w:r>
        <w:t>’</w:t>
      </w:r>
      <w:r w:rsidR="008F7090" w:rsidRPr="003A0BBB">
        <w:t>accident</w:t>
      </w:r>
      <w:r>
        <w:t xml:space="preserve">. </w:t>
      </w:r>
      <w:r w:rsidR="008F7090" w:rsidRPr="003A0BBB">
        <w:t>Il a vu des pierres qui manquaient au parapet</w:t>
      </w:r>
      <w:r>
        <w:t xml:space="preserve">. </w:t>
      </w:r>
      <w:r w:rsidR="008F7090" w:rsidRPr="003A0BBB">
        <w:t>Or</w:t>
      </w:r>
      <w:r>
        <w:t xml:space="preserve">, </w:t>
      </w:r>
      <w:r w:rsidR="008F7090" w:rsidRPr="003A0BBB">
        <w:t>elles y étaient</w:t>
      </w:r>
      <w:r>
        <w:t xml:space="preserve">, </w:t>
      </w:r>
      <w:r w:rsidR="008F7090" w:rsidRPr="003A0BBB">
        <w:t>quand il est passé par là</w:t>
      </w:r>
      <w:r>
        <w:t xml:space="preserve">, </w:t>
      </w:r>
      <w:r w:rsidR="008F7090" w:rsidRPr="003A0BBB">
        <w:t>deux heures plus tôt</w:t>
      </w:r>
      <w:r>
        <w:t xml:space="preserve">. </w:t>
      </w:r>
      <w:r w:rsidR="008F7090" w:rsidRPr="003A0BBB">
        <w:t>Alors</w:t>
      </w:r>
      <w:r>
        <w:t xml:space="preserve">, </w:t>
      </w:r>
      <w:r w:rsidR="008F7090" w:rsidRPr="003A0BBB">
        <w:t>n</w:t>
      </w:r>
      <w:r>
        <w:t>’</w:t>
      </w:r>
      <w:r w:rsidR="008F7090" w:rsidRPr="003A0BBB">
        <w:t>est-ce pas</w:t>
      </w:r>
      <w:r>
        <w:t xml:space="preserve">, </w:t>
      </w:r>
      <w:r w:rsidR="008F7090" w:rsidRPr="003A0BBB">
        <w:t>il s</w:t>
      </w:r>
      <w:r>
        <w:t>’</w:t>
      </w:r>
      <w:r w:rsidR="008F7090" w:rsidRPr="003A0BBB">
        <w:t>est méfié</w:t>
      </w:r>
      <w:r>
        <w:t xml:space="preserve">. </w:t>
      </w:r>
      <w:r w:rsidR="008F7090" w:rsidRPr="003A0BBB">
        <w:t>Il a attendu le premier passant</w:t>
      </w:r>
      <w:r>
        <w:t xml:space="preserve">. </w:t>
      </w:r>
      <w:r w:rsidR="008F7090" w:rsidRPr="003A0BBB">
        <w:t>Moi et Lucien</w:t>
      </w:r>
      <w:r>
        <w:t xml:space="preserve">, </w:t>
      </w:r>
      <w:r w:rsidR="008F7090" w:rsidRPr="003A0BBB">
        <w:t>on est arrivé</w:t>
      </w:r>
      <w:r w:rsidR="00C62C5F">
        <w:t>s</w:t>
      </w:r>
      <w:r w:rsidR="008F7090" w:rsidRPr="003A0BBB">
        <w:t xml:space="preserve"> presque ensemble</w:t>
      </w:r>
      <w:r>
        <w:t xml:space="preserve">. </w:t>
      </w:r>
      <w:r w:rsidR="008F7090" w:rsidRPr="003A0BBB">
        <w:t>Nous sommes descendus</w:t>
      </w:r>
      <w:r>
        <w:t xml:space="preserve">. </w:t>
      </w:r>
      <w:r w:rsidR="008F7090" w:rsidRPr="003A0BBB">
        <w:t>Pauvre petite demoiselle</w:t>
      </w:r>
      <w:r>
        <w:t xml:space="preserve">, </w:t>
      </w:r>
      <w:r w:rsidR="008F7090" w:rsidRPr="003A0BBB">
        <w:t>il n</w:t>
      </w:r>
      <w:r>
        <w:t>’</w:t>
      </w:r>
      <w:r w:rsidR="008F7090" w:rsidRPr="003A0BBB">
        <w:t>y avait déjà plus rien à faire</w:t>
      </w:r>
      <w:r>
        <w:t xml:space="preserve">. </w:t>
      </w:r>
      <w:r w:rsidR="008F7090" w:rsidRPr="003A0BBB">
        <w:t>L</w:t>
      </w:r>
      <w:r>
        <w:t>’</w:t>
      </w:r>
      <w:r w:rsidR="008F7090" w:rsidRPr="003A0BBB">
        <w:t>auto</w:t>
      </w:r>
      <w:r>
        <w:t xml:space="preserve">, </w:t>
      </w:r>
      <w:r w:rsidR="008F7090" w:rsidRPr="003A0BBB">
        <w:t>elle</w:t>
      </w:r>
      <w:r>
        <w:t xml:space="preserve">, </w:t>
      </w:r>
      <w:r w:rsidR="008F7090" w:rsidRPr="003A0BBB">
        <w:t>n</w:t>
      </w:r>
      <w:r>
        <w:t>’</w:t>
      </w:r>
      <w:r w:rsidR="008F7090" w:rsidRPr="003A0BBB">
        <w:t>était guère abîmée</w:t>
      </w:r>
      <w:r>
        <w:t xml:space="preserve">. </w:t>
      </w:r>
      <w:r w:rsidR="008F7090" w:rsidRPr="003A0BBB">
        <w:t>Pour du solide</w:t>
      </w:r>
      <w:r>
        <w:t xml:space="preserve">, </w:t>
      </w:r>
      <w:r w:rsidR="008F7090" w:rsidRPr="003A0BBB">
        <w:t>c</w:t>
      </w:r>
      <w:r>
        <w:t>’</w:t>
      </w:r>
      <w:r w:rsidR="008F7090" w:rsidRPr="003A0BBB">
        <w:t>est du solide</w:t>
      </w:r>
      <w:r>
        <w:t xml:space="preserve">, </w:t>
      </w:r>
      <w:r w:rsidR="008F7090" w:rsidRPr="003A0BBB">
        <w:t>pensez donc</w:t>
      </w:r>
      <w:r>
        <w:t xml:space="preserve">, </w:t>
      </w:r>
      <w:r w:rsidR="008F7090" w:rsidRPr="003A0BBB">
        <w:t>après une chute pareille</w:t>
      </w:r>
      <w:r>
        <w:t xml:space="preserve"> ! </w:t>
      </w:r>
      <w:r w:rsidR="008F7090" w:rsidRPr="003A0BBB">
        <w:t>La direction et le volant brisés</w:t>
      </w:r>
      <w:r>
        <w:t xml:space="preserve">, </w:t>
      </w:r>
      <w:r w:rsidR="008F7090" w:rsidRPr="003A0BBB">
        <w:t>naturellement</w:t>
      </w:r>
      <w:r>
        <w:t xml:space="preserve">. </w:t>
      </w:r>
      <w:r w:rsidR="008F7090" w:rsidRPr="003A0BBB">
        <w:t>Mais la carrosserie était à peu près</w:t>
      </w:r>
      <w:r>
        <w:t xml:space="preserve">, </w:t>
      </w:r>
      <w:r w:rsidR="008F7090" w:rsidRPr="003A0BBB">
        <w:t>intacte</w:t>
      </w:r>
      <w:r>
        <w:t xml:space="preserve">. </w:t>
      </w:r>
      <w:r w:rsidR="008F7090" w:rsidRPr="003A0BBB">
        <w:t>Il y a une chose qui m</w:t>
      </w:r>
      <w:r>
        <w:t>’</w:t>
      </w:r>
      <w:r w:rsidR="008F7090" w:rsidRPr="003A0BBB">
        <w:t>a étonné</w:t>
      </w:r>
      <w:r>
        <w:t xml:space="preserve">, </w:t>
      </w:r>
      <w:r w:rsidR="008F7090" w:rsidRPr="003A0BBB">
        <w:t>par exemple</w:t>
      </w:r>
      <w:r>
        <w:t>.</w:t>
      </w:r>
    </w:p>
    <w:p w14:paraId="0EAF43AF" w14:textId="77777777" w:rsidR="003A6D8D" w:rsidRDefault="003A6D8D" w:rsidP="008F7090">
      <w:r>
        <w:t>— </w:t>
      </w:r>
      <w:r w:rsidR="008F7090" w:rsidRPr="003A0BBB">
        <w:t>Quoi</w:t>
      </w:r>
      <w:r>
        <w:t> ?</w:t>
      </w:r>
    </w:p>
    <w:p w14:paraId="2BA99369" w14:textId="77777777" w:rsidR="003A6D8D" w:rsidRDefault="003A6D8D" w:rsidP="008F7090">
      <w:r>
        <w:t>— </w:t>
      </w:r>
      <w:r w:rsidR="008F7090" w:rsidRPr="003A0BBB">
        <w:t>Le levier commandant le frein</w:t>
      </w:r>
      <w:r>
        <w:t xml:space="preserve">. </w:t>
      </w:r>
      <w:r w:rsidR="008F7090" w:rsidRPr="003A0BBB">
        <w:t>Il était tiré à fond</w:t>
      </w:r>
      <w:r>
        <w:t xml:space="preserve">. </w:t>
      </w:r>
      <w:r w:rsidR="008F7090" w:rsidRPr="003A0BBB">
        <w:t>C</w:t>
      </w:r>
      <w:r>
        <w:t>’</w:t>
      </w:r>
      <w:r w:rsidR="008F7090" w:rsidRPr="003A0BBB">
        <w:t>est sans doute le choc qui l</w:t>
      </w:r>
      <w:r>
        <w:t>’</w:t>
      </w:r>
      <w:r w:rsidR="008F7090" w:rsidRPr="003A0BBB">
        <w:t>aura mis dans cette position</w:t>
      </w:r>
      <w:r>
        <w:t xml:space="preserve">, </w:t>
      </w:r>
      <w:r w:rsidR="008F7090" w:rsidRPr="003A0BBB">
        <w:t>parce que</w:t>
      </w:r>
      <w:r>
        <w:t xml:space="preserve">, </w:t>
      </w:r>
      <w:r w:rsidR="008F7090" w:rsidRPr="003A0BBB">
        <w:t>n</w:t>
      </w:r>
      <w:r>
        <w:t>’</w:t>
      </w:r>
      <w:r w:rsidR="008F7090" w:rsidRPr="003A0BBB">
        <w:t>est-ce pas</w:t>
      </w:r>
      <w:r>
        <w:t xml:space="preserve">, </w:t>
      </w:r>
      <w:r w:rsidR="008F7090" w:rsidRPr="003A0BBB">
        <w:t>si la demoiselle l</w:t>
      </w:r>
      <w:r>
        <w:t>’</w:t>
      </w:r>
      <w:r w:rsidR="008F7090" w:rsidRPr="003A0BBB">
        <w:t>avait manœuvré</w:t>
      </w:r>
      <w:r>
        <w:t xml:space="preserve">, </w:t>
      </w:r>
      <w:r w:rsidR="008F7090" w:rsidRPr="003A0BBB">
        <w:t>l</w:t>
      </w:r>
      <w:r>
        <w:t>’</w:t>
      </w:r>
      <w:r w:rsidR="008F7090" w:rsidRPr="003A0BBB">
        <w:t>auto aurait ralenti</w:t>
      </w:r>
      <w:r>
        <w:t xml:space="preserve">, </w:t>
      </w:r>
      <w:r w:rsidR="008F7090" w:rsidRPr="003A0BBB">
        <w:t>et elle aurait pu prendre le virage</w:t>
      </w:r>
      <w:r>
        <w:t xml:space="preserve">. </w:t>
      </w:r>
      <w:r w:rsidR="008F7090" w:rsidRPr="003A0BBB">
        <w:t>Alors</w:t>
      </w:r>
      <w:r>
        <w:t>…</w:t>
      </w:r>
    </w:p>
    <w:p w14:paraId="552551D8" w14:textId="77777777" w:rsidR="003A6D8D" w:rsidRDefault="003A6D8D" w:rsidP="008F7090">
      <w:r>
        <w:t>— </w:t>
      </w:r>
      <w:r w:rsidR="008F7090" w:rsidRPr="003A0BBB">
        <w:t>Chut</w:t>
      </w:r>
      <w:r>
        <w:t xml:space="preserve"> ! </w:t>
      </w:r>
      <w:r w:rsidR="008F7090" w:rsidRPr="003A0BBB">
        <w:t>fit un des métayers</w:t>
      </w:r>
      <w:r>
        <w:t>.</w:t>
      </w:r>
    </w:p>
    <w:p w14:paraId="091D4049" w14:textId="77777777" w:rsidR="003A6D8D" w:rsidRDefault="008F7090" w:rsidP="008F7090">
      <w:r w:rsidRPr="003A0BBB">
        <w:t>Je venais</w:t>
      </w:r>
      <w:r w:rsidR="003A6D8D">
        <w:t xml:space="preserve">, </w:t>
      </w:r>
      <w:r w:rsidRPr="003A0BBB">
        <w:t>par un mouvement involontaire</w:t>
      </w:r>
      <w:r w:rsidR="003A6D8D">
        <w:t xml:space="preserve">, </w:t>
      </w:r>
      <w:r w:rsidRPr="003A0BBB">
        <w:t>de leur donner l</w:t>
      </w:r>
      <w:r w:rsidR="003A6D8D">
        <w:t>’</w:t>
      </w:r>
      <w:r w:rsidRPr="003A0BBB">
        <w:t>alarme</w:t>
      </w:r>
      <w:r w:rsidR="003A6D8D">
        <w:t xml:space="preserve">. </w:t>
      </w:r>
      <w:r w:rsidRPr="003A0BBB">
        <w:t>Ils se turent</w:t>
      </w:r>
      <w:r w:rsidR="003A6D8D">
        <w:t>.</w:t>
      </w:r>
    </w:p>
    <w:p w14:paraId="760CF57A" w14:textId="77777777" w:rsidR="003A6D8D" w:rsidRDefault="008F7090" w:rsidP="008F7090">
      <w:r w:rsidRPr="003A0BBB">
        <w:t>Un peu plus tard</w:t>
      </w:r>
      <w:r w:rsidR="003A6D8D">
        <w:t xml:space="preserve">, </w:t>
      </w:r>
      <w:r w:rsidRPr="003A0BBB">
        <w:t>les sœurs de Mauriac étant arrivées pour la veillée funèbre</w:t>
      </w:r>
      <w:r w:rsidR="003A6D8D">
        <w:t xml:space="preserve">, </w:t>
      </w:r>
      <w:r w:rsidRPr="003A0BBB">
        <w:t>Maria put s</w:t>
      </w:r>
      <w:r w:rsidR="003A6D8D">
        <w:t>’</w:t>
      </w:r>
      <w:r w:rsidRPr="003A0BBB">
        <w:t xml:space="preserve">occuper </w:t>
      </w:r>
      <w:proofErr w:type="gramStart"/>
      <w:r w:rsidRPr="003A0BBB">
        <w:t>de faire</w:t>
      </w:r>
      <w:proofErr w:type="gramEnd"/>
      <w:r w:rsidRPr="003A0BBB">
        <w:t xml:space="preserve"> du feu dans ma chambre</w:t>
      </w:r>
      <w:r w:rsidR="003A6D8D">
        <w:t xml:space="preserve">. </w:t>
      </w:r>
      <w:r w:rsidRPr="003A0BBB">
        <w:t>Les métayers l</w:t>
      </w:r>
      <w:r w:rsidR="003A6D8D">
        <w:t>’</w:t>
      </w:r>
      <w:r w:rsidRPr="003A0BBB">
        <w:t>aidèrent à remonter ma chaise longue</w:t>
      </w:r>
      <w:r w:rsidR="003A6D8D">
        <w:t xml:space="preserve">. </w:t>
      </w:r>
      <w:r w:rsidRPr="003A0BBB">
        <w:t>On voulait m</w:t>
      </w:r>
      <w:r w:rsidR="003A6D8D">
        <w:t>’</w:t>
      </w:r>
      <w:r w:rsidRPr="003A0BBB">
        <w:t>obliger à me coucher</w:t>
      </w:r>
      <w:r w:rsidR="003A6D8D">
        <w:t xml:space="preserve">. </w:t>
      </w:r>
      <w:r w:rsidRPr="003A0BBB">
        <w:t>Je refusai</w:t>
      </w:r>
      <w:r w:rsidR="003A6D8D">
        <w:t xml:space="preserve">, </w:t>
      </w:r>
      <w:r w:rsidRPr="003A0BBB">
        <w:lastRenderedPageBreak/>
        <w:t>continuant à supplier qu</w:t>
      </w:r>
      <w:r w:rsidR="003A6D8D">
        <w:t>’</w:t>
      </w:r>
      <w:r w:rsidRPr="003A0BBB">
        <w:t>on me permît de voir Camille</w:t>
      </w:r>
      <w:r w:rsidR="003A6D8D">
        <w:t xml:space="preserve">. </w:t>
      </w:r>
      <w:r w:rsidRPr="003A0BBB">
        <w:t>Ce fut en vain</w:t>
      </w:r>
      <w:r w:rsidR="003A6D8D">
        <w:t xml:space="preserve">. </w:t>
      </w:r>
      <w:r w:rsidRPr="003A0BBB">
        <w:t>La surveillance exercée sur moi pour m</w:t>
      </w:r>
      <w:r w:rsidR="003A6D8D">
        <w:t>’</w:t>
      </w:r>
      <w:r w:rsidRPr="003A0BBB">
        <w:t>en empêcher ne se relâcha pas un seul instant</w:t>
      </w:r>
      <w:r w:rsidR="003A6D8D">
        <w:t>.</w:t>
      </w:r>
    </w:p>
    <w:p w14:paraId="2538B711" w14:textId="77777777" w:rsidR="003A6D8D" w:rsidRDefault="008F7090" w:rsidP="008F7090">
      <w:r w:rsidRPr="003A0BBB">
        <w:t>Entre quatre et cinq heures</w:t>
      </w:r>
      <w:r w:rsidR="003A6D8D">
        <w:t xml:space="preserve">, </w:t>
      </w:r>
      <w:r w:rsidRPr="003A0BBB">
        <w:t>je dus m</w:t>
      </w:r>
      <w:r w:rsidR="003A6D8D">
        <w:t>’</w:t>
      </w:r>
      <w:r w:rsidRPr="003A0BBB">
        <w:t>assoupir</w:t>
      </w:r>
      <w:r w:rsidR="003A6D8D">
        <w:t xml:space="preserve">. </w:t>
      </w:r>
      <w:r w:rsidRPr="003A0BBB">
        <w:t>Je laisse à imaginer que purent être ces minutes d</w:t>
      </w:r>
      <w:r w:rsidR="003A6D8D">
        <w:t>’</w:t>
      </w:r>
      <w:r w:rsidRPr="003A0BBB">
        <w:t>affreux sommeil</w:t>
      </w:r>
      <w:r w:rsidR="003A6D8D">
        <w:t xml:space="preserve">, </w:t>
      </w:r>
      <w:r w:rsidRPr="003A0BBB">
        <w:t>coupé de cauchemars et de sanglots</w:t>
      </w:r>
      <w:r w:rsidR="003A6D8D">
        <w:t xml:space="preserve">. </w:t>
      </w:r>
      <w:r w:rsidRPr="003A0BBB">
        <w:t>Il me semblait que Franz était auprès de moi</w:t>
      </w:r>
      <w:r w:rsidR="003A6D8D">
        <w:t xml:space="preserve">. </w:t>
      </w:r>
      <w:r w:rsidRPr="003A0BBB">
        <w:t>J</w:t>
      </w:r>
      <w:r w:rsidR="003A6D8D">
        <w:t>’</w:t>
      </w:r>
      <w:r w:rsidRPr="003A0BBB">
        <w:t>essayais de le repousser</w:t>
      </w:r>
      <w:r w:rsidR="003A6D8D">
        <w:t xml:space="preserve">. </w:t>
      </w:r>
      <w:r w:rsidRPr="003A0BBB">
        <w:t>Je n</w:t>
      </w:r>
      <w:r w:rsidR="003A6D8D">
        <w:t>’</w:t>
      </w:r>
      <w:r w:rsidRPr="003A0BBB">
        <w:t>en avais pas la force</w:t>
      </w:r>
      <w:r w:rsidR="003A6D8D">
        <w:t xml:space="preserve">. </w:t>
      </w:r>
      <w:r w:rsidRPr="003A0BBB">
        <w:t>Ouvrant les yeux</w:t>
      </w:r>
      <w:r w:rsidR="003A6D8D">
        <w:t xml:space="preserve">, </w:t>
      </w:r>
      <w:r w:rsidRPr="003A0BBB">
        <w:t>je vis que je ne m</w:t>
      </w:r>
      <w:r w:rsidR="003A6D8D">
        <w:t>’</w:t>
      </w:r>
      <w:r w:rsidRPr="003A0BBB">
        <w:t>étais pas trompée</w:t>
      </w:r>
      <w:r w:rsidR="003A6D8D">
        <w:t>.</w:t>
      </w:r>
    </w:p>
    <w:p w14:paraId="1AC53C65" w14:textId="6A3242C7" w:rsidR="008F7090" w:rsidRPr="003A0BBB" w:rsidRDefault="008F7090" w:rsidP="008F7090">
      <w:r w:rsidRPr="003A0BBB">
        <w:t>Il était là</w:t>
      </w:r>
      <w:r w:rsidR="003A6D8D">
        <w:t xml:space="preserve">. </w:t>
      </w:r>
      <w:r w:rsidRPr="003A0BBB">
        <w:t>C</w:t>
      </w:r>
      <w:r w:rsidR="003A6D8D">
        <w:t>’</w:t>
      </w:r>
      <w:r w:rsidRPr="003A0BBB">
        <w:t>était bien lui</w:t>
      </w:r>
      <w:r w:rsidR="003A6D8D">
        <w:t xml:space="preserve">. </w:t>
      </w:r>
      <w:r w:rsidRPr="003A0BBB">
        <w:t>Sa haute silhouette sombre se penchait vers moi</w:t>
      </w:r>
      <w:r w:rsidR="003A6D8D">
        <w:t xml:space="preserve">. </w:t>
      </w:r>
      <w:r w:rsidRPr="003A0BBB">
        <w:t>Il avait passé un de ses bras autour de mon cou</w:t>
      </w:r>
      <w:r w:rsidR="003A6D8D">
        <w:t xml:space="preserve">. </w:t>
      </w:r>
      <w:r w:rsidRPr="003A0BBB">
        <w:t>Il couvrait mes cheveux de baisers</w:t>
      </w:r>
      <w:r w:rsidR="003A6D8D">
        <w:t xml:space="preserve">. </w:t>
      </w:r>
      <w:r w:rsidRPr="003A0BBB">
        <w:t>Je sentais couler ses larmes brûlantes</w:t>
      </w:r>
      <w:r w:rsidR="003A6D8D">
        <w:t xml:space="preserve">. </w:t>
      </w:r>
      <w:r w:rsidRPr="003A0BBB">
        <w:t>D</w:t>
      </w:r>
      <w:r w:rsidR="003A6D8D">
        <w:t>’</w:t>
      </w:r>
      <w:r w:rsidRPr="003A0BBB">
        <w:t>une voix entrecoupée</w:t>
      </w:r>
      <w:r w:rsidR="003A6D8D">
        <w:t xml:space="preserve">, </w:t>
      </w:r>
      <w:r w:rsidRPr="003A0BBB">
        <w:t>il ne cessait de me répéter</w:t>
      </w:r>
      <w:r w:rsidR="003A6D8D">
        <w:t> : « </w:t>
      </w:r>
      <w:r w:rsidRPr="003A0BBB">
        <w:t>Toute ma vie</w:t>
      </w:r>
      <w:r w:rsidR="003A6D8D">
        <w:t xml:space="preserve">, </w:t>
      </w:r>
      <w:r w:rsidRPr="003A0BBB">
        <w:t>aurai-je assez de toute ma vie pour essayer de te consoler</w:t>
      </w:r>
      <w:r w:rsidR="003A6D8D">
        <w:t xml:space="preserve">, </w:t>
      </w:r>
      <w:r w:rsidRPr="003A0BBB">
        <w:t>pour parvenir à ce qu</w:t>
      </w:r>
      <w:r w:rsidR="003A6D8D">
        <w:t>’</w:t>
      </w:r>
      <w:r w:rsidRPr="003A0BBB">
        <w:t>un jour</w:t>
      </w:r>
      <w:r w:rsidR="003A6D8D">
        <w:t> !… »</w:t>
      </w:r>
    </w:p>
    <w:p w14:paraId="597D92DC" w14:textId="77777777" w:rsidR="003A6D8D" w:rsidRDefault="008F7090" w:rsidP="008F7090">
      <w:r w:rsidRPr="003A0BBB">
        <w:t>Inerte</w:t>
      </w:r>
      <w:r w:rsidR="003A6D8D">
        <w:t xml:space="preserve">, </w:t>
      </w:r>
      <w:r w:rsidRPr="003A0BBB">
        <w:t>je me laissais faire</w:t>
      </w:r>
      <w:r w:rsidR="003A6D8D">
        <w:t xml:space="preserve">. </w:t>
      </w:r>
      <w:r w:rsidRPr="003A0BBB">
        <w:t>Insensiblement</w:t>
      </w:r>
      <w:r w:rsidR="003A6D8D">
        <w:t xml:space="preserve">, </w:t>
      </w:r>
      <w:r w:rsidRPr="003A0BBB">
        <w:t>sa bouche</w:t>
      </w:r>
      <w:r w:rsidR="003A6D8D">
        <w:t xml:space="preserve">, </w:t>
      </w:r>
      <w:r w:rsidRPr="003A0BBB">
        <w:t>de mon front</w:t>
      </w:r>
      <w:r w:rsidR="003A6D8D">
        <w:t xml:space="preserve">, </w:t>
      </w:r>
      <w:r w:rsidRPr="003A0BBB">
        <w:t>de mes joues</w:t>
      </w:r>
      <w:r w:rsidR="003A6D8D">
        <w:t xml:space="preserve">, </w:t>
      </w:r>
      <w:r w:rsidRPr="003A0BBB">
        <w:t>glissa sur ma bouche</w:t>
      </w:r>
      <w:r w:rsidR="003A6D8D">
        <w:t xml:space="preserve">, </w:t>
      </w:r>
      <w:r w:rsidRPr="003A0BBB">
        <w:t>s</w:t>
      </w:r>
      <w:r w:rsidR="003A6D8D">
        <w:t>’</w:t>
      </w:r>
      <w:r w:rsidRPr="003A0BBB">
        <w:t>y colla</w:t>
      </w:r>
      <w:r w:rsidR="003A6D8D">
        <w:t xml:space="preserve">, </w:t>
      </w:r>
      <w:r w:rsidRPr="003A0BBB">
        <w:t>et je sentis</w:t>
      </w:r>
      <w:r w:rsidR="003A6D8D">
        <w:t xml:space="preserve">, </w:t>
      </w:r>
      <w:r w:rsidRPr="003A0BBB">
        <w:t>saisie d</w:t>
      </w:r>
      <w:r w:rsidR="003A6D8D">
        <w:t>’</w:t>
      </w:r>
      <w:r w:rsidRPr="003A0BBB">
        <w:t>horreur</w:t>
      </w:r>
      <w:r w:rsidR="003A6D8D">
        <w:t xml:space="preserve">, </w:t>
      </w:r>
      <w:r w:rsidRPr="003A0BBB">
        <w:t>que je lui rendais son baiser</w:t>
      </w:r>
      <w:r w:rsidR="003A6D8D">
        <w:t>.</w:t>
      </w:r>
    </w:p>
    <w:p w14:paraId="0088AA58" w14:textId="0BD3DACD" w:rsidR="008F7090" w:rsidRPr="003A0BBB" w:rsidRDefault="008F7090" w:rsidP="003A6D8D">
      <w:pPr>
        <w:pStyle w:val="Titre1"/>
      </w:pPr>
      <w:bookmarkStart w:id="17" w:name="_Toc196328818"/>
      <w:r w:rsidRPr="003A0BBB">
        <w:lastRenderedPageBreak/>
        <w:t>XVII</w:t>
      </w:r>
      <w:bookmarkEnd w:id="17"/>
    </w:p>
    <w:p w14:paraId="34C926C8" w14:textId="77777777" w:rsidR="003A6D8D" w:rsidRDefault="008F7090" w:rsidP="008F7090">
      <w:r w:rsidRPr="003A0BBB">
        <w:t>Camille avait eu la poitrine broyée par le volant de direction</w:t>
      </w:r>
      <w:r w:rsidR="003A6D8D">
        <w:t xml:space="preserve">. </w:t>
      </w:r>
      <w:r w:rsidRPr="003A0BBB">
        <w:t>Le médecin affirmait qu</w:t>
      </w:r>
      <w:r w:rsidR="003A6D8D">
        <w:t>’</w:t>
      </w:r>
      <w:r w:rsidRPr="003A0BBB">
        <w:t>elle n</w:t>
      </w:r>
      <w:r w:rsidR="003A6D8D">
        <w:t>’</w:t>
      </w:r>
      <w:r w:rsidRPr="003A0BBB">
        <w:t>avait pas dû souffrir</w:t>
      </w:r>
      <w:r w:rsidR="003A6D8D">
        <w:t>.</w:t>
      </w:r>
    </w:p>
    <w:p w14:paraId="2266B358" w14:textId="77777777" w:rsidR="003A6D8D" w:rsidRDefault="008F7090" w:rsidP="008F7090">
      <w:r w:rsidRPr="003A0BBB">
        <w:t>Je dormis un peu</w:t>
      </w:r>
      <w:r w:rsidR="003A6D8D">
        <w:t xml:space="preserve">. </w:t>
      </w:r>
      <w:r w:rsidRPr="003A0BBB">
        <w:t>Aussi ce fut seulement dans la matinée que j</w:t>
      </w:r>
      <w:r w:rsidR="003A6D8D">
        <w:t>’</w:t>
      </w:r>
      <w:r w:rsidRPr="003A0BBB">
        <w:t>obtins enfin l</w:t>
      </w:r>
      <w:r w:rsidR="003A6D8D">
        <w:t>’</w:t>
      </w:r>
      <w:r w:rsidRPr="003A0BBB">
        <w:t>autorisation de pénétrer dans sa chambre</w:t>
      </w:r>
      <w:r w:rsidR="003A6D8D">
        <w:t xml:space="preserve">. </w:t>
      </w:r>
      <w:r w:rsidRPr="003A0BBB">
        <w:t>Je ne sais pas comment on s</w:t>
      </w:r>
      <w:r w:rsidR="003A6D8D">
        <w:t>’</w:t>
      </w:r>
      <w:r w:rsidRPr="003A0BBB">
        <w:t>y était pris pour rendre obscure cette pièce si claire</w:t>
      </w:r>
      <w:r w:rsidR="003A6D8D">
        <w:t xml:space="preserve">. </w:t>
      </w:r>
      <w:r w:rsidRPr="003A0BBB">
        <w:t>Le lit était au milieu</w:t>
      </w:r>
      <w:r w:rsidR="003A6D8D">
        <w:t xml:space="preserve">. </w:t>
      </w:r>
      <w:r w:rsidRPr="003A0BBB">
        <w:t>La plupart des meubles avaient été enlevés</w:t>
      </w:r>
      <w:r w:rsidR="003A6D8D">
        <w:t xml:space="preserve">. </w:t>
      </w:r>
      <w:r w:rsidRPr="003A0BBB">
        <w:t>Tout était transformé</w:t>
      </w:r>
      <w:r w:rsidR="003A6D8D">
        <w:t xml:space="preserve">. </w:t>
      </w:r>
      <w:r w:rsidRPr="003A0BBB">
        <w:t>Cela valait mieux ainsi</w:t>
      </w:r>
      <w:r w:rsidR="003A6D8D">
        <w:t>.</w:t>
      </w:r>
    </w:p>
    <w:p w14:paraId="308D4038" w14:textId="77777777" w:rsidR="003A6D8D" w:rsidRDefault="008F7090" w:rsidP="008F7090">
      <w:r w:rsidRPr="003A0BBB">
        <w:t>À droite et à gauche</w:t>
      </w:r>
      <w:r w:rsidR="003A6D8D">
        <w:t xml:space="preserve">, </w:t>
      </w:r>
      <w:r w:rsidRPr="003A0BBB">
        <w:t>leur front poli incliné sur les accoudoirs des prie-Dieu</w:t>
      </w:r>
      <w:r w:rsidR="003A6D8D">
        <w:t xml:space="preserve">, </w:t>
      </w:r>
      <w:r w:rsidRPr="003A0BBB">
        <w:t>les deux petites sœurs de Mauriac étaient immobiles</w:t>
      </w:r>
      <w:r w:rsidR="003A6D8D">
        <w:t xml:space="preserve">. </w:t>
      </w:r>
      <w:r w:rsidRPr="003A0BBB">
        <w:t>Seuls</w:t>
      </w:r>
      <w:r w:rsidR="003A6D8D">
        <w:t xml:space="preserve">, </w:t>
      </w:r>
      <w:r w:rsidRPr="003A0BBB">
        <w:t>les chapelets accomplissaient entre leurs doigts leur silencieuse rotation</w:t>
      </w:r>
      <w:r w:rsidR="003A6D8D">
        <w:t>.</w:t>
      </w:r>
    </w:p>
    <w:p w14:paraId="4065DFE7" w14:textId="77777777" w:rsidR="003A6D8D" w:rsidRDefault="008F7090" w:rsidP="008F7090">
      <w:r w:rsidRPr="003A0BBB">
        <w:t>Je m</w:t>
      </w:r>
      <w:r w:rsidR="003A6D8D">
        <w:t>’</w:t>
      </w:r>
      <w:r w:rsidRPr="003A0BBB">
        <w:t>agenouillai au pied du lit</w:t>
      </w:r>
      <w:r w:rsidR="003A6D8D">
        <w:t xml:space="preserve">, </w:t>
      </w:r>
      <w:r w:rsidRPr="003A0BBB">
        <w:t>sur le tabouret qui m</w:t>
      </w:r>
      <w:r w:rsidR="003A6D8D">
        <w:t>’</w:t>
      </w:r>
      <w:r w:rsidRPr="003A0BBB">
        <w:t>attendait</w:t>
      </w:r>
      <w:r w:rsidR="003A6D8D">
        <w:t xml:space="preserve">, </w:t>
      </w:r>
      <w:r w:rsidRPr="003A0BBB">
        <w:t>et je me mis à regarder Camille</w:t>
      </w:r>
      <w:r w:rsidR="003A6D8D">
        <w:t xml:space="preserve">. </w:t>
      </w:r>
      <w:r w:rsidRPr="003A0BBB">
        <w:t>C</w:t>
      </w:r>
      <w:r w:rsidR="003A6D8D">
        <w:t>’</w:t>
      </w:r>
      <w:r w:rsidRPr="003A0BBB">
        <w:t>est une chose bizarre</w:t>
      </w:r>
      <w:r w:rsidR="003A6D8D">
        <w:t xml:space="preserve">, </w:t>
      </w:r>
      <w:r w:rsidRPr="003A0BBB">
        <w:t>pour une mère</w:t>
      </w:r>
      <w:r w:rsidR="003A6D8D">
        <w:t xml:space="preserve">, </w:t>
      </w:r>
      <w:r w:rsidRPr="003A0BBB">
        <w:t>que de voir son enfant mort</w:t>
      </w:r>
      <w:r w:rsidR="003A6D8D">
        <w:t>.</w:t>
      </w:r>
    </w:p>
    <w:p w14:paraId="2B894EFB" w14:textId="77777777" w:rsidR="003A6D8D" w:rsidRDefault="008F7090" w:rsidP="008F7090">
      <w:r w:rsidRPr="003A0BBB">
        <w:t>Dès l</w:t>
      </w:r>
      <w:r w:rsidR="003A6D8D">
        <w:t>’</w:t>
      </w:r>
      <w:r w:rsidRPr="003A0BBB">
        <w:t>aube</w:t>
      </w:r>
      <w:r w:rsidR="003A6D8D">
        <w:t xml:space="preserve">, </w:t>
      </w:r>
      <w:r w:rsidRPr="003A0BBB">
        <w:t>la plus jeune des deux religieuses était allée à la ville</w:t>
      </w:r>
      <w:r w:rsidR="003A6D8D">
        <w:t xml:space="preserve">. </w:t>
      </w:r>
      <w:r w:rsidRPr="003A0BBB">
        <w:t>Henri l</w:t>
      </w:r>
      <w:r w:rsidR="003A6D8D">
        <w:t>’</w:t>
      </w:r>
      <w:r w:rsidRPr="003A0BBB">
        <w:t>y avait conduite</w:t>
      </w:r>
      <w:r w:rsidR="003A6D8D">
        <w:t xml:space="preserve">. </w:t>
      </w:r>
      <w:r w:rsidRPr="003A0BBB">
        <w:t>Elle était revenue du couvent avec la voiture remplie de fleurs</w:t>
      </w:r>
      <w:r w:rsidR="003A6D8D">
        <w:t xml:space="preserve">. </w:t>
      </w:r>
      <w:r w:rsidRPr="003A0BBB">
        <w:t>On avait parsemé de roses blanches et de camélias le lit de Camille</w:t>
      </w:r>
      <w:r w:rsidR="003A6D8D">
        <w:t xml:space="preserve">. </w:t>
      </w:r>
      <w:r w:rsidRPr="003A0BBB">
        <w:t>Entre ses mains</w:t>
      </w:r>
      <w:r w:rsidR="003A6D8D">
        <w:t xml:space="preserve">, </w:t>
      </w:r>
      <w:r w:rsidRPr="003A0BBB">
        <w:t>liées par le chapelet blanc de sa première communion</w:t>
      </w:r>
      <w:r w:rsidR="003A6D8D">
        <w:t xml:space="preserve">, </w:t>
      </w:r>
      <w:r w:rsidRPr="003A0BBB">
        <w:t>on avait mis la croix d</w:t>
      </w:r>
      <w:r w:rsidR="003A6D8D">
        <w:t>’</w:t>
      </w:r>
      <w:r w:rsidRPr="003A0BBB">
        <w:t>ivoire de son berceau</w:t>
      </w:r>
      <w:r w:rsidR="003A6D8D">
        <w:t xml:space="preserve">, </w:t>
      </w:r>
      <w:r w:rsidRPr="003A0BBB">
        <w:t>une croix qui avait</w:t>
      </w:r>
      <w:r w:rsidR="003A6D8D">
        <w:t xml:space="preserve">, </w:t>
      </w:r>
      <w:r w:rsidRPr="003A0BBB">
        <w:t>à son centre</w:t>
      </w:r>
      <w:r w:rsidR="003A6D8D">
        <w:t xml:space="preserve">, </w:t>
      </w:r>
      <w:r w:rsidRPr="003A0BBB">
        <w:t>une tête d</w:t>
      </w:r>
      <w:r w:rsidR="003A6D8D">
        <w:t>’</w:t>
      </w:r>
      <w:r w:rsidRPr="003A0BBB">
        <w:t>ange</w:t>
      </w:r>
      <w:r w:rsidR="003A6D8D">
        <w:t xml:space="preserve">, </w:t>
      </w:r>
      <w:r w:rsidRPr="003A0BBB">
        <w:t>avec deux petites ailes</w:t>
      </w:r>
      <w:r w:rsidR="003A6D8D">
        <w:t xml:space="preserve">, </w:t>
      </w:r>
      <w:r w:rsidRPr="003A0BBB">
        <w:t>une croix retrouvée par Maria je ne sais où</w:t>
      </w:r>
      <w:r w:rsidR="003A6D8D">
        <w:t>.</w:t>
      </w:r>
    </w:p>
    <w:p w14:paraId="37380A75" w14:textId="77777777" w:rsidR="003A6D8D" w:rsidRDefault="008F7090" w:rsidP="008F7090">
      <w:r w:rsidRPr="003A0BBB">
        <w:t>Non</w:t>
      </w:r>
      <w:r w:rsidR="003A6D8D">
        <w:t xml:space="preserve">, </w:t>
      </w:r>
      <w:r w:rsidRPr="003A0BBB">
        <w:t>Camille n</w:t>
      </w:r>
      <w:r w:rsidR="003A6D8D">
        <w:t>’</w:t>
      </w:r>
      <w:r w:rsidRPr="003A0BBB">
        <w:t>avait pas dû souffrir</w:t>
      </w:r>
      <w:r w:rsidR="003A6D8D">
        <w:t xml:space="preserve">. </w:t>
      </w:r>
      <w:r w:rsidRPr="003A0BBB">
        <w:t>Il paraît que ses yeux étaient clos quand on l</w:t>
      </w:r>
      <w:r w:rsidR="003A6D8D">
        <w:t>’</w:t>
      </w:r>
      <w:r w:rsidRPr="003A0BBB">
        <w:t>avait relevée</w:t>
      </w:r>
      <w:r w:rsidR="003A6D8D">
        <w:t xml:space="preserve">. </w:t>
      </w:r>
      <w:r w:rsidRPr="003A0BBB">
        <w:t>On n</w:t>
      </w:r>
      <w:r w:rsidR="003A6D8D">
        <w:t>’</w:t>
      </w:r>
      <w:r w:rsidRPr="003A0BBB">
        <w:t>avait pas eu à les lui fermer</w:t>
      </w:r>
      <w:r w:rsidR="003A6D8D">
        <w:t xml:space="preserve">. </w:t>
      </w:r>
      <w:r w:rsidRPr="003A0BBB">
        <w:t>La face était calme</w:t>
      </w:r>
      <w:r w:rsidR="003A6D8D">
        <w:t xml:space="preserve">, </w:t>
      </w:r>
      <w:r w:rsidRPr="003A0BBB">
        <w:t>souriante même</w:t>
      </w:r>
      <w:r w:rsidR="003A6D8D">
        <w:t xml:space="preserve">, </w:t>
      </w:r>
      <w:r w:rsidRPr="003A0BBB">
        <w:t>le nez à peine pincé</w:t>
      </w:r>
      <w:r w:rsidR="003A6D8D">
        <w:t xml:space="preserve">. </w:t>
      </w:r>
      <w:r w:rsidRPr="003A0BBB">
        <w:t>Mais comme ses lèvres</w:t>
      </w:r>
      <w:r w:rsidR="003A6D8D">
        <w:t xml:space="preserve">, </w:t>
      </w:r>
      <w:r w:rsidRPr="003A0BBB">
        <w:t>débarrassées de ce fard qu</w:t>
      </w:r>
      <w:r w:rsidR="003A6D8D">
        <w:t>’</w:t>
      </w:r>
      <w:r w:rsidRPr="003A0BBB">
        <w:t xml:space="preserve">elle </w:t>
      </w:r>
      <w:r w:rsidRPr="003A0BBB">
        <w:lastRenderedPageBreak/>
        <w:t>aimait tant</w:t>
      </w:r>
      <w:r w:rsidR="003A6D8D">
        <w:t xml:space="preserve">, </w:t>
      </w:r>
      <w:r w:rsidRPr="003A0BBB">
        <w:t>et dont elle m</w:t>
      </w:r>
      <w:r w:rsidR="003A6D8D">
        <w:t>’</w:t>
      </w:r>
      <w:r w:rsidRPr="003A0BBB">
        <w:t>avait appris à me servir</w:t>
      </w:r>
      <w:r w:rsidR="003A6D8D">
        <w:t xml:space="preserve">, </w:t>
      </w:r>
      <w:r w:rsidRPr="003A0BBB">
        <w:t>me paraissaient pâles</w:t>
      </w:r>
      <w:r w:rsidR="003A6D8D">
        <w:t> !</w:t>
      </w:r>
    </w:p>
    <w:p w14:paraId="298CE492" w14:textId="77777777" w:rsidR="003A6D8D" w:rsidRDefault="008F7090" w:rsidP="008F7090">
      <w:r w:rsidRPr="003A0BBB">
        <w:t>À portée des miennes</w:t>
      </w:r>
      <w:r w:rsidR="003A6D8D">
        <w:t xml:space="preserve">, </w:t>
      </w:r>
      <w:r w:rsidRPr="003A0BBB">
        <w:t>ses pieds en équerre soulevaient le drap</w:t>
      </w:r>
      <w:r w:rsidR="003A6D8D">
        <w:t xml:space="preserve">. </w:t>
      </w:r>
      <w:r w:rsidRPr="003A0BBB">
        <w:t>Je les embrassai</w:t>
      </w:r>
      <w:r w:rsidR="003A6D8D">
        <w:t>.</w:t>
      </w:r>
    </w:p>
    <w:p w14:paraId="5D472BD3" w14:textId="77777777" w:rsidR="003A6D8D" w:rsidRDefault="008F7090" w:rsidP="008F7090">
      <w:r w:rsidRPr="003A0BBB">
        <w:t>Puis je dus me relever</w:t>
      </w:r>
      <w:r w:rsidR="003A6D8D">
        <w:t xml:space="preserve">. </w:t>
      </w:r>
      <w:r w:rsidRPr="003A0BBB">
        <w:t>Il y avait déjà</w:t>
      </w:r>
      <w:r w:rsidR="003A6D8D">
        <w:t xml:space="preserve">, </w:t>
      </w:r>
      <w:r w:rsidRPr="003A0BBB">
        <w:t>en bas</w:t>
      </w:r>
      <w:r w:rsidR="003A6D8D">
        <w:t xml:space="preserve">, </w:t>
      </w:r>
      <w:r w:rsidRPr="003A0BBB">
        <w:t>dans le salon</w:t>
      </w:r>
      <w:r w:rsidR="003A6D8D">
        <w:t xml:space="preserve">, </w:t>
      </w:r>
      <w:r w:rsidRPr="003A0BBB">
        <w:t>des gens qui demandaient à me voir</w:t>
      </w:r>
      <w:r w:rsidR="003A6D8D">
        <w:t xml:space="preserve">. </w:t>
      </w:r>
      <w:r w:rsidRPr="003A0BBB">
        <w:t>Franz</w:t>
      </w:r>
      <w:r w:rsidR="003A6D8D">
        <w:t xml:space="preserve">, </w:t>
      </w:r>
      <w:r w:rsidRPr="003A0BBB">
        <w:t>toujours à l</w:t>
      </w:r>
      <w:r w:rsidR="003A6D8D">
        <w:t>’</w:t>
      </w:r>
      <w:r w:rsidRPr="003A0BBB">
        <w:t>affût du moindre de mes gestes</w:t>
      </w:r>
      <w:r w:rsidR="003A6D8D">
        <w:t xml:space="preserve">, </w:t>
      </w:r>
      <w:r w:rsidRPr="003A0BBB">
        <w:t>m</w:t>
      </w:r>
      <w:r w:rsidR="003A6D8D">
        <w:t>’</w:t>
      </w:r>
      <w:r w:rsidRPr="003A0BBB">
        <w:t>aida à descendre l</w:t>
      </w:r>
      <w:r w:rsidR="003A6D8D">
        <w:t>’</w:t>
      </w:r>
      <w:r w:rsidRPr="003A0BBB">
        <w:t>escalier</w:t>
      </w:r>
      <w:r w:rsidR="003A6D8D">
        <w:t xml:space="preserve">. </w:t>
      </w:r>
      <w:r w:rsidRPr="003A0BBB">
        <w:t>En passant devant la glace du corridor</w:t>
      </w:r>
      <w:r w:rsidR="003A6D8D">
        <w:t xml:space="preserve">, </w:t>
      </w:r>
      <w:r w:rsidRPr="003A0BBB">
        <w:t>je m</w:t>
      </w:r>
      <w:r w:rsidR="003A6D8D">
        <w:t>’</w:t>
      </w:r>
      <w:r w:rsidRPr="003A0BBB">
        <w:t>aperçus que j</w:t>
      </w:r>
      <w:r w:rsidR="003A6D8D">
        <w:t>’</w:t>
      </w:r>
      <w:r w:rsidRPr="003A0BBB">
        <w:t>étais habillée de noir</w:t>
      </w:r>
      <w:r w:rsidR="003A6D8D">
        <w:t xml:space="preserve">. </w:t>
      </w:r>
      <w:r w:rsidRPr="003A0BBB">
        <w:t>C</w:t>
      </w:r>
      <w:r w:rsidR="003A6D8D">
        <w:t>’</w:t>
      </w:r>
      <w:r w:rsidRPr="003A0BBB">
        <w:t>était Maria qui avait songé à disposer sur ma chaise longue ma robe de deuil</w:t>
      </w:r>
      <w:r w:rsidR="003A6D8D">
        <w:t xml:space="preserve">, </w:t>
      </w:r>
      <w:r w:rsidRPr="003A0BBB">
        <w:t>une de ces robes que Camille m</w:t>
      </w:r>
      <w:r w:rsidR="003A6D8D">
        <w:t>’</w:t>
      </w:r>
      <w:r w:rsidRPr="003A0BBB">
        <w:t>avait fait quitter</w:t>
      </w:r>
      <w:r w:rsidR="003A6D8D">
        <w:t xml:space="preserve">. </w:t>
      </w:r>
      <w:r w:rsidRPr="003A0BBB">
        <w:t>Je l</w:t>
      </w:r>
      <w:r w:rsidR="003A6D8D">
        <w:t>’</w:t>
      </w:r>
      <w:r w:rsidRPr="003A0BBB">
        <w:t>avais revêtue machinalement à mon réveil</w:t>
      </w:r>
      <w:r w:rsidR="003A6D8D">
        <w:t>.</w:t>
      </w:r>
    </w:p>
    <w:p w14:paraId="7271BA87" w14:textId="77777777" w:rsidR="003A6D8D" w:rsidRDefault="008F7090" w:rsidP="008F7090">
      <w:r w:rsidRPr="003A0BBB">
        <w:t>Machinalement aussi</w:t>
      </w:r>
      <w:r w:rsidR="003A6D8D">
        <w:t xml:space="preserve">, </w:t>
      </w:r>
      <w:r w:rsidRPr="003A0BBB">
        <w:t>j</w:t>
      </w:r>
      <w:r w:rsidR="003A6D8D">
        <w:t>’</w:t>
      </w:r>
      <w:r w:rsidRPr="003A0BBB">
        <w:t>entendais les porteurs habituels de condoléances me parler de Camille</w:t>
      </w:r>
      <w:r w:rsidR="003A6D8D">
        <w:t xml:space="preserve">. </w:t>
      </w:r>
      <w:r w:rsidRPr="003A0BBB">
        <w:t>Le notaire était là</w:t>
      </w:r>
      <w:r w:rsidR="003A6D8D">
        <w:t xml:space="preserve">, </w:t>
      </w:r>
      <w:r w:rsidRPr="003A0BBB">
        <w:t>avec son clerc</w:t>
      </w:r>
      <w:r w:rsidR="003A6D8D">
        <w:t xml:space="preserve">. </w:t>
      </w:r>
      <w:r w:rsidRPr="003A0BBB">
        <w:t>Pour venir</w:t>
      </w:r>
      <w:r w:rsidR="003A6D8D">
        <w:t xml:space="preserve">, </w:t>
      </w:r>
      <w:r w:rsidRPr="003A0BBB">
        <w:t>ils n</w:t>
      </w:r>
      <w:r w:rsidR="003A6D8D">
        <w:t>’</w:t>
      </w:r>
      <w:r w:rsidRPr="003A0BBB">
        <w:t>avaient pas eu à perdre leur matinée</w:t>
      </w:r>
      <w:r w:rsidR="003A6D8D">
        <w:t xml:space="preserve">, </w:t>
      </w:r>
      <w:r w:rsidRPr="003A0BBB">
        <w:t>ni à mettre un autre costume que celui qu</w:t>
      </w:r>
      <w:r w:rsidR="003A6D8D">
        <w:t>’</w:t>
      </w:r>
      <w:r w:rsidRPr="003A0BBB">
        <w:t>ils avaient préparé la veille</w:t>
      </w:r>
      <w:r w:rsidR="003A6D8D">
        <w:t xml:space="preserve">, </w:t>
      </w:r>
      <w:r w:rsidRPr="003A0BBB">
        <w:t>puisque l</w:t>
      </w:r>
      <w:r w:rsidR="003A6D8D">
        <w:t>’</w:t>
      </w:r>
      <w:r w:rsidRPr="003A0BBB">
        <w:t>heure où ils se trouvaient là était exactement celle à laquelle ils auraient dû</w:t>
      </w:r>
      <w:r w:rsidR="003A6D8D">
        <w:t xml:space="preserve">, </w:t>
      </w:r>
      <w:r w:rsidRPr="003A0BBB">
        <w:t>à la mairie</w:t>
      </w:r>
      <w:r w:rsidR="003A6D8D">
        <w:t xml:space="preserve">, </w:t>
      </w:r>
      <w:r w:rsidRPr="003A0BBB">
        <w:t>être les témoins de Franz</w:t>
      </w:r>
      <w:r w:rsidR="003A6D8D">
        <w:t>.</w:t>
      </w:r>
    </w:p>
    <w:p w14:paraId="7957605C" w14:textId="77777777" w:rsidR="003A6D8D" w:rsidRDefault="008F7090" w:rsidP="008F7090">
      <w:r w:rsidRPr="003A0BBB">
        <w:t>C</w:t>
      </w:r>
      <w:r w:rsidR="003A6D8D">
        <w:t>’</w:t>
      </w:r>
      <w:r w:rsidRPr="003A0BBB">
        <w:t>était à ce dernier surtout qu</w:t>
      </w:r>
      <w:r w:rsidR="003A6D8D">
        <w:t>’</w:t>
      </w:r>
      <w:r w:rsidRPr="003A0BBB">
        <w:t>allait la compassion des visiteurs</w:t>
      </w:r>
      <w:r w:rsidR="003A6D8D">
        <w:t>.</w:t>
      </w:r>
    </w:p>
    <w:p w14:paraId="5355E649" w14:textId="77777777" w:rsidR="003A6D8D" w:rsidRDefault="003A6D8D" w:rsidP="008F7090">
      <w:r>
        <w:t>— </w:t>
      </w:r>
      <w:r w:rsidR="008F7090" w:rsidRPr="003A0BBB">
        <w:t>Ah</w:t>
      </w:r>
      <w:r>
        <w:t xml:space="preserve"> ! </w:t>
      </w:r>
      <w:r w:rsidR="008F7090" w:rsidRPr="003A0BBB">
        <w:t>ma pauvre amie</w:t>
      </w:r>
      <w:r>
        <w:t xml:space="preserve">, </w:t>
      </w:r>
      <w:r w:rsidR="008F7090" w:rsidRPr="003A0BBB">
        <w:t>c</w:t>
      </w:r>
      <w:r>
        <w:t>’</w:t>
      </w:r>
      <w:r w:rsidR="008F7090" w:rsidRPr="003A0BBB">
        <w:t>est horrible pour vous</w:t>
      </w:r>
      <w:r>
        <w:t xml:space="preserve">, </w:t>
      </w:r>
      <w:r w:rsidR="008F7090" w:rsidRPr="003A0BBB">
        <w:t>je n</w:t>
      </w:r>
      <w:r>
        <w:t>’</w:t>
      </w:r>
      <w:r w:rsidR="008F7090" w:rsidRPr="003A0BBB">
        <w:t>en disconviens pas</w:t>
      </w:r>
      <w:r>
        <w:t xml:space="preserve">. </w:t>
      </w:r>
      <w:r w:rsidR="008F7090" w:rsidRPr="003A0BBB">
        <w:t>Mais songeons un peu aussi à sa douleur</w:t>
      </w:r>
      <w:r>
        <w:t xml:space="preserve">, </w:t>
      </w:r>
      <w:r w:rsidR="008F7090" w:rsidRPr="003A0BBB">
        <w:t>à lui</w:t>
      </w:r>
      <w:r>
        <w:t xml:space="preserve">. </w:t>
      </w:r>
      <w:r w:rsidR="008F7090" w:rsidRPr="003A0BBB">
        <w:t>Pauvres enfants</w:t>
      </w:r>
      <w:r>
        <w:t xml:space="preserve"> ! </w:t>
      </w:r>
      <w:r w:rsidR="008F7090" w:rsidRPr="003A0BBB">
        <w:t xml:space="preserve">Dire que pas plus tard </w:t>
      </w:r>
      <w:proofErr w:type="spellStart"/>
      <w:r w:rsidR="008F7090" w:rsidRPr="003A0BBB">
        <w:t>qn</w:t>
      </w:r>
      <w:r>
        <w:t>’</w:t>
      </w:r>
      <w:r w:rsidR="008F7090" w:rsidRPr="003A0BBB">
        <w:t>avant-hier</w:t>
      </w:r>
      <w:proofErr w:type="spellEnd"/>
      <w:r w:rsidR="008F7090" w:rsidRPr="003A0BBB">
        <w:t xml:space="preserve"> nous les avions rencontrés en ville tous les deux</w:t>
      </w:r>
      <w:r>
        <w:t xml:space="preserve">. </w:t>
      </w:r>
      <w:r w:rsidR="008F7090" w:rsidRPr="003A0BBB">
        <w:t>Ils paraissaient si joyeux</w:t>
      </w:r>
      <w:r>
        <w:t xml:space="preserve">, </w:t>
      </w:r>
      <w:r w:rsidR="008F7090" w:rsidRPr="003A0BBB">
        <w:t>si confiants dans l</w:t>
      </w:r>
      <w:r>
        <w:t>’</w:t>
      </w:r>
      <w:r w:rsidR="008F7090" w:rsidRPr="003A0BBB">
        <w:t>avenir</w:t>
      </w:r>
      <w:r>
        <w:t xml:space="preserve">. </w:t>
      </w:r>
      <w:r w:rsidR="008F7090" w:rsidRPr="003A0BBB">
        <w:t>Les parents</w:t>
      </w:r>
      <w:r>
        <w:t xml:space="preserve">, </w:t>
      </w:r>
      <w:r w:rsidR="008F7090" w:rsidRPr="003A0BBB">
        <w:t>voyez-vous</w:t>
      </w:r>
      <w:r>
        <w:t xml:space="preserve">, </w:t>
      </w:r>
      <w:r w:rsidR="008F7090" w:rsidRPr="003A0BBB">
        <w:t>n</w:t>
      </w:r>
      <w:r>
        <w:t>’</w:t>
      </w:r>
      <w:r w:rsidR="008F7090" w:rsidRPr="003A0BBB">
        <w:t>ont jamais fini de faire leur devoir</w:t>
      </w:r>
      <w:r>
        <w:t xml:space="preserve">. </w:t>
      </w:r>
      <w:r w:rsidR="008F7090" w:rsidRPr="003A0BBB">
        <w:t>C</w:t>
      </w:r>
      <w:r>
        <w:t>’</w:t>
      </w:r>
      <w:r w:rsidR="008F7090" w:rsidRPr="003A0BBB">
        <w:t>est à lui qu</w:t>
      </w:r>
      <w:r>
        <w:t>’</w:t>
      </w:r>
      <w:r w:rsidR="008F7090" w:rsidRPr="003A0BBB">
        <w:t>il faut penser</w:t>
      </w:r>
      <w:r>
        <w:t xml:space="preserve">, </w:t>
      </w:r>
      <w:r w:rsidR="008F7090" w:rsidRPr="003A0BBB">
        <w:t>maintenant</w:t>
      </w:r>
      <w:r>
        <w:t xml:space="preserve">. </w:t>
      </w:r>
      <w:r w:rsidR="008F7090" w:rsidRPr="003A0BBB">
        <w:t>C</w:t>
      </w:r>
      <w:r>
        <w:t>’</w:t>
      </w:r>
      <w:r w:rsidR="008F7090" w:rsidRPr="003A0BBB">
        <w:t>est sûrement la volonté de votre chère Camille</w:t>
      </w:r>
      <w:r>
        <w:t xml:space="preserve">, </w:t>
      </w:r>
      <w:r w:rsidR="008F7090" w:rsidRPr="003A0BBB">
        <w:t>qui nous voit tous de là-haut</w:t>
      </w:r>
      <w:r>
        <w:t xml:space="preserve">. </w:t>
      </w:r>
      <w:r w:rsidR="008F7090" w:rsidRPr="003A0BBB">
        <w:t>Observez-le</w:t>
      </w:r>
      <w:r>
        <w:t xml:space="preserve"> ! </w:t>
      </w:r>
      <w:r w:rsidR="008F7090" w:rsidRPr="003A0BBB">
        <w:t>Ne le laissez pas à lui-même</w:t>
      </w:r>
      <w:r>
        <w:t xml:space="preserve">, </w:t>
      </w:r>
      <w:r w:rsidR="008F7090" w:rsidRPr="003A0BBB">
        <w:t>à son désespoir</w:t>
      </w:r>
      <w:r>
        <w:t>.</w:t>
      </w:r>
    </w:p>
    <w:p w14:paraId="6E6AAE0C" w14:textId="77777777" w:rsidR="003A6D8D" w:rsidRDefault="008F7090" w:rsidP="008F7090">
      <w:r w:rsidRPr="003A0BBB">
        <w:lastRenderedPageBreak/>
        <w:t>Je regardai Franz</w:t>
      </w:r>
      <w:r w:rsidR="003A6D8D">
        <w:t xml:space="preserve">. </w:t>
      </w:r>
      <w:r w:rsidRPr="003A0BBB">
        <w:t>Ils avaient raison</w:t>
      </w:r>
      <w:r w:rsidR="003A6D8D">
        <w:t xml:space="preserve">. </w:t>
      </w:r>
      <w:r w:rsidRPr="003A0BBB">
        <w:t>Ses traits étaient ravagés de façon tragique</w:t>
      </w:r>
      <w:r w:rsidR="003A6D8D">
        <w:t xml:space="preserve">. </w:t>
      </w:r>
      <w:r w:rsidRPr="003A0BBB">
        <w:t>Mais</w:t>
      </w:r>
      <w:r w:rsidR="003A6D8D">
        <w:t xml:space="preserve">, </w:t>
      </w:r>
      <w:r w:rsidRPr="003A0BBB">
        <w:t>en même temps</w:t>
      </w:r>
      <w:r w:rsidR="003A6D8D">
        <w:t xml:space="preserve">, </w:t>
      </w:r>
      <w:r w:rsidRPr="003A0BBB">
        <w:t>je remarquai un de ces détails qui n</w:t>
      </w:r>
      <w:r w:rsidR="003A6D8D">
        <w:t>’</w:t>
      </w:r>
      <w:r w:rsidRPr="003A0BBB">
        <w:t>échappent jamais en de telles minutes</w:t>
      </w:r>
      <w:r w:rsidR="003A6D8D">
        <w:t xml:space="preserve"> : </w:t>
      </w:r>
      <w:r w:rsidRPr="003A0BBB">
        <w:t>il n</w:t>
      </w:r>
      <w:r w:rsidR="003A6D8D">
        <w:t>’</w:t>
      </w:r>
      <w:r w:rsidRPr="003A0BBB">
        <w:t>avait pas oublié de se raser</w:t>
      </w:r>
      <w:r w:rsidR="003A6D8D">
        <w:t>.</w:t>
      </w:r>
    </w:p>
    <w:p w14:paraId="5CBFDD93" w14:textId="21705B48" w:rsidR="008F7090" w:rsidRPr="003A0BBB" w:rsidRDefault="008F7090" w:rsidP="008F7090"/>
    <w:p w14:paraId="66DB0D4E" w14:textId="77777777" w:rsidR="003A6D8D" w:rsidRDefault="008F7090" w:rsidP="008F7090">
      <w:r w:rsidRPr="003A0BBB">
        <w:t>Les obsèques ayant été fixées au lendemain matin</w:t>
      </w:r>
      <w:r w:rsidR="003A6D8D">
        <w:t xml:space="preserve">, </w:t>
      </w:r>
      <w:r w:rsidRPr="003A0BBB">
        <w:t>je passai le reste de la journée au chevet de Camille</w:t>
      </w:r>
      <w:r w:rsidR="003A6D8D">
        <w:t xml:space="preserve">. </w:t>
      </w:r>
      <w:r w:rsidRPr="003A0BBB">
        <w:t>Vers le soir</w:t>
      </w:r>
      <w:r w:rsidR="003A6D8D">
        <w:t xml:space="preserve">, </w:t>
      </w:r>
      <w:r w:rsidRPr="003A0BBB">
        <w:t>on essaya de me renvoyer dans mon appartement</w:t>
      </w:r>
      <w:r w:rsidR="003A6D8D">
        <w:t xml:space="preserve">. </w:t>
      </w:r>
      <w:r w:rsidRPr="003A0BBB">
        <w:t>Je refusai avec une telle force que les religieuses n</w:t>
      </w:r>
      <w:r w:rsidR="003A6D8D">
        <w:t>’</w:t>
      </w:r>
      <w:r w:rsidRPr="003A0BBB">
        <w:t>insistèrent pas</w:t>
      </w:r>
      <w:r w:rsidR="003A6D8D">
        <w:t xml:space="preserve">. </w:t>
      </w:r>
      <w:r w:rsidRPr="003A0BBB">
        <w:t>Ah</w:t>
      </w:r>
      <w:r w:rsidR="003A6D8D">
        <w:t xml:space="preserve"> ! </w:t>
      </w:r>
      <w:r w:rsidRPr="003A0BBB">
        <w:t>si elles avaient pu savoir quelle faiblesse terrifiée se cachait sous cette obstination</w:t>
      </w:r>
      <w:r w:rsidR="003A6D8D">
        <w:t xml:space="preserve"> ! </w:t>
      </w:r>
      <w:r w:rsidRPr="003A0BBB">
        <w:t>J</w:t>
      </w:r>
      <w:r w:rsidR="003A6D8D">
        <w:t>’</w:t>
      </w:r>
      <w:r w:rsidRPr="003A0BBB">
        <w:t>étais certaine que</w:t>
      </w:r>
      <w:r w:rsidR="003A6D8D">
        <w:t xml:space="preserve">, </w:t>
      </w:r>
      <w:r w:rsidRPr="003A0BBB">
        <w:t>si je cédais</w:t>
      </w:r>
      <w:r w:rsidR="003A6D8D">
        <w:t xml:space="preserve">, </w:t>
      </w:r>
      <w:r w:rsidRPr="003A0BBB">
        <w:t>si je consentais à regagner ma chambre</w:t>
      </w:r>
      <w:r w:rsidR="003A6D8D">
        <w:t xml:space="preserve">, </w:t>
      </w:r>
      <w:r w:rsidRPr="003A0BBB">
        <w:t>je n</w:t>
      </w:r>
      <w:r w:rsidR="003A6D8D">
        <w:t>’</w:t>
      </w:r>
      <w:r w:rsidRPr="003A0BBB">
        <w:t>y serais pas depuis un quart d</w:t>
      </w:r>
      <w:r w:rsidR="003A6D8D">
        <w:t>’</w:t>
      </w:r>
      <w:r w:rsidRPr="003A0BBB">
        <w:t>heure que Franz m</w:t>
      </w:r>
      <w:r w:rsidR="003A6D8D">
        <w:t>’</w:t>
      </w:r>
      <w:r w:rsidRPr="003A0BBB">
        <w:t>y aurait déjà rejointe</w:t>
      </w:r>
      <w:r w:rsidR="003A6D8D">
        <w:t xml:space="preserve">. </w:t>
      </w:r>
      <w:r w:rsidRPr="003A0BBB">
        <w:t>Là</w:t>
      </w:r>
      <w:r w:rsidR="003A6D8D">
        <w:t xml:space="preserve">, </w:t>
      </w:r>
      <w:r w:rsidRPr="003A0BBB">
        <w:t>sur cette chaise-longue</w:t>
      </w:r>
      <w:r w:rsidR="003A6D8D">
        <w:t xml:space="preserve">, </w:t>
      </w:r>
      <w:r w:rsidRPr="003A0BBB">
        <w:t>à deux pas de ce lit obscur</w:t>
      </w:r>
      <w:r w:rsidR="003A6D8D">
        <w:t xml:space="preserve">, </w:t>
      </w:r>
      <w:r w:rsidRPr="003A0BBB">
        <w:t>captive</w:t>
      </w:r>
      <w:r w:rsidR="003A6D8D">
        <w:t xml:space="preserve">, </w:t>
      </w:r>
      <w:r w:rsidRPr="003A0BBB">
        <w:t>soumise</w:t>
      </w:r>
      <w:r w:rsidR="003A6D8D">
        <w:t xml:space="preserve">, </w:t>
      </w:r>
      <w:r w:rsidRPr="003A0BBB">
        <w:t>je serais de nouveau sa chose</w:t>
      </w:r>
      <w:r w:rsidR="003A6D8D">
        <w:t xml:space="preserve">, </w:t>
      </w:r>
      <w:r w:rsidRPr="003A0BBB">
        <w:t>son jouet</w:t>
      </w:r>
      <w:r w:rsidR="003A6D8D">
        <w:t xml:space="preserve">, </w:t>
      </w:r>
      <w:r w:rsidRPr="003A0BBB">
        <w:t>sa proie</w:t>
      </w:r>
      <w:r w:rsidR="003A6D8D">
        <w:t xml:space="preserve">. </w:t>
      </w:r>
      <w:r w:rsidRPr="003A0BBB">
        <w:t>Ni l</w:t>
      </w:r>
      <w:r w:rsidR="003A6D8D">
        <w:t>’</w:t>
      </w:r>
      <w:r w:rsidRPr="003A0BBB">
        <w:t>image de Camille morte avec ses mains jointes sur sa chère poitrine fracassée</w:t>
      </w:r>
      <w:r w:rsidR="003A6D8D">
        <w:t xml:space="preserve">, </w:t>
      </w:r>
      <w:r w:rsidRPr="003A0BBB">
        <w:t>ni le spectre du sacrilège présidant à nos horribles transports ne me donneraient la force de me défendre</w:t>
      </w:r>
      <w:r w:rsidR="003A6D8D">
        <w:t xml:space="preserve">. </w:t>
      </w:r>
      <w:r w:rsidRPr="003A0BBB">
        <w:t>J</w:t>
      </w:r>
      <w:r w:rsidR="003A6D8D">
        <w:t>’</w:t>
      </w:r>
      <w:r w:rsidRPr="003A0BBB">
        <w:t>admets que je suis un monstre</w:t>
      </w:r>
      <w:r w:rsidR="003A6D8D">
        <w:t xml:space="preserve">. </w:t>
      </w:r>
      <w:r w:rsidRPr="003A0BBB">
        <w:t>J</w:t>
      </w:r>
      <w:r w:rsidR="003A6D8D">
        <w:t>’</w:t>
      </w:r>
      <w:r w:rsidRPr="003A0BBB">
        <w:t>admets tout ce qu</w:t>
      </w:r>
      <w:r w:rsidR="003A6D8D">
        <w:t>’</w:t>
      </w:r>
      <w:r w:rsidRPr="003A0BBB">
        <w:t>on voudra</w:t>
      </w:r>
      <w:r w:rsidR="003A6D8D">
        <w:t xml:space="preserve">. </w:t>
      </w:r>
      <w:r w:rsidRPr="003A0BBB">
        <w:t>Mais ce fut ainsi</w:t>
      </w:r>
      <w:r w:rsidR="003A6D8D">
        <w:t xml:space="preserve">. </w:t>
      </w:r>
      <w:r w:rsidRPr="003A0BBB">
        <w:t>Qu</w:t>
      </w:r>
      <w:r w:rsidR="003A6D8D">
        <w:t>’</w:t>
      </w:r>
      <w:r w:rsidRPr="003A0BBB">
        <w:t>y puis-je</w:t>
      </w:r>
      <w:r w:rsidR="003A6D8D">
        <w:t xml:space="preserve"> ? </w:t>
      </w:r>
      <w:r w:rsidRPr="003A0BBB">
        <w:t>Rien ne me forçait à parler</w:t>
      </w:r>
      <w:r w:rsidR="003A6D8D">
        <w:t xml:space="preserve">. </w:t>
      </w:r>
      <w:r w:rsidRPr="003A0BBB">
        <w:t>Qu</w:t>
      </w:r>
      <w:r w:rsidR="003A6D8D">
        <w:t>’</w:t>
      </w:r>
      <w:r w:rsidRPr="003A0BBB">
        <w:t>on m</w:t>
      </w:r>
      <w:r w:rsidR="003A6D8D">
        <w:t>’</w:t>
      </w:r>
      <w:r w:rsidRPr="003A0BBB">
        <w:t>accorde du moins le bénéfice de l</w:t>
      </w:r>
      <w:r w:rsidR="003A6D8D">
        <w:t>’</w:t>
      </w:r>
      <w:r w:rsidRPr="003A0BBB">
        <w:t>aveu</w:t>
      </w:r>
      <w:r w:rsidR="003A6D8D">
        <w:t xml:space="preserve">, </w:t>
      </w:r>
      <w:r w:rsidRPr="003A0BBB">
        <w:t>du repentir</w:t>
      </w:r>
      <w:r w:rsidR="003A6D8D">
        <w:t xml:space="preserve">. </w:t>
      </w:r>
      <w:r w:rsidRPr="003A0BBB">
        <w:t>De cela</w:t>
      </w:r>
      <w:r w:rsidR="003A6D8D">
        <w:t xml:space="preserve">, </w:t>
      </w:r>
      <w:r w:rsidRPr="003A0BBB">
        <w:t>on n</w:t>
      </w:r>
      <w:r w:rsidR="003A6D8D">
        <w:t>’</w:t>
      </w:r>
      <w:r w:rsidRPr="003A0BBB">
        <w:t>a pas le droit de douter</w:t>
      </w:r>
      <w:r w:rsidR="003A6D8D">
        <w:t xml:space="preserve">, </w:t>
      </w:r>
      <w:r w:rsidRPr="003A0BBB">
        <w:t>à moins que</w:t>
      </w:r>
      <w:r w:rsidR="003A6D8D">
        <w:t xml:space="preserve">, – </w:t>
      </w:r>
      <w:r w:rsidRPr="003A0BBB">
        <w:t>et ce serait le pire des châtiments</w:t>
      </w:r>
      <w:r w:rsidR="003A6D8D">
        <w:t xml:space="preserve">, – </w:t>
      </w:r>
      <w:r w:rsidRPr="003A0BBB">
        <w:t>on n</w:t>
      </w:r>
      <w:r w:rsidR="003A6D8D">
        <w:t>’</w:t>
      </w:r>
      <w:r w:rsidRPr="003A0BBB">
        <w:t>en vienne à soupçonner que je goûte à l</w:t>
      </w:r>
      <w:r w:rsidR="003A6D8D">
        <w:t>’</w:t>
      </w:r>
      <w:r w:rsidRPr="003A0BBB">
        <w:t>évocation de telles minutes je ne sais quelle atroce volupté</w:t>
      </w:r>
      <w:r w:rsidR="003A6D8D">
        <w:t>.</w:t>
      </w:r>
    </w:p>
    <w:p w14:paraId="455D8387" w14:textId="77777777" w:rsidR="003A6D8D" w:rsidRDefault="008F7090" w:rsidP="008F7090">
      <w:r w:rsidRPr="003A0BBB">
        <w:t>Il faut que je dise tout</w:t>
      </w:r>
      <w:r w:rsidR="003A6D8D">
        <w:t xml:space="preserve">. </w:t>
      </w:r>
      <w:r w:rsidRPr="003A0BBB">
        <w:t>Je m</w:t>
      </w:r>
      <w:r w:rsidR="003A6D8D">
        <w:t>’</w:t>
      </w:r>
      <w:r w:rsidRPr="003A0BBB">
        <w:t>y suis condamnée</w:t>
      </w:r>
      <w:r w:rsidR="003A6D8D">
        <w:t xml:space="preserve">. </w:t>
      </w:r>
      <w:r w:rsidRPr="003A0BBB">
        <w:t>Après</w:t>
      </w:r>
      <w:r w:rsidR="003A6D8D">
        <w:t xml:space="preserve">, </w:t>
      </w:r>
      <w:r w:rsidRPr="003A0BBB">
        <w:t>on ne doutera plus</w:t>
      </w:r>
      <w:r w:rsidR="003A6D8D">
        <w:t xml:space="preserve">, </w:t>
      </w:r>
      <w:r w:rsidRPr="003A0BBB">
        <w:t>je pense</w:t>
      </w:r>
      <w:r w:rsidR="003A6D8D">
        <w:t xml:space="preserve">, </w:t>
      </w:r>
      <w:r w:rsidRPr="003A0BBB">
        <w:t>de l</w:t>
      </w:r>
      <w:r w:rsidR="003A6D8D">
        <w:t>’</w:t>
      </w:r>
      <w:r w:rsidRPr="003A0BBB">
        <w:t>horreur que je m</w:t>
      </w:r>
      <w:r w:rsidR="003A6D8D">
        <w:t>’</w:t>
      </w:r>
      <w:r w:rsidRPr="003A0BBB">
        <w:t>inspire à moi-même</w:t>
      </w:r>
      <w:r w:rsidR="003A6D8D">
        <w:t xml:space="preserve">. </w:t>
      </w:r>
      <w:r w:rsidRPr="003A0BBB">
        <w:t xml:space="preserve">Sait-on </w:t>
      </w:r>
      <w:proofErr w:type="spellStart"/>
      <w:r w:rsidRPr="003A0BBB">
        <w:t>quelles</w:t>
      </w:r>
      <w:proofErr w:type="spellEnd"/>
      <w:r w:rsidRPr="003A0BBB">
        <w:t xml:space="preserve"> étaient mes pensées</w:t>
      </w:r>
      <w:r w:rsidR="003A6D8D">
        <w:t xml:space="preserve">, </w:t>
      </w:r>
      <w:r w:rsidRPr="003A0BBB">
        <w:t>dans cette chambre où l</w:t>
      </w:r>
      <w:r w:rsidR="003A6D8D">
        <w:t>’</w:t>
      </w:r>
      <w:r w:rsidRPr="003A0BBB">
        <w:t>odeur de la mort allait bientôt évincer celle des roses</w:t>
      </w:r>
      <w:r w:rsidR="003A6D8D">
        <w:t xml:space="preserve">, </w:t>
      </w:r>
      <w:r w:rsidRPr="003A0BBB">
        <w:t xml:space="preserve">près du lit sur lequel il ne resterait plus le lendemain que ces camélias dont les pétales commençaient déjà à </w:t>
      </w:r>
      <w:r w:rsidRPr="003A0BBB">
        <w:lastRenderedPageBreak/>
        <w:t>jaunir</w:t>
      </w:r>
      <w:r w:rsidR="003A6D8D">
        <w:t xml:space="preserve"> ? </w:t>
      </w:r>
      <w:r w:rsidRPr="003A0BBB">
        <w:t>Ah</w:t>
      </w:r>
      <w:r w:rsidR="003A6D8D">
        <w:t xml:space="preserve"> ! </w:t>
      </w:r>
      <w:r w:rsidRPr="003A0BBB">
        <w:t>notre cœur véritable est caché par un voile pudiquement tiré sur lui par les romanciers et les moralistes</w:t>
      </w:r>
      <w:r w:rsidR="003A6D8D">
        <w:t xml:space="preserve">. </w:t>
      </w:r>
      <w:r w:rsidRPr="003A0BBB">
        <w:t>Celui qu</w:t>
      </w:r>
      <w:r w:rsidR="003A6D8D">
        <w:t>’</w:t>
      </w:r>
      <w:r w:rsidRPr="003A0BBB">
        <w:t>ils présentent à la foule</w:t>
      </w:r>
      <w:r w:rsidR="003A6D8D">
        <w:t xml:space="preserve">, </w:t>
      </w:r>
      <w:r w:rsidRPr="003A0BBB">
        <w:t>ils savent bien</w:t>
      </w:r>
      <w:r w:rsidR="003A6D8D">
        <w:t xml:space="preserve">, </w:t>
      </w:r>
      <w:r w:rsidRPr="003A0BBB">
        <w:t>et elle aussi</w:t>
      </w:r>
      <w:r w:rsidR="003A6D8D">
        <w:t xml:space="preserve">, </w:t>
      </w:r>
      <w:r w:rsidRPr="003A0BBB">
        <w:t>que ce n</w:t>
      </w:r>
      <w:r w:rsidR="003A6D8D">
        <w:t>’</w:t>
      </w:r>
      <w:r w:rsidRPr="003A0BBB">
        <w:t>est pas le vrai</w:t>
      </w:r>
      <w:r w:rsidR="003A6D8D">
        <w:t xml:space="preserve">. </w:t>
      </w:r>
      <w:r w:rsidRPr="003A0BBB">
        <w:t>Ils savent bien</w:t>
      </w:r>
      <w:r w:rsidR="003A6D8D">
        <w:t xml:space="preserve">, </w:t>
      </w:r>
      <w:r w:rsidRPr="003A0BBB">
        <w:t>et elle aussi</w:t>
      </w:r>
      <w:r w:rsidR="003A6D8D">
        <w:t xml:space="preserve">, </w:t>
      </w:r>
      <w:r w:rsidRPr="003A0BBB">
        <w:t>que les noirceurs dont nous consentons à nous accuser en public ne sont qu</w:t>
      </w:r>
      <w:r w:rsidR="003A6D8D">
        <w:t>’</w:t>
      </w:r>
      <w:r w:rsidRPr="003A0BBB">
        <w:t>enfantines peccadilles</w:t>
      </w:r>
      <w:r w:rsidR="003A6D8D">
        <w:t xml:space="preserve">, </w:t>
      </w:r>
      <w:r w:rsidRPr="003A0BBB">
        <w:t>à côté de ce que le plus paisible</w:t>
      </w:r>
      <w:r w:rsidR="003A6D8D">
        <w:t xml:space="preserve">, </w:t>
      </w:r>
      <w:r w:rsidRPr="003A0BBB">
        <w:t>le plus honnête d</w:t>
      </w:r>
      <w:r w:rsidR="003A6D8D">
        <w:t>’</w:t>
      </w:r>
      <w:r w:rsidRPr="003A0BBB">
        <w:t>entre nous a pu songer à réaliser à certains instants de sa vie</w:t>
      </w:r>
      <w:r w:rsidR="003A6D8D">
        <w:t xml:space="preserve">. </w:t>
      </w:r>
      <w:r w:rsidRPr="003A0BBB">
        <w:t>Que de trahisons</w:t>
      </w:r>
      <w:r w:rsidR="003A6D8D">
        <w:t xml:space="preserve">, </w:t>
      </w:r>
      <w:r w:rsidRPr="003A0BBB">
        <w:t>de vols et de viols</w:t>
      </w:r>
      <w:r w:rsidR="003A6D8D">
        <w:t xml:space="preserve">, </w:t>
      </w:r>
      <w:r w:rsidRPr="003A0BBB">
        <w:t>de meurtres d</w:t>
      </w:r>
      <w:r w:rsidR="003A6D8D">
        <w:t>’</w:t>
      </w:r>
      <w:r w:rsidRPr="003A0BBB">
        <w:t>intention</w:t>
      </w:r>
      <w:r w:rsidR="003A6D8D">
        <w:t xml:space="preserve"> ! </w:t>
      </w:r>
      <w:r w:rsidRPr="003A0BBB">
        <w:t>Quelle lâcheté et quelle sanie</w:t>
      </w:r>
      <w:r w:rsidR="003A6D8D">
        <w:t xml:space="preserve">, </w:t>
      </w:r>
      <w:r w:rsidRPr="003A0BBB">
        <w:t>quelle cruauté et quelle luxure</w:t>
      </w:r>
      <w:r w:rsidR="003A6D8D">
        <w:t xml:space="preserve"> ! </w:t>
      </w:r>
      <w:r w:rsidRPr="003A0BBB">
        <w:t>Si j</w:t>
      </w:r>
      <w:r w:rsidR="003A6D8D">
        <w:t>’</w:t>
      </w:r>
      <w:r w:rsidRPr="003A0BBB">
        <w:t>osais parler ainsi devant mes juges</w:t>
      </w:r>
      <w:r w:rsidR="003A6D8D">
        <w:t xml:space="preserve">, </w:t>
      </w:r>
      <w:r w:rsidRPr="003A0BBB">
        <w:t>je m</w:t>
      </w:r>
      <w:r w:rsidR="003A6D8D">
        <w:t>’</w:t>
      </w:r>
      <w:r w:rsidRPr="003A0BBB">
        <w:t>aliénerais d</w:t>
      </w:r>
      <w:r w:rsidR="003A6D8D">
        <w:t>’</w:t>
      </w:r>
      <w:r w:rsidRPr="003A0BBB">
        <w:t>un seul coup</w:t>
      </w:r>
      <w:r w:rsidR="003A6D8D">
        <w:t xml:space="preserve">, </w:t>
      </w:r>
      <w:r w:rsidRPr="003A0BBB">
        <w:t>je le sais</w:t>
      </w:r>
      <w:r w:rsidR="003A6D8D">
        <w:t xml:space="preserve">, </w:t>
      </w:r>
      <w:r w:rsidRPr="003A0BBB">
        <w:t>la sympathie qu</w:t>
      </w:r>
      <w:r w:rsidR="003A6D8D">
        <w:t>’</w:t>
      </w:r>
      <w:r w:rsidRPr="003A0BBB">
        <w:t>un plaidoyer plus hypocrite</w:t>
      </w:r>
      <w:r w:rsidR="003A6D8D">
        <w:t xml:space="preserve">, </w:t>
      </w:r>
      <w:r w:rsidRPr="003A0BBB">
        <w:t>plus respectueux des règles du jeu</w:t>
      </w:r>
      <w:r w:rsidR="003A6D8D">
        <w:t xml:space="preserve">, </w:t>
      </w:r>
      <w:r w:rsidRPr="003A0BBB">
        <w:t>ne manquerait pas de me concilier</w:t>
      </w:r>
      <w:r w:rsidR="003A6D8D">
        <w:t xml:space="preserve">. </w:t>
      </w:r>
      <w:r w:rsidRPr="003A0BBB">
        <w:t>Mais qu</w:t>
      </w:r>
      <w:r w:rsidR="003A6D8D">
        <w:t>’</w:t>
      </w:r>
      <w:r w:rsidRPr="003A0BBB">
        <w:t>importe que les lèvres s</w:t>
      </w:r>
      <w:r w:rsidR="003A6D8D">
        <w:t>’</w:t>
      </w:r>
      <w:r w:rsidRPr="003A0BBB">
        <w:t>entr</w:t>
      </w:r>
      <w:r w:rsidR="003A6D8D">
        <w:t>’</w:t>
      </w:r>
      <w:r w:rsidRPr="003A0BBB">
        <w:t>ouvrent pour prononcer la condamnation d</w:t>
      </w:r>
      <w:r w:rsidR="003A6D8D">
        <w:t>’</w:t>
      </w:r>
      <w:r w:rsidRPr="003A0BBB">
        <w:t>Alberte</w:t>
      </w:r>
      <w:r w:rsidR="003A6D8D">
        <w:t xml:space="preserve">, </w:t>
      </w:r>
      <w:r w:rsidRPr="003A0BBB">
        <w:t>puisque</w:t>
      </w:r>
      <w:r w:rsidR="003A6D8D">
        <w:t xml:space="preserve">, </w:t>
      </w:r>
      <w:r w:rsidRPr="003A0BBB">
        <w:t>dans la même minute</w:t>
      </w:r>
      <w:r w:rsidR="003A6D8D">
        <w:t xml:space="preserve">, </w:t>
      </w:r>
      <w:r w:rsidRPr="003A0BBB">
        <w:t>quelqu</w:t>
      </w:r>
      <w:r w:rsidR="003A6D8D">
        <w:t>’</w:t>
      </w:r>
      <w:r w:rsidRPr="003A0BBB">
        <w:t>un n</w:t>
      </w:r>
      <w:r w:rsidR="003A6D8D">
        <w:t>’</w:t>
      </w:r>
      <w:r w:rsidRPr="003A0BBB">
        <w:t xml:space="preserve">a pas </w:t>
      </w:r>
      <w:proofErr w:type="gramStart"/>
      <w:r w:rsidRPr="003A0BBB">
        <w:t>eu peur</w:t>
      </w:r>
      <w:proofErr w:type="gramEnd"/>
      <w:r w:rsidRPr="003A0BBB">
        <w:t xml:space="preserve"> de confesser la vérité</w:t>
      </w:r>
      <w:r w:rsidR="003A6D8D">
        <w:t>.</w:t>
      </w:r>
    </w:p>
    <w:p w14:paraId="7EC223E3" w14:textId="7C9A4532" w:rsidR="008F7090" w:rsidRPr="003A0BBB" w:rsidRDefault="008F7090" w:rsidP="008F7090"/>
    <w:p w14:paraId="1CD208D4" w14:textId="77777777" w:rsidR="003A6D8D" w:rsidRDefault="008F7090" w:rsidP="008F7090">
      <w:r w:rsidRPr="003A0BBB">
        <w:t>Oui</w:t>
      </w:r>
      <w:r w:rsidR="003A6D8D">
        <w:t xml:space="preserve">, </w:t>
      </w:r>
      <w:r w:rsidRPr="003A0BBB">
        <w:t>tandis que je me débattais auprès de ces deux religieuses oscillant entre le sommeil et la prière</w:t>
      </w:r>
      <w:r w:rsidR="003A6D8D">
        <w:t xml:space="preserve">, </w:t>
      </w:r>
      <w:r w:rsidRPr="003A0BBB">
        <w:t>j</w:t>
      </w:r>
      <w:r w:rsidR="003A6D8D">
        <w:t>’</w:t>
      </w:r>
      <w:r w:rsidRPr="003A0BBB">
        <w:t>ai senti petit à petit s</w:t>
      </w:r>
      <w:r w:rsidR="003A6D8D">
        <w:t>’</w:t>
      </w:r>
      <w:r w:rsidRPr="003A0BBB">
        <w:t>abolir en moi la douleur d</w:t>
      </w:r>
      <w:r w:rsidR="003A6D8D">
        <w:t>’</w:t>
      </w:r>
      <w:r w:rsidRPr="003A0BBB">
        <w:t>une mère pleurant la perte de son enfant</w:t>
      </w:r>
      <w:r w:rsidR="003A6D8D">
        <w:t xml:space="preserve">. </w:t>
      </w:r>
      <w:r w:rsidRPr="003A0BBB">
        <w:t>Il n</w:t>
      </w:r>
      <w:r w:rsidR="003A6D8D">
        <w:t>’</w:t>
      </w:r>
      <w:r w:rsidRPr="003A0BBB">
        <w:t>y a plus eu qu</w:t>
      </w:r>
      <w:r w:rsidR="003A6D8D">
        <w:t>’</w:t>
      </w:r>
      <w:r w:rsidRPr="003A0BBB">
        <w:t>une femme interrogeant la face muette de sa rivale</w:t>
      </w:r>
      <w:r w:rsidR="003A6D8D">
        <w:t xml:space="preserve">. </w:t>
      </w:r>
      <w:r w:rsidRPr="003A0BBB">
        <w:t>Camille partait en emportant son secret</w:t>
      </w:r>
      <w:r w:rsidR="003A6D8D">
        <w:t xml:space="preserve">. </w:t>
      </w:r>
      <w:r w:rsidRPr="003A0BBB">
        <w:t>Ô souvenir des nuits entières que j</w:t>
      </w:r>
      <w:r w:rsidR="003A6D8D">
        <w:t>’</w:t>
      </w:r>
      <w:r w:rsidRPr="003A0BBB">
        <w:t>avais passées à épier les bruits furtifs qui retentissaient dans la maison silencieuse</w:t>
      </w:r>
      <w:r w:rsidR="003A6D8D">
        <w:t xml:space="preserve"> ! </w:t>
      </w:r>
      <w:r w:rsidRPr="003A0BBB">
        <w:t>Ce visage de cire impassible</w:t>
      </w:r>
      <w:r w:rsidR="003A6D8D">
        <w:t xml:space="preserve">, </w:t>
      </w:r>
      <w:r w:rsidRPr="003A0BBB">
        <w:t>était-il celui d</w:t>
      </w:r>
      <w:r w:rsidR="003A6D8D">
        <w:t>’</w:t>
      </w:r>
      <w:r w:rsidRPr="003A0BBB">
        <w:t>une vierge</w:t>
      </w:r>
      <w:r w:rsidR="003A6D8D">
        <w:t xml:space="preserve">, </w:t>
      </w:r>
      <w:r w:rsidRPr="003A0BBB">
        <w:t>était-il celui d</w:t>
      </w:r>
      <w:r w:rsidR="003A6D8D">
        <w:t>’</w:t>
      </w:r>
      <w:r w:rsidRPr="003A0BBB">
        <w:t>une femme</w:t>
      </w:r>
      <w:r w:rsidR="003A6D8D">
        <w:t xml:space="preserve"> ? </w:t>
      </w:r>
      <w:r w:rsidRPr="003A0BBB">
        <w:t>Voilà désormais ce que je ne saurais jamais</w:t>
      </w:r>
      <w:r w:rsidR="003A6D8D">
        <w:t xml:space="preserve">. </w:t>
      </w:r>
      <w:r w:rsidRPr="003A0BBB">
        <w:t>Ainsi</w:t>
      </w:r>
      <w:r w:rsidR="003A6D8D">
        <w:t xml:space="preserve">, </w:t>
      </w:r>
      <w:r w:rsidRPr="003A0BBB">
        <w:t>dans ces instants infâmes</w:t>
      </w:r>
      <w:r w:rsidR="003A6D8D">
        <w:t xml:space="preserve">, </w:t>
      </w:r>
      <w:r w:rsidRPr="003A0BBB">
        <w:t>moi</w:t>
      </w:r>
      <w:r w:rsidR="003A6D8D">
        <w:t xml:space="preserve">, </w:t>
      </w:r>
      <w:r w:rsidRPr="003A0BBB">
        <w:t>sa mère</w:t>
      </w:r>
      <w:r w:rsidR="003A6D8D">
        <w:t xml:space="preserve">, </w:t>
      </w:r>
      <w:r w:rsidRPr="003A0BBB">
        <w:t>moi</w:t>
      </w:r>
      <w:r w:rsidR="003A6D8D">
        <w:t xml:space="preserve">, </w:t>
      </w:r>
      <w:r w:rsidRPr="003A0BBB">
        <w:t>cause plus certaine de sa mort que l</w:t>
      </w:r>
      <w:r w:rsidR="003A6D8D">
        <w:t>’</w:t>
      </w:r>
      <w:r w:rsidRPr="003A0BBB">
        <w:t>orage ne l</w:t>
      </w:r>
      <w:r w:rsidR="003A6D8D">
        <w:t>’</w:t>
      </w:r>
      <w:r w:rsidRPr="003A0BBB">
        <w:t>est de la foudre</w:t>
      </w:r>
      <w:r w:rsidR="003A6D8D">
        <w:t xml:space="preserve">, </w:t>
      </w:r>
      <w:r w:rsidRPr="003A0BBB">
        <w:t>j</w:t>
      </w:r>
      <w:r w:rsidR="003A6D8D">
        <w:t>’</w:t>
      </w:r>
      <w:r w:rsidRPr="003A0BBB">
        <w:t>ai encore trouvé le moyen d</w:t>
      </w:r>
      <w:r w:rsidR="003A6D8D">
        <w:t>’</w:t>
      </w:r>
      <w:r w:rsidRPr="003A0BBB">
        <w:t>être jalouse de ma fille assassinée</w:t>
      </w:r>
      <w:r w:rsidR="003A6D8D">
        <w:t>.</w:t>
      </w:r>
    </w:p>
    <w:p w14:paraId="6E0EACAC" w14:textId="2F8BAF54" w:rsidR="008F7090" w:rsidRPr="003A0BBB" w:rsidRDefault="008F7090" w:rsidP="008F7090"/>
    <w:p w14:paraId="3D2C9058" w14:textId="77777777" w:rsidR="003A6D8D" w:rsidRDefault="008F7090" w:rsidP="008F7090">
      <w:r w:rsidRPr="003A0BBB">
        <w:lastRenderedPageBreak/>
        <w:t>L</w:t>
      </w:r>
      <w:r w:rsidR="003A6D8D">
        <w:t>’</w:t>
      </w:r>
      <w:r w:rsidRPr="003A0BBB">
        <w:t>usage est chez nous que les femmes suivent à pied les convois funèbres</w:t>
      </w:r>
      <w:r w:rsidR="003A6D8D">
        <w:t xml:space="preserve">. </w:t>
      </w:r>
      <w:r w:rsidRPr="003A0BBB">
        <w:t>Malgré la distance</w:t>
      </w:r>
      <w:r w:rsidR="003A6D8D">
        <w:t xml:space="preserve">, </w:t>
      </w:r>
      <w:r w:rsidRPr="003A0BBB">
        <w:t>je décidai de m</w:t>
      </w:r>
      <w:r w:rsidR="003A6D8D">
        <w:t>’</w:t>
      </w:r>
      <w:r w:rsidRPr="003A0BBB">
        <w:t>y conformer</w:t>
      </w:r>
      <w:r w:rsidR="003A6D8D">
        <w:t xml:space="preserve">, </w:t>
      </w:r>
      <w:r w:rsidRPr="003A0BBB">
        <w:t>de même que je décidai de remettre pour la circonstance le châle de mes grand</w:t>
      </w:r>
      <w:r w:rsidR="003A6D8D">
        <w:t>’</w:t>
      </w:r>
      <w:r w:rsidRPr="003A0BBB">
        <w:t>mères</w:t>
      </w:r>
      <w:r w:rsidR="003A6D8D">
        <w:t xml:space="preserve">, </w:t>
      </w:r>
      <w:r w:rsidRPr="003A0BBB">
        <w:t>le châle plié en triangle sur les épaules</w:t>
      </w:r>
      <w:r w:rsidR="003A6D8D">
        <w:t xml:space="preserve">, </w:t>
      </w:r>
      <w:r w:rsidRPr="003A0BBB">
        <w:t>d</w:t>
      </w:r>
      <w:r w:rsidR="003A6D8D">
        <w:t>’</w:t>
      </w:r>
      <w:r w:rsidRPr="003A0BBB">
        <w:t>essayer en un mot de redevenir</w:t>
      </w:r>
      <w:r w:rsidR="003A6D8D">
        <w:t xml:space="preserve">, </w:t>
      </w:r>
      <w:r w:rsidRPr="003A0BBB">
        <w:t>ne fût-ce que quelques minutes</w:t>
      </w:r>
      <w:r w:rsidR="003A6D8D">
        <w:t xml:space="preserve">, </w:t>
      </w:r>
      <w:r w:rsidRPr="003A0BBB">
        <w:t>l</w:t>
      </w:r>
      <w:r w:rsidR="003A6D8D">
        <w:t>’</w:t>
      </w:r>
      <w:r w:rsidRPr="003A0BBB">
        <w:t>Alberte que ma malheureuse Camille avait eu la témérité de transformer</w:t>
      </w:r>
      <w:r w:rsidR="003A6D8D">
        <w:t>.</w:t>
      </w:r>
    </w:p>
    <w:p w14:paraId="2BE012EE" w14:textId="77777777" w:rsidR="003A6D8D" w:rsidRDefault="008F7090" w:rsidP="008F7090">
      <w:r w:rsidRPr="003A0BBB">
        <w:t>Il faisait doux</w:t>
      </w:r>
      <w:r w:rsidR="003A6D8D">
        <w:t xml:space="preserve">. </w:t>
      </w:r>
      <w:r w:rsidRPr="003A0BBB">
        <w:t>Une brume imperceptible couvrait la campagne</w:t>
      </w:r>
      <w:r w:rsidR="003A6D8D">
        <w:t xml:space="preserve">. </w:t>
      </w:r>
      <w:r w:rsidRPr="003A0BBB">
        <w:t>La belle saison finissante multipliait ses adieux</w:t>
      </w:r>
      <w:r w:rsidR="003A6D8D">
        <w:t xml:space="preserve">. </w:t>
      </w:r>
      <w:r w:rsidRPr="003A0BBB">
        <w:t>Dans les prairies</w:t>
      </w:r>
      <w:r w:rsidR="003A6D8D">
        <w:t xml:space="preserve">, </w:t>
      </w:r>
      <w:r w:rsidRPr="003A0BBB">
        <w:t>aussi nettes qu</w:t>
      </w:r>
      <w:r w:rsidR="003A6D8D">
        <w:t>’</w:t>
      </w:r>
      <w:r w:rsidRPr="003A0BBB">
        <w:t>un tapis soigneusement déroulé et tiré</w:t>
      </w:r>
      <w:r w:rsidR="003A6D8D">
        <w:t xml:space="preserve">, </w:t>
      </w:r>
      <w:r w:rsidRPr="003A0BBB">
        <w:t>les colchiques étaient nés pendant la nuit</w:t>
      </w:r>
      <w:r w:rsidR="003A6D8D">
        <w:t xml:space="preserve">. </w:t>
      </w:r>
      <w:r w:rsidRPr="003A0BBB">
        <w:t>Leurs calices mauves</w:t>
      </w:r>
      <w:r w:rsidR="003A6D8D">
        <w:t xml:space="preserve">, </w:t>
      </w:r>
      <w:r w:rsidRPr="003A0BBB">
        <w:t>ce gazon vert</w:t>
      </w:r>
      <w:r w:rsidR="003A6D8D">
        <w:t xml:space="preserve">, </w:t>
      </w:r>
      <w:r w:rsidRPr="003A0BBB">
        <w:t>ce ciel bleu pâle composaient un paysage d</w:t>
      </w:r>
      <w:r w:rsidR="003A6D8D">
        <w:t>’</w:t>
      </w:r>
      <w:r w:rsidRPr="003A0BBB">
        <w:t>une candeur de paradis</w:t>
      </w:r>
      <w:r w:rsidR="003A6D8D">
        <w:t>.</w:t>
      </w:r>
    </w:p>
    <w:p w14:paraId="7A411768" w14:textId="77777777" w:rsidR="003A6D8D" w:rsidRDefault="008F7090" w:rsidP="008F7090">
      <w:r w:rsidRPr="003A0BBB">
        <w:t>Bientôt nous atteignîmes le virage</w:t>
      </w:r>
      <w:r w:rsidR="003A6D8D">
        <w:t xml:space="preserve">. </w:t>
      </w:r>
      <w:r w:rsidRPr="003A0BBB">
        <w:t>Sous leurs voiles</w:t>
      </w:r>
      <w:r w:rsidR="003A6D8D">
        <w:t xml:space="preserve">, </w:t>
      </w:r>
      <w:r w:rsidRPr="003A0BBB">
        <w:t>les femmes du cortège me regardèrent</w:t>
      </w:r>
      <w:r w:rsidR="003A6D8D">
        <w:t xml:space="preserve">. </w:t>
      </w:r>
      <w:r w:rsidRPr="003A0BBB">
        <w:t>On n</w:t>
      </w:r>
      <w:r w:rsidR="003A6D8D">
        <w:t>’</w:t>
      </w:r>
      <w:r w:rsidRPr="003A0BBB">
        <w:t>avait pas eu encore le temps de réparer le petit parapet</w:t>
      </w:r>
      <w:r w:rsidR="003A6D8D">
        <w:t xml:space="preserve">. </w:t>
      </w:r>
      <w:proofErr w:type="gramStart"/>
      <w:r w:rsidRPr="003A0BBB">
        <w:t>Par contre</w:t>
      </w:r>
      <w:proofErr w:type="gramEnd"/>
      <w:r w:rsidR="003A6D8D">
        <w:t xml:space="preserve">, </w:t>
      </w:r>
      <w:r w:rsidRPr="003A0BBB">
        <w:t>dans le champ en contre-bas</w:t>
      </w:r>
      <w:r w:rsidR="003A6D8D">
        <w:t xml:space="preserve">, </w:t>
      </w:r>
      <w:proofErr w:type="gramStart"/>
      <w:r w:rsidRPr="003A0BBB">
        <w:t>c</w:t>
      </w:r>
      <w:r w:rsidR="003A6D8D">
        <w:t>’</w:t>
      </w:r>
      <w:r w:rsidRPr="003A0BBB">
        <w:t>était</w:t>
      </w:r>
      <w:proofErr w:type="gramEnd"/>
      <w:r w:rsidRPr="003A0BBB">
        <w:t xml:space="preserve"> à peine si quelques tiges de maïs plus foulées que les autres décelaient l</w:t>
      </w:r>
      <w:r w:rsidR="003A6D8D">
        <w:t>’</w:t>
      </w:r>
      <w:r w:rsidRPr="003A0BBB">
        <w:t>endroit où l</w:t>
      </w:r>
      <w:r w:rsidR="003A6D8D">
        <w:t>’</w:t>
      </w:r>
      <w:r w:rsidRPr="003A0BBB">
        <w:t>automobile s</w:t>
      </w:r>
      <w:r w:rsidR="003A6D8D">
        <w:t>’</w:t>
      </w:r>
      <w:r w:rsidRPr="003A0BBB">
        <w:t>était écrasée</w:t>
      </w:r>
      <w:r w:rsidR="003A6D8D">
        <w:t xml:space="preserve">. </w:t>
      </w:r>
      <w:r w:rsidRPr="003A0BBB">
        <w:t>De la voiture elle-même</w:t>
      </w:r>
      <w:r w:rsidR="003A6D8D">
        <w:t xml:space="preserve">, </w:t>
      </w:r>
      <w:r w:rsidRPr="003A0BBB">
        <w:t>il ne restait plus de traces</w:t>
      </w:r>
      <w:r w:rsidR="003A6D8D">
        <w:t xml:space="preserve">. </w:t>
      </w:r>
      <w:r w:rsidRPr="003A0BBB">
        <w:t>Franz avait veillé lui-même au déblaiement</w:t>
      </w:r>
      <w:r w:rsidR="003A6D8D">
        <w:t>.</w:t>
      </w:r>
    </w:p>
    <w:p w14:paraId="63142FF8" w14:textId="77777777" w:rsidR="003A6D8D" w:rsidRDefault="008F7090" w:rsidP="008F7090">
      <w:r w:rsidRPr="003A0BBB">
        <w:t>À quelques centaines de mètres de la ville</w:t>
      </w:r>
      <w:r w:rsidR="003A6D8D">
        <w:t xml:space="preserve">, </w:t>
      </w:r>
      <w:r w:rsidRPr="003A0BBB">
        <w:t>le curé nous attendait avec son clergé</w:t>
      </w:r>
      <w:r w:rsidR="003A6D8D">
        <w:t xml:space="preserve">, </w:t>
      </w:r>
      <w:r w:rsidRPr="003A0BBB">
        <w:t>ses enfants de chœur et ses chantres</w:t>
      </w:r>
      <w:r w:rsidR="003A6D8D">
        <w:t xml:space="preserve">. </w:t>
      </w:r>
      <w:r w:rsidRPr="003A0BBB">
        <w:t>Tandis que les cloches se mettaient à tinter</w:t>
      </w:r>
      <w:r w:rsidR="003A6D8D">
        <w:t xml:space="preserve">, </w:t>
      </w:r>
      <w:r w:rsidRPr="003A0BBB">
        <w:t>le cortège s</w:t>
      </w:r>
      <w:r w:rsidR="003A6D8D">
        <w:t>’</w:t>
      </w:r>
      <w:r w:rsidRPr="003A0BBB">
        <w:t>ordonna</w:t>
      </w:r>
      <w:r w:rsidR="003A6D8D">
        <w:t xml:space="preserve">, </w:t>
      </w:r>
      <w:r w:rsidRPr="003A0BBB">
        <w:t>devint plus lent</w:t>
      </w:r>
      <w:r w:rsidR="003A6D8D">
        <w:t xml:space="preserve">. </w:t>
      </w:r>
      <w:r w:rsidRPr="003A0BBB">
        <w:t>Je ne me sentais nullement fatiguée</w:t>
      </w:r>
      <w:r w:rsidR="003A6D8D">
        <w:t xml:space="preserve">. </w:t>
      </w:r>
      <w:r w:rsidRPr="003A0BBB">
        <w:t>Il me semblait que j</w:t>
      </w:r>
      <w:r w:rsidR="003A6D8D">
        <w:t>’</w:t>
      </w:r>
      <w:r w:rsidRPr="003A0BBB">
        <w:t>aurais pu</w:t>
      </w:r>
      <w:r w:rsidR="003A6D8D">
        <w:t xml:space="preserve">, </w:t>
      </w:r>
      <w:r w:rsidRPr="003A0BBB">
        <w:t>tant mes mouvements étaient réguliers</w:t>
      </w:r>
      <w:r w:rsidR="003A6D8D">
        <w:t xml:space="preserve">, </w:t>
      </w:r>
      <w:r w:rsidRPr="003A0BBB">
        <w:t xml:space="preserve">marcher des </w:t>
      </w:r>
      <w:proofErr w:type="spellStart"/>
      <w:r w:rsidRPr="003A0BBB">
        <w:t>lieues</w:t>
      </w:r>
      <w:proofErr w:type="spellEnd"/>
      <w:r w:rsidRPr="003A0BBB">
        <w:t xml:space="preserve"> et des jours</w:t>
      </w:r>
      <w:r w:rsidR="003A6D8D">
        <w:t xml:space="preserve">, </w:t>
      </w:r>
      <w:r w:rsidRPr="003A0BBB">
        <w:t>derrière ce cercueil</w:t>
      </w:r>
      <w:r w:rsidR="003A6D8D">
        <w:t>.</w:t>
      </w:r>
    </w:p>
    <w:p w14:paraId="2EE8D780" w14:textId="77777777" w:rsidR="003A6D8D" w:rsidRDefault="008F7090" w:rsidP="008F7090">
      <w:r w:rsidRPr="003A0BBB">
        <w:t>Il devrait y avoir un office des morts particulier pour les jeunes filles et les adolescents</w:t>
      </w:r>
      <w:r w:rsidR="003A6D8D">
        <w:t xml:space="preserve">. </w:t>
      </w:r>
      <w:r w:rsidRPr="003A0BBB">
        <w:t>Les pauvres corps enfantins qu</w:t>
      </w:r>
      <w:r w:rsidR="003A6D8D">
        <w:t>’</w:t>
      </w:r>
      <w:r w:rsidRPr="003A0BBB">
        <w:t>on vient d</w:t>
      </w:r>
      <w:r w:rsidR="003A6D8D">
        <w:t>’</w:t>
      </w:r>
      <w:r w:rsidRPr="003A0BBB">
        <w:t>enfouir sous ces draperies blanches doivent se sentir écrasés par la hautaine gravité des psaumes</w:t>
      </w:r>
      <w:r w:rsidR="003A6D8D">
        <w:t xml:space="preserve">. </w:t>
      </w:r>
      <w:r w:rsidRPr="003A0BBB">
        <w:t xml:space="preserve">Pourquoi </w:t>
      </w:r>
      <w:r w:rsidRPr="003A0BBB">
        <w:lastRenderedPageBreak/>
        <w:t>pas une lueur qui les accueillerait au seuil de la nuit dans laquelle ils entrent</w:t>
      </w:r>
      <w:r w:rsidR="003A6D8D">
        <w:t xml:space="preserve">, </w:t>
      </w:r>
      <w:r w:rsidRPr="003A0BBB">
        <w:t>et qui réchaufferait peut-être un peu le cœur épouvanté de ceux qui les voient disparaître pour toujours</w:t>
      </w:r>
      <w:r w:rsidR="003A6D8D">
        <w:t> ?</w:t>
      </w:r>
    </w:p>
    <w:p w14:paraId="5B19B68B" w14:textId="77777777" w:rsidR="003A6D8D" w:rsidRDefault="008F7090" w:rsidP="008F7090">
      <w:r w:rsidRPr="003A0BBB">
        <w:t>Dans l</w:t>
      </w:r>
      <w:r w:rsidR="003A6D8D">
        <w:t>’</w:t>
      </w:r>
      <w:r w:rsidRPr="003A0BBB">
        <w:t>église</w:t>
      </w:r>
      <w:r w:rsidR="003A6D8D">
        <w:t xml:space="preserve">, </w:t>
      </w:r>
      <w:r w:rsidRPr="003A0BBB">
        <w:t>c</w:t>
      </w:r>
      <w:r w:rsidR="003A6D8D">
        <w:t>’</w:t>
      </w:r>
      <w:r w:rsidRPr="003A0BBB">
        <w:t>était déjà l</w:t>
      </w:r>
      <w:r w:rsidR="003A6D8D">
        <w:t>’</w:t>
      </w:r>
      <w:r w:rsidRPr="003A0BBB">
        <w:t>hiver</w:t>
      </w:r>
      <w:r w:rsidR="003A6D8D">
        <w:t xml:space="preserve">. </w:t>
      </w:r>
      <w:r w:rsidRPr="003A0BBB">
        <w:t>Je me mis à grelotter sous mon châle et mes voiles</w:t>
      </w:r>
      <w:r w:rsidR="003A6D8D">
        <w:t xml:space="preserve">. </w:t>
      </w:r>
      <w:r w:rsidRPr="003A0BBB">
        <w:t>Mais ces épaisses vêtures dérobent aux regards d</w:t>
      </w:r>
      <w:r w:rsidR="003A6D8D">
        <w:t>’</w:t>
      </w:r>
      <w:r w:rsidRPr="003A0BBB">
        <w:t>autrui toutes nos défaillances</w:t>
      </w:r>
      <w:r w:rsidR="003A6D8D">
        <w:t xml:space="preserve">, </w:t>
      </w:r>
      <w:r w:rsidRPr="003A0BBB">
        <w:t>les larmes comme les fièvres</w:t>
      </w:r>
      <w:r w:rsidR="003A6D8D">
        <w:t xml:space="preserve">. </w:t>
      </w:r>
      <w:r w:rsidRPr="003A0BBB">
        <w:t>Elles nous permettent aussi de voir ce que nous voulons</w:t>
      </w:r>
      <w:r w:rsidR="003A6D8D">
        <w:t xml:space="preserve">, </w:t>
      </w:r>
      <w:r w:rsidRPr="003A0BBB">
        <w:t>sans qu</w:t>
      </w:r>
      <w:r w:rsidR="003A6D8D">
        <w:t>’</w:t>
      </w:r>
      <w:r w:rsidRPr="003A0BBB">
        <w:t>on s</w:t>
      </w:r>
      <w:r w:rsidR="003A6D8D">
        <w:t>’</w:t>
      </w:r>
      <w:r w:rsidRPr="003A0BBB">
        <w:t>en aperçoive</w:t>
      </w:r>
      <w:r w:rsidR="003A6D8D">
        <w:t xml:space="preserve">. </w:t>
      </w:r>
      <w:r w:rsidRPr="003A0BBB">
        <w:t>Depuis le matin</w:t>
      </w:r>
      <w:r w:rsidR="003A6D8D">
        <w:t xml:space="preserve">, </w:t>
      </w:r>
      <w:r w:rsidRPr="003A0BBB">
        <w:t>il m</w:t>
      </w:r>
      <w:r w:rsidR="003A6D8D">
        <w:t>’</w:t>
      </w:r>
      <w:r w:rsidRPr="003A0BBB">
        <w:t>avait été impossible de regarder Franz</w:t>
      </w:r>
      <w:r w:rsidR="003A6D8D">
        <w:t xml:space="preserve">. </w:t>
      </w:r>
      <w:r w:rsidRPr="003A0BBB">
        <w:t>Je pus enfin l</w:t>
      </w:r>
      <w:r w:rsidR="003A6D8D">
        <w:t>’</w:t>
      </w:r>
      <w:r w:rsidRPr="003A0BBB">
        <w:t>observer</w:t>
      </w:r>
      <w:r w:rsidR="003A6D8D">
        <w:t xml:space="preserve">, </w:t>
      </w:r>
      <w:r w:rsidRPr="003A0BBB">
        <w:t>bien que je fusse un peu gênée par le cercueil</w:t>
      </w:r>
      <w:r w:rsidR="003A6D8D">
        <w:t>.</w:t>
      </w:r>
    </w:p>
    <w:p w14:paraId="45C88D9C" w14:textId="77777777" w:rsidR="003A6D8D" w:rsidRDefault="008F7090" w:rsidP="008F7090">
      <w:r w:rsidRPr="003A0BBB">
        <w:t>La place d</w:t>
      </w:r>
      <w:r w:rsidR="003A6D8D">
        <w:t>’</w:t>
      </w:r>
      <w:r w:rsidRPr="003A0BBB">
        <w:t>honneur</w:t>
      </w:r>
      <w:r w:rsidR="003A6D8D">
        <w:t xml:space="preserve">, </w:t>
      </w:r>
      <w:r w:rsidRPr="003A0BBB">
        <w:t>celle de droite</w:t>
      </w:r>
      <w:r w:rsidR="003A6D8D">
        <w:t xml:space="preserve">, </w:t>
      </w:r>
      <w:r w:rsidRPr="003A0BBB">
        <w:t>est dans mon pays réservée aux femmes</w:t>
      </w:r>
      <w:r w:rsidR="003A6D8D">
        <w:t xml:space="preserve">. </w:t>
      </w:r>
      <w:r w:rsidRPr="003A0BBB">
        <w:t>Mon prie-Dieu</w:t>
      </w:r>
      <w:r w:rsidR="003A6D8D">
        <w:t xml:space="preserve">, </w:t>
      </w:r>
      <w:r w:rsidRPr="003A0BBB">
        <w:t>tout naturellement</w:t>
      </w:r>
      <w:r w:rsidR="003A6D8D">
        <w:t xml:space="preserve">, </w:t>
      </w:r>
      <w:r w:rsidRPr="003A0BBB">
        <w:t>se trouvait être le plus rapproché de la bière</w:t>
      </w:r>
      <w:r w:rsidR="003A6D8D">
        <w:t xml:space="preserve">, </w:t>
      </w:r>
      <w:r w:rsidRPr="003A0BBB">
        <w:t>de même que celui de Franz l</w:t>
      </w:r>
      <w:r w:rsidR="003A6D8D">
        <w:t>’</w:t>
      </w:r>
      <w:r w:rsidRPr="003A0BBB">
        <w:t>était du côté gauche</w:t>
      </w:r>
      <w:r w:rsidR="003A6D8D">
        <w:t xml:space="preserve">. </w:t>
      </w:r>
      <w:r w:rsidRPr="003A0BBB">
        <w:t>Aux moments de la présentation rituelle de l</w:t>
      </w:r>
      <w:r w:rsidR="003A6D8D">
        <w:t>’</w:t>
      </w:r>
      <w:r w:rsidRPr="003A0BBB">
        <w:t>eau bénite et de l</w:t>
      </w:r>
      <w:r w:rsidR="003A6D8D">
        <w:t>’</w:t>
      </w:r>
      <w:r w:rsidRPr="003A0BBB">
        <w:t>encens</w:t>
      </w:r>
      <w:r w:rsidR="003A6D8D">
        <w:t xml:space="preserve">, </w:t>
      </w:r>
      <w:r w:rsidRPr="003A0BBB">
        <w:t>nous nous faisions vis-à-vis</w:t>
      </w:r>
      <w:r w:rsidR="003A6D8D">
        <w:t xml:space="preserve">. </w:t>
      </w:r>
      <w:r w:rsidRPr="003A0BBB">
        <w:t>Je l</w:t>
      </w:r>
      <w:r w:rsidR="003A6D8D">
        <w:t>’</w:t>
      </w:r>
      <w:r w:rsidRPr="003A0BBB">
        <w:t>apercevais parmi les cierges</w:t>
      </w:r>
      <w:r w:rsidR="003A6D8D">
        <w:t xml:space="preserve">, </w:t>
      </w:r>
      <w:r w:rsidRPr="003A0BBB">
        <w:t>au-dessus des gerbes de fleurs</w:t>
      </w:r>
      <w:r w:rsidR="003A6D8D">
        <w:t xml:space="preserve">. </w:t>
      </w:r>
      <w:r w:rsidRPr="003A0BBB">
        <w:t>Malgré la disparate de sa tenue de deuil improvisée</w:t>
      </w:r>
      <w:r w:rsidR="003A6D8D">
        <w:t xml:space="preserve">, </w:t>
      </w:r>
      <w:r w:rsidRPr="003A0BBB">
        <w:t>il dominait de façon étrange cette assistance écrasée sous une douleur avec laquelle elle n</w:t>
      </w:r>
      <w:r w:rsidR="003A6D8D">
        <w:t>’</w:t>
      </w:r>
      <w:r w:rsidRPr="003A0BBB">
        <w:t>avait pourtant rien à voir</w:t>
      </w:r>
      <w:r w:rsidR="003A6D8D">
        <w:t xml:space="preserve">. </w:t>
      </w:r>
      <w:r w:rsidRPr="003A0BBB">
        <w:t>Il n</w:t>
      </w:r>
      <w:r w:rsidR="003A6D8D">
        <w:t>’</w:t>
      </w:r>
      <w:r w:rsidRPr="003A0BBB">
        <w:t>avait pas eu le temps ni la possibilité de se procurer des vêtements noirs</w:t>
      </w:r>
      <w:r w:rsidR="003A6D8D">
        <w:t xml:space="preserve">. </w:t>
      </w:r>
      <w:r w:rsidRPr="003A0BBB">
        <w:t>On avait tout juste pu lui teindre le gros pardessus de ratine bleue dont il se servait par les matinées froides pour courir dans la montagne</w:t>
      </w:r>
      <w:r w:rsidR="003A6D8D">
        <w:t xml:space="preserve">. </w:t>
      </w:r>
      <w:r w:rsidRPr="003A0BBB">
        <w:t>La teinture</w:t>
      </w:r>
      <w:r w:rsidR="003A6D8D">
        <w:t xml:space="preserve">, </w:t>
      </w:r>
      <w:r w:rsidRPr="003A0BBB">
        <w:t>de qualité médiocre</w:t>
      </w:r>
      <w:r w:rsidR="003A6D8D">
        <w:t xml:space="preserve">, </w:t>
      </w:r>
      <w:r w:rsidRPr="003A0BBB">
        <w:t>avait</w:t>
      </w:r>
      <w:r w:rsidR="003A6D8D">
        <w:t xml:space="preserve">, </w:t>
      </w:r>
      <w:r w:rsidRPr="003A0BBB">
        <w:t>sous la lueur des cierges</w:t>
      </w:r>
      <w:r w:rsidR="003A6D8D">
        <w:t xml:space="preserve">, </w:t>
      </w:r>
      <w:r w:rsidRPr="003A0BBB">
        <w:t>des reflets rougeâtres</w:t>
      </w:r>
      <w:r w:rsidR="003A6D8D">
        <w:t xml:space="preserve">. </w:t>
      </w:r>
      <w:r w:rsidRPr="003A0BBB">
        <w:t>Son cou était engoncé dans une écharpe de soie blanche</w:t>
      </w:r>
      <w:r w:rsidR="003A6D8D">
        <w:t xml:space="preserve">, </w:t>
      </w:r>
      <w:r w:rsidRPr="003A0BBB">
        <w:t>d</w:t>
      </w:r>
      <w:r w:rsidR="003A6D8D">
        <w:t>’</w:t>
      </w:r>
      <w:r w:rsidRPr="003A0BBB">
        <w:t>où sa tête émergeait</w:t>
      </w:r>
      <w:r w:rsidR="003A6D8D">
        <w:t xml:space="preserve">, </w:t>
      </w:r>
      <w:r w:rsidRPr="003A0BBB">
        <w:t>dure et dominatrice</w:t>
      </w:r>
      <w:r w:rsidR="003A6D8D">
        <w:t xml:space="preserve">. </w:t>
      </w:r>
      <w:r w:rsidRPr="003A0BBB">
        <w:t>Au moment de l</w:t>
      </w:r>
      <w:r w:rsidR="003A6D8D">
        <w:t>’</w:t>
      </w:r>
      <w:r w:rsidRPr="003A0BBB">
        <w:t>élévation</w:t>
      </w:r>
      <w:r w:rsidR="003A6D8D">
        <w:t xml:space="preserve">, </w:t>
      </w:r>
      <w:r w:rsidRPr="003A0BBB">
        <w:t>il oublia de l</w:t>
      </w:r>
      <w:r w:rsidR="003A6D8D">
        <w:t>’</w:t>
      </w:r>
      <w:r w:rsidRPr="003A0BBB">
        <w:t>incliner</w:t>
      </w:r>
      <w:r w:rsidR="003A6D8D">
        <w:t xml:space="preserve">. </w:t>
      </w:r>
      <w:r w:rsidRPr="003A0BBB">
        <w:t>Il avait l</w:t>
      </w:r>
      <w:r w:rsidR="003A6D8D">
        <w:t>’</w:t>
      </w:r>
      <w:r w:rsidRPr="003A0BBB">
        <w:t>air d</w:t>
      </w:r>
      <w:r w:rsidR="003A6D8D">
        <w:t>’</w:t>
      </w:r>
      <w:r w:rsidRPr="003A0BBB">
        <w:t>un oiseau de proie solitaire planant au-dessus d</w:t>
      </w:r>
      <w:r w:rsidR="003A6D8D">
        <w:t>’</w:t>
      </w:r>
      <w:r w:rsidRPr="003A0BBB">
        <w:t>un étang glacé</w:t>
      </w:r>
      <w:r w:rsidR="003A6D8D">
        <w:t xml:space="preserve">. </w:t>
      </w:r>
      <w:r w:rsidRPr="003A0BBB">
        <w:t>La pensée que</w:t>
      </w:r>
      <w:r w:rsidR="003A6D8D">
        <w:t xml:space="preserve">, </w:t>
      </w:r>
      <w:r w:rsidRPr="003A0BBB">
        <w:t>dans une heure</w:t>
      </w:r>
      <w:r w:rsidR="003A6D8D">
        <w:t xml:space="preserve">, </w:t>
      </w:r>
      <w:r w:rsidRPr="003A0BBB">
        <w:t>j</w:t>
      </w:r>
      <w:r w:rsidR="003A6D8D">
        <w:t>’</w:t>
      </w:r>
      <w:r w:rsidRPr="003A0BBB">
        <w:t>allais me retrouver seule avec lui</w:t>
      </w:r>
      <w:r w:rsidR="003A6D8D">
        <w:t xml:space="preserve">, </w:t>
      </w:r>
      <w:r w:rsidRPr="003A0BBB">
        <w:t>quand tous ces gens seraient rentrés chez eux</w:t>
      </w:r>
      <w:r w:rsidR="003A6D8D">
        <w:t xml:space="preserve">, </w:t>
      </w:r>
      <w:r w:rsidRPr="003A0BBB">
        <w:t>cette pensée m</w:t>
      </w:r>
      <w:r w:rsidR="003A6D8D">
        <w:t>’</w:t>
      </w:r>
      <w:r w:rsidRPr="003A0BBB">
        <w:t>emplissait d</w:t>
      </w:r>
      <w:r w:rsidR="003A6D8D">
        <w:t>’</w:t>
      </w:r>
      <w:r w:rsidRPr="003A0BBB">
        <w:t>une émotion et d</w:t>
      </w:r>
      <w:r w:rsidR="003A6D8D">
        <w:t>’</w:t>
      </w:r>
      <w:r w:rsidRPr="003A0BBB">
        <w:t>une terreur qu</w:t>
      </w:r>
      <w:r w:rsidR="003A6D8D">
        <w:t>’</w:t>
      </w:r>
      <w:r w:rsidRPr="003A0BBB">
        <w:t>il serait vain de me demander d</w:t>
      </w:r>
      <w:r w:rsidR="003A6D8D">
        <w:t>’</w:t>
      </w:r>
      <w:r w:rsidRPr="003A0BBB">
        <w:t>analyser</w:t>
      </w:r>
      <w:r w:rsidR="003A6D8D">
        <w:t>.</w:t>
      </w:r>
    </w:p>
    <w:p w14:paraId="7A1F2D80" w14:textId="047CE0CB" w:rsidR="008F7090" w:rsidRPr="003A0BBB" w:rsidRDefault="008F7090" w:rsidP="008F7090"/>
    <w:p w14:paraId="6383F0A2" w14:textId="77777777" w:rsidR="003A6D8D" w:rsidRDefault="008F7090" w:rsidP="008F7090">
      <w:r w:rsidRPr="003A0BBB">
        <w:t>Le cimetière n</w:t>
      </w:r>
      <w:r w:rsidR="003A6D8D">
        <w:t>’</w:t>
      </w:r>
      <w:r w:rsidRPr="003A0BBB">
        <w:t>est pas loin de l</w:t>
      </w:r>
      <w:r w:rsidR="003A6D8D">
        <w:t>’</w:t>
      </w:r>
      <w:r w:rsidRPr="003A0BBB">
        <w:t>église</w:t>
      </w:r>
      <w:r w:rsidR="003A6D8D">
        <w:t xml:space="preserve">. </w:t>
      </w:r>
      <w:r w:rsidRPr="003A0BBB">
        <w:t>Pour s</w:t>
      </w:r>
      <w:r w:rsidR="003A6D8D">
        <w:t>’</w:t>
      </w:r>
      <w:r w:rsidRPr="003A0BBB">
        <w:t>y rendre</w:t>
      </w:r>
      <w:r w:rsidR="003A6D8D">
        <w:t xml:space="preserve">, </w:t>
      </w:r>
      <w:r w:rsidRPr="003A0BBB">
        <w:t>on longe un des bras de la rivière qui baigne la ville</w:t>
      </w:r>
      <w:r w:rsidR="003A6D8D">
        <w:t xml:space="preserve">. </w:t>
      </w:r>
      <w:r w:rsidRPr="003A0BBB">
        <w:t>Le bruit faible des eaux nous accompagnait</w:t>
      </w:r>
      <w:r w:rsidR="003A6D8D">
        <w:t xml:space="preserve">. </w:t>
      </w:r>
      <w:r w:rsidRPr="003A0BBB">
        <w:t>Très haut</w:t>
      </w:r>
      <w:r w:rsidR="003A6D8D">
        <w:t xml:space="preserve">, </w:t>
      </w:r>
      <w:r w:rsidRPr="003A0BBB">
        <w:t>dans le ciel</w:t>
      </w:r>
      <w:r w:rsidR="003A6D8D">
        <w:t xml:space="preserve">, </w:t>
      </w:r>
      <w:r w:rsidRPr="003A0BBB">
        <w:t>j</w:t>
      </w:r>
      <w:r w:rsidR="003A6D8D">
        <w:t>’</w:t>
      </w:r>
      <w:r w:rsidRPr="003A0BBB">
        <w:t>apercevais en levant la tête les tours de Saint-Laurent</w:t>
      </w:r>
      <w:r w:rsidR="003A6D8D">
        <w:t xml:space="preserve">. </w:t>
      </w:r>
      <w:r w:rsidRPr="003A0BBB">
        <w:t>Il n</w:t>
      </w:r>
      <w:r w:rsidR="003A6D8D">
        <w:t>’</w:t>
      </w:r>
      <w:r w:rsidRPr="003A0BBB">
        <w:t>y avait pas une semaine que j</w:t>
      </w:r>
      <w:r w:rsidR="003A6D8D">
        <w:t>’</w:t>
      </w:r>
      <w:r w:rsidRPr="003A0BBB">
        <w:t>avais fait l</w:t>
      </w:r>
      <w:r w:rsidR="003A6D8D">
        <w:t>’</w:t>
      </w:r>
      <w:r w:rsidRPr="003A0BBB">
        <w:t>ascension de leur colline</w:t>
      </w:r>
      <w:r w:rsidR="003A6D8D">
        <w:t xml:space="preserve">. </w:t>
      </w:r>
      <w:r w:rsidRPr="003A0BBB">
        <w:t>De là-haut</w:t>
      </w:r>
      <w:r w:rsidR="003A6D8D">
        <w:t xml:space="preserve">, </w:t>
      </w:r>
      <w:r w:rsidRPr="003A0BBB">
        <w:t>j</w:t>
      </w:r>
      <w:r w:rsidR="003A6D8D">
        <w:t>’</w:t>
      </w:r>
      <w:r w:rsidRPr="003A0BBB">
        <w:t>avais vu le cimetière</w:t>
      </w:r>
      <w:r w:rsidR="003A6D8D">
        <w:t xml:space="preserve">. </w:t>
      </w:r>
      <w:r w:rsidRPr="003A0BBB">
        <w:t>J</w:t>
      </w:r>
      <w:r w:rsidR="003A6D8D">
        <w:t>’</w:t>
      </w:r>
      <w:r w:rsidRPr="003A0BBB">
        <w:t>avais eu la pensée de gravir l</w:t>
      </w:r>
      <w:r w:rsidR="003A6D8D">
        <w:t>’</w:t>
      </w:r>
      <w:r w:rsidRPr="003A0BBB">
        <w:t>une de ces tours et de me jeter dans le vide</w:t>
      </w:r>
      <w:r w:rsidR="003A6D8D">
        <w:t xml:space="preserve">. </w:t>
      </w:r>
      <w:r w:rsidRPr="003A0BBB">
        <w:t>Si j</w:t>
      </w:r>
      <w:r w:rsidR="003A6D8D">
        <w:t>’</w:t>
      </w:r>
      <w:r w:rsidRPr="003A0BBB">
        <w:t>avais eu alors ce courage</w:t>
      </w:r>
      <w:r w:rsidR="003A6D8D">
        <w:t xml:space="preserve">, </w:t>
      </w:r>
      <w:r w:rsidRPr="003A0BBB">
        <w:t>aujourd</w:t>
      </w:r>
      <w:r w:rsidR="003A6D8D">
        <w:t>’</w:t>
      </w:r>
      <w:r w:rsidRPr="003A0BBB">
        <w:t>hui Camille ne serait pas morte</w:t>
      </w:r>
      <w:r w:rsidR="003A6D8D">
        <w:t>.</w:t>
      </w:r>
    </w:p>
    <w:p w14:paraId="1875A215" w14:textId="77777777" w:rsidR="003A6D8D" w:rsidRDefault="008F7090" w:rsidP="008F7090">
      <w:r w:rsidRPr="003A0BBB">
        <w:t>Je passe les derniers détails de la cérémonie</w:t>
      </w:r>
      <w:r w:rsidR="003A6D8D">
        <w:t xml:space="preserve">. </w:t>
      </w:r>
      <w:r w:rsidRPr="003A0BBB">
        <w:t>Notre caveau</w:t>
      </w:r>
      <w:r w:rsidR="003A6D8D">
        <w:t xml:space="preserve">, </w:t>
      </w:r>
      <w:r w:rsidRPr="003A0BBB">
        <w:t>je l</w:t>
      </w:r>
      <w:r w:rsidR="003A6D8D">
        <w:t>’</w:t>
      </w:r>
      <w:r w:rsidRPr="003A0BBB">
        <w:t>ai dit</w:t>
      </w:r>
      <w:r w:rsidR="003A6D8D">
        <w:t xml:space="preserve">, </w:t>
      </w:r>
      <w:r w:rsidRPr="003A0BBB">
        <w:t>se trouve dans la partie gauche du cimetière</w:t>
      </w:r>
      <w:r w:rsidR="003A6D8D">
        <w:t xml:space="preserve">. </w:t>
      </w:r>
      <w:r w:rsidRPr="003A0BBB">
        <w:t>Il a pour voisine la sépulture toute blanche des religieuses de Nevers</w:t>
      </w:r>
      <w:r w:rsidR="003A6D8D">
        <w:t xml:space="preserve">. </w:t>
      </w:r>
      <w:r w:rsidRPr="003A0BBB">
        <w:t>Il est abrité par une énorme touffe de laurier-tin</w:t>
      </w:r>
      <w:r w:rsidR="003A6D8D">
        <w:t xml:space="preserve">, </w:t>
      </w:r>
      <w:r w:rsidRPr="003A0BBB">
        <w:t>toute fleurie ce jour-là de belles petites grappes d</w:t>
      </w:r>
      <w:r w:rsidR="003A6D8D">
        <w:t>’</w:t>
      </w:r>
      <w:r w:rsidRPr="003A0BBB">
        <w:t>argent</w:t>
      </w:r>
      <w:r w:rsidR="003A6D8D">
        <w:t xml:space="preserve">. </w:t>
      </w:r>
      <w:r w:rsidRPr="003A0BBB">
        <w:t>Les gens qui nous attendaient</w:t>
      </w:r>
      <w:r w:rsidR="003A6D8D">
        <w:t xml:space="preserve">, </w:t>
      </w:r>
      <w:r w:rsidRPr="003A0BBB">
        <w:t>massés autour de la fosse</w:t>
      </w:r>
      <w:r w:rsidR="003A6D8D">
        <w:t xml:space="preserve">, </w:t>
      </w:r>
      <w:r w:rsidRPr="003A0BBB">
        <w:t>s</w:t>
      </w:r>
      <w:r w:rsidR="003A6D8D">
        <w:t>’</w:t>
      </w:r>
      <w:r w:rsidRPr="003A0BBB">
        <w:t>écartaient pour me laisser approcher</w:t>
      </w:r>
      <w:r w:rsidR="003A6D8D">
        <w:t xml:space="preserve">. </w:t>
      </w:r>
      <w:r w:rsidRPr="003A0BBB">
        <w:t>Je vins vers le trou</w:t>
      </w:r>
      <w:r w:rsidR="003A6D8D">
        <w:t xml:space="preserve">. </w:t>
      </w:r>
      <w:r w:rsidRPr="003A0BBB">
        <w:t>C</w:t>
      </w:r>
      <w:r w:rsidR="003A6D8D">
        <w:t>’</w:t>
      </w:r>
      <w:r w:rsidRPr="003A0BBB">
        <w:t>était donc là qu</w:t>
      </w:r>
      <w:r w:rsidR="003A6D8D">
        <w:t>’</w:t>
      </w:r>
      <w:r w:rsidRPr="003A0BBB">
        <w:t>il allait se dissoudre</w:t>
      </w:r>
      <w:r w:rsidR="003A6D8D">
        <w:t xml:space="preserve">, </w:t>
      </w:r>
      <w:r w:rsidRPr="003A0BBB">
        <w:t>le corps de mon enfant</w:t>
      </w:r>
      <w:r w:rsidR="003A6D8D">
        <w:t xml:space="preserve">, </w:t>
      </w:r>
      <w:r w:rsidRPr="003A0BBB">
        <w:t>ce corps que j</w:t>
      </w:r>
      <w:r w:rsidR="003A6D8D">
        <w:t>’</w:t>
      </w:r>
      <w:r w:rsidRPr="003A0BBB">
        <w:t>avais créé</w:t>
      </w:r>
      <w:r w:rsidR="003A6D8D">
        <w:t xml:space="preserve">. </w:t>
      </w:r>
      <w:r w:rsidRPr="003A0BBB">
        <w:t>D</w:t>
      </w:r>
      <w:r w:rsidR="003A6D8D">
        <w:t>’</w:t>
      </w:r>
      <w:r w:rsidRPr="003A0BBB">
        <w:t>un geste machinal</w:t>
      </w:r>
      <w:r w:rsidR="003A6D8D">
        <w:t xml:space="preserve">, </w:t>
      </w:r>
      <w:r w:rsidRPr="003A0BBB">
        <w:t>je touchai mon flanc</w:t>
      </w:r>
      <w:r w:rsidR="003A6D8D">
        <w:t xml:space="preserve">, </w:t>
      </w:r>
      <w:r w:rsidRPr="003A0BBB">
        <w:t>ce flanc qui l</w:t>
      </w:r>
      <w:r w:rsidR="003A6D8D">
        <w:t>’</w:t>
      </w:r>
      <w:r w:rsidRPr="003A0BBB">
        <w:t>avait porté</w:t>
      </w:r>
      <w:r w:rsidR="003A6D8D">
        <w:t xml:space="preserve">. </w:t>
      </w:r>
      <w:r w:rsidRPr="003A0BBB">
        <w:t>Je me souvins de la première fois que j</w:t>
      </w:r>
      <w:r w:rsidR="003A6D8D">
        <w:t>’</w:t>
      </w:r>
      <w:r w:rsidRPr="003A0BBB">
        <w:t>avais vu Camille</w:t>
      </w:r>
      <w:r w:rsidR="003A6D8D">
        <w:t xml:space="preserve"> : </w:t>
      </w:r>
      <w:r w:rsidRPr="003A0BBB">
        <w:t>un grand lit où reposait une jeune femme dolente et exsangue</w:t>
      </w:r>
      <w:r w:rsidR="003A6D8D">
        <w:t xml:space="preserve"> ; </w:t>
      </w:r>
      <w:r w:rsidRPr="003A0BBB">
        <w:t>à côté de ce lit</w:t>
      </w:r>
      <w:r w:rsidR="003A6D8D">
        <w:t xml:space="preserve">, </w:t>
      </w:r>
      <w:r w:rsidRPr="003A0BBB">
        <w:t>un mystérieux berceau fermé</w:t>
      </w:r>
      <w:r w:rsidR="003A6D8D">
        <w:t xml:space="preserve">. </w:t>
      </w:r>
      <w:r w:rsidRPr="003A0BBB">
        <w:t>Ma fille est morte</w:t>
      </w:r>
      <w:r w:rsidR="003A6D8D">
        <w:t xml:space="preserve">. </w:t>
      </w:r>
      <w:r w:rsidRPr="003A0BBB">
        <w:t>Le cône de terre brunâtre est là</w:t>
      </w:r>
      <w:r w:rsidR="003A6D8D">
        <w:t xml:space="preserve">, </w:t>
      </w:r>
      <w:r w:rsidRPr="003A0BBB">
        <w:t>qui bientôt aura fait disparaître son cercueil</w:t>
      </w:r>
      <w:r w:rsidR="003A6D8D">
        <w:t xml:space="preserve">… </w:t>
      </w:r>
      <w:r w:rsidRPr="003A0BBB">
        <w:t>Oui</w:t>
      </w:r>
      <w:r w:rsidR="003A6D8D">
        <w:t xml:space="preserve">, </w:t>
      </w:r>
      <w:r w:rsidRPr="003A0BBB">
        <w:t>mais le fantôme de Camille</w:t>
      </w:r>
      <w:r w:rsidR="003A6D8D">
        <w:t xml:space="preserve">, </w:t>
      </w:r>
      <w:r w:rsidRPr="003A0BBB">
        <w:t>on ne s</w:t>
      </w:r>
      <w:r w:rsidR="003A6D8D">
        <w:t>’</w:t>
      </w:r>
      <w:r w:rsidRPr="003A0BBB">
        <w:t>en débarrasse pas ainsi</w:t>
      </w:r>
      <w:r w:rsidR="003A6D8D">
        <w:t xml:space="preserve"> ; </w:t>
      </w:r>
      <w:r w:rsidRPr="003A0BBB">
        <w:t>on ne l</w:t>
      </w:r>
      <w:r w:rsidR="003A6D8D">
        <w:t>’</w:t>
      </w:r>
      <w:r w:rsidRPr="003A0BBB">
        <w:t>enferme pas à son gré</w:t>
      </w:r>
      <w:r w:rsidR="003A6D8D">
        <w:t xml:space="preserve">, </w:t>
      </w:r>
      <w:r w:rsidRPr="003A0BBB">
        <w:t>comme une chose gênante</w:t>
      </w:r>
      <w:r w:rsidR="003A6D8D">
        <w:t xml:space="preserve">, </w:t>
      </w:r>
      <w:r w:rsidRPr="003A0BBB">
        <w:t>entre les quatre murs d</w:t>
      </w:r>
      <w:r w:rsidR="003A6D8D">
        <w:t>’</w:t>
      </w:r>
      <w:r w:rsidRPr="003A0BBB">
        <w:t>un petit cimetière campagnard</w:t>
      </w:r>
      <w:r w:rsidR="003A6D8D">
        <w:t>.</w:t>
      </w:r>
    </w:p>
    <w:p w14:paraId="3F896420" w14:textId="57B366A5" w:rsidR="008F7090" w:rsidRPr="003A0BBB" w:rsidRDefault="008F7090" w:rsidP="008F7090"/>
    <w:p w14:paraId="37F2E278" w14:textId="77777777" w:rsidR="003A6D8D" w:rsidRDefault="008F7090" w:rsidP="008F7090">
      <w:r w:rsidRPr="003A0BBB">
        <w:t>Quelques personnes nous accompagnèrent</w:t>
      </w:r>
      <w:r w:rsidR="003A6D8D">
        <w:t xml:space="preserve">, </w:t>
      </w:r>
      <w:r w:rsidRPr="003A0BBB">
        <w:t>puis</w:t>
      </w:r>
      <w:r w:rsidR="003A6D8D">
        <w:t xml:space="preserve">, </w:t>
      </w:r>
      <w:r w:rsidRPr="003A0BBB">
        <w:t>discrètement</w:t>
      </w:r>
      <w:r w:rsidR="003A6D8D">
        <w:t xml:space="preserve">, </w:t>
      </w:r>
      <w:r w:rsidRPr="003A0BBB">
        <w:t>prirent congé devant la grille de Maguelonne</w:t>
      </w:r>
      <w:r w:rsidR="003A6D8D">
        <w:t xml:space="preserve">. </w:t>
      </w:r>
      <w:r w:rsidRPr="003A0BBB">
        <w:t>Maria</w:t>
      </w:r>
      <w:r w:rsidR="003A6D8D">
        <w:t xml:space="preserve">, </w:t>
      </w:r>
      <w:r w:rsidRPr="003A0BBB">
        <w:t>fidèle à la coutume</w:t>
      </w:r>
      <w:r w:rsidR="003A6D8D">
        <w:t xml:space="preserve">, </w:t>
      </w:r>
      <w:r w:rsidRPr="003A0BBB">
        <w:t xml:space="preserve">avait à tout hasard préparé à déjeuner </w:t>
      </w:r>
      <w:r w:rsidRPr="003A0BBB">
        <w:lastRenderedPageBreak/>
        <w:t>pour une douzaine d</w:t>
      </w:r>
      <w:r w:rsidR="003A6D8D">
        <w:t>’</w:t>
      </w:r>
      <w:r w:rsidRPr="003A0BBB">
        <w:t>invités</w:t>
      </w:r>
      <w:r w:rsidR="003A6D8D">
        <w:t xml:space="preserve">. </w:t>
      </w:r>
      <w:r w:rsidRPr="003A0BBB">
        <w:t>Franz et moi nous nous retrouvâmes seuls</w:t>
      </w:r>
      <w:r w:rsidR="003A6D8D">
        <w:t xml:space="preserve">, </w:t>
      </w:r>
      <w:r w:rsidRPr="003A0BBB">
        <w:t>assis aux deux bouts d</w:t>
      </w:r>
      <w:r w:rsidR="003A6D8D">
        <w:t>’</w:t>
      </w:r>
      <w:r w:rsidRPr="003A0BBB">
        <w:t>une table immense</w:t>
      </w:r>
      <w:r w:rsidR="003A6D8D">
        <w:t xml:space="preserve">, </w:t>
      </w:r>
      <w:r w:rsidRPr="003A0BBB">
        <w:t>avec</w:t>
      </w:r>
      <w:r w:rsidR="003A6D8D">
        <w:t xml:space="preserve">, </w:t>
      </w:r>
      <w:r w:rsidRPr="003A0BBB">
        <w:t>entre nous</w:t>
      </w:r>
      <w:r w:rsidR="003A6D8D">
        <w:t xml:space="preserve">, </w:t>
      </w:r>
      <w:r w:rsidRPr="003A0BBB">
        <w:t>des chaises et des couverts qui avaient l</w:t>
      </w:r>
      <w:r w:rsidR="003A6D8D">
        <w:t>’</w:t>
      </w:r>
      <w:r w:rsidRPr="003A0BBB">
        <w:t>air d</w:t>
      </w:r>
      <w:r w:rsidR="003A6D8D">
        <w:t>’</w:t>
      </w:r>
      <w:r w:rsidRPr="003A0BBB">
        <w:t>une ultime tentative pour retarder notre tête-à-tête</w:t>
      </w:r>
      <w:r w:rsidR="003A6D8D">
        <w:t>.</w:t>
      </w:r>
    </w:p>
    <w:p w14:paraId="63FB1853" w14:textId="77777777" w:rsidR="003A6D8D" w:rsidRDefault="008F7090" w:rsidP="008F7090">
      <w:r w:rsidRPr="003A0BBB">
        <w:t>Comme je venais de m</w:t>
      </w:r>
      <w:r w:rsidR="003A6D8D">
        <w:t>’</w:t>
      </w:r>
      <w:r w:rsidRPr="003A0BBB">
        <w:t>asseoir</w:t>
      </w:r>
      <w:r w:rsidR="003A6D8D">
        <w:t xml:space="preserve">, </w:t>
      </w:r>
      <w:r w:rsidRPr="003A0BBB">
        <w:t>je vis Maria se troubler et retirer précipitamment la serviette posée sur mon assiette</w:t>
      </w:r>
      <w:r w:rsidR="003A6D8D">
        <w:t xml:space="preserve">. </w:t>
      </w:r>
      <w:r w:rsidRPr="003A0BBB">
        <w:t>Par inadvertance</w:t>
      </w:r>
      <w:r w:rsidR="003A6D8D">
        <w:t xml:space="preserve">, </w:t>
      </w:r>
      <w:r w:rsidRPr="003A0BBB">
        <w:t>elle m</w:t>
      </w:r>
      <w:r w:rsidR="003A6D8D">
        <w:t>’</w:t>
      </w:r>
      <w:r w:rsidRPr="003A0BBB">
        <w:t>avait donné celle de Camille</w:t>
      </w:r>
      <w:r w:rsidR="003A6D8D">
        <w:t xml:space="preserve">. </w:t>
      </w:r>
      <w:r w:rsidRPr="003A0BBB">
        <w:t>Nous fondîmes toutes deux en larmes à l</w:t>
      </w:r>
      <w:r w:rsidR="003A6D8D">
        <w:t>’</w:t>
      </w:r>
      <w:r w:rsidRPr="003A0BBB">
        <w:t>aspect du petit rouleau de métal blanc que je lui avais acheté dix ans plus tôt</w:t>
      </w:r>
      <w:r w:rsidR="003A6D8D">
        <w:t xml:space="preserve">, </w:t>
      </w:r>
      <w:r w:rsidRPr="003A0BBB">
        <w:t>quand elle était entrée au lycée comme pensionnaire</w:t>
      </w:r>
      <w:r w:rsidR="003A6D8D">
        <w:t xml:space="preserve">, </w:t>
      </w:r>
      <w:r w:rsidRPr="003A0BBB">
        <w:t>et dont elle s</w:t>
      </w:r>
      <w:r w:rsidR="003A6D8D">
        <w:t>’</w:t>
      </w:r>
      <w:r w:rsidRPr="003A0BBB">
        <w:t>était depuis toujours servi</w:t>
      </w:r>
      <w:r w:rsidR="003A6D8D">
        <w:t>.</w:t>
      </w:r>
    </w:p>
    <w:p w14:paraId="66956495" w14:textId="7BE6E564" w:rsidR="008F7090" w:rsidRPr="003A0BBB" w:rsidRDefault="008F7090" w:rsidP="003A6D8D">
      <w:pPr>
        <w:pStyle w:val="Titre1"/>
      </w:pPr>
      <w:bookmarkStart w:id="18" w:name="_Toc196328819"/>
      <w:r w:rsidRPr="003A0BBB">
        <w:lastRenderedPageBreak/>
        <w:t>XVIII</w:t>
      </w:r>
      <w:bookmarkEnd w:id="18"/>
    </w:p>
    <w:p w14:paraId="5FB12061" w14:textId="77777777" w:rsidR="003A6D8D" w:rsidRDefault="008F7090" w:rsidP="008F7090">
      <w:r w:rsidRPr="003A0BBB">
        <w:t>Je m</w:t>
      </w:r>
      <w:r w:rsidR="003A6D8D">
        <w:t>’</w:t>
      </w:r>
      <w:r w:rsidRPr="003A0BBB">
        <w:t>efforce</w:t>
      </w:r>
      <w:r w:rsidR="003A6D8D">
        <w:t xml:space="preserve">, </w:t>
      </w:r>
      <w:r w:rsidRPr="003A0BBB">
        <w:t>dans cette relation</w:t>
      </w:r>
      <w:r w:rsidR="003A6D8D">
        <w:t xml:space="preserve">, </w:t>
      </w:r>
      <w:r w:rsidRPr="003A0BBB">
        <w:t>de dire toujours exactement ce qui s</w:t>
      </w:r>
      <w:r w:rsidR="003A6D8D">
        <w:t>’</w:t>
      </w:r>
      <w:r w:rsidRPr="003A0BBB">
        <w:t>est passé</w:t>
      </w:r>
      <w:r w:rsidR="003A6D8D">
        <w:t xml:space="preserve">, </w:t>
      </w:r>
      <w:r w:rsidRPr="003A0BBB">
        <w:t>de présenter un tableau fidèle des événements</w:t>
      </w:r>
      <w:r w:rsidR="003A6D8D">
        <w:t xml:space="preserve">, </w:t>
      </w:r>
      <w:r w:rsidRPr="003A0BBB">
        <w:t>de veiller à ne pas les laisser déformer par les idées que</w:t>
      </w:r>
      <w:r w:rsidR="003A6D8D">
        <w:t xml:space="preserve">, </w:t>
      </w:r>
      <w:r w:rsidRPr="003A0BBB">
        <w:t>plus tard</w:t>
      </w:r>
      <w:r w:rsidR="003A6D8D">
        <w:t xml:space="preserve">, </w:t>
      </w:r>
      <w:r w:rsidRPr="003A0BBB">
        <w:t>j</w:t>
      </w:r>
      <w:r w:rsidR="003A6D8D">
        <w:t>’</w:t>
      </w:r>
      <w:r w:rsidRPr="003A0BBB">
        <w:t>ai été amenée à m</w:t>
      </w:r>
      <w:r w:rsidR="003A6D8D">
        <w:t>’</w:t>
      </w:r>
      <w:r w:rsidRPr="003A0BBB">
        <w:t>en faire</w:t>
      </w:r>
      <w:r w:rsidR="003A6D8D">
        <w:t xml:space="preserve">. </w:t>
      </w:r>
      <w:r w:rsidRPr="003A0BBB">
        <w:t>Que le sentiment que j</w:t>
      </w:r>
      <w:r w:rsidR="003A6D8D">
        <w:t>’</w:t>
      </w:r>
      <w:r w:rsidRPr="003A0BBB">
        <w:t>éprouve aujourd</w:t>
      </w:r>
      <w:r w:rsidR="003A6D8D">
        <w:t>’</w:t>
      </w:r>
      <w:r w:rsidRPr="003A0BBB">
        <w:t>hui pour Franz</w:t>
      </w:r>
      <w:r w:rsidR="003A6D8D">
        <w:t xml:space="preserve">, </w:t>
      </w:r>
      <w:r w:rsidRPr="003A0BBB">
        <w:t>sentiment complexe s</w:t>
      </w:r>
      <w:r w:rsidR="003A6D8D">
        <w:t>’</w:t>
      </w:r>
      <w:r w:rsidRPr="003A0BBB">
        <w:t>il en fut</w:t>
      </w:r>
      <w:r w:rsidR="003A6D8D">
        <w:t xml:space="preserve">, </w:t>
      </w:r>
      <w:r w:rsidRPr="003A0BBB">
        <w:t>où entrent à doses d</w:t>
      </w:r>
      <w:r w:rsidR="003A6D8D">
        <w:t>’</w:t>
      </w:r>
      <w:r w:rsidRPr="003A0BBB">
        <w:t>une égale violence la répulsion</w:t>
      </w:r>
      <w:r w:rsidR="003A6D8D">
        <w:t xml:space="preserve">, </w:t>
      </w:r>
      <w:r w:rsidRPr="003A0BBB">
        <w:t>la haine</w:t>
      </w:r>
      <w:r w:rsidR="003A6D8D">
        <w:t xml:space="preserve">, </w:t>
      </w:r>
      <w:r w:rsidRPr="003A0BBB">
        <w:t>l</w:t>
      </w:r>
      <w:r w:rsidR="003A6D8D">
        <w:t>’</w:t>
      </w:r>
      <w:r w:rsidRPr="003A0BBB">
        <w:t>amour</w:t>
      </w:r>
      <w:r w:rsidR="003A6D8D">
        <w:t xml:space="preserve">, </w:t>
      </w:r>
      <w:r w:rsidRPr="003A0BBB">
        <w:t>que ce sentiment s</w:t>
      </w:r>
      <w:r w:rsidR="003A6D8D">
        <w:t>’</w:t>
      </w:r>
      <w:r w:rsidRPr="003A0BBB">
        <w:t>efface</w:t>
      </w:r>
      <w:r w:rsidR="003A6D8D">
        <w:t xml:space="preserve">, </w:t>
      </w:r>
      <w:r w:rsidRPr="003A0BBB">
        <w:t>s</w:t>
      </w:r>
      <w:r w:rsidR="003A6D8D">
        <w:t>’</w:t>
      </w:r>
      <w:r w:rsidRPr="003A0BBB">
        <w:t>abolisse</w:t>
      </w:r>
      <w:r w:rsidR="003A6D8D">
        <w:t xml:space="preserve">, </w:t>
      </w:r>
      <w:r w:rsidRPr="003A0BBB">
        <w:t>et ne laisse subsister que le souvenir d</w:t>
      </w:r>
      <w:r w:rsidR="003A6D8D">
        <w:t>’</w:t>
      </w:r>
      <w:r w:rsidRPr="003A0BBB">
        <w:t>années pendant lesquelles Franz n</w:t>
      </w:r>
      <w:r w:rsidR="003A6D8D">
        <w:t>’</w:t>
      </w:r>
      <w:r w:rsidRPr="003A0BBB">
        <w:t>a rien négligé pour me rendre heureuse</w:t>
      </w:r>
      <w:r w:rsidR="003A6D8D">
        <w:t xml:space="preserve">. </w:t>
      </w:r>
      <w:r w:rsidRPr="003A0BBB">
        <w:t>Il n</w:t>
      </w:r>
      <w:r w:rsidR="003A6D8D">
        <w:t>’</w:t>
      </w:r>
      <w:r w:rsidRPr="003A0BBB">
        <w:t>a pas dépendu de lui d</w:t>
      </w:r>
      <w:r w:rsidR="003A6D8D">
        <w:t>’</w:t>
      </w:r>
      <w:r w:rsidRPr="003A0BBB">
        <w:t>y parvenir</w:t>
      </w:r>
      <w:r w:rsidR="003A6D8D">
        <w:t xml:space="preserve">. </w:t>
      </w:r>
      <w:r w:rsidRPr="003A0BBB">
        <w:t>Tout ce qu</w:t>
      </w:r>
      <w:r w:rsidR="003A6D8D">
        <w:t>’</w:t>
      </w:r>
      <w:r w:rsidRPr="003A0BBB">
        <w:t>on peut faire dans ce but</w:t>
      </w:r>
      <w:r w:rsidR="003A6D8D">
        <w:t xml:space="preserve">, </w:t>
      </w:r>
      <w:r w:rsidRPr="003A0BBB">
        <w:t>il l</w:t>
      </w:r>
      <w:r w:rsidR="003A6D8D">
        <w:t>’</w:t>
      </w:r>
      <w:r w:rsidRPr="003A0BBB">
        <w:t>a fait</w:t>
      </w:r>
      <w:r w:rsidR="003A6D8D">
        <w:t xml:space="preserve">. </w:t>
      </w:r>
      <w:r w:rsidRPr="003A0BBB">
        <w:t>Il m</w:t>
      </w:r>
      <w:r w:rsidR="003A6D8D">
        <w:t>’</w:t>
      </w:r>
      <w:r w:rsidRPr="003A0BBB">
        <w:t>a aimée comme je sais que nulle femme au monde ne peut l</w:t>
      </w:r>
      <w:r w:rsidR="003A6D8D">
        <w:t>’</w:t>
      </w:r>
      <w:r w:rsidRPr="003A0BBB">
        <w:t>être davantage</w:t>
      </w:r>
      <w:r w:rsidR="003A6D8D">
        <w:t xml:space="preserve">. </w:t>
      </w:r>
      <w:r w:rsidRPr="003A0BBB">
        <w:t>Il a mis dans cet amour une ardeur</w:t>
      </w:r>
      <w:r w:rsidR="003A6D8D">
        <w:t xml:space="preserve">, </w:t>
      </w:r>
      <w:r w:rsidRPr="003A0BBB">
        <w:t>une frénésie</w:t>
      </w:r>
      <w:r w:rsidR="003A6D8D">
        <w:t xml:space="preserve">, </w:t>
      </w:r>
      <w:r w:rsidRPr="003A0BBB">
        <w:t>une sincérité non pareilles</w:t>
      </w:r>
      <w:r w:rsidR="003A6D8D">
        <w:t xml:space="preserve">. </w:t>
      </w:r>
      <w:r w:rsidRPr="003A0BBB">
        <w:t>Ma faute fut de n</w:t>
      </w:r>
      <w:r w:rsidR="003A6D8D">
        <w:t>’</w:t>
      </w:r>
      <w:r w:rsidRPr="003A0BBB">
        <w:t>avoir pas compris que l</w:t>
      </w:r>
      <w:r w:rsidR="003A6D8D">
        <w:t>’</w:t>
      </w:r>
      <w:r w:rsidRPr="003A0BBB">
        <w:t>intensité même de cette passion la condamnait à ne pas être éternelle</w:t>
      </w:r>
      <w:r w:rsidR="003A6D8D">
        <w:t xml:space="preserve">. </w:t>
      </w:r>
      <w:r w:rsidRPr="003A0BBB">
        <w:t>Elle fut d</w:t>
      </w:r>
      <w:r w:rsidR="003A6D8D">
        <w:t>’</w:t>
      </w:r>
      <w:r w:rsidRPr="003A0BBB">
        <w:t>avoir pensé que n</w:t>
      </w:r>
      <w:r w:rsidR="003A6D8D">
        <w:t>’</w:t>
      </w:r>
      <w:r w:rsidRPr="003A0BBB">
        <w:t>avoir aimé qu</w:t>
      </w:r>
      <w:r w:rsidR="003A6D8D">
        <w:t>’</w:t>
      </w:r>
      <w:r w:rsidRPr="003A0BBB">
        <w:t>un être nous donne le droit d</w:t>
      </w:r>
      <w:r w:rsidR="003A6D8D">
        <w:t>’</w:t>
      </w:r>
      <w:r w:rsidRPr="003A0BBB">
        <w:t>espérer qu</w:t>
      </w:r>
      <w:r w:rsidR="003A6D8D">
        <w:t>’</w:t>
      </w:r>
      <w:r w:rsidRPr="003A0BBB">
        <w:t>il n</w:t>
      </w:r>
      <w:r w:rsidR="003A6D8D">
        <w:t>’</w:t>
      </w:r>
      <w:r w:rsidRPr="003A0BBB">
        <w:t>aimera que nous</w:t>
      </w:r>
      <w:r w:rsidR="003A6D8D">
        <w:t xml:space="preserve">. </w:t>
      </w:r>
      <w:r w:rsidRPr="003A0BBB">
        <w:t>J</w:t>
      </w:r>
      <w:r w:rsidR="003A6D8D">
        <w:t>’</w:t>
      </w:r>
      <w:r w:rsidRPr="003A0BBB">
        <w:t>ai cru</w:t>
      </w:r>
      <w:r w:rsidR="003A6D8D">
        <w:t xml:space="preserve">, </w:t>
      </w:r>
      <w:r w:rsidRPr="003A0BBB">
        <w:t>j</w:t>
      </w:r>
      <w:r w:rsidR="003A6D8D">
        <w:t>’</w:t>
      </w:r>
      <w:r w:rsidRPr="003A0BBB">
        <w:t>ai cru surtout</w:t>
      </w:r>
      <w:r w:rsidR="003A6D8D">
        <w:t xml:space="preserve">, </w:t>
      </w:r>
      <w:r w:rsidRPr="003A0BBB">
        <w:t>et ce fut mon erreur inexpiable</w:t>
      </w:r>
      <w:r w:rsidR="003A6D8D">
        <w:t xml:space="preserve">, </w:t>
      </w:r>
      <w:r w:rsidRPr="003A0BBB">
        <w:t>qu</w:t>
      </w:r>
      <w:r w:rsidR="003A6D8D">
        <w:t>’</w:t>
      </w:r>
      <w:r w:rsidRPr="003A0BBB">
        <w:t>un grand amour est au-dessus de la loi des années</w:t>
      </w:r>
      <w:r w:rsidR="003A6D8D">
        <w:t xml:space="preserve">. </w:t>
      </w:r>
      <w:r w:rsidRPr="003A0BBB">
        <w:t>L</w:t>
      </w:r>
      <w:r w:rsidR="003A6D8D">
        <w:t>’</w:t>
      </w:r>
      <w:r w:rsidRPr="003A0BBB">
        <w:t>horrible réveil que prépare une telle illusion</w:t>
      </w:r>
      <w:r w:rsidR="003A6D8D">
        <w:t xml:space="preserve"> ! </w:t>
      </w:r>
      <w:r w:rsidRPr="003A0BBB">
        <w:t>Y a-t-il sur terre rien de plus à plaindre</w:t>
      </w:r>
      <w:r w:rsidR="003A6D8D">
        <w:t xml:space="preserve"> : </w:t>
      </w:r>
      <w:r w:rsidRPr="003A0BBB">
        <w:t>une femme qui s</w:t>
      </w:r>
      <w:r w:rsidR="003A6D8D">
        <w:t>’</w:t>
      </w:r>
      <w:r w:rsidRPr="003A0BBB">
        <w:t>aperçoit que l</w:t>
      </w:r>
      <w:r w:rsidR="003A6D8D">
        <w:t>’</w:t>
      </w:r>
      <w:r w:rsidRPr="003A0BBB">
        <w:t>amour qu</w:t>
      </w:r>
      <w:r w:rsidR="003A6D8D">
        <w:t>’</w:t>
      </w:r>
      <w:r w:rsidRPr="003A0BBB">
        <w:t>on lui a voué n</w:t>
      </w:r>
      <w:r w:rsidR="003A6D8D">
        <w:t>’</w:t>
      </w:r>
      <w:r w:rsidRPr="003A0BBB">
        <w:t>est plus maintenant que de la pitié</w:t>
      </w:r>
      <w:r w:rsidR="003A6D8D">
        <w:t> ?</w:t>
      </w:r>
    </w:p>
    <w:p w14:paraId="2644A50A" w14:textId="3985DE62" w:rsidR="008F7090" w:rsidRPr="003A0BBB" w:rsidRDefault="008F7090" w:rsidP="008F7090"/>
    <w:p w14:paraId="4CFF1593" w14:textId="77777777" w:rsidR="003A6D8D" w:rsidRDefault="008F7090" w:rsidP="008F7090">
      <w:r w:rsidRPr="003A0BBB">
        <w:t>Je l</w:t>
      </w:r>
      <w:r w:rsidR="003A6D8D">
        <w:t>’</w:t>
      </w:r>
      <w:r w:rsidRPr="003A0BBB">
        <w:t>avoue avec horreur</w:t>
      </w:r>
      <w:r w:rsidR="003A6D8D">
        <w:t xml:space="preserve">, </w:t>
      </w:r>
      <w:r w:rsidRPr="003A0BBB">
        <w:t>ce fut dans les mois qui suivirent immédiatement la disparition de Camille que ma félicité a été la plus complète</w:t>
      </w:r>
      <w:r w:rsidR="003A6D8D">
        <w:t xml:space="preserve">. </w:t>
      </w:r>
      <w:r w:rsidRPr="003A0BBB">
        <w:t>Ce fut au cours de ces mois que j</w:t>
      </w:r>
      <w:r w:rsidR="003A6D8D">
        <w:t>’</w:t>
      </w:r>
      <w:r w:rsidRPr="003A0BBB">
        <w:t>ai peut-être pensé le moins souvent à la morte</w:t>
      </w:r>
      <w:r w:rsidR="003A6D8D">
        <w:t xml:space="preserve">. </w:t>
      </w:r>
      <w:r w:rsidRPr="003A0BBB">
        <w:t>Sans doute</w:t>
      </w:r>
      <w:r w:rsidR="003A6D8D">
        <w:t xml:space="preserve">, </w:t>
      </w:r>
      <w:r w:rsidRPr="003A0BBB">
        <w:t>il ne fallait pas que Franz me laissât seule bien longtemps</w:t>
      </w:r>
      <w:r w:rsidR="003A6D8D">
        <w:t xml:space="preserve">. </w:t>
      </w:r>
      <w:r w:rsidRPr="003A0BBB">
        <w:t>Sans doute</w:t>
      </w:r>
      <w:r w:rsidR="003A6D8D">
        <w:t xml:space="preserve">, </w:t>
      </w:r>
      <w:r w:rsidRPr="003A0BBB">
        <w:t>au cours de l</w:t>
      </w:r>
      <w:r w:rsidR="003A6D8D">
        <w:t>’</w:t>
      </w:r>
      <w:r w:rsidRPr="003A0BBB">
        <w:t>hiver</w:t>
      </w:r>
      <w:r w:rsidR="003A6D8D">
        <w:t xml:space="preserve">, </w:t>
      </w:r>
      <w:r w:rsidRPr="003A0BBB">
        <w:t xml:space="preserve">se trouvant obligé de se rendre à la ville </w:t>
      </w:r>
      <w:r w:rsidRPr="003A0BBB">
        <w:lastRenderedPageBreak/>
        <w:t>pour téléphoner ou expédier un télégramme</w:t>
      </w:r>
      <w:r w:rsidR="003A6D8D">
        <w:t xml:space="preserve">, </w:t>
      </w:r>
      <w:r w:rsidRPr="003A0BBB">
        <w:t>il lui est arrivé de me retrouver en larmes</w:t>
      </w:r>
      <w:r w:rsidR="003A6D8D">
        <w:t xml:space="preserve">, </w:t>
      </w:r>
      <w:r w:rsidRPr="003A0BBB">
        <w:t>blottie au fond de mon fauteuil</w:t>
      </w:r>
      <w:r w:rsidR="003A6D8D">
        <w:t xml:space="preserve">, </w:t>
      </w:r>
      <w:r w:rsidRPr="003A0BBB">
        <w:t>tremblant de tous mes membres dans une chambre où je n</w:t>
      </w:r>
      <w:r w:rsidR="003A6D8D">
        <w:t>’</w:t>
      </w:r>
      <w:r w:rsidRPr="003A0BBB">
        <w:t>avais pas eu la force de me lever pour allumer la lampe</w:t>
      </w:r>
      <w:r w:rsidR="003A6D8D">
        <w:t xml:space="preserve">. </w:t>
      </w:r>
      <w:r w:rsidRPr="003A0BBB">
        <w:t>Mais sa chère présence dissipait aussitôt les obscurs fantômes nés de l</w:t>
      </w:r>
      <w:r w:rsidR="003A6D8D">
        <w:t>’</w:t>
      </w:r>
      <w:r w:rsidRPr="003A0BBB">
        <w:t>ombre et de la solitude</w:t>
      </w:r>
      <w:r w:rsidR="003A6D8D">
        <w:t xml:space="preserve">. </w:t>
      </w:r>
      <w:r w:rsidRPr="003A0BBB">
        <w:t>Il n</w:t>
      </w:r>
      <w:r w:rsidR="003A6D8D">
        <w:t>’</w:t>
      </w:r>
      <w:r w:rsidRPr="003A0BBB">
        <w:t>avait qu</w:t>
      </w:r>
      <w:r w:rsidR="003A6D8D">
        <w:t>’</w:t>
      </w:r>
      <w:r w:rsidRPr="003A0BBB">
        <w:t>à me prendre dans ses bras</w:t>
      </w:r>
      <w:r w:rsidR="003A6D8D">
        <w:t xml:space="preserve">. </w:t>
      </w:r>
      <w:r w:rsidRPr="003A0BBB">
        <w:t>Nous dînions en tête-à-tête</w:t>
      </w:r>
      <w:r w:rsidR="003A6D8D">
        <w:t xml:space="preserve">, </w:t>
      </w:r>
      <w:r w:rsidRPr="003A0BBB">
        <w:t>nous servant nous-mêmes</w:t>
      </w:r>
      <w:r w:rsidR="003A6D8D">
        <w:t xml:space="preserve">, </w:t>
      </w:r>
      <w:r w:rsidRPr="003A0BBB">
        <w:t>car Maria ne couchait plus maintenant à Maguelonne</w:t>
      </w:r>
      <w:r w:rsidR="003A6D8D">
        <w:t xml:space="preserve">. </w:t>
      </w:r>
      <w:r w:rsidRPr="003A0BBB">
        <w:t>Je l</w:t>
      </w:r>
      <w:r w:rsidR="003A6D8D">
        <w:t>’</w:t>
      </w:r>
      <w:r w:rsidRPr="003A0BBB">
        <w:t>avais autorisée à rentrer chez ses parents</w:t>
      </w:r>
      <w:r w:rsidR="003A6D8D">
        <w:t xml:space="preserve">, </w:t>
      </w:r>
      <w:r w:rsidRPr="003A0BBB">
        <w:t>et elle était sur le point de se fiancer au fils d</w:t>
      </w:r>
      <w:r w:rsidR="003A6D8D">
        <w:t>’</w:t>
      </w:r>
      <w:r w:rsidRPr="003A0BBB">
        <w:t>un métayer des environs</w:t>
      </w:r>
      <w:r w:rsidR="003A6D8D">
        <w:t xml:space="preserve">. </w:t>
      </w:r>
      <w:r w:rsidRPr="003A0BBB">
        <w:t>Elle venait encore le matin vers dix heures</w:t>
      </w:r>
      <w:r w:rsidR="003A6D8D">
        <w:t xml:space="preserve">, </w:t>
      </w:r>
      <w:r w:rsidRPr="003A0BBB">
        <w:t>nous servait à déjeuner</w:t>
      </w:r>
      <w:r w:rsidR="003A6D8D">
        <w:t xml:space="preserve">, </w:t>
      </w:r>
      <w:r w:rsidRPr="003A0BBB">
        <w:t>s</w:t>
      </w:r>
      <w:r w:rsidR="003A6D8D">
        <w:t>’</w:t>
      </w:r>
      <w:r w:rsidRPr="003A0BBB">
        <w:t>employait l</w:t>
      </w:r>
      <w:r w:rsidR="003A6D8D">
        <w:t>’</w:t>
      </w:r>
      <w:r w:rsidRPr="003A0BBB">
        <w:t>après-midi à maintenir la maison en ordre</w:t>
      </w:r>
      <w:r w:rsidR="003A6D8D">
        <w:t xml:space="preserve">, </w:t>
      </w:r>
      <w:r w:rsidRPr="003A0BBB">
        <w:t>et repartait à la nuit tombante</w:t>
      </w:r>
      <w:r w:rsidR="003A6D8D">
        <w:t xml:space="preserve">, </w:t>
      </w:r>
      <w:r w:rsidRPr="003A0BBB">
        <w:t>après avoir préparé notre repas du soir</w:t>
      </w:r>
      <w:r w:rsidR="003A6D8D">
        <w:t xml:space="preserve">. </w:t>
      </w:r>
      <w:r w:rsidRPr="003A0BBB">
        <w:t>Ainsi</w:t>
      </w:r>
      <w:r w:rsidR="003A6D8D">
        <w:t xml:space="preserve">, </w:t>
      </w:r>
      <w:r w:rsidRPr="003A0BBB">
        <w:t>la vieille maison nous appartenait sans contrôle d</w:t>
      </w:r>
      <w:r w:rsidR="003A6D8D">
        <w:t>’</w:t>
      </w:r>
      <w:r w:rsidRPr="003A0BBB">
        <w:t>aucune sorte</w:t>
      </w:r>
      <w:r w:rsidR="003A6D8D">
        <w:t xml:space="preserve">, </w:t>
      </w:r>
      <w:r w:rsidRPr="003A0BBB">
        <w:t>et nul être humain n</w:t>
      </w:r>
      <w:r w:rsidR="003A6D8D">
        <w:t>’</w:t>
      </w:r>
      <w:r w:rsidRPr="003A0BBB">
        <w:t>a été témoin des premières semaines de notre bonheur</w:t>
      </w:r>
      <w:r w:rsidR="003A6D8D">
        <w:t>.</w:t>
      </w:r>
    </w:p>
    <w:p w14:paraId="146967C9" w14:textId="77777777" w:rsidR="003A6D8D" w:rsidRDefault="008F7090" w:rsidP="008F7090">
      <w:r w:rsidRPr="003A0BBB">
        <w:t>Personne d</w:t>
      </w:r>
      <w:r w:rsidR="003A6D8D">
        <w:t>’</w:t>
      </w:r>
      <w:r w:rsidRPr="003A0BBB">
        <w:t>ailleurs encore ne trouvait extraordinaire que Franz demeurât dans le pays</w:t>
      </w:r>
      <w:r w:rsidR="003A6D8D">
        <w:t xml:space="preserve">. </w:t>
      </w:r>
      <w:r w:rsidRPr="003A0BBB">
        <w:t>Sitôt après l</w:t>
      </w:r>
      <w:r w:rsidR="003A6D8D">
        <w:t>’</w:t>
      </w:r>
      <w:r w:rsidRPr="003A0BBB">
        <w:t>enterrement de Camille</w:t>
      </w:r>
      <w:r w:rsidR="003A6D8D">
        <w:t xml:space="preserve">, </w:t>
      </w:r>
      <w:r w:rsidRPr="003A0BBB">
        <w:t>soit calcul</w:t>
      </w:r>
      <w:r w:rsidR="003A6D8D">
        <w:t xml:space="preserve">, </w:t>
      </w:r>
      <w:r w:rsidRPr="003A0BBB">
        <w:t>soit besoin réel d</w:t>
      </w:r>
      <w:r w:rsidR="003A6D8D">
        <w:t>’</w:t>
      </w:r>
      <w:r w:rsidRPr="003A0BBB">
        <w:t>être soigné</w:t>
      </w:r>
      <w:r w:rsidR="003A6D8D">
        <w:t xml:space="preserve">, </w:t>
      </w:r>
      <w:r w:rsidRPr="003A0BBB">
        <w:t>il était allé consulter le médecin de la ville</w:t>
      </w:r>
      <w:r w:rsidR="003A6D8D">
        <w:t xml:space="preserve">, </w:t>
      </w:r>
      <w:r w:rsidRPr="003A0BBB">
        <w:t>vieillard consciencieux et timoré</w:t>
      </w:r>
      <w:r w:rsidR="003A6D8D">
        <w:t xml:space="preserve">, </w:t>
      </w:r>
      <w:r w:rsidRPr="003A0BBB">
        <w:t>que cette démarche avait flatté et mis dans son jeu</w:t>
      </w:r>
      <w:r w:rsidR="003A6D8D">
        <w:t xml:space="preserve">. </w:t>
      </w:r>
      <w:r w:rsidRPr="003A0BBB">
        <w:t>Ce médecin fut d</w:t>
      </w:r>
      <w:r w:rsidR="003A6D8D">
        <w:t>’</w:t>
      </w:r>
      <w:r w:rsidRPr="003A0BBB">
        <w:t>avis qu</w:t>
      </w:r>
      <w:r w:rsidR="003A6D8D">
        <w:t>’</w:t>
      </w:r>
      <w:r w:rsidRPr="003A0BBB">
        <w:t>en passant l</w:t>
      </w:r>
      <w:r w:rsidR="003A6D8D">
        <w:t>’</w:t>
      </w:r>
      <w:r w:rsidRPr="003A0BBB">
        <w:t>hiver à Paris Franz ne manquerait pas de compromettre les progrès qu</w:t>
      </w:r>
      <w:r w:rsidR="003A6D8D">
        <w:t>’</w:t>
      </w:r>
      <w:r w:rsidRPr="003A0BBB">
        <w:t>il avait réalisés dans la voie de la guérison</w:t>
      </w:r>
      <w:r w:rsidR="003A6D8D">
        <w:t xml:space="preserve">. </w:t>
      </w:r>
      <w:r w:rsidRPr="003A0BBB">
        <w:t>Il lui fallait rester le plus longtemps possible à Maguelonne puisqu</w:t>
      </w:r>
      <w:r w:rsidR="003A6D8D">
        <w:t>’</w:t>
      </w:r>
      <w:r w:rsidRPr="003A0BBB">
        <w:t>il se rendait compte que l</w:t>
      </w:r>
      <w:r w:rsidR="003A6D8D">
        <w:t>’</w:t>
      </w:r>
      <w:r w:rsidRPr="003A0BBB">
        <w:t>air sylvestre avait sur son état une influence salutaire</w:t>
      </w:r>
      <w:r w:rsidR="003A6D8D">
        <w:t xml:space="preserve">. </w:t>
      </w:r>
      <w:r w:rsidRPr="003A0BBB">
        <w:t>Franz ne fit aucune difficulté pour accepter de suivre un conseil qu</w:t>
      </w:r>
      <w:r w:rsidR="003A6D8D">
        <w:t>’</w:t>
      </w:r>
      <w:r w:rsidRPr="003A0BBB">
        <w:t>il avait peut-être invoqué</w:t>
      </w:r>
      <w:r w:rsidR="003A6D8D">
        <w:t xml:space="preserve">. </w:t>
      </w:r>
      <w:r w:rsidRPr="003A0BBB">
        <w:t>Mais il touchait au terme de son congé de convalescence</w:t>
      </w:r>
      <w:r w:rsidR="003A6D8D">
        <w:t xml:space="preserve">. </w:t>
      </w:r>
      <w:r w:rsidRPr="003A0BBB">
        <w:t>Il avait besoin de revenir à Paris pour régulariser sa situation auprès des autorités administratives et militaires dont il dépendait</w:t>
      </w:r>
      <w:r w:rsidR="003A6D8D">
        <w:t xml:space="preserve">. </w:t>
      </w:r>
      <w:r w:rsidRPr="003A0BBB">
        <w:t>Il fut naturellement convenu que je l</w:t>
      </w:r>
      <w:r w:rsidR="003A6D8D">
        <w:t>’</w:t>
      </w:r>
      <w:r w:rsidRPr="003A0BBB">
        <w:t>accompagnerais</w:t>
      </w:r>
      <w:r w:rsidR="003A6D8D">
        <w:t xml:space="preserve">. </w:t>
      </w:r>
      <w:r w:rsidRPr="003A0BBB">
        <w:t>Ce voyage ne dura que le temps nécessaire à lui permettre d</w:t>
      </w:r>
      <w:r w:rsidR="003A6D8D">
        <w:t>’</w:t>
      </w:r>
      <w:r w:rsidRPr="003A0BBB">
        <w:t xml:space="preserve">obtenir un renouvellement </w:t>
      </w:r>
      <w:r w:rsidRPr="003A0BBB">
        <w:lastRenderedPageBreak/>
        <w:t>de congé</w:t>
      </w:r>
      <w:r w:rsidR="003A6D8D">
        <w:t xml:space="preserve">. </w:t>
      </w:r>
      <w:r w:rsidRPr="003A0BBB">
        <w:t>Il en profita pourtant pour s</w:t>
      </w:r>
      <w:r w:rsidR="003A6D8D">
        <w:t>’</w:t>
      </w:r>
      <w:r w:rsidRPr="003A0BBB">
        <w:t>occuper de ses affaires particulières</w:t>
      </w:r>
      <w:r w:rsidR="003A6D8D">
        <w:t xml:space="preserve">, </w:t>
      </w:r>
      <w:r w:rsidRPr="003A0BBB">
        <w:t>pour visiter un certain nombre de grands industriels</w:t>
      </w:r>
      <w:r w:rsidR="003A6D8D">
        <w:t xml:space="preserve">, </w:t>
      </w:r>
      <w:r w:rsidRPr="003A0BBB">
        <w:t>et entre autres le propriétaire d</w:t>
      </w:r>
      <w:r w:rsidR="003A6D8D">
        <w:t>’</w:t>
      </w:r>
      <w:r w:rsidRPr="003A0BBB">
        <w:t>une des plus importantes usines de munitions de la banlieue parisienne</w:t>
      </w:r>
      <w:r w:rsidR="003A6D8D">
        <w:t xml:space="preserve">. </w:t>
      </w:r>
      <w:r w:rsidRPr="003A0BBB">
        <w:t>Il eut le temps d</w:t>
      </w:r>
      <w:r w:rsidR="003A6D8D">
        <w:t>’</w:t>
      </w:r>
      <w:r w:rsidRPr="003A0BBB">
        <w:t>établir</w:t>
      </w:r>
      <w:r w:rsidR="003A6D8D">
        <w:t xml:space="preserve">, </w:t>
      </w:r>
      <w:r w:rsidRPr="003A0BBB">
        <w:t>de concert avec lui</w:t>
      </w:r>
      <w:r w:rsidR="003A6D8D">
        <w:t xml:space="preserve">, </w:t>
      </w:r>
      <w:r w:rsidRPr="003A0BBB">
        <w:t>un projet de contrat de société en vue de l</w:t>
      </w:r>
      <w:r w:rsidR="003A6D8D">
        <w:t>’</w:t>
      </w:r>
      <w:r w:rsidRPr="003A0BBB">
        <w:t>exploitation du modèle de voiture automobile dont il était l</w:t>
      </w:r>
      <w:r w:rsidR="003A6D8D">
        <w:t>’</w:t>
      </w:r>
      <w:r w:rsidRPr="003A0BBB">
        <w:t>inventeur</w:t>
      </w:r>
      <w:r w:rsidR="003A6D8D">
        <w:t xml:space="preserve">. </w:t>
      </w:r>
      <w:r w:rsidRPr="003A0BBB">
        <w:t>J</w:t>
      </w:r>
      <w:r w:rsidR="003A6D8D">
        <w:t>’</w:t>
      </w:r>
      <w:r w:rsidRPr="003A0BBB">
        <w:t>admirais la maîtrise avec laquelle il s</w:t>
      </w:r>
      <w:r w:rsidR="003A6D8D">
        <w:t>’</w:t>
      </w:r>
      <w:r w:rsidRPr="003A0BBB">
        <w:t>arrangeait pour mener de front des affaires aussi complexes sans que je pusse croire qu</w:t>
      </w:r>
      <w:r w:rsidR="003A6D8D">
        <w:t>’</w:t>
      </w:r>
      <w:r w:rsidRPr="003A0BBB">
        <w:t>il cessait une minute de songer à moi</w:t>
      </w:r>
      <w:r w:rsidR="003A6D8D">
        <w:t xml:space="preserve">. </w:t>
      </w:r>
      <w:r w:rsidRPr="003A0BBB">
        <w:t>Moins de quinze jours après notre départ</w:t>
      </w:r>
      <w:r w:rsidR="003A6D8D">
        <w:t xml:space="preserve">, </w:t>
      </w:r>
      <w:r w:rsidRPr="003A0BBB">
        <w:t>nous étions de retour à Maguelonne</w:t>
      </w:r>
      <w:r w:rsidR="003A6D8D">
        <w:t>.</w:t>
      </w:r>
    </w:p>
    <w:p w14:paraId="091C5AFB" w14:textId="77777777" w:rsidR="003A6D8D" w:rsidRDefault="008F7090" w:rsidP="008F7090">
      <w:r w:rsidRPr="003A0BBB">
        <w:t>Si à ce moment quelqu</w:t>
      </w:r>
      <w:r w:rsidR="003A6D8D">
        <w:t>’</w:t>
      </w:r>
      <w:r w:rsidRPr="003A0BBB">
        <w:t>un était venu me dire que nous n</w:t>
      </w:r>
      <w:r w:rsidR="003A6D8D">
        <w:t>’</w:t>
      </w:r>
      <w:r w:rsidRPr="003A0BBB">
        <w:t>en sortirions plus jamais</w:t>
      </w:r>
      <w:r w:rsidR="003A6D8D">
        <w:t xml:space="preserve">, </w:t>
      </w:r>
      <w:r w:rsidRPr="003A0BBB">
        <w:t xml:space="preserve">je crois que nous </w:t>
      </w:r>
      <w:proofErr w:type="gramStart"/>
      <w:r w:rsidRPr="003A0BBB">
        <w:t>n</w:t>
      </w:r>
      <w:r w:rsidR="003A6D8D">
        <w:t>’</w:t>
      </w:r>
      <w:r w:rsidRPr="003A0BBB">
        <w:t>eussions</w:t>
      </w:r>
      <w:proofErr w:type="gramEnd"/>
      <w:r w:rsidRPr="003A0BBB">
        <w:t xml:space="preserve"> manifesté aucun étonnement de cette prédiction</w:t>
      </w:r>
      <w:r w:rsidR="003A6D8D">
        <w:t xml:space="preserve">. </w:t>
      </w:r>
      <w:r w:rsidRPr="003A0BBB">
        <w:t>En tout cas</w:t>
      </w:r>
      <w:r w:rsidR="003A6D8D">
        <w:t xml:space="preserve">, </w:t>
      </w:r>
      <w:r w:rsidRPr="003A0BBB">
        <w:t>si l</w:t>
      </w:r>
      <w:r w:rsidR="003A6D8D">
        <w:t>’</w:t>
      </w:r>
      <w:r w:rsidRPr="003A0BBB">
        <w:t>un de nous deux avait fait des réserves</w:t>
      </w:r>
      <w:r w:rsidR="003A6D8D">
        <w:t xml:space="preserve">, </w:t>
      </w:r>
      <w:r w:rsidRPr="003A0BBB">
        <w:t>elles seraient venues non de Franz</w:t>
      </w:r>
      <w:r w:rsidR="003A6D8D">
        <w:t xml:space="preserve">, </w:t>
      </w:r>
      <w:r w:rsidRPr="003A0BBB">
        <w:t>mais de moi</w:t>
      </w:r>
      <w:r w:rsidR="003A6D8D">
        <w:t xml:space="preserve">, </w:t>
      </w:r>
      <w:r w:rsidRPr="003A0BBB">
        <w:t>qui savais que</w:t>
      </w:r>
      <w:r w:rsidR="003A6D8D">
        <w:t xml:space="preserve">, </w:t>
      </w:r>
      <w:r w:rsidRPr="003A0BBB">
        <w:t>malgré tout</w:t>
      </w:r>
      <w:r w:rsidR="003A6D8D">
        <w:t xml:space="preserve">, </w:t>
      </w:r>
      <w:r w:rsidRPr="003A0BBB">
        <w:t>il avait une œuvre à poursuivre</w:t>
      </w:r>
      <w:r w:rsidR="003A6D8D">
        <w:t xml:space="preserve">. </w:t>
      </w:r>
      <w:r w:rsidRPr="003A0BBB">
        <w:t>Tôt ou tard</w:t>
      </w:r>
      <w:r w:rsidR="003A6D8D">
        <w:t xml:space="preserve">, </w:t>
      </w:r>
      <w:r w:rsidRPr="003A0BBB">
        <w:t>il nous faudrait aller demeurer à Paris</w:t>
      </w:r>
      <w:r w:rsidR="003A6D8D">
        <w:t xml:space="preserve">, </w:t>
      </w:r>
      <w:r w:rsidRPr="003A0BBB">
        <w:t>sinon toute l</w:t>
      </w:r>
      <w:r w:rsidR="003A6D8D">
        <w:t>’</w:t>
      </w:r>
      <w:r w:rsidRPr="003A0BBB">
        <w:t>année</w:t>
      </w:r>
      <w:r w:rsidR="003A6D8D">
        <w:t xml:space="preserve">, </w:t>
      </w:r>
      <w:r w:rsidRPr="003A0BBB">
        <w:t>du moins pendant la majeure partie</w:t>
      </w:r>
      <w:r w:rsidR="003A6D8D">
        <w:t xml:space="preserve">. </w:t>
      </w:r>
      <w:r w:rsidRPr="003A0BBB">
        <w:t>Mais</w:t>
      </w:r>
      <w:r w:rsidR="003A6D8D">
        <w:t xml:space="preserve">, </w:t>
      </w:r>
      <w:r w:rsidRPr="003A0BBB">
        <w:t>pour le moment</w:t>
      </w:r>
      <w:r w:rsidR="003A6D8D">
        <w:t xml:space="preserve">, </w:t>
      </w:r>
      <w:r w:rsidRPr="003A0BBB">
        <w:t>nous ne nous occupions pas de tant de choses</w:t>
      </w:r>
      <w:r w:rsidR="003A6D8D">
        <w:t xml:space="preserve">. </w:t>
      </w:r>
      <w:r w:rsidRPr="003A0BBB">
        <w:t>La guerre continuait</w:t>
      </w:r>
      <w:r w:rsidR="003A6D8D">
        <w:t xml:space="preserve">. </w:t>
      </w:r>
      <w:r w:rsidRPr="003A0BBB">
        <w:t>Il n</w:t>
      </w:r>
      <w:r w:rsidR="003A6D8D">
        <w:t>’</w:t>
      </w:r>
      <w:r w:rsidRPr="003A0BBB">
        <w:t>était pas possible de prévoir le lendemain</w:t>
      </w:r>
      <w:r w:rsidR="003A6D8D">
        <w:t xml:space="preserve">, </w:t>
      </w:r>
      <w:r w:rsidRPr="003A0BBB">
        <w:t>encore moins de chercher d</w:t>
      </w:r>
      <w:r w:rsidR="003A6D8D">
        <w:t>’</w:t>
      </w:r>
      <w:r w:rsidRPr="003A0BBB">
        <w:t>ores et déjà à l</w:t>
      </w:r>
      <w:r w:rsidR="003A6D8D">
        <w:t>’</w:t>
      </w:r>
      <w:r w:rsidRPr="003A0BBB">
        <w:t>organiser</w:t>
      </w:r>
      <w:r w:rsidR="003A6D8D">
        <w:t xml:space="preserve">. </w:t>
      </w:r>
      <w:r w:rsidRPr="003A0BBB">
        <w:t>On examinera peut-être un jour les répercussions de ce grand drame de quatre années sur la vie des gens qui n</w:t>
      </w:r>
      <w:r w:rsidR="003A6D8D">
        <w:t>’</w:t>
      </w:r>
      <w:r w:rsidRPr="003A0BBB">
        <w:t>étaient pas directement mêlés à la lutte</w:t>
      </w:r>
      <w:r w:rsidR="003A6D8D">
        <w:t xml:space="preserve">. </w:t>
      </w:r>
      <w:r w:rsidRPr="003A0BBB">
        <w:t>Il imposait</w:t>
      </w:r>
      <w:r w:rsidR="003A6D8D">
        <w:t xml:space="preserve">, </w:t>
      </w:r>
      <w:r w:rsidRPr="003A0BBB">
        <w:t>selon la formule d</w:t>
      </w:r>
      <w:r w:rsidR="003A6D8D">
        <w:t>’</w:t>
      </w:r>
      <w:r w:rsidRPr="003A0BBB">
        <w:t>alors</w:t>
      </w:r>
      <w:r w:rsidR="003A6D8D">
        <w:t xml:space="preserve">, </w:t>
      </w:r>
      <w:r w:rsidRPr="003A0BBB">
        <w:t>un moratoire à toutes les décisions qui pouvaient paraître d</w:t>
      </w:r>
      <w:r w:rsidR="003A6D8D">
        <w:t>’</w:t>
      </w:r>
      <w:r w:rsidRPr="003A0BBB">
        <w:t>ordre définitif</w:t>
      </w:r>
      <w:r w:rsidR="003A6D8D">
        <w:t>. « </w:t>
      </w:r>
      <w:r w:rsidRPr="003A0BBB">
        <w:t>Quand la guerre sera finie</w:t>
      </w:r>
      <w:r w:rsidR="003A6D8D">
        <w:t xml:space="preserve">… », </w:t>
      </w:r>
      <w:r w:rsidRPr="003A0BBB">
        <w:t>phrase d</w:t>
      </w:r>
      <w:r w:rsidR="003A6D8D">
        <w:t>’</w:t>
      </w:r>
      <w:r w:rsidRPr="003A0BBB">
        <w:t>autruche</w:t>
      </w:r>
      <w:r w:rsidR="003A6D8D">
        <w:t xml:space="preserve">, </w:t>
      </w:r>
      <w:r w:rsidRPr="003A0BBB">
        <w:t>phrase commode</w:t>
      </w:r>
      <w:r w:rsidR="003A6D8D">
        <w:t xml:space="preserve">, </w:t>
      </w:r>
      <w:r w:rsidRPr="003A0BBB">
        <w:t>à l</w:t>
      </w:r>
      <w:r w:rsidR="003A6D8D">
        <w:t>’</w:t>
      </w:r>
      <w:r w:rsidRPr="003A0BBB">
        <w:t>ombre de laquelle combien de situations irrégulières sont nées</w:t>
      </w:r>
      <w:r w:rsidR="003A6D8D">
        <w:t xml:space="preserve">, </w:t>
      </w:r>
      <w:r w:rsidRPr="003A0BBB">
        <w:t>ont grandi</w:t>
      </w:r>
      <w:r w:rsidR="003A6D8D">
        <w:t xml:space="preserve">, </w:t>
      </w:r>
      <w:r w:rsidRPr="003A0BBB">
        <w:t>ont poussé de tous côtés leurs lianes inextricables</w:t>
      </w:r>
      <w:r w:rsidR="003A6D8D">
        <w:t xml:space="preserve">. </w:t>
      </w:r>
      <w:r w:rsidRPr="003A0BBB">
        <w:t>Le dur travail d</w:t>
      </w:r>
      <w:r w:rsidR="003A6D8D">
        <w:t>’</w:t>
      </w:r>
      <w:r w:rsidRPr="003A0BBB">
        <w:t>arrachement auquel il a fallu se livrer ensuite</w:t>
      </w:r>
      <w:r w:rsidR="003A6D8D">
        <w:t xml:space="preserve">, </w:t>
      </w:r>
      <w:r w:rsidRPr="003A0BBB">
        <w:t>quand la paix</w:t>
      </w:r>
      <w:r w:rsidR="003A6D8D">
        <w:t xml:space="preserve">, </w:t>
      </w:r>
      <w:r w:rsidRPr="003A0BBB">
        <w:t>en faisant rentrer les choses dans la norme</w:t>
      </w:r>
      <w:r w:rsidR="003A6D8D">
        <w:t xml:space="preserve">, </w:t>
      </w:r>
      <w:r w:rsidRPr="003A0BBB">
        <w:t>n</w:t>
      </w:r>
      <w:r w:rsidR="003A6D8D">
        <w:t>’</w:t>
      </w:r>
      <w:r w:rsidRPr="003A0BBB">
        <w:t>a plus laissé à l</w:t>
      </w:r>
      <w:r w:rsidR="003A6D8D">
        <w:t>’</w:t>
      </w:r>
      <w:r w:rsidRPr="003A0BBB">
        <w:t>apathie ou à la veulerie la facile excuse des circonstances exceptionnelles</w:t>
      </w:r>
      <w:r w:rsidR="003A6D8D">
        <w:t> !</w:t>
      </w:r>
    </w:p>
    <w:p w14:paraId="2F722589" w14:textId="77777777" w:rsidR="003A6D8D" w:rsidRDefault="008F7090" w:rsidP="008F7090">
      <w:r w:rsidRPr="003A0BBB">
        <w:lastRenderedPageBreak/>
        <w:t>Hiver de 1917</w:t>
      </w:r>
      <w:r w:rsidR="003A6D8D">
        <w:t xml:space="preserve"> ! </w:t>
      </w:r>
      <w:r w:rsidRPr="003A0BBB">
        <w:t>Hiver tragique pour tant de Français</w:t>
      </w:r>
      <w:r w:rsidR="003A6D8D">
        <w:t xml:space="preserve"> ! </w:t>
      </w:r>
      <w:r w:rsidRPr="003A0BBB">
        <w:t>Mais qu</w:t>
      </w:r>
      <w:r w:rsidR="003A6D8D">
        <w:t>’</w:t>
      </w:r>
      <w:r w:rsidRPr="003A0BBB">
        <w:t>on ne s</w:t>
      </w:r>
      <w:r w:rsidR="003A6D8D">
        <w:t>’</w:t>
      </w:r>
      <w:r w:rsidRPr="003A0BBB">
        <w:t>attende pas à la voir compatir à la détresse de son pays</w:t>
      </w:r>
      <w:r w:rsidR="003A6D8D">
        <w:t xml:space="preserve">, </w:t>
      </w:r>
      <w:r w:rsidRPr="003A0BBB">
        <w:t>celle qui venait de faire de son mieux l</w:t>
      </w:r>
      <w:r w:rsidR="003A6D8D">
        <w:t>’</w:t>
      </w:r>
      <w:r w:rsidRPr="003A0BBB">
        <w:t>oubli sur le récent cadavre de sa fille</w:t>
      </w:r>
      <w:r w:rsidR="003A6D8D">
        <w:t xml:space="preserve">. </w:t>
      </w:r>
      <w:r w:rsidRPr="003A0BBB">
        <w:t>La guerre n</w:t>
      </w:r>
      <w:r w:rsidR="003A6D8D">
        <w:t>’</w:t>
      </w:r>
      <w:r w:rsidRPr="003A0BBB">
        <w:t>a existé pour les femmes que dans la mesure où elles en ont souffert directement</w:t>
      </w:r>
      <w:r w:rsidR="003A6D8D">
        <w:t xml:space="preserve">, </w:t>
      </w:r>
      <w:r w:rsidRPr="003A0BBB">
        <w:t>dans leurs affections ou leurs amours</w:t>
      </w:r>
      <w:r w:rsidR="003A6D8D">
        <w:t xml:space="preserve">. </w:t>
      </w:r>
      <w:r w:rsidRPr="003A0BBB">
        <w:t>La guerre</w:t>
      </w:r>
      <w:r w:rsidR="003A6D8D">
        <w:t xml:space="preserve">, </w:t>
      </w:r>
      <w:r w:rsidRPr="003A0BBB">
        <w:t>c</w:t>
      </w:r>
      <w:r w:rsidR="003A6D8D">
        <w:t>’</w:t>
      </w:r>
      <w:r w:rsidRPr="003A0BBB">
        <w:t>était pour moi cette cicatrice en forme d</w:t>
      </w:r>
      <w:r w:rsidR="003A6D8D">
        <w:t>’</w:t>
      </w:r>
      <w:r w:rsidRPr="003A0BBB">
        <w:t>étoile que j</w:t>
      </w:r>
      <w:r w:rsidR="003A6D8D">
        <w:t>’</w:t>
      </w:r>
      <w:r w:rsidRPr="003A0BBB">
        <w:t>apercevais la nuit</w:t>
      </w:r>
      <w:r w:rsidR="003A6D8D">
        <w:t xml:space="preserve">, </w:t>
      </w:r>
      <w:r w:rsidRPr="003A0BBB">
        <w:t>à la lueur de la veilleuse</w:t>
      </w:r>
      <w:r w:rsidR="003A6D8D">
        <w:t xml:space="preserve">, </w:t>
      </w:r>
      <w:r w:rsidRPr="003A0BBB">
        <w:t>sur la poitrine de Franz endormi</w:t>
      </w:r>
      <w:r w:rsidR="003A6D8D">
        <w:t xml:space="preserve">. </w:t>
      </w:r>
      <w:r w:rsidRPr="003A0BBB">
        <w:t>Mon bien-aimé</w:t>
      </w:r>
      <w:r w:rsidR="003A6D8D">
        <w:t xml:space="preserve">, </w:t>
      </w:r>
      <w:r w:rsidRPr="003A0BBB">
        <w:t>dire qu</w:t>
      </w:r>
      <w:r w:rsidR="003A6D8D">
        <w:t>’</w:t>
      </w:r>
      <w:r w:rsidRPr="003A0BBB">
        <w:t>on aurait pu me le tuer</w:t>
      </w:r>
      <w:r w:rsidR="003A6D8D">
        <w:t xml:space="preserve"> ! </w:t>
      </w:r>
      <w:r w:rsidRPr="003A0BBB">
        <w:t>Je ne réfléchissais pas que Camille vivrait encore</w:t>
      </w:r>
      <w:r w:rsidR="003A6D8D">
        <w:t xml:space="preserve">, </w:t>
      </w:r>
      <w:r w:rsidRPr="003A0BBB">
        <w:t>si la balle allemande</w:t>
      </w:r>
      <w:r w:rsidR="003A6D8D">
        <w:t xml:space="preserve">, </w:t>
      </w:r>
      <w:r w:rsidRPr="003A0BBB">
        <w:t>plus haute d</w:t>
      </w:r>
      <w:r w:rsidR="003A6D8D">
        <w:t>’</w:t>
      </w:r>
      <w:r w:rsidRPr="003A0BBB">
        <w:t>un seul centimètre</w:t>
      </w:r>
      <w:r w:rsidR="003A6D8D">
        <w:t xml:space="preserve">, </w:t>
      </w:r>
      <w:r w:rsidRPr="003A0BBB">
        <w:t>avait troué ce cœur dont j</w:t>
      </w:r>
      <w:r w:rsidR="003A6D8D">
        <w:t>’</w:t>
      </w:r>
      <w:r w:rsidRPr="003A0BBB">
        <w:t>écoutais les battements avec la seule terreur de les entendre soudain se ralentir</w:t>
      </w:r>
      <w:r w:rsidR="003A6D8D">
        <w:t xml:space="preserve">. </w:t>
      </w:r>
      <w:r w:rsidRPr="003A0BBB">
        <w:t>Mon univers</w:t>
      </w:r>
      <w:r w:rsidR="003A6D8D">
        <w:t xml:space="preserve">, </w:t>
      </w:r>
      <w:r w:rsidRPr="003A0BBB">
        <w:t>mon seul souci</w:t>
      </w:r>
      <w:r w:rsidR="003A6D8D">
        <w:t xml:space="preserve">, </w:t>
      </w:r>
      <w:r w:rsidRPr="003A0BBB">
        <w:t>ma patrie</w:t>
      </w:r>
      <w:r w:rsidR="003A6D8D">
        <w:t xml:space="preserve">, </w:t>
      </w:r>
      <w:r w:rsidRPr="003A0BBB">
        <w:t>ils étaient là</w:t>
      </w:r>
      <w:r w:rsidR="003A6D8D">
        <w:t xml:space="preserve">. </w:t>
      </w:r>
      <w:r w:rsidRPr="003A0BBB">
        <w:t>Tout ce qui existait en dehors de cette chambre m</w:t>
      </w:r>
      <w:r w:rsidR="003A6D8D">
        <w:t>’</w:t>
      </w:r>
      <w:r w:rsidRPr="003A0BBB">
        <w:t>était étranger ou indifférent</w:t>
      </w:r>
      <w:r w:rsidR="003A6D8D">
        <w:t xml:space="preserve">. </w:t>
      </w:r>
      <w:r w:rsidRPr="003A0BBB">
        <w:t>Je n</w:t>
      </w:r>
      <w:r w:rsidR="003A6D8D">
        <w:t>’</w:t>
      </w:r>
      <w:r w:rsidRPr="003A0BBB">
        <w:t>imaginais pas que quelque chose pût m</w:t>
      </w:r>
      <w:r w:rsidR="003A6D8D">
        <w:t>’</w:t>
      </w:r>
      <w:r w:rsidRPr="003A0BBB">
        <w:t>importer qui n</w:t>
      </w:r>
      <w:r w:rsidR="003A6D8D">
        <w:t>’</w:t>
      </w:r>
      <w:r w:rsidRPr="003A0BBB">
        <w:t>aurait pas été Franz</w:t>
      </w:r>
      <w:r w:rsidR="003A6D8D">
        <w:t>.</w:t>
      </w:r>
    </w:p>
    <w:p w14:paraId="3DFD7766" w14:textId="1FDAFEEA" w:rsidR="008F7090" w:rsidRPr="003A0BBB" w:rsidRDefault="008F7090" w:rsidP="008F7090">
      <w:r w:rsidRPr="003A0BBB">
        <w:t>Et lui</w:t>
      </w:r>
      <w:r w:rsidR="003A6D8D">
        <w:t xml:space="preserve">, </w:t>
      </w:r>
      <w:r w:rsidRPr="003A0BBB">
        <w:t>comme il m</w:t>
      </w:r>
      <w:r w:rsidR="003A6D8D">
        <w:t>’</w:t>
      </w:r>
      <w:r w:rsidRPr="003A0BBB">
        <w:t>a aimée</w:t>
      </w:r>
      <w:r w:rsidR="003A6D8D">
        <w:t xml:space="preserve"> ! </w:t>
      </w:r>
      <w:r w:rsidRPr="003A0BBB">
        <w:t>J</w:t>
      </w:r>
      <w:r w:rsidR="003A6D8D">
        <w:t>’</w:t>
      </w:r>
      <w:r w:rsidRPr="003A0BBB">
        <w:t>en reviens toujours là</w:t>
      </w:r>
      <w:r w:rsidR="003A6D8D">
        <w:t xml:space="preserve">, </w:t>
      </w:r>
      <w:r w:rsidRPr="003A0BBB">
        <w:t>il m</w:t>
      </w:r>
      <w:r w:rsidR="003A6D8D">
        <w:t>’</w:t>
      </w:r>
      <w:r w:rsidRPr="003A0BBB">
        <w:t>a aimée</w:t>
      </w:r>
      <w:r w:rsidR="003A6D8D">
        <w:t xml:space="preserve">. </w:t>
      </w:r>
      <w:r w:rsidRPr="003A0BBB">
        <w:t>Une femme peut se tromper sur tout</w:t>
      </w:r>
      <w:r w:rsidR="003A6D8D">
        <w:t xml:space="preserve">, </w:t>
      </w:r>
      <w:r w:rsidRPr="003A0BBB">
        <w:t>n</w:t>
      </w:r>
      <w:r w:rsidR="003A6D8D">
        <w:t>’</w:t>
      </w:r>
      <w:r w:rsidRPr="003A0BBB">
        <w:t>est-ce pas</w:t>
      </w:r>
      <w:r w:rsidR="003A6D8D">
        <w:t xml:space="preserve">, </w:t>
      </w:r>
      <w:r w:rsidRPr="003A0BBB">
        <w:t>mais non sur une chose pareille</w:t>
      </w:r>
      <w:r w:rsidR="003A6D8D">
        <w:t xml:space="preserve">. </w:t>
      </w:r>
      <w:r w:rsidRPr="003A0BBB">
        <w:t>Son amour</w:t>
      </w:r>
      <w:r w:rsidR="003A6D8D">
        <w:t xml:space="preserve">, </w:t>
      </w:r>
      <w:r w:rsidRPr="003A0BBB">
        <w:t>c</w:t>
      </w:r>
      <w:r w:rsidR="003A6D8D">
        <w:t>’</w:t>
      </w:r>
      <w:r w:rsidRPr="003A0BBB">
        <w:t>est ma justification</w:t>
      </w:r>
      <w:r w:rsidR="003A6D8D">
        <w:t xml:space="preserve">. </w:t>
      </w:r>
      <w:r w:rsidRPr="003A0BBB">
        <w:t>Qu</w:t>
      </w:r>
      <w:r w:rsidR="003A6D8D">
        <w:t>’</w:t>
      </w:r>
      <w:r w:rsidRPr="003A0BBB">
        <w:t>on n</w:t>
      </w:r>
      <w:r w:rsidR="003A6D8D">
        <w:t>’</w:t>
      </w:r>
      <w:r w:rsidRPr="003A0BBB">
        <w:t>essaie pas de m</w:t>
      </w:r>
      <w:r w:rsidR="003A6D8D">
        <w:t>’</w:t>
      </w:r>
      <w:r w:rsidRPr="003A0BBB">
        <w:t>enlever cette certitude</w:t>
      </w:r>
      <w:r w:rsidR="003A6D8D">
        <w:t xml:space="preserve">, </w:t>
      </w:r>
      <w:r w:rsidRPr="003A0BBB">
        <w:t>la seule qui me reste</w:t>
      </w:r>
      <w:r w:rsidR="003A6D8D">
        <w:t xml:space="preserve">, </w:t>
      </w:r>
      <w:r w:rsidRPr="003A0BBB">
        <w:t>la seule épave qui surnage et à laquelle</w:t>
      </w:r>
      <w:r w:rsidR="003A6D8D">
        <w:t xml:space="preserve">, </w:t>
      </w:r>
      <w:r w:rsidRPr="003A0BBB">
        <w:t>jusqu</w:t>
      </w:r>
      <w:r w:rsidR="003A6D8D">
        <w:t>’</w:t>
      </w:r>
      <w:r w:rsidRPr="003A0BBB">
        <w:t>à l</w:t>
      </w:r>
      <w:r w:rsidR="003A6D8D">
        <w:t>’</w:t>
      </w:r>
      <w:r w:rsidRPr="003A0BBB">
        <w:t>engloutissement final</w:t>
      </w:r>
      <w:r w:rsidR="003A6D8D">
        <w:t xml:space="preserve">, </w:t>
      </w:r>
      <w:r w:rsidRPr="003A0BBB">
        <w:t>je demeurerai obstinément attachée</w:t>
      </w:r>
      <w:r w:rsidR="003A6D8D">
        <w:t xml:space="preserve">. </w:t>
      </w:r>
      <w:r w:rsidRPr="003A0BBB">
        <w:t>Quand bien même</w:t>
      </w:r>
      <w:r w:rsidR="003A6D8D">
        <w:t xml:space="preserve">, </w:t>
      </w:r>
      <w:r w:rsidRPr="003A0BBB">
        <w:t>lorsque nous comparaîtrons devant nos juges</w:t>
      </w:r>
      <w:r w:rsidR="003A6D8D">
        <w:t xml:space="preserve">, </w:t>
      </w:r>
      <w:r w:rsidRPr="003A0BBB">
        <w:t>il blasphémerait</w:t>
      </w:r>
      <w:r w:rsidR="003A6D8D">
        <w:t xml:space="preserve">, </w:t>
      </w:r>
      <w:r w:rsidRPr="003A0BBB">
        <w:t>il nierait tout</w:t>
      </w:r>
      <w:r w:rsidR="003A6D8D">
        <w:t xml:space="preserve">, </w:t>
      </w:r>
      <w:r w:rsidRPr="003A0BBB">
        <w:t>il dirait que je suis folle</w:t>
      </w:r>
      <w:r w:rsidR="003A6D8D">
        <w:t xml:space="preserve">, </w:t>
      </w:r>
      <w:r w:rsidRPr="003A0BBB">
        <w:t>que jamais le sentiment qu</w:t>
      </w:r>
      <w:r w:rsidR="003A6D8D">
        <w:t>’</w:t>
      </w:r>
      <w:r w:rsidRPr="003A0BBB">
        <w:t>il a éprouvé pour moi n</w:t>
      </w:r>
      <w:r w:rsidR="003A6D8D">
        <w:t>’</w:t>
      </w:r>
      <w:r w:rsidRPr="003A0BBB">
        <w:t>a été un sentiment susceptible de le conduire jusqu</w:t>
      </w:r>
      <w:r w:rsidR="003A6D8D">
        <w:t>’</w:t>
      </w:r>
      <w:r w:rsidRPr="003A0BBB">
        <w:t>au crime</w:t>
      </w:r>
      <w:r w:rsidR="003A6D8D">
        <w:t xml:space="preserve">, </w:t>
      </w:r>
      <w:r w:rsidRPr="003A0BBB">
        <w:t>je crierai</w:t>
      </w:r>
      <w:r w:rsidR="003A6D8D">
        <w:t xml:space="preserve">, </w:t>
      </w:r>
      <w:r w:rsidRPr="003A0BBB">
        <w:t>moi</w:t>
      </w:r>
      <w:r w:rsidR="003A6D8D">
        <w:t xml:space="preserve">, </w:t>
      </w:r>
      <w:r w:rsidRPr="003A0BBB">
        <w:t>au tribunal</w:t>
      </w:r>
      <w:r w:rsidR="003A6D8D">
        <w:t> : « </w:t>
      </w:r>
      <w:r w:rsidRPr="003A0BBB">
        <w:t>Ne l</w:t>
      </w:r>
      <w:r w:rsidR="003A6D8D">
        <w:t>’</w:t>
      </w:r>
      <w:r w:rsidRPr="003A0BBB">
        <w:t>écoutez pas</w:t>
      </w:r>
      <w:r w:rsidR="003A6D8D">
        <w:t xml:space="preserve">. </w:t>
      </w:r>
      <w:r w:rsidRPr="003A0BBB">
        <w:t>Vous ne voyez donc pas qu</w:t>
      </w:r>
      <w:r w:rsidR="003A6D8D">
        <w:t>’</w:t>
      </w:r>
      <w:r w:rsidRPr="003A0BBB">
        <w:t>il s</w:t>
      </w:r>
      <w:r w:rsidR="003A6D8D">
        <w:t>’</w:t>
      </w:r>
      <w:r w:rsidRPr="003A0BBB">
        <w:t>efforce</w:t>
      </w:r>
      <w:r w:rsidR="003A6D8D">
        <w:t xml:space="preserve">, </w:t>
      </w:r>
      <w:r w:rsidRPr="003A0BBB">
        <w:t>le malheureux</w:t>
      </w:r>
      <w:r w:rsidR="003A6D8D">
        <w:t xml:space="preserve">, </w:t>
      </w:r>
      <w:r w:rsidRPr="003A0BBB">
        <w:t>de sauver sa tête</w:t>
      </w:r>
      <w:r w:rsidR="003A6D8D">
        <w:t> ! »</w:t>
      </w:r>
      <w:r w:rsidRPr="003A0BBB">
        <w:t xml:space="preserve"> Et mon accent sera tel que l</w:t>
      </w:r>
      <w:r w:rsidR="003A6D8D">
        <w:t>’</w:t>
      </w:r>
      <w:r w:rsidRPr="003A0BBB">
        <w:t>on verra bien qui l</w:t>
      </w:r>
      <w:r w:rsidR="003A6D8D">
        <w:t>’</w:t>
      </w:r>
      <w:r w:rsidRPr="003A0BBB">
        <w:t>on croira</w:t>
      </w:r>
      <w:r w:rsidR="003A6D8D">
        <w:t xml:space="preserve">. </w:t>
      </w:r>
      <w:r w:rsidRPr="003A0BBB">
        <w:t>Oui</w:t>
      </w:r>
      <w:r w:rsidR="003A6D8D">
        <w:t xml:space="preserve">, </w:t>
      </w:r>
      <w:r w:rsidRPr="003A0BBB">
        <w:t>de son amour</w:t>
      </w:r>
      <w:r w:rsidR="003A6D8D">
        <w:t xml:space="preserve">, </w:t>
      </w:r>
      <w:r w:rsidRPr="003A0BBB">
        <w:t>et c</w:t>
      </w:r>
      <w:r w:rsidR="003A6D8D">
        <w:t>’</w:t>
      </w:r>
      <w:r w:rsidRPr="003A0BBB">
        <w:t>est là tout le fond du procès</w:t>
      </w:r>
      <w:r w:rsidR="003A6D8D">
        <w:t xml:space="preserve">, </w:t>
      </w:r>
      <w:r w:rsidRPr="003A0BBB">
        <w:t>il m</w:t>
      </w:r>
      <w:r w:rsidR="003A6D8D">
        <w:t>’</w:t>
      </w:r>
      <w:r w:rsidRPr="003A0BBB">
        <w:t>a fourni la preuve la plus tangible</w:t>
      </w:r>
      <w:r w:rsidR="003A6D8D">
        <w:t xml:space="preserve">, </w:t>
      </w:r>
      <w:r w:rsidRPr="003A0BBB">
        <w:t>en même temps que la plus épouvantable</w:t>
      </w:r>
      <w:r w:rsidR="003A6D8D">
        <w:t xml:space="preserve">. </w:t>
      </w:r>
      <w:r w:rsidRPr="003A0BBB">
        <w:t>J</w:t>
      </w:r>
      <w:r w:rsidR="003A6D8D">
        <w:t>’</w:t>
      </w:r>
      <w:r w:rsidRPr="003A0BBB">
        <w:t>en ai eu d</w:t>
      </w:r>
      <w:r w:rsidR="003A6D8D">
        <w:t>’</w:t>
      </w:r>
      <w:r w:rsidRPr="003A0BBB">
        <w:t>autres</w:t>
      </w:r>
      <w:r w:rsidR="003A6D8D">
        <w:t xml:space="preserve">, </w:t>
      </w:r>
      <w:r w:rsidRPr="003A0BBB">
        <w:t>Dieu merci</w:t>
      </w:r>
      <w:r w:rsidR="003A6D8D">
        <w:t xml:space="preserve">. </w:t>
      </w:r>
      <w:r w:rsidRPr="003A0BBB">
        <w:t>Tant d</w:t>
      </w:r>
      <w:r w:rsidR="003A6D8D">
        <w:t>’</w:t>
      </w:r>
      <w:r w:rsidRPr="003A0BBB">
        <w:t>autres que je ne saurais par où commencer s</w:t>
      </w:r>
      <w:r w:rsidR="003A6D8D">
        <w:t>’</w:t>
      </w:r>
      <w:r w:rsidRPr="003A0BBB">
        <w:t xml:space="preserve">il me fallait les </w:t>
      </w:r>
      <w:r w:rsidRPr="003A0BBB">
        <w:lastRenderedPageBreak/>
        <w:t>énumérer</w:t>
      </w:r>
      <w:r w:rsidR="003A6D8D">
        <w:t xml:space="preserve">. </w:t>
      </w:r>
      <w:r w:rsidRPr="003A0BBB">
        <w:t>Mais qu</w:t>
      </w:r>
      <w:r w:rsidR="003A6D8D">
        <w:t>’</w:t>
      </w:r>
      <w:r w:rsidRPr="003A0BBB">
        <w:t>il ne se fasse pas d</w:t>
      </w:r>
      <w:r w:rsidR="003A6D8D">
        <w:t>’</w:t>
      </w:r>
      <w:r w:rsidRPr="003A0BBB">
        <w:t>illusion</w:t>
      </w:r>
      <w:r w:rsidR="003A6D8D">
        <w:t xml:space="preserve">, </w:t>
      </w:r>
      <w:r w:rsidRPr="003A0BBB">
        <w:t>je les dirai toutes</w:t>
      </w:r>
      <w:r w:rsidR="003A6D8D">
        <w:t xml:space="preserve">. </w:t>
      </w:r>
      <w:r w:rsidRPr="003A0BBB">
        <w:t>J</w:t>
      </w:r>
      <w:r w:rsidR="003A6D8D">
        <w:t>’</w:t>
      </w:r>
      <w:r w:rsidRPr="003A0BBB">
        <w:t>irai</w:t>
      </w:r>
      <w:r w:rsidR="003A6D8D">
        <w:t xml:space="preserve">, </w:t>
      </w:r>
      <w:r w:rsidRPr="003A0BBB">
        <w:t>s</w:t>
      </w:r>
      <w:r w:rsidR="003A6D8D">
        <w:t>’</w:t>
      </w:r>
      <w:r w:rsidRPr="003A0BBB">
        <w:t>il le faut</w:t>
      </w:r>
      <w:r w:rsidR="003A6D8D">
        <w:t xml:space="preserve">, </w:t>
      </w:r>
      <w:r w:rsidRPr="003A0BBB">
        <w:t>jusqu</w:t>
      </w:r>
      <w:r w:rsidR="003A6D8D">
        <w:t>’</w:t>
      </w:r>
      <w:r w:rsidRPr="003A0BBB">
        <w:t>où une femme n</w:t>
      </w:r>
      <w:r w:rsidR="003A6D8D">
        <w:t>’</w:t>
      </w:r>
      <w:r w:rsidRPr="003A0BBB">
        <w:t>a jamais osé aller</w:t>
      </w:r>
      <w:r w:rsidR="003A6D8D">
        <w:t xml:space="preserve">. </w:t>
      </w:r>
      <w:r w:rsidRPr="003A0BBB">
        <w:t>J</w:t>
      </w:r>
      <w:r w:rsidR="003A6D8D">
        <w:t>’</w:t>
      </w:r>
      <w:r w:rsidRPr="003A0BBB">
        <w:t>abdiquerai au pied du jury toute ma pudeur</w:t>
      </w:r>
      <w:r w:rsidR="003A6D8D">
        <w:t xml:space="preserve">. </w:t>
      </w:r>
      <w:r w:rsidRPr="003A0BBB">
        <w:t>Je raconterai</w:t>
      </w:r>
      <w:r w:rsidR="003A6D8D">
        <w:t xml:space="preserve">… </w:t>
      </w:r>
      <w:r w:rsidRPr="003A0BBB">
        <w:t>et qu</w:t>
      </w:r>
      <w:r w:rsidR="003A6D8D">
        <w:t>’</w:t>
      </w:r>
      <w:r w:rsidRPr="003A0BBB">
        <w:t>on ne vienne pas alors prétendre que j</w:t>
      </w:r>
      <w:r w:rsidR="003A6D8D">
        <w:t>’</w:t>
      </w:r>
      <w:r w:rsidRPr="003A0BBB">
        <w:t>ai pu m</w:t>
      </w:r>
      <w:r w:rsidR="003A6D8D">
        <w:t>’</w:t>
      </w:r>
      <w:r w:rsidRPr="003A0BBB">
        <w:t>illusionner</w:t>
      </w:r>
      <w:r w:rsidR="003A6D8D">
        <w:t xml:space="preserve">, </w:t>
      </w:r>
      <w:r w:rsidRPr="003A0BBB">
        <w:t>insinuer que les mots qu</w:t>
      </w:r>
      <w:r w:rsidR="003A6D8D">
        <w:t>’</w:t>
      </w:r>
      <w:r w:rsidRPr="003A0BBB">
        <w:t>il m</w:t>
      </w:r>
      <w:r w:rsidR="003A6D8D">
        <w:t>’</w:t>
      </w:r>
      <w:r w:rsidRPr="003A0BBB">
        <w:t>a dits</w:t>
      </w:r>
      <w:r w:rsidR="003A6D8D">
        <w:t xml:space="preserve">, </w:t>
      </w:r>
      <w:r w:rsidRPr="003A0BBB">
        <w:t>que les étreintes qu</w:t>
      </w:r>
      <w:r w:rsidR="003A6D8D">
        <w:t>’</w:t>
      </w:r>
      <w:r w:rsidRPr="003A0BBB">
        <w:t>il m</w:t>
      </w:r>
      <w:r w:rsidR="003A6D8D">
        <w:t>’</w:t>
      </w:r>
      <w:r w:rsidRPr="003A0BBB">
        <w:t>a prodiguées</w:t>
      </w:r>
      <w:r w:rsidR="003A6D8D">
        <w:t xml:space="preserve">, </w:t>
      </w:r>
      <w:r w:rsidRPr="003A0BBB">
        <w:t>il a pu être capable de les dire et de les prodiguer de la même façon à d</w:t>
      </w:r>
      <w:r w:rsidR="003A6D8D">
        <w:t>’</w:t>
      </w:r>
      <w:r w:rsidRPr="003A0BBB">
        <w:t>autres femmes</w:t>
      </w:r>
      <w:r w:rsidR="003A6D8D">
        <w:t xml:space="preserve">. </w:t>
      </w:r>
      <w:r w:rsidRPr="003A0BBB">
        <w:t>Je sais ce que j</w:t>
      </w:r>
      <w:r w:rsidR="003A6D8D">
        <w:t>’</w:t>
      </w:r>
      <w:r w:rsidRPr="003A0BBB">
        <w:t>avance</w:t>
      </w:r>
      <w:r w:rsidR="003A6D8D">
        <w:t xml:space="preserve">. </w:t>
      </w:r>
      <w:r w:rsidRPr="003A0BBB">
        <w:t>J</w:t>
      </w:r>
      <w:r w:rsidR="003A6D8D">
        <w:t>’</w:t>
      </w:r>
      <w:r w:rsidRPr="003A0BBB">
        <w:t>ai mes points de comparaison</w:t>
      </w:r>
      <w:r w:rsidR="003A6D8D">
        <w:t xml:space="preserve">. </w:t>
      </w:r>
      <w:r w:rsidRPr="003A0BBB">
        <w:t>Camille</w:t>
      </w:r>
      <w:r w:rsidR="003A6D8D">
        <w:t xml:space="preserve">, </w:t>
      </w:r>
      <w:r w:rsidRPr="003A0BBB">
        <w:t>il l</w:t>
      </w:r>
      <w:r w:rsidR="003A6D8D">
        <w:t>’</w:t>
      </w:r>
      <w:r w:rsidRPr="003A0BBB">
        <w:t>a aimée</w:t>
      </w:r>
      <w:r w:rsidR="003A6D8D">
        <w:t xml:space="preserve">, </w:t>
      </w:r>
      <w:r w:rsidRPr="003A0BBB">
        <w:t>elle aussi</w:t>
      </w:r>
      <w:r w:rsidR="003A6D8D">
        <w:t xml:space="preserve">, </w:t>
      </w:r>
      <w:r w:rsidRPr="003A0BBB">
        <w:t>je le sais</w:t>
      </w:r>
      <w:r w:rsidR="003A6D8D">
        <w:t xml:space="preserve">. </w:t>
      </w:r>
      <w:r w:rsidRPr="003A0BBB">
        <w:t>Probablement elle a été sa maîtresse</w:t>
      </w:r>
      <w:r w:rsidR="003A6D8D">
        <w:t xml:space="preserve">. </w:t>
      </w:r>
      <w:r w:rsidRPr="003A0BBB">
        <w:t>Eh bien</w:t>
      </w:r>
      <w:r w:rsidR="003A6D8D">
        <w:t xml:space="preserve">, </w:t>
      </w:r>
      <w:r w:rsidRPr="003A0BBB">
        <w:t>ne cessant</w:t>
      </w:r>
      <w:r w:rsidR="003A6D8D">
        <w:t xml:space="preserve">, </w:t>
      </w:r>
      <w:r w:rsidRPr="003A0BBB">
        <w:t>dès qu</w:t>
      </w:r>
      <w:r w:rsidR="003A6D8D">
        <w:t>’</w:t>
      </w:r>
      <w:r w:rsidRPr="003A0BBB">
        <w:t>il s</w:t>
      </w:r>
      <w:r w:rsidR="003A6D8D">
        <w:t>’</w:t>
      </w:r>
      <w:r w:rsidRPr="003A0BBB">
        <w:t>absentait de Maguelonne</w:t>
      </w:r>
      <w:r w:rsidR="003A6D8D">
        <w:t xml:space="preserve">, </w:t>
      </w:r>
      <w:r w:rsidRPr="003A0BBB">
        <w:t>de fouiller dans les papiers de ma fille</w:t>
      </w:r>
      <w:r w:rsidR="003A6D8D">
        <w:t xml:space="preserve">, </w:t>
      </w:r>
      <w:r w:rsidRPr="003A0BBB">
        <w:t>j</w:t>
      </w:r>
      <w:r w:rsidR="003A6D8D">
        <w:t>’</w:t>
      </w:r>
      <w:r w:rsidRPr="003A0BBB">
        <w:t>ai fini par voir ma persévérance macabre couronnée de succès</w:t>
      </w:r>
      <w:r w:rsidR="003A6D8D">
        <w:t xml:space="preserve">. </w:t>
      </w:r>
      <w:r w:rsidRPr="003A0BBB">
        <w:t>J</w:t>
      </w:r>
      <w:r w:rsidR="003A6D8D">
        <w:t>’</w:t>
      </w:r>
      <w:r w:rsidRPr="003A0BBB">
        <w:t>ai retrouvé les lettres qu</w:t>
      </w:r>
      <w:r w:rsidR="003A6D8D">
        <w:t>’</w:t>
      </w:r>
      <w:r w:rsidRPr="003A0BBB">
        <w:t>il lui adressait</w:t>
      </w:r>
      <w:r w:rsidR="003A6D8D">
        <w:t xml:space="preserve">. </w:t>
      </w:r>
      <w:r w:rsidRPr="003A0BBB">
        <w:t>Ah</w:t>
      </w:r>
      <w:r w:rsidR="003A6D8D">
        <w:t xml:space="preserve"> ! </w:t>
      </w:r>
      <w:r w:rsidRPr="003A0BBB">
        <w:t>tout cela est bien ignoble</w:t>
      </w:r>
      <w:r w:rsidR="003A6D8D">
        <w:t xml:space="preserve">, </w:t>
      </w:r>
      <w:r w:rsidRPr="003A0BBB">
        <w:t>je m</w:t>
      </w:r>
      <w:r w:rsidR="003A6D8D">
        <w:t>’</w:t>
      </w:r>
      <w:r w:rsidRPr="003A0BBB">
        <w:t>en rends compte</w:t>
      </w:r>
      <w:r w:rsidR="003A6D8D">
        <w:t xml:space="preserve">, </w:t>
      </w:r>
      <w:r w:rsidRPr="003A0BBB">
        <w:t>mais aussi vit-on jamais une femme dans une telle situation</w:t>
      </w:r>
      <w:r w:rsidR="003A6D8D">
        <w:t xml:space="preserve"> ? </w:t>
      </w:r>
      <w:r w:rsidRPr="003A0BBB">
        <w:t>Je ne le crois pas</w:t>
      </w:r>
      <w:r w:rsidR="003A6D8D">
        <w:t xml:space="preserve">. </w:t>
      </w:r>
      <w:r w:rsidRPr="003A0BBB">
        <w:t>S</w:t>
      </w:r>
      <w:r w:rsidR="003A6D8D">
        <w:t>’</w:t>
      </w:r>
      <w:r w:rsidRPr="003A0BBB">
        <w:t>en trouvera-t-il seulement une capable de surmonter son dégoût</w:t>
      </w:r>
      <w:r w:rsidR="003A6D8D">
        <w:t xml:space="preserve">, </w:t>
      </w:r>
      <w:r w:rsidRPr="003A0BBB">
        <w:t>de tâcher par la pensée de se mettre à ma place</w:t>
      </w:r>
      <w:r w:rsidR="003A6D8D">
        <w:t xml:space="preserve"> ? </w:t>
      </w:r>
      <w:r w:rsidRPr="003A0BBB">
        <w:t>Pitié</w:t>
      </w:r>
      <w:r w:rsidR="003A6D8D">
        <w:t xml:space="preserve">, </w:t>
      </w:r>
      <w:r w:rsidRPr="003A0BBB">
        <w:t>pitié pour la malheureuse que je suis</w:t>
      </w:r>
      <w:r w:rsidR="003A6D8D">
        <w:t xml:space="preserve"> ! </w:t>
      </w:r>
      <w:r w:rsidRPr="003A0BBB">
        <w:t>Mais qu</w:t>
      </w:r>
      <w:r w:rsidR="003A6D8D">
        <w:t>’</w:t>
      </w:r>
      <w:r w:rsidRPr="003A0BBB">
        <w:t>importe</w:t>
      </w:r>
      <w:r w:rsidR="003A6D8D">
        <w:t xml:space="preserve"> ! </w:t>
      </w:r>
      <w:r w:rsidRPr="003A0BBB">
        <w:t>Ces lettres</w:t>
      </w:r>
      <w:r w:rsidR="003A6D8D">
        <w:t xml:space="preserve">, </w:t>
      </w:r>
      <w:r w:rsidRPr="003A0BBB">
        <w:t>donc</w:t>
      </w:r>
      <w:r w:rsidR="003A6D8D">
        <w:t xml:space="preserve">, </w:t>
      </w:r>
      <w:r w:rsidRPr="003A0BBB">
        <w:t>je les lisais</w:t>
      </w:r>
      <w:r w:rsidR="003A6D8D">
        <w:t xml:space="preserve">. </w:t>
      </w:r>
      <w:r w:rsidRPr="003A0BBB">
        <w:t>Je me disais</w:t>
      </w:r>
      <w:r w:rsidR="003A6D8D">
        <w:t> : « </w:t>
      </w:r>
      <w:r w:rsidRPr="003A0BBB">
        <w:t>Il l</w:t>
      </w:r>
      <w:r w:rsidR="003A6D8D">
        <w:t>’</w:t>
      </w:r>
      <w:r w:rsidRPr="003A0BBB">
        <w:t>a aimée</w:t>
      </w:r>
      <w:r w:rsidR="003A6D8D">
        <w:t xml:space="preserve">, </w:t>
      </w:r>
      <w:r w:rsidRPr="003A0BBB">
        <w:t>elle aussi</w:t>
      </w:r>
      <w:r w:rsidR="003A6D8D">
        <w:t xml:space="preserve">, </w:t>
      </w:r>
      <w:r w:rsidRPr="003A0BBB">
        <w:t>c</w:t>
      </w:r>
      <w:r w:rsidR="003A6D8D">
        <w:t>’</w:t>
      </w:r>
      <w:r w:rsidRPr="003A0BBB">
        <w:t>est certain</w:t>
      </w:r>
      <w:r w:rsidR="003A6D8D">
        <w:t xml:space="preserve">, </w:t>
      </w:r>
      <w:r w:rsidRPr="003A0BBB">
        <w:t>il l</w:t>
      </w:r>
      <w:r w:rsidR="003A6D8D">
        <w:t>’</w:t>
      </w:r>
      <w:r w:rsidRPr="003A0BBB">
        <w:t>a aimée</w:t>
      </w:r>
      <w:r w:rsidR="003A6D8D">
        <w:t xml:space="preserve">, </w:t>
      </w:r>
      <w:r w:rsidRPr="003A0BBB">
        <w:t>mais comme on aime une pâle jeune fille</w:t>
      </w:r>
      <w:r w:rsidR="003A6D8D">
        <w:t xml:space="preserve">. </w:t>
      </w:r>
      <w:r w:rsidRPr="003A0BBB">
        <w:t>Que sont les pauvres mots dont il usait avec elle</w:t>
      </w:r>
      <w:r w:rsidR="003A6D8D">
        <w:t xml:space="preserve">, </w:t>
      </w:r>
      <w:r w:rsidRPr="003A0BBB">
        <w:t>à côté de ceux qu</w:t>
      </w:r>
      <w:r w:rsidR="003A6D8D">
        <w:t>’</w:t>
      </w:r>
      <w:r w:rsidRPr="003A0BBB">
        <w:t>il m</w:t>
      </w:r>
      <w:r w:rsidR="003A6D8D">
        <w:t>’</w:t>
      </w:r>
      <w:r w:rsidRPr="003A0BBB">
        <w:t>adresse</w:t>
      </w:r>
      <w:r w:rsidR="003A6D8D">
        <w:t xml:space="preserve">, </w:t>
      </w:r>
      <w:r w:rsidRPr="003A0BBB">
        <w:t>à moi</w:t>
      </w:r>
      <w:r w:rsidR="003A6D8D">
        <w:t xml:space="preserve">, </w:t>
      </w:r>
      <w:r w:rsidRPr="003A0BBB">
        <w:t>à côté des cris de volupté que je lui ai arrachés</w:t>
      </w:r>
      <w:r w:rsidR="003A6D8D">
        <w:t> ! »</w:t>
      </w:r>
    </w:p>
    <w:p w14:paraId="3FDA4FBC" w14:textId="77777777" w:rsidR="008F7090" w:rsidRPr="003A0BBB" w:rsidRDefault="008F7090" w:rsidP="008F7090"/>
    <w:p w14:paraId="07EBA6C4" w14:textId="77777777" w:rsidR="003A6D8D" w:rsidRDefault="008F7090" w:rsidP="008F7090">
      <w:r w:rsidRPr="003A0BBB">
        <w:t>Au cours de ces journées</w:t>
      </w:r>
      <w:r w:rsidR="003A6D8D">
        <w:t xml:space="preserve">, </w:t>
      </w:r>
      <w:r w:rsidRPr="003A0BBB">
        <w:t>de ces semaines où j</w:t>
      </w:r>
      <w:r w:rsidR="003A6D8D">
        <w:t>’</w:t>
      </w:r>
      <w:r w:rsidRPr="003A0BBB">
        <w:t>ai puisé la confiance en moi qui m</w:t>
      </w:r>
      <w:r w:rsidR="003A6D8D">
        <w:t>’</w:t>
      </w:r>
      <w:r w:rsidRPr="003A0BBB">
        <w:t>avait manqué jusqu</w:t>
      </w:r>
      <w:r w:rsidR="003A6D8D">
        <w:t>’</w:t>
      </w:r>
      <w:r w:rsidRPr="003A0BBB">
        <w:t>alors</w:t>
      </w:r>
      <w:r w:rsidR="003A6D8D">
        <w:t xml:space="preserve">, </w:t>
      </w:r>
      <w:r w:rsidRPr="003A0BBB">
        <w:t>j</w:t>
      </w:r>
      <w:r w:rsidR="003A6D8D">
        <w:t>’</w:t>
      </w:r>
      <w:r w:rsidRPr="003A0BBB">
        <w:t>ai vu Franz</w:t>
      </w:r>
      <w:r w:rsidR="003A6D8D">
        <w:t xml:space="preserve">, </w:t>
      </w:r>
      <w:r w:rsidRPr="003A0BBB">
        <w:t>fier et stupéfait de son œuvre</w:t>
      </w:r>
      <w:r w:rsidR="003A6D8D">
        <w:t xml:space="preserve">, </w:t>
      </w:r>
      <w:r w:rsidRPr="003A0BBB">
        <w:t>assister en spectateur transporté à la métamorphose dont il était l</w:t>
      </w:r>
      <w:r w:rsidR="003A6D8D">
        <w:t>’</w:t>
      </w:r>
      <w:r w:rsidRPr="003A0BBB">
        <w:t>auteur</w:t>
      </w:r>
      <w:r w:rsidR="003A6D8D">
        <w:t xml:space="preserve">. </w:t>
      </w:r>
      <w:r w:rsidRPr="003A0BBB">
        <w:t>Il lui arrivait</w:t>
      </w:r>
      <w:r w:rsidR="003A6D8D">
        <w:t xml:space="preserve">, </w:t>
      </w:r>
      <w:r w:rsidRPr="003A0BBB">
        <w:t>à de fréquentes reprises</w:t>
      </w:r>
      <w:r w:rsidR="003A6D8D">
        <w:t xml:space="preserve">, </w:t>
      </w:r>
      <w:r w:rsidRPr="003A0BBB">
        <w:t>interrompant soudain nos embrassements</w:t>
      </w:r>
      <w:r w:rsidR="003A6D8D">
        <w:t xml:space="preserve">, </w:t>
      </w:r>
      <w:r w:rsidRPr="003A0BBB">
        <w:t>de me repousser par un geste doux et brusque</w:t>
      </w:r>
      <w:r w:rsidR="003A6D8D">
        <w:t xml:space="preserve">, </w:t>
      </w:r>
      <w:r w:rsidRPr="003A0BBB">
        <w:t>et</w:t>
      </w:r>
      <w:r w:rsidR="003A6D8D">
        <w:t xml:space="preserve">, </w:t>
      </w:r>
      <w:r w:rsidRPr="003A0BBB">
        <w:t>les mains sur mes épaules</w:t>
      </w:r>
      <w:r w:rsidR="003A6D8D">
        <w:t xml:space="preserve">, </w:t>
      </w:r>
      <w:r w:rsidRPr="003A0BBB">
        <w:t>de me considérer avec un étrange mélange d</w:t>
      </w:r>
      <w:r w:rsidR="003A6D8D">
        <w:t>’</w:t>
      </w:r>
      <w:r w:rsidRPr="003A0BBB">
        <w:t>orgueil et de mélancolie</w:t>
      </w:r>
      <w:r w:rsidR="003A6D8D">
        <w:t>. « </w:t>
      </w:r>
      <w:r w:rsidRPr="003A0BBB">
        <w:t xml:space="preserve">Quand je </w:t>
      </w:r>
      <w:r w:rsidRPr="003A0BBB">
        <w:lastRenderedPageBreak/>
        <w:t>pense</w:t>
      </w:r>
      <w:r w:rsidR="003A6D8D">
        <w:t>… »</w:t>
      </w:r>
      <w:r w:rsidRPr="003A0BBB">
        <w:t xml:space="preserve"> murmurait-il</w:t>
      </w:r>
      <w:r w:rsidR="003A6D8D">
        <w:t xml:space="preserve">. </w:t>
      </w:r>
      <w:r w:rsidRPr="003A0BBB">
        <w:t>Sa phrase s</w:t>
      </w:r>
      <w:r w:rsidR="003A6D8D">
        <w:t>’</w:t>
      </w:r>
      <w:r w:rsidRPr="003A0BBB">
        <w:t>arrêtait là</w:t>
      </w:r>
      <w:r w:rsidR="003A6D8D">
        <w:t xml:space="preserve">. </w:t>
      </w:r>
      <w:r w:rsidRPr="003A0BBB">
        <w:t>J</w:t>
      </w:r>
      <w:r w:rsidR="003A6D8D">
        <w:t>’</w:t>
      </w:r>
      <w:r w:rsidRPr="003A0BBB">
        <w:t>étais libre de l</w:t>
      </w:r>
      <w:r w:rsidR="003A6D8D">
        <w:t>’</w:t>
      </w:r>
      <w:r w:rsidRPr="003A0BBB">
        <w:t>achever à mon gré</w:t>
      </w:r>
      <w:r w:rsidR="003A6D8D">
        <w:t>. « </w:t>
      </w:r>
      <w:r w:rsidRPr="003A0BBB">
        <w:t>À quoi pense-t-il</w:t>
      </w:r>
      <w:r w:rsidR="003A6D8D">
        <w:t xml:space="preserve"> ? </w:t>
      </w:r>
      <w:r w:rsidRPr="003A0BBB">
        <w:t>me demandais-je avec ivresse</w:t>
      </w:r>
      <w:r w:rsidR="003A6D8D">
        <w:t xml:space="preserve">. </w:t>
      </w:r>
      <w:r w:rsidRPr="003A0BBB">
        <w:t>Il pense qu</w:t>
      </w:r>
      <w:r w:rsidR="003A6D8D">
        <w:t>’</w:t>
      </w:r>
      <w:r w:rsidRPr="003A0BBB">
        <w:t>il aurait dû plus tôt me connaître</w:t>
      </w:r>
      <w:r w:rsidR="003A6D8D">
        <w:t xml:space="preserve">, </w:t>
      </w:r>
      <w:r w:rsidRPr="003A0BBB">
        <w:t>que j</w:t>
      </w:r>
      <w:r w:rsidR="003A6D8D">
        <w:t>’</w:t>
      </w:r>
      <w:r w:rsidRPr="003A0BBB">
        <w:t>aurais pu n</w:t>
      </w:r>
      <w:r w:rsidR="003A6D8D">
        <w:t>’</w:t>
      </w:r>
      <w:r w:rsidRPr="003A0BBB">
        <w:t>appartenir à personne d</w:t>
      </w:r>
      <w:r w:rsidR="003A6D8D">
        <w:t>’</w:t>
      </w:r>
      <w:r w:rsidRPr="003A0BBB">
        <w:t>autre que lui</w:t>
      </w:r>
      <w:r w:rsidR="003A6D8D">
        <w:t xml:space="preserve">. </w:t>
      </w:r>
      <w:r w:rsidRPr="003A0BBB">
        <w:t>Mais non</w:t>
      </w:r>
      <w:r w:rsidR="003A6D8D">
        <w:t xml:space="preserve">, </w:t>
      </w:r>
      <w:r w:rsidRPr="003A0BBB">
        <w:t>bien plus certainement</w:t>
      </w:r>
      <w:r w:rsidR="003A6D8D">
        <w:t xml:space="preserve">, </w:t>
      </w:r>
      <w:r w:rsidRPr="003A0BBB">
        <w:t>il pense à ce que j</w:t>
      </w:r>
      <w:r w:rsidR="003A6D8D">
        <w:t>’</w:t>
      </w:r>
      <w:r w:rsidRPr="003A0BBB">
        <w:t>étais quand il est venu à moi</w:t>
      </w:r>
      <w:r w:rsidR="003A6D8D">
        <w:t xml:space="preserve">. </w:t>
      </w:r>
      <w:r w:rsidRPr="003A0BBB">
        <w:t>Humble et triste femme en robe noire</w:t>
      </w:r>
      <w:r w:rsidR="003A6D8D">
        <w:t xml:space="preserve">, </w:t>
      </w:r>
      <w:r w:rsidRPr="003A0BBB">
        <w:t>plus jeune d</w:t>
      </w:r>
      <w:r w:rsidR="003A6D8D">
        <w:t>’</w:t>
      </w:r>
      <w:r w:rsidRPr="003A0BBB">
        <w:t>une année</w:t>
      </w:r>
      <w:r w:rsidR="003A6D8D">
        <w:t xml:space="preserve">, </w:t>
      </w:r>
      <w:r w:rsidRPr="003A0BBB">
        <w:t>plus vieille pourtant de dix ans</w:t>
      </w:r>
      <w:r w:rsidR="003A6D8D">
        <w:t> ! »</w:t>
      </w:r>
      <w:r w:rsidRPr="003A0BBB">
        <w:t xml:space="preserve"> Il ne me déplaît pas de parler de ce miraculeux rajeunissement</w:t>
      </w:r>
      <w:r w:rsidR="003A6D8D">
        <w:t xml:space="preserve">. </w:t>
      </w:r>
      <w:r w:rsidRPr="003A0BBB">
        <w:t>Nous deux</w:t>
      </w:r>
      <w:r w:rsidR="003A6D8D">
        <w:t xml:space="preserve">, </w:t>
      </w:r>
      <w:r w:rsidRPr="003A0BBB">
        <w:t>sans doute</w:t>
      </w:r>
      <w:r w:rsidR="003A6D8D">
        <w:t xml:space="preserve">, </w:t>
      </w:r>
      <w:r w:rsidRPr="003A0BBB">
        <w:t>nous aurions pu nous leurrer à cet égard</w:t>
      </w:r>
      <w:r w:rsidR="003A6D8D">
        <w:t xml:space="preserve">. </w:t>
      </w:r>
      <w:r w:rsidRPr="003A0BBB">
        <w:t>Mais il était attesté par tant d</w:t>
      </w:r>
      <w:r w:rsidR="003A6D8D">
        <w:t>’</w:t>
      </w:r>
      <w:r w:rsidRPr="003A0BBB">
        <w:t>autres témoignages</w:t>
      </w:r>
      <w:r w:rsidR="003A6D8D">
        <w:t xml:space="preserve">. </w:t>
      </w:r>
      <w:r w:rsidRPr="003A0BBB">
        <w:t>Par le regard étonné des gens du pays</w:t>
      </w:r>
      <w:r w:rsidR="003A6D8D">
        <w:t xml:space="preserve"> ; </w:t>
      </w:r>
      <w:r w:rsidRPr="003A0BBB">
        <w:t>par les réflexions ou les compliments que me décochaient au passage des ouvriers étrangers à la région</w:t>
      </w:r>
      <w:r w:rsidR="003A6D8D">
        <w:t xml:space="preserve">, </w:t>
      </w:r>
      <w:r w:rsidRPr="003A0BBB">
        <w:t>hommages naïfs et brutaux</w:t>
      </w:r>
      <w:r w:rsidR="003A6D8D">
        <w:t xml:space="preserve">, </w:t>
      </w:r>
      <w:r w:rsidRPr="003A0BBB">
        <w:t>qui tout à la fois me ravissaient et me bouleversaient</w:t>
      </w:r>
      <w:r w:rsidR="003A6D8D">
        <w:t xml:space="preserve">. </w:t>
      </w:r>
      <w:r w:rsidRPr="003A0BBB">
        <w:t>Comment</w:t>
      </w:r>
      <w:r w:rsidR="003A6D8D">
        <w:t xml:space="preserve">, </w:t>
      </w:r>
      <w:r w:rsidRPr="003A0BBB">
        <w:t>en effet</w:t>
      </w:r>
      <w:r w:rsidR="003A6D8D">
        <w:t xml:space="preserve">, </w:t>
      </w:r>
      <w:r w:rsidRPr="003A0BBB">
        <w:t>rester insensible à tant d</w:t>
      </w:r>
      <w:r w:rsidR="003A6D8D">
        <w:t>’</w:t>
      </w:r>
      <w:r w:rsidRPr="003A0BBB">
        <w:t>indices</w:t>
      </w:r>
      <w:r w:rsidR="003A6D8D">
        <w:t xml:space="preserve"> ? </w:t>
      </w:r>
      <w:r w:rsidRPr="003A0BBB">
        <w:t>Mes yeux étaient plus sombres et plus brillants</w:t>
      </w:r>
      <w:r w:rsidR="003A6D8D">
        <w:t xml:space="preserve">, </w:t>
      </w:r>
      <w:r w:rsidRPr="003A0BBB">
        <w:t>ma chevelure s</w:t>
      </w:r>
      <w:r w:rsidR="003A6D8D">
        <w:t>’</w:t>
      </w:r>
      <w:r w:rsidRPr="003A0BBB">
        <w:t>était arrêtée de blanchir</w:t>
      </w:r>
      <w:r w:rsidR="003A6D8D">
        <w:t xml:space="preserve">. </w:t>
      </w:r>
      <w:r w:rsidRPr="003A0BBB">
        <w:t>La marche</w:t>
      </w:r>
      <w:r w:rsidR="003A6D8D">
        <w:t xml:space="preserve">, </w:t>
      </w:r>
      <w:r w:rsidRPr="003A0BBB">
        <w:t>l</w:t>
      </w:r>
      <w:r w:rsidR="003A6D8D">
        <w:t>’</w:t>
      </w:r>
      <w:r w:rsidRPr="003A0BBB">
        <w:t>exercice</w:t>
      </w:r>
      <w:r w:rsidR="003A6D8D">
        <w:t xml:space="preserve">, </w:t>
      </w:r>
      <w:r w:rsidRPr="003A0BBB">
        <w:t>les soins de plus en plus assidus que je prenais de mon corps lui avaient donné une fermeté et une souplesse qu</w:t>
      </w:r>
      <w:r w:rsidR="003A6D8D">
        <w:t>’</w:t>
      </w:r>
      <w:r w:rsidRPr="003A0BBB">
        <w:t>il me semblait n</w:t>
      </w:r>
      <w:r w:rsidR="003A6D8D">
        <w:t>’</w:t>
      </w:r>
      <w:r w:rsidRPr="003A0BBB">
        <w:t>avoir jamais connues</w:t>
      </w:r>
      <w:r w:rsidR="003A6D8D">
        <w:t xml:space="preserve">. </w:t>
      </w:r>
      <w:r w:rsidRPr="003A0BBB">
        <w:t>Par un phénomène mystérieux</w:t>
      </w:r>
      <w:r w:rsidR="003A6D8D">
        <w:t xml:space="preserve">, </w:t>
      </w:r>
      <w:r w:rsidRPr="003A0BBB">
        <w:t>mon visage</w:t>
      </w:r>
      <w:r w:rsidR="003A6D8D">
        <w:t xml:space="preserve">, </w:t>
      </w:r>
      <w:r w:rsidRPr="003A0BBB">
        <w:t>en se creusant</w:t>
      </w:r>
      <w:r w:rsidR="003A6D8D">
        <w:t xml:space="preserve">, </w:t>
      </w:r>
      <w:r w:rsidRPr="003A0BBB">
        <w:t>s</w:t>
      </w:r>
      <w:r w:rsidR="003A6D8D">
        <w:t>’</w:t>
      </w:r>
      <w:r w:rsidRPr="003A0BBB">
        <w:t>était rajeuni</w:t>
      </w:r>
      <w:r w:rsidR="003A6D8D">
        <w:t xml:space="preserve">. </w:t>
      </w:r>
      <w:r w:rsidRPr="003A0BBB">
        <w:t>La régularité placide de son ovale avait fait place à quelque chose de tourmenté</w:t>
      </w:r>
      <w:r w:rsidR="003A6D8D">
        <w:t xml:space="preserve">, </w:t>
      </w:r>
      <w:r w:rsidRPr="003A0BBB">
        <w:t>de presque dur</w:t>
      </w:r>
      <w:r w:rsidR="003A6D8D">
        <w:t xml:space="preserve">, </w:t>
      </w:r>
      <w:r w:rsidRPr="003A0BBB">
        <w:t>qu</w:t>
      </w:r>
      <w:r w:rsidR="003A6D8D">
        <w:t>’</w:t>
      </w:r>
      <w:r w:rsidRPr="003A0BBB">
        <w:t>accentuait encore l</w:t>
      </w:r>
      <w:r w:rsidR="003A6D8D">
        <w:t>’</w:t>
      </w:r>
      <w:r w:rsidRPr="003A0BBB">
        <w:t>usage des fards</w:t>
      </w:r>
      <w:r w:rsidR="003A6D8D">
        <w:t xml:space="preserve">. </w:t>
      </w:r>
      <w:r w:rsidRPr="003A0BBB">
        <w:t>Il y avait pourtant encore deux Alberte</w:t>
      </w:r>
      <w:r w:rsidR="003A6D8D">
        <w:t xml:space="preserve">. </w:t>
      </w:r>
      <w:r w:rsidRPr="003A0BBB">
        <w:t>D</w:t>
      </w:r>
      <w:r w:rsidR="003A6D8D">
        <w:t>’</w:t>
      </w:r>
      <w:r w:rsidRPr="003A0BBB">
        <w:t>abord celle que je n</w:t>
      </w:r>
      <w:r w:rsidR="003A6D8D">
        <w:t>’</w:t>
      </w:r>
      <w:r w:rsidRPr="003A0BBB">
        <w:t>avais pu absolument cesser d</w:t>
      </w:r>
      <w:r w:rsidR="003A6D8D">
        <w:t>’</w:t>
      </w:r>
      <w:r w:rsidRPr="003A0BBB">
        <w:t>être tout d</w:t>
      </w:r>
      <w:r w:rsidR="003A6D8D">
        <w:t>’</w:t>
      </w:r>
      <w:r w:rsidRPr="003A0BBB">
        <w:t>un coup</w:t>
      </w:r>
      <w:r w:rsidR="003A6D8D">
        <w:t xml:space="preserve">, </w:t>
      </w:r>
      <w:r w:rsidRPr="003A0BBB">
        <w:t>l</w:t>
      </w:r>
      <w:r w:rsidR="003A6D8D">
        <w:t>’</w:t>
      </w:r>
      <w:r w:rsidRPr="003A0BBB">
        <w:t>ancienne</w:t>
      </w:r>
      <w:r w:rsidR="003A6D8D">
        <w:t xml:space="preserve">, </w:t>
      </w:r>
      <w:r w:rsidRPr="003A0BBB">
        <w:t>la femme en deuil</w:t>
      </w:r>
      <w:r w:rsidR="003A6D8D">
        <w:t xml:space="preserve">, </w:t>
      </w:r>
      <w:r w:rsidRPr="003A0BBB">
        <w:t>la mère de Camille</w:t>
      </w:r>
      <w:r w:rsidR="003A6D8D">
        <w:t xml:space="preserve">, </w:t>
      </w:r>
      <w:r w:rsidRPr="003A0BBB">
        <w:t>enfin celle que l</w:t>
      </w:r>
      <w:r w:rsidR="003A6D8D">
        <w:t>’</w:t>
      </w:r>
      <w:r w:rsidRPr="003A0BBB">
        <w:t>on rencontrait à la ville</w:t>
      </w:r>
      <w:r w:rsidR="003A6D8D">
        <w:t xml:space="preserve">, </w:t>
      </w:r>
      <w:r w:rsidRPr="003A0BBB">
        <w:t>sur la route</w:t>
      </w:r>
      <w:r w:rsidR="003A6D8D">
        <w:t xml:space="preserve">, </w:t>
      </w:r>
      <w:r w:rsidRPr="003A0BBB">
        <w:t>appuyée au bras de l</w:t>
      </w:r>
      <w:r w:rsidR="003A6D8D">
        <w:t>’</w:t>
      </w:r>
      <w:r w:rsidRPr="003A0BBB">
        <w:t>homme qu</w:t>
      </w:r>
      <w:r w:rsidR="003A6D8D">
        <w:t>’</w:t>
      </w:r>
      <w:r w:rsidRPr="003A0BBB">
        <w:t>on appelait toujours dans le pays le fiancé de Mademoiselle et devant laquelle on continuait à se découvrir respectueusement</w:t>
      </w:r>
      <w:r w:rsidR="003A6D8D">
        <w:t xml:space="preserve">. </w:t>
      </w:r>
      <w:r w:rsidRPr="003A0BBB">
        <w:t>Et puis</w:t>
      </w:r>
      <w:r w:rsidR="003A6D8D">
        <w:t xml:space="preserve">, </w:t>
      </w:r>
      <w:r w:rsidRPr="003A0BBB">
        <w:t>il y avait</w:t>
      </w:r>
      <w:r w:rsidR="003A6D8D">
        <w:t xml:space="preserve">, </w:t>
      </w:r>
      <w:r w:rsidRPr="003A0BBB">
        <w:t>l</w:t>
      </w:r>
      <w:r w:rsidR="003A6D8D">
        <w:t>’</w:t>
      </w:r>
      <w:r w:rsidRPr="003A0BBB">
        <w:t>autre</w:t>
      </w:r>
      <w:r w:rsidR="003A6D8D">
        <w:t xml:space="preserve">, </w:t>
      </w:r>
      <w:r w:rsidRPr="003A0BBB">
        <w:t>celle qui se révélait dès que la grille refermée faisait de Maguelonne une demeure inaccessible aux regards du dehors</w:t>
      </w:r>
      <w:r w:rsidR="003A6D8D">
        <w:t xml:space="preserve">. </w:t>
      </w:r>
      <w:r w:rsidRPr="003A0BBB">
        <w:t>Celle-là</w:t>
      </w:r>
      <w:r w:rsidR="003A6D8D">
        <w:t xml:space="preserve">, </w:t>
      </w:r>
      <w:r w:rsidRPr="003A0BBB">
        <w:t>qui donc l</w:t>
      </w:r>
      <w:r w:rsidR="003A6D8D">
        <w:t>’</w:t>
      </w:r>
      <w:r w:rsidRPr="003A0BBB">
        <w:t>aurait reconnue</w:t>
      </w:r>
      <w:r w:rsidR="003A6D8D">
        <w:t xml:space="preserve">, </w:t>
      </w:r>
      <w:r w:rsidRPr="003A0BBB">
        <w:t>avec ses pourpres lèvres frémissantes</w:t>
      </w:r>
      <w:r w:rsidR="003A6D8D">
        <w:t xml:space="preserve">, </w:t>
      </w:r>
      <w:r w:rsidRPr="003A0BBB">
        <w:t xml:space="preserve">les obscures cavernes de </w:t>
      </w:r>
      <w:proofErr w:type="spellStart"/>
      <w:r w:rsidRPr="003A0BBB">
        <w:t>khol</w:t>
      </w:r>
      <w:proofErr w:type="spellEnd"/>
      <w:r w:rsidRPr="003A0BBB">
        <w:t xml:space="preserve"> où </w:t>
      </w:r>
      <w:r w:rsidRPr="003A0BBB">
        <w:lastRenderedPageBreak/>
        <w:t>brûlaient ses yeux</w:t>
      </w:r>
      <w:r w:rsidR="003A6D8D">
        <w:t xml:space="preserve">, </w:t>
      </w:r>
      <w:r w:rsidRPr="003A0BBB">
        <w:t>ses mouvements alanguis</w:t>
      </w:r>
      <w:r w:rsidR="003A6D8D">
        <w:t xml:space="preserve">, </w:t>
      </w:r>
      <w:r w:rsidRPr="003A0BBB">
        <w:t>la richesse et la complication des étoffes dans lesquelles elle se drapait et où toute l</w:t>
      </w:r>
      <w:r w:rsidR="003A6D8D">
        <w:t>’</w:t>
      </w:r>
      <w:r w:rsidRPr="003A0BBB">
        <w:t>âme sensuelle de l</w:t>
      </w:r>
      <w:r w:rsidR="003A6D8D">
        <w:t>’</w:t>
      </w:r>
      <w:r w:rsidRPr="003A0BBB">
        <w:t>aïeule créole donnait désormais libre cours à sa fantaisie</w:t>
      </w:r>
      <w:r w:rsidR="003A6D8D">
        <w:t xml:space="preserve">. </w:t>
      </w:r>
      <w:r w:rsidRPr="003A0BBB">
        <w:t>Je crois que jamais être n</w:t>
      </w:r>
      <w:r w:rsidR="003A6D8D">
        <w:t>’</w:t>
      </w:r>
      <w:r w:rsidRPr="003A0BBB">
        <w:t>aura mis plus de frénésie à essayer de regagner</w:t>
      </w:r>
      <w:r w:rsidR="003A6D8D">
        <w:t xml:space="preserve">, </w:t>
      </w:r>
      <w:r w:rsidRPr="003A0BBB">
        <w:t>par tous les moyens possibles</w:t>
      </w:r>
      <w:r w:rsidR="003A6D8D">
        <w:t xml:space="preserve">, </w:t>
      </w:r>
      <w:r w:rsidRPr="003A0BBB">
        <w:t>les années perdues</w:t>
      </w:r>
      <w:r w:rsidR="003A6D8D">
        <w:t>.</w:t>
      </w:r>
    </w:p>
    <w:p w14:paraId="44F67624" w14:textId="77777777" w:rsidR="003A6D8D" w:rsidRDefault="008F7090" w:rsidP="008F7090">
      <w:r w:rsidRPr="003A0BBB">
        <w:t>Et lui</w:t>
      </w:r>
      <w:r w:rsidR="003A6D8D">
        <w:t xml:space="preserve"> ? </w:t>
      </w:r>
      <w:r w:rsidRPr="003A0BBB">
        <w:t>Lui</w:t>
      </w:r>
      <w:r w:rsidR="003A6D8D">
        <w:t xml:space="preserve">, </w:t>
      </w:r>
      <w:r w:rsidRPr="003A0BBB">
        <w:t>pour me remercier</w:t>
      </w:r>
      <w:r w:rsidR="003A6D8D">
        <w:t xml:space="preserve">, </w:t>
      </w:r>
      <w:r w:rsidRPr="003A0BBB">
        <w:t>il avait des mots magiques</w:t>
      </w:r>
      <w:r w:rsidR="003A6D8D">
        <w:t xml:space="preserve">, </w:t>
      </w:r>
      <w:r w:rsidRPr="003A0BBB">
        <w:t>des mots qui</w:t>
      </w:r>
      <w:r w:rsidR="003A6D8D">
        <w:t xml:space="preserve">, </w:t>
      </w:r>
      <w:r w:rsidRPr="003A0BBB">
        <w:t>dans le même moment qu</w:t>
      </w:r>
      <w:r w:rsidR="003A6D8D">
        <w:t>’</w:t>
      </w:r>
      <w:r w:rsidRPr="003A0BBB">
        <w:t>ils me révélaient le vide de mon existence antérieure</w:t>
      </w:r>
      <w:r w:rsidR="003A6D8D">
        <w:t xml:space="preserve">, </w:t>
      </w:r>
      <w:r w:rsidRPr="003A0BBB">
        <w:t>trouvaient le secret de la combler</w:t>
      </w:r>
      <w:r w:rsidR="003A6D8D">
        <w:t xml:space="preserve">. </w:t>
      </w:r>
      <w:r w:rsidRPr="003A0BBB">
        <w:t>Nous avons vécu un an dans cet isolement splendide</w:t>
      </w:r>
      <w:r w:rsidR="003A6D8D">
        <w:t xml:space="preserve">. </w:t>
      </w:r>
      <w:r w:rsidRPr="003A0BBB">
        <w:t>Quand le soir tombait</w:t>
      </w:r>
      <w:r w:rsidR="003A6D8D">
        <w:t xml:space="preserve">, </w:t>
      </w:r>
      <w:r w:rsidRPr="003A0BBB">
        <w:t>je prenais entre mes mains cette tête brune</w:t>
      </w:r>
      <w:r w:rsidR="003A6D8D">
        <w:t xml:space="preserve">, </w:t>
      </w:r>
      <w:r w:rsidRPr="003A0BBB">
        <w:t>si belle que j</w:t>
      </w:r>
      <w:r w:rsidR="003A6D8D">
        <w:t>’</w:t>
      </w:r>
      <w:r w:rsidRPr="003A0BBB">
        <w:t>aurais juré que le moindre dessein criminel n</w:t>
      </w:r>
      <w:r w:rsidR="003A6D8D">
        <w:t>’</w:t>
      </w:r>
      <w:r w:rsidRPr="003A0BBB">
        <w:t>y avait jamais pu trouver asile</w:t>
      </w:r>
      <w:r w:rsidR="003A6D8D">
        <w:t xml:space="preserve">. </w:t>
      </w:r>
      <w:r w:rsidRPr="003A0BBB">
        <w:t>J</w:t>
      </w:r>
      <w:r w:rsidR="003A6D8D">
        <w:t>’</w:t>
      </w:r>
      <w:r w:rsidRPr="003A0BBB">
        <w:t>avais beau avoir là-dessus plus que des soupçons</w:t>
      </w:r>
      <w:r w:rsidR="003A6D8D">
        <w:t xml:space="preserve">, </w:t>
      </w:r>
      <w:r w:rsidRPr="003A0BBB">
        <w:t>une accablante certitude</w:t>
      </w:r>
      <w:r w:rsidR="003A6D8D">
        <w:t xml:space="preserve">, </w:t>
      </w:r>
      <w:r w:rsidRPr="003A0BBB">
        <w:t>je n</w:t>
      </w:r>
      <w:r w:rsidR="003A6D8D">
        <w:t>’</w:t>
      </w:r>
      <w:r w:rsidRPr="003A0BBB">
        <w:t>y voulais pas songer</w:t>
      </w:r>
      <w:r w:rsidR="003A6D8D">
        <w:t xml:space="preserve">. </w:t>
      </w:r>
      <w:r w:rsidRPr="003A0BBB">
        <w:t>Mon crime</w:t>
      </w:r>
      <w:r w:rsidR="003A6D8D">
        <w:t xml:space="preserve">, </w:t>
      </w:r>
      <w:r w:rsidRPr="003A0BBB">
        <w:t>je voudrais pouvoir dire aussi le sien</w:t>
      </w:r>
      <w:r w:rsidR="003A6D8D">
        <w:t xml:space="preserve">, </w:t>
      </w:r>
      <w:r w:rsidRPr="003A0BBB">
        <w:t>fut d</w:t>
      </w:r>
      <w:r w:rsidR="003A6D8D">
        <w:t>’</w:t>
      </w:r>
      <w:r w:rsidRPr="003A0BBB">
        <w:t>avoir cru qu</w:t>
      </w:r>
      <w:r w:rsidR="003A6D8D">
        <w:t>’</w:t>
      </w:r>
      <w:r w:rsidRPr="003A0BBB">
        <w:t>un grand amour lave tout</w:t>
      </w:r>
      <w:r w:rsidR="003A6D8D">
        <w:t xml:space="preserve">, </w:t>
      </w:r>
      <w:r w:rsidRPr="003A0BBB">
        <w:t>purifie tout</w:t>
      </w:r>
      <w:r w:rsidR="003A6D8D">
        <w:t xml:space="preserve">, </w:t>
      </w:r>
      <w:r w:rsidRPr="003A0BBB">
        <w:t>justifie tout</w:t>
      </w:r>
      <w:r w:rsidR="003A6D8D">
        <w:t xml:space="preserve">. </w:t>
      </w:r>
      <w:r w:rsidRPr="003A0BBB">
        <w:t>Et ce crime</w:t>
      </w:r>
      <w:r w:rsidR="003A6D8D">
        <w:t xml:space="preserve">, </w:t>
      </w:r>
      <w:r w:rsidRPr="003A0BBB">
        <w:t>quoi qu</w:t>
      </w:r>
      <w:r w:rsidR="003A6D8D">
        <w:t>’</w:t>
      </w:r>
      <w:r w:rsidRPr="003A0BBB">
        <w:t>il advienne</w:t>
      </w:r>
      <w:r w:rsidR="003A6D8D">
        <w:t xml:space="preserve">, </w:t>
      </w:r>
      <w:r w:rsidRPr="003A0BBB">
        <w:t>je maintiendrai qu</w:t>
      </w:r>
      <w:r w:rsidR="003A6D8D">
        <w:t>’</w:t>
      </w:r>
      <w:r w:rsidRPr="003A0BBB">
        <w:t>il est en puissance dans le cœur de tout être qui aura véritablement aimé</w:t>
      </w:r>
      <w:r w:rsidR="003A6D8D">
        <w:t>.</w:t>
      </w:r>
    </w:p>
    <w:p w14:paraId="1DA4BF30" w14:textId="76696938" w:rsidR="008F7090" w:rsidRPr="003A0BBB" w:rsidRDefault="008F7090" w:rsidP="008F7090"/>
    <w:p w14:paraId="4929C61D" w14:textId="77777777" w:rsidR="003A6D8D" w:rsidRDefault="008F7090" w:rsidP="008F7090">
      <w:r w:rsidRPr="003A0BBB">
        <w:t>Les mois se succédèrent</w:t>
      </w:r>
      <w:r w:rsidR="003A6D8D">
        <w:t xml:space="preserve">. </w:t>
      </w:r>
      <w:r w:rsidRPr="003A0BBB">
        <w:t>Les saisons achevèrent leur cycle</w:t>
      </w:r>
      <w:r w:rsidR="003A6D8D">
        <w:t xml:space="preserve">. </w:t>
      </w:r>
      <w:r w:rsidRPr="003A0BBB">
        <w:t>Un matin de novembre</w:t>
      </w:r>
      <w:r w:rsidR="003A6D8D">
        <w:t xml:space="preserve">, </w:t>
      </w:r>
      <w:r w:rsidRPr="003A0BBB">
        <w:t>comme nous étions tous deux assis sur la terrasse</w:t>
      </w:r>
      <w:r w:rsidR="003A6D8D">
        <w:t xml:space="preserve">, </w:t>
      </w:r>
      <w:r w:rsidRPr="003A0BBB">
        <w:t>le carillon d</w:t>
      </w:r>
      <w:r w:rsidR="003A6D8D">
        <w:t>’</w:t>
      </w:r>
      <w:r w:rsidRPr="003A0BBB">
        <w:t>une cloche d</w:t>
      </w:r>
      <w:r w:rsidR="003A6D8D">
        <w:t>’</w:t>
      </w:r>
      <w:r w:rsidRPr="003A0BBB">
        <w:t>église s</w:t>
      </w:r>
      <w:r w:rsidR="003A6D8D">
        <w:t>’</w:t>
      </w:r>
      <w:r w:rsidRPr="003A0BBB">
        <w:t>éleva dans le ciel gris de fer</w:t>
      </w:r>
      <w:r w:rsidR="003A6D8D">
        <w:t xml:space="preserve">, </w:t>
      </w:r>
      <w:r w:rsidRPr="003A0BBB">
        <w:t>bientôt suivi par le carillon de toutes les cloches de la plaine</w:t>
      </w:r>
      <w:r w:rsidR="003A6D8D">
        <w:t xml:space="preserve">, </w:t>
      </w:r>
      <w:r w:rsidRPr="003A0BBB">
        <w:t>de la montagne et de la vallée</w:t>
      </w:r>
      <w:r w:rsidR="003A6D8D">
        <w:t xml:space="preserve">. </w:t>
      </w:r>
      <w:r w:rsidRPr="003A0BBB">
        <w:t>Franz et moi nous nous regardions</w:t>
      </w:r>
      <w:r w:rsidR="003A6D8D">
        <w:t xml:space="preserve">. </w:t>
      </w:r>
      <w:r w:rsidRPr="003A0BBB">
        <w:t>La fin de la guerre</w:t>
      </w:r>
      <w:r w:rsidR="003A6D8D">
        <w:t xml:space="preserve"> ! </w:t>
      </w:r>
      <w:r w:rsidRPr="003A0BBB">
        <w:t>Était-il possible</w:t>
      </w:r>
      <w:r w:rsidR="003A6D8D">
        <w:t> ?</w:t>
      </w:r>
    </w:p>
    <w:p w14:paraId="01B8096E" w14:textId="77777777" w:rsidR="003A6D8D" w:rsidRDefault="008F7090" w:rsidP="008F7090">
      <w:r w:rsidRPr="003A0BBB">
        <w:t>Des femmes</w:t>
      </w:r>
      <w:r w:rsidR="003A6D8D">
        <w:t xml:space="preserve">, </w:t>
      </w:r>
      <w:r w:rsidRPr="003A0BBB">
        <w:t>des jeunes gens</w:t>
      </w:r>
      <w:r w:rsidR="003A6D8D">
        <w:t xml:space="preserve">, </w:t>
      </w:r>
      <w:r w:rsidRPr="003A0BBB">
        <w:t>des enfants</w:t>
      </w:r>
      <w:r w:rsidR="003A6D8D">
        <w:t xml:space="preserve">, </w:t>
      </w:r>
      <w:r w:rsidRPr="003A0BBB">
        <w:t>passèrent sur la route</w:t>
      </w:r>
      <w:r w:rsidR="003A6D8D">
        <w:t xml:space="preserve">, </w:t>
      </w:r>
      <w:r w:rsidRPr="003A0BBB">
        <w:t>riant et criant</w:t>
      </w:r>
      <w:r w:rsidR="003A6D8D">
        <w:t xml:space="preserve">, </w:t>
      </w:r>
      <w:r w:rsidRPr="003A0BBB">
        <w:t>se dirigeant à toutes jambes vers la ville</w:t>
      </w:r>
      <w:r w:rsidR="003A6D8D">
        <w:t xml:space="preserve">. </w:t>
      </w:r>
      <w:r w:rsidRPr="003A0BBB">
        <w:t>Franz s</w:t>
      </w:r>
      <w:r w:rsidR="003A6D8D">
        <w:t>’</w:t>
      </w:r>
      <w:r w:rsidRPr="003A0BBB">
        <w:t>était levé</w:t>
      </w:r>
      <w:r w:rsidR="003A6D8D">
        <w:t xml:space="preserve">. </w:t>
      </w:r>
      <w:r w:rsidRPr="003A0BBB">
        <w:t>Il allait et venait</w:t>
      </w:r>
      <w:r w:rsidR="003A6D8D">
        <w:t xml:space="preserve">, </w:t>
      </w:r>
      <w:r w:rsidRPr="003A0BBB">
        <w:t>à grands pas</w:t>
      </w:r>
      <w:r w:rsidR="003A6D8D">
        <w:t xml:space="preserve">, </w:t>
      </w:r>
      <w:r w:rsidRPr="003A0BBB">
        <w:t>sur la terrasse</w:t>
      </w:r>
      <w:r w:rsidR="003A6D8D">
        <w:t xml:space="preserve">. </w:t>
      </w:r>
      <w:r w:rsidRPr="003A0BBB">
        <w:t>Et moi</w:t>
      </w:r>
      <w:r w:rsidR="003A6D8D">
        <w:t xml:space="preserve">, </w:t>
      </w:r>
      <w:r w:rsidRPr="003A0BBB">
        <w:t>toujours immobile</w:t>
      </w:r>
      <w:r w:rsidR="003A6D8D">
        <w:t xml:space="preserve">, </w:t>
      </w:r>
      <w:r w:rsidRPr="003A0BBB">
        <w:t>l</w:t>
      </w:r>
      <w:r w:rsidR="003A6D8D">
        <w:t>’</w:t>
      </w:r>
      <w:r w:rsidRPr="003A0BBB">
        <w:t>âme pleine d</w:t>
      </w:r>
      <w:r w:rsidR="003A6D8D">
        <w:t>’</w:t>
      </w:r>
      <w:r w:rsidRPr="003A0BBB">
        <w:t xml:space="preserve">un </w:t>
      </w:r>
      <w:r w:rsidRPr="003A0BBB">
        <w:lastRenderedPageBreak/>
        <w:t>indicible désarroi</w:t>
      </w:r>
      <w:r w:rsidR="003A6D8D">
        <w:t xml:space="preserve">, </w:t>
      </w:r>
      <w:r w:rsidRPr="003A0BBB">
        <w:t>je continuais à écouter ces cloches dont chaque battement signifiait mon entrée prochaine dans une existence nouvelle et que je devinais pleine d</w:t>
      </w:r>
      <w:r w:rsidR="003A6D8D">
        <w:t>’</w:t>
      </w:r>
      <w:r w:rsidRPr="003A0BBB">
        <w:t>embûches</w:t>
      </w:r>
      <w:r w:rsidR="003A6D8D">
        <w:t>.</w:t>
      </w:r>
    </w:p>
    <w:p w14:paraId="0CB9A2B2" w14:textId="62A226D1" w:rsidR="008F7090" w:rsidRPr="003A0BBB" w:rsidRDefault="008F7090" w:rsidP="003A6D8D">
      <w:pPr>
        <w:pStyle w:val="Titre1"/>
      </w:pPr>
      <w:bookmarkStart w:id="19" w:name="_Toc196328820"/>
      <w:r w:rsidRPr="003A0BBB">
        <w:lastRenderedPageBreak/>
        <w:t>XIX</w:t>
      </w:r>
      <w:bookmarkEnd w:id="19"/>
    </w:p>
    <w:p w14:paraId="6A0CCA70" w14:textId="31C66A85" w:rsidR="003A6D8D" w:rsidRDefault="008F7090" w:rsidP="008F7090">
      <w:r w:rsidRPr="003A0BBB">
        <w:t>Nous demeurâmes à Maguelonne aussi longtemps que nous le pûmes après l</w:t>
      </w:r>
      <w:r w:rsidR="003A6D8D">
        <w:t>’</w:t>
      </w:r>
      <w:r w:rsidRPr="003A0BBB">
        <w:t>armistice</w:t>
      </w:r>
      <w:r w:rsidR="003A6D8D">
        <w:t xml:space="preserve">. </w:t>
      </w:r>
      <w:r w:rsidRPr="003A0BBB">
        <w:t>Puis</w:t>
      </w:r>
      <w:r w:rsidR="003A6D8D">
        <w:t xml:space="preserve">, </w:t>
      </w:r>
      <w:r w:rsidRPr="003A0BBB">
        <w:t>enfin</w:t>
      </w:r>
      <w:r w:rsidR="003A6D8D">
        <w:t xml:space="preserve">, </w:t>
      </w:r>
      <w:r w:rsidRPr="003A0BBB">
        <w:t>il fallut prendre une décision</w:t>
      </w:r>
      <w:r w:rsidR="003A6D8D">
        <w:t xml:space="preserve">. </w:t>
      </w:r>
      <w:r w:rsidRPr="003A0BBB">
        <w:t>L</w:t>
      </w:r>
      <w:r w:rsidR="003A6D8D">
        <w:t>’</w:t>
      </w:r>
      <w:r w:rsidRPr="003A0BBB">
        <w:t>année approchait de son terme</w:t>
      </w:r>
      <w:r w:rsidR="003A6D8D">
        <w:t xml:space="preserve">. </w:t>
      </w:r>
      <w:r w:rsidRPr="003A0BBB">
        <w:t xml:space="preserve">Franz venait de recevoir coup sur coup de </w:t>
      </w:r>
      <w:r w:rsidR="003A6D8D">
        <w:t>M. </w:t>
      </w:r>
      <w:r w:rsidRPr="003A0BBB">
        <w:t>X</w:t>
      </w:r>
      <w:r w:rsidR="003A6D8D">
        <w:t xml:space="preserve">…, </w:t>
      </w:r>
      <w:r w:rsidRPr="003A0BBB">
        <w:t>le grand industriel</w:t>
      </w:r>
      <w:r w:rsidR="003A6D8D">
        <w:t xml:space="preserve">, </w:t>
      </w:r>
      <w:r w:rsidRPr="003A0BBB">
        <w:t>avec lequel il avait signé un contrat d</w:t>
      </w:r>
      <w:r w:rsidR="003A6D8D">
        <w:t>’</w:t>
      </w:r>
      <w:r w:rsidRPr="003A0BBB">
        <w:t>association</w:t>
      </w:r>
      <w:r w:rsidR="003A6D8D">
        <w:t xml:space="preserve">, </w:t>
      </w:r>
      <w:r w:rsidRPr="003A0BBB">
        <w:t>deux lettres qui réclamaient impérieusement sa présence à Paris</w:t>
      </w:r>
      <w:r w:rsidR="003A6D8D">
        <w:t xml:space="preserve">. </w:t>
      </w:r>
      <w:r w:rsidRPr="003A0BBB">
        <w:t>S</w:t>
      </w:r>
      <w:r w:rsidR="003A6D8D">
        <w:t>’</w:t>
      </w:r>
      <w:r w:rsidRPr="003A0BBB">
        <w:t>il n</w:t>
      </w:r>
      <w:r w:rsidR="003A6D8D">
        <w:t>’</w:t>
      </w:r>
      <w:r w:rsidRPr="003A0BBB">
        <w:t>avait tenu qu</w:t>
      </w:r>
      <w:r w:rsidR="003A6D8D">
        <w:t>’</w:t>
      </w:r>
      <w:r w:rsidRPr="003A0BBB">
        <w:t>à lui</w:t>
      </w:r>
      <w:r w:rsidR="003A6D8D">
        <w:t xml:space="preserve">, </w:t>
      </w:r>
      <w:r w:rsidRPr="003A0BBB">
        <w:t>je crois qu</w:t>
      </w:r>
      <w:r w:rsidR="003A6D8D">
        <w:t>’</w:t>
      </w:r>
      <w:r w:rsidRPr="003A0BBB">
        <w:t>il aurait retardé encore son départ</w:t>
      </w:r>
      <w:r w:rsidR="003A6D8D">
        <w:t xml:space="preserve">. </w:t>
      </w:r>
      <w:r w:rsidRPr="003A0BBB">
        <w:t>La perspective de l</w:t>
      </w:r>
      <w:r w:rsidR="003A6D8D">
        <w:t>’</w:t>
      </w:r>
      <w:r w:rsidRPr="003A0BBB">
        <w:t>âpre labeur qui l</w:t>
      </w:r>
      <w:r w:rsidR="003A6D8D">
        <w:t>’</w:t>
      </w:r>
      <w:r w:rsidRPr="003A0BBB">
        <w:t>attendait semblait l</w:t>
      </w:r>
      <w:r w:rsidR="003A6D8D">
        <w:t>’</w:t>
      </w:r>
      <w:r w:rsidRPr="003A0BBB">
        <w:t>emplir d</w:t>
      </w:r>
      <w:r w:rsidR="003A6D8D">
        <w:t>’</w:t>
      </w:r>
      <w:r w:rsidRPr="003A0BBB">
        <w:t>une espèce de lassitude</w:t>
      </w:r>
      <w:r w:rsidR="003A6D8D">
        <w:t xml:space="preserve">. </w:t>
      </w:r>
      <w:r w:rsidRPr="003A0BBB">
        <w:t>Ce fut moi qui insistai pour qu</w:t>
      </w:r>
      <w:r w:rsidR="003A6D8D">
        <w:t>’</w:t>
      </w:r>
      <w:r w:rsidRPr="003A0BBB">
        <w:t>il ne s</w:t>
      </w:r>
      <w:r w:rsidR="003A6D8D">
        <w:t>’</w:t>
      </w:r>
      <w:r w:rsidRPr="003A0BBB">
        <w:t>abandonnât pas à une inaction si contraire à ses intérêts</w:t>
      </w:r>
      <w:r w:rsidR="003A6D8D">
        <w:t xml:space="preserve">. </w:t>
      </w:r>
      <w:r w:rsidRPr="003A0BBB">
        <w:t>Vers la fin de décembre</w:t>
      </w:r>
      <w:r w:rsidR="003A6D8D">
        <w:t xml:space="preserve">, </w:t>
      </w:r>
      <w:r w:rsidRPr="003A0BBB">
        <w:t>il quitta Maguelonne</w:t>
      </w:r>
      <w:r w:rsidR="003A6D8D">
        <w:t xml:space="preserve">. </w:t>
      </w:r>
      <w:r w:rsidRPr="003A0BBB">
        <w:t>J</w:t>
      </w:r>
      <w:r w:rsidR="003A6D8D">
        <w:t>’</w:t>
      </w:r>
      <w:r w:rsidRPr="003A0BBB">
        <w:t>y restai après lui une quinzaine de jours</w:t>
      </w:r>
      <w:r w:rsidR="003A6D8D">
        <w:t xml:space="preserve">, </w:t>
      </w:r>
      <w:r w:rsidRPr="003A0BBB">
        <w:t>autant pour procéder à la fermeture définitive de la vieille maison que pour sauvegarder une dernière fois les apparences en ne quittant pas le pays le même jour que Franz</w:t>
      </w:r>
      <w:r w:rsidR="003A6D8D">
        <w:t>.</w:t>
      </w:r>
    </w:p>
    <w:p w14:paraId="47DB0CAB" w14:textId="77777777" w:rsidR="003A6D8D" w:rsidRDefault="008F7090" w:rsidP="008F7090">
      <w:r w:rsidRPr="003A0BBB">
        <w:t>Je l</w:t>
      </w:r>
      <w:r w:rsidR="003A6D8D">
        <w:t>’</w:t>
      </w:r>
      <w:r w:rsidRPr="003A0BBB">
        <w:t>ai dit</w:t>
      </w:r>
      <w:r w:rsidR="003A6D8D">
        <w:t xml:space="preserve">, </w:t>
      </w:r>
      <w:r w:rsidRPr="003A0BBB">
        <w:t>j</w:t>
      </w:r>
      <w:r w:rsidR="003A6D8D">
        <w:t>’</w:t>
      </w:r>
      <w:r w:rsidRPr="003A0BBB">
        <w:t>ignorais tout de Paris</w:t>
      </w:r>
      <w:r w:rsidR="003A6D8D">
        <w:t xml:space="preserve">. </w:t>
      </w:r>
      <w:r w:rsidRPr="003A0BBB">
        <w:t>Les premiers mois que j</w:t>
      </w:r>
      <w:r w:rsidR="003A6D8D">
        <w:t>’</w:t>
      </w:r>
      <w:r w:rsidRPr="003A0BBB">
        <w:t>allais y passer ne devaient guère atténuer cette ignorance</w:t>
      </w:r>
      <w:r w:rsidR="003A6D8D">
        <w:t xml:space="preserve">. </w:t>
      </w:r>
      <w:r w:rsidRPr="003A0BBB">
        <w:t>Franz m</w:t>
      </w:r>
      <w:r w:rsidR="003A6D8D">
        <w:t>’</w:t>
      </w:r>
      <w:r w:rsidRPr="003A0BBB">
        <w:t>attendait naturellement à la gare</w:t>
      </w:r>
      <w:r w:rsidR="003A6D8D">
        <w:t xml:space="preserve">. </w:t>
      </w:r>
      <w:r w:rsidRPr="003A0BBB">
        <w:t>Notre séparation</w:t>
      </w:r>
      <w:r w:rsidR="003A6D8D">
        <w:t xml:space="preserve">, </w:t>
      </w:r>
      <w:r w:rsidRPr="003A0BBB">
        <w:t>qui remontait à deux semaines</w:t>
      </w:r>
      <w:r w:rsidR="003A6D8D">
        <w:t xml:space="preserve">, </w:t>
      </w:r>
      <w:r w:rsidRPr="003A0BBB">
        <w:t>me paraissait avoir duré des siècles</w:t>
      </w:r>
      <w:r w:rsidR="003A6D8D">
        <w:t xml:space="preserve">. </w:t>
      </w:r>
      <w:r w:rsidRPr="003A0BBB">
        <w:t>Je devais apprendre</w:t>
      </w:r>
      <w:r w:rsidR="003A6D8D">
        <w:t xml:space="preserve">, </w:t>
      </w:r>
      <w:r w:rsidRPr="003A0BBB">
        <w:t>quelques jours plus tard</w:t>
      </w:r>
      <w:r w:rsidR="003A6D8D">
        <w:t xml:space="preserve">, </w:t>
      </w:r>
      <w:r w:rsidRPr="003A0BBB">
        <w:t>que pour être présent à l</w:t>
      </w:r>
      <w:r w:rsidR="003A6D8D">
        <w:t>’</w:t>
      </w:r>
      <w:r w:rsidRPr="003A0BBB">
        <w:t>arrivée de mon train</w:t>
      </w:r>
      <w:r w:rsidR="003A6D8D">
        <w:t xml:space="preserve">, </w:t>
      </w:r>
      <w:r w:rsidRPr="003A0BBB">
        <w:t>il avait négligé d</w:t>
      </w:r>
      <w:r w:rsidR="003A6D8D">
        <w:t>’</w:t>
      </w:r>
      <w:r w:rsidRPr="003A0BBB">
        <w:t>assister à une séance des plus importantes de son conseil d</w:t>
      </w:r>
      <w:r w:rsidR="003A6D8D">
        <w:t>’</w:t>
      </w:r>
      <w:r w:rsidRPr="003A0BBB">
        <w:t>administration</w:t>
      </w:r>
      <w:r w:rsidR="003A6D8D">
        <w:t xml:space="preserve">. </w:t>
      </w:r>
      <w:r w:rsidRPr="003A0BBB">
        <w:t>Tel il était</w:t>
      </w:r>
      <w:r w:rsidR="003A6D8D">
        <w:t xml:space="preserve">, </w:t>
      </w:r>
      <w:r w:rsidRPr="003A0BBB">
        <w:t>tel nous étions</w:t>
      </w:r>
      <w:r w:rsidR="003A6D8D">
        <w:t xml:space="preserve">, </w:t>
      </w:r>
      <w:r w:rsidRPr="003A0BBB">
        <w:t>alors</w:t>
      </w:r>
      <w:r w:rsidR="003A6D8D">
        <w:t>…</w:t>
      </w:r>
    </w:p>
    <w:p w14:paraId="3336C393" w14:textId="07BF1025" w:rsidR="008F7090" w:rsidRPr="003A0BBB" w:rsidRDefault="008F7090" w:rsidP="008F7090">
      <w:r w:rsidRPr="003A0BBB">
        <w:t>Dans l</w:t>
      </w:r>
      <w:r w:rsidR="003A6D8D">
        <w:t>’</w:t>
      </w:r>
      <w:r w:rsidRPr="003A0BBB">
        <w:t>automobile qui nous emportait</w:t>
      </w:r>
      <w:r w:rsidR="003A6D8D">
        <w:t xml:space="preserve">, </w:t>
      </w:r>
      <w:r w:rsidRPr="003A0BBB">
        <w:t>je ne cessais de le serrer dans mes bras</w:t>
      </w:r>
      <w:r w:rsidR="003A6D8D">
        <w:t xml:space="preserve">, </w:t>
      </w:r>
      <w:r w:rsidRPr="003A0BBB">
        <w:t>de l</w:t>
      </w:r>
      <w:r w:rsidR="003A6D8D">
        <w:t>’</w:t>
      </w:r>
      <w:r w:rsidRPr="003A0BBB">
        <w:t>embrasser</w:t>
      </w:r>
      <w:r w:rsidR="003A6D8D">
        <w:t xml:space="preserve">. </w:t>
      </w:r>
      <w:r w:rsidRPr="003A0BBB">
        <w:t>Nous suivions des avenues plantées d</w:t>
      </w:r>
      <w:r w:rsidR="003A6D8D">
        <w:t>’</w:t>
      </w:r>
      <w:r w:rsidRPr="003A0BBB">
        <w:t>arbres noirs</w:t>
      </w:r>
      <w:r w:rsidR="003A6D8D">
        <w:t xml:space="preserve">, </w:t>
      </w:r>
      <w:r w:rsidRPr="003A0BBB">
        <w:t>longions une Seine grise sillonnée de trains de bois</w:t>
      </w:r>
      <w:r w:rsidR="003A6D8D">
        <w:t xml:space="preserve">, </w:t>
      </w:r>
      <w:r w:rsidRPr="003A0BBB">
        <w:t>sans qu</w:t>
      </w:r>
      <w:r w:rsidR="003A6D8D">
        <w:t>’</w:t>
      </w:r>
      <w:r w:rsidRPr="003A0BBB">
        <w:t>il me vînt à l</w:t>
      </w:r>
      <w:r w:rsidR="003A6D8D">
        <w:t>’</w:t>
      </w:r>
      <w:r w:rsidRPr="003A0BBB">
        <w:t>idée de demander à Franz où il me conduisait</w:t>
      </w:r>
      <w:r w:rsidR="003A6D8D">
        <w:t xml:space="preserve">. </w:t>
      </w:r>
      <w:r w:rsidRPr="003A0BBB">
        <w:t>Tout m</w:t>
      </w:r>
      <w:r w:rsidR="003A6D8D">
        <w:t>’</w:t>
      </w:r>
      <w:r w:rsidRPr="003A0BBB">
        <w:t>était égal</w:t>
      </w:r>
      <w:r w:rsidR="003A6D8D">
        <w:t xml:space="preserve"> ! </w:t>
      </w:r>
      <w:r w:rsidRPr="003A0BBB">
        <w:t>Il était là</w:t>
      </w:r>
      <w:r w:rsidR="003A6D8D">
        <w:t xml:space="preserve">. </w:t>
      </w:r>
      <w:r w:rsidRPr="003A0BBB">
        <w:t>Je l</w:t>
      </w:r>
      <w:r w:rsidR="003A6D8D">
        <w:t>’</w:t>
      </w:r>
      <w:r w:rsidRPr="003A0BBB">
        <w:t>écoutais à peine</w:t>
      </w:r>
      <w:r w:rsidR="003A6D8D">
        <w:t xml:space="preserve">, </w:t>
      </w:r>
      <w:r w:rsidRPr="003A0BBB">
        <w:t>tandis qu</w:t>
      </w:r>
      <w:r w:rsidR="003A6D8D">
        <w:t>’</w:t>
      </w:r>
      <w:r w:rsidRPr="003A0BBB">
        <w:t>il m</w:t>
      </w:r>
      <w:r w:rsidR="003A6D8D">
        <w:t>’</w:t>
      </w:r>
      <w:r w:rsidRPr="003A0BBB">
        <w:t xml:space="preserve">expliquait les diverses </w:t>
      </w:r>
      <w:r w:rsidRPr="003A0BBB">
        <w:lastRenderedPageBreak/>
        <w:t>résolutions auxquelles il venait de s</w:t>
      </w:r>
      <w:r w:rsidR="003A6D8D">
        <w:t>’</w:t>
      </w:r>
      <w:r w:rsidRPr="003A0BBB">
        <w:t>arrêter</w:t>
      </w:r>
      <w:r w:rsidR="003A6D8D">
        <w:t xml:space="preserve">, </w:t>
      </w:r>
      <w:r w:rsidRPr="003A0BBB">
        <w:t>en vue de l</w:t>
      </w:r>
      <w:r w:rsidR="003A6D8D">
        <w:t>’</w:t>
      </w:r>
      <w:r w:rsidRPr="003A0BBB">
        <w:t>organisation de notre existence commune</w:t>
      </w:r>
      <w:r w:rsidR="003A6D8D">
        <w:t xml:space="preserve">. </w:t>
      </w:r>
      <w:r w:rsidRPr="003A0BBB">
        <w:t>Mes baisers arrêtaient les mots sur mes lèvres</w:t>
      </w:r>
      <w:r w:rsidR="003A6D8D">
        <w:t>. « </w:t>
      </w:r>
      <w:r w:rsidRPr="003A0BBB">
        <w:t>Que m</w:t>
      </w:r>
      <w:r w:rsidR="003A6D8D">
        <w:t>’</w:t>
      </w:r>
      <w:r w:rsidRPr="003A0BBB">
        <w:t>importe</w:t>
      </w:r>
      <w:r w:rsidR="003A6D8D">
        <w:t xml:space="preserve">, </w:t>
      </w:r>
      <w:r w:rsidRPr="003A0BBB">
        <w:t>encore une fois</w:t>
      </w:r>
      <w:r w:rsidR="003A6D8D">
        <w:t xml:space="preserve">, </w:t>
      </w:r>
      <w:r w:rsidRPr="003A0BBB">
        <w:t>que m</w:t>
      </w:r>
      <w:r w:rsidR="003A6D8D">
        <w:t>’</w:t>
      </w:r>
      <w:r w:rsidRPr="003A0BBB">
        <w:t>importe</w:t>
      </w:r>
      <w:r w:rsidR="003A6D8D">
        <w:t xml:space="preserve">, </w:t>
      </w:r>
      <w:r w:rsidRPr="003A0BBB">
        <w:t>puisque je suis avec toi</w:t>
      </w:r>
      <w:r w:rsidR="003A6D8D">
        <w:t xml:space="preserve">, </w:t>
      </w:r>
      <w:r w:rsidRPr="003A0BBB">
        <w:t>mon bien-aimé</w:t>
      </w:r>
      <w:r w:rsidR="003A6D8D">
        <w:t xml:space="preserve"> ! </w:t>
      </w:r>
      <w:r w:rsidRPr="003A0BBB">
        <w:t>Tout ce que tu auras fait</w:t>
      </w:r>
      <w:r w:rsidR="003A6D8D">
        <w:t xml:space="preserve">, </w:t>
      </w:r>
      <w:r w:rsidRPr="003A0BBB">
        <w:t>tout ce que tu feras sera bien fait</w:t>
      </w:r>
      <w:r w:rsidR="003A6D8D">
        <w:t>. »</w:t>
      </w:r>
    </w:p>
    <w:p w14:paraId="46EB59AA" w14:textId="77777777" w:rsidR="003A6D8D" w:rsidRDefault="008F7090" w:rsidP="008F7090">
      <w:r w:rsidRPr="003A0BBB">
        <w:t>Comme nous étions en train de longer d</w:t>
      </w:r>
      <w:r w:rsidR="003A6D8D">
        <w:t>’</w:t>
      </w:r>
      <w:r w:rsidRPr="003A0BBB">
        <w:t>immenses bâtiments au-dessus desquels une nappe de fumée noirâtre faisait paraître le ciel d</w:t>
      </w:r>
      <w:r w:rsidR="003A6D8D">
        <w:t>’</w:t>
      </w:r>
      <w:r w:rsidRPr="003A0BBB">
        <w:t>hiver plus sombre et plus bas encore</w:t>
      </w:r>
      <w:r w:rsidR="003A6D8D">
        <w:t xml:space="preserve">, </w:t>
      </w:r>
      <w:r w:rsidRPr="003A0BBB">
        <w:t>Franz</w:t>
      </w:r>
      <w:r w:rsidR="003A6D8D">
        <w:t xml:space="preserve">, </w:t>
      </w:r>
      <w:r w:rsidRPr="003A0BBB">
        <w:t>dégageant un peu notre étreinte</w:t>
      </w:r>
      <w:r w:rsidR="003A6D8D">
        <w:t xml:space="preserve">, </w:t>
      </w:r>
      <w:r w:rsidRPr="003A0BBB">
        <w:t>étendit le bras et me murmura en souriant</w:t>
      </w:r>
      <w:r w:rsidR="003A6D8D">
        <w:t>.</w:t>
      </w:r>
    </w:p>
    <w:p w14:paraId="0132CC7D" w14:textId="77777777" w:rsidR="003A6D8D" w:rsidRDefault="003A6D8D" w:rsidP="008F7090">
      <w:r>
        <w:t>— </w:t>
      </w:r>
      <w:r w:rsidR="008F7090" w:rsidRPr="003A0BBB">
        <w:t>Les usines</w:t>
      </w:r>
      <w:r>
        <w:t xml:space="preserve">. </w:t>
      </w:r>
      <w:r w:rsidR="008F7090" w:rsidRPr="003A0BBB">
        <w:t>Nos usines</w:t>
      </w:r>
      <w:r>
        <w:t>.</w:t>
      </w:r>
    </w:p>
    <w:p w14:paraId="43FEE890" w14:textId="77777777" w:rsidR="003A6D8D" w:rsidRDefault="008F7090" w:rsidP="008F7090">
      <w:r w:rsidRPr="003A0BBB">
        <w:t>Dix minutes plus tard</w:t>
      </w:r>
      <w:r w:rsidR="003A6D8D">
        <w:t xml:space="preserve">, </w:t>
      </w:r>
      <w:r w:rsidRPr="003A0BBB">
        <w:t>l</w:t>
      </w:r>
      <w:r w:rsidR="003A6D8D">
        <w:t>’</w:t>
      </w:r>
      <w:r w:rsidRPr="003A0BBB">
        <w:t>automobile faisait halte devant la grille d</w:t>
      </w:r>
      <w:r w:rsidR="003A6D8D">
        <w:t>’</w:t>
      </w:r>
      <w:r w:rsidRPr="003A0BBB">
        <w:t>une villa</w:t>
      </w:r>
      <w:r w:rsidR="003A6D8D">
        <w:t>.</w:t>
      </w:r>
    </w:p>
    <w:p w14:paraId="3EEEBC65" w14:textId="77777777" w:rsidR="003A6D8D" w:rsidRDefault="008F7090" w:rsidP="008F7090">
      <w:r w:rsidRPr="003A0BBB">
        <w:t>Nous entrâmes</w:t>
      </w:r>
      <w:r w:rsidR="003A6D8D">
        <w:t xml:space="preserve">. </w:t>
      </w:r>
      <w:r w:rsidRPr="003A0BBB">
        <w:t>J</w:t>
      </w:r>
      <w:r w:rsidR="003A6D8D">
        <w:t>’</w:t>
      </w:r>
      <w:r w:rsidRPr="003A0BBB">
        <w:t>étais ivre de bonheur à ce point qu</w:t>
      </w:r>
      <w:r w:rsidR="003A6D8D">
        <w:t>’</w:t>
      </w:r>
      <w:r w:rsidRPr="003A0BBB">
        <w:t>en ce premier instant je n</w:t>
      </w:r>
      <w:r w:rsidR="003A6D8D">
        <w:t>’</w:t>
      </w:r>
      <w:r w:rsidRPr="003A0BBB">
        <w:t>ai rien vu</w:t>
      </w:r>
      <w:r w:rsidR="003A6D8D">
        <w:t xml:space="preserve">, </w:t>
      </w:r>
      <w:r w:rsidRPr="003A0BBB">
        <w:t>rien</w:t>
      </w:r>
      <w:r w:rsidR="003A6D8D">
        <w:t xml:space="preserve">, </w:t>
      </w:r>
      <w:r w:rsidRPr="003A0BBB">
        <w:t>ni le jardin</w:t>
      </w:r>
      <w:r w:rsidR="003A6D8D">
        <w:t xml:space="preserve">, </w:t>
      </w:r>
      <w:r w:rsidRPr="003A0BBB">
        <w:t>ni la femme de chambre s</w:t>
      </w:r>
      <w:r w:rsidR="003A6D8D">
        <w:t>’</w:t>
      </w:r>
      <w:r w:rsidRPr="003A0BBB">
        <w:t>empressant pour me débarrasser de mon chapeau et de mon manteau</w:t>
      </w:r>
      <w:r w:rsidR="003A6D8D">
        <w:t xml:space="preserve">, </w:t>
      </w:r>
      <w:r w:rsidRPr="003A0BBB">
        <w:t>ni le petit miracle de luxe confortable que Franz avait trouvé moyen de réaliser en quelques jours dans chacune de ces pièces où notre vie allait désormais couler</w:t>
      </w:r>
      <w:r w:rsidR="003A6D8D">
        <w:t xml:space="preserve">, </w:t>
      </w:r>
      <w:r w:rsidRPr="003A0BBB">
        <w:t>ni le merveilleux panorama qui s</w:t>
      </w:r>
      <w:r w:rsidR="003A6D8D">
        <w:t>’</w:t>
      </w:r>
      <w:r w:rsidRPr="003A0BBB">
        <w:t>étendait sous nos fenêtres et que</w:t>
      </w:r>
      <w:r w:rsidR="003A6D8D">
        <w:t xml:space="preserve">, </w:t>
      </w:r>
      <w:r w:rsidRPr="003A0BBB">
        <w:t>juste en cette seconde</w:t>
      </w:r>
      <w:r w:rsidR="003A6D8D">
        <w:t xml:space="preserve">, </w:t>
      </w:r>
      <w:r w:rsidRPr="003A0BBB">
        <w:t>un mince rayon de soleil faisait surgir de la brume</w:t>
      </w:r>
      <w:r w:rsidR="003A6D8D">
        <w:t xml:space="preserve">. </w:t>
      </w:r>
      <w:r w:rsidRPr="003A0BBB">
        <w:t>Je n</w:t>
      </w:r>
      <w:r w:rsidR="003A6D8D">
        <w:t>’</w:t>
      </w:r>
      <w:r w:rsidRPr="003A0BBB">
        <w:t>ai vu qu</w:t>
      </w:r>
      <w:r w:rsidR="003A6D8D">
        <w:t>’</w:t>
      </w:r>
      <w:r w:rsidRPr="003A0BBB">
        <w:t>un seul être</w:t>
      </w:r>
      <w:r w:rsidR="003A6D8D">
        <w:t xml:space="preserve">, </w:t>
      </w:r>
      <w:r w:rsidRPr="003A0BBB">
        <w:t>Franz</w:t>
      </w:r>
      <w:r w:rsidR="003A6D8D">
        <w:t xml:space="preserve">. </w:t>
      </w:r>
      <w:r w:rsidRPr="003A0BBB">
        <w:t>Je n</w:t>
      </w:r>
      <w:r w:rsidR="003A6D8D">
        <w:t>’</w:t>
      </w:r>
      <w:r w:rsidRPr="003A0BBB">
        <w:t>ai pensé qu</w:t>
      </w:r>
      <w:r w:rsidR="003A6D8D">
        <w:t>’</w:t>
      </w:r>
      <w:r w:rsidRPr="003A0BBB">
        <w:t>à une seule chose</w:t>
      </w:r>
      <w:r w:rsidR="003A6D8D">
        <w:t xml:space="preserve">, </w:t>
      </w:r>
      <w:r w:rsidRPr="003A0BBB">
        <w:t>c</w:t>
      </w:r>
      <w:r w:rsidR="003A6D8D">
        <w:t>’</w:t>
      </w:r>
      <w:r w:rsidRPr="003A0BBB">
        <w:t>est que j</w:t>
      </w:r>
      <w:r w:rsidR="003A6D8D">
        <w:t>’</w:t>
      </w:r>
      <w:r w:rsidRPr="003A0BBB">
        <w:t>étais maintenant seule avec lui</w:t>
      </w:r>
      <w:r w:rsidR="003A6D8D">
        <w:t xml:space="preserve">, </w:t>
      </w:r>
      <w:r w:rsidRPr="003A0BBB">
        <w:t>bien seule</w:t>
      </w:r>
      <w:r w:rsidR="003A6D8D">
        <w:t xml:space="preserve">. </w:t>
      </w:r>
      <w:r w:rsidRPr="003A0BBB">
        <w:t>Dans cette chambre</w:t>
      </w:r>
      <w:r w:rsidR="003A6D8D">
        <w:t xml:space="preserve">, </w:t>
      </w:r>
      <w:r w:rsidRPr="003A0BBB">
        <w:t>la porte qui venait de se refermer nous séparait du reste du monde</w:t>
      </w:r>
      <w:r w:rsidR="003A6D8D">
        <w:t xml:space="preserve">. </w:t>
      </w:r>
      <w:r w:rsidRPr="003A0BBB">
        <w:t>Ici</w:t>
      </w:r>
      <w:r w:rsidR="003A6D8D">
        <w:t xml:space="preserve">, </w:t>
      </w:r>
      <w:r w:rsidRPr="003A0BBB">
        <w:t>plus de souvenirs</w:t>
      </w:r>
      <w:r w:rsidR="003A6D8D">
        <w:t xml:space="preserve">, </w:t>
      </w:r>
      <w:r w:rsidRPr="003A0BBB">
        <w:t>plus de fantômes</w:t>
      </w:r>
      <w:r w:rsidR="003A6D8D">
        <w:t xml:space="preserve">, </w:t>
      </w:r>
      <w:r w:rsidRPr="003A0BBB">
        <w:t>plus de cimetière proche</w:t>
      </w:r>
      <w:r w:rsidR="003A6D8D">
        <w:t xml:space="preserve">. </w:t>
      </w:r>
      <w:r w:rsidRPr="003A0BBB">
        <w:t>Rien que nous deux</w:t>
      </w:r>
      <w:r w:rsidR="003A6D8D">
        <w:t xml:space="preserve">, </w:t>
      </w:r>
      <w:r w:rsidRPr="003A0BBB">
        <w:t>Franz</w:t>
      </w:r>
      <w:r w:rsidR="003A6D8D">
        <w:t xml:space="preserve">. </w:t>
      </w:r>
      <w:r w:rsidRPr="003A0BBB">
        <w:t>Plus rien que nous</w:t>
      </w:r>
      <w:r w:rsidR="003A6D8D">
        <w:t>.</w:t>
      </w:r>
    </w:p>
    <w:p w14:paraId="0847EE39" w14:textId="77777777" w:rsidR="003A6D8D" w:rsidRDefault="008F7090" w:rsidP="008F7090">
      <w:r w:rsidRPr="003A0BBB">
        <w:t>Pendant le déjeuner</w:t>
      </w:r>
      <w:r w:rsidR="003A6D8D">
        <w:t xml:space="preserve">, </w:t>
      </w:r>
      <w:r w:rsidRPr="003A0BBB">
        <w:t>Franz me mit au courant de ce qu</w:t>
      </w:r>
      <w:r w:rsidR="003A6D8D">
        <w:t>’</w:t>
      </w:r>
      <w:r w:rsidRPr="003A0BBB">
        <w:t>il avait fait depuis son retour à Paris</w:t>
      </w:r>
      <w:r w:rsidR="003A6D8D">
        <w:t>.</w:t>
      </w:r>
    </w:p>
    <w:p w14:paraId="4588883F" w14:textId="77777777" w:rsidR="003A6D8D" w:rsidRDefault="003A6D8D" w:rsidP="008F7090">
      <w:r>
        <w:lastRenderedPageBreak/>
        <w:t>— </w:t>
      </w:r>
      <w:r w:rsidR="008F7090" w:rsidRPr="003A0BBB">
        <w:t>Je t</w:t>
      </w:r>
      <w:r>
        <w:t>’</w:t>
      </w:r>
      <w:r w:rsidR="008F7090" w:rsidRPr="003A0BBB">
        <w:t>expliquerai tout cela plus en détail</w:t>
      </w:r>
      <w:r>
        <w:t xml:space="preserve">, </w:t>
      </w:r>
      <w:r w:rsidR="008F7090" w:rsidRPr="003A0BBB">
        <w:t>au fur et à mesure</w:t>
      </w:r>
      <w:r>
        <w:t xml:space="preserve">, </w:t>
      </w:r>
      <w:r w:rsidR="008F7090" w:rsidRPr="003A0BBB">
        <w:t>dit-il en terminant</w:t>
      </w:r>
      <w:r>
        <w:t xml:space="preserve">. </w:t>
      </w:r>
      <w:r w:rsidR="008F7090" w:rsidRPr="003A0BBB">
        <w:t>À l</w:t>
      </w:r>
      <w:r>
        <w:t>’</w:t>
      </w:r>
      <w:r w:rsidR="008F7090" w:rsidRPr="003A0BBB">
        <w:t>heure actuelle</w:t>
      </w:r>
      <w:r>
        <w:t xml:space="preserve">, </w:t>
      </w:r>
      <w:r w:rsidR="008F7090" w:rsidRPr="003A0BBB">
        <w:t>nous luttons</w:t>
      </w:r>
      <w:r>
        <w:t xml:space="preserve">, </w:t>
      </w:r>
      <w:r w:rsidR="008F7090" w:rsidRPr="003A0BBB">
        <w:t>X</w:t>
      </w:r>
      <w:r>
        <w:t xml:space="preserve">… </w:t>
      </w:r>
      <w:r w:rsidR="008F7090" w:rsidRPr="003A0BBB">
        <w:t>et moi</w:t>
      </w:r>
      <w:r>
        <w:t xml:space="preserve">, </w:t>
      </w:r>
      <w:r w:rsidR="008F7090" w:rsidRPr="003A0BBB">
        <w:t>au milieu de toutes les difficultés imaginables</w:t>
      </w:r>
      <w:r>
        <w:t xml:space="preserve">. </w:t>
      </w:r>
      <w:r w:rsidR="008F7090" w:rsidRPr="003A0BBB">
        <w:t>Mais</w:t>
      </w:r>
      <w:r>
        <w:t xml:space="preserve">, </w:t>
      </w:r>
      <w:r w:rsidR="008F7090" w:rsidRPr="003A0BBB">
        <w:t>d</w:t>
      </w:r>
      <w:r>
        <w:t>’</w:t>
      </w:r>
      <w:r w:rsidR="008F7090" w:rsidRPr="003A0BBB">
        <w:t>ores et déjà</w:t>
      </w:r>
      <w:r>
        <w:t xml:space="preserve">, </w:t>
      </w:r>
      <w:r w:rsidR="008F7090" w:rsidRPr="003A0BBB">
        <w:t>l</w:t>
      </w:r>
      <w:r>
        <w:t>’</w:t>
      </w:r>
      <w:r w:rsidR="008F7090" w:rsidRPr="003A0BBB">
        <w:t>affaire s</w:t>
      </w:r>
      <w:r>
        <w:t>’</w:t>
      </w:r>
      <w:r w:rsidR="008F7090" w:rsidRPr="003A0BBB">
        <w:t>annonce merveilleuse</w:t>
      </w:r>
      <w:r>
        <w:t xml:space="preserve">. </w:t>
      </w:r>
      <w:r w:rsidR="008F7090" w:rsidRPr="003A0BBB">
        <w:t>Comment en serait-il autrement</w:t>
      </w:r>
      <w:r>
        <w:t xml:space="preserve"> ? </w:t>
      </w:r>
      <w:r w:rsidR="008F7090" w:rsidRPr="003A0BBB">
        <w:t>X</w:t>
      </w:r>
      <w:r>
        <w:t xml:space="preserve">… </w:t>
      </w:r>
      <w:r w:rsidR="008F7090" w:rsidRPr="003A0BBB">
        <w:t>est un homme de premier ordre</w:t>
      </w:r>
      <w:r>
        <w:t xml:space="preserve">, </w:t>
      </w:r>
      <w:r w:rsidR="008F7090" w:rsidRPr="003A0BBB">
        <w:t>un des cerveaux les mieux organisés de cette époque</w:t>
      </w:r>
      <w:r>
        <w:t xml:space="preserve">. </w:t>
      </w:r>
      <w:r w:rsidR="008F7090" w:rsidRPr="003A0BBB">
        <w:t>D</w:t>
      </w:r>
      <w:r>
        <w:t>’</w:t>
      </w:r>
      <w:r w:rsidR="008F7090" w:rsidRPr="003A0BBB">
        <w:t>ailleurs</w:t>
      </w:r>
      <w:r>
        <w:t xml:space="preserve">, </w:t>
      </w:r>
      <w:r w:rsidR="008F7090" w:rsidRPr="003A0BBB">
        <w:t>tu m</w:t>
      </w:r>
      <w:r>
        <w:t>’</w:t>
      </w:r>
      <w:r w:rsidR="008F7090" w:rsidRPr="003A0BBB">
        <w:t>en diras bientôt des nouvelles</w:t>
      </w:r>
      <w:r>
        <w:t xml:space="preserve">. </w:t>
      </w:r>
      <w:r w:rsidR="008F7090" w:rsidRPr="003A0BBB">
        <w:t>Certes</w:t>
      </w:r>
      <w:r>
        <w:t xml:space="preserve">, </w:t>
      </w:r>
      <w:r w:rsidR="008F7090" w:rsidRPr="003A0BBB">
        <w:t>les premiers mois vont être durs</w:t>
      </w:r>
      <w:r>
        <w:t xml:space="preserve">. </w:t>
      </w:r>
      <w:r w:rsidR="008F7090" w:rsidRPr="003A0BBB">
        <w:t>Mais</w:t>
      </w:r>
      <w:r>
        <w:t xml:space="preserve">, </w:t>
      </w:r>
      <w:r w:rsidR="008F7090" w:rsidRPr="003A0BBB">
        <w:t>qu</w:t>
      </w:r>
      <w:r>
        <w:t>’</w:t>
      </w:r>
      <w:r w:rsidR="008F7090" w:rsidRPr="003A0BBB">
        <w:t>est-ce que cela peut me faire</w:t>
      </w:r>
      <w:r>
        <w:t xml:space="preserve">, </w:t>
      </w:r>
      <w:r w:rsidR="008F7090" w:rsidRPr="003A0BBB">
        <w:t>puisque</w:t>
      </w:r>
      <w:r>
        <w:t xml:space="preserve">, </w:t>
      </w:r>
      <w:r w:rsidR="008F7090" w:rsidRPr="003A0BBB">
        <w:t>en sortant de l</w:t>
      </w:r>
      <w:r>
        <w:t>’</w:t>
      </w:r>
      <w:r w:rsidR="008F7090" w:rsidRPr="003A0BBB">
        <w:t>usine</w:t>
      </w:r>
      <w:r>
        <w:t xml:space="preserve">, </w:t>
      </w:r>
      <w:r w:rsidR="008F7090" w:rsidRPr="003A0BBB">
        <w:t>je sais que je te retrouverai ici</w:t>
      </w:r>
      <w:r>
        <w:t xml:space="preserve">, </w:t>
      </w:r>
      <w:r w:rsidR="008F7090" w:rsidRPr="003A0BBB">
        <w:t>à m</w:t>
      </w:r>
      <w:r>
        <w:t>’</w:t>
      </w:r>
      <w:r w:rsidR="008F7090" w:rsidRPr="003A0BBB">
        <w:t>attendre</w:t>
      </w:r>
      <w:r>
        <w:t xml:space="preserve">… </w:t>
      </w:r>
      <w:r w:rsidR="008F7090" w:rsidRPr="003A0BBB">
        <w:t>Et je m</w:t>
      </w:r>
      <w:r>
        <w:t>’</w:t>
      </w:r>
      <w:r w:rsidR="008F7090" w:rsidRPr="003A0BBB">
        <w:t>arrangerai</w:t>
      </w:r>
      <w:r>
        <w:t xml:space="preserve">, </w:t>
      </w:r>
      <w:r w:rsidR="008F7090" w:rsidRPr="003A0BBB">
        <w:t>tu verras</w:t>
      </w:r>
      <w:r>
        <w:t xml:space="preserve">, </w:t>
      </w:r>
      <w:r w:rsidR="008F7090" w:rsidRPr="003A0BBB">
        <w:t>pour que tu n</w:t>
      </w:r>
      <w:r>
        <w:t>’</w:t>
      </w:r>
      <w:r w:rsidR="008F7090" w:rsidRPr="003A0BBB">
        <w:t>aies pas trop à souffrir de la concurrence de mon travail</w:t>
      </w:r>
      <w:r>
        <w:t>.</w:t>
      </w:r>
    </w:p>
    <w:p w14:paraId="1F1A4CC3" w14:textId="77777777" w:rsidR="003A6D8D" w:rsidRDefault="003A6D8D" w:rsidP="008F7090">
      <w:r>
        <w:t>— </w:t>
      </w:r>
      <w:r w:rsidR="008F7090" w:rsidRPr="003A0BBB">
        <w:t>Et toi</w:t>
      </w:r>
      <w:r>
        <w:t xml:space="preserve">, </w:t>
      </w:r>
      <w:r w:rsidR="008F7090" w:rsidRPr="003A0BBB">
        <w:t>tu sais bien que tu n</w:t>
      </w:r>
      <w:r>
        <w:t>’</w:t>
      </w:r>
      <w:r w:rsidR="008F7090" w:rsidRPr="003A0BBB">
        <w:t>auras jamais à me reprocher une tentative pour essayer de te détourner de ce travail</w:t>
      </w:r>
      <w:r>
        <w:t>.</w:t>
      </w:r>
    </w:p>
    <w:p w14:paraId="3BDE1FF2" w14:textId="77777777" w:rsidR="003A6D8D" w:rsidRDefault="003A6D8D" w:rsidP="008F7090">
      <w:r>
        <w:t>— </w:t>
      </w:r>
      <w:r w:rsidR="008F7090" w:rsidRPr="003A0BBB">
        <w:t>Je le sais</w:t>
      </w:r>
      <w:r>
        <w:t xml:space="preserve">. </w:t>
      </w:r>
      <w:r w:rsidR="008F7090" w:rsidRPr="003A0BBB">
        <w:t>Je sais aussi qu</w:t>
      </w:r>
      <w:r>
        <w:t>’</w:t>
      </w:r>
      <w:r w:rsidR="008F7090" w:rsidRPr="003A0BBB">
        <w:t>il y a temps pour tout</w:t>
      </w:r>
      <w:r>
        <w:t xml:space="preserve">. </w:t>
      </w:r>
      <w:r w:rsidR="008F7090" w:rsidRPr="003A0BBB">
        <w:t>Nous déjeunerons chez nous chaque jour</w:t>
      </w:r>
      <w:r>
        <w:t xml:space="preserve">. </w:t>
      </w:r>
      <w:r w:rsidR="008F7090" w:rsidRPr="003A0BBB">
        <w:t>Saint-Cloud n</w:t>
      </w:r>
      <w:r>
        <w:t>’</w:t>
      </w:r>
      <w:r w:rsidR="008F7090" w:rsidRPr="003A0BBB">
        <w:t>est qu</w:t>
      </w:r>
      <w:r>
        <w:t>’</w:t>
      </w:r>
      <w:r w:rsidR="008F7090" w:rsidRPr="003A0BBB">
        <w:t>à dix minutes d</w:t>
      </w:r>
      <w:r>
        <w:t>’</w:t>
      </w:r>
      <w:r w:rsidR="008F7090" w:rsidRPr="003A0BBB">
        <w:t>automobile de l</w:t>
      </w:r>
      <w:r>
        <w:t>’</w:t>
      </w:r>
      <w:r w:rsidR="008F7090" w:rsidRPr="003A0BBB">
        <w:t>usine</w:t>
      </w:r>
      <w:r>
        <w:t xml:space="preserve">. </w:t>
      </w:r>
      <w:r w:rsidR="008F7090" w:rsidRPr="003A0BBB">
        <w:t>C</w:t>
      </w:r>
      <w:r>
        <w:t>’</w:t>
      </w:r>
      <w:r w:rsidR="008F7090" w:rsidRPr="003A0BBB">
        <w:t>est pour cela que</w:t>
      </w:r>
      <w:r>
        <w:t xml:space="preserve">, </w:t>
      </w:r>
      <w:r w:rsidR="008F7090" w:rsidRPr="003A0BBB">
        <w:t>d</w:t>
      </w:r>
      <w:r>
        <w:t>’</w:t>
      </w:r>
      <w:r w:rsidR="008F7090" w:rsidRPr="003A0BBB">
        <w:t>autorité</w:t>
      </w:r>
      <w:r>
        <w:t xml:space="preserve">, </w:t>
      </w:r>
      <w:r w:rsidR="008F7090" w:rsidRPr="003A0BBB">
        <w:t>j</w:t>
      </w:r>
      <w:r>
        <w:t>’</w:t>
      </w:r>
      <w:r w:rsidR="008F7090" w:rsidRPr="003A0BBB">
        <w:t>ai choisi ici notre villa</w:t>
      </w:r>
      <w:r>
        <w:t xml:space="preserve">. </w:t>
      </w:r>
      <w:r w:rsidR="008F7090" w:rsidRPr="003A0BBB">
        <w:t>Le soir</w:t>
      </w:r>
      <w:r>
        <w:t xml:space="preserve">, </w:t>
      </w:r>
      <w:r w:rsidR="008F7090" w:rsidRPr="003A0BBB">
        <w:t>nous serons libres</w:t>
      </w:r>
      <w:r>
        <w:t xml:space="preserve">. </w:t>
      </w:r>
      <w:r w:rsidR="008F7090" w:rsidRPr="003A0BBB">
        <w:t>Nous pourrons à ton gré rester ou sortir</w:t>
      </w:r>
      <w:r>
        <w:t xml:space="preserve">. </w:t>
      </w:r>
      <w:r w:rsidR="008F7090" w:rsidRPr="003A0BBB">
        <w:t>Et puis</w:t>
      </w:r>
      <w:r>
        <w:t xml:space="preserve">, </w:t>
      </w:r>
      <w:r w:rsidR="008F7090" w:rsidRPr="003A0BBB">
        <w:t>il y a X</w:t>
      </w:r>
      <w:r>
        <w:t xml:space="preserve">… </w:t>
      </w:r>
      <w:r w:rsidR="008F7090" w:rsidRPr="003A0BBB">
        <w:t>qu</w:t>
      </w:r>
      <w:r>
        <w:t>’</w:t>
      </w:r>
      <w:r w:rsidR="008F7090" w:rsidRPr="003A0BBB">
        <w:t>il ne faut pas oublier</w:t>
      </w:r>
      <w:r>
        <w:t xml:space="preserve">. </w:t>
      </w:r>
      <w:r w:rsidR="008F7090" w:rsidRPr="003A0BBB">
        <w:t>Nous dînerons avec lui le plus tôt possible</w:t>
      </w:r>
      <w:r>
        <w:t xml:space="preserve">. </w:t>
      </w:r>
      <w:r w:rsidR="008F7090" w:rsidRPr="003A0BBB">
        <w:t>Je lui ai tellement parlé de toi</w:t>
      </w:r>
      <w:r>
        <w:t xml:space="preserve">. </w:t>
      </w:r>
      <w:r w:rsidR="008F7090" w:rsidRPr="003A0BBB">
        <w:t>Il meurt d</w:t>
      </w:r>
      <w:r>
        <w:t>’</w:t>
      </w:r>
      <w:r w:rsidR="008F7090" w:rsidRPr="003A0BBB">
        <w:t>envie de faire ta connaissance</w:t>
      </w:r>
      <w:r>
        <w:t>.</w:t>
      </w:r>
    </w:p>
    <w:p w14:paraId="61DE48B8" w14:textId="77777777" w:rsidR="003A6D8D" w:rsidRDefault="003A6D8D" w:rsidP="008F7090">
      <w:r>
        <w:t>— </w:t>
      </w:r>
      <w:r w:rsidR="008F7090" w:rsidRPr="003A0BBB">
        <w:t>Tu lui as parlé de moi</w:t>
      </w:r>
      <w:r>
        <w:t xml:space="preserve"> ? </w:t>
      </w:r>
      <w:r w:rsidR="008F7090" w:rsidRPr="003A0BBB">
        <w:t>Que lui as-tu dit</w:t>
      </w:r>
      <w:r>
        <w:t> ?</w:t>
      </w:r>
    </w:p>
    <w:p w14:paraId="274CE40E" w14:textId="77777777" w:rsidR="003A6D8D" w:rsidRDefault="003A6D8D" w:rsidP="008F7090">
      <w:r>
        <w:t>— </w:t>
      </w:r>
      <w:r w:rsidR="008F7090" w:rsidRPr="003A0BBB">
        <w:t>Ce que tu peux imaginer</w:t>
      </w:r>
      <w:r>
        <w:t xml:space="preserve">. </w:t>
      </w:r>
      <w:r w:rsidR="008F7090" w:rsidRPr="003A0BBB">
        <w:t>Des choses qui ont dû suffire à lui faire comprendre que je t</w:t>
      </w:r>
      <w:r>
        <w:t>’</w:t>
      </w:r>
      <w:r w:rsidR="008F7090" w:rsidRPr="003A0BBB">
        <w:t>aime</w:t>
      </w:r>
      <w:r>
        <w:t xml:space="preserve">, </w:t>
      </w:r>
      <w:r w:rsidR="008F7090" w:rsidRPr="003A0BBB">
        <w:t>et que tu seras ma femme</w:t>
      </w:r>
      <w:r>
        <w:t>.</w:t>
      </w:r>
    </w:p>
    <w:p w14:paraId="5E1E7EBE" w14:textId="77777777" w:rsidR="003A6D8D" w:rsidRDefault="008F7090" w:rsidP="008F7090">
      <w:r w:rsidRPr="003A0BBB">
        <w:t>Je hochai doucement la tête</w:t>
      </w:r>
      <w:r w:rsidR="003A6D8D">
        <w:t>.</w:t>
      </w:r>
    </w:p>
    <w:p w14:paraId="062B69C5" w14:textId="77777777" w:rsidR="003A6D8D" w:rsidRDefault="003A6D8D" w:rsidP="008F7090">
      <w:r>
        <w:t>— </w:t>
      </w:r>
      <w:r w:rsidR="008F7090" w:rsidRPr="003A0BBB">
        <w:t>Ta femme</w:t>
      </w:r>
      <w:r>
        <w:t xml:space="preserve">, </w:t>
      </w:r>
      <w:r w:rsidR="008F7090" w:rsidRPr="003A0BBB">
        <w:t>Franz</w:t>
      </w:r>
      <w:r>
        <w:t xml:space="preserve"> ! </w:t>
      </w:r>
      <w:r w:rsidR="008F7090" w:rsidRPr="003A0BBB">
        <w:t>Tu sais bien ce que je réponds</w:t>
      </w:r>
      <w:r>
        <w:t xml:space="preserve">, </w:t>
      </w:r>
      <w:r w:rsidR="008F7090" w:rsidRPr="003A0BBB">
        <w:t>chaque fois que tu prononces ce mot</w:t>
      </w:r>
      <w:r>
        <w:t>.</w:t>
      </w:r>
    </w:p>
    <w:p w14:paraId="7C49FD13" w14:textId="77777777" w:rsidR="003A6D8D" w:rsidRDefault="008F7090" w:rsidP="008F7090">
      <w:r w:rsidRPr="003A0BBB">
        <w:t>Il m</w:t>
      </w:r>
      <w:r w:rsidR="003A6D8D">
        <w:t>’</w:t>
      </w:r>
      <w:r w:rsidRPr="003A0BBB">
        <w:t>avait saisi les mains avec vivacité</w:t>
      </w:r>
      <w:r w:rsidR="003A6D8D">
        <w:t>.</w:t>
      </w:r>
    </w:p>
    <w:p w14:paraId="42709CFD" w14:textId="77777777" w:rsidR="003A6D8D" w:rsidRDefault="003A6D8D" w:rsidP="008F7090">
      <w:r>
        <w:lastRenderedPageBreak/>
        <w:t>— </w:t>
      </w:r>
      <w:r w:rsidR="008F7090" w:rsidRPr="003A0BBB">
        <w:t>Et tu sais encore mieux ce que je réponds alors</w:t>
      </w:r>
      <w:r>
        <w:t xml:space="preserve">, </w:t>
      </w:r>
      <w:r w:rsidR="008F7090" w:rsidRPr="003A0BBB">
        <w:t>moi</w:t>
      </w:r>
      <w:r>
        <w:t xml:space="preserve">. </w:t>
      </w:r>
      <w:r w:rsidR="008F7090" w:rsidRPr="003A0BBB">
        <w:t>Pourquoi cette obstination dont je ne saisis pas la cause</w:t>
      </w:r>
      <w:r>
        <w:t xml:space="preserve"> ? </w:t>
      </w:r>
      <w:r w:rsidR="008F7090" w:rsidRPr="003A0BBB">
        <w:t>Pourquoi risquer de me faire de la peine</w:t>
      </w:r>
      <w:r>
        <w:t xml:space="preserve"> ? </w:t>
      </w:r>
      <w:r w:rsidR="008F7090" w:rsidRPr="003A0BBB">
        <w:t>Pourquoi vouloir</w:t>
      </w:r>
      <w:r>
        <w:t>…</w:t>
      </w:r>
    </w:p>
    <w:p w14:paraId="354E5F81" w14:textId="77777777" w:rsidR="003A6D8D" w:rsidRDefault="003A6D8D" w:rsidP="008F7090">
      <w:r>
        <w:t>— </w:t>
      </w:r>
      <w:r w:rsidR="008F7090" w:rsidRPr="003A0BBB">
        <w:t>Pourquoi</w:t>
      </w:r>
      <w:r>
        <w:t> ?</w:t>
      </w:r>
    </w:p>
    <w:p w14:paraId="5178392B" w14:textId="77777777" w:rsidR="003A6D8D" w:rsidRDefault="008F7090" w:rsidP="008F7090">
      <w:r w:rsidRPr="003A0BBB">
        <w:t>Nous nous tûmes tous deux</w:t>
      </w:r>
      <w:r w:rsidR="003A6D8D">
        <w:t xml:space="preserve">. </w:t>
      </w:r>
      <w:r w:rsidRPr="003A0BBB">
        <w:t>C</w:t>
      </w:r>
      <w:r w:rsidR="003A6D8D">
        <w:t>’</w:t>
      </w:r>
      <w:r w:rsidRPr="003A0BBB">
        <w:t>était toujours la même scène</w:t>
      </w:r>
      <w:r w:rsidR="003A6D8D">
        <w:t xml:space="preserve">. </w:t>
      </w:r>
      <w:r w:rsidRPr="003A0BBB">
        <w:t>Devenir la femme de Franz</w:t>
      </w:r>
      <w:r w:rsidR="003A6D8D">
        <w:t xml:space="preserve">. </w:t>
      </w:r>
      <w:r w:rsidRPr="003A0BBB">
        <w:t>On se fait aisément idée de la fréquence avec laquelle ce projet revenait dans nos conversations</w:t>
      </w:r>
      <w:r w:rsidR="003A6D8D">
        <w:t xml:space="preserve">. </w:t>
      </w:r>
      <w:r w:rsidRPr="003A0BBB">
        <w:t>Chaque fois</w:t>
      </w:r>
      <w:r w:rsidR="003A6D8D">
        <w:t xml:space="preserve">, </w:t>
      </w:r>
      <w:r w:rsidRPr="003A0BBB">
        <w:t>Franz insistait avec une passion nouvelle</w:t>
      </w:r>
      <w:r w:rsidR="003A6D8D">
        <w:t xml:space="preserve">, </w:t>
      </w:r>
      <w:r w:rsidRPr="003A0BBB">
        <w:t>une ardeur que mon attitude transformait presque immédiatement en gêne morne</w:t>
      </w:r>
      <w:r w:rsidR="003A6D8D">
        <w:t xml:space="preserve">. </w:t>
      </w:r>
      <w:r w:rsidRPr="003A0BBB">
        <w:t>Sa femme</w:t>
      </w:r>
      <w:r w:rsidR="003A6D8D">
        <w:t xml:space="preserve"> ! </w:t>
      </w:r>
      <w:r w:rsidRPr="003A0BBB">
        <w:t>Le jour où il avait prononcé ce mot devant moi</w:t>
      </w:r>
      <w:r w:rsidR="003A6D8D">
        <w:t xml:space="preserve">, </w:t>
      </w:r>
      <w:r w:rsidRPr="003A0BBB">
        <w:t>je m</w:t>
      </w:r>
      <w:r w:rsidR="003A6D8D">
        <w:t>’</w:t>
      </w:r>
      <w:r w:rsidRPr="003A0BBB">
        <w:t>étais mise à trembler de façon telle qu</w:t>
      </w:r>
      <w:r w:rsidR="003A6D8D">
        <w:t>’</w:t>
      </w:r>
      <w:r w:rsidRPr="003A0BBB">
        <w:t>il s</w:t>
      </w:r>
      <w:r w:rsidR="003A6D8D">
        <w:t>’</w:t>
      </w:r>
      <w:r w:rsidRPr="003A0BBB">
        <w:t>était arrêté</w:t>
      </w:r>
      <w:r w:rsidR="003A6D8D">
        <w:t xml:space="preserve">, </w:t>
      </w:r>
      <w:r w:rsidRPr="003A0BBB">
        <w:t>interdit</w:t>
      </w:r>
      <w:r w:rsidR="003A6D8D">
        <w:t xml:space="preserve">. </w:t>
      </w:r>
      <w:r w:rsidRPr="003A0BBB">
        <w:t>Ah</w:t>
      </w:r>
      <w:r w:rsidR="003A6D8D">
        <w:t xml:space="preserve"> ! </w:t>
      </w:r>
      <w:r w:rsidRPr="003A0BBB">
        <w:t>comme j</w:t>
      </w:r>
      <w:r w:rsidR="003A6D8D">
        <w:t>’</w:t>
      </w:r>
      <w:r w:rsidRPr="003A0BBB">
        <w:t>aurais pourtant souhaité qu</w:t>
      </w:r>
      <w:r w:rsidR="003A6D8D">
        <w:t>’</w:t>
      </w:r>
      <w:r w:rsidRPr="003A0BBB">
        <w:t>il fût libre de me demander la raison de ce trouble</w:t>
      </w:r>
      <w:r w:rsidR="003A6D8D">
        <w:t xml:space="preserve">. </w:t>
      </w:r>
      <w:r w:rsidRPr="003A0BBB">
        <w:t>Et moi</w:t>
      </w:r>
      <w:r w:rsidR="003A6D8D">
        <w:t xml:space="preserve">, </w:t>
      </w:r>
      <w:r w:rsidRPr="003A0BBB">
        <w:t>de mon côté</w:t>
      </w:r>
      <w:r w:rsidR="003A6D8D">
        <w:t xml:space="preserve">, </w:t>
      </w:r>
      <w:r w:rsidRPr="003A0BBB">
        <w:t>que j</w:t>
      </w:r>
      <w:r w:rsidR="003A6D8D">
        <w:t>’</w:t>
      </w:r>
      <w:r w:rsidRPr="003A0BBB">
        <w:t>aurais voulu être persuadée de son inanité</w:t>
      </w:r>
      <w:r w:rsidR="003A6D8D">
        <w:t> !</w:t>
      </w:r>
    </w:p>
    <w:p w14:paraId="118B2036" w14:textId="77777777" w:rsidR="003A6D8D" w:rsidRDefault="008F7090" w:rsidP="008F7090">
      <w:r w:rsidRPr="003A0BBB">
        <w:t>C</w:t>
      </w:r>
      <w:r w:rsidR="003A6D8D">
        <w:t>’</w:t>
      </w:r>
      <w:r w:rsidRPr="003A0BBB">
        <w:t>était impossible</w:t>
      </w:r>
      <w:r w:rsidR="003A6D8D">
        <w:t xml:space="preserve">. </w:t>
      </w:r>
      <w:r w:rsidRPr="003A0BBB">
        <w:t>Le mieux</w:t>
      </w:r>
      <w:r w:rsidR="003A6D8D">
        <w:t xml:space="preserve">, </w:t>
      </w:r>
      <w:r w:rsidRPr="003A0BBB">
        <w:t>dans ces conditions</w:t>
      </w:r>
      <w:r w:rsidR="003A6D8D">
        <w:t xml:space="preserve">, </w:t>
      </w:r>
      <w:r w:rsidRPr="003A0BBB">
        <w:t>n</w:t>
      </w:r>
      <w:r w:rsidR="003A6D8D">
        <w:t>’</w:t>
      </w:r>
      <w:r w:rsidRPr="003A0BBB">
        <w:t>était-il pas de nous taire</w:t>
      </w:r>
      <w:r w:rsidR="003A6D8D">
        <w:t xml:space="preserve">, </w:t>
      </w:r>
      <w:r w:rsidRPr="003A0BBB">
        <w:t>d</w:t>
      </w:r>
      <w:r w:rsidR="003A6D8D">
        <w:t>’</w:t>
      </w:r>
      <w:r w:rsidRPr="003A0BBB">
        <w:t>éviter tout ce qui était susceptible de faire resurgir entre nous ce malaise</w:t>
      </w:r>
      <w:r w:rsidR="003A6D8D">
        <w:t xml:space="preserve">. </w:t>
      </w:r>
      <w:r w:rsidRPr="003A0BBB">
        <w:t>C</w:t>
      </w:r>
      <w:r w:rsidR="003A6D8D">
        <w:t>’</w:t>
      </w:r>
      <w:r w:rsidRPr="003A0BBB">
        <w:t>était ce parti</w:t>
      </w:r>
      <w:r w:rsidR="003A6D8D">
        <w:t xml:space="preserve">, </w:t>
      </w:r>
      <w:r w:rsidRPr="003A0BBB">
        <w:t>précisément</w:t>
      </w:r>
      <w:r w:rsidR="003A6D8D">
        <w:t xml:space="preserve">, </w:t>
      </w:r>
      <w:r w:rsidRPr="003A0BBB">
        <w:t>que Franz était incapable de prendre</w:t>
      </w:r>
      <w:r w:rsidR="003A6D8D">
        <w:t xml:space="preserve">. </w:t>
      </w:r>
      <w:r w:rsidRPr="003A0BBB">
        <w:t>Par une sorte de nécessité tragique</w:t>
      </w:r>
      <w:r w:rsidR="003A6D8D">
        <w:t xml:space="preserve">, </w:t>
      </w:r>
      <w:r w:rsidRPr="003A0BBB">
        <w:t>de besoin lancinant de savoir si je savais</w:t>
      </w:r>
      <w:r w:rsidR="003A6D8D">
        <w:t xml:space="preserve">, </w:t>
      </w:r>
      <w:r w:rsidRPr="003A0BBB">
        <w:t>il ne laissait guère passer de journée sans remettre sur le tapis cette discussion</w:t>
      </w:r>
      <w:r w:rsidR="003A6D8D">
        <w:t>.</w:t>
      </w:r>
    </w:p>
    <w:p w14:paraId="655FC098" w14:textId="77777777" w:rsidR="003A6D8D" w:rsidRDefault="003A6D8D" w:rsidP="008F7090">
      <w:r>
        <w:t>— </w:t>
      </w:r>
      <w:r w:rsidR="008F7090" w:rsidRPr="003A0BBB">
        <w:t>Voyons</w:t>
      </w:r>
      <w:r>
        <w:t xml:space="preserve">, </w:t>
      </w:r>
      <w:r w:rsidR="008F7090" w:rsidRPr="003A0BBB">
        <w:t>c</w:t>
      </w:r>
      <w:r>
        <w:t>’</w:t>
      </w:r>
      <w:r w:rsidR="008F7090" w:rsidRPr="003A0BBB">
        <w:t>est ridicule</w:t>
      </w:r>
      <w:r>
        <w:t xml:space="preserve">. </w:t>
      </w:r>
      <w:r w:rsidR="008F7090" w:rsidRPr="003A0BBB">
        <w:t>Pourquoi ne pas faire tout de suite ce que nous accomplirons sûrement un jour</w:t>
      </w:r>
      <w:r>
        <w:t> ?</w:t>
      </w:r>
    </w:p>
    <w:p w14:paraId="4DC260DB" w14:textId="77777777" w:rsidR="003A6D8D" w:rsidRDefault="008F7090" w:rsidP="008F7090">
      <w:r w:rsidRPr="003A0BBB">
        <w:t>Insistant ainsi</w:t>
      </w:r>
      <w:r w:rsidR="003A6D8D">
        <w:t xml:space="preserve">, </w:t>
      </w:r>
      <w:r w:rsidRPr="003A0BBB">
        <w:t>sur ce ton mal assuré</w:t>
      </w:r>
      <w:r w:rsidR="003A6D8D">
        <w:t xml:space="preserve">, </w:t>
      </w:r>
      <w:r w:rsidRPr="003A0BBB">
        <w:t>il excitait ma pitié à un tel point que je prenais ma voix la plus enjouée pour lui répondre</w:t>
      </w:r>
      <w:r w:rsidR="003A6D8D">
        <w:t> :</w:t>
      </w:r>
    </w:p>
    <w:p w14:paraId="72D17FDC" w14:textId="77777777" w:rsidR="003A6D8D" w:rsidRDefault="003A6D8D" w:rsidP="008F7090">
      <w:r>
        <w:t>— </w:t>
      </w:r>
      <w:r w:rsidR="008F7090" w:rsidRPr="003A0BBB">
        <w:t>Pourquoi</w:t>
      </w:r>
      <w:r>
        <w:t xml:space="preserve"> ? </w:t>
      </w:r>
      <w:r w:rsidR="008F7090" w:rsidRPr="003A0BBB">
        <w:t>Encore une fois</w:t>
      </w:r>
      <w:r>
        <w:t xml:space="preserve">, </w:t>
      </w:r>
      <w:r w:rsidR="008F7090" w:rsidRPr="003A0BBB">
        <w:t>je ne vois pas la nécessité de ce mariage</w:t>
      </w:r>
      <w:r>
        <w:t xml:space="preserve">. </w:t>
      </w:r>
      <w:r w:rsidR="008F7090" w:rsidRPr="003A0BBB">
        <w:t>La nécessité immédiate</w:t>
      </w:r>
      <w:r>
        <w:t xml:space="preserve">, </w:t>
      </w:r>
      <w:r w:rsidR="008F7090" w:rsidRPr="003A0BBB">
        <w:t>tout au moins</w:t>
      </w:r>
      <w:r>
        <w:t xml:space="preserve">. </w:t>
      </w:r>
      <w:r w:rsidR="008F7090" w:rsidRPr="003A0BBB">
        <w:t>On voit que tu as toujours été indépendant</w:t>
      </w:r>
      <w:r>
        <w:t xml:space="preserve">. </w:t>
      </w:r>
      <w:r w:rsidR="008F7090" w:rsidRPr="003A0BBB">
        <w:t xml:space="preserve">Mais moi qui ne jouis de </w:t>
      </w:r>
      <w:r w:rsidR="008F7090" w:rsidRPr="003A0BBB">
        <w:lastRenderedPageBreak/>
        <w:t>ma liberté que depuis quelques années</w:t>
      </w:r>
      <w:r>
        <w:t xml:space="preserve">, </w:t>
      </w:r>
      <w:r w:rsidR="008F7090" w:rsidRPr="003A0BBB">
        <w:t>je ne veux pas l</w:t>
      </w:r>
      <w:r>
        <w:t>’</w:t>
      </w:r>
      <w:r w:rsidR="008F7090" w:rsidRPr="003A0BBB">
        <w:t>abdiquer déjà entre les mains d</w:t>
      </w:r>
      <w:r>
        <w:t>’</w:t>
      </w:r>
      <w:r w:rsidR="008F7090" w:rsidRPr="003A0BBB">
        <w:t>un tyran tel que toi</w:t>
      </w:r>
      <w:r>
        <w:t>.</w:t>
      </w:r>
    </w:p>
    <w:p w14:paraId="5CFA4D38" w14:textId="77777777" w:rsidR="003A6D8D" w:rsidRDefault="008F7090" w:rsidP="008F7090">
      <w:r w:rsidRPr="003A0BBB">
        <w:t>Il souriait</w:t>
      </w:r>
      <w:r w:rsidR="003A6D8D">
        <w:t xml:space="preserve">, </w:t>
      </w:r>
      <w:r w:rsidRPr="003A0BBB">
        <w:t>le malheureux</w:t>
      </w:r>
      <w:r w:rsidR="003A6D8D">
        <w:t xml:space="preserve">, </w:t>
      </w:r>
      <w:r w:rsidRPr="003A0BBB">
        <w:t>s</w:t>
      </w:r>
      <w:r w:rsidR="003A6D8D">
        <w:t>’</w:t>
      </w:r>
      <w:r w:rsidRPr="003A0BBB">
        <w:t>efforçant de se rassurer lui-même</w:t>
      </w:r>
      <w:r w:rsidR="003A6D8D">
        <w:t xml:space="preserve">, </w:t>
      </w:r>
      <w:r w:rsidRPr="003A0BBB">
        <w:t>de croire que je disais vrai</w:t>
      </w:r>
      <w:r w:rsidR="003A6D8D">
        <w:t xml:space="preserve">, </w:t>
      </w:r>
      <w:r w:rsidRPr="003A0BBB">
        <w:t>qu</w:t>
      </w:r>
      <w:r w:rsidR="003A6D8D">
        <w:t>’</w:t>
      </w:r>
      <w:r w:rsidRPr="003A0BBB">
        <w:t>il n</w:t>
      </w:r>
      <w:r w:rsidR="003A6D8D">
        <w:t>’</w:t>
      </w:r>
      <w:r w:rsidRPr="003A0BBB">
        <w:t>était pas possible que je me doute de quelque chose</w:t>
      </w:r>
      <w:r w:rsidR="003A6D8D">
        <w:t>.</w:t>
      </w:r>
    </w:p>
    <w:p w14:paraId="59FC999D" w14:textId="423A5B23" w:rsidR="003A6D8D" w:rsidRDefault="008F7090" w:rsidP="008F7090">
      <w:r w:rsidRPr="003A0BBB">
        <w:t>Pour avoir une idée à peu près nette de l</w:t>
      </w:r>
      <w:r w:rsidR="003A6D8D">
        <w:t>’</w:t>
      </w:r>
      <w:r w:rsidRPr="003A0BBB">
        <w:t>énorme travail auquel Franz se trouvait assujetti</w:t>
      </w:r>
      <w:r w:rsidR="003A6D8D">
        <w:t xml:space="preserve">, </w:t>
      </w:r>
      <w:r w:rsidRPr="003A0BBB">
        <w:t>dans le mois où je vins le rejoindre et au cours de ceux qui devaient suivre</w:t>
      </w:r>
      <w:r w:rsidR="003A6D8D">
        <w:t xml:space="preserve">, </w:t>
      </w:r>
      <w:r w:rsidRPr="003A0BBB">
        <w:t>il est nécessaire de connaître dans ses grandes lignes l</w:t>
      </w:r>
      <w:r w:rsidR="003A6D8D">
        <w:t>’</w:t>
      </w:r>
      <w:r w:rsidRPr="003A0BBB">
        <w:t>affaire à laquelle il était associé</w:t>
      </w:r>
      <w:r w:rsidR="003A6D8D">
        <w:t xml:space="preserve">. </w:t>
      </w:r>
      <w:r w:rsidRPr="003A0BBB">
        <w:t xml:space="preserve">Je peux parler en toute équité de </w:t>
      </w:r>
      <w:r w:rsidR="003A6D8D">
        <w:t>M. </w:t>
      </w:r>
      <w:r w:rsidRPr="003A0BBB">
        <w:t>X</w:t>
      </w:r>
      <w:r w:rsidR="003A6D8D">
        <w:t xml:space="preserve">… </w:t>
      </w:r>
      <w:r w:rsidRPr="003A0BBB">
        <w:t>Malgré les marques de sympathie qu</w:t>
      </w:r>
      <w:r w:rsidR="003A6D8D">
        <w:t>’</w:t>
      </w:r>
      <w:r w:rsidRPr="003A0BBB">
        <w:t>il m</w:t>
      </w:r>
      <w:r w:rsidR="003A6D8D">
        <w:t>’</w:t>
      </w:r>
      <w:r w:rsidRPr="003A0BBB">
        <w:t>a témoignées</w:t>
      </w:r>
      <w:r w:rsidR="003A6D8D">
        <w:t xml:space="preserve">, </w:t>
      </w:r>
      <w:r w:rsidRPr="003A0BBB">
        <w:t>en dépit de sa conduite à mon égard</w:t>
      </w:r>
      <w:r w:rsidR="003A6D8D">
        <w:t xml:space="preserve">, </w:t>
      </w:r>
      <w:r w:rsidRPr="003A0BBB">
        <w:t>qui fut toujours de la plus stricte correction</w:t>
      </w:r>
      <w:r w:rsidR="003A6D8D">
        <w:t xml:space="preserve">, </w:t>
      </w:r>
      <w:r w:rsidRPr="003A0BBB">
        <w:t>il a été pour moi</w:t>
      </w:r>
      <w:r w:rsidR="003A6D8D">
        <w:t xml:space="preserve">, – </w:t>
      </w:r>
      <w:r w:rsidRPr="003A0BBB">
        <w:t>les événements se chargeront de le prouver</w:t>
      </w:r>
      <w:r w:rsidR="003A6D8D">
        <w:t xml:space="preserve">, – </w:t>
      </w:r>
      <w:r w:rsidRPr="003A0BBB">
        <w:t>plutôt un adversaire qu</w:t>
      </w:r>
      <w:r w:rsidR="003A6D8D">
        <w:t>’</w:t>
      </w:r>
      <w:r w:rsidRPr="003A0BBB">
        <w:t>un allié</w:t>
      </w:r>
      <w:r w:rsidR="003A6D8D">
        <w:t xml:space="preserve">. </w:t>
      </w:r>
      <w:r w:rsidRPr="003A0BBB">
        <w:t>Les plus redoutables ennemis des femmes</w:t>
      </w:r>
      <w:r w:rsidR="003A6D8D">
        <w:t xml:space="preserve">, </w:t>
      </w:r>
      <w:r w:rsidRPr="003A0BBB">
        <w:t>qu</w:t>
      </w:r>
      <w:r w:rsidR="003A6D8D">
        <w:t>’</w:t>
      </w:r>
      <w:r w:rsidRPr="003A0BBB">
        <w:t>elles ne s</w:t>
      </w:r>
      <w:r w:rsidR="003A6D8D">
        <w:t>’</w:t>
      </w:r>
      <w:r w:rsidRPr="003A0BBB">
        <w:t>y trompent pas</w:t>
      </w:r>
      <w:r w:rsidR="003A6D8D">
        <w:t xml:space="preserve">, </w:t>
      </w:r>
      <w:r w:rsidRPr="003A0BBB">
        <w:t>ne sont pas les femmes</w:t>
      </w:r>
      <w:r w:rsidR="003A6D8D">
        <w:t xml:space="preserve">, </w:t>
      </w:r>
      <w:r w:rsidRPr="003A0BBB">
        <w:t>leurs rivales</w:t>
      </w:r>
      <w:r w:rsidR="003A6D8D">
        <w:t xml:space="preserve">. </w:t>
      </w:r>
      <w:r w:rsidRPr="003A0BBB">
        <w:t>Ce sont les amis de leurs maris ou de leurs amants</w:t>
      </w:r>
      <w:r w:rsidR="003A6D8D">
        <w:t xml:space="preserve">. </w:t>
      </w:r>
      <w:r w:rsidRPr="003A0BBB">
        <w:t>Dès le premier jour</w:t>
      </w:r>
      <w:r w:rsidR="003A6D8D">
        <w:t xml:space="preserve">, </w:t>
      </w:r>
      <w:r w:rsidRPr="003A0BBB">
        <w:t>j</w:t>
      </w:r>
      <w:r w:rsidR="003A6D8D">
        <w:t>’</w:t>
      </w:r>
      <w:r w:rsidRPr="003A0BBB">
        <w:t>ai compris que s</w:t>
      </w:r>
      <w:r w:rsidR="003A6D8D">
        <w:t>’</w:t>
      </w:r>
      <w:r w:rsidRPr="003A0BBB">
        <w:t>il y avait antagonisme entre l</w:t>
      </w:r>
      <w:r w:rsidR="003A6D8D">
        <w:t>’</w:t>
      </w:r>
      <w:r w:rsidRPr="003A0BBB">
        <w:t>intérêt apparent de Franz et mon bonheur à moi</w:t>
      </w:r>
      <w:r w:rsidR="003A6D8D">
        <w:t xml:space="preserve">, </w:t>
      </w:r>
      <w:r w:rsidRPr="003A0BBB">
        <w:t xml:space="preserve">ce ne serait pas mon parti que </w:t>
      </w:r>
      <w:r w:rsidR="003A6D8D">
        <w:t>M. </w:t>
      </w:r>
      <w:r w:rsidRPr="003A0BBB">
        <w:t>X</w:t>
      </w:r>
      <w:r w:rsidR="003A6D8D">
        <w:t xml:space="preserve">… </w:t>
      </w:r>
      <w:r w:rsidRPr="003A0BBB">
        <w:t>prendrait</w:t>
      </w:r>
      <w:r w:rsidR="003A6D8D">
        <w:t xml:space="preserve">. </w:t>
      </w:r>
      <w:r w:rsidRPr="003A0BBB">
        <w:t>Polytechnicien</w:t>
      </w:r>
      <w:r w:rsidR="003A6D8D">
        <w:t xml:space="preserve">, </w:t>
      </w:r>
      <w:r w:rsidRPr="003A0BBB">
        <w:t>ayant abandonné très jeune</w:t>
      </w:r>
      <w:r w:rsidR="003A6D8D">
        <w:t xml:space="preserve">, </w:t>
      </w:r>
      <w:r w:rsidRPr="003A0BBB">
        <w:t>pour entrer dans l</w:t>
      </w:r>
      <w:r w:rsidR="003A6D8D">
        <w:t>’</w:t>
      </w:r>
      <w:r w:rsidRPr="003A0BBB">
        <w:t>industrie privée</w:t>
      </w:r>
      <w:r w:rsidR="003A6D8D">
        <w:t xml:space="preserve">, </w:t>
      </w:r>
      <w:r w:rsidRPr="003A0BBB">
        <w:t>les nonchalantes carrières rémunérées par l</w:t>
      </w:r>
      <w:r w:rsidR="003A6D8D">
        <w:t>’</w:t>
      </w:r>
      <w:r w:rsidRPr="003A0BBB">
        <w:t>État</w:t>
      </w:r>
      <w:r w:rsidR="003A6D8D">
        <w:t>, M. </w:t>
      </w:r>
      <w:r w:rsidRPr="003A0BBB">
        <w:t>X</w:t>
      </w:r>
      <w:r w:rsidR="003A6D8D">
        <w:t xml:space="preserve">… </w:t>
      </w:r>
      <w:r w:rsidRPr="003A0BBB">
        <w:t>eut le rare mérite de s</w:t>
      </w:r>
      <w:r w:rsidR="003A6D8D">
        <w:t>’</w:t>
      </w:r>
      <w:r w:rsidRPr="003A0BBB">
        <w:t>occuper de fort peu d</w:t>
      </w:r>
      <w:r w:rsidR="003A6D8D">
        <w:t>’</w:t>
      </w:r>
      <w:r w:rsidRPr="003A0BBB">
        <w:t>affaires</w:t>
      </w:r>
      <w:r w:rsidR="003A6D8D">
        <w:t xml:space="preserve">, </w:t>
      </w:r>
      <w:r w:rsidRPr="003A0BBB">
        <w:t>mais de jouer</w:t>
      </w:r>
      <w:r w:rsidR="003A6D8D">
        <w:t xml:space="preserve">, </w:t>
      </w:r>
      <w:r w:rsidRPr="003A0BBB">
        <w:t>trois ou quatre fois</w:t>
      </w:r>
      <w:r w:rsidR="003A6D8D">
        <w:t xml:space="preserve">, </w:t>
      </w:r>
      <w:r w:rsidRPr="003A0BBB">
        <w:t>par un paroli hardi</w:t>
      </w:r>
      <w:r w:rsidR="003A6D8D">
        <w:t xml:space="preserve">, </w:t>
      </w:r>
      <w:r w:rsidRPr="003A0BBB">
        <w:t>sa destinée sur celles en quoi il avait eu confiance</w:t>
      </w:r>
      <w:r w:rsidR="003A6D8D">
        <w:t xml:space="preserve">. </w:t>
      </w:r>
      <w:r w:rsidRPr="003A0BBB">
        <w:t>Sans fortune</w:t>
      </w:r>
      <w:r w:rsidR="003A6D8D">
        <w:t xml:space="preserve">, </w:t>
      </w:r>
      <w:r w:rsidRPr="003A0BBB">
        <w:t>il commença par gagner quelque argent comme ingénieur des chemins de fer de Porto-Rico</w:t>
      </w:r>
      <w:r w:rsidR="003A6D8D">
        <w:t xml:space="preserve">. </w:t>
      </w:r>
      <w:r w:rsidRPr="003A0BBB">
        <w:t>Cet argent</w:t>
      </w:r>
      <w:r w:rsidR="003A6D8D">
        <w:t xml:space="preserve">, </w:t>
      </w:r>
      <w:r w:rsidRPr="003A0BBB">
        <w:t>il l</w:t>
      </w:r>
      <w:r w:rsidR="003A6D8D">
        <w:t>’</w:t>
      </w:r>
      <w:r w:rsidRPr="003A0BBB">
        <w:t>engagea en 1899 dans l</w:t>
      </w:r>
      <w:r w:rsidR="003A6D8D">
        <w:t>’</w:t>
      </w:r>
      <w:r w:rsidRPr="003A0BBB">
        <w:t>exploitation des phosphates de Gafsa</w:t>
      </w:r>
      <w:r w:rsidR="003A6D8D">
        <w:t xml:space="preserve">. </w:t>
      </w:r>
      <w:r w:rsidRPr="003A0BBB">
        <w:t>Ses bénéfices des phosphates</w:t>
      </w:r>
      <w:r w:rsidR="003A6D8D">
        <w:t xml:space="preserve">, </w:t>
      </w:r>
      <w:r w:rsidRPr="003A0BBB">
        <w:t>il les joua une troisième fois dans l</w:t>
      </w:r>
      <w:r w:rsidR="003A6D8D">
        <w:t>’</w:t>
      </w:r>
      <w:r w:rsidRPr="003A0BBB">
        <w:t>aménagement du port de l</w:t>
      </w:r>
      <w:r w:rsidR="003A6D8D">
        <w:t>’</w:t>
      </w:r>
      <w:r w:rsidRPr="003A0BBB">
        <w:t>Estaque</w:t>
      </w:r>
      <w:r w:rsidR="003A6D8D">
        <w:t xml:space="preserve">. </w:t>
      </w:r>
      <w:r w:rsidRPr="003A0BBB">
        <w:t>En 1914</w:t>
      </w:r>
      <w:r w:rsidR="003A6D8D">
        <w:t xml:space="preserve">, </w:t>
      </w:r>
      <w:r w:rsidRPr="003A0BBB">
        <w:t>il n</w:t>
      </w:r>
      <w:r w:rsidR="003A6D8D">
        <w:t>’</w:t>
      </w:r>
      <w:r w:rsidRPr="003A0BBB">
        <w:t>y avait pas un franc de ses capitaux qui ne symbolisât à la fois un atome de chance et une goutte de sueur</w:t>
      </w:r>
      <w:r w:rsidR="003A6D8D">
        <w:t xml:space="preserve">. </w:t>
      </w:r>
      <w:r w:rsidRPr="003A0BBB">
        <w:t>Peu d</w:t>
      </w:r>
      <w:r w:rsidR="003A6D8D">
        <w:t>’</w:t>
      </w:r>
      <w:r w:rsidRPr="003A0BBB">
        <w:t>hommes peuvent se flatter d</w:t>
      </w:r>
      <w:r w:rsidR="003A6D8D">
        <w:t>’</w:t>
      </w:r>
      <w:r w:rsidRPr="003A0BBB">
        <w:t xml:space="preserve">une réussite qui résume à la </w:t>
      </w:r>
      <w:r w:rsidRPr="003A0BBB">
        <w:lastRenderedPageBreak/>
        <w:t>fois bonheur</w:t>
      </w:r>
      <w:r w:rsidR="003A6D8D">
        <w:t xml:space="preserve">, </w:t>
      </w:r>
      <w:r w:rsidRPr="003A0BBB">
        <w:t>probité et labeur</w:t>
      </w:r>
      <w:r w:rsidR="003A6D8D">
        <w:t xml:space="preserve">. </w:t>
      </w:r>
      <w:r w:rsidRPr="003A0BBB">
        <w:t>La guerre le trouva riche de deux millions et plus riche encore de confiance en soi-même et d</w:t>
      </w:r>
      <w:r w:rsidR="003A6D8D">
        <w:t>’</w:t>
      </w:r>
      <w:r w:rsidRPr="003A0BBB">
        <w:t>expérience</w:t>
      </w:r>
      <w:r w:rsidR="003A6D8D">
        <w:t xml:space="preserve">. </w:t>
      </w:r>
      <w:r w:rsidRPr="003A0BBB">
        <w:t>Dégagé par son âge de toute obligation militaire</w:t>
      </w:r>
      <w:r w:rsidR="003A6D8D">
        <w:t xml:space="preserve">, </w:t>
      </w:r>
      <w:r w:rsidRPr="003A0BBB">
        <w:t>il acheta en 1915</w:t>
      </w:r>
      <w:r w:rsidR="003A6D8D">
        <w:t xml:space="preserve">, </w:t>
      </w:r>
      <w:r w:rsidRPr="003A0BBB">
        <w:t>dans la banlieue immédiate de Paris</w:t>
      </w:r>
      <w:r w:rsidR="003A6D8D">
        <w:t xml:space="preserve">, </w:t>
      </w:r>
      <w:r w:rsidRPr="003A0BBB">
        <w:t>des terrains qui se couvrirent presque instantanément d</w:t>
      </w:r>
      <w:r w:rsidR="003A6D8D">
        <w:t>’</w:t>
      </w:r>
      <w:r w:rsidRPr="003A0BBB">
        <w:t>usines à munitions</w:t>
      </w:r>
      <w:r w:rsidR="003A6D8D">
        <w:t xml:space="preserve">. </w:t>
      </w:r>
      <w:r w:rsidRPr="003A0BBB">
        <w:t>Tout son argent liquide</w:t>
      </w:r>
      <w:r w:rsidR="003A6D8D">
        <w:t xml:space="preserve">, </w:t>
      </w:r>
      <w:r w:rsidRPr="003A0BBB">
        <w:t>tous les bénéfices qu</w:t>
      </w:r>
      <w:r w:rsidR="003A6D8D">
        <w:t>’</w:t>
      </w:r>
      <w:r w:rsidRPr="003A0BBB">
        <w:t>il réalisa</w:t>
      </w:r>
      <w:r w:rsidR="003A6D8D">
        <w:t xml:space="preserve">, </w:t>
      </w:r>
      <w:r w:rsidRPr="003A0BBB">
        <w:t>il les employa successivement au développement de son entreprise</w:t>
      </w:r>
      <w:r w:rsidR="003A6D8D">
        <w:t xml:space="preserve">. </w:t>
      </w:r>
      <w:r w:rsidRPr="003A0BBB">
        <w:t>Mais</w:t>
      </w:r>
      <w:r w:rsidR="003A6D8D">
        <w:t xml:space="preserve">, </w:t>
      </w:r>
      <w:r w:rsidRPr="003A0BBB">
        <w:t>en même temps qu</w:t>
      </w:r>
      <w:r w:rsidR="003A6D8D">
        <w:t>’</w:t>
      </w:r>
      <w:r w:rsidRPr="003A0BBB">
        <w:t>il collaborait au gain de la guerre</w:t>
      </w:r>
      <w:r w:rsidR="003A6D8D">
        <w:t xml:space="preserve">, </w:t>
      </w:r>
      <w:r w:rsidRPr="003A0BBB">
        <w:t>il songeait à la paix prochaine</w:t>
      </w:r>
      <w:r w:rsidR="003A6D8D">
        <w:t xml:space="preserve">. </w:t>
      </w:r>
      <w:r w:rsidRPr="003A0BBB">
        <w:t>Que ferait-il de ces fabriques de tanks et d</w:t>
      </w:r>
      <w:r w:rsidR="003A6D8D">
        <w:t>’</w:t>
      </w:r>
      <w:r w:rsidRPr="003A0BBB">
        <w:t>obus</w:t>
      </w:r>
      <w:r w:rsidR="003A6D8D">
        <w:t xml:space="preserve"> ? </w:t>
      </w:r>
      <w:r w:rsidRPr="003A0BBB">
        <w:t>Il y pensait</w:t>
      </w:r>
      <w:r w:rsidR="003A6D8D">
        <w:t xml:space="preserve">. </w:t>
      </w:r>
      <w:r w:rsidRPr="003A0BBB">
        <w:t>Il y pensait si bien qu</w:t>
      </w:r>
      <w:r w:rsidR="003A6D8D">
        <w:t>’</w:t>
      </w:r>
      <w:r w:rsidRPr="003A0BBB">
        <w:t>à la même époque il proposait à Franz de devenir son associé</w:t>
      </w:r>
      <w:r w:rsidR="003A6D8D">
        <w:t xml:space="preserve">. </w:t>
      </w:r>
      <w:r w:rsidRPr="003A0BBB">
        <w:t>Il l</w:t>
      </w:r>
      <w:r w:rsidR="003A6D8D">
        <w:t>’</w:t>
      </w:r>
      <w:r w:rsidRPr="003A0BBB">
        <w:t>avait rencontré dans diverses commissions des ministères de l</w:t>
      </w:r>
      <w:r w:rsidR="003A6D8D">
        <w:t>’</w:t>
      </w:r>
      <w:r w:rsidRPr="003A0BBB">
        <w:t>Armement et des Travaux publics</w:t>
      </w:r>
      <w:r w:rsidR="003A6D8D">
        <w:t xml:space="preserve">. </w:t>
      </w:r>
      <w:r w:rsidRPr="003A0BBB">
        <w:t>Il avait apprécié sa valeur</w:t>
      </w:r>
      <w:r w:rsidR="003A6D8D">
        <w:t xml:space="preserve">, </w:t>
      </w:r>
      <w:r w:rsidRPr="003A0BBB">
        <w:t>son esprit d</w:t>
      </w:r>
      <w:r w:rsidR="003A6D8D">
        <w:t>’</w:t>
      </w:r>
      <w:r w:rsidRPr="003A0BBB">
        <w:t>initiative</w:t>
      </w:r>
      <w:r w:rsidR="003A6D8D">
        <w:t xml:space="preserve">. </w:t>
      </w:r>
      <w:r w:rsidRPr="003A0BBB">
        <w:t>Il traita avec lui d</w:t>
      </w:r>
      <w:r w:rsidR="003A6D8D">
        <w:t>’</w:t>
      </w:r>
      <w:r w:rsidRPr="003A0BBB">
        <w:t>égal à égal</w:t>
      </w:r>
      <w:r w:rsidR="003A6D8D">
        <w:t xml:space="preserve">, </w:t>
      </w:r>
      <w:r w:rsidRPr="003A0BBB">
        <w:t>lui garantissant des avantages que Franz aurait vainement cherchés dans une autre combinaison</w:t>
      </w:r>
      <w:r w:rsidR="003A6D8D">
        <w:t>. M. </w:t>
      </w:r>
      <w:r w:rsidRPr="003A0BBB">
        <w:t>X</w:t>
      </w:r>
      <w:r w:rsidR="003A6D8D">
        <w:t xml:space="preserve">…, </w:t>
      </w:r>
      <w:r w:rsidRPr="003A0BBB">
        <w:t>c</w:t>
      </w:r>
      <w:r w:rsidR="003A6D8D">
        <w:t>’</w:t>
      </w:r>
      <w:r w:rsidRPr="003A0BBB">
        <w:t>était l</w:t>
      </w:r>
      <w:r w:rsidR="003A6D8D">
        <w:t>’</w:t>
      </w:r>
      <w:r w:rsidRPr="003A0BBB">
        <w:t>ordre</w:t>
      </w:r>
      <w:r w:rsidR="003A6D8D">
        <w:t xml:space="preserve"> ; </w:t>
      </w:r>
      <w:r w:rsidRPr="003A0BBB">
        <w:t>Franz</w:t>
      </w:r>
      <w:r w:rsidR="003A6D8D">
        <w:t xml:space="preserve">, </w:t>
      </w:r>
      <w:r w:rsidRPr="003A0BBB">
        <w:t>c</w:t>
      </w:r>
      <w:r w:rsidR="003A6D8D">
        <w:t>’</w:t>
      </w:r>
      <w:r w:rsidRPr="003A0BBB">
        <w:t>était l</w:t>
      </w:r>
      <w:r w:rsidR="003A6D8D">
        <w:t>’</w:t>
      </w:r>
      <w:r w:rsidRPr="003A0BBB">
        <w:t>enthousiasme et l</w:t>
      </w:r>
      <w:r w:rsidR="003A6D8D">
        <w:t>’</w:t>
      </w:r>
      <w:r w:rsidRPr="003A0BBB">
        <w:t>imagination</w:t>
      </w:r>
      <w:r w:rsidR="003A6D8D">
        <w:t xml:space="preserve">. </w:t>
      </w:r>
      <w:r w:rsidRPr="003A0BBB">
        <w:t>L</w:t>
      </w:r>
      <w:r w:rsidR="003A6D8D">
        <w:t>’</w:t>
      </w:r>
      <w:r w:rsidRPr="003A0BBB">
        <w:t>idée qu</w:t>
      </w:r>
      <w:r w:rsidR="003A6D8D">
        <w:t>’</w:t>
      </w:r>
      <w:r w:rsidRPr="003A0BBB">
        <w:t>apportait Franz était double</w:t>
      </w:r>
      <w:r w:rsidR="003A6D8D">
        <w:t xml:space="preserve">. </w:t>
      </w:r>
      <w:r w:rsidRPr="003A0BBB">
        <w:t>D</w:t>
      </w:r>
      <w:r w:rsidR="003A6D8D">
        <w:t>’</w:t>
      </w:r>
      <w:r w:rsidRPr="003A0BBB">
        <w:t>une part</w:t>
      </w:r>
      <w:r w:rsidR="003A6D8D">
        <w:t xml:space="preserve">, </w:t>
      </w:r>
      <w:r w:rsidRPr="003A0BBB">
        <w:t>il s</w:t>
      </w:r>
      <w:r w:rsidR="003A6D8D">
        <w:t>’</w:t>
      </w:r>
      <w:r w:rsidRPr="003A0BBB">
        <w:t>agissait de perfectionner et de commercialiser la voiture extra-rapide dont il était l</w:t>
      </w:r>
      <w:r w:rsidR="003A6D8D">
        <w:t>’</w:t>
      </w:r>
      <w:r w:rsidRPr="003A0BBB">
        <w:t>inventeur</w:t>
      </w:r>
      <w:r w:rsidR="003A6D8D">
        <w:t xml:space="preserve">, </w:t>
      </w:r>
      <w:r w:rsidRPr="003A0BBB">
        <w:t>la terrible petite automobile à carrosserie lie-de-vin</w:t>
      </w:r>
      <w:r w:rsidR="003A6D8D">
        <w:t xml:space="preserve">, </w:t>
      </w:r>
      <w:r w:rsidRPr="003A0BBB">
        <w:t>le mystérieux bourreau de Camille</w:t>
      </w:r>
      <w:r w:rsidR="003A6D8D">
        <w:t xml:space="preserve">. </w:t>
      </w:r>
      <w:r w:rsidRPr="003A0BBB">
        <w:t>D</w:t>
      </w:r>
      <w:r w:rsidR="003A6D8D">
        <w:t>’</w:t>
      </w:r>
      <w:r w:rsidRPr="003A0BBB">
        <w:t>autre part</w:t>
      </w:r>
      <w:r w:rsidR="003A6D8D">
        <w:t xml:space="preserve">, </w:t>
      </w:r>
      <w:r w:rsidRPr="003A0BBB">
        <w:t>il fallait s</w:t>
      </w:r>
      <w:r w:rsidR="003A6D8D">
        <w:t>’</w:t>
      </w:r>
      <w:r w:rsidRPr="003A0BBB">
        <w:t>appliquer à l</w:t>
      </w:r>
      <w:r w:rsidR="003A6D8D">
        <w:t>’</w:t>
      </w:r>
      <w:r w:rsidRPr="003A0BBB">
        <w:t>établissement d</w:t>
      </w:r>
      <w:r w:rsidR="003A6D8D">
        <w:t>’</w:t>
      </w:r>
      <w:r w:rsidRPr="003A0BBB">
        <w:t>un modèle de voiture à bon marché</w:t>
      </w:r>
      <w:r w:rsidR="003A6D8D">
        <w:t xml:space="preserve">, </w:t>
      </w:r>
      <w:r w:rsidRPr="003A0BBB">
        <w:t>d</w:t>
      </w:r>
      <w:r w:rsidR="003A6D8D">
        <w:t>’</w:t>
      </w:r>
      <w:r w:rsidRPr="003A0BBB">
        <w:t>une voiture populaire</w:t>
      </w:r>
      <w:r w:rsidR="003A6D8D">
        <w:t xml:space="preserve">, </w:t>
      </w:r>
      <w:r w:rsidRPr="003A0BBB">
        <w:t xml:space="preserve">correspondant aux principes qui avaient présidé au lancement de la </w:t>
      </w:r>
      <w:r w:rsidRPr="003A0BBB">
        <w:rPr>
          <w:i/>
          <w:iCs/>
        </w:rPr>
        <w:t>Ford</w:t>
      </w:r>
      <w:r w:rsidRPr="003A0BBB">
        <w:t xml:space="preserve"> américaine</w:t>
      </w:r>
      <w:r w:rsidR="003A6D8D">
        <w:t xml:space="preserve">. </w:t>
      </w:r>
      <w:r w:rsidRPr="003A0BBB">
        <w:t>Cette double idée était ensemble gage de lutte à outrance et de victoire</w:t>
      </w:r>
      <w:r w:rsidR="003A6D8D">
        <w:t>. M. </w:t>
      </w:r>
      <w:r w:rsidRPr="003A0BBB">
        <w:t>X</w:t>
      </w:r>
      <w:r w:rsidR="003A6D8D">
        <w:t xml:space="preserve">… </w:t>
      </w:r>
      <w:r w:rsidRPr="003A0BBB">
        <w:t>commença à en avoir la preuve dans les difficultés qui l</w:t>
      </w:r>
      <w:r w:rsidR="003A6D8D">
        <w:t>’</w:t>
      </w:r>
      <w:r w:rsidRPr="003A0BBB">
        <w:t>assaillirent au lendemain de l</w:t>
      </w:r>
      <w:r w:rsidR="003A6D8D">
        <w:t>’</w:t>
      </w:r>
      <w:r w:rsidRPr="003A0BBB">
        <w:t>armistice</w:t>
      </w:r>
      <w:r w:rsidR="003A6D8D">
        <w:t xml:space="preserve">, </w:t>
      </w:r>
      <w:r w:rsidRPr="003A0BBB">
        <w:t>au moment où je vins retrouver Franz à Paris</w:t>
      </w:r>
      <w:r w:rsidR="003A6D8D">
        <w:t xml:space="preserve">. </w:t>
      </w:r>
      <w:r w:rsidRPr="003A0BBB">
        <w:t>Il lui fallait transformer son exploitation guerrière en une industrie pacifique</w:t>
      </w:r>
      <w:r w:rsidR="003A6D8D">
        <w:t xml:space="preserve">. </w:t>
      </w:r>
      <w:r w:rsidRPr="003A0BBB">
        <w:t>Mais</w:t>
      </w:r>
      <w:r w:rsidR="003A6D8D">
        <w:t xml:space="preserve">, </w:t>
      </w:r>
      <w:r w:rsidRPr="003A0BBB">
        <w:t>ayant affecté à l</w:t>
      </w:r>
      <w:r w:rsidR="003A6D8D">
        <w:t>’</w:t>
      </w:r>
      <w:r w:rsidRPr="003A0BBB">
        <w:t>achat de terrains et à la construction d</w:t>
      </w:r>
      <w:r w:rsidR="003A6D8D">
        <w:t>’</w:t>
      </w:r>
      <w:r w:rsidRPr="003A0BBB">
        <w:t>usines toutes ses disponibilités</w:t>
      </w:r>
      <w:r w:rsidR="003A6D8D">
        <w:t xml:space="preserve">, </w:t>
      </w:r>
      <w:r w:rsidRPr="003A0BBB">
        <w:t>il se trouvait dans l</w:t>
      </w:r>
      <w:r w:rsidR="003A6D8D">
        <w:t>’</w:t>
      </w:r>
      <w:r w:rsidRPr="003A0BBB">
        <w:t>obligation de recourir aux banques</w:t>
      </w:r>
      <w:r w:rsidR="003A6D8D">
        <w:t xml:space="preserve">. </w:t>
      </w:r>
      <w:r w:rsidRPr="003A0BBB">
        <w:t>Celles-ci lui refusaient tout crédit</w:t>
      </w:r>
      <w:r w:rsidR="003A6D8D">
        <w:t xml:space="preserve">. </w:t>
      </w:r>
      <w:r w:rsidRPr="003A0BBB">
        <w:t xml:space="preserve">Elles étaient dans la </w:t>
      </w:r>
      <w:r w:rsidRPr="003A0BBB">
        <w:lastRenderedPageBreak/>
        <w:t>complicité de leurs clients</w:t>
      </w:r>
      <w:r w:rsidR="003A6D8D">
        <w:t xml:space="preserve">, </w:t>
      </w:r>
      <w:r w:rsidRPr="003A0BBB">
        <w:t>les grandes firmes d</w:t>
      </w:r>
      <w:r w:rsidR="003A6D8D">
        <w:t>’</w:t>
      </w:r>
      <w:r w:rsidRPr="003A0BBB">
        <w:t>automobiles</w:t>
      </w:r>
      <w:r w:rsidR="003A6D8D">
        <w:t xml:space="preserve">, </w:t>
      </w:r>
      <w:r w:rsidRPr="003A0BBB">
        <w:t>dont le sort était lié au maintien des anciens prix</w:t>
      </w:r>
      <w:r w:rsidR="003A6D8D">
        <w:t xml:space="preserve">, </w:t>
      </w:r>
      <w:r w:rsidRPr="003A0BBB">
        <w:t>et qui traitaient en ennemie-née une maison rivale dont le programme consistait à construire en grande série une voiture à bon marché</w:t>
      </w:r>
      <w:r w:rsidR="003A6D8D">
        <w:t xml:space="preserve">. </w:t>
      </w:r>
      <w:r w:rsidRPr="003A0BBB">
        <w:t>J</w:t>
      </w:r>
      <w:r w:rsidR="003A6D8D">
        <w:t>’</w:t>
      </w:r>
      <w:r w:rsidRPr="003A0BBB">
        <w:t>ai connu par le détail la lutte de Franz et de son associé contre cette coalition</w:t>
      </w:r>
      <w:r w:rsidR="003A6D8D">
        <w:t xml:space="preserve">. </w:t>
      </w:r>
      <w:r w:rsidRPr="003A0BBB">
        <w:t>J</w:t>
      </w:r>
      <w:r w:rsidR="003A6D8D">
        <w:t>’</w:t>
      </w:r>
      <w:r w:rsidRPr="003A0BBB">
        <w:t>ai été le témoin muet de leurs découragements passagers</w:t>
      </w:r>
      <w:r w:rsidR="003A6D8D">
        <w:t xml:space="preserve">, </w:t>
      </w:r>
      <w:r w:rsidRPr="003A0BBB">
        <w:t>de leur triomphe définitif</w:t>
      </w:r>
      <w:r w:rsidR="003A6D8D">
        <w:t xml:space="preserve">. </w:t>
      </w:r>
      <w:r w:rsidRPr="003A0BBB">
        <w:t>L</w:t>
      </w:r>
      <w:r w:rsidR="003A6D8D">
        <w:t>’</w:t>
      </w:r>
      <w:r w:rsidRPr="003A0BBB">
        <w:t>intérêt de ce duel était si fort que j</w:t>
      </w:r>
      <w:r w:rsidR="003A6D8D">
        <w:t>’</w:t>
      </w:r>
      <w:r w:rsidRPr="003A0BBB">
        <w:t>en arrivais à oublier que chaque minute qu</w:t>
      </w:r>
      <w:r w:rsidR="003A6D8D">
        <w:t>’</w:t>
      </w:r>
      <w:r w:rsidRPr="003A0BBB">
        <w:t>y consacrait Franz était une minute qu</w:t>
      </w:r>
      <w:r w:rsidR="003A6D8D">
        <w:t>’</w:t>
      </w:r>
      <w:r w:rsidRPr="003A0BBB">
        <w:t>il dérobait irrémédiablement à notre amour</w:t>
      </w:r>
      <w:r w:rsidR="003A6D8D">
        <w:t>.</w:t>
      </w:r>
    </w:p>
    <w:p w14:paraId="28B206C4" w14:textId="61F212FA" w:rsidR="003A6D8D" w:rsidRDefault="008F7090" w:rsidP="008F7090">
      <w:r w:rsidRPr="003A0BBB">
        <w:t>À cette époque</w:t>
      </w:r>
      <w:r w:rsidR="003A6D8D">
        <w:t>, M. </w:t>
      </w:r>
      <w:r w:rsidRPr="003A0BBB">
        <w:t>X</w:t>
      </w:r>
      <w:r w:rsidR="003A6D8D">
        <w:t xml:space="preserve">… </w:t>
      </w:r>
      <w:r w:rsidRPr="003A0BBB">
        <w:t>était âgé de plus de soixante ans</w:t>
      </w:r>
      <w:r w:rsidR="003A6D8D">
        <w:t xml:space="preserve">. </w:t>
      </w:r>
      <w:r w:rsidRPr="003A0BBB">
        <w:t>De haute taille</w:t>
      </w:r>
      <w:r w:rsidR="003A6D8D">
        <w:t xml:space="preserve">, </w:t>
      </w:r>
      <w:r w:rsidRPr="003A0BBB">
        <w:t>il avait un peu l</w:t>
      </w:r>
      <w:r w:rsidR="003A6D8D">
        <w:t>’</w:t>
      </w:r>
      <w:r w:rsidRPr="003A0BBB">
        <w:t>allure d</w:t>
      </w:r>
      <w:r w:rsidR="003A6D8D">
        <w:t>’</w:t>
      </w:r>
      <w:r w:rsidRPr="003A0BBB">
        <w:t>un officier</w:t>
      </w:r>
      <w:r w:rsidR="003A6D8D">
        <w:t xml:space="preserve">, </w:t>
      </w:r>
      <w:r w:rsidRPr="003A0BBB">
        <w:t>avec ses cheveux blancs taillés en brosse et sa petite moustache également blanche</w:t>
      </w:r>
      <w:r w:rsidR="003A6D8D">
        <w:t xml:space="preserve">. </w:t>
      </w:r>
      <w:r w:rsidRPr="003A0BBB">
        <w:t>Comme il arrive fréquemment aux gens qui ont beaucoup travaillé</w:t>
      </w:r>
      <w:r w:rsidR="003A6D8D">
        <w:t xml:space="preserve">, </w:t>
      </w:r>
      <w:r w:rsidRPr="003A0BBB">
        <w:t>sa vie sentimentale n</w:t>
      </w:r>
      <w:r w:rsidR="003A6D8D">
        <w:t>’</w:t>
      </w:r>
      <w:r w:rsidRPr="003A0BBB">
        <w:t>avait pas été très heureuse</w:t>
      </w:r>
      <w:r w:rsidR="003A6D8D">
        <w:t xml:space="preserve">. </w:t>
      </w:r>
      <w:r w:rsidRPr="003A0BBB">
        <w:t>Sa femme</w:t>
      </w:r>
      <w:r w:rsidR="003A6D8D">
        <w:t xml:space="preserve">, </w:t>
      </w:r>
      <w:r w:rsidRPr="003A0BBB">
        <w:t>une Américaine fantasque</w:t>
      </w:r>
      <w:r w:rsidR="003A6D8D">
        <w:t xml:space="preserve">, </w:t>
      </w:r>
      <w:r w:rsidRPr="003A0BBB">
        <w:t>qu</w:t>
      </w:r>
      <w:r w:rsidR="003A6D8D">
        <w:t>’</w:t>
      </w:r>
      <w:r w:rsidRPr="003A0BBB">
        <w:t>il avait épousée assez tard</w:t>
      </w:r>
      <w:r w:rsidR="003A6D8D">
        <w:t xml:space="preserve">, </w:t>
      </w:r>
      <w:r w:rsidRPr="003A0BBB">
        <w:t>s</w:t>
      </w:r>
      <w:r w:rsidR="003A6D8D">
        <w:t>’</w:t>
      </w:r>
      <w:r w:rsidRPr="003A0BBB">
        <w:t>était séparée de lui en 1910 et était revenue habiter Boston</w:t>
      </w:r>
      <w:r w:rsidR="003A6D8D">
        <w:t xml:space="preserve">, </w:t>
      </w:r>
      <w:r w:rsidRPr="003A0BBB">
        <w:t>sa ville natale</w:t>
      </w:r>
      <w:r w:rsidR="003A6D8D">
        <w:t xml:space="preserve">. </w:t>
      </w:r>
      <w:r w:rsidRPr="003A0BBB">
        <w:t>Huit ans avant cette date</w:t>
      </w:r>
      <w:r w:rsidR="003A6D8D">
        <w:t xml:space="preserve">, </w:t>
      </w:r>
      <w:r w:rsidRPr="003A0BBB">
        <w:t>elle lui avait donné deux jumeaux</w:t>
      </w:r>
      <w:r w:rsidR="003A6D8D">
        <w:t xml:space="preserve"> : </w:t>
      </w:r>
      <w:r w:rsidRPr="003A0BBB">
        <w:t>un garçon</w:t>
      </w:r>
      <w:r w:rsidR="003A6D8D">
        <w:t xml:space="preserve">, </w:t>
      </w:r>
      <w:r w:rsidRPr="003A0BBB">
        <w:t>Jacques</w:t>
      </w:r>
      <w:r w:rsidR="003A6D8D">
        <w:t xml:space="preserve">, </w:t>
      </w:r>
      <w:r w:rsidRPr="003A0BBB">
        <w:t>qui faisait actuellement sa seconde au lycée Condorcet</w:t>
      </w:r>
      <w:r w:rsidR="003A6D8D">
        <w:t xml:space="preserve">, </w:t>
      </w:r>
      <w:r w:rsidRPr="003A0BBB">
        <w:t>et une fille</w:t>
      </w:r>
      <w:r w:rsidR="003A6D8D">
        <w:t xml:space="preserve">, </w:t>
      </w:r>
      <w:r w:rsidRPr="003A0BBB">
        <w:t>Cécile</w:t>
      </w:r>
      <w:r w:rsidR="003A6D8D">
        <w:t xml:space="preserve">, </w:t>
      </w:r>
      <w:r w:rsidRPr="003A0BBB">
        <w:t>confiée jusqu</w:t>
      </w:r>
      <w:r w:rsidR="003A6D8D">
        <w:t>’</w:t>
      </w:r>
      <w:r w:rsidRPr="003A0BBB">
        <w:t>à sa majorité à la mère par le jugement de divorce</w:t>
      </w:r>
      <w:r w:rsidR="003A6D8D">
        <w:t xml:space="preserve">. </w:t>
      </w:r>
      <w:r w:rsidRPr="003A0BBB">
        <w:t>L</w:t>
      </w:r>
      <w:r w:rsidR="003A6D8D">
        <w:t>’</w:t>
      </w:r>
      <w:r w:rsidRPr="003A0BBB">
        <w:t xml:space="preserve">absence de cette enfant était pour </w:t>
      </w:r>
      <w:r w:rsidR="003A6D8D">
        <w:t>M. </w:t>
      </w:r>
      <w:r w:rsidRPr="003A0BBB">
        <w:t>X</w:t>
      </w:r>
      <w:r w:rsidR="003A6D8D">
        <w:t xml:space="preserve">… </w:t>
      </w:r>
      <w:r w:rsidRPr="003A0BBB">
        <w:t>un perpétuel sujet de tristesse</w:t>
      </w:r>
      <w:r w:rsidR="003A6D8D">
        <w:t xml:space="preserve">. </w:t>
      </w:r>
      <w:r w:rsidRPr="003A0BBB">
        <w:t>Les jours où il était en humeur de confidences</w:t>
      </w:r>
      <w:r w:rsidR="003A6D8D">
        <w:t xml:space="preserve">, </w:t>
      </w:r>
      <w:r w:rsidRPr="003A0BBB">
        <w:t>il s</w:t>
      </w:r>
      <w:r w:rsidR="003A6D8D">
        <w:t>’</w:t>
      </w:r>
      <w:r w:rsidRPr="003A0BBB">
        <w:t>en ouvrait à moi</w:t>
      </w:r>
      <w:r w:rsidR="003A6D8D">
        <w:t xml:space="preserve">. </w:t>
      </w:r>
      <w:r w:rsidRPr="003A0BBB">
        <w:t>Son attitude à mon égard était assez curieuse et embarrassée</w:t>
      </w:r>
      <w:r w:rsidR="003A6D8D">
        <w:t xml:space="preserve">. </w:t>
      </w:r>
      <w:r w:rsidRPr="003A0BBB">
        <w:t>Il y entrait à la fois de la réserve et de la sympathie</w:t>
      </w:r>
      <w:r w:rsidR="003A6D8D">
        <w:t xml:space="preserve">. </w:t>
      </w:r>
      <w:r w:rsidRPr="003A0BBB">
        <w:t>On sentait que soucieux avant tout</w:t>
      </w:r>
      <w:r w:rsidR="003A6D8D">
        <w:t xml:space="preserve">, </w:t>
      </w:r>
      <w:r w:rsidRPr="003A0BBB">
        <w:t>comme je l</w:t>
      </w:r>
      <w:r w:rsidR="003A6D8D">
        <w:t>’</w:t>
      </w:r>
      <w:r w:rsidRPr="003A0BBB">
        <w:t>ai dit</w:t>
      </w:r>
      <w:r w:rsidR="003A6D8D">
        <w:t xml:space="preserve">, </w:t>
      </w:r>
      <w:r w:rsidRPr="003A0BBB">
        <w:t>des intérêts de Franz</w:t>
      </w:r>
      <w:r w:rsidR="003A6D8D">
        <w:t xml:space="preserve">, </w:t>
      </w:r>
      <w:r w:rsidRPr="003A0BBB">
        <w:t>il m</w:t>
      </w:r>
      <w:r w:rsidR="003A6D8D">
        <w:t>’</w:t>
      </w:r>
      <w:r w:rsidRPr="003A0BBB">
        <w:t>en voulait</w:t>
      </w:r>
      <w:r w:rsidR="003A6D8D">
        <w:t xml:space="preserve">, </w:t>
      </w:r>
      <w:r w:rsidRPr="003A0BBB">
        <w:t>dans son rigorisme bourgeois</w:t>
      </w:r>
      <w:r w:rsidR="003A6D8D">
        <w:t xml:space="preserve">, </w:t>
      </w:r>
      <w:r w:rsidRPr="003A0BBB">
        <w:t>de la vie irrégulière que je faisais pour le présent mener à son associé</w:t>
      </w:r>
      <w:r w:rsidR="003A6D8D">
        <w:t xml:space="preserve">, </w:t>
      </w:r>
      <w:r w:rsidRPr="003A0BBB">
        <w:t>et des complications qu</w:t>
      </w:r>
      <w:r w:rsidR="003A6D8D">
        <w:t>’</w:t>
      </w:r>
      <w:r w:rsidRPr="003A0BBB">
        <w:t>il envisageait de mon fait pour plus tard</w:t>
      </w:r>
      <w:r w:rsidR="003A6D8D">
        <w:t xml:space="preserve">. </w:t>
      </w:r>
      <w:r w:rsidRPr="003A0BBB">
        <w:t>Je dois dire que ces préventions allaient de plus en plus en s</w:t>
      </w:r>
      <w:r w:rsidR="003A6D8D">
        <w:t>’</w:t>
      </w:r>
      <w:r w:rsidRPr="003A0BBB">
        <w:t>atténuant</w:t>
      </w:r>
      <w:r w:rsidR="003A6D8D">
        <w:t xml:space="preserve">. </w:t>
      </w:r>
      <w:r w:rsidRPr="003A0BBB">
        <w:t>Il sortait de ma félicité et de ma quiétude un rayonnement dont il était difficile de ne pas être touché</w:t>
      </w:r>
      <w:r w:rsidR="003A6D8D">
        <w:t xml:space="preserve">. </w:t>
      </w:r>
      <w:r w:rsidRPr="003A0BBB">
        <w:t>Je comprenais que</w:t>
      </w:r>
      <w:r w:rsidR="003A6D8D">
        <w:t xml:space="preserve">, </w:t>
      </w:r>
      <w:r w:rsidRPr="003A0BBB">
        <w:t xml:space="preserve">malgré </w:t>
      </w:r>
      <w:r w:rsidRPr="003A0BBB">
        <w:lastRenderedPageBreak/>
        <w:t>tout</w:t>
      </w:r>
      <w:r w:rsidR="003A6D8D">
        <w:t xml:space="preserve">, </w:t>
      </w:r>
      <w:r w:rsidRPr="003A0BBB">
        <w:t>j</w:t>
      </w:r>
      <w:r w:rsidR="003A6D8D">
        <w:t>’</w:t>
      </w:r>
      <w:r w:rsidRPr="003A0BBB">
        <w:t>avais l</w:t>
      </w:r>
      <w:r w:rsidR="003A6D8D">
        <w:t>’</w:t>
      </w:r>
      <w:r w:rsidRPr="003A0BBB">
        <w:t xml:space="preserve">estime de </w:t>
      </w:r>
      <w:r w:rsidR="003A6D8D">
        <w:t>M. </w:t>
      </w:r>
      <w:r w:rsidRPr="003A0BBB">
        <w:t>X</w:t>
      </w:r>
      <w:r w:rsidR="003A6D8D">
        <w:t xml:space="preserve">… </w:t>
      </w:r>
      <w:r w:rsidRPr="003A0BBB">
        <w:t>Je fis de mon mieux pour qu</w:t>
      </w:r>
      <w:r w:rsidR="003A6D8D">
        <w:t>’</w:t>
      </w:r>
      <w:r w:rsidRPr="003A0BBB">
        <w:t>il me donnât davantage encore</w:t>
      </w:r>
      <w:r w:rsidR="003A6D8D">
        <w:t xml:space="preserve">. </w:t>
      </w:r>
      <w:r w:rsidRPr="003A0BBB">
        <w:t>J</w:t>
      </w:r>
      <w:r w:rsidR="003A6D8D">
        <w:t>’</w:t>
      </w:r>
      <w:r w:rsidRPr="003A0BBB">
        <w:t>eus l</w:t>
      </w:r>
      <w:r w:rsidR="003A6D8D">
        <w:t>’</w:t>
      </w:r>
      <w:r w:rsidRPr="003A0BBB">
        <w:t>impression d</w:t>
      </w:r>
      <w:r w:rsidR="003A6D8D">
        <w:t>’</w:t>
      </w:r>
      <w:r w:rsidRPr="003A0BBB">
        <w:t xml:space="preserve">avoir atteint mon but lorsque son fils </w:t>
      </w:r>
      <w:proofErr w:type="gramStart"/>
      <w:r w:rsidRPr="003A0BBB">
        <w:t>m</w:t>
      </w:r>
      <w:r w:rsidR="003A6D8D">
        <w:t>’</w:t>
      </w:r>
      <w:r w:rsidRPr="003A0BBB">
        <w:t>eût</w:t>
      </w:r>
      <w:proofErr w:type="gramEnd"/>
      <w:r w:rsidRPr="003A0BBB">
        <w:t xml:space="preserve"> voué une sorte de culte</w:t>
      </w:r>
      <w:r w:rsidR="003A6D8D">
        <w:t xml:space="preserve">. </w:t>
      </w:r>
      <w:r w:rsidRPr="003A0BBB">
        <w:t>Un jour de sortie</w:t>
      </w:r>
      <w:r w:rsidR="003A6D8D">
        <w:t xml:space="preserve">, </w:t>
      </w:r>
      <w:r w:rsidRPr="003A0BBB">
        <w:t>il nous l</w:t>
      </w:r>
      <w:r w:rsidR="003A6D8D">
        <w:t>’</w:t>
      </w:r>
      <w:r w:rsidRPr="003A0BBB">
        <w:t>avait amené à déjeuner</w:t>
      </w:r>
      <w:r w:rsidR="003A6D8D">
        <w:t xml:space="preserve">, </w:t>
      </w:r>
      <w:r w:rsidRPr="003A0BBB">
        <w:t>après m</w:t>
      </w:r>
      <w:r w:rsidR="003A6D8D">
        <w:t>’</w:t>
      </w:r>
      <w:r w:rsidRPr="003A0BBB">
        <w:t>en avoir demandé l</w:t>
      </w:r>
      <w:r w:rsidR="003A6D8D">
        <w:t>’</w:t>
      </w:r>
      <w:r w:rsidRPr="003A0BBB">
        <w:t>autorisation</w:t>
      </w:r>
      <w:r w:rsidR="003A6D8D">
        <w:t xml:space="preserve">. </w:t>
      </w:r>
      <w:r w:rsidRPr="003A0BBB">
        <w:t>Jacques revint presque chaque dimanche</w:t>
      </w:r>
      <w:r w:rsidR="003A6D8D">
        <w:t xml:space="preserve">, </w:t>
      </w:r>
      <w:r w:rsidRPr="003A0BBB">
        <w:t>et je n</w:t>
      </w:r>
      <w:r w:rsidR="003A6D8D">
        <w:t>’</w:t>
      </w:r>
      <w:r w:rsidRPr="003A0BBB">
        <w:t>eus pas de peine à m</w:t>
      </w:r>
      <w:r w:rsidR="003A6D8D">
        <w:t>’</w:t>
      </w:r>
      <w:r w:rsidRPr="003A0BBB">
        <w:t>attacher un enfant sevré si prématurément d</w:t>
      </w:r>
      <w:r w:rsidR="003A6D8D">
        <w:t>’</w:t>
      </w:r>
      <w:r w:rsidRPr="003A0BBB">
        <w:t>affection féminine</w:t>
      </w:r>
      <w:r w:rsidR="003A6D8D">
        <w:t>.</w:t>
      </w:r>
    </w:p>
    <w:p w14:paraId="2DFC9FA0" w14:textId="4A9DF44D" w:rsidR="008F7090" w:rsidRPr="003A0BBB" w:rsidRDefault="008F7090" w:rsidP="008F7090"/>
    <w:p w14:paraId="15B774B8" w14:textId="77777777" w:rsidR="003A6D8D" w:rsidRDefault="008F7090" w:rsidP="008F7090">
      <w:r w:rsidRPr="003A0BBB">
        <w:t>Par le choix de la villa où nous étions installés</w:t>
      </w:r>
      <w:r w:rsidR="003A6D8D">
        <w:t xml:space="preserve">, </w:t>
      </w:r>
      <w:r w:rsidRPr="003A0BBB">
        <w:t>Franz avait fait preuve de l</w:t>
      </w:r>
      <w:r w:rsidR="003A6D8D">
        <w:t>’</w:t>
      </w:r>
      <w:r w:rsidRPr="003A0BBB">
        <w:t>intuition la plus intelligente</w:t>
      </w:r>
      <w:r w:rsidR="003A6D8D">
        <w:t xml:space="preserve">. </w:t>
      </w:r>
      <w:r w:rsidRPr="003A0BBB">
        <w:t>Paris s</w:t>
      </w:r>
      <w:r w:rsidR="003A6D8D">
        <w:t>’</w:t>
      </w:r>
      <w:r w:rsidRPr="003A0BBB">
        <w:t>étendait à mes pieds</w:t>
      </w:r>
      <w:r w:rsidR="003A6D8D">
        <w:t xml:space="preserve">, </w:t>
      </w:r>
      <w:r w:rsidRPr="003A0BBB">
        <w:t>mais le jardin</w:t>
      </w:r>
      <w:r w:rsidR="003A6D8D">
        <w:t xml:space="preserve">, </w:t>
      </w:r>
      <w:r w:rsidRPr="003A0BBB">
        <w:t>avec ses allures de petit parc en friche</w:t>
      </w:r>
      <w:r w:rsidR="003A6D8D">
        <w:t xml:space="preserve">, </w:t>
      </w:r>
      <w:r w:rsidRPr="003A0BBB">
        <w:t>me rappelait Maguelonne</w:t>
      </w:r>
      <w:r w:rsidR="003A6D8D">
        <w:t xml:space="preserve">. </w:t>
      </w:r>
      <w:r w:rsidRPr="003A0BBB">
        <w:t>Il n</w:t>
      </w:r>
      <w:r w:rsidR="003A6D8D">
        <w:t>’</w:t>
      </w:r>
      <w:r w:rsidRPr="003A0BBB">
        <w:t>y a pas eu entre mon existence passée et celle qui s</w:t>
      </w:r>
      <w:r w:rsidR="003A6D8D">
        <w:t>’</w:t>
      </w:r>
      <w:r w:rsidRPr="003A0BBB">
        <w:t>ouvrait maintenant devant moi un de ces contrastes brutaux qui auraient risqué</w:t>
      </w:r>
      <w:r w:rsidR="003A6D8D">
        <w:t xml:space="preserve">, </w:t>
      </w:r>
      <w:r w:rsidRPr="003A0BBB">
        <w:t>au premier choc</w:t>
      </w:r>
      <w:r w:rsidR="003A6D8D">
        <w:t xml:space="preserve">, </w:t>
      </w:r>
      <w:r w:rsidRPr="003A0BBB">
        <w:t>de m</w:t>
      </w:r>
      <w:r w:rsidR="003A6D8D">
        <w:t>’</w:t>
      </w:r>
      <w:r w:rsidRPr="003A0BBB">
        <w:t>effrayer et de me mettre en garde</w:t>
      </w:r>
      <w:r w:rsidR="003A6D8D">
        <w:t xml:space="preserve">. </w:t>
      </w:r>
      <w:r w:rsidRPr="003A0BBB">
        <w:t>Je suis entrée par étapes</w:t>
      </w:r>
      <w:r w:rsidR="003A6D8D">
        <w:t xml:space="preserve">, </w:t>
      </w:r>
      <w:r w:rsidRPr="003A0BBB">
        <w:t>insensiblement</w:t>
      </w:r>
      <w:r w:rsidR="003A6D8D">
        <w:t xml:space="preserve">, </w:t>
      </w:r>
      <w:r w:rsidRPr="003A0BBB">
        <w:t>dans le monde nouveau qui m</w:t>
      </w:r>
      <w:r w:rsidR="003A6D8D">
        <w:t>’</w:t>
      </w:r>
      <w:r w:rsidRPr="003A0BBB">
        <w:t>inspirait de si sauvages appréhensions et pour lequel je devais ressentir bientôt un si fol amour</w:t>
      </w:r>
      <w:r w:rsidR="003A6D8D">
        <w:t xml:space="preserve">. </w:t>
      </w:r>
      <w:r w:rsidRPr="003A0BBB">
        <w:t>Franz</w:t>
      </w:r>
      <w:r w:rsidR="003A6D8D">
        <w:t xml:space="preserve">, </w:t>
      </w:r>
      <w:r w:rsidRPr="003A0BBB">
        <w:t>qui nourrissait pour ce monde un goût presque effréné</w:t>
      </w:r>
      <w:r w:rsidR="003A6D8D">
        <w:t xml:space="preserve">, </w:t>
      </w:r>
      <w:r w:rsidRPr="003A0BBB">
        <w:t>ne me dévoila cet aspect de son personnage que peu à peu</w:t>
      </w:r>
      <w:r w:rsidR="003A6D8D">
        <w:t xml:space="preserve">, </w:t>
      </w:r>
      <w:r w:rsidRPr="003A0BBB">
        <w:t>au fur et à mesure que je m</w:t>
      </w:r>
      <w:r w:rsidR="003A6D8D">
        <w:t>’</w:t>
      </w:r>
      <w:r w:rsidRPr="003A0BBB">
        <w:t>y laissai prendre moi-même</w:t>
      </w:r>
      <w:r w:rsidR="003A6D8D">
        <w:t xml:space="preserve">. </w:t>
      </w:r>
      <w:r w:rsidRPr="003A0BBB">
        <w:t>D</w:t>
      </w:r>
      <w:r w:rsidR="003A6D8D">
        <w:t>’</w:t>
      </w:r>
      <w:r w:rsidRPr="003A0BBB">
        <w:t>ailleurs</w:t>
      </w:r>
      <w:r w:rsidR="003A6D8D">
        <w:t xml:space="preserve">, </w:t>
      </w:r>
      <w:r w:rsidRPr="003A0BBB">
        <w:t>au début</w:t>
      </w:r>
      <w:r w:rsidR="003A6D8D">
        <w:t xml:space="preserve">, </w:t>
      </w:r>
      <w:r w:rsidRPr="003A0BBB">
        <w:t>le travail l</w:t>
      </w:r>
      <w:r w:rsidR="003A6D8D">
        <w:t>’</w:t>
      </w:r>
      <w:r w:rsidRPr="003A0BBB">
        <w:t>absorbait tout entier dans la journée</w:t>
      </w:r>
      <w:r w:rsidR="003A6D8D">
        <w:t xml:space="preserve">. </w:t>
      </w:r>
      <w:r w:rsidRPr="003A0BBB">
        <w:t>Plus tard</w:t>
      </w:r>
      <w:r w:rsidR="003A6D8D">
        <w:t xml:space="preserve">, </w:t>
      </w:r>
      <w:r w:rsidRPr="003A0BBB">
        <w:t>il n</w:t>
      </w:r>
      <w:r w:rsidR="003A6D8D">
        <w:t>’</w:t>
      </w:r>
      <w:r w:rsidRPr="003A0BBB">
        <w:t>en a plus été ainsi</w:t>
      </w:r>
      <w:r w:rsidR="003A6D8D">
        <w:t xml:space="preserve">. </w:t>
      </w:r>
      <w:r w:rsidRPr="003A0BBB">
        <w:t>Mais</w:t>
      </w:r>
      <w:r w:rsidR="003A6D8D">
        <w:t xml:space="preserve">, </w:t>
      </w:r>
      <w:r w:rsidRPr="003A0BBB">
        <w:t>à cette époque</w:t>
      </w:r>
      <w:r w:rsidR="003A6D8D">
        <w:t xml:space="preserve">, </w:t>
      </w:r>
      <w:r w:rsidRPr="003A0BBB">
        <w:t>lorsque</w:t>
      </w:r>
      <w:r w:rsidR="003A6D8D">
        <w:t xml:space="preserve">, </w:t>
      </w:r>
      <w:r w:rsidRPr="003A0BBB">
        <w:t>le soir</w:t>
      </w:r>
      <w:r w:rsidR="003A6D8D">
        <w:t xml:space="preserve">, </w:t>
      </w:r>
      <w:r w:rsidRPr="003A0BBB">
        <w:t>il rentrait</w:t>
      </w:r>
      <w:r w:rsidR="003A6D8D">
        <w:t xml:space="preserve">, </w:t>
      </w:r>
      <w:r w:rsidRPr="003A0BBB">
        <w:t>harassé</w:t>
      </w:r>
      <w:r w:rsidR="003A6D8D">
        <w:t xml:space="preserve">, </w:t>
      </w:r>
      <w:r w:rsidRPr="003A0BBB">
        <w:t>il me donnait la certitude qu</w:t>
      </w:r>
      <w:r w:rsidR="003A6D8D">
        <w:t>’</w:t>
      </w:r>
      <w:r w:rsidRPr="003A0BBB">
        <w:t>il n</w:t>
      </w:r>
      <w:r w:rsidR="003A6D8D">
        <w:t>’</w:t>
      </w:r>
      <w:r w:rsidRPr="003A0BBB">
        <w:t>avait plus qu</w:t>
      </w:r>
      <w:r w:rsidR="003A6D8D">
        <w:t>’</w:t>
      </w:r>
      <w:r w:rsidRPr="003A0BBB">
        <w:t>une pensée</w:t>
      </w:r>
      <w:r w:rsidR="003A6D8D">
        <w:t xml:space="preserve">, </w:t>
      </w:r>
      <w:r w:rsidRPr="003A0BBB">
        <w:t>qu</w:t>
      </w:r>
      <w:r w:rsidR="003A6D8D">
        <w:t>’</w:t>
      </w:r>
      <w:r w:rsidRPr="003A0BBB">
        <w:t>un désir</w:t>
      </w:r>
      <w:r w:rsidR="003A6D8D">
        <w:t xml:space="preserve">, </w:t>
      </w:r>
      <w:r w:rsidRPr="003A0BBB">
        <w:t>se retrouver avec moi</w:t>
      </w:r>
      <w:r w:rsidR="003A6D8D">
        <w:t xml:space="preserve">. </w:t>
      </w:r>
      <w:r w:rsidRPr="003A0BBB">
        <w:t>Je l</w:t>
      </w:r>
      <w:r w:rsidR="003A6D8D">
        <w:t>’</w:t>
      </w:r>
      <w:r w:rsidRPr="003A0BBB">
        <w:t>attendais dans ce petit salon</w:t>
      </w:r>
      <w:r w:rsidR="003A6D8D">
        <w:t xml:space="preserve">, </w:t>
      </w:r>
      <w:r w:rsidRPr="003A0BBB">
        <w:t>dans cette chambre où j</w:t>
      </w:r>
      <w:r w:rsidR="003A6D8D">
        <w:t>’</w:t>
      </w:r>
      <w:r w:rsidRPr="003A0BBB">
        <w:t>ai connu les minutes de ma vie les plus ardentes</w:t>
      </w:r>
      <w:r w:rsidR="003A6D8D">
        <w:t xml:space="preserve">, </w:t>
      </w:r>
      <w:r w:rsidRPr="003A0BBB">
        <w:t>c</w:t>
      </w:r>
      <w:r w:rsidR="003A6D8D">
        <w:t>’</w:t>
      </w:r>
      <w:r w:rsidRPr="003A0BBB">
        <w:t>est-à-dire les plus heureuses</w:t>
      </w:r>
      <w:r w:rsidR="003A6D8D">
        <w:t xml:space="preserve">. </w:t>
      </w:r>
      <w:r w:rsidRPr="003A0BBB">
        <w:t>Quel immense</w:t>
      </w:r>
      <w:r w:rsidR="003A6D8D">
        <w:t xml:space="preserve">, </w:t>
      </w:r>
      <w:r w:rsidRPr="003A0BBB">
        <w:t>quel grave bonheur mutuel</w:t>
      </w:r>
      <w:r w:rsidR="003A6D8D">
        <w:t xml:space="preserve"> ! </w:t>
      </w:r>
      <w:r w:rsidRPr="003A0BBB">
        <w:t>Tout ce qu</w:t>
      </w:r>
      <w:r w:rsidR="003A6D8D">
        <w:t>’</w:t>
      </w:r>
      <w:r w:rsidRPr="003A0BBB">
        <w:t>un être peut donner à un autre</w:t>
      </w:r>
      <w:r w:rsidR="003A6D8D">
        <w:t xml:space="preserve">, </w:t>
      </w:r>
      <w:r w:rsidRPr="003A0BBB">
        <w:t>je le lui ai donné</w:t>
      </w:r>
      <w:r w:rsidR="003A6D8D">
        <w:t xml:space="preserve">, </w:t>
      </w:r>
      <w:r w:rsidRPr="003A0BBB">
        <w:t>et je jure que j</w:t>
      </w:r>
      <w:r w:rsidR="003A6D8D">
        <w:t>’</w:t>
      </w:r>
      <w:r w:rsidRPr="003A0BBB">
        <w:t>ai été payée de retour</w:t>
      </w:r>
      <w:r w:rsidR="003A6D8D">
        <w:t xml:space="preserve">. </w:t>
      </w:r>
      <w:r w:rsidRPr="003A0BBB">
        <w:t>Ni nos deux cœurs</w:t>
      </w:r>
      <w:r w:rsidR="003A6D8D">
        <w:t xml:space="preserve">, </w:t>
      </w:r>
      <w:r w:rsidRPr="003A0BBB">
        <w:t>ni nos deux corps n</w:t>
      </w:r>
      <w:r w:rsidR="003A6D8D">
        <w:t>’</w:t>
      </w:r>
      <w:r w:rsidRPr="003A0BBB">
        <w:t>ont rien eu de secret entre eux</w:t>
      </w:r>
      <w:r w:rsidR="003A6D8D">
        <w:t xml:space="preserve">. </w:t>
      </w:r>
      <w:r w:rsidRPr="003A0BBB">
        <w:t>Plus tard</w:t>
      </w:r>
      <w:r w:rsidR="003A6D8D">
        <w:t xml:space="preserve">, </w:t>
      </w:r>
      <w:r w:rsidRPr="003A0BBB">
        <w:t>plus tard</w:t>
      </w:r>
      <w:r w:rsidR="003A6D8D">
        <w:t xml:space="preserve">… </w:t>
      </w:r>
      <w:r w:rsidRPr="003A0BBB">
        <w:t>eh</w:t>
      </w:r>
      <w:r w:rsidR="003A6D8D">
        <w:t xml:space="preserve"> ! </w:t>
      </w:r>
      <w:r w:rsidRPr="003A0BBB">
        <w:t>qu</w:t>
      </w:r>
      <w:r w:rsidR="003A6D8D">
        <w:t>’</w:t>
      </w:r>
      <w:r w:rsidRPr="003A0BBB">
        <w:t>importe</w:t>
      </w:r>
      <w:r w:rsidR="003A6D8D">
        <w:t xml:space="preserve"> ! </w:t>
      </w:r>
      <w:r w:rsidRPr="003A0BBB">
        <w:t>Au moment où j</w:t>
      </w:r>
      <w:r w:rsidR="003A6D8D">
        <w:t>’</w:t>
      </w:r>
      <w:r w:rsidRPr="003A0BBB">
        <w:t xml:space="preserve">évoque des choses dont le seul </w:t>
      </w:r>
      <w:r w:rsidRPr="003A0BBB">
        <w:lastRenderedPageBreak/>
        <w:t>souvenir met en moiteur toute ma chair</w:t>
      </w:r>
      <w:r w:rsidR="003A6D8D">
        <w:t xml:space="preserve">, </w:t>
      </w:r>
      <w:r w:rsidRPr="003A0BBB">
        <w:t>qu</w:t>
      </w:r>
      <w:r w:rsidR="003A6D8D">
        <w:t>’</w:t>
      </w:r>
      <w:r w:rsidRPr="003A0BBB">
        <w:t xml:space="preserve">on me laisse en paix avec ce </w:t>
      </w:r>
      <w:r w:rsidRPr="003A0BBB">
        <w:rPr>
          <w:i/>
          <w:iCs/>
        </w:rPr>
        <w:t>plus tard</w:t>
      </w:r>
      <w:r w:rsidR="003A6D8D">
        <w:t xml:space="preserve">. </w:t>
      </w:r>
      <w:r w:rsidRPr="003A0BBB">
        <w:t>Qu</w:t>
      </w:r>
      <w:r w:rsidR="003A6D8D">
        <w:t>’</w:t>
      </w:r>
      <w:r w:rsidRPr="003A0BBB">
        <w:t>importe aussi que</w:t>
      </w:r>
      <w:r w:rsidR="003A6D8D">
        <w:t xml:space="preserve">, </w:t>
      </w:r>
      <w:r w:rsidRPr="003A0BBB">
        <w:t>dès cet instant</w:t>
      </w:r>
      <w:r w:rsidR="003A6D8D">
        <w:t xml:space="preserve">, </w:t>
      </w:r>
      <w:r w:rsidRPr="003A0BBB">
        <w:t>j</w:t>
      </w:r>
      <w:r w:rsidR="003A6D8D">
        <w:t>’</w:t>
      </w:r>
      <w:r w:rsidRPr="003A0BBB">
        <w:t>aie vu la fêlure qui devait</w:t>
      </w:r>
      <w:r w:rsidR="003A6D8D">
        <w:t xml:space="preserve">, </w:t>
      </w:r>
      <w:r w:rsidRPr="003A0BBB">
        <w:t>au flanc du beau rêve</w:t>
      </w:r>
      <w:r w:rsidR="003A6D8D">
        <w:t xml:space="preserve">, </w:t>
      </w:r>
      <w:r w:rsidRPr="003A0BBB">
        <w:t>aller chaque jour s</w:t>
      </w:r>
      <w:r w:rsidR="003A6D8D">
        <w:t>’</w:t>
      </w:r>
      <w:r w:rsidRPr="003A0BBB">
        <w:t>agrandissant</w:t>
      </w:r>
      <w:r w:rsidR="003A6D8D">
        <w:t xml:space="preserve">. </w:t>
      </w:r>
      <w:r w:rsidRPr="003A0BBB">
        <w:t>Sans doute</w:t>
      </w:r>
      <w:r w:rsidR="003A6D8D">
        <w:t xml:space="preserve">, </w:t>
      </w:r>
      <w:r w:rsidRPr="003A0BBB">
        <w:t>la nuit</w:t>
      </w:r>
      <w:r w:rsidR="003A6D8D">
        <w:t xml:space="preserve">, </w:t>
      </w:r>
      <w:r w:rsidRPr="003A0BBB">
        <w:t>lorsque je reposais</w:t>
      </w:r>
      <w:r w:rsidR="003A6D8D">
        <w:t xml:space="preserve">, </w:t>
      </w:r>
      <w:r w:rsidRPr="003A0BBB">
        <w:t>comblée et heureuse</w:t>
      </w:r>
      <w:r w:rsidR="003A6D8D">
        <w:t xml:space="preserve">, </w:t>
      </w:r>
      <w:r w:rsidRPr="003A0BBB">
        <w:t>écoutant les gouttes d</w:t>
      </w:r>
      <w:r w:rsidR="003A6D8D">
        <w:t>’</w:t>
      </w:r>
      <w:r w:rsidRPr="003A0BBB">
        <w:t>eau heurter les feuilles des arbres du jardin avec le même bruit qu</w:t>
      </w:r>
      <w:r w:rsidR="003A6D8D">
        <w:t>’</w:t>
      </w:r>
      <w:r w:rsidRPr="003A0BBB">
        <w:t>à Maguelonne</w:t>
      </w:r>
      <w:r w:rsidR="003A6D8D">
        <w:t xml:space="preserve">, </w:t>
      </w:r>
      <w:r w:rsidRPr="003A0BBB">
        <w:t>je n</w:t>
      </w:r>
      <w:r w:rsidR="003A6D8D">
        <w:t>’</w:t>
      </w:r>
      <w:r w:rsidRPr="003A0BBB">
        <w:t>ai pu m</w:t>
      </w:r>
      <w:r w:rsidR="003A6D8D">
        <w:t>’</w:t>
      </w:r>
      <w:r w:rsidRPr="003A0BBB">
        <w:t>empêcher d</w:t>
      </w:r>
      <w:r w:rsidR="003A6D8D">
        <w:t>’</w:t>
      </w:r>
      <w:r w:rsidRPr="003A0BBB">
        <w:t>évoquer le cimetière de là-bas</w:t>
      </w:r>
      <w:r w:rsidR="003A6D8D">
        <w:t xml:space="preserve">, </w:t>
      </w:r>
      <w:r w:rsidRPr="003A0BBB">
        <w:t>la pierre tombale sur laquelle le ruissellement de la même pluie nocturne était en train de pourrir les restes de mon dernier bouquet</w:t>
      </w:r>
      <w:r w:rsidR="003A6D8D">
        <w:t xml:space="preserve">. </w:t>
      </w:r>
      <w:r w:rsidRPr="003A0BBB">
        <w:t>Mais</w:t>
      </w:r>
      <w:r w:rsidR="003A6D8D">
        <w:t xml:space="preserve">, </w:t>
      </w:r>
      <w:r w:rsidRPr="003A0BBB">
        <w:t>pour balayer aussitôt de tels fantômes</w:t>
      </w:r>
      <w:r w:rsidR="003A6D8D">
        <w:t xml:space="preserve">, </w:t>
      </w:r>
      <w:r w:rsidRPr="003A0BBB">
        <w:t>je n</w:t>
      </w:r>
      <w:r w:rsidR="003A6D8D">
        <w:t>’</w:t>
      </w:r>
      <w:r w:rsidRPr="003A0BBB">
        <w:t>avais qu</w:t>
      </w:r>
      <w:r w:rsidR="003A6D8D">
        <w:t>’</w:t>
      </w:r>
      <w:r w:rsidRPr="003A0BBB">
        <w:t>à éveiller</w:t>
      </w:r>
      <w:r w:rsidR="003A6D8D">
        <w:t xml:space="preserve">, </w:t>
      </w:r>
      <w:r w:rsidRPr="003A0BBB">
        <w:t>par des caresses de plus en plus pressantes</w:t>
      </w:r>
      <w:r w:rsidR="003A6D8D">
        <w:t xml:space="preserve">, </w:t>
      </w:r>
      <w:r w:rsidRPr="003A0BBB">
        <w:t>Franz sommeillant à mon côté</w:t>
      </w:r>
      <w:r w:rsidR="003A6D8D">
        <w:t xml:space="preserve">, </w:t>
      </w:r>
      <w:r w:rsidRPr="003A0BBB">
        <w:t>qu</w:t>
      </w:r>
      <w:r w:rsidR="003A6D8D">
        <w:t>’</w:t>
      </w:r>
      <w:r w:rsidRPr="003A0BBB">
        <w:t>à l</w:t>
      </w:r>
      <w:r w:rsidR="003A6D8D">
        <w:t>’</w:t>
      </w:r>
      <w:r w:rsidRPr="003A0BBB">
        <w:t>obliger à me prendre dans ses bras</w:t>
      </w:r>
      <w:r w:rsidR="003A6D8D">
        <w:t xml:space="preserve">, </w:t>
      </w:r>
      <w:r w:rsidRPr="003A0BBB">
        <w:t>à m</w:t>
      </w:r>
      <w:r w:rsidR="003A6D8D">
        <w:t>’</w:t>
      </w:r>
      <w:r w:rsidRPr="003A0BBB">
        <w:t>étreindre contre son cœur</w:t>
      </w:r>
      <w:r w:rsidR="003A6D8D">
        <w:t xml:space="preserve">, </w:t>
      </w:r>
      <w:r w:rsidRPr="003A0BBB">
        <w:t>ce cœur sur lequel elle avait dormi elle aussi</w:t>
      </w:r>
      <w:r w:rsidR="003A6D8D">
        <w:t xml:space="preserve">, </w:t>
      </w:r>
      <w:r w:rsidRPr="003A0BBB">
        <w:t>peut-être</w:t>
      </w:r>
      <w:r w:rsidR="003A6D8D">
        <w:t xml:space="preserve">, </w:t>
      </w:r>
      <w:r w:rsidRPr="003A0BBB">
        <w:t>la pauvre enfant à la poitrine fracassée</w:t>
      </w:r>
      <w:r w:rsidR="003A6D8D">
        <w:t>.</w:t>
      </w:r>
    </w:p>
    <w:p w14:paraId="2AF6E68B" w14:textId="50BA4A0B" w:rsidR="008F7090" w:rsidRPr="003A0BBB" w:rsidRDefault="008F7090" w:rsidP="003A6D8D">
      <w:pPr>
        <w:pStyle w:val="Titre1"/>
      </w:pPr>
      <w:bookmarkStart w:id="20" w:name="_Toc196328821"/>
      <w:r w:rsidRPr="003A0BBB">
        <w:lastRenderedPageBreak/>
        <w:t>XX</w:t>
      </w:r>
      <w:bookmarkEnd w:id="20"/>
    </w:p>
    <w:p w14:paraId="4068D7C2" w14:textId="77777777" w:rsidR="003A6D8D" w:rsidRDefault="008F7090" w:rsidP="008F7090">
      <w:r w:rsidRPr="003A0BBB">
        <w:t>Parmi les aveux</w:t>
      </w:r>
      <w:r w:rsidR="003A6D8D">
        <w:t xml:space="preserve"> – </w:t>
      </w:r>
      <w:r w:rsidRPr="003A0BBB">
        <w:t>et quels aveux</w:t>
      </w:r>
      <w:r w:rsidR="003A6D8D">
        <w:t xml:space="preserve"> ! – </w:t>
      </w:r>
      <w:r w:rsidRPr="003A0BBB">
        <w:t>dont est faite cette confession</w:t>
      </w:r>
      <w:r w:rsidR="003A6D8D">
        <w:t xml:space="preserve">, </w:t>
      </w:r>
      <w:r w:rsidRPr="003A0BBB">
        <w:t>il en est au moins un qui ne me coûte guère</w:t>
      </w:r>
      <w:r w:rsidR="003A6D8D">
        <w:t xml:space="preserve">. </w:t>
      </w:r>
      <w:r w:rsidRPr="003A0BBB">
        <w:t>Je suis arrivée jusqu</w:t>
      </w:r>
      <w:r w:rsidR="003A6D8D">
        <w:t>’</w:t>
      </w:r>
      <w:r w:rsidRPr="003A0BBB">
        <w:t>à l</w:t>
      </w:r>
      <w:r w:rsidR="003A6D8D">
        <w:t>’</w:t>
      </w:r>
      <w:r w:rsidRPr="003A0BBB">
        <w:t>âge de quarante-trois ans sans avoir eu une seule robe de soirée</w:t>
      </w:r>
      <w:r w:rsidR="003A6D8D">
        <w:t xml:space="preserve">. </w:t>
      </w:r>
      <w:r w:rsidRPr="003A0BBB">
        <w:t>Je dis bien</w:t>
      </w:r>
      <w:r w:rsidR="003A6D8D">
        <w:t xml:space="preserve">, </w:t>
      </w:r>
      <w:r w:rsidRPr="003A0BBB">
        <w:t>une seule</w:t>
      </w:r>
      <w:r w:rsidR="003A6D8D">
        <w:t xml:space="preserve">, </w:t>
      </w:r>
      <w:r w:rsidRPr="003A0BBB">
        <w:t>car je ne la compte pas</w:t>
      </w:r>
      <w:r w:rsidR="003A6D8D">
        <w:t xml:space="preserve">, </w:t>
      </w:r>
      <w:r w:rsidRPr="003A0BBB">
        <w:t>l</w:t>
      </w:r>
      <w:r w:rsidR="003A6D8D">
        <w:t>’</w:t>
      </w:r>
      <w:r w:rsidRPr="003A0BBB">
        <w:t>autre</w:t>
      </w:r>
      <w:r w:rsidR="003A6D8D">
        <w:t xml:space="preserve">, </w:t>
      </w:r>
      <w:r w:rsidRPr="003A0BBB">
        <w:t>la première</w:t>
      </w:r>
      <w:r w:rsidR="003A6D8D">
        <w:t xml:space="preserve">, </w:t>
      </w:r>
      <w:r w:rsidRPr="003A0BBB">
        <w:t>celle que quinze ans plus tôt je m</w:t>
      </w:r>
      <w:r w:rsidR="003A6D8D">
        <w:t>’</w:t>
      </w:r>
      <w:r w:rsidRPr="003A0BBB">
        <w:t>étais fabriquée pour le bal de la sous-préfecture</w:t>
      </w:r>
      <w:r w:rsidR="003A6D8D">
        <w:t xml:space="preserve">, </w:t>
      </w:r>
      <w:r w:rsidRPr="003A0BBB">
        <w:t>avec quelques mètres de soie rouge et un morceau de dentelle noire</w:t>
      </w:r>
      <w:r w:rsidR="003A6D8D">
        <w:t>.</w:t>
      </w:r>
    </w:p>
    <w:p w14:paraId="11D25DD9" w14:textId="77777777" w:rsidR="003A6D8D" w:rsidRDefault="008F7090" w:rsidP="008F7090">
      <w:r w:rsidRPr="003A0BBB">
        <w:t>Depuis</w:t>
      </w:r>
      <w:r w:rsidR="003A6D8D">
        <w:t xml:space="preserve">, </w:t>
      </w:r>
      <w:r w:rsidRPr="003A0BBB">
        <w:t>en moins de huit années</w:t>
      </w:r>
      <w:r w:rsidR="003A6D8D">
        <w:t xml:space="preserve">, </w:t>
      </w:r>
      <w:r w:rsidRPr="003A0BBB">
        <w:t>j</w:t>
      </w:r>
      <w:r w:rsidR="003A6D8D">
        <w:t>’</w:t>
      </w:r>
      <w:r w:rsidRPr="003A0BBB">
        <w:t>en ai eu tant que</w:t>
      </w:r>
      <w:r w:rsidR="003A6D8D">
        <w:t xml:space="preserve">, </w:t>
      </w:r>
      <w:r w:rsidRPr="003A0BBB">
        <w:t>s</w:t>
      </w:r>
      <w:r w:rsidR="003A6D8D">
        <w:t>’</w:t>
      </w:r>
      <w:r w:rsidRPr="003A0BBB">
        <w:t>il me fallait les énumérer</w:t>
      </w:r>
      <w:r w:rsidR="003A6D8D">
        <w:t xml:space="preserve">, </w:t>
      </w:r>
      <w:r w:rsidRPr="003A0BBB">
        <w:t>ma mémoire n</w:t>
      </w:r>
      <w:r w:rsidR="003A6D8D">
        <w:t>’</w:t>
      </w:r>
      <w:r w:rsidRPr="003A0BBB">
        <w:t>en retrouverait peut-être pas la dixième partie</w:t>
      </w:r>
      <w:r w:rsidR="003A6D8D">
        <w:t xml:space="preserve">. </w:t>
      </w:r>
      <w:r w:rsidRPr="003A0BBB">
        <w:t>Et pourtant</w:t>
      </w:r>
      <w:r w:rsidR="003A6D8D">
        <w:t xml:space="preserve">, </w:t>
      </w:r>
      <w:r w:rsidRPr="003A0BBB">
        <w:t>argent ou or</w:t>
      </w:r>
      <w:r w:rsidR="003A6D8D">
        <w:t xml:space="preserve">, </w:t>
      </w:r>
      <w:r w:rsidRPr="003A0BBB">
        <w:t>soie ou satin</w:t>
      </w:r>
      <w:r w:rsidR="003A6D8D">
        <w:t xml:space="preserve">, </w:t>
      </w:r>
      <w:r w:rsidRPr="003A0BBB">
        <w:t>brocarts ou fourrures</w:t>
      </w:r>
      <w:r w:rsidR="003A6D8D">
        <w:t xml:space="preserve">, </w:t>
      </w:r>
      <w:r w:rsidRPr="003A0BBB">
        <w:t>chacune d</w:t>
      </w:r>
      <w:r w:rsidR="003A6D8D">
        <w:t>’</w:t>
      </w:r>
      <w:r w:rsidRPr="003A0BBB">
        <w:t>elles a représenté une satisfaction ou une douleur</w:t>
      </w:r>
      <w:r w:rsidR="003A6D8D">
        <w:t xml:space="preserve">, </w:t>
      </w:r>
      <w:r w:rsidRPr="003A0BBB">
        <w:t>un épisode joyeux ou pénible</w:t>
      </w:r>
      <w:r w:rsidR="003A6D8D">
        <w:t xml:space="preserve">, </w:t>
      </w:r>
      <w:r w:rsidRPr="003A0BBB">
        <w:t>toujours passionné</w:t>
      </w:r>
      <w:r w:rsidR="003A6D8D">
        <w:t xml:space="preserve">. </w:t>
      </w:r>
      <w:r w:rsidRPr="003A0BBB">
        <w:t>On parle de la frivolité des femmes</w:t>
      </w:r>
      <w:r w:rsidR="003A6D8D">
        <w:t xml:space="preserve">. </w:t>
      </w:r>
      <w:r w:rsidRPr="003A0BBB">
        <w:t>On ne se rend pas compte d</w:t>
      </w:r>
      <w:r w:rsidR="003A6D8D">
        <w:t>’</w:t>
      </w:r>
      <w:r w:rsidRPr="003A0BBB">
        <w:t>une chose</w:t>
      </w:r>
      <w:r w:rsidR="003A6D8D">
        <w:t xml:space="preserve"> : </w:t>
      </w:r>
      <w:r w:rsidRPr="003A0BBB">
        <w:t>ce ne sont pas elles qu</w:t>
      </w:r>
      <w:r w:rsidR="003A6D8D">
        <w:t>’</w:t>
      </w:r>
      <w:r w:rsidRPr="003A0BBB">
        <w:t>elles cherchent à embellir</w:t>
      </w:r>
      <w:r w:rsidR="003A6D8D">
        <w:t xml:space="preserve">, </w:t>
      </w:r>
      <w:r w:rsidRPr="003A0BBB">
        <w:t>ce sont leurs amours</w:t>
      </w:r>
      <w:r w:rsidR="003A6D8D">
        <w:t xml:space="preserve">. </w:t>
      </w:r>
      <w:r w:rsidRPr="003A0BBB">
        <w:t>Les parures ne leur sont rien en elles-mêmes</w:t>
      </w:r>
      <w:r w:rsidR="003A6D8D">
        <w:t xml:space="preserve">. </w:t>
      </w:r>
      <w:r w:rsidRPr="003A0BBB">
        <w:t>Elles n</w:t>
      </w:r>
      <w:r w:rsidR="003A6D8D">
        <w:t>’</w:t>
      </w:r>
      <w:r w:rsidRPr="003A0BBB">
        <w:t>existent que dans la mesure où les regards d</w:t>
      </w:r>
      <w:r w:rsidR="003A6D8D">
        <w:t>’</w:t>
      </w:r>
      <w:r w:rsidRPr="003A0BBB">
        <w:t>admiration des hommes</w:t>
      </w:r>
      <w:r w:rsidR="003A6D8D">
        <w:t xml:space="preserve">, </w:t>
      </w:r>
      <w:r w:rsidRPr="003A0BBB">
        <w:t>de l</w:t>
      </w:r>
      <w:r w:rsidR="003A6D8D">
        <w:t>’</w:t>
      </w:r>
      <w:r w:rsidRPr="003A0BBB">
        <w:t>homme qu</w:t>
      </w:r>
      <w:r w:rsidR="003A6D8D">
        <w:t>’</w:t>
      </w:r>
      <w:r w:rsidRPr="003A0BBB">
        <w:t>elles aiment</w:t>
      </w:r>
      <w:r w:rsidR="003A6D8D">
        <w:t xml:space="preserve">, </w:t>
      </w:r>
      <w:r w:rsidRPr="003A0BBB">
        <w:t>y demeurent accrochés</w:t>
      </w:r>
      <w:r w:rsidR="003A6D8D">
        <w:t xml:space="preserve">. </w:t>
      </w:r>
      <w:r w:rsidRPr="003A0BBB">
        <w:t>Pourquoi ai-je voulu être plus belle que les autres</w:t>
      </w:r>
      <w:r w:rsidR="003A6D8D">
        <w:t xml:space="preserve"> ? </w:t>
      </w:r>
      <w:r w:rsidRPr="003A0BBB">
        <w:t>Pour remplir Franz d</w:t>
      </w:r>
      <w:r w:rsidR="003A6D8D">
        <w:t>’</w:t>
      </w:r>
      <w:r w:rsidRPr="003A0BBB">
        <w:t>orgueil</w:t>
      </w:r>
      <w:r w:rsidR="003A6D8D">
        <w:t xml:space="preserve">, </w:t>
      </w:r>
      <w:r w:rsidRPr="003A0BBB">
        <w:t>pour avoir le droit de lui dire</w:t>
      </w:r>
      <w:r w:rsidR="003A6D8D">
        <w:t> : « </w:t>
      </w:r>
      <w:r w:rsidRPr="003A0BBB">
        <w:t>Sois tranquille</w:t>
      </w:r>
      <w:r w:rsidR="003A6D8D">
        <w:t xml:space="preserve">, </w:t>
      </w:r>
      <w:r w:rsidRPr="003A0BBB">
        <w:t>mon bien-aimé</w:t>
      </w:r>
      <w:r w:rsidR="003A6D8D">
        <w:t xml:space="preserve">, </w:t>
      </w:r>
      <w:r w:rsidRPr="003A0BBB">
        <w:t>tu ne m</w:t>
      </w:r>
      <w:r w:rsidR="003A6D8D">
        <w:t>’</w:t>
      </w:r>
      <w:r w:rsidRPr="003A0BBB">
        <w:t>as pas mal choisie</w:t>
      </w:r>
      <w:r w:rsidR="003A6D8D">
        <w:t>, »</w:t>
      </w:r>
      <w:r w:rsidRPr="003A0BBB">
        <w:t xml:space="preserve"> pour partager moi aussi la fierté que je sentais en lui</w:t>
      </w:r>
      <w:r w:rsidR="003A6D8D">
        <w:t xml:space="preserve">, </w:t>
      </w:r>
      <w:r w:rsidRPr="003A0BBB">
        <w:t>lorsque nous pénétrions dans un restaurant</w:t>
      </w:r>
      <w:r w:rsidR="003A6D8D">
        <w:t xml:space="preserve">, </w:t>
      </w:r>
      <w:r w:rsidRPr="003A0BBB">
        <w:t>un dancing</w:t>
      </w:r>
      <w:r w:rsidR="003A6D8D">
        <w:t xml:space="preserve">, </w:t>
      </w:r>
      <w:r w:rsidRPr="003A0BBB">
        <w:t>une salle de spectacle</w:t>
      </w:r>
      <w:r w:rsidR="003A6D8D">
        <w:t xml:space="preserve">, </w:t>
      </w:r>
      <w:r w:rsidRPr="003A0BBB">
        <w:t>et que les murmures ou le silence plus éloquent encore des assistants entouraient mon corps demi-nu comme d</w:t>
      </w:r>
      <w:r w:rsidR="003A6D8D">
        <w:t>’</w:t>
      </w:r>
      <w:r w:rsidRPr="003A0BBB">
        <w:t>un halo de désir</w:t>
      </w:r>
      <w:r w:rsidR="003A6D8D">
        <w:t xml:space="preserve">. </w:t>
      </w:r>
      <w:r w:rsidRPr="003A0BBB">
        <w:t>Plus tard</w:t>
      </w:r>
      <w:r w:rsidR="003A6D8D">
        <w:t xml:space="preserve">, </w:t>
      </w:r>
      <w:r w:rsidRPr="003A0BBB">
        <w:t>quand j</w:t>
      </w:r>
      <w:r w:rsidR="003A6D8D">
        <w:t>’</w:t>
      </w:r>
      <w:r w:rsidRPr="003A0BBB">
        <w:t>ai cru comprendre que mon pouvoir sur lui commençait à devenir moins absolu</w:t>
      </w:r>
      <w:r w:rsidR="003A6D8D">
        <w:t xml:space="preserve">, </w:t>
      </w:r>
      <w:r w:rsidRPr="003A0BBB">
        <w:t>j</w:t>
      </w:r>
      <w:r w:rsidR="003A6D8D">
        <w:t>’</w:t>
      </w:r>
      <w:r w:rsidRPr="003A0BBB">
        <w:t>ai voulu continuer à être belle</w:t>
      </w:r>
      <w:r w:rsidR="003A6D8D">
        <w:t xml:space="preserve">, </w:t>
      </w:r>
      <w:r w:rsidRPr="003A0BBB">
        <w:t>plus belle toujours</w:t>
      </w:r>
      <w:r w:rsidR="003A6D8D">
        <w:t xml:space="preserve">, </w:t>
      </w:r>
      <w:r w:rsidRPr="003A0BBB">
        <w:t>pour essayer de piquer sa jalousie</w:t>
      </w:r>
      <w:r w:rsidR="003A6D8D">
        <w:t xml:space="preserve">, </w:t>
      </w:r>
      <w:r w:rsidRPr="003A0BBB">
        <w:t>pour voir s</w:t>
      </w:r>
      <w:r w:rsidR="003A6D8D">
        <w:t>’</w:t>
      </w:r>
      <w:r w:rsidRPr="003A0BBB">
        <w:t>il était encore capable de souffrir par moi</w:t>
      </w:r>
      <w:r w:rsidR="003A6D8D">
        <w:t>.</w:t>
      </w:r>
    </w:p>
    <w:p w14:paraId="5EE9998B" w14:textId="77777777" w:rsidR="003A6D8D" w:rsidRDefault="008F7090" w:rsidP="008F7090">
      <w:r w:rsidRPr="003A0BBB">
        <w:lastRenderedPageBreak/>
        <w:t>De toutes ces robes</w:t>
      </w:r>
      <w:r w:rsidR="003A6D8D">
        <w:t xml:space="preserve">, </w:t>
      </w:r>
      <w:r w:rsidRPr="003A0BBB">
        <w:t>il en est deux dont j</w:t>
      </w:r>
      <w:r w:rsidR="003A6D8D">
        <w:t>’</w:t>
      </w:r>
      <w:r w:rsidRPr="003A0BBB">
        <w:t>ai gardé</w:t>
      </w:r>
      <w:r w:rsidR="003A6D8D">
        <w:t xml:space="preserve">, </w:t>
      </w:r>
      <w:r w:rsidRPr="003A0BBB">
        <w:t>à des titres divers</w:t>
      </w:r>
      <w:r w:rsidR="003A6D8D">
        <w:t xml:space="preserve">, </w:t>
      </w:r>
      <w:r w:rsidRPr="003A0BBB">
        <w:t>un souvenir plus marquant</w:t>
      </w:r>
      <w:r w:rsidR="003A6D8D">
        <w:t xml:space="preserve">. </w:t>
      </w:r>
      <w:r w:rsidRPr="003A0BBB">
        <w:t>L</w:t>
      </w:r>
      <w:r w:rsidR="003A6D8D">
        <w:t>’</w:t>
      </w:r>
      <w:r w:rsidRPr="003A0BBB">
        <w:t>une</w:t>
      </w:r>
      <w:r w:rsidR="003A6D8D">
        <w:t xml:space="preserve">, </w:t>
      </w:r>
      <w:r w:rsidRPr="003A0BBB">
        <w:t>dans la collection de la célèbre maison de couture où je l</w:t>
      </w:r>
      <w:r w:rsidR="003A6D8D">
        <w:t>’</w:t>
      </w:r>
      <w:r w:rsidRPr="003A0BBB">
        <w:t>avais découverte</w:t>
      </w:r>
      <w:r w:rsidR="003A6D8D">
        <w:t xml:space="preserve">, </w:t>
      </w:r>
      <w:r w:rsidRPr="003A0BBB">
        <w:t>s</w:t>
      </w:r>
      <w:r w:rsidR="003A6D8D">
        <w:t>’</w:t>
      </w:r>
      <w:r w:rsidRPr="003A0BBB">
        <w:t xml:space="preserve">appelait le </w:t>
      </w:r>
      <w:r w:rsidRPr="003A0BBB">
        <w:rPr>
          <w:i/>
          <w:iCs/>
        </w:rPr>
        <w:t>Jardin sous la pluie</w:t>
      </w:r>
      <w:r w:rsidR="003A6D8D">
        <w:t xml:space="preserve">. </w:t>
      </w:r>
      <w:r w:rsidRPr="003A0BBB">
        <w:t>Ce fut une des toutes premières</w:t>
      </w:r>
      <w:r w:rsidR="003A6D8D">
        <w:t xml:space="preserve">. </w:t>
      </w:r>
      <w:r w:rsidRPr="003A0BBB">
        <w:t>Non pas la première</w:t>
      </w:r>
      <w:r w:rsidR="003A6D8D">
        <w:t xml:space="preserve">, </w:t>
      </w:r>
      <w:r w:rsidRPr="003A0BBB">
        <w:t>sans doute</w:t>
      </w:r>
      <w:r w:rsidR="003A6D8D">
        <w:t xml:space="preserve">, </w:t>
      </w:r>
      <w:r w:rsidRPr="003A0BBB">
        <w:t>on n</w:t>
      </w:r>
      <w:r w:rsidR="003A6D8D">
        <w:t>’</w:t>
      </w:r>
      <w:r w:rsidRPr="003A0BBB">
        <w:t>arrive pas à la perfection du premier coup</w:t>
      </w:r>
      <w:r w:rsidR="003A6D8D">
        <w:t xml:space="preserve">. </w:t>
      </w:r>
      <w:r w:rsidRPr="003A0BBB">
        <w:t>On ne l</w:t>
      </w:r>
      <w:r w:rsidR="003A6D8D">
        <w:t>’</w:t>
      </w:r>
      <w:r w:rsidRPr="003A0BBB">
        <w:t>atteint que par tâtonnements</w:t>
      </w:r>
      <w:r w:rsidR="003A6D8D">
        <w:t xml:space="preserve">. </w:t>
      </w:r>
      <w:r w:rsidRPr="003A0BBB">
        <w:t xml:space="preserve">Le </w:t>
      </w:r>
      <w:r w:rsidRPr="003A0BBB">
        <w:rPr>
          <w:i/>
          <w:iCs/>
        </w:rPr>
        <w:t>Jardin sous la pluie</w:t>
      </w:r>
      <w:r w:rsidRPr="003A0BBB">
        <w:t xml:space="preserve"> était une robe de velours rose</w:t>
      </w:r>
      <w:r w:rsidR="003A6D8D">
        <w:t xml:space="preserve">, </w:t>
      </w:r>
      <w:r w:rsidRPr="003A0BBB">
        <w:t>un velours d</w:t>
      </w:r>
      <w:r w:rsidR="003A6D8D">
        <w:t>’</w:t>
      </w:r>
      <w:r w:rsidRPr="003A0BBB">
        <w:t>un rose si pâle que les reflets en paraissaient blancs</w:t>
      </w:r>
      <w:r w:rsidR="003A6D8D">
        <w:t xml:space="preserve">. </w:t>
      </w:r>
      <w:r w:rsidRPr="003A0BBB">
        <w:t>Ce velours disparaissait presque sous une averse de longs fils d</w:t>
      </w:r>
      <w:r w:rsidR="003A6D8D">
        <w:t>’</w:t>
      </w:r>
      <w:r w:rsidRPr="003A0BBB">
        <w:t>argent</w:t>
      </w:r>
      <w:r w:rsidR="003A6D8D">
        <w:t xml:space="preserve">. </w:t>
      </w:r>
      <w:r w:rsidRPr="003A0BBB">
        <w:t>C</w:t>
      </w:r>
      <w:r w:rsidR="003A6D8D">
        <w:t>’</w:t>
      </w:r>
      <w:r w:rsidRPr="003A0BBB">
        <w:t>était moi qui l</w:t>
      </w:r>
      <w:r w:rsidR="003A6D8D">
        <w:t>’</w:t>
      </w:r>
      <w:r w:rsidRPr="003A0BBB">
        <w:t>avais choisie seule</w:t>
      </w:r>
      <w:r w:rsidR="003A6D8D">
        <w:t xml:space="preserve">, </w:t>
      </w:r>
      <w:r w:rsidRPr="003A0BBB">
        <w:t>et j</w:t>
      </w:r>
      <w:r w:rsidR="003A6D8D">
        <w:t>’</w:t>
      </w:r>
      <w:r w:rsidRPr="003A0BBB">
        <w:t>étais fière d</w:t>
      </w:r>
      <w:r w:rsidR="003A6D8D">
        <w:t>’</w:t>
      </w:r>
      <w:r w:rsidRPr="003A0BBB">
        <w:t>en faire la surprise à Franz</w:t>
      </w:r>
      <w:r w:rsidR="003A6D8D">
        <w:t xml:space="preserve">, </w:t>
      </w:r>
      <w:r w:rsidRPr="003A0BBB">
        <w:t>qui se plaisait d</w:t>
      </w:r>
      <w:r w:rsidR="003A6D8D">
        <w:t>’</w:t>
      </w:r>
      <w:r w:rsidRPr="003A0BBB">
        <w:t>ordinaire à distraire de ses occupations les minutes destinées à m</w:t>
      </w:r>
      <w:r w:rsidR="003A6D8D">
        <w:t>’</w:t>
      </w:r>
      <w:r w:rsidRPr="003A0BBB">
        <w:t>accompagner chez les couturiers</w:t>
      </w:r>
      <w:r w:rsidR="003A6D8D">
        <w:t xml:space="preserve">. </w:t>
      </w:r>
      <w:r w:rsidRPr="003A0BBB">
        <w:t>J</w:t>
      </w:r>
      <w:r w:rsidR="003A6D8D">
        <w:t>’</w:t>
      </w:r>
      <w:r w:rsidRPr="003A0BBB">
        <w:t>étais un peu honteuse du prix que je l</w:t>
      </w:r>
      <w:r w:rsidR="003A6D8D">
        <w:t>’</w:t>
      </w:r>
      <w:r w:rsidRPr="003A0BBB">
        <w:t>avais payée</w:t>
      </w:r>
      <w:r w:rsidR="003A6D8D">
        <w:t xml:space="preserve">. </w:t>
      </w:r>
      <w:r w:rsidRPr="003A0BBB">
        <w:t>On me la livra vers six heures</w:t>
      </w:r>
      <w:r w:rsidR="003A6D8D">
        <w:t xml:space="preserve">. </w:t>
      </w:r>
      <w:r w:rsidRPr="003A0BBB">
        <w:t>C</w:t>
      </w:r>
      <w:r w:rsidR="003A6D8D">
        <w:t>’</w:t>
      </w:r>
      <w:r w:rsidRPr="003A0BBB">
        <w:t>était la fin du printemps</w:t>
      </w:r>
      <w:r w:rsidR="003A6D8D">
        <w:t xml:space="preserve">. </w:t>
      </w:r>
      <w:r w:rsidRPr="003A0BBB">
        <w:t>Je la revêtis</w:t>
      </w:r>
      <w:r w:rsidR="003A6D8D">
        <w:t xml:space="preserve">, </w:t>
      </w:r>
      <w:r w:rsidRPr="003A0BBB">
        <w:t>ayant fait la nuit dans ma chambre et allumé l</w:t>
      </w:r>
      <w:r w:rsidR="003A6D8D">
        <w:t>’</w:t>
      </w:r>
      <w:r w:rsidRPr="003A0BBB">
        <w:t>électricité</w:t>
      </w:r>
      <w:r w:rsidR="003A6D8D">
        <w:t xml:space="preserve">. </w:t>
      </w:r>
      <w:r w:rsidRPr="003A0BBB">
        <w:t>J</w:t>
      </w:r>
      <w:r w:rsidR="003A6D8D">
        <w:t>’</w:t>
      </w:r>
      <w:r w:rsidRPr="003A0BBB">
        <w:t>attendis</w:t>
      </w:r>
      <w:r w:rsidR="003A6D8D">
        <w:t xml:space="preserve">, </w:t>
      </w:r>
      <w:r w:rsidRPr="003A0BBB">
        <w:t>le cœur battant</w:t>
      </w:r>
      <w:r w:rsidR="003A6D8D">
        <w:t xml:space="preserve">. </w:t>
      </w:r>
      <w:r w:rsidRPr="003A0BBB">
        <w:t>Franz entra</w:t>
      </w:r>
      <w:r w:rsidR="003A6D8D">
        <w:t xml:space="preserve">. </w:t>
      </w:r>
      <w:r w:rsidRPr="003A0BBB">
        <w:t>Il me vit</w:t>
      </w:r>
      <w:r w:rsidR="003A6D8D">
        <w:t xml:space="preserve">. </w:t>
      </w:r>
      <w:r w:rsidRPr="003A0BBB">
        <w:t>Il se borna à me demander</w:t>
      </w:r>
      <w:r w:rsidR="003A6D8D">
        <w:t> :</w:t>
      </w:r>
    </w:p>
    <w:p w14:paraId="1CD21A84" w14:textId="77777777" w:rsidR="003A6D8D" w:rsidRDefault="003A6D8D" w:rsidP="008F7090">
      <w:r>
        <w:t>— </w:t>
      </w:r>
      <w:r w:rsidR="008F7090" w:rsidRPr="003A0BBB">
        <w:t>Que comptes-tu porter comme bijoux avec cette robe</w:t>
      </w:r>
      <w:r>
        <w:t> ?</w:t>
      </w:r>
    </w:p>
    <w:p w14:paraId="6C0F69BC" w14:textId="77777777" w:rsidR="003A6D8D" w:rsidRDefault="008F7090" w:rsidP="008F7090">
      <w:r w:rsidRPr="003A0BBB">
        <w:t>C</w:t>
      </w:r>
      <w:r w:rsidR="003A6D8D">
        <w:t>’</w:t>
      </w:r>
      <w:r w:rsidRPr="003A0BBB">
        <w:t>était vrai</w:t>
      </w:r>
      <w:r w:rsidR="003A6D8D">
        <w:t xml:space="preserve">, </w:t>
      </w:r>
      <w:r w:rsidRPr="003A0BBB">
        <w:t>je n</w:t>
      </w:r>
      <w:r w:rsidR="003A6D8D">
        <w:t>’</w:t>
      </w:r>
      <w:r w:rsidRPr="003A0BBB">
        <w:t>y avais pas songé</w:t>
      </w:r>
      <w:r w:rsidR="003A6D8D">
        <w:t xml:space="preserve">. </w:t>
      </w:r>
      <w:r w:rsidRPr="003A0BBB">
        <w:t>Je me sentais un peu mortifiée</w:t>
      </w:r>
      <w:r w:rsidR="003A6D8D">
        <w:t xml:space="preserve">. </w:t>
      </w:r>
      <w:r w:rsidRPr="003A0BBB">
        <w:t>Mais</w:t>
      </w:r>
      <w:r w:rsidR="003A6D8D">
        <w:t xml:space="preserve">, </w:t>
      </w:r>
      <w:r w:rsidRPr="003A0BBB">
        <w:t>le lendemain</w:t>
      </w:r>
      <w:r w:rsidR="003A6D8D">
        <w:t xml:space="preserve">, </w:t>
      </w:r>
      <w:r w:rsidRPr="003A0BBB">
        <w:t>quand</w:t>
      </w:r>
      <w:r w:rsidR="003A6D8D">
        <w:t xml:space="preserve">, </w:t>
      </w:r>
      <w:r w:rsidRPr="003A0BBB">
        <w:t>plus tôt que la veille</w:t>
      </w:r>
      <w:r w:rsidR="003A6D8D">
        <w:t xml:space="preserve">, </w:t>
      </w:r>
      <w:r w:rsidRPr="003A0BBB">
        <w:t>il fut de retour</w:t>
      </w:r>
      <w:r w:rsidR="003A6D8D">
        <w:t> :</w:t>
      </w:r>
    </w:p>
    <w:p w14:paraId="22BD49F6" w14:textId="77777777" w:rsidR="003A6D8D" w:rsidRDefault="003A6D8D" w:rsidP="008F7090">
      <w:r>
        <w:t>— </w:t>
      </w:r>
      <w:r w:rsidR="008F7090" w:rsidRPr="003A0BBB">
        <w:t>Qu</w:t>
      </w:r>
      <w:r>
        <w:t>’</w:t>
      </w:r>
      <w:r w:rsidR="008F7090" w:rsidRPr="003A0BBB">
        <w:t>on prépare mon habit</w:t>
      </w:r>
      <w:r>
        <w:t xml:space="preserve">, </w:t>
      </w:r>
      <w:r w:rsidR="008F7090" w:rsidRPr="003A0BBB">
        <w:t>dit-il</w:t>
      </w:r>
      <w:r>
        <w:t xml:space="preserve">. </w:t>
      </w:r>
      <w:r w:rsidR="008F7090" w:rsidRPr="003A0BBB">
        <w:t>Nous sortons ce soir</w:t>
      </w:r>
      <w:r>
        <w:t xml:space="preserve">. </w:t>
      </w:r>
      <w:r w:rsidR="008F7090" w:rsidRPr="003A0BBB">
        <w:t>J</w:t>
      </w:r>
      <w:r>
        <w:t>’</w:t>
      </w:r>
      <w:r w:rsidR="008F7090" w:rsidRPr="003A0BBB">
        <w:t xml:space="preserve">ai invité quelques amis à dîner au </w:t>
      </w:r>
      <w:r w:rsidR="008F7090" w:rsidRPr="003A0BBB">
        <w:rPr>
          <w:i/>
          <w:iCs/>
        </w:rPr>
        <w:t>Café de Paris</w:t>
      </w:r>
      <w:r>
        <w:t xml:space="preserve">. </w:t>
      </w:r>
      <w:r w:rsidR="008F7090" w:rsidRPr="003A0BBB">
        <w:t>Ensuite</w:t>
      </w:r>
      <w:r>
        <w:t xml:space="preserve">, </w:t>
      </w:r>
      <w:r w:rsidR="008F7090" w:rsidRPr="003A0BBB">
        <w:t>nous ferons un peu le tour des boîtes de nuit</w:t>
      </w:r>
      <w:r>
        <w:t xml:space="preserve">. </w:t>
      </w:r>
      <w:r w:rsidR="008F7090" w:rsidRPr="003A0BBB">
        <w:t>Mets ta nouvelle robe</w:t>
      </w:r>
      <w:r>
        <w:t>.</w:t>
      </w:r>
    </w:p>
    <w:p w14:paraId="542BAFFA" w14:textId="77777777" w:rsidR="003A6D8D" w:rsidRDefault="008F7090" w:rsidP="008F7090">
      <w:r w:rsidRPr="003A0BBB">
        <w:t>J</w:t>
      </w:r>
      <w:r w:rsidR="003A6D8D">
        <w:t>’</w:t>
      </w:r>
      <w:r w:rsidRPr="003A0BBB">
        <w:t>obéis</w:t>
      </w:r>
      <w:r w:rsidR="003A6D8D">
        <w:t xml:space="preserve">. </w:t>
      </w:r>
      <w:r w:rsidRPr="003A0BBB">
        <w:t>Je sentais pourtant qu</w:t>
      </w:r>
      <w:r w:rsidR="003A6D8D">
        <w:t>’</w:t>
      </w:r>
      <w:r w:rsidRPr="003A0BBB">
        <w:t>il y avait dans ses paroles</w:t>
      </w:r>
      <w:r w:rsidR="003A6D8D">
        <w:t xml:space="preserve">, </w:t>
      </w:r>
      <w:r w:rsidRPr="003A0BBB">
        <w:t>dans leur effort pour paraître naturelles</w:t>
      </w:r>
      <w:r w:rsidR="003A6D8D">
        <w:t xml:space="preserve">, </w:t>
      </w:r>
      <w:r w:rsidRPr="003A0BBB">
        <w:t>quelque chose d</w:t>
      </w:r>
      <w:r w:rsidR="003A6D8D">
        <w:t>’</w:t>
      </w:r>
      <w:r w:rsidRPr="003A0BBB">
        <w:t>artificiel</w:t>
      </w:r>
      <w:r w:rsidR="003A6D8D">
        <w:t xml:space="preserve">. </w:t>
      </w:r>
      <w:r w:rsidRPr="003A0BBB">
        <w:t>Quand je fus prête</w:t>
      </w:r>
      <w:r w:rsidR="003A6D8D">
        <w:t xml:space="preserve">, </w:t>
      </w:r>
      <w:r w:rsidRPr="003A0BBB">
        <w:t>et comme</w:t>
      </w:r>
      <w:r w:rsidR="003A6D8D">
        <w:t xml:space="preserve">, </w:t>
      </w:r>
      <w:r w:rsidRPr="003A0BBB">
        <w:t>debout au milieu de la chambre</w:t>
      </w:r>
      <w:r w:rsidR="003A6D8D">
        <w:t xml:space="preserve">, </w:t>
      </w:r>
      <w:r w:rsidRPr="003A0BBB">
        <w:t>je l</w:t>
      </w:r>
      <w:r w:rsidR="003A6D8D">
        <w:t>’</w:t>
      </w:r>
      <w:r w:rsidRPr="003A0BBB">
        <w:t>attendais</w:t>
      </w:r>
      <w:r w:rsidR="003A6D8D">
        <w:t xml:space="preserve">, </w:t>
      </w:r>
      <w:r w:rsidRPr="003A0BBB">
        <w:t>il entra</w:t>
      </w:r>
      <w:r w:rsidR="003A6D8D">
        <w:t xml:space="preserve">. </w:t>
      </w:r>
      <w:r w:rsidRPr="003A0BBB">
        <w:t>Il avait une de ses mains derrière le dos</w:t>
      </w:r>
      <w:r w:rsidR="003A6D8D">
        <w:t xml:space="preserve">. </w:t>
      </w:r>
      <w:r w:rsidRPr="003A0BBB">
        <w:t>Je continuai à rester immobile</w:t>
      </w:r>
      <w:r w:rsidR="003A6D8D">
        <w:t xml:space="preserve">. </w:t>
      </w:r>
      <w:r w:rsidRPr="003A0BBB">
        <w:t xml:space="preserve">Il mit sur mes </w:t>
      </w:r>
      <w:r w:rsidRPr="003A0BBB">
        <w:lastRenderedPageBreak/>
        <w:t>épaules un long baiser</w:t>
      </w:r>
      <w:r w:rsidR="003A6D8D">
        <w:t xml:space="preserve">, </w:t>
      </w:r>
      <w:r w:rsidRPr="003A0BBB">
        <w:t>un baiser qui n</w:t>
      </w:r>
      <w:r w:rsidR="003A6D8D">
        <w:t>’</w:t>
      </w:r>
      <w:r w:rsidRPr="003A0BBB">
        <w:t>en finissait plus</w:t>
      </w:r>
      <w:r w:rsidR="003A6D8D">
        <w:t xml:space="preserve">, </w:t>
      </w:r>
      <w:r w:rsidRPr="003A0BBB">
        <w:t>qui partait de la racine de mes cheveux pour descendre</w:t>
      </w:r>
      <w:r w:rsidR="003A6D8D">
        <w:t xml:space="preserve">, </w:t>
      </w:r>
      <w:r w:rsidRPr="003A0BBB">
        <w:t>en une traînée tiède et humide</w:t>
      </w:r>
      <w:r w:rsidR="003A6D8D">
        <w:t xml:space="preserve">, </w:t>
      </w:r>
      <w:r w:rsidRPr="003A0BBB">
        <w:t>suivant la fente de mes reins</w:t>
      </w:r>
      <w:r w:rsidR="003A6D8D">
        <w:t xml:space="preserve">, </w:t>
      </w:r>
      <w:r w:rsidRPr="003A0BBB">
        <w:t>jusqu</w:t>
      </w:r>
      <w:r w:rsidR="003A6D8D">
        <w:t>’</w:t>
      </w:r>
      <w:r w:rsidRPr="003A0BBB">
        <w:t>à leur cambrure</w:t>
      </w:r>
      <w:r w:rsidR="003A6D8D">
        <w:t xml:space="preserve">. </w:t>
      </w:r>
      <w:r w:rsidRPr="003A0BBB">
        <w:t>Toujours debout devant ma glace</w:t>
      </w:r>
      <w:r w:rsidR="003A6D8D">
        <w:t xml:space="preserve">, </w:t>
      </w:r>
      <w:r w:rsidRPr="003A0BBB">
        <w:t>je ne bougeai pas</w:t>
      </w:r>
      <w:r w:rsidR="003A6D8D">
        <w:t xml:space="preserve">. </w:t>
      </w:r>
      <w:r w:rsidRPr="003A0BBB">
        <w:t>Je vis un collier de perles roses entourer mon cou</w:t>
      </w:r>
      <w:r w:rsidR="003A6D8D">
        <w:t xml:space="preserve">, </w:t>
      </w:r>
      <w:r w:rsidRPr="003A0BBB">
        <w:t>s</w:t>
      </w:r>
      <w:r w:rsidR="003A6D8D">
        <w:t>’</w:t>
      </w:r>
      <w:r w:rsidRPr="003A0BBB">
        <w:t>égrener sur ma gorge</w:t>
      </w:r>
      <w:r w:rsidR="003A6D8D">
        <w:t xml:space="preserve">. </w:t>
      </w:r>
      <w:r w:rsidRPr="003A0BBB">
        <w:t>Les lèvres de Franz demeuraient collées à ma chair</w:t>
      </w:r>
      <w:r w:rsidR="003A6D8D">
        <w:t xml:space="preserve">, </w:t>
      </w:r>
      <w:r w:rsidRPr="003A0BBB">
        <w:t>tandis que</w:t>
      </w:r>
      <w:r w:rsidR="003A6D8D">
        <w:t xml:space="preserve">, </w:t>
      </w:r>
      <w:r w:rsidRPr="003A0BBB">
        <w:t>ses mains emprisonnant les miennes</w:t>
      </w:r>
      <w:r w:rsidR="003A6D8D">
        <w:t xml:space="preserve">, </w:t>
      </w:r>
      <w:r w:rsidRPr="003A0BBB">
        <w:t>il passait à mon annulaire gauche une bague que je ne pouvais apercevoir encore</w:t>
      </w:r>
      <w:r w:rsidR="003A6D8D">
        <w:t>.</w:t>
      </w:r>
    </w:p>
    <w:p w14:paraId="5BEC3AA4" w14:textId="77777777" w:rsidR="003A6D8D" w:rsidRDefault="003A6D8D" w:rsidP="008F7090">
      <w:r>
        <w:t>— </w:t>
      </w:r>
      <w:r w:rsidR="008F7090" w:rsidRPr="003A0BBB">
        <w:t>Alberte</w:t>
      </w:r>
      <w:r>
        <w:t xml:space="preserve">, </w:t>
      </w:r>
      <w:r w:rsidR="008F7090" w:rsidRPr="003A0BBB">
        <w:t>murmurait-il en même temps</w:t>
      </w:r>
      <w:r>
        <w:t xml:space="preserve">, </w:t>
      </w:r>
      <w:r w:rsidR="008F7090" w:rsidRPr="003A0BBB">
        <w:t>Alberte</w:t>
      </w:r>
      <w:r>
        <w:t xml:space="preserve">, </w:t>
      </w:r>
      <w:r w:rsidR="008F7090" w:rsidRPr="003A0BBB">
        <w:t>c</w:t>
      </w:r>
      <w:r>
        <w:t>’</w:t>
      </w:r>
      <w:r w:rsidR="008F7090" w:rsidRPr="003A0BBB">
        <w:t>est un anneau sans perle</w:t>
      </w:r>
      <w:r>
        <w:t xml:space="preserve">, </w:t>
      </w:r>
      <w:r w:rsidR="008F7090" w:rsidRPr="003A0BBB">
        <w:t>sans diamant</w:t>
      </w:r>
      <w:r>
        <w:t xml:space="preserve">, </w:t>
      </w:r>
      <w:r w:rsidR="008F7090" w:rsidRPr="003A0BBB">
        <w:t>sans pierreries d</w:t>
      </w:r>
      <w:r>
        <w:t>’</w:t>
      </w:r>
      <w:r w:rsidR="008F7090" w:rsidRPr="003A0BBB">
        <w:t>aucune sorte que je voudrais voir à ton doigt</w:t>
      </w:r>
      <w:r>
        <w:t>.</w:t>
      </w:r>
    </w:p>
    <w:p w14:paraId="63D22821" w14:textId="77777777" w:rsidR="003A6D8D" w:rsidRDefault="008F7090" w:rsidP="008F7090">
      <w:r w:rsidRPr="003A0BBB">
        <w:t>Je ramenai ma main</w:t>
      </w:r>
      <w:r w:rsidR="003A6D8D">
        <w:t xml:space="preserve">. </w:t>
      </w:r>
      <w:r w:rsidRPr="003A0BBB">
        <w:t>Il y brillait une perle rose</w:t>
      </w:r>
      <w:r w:rsidR="003A6D8D">
        <w:t xml:space="preserve">, </w:t>
      </w:r>
      <w:r w:rsidRPr="003A0BBB">
        <w:t>plus grosse</w:t>
      </w:r>
      <w:r w:rsidR="003A6D8D">
        <w:t xml:space="preserve">, </w:t>
      </w:r>
      <w:r w:rsidRPr="003A0BBB">
        <w:t>du double</w:t>
      </w:r>
      <w:r w:rsidR="003A6D8D">
        <w:t xml:space="preserve">, </w:t>
      </w:r>
      <w:r w:rsidRPr="003A0BBB">
        <w:t>que la plus grosse du collier</w:t>
      </w:r>
      <w:r w:rsidR="003A6D8D">
        <w:t xml:space="preserve">. </w:t>
      </w:r>
      <w:r w:rsidRPr="003A0BBB">
        <w:t>Ah</w:t>
      </w:r>
      <w:r w:rsidR="003A6D8D">
        <w:t xml:space="preserve"> ! </w:t>
      </w:r>
      <w:r w:rsidRPr="003A0BBB">
        <w:t>la bague que je portais le soir du bal de la sous-préfecture</w:t>
      </w:r>
      <w:r w:rsidR="003A6D8D">
        <w:t xml:space="preserve">, </w:t>
      </w:r>
      <w:r w:rsidRPr="003A0BBB">
        <w:t>la pauvre bague de fiançailles avec une toute petite perle et un humble brillant opposé</w:t>
      </w:r>
      <w:r w:rsidR="003A6D8D">
        <w:t xml:space="preserve"> ! </w:t>
      </w:r>
      <w:r w:rsidRPr="003A0BBB">
        <w:t>Misérable distance</w:t>
      </w:r>
      <w:r w:rsidR="003A6D8D">
        <w:t xml:space="preserve">, </w:t>
      </w:r>
      <w:r w:rsidRPr="003A0BBB">
        <w:t>en vérité</w:t>
      </w:r>
      <w:r w:rsidR="003A6D8D">
        <w:t xml:space="preserve">, </w:t>
      </w:r>
      <w:r w:rsidRPr="003A0BBB">
        <w:t>que celle qui sépare la plus respectable des femmes de la dernière des prostituées</w:t>
      </w:r>
      <w:r w:rsidR="003A6D8D">
        <w:t xml:space="preserve">. </w:t>
      </w:r>
      <w:r w:rsidRPr="003A0BBB">
        <w:t>Je vois encore ce soir-là</w:t>
      </w:r>
      <w:r w:rsidR="003A6D8D">
        <w:t xml:space="preserve">, </w:t>
      </w:r>
      <w:r w:rsidRPr="003A0BBB">
        <w:t>sous les lumières de ma chambre mises précipitamment en veilleuse</w:t>
      </w:r>
      <w:r w:rsidR="003A6D8D">
        <w:t xml:space="preserve">, </w:t>
      </w:r>
      <w:r w:rsidRPr="003A0BBB">
        <w:t>les longs fils d</w:t>
      </w:r>
      <w:r w:rsidR="003A6D8D">
        <w:t>’</w:t>
      </w:r>
      <w:r w:rsidRPr="003A0BBB">
        <w:t>argent de ma robe jonchant le fauteuil où elle s</w:t>
      </w:r>
      <w:r w:rsidR="003A6D8D">
        <w:t>’</w:t>
      </w:r>
      <w:r w:rsidRPr="003A0BBB">
        <w:t>en était venue choir</w:t>
      </w:r>
      <w:r w:rsidR="003A6D8D">
        <w:t xml:space="preserve">… </w:t>
      </w:r>
      <w:r w:rsidRPr="003A0BBB">
        <w:t>Nous fûmes en retard d</w:t>
      </w:r>
      <w:r w:rsidR="003A6D8D">
        <w:t>’</w:t>
      </w:r>
      <w:r w:rsidRPr="003A0BBB">
        <w:t>un bon quart d</w:t>
      </w:r>
      <w:r w:rsidR="003A6D8D">
        <w:t>’</w:t>
      </w:r>
      <w:r w:rsidRPr="003A0BBB">
        <w:t>heure au rendez-vous fixé par Franz à ses amis</w:t>
      </w:r>
      <w:r w:rsidR="003A6D8D">
        <w:t>.</w:t>
      </w:r>
    </w:p>
    <w:p w14:paraId="77E3B46E" w14:textId="04E8C60E" w:rsidR="003A6D8D" w:rsidRDefault="008F7090" w:rsidP="008F7090">
      <w:r w:rsidRPr="003A0BBB">
        <w:t>L</w:t>
      </w:r>
      <w:r w:rsidR="003A6D8D">
        <w:t>’</w:t>
      </w:r>
      <w:r w:rsidRPr="003A0BBB">
        <w:t>autre robe</w:t>
      </w:r>
      <w:r w:rsidR="003A6D8D">
        <w:t xml:space="preserve">, </w:t>
      </w:r>
      <w:r w:rsidRPr="003A0BBB">
        <w:t>je ne l</w:t>
      </w:r>
      <w:r w:rsidR="003A6D8D">
        <w:t>’</w:t>
      </w:r>
      <w:r w:rsidRPr="003A0BBB">
        <w:t>ai eue que longtemps</w:t>
      </w:r>
      <w:r w:rsidR="003A6D8D">
        <w:t xml:space="preserve">, </w:t>
      </w:r>
      <w:r w:rsidRPr="003A0BBB">
        <w:t>bien longtemps après</w:t>
      </w:r>
      <w:r w:rsidR="003A6D8D">
        <w:t xml:space="preserve">. </w:t>
      </w:r>
      <w:r w:rsidRPr="003A0BBB">
        <w:t>Elle s</w:t>
      </w:r>
      <w:r w:rsidR="003A6D8D">
        <w:t>’</w:t>
      </w:r>
      <w:r w:rsidRPr="003A0BBB">
        <w:t xml:space="preserve">appelait </w:t>
      </w:r>
      <w:proofErr w:type="spellStart"/>
      <w:r w:rsidRPr="003A0BBB">
        <w:rPr>
          <w:i/>
          <w:iCs/>
        </w:rPr>
        <w:t>Ulalume</w:t>
      </w:r>
      <w:proofErr w:type="spellEnd"/>
      <w:r w:rsidR="003A6D8D">
        <w:rPr>
          <w:i/>
          <w:iCs/>
        </w:rPr>
        <w:t xml:space="preserve">. </w:t>
      </w:r>
      <w:r w:rsidRPr="003A0BBB">
        <w:t>Elle était aussi bien belle</w:t>
      </w:r>
      <w:r w:rsidR="003A6D8D">
        <w:t xml:space="preserve">. </w:t>
      </w:r>
      <w:r w:rsidRPr="003A0BBB">
        <w:t>Ce n</w:t>
      </w:r>
      <w:r w:rsidR="003A6D8D">
        <w:t>’</w:t>
      </w:r>
      <w:r w:rsidRPr="003A0BBB">
        <w:t>est pourtant pas à cause de cela que j</w:t>
      </w:r>
      <w:r w:rsidR="003A6D8D">
        <w:t>’</w:t>
      </w:r>
      <w:r w:rsidRPr="003A0BBB">
        <w:t>en parle</w:t>
      </w:r>
      <w:r w:rsidR="003A6D8D">
        <w:t xml:space="preserve">. </w:t>
      </w:r>
      <w:r w:rsidRPr="003A0BBB">
        <w:t>C</w:t>
      </w:r>
      <w:r w:rsidR="003A6D8D">
        <w:t>’</w:t>
      </w:r>
      <w:r w:rsidRPr="003A0BBB">
        <w:t>est en raison des circonstances qui accompagnèrent la première soirée que je la portais</w:t>
      </w:r>
      <w:r w:rsidR="003A6D8D">
        <w:t xml:space="preserve">. </w:t>
      </w:r>
      <w:r w:rsidRPr="003A0BBB">
        <w:t xml:space="preserve">De même que le </w:t>
      </w:r>
      <w:r w:rsidRPr="003A0BBB">
        <w:rPr>
          <w:i/>
          <w:iCs/>
        </w:rPr>
        <w:t>Jardin sous la pluie</w:t>
      </w:r>
      <w:r w:rsidR="003A6D8D">
        <w:rPr>
          <w:i/>
          <w:iCs/>
        </w:rPr>
        <w:t xml:space="preserve">, </w:t>
      </w:r>
      <w:proofErr w:type="spellStart"/>
      <w:r w:rsidRPr="003A0BBB">
        <w:rPr>
          <w:i/>
          <w:iCs/>
        </w:rPr>
        <w:t>Ulalume</w:t>
      </w:r>
      <w:proofErr w:type="spellEnd"/>
      <w:r w:rsidRPr="003A0BBB">
        <w:t xml:space="preserve"> était une robe de velours</w:t>
      </w:r>
      <w:r w:rsidR="003A6D8D">
        <w:t xml:space="preserve">. </w:t>
      </w:r>
      <w:r w:rsidRPr="003A0BBB">
        <w:t>Mais ce velours était vert</w:t>
      </w:r>
      <w:r w:rsidR="003A6D8D">
        <w:t xml:space="preserve">, </w:t>
      </w:r>
      <w:r w:rsidRPr="003A0BBB">
        <w:t>d</w:t>
      </w:r>
      <w:r w:rsidR="003A6D8D">
        <w:t>’</w:t>
      </w:r>
      <w:r w:rsidRPr="003A0BBB">
        <w:t>un vert qui tenait le milieu entre celui des mousses et celui des eaux mortes</w:t>
      </w:r>
      <w:r w:rsidR="003A6D8D">
        <w:t xml:space="preserve">. </w:t>
      </w:r>
      <w:r w:rsidRPr="003A0BBB">
        <w:t>Elle avait pour ceinture une lourde cordelière d</w:t>
      </w:r>
      <w:r w:rsidR="003A6D8D">
        <w:t>’</w:t>
      </w:r>
      <w:r w:rsidRPr="003A0BBB">
        <w:t>or</w:t>
      </w:r>
      <w:r w:rsidR="003A6D8D">
        <w:t xml:space="preserve">, </w:t>
      </w:r>
      <w:r w:rsidRPr="003A0BBB">
        <w:lastRenderedPageBreak/>
        <w:t>aussi épaisse que le poignet</w:t>
      </w:r>
      <w:r w:rsidR="003A6D8D">
        <w:t xml:space="preserve">. </w:t>
      </w:r>
      <w:r w:rsidRPr="003A0BBB">
        <w:t>La doublure</w:t>
      </w:r>
      <w:r w:rsidR="003A6D8D">
        <w:t xml:space="preserve">, </w:t>
      </w:r>
      <w:r w:rsidRPr="003A0BBB">
        <w:t>qu</w:t>
      </w:r>
      <w:r w:rsidR="003A6D8D">
        <w:t>’</w:t>
      </w:r>
      <w:r w:rsidRPr="003A0BBB">
        <w:t>on entrevoyait par les fentes qui</w:t>
      </w:r>
      <w:r w:rsidR="003A6D8D">
        <w:t xml:space="preserve">, </w:t>
      </w:r>
      <w:r w:rsidRPr="003A0BBB">
        <w:t>de chaque côté</w:t>
      </w:r>
      <w:r w:rsidR="003A6D8D">
        <w:t xml:space="preserve">, </w:t>
      </w:r>
      <w:r w:rsidRPr="003A0BBB">
        <w:t>dégageaient très haut les jambes</w:t>
      </w:r>
      <w:r w:rsidR="003A6D8D">
        <w:t xml:space="preserve">, </w:t>
      </w:r>
      <w:r w:rsidRPr="003A0BBB">
        <w:t>était d</w:t>
      </w:r>
      <w:r w:rsidR="003A6D8D">
        <w:t>’</w:t>
      </w:r>
      <w:r w:rsidRPr="003A0BBB">
        <w:t>or aussi</w:t>
      </w:r>
      <w:r w:rsidR="003A6D8D">
        <w:t xml:space="preserve">, </w:t>
      </w:r>
      <w:r w:rsidRPr="003A0BBB">
        <w:t>un or mat</w:t>
      </w:r>
      <w:r w:rsidR="003A6D8D">
        <w:t xml:space="preserve">, </w:t>
      </w:r>
      <w:r w:rsidRPr="003A0BBB">
        <w:t>comme passé</w:t>
      </w:r>
      <w:r w:rsidR="003A6D8D">
        <w:t xml:space="preserve">. </w:t>
      </w:r>
      <w:r w:rsidRPr="003A0BBB">
        <w:t>Je crois</w:t>
      </w:r>
      <w:r w:rsidR="003A6D8D">
        <w:t xml:space="preserve">, </w:t>
      </w:r>
      <w:r w:rsidRPr="003A0BBB">
        <w:t>entre parenthèses</w:t>
      </w:r>
      <w:r w:rsidR="003A6D8D">
        <w:t xml:space="preserve">, </w:t>
      </w:r>
      <w:r w:rsidRPr="003A0BBB">
        <w:t>que je n</w:t>
      </w:r>
      <w:r w:rsidR="003A6D8D">
        <w:t>’</w:t>
      </w:r>
      <w:r w:rsidRPr="003A0BBB">
        <w:t>ai jamais eu une robe aussi décolletée</w:t>
      </w:r>
      <w:r w:rsidR="003A6D8D">
        <w:t xml:space="preserve">. </w:t>
      </w:r>
      <w:r w:rsidRPr="003A0BBB">
        <w:t>J</w:t>
      </w:r>
      <w:r w:rsidR="003A6D8D">
        <w:t>’</w:t>
      </w:r>
      <w:r w:rsidRPr="003A0BBB">
        <w:t>avais choisi ces deux teintes</w:t>
      </w:r>
      <w:r w:rsidR="003A6D8D">
        <w:t xml:space="preserve">, </w:t>
      </w:r>
      <w:r w:rsidRPr="003A0BBB">
        <w:t>qui se complétaient en se rejoignant presque</w:t>
      </w:r>
      <w:r w:rsidR="003A6D8D">
        <w:t xml:space="preserve">, </w:t>
      </w:r>
      <w:r w:rsidRPr="003A0BBB">
        <w:t>parce que c</w:t>
      </w:r>
      <w:r w:rsidR="003A6D8D">
        <w:t>’</w:t>
      </w:r>
      <w:r w:rsidRPr="003A0BBB">
        <w:t>étaient celles qui allaient le mieux à la nuance de mes cheveux que je venais de faire teindre en blond fauve</w:t>
      </w:r>
      <w:r w:rsidR="003A6D8D">
        <w:t xml:space="preserve">. </w:t>
      </w:r>
      <w:r w:rsidRPr="003A0BBB">
        <w:t>Naturellement</w:t>
      </w:r>
      <w:r w:rsidR="003A6D8D">
        <w:t xml:space="preserve">, </w:t>
      </w:r>
      <w:r w:rsidRPr="003A0BBB">
        <w:t>je les portais maintenant courts</w:t>
      </w:r>
      <w:r w:rsidR="003A6D8D">
        <w:t xml:space="preserve">. </w:t>
      </w:r>
      <w:r w:rsidRPr="003A0BBB">
        <w:t>Franz affirmait que j</w:t>
      </w:r>
      <w:r w:rsidR="003A6D8D">
        <w:t>’</w:t>
      </w:r>
      <w:r w:rsidRPr="003A0BBB">
        <w:t>étais sortie rajeunie de dix ans de cette double transformation</w:t>
      </w:r>
      <w:r w:rsidR="003A6D8D">
        <w:t xml:space="preserve">, </w:t>
      </w:r>
      <w:r w:rsidRPr="003A0BBB">
        <w:t>et la vérité</w:t>
      </w:r>
      <w:r w:rsidR="003A6D8D">
        <w:t xml:space="preserve">, </w:t>
      </w:r>
      <w:r w:rsidRPr="003A0BBB">
        <w:t>que je n</w:t>
      </w:r>
      <w:r w:rsidR="003A6D8D">
        <w:t>’</w:t>
      </w:r>
      <w:r w:rsidRPr="003A0BBB">
        <w:t>ai pas coutume d</w:t>
      </w:r>
      <w:r w:rsidR="003A6D8D">
        <w:t>’</w:t>
      </w:r>
      <w:r w:rsidRPr="003A0BBB">
        <w:t>invoquer si souvent lorsqu</w:t>
      </w:r>
      <w:r w:rsidR="003A6D8D">
        <w:t>’</w:t>
      </w:r>
      <w:r w:rsidRPr="003A0BBB">
        <w:t>elle m</w:t>
      </w:r>
      <w:r w:rsidR="003A6D8D">
        <w:t>’</w:t>
      </w:r>
      <w:r w:rsidRPr="003A0BBB">
        <w:t>est favorable</w:t>
      </w:r>
      <w:r w:rsidR="003A6D8D">
        <w:t xml:space="preserve">, </w:t>
      </w:r>
      <w:r w:rsidRPr="003A0BBB">
        <w:t>m</w:t>
      </w:r>
      <w:r w:rsidR="003A6D8D">
        <w:t>’</w:t>
      </w:r>
      <w:r w:rsidRPr="003A0BBB">
        <w:t>oblige à dire qu</w:t>
      </w:r>
      <w:r w:rsidR="003A6D8D">
        <w:t>’</w:t>
      </w:r>
      <w:r w:rsidRPr="003A0BBB">
        <w:t>il avait raison</w:t>
      </w:r>
      <w:r w:rsidR="003A6D8D">
        <w:t xml:space="preserve">. </w:t>
      </w:r>
      <w:r w:rsidRPr="003A0BBB">
        <w:t>Tandis que</w:t>
      </w:r>
      <w:r w:rsidR="003A6D8D">
        <w:t xml:space="preserve">, </w:t>
      </w:r>
      <w:r w:rsidRPr="003A0BBB">
        <w:t>ce soir-là</w:t>
      </w:r>
      <w:r w:rsidR="003A6D8D">
        <w:t xml:space="preserve">, </w:t>
      </w:r>
      <w:r w:rsidRPr="003A0BBB">
        <w:t>je pénétrais avec lui sur la terrasse de ce restaurant du Bois</w:t>
      </w:r>
      <w:r w:rsidR="003A6D8D">
        <w:t xml:space="preserve">, </w:t>
      </w:r>
      <w:r w:rsidRPr="003A0BBB">
        <w:t xml:space="preserve">à la recherche de la table où </w:t>
      </w:r>
      <w:r w:rsidR="003A6D8D">
        <w:t>M. </w:t>
      </w:r>
      <w:r w:rsidRPr="003A0BBB">
        <w:t>X</w:t>
      </w:r>
      <w:r w:rsidR="003A6D8D">
        <w:t xml:space="preserve">… </w:t>
      </w:r>
      <w:r w:rsidRPr="003A0BBB">
        <w:t>et de nombreux amis nous attendaient pour dîner</w:t>
      </w:r>
      <w:r w:rsidR="003A6D8D">
        <w:t xml:space="preserve">, </w:t>
      </w:r>
      <w:r w:rsidRPr="003A0BBB">
        <w:t>je songeais avec une amertume voluptueuse aux gens de Maguelonne</w:t>
      </w:r>
      <w:r w:rsidR="003A6D8D">
        <w:t xml:space="preserve">, </w:t>
      </w:r>
      <w:r w:rsidRPr="003A0BBB">
        <w:t>à tous ceux au milieu de qui j</w:t>
      </w:r>
      <w:r w:rsidR="003A6D8D">
        <w:t>’</w:t>
      </w:r>
      <w:r w:rsidRPr="003A0BBB">
        <w:t>avais vécu jusqu</w:t>
      </w:r>
      <w:r w:rsidR="003A6D8D">
        <w:t>’</w:t>
      </w:r>
      <w:r w:rsidRPr="003A0BBB">
        <w:t>à ma venue à Paris</w:t>
      </w:r>
      <w:r w:rsidR="003A6D8D">
        <w:t xml:space="preserve">, </w:t>
      </w:r>
      <w:r w:rsidRPr="003A0BBB">
        <w:t>triste fantôme vêtu de deuil</w:t>
      </w:r>
      <w:r w:rsidR="003A6D8D">
        <w:t xml:space="preserve">, </w:t>
      </w:r>
      <w:r w:rsidRPr="003A0BBB">
        <w:t>humble femme vieillie avant l</w:t>
      </w:r>
      <w:r w:rsidR="003A6D8D">
        <w:t>’</w:t>
      </w:r>
      <w:r w:rsidRPr="003A0BBB">
        <w:t>âge</w:t>
      </w:r>
      <w:r w:rsidR="003A6D8D">
        <w:t xml:space="preserve">, </w:t>
      </w:r>
      <w:r w:rsidRPr="003A0BBB">
        <w:t>avec ses bandeaux noirs déjà rayés de cheveux blancs</w:t>
      </w:r>
      <w:r w:rsidR="003A6D8D">
        <w:t xml:space="preserve">. </w:t>
      </w:r>
      <w:r w:rsidRPr="003A0BBB">
        <w:t>S</w:t>
      </w:r>
      <w:r w:rsidR="003A6D8D">
        <w:t>’</w:t>
      </w:r>
      <w:r w:rsidRPr="003A0BBB">
        <w:t>ils avaient pu se trouver sur cette terrasse</w:t>
      </w:r>
      <w:r w:rsidR="003A6D8D">
        <w:t xml:space="preserve">, </w:t>
      </w:r>
      <w:r w:rsidRPr="003A0BBB">
        <w:t>parmi l</w:t>
      </w:r>
      <w:r w:rsidR="003A6D8D">
        <w:t>’</w:t>
      </w:r>
      <w:r w:rsidRPr="003A0BBB">
        <w:t>éclat des lustres enguirlandés de fleurs</w:t>
      </w:r>
      <w:r w:rsidR="003A6D8D">
        <w:t xml:space="preserve">, </w:t>
      </w:r>
      <w:r w:rsidRPr="003A0BBB">
        <w:t>le ruissellement des toilettes</w:t>
      </w:r>
      <w:r w:rsidR="003A6D8D">
        <w:t xml:space="preserve">, </w:t>
      </w:r>
      <w:r w:rsidRPr="003A0BBB">
        <w:t>le brouhaha de l</w:t>
      </w:r>
      <w:r w:rsidR="003A6D8D">
        <w:t>’</w:t>
      </w:r>
      <w:r w:rsidRPr="003A0BBB">
        <w:t>orchestre</w:t>
      </w:r>
      <w:r w:rsidR="003A6D8D">
        <w:t xml:space="preserve">, </w:t>
      </w:r>
      <w:r w:rsidRPr="003A0BBB">
        <w:t>c</w:t>
      </w:r>
      <w:r w:rsidR="003A6D8D">
        <w:t>’</w:t>
      </w:r>
      <w:r w:rsidRPr="003A0BBB">
        <w:t>est vainement qu</w:t>
      </w:r>
      <w:r w:rsidR="003A6D8D">
        <w:t>’</w:t>
      </w:r>
      <w:r w:rsidRPr="003A0BBB">
        <w:t>ils se seraient efforcés de me reconnaître dans la dansante bacchante rousse que j</w:t>
      </w:r>
      <w:r w:rsidR="003A6D8D">
        <w:t>’</w:t>
      </w:r>
      <w:r w:rsidRPr="003A0BBB">
        <w:t>étais devenue avec bonheur</w:t>
      </w:r>
      <w:r w:rsidR="003A6D8D">
        <w:t>.</w:t>
      </w:r>
    </w:p>
    <w:p w14:paraId="1B0AD1F6" w14:textId="105A6BBC" w:rsidR="008F7090" w:rsidRPr="003A0BBB" w:rsidRDefault="008F7090" w:rsidP="008F7090"/>
    <w:p w14:paraId="5D426F6C" w14:textId="125145C1" w:rsidR="003A6D8D" w:rsidRDefault="008F7090" w:rsidP="008F7090">
      <w:r w:rsidRPr="003A0BBB">
        <w:t>Le matin même du jour dont je parle s</w:t>
      </w:r>
      <w:r w:rsidR="003A6D8D">
        <w:t>’</w:t>
      </w:r>
      <w:r w:rsidRPr="003A0BBB">
        <w:t>était ouvert le Salon de l</w:t>
      </w:r>
      <w:r w:rsidR="003A6D8D">
        <w:t>’</w:t>
      </w:r>
      <w:r w:rsidRPr="003A0BBB">
        <w:t>Automobile</w:t>
      </w:r>
      <w:r w:rsidR="003A6D8D">
        <w:t xml:space="preserve">. </w:t>
      </w:r>
      <w:r w:rsidRPr="003A0BBB">
        <w:t>Il s</w:t>
      </w:r>
      <w:r w:rsidR="003A6D8D">
        <w:t>’</w:t>
      </w:r>
      <w:r w:rsidRPr="003A0BBB">
        <w:t>annonçait comme un triomphe pour la voiture construite par Franz</w:t>
      </w:r>
      <w:r w:rsidR="003A6D8D">
        <w:t xml:space="preserve">. </w:t>
      </w:r>
      <w:r w:rsidRPr="003A0BBB">
        <w:t>C</w:t>
      </w:r>
      <w:r w:rsidR="003A6D8D">
        <w:t>’</w:t>
      </w:r>
      <w:r w:rsidRPr="003A0BBB">
        <w:t xml:space="preserve">était ce succès que </w:t>
      </w:r>
      <w:r w:rsidR="003A6D8D">
        <w:t>M. </w:t>
      </w:r>
      <w:r w:rsidRPr="003A0BBB">
        <w:t>X</w:t>
      </w:r>
      <w:r w:rsidR="003A6D8D">
        <w:t xml:space="preserve">… </w:t>
      </w:r>
      <w:r w:rsidRPr="003A0BBB">
        <w:t>avait décidé de convier une vingtaine d</w:t>
      </w:r>
      <w:r w:rsidR="003A6D8D">
        <w:t>’</w:t>
      </w:r>
      <w:r w:rsidRPr="003A0BBB">
        <w:t>amis à venir fêter ce soir-là avec nous</w:t>
      </w:r>
      <w:r w:rsidR="003A6D8D">
        <w:t xml:space="preserve">. </w:t>
      </w:r>
      <w:r w:rsidRPr="003A0BBB">
        <w:t>La nuit était merveilleuse de douceur</w:t>
      </w:r>
      <w:r w:rsidR="003A6D8D">
        <w:t xml:space="preserve">. </w:t>
      </w:r>
      <w:r w:rsidRPr="003A0BBB">
        <w:t>Les globes électriques</w:t>
      </w:r>
      <w:r w:rsidR="003A6D8D">
        <w:t xml:space="preserve">, </w:t>
      </w:r>
      <w:r w:rsidRPr="003A0BBB">
        <w:t>dont la lumière paraissait bleue à force de blancheur</w:t>
      </w:r>
      <w:r w:rsidR="003A6D8D">
        <w:t xml:space="preserve">, </w:t>
      </w:r>
      <w:r w:rsidRPr="003A0BBB">
        <w:t>éclairaient le dessous des frondaisons nouvelles</w:t>
      </w:r>
      <w:r w:rsidR="003A6D8D">
        <w:t xml:space="preserve">. </w:t>
      </w:r>
      <w:r w:rsidRPr="003A0BBB">
        <w:t xml:space="preserve">Il </w:t>
      </w:r>
      <w:r w:rsidRPr="003A0BBB">
        <w:lastRenderedPageBreak/>
        <w:t>me semblait que je ne m</w:t>
      </w:r>
      <w:r w:rsidR="003A6D8D">
        <w:t>’</w:t>
      </w:r>
      <w:r w:rsidRPr="003A0BBB">
        <w:t>étais jamais sentie aussi grisée par ce luxe frénétique de l</w:t>
      </w:r>
      <w:r w:rsidR="003A6D8D">
        <w:t>’</w:t>
      </w:r>
      <w:r w:rsidRPr="003A0BBB">
        <w:t>après-guerre</w:t>
      </w:r>
      <w:r w:rsidR="003A6D8D">
        <w:t xml:space="preserve">. </w:t>
      </w:r>
      <w:r w:rsidRPr="003A0BBB">
        <w:t>Mes lèvres s</w:t>
      </w:r>
      <w:r w:rsidR="003A6D8D">
        <w:t>’</w:t>
      </w:r>
      <w:r w:rsidRPr="003A0BBB">
        <w:t>entr</w:t>
      </w:r>
      <w:r w:rsidR="003A6D8D">
        <w:t>’</w:t>
      </w:r>
      <w:r w:rsidRPr="003A0BBB">
        <w:t>ouvraient pour sourire sans cesse</w:t>
      </w:r>
      <w:r w:rsidR="003A6D8D">
        <w:t xml:space="preserve">, </w:t>
      </w:r>
      <w:r w:rsidRPr="003A0BBB">
        <w:t>moins à ceux qui m</w:t>
      </w:r>
      <w:r w:rsidR="003A6D8D">
        <w:t>’</w:t>
      </w:r>
      <w:r w:rsidRPr="003A0BBB">
        <w:t>entouraient qu</w:t>
      </w:r>
      <w:r w:rsidR="003A6D8D">
        <w:t>’</w:t>
      </w:r>
      <w:r w:rsidRPr="003A0BBB">
        <w:t>à ma propre félicité</w:t>
      </w:r>
      <w:r w:rsidR="003A6D8D">
        <w:t xml:space="preserve">, </w:t>
      </w:r>
      <w:r w:rsidRPr="003A0BBB">
        <w:t>dont je n</w:t>
      </w:r>
      <w:r w:rsidR="003A6D8D">
        <w:t>’</w:t>
      </w:r>
      <w:r w:rsidRPr="003A0BBB">
        <w:t>imaginais pas alors qu</w:t>
      </w:r>
      <w:r w:rsidR="003A6D8D">
        <w:t>’</w:t>
      </w:r>
      <w:r w:rsidRPr="003A0BBB">
        <w:t>elle pût être un jour ternie</w:t>
      </w:r>
      <w:r w:rsidR="003A6D8D">
        <w:t xml:space="preserve">. </w:t>
      </w:r>
      <w:r w:rsidRPr="003A0BBB">
        <w:t>Quand on me débarrassa de mon manteau</w:t>
      </w:r>
      <w:r w:rsidR="003A6D8D">
        <w:t xml:space="preserve">, </w:t>
      </w:r>
      <w:r w:rsidRPr="003A0BBB">
        <w:t>toutes nos invitées se répandirent en éloges sur ma robe</w:t>
      </w:r>
      <w:r w:rsidR="003A6D8D">
        <w:t xml:space="preserve">. </w:t>
      </w:r>
      <w:r w:rsidRPr="003A0BBB">
        <w:t>Moi</w:t>
      </w:r>
      <w:r w:rsidR="003A6D8D">
        <w:t xml:space="preserve">, </w:t>
      </w:r>
      <w:r w:rsidRPr="003A0BBB">
        <w:t>je regardais Franz</w:t>
      </w:r>
      <w:r w:rsidR="003A6D8D">
        <w:t xml:space="preserve">. </w:t>
      </w:r>
      <w:r w:rsidRPr="003A0BBB">
        <w:t>Il était assis presque en face de moi</w:t>
      </w:r>
      <w:r w:rsidR="003A6D8D">
        <w:t xml:space="preserve">, </w:t>
      </w:r>
      <w:r w:rsidRPr="003A0BBB">
        <w:t>entre deux femmes également élégantes et belles</w:t>
      </w:r>
      <w:r w:rsidR="003A6D8D">
        <w:t xml:space="preserve">. </w:t>
      </w:r>
      <w:r w:rsidRPr="003A0BBB">
        <w:t>Mais</w:t>
      </w:r>
      <w:r w:rsidR="003A6D8D">
        <w:t xml:space="preserve">, </w:t>
      </w:r>
      <w:r w:rsidRPr="003A0BBB">
        <w:t>loin de leur en vouloir</w:t>
      </w:r>
      <w:r w:rsidR="003A6D8D">
        <w:t xml:space="preserve">, </w:t>
      </w:r>
      <w:r w:rsidRPr="003A0BBB">
        <w:t>j</w:t>
      </w:r>
      <w:r w:rsidR="003A6D8D">
        <w:t>’</w:t>
      </w:r>
      <w:r w:rsidRPr="003A0BBB">
        <w:t>éprouvais pour elles presque de l</w:t>
      </w:r>
      <w:r w:rsidR="003A6D8D">
        <w:t>’</w:t>
      </w:r>
      <w:r w:rsidRPr="003A0BBB">
        <w:t>affection</w:t>
      </w:r>
      <w:r w:rsidR="003A6D8D">
        <w:t xml:space="preserve">, </w:t>
      </w:r>
      <w:r w:rsidRPr="003A0BBB">
        <w:t>dans la certitude où je me trouvais en cette minute de les éclipser l</w:t>
      </w:r>
      <w:r w:rsidR="003A6D8D">
        <w:t>’</w:t>
      </w:r>
      <w:r w:rsidRPr="003A0BBB">
        <w:t>une et l</w:t>
      </w:r>
      <w:r w:rsidR="003A6D8D">
        <w:t>’</w:t>
      </w:r>
      <w:r w:rsidRPr="003A0BBB">
        <w:t>autre</w:t>
      </w:r>
      <w:r w:rsidR="003A6D8D">
        <w:t>.</w:t>
      </w:r>
    </w:p>
    <w:p w14:paraId="5C137F4B" w14:textId="77777777" w:rsidR="003A6D8D" w:rsidRDefault="008F7090" w:rsidP="008F7090">
      <w:r w:rsidRPr="003A0BBB">
        <w:t>Vers minuit</w:t>
      </w:r>
      <w:r w:rsidR="003A6D8D">
        <w:t xml:space="preserve">, </w:t>
      </w:r>
      <w:r w:rsidRPr="003A0BBB">
        <w:t>comme le dîner était terminé déjà depuis quelque temps</w:t>
      </w:r>
      <w:r w:rsidR="003A6D8D">
        <w:t xml:space="preserve">, </w:t>
      </w:r>
      <w:r w:rsidRPr="003A0BBB">
        <w:t>il y eut une proposition qui rallia aussitôt tous les suffrages</w:t>
      </w:r>
      <w:r w:rsidR="003A6D8D">
        <w:t>.</w:t>
      </w:r>
    </w:p>
    <w:p w14:paraId="7B0C4477" w14:textId="77777777" w:rsidR="003A6D8D" w:rsidRDefault="003A6D8D" w:rsidP="008F7090">
      <w:r>
        <w:t>— </w:t>
      </w:r>
      <w:r w:rsidR="008F7090" w:rsidRPr="003A0BBB">
        <w:t>On commence à étouffer ici</w:t>
      </w:r>
      <w:r>
        <w:t xml:space="preserve">. </w:t>
      </w:r>
      <w:r w:rsidR="008F7090" w:rsidRPr="003A0BBB">
        <w:t xml:space="preserve">Si nous allions à </w:t>
      </w:r>
      <w:r w:rsidR="008F7090" w:rsidRPr="003A0BBB">
        <w:rPr>
          <w:i/>
          <w:iCs/>
        </w:rPr>
        <w:t>l</w:t>
      </w:r>
      <w:r>
        <w:rPr>
          <w:i/>
          <w:iCs/>
        </w:rPr>
        <w:t>’</w:t>
      </w:r>
      <w:r w:rsidR="008F7090" w:rsidRPr="003A0BBB">
        <w:rPr>
          <w:i/>
          <w:iCs/>
        </w:rPr>
        <w:t>Ermitage</w:t>
      </w:r>
      <w:r>
        <w:t xml:space="preserve">. </w:t>
      </w:r>
      <w:r w:rsidR="008F7090" w:rsidRPr="003A0BBB">
        <w:t>Nous y serons moins bousculés</w:t>
      </w:r>
      <w:r>
        <w:t xml:space="preserve">. </w:t>
      </w:r>
      <w:r w:rsidR="008F7090" w:rsidRPr="003A0BBB">
        <w:t>Ceux qui aiment à rester tranquilles y seront mieux assis et plus au frais</w:t>
      </w:r>
      <w:r>
        <w:t xml:space="preserve">, </w:t>
      </w:r>
      <w:r w:rsidR="008F7090" w:rsidRPr="003A0BBB">
        <w:t>et les autres pourront danser</w:t>
      </w:r>
      <w:r>
        <w:t xml:space="preserve">. </w:t>
      </w:r>
      <w:r w:rsidR="008F7090" w:rsidRPr="003A0BBB">
        <w:t>Entendu</w:t>
      </w:r>
      <w:r>
        <w:t xml:space="preserve"> ? </w:t>
      </w:r>
      <w:r w:rsidR="008F7090" w:rsidRPr="003A0BBB">
        <w:t>Maître d</w:t>
      </w:r>
      <w:r>
        <w:t>’</w:t>
      </w:r>
      <w:r w:rsidR="008F7090" w:rsidRPr="003A0BBB">
        <w:t>hôtel</w:t>
      </w:r>
      <w:r>
        <w:t xml:space="preserve">, </w:t>
      </w:r>
      <w:r w:rsidR="008F7090" w:rsidRPr="003A0BBB">
        <w:t>le vestiaire</w:t>
      </w:r>
      <w:r>
        <w:t xml:space="preserve">, </w:t>
      </w:r>
      <w:r w:rsidR="008F7090" w:rsidRPr="003A0BBB">
        <w:t>et faites avancer nos automobiles</w:t>
      </w:r>
      <w:r>
        <w:t>.</w:t>
      </w:r>
    </w:p>
    <w:p w14:paraId="706531D3" w14:textId="77777777" w:rsidR="003A6D8D" w:rsidRDefault="008F7090" w:rsidP="008F7090">
      <w:r w:rsidRPr="003A0BBB">
        <w:t>Nous nous trouvions maintenant tous réunis pour quelques instants sur le perron</w:t>
      </w:r>
      <w:r w:rsidR="003A6D8D">
        <w:t xml:space="preserve">. </w:t>
      </w:r>
      <w:r w:rsidRPr="003A0BBB">
        <w:t>Les hommes aidaient les femmes à mettre leurs manteaux</w:t>
      </w:r>
      <w:r w:rsidR="003A6D8D">
        <w:t xml:space="preserve">. </w:t>
      </w:r>
      <w:r w:rsidRPr="003A0BBB">
        <w:t>Une à une</w:t>
      </w:r>
      <w:r w:rsidR="003A6D8D">
        <w:t xml:space="preserve">, </w:t>
      </w:r>
      <w:r w:rsidRPr="003A0BBB">
        <w:t>les automobiles surgissaient de l</w:t>
      </w:r>
      <w:r w:rsidR="003A6D8D">
        <w:t>’</w:t>
      </w:r>
      <w:r w:rsidRPr="003A0BBB">
        <w:t>ombre violette</w:t>
      </w:r>
      <w:r w:rsidR="003A6D8D">
        <w:t xml:space="preserve">, </w:t>
      </w:r>
      <w:r w:rsidRPr="003A0BBB">
        <w:t>avec</w:t>
      </w:r>
      <w:r w:rsidR="003A6D8D">
        <w:t xml:space="preserve">, </w:t>
      </w:r>
      <w:r w:rsidRPr="003A0BBB">
        <w:t>sur le marchepied</w:t>
      </w:r>
      <w:r w:rsidR="003A6D8D">
        <w:t xml:space="preserve">, </w:t>
      </w:r>
      <w:r w:rsidRPr="003A0BBB">
        <w:t>un chasseur qui tenait ouverte la portière de chacune d</w:t>
      </w:r>
      <w:r w:rsidR="003A6D8D">
        <w:t>’</w:t>
      </w:r>
      <w:r w:rsidRPr="003A0BBB">
        <w:t>elles</w:t>
      </w:r>
      <w:r w:rsidR="003A6D8D">
        <w:t>.</w:t>
      </w:r>
    </w:p>
    <w:p w14:paraId="1E5A982A" w14:textId="02B66CE1" w:rsidR="003A6D8D" w:rsidRDefault="008F7090" w:rsidP="008F7090">
      <w:r w:rsidRPr="003A0BBB">
        <w:t>Notre limousine était en tête</w:t>
      </w:r>
      <w:r w:rsidR="003A6D8D">
        <w:t xml:space="preserve">. </w:t>
      </w:r>
      <w:r w:rsidRPr="003A0BBB">
        <w:t>Franz monta</w:t>
      </w:r>
      <w:r w:rsidR="003A6D8D">
        <w:t xml:space="preserve">, </w:t>
      </w:r>
      <w:r w:rsidRPr="003A0BBB">
        <w:t>prit place au volant</w:t>
      </w:r>
      <w:r w:rsidR="003A6D8D">
        <w:t xml:space="preserve">. </w:t>
      </w:r>
      <w:r w:rsidRPr="003A0BBB">
        <w:t>J</w:t>
      </w:r>
      <w:r w:rsidR="003A6D8D">
        <w:t>’</w:t>
      </w:r>
      <w:r w:rsidRPr="003A0BBB">
        <w:t>allais le suivre</w:t>
      </w:r>
      <w:r w:rsidR="003A6D8D">
        <w:t xml:space="preserve">, </w:t>
      </w:r>
      <w:r w:rsidRPr="003A0BBB">
        <w:t xml:space="preserve">lorsque </w:t>
      </w:r>
      <w:r w:rsidR="003A6D8D">
        <w:t>M. </w:t>
      </w:r>
      <w:r w:rsidRPr="003A0BBB">
        <w:t>X</w:t>
      </w:r>
      <w:r w:rsidR="003A6D8D">
        <w:t xml:space="preserve">… </w:t>
      </w:r>
      <w:r w:rsidRPr="003A0BBB">
        <w:t>me saisit par le bras</w:t>
      </w:r>
      <w:r w:rsidR="003A6D8D">
        <w:t>.</w:t>
      </w:r>
    </w:p>
    <w:p w14:paraId="6718E28C" w14:textId="6DAFDDCE" w:rsidR="003A6D8D" w:rsidRDefault="003A6D8D" w:rsidP="008F7090">
      <w:r>
        <w:t>— </w:t>
      </w:r>
      <w:r w:rsidR="008F7090" w:rsidRPr="003A0BBB">
        <w:t>Halte-là</w:t>
      </w:r>
      <w:r>
        <w:t xml:space="preserve">, </w:t>
      </w:r>
      <w:r w:rsidR="008F7090" w:rsidRPr="003A0BBB">
        <w:t>s</w:t>
      </w:r>
      <w:r>
        <w:t>’</w:t>
      </w:r>
      <w:r w:rsidR="008F7090" w:rsidRPr="003A0BBB">
        <w:t>il vous plaît</w:t>
      </w:r>
      <w:r>
        <w:t xml:space="preserve">. </w:t>
      </w:r>
      <w:r w:rsidR="008F7090" w:rsidRPr="003A0BBB">
        <w:t>Un peu de fantaisie</w:t>
      </w:r>
      <w:r>
        <w:t xml:space="preserve">, </w:t>
      </w:r>
      <w:r w:rsidR="008F7090" w:rsidRPr="003A0BBB">
        <w:t>ce soir</w:t>
      </w:r>
      <w:r>
        <w:t xml:space="preserve">. </w:t>
      </w:r>
      <w:r w:rsidR="008F7090" w:rsidRPr="003A0BBB">
        <w:t>Rompons l</w:t>
      </w:r>
      <w:r>
        <w:t>’</w:t>
      </w:r>
      <w:r w:rsidR="008F7090" w:rsidRPr="003A0BBB">
        <w:t>unité des couples</w:t>
      </w:r>
      <w:r>
        <w:t xml:space="preserve">, </w:t>
      </w:r>
      <w:r w:rsidR="008F7090" w:rsidRPr="003A0BBB">
        <w:t>sacrebleu</w:t>
      </w:r>
      <w:r>
        <w:t xml:space="preserve">. </w:t>
      </w:r>
      <w:r w:rsidR="008F7090" w:rsidRPr="003A0BBB">
        <w:t>Franz</w:t>
      </w:r>
      <w:r>
        <w:t xml:space="preserve">, </w:t>
      </w:r>
      <w:r w:rsidR="008F7090" w:rsidRPr="003A0BBB">
        <w:t>que cela vous plaise ou non</w:t>
      </w:r>
      <w:r>
        <w:t xml:space="preserve">, </w:t>
      </w:r>
      <w:r w:rsidR="008F7090" w:rsidRPr="003A0BBB">
        <w:t>je garde Alberte avec moi</w:t>
      </w:r>
      <w:r>
        <w:t xml:space="preserve">. </w:t>
      </w:r>
      <w:r w:rsidR="008F7090" w:rsidRPr="003A0BBB">
        <w:t xml:space="preserve">Faites monter avec vous </w:t>
      </w:r>
      <w:r>
        <w:t>M</w:t>
      </w:r>
      <w:r w:rsidRPr="003A6D8D">
        <w:rPr>
          <w:vertAlign w:val="superscript"/>
        </w:rPr>
        <w:t>me</w:t>
      </w:r>
      <w:r>
        <w:t> </w:t>
      </w:r>
      <w:r w:rsidR="008F7090" w:rsidRPr="003A0BBB">
        <w:t>Y</w:t>
      </w:r>
      <w:r>
        <w:t xml:space="preserve">… </w:t>
      </w:r>
      <w:r w:rsidR="008F7090" w:rsidRPr="003A0BBB">
        <w:t xml:space="preserve">et </w:t>
      </w:r>
      <w:r>
        <w:t>M</w:t>
      </w:r>
      <w:r w:rsidRPr="003A6D8D">
        <w:rPr>
          <w:vertAlign w:val="superscript"/>
        </w:rPr>
        <w:t>me</w:t>
      </w:r>
      <w:r>
        <w:t> </w:t>
      </w:r>
      <w:r w:rsidR="008F7090" w:rsidRPr="003A0BBB">
        <w:t>Z</w:t>
      </w:r>
      <w:r>
        <w:t xml:space="preserve">… </w:t>
      </w:r>
      <w:r w:rsidR="008F7090" w:rsidRPr="003A0BBB">
        <w:t>Vous</w:t>
      </w:r>
      <w:r>
        <w:t xml:space="preserve">, </w:t>
      </w:r>
      <w:r w:rsidR="008F7090" w:rsidRPr="003A0BBB">
        <w:t>mon cher</w:t>
      </w:r>
      <w:r>
        <w:t xml:space="preserve">, </w:t>
      </w:r>
      <w:r w:rsidR="008F7090" w:rsidRPr="003A0BBB">
        <w:t>dans cette voiture</w:t>
      </w:r>
      <w:r>
        <w:t xml:space="preserve">. </w:t>
      </w:r>
      <w:r w:rsidR="008F7090" w:rsidRPr="003A0BBB">
        <w:lastRenderedPageBreak/>
        <w:t>Vous</w:t>
      </w:r>
      <w:r>
        <w:t xml:space="preserve">, </w:t>
      </w:r>
      <w:r w:rsidR="008F7090" w:rsidRPr="003A0BBB">
        <w:t>dans cette autre</w:t>
      </w:r>
      <w:r>
        <w:t xml:space="preserve">. </w:t>
      </w:r>
      <w:r w:rsidR="008F7090" w:rsidRPr="003A0BBB">
        <w:t>Quelqu</w:t>
      </w:r>
      <w:r>
        <w:t>’</w:t>
      </w:r>
      <w:r w:rsidR="008F7090" w:rsidRPr="003A0BBB">
        <w:t>un a-t-il une objection à faire</w:t>
      </w:r>
      <w:r>
        <w:t xml:space="preserve"> ? </w:t>
      </w:r>
      <w:r w:rsidR="008F7090" w:rsidRPr="003A0BBB">
        <w:t>Non</w:t>
      </w:r>
      <w:r>
        <w:t xml:space="preserve"> ? </w:t>
      </w:r>
      <w:r w:rsidR="008F7090" w:rsidRPr="003A0BBB">
        <w:t>Tout va bien</w:t>
      </w:r>
      <w:r>
        <w:t>.</w:t>
      </w:r>
    </w:p>
    <w:p w14:paraId="6CFC474C" w14:textId="77777777" w:rsidR="003A6D8D" w:rsidRDefault="003A6D8D" w:rsidP="008F7090">
      <w:r>
        <w:t>— </w:t>
      </w:r>
      <w:r w:rsidR="008F7090" w:rsidRPr="003A0BBB">
        <w:t>Je me soumets</w:t>
      </w:r>
      <w:r>
        <w:t xml:space="preserve">, </w:t>
      </w:r>
      <w:r w:rsidR="008F7090" w:rsidRPr="003A0BBB">
        <w:t>je me soumets</w:t>
      </w:r>
      <w:r>
        <w:t xml:space="preserve">, </w:t>
      </w:r>
      <w:r w:rsidR="008F7090" w:rsidRPr="003A0BBB">
        <w:t>dit Franz en riant</w:t>
      </w:r>
      <w:r>
        <w:t>.</w:t>
      </w:r>
    </w:p>
    <w:p w14:paraId="5C80BB96" w14:textId="77777777" w:rsidR="003A6D8D" w:rsidRDefault="003A6D8D" w:rsidP="008F7090">
      <w:r>
        <w:t>— </w:t>
      </w:r>
      <w:r w:rsidR="008F7090" w:rsidRPr="003A0BBB">
        <w:t>Parfait</w:t>
      </w:r>
      <w:r>
        <w:t xml:space="preserve">, </w:t>
      </w:r>
      <w:r w:rsidR="008F7090" w:rsidRPr="003A0BBB">
        <w:t>Alberte</w:t>
      </w:r>
      <w:r>
        <w:t xml:space="preserve">, </w:t>
      </w:r>
      <w:r w:rsidR="008F7090" w:rsidRPr="003A0BBB">
        <w:t>donnez-moi le bras</w:t>
      </w:r>
      <w:r>
        <w:t xml:space="preserve">. </w:t>
      </w:r>
      <w:r w:rsidR="008F7090" w:rsidRPr="003A0BBB">
        <w:t>C</w:t>
      </w:r>
      <w:r>
        <w:t>’</w:t>
      </w:r>
      <w:r w:rsidR="008F7090" w:rsidRPr="003A0BBB">
        <w:t xml:space="preserve">est nous qui fermerons </w:t>
      </w:r>
      <w:proofErr w:type="spellStart"/>
      <w:r w:rsidR="008F7090" w:rsidRPr="003A0BBB">
        <w:t>là</w:t>
      </w:r>
      <w:proofErr w:type="spellEnd"/>
      <w:r w:rsidR="008F7090" w:rsidRPr="003A0BBB">
        <w:t xml:space="preserve"> marche</w:t>
      </w:r>
      <w:r>
        <w:t xml:space="preserve">. </w:t>
      </w:r>
      <w:r w:rsidR="008F7090" w:rsidRPr="003A0BBB">
        <w:t>Je sacrifie ma voiture</w:t>
      </w:r>
      <w:r>
        <w:t xml:space="preserve">. </w:t>
      </w:r>
      <w:r w:rsidR="008F7090" w:rsidRPr="003A0BBB">
        <w:t>Nous monterons tous deux dans celle de Roger</w:t>
      </w:r>
      <w:r>
        <w:t xml:space="preserve">. </w:t>
      </w:r>
      <w:r w:rsidR="008F7090" w:rsidRPr="003A0BBB">
        <w:t>Roger</w:t>
      </w:r>
      <w:r>
        <w:t xml:space="preserve">, </w:t>
      </w:r>
      <w:r w:rsidR="008F7090" w:rsidRPr="003A0BBB">
        <w:t>vous avez bien trois places</w:t>
      </w:r>
      <w:r>
        <w:t> ?</w:t>
      </w:r>
    </w:p>
    <w:p w14:paraId="65CB0293" w14:textId="77777777" w:rsidR="003A6D8D" w:rsidRDefault="008F7090" w:rsidP="008F7090">
      <w:r w:rsidRPr="003A0BBB">
        <w:t>Roger</w:t>
      </w:r>
      <w:r w:rsidR="003A6D8D">
        <w:t xml:space="preserve">, </w:t>
      </w:r>
      <w:r w:rsidRPr="003A0BBB">
        <w:t>grand jeune homme blond</w:t>
      </w:r>
      <w:r w:rsidR="003A6D8D">
        <w:t xml:space="preserve">, </w:t>
      </w:r>
      <w:r w:rsidRPr="003A0BBB">
        <w:t>ultra-sportif</w:t>
      </w:r>
      <w:r w:rsidR="003A6D8D">
        <w:t xml:space="preserve">, </w:t>
      </w:r>
      <w:r w:rsidRPr="003A0BBB">
        <w:t>s</w:t>
      </w:r>
      <w:r w:rsidR="003A6D8D">
        <w:t>’</w:t>
      </w:r>
      <w:r w:rsidRPr="003A0BBB">
        <w:t>inclina</w:t>
      </w:r>
      <w:r w:rsidR="003A6D8D">
        <w:t>.</w:t>
      </w:r>
    </w:p>
    <w:p w14:paraId="720028EC" w14:textId="77777777" w:rsidR="003A6D8D" w:rsidRDefault="003A6D8D" w:rsidP="008F7090">
      <w:r>
        <w:t>— </w:t>
      </w:r>
      <w:r w:rsidR="008F7090" w:rsidRPr="003A0BBB">
        <w:t>Trois places</w:t>
      </w:r>
      <w:r>
        <w:t xml:space="preserve">. </w:t>
      </w:r>
      <w:r w:rsidR="008F7090" w:rsidRPr="003A0BBB">
        <w:t>Pas une de plus</w:t>
      </w:r>
      <w:r>
        <w:t xml:space="preserve">, </w:t>
      </w:r>
      <w:r w:rsidR="008F7090" w:rsidRPr="003A0BBB">
        <w:t>pas une de moins</w:t>
      </w:r>
      <w:r>
        <w:t xml:space="preserve">. </w:t>
      </w:r>
      <w:r w:rsidR="008F7090" w:rsidRPr="003A0BBB">
        <w:t>Je ne vous dis pas quelle voiture c</w:t>
      </w:r>
      <w:r>
        <w:t>’</w:t>
      </w:r>
      <w:r w:rsidR="008F7090" w:rsidRPr="003A0BBB">
        <w:t>est</w:t>
      </w:r>
      <w:r>
        <w:t xml:space="preserve">, </w:t>
      </w:r>
      <w:r w:rsidR="008F7090" w:rsidRPr="003A0BBB">
        <w:t>cher monsieur</w:t>
      </w:r>
      <w:r>
        <w:t xml:space="preserve">. </w:t>
      </w:r>
      <w:r w:rsidR="008F7090" w:rsidRPr="003A0BBB">
        <w:t>Je veux vous en faire la surprise</w:t>
      </w:r>
      <w:r>
        <w:t xml:space="preserve">. </w:t>
      </w:r>
      <w:r w:rsidR="008F7090" w:rsidRPr="003A0BBB">
        <w:t>Mais vous</w:t>
      </w:r>
      <w:r>
        <w:t xml:space="preserve">, </w:t>
      </w:r>
      <w:r w:rsidR="008F7090" w:rsidRPr="003A0BBB">
        <w:t>madame</w:t>
      </w:r>
      <w:r>
        <w:t xml:space="preserve">, </w:t>
      </w:r>
      <w:r w:rsidR="008F7090" w:rsidRPr="003A0BBB">
        <w:t>je tiens à vous prévenir que c</w:t>
      </w:r>
      <w:r>
        <w:t>’</w:t>
      </w:r>
      <w:r w:rsidR="008F7090" w:rsidRPr="003A0BBB">
        <w:t>est une voiture découverte</w:t>
      </w:r>
      <w:r>
        <w:t xml:space="preserve">. </w:t>
      </w:r>
      <w:r w:rsidR="008F7090" w:rsidRPr="003A0BBB">
        <w:t>N</w:t>
      </w:r>
      <w:r>
        <w:t>’</w:t>
      </w:r>
      <w:r w:rsidR="008F7090" w:rsidRPr="003A0BBB">
        <w:t>aurez-vous pas froid</w:t>
      </w:r>
      <w:r>
        <w:t> ?</w:t>
      </w:r>
    </w:p>
    <w:p w14:paraId="1E77B9B2" w14:textId="77777777" w:rsidR="003A6D8D" w:rsidRDefault="003A6D8D" w:rsidP="008F7090">
      <w:r>
        <w:t>— </w:t>
      </w:r>
      <w:r w:rsidR="008F7090" w:rsidRPr="003A0BBB">
        <w:t>Avec un temps pareil</w:t>
      </w:r>
      <w:r>
        <w:t xml:space="preserve"> ! </w:t>
      </w:r>
      <w:r w:rsidR="008F7090" w:rsidRPr="003A0BBB">
        <w:t>Je serai au contraire ravie de prendre un peu l</w:t>
      </w:r>
      <w:r>
        <w:t>’</w:t>
      </w:r>
      <w:r w:rsidR="008F7090" w:rsidRPr="003A0BBB">
        <w:t>air</w:t>
      </w:r>
      <w:r>
        <w:t>.</w:t>
      </w:r>
    </w:p>
    <w:p w14:paraId="2B0F4B65" w14:textId="77777777" w:rsidR="003A6D8D" w:rsidRDefault="003A6D8D" w:rsidP="008F7090">
      <w:r>
        <w:t>— </w:t>
      </w:r>
      <w:r w:rsidR="008F7090" w:rsidRPr="003A0BBB">
        <w:t>Vous entendez</w:t>
      </w:r>
      <w:r>
        <w:t xml:space="preserve">, </w:t>
      </w:r>
      <w:r w:rsidR="008F7090" w:rsidRPr="003A0BBB">
        <w:t>mon petit Roger</w:t>
      </w:r>
      <w:r>
        <w:t xml:space="preserve">. </w:t>
      </w:r>
      <w:r w:rsidR="008F7090" w:rsidRPr="003A0BBB">
        <w:t>Filez donc vite chercher votre instrument</w:t>
      </w:r>
      <w:r>
        <w:t xml:space="preserve">. </w:t>
      </w:r>
      <w:r w:rsidR="008F7090" w:rsidRPr="003A0BBB">
        <w:t>Les autres ont déjà une jolie avance</w:t>
      </w:r>
      <w:r>
        <w:t xml:space="preserve">. </w:t>
      </w:r>
      <w:r w:rsidR="008F7090" w:rsidRPr="003A0BBB">
        <w:t>Nous allons voir si vous êtes capable de les dépasser</w:t>
      </w:r>
      <w:r>
        <w:t>.</w:t>
      </w:r>
    </w:p>
    <w:p w14:paraId="25299ABA" w14:textId="3F639655" w:rsidR="003A6D8D" w:rsidRDefault="008F7090" w:rsidP="008F7090">
      <w:r w:rsidRPr="003A0BBB">
        <w:t xml:space="preserve">Je restai seule sur le perron avec </w:t>
      </w:r>
      <w:r w:rsidR="003A6D8D">
        <w:t>M. </w:t>
      </w:r>
      <w:r w:rsidRPr="003A0BBB">
        <w:t>X</w:t>
      </w:r>
      <w:r w:rsidR="003A6D8D">
        <w:t>…</w:t>
      </w:r>
    </w:p>
    <w:p w14:paraId="49336C72" w14:textId="77777777" w:rsidR="003A6D8D" w:rsidRDefault="003A6D8D" w:rsidP="008F7090">
      <w:r>
        <w:t>— </w:t>
      </w:r>
      <w:r w:rsidR="008F7090" w:rsidRPr="003A0BBB">
        <w:t>Vous étiez bien belle</w:t>
      </w:r>
      <w:r>
        <w:t xml:space="preserve">, </w:t>
      </w:r>
      <w:r w:rsidR="008F7090" w:rsidRPr="003A0BBB">
        <w:t>ce soir</w:t>
      </w:r>
      <w:r>
        <w:t xml:space="preserve">, </w:t>
      </w:r>
      <w:r w:rsidR="008F7090" w:rsidRPr="003A0BBB">
        <w:t>Alberte</w:t>
      </w:r>
      <w:r>
        <w:t xml:space="preserve">, </w:t>
      </w:r>
      <w:r w:rsidR="008F7090" w:rsidRPr="003A0BBB">
        <w:t>murmura-t-il</w:t>
      </w:r>
      <w:r>
        <w:t>.</w:t>
      </w:r>
    </w:p>
    <w:p w14:paraId="69A078E3" w14:textId="77777777" w:rsidR="003A6D8D" w:rsidRDefault="008F7090" w:rsidP="008F7090">
      <w:r w:rsidRPr="003A0BBB">
        <w:t>Je souris</w:t>
      </w:r>
      <w:r w:rsidR="003A6D8D">
        <w:t xml:space="preserve">. </w:t>
      </w:r>
      <w:r w:rsidRPr="003A0BBB">
        <w:t>Il répéta</w:t>
      </w:r>
      <w:r w:rsidR="003A6D8D">
        <w:t> :</w:t>
      </w:r>
    </w:p>
    <w:p w14:paraId="643E2B3E" w14:textId="77777777" w:rsidR="003A6D8D" w:rsidRDefault="003A6D8D" w:rsidP="008F7090">
      <w:r>
        <w:t>— </w:t>
      </w:r>
      <w:r w:rsidR="008F7090" w:rsidRPr="003A0BBB">
        <w:t>Oui</w:t>
      </w:r>
      <w:r>
        <w:t xml:space="preserve">, </w:t>
      </w:r>
      <w:r w:rsidR="008F7090" w:rsidRPr="003A0BBB">
        <w:t>bien belle</w:t>
      </w:r>
      <w:r>
        <w:t xml:space="preserve">. </w:t>
      </w:r>
      <w:r w:rsidR="008F7090" w:rsidRPr="003A0BBB">
        <w:t>Savez-vous que vous paraissez rajeunir tous les jours</w:t>
      </w:r>
      <w:r>
        <w:t> ?</w:t>
      </w:r>
    </w:p>
    <w:p w14:paraId="6BF84DDA" w14:textId="77777777" w:rsidR="003A6D8D" w:rsidRDefault="003A6D8D" w:rsidP="008F7090">
      <w:r>
        <w:t>— </w:t>
      </w:r>
      <w:r w:rsidR="008F7090" w:rsidRPr="003A0BBB">
        <w:t>Je suis heureuse</w:t>
      </w:r>
      <w:r>
        <w:t xml:space="preserve">, </w:t>
      </w:r>
      <w:r w:rsidR="008F7090" w:rsidRPr="003A0BBB">
        <w:t>dis-je simplement</w:t>
      </w:r>
      <w:r>
        <w:t>.</w:t>
      </w:r>
    </w:p>
    <w:p w14:paraId="472B651E" w14:textId="77777777" w:rsidR="003A6D8D" w:rsidRDefault="003A6D8D" w:rsidP="008F7090">
      <w:r>
        <w:t>— </w:t>
      </w:r>
      <w:r w:rsidR="008F7090" w:rsidRPr="003A0BBB">
        <w:t>Heureuse</w:t>
      </w:r>
      <w:r>
        <w:t xml:space="preserve">, </w:t>
      </w:r>
      <w:r w:rsidR="008F7090" w:rsidRPr="003A0BBB">
        <w:t>vous avez raison</w:t>
      </w:r>
      <w:r>
        <w:t xml:space="preserve">. </w:t>
      </w:r>
      <w:r w:rsidR="008F7090" w:rsidRPr="003A0BBB">
        <w:t>Vous rendez-vous compte que</w:t>
      </w:r>
      <w:r>
        <w:t xml:space="preserve">, </w:t>
      </w:r>
      <w:r w:rsidR="008F7090" w:rsidRPr="003A0BBB">
        <w:t>dans le monde de l</w:t>
      </w:r>
      <w:r>
        <w:t>’</w:t>
      </w:r>
      <w:r w:rsidR="008F7090" w:rsidRPr="003A0BBB">
        <w:t>automobile</w:t>
      </w:r>
      <w:r>
        <w:t xml:space="preserve">, </w:t>
      </w:r>
      <w:r w:rsidR="008F7090" w:rsidRPr="003A0BBB">
        <w:t>il n</w:t>
      </w:r>
      <w:r>
        <w:t>’</w:t>
      </w:r>
      <w:r w:rsidR="008F7090" w:rsidRPr="003A0BBB">
        <w:t xml:space="preserve">est bruit que de </w:t>
      </w:r>
      <w:r w:rsidR="008F7090" w:rsidRPr="003A0BBB">
        <w:lastRenderedPageBreak/>
        <w:t>Franz</w:t>
      </w:r>
      <w:r>
        <w:t xml:space="preserve">. </w:t>
      </w:r>
      <w:r w:rsidR="008F7090" w:rsidRPr="003A0BBB">
        <w:t>Les conséquences du succès que nous venons aujourd</w:t>
      </w:r>
      <w:r>
        <w:t>’</w:t>
      </w:r>
      <w:r w:rsidR="008F7090" w:rsidRPr="003A0BBB">
        <w:t>hui</w:t>
      </w:r>
      <w:r>
        <w:t xml:space="preserve">, </w:t>
      </w:r>
      <w:r w:rsidR="008F7090" w:rsidRPr="003A0BBB">
        <w:t>grâce à lui</w:t>
      </w:r>
      <w:r>
        <w:t xml:space="preserve">, </w:t>
      </w:r>
      <w:r w:rsidR="008F7090" w:rsidRPr="003A0BBB">
        <w:t>de remporter</w:t>
      </w:r>
      <w:r>
        <w:t xml:space="preserve">, </w:t>
      </w:r>
      <w:r w:rsidR="008F7090" w:rsidRPr="003A0BBB">
        <w:t>sont incalculables</w:t>
      </w:r>
      <w:r>
        <w:t>.</w:t>
      </w:r>
    </w:p>
    <w:p w14:paraId="4ACFF652" w14:textId="77777777" w:rsidR="003A6D8D" w:rsidRDefault="008F7090" w:rsidP="008F7090">
      <w:r w:rsidRPr="003A0BBB">
        <w:t>Il parlait avec cette bizarre gêne dont il ne pouvait jamais tout à fait se départir quand il s</w:t>
      </w:r>
      <w:r w:rsidR="003A6D8D">
        <w:t>’</w:t>
      </w:r>
      <w:r w:rsidRPr="003A0BBB">
        <w:t>adressait à moi</w:t>
      </w:r>
      <w:r w:rsidR="003A6D8D">
        <w:t xml:space="preserve">. </w:t>
      </w:r>
      <w:r w:rsidRPr="003A0BBB">
        <w:t>Tout à coup</w:t>
      </w:r>
      <w:r w:rsidR="003A6D8D">
        <w:t xml:space="preserve">, </w:t>
      </w:r>
      <w:r w:rsidRPr="003A0BBB">
        <w:t>sa voix changea de ton</w:t>
      </w:r>
      <w:r w:rsidR="003A6D8D">
        <w:t xml:space="preserve">. </w:t>
      </w:r>
      <w:r w:rsidRPr="003A0BBB">
        <w:t>Il me prit la main</w:t>
      </w:r>
      <w:r w:rsidR="003A6D8D">
        <w:t>.</w:t>
      </w:r>
    </w:p>
    <w:p w14:paraId="7F812218" w14:textId="77777777" w:rsidR="003A6D8D" w:rsidRDefault="003A6D8D" w:rsidP="008F7090">
      <w:r>
        <w:t>— </w:t>
      </w:r>
      <w:r w:rsidR="008F7090" w:rsidRPr="003A0BBB">
        <w:t>Alberte</w:t>
      </w:r>
      <w:r>
        <w:t xml:space="preserve">, </w:t>
      </w:r>
      <w:r w:rsidR="008F7090" w:rsidRPr="003A0BBB">
        <w:t>qu</w:t>
      </w:r>
      <w:r>
        <w:t>’</w:t>
      </w:r>
      <w:r w:rsidR="008F7090" w:rsidRPr="003A0BBB">
        <w:t>y a-t-il</w:t>
      </w:r>
      <w:r>
        <w:t xml:space="preserve"> ? </w:t>
      </w:r>
      <w:r w:rsidR="008F7090" w:rsidRPr="003A0BBB">
        <w:t>qu</w:t>
      </w:r>
      <w:r>
        <w:t>’</w:t>
      </w:r>
      <w:r w:rsidR="008F7090" w:rsidRPr="003A0BBB">
        <w:t>avez-vous</w:t>
      </w:r>
      <w:r>
        <w:t xml:space="preserve"> ? </w:t>
      </w:r>
      <w:r w:rsidR="008F7090" w:rsidRPr="003A0BBB">
        <w:t>demanda-t-il avec inquiétude</w:t>
      </w:r>
      <w:r>
        <w:t>.</w:t>
      </w:r>
    </w:p>
    <w:p w14:paraId="38113060" w14:textId="77777777" w:rsidR="003A6D8D" w:rsidRDefault="003A6D8D" w:rsidP="008F7090">
      <w:r>
        <w:t>— </w:t>
      </w:r>
      <w:r w:rsidR="008F7090" w:rsidRPr="003A0BBB">
        <w:t>Moi</w:t>
      </w:r>
      <w:r>
        <w:t xml:space="preserve"> ? </w:t>
      </w:r>
      <w:r w:rsidR="008F7090" w:rsidRPr="003A0BBB">
        <w:t>Rien</w:t>
      </w:r>
      <w:r>
        <w:t>.</w:t>
      </w:r>
    </w:p>
    <w:p w14:paraId="034E6C64" w14:textId="77777777" w:rsidR="003A6D8D" w:rsidRDefault="003A6D8D" w:rsidP="008F7090">
      <w:r>
        <w:t>— </w:t>
      </w:r>
      <w:r w:rsidR="008F7090" w:rsidRPr="003A0BBB">
        <w:t>Je viens de vous voir tressaillir</w:t>
      </w:r>
      <w:r>
        <w:t xml:space="preserve">. </w:t>
      </w:r>
      <w:r w:rsidR="008F7090" w:rsidRPr="003A0BBB">
        <w:t>La fraîcheur</w:t>
      </w:r>
      <w:r>
        <w:t xml:space="preserve">, </w:t>
      </w:r>
      <w:r w:rsidR="008F7090" w:rsidRPr="003A0BBB">
        <w:t>peut-être</w:t>
      </w:r>
      <w:r>
        <w:t xml:space="preserve">. </w:t>
      </w:r>
      <w:r w:rsidR="008F7090" w:rsidRPr="003A0BBB">
        <w:t>Votre manteau a glissé</w:t>
      </w:r>
      <w:r>
        <w:t xml:space="preserve">. </w:t>
      </w:r>
      <w:r w:rsidR="008F7090" w:rsidRPr="003A0BBB">
        <w:t>Vos épaules sont nues</w:t>
      </w:r>
      <w:r>
        <w:t xml:space="preserve">. </w:t>
      </w:r>
      <w:r w:rsidR="008F7090" w:rsidRPr="003A0BBB">
        <w:t>Couvrez-les</w:t>
      </w:r>
      <w:r>
        <w:t xml:space="preserve">. </w:t>
      </w:r>
      <w:r w:rsidR="008F7090" w:rsidRPr="003A0BBB">
        <w:t>J</w:t>
      </w:r>
      <w:r>
        <w:t>’</w:t>
      </w:r>
      <w:r w:rsidR="008F7090" w:rsidRPr="003A0BBB">
        <w:t>ai peur de vous faire monter dans l</w:t>
      </w:r>
      <w:r>
        <w:t>’</w:t>
      </w:r>
      <w:r w:rsidR="008F7090" w:rsidRPr="003A0BBB">
        <w:t>automobile de Roger</w:t>
      </w:r>
      <w:r>
        <w:t xml:space="preserve">. </w:t>
      </w:r>
      <w:r w:rsidR="008F7090" w:rsidRPr="003A0BBB">
        <w:t>Voulez-vous que je fasse appeler un taxi</w:t>
      </w:r>
      <w:r>
        <w:t> ?</w:t>
      </w:r>
    </w:p>
    <w:p w14:paraId="23496697" w14:textId="77777777" w:rsidR="003A6D8D" w:rsidRDefault="008F7090" w:rsidP="008F7090">
      <w:r w:rsidRPr="003A0BBB">
        <w:t>Au prix d</w:t>
      </w:r>
      <w:r w:rsidR="003A6D8D">
        <w:t>’</w:t>
      </w:r>
      <w:r w:rsidRPr="003A0BBB">
        <w:t>un grand effort</w:t>
      </w:r>
      <w:r w:rsidR="003A6D8D">
        <w:t xml:space="preserve">, </w:t>
      </w:r>
      <w:r w:rsidRPr="003A0BBB">
        <w:t>je parvins à répondre de façon à peu près naturelle</w:t>
      </w:r>
      <w:r w:rsidR="003A6D8D">
        <w:t>.</w:t>
      </w:r>
    </w:p>
    <w:p w14:paraId="3558DCEA" w14:textId="7236E494" w:rsidR="003A6D8D" w:rsidRDefault="003A6D8D" w:rsidP="008F7090">
      <w:r>
        <w:t>— </w:t>
      </w:r>
      <w:r w:rsidR="008F7090" w:rsidRPr="003A0BBB">
        <w:t>Pas le moins du monde</w:t>
      </w:r>
      <w:r>
        <w:t xml:space="preserve">. </w:t>
      </w:r>
      <w:r w:rsidR="008F7090" w:rsidRPr="003A0BBB">
        <w:t>Je tiens au contraire beaucoup à monter dans cette voiture</w:t>
      </w:r>
      <w:r>
        <w:t xml:space="preserve">. </w:t>
      </w:r>
      <w:r w:rsidR="008F7090" w:rsidRPr="003A0BBB">
        <w:t xml:space="preserve">Je comprends à présent ce que voulait dire </w:t>
      </w:r>
      <w:r>
        <w:t>M. </w:t>
      </w:r>
      <w:r w:rsidR="008F7090" w:rsidRPr="003A0BBB">
        <w:t>Roger quand il nous parlait tout à l</w:t>
      </w:r>
      <w:r>
        <w:t>’</w:t>
      </w:r>
      <w:r w:rsidR="008F7090" w:rsidRPr="003A0BBB">
        <w:t>heure d</w:t>
      </w:r>
      <w:r>
        <w:t>’</w:t>
      </w:r>
      <w:r w:rsidR="008F7090" w:rsidRPr="003A0BBB">
        <w:t>une surprise</w:t>
      </w:r>
      <w:r>
        <w:t>.</w:t>
      </w:r>
    </w:p>
    <w:p w14:paraId="3599C183" w14:textId="7B0C6731" w:rsidR="003A6D8D" w:rsidRDefault="003A6D8D" w:rsidP="008F7090">
      <w:r>
        <w:t>— </w:t>
      </w:r>
      <w:r w:rsidR="008F7090" w:rsidRPr="003A0BBB">
        <w:t>En effet</w:t>
      </w:r>
      <w:r>
        <w:t xml:space="preserve">, </w:t>
      </w:r>
      <w:r w:rsidR="008F7090" w:rsidRPr="003A0BBB">
        <w:t>s</w:t>
      </w:r>
      <w:r>
        <w:t>’</w:t>
      </w:r>
      <w:r w:rsidR="008F7090" w:rsidRPr="003A0BBB">
        <w:t xml:space="preserve">exclama </w:t>
      </w:r>
      <w:r>
        <w:t>M. </w:t>
      </w:r>
      <w:r w:rsidR="008F7090" w:rsidRPr="003A0BBB">
        <w:t>X</w:t>
      </w:r>
      <w:r>
        <w:t xml:space="preserve">…, </w:t>
      </w:r>
      <w:r w:rsidR="008F7090" w:rsidRPr="003A0BBB">
        <w:t>tandis que l</w:t>
      </w:r>
      <w:r>
        <w:t>’</w:t>
      </w:r>
      <w:r w:rsidR="008F7090" w:rsidRPr="003A0BBB">
        <w:t>automobile du jeune homme</w:t>
      </w:r>
      <w:r>
        <w:t xml:space="preserve">, </w:t>
      </w:r>
      <w:r w:rsidR="008F7090" w:rsidRPr="003A0BBB">
        <w:t>manœuvrée de façon impeccable</w:t>
      </w:r>
      <w:r>
        <w:t xml:space="preserve">, </w:t>
      </w:r>
      <w:r w:rsidR="008F7090" w:rsidRPr="003A0BBB">
        <w:t>venait s</w:t>
      </w:r>
      <w:r>
        <w:t>’</w:t>
      </w:r>
      <w:r w:rsidR="008F7090" w:rsidRPr="003A0BBB">
        <w:t>arrêter devant nous</w:t>
      </w:r>
      <w:r>
        <w:t xml:space="preserve">, </w:t>
      </w:r>
      <w:r w:rsidR="008F7090" w:rsidRPr="003A0BBB">
        <w:t>en effet</w:t>
      </w:r>
      <w:r>
        <w:t xml:space="preserve">, </w:t>
      </w:r>
      <w:r w:rsidR="008F7090" w:rsidRPr="003A0BBB">
        <w:t>je comprends</w:t>
      </w:r>
      <w:r>
        <w:t xml:space="preserve">, </w:t>
      </w:r>
      <w:r w:rsidR="008F7090" w:rsidRPr="003A0BBB">
        <w:t>moi aussi</w:t>
      </w:r>
      <w:r>
        <w:t xml:space="preserve">. </w:t>
      </w:r>
      <w:r w:rsidR="008F7090" w:rsidRPr="003A0BBB">
        <w:t>Voici l</w:t>
      </w:r>
      <w:r>
        <w:t>’</w:t>
      </w:r>
      <w:r w:rsidR="008F7090" w:rsidRPr="003A0BBB">
        <w:t>héroïne de la journée</w:t>
      </w:r>
      <w:r>
        <w:t xml:space="preserve">. </w:t>
      </w:r>
      <w:r w:rsidR="008F7090" w:rsidRPr="003A0BBB">
        <w:t>Toutes mes félicitations</w:t>
      </w:r>
      <w:r>
        <w:t xml:space="preserve">, </w:t>
      </w:r>
      <w:r w:rsidR="008F7090" w:rsidRPr="003A0BBB">
        <w:t>Roger</w:t>
      </w:r>
      <w:r>
        <w:t xml:space="preserve">, </w:t>
      </w:r>
      <w:r w:rsidR="008F7090" w:rsidRPr="003A0BBB">
        <w:t>on n</w:t>
      </w:r>
      <w:r>
        <w:t>’</w:t>
      </w:r>
      <w:r w:rsidR="008F7090" w:rsidRPr="003A0BBB">
        <w:t>est pas plus aimable</w:t>
      </w:r>
      <w:r>
        <w:t xml:space="preserve">. </w:t>
      </w:r>
      <w:r w:rsidR="008F7090" w:rsidRPr="003A0BBB">
        <w:t>Et tous mes compliments sur la façon dont vous justifiez votre réputation d</w:t>
      </w:r>
      <w:r>
        <w:t>’</w:t>
      </w:r>
      <w:r w:rsidR="008F7090" w:rsidRPr="003A0BBB">
        <w:t>homme au courant de tous les moyens de vous la procurer</w:t>
      </w:r>
      <w:r>
        <w:t xml:space="preserve">, </w:t>
      </w:r>
      <w:r w:rsidR="008F7090" w:rsidRPr="003A0BBB">
        <w:t>notre voiture</w:t>
      </w:r>
      <w:r>
        <w:t> ?</w:t>
      </w:r>
    </w:p>
    <w:p w14:paraId="5CC3EF46" w14:textId="77777777" w:rsidR="003A6D8D" w:rsidRDefault="003A6D8D" w:rsidP="008F7090">
      <w:r>
        <w:t>— </w:t>
      </w:r>
      <w:r w:rsidR="008F7090" w:rsidRPr="003A0BBB">
        <w:t>Je l</w:t>
      </w:r>
      <w:r>
        <w:t>’</w:t>
      </w:r>
      <w:r w:rsidR="008F7090" w:rsidRPr="003A0BBB">
        <w:t>ai achetée cette après-midi</w:t>
      </w:r>
      <w:r>
        <w:t xml:space="preserve">, </w:t>
      </w:r>
      <w:r w:rsidR="008F7090" w:rsidRPr="003A0BBB">
        <w:t>dit Roger</w:t>
      </w:r>
      <w:r>
        <w:t xml:space="preserve">, </w:t>
      </w:r>
      <w:r w:rsidR="008F7090" w:rsidRPr="003A0BBB">
        <w:t>triomphant</w:t>
      </w:r>
      <w:r>
        <w:t xml:space="preserve">. </w:t>
      </w:r>
      <w:r w:rsidR="008F7090" w:rsidRPr="003A0BBB">
        <w:t>Vous pensez que je n</w:t>
      </w:r>
      <w:r>
        <w:t>’</w:t>
      </w:r>
      <w:r w:rsidR="008F7090" w:rsidRPr="003A0BBB">
        <w:t>allais pas laisser passer l</w:t>
      </w:r>
      <w:r>
        <w:t>’</w:t>
      </w:r>
      <w:r w:rsidR="008F7090" w:rsidRPr="003A0BBB">
        <w:t>occasion de venir avec elle à votre dîner</w:t>
      </w:r>
      <w:r>
        <w:t xml:space="preserve">. </w:t>
      </w:r>
      <w:r w:rsidR="008F7090" w:rsidRPr="003A0BBB">
        <w:t xml:space="preserve">Personne encore ne sait que je </w:t>
      </w:r>
      <w:r w:rsidR="008F7090" w:rsidRPr="003A0BBB">
        <w:lastRenderedPageBreak/>
        <w:t>l</w:t>
      </w:r>
      <w:r>
        <w:t>’</w:t>
      </w:r>
      <w:r w:rsidR="008F7090" w:rsidRPr="003A0BBB">
        <w:t>ai</w:t>
      </w:r>
      <w:r>
        <w:t xml:space="preserve">. </w:t>
      </w:r>
      <w:r w:rsidR="008F7090" w:rsidRPr="003A0BBB">
        <w:t>Une merveille</w:t>
      </w:r>
      <w:r>
        <w:t xml:space="preserve">, </w:t>
      </w:r>
      <w:r w:rsidR="008F7090" w:rsidRPr="003A0BBB">
        <w:t>cher monsieur</w:t>
      </w:r>
      <w:r>
        <w:t xml:space="preserve">, </w:t>
      </w:r>
      <w:r w:rsidR="008F7090" w:rsidRPr="003A0BBB">
        <w:t>vous m</w:t>
      </w:r>
      <w:r>
        <w:t>’</w:t>
      </w:r>
      <w:r w:rsidR="008F7090" w:rsidRPr="003A0BBB">
        <w:t>entendez</w:t>
      </w:r>
      <w:r>
        <w:t xml:space="preserve">, </w:t>
      </w:r>
      <w:r w:rsidR="008F7090" w:rsidRPr="003A0BBB">
        <w:t>une merveille</w:t>
      </w:r>
      <w:r>
        <w:t>.</w:t>
      </w:r>
    </w:p>
    <w:p w14:paraId="3B184475" w14:textId="77777777" w:rsidR="003A6D8D" w:rsidRDefault="008F7090" w:rsidP="008F7090">
      <w:r w:rsidRPr="003A0BBB">
        <w:t>Déjà un petit cercle</w:t>
      </w:r>
      <w:r w:rsidR="003A6D8D">
        <w:t xml:space="preserve">, – </w:t>
      </w:r>
      <w:r w:rsidRPr="003A0BBB">
        <w:t>chauffeurs</w:t>
      </w:r>
      <w:r w:rsidR="003A6D8D">
        <w:t xml:space="preserve">, </w:t>
      </w:r>
      <w:r w:rsidRPr="003A0BBB">
        <w:t>grooms</w:t>
      </w:r>
      <w:r w:rsidR="003A6D8D">
        <w:t xml:space="preserve">, </w:t>
      </w:r>
      <w:r w:rsidRPr="003A0BBB">
        <w:t>garçons de restaurant</w:t>
      </w:r>
      <w:r w:rsidR="003A6D8D">
        <w:t xml:space="preserve">, – </w:t>
      </w:r>
      <w:r w:rsidRPr="003A0BBB">
        <w:t>s</w:t>
      </w:r>
      <w:r w:rsidR="003A6D8D">
        <w:t>’</w:t>
      </w:r>
      <w:r w:rsidRPr="003A0BBB">
        <w:t>était formé autour de la voiture</w:t>
      </w:r>
      <w:r w:rsidR="003A6D8D">
        <w:t xml:space="preserve">. </w:t>
      </w:r>
      <w:r w:rsidRPr="003A0BBB">
        <w:t>Le nom de Franz volait sur les bouches</w:t>
      </w:r>
      <w:r w:rsidR="003A6D8D">
        <w:t>.</w:t>
      </w:r>
    </w:p>
    <w:p w14:paraId="050AB2F8" w14:textId="11B68CCE" w:rsidR="003A6D8D" w:rsidRDefault="003A6D8D" w:rsidP="008F7090">
      <w:r>
        <w:t>M. </w:t>
      </w:r>
      <w:r w:rsidR="008F7090" w:rsidRPr="003A0BBB">
        <w:t>X</w:t>
      </w:r>
      <w:r>
        <w:t xml:space="preserve">… </w:t>
      </w:r>
      <w:r w:rsidR="008F7090" w:rsidRPr="003A0BBB">
        <w:t>me poussa le coude avec émotion</w:t>
      </w:r>
      <w:r>
        <w:t>.</w:t>
      </w:r>
    </w:p>
    <w:p w14:paraId="0E841F31" w14:textId="77777777" w:rsidR="003A6D8D" w:rsidRDefault="003A6D8D" w:rsidP="008F7090">
      <w:r>
        <w:t>— </w:t>
      </w:r>
      <w:r w:rsidR="008F7090" w:rsidRPr="003A0BBB">
        <w:t>La gloire</w:t>
      </w:r>
      <w:r>
        <w:t xml:space="preserve"> ! </w:t>
      </w:r>
      <w:r w:rsidR="008F7090" w:rsidRPr="003A0BBB">
        <w:t>dit-il</w:t>
      </w:r>
      <w:r>
        <w:t>.</w:t>
      </w:r>
    </w:p>
    <w:p w14:paraId="0049E14F" w14:textId="77777777" w:rsidR="003A6D8D" w:rsidRDefault="008F7090" w:rsidP="008F7090">
      <w:r w:rsidRPr="003A0BBB">
        <w:t>Il tournait maintenant autour d</w:t>
      </w:r>
      <w:r w:rsidR="003A6D8D">
        <w:t>’</w:t>
      </w:r>
      <w:r w:rsidRPr="003A0BBB">
        <w:t>elle avec orgueil</w:t>
      </w:r>
      <w:r w:rsidR="003A6D8D">
        <w:t xml:space="preserve">, </w:t>
      </w:r>
      <w:r w:rsidRPr="003A0BBB">
        <w:t>il la caressait amoureusement</w:t>
      </w:r>
      <w:r w:rsidR="003A6D8D">
        <w:t xml:space="preserve">, </w:t>
      </w:r>
      <w:r w:rsidRPr="003A0BBB">
        <w:t>comme un bon gros animal inoffensif</w:t>
      </w:r>
      <w:r w:rsidR="003A6D8D">
        <w:t xml:space="preserve">, </w:t>
      </w:r>
      <w:r w:rsidRPr="003A0BBB">
        <w:t>la terrible petite automobile</w:t>
      </w:r>
      <w:r w:rsidR="003A6D8D">
        <w:t xml:space="preserve">, </w:t>
      </w:r>
      <w:r w:rsidRPr="003A0BBB">
        <w:t>toute trapue</w:t>
      </w:r>
      <w:r w:rsidR="003A6D8D">
        <w:t xml:space="preserve">, </w:t>
      </w:r>
      <w:r w:rsidRPr="003A0BBB">
        <w:t>toute brillante sous la lumière crue des lampes à arc</w:t>
      </w:r>
      <w:r w:rsidR="003A6D8D">
        <w:t xml:space="preserve">. </w:t>
      </w:r>
      <w:r w:rsidRPr="003A0BBB">
        <w:t>Muette de saisissement</w:t>
      </w:r>
      <w:r w:rsidR="003A6D8D">
        <w:t xml:space="preserve">, </w:t>
      </w:r>
      <w:r w:rsidRPr="003A0BBB">
        <w:t>je la regardais</w:t>
      </w:r>
      <w:r w:rsidR="003A6D8D">
        <w:t xml:space="preserve">, </w:t>
      </w:r>
      <w:r w:rsidRPr="003A0BBB">
        <w:t>moi aussi</w:t>
      </w:r>
      <w:r w:rsidR="003A6D8D">
        <w:t xml:space="preserve">. </w:t>
      </w:r>
      <w:r w:rsidRPr="003A0BBB">
        <w:t>À part la couleur de la carrosserie</w:t>
      </w:r>
      <w:r w:rsidR="003A6D8D">
        <w:t xml:space="preserve">, </w:t>
      </w:r>
      <w:r w:rsidRPr="003A0BBB">
        <w:t>bleu marine au lieu de lie de vin</w:t>
      </w:r>
      <w:r w:rsidR="003A6D8D">
        <w:t xml:space="preserve">, </w:t>
      </w:r>
      <w:r w:rsidRPr="003A0BBB">
        <w:t>c</w:t>
      </w:r>
      <w:r w:rsidR="003A6D8D">
        <w:t>’</w:t>
      </w:r>
      <w:r w:rsidRPr="003A0BBB">
        <w:t>était bien là le même monstre</w:t>
      </w:r>
      <w:r w:rsidR="003A6D8D">
        <w:t xml:space="preserve">. </w:t>
      </w:r>
      <w:r w:rsidRPr="003A0BBB">
        <w:t>Cherchant à la fuir</w:t>
      </w:r>
      <w:r w:rsidR="003A6D8D">
        <w:t xml:space="preserve">, </w:t>
      </w:r>
      <w:r w:rsidRPr="003A0BBB">
        <w:t>mes yeux éperdus rencontrèrent à ma main droite un énorme rubis que Franz m</w:t>
      </w:r>
      <w:r w:rsidR="003A6D8D">
        <w:t>’</w:t>
      </w:r>
      <w:r w:rsidRPr="003A0BBB">
        <w:t>avait donné le matin même</w:t>
      </w:r>
      <w:r w:rsidR="003A6D8D">
        <w:t xml:space="preserve">. </w:t>
      </w:r>
      <w:r w:rsidRPr="003A0BBB">
        <w:t>Il me sembla voir une tache de sang</w:t>
      </w:r>
      <w:r w:rsidR="003A6D8D">
        <w:t xml:space="preserve">. </w:t>
      </w:r>
      <w:r w:rsidRPr="003A0BBB">
        <w:t>Du sang</w:t>
      </w:r>
      <w:r w:rsidR="003A6D8D">
        <w:t xml:space="preserve">, </w:t>
      </w:r>
      <w:r w:rsidRPr="003A0BBB">
        <w:t>du sang</w:t>
      </w:r>
      <w:r w:rsidR="003A6D8D">
        <w:t xml:space="preserve">. </w:t>
      </w:r>
      <w:r w:rsidRPr="003A0BBB">
        <w:t>C</w:t>
      </w:r>
      <w:r w:rsidR="003A6D8D">
        <w:t>’</w:t>
      </w:r>
      <w:r w:rsidRPr="003A0BBB">
        <w:t>était de sang qu</w:t>
      </w:r>
      <w:r w:rsidR="003A6D8D">
        <w:t>’</w:t>
      </w:r>
      <w:r w:rsidRPr="003A0BBB">
        <w:t>il était fait</w:t>
      </w:r>
      <w:r w:rsidR="003A6D8D">
        <w:t xml:space="preserve">, </w:t>
      </w:r>
      <w:r w:rsidRPr="003A0BBB">
        <w:t>l</w:t>
      </w:r>
      <w:r w:rsidR="003A6D8D">
        <w:t>’</w:t>
      </w:r>
      <w:r w:rsidRPr="003A0BBB">
        <w:t>horrible luxe dont j</w:t>
      </w:r>
      <w:r w:rsidR="003A6D8D">
        <w:t>’</w:t>
      </w:r>
      <w:r w:rsidRPr="003A0BBB">
        <w:t>étais désormais la prisonnière</w:t>
      </w:r>
      <w:r w:rsidR="003A6D8D">
        <w:t>.</w:t>
      </w:r>
    </w:p>
    <w:p w14:paraId="07641593" w14:textId="7DAD66B3" w:rsidR="008F7090" w:rsidRPr="003A0BBB" w:rsidRDefault="008F7090" w:rsidP="008F7090"/>
    <w:p w14:paraId="3B6A5D17" w14:textId="77777777" w:rsidR="003A6D8D" w:rsidRDefault="008F7090" w:rsidP="008F7090">
      <w:r w:rsidRPr="003A0BBB">
        <w:t>Alternatives de volupté et d</w:t>
      </w:r>
      <w:r w:rsidR="003A6D8D">
        <w:t>’</w:t>
      </w:r>
      <w:r w:rsidRPr="003A0BBB">
        <w:t>écœurement</w:t>
      </w:r>
      <w:r w:rsidR="003A6D8D">
        <w:t xml:space="preserve">, </w:t>
      </w:r>
      <w:r w:rsidRPr="003A0BBB">
        <w:t>d</w:t>
      </w:r>
      <w:r w:rsidR="003A6D8D">
        <w:t>’</w:t>
      </w:r>
      <w:r w:rsidRPr="003A0BBB">
        <w:t>espoir insensé et de remords</w:t>
      </w:r>
      <w:r w:rsidR="003A6D8D">
        <w:t xml:space="preserve">, </w:t>
      </w:r>
      <w:r w:rsidRPr="003A0BBB">
        <w:t>voilà ce qu</w:t>
      </w:r>
      <w:r w:rsidR="003A6D8D">
        <w:t>’</w:t>
      </w:r>
      <w:r w:rsidRPr="003A0BBB">
        <w:t>elle a été durant huit années</w:t>
      </w:r>
      <w:r w:rsidR="003A6D8D">
        <w:t xml:space="preserve">, </w:t>
      </w:r>
      <w:r w:rsidRPr="003A0BBB">
        <w:t>la misérable vie d</w:t>
      </w:r>
      <w:r w:rsidR="003A6D8D">
        <w:t>’</w:t>
      </w:r>
      <w:r w:rsidRPr="003A0BBB">
        <w:t>Alberte</w:t>
      </w:r>
      <w:r w:rsidR="003A6D8D">
        <w:t xml:space="preserve">. </w:t>
      </w:r>
      <w:r w:rsidRPr="003A0BBB">
        <w:t>Tout ce dont un être humain est capable pour s</w:t>
      </w:r>
      <w:r w:rsidR="003A6D8D">
        <w:t>’</w:t>
      </w:r>
      <w:r w:rsidRPr="003A0BBB">
        <w:t>étourdir</w:t>
      </w:r>
      <w:r w:rsidR="003A6D8D">
        <w:t xml:space="preserve">, </w:t>
      </w:r>
      <w:r w:rsidRPr="003A0BBB">
        <w:t>pour fuir un fantôme</w:t>
      </w:r>
      <w:r w:rsidR="003A6D8D">
        <w:t xml:space="preserve">, </w:t>
      </w:r>
      <w:r w:rsidRPr="003A0BBB">
        <w:t>je l</w:t>
      </w:r>
      <w:r w:rsidR="003A6D8D">
        <w:t>’</w:t>
      </w:r>
      <w:r w:rsidRPr="003A0BBB">
        <w:t>ai tenté</w:t>
      </w:r>
      <w:r w:rsidR="003A6D8D">
        <w:t xml:space="preserve">. </w:t>
      </w:r>
      <w:r w:rsidRPr="003A0BBB">
        <w:t>J</w:t>
      </w:r>
      <w:r w:rsidR="003A6D8D">
        <w:t>’</w:t>
      </w:r>
      <w:r w:rsidRPr="003A0BBB">
        <w:t>ai cru parfois y parvenir</w:t>
      </w:r>
      <w:r w:rsidR="003A6D8D">
        <w:t xml:space="preserve">. </w:t>
      </w:r>
      <w:r w:rsidRPr="003A0BBB">
        <w:t>Ah</w:t>
      </w:r>
      <w:r w:rsidR="003A6D8D">
        <w:t xml:space="preserve"> ! </w:t>
      </w:r>
      <w:r w:rsidRPr="003A0BBB">
        <w:t>les précaires réussites</w:t>
      </w:r>
      <w:r w:rsidR="003A6D8D">
        <w:t xml:space="preserve">. </w:t>
      </w:r>
      <w:r w:rsidRPr="003A0BBB">
        <w:t>Au milieu des réjouissances de plus en plus indignes où Franz et moi nous nous entraînions mutuellement</w:t>
      </w:r>
      <w:r w:rsidR="003A6D8D">
        <w:t xml:space="preserve">, </w:t>
      </w:r>
      <w:r w:rsidRPr="003A0BBB">
        <w:t>esclaves infortunés liés par la plus abominable des chaînes</w:t>
      </w:r>
      <w:r w:rsidR="003A6D8D">
        <w:t xml:space="preserve">, </w:t>
      </w:r>
      <w:r w:rsidRPr="003A0BBB">
        <w:t>dans l</w:t>
      </w:r>
      <w:r w:rsidR="003A6D8D">
        <w:t>’</w:t>
      </w:r>
      <w:r w:rsidRPr="003A0BBB">
        <w:t>infâme tohu-bohu des cabarets nocturnes</w:t>
      </w:r>
      <w:r w:rsidR="003A6D8D">
        <w:t xml:space="preserve">, </w:t>
      </w:r>
      <w:r w:rsidRPr="003A0BBB">
        <w:t>sous les serpentins</w:t>
      </w:r>
      <w:r w:rsidR="003A6D8D">
        <w:t xml:space="preserve">, </w:t>
      </w:r>
      <w:r w:rsidRPr="003A0BBB">
        <w:t>les boules de feutre multicolores dont se bombardent de sinistres ivrognes en habit</w:t>
      </w:r>
      <w:r w:rsidR="003A6D8D">
        <w:t xml:space="preserve">, </w:t>
      </w:r>
      <w:r w:rsidRPr="003A0BBB">
        <w:t>les ballons rouges qu</w:t>
      </w:r>
      <w:r w:rsidR="003A6D8D">
        <w:t>’</w:t>
      </w:r>
      <w:r w:rsidRPr="003A0BBB">
        <w:t xml:space="preserve">ils se crèvent sur le crâne à </w:t>
      </w:r>
      <w:r w:rsidRPr="003A0BBB">
        <w:lastRenderedPageBreak/>
        <w:t>grands fracas</w:t>
      </w:r>
      <w:r w:rsidR="003A6D8D">
        <w:t xml:space="preserve">, </w:t>
      </w:r>
      <w:r w:rsidRPr="003A0BBB">
        <w:t>avec des rires d</w:t>
      </w:r>
      <w:r w:rsidR="003A6D8D">
        <w:t>’</w:t>
      </w:r>
      <w:r w:rsidRPr="003A0BBB">
        <w:t>idiots ou de déments</w:t>
      </w:r>
      <w:r w:rsidR="003A6D8D">
        <w:t xml:space="preserve">, </w:t>
      </w:r>
      <w:r w:rsidRPr="003A0BBB">
        <w:t>parmi toute cette enfantine et burlesque bacchanale</w:t>
      </w:r>
      <w:r w:rsidR="003A6D8D">
        <w:t xml:space="preserve">, </w:t>
      </w:r>
      <w:r w:rsidRPr="003A0BBB">
        <w:t>l</w:t>
      </w:r>
      <w:r w:rsidR="003A6D8D">
        <w:t>’</w:t>
      </w:r>
      <w:r w:rsidRPr="003A0BBB">
        <w:t>un de nous se taisait soudain</w:t>
      </w:r>
      <w:r w:rsidR="003A6D8D">
        <w:t xml:space="preserve">, </w:t>
      </w:r>
      <w:r w:rsidRPr="003A0BBB">
        <w:t>portait la main à son cœur</w:t>
      </w:r>
      <w:r w:rsidR="003A6D8D">
        <w:t xml:space="preserve">, </w:t>
      </w:r>
      <w:r w:rsidRPr="003A0BBB">
        <w:t>sans que l</w:t>
      </w:r>
      <w:r w:rsidR="003A6D8D">
        <w:t>’</w:t>
      </w:r>
      <w:r w:rsidRPr="003A0BBB">
        <w:t>autre</w:t>
      </w:r>
      <w:r w:rsidR="003A6D8D">
        <w:t xml:space="preserve">, </w:t>
      </w:r>
      <w:r w:rsidRPr="003A0BBB">
        <w:t>devenu instantanément aussi livide</w:t>
      </w:r>
      <w:r w:rsidR="003A6D8D">
        <w:t xml:space="preserve">, </w:t>
      </w:r>
      <w:r w:rsidRPr="003A0BBB">
        <w:t>osât même le questionner</w:t>
      </w:r>
      <w:r w:rsidR="003A6D8D">
        <w:t xml:space="preserve">. </w:t>
      </w:r>
      <w:r w:rsidRPr="003A0BBB">
        <w:t>On aurait dit que quelqu</w:t>
      </w:r>
      <w:r w:rsidR="003A6D8D">
        <w:t>’</w:t>
      </w:r>
      <w:r w:rsidRPr="003A0BBB">
        <w:t>un allait entrer dans la salle</w:t>
      </w:r>
      <w:r w:rsidR="003A6D8D">
        <w:t xml:space="preserve">, </w:t>
      </w:r>
      <w:r w:rsidRPr="003A0BBB">
        <w:t>marcher vers nous</w:t>
      </w:r>
      <w:r w:rsidR="003A6D8D">
        <w:t xml:space="preserve">, </w:t>
      </w:r>
      <w:r w:rsidRPr="003A0BBB">
        <w:t>nous faire signe de le suivre</w:t>
      </w:r>
      <w:r w:rsidR="003A6D8D">
        <w:t>…</w:t>
      </w:r>
    </w:p>
    <w:p w14:paraId="6BECAB67" w14:textId="77777777" w:rsidR="003A6D8D" w:rsidRDefault="008F7090" w:rsidP="008F7090">
      <w:r w:rsidRPr="003A0BBB">
        <w:t>Pendant huit ans il ne s</w:t>
      </w:r>
      <w:r w:rsidR="003A6D8D">
        <w:t>’</w:t>
      </w:r>
      <w:r w:rsidRPr="003A0BBB">
        <w:t>est pas écoulé une seule journée sans que je n</w:t>
      </w:r>
      <w:r w:rsidR="003A6D8D">
        <w:t>’</w:t>
      </w:r>
      <w:r w:rsidRPr="003A0BBB">
        <w:t>aie cru entendre ainsi les pas du châtiment en marche</w:t>
      </w:r>
      <w:r w:rsidR="003A6D8D">
        <w:t xml:space="preserve">. </w:t>
      </w:r>
      <w:r w:rsidRPr="003A0BBB">
        <w:t>Je ne savais pas quand il arriverait</w:t>
      </w:r>
      <w:r w:rsidR="003A6D8D">
        <w:t xml:space="preserve">, </w:t>
      </w:r>
      <w:r w:rsidRPr="003A0BBB">
        <w:t>ni quel masque il porterait</w:t>
      </w:r>
      <w:r w:rsidR="003A6D8D">
        <w:t xml:space="preserve"> ; </w:t>
      </w:r>
      <w:r w:rsidRPr="003A0BBB">
        <w:t>mais</w:t>
      </w:r>
      <w:r w:rsidR="003A6D8D">
        <w:t xml:space="preserve">, </w:t>
      </w:r>
      <w:r w:rsidRPr="003A0BBB">
        <w:t>sur sa venue inéluctable</w:t>
      </w:r>
      <w:r w:rsidR="003A6D8D">
        <w:t xml:space="preserve">, </w:t>
      </w:r>
      <w:r w:rsidRPr="003A0BBB">
        <w:t>je n</w:t>
      </w:r>
      <w:r w:rsidR="003A6D8D">
        <w:t>’</w:t>
      </w:r>
      <w:r w:rsidRPr="003A0BBB">
        <w:t>ai jamais eu aucun doute</w:t>
      </w:r>
      <w:r w:rsidR="003A6D8D">
        <w:t>.</w:t>
      </w:r>
    </w:p>
    <w:p w14:paraId="08392725" w14:textId="7A821857" w:rsidR="008F7090" w:rsidRPr="003A0BBB" w:rsidRDefault="008F7090" w:rsidP="003A6D8D">
      <w:pPr>
        <w:pStyle w:val="Titre1"/>
      </w:pPr>
      <w:bookmarkStart w:id="21" w:name="_Toc196328822"/>
      <w:r w:rsidRPr="003A0BBB">
        <w:lastRenderedPageBreak/>
        <w:t>XXI</w:t>
      </w:r>
      <w:bookmarkEnd w:id="21"/>
    </w:p>
    <w:p w14:paraId="1E7AB82D" w14:textId="77777777" w:rsidR="003A6D8D" w:rsidRDefault="008F7090" w:rsidP="008F7090">
      <w:r w:rsidRPr="003A0BBB">
        <w:t>Il me faut</w:t>
      </w:r>
      <w:r w:rsidR="003A6D8D">
        <w:t xml:space="preserve">, </w:t>
      </w:r>
      <w:r w:rsidRPr="003A0BBB">
        <w:t>maintenant</w:t>
      </w:r>
      <w:r w:rsidR="003A6D8D">
        <w:t xml:space="preserve">, </w:t>
      </w:r>
      <w:r w:rsidRPr="003A0BBB">
        <w:t>ouvrant une parenthèse</w:t>
      </w:r>
      <w:r w:rsidR="003A6D8D">
        <w:t xml:space="preserve">, </w:t>
      </w:r>
      <w:r w:rsidRPr="003A0BBB">
        <w:t>préciser certains points de mes rapports avec Franz</w:t>
      </w:r>
      <w:r w:rsidR="003A6D8D">
        <w:t xml:space="preserve">. </w:t>
      </w:r>
      <w:r w:rsidRPr="003A0BBB">
        <w:t>On pourrait croire qu</w:t>
      </w:r>
      <w:r w:rsidR="003A6D8D">
        <w:t>’</w:t>
      </w:r>
      <w:r w:rsidRPr="003A0BBB">
        <w:t>un sentiment de la nature de celui qui nous a unis si longtemps a eu à sa base une confiance totale</w:t>
      </w:r>
      <w:r w:rsidR="003A6D8D">
        <w:t xml:space="preserve">… </w:t>
      </w:r>
      <w:r w:rsidRPr="003A0BBB">
        <w:t>C</w:t>
      </w:r>
      <w:r w:rsidR="003A6D8D">
        <w:t>’</w:t>
      </w:r>
      <w:r w:rsidRPr="003A0BBB">
        <w:t>est vrai et ce n</w:t>
      </w:r>
      <w:r w:rsidR="003A6D8D">
        <w:t>’</w:t>
      </w:r>
      <w:r w:rsidRPr="003A0BBB">
        <w:t>est pas vrai</w:t>
      </w:r>
      <w:r w:rsidR="003A6D8D">
        <w:t xml:space="preserve">. </w:t>
      </w:r>
      <w:r w:rsidRPr="003A0BBB">
        <w:t>C</w:t>
      </w:r>
      <w:r w:rsidR="003A6D8D">
        <w:t>’</w:t>
      </w:r>
      <w:r w:rsidRPr="003A0BBB">
        <w:t>est vrai en comparaison de ce que sont</w:t>
      </w:r>
      <w:r w:rsidR="003A6D8D">
        <w:t xml:space="preserve">, </w:t>
      </w:r>
      <w:r w:rsidRPr="003A0BBB">
        <w:t>d</w:t>
      </w:r>
      <w:r w:rsidR="003A6D8D">
        <w:t>’</w:t>
      </w:r>
      <w:r w:rsidRPr="003A0BBB">
        <w:t>ordinaire</w:t>
      </w:r>
      <w:r w:rsidR="003A6D8D">
        <w:t xml:space="preserve">, </w:t>
      </w:r>
      <w:r w:rsidRPr="003A0BBB">
        <w:t>les pauvres affections humaines</w:t>
      </w:r>
      <w:r w:rsidR="003A6D8D">
        <w:t xml:space="preserve">. </w:t>
      </w:r>
      <w:r w:rsidRPr="003A0BBB">
        <w:t>Ce n</w:t>
      </w:r>
      <w:r w:rsidR="003A6D8D">
        <w:t>’</w:t>
      </w:r>
      <w:r w:rsidRPr="003A0BBB">
        <w:t>est pas vrai</w:t>
      </w:r>
      <w:r w:rsidR="003A6D8D">
        <w:t xml:space="preserve">, </w:t>
      </w:r>
      <w:r w:rsidRPr="003A0BBB">
        <w:t>parce qu</w:t>
      </w:r>
      <w:r w:rsidR="003A6D8D">
        <w:t>’</w:t>
      </w:r>
      <w:r w:rsidRPr="003A0BBB">
        <w:t>il y a un sujet que nous n</w:t>
      </w:r>
      <w:r w:rsidR="003A6D8D">
        <w:t>’</w:t>
      </w:r>
      <w:r w:rsidRPr="003A0BBB">
        <w:t>avons jamais effleuré</w:t>
      </w:r>
      <w:r w:rsidR="003A6D8D">
        <w:t xml:space="preserve"> : </w:t>
      </w:r>
      <w:r w:rsidRPr="003A0BBB">
        <w:t>Camille</w:t>
      </w:r>
      <w:r w:rsidR="003A6D8D">
        <w:t>.</w:t>
      </w:r>
    </w:p>
    <w:p w14:paraId="265FBC5E" w14:textId="77777777" w:rsidR="003A6D8D" w:rsidRDefault="008F7090" w:rsidP="008F7090">
      <w:r w:rsidRPr="003A0BBB">
        <w:t>Camille</w:t>
      </w:r>
      <w:r w:rsidR="003A6D8D">
        <w:t xml:space="preserve"> ! </w:t>
      </w:r>
      <w:r w:rsidRPr="003A0BBB">
        <w:t>Non pas seulement elle</w:t>
      </w:r>
      <w:r w:rsidR="003A6D8D">
        <w:t xml:space="preserve">, </w:t>
      </w:r>
      <w:r w:rsidRPr="003A0BBB">
        <w:t>mais tout ce qui</w:t>
      </w:r>
      <w:r w:rsidR="003A6D8D">
        <w:t xml:space="preserve">, </w:t>
      </w:r>
      <w:r w:rsidRPr="003A0BBB">
        <w:t>à un degré quelconque</w:t>
      </w:r>
      <w:r w:rsidR="003A6D8D">
        <w:t xml:space="preserve">, </w:t>
      </w:r>
      <w:r w:rsidRPr="003A0BBB">
        <w:t>pouvait se rattacher à elle</w:t>
      </w:r>
      <w:r w:rsidR="003A6D8D">
        <w:t xml:space="preserve">, </w:t>
      </w:r>
      <w:r w:rsidRPr="003A0BBB">
        <w:t>risquait de faire surgir son nom dans nos entretiens</w:t>
      </w:r>
      <w:r w:rsidR="003A6D8D">
        <w:t xml:space="preserve">. </w:t>
      </w:r>
      <w:r w:rsidRPr="003A0BBB">
        <w:t>De ces redoutables associations d</w:t>
      </w:r>
      <w:r w:rsidR="003A6D8D">
        <w:t>’</w:t>
      </w:r>
      <w:r w:rsidRPr="003A0BBB">
        <w:t>idées</w:t>
      </w:r>
      <w:r w:rsidR="003A6D8D">
        <w:t xml:space="preserve">, </w:t>
      </w:r>
      <w:r w:rsidRPr="003A0BBB">
        <w:t>comme nous avions simultanément la prescience</w:t>
      </w:r>
      <w:r w:rsidR="003A6D8D">
        <w:t xml:space="preserve"> ! </w:t>
      </w:r>
      <w:r w:rsidRPr="003A0BBB">
        <w:t>Je sais</w:t>
      </w:r>
      <w:r w:rsidR="003A6D8D">
        <w:t xml:space="preserve">, </w:t>
      </w:r>
      <w:r w:rsidRPr="003A0BBB">
        <w:t>je sais</w:t>
      </w:r>
      <w:r w:rsidR="003A6D8D">
        <w:t xml:space="preserve"> ; </w:t>
      </w:r>
      <w:r w:rsidRPr="003A0BBB">
        <w:t>dans les pages qui précèdent</w:t>
      </w:r>
      <w:r w:rsidR="003A6D8D">
        <w:t xml:space="preserve">, </w:t>
      </w:r>
      <w:r w:rsidRPr="003A0BBB">
        <w:t>je viens de parler de mon bonheur</w:t>
      </w:r>
      <w:r w:rsidR="003A6D8D">
        <w:t xml:space="preserve">, </w:t>
      </w:r>
      <w:r w:rsidRPr="003A0BBB">
        <w:t>de l</w:t>
      </w:r>
      <w:r w:rsidR="003A6D8D">
        <w:t>’</w:t>
      </w:r>
      <w:r w:rsidRPr="003A0BBB">
        <w:t>exalter</w:t>
      </w:r>
      <w:r w:rsidR="003A6D8D">
        <w:t xml:space="preserve">, </w:t>
      </w:r>
      <w:r w:rsidRPr="003A0BBB">
        <w:t>de proclamer que nulle autre félicité terrestre ne saurait lui être comparée</w:t>
      </w:r>
      <w:r w:rsidR="003A6D8D">
        <w:t xml:space="preserve">. </w:t>
      </w:r>
      <w:r w:rsidRPr="003A0BBB">
        <w:t>Sous cet enthousiasme qui cherche à s</w:t>
      </w:r>
      <w:r w:rsidR="003A6D8D">
        <w:t>’</w:t>
      </w:r>
      <w:r w:rsidRPr="003A0BBB">
        <w:t>abuser lui-même</w:t>
      </w:r>
      <w:r w:rsidR="003A6D8D">
        <w:t xml:space="preserve">, </w:t>
      </w:r>
      <w:r w:rsidRPr="003A0BBB">
        <w:t>qui n</w:t>
      </w:r>
      <w:r w:rsidR="003A6D8D">
        <w:t>’</w:t>
      </w:r>
      <w:r w:rsidRPr="003A0BBB">
        <w:t>a pas senti de lamentables réticences</w:t>
      </w:r>
      <w:r w:rsidR="003A6D8D">
        <w:t xml:space="preserve"> ? </w:t>
      </w:r>
      <w:r w:rsidRPr="003A0BBB">
        <w:t>Camille</w:t>
      </w:r>
      <w:r w:rsidR="003A6D8D">
        <w:t xml:space="preserve"> ! </w:t>
      </w:r>
      <w:r w:rsidRPr="003A0BBB">
        <w:t>Par ce seul mot</w:t>
      </w:r>
      <w:r w:rsidR="003A6D8D">
        <w:t xml:space="preserve">, </w:t>
      </w:r>
      <w:r w:rsidRPr="003A0BBB">
        <w:t>par ce seul nom</w:t>
      </w:r>
      <w:r w:rsidR="003A6D8D">
        <w:t xml:space="preserve">, </w:t>
      </w:r>
      <w:r w:rsidRPr="003A0BBB">
        <w:t>n</w:t>
      </w:r>
      <w:r w:rsidR="003A6D8D">
        <w:t>’</w:t>
      </w:r>
      <w:r w:rsidRPr="003A0BBB">
        <w:t>ai-je pas révélé combien ce bonheur fut fragmentaire et misérable</w:t>
      </w:r>
      <w:r w:rsidR="003A6D8D">
        <w:t xml:space="preserve"> ? </w:t>
      </w:r>
      <w:r w:rsidRPr="003A0BBB">
        <w:t>Hélas</w:t>
      </w:r>
      <w:r w:rsidR="003A6D8D">
        <w:t xml:space="preserve"> ! </w:t>
      </w:r>
      <w:r w:rsidRPr="003A0BBB">
        <w:t>tout le procès est là</w:t>
      </w:r>
      <w:r w:rsidR="003A6D8D">
        <w:t xml:space="preserve">. </w:t>
      </w:r>
      <w:r w:rsidRPr="003A0BBB">
        <w:t>Quand ses phases auront commencé à se dérouler</w:t>
      </w:r>
      <w:r w:rsidR="003A6D8D">
        <w:t xml:space="preserve">, </w:t>
      </w:r>
      <w:r w:rsidRPr="003A0BBB">
        <w:t>qu</w:t>
      </w:r>
      <w:r w:rsidR="003A6D8D">
        <w:t>’</w:t>
      </w:r>
      <w:r w:rsidRPr="003A0BBB">
        <w:t>on ne compte pas sur elles pour faire surgir ce qu</w:t>
      </w:r>
      <w:r w:rsidR="003A6D8D">
        <w:t>’</w:t>
      </w:r>
      <w:r w:rsidRPr="003A0BBB">
        <w:t>en langage juridique on appelle l</w:t>
      </w:r>
      <w:r w:rsidR="003A6D8D">
        <w:t>’</w:t>
      </w:r>
      <w:r w:rsidRPr="003A0BBB">
        <w:t>aveu</w:t>
      </w:r>
      <w:r w:rsidR="003A6D8D">
        <w:t xml:space="preserve">. </w:t>
      </w:r>
      <w:r w:rsidRPr="003A0BBB">
        <w:t>Un être tel que Franz n</w:t>
      </w:r>
      <w:r w:rsidR="003A6D8D">
        <w:t>’</w:t>
      </w:r>
      <w:r w:rsidRPr="003A0BBB">
        <w:t>avoue pas</w:t>
      </w:r>
      <w:r w:rsidR="003A6D8D">
        <w:t xml:space="preserve">. </w:t>
      </w:r>
      <w:r w:rsidRPr="003A0BBB">
        <w:t>Mais qu</w:t>
      </w:r>
      <w:r w:rsidR="003A6D8D">
        <w:t>’</w:t>
      </w:r>
      <w:r w:rsidRPr="003A0BBB">
        <w:t>est-ce</w:t>
      </w:r>
      <w:r w:rsidR="003A6D8D">
        <w:t xml:space="preserve">, </w:t>
      </w:r>
      <w:r w:rsidRPr="003A0BBB">
        <w:t>je le demande</w:t>
      </w:r>
      <w:r w:rsidR="003A6D8D">
        <w:t xml:space="preserve">, </w:t>
      </w:r>
      <w:r w:rsidRPr="003A0BBB">
        <w:t>que ce silence de huit années autour du nom d</w:t>
      </w:r>
      <w:r w:rsidR="003A6D8D">
        <w:t>’</w:t>
      </w:r>
      <w:r w:rsidRPr="003A0BBB">
        <w:t>une fille</w:t>
      </w:r>
      <w:r w:rsidR="003A6D8D">
        <w:t xml:space="preserve">, </w:t>
      </w:r>
      <w:r w:rsidRPr="003A0BBB">
        <w:t>d</w:t>
      </w:r>
      <w:r w:rsidR="003A6D8D">
        <w:t>’</w:t>
      </w:r>
      <w:r w:rsidRPr="003A0BBB">
        <w:t>une fiancée morte</w:t>
      </w:r>
      <w:r w:rsidR="003A6D8D">
        <w:t> ?</w:t>
      </w:r>
    </w:p>
    <w:p w14:paraId="0224FBDC" w14:textId="77777777" w:rsidR="003A6D8D" w:rsidRDefault="008F7090" w:rsidP="008F7090">
      <w:r w:rsidRPr="003A0BBB">
        <w:t>Un pareil silence</w:t>
      </w:r>
      <w:r w:rsidR="003A6D8D">
        <w:t xml:space="preserve">, </w:t>
      </w:r>
      <w:r w:rsidRPr="003A0BBB">
        <w:t xml:space="preserve">se </w:t>
      </w:r>
      <w:proofErr w:type="spellStart"/>
      <w:r w:rsidRPr="003A0BBB">
        <w:t>rend-on</w:t>
      </w:r>
      <w:proofErr w:type="spellEnd"/>
      <w:r w:rsidRPr="003A0BBB">
        <w:t xml:space="preserve"> compte du prix auquel il s</w:t>
      </w:r>
      <w:r w:rsidR="003A6D8D">
        <w:t>’</w:t>
      </w:r>
      <w:r w:rsidRPr="003A0BBB">
        <w:t>obtient</w:t>
      </w:r>
      <w:r w:rsidR="003A6D8D">
        <w:t xml:space="preserve"> ; </w:t>
      </w:r>
      <w:r w:rsidRPr="003A0BBB">
        <w:t>de l</w:t>
      </w:r>
      <w:r w:rsidR="003A6D8D">
        <w:t>’</w:t>
      </w:r>
      <w:r w:rsidRPr="003A0BBB">
        <w:t>effort constant qu</w:t>
      </w:r>
      <w:r w:rsidR="003A6D8D">
        <w:t>’</w:t>
      </w:r>
      <w:r w:rsidRPr="003A0BBB">
        <w:t>il sollicite</w:t>
      </w:r>
      <w:r w:rsidR="003A6D8D">
        <w:t xml:space="preserve"> ; </w:t>
      </w:r>
      <w:r w:rsidRPr="003A0BBB">
        <w:t>des transes perpétuelles dans lesquelles nous avons vécu en redoutant que l</w:t>
      </w:r>
      <w:r w:rsidR="003A6D8D">
        <w:t>’</w:t>
      </w:r>
      <w:r w:rsidRPr="003A0BBB">
        <w:t>un ou l</w:t>
      </w:r>
      <w:r w:rsidR="003A6D8D">
        <w:t>’</w:t>
      </w:r>
      <w:r w:rsidRPr="003A0BBB">
        <w:t>autre</w:t>
      </w:r>
      <w:r w:rsidR="003A6D8D">
        <w:t xml:space="preserve">, </w:t>
      </w:r>
      <w:r w:rsidRPr="003A0BBB">
        <w:t>n</w:t>
      </w:r>
      <w:r w:rsidR="003A6D8D">
        <w:t>’</w:t>
      </w:r>
      <w:r w:rsidRPr="003A0BBB">
        <w:t>en pouvant plus</w:t>
      </w:r>
      <w:r w:rsidR="003A6D8D">
        <w:t xml:space="preserve">, </w:t>
      </w:r>
      <w:r w:rsidRPr="003A0BBB">
        <w:t>ne le rompît</w:t>
      </w:r>
      <w:r w:rsidR="003A6D8D">
        <w:t xml:space="preserve"> ? </w:t>
      </w:r>
      <w:r w:rsidRPr="003A0BBB">
        <w:t>Il n</w:t>
      </w:r>
      <w:r w:rsidR="003A6D8D">
        <w:t>’</w:t>
      </w:r>
      <w:r w:rsidRPr="003A0BBB">
        <w:t>appartient pas aux hommes d</w:t>
      </w:r>
      <w:r w:rsidR="003A6D8D">
        <w:t>’</w:t>
      </w:r>
      <w:r w:rsidRPr="003A0BBB">
        <w:t xml:space="preserve">infliger un supplice égal à celui que </w:t>
      </w:r>
      <w:r w:rsidRPr="003A0BBB">
        <w:lastRenderedPageBreak/>
        <w:t>j</w:t>
      </w:r>
      <w:r w:rsidR="003A6D8D">
        <w:t>’</w:t>
      </w:r>
      <w:r w:rsidRPr="003A0BBB">
        <w:t>aurai enduré jusqu</w:t>
      </w:r>
      <w:r w:rsidR="003A6D8D">
        <w:t>’</w:t>
      </w:r>
      <w:r w:rsidRPr="003A0BBB">
        <w:t>à l</w:t>
      </w:r>
      <w:r w:rsidR="003A6D8D">
        <w:t>’</w:t>
      </w:r>
      <w:r w:rsidRPr="003A0BBB">
        <w:t>instant où j</w:t>
      </w:r>
      <w:r w:rsidR="003A6D8D">
        <w:t>’</w:t>
      </w:r>
      <w:r w:rsidRPr="003A0BBB">
        <w:t>ai crié ma honte</w:t>
      </w:r>
      <w:r w:rsidR="003A6D8D">
        <w:t xml:space="preserve">. </w:t>
      </w:r>
      <w:r w:rsidRPr="003A0BBB">
        <w:t>Mais qu</w:t>
      </w:r>
      <w:r w:rsidR="003A6D8D">
        <w:t>’</w:t>
      </w:r>
      <w:r w:rsidRPr="003A0BBB">
        <w:t>on ne se figure pas non plus que je m</w:t>
      </w:r>
      <w:r w:rsidR="003A6D8D">
        <w:t>’</w:t>
      </w:r>
      <w:r w:rsidRPr="003A0BBB">
        <w:t>imagine que ce cri m</w:t>
      </w:r>
      <w:r w:rsidR="003A6D8D">
        <w:t>’</w:t>
      </w:r>
      <w:r w:rsidRPr="003A0BBB">
        <w:t>absolve</w:t>
      </w:r>
      <w:r w:rsidR="003A6D8D">
        <w:t xml:space="preserve">. </w:t>
      </w:r>
      <w:r w:rsidRPr="003A0BBB">
        <w:t>Je sais trop quel est le mobile qui me l</w:t>
      </w:r>
      <w:r w:rsidR="003A6D8D">
        <w:t>’</w:t>
      </w:r>
      <w:r w:rsidRPr="003A0BBB">
        <w:t>a fait pousser</w:t>
      </w:r>
      <w:r w:rsidR="003A6D8D">
        <w:t xml:space="preserve">. </w:t>
      </w:r>
      <w:r w:rsidRPr="003A0BBB">
        <w:t>Je sais trop que</w:t>
      </w:r>
      <w:r w:rsidR="003A6D8D">
        <w:t xml:space="preserve">, </w:t>
      </w:r>
      <w:r w:rsidRPr="003A0BBB">
        <w:t>sans l</w:t>
      </w:r>
      <w:r w:rsidR="003A6D8D">
        <w:t>’</w:t>
      </w:r>
      <w:r w:rsidRPr="003A0BBB">
        <w:t>intervention de la jalousie</w:t>
      </w:r>
      <w:r w:rsidR="003A6D8D">
        <w:t xml:space="preserve">, </w:t>
      </w:r>
      <w:r w:rsidRPr="003A0BBB">
        <w:t>le remords ne serait jamais parvenu à desserrer une bouche obstinément fermée sur son affreux</w:t>
      </w:r>
      <w:r w:rsidR="003A6D8D">
        <w:t xml:space="preserve">, </w:t>
      </w:r>
      <w:r w:rsidRPr="003A0BBB">
        <w:t>secret</w:t>
      </w:r>
      <w:r w:rsidR="003A6D8D">
        <w:t>.</w:t>
      </w:r>
    </w:p>
    <w:p w14:paraId="02F1B24B" w14:textId="77777777" w:rsidR="003A6D8D" w:rsidRDefault="008F7090" w:rsidP="008F7090">
      <w:r w:rsidRPr="003A0BBB">
        <w:t>Ô tourment de tous les instants</w:t>
      </w:r>
      <w:r w:rsidR="003A6D8D">
        <w:t xml:space="preserve"> ! </w:t>
      </w:r>
      <w:r w:rsidRPr="003A0BBB">
        <w:t>Peu à peu</w:t>
      </w:r>
      <w:r w:rsidR="003A6D8D">
        <w:t xml:space="preserve">, </w:t>
      </w:r>
      <w:r w:rsidRPr="003A0BBB">
        <w:t>notre isolement</w:t>
      </w:r>
      <w:r w:rsidR="003A6D8D">
        <w:t xml:space="preserve">, </w:t>
      </w:r>
      <w:r w:rsidRPr="003A0BBB">
        <w:t>nos tête-à-tête nous sont devenus insupportables</w:t>
      </w:r>
      <w:r w:rsidR="003A6D8D">
        <w:t xml:space="preserve">. </w:t>
      </w:r>
      <w:r w:rsidRPr="003A0BBB">
        <w:t>Je ne peux dire à quel point nous avons souffert</w:t>
      </w:r>
      <w:r w:rsidR="003A6D8D">
        <w:t xml:space="preserve">. </w:t>
      </w:r>
      <w:r w:rsidRPr="003A0BBB">
        <w:t>Nous n</w:t>
      </w:r>
      <w:r w:rsidR="003A6D8D">
        <w:t>’</w:t>
      </w:r>
      <w:r w:rsidRPr="003A0BBB">
        <w:t>avions plus de refuge que dans l</w:t>
      </w:r>
      <w:r w:rsidR="003A6D8D">
        <w:t>’</w:t>
      </w:r>
      <w:r w:rsidRPr="003A0BBB">
        <w:t>étreinte</w:t>
      </w:r>
      <w:r w:rsidR="003A6D8D">
        <w:t xml:space="preserve">. </w:t>
      </w:r>
      <w:r w:rsidRPr="003A0BBB">
        <w:t>Le sommeil lui-même nous était devenu une embûche</w:t>
      </w:r>
      <w:r w:rsidR="003A6D8D">
        <w:t xml:space="preserve">. </w:t>
      </w:r>
      <w:r w:rsidRPr="003A0BBB">
        <w:t>La nuit</w:t>
      </w:r>
      <w:r w:rsidR="003A6D8D">
        <w:t xml:space="preserve">, </w:t>
      </w:r>
      <w:r w:rsidRPr="003A0BBB">
        <w:t>réveillée en sursaut</w:t>
      </w:r>
      <w:r w:rsidR="003A6D8D">
        <w:t xml:space="preserve">, </w:t>
      </w:r>
      <w:r w:rsidRPr="003A0BBB">
        <w:t>j</w:t>
      </w:r>
      <w:r w:rsidR="003A6D8D">
        <w:t>’</w:t>
      </w:r>
      <w:r w:rsidRPr="003A0BBB">
        <w:t>apercevais Franz penché sur moi</w:t>
      </w:r>
      <w:r w:rsidR="003A6D8D">
        <w:t xml:space="preserve">, </w:t>
      </w:r>
      <w:r w:rsidRPr="003A0BBB">
        <w:t>cherchant à profiter de la détente passagère de mon visage pour y surprendre quelque chose</w:t>
      </w:r>
      <w:r w:rsidR="003A6D8D">
        <w:t xml:space="preserve">. </w:t>
      </w:r>
      <w:r w:rsidRPr="003A0BBB">
        <w:t>De mon côté</w:t>
      </w:r>
      <w:r w:rsidR="003A6D8D">
        <w:t xml:space="preserve">, </w:t>
      </w:r>
      <w:r w:rsidRPr="003A0BBB">
        <w:t>je faisais de même</w:t>
      </w:r>
      <w:r w:rsidR="003A6D8D">
        <w:t xml:space="preserve">. </w:t>
      </w:r>
      <w:r w:rsidRPr="003A0BBB">
        <w:t>Je m</w:t>
      </w:r>
      <w:r w:rsidR="003A6D8D">
        <w:t>’</w:t>
      </w:r>
      <w:r w:rsidRPr="003A0BBB">
        <w:t>efforçais de percer le mystère de ce visage endormi</w:t>
      </w:r>
      <w:r w:rsidR="003A6D8D">
        <w:t xml:space="preserve">, </w:t>
      </w:r>
      <w:r w:rsidRPr="003A0BBB">
        <w:t>et mon regard avait une telle insistance qu</w:t>
      </w:r>
      <w:r w:rsidR="003A6D8D">
        <w:t>’</w:t>
      </w:r>
      <w:r w:rsidRPr="003A0BBB">
        <w:t>il réveillait Franz</w:t>
      </w:r>
      <w:r w:rsidR="003A6D8D">
        <w:t xml:space="preserve">. </w:t>
      </w:r>
      <w:r w:rsidRPr="003A0BBB">
        <w:t>Oh</w:t>
      </w:r>
      <w:r w:rsidR="003A6D8D">
        <w:t xml:space="preserve"> ! </w:t>
      </w:r>
      <w:r w:rsidRPr="003A0BBB">
        <w:t>le pauvre sourire terrifié qu</w:t>
      </w:r>
      <w:r w:rsidR="003A6D8D">
        <w:t>’</w:t>
      </w:r>
      <w:r w:rsidRPr="003A0BBB">
        <w:t>il avait alors</w:t>
      </w:r>
      <w:r w:rsidR="003A6D8D">
        <w:t xml:space="preserve">, </w:t>
      </w:r>
      <w:r w:rsidRPr="003A0BBB">
        <w:t>lui si fort</w:t>
      </w:r>
      <w:r w:rsidR="003A6D8D">
        <w:t xml:space="preserve">, </w:t>
      </w:r>
      <w:r w:rsidRPr="003A0BBB">
        <w:t>pourtant</w:t>
      </w:r>
      <w:r w:rsidR="003A6D8D">
        <w:t xml:space="preserve">, </w:t>
      </w:r>
      <w:r w:rsidRPr="003A0BBB">
        <w:t>si maître de lui</w:t>
      </w:r>
      <w:r w:rsidR="003A6D8D">
        <w:t>.</w:t>
      </w:r>
    </w:p>
    <w:p w14:paraId="0FDA2F2D" w14:textId="77777777" w:rsidR="003A6D8D" w:rsidRDefault="003A6D8D" w:rsidP="008F7090">
      <w:r>
        <w:t>— </w:t>
      </w:r>
      <w:r w:rsidR="008F7090" w:rsidRPr="003A0BBB">
        <w:t>Qu</w:t>
      </w:r>
      <w:r>
        <w:t>’</w:t>
      </w:r>
      <w:r w:rsidR="008F7090" w:rsidRPr="003A0BBB">
        <w:t>est-ce qu</w:t>
      </w:r>
      <w:r>
        <w:t>’</w:t>
      </w:r>
      <w:r w:rsidR="008F7090" w:rsidRPr="003A0BBB">
        <w:t>il y a</w:t>
      </w:r>
      <w:r>
        <w:t xml:space="preserve">, </w:t>
      </w:r>
      <w:r w:rsidR="008F7090" w:rsidRPr="003A0BBB">
        <w:t>ma bien-aimée</w:t>
      </w:r>
      <w:r>
        <w:t> ?</w:t>
      </w:r>
    </w:p>
    <w:p w14:paraId="6D2C1B07" w14:textId="77777777" w:rsidR="003A6D8D" w:rsidRDefault="003A6D8D" w:rsidP="008F7090">
      <w:r>
        <w:t>— </w:t>
      </w:r>
      <w:r w:rsidR="008F7090" w:rsidRPr="003A0BBB">
        <w:t>Rien</w:t>
      </w:r>
      <w:r>
        <w:t xml:space="preserve">. </w:t>
      </w:r>
      <w:r w:rsidR="008F7090" w:rsidRPr="003A0BBB">
        <w:t>Mais non</w:t>
      </w:r>
      <w:r>
        <w:t xml:space="preserve"> ! </w:t>
      </w:r>
      <w:r w:rsidR="008F7090" w:rsidRPr="003A0BBB">
        <w:t>je t</w:t>
      </w:r>
      <w:r>
        <w:t>’</w:t>
      </w:r>
      <w:r w:rsidR="008F7090" w:rsidRPr="003A0BBB">
        <w:t>assure</w:t>
      </w:r>
      <w:r>
        <w:t>.</w:t>
      </w:r>
    </w:p>
    <w:p w14:paraId="6E7FC407" w14:textId="77777777" w:rsidR="003A6D8D" w:rsidRDefault="008F7090" w:rsidP="008F7090">
      <w:r w:rsidRPr="003A0BBB">
        <w:t>Parfois</w:t>
      </w:r>
      <w:r w:rsidR="003A6D8D">
        <w:t xml:space="preserve">, </w:t>
      </w:r>
      <w:r w:rsidRPr="003A0BBB">
        <w:t>c</w:t>
      </w:r>
      <w:r w:rsidR="003A6D8D">
        <w:t>’</w:t>
      </w:r>
      <w:r w:rsidRPr="003A0BBB">
        <w:t>était autre chose</w:t>
      </w:r>
      <w:r w:rsidR="003A6D8D">
        <w:t xml:space="preserve">. </w:t>
      </w:r>
      <w:r w:rsidRPr="003A0BBB">
        <w:t>Je l</w:t>
      </w:r>
      <w:r w:rsidR="003A6D8D">
        <w:t>’</w:t>
      </w:r>
      <w:r w:rsidRPr="003A0BBB">
        <w:t>entendais qui murmurait en rêve des phrases plus ou moins incohérentes</w:t>
      </w:r>
      <w:r w:rsidR="003A6D8D">
        <w:t xml:space="preserve">. </w:t>
      </w:r>
      <w:r w:rsidRPr="003A0BBB">
        <w:t>Je retenais mon souffle</w:t>
      </w:r>
      <w:r w:rsidR="003A6D8D">
        <w:t xml:space="preserve">. </w:t>
      </w:r>
      <w:r w:rsidRPr="003A0BBB">
        <w:t>Le matin venu</w:t>
      </w:r>
      <w:r w:rsidR="003A6D8D">
        <w:t> :</w:t>
      </w:r>
    </w:p>
    <w:p w14:paraId="57AECA18" w14:textId="77777777" w:rsidR="003A6D8D" w:rsidRDefault="003A6D8D" w:rsidP="008F7090">
      <w:r>
        <w:t>— </w:t>
      </w:r>
      <w:r w:rsidR="008F7090" w:rsidRPr="003A0BBB">
        <w:t>Qu</w:t>
      </w:r>
      <w:r>
        <w:t>’</w:t>
      </w:r>
      <w:r w:rsidR="008F7090" w:rsidRPr="003A0BBB">
        <w:t>avais-tu</w:t>
      </w:r>
      <w:r>
        <w:t xml:space="preserve"> ? </w:t>
      </w:r>
      <w:r w:rsidR="008F7090" w:rsidRPr="003A0BBB">
        <w:t>cette nuit</w:t>
      </w:r>
      <w:r>
        <w:t xml:space="preserve"> ? </w:t>
      </w:r>
      <w:r w:rsidR="008F7090" w:rsidRPr="003A0BBB">
        <w:t>lui demandais-je</w:t>
      </w:r>
      <w:r>
        <w:t xml:space="preserve">, </w:t>
      </w:r>
      <w:r w:rsidR="008F7090" w:rsidRPr="003A0BBB">
        <w:t>pleine tout ensemble de pitié et de cruauté</w:t>
      </w:r>
      <w:r>
        <w:t xml:space="preserve">. </w:t>
      </w:r>
      <w:r w:rsidR="008F7090" w:rsidRPr="003A0BBB">
        <w:t>Tu n</w:t>
      </w:r>
      <w:r>
        <w:t>’</w:t>
      </w:r>
      <w:r w:rsidR="008F7090" w:rsidRPr="003A0BBB">
        <w:t>as pas cessé de parler</w:t>
      </w:r>
      <w:r>
        <w:t>.</w:t>
      </w:r>
    </w:p>
    <w:p w14:paraId="7CF2C643" w14:textId="77777777" w:rsidR="003A6D8D" w:rsidRDefault="003A6D8D" w:rsidP="008F7090">
      <w:r>
        <w:t>— </w:t>
      </w:r>
      <w:r w:rsidR="008F7090" w:rsidRPr="003A0BBB">
        <w:t>Vraiment</w:t>
      </w:r>
      <w:r>
        <w:t xml:space="preserve">, </w:t>
      </w:r>
      <w:r w:rsidR="008F7090" w:rsidRPr="003A0BBB">
        <w:t>disait-il</w:t>
      </w:r>
      <w:r>
        <w:t xml:space="preserve">, </w:t>
      </w:r>
      <w:r w:rsidR="008F7090" w:rsidRPr="003A0BBB">
        <w:t>avec le même sourire suppliant</w:t>
      </w:r>
      <w:r>
        <w:t xml:space="preserve">, </w:t>
      </w:r>
      <w:r w:rsidR="008F7090" w:rsidRPr="003A0BBB">
        <w:t>vraiment</w:t>
      </w:r>
      <w:r>
        <w:t> !</w:t>
      </w:r>
    </w:p>
    <w:p w14:paraId="6C80386B" w14:textId="77777777" w:rsidR="003A6D8D" w:rsidRDefault="008F7090" w:rsidP="008F7090">
      <w:r w:rsidRPr="003A0BBB">
        <w:t>C</w:t>
      </w:r>
      <w:r w:rsidR="003A6D8D">
        <w:t>’</w:t>
      </w:r>
      <w:r w:rsidRPr="003A0BBB">
        <w:t>était tout</w:t>
      </w:r>
      <w:r w:rsidR="003A6D8D">
        <w:t xml:space="preserve">. </w:t>
      </w:r>
      <w:r w:rsidRPr="003A0BBB">
        <w:t>Jamais il n</w:t>
      </w:r>
      <w:r w:rsidR="003A6D8D">
        <w:t>’</w:t>
      </w:r>
      <w:r w:rsidRPr="003A0BBB">
        <w:t>a osé m</w:t>
      </w:r>
      <w:r w:rsidR="003A6D8D">
        <w:t>’</w:t>
      </w:r>
      <w:r w:rsidRPr="003A0BBB">
        <w:t>interroger sur ce qu</w:t>
      </w:r>
      <w:r w:rsidR="003A6D8D">
        <w:t>’</w:t>
      </w:r>
      <w:r w:rsidRPr="003A0BBB">
        <w:t>il avait pu dire</w:t>
      </w:r>
      <w:r w:rsidR="003A6D8D">
        <w:t>.</w:t>
      </w:r>
    </w:p>
    <w:p w14:paraId="64C8154D" w14:textId="77777777" w:rsidR="003A6D8D" w:rsidRDefault="008F7090" w:rsidP="008F7090">
      <w:r w:rsidRPr="003A0BBB">
        <w:lastRenderedPageBreak/>
        <w:t>D</w:t>
      </w:r>
      <w:r w:rsidR="003A6D8D">
        <w:t>’</w:t>
      </w:r>
      <w:r w:rsidRPr="003A0BBB">
        <w:t>aussi fugitives présomptions étaient-elles néanmoins capables de me satisfaire</w:t>
      </w:r>
      <w:r w:rsidR="003A6D8D">
        <w:t xml:space="preserve"> ? </w:t>
      </w:r>
      <w:r w:rsidRPr="003A0BBB">
        <w:t>J</w:t>
      </w:r>
      <w:r w:rsidR="003A6D8D">
        <w:t>’</w:t>
      </w:r>
      <w:r w:rsidRPr="003A0BBB">
        <w:t>avais</w:t>
      </w:r>
      <w:r w:rsidR="003A6D8D">
        <w:t xml:space="preserve">, </w:t>
      </w:r>
      <w:r w:rsidRPr="003A0BBB">
        <w:t>moi</w:t>
      </w:r>
      <w:r w:rsidR="003A6D8D">
        <w:t xml:space="preserve">, </w:t>
      </w:r>
      <w:r w:rsidRPr="003A0BBB">
        <w:t>des raisons spéciales de les trouver suffisantes</w:t>
      </w:r>
      <w:r w:rsidR="003A6D8D">
        <w:t xml:space="preserve">. </w:t>
      </w:r>
      <w:r w:rsidRPr="003A0BBB">
        <w:t>Mais d</w:t>
      </w:r>
      <w:r w:rsidR="003A6D8D">
        <w:t>’</w:t>
      </w:r>
      <w:r w:rsidRPr="003A0BBB">
        <w:t>autres</w:t>
      </w:r>
      <w:r w:rsidR="003A6D8D">
        <w:t xml:space="preserve">, </w:t>
      </w:r>
      <w:r w:rsidRPr="003A0BBB">
        <w:t>le cas échéant</w:t>
      </w:r>
      <w:r w:rsidR="003A6D8D">
        <w:t xml:space="preserve">, </w:t>
      </w:r>
      <w:r w:rsidRPr="003A0BBB">
        <w:t>s</w:t>
      </w:r>
      <w:r w:rsidR="003A6D8D">
        <w:t>’</w:t>
      </w:r>
      <w:r w:rsidRPr="003A0BBB">
        <w:t>en contenteraient-ils</w:t>
      </w:r>
      <w:r w:rsidR="003A6D8D">
        <w:t xml:space="preserve"> ? </w:t>
      </w:r>
      <w:r w:rsidRPr="003A0BBB">
        <w:t>J</w:t>
      </w:r>
      <w:r w:rsidR="003A6D8D">
        <w:t>’</w:t>
      </w:r>
      <w:r w:rsidRPr="003A0BBB">
        <w:t>ai donc été amenée à chercher des preuves plus tangibles</w:t>
      </w:r>
      <w:r w:rsidR="003A6D8D">
        <w:t xml:space="preserve">. </w:t>
      </w:r>
      <w:r w:rsidRPr="003A0BBB">
        <w:t>Pourquoi ai-je agi ainsi</w:t>
      </w:r>
      <w:r w:rsidR="003A6D8D">
        <w:t xml:space="preserve"> ? </w:t>
      </w:r>
      <w:r w:rsidRPr="003A0BBB">
        <w:t>Eh</w:t>
      </w:r>
      <w:r w:rsidR="003A6D8D">
        <w:t xml:space="preserve"> ! </w:t>
      </w:r>
      <w:r w:rsidRPr="003A0BBB">
        <w:t>le sais-je</w:t>
      </w:r>
      <w:r w:rsidR="003A6D8D">
        <w:t xml:space="preserve"> ! </w:t>
      </w:r>
      <w:r w:rsidRPr="003A0BBB">
        <w:t>Le jugement qui interviendra me renseignera peut-être moi-même sur les mobiles auxquels j</w:t>
      </w:r>
      <w:r w:rsidR="003A6D8D">
        <w:t>’</w:t>
      </w:r>
      <w:r w:rsidRPr="003A0BBB">
        <w:t>ai obéi</w:t>
      </w:r>
      <w:r w:rsidR="003A6D8D">
        <w:t xml:space="preserve">. </w:t>
      </w:r>
      <w:r w:rsidRPr="003A0BBB">
        <w:t>Remords</w:t>
      </w:r>
      <w:r w:rsidR="003A6D8D">
        <w:t xml:space="preserve">, </w:t>
      </w:r>
      <w:r w:rsidRPr="003A0BBB">
        <w:t>besoin de savoir</w:t>
      </w:r>
      <w:r w:rsidR="003A6D8D">
        <w:t xml:space="preserve">, </w:t>
      </w:r>
      <w:r w:rsidRPr="003A0BBB">
        <w:t>honteux désir de me procurer des gages susceptibles de me prémunir quelque jour contre l</w:t>
      </w:r>
      <w:r w:rsidR="003A6D8D">
        <w:t>’</w:t>
      </w:r>
      <w:r w:rsidRPr="003A0BBB">
        <w:t>abandon de Franz</w:t>
      </w:r>
      <w:r w:rsidR="003A6D8D">
        <w:t xml:space="preserve"> ? </w:t>
      </w:r>
      <w:r w:rsidRPr="003A0BBB">
        <w:t>Je le répète</w:t>
      </w:r>
      <w:r w:rsidR="003A6D8D">
        <w:t xml:space="preserve">, </w:t>
      </w:r>
      <w:r w:rsidRPr="003A0BBB">
        <w:t>je l</w:t>
      </w:r>
      <w:r w:rsidR="003A6D8D">
        <w:t>’</w:t>
      </w:r>
      <w:r w:rsidRPr="003A0BBB">
        <w:t>ignore</w:t>
      </w:r>
      <w:r w:rsidR="003A6D8D">
        <w:t xml:space="preserve">. </w:t>
      </w:r>
      <w:r w:rsidRPr="003A0BBB">
        <w:t>Tels sont les faits</w:t>
      </w:r>
      <w:r w:rsidR="003A6D8D">
        <w:t xml:space="preserve">. </w:t>
      </w:r>
      <w:r w:rsidRPr="003A0BBB">
        <w:t>Qu</w:t>
      </w:r>
      <w:r w:rsidR="003A6D8D">
        <w:t>’</w:t>
      </w:r>
      <w:r w:rsidRPr="003A0BBB">
        <w:t>on apprécie</w:t>
      </w:r>
      <w:r w:rsidR="003A6D8D">
        <w:t>.</w:t>
      </w:r>
    </w:p>
    <w:p w14:paraId="3222660C" w14:textId="0E015936" w:rsidR="008F7090" w:rsidRPr="003A0BBB" w:rsidRDefault="008F7090" w:rsidP="008F7090"/>
    <w:p w14:paraId="18F3E777" w14:textId="562E0E18" w:rsidR="003A6D8D" w:rsidRDefault="008F7090" w:rsidP="008F7090">
      <w:r w:rsidRPr="003A0BBB">
        <w:t>Ceux que je tiens à présent à rapporter eurent lieu en 1923</w:t>
      </w:r>
      <w:r w:rsidR="003A6D8D">
        <w:t xml:space="preserve">, </w:t>
      </w:r>
      <w:r w:rsidRPr="003A0BBB">
        <w:t>au cours du troisième séjour que Franz fit en Amérique</w:t>
      </w:r>
      <w:r w:rsidR="003A6D8D">
        <w:t xml:space="preserve">. </w:t>
      </w:r>
      <w:r w:rsidRPr="003A0BBB">
        <w:t>Le conseil d</w:t>
      </w:r>
      <w:r w:rsidR="003A6D8D">
        <w:t>’</w:t>
      </w:r>
      <w:r w:rsidRPr="003A0BBB">
        <w:t>administration de la société</w:t>
      </w:r>
      <w:r w:rsidR="003A6D8D">
        <w:t xml:space="preserve">, </w:t>
      </w:r>
      <w:r w:rsidRPr="003A0BBB">
        <w:t xml:space="preserve">sur la proposition de </w:t>
      </w:r>
      <w:r w:rsidR="003A6D8D">
        <w:t>M. </w:t>
      </w:r>
      <w:r w:rsidRPr="003A0BBB">
        <w:t>X</w:t>
      </w:r>
      <w:r w:rsidR="003A6D8D">
        <w:t xml:space="preserve">…, </w:t>
      </w:r>
      <w:r w:rsidRPr="003A0BBB">
        <w:t>lui avait demandé une première fois de s</w:t>
      </w:r>
      <w:r w:rsidR="003A6D8D">
        <w:t>’</w:t>
      </w:r>
      <w:r w:rsidRPr="003A0BBB">
        <w:t>y rendre</w:t>
      </w:r>
      <w:r w:rsidR="003A6D8D">
        <w:t xml:space="preserve">, </w:t>
      </w:r>
      <w:r w:rsidRPr="003A0BBB">
        <w:t>pour étudier les méthodes de publicité en usage aux États-Unis dans l</w:t>
      </w:r>
      <w:r w:rsidR="003A6D8D">
        <w:t>’</w:t>
      </w:r>
      <w:r w:rsidRPr="003A0BBB">
        <w:t>industrie automobile</w:t>
      </w:r>
      <w:r w:rsidR="003A6D8D">
        <w:t xml:space="preserve">. </w:t>
      </w:r>
      <w:r w:rsidRPr="003A0BBB">
        <w:t>Franz n</w:t>
      </w:r>
      <w:r w:rsidR="003A6D8D">
        <w:t>’</w:t>
      </w:r>
      <w:r w:rsidRPr="003A0BBB">
        <w:t>avait accepté qu</w:t>
      </w:r>
      <w:r w:rsidR="003A6D8D">
        <w:t>’</w:t>
      </w:r>
      <w:r w:rsidRPr="003A0BBB">
        <w:t>à contre-cœur</w:t>
      </w:r>
      <w:r w:rsidR="003A6D8D">
        <w:t xml:space="preserve">. </w:t>
      </w:r>
      <w:r w:rsidRPr="003A0BBB">
        <w:t>Il ne pouvait</w:t>
      </w:r>
      <w:r w:rsidR="003A6D8D">
        <w:t xml:space="preserve">, </w:t>
      </w:r>
      <w:r w:rsidRPr="003A0BBB">
        <w:t>à cette époque</w:t>
      </w:r>
      <w:r w:rsidR="003A6D8D">
        <w:t xml:space="preserve">, </w:t>
      </w:r>
      <w:r w:rsidRPr="003A0BBB">
        <w:t>se faire à l</w:t>
      </w:r>
      <w:r w:rsidR="003A6D8D">
        <w:t>’</w:t>
      </w:r>
      <w:r w:rsidRPr="003A0BBB">
        <w:t>idée de me quitter</w:t>
      </w:r>
      <w:r w:rsidR="003A6D8D">
        <w:t xml:space="preserve">, </w:t>
      </w:r>
      <w:r w:rsidRPr="003A0BBB">
        <w:t>ne fût-ce que pour quelques semaines</w:t>
      </w:r>
      <w:r w:rsidR="003A6D8D">
        <w:t xml:space="preserve">. </w:t>
      </w:r>
      <w:r w:rsidRPr="003A0BBB">
        <w:t>Ce fut moi qui le décidai</w:t>
      </w:r>
      <w:r w:rsidR="003A6D8D">
        <w:t xml:space="preserve">. </w:t>
      </w:r>
      <w:r w:rsidRPr="003A0BBB">
        <w:t>Il voulait m</w:t>
      </w:r>
      <w:r w:rsidR="003A6D8D">
        <w:t>’</w:t>
      </w:r>
      <w:r w:rsidRPr="003A0BBB">
        <w:t>emmener avec lui</w:t>
      </w:r>
      <w:r w:rsidR="003A6D8D">
        <w:t xml:space="preserve">. </w:t>
      </w:r>
      <w:r w:rsidRPr="003A0BBB">
        <w:t>Je déclinai cette offre</w:t>
      </w:r>
      <w:r w:rsidR="003A6D8D">
        <w:t xml:space="preserve">, </w:t>
      </w:r>
      <w:r w:rsidRPr="003A0BBB">
        <w:t>ayant l</w:t>
      </w:r>
      <w:r w:rsidR="003A6D8D">
        <w:t>’</w:t>
      </w:r>
      <w:r w:rsidRPr="003A0BBB">
        <w:t>impression qu</w:t>
      </w:r>
      <w:r w:rsidR="003A6D8D">
        <w:t>’</w:t>
      </w:r>
      <w:r w:rsidRPr="003A0BBB">
        <w:t>elle n</w:t>
      </w:r>
      <w:r w:rsidR="003A6D8D">
        <w:t>’</w:t>
      </w:r>
      <w:r w:rsidRPr="003A0BBB">
        <w:t xml:space="preserve">agréait que médiocrement à </w:t>
      </w:r>
      <w:r w:rsidR="003A6D8D">
        <w:t>M. </w:t>
      </w:r>
      <w:r w:rsidRPr="003A0BBB">
        <w:t>X</w:t>
      </w:r>
      <w:r w:rsidR="003A6D8D">
        <w:t xml:space="preserve">…, </w:t>
      </w:r>
      <w:r w:rsidRPr="003A0BBB">
        <w:t>dont je m</w:t>
      </w:r>
      <w:r w:rsidR="003A6D8D">
        <w:t>’</w:t>
      </w:r>
      <w:r w:rsidRPr="003A0BBB">
        <w:t>efforçais encore de continuer à mériter la sympathie et l</w:t>
      </w:r>
      <w:r w:rsidR="003A6D8D">
        <w:t>’</w:t>
      </w:r>
      <w:r w:rsidRPr="003A0BBB">
        <w:t>estime</w:t>
      </w:r>
      <w:r w:rsidR="003A6D8D">
        <w:t xml:space="preserve">. </w:t>
      </w:r>
      <w:r w:rsidRPr="003A0BBB">
        <w:t>Le voyage de Franz eut des résultats si féconds qu</w:t>
      </w:r>
      <w:r w:rsidR="003A6D8D">
        <w:t>’</w:t>
      </w:r>
      <w:r w:rsidRPr="003A0BBB">
        <w:t>on le supplia de le refaire l</w:t>
      </w:r>
      <w:r w:rsidR="003A6D8D">
        <w:t>’</w:t>
      </w:r>
      <w:r w:rsidRPr="003A0BBB">
        <w:t>année suivante</w:t>
      </w:r>
      <w:r w:rsidR="003A6D8D">
        <w:t xml:space="preserve">. </w:t>
      </w:r>
      <w:r w:rsidRPr="003A0BBB">
        <w:t>Cette fois</w:t>
      </w:r>
      <w:r w:rsidR="003A6D8D">
        <w:t xml:space="preserve">, </w:t>
      </w:r>
      <w:r w:rsidRPr="003A0BBB">
        <w:t>il dit oui sans me consulter</w:t>
      </w:r>
      <w:r w:rsidR="003A6D8D">
        <w:t xml:space="preserve">, </w:t>
      </w:r>
      <w:r w:rsidRPr="003A0BBB">
        <w:t>se bornant à m</w:t>
      </w:r>
      <w:r w:rsidR="003A6D8D">
        <w:t>’</w:t>
      </w:r>
      <w:r w:rsidRPr="003A0BBB">
        <w:t>offrir de nouveau à l</w:t>
      </w:r>
      <w:r w:rsidR="003A6D8D">
        <w:t>’</w:t>
      </w:r>
      <w:r w:rsidRPr="003A0BBB">
        <w:t>accompagner</w:t>
      </w:r>
      <w:r w:rsidR="003A6D8D">
        <w:t xml:space="preserve">. </w:t>
      </w:r>
      <w:r w:rsidRPr="003A0BBB">
        <w:t>Lorsqu</w:t>
      </w:r>
      <w:r w:rsidR="003A6D8D">
        <w:t>’</w:t>
      </w:r>
      <w:r w:rsidRPr="003A0BBB">
        <w:t>il partit pour son troisième voyage</w:t>
      </w:r>
      <w:r w:rsidR="003A6D8D">
        <w:t xml:space="preserve">, </w:t>
      </w:r>
      <w:r w:rsidRPr="003A0BBB">
        <w:t>celui de 1923</w:t>
      </w:r>
      <w:r w:rsidR="003A6D8D">
        <w:t xml:space="preserve">, </w:t>
      </w:r>
      <w:r w:rsidRPr="003A0BBB">
        <w:t>il se contenta de m</w:t>
      </w:r>
      <w:r w:rsidR="003A6D8D">
        <w:t>’</w:t>
      </w:r>
      <w:r w:rsidRPr="003A0BBB">
        <w:t>avertir de son prochain départ</w:t>
      </w:r>
      <w:r w:rsidR="003A6D8D">
        <w:t xml:space="preserve">, </w:t>
      </w:r>
      <w:r w:rsidRPr="003A0BBB">
        <w:t>ajoutant qu</w:t>
      </w:r>
      <w:r w:rsidR="003A6D8D">
        <w:t>’</w:t>
      </w:r>
      <w:r w:rsidRPr="003A0BBB">
        <w:t>il ne resterait absent que trois semaines</w:t>
      </w:r>
      <w:r w:rsidR="003A6D8D">
        <w:t xml:space="preserve">. </w:t>
      </w:r>
      <w:r w:rsidRPr="003A0BBB">
        <w:t>Je n</w:t>
      </w:r>
      <w:r w:rsidR="003A6D8D">
        <w:t>’</w:t>
      </w:r>
      <w:r w:rsidRPr="003A0BBB">
        <w:t>eus pas à refuser de partir avec lui</w:t>
      </w:r>
      <w:r w:rsidR="003A6D8D">
        <w:t xml:space="preserve">, </w:t>
      </w:r>
      <w:r w:rsidRPr="003A0BBB">
        <w:t>car il ne me le proposa pas</w:t>
      </w:r>
      <w:r w:rsidR="003A6D8D">
        <w:t xml:space="preserve">. </w:t>
      </w:r>
      <w:r w:rsidRPr="003A0BBB">
        <w:t>Il y avait là</w:t>
      </w:r>
      <w:r w:rsidR="003A6D8D">
        <w:t xml:space="preserve">, </w:t>
      </w:r>
      <w:r w:rsidRPr="003A0BBB">
        <w:t>soit dit en passant</w:t>
      </w:r>
      <w:r w:rsidR="003A6D8D">
        <w:t xml:space="preserve">, </w:t>
      </w:r>
      <w:r w:rsidRPr="003A0BBB">
        <w:t xml:space="preserve">un symptôme </w:t>
      </w:r>
      <w:r w:rsidRPr="003A0BBB">
        <w:lastRenderedPageBreak/>
        <w:t>de nature à me donner à réfléchir</w:t>
      </w:r>
      <w:r w:rsidR="003A6D8D">
        <w:t xml:space="preserve">. </w:t>
      </w:r>
      <w:r w:rsidRPr="003A0BBB">
        <w:t>Ce n</w:t>
      </w:r>
      <w:r w:rsidR="003A6D8D">
        <w:t>’</w:t>
      </w:r>
      <w:r w:rsidRPr="003A0BBB">
        <w:t>était malheureusement pas le premier</w:t>
      </w:r>
      <w:r w:rsidR="003A6D8D">
        <w:t>.</w:t>
      </w:r>
    </w:p>
    <w:p w14:paraId="0129E508" w14:textId="5100B9DB" w:rsidR="003A6D8D" w:rsidRDefault="008F7090" w:rsidP="008F7090">
      <w:r w:rsidRPr="003A0BBB">
        <w:t>Pendant cette absence</w:t>
      </w:r>
      <w:r w:rsidR="003A6D8D">
        <w:t xml:space="preserve">, </w:t>
      </w:r>
      <w:r w:rsidRPr="003A0BBB">
        <w:t>je fus</w:t>
      </w:r>
      <w:r w:rsidR="003A6D8D">
        <w:t xml:space="preserve">, </w:t>
      </w:r>
      <w:r w:rsidRPr="003A0BBB">
        <w:t>comme je l</w:t>
      </w:r>
      <w:r w:rsidR="003A6D8D">
        <w:t>’</w:t>
      </w:r>
      <w:r w:rsidRPr="003A0BBB">
        <w:t>avais été au cours des deux premières</w:t>
      </w:r>
      <w:r w:rsidR="003A6D8D">
        <w:t xml:space="preserve">, </w:t>
      </w:r>
      <w:r w:rsidRPr="003A0BBB">
        <w:t xml:space="preserve">invitée à plusieurs reprises à dîner par </w:t>
      </w:r>
      <w:r w:rsidR="003A6D8D">
        <w:t>M. </w:t>
      </w:r>
      <w:r w:rsidRPr="003A0BBB">
        <w:t>X</w:t>
      </w:r>
      <w:r w:rsidR="003A6D8D">
        <w:t xml:space="preserve">… </w:t>
      </w:r>
      <w:r w:rsidRPr="003A0BBB">
        <w:t>Ce fut dans ces sorties que je commençai à avoir l</w:t>
      </w:r>
      <w:r w:rsidR="003A6D8D">
        <w:t>’</w:t>
      </w:r>
      <w:r w:rsidRPr="003A0BBB">
        <w:t>impression d</w:t>
      </w:r>
      <w:r w:rsidR="003A6D8D">
        <w:t>’</w:t>
      </w:r>
      <w:r w:rsidRPr="003A0BBB">
        <w:t>une menace qui s</w:t>
      </w:r>
      <w:r w:rsidR="003A6D8D">
        <w:t>’</w:t>
      </w:r>
      <w:r w:rsidRPr="003A0BBB">
        <w:t>approchait</w:t>
      </w:r>
      <w:r w:rsidR="003A6D8D">
        <w:t xml:space="preserve">. </w:t>
      </w:r>
      <w:r w:rsidRPr="003A0BBB">
        <w:t>À son insu</w:t>
      </w:r>
      <w:r w:rsidR="003A6D8D">
        <w:t>, M. </w:t>
      </w:r>
      <w:r w:rsidRPr="003A0BBB">
        <w:t>X</w:t>
      </w:r>
      <w:r w:rsidR="003A6D8D">
        <w:t xml:space="preserve">… </w:t>
      </w:r>
      <w:r w:rsidRPr="003A0BBB">
        <w:t>n</w:t>
      </w:r>
      <w:r w:rsidR="003A6D8D">
        <w:t>’</w:t>
      </w:r>
      <w:r w:rsidRPr="003A0BBB">
        <w:t>était plus le même</w:t>
      </w:r>
      <w:r w:rsidR="003A6D8D">
        <w:t xml:space="preserve">. </w:t>
      </w:r>
      <w:r w:rsidRPr="003A0BBB">
        <w:t>Alors qu</w:t>
      </w:r>
      <w:r w:rsidR="003A6D8D">
        <w:t>’</w:t>
      </w:r>
      <w:r w:rsidRPr="003A0BBB">
        <w:t>auparavant ces sorties en ma compagnie étaient pour lui un délassement</w:t>
      </w:r>
      <w:r w:rsidR="003A6D8D">
        <w:t xml:space="preserve">, </w:t>
      </w:r>
      <w:r w:rsidRPr="003A0BBB">
        <w:t>on eût dit que maintenant il en éprouvait de la gêne</w:t>
      </w:r>
      <w:r w:rsidR="003A6D8D">
        <w:t xml:space="preserve">. </w:t>
      </w:r>
      <w:r w:rsidRPr="003A0BBB">
        <w:t xml:space="preserve">Sous couleur de me faire connaître </w:t>
      </w:r>
      <w:r w:rsidR="003A6D8D">
        <w:t>« </w:t>
      </w:r>
      <w:r w:rsidRPr="003A0BBB">
        <w:t>d</w:t>
      </w:r>
      <w:r w:rsidR="003A6D8D">
        <w:t>’</w:t>
      </w:r>
      <w:r w:rsidRPr="003A0BBB">
        <w:t>amusantes petites boîtes où l</w:t>
      </w:r>
      <w:r w:rsidR="003A6D8D">
        <w:t>’</w:t>
      </w:r>
      <w:r w:rsidRPr="003A0BBB">
        <w:t>on serait bien mieux pour causer</w:t>
      </w:r>
      <w:r w:rsidR="003A6D8D">
        <w:t xml:space="preserve"> », </w:t>
      </w:r>
      <w:r w:rsidRPr="003A0BBB">
        <w:t>il m</w:t>
      </w:r>
      <w:r w:rsidR="003A6D8D">
        <w:t>’</w:t>
      </w:r>
      <w:r w:rsidRPr="003A0BBB">
        <w:t>emmenait</w:t>
      </w:r>
      <w:r w:rsidR="003A6D8D">
        <w:t xml:space="preserve">, </w:t>
      </w:r>
      <w:r w:rsidRPr="003A0BBB">
        <w:t>rive gauche</w:t>
      </w:r>
      <w:r w:rsidR="003A6D8D">
        <w:t xml:space="preserve">, </w:t>
      </w:r>
      <w:r w:rsidRPr="003A0BBB">
        <w:t>dans de mornes endroits qui tenaient du prêche et du restaurant végétarien</w:t>
      </w:r>
      <w:r w:rsidR="003A6D8D">
        <w:t xml:space="preserve">, </w:t>
      </w:r>
      <w:r w:rsidRPr="003A0BBB">
        <w:t>et dont l</w:t>
      </w:r>
      <w:r w:rsidR="003A6D8D">
        <w:t>’</w:t>
      </w:r>
      <w:r w:rsidRPr="003A0BBB">
        <w:t>isolement semblait déceler son souci de ne pas être rencontré avec moi</w:t>
      </w:r>
      <w:r w:rsidR="003A6D8D">
        <w:t xml:space="preserve">. </w:t>
      </w:r>
      <w:r w:rsidRPr="003A0BBB">
        <w:t xml:space="preserve">Encore si un tel choix avait eu comme conséquence cette liberté de conversation que </w:t>
      </w:r>
      <w:r w:rsidR="003A6D8D">
        <w:t>M. </w:t>
      </w:r>
      <w:r w:rsidRPr="003A0BBB">
        <w:t>X</w:t>
      </w:r>
      <w:r w:rsidR="003A6D8D">
        <w:t xml:space="preserve">… </w:t>
      </w:r>
      <w:r w:rsidRPr="003A0BBB">
        <w:t>prétendait rechercher</w:t>
      </w:r>
      <w:r w:rsidR="003A6D8D">
        <w:t xml:space="preserve"> ! </w:t>
      </w:r>
      <w:r w:rsidRPr="003A0BBB">
        <w:t>Mais non</w:t>
      </w:r>
      <w:r w:rsidR="003A6D8D">
        <w:t xml:space="preserve"> ! </w:t>
      </w:r>
      <w:r w:rsidRPr="003A0BBB">
        <w:t>Dans cette atmosphère froide et nue</w:t>
      </w:r>
      <w:r w:rsidR="003A6D8D">
        <w:t xml:space="preserve">, </w:t>
      </w:r>
      <w:r w:rsidRPr="003A0BBB">
        <w:t>les propos de mon compagnon étaient empruntés</w:t>
      </w:r>
      <w:r w:rsidR="003A6D8D">
        <w:t xml:space="preserve">, </w:t>
      </w:r>
      <w:r w:rsidRPr="003A0BBB">
        <w:t>coupés de silences pénibles qui me donnaient soudain l</w:t>
      </w:r>
      <w:r w:rsidR="003A6D8D">
        <w:t>’</w:t>
      </w:r>
      <w:r w:rsidRPr="003A0BBB">
        <w:t>envie de me lever et de m</w:t>
      </w:r>
      <w:r w:rsidR="003A6D8D">
        <w:t>’</w:t>
      </w:r>
      <w:r w:rsidRPr="003A0BBB">
        <w:t>en aller</w:t>
      </w:r>
      <w:r w:rsidR="003A6D8D">
        <w:t xml:space="preserve">. </w:t>
      </w:r>
      <w:r w:rsidRPr="003A0BBB">
        <w:t>Inutile de dire que c</w:t>
      </w:r>
      <w:r w:rsidR="003A6D8D">
        <w:t>’</w:t>
      </w:r>
      <w:r w:rsidRPr="003A0BBB">
        <w:t>est surtout à la lumière des événements qui ont suivi que j</w:t>
      </w:r>
      <w:r w:rsidR="003A6D8D">
        <w:t>’</w:t>
      </w:r>
      <w:r w:rsidRPr="003A0BBB">
        <w:t>ai compris à quel point étaient significatives ces modifications d</w:t>
      </w:r>
      <w:r w:rsidR="003A6D8D">
        <w:t>’</w:t>
      </w:r>
      <w:r w:rsidRPr="003A0BBB">
        <w:t>attitude</w:t>
      </w:r>
      <w:r w:rsidR="003A6D8D">
        <w:t xml:space="preserve">. </w:t>
      </w:r>
      <w:r w:rsidRPr="003A0BBB">
        <w:t>Pour le moment</w:t>
      </w:r>
      <w:r w:rsidR="003A6D8D">
        <w:t xml:space="preserve">, </w:t>
      </w:r>
      <w:r w:rsidRPr="003A0BBB">
        <w:t>je n</w:t>
      </w:r>
      <w:r w:rsidR="003A6D8D">
        <w:t>’</w:t>
      </w:r>
      <w:r w:rsidRPr="003A0BBB">
        <w:t>en éprouvais qu</w:t>
      </w:r>
      <w:r w:rsidR="003A6D8D">
        <w:t>’</w:t>
      </w:r>
      <w:r w:rsidRPr="003A0BBB">
        <w:t>une tristesse vague</w:t>
      </w:r>
      <w:r w:rsidR="003A6D8D">
        <w:t xml:space="preserve">, </w:t>
      </w:r>
      <w:r w:rsidRPr="003A0BBB">
        <w:t>un désir de me retrouver seule</w:t>
      </w:r>
      <w:r w:rsidR="003A6D8D">
        <w:t xml:space="preserve">, </w:t>
      </w:r>
      <w:r w:rsidRPr="003A0BBB">
        <w:t>le plus tôt possible</w:t>
      </w:r>
      <w:r w:rsidR="003A6D8D">
        <w:t xml:space="preserve">, </w:t>
      </w:r>
      <w:r w:rsidRPr="003A0BBB">
        <w:t>dans ma villa</w:t>
      </w:r>
      <w:r w:rsidR="003A6D8D">
        <w:t xml:space="preserve">, </w:t>
      </w:r>
      <w:r w:rsidRPr="003A0BBB">
        <w:t>où peut-être le courrier du soir aurait déposé après mon départ une lettre timbrée de New-York</w:t>
      </w:r>
      <w:r w:rsidR="003A6D8D">
        <w:t>.</w:t>
      </w:r>
    </w:p>
    <w:p w14:paraId="3189E48D" w14:textId="667BDB64" w:rsidR="003A6D8D" w:rsidRDefault="008F7090" w:rsidP="008F7090">
      <w:r w:rsidRPr="003A0BBB">
        <w:t>Le soir où ce que j</w:t>
      </w:r>
      <w:r w:rsidR="003A6D8D">
        <w:t>’</w:t>
      </w:r>
      <w:r w:rsidRPr="003A0BBB">
        <w:t>ai à dire s</w:t>
      </w:r>
      <w:r w:rsidR="003A6D8D">
        <w:t>’</w:t>
      </w:r>
      <w:r w:rsidRPr="003A0BBB">
        <w:t>est passé</w:t>
      </w:r>
      <w:r w:rsidR="003A6D8D">
        <w:t xml:space="preserve">, </w:t>
      </w:r>
      <w:r w:rsidRPr="003A0BBB">
        <w:t>nous avions dîné</w:t>
      </w:r>
      <w:r w:rsidR="003A6D8D">
        <w:t>, M. </w:t>
      </w:r>
      <w:r w:rsidRPr="003A0BBB">
        <w:t>X</w:t>
      </w:r>
      <w:r w:rsidR="003A6D8D">
        <w:t xml:space="preserve">… </w:t>
      </w:r>
      <w:r w:rsidRPr="003A0BBB">
        <w:t>et moi</w:t>
      </w:r>
      <w:r w:rsidR="003A6D8D">
        <w:t xml:space="preserve">, </w:t>
      </w:r>
      <w:r w:rsidRPr="003A0BBB">
        <w:t>dans un pavillon situé en face de la gare d</w:t>
      </w:r>
      <w:r w:rsidR="003A6D8D">
        <w:t>’</w:t>
      </w:r>
      <w:r w:rsidRPr="003A0BBB">
        <w:t>Austerlitz</w:t>
      </w:r>
      <w:r w:rsidR="003A6D8D">
        <w:t xml:space="preserve">. </w:t>
      </w:r>
      <w:r w:rsidRPr="003A0BBB">
        <w:t>Chacun de nous faisait pour parler un égal effort</w:t>
      </w:r>
      <w:r w:rsidR="003A6D8D">
        <w:t xml:space="preserve">. </w:t>
      </w:r>
      <w:r w:rsidRPr="003A0BBB">
        <w:t>Je me rappelais nos dîners de deux ans plus tôt</w:t>
      </w:r>
      <w:r w:rsidR="003A6D8D">
        <w:t xml:space="preserve">. </w:t>
      </w:r>
      <w:r w:rsidRPr="003A0BBB">
        <w:t>À cette époque</w:t>
      </w:r>
      <w:r w:rsidR="003A6D8D">
        <w:t>, M. </w:t>
      </w:r>
      <w:r w:rsidRPr="003A0BBB">
        <w:t>X</w:t>
      </w:r>
      <w:r w:rsidR="003A6D8D">
        <w:t xml:space="preserve">… </w:t>
      </w:r>
      <w:r w:rsidRPr="003A0BBB">
        <w:t>n</w:t>
      </w:r>
      <w:r w:rsidR="003A6D8D">
        <w:t>’</w:t>
      </w:r>
      <w:r w:rsidRPr="003A0BBB">
        <w:t>éprouvait aucune difficulté à mêler sans cesse le nom de Franz à nos entretiens</w:t>
      </w:r>
      <w:r w:rsidR="003A6D8D">
        <w:t xml:space="preserve">. </w:t>
      </w:r>
      <w:r w:rsidRPr="003A0BBB">
        <w:t>Il me pressait alors de l</w:t>
      </w:r>
      <w:r w:rsidR="003A6D8D">
        <w:t>’</w:t>
      </w:r>
      <w:r w:rsidRPr="003A0BBB">
        <w:t>épouser</w:t>
      </w:r>
      <w:r w:rsidR="003A6D8D">
        <w:t>.</w:t>
      </w:r>
    </w:p>
    <w:p w14:paraId="512FFFC0" w14:textId="77777777" w:rsidR="003A6D8D" w:rsidRDefault="003A6D8D" w:rsidP="008F7090">
      <w:r>
        <w:lastRenderedPageBreak/>
        <w:t>— </w:t>
      </w:r>
      <w:r w:rsidR="008F7090" w:rsidRPr="003A0BBB">
        <w:t>Vous ne pouvez pas toujours rester ainsi</w:t>
      </w:r>
      <w:r>
        <w:t xml:space="preserve">, </w:t>
      </w:r>
      <w:r w:rsidR="008F7090" w:rsidRPr="003A0BBB">
        <w:t>ma chère petite</w:t>
      </w:r>
      <w:r>
        <w:t xml:space="preserve">. </w:t>
      </w:r>
      <w:r w:rsidR="008F7090" w:rsidRPr="003A0BBB">
        <w:t>Or</w:t>
      </w:r>
      <w:r>
        <w:t xml:space="preserve">, </w:t>
      </w:r>
      <w:r w:rsidR="008F7090" w:rsidRPr="003A0BBB">
        <w:t>je sais que les objections ne viennent pas de sa part</w:t>
      </w:r>
      <w:r>
        <w:t xml:space="preserve">, </w:t>
      </w:r>
      <w:r w:rsidR="008F7090" w:rsidRPr="003A0BBB">
        <w:t>mais de la vôtre</w:t>
      </w:r>
      <w:r>
        <w:t xml:space="preserve">. </w:t>
      </w:r>
      <w:r w:rsidR="008F7090" w:rsidRPr="003A0BBB">
        <w:t>Me direz-vous</w:t>
      </w:r>
      <w:r>
        <w:t> ?…</w:t>
      </w:r>
    </w:p>
    <w:p w14:paraId="1638C7BF" w14:textId="4353E0E8" w:rsidR="003A6D8D" w:rsidRDefault="008F7090" w:rsidP="008F7090">
      <w:r w:rsidRPr="003A0BBB">
        <w:t>Gênée et souriante</w:t>
      </w:r>
      <w:r w:rsidR="003A6D8D">
        <w:t xml:space="preserve">, </w:t>
      </w:r>
      <w:r w:rsidRPr="003A0BBB">
        <w:t>heureuse au fond</w:t>
      </w:r>
      <w:r w:rsidR="003A6D8D">
        <w:t xml:space="preserve">, </w:t>
      </w:r>
      <w:r w:rsidRPr="003A0BBB">
        <w:t>j</w:t>
      </w:r>
      <w:r w:rsidR="003A6D8D">
        <w:t>’</w:t>
      </w:r>
      <w:r w:rsidRPr="003A0BBB">
        <w:t>invoquais la différence d</w:t>
      </w:r>
      <w:r w:rsidR="003A6D8D">
        <w:t>’</w:t>
      </w:r>
      <w:r w:rsidRPr="003A0BBB">
        <w:t>âge</w:t>
      </w:r>
      <w:r w:rsidR="003A6D8D">
        <w:t>. M. </w:t>
      </w:r>
      <w:r w:rsidRPr="003A0BBB">
        <w:t>X</w:t>
      </w:r>
      <w:r w:rsidR="003A6D8D">
        <w:t xml:space="preserve">… </w:t>
      </w:r>
      <w:r w:rsidRPr="003A0BBB">
        <w:t>se mettait à rire</w:t>
      </w:r>
      <w:r w:rsidR="003A6D8D">
        <w:t xml:space="preserve">. </w:t>
      </w:r>
      <w:r w:rsidRPr="003A0BBB">
        <w:t>Il me répondait par un de ces compliments à la fois respectueux et familiers</w:t>
      </w:r>
      <w:r w:rsidR="003A6D8D">
        <w:t xml:space="preserve">, </w:t>
      </w:r>
      <w:r w:rsidRPr="003A0BBB">
        <w:t>mais sous la fausse aisance duquel je n</w:t>
      </w:r>
      <w:r w:rsidR="003A6D8D">
        <w:t>’</w:t>
      </w:r>
      <w:r w:rsidRPr="003A0BBB">
        <w:t>avais pas de peine à saisir ce trouble suspect qui</w:t>
      </w:r>
      <w:r w:rsidR="003A6D8D">
        <w:t xml:space="preserve">, </w:t>
      </w:r>
      <w:r w:rsidRPr="003A0BBB">
        <w:t>tant que le monde sera monde</w:t>
      </w:r>
      <w:r w:rsidR="003A6D8D">
        <w:t xml:space="preserve">, </w:t>
      </w:r>
      <w:r w:rsidRPr="003A0BBB">
        <w:t>continuera à présider aux rapports des hommes et des femmes qui protestent n</w:t>
      </w:r>
      <w:r w:rsidR="003A6D8D">
        <w:t>’</w:t>
      </w:r>
      <w:r w:rsidRPr="003A0BBB">
        <w:t>être liés que d</w:t>
      </w:r>
      <w:r w:rsidR="003A6D8D">
        <w:t>’</w:t>
      </w:r>
      <w:r w:rsidRPr="003A0BBB">
        <w:t>amitié</w:t>
      </w:r>
      <w:r w:rsidR="003A6D8D">
        <w:t xml:space="preserve">. </w:t>
      </w:r>
      <w:r w:rsidRPr="003A0BBB">
        <w:t>Aujourd</w:t>
      </w:r>
      <w:r w:rsidR="003A6D8D">
        <w:t>’</w:t>
      </w:r>
      <w:r w:rsidRPr="003A0BBB">
        <w:t>hui</w:t>
      </w:r>
      <w:r w:rsidR="003A6D8D">
        <w:t xml:space="preserve">, </w:t>
      </w:r>
      <w:r w:rsidRPr="003A0BBB">
        <w:t>qu</w:t>
      </w:r>
      <w:r w:rsidR="003A6D8D">
        <w:t>’</w:t>
      </w:r>
      <w:r w:rsidRPr="003A0BBB">
        <w:t>y avait-il donc de changé</w:t>
      </w:r>
      <w:r w:rsidR="003A6D8D">
        <w:t xml:space="preserve"> ? </w:t>
      </w:r>
      <w:r w:rsidRPr="003A0BBB">
        <w:t>Je n</w:t>
      </w:r>
      <w:r w:rsidR="003A6D8D">
        <w:t>’</w:t>
      </w:r>
      <w:r w:rsidRPr="003A0BBB">
        <w:t>avais pourtant pas à ce point vieilli</w:t>
      </w:r>
      <w:r w:rsidR="003A6D8D">
        <w:t xml:space="preserve"> !… </w:t>
      </w:r>
      <w:r w:rsidRPr="003A0BBB">
        <w:t>Telles étaient les questions que j</w:t>
      </w:r>
      <w:r w:rsidR="003A6D8D">
        <w:t>’</w:t>
      </w:r>
      <w:r w:rsidRPr="003A0BBB">
        <w:t>étais en train de me poser</w:t>
      </w:r>
      <w:r w:rsidR="003A6D8D">
        <w:t xml:space="preserve">, </w:t>
      </w:r>
      <w:r w:rsidRPr="003A0BBB">
        <w:t>tandis qu</w:t>
      </w:r>
      <w:r w:rsidR="003A6D8D">
        <w:t>’</w:t>
      </w:r>
      <w:r w:rsidRPr="003A0BBB">
        <w:t xml:space="preserve">à son habitude </w:t>
      </w:r>
      <w:r w:rsidR="003A6D8D">
        <w:t>M. </w:t>
      </w:r>
      <w:r w:rsidRPr="003A0BBB">
        <w:t>X</w:t>
      </w:r>
      <w:r w:rsidR="003A6D8D">
        <w:t xml:space="preserve">… </w:t>
      </w:r>
      <w:r w:rsidRPr="003A0BBB">
        <w:t>faisait l</w:t>
      </w:r>
      <w:r w:rsidR="003A6D8D">
        <w:t>’</w:t>
      </w:r>
      <w:r w:rsidRPr="003A0BBB">
        <w:t>impossible pour maintenir la conversation sur des questions de tout repos</w:t>
      </w:r>
      <w:r w:rsidR="003A6D8D">
        <w:t>.</w:t>
      </w:r>
    </w:p>
    <w:p w14:paraId="71F0180D" w14:textId="77777777" w:rsidR="003A6D8D" w:rsidRDefault="008F7090" w:rsidP="008F7090">
      <w:r w:rsidRPr="003A0BBB">
        <w:t>Tour à tour</w:t>
      </w:r>
      <w:r w:rsidR="003A6D8D">
        <w:t xml:space="preserve">, </w:t>
      </w:r>
      <w:r w:rsidRPr="003A0BBB">
        <w:t>il me parlait des grèves</w:t>
      </w:r>
      <w:r w:rsidR="003A6D8D">
        <w:t xml:space="preserve">, </w:t>
      </w:r>
      <w:r w:rsidRPr="003A0BBB">
        <w:t>des impôts sur les bénéfices de guerre</w:t>
      </w:r>
      <w:r w:rsidR="003A6D8D">
        <w:t xml:space="preserve">, </w:t>
      </w:r>
      <w:r w:rsidRPr="003A0BBB">
        <w:t>de l</w:t>
      </w:r>
      <w:r w:rsidR="003A6D8D">
        <w:t>’</w:t>
      </w:r>
      <w:r w:rsidRPr="003A0BBB">
        <w:t>importance qu</w:t>
      </w:r>
      <w:r w:rsidR="003A6D8D">
        <w:t>’</w:t>
      </w:r>
      <w:r w:rsidRPr="003A0BBB">
        <w:t>ont les formalités à remplir en vue de la prise des brevets d</w:t>
      </w:r>
      <w:r w:rsidR="003A6D8D">
        <w:t>’</w:t>
      </w:r>
      <w:r w:rsidRPr="003A0BBB">
        <w:t>invention</w:t>
      </w:r>
      <w:r w:rsidR="003A6D8D">
        <w:t>.</w:t>
      </w:r>
    </w:p>
    <w:p w14:paraId="42612A56" w14:textId="77777777" w:rsidR="003A6D8D" w:rsidRDefault="003A6D8D" w:rsidP="008F7090">
      <w:r>
        <w:t>— </w:t>
      </w:r>
      <w:r w:rsidR="008F7090" w:rsidRPr="003A0BBB">
        <w:t>Oui</w:t>
      </w:r>
      <w:r>
        <w:t xml:space="preserve">, </w:t>
      </w:r>
      <w:r w:rsidR="008F7090" w:rsidRPr="003A0BBB">
        <w:t>ma chère amie</w:t>
      </w:r>
      <w:r>
        <w:t xml:space="preserve">, </w:t>
      </w:r>
      <w:r w:rsidR="008F7090" w:rsidRPr="003A0BBB">
        <w:t>c</w:t>
      </w:r>
      <w:r>
        <w:t>’</w:t>
      </w:r>
      <w:r w:rsidR="008F7090" w:rsidRPr="003A0BBB">
        <w:t>est ainsi</w:t>
      </w:r>
      <w:r>
        <w:t xml:space="preserve">. </w:t>
      </w:r>
      <w:r w:rsidR="008F7090" w:rsidRPr="003A0BBB">
        <w:t>Vous ne pouvez croire quel rôle a joué parfois le hasard en cette matière</w:t>
      </w:r>
      <w:r>
        <w:t xml:space="preserve">. </w:t>
      </w:r>
      <w:r w:rsidR="008F7090" w:rsidRPr="003A0BBB">
        <w:t>On cite en Amérique le cas du téléphone</w:t>
      </w:r>
      <w:r>
        <w:t xml:space="preserve">. </w:t>
      </w:r>
      <w:r w:rsidR="008F7090" w:rsidRPr="003A0BBB">
        <w:t>L</w:t>
      </w:r>
      <w:r>
        <w:t>’</w:t>
      </w:r>
      <w:r w:rsidR="008F7090" w:rsidRPr="003A0BBB">
        <w:t>invention en a été faite simultanément par deux chercheurs différents</w:t>
      </w:r>
      <w:r>
        <w:t xml:space="preserve">, </w:t>
      </w:r>
      <w:r w:rsidR="008F7090" w:rsidRPr="003A0BBB">
        <w:t>qui se sont présentés dans la même journée pour le dépôt de leurs brevets</w:t>
      </w:r>
      <w:r>
        <w:t xml:space="preserve">. </w:t>
      </w:r>
      <w:r w:rsidR="008F7090" w:rsidRPr="003A0BBB">
        <w:t>Songez aux énormes sommes d</w:t>
      </w:r>
      <w:r>
        <w:t>’</w:t>
      </w:r>
      <w:r w:rsidR="008F7090" w:rsidRPr="003A0BBB">
        <w:t>argent qui étaient en jeu</w:t>
      </w:r>
      <w:r>
        <w:t xml:space="preserve"> ! </w:t>
      </w:r>
      <w:r w:rsidR="008F7090" w:rsidRPr="003A0BBB">
        <w:t>Pour une différence de quelques heures</w:t>
      </w:r>
      <w:r>
        <w:t xml:space="preserve">, </w:t>
      </w:r>
      <w:r w:rsidR="008F7090" w:rsidRPr="003A0BBB">
        <w:t>l</w:t>
      </w:r>
      <w:r>
        <w:t>’</w:t>
      </w:r>
      <w:r w:rsidR="008F7090" w:rsidRPr="003A0BBB">
        <w:t>un a tout eu</w:t>
      </w:r>
      <w:r>
        <w:t xml:space="preserve">, </w:t>
      </w:r>
      <w:r w:rsidR="008F7090" w:rsidRPr="003A0BBB">
        <w:t>l</w:t>
      </w:r>
      <w:r>
        <w:t>’</w:t>
      </w:r>
      <w:r w:rsidR="008F7090" w:rsidRPr="003A0BBB">
        <w:t>autre rien</w:t>
      </w:r>
      <w:r>
        <w:t xml:space="preserve">. </w:t>
      </w:r>
      <w:r w:rsidR="008F7090" w:rsidRPr="003A0BBB">
        <w:t>Prenons un exemple qui nous intéresse particulièrement</w:t>
      </w:r>
      <w:r>
        <w:t xml:space="preserve">. </w:t>
      </w:r>
      <w:r w:rsidR="008F7090" w:rsidRPr="003A0BBB">
        <w:t>Si Franz</w:t>
      </w:r>
      <w:r>
        <w:t xml:space="preserve">, </w:t>
      </w:r>
      <w:r w:rsidR="008F7090" w:rsidRPr="003A0BBB">
        <w:t>en 1917</w:t>
      </w:r>
      <w:r>
        <w:t xml:space="preserve">, </w:t>
      </w:r>
      <w:r w:rsidR="008F7090" w:rsidRPr="003A0BBB">
        <w:t>lorsqu</w:t>
      </w:r>
      <w:r>
        <w:t>’</w:t>
      </w:r>
      <w:r w:rsidR="008F7090" w:rsidRPr="003A0BBB">
        <w:t>il a trouvé le principe de son automobile</w:t>
      </w:r>
      <w:r>
        <w:t>…</w:t>
      </w:r>
    </w:p>
    <w:p w14:paraId="75B53AF2" w14:textId="77777777" w:rsidR="003A6D8D" w:rsidRDefault="003A6D8D" w:rsidP="008F7090">
      <w:r>
        <w:t>— </w:t>
      </w:r>
      <w:r w:rsidR="008F7090" w:rsidRPr="003A0BBB">
        <w:t>Franz a pris un brevet pour son automobile</w:t>
      </w:r>
      <w:r>
        <w:t> ?…</w:t>
      </w:r>
    </w:p>
    <w:p w14:paraId="46710DFF" w14:textId="77777777" w:rsidR="003A6D8D" w:rsidRDefault="003A6D8D" w:rsidP="008F7090">
      <w:r>
        <w:t>— </w:t>
      </w:r>
      <w:r w:rsidR="008F7090" w:rsidRPr="003A0BBB">
        <w:t>Il n</w:t>
      </w:r>
      <w:r>
        <w:t>’</w:t>
      </w:r>
      <w:r w:rsidR="008F7090" w:rsidRPr="003A0BBB">
        <w:t>en a pas pris seulement un</w:t>
      </w:r>
      <w:r>
        <w:t xml:space="preserve">. </w:t>
      </w:r>
      <w:r w:rsidR="008F7090" w:rsidRPr="003A0BBB">
        <w:t>Il en a pris quatre</w:t>
      </w:r>
      <w:r>
        <w:t xml:space="preserve">. </w:t>
      </w:r>
      <w:r w:rsidR="008F7090" w:rsidRPr="003A0BBB">
        <w:t>C</w:t>
      </w:r>
      <w:r>
        <w:t>’</w:t>
      </w:r>
      <w:r w:rsidR="008F7090" w:rsidRPr="003A0BBB">
        <w:t>était plus prudent</w:t>
      </w:r>
      <w:r>
        <w:t xml:space="preserve">, </w:t>
      </w:r>
      <w:r w:rsidR="008F7090" w:rsidRPr="003A0BBB">
        <w:t xml:space="preserve">étant donné que la voiture dont il a réussi </w:t>
      </w:r>
      <w:r w:rsidR="008F7090" w:rsidRPr="003A0BBB">
        <w:lastRenderedPageBreak/>
        <w:t>la mise au point comportait au moins quatre trouvailles originales</w:t>
      </w:r>
      <w:r>
        <w:t xml:space="preserve"> : </w:t>
      </w:r>
      <w:r w:rsidR="008F7090" w:rsidRPr="003A0BBB">
        <w:t>changement de vitesse spécial</w:t>
      </w:r>
      <w:r>
        <w:t xml:space="preserve">, </w:t>
      </w:r>
      <w:r w:rsidR="008F7090" w:rsidRPr="003A0BBB">
        <w:t>moteur arrière</w:t>
      </w:r>
      <w:r>
        <w:t xml:space="preserve">, </w:t>
      </w:r>
      <w:r w:rsidR="008F7090" w:rsidRPr="003A0BBB">
        <w:t>frein à commande hydraulique</w:t>
      </w:r>
      <w:r>
        <w:t>…</w:t>
      </w:r>
    </w:p>
    <w:p w14:paraId="09EF38EB" w14:textId="77777777" w:rsidR="003A6D8D" w:rsidRDefault="008F7090" w:rsidP="008F7090">
      <w:r w:rsidRPr="003A0BBB">
        <w:t>Je relevai la tête</w:t>
      </w:r>
      <w:r w:rsidR="003A6D8D">
        <w:t>.</w:t>
      </w:r>
    </w:p>
    <w:p w14:paraId="49261462" w14:textId="77777777" w:rsidR="003A6D8D" w:rsidRDefault="003A6D8D" w:rsidP="008F7090">
      <w:r>
        <w:t>— </w:t>
      </w:r>
      <w:r w:rsidR="008F7090" w:rsidRPr="003A0BBB">
        <w:t>Franz a pris un brevet particulier pour le système de freins de sa voiture</w:t>
      </w:r>
      <w:r>
        <w:t> ?</w:t>
      </w:r>
    </w:p>
    <w:p w14:paraId="0354ABC2" w14:textId="750448D4" w:rsidR="003A6D8D" w:rsidRDefault="003A6D8D" w:rsidP="008F7090">
      <w:r>
        <w:t>— </w:t>
      </w:r>
      <w:r w:rsidR="008F7090" w:rsidRPr="003A0BBB">
        <w:t>Il en a pris un</w:t>
      </w:r>
      <w:r>
        <w:t xml:space="preserve">, </w:t>
      </w:r>
      <w:r w:rsidR="008F7090" w:rsidRPr="003A0BBB">
        <w:t xml:space="preserve">dit </w:t>
      </w:r>
      <w:r>
        <w:t>M. </w:t>
      </w:r>
      <w:r w:rsidR="008F7090" w:rsidRPr="003A0BBB">
        <w:t>X</w:t>
      </w:r>
      <w:r>
        <w:t xml:space="preserve">…, </w:t>
      </w:r>
      <w:r w:rsidR="008F7090" w:rsidRPr="003A0BBB">
        <w:t>ravi d</w:t>
      </w:r>
      <w:r>
        <w:t>’</w:t>
      </w:r>
      <w:r w:rsidR="008F7090" w:rsidRPr="003A0BBB">
        <w:t>avoir trouvé enfin un sujet paraissant m</w:t>
      </w:r>
      <w:r>
        <w:t>’</w:t>
      </w:r>
      <w:r w:rsidR="008F7090" w:rsidRPr="003A0BBB">
        <w:t>intéresser</w:t>
      </w:r>
      <w:r>
        <w:t xml:space="preserve">. </w:t>
      </w:r>
      <w:r w:rsidR="008F7090" w:rsidRPr="003A0BBB">
        <w:t>Son frein constitue</w:t>
      </w:r>
      <w:r>
        <w:t xml:space="preserve">, </w:t>
      </w:r>
      <w:r w:rsidR="008F7090" w:rsidRPr="003A0BBB">
        <w:t>en effet</w:t>
      </w:r>
      <w:r>
        <w:t xml:space="preserve">, </w:t>
      </w:r>
      <w:r w:rsidR="008F7090" w:rsidRPr="003A0BBB">
        <w:t>l</w:t>
      </w:r>
      <w:r>
        <w:t>’</w:t>
      </w:r>
      <w:r w:rsidR="008F7090" w:rsidRPr="003A0BBB">
        <w:t>innovation la plus ingénieuse qu</w:t>
      </w:r>
      <w:r>
        <w:t>’</w:t>
      </w:r>
      <w:r w:rsidR="008F7090" w:rsidRPr="003A0BBB">
        <w:t>il ait réussie</w:t>
      </w:r>
      <w:r>
        <w:t xml:space="preserve">. </w:t>
      </w:r>
      <w:r w:rsidR="008F7090" w:rsidRPr="003A0BBB">
        <w:t>Voulez-vous</w:t>
      </w:r>
      <w:r>
        <w:t xml:space="preserve">, </w:t>
      </w:r>
      <w:r w:rsidR="008F7090" w:rsidRPr="003A0BBB">
        <w:t>au cas où vous ne seriez pas très au courant</w:t>
      </w:r>
      <w:r>
        <w:t xml:space="preserve">, </w:t>
      </w:r>
      <w:r w:rsidR="008F7090" w:rsidRPr="003A0BBB">
        <w:t>que je vous explique</w:t>
      </w:r>
      <w:r>
        <w:t>…</w:t>
      </w:r>
    </w:p>
    <w:p w14:paraId="638E5CB5" w14:textId="77777777" w:rsidR="003A6D8D" w:rsidRDefault="008F7090" w:rsidP="008F7090">
      <w:r w:rsidRPr="003A0BBB">
        <w:t>Du ton le plus négligent du monde</w:t>
      </w:r>
      <w:r w:rsidR="003A6D8D">
        <w:t xml:space="preserve">, </w:t>
      </w:r>
      <w:r w:rsidRPr="003A0BBB">
        <w:t>je répondis</w:t>
      </w:r>
      <w:r w:rsidR="003A6D8D">
        <w:t> :</w:t>
      </w:r>
    </w:p>
    <w:p w14:paraId="5225D4CF" w14:textId="77777777" w:rsidR="003A6D8D" w:rsidRDefault="003A6D8D" w:rsidP="008F7090">
      <w:r>
        <w:t>— </w:t>
      </w:r>
      <w:r w:rsidR="008F7090" w:rsidRPr="003A0BBB">
        <w:t>Non</w:t>
      </w:r>
      <w:r>
        <w:t xml:space="preserve">. </w:t>
      </w:r>
      <w:r w:rsidR="008F7090" w:rsidRPr="003A0BBB">
        <w:t>Ce n</w:t>
      </w:r>
      <w:r>
        <w:t>’</w:t>
      </w:r>
      <w:r w:rsidR="008F7090" w:rsidRPr="003A0BBB">
        <w:t>est pas la peine</w:t>
      </w:r>
      <w:r>
        <w:t xml:space="preserve">. </w:t>
      </w:r>
      <w:r w:rsidR="008F7090" w:rsidRPr="003A0BBB">
        <w:t>Vous savez</w:t>
      </w:r>
      <w:r>
        <w:t xml:space="preserve">, </w:t>
      </w:r>
      <w:r w:rsidR="008F7090" w:rsidRPr="003A0BBB">
        <w:t>ces choses-là sont trop compliquées pour moi</w:t>
      </w:r>
      <w:r>
        <w:t xml:space="preserve">. </w:t>
      </w:r>
      <w:r w:rsidR="008F7090" w:rsidRPr="003A0BBB">
        <w:t>Alors</w:t>
      </w:r>
      <w:r>
        <w:t xml:space="preserve">, </w:t>
      </w:r>
      <w:r w:rsidR="008F7090" w:rsidRPr="003A0BBB">
        <w:t>ces brevets dont vous me parlez</w:t>
      </w:r>
      <w:r>
        <w:t xml:space="preserve">, </w:t>
      </w:r>
      <w:r w:rsidR="008F7090" w:rsidRPr="003A0BBB">
        <w:t>si j</w:t>
      </w:r>
      <w:r>
        <w:t>’</w:t>
      </w:r>
      <w:r w:rsidR="008F7090" w:rsidRPr="003A0BBB">
        <w:t>ai bien compris</w:t>
      </w:r>
      <w:r>
        <w:t xml:space="preserve">, </w:t>
      </w:r>
      <w:r w:rsidR="008F7090" w:rsidRPr="003A0BBB">
        <w:t>ce doit être à peu près comme les hypothèques</w:t>
      </w:r>
      <w:r>
        <w:t xml:space="preserve"> ? </w:t>
      </w:r>
      <w:r w:rsidR="008F7090" w:rsidRPr="003A0BBB">
        <w:t>Ils sont conservés dans des endroits où tout le monde doit pouvoir être admis à vérifier la date à laquelle ils ont été pris</w:t>
      </w:r>
      <w:r>
        <w:t> ?</w:t>
      </w:r>
    </w:p>
    <w:p w14:paraId="1910089F" w14:textId="605D97A0" w:rsidR="003A6D8D" w:rsidRDefault="003A6D8D" w:rsidP="008F7090">
      <w:r>
        <w:t>— </w:t>
      </w:r>
      <w:r w:rsidR="008F7090" w:rsidRPr="003A0BBB">
        <w:t>Exactement</w:t>
      </w:r>
      <w:r>
        <w:t xml:space="preserve">, </w:t>
      </w:r>
      <w:r w:rsidR="008F7090" w:rsidRPr="003A0BBB">
        <w:t xml:space="preserve">dit </w:t>
      </w:r>
      <w:r>
        <w:t>M. </w:t>
      </w:r>
      <w:r w:rsidR="008F7090" w:rsidRPr="003A0BBB">
        <w:t>X</w:t>
      </w:r>
      <w:r>
        <w:t xml:space="preserve">…, </w:t>
      </w:r>
      <w:r w:rsidR="008F7090" w:rsidRPr="003A0BBB">
        <w:t>de plus en plus satisfait</w:t>
      </w:r>
      <w:r>
        <w:t xml:space="preserve">. </w:t>
      </w:r>
      <w:r w:rsidR="008F7090" w:rsidRPr="003A0BBB">
        <w:t>Ah</w:t>
      </w:r>
      <w:r>
        <w:t xml:space="preserve"> ! </w:t>
      </w:r>
      <w:r w:rsidR="008F7090" w:rsidRPr="003A0BBB">
        <w:t>Franz pourra vous le répéter</w:t>
      </w:r>
      <w:r>
        <w:t xml:space="preserve">, </w:t>
      </w:r>
      <w:r w:rsidR="008F7090" w:rsidRPr="003A0BBB">
        <w:t>je n</w:t>
      </w:r>
      <w:r>
        <w:t>’</w:t>
      </w:r>
      <w:r w:rsidR="008F7090" w:rsidRPr="003A0BBB">
        <w:t>ai jamais cessé d</w:t>
      </w:r>
      <w:r>
        <w:t>’</w:t>
      </w:r>
      <w:r w:rsidR="008F7090" w:rsidRPr="003A0BBB">
        <w:t>affirmer qu</w:t>
      </w:r>
      <w:r>
        <w:t>’</w:t>
      </w:r>
      <w:r w:rsidR="008F7090" w:rsidRPr="003A0BBB">
        <w:t>au point de vue du bon sens vous dépassez</w:t>
      </w:r>
      <w:r>
        <w:t xml:space="preserve">, </w:t>
      </w:r>
      <w:r w:rsidR="008F7090" w:rsidRPr="003A0BBB">
        <w:t>et de beaucoup</w:t>
      </w:r>
      <w:r>
        <w:t>…</w:t>
      </w:r>
    </w:p>
    <w:p w14:paraId="62BD3C79" w14:textId="77777777" w:rsidR="003A6D8D" w:rsidRDefault="003A6D8D" w:rsidP="008F7090">
      <w:r>
        <w:t>— </w:t>
      </w:r>
      <w:r w:rsidR="008F7090" w:rsidRPr="003A0BBB">
        <w:t>Merci</w:t>
      </w:r>
      <w:r>
        <w:t xml:space="preserve">, </w:t>
      </w:r>
      <w:r w:rsidR="008F7090" w:rsidRPr="003A0BBB">
        <w:t>murmurai-je</w:t>
      </w:r>
      <w:r>
        <w:t>.</w:t>
      </w:r>
    </w:p>
    <w:p w14:paraId="0F608558" w14:textId="77777777" w:rsidR="003A6D8D" w:rsidRDefault="008F7090" w:rsidP="008F7090">
      <w:r w:rsidRPr="003A0BBB">
        <w:t>Et je m</w:t>
      </w:r>
      <w:r w:rsidR="003A6D8D">
        <w:t>’</w:t>
      </w:r>
      <w:r w:rsidRPr="003A0BBB">
        <w:t>arrangeai pour changer de conversation</w:t>
      </w:r>
      <w:r w:rsidR="003A6D8D">
        <w:t>.</w:t>
      </w:r>
    </w:p>
    <w:p w14:paraId="34A08B5A" w14:textId="10C5CD45" w:rsidR="008F7090" w:rsidRPr="003A0BBB" w:rsidRDefault="008F7090" w:rsidP="008F7090"/>
    <w:p w14:paraId="5C086163" w14:textId="5B595A33" w:rsidR="003A6D8D" w:rsidRDefault="008F7090" w:rsidP="008F7090">
      <w:r w:rsidRPr="003A0BBB">
        <w:t>Il y avait aux usines un contremaître du nom de Renaud</w:t>
      </w:r>
      <w:r w:rsidR="003A6D8D">
        <w:t xml:space="preserve">. </w:t>
      </w:r>
      <w:r w:rsidRPr="003A0BBB">
        <w:t>Franz l</w:t>
      </w:r>
      <w:r w:rsidR="003A6D8D">
        <w:t>’</w:t>
      </w:r>
      <w:r w:rsidRPr="003A0BBB">
        <w:t>avait connu pendant les hostilités et l</w:t>
      </w:r>
      <w:r w:rsidR="003A6D8D">
        <w:t>’</w:t>
      </w:r>
      <w:r w:rsidRPr="003A0BBB">
        <w:t xml:space="preserve">avait </w:t>
      </w:r>
      <w:r w:rsidRPr="003A0BBB">
        <w:lastRenderedPageBreak/>
        <w:t xml:space="preserve">recommandé à </w:t>
      </w:r>
      <w:r w:rsidR="003A6D8D">
        <w:t>M. </w:t>
      </w:r>
      <w:r w:rsidRPr="003A0BBB">
        <w:t>X</w:t>
      </w:r>
      <w:r w:rsidR="003A6D8D">
        <w:t xml:space="preserve">… </w:t>
      </w:r>
      <w:r w:rsidRPr="003A0BBB">
        <w:t>à une époque où il n</w:t>
      </w:r>
      <w:r w:rsidR="003A6D8D">
        <w:t>’</w:t>
      </w:r>
      <w:r w:rsidRPr="003A0BBB">
        <w:t>était pas encore lui-même son associé</w:t>
      </w:r>
      <w:r w:rsidR="003A6D8D">
        <w:t xml:space="preserve">. </w:t>
      </w:r>
      <w:r w:rsidRPr="003A0BBB">
        <w:t>Renaud se trouvait ainsi être un des plus anciens ouvriers de la maison</w:t>
      </w:r>
      <w:r w:rsidR="003A6D8D">
        <w:t xml:space="preserve">. </w:t>
      </w:r>
      <w:r w:rsidRPr="003A0BBB">
        <w:t>Brave garçon</w:t>
      </w:r>
      <w:r w:rsidR="003A6D8D">
        <w:t xml:space="preserve">, </w:t>
      </w:r>
      <w:r w:rsidRPr="003A0BBB">
        <w:t>un peu simple</w:t>
      </w:r>
      <w:r w:rsidR="003A6D8D">
        <w:t xml:space="preserve">, </w:t>
      </w:r>
      <w:r w:rsidRPr="003A0BBB">
        <w:t>il témoignait à Franz une reconnaissance et une fidélité à toute épreuve</w:t>
      </w:r>
      <w:r w:rsidR="003A6D8D">
        <w:t xml:space="preserve">. </w:t>
      </w:r>
      <w:r w:rsidRPr="003A0BBB">
        <w:t>C</w:t>
      </w:r>
      <w:r w:rsidR="003A6D8D">
        <w:t>’</w:t>
      </w:r>
      <w:r w:rsidRPr="003A0BBB">
        <w:t>était lui qui avait été chargé de l</w:t>
      </w:r>
      <w:r w:rsidR="003A6D8D">
        <w:t>’</w:t>
      </w:r>
      <w:r w:rsidRPr="003A0BBB">
        <w:t>installation électrique de notre villa</w:t>
      </w:r>
      <w:r w:rsidR="003A6D8D">
        <w:t xml:space="preserve">. </w:t>
      </w:r>
      <w:r w:rsidRPr="003A0BBB">
        <w:t>J</w:t>
      </w:r>
      <w:r w:rsidR="003A6D8D">
        <w:t>’</w:t>
      </w:r>
      <w:r w:rsidRPr="003A0BBB">
        <w:t>avais coutume de recourir à ses bons offices chaque fois qu</w:t>
      </w:r>
      <w:r w:rsidR="003A6D8D">
        <w:t>’</w:t>
      </w:r>
      <w:r w:rsidRPr="003A0BBB">
        <w:t>il y avait une anicroche dans l</w:t>
      </w:r>
      <w:r w:rsidR="003A6D8D">
        <w:t>’</w:t>
      </w:r>
      <w:r w:rsidRPr="003A0BBB">
        <w:t>éclairage</w:t>
      </w:r>
      <w:r w:rsidR="003A6D8D">
        <w:t xml:space="preserve">, </w:t>
      </w:r>
      <w:r w:rsidRPr="003A0BBB">
        <w:t>la tuyauterie du gaz ou du chauffage central</w:t>
      </w:r>
      <w:r w:rsidR="003A6D8D">
        <w:t xml:space="preserve">. </w:t>
      </w:r>
      <w:r w:rsidRPr="003A0BBB">
        <w:t>Je m</w:t>
      </w:r>
      <w:r w:rsidR="003A6D8D">
        <w:t>’</w:t>
      </w:r>
      <w:r w:rsidRPr="003A0BBB">
        <w:t>étais acquis sa confiance par quelques-unes de ces attentions qu</w:t>
      </w:r>
      <w:r w:rsidR="003A6D8D">
        <w:t>’</w:t>
      </w:r>
      <w:r w:rsidRPr="003A0BBB">
        <w:t>il est si facile d</w:t>
      </w:r>
      <w:r w:rsidR="003A6D8D">
        <w:t>’</w:t>
      </w:r>
      <w:r w:rsidRPr="003A0BBB">
        <w:t>avoir vis-à-vis d</w:t>
      </w:r>
      <w:r w:rsidR="003A6D8D">
        <w:t>’</w:t>
      </w:r>
      <w:r w:rsidRPr="003A0BBB">
        <w:t>un homme du peuple</w:t>
      </w:r>
      <w:r w:rsidR="003A6D8D">
        <w:t xml:space="preserve">. </w:t>
      </w:r>
      <w:r w:rsidRPr="003A0BBB">
        <w:t>Il n</w:t>
      </w:r>
      <w:r w:rsidR="003A6D8D">
        <w:t>’</w:t>
      </w:r>
      <w:r w:rsidRPr="003A0BBB">
        <w:t>était pas exagéré de dire que Renaud ne jurait que par moi</w:t>
      </w:r>
      <w:r w:rsidR="003A6D8D">
        <w:t>.</w:t>
      </w:r>
    </w:p>
    <w:p w14:paraId="6100D108" w14:textId="56E254DB" w:rsidR="003A6D8D" w:rsidRDefault="008F7090" w:rsidP="008F7090">
      <w:r w:rsidRPr="003A0BBB">
        <w:t>Le lendemain du jour où j</w:t>
      </w:r>
      <w:r w:rsidR="003A6D8D">
        <w:t>’</w:t>
      </w:r>
      <w:r w:rsidRPr="003A0BBB">
        <w:t xml:space="preserve">avais dîné avec </w:t>
      </w:r>
      <w:r w:rsidR="003A6D8D">
        <w:t>M. </w:t>
      </w:r>
      <w:r w:rsidRPr="003A0BBB">
        <w:t>X</w:t>
      </w:r>
      <w:r w:rsidR="003A6D8D">
        <w:t xml:space="preserve">…, </w:t>
      </w:r>
      <w:r w:rsidRPr="003A0BBB">
        <w:t>de très bonne heure</w:t>
      </w:r>
      <w:r w:rsidR="003A6D8D">
        <w:t xml:space="preserve">, </w:t>
      </w:r>
      <w:r w:rsidRPr="003A0BBB">
        <w:t>je téléphonai à l</w:t>
      </w:r>
      <w:r w:rsidR="003A6D8D">
        <w:t>’</w:t>
      </w:r>
      <w:r w:rsidRPr="003A0BBB">
        <w:t>usine et je demandai le contremaître</w:t>
      </w:r>
      <w:r w:rsidR="003A6D8D">
        <w:t>.</w:t>
      </w:r>
    </w:p>
    <w:p w14:paraId="3C49D487" w14:textId="77777777" w:rsidR="003A6D8D" w:rsidRDefault="003A6D8D" w:rsidP="008F7090">
      <w:r>
        <w:t>— </w:t>
      </w:r>
      <w:r w:rsidR="008F7090" w:rsidRPr="003A0BBB">
        <w:t>Qu</w:t>
      </w:r>
      <w:r>
        <w:t>’</w:t>
      </w:r>
      <w:r w:rsidR="008F7090" w:rsidRPr="003A0BBB">
        <w:t>y a-t-il pour votre service</w:t>
      </w:r>
      <w:r>
        <w:t xml:space="preserve">, </w:t>
      </w:r>
      <w:r w:rsidR="008F7090" w:rsidRPr="003A0BBB">
        <w:t>madame</w:t>
      </w:r>
      <w:r>
        <w:t> ?</w:t>
      </w:r>
    </w:p>
    <w:p w14:paraId="61C631DC" w14:textId="77777777" w:rsidR="003A6D8D" w:rsidRDefault="003A6D8D" w:rsidP="008F7090">
      <w:r>
        <w:t>— </w:t>
      </w:r>
      <w:r w:rsidR="008F7090" w:rsidRPr="003A0BBB">
        <w:t>Un arrêt de la sonnerie</w:t>
      </w:r>
      <w:r>
        <w:t xml:space="preserve">, </w:t>
      </w:r>
      <w:r w:rsidR="008F7090" w:rsidRPr="003A0BBB">
        <w:t>Renaud</w:t>
      </w:r>
      <w:r>
        <w:t xml:space="preserve">. </w:t>
      </w:r>
      <w:r w:rsidR="008F7090" w:rsidRPr="003A0BBB">
        <w:t>Je vous attends le plus vite possible</w:t>
      </w:r>
      <w:r>
        <w:t>.</w:t>
      </w:r>
    </w:p>
    <w:p w14:paraId="6FBAD832" w14:textId="77777777" w:rsidR="003A6D8D" w:rsidRDefault="003A6D8D" w:rsidP="008F7090">
      <w:r>
        <w:t>— </w:t>
      </w:r>
      <w:r w:rsidR="008F7090" w:rsidRPr="003A0BBB">
        <w:t>J</w:t>
      </w:r>
      <w:r>
        <w:t>’</w:t>
      </w:r>
      <w:r w:rsidR="008F7090" w:rsidRPr="003A0BBB">
        <w:t>arrive</w:t>
      </w:r>
      <w:r>
        <w:t>.</w:t>
      </w:r>
    </w:p>
    <w:p w14:paraId="4E3B939A" w14:textId="77777777" w:rsidR="003A6D8D" w:rsidRDefault="008F7090" w:rsidP="008F7090">
      <w:r w:rsidRPr="003A0BBB">
        <w:t>Moins d</w:t>
      </w:r>
      <w:r w:rsidR="003A6D8D">
        <w:t>’</w:t>
      </w:r>
      <w:r w:rsidRPr="003A0BBB">
        <w:t>une demi-heure après</w:t>
      </w:r>
      <w:r w:rsidR="003A6D8D">
        <w:t xml:space="preserve">, </w:t>
      </w:r>
      <w:r w:rsidRPr="003A0BBB">
        <w:t>il était là</w:t>
      </w:r>
      <w:r w:rsidR="003A6D8D">
        <w:t>.</w:t>
      </w:r>
    </w:p>
    <w:p w14:paraId="64E98FB4" w14:textId="3F095F80" w:rsidR="003A6D8D" w:rsidRDefault="003A6D8D" w:rsidP="008F7090">
      <w:r>
        <w:t>— </w:t>
      </w:r>
      <w:r w:rsidR="008F7090" w:rsidRPr="003A0BBB">
        <w:t xml:space="preserve">Madame a-t-elle de bonnes nouvelles de </w:t>
      </w:r>
      <w:r>
        <w:t>M. </w:t>
      </w:r>
      <w:r w:rsidR="008F7090" w:rsidRPr="003A0BBB">
        <w:t>Franz</w:t>
      </w:r>
      <w:r>
        <w:t> ?</w:t>
      </w:r>
    </w:p>
    <w:p w14:paraId="3E5A8584" w14:textId="77777777" w:rsidR="003A6D8D" w:rsidRDefault="003A6D8D" w:rsidP="008F7090">
      <w:r>
        <w:t>— </w:t>
      </w:r>
      <w:r w:rsidR="008F7090" w:rsidRPr="003A0BBB">
        <w:t>D</w:t>
      </w:r>
      <w:r>
        <w:t>’</w:t>
      </w:r>
      <w:r w:rsidR="008F7090" w:rsidRPr="003A0BBB">
        <w:t>excellentes nouvelles</w:t>
      </w:r>
      <w:r>
        <w:t xml:space="preserve">. </w:t>
      </w:r>
      <w:r w:rsidR="008F7090" w:rsidRPr="003A0BBB">
        <w:t>Pas plus tard qu</w:t>
      </w:r>
      <w:r>
        <w:t>’</w:t>
      </w:r>
      <w:r w:rsidR="008F7090" w:rsidRPr="003A0BBB">
        <w:t>hier soir</w:t>
      </w:r>
      <w:r>
        <w:t xml:space="preserve">, </w:t>
      </w:r>
      <w:r w:rsidR="008F7090" w:rsidRPr="003A0BBB">
        <w:t>j</w:t>
      </w:r>
      <w:r>
        <w:t>’</w:t>
      </w:r>
      <w:r w:rsidR="008F7090" w:rsidRPr="003A0BBB">
        <w:t>ai reçu une lettre de lui</w:t>
      </w:r>
      <w:r>
        <w:t xml:space="preserve">. </w:t>
      </w:r>
      <w:r w:rsidR="008F7090" w:rsidRPr="003A0BBB">
        <w:t>C</w:t>
      </w:r>
      <w:r>
        <w:t>’</w:t>
      </w:r>
      <w:r w:rsidR="008F7090" w:rsidRPr="003A0BBB">
        <w:t>est même à ce propos que je vous ai fait venir</w:t>
      </w:r>
      <w:r>
        <w:t>.</w:t>
      </w:r>
    </w:p>
    <w:p w14:paraId="54628E12" w14:textId="77777777" w:rsidR="003A6D8D" w:rsidRDefault="003A6D8D" w:rsidP="008F7090">
      <w:r>
        <w:t>— </w:t>
      </w:r>
      <w:r w:rsidR="008F7090" w:rsidRPr="003A0BBB">
        <w:t>Madame sait que je suis toujours à sa disposition</w:t>
      </w:r>
      <w:r>
        <w:t xml:space="preserve">. </w:t>
      </w:r>
      <w:r w:rsidR="008F7090" w:rsidRPr="003A0BBB">
        <w:t>Alors</w:t>
      </w:r>
      <w:r>
        <w:t xml:space="preserve">, </w:t>
      </w:r>
      <w:r w:rsidR="008F7090" w:rsidRPr="003A0BBB">
        <w:t>la sonnette</w:t>
      </w:r>
      <w:r>
        <w:t> ?…</w:t>
      </w:r>
    </w:p>
    <w:p w14:paraId="345EF94F" w14:textId="77777777" w:rsidR="003A6D8D" w:rsidRDefault="003A6D8D" w:rsidP="008F7090">
      <w:r>
        <w:t>— </w:t>
      </w:r>
      <w:r w:rsidR="008F7090" w:rsidRPr="003A0BBB">
        <w:t>La sonnerie marche à merveille</w:t>
      </w:r>
      <w:r>
        <w:t xml:space="preserve">, </w:t>
      </w:r>
      <w:r w:rsidR="008F7090" w:rsidRPr="003A0BBB">
        <w:t>Renaud</w:t>
      </w:r>
      <w:r>
        <w:t xml:space="preserve">. </w:t>
      </w:r>
      <w:r w:rsidR="008F7090" w:rsidRPr="003A0BBB">
        <w:t>Mais il me fallait un prétexte</w:t>
      </w:r>
      <w:r>
        <w:t xml:space="preserve">. </w:t>
      </w:r>
      <w:r w:rsidR="008F7090" w:rsidRPr="003A0BBB">
        <w:t>On peut tout vous dire</w:t>
      </w:r>
      <w:r>
        <w:t xml:space="preserve">, </w:t>
      </w:r>
      <w:r w:rsidR="008F7090" w:rsidRPr="003A0BBB">
        <w:t>n</w:t>
      </w:r>
      <w:r>
        <w:t>’</w:t>
      </w:r>
      <w:r w:rsidR="008F7090" w:rsidRPr="003A0BBB">
        <w:t>est-ce pas</w:t>
      </w:r>
      <w:r>
        <w:t> ?</w:t>
      </w:r>
    </w:p>
    <w:p w14:paraId="1E8F089A" w14:textId="77777777" w:rsidR="003A6D8D" w:rsidRDefault="003A6D8D" w:rsidP="008F7090">
      <w:r>
        <w:lastRenderedPageBreak/>
        <w:t>— </w:t>
      </w:r>
      <w:r w:rsidR="008F7090" w:rsidRPr="003A0BBB">
        <w:t>Est-ce que c</w:t>
      </w:r>
      <w:r>
        <w:t>’</w:t>
      </w:r>
      <w:r w:rsidR="008F7090" w:rsidRPr="003A0BBB">
        <w:t>est une question que madame devrait seulement avoir à me poser</w:t>
      </w:r>
      <w:r>
        <w:t> ?</w:t>
      </w:r>
    </w:p>
    <w:p w14:paraId="5A3121FC" w14:textId="02684EE7" w:rsidR="003A6D8D" w:rsidRDefault="003A6D8D" w:rsidP="008F7090">
      <w:r>
        <w:t>— </w:t>
      </w:r>
      <w:r w:rsidR="008F7090" w:rsidRPr="003A0BBB">
        <w:t>Je sais</w:t>
      </w:r>
      <w:r>
        <w:t xml:space="preserve">, </w:t>
      </w:r>
      <w:r w:rsidR="008F7090" w:rsidRPr="003A0BBB">
        <w:t>je sais</w:t>
      </w:r>
      <w:r>
        <w:t xml:space="preserve">. </w:t>
      </w:r>
      <w:r w:rsidR="008F7090" w:rsidRPr="003A0BBB">
        <w:t>Voici donc de quoi il s</w:t>
      </w:r>
      <w:r>
        <w:t>’</w:t>
      </w:r>
      <w:r w:rsidR="008F7090" w:rsidRPr="003A0BBB">
        <w:t>agit</w:t>
      </w:r>
      <w:r>
        <w:t xml:space="preserve">. </w:t>
      </w:r>
      <w:r w:rsidR="008F7090" w:rsidRPr="003A0BBB">
        <w:t>Je vous disais que j</w:t>
      </w:r>
      <w:r>
        <w:t>’</w:t>
      </w:r>
      <w:r w:rsidR="008F7090" w:rsidRPr="003A0BBB">
        <w:t xml:space="preserve">ai reçu hier soir une lettre de </w:t>
      </w:r>
      <w:r>
        <w:t>M. </w:t>
      </w:r>
      <w:r w:rsidR="008F7090" w:rsidRPr="003A0BBB">
        <w:t>Franz</w:t>
      </w:r>
      <w:r>
        <w:t xml:space="preserve">, </w:t>
      </w:r>
      <w:r w:rsidR="008F7090" w:rsidRPr="003A0BBB">
        <w:t>qui est toujours à New-York</w:t>
      </w:r>
      <w:r>
        <w:t xml:space="preserve">. </w:t>
      </w:r>
      <w:r w:rsidR="008F7090" w:rsidRPr="003A0BBB">
        <w:t>Où est-elle donc</w:t>
      </w:r>
      <w:r>
        <w:t xml:space="preserve"> ? </w:t>
      </w:r>
      <w:r w:rsidR="008F7090" w:rsidRPr="003A0BBB">
        <w:t>Ah</w:t>
      </w:r>
      <w:r>
        <w:t xml:space="preserve"> ! </w:t>
      </w:r>
      <w:r w:rsidR="008F7090" w:rsidRPr="003A0BBB">
        <w:t>la voici</w:t>
      </w:r>
      <w:r>
        <w:t xml:space="preserve">. </w:t>
      </w:r>
      <w:r w:rsidR="008F7090" w:rsidRPr="003A0BBB">
        <w:t>Monsieur me demande de lui rendre un service</w:t>
      </w:r>
      <w:r>
        <w:t xml:space="preserve">. </w:t>
      </w:r>
      <w:r w:rsidR="008F7090" w:rsidRPr="003A0BBB">
        <w:t>J</w:t>
      </w:r>
      <w:r>
        <w:t>’</w:t>
      </w:r>
      <w:r w:rsidR="008F7090" w:rsidRPr="003A0BBB">
        <w:t>avoue ne pas très bien comprendre ce qu</w:t>
      </w:r>
      <w:r>
        <w:t>’</w:t>
      </w:r>
      <w:r w:rsidR="008F7090" w:rsidRPr="003A0BBB">
        <w:t>il veut dire</w:t>
      </w:r>
      <w:r>
        <w:t xml:space="preserve">. </w:t>
      </w:r>
      <w:r w:rsidR="008F7090" w:rsidRPr="003A0BBB">
        <w:t>C</w:t>
      </w:r>
      <w:r>
        <w:t>’</w:t>
      </w:r>
      <w:r w:rsidR="008F7090" w:rsidRPr="003A0BBB">
        <w:t>est pour cela que j</w:t>
      </w:r>
      <w:r>
        <w:t>’</w:t>
      </w:r>
      <w:r w:rsidR="008F7090" w:rsidRPr="003A0BBB">
        <w:t>ai fait appel à vous</w:t>
      </w:r>
      <w:r>
        <w:t xml:space="preserve">. </w:t>
      </w:r>
      <w:r w:rsidR="008F7090" w:rsidRPr="003A0BBB">
        <w:t>Vous êtes très au courant des choses de l</w:t>
      </w:r>
      <w:r>
        <w:t>’</w:t>
      </w:r>
      <w:r w:rsidR="008F7090" w:rsidRPr="003A0BBB">
        <w:t>usine</w:t>
      </w:r>
      <w:r>
        <w:t xml:space="preserve">, </w:t>
      </w:r>
      <w:r w:rsidR="008F7090" w:rsidRPr="003A0BBB">
        <w:t>n</w:t>
      </w:r>
      <w:r>
        <w:t>’</w:t>
      </w:r>
      <w:r w:rsidR="008F7090" w:rsidRPr="003A0BBB">
        <w:t>est-ce pas</w:t>
      </w:r>
      <w:r>
        <w:t> ?</w:t>
      </w:r>
    </w:p>
    <w:p w14:paraId="37BEF6FA" w14:textId="16217E26" w:rsidR="003A6D8D" w:rsidRDefault="003A6D8D" w:rsidP="008F7090">
      <w:r>
        <w:t>— </w:t>
      </w:r>
      <w:r w:rsidR="008F7090" w:rsidRPr="003A0BBB">
        <w:t>Mon Dieu</w:t>
      </w:r>
      <w:r>
        <w:t xml:space="preserve">, </w:t>
      </w:r>
      <w:r w:rsidR="008F7090" w:rsidRPr="003A0BBB">
        <w:t>madame</w:t>
      </w:r>
      <w:r>
        <w:t xml:space="preserve">, </w:t>
      </w:r>
      <w:r w:rsidR="008F7090" w:rsidRPr="003A0BBB">
        <w:t>ça dépend</w:t>
      </w:r>
      <w:r>
        <w:t xml:space="preserve">, </w:t>
      </w:r>
      <w:r w:rsidR="008F7090" w:rsidRPr="003A0BBB">
        <w:t>évidemment</w:t>
      </w:r>
      <w:r>
        <w:t xml:space="preserve">… </w:t>
      </w:r>
      <w:r w:rsidR="008F7090" w:rsidRPr="003A0BBB">
        <w:t>Je sais bien que je n</w:t>
      </w:r>
      <w:r>
        <w:t>’</w:t>
      </w:r>
      <w:r w:rsidR="008F7090" w:rsidRPr="003A0BBB">
        <w:t>ai pas beaucoup d</w:t>
      </w:r>
      <w:r>
        <w:t>’</w:t>
      </w:r>
      <w:r w:rsidR="008F7090" w:rsidRPr="003A0BBB">
        <w:t>instruction</w:t>
      </w:r>
      <w:r>
        <w:t xml:space="preserve">. </w:t>
      </w:r>
      <w:r w:rsidR="008F7090" w:rsidRPr="003A0BBB">
        <w:t>Mais enfin</w:t>
      </w:r>
      <w:r>
        <w:t xml:space="preserve">, </w:t>
      </w:r>
      <w:r w:rsidR="008F7090" w:rsidRPr="003A0BBB">
        <w:t xml:space="preserve">grâce à </w:t>
      </w:r>
      <w:r>
        <w:t>M. </w:t>
      </w:r>
      <w:r w:rsidR="008F7090" w:rsidRPr="003A0BBB">
        <w:t>Franz</w:t>
      </w:r>
      <w:r>
        <w:t xml:space="preserve">, </w:t>
      </w:r>
      <w:r w:rsidR="008F7090" w:rsidRPr="003A0BBB">
        <w:t>je suis là à peu près depuis le début</w:t>
      </w:r>
      <w:r>
        <w:t xml:space="preserve">, </w:t>
      </w:r>
      <w:r w:rsidR="008F7090" w:rsidRPr="003A0BBB">
        <w:t>et</w:t>
      </w:r>
      <w:r>
        <w:t xml:space="preserve">, </w:t>
      </w:r>
      <w:r w:rsidR="008F7090" w:rsidRPr="003A0BBB">
        <w:t>à moins d</w:t>
      </w:r>
      <w:r>
        <w:t>’</w:t>
      </w:r>
      <w:r w:rsidR="008F7090" w:rsidRPr="003A0BBB">
        <w:t>être tout à fait une bête</w:t>
      </w:r>
      <w:r>
        <w:t>…</w:t>
      </w:r>
    </w:p>
    <w:p w14:paraId="3FFF8DE0" w14:textId="48FC307B" w:rsidR="003A6D8D" w:rsidRDefault="003A6D8D" w:rsidP="008F7090">
      <w:r>
        <w:t>— </w:t>
      </w:r>
      <w:r w:rsidR="008F7090" w:rsidRPr="003A0BBB">
        <w:t>Ce qui n</w:t>
      </w:r>
      <w:r>
        <w:t>’</w:t>
      </w:r>
      <w:r w:rsidR="008F7090" w:rsidRPr="003A0BBB">
        <w:t>est pas le cas</w:t>
      </w:r>
      <w:r>
        <w:t xml:space="preserve">, </w:t>
      </w:r>
      <w:r w:rsidR="008F7090" w:rsidRPr="003A0BBB">
        <w:t>Renaud</w:t>
      </w:r>
      <w:r>
        <w:t xml:space="preserve">. </w:t>
      </w:r>
      <w:r w:rsidR="008F7090" w:rsidRPr="003A0BBB">
        <w:t>Ce qui n</w:t>
      </w:r>
      <w:r>
        <w:t>’</w:t>
      </w:r>
      <w:r w:rsidR="008F7090" w:rsidRPr="003A0BBB">
        <w:t>est certes pas le cas</w:t>
      </w:r>
      <w:r>
        <w:t xml:space="preserve">. </w:t>
      </w:r>
      <w:r w:rsidR="008F7090" w:rsidRPr="003A0BBB">
        <w:t>Il est donc entendu que ce que j</w:t>
      </w:r>
      <w:r>
        <w:t>’</w:t>
      </w:r>
      <w:r w:rsidR="008F7090" w:rsidRPr="003A0BBB">
        <w:t>ai à vous dire restera entre nous</w:t>
      </w:r>
      <w:r>
        <w:t>. M. </w:t>
      </w:r>
      <w:r w:rsidR="008F7090" w:rsidRPr="003A0BBB">
        <w:t>Franz se trouve là-bas</w:t>
      </w:r>
      <w:r>
        <w:t xml:space="preserve">, </w:t>
      </w:r>
      <w:r w:rsidR="008F7090" w:rsidRPr="003A0BBB">
        <w:t>comme vous savez</w:t>
      </w:r>
      <w:r>
        <w:t xml:space="preserve">, </w:t>
      </w:r>
      <w:r w:rsidR="008F7090" w:rsidRPr="003A0BBB">
        <w:t>pour affaires concernant l</w:t>
      </w:r>
      <w:r>
        <w:t>’</w:t>
      </w:r>
      <w:r w:rsidR="008F7090" w:rsidRPr="003A0BBB">
        <w:t>usine</w:t>
      </w:r>
      <w:r>
        <w:t xml:space="preserve">. </w:t>
      </w:r>
      <w:r w:rsidR="008F7090" w:rsidRPr="003A0BBB">
        <w:t>Il a besoin d</w:t>
      </w:r>
      <w:r>
        <w:t>’</w:t>
      </w:r>
      <w:r w:rsidR="008F7090" w:rsidRPr="003A0BBB">
        <w:t>un renseignement qu</w:t>
      </w:r>
      <w:r>
        <w:t>’</w:t>
      </w:r>
      <w:r w:rsidR="008F7090" w:rsidRPr="003A0BBB">
        <w:t>il n</w:t>
      </w:r>
      <w:r>
        <w:t>’</w:t>
      </w:r>
      <w:r w:rsidR="008F7090" w:rsidRPr="003A0BBB">
        <w:t>a pas sous la main</w:t>
      </w:r>
      <w:r>
        <w:t xml:space="preserve">. </w:t>
      </w:r>
      <w:r w:rsidR="008F7090" w:rsidRPr="003A0BBB">
        <w:t>Oui</w:t>
      </w:r>
      <w:r>
        <w:t xml:space="preserve">, </w:t>
      </w:r>
      <w:r w:rsidR="008F7090" w:rsidRPr="003A0BBB">
        <w:t>il désire connaître la date exacte à laquelle il a pris le brevet d</w:t>
      </w:r>
      <w:r>
        <w:t>’</w:t>
      </w:r>
      <w:r w:rsidR="008F7090" w:rsidRPr="003A0BBB">
        <w:t>une des innovations de son automobile</w:t>
      </w:r>
      <w:r>
        <w:t xml:space="preserve">. </w:t>
      </w:r>
      <w:r w:rsidR="008F7090" w:rsidRPr="003A0BBB">
        <w:t>Il doit avoir ses raisons pour me charger de cette commission</w:t>
      </w:r>
      <w:r>
        <w:t xml:space="preserve">, </w:t>
      </w:r>
      <w:r w:rsidR="008F7090" w:rsidRPr="003A0BBB">
        <w:t>c</w:t>
      </w:r>
      <w:r>
        <w:t>’</w:t>
      </w:r>
      <w:r w:rsidR="008F7090" w:rsidRPr="003A0BBB">
        <w:t>est-à-dire pour désirer que personne n</w:t>
      </w:r>
      <w:r>
        <w:t>’</w:t>
      </w:r>
      <w:r w:rsidR="008F7090" w:rsidRPr="003A0BBB">
        <w:t>en soit informé</w:t>
      </w:r>
      <w:r>
        <w:t xml:space="preserve">. </w:t>
      </w:r>
      <w:r w:rsidR="008F7090" w:rsidRPr="003A0BBB">
        <w:t>J</w:t>
      </w:r>
      <w:r>
        <w:t>’</w:t>
      </w:r>
      <w:r w:rsidR="008F7090" w:rsidRPr="003A0BBB">
        <w:t>ai donc pensé à me rendre à la conservation des brevets pour avoir cette date</w:t>
      </w:r>
      <w:r>
        <w:t xml:space="preserve">. </w:t>
      </w:r>
      <w:r w:rsidR="008F7090" w:rsidRPr="003A0BBB">
        <w:t>Mais j</w:t>
      </w:r>
      <w:r>
        <w:t>’</w:t>
      </w:r>
      <w:r w:rsidR="008F7090" w:rsidRPr="003A0BBB">
        <w:t xml:space="preserve">ai </w:t>
      </w:r>
      <w:proofErr w:type="gramStart"/>
      <w:r w:rsidR="008F7090" w:rsidRPr="003A0BBB">
        <w:t>eu peur</w:t>
      </w:r>
      <w:proofErr w:type="gramEnd"/>
      <w:r w:rsidR="008F7090" w:rsidRPr="003A0BBB">
        <w:t xml:space="preserve"> de ne pas savoir me faire comprendre</w:t>
      </w:r>
      <w:r>
        <w:t xml:space="preserve">, </w:t>
      </w:r>
      <w:r w:rsidR="008F7090" w:rsidRPr="003A0BBB">
        <w:t>d</w:t>
      </w:r>
      <w:r>
        <w:t>’</w:t>
      </w:r>
      <w:r w:rsidR="008F7090" w:rsidRPr="003A0BBB">
        <w:t>avoir l</w:t>
      </w:r>
      <w:r>
        <w:t>’</w:t>
      </w:r>
      <w:r w:rsidR="008F7090" w:rsidRPr="003A0BBB">
        <w:t>air ridicule</w:t>
      </w:r>
      <w:r>
        <w:t xml:space="preserve">… </w:t>
      </w:r>
      <w:r w:rsidR="008F7090" w:rsidRPr="003A0BBB">
        <w:t>Bref</w:t>
      </w:r>
      <w:r>
        <w:t xml:space="preserve">, </w:t>
      </w:r>
      <w:r w:rsidR="008F7090" w:rsidRPr="003A0BBB">
        <w:t>connaissant à la fois votre discrétion et votre obligeance</w:t>
      </w:r>
      <w:r>
        <w:t xml:space="preserve">, </w:t>
      </w:r>
      <w:r w:rsidR="008F7090" w:rsidRPr="003A0BBB">
        <w:t>j</w:t>
      </w:r>
      <w:r>
        <w:t>’</w:t>
      </w:r>
      <w:r w:rsidR="008F7090" w:rsidRPr="003A0BBB">
        <w:t>ai préféré m</w:t>
      </w:r>
      <w:r>
        <w:t>’</w:t>
      </w:r>
      <w:r w:rsidR="008F7090" w:rsidRPr="003A0BBB">
        <w:t>adresser à vous</w:t>
      </w:r>
      <w:r>
        <w:t>.</w:t>
      </w:r>
    </w:p>
    <w:p w14:paraId="7CC0A194" w14:textId="77777777" w:rsidR="003A6D8D" w:rsidRDefault="003A6D8D" w:rsidP="008F7090">
      <w:r>
        <w:t>— </w:t>
      </w:r>
      <w:r w:rsidR="008F7090" w:rsidRPr="003A0BBB">
        <w:t>Madame a eu raison</w:t>
      </w:r>
      <w:r>
        <w:t xml:space="preserve">. </w:t>
      </w:r>
      <w:r w:rsidR="008F7090" w:rsidRPr="003A0BBB">
        <w:t>Mon Dieu</w:t>
      </w:r>
      <w:r>
        <w:t xml:space="preserve">, </w:t>
      </w:r>
      <w:r w:rsidR="008F7090" w:rsidRPr="003A0BBB">
        <w:t>les brevets</w:t>
      </w:r>
      <w:r>
        <w:t xml:space="preserve">, </w:t>
      </w:r>
      <w:r w:rsidR="008F7090" w:rsidRPr="003A0BBB">
        <w:t>ce n</w:t>
      </w:r>
      <w:r>
        <w:t>’</w:t>
      </w:r>
      <w:r w:rsidR="008F7090" w:rsidRPr="003A0BBB">
        <w:t>est pas de ma compétence</w:t>
      </w:r>
      <w:r>
        <w:t xml:space="preserve">. </w:t>
      </w:r>
      <w:r w:rsidR="008F7090" w:rsidRPr="003A0BBB">
        <w:t>Mais je suis très bien à l</w:t>
      </w:r>
      <w:r>
        <w:t>’</w:t>
      </w:r>
      <w:r w:rsidR="008F7090" w:rsidRPr="003A0BBB">
        <w:t>usine avec le chef comptable</w:t>
      </w:r>
      <w:r>
        <w:t xml:space="preserve">, </w:t>
      </w:r>
      <w:r w:rsidR="008F7090" w:rsidRPr="003A0BBB">
        <w:t>que ça regarde</w:t>
      </w:r>
      <w:r>
        <w:t xml:space="preserve">. </w:t>
      </w:r>
      <w:r w:rsidR="008F7090" w:rsidRPr="003A0BBB">
        <w:t>D</w:t>
      </w:r>
      <w:r>
        <w:t>’</w:t>
      </w:r>
      <w:r w:rsidR="008F7090" w:rsidRPr="003A0BBB">
        <w:t>ailleurs</w:t>
      </w:r>
      <w:r>
        <w:t xml:space="preserve">, </w:t>
      </w:r>
      <w:r w:rsidR="008F7090" w:rsidRPr="003A0BBB">
        <w:t>ça n</w:t>
      </w:r>
      <w:r>
        <w:t>’</w:t>
      </w:r>
      <w:r w:rsidR="008F7090" w:rsidRPr="003A0BBB">
        <w:t>a rien de confidentiel</w:t>
      </w:r>
      <w:r>
        <w:t xml:space="preserve">. </w:t>
      </w:r>
      <w:r w:rsidR="008F7090" w:rsidRPr="003A0BBB">
        <w:t>Je vais voir si je peux</w:t>
      </w:r>
      <w:r>
        <w:t xml:space="preserve">, </w:t>
      </w:r>
      <w:r w:rsidR="008F7090" w:rsidRPr="003A0BBB">
        <w:t>sans attirer l</w:t>
      </w:r>
      <w:r>
        <w:t>’</w:t>
      </w:r>
      <w:r w:rsidR="008F7090" w:rsidRPr="003A0BBB">
        <w:t>attention</w:t>
      </w:r>
      <w:r>
        <w:t xml:space="preserve">… </w:t>
      </w:r>
      <w:r w:rsidR="008F7090" w:rsidRPr="003A0BBB">
        <w:t>Sinon</w:t>
      </w:r>
      <w:r>
        <w:t xml:space="preserve">, </w:t>
      </w:r>
      <w:r w:rsidR="008F7090" w:rsidRPr="003A0BBB">
        <w:t>j</w:t>
      </w:r>
      <w:r>
        <w:t>’</w:t>
      </w:r>
      <w:r w:rsidR="008F7090" w:rsidRPr="003A0BBB">
        <w:t>irai à la conservation</w:t>
      </w:r>
      <w:r>
        <w:t xml:space="preserve">. </w:t>
      </w:r>
      <w:r w:rsidR="008F7090" w:rsidRPr="003A0BBB">
        <w:t>De quel brevet s</w:t>
      </w:r>
      <w:r>
        <w:t>’</w:t>
      </w:r>
      <w:r w:rsidR="008F7090" w:rsidRPr="003A0BBB">
        <w:t>agit-il</w:t>
      </w:r>
      <w:r>
        <w:t> ?</w:t>
      </w:r>
    </w:p>
    <w:p w14:paraId="7A4F6BFE" w14:textId="77777777" w:rsidR="003A6D8D" w:rsidRDefault="003A6D8D" w:rsidP="008F7090">
      <w:r>
        <w:lastRenderedPageBreak/>
        <w:t>— </w:t>
      </w:r>
      <w:r w:rsidR="008F7090" w:rsidRPr="003A0BBB">
        <w:t>De celui qui concerne le frein hydraulique</w:t>
      </w:r>
      <w:r>
        <w:t>.</w:t>
      </w:r>
    </w:p>
    <w:p w14:paraId="0CA2F852" w14:textId="77777777" w:rsidR="003A6D8D" w:rsidRDefault="008F7090" w:rsidP="008F7090">
      <w:r w:rsidRPr="003A0BBB">
        <w:t>Le visage de Renaud s</w:t>
      </w:r>
      <w:r w:rsidR="003A6D8D">
        <w:t>’</w:t>
      </w:r>
      <w:r w:rsidRPr="003A0BBB">
        <w:t>illumina</w:t>
      </w:r>
      <w:r w:rsidR="003A6D8D">
        <w:t>.</w:t>
      </w:r>
    </w:p>
    <w:p w14:paraId="6DA0450E" w14:textId="77777777" w:rsidR="003A6D8D" w:rsidRDefault="003A6D8D" w:rsidP="008F7090">
      <w:r>
        <w:t>— </w:t>
      </w:r>
      <w:r w:rsidR="008F7090" w:rsidRPr="003A0BBB">
        <w:t>Le frein hydraulique</w:t>
      </w:r>
      <w:r>
        <w:t xml:space="preserve"> ? </w:t>
      </w:r>
      <w:r w:rsidR="008F7090" w:rsidRPr="003A0BBB">
        <w:t>Ah</w:t>
      </w:r>
      <w:r>
        <w:t xml:space="preserve"> ! </w:t>
      </w:r>
      <w:r w:rsidR="008F7090" w:rsidRPr="003A0BBB">
        <w:t>Madame tombe bien</w:t>
      </w:r>
      <w:r>
        <w:t xml:space="preserve">. </w:t>
      </w:r>
      <w:r w:rsidR="008F7090" w:rsidRPr="003A0BBB">
        <w:t>Je suis au courant</w:t>
      </w:r>
      <w:r>
        <w:t xml:space="preserve">. </w:t>
      </w:r>
      <w:r w:rsidR="008F7090" w:rsidRPr="003A0BBB">
        <w:t>C</w:t>
      </w:r>
      <w:r>
        <w:t>’</w:t>
      </w:r>
      <w:r w:rsidR="008F7090" w:rsidRPr="003A0BBB">
        <w:t>est moi qui ai accompli les formalités du second brevet</w:t>
      </w:r>
      <w:r>
        <w:t xml:space="preserve">. </w:t>
      </w:r>
      <w:r w:rsidR="008F7090" w:rsidRPr="003A0BBB">
        <w:t>Monsieur était alors absent</w:t>
      </w:r>
      <w:r>
        <w:t xml:space="preserve">. </w:t>
      </w:r>
      <w:r w:rsidR="008F7090" w:rsidRPr="003A0BBB">
        <w:t>Il m</w:t>
      </w:r>
      <w:r>
        <w:t>’</w:t>
      </w:r>
      <w:r w:rsidR="008F7090" w:rsidRPr="003A0BBB">
        <w:t>en avait chargé</w:t>
      </w:r>
      <w:r>
        <w:t>.</w:t>
      </w:r>
    </w:p>
    <w:p w14:paraId="0A87B34C" w14:textId="77777777" w:rsidR="003A6D8D" w:rsidRDefault="003A6D8D" w:rsidP="008F7090">
      <w:r>
        <w:t>— </w:t>
      </w:r>
      <w:r w:rsidR="008F7090" w:rsidRPr="003A0BBB">
        <w:t>Le second brevet</w:t>
      </w:r>
      <w:r>
        <w:t xml:space="preserve"> ? </w:t>
      </w:r>
      <w:r w:rsidR="008F7090" w:rsidRPr="003A0BBB">
        <w:t>Il y en a eu deux</w:t>
      </w:r>
      <w:r>
        <w:t> ?</w:t>
      </w:r>
    </w:p>
    <w:p w14:paraId="05ED2F2E" w14:textId="77777777" w:rsidR="003A6D8D" w:rsidRDefault="003A6D8D" w:rsidP="008F7090">
      <w:r>
        <w:t>— </w:t>
      </w:r>
      <w:r w:rsidR="008F7090" w:rsidRPr="003A0BBB">
        <w:t>Oui</w:t>
      </w:r>
      <w:r>
        <w:t xml:space="preserve">, </w:t>
      </w:r>
      <w:r w:rsidR="008F7090" w:rsidRPr="003A0BBB">
        <w:t>madame</w:t>
      </w:r>
      <w:r>
        <w:t xml:space="preserve">. </w:t>
      </w:r>
      <w:r w:rsidR="008F7090" w:rsidRPr="003A0BBB">
        <w:t>Il y en a eu un pour le frein lui-même</w:t>
      </w:r>
      <w:r>
        <w:t xml:space="preserve">. </w:t>
      </w:r>
      <w:r w:rsidR="008F7090" w:rsidRPr="003A0BBB">
        <w:t>Il y en a eu un second pour l</w:t>
      </w:r>
      <w:r>
        <w:t>’</w:t>
      </w:r>
      <w:r w:rsidR="008F7090" w:rsidRPr="003A0BBB">
        <w:t>appareil automatique</w:t>
      </w:r>
      <w:r>
        <w:t xml:space="preserve">, </w:t>
      </w:r>
      <w:r w:rsidR="008F7090" w:rsidRPr="003A0BBB">
        <w:t>qui prévient de l</w:t>
      </w:r>
      <w:r>
        <w:t>’</w:t>
      </w:r>
      <w:r w:rsidR="008F7090" w:rsidRPr="003A0BBB">
        <w:t>absence d</w:t>
      </w:r>
      <w:r>
        <w:t>’</w:t>
      </w:r>
      <w:r w:rsidR="008F7090" w:rsidRPr="003A0BBB">
        <w:t>huile dans la canalisation</w:t>
      </w:r>
      <w:r>
        <w:t xml:space="preserve">, </w:t>
      </w:r>
      <w:r w:rsidR="008F7090" w:rsidRPr="003A0BBB">
        <w:t>absence qui empêcherait le frein de fonctionner</w:t>
      </w:r>
      <w:r>
        <w:t>.</w:t>
      </w:r>
    </w:p>
    <w:p w14:paraId="2B171FFC" w14:textId="77777777" w:rsidR="003A6D8D" w:rsidRDefault="008F7090" w:rsidP="008F7090">
      <w:r w:rsidRPr="003A0BBB">
        <w:t>Il était tout à son contentement</w:t>
      </w:r>
      <w:r w:rsidR="003A6D8D">
        <w:t xml:space="preserve">. </w:t>
      </w:r>
      <w:r w:rsidRPr="003A0BBB">
        <w:t>Il ne vit pas mes doigts se crisper sur le dossier de mon fauteuil</w:t>
      </w:r>
      <w:r w:rsidR="003A6D8D">
        <w:t>.</w:t>
      </w:r>
    </w:p>
    <w:p w14:paraId="06B79493" w14:textId="77777777" w:rsidR="003A6D8D" w:rsidRDefault="003A6D8D" w:rsidP="008F7090">
      <w:r>
        <w:t>— </w:t>
      </w:r>
      <w:r w:rsidR="008F7090" w:rsidRPr="003A0BBB">
        <w:t>C</w:t>
      </w:r>
      <w:r>
        <w:t>’</w:t>
      </w:r>
      <w:r w:rsidR="008F7090" w:rsidRPr="003A0BBB">
        <w:t>est cela</w:t>
      </w:r>
      <w:r>
        <w:t xml:space="preserve">, </w:t>
      </w:r>
      <w:r w:rsidR="008F7090" w:rsidRPr="003A0BBB">
        <w:t>Renaud</w:t>
      </w:r>
      <w:r>
        <w:t xml:space="preserve">. </w:t>
      </w:r>
      <w:r w:rsidR="008F7090" w:rsidRPr="003A0BBB">
        <w:t>C</w:t>
      </w:r>
      <w:r>
        <w:t>’</w:t>
      </w:r>
      <w:r w:rsidR="008F7090" w:rsidRPr="003A0BBB">
        <w:t>est cela même</w:t>
      </w:r>
      <w:r>
        <w:t>.</w:t>
      </w:r>
    </w:p>
    <w:p w14:paraId="5742A142" w14:textId="69E4643A" w:rsidR="003A6D8D" w:rsidRDefault="003A6D8D" w:rsidP="008F7090">
      <w:r>
        <w:t>— </w:t>
      </w:r>
      <w:r w:rsidR="008F7090" w:rsidRPr="003A0BBB">
        <w:t>Eh bien</w:t>
      </w:r>
      <w:r>
        <w:t xml:space="preserve">, </w:t>
      </w:r>
      <w:r w:rsidR="008F7090" w:rsidRPr="003A0BBB">
        <w:t>Madame aura son renseignement dès aujourd</w:t>
      </w:r>
      <w:r>
        <w:t>’</w:t>
      </w:r>
      <w:r w:rsidR="008F7090" w:rsidRPr="003A0BBB">
        <w:t>hui</w:t>
      </w:r>
      <w:r>
        <w:t xml:space="preserve">. </w:t>
      </w:r>
      <w:r w:rsidR="008F7090" w:rsidRPr="003A0BBB">
        <w:t>Je lui téléphonerai la date de l</w:t>
      </w:r>
      <w:r>
        <w:t>’</w:t>
      </w:r>
      <w:r w:rsidR="008F7090" w:rsidRPr="003A0BBB">
        <w:t>usine</w:t>
      </w:r>
      <w:r>
        <w:t xml:space="preserve">. </w:t>
      </w:r>
      <w:r w:rsidR="008F7090" w:rsidRPr="003A0BBB">
        <w:t>Je la saurai facilement au bureau</w:t>
      </w:r>
      <w:r>
        <w:t xml:space="preserve">. </w:t>
      </w:r>
      <w:r w:rsidR="008F7090" w:rsidRPr="003A0BBB">
        <w:t>J</w:t>
      </w:r>
      <w:r>
        <w:t>’</w:t>
      </w:r>
      <w:r w:rsidR="008F7090" w:rsidRPr="003A0BBB">
        <w:t>avais demandé</w:t>
      </w:r>
      <w:r>
        <w:t xml:space="preserve">, </w:t>
      </w:r>
      <w:r w:rsidR="008F7090" w:rsidRPr="003A0BBB">
        <w:t>en effet</w:t>
      </w:r>
      <w:r>
        <w:t xml:space="preserve">, </w:t>
      </w:r>
      <w:r w:rsidR="008F7090" w:rsidRPr="003A0BBB">
        <w:t>ce jour-là</w:t>
      </w:r>
      <w:r>
        <w:t xml:space="preserve">, </w:t>
      </w:r>
      <w:r w:rsidR="008F7090" w:rsidRPr="003A0BBB">
        <w:t>congé pour pouvoir remplir les formalités</w:t>
      </w:r>
      <w:r>
        <w:t xml:space="preserve">. </w:t>
      </w:r>
      <w:r w:rsidR="008F7090" w:rsidRPr="003A0BBB">
        <w:t>D</w:t>
      </w:r>
      <w:r>
        <w:t>’</w:t>
      </w:r>
      <w:r w:rsidR="008F7090" w:rsidRPr="003A0BBB">
        <w:t>ores et déjà</w:t>
      </w:r>
      <w:r>
        <w:t xml:space="preserve">, </w:t>
      </w:r>
      <w:r w:rsidR="008F7090" w:rsidRPr="003A0BBB">
        <w:t>je peux renseigner approximativement Madame</w:t>
      </w:r>
      <w:r>
        <w:t xml:space="preserve">. </w:t>
      </w:r>
      <w:r w:rsidR="008F7090" w:rsidRPr="003A0BBB">
        <w:t>C</w:t>
      </w:r>
      <w:r>
        <w:t>’</w:t>
      </w:r>
      <w:r w:rsidR="008F7090" w:rsidRPr="003A0BBB">
        <w:t>était dans les tout premiers jours de septembre 1917</w:t>
      </w:r>
      <w:r>
        <w:t xml:space="preserve">. </w:t>
      </w:r>
      <w:r w:rsidR="008F7090" w:rsidRPr="003A0BBB">
        <w:t>Et je me souviens que j</w:t>
      </w:r>
      <w:r>
        <w:t>’</w:t>
      </w:r>
      <w:r w:rsidR="008F7090" w:rsidRPr="003A0BBB">
        <w:t xml:space="preserve">envoyai le même jour à </w:t>
      </w:r>
      <w:r>
        <w:t>M. </w:t>
      </w:r>
      <w:r w:rsidR="008F7090" w:rsidRPr="003A0BBB">
        <w:t>Franz</w:t>
      </w:r>
      <w:r>
        <w:t xml:space="preserve">, </w:t>
      </w:r>
      <w:r w:rsidR="008F7090" w:rsidRPr="003A0BBB">
        <w:t>qui était en province</w:t>
      </w:r>
      <w:r>
        <w:t xml:space="preserve">, </w:t>
      </w:r>
      <w:r w:rsidR="008F7090" w:rsidRPr="003A0BBB">
        <w:t>des fournitures dont il avait besoin pour installer aussitôt lui-même un avertisseur sur sa voiture</w:t>
      </w:r>
      <w:r>
        <w:t>.</w:t>
      </w:r>
    </w:p>
    <w:p w14:paraId="24964204" w14:textId="77777777" w:rsidR="003A6D8D" w:rsidRDefault="003A6D8D" w:rsidP="008F7090">
      <w:r>
        <w:t>— </w:t>
      </w:r>
      <w:r w:rsidR="008F7090" w:rsidRPr="003A0BBB">
        <w:t>Merci</w:t>
      </w:r>
      <w:r>
        <w:t xml:space="preserve">, </w:t>
      </w:r>
      <w:r w:rsidR="008F7090" w:rsidRPr="003A0BBB">
        <w:t>Renaud</w:t>
      </w:r>
      <w:r>
        <w:t>.</w:t>
      </w:r>
    </w:p>
    <w:p w14:paraId="50BB9637" w14:textId="77777777" w:rsidR="003A6D8D" w:rsidRDefault="003A6D8D" w:rsidP="008F7090">
      <w:r>
        <w:t xml:space="preserve">… </w:t>
      </w:r>
      <w:r w:rsidR="008F7090" w:rsidRPr="003A0BBB">
        <w:t>Ainsi</w:t>
      </w:r>
      <w:r>
        <w:t xml:space="preserve">, </w:t>
      </w:r>
      <w:r w:rsidR="008F7090" w:rsidRPr="003A0BBB">
        <w:t>quelqu</w:t>
      </w:r>
      <w:r>
        <w:t>’</w:t>
      </w:r>
      <w:r w:rsidR="008F7090" w:rsidRPr="003A0BBB">
        <w:t>un était là</w:t>
      </w:r>
      <w:r>
        <w:t xml:space="preserve">, </w:t>
      </w:r>
      <w:r w:rsidR="008F7090" w:rsidRPr="003A0BBB">
        <w:t>qui en témoignerait au besoin</w:t>
      </w:r>
      <w:r>
        <w:t xml:space="preserve"> : </w:t>
      </w:r>
      <w:r w:rsidR="008F7090" w:rsidRPr="003A0BBB">
        <w:t>dès septembre 1917</w:t>
      </w:r>
      <w:r>
        <w:t xml:space="preserve">, </w:t>
      </w:r>
      <w:r w:rsidR="008F7090" w:rsidRPr="003A0BBB">
        <w:t>Franz avait inventé l</w:t>
      </w:r>
      <w:r>
        <w:t>’</w:t>
      </w:r>
      <w:r w:rsidR="008F7090" w:rsidRPr="003A0BBB">
        <w:t>appareil automatique destiné à signaler le manque d</w:t>
      </w:r>
      <w:r>
        <w:t>’</w:t>
      </w:r>
      <w:r w:rsidR="008F7090" w:rsidRPr="003A0BBB">
        <w:t>huile dans la canalisation du frein</w:t>
      </w:r>
      <w:r>
        <w:t xml:space="preserve">. </w:t>
      </w:r>
      <w:r w:rsidR="008F7090" w:rsidRPr="003A0BBB">
        <w:t>Enchaînement de faits bien banal</w:t>
      </w:r>
      <w:r>
        <w:t xml:space="preserve">, </w:t>
      </w:r>
      <w:r w:rsidR="008F7090" w:rsidRPr="003A0BBB">
        <w:t>bien facile</w:t>
      </w:r>
      <w:r>
        <w:t xml:space="preserve">, </w:t>
      </w:r>
      <w:r w:rsidR="008F7090" w:rsidRPr="003A0BBB">
        <w:lastRenderedPageBreak/>
        <w:t>désormais</w:t>
      </w:r>
      <w:r>
        <w:t xml:space="preserve">, </w:t>
      </w:r>
      <w:r w:rsidR="008F7090" w:rsidRPr="003A0BBB">
        <w:t>à retracer</w:t>
      </w:r>
      <w:r>
        <w:t xml:space="preserve">. </w:t>
      </w:r>
      <w:r w:rsidR="008F7090" w:rsidRPr="003A0BBB">
        <w:t>Cet appareil qu</w:t>
      </w:r>
      <w:r>
        <w:t>’</w:t>
      </w:r>
      <w:r w:rsidR="008F7090" w:rsidRPr="003A0BBB">
        <w:t>on vient de découvrir</w:t>
      </w:r>
      <w:r>
        <w:t xml:space="preserve">, </w:t>
      </w:r>
      <w:r w:rsidR="008F7090" w:rsidRPr="003A0BBB">
        <w:t>on se garde de l</w:t>
      </w:r>
      <w:r>
        <w:t>’</w:t>
      </w:r>
      <w:r w:rsidR="008F7090" w:rsidRPr="003A0BBB">
        <w:t>adapter immédiatement à la voiture lie de vin</w:t>
      </w:r>
      <w:r>
        <w:t xml:space="preserve">. </w:t>
      </w:r>
      <w:r w:rsidR="008F7090" w:rsidRPr="003A0BBB">
        <w:t>On ne renouvelle pas</w:t>
      </w:r>
      <w:r>
        <w:t xml:space="preserve">, </w:t>
      </w:r>
      <w:r w:rsidR="008F7090" w:rsidRPr="003A0BBB">
        <w:t>un jour</w:t>
      </w:r>
      <w:r>
        <w:t xml:space="preserve">, </w:t>
      </w:r>
      <w:r w:rsidR="008F7090" w:rsidRPr="003A0BBB">
        <w:t>l</w:t>
      </w:r>
      <w:r>
        <w:t>’</w:t>
      </w:r>
      <w:r w:rsidR="008F7090" w:rsidRPr="003A0BBB">
        <w:t>huile dans la canalisation</w:t>
      </w:r>
      <w:r>
        <w:t xml:space="preserve">, </w:t>
      </w:r>
      <w:r w:rsidR="008F7090" w:rsidRPr="003A0BBB">
        <w:t>ou</w:t>
      </w:r>
      <w:r>
        <w:t xml:space="preserve">, </w:t>
      </w:r>
      <w:r w:rsidR="008F7090" w:rsidRPr="003A0BBB">
        <w:t>mieux encore</w:t>
      </w:r>
      <w:r>
        <w:t xml:space="preserve">, </w:t>
      </w:r>
      <w:r w:rsidR="008F7090" w:rsidRPr="003A0BBB">
        <w:t>on vide celle qui y est</w:t>
      </w:r>
      <w:r>
        <w:t xml:space="preserve">. </w:t>
      </w:r>
      <w:r w:rsidR="008F7090" w:rsidRPr="003A0BBB">
        <w:t>Oui</w:t>
      </w:r>
      <w:r>
        <w:t xml:space="preserve">, </w:t>
      </w:r>
      <w:r w:rsidR="008F7090" w:rsidRPr="003A0BBB">
        <w:t>mais alors</w:t>
      </w:r>
      <w:r>
        <w:t xml:space="preserve">, </w:t>
      </w:r>
      <w:r w:rsidR="008F7090" w:rsidRPr="003A0BBB">
        <w:t>il peut y avoir deux inconvénients</w:t>
      </w:r>
      <w:r>
        <w:t xml:space="preserve"> : </w:t>
      </w:r>
      <w:r w:rsidR="008F7090" w:rsidRPr="003A0BBB">
        <w:t>c</w:t>
      </w:r>
      <w:r>
        <w:t>’</w:t>
      </w:r>
      <w:r w:rsidR="008F7090" w:rsidRPr="003A0BBB">
        <w:t>est que les portes des remises sont parfois vitrées</w:t>
      </w:r>
      <w:r>
        <w:t xml:space="preserve">. </w:t>
      </w:r>
      <w:r w:rsidR="008F7090" w:rsidRPr="003A0BBB">
        <w:t>C</w:t>
      </w:r>
      <w:r>
        <w:t>’</w:t>
      </w:r>
      <w:r w:rsidR="008F7090" w:rsidRPr="003A0BBB">
        <w:t>est aussi que l</w:t>
      </w:r>
      <w:r>
        <w:t>’</w:t>
      </w:r>
      <w:r w:rsidR="008F7090" w:rsidRPr="003A0BBB">
        <w:t>huile en question peut laisser des taches</w:t>
      </w:r>
      <w:r>
        <w:t xml:space="preserve">, </w:t>
      </w:r>
      <w:r w:rsidR="008F7090" w:rsidRPr="003A0BBB">
        <w:t>notamment sur les bottines de toile</w:t>
      </w:r>
      <w:r>
        <w:t xml:space="preserve">. </w:t>
      </w:r>
      <w:r w:rsidR="008F7090" w:rsidRPr="003A0BBB">
        <w:t>À part cela</w:t>
      </w:r>
      <w:r>
        <w:t xml:space="preserve">, </w:t>
      </w:r>
      <w:r w:rsidR="008F7090" w:rsidRPr="003A0BBB">
        <w:t>tout va bien</w:t>
      </w:r>
      <w:r>
        <w:t>.</w:t>
      </w:r>
    </w:p>
    <w:p w14:paraId="60D5CD79" w14:textId="044ECF2E" w:rsidR="003A6D8D" w:rsidRDefault="003A6D8D" w:rsidP="008F7090">
      <w:r>
        <w:t>— </w:t>
      </w:r>
      <w:r w:rsidR="008F7090" w:rsidRPr="003A0BBB">
        <w:t>Je vous remercie encore une fois</w:t>
      </w:r>
      <w:r>
        <w:t xml:space="preserve">. </w:t>
      </w:r>
      <w:r w:rsidR="008F7090" w:rsidRPr="003A0BBB">
        <w:t>Ah</w:t>
      </w:r>
      <w:r>
        <w:t xml:space="preserve"> ! </w:t>
      </w:r>
      <w:r w:rsidR="008F7090" w:rsidRPr="003A0BBB">
        <w:t>J</w:t>
      </w:r>
      <w:r>
        <w:t>’</w:t>
      </w:r>
      <w:r w:rsidR="008F7090" w:rsidRPr="003A0BBB">
        <w:t>oubliais</w:t>
      </w:r>
      <w:r>
        <w:t xml:space="preserve">. </w:t>
      </w:r>
      <w:r w:rsidR="008F7090" w:rsidRPr="003A0BBB">
        <w:t>Rappelez-vous bien que tout ceci doit rester confidentiel</w:t>
      </w:r>
      <w:r>
        <w:t xml:space="preserve">. </w:t>
      </w:r>
      <w:r w:rsidR="008F7090" w:rsidRPr="003A0BBB">
        <w:t>N</w:t>
      </w:r>
      <w:r>
        <w:t>’</w:t>
      </w:r>
      <w:r w:rsidR="008F7090" w:rsidRPr="003A0BBB">
        <w:t>en parlez à personne</w:t>
      </w:r>
      <w:r>
        <w:t xml:space="preserve">, </w:t>
      </w:r>
      <w:r w:rsidR="008F7090" w:rsidRPr="003A0BBB">
        <w:t>à personne</w:t>
      </w:r>
      <w:r>
        <w:t xml:space="preserve">. </w:t>
      </w:r>
      <w:r w:rsidR="008F7090" w:rsidRPr="003A0BBB">
        <w:t xml:space="preserve">Et même quand </w:t>
      </w:r>
      <w:r>
        <w:t>M. </w:t>
      </w:r>
      <w:r w:rsidR="008F7090" w:rsidRPr="003A0BBB">
        <w:t>Franz sera de retour</w:t>
      </w:r>
      <w:r>
        <w:t xml:space="preserve">, </w:t>
      </w:r>
      <w:r w:rsidR="008F7090" w:rsidRPr="003A0BBB">
        <w:t>attendez</w:t>
      </w:r>
      <w:r>
        <w:t xml:space="preserve">, </w:t>
      </w:r>
      <w:r w:rsidR="008F7090" w:rsidRPr="003A0BBB">
        <w:t>pour y faire allusion</w:t>
      </w:r>
      <w:r>
        <w:t xml:space="preserve">, </w:t>
      </w:r>
      <w:r w:rsidR="008F7090" w:rsidRPr="003A0BBB">
        <w:t>qu</w:t>
      </w:r>
      <w:r>
        <w:t>’</w:t>
      </w:r>
      <w:r w:rsidR="008F7090" w:rsidRPr="003A0BBB">
        <w:t>il vous en parle le premier</w:t>
      </w:r>
      <w:r>
        <w:t>.</w:t>
      </w:r>
    </w:p>
    <w:p w14:paraId="64BFA6EE" w14:textId="77777777" w:rsidR="003A6D8D" w:rsidRDefault="003A6D8D" w:rsidP="008F7090">
      <w:r>
        <w:t>— </w:t>
      </w:r>
      <w:r w:rsidR="008F7090" w:rsidRPr="003A0BBB">
        <w:t>Madame peut compter sur moi</w:t>
      </w:r>
      <w:r>
        <w:t xml:space="preserve">, </w:t>
      </w:r>
      <w:r w:rsidR="008F7090" w:rsidRPr="003A0BBB">
        <w:t>dit Renaud d</w:t>
      </w:r>
      <w:r>
        <w:t>’</w:t>
      </w:r>
      <w:r w:rsidR="008F7090" w:rsidRPr="003A0BBB">
        <w:t>un air entendu</w:t>
      </w:r>
      <w:r>
        <w:t>.</w:t>
      </w:r>
    </w:p>
    <w:p w14:paraId="25627717" w14:textId="77777777" w:rsidR="003A6D8D" w:rsidRDefault="008F7090" w:rsidP="008F7090">
      <w:r w:rsidRPr="003A0BBB">
        <w:t>Et tous deux nous mîmes en souriant un doigt devant nos lèvres</w:t>
      </w:r>
      <w:r w:rsidR="003A6D8D">
        <w:t>.</w:t>
      </w:r>
    </w:p>
    <w:p w14:paraId="2C84481A" w14:textId="77777777" w:rsidR="003A6D8D" w:rsidRDefault="008F7090" w:rsidP="008F7090">
      <w:r w:rsidRPr="003A0BBB">
        <w:t>Il était temps qu</w:t>
      </w:r>
      <w:r w:rsidR="003A6D8D">
        <w:t>’</w:t>
      </w:r>
      <w:r w:rsidRPr="003A0BBB">
        <w:t>il s</w:t>
      </w:r>
      <w:r w:rsidR="003A6D8D">
        <w:t>’</w:t>
      </w:r>
      <w:r w:rsidRPr="003A0BBB">
        <w:t>en allât</w:t>
      </w:r>
      <w:r w:rsidR="003A6D8D">
        <w:t xml:space="preserve">. </w:t>
      </w:r>
      <w:r w:rsidRPr="003A0BBB">
        <w:t>Je n</w:t>
      </w:r>
      <w:r w:rsidR="003A6D8D">
        <w:t>’</w:t>
      </w:r>
      <w:r w:rsidRPr="003A0BBB">
        <w:t>en pouvais plus</w:t>
      </w:r>
      <w:r w:rsidR="003A6D8D">
        <w:t>.</w:t>
      </w:r>
    </w:p>
    <w:p w14:paraId="3A37499C" w14:textId="4D7F6CF8" w:rsidR="008F7090" w:rsidRPr="003A0BBB" w:rsidRDefault="008F7090" w:rsidP="003A6D8D">
      <w:pPr>
        <w:pStyle w:val="Titre1"/>
      </w:pPr>
      <w:bookmarkStart w:id="22" w:name="_Toc196328823"/>
      <w:r w:rsidRPr="003A0BBB">
        <w:lastRenderedPageBreak/>
        <w:t>XXII</w:t>
      </w:r>
      <w:bookmarkEnd w:id="22"/>
    </w:p>
    <w:p w14:paraId="5D55A43D" w14:textId="77777777" w:rsidR="003A6D8D" w:rsidRDefault="008F7090" w:rsidP="008F7090">
      <w:r w:rsidRPr="003A0BBB">
        <w:t>Où commence la satiété</w:t>
      </w:r>
      <w:r w:rsidR="003A6D8D">
        <w:t xml:space="preserve"> ? </w:t>
      </w:r>
      <w:r w:rsidRPr="003A0BBB">
        <w:t>Sans doute</w:t>
      </w:r>
      <w:r w:rsidR="003A6D8D">
        <w:t xml:space="preserve">, </w:t>
      </w:r>
      <w:r w:rsidRPr="003A0BBB">
        <w:t>il est difficile d</w:t>
      </w:r>
      <w:r w:rsidR="003A6D8D">
        <w:t>’</w:t>
      </w:r>
      <w:r w:rsidRPr="003A0BBB">
        <w:t>établir de façon nette la frontière de son triste royaume</w:t>
      </w:r>
      <w:r w:rsidR="003A6D8D">
        <w:t xml:space="preserve">. </w:t>
      </w:r>
      <w:r w:rsidRPr="003A0BBB">
        <w:t>C</w:t>
      </w:r>
      <w:r w:rsidR="003A6D8D">
        <w:t>’</w:t>
      </w:r>
      <w:r w:rsidRPr="003A0BBB">
        <w:t>est à distance seulement que certains faits</w:t>
      </w:r>
      <w:r w:rsidR="003A6D8D">
        <w:t xml:space="preserve">, </w:t>
      </w:r>
      <w:r w:rsidRPr="003A0BBB">
        <w:t>inaperçus lorsqu</w:t>
      </w:r>
      <w:r w:rsidR="003A6D8D">
        <w:t>’</w:t>
      </w:r>
      <w:r w:rsidRPr="003A0BBB">
        <w:t>ils se produisirent</w:t>
      </w:r>
      <w:r w:rsidR="003A6D8D">
        <w:t xml:space="preserve">, </w:t>
      </w:r>
      <w:r w:rsidRPr="003A0BBB">
        <w:t>prennent leur véritable valeur</w:t>
      </w:r>
      <w:r w:rsidR="003A6D8D">
        <w:t xml:space="preserve">. </w:t>
      </w:r>
      <w:r w:rsidRPr="003A0BBB">
        <w:t>Pendant longtemps</w:t>
      </w:r>
      <w:r w:rsidR="003A6D8D">
        <w:t xml:space="preserve">, </w:t>
      </w:r>
      <w:r w:rsidRPr="003A0BBB">
        <w:t>on est demeurée sans comprendre</w:t>
      </w:r>
      <w:r w:rsidR="003A6D8D">
        <w:t xml:space="preserve">, </w:t>
      </w:r>
      <w:r w:rsidRPr="003A0BBB">
        <w:t>ou bien l</w:t>
      </w:r>
      <w:r w:rsidR="003A6D8D">
        <w:t>’</w:t>
      </w:r>
      <w:r w:rsidRPr="003A0BBB">
        <w:t>on s</w:t>
      </w:r>
      <w:r w:rsidR="003A6D8D">
        <w:t>’</w:t>
      </w:r>
      <w:r w:rsidRPr="003A0BBB">
        <w:t>est efforcée de s</w:t>
      </w:r>
      <w:r w:rsidR="003A6D8D">
        <w:t>’</w:t>
      </w:r>
      <w:r w:rsidRPr="003A0BBB">
        <w:t>abuser</w:t>
      </w:r>
      <w:r w:rsidR="003A6D8D">
        <w:t xml:space="preserve">. </w:t>
      </w:r>
      <w:r w:rsidRPr="003A0BBB">
        <w:t>Et tout à coup</w:t>
      </w:r>
      <w:r w:rsidR="003A6D8D">
        <w:t xml:space="preserve">, </w:t>
      </w:r>
      <w:r w:rsidRPr="003A0BBB">
        <w:t>voici que le doute n</w:t>
      </w:r>
      <w:r w:rsidR="003A6D8D">
        <w:t>’</w:t>
      </w:r>
      <w:r w:rsidRPr="003A0BBB">
        <w:t>est plus possible</w:t>
      </w:r>
      <w:r w:rsidR="003A6D8D">
        <w:t xml:space="preserve">. </w:t>
      </w:r>
      <w:r w:rsidRPr="003A0BBB">
        <w:t>On voudrait être morte</w:t>
      </w:r>
      <w:r w:rsidR="003A6D8D">
        <w:t xml:space="preserve">. </w:t>
      </w:r>
      <w:r w:rsidRPr="003A0BBB">
        <w:t>Oui</w:t>
      </w:r>
      <w:r w:rsidR="003A6D8D">
        <w:t xml:space="preserve">, </w:t>
      </w:r>
      <w:r w:rsidRPr="003A0BBB">
        <w:t>morte</w:t>
      </w:r>
      <w:r w:rsidR="003A6D8D">
        <w:t xml:space="preserve">, </w:t>
      </w:r>
      <w:r w:rsidRPr="003A0BBB">
        <w:t>mais pas avant de s</w:t>
      </w:r>
      <w:r w:rsidR="003A6D8D">
        <w:t>’</w:t>
      </w:r>
      <w:r w:rsidRPr="003A0BBB">
        <w:t>être vengée</w:t>
      </w:r>
      <w:r w:rsidR="003A6D8D">
        <w:t>.</w:t>
      </w:r>
    </w:p>
    <w:p w14:paraId="177C943B" w14:textId="5BFFBBE6" w:rsidR="003A6D8D" w:rsidRDefault="008F7090" w:rsidP="008F7090">
      <w:r w:rsidRPr="003A0BBB">
        <w:t>C</w:t>
      </w:r>
      <w:r w:rsidR="003A6D8D">
        <w:t>’</w:t>
      </w:r>
      <w:r w:rsidRPr="003A0BBB">
        <w:t>est en décembre 1918 que je me suis installée avec Franz dans la villa de Saint Cloud</w:t>
      </w:r>
      <w:r w:rsidR="003A6D8D">
        <w:t xml:space="preserve">. </w:t>
      </w:r>
      <w:r w:rsidRPr="003A0BBB">
        <w:t>C</w:t>
      </w:r>
      <w:r w:rsidR="003A6D8D">
        <w:t>’</w:t>
      </w:r>
      <w:r w:rsidRPr="003A0BBB">
        <w:t>est en janvier 1925 que se place la journée où j</w:t>
      </w:r>
      <w:r w:rsidR="003A6D8D">
        <w:t>’</w:t>
      </w:r>
      <w:r w:rsidRPr="003A0BBB">
        <w:t>en suis partie</w:t>
      </w:r>
      <w:r w:rsidR="003A6D8D">
        <w:t xml:space="preserve">. </w:t>
      </w:r>
      <w:r w:rsidRPr="003A0BBB">
        <w:t>Je cherche vainement à retrouver</w:t>
      </w:r>
      <w:r w:rsidR="003A6D8D">
        <w:t xml:space="preserve">, </w:t>
      </w:r>
      <w:r w:rsidRPr="003A0BBB">
        <w:t>dans cette période de six années</w:t>
      </w:r>
      <w:r w:rsidR="003A6D8D">
        <w:t xml:space="preserve">, </w:t>
      </w:r>
      <w:r w:rsidRPr="003A0BBB">
        <w:t>l</w:t>
      </w:r>
      <w:r w:rsidR="003A6D8D">
        <w:t>’</w:t>
      </w:r>
      <w:r w:rsidRPr="003A0BBB">
        <w:t>époque approximative à laquelle Franz a dû commencer à se détacher de moi</w:t>
      </w:r>
      <w:r w:rsidR="003A6D8D">
        <w:t xml:space="preserve">. </w:t>
      </w:r>
      <w:r w:rsidRPr="003A0BBB">
        <w:t>Tout s</w:t>
      </w:r>
      <w:r w:rsidR="003A6D8D">
        <w:t>’</w:t>
      </w:r>
      <w:r w:rsidRPr="003A0BBB">
        <w:t>enchevêtre</w:t>
      </w:r>
      <w:r w:rsidR="003A6D8D">
        <w:t xml:space="preserve">. </w:t>
      </w:r>
      <w:r w:rsidRPr="003A0BBB">
        <w:t>À des semaines de froideur</w:t>
      </w:r>
      <w:r w:rsidR="003A6D8D">
        <w:t xml:space="preserve">, </w:t>
      </w:r>
      <w:r w:rsidRPr="003A0BBB">
        <w:t>voire d</w:t>
      </w:r>
      <w:r w:rsidR="003A6D8D">
        <w:t>’</w:t>
      </w:r>
      <w:r w:rsidRPr="003A0BBB">
        <w:t>hostilité</w:t>
      </w:r>
      <w:r w:rsidR="003A6D8D">
        <w:t xml:space="preserve">, </w:t>
      </w:r>
      <w:r w:rsidRPr="003A0BBB">
        <w:t>en ont succédé d</w:t>
      </w:r>
      <w:r w:rsidR="003A6D8D">
        <w:t>’</w:t>
      </w:r>
      <w:r w:rsidRPr="003A0BBB">
        <w:t>autres qui ne me laissaient en rien regretter les ardentes nuits de Maguelonne</w:t>
      </w:r>
      <w:r w:rsidR="003A6D8D">
        <w:t xml:space="preserve">. </w:t>
      </w:r>
      <w:r w:rsidRPr="003A0BBB">
        <w:t>Le moment exact</w:t>
      </w:r>
      <w:r w:rsidR="003A6D8D">
        <w:t xml:space="preserve">, </w:t>
      </w:r>
      <w:r w:rsidRPr="003A0BBB">
        <w:t>précis</w:t>
      </w:r>
      <w:r w:rsidR="003A6D8D">
        <w:t xml:space="preserve">, </w:t>
      </w:r>
      <w:r w:rsidRPr="003A0BBB">
        <w:t>je l</w:t>
      </w:r>
      <w:r w:rsidR="003A6D8D">
        <w:t>’</w:t>
      </w:r>
      <w:r w:rsidRPr="003A0BBB">
        <w:t>ignore</w:t>
      </w:r>
      <w:r w:rsidR="003A6D8D">
        <w:t xml:space="preserve">. </w:t>
      </w:r>
      <w:r w:rsidRPr="003A0BBB">
        <w:t>Et puis</w:t>
      </w:r>
      <w:r w:rsidR="003A6D8D">
        <w:t xml:space="preserve">, </w:t>
      </w:r>
      <w:r w:rsidRPr="003A0BBB">
        <w:t>à quoi bon</w:t>
      </w:r>
      <w:r w:rsidR="003A6D8D">
        <w:t xml:space="preserve"> ? </w:t>
      </w:r>
      <w:r w:rsidRPr="003A0BBB">
        <w:t>Admettons</w:t>
      </w:r>
      <w:r w:rsidR="003A6D8D">
        <w:t xml:space="preserve">, </w:t>
      </w:r>
      <w:r w:rsidRPr="003A0BBB">
        <w:t>afin d</w:t>
      </w:r>
      <w:r w:rsidR="003A6D8D">
        <w:t>’</w:t>
      </w:r>
      <w:r w:rsidRPr="003A0BBB">
        <w:t>être débarrassée de la chose une fois pour toutes</w:t>
      </w:r>
      <w:r w:rsidR="003A6D8D">
        <w:t xml:space="preserve">, </w:t>
      </w:r>
      <w:r w:rsidRPr="003A0BBB">
        <w:t>que ce fut au cours de cette année 1923</w:t>
      </w:r>
      <w:r w:rsidR="003A6D8D">
        <w:t xml:space="preserve">, </w:t>
      </w:r>
      <w:r w:rsidRPr="003A0BBB">
        <w:t>année de son troisième séjour en Amérique</w:t>
      </w:r>
      <w:r w:rsidR="003A6D8D">
        <w:t xml:space="preserve">, </w:t>
      </w:r>
      <w:r w:rsidRPr="003A0BBB">
        <w:t xml:space="preserve">année de ma brouille avec </w:t>
      </w:r>
      <w:r w:rsidR="003A6D8D">
        <w:t>M. </w:t>
      </w:r>
      <w:r w:rsidRPr="003A0BBB">
        <w:t>X</w:t>
      </w:r>
      <w:r w:rsidR="003A6D8D">
        <w:t xml:space="preserve">…, – </w:t>
      </w:r>
      <w:r w:rsidRPr="003A0BBB">
        <w:t>année aussi au cours de laquelle Franz se mit à trouver des prétextes pour ne plus habiter à la villa avec la même régularité que jusqu</w:t>
      </w:r>
      <w:r w:rsidR="003A6D8D">
        <w:t>’</w:t>
      </w:r>
      <w:r w:rsidRPr="003A0BBB">
        <w:t>alors</w:t>
      </w:r>
      <w:r w:rsidR="003A6D8D">
        <w:t>.</w:t>
      </w:r>
    </w:p>
    <w:p w14:paraId="7BDDA371" w14:textId="04F1DBF5" w:rsidR="003A6D8D" w:rsidRDefault="008F7090" w:rsidP="008F7090">
      <w:r w:rsidRPr="003A0BBB">
        <w:t xml:space="preserve">Pour ce qui est des circonstances qui amenèrent ma rupture avec </w:t>
      </w:r>
      <w:r w:rsidR="003A6D8D">
        <w:t>M. </w:t>
      </w:r>
      <w:r w:rsidRPr="003A0BBB">
        <w:t>X</w:t>
      </w:r>
      <w:r w:rsidR="003A6D8D">
        <w:t xml:space="preserve">…, </w:t>
      </w:r>
      <w:r w:rsidRPr="003A0BBB">
        <w:t>j</w:t>
      </w:r>
      <w:r w:rsidR="003A6D8D">
        <w:t>’</w:t>
      </w:r>
      <w:r w:rsidRPr="003A0BBB">
        <w:t>eus la naïveté de croire tout d</w:t>
      </w:r>
      <w:r w:rsidR="003A6D8D">
        <w:t>’</w:t>
      </w:r>
      <w:r w:rsidRPr="003A0BBB">
        <w:t>abord qu</w:t>
      </w:r>
      <w:r w:rsidR="003A6D8D">
        <w:t>’</w:t>
      </w:r>
      <w:r w:rsidRPr="003A0BBB">
        <w:t>elle fut le résultat du hasard</w:t>
      </w:r>
      <w:r w:rsidR="003A6D8D">
        <w:t xml:space="preserve">, </w:t>
      </w:r>
      <w:r w:rsidRPr="003A0BBB">
        <w:t>alors qu</w:t>
      </w:r>
      <w:r w:rsidR="003A6D8D">
        <w:t>’</w:t>
      </w:r>
      <w:r w:rsidRPr="003A0BBB">
        <w:t>en réalité une rigoureuse préméditation y présida</w:t>
      </w:r>
      <w:r w:rsidR="003A6D8D">
        <w:t xml:space="preserve">. </w:t>
      </w:r>
      <w:r w:rsidRPr="003A0BBB">
        <w:t>J</w:t>
      </w:r>
      <w:r w:rsidR="003A6D8D">
        <w:t>’</w:t>
      </w:r>
      <w:r w:rsidRPr="003A0BBB">
        <w:t>ai été bel et bien la victime d</w:t>
      </w:r>
      <w:r w:rsidR="003A6D8D">
        <w:t>’</w:t>
      </w:r>
      <w:r w:rsidRPr="003A0BBB">
        <w:t>un plan longuement arrêté</w:t>
      </w:r>
      <w:r w:rsidR="003A6D8D">
        <w:t xml:space="preserve">, </w:t>
      </w:r>
      <w:r w:rsidRPr="003A0BBB">
        <w:t>un plan qui a eu pour but de liquider le passé au profit d</w:t>
      </w:r>
      <w:r w:rsidR="003A6D8D">
        <w:t>’</w:t>
      </w:r>
      <w:r w:rsidRPr="003A0BBB">
        <w:t>un certain avenir</w:t>
      </w:r>
      <w:r w:rsidR="003A6D8D">
        <w:t xml:space="preserve">. </w:t>
      </w:r>
      <w:r w:rsidRPr="003A0BBB">
        <w:t>Encore une fois</w:t>
      </w:r>
      <w:r w:rsidR="003A6D8D">
        <w:t xml:space="preserve">, </w:t>
      </w:r>
      <w:r w:rsidRPr="003A0BBB">
        <w:lastRenderedPageBreak/>
        <w:t>je n</w:t>
      </w:r>
      <w:r w:rsidR="003A6D8D">
        <w:t>’</w:t>
      </w:r>
      <w:r w:rsidRPr="003A0BBB">
        <w:t xml:space="preserve">en veux pas à </w:t>
      </w:r>
      <w:r w:rsidR="003A6D8D">
        <w:t>M. </w:t>
      </w:r>
      <w:r w:rsidRPr="003A0BBB">
        <w:t>X</w:t>
      </w:r>
      <w:r w:rsidR="003A6D8D">
        <w:t xml:space="preserve">… </w:t>
      </w:r>
      <w:r w:rsidRPr="003A0BBB">
        <w:t>Mon hérédité</w:t>
      </w:r>
      <w:r w:rsidR="003A6D8D">
        <w:t xml:space="preserve">, </w:t>
      </w:r>
      <w:r w:rsidRPr="003A0BBB">
        <w:t>mes quarante années d</w:t>
      </w:r>
      <w:r w:rsidR="003A6D8D">
        <w:t>’</w:t>
      </w:r>
      <w:r w:rsidRPr="003A0BBB">
        <w:t>existence bourgeoise sont là pour le défendre</w:t>
      </w:r>
      <w:r w:rsidR="003A6D8D">
        <w:t xml:space="preserve">, </w:t>
      </w:r>
      <w:r w:rsidRPr="003A0BBB">
        <w:t>pour m</w:t>
      </w:r>
      <w:r w:rsidR="003A6D8D">
        <w:t>’</w:t>
      </w:r>
      <w:r w:rsidRPr="003A0BBB">
        <w:t>obliger à reconnaître qu</w:t>
      </w:r>
      <w:r w:rsidR="003A6D8D">
        <w:t>’</w:t>
      </w:r>
      <w:r w:rsidRPr="003A0BBB">
        <w:t>il lui était bien difficile de penser et de se conduire différemment</w:t>
      </w:r>
      <w:r w:rsidR="003A6D8D">
        <w:t xml:space="preserve">. </w:t>
      </w:r>
      <w:r w:rsidRPr="003A0BBB">
        <w:t>Il y avait longtemps</w:t>
      </w:r>
      <w:r w:rsidR="003A6D8D">
        <w:t xml:space="preserve">, </w:t>
      </w:r>
      <w:r w:rsidRPr="003A0BBB">
        <w:t>à cette date</w:t>
      </w:r>
      <w:r w:rsidR="003A6D8D">
        <w:t xml:space="preserve">, </w:t>
      </w:r>
      <w:r w:rsidRPr="003A0BBB">
        <w:t>que Franz ne me demandait plus de l</w:t>
      </w:r>
      <w:r w:rsidR="003A6D8D">
        <w:t>’</w:t>
      </w:r>
      <w:r w:rsidRPr="003A0BBB">
        <w:t>épouser</w:t>
      </w:r>
      <w:r w:rsidR="003A6D8D">
        <w:t xml:space="preserve">. </w:t>
      </w:r>
      <w:r w:rsidRPr="003A0BBB">
        <w:t>J</w:t>
      </w:r>
      <w:r w:rsidR="003A6D8D">
        <w:t>’</w:t>
      </w:r>
      <w:r w:rsidRPr="003A0BBB">
        <w:t>essayais de me persuader que c</w:t>
      </w:r>
      <w:r w:rsidR="003A6D8D">
        <w:t>’</w:t>
      </w:r>
      <w:r w:rsidRPr="003A0BBB">
        <w:t>était par conviction de l</w:t>
      </w:r>
      <w:r w:rsidR="003A6D8D">
        <w:t>’</w:t>
      </w:r>
      <w:r w:rsidRPr="003A0BBB">
        <w:t>inutilité de ses instances qu</w:t>
      </w:r>
      <w:r w:rsidR="003A6D8D">
        <w:t>’</w:t>
      </w:r>
      <w:r w:rsidRPr="003A0BBB">
        <w:t>il les avait suspendues</w:t>
      </w:r>
      <w:r w:rsidR="003A6D8D">
        <w:t xml:space="preserve">. </w:t>
      </w:r>
      <w:r w:rsidRPr="003A0BBB">
        <w:t>Quoi qu</w:t>
      </w:r>
      <w:r w:rsidR="003A6D8D">
        <w:t>’</w:t>
      </w:r>
      <w:r w:rsidRPr="003A0BBB">
        <w:t>il en fût</w:t>
      </w:r>
      <w:r w:rsidR="003A6D8D">
        <w:t xml:space="preserve">, </w:t>
      </w:r>
      <w:r w:rsidRPr="003A0BBB">
        <w:t>m</w:t>
      </w:r>
      <w:r w:rsidR="003A6D8D">
        <w:t>’</w:t>
      </w:r>
      <w:r w:rsidRPr="003A0BBB">
        <w:t>illusionner à cet égard eût été vain</w:t>
      </w:r>
      <w:r w:rsidR="003A6D8D">
        <w:t xml:space="preserve">, </w:t>
      </w:r>
      <w:r w:rsidRPr="003A0BBB">
        <w:t>j</w:t>
      </w:r>
      <w:r w:rsidR="003A6D8D">
        <w:t>’</w:t>
      </w:r>
      <w:r w:rsidRPr="003A0BBB">
        <w:t>étais devenue la partie irrégulière de sa vie</w:t>
      </w:r>
      <w:r w:rsidR="003A6D8D">
        <w:t xml:space="preserve">. </w:t>
      </w:r>
      <w:r w:rsidRPr="003A0BBB">
        <w:t>Il avait beau me multiplier en public toutes les marques de déférence</w:t>
      </w:r>
      <w:r w:rsidR="003A6D8D">
        <w:t xml:space="preserve">, </w:t>
      </w:r>
      <w:r w:rsidRPr="003A0BBB">
        <w:t>je n</w:t>
      </w:r>
      <w:r w:rsidR="003A6D8D">
        <w:t>’</w:t>
      </w:r>
      <w:r w:rsidRPr="003A0BBB">
        <w:t>avais pu échapper aux multiples conséquences de cette irrégularité</w:t>
      </w:r>
      <w:r w:rsidR="003A6D8D">
        <w:t xml:space="preserve">. </w:t>
      </w:r>
      <w:r w:rsidRPr="003A0BBB">
        <w:t>Dans les cas de ce genre</w:t>
      </w:r>
      <w:r w:rsidR="003A6D8D">
        <w:t xml:space="preserve">, </w:t>
      </w:r>
      <w:r w:rsidRPr="003A0BBB">
        <w:t>ce sont les femmes toujours qui sont les victimes</w:t>
      </w:r>
      <w:r w:rsidR="003A6D8D">
        <w:t xml:space="preserve">. </w:t>
      </w:r>
      <w:r w:rsidRPr="003A0BBB">
        <w:t>L</w:t>
      </w:r>
      <w:r w:rsidR="003A6D8D">
        <w:t>’</w:t>
      </w:r>
      <w:r w:rsidRPr="003A0BBB">
        <w:t>homme</w:t>
      </w:r>
      <w:r w:rsidR="003A6D8D">
        <w:t xml:space="preserve">, </w:t>
      </w:r>
      <w:r w:rsidRPr="003A0BBB">
        <w:t>lui</w:t>
      </w:r>
      <w:r w:rsidR="003A6D8D">
        <w:t xml:space="preserve">, </w:t>
      </w:r>
      <w:r w:rsidRPr="003A0BBB">
        <w:t>est toujours absous</w:t>
      </w:r>
      <w:r w:rsidR="003A6D8D">
        <w:t xml:space="preserve">. </w:t>
      </w:r>
      <w:r w:rsidRPr="003A0BBB">
        <w:t>Il peut passer impunément d</w:t>
      </w:r>
      <w:r w:rsidR="003A6D8D">
        <w:t>’</w:t>
      </w:r>
      <w:r w:rsidRPr="003A0BBB">
        <w:t>un milieu à un autre</w:t>
      </w:r>
      <w:r w:rsidR="003A6D8D">
        <w:t xml:space="preserve">. </w:t>
      </w:r>
      <w:r w:rsidRPr="003A0BBB">
        <w:t>Il ne s</w:t>
      </w:r>
      <w:r w:rsidR="003A6D8D">
        <w:t>’</w:t>
      </w:r>
      <w:r w:rsidRPr="003A0BBB">
        <w:t>en rendra que plus intéressant</w:t>
      </w:r>
      <w:r w:rsidR="003A6D8D">
        <w:t xml:space="preserve">. </w:t>
      </w:r>
      <w:r w:rsidRPr="003A0BBB">
        <w:t>Ses lâchetés</w:t>
      </w:r>
      <w:r w:rsidR="003A6D8D">
        <w:t xml:space="preserve">, </w:t>
      </w:r>
      <w:r w:rsidRPr="003A0BBB">
        <w:t>ses trahisons lui seront autant de piédestaux</w:t>
      </w:r>
      <w:r w:rsidR="003A6D8D">
        <w:t xml:space="preserve">. </w:t>
      </w:r>
      <w:r w:rsidRPr="003A0BBB">
        <w:t>Peu m</w:t>
      </w:r>
      <w:r w:rsidR="003A6D8D">
        <w:t>’</w:t>
      </w:r>
      <w:r w:rsidRPr="003A0BBB">
        <w:t>importait</w:t>
      </w:r>
      <w:r w:rsidR="003A6D8D">
        <w:t xml:space="preserve">, </w:t>
      </w:r>
      <w:r w:rsidRPr="003A0BBB">
        <w:t>alors</w:t>
      </w:r>
      <w:r w:rsidR="003A6D8D">
        <w:t xml:space="preserve">. </w:t>
      </w:r>
      <w:r w:rsidRPr="003A0BBB">
        <w:t>Je n</w:t>
      </w:r>
      <w:r w:rsidR="003A6D8D">
        <w:t>’</w:t>
      </w:r>
      <w:r w:rsidRPr="003A0BBB">
        <w:t>avais qu</w:t>
      </w:r>
      <w:r w:rsidR="003A6D8D">
        <w:t>’</w:t>
      </w:r>
      <w:r w:rsidRPr="003A0BBB">
        <w:t>indifférence pour certains ostracismes</w:t>
      </w:r>
      <w:r w:rsidR="003A6D8D">
        <w:t xml:space="preserve">. </w:t>
      </w:r>
      <w:r w:rsidRPr="003A0BBB">
        <w:t>Aujourd</w:t>
      </w:r>
      <w:r w:rsidR="003A6D8D">
        <w:t>’</w:t>
      </w:r>
      <w:r w:rsidRPr="003A0BBB">
        <w:t>hui</w:t>
      </w:r>
      <w:r w:rsidR="003A6D8D">
        <w:t xml:space="preserve">, </w:t>
      </w:r>
      <w:r w:rsidRPr="003A0BBB">
        <w:t>je n</w:t>
      </w:r>
      <w:r w:rsidR="003A6D8D">
        <w:t>’</w:t>
      </w:r>
      <w:r w:rsidRPr="003A0BBB">
        <w:t>ignore plus le rôle que jouent</w:t>
      </w:r>
      <w:r w:rsidR="003A6D8D">
        <w:t xml:space="preserve">, </w:t>
      </w:r>
      <w:r w:rsidRPr="003A0BBB">
        <w:t>dans l</w:t>
      </w:r>
      <w:r w:rsidR="003A6D8D">
        <w:t>’</w:t>
      </w:r>
      <w:r w:rsidRPr="003A0BBB">
        <w:t>usure progressive d</w:t>
      </w:r>
      <w:r w:rsidR="003A6D8D">
        <w:t>’</w:t>
      </w:r>
      <w:r w:rsidRPr="003A0BBB">
        <w:t>un amour</w:t>
      </w:r>
      <w:r w:rsidR="003A6D8D">
        <w:t xml:space="preserve">, </w:t>
      </w:r>
      <w:r w:rsidRPr="003A0BBB">
        <w:t>les minimes froissements quotidiens qu</w:t>
      </w:r>
      <w:r w:rsidR="003A6D8D">
        <w:t>’</w:t>
      </w:r>
      <w:r w:rsidRPr="003A0BBB">
        <w:t>entraîne immanquablement une situation qui n</w:t>
      </w:r>
      <w:r w:rsidR="003A6D8D">
        <w:t>’</w:t>
      </w:r>
      <w:r w:rsidRPr="003A0BBB">
        <w:t>est pas nette</w:t>
      </w:r>
      <w:r w:rsidR="003A6D8D">
        <w:t xml:space="preserve">. </w:t>
      </w:r>
      <w:r w:rsidRPr="003A0BBB">
        <w:t>Que me servait d</w:t>
      </w:r>
      <w:r w:rsidR="003A6D8D">
        <w:t>’</w:t>
      </w:r>
      <w:r w:rsidRPr="003A0BBB">
        <w:t>avoir une vie plus digne et plus pure que chacune des femmes légitimes des amis de Franz</w:t>
      </w:r>
      <w:r w:rsidR="003A6D8D">
        <w:t xml:space="preserve"> ? </w:t>
      </w:r>
      <w:r w:rsidRPr="003A0BBB">
        <w:t>Au début</w:t>
      </w:r>
      <w:r w:rsidR="003A6D8D">
        <w:t xml:space="preserve">, </w:t>
      </w:r>
      <w:r w:rsidRPr="003A0BBB">
        <w:t>elles m</w:t>
      </w:r>
      <w:r w:rsidR="003A6D8D">
        <w:t>’</w:t>
      </w:r>
      <w:r w:rsidRPr="003A0BBB">
        <w:t>avaient admises parmi elle</w:t>
      </w:r>
      <w:r w:rsidR="003A6D8D">
        <w:t xml:space="preserve">. </w:t>
      </w:r>
      <w:r w:rsidRPr="003A0BBB">
        <w:t>Maintenant</w:t>
      </w:r>
      <w:r w:rsidR="003A6D8D">
        <w:t xml:space="preserve">, </w:t>
      </w:r>
      <w:r w:rsidRPr="003A0BBB">
        <w:t>peu à peu</w:t>
      </w:r>
      <w:r w:rsidR="003A6D8D">
        <w:t xml:space="preserve">, </w:t>
      </w:r>
      <w:r w:rsidRPr="003A0BBB">
        <w:t>l</w:t>
      </w:r>
      <w:r w:rsidR="003A6D8D">
        <w:t>’</w:t>
      </w:r>
      <w:r w:rsidRPr="003A0BBB">
        <w:t>une après l</w:t>
      </w:r>
      <w:r w:rsidR="003A6D8D">
        <w:t>’</w:t>
      </w:r>
      <w:r w:rsidRPr="003A0BBB">
        <w:t>autre</w:t>
      </w:r>
      <w:r w:rsidR="003A6D8D">
        <w:t xml:space="preserve">, </w:t>
      </w:r>
      <w:r w:rsidRPr="003A0BBB">
        <w:t>elles me rejetaient</w:t>
      </w:r>
      <w:r w:rsidR="003A6D8D">
        <w:t xml:space="preserve">. </w:t>
      </w:r>
      <w:r w:rsidRPr="003A0BBB">
        <w:t>Je n</w:t>
      </w:r>
      <w:r w:rsidR="003A6D8D">
        <w:t>’</w:t>
      </w:r>
      <w:r w:rsidRPr="003A0BBB">
        <w:t>ai eu à compter</w:t>
      </w:r>
      <w:r w:rsidR="003A6D8D">
        <w:t xml:space="preserve">, </w:t>
      </w:r>
      <w:r w:rsidRPr="003A0BBB">
        <w:t>dans cette lutte obscure et sournoise</w:t>
      </w:r>
      <w:r w:rsidR="003A6D8D">
        <w:t xml:space="preserve">, </w:t>
      </w:r>
      <w:r w:rsidRPr="003A0BBB">
        <w:t>ni sur l</w:t>
      </w:r>
      <w:r w:rsidR="003A6D8D">
        <w:t>’</w:t>
      </w:r>
      <w:r w:rsidRPr="003A0BBB">
        <w:t>appui de leurs maris</w:t>
      </w:r>
      <w:r w:rsidR="003A6D8D">
        <w:t xml:space="preserve">, </w:t>
      </w:r>
      <w:r w:rsidRPr="003A0BBB">
        <w:t>ni sur Franz lui-même</w:t>
      </w:r>
      <w:r w:rsidR="003A6D8D">
        <w:t xml:space="preserve">. </w:t>
      </w:r>
      <w:r w:rsidRPr="003A0BBB">
        <w:t>Au contraire</w:t>
      </w:r>
      <w:r w:rsidR="003A6D8D">
        <w:t xml:space="preserve">, </w:t>
      </w:r>
      <w:r w:rsidRPr="003A0BBB">
        <w:t>ce sont eux qui</w:t>
      </w:r>
      <w:r w:rsidR="003A6D8D">
        <w:t xml:space="preserve">, </w:t>
      </w:r>
      <w:r w:rsidRPr="003A0BBB">
        <w:t>avec leur légèreté</w:t>
      </w:r>
      <w:r w:rsidR="003A6D8D">
        <w:t xml:space="preserve">, </w:t>
      </w:r>
      <w:r w:rsidRPr="003A0BBB">
        <w:t>leur inconscience masculine</w:t>
      </w:r>
      <w:r w:rsidR="003A6D8D">
        <w:t xml:space="preserve">, </w:t>
      </w:r>
      <w:r w:rsidRPr="003A0BBB">
        <w:t>m</w:t>
      </w:r>
      <w:r w:rsidR="003A6D8D">
        <w:t>’</w:t>
      </w:r>
      <w:r w:rsidRPr="003A0BBB">
        <w:t>entraînant de compromissions en compromissions</w:t>
      </w:r>
      <w:r w:rsidR="003A6D8D">
        <w:t xml:space="preserve">, </w:t>
      </w:r>
      <w:r w:rsidRPr="003A0BBB">
        <w:t>ont petit à petit fait de moi une femme qui a fini par être jugée indigne d</w:t>
      </w:r>
      <w:r w:rsidR="003A6D8D">
        <w:t>’</w:t>
      </w:r>
      <w:r w:rsidRPr="003A0BBB">
        <w:t>être admise à leurs foyers</w:t>
      </w:r>
      <w:r w:rsidR="003A6D8D">
        <w:t xml:space="preserve">. </w:t>
      </w:r>
      <w:r w:rsidRPr="003A0BBB">
        <w:t>On imagine facilement un de ces innombrables épisodes</w:t>
      </w:r>
      <w:r w:rsidR="003A6D8D">
        <w:t>.</w:t>
      </w:r>
    </w:p>
    <w:p w14:paraId="63B2D578" w14:textId="77777777" w:rsidR="003A6D8D" w:rsidRDefault="003A6D8D" w:rsidP="008F7090">
      <w:r>
        <w:t>— </w:t>
      </w:r>
      <w:r w:rsidR="008F7090" w:rsidRPr="003A0BBB">
        <w:t>Qu</w:t>
      </w:r>
      <w:r>
        <w:t>’</w:t>
      </w:r>
      <w:r w:rsidR="008F7090" w:rsidRPr="003A0BBB">
        <w:t>y a-t-il</w:t>
      </w:r>
      <w:r>
        <w:t xml:space="preserve"> ? </w:t>
      </w:r>
      <w:r w:rsidR="008F7090" w:rsidRPr="003A0BBB">
        <w:t>demandais-je par exemple à Franz</w:t>
      </w:r>
      <w:r>
        <w:t xml:space="preserve">, </w:t>
      </w:r>
      <w:r w:rsidR="008F7090" w:rsidRPr="003A0BBB">
        <w:t>frappée que j</w:t>
      </w:r>
      <w:r>
        <w:t>’</w:t>
      </w:r>
      <w:r w:rsidR="008F7090" w:rsidRPr="003A0BBB">
        <w:t>étais par son air à la fois souriant et gêné</w:t>
      </w:r>
      <w:r>
        <w:t>.</w:t>
      </w:r>
    </w:p>
    <w:p w14:paraId="4309386B" w14:textId="77777777" w:rsidR="003A6D8D" w:rsidRDefault="003A6D8D" w:rsidP="008F7090">
      <w:r>
        <w:lastRenderedPageBreak/>
        <w:t>— </w:t>
      </w:r>
      <w:r w:rsidR="008F7090" w:rsidRPr="003A0BBB">
        <w:t>Rien</w:t>
      </w:r>
      <w:r>
        <w:t xml:space="preserve">. </w:t>
      </w:r>
      <w:r w:rsidR="008F7090" w:rsidRPr="003A0BBB">
        <w:t>Rien de particulier</w:t>
      </w:r>
      <w:r>
        <w:t xml:space="preserve">. </w:t>
      </w:r>
      <w:r w:rsidR="008F7090" w:rsidRPr="003A0BBB">
        <w:t>Ah</w:t>
      </w:r>
      <w:r>
        <w:t xml:space="preserve"> ! </w:t>
      </w:r>
      <w:r w:rsidR="008F7090" w:rsidRPr="003A0BBB">
        <w:t>si</w:t>
      </w:r>
      <w:r>
        <w:t xml:space="preserve">, </w:t>
      </w:r>
      <w:r w:rsidR="008F7090" w:rsidRPr="003A0BBB">
        <w:t>pourtant</w:t>
      </w:r>
      <w:r>
        <w:t xml:space="preserve">. </w:t>
      </w:r>
      <w:r w:rsidR="008F7090" w:rsidRPr="003A0BBB">
        <w:t>Nous dînons demain soir dans un cabaret de Montmartre avec Étienne et Roger</w:t>
      </w:r>
      <w:r>
        <w:t xml:space="preserve">. </w:t>
      </w:r>
      <w:r w:rsidR="008F7090" w:rsidRPr="003A0BBB">
        <w:t>Cela ne t</w:t>
      </w:r>
      <w:r>
        <w:t>’</w:t>
      </w:r>
      <w:r w:rsidR="008F7090" w:rsidRPr="003A0BBB">
        <w:t>ennuie pas</w:t>
      </w:r>
      <w:r>
        <w:t> ?</w:t>
      </w:r>
    </w:p>
    <w:p w14:paraId="746B84F2" w14:textId="77777777" w:rsidR="003A6D8D" w:rsidRDefault="003A6D8D" w:rsidP="008F7090">
      <w:r>
        <w:t>— </w:t>
      </w:r>
      <w:r w:rsidR="008F7090" w:rsidRPr="003A0BBB">
        <w:t>Moi</w:t>
      </w:r>
      <w:r>
        <w:t xml:space="preserve"> ? </w:t>
      </w:r>
      <w:r w:rsidR="008F7090" w:rsidRPr="003A0BBB">
        <w:t>Pas du tout</w:t>
      </w:r>
      <w:r>
        <w:t xml:space="preserve">. </w:t>
      </w:r>
      <w:r w:rsidR="008F7090" w:rsidRPr="003A0BBB">
        <w:t>Cela me fait plaisir</w:t>
      </w:r>
      <w:r>
        <w:t xml:space="preserve">. </w:t>
      </w:r>
      <w:r w:rsidR="008F7090" w:rsidRPr="003A0BBB">
        <w:t>Il y a bien huit jours que nous ne sommes sortis ensemble</w:t>
      </w:r>
      <w:r>
        <w:t>.</w:t>
      </w:r>
    </w:p>
    <w:p w14:paraId="0E52C6A7" w14:textId="77777777" w:rsidR="003A6D8D" w:rsidRDefault="003A6D8D" w:rsidP="008F7090">
      <w:r>
        <w:t>— </w:t>
      </w:r>
      <w:r w:rsidR="008F7090" w:rsidRPr="003A0BBB">
        <w:t>C</w:t>
      </w:r>
      <w:r>
        <w:t>’</w:t>
      </w:r>
      <w:r w:rsidR="008F7090" w:rsidRPr="003A0BBB">
        <w:t>est que</w:t>
      </w:r>
      <w:r>
        <w:t xml:space="preserve">, </w:t>
      </w:r>
      <w:r w:rsidR="008F7090" w:rsidRPr="003A0BBB">
        <w:t>je vais te dire</w:t>
      </w:r>
      <w:r>
        <w:t xml:space="preserve">… </w:t>
      </w:r>
      <w:r w:rsidR="008F7090" w:rsidRPr="003A0BBB">
        <w:t>Mais promets-moi d</w:t>
      </w:r>
      <w:r>
        <w:t>’</w:t>
      </w:r>
      <w:r w:rsidR="008F7090" w:rsidRPr="003A0BBB">
        <w:t>abord de ne pas m</w:t>
      </w:r>
      <w:r>
        <w:t>’</w:t>
      </w:r>
      <w:r w:rsidR="008F7090" w:rsidRPr="003A0BBB">
        <w:t>en vouloir</w:t>
      </w:r>
      <w:r>
        <w:t>.</w:t>
      </w:r>
    </w:p>
    <w:p w14:paraId="27157F09" w14:textId="77777777" w:rsidR="003A6D8D" w:rsidRDefault="003A6D8D" w:rsidP="008F7090">
      <w:r>
        <w:t>— </w:t>
      </w:r>
      <w:r w:rsidR="008F7090" w:rsidRPr="003A0BBB">
        <w:t>Eh bien</w:t>
      </w:r>
      <w:r>
        <w:t> ?</w:t>
      </w:r>
    </w:p>
    <w:p w14:paraId="5A1625DA" w14:textId="77777777" w:rsidR="003A6D8D" w:rsidRDefault="003A6D8D" w:rsidP="008F7090">
      <w:r>
        <w:t>— </w:t>
      </w:r>
      <w:r w:rsidR="008F7090" w:rsidRPr="003A0BBB">
        <w:t>Voilà</w:t>
      </w:r>
      <w:r>
        <w:t xml:space="preserve">. </w:t>
      </w:r>
      <w:r w:rsidR="008F7090" w:rsidRPr="003A0BBB">
        <w:t>Roger ne savait pas qu</w:t>
      </w:r>
      <w:r>
        <w:t>’</w:t>
      </w:r>
      <w:r w:rsidR="008F7090" w:rsidRPr="003A0BBB">
        <w:t>Étienne nous avait déjà invités</w:t>
      </w:r>
      <w:r>
        <w:t xml:space="preserve">. </w:t>
      </w:r>
      <w:r w:rsidR="008F7090" w:rsidRPr="003A0BBB">
        <w:t>Alors il a promis à sa petite amie Clara de l</w:t>
      </w:r>
      <w:r>
        <w:t>’</w:t>
      </w:r>
      <w:r w:rsidR="008F7090" w:rsidRPr="003A0BBB">
        <w:t>amener</w:t>
      </w:r>
      <w:r>
        <w:t xml:space="preserve">. </w:t>
      </w:r>
      <w:r w:rsidR="008F7090" w:rsidRPr="003A0BBB">
        <w:t>Tu sais</w:t>
      </w:r>
      <w:r>
        <w:t xml:space="preserve">, </w:t>
      </w:r>
      <w:r w:rsidR="008F7090" w:rsidRPr="003A0BBB">
        <w:t>Clara</w:t>
      </w:r>
      <w:r>
        <w:t xml:space="preserve">, </w:t>
      </w:r>
      <w:r w:rsidR="008F7090" w:rsidRPr="003A0BBB">
        <w:t>l</w:t>
      </w:r>
      <w:r>
        <w:t>’</w:t>
      </w:r>
      <w:r w:rsidR="008F7090" w:rsidRPr="003A0BBB">
        <w:t>actrice des Bouffes</w:t>
      </w:r>
      <w:r>
        <w:t> ?</w:t>
      </w:r>
    </w:p>
    <w:p w14:paraId="6DE0F3BB" w14:textId="77777777" w:rsidR="003A6D8D" w:rsidRDefault="003A6D8D" w:rsidP="008F7090">
      <w:r>
        <w:t>— </w:t>
      </w:r>
      <w:r w:rsidR="008F7090" w:rsidRPr="003A0BBB">
        <w:t>L</w:t>
      </w:r>
      <w:r>
        <w:t>’</w:t>
      </w:r>
      <w:r w:rsidR="008F7090" w:rsidRPr="003A0BBB">
        <w:t>actrice</w:t>
      </w:r>
      <w:r>
        <w:t xml:space="preserve"> ? </w:t>
      </w:r>
      <w:r w:rsidR="008F7090" w:rsidRPr="003A0BBB">
        <w:t>Elle n</w:t>
      </w:r>
      <w:r>
        <w:t>’</w:t>
      </w:r>
      <w:r w:rsidR="008F7090" w:rsidRPr="003A0BBB">
        <w:t>a joué qu</w:t>
      </w:r>
      <w:r>
        <w:t>’</w:t>
      </w:r>
      <w:r w:rsidR="008F7090" w:rsidRPr="003A0BBB">
        <w:t>une fois</w:t>
      </w:r>
      <w:r>
        <w:t>.</w:t>
      </w:r>
    </w:p>
    <w:p w14:paraId="3245731B" w14:textId="77777777" w:rsidR="003A6D8D" w:rsidRDefault="003A6D8D" w:rsidP="008F7090">
      <w:r>
        <w:t>— </w:t>
      </w:r>
      <w:r w:rsidR="008F7090" w:rsidRPr="003A0BBB">
        <w:t>Je sais</w:t>
      </w:r>
      <w:r>
        <w:t xml:space="preserve">, </w:t>
      </w:r>
      <w:r w:rsidR="008F7090" w:rsidRPr="003A0BBB">
        <w:t>je sais</w:t>
      </w:r>
      <w:r>
        <w:t xml:space="preserve">. </w:t>
      </w:r>
      <w:r w:rsidR="008F7090" w:rsidRPr="003A0BBB">
        <w:t>Enfin</w:t>
      </w:r>
      <w:r>
        <w:t xml:space="preserve">, </w:t>
      </w:r>
      <w:r w:rsidR="008F7090" w:rsidRPr="003A0BBB">
        <w:t>Roger était très ennuyé</w:t>
      </w:r>
      <w:r>
        <w:t xml:space="preserve">. </w:t>
      </w:r>
      <w:r w:rsidR="008F7090" w:rsidRPr="003A0BBB">
        <w:t>Inutile de te dire que je n</w:t>
      </w:r>
      <w:r>
        <w:t>’</w:t>
      </w:r>
      <w:r w:rsidR="008F7090" w:rsidRPr="003A0BBB">
        <w:t>ai pas encore accepté</w:t>
      </w:r>
      <w:r>
        <w:t xml:space="preserve">. </w:t>
      </w:r>
      <w:r w:rsidR="008F7090" w:rsidRPr="003A0BBB">
        <w:t>J</w:t>
      </w:r>
      <w:r>
        <w:t>’</w:t>
      </w:r>
      <w:r w:rsidR="008F7090" w:rsidRPr="003A0BBB">
        <w:t>ai tenu d</w:t>
      </w:r>
      <w:r>
        <w:t>’</w:t>
      </w:r>
      <w:r w:rsidR="008F7090" w:rsidRPr="003A0BBB">
        <w:t>abord à te prévenir</w:t>
      </w:r>
      <w:r>
        <w:t xml:space="preserve">. </w:t>
      </w:r>
      <w:r w:rsidR="008F7090" w:rsidRPr="003A0BBB">
        <w:t>Que faut-il faire</w:t>
      </w:r>
      <w:r>
        <w:t> ?</w:t>
      </w:r>
    </w:p>
    <w:p w14:paraId="7C539DE1" w14:textId="77777777" w:rsidR="003A6D8D" w:rsidRDefault="003A6D8D" w:rsidP="008F7090">
      <w:r>
        <w:t>— </w:t>
      </w:r>
      <w:r w:rsidR="008F7090" w:rsidRPr="003A0BBB">
        <w:t>Accepte</w:t>
      </w:r>
      <w:r>
        <w:t xml:space="preserve">, </w:t>
      </w:r>
      <w:r w:rsidR="008F7090" w:rsidRPr="003A0BBB">
        <w:t>accepte</w:t>
      </w:r>
      <w:r>
        <w:t xml:space="preserve">. </w:t>
      </w:r>
      <w:r w:rsidR="008F7090" w:rsidRPr="003A0BBB">
        <w:t>Je suis certaine que la femme d</w:t>
      </w:r>
      <w:r>
        <w:t>’</w:t>
      </w:r>
      <w:r w:rsidR="008F7090" w:rsidRPr="003A0BBB">
        <w:t>Étienne</w:t>
      </w:r>
      <w:r>
        <w:t xml:space="preserve">, </w:t>
      </w:r>
      <w:r w:rsidR="008F7090" w:rsidRPr="003A0BBB">
        <w:t>elle aussi</w:t>
      </w:r>
      <w:r>
        <w:t>…</w:t>
      </w:r>
    </w:p>
    <w:p w14:paraId="670AC20D" w14:textId="77777777" w:rsidR="003A6D8D" w:rsidRDefault="003A6D8D" w:rsidP="008F7090">
      <w:r>
        <w:t>— </w:t>
      </w:r>
      <w:r w:rsidR="008F7090" w:rsidRPr="003A0BBB">
        <w:t>La femme d</w:t>
      </w:r>
      <w:r>
        <w:t>’</w:t>
      </w:r>
      <w:r w:rsidR="008F7090" w:rsidRPr="003A0BBB">
        <w:t>Étienne</w:t>
      </w:r>
      <w:r>
        <w:t xml:space="preserve"> ? </w:t>
      </w:r>
      <w:r w:rsidR="008F7090" w:rsidRPr="003A0BBB">
        <w:t>Elle n</w:t>
      </w:r>
      <w:r>
        <w:t>’</w:t>
      </w:r>
      <w:r w:rsidR="008F7090" w:rsidRPr="003A0BBB">
        <w:t>y sera pas</w:t>
      </w:r>
      <w:r>
        <w:t xml:space="preserve">. </w:t>
      </w:r>
      <w:r w:rsidR="008F7090" w:rsidRPr="003A0BBB">
        <w:t>Elle est dans le Midi</w:t>
      </w:r>
      <w:r>
        <w:t xml:space="preserve">, </w:t>
      </w:r>
      <w:r w:rsidR="008F7090" w:rsidRPr="003A0BBB">
        <w:t>auprès de sa mère qui est souffrante</w:t>
      </w:r>
      <w:r>
        <w:t>.</w:t>
      </w:r>
    </w:p>
    <w:p w14:paraId="3A1D60F9" w14:textId="77777777" w:rsidR="003A6D8D" w:rsidRDefault="003A6D8D" w:rsidP="008F7090">
      <w:r>
        <w:t>— </w:t>
      </w:r>
      <w:r w:rsidR="008F7090" w:rsidRPr="003A0BBB">
        <w:t>Ah</w:t>
      </w:r>
      <w:r>
        <w:t xml:space="preserve"> ! </w:t>
      </w:r>
      <w:r w:rsidR="008F7090" w:rsidRPr="003A0BBB">
        <w:t>la femme d</w:t>
      </w:r>
      <w:r>
        <w:t>’</w:t>
      </w:r>
      <w:r w:rsidR="008F7090" w:rsidRPr="003A0BBB">
        <w:t>Étienne n</w:t>
      </w:r>
      <w:r>
        <w:t>’</w:t>
      </w:r>
      <w:r w:rsidR="008F7090" w:rsidRPr="003A0BBB">
        <w:t>y sera pas</w:t>
      </w:r>
      <w:r>
        <w:t xml:space="preserve"> ? </w:t>
      </w:r>
      <w:r w:rsidR="008F7090" w:rsidRPr="003A0BBB">
        <w:t>Que veux-tu que je te dise</w:t>
      </w:r>
      <w:r>
        <w:t xml:space="preserve">, </w:t>
      </w:r>
      <w:r w:rsidR="008F7090" w:rsidRPr="003A0BBB">
        <w:t>mon pauvre Franz</w:t>
      </w:r>
      <w:r>
        <w:t xml:space="preserve">. </w:t>
      </w:r>
      <w:r w:rsidR="008F7090" w:rsidRPr="003A0BBB">
        <w:t>Accepte tout de même</w:t>
      </w:r>
      <w:r>
        <w:t>.</w:t>
      </w:r>
    </w:p>
    <w:p w14:paraId="60A02A38" w14:textId="77777777" w:rsidR="003A6D8D" w:rsidRDefault="008F7090" w:rsidP="008F7090">
      <w:r w:rsidRPr="003A0BBB">
        <w:t>Son visage s</w:t>
      </w:r>
      <w:r w:rsidR="003A6D8D">
        <w:t>’</w:t>
      </w:r>
      <w:r w:rsidRPr="003A0BBB">
        <w:t>éclairait</w:t>
      </w:r>
      <w:r w:rsidR="003A6D8D">
        <w:t xml:space="preserve">. </w:t>
      </w:r>
      <w:r w:rsidRPr="003A0BBB">
        <w:t>Il m</w:t>
      </w:r>
      <w:r w:rsidR="003A6D8D">
        <w:t>’</w:t>
      </w:r>
      <w:r w:rsidRPr="003A0BBB">
        <w:t>embrassait</w:t>
      </w:r>
      <w:r w:rsidR="003A6D8D">
        <w:t> :</w:t>
      </w:r>
    </w:p>
    <w:p w14:paraId="0C8E7391" w14:textId="77777777" w:rsidR="003A6D8D" w:rsidRDefault="003A6D8D" w:rsidP="008F7090">
      <w:r>
        <w:t>— </w:t>
      </w:r>
      <w:r w:rsidR="008F7090" w:rsidRPr="003A0BBB">
        <w:t>Merci</w:t>
      </w:r>
      <w:r>
        <w:t xml:space="preserve">, </w:t>
      </w:r>
      <w:r w:rsidR="008F7090" w:rsidRPr="003A0BBB">
        <w:t>Alberte</w:t>
      </w:r>
      <w:r>
        <w:t xml:space="preserve">, </w:t>
      </w:r>
      <w:r w:rsidR="008F7090" w:rsidRPr="003A0BBB">
        <w:t>merci</w:t>
      </w:r>
      <w:r>
        <w:t xml:space="preserve">. </w:t>
      </w:r>
      <w:r w:rsidR="008F7090" w:rsidRPr="003A0BBB">
        <w:t>Tu me tires une rude épine du pied</w:t>
      </w:r>
      <w:r>
        <w:t xml:space="preserve">. </w:t>
      </w:r>
      <w:r w:rsidR="008F7090" w:rsidRPr="003A0BBB">
        <w:t>C</w:t>
      </w:r>
      <w:r>
        <w:t>’</w:t>
      </w:r>
      <w:r w:rsidR="008F7090" w:rsidRPr="003A0BBB">
        <w:t>est Étienne qui va être heureux</w:t>
      </w:r>
      <w:r>
        <w:t xml:space="preserve">. </w:t>
      </w:r>
      <w:r w:rsidR="008F7090" w:rsidRPr="003A0BBB">
        <w:t>Et Roger</w:t>
      </w:r>
      <w:r>
        <w:t xml:space="preserve">, </w:t>
      </w:r>
      <w:r w:rsidR="008F7090" w:rsidRPr="003A0BBB">
        <w:t>donc</w:t>
      </w:r>
      <w:r>
        <w:t xml:space="preserve">. </w:t>
      </w:r>
      <w:r w:rsidR="008F7090" w:rsidRPr="003A0BBB">
        <w:t>Ils t</w:t>
      </w:r>
      <w:r>
        <w:t>’</w:t>
      </w:r>
      <w:r w:rsidR="008F7090" w:rsidRPr="003A0BBB">
        <w:t>aiment tant</w:t>
      </w:r>
      <w:r>
        <w:t xml:space="preserve">. </w:t>
      </w:r>
      <w:r w:rsidR="008F7090" w:rsidRPr="003A0BBB">
        <w:t>Ils seraient navrés de t</w:t>
      </w:r>
      <w:r>
        <w:t>’</w:t>
      </w:r>
      <w:r w:rsidR="008F7090" w:rsidRPr="003A0BBB">
        <w:t>être désagréables</w:t>
      </w:r>
      <w:r>
        <w:t xml:space="preserve">. </w:t>
      </w:r>
      <w:r w:rsidR="008F7090" w:rsidRPr="003A0BBB">
        <w:t>D</w:t>
      </w:r>
      <w:r>
        <w:t>’</w:t>
      </w:r>
      <w:r w:rsidR="008F7090" w:rsidRPr="003A0BBB">
        <w:t>ailleurs</w:t>
      </w:r>
      <w:r>
        <w:t xml:space="preserve">, </w:t>
      </w:r>
      <w:r w:rsidR="008F7090" w:rsidRPr="003A0BBB">
        <w:t>tu sais</w:t>
      </w:r>
      <w:r>
        <w:t xml:space="preserve">, </w:t>
      </w:r>
      <w:r w:rsidR="008F7090" w:rsidRPr="003A0BBB">
        <w:t>cette petite Clara est très intelligente</w:t>
      </w:r>
      <w:r>
        <w:t xml:space="preserve">. </w:t>
      </w:r>
      <w:r w:rsidR="008F7090" w:rsidRPr="003A0BBB">
        <w:t>Je suis sûr qu</w:t>
      </w:r>
      <w:r>
        <w:t>’</w:t>
      </w:r>
      <w:r w:rsidR="008F7090" w:rsidRPr="003A0BBB">
        <w:t>elle saura parfaitement se tenir à sa place</w:t>
      </w:r>
      <w:r>
        <w:t xml:space="preserve">. </w:t>
      </w:r>
      <w:r w:rsidR="008F7090" w:rsidRPr="003A0BBB">
        <w:t>C</w:t>
      </w:r>
      <w:r>
        <w:t>’</w:t>
      </w:r>
      <w:r w:rsidR="008F7090" w:rsidRPr="003A0BBB">
        <w:t>est égal</w:t>
      </w:r>
      <w:r>
        <w:t xml:space="preserve">, </w:t>
      </w:r>
      <w:r w:rsidR="008F7090" w:rsidRPr="003A0BBB">
        <w:t>c</w:t>
      </w:r>
      <w:r>
        <w:t>’</w:t>
      </w:r>
      <w:r w:rsidR="008F7090" w:rsidRPr="003A0BBB">
        <w:t xml:space="preserve">est </w:t>
      </w:r>
      <w:r w:rsidR="008F7090" w:rsidRPr="003A0BBB">
        <w:lastRenderedPageBreak/>
        <w:t>joliment agréable d</w:t>
      </w:r>
      <w:r>
        <w:t>’</w:t>
      </w:r>
      <w:r w:rsidR="008F7090" w:rsidRPr="003A0BBB">
        <w:t>avoir affaire à quelqu</w:t>
      </w:r>
      <w:r>
        <w:t>’</w:t>
      </w:r>
      <w:r w:rsidR="008F7090" w:rsidRPr="003A0BBB">
        <w:t>un qui comprend la vie comme toi</w:t>
      </w:r>
      <w:r>
        <w:t>.</w:t>
      </w:r>
    </w:p>
    <w:p w14:paraId="68BE92C8" w14:textId="77777777" w:rsidR="003A6D8D" w:rsidRDefault="008F7090" w:rsidP="008F7090">
      <w:r w:rsidRPr="003A0BBB">
        <w:t>Avec une nuance de tristesse</w:t>
      </w:r>
      <w:r w:rsidR="003A6D8D">
        <w:t xml:space="preserve">, </w:t>
      </w:r>
      <w:r w:rsidRPr="003A0BBB">
        <w:t>je répondais</w:t>
      </w:r>
      <w:r w:rsidR="003A6D8D">
        <w:t> :</w:t>
      </w:r>
    </w:p>
    <w:p w14:paraId="38100314" w14:textId="77777777" w:rsidR="003A6D8D" w:rsidRDefault="003A6D8D" w:rsidP="008F7090">
      <w:r>
        <w:t>— </w:t>
      </w:r>
      <w:r w:rsidR="008F7090" w:rsidRPr="003A0BBB">
        <w:t>Tu sais bien</w:t>
      </w:r>
      <w:r>
        <w:t xml:space="preserve">, </w:t>
      </w:r>
      <w:r w:rsidR="008F7090" w:rsidRPr="003A0BBB">
        <w:t>Franz</w:t>
      </w:r>
      <w:r>
        <w:t xml:space="preserve">, </w:t>
      </w:r>
      <w:r w:rsidR="008F7090" w:rsidRPr="003A0BBB">
        <w:t>ce que disent tes amis</w:t>
      </w:r>
      <w:r>
        <w:t xml:space="preserve">. </w:t>
      </w:r>
      <w:r w:rsidR="008F7090" w:rsidRPr="003A0BBB">
        <w:t>Je suis pour eux un camarade</w:t>
      </w:r>
      <w:r>
        <w:t>.</w:t>
      </w:r>
    </w:p>
    <w:p w14:paraId="5B4E2A73" w14:textId="77777777" w:rsidR="003A6D8D" w:rsidRDefault="008F7090" w:rsidP="008F7090">
      <w:r w:rsidRPr="003A0BBB">
        <w:t>Un camarade</w:t>
      </w:r>
      <w:r w:rsidR="003A6D8D">
        <w:t xml:space="preserve"> ! </w:t>
      </w:r>
      <w:r w:rsidRPr="003A0BBB">
        <w:t>Qu</w:t>
      </w:r>
      <w:r w:rsidR="003A6D8D">
        <w:t>’</w:t>
      </w:r>
      <w:r w:rsidRPr="003A0BBB">
        <w:t>une femme se garde bien d</w:t>
      </w:r>
      <w:r w:rsidR="003A6D8D">
        <w:t>’</w:t>
      </w:r>
      <w:r w:rsidRPr="003A0BBB">
        <w:t>adopter seulement une fois ce qualificatif ridicule</w:t>
      </w:r>
      <w:r w:rsidR="003A6D8D">
        <w:t xml:space="preserve">. </w:t>
      </w:r>
      <w:r w:rsidRPr="003A0BBB">
        <w:t>Un camarade</w:t>
      </w:r>
      <w:r w:rsidR="003A6D8D">
        <w:t xml:space="preserve"> ! </w:t>
      </w:r>
      <w:r w:rsidRPr="003A0BBB">
        <w:t>Désormais</w:t>
      </w:r>
      <w:r w:rsidR="003A6D8D">
        <w:t xml:space="preserve">, </w:t>
      </w:r>
      <w:r w:rsidRPr="003A0BBB">
        <w:t>ce sera fini</w:t>
      </w:r>
      <w:r w:rsidR="003A6D8D">
        <w:t xml:space="preserve">. </w:t>
      </w:r>
      <w:r w:rsidRPr="003A0BBB">
        <w:t>On ne se gênera plus avec elle</w:t>
      </w:r>
      <w:r w:rsidR="003A6D8D">
        <w:t>.</w:t>
      </w:r>
    </w:p>
    <w:p w14:paraId="27DBD6B6" w14:textId="77777777" w:rsidR="003A6D8D" w:rsidRDefault="008F7090" w:rsidP="008F7090">
      <w:r w:rsidRPr="003A0BBB">
        <w:t>À force d</w:t>
      </w:r>
      <w:r w:rsidR="003A6D8D">
        <w:t>’</w:t>
      </w:r>
      <w:r w:rsidRPr="003A0BBB">
        <w:t>être pour eux</w:t>
      </w:r>
      <w:r w:rsidR="003A6D8D">
        <w:t xml:space="preserve">, </w:t>
      </w:r>
      <w:r w:rsidRPr="003A0BBB">
        <w:t>comme ils disaient</w:t>
      </w:r>
      <w:r w:rsidR="003A6D8D">
        <w:t xml:space="preserve">, </w:t>
      </w:r>
      <w:r w:rsidRPr="003A0BBB">
        <w:t>un camarade</w:t>
      </w:r>
      <w:r w:rsidR="003A6D8D">
        <w:t xml:space="preserve">, </w:t>
      </w:r>
      <w:r w:rsidRPr="003A0BBB">
        <w:t>j</w:t>
      </w:r>
      <w:r w:rsidR="003A6D8D">
        <w:t>’</w:t>
      </w:r>
      <w:r w:rsidRPr="003A0BBB">
        <w:t xml:space="preserve">ai subi toutes les </w:t>
      </w:r>
      <w:proofErr w:type="spellStart"/>
      <w:r w:rsidRPr="003A0BBB">
        <w:t>Claras</w:t>
      </w:r>
      <w:proofErr w:type="spellEnd"/>
      <w:r w:rsidR="003A6D8D">
        <w:t xml:space="preserve">, </w:t>
      </w:r>
      <w:r w:rsidRPr="003A0BBB">
        <w:t xml:space="preserve">toutes les </w:t>
      </w:r>
      <w:proofErr w:type="spellStart"/>
      <w:r w:rsidRPr="003A0BBB">
        <w:t>Mauds</w:t>
      </w:r>
      <w:proofErr w:type="spellEnd"/>
      <w:r w:rsidR="003A6D8D">
        <w:t xml:space="preserve">, </w:t>
      </w:r>
      <w:r w:rsidRPr="003A0BBB">
        <w:t xml:space="preserve">toutes les </w:t>
      </w:r>
      <w:proofErr w:type="spellStart"/>
      <w:r w:rsidRPr="003A0BBB">
        <w:t>Lilianes</w:t>
      </w:r>
      <w:proofErr w:type="spellEnd"/>
      <w:r w:rsidRPr="003A0BBB">
        <w:t xml:space="preserve"> de ces messieurs les amis de Franz</w:t>
      </w:r>
      <w:r w:rsidR="003A6D8D">
        <w:t xml:space="preserve">. </w:t>
      </w:r>
      <w:r w:rsidRPr="003A0BBB">
        <w:t>Réciproquement</w:t>
      </w:r>
      <w:r w:rsidR="003A6D8D">
        <w:t xml:space="preserve">, </w:t>
      </w:r>
      <w:r w:rsidRPr="003A0BBB">
        <w:t>sans qu</w:t>
      </w:r>
      <w:r w:rsidR="003A6D8D">
        <w:t>’</w:t>
      </w:r>
      <w:r w:rsidRPr="003A0BBB">
        <w:t>un seul d</w:t>
      </w:r>
      <w:r w:rsidR="003A6D8D">
        <w:t>’</w:t>
      </w:r>
      <w:r w:rsidRPr="003A0BBB">
        <w:t>entre eux ait osé seulement prendre auprès d</w:t>
      </w:r>
      <w:r w:rsidR="003A6D8D">
        <w:t>’</w:t>
      </w:r>
      <w:r w:rsidRPr="003A0BBB">
        <w:t>elles ma défense</w:t>
      </w:r>
      <w:r w:rsidR="003A6D8D">
        <w:t xml:space="preserve">, </w:t>
      </w:r>
      <w:r w:rsidRPr="003A0BBB">
        <w:t>j</w:t>
      </w:r>
      <w:r w:rsidR="003A6D8D">
        <w:t>’</w:t>
      </w:r>
      <w:r w:rsidRPr="003A0BBB">
        <w:t>ai fini par ne plus voir aucune de leurs femmes</w:t>
      </w:r>
      <w:r w:rsidR="003A6D8D">
        <w:t xml:space="preserve">. </w:t>
      </w:r>
      <w:r w:rsidRPr="003A0BBB">
        <w:t>Encore une fois</w:t>
      </w:r>
      <w:r w:rsidR="003A6D8D">
        <w:t xml:space="preserve">, </w:t>
      </w:r>
      <w:r w:rsidRPr="003A0BBB">
        <w:t>peu m</w:t>
      </w:r>
      <w:r w:rsidR="003A6D8D">
        <w:t>’</w:t>
      </w:r>
      <w:r w:rsidRPr="003A0BBB">
        <w:t>importait</w:t>
      </w:r>
      <w:r w:rsidR="003A6D8D">
        <w:t xml:space="preserve"> ! </w:t>
      </w:r>
      <w:r w:rsidRPr="003A0BBB">
        <w:t>Je ne tenais qu</w:t>
      </w:r>
      <w:r w:rsidR="003A6D8D">
        <w:t>’</w:t>
      </w:r>
      <w:r w:rsidRPr="003A0BBB">
        <w:t>à une chose</w:t>
      </w:r>
      <w:r w:rsidR="003A6D8D">
        <w:t xml:space="preserve">, </w:t>
      </w:r>
      <w:r w:rsidRPr="003A0BBB">
        <w:t>à l</w:t>
      </w:r>
      <w:r w:rsidR="003A6D8D">
        <w:t>’</w:t>
      </w:r>
      <w:r w:rsidRPr="003A0BBB">
        <w:t>amour de Franz</w:t>
      </w:r>
      <w:r w:rsidR="003A6D8D">
        <w:t xml:space="preserve"> ! </w:t>
      </w:r>
      <w:r w:rsidRPr="003A0BBB">
        <w:t>Eh bien</w:t>
      </w:r>
      <w:r w:rsidR="003A6D8D">
        <w:t xml:space="preserve">, </w:t>
      </w:r>
      <w:r w:rsidRPr="003A0BBB">
        <w:t>je m</w:t>
      </w:r>
      <w:r w:rsidR="003A6D8D">
        <w:t>’</w:t>
      </w:r>
      <w:r w:rsidRPr="003A0BBB">
        <w:t>en rends compte à présent</w:t>
      </w:r>
      <w:r w:rsidR="003A6D8D">
        <w:t xml:space="preserve">, </w:t>
      </w:r>
      <w:r w:rsidRPr="003A0BBB">
        <w:t>cet amour</w:t>
      </w:r>
      <w:r w:rsidR="003A6D8D">
        <w:t xml:space="preserve">, </w:t>
      </w:r>
      <w:r w:rsidRPr="003A0BBB">
        <w:t>si je suis arrivé à le perdre</w:t>
      </w:r>
      <w:r w:rsidR="003A6D8D">
        <w:t xml:space="preserve">, </w:t>
      </w:r>
      <w:r w:rsidRPr="003A0BBB">
        <w:t>c</w:t>
      </w:r>
      <w:r w:rsidR="003A6D8D">
        <w:t>’</w:t>
      </w:r>
      <w:r w:rsidRPr="003A0BBB">
        <w:t>est</w:t>
      </w:r>
      <w:r w:rsidR="003A6D8D">
        <w:t xml:space="preserve">, </w:t>
      </w:r>
      <w:r w:rsidRPr="003A0BBB">
        <w:t>parmi tant d</w:t>
      </w:r>
      <w:r w:rsidR="003A6D8D">
        <w:t>’</w:t>
      </w:r>
      <w:r w:rsidRPr="003A0BBB">
        <w:t>autres motifs</w:t>
      </w:r>
      <w:r w:rsidR="003A6D8D">
        <w:t xml:space="preserve">, </w:t>
      </w:r>
      <w:r w:rsidRPr="003A0BBB">
        <w:t>pour avoir consenti aux compromissions dans lesquelles Franz a commencé par m</w:t>
      </w:r>
      <w:r w:rsidR="003A6D8D">
        <w:t>’</w:t>
      </w:r>
      <w:r w:rsidRPr="003A0BBB">
        <w:t>entraîner et dont ensuite il m</w:t>
      </w:r>
      <w:r w:rsidR="003A6D8D">
        <w:t>’</w:t>
      </w:r>
      <w:r w:rsidRPr="003A0BBB">
        <w:t>a voulu</w:t>
      </w:r>
      <w:r w:rsidR="003A6D8D">
        <w:t>.</w:t>
      </w:r>
    </w:p>
    <w:p w14:paraId="2B5786F6" w14:textId="24AB14A7" w:rsidR="003A6D8D" w:rsidRDefault="008F7090" w:rsidP="008F7090">
      <w:r w:rsidRPr="003A0BBB">
        <w:t>Ce fut à la suite d</w:t>
      </w:r>
      <w:r w:rsidR="003A6D8D">
        <w:t>’</w:t>
      </w:r>
      <w:r w:rsidRPr="003A0BBB">
        <w:t>une de ces sorties où la compagnie de jeunes personnes assez légères m</w:t>
      </w:r>
      <w:r w:rsidR="003A6D8D">
        <w:t>’</w:t>
      </w:r>
      <w:r w:rsidRPr="003A0BBB">
        <w:t>avait été plus ou moins imposée qu</w:t>
      </w:r>
      <w:r w:rsidR="003A6D8D">
        <w:t>’</w:t>
      </w:r>
      <w:r w:rsidRPr="003A0BBB">
        <w:t>eut l</w:t>
      </w:r>
      <w:r w:rsidR="003A6D8D">
        <w:t>’</w:t>
      </w:r>
      <w:r w:rsidRPr="003A0BBB">
        <w:t xml:space="preserve">explication qui entraîna ma rupture avec </w:t>
      </w:r>
      <w:r w:rsidR="003A6D8D">
        <w:t>M. </w:t>
      </w:r>
      <w:r w:rsidRPr="003A0BBB">
        <w:t>X</w:t>
      </w:r>
      <w:r w:rsidR="003A6D8D">
        <w:t xml:space="preserve">… </w:t>
      </w:r>
      <w:r w:rsidRPr="003A0BBB">
        <w:t>Si j</w:t>
      </w:r>
      <w:r w:rsidR="003A6D8D">
        <w:t>’</w:t>
      </w:r>
      <w:r w:rsidRPr="003A0BBB">
        <w:t>avais pu me douter à cette époque que c</w:t>
      </w:r>
      <w:r w:rsidR="003A6D8D">
        <w:t>’</w:t>
      </w:r>
      <w:r w:rsidRPr="003A0BBB">
        <w:t>était un prétexte qu</w:t>
      </w:r>
      <w:r w:rsidR="003A6D8D">
        <w:t>’</w:t>
      </w:r>
      <w:r w:rsidRPr="003A0BBB">
        <w:t>il cherchait</w:t>
      </w:r>
      <w:r w:rsidR="003A6D8D">
        <w:t xml:space="preserve">, </w:t>
      </w:r>
      <w:r w:rsidRPr="003A0BBB">
        <w:t>peut-être serais-je tombée moins aisément dans le piège et aurais-je relevé de façon moins verte les observations qu</w:t>
      </w:r>
      <w:r w:rsidR="003A6D8D">
        <w:t>’</w:t>
      </w:r>
      <w:r w:rsidRPr="003A0BBB">
        <w:t>il se crut en droit de m</w:t>
      </w:r>
      <w:r w:rsidR="003A6D8D">
        <w:t>’</w:t>
      </w:r>
      <w:r w:rsidRPr="003A0BBB">
        <w:t>adresser</w:t>
      </w:r>
      <w:r w:rsidR="003A6D8D">
        <w:t>.</w:t>
      </w:r>
    </w:p>
    <w:p w14:paraId="789EE5D8" w14:textId="77777777" w:rsidR="003A6D8D" w:rsidRDefault="008F7090" w:rsidP="008F7090">
      <w:r w:rsidRPr="003A0BBB">
        <w:t>Lorsque je mis Franz au courant de cette algarade</w:t>
      </w:r>
      <w:r w:rsidR="003A6D8D">
        <w:t xml:space="preserve">, </w:t>
      </w:r>
      <w:r w:rsidRPr="003A0BBB">
        <w:t>il entra dans une violente colère</w:t>
      </w:r>
      <w:r w:rsidR="003A6D8D">
        <w:t>.</w:t>
      </w:r>
    </w:p>
    <w:p w14:paraId="1243AF72" w14:textId="77777777" w:rsidR="003A6D8D" w:rsidRDefault="003A6D8D" w:rsidP="008F7090">
      <w:r>
        <w:lastRenderedPageBreak/>
        <w:t>— </w:t>
      </w:r>
      <w:r w:rsidR="008F7090" w:rsidRPr="003A0BBB">
        <w:t>De quoi se mêle-t-il</w:t>
      </w:r>
      <w:r>
        <w:t xml:space="preserve"> ? </w:t>
      </w:r>
      <w:r w:rsidR="008F7090" w:rsidRPr="003A0BBB">
        <w:t>C</w:t>
      </w:r>
      <w:r>
        <w:t>’</w:t>
      </w:r>
      <w:r w:rsidR="008F7090" w:rsidRPr="003A0BBB">
        <w:t>est un comble</w:t>
      </w:r>
      <w:r>
        <w:t xml:space="preserve"> ! </w:t>
      </w:r>
      <w:r w:rsidR="008F7090" w:rsidRPr="003A0BBB">
        <w:t>Dis-moi ce qu</w:t>
      </w:r>
      <w:r>
        <w:t>’</w:t>
      </w:r>
      <w:r w:rsidR="008F7090" w:rsidRPr="003A0BBB">
        <w:t>il t</w:t>
      </w:r>
      <w:r>
        <w:t>’</w:t>
      </w:r>
      <w:r w:rsidR="008F7090" w:rsidRPr="003A0BBB">
        <w:t>a dit</w:t>
      </w:r>
      <w:r>
        <w:t xml:space="preserve">. </w:t>
      </w:r>
      <w:r w:rsidR="008F7090" w:rsidRPr="003A0BBB">
        <w:t>Je veux le savoir</w:t>
      </w:r>
      <w:r>
        <w:t>.</w:t>
      </w:r>
    </w:p>
    <w:p w14:paraId="42753214" w14:textId="77777777" w:rsidR="003A6D8D" w:rsidRDefault="003A6D8D" w:rsidP="008F7090">
      <w:r>
        <w:t>— </w:t>
      </w:r>
      <w:r w:rsidR="008F7090" w:rsidRPr="003A0BBB">
        <w:t>Calme-toi</w:t>
      </w:r>
      <w:r>
        <w:t xml:space="preserve">, </w:t>
      </w:r>
      <w:r w:rsidR="008F7090" w:rsidRPr="003A0BBB">
        <w:t>Franz</w:t>
      </w:r>
      <w:r>
        <w:t xml:space="preserve">, </w:t>
      </w:r>
      <w:r w:rsidR="008F7090" w:rsidRPr="003A0BBB">
        <w:t>je te le répète</w:t>
      </w:r>
      <w:r>
        <w:t xml:space="preserve">, </w:t>
      </w:r>
      <w:r w:rsidR="008F7090" w:rsidRPr="003A0BBB">
        <w:t>c</w:t>
      </w:r>
      <w:r>
        <w:t>’</w:t>
      </w:r>
      <w:r w:rsidR="008F7090" w:rsidRPr="003A0BBB">
        <w:t>est à la suite de notre dernier déjeuner</w:t>
      </w:r>
      <w:r>
        <w:t xml:space="preserve">. </w:t>
      </w:r>
      <w:r w:rsidR="008F7090" w:rsidRPr="003A0BBB">
        <w:t>Tu te rappelles</w:t>
      </w:r>
      <w:r>
        <w:t xml:space="preserve">, </w:t>
      </w:r>
      <w:r w:rsidR="008F7090" w:rsidRPr="003A0BBB">
        <w:t>la jeune femme qui est arrivée avec André</w:t>
      </w:r>
      <w:r>
        <w:t> ?…</w:t>
      </w:r>
    </w:p>
    <w:p w14:paraId="4C97ED3D" w14:textId="77777777" w:rsidR="003A6D8D" w:rsidRDefault="003A6D8D" w:rsidP="008F7090">
      <w:r>
        <w:t>— </w:t>
      </w:r>
      <w:r w:rsidR="008F7090" w:rsidRPr="003A0BBB">
        <w:t>Oui</w:t>
      </w:r>
      <w:r>
        <w:t xml:space="preserve">. </w:t>
      </w:r>
      <w:r w:rsidR="008F7090" w:rsidRPr="003A0BBB">
        <w:t>Eh bien</w:t>
      </w:r>
      <w:r>
        <w:t> ?</w:t>
      </w:r>
    </w:p>
    <w:p w14:paraId="55D7EE7B" w14:textId="1B2261F0" w:rsidR="003A6D8D" w:rsidRDefault="003A6D8D" w:rsidP="008F7090">
      <w:r>
        <w:t>— </w:t>
      </w:r>
      <w:r w:rsidR="008F7090" w:rsidRPr="003A0BBB">
        <w:t>Eh bien</w:t>
      </w:r>
      <w:r>
        <w:t xml:space="preserve">, </w:t>
      </w:r>
      <w:r w:rsidR="008F7090" w:rsidRPr="003A0BBB">
        <w:t>il paraît que la femme d</w:t>
      </w:r>
      <w:r>
        <w:t>’</w:t>
      </w:r>
      <w:r w:rsidR="008F7090" w:rsidRPr="003A0BBB">
        <w:t>André a tout su</w:t>
      </w:r>
      <w:r>
        <w:t xml:space="preserve">, </w:t>
      </w:r>
      <w:r w:rsidR="008F7090" w:rsidRPr="003A0BBB">
        <w:t xml:space="preserve">et lorsque </w:t>
      </w:r>
      <w:r>
        <w:t>M. </w:t>
      </w:r>
      <w:r w:rsidR="008F7090" w:rsidRPr="003A0BBB">
        <w:t>X</w:t>
      </w:r>
      <w:r>
        <w:t xml:space="preserve">… </w:t>
      </w:r>
      <w:r w:rsidR="008F7090" w:rsidRPr="003A0BBB">
        <w:t>l</w:t>
      </w:r>
      <w:r>
        <w:t>’</w:t>
      </w:r>
      <w:r w:rsidR="008F7090" w:rsidRPr="003A0BBB">
        <w:t>a invitée pour lundi prochain</w:t>
      </w:r>
      <w:r>
        <w:t xml:space="preserve">, </w:t>
      </w:r>
      <w:r w:rsidR="008F7090" w:rsidRPr="003A0BBB">
        <w:t>elle a dit qu</w:t>
      </w:r>
      <w:r>
        <w:t>’</w:t>
      </w:r>
      <w:r w:rsidR="008F7090" w:rsidRPr="003A0BBB">
        <w:t>elle ne se rendrait à ce dîner que si elle était assurée de ne pas m</w:t>
      </w:r>
      <w:r>
        <w:t>’</w:t>
      </w:r>
      <w:r w:rsidR="008F7090" w:rsidRPr="003A0BBB">
        <w:t>y rencontrer</w:t>
      </w:r>
      <w:r>
        <w:t xml:space="preserve">. </w:t>
      </w:r>
      <w:r w:rsidR="008F7090" w:rsidRPr="003A0BBB">
        <w:t>Remarque que</w:t>
      </w:r>
      <w:r>
        <w:t xml:space="preserve">, </w:t>
      </w:r>
      <w:r w:rsidR="008F7090" w:rsidRPr="003A0BBB">
        <w:t>de son point de vue</w:t>
      </w:r>
      <w:r>
        <w:t xml:space="preserve">, </w:t>
      </w:r>
      <w:r w:rsidR="008F7090" w:rsidRPr="003A0BBB">
        <w:t>je ne trouve pas qu</w:t>
      </w:r>
      <w:r>
        <w:t>’</w:t>
      </w:r>
      <w:r w:rsidR="008F7090" w:rsidRPr="003A0BBB">
        <w:t>elle ait absolument tort</w:t>
      </w:r>
      <w:r>
        <w:t>.</w:t>
      </w:r>
    </w:p>
    <w:p w14:paraId="00424BC4" w14:textId="77777777" w:rsidR="003A6D8D" w:rsidRDefault="003A6D8D" w:rsidP="008F7090">
      <w:r>
        <w:t>— </w:t>
      </w:r>
      <w:r w:rsidR="008F7090" w:rsidRPr="003A0BBB">
        <w:t>C</w:t>
      </w:r>
      <w:r>
        <w:t>’</w:t>
      </w:r>
      <w:r w:rsidR="008F7090" w:rsidRPr="003A0BBB">
        <w:t>est une pécore</w:t>
      </w:r>
      <w:r>
        <w:t xml:space="preserve">, </w:t>
      </w:r>
      <w:r w:rsidR="008F7090" w:rsidRPr="003A0BBB">
        <w:t>et je laverai comme il convient la tête à André</w:t>
      </w:r>
      <w:r>
        <w:t xml:space="preserve">. </w:t>
      </w:r>
      <w:r w:rsidR="008F7090" w:rsidRPr="003A0BBB">
        <w:t>Quant à X</w:t>
      </w:r>
      <w:r>
        <w:t xml:space="preserve">…, </w:t>
      </w:r>
      <w:r w:rsidR="008F7090" w:rsidRPr="003A0BBB">
        <w:t>je le prierai de s</w:t>
      </w:r>
      <w:r>
        <w:t>’</w:t>
      </w:r>
      <w:r w:rsidR="008F7090" w:rsidRPr="003A0BBB">
        <w:t>occuper une autre fois de ce qui le regarde</w:t>
      </w:r>
      <w:r>
        <w:t xml:space="preserve">. </w:t>
      </w:r>
      <w:r w:rsidR="008F7090" w:rsidRPr="003A0BBB">
        <w:t>Il a plus besoin de moi que moi de lui</w:t>
      </w:r>
      <w:r>
        <w:t xml:space="preserve">, </w:t>
      </w:r>
      <w:r w:rsidR="008F7090" w:rsidRPr="003A0BBB">
        <w:t>n</w:t>
      </w:r>
      <w:r>
        <w:t>’</w:t>
      </w:r>
      <w:r w:rsidR="008F7090" w:rsidRPr="003A0BBB">
        <w:t>est-ce pas</w:t>
      </w:r>
      <w:r>
        <w:t xml:space="preserve"> ? </w:t>
      </w:r>
      <w:r w:rsidR="008F7090" w:rsidRPr="003A0BBB">
        <w:t>Tu l</w:t>
      </w:r>
      <w:r>
        <w:t>’</w:t>
      </w:r>
      <w:r w:rsidR="008F7090" w:rsidRPr="003A0BBB">
        <w:t>as envoyé promener</w:t>
      </w:r>
      <w:r>
        <w:t xml:space="preserve">, </w:t>
      </w:r>
      <w:r w:rsidR="008F7090" w:rsidRPr="003A0BBB">
        <w:t>lui et son dîner</w:t>
      </w:r>
      <w:r>
        <w:t xml:space="preserve">, </w:t>
      </w:r>
      <w:r w:rsidR="008F7090" w:rsidRPr="003A0BBB">
        <w:t>j</w:t>
      </w:r>
      <w:r>
        <w:t>’</w:t>
      </w:r>
      <w:r w:rsidR="008F7090" w:rsidRPr="003A0BBB">
        <w:t>espère</w:t>
      </w:r>
      <w:r>
        <w:t> ?</w:t>
      </w:r>
    </w:p>
    <w:p w14:paraId="520E9751" w14:textId="77777777" w:rsidR="003A6D8D" w:rsidRDefault="003A6D8D" w:rsidP="008F7090">
      <w:r>
        <w:t>— </w:t>
      </w:r>
      <w:r w:rsidR="008F7090" w:rsidRPr="003A0BBB">
        <w:t>J</w:t>
      </w:r>
      <w:r>
        <w:t>’</w:t>
      </w:r>
      <w:r w:rsidR="008F7090" w:rsidRPr="003A0BBB">
        <w:t>ai dit que je n</w:t>
      </w:r>
      <w:r>
        <w:t>’</w:t>
      </w:r>
      <w:r w:rsidR="008F7090" w:rsidRPr="003A0BBB">
        <w:t>irai pas</w:t>
      </w:r>
      <w:r>
        <w:t xml:space="preserve">, </w:t>
      </w:r>
      <w:r w:rsidR="008F7090" w:rsidRPr="003A0BBB">
        <w:t>et je lui ai dit que ce serait ainsi chaque fois qu</w:t>
      </w:r>
      <w:r>
        <w:t>’</w:t>
      </w:r>
      <w:r w:rsidR="008F7090" w:rsidRPr="003A0BBB">
        <w:t>il aurait du monde</w:t>
      </w:r>
      <w:r>
        <w:t>.</w:t>
      </w:r>
    </w:p>
    <w:p w14:paraId="03F026A5" w14:textId="77777777" w:rsidR="003A6D8D" w:rsidRDefault="003A6D8D" w:rsidP="008F7090">
      <w:r>
        <w:t>— </w:t>
      </w:r>
      <w:r w:rsidR="008F7090" w:rsidRPr="003A0BBB">
        <w:t>Parfait</w:t>
      </w:r>
      <w:r>
        <w:t xml:space="preserve"> ! </w:t>
      </w:r>
      <w:r w:rsidR="008F7090" w:rsidRPr="003A0BBB">
        <w:t>D</w:t>
      </w:r>
      <w:r>
        <w:t>’</w:t>
      </w:r>
      <w:r w:rsidR="008F7090" w:rsidRPr="003A0BBB">
        <w:t>ailleurs</w:t>
      </w:r>
      <w:r>
        <w:t xml:space="preserve">, </w:t>
      </w:r>
      <w:r w:rsidR="008F7090" w:rsidRPr="003A0BBB">
        <w:t>on s</w:t>
      </w:r>
      <w:r>
        <w:t>’</w:t>
      </w:r>
      <w:r w:rsidR="008F7090" w:rsidRPr="003A0BBB">
        <w:t>ennuie</w:t>
      </w:r>
      <w:r>
        <w:t xml:space="preserve">, </w:t>
      </w:r>
      <w:r w:rsidR="008F7090" w:rsidRPr="003A0BBB">
        <w:t>chez lui</w:t>
      </w:r>
      <w:r>
        <w:t xml:space="preserve">. </w:t>
      </w:r>
      <w:r w:rsidR="008F7090" w:rsidRPr="003A0BBB">
        <w:t>Lundi prochain</w:t>
      </w:r>
      <w:r>
        <w:t xml:space="preserve">, </w:t>
      </w:r>
      <w:r w:rsidR="008F7090" w:rsidRPr="003A0BBB">
        <w:t>nous nous en irons tous deux dîner bien gentiment à la campagne</w:t>
      </w:r>
      <w:r>
        <w:t>.</w:t>
      </w:r>
    </w:p>
    <w:p w14:paraId="42659638" w14:textId="77777777" w:rsidR="003A6D8D" w:rsidRDefault="003A6D8D" w:rsidP="008F7090">
      <w:r>
        <w:t>— </w:t>
      </w:r>
      <w:r w:rsidR="008F7090" w:rsidRPr="003A0BBB">
        <w:t>Est-ce que tu ne ferais pas bien d</w:t>
      </w:r>
      <w:r>
        <w:t>’</w:t>
      </w:r>
      <w:r w:rsidR="008F7090" w:rsidRPr="003A0BBB">
        <w:t>y aller</w:t>
      </w:r>
      <w:r>
        <w:t xml:space="preserve">, </w:t>
      </w:r>
      <w:r w:rsidR="008F7090" w:rsidRPr="003A0BBB">
        <w:t>à ce dîner</w:t>
      </w:r>
      <w:r>
        <w:t xml:space="preserve">, </w:t>
      </w:r>
      <w:r w:rsidR="008F7090" w:rsidRPr="003A0BBB">
        <w:t>toi</w:t>
      </w:r>
      <w:r>
        <w:t xml:space="preserve"> ? </w:t>
      </w:r>
      <w:r w:rsidR="008F7090" w:rsidRPr="003A0BBB">
        <w:t>Il vaut peut-être mieux ne pas attirer l</w:t>
      </w:r>
      <w:r>
        <w:t>’</w:t>
      </w:r>
      <w:r w:rsidR="008F7090" w:rsidRPr="003A0BBB">
        <w:t>attention</w:t>
      </w:r>
      <w:r>
        <w:t>.</w:t>
      </w:r>
    </w:p>
    <w:p w14:paraId="21B748D2" w14:textId="77777777" w:rsidR="003A6D8D" w:rsidRDefault="008F7090" w:rsidP="008F7090">
      <w:r w:rsidRPr="003A0BBB">
        <w:t>Il me regarda avec ce sourire pour lequel je me serais jetée au feu</w:t>
      </w:r>
      <w:r w:rsidR="003A6D8D">
        <w:t>.</w:t>
      </w:r>
    </w:p>
    <w:p w14:paraId="0D44EE3C" w14:textId="77777777" w:rsidR="003A6D8D" w:rsidRDefault="003A6D8D" w:rsidP="008F7090">
      <w:r>
        <w:t>— </w:t>
      </w:r>
      <w:r w:rsidR="008F7090" w:rsidRPr="003A0BBB">
        <w:t>Aller là-bas sans toi</w:t>
      </w:r>
      <w:r>
        <w:t xml:space="preserve">, </w:t>
      </w:r>
      <w:r w:rsidR="008F7090" w:rsidRPr="003A0BBB">
        <w:t>Alberte</w:t>
      </w:r>
      <w:r>
        <w:t> ?</w:t>
      </w:r>
    </w:p>
    <w:p w14:paraId="0D5DDFB9" w14:textId="77777777" w:rsidR="003A6D8D" w:rsidRDefault="008F7090" w:rsidP="008F7090">
      <w:r w:rsidRPr="003A0BBB">
        <w:lastRenderedPageBreak/>
        <w:t>Ah</w:t>
      </w:r>
      <w:r w:rsidR="003A6D8D">
        <w:t xml:space="preserve"> ! </w:t>
      </w:r>
      <w:r w:rsidRPr="003A0BBB">
        <w:t>lorsqu</w:t>
      </w:r>
      <w:r w:rsidR="003A6D8D">
        <w:t>’</w:t>
      </w:r>
      <w:r w:rsidRPr="003A0BBB">
        <w:t>il parlait ainsi</w:t>
      </w:r>
      <w:r w:rsidR="003A6D8D">
        <w:t xml:space="preserve">, </w:t>
      </w:r>
      <w:r w:rsidRPr="003A0BBB">
        <w:t>lorsqu</w:t>
      </w:r>
      <w:r w:rsidR="003A6D8D">
        <w:t>’</w:t>
      </w:r>
      <w:r w:rsidRPr="003A0BBB">
        <w:t>il promettait</w:t>
      </w:r>
      <w:r w:rsidR="003A6D8D">
        <w:t xml:space="preserve">, </w:t>
      </w:r>
      <w:r w:rsidRPr="003A0BBB">
        <w:t>toujours</w:t>
      </w:r>
      <w:r w:rsidR="003A6D8D">
        <w:t xml:space="preserve">, </w:t>
      </w:r>
      <w:r w:rsidRPr="003A0BBB">
        <w:t>toujours il était sincère</w:t>
      </w:r>
      <w:r w:rsidR="003A6D8D">
        <w:t>.</w:t>
      </w:r>
    </w:p>
    <w:p w14:paraId="26A29955" w14:textId="42CB0084" w:rsidR="003A6D8D" w:rsidRDefault="008F7090" w:rsidP="008F7090">
      <w:r w:rsidRPr="003A0BBB">
        <w:t>La semaine se termina sans qu</w:t>
      </w:r>
      <w:r w:rsidR="003A6D8D">
        <w:t>’</w:t>
      </w:r>
      <w:r w:rsidRPr="003A0BBB">
        <w:t xml:space="preserve">il fût fait de nouveau allusion à </w:t>
      </w:r>
      <w:r w:rsidR="003A6D8D">
        <w:t>M. </w:t>
      </w:r>
      <w:r w:rsidRPr="003A0BBB">
        <w:t>X</w:t>
      </w:r>
      <w:r w:rsidR="003A6D8D">
        <w:t xml:space="preserve">… </w:t>
      </w:r>
      <w:r w:rsidRPr="003A0BBB">
        <w:t>et à son dîner</w:t>
      </w:r>
      <w:r w:rsidR="003A6D8D">
        <w:t xml:space="preserve">. </w:t>
      </w:r>
      <w:r w:rsidRPr="003A0BBB">
        <w:t>Le lundi</w:t>
      </w:r>
      <w:r w:rsidR="003A6D8D">
        <w:t xml:space="preserve">, </w:t>
      </w:r>
      <w:r w:rsidRPr="003A0BBB">
        <w:t>à déjeuner</w:t>
      </w:r>
      <w:r w:rsidR="003A6D8D">
        <w:t xml:space="preserve">, </w:t>
      </w:r>
      <w:r w:rsidRPr="003A0BBB">
        <w:t>je crus remarquer que Franz était soucieux</w:t>
      </w:r>
      <w:r w:rsidR="003A6D8D">
        <w:t>.</w:t>
      </w:r>
    </w:p>
    <w:p w14:paraId="46CD09B9" w14:textId="77777777" w:rsidR="003A6D8D" w:rsidRDefault="003A6D8D" w:rsidP="008F7090">
      <w:r>
        <w:t>— </w:t>
      </w:r>
      <w:r w:rsidR="008F7090" w:rsidRPr="003A0BBB">
        <w:t>Tu as quelque chose</w:t>
      </w:r>
      <w:r>
        <w:t> ?</w:t>
      </w:r>
    </w:p>
    <w:p w14:paraId="2D13CC76" w14:textId="77777777" w:rsidR="003A6D8D" w:rsidRDefault="003A6D8D" w:rsidP="008F7090">
      <w:r>
        <w:t>— </w:t>
      </w:r>
      <w:r w:rsidR="008F7090" w:rsidRPr="003A0BBB">
        <w:t>Écoute</w:t>
      </w:r>
      <w:r>
        <w:t xml:space="preserve">, </w:t>
      </w:r>
      <w:r w:rsidR="008F7090" w:rsidRPr="003A0BBB">
        <w:t>Alberte</w:t>
      </w:r>
      <w:r>
        <w:t xml:space="preserve">, </w:t>
      </w:r>
      <w:r w:rsidR="008F7090" w:rsidRPr="003A0BBB">
        <w:t>me dit-il</w:t>
      </w:r>
      <w:r>
        <w:t xml:space="preserve">, </w:t>
      </w:r>
      <w:r w:rsidR="008F7090" w:rsidRPr="003A0BBB">
        <w:t>je veux te parler très franchement</w:t>
      </w:r>
      <w:r>
        <w:t xml:space="preserve">. </w:t>
      </w:r>
      <w:r w:rsidR="008F7090" w:rsidRPr="003A0BBB">
        <w:t>J</w:t>
      </w:r>
      <w:r>
        <w:t>’</w:t>
      </w:r>
      <w:r w:rsidR="008F7090" w:rsidRPr="003A0BBB">
        <w:t>ai eu une explication assez raide avec X</w:t>
      </w:r>
      <w:r>
        <w:t xml:space="preserve">… </w:t>
      </w:r>
      <w:r w:rsidR="008F7090" w:rsidRPr="003A0BBB">
        <w:t>à ton sujet</w:t>
      </w:r>
      <w:r>
        <w:t xml:space="preserve">. </w:t>
      </w:r>
      <w:r w:rsidR="008F7090" w:rsidRPr="003A0BBB">
        <w:t>Il m</w:t>
      </w:r>
      <w:r>
        <w:t>’</w:t>
      </w:r>
      <w:r w:rsidR="008F7090" w:rsidRPr="003A0BBB">
        <w:t>a chargé de t</w:t>
      </w:r>
      <w:r>
        <w:t>’</w:t>
      </w:r>
      <w:r w:rsidR="008F7090" w:rsidRPr="003A0BBB">
        <w:t>adresser ses plus plates excuses</w:t>
      </w:r>
      <w:r>
        <w:t xml:space="preserve">. </w:t>
      </w:r>
      <w:r w:rsidR="008F7090" w:rsidRPr="003A0BBB">
        <w:t>Il m</w:t>
      </w:r>
      <w:r>
        <w:t>’</w:t>
      </w:r>
      <w:r w:rsidR="008F7090" w:rsidRPr="003A0BBB">
        <w:t>a supplié de te décider à venir ce soir</w:t>
      </w:r>
      <w:r>
        <w:t xml:space="preserve">, </w:t>
      </w:r>
      <w:r w:rsidR="008F7090" w:rsidRPr="003A0BBB">
        <w:t>mais c</w:t>
      </w:r>
      <w:r>
        <w:t>’</w:t>
      </w:r>
      <w:r w:rsidR="008F7090" w:rsidRPr="003A0BBB">
        <w:t>est moi qui ai refusé</w:t>
      </w:r>
      <w:r>
        <w:t xml:space="preserve">. </w:t>
      </w:r>
      <w:r w:rsidR="008F7090" w:rsidRPr="003A0BBB">
        <w:t>Maintenant</w:t>
      </w:r>
      <w:r>
        <w:t xml:space="preserve">, </w:t>
      </w:r>
      <w:r w:rsidR="008F7090" w:rsidRPr="003A0BBB">
        <w:t>en ce qui me concerne</w:t>
      </w:r>
      <w:r>
        <w:t xml:space="preserve">, </w:t>
      </w:r>
      <w:r w:rsidR="008F7090" w:rsidRPr="003A0BBB">
        <w:t>j</w:t>
      </w:r>
      <w:r>
        <w:t>’</w:t>
      </w:r>
      <w:r w:rsidR="008F7090" w:rsidRPr="003A0BBB">
        <w:t>ai un conseil à te demander</w:t>
      </w:r>
      <w:r>
        <w:t xml:space="preserve">. </w:t>
      </w:r>
      <w:r w:rsidR="008F7090" w:rsidRPr="003A0BBB">
        <w:t>N</w:t>
      </w:r>
      <w:r>
        <w:t>’</w:t>
      </w:r>
      <w:r w:rsidR="008F7090" w:rsidRPr="003A0BBB">
        <w:t>est-il pas préférable que j</w:t>
      </w:r>
      <w:r>
        <w:t>’</w:t>
      </w:r>
      <w:r w:rsidR="008F7090" w:rsidRPr="003A0BBB">
        <w:t>y aille</w:t>
      </w:r>
      <w:r>
        <w:t xml:space="preserve"> ? </w:t>
      </w:r>
      <w:r w:rsidR="008F7090" w:rsidRPr="003A0BBB">
        <w:t>Ça ne m</w:t>
      </w:r>
      <w:r>
        <w:t>’</w:t>
      </w:r>
      <w:r w:rsidR="008F7090" w:rsidRPr="003A0BBB">
        <w:t>amuse pas</w:t>
      </w:r>
      <w:r>
        <w:t xml:space="preserve">, </w:t>
      </w:r>
      <w:r w:rsidR="008F7090" w:rsidRPr="003A0BBB">
        <w:t>je te le jure</w:t>
      </w:r>
      <w:r>
        <w:t xml:space="preserve">. </w:t>
      </w:r>
      <w:r w:rsidR="008F7090" w:rsidRPr="003A0BBB">
        <w:t>Mais nous ne sommes plus des enfants</w:t>
      </w:r>
      <w:r>
        <w:t xml:space="preserve">. </w:t>
      </w:r>
      <w:r w:rsidR="008F7090" w:rsidRPr="003A0BBB">
        <w:t>Il y a plusieurs considérations</w:t>
      </w:r>
      <w:r>
        <w:t xml:space="preserve">… </w:t>
      </w:r>
      <w:r w:rsidR="008F7090" w:rsidRPr="003A0BBB">
        <w:t>Enfin</w:t>
      </w:r>
      <w:r>
        <w:t xml:space="preserve">, </w:t>
      </w:r>
      <w:r w:rsidR="008F7090" w:rsidRPr="003A0BBB">
        <w:t>quel est ton avis</w:t>
      </w:r>
      <w:r>
        <w:t> ?</w:t>
      </w:r>
    </w:p>
    <w:p w14:paraId="33D002D7" w14:textId="77777777" w:rsidR="003A6D8D" w:rsidRDefault="008F7090" w:rsidP="008F7090">
      <w:r w:rsidRPr="003A0BBB">
        <w:t>J</w:t>
      </w:r>
      <w:r w:rsidR="003A6D8D">
        <w:t>’</w:t>
      </w:r>
      <w:r w:rsidRPr="003A0BBB">
        <w:t>étouffai un soupir</w:t>
      </w:r>
      <w:r w:rsidR="003A6D8D">
        <w:t>.</w:t>
      </w:r>
    </w:p>
    <w:p w14:paraId="67FBDEEE" w14:textId="77777777" w:rsidR="003A6D8D" w:rsidRDefault="003A6D8D" w:rsidP="008F7090">
      <w:r>
        <w:t>— </w:t>
      </w:r>
      <w:r w:rsidR="008F7090" w:rsidRPr="003A0BBB">
        <w:t>Je croyais t</w:t>
      </w:r>
      <w:r>
        <w:t>’</w:t>
      </w:r>
      <w:r w:rsidR="008F7090" w:rsidRPr="003A0BBB">
        <w:t>avoir déjà dit d</w:t>
      </w:r>
      <w:r>
        <w:t>’</w:t>
      </w:r>
      <w:r w:rsidR="008F7090" w:rsidRPr="003A0BBB">
        <w:t>accepter</w:t>
      </w:r>
      <w:r>
        <w:t xml:space="preserve">, </w:t>
      </w:r>
      <w:r w:rsidR="008F7090" w:rsidRPr="003A0BBB">
        <w:t>fis-je simplement</w:t>
      </w:r>
      <w:r>
        <w:t>.</w:t>
      </w:r>
    </w:p>
    <w:p w14:paraId="6C50371A" w14:textId="77777777" w:rsidR="003A6D8D" w:rsidRDefault="008F7090" w:rsidP="008F7090">
      <w:r w:rsidRPr="003A0BBB">
        <w:t>Le soir venu</w:t>
      </w:r>
      <w:r w:rsidR="003A6D8D">
        <w:t xml:space="preserve">, </w:t>
      </w:r>
      <w:r w:rsidRPr="003A0BBB">
        <w:t>je l</w:t>
      </w:r>
      <w:r w:rsidR="003A6D8D">
        <w:t>’</w:t>
      </w:r>
      <w:r w:rsidRPr="003A0BBB">
        <w:t>aidai à s</w:t>
      </w:r>
      <w:r w:rsidR="003A6D8D">
        <w:t>’</w:t>
      </w:r>
      <w:r w:rsidRPr="003A0BBB">
        <w:t>habiller</w:t>
      </w:r>
      <w:r w:rsidR="003A6D8D">
        <w:t xml:space="preserve">, </w:t>
      </w:r>
      <w:r w:rsidRPr="003A0BBB">
        <w:t>disposant au fur et à mesure qu</w:t>
      </w:r>
      <w:r w:rsidR="003A6D8D">
        <w:t>’</w:t>
      </w:r>
      <w:r w:rsidRPr="003A0BBB">
        <w:t>il en avait besoin ses affaires sur le lit</w:t>
      </w:r>
      <w:r w:rsidR="003A6D8D">
        <w:t xml:space="preserve">, </w:t>
      </w:r>
      <w:r w:rsidRPr="003A0BBB">
        <w:t>sur la cheminée</w:t>
      </w:r>
      <w:r w:rsidR="003A6D8D">
        <w:t xml:space="preserve">. </w:t>
      </w:r>
      <w:r w:rsidRPr="003A0BBB">
        <w:t>Il était gai</w:t>
      </w:r>
      <w:r w:rsidR="003A6D8D">
        <w:t xml:space="preserve">. </w:t>
      </w:r>
      <w:r w:rsidRPr="003A0BBB">
        <w:t>Il chantonnait</w:t>
      </w:r>
      <w:r w:rsidR="003A6D8D">
        <w:t xml:space="preserve">. </w:t>
      </w:r>
      <w:r w:rsidRPr="003A0BBB">
        <w:t>Je me mis au balcon pour le voir partir</w:t>
      </w:r>
      <w:r w:rsidR="003A6D8D">
        <w:t xml:space="preserve">. </w:t>
      </w:r>
      <w:r w:rsidRPr="003A0BBB">
        <w:t>C</w:t>
      </w:r>
      <w:r w:rsidR="003A6D8D">
        <w:t>’</w:t>
      </w:r>
      <w:r w:rsidRPr="003A0BBB">
        <w:t>était la première fois qu</w:t>
      </w:r>
      <w:r w:rsidR="003A6D8D">
        <w:t>’</w:t>
      </w:r>
      <w:r w:rsidRPr="003A0BBB">
        <w:t>il s</w:t>
      </w:r>
      <w:r w:rsidR="003A6D8D">
        <w:t>’</w:t>
      </w:r>
      <w:r w:rsidRPr="003A0BBB">
        <w:t>en allait ainsi sans moi</w:t>
      </w:r>
      <w:r w:rsidR="003A6D8D">
        <w:t>.</w:t>
      </w:r>
    </w:p>
    <w:p w14:paraId="1AC57217" w14:textId="44A440A1" w:rsidR="008F7090" w:rsidRPr="003A0BBB" w:rsidRDefault="008F7090" w:rsidP="008F7090"/>
    <w:p w14:paraId="3EBA939B" w14:textId="5B4DEE2F" w:rsidR="003A6D8D" w:rsidRDefault="008F7090" w:rsidP="008F7090">
      <w:r w:rsidRPr="003A0BBB">
        <w:t>Sensiblement à la même époque</w:t>
      </w:r>
      <w:r w:rsidR="003A6D8D">
        <w:t xml:space="preserve">, </w:t>
      </w:r>
      <w:r w:rsidRPr="003A0BBB">
        <w:t>il y eut aux usines une grève</w:t>
      </w:r>
      <w:r w:rsidR="003A6D8D">
        <w:t xml:space="preserve">, </w:t>
      </w:r>
      <w:r w:rsidRPr="003A0BBB">
        <w:t xml:space="preserve">qui donna à Franz et à </w:t>
      </w:r>
      <w:r w:rsidR="003A6D8D">
        <w:t>M. </w:t>
      </w:r>
      <w:r w:rsidRPr="003A0BBB">
        <w:t>X</w:t>
      </w:r>
      <w:r w:rsidR="003A6D8D">
        <w:t xml:space="preserve">… </w:t>
      </w:r>
      <w:r w:rsidRPr="003A0BBB">
        <w:t>les inquiétudes les plus sérieuses</w:t>
      </w:r>
      <w:r w:rsidR="003A6D8D">
        <w:t xml:space="preserve">. </w:t>
      </w:r>
      <w:r w:rsidRPr="003A0BBB">
        <w:t>Le mouvement</w:t>
      </w:r>
      <w:r w:rsidR="003A6D8D">
        <w:t xml:space="preserve">, </w:t>
      </w:r>
      <w:r w:rsidRPr="003A0BBB">
        <w:t>aggravé d</w:t>
      </w:r>
      <w:r w:rsidR="003A6D8D">
        <w:t>’</w:t>
      </w:r>
      <w:r w:rsidRPr="003A0BBB">
        <w:t>actes de violence</w:t>
      </w:r>
      <w:r w:rsidR="003A6D8D">
        <w:t xml:space="preserve">, </w:t>
      </w:r>
      <w:r w:rsidRPr="003A0BBB">
        <w:t>nécessita à deux reprises l</w:t>
      </w:r>
      <w:r w:rsidR="003A6D8D">
        <w:t>’</w:t>
      </w:r>
      <w:r w:rsidRPr="003A0BBB">
        <w:t>intervention de la troupe et motiva la fermeture des ateliers pendant plusieurs semaines</w:t>
      </w:r>
      <w:r w:rsidR="003A6D8D">
        <w:t xml:space="preserve">. </w:t>
      </w:r>
      <w:r w:rsidRPr="003A0BBB">
        <w:t xml:space="preserve">Autant </w:t>
      </w:r>
      <w:r w:rsidR="003A6D8D">
        <w:lastRenderedPageBreak/>
        <w:t>M. </w:t>
      </w:r>
      <w:r w:rsidRPr="003A0BBB">
        <w:t>X</w:t>
      </w:r>
      <w:r w:rsidR="003A6D8D">
        <w:t xml:space="preserve">… </w:t>
      </w:r>
      <w:r w:rsidRPr="003A0BBB">
        <w:t>se montra affecté</w:t>
      </w:r>
      <w:r w:rsidR="003A6D8D">
        <w:t xml:space="preserve">, </w:t>
      </w:r>
      <w:r w:rsidRPr="003A0BBB">
        <w:t>déprimé par ces événements</w:t>
      </w:r>
      <w:r w:rsidR="003A6D8D">
        <w:t xml:space="preserve">, </w:t>
      </w:r>
      <w:r w:rsidRPr="003A0BBB">
        <w:t>autant Franz déploya à leur propos l</w:t>
      </w:r>
      <w:r w:rsidR="003A6D8D">
        <w:t>’</w:t>
      </w:r>
      <w:r w:rsidRPr="003A0BBB">
        <w:t>énergie farouche qui alternait si bizarrement chez lui avec la douceur</w:t>
      </w:r>
      <w:r w:rsidR="003A6D8D">
        <w:t xml:space="preserve">. </w:t>
      </w:r>
      <w:r w:rsidRPr="003A0BBB">
        <w:t>Renaud me racontait avec enthousiasme qu</w:t>
      </w:r>
      <w:r w:rsidR="003A6D8D">
        <w:t>’</w:t>
      </w:r>
      <w:r w:rsidRPr="003A0BBB">
        <w:t>un seul regard de lui faisait rentrer sous terre les plus exaltés</w:t>
      </w:r>
      <w:r w:rsidR="003A6D8D">
        <w:t xml:space="preserve">. </w:t>
      </w:r>
      <w:r w:rsidRPr="003A0BBB">
        <w:t>Mais que faire contre une foule hurlante de deux mille énergumènes</w:t>
      </w:r>
      <w:r w:rsidR="003A6D8D">
        <w:t xml:space="preserve"> ? </w:t>
      </w:r>
      <w:r w:rsidRPr="003A0BBB">
        <w:t>L</w:t>
      </w:r>
      <w:r w:rsidR="003A6D8D">
        <w:t>’</w:t>
      </w:r>
      <w:r w:rsidRPr="003A0BBB">
        <w:t>usine fermée</w:t>
      </w:r>
      <w:r w:rsidR="003A6D8D">
        <w:t xml:space="preserve">, </w:t>
      </w:r>
      <w:r w:rsidRPr="003A0BBB">
        <w:t>les trois quarts du personnel licenciés</w:t>
      </w:r>
      <w:r w:rsidR="003A6D8D">
        <w:t xml:space="preserve">, </w:t>
      </w:r>
      <w:r w:rsidRPr="003A0BBB">
        <w:t>le sabotage continua</w:t>
      </w:r>
      <w:r w:rsidR="003A6D8D">
        <w:t xml:space="preserve">. </w:t>
      </w:r>
      <w:r w:rsidRPr="003A0BBB">
        <w:t>Deux hangars furent incendiés</w:t>
      </w:r>
      <w:r w:rsidR="003A6D8D">
        <w:t xml:space="preserve">. </w:t>
      </w:r>
      <w:r w:rsidRPr="003A0BBB">
        <w:t>De perpétuelles lettres de menaces annonçaient que tout le reste des bâtiments aurait le même sort</w:t>
      </w:r>
      <w:r w:rsidR="003A6D8D">
        <w:t xml:space="preserve">. </w:t>
      </w:r>
      <w:r w:rsidRPr="003A0BBB">
        <w:t>Franz fit savoir qu</w:t>
      </w:r>
      <w:r w:rsidR="003A6D8D">
        <w:t>’</w:t>
      </w:r>
      <w:r w:rsidRPr="003A0BBB">
        <w:t>il allait s</w:t>
      </w:r>
      <w:r w:rsidR="003A6D8D">
        <w:t>’</w:t>
      </w:r>
      <w:r w:rsidRPr="003A0BBB">
        <w:t>installer dans l</w:t>
      </w:r>
      <w:r w:rsidR="003A6D8D">
        <w:t>’</w:t>
      </w:r>
      <w:r w:rsidRPr="003A0BBB">
        <w:t>usine pour n</w:t>
      </w:r>
      <w:r w:rsidR="003A6D8D">
        <w:t>’</w:t>
      </w:r>
      <w:r w:rsidRPr="003A0BBB">
        <w:t>en plus sortir que lorsque tout serait redevenu calme</w:t>
      </w:r>
      <w:r w:rsidR="003A6D8D">
        <w:t xml:space="preserve">. </w:t>
      </w:r>
      <w:r w:rsidRPr="003A0BBB">
        <w:t>Il tint parole</w:t>
      </w:r>
      <w:r w:rsidR="003A6D8D">
        <w:t xml:space="preserve">. </w:t>
      </w:r>
      <w:r w:rsidRPr="003A0BBB">
        <w:t>Revolver au poing</w:t>
      </w:r>
      <w:r w:rsidR="003A6D8D">
        <w:t xml:space="preserve">, </w:t>
      </w:r>
      <w:r w:rsidRPr="003A0BBB">
        <w:t>nuit et jour</w:t>
      </w:r>
      <w:r w:rsidR="003A6D8D">
        <w:t xml:space="preserve">, </w:t>
      </w:r>
      <w:r w:rsidRPr="003A0BBB">
        <w:t>il faisait des rondes</w:t>
      </w:r>
      <w:r w:rsidR="003A6D8D">
        <w:t xml:space="preserve">, </w:t>
      </w:r>
      <w:r w:rsidRPr="003A0BBB">
        <w:t>bondissant à l</w:t>
      </w:r>
      <w:r w:rsidR="003A6D8D">
        <w:t>’</w:t>
      </w:r>
      <w:r w:rsidRPr="003A0BBB">
        <w:t>endroit où quelque chose de suspect était signalé</w:t>
      </w:r>
      <w:r w:rsidR="003A6D8D">
        <w:t xml:space="preserve">. </w:t>
      </w:r>
      <w:r w:rsidRPr="003A0BBB">
        <w:t>Ce Franz-là aussi</w:t>
      </w:r>
      <w:r w:rsidR="003A6D8D">
        <w:t xml:space="preserve">, </w:t>
      </w:r>
      <w:r w:rsidRPr="003A0BBB">
        <w:t>avec son mépris du danger</w:t>
      </w:r>
      <w:r w:rsidR="003A6D8D">
        <w:t xml:space="preserve">, </w:t>
      </w:r>
      <w:r w:rsidRPr="003A0BBB">
        <w:t>son sauvage courage</w:t>
      </w:r>
      <w:r w:rsidR="003A6D8D">
        <w:t xml:space="preserve">, </w:t>
      </w:r>
      <w:r w:rsidRPr="003A0BBB">
        <w:t>c</w:t>
      </w:r>
      <w:r w:rsidR="003A6D8D">
        <w:t>’</w:t>
      </w:r>
      <w:r w:rsidRPr="003A0BBB">
        <w:t>était le vrai</w:t>
      </w:r>
      <w:r w:rsidR="003A6D8D">
        <w:t xml:space="preserve">. </w:t>
      </w:r>
      <w:proofErr w:type="spellStart"/>
      <w:r w:rsidRPr="003A0BBB">
        <w:t>Tout</w:t>
      </w:r>
      <w:proofErr w:type="spellEnd"/>
      <w:r w:rsidRPr="003A0BBB">
        <w:t xml:space="preserve"> ensemble</w:t>
      </w:r>
      <w:r w:rsidR="003A6D8D">
        <w:t xml:space="preserve">, </w:t>
      </w:r>
      <w:r w:rsidRPr="003A0BBB">
        <w:t>je l</w:t>
      </w:r>
      <w:r w:rsidR="003A6D8D">
        <w:t>’</w:t>
      </w:r>
      <w:r w:rsidRPr="003A0BBB">
        <w:t>applaudissais</w:t>
      </w:r>
      <w:r w:rsidR="003A6D8D">
        <w:t xml:space="preserve">, </w:t>
      </w:r>
      <w:r w:rsidRPr="003A0BBB">
        <w:t>je l</w:t>
      </w:r>
      <w:r w:rsidR="003A6D8D">
        <w:t>’</w:t>
      </w:r>
      <w:r w:rsidRPr="003A0BBB">
        <w:t>admirais</w:t>
      </w:r>
      <w:r w:rsidR="003A6D8D">
        <w:t xml:space="preserve">, </w:t>
      </w:r>
      <w:r w:rsidRPr="003A0BBB">
        <w:t>je craignais pour lui</w:t>
      </w:r>
      <w:r w:rsidR="003A6D8D">
        <w:t xml:space="preserve"> ; </w:t>
      </w:r>
      <w:r w:rsidRPr="003A0BBB">
        <w:t>je l</w:t>
      </w:r>
      <w:r w:rsidR="003A6D8D">
        <w:t>’</w:t>
      </w:r>
      <w:r w:rsidRPr="003A0BBB">
        <w:t>aimais</w:t>
      </w:r>
      <w:r w:rsidR="003A6D8D">
        <w:t xml:space="preserve">. </w:t>
      </w:r>
      <w:r w:rsidRPr="003A0BBB">
        <w:t>Hélas</w:t>
      </w:r>
      <w:r w:rsidR="003A6D8D">
        <w:t xml:space="preserve"> ! </w:t>
      </w:r>
      <w:r w:rsidRPr="003A0BBB">
        <w:t>Pouvais-je deviner que de ces circonstances inattendues son amour allait sortir encore diminué</w:t>
      </w:r>
      <w:r w:rsidR="003A6D8D">
        <w:t> !</w:t>
      </w:r>
    </w:p>
    <w:p w14:paraId="7B0DF64C" w14:textId="77777777" w:rsidR="003A6D8D" w:rsidRDefault="003A6D8D" w:rsidP="008F7090">
      <w:r>
        <w:t>— </w:t>
      </w:r>
      <w:r w:rsidR="008F7090" w:rsidRPr="003A0BBB">
        <w:t>La grève est terminée</w:t>
      </w:r>
      <w:r>
        <w:t xml:space="preserve">, </w:t>
      </w:r>
      <w:r w:rsidR="008F7090" w:rsidRPr="003A0BBB">
        <w:t>c</w:t>
      </w:r>
      <w:r>
        <w:t>’</w:t>
      </w:r>
      <w:r w:rsidR="008F7090" w:rsidRPr="003A0BBB">
        <w:t>est entendu</w:t>
      </w:r>
      <w:r>
        <w:t xml:space="preserve">, </w:t>
      </w:r>
      <w:r w:rsidR="008F7090" w:rsidRPr="003A0BBB">
        <w:t>me dit-il un jour</w:t>
      </w:r>
      <w:r>
        <w:t xml:space="preserve">. </w:t>
      </w:r>
      <w:r w:rsidR="008F7090" w:rsidRPr="003A0BBB">
        <w:t>Les mauvais sont balayés</w:t>
      </w:r>
      <w:r>
        <w:t xml:space="preserve">, </w:t>
      </w:r>
      <w:r w:rsidR="008F7090" w:rsidRPr="003A0BBB">
        <w:t>les bons rentrent</w:t>
      </w:r>
      <w:r>
        <w:t xml:space="preserve">. </w:t>
      </w:r>
      <w:r w:rsidR="008F7090" w:rsidRPr="003A0BBB">
        <w:t>Mais bien des indices continuent à m</w:t>
      </w:r>
      <w:r>
        <w:t>’</w:t>
      </w:r>
      <w:r w:rsidR="008F7090" w:rsidRPr="003A0BBB">
        <w:t>inquiéter</w:t>
      </w:r>
      <w:r>
        <w:t xml:space="preserve">. </w:t>
      </w:r>
      <w:r w:rsidR="008F7090" w:rsidRPr="003A0BBB">
        <w:t>Il y a notamment ces lettres de menaces</w:t>
      </w:r>
      <w:r>
        <w:t xml:space="preserve">. </w:t>
      </w:r>
      <w:r w:rsidR="008F7090" w:rsidRPr="003A0BBB">
        <w:t>Tant qu</w:t>
      </w:r>
      <w:r>
        <w:t>’</w:t>
      </w:r>
      <w:r w:rsidR="008F7090" w:rsidRPr="003A0BBB">
        <w:t>il en arrivera</w:t>
      </w:r>
      <w:r>
        <w:t xml:space="preserve">, </w:t>
      </w:r>
      <w:r w:rsidR="008F7090" w:rsidRPr="003A0BBB">
        <w:t>une fois</w:t>
      </w:r>
      <w:r>
        <w:t xml:space="preserve">, </w:t>
      </w:r>
      <w:r w:rsidR="008F7090" w:rsidRPr="003A0BBB">
        <w:t>deux fois par semaine</w:t>
      </w:r>
      <w:r>
        <w:t xml:space="preserve">, </w:t>
      </w:r>
      <w:r w:rsidR="008F7090" w:rsidRPr="003A0BBB">
        <w:t>plus s</w:t>
      </w:r>
      <w:r>
        <w:t>’</w:t>
      </w:r>
      <w:r w:rsidR="008F7090" w:rsidRPr="003A0BBB">
        <w:t>il le faut</w:t>
      </w:r>
      <w:r>
        <w:t xml:space="preserve">, </w:t>
      </w:r>
      <w:r w:rsidR="008F7090" w:rsidRPr="003A0BBB">
        <w:t>je suis résolu à coucher là-bas</w:t>
      </w:r>
      <w:r>
        <w:t xml:space="preserve">. </w:t>
      </w:r>
      <w:r w:rsidR="008F7090" w:rsidRPr="003A0BBB">
        <w:t>Il y a les surveillants</w:t>
      </w:r>
      <w:r>
        <w:t xml:space="preserve">, </w:t>
      </w:r>
      <w:r w:rsidR="008F7090" w:rsidRPr="003A0BBB">
        <w:t>je sais bien</w:t>
      </w:r>
      <w:r>
        <w:t xml:space="preserve">… </w:t>
      </w:r>
      <w:r w:rsidR="008F7090" w:rsidRPr="003A0BBB">
        <w:t>Mais qui me dit qu</w:t>
      </w:r>
      <w:r>
        <w:t>’</w:t>
      </w:r>
      <w:r w:rsidR="008F7090" w:rsidRPr="003A0BBB">
        <w:t>ils n</w:t>
      </w:r>
      <w:r>
        <w:t>’</w:t>
      </w:r>
      <w:r w:rsidR="008F7090" w:rsidRPr="003A0BBB">
        <w:t>ont pas eux-mêmes besoin d</w:t>
      </w:r>
      <w:r>
        <w:t>’</w:t>
      </w:r>
      <w:r w:rsidR="008F7090" w:rsidRPr="003A0BBB">
        <w:t>être surveillés</w:t>
      </w:r>
      <w:r>
        <w:t xml:space="preserve">. </w:t>
      </w:r>
      <w:r w:rsidR="008F7090" w:rsidRPr="003A0BBB">
        <w:t>Sois tranquille pour moi</w:t>
      </w:r>
      <w:r>
        <w:t xml:space="preserve">. </w:t>
      </w:r>
      <w:r w:rsidR="008F7090" w:rsidRPr="003A0BBB">
        <w:t>Un homme décidé n</w:t>
      </w:r>
      <w:r>
        <w:t>’</w:t>
      </w:r>
      <w:r w:rsidR="008F7090" w:rsidRPr="003A0BBB">
        <w:t>a rien à craindre</w:t>
      </w:r>
      <w:r>
        <w:t>.</w:t>
      </w:r>
    </w:p>
    <w:p w14:paraId="06D58B2E" w14:textId="77777777" w:rsidR="003A6D8D" w:rsidRDefault="008F7090" w:rsidP="008F7090">
      <w:r w:rsidRPr="003A0BBB">
        <w:t>Que pouvais-je objecter</w:t>
      </w:r>
      <w:r w:rsidR="003A6D8D">
        <w:t xml:space="preserve">, </w:t>
      </w:r>
      <w:r w:rsidRPr="003A0BBB">
        <w:t>sinon que mes appréhensions n</w:t>
      </w:r>
      <w:r w:rsidR="003A6D8D">
        <w:t>’</w:t>
      </w:r>
      <w:r w:rsidRPr="003A0BBB">
        <w:t>étaient plus maintenant les mêmes</w:t>
      </w:r>
      <w:r w:rsidR="003A6D8D">
        <w:t xml:space="preserve">. </w:t>
      </w:r>
      <w:r w:rsidRPr="003A0BBB">
        <w:t>Je baissais la tête et me taisais</w:t>
      </w:r>
      <w:r w:rsidR="003A6D8D">
        <w:t>.</w:t>
      </w:r>
    </w:p>
    <w:p w14:paraId="14647A1A" w14:textId="77777777" w:rsidR="003A6D8D" w:rsidRDefault="008F7090" w:rsidP="008F7090">
      <w:r w:rsidRPr="003A0BBB">
        <w:t>Une de ces nuits où j</w:t>
      </w:r>
      <w:r w:rsidR="003A6D8D">
        <w:t>’</w:t>
      </w:r>
      <w:r w:rsidRPr="003A0BBB">
        <w:t>étais seule</w:t>
      </w:r>
      <w:r w:rsidR="003A6D8D">
        <w:t xml:space="preserve">, </w:t>
      </w:r>
      <w:r w:rsidRPr="003A0BBB">
        <w:t>ayant été prévenue vers sept heures qu</w:t>
      </w:r>
      <w:r w:rsidR="003A6D8D">
        <w:t>’</w:t>
      </w:r>
      <w:r w:rsidRPr="003A0BBB">
        <w:t>il ne rentrerait pas</w:t>
      </w:r>
      <w:r w:rsidR="003A6D8D">
        <w:t xml:space="preserve">, </w:t>
      </w:r>
      <w:r w:rsidRPr="003A0BBB">
        <w:t xml:space="preserve">je fus réveillée par le </w:t>
      </w:r>
      <w:r w:rsidRPr="003A0BBB">
        <w:lastRenderedPageBreak/>
        <w:t>téléphone</w:t>
      </w:r>
      <w:r w:rsidR="003A6D8D">
        <w:t xml:space="preserve">. </w:t>
      </w:r>
      <w:r w:rsidRPr="003A0BBB">
        <w:t>J</w:t>
      </w:r>
      <w:r w:rsidR="003A6D8D">
        <w:t>’</w:t>
      </w:r>
      <w:r w:rsidRPr="003A0BBB">
        <w:t>entendis la voix affolée d</w:t>
      </w:r>
      <w:r w:rsidR="003A6D8D">
        <w:t>’</w:t>
      </w:r>
      <w:r w:rsidRPr="003A0BBB">
        <w:t>un des surveillants de l</w:t>
      </w:r>
      <w:r w:rsidR="003A6D8D">
        <w:t>’</w:t>
      </w:r>
      <w:r w:rsidRPr="003A0BBB">
        <w:t>usine</w:t>
      </w:r>
      <w:r w:rsidR="003A6D8D">
        <w:t xml:space="preserve">. </w:t>
      </w:r>
      <w:r w:rsidRPr="003A0BBB">
        <w:t>Il y avait un commencement d</w:t>
      </w:r>
      <w:r w:rsidR="003A6D8D">
        <w:t>’</w:t>
      </w:r>
      <w:r w:rsidRPr="003A0BBB">
        <w:t>incendie dans l</w:t>
      </w:r>
      <w:r w:rsidR="003A6D8D">
        <w:t>’</w:t>
      </w:r>
      <w:r w:rsidRPr="003A0BBB">
        <w:t>aile gauche de l</w:t>
      </w:r>
      <w:r w:rsidR="003A6D8D">
        <w:t>’</w:t>
      </w:r>
      <w:r w:rsidRPr="003A0BBB">
        <w:t>atelier de carrosserie</w:t>
      </w:r>
      <w:r w:rsidR="003A6D8D">
        <w:t xml:space="preserve">. </w:t>
      </w:r>
      <w:r w:rsidRPr="003A0BBB">
        <w:t>On prévenait Franz</w:t>
      </w:r>
      <w:r w:rsidR="003A6D8D">
        <w:t xml:space="preserve">. </w:t>
      </w:r>
      <w:r w:rsidRPr="003A0BBB">
        <w:t>Le lendemain matin</w:t>
      </w:r>
      <w:r w:rsidR="003A6D8D">
        <w:t xml:space="preserve">, </w:t>
      </w:r>
      <w:r w:rsidRPr="003A0BBB">
        <w:t>quand il fut de retour à la villa</w:t>
      </w:r>
      <w:r w:rsidR="003A6D8D">
        <w:t xml:space="preserve">, </w:t>
      </w:r>
      <w:r w:rsidRPr="003A0BBB">
        <w:t>tremblante comme si c</w:t>
      </w:r>
      <w:r w:rsidR="003A6D8D">
        <w:t>’</w:t>
      </w:r>
      <w:r w:rsidRPr="003A0BBB">
        <w:t>était moi la coupable</w:t>
      </w:r>
      <w:r w:rsidR="003A6D8D">
        <w:t xml:space="preserve">, </w:t>
      </w:r>
      <w:r w:rsidRPr="003A0BBB">
        <w:t>je le mis au courant</w:t>
      </w:r>
      <w:r w:rsidR="003A6D8D">
        <w:t xml:space="preserve">. </w:t>
      </w:r>
      <w:r w:rsidRPr="003A0BBB">
        <w:t>Il haussa les épaules</w:t>
      </w:r>
      <w:r w:rsidR="003A6D8D">
        <w:t> :</w:t>
      </w:r>
    </w:p>
    <w:p w14:paraId="2185E5D3" w14:textId="77777777" w:rsidR="003A6D8D" w:rsidRDefault="003A6D8D" w:rsidP="008F7090">
      <w:r>
        <w:t>— </w:t>
      </w:r>
      <w:r w:rsidR="008F7090" w:rsidRPr="003A0BBB">
        <w:t>Encore un veilleur de nuit qui s</w:t>
      </w:r>
      <w:r>
        <w:t>’</w:t>
      </w:r>
      <w:r w:rsidR="008F7090" w:rsidRPr="003A0BBB">
        <w:t>affole</w:t>
      </w:r>
      <w:r>
        <w:t xml:space="preserve"> ! </w:t>
      </w:r>
      <w:r w:rsidR="008F7090" w:rsidRPr="003A0BBB">
        <w:t>Celui-là dormait</w:t>
      </w:r>
      <w:r>
        <w:t xml:space="preserve">. </w:t>
      </w:r>
      <w:r w:rsidR="008F7090" w:rsidRPr="003A0BBB">
        <w:t>Il s</w:t>
      </w:r>
      <w:r>
        <w:t>’</w:t>
      </w:r>
      <w:r w:rsidR="008F7090" w:rsidRPr="003A0BBB">
        <w:t>est réveillé en sursaut</w:t>
      </w:r>
      <w:r>
        <w:t xml:space="preserve">. </w:t>
      </w:r>
      <w:r w:rsidR="008F7090" w:rsidRPr="003A0BBB">
        <w:t>L</w:t>
      </w:r>
      <w:r>
        <w:t>’</w:t>
      </w:r>
      <w:r w:rsidR="008F7090" w:rsidRPr="003A0BBB">
        <w:t>imbécile n</w:t>
      </w:r>
      <w:r>
        <w:t>’</w:t>
      </w:r>
      <w:r w:rsidR="008F7090" w:rsidRPr="003A0BBB">
        <w:t>a même pas vu que j</w:t>
      </w:r>
      <w:r>
        <w:t>’</w:t>
      </w:r>
      <w:r w:rsidR="008F7090" w:rsidRPr="003A0BBB">
        <w:t>étais là</w:t>
      </w:r>
      <w:r>
        <w:t xml:space="preserve">. </w:t>
      </w:r>
      <w:r w:rsidR="008F7090" w:rsidRPr="003A0BBB">
        <w:t>C</w:t>
      </w:r>
      <w:r>
        <w:t>’</w:t>
      </w:r>
      <w:r w:rsidR="008F7090" w:rsidRPr="003A0BBB">
        <w:t>est moi-même qui ai alerté les pompiers</w:t>
      </w:r>
      <w:r>
        <w:t xml:space="preserve">. </w:t>
      </w:r>
      <w:r w:rsidR="008F7090" w:rsidRPr="003A0BBB">
        <w:t>Tu te rends compte maintenant si ma présence là-bas est utile</w:t>
      </w:r>
      <w:r>
        <w:t>…</w:t>
      </w:r>
    </w:p>
    <w:p w14:paraId="1A12A66A" w14:textId="77777777" w:rsidR="003A6D8D" w:rsidRDefault="008F7090" w:rsidP="008F7090">
      <w:r w:rsidRPr="003A0BBB">
        <w:t>Sur ses lèvres</w:t>
      </w:r>
      <w:r w:rsidR="003A6D8D">
        <w:t xml:space="preserve">, </w:t>
      </w:r>
      <w:r w:rsidRPr="003A0BBB">
        <w:t>ce mensonge</w:t>
      </w:r>
      <w:r w:rsidR="003A6D8D">
        <w:t xml:space="preserve">, </w:t>
      </w:r>
      <w:r w:rsidRPr="003A0BBB">
        <w:t>fait avec une si souriante désinvolture</w:t>
      </w:r>
      <w:r w:rsidR="003A6D8D">
        <w:t xml:space="preserve">, </w:t>
      </w:r>
      <w:r w:rsidRPr="003A0BBB">
        <w:t>prenait des airs de vérité</w:t>
      </w:r>
      <w:r w:rsidR="003A6D8D">
        <w:t xml:space="preserve">. </w:t>
      </w:r>
      <w:r w:rsidRPr="003A0BBB">
        <w:t>Je le répète</w:t>
      </w:r>
      <w:r w:rsidR="003A6D8D">
        <w:t xml:space="preserve"> : </w:t>
      </w:r>
      <w:r w:rsidRPr="003A0BBB">
        <w:t>devant les juges</w:t>
      </w:r>
      <w:r w:rsidR="003A6D8D">
        <w:t xml:space="preserve">, </w:t>
      </w:r>
      <w:r w:rsidRPr="003A0BBB">
        <w:t>Franz n</w:t>
      </w:r>
      <w:r w:rsidR="003A6D8D">
        <w:t>’</w:t>
      </w:r>
      <w:r w:rsidRPr="003A0BBB">
        <w:t>avouera pas</w:t>
      </w:r>
      <w:r w:rsidR="003A6D8D">
        <w:t>.</w:t>
      </w:r>
    </w:p>
    <w:p w14:paraId="79D0A425" w14:textId="28CEA167" w:rsidR="008F7090" w:rsidRPr="003A0BBB" w:rsidRDefault="008F7090" w:rsidP="008F7090"/>
    <w:p w14:paraId="4D492529" w14:textId="77777777" w:rsidR="003A6D8D" w:rsidRDefault="008F7090" w:rsidP="008F7090">
      <w:r w:rsidRPr="003A0BBB">
        <w:t>Voilà donc ce qu</w:t>
      </w:r>
      <w:r w:rsidR="003A6D8D">
        <w:t>’</w:t>
      </w:r>
      <w:r w:rsidRPr="003A0BBB">
        <w:t>elle était peu à peu devenue</w:t>
      </w:r>
      <w:r w:rsidR="003A6D8D">
        <w:t xml:space="preserve">, </w:t>
      </w:r>
      <w:r w:rsidRPr="003A0BBB">
        <w:t>ma misérable</w:t>
      </w:r>
      <w:r w:rsidR="003A6D8D">
        <w:t xml:space="preserve">, </w:t>
      </w:r>
      <w:r w:rsidRPr="003A0BBB">
        <w:t>ma lamentable vie</w:t>
      </w:r>
      <w:r w:rsidR="003A6D8D">
        <w:t xml:space="preserve">. </w:t>
      </w:r>
      <w:r w:rsidRPr="003A0BBB">
        <w:t>Et si l</w:t>
      </w:r>
      <w:r w:rsidR="003A6D8D">
        <w:t>’</w:t>
      </w:r>
      <w:r w:rsidRPr="003A0BBB">
        <w:t>on se rappelle maintenant que j</w:t>
      </w:r>
      <w:r w:rsidR="003A6D8D">
        <w:t>’</w:t>
      </w:r>
      <w:r w:rsidRPr="003A0BBB">
        <w:t>étais tout près d</w:t>
      </w:r>
      <w:r w:rsidR="003A6D8D">
        <w:t>’</w:t>
      </w:r>
      <w:r w:rsidRPr="003A0BBB">
        <w:t>avoir cinquante ans</w:t>
      </w:r>
      <w:r w:rsidR="003A6D8D">
        <w:t xml:space="preserve">, </w:t>
      </w:r>
      <w:r w:rsidRPr="003A0BBB">
        <w:t>on comprendra que j</w:t>
      </w:r>
      <w:r w:rsidR="003A6D8D">
        <w:t>’</w:t>
      </w:r>
      <w:r w:rsidRPr="003A0BBB">
        <w:t>aurais dû pouvoir me donner du changement de Franz à mon égard une explication assez naturelle</w:t>
      </w:r>
      <w:r w:rsidR="003A6D8D">
        <w:t xml:space="preserve">. </w:t>
      </w:r>
      <w:r w:rsidRPr="003A0BBB">
        <w:t>Mais cette raison était la dernière que j</w:t>
      </w:r>
      <w:r w:rsidR="003A6D8D">
        <w:t>’</w:t>
      </w:r>
      <w:r w:rsidRPr="003A0BBB">
        <w:t>aurais admise</w:t>
      </w:r>
      <w:r w:rsidR="003A6D8D">
        <w:t xml:space="preserve">. </w:t>
      </w:r>
      <w:r w:rsidRPr="003A0BBB">
        <w:t>C</w:t>
      </w:r>
      <w:r w:rsidR="003A6D8D">
        <w:t>’</w:t>
      </w:r>
      <w:r w:rsidRPr="003A0BBB">
        <w:t>était de la confiance en moi-même que je réclamais exclusivement de mon miroir</w:t>
      </w:r>
      <w:r w:rsidR="003A6D8D">
        <w:t xml:space="preserve">. </w:t>
      </w:r>
      <w:r w:rsidRPr="003A0BBB">
        <w:t>Dieu</w:t>
      </w:r>
      <w:r w:rsidR="003A6D8D">
        <w:t xml:space="preserve"> ! </w:t>
      </w:r>
      <w:r w:rsidRPr="003A0BBB">
        <w:t>avec quelle anxiété grandissante</w:t>
      </w:r>
      <w:r w:rsidR="003A6D8D">
        <w:t xml:space="preserve">, </w:t>
      </w:r>
      <w:r w:rsidRPr="003A0BBB">
        <w:t>chaque matin</w:t>
      </w:r>
      <w:r w:rsidR="003A6D8D">
        <w:t xml:space="preserve">, </w:t>
      </w:r>
      <w:r w:rsidRPr="003A0BBB">
        <w:t>je l</w:t>
      </w:r>
      <w:r w:rsidR="003A6D8D">
        <w:t>’</w:t>
      </w:r>
      <w:r w:rsidRPr="003A0BBB">
        <w:t>interrogeais</w:t>
      </w:r>
      <w:r w:rsidR="003A6D8D">
        <w:t xml:space="preserve">. </w:t>
      </w:r>
      <w:r w:rsidRPr="003A0BBB">
        <w:t>À peine étais-je réveillée que</w:t>
      </w:r>
      <w:r w:rsidR="003A6D8D">
        <w:t xml:space="preserve">, </w:t>
      </w:r>
      <w:r w:rsidRPr="003A0BBB">
        <w:t>repoussant les volets</w:t>
      </w:r>
      <w:r w:rsidR="003A6D8D">
        <w:t xml:space="preserve">, </w:t>
      </w:r>
      <w:r w:rsidRPr="003A0BBB">
        <w:t>j</w:t>
      </w:r>
      <w:r w:rsidR="003A6D8D">
        <w:t>’</w:t>
      </w:r>
      <w:r w:rsidRPr="003A0BBB">
        <w:t>étais déjà devant lui</w:t>
      </w:r>
      <w:r w:rsidR="003A6D8D">
        <w:t xml:space="preserve">. </w:t>
      </w:r>
      <w:r w:rsidRPr="003A0BBB">
        <w:t>Il y avait des jours où je sortais pleine d</w:t>
      </w:r>
      <w:r w:rsidR="003A6D8D">
        <w:t>’</w:t>
      </w:r>
      <w:r w:rsidRPr="003A0BBB">
        <w:t>allégresse de cette confrontation</w:t>
      </w:r>
      <w:r w:rsidR="003A6D8D">
        <w:t xml:space="preserve">, </w:t>
      </w:r>
      <w:r w:rsidRPr="003A0BBB">
        <w:t>d</w:t>
      </w:r>
      <w:r w:rsidR="003A6D8D">
        <w:t>’</w:t>
      </w:r>
      <w:r w:rsidRPr="003A0BBB">
        <w:t>autres</w:t>
      </w:r>
      <w:r w:rsidR="003A6D8D">
        <w:t xml:space="preserve">, </w:t>
      </w:r>
      <w:r w:rsidRPr="003A0BBB">
        <w:t>où je devais rejeter sur un émoi</w:t>
      </w:r>
      <w:r w:rsidR="003A6D8D">
        <w:t xml:space="preserve">, </w:t>
      </w:r>
      <w:r w:rsidRPr="003A0BBB">
        <w:t>une fatigue passagère l</w:t>
      </w:r>
      <w:r w:rsidR="003A6D8D">
        <w:t>’</w:t>
      </w:r>
      <w:r w:rsidRPr="003A0BBB">
        <w:t>impitoyable diminution que je venais de constater</w:t>
      </w:r>
      <w:r w:rsidR="003A6D8D">
        <w:t>.</w:t>
      </w:r>
    </w:p>
    <w:p w14:paraId="0FA72CC3" w14:textId="77777777" w:rsidR="003A6D8D" w:rsidRDefault="008F7090" w:rsidP="008F7090">
      <w:r w:rsidRPr="003A0BBB">
        <w:t>J</w:t>
      </w:r>
      <w:r w:rsidR="003A6D8D">
        <w:t>’</w:t>
      </w:r>
      <w:r w:rsidRPr="003A0BBB">
        <w:t>étais belle</w:t>
      </w:r>
      <w:r w:rsidR="003A6D8D">
        <w:t xml:space="preserve">, </w:t>
      </w:r>
      <w:r w:rsidRPr="003A0BBB">
        <w:t>pourtant</w:t>
      </w:r>
      <w:r w:rsidR="003A6D8D">
        <w:t xml:space="preserve">, </w:t>
      </w:r>
      <w:r w:rsidRPr="003A0BBB">
        <w:t>bien belle encore</w:t>
      </w:r>
      <w:r w:rsidR="003A6D8D">
        <w:t xml:space="preserve">, </w:t>
      </w:r>
      <w:r w:rsidRPr="003A0BBB">
        <w:t>plus belle certes qu</w:t>
      </w:r>
      <w:r w:rsidR="003A6D8D">
        <w:t>’</w:t>
      </w:r>
      <w:r w:rsidRPr="003A0BBB">
        <w:t>avant la venue de Franz</w:t>
      </w:r>
      <w:r w:rsidR="003A6D8D">
        <w:t xml:space="preserve">. </w:t>
      </w:r>
      <w:r w:rsidRPr="003A0BBB">
        <w:t>Mon corps</w:t>
      </w:r>
      <w:r w:rsidR="003A6D8D">
        <w:t xml:space="preserve">, </w:t>
      </w:r>
      <w:r w:rsidRPr="003A0BBB">
        <w:t>depuis Maguelonne</w:t>
      </w:r>
      <w:r w:rsidR="003A6D8D">
        <w:t xml:space="preserve">, </w:t>
      </w:r>
      <w:r w:rsidRPr="003A0BBB">
        <w:t>s</w:t>
      </w:r>
      <w:r w:rsidR="003A6D8D">
        <w:t>’</w:t>
      </w:r>
      <w:r w:rsidRPr="003A0BBB">
        <w:t>était affiné</w:t>
      </w:r>
      <w:r w:rsidR="003A6D8D">
        <w:t xml:space="preserve">, </w:t>
      </w:r>
      <w:r w:rsidRPr="003A0BBB">
        <w:t>stylisé</w:t>
      </w:r>
      <w:r w:rsidR="003A6D8D">
        <w:t xml:space="preserve">, </w:t>
      </w:r>
      <w:r w:rsidRPr="003A0BBB">
        <w:t xml:space="preserve">avait pris une espèce de souplesse de </w:t>
      </w:r>
      <w:r w:rsidRPr="003A0BBB">
        <w:lastRenderedPageBreak/>
        <w:t>jeune fille</w:t>
      </w:r>
      <w:r w:rsidR="003A6D8D">
        <w:t xml:space="preserve">. </w:t>
      </w:r>
      <w:r w:rsidRPr="003A0BBB">
        <w:t>Les pratiques de la plus savante volupté lui avaient donné conscience de lui-même</w:t>
      </w:r>
      <w:r w:rsidR="003A6D8D">
        <w:t xml:space="preserve">. </w:t>
      </w:r>
      <w:r w:rsidRPr="003A0BBB">
        <w:t>Peu d</w:t>
      </w:r>
      <w:r w:rsidR="003A6D8D">
        <w:t>’</w:t>
      </w:r>
      <w:r w:rsidRPr="003A0BBB">
        <w:t>hommes</w:t>
      </w:r>
      <w:r w:rsidR="003A6D8D">
        <w:t xml:space="preserve">, </w:t>
      </w:r>
      <w:r w:rsidRPr="003A0BBB">
        <w:t>levant vers moi par hasard la tête</w:t>
      </w:r>
      <w:r w:rsidR="003A6D8D">
        <w:t xml:space="preserve">, </w:t>
      </w:r>
      <w:r w:rsidRPr="003A0BBB">
        <w:t>ont rencontré sans en être bouleversés mes yeux noirs brillant tristement dans l</w:t>
      </w:r>
      <w:r w:rsidR="003A6D8D">
        <w:t>’</w:t>
      </w:r>
      <w:r w:rsidRPr="003A0BBB">
        <w:t>ombre de mes cheveux roux</w:t>
      </w:r>
      <w:r w:rsidR="003A6D8D">
        <w:t xml:space="preserve">. </w:t>
      </w:r>
      <w:r w:rsidRPr="003A0BBB">
        <w:t>Mais</w:t>
      </w:r>
      <w:r w:rsidR="003A6D8D">
        <w:t xml:space="preserve">, </w:t>
      </w:r>
      <w:r w:rsidRPr="003A0BBB">
        <w:t>à certaines aubes sinistres</w:t>
      </w:r>
      <w:r w:rsidR="003A6D8D">
        <w:t xml:space="preserve">, </w:t>
      </w:r>
      <w:r w:rsidRPr="003A0BBB">
        <w:t>puis-je indéfiniment celer ce que j</w:t>
      </w:r>
      <w:r w:rsidR="003A6D8D">
        <w:t>’</w:t>
      </w:r>
      <w:r w:rsidRPr="003A0BBB">
        <w:t>ai aperçu</w:t>
      </w:r>
      <w:r w:rsidR="003A6D8D">
        <w:t xml:space="preserve"> ? </w:t>
      </w:r>
      <w:r w:rsidRPr="003A0BBB">
        <w:t>Ces yeux</w:t>
      </w:r>
      <w:r w:rsidR="003A6D8D">
        <w:t xml:space="preserve">, </w:t>
      </w:r>
      <w:r w:rsidRPr="003A0BBB">
        <w:t>ces yeux obscurs dont j</w:t>
      </w:r>
      <w:r w:rsidR="003A6D8D">
        <w:t>’</w:t>
      </w:r>
      <w:r w:rsidRPr="003A0BBB">
        <w:t>étais si fière</w:t>
      </w:r>
      <w:r w:rsidR="003A6D8D">
        <w:t xml:space="preserve">, </w:t>
      </w:r>
      <w:r w:rsidRPr="003A0BBB">
        <w:t>n</w:t>
      </w:r>
      <w:r w:rsidR="003A6D8D">
        <w:t>’</w:t>
      </w:r>
      <w:r w:rsidRPr="003A0BBB">
        <w:t>avaient plus qu</w:t>
      </w:r>
      <w:r w:rsidR="003A6D8D">
        <w:t>’</w:t>
      </w:r>
      <w:r w:rsidRPr="003A0BBB">
        <w:t>un éclat trouble</w:t>
      </w:r>
      <w:r w:rsidR="003A6D8D">
        <w:t xml:space="preserve"> : </w:t>
      </w:r>
      <w:r w:rsidRPr="003A0BBB">
        <w:t>les paupières se boursouflaient</w:t>
      </w:r>
      <w:r w:rsidR="003A6D8D">
        <w:t xml:space="preserve">, </w:t>
      </w:r>
      <w:r w:rsidRPr="003A0BBB">
        <w:t>se sillonnaient d</w:t>
      </w:r>
      <w:r w:rsidR="003A6D8D">
        <w:t>’</w:t>
      </w:r>
      <w:r w:rsidRPr="003A0BBB">
        <w:t>innombrables veinules violettes</w:t>
      </w:r>
      <w:r w:rsidR="003A6D8D">
        <w:t xml:space="preserve">. </w:t>
      </w:r>
      <w:r w:rsidRPr="003A0BBB">
        <w:t>Les lèvres</w:t>
      </w:r>
      <w:r w:rsidR="003A6D8D">
        <w:t xml:space="preserve">, </w:t>
      </w:r>
      <w:r w:rsidRPr="003A0BBB">
        <w:t>à leurs commissures</w:t>
      </w:r>
      <w:r w:rsidR="003A6D8D">
        <w:t xml:space="preserve">, </w:t>
      </w:r>
      <w:r w:rsidRPr="003A0BBB">
        <w:t>s</w:t>
      </w:r>
      <w:r w:rsidR="003A6D8D">
        <w:t>’</w:t>
      </w:r>
      <w:r w:rsidRPr="003A0BBB">
        <w:t>abaissaient sous le poids de toute la charnelle amertume</w:t>
      </w:r>
      <w:r w:rsidR="003A6D8D">
        <w:t>.</w:t>
      </w:r>
    </w:p>
    <w:p w14:paraId="3B95030C" w14:textId="77777777" w:rsidR="003A6D8D" w:rsidRDefault="008F7090" w:rsidP="008F7090">
      <w:r w:rsidRPr="003A0BBB">
        <w:t>Et s</w:t>
      </w:r>
      <w:r w:rsidR="003A6D8D">
        <w:t>’</w:t>
      </w:r>
      <w:r w:rsidRPr="003A0BBB">
        <w:t>il n</w:t>
      </w:r>
      <w:r w:rsidR="003A6D8D">
        <w:t>’</w:t>
      </w:r>
      <w:r w:rsidRPr="003A0BBB">
        <w:t>y avait eu encore que de tels symptômes pour me désespérer</w:t>
      </w:r>
      <w:r w:rsidR="003A6D8D">
        <w:t xml:space="preserve"> ! </w:t>
      </w:r>
      <w:r w:rsidRPr="003A0BBB">
        <w:t>Mais</w:t>
      </w:r>
      <w:r w:rsidR="003A6D8D">
        <w:t xml:space="preserve">, </w:t>
      </w:r>
      <w:r w:rsidRPr="003A0BBB">
        <w:t>chez une femme</w:t>
      </w:r>
      <w:r w:rsidR="003A6D8D">
        <w:t xml:space="preserve">, </w:t>
      </w:r>
      <w:r w:rsidRPr="003A0BBB">
        <w:t>les ravages de l</w:t>
      </w:r>
      <w:r w:rsidR="003A6D8D">
        <w:t>’</w:t>
      </w:r>
      <w:r w:rsidRPr="003A0BBB">
        <w:t>esprit accompagnent en cortège implacable ceux de la chair</w:t>
      </w:r>
      <w:r w:rsidR="003A6D8D">
        <w:t xml:space="preserve">. </w:t>
      </w:r>
      <w:r w:rsidRPr="003A0BBB">
        <w:t>Il m</w:t>
      </w:r>
      <w:r w:rsidR="003A6D8D">
        <w:t>’</w:t>
      </w:r>
      <w:r w:rsidRPr="003A0BBB">
        <w:t>arrivait de plus en plus d</w:t>
      </w:r>
      <w:r w:rsidR="003A6D8D">
        <w:t>’</w:t>
      </w:r>
      <w:r w:rsidRPr="003A0BBB">
        <w:t>être la proie de troubles étranges</w:t>
      </w:r>
      <w:r w:rsidR="003A6D8D">
        <w:t xml:space="preserve">, </w:t>
      </w:r>
      <w:r w:rsidRPr="003A0BBB">
        <w:t>de troubles que je n</w:t>
      </w:r>
      <w:r w:rsidR="003A6D8D">
        <w:t>’</w:t>
      </w:r>
      <w:r w:rsidRPr="003A0BBB">
        <w:t>avais jamais encore ressentis</w:t>
      </w:r>
      <w:r w:rsidR="003A6D8D">
        <w:t xml:space="preserve">, </w:t>
      </w:r>
      <w:r w:rsidRPr="003A0BBB">
        <w:t>dont je ne pouvais dire s</w:t>
      </w:r>
      <w:r w:rsidR="003A6D8D">
        <w:t>’</w:t>
      </w:r>
      <w:r w:rsidRPr="003A0BBB">
        <w:t>ils étaient physiques ou moraux</w:t>
      </w:r>
      <w:r w:rsidR="003A6D8D">
        <w:t xml:space="preserve">. </w:t>
      </w:r>
      <w:r w:rsidRPr="003A0BBB">
        <w:t>Il me semblait que je me dédoublais</w:t>
      </w:r>
      <w:r w:rsidR="003A6D8D">
        <w:t xml:space="preserve">, </w:t>
      </w:r>
      <w:r w:rsidRPr="003A0BBB">
        <w:t>qu</w:t>
      </w:r>
      <w:r w:rsidR="003A6D8D">
        <w:t>’</w:t>
      </w:r>
      <w:r w:rsidRPr="003A0BBB">
        <w:t>un être passif</w:t>
      </w:r>
      <w:r w:rsidR="003A6D8D">
        <w:t xml:space="preserve">, </w:t>
      </w:r>
      <w:r w:rsidRPr="003A0BBB">
        <w:t>presque mort</w:t>
      </w:r>
      <w:r w:rsidR="003A6D8D">
        <w:t xml:space="preserve">, </w:t>
      </w:r>
      <w:r w:rsidRPr="003A0BBB">
        <w:t>assistait à la prise de possession de lui-même par une furie</w:t>
      </w:r>
      <w:r w:rsidR="003A6D8D">
        <w:t xml:space="preserve">. </w:t>
      </w:r>
      <w:r w:rsidRPr="003A0BBB">
        <w:t>J</w:t>
      </w:r>
      <w:r w:rsidR="003A6D8D">
        <w:t>’</w:t>
      </w:r>
      <w:r w:rsidRPr="003A0BBB">
        <w:t>avais des évanouissements de plus en plus fréquents</w:t>
      </w:r>
      <w:r w:rsidR="003A6D8D">
        <w:t xml:space="preserve">. </w:t>
      </w:r>
      <w:r w:rsidRPr="003A0BBB">
        <w:t>Des nuages de sang</w:t>
      </w:r>
      <w:r w:rsidR="003A6D8D">
        <w:t xml:space="preserve">, </w:t>
      </w:r>
      <w:r w:rsidRPr="003A0BBB">
        <w:t>en ondes rapides</w:t>
      </w:r>
      <w:r w:rsidR="003A6D8D">
        <w:t xml:space="preserve">, </w:t>
      </w:r>
      <w:r w:rsidRPr="003A0BBB">
        <w:t>sans cesse renouvelées</w:t>
      </w:r>
      <w:r w:rsidR="003A6D8D">
        <w:t xml:space="preserve">, </w:t>
      </w:r>
      <w:r w:rsidRPr="003A0BBB">
        <w:t>passaient entre mes prunelles et mes paupières</w:t>
      </w:r>
      <w:r w:rsidR="003A6D8D">
        <w:t xml:space="preserve">. </w:t>
      </w:r>
      <w:r w:rsidRPr="003A0BBB">
        <w:t>C</w:t>
      </w:r>
      <w:r w:rsidR="003A6D8D">
        <w:t>’</w:t>
      </w:r>
      <w:r w:rsidRPr="003A0BBB">
        <w:t>étaient des vagues de sang que j</w:t>
      </w:r>
      <w:r w:rsidR="003A6D8D">
        <w:t>’</w:t>
      </w:r>
      <w:r w:rsidRPr="003A0BBB">
        <w:t>entendais bourdonner au fond de mes oreilles</w:t>
      </w:r>
      <w:r w:rsidR="003A6D8D">
        <w:t xml:space="preserve">. </w:t>
      </w:r>
      <w:r w:rsidRPr="003A0BBB">
        <w:t>Ces nuages</w:t>
      </w:r>
      <w:r w:rsidR="003A6D8D">
        <w:t xml:space="preserve">, </w:t>
      </w:r>
      <w:r w:rsidRPr="003A0BBB">
        <w:t>ces vagues</w:t>
      </w:r>
      <w:r w:rsidR="003A6D8D">
        <w:t xml:space="preserve">, </w:t>
      </w:r>
      <w:r w:rsidRPr="003A0BBB">
        <w:t>je les vois</w:t>
      </w:r>
      <w:r w:rsidR="003A6D8D">
        <w:t xml:space="preserve">, </w:t>
      </w:r>
      <w:r w:rsidRPr="003A0BBB">
        <w:t>je les entends chaque jour davantage</w:t>
      </w:r>
      <w:r w:rsidR="003A6D8D">
        <w:t xml:space="preserve">. </w:t>
      </w:r>
      <w:r w:rsidRPr="003A0BBB">
        <w:t>Ils m</w:t>
      </w:r>
      <w:r w:rsidR="003A6D8D">
        <w:t>’</w:t>
      </w:r>
      <w:r w:rsidRPr="003A0BBB">
        <w:t>ont accompagnée dans cette cellule d</w:t>
      </w:r>
      <w:r w:rsidR="003A6D8D">
        <w:t>’</w:t>
      </w:r>
      <w:r w:rsidRPr="003A0BBB">
        <w:t>où</w:t>
      </w:r>
      <w:r w:rsidR="003A6D8D">
        <w:t xml:space="preserve">, </w:t>
      </w:r>
      <w:r w:rsidRPr="003A0BBB">
        <w:t>depuis trois mois</w:t>
      </w:r>
      <w:r w:rsidR="003A6D8D">
        <w:t xml:space="preserve">, </w:t>
      </w:r>
      <w:r w:rsidRPr="003A0BBB">
        <w:t>on ne me permet de sortir quelques instants que pour me laisser chaque fois plus seule avec mes fantômes</w:t>
      </w:r>
      <w:r w:rsidR="003A6D8D">
        <w:t xml:space="preserve">. </w:t>
      </w:r>
      <w:r w:rsidRPr="003A0BBB">
        <w:t>Quand ce froid</w:t>
      </w:r>
      <w:r w:rsidR="003A6D8D">
        <w:t xml:space="preserve">, </w:t>
      </w:r>
      <w:r w:rsidRPr="003A0BBB">
        <w:t>ces bouffées de chaleur mortelles s</w:t>
      </w:r>
      <w:r w:rsidR="003A6D8D">
        <w:t>’</w:t>
      </w:r>
      <w:r w:rsidRPr="003A0BBB">
        <w:t>emparent de moi</w:t>
      </w:r>
      <w:r w:rsidR="003A6D8D">
        <w:t xml:space="preserve">, </w:t>
      </w:r>
      <w:r w:rsidRPr="003A0BBB">
        <w:t>alors</w:t>
      </w:r>
      <w:r w:rsidR="003A6D8D">
        <w:t xml:space="preserve">, </w:t>
      </w:r>
      <w:r w:rsidRPr="003A0BBB">
        <w:t>vraiment</w:t>
      </w:r>
      <w:r w:rsidR="003A6D8D">
        <w:t xml:space="preserve">, </w:t>
      </w:r>
      <w:r w:rsidRPr="003A0BBB">
        <w:t>je ne me sens plus la même</w:t>
      </w:r>
      <w:r w:rsidR="003A6D8D">
        <w:t xml:space="preserve">. </w:t>
      </w:r>
      <w:r w:rsidRPr="003A0BBB">
        <w:t>Mon désir de Franz</w:t>
      </w:r>
      <w:r w:rsidR="003A6D8D">
        <w:t xml:space="preserve">, </w:t>
      </w:r>
      <w:r w:rsidRPr="003A0BBB">
        <w:t>ma haine de lui deviennent une sorte de folie</w:t>
      </w:r>
      <w:r w:rsidR="003A6D8D">
        <w:t xml:space="preserve">. </w:t>
      </w:r>
      <w:r w:rsidRPr="003A0BBB">
        <w:t>Je prends à deux mains ma tête et je la serre éperdument</w:t>
      </w:r>
      <w:r w:rsidR="003A6D8D">
        <w:t xml:space="preserve">, </w:t>
      </w:r>
      <w:r w:rsidRPr="003A0BBB">
        <w:t>comme pour l</w:t>
      </w:r>
      <w:r w:rsidR="003A6D8D">
        <w:t>’</w:t>
      </w:r>
      <w:r w:rsidRPr="003A0BBB">
        <w:t>empêcher de se mettre à tournoyer</w:t>
      </w:r>
      <w:r w:rsidR="003A6D8D">
        <w:t>.</w:t>
      </w:r>
    </w:p>
    <w:p w14:paraId="71072BA3" w14:textId="1B6CE4DF" w:rsidR="008F7090" w:rsidRPr="003A0BBB" w:rsidRDefault="008F7090" w:rsidP="008F7090"/>
    <w:p w14:paraId="23D9A3DB" w14:textId="77777777" w:rsidR="003A6D8D" w:rsidRDefault="008F7090" w:rsidP="008F7090">
      <w:r w:rsidRPr="003A0BBB">
        <w:lastRenderedPageBreak/>
        <w:t>Ah</w:t>
      </w:r>
      <w:r w:rsidR="003A6D8D">
        <w:t xml:space="preserve"> ! </w:t>
      </w:r>
      <w:r w:rsidRPr="003A0BBB">
        <w:t>ma petite fille morte</w:t>
      </w:r>
      <w:r w:rsidR="003A6D8D">
        <w:t xml:space="preserve">, </w:t>
      </w:r>
      <w:r w:rsidRPr="003A0BBB">
        <w:t>ce n</w:t>
      </w:r>
      <w:r w:rsidR="003A6D8D">
        <w:t>’</w:t>
      </w:r>
      <w:r w:rsidRPr="003A0BBB">
        <w:t>est pas de la justice humaine que tu as à attendre ta meilleure vengeance</w:t>
      </w:r>
      <w:r w:rsidR="003A6D8D">
        <w:t> !</w:t>
      </w:r>
    </w:p>
    <w:p w14:paraId="2240ADB2" w14:textId="5EA2BA80" w:rsidR="008F7090" w:rsidRPr="003A0BBB" w:rsidRDefault="008F7090" w:rsidP="003A6D8D">
      <w:pPr>
        <w:pStyle w:val="Titre1"/>
      </w:pPr>
      <w:bookmarkStart w:id="23" w:name="_Toc196328824"/>
      <w:r w:rsidRPr="003A0BBB">
        <w:lastRenderedPageBreak/>
        <w:t>XXIII</w:t>
      </w:r>
      <w:bookmarkEnd w:id="23"/>
    </w:p>
    <w:p w14:paraId="1E6F804D" w14:textId="77777777" w:rsidR="003A6D8D" w:rsidRDefault="008F7090" w:rsidP="008F7090">
      <w:r w:rsidRPr="003A0BBB">
        <w:t>C</w:t>
      </w:r>
      <w:r w:rsidR="003A6D8D">
        <w:t>’</w:t>
      </w:r>
      <w:r w:rsidRPr="003A0BBB">
        <w:t>est de Cécile</w:t>
      </w:r>
      <w:r w:rsidR="003A6D8D">
        <w:t xml:space="preserve">, </w:t>
      </w:r>
      <w:r w:rsidRPr="003A0BBB">
        <w:t>à présent</w:t>
      </w:r>
      <w:r w:rsidR="003A6D8D">
        <w:t xml:space="preserve">, </w:t>
      </w:r>
      <w:r w:rsidRPr="003A0BBB">
        <w:t>que je dois parler</w:t>
      </w:r>
      <w:r w:rsidR="003A6D8D">
        <w:t>.</w:t>
      </w:r>
    </w:p>
    <w:p w14:paraId="095FFD66" w14:textId="68E7C4A3" w:rsidR="00490B61" w:rsidRDefault="00490B61" w:rsidP="008F7090"/>
    <w:p w14:paraId="45E87536" w14:textId="60821C6E" w:rsidR="003A6D8D" w:rsidRDefault="008F7090" w:rsidP="008F7090">
      <w:r w:rsidRPr="003A0BBB">
        <w:t>On se souvient que</w:t>
      </w:r>
      <w:r w:rsidR="003A6D8D">
        <w:t xml:space="preserve">, </w:t>
      </w:r>
      <w:r w:rsidRPr="003A0BBB">
        <w:t xml:space="preserve">lorsque </w:t>
      </w:r>
      <w:r w:rsidR="003A6D8D">
        <w:t>M. </w:t>
      </w:r>
      <w:r w:rsidRPr="003A0BBB">
        <w:t>X</w:t>
      </w:r>
      <w:r w:rsidR="003A6D8D">
        <w:t xml:space="preserve">… </w:t>
      </w:r>
      <w:r w:rsidRPr="003A0BBB">
        <w:t>s</w:t>
      </w:r>
      <w:r w:rsidR="003A6D8D">
        <w:t>’</w:t>
      </w:r>
      <w:r w:rsidRPr="003A0BBB">
        <w:t>était séparé de sa femme</w:t>
      </w:r>
      <w:r w:rsidR="003A6D8D">
        <w:t xml:space="preserve">, </w:t>
      </w:r>
      <w:r w:rsidRPr="003A0BBB">
        <w:t>celle-ci était retournée aux États-Unis</w:t>
      </w:r>
      <w:r w:rsidR="003A6D8D">
        <w:t xml:space="preserve">. </w:t>
      </w:r>
      <w:r w:rsidRPr="003A0BBB">
        <w:t>Cécile avait donc à peine dix ans quand elle avait quitté Paris</w:t>
      </w:r>
      <w:r w:rsidR="003A6D8D">
        <w:t>. M. </w:t>
      </w:r>
      <w:r w:rsidRPr="003A0BBB">
        <w:t>X</w:t>
      </w:r>
      <w:r w:rsidR="003A6D8D">
        <w:t xml:space="preserve">… </w:t>
      </w:r>
      <w:r w:rsidRPr="003A0BBB">
        <w:t>ne l</w:t>
      </w:r>
      <w:r w:rsidR="003A6D8D">
        <w:t>’</w:t>
      </w:r>
      <w:r w:rsidRPr="003A0BBB">
        <w:t>avait pas revue depuis cette époque</w:t>
      </w:r>
      <w:r w:rsidR="003A6D8D">
        <w:t xml:space="preserve">, </w:t>
      </w:r>
      <w:r w:rsidRPr="003A0BBB">
        <w:t>si bien que je ne la connaissais moi-même qu</w:t>
      </w:r>
      <w:r w:rsidR="003A6D8D">
        <w:t>’</w:t>
      </w:r>
      <w:r w:rsidRPr="003A0BBB">
        <w:t>à travers les conversations qu</w:t>
      </w:r>
      <w:r w:rsidR="003A6D8D">
        <w:t>’</w:t>
      </w:r>
      <w:r w:rsidRPr="003A0BBB">
        <w:t>il avait eues avec moi à son propos</w:t>
      </w:r>
      <w:r w:rsidR="003A6D8D">
        <w:t xml:space="preserve">. </w:t>
      </w:r>
      <w:r w:rsidRPr="003A0BBB">
        <w:t>Ces conversations</w:t>
      </w:r>
      <w:r w:rsidR="003A6D8D">
        <w:t xml:space="preserve">, </w:t>
      </w:r>
      <w:r w:rsidRPr="003A0BBB">
        <w:t>à cause de la tristesse dont elles finissaient toujours par être empreintes</w:t>
      </w:r>
      <w:r w:rsidR="003A6D8D">
        <w:t xml:space="preserve">, </w:t>
      </w:r>
      <w:r w:rsidRPr="003A0BBB">
        <w:t>étaient peu fréquentes</w:t>
      </w:r>
      <w:r w:rsidR="003A6D8D">
        <w:t>. M. </w:t>
      </w:r>
      <w:r w:rsidRPr="003A0BBB">
        <w:t>X</w:t>
      </w:r>
      <w:r w:rsidR="003A6D8D">
        <w:t xml:space="preserve">…, </w:t>
      </w:r>
      <w:r w:rsidRPr="003A0BBB">
        <w:t>quoique s</w:t>
      </w:r>
      <w:r w:rsidR="003A6D8D">
        <w:t>’</w:t>
      </w:r>
      <w:r w:rsidRPr="003A0BBB">
        <w:t>attendrissant chaque fois</w:t>
      </w:r>
      <w:r w:rsidR="003A6D8D">
        <w:t xml:space="preserve">, </w:t>
      </w:r>
      <w:r w:rsidRPr="003A0BBB">
        <w:t>aurait volontiers parlé plus souvent de sa fille</w:t>
      </w:r>
      <w:r w:rsidR="003A6D8D">
        <w:t xml:space="preserve">, </w:t>
      </w:r>
      <w:r w:rsidRPr="003A0BBB">
        <w:t>mais il sentait que ce sujet était le plus pénible qu</w:t>
      </w:r>
      <w:r w:rsidR="003A6D8D">
        <w:t>’</w:t>
      </w:r>
      <w:r w:rsidRPr="003A0BBB">
        <w:t>il pût y avoir pour moi</w:t>
      </w:r>
      <w:r w:rsidR="003A6D8D">
        <w:t xml:space="preserve">. </w:t>
      </w:r>
      <w:r w:rsidRPr="003A0BBB">
        <w:t>Un jour qu</w:t>
      </w:r>
      <w:r w:rsidR="003A6D8D">
        <w:t>’</w:t>
      </w:r>
      <w:r w:rsidRPr="003A0BBB">
        <w:t>il m</w:t>
      </w:r>
      <w:r w:rsidR="003A6D8D">
        <w:t>’</w:t>
      </w:r>
      <w:r w:rsidRPr="003A0BBB">
        <w:t>avait montré une photographie de Cécile</w:t>
      </w:r>
      <w:r w:rsidR="003A6D8D">
        <w:t xml:space="preserve">, </w:t>
      </w:r>
      <w:r w:rsidRPr="003A0BBB">
        <w:t>j</w:t>
      </w:r>
      <w:r w:rsidR="003A6D8D">
        <w:t>’</w:t>
      </w:r>
      <w:r w:rsidRPr="003A0BBB">
        <w:t>avais éclaté en sanglots</w:t>
      </w:r>
      <w:r w:rsidR="003A6D8D">
        <w:t>.</w:t>
      </w:r>
    </w:p>
    <w:p w14:paraId="5C954AF5" w14:textId="08BB41D9" w:rsidR="003A6D8D" w:rsidRDefault="008F7090" w:rsidP="008F7090">
      <w:r w:rsidRPr="003A0BBB">
        <w:t>Du temps que Jacques venait me voir à la villa</w:t>
      </w:r>
      <w:r w:rsidR="003A6D8D">
        <w:t xml:space="preserve">, </w:t>
      </w:r>
      <w:r w:rsidRPr="003A0BBB">
        <w:t>il lui arrivait assez souvent de faire allusion à sa mère et à sa sœur</w:t>
      </w:r>
      <w:r w:rsidR="003A6D8D">
        <w:t xml:space="preserve">. </w:t>
      </w:r>
      <w:r w:rsidRPr="003A0BBB">
        <w:t>Cécile lui écrivait</w:t>
      </w:r>
      <w:r w:rsidR="003A6D8D">
        <w:t xml:space="preserve">. </w:t>
      </w:r>
      <w:r w:rsidRPr="003A0BBB">
        <w:t>Il m</w:t>
      </w:r>
      <w:r w:rsidR="003A6D8D">
        <w:t>’</w:t>
      </w:r>
      <w:r w:rsidRPr="003A0BBB">
        <w:t>avait</w:t>
      </w:r>
      <w:r w:rsidR="003A6D8D">
        <w:t xml:space="preserve">, </w:t>
      </w:r>
      <w:r w:rsidRPr="003A0BBB">
        <w:t>à une ou deux reprises</w:t>
      </w:r>
      <w:r w:rsidR="003A6D8D">
        <w:t xml:space="preserve">, </w:t>
      </w:r>
      <w:r w:rsidRPr="003A0BBB">
        <w:t>montré de ses lettres</w:t>
      </w:r>
      <w:r w:rsidR="003A6D8D">
        <w:t xml:space="preserve">. </w:t>
      </w:r>
      <w:r w:rsidRPr="003A0BBB">
        <w:t>Elles dénotaient un caractère enjoué et franc</w:t>
      </w:r>
      <w:r w:rsidR="003A6D8D">
        <w:t xml:space="preserve">, </w:t>
      </w:r>
      <w:r w:rsidRPr="003A0BBB">
        <w:t>fort peu encombré de cérébralité</w:t>
      </w:r>
      <w:r w:rsidR="003A6D8D">
        <w:t xml:space="preserve">, </w:t>
      </w:r>
      <w:r w:rsidRPr="003A0BBB">
        <w:t>comme il convient à une jeune fille américaine</w:t>
      </w:r>
      <w:r w:rsidR="003A6D8D">
        <w:t xml:space="preserve">. </w:t>
      </w:r>
      <w:r w:rsidRPr="003A0BBB">
        <w:t>Les thèmes ordinaires en étaient à peu près les suivants</w:t>
      </w:r>
      <w:r w:rsidR="003A6D8D">
        <w:t> : « </w:t>
      </w:r>
      <w:r w:rsidRPr="003A0BBB">
        <w:t>Je suis heureuse</w:t>
      </w:r>
      <w:r w:rsidR="003A6D8D">
        <w:t xml:space="preserve">. </w:t>
      </w:r>
      <w:r w:rsidRPr="003A0BBB">
        <w:t>Tout le monde est gentil pour moi</w:t>
      </w:r>
      <w:r w:rsidR="003A6D8D">
        <w:t xml:space="preserve">, </w:t>
      </w:r>
      <w:r w:rsidRPr="003A0BBB">
        <w:t>même maman</w:t>
      </w:r>
      <w:r w:rsidR="003A6D8D">
        <w:t xml:space="preserve">, </w:t>
      </w:r>
      <w:r w:rsidRPr="003A0BBB">
        <w:t>qui est un peu folle</w:t>
      </w:r>
      <w:r w:rsidR="003A6D8D">
        <w:t xml:space="preserve">. </w:t>
      </w:r>
      <w:r w:rsidRPr="003A0BBB">
        <w:t>Boston est une ville agréable</w:t>
      </w:r>
      <w:r w:rsidR="003A6D8D">
        <w:t xml:space="preserve">. </w:t>
      </w:r>
      <w:r w:rsidRPr="003A0BBB">
        <w:t>J</w:t>
      </w:r>
      <w:r w:rsidR="003A6D8D">
        <w:t>’</w:t>
      </w:r>
      <w:r w:rsidRPr="003A0BBB">
        <w:t xml:space="preserve">ai des </w:t>
      </w:r>
      <w:r w:rsidRPr="003A0BBB">
        <w:rPr>
          <w:i/>
          <w:iCs/>
        </w:rPr>
        <w:t>flirts</w:t>
      </w:r>
      <w:r w:rsidRPr="003A0BBB">
        <w:t xml:space="preserve"> qui jouent bien au tennis</w:t>
      </w:r>
      <w:r w:rsidR="003A6D8D">
        <w:t xml:space="preserve">. </w:t>
      </w:r>
      <w:r w:rsidRPr="003A0BBB">
        <w:t>Mes robes sont de la rue de la Paix</w:t>
      </w:r>
      <w:r w:rsidR="003A6D8D">
        <w:t xml:space="preserve">. </w:t>
      </w:r>
      <w:r w:rsidRPr="003A0BBB">
        <w:t>Je tricote des bas pour les petits Belges et les petits Russes</w:t>
      </w:r>
      <w:r w:rsidR="003A6D8D">
        <w:t xml:space="preserve">, </w:t>
      </w:r>
      <w:r w:rsidRPr="003A0BBB">
        <w:t>car la guerre est terminée</w:t>
      </w:r>
      <w:r w:rsidR="003A6D8D">
        <w:t xml:space="preserve">, </w:t>
      </w:r>
      <w:r w:rsidRPr="003A0BBB">
        <w:t>et la charité américaine ne doit plus faire de distinction entre ceux qui souffrent</w:t>
      </w:r>
      <w:r w:rsidR="003A6D8D">
        <w:t xml:space="preserve">. </w:t>
      </w:r>
      <w:r w:rsidRPr="003A0BBB">
        <w:t>Tout cela est très joli</w:t>
      </w:r>
      <w:r w:rsidR="003A6D8D">
        <w:t xml:space="preserve">, </w:t>
      </w:r>
      <w:r w:rsidRPr="003A0BBB">
        <w:t>mais je m</w:t>
      </w:r>
      <w:r w:rsidR="003A6D8D">
        <w:t>’</w:t>
      </w:r>
      <w:r w:rsidRPr="003A0BBB">
        <w:t>ennuie souvent</w:t>
      </w:r>
      <w:r w:rsidR="003A6D8D">
        <w:t xml:space="preserve">, </w:t>
      </w:r>
      <w:r w:rsidRPr="003A0BBB">
        <w:t>et j</w:t>
      </w:r>
      <w:r w:rsidR="003A6D8D">
        <w:t>’</w:t>
      </w:r>
      <w:r w:rsidRPr="003A0BBB">
        <w:t xml:space="preserve">attends avec impatience mes vingt et un ans qui </w:t>
      </w:r>
      <w:r w:rsidRPr="003A0BBB">
        <w:lastRenderedPageBreak/>
        <w:t xml:space="preserve">me permettront de monter avec </w:t>
      </w:r>
      <w:r w:rsidRPr="003A0BBB">
        <w:rPr>
          <w:i/>
          <w:iCs/>
        </w:rPr>
        <w:t>Colonel Brown</w:t>
      </w:r>
      <w:r w:rsidR="003A6D8D">
        <w:t xml:space="preserve">, </w:t>
      </w:r>
      <w:r w:rsidRPr="003A0BBB">
        <w:t>mon terrier à poils rudes</w:t>
      </w:r>
      <w:r w:rsidR="003A6D8D">
        <w:t xml:space="preserve">, </w:t>
      </w:r>
      <w:r w:rsidRPr="003A0BBB">
        <w:t xml:space="preserve">sur un bateau de </w:t>
      </w:r>
      <w:smartTag w:uri="urn:schemas-microsoft-com:office:smarttags" w:element="PersonName">
        <w:smartTagPr>
          <w:attr w:name="ProductID" w:val="la Cunard Line"/>
        </w:smartTagPr>
        <w:r w:rsidRPr="003A0BBB">
          <w:t xml:space="preserve">la </w:t>
        </w:r>
        <w:proofErr w:type="spellStart"/>
        <w:r w:rsidRPr="003A0BBB">
          <w:rPr>
            <w:i/>
            <w:iCs/>
          </w:rPr>
          <w:t>Cunard</w:t>
        </w:r>
        <w:proofErr w:type="spellEnd"/>
        <w:r w:rsidRPr="003A0BBB">
          <w:rPr>
            <w:i/>
            <w:iCs/>
          </w:rPr>
          <w:t xml:space="preserve"> Line</w:t>
        </w:r>
      </w:smartTag>
      <w:r w:rsidRPr="003A0BBB">
        <w:t xml:space="preserve"> et de venir vous retrouver à Paris</w:t>
      </w:r>
      <w:r w:rsidR="003A6D8D">
        <w:t>. »</w:t>
      </w:r>
      <w:r w:rsidRPr="003A0BBB">
        <w:t xml:space="preserve"> Voilà à peu près tout ce que je savais de Cécile</w:t>
      </w:r>
      <w:r w:rsidR="003A6D8D">
        <w:t xml:space="preserve">. </w:t>
      </w:r>
      <w:r w:rsidRPr="003A0BBB">
        <w:t xml:space="preserve">Sur ces entrefaites eut lieu ma brouille avec </w:t>
      </w:r>
      <w:r w:rsidR="003A6D8D">
        <w:t>M. </w:t>
      </w:r>
      <w:r w:rsidRPr="003A0BBB">
        <w:t>X</w:t>
      </w:r>
      <w:r w:rsidR="003A6D8D">
        <w:t xml:space="preserve">… </w:t>
      </w:r>
      <w:r w:rsidRPr="003A0BBB">
        <w:t>Je ne revis plus Jacques</w:t>
      </w:r>
      <w:r w:rsidR="003A6D8D">
        <w:t xml:space="preserve">. </w:t>
      </w:r>
      <w:r w:rsidRPr="003A0BBB">
        <w:t>Le souvenir de Cécile s</w:t>
      </w:r>
      <w:r w:rsidR="003A6D8D">
        <w:t>’</w:t>
      </w:r>
      <w:r w:rsidRPr="003A0BBB">
        <w:t>estompa dans mon esprit</w:t>
      </w:r>
      <w:r w:rsidR="003A6D8D">
        <w:t xml:space="preserve">. </w:t>
      </w:r>
      <w:r w:rsidRPr="003A0BBB">
        <w:t>Je ne me rappelai plus que cette morne année 1924 était celle de sa majorité</w:t>
      </w:r>
      <w:r w:rsidR="003A6D8D">
        <w:t xml:space="preserve">, </w:t>
      </w:r>
      <w:r w:rsidRPr="003A0BBB">
        <w:t>et qu</w:t>
      </w:r>
      <w:r w:rsidR="003A6D8D">
        <w:t>’</w:t>
      </w:r>
      <w:r w:rsidRPr="003A0BBB">
        <w:t>une jeune fille américaine</w:t>
      </w:r>
      <w:r w:rsidR="003A6D8D">
        <w:t xml:space="preserve">, </w:t>
      </w:r>
      <w:r w:rsidRPr="003A0BBB">
        <w:t>même de père français</w:t>
      </w:r>
      <w:r w:rsidR="003A6D8D">
        <w:t xml:space="preserve">, </w:t>
      </w:r>
      <w:r w:rsidRPr="003A0BBB">
        <w:t>a pour principe invariable de toujours réaliser un projet qu</w:t>
      </w:r>
      <w:r w:rsidR="003A6D8D">
        <w:t>’</w:t>
      </w:r>
      <w:r w:rsidRPr="003A0BBB">
        <w:t>elle a formé</w:t>
      </w:r>
      <w:r w:rsidR="003A6D8D">
        <w:t>.</w:t>
      </w:r>
    </w:p>
    <w:p w14:paraId="76A40E6D" w14:textId="6F760318" w:rsidR="003A6D8D" w:rsidRDefault="008F7090" w:rsidP="008F7090">
      <w:r w:rsidRPr="003A0BBB">
        <w:t>Je lisais fort rarement les journaux</w:t>
      </w:r>
      <w:r w:rsidR="003A6D8D">
        <w:t xml:space="preserve">, </w:t>
      </w:r>
      <w:r w:rsidRPr="003A0BBB">
        <w:t>et ce fut tout à fait par hasard</w:t>
      </w:r>
      <w:r w:rsidR="003A6D8D">
        <w:t xml:space="preserve">, </w:t>
      </w:r>
      <w:r w:rsidRPr="003A0BBB">
        <w:t>en une de ces minutes de désœuvrement qui se succédaient maintenant pour moi avec de plus en plus de fréquence</w:t>
      </w:r>
      <w:r w:rsidR="003A6D8D">
        <w:t xml:space="preserve">, </w:t>
      </w:r>
      <w:r w:rsidRPr="003A0BBB">
        <w:t>que mes yeux tombèrent sur une banale chronique mondaine</w:t>
      </w:r>
      <w:r w:rsidR="003A6D8D">
        <w:t xml:space="preserve">, </w:t>
      </w:r>
      <w:r w:rsidRPr="003A0BBB">
        <w:t>où il était question d</w:t>
      </w:r>
      <w:r w:rsidR="003A6D8D">
        <w:t>’</w:t>
      </w:r>
      <w:r w:rsidRPr="003A0BBB">
        <w:t>un grand dîner donné par la femme d</w:t>
      </w:r>
      <w:r w:rsidR="003A6D8D">
        <w:t>’</w:t>
      </w:r>
      <w:r w:rsidRPr="003A0BBB">
        <w:t>un ami de Franz</w:t>
      </w:r>
      <w:r w:rsidR="003A6D8D">
        <w:t xml:space="preserve">. </w:t>
      </w:r>
      <w:r w:rsidRPr="003A0BBB">
        <w:t>Parmi les convives présents</w:t>
      </w:r>
      <w:r w:rsidR="003A6D8D">
        <w:t xml:space="preserve">, </w:t>
      </w:r>
      <w:r w:rsidRPr="003A0BBB">
        <w:t>je trouvai naturellement le nom de celui-ci</w:t>
      </w:r>
      <w:r w:rsidR="003A6D8D">
        <w:t xml:space="preserve">. </w:t>
      </w:r>
      <w:r w:rsidRPr="003A0BBB">
        <w:t>Il m</w:t>
      </w:r>
      <w:r w:rsidR="003A6D8D">
        <w:t>’</w:t>
      </w:r>
      <w:r w:rsidRPr="003A0BBB">
        <w:t>avait dit</w:t>
      </w:r>
      <w:r w:rsidR="003A6D8D">
        <w:t xml:space="preserve">, </w:t>
      </w:r>
      <w:r w:rsidRPr="003A0BBB">
        <w:t>ce soir-là</w:t>
      </w:r>
      <w:r w:rsidR="003A6D8D">
        <w:t xml:space="preserve">, </w:t>
      </w:r>
      <w:r w:rsidRPr="003A0BBB">
        <w:t>devoir aller ailleurs</w:t>
      </w:r>
      <w:r w:rsidR="003A6D8D">
        <w:t xml:space="preserve">. </w:t>
      </w:r>
      <w:r w:rsidRPr="003A0BBB">
        <w:t>Je n</w:t>
      </w:r>
      <w:r w:rsidR="003A6D8D">
        <w:t>’</w:t>
      </w:r>
      <w:r w:rsidRPr="003A0BBB">
        <w:t>en étais plus à un mensonge près</w:t>
      </w:r>
      <w:r w:rsidR="003A6D8D">
        <w:t xml:space="preserve">, </w:t>
      </w:r>
      <w:r w:rsidRPr="003A0BBB">
        <w:t>puisque les événements au récit desquels j</w:t>
      </w:r>
      <w:r w:rsidR="003A6D8D">
        <w:t>’</w:t>
      </w:r>
      <w:r w:rsidRPr="003A0BBB">
        <w:t>en suis arrivée sont antérieurs de moins d</w:t>
      </w:r>
      <w:r w:rsidR="003A6D8D">
        <w:t>’</w:t>
      </w:r>
      <w:r w:rsidRPr="003A0BBB">
        <w:t>une semaine à la scène qui emporta tout</w:t>
      </w:r>
      <w:r w:rsidR="003A6D8D">
        <w:t xml:space="preserve">. </w:t>
      </w:r>
      <w:r w:rsidRPr="003A0BBB">
        <w:t>Mais</w:t>
      </w:r>
      <w:r w:rsidR="003A6D8D">
        <w:t xml:space="preserve">, </w:t>
      </w:r>
      <w:r w:rsidRPr="003A0BBB">
        <w:t>comme Franz</w:t>
      </w:r>
      <w:r w:rsidR="003A6D8D">
        <w:t xml:space="preserve">, </w:t>
      </w:r>
      <w:r w:rsidRPr="003A0BBB">
        <w:t>à plusieurs reprises</w:t>
      </w:r>
      <w:r w:rsidR="003A6D8D">
        <w:t xml:space="preserve">, </w:t>
      </w:r>
      <w:r w:rsidRPr="003A0BBB">
        <w:t>avait dîné sans moi dans la maison en question</w:t>
      </w:r>
      <w:r w:rsidR="003A6D8D">
        <w:t xml:space="preserve">, </w:t>
      </w:r>
      <w:r w:rsidRPr="003A0BBB">
        <w:t>je ne saisissais pas bien l</w:t>
      </w:r>
      <w:r w:rsidR="003A6D8D">
        <w:t>’</w:t>
      </w:r>
      <w:r w:rsidRPr="003A0BBB">
        <w:t>utilité de sa dissimulation</w:t>
      </w:r>
      <w:r w:rsidR="003A6D8D">
        <w:t xml:space="preserve">. </w:t>
      </w:r>
      <w:r w:rsidRPr="003A0BBB">
        <w:t>J</w:t>
      </w:r>
      <w:r w:rsidR="003A6D8D">
        <w:t>’</w:t>
      </w:r>
      <w:r w:rsidRPr="003A0BBB">
        <w:t>en eus l</w:t>
      </w:r>
      <w:r w:rsidR="003A6D8D">
        <w:t>’</w:t>
      </w:r>
      <w:r w:rsidRPr="003A0BBB">
        <w:t>explication lorsque</w:t>
      </w:r>
      <w:r w:rsidR="003A6D8D">
        <w:t xml:space="preserve">, </w:t>
      </w:r>
      <w:r w:rsidRPr="003A0BBB">
        <w:t>poursuivant la lecture de la liste des invités</w:t>
      </w:r>
      <w:r w:rsidR="003A6D8D">
        <w:t xml:space="preserve">, </w:t>
      </w:r>
      <w:r w:rsidRPr="003A0BBB">
        <w:t>j</w:t>
      </w:r>
      <w:r w:rsidR="003A6D8D">
        <w:t>’</w:t>
      </w:r>
      <w:r w:rsidRPr="003A0BBB">
        <w:t xml:space="preserve">y trouvai le nom de </w:t>
      </w:r>
      <w:r w:rsidR="003A6D8D">
        <w:t>M. </w:t>
      </w:r>
      <w:r w:rsidRPr="003A0BBB">
        <w:t xml:space="preserve">et </w:t>
      </w:r>
      <w:r w:rsidR="003A6D8D">
        <w:t>M</w:t>
      </w:r>
      <w:r w:rsidR="003A6D8D" w:rsidRPr="003A6D8D">
        <w:rPr>
          <w:vertAlign w:val="superscript"/>
        </w:rPr>
        <w:t>lle</w:t>
      </w:r>
      <w:r w:rsidR="003A6D8D">
        <w:t> </w:t>
      </w:r>
      <w:r w:rsidR="003A6D8D" w:rsidRPr="003A0BBB">
        <w:t>X</w:t>
      </w:r>
      <w:r w:rsidR="003A6D8D">
        <w:t>…</w:t>
      </w:r>
    </w:p>
    <w:p w14:paraId="03B0CA97" w14:textId="2BFEB328" w:rsidR="003A6D8D" w:rsidRDefault="008F7090" w:rsidP="008F7090">
      <w:r w:rsidRPr="003A0BBB">
        <w:t>Telle fut la cruelle brutalité avec laquelle j</w:t>
      </w:r>
      <w:r w:rsidR="003A6D8D">
        <w:t>’</w:t>
      </w:r>
      <w:r w:rsidRPr="003A0BBB">
        <w:t>appris que Cécile était à Paris</w:t>
      </w:r>
      <w:r w:rsidR="003A6D8D">
        <w:t xml:space="preserve">. </w:t>
      </w:r>
      <w:r w:rsidRPr="003A0BBB">
        <w:t>Mes yeux si longtemps fermés s</w:t>
      </w:r>
      <w:r w:rsidR="003A6D8D">
        <w:t>’</w:t>
      </w:r>
      <w:r w:rsidRPr="003A0BBB">
        <w:t>ouvrirent subitement</w:t>
      </w:r>
      <w:r w:rsidR="003A6D8D">
        <w:t xml:space="preserve">. </w:t>
      </w:r>
      <w:r w:rsidRPr="003A0BBB">
        <w:t>D</w:t>
      </w:r>
      <w:r w:rsidR="003A6D8D">
        <w:t>’</w:t>
      </w:r>
      <w:r w:rsidRPr="003A0BBB">
        <w:t>instinct</w:t>
      </w:r>
      <w:r w:rsidR="003A6D8D">
        <w:t xml:space="preserve">, </w:t>
      </w:r>
      <w:r w:rsidRPr="003A0BBB">
        <w:t>en une seconde</w:t>
      </w:r>
      <w:r w:rsidR="003A6D8D">
        <w:t xml:space="preserve">, </w:t>
      </w:r>
      <w:r w:rsidRPr="003A0BBB">
        <w:t>j</w:t>
      </w:r>
      <w:r w:rsidR="003A6D8D">
        <w:t>’</w:t>
      </w:r>
      <w:r w:rsidRPr="003A0BBB">
        <w:t>ai vu dans cette présence</w:t>
      </w:r>
      <w:r w:rsidR="003A6D8D">
        <w:t xml:space="preserve">, </w:t>
      </w:r>
      <w:r w:rsidRPr="003A0BBB">
        <w:t>si soigneusement dissimulée</w:t>
      </w:r>
      <w:r w:rsidR="003A6D8D">
        <w:t xml:space="preserve">, </w:t>
      </w:r>
      <w:r w:rsidRPr="003A0BBB">
        <w:t>la cause de la désaffection progressive de Franz</w:t>
      </w:r>
      <w:r w:rsidR="003A6D8D">
        <w:t xml:space="preserve">, </w:t>
      </w:r>
      <w:r w:rsidRPr="003A0BBB">
        <w:t>de son détachement de moi</w:t>
      </w:r>
      <w:r w:rsidR="003A6D8D">
        <w:t xml:space="preserve">, </w:t>
      </w:r>
      <w:r w:rsidRPr="003A0BBB">
        <w:t>qui était maintenant chose accomplie</w:t>
      </w:r>
      <w:r w:rsidR="003A6D8D">
        <w:t xml:space="preserve">. </w:t>
      </w:r>
      <w:r w:rsidRPr="003A0BBB">
        <w:t>Ce détachement</w:t>
      </w:r>
      <w:r w:rsidR="003A6D8D">
        <w:t xml:space="preserve">, </w:t>
      </w:r>
      <w:r w:rsidRPr="003A0BBB">
        <w:t>cette désaffection</w:t>
      </w:r>
      <w:r w:rsidR="003A6D8D">
        <w:t xml:space="preserve">, </w:t>
      </w:r>
      <w:r w:rsidRPr="003A0BBB">
        <w:t>peut-être m</w:t>
      </w:r>
      <w:r w:rsidR="003A6D8D">
        <w:t>’</w:t>
      </w:r>
      <w:r w:rsidRPr="003A0BBB">
        <w:t>y serais-je résignée si je n</w:t>
      </w:r>
      <w:r w:rsidR="003A6D8D">
        <w:t>’</w:t>
      </w:r>
      <w:r w:rsidRPr="003A0BBB">
        <w:t>en avais pas connu le motif</w:t>
      </w:r>
      <w:r w:rsidR="003A6D8D">
        <w:t xml:space="preserve">. </w:t>
      </w:r>
      <w:r w:rsidRPr="003A0BBB">
        <w:t xml:space="preserve">Le fait que je venais de le trouver me </w:t>
      </w:r>
      <w:r w:rsidRPr="003A0BBB">
        <w:lastRenderedPageBreak/>
        <w:t>remplissait au contraire de révolte</w:t>
      </w:r>
      <w:r w:rsidR="003A6D8D">
        <w:t xml:space="preserve">, </w:t>
      </w:r>
      <w:r w:rsidRPr="003A0BBB">
        <w:t>amorçait en moi ce déchaînement dont on ne sait que trop à quoi il a abouti</w:t>
      </w:r>
      <w:r w:rsidR="003A6D8D">
        <w:t xml:space="preserve">. </w:t>
      </w:r>
      <w:r w:rsidRPr="003A0BBB">
        <w:t>Avec une intuition impitoyable</w:t>
      </w:r>
      <w:r w:rsidR="003A6D8D">
        <w:t xml:space="preserve">, </w:t>
      </w:r>
      <w:r w:rsidRPr="003A0BBB">
        <w:t>miraculeuse</w:t>
      </w:r>
      <w:r w:rsidR="003A6D8D">
        <w:t xml:space="preserve">, </w:t>
      </w:r>
      <w:r w:rsidRPr="003A0BBB">
        <w:t>je reconstituais tout ce qui venait de se passer durant ces six derniers mois</w:t>
      </w:r>
      <w:r w:rsidR="003A6D8D">
        <w:t xml:space="preserve">. </w:t>
      </w:r>
      <w:r w:rsidRPr="003A0BBB">
        <w:t>Je songeais que le quatrième voyage de Franz en Amérique avait précisément coïncidé avec la date de la majorité de Cécile</w:t>
      </w:r>
      <w:r w:rsidR="003A6D8D">
        <w:t xml:space="preserve">. </w:t>
      </w:r>
      <w:r w:rsidRPr="003A0BBB">
        <w:t xml:space="preserve">Nul doute que </w:t>
      </w:r>
      <w:r w:rsidR="003A6D8D">
        <w:t>M. </w:t>
      </w:r>
      <w:r w:rsidRPr="003A0BBB">
        <w:t>X</w:t>
      </w:r>
      <w:r w:rsidR="003A6D8D">
        <w:t xml:space="preserve">… </w:t>
      </w:r>
      <w:r w:rsidRPr="003A0BBB">
        <w:t>ne l</w:t>
      </w:r>
      <w:r w:rsidR="003A6D8D">
        <w:t>’</w:t>
      </w:r>
      <w:r w:rsidRPr="003A0BBB">
        <w:t>eût chargé de ramener sa fille</w:t>
      </w:r>
      <w:r w:rsidR="003A6D8D">
        <w:t xml:space="preserve">. </w:t>
      </w:r>
      <w:r w:rsidRPr="003A0BBB">
        <w:t>Ce voyage n</w:t>
      </w:r>
      <w:r w:rsidR="003A6D8D">
        <w:t>’</w:t>
      </w:r>
      <w:r w:rsidRPr="003A0BBB">
        <w:t>avait peut-être même été décidé que dans ce but</w:t>
      </w:r>
      <w:r w:rsidR="003A6D8D">
        <w:t xml:space="preserve">. </w:t>
      </w:r>
      <w:r w:rsidRPr="003A0BBB">
        <w:t>Toutes les phases du complot ourdi contre moi m</w:t>
      </w:r>
      <w:r w:rsidR="003A6D8D">
        <w:t>’</w:t>
      </w:r>
      <w:r w:rsidRPr="003A0BBB">
        <w:t>apparaissaient de façon nette</w:t>
      </w:r>
      <w:r w:rsidR="003A6D8D">
        <w:t xml:space="preserve">, </w:t>
      </w:r>
      <w:r w:rsidRPr="003A0BBB">
        <w:t>trop nette même</w:t>
      </w:r>
      <w:r w:rsidR="003A6D8D">
        <w:t xml:space="preserve">, </w:t>
      </w:r>
      <w:r w:rsidRPr="003A0BBB">
        <w:t>car il est bien rare que les calculs des hommes</w:t>
      </w:r>
      <w:r w:rsidR="003A6D8D">
        <w:t xml:space="preserve">, </w:t>
      </w:r>
      <w:r w:rsidRPr="003A0BBB">
        <w:t>même pour le mal</w:t>
      </w:r>
      <w:r w:rsidR="003A6D8D">
        <w:t xml:space="preserve">, </w:t>
      </w:r>
      <w:r w:rsidRPr="003A0BBB">
        <w:t>précèdent avec une logique si impeccable les événements</w:t>
      </w:r>
      <w:r w:rsidR="003A6D8D">
        <w:t>.</w:t>
      </w:r>
    </w:p>
    <w:p w14:paraId="55AE142E" w14:textId="77777777" w:rsidR="003A6D8D" w:rsidRDefault="008F7090" w:rsidP="008F7090">
      <w:r w:rsidRPr="003A0BBB">
        <w:t>Franz avait justement annoncé qu</w:t>
      </w:r>
      <w:r w:rsidR="003A6D8D">
        <w:t>’</w:t>
      </w:r>
      <w:r w:rsidRPr="003A0BBB">
        <w:t>il viendrait ce jour-là déjeuner à la villa</w:t>
      </w:r>
      <w:r w:rsidR="003A6D8D">
        <w:t xml:space="preserve">. </w:t>
      </w:r>
      <w:r w:rsidRPr="003A0BBB">
        <w:t>Je faillis</w:t>
      </w:r>
      <w:r w:rsidR="003A6D8D">
        <w:t xml:space="preserve">, </w:t>
      </w:r>
      <w:r w:rsidRPr="003A0BBB">
        <w:t>à plusieurs reprises</w:t>
      </w:r>
      <w:r w:rsidR="003A6D8D">
        <w:t xml:space="preserve">, </w:t>
      </w:r>
      <w:r w:rsidRPr="003A0BBB">
        <w:t>pendant le repas</w:t>
      </w:r>
      <w:r w:rsidR="003A6D8D">
        <w:t xml:space="preserve">, </w:t>
      </w:r>
      <w:r w:rsidRPr="003A0BBB">
        <w:t>laisser éclater ma douleur et ma colère</w:t>
      </w:r>
      <w:r w:rsidR="003A6D8D">
        <w:t xml:space="preserve">. </w:t>
      </w:r>
      <w:r w:rsidRPr="003A0BBB">
        <w:t>Je me contins pourtant</w:t>
      </w:r>
      <w:r w:rsidR="003A6D8D">
        <w:t xml:space="preserve">. </w:t>
      </w:r>
      <w:r w:rsidRPr="003A0BBB">
        <w:t>Après tout</w:t>
      </w:r>
      <w:r w:rsidR="003A6D8D">
        <w:t xml:space="preserve">, </w:t>
      </w:r>
      <w:r w:rsidRPr="003A0BBB">
        <w:t>je n</w:t>
      </w:r>
      <w:r w:rsidR="003A6D8D">
        <w:t>’</w:t>
      </w:r>
      <w:r w:rsidRPr="003A0BBB">
        <w:t>avais encore que des soupçons</w:t>
      </w:r>
      <w:r w:rsidR="003A6D8D">
        <w:t xml:space="preserve">. </w:t>
      </w:r>
      <w:r w:rsidRPr="003A0BBB">
        <w:t>Trop souvent ainsi</w:t>
      </w:r>
      <w:r w:rsidR="003A6D8D">
        <w:t xml:space="preserve">, </w:t>
      </w:r>
      <w:r w:rsidRPr="003A0BBB">
        <w:t>je m</w:t>
      </w:r>
      <w:r w:rsidR="003A6D8D">
        <w:t>’</w:t>
      </w:r>
      <w:r w:rsidRPr="003A0BBB">
        <w:t>étais emportée en reproches prématurés qui m</w:t>
      </w:r>
      <w:r w:rsidR="003A6D8D">
        <w:t>’</w:t>
      </w:r>
      <w:r w:rsidRPr="003A0BBB">
        <w:t>avaient barré la route de la preuve</w:t>
      </w:r>
      <w:r w:rsidR="003A6D8D">
        <w:t xml:space="preserve">. </w:t>
      </w:r>
      <w:r w:rsidRPr="003A0BBB">
        <w:t>Finalement</w:t>
      </w:r>
      <w:r w:rsidR="003A6D8D">
        <w:t xml:space="preserve">, </w:t>
      </w:r>
      <w:r w:rsidRPr="003A0BBB">
        <w:t>c</w:t>
      </w:r>
      <w:r w:rsidR="003A6D8D">
        <w:t>’</w:t>
      </w:r>
      <w:r w:rsidRPr="003A0BBB">
        <w:t>était Franz qui m</w:t>
      </w:r>
      <w:r w:rsidR="003A6D8D">
        <w:t>’</w:t>
      </w:r>
      <w:r w:rsidRPr="003A0BBB">
        <w:t>avait convaincue de légèreté dans mes accusations et qui</w:t>
      </w:r>
      <w:r w:rsidR="003A6D8D">
        <w:t xml:space="preserve">, </w:t>
      </w:r>
      <w:r w:rsidRPr="003A0BBB">
        <w:t>magnanime</w:t>
      </w:r>
      <w:r w:rsidR="003A6D8D">
        <w:t xml:space="preserve">, </w:t>
      </w:r>
      <w:r w:rsidRPr="003A0BBB">
        <w:t>m</w:t>
      </w:r>
      <w:r w:rsidR="003A6D8D">
        <w:t>’</w:t>
      </w:r>
      <w:r w:rsidRPr="003A0BBB">
        <w:t>avait pardonné</w:t>
      </w:r>
      <w:r w:rsidR="003A6D8D">
        <w:t xml:space="preserve">. </w:t>
      </w:r>
      <w:r w:rsidRPr="003A0BBB">
        <w:t>Cette fois</w:t>
      </w:r>
      <w:r w:rsidR="003A6D8D">
        <w:t xml:space="preserve">, </w:t>
      </w:r>
      <w:r w:rsidRPr="003A0BBB">
        <w:t>les choses ne se passeraient pas ainsi</w:t>
      </w:r>
      <w:r w:rsidR="003A6D8D">
        <w:t>.</w:t>
      </w:r>
    </w:p>
    <w:p w14:paraId="17D3B74D" w14:textId="77777777" w:rsidR="003A6D8D" w:rsidRDefault="003A6D8D" w:rsidP="008F7090">
      <w:r>
        <w:t>— </w:t>
      </w:r>
      <w:r w:rsidR="008F7090" w:rsidRPr="003A0BBB">
        <w:t>Que comptes-tu faire</w:t>
      </w:r>
      <w:r>
        <w:t xml:space="preserve">, </w:t>
      </w:r>
      <w:r w:rsidR="008F7090" w:rsidRPr="003A0BBB">
        <w:t>cette après-midi</w:t>
      </w:r>
      <w:r>
        <w:t xml:space="preserve"> ? </w:t>
      </w:r>
      <w:r w:rsidR="008F7090" w:rsidRPr="003A0BBB">
        <w:t>me demanda Franz pour rompre le silence</w:t>
      </w:r>
      <w:r>
        <w:t>.</w:t>
      </w:r>
    </w:p>
    <w:p w14:paraId="1897C238" w14:textId="77777777" w:rsidR="003A6D8D" w:rsidRDefault="008F7090" w:rsidP="008F7090">
      <w:r w:rsidRPr="003A0BBB">
        <w:t>Je répondis négligemment</w:t>
      </w:r>
      <w:r w:rsidR="003A6D8D">
        <w:t xml:space="preserve">, </w:t>
      </w:r>
      <w:r w:rsidRPr="003A0BBB">
        <w:t>l</w:t>
      </w:r>
      <w:r w:rsidR="003A6D8D">
        <w:t>’</w:t>
      </w:r>
      <w:r w:rsidRPr="003A0BBB">
        <w:t>œil fixé sur les vitres où la pluie ruisselait avec lenteur</w:t>
      </w:r>
      <w:r w:rsidR="003A6D8D">
        <w:t> :</w:t>
      </w:r>
    </w:p>
    <w:p w14:paraId="2C5E82EB" w14:textId="77777777" w:rsidR="003A6D8D" w:rsidRDefault="003A6D8D" w:rsidP="008F7090">
      <w:r>
        <w:t>— </w:t>
      </w:r>
      <w:r w:rsidR="008F7090" w:rsidRPr="003A0BBB">
        <w:t>Rien</w:t>
      </w:r>
      <w:r>
        <w:t xml:space="preserve">. </w:t>
      </w:r>
      <w:r w:rsidR="008F7090" w:rsidRPr="003A0BBB">
        <w:t>Que veux-tu qu</w:t>
      </w:r>
      <w:r>
        <w:t>’</w:t>
      </w:r>
      <w:r w:rsidR="008F7090" w:rsidRPr="003A0BBB">
        <w:t>on fasse par un temps pareil</w:t>
      </w:r>
      <w:r>
        <w:t xml:space="preserve">. </w:t>
      </w:r>
      <w:r w:rsidR="008F7090" w:rsidRPr="003A0BBB">
        <w:t>Et dire que dans le Midi il fait sûrement beau</w:t>
      </w:r>
      <w:r>
        <w:t xml:space="preserve"> ! </w:t>
      </w:r>
      <w:r w:rsidR="008F7090" w:rsidRPr="003A0BBB">
        <w:t>J</w:t>
      </w:r>
      <w:r>
        <w:t>’</w:t>
      </w:r>
      <w:r w:rsidR="008F7090" w:rsidRPr="003A0BBB">
        <w:t>ai presque envie d</w:t>
      </w:r>
      <w:r>
        <w:t>’</w:t>
      </w:r>
      <w:r w:rsidR="008F7090" w:rsidRPr="003A0BBB">
        <w:t>aller passer un ou deux mois à Maguelonne</w:t>
      </w:r>
      <w:r>
        <w:t>.</w:t>
      </w:r>
    </w:p>
    <w:p w14:paraId="3470B422" w14:textId="77777777" w:rsidR="003A6D8D" w:rsidRDefault="008F7090" w:rsidP="008F7090">
      <w:r w:rsidRPr="003A0BBB">
        <w:t>Il ne dit rien</w:t>
      </w:r>
      <w:r w:rsidR="003A6D8D">
        <w:t xml:space="preserve">, </w:t>
      </w:r>
      <w:r w:rsidRPr="003A0BBB">
        <w:t>mais à l</w:t>
      </w:r>
      <w:r w:rsidR="003A6D8D">
        <w:t>’</w:t>
      </w:r>
      <w:r w:rsidRPr="003A0BBB">
        <w:t>éclat subit de son regard je compris combien il eût souhaité que je misse cette idée à exécution</w:t>
      </w:r>
      <w:r w:rsidR="003A6D8D">
        <w:t>.</w:t>
      </w:r>
    </w:p>
    <w:p w14:paraId="5D6C83C5" w14:textId="40D131CF" w:rsidR="008F7090" w:rsidRPr="003A0BBB" w:rsidRDefault="008F7090" w:rsidP="008F7090"/>
    <w:p w14:paraId="4479AEEB" w14:textId="77777777" w:rsidR="003A6D8D" w:rsidRDefault="008F7090" w:rsidP="008F7090">
      <w:r w:rsidRPr="003A0BBB">
        <w:t>Il s</w:t>
      </w:r>
      <w:r w:rsidR="003A6D8D">
        <w:t>’</w:t>
      </w:r>
      <w:r w:rsidRPr="003A0BBB">
        <w:t>en alla vers deux heures</w:t>
      </w:r>
      <w:r w:rsidR="003A6D8D">
        <w:t xml:space="preserve">. </w:t>
      </w:r>
      <w:r w:rsidRPr="003A0BBB">
        <w:t>Chaque fois</w:t>
      </w:r>
      <w:r w:rsidR="003A6D8D">
        <w:t xml:space="preserve">, </w:t>
      </w:r>
      <w:r w:rsidRPr="003A0BBB">
        <w:t>il partait plus tôt</w:t>
      </w:r>
      <w:r w:rsidR="003A6D8D">
        <w:t xml:space="preserve">. </w:t>
      </w:r>
      <w:r w:rsidRPr="003A0BBB">
        <w:t>J</w:t>
      </w:r>
      <w:r w:rsidR="003A6D8D">
        <w:t>’</w:t>
      </w:r>
      <w:r w:rsidRPr="003A0BBB">
        <w:t>achevai rapidement de m</w:t>
      </w:r>
      <w:r w:rsidR="003A6D8D">
        <w:t>’</w:t>
      </w:r>
      <w:r w:rsidRPr="003A0BBB">
        <w:t>habiller et je sortis</w:t>
      </w:r>
      <w:r w:rsidR="003A6D8D">
        <w:t>.</w:t>
      </w:r>
    </w:p>
    <w:p w14:paraId="07A3A4B8" w14:textId="77777777" w:rsidR="003A6D8D" w:rsidRDefault="008F7090" w:rsidP="008F7090">
      <w:r w:rsidRPr="003A0BBB">
        <w:t>Je hélai le premier taxi que je rencontrai</w:t>
      </w:r>
      <w:r w:rsidR="003A6D8D">
        <w:t>.</w:t>
      </w:r>
    </w:p>
    <w:p w14:paraId="1C8F05E8" w14:textId="77777777" w:rsidR="003A6D8D" w:rsidRDefault="003A6D8D" w:rsidP="008F7090">
      <w:r>
        <w:t>— </w:t>
      </w:r>
      <w:r w:rsidR="008F7090" w:rsidRPr="003A0BBB">
        <w:t>Rue Saint-Guillaume</w:t>
      </w:r>
      <w:r>
        <w:t>.</w:t>
      </w:r>
    </w:p>
    <w:p w14:paraId="46BA58E1" w14:textId="77777777" w:rsidR="003A6D8D" w:rsidRDefault="008F7090" w:rsidP="008F7090">
      <w:r w:rsidRPr="003A0BBB">
        <w:t>Arrivée au coin de cette rue et du boulevard Saint-Germain</w:t>
      </w:r>
      <w:r w:rsidR="003A6D8D">
        <w:t xml:space="preserve">, </w:t>
      </w:r>
      <w:r w:rsidRPr="003A0BBB">
        <w:t>je réglai ma voiture et me mis à la recherche de l</w:t>
      </w:r>
      <w:r w:rsidR="003A6D8D">
        <w:t>’</w:t>
      </w:r>
      <w:r w:rsidRPr="003A0BBB">
        <w:t>École des Sciences politiques</w:t>
      </w:r>
      <w:r w:rsidR="003A6D8D">
        <w:t xml:space="preserve">. </w:t>
      </w:r>
      <w:r w:rsidRPr="003A0BBB">
        <w:t>Jacques</w:t>
      </w:r>
      <w:r w:rsidR="003A6D8D">
        <w:t xml:space="preserve">, </w:t>
      </w:r>
      <w:r w:rsidRPr="003A0BBB">
        <w:t>qui était inscrit à la Faculté de Droit en vue de la licence</w:t>
      </w:r>
      <w:r w:rsidR="003A6D8D">
        <w:t xml:space="preserve">, </w:t>
      </w:r>
      <w:r w:rsidRPr="003A0BBB">
        <w:t>suivait simultanément les cours de cette école</w:t>
      </w:r>
      <w:r w:rsidR="003A6D8D">
        <w:t xml:space="preserve">. </w:t>
      </w:r>
      <w:r w:rsidRPr="003A0BBB">
        <w:t>On le voit</w:t>
      </w:r>
      <w:r w:rsidR="003A6D8D">
        <w:t xml:space="preserve">, </w:t>
      </w:r>
      <w:r w:rsidRPr="003A0BBB">
        <w:t>mon plan était fait</w:t>
      </w:r>
      <w:r w:rsidR="003A6D8D">
        <w:t xml:space="preserve">, </w:t>
      </w:r>
      <w:r w:rsidRPr="003A0BBB">
        <w:t>et bien fait</w:t>
      </w:r>
      <w:r w:rsidR="003A6D8D">
        <w:t>.</w:t>
      </w:r>
    </w:p>
    <w:p w14:paraId="27C0E59A" w14:textId="77777777" w:rsidR="003A6D8D" w:rsidRDefault="008F7090" w:rsidP="008F7090">
      <w:r w:rsidRPr="003A0BBB">
        <w:t>Je n</w:t>
      </w:r>
      <w:r w:rsidR="003A6D8D">
        <w:t>’</w:t>
      </w:r>
      <w:r w:rsidRPr="003A0BBB">
        <w:t>eus pas besoin de questionner le concierge</w:t>
      </w:r>
      <w:r w:rsidR="003A6D8D">
        <w:t xml:space="preserve">. </w:t>
      </w:r>
      <w:r w:rsidRPr="003A0BBB">
        <w:t>Sur la porte</w:t>
      </w:r>
      <w:r w:rsidR="003A6D8D">
        <w:t xml:space="preserve">, </w:t>
      </w:r>
      <w:r w:rsidRPr="003A0BBB">
        <w:t>un tableau annonçait les heures des cours</w:t>
      </w:r>
      <w:r w:rsidR="003A6D8D">
        <w:t xml:space="preserve">. </w:t>
      </w:r>
      <w:r w:rsidRPr="003A0BBB">
        <w:t>Ce jour-là</w:t>
      </w:r>
      <w:r w:rsidR="003A6D8D">
        <w:t xml:space="preserve">, </w:t>
      </w:r>
      <w:r w:rsidRPr="003A0BBB">
        <w:t>les étudiants de première année sortaient à trois heures</w:t>
      </w:r>
      <w:r w:rsidR="003A6D8D">
        <w:t xml:space="preserve">, </w:t>
      </w:r>
      <w:r w:rsidRPr="003A0BBB">
        <w:t>ceux de deuxième année à quatre</w:t>
      </w:r>
      <w:r w:rsidR="003A6D8D">
        <w:t xml:space="preserve">. </w:t>
      </w:r>
      <w:r w:rsidRPr="003A0BBB">
        <w:t>Jacques étant en deuxième année</w:t>
      </w:r>
      <w:r w:rsidR="003A6D8D">
        <w:t xml:space="preserve">, </w:t>
      </w:r>
      <w:r w:rsidRPr="003A0BBB">
        <w:t>j</w:t>
      </w:r>
      <w:r w:rsidR="003A6D8D">
        <w:t>’</w:t>
      </w:r>
      <w:r w:rsidRPr="003A0BBB">
        <w:t>avais environ une heure un quart à attendre</w:t>
      </w:r>
      <w:r w:rsidR="003A6D8D">
        <w:t>.</w:t>
      </w:r>
    </w:p>
    <w:p w14:paraId="46AB9989" w14:textId="77777777" w:rsidR="003A6D8D" w:rsidRDefault="008F7090" w:rsidP="008F7090">
      <w:r w:rsidRPr="003A0BBB">
        <w:t>J</w:t>
      </w:r>
      <w:r w:rsidR="003A6D8D">
        <w:t>’</w:t>
      </w:r>
      <w:r w:rsidRPr="003A0BBB">
        <w:t>errai un moment le long du boulevard Saint-Germain</w:t>
      </w:r>
      <w:r w:rsidR="003A6D8D">
        <w:t xml:space="preserve">. </w:t>
      </w:r>
      <w:r w:rsidRPr="003A0BBB">
        <w:t>Puis j</w:t>
      </w:r>
      <w:r w:rsidR="003A6D8D">
        <w:t>’</w:t>
      </w:r>
      <w:r w:rsidRPr="003A0BBB">
        <w:t>entrai dans une calme petite pâtisserie dont l</w:t>
      </w:r>
      <w:r w:rsidR="003A6D8D">
        <w:t>’</w:t>
      </w:r>
      <w:r w:rsidRPr="003A0BBB">
        <w:t>arrière-boutique servait de salon de thé</w:t>
      </w:r>
      <w:r w:rsidR="003A6D8D">
        <w:t xml:space="preserve">. </w:t>
      </w:r>
      <w:r w:rsidRPr="003A0BBB">
        <w:t>J</w:t>
      </w:r>
      <w:r w:rsidR="003A6D8D">
        <w:t>’</w:t>
      </w:r>
      <w:r w:rsidRPr="003A0BBB">
        <w:t>en ressortis à quatre heures moins dix</w:t>
      </w:r>
      <w:r w:rsidR="003A6D8D">
        <w:t xml:space="preserve">. </w:t>
      </w:r>
      <w:r w:rsidRPr="003A0BBB">
        <w:t>La nuit commençait à tomber</w:t>
      </w:r>
      <w:r w:rsidR="003A6D8D">
        <w:t xml:space="preserve">. </w:t>
      </w:r>
      <w:r w:rsidRPr="003A0BBB">
        <w:t>Pourvu que</w:t>
      </w:r>
      <w:r w:rsidR="003A6D8D">
        <w:t xml:space="preserve">, </w:t>
      </w:r>
      <w:r w:rsidRPr="003A0BBB">
        <w:t>dans cette rue mal éclairée</w:t>
      </w:r>
      <w:r w:rsidR="003A6D8D">
        <w:t xml:space="preserve">, </w:t>
      </w:r>
      <w:r w:rsidRPr="003A0BBB">
        <w:t>il restât assez de jour pour me permettre de reconnaître Jacques</w:t>
      </w:r>
      <w:r w:rsidR="003A6D8D">
        <w:t>.</w:t>
      </w:r>
    </w:p>
    <w:p w14:paraId="405FF911" w14:textId="77777777" w:rsidR="003A6D8D" w:rsidRDefault="008F7090" w:rsidP="008F7090">
      <w:r w:rsidRPr="003A0BBB">
        <w:t>La porte venait de s</w:t>
      </w:r>
      <w:r w:rsidR="003A6D8D">
        <w:t>’</w:t>
      </w:r>
      <w:r w:rsidRPr="003A0BBB">
        <w:t>ouvrir</w:t>
      </w:r>
      <w:r w:rsidR="003A6D8D">
        <w:t xml:space="preserve">. </w:t>
      </w:r>
      <w:r w:rsidRPr="003A0BBB">
        <w:t>Les étudiants</w:t>
      </w:r>
      <w:r w:rsidR="003A6D8D">
        <w:t xml:space="preserve">, </w:t>
      </w:r>
      <w:r w:rsidRPr="003A0BBB">
        <w:t>par petits groupes</w:t>
      </w:r>
      <w:r w:rsidR="003A6D8D">
        <w:t xml:space="preserve">, </w:t>
      </w:r>
      <w:r w:rsidRPr="003A0BBB">
        <w:t>sortaient</w:t>
      </w:r>
      <w:r w:rsidR="003A6D8D">
        <w:t xml:space="preserve">. </w:t>
      </w:r>
      <w:r w:rsidRPr="003A0BBB">
        <w:t>Très vite</w:t>
      </w:r>
      <w:r w:rsidR="003A6D8D">
        <w:t xml:space="preserve">, </w:t>
      </w:r>
      <w:r w:rsidRPr="003A0BBB">
        <w:t>j</w:t>
      </w:r>
      <w:r w:rsidR="003A6D8D">
        <w:t>’</w:t>
      </w:r>
      <w:r w:rsidRPr="003A0BBB">
        <w:t>aperçus Jacques</w:t>
      </w:r>
      <w:r w:rsidR="003A6D8D">
        <w:t xml:space="preserve">. </w:t>
      </w:r>
      <w:r w:rsidRPr="003A0BBB">
        <w:t>Il était avec deux de ses camarades</w:t>
      </w:r>
      <w:r w:rsidR="003A6D8D">
        <w:t xml:space="preserve">. </w:t>
      </w:r>
      <w:r w:rsidRPr="003A0BBB">
        <w:t>J</w:t>
      </w:r>
      <w:r w:rsidR="003A6D8D">
        <w:t>’</w:t>
      </w:r>
      <w:r w:rsidRPr="003A0BBB">
        <w:t>allais à lui et lui touchai le bras</w:t>
      </w:r>
      <w:r w:rsidR="003A6D8D">
        <w:t> :</w:t>
      </w:r>
    </w:p>
    <w:p w14:paraId="63F95125" w14:textId="77777777" w:rsidR="003A6D8D" w:rsidRDefault="003A6D8D" w:rsidP="008F7090">
      <w:r>
        <w:t>— </w:t>
      </w:r>
      <w:r w:rsidR="008F7090" w:rsidRPr="003A0BBB">
        <w:t>Jacques</w:t>
      </w:r>
      <w:r>
        <w:t xml:space="preserve">, </w:t>
      </w:r>
      <w:r w:rsidR="008F7090" w:rsidRPr="003A0BBB">
        <w:t>murmurai-je</w:t>
      </w:r>
      <w:r>
        <w:t>.</w:t>
      </w:r>
    </w:p>
    <w:p w14:paraId="2AF2DE96" w14:textId="77777777" w:rsidR="003A6D8D" w:rsidRDefault="008F7090" w:rsidP="008F7090">
      <w:r w:rsidRPr="003A0BBB">
        <w:t>Il tressaillit</w:t>
      </w:r>
      <w:r w:rsidR="003A6D8D">
        <w:t xml:space="preserve">, </w:t>
      </w:r>
      <w:r w:rsidRPr="003A0BBB">
        <w:t>me regarda avec étonnement</w:t>
      </w:r>
      <w:r w:rsidR="003A6D8D">
        <w:t xml:space="preserve">. </w:t>
      </w:r>
      <w:r w:rsidRPr="003A0BBB">
        <w:t>J</w:t>
      </w:r>
      <w:r w:rsidR="003A6D8D">
        <w:t>’</w:t>
      </w:r>
      <w:r w:rsidRPr="003A0BBB">
        <w:t>avais mis une voilette très épaisse</w:t>
      </w:r>
      <w:r w:rsidR="003A6D8D">
        <w:t xml:space="preserve">. </w:t>
      </w:r>
      <w:r w:rsidRPr="003A0BBB">
        <w:t>C</w:t>
      </w:r>
      <w:r w:rsidR="003A6D8D">
        <w:t>’</w:t>
      </w:r>
      <w:r w:rsidRPr="003A0BBB">
        <w:t>était lui qui ne me reconnaissait pas</w:t>
      </w:r>
      <w:r w:rsidR="003A6D8D">
        <w:t>.</w:t>
      </w:r>
    </w:p>
    <w:p w14:paraId="5DDAE21A" w14:textId="77777777" w:rsidR="003A6D8D" w:rsidRDefault="008F7090" w:rsidP="008F7090">
      <w:r w:rsidRPr="003A0BBB">
        <w:lastRenderedPageBreak/>
        <w:t>Je répétai</w:t>
      </w:r>
      <w:r w:rsidR="003A6D8D">
        <w:t xml:space="preserve">, </w:t>
      </w:r>
      <w:r w:rsidRPr="003A0BBB">
        <w:t>un peu plus haut</w:t>
      </w:r>
      <w:r w:rsidR="003A6D8D">
        <w:t> :</w:t>
      </w:r>
    </w:p>
    <w:p w14:paraId="55D4C4D3" w14:textId="77777777" w:rsidR="003A6D8D" w:rsidRDefault="003A6D8D" w:rsidP="008F7090">
      <w:r>
        <w:t>— </w:t>
      </w:r>
      <w:r w:rsidR="008F7090" w:rsidRPr="003A0BBB">
        <w:t>Jacques</w:t>
      </w:r>
      <w:r>
        <w:t> !</w:t>
      </w:r>
    </w:p>
    <w:p w14:paraId="4D11FED1" w14:textId="77777777" w:rsidR="003A6D8D" w:rsidRDefault="003A6D8D" w:rsidP="008F7090">
      <w:r>
        <w:t>— </w:t>
      </w:r>
      <w:r w:rsidR="008F7090" w:rsidRPr="003A0BBB">
        <w:t>Vous</w:t>
      </w:r>
      <w:r>
        <w:t> !</w:t>
      </w:r>
    </w:p>
    <w:p w14:paraId="59ADD64D" w14:textId="77777777" w:rsidR="003A6D8D" w:rsidRDefault="008F7090" w:rsidP="008F7090">
      <w:r w:rsidRPr="003A0BBB">
        <w:t>Sans prendre la peine de leur donner une explication</w:t>
      </w:r>
      <w:r w:rsidR="003A6D8D">
        <w:t xml:space="preserve">, </w:t>
      </w:r>
      <w:r w:rsidRPr="003A0BBB">
        <w:t>il avait abandonné ses amis</w:t>
      </w:r>
      <w:r w:rsidR="003A6D8D">
        <w:t>.</w:t>
      </w:r>
    </w:p>
    <w:p w14:paraId="7CE17279" w14:textId="77777777" w:rsidR="003A6D8D" w:rsidRDefault="003A6D8D" w:rsidP="008F7090">
      <w:r>
        <w:t>— </w:t>
      </w:r>
      <w:r w:rsidR="008F7090" w:rsidRPr="003A0BBB">
        <w:t>Vous</w:t>
      </w:r>
      <w:r>
        <w:t> !</w:t>
      </w:r>
    </w:p>
    <w:p w14:paraId="1DFFF0A6" w14:textId="77777777" w:rsidR="003A6D8D" w:rsidRDefault="003A6D8D" w:rsidP="008F7090">
      <w:r>
        <w:t>— </w:t>
      </w:r>
      <w:r w:rsidR="008F7090" w:rsidRPr="003A0BBB">
        <w:t>Venez</w:t>
      </w:r>
      <w:r>
        <w:t xml:space="preserve">, </w:t>
      </w:r>
      <w:r w:rsidR="008F7090" w:rsidRPr="003A0BBB">
        <w:t>Jacques</w:t>
      </w:r>
      <w:r>
        <w:t xml:space="preserve">, </w:t>
      </w:r>
      <w:r w:rsidR="008F7090" w:rsidRPr="003A0BBB">
        <w:t>venez avec moi</w:t>
      </w:r>
      <w:r>
        <w:t> !</w:t>
      </w:r>
    </w:p>
    <w:p w14:paraId="1E509B1F" w14:textId="77777777" w:rsidR="003A6D8D" w:rsidRDefault="008F7090" w:rsidP="008F7090">
      <w:r w:rsidRPr="003A0BBB">
        <w:t>À pas rapides</w:t>
      </w:r>
      <w:r w:rsidR="003A6D8D">
        <w:t xml:space="preserve">, </w:t>
      </w:r>
      <w:r w:rsidRPr="003A0BBB">
        <w:t>je l</w:t>
      </w:r>
      <w:r w:rsidR="003A6D8D">
        <w:t>’</w:t>
      </w:r>
      <w:r w:rsidRPr="003A0BBB">
        <w:t>entraînai</w:t>
      </w:r>
      <w:r w:rsidR="003A6D8D">
        <w:t xml:space="preserve">. </w:t>
      </w:r>
      <w:r w:rsidRPr="003A0BBB">
        <w:t>Maintenant</w:t>
      </w:r>
      <w:r w:rsidR="003A6D8D">
        <w:t xml:space="preserve">, </w:t>
      </w:r>
      <w:r w:rsidRPr="003A0BBB">
        <w:t>nous étions assis tous deux au fond de la petite pâtisserie</w:t>
      </w:r>
      <w:r w:rsidR="003A6D8D">
        <w:t xml:space="preserve">, </w:t>
      </w:r>
      <w:r w:rsidRPr="003A0BBB">
        <w:t>assis devant des tasses de thé</w:t>
      </w:r>
      <w:r w:rsidR="003A6D8D">
        <w:t xml:space="preserve">. </w:t>
      </w:r>
      <w:r w:rsidRPr="003A0BBB">
        <w:t>Je lui souriais tristement</w:t>
      </w:r>
      <w:r w:rsidR="003A6D8D">
        <w:t>.</w:t>
      </w:r>
    </w:p>
    <w:p w14:paraId="7D0D17FA" w14:textId="77777777" w:rsidR="003A6D8D" w:rsidRDefault="003A6D8D" w:rsidP="008F7090">
      <w:r>
        <w:t>— </w:t>
      </w:r>
      <w:r w:rsidR="008F7090" w:rsidRPr="003A0BBB">
        <w:t>Vous devez être bien surpris de me revoir</w:t>
      </w:r>
      <w:r>
        <w:t xml:space="preserve">, </w:t>
      </w:r>
      <w:r w:rsidR="008F7090" w:rsidRPr="003A0BBB">
        <w:t>Jacques</w:t>
      </w:r>
      <w:r>
        <w:t>.</w:t>
      </w:r>
    </w:p>
    <w:p w14:paraId="7C604126" w14:textId="77777777" w:rsidR="003A6D8D" w:rsidRDefault="008F7090" w:rsidP="008F7090">
      <w:r w:rsidRPr="003A0BBB">
        <w:t>Il y avait trois ans que je ne l</w:t>
      </w:r>
      <w:r w:rsidR="003A6D8D">
        <w:t>’</w:t>
      </w:r>
      <w:r w:rsidRPr="003A0BBB">
        <w:t>avais vu</w:t>
      </w:r>
      <w:r w:rsidR="003A6D8D">
        <w:t xml:space="preserve">. </w:t>
      </w:r>
      <w:r w:rsidRPr="003A0BBB">
        <w:t>Lui aussi</w:t>
      </w:r>
      <w:r w:rsidR="003A6D8D">
        <w:t xml:space="preserve">, </w:t>
      </w:r>
      <w:r w:rsidRPr="003A0BBB">
        <w:t>il était bien changé</w:t>
      </w:r>
      <w:r w:rsidR="003A6D8D">
        <w:t xml:space="preserve">. </w:t>
      </w:r>
      <w:r w:rsidRPr="003A0BBB">
        <w:t>Un très jeune homme change beaucoup</w:t>
      </w:r>
      <w:r w:rsidR="003A6D8D">
        <w:t xml:space="preserve">, </w:t>
      </w:r>
      <w:r w:rsidRPr="003A0BBB">
        <w:t>en trois ans</w:t>
      </w:r>
      <w:r w:rsidR="003A6D8D">
        <w:t>.</w:t>
      </w:r>
    </w:p>
    <w:p w14:paraId="6B1C30C5" w14:textId="77777777" w:rsidR="003A6D8D" w:rsidRDefault="008F7090" w:rsidP="008F7090">
      <w:r w:rsidRPr="003A0BBB">
        <w:t>Je répétai</w:t>
      </w:r>
      <w:r w:rsidR="003A6D8D">
        <w:t xml:space="preserve">, </w:t>
      </w:r>
      <w:r w:rsidRPr="003A0BBB">
        <w:t>plus gênée encore que je n</w:t>
      </w:r>
      <w:r w:rsidR="003A6D8D">
        <w:t>’</w:t>
      </w:r>
      <w:r w:rsidRPr="003A0BBB">
        <w:t>aurais cru</w:t>
      </w:r>
      <w:r w:rsidR="003A6D8D">
        <w:t xml:space="preserve">, </w:t>
      </w:r>
      <w:r w:rsidRPr="003A0BBB">
        <w:t>et pour des raisons qui ne me seraient jamais venues à l</w:t>
      </w:r>
      <w:r w:rsidR="003A6D8D">
        <w:t>’</w:t>
      </w:r>
      <w:r w:rsidRPr="003A0BBB">
        <w:t>idée</w:t>
      </w:r>
      <w:r w:rsidR="003A6D8D">
        <w:t>.</w:t>
      </w:r>
    </w:p>
    <w:p w14:paraId="7D20EF75" w14:textId="77777777" w:rsidR="003A6D8D" w:rsidRDefault="003A6D8D" w:rsidP="008F7090">
      <w:r>
        <w:t>— </w:t>
      </w:r>
      <w:r w:rsidR="008F7090" w:rsidRPr="003A0BBB">
        <w:t>Oui</w:t>
      </w:r>
      <w:r>
        <w:t xml:space="preserve">, </w:t>
      </w:r>
      <w:r w:rsidR="008F7090" w:rsidRPr="003A0BBB">
        <w:t>bien surpris</w:t>
      </w:r>
      <w:r>
        <w:t>.</w:t>
      </w:r>
    </w:p>
    <w:p w14:paraId="5CEC2A04" w14:textId="77777777" w:rsidR="003A6D8D" w:rsidRDefault="008F7090" w:rsidP="008F7090">
      <w:r w:rsidRPr="003A0BBB">
        <w:t>Je sentais qu</w:t>
      </w:r>
      <w:r w:rsidR="003A6D8D">
        <w:t>’</w:t>
      </w:r>
      <w:r w:rsidRPr="003A0BBB">
        <w:t xml:space="preserve">il </w:t>
      </w:r>
      <w:proofErr w:type="gramStart"/>
      <w:r w:rsidRPr="003A0BBB">
        <w:t>faisait</w:t>
      </w:r>
      <w:proofErr w:type="gramEnd"/>
      <w:r w:rsidRPr="003A0BBB">
        <w:t xml:space="preserve"> un grand effort</w:t>
      </w:r>
      <w:r w:rsidR="003A6D8D">
        <w:t xml:space="preserve">. </w:t>
      </w:r>
      <w:r w:rsidRPr="003A0BBB">
        <w:t>Sa serviette d</w:t>
      </w:r>
      <w:r w:rsidR="003A6D8D">
        <w:t>’</w:t>
      </w:r>
      <w:r w:rsidRPr="003A0BBB">
        <w:t>étudiant l</w:t>
      </w:r>
      <w:r w:rsidR="003A6D8D">
        <w:t>’</w:t>
      </w:r>
      <w:r w:rsidRPr="003A0BBB">
        <w:t>embarrassait</w:t>
      </w:r>
      <w:r w:rsidR="003A6D8D">
        <w:t xml:space="preserve">. </w:t>
      </w:r>
      <w:r w:rsidRPr="003A0BBB">
        <w:t>Mais il se refusait à l</w:t>
      </w:r>
      <w:r w:rsidR="003A6D8D">
        <w:t>’</w:t>
      </w:r>
      <w:r w:rsidRPr="003A0BBB">
        <w:t>abandonner</w:t>
      </w:r>
      <w:r w:rsidR="003A6D8D">
        <w:t xml:space="preserve">. </w:t>
      </w:r>
      <w:r w:rsidRPr="003A0BBB">
        <w:t>Elle lui donnait une contenance</w:t>
      </w:r>
      <w:r w:rsidR="003A6D8D">
        <w:t xml:space="preserve">. </w:t>
      </w:r>
      <w:r w:rsidRPr="003A0BBB">
        <w:t>Il me regardait de façon telle que je crus que tous les deux nous allions nous mettre à pleurer</w:t>
      </w:r>
      <w:r w:rsidR="003A6D8D">
        <w:t>.</w:t>
      </w:r>
    </w:p>
    <w:p w14:paraId="159B42FD" w14:textId="77777777" w:rsidR="003A6D8D" w:rsidRDefault="008F7090" w:rsidP="008F7090">
      <w:r w:rsidRPr="003A0BBB">
        <w:t>J</w:t>
      </w:r>
      <w:r w:rsidR="003A6D8D">
        <w:t>’</w:t>
      </w:r>
      <w:r w:rsidRPr="003A0BBB">
        <w:t>avais</w:t>
      </w:r>
      <w:r w:rsidR="003A6D8D">
        <w:t xml:space="preserve">, </w:t>
      </w:r>
      <w:r w:rsidRPr="003A0BBB">
        <w:t>je l</w:t>
      </w:r>
      <w:r w:rsidR="003A6D8D">
        <w:t>’</w:t>
      </w:r>
      <w:r w:rsidRPr="003A0BBB">
        <w:t>ai déjà dit</w:t>
      </w:r>
      <w:r w:rsidR="003A6D8D">
        <w:t xml:space="preserve">, </w:t>
      </w:r>
      <w:r w:rsidRPr="003A0BBB">
        <w:t>beaucoup choyé Jacques</w:t>
      </w:r>
      <w:r w:rsidR="003A6D8D">
        <w:t xml:space="preserve">, </w:t>
      </w:r>
      <w:r w:rsidRPr="003A0BBB">
        <w:t>alors que</w:t>
      </w:r>
      <w:r w:rsidR="003A6D8D">
        <w:t xml:space="preserve">, </w:t>
      </w:r>
      <w:r w:rsidRPr="003A0BBB">
        <w:t>de quinze à dix-huit ans</w:t>
      </w:r>
      <w:r w:rsidR="003A6D8D">
        <w:t xml:space="preserve">, </w:t>
      </w:r>
      <w:r w:rsidRPr="003A0BBB">
        <w:t>il venait passer à la villa chaque dimanche</w:t>
      </w:r>
      <w:r w:rsidR="003A6D8D">
        <w:t xml:space="preserve">. </w:t>
      </w:r>
      <w:r w:rsidRPr="003A0BBB">
        <w:t>Il arrivait avec un bouquet de violettes</w:t>
      </w:r>
      <w:r w:rsidR="003A6D8D">
        <w:t xml:space="preserve">, </w:t>
      </w:r>
      <w:r w:rsidRPr="003A0BBB">
        <w:t>acheté sur ses économies de lycéen</w:t>
      </w:r>
      <w:r w:rsidR="003A6D8D">
        <w:t xml:space="preserve">, </w:t>
      </w:r>
      <w:r w:rsidRPr="003A0BBB">
        <w:t>le plus souvent avant l</w:t>
      </w:r>
      <w:r w:rsidR="003A6D8D">
        <w:t>’</w:t>
      </w:r>
      <w:r w:rsidRPr="003A0BBB">
        <w:t>heure à laquelle nous l</w:t>
      </w:r>
      <w:r w:rsidR="003A6D8D">
        <w:t>’</w:t>
      </w:r>
      <w:r w:rsidRPr="003A0BBB">
        <w:t>attendions</w:t>
      </w:r>
      <w:r w:rsidR="003A6D8D">
        <w:t xml:space="preserve">. </w:t>
      </w:r>
      <w:r w:rsidRPr="003A0BBB">
        <w:t>Plusieurs fois</w:t>
      </w:r>
      <w:r w:rsidR="003A6D8D">
        <w:t xml:space="preserve">, </w:t>
      </w:r>
      <w:r w:rsidRPr="003A0BBB">
        <w:t xml:space="preserve">étant avec Franz dans </w:t>
      </w:r>
      <w:r w:rsidRPr="003A0BBB">
        <w:lastRenderedPageBreak/>
        <w:t>notre chambre</w:t>
      </w:r>
      <w:r w:rsidR="003A6D8D">
        <w:t xml:space="preserve">, </w:t>
      </w:r>
      <w:r w:rsidRPr="003A0BBB">
        <w:t>je n</w:t>
      </w:r>
      <w:r w:rsidR="003A6D8D">
        <w:t>’</w:t>
      </w:r>
      <w:r w:rsidRPr="003A0BBB">
        <w:t>avais pu m</w:t>
      </w:r>
      <w:r w:rsidR="003A6D8D">
        <w:t>’</w:t>
      </w:r>
      <w:r w:rsidRPr="003A0BBB">
        <w:t>empêcher de le trouver importun</w:t>
      </w:r>
      <w:r w:rsidR="003A6D8D">
        <w:t xml:space="preserve">. </w:t>
      </w:r>
      <w:r w:rsidRPr="003A0BBB">
        <w:t>Mais</w:t>
      </w:r>
      <w:r w:rsidR="003A6D8D">
        <w:t xml:space="preserve">, </w:t>
      </w:r>
      <w:r w:rsidRPr="003A0BBB">
        <w:t>le soir</w:t>
      </w:r>
      <w:r w:rsidR="003A6D8D">
        <w:t xml:space="preserve">, </w:t>
      </w:r>
      <w:r w:rsidRPr="003A0BBB">
        <w:t>lorsqu</w:t>
      </w:r>
      <w:r w:rsidR="003A6D8D">
        <w:t>’</w:t>
      </w:r>
      <w:r w:rsidRPr="003A0BBB">
        <w:t>il nous quittait pour regagner le lycée</w:t>
      </w:r>
      <w:r w:rsidR="003A6D8D">
        <w:t xml:space="preserve">, </w:t>
      </w:r>
      <w:r w:rsidRPr="003A0BBB">
        <w:t>il m</w:t>
      </w:r>
      <w:r w:rsidR="003A6D8D">
        <w:t>’</w:t>
      </w:r>
      <w:r w:rsidRPr="003A0BBB">
        <w:t>était arrivé de me sentir vaguement troublée de son regard plein de supplication</w:t>
      </w:r>
      <w:r w:rsidR="003A6D8D">
        <w:t xml:space="preserve">, </w:t>
      </w:r>
      <w:r w:rsidRPr="003A0BBB">
        <w:t>de la façon dont cet adolescent me serrait la main</w:t>
      </w:r>
      <w:r w:rsidR="003A6D8D">
        <w:t>…</w:t>
      </w:r>
    </w:p>
    <w:p w14:paraId="55DD7215" w14:textId="77777777" w:rsidR="003A6D8D" w:rsidRDefault="003A6D8D" w:rsidP="008F7090">
      <w:r>
        <w:t>— </w:t>
      </w:r>
      <w:r w:rsidR="008F7090" w:rsidRPr="003A0BBB">
        <w:t>Vous ne dites rien</w:t>
      </w:r>
      <w:r>
        <w:t xml:space="preserve">, </w:t>
      </w:r>
      <w:r w:rsidR="008F7090" w:rsidRPr="003A0BBB">
        <w:t>Jacques</w:t>
      </w:r>
      <w:r>
        <w:t xml:space="preserve">. </w:t>
      </w:r>
      <w:r w:rsidR="008F7090" w:rsidRPr="003A0BBB">
        <w:t>Vous ne trouvez pas extraordinaire de me revoir ainsi</w:t>
      </w:r>
      <w:r>
        <w:t> ?</w:t>
      </w:r>
    </w:p>
    <w:p w14:paraId="472FB0E0" w14:textId="77777777" w:rsidR="003A6D8D" w:rsidRDefault="008F7090" w:rsidP="008F7090">
      <w:r w:rsidRPr="003A0BBB">
        <w:t>Il secoua doucement la tête</w:t>
      </w:r>
      <w:r w:rsidR="003A6D8D">
        <w:t>.</w:t>
      </w:r>
    </w:p>
    <w:p w14:paraId="46D0AEB0" w14:textId="77777777" w:rsidR="003A6D8D" w:rsidRDefault="003A6D8D" w:rsidP="008F7090">
      <w:r>
        <w:t>— </w:t>
      </w:r>
      <w:r w:rsidR="008F7090" w:rsidRPr="003A0BBB">
        <w:t>Non</w:t>
      </w:r>
      <w:r>
        <w:t xml:space="preserve">, </w:t>
      </w:r>
      <w:r w:rsidR="008F7090" w:rsidRPr="003A0BBB">
        <w:t>madame</w:t>
      </w:r>
      <w:r>
        <w:t>.</w:t>
      </w:r>
    </w:p>
    <w:p w14:paraId="48F52288" w14:textId="77777777" w:rsidR="003A6D8D" w:rsidRDefault="003A6D8D" w:rsidP="008F7090">
      <w:r>
        <w:t>— </w:t>
      </w:r>
      <w:r w:rsidR="008F7090" w:rsidRPr="003A0BBB">
        <w:t>Madame</w:t>
      </w:r>
      <w:r>
        <w:t xml:space="preserve"> ! </w:t>
      </w:r>
      <w:r w:rsidR="008F7090" w:rsidRPr="003A0BBB">
        <w:t>fis-je avec un petit rire</w:t>
      </w:r>
      <w:r>
        <w:t xml:space="preserve">. </w:t>
      </w:r>
      <w:r w:rsidR="008F7090" w:rsidRPr="003A0BBB">
        <w:t>Est-ce qu</w:t>
      </w:r>
      <w:r>
        <w:t>’</w:t>
      </w:r>
      <w:r w:rsidR="008F7090" w:rsidRPr="003A0BBB">
        <w:t>il y a trois ans vous ne m</w:t>
      </w:r>
      <w:r>
        <w:t>’</w:t>
      </w:r>
      <w:r w:rsidR="008F7090" w:rsidRPr="003A0BBB">
        <w:t>appeliez pas Alberte</w:t>
      </w:r>
      <w:r>
        <w:t xml:space="preserve"> ? </w:t>
      </w:r>
      <w:r w:rsidR="008F7090" w:rsidRPr="003A0BBB">
        <w:t>L</w:t>
      </w:r>
      <w:r>
        <w:t>’</w:t>
      </w:r>
      <w:r w:rsidR="008F7090" w:rsidRPr="003A0BBB">
        <w:t>auriez-vous déjà oublié</w:t>
      </w:r>
      <w:r>
        <w:t> ?</w:t>
      </w:r>
    </w:p>
    <w:p w14:paraId="05936287" w14:textId="77777777" w:rsidR="003A6D8D" w:rsidRDefault="003A6D8D" w:rsidP="008F7090">
      <w:r>
        <w:t>— </w:t>
      </w:r>
      <w:r w:rsidR="008F7090" w:rsidRPr="003A0BBB">
        <w:t>Je ne l</w:t>
      </w:r>
      <w:r>
        <w:t>’</w:t>
      </w:r>
      <w:r w:rsidR="008F7090" w:rsidRPr="003A0BBB">
        <w:t>ai pas oublié</w:t>
      </w:r>
      <w:r>
        <w:t xml:space="preserve">. </w:t>
      </w:r>
      <w:r w:rsidR="008F7090" w:rsidRPr="003A0BBB">
        <w:t>Mais</w:t>
      </w:r>
      <w:r>
        <w:t xml:space="preserve">, </w:t>
      </w:r>
      <w:r w:rsidR="008F7090" w:rsidRPr="003A0BBB">
        <w:t>il y a trois ans</w:t>
      </w:r>
      <w:r>
        <w:t xml:space="preserve">, </w:t>
      </w:r>
      <w:r w:rsidR="008F7090" w:rsidRPr="003A0BBB">
        <w:t>j</w:t>
      </w:r>
      <w:r>
        <w:t>’</w:t>
      </w:r>
      <w:r w:rsidR="008F7090" w:rsidRPr="003A0BBB">
        <w:t>étais un enfant</w:t>
      </w:r>
      <w:r>
        <w:t>.</w:t>
      </w:r>
    </w:p>
    <w:p w14:paraId="28409F32" w14:textId="77777777" w:rsidR="003A6D8D" w:rsidRDefault="003A6D8D" w:rsidP="008F7090">
      <w:r>
        <w:t>— </w:t>
      </w:r>
      <w:r w:rsidR="008F7090" w:rsidRPr="003A0BBB">
        <w:t>Et maintenant</w:t>
      </w:r>
      <w:r>
        <w:t> ?</w:t>
      </w:r>
    </w:p>
    <w:p w14:paraId="65CF32FD" w14:textId="77777777" w:rsidR="003A6D8D" w:rsidRDefault="003A6D8D" w:rsidP="008F7090">
      <w:r>
        <w:t>— </w:t>
      </w:r>
      <w:r w:rsidR="008F7090" w:rsidRPr="003A0BBB">
        <w:t>Maintenant</w:t>
      </w:r>
      <w:r>
        <w:t xml:space="preserve">, </w:t>
      </w:r>
      <w:r w:rsidR="008F7090" w:rsidRPr="003A0BBB">
        <w:t>je ne le suis plus</w:t>
      </w:r>
      <w:r>
        <w:t xml:space="preserve">. </w:t>
      </w:r>
      <w:r w:rsidR="008F7090" w:rsidRPr="003A0BBB">
        <w:t>La preuve</w:t>
      </w:r>
      <w:r>
        <w:t>…</w:t>
      </w:r>
    </w:p>
    <w:p w14:paraId="3C07C635" w14:textId="77777777" w:rsidR="003A6D8D" w:rsidRDefault="008F7090" w:rsidP="008F7090">
      <w:r w:rsidRPr="003A0BBB">
        <w:t>Sa voix s</w:t>
      </w:r>
      <w:r w:rsidR="003A6D8D">
        <w:t>’</w:t>
      </w:r>
      <w:r w:rsidRPr="003A0BBB">
        <w:t>étrangla</w:t>
      </w:r>
      <w:r w:rsidR="003A6D8D">
        <w:t>.</w:t>
      </w:r>
    </w:p>
    <w:p w14:paraId="1E2BA05F" w14:textId="77777777" w:rsidR="003A6D8D" w:rsidRDefault="003A6D8D" w:rsidP="008F7090">
      <w:r>
        <w:t>— </w:t>
      </w:r>
      <w:r w:rsidR="008F7090" w:rsidRPr="003A0BBB">
        <w:t>La preuve</w:t>
      </w:r>
      <w:r>
        <w:t> ?</w:t>
      </w:r>
    </w:p>
    <w:p w14:paraId="3B06B55D" w14:textId="77777777" w:rsidR="003A6D8D" w:rsidRDefault="003A6D8D" w:rsidP="008F7090">
      <w:r>
        <w:t>— </w:t>
      </w:r>
      <w:r w:rsidR="008F7090" w:rsidRPr="003A0BBB">
        <w:t>C</w:t>
      </w:r>
      <w:r>
        <w:t>’</w:t>
      </w:r>
      <w:r w:rsidR="008F7090" w:rsidRPr="003A0BBB">
        <w:t>est que j</w:t>
      </w:r>
      <w:r>
        <w:t>’</w:t>
      </w:r>
      <w:r w:rsidR="008F7090" w:rsidRPr="003A0BBB">
        <w:t>ai compris beaucoup de choses</w:t>
      </w:r>
      <w:r>
        <w:t>.</w:t>
      </w:r>
    </w:p>
    <w:p w14:paraId="44D74B15" w14:textId="77777777" w:rsidR="003A6D8D" w:rsidRDefault="003A6D8D" w:rsidP="008F7090">
      <w:r>
        <w:t>— </w:t>
      </w:r>
      <w:r w:rsidR="008F7090" w:rsidRPr="003A0BBB">
        <w:t>Qu</w:t>
      </w:r>
      <w:r>
        <w:t>’</w:t>
      </w:r>
      <w:r w:rsidR="008F7090" w:rsidRPr="003A0BBB">
        <w:t>avez-vous compris</w:t>
      </w:r>
      <w:r>
        <w:t xml:space="preserve">, </w:t>
      </w:r>
      <w:r w:rsidR="008F7090" w:rsidRPr="003A0BBB">
        <w:t>Jacques</w:t>
      </w:r>
      <w:r>
        <w:t> ?</w:t>
      </w:r>
    </w:p>
    <w:p w14:paraId="42A784FC" w14:textId="77777777" w:rsidR="003A6D8D" w:rsidRDefault="003A6D8D" w:rsidP="008F7090">
      <w:r>
        <w:t>— </w:t>
      </w:r>
      <w:r w:rsidR="008F7090" w:rsidRPr="003A0BBB">
        <w:t>J</w:t>
      </w:r>
      <w:r>
        <w:t>’</w:t>
      </w:r>
      <w:r w:rsidR="008F7090" w:rsidRPr="003A0BBB">
        <w:t>ai compris</w:t>
      </w:r>
      <w:r>
        <w:t xml:space="preserve">… </w:t>
      </w:r>
      <w:r w:rsidR="008F7090" w:rsidRPr="003A0BBB">
        <w:t>j</w:t>
      </w:r>
      <w:r>
        <w:t>’</w:t>
      </w:r>
      <w:r w:rsidR="008F7090" w:rsidRPr="003A0BBB">
        <w:t>ai compris qu</w:t>
      </w:r>
      <w:r>
        <w:t>’</w:t>
      </w:r>
      <w:r w:rsidR="008F7090" w:rsidRPr="003A0BBB">
        <w:t>il n</w:t>
      </w:r>
      <w:r>
        <w:t>’</w:t>
      </w:r>
      <w:r w:rsidR="008F7090" w:rsidRPr="003A0BBB">
        <w:t>avait pas été très bon pour vous</w:t>
      </w:r>
      <w:r>
        <w:t>.</w:t>
      </w:r>
    </w:p>
    <w:p w14:paraId="7C154829" w14:textId="77777777" w:rsidR="003A6D8D" w:rsidRDefault="003A6D8D" w:rsidP="008F7090">
      <w:r>
        <w:t>— </w:t>
      </w:r>
      <w:r w:rsidR="008F7090" w:rsidRPr="003A0BBB">
        <w:t>Que voulez-vous dire</w:t>
      </w:r>
      <w:r>
        <w:t xml:space="preserve"> ? </w:t>
      </w:r>
      <w:r w:rsidR="008F7090" w:rsidRPr="003A0BBB">
        <w:t>murmurai-je faiblement</w:t>
      </w:r>
      <w:r>
        <w:t>.</w:t>
      </w:r>
    </w:p>
    <w:p w14:paraId="24941C11" w14:textId="77777777" w:rsidR="003A6D8D" w:rsidRDefault="003A6D8D" w:rsidP="008F7090">
      <w:r>
        <w:t>— </w:t>
      </w:r>
      <w:r w:rsidR="008F7090" w:rsidRPr="003A0BBB">
        <w:t>Vous le savez aussi bien que moi</w:t>
      </w:r>
      <w:r>
        <w:t xml:space="preserve">. </w:t>
      </w:r>
      <w:r w:rsidR="008F7090" w:rsidRPr="003A0BBB">
        <w:t>C</w:t>
      </w:r>
      <w:r>
        <w:t>’</w:t>
      </w:r>
      <w:r w:rsidR="008F7090" w:rsidRPr="003A0BBB">
        <w:t>est même pour cela que vous êtes venue</w:t>
      </w:r>
      <w:r>
        <w:t xml:space="preserve">, </w:t>
      </w:r>
      <w:r w:rsidR="008F7090" w:rsidRPr="003A0BBB">
        <w:t>n</w:t>
      </w:r>
      <w:r>
        <w:t>’</w:t>
      </w:r>
      <w:r w:rsidR="008F7090" w:rsidRPr="003A0BBB">
        <w:t>est-ce pas</w:t>
      </w:r>
      <w:r>
        <w:t> ?</w:t>
      </w:r>
    </w:p>
    <w:p w14:paraId="2CED9E91" w14:textId="77777777" w:rsidR="003A6D8D" w:rsidRDefault="003A6D8D" w:rsidP="008F7090">
      <w:r>
        <w:lastRenderedPageBreak/>
        <w:t>— </w:t>
      </w:r>
      <w:r w:rsidR="008F7090" w:rsidRPr="003A0BBB">
        <w:t>Pourquoi suis-je venue</w:t>
      </w:r>
      <w:r>
        <w:t> ?</w:t>
      </w:r>
    </w:p>
    <w:p w14:paraId="2DE556E1" w14:textId="77777777" w:rsidR="003A6D8D" w:rsidRDefault="003A6D8D" w:rsidP="008F7090">
      <w:r>
        <w:t>— </w:t>
      </w:r>
      <w:r w:rsidR="008F7090" w:rsidRPr="003A0BBB">
        <w:t>Oh</w:t>
      </w:r>
      <w:r>
        <w:t xml:space="preserve"> ! </w:t>
      </w:r>
      <w:r w:rsidR="008F7090" w:rsidRPr="003A0BBB">
        <w:t>pas pour me revoir</w:t>
      </w:r>
      <w:r>
        <w:t xml:space="preserve">, </w:t>
      </w:r>
      <w:r w:rsidR="008F7090" w:rsidRPr="003A0BBB">
        <w:t>bien sûr</w:t>
      </w:r>
      <w:r>
        <w:t>.</w:t>
      </w:r>
    </w:p>
    <w:p w14:paraId="644DFE89" w14:textId="77777777" w:rsidR="003A6D8D" w:rsidRDefault="008F7090" w:rsidP="008F7090">
      <w:r w:rsidRPr="003A0BBB">
        <w:t>Émue du tour inattendu de la conversation</w:t>
      </w:r>
      <w:r w:rsidR="003A6D8D">
        <w:t xml:space="preserve">, </w:t>
      </w:r>
      <w:r w:rsidRPr="003A0BBB">
        <w:t>mais heureuse au fond du parti que j</w:t>
      </w:r>
      <w:r w:rsidR="003A6D8D">
        <w:t>’</w:t>
      </w:r>
      <w:r w:rsidRPr="003A0BBB">
        <w:t>allais pouvoir en tirer</w:t>
      </w:r>
      <w:r w:rsidR="003A6D8D">
        <w:t xml:space="preserve">, </w:t>
      </w:r>
      <w:r w:rsidRPr="003A0BBB">
        <w:t>je lui pris la main</w:t>
      </w:r>
      <w:r w:rsidR="003A6D8D">
        <w:t>.</w:t>
      </w:r>
    </w:p>
    <w:p w14:paraId="45FC1459" w14:textId="77777777" w:rsidR="003A6D8D" w:rsidRDefault="003A6D8D" w:rsidP="008F7090">
      <w:r>
        <w:t>— </w:t>
      </w:r>
      <w:r w:rsidR="008F7090" w:rsidRPr="003A0BBB">
        <w:t>Vous vous trompez</w:t>
      </w:r>
      <w:r>
        <w:t xml:space="preserve">, </w:t>
      </w:r>
      <w:r w:rsidR="008F7090" w:rsidRPr="003A0BBB">
        <w:t>Jacques</w:t>
      </w:r>
      <w:r>
        <w:t xml:space="preserve">. </w:t>
      </w:r>
      <w:r w:rsidR="008F7090" w:rsidRPr="003A0BBB">
        <w:t>Je suis contente</w:t>
      </w:r>
      <w:r>
        <w:t xml:space="preserve">, </w:t>
      </w:r>
      <w:r w:rsidR="008F7090" w:rsidRPr="003A0BBB">
        <w:t>vous m</w:t>
      </w:r>
      <w:r>
        <w:t>’</w:t>
      </w:r>
      <w:r w:rsidR="008F7090" w:rsidRPr="003A0BBB">
        <w:t>entendez</w:t>
      </w:r>
      <w:r>
        <w:t xml:space="preserve">, </w:t>
      </w:r>
      <w:r w:rsidR="008F7090" w:rsidRPr="003A0BBB">
        <w:t>très contente de vous revoir</w:t>
      </w:r>
      <w:r>
        <w:t>.</w:t>
      </w:r>
    </w:p>
    <w:p w14:paraId="5007B1EC" w14:textId="77777777" w:rsidR="003A6D8D" w:rsidRDefault="008F7090" w:rsidP="008F7090">
      <w:r w:rsidRPr="003A0BBB">
        <w:t>Il semblait ne plus m</w:t>
      </w:r>
      <w:r w:rsidR="003A6D8D">
        <w:t>’</w:t>
      </w:r>
      <w:r w:rsidRPr="003A0BBB">
        <w:t>écouter</w:t>
      </w:r>
      <w:r w:rsidR="003A6D8D">
        <w:t xml:space="preserve">. </w:t>
      </w:r>
      <w:r w:rsidRPr="003A0BBB">
        <w:t>Il me regardait</w:t>
      </w:r>
      <w:r w:rsidR="003A6D8D">
        <w:t>.</w:t>
      </w:r>
    </w:p>
    <w:p w14:paraId="399B69A4" w14:textId="77777777" w:rsidR="003A6D8D" w:rsidRDefault="003A6D8D" w:rsidP="008F7090">
      <w:r>
        <w:t>— </w:t>
      </w:r>
      <w:r w:rsidR="008F7090" w:rsidRPr="003A0BBB">
        <w:t>Comme vous êtes belle</w:t>
      </w:r>
      <w:r>
        <w:t xml:space="preserve"> ! </w:t>
      </w:r>
      <w:r w:rsidR="008F7090" w:rsidRPr="003A0BBB">
        <w:t>dit-il enfin</w:t>
      </w:r>
      <w:r>
        <w:t>.</w:t>
      </w:r>
    </w:p>
    <w:p w14:paraId="51DE8207" w14:textId="77777777" w:rsidR="003A6D8D" w:rsidRDefault="008F7090" w:rsidP="008F7090">
      <w:r w:rsidRPr="003A0BBB">
        <w:t>Sur ces entrefaites</w:t>
      </w:r>
      <w:r w:rsidR="003A6D8D">
        <w:t xml:space="preserve">, </w:t>
      </w:r>
      <w:r w:rsidRPr="003A0BBB">
        <w:t>un couple pénétra dans la petite salle où nous étions restés seuls jusqu</w:t>
      </w:r>
      <w:r w:rsidR="003A6D8D">
        <w:t>’</w:t>
      </w:r>
      <w:r w:rsidRPr="003A0BBB">
        <w:t>alors</w:t>
      </w:r>
      <w:r w:rsidR="003A6D8D">
        <w:t>.</w:t>
      </w:r>
    </w:p>
    <w:p w14:paraId="0DBD4176" w14:textId="77777777" w:rsidR="003A6D8D" w:rsidRDefault="003A6D8D" w:rsidP="008F7090">
      <w:r>
        <w:t>— </w:t>
      </w:r>
      <w:r w:rsidR="008F7090" w:rsidRPr="003A0BBB">
        <w:t>Sortons</w:t>
      </w:r>
      <w:r>
        <w:t xml:space="preserve"> ! </w:t>
      </w:r>
      <w:r w:rsidR="008F7090" w:rsidRPr="003A0BBB">
        <w:t>fis-je brusquement</w:t>
      </w:r>
      <w:r>
        <w:t>.</w:t>
      </w:r>
    </w:p>
    <w:p w14:paraId="0BB8EC08" w14:textId="602F32D0" w:rsidR="008F7090" w:rsidRPr="003A0BBB" w:rsidRDefault="008F7090" w:rsidP="008F7090"/>
    <w:p w14:paraId="7C807F64" w14:textId="77777777" w:rsidR="003A6D8D" w:rsidRDefault="008F7090" w:rsidP="008F7090">
      <w:r w:rsidRPr="003A0BBB">
        <w:t>À présent</w:t>
      </w:r>
      <w:r w:rsidR="003A6D8D">
        <w:t xml:space="preserve">, </w:t>
      </w:r>
      <w:r w:rsidRPr="003A0BBB">
        <w:t>un taxi au capitonnage défoncé nous promenait au hasard et sans hâte dans le Bois de Boulogne obscur</w:t>
      </w:r>
      <w:r w:rsidR="003A6D8D">
        <w:t xml:space="preserve">. </w:t>
      </w:r>
      <w:r w:rsidRPr="003A0BBB">
        <w:t>Les lacs</w:t>
      </w:r>
      <w:r w:rsidR="003A6D8D">
        <w:t xml:space="preserve">, </w:t>
      </w:r>
      <w:r w:rsidRPr="003A0BBB">
        <w:t>dont nous avions déjà fait le tour cinq ou six fois</w:t>
      </w:r>
      <w:r w:rsidR="003A6D8D">
        <w:t xml:space="preserve">, </w:t>
      </w:r>
      <w:r w:rsidRPr="003A0BBB">
        <w:t>luisaient sous une lune brumeuse</w:t>
      </w:r>
      <w:r w:rsidR="003A6D8D">
        <w:t>.</w:t>
      </w:r>
    </w:p>
    <w:p w14:paraId="7BA532CA" w14:textId="77777777" w:rsidR="003A6D8D" w:rsidRDefault="008F7090" w:rsidP="008F7090">
      <w:r w:rsidRPr="003A0BBB">
        <w:t>La tête de Jacques reposait sur mon épaule</w:t>
      </w:r>
      <w:r w:rsidR="003A6D8D">
        <w:t xml:space="preserve">. </w:t>
      </w:r>
      <w:r w:rsidRPr="003A0BBB">
        <w:t>Je conservais machinalement sa main dans la mienne</w:t>
      </w:r>
      <w:r w:rsidR="003A6D8D">
        <w:t xml:space="preserve">. </w:t>
      </w:r>
      <w:r w:rsidRPr="003A0BBB">
        <w:t>Il me parlait à mots entrecoupés</w:t>
      </w:r>
      <w:r w:rsidR="003A6D8D">
        <w:t xml:space="preserve">. </w:t>
      </w:r>
      <w:r w:rsidRPr="003A0BBB">
        <w:t>Je ne l</w:t>
      </w:r>
      <w:r w:rsidR="003A6D8D">
        <w:t>’</w:t>
      </w:r>
      <w:r w:rsidRPr="003A0BBB">
        <w:t>écoutais plus qu</w:t>
      </w:r>
      <w:r w:rsidR="003A6D8D">
        <w:t>’</w:t>
      </w:r>
      <w:r w:rsidRPr="003A0BBB">
        <w:t>à peine</w:t>
      </w:r>
      <w:r w:rsidR="003A6D8D">
        <w:t xml:space="preserve">. </w:t>
      </w:r>
      <w:r w:rsidRPr="003A0BBB">
        <w:t>Il m</w:t>
      </w:r>
      <w:r w:rsidR="003A6D8D">
        <w:t>’</w:t>
      </w:r>
      <w:r w:rsidRPr="003A0BBB">
        <w:t>avait tout dit</w:t>
      </w:r>
      <w:r w:rsidR="003A6D8D">
        <w:t xml:space="preserve">, </w:t>
      </w:r>
      <w:r w:rsidRPr="003A0BBB">
        <w:t>tout ce que j</w:t>
      </w:r>
      <w:r w:rsidR="003A6D8D">
        <w:t>’</w:t>
      </w:r>
      <w:r w:rsidRPr="003A0BBB">
        <w:t>avais deviné</w:t>
      </w:r>
      <w:r w:rsidR="003A6D8D">
        <w:t xml:space="preserve">, </w:t>
      </w:r>
      <w:r w:rsidRPr="003A0BBB">
        <w:t>tout ce que je pressentais</w:t>
      </w:r>
      <w:r w:rsidR="003A6D8D">
        <w:t xml:space="preserve">, </w:t>
      </w:r>
      <w:r w:rsidRPr="003A0BBB">
        <w:t>tout ce que je savais déjà</w:t>
      </w:r>
      <w:r w:rsidR="003A6D8D">
        <w:t>.</w:t>
      </w:r>
    </w:p>
    <w:p w14:paraId="3B22A86B" w14:textId="77777777" w:rsidR="003A6D8D" w:rsidRDefault="003A6D8D" w:rsidP="008F7090">
      <w:r>
        <w:t>— </w:t>
      </w:r>
      <w:r w:rsidR="008F7090" w:rsidRPr="003A0BBB">
        <w:t>Il ne faut pas en vouloir à Cécile</w:t>
      </w:r>
      <w:r>
        <w:t xml:space="preserve">. </w:t>
      </w:r>
      <w:r w:rsidR="008F7090" w:rsidRPr="003A0BBB">
        <w:t>Elle n</w:t>
      </w:r>
      <w:r>
        <w:t>’</w:t>
      </w:r>
      <w:r w:rsidR="008F7090" w:rsidRPr="003A0BBB">
        <w:t>est pas mauvaise</w:t>
      </w:r>
      <w:r>
        <w:t xml:space="preserve">. </w:t>
      </w:r>
      <w:r w:rsidR="008F7090" w:rsidRPr="003A0BBB">
        <w:t>Mais on ne lui a presque rien dit</w:t>
      </w:r>
      <w:r>
        <w:t xml:space="preserve">. </w:t>
      </w:r>
      <w:r w:rsidR="008F7090" w:rsidRPr="003A0BBB">
        <w:t>Elle était comme moi</w:t>
      </w:r>
      <w:r>
        <w:t xml:space="preserve">, </w:t>
      </w:r>
      <w:r w:rsidR="008F7090" w:rsidRPr="003A0BBB">
        <w:t>elle croyait que c</w:t>
      </w:r>
      <w:r>
        <w:t>’</w:t>
      </w:r>
      <w:r w:rsidR="008F7090" w:rsidRPr="003A0BBB">
        <w:t>était fini</w:t>
      </w:r>
      <w:r>
        <w:t xml:space="preserve">, </w:t>
      </w:r>
      <w:r w:rsidR="008F7090" w:rsidRPr="003A0BBB">
        <w:t>que vous étiez résignée</w:t>
      </w:r>
      <w:r>
        <w:t xml:space="preserve">, </w:t>
      </w:r>
      <w:r w:rsidR="008F7090" w:rsidRPr="003A0BBB">
        <w:t>consentante</w:t>
      </w:r>
      <w:r>
        <w:t xml:space="preserve">, </w:t>
      </w:r>
      <w:r w:rsidR="008F7090" w:rsidRPr="003A0BBB">
        <w:t>que vous saviez</w:t>
      </w:r>
      <w:r>
        <w:t xml:space="preserve">. </w:t>
      </w:r>
      <w:r w:rsidR="008F7090" w:rsidRPr="003A0BBB">
        <w:t>D</w:t>
      </w:r>
      <w:r>
        <w:t>’</w:t>
      </w:r>
      <w:r w:rsidR="008F7090" w:rsidRPr="003A0BBB">
        <w:t>ailleurs</w:t>
      </w:r>
      <w:r>
        <w:t>…</w:t>
      </w:r>
    </w:p>
    <w:p w14:paraId="1BE8A8DA" w14:textId="77777777" w:rsidR="003A6D8D" w:rsidRDefault="003A6D8D" w:rsidP="008F7090">
      <w:r>
        <w:lastRenderedPageBreak/>
        <w:t>— </w:t>
      </w:r>
      <w:r w:rsidR="008F7090" w:rsidRPr="003A0BBB">
        <w:t>D</w:t>
      </w:r>
      <w:r>
        <w:t>’</w:t>
      </w:r>
      <w:r w:rsidR="008F7090" w:rsidRPr="003A0BBB">
        <w:t>ailleurs quoi</w:t>
      </w:r>
      <w:r>
        <w:t> ?</w:t>
      </w:r>
    </w:p>
    <w:p w14:paraId="3BCE0BB8" w14:textId="77777777" w:rsidR="003A6D8D" w:rsidRDefault="003A6D8D" w:rsidP="008F7090">
      <w:r>
        <w:t>— </w:t>
      </w:r>
      <w:r w:rsidR="008F7090" w:rsidRPr="003A0BBB">
        <w:t>D</w:t>
      </w:r>
      <w:r>
        <w:t>’</w:t>
      </w:r>
      <w:r w:rsidR="008F7090" w:rsidRPr="003A0BBB">
        <w:t>ailleurs</w:t>
      </w:r>
      <w:r>
        <w:t xml:space="preserve">, </w:t>
      </w:r>
      <w:r w:rsidR="008F7090" w:rsidRPr="003A0BBB">
        <w:t>maintenant</w:t>
      </w:r>
      <w:r>
        <w:t xml:space="preserve">, </w:t>
      </w:r>
      <w:r w:rsidR="008F7090" w:rsidRPr="003A0BBB">
        <w:t>je crois que rien n</w:t>
      </w:r>
      <w:r>
        <w:t>’</w:t>
      </w:r>
      <w:r w:rsidR="008F7090" w:rsidRPr="003A0BBB">
        <w:t>y ferait</w:t>
      </w:r>
      <w:r>
        <w:t xml:space="preserve">, </w:t>
      </w:r>
      <w:r w:rsidR="008F7090" w:rsidRPr="003A0BBB">
        <w:t>et qu</w:t>
      </w:r>
      <w:r>
        <w:t>’</w:t>
      </w:r>
      <w:r w:rsidR="008F7090" w:rsidRPr="003A0BBB">
        <w:t>elle l</w:t>
      </w:r>
      <w:r>
        <w:t>’</w:t>
      </w:r>
      <w:r w:rsidR="008F7090" w:rsidRPr="003A0BBB">
        <w:t>aime</w:t>
      </w:r>
      <w:r>
        <w:t xml:space="preserve">, </w:t>
      </w:r>
      <w:r w:rsidR="008F7090" w:rsidRPr="003A0BBB">
        <w:t>elle aussi</w:t>
      </w:r>
      <w:r>
        <w:t>.</w:t>
      </w:r>
    </w:p>
    <w:p w14:paraId="3E82243E" w14:textId="77777777" w:rsidR="003A6D8D" w:rsidRDefault="008F7090" w:rsidP="008F7090">
      <w:r w:rsidRPr="003A0BBB">
        <w:t>Il avait prononcé cette phrase avec une étrange expression de haine</w:t>
      </w:r>
      <w:r w:rsidR="003A6D8D">
        <w:t>.</w:t>
      </w:r>
    </w:p>
    <w:p w14:paraId="3DD61543" w14:textId="77777777" w:rsidR="003A6D8D" w:rsidRDefault="003A6D8D" w:rsidP="008F7090">
      <w:r>
        <w:t>— </w:t>
      </w:r>
      <w:r w:rsidR="008F7090" w:rsidRPr="003A0BBB">
        <w:t>Et vous</w:t>
      </w:r>
      <w:r>
        <w:t xml:space="preserve">, </w:t>
      </w:r>
      <w:r w:rsidR="008F7090" w:rsidRPr="003A0BBB">
        <w:t>et vous</w:t>
      </w:r>
      <w:r>
        <w:t xml:space="preserve"> ? </w:t>
      </w:r>
      <w:r w:rsidR="008F7090" w:rsidRPr="003A0BBB">
        <w:t>Vous l</w:t>
      </w:r>
      <w:r>
        <w:t>’</w:t>
      </w:r>
      <w:r w:rsidR="008F7090" w:rsidRPr="003A0BBB">
        <w:t>aimez donc toujours</w:t>
      </w:r>
      <w:r>
        <w:t> ?</w:t>
      </w:r>
    </w:p>
    <w:p w14:paraId="1E4FA1D3" w14:textId="77777777" w:rsidR="003A6D8D" w:rsidRDefault="003A6D8D" w:rsidP="008F7090">
      <w:r>
        <w:t>— </w:t>
      </w:r>
      <w:r w:rsidR="008F7090" w:rsidRPr="003A0BBB">
        <w:t>Jacques</w:t>
      </w:r>
      <w:r>
        <w:t xml:space="preserve">, </w:t>
      </w:r>
      <w:r w:rsidR="008F7090" w:rsidRPr="003A0BBB">
        <w:t>murmurai-je</w:t>
      </w:r>
      <w:r>
        <w:t xml:space="preserve">, </w:t>
      </w:r>
      <w:r w:rsidR="008F7090" w:rsidRPr="003A0BBB">
        <w:t>Jacques</w:t>
      </w:r>
      <w:r>
        <w:t xml:space="preserve">. </w:t>
      </w:r>
      <w:r w:rsidR="008F7090" w:rsidRPr="003A0BBB">
        <w:t>Vous êtes un enfant</w:t>
      </w:r>
      <w:r>
        <w:t xml:space="preserve">, </w:t>
      </w:r>
      <w:r w:rsidR="008F7090" w:rsidRPr="003A0BBB">
        <w:t>ne pleurez pas</w:t>
      </w:r>
      <w:r>
        <w:t>.</w:t>
      </w:r>
    </w:p>
    <w:p w14:paraId="45D93E38" w14:textId="77777777" w:rsidR="003A6D8D" w:rsidRDefault="008F7090" w:rsidP="008F7090">
      <w:r w:rsidRPr="003A0BBB">
        <w:t>Je le baisai au front</w:t>
      </w:r>
      <w:r w:rsidR="003A6D8D">
        <w:t xml:space="preserve">. </w:t>
      </w:r>
      <w:r w:rsidRPr="003A0BBB">
        <w:t>Maladroitement</w:t>
      </w:r>
      <w:r w:rsidR="003A6D8D">
        <w:t xml:space="preserve">, </w:t>
      </w:r>
      <w:r w:rsidRPr="003A0BBB">
        <w:t>de ses lèvres</w:t>
      </w:r>
      <w:r w:rsidR="003A6D8D">
        <w:t xml:space="preserve">, </w:t>
      </w:r>
      <w:r w:rsidRPr="003A0BBB">
        <w:t>il cherchait ma bouche</w:t>
      </w:r>
      <w:r w:rsidR="003A6D8D">
        <w:t xml:space="preserve">. </w:t>
      </w:r>
      <w:r w:rsidRPr="003A0BBB">
        <w:t>Je le repoussai avec douceur</w:t>
      </w:r>
      <w:r w:rsidR="003A6D8D">
        <w:t>.</w:t>
      </w:r>
    </w:p>
    <w:p w14:paraId="138B2571" w14:textId="77777777" w:rsidR="003A6D8D" w:rsidRDefault="003A6D8D" w:rsidP="008F7090">
      <w:r>
        <w:t>— </w:t>
      </w:r>
      <w:r w:rsidR="008F7090" w:rsidRPr="003A0BBB">
        <w:t>Dites-moi</w:t>
      </w:r>
      <w:r>
        <w:t xml:space="preserve">, </w:t>
      </w:r>
      <w:r w:rsidR="008F7090" w:rsidRPr="003A0BBB">
        <w:t>Jacques</w:t>
      </w:r>
      <w:r>
        <w:t xml:space="preserve">, </w:t>
      </w:r>
      <w:r w:rsidR="008F7090" w:rsidRPr="003A0BBB">
        <w:t>et elle</w:t>
      </w:r>
      <w:r>
        <w:t xml:space="preserve">, </w:t>
      </w:r>
      <w:r w:rsidR="008F7090" w:rsidRPr="003A0BBB">
        <w:t>comment est-elle</w:t>
      </w:r>
      <w:r>
        <w:t xml:space="preserve">, </w:t>
      </w:r>
      <w:r w:rsidR="008F7090" w:rsidRPr="003A0BBB">
        <w:t>Cécile</w:t>
      </w:r>
      <w:r>
        <w:t xml:space="preserve"> ? </w:t>
      </w:r>
      <w:r w:rsidR="008F7090" w:rsidRPr="003A0BBB">
        <w:t>Très jolie</w:t>
      </w:r>
      <w:r>
        <w:t xml:space="preserve">, </w:t>
      </w:r>
      <w:r w:rsidR="008F7090" w:rsidRPr="003A0BBB">
        <w:t>n</w:t>
      </w:r>
      <w:r>
        <w:t>’</w:t>
      </w:r>
      <w:r w:rsidR="008F7090" w:rsidRPr="003A0BBB">
        <w:t>est-ce pas</w:t>
      </w:r>
      <w:r>
        <w:t> ?</w:t>
      </w:r>
    </w:p>
    <w:p w14:paraId="0984A814" w14:textId="77777777" w:rsidR="003A6D8D" w:rsidRDefault="003A6D8D" w:rsidP="008F7090">
      <w:r>
        <w:t>— </w:t>
      </w:r>
      <w:r w:rsidR="008F7090" w:rsidRPr="003A0BBB">
        <w:t>Ma sœur</w:t>
      </w:r>
      <w:r>
        <w:t xml:space="preserve"> ? </w:t>
      </w:r>
      <w:r w:rsidR="008F7090" w:rsidRPr="003A0BBB">
        <w:t>Oui</w:t>
      </w:r>
      <w:r>
        <w:t xml:space="preserve">, </w:t>
      </w:r>
      <w:r w:rsidR="008F7090" w:rsidRPr="003A0BBB">
        <w:t>on dit qu</w:t>
      </w:r>
      <w:r>
        <w:t>’</w:t>
      </w:r>
      <w:r w:rsidR="008F7090" w:rsidRPr="003A0BBB">
        <w:t>elle est jolie</w:t>
      </w:r>
      <w:r>
        <w:t xml:space="preserve"> ! </w:t>
      </w:r>
      <w:r w:rsidR="008F7090" w:rsidRPr="003A0BBB">
        <w:t>Pourquoi me demandez-vous cela</w:t>
      </w:r>
      <w:r>
        <w:t xml:space="preserve"> ? </w:t>
      </w:r>
      <w:r w:rsidR="008F7090" w:rsidRPr="003A0BBB">
        <w:t>Ah</w:t>
      </w:r>
      <w:r>
        <w:t xml:space="preserve"> ! </w:t>
      </w:r>
      <w:r w:rsidR="008F7090" w:rsidRPr="003A0BBB">
        <w:t>oui</w:t>
      </w:r>
      <w:r>
        <w:t xml:space="preserve">, </w:t>
      </w:r>
      <w:r w:rsidR="008F7090" w:rsidRPr="003A0BBB">
        <w:t>toujours à cause de lui</w:t>
      </w:r>
      <w:r>
        <w:t>.</w:t>
      </w:r>
    </w:p>
    <w:p w14:paraId="0750477D" w14:textId="77777777" w:rsidR="003A6D8D" w:rsidRDefault="003A6D8D" w:rsidP="008F7090">
      <w:r>
        <w:t>— </w:t>
      </w:r>
      <w:r w:rsidR="008F7090" w:rsidRPr="003A0BBB">
        <w:t>Ne pleurez pas</w:t>
      </w:r>
      <w:r>
        <w:t xml:space="preserve">, </w:t>
      </w:r>
      <w:r w:rsidR="008F7090" w:rsidRPr="003A0BBB">
        <w:t>mon petit Jacques</w:t>
      </w:r>
      <w:r>
        <w:t xml:space="preserve">, </w:t>
      </w:r>
      <w:r w:rsidR="008F7090" w:rsidRPr="003A0BBB">
        <w:t>ne pleurez pas</w:t>
      </w:r>
      <w:r>
        <w:t>.</w:t>
      </w:r>
    </w:p>
    <w:p w14:paraId="1D82B291" w14:textId="77777777" w:rsidR="003A6D8D" w:rsidRDefault="008F7090" w:rsidP="008F7090">
      <w:r w:rsidRPr="003A0BBB">
        <w:t>Deux fois</w:t>
      </w:r>
      <w:r w:rsidR="003A6D8D">
        <w:t xml:space="preserve">, </w:t>
      </w:r>
      <w:r w:rsidRPr="003A0BBB">
        <w:t>trois fois encore nous fîmes le tour du grand lac</w:t>
      </w:r>
      <w:r w:rsidR="003A6D8D">
        <w:t xml:space="preserve">. </w:t>
      </w:r>
      <w:r w:rsidRPr="003A0BBB">
        <w:t>Des automobiles nous croisaient</w:t>
      </w:r>
      <w:r w:rsidR="003A6D8D">
        <w:t xml:space="preserve">, </w:t>
      </w:r>
      <w:r w:rsidRPr="003A0BBB">
        <w:t>dont nous n</w:t>
      </w:r>
      <w:r w:rsidR="003A6D8D">
        <w:t>’</w:t>
      </w:r>
      <w:r w:rsidRPr="003A0BBB">
        <w:t>apercevions que les phares</w:t>
      </w:r>
      <w:r w:rsidR="003A6D8D">
        <w:t xml:space="preserve">, </w:t>
      </w:r>
      <w:r w:rsidRPr="003A0BBB">
        <w:t>à travers les vitres embuées de notre taxi</w:t>
      </w:r>
      <w:r w:rsidR="003A6D8D">
        <w:t>.</w:t>
      </w:r>
    </w:p>
    <w:p w14:paraId="0D433B90" w14:textId="77777777" w:rsidR="003A6D8D" w:rsidRDefault="008F7090" w:rsidP="008F7090">
      <w:r w:rsidRPr="003A0BBB">
        <w:t>Je poussai un profond soupir</w:t>
      </w:r>
      <w:r w:rsidR="003A6D8D">
        <w:t>.</w:t>
      </w:r>
    </w:p>
    <w:p w14:paraId="1F9AE862" w14:textId="77777777" w:rsidR="003A6D8D" w:rsidRDefault="003A6D8D" w:rsidP="008F7090">
      <w:r>
        <w:t>— </w:t>
      </w:r>
      <w:r w:rsidR="008F7090" w:rsidRPr="003A0BBB">
        <w:t>Je vais vous reconduire jusque chez vous</w:t>
      </w:r>
      <w:r>
        <w:t xml:space="preserve">, </w:t>
      </w:r>
      <w:r w:rsidR="008F7090" w:rsidRPr="003A0BBB">
        <w:t>Jacques</w:t>
      </w:r>
      <w:r>
        <w:t>.</w:t>
      </w:r>
    </w:p>
    <w:p w14:paraId="4D43516B" w14:textId="77777777" w:rsidR="003A6D8D" w:rsidRDefault="003A6D8D" w:rsidP="008F7090">
      <w:r>
        <w:t>— </w:t>
      </w:r>
      <w:r w:rsidR="008F7090" w:rsidRPr="003A0BBB">
        <w:t>Comme vous voudrez</w:t>
      </w:r>
      <w:r>
        <w:t>.</w:t>
      </w:r>
    </w:p>
    <w:p w14:paraId="07C322D9" w14:textId="77777777" w:rsidR="003A6D8D" w:rsidRDefault="008F7090" w:rsidP="008F7090">
      <w:r w:rsidRPr="003A0BBB">
        <w:t>Nous descendions l</w:t>
      </w:r>
      <w:r w:rsidR="003A6D8D">
        <w:t>’</w:t>
      </w:r>
      <w:r w:rsidRPr="003A0BBB">
        <w:t>avenue Gabriel</w:t>
      </w:r>
      <w:r w:rsidR="003A6D8D">
        <w:t xml:space="preserve">. </w:t>
      </w:r>
      <w:r w:rsidRPr="003A0BBB">
        <w:t>Au moment où nous atteignions la rue du Cirque</w:t>
      </w:r>
      <w:r w:rsidR="003A6D8D">
        <w:t xml:space="preserve">, </w:t>
      </w:r>
      <w:r w:rsidRPr="003A0BBB">
        <w:t>où était la maison des X</w:t>
      </w:r>
      <w:r w:rsidR="003A6D8D">
        <w:t xml:space="preserve">…, </w:t>
      </w:r>
      <w:r w:rsidRPr="003A0BBB">
        <w:t>Jacques donna au chauffeur l</w:t>
      </w:r>
      <w:r w:rsidR="003A6D8D">
        <w:t>’</w:t>
      </w:r>
      <w:r w:rsidRPr="003A0BBB">
        <w:t>ordre de s</w:t>
      </w:r>
      <w:r w:rsidR="003A6D8D">
        <w:t>’</w:t>
      </w:r>
      <w:r w:rsidRPr="003A0BBB">
        <w:t>arrêter</w:t>
      </w:r>
      <w:r w:rsidR="003A6D8D">
        <w:t>.</w:t>
      </w:r>
    </w:p>
    <w:p w14:paraId="36F7B471" w14:textId="77777777" w:rsidR="003A6D8D" w:rsidRDefault="003A6D8D" w:rsidP="008F7090">
      <w:r>
        <w:lastRenderedPageBreak/>
        <w:t>— </w:t>
      </w:r>
      <w:r w:rsidR="008F7090" w:rsidRPr="003A0BBB">
        <w:t>Je vous quitte ici</w:t>
      </w:r>
      <w:r>
        <w:t xml:space="preserve">. </w:t>
      </w:r>
      <w:r w:rsidR="008F7090" w:rsidRPr="003A0BBB">
        <w:t>Sept heures vont bientôt sonner</w:t>
      </w:r>
      <w:r>
        <w:t xml:space="preserve">. </w:t>
      </w:r>
      <w:r w:rsidR="008F7090" w:rsidRPr="003A0BBB">
        <w:t>Il dîne ce soir chez nous</w:t>
      </w:r>
      <w:r>
        <w:t xml:space="preserve">. </w:t>
      </w:r>
      <w:r w:rsidR="008F7090" w:rsidRPr="003A0BBB">
        <w:t>Chaque fois</w:t>
      </w:r>
      <w:r>
        <w:t xml:space="preserve">, </w:t>
      </w:r>
      <w:r w:rsidR="008F7090" w:rsidRPr="003A0BBB">
        <w:t>il arrive en avance</w:t>
      </w:r>
      <w:r>
        <w:t xml:space="preserve">. </w:t>
      </w:r>
      <w:r w:rsidR="008F7090" w:rsidRPr="003A0BBB">
        <w:t>Il pourrait vous voir</w:t>
      </w:r>
      <w:r>
        <w:t>…</w:t>
      </w:r>
    </w:p>
    <w:p w14:paraId="3361CBE6" w14:textId="77777777" w:rsidR="003A6D8D" w:rsidRDefault="008F7090" w:rsidP="008F7090">
      <w:r w:rsidRPr="003A0BBB">
        <w:t>Je le retins</w:t>
      </w:r>
      <w:r w:rsidR="003A6D8D">
        <w:t>.</w:t>
      </w:r>
    </w:p>
    <w:p w14:paraId="018F3DA4" w14:textId="77777777" w:rsidR="003A6D8D" w:rsidRDefault="003A6D8D" w:rsidP="008F7090">
      <w:r>
        <w:t>— </w:t>
      </w:r>
      <w:r w:rsidR="008F7090" w:rsidRPr="003A0BBB">
        <w:t>Jacques</w:t>
      </w:r>
      <w:r>
        <w:t xml:space="preserve">, </w:t>
      </w:r>
      <w:r w:rsidR="008F7090" w:rsidRPr="003A0BBB">
        <w:t>est-ce qu</w:t>
      </w:r>
      <w:r>
        <w:t>’</w:t>
      </w:r>
      <w:r w:rsidR="008F7090" w:rsidRPr="003A0BBB">
        <w:t>une date quelconque est déjà arrêtée pour le mariage</w:t>
      </w:r>
      <w:r>
        <w:t> ?</w:t>
      </w:r>
    </w:p>
    <w:p w14:paraId="7EF3C01D" w14:textId="77777777" w:rsidR="003A6D8D" w:rsidRDefault="003A6D8D" w:rsidP="008F7090">
      <w:r>
        <w:t>— </w:t>
      </w:r>
      <w:r w:rsidR="008F7090" w:rsidRPr="003A0BBB">
        <w:t>Je ne sais pas</w:t>
      </w:r>
      <w:r>
        <w:t xml:space="preserve">. </w:t>
      </w:r>
      <w:r w:rsidR="008F7090" w:rsidRPr="003A0BBB">
        <w:t>Mon père voudrait que ce fût le plus tôt possible</w:t>
      </w:r>
      <w:r>
        <w:t xml:space="preserve">. </w:t>
      </w:r>
      <w:r w:rsidR="008F7090" w:rsidRPr="003A0BBB">
        <w:t>Il se sent fatigué</w:t>
      </w:r>
      <w:r>
        <w:t xml:space="preserve">. </w:t>
      </w:r>
      <w:r w:rsidR="008F7090" w:rsidRPr="003A0BBB">
        <w:t>Il voudrait se décharger complètement de la direction de l</w:t>
      </w:r>
      <w:r>
        <w:t>’</w:t>
      </w:r>
      <w:r w:rsidR="008F7090" w:rsidRPr="003A0BBB">
        <w:t>usine</w:t>
      </w:r>
      <w:r>
        <w:t xml:space="preserve">, </w:t>
      </w:r>
      <w:r w:rsidR="008F7090" w:rsidRPr="003A0BBB">
        <w:t>vous comprenez</w:t>
      </w:r>
      <w:r>
        <w:t> ?</w:t>
      </w:r>
    </w:p>
    <w:p w14:paraId="669391CD" w14:textId="77777777" w:rsidR="003A6D8D" w:rsidRDefault="003A6D8D" w:rsidP="008F7090">
      <w:r>
        <w:t>— </w:t>
      </w:r>
      <w:r w:rsidR="008F7090" w:rsidRPr="003A0BBB">
        <w:t>Je comprends</w:t>
      </w:r>
      <w:r>
        <w:t xml:space="preserve">, </w:t>
      </w:r>
      <w:r w:rsidR="008F7090" w:rsidRPr="003A0BBB">
        <w:t>je comprends</w:t>
      </w:r>
      <w:r>
        <w:t xml:space="preserve">, </w:t>
      </w:r>
      <w:r w:rsidR="008F7090" w:rsidRPr="003A0BBB">
        <w:t>merci</w:t>
      </w:r>
      <w:r>
        <w:t xml:space="preserve">, </w:t>
      </w:r>
      <w:r w:rsidR="008F7090" w:rsidRPr="003A0BBB">
        <w:t>Jacques</w:t>
      </w:r>
      <w:r>
        <w:t>.</w:t>
      </w:r>
    </w:p>
    <w:p w14:paraId="1E9679D0" w14:textId="77777777" w:rsidR="003A6D8D" w:rsidRDefault="008F7090" w:rsidP="008F7090">
      <w:r w:rsidRPr="003A0BBB">
        <w:t>Je l</w:t>
      </w:r>
      <w:r w:rsidR="003A6D8D">
        <w:t>’</w:t>
      </w:r>
      <w:r w:rsidRPr="003A0BBB">
        <w:t>aidai à retrouver sa serviette gisante dans le fond de la voiture</w:t>
      </w:r>
      <w:r w:rsidR="003A6D8D">
        <w:t xml:space="preserve">. </w:t>
      </w:r>
      <w:r w:rsidRPr="003A0BBB">
        <w:t>Il avait déjà entr</w:t>
      </w:r>
      <w:r w:rsidR="003A6D8D">
        <w:t>’</w:t>
      </w:r>
      <w:r w:rsidRPr="003A0BBB">
        <w:t>ouvert la portière</w:t>
      </w:r>
      <w:r w:rsidR="003A6D8D">
        <w:t xml:space="preserve"> ; </w:t>
      </w:r>
      <w:r w:rsidRPr="003A0BBB">
        <w:t>mais violemment il la referma et me saisit dans ses bras</w:t>
      </w:r>
      <w:r w:rsidR="003A6D8D">
        <w:t>.</w:t>
      </w:r>
    </w:p>
    <w:p w14:paraId="603BEDAC" w14:textId="77777777" w:rsidR="003A6D8D" w:rsidRDefault="003A6D8D" w:rsidP="008F7090">
      <w:r>
        <w:t>— </w:t>
      </w:r>
      <w:r w:rsidR="008F7090" w:rsidRPr="003A0BBB">
        <w:t>Alberte</w:t>
      </w:r>
      <w:r>
        <w:t xml:space="preserve">, </w:t>
      </w:r>
      <w:r w:rsidR="008F7090" w:rsidRPr="003A0BBB">
        <w:t>dit-il en sanglotant</w:t>
      </w:r>
      <w:r>
        <w:t xml:space="preserve">, </w:t>
      </w:r>
      <w:r w:rsidR="008F7090" w:rsidRPr="003A0BBB">
        <w:t>Alberte</w:t>
      </w:r>
      <w:r>
        <w:t xml:space="preserve">, </w:t>
      </w:r>
      <w:r w:rsidR="008F7090" w:rsidRPr="003A0BBB">
        <w:t>il me semble que nous ne nous reverrons plus jamais</w:t>
      </w:r>
      <w:r>
        <w:t> !</w:t>
      </w:r>
    </w:p>
    <w:p w14:paraId="57A4ABC2" w14:textId="77777777" w:rsidR="003A6D8D" w:rsidRDefault="008F7090" w:rsidP="008F7090">
      <w:r w:rsidRPr="003A0BBB">
        <w:t>Moi</w:t>
      </w:r>
      <w:r w:rsidR="003A6D8D">
        <w:t xml:space="preserve">, </w:t>
      </w:r>
      <w:r w:rsidRPr="003A0BBB">
        <w:t>j</w:t>
      </w:r>
      <w:r w:rsidR="003A6D8D">
        <w:t>’</w:t>
      </w:r>
      <w:r w:rsidRPr="003A0BBB">
        <w:t>en étais sûre</w:t>
      </w:r>
      <w:r w:rsidR="003A6D8D">
        <w:t>.</w:t>
      </w:r>
    </w:p>
    <w:p w14:paraId="3C7D2C5B" w14:textId="7619D246" w:rsidR="008F7090" w:rsidRPr="003A0BBB" w:rsidRDefault="008F7090" w:rsidP="003A6D8D">
      <w:pPr>
        <w:pStyle w:val="Titre1"/>
      </w:pPr>
      <w:bookmarkStart w:id="24" w:name="_Toc196328825"/>
      <w:r w:rsidRPr="003A0BBB">
        <w:lastRenderedPageBreak/>
        <w:t>XXIV</w:t>
      </w:r>
      <w:bookmarkEnd w:id="24"/>
    </w:p>
    <w:p w14:paraId="2F1AAF69" w14:textId="77777777" w:rsidR="003A6D8D" w:rsidRDefault="008F7090" w:rsidP="008F7090">
      <w:r w:rsidRPr="003A0BBB">
        <w:t>Le lendemain</w:t>
      </w:r>
      <w:r w:rsidR="003A6D8D">
        <w:t xml:space="preserve">, </w:t>
      </w:r>
      <w:r w:rsidRPr="003A0BBB">
        <w:t>Franz fit téléphoner qu</w:t>
      </w:r>
      <w:r w:rsidR="003A6D8D">
        <w:t>’</w:t>
      </w:r>
      <w:r w:rsidRPr="003A0BBB">
        <w:t>il ne viendrait pas déjeuner</w:t>
      </w:r>
      <w:r w:rsidR="003A6D8D">
        <w:t>.</w:t>
      </w:r>
    </w:p>
    <w:p w14:paraId="715DAE49" w14:textId="77777777" w:rsidR="003A6D8D" w:rsidRDefault="008F7090" w:rsidP="008F7090">
      <w:r w:rsidRPr="003A0BBB">
        <w:t>Quand il en était ainsi</w:t>
      </w:r>
      <w:r w:rsidR="003A6D8D">
        <w:t xml:space="preserve">, </w:t>
      </w:r>
      <w:r w:rsidRPr="003A0BBB">
        <w:t>il passait généralement à la villa dans le courant de l</w:t>
      </w:r>
      <w:r w:rsidR="003A6D8D">
        <w:t>’</w:t>
      </w:r>
      <w:r w:rsidRPr="003A0BBB">
        <w:t>après-midi</w:t>
      </w:r>
      <w:r w:rsidR="003A6D8D">
        <w:t xml:space="preserve">, </w:t>
      </w:r>
      <w:r w:rsidRPr="003A0BBB">
        <w:t>à moins</w:t>
      </w:r>
      <w:r w:rsidR="003A6D8D">
        <w:t xml:space="preserve">, – </w:t>
      </w:r>
      <w:r w:rsidRPr="003A0BBB">
        <w:t>chose de plus en plus rare</w:t>
      </w:r>
      <w:r w:rsidR="003A6D8D">
        <w:t xml:space="preserve">, – </w:t>
      </w:r>
      <w:r w:rsidRPr="003A0BBB">
        <w:t>qu</w:t>
      </w:r>
      <w:r w:rsidR="003A6D8D">
        <w:t>’</w:t>
      </w:r>
      <w:r w:rsidRPr="003A0BBB">
        <w:t>il ne dînât le soir avec moi</w:t>
      </w:r>
      <w:r w:rsidR="003A6D8D">
        <w:t>.</w:t>
      </w:r>
    </w:p>
    <w:p w14:paraId="7F758DD4" w14:textId="77777777" w:rsidR="003A6D8D" w:rsidRDefault="008F7090" w:rsidP="008F7090">
      <w:r w:rsidRPr="003A0BBB">
        <w:t>Toute la journée</w:t>
      </w:r>
      <w:r w:rsidR="003A6D8D">
        <w:t xml:space="preserve">, </w:t>
      </w:r>
      <w:r w:rsidRPr="003A0BBB">
        <w:t>je vécus donc dans cette attente</w:t>
      </w:r>
      <w:r w:rsidR="003A6D8D">
        <w:t xml:space="preserve">. </w:t>
      </w:r>
      <w:r w:rsidRPr="003A0BBB">
        <w:t>Chaque bruit me faisait tressaillir</w:t>
      </w:r>
      <w:r w:rsidR="003A6D8D">
        <w:t xml:space="preserve">. </w:t>
      </w:r>
      <w:r w:rsidRPr="003A0BBB">
        <w:t>Enfin</w:t>
      </w:r>
      <w:r w:rsidR="003A6D8D">
        <w:t xml:space="preserve">, </w:t>
      </w:r>
      <w:r w:rsidRPr="003A0BBB">
        <w:t>vers six heures</w:t>
      </w:r>
      <w:r w:rsidR="003A6D8D">
        <w:t xml:space="preserve">, </w:t>
      </w:r>
      <w:r w:rsidRPr="003A0BBB">
        <w:t>je commençai à respirer</w:t>
      </w:r>
      <w:r w:rsidR="003A6D8D">
        <w:t xml:space="preserve">. </w:t>
      </w:r>
      <w:r w:rsidRPr="003A0BBB">
        <w:t>Il était trop tard</w:t>
      </w:r>
      <w:r w:rsidR="003A6D8D">
        <w:t xml:space="preserve">. </w:t>
      </w:r>
      <w:r w:rsidRPr="003A0BBB">
        <w:t>Il ne viendrait plus</w:t>
      </w:r>
      <w:r w:rsidR="003A6D8D">
        <w:t>.</w:t>
      </w:r>
    </w:p>
    <w:p w14:paraId="2E96E08B" w14:textId="77777777" w:rsidR="003A6D8D" w:rsidRDefault="008F7090" w:rsidP="008F7090">
      <w:r w:rsidRPr="003A0BBB">
        <w:t>À ce moment</w:t>
      </w:r>
      <w:r w:rsidR="003A6D8D">
        <w:t xml:space="preserve">, </w:t>
      </w:r>
      <w:r w:rsidRPr="003A0BBB">
        <w:t>la sonnerie du téléphone retentit</w:t>
      </w:r>
      <w:r w:rsidR="003A6D8D">
        <w:t xml:space="preserve">. </w:t>
      </w:r>
      <w:r w:rsidRPr="003A0BBB">
        <w:t>Ce ne pouvait être que Franz</w:t>
      </w:r>
      <w:r w:rsidR="003A6D8D">
        <w:t>.</w:t>
      </w:r>
    </w:p>
    <w:p w14:paraId="0C8CFB9A" w14:textId="77777777" w:rsidR="003A6D8D" w:rsidRDefault="008F7090" w:rsidP="008F7090">
      <w:r w:rsidRPr="003A0BBB">
        <w:t>C</w:t>
      </w:r>
      <w:r w:rsidR="003A6D8D">
        <w:t>’</w:t>
      </w:r>
      <w:r w:rsidRPr="003A0BBB">
        <w:t>était lui</w:t>
      </w:r>
      <w:r w:rsidR="003A6D8D">
        <w:t xml:space="preserve">, </w:t>
      </w:r>
      <w:r w:rsidRPr="003A0BBB">
        <w:t>en effet</w:t>
      </w:r>
      <w:r w:rsidR="003A6D8D">
        <w:t xml:space="preserve">. </w:t>
      </w:r>
      <w:r w:rsidRPr="003A0BBB">
        <w:t>Il téléphonait afin de prévenir qu</w:t>
      </w:r>
      <w:r w:rsidR="003A6D8D">
        <w:t>’</w:t>
      </w:r>
      <w:r w:rsidRPr="003A0BBB">
        <w:t>il ne viendrait pas dîner</w:t>
      </w:r>
      <w:r w:rsidR="003A6D8D">
        <w:t xml:space="preserve">, </w:t>
      </w:r>
      <w:r w:rsidRPr="003A0BBB">
        <w:t>et il s</w:t>
      </w:r>
      <w:r w:rsidR="003A6D8D">
        <w:t>’</w:t>
      </w:r>
      <w:r w:rsidRPr="003A0BBB">
        <w:t>y prenait assez tard pour être dispensé du même coup d</w:t>
      </w:r>
      <w:r w:rsidR="003A6D8D">
        <w:t>’</w:t>
      </w:r>
      <w:r w:rsidRPr="003A0BBB">
        <w:t>une visite à la villa</w:t>
      </w:r>
      <w:r w:rsidR="003A6D8D">
        <w:t>.</w:t>
      </w:r>
    </w:p>
    <w:p w14:paraId="7AC628FE" w14:textId="77777777" w:rsidR="003A6D8D" w:rsidRDefault="003A6D8D" w:rsidP="008F7090">
      <w:r>
        <w:t>— </w:t>
      </w:r>
      <w:r w:rsidR="008F7090" w:rsidRPr="003A0BBB">
        <w:t>Je te téléphone en coup de vent</w:t>
      </w:r>
      <w:r>
        <w:t xml:space="preserve">. </w:t>
      </w:r>
      <w:r w:rsidR="008F7090" w:rsidRPr="003A0BBB">
        <w:t>Tout va bien</w:t>
      </w:r>
      <w:r>
        <w:t xml:space="preserve">, </w:t>
      </w:r>
      <w:r w:rsidR="008F7090" w:rsidRPr="003A0BBB">
        <w:t>n</w:t>
      </w:r>
      <w:r>
        <w:t>’</w:t>
      </w:r>
      <w:r w:rsidR="008F7090" w:rsidRPr="003A0BBB">
        <w:t>est-ce pas</w:t>
      </w:r>
      <w:r>
        <w:t> ?</w:t>
      </w:r>
    </w:p>
    <w:p w14:paraId="1685FBF9" w14:textId="77777777" w:rsidR="003A6D8D" w:rsidRDefault="003A6D8D" w:rsidP="008F7090">
      <w:r>
        <w:t>— </w:t>
      </w:r>
      <w:r w:rsidR="008F7090" w:rsidRPr="003A0BBB">
        <w:t>À peu près</w:t>
      </w:r>
      <w:r>
        <w:t>.</w:t>
      </w:r>
    </w:p>
    <w:p w14:paraId="47296E2D" w14:textId="77777777" w:rsidR="003A6D8D" w:rsidRDefault="003A6D8D" w:rsidP="008F7090">
      <w:r>
        <w:t>— </w:t>
      </w:r>
      <w:r w:rsidR="008F7090" w:rsidRPr="003A0BBB">
        <w:t>Comment</w:t>
      </w:r>
      <w:r>
        <w:t xml:space="preserve">, </w:t>
      </w:r>
      <w:r w:rsidR="008F7090" w:rsidRPr="003A0BBB">
        <w:t>à peu près</w:t>
      </w:r>
      <w:r>
        <w:t xml:space="preserve"> ? </w:t>
      </w:r>
      <w:r w:rsidR="008F7090" w:rsidRPr="003A0BBB">
        <w:t>Qu</w:t>
      </w:r>
      <w:r>
        <w:t>’</w:t>
      </w:r>
      <w:r w:rsidR="008F7090" w:rsidRPr="003A0BBB">
        <w:t>y a-t-il</w:t>
      </w:r>
      <w:r>
        <w:t xml:space="preserve"> ? </w:t>
      </w:r>
      <w:r w:rsidR="008F7090" w:rsidRPr="003A0BBB">
        <w:t>On dirait que ta voix est changée</w:t>
      </w:r>
      <w:r>
        <w:t>.</w:t>
      </w:r>
    </w:p>
    <w:p w14:paraId="63B5DFA1" w14:textId="77777777" w:rsidR="003A6D8D" w:rsidRDefault="003A6D8D" w:rsidP="008F7090">
      <w:r>
        <w:t>— </w:t>
      </w:r>
      <w:r w:rsidR="008F7090" w:rsidRPr="003A0BBB">
        <w:t>Franz</w:t>
      </w:r>
      <w:r>
        <w:t xml:space="preserve">, </w:t>
      </w:r>
      <w:r w:rsidR="008F7090" w:rsidRPr="003A0BBB">
        <w:t>j</w:t>
      </w:r>
      <w:r>
        <w:t>’</w:t>
      </w:r>
      <w:r w:rsidR="008F7090" w:rsidRPr="003A0BBB">
        <w:t>aurais à te parler</w:t>
      </w:r>
      <w:r>
        <w:t>.</w:t>
      </w:r>
    </w:p>
    <w:p w14:paraId="69D33A7B" w14:textId="77777777" w:rsidR="003A6D8D" w:rsidRDefault="003A6D8D" w:rsidP="008F7090">
      <w:r>
        <w:t>— </w:t>
      </w:r>
      <w:r w:rsidR="008F7090" w:rsidRPr="003A0BBB">
        <w:t>À me parler</w:t>
      </w:r>
      <w:r>
        <w:t xml:space="preserve"> ? </w:t>
      </w:r>
      <w:r w:rsidR="008F7090" w:rsidRPr="003A0BBB">
        <w:t>Rien de grave</w:t>
      </w:r>
      <w:r>
        <w:t xml:space="preserve">, </w:t>
      </w:r>
      <w:r w:rsidR="008F7090" w:rsidRPr="003A0BBB">
        <w:t>j</w:t>
      </w:r>
      <w:r>
        <w:t>’</w:t>
      </w:r>
      <w:r w:rsidR="008F7090" w:rsidRPr="003A0BBB">
        <w:t>espère</w:t>
      </w:r>
      <w:r>
        <w:t> ?</w:t>
      </w:r>
    </w:p>
    <w:p w14:paraId="6C005402" w14:textId="77777777" w:rsidR="003A6D8D" w:rsidRDefault="003A6D8D" w:rsidP="008F7090">
      <w:r>
        <w:t>— </w:t>
      </w:r>
      <w:r w:rsidR="008F7090" w:rsidRPr="003A0BBB">
        <w:t>Non</w:t>
      </w:r>
      <w:r>
        <w:t xml:space="preserve">, </w:t>
      </w:r>
      <w:r w:rsidR="008F7090" w:rsidRPr="003A0BBB">
        <w:t>non</w:t>
      </w:r>
      <w:r>
        <w:t xml:space="preserve">. </w:t>
      </w:r>
      <w:r w:rsidR="008F7090" w:rsidRPr="003A0BBB">
        <w:t>Tout de même</w:t>
      </w:r>
      <w:r>
        <w:t>…</w:t>
      </w:r>
    </w:p>
    <w:p w14:paraId="1D70B959" w14:textId="77777777" w:rsidR="003A6D8D" w:rsidRDefault="003A6D8D" w:rsidP="008F7090">
      <w:r>
        <w:t>— </w:t>
      </w:r>
      <w:r w:rsidR="008F7090" w:rsidRPr="003A0BBB">
        <w:t>Alors</w:t>
      </w:r>
      <w:r>
        <w:t xml:space="preserve">, </w:t>
      </w:r>
      <w:r w:rsidR="008F7090" w:rsidRPr="003A0BBB">
        <w:t>ça peut attendre jusqu</w:t>
      </w:r>
      <w:r>
        <w:t>’</w:t>
      </w:r>
      <w:r w:rsidR="008F7090" w:rsidRPr="003A0BBB">
        <w:t>à demain matin</w:t>
      </w:r>
      <w:r>
        <w:t> ?</w:t>
      </w:r>
    </w:p>
    <w:p w14:paraId="2F356F8D" w14:textId="77777777" w:rsidR="003A6D8D" w:rsidRDefault="003A6D8D" w:rsidP="008F7090">
      <w:r>
        <w:t>— </w:t>
      </w:r>
      <w:r w:rsidR="008F7090" w:rsidRPr="003A0BBB">
        <w:t>J</w:t>
      </w:r>
      <w:r>
        <w:t>’</w:t>
      </w:r>
      <w:r w:rsidR="008F7090" w:rsidRPr="003A0BBB">
        <w:t>aime autant que ce soit ce soir</w:t>
      </w:r>
      <w:r>
        <w:t>.</w:t>
      </w:r>
    </w:p>
    <w:p w14:paraId="56207287" w14:textId="4969D34D" w:rsidR="003A6D8D" w:rsidRDefault="003A6D8D" w:rsidP="008F7090">
      <w:r>
        <w:lastRenderedPageBreak/>
        <w:t>— </w:t>
      </w:r>
      <w:r w:rsidR="008F7090" w:rsidRPr="003A0BBB">
        <w:t>C</w:t>
      </w:r>
      <w:r>
        <w:t>’</w:t>
      </w:r>
      <w:r w:rsidR="008F7090" w:rsidRPr="003A0BBB">
        <w:t>est que j</w:t>
      </w:r>
      <w:r>
        <w:t>’</w:t>
      </w:r>
      <w:r w:rsidR="008F7090" w:rsidRPr="003A0BBB">
        <w:t>ai encore pas mal à faire à l</w:t>
      </w:r>
      <w:r>
        <w:t>’</w:t>
      </w:r>
      <w:r w:rsidR="008F7090" w:rsidRPr="003A0BBB">
        <w:t>usine et ensuite j</w:t>
      </w:r>
      <w:r>
        <w:t>’</w:t>
      </w:r>
      <w:r w:rsidR="008F7090" w:rsidRPr="003A0BBB">
        <w:t xml:space="preserve">ai un dîner au diable dans le </w:t>
      </w:r>
      <w:r w:rsidRPr="003A0BBB">
        <w:t>XII</w:t>
      </w:r>
      <w:r w:rsidRPr="003A6D8D">
        <w:rPr>
          <w:vertAlign w:val="superscript"/>
        </w:rPr>
        <w:t>e</w:t>
      </w:r>
      <w:r w:rsidR="008F7090" w:rsidRPr="003A0BBB">
        <w:t xml:space="preserve"> arrondissement</w:t>
      </w:r>
      <w:r>
        <w:t xml:space="preserve">, </w:t>
      </w:r>
      <w:r w:rsidR="008F7090" w:rsidRPr="003A0BBB">
        <w:t>du côté du quai de la Râpée</w:t>
      </w:r>
      <w:r>
        <w:t xml:space="preserve">. </w:t>
      </w:r>
      <w:r w:rsidR="008F7090" w:rsidRPr="003A0BBB">
        <w:t>Tu te rends compte</w:t>
      </w:r>
      <w:r>
        <w:t>.</w:t>
      </w:r>
    </w:p>
    <w:p w14:paraId="01D40A02" w14:textId="77777777" w:rsidR="003A6D8D" w:rsidRDefault="003A6D8D" w:rsidP="008F7090">
      <w:r>
        <w:t>— </w:t>
      </w:r>
      <w:r w:rsidR="008F7090" w:rsidRPr="003A0BBB">
        <w:t>Franz</w:t>
      </w:r>
      <w:r>
        <w:t xml:space="preserve">, </w:t>
      </w:r>
      <w:r w:rsidR="008F7090" w:rsidRPr="003A0BBB">
        <w:t>viens</w:t>
      </w:r>
      <w:r>
        <w:t>.</w:t>
      </w:r>
    </w:p>
    <w:p w14:paraId="4EE4C878" w14:textId="77777777" w:rsidR="003A6D8D" w:rsidRDefault="003A6D8D" w:rsidP="008F7090">
      <w:r>
        <w:t>— </w:t>
      </w:r>
      <w:r w:rsidR="008F7090" w:rsidRPr="003A0BBB">
        <w:t>Bon</w:t>
      </w:r>
      <w:r>
        <w:t xml:space="preserve">, </w:t>
      </w:r>
      <w:r w:rsidR="008F7090" w:rsidRPr="003A0BBB">
        <w:t>bon</w:t>
      </w:r>
      <w:r>
        <w:t xml:space="preserve">, </w:t>
      </w:r>
      <w:r w:rsidR="008F7090" w:rsidRPr="003A0BBB">
        <w:t>si c</w:t>
      </w:r>
      <w:r>
        <w:t>’</w:t>
      </w:r>
      <w:r w:rsidR="008F7090" w:rsidRPr="003A0BBB">
        <w:t>est ainsi</w:t>
      </w:r>
      <w:r>
        <w:t xml:space="preserve">, </w:t>
      </w:r>
      <w:r w:rsidR="008F7090" w:rsidRPr="003A0BBB">
        <w:t>j</w:t>
      </w:r>
      <w:r>
        <w:t>’</w:t>
      </w:r>
      <w:r w:rsidR="008F7090" w:rsidRPr="003A0BBB">
        <w:t>arrive</w:t>
      </w:r>
      <w:r>
        <w:t>.</w:t>
      </w:r>
    </w:p>
    <w:p w14:paraId="1985A504" w14:textId="77777777" w:rsidR="003A6D8D" w:rsidRDefault="008F7090" w:rsidP="008F7090">
      <w:r w:rsidRPr="003A0BBB">
        <w:t>Et j</w:t>
      </w:r>
      <w:r w:rsidR="003A6D8D">
        <w:t>’</w:t>
      </w:r>
      <w:r w:rsidRPr="003A0BBB">
        <w:t>entendis le bruit de l</w:t>
      </w:r>
      <w:r w:rsidR="003A6D8D">
        <w:t>’</w:t>
      </w:r>
      <w:r w:rsidRPr="003A0BBB">
        <w:t>appareil qu</w:t>
      </w:r>
      <w:r w:rsidR="003A6D8D">
        <w:t>’</w:t>
      </w:r>
      <w:r w:rsidRPr="003A0BBB">
        <w:t>il raccrochait nerveusement</w:t>
      </w:r>
      <w:r w:rsidR="003A6D8D">
        <w:t>.</w:t>
      </w:r>
    </w:p>
    <w:p w14:paraId="3BC6FA32" w14:textId="77777777" w:rsidR="003A6D8D" w:rsidRDefault="008F7090" w:rsidP="008F7090">
      <w:r w:rsidRPr="003A0BBB">
        <w:t>Il y avait un an que je prévoyais une explication de cet ordre</w:t>
      </w:r>
      <w:r w:rsidR="003A6D8D">
        <w:t xml:space="preserve">. </w:t>
      </w:r>
      <w:r w:rsidRPr="003A0BBB">
        <w:t>Or</w:t>
      </w:r>
      <w:r w:rsidR="003A6D8D">
        <w:t xml:space="preserve">, </w:t>
      </w:r>
      <w:r w:rsidRPr="003A0BBB">
        <w:t>voici que cet instant était arrivé</w:t>
      </w:r>
      <w:r w:rsidR="003A6D8D">
        <w:t xml:space="preserve">, </w:t>
      </w:r>
      <w:r w:rsidRPr="003A0BBB">
        <w:t>et qu</w:t>
      </w:r>
      <w:r w:rsidR="003A6D8D">
        <w:t>’</w:t>
      </w:r>
      <w:r w:rsidRPr="003A0BBB">
        <w:t>il me restait à peine dix minutes pour décider de quelle façon je devais aborder mon ennemi</w:t>
      </w:r>
      <w:r w:rsidR="003A6D8D">
        <w:t xml:space="preserve">. </w:t>
      </w:r>
      <w:r w:rsidRPr="003A0BBB">
        <w:t>Allais-je supplier ou menacer</w:t>
      </w:r>
      <w:r w:rsidR="003A6D8D">
        <w:t xml:space="preserve">, </w:t>
      </w:r>
      <w:r w:rsidRPr="003A0BBB">
        <w:t>discuter froidement ou me lamenter</w:t>
      </w:r>
      <w:r w:rsidR="003A6D8D">
        <w:t xml:space="preserve">, </w:t>
      </w:r>
      <w:r w:rsidRPr="003A0BBB">
        <w:t>me montrer violente ou ironique</w:t>
      </w:r>
      <w:r w:rsidR="003A6D8D">
        <w:t xml:space="preserve"> ? </w:t>
      </w:r>
      <w:r w:rsidRPr="003A0BBB">
        <w:t>Je ne savais</w:t>
      </w:r>
      <w:r w:rsidR="003A6D8D">
        <w:t xml:space="preserve">. </w:t>
      </w:r>
      <w:r w:rsidRPr="003A0BBB">
        <w:t>C</w:t>
      </w:r>
      <w:r w:rsidR="003A6D8D">
        <w:t>’</w:t>
      </w:r>
      <w:r w:rsidRPr="003A0BBB">
        <w:t>est la tête à peu près vide de pensée que j</w:t>
      </w:r>
      <w:r w:rsidR="003A6D8D">
        <w:t>’</w:t>
      </w:r>
      <w:r w:rsidRPr="003A0BBB">
        <w:t>ai vu venir cette minute décisive</w:t>
      </w:r>
      <w:r w:rsidR="003A6D8D">
        <w:t>.</w:t>
      </w:r>
    </w:p>
    <w:p w14:paraId="542A6491" w14:textId="77777777" w:rsidR="003A6D8D" w:rsidRDefault="008F7090" w:rsidP="008F7090">
      <w:r w:rsidRPr="003A0BBB">
        <w:t>Ayant éteint l</w:t>
      </w:r>
      <w:r w:rsidR="003A6D8D">
        <w:t>’</w:t>
      </w:r>
      <w:r w:rsidRPr="003A0BBB">
        <w:t>électricité pour que du dehors on ne vît pas mon ombre</w:t>
      </w:r>
      <w:r w:rsidR="003A6D8D">
        <w:t xml:space="preserve">, </w:t>
      </w:r>
      <w:r w:rsidRPr="003A0BBB">
        <w:t>je me mis au balcon et j</w:t>
      </w:r>
      <w:r w:rsidR="003A6D8D">
        <w:t>’</w:t>
      </w:r>
      <w:r w:rsidRPr="003A0BBB">
        <w:t>attendis</w:t>
      </w:r>
      <w:r w:rsidR="003A6D8D">
        <w:t xml:space="preserve">. </w:t>
      </w:r>
      <w:r w:rsidRPr="003A0BBB">
        <w:t>La nuit était pluvieuse</w:t>
      </w:r>
      <w:r w:rsidR="003A6D8D">
        <w:t xml:space="preserve">, </w:t>
      </w:r>
      <w:r w:rsidRPr="003A0BBB">
        <w:t>assez claire cependant</w:t>
      </w:r>
      <w:r w:rsidR="003A6D8D">
        <w:t xml:space="preserve">. </w:t>
      </w:r>
      <w:r w:rsidRPr="003A0BBB">
        <w:t>Le froid extérieur se superposait à ma fièvre</w:t>
      </w:r>
      <w:r w:rsidR="003A6D8D">
        <w:t xml:space="preserve">. </w:t>
      </w:r>
      <w:r w:rsidRPr="003A0BBB">
        <w:t>Je brûlais et je claquais des dents</w:t>
      </w:r>
      <w:r w:rsidR="003A6D8D">
        <w:t xml:space="preserve">. </w:t>
      </w:r>
      <w:r w:rsidRPr="003A0BBB">
        <w:t>Des nuages roux couraient sur la lune</w:t>
      </w:r>
      <w:r w:rsidR="003A6D8D">
        <w:t xml:space="preserve">. </w:t>
      </w:r>
      <w:r w:rsidRPr="003A0BBB">
        <w:t>J</w:t>
      </w:r>
      <w:r w:rsidR="003A6D8D">
        <w:t>’</w:t>
      </w:r>
      <w:r w:rsidRPr="003A0BBB">
        <w:t>apercevais un bizarre paysage fondu qui était le panorama de la Seine</w:t>
      </w:r>
      <w:r w:rsidR="003A6D8D">
        <w:t xml:space="preserve">, </w:t>
      </w:r>
      <w:r w:rsidRPr="003A0BBB">
        <w:t>des bois noirs</w:t>
      </w:r>
      <w:r w:rsidR="003A6D8D">
        <w:t xml:space="preserve">, </w:t>
      </w:r>
      <w:r w:rsidRPr="003A0BBB">
        <w:t>des myriades de lumières clignotantes</w:t>
      </w:r>
      <w:r w:rsidR="003A6D8D">
        <w:t xml:space="preserve">, </w:t>
      </w:r>
      <w:r w:rsidRPr="003A0BBB">
        <w:t>des cheminées d</w:t>
      </w:r>
      <w:r w:rsidR="003A6D8D">
        <w:t>’</w:t>
      </w:r>
      <w:r w:rsidRPr="003A0BBB">
        <w:t>usine</w:t>
      </w:r>
      <w:r w:rsidR="003A6D8D">
        <w:t xml:space="preserve">, </w:t>
      </w:r>
      <w:r w:rsidRPr="003A0BBB">
        <w:t>et là-bas</w:t>
      </w:r>
      <w:r w:rsidR="003A6D8D">
        <w:t xml:space="preserve">, </w:t>
      </w:r>
      <w:r w:rsidRPr="003A0BBB">
        <w:t>au fond de l</w:t>
      </w:r>
      <w:r w:rsidR="003A6D8D">
        <w:t>’</w:t>
      </w:r>
      <w:r w:rsidRPr="003A0BBB">
        <w:t>ombre brune</w:t>
      </w:r>
      <w:r w:rsidR="003A6D8D">
        <w:t xml:space="preserve">, </w:t>
      </w:r>
      <w:r w:rsidRPr="003A0BBB">
        <w:t>un gigantesque halo brique</w:t>
      </w:r>
      <w:r w:rsidR="003A6D8D">
        <w:t xml:space="preserve"> : </w:t>
      </w:r>
      <w:r w:rsidRPr="003A0BBB">
        <w:t>Paris</w:t>
      </w:r>
      <w:r w:rsidR="003A6D8D">
        <w:t>.</w:t>
      </w:r>
    </w:p>
    <w:p w14:paraId="16AAD748" w14:textId="77777777" w:rsidR="003A6D8D" w:rsidRDefault="008F7090" w:rsidP="008F7090">
      <w:r w:rsidRPr="003A0BBB">
        <w:t>Une automobile s</w:t>
      </w:r>
      <w:r w:rsidR="003A6D8D">
        <w:t>’</w:t>
      </w:r>
      <w:r w:rsidRPr="003A0BBB">
        <w:t>arrêta devant la grille</w:t>
      </w:r>
      <w:r w:rsidR="003A6D8D">
        <w:t xml:space="preserve">. </w:t>
      </w:r>
      <w:r w:rsidRPr="003A0BBB">
        <w:t>J</w:t>
      </w:r>
      <w:r w:rsidR="003A6D8D">
        <w:t>’</w:t>
      </w:r>
      <w:r w:rsidRPr="003A0BBB">
        <w:t>entendis</w:t>
      </w:r>
      <w:r w:rsidR="003A6D8D">
        <w:t xml:space="preserve">, </w:t>
      </w:r>
      <w:r w:rsidRPr="003A0BBB">
        <w:t>avant de voir Franz</w:t>
      </w:r>
      <w:r w:rsidR="003A6D8D">
        <w:t xml:space="preserve">, </w:t>
      </w:r>
      <w:r w:rsidRPr="003A0BBB">
        <w:t>ses pas sur le gravier de l</w:t>
      </w:r>
      <w:r w:rsidR="003A6D8D">
        <w:t>’</w:t>
      </w:r>
      <w:r w:rsidRPr="003A0BBB">
        <w:t>allée</w:t>
      </w:r>
      <w:r w:rsidR="003A6D8D">
        <w:t xml:space="preserve">. </w:t>
      </w:r>
      <w:r w:rsidRPr="003A0BBB">
        <w:t>Dès que le bruit de la porte qu</w:t>
      </w:r>
      <w:r w:rsidR="003A6D8D">
        <w:t>’</w:t>
      </w:r>
      <w:r w:rsidRPr="003A0BBB">
        <w:t>il ouvrait me parvint</w:t>
      </w:r>
      <w:r w:rsidR="003A6D8D">
        <w:t xml:space="preserve">, </w:t>
      </w:r>
      <w:r w:rsidRPr="003A0BBB">
        <w:t>je rentrai précipitamment dans la chambre</w:t>
      </w:r>
      <w:r w:rsidR="003A6D8D">
        <w:t xml:space="preserve">, </w:t>
      </w:r>
      <w:r w:rsidRPr="003A0BBB">
        <w:t>refermai la fenêtre</w:t>
      </w:r>
      <w:r w:rsidR="003A6D8D">
        <w:t xml:space="preserve">, </w:t>
      </w:r>
      <w:r w:rsidRPr="003A0BBB">
        <w:t>rallumai l</w:t>
      </w:r>
      <w:r w:rsidR="003A6D8D">
        <w:t>’</w:t>
      </w:r>
      <w:r w:rsidRPr="003A0BBB">
        <w:t>électricité</w:t>
      </w:r>
      <w:r w:rsidR="003A6D8D">
        <w:t>.</w:t>
      </w:r>
    </w:p>
    <w:p w14:paraId="4763B624" w14:textId="77777777" w:rsidR="003A6D8D" w:rsidRDefault="003A6D8D" w:rsidP="008F7090">
      <w:r>
        <w:lastRenderedPageBreak/>
        <w:t>— </w:t>
      </w:r>
      <w:r w:rsidR="008F7090" w:rsidRPr="003A0BBB">
        <w:t>Tu dormais</w:t>
      </w:r>
      <w:r>
        <w:t xml:space="preserve"> ? </w:t>
      </w:r>
      <w:r w:rsidR="008F7090" w:rsidRPr="003A0BBB">
        <w:t>demanda-t-il en entrant</w:t>
      </w:r>
      <w:r>
        <w:t xml:space="preserve">. </w:t>
      </w:r>
      <w:r w:rsidR="008F7090" w:rsidRPr="003A0BBB">
        <w:t>Je n</w:t>
      </w:r>
      <w:r>
        <w:t>’</w:t>
      </w:r>
      <w:r w:rsidR="008F7090" w:rsidRPr="003A0BBB">
        <w:t>ai pas vu de lumière</w:t>
      </w:r>
      <w:r>
        <w:t>.</w:t>
      </w:r>
    </w:p>
    <w:p w14:paraId="1B19B022" w14:textId="77777777" w:rsidR="003A6D8D" w:rsidRDefault="003A6D8D" w:rsidP="008F7090">
      <w:r>
        <w:t>— </w:t>
      </w:r>
      <w:r w:rsidR="008F7090" w:rsidRPr="003A0BBB">
        <w:t>J</w:t>
      </w:r>
      <w:r>
        <w:t>’</w:t>
      </w:r>
      <w:r w:rsidR="008F7090" w:rsidRPr="003A0BBB">
        <w:t>ai mal à la tête</w:t>
      </w:r>
      <w:r>
        <w:t xml:space="preserve">. </w:t>
      </w:r>
      <w:r w:rsidR="008F7090" w:rsidRPr="003A0BBB">
        <w:t>J</w:t>
      </w:r>
      <w:r>
        <w:t>’</w:t>
      </w:r>
      <w:r w:rsidR="008F7090" w:rsidRPr="003A0BBB">
        <w:t>essayais de me reposer un peu</w:t>
      </w:r>
      <w:r>
        <w:t>.</w:t>
      </w:r>
    </w:p>
    <w:p w14:paraId="22568BE6" w14:textId="77777777" w:rsidR="003A6D8D" w:rsidRDefault="008F7090" w:rsidP="008F7090">
      <w:r w:rsidRPr="003A0BBB">
        <w:t>Pourquoi agissais-je ainsi</w:t>
      </w:r>
      <w:r w:rsidR="003A6D8D">
        <w:t xml:space="preserve"> ? </w:t>
      </w:r>
      <w:r w:rsidRPr="003A0BBB">
        <w:t>Je l</w:t>
      </w:r>
      <w:r w:rsidR="003A6D8D">
        <w:t>’</w:t>
      </w:r>
      <w:r w:rsidRPr="003A0BBB">
        <w:t>ignorais</w:t>
      </w:r>
      <w:r w:rsidR="003A6D8D">
        <w:t xml:space="preserve">. </w:t>
      </w:r>
      <w:r w:rsidRPr="003A0BBB">
        <w:t>À son contact</w:t>
      </w:r>
      <w:r w:rsidR="003A6D8D">
        <w:t xml:space="preserve">, </w:t>
      </w:r>
      <w:r w:rsidRPr="003A0BBB">
        <w:t>j</w:t>
      </w:r>
      <w:r w:rsidR="003A6D8D">
        <w:t>’</w:t>
      </w:r>
      <w:r w:rsidRPr="003A0BBB">
        <w:t>avais pris le goût du mensonge</w:t>
      </w:r>
      <w:r w:rsidR="003A6D8D">
        <w:t xml:space="preserve">, </w:t>
      </w:r>
      <w:r w:rsidRPr="003A0BBB">
        <w:t>même inutile</w:t>
      </w:r>
      <w:r w:rsidR="003A6D8D">
        <w:t>.</w:t>
      </w:r>
    </w:p>
    <w:p w14:paraId="0BF97D03" w14:textId="77777777" w:rsidR="003A6D8D" w:rsidRDefault="008F7090" w:rsidP="008F7090">
      <w:r w:rsidRPr="003A0BBB">
        <w:t>Il y avait sur le visage de Franz de l</w:t>
      </w:r>
      <w:r w:rsidR="003A6D8D">
        <w:t>’</w:t>
      </w:r>
      <w:r w:rsidRPr="003A0BBB">
        <w:t>inquiétude et de la mauvaise humeur</w:t>
      </w:r>
      <w:r w:rsidR="003A6D8D">
        <w:t xml:space="preserve">. </w:t>
      </w:r>
      <w:r w:rsidRPr="003A0BBB">
        <w:t>L</w:t>
      </w:r>
      <w:r w:rsidR="003A6D8D">
        <w:t>’</w:t>
      </w:r>
      <w:r w:rsidRPr="003A0BBB">
        <w:t>inquiétude</w:t>
      </w:r>
      <w:r w:rsidR="003A6D8D">
        <w:t xml:space="preserve">, </w:t>
      </w:r>
      <w:r w:rsidRPr="003A0BBB">
        <w:t>toutefois</w:t>
      </w:r>
      <w:r w:rsidR="003A6D8D">
        <w:t xml:space="preserve">, </w:t>
      </w:r>
      <w:r w:rsidRPr="003A0BBB">
        <w:t>devait dominer</w:t>
      </w:r>
      <w:r w:rsidR="003A6D8D">
        <w:t xml:space="preserve">, </w:t>
      </w:r>
      <w:r w:rsidRPr="003A0BBB">
        <w:t>car il m</w:t>
      </w:r>
      <w:r w:rsidR="003A6D8D">
        <w:t>’</w:t>
      </w:r>
      <w:r w:rsidRPr="003A0BBB">
        <w:t>avait apporté des fleurs</w:t>
      </w:r>
      <w:r w:rsidR="003A6D8D">
        <w:t>.</w:t>
      </w:r>
    </w:p>
    <w:p w14:paraId="3DF2FCC3" w14:textId="77777777" w:rsidR="003A6D8D" w:rsidRDefault="008F7090" w:rsidP="008F7090">
      <w:r w:rsidRPr="003A0BBB">
        <w:t>Je me mis à les disposer dans un vase</w:t>
      </w:r>
      <w:r w:rsidR="003A6D8D">
        <w:t xml:space="preserve">. </w:t>
      </w:r>
      <w:r w:rsidRPr="003A0BBB">
        <w:t>C</w:t>
      </w:r>
      <w:r w:rsidR="003A6D8D">
        <w:t>’</w:t>
      </w:r>
      <w:r w:rsidRPr="003A0BBB">
        <w:t>était une manière de ne regarder Franz que lorsque je me sentirais assez forte</w:t>
      </w:r>
      <w:r w:rsidR="003A6D8D">
        <w:t xml:space="preserve">, </w:t>
      </w:r>
      <w:r w:rsidRPr="003A0BBB">
        <w:t>et de me tenir le reste du temps hors du champ de fascination de ses yeux</w:t>
      </w:r>
      <w:r w:rsidR="003A6D8D">
        <w:t xml:space="preserve">. </w:t>
      </w:r>
      <w:r w:rsidRPr="003A0BBB">
        <w:t>Mais lui</w:t>
      </w:r>
      <w:r w:rsidR="003A6D8D">
        <w:t xml:space="preserve">, </w:t>
      </w:r>
      <w:r w:rsidRPr="003A0BBB">
        <w:t>il devait voir mes pauvres mains tremblantes couper maladroitement les tiges des roses</w:t>
      </w:r>
      <w:r w:rsidR="003A6D8D">
        <w:t xml:space="preserve">. </w:t>
      </w:r>
      <w:r w:rsidRPr="003A0BBB">
        <w:t>Je ne lui avais jamais encore fait ce qu</w:t>
      </w:r>
      <w:r w:rsidR="003A6D8D">
        <w:t>’</w:t>
      </w:r>
      <w:r w:rsidRPr="003A0BBB">
        <w:t>on appelle une scène</w:t>
      </w:r>
      <w:r w:rsidR="003A6D8D">
        <w:t xml:space="preserve">. </w:t>
      </w:r>
      <w:r w:rsidRPr="003A0BBB">
        <w:t>Aussi de tels symptômes devaient-ils augmenter son malaise</w:t>
      </w:r>
      <w:r w:rsidR="003A6D8D">
        <w:t xml:space="preserve">. </w:t>
      </w:r>
      <w:r w:rsidRPr="003A0BBB">
        <w:t>Je le sentis dans la façon faussement désinvolte avec laquelle il me demanda</w:t>
      </w:r>
      <w:r w:rsidR="003A6D8D">
        <w:t> :</w:t>
      </w:r>
    </w:p>
    <w:p w14:paraId="4309553B" w14:textId="77777777" w:rsidR="003A6D8D" w:rsidRDefault="003A6D8D" w:rsidP="008F7090">
      <w:r>
        <w:t>— </w:t>
      </w:r>
      <w:r w:rsidR="008F7090" w:rsidRPr="003A0BBB">
        <w:t>Eh bien</w:t>
      </w:r>
      <w:r>
        <w:t xml:space="preserve">, </w:t>
      </w:r>
      <w:r w:rsidR="008F7090" w:rsidRPr="003A0BBB">
        <w:t>qu</w:t>
      </w:r>
      <w:r>
        <w:t>’</w:t>
      </w:r>
      <w:r w:rsidR="008F7090" w:rsidRPr="003A0BBB">
        <w:t>y a-t-il donc</w:t>
      </w:r>
      <w:r>
        <w:t> ?</w:t>
      </w:r>
    </w:p>
    <w:p w14:paraId="18EC34C8" w14:textId="77777777" w:rsidR="003A6D8D" w:rsidRDefault="003A6D8D" w:rsidP="008F7090">
      <w:r>
        <w:t>— </w:t>
      </w:r>
      <w:r w:rsidR="008F7090" w:rsidRPr="003A0BBB">
        <w:t>Ce qu</w:t>
      </w:r>
      <w:r>
        <w:t>’</w:t>
      </w:r>
      <w:r w:rsidR="008F7090" w:rsidRPr="003A0BBB">
        <w:t>il y a</w:t>
      </w:r>
      <w:r>
        <w:t xml:space="preserve">, </w:t>
      </w:r>
      <w:r w:rsidR="008F7090" w:rsidRPr="003A0BBB">
        <w:t>Franz</w:t>
      </w:r>
      <w:r>
        <w:t xml:space="preserve"> ? </w:t>
      </w:r>
      <w:r w:rsidR="008F7090" w:rsidRPr="003A0BBB">
        <w:t>Ne t</w:t>
      </w:r>
      <w:r>
        <w:t>’</w:t>
      </w:r>
      <w:r w:rsidR="008F7090" w:rsidRPr="003A0BBB">
        <w:t>en doutes-tu pas un peu</w:t>
      </w:r>
      <w:r>
        <w:t> ?</w:t>
      </w:r>
    </w:p>
    <w:p w14:paraId="0ED0BB94" w14:textId="77777777" w:rsidR="003A6D8D" w:rsidRDefault="003A6D8D" w:rsidP="008F7090">
      <w:r>
        <w:t>— </w:t>
      </w:r>
      <w:r w:rsidR="008F7090" w:rsidRPr="003A0BBB">
        <w:t>Pas le moins du monde</w:t>
      </w:r>
      <w:r>
        <w:t>.</w:t>
      </w:r>
    </w:p>
    <w:p w14:paraId="66B1D9D4" w14:textId="77777777" w:rsidR="003A6D8D" w:rsidRDefault="003A6D8D" w:rsidP="008F7090">
      <w:r>
        <w:t>— </w:t>
      </w:r>
      <w:r w:rsidR="008F7090" w:rsidRPr="003A0BBB">
        <w:t>Je vais t</w:t>
      </w:r>
      <w:r>
        <w:t>’</w:t>
      </w:r>
      <w:r w:rsidR="008F7090" w:rsidRPr="003A0BBB">
        <w:t>aider</w:t>
      </w:r>
      <w:r>
        <w:t xml:space="preserve">. </w:t>
      </w:r>
      <w:r w:rsidR="008F7090" w:rsidRPr="003A0BBB">
        <w:t>Permets-moi donc d</w:t>
      </w:r>
      <w:r>
        <w:t>’</w:t>
      </w:r>
      <w:r w:rsidR="008F7090" w:rsidRPr="003A0BBB">
        <w:t>abord de te poser une question à laquelle tu me donnes ta parole que tu répondras</w:t>
      </w:r>
      <w:r>
        <w:t>.</w:t>
      </w:r>
    </w:p>
    <w:p w14:paraId="73E8399A" w14:textId="77777777" w:rsidR="003A6D8D" w:rsidRDefault="003A6D8D" w:rsidP="008F7090">
      <w:r>
        <w:t>— </w:t>
      </w:r>
      <w:r w:rsidR="008F7090" w:rsidRPr="003A0BBB">
        <w:t>En voilà</w:t>
      </w:r>
      <w:r>
        <w:t xml:space="preserve">, </w:t>
      </w:r>
      <w:r w:rsidR="008F7090" w:rsidRPr="003A0BBB">
        <w:t>des mystères</w:t>
      </w:r>
      <w:r>
        <w:t xml:space="preserve"> ! </w:t>
      </w:r>
      <w:r w:rsidR="008F7090" w:rsidRPr="003A0BBB">
        <w:t>Sais-tu que tu commences à m</w:t>
      </w:r>
      <w:r>
        <w:t>’</w:t>
      </w:r>
      <w:r w:rsidR="008F7090" w:rsidRPr="003A0BBB">
        <w:t>effrayer</w:t>
      </w:r>
      <w:r>
        <w:t> ?</w:t>
      </w:r>
    </w:p>
    <w:p w14:paraId="4A3F6331" w14:textId="77777777" w:rsidR="003A6D8D" w:rsidRDefault="003A6D8D" w:rsidP="008F7090">
      <w:r>
        <w:t>— </w:t>
      </w:r>
      <w:r w:rsidR="008F7090" w:rsidRPr="003A0BBB">
        <w:t>Ne ris pas</w:t>
      </w:r>
      <w:r>
        <w:t xml:space="preserve">, </w:t>
      </w:r>
      <w:r w:rsidR="008F7090" w:rsidRPr="003A0BBB">
        <w:t>Franz</w:t>
      </w:r>
      <w:r>
        <w:t xml:space="preserve">. </w:t>
      </w:r>
      <w:r w:rsidR="008F7090" w:rsidRPr="003A0BBB">
        <w:t>C</w:t>
      </w:r>
      <w:r>
        <w:t>’</w:t>
      </w:r>
      <w:r w:rsidR="008F7090" w:rsidRPr="003A0BBB">
        <w:t>est grave</w:t>
      </w:r>
      <w:r>
        <w:t xml:space="preserve">, </w:t>
      </w:r>
      <w:r w:rsidR="008F7090" w:rsidRPr="003A0BBB">
        <w:t>tu le sais bien</w:t>
      </w:r>
      <w:r>
        <w:t xml:space="preserve">. </w:t>
      </w:r>
      <w:r w:rsidR="008F7090" w:rsidRPr="003A0BBB">
        <w:t>Ta parole</w:t>
      </w:r>
      <w:r>
        <w:t xml:space="preserve">, </w:t>
      </w:r>
      <w:r w:rsidR="008F7090" w:rsidRPr="003A0BBB">
        <w:t>veux-tu</w:t>
      </w:r>
      <w:r>
        <w:t> ?</w:t>
      </w:r>
    </w:p>
    <w:p w14:paraId="6754B976" w14:textId="77777777" w:rsidR="003A6D8D" w:rsidRDefault="003A6D8D" w:rsidP="008F7090">
      <w:r>
        <w:lastRenderedPageBreak/>
        <w:t>— </w:t>
      </w:r>
      <w:r w:rsidR="008F7090" w:rsidRPr="003A0BBB">
        <w:t>Tu l</w:t>
      </w:r>
      <w:r>
        <w:t>’</w:t>
      </w:r>
      <w:r w:rsidR="008F7090" w:rsidRPr="003A0BBB">
        <w:t>as</w:t>
      </w:r>
      <w:r>
        <w:t xml:space="preserve">, </w:t>
      </w:r>
      <w:r w:rsidR="008F7090" w:rsidRPr="003A0BBB">
        <w:t>tu l</w:t>
      </w:r>
      <w:r>
        <w:t>’</w:t>
      </w:r>
      <w:r w:rsidR="008F7090" w:rsidRPr="003A0BBB">
        <w:t>as</w:t>
      </w:r>
      <w:r>
        <w:t>.</w:t>
      </w:r>
    </w:p>
    <w:p w14:paraId="35B9F5B3" w14:textId="77777777" w:rsidR="003A6D8D" w:rsidRDefault="003A6D8D" w:rsidP="008F7090">
      <w:r>
        <w:t>— </w:t>
      </w:r>
      <w:r w:rsidR="008F7090" w:rsidRPr="003A0BBB">
        <w:t>Où as-tu dîné hier soir</w:t>
      </w:r>
      <w:r>
        <w:t> ?</w:t>
      </w:r>
    </w:p>
    <w:p w14:paraId="1D0551B9" w14:textId="77777777" w:rsidR="003A6D8D" w:rsidRDefault="003A6D8D" w:rsidP="008F7090">
      <w:r>
        <w:t>— </w:t>
      </w:r>
      <w:r w:rsidR="008F7090" w:rsidRPr="003A0BBB">
        <w:t>Tout cela pour me poser cette question</w:t>
      </w:r>
      <w:r>
        <w:t xml:space="preserve"> ! </w:t>
      </w:r>
      <w:r w:rsidR="008F7090" w:rsidRPr="003A0BBB">
        <w:t>Je respire</w:t>
      </w:r>
      <w:r>
        <w:t xml:space="preserve">. </w:t>
      </w:r>
      <w:r w:rsidR="008F7090" w:rsidRPr="003A0BBB">
        <w:t>Où j</w:t>
      </w:r>
      <w:r>
        <w:t>’</w:t>
      </w:r>
      <w:r w:rsidR="008F7090" w:rsidRPr="003A0BBB">
        <w:t>ai dîné</w:t>
      </w:r>
      <w:r>
        <w:t xml:space="preserve">. </w:t>
      </w:r>
      <w:r w:rsidR="008F7090" w:rsidRPr="003A0BBB">
        <w:t>Mais chez X</w:t>
      </w:r>
      <w:r>
        <w:t xml:space="preserve">… </w:t>
      </w:r>
      <w:r w:rsidR="008F7090" w:rsidRPr="003A0BBB">
        <w:t>Je croyais te l</w:t>
      </w:r>
      <w:r>
        <w:t>’</w:t>
      </w:r>
      <w:r w:rsidR="008F7090" w:rsidRPr="003A0BBB">
        <w:t>avoir dit</w:t>
      </w:r>
      <w:r>
        <w:t>.</w:t>
      </w:r>
    </w:p>
    <w:p w14:paraId="2113BB01" w14:textId="77777777" w:rsidR="003A6D8D" w:rsidRDefault="003A6D8D" w:rsidP="008F7090">
      <w:r>
        <w:t>— </w:t>
      </w:r>
      <w:r w:rsidR="008F7090" w:rsidRPr="003A0BBB">
        <w:t>Qui y avait-il</w:t>
      </w:r>
      <w:r>
        <w:t xml:space="preserve">, </w:t>
      </w:r>
      <w:r w:rsidR="008F7090" w:rsidRPr="003A0BBB">
        <w:t>chez X</w:t>
      </w:r>
      <w:r>
        <w:t>… ?</w:t>
      </w:r>
    </w:p>
    <w:p w14:paraId="65EB2E27" w14:textId="77777777" w:rsidR="003A6D8D" w:rsidRDefault="003A6D8D" w:rsidP="008F7090">
      <w:r>
        <w:t>— </w:t>
      </w:r>
      <w:r w:rsidR="008F7090" w:rsidRPr="003A0BBB">
        <w:t>Qui il y avait</w:t>
      </w:r>
      <w:r>
        <w:t xml:space="preserve"> ? </w:t>
      </w:r>
      <w:r w:rsidR="008F7090" w:rsidRPr="003A0BBB">
        <w:t>Trois ou quatre personnes</w:t>
      </w:r>
      <w:r>
        <w:t xml:space="preserve">. </w:t>
      </w:r>
      <w:r w:rsidR="008F7090" w:rsidRPr="003A0BBB">
        <w:t>Moi</w:t>
      </w:r>
      <w:r>
        <w:t xml:space="preserve">, </w:t>
      </w:r>
      <w:r w:rsidR="008F7090" w:rsidRPr="003A0BBB">
        <w:t>André et sa femme</w:t>
      </w:r>
      <w:r>
        <w:t xml:space="preserve">, </w:t>
      </w:r>
      <w:r w:rsidR="008F7090" w:rsidRPr="003A0BBB">
        <w:t>un de nos représentants d</w:t>
      </w:r>
      <w:r>
        <w:t>’</w:t>
      </w:r>
      <w:r w:rsidR="008F7090" w:rsidRPr="003A0BBB">
        <w:t>Angleterre</w:t>
      </w:r>
      <w:r>
        <w:t>…</w:t>
      </w:r>
    </w:p>
    <w:p w14:paraId="3583E57A" w14:textId="77777777" w:rsidR="003A6D8D" w:rsidRDefault="003A6D8D" w:rsidP="008F7090">
      <w:r>
        <w:t>— </w:t>
      </w:r>
      <w:r w:rsidR="008F7090" w:rsidRPr="003A0BBB">
        <w:t>C</w:t>
      </w:r>
      <w:r>
        <w:t>’</w:t>
      </w:r>
      <w:r w:rsidR="008F7090" w:rsidRPr="003A0BBB">
        <w:t>est tout</w:t>
      </w:r>
      <w:r>
        <w:t> ?</w:t>
      </w:r>
    </w:p>
    <w:p w14:paraId="546A196D" w14:textId="77777777" w:rsidR="003A6D8D" w:rsidRDefault="003A6D8D" w:rsidP="008F7090">
      <w:r>
        <w:t>— </w:t>
      </w:r>
      <w:r w:rsidR="008F7090" w:rsidRPr="003A0BBB">
        <w:t>Ma foi oui</w:t>
      </w:r>
      <w:r>
        <w:t xml:space="preserve">. </w:t>
      </w:r>
      <w:r w:rsidR="008F7090" w:rsidRPr="003A0BBB">
        <w:t>Il y avait Jacques aussi</w:t>
      </w:r>
      <w:r>
        <w:t xml:space="preserve">, </w:t>
      </w:r>
      <w:r w:rsidR="008F7090" w:rsidRPr="003A0BBB">
        <w:t>naturellement</w:t>
      </w:r>
      <w:r>
        <w:t>.</w:t>
      </w:r>
    </w:p>
    <w:p w14:paraId="0F9EE9E5" w14:textId="77777777" w:rsidR="003A6D8D" w:rsidRDefault="003A6D8D" w:rsidP="008F7090">
      <w:r>
        <w:t>— </w:t>
      </w:r>
      <w:r w:rsidR="008F7090" w:rsidRPr="003A0BBB">
        <w:t>C</w:t>
      </w:r>
      <w:r>
        <w:t>’</w:t>
      </w:r>
      <w:r w:rsidR="008F7090" w:rsidRPr="003A0BBB">
        <w:t>est tout</w:t>
      </w:r>
      <w:r>
        <w:t> ?</w:t>
      </w:r>
    </w:p>
    <w:p w14:paraId="60DC6AF7" w14:textId="77777777" w:rsidR="003A6D8D" w:rsidRDefault="003A6D8D" w:rsidP="008F7090">
      <w:r>
        <w:t>— </w:t>
      </w:r>
      <w:r w:rsidR="008F7090" w:rsidRPr="003A0BBB">
        <w:t>Ah</w:t>
      </w:r>
      <w:r>
        <w:t xml:space="preserve"> ! </w:t>
      </w:r>
      <w:r w:rsidR="008F7090" w:rsidRPr="003A0BBB">
        <w:t>ça</w:t>
      </w:r>
      <w:r>
        <w:t xml:space="preserve"> ! </w:t>
      </w:r>
      <w:r w:rsidR="008F7090" w:rsidRPr="003A0BBB">
        <w:t>Où veux-tu en venir</w:t>
      </w:r>
      <w:r>
        <w:t> ?</w:t>
      </w:r>
    </w:p>
    <w:p w14:paraId="44A9444F" w14:textId="77777777" w:rsidR="003A6D8D" w:rsidRDefault="008F7090" w:rsidP="008F7090">
      <w:r w:rsidRPr="003A0BBB">
        <w:t>Il s</w:t>
      </w:r>
      <w:r w:rsidR="003A6D8D">
        <w:t>’</w:t>
      </w:r>
      <w:r w:rsidRPr="003A0BBB">
        <w:t>était planté devant moi</w:t>
      </w:r>
      <w:r w:rsidR="003A6D8D">
        <w:t xml:space="preserve">, </w:t>
      </w:r>
      <w:r w:rsidRPr="003A0BBB">
        <w:t>l</w:t>
      </w:r>
      <w:r w:rsidR="003A6D8D">
        <w:t>’</w:t>
      </w:r>
      <w:r w:rsidRPr="003A0BBB">
        <w:t>œil dur</w:t>
      </w:r>
      <w:r w:rsidR="003A6D8D">
        <w:t xml:space="preserve">, </w:t>
      </w:r>
      <w:r w:rsidRPr="003A0BBB">
        <w:t>la bouche mauvaise</w:t>
      </w:r>
      <w:r w:rsidR="003A6D8D">
        <w:t>.</w:t>
      </w:r>
    </w:p>
    <w:p w14:paraId="390EEDEA" w14:textId="77777777" w:rsidR="003A6D8D" w:rsidRDefault="008F7090" w:rsidP="008F7090">
      <w:r w:rsidRPr="003A0BBB">
        <w:t>Je dis d</w:t>
      </w:r>
      <w:r w:rsidR="003A6D8D">
        <w:t>’</w:t>
      </w:r>
      <w:r w:rsidRPr="003A0BBB">
        <w:t>une voix plaintive</w:t>
      </w:r>
      <w:r w:rsidR="003A6D8D">
        <w:t> :</w:t>
      </w:r>
    </w:p>
    <w:p w14:paraId="392879DD" w14:textId="77777777" w:rsidR="003A6D8D" w:rsidRDefault="003A6D8D" w:rsidP="008F7090">
      <w:r>
        <w:t>— </w:t>
      </w:r>
      <w:r w:rsidR="008F7090" w:rsidRPr="003A0BBB">
        <w:t>Franz</w:t>
      </w:r>
      <w:r>
        <w:t xml:space="preserve">, </w:t>
      </w:r>
      <w:r w:rsidR="008F7090" w:rsidRPr="003A0BBB">
        <w:t>écoute-moi</w:t>
      </w:r>
      <w:r>
        <w:t xml:space="preserve">, </w:t>
      </w:r>
      <w:r w:rsidR="008F7090" w:rsidRPr="003A0BBB">
        <w:t>c</w:t>
      </w:r>
      <w:r>
        <w:t>’</w:t>
      </w:r>
      <w:r w:rsidR="008F7090" w:rsidRPr="003A0BBB">
        <w:t>est sérieux</w:t>
      </w:r>
      <w:r>
        <w:t xml:space="preserve">. </w:t>
      </w:r>
      <w:r w:rsidR="008F7090" w:rsidRPr="003A0BBB">
        <w:t>Il vaut mieux que tu m</w:t>
      </w:r>
      <w:r>
        <w:t>’</w:t>
      </w:r>
      <w:r w:rsidR="008F7090" w:rsidRPr="003A0BBB">
        <w:t>avoues la vérité</w:t>
      </w:r>
      <w:r>
        <w:t xml:space="preserve">. </w:t>
      </w:r>
      <w:r w:rsidR="008F7090" w:rsidRPr="003A0BBB">
        <w:t>Préfères-tu que ce soit moi qui</w:t>
      </w:r>
      <w:r>
        <w:t> ?…</w:t>
      </w:r>
    </w:p>
    <w:p w14:paraId="55BC614A" w14:textId="77777777" w:rsidR="003A6D8D" w:rsidRDefault="008F7090" w:rsidP="008F7090">
      <w:r w:rsidRPr="003A0BBB">
        <w:t>À la soudaine expression que prit alors son visage</w:t>
      </w:r>
      <w:r w:rsidR="003A6D8D">
        <w:t xml:space="preserve">, </w:t>
      </w:r>
      <w:r w:rsidRPr="003A0BBB">
        <w:t>je compris que c</w:t>
      </w:r>
      <w:r w:rsidR="003A6D8D">
        <w:t>’</w:t>
      </w:r>
      <w:r w:rsidRPr="003A0BBB">
        <w:t>était fini</w:t>
      </w:r>
      <w:r w:rsidR="003A6D8D">
        <w:t xml:space="preserve">, </w:t>
      </w:r>
      <w:r w:rsidRPr="003A0BBB">
        <w:t>qu</w:t>
      </w:r>
      <w:r w:rsidR="003A6D8D">
        <w:t>’</w:t>
      </w:r>
      <w:r w:rsidRPr="003A0BBB">
        <w:t>il n</w:t>
      </w:r>
      <w:r w:rsidR="003A6D8D">
        <w:t>’</w:t>
      </w:r>
      <w:r w:rsidRPr="003A0BBB">
        <w:t>y avait plus dans cette chambre que deux ennemis</w:t>
      </w:r>
      <w:r w:rsidR="003A6D8D">
        <w:t xml:space="preserve">. </w:t>
      </w:r>
      <w:r w:rsidRPr="003A0BBB">
        <w:t>L</w:t>
      </w:r>
      <w:r w:rsidR="003A6D8D">
        <w:t>’</w:t>
      </w:r>
      <w:r w:rsidRPr="003A0BBB">
        <w:t>insensé</w:t>
      </w:r>
      <w:r w:rsidR="003A6D8D">
        <w:t xml:space="preserve">, </w:t>
      </w:r>
      <w:r w:rsidRPr="003A0BBB">
        <w:t>quelle folie</w:t>
      </w:r>
      <w:r w:rsidR="003A6D8D">
        <w:t xml:space="preserve"> ! </w:t>
      </w:r>
      <w:r w:rsidRPr="003A0BBB">
        <w:t>Je me tordis les mains</w:t>
      </w:r>
      <w:r w:rsidR="003A6D8D">
        <w:t>.</w:t>
      </w:r>
    </w:p>
    <w:p w14:paraId="44AF3BFD" w14:textId="77777777" w:rsidR="003A6D8D" w:rsidRDefault="003A6D8D" w:rsidP="008F7090">
      <w:r>
        <w:t>— </w:t>
      </w:r>
      <w:r w:rsidR="008F7090" w:rsidRPr="003A0BBB">
        <w:t>Préfères-tu</w:t>
      </w:r>
      <w:r>
        <w:t> ?</w:t>
      </w:r>
    </w:p>
    <w:p w14:paraId="5931C495" w14:textId="77777777" w:rsidR="003A6D8D" w:rsidRDefault="008F7090" w:rsidP="008F7090">
      <w:r w:rsidRPr="003A0BBB">
        <w:t>Jusque-là</w:t>
      </w:r>
      <w:r w:rsidR="003A6D8D">
        <w:t xml:space="preserve">, </w:t>
      </w:r>
      <w:r w:rsidRPr="003A0BBB">
        <w:t>il était resté debout</w:t>
      </w:r>
      <w:r w:rsidR="003A6D8D">
        <w:t xml:space="preserve">. </w:t>
      </w:r>
      <w:r w:rsidRPr="003A0BBB">
        <w:t>Il s</w:t>
      </w:r>
      <w:r w:rsidR="003A6D8D">
        <w:t>’</w:t>
      </w:r>
      <w:r w:rsidRPr="003A0BBB">
        <w:t>assit</w:t>
      </w:r>
      <w:r w:rsidR="003A6D8D">
        <w:t xml:space="preserve">, </w:t>
      </w:r>
      <w:r w:rsidRPr="003A0BBB">
        <w:t>croisa les jambes et se mit à sourire railleusement</w:t>
      </w:r>
      <w:r w:rsidR="003A6D8D">
        <w:t>.</w:t>
      </w:r>
    </w:p>
    <w:p w14:paraId="319F1691" w14:textId="606623FE" w:rsidR="003A6D8D" w:rsidRDefault="003A6D8D" w:rsidP="008F7090">
      <w:r>
        <w:t>— </w:t>
      </w:r>
      <w:r w:rsidR="008F7090" w:rsidRPr="003A0BBB">
        <w:t>Mais non</w:t>
      </w:r>
      <w:r>
        <w:t xml:space="preserve">, </w:t>
      </w:r>
      <w:r w:rsidR="008F7090" w:rsidRPr="003A0BBB">
        <w:t>mais non</w:t>
      </w:r>
      <w:r>
        <w:t xml:space="preserve">. </w:t>
      </w:r>
      <w:r w:rsidR="008F7090" w:rsidRPr="003A0BBB">
        <w:t>Aussi bien</w:t>
      </w:r>
      <w:r>
        <w:t xml:space="preserve">, </w:t>
      </w:r>
      <w:r w:rsidR="008F7090" w:rsidRPr="003A0BBB">
        <w:t>tu es au courant</w:t>
      </w:r>
      <w:r>
        <w:t xml:space="preserve">, </w:t>
      </w:r>
      <w:r w:rsidR="008F7090" w:rsidRPr="003A0BBB">
        <w:t>n</w:t>
      </w:r>
      <w:r>
        <w:t>’</w:t>
      </w:r>
      <w:r w:rsidR="008F7090" w:rsidRPr="003A0BBB">
        <w:t>est-ce pas</w:t>
      </w:r>
      <w:r>
        <w:t xml:space="preserve"> ? </w:t>
      </w:r>
      <w:r w:rsidR="008F7090" w:rsidRPr="003A0BBB">
        <w:t>Je n</w:t>
      </w:r>
      <w:r>
        <w:t>’</w:t>
      </w:r>
      <w:r w:rsidR="008F7090" w:rsidRPr="003A0BBB">
        <w:t>éprouve aucune difficulté à te dire qu</w:t>
      </w:r>
      <w:r>
        <w:t>’</w:t>
      </w:r>
      <w:r w:rsidR="008F7090" w:rsidRPr="003A0BBB">
        <w:t xml:space="preserve">il y avait également </w:t>
      </w:r>
      <w:r>
        <w:t>M</w:t>
      </w:r>
      <w:r w:rsidRPr="003A6D8D">
        <w:rPr>
          <w:vertAlign w:val="superscript"/>
        </w:rPr>
        <w:t>lle</w:t>
      </w:r>
      <w:r>
        <w:t> </w:t>
      </w:r>
      <w:r w:rsidRPr="003A0BBB">
        <w:t>X</w:t>
      </w:r>
      <w:r>
        <w:t>…, M</w:t>
      </w:r>
      <w:r w:rsidRPr="003A6D8D">
        <w:rPr>
          <w:vertAlign w:val="superscript"/>
        </w:rPr>
        <w:t>lle</w:t>
      </w:r>
      <w:r>
        <w:t> </w:t>
      </w:r>
      <w:r w:rsidRPr="003A0BBB">
        <w:t>Cécile</w:t>
      </w:r>
      <w:r>
        <w:t> </w:t>
      </w:r>
      <w:r w:rsidRPr="003A0BBB">
        <w:t>X</w:t>
      </w:r>
      <w:r>
        <w:t>…</w:t>
      </w:r>
    </w:p>
    <w:p w14:paraId="6CBD38E3" w14:textId="77777777" w:rsidR="003A6D8D" w:rsidRDefault="003A6D8D" w:rsidP="008F7090">
      <w:r>
        <w:lastRenderedPageBreak/>
        <w:t>— </w:t>
      </w:r>
      <w:r w:rsidR="008F7090" w:rsidRPr="003A0BBB">
        <w:t>Ta fiancée</w:t>
      </w:r>
      <w:r>
        <w:t> ?</w:t>
      </w:r>
    </w:p>
    <w:p w14:paraId="51263902" w14:textId="77777777" w:rsidR="003A6D8D" w:rsidRDefault="003A6D8D" w:rsidP="008F7090">
      <w:r>
        <w:t>— </w:t>
      </w:r>
      <w:r w:rsidR="008F7090" w:rsidRPr="003A0BBB">
        <w:t>Ma fiancée</w:t>
      </w:r>
      <w:r>
        <w:t xml:space="preserve">, </w:t>
      </w:r>
      <w:r w:rsidR="008F7090" w:rsidRPr="003A0BBB">
        <w:t>si tu veux</w:t>
      </w:r>
      <w:r>
        <w:t>.</w:t>
      </w:r>
    </w:p>
    <w:p w14:paraId="58B93A71" w14:textId="77777777" w:rsidR="003A6D8D" w:rsidRDefault="008F7090" w:rsidP="008F7090">
      <w:r w:rsidRPr="003A0BBB">
        <w:t>Son sourire prit une allure de défi</w:t>
      </w:r>
      <w:r w:rsidR="003A6D8D">
        <w:t>.</w:t>
      </w:r>
    </w:p>
    <w:p w14:paraId="114CFEDB" w14:textId="77777777" w:rsidR="003A6D8D" w:rsidRDefault="003A6D8D" w:rsidP="008F7090">
      <w:r>
        <w:t>— </w:t>
      </w:r>
      <w:r w:rsidR="008F7090" w:rsidRPr="003A0BBB">
        <w:t>Permets-moi de pousser un soupir de soulagement</w:t>
      </w:r>
      <w:r>
        <w:t xml:space="preserve">. </w:t>
      </w:r>
      <w:r w:rsidR="008F7090" w:rsidRPr="003A0BBB">
        <w:t>Pour des raisons dont tu ne seras pas sans apprécier la délicatesse</w:t>
      </w:r>
      <w:r>
        <w:t xml:space="preserve">, </w:t>
      </w:r>
      <w:r w:rsidR="008F7090" w:rsidRPr="003A0BBB">
        <w:t>j</w:t>
      </w:r>
      <w:r>
        <w:t>’</w:t>
      </w:r>
      <w:r w:rsidR="008F7090" w:rsidRPr="003A0BBB">
        <w:t>hésitais à t</w:t>
      </w:r>
      <w:r>
        <w:t>’</w:t>
      </w:r>
      <w:r w:rsidR="008F7090" w:rsidRPr="003A0BBB">
        <w:t>apprendre cette nouvelle</w:t>
      </w:r>
      <w:r>
        <w:t xml:space="preserve">. </w:t>
      </w:r>
      <w:r w:rsidR="008F7090" w:rsidRPr="003A0BBB">
        <w:t>J</w:t>
      </w:r>
      <w:r>
        <w:t>’</w:t>
      </w:r>
      <w:r w:rsidR="008F7090" w:rsidRPr="003A0BBB">
        <w:t>attendais qu</w:t>
      </w:r>
      <w:r>
        <w:t>’</w:t>
      </w:r>
      <w:r w:rsidR="008F7090" w:rsidRPr="003A0BBB">
        <w:t>une bonne âme quelconque s</w:t>
      </w:r>
      <w:r>
        <w:t>’</w:t>
      </w:r>
      <w:r w:rsidR="008F7090" w:rsidRPr="003A0BBB">
        <w:t>en chargeât</w:t>
      </w:r>
      <w:r>
        <w:t xml:space="preserve">. </w:t>
      </w:r>
      <w:r w:rsidR="008F7090" w:rsidRPr="003A0BBB">
        <w:t>Mais je ne pouvais m</w:t>
      </w:r>
      <w:r>
        <w:t>’</w:t>
      </w:r>
      <w:r w:rsidR="008F7090" w:rsidRPr="003A0BBB">
        <w:t>empêcher de trouver que cela commençait à devenir un peu long</w:t>
      </w:r>
      <w:r>
        <w:t>.</w:t>
      </w:r>
    </w:p>
    <w:p w14:paraId="2B408A97" w14:textId="77777777" w:rsidR="003A6D8D" w:rsidRDefault="003A6D8D" w:rsidP="008F7090">
      <w:r>
        <w:t>— </w:t>
      </w:r>
      <w:r w:rsidR="008F7090" w:rsidRPr="003A0BBB">
        <w:t>Franz</w:t>
      </w:r>
      <w:r>
        <w:t xml:space="preserve"> ! </w:t>
      </w:r>
      <w:r w:rsidR="008F7090" w:rsidRPr="003A0BBB">
        <w:t>murmurai-je d</w:t>
      </w:r>
      <w:r>
        <w:t>’</w:t>
      </w:r>
      <w:r w:rsidR="008F7090" w:rsidRPr="003A0BBB">
        <w:t>une voix sourde</w:t>
      </w:r>
      <w:r>
        <w:t xml:space="preserve">, </w:t>
      </w:r>
      <w:r w:rsidR="008F7090" w:rsidRPr="003A0BBB">
        <w:t>Franz</w:t>
      </w:r>
      <w:r>
        <w:t> !…</w:t>
      </w:r>
    </w:p>
    <w:p w14:paraId="49FAA9C3" w14:textId="77777777" w:rsidR="003A6D8D" w:rsidRDefault="003A6D8D" w:rsidP="008F7090">
      <w:r>
        <w:t>— </w:t>
      </w:r>
      <w:r w:rsidR="008F7090" w:rsidRPr="003A0BBB">
        <w:t>Eh bien</w:t>
      </w:r>
      <w:r>
        <w:t> ?</w:t>
      </w:r>
    </w:p>
    <w:p w14:paraId="743639CD" w14:textId="77777777" w:rsidR="003A6D8D" w:rsidRDefault="003A6D8D" w:rsidP="008F7090">
      <w:r>
        <w:t>— </w:t>
      </w:r>
      <w:r w:rsidR="008F7090" w:rsidRPr="003A0BBB">
        <w:t>Fais attention</w:t>
      </w:r>
      <w:r>
        <w:t>.</w:t>
      </w:r>
    </w:p>
    <w:p w14:paraId="44A73B87" w14:textId="77777777" w:rsidR="003A6D8D" w:rsidRDefault="003A6D8D" w:rsidP="008F7090">
      <w:r>
        <w:t>— </w:t>
      </w:r>
      <w:r w:rsidR="008F7090" w:rsidRPr="003A0BBB">
        <w:t>À quoi</w:t>
      </w:r>
      <w:r>
        <w:t> ?</w:t>
      </w:r>
    </w:p>
    <w:p w14:paraId="43DBD1B2" w14:textId="77777777" w:rsidR="003A6D8D" w:rsidRDefault="003A6D8D" w:rsidP="008F7090">
      <w:r>
        <w:t>— </w:t>
      </w:r>
      <w:r w:rsidR="008F7090" w:rsidRPr="003A0BBB">
        <w:t>Tu vas te marier</w:t>
      </w:r>
      <w:r>
        <w:t> ?</w:t>
      </w:r>
    </w:p>
    <w:p w14:paraId="53447010" w14:textId="77777777" w:rsidR="003A6D8D" w:rsidRDefault="003A6D8D" w:rsidP="008F7090">
      <w:r>
        <w:t>— </w:t>
      </w:r>
      <w:r w:rsidR="008F7090" w:rsidRPr="003A0BBB">
        <w:t>Bien sûr</w:t>
      </w:r>
      <w:r>
        <w:t>.</w:t>
      </w:r>
    </w:p>
    <w:p w14:paraId="2E4F9EFC" w14:textId="77777777" w:rsidR="003A6D8D" w:rsidRDefault="003A6D8D" w:rsidP="008F7090">
      <w:r>
        <w:t>— </w:t>
      </w:r>
      <w:r w:rsidR="008F7090" w:rsidRPr="003A0BBB">
        <w:t>Fais attention</w:t>
      </w:r>
      <w:r>
        <w:t>.</w:t>
      </w:r>
    </w:p>
    <w:p w14:paraId="0107D76A" w14:textId="77777777" w:rsidR="003A6D8D" w:rsidRDefault="003A6D8D" w:rsidP="008F7090">
      <w:r>
        <w:t>— </w:t>
      </w:r>
      <w:r w:rsidR="008F7090" w:rsidRPr="003A0BBB">
        <w:t>À quoi</w:t>
      </w:r>
      <w:r>
        <w:t xml:space="preserve">, </w:t>
      </w:r>
      <w:r w:rsidR="008F7090" w:rsidRPr="003A0BBB">
        <w:t>encore une fois</w:t>
      </w:r>
      <w:r>
        <w:t> ?</w:t>
      </w:r>
    </w:p>
    <w:p w14:paraId="356D1B85" w14:textId="77777777" w:rsidR="003A6D8D" w:rsidRDefault="003A6D8D" w:rsidP="008F7090">
      <w:r>
        <w:t>— </w:t>
      </w:r>
      <w:r w:rsidR="008F7090" w:rsidRPr="003A0BBB">
        <w:t>Malheureux</w:t>
      </w:r>
      <w:r>
        <w:t xml:space="preserve"> ! </w:t>
      </w:r>
      <w:r w:rsidR="008F7090" w:rsidRPr="003A0BBB">
        <w:t>dis-je</w:t>
      </w:r>
      <w:r>
        <w:t xml:space="preserve">. </w:t>
      </w:r>
      <w:r w:rsidR="008F7090" w:rsidRPr="003A0BBB">
        <w:t>Malheureux</w:t>
      </w:r>
      <w:r>
        <w:t xml:space="preserve"> ! </w:t>
      </w:r>
      <w:r w:rsidR="008F7090" w:rsidRPr="003A0BBB">
        <w:t>Il ne comprend pas</w:t>
      </w:r>
      <w:r>
        <w:t> !</w:t>
      </w:r>
    </w:p>
    <w:p w14:paraId="79994BD6" w14:textId="77777777" w:rsidR="003A6D8D" w:rsidRDefault="003A6D8D" w:rsidP="008F7090">
      <w:r>
        <w:t>— </w:t>
      </w:r>
      <w:r w:rsidR="008F7090" w:rsidRPr="003A0BBB">
        <w:t>Qu</w:t>
      </w:r>
      <w:r>
        <w:t>’</w:t>
      </w:r>
      <w:r w:rsidR="008F7090" w:rsidRPr="003A0BBB">
        <w:t>est-ce que je ne comprends pas</w:t>
      </w:r>
      <w:r>
        <w:t> ?</w:t>
      </w:r>
    </w:p>
    <w:p w14:paraId="46C85A8A" w14:textId="77777777" w:rsidR="003A6D8D" w:rsidRDefault="003A6D8D" w:rsidP="008F7090">
      <w:r>
        <w:t>— </w:t>
      </w:r>
      <w:r w:rsidR="008F7090" w:rsidRPr="003A0BBB">
        <w:t>Plusieurs choses</w:t>
      </w:r>
      <w:r>
        <w:t xml:space="preserve">. </w:t>
      </w:r>
      <w:r w:rsidR="008F7090" w:rsidRPr="003A0BBB">
        <w:t>En tout cas à quel point je t</w:t>
      </w:r>
      <w:r>
        <w:t>’</w:t>
      </w:r>
      <w:r w:rsidR="008F7090" w:rsidRPr="003A0BBB">
        <w:t>aime encore</w:t>
      </w:r>
      <w:r>
        <w:t>.</w:t>
      </w:r>
    </w:p>
    <w:p w14:paraId="13C63BA9" w14:textId="77777777" w:rsidR="003A6D8D" w:rsidRDefault="003A6D8D" w:rsidP="008F7090">
      <w:r>
        <w:t>— </w:t>
      </w:r>
      <w:r w:rsidR="008F7090" w:rsidRPr="003A0BBB">
        <w:t>Vraiment</w:t>
      </w:r>
      <w:r>
        <w:t xml:space="preserve"> ? </w:t>
      </w:r>
      <w:r w:rsidR="008F7090" w:rsidRPr="003A0BBB">
        <w:t>On ne le dirait pas</w:t>
      </w:r>
      <w:r>
        <w:t>.</w:t>
      </w:r>
    </w:p>
    <w:p w14:paraId="00A2EE5F" w14:textId="77777777" w:rsidR="003A6D8D" w:rsidRDefault="003A6D8D" w:rsidP="008F7090">
      <w:r>
        <w:t>— </w:t>
      </w:r>
      <w:r w:rsidR="008F7090" w:rsidRPr="003A0BBB">
        <w:t>Comment</w:t>
      </w:r>
      <w:r>
        <w:t> ?</w:t>
      </w:r>
    </w:p>
    <w:p w14:paraId="4E3556CD" w14:textId="77777777" w:rsidR="003A6D8D" w:rsidRDefault="003A6D8D" w:rsidP="008F7090">
      <w:r>
        <w:lastRenderedPageBreak/>
        <w:t>— </w:t>
      </w:r>
      <w:r w:rsidR="008F7090" w:rsidRPr="003A0BBB">
        <w:t>Ou plutôt on ne l</w:t>
      </w:r>
      <w:r>
        <w:t>’</w:t>
      </w:r>
      <w:r w:rsidR="008F7090" w:rsidRPr="003A0BBB">
        <w:t>aurait pas dit</w:t>
      </w:r>
      <w:r>
        <w:t xml:space="preserve">, </w:t>
      </w:r>
      <w:r w:rsidR="008F7090" w:rsidRPr="003A0BBB">
        <w:t>à l</w:t>
      </w:r>
      <w:r>
        <w:t>’</w:t>
      </w:r>
      <w:r w:rsidR="008F7090" w:rsidRPr="003A0BBB">
        <w:t>époque où</w:t>
      </w:r>
      <w:r>
        <w:t xml:space="preserve">, </w:t>
      </w:r>
      <w:r w:rsidR="008F7090" w:rsidRPr="003A0BBB">
        <w:t>rappelle-toi</w:t>
      </w:r>
      <w:r>
        <w:t xml:space="preserve">, </w:t>
      </w:r>
      <w:r w:rsidR="008F7090" w:rsidRPr="003A0BBB">
        <w:t>je passais mon temps à te proposer de m</w:t>
      </w:r>
      <w:r>
        <w:t>’</w:t>
      </w:r>
      <w:r w:rsidR="008F7090" w:rsidRPr="003A0BBB">
        <w:t>épouser</w:t>
      </w:r>
      <w:r>
        <w:t xml:space="preserve">. </w:t>
      </w:r>
      <w:r w:rsidR="008F7090" w:rsidRPr="003A0BBB">
        <w:t>J</w:t>
      </w:r>
      <w:r>
        <w:t>’</w:t>
      </w:r>
      <w:r w:rsidR="008F7090" w:rsidRPr="003A0BBB">
        <w:t>ai bien été obligé de finir par croire que tu n</w:t>
      </w:r>
      <w:r>
        <w:t>’</w:t>
      </w:r>
      <w:r w:rsidR="008F7090" w:rsidRPr="003A0BBB">
        <w:t>y tenais pas</w:t>
      </w:r>
      <w:r>
        <w:t xml:space="preserve">, </w:t>
      </w:r>
      <w:r w:rsidR="008F7090" w:rsidRPr="003A0BBB">
        <w:t>que tu ne tenais pas à moi</w:t>
      </w:r>
      <w:r>
        <w:t xml:space="preserve">. </w:t>
      </w:r>
      <w:r w:rsidR="008F7090" w:rsidRPr="003A0BBB">
        <w:t>Quoi d</w:t>
      </w:r>
      <w:r>
        <w:t>’</w:t>
      </w:r>
      <w:r w:rsidR="008F7090" w:rsidRPr="003A0BBB">
        <w:t>étonnant si</w:t>
      </w:r>
      <w:r>
        <w:t xml:space="preserve">, </w:t>
      </w:r>
      <w:r w:rsidR="008F7090" w:rsidRPr="003A0BBB">
        <w:t>dans ces conditions</w:t>
      </w:r>
      <w:r>
        <w:t>…</w:t>
      </w:r>
    </w:p>
    <w:p w14:paraId="62AB2FB4" w14:textId="77777777" w:rsidR="003A6D8D" w:rsidRDefault="008F7090" w:rsidP="008F7090">
      <w:r w:rsidRPr="003A0BBB">
        <w:t>Je marchai sur lui</w:t>
      </w:r>
      <w:r w:rsidR="003A6D8D">
        <w:t xml:space="preserve">. </w:t>
      </w:r>
      <w:r w:rsidRPr="003A0BBB">
        <w:t>Il s</w:t>
      </w:r>
      <w:r w:rsidR="003A6D8D">
        <w:t>’</w:t>
      </w:r>
      <w:r w:rsidRPr="003A0BBB">
        <w:t>arrêta</w:t>
      </w:r>
      <w:r w:rsidR="003A6D8D">
        <w:t xml:space="preserve">, </w:t>
      </w:r>
      <w:r w:rsidRPr="003A0BBB">
        <w:t>continuant à me regarder avec une curiosité où il entrait tout ensemble de la crainte et du défi</w:t>
      </w:r>
      <w:r w:rsidR="003A6D8D">
        <w:t>.</w:t>
      </w:r>
    </w:p>
    <w:p w14:paraId="4CC0B9B1" w14:textId="77777777" w:rsidR="003A6D8D" w:rsidRDefault="003A6D8D" w:rsidP="008F7090">
      <w:r>
        <w:t>— </w:t>
      </w:r>
      <w:r w:rsidR="008F7090" w:rsidRPr="003A0BBB">
        <w:t>Franz</w:t>
      </w:r>
      <w:r>
        <w:t xml:space="preserve">, </w:t>
      </w:r>
      <w:r w:rsidR="008F7090" w:rsidRPr="003A0BBB">
        <w:t>dis-je d</w:t>
      </w:r>
      <w:r>
        <w:t>’</w:t>
      </w:r>
      <w:r w:rsidR="008F7090" w:rsidRPr="003A0BBB">
        <w:t>une voix profonde</w:t>
      </w:r>
      <w:r>
        <w:t xml:space="preserve">, </w:t>
      </w:r>
      <w:r w:rsidR="008F7090" w:rsidRPr="003A0BBB">
        <w:t>est-ce que vraiment tu n</w:t>
      </w:r>
      <w:r>
        <w:t>’</w:t>
      </w:r>
      <w:r w:rsidR="008F7090" w:rsidRPr="003A0BBB">
        <w:t>as pas honte</w:t>
      </w:r>
      <w:r>
        <w:t> ?</w:t>
      </w:r>
    </w:p>
    <w:p w14:paraId="644F8EB2" w14:textId="77777777" w:rsidR="003A6D8D" w:rsidRDefault="003A6D8D" w:rsidP="008F7090">
      <w:r>
        <w:t>— </w:t>
      </w:r>
      <w:r w:rsidR="008F7090" w:rsidRPr="003A0BBB">
        <w:t>Honte de quoi</w:t>
      </w:r>
      <w:r>
        <w:t xml:space="preserve"> ? </w:t>
      </w:r>
      <w:r w:rsidR="008F7090" w:rsidRPr="003A0BBB">
        <w:t>demanda-t-il</w:t>
      </w:r>
      <w:r>
        <w:t xml:space="preserve">, </w:t>
      </w:r>
      <w:r w:rsidR="008F7090" w:rsidRPr="003A0BBB">
        <w:t>sur un ton qui était déjà moins assuré</w:t>
      </w:r>
      <w:r>
        <w:t>.</w:t>
      </w:r>
    </w:p>
    <w:p w14:paraId="495E337F" w14:textId="77777777" w:rsidR="003A6D8D" w:rsidRDefault="003A6D8D" w:rsidP="008F7090">
      <w:r>
        <w:t>— </w:t>
      </w:r>
      <w:r w:rsidR="008F7090" w:rsidRPr="003A0BBB">
        <w:t>Elle est plus belle que moi</w:t>
      </w:r>
      <w:r>
        <w:t xml:space="preserve">, </w:t>
      </w:r>
      <w:r w:rsidR="008F7090" w:rsidRPr="003A0BBB">
        <w:t>n</w:t>
      </w:r>
      <w:r>
        <w:t>’</w:t>
      </w:r>
      <w:r w:rsidR="008F7090" w:rsidRPr="003A0BBB">
        <w:t>est-ce pas</w:t>
      </w:r>
      <w:r>
        <w:t> ?</w:t>
      </w:r>
    </w:p>
    <w:p w14:paraId="65FAC2C8" w14:textId="77777777" w:rsidR="003A6D8D" w:rsidRDefault="008F7090" w:rsidP="008F7090">
      <w:r w:rsidRPr="003A0BBB">
        <w:t>Il ne répondit pas</w:t>
      </w:r>
      <w:r w:rsidR="003A6D8D">
        <w:t xml:space="preserve">, </w:t>
      </w:r>
      <w:r w:rsidRPr="003A0BBB">
        <w:t>se contentant de hausser les épaules</w:t>
      </w:r>
      <w:r w:rsidR="003A6D8D">
        <w:t>.</w:t>
      </w:r>
    </w:p>
    <w:p w14:paraId="496BCDFA" w14:textId="77777777" w:rsidR="003A6D8D" w:rsidRDefault="003A6D8D" w:rsidP="008F7090">
      <w:r>
        <w:t>— </w:t>
      </w:r>
      <w:r w:rsidR="008F7090" w:rsidRPr="003A0BBB">
        <w:t>En tout cas</w:t>
      </w:r>
      <w:r>
        <w:t xml:space="preserve">, </w:t>
      </w:r>
      <w:r w:rsidR="008F7090" w:rsidRPr="003A0BBB">
        <w:t>elle est plus riche</w:t>
      </w:r>
      <w:r>
        <w:t>.</w:t>
      </w:r>
    </w:p>
    <w:p w14:paraId="22BA7089" w14:textId="77777777" w:rsidR="003A6D8D" w:rsidRDefault="008F7090" w:rsidP="008F7090">
      <w:r w:rsidRPr="003A0BBB">
        <w:t>Il ricana</w:t>
      </w:r>
      <w:r w:rsidR="003A6D8D">
        <w:t>.</w:t>
      </w:r>
    </w:p>
    <w:p w14:paraId="600D89C3" w14:textId="77777777" w:rsidR="003A6D8D" w:rsidRDefault="003A6D8D" w:rsidP="008F7090">
      <w:r>
        <w:t>— </w:t>
      </w:r>
      <w:r w:rsidR="008F7090" w:rsidRPr="003A0BBB">
        <w:t>Des insinuations de ce genre</w:t>
      </w:r>
      <w:r>
        <w:t xml:space="preserve">, </w:t>
      </w:r>
      <w:r w:rsidR="008F7090" w:rsidRPr="003A0BBB">
        <w:t>fit-il</w:t>
      </w:r>
      <w:r>
        <w:t xml:space="preserve">, </w:t>
      </w:r>
      <w:r w:rsidR="008F7090" w:rsidRPr="003A0BBB">
        <w:t>ça ne m</w:t>
      </w:r>
      <w:r>
        <w:t>’</w:t>
      </w:r>
      <w:r w:rsidR="008F7090" w:rsidRPr="003A0BBB">
        <w:t>atteint pas</w:t>
      </w:r>
      <w:r>
        <w:t>.</w:t>
      </w:r>
    </w:p>
    <w:p w14:paraId="5928B123" w14:textId="77777777" w:rsidR="003A6D8D" w:rsidRDefault="003A6D8D" w:rsidP="008F7090">
      <w:r>
        <w:t>— </w:t>
      </w:r>
      <w:r w:rsidR="008F7090" w:rsidRPr="003A0BBB">
        <w:t>Elle est plus jeune</w:t>
      </w:r>
      <w:r>
        <w:t xml:space="preserve">, </w:t>
      </w:r>
      <w:r w:rsidR="008F7090" w:rsidRPr="003A0BBB">
        <w:t>aussi</w:t>
      </w:r>
      <w:r>
        <w:t>.</w:t>
      </w:r>
    </w:p>
    <w:p w14:paraId="3F29301E" w14:textId="77777777" w:rsidR="003A6D8D" w:rsidRDefault="003A6D8D" w:rsidP="008F7090">
      <w:r>
        <w:t>— </w:t>
      </w:r>
      <w:r w:rsidR="008F7090" w:rsidRPr="003A0BBB">
        <w:t>Dame</w:t>
      </w:r>
      <w:r>
        <w:t> !…</w:t>
      </w:r>
    </w:p>
    <w:p w14:paraId="52E830DC" w14:textId="77777777" w:rsidR="003A6D8D" w:rsidRDefault="003A6D8D" w:rsidP="008F7090">
      <w:r>
        <w:t>— </w:t>
      </w:r>
      <w:r w:rsidR="008F7090" w:rsidRPr="003A0BBB">
        <w:t>Tu oses</w:t>
      </w:r>
      <w:r>
        <w:t> !…</w:t>
      </w:r>
    </w:p>
    <w:p w14:paraId="1A1FD833" w14:textId="77777777" w:rsidR="003A6D8D" w:rsidRDefault="008F7090" w:rsidP="008F7090">
      <w:r w:rsidRPr="003A0BBB">
        <w:t>J</w:t>
      </w:r>
      <w:r w:rsidR="003A6D8D">
        <w:t>’</w:t>
      </w:r>
      <w:r w:rsidRPr="003A0BBB">
        <w:t>avais chancelé</w:t>
      </w:r>
      <w:r w:rsidR="003A6D8D">
        <w:t xml:space="preserve">. </w:t>
      </w:r>
      <w:r w:rsidRPr="003A0BBB">
        <w:t>Mais je parvins à me faire violence</w:t>
      </w:r>
      <w:r w:rsidR="003A6D8D">
        <w:t xml:space="preserve">, </w:t>
      </w:r>
      <w:r w:rsidRPr="003A0BBB">
        <w:t>et ce fut à lui de blêmir</w:t>
      </w:r>
      <w:r w:rsidR="003A6D8D">
        <w:t xml:space="preserve">, </w:t>
      </w:r>
      <w:r w:rsidRPr="003A0BBB">
        <w:t>lorsque</w:t>
      </w:r>
      <w:r w:rsidR="003A6D8D">
        <w:t xml:space="preserve">, </w:t>
      </w:r>
      <w:r w:rsidRPr="003A0BBB">
        <w:t>scandant impitoyablement chacune de mes paroles</w:t>
      </w:r>
      <w:r w:rsidR="003A6D8D">
        <w:t xml:space="preserve">, </w:t>
      </w:r>
      <w:r w:rsidRPr="003A0BBB">
        <w:t>j</w:t>
      </w:r>
      <w:r w:rsidR="003A6D8D">
        <w:t>’</w:t>
      </w:r>
      <w:r w:rsidRPr="003A0BBB">
        <w:t>achevai</w:t>
      </w:r>
      <w:r w:rsidR="003A6D8D">
        <w:t> :</w:t>
      </w:r>
    </w:p>
    <w:p w14:paraId="23167241" w14:textId="77777777" w:rsidR="003A6D8D" w:rsidRDefault="003A6D8D" w:rsidP="008F7090">
      <w:r>
        <w:t>— </w:t>
      </w:r>
      <w:r w:rsidR="008F7090" w:rsidRPr="003A0BBB">
        <w:t>Plus jeune que moi</w:t>
      </w:r>
      <w:r>
        <w:t xml:space="preserve">, </w:t>
      </w:r>
      <w:r w:rsidR="008F7090" w:rsidRPr="003A0BBB">
        <w:t>sans doute</w:t>
      </w:r>
      <w:r>
        <w:t xml:space="preserve">, </w:t>
      </w:r>
      <w:r w:rsidR="008F7090" w:rsidRPr="003A0BBB">
        <w:t>mais pas plus jeune que ne l</w:t>
      </w:r>
      <w:r>
        <w:t>’</w:t>
      </w:r>
      <w:r w:rsidR="008F7090" w:rsidRPr="003A0BBB">
        <w:t>était Camille</w:t>
      </w:r>
      <w:r>
        <w:t xml:space="preserve">, </w:t>
      </w:r>
      <w:r w:rsidR="008F7090" w:rsidRPr="003A0BBB">
        <w:t>n</w:t>
      </w:r>
      <w:r>
        <w:t>’</w:t>
      </w:r>
      <w:r w:rsidR="008F7090" w:rsidRPr="003A0BBB">
        <w:t>est-ce pas</w:t>
      </w:r>
      <w:r>
        <w:t> ?</w:t>
      </w:r>
    </w:p>
    <w:p w14:paraId="76815399" w14:textId="77777777" w:rsidR="003A6D8D" w:rsidRDefault="008F7090" w:rsidP="008F7090">
      <w:r w:rsidRPr="003A0BBB">
        <w:lastRenderedPageBreak/>
        <w:t>C</w:t>
      </w:r>
      <w:r w:rsidR="003A6D8D">
        <w:t>’</w:t>
      </w:r>
      <w:r w:rsidRPr="003A0BBB">
        <w:t>était la première fois que ce nom revenait entre nous</w:t>
      </w:r>
      <w:r w:rsidR="003A6D8D">
        <w:t xml:space="preserve">. </w:t>
      </w:r>
      <w:r w:rsidRPr="003A0BBB">
        <w:t>Franz frappa d</w:t>
      </w:r>
      <w:r w:rsidR="003A6D8D">
        <w:t>’</w:t>
      </w:r>
      <w:r w:rsidRPr="003A0BBB">
        <w:t>un coup de poing la petite table</w:t>
      </w:r>
      <w:r w:rsidR="003A6D8D">
        <w:t xml:space="preserve">. </w:t>
      </w:r>
      <w:r w:rsidRPr="003A0BBB">
        <w:t>Quelques pétales de roses retombèrent sur le tapis</w:t>
      </w:r>
      <w:r w:rsidR="003A6D8D">
        <w:t>.</w:t>
      </w:r>
    </w:p>
    <w:p w14:paraId="3E8D9C52" w14:textId="77777777" w:rsidR="003A6D8D" w:rsidRDefault="003A6D8D" w:rsidP="008F7090">
      <w:r>
        <w:t>— </w:t>
      </w:r>
      <w:r w:rsidR="008F7090" w:rsidRPr="003A0BBB">
        <w:t>Assez</w:t>
      </w:r>
      <w:r>
        <w:t xml:space="preserve"> ! </w:t>
      </w:r>
      <w:r w:rsidR="008F7090" w:rsidRPr="003A0BBB">
        <w:t>J</w:t>
      </w:r>
      <w:r>
        <w:t>’</w:t>
      </w:r>
      <w:r w:rsidR="008F7090" w:rsidRPr="003A0BBB">
        <w:t>en ai assez</w:t>
      </w:r>
      <w:r>
        <w:t xml:space="preserve">. </w:t>
      </w:r>
      <w:r w:rsidR="008F7090" w:rsidRPr="003A0BBB">
        <w:t>Trêve à cette conversation stupide</w:t>
      </w:r>
      <w:r>
        <w:t xml:space="preserve">. </w:t>
      </w:r>
      <w:r w:rsidR="008F7090" w:rsidRPr="003A0BBB">
        <w:t>Si tu as quelque chose à dire</w:t>
      </w:r>
      <w:r>
        <w:t xml:space="preserve">, </w:t>
      </w:r>
      <w:r w:rsidR="008F7090" w:rsidRPr="003A0BBB">
        <w:t>dis-le</w:t>
      </w:r>
      <w:r>
        <w:t>.</w:t>
      </w:r>
    </w:p>
    <w:p w14:paraId="3DB42F90" w14:textId="77777777" w:rsidR="003A6D8D" w:rsidRDefault="003A6D8D" w:rsidP="008F7090">
      <w:r>
        <w:t>— </w:t>
      </w:r>
      <w:r w:rsidR="008F7090" w:rsidRPr="003A0BBB">
        <w:t>Franz</w:t>
      </w:r>
      <w:r>
        <w:t xml:space="preserve">, </w:t>
      </w:r>
      <w:r w:rsidR="008F7090" w:rsidRPr="003A0BBB">
        <w:t>dis-je</w:t>
      </w:r>
      <w:r>
        <w:t xml:space="preserve">, </w:t>
      </w:r>
      <w:r w:rsidR="008F7090" w:rsidRPr="003A0BBB">
        <w:t>si tu ne m</w:t>
      </w:r>
      <w:r>
        <w:t>’</w:t>
      </w:r>
      <w:r w:rsidR="008F7090" w:rsidRPr="003A0BBB">
        <w:t>aimes plus</w:t>
      </w:r>
      <w:r>
        <w:t xml:space="preserve">, </w:t>
      </w:r>
      <w:r w:rsidR="008F7090" w:rsidRPr="003A0BBB">
        <w:t>ne comprends-tu donc pas que moi je t</w:t>
      </w:r>
      <w:r>
        <w:t>’</w:t>
      </w:r>
      <w:r w:rsidR="008F7090" w:rsidRPr="003A0BBB">
        <w:t>aime encore</w:t>
      </w:r>
      <w:r>
        <w:t> ?</w:t>
      </w:r>
    </w:p>
    <w:p w14:paraId="1D5C639C" w14:textId="77777777" w:rsidR="003A6D8D" w:rsidRDefault="003A6D8D" w:rsidP="008F7090">
      <w:r>
        <w:t>— </w:t>
      </w:r>
      <w:r w:rsidR="008F7090" w:rsidRPr="003A0BBB">
        <w:t>Eh bien</w:t>
      </w:r>
      <w:r>
        <w:t> ?</w:t>
      </w:r>
    </w:p>
    <w:p w14:paraId="73840E6E" w14:textId="77777777" w:rsidR="003A6D8D" w:rsidRDefault="003A6D8D" w:rsidP="008F7090">
      <w:r>
        <w:t>— </w:t>
      </w:r>
      <w:r w:rsidR="008F7090" w:rsidRPr="003A0BBB">
        <w:t>Eh bien</w:t>
      </w:r>
      <w:r>
        <w:t xml:space="preserve">, </w:t>
      </w:r>
      <w:r w:rsidR="008F7090" w:rsidRPr="003A0BBB">
        <w:t>n</w:t>
      </w:r>
      <w:r>
        <w:t>’</w:t>
      </w:r>
      <w:r w:rsidR="008F7090" w:rsidRPr="003A0BBB">
        <w:t>est-ce pas suffisamment clair</w:t>
      </w:r>
      <w:r>
        <w:t> ?</w:t>
      </w:r>
    </w:p>
    <w:p w14:paraId="746A92B7" w14:textId="77777777" w:rsidR="003A6D8D" w:rsidRDefault="008F7090" w:rsidP="008F7090">
      <w:r w:rsidRPr="003A0BBB">
        <w:t>Il se tut</w:t>
      </w:r>
      <w:r w:rsidR="003A6D8D">
        <w:t>.</w:t>
      </w:r>
    </w:p>
    <w:p w14:paraId="79556BC6" w14:textId="77777777" w:rsidR="003A6D8D" w:rsidRDefault="003A6D8D" w:rsidP="008F7090">
      <w:r>
        <w:t>— </w:t>
      </w:r>
      <w:r w:rsidR="008F7090" w:rsidRPr="003A0BBB">
        <w:t>Tu l</w:t>
      </w:r>
      <w:r>
        <w:t>’</w:t>
      </w:r>
      <w:r w:rsidR="008F7090" w:rsidRPr="003A0BBB">
        <w:t>aimes donc</w:t>
      </w:r>
      <w:r>
        <w:t xml:space="preserve">, </w:t>
      </w:r>
      <w:r w:rsidR="008F7090" w:rsidRPr="003A0BBB">
        <w:t>elle</w:t>
      </w:r>
      <w:r>
        <w:t> ?</w:t>
      </w:r>
    </w:p>
    <w:p w14:paraId="76449F07" w14:textId="77777777" w:rsidR="003A6D8D" w:rsidRDefault="003A6D8D" w:rsidP="008F7090">
      <w:r>
        <w:t>— </w:t>
      </w:r>
      <w:r w:rsidR="008F7090" w:rsidRPr="003A0BBB">
        <w:t>Cela me regarde</w:t>
      </w:r>
      <w:r>
        <w:t xml:space="preserve">, </w:t>
      </w:r>
      <w:r w:rsidR="008F7090" w:rsidRPr="003A0BBB">
        <w:t>dit-il sèchement</w:t>
      </w:r>
      <w:r>
        <w:t>.</w:t>
      </w:r>
    </w:p>
    <w:p w14:paraId="287864EE" w14:textId="77777777" w:rsidR="003A6D8D" w:rsidRDefault="008F7090" w:rsidP="008F7090">
      <w:r w:rsidRPr="003A0BBB">
        <w:t>Ah</w:t>
      </w:r>
      <w:r w:rsidR="003A6D8D">
        <w:t xml:space="preserve"> ! </w:t>
      </w:r>
      <w:r w:rsidRPr="003A0BBB">
        <w:t>quelle folie</w:t>
      </w:r>
      <w:r w:rsidR="003A6D8D">
        <w:t xml:space="preserve">, </w:t>
      </w:r>
      <w:r w:rsidRPr="003A0BBB">
        <w:t>en ces minutes tragiques</w:t>
      </w:r>
      <w:r w:rsidR="003A6D8D">
        <w:t xml:space="preserve">, </w:t>
      </w:r>
      <w:r w:rsidRPr="003A0BBB">
        <w:t>en ces minutes décisives</w:t>
      </w:r>
      <w:r w:rsidR="003A6D8D">
        <w:t xml:space="preserve">, </w:t>
      </w:r>
      <w:r w:rsidRPr="003A0BBB">
        <w:t>était la sienne</w:t>
      </w:r>
      <w:r w:rsidR="003A6D8D">
        <w:t xml:space="preserve"> ! </w:t>
      </w:r>
      <w:r w:rsidRPr="003A0BBB">
        <w:t>Quelle folie</w:t>
      </w:r>
      <w:r w:rsidR="003A6D8D">
        <w:t xml:space="preserve">, </w:t>
      </w:r>
      <w:r w:rsidRPr="003A0BBB">
        <w:t>et aussi quel orgueil</w:t>
      </w:r>
      <w:r w:rsidR="003A6D8D">
        <w:t xml:space="preserve"> ! </w:t>
      </w:r>
      <w:r w:rsidRPr="003A0BBB">
        <w:t>Avec un peu de douceur</w:t>
      </w:r>
      <w:r w:rsidR="003A6D8D">
        <w:t xml:space="preserve">, </w:t>
      </w:r>
      <w:r w:rsidRPr="003A0BBB">
        <w:t>quelques phrases de compassion</w:t>
      </w:r>
      <w:r w:rsidR="003A6D8D">
        <w:t xml:space="preserve">, </w:t>
      </w:r>
      <w:r w:rsidRPr="003A0BBB">
        <w:t>il m</w:t>
      </w:r>
      <w:r w:rsidR="003A6D8D">
        <w:t>’</w:t>
      </w:r>
      <w:r w:rsidRPr="003A0BBB">
        <w:t>aurait désarmée</w:t>
      </w:r>
      <w:r w:rsidR="003A6D8D">
        <w:t xml:space="preserve">, </w:t>
      </w:r>
      <w:r w:rsidRPr="003A0BBB">
        <w:t>peut-être</w:t>
      </w:r>
      <w:r w:rsidR="003A6D8D">
        <w:t xml:space="preserve">… </w:t>
      </w:r>
      <w:r w:rsidRPr="003A0BBB">
        <w:t>Cette douceur</w:t>
      </w:r>
      <w:r w:rsidR="003A6D8D">
        <w:t xml:space="preserve">, </w:t>
      </w:r>
      <w:r w:rsidRPr="003A0BBB">
        <w:t>il ne l</w:t>
      </w:r>
      <w:r w:rsidR="003A6D8D">
        <w:t>’</w:t>
      </w:r>
      <w:r w:rsidRPr="003A0BBB">
        <w:t>a pas eue</w:t>
      </w:r>
      <w:r w:rsidR="003A6D8D">
        <w:t xml:space="preserve">. </w:t>
      </w:r>
      <w:r w:rsidRPr="003A0BBB">
        <w:t>Ces phrases</w:t>
      </w:r>
      <w:r w:rsidR="003A6D8D">
        <w:t xml:space="preserve">, </w:t>
      </w:r>
      <w:r w:rsidRPr="003A0BBB">
        <w:t>il n</w:t>
      </w:r>
      <w:r w:rsidR="003A6D8D">
        <w:t>’</w:t>
      </w:r>
      <w:r w:rsidRPr="003A0BBB">
        <w:t>a même pas pensé à les chercher</w:t>
      </w:r>
      <w:r w:rsidR="003A6D8D">
        <w:t>.</w:t>
      </w:r>
    </w:p>
    <w:p w14:paraId="70F612CF" w14:textId="77777777" w:rsidR="003A6D8D" w:rsidRDefault="003A6D8D" w:rsidP="008F7090">
      <w:r>
        <w:t>— </w:t>
      </w:r>
      <w:r w:rsidR="008F7090" w:rsidRPr="003A0BBB">
        <w:t>Écoute</w:t>
      </w:r>
      <w:r>
        <w:t xml:space="preserve">, </w:t>
      </w:r>
      <w:r w:rsidR="008F7090" w:rsidRPr="003A0BBB">
        <w:t>fis-je</w:t>
      </w:r>
      <w:r>
        <w:t xml:space="preserve">, </w:t>
      </w:r>
      <w:r w:rsidR="008F7090" w:rsidRPr="003A0BBB">
        <w:t>la gorge serrée</w:t>
      </w:r>
      <w:r>
        <w:t xml:space="preserve">. </w:t>
      </w:r>
      <w:r w:rsidR="008F7090" w:rsidRPr="003A0BBB">
        <w:t>Est-ce que tu t</w:t>
      </w:r>
      <w:r>
        <w:t>’</w:t>
      </w:r>
      <w:r w:rsidR="008F7090" w:rsidRPr="003A0BBB">
        <w:t>imagines qu</w:t>
      </w:r>
      <w:r>
        <w:t>’</w:t>
      </w:r>
      <w:r w:rsidR="008F7090" w:rsidRPr="003A0BBB">
        <w:t>il est habile de ta part</w:t>
      </w:r>
      <w:r>
        <w:t xml:space="preserve">, </w:t>
      </w:r>
      <w:r w:rsidR="008F7090" w:rsidRPr="003A0BBB">
        <w:t>qu</w:t>
      </w:r>
      <w:r>
        <w:t>’</w:t>
      </w:r>
      <w:r w:rsidR="008F7090" w:rsidRPr="003A0BBB">
        <w:t>il est prudent</w:t>
      </w:r>
      <w:r>
        <w:t> ?…</w:t>
      </w:r>
    </w:p>
    <w:p w14:paraId="4CA11C3D" w14:textId="77777777" w:rsidR="003A6D8D" w:rsidRDefault="008F7090" w:rsidP="008F7090">
      <w:r w:rsidRPr="003A0BBB">
        <w:t>Cette fois</w:t>
      </w:r>
      <w:r w:rsidR="003A6D8D">
        <w:t xml:space="preserve">, </w:t>
      </w:r>
      <w:r w:rsidRPr="003A0BBB">
        <w:t>c</w:t>
      </w:r>
      <w:r w:rsidR="003A6D8D">
        <w:t>’</w:t>
      </w:r>
      <w:r w:rsidRPr="003A0BBB">
        <w:t>était lui qui avait marché vers moi</w:t>
      </w:r>
      <w:r w:rsidR="003A6D8D">
        <w:t xml:space="preserve">, </w:t>
      </w:r>
      <w:r w:rsidRPr="003A0BBB">
        <w:t>qui m</w:t>
      </w:r>
      <w:r w:rsidR="003A6D8D">
        <w:t>’</w:t>
      </w:r>
      <w:r w:rsidRPr="003A0BBB">
        <w:t>avait saisie au poignet</w:t>
      </w:r>
      <w:r w:rsidR="003A6D8D">
        <w:t xml:space="preserve">. </w:t>
      </w:r>
      <w:r w:rsidRPr="003A0BBB">
        <w:t>J</w:t>
      </w:r>
      <w:r w:rsidR="003A6D8D">
        <w:t>’</w:t>
      </w:r>
      <w:r w:rsidRPr="003A0BBB">
        <w:t>eus peur</w:t>
      </w:r>
      <w:r w:rsidR="003A6D8D">
        <w:t xml:space="preserve">. </w:t>
      </w:r>
      <w:r w:rsidRPr="003A0BBB">
        <w:t>Je reculai</w:t>
      </w:r>
      <w:r w:rsidR="003A6D8D">
        <w:t>.</w:t>
      </w:r>
    </w:p>
    <w:p w14:paraId="3481C3D7" w14:textId="77777777" w:rsidR="003A6D8D" w:rsidRDefault="003A6D8D" w:rsidP="008F7090">
      <w:r>
        <w:t>— </w:t>
      </w:r>
      <w:r w:rsidR="008F7090" w:rsidRPr="003A0BBB">
        <w:t>Écoute à ton tour</w:t>
      </w:r>
      <w:r>
        <w:t xml:space="preserve">, </w:t>
      </w:r>
      <w:r w:rsidR="008F7090" w:rsidRPr="003A0BBB">
        <w:t>dit-il</w:t>
      </w:r>
      <w:r>
        <w:t xml:space="preserve">, </w:t>
      </w:r>
      <w:r w:rsidR="008F7090" w:rsidRPr="003A0BBB">
        <w:t>tout cela est très gentil</w:t>
      </w:r>
      <w:r>
        <w:t xml:space="preserve">, </w:t>
      </w:r>
      <w:r w:rsidR="008F7090" w:rsidRPr="003A0BBB">
        <w:t>mais je t</w:t>
      </w:r>
      <w:r>
        <w:t>’</w:t>
      </w:r>
      <w:r w:rsidR="008F7090" w:rsidRPr="003A0BBB">
        <w:t>ai prévenue tout à l</w:t>
      </w:r>
      <w:r>
        <w:t>’</w:t>
      </w:r>
      <w:r w:rsidR="008F7090" w:rsidRPr="003A0BBB">
        <w:t>heure par téléphone</w:t>
      </w:r>
      <w:r>
        <w:t xml:space="preserve"> : </w:t>
      </w:r>
      <w:r w:rsidR="008F7090" w:rsidRPr="003A0BBB">
        <w:t>ce soir</w:t>
      </w:r>
      <w:r>
        <w:t xml:space="preserve">, </w:t>
      </w:r>
      <w:r w:rsidR="008F7090" w:rsidRPr="003A0BBB">
        <w:t>je suis un peu pressé</w:t>
      </w:r>
      <w:r>
        <w:t xml:space="preserve">. </w:t>
      </w:r>
      <w:r w:rsidR="008F7090" w:rsidRPr="003A0BBB">
        <w:t>Nous reprendrons demain cette charmante conversation</w:t>
      </w:r>
      <w:r>
        <w:t xml:space="preserve">. </w:t>
      </w:r>
      <w:r w:rsidR="008F7090" w:rsidRPr="003A0BBB">
        <w:t>Je n</w:t>
      </w:r>
      <w:r>
        <w:t>’</w:t>
      </w:r>
      <w:r w:rsidR="008F7090" w:rsidRPr="003A0BBB">
        <w:t>ai pas</w:t>
      </w:r>
      <w:r>
        <w:t xml:space="preserve">, </w:t>
      </w:r>
      <w:r w:rsidR="008F7090" w:rsidRPr="003A0BBB">
        <w:t>que je sache</w:t>
      </w:r>
      <w:r>
        <w:t xml:space="preserve">, </w:t>
      </w:r>
      <w:r w:rsidR="008F7090" w:rsidRPr="003A0BBB">
        <w:t>l</w:t>
      </w:r>
      <w:r>
        <w:t>’</w:t>
      </w:r>
      <w:r w:rsidR="008F7090" w:rsidRPr="003A0BBB">
        <w:t>habitude de me dérober</w:t>
      </w:r>
      <w:r>
        <w:t xml:space="preserve">. </w:t>
      </w:r>
      <w:r w:rsidR="008F7090" w:rsidRPr="003A0BBB">
        <w:t>Mais pas ce soir</w:t>
      </w:r>
      <w:r>
        <w:t>.</w:t>
      </w:r>
    </w:p>
    <w:p w14:paraId="2B93E442" w14:textId="77777777" w:rsidR="003A6D8D" w:rsidRDefault="003A6D8D" w:rsidP="008F7090">
      <w:r>
        <w:lastRenderedPageBreak/>
        <w:t>— </w:t>
      </w:r>
      <w:r w:rsidR="008F7090" w:rsidRPr="003A0BBB">
        <w:t>Tu vas la retrouver</w:t>
      </w:r>
      <w:r>
        <w:t xml:space="preserve">, </w:t>
      </w:r>
      <w:r w:rsidR="008F7090" w:rsidRPr="003A0BBB">
        <w:t>n</w:t>
      </w:r>
      <w:r>
        <w:t>’</w:t>
      </w:r>
      <w:r w:rsidR="008F7090" w:rsidRPr="003A0BBB">
        <w:t>est-ce pas</w:t>
      </w:r>
      <w:r>
        <w:t> ?</w:t>
      </w:r>
    </w:p>
    <w:p w14:paraId="4FD00B92" w14:textId="77777777" w:rsidR="003A6D8D" w:rsidRDefault="003A6D8D" w:rsidP="008F7090">
      <w:r>
        <w:t>— </w:t>
      </w:r>
      <w:r w:rsidR="008F7090" w:rsidRPr="003A0BBB">
        <w:t>Et quand cela serait</w:t>
      </w:r>
      <w:r>
        <w:t>.</w:t>
      </w:r>
    </w:p>
    <w:p w14:paraId="15B78039" w14:textId="77777777" w:rsidR="003A6D8D" w:rsidRDefault="003A6D8D" w:rsidP="008F7090">
      <w:r>
        <w:t>— </w:t>
      </w:r>
      <w:r w:rsidR="008F7090" w:rsidRPr="003A0BBB">
        <w:t>Ah</w:t>
      </w:r>
      <w:r>
        <w:t xml:space="preserve"> ! </w:t>
      </w:r>
      <w:r w:rsidR="008F7090" w:rsidRPr="003A0BBB">
        <w:t>fis-je</w:t>
      </w:r>
      <w:r>
        <w:t xml:space="preserve">, </w:t>
      </w:r>
      <w:r w:rsidR="008F7090" w:rsidRPr="003A0BBB">
        <w:t>si j</w:t>
      </w:r>
      <w:r>
        <w:t>’</w:t>
      </w:r>
      <w:r w:rsidR="008F7090" w:rsidRPr="003A0BBB">
        <w:t>ai un conseil à te donner</w:t>
      </w:r>
      <w:r>
        <w:t xml:space="preserve">, </w:t>
      </w:r>
      <w:r w:rsidR="008F7090" w:rsidRPr="003A0BBB">
        <w:t>c</w:t>
      </w:r>
      <w:r>
        <w:t>’</w:t>
      </w:r>
      <w:r w:rsidR="008F7090" w:rsidRPr="003A0BBB">
        <w:t>est de ne pas t</w:t>
      </w:r>
      <w:r>
        <w:t>’</w:t>
      </w:r>
      <w:r w:rsidR="008F7090" w:rsidRPr="003A0BBB">
        <w:t>en aller ainsi</w:t>
      </w:r>
      <w:r>
        <w:t>.</w:t>
      </w:r>
    </w:p>
    <w:p w14:paraId="22674228" w14:textId="77777777" w:rsidR="003A6D8D" w:rsidRDefault="008F7090" w:rsidP="008F7090">
      <w:r w:rsidRPr="003A0BBB">
        <w:t>Nous étions dressés l</w:t>
      </w:r>
      <w:r w:rsidR="003A6D8D">
        <w:t>’</w:t>
      </w:r>
      <w:r w:rsidRPr="003A0BBB">
        <w:t>un devant l</w:t>
      </w:r>
      <w:r w:rsidR="003A6D8D">
        <w:t>’</w:t>
      </w:r>
      <w:r w:rsidRPr="003A0BBB">
        <w:t>autre</w:t>
      </w:r>
      <w:r w:rsidR="003A6D8D">
        <w:t xml:space="preserve">, </w:t>
      </w:r>
      <w:r w:rsidRPr="003A0BBB">
        <w:t>les yeux dans les yeux</w:t>
      </w:r>
      <w:r w:rsidR="003A6D8D">
        <w:t xml:space="preserve">. </w:t>
      </w:r>
      <w:r w:rsidRPr="003A0BBB">
        <w:t>Les siens avaient un éclat que je ne leur avais jamais vu</w:t>
      </w:r>
      <w:r w:rsidR="003A6D8D">
        <w:t xml:space="preserve">. </w:t>
      </w:r>
      <w:r w:rsidRPr="003A0BBB">
        <w:t>Si</w:t>
      </w:r>
      <w:r w:rsidR="003A6D8D">
        <w:t xml:space="preserve">, </w:t>
      </w:r>
      <w:r w:rsidRPr="003A0BBB">
        <w:t>pourtant</w:t>
      </w:r>
      <w:r w:rsidR="003A6D8D">
        <w:t xml:space="preserve">, </w:t>
      </w:r>
      <w:r w:rsidRPr="003A0BBB">
        <w:t>une fois</w:t>
      </w:r>
      <w:r w:rsidR="003A6D8D">
        <w:t xml:space="preserve"> : </w:t>
      </w:r>
      <w:r w:rsidRPr="003A0BBB">
        <w:t>le jour des sangliers</w:t>
      </w:r>
      <w:r w:rsidR="003A6D8D">
        <w:t>.</w:t>
      </w:r>
    </w:p>
    <w:p w14:paraId="39579D9E" w14:textId="77777777" w:rsidR="003A6D8D" w:rsidRDefault="003A6D8D" w:rsidP="008F7090">
      <w:r>
        <w:t>— </w:t>
      </w:r>
      <w:r w:rsidR="008F7090" w:rsidRPr="003A0BBB">
        <w:t>Un conseil</w:t>
      </w:r>
      <w:r>
        <w:t xml:space="preserve">. </w:t>
      </w:r>
      <w:r w:rsidR="008F7090" w:rsidRPr="003A0BBB">
        <w:t>Que veux-tu dire</w:t>
      </w:r>
      <w:r>
        <w:t> ?</w:t>
      </w:r>
    </w:p>
    <w:p w14:paraId="383866F1" w14:textId="77777777" w:rsidR="003A6D8D" w:rsidRDefault="003A6D8D" w:rsidP="008F7090">
      <w:r>
        <w:t>— </w:t>
      </w:r>
      <w:r w:rsidR="008F7090" w:rsidRPr="003A0BBB">
        <w:t>Rien</w:t>
      </w:r>
      <w:r>
        <w:t xml:space="preserve"> ! </w:t>
      </w:r>
      <w:r w:rsidR="008F7090" w:rsidRPr="003A0BBB">
        <w:t>fis-je</w:t>
      </w:r>
      <w:r>
        <w:t xml:space="preserve">. </w:t>
      </w:r>
      <w:r w:rsidR="008F7090" w:rsidRPr="003A0BBB">
        <w:t>Oh</w:t>
      </w:r>
      <w:r>
        <w:t xml:space="preserve"> ! </w:t>
      </w:r>
      <w:r w:rsidR="008F7090" w:rsidRPr="003A0BBB">
        <w:t>rien</w:t>
      </w:r>
      <w:r>
        <w:t xml:space="preserve"> ! </w:t>
      </w:r>
      <w:r w:rsidR="008F7090" w:rsidRPr="003A0BBB">
        <w:t>Que veux-tu que ce soit</w:t>
      </w:r>
      <w:r>
        <w:t> ?</w:t>
      </w:r>
    </w:p>
    <w:p w14:paraId="1F3A40A1" w14:textId="77777777" w:rsidR="003A6D8D" w:rsidRDefault="008F7090" w:rsidP="008F7090">
      <w:r w:rsidRPr="003A0BBB">
        <w:t>Qu</w:t>
      </w:r>
      <w:r w:rsidR="003A6D8D">
        <w:t>’</w:t>
      </w:r>
      <w:r w:rsidRPr="003A0BBB">
        <w:t>est-ce qui a pu</w:t>
      </w:r>
      <w:r w:rsidR="003A6D8D">
        <w:t xml:space="preserve">, </w:t>
      </w:r>
      <w:r w:rsidRPr="003A0BBB">
        <w:t>en cet instant</w:t>
      </w:r>
      <w:r w:rsidR="003A6D8D">
        <w:t xml:space="preserve">, </w:t>
      </w:r>
      <w:r w:rsidRPr="003A0BBB">
        <w:t>se passer dans sa tête</w:t>
      </w:r>
      <w:r w:rsidR="003A6D8D">
        <w:t xml:space="preserve"> ? </w:t>
      </w:r>
      <w:r w:rsidRPr="003A0BBB">
        <w:t>Est-ce le fatalisme qui a pris le dessus</w:t>
      </w:r>
      <w:r w:rsidR="003A6D8D">
        <w:t xml:space="preserve">, </w:t>
      </w:r>
      <w:r w:rsidRPr="003A0BBB">
        <w:t>ou le goût du risque</w:t>
      </w:r>
      <w:r w:rsidR="003A6D8D">
        <w:t xml:space="preserve">, </w:t>
      </w:r>
      <w:r w:rsidRPr="003A0BBB">
        <w:t>le mépris du danger</w:t>
      </w:r>
      <w:r w:rsidR="003A6D8D">
        <w:t xml:space="preserve"> ? </w:t>
      </w:r>
      <w:r w:rsidRPr="003A0BBB">
        <w:t>Inconscience</w:t>
      </w:r>
      <w:r w:rsidR="003A6D8D">
        <w:t xml:space="preserve">, </w:t>
      </w:r>
      <w:r w:rsidRPr="003A0BBB">
        <w:t>plutôt</w:t>
      </w:r>
      <w:r w:rsidR="003A6D8D">
        <w:t xml:space="preserve">, </w:t>
      </w:r>
      <w:r w:rsidRPr="003A0BBB">
        <w:t>oui</w:t>
      </w:r>
      <w:r w:rsidR="003A6D8D">
        <w:t xml:space="preserve">, </w:t>
      </w:r>
      <w:r w:rsidRPr="003A0BBB">
        <w:t>fatale inconscience</w:t>
      </w:r>
      <w:r w:rsidR="003A6D8D">
        <w:t xml:space="preserve"> ! </w:t>
      </w:r>
      <w:r w:rsidRPr="003A0BBB">
        <w:t>Il s</w:t>
      </w:r>
      <w:r w:rsidR="003A6D8D">
        <w:t>’</w:t>
      </w:r>
      <w:r w:rsidRPr="003A0BBB">
        <w:t>est figuré que je ne savais pas</w:t>
      </w:r>
      <w:r w:rsidR="003A6D8D">
        <w:t xml:space="preserve">, </w:t>
      </w:r>
      <w:r w:rsidRPr="003A0BBB">
        <w:t>ou que je ne savais qu</w:t>
      </w:r>
      <w:r w:rsidR="003A6D8D">
        <w:t>’</w:t>
      </w:r>
      <w:r w:rsidRPr="003A0BBB">
        <w:t>imparfaitement</w:t>
      </w:r>
      <w:r w:rsidR="003A6D8D">
        <w:t xml:space="preserve">, </w:t>
      </w:r>
      <w:r w:rsidRPr="003A0BBB">
        <w:t>ou mieux encore que</w:t>
      </w:r>
      <w:r w:rsidR="003A6D8D">
        <w:t xml:space="preserve">, </w:t>
      </w:r>
      <w:r w:rsidRPr="003A0BBB">
        <w:t>sachant tout</w:t>
      </w:r>
      <w:r w:rsidR="003A6D8D">
        <w:t xml:space="preserve">, </w:t>
      </w:r>
      <w:r w:rsidRPr="003A0BBB">
        <w:t>mais sentant de combien mon crime surpassait le sien en horreur</w:t>
      </w:r>
      <w:r w:rsidR="003A6D8D">
        <w:t xml:space="preserve">, </w:t>
      </w:r>
      <w:r w:rsidRPr="003A0BBB">
        <w:t>je n</w:t>
      </w:r>
      <w:r w:rsidR="003A6D8D">
        <w:t>’</w:t>
      </w:r>
      <w:r w:rsidRPr="003A0BBB">
        <w:t>oserais pas</w:t>
      </w:r>
      <w:r w:rsidR="003A6D8D">
        <w:t xml:space="preserve">… </w:t>
      </w:r>
      <w:r w:rsidRPr="003A0BBB">
        <w:t>Le malheureux</w:t>
      </w:r>
      <w:r w:rsidR="003A6D8D">
        <w:t xml:space="preserve"> ! </w:t>
      </w:r>
      <w:r w:rsidRPr="003A0BBB">
        <w:t>le malheureux</w:t>
      </w:r>
      <w:r w:rsidR="003A6D8D">
        <w:t xml:space="preserve"> ! </w:t>
      </w:r>
      <w:r w:rsidRPr="003A0BBB">
        <w:t>Ce qui l</w:t>
      </w:r>
      <w:r w:rsidR="003A6D8D">
        <w:t>’</w:t>
      </w:r>
      <w:r w:rsidRPr="003A0BBB">
        <w:t>a perdu</w:t>
      </w:r>
      <w:r w:rsidR="003A6D8D">
        <w:t xml:space="preserve">, </w:t>
      </w:r>
      <w:r w:rsidRPr="003A0BBB">
        <w:t>je le répète</w:t>
      </w:r>
      <w:r w:rsidR="003A6D8D">
        <w:t xml:space="preserve">, </w:t>
      </w:r>
      <w:r w:rsidRPr="003A0BBB">
        <w:t>c</w:t>
      </w:r>
      <w:r w:rsidR="003A6D8D">
        <w:t>’</w:t>
      </w:r>
      <w:r w:rsidRPr="003A0BBB">
        <w:t>est de n</w:t>
      </w:r>
      <w:r w:rsidR="003A6D8D">
        <w:t>’</w:t>
      </w:r>
      <w:r w:rsidRPr="003A0BBB">
        <w:t>avoir pas compris à quel point je l</w:t>
      </w:r>
      <w:r w:rsidR="003A6D8D">
        <w:t>’</w:t>
      </w:r>
      <w:r w:rsidRPr="003A0BBB">
        <w:t>aimais</w:t>
      </w:r>
      <w:r w:rsidR="003A6D8D">
        <w:t>.</w:t>
      </w:r>
    </w:p>
    <w:p w14:paraId="346801D6" w14:textId="77777777" w:rsidR="003A6D8D" w:rsidRDefault="008F7090" w:rsidP="008F7090">
      <w:r w:rsidRPr="003A0BBB">
        <w:t>Il avait remis son pardessus</w:t>
      </w:r>
      <w:r w:rsidR="003A6D8D">
        <w:t xml:space="preserve">. </w:t>
      </w:r>
      <w:r w:rsidRPr="003A0BBB">
        <w:t>Il reprenait ses gants</w:t>
      </w:r>
      <w:r w:rsidR="003A6D8D">
        <w:t xml:space="preserve">, </w:t>
      </w:r>
      <w:r w:rsidRPr="003A0BBB">
        <w:t>son chapeau</w:t>
      </w:r>
      <w:r w:rsidR="003A6D8D">
        <w:t>.</w:t>
      </w:r>
    </w:p>
    <w:p w14:paraId="4FDC6EE8" w14:textId="77777777" w:rsidR="003A6D8D" w:rsidRDefault="003A6D8D" w:rsidP="008F7090">
      <w:r>
        <w:t>— </w:t>
      </w:r>
      <w:r w:rsidR="008F7090" w:rsidRPr="003A0BBB">
        <w:t>En voilà assez pour aujourd</w:t>
      </w:r>
      <w:r>
        <w:t>’</w:t>
      </w:r>
      <w:r w:rsidR="008F7090" w:rsidRPr="003A0BBB">
        <w:t>hui</w:t>
      </w:r>
      <w:r>
        <w:t xml:space="preserve">. </w:t>
      </w:r>
      <w:r w:rsidR="008F7090" w:rsidRPr="003A0BBB">
        <w:t>À demain</w:t>
      </w:r>
      <w:r>
        <w:t>.</w:t>
      </w:r>
    </w:p>
    <w:p w14:paraId="12E8DA9B" w14:textId="77777777" w:rsidR="003A6D8D" w:rsidRDefault="003A6D8D" w:rsidP="008F7090">
      <w:r>
        <w:t>— </w:t>
      </w:r>
      <w:r w:rsidR="008F7090" w:rsidRPr="003A0BBB">
        <w:t>Demain</w:t>
      </w:r>
      <w:r>
        <w:t xml:space="preserve">, </w:t>
      </w:r>
      <w:r w:rsidR="008F7090" w:rsidRPr="003A0BBB">
        <w:t>Franz</w:t>
      </w:r>
      <w:r>
        <w:t xml:space="preserve">, </w:t>
      </w:r>
      <w:r w:rsidR="008F7090" w:rsidRPr="003A0BBB">
        <w:t>fais attention</w:t>
      </w:r>
      <w:r>
        <w:t xml:space="preserve">, </w:t>
      </w:r>
      <w:r w:rsidR="008F7090" w:rsidRPr="003A0BBB">
        <w:t>demain ce sera trop tard</w:t>
      </w:r>
      <w:r>
        <w:t xml:space="preserve">. </w:t>
      </w:r>
      <w:r w:rsidR="008F7090" w:rsidRPr="003A0BBB">
        <w:t>Ne me défie pas</w:t>
      </w:r>
      <w:r>
        <w:t>.</w:t>
      </w:r>
    </w:p>
    <w:p w14:paraId="34EEAAE6" w14:textId="77777777" w:rsidR="003A6D8D" w:rsidRDefault="003A6D8D" w:rsidP="008F7090">
      <w:r>
        <w:t>— </w:t>
      </w:r>
      <w:r w:rsidR="008F7090" w:rsidRPr="003A0BBB">
        <w:t>Je te répète</w:t>
      </w:r>
      <w:r>
        <w:t xml:space="preserve"> : </w:t>
      </w:r>
      <w:r w:rsidR="008F7090" w:rsidRPr="003A0BBB">
        <w:t>à demain</w:t>
      </w:r>
      <w:r>
        <w:t>.</w:t>
      </w:r>
    </w:p>
    <w:p w14:paraId="18663051" w14:textId="77777777" w:rsidR="003A6D8D" w:rsidRDefault="003A6D8D" w:rsidP="008F7090">
      <w:r>
        <w:t>— </w:t>
      </w:r>
      <w:r w:rsidR="008F7090" w:rsidRPr="003A0BBB">
        <w:t>Demain</w:t>
      </w:r>
      <w:r>
        <w:t xml:space="preserve">, </w:t>
      </w:r>
      <w:r w:rsidR="008F7090" w:rsidRPr="003A0BBB">
        <w:t>m</w:t>
      </w:r>
      <w:r>
        <w:t>’</w:t>
      </w:r>
      <w:r w:rsidR="008F7090" w:rsidRPr="003A0BBB">
        <w:t>exclamai-je</w:t>
      </w:r>
      <w:r>
        <w:t xml:space="preserve">, </w:t>
      </w:r>
      <w:r w:rsidR="008F7090" w:rsidRPr="003A0BBB">
        <w:t>demain</w:t>
      </w:r>
      <w:r>
        <w:t xml:space="preserve">, </w:t>
      </w:r>
      <w:r w:rsidR="008F7090" w:rsidRPr="003A0BBB">
        <w:t>je ne serai plus là</w:t>
      </w:r>
      <w:r>
        <w:t>.</w:t>
      </w:r>
    </w:p>
    <w:p w14:paraId="0EE3C3BA" w14:textId="77777777" w:rsidR="003A6D8D" w:rsidRDefault="003A6D8D" w:rsidP="008F7090">
      <w:r>
        <w:lastRenderedPageBreak/>
        <w:t>— </w:t>
      </w:r>
      <w:r w:rsidR="008F7090" w:rsidRPr="003A0BBB">
        <w:t>Vraiment</w:t>
      </w:r>
      <w:r>
        <w:t xml:space="preserve">, </w:t>
      </w:r>
      <w:r w:rsidR="008F7090" w:rsidRPr="003A0BBB">
        <w:t>fit-il avec un rire qui acheva de me mettre hors de moi</w:t>
      </w:r>
      <w:r>
        <w:t xml:space="preserve">. </w:t>
      </w:r>
      <w:r w:rsidR="008F7090" w:rsidRPr="003A0BBB">
        <w:t>Et où pourrais-tu donc être</w:t>
      </w:r>
      <w:r>
        <w:t> ?</w:t>
      </w:r>
    </w:p>
    <w:p w14:paraId="564EBEAA" w14:textId="77777777" w:rsidR="003A6D8D" w:rsidRDefault="003A6D8D" w:rsidP="008F7090">
      <w:r>
        <w:t>— </w:t>
      </w:r>
      <w:r w:rsidR="008F7090" w:rsidRPr="003A0BBB">
        <w:t>Franz</w:t>
      </w:r>
      <w:r>
        <w:t> !</w:t>
      </w:r>
    </w:p>
    <w:p w14:paraId="520D8226" w14:textId="77777777" w:rsidR="003A6D8D" w:rsidRDefault="008F7090" w:rsidP="008F7090">
      <w:r w:rsidRPr="003A0BBB">
        <w:t>Visiblement</w:t>
      </w:r>
      <w:r w:rsidR="003A6D8D">
        <w:t xml:space="preserve">, </w:t>
      </w:r>
      <w:r w:rsidRPr="003A0BBB">
        <w:t>le son de ma voix l</w:t>
      </w:r>
      <w:r w:rsidR="003A6D8D">
        <w:t>’</w:t>
      </w:r>
      <w:r w:rsidRPr="003A0BBB">
        <w:t>avait frappé</w:t>
      </w:r>
      <w:r w:rsidR="003A6D8D">
        <w:t xml:space="preserve">, </w:t>
      </w:r>
      <w:r w:rsidRPr="003A0BBB">
        <w:t>moins que moi-même</w:t>
      </w:r>
      <w:r w:rsidR="003A6D8D">
        <w:t xml:space="preserve">, </w:t>
      </w:r>
      <w:r w:rsidRPr="003A0BBB">
        <w:t>pourtant</w:t>
      </w:r>
      <w:r w:rsidR="003A6D8D">
        <w:t xml:space="preserve">. </w:t>
      </w:r>
      <w:r w:rsidRPr="003A0BBB">
        <w:t>Quand donc</w:t>
      </w:r>
      <w:r w:rsidR="003A6D8D">
        <w:t xml:space="preserve">, </w:t>
      </w:r>
      <w:r w:rsidRPr="003A0BBB">
        <w:t>où donc l</w:t>
      </w:r>
      <w:r w:rsidR="003A6D8D">
        <w:t>’</w:t>
      </w:r>
      <w:r w:rsidRPr="003A0BBB">
        <w:t>avais-je entendue résonner de cette sorte</w:t>
      </w:r>
      <w:r w:rsidR="003A6D8D">
        <w:t xml:space="preserve"> ? </w:t>
      </w:r>
      <w:r w:rsidRPr="003A0BBB">
        <w:t>Et tout à coup</w:t>
      </w:r>
      <w:r w:rsidR="003A6D8D">
        <w:t xml:space="preserve">, </w:t>
      </w:r>
      <w:r w:rsidRPr="003A0BBB">
        <w:t>pleine d</w:t>
      </w:r>
      <w:r w:rsidR="003A6D8D">
        <w:t>’</w:t>
      </w:r>
      <w:r w:rsidRPr="003A0BBB">
        <w:t>horreur</w:t>
      </w:r>
      <w:r w:rsidR="003A6D8D">
        <w:t xml:space="preserve">, </w:t>
      </w:r>
      <w:r w:rsidRPr="003A0BBB">
        <w:t>je me souvins</w:t>
      </w:r>
      <w:r w:rsidR="003A6D8D">
        <w:t xml:space="preserve"> : </w:t>
      </w:r>
      <w:r w:rsidRPr="003A0BBB">
        <w:t>il y avait sept ans</w:t>
      </w:r>
      <w:r w:rsidR="003A6D8D">
        <w:t xml:space="preserve">, </w:t>
      </w:r>
      <w:r w:rsidRPr="003A0BBB">
        <w:t>le soir où</w:t>
      </w:r>
      <w:r w:rsidR="003A6D8D">
        <w:t xml:space="preserve">, </w:t>
      </w:r>
      <w:r w:rsidRPr="003A0BBB">
        <w:t>dans la salle à manger de Maguelonne</w:t>
      </w:r>
      <w:r w:rsidR="003A6D8D">
        <w:t xml:space="preserve">, </w:t>
      </w:r>
      <w:r w:rsidRPr="003A0BBB">
        <w:t>j</w:t>
      </w:r>
      <w:r w:rsidR="003A6D8D">
        <w:t>’</w:t>
      </w:r>
      <w:r w:rsidRPr="003A0BBB">
        <w:t>avais</w:t>
      </w:r>
      <w:r w:rsidR="003A6D8D">
        <w:t xml:space="preserve">, </w:t>
      </w:r>
      <w:r w:rsidRPr="003A0BBB">
        <w:t>par un cri semblable</w:t>
      </w:r>
      <w:r w:rsidR="003A6D8D">
        <w:t xml:space="preserve">, </w:t>
      </w:r>
      <w:r w:rsidRPr="003A0BBB">
        <w:t>essayé de retenir Camille qui s</w:t>
      </w:r>
      <w:r w:rsidR="003A6D8D">
        <w:t>’</w:t>
      </w:r>
      <w:r w:rsidRPr="003A0BBB">
        <w:t>en allait vers son destin</w:t>
      </w:r>
      <w:r w:rsidR="003A6D8D">
        <w:t>.</w:t>
      </w:r>
    </w:p>
    <w:p w14:paraId="14CE5FFB" w14:textId="77777777" w:rsidR="003A6D8D" w:rsidRDefault="008F7090" w:rsidP="008F7090">
      <w:r w:rsidRPr="003A0BBB">
        <w:t>Aujourd</w:t>
      </w:r>
      <w:r w:rsidR="003A6D8D">
        <w:t>’</w:t>
      </w:r>
      <w:r w:rsidRPr="003A0BBB">
        <w:t>hui</w:t>
      </w:r>
      <w:r w:rsidR="003A6D8D">
        <w:t xml:space="preserve">, </w:t>
      </w:r>
      <w:r w:rsidRPr="003A0BBB">
        <w:t>lui aussi</w:t>
      </w:r>
      <w:r w:rsidR="003A6D8D">
        <w:t xml:space="preserve">, </w:t>
      </w:r>
      <w:r w:rsidRPr="003A0BBB">
        <w:t>s</w:t>
      </w:r>
      <w:r w:rsidR="003A6D8D">
        <w:t>’</w:t>
      </w:r>
      <w:r w:rsidRPr="003A0BBB">
        <w:t>il ne m</w:t>
      </w:r>
      <w:r w:rsidR="003A6D8D">
        <w:t>’</w:t>
      </w:r>
      <w:r w:rsidRPr="003A0BBB">
        <w:t>écoutait pas</w:t>
      </w:r>
      <w:r w:rsidR="003A6D8D">
        <w:t xml:space="preserve">, </w:t>
      </w:r>
      <w:r w:rsidRPr="003A0BBB">
        <w:t>s</w:t>
      </w:r>
      <w:r w:rsidR="003A6D8D">
        <w:t>’</w:t>
      </w:r>
      <w:r w:rsidRPr="003A0BBB">
        <w:t>il faisait comme elle</w:t>
      </w:r>
      <w:r w:rsidR="003A6D8D">
        <w:t xml:space="preserve">, </w:t>
      </w:r>
      <w:r w:rsidRPr="003A0BBB">
        <w:t>je sentais qu</w:t>
      </w:r>
      <w:r w:rsidR="003A6D8D">
        <w:t>’</w:t>
      </w:r>
      <w:r w:rsidRPr="003A0BBB">
        <w:t>il était perdu</w:t>
      </w:r>
      <w:r w:rsidR="003A6D8D">
        <w:t>.</w:t>
      </w:r>
    </w:p>
    <w:p w14:paraId="0636DA8E" w14:textId="77777777" w:rsidR="003A6D8D" w:rsidRDefault="008F7090" w:rsidP="008F7090">
      <w:r w:rsidRPr="003A0BBB">
        <w:t>Une seconde</w:t>
      </w:r>
      <w:r w:rsidR="003A6D8D">
        <w:t xml:space="preserve">, </w:t>
      </w:r>
      <w:r w:rsidRPr="003A0BBB">
        <w:t>je le vis hésiter</w:t>
      </w:r>
      <w:r w:rsidR="003A6D8D">
        <w:t xml:space="preserve">. </w:t>
      </w:r>
      <w:r w:rsidRPr="003A0BBB">
        <w:t>Puis</w:t>
      </w:r>
      <w:r w:rsidR="003A6D8D">
        <w:t xml:space="preserve">, </w:t>
      </w:r>
      <w:r w:rsidRPr="003A0BBB">
        <w:t>prenant son parti</w:t>
      </w:r>
      <w:r w:rsidR="003A6D8D">
        <w:t xml:space="preserve">, </w:t>
      </w:r>
      <w:r w:rsidRPr="003A0BBB">
        <w:t>il sortit</w:t>
      </w:r>
      <w:r w:rsidR="003A6D8D">
        <w:t xml:space="preserve">, </w:t>
      </w:r>
      <w:r w:rsidRPr="003A0BBB">
        <w:t>refermant violemment la porte</w:t>
      </w:r>
      <w:r w:rsidR="003A6D8D">
        <w:t>.</w:t>
      </w:r>
    </w:p>
    <w:p w14:paraId="545198D8" w14:textId="4C44CB44" w:rsidR="008F7090" w:rsidRPr="003A0BBB" w:rsidRDefault="008F7090" w:rsidP="008F7090">
      <w:r w:rsidRPr="003A0BBB">
        <w:t>Il ne devait pas encore avoir achevé de traverser le jardin que j</w:t>
      </w:r>
      <w:r w:rsidR="003A6D8D">
        <w:t>’</w:t>
      </w:r>
      <w:r w:rsidRPr="003A0BBB">
        <w:t>avais déjà sonné la femme de chambre</w:t>
      </w:r>
      <w:r w:rsidR="003A6D8D">
        <w:t xml:space="preserve">. </w:t>
      </w:r>
      <w:r w:rsidRPr="003A0BBB">
        <w:t>Mais elle était en course</w:t>
      </w:r>
      <w:r w:rsidR="003A6D8D">
        <w:t xml:space="preserve">. </w:t>
      </w:r>
      <w:r w:rsidRPr="003A0BBB">
        <w:t>Elle ne rentra qu</w:t>
      </w:r>
      <w:r w:rsidR="003A6D8D">
        <w:t>’</w:t>
      </w:r>
      <w:r w:rsidRPr="003A0BBB">
        <w:t>un quart d</w:t>
      </w:r>
      <w:r w:rsidR="003A6D8D">
        <w:t>’</w:t>
      </w:r>
      <w:r w:rsidRPr="003A0BBB">
        <w:t>heure après</w:t>
      </w:r>
      <w:r w:rsidR="003A6D8D">
        <w:t xml:space="preserve">. </w:t>
      </w:r>
      <w:r w:rsidRPr="003A0BBB">
        <w:t>Durant les quelques minutes que je restai seule dans cette maison entourée par la nuit</w:t>
      </w:r>
      <w:r w:rsidR="003A6D8D">
        <w:t xml:space="preserve">, </w:t>
      </w:r>
      <w:r w:rsidRPr="003A0BBB">
        <w:t>je fus en proie à la crise de terreur la plus extravagante</w:t>
      </w:r>
      <w:r w:rsidR="003A6D8D">
        <w:t xml:space="preserve">. </w:t>
      </w:r>
      <w:r w:rsidRPr="003A0BBB">
        <w:t>Si j</w:t>
      </w:r>
      <w:r w:rsidR="003A6D8D">
        <w:t>’</w:t>
      </w:r>
      <w:r w:rsidRPr="003A0BBB">
        <w:t>avais entendu dans l</w:t>
      </w:r>
      <w:r w:rsidR="003A6D8D">
        <w:t>’</w:t>
      </w:r>
      <w:r w:rsidRPr="003A0BBB">
        <w:t>escalier le pas de Franz revenant vers moi</w:t>
      </w:r>
      <w:r w:rsidR="003A6D8D">
        <w:t xml:space="preserve">, </w:t>
      </w:r>
      <w:r w:rsidRPr="003A0BBB">
        <w:t>je me serais</w:t>
      </w:r>
      <w:r w:rsidR="003A6D8D">
        <w:t xml:space="preserve">, </w:t>
      </w:r>
      <w:r w:rsidRPr="003A0BBB">
        <w:t>j</w:t>
      </w:r>
      <w:r w:rsidR="003A6D8D">
        <w:t>’</w:t>
      </w:r>
      <w:r w:rsidRPr="003A0BBB">
        <w:t>en suis sûre</w:t>
      </w:r>
      <w:r w:rsidR="003A6D8D">
        <w:t xml:space="preserve">, </w:t>
      </w:r>
      <w:r w:rsidRPr="003A0BBB">
        <w:t>mise à hurler</w:t>
      </w:r>
      <w:r w:rsidR="003A6D8D">
        <w:t> : « </w:t>
      </w:r>
      <w:r w:rsidRPr="003A0BBB">
        <w:t>Au secours</w:t>
      </w:r>
      <w:r w:rsidR="003A6D8D">
        <w:t xml:space="preserve"> ! </w:t>
      </w:r>
      <w:r w:rsidRPr="003A0BBB">
        <w:t>À l</w:t>
      </w:r>
      <w:r w:rsidR="003A6D8D">
        <w:t>’</w:t>
      </w:r>
      <w:r w:rsidRPr="003A0BBB">
        <w:t>assassin</w:t>
      </w:r>
      <w:r w:rsidR="003A6D8D">
        <w:t> ! »</w:t>
      </w:r>
    </w:p>
    <w:p w14:paraId="59618B48" w14:textId="77777777" w:rsidR="008F7090" w:rsidRPr="003A0BBB" w:rsidRDefault="008F7090" w:rsidP="008F7090"/>
    <w:p w14:paraId="07C94F32" w14:textId="77777777" w:rsidR="003A6D8D" w:rsidRDefault="008F7090" w:rsidP="008F7090">
      <w:r w:rsidRPr="003A0BBB">
        <w:t>Dès que la femme de chambre fut de retour</w:t>
      </w:r>
      <w:r w:rsidR="003A6D8D">
        <w:t xml:space="preserve">, </w:t>
      </w:r>
      <w:r w:rsidRPr="003A0BBB">
        <w:t>je lui demandai mes vêtements de voyage et m</w:t>
      </w:r>
      <w:r w:rsidR="003A6D8D">
        <w:t>’</w:t>
      </w:r>
      <w:r w:rsidRPr="003A0BBB">
        <w:t>habillai rapidement</w:t>
      </w:r>
      <w:r w:rsidR="003A6D8D">
        <w:t>.</w:t>
      </w:r>
    </w:p>
    <w:p w14:paraId="5C35F68A" w14:textId="016B2DD1" w:rsidR="008F7090" w:rsidRPr="003A0BBB" w:rsidRDefault="008F7090" w:rsidP="008F7090"/>
    <w:p w14:paraId="1DA4CA72" w14:textId="77777777" w:rsidR="003A6D8D" w:rsidRDefault="008F7090" w:rsidP="008F7090">
      <w:r w:rsidRPr="003A0BBB">
        <w:t>Deux heures plus tard</w:t>
      </w:r>
      <w:r w:rsidR="003A6D8D">
        <w:t xml:space="preserve">, </w:t>
      </w:r>
      <w:r w:rsidRPr="003A0BBB">
        <w:t>ayant pris un train à la gare d</w:t>
      </w:r>
      <w:r w:rsidR="003A6D8D">
        <w:t>’</w:t>
      </w:r>
      <w:r w:rsidRPr="003A0BBB">
        <w:t>Orsay</w:t>
      </w:r>
      <w:r w:rsidR="003A6D8D">
        <w:t xml:space="preserve">, </w:t>
      </w:r>
      <w:r w:rsidRPr="003A0BBB">
        <w:t>j</w:t>
      </w:r>
      <w:r w:rsidR="003A6D8D">
        <w:t>’</w:t>
      </w:r>
      <w:r w:rsidRPr="003A0BBB">
        <w:t>avais quitté Paris</w:t>
      </w:r>
      <w:r w:rsidR="003A6D8D">
        <w:t>.</w:t>
      </w:r>
    </w:p>
    <w:p w14:paraId="389FA508" w14:textId="50EFE158" w:rsidR="008F7090" w:rsidRPr="003A0BBB" w:rsidRDefault="008F7090" w:rsidP="003A6D8D">
      <w:pPr>
        <w:pStyle w:val="Titre1"/>
      </w:pPr>
      <w:bookmarkStart w:id="25" w:name="_Toc196328826"/>
      <w:r w:rsidRPr="003A0BBB">
        <w:lastRenderedPageBreak/>
        <w:t>XXV</w:t>
      </w:r>
      <w:bookmarkEnd w:id="25"/>
    </w:p>
    <w:p w14:paraId="349A2F27" w14:textId="77777777" w:rsidR="003A6D8D" w:rsidRDefault="008F7090" w:rsidP="008F7090">
      <w:r w:rsidRPr="003A0BBB">
        <w:t>Ayant eu la chance de trouver une automobile de louage à la station du chemin de fer</w:t>
      </w:r>
      <w:r w:rsidR="003A6D8D">
        <w:t xml:space="preserve">, </w:t>
      </w:r>
      <w:r w:rsidRPr="003A0BBB">
        <w:t>j</w:t>
      </w:r>
      <w:r w:rsidR="003A6D8D">
        <w:t>’</w:t>
      </w:r>
      <w:r w:rsidRPr="003A0BBB">
        <w:t>arrivai vers dix heures du matin à Maguelonne</w:t>
      </w:r>
      <w:r w:rsidR="003A6D8D">
        <w:t xml:space="preserve">. </w:t>
      </w:r>
      <w:r w:rsidRPr="003A0BBB">
        <w:t>Tous les paysages familiers que je traversais dans ce parcours retinrent à peine mon attention</w:t>
      </w:r>
      <w:r w:rsidR="003A6D8D">
        <w:t xml:space="preserve">. </w:t>
      </w:r>
      <w:r w:rsidRPr="003A0BBB">
        <w:t>La vieille maison elle-même</w:t>
      </w:r>
      <w:r w:rsidR="003A6D8D">
        <w:t xml:space="preserve">, </w:t>
      </w:r>
      <w:r w:rsidRPr="003A0BBB">
        <w:t>quand ses toits surgirent devant moi des arbres dépouillés</w:t>
      </w:r>
      <w:r w:rsidR="003A6D8D">
        <w:t xml:space="preserve">, </w:t>
      </w:r>
      <w:r w:rsidRPr="003A0BBB">
        <w:t>ne m</w:t>
      </w:r>
      <w:r w:rsidR="003A6D8D">
        <w:t>’</w:t>
      </w:r>
      <w:r w:rsidRPr="003A0BBB">
        <w:t>émut pas</w:t>
      </w:r>
      <w:r w:rsidR="003A6D8D">
        <w:t xml:space="preserve">. </w:t>
      </w:r>
      <w:r w:rsidRPr="003A0BBB">
        <w:t>J</w:t>
      </w:r>
      <w:r w:rsidR="003A6D8D">
        <w:t>’</w:t>
      </w:r>
      <w:r w:rsidRPr="003A0BBB">
        <w:t>eus l</w:t>
      </w:r>
      <w:r w:rsidR="003A6D8D">
        <w:t>’</w:t>
      </w:r>
      <w:r w:rsidRPr="003A0BBB">
        <w:t>impression qu</w:t>
      </w:r>
      <w:r w:rsidR="003A6D8D">
        <w:t>’</w:t>
      </w:r>
      <w:r w:rsidRPr="003A0BBB">
        <w:t>elle était plus mesquine</w:t>
      </w:r>
      <w:r w:rsidR="003A6D8D">
        <w:t xml:space="preserve">, </w:t>
      </w:r>
      <w:r w:rsidRPr="003A0BBB">
        <w:t>plus étriquée que dans le souvenir que j</w:t>
      </w:r>
      <w:r w:rsidR="003A6D8D">
        <w:t>’</w:t>
      </w:r>
      <w:r w:rsidRPr="003A0BBB">
        <w:t>avais gardé d</w:t>
      </w:r>
      <w:r w:rsidR="003A6D8D">
        <w:t>’</w:t>
      </w:r>
      <w:r w:rsidRPr="003A0BBB">
        <w:t>elle</w:t>
      </w:r>
      <w:r w:rsidR="003A6D8D">
        <w:t xml:space="preserve">… </w:t>
      </w:r>
      <w:r w:rsidRPr="003A0BBB">
        <w:t>Mais j</w:t>
      </w:r>
      <w:r w:rsidR="003A6D8D">
        <w:t>’</w:t>
      </w:r>
      <w:r w:rsidRPr="003A0BBB">
        <w:t>avais autre chose à faire que de m</w:t>
      </w:r>
      <w:r w:rsidR="003A6D8D">
        <w:t>’</w:t>
      </w:r>
      <w:r w:rsidRPr="003A0BBB">
        <w:t>attarder à de telles remarques</w:t>
      </w:r>
      <w:r w:rsidR="003A6D8D">
        <w:t>.</w:t>
      </w:r>
    </w:p>
    <w:p w14:paraId="6AA98806" w14:textId="77777777" w:rsidR="003A6D8D" w:rsidRDefault="008F7090" w:rsidP="008F7090">
      <w:r w:rsidRPr="003A0BBB">
        <w:t>Au cours de la nuit</w:t>
      </w:r>
      <w:r w:rsidR="003A6D8D">
        <w:t xml:space="preserve">, </w:t>
      </w:r>
      <w:r w:rsidRPr="003A0BBB">
        <w:t>je n</w:t>
      </w:r>
      <w:r w:rsidR="003A6D8D">
        <w:t>’</w:t>
      </w:r>
      <w:r w:rsidRPr="003A0BBB">
        <w:t>avais pas</w:t>
      </w:r>
      <w:r w:rsidR="003A6D8D">
        <w:t xml:space="preserve">, </w:t>
      </w:r>
      <w:r w:rsidRPr="003A0BBB">
        <w:t>comme on le pense</w:t>
      </w:r>
      <w:r w:rsidR="003A6D8D">
        <w:t xml:space="preserve">, </w:t>
      </w:r>
      <w:r w:rsidRPr="003A0BBB">
        <w:t>dormi un seul instant</w:t>
      </w:r>
      <w:r w:rsidR="003A6D8D">
        <w:t xml:space="preserve">. </w:t>
      </w:r>
      <w:r w:rsidRPr="003A0BBB">
        <w:t>Mon exaltation tournant en rond</w:t>
      </w:r>
      <w:r w:rsidR="003A6D8D">
        <w:t xml:space="preserve">, </w:t>
      </w:r>
      <w:r w:rsidRPr="003A0BBB">
        <w:t>se nourrissant d</w:t>
      </w:r>
      <w:r w:rsidR="003A6D8D">
        <w:t>’</w:t>
      </w:r>
      <w:r w:rsidRPr="003A0BBB">
        <w:t>elle-même</w:t>
      </w:r>
      <w:r w:rsidR="003A6D8D">
        <w:t xml:space="preserve">, </w:t>
      </w:r>
      <w:r w:rsidRPr="003A0BBB">
        <w:t>était sortie multipliée de ces dix heures de voyage</w:t>
      </w:r>
      <w:r w:rsidR="003A6D8D">
        <w:t xml:space="preserve">. </w:t>
      </w:r>
      <w:r w:rsidRPr="003A0BBB">
        <w:t>La fatigue</w:t>
      </w:r>
      <w:r w:rsidR="003A6D8D">
        <w:t xml:space="preserve">, </w:t>
      </w:r>
      <w:r w:rsidRPr="003A0BBB">
        <w:t>au lieu de l</w:t>
      </w:r>
      <w:r w:rsidR="003A6D8D">
        <w:t>’</w:t>
      </w:r>
      <w:r w:rsidRPr="003A0BBB">
        <w:t>apaiser</w:t>
      </w:r>
      <w:r w:rsidR="003A6D8D">
        <w:t xml:space="preserve">, </w:t>
      </w:r>
      <w:r w:rsidRPr="003A0BBB">
        <w:t>n</w:t>
      </w:r>
      <w:r w:rsidR="003A6D8D">
        <w:t>’</w:t>
      </w:r>
      <w:r w:rsidRPr="003A0BBB">
        <w:t>avait fait que la porter à son comble</w:t>
      </w:r>
      <w:r w:rsidR="003A6D8D">
        <w:t>.</w:t>
      </w:r>
    </w:p>
    <w:p w14:paraId="5F098032" w14:textId="77777777" w:rsidR="003A6D8D" w:rsidRDefault="008F7090" w:rsidP="008F7090">
      <w:r w:rsidRPr="003A0BBB">
        <w:t>La maison était naturellement fermée</w:t>
      </w:r>
      <w:r w:rsidR="003A6D8D">
        <w:t xml:space="preserve">. </w:t>
      </w:r>
      <w:r w:rsidRPr="003A0BBB">
        <w:t>Les clefs se trouvaient chez Maria</w:t>
      </w:r>
      <w:r w:rsidR="003A6D8D">
        <w:t xml:space="preserve">, </w:t>
      </w:r>
      <w:r w:rsidRPr="003A0BBB">
        <w:t>qui habitait avec son mari</w:t>
      </w:r>
      <w:r w:rsidR="003A6D8D">
        <w:t xml:space="preserve">, </w:t>
      </w:r>
      <w:r w:rsidRPr="003A0BBB">
        <w:t>une métairie distante d</w:t>
      </w:r>
      <w:r w:rsidR="003A6D8D">
        <w:t>’</w:t>
      </w:r>
      <w:r w:rsidRPr="003A0BBB">
        <w:t>environ un kilomètre</w:t>
      </w:r>
      <w:r w:rsidR="003A6D8D">
        <w:t xml:space="preserve">. </w:t>
      </w:r>
      <w:r w:rsidRPr="003A0BBB">
        <w:t>Je me mis aussitôt en route</w:t>
      </w:r>
      <w:r w:rsidR="003A6D8D">
        <w:t xml:space="preserve">, </w:t>
      </w:r>
      <w:r w:rsidRPr="003A0BBB">
        <w:t>coupant à travers champs</w:t>
      </w:r>
      <w:r w:rsidR="003A6D8D">
        <w:t xml:space="preserve">, </w:t>
      </w:r>
      <w:r w:rsidRPr="003A0BBB">
        <w:t>suivant des sentiers dont les herbes durcies par le verglas craquaient sous mes pieds</w:t>
      </w:r>
      <w:r w:rsidR="003A6D8D">
        <w:t xml:space="preserve">. </w:t>
      </w:r>
      <w:r w:rsidRPr="003A0BBB">
        <w:t>Je marchais au milieu de labours boueux et bruns d</w:t>
      </w:r>
      <w:r w:rsidR="003A6D8D">
        <w:t>’</w:t>
      </w:r>
      <w:r w:rsidRPr="003A0BBB">
        <w:t>où s</w:t>
      </w:r>
      <w:r w:rsidR="003A6D8D">
        <w:t>’</w:t>
      </w:r>
      <w:r w:rsidRPr="003A0BBB">
        <w:t>envolaient des corbeaux</w:t>
      </w:r>
      <w:r w:rsidR="003A6D8D">
        <w:t xml:space="preserve">. </w:t>
      </w:r>
      <w:r w:rsidRPr="003A0BBB">
        <w:t>Je rencontrai trois ou quatre paysans</w:t>
      </w:r>
      <w:r w:rsidR="003A6D8D">
        <w:t xml:space="preserve">. </w:t>
      </w:r>
      <w:r w:rsidRPr="003A0BBB">
        <w:t>Ils me saluèrent avec étonnement</w:t>
      </w:r>
      <w:r w:rsidR="003A6D8D">
        <w:t xml:space="preserve">, </w:t>
      </w:r>
      <w:r w:rsidRPr="003A0BBB">
        <w:t>sans me reconnaître</w:t>
      </w:r>
      <w:r w:rsidR="003A6D8D">
        <w:t xml:space="preserve">. </w:t>
      </w:r>
      <w:r w:rsidRPr="003A0BBB">
        <w:t>Je ne les reconnus pas non plus</w:t>
      </w:r>
      <w:r w:rsidR="003A6D8D">
        <w:t>.</w:t>
      </w:r>
    </w:p>
    <w:p w14:paraId="1AC3B587" w14:textId="77777777" w:rsidR="003A6D8D" w:rsidRDefault="008F7090" w:rsidP="008F7090">
      <w:r w:rsidRPr="003A0BBB">
        <w:t>Un peu de fumée s</w:t>
      </w:r>
      <w:r w:rsidR="003A6D8D">
        <w:t>’</w:t>
      </w:r>
      <w:r w:rsidRPr="003A0BBB">
        <w:t>élevait au-dessus du toit de la métairie</w:t>
      </w:r>
      <w:r w:rsidR="003A6D8D">
        <w:t xml:space="preserve">. </w:t>
      </w:r>
      <w:r w:rsidRPr="003A0BBB">
        <w:t>J</w:t>
      </w:r>
      <w:r w:rsidR="003A6D8D">
        <w:t>’</w:t>
      </w:r>
      <w:r w:rsidRPr="003A0BBB">
        <w:t>eus un soupir de soulagement</w:t>
      </w:r>
      <w:r w:rsidR="003A6D8D">
        <w:t xml:space="preserve"> : </w:t>
      </w:r>
      <w:r w:rsidRPr="003A0BBB">
        <w:t>Maria était là</w:t>
      </w:r>
      <w:r w:rsidR="003A6D8D">
        <w:t>.</w:t>
      </w:r>
    </w:p>
    <w:p w14:paraId="6484752F" w14:textId="77777777" w:rsidR="003A6D8D" w:rsidRDefault="008F7090" w:rsidP="008F7090">
      <w:r w:rsidRPr="003A0BBB">
        <w:t>Je n</w:t>
      </w:r>
      <w:r w:rsidR="003A6D8D">
        <w:t>’</w:t>
      </w:r>
      <w:r w:rsidRPr="003A0BBB">
        <w:t>avais pas eu le temps de télégraphier pour annoncer ma venue</w:t>
      </w:r>
      <w:r w:rsidR="003A6D8D">
        <w:t xml:space="preserve">. </w:t>
      </w:r>
      <w:r w:rsidRPr="003A0BBB">
        <w:t>Sur le seuil de la porte</w:t>
      </w:r>
      <w:r w:rsidR="003A6D8D">
        <w:t xml:space="preserve">, </w:t>
      </w:r>
      <w:r w:rsidRPr="003A0BBB">
        <w:t>un petit garçon de cinq à six ans</w:t>
      </w:r>
      <w:r w:rsidR="003A6D8D">
        <w:t xml:space="preserve">, </w:t>
      </w:r>
      <w:r w:rsidRPr="003A0BBB">
        <w:t>en tablier bleu</w:t>
      </w:r>
      <w:r w:rsidR="003A6D8D">
        <w:t xml:space="preserve">, </w:t>
      </w:r>
      <w:r w:rsidRPr="003A0BBB">
        <w:t>suçait son pouce</w:t>
      </w:r>
      <w:r w:rsidR="003A6D8D">
        <w:t xml:space="preserve">. </w:t>
      </w:r>
      <w:r w:rsidRPr="003A0BBB">
        <w:t>Il s</w:t>
      </w:r>
      <w:r w:rsidR="003A6D8D">
        <w:t>’</w:t>
      </w:r>
      <w:r w:rsidRPr="003A0BBB">
        <w:t xml:space="preserve">enfuit en </w:t>
      </w:r>
      <w:r w:rsidRPr="003A0BBB">
        <w:lastRenderedPageBreak/>
        <w:t>m</w:t>
      </w:r>
      <w:r w:rsidR="003A6D8D">
        <w:t>’</w:t>
      </w:r>
      <w:r w:rsidRPr="003A0BBB">
        <w:t>apercevant</w:t>
      </w:r>
      <w:r w:rsidR="003A6D8D">
        <w:t xml:space="preserve">. </w:t>
      </w:r>
      <w:r w:rsidRPr="003A0BBB">
        <w:t>Je pénétrai à sa suite dans la cuisine obscure</w:t>
      </w:r>
      <w:r w:rsidR="003A6D8D">
        <w:t xml:space="preserve">. </w:t>
      </w:r>
      <w:r w:rsidRPr="003A0BBB">
        <w:t>Agenouillée devant la cheminée</w:t>
      </w:r>
      <w:r w:rsidR="003A6D8D">
        <w:t xml:space="preserve">, </w:t>
      </w:r>
      <w:r w:rsidRPr="003A0BBB">
        <w:t>une femme était en train d</w:t>
      </w:r>
      <w:r w:rsidR="003A6D8D">
        <w:t>’</w:t>
      </w:r>
      <w:r w:rsidRPr="003A0BBB">
        <w:t>écumer le grand pot où bouillait la soupe</w:t>
      </w:r>
      <w:r w:rsidR="003A6D8D">
        <w:t xml:space="preserve">. </w:t>
      </w:r>
      <w:r w:rsidRPr="003A0BBB">
        <w:t>Elle se retourna en entendant crier l</w:t>
      </w:r>
      <w:r w:rsidR="003A6D8D">
        <w:t>’</w:t>
      </w:r>
      <w:r w:rsidRPr="003A0BBB">
        <w:t>enfant et me regarda</w:t>
      </w:r>
      <w:r w:rsidR="003A6D8D">
        <w:t xml:space="preserve">, </w:t>
      </w:r>
      <w:r w:rsidRPr="003A0BBB">
        <w:t>interdite</w:t>
      </w:r>
      <w:r w:rsidR="003A6D8D">
        <w:t>.</w:t>
      </w:r>
    </w:p>
    <w:p w14:paraId="6B513DC0" w14:textId="77777777" w:rsidR="003A6D8D" w:rsidRDefault="003A6D8D" w:rsidP="008F7090">
      <w:r>
        <w:t>— </w:t>
      </w:r>
      <w:r w:rsidR="008F7090" w:rsidRPr="003A0BBB">
        <w:t>Maria</w:t>
      </w:r>
      <w:r>
        <w:t> !</w:t>
      </w:r>
    </w:p>
    <w:p w14:paraId="67CAADDF" w14:textId="77777777" w:rsidR="003A6D8D" w:rsidRDefault="008F7090" w:rsidP="008F7090">
      <w:r w:rsidRPr="003A0BBB">
        <w:t>Elle poussa un cri</w:t>
      </w:r>
      <w:r w:rsidR="003A6D8D">
        <w:t>.</w:t>
      </w:r>
    </w:p>
    <w:p w14:paraId="100DF668" w14:textId="77777777" w:rsidR="003A6D8D" w:rsidRDefault="003A6D8D" w:rsidP="008F7090">
      <w:r>
        <w:t>— </w:t>
      </w:r>
      <w:r w:rsidR="008F7090" w:rsidRPr="003A0BBB">
        <w:t>Madame</w:t>
      </w:r>
      <w:r>
        <w:t xml:space="preserve">, </w:t>
      </w:r>
      <w:r w:rsidR="008F7090" w:rsidRPr="003A0BBB">
        <w:t>mon Dieu</w:t>
      </w:r>
      <w:r>
        <w:t> !</w:t>
      </w:r>
    </w:p>
    <w:p w14:paraId="1E061B47" w14:textId="77777777" w:rsidR="003A6D8D" w:rsidRDefault="008F7090" w:rsidP="008F7090">
      <w:r w:rsidRPr="003A0BBB">
        <w:t>Moi</w:t>
      </w:r>
      <w:r w:rsidR="003A6D8D">
        <w:t xml:space="preserve">, </w:t>
      </w:r>
      <w:r w:rsidRPr="003A0BBB">
        <w:t>je la regardais</w:t>
      </w:r>
      <w:r w:rsidR="003A6D8D">
        <w:t xml:space="preserve">. </w:t>
      </w:r>
      <w:r w:rsidRPr="003A0BBB">
        <w:t>Je savais que c</w:t>
      </w:r>
      <w:r w:rsidR="003A6D8D">
        <w:t>’</w:t>
      </w:r>
      <w:r w:rsidRPr="003A0BBB">
        <w:t>était elle</w:t>
      </w:r>
      <w:r w:rsidR="003A6D8D">
        <w:t xml:space="preserve">. </w:t>
      </w:r>
      <w:r w:rsidRPr="003A0BBB">
        <w:t>Sans cela</w:t>
      </w:r>
      <w:r w:rsidR="003A6D8D">
        <w:t xml:space="preserve">, </w:t>
      </w:r>
      <w:r w:rsidRPr="003A0BBB">
        <w:t>partout ailleurs</w:t>
      </w:r>
      <w:r w:rsidR="003A6D8D">
        <w:t xml:space="preserve">, </w:t>
      </w:r>
      <w:r w:rsidRPr="003A0BBB">
        <w:t>j</w:t>
      </w:r>
      <w:r w:rsidR="003A6D8D">
        <w:t>’</w:t>
      </w:r>
      <w:r w:rsidRPr="003A0BBB">
        <w:t>aurais bien pu</w:t>
      </w:r>
      <w:r w:rsidR="003A6D8D">
        <w:t xml:space="preserve">, </w:t>
      </w:r>
      <w:r w:rsidRPr="003A0BBB">
        <w:t>la croiser sans la reconnaître</w:t>
      </w:r>
      <w:r w:rsidR="003A6D8D">
        <w:t xml:space="preserve">. </w:t>
      </w:r>
      <w:r w:rsidRPr="003A0BBB">
        <w:t>Les durs travaux des champs l</w:t>
      </w:r>
      <w:r w:rsidR="003A6D8D">
        <w:t>’</w:t>
      </w:r>
      <w:r w:rsidRPr="003A0BBB">
        <w:t>avaient voûtée</w:t>
      </w:r>
      <w:r w:rsidR="003A6D8D">
        <w:t xml:space="preserve">, </w:t>
      </w:r>
      <w:r w:rsidRPr="003A0BBB">
        <w:t>épaissie</w:t>
      </w:r>
      <w:r w:rsidR="003A6D8D">
        <w:t xml:space="preserve">, </w:t>
      </w:r>
      <w:r w:rsidRPr="003A0BBB">
        <w:t>en avaient déjà presque fait une vieille femme</w:t>
      </w:r>
      <w:r w:rsidR="003A6D8D">
        <w:t xml:space="preserve">. </w:t>
      </w:r>
      <w:r w:rsidRPr="003A0BBB">
        <w:t>Et moi</w:t>
      </w:r>
      <w:r w:rsidR="003A6D8D">
        <w:t xml:space="preserve">, </w:t>
      </w:r>
      <w:r w:rsidRPr="003A0BBB">
        <w:t>comment allait-elle me trouver</w:t>
      </w:r>
      <w:r w:rsidR="003A6D8D">
        <w:t> ?</w:t>
      </w:r>
    </w:p>
    <w:p w14:paraId="22E2B17E" w14:textId="77777777" w:rsidR="003A6D8D" w:rsidRDefault="003A6D8D" w:rsidP="008F7090">
      <w:r>
        <w:t>— </w:t>
      </w:r>
      <w:r w:rsidR="008F7090" w:rsidRPr="003A0BBB">
        <w:t>Madame ici</w:t>
      </w:r>
      <w:r>
        <w:t xml:space="preserve"> ! </w:t>
      </w:r>
      <w:r w:rsidR="008F7090" w:rsidRPr="003A0BBB">
        <w:t>Que je suis heureuse</w:t>
      </w:r>
      <w:r>
        <w:t> !</w:t>
      </w:r>
    </w:p>
    <w:p w14:paraId="7A53C97F" w14:textId="77777777" w:rsidR="003A6D8D" w:rsidRDefault="003A6D8D" w:rsidP="008F7090">
      <w:r>
        <w:t>— </w:t>
      </w:r>
      <w:r w:rsidR="008F7090" w:rsidRPr="003A0BBB">
        <w:t>Moi aussi</w:t>
      </w:r>
      <w:r>
        <w:t xml:space="preserve">, </w:t>
      </w:r>
      <w:r w:rsidR="008F7090" w:rsidRPr="003A0BBB">
        <w:t>Maria</w:t>
      </w:r>
      <w:r>
        <w:t>.</w:t>
      </w:r>
    </w:p>
    <w:p w14:paraId="16CF80B3" w14:textId="77777777" w:rsidR="003A6D8D" w:rsidRDefault="008F7090" w:rsidP="008F7090">
      <w:r w:rsidRPr="003A0BBB">
        <w:t>Parlant ainsi</w:t>
      </w:r>
      <w:r w:rsidR="003A6D8D">
        <w:t xml:space="preserve">, </w:t>
      </w:r>
      <w:r w:rsidRPr="003A0BBB">
        <w:t>nous nous regardions avec un sourire gêné</w:t>
      </w:r>
      <w:r w:rsidR="003A6D8D">
        <w:t xml:space="preserve">, </w:t>
      </w:r>
      <w:r w:rsidRPr="003A0BBB">
        <w:t>qui contrastait péniblement avec nos paroles</w:t>
      </w:r>
      <w:r w:rsidR="003A6D8D">
        <w:t>.</w:t>
      </w:r>
    </w:p>
    <w:p w14:paraId="6FE55EE1" w14:textId="77777777" w:rsidR="003A6D8D" w:rsidRDefault="003A6D8D" w:rsidP="008F7090">
      <w:r>
        <w:t>— </w:t>
      </w:r>
      <w:r w:rsidR="008F7090" w:rsidRPr="003A0BBB">
        <w:t>Madame vient d</w:t>
      </w:r>
      <w:r>
        <w:t>’</w:t>
      </w:r>
      <w:r w:rsidR="008F7090" w:rsidRPr="003A0BBB">
        <w:t>arriver</w:t>
      </w:r>
      <w:r>
        <w:t> ?</w:t>
      </w:r>
    </w:p>
    <w:p w14:paraId="3B6913F9" w14:textId="77777777" w:rsidR="003A6D8D" w:rsidRDefault="003A6D8D" w:rsidP="008F7090">
      <w:r>
        <w:t>— </w:t>
      </w:r>
      <w:r w:rsidR="008F7090" w:rsidRPr="003A0BBB">
        <w:t>Oui</w:t>
      </w:r>
      <w:r>
        <w:t>.</w:t>
      </w:r>
    </w:p>
    <w:p w14:paraId="54FD37CE" w14:textId="77777777" w:rsidR="003A6D8D" w:rsidRDefault="003A6D8D" w:rsidP="008F7090">
      <w:r>
        <w:t>— </w:t>
      </w:r>
      <w:r w:rsidR="008F7090" w:rsidRPr="003A0BBB">
        <w:t>Je m</w:t>
      </w:r>
      <w:r>
        <w:t>’</w:t>
      </w:r>
      <w:r w:rsidR="008F7090" w:rsidRPr="003A0BBB">
        <w:t>excuse auprès de Madame</w:t>
      </w:r>
      <w:r>
        <w:t xml:space="preserve">, </w:t>
      </w:r>
      <w:r w:rsidR="008F7090" w:rsidRPr="003A0BBB">
        <w:t>qui a dû voir que Maguelonne était fermée</w:t>
      </w:r>
      <w:r>
        <w:t xml:space="preserve">. </w:t>
      </w:r>
      <w:r w:rsidR="008F7090" w:rsidRPr="003A0BBB">
        <w:t>Je n</w:t>
      </w:r>
      <w:r>
        <w:t>’</w:t>
      </w:r>
      <w:r w:rsidR="008F7090" w:rsidRPr="003A0BBB">
        <w:t>étais pas prévenue</w:t>
      </w:r>
      <w:r>
        <w:t xml:space="preserve">. </w:t>
      </w:r>
      <w:r w:rsidR="008F7090" w:rsidRPr="003A0BBB">
        <w:t>Je vais y aller tout de suite</w:t>
      </w:r>
      <w:r>
        <w:t xml:space="preserve">, </w:t>
      </w:r>
      <w:r w:rsidR="008F7090" w:rsidRPr="003A0BBB">
        <w:t>pour aérer</w:t>
      </w:r>
      <w:r>
        <w:t xml:space="preserve">, </w:t>
      </w:r>
      <w:r w:rsidR="008F7090" w:rsidRPr="003A0BBB">
        <w:t>nettoyer un peu</w:t>
      </w:r>
      <w:r>
        <w:t xml:space="preserve">. </w:t>
      </w:r>
      <w:r w:rsidR="008F7090" w:rsidRPr="003A0BBB">
        <w:t>Si Madame</w:t>
      </w:r>
      <w:r>
        <w:t xml:space="preserve">, </w:t>
      </w:r>
      <w:r w:rsidR="008F7090" w:rsidRPr="003A0BBB">
        <w:t>en attendant</w:t>
      </w:r>
      <w:r>
        <w:t xml:space="preserve">, </w:t>
      </w:r>
      <w:r w:rsidR="008F7090" w:rsidRPr="003A0BBB">
        <w:t>veut se reposer</w:t>
      </w:r>
      <w:r>
        <w:t xml:space="preserve">, </w:t>
      </w:r>
      <w:r w:rsidR="008F7090" w:rsidRPr="003A0BBB">
        <w:t>faire un brin de toilette</w:t>
      </w:r>
      <w:r>
        <w:t xml:space="preserve">, </w:t>
      </w:r>
      <w:r w:rsidR="008F7090" w:rsidRPr="003A0BBB">
        <w:t>voici notre chambre</w:t>
      </w:r>
      <w:r>
        <w:t xml:space="preserve">. </w:t>
      </w:r>
      <w:r w:rsidR="008F7090" w:rsidRPr="003A0BBB">
        <w:t>Je vais apporter de l</w:t>
      </w:r>
      <w:r>
        <w:t>’</w:t>
      </w:r>
      <w:r w:rsidR="008F7090" w:rsidRPr="003A0BBB">
        <w:t>eau chaude</w:t>
      </w:r>
      <w:r>
        <w:t>.</w:t>
      </w:r>
    </w:p>
    <w:p w14:paraId="2E6A5283" w14:textId="77777777" w:rsidR="003A6D8D" w:rsidRDefault="003A6D8D" w:rsidP="008F7090">
      <w:r>
        <w:t>— </w:t>
      </w:r>
      <w:r w:rsidR="008F7090" w:rsidRPr="003A0BBB">
        <w:t>Merci</w:t>
      </w:r>
      <w:r>
        <w:t xml:space="preserve">, </w:t>
      </w:r>
      <w:r w:rsidR="008F7090" w:rsidRPr="003A0BBB">
        <w:t>Maria</w:t>
      </w:r>
      <w:r>
        <w:t xml:space="preserve">. </w:t>
      </w:r>
      <w:r w:rsidR="008F7090" w:rsidRPr="003A0BBB">
        <w:t>Ce n</w:t>
      </w:r>
      <w:r>
        <w:t>’</w:t>
      </w:r>
      <w:r w:rsidR="008F7090" w:rsidRPr="003A0BBB">
        <w:t>est pas la peine d</w:t>
      </w:r>
      <w:r>
        <w:t>’</w:t>
      </w:r>
      <w:r w:rsidR="008F7090" w:rsidRPr="003A0BBB">
        <w:t>aller maintenant à Maguelonne</w:t>
      </w:r>
      <w:r>
        <w:t xml:space="preserve">. </w:t>
      </w:r>
      <w:r w:rsidR="008F7090" w:rsidRPr="003A0BBB">
        <w:t>Je n</w:t>
      </w:r>
      <w:r>
        <w:t>’</w:t>
      </w:r>
      <w:r w:rsidR="008F7090" w:rsidRPr="003A0BBB">
        <w:t>y coucherai pas ce soir</w:t>
      </w:r>
      <w:r>
        <w:t>.</w:t>
      </w:r>
    </w:p>
    <w:p w14:paraId="6192F3C9" w14:textId="77777777" w:rsidR="003A6D8D" w:rsidRDefault="003A6D8D" w:rsidP="008F7090">
      <w:r>
        <w:t>— </w:t>
      </w:r>
      <w:r w:rsidR="008F7090" w:rsidRPr="003A0BBB">
        <w:t>Madame repart</w:t>
      </w:r>
      <w:r>
        <w:t> ?</w:t>
      </w:r>
    </w:p>
    <w:p w14:paraId="422DC369" w14:textId="77777777" w:rsidR="003A6D8D" w:rsidRDefault="003A6D8D" w:rsidP="008F7090">
      <w:r>
        <w:lastRenderedPageBreak/>
        <w:t>— </w:t>
      </w:r>
      <w:r w:rsidR="008F7090" w:rsidRPr="003A0BBB">
        <w:t>Je ne repars pas</w:t>
      </w:r>
      <w:r>
        <w:t xml:space="preserve">, </w:t>
      </w:r>
      <w:r w:rsidR="008F7090" w:rsidRPr="003A0BBB">
        <w:t>mais je ne coucherai pas ce soir à Maguelonne</w:t>
      </w:r>
      <w:r>
        <w:t>.</w:t>
      </w:r>
    </w:p>
    <w:p w14:paraId="70AB994A" w14:textId="77777777" w:rsidR="003A6D8D" w:rsidRDefault="008F7090" w:rsidP="008F7090">
      <w:r w:rsidRPr="003A0BBB">
        <w:t>Et je lui expliquai que j</w:t>
      </w:r>
      <w:r w:rsidR="003A6D8D">
        <w:t>’</w:t>
      </w:r>
      <w:r w:rsidRPr="003A0BBB">
        <w:t>étais venue appelée par une affaire d</w:t>
      </w:r>
      <w:r w:rsidR="003A6D8D">
        <w:t>’</w:t>
      </w:r>
      <w:r w:rsidRPr="003A0BBB">
        <w:t>intérêt qu</w:t>
      </w:r>
      <w:r w:rsidR="003A6D8D">
        <w:t>’</w:t>
      </w:r>
      <w:r w:rsidRPr="003A0BBB">
        <w:t>il me fallait aller régler le jour même au chef-lieu d</w:t>
      </w:r>
      <w:r w:rsidR="003A6D8D">
        <w:t>’</w:t>
      </w:r>
      <w:r w:rsidRPr="003A0BBB">
        <w:t>arrondissement</w:t>
      </w:r>
      <w:r w:rsidR="003A6D8D">
        <w:t xml:space="preserve">. </w:t>
      </w:r>
      <w:r w:rsidRPr="003A0BBB">
        <w:t>Je resterais là-bas</w:t>
      </w:r>
      <w:r w:rsidR="003A6D8D">
        <w:t xml:space="preserve">, </w:t>
      </w:r>
      <w:r w:rsidRPr="003A0BBB">
        <w:t>parce qu</w:t>
      </w:r>
      <w:r w:rsidR="003A6D8D">
        <w:t>’</w:t>
      </w:r>
      <w:r w:rsidRPr="003A0BBB">
        <w:t>il serait déjà tard</w:t>
      </w:r>
      <w:r w:rsidR="003A6D8D">
        <w:t xml:space="preserve">, </w:t>
      </w:r>
      <w:r w:rsidRPr="003A0BBB">
        <w:t>et je reviendrais le lendemain</w:t>
      </w:r>
      <w:r w:rsidR="003A6D8D">
        <w:t>.</w:t>
      </w:r>
    </w:p>
    <w:p w14:paraId="549711FA" w14:textId="77777777" w:rsidR="003A6D8D" w:rsidRDefault="003A6D8D" w:rsidP="008F7090">
      <w:r>
        <w:t>— </w:t>
      </w:r>
      <w:r w:rsidR="008F7090" w:rsidRPr="003A0BBB">
        <w:t>Je trouverai bien une automobile</w:t>
      </w:r>
      <w:r>
        <w:t xml:space="preserve">, </w:t>
      </w:r>
      <w:r w:rsidR="008F7090" w:rsidRPr="003A0BBB">
        <w:t>n</w:t>
      </w:r>
      <w:r>
        <w:t>’</w:t>
      </w:r>
      <w:r w:rsidR="008F7090" w:rsidRPr="003A0BBB">
        <w:t>est-ce pas</w:t>
      </w:r>
      <w:r>
        <w:t xml:space="preserve"> ? </w:t>
      </w:r>
      <w:r w:rsidR="008F7090" w:rsidRPr="003A0BBB">
        <w:t>Est-ce qu</w:t>
      </w:r>
      <w:r>
        <w:t>’</w:t>
      </w:r>
      <w:r w:rsidR="008F7090" w:rsidRPr="003A0BBB">
        <w:t>Henri tient toujours son garage</w:t>
      </w:r>
      <w:r>
        <w:t> ?</w:t>
      </w:r>
    </w:p>
    <w:p w14:paraId="19A11518" w14:textId="77777777" w:rsidR="003A6D8D" w:rsidRDefault="003A6D8D" w:rsidP="008F7090">
      <w:r>
        <w:t>— </w:t>
      </w:r>
      <w:r w:rsidR="008F7090" w:rsidRPr="003A0BBB">
        <w:t>Oui</w:t>
      </w:r>
      <w:r>
        <w:t xml:space="preserve">, </w:t>
      </w:r>
      <w:r w:rsidR="008F7090" w:rsidRPr="003A0BBB">
        <w:t>Madame</w:t>
      </w:r>
      <w:r>
        <w:t xml:space="preserve">. </w:t>
      </w:r>
      <w:r w:rsidR="008F7090" w:rsidRPr="003A0BBB">
        <w:t>Jules va aller le prévenir</w:t>
      </w:r>
      <w:r>
        <w:t xml:space="preserve">. </w:t>
      </w:r>
      <w:r w:rsidR="008F7090" w:rsidRPr="003A0BBB">
        <w:t>Ils vont être tous deux bien contents de revoir Madame</w:t>
      </w:r>
      <w:r>
        <w:t xml:space="preserve">. </w:t>
      </w:r>
      <w:r w:rsidR="008F7090" w:rsidRPr="003A0BBB">
        <w:t>Nous avons souvent parlé d</w:t>
      </w:r>
      <w:r>
        <w:t>’</w:t>
      </w:r>
      <w:r w:rsidR="008F7090" w:rsidRPr="003A0BBB">
        <w:t>elle ensemble</w:t>
      </w:r>
      <w:r>
        <w:t xml:space="preserve">. </w:t>
      </w:r>
      <w:r w:rsidR="008F7090" w:rsidRPr="003A0BBB">
        <w:t>À quelle heure Madame désire-t-elle partir</w:t>
      </w:r>
      <w:r>
        <w:t> ?</w:t>
      </w:r>
    </w:p>
    <w:p w14:paraId="11ACEF90" w14:textId="77777777" w:rsidR="003A6D8D" w:rsidRDefault="003A6D8D" w:rsidP="008F7090">
      <w:r>
        <w:t>— </w:t>
      </w:r>
      <w:r w:rsidR="008F7090" w:rsidRPr="003A0BBB">
        <w:t>Le plus tôt possible</w:t>
      </w:r>
      <w:r>
        <w:t xml:space="preserve">. </w:t>
      </w:r>
      <w:r w:rsidR="008F7090" w:rsidRPr="003A0BBB">
        <w:t>Je voudrais être là-bas avant quatre heures</w:t>
      </w:r>
      <w:r>
        <w:t xml:space="preserve">, </w:t>
      </w:r>
      <w:r w:rsidR="008F7090" w:rsidRPr="003A0BBB">
        <w:t>et il y a plus de quarante kilomètres</w:t>
      </w:r>
      <w:r>
        <w:t>.</w:t>
      </w:r>
    </w:p>
    <w:p w14:paraId="6EB0A308" w14:textId="77777777" w:rsidR="003A6D8D" w:rsidRDefault="003A6D8D" w:rsidP="008F7090">
      <w:r>
        <w:t>— </w:t>
      </w:r>
      <w:r w:rsidR="008F7090" w:rsidRPr="003A0BBB">
        <w:t>Madame y sera</w:t>
      </w:r>
      <w:r>
        <w:t>.</w:t>
      </w:r>
    </w:p>
    <w:p w14:paraId="7568AD3B" w14:textId="77777777" w:rsidR="003A6D8D" w:rsidRDefault="008F7090" w:rsidP="008F7090">
      <w:r w:rsidRPr="003A0BBB">
        <w:t>Elle m</w:t>
      </w:r>
      <w:r w:rsidR="003A6D8D">
        <w:t>’</w:t>
      </w:r>
      <w:r w:rsidRPr="003A0BBB">
        <w:t>avait conduite dans la chambre</w:t>
      </w:r>
      <w:r w:rsidR="003A6D8D">
        <w:t xml:space="preserve">. </w:t>
      </w:r>
      <w:r w:rsidRPr="003A0BBB">
        <w:t>Elle tenait à la main son pot d</w:t>
      </w:r>
      <w:r w:rsidR="003A6D8D">
        <w:t>’</w:t>
      </w:r>
      <w:r w:rsidRPr="003A0BBB">
        <w:t>eau chaude</w:t>
      </w:r>
      <w:r w:rsidR="003A6D8D">
        <w:t xml:space="preserve">. </w:t>
      </w:r>
      <w:r w:rsidRPr="003A0BBB">
        <w:t>Nous restions debout</w:t>
      </w:r>
      <w:r w:rsidR="003A6D8D">
        <w:t xml:space="preserve">, </w:t>
      </w:r>
      <w:r w:rsidRPr="003A0BBB">
        <w:t>plus gênées encore que tout à l</w:t>
      </w:r>
      <w:r w:rsidR="003A6D8D">
        <w:t>’</w:t>
      </w:r>
      <w:r w:rsidRPr="003A0BBB">
        <w:t>heure</w:t>
      </w:r>
      <w:r w:rsidR="003A6D8D">
        <w:t>.</w:t>
      </w:r>
    </w:p>
    <w:p w14:paraId="38E75A8C" w14:textId="77777777" w:rsidR="003A6D8D" w:rsidRDefault="003A6D8D" w:rsidP="008F7090">
      <w:r>
        <w:t>— </w:t>
      </w:r>
      <w:r w:rsidR="008F7090" w:rsidRPr="003A0BBB">
        <w:t>Ton mari va bien</w:t>
      </w:r>
      <w:r>
        <w:t xml:space="preserve">, </w:t>
      </w:r>
      <w:r w:rsidR="008F7090" w:rsidRPr="003A0BBB">
        <w:t>Maria</w:t>
      </w:r>
      <w:r>
        <w:t> ?</w:t>
      </w:r>
    </w:p>
    <w:p w14:paraId="1C7FF885" w14:textId="77777777" w:rsidR="003A6D8D" w:rsidRDefault="003A6D8D" w:rsidP="008F7090">
      <w:r>
        <w:t>— </w:t>
      </w:r>
      <w:r w:rsidR="008F7090" w:rsidRPr="003A0BBB">
        <w:t>Oui</w:t>
      </w:r>
      <w:r>
        <w:t xml:space="preserve">, </w:t>
      </w:r>
      <w:r w:rsidR="008F7090" w:rsidRPr="003A0BBB">
        <w:t>Madame</w:t>
      </w:r>
      <w:r>
        <w:t>.</w:t>
      </w:r>
    </w:p>
    <w:p w14:paraId="35379BF9" w14:textId="77777777" w:rsidR="003A6D8D" w:rsidRDefault="003A6D8D" w:rsidP="008F7090">
      <w:r>
        <w:t>— </w:t>
      </w:r>
      <w:r w:rsidR="008F7090" w:rsidRPr="003A0BBB">
        <w:t>Et tes enfants</w:t>
      </w:r>
      <w:r>
        <w:t> ?</w:t>
      </w:r>
    </w:p>
    <w:p w14:paraId="684C39CC" w14:textId="77777777" w:rsidR="003A6D8D" w:rsidRDefault="003A6D8D" w:rsidP="008F7090">
      <w:r>
        <w:t>— </w:t>
      </w:r>
      <w:r w:rsidR="008F7090" w:rsidRPr="003A0BBB">
        <w:t>Ils vont bien</w:t>
      </w:r>
      <w:r>
        <w:t xml:space="preserve">, </w:t>
      </w:r>
      <w:r w:rsidR="008F7090" w:rsidRPr="003A0BBB">
        <w:t>aussi</w:t>
      </w:r>
      <w:r>
        <w:t xml:space="preserve">. </w:t>
      </w:r>
      <w:r w:rsidR="008F7090" w:rsidRPr="003A0BBB">
        <w:t>Celui que Madame a vu en arrivant</w:t>
      </w:r>
      <w:r>
        <w:t xml:space="preserve">, </w:t>
      </w:r>
      <w:r w:rsidR="008F7090" w:rsidRPr="003A0BBB">
        <w:t>c</w:t>
      </w:r>
      <w:r>
        <w:t>’</w:t>
      </w:r>
      <w:r w:rsidR="008F7090" w:rsidRPr="003A0BBB">
        <w:t>est l</w:t>
      </w:r>
      <w:r>
        <w:t>’</w:t>
      </w:r>
      <w:r w:rsidR="008F7090" w:rsidRPr="003A0BBB">
        <w:t>aîné</w:t>
      </w:r>
      <w:r>
        <w:t xml:space="preserve">, </w:t>
      </w:r>
      <w:r w:rsidR="008F7090" w:rsidRPr="003A0BBB">
        <w:t>Raymond</w:t>
      </w:r>
      <w:r>
        <w:t xml:space="preserve">. </w:t>
      </w:r>
      <w:r w:rsidR="008F7090" w:rsidRPr="003A0BBB">
        <w:t>L</w:t>
      </w:r>
      <w:r>
        <w:t>’</w:t>
      </w:r>
      <w:r w:rsidR="008F7090" w:rsidRPr="003A0BBB">
        <w:t>autre</w:t>
      </w:r>
      <w:r>
        <w:t xml:space="preserve">, </w:t>
      </w:r>
      <w:proofErr w:type="spellStart"/>
      <w:r w:rsidR="008F7090" w:rsidRPr="003A0BBB">
        <w:t>Zélia</w:t>
      </w:r>
      <w:proofErr w:type="spellEnd"/>
      <w:r>
        <w:t xml:space="preserve">, </w:t>
      </w:r>
      <w:r w:rsidR="008F7090" w:rsidRPr="003A0BBB">
        <w:t>est chez la grand</w:t>
      </w:r>
      <w:r>
        <w:t>’</w:t>
      </w:r>
      <w:r w:rsidR="008F7090" w:rsidRPr="003A0BBB">
        <w:t>mère</w:t>
      </w:r>
      <w:r>
        <w:t xml:space="preserve">. </w:t>
      </w:r>
      <w:r w:rsidR="008F7090" w:rsidRPr="003A0BBB">
        <w:t>Je remercie à ce propos Madame du joli manteau fourré</w:t>
      </w:r>
      <w:r>
        <w:t>…</w:t>
      </w:r>
    </w:p>
    <w:p w14:paraId="21D461C1" w14:textId="77777777" w:rsidR="003A6D8D" w:rsidRDefault="003A6D8D" w:rsidP="008F7090">
      <w:r>
        <w:t>— </w:t>
      </w:r>
      <w:r w:rsidR="008F7090" w:rsidRPr="003A0BBB">
        <w:t>Ce n</w:t>
      </w:r>
      <w:r>
        <w:t>’</w:t>
      </w:r>
      <w:r w:rsidR="008F7090" w:rsidRPr="003A0BBB">
        <w:t>est pas la peine</w:t>
      </w:r>
      <w:r>
        <w:t xml:space="preserve">, </w:t>
      </w:r>
      <w:r w:rsidR="008F7090" w:rsidRPr="003A0BBB">
        <w:t>Maria</w:t>
      </w:r>
      <w:r>
        <w:t xml:space="preserve">. </w:t>
      </w:r>
      <w:r w:rsidR="008F7090" w:rsidRPr="003A0BBB">
        <w:t>Ce n</w:t>
      </w:r>
      <w:r>
        <w:t>’</w:t>
      </w:r>
      <w:r w:rsidR="008F7090" w:rsidRPr="003A0BBB">
        <w:t>est pas la peine</w:t>
      </w:r>
      <w:r>
        <w:t>.</w:t>
      </w:r>
    </w:p>
    <w:p w14:paraId="64F3B397" w14:textId="77777777" w:rsidR="003A6D8D" w:rsidRDefault="003A6D8D" w:rsidP="008F7090">
      <w:r>
        <w:lastRenderedPageBreak/>
        <w:t>— </w:t>
      </w:r>
      <w:r w:rsidR="008F7090" w:rsidRPr="003A0BBB">
        <w:t>Et Madame</w:t>
      </w:r>
      <w:r>
        <w:t xml:space="preserve">, </w:t>
      </w:r>
      <w:r w:rsidR="008F7090" w:rsidRPr="003A0BBB">
        <w:t>est-ce qu</w:t>
      </w:r>
      <w:r>
        <w:t>’</w:t>
      </w:r>
      <w:r w:rsidR="008F7090" w:rsidRPr="003A0BBB">
        <w:t>elle va bien</w:t>
      </w:r>
      <w:r>
        <w:t> ?</w:t>
      </w:r>
    </w:p>
    <w:p w14:paraId="7888459B" w14:textId="77777777" w:rsidR="003A6D8D" w:rsidRDefault="003A6D8D" w:rsidP="008F7090">
      <w:r>
        <w:t>— </w:t>
      </w:r>
      <w:r w:rsidR="008F7090" w:rsidRPr="003A0BBB">
        <w:t>Je vais bien</w:t>
      </w:r>
      <w:r>
        <w:t>.</w:t>
      </w:r>
    </w:p>
    <w:p w14:paraId="108435F6" w14:textId="77777777" w:rsidR="003A6D8D" w:rsidRDefault="008F7090" w:rsidP="008F7090">
      <w:r w:rsidRPr="003A0BBB">
        <w:t>Je sentis qu</w:t>
      </w:r>
      <w:r w:rsidR="003A6D8D">
        <w:t>’</w:t>
      </w:r>
      <w:r w:rsidRPr="003A0BBB">
        <w:t>il y avait une autre question qu</w:t>
      </w:r>
      <w:r w:rsidR="003A6D8D">
        <w:t>’</w:t>
      </w:r>
      <w:r w:rsidRPr="003A0BBB">
        <w:t>elle n</w:t>
      </w:r>
      <w:r w:rsidR="003A6D8D">
        <w:t>’</w:t>
      </w:r>
      <w:r w:rsidRPr="003A0BBB">
        <w:t>osait pas me poser</w:t>
      </w:r>
      <w:r w:rsidR="003A6D8D">
        <w:t xml:space="preserve">. </w:t>
      </w:r>
      <w:r w:rsidRPr="003A0BBB">
        <w:t>Après notre départ</w:t>
      </w:r>
      <w:r w:rsidR="003A6D8D">
        <w:t xml:space="preserve">, </w:t>
      </w:r>
      <w:r w:rsidRPr="003A0BBB">
        <w:t>les commérages avaient dû aller leur train</w:t>
      </w:r>
      <w:r w:rsidR="003A6D8D">
        <w:t xml:space="preserve">, </w:t>
      </w:r>
      <w:r w:rsidRPr="003A0BBB">
        <w:t>dans le pays</w:t>
      </w:r>
      <w:r w:rsidR="003A6D8D">
        <w:t xml:space="preserve">, </w:t>
      </w:r>
      <w:r w:rsidRPr="003A0BBB">
        <w:t>au sujet de Franz et au mien</w:t>
      </w:r>
      <w:r w:rsidR="003A6D8D">
        <w:t>.</w:t>
      </w:r>
    </w:p>
    <w:p w14:paraId="7682B15E" w14:textId="77777777" w:rsidR="003A6D8D" w:rsidRDefault="008F7090" w:rsidP="008F7090">
      <w:r w:rsidRPr="003A0BBB">
        <w:t>D</w:t>
      </w:r>
      <w:r w:rsidR="003A6D8D">
        <w:t>’</w:t>
      </w:r>
      <w:r w:rsidRPr="003A0BBB">
        <w:t>un sourire</w:t>
      </w:r>
      <w:r w:rsidR="003A6D8D">
        <w:t xml:space="preserve">, </w:t>
      </w:r>
      <w:r w:rsidRPr="003A0BBB">
        <w:t>je m</w:t>
      </w:r>
      <w:r w:rsidR="003A6D8D">
        <w:t>’</w:t>
      </w:r>
      <w:r w:rsidRPr="003A0BBB">
        <w:t>efforçai de donner à Maria le courage qui lui manquait</w:t>
      </w:r>
      <w:r w:rsidR="003A6D8D">
        <w:t>.</w:t>
      </w:r>
    </w:p>
    <w:p w14:paraId="12B89746" w14:textId="77777777" w:rsidR="003A6D8D" w:rsidRDefault="003A6D8D" w:rsidP="008F7090">
      <w:r>
        <w:t>— </w:t>
      </w:r>
      <w:r w:rsidR="008F7090" w:rsidRPr="003A0BBB">
        <w:t>Et</w:t>
      </w:r>
      <w:r>
        <w:t xml:space="preserve">… </w:t>
      </w:r>
      <w:r w:rsidR="008F7090" w:rsidRPr="003A0BBB">
        <w:t>Monsieur</w:t>
      </w:r>
      <w:r>
        <w:t xml:space="preserve"> ? </w:t>
      </w:r>
      <w:r w:rsidR="008F7090" w:rsidRPr="003A0BBB">
        <w:t>finit-elle par dire</w:t>
      </w:r>
      <w:r>
        <w:t>.</w:t>
      </w:r>
    </w:p>
    <w:p w14:paraId="08C0A277" w14:textId="77777777" w:rsidR="003A6D8D" w:rsidRDefault="003A6D8D" w:rsidP="008F7090">
      <w:r>
        <w:t>— </w:t>
      </w:r>
      <w:r w:rsidR="008F7090" w:rsidRPr="003A0BBB">
        <w:t>Il va bien lui aussi</w:t>
      </w:r>
      <w:r>
        <w:t>.</w:t>
      </w:r>
    </w:p>
    <w:p w14:paraId="70238420" w14:textId="77777777" w:rsidR="003A6D8D" w:rsidRDefault="003A6D8D" w:rsidP="008F7090">
      <w:r>
        <w:t>— </w:t>
      </w:r>
      <w:r w:rsidR="008F7090" w:rsidRPr="003A0BBB">
        <w:t>Il est toujours à Paris</w:t>
      </w:r>
      <w:r>
        <w:t> ?</w:t>
      </w:r>
    </w:p>
    <w:p w14:paraId="5244BA8E" w14:textId="77777777" w:rsidR="003A6D8D" w:rsidRDefault="003A6D8D" w:rsidP="008F7090">
      <w:r>
        <w:t>— </w:t>
      </w:r>
      <w:r w:rsidR="008F7090" w:rsidRPr="003A0BBB">
        <w:t>Peut-être aura-t-il un de ces jours l</w:t>
      </w:r>
      <w:r>
        <w:t>’</w:t>
      </w:r>
      <w:r w:rsidR="008F7090" w:rsidRPr="003A0BBB">
        <w:t>occasion de venir par ici</w:t>
      </w:r>
      <w:r>
        <w:t xml:space="preserve">. </w:t>
      </w:r>
      <w:r w:rsidR="008F7090" w:rsidRPr="003A0BBB">
        <w:t>Laisse-moi quelques instants seule</w:t>
      </w:r>
      <w:r>
        <w:t xml:space="preserve">, </w:t>
      </w:r>
      <w:r w:rsidR="008F7090" w:rsidRPr="003A0BBB">
        <w:t>Maria</w:t>
      </w:r>
      <w:r>
        <w:t xml:space="preserve">, </w:t>
      </w:r>
      <w:r w:rsidR="008F7090" w:rsidRPr="003A0BBB">
        <w:t>veux-tu</w:t>
      </w:r>
      <w:r>
        <w:t> ?</w:t>
      </w:r>
    </w:p>
    <w:p w14:paraId="25BC2B39" w14:textId="77777777" w:rsidR="003A6D8D" w:rsidRDefault="003A6D8D" w:rsidP="008F7090">
      <w:r>
        <w:t>— </w:t>
      </w:r>
      <w:r w:rsidR="008F7090" w:rsidRPr="003A0BBB">
        <w:t>Oh</w:t>
      </w:r>
      <w:r>
        <w:t xml:space="preserve"> ! </w:t>
      </w:r>
      <w:r w:rsidR="008F7090" w:rsidRPr="003A0BBB">
        <w:t>Madame</w:t>
      </w:r>
      <w:r>
        <w:t xml:space="preserve">, </w:t>
      </w:r>
      <w:r w:rsidR="008F7090" w:rsidRPr="003A0BBB">
        <w:t>pardon</w:t>
      </w:r>
      <w:r>
        <w:t> !</w:t>
      </w:r>
    </w:p>
    <w:p w14:paraId="3F86CBAE" w14:textId="77777777" w:rsidR="003A6D8D" w:rsidRDefault="008F7090" w:rsidP="008F7090">
      <w:r w:rsidRPr="003A0BBB">
        <w:t>J</w:t>
      </w:r>
      <w:r w:rsidR="003A6D8D">
        <w:t>’</w:t>
      </w:r>
      <w:r w:rsidRPr="003A0BBB">
        <w:t>attendais qu</w:t>
      </w:r>
      <w:r w:rsidR="003A6D8D">
        <w:t>’</w:t>
      </w:r>
      <w:r w:rsidRPr="003A0BBB">
        <w:t>elle fût sortie pour enlever mon chapeau</w:t>
      </w:r>
      <w:r w:rsidR="003A6D8D">
        <w:t xml:space="preserve">. </w:t>
      </w:r>
      <w:r w:rsidRPr="003A0BBB">
        <w:t>Je ne voulais pas qu</w:t>
      </w:r>
      <w:r w:rsidR="003A6D8D">
        <w:t>’</w:t>
      </w:r>
      <w:r w:rsidRPr="003A0BBB">
        <w:t>elle vît que j</w:t>
      </w:r>
      <w:r w:rsidR="003A6D8D">
        <w:t>’</w:t>
      </w:r>
      <w:r w:rsidRPr="003A0BBB">
        <w:t>avais coupé mes cheveux et qu</w:t>
      </w:r>
      <w:r w:rsidR="003A6D8D">
        <w:t>’</w:t>
      </w:r>
      <w:r w:rsidRPr="003A0BBB">
        <w:t>ils étaient teints</w:t>
      </w:r>
      <w:r w:rsidR="003A6D8D">
        <w:t>.</w:t>
      </w:r>
    </w:p>
    <w:p w14:paraId="17ADF090" w14:textId="77777777" w:rsidR="003A6D8D" w:rsidRDefault="008F7090" w:rsidP="008F7090">
      <w:r w:rsidRPr="003A0BBB">
        <w:t>Le premier geste que j</w:t>
      </w:r>
      <w:r w:rsidR="003A6D8D">
        <w:t>’</w:t>
      </w:r>
      <w:r w:rsidRPr="003A0BBB">
        <w:t>eus</w:t>
      </w:r>
      <w:r w:rsidR="003A6D8D">
        <w:t xml:space="preserve">, </w:t>
      </w:r>
      <w:r w:rsidRPr="003A0BBB">
        <w:t>quand elle m</w:t>
      </w:r>
      <w:r w:rsidR="003A6D8D">
        <w:t>’</w:t>
      </w:r>
      <w:r w:rsidRPr="003A0BBB">
        <w:t>eût laissée</w:t>
      </w:r>
      <w:r w:rsidR="003A6D8D">
        <w:t xml:space="preserve">, </w:t>
      </w:r>
      <w:r w:rsidRPr="003A0BBB">
        <w:t>fut pour décrocher une petite glace pendue à la muraille</w:t>
      </w:r>
      <w:r w:rsidR="003A6D8D">
        <w:t xml:space="preserve">. </w:t>
      </w:r>
      <w:r w:rsidRPr="003A0BBB">
        <w:t>M</w:t>
      </w:r>
      <w:r w:rsidR="003A6D8D">
        <w:t>’</w:t>
      </w:r>
      <w:r w:rsidRPr="003A0BBB">
        <w:t>étant approchée de la fenêtre</w:t>
      </w:r>
      <w:r w:rsidR="003A6D8D">
        <w:t xml:space="preserve">, </w:t>
      </w:r>
      <w:r w:rsidRPr="003A0BBB">
        <w:t>je me regardai avidement</w:t>
      </w:r>
      <w:r w:rsidR="003A6D8D">
        <w:t xml:space="preserve">. </w:t>
      </w:r>
      <w:r w:rsidRPr="003A0BBB">
        <w:t>Je faillis laisser tomber le miroir</w:t>
      </w:r>
      <w:r w:rsidR="003A6D8D">
        <w:t xml:space="preserve">. </w:t>
      </w:r>
      <w:r w:rsidRPr="003A0BBB">
        <w:t>J</w:t>
      </w:r>
      <w:r w:rsidR="003A6D8D">
        <w:t>’</w:t>
      </w:r>
      <w:r w:rsidRPr="003A0BBB">
        <w:t>aurais dû m</w:t>
      </w:r>
      <w:r w:rsidR="003A6D8D">
        <w:t>’</w:t>
      </w:r>
      <w:r w:rsidRPr="003A0BBB">
        <w:t>attendre</w:t>
      </w:r>
      <w:r w:rsidR="003A6D8D">
        <w:t xml:space="preserve">, </w:t>
      </w:r>
      <w:r w:rsidRPr="003A0BBB">
        <w:t>sans doute</w:t>
      </w:r>
      <w:r w:rsidR="003A6D8D">
        <w:t xml:space="preserve">, </w:t>
      </w:r>
      <w:r w:rsidRPr="003A0BBB">
        <w:t>aux ravages impitoyables que je venais de constater</w:t>
      </w:r>
      <w:r w:rsidR="003A6D8D">
        <w:t xml:space="preserve">. </w:t>
      </w:r>
      <w:r w:rsidRPr="003A0BBB">
        <w:t>Trois jours d</w:t>
      </w:r>
      <w:r w:rsidR="003A6D8D">
        <w:t>’</w:t>
      </w:r>
      <w:r w:rsidRPr="003A0BBB">
        <w:t>épouvantables souffrances morales</w:t>
      </w:r>
      <w:r w:rsidR="003A6D8D">
        <w:t xml:space="preserve">, </w:t>
      </w:r>
      <w:r w:rsidRPr="003A0BBB">
        <w:t>la scène de la veille</w:t>
      </w:r>
      <w:r w:rsidR="003A6D8D">
        <w:t xml:space="preserve">, </w:t>
      </w:r>
      <w:r w:rsidRPr="003A0BBB">
        <w:t>la nuit d</w:t>
      </w:r>
      <w:r w:rsidR="003A6D8D">
        <w:t>’</w:t>
      </w:r>
      <w:r w:rsidRPr="003A0BBB">
        <w:t>insomnie passée dans le chemin de fer à remâcher ma douleur et ma haine</w:t>
      </w:r>
      <w:r w:rsidR="003A6D8D">
        <w:t xml:space="preserve"> ! </w:t>
      </w:r>
      <w:r w:rsidRPr="003A0BBB">
        <w:t>Tout cela suffisait-il pourtant à substituer à la femme que j</w:t>
      </w:r>
      <w:r w:rsidR="003A6D8D">
        <w:t>’</w:t>
      </w:r>
      <w:r w:rsidRPr="003A0BBB">
        <w:t>étais une semaine plus tôt le fantôme qui venait de surgir devant moi</w:t>
      </w:r>
      <w:r w:rsidR="003A6D8D">
        <w:t xml:space="preserve">, </w:t>
      </w:r>
      <w:r w:rsidRPr="003A0BBB">
        <w:t>dans cette glace</w:t>
      </w:r>
      <w:r w:rsidR="003A6D8D">
        <w:t xml:space="preserve"> ? </w:t>
      </w:r>
      <w:r w:rsidRPr="003A0BBB">
        <w:t>Je la rapprochai de mon visage</w:t>
      </w:r>
      <w:r w:rsidR="003A6D8D">
        <w:t xml:space="preserve">. </w:t>
      </w:r>
      <w:r w:rsidRPr="003A0BBB">
        <w:t>Plus près</w:t>
      </w:r>
      <w:r w:rsidR="003A6D8D">
        <w:t xml:space="preserve">, </w:t>
      </w:r>
      <w:r w:rsidRPr="003A0BBB">
        <w:t>plus près encore</w:t>
      </w:r>
      <w:r w:rsidR="003A6D8D">
        <w:t xml:space="preserve">. </w:t>
      </w:r>
      <w:r w:rsidRPr="003A0BBB">
        <w:t xml:space="preserve">Dans </w:t>
      </w:r>
      <w:r w:rsidRPr="003A0BBB">
        <w:lastRenderedPageBreak/>
        <w:t>cette implacable lumière d</w:t>
      </w:r>
      <w:r w:rsidR="003A6D8D">
        <w:t>’</w:t>
      </w:r>
      <w:r w:rsidRPr="003A0BBB">
        <w:t>hiver</w:t>
      </w:r>
      <w:r w:rsidR="003A6D8D">
        <w:t xml:space="preserve">, </w:t>
      </w:r>
      <w:r w:rsidRPr="003A0BBB">
        <w:t>ma chair avait une teinte terreuse sillonnée par les rides et les craquelures du fard</w:t>
      </w:r>
      <w:r w:rsidR="003A6D8D">
        <w:t xml:space="preserve">. </w:t>
      </w:r>
      <w:r w:rsidRPr="003A0BBB">
        <w:t>Mes pauvres cheveux roux se teintaient de navrants reflets rougeâtres</w:t>
      </w:r>
      <w:r w:rsidR="003A6D8D">
        <w:t xml:space="preserve">… </w:t>
      </w:r>
      <w:r w:rsidRPr="003A0BBB">
        <w:t>Précipitamment</w:t>
      </w:r>
      <w:r w:rsidR="003A6D8D">
        <w:t xml:space="preserve">, </w:t>
      </w:r>
      <w:r w:rsidRPr="003A0BBB">
        <w:t>je remis mon chapeau</w:t>
      </w:r>
      <w:r w:rsidR="003A6D8D">
        <w:t xml:space="preserve">, </w:t>
      </w:r>
      <w:r w:rsidRPr="003A0BBB">
        <w:t>et j</w:t>
      </w:r>
      <w:r w:rsidR="003A6D8D">
        <w:t>’</w:t>
      </w:r>
      <w:r w:rsidRPr="003A0BBB">
        <w:t>attendis</w:t>
      </w:r>
      <w:r w:rsidR="003A6D8D">
        <w:t xml:space="preserve">, </w:t>
      </w:r>
      <w:r w:rsidRPr="003A0BBB">
        <w:t>morne</w:t>
      </w:r>
      <w:r w:rsidR="003A6D8D">
        <w:t xml:space="preserve">, </w:t>
      </w:r>
      <w:r w:rsidRPr="003A0BBB">
        <w:t>l</w:t>
      </w:r>
      <w:r w:rsidR="003A6D8D">
        <w:t>’</w:t>
      </w:r>
      <w:r w:rsidRPr="003A0BBB">
        <w:t>œil fixé sur la campagne désolée</w:t>
      </w:r>
      <w:r w:rsidR="003A6D8D">
        <w:t xml:space="preserve">, </w:t>
      </w:r>
      <w:r w:rsidRPr="003A0BBB">
        <w:t>que Maria fût de retour</w:t>
      </w:r>
      <w:r w:rsidR="003A6D8D">
        <w:t>.</w:t>
      </w:r>
    </w:p>
    <w:p w14:paraId="1BE5DAF0" w14:textId="3140A2AF" w:rsidR="003A6D8D" w:rsidRDefault="003A6D8D" w:rsidP="008F7090"/>
    <w:p w14:paraId="214E9683" w14:textId="77777777" w:rsidR="003A6D8D" w:rsidRDefault="003A6D8D" w:rsidP="008F7090">
      <w:r>
        <w:t>— </w:t>
      </w:r>
      <w:r w:rsidR="008F7090" w:rsidRPr="003A0BBB">
        <w:t>Jules est parti prévenir Henri</w:t>
      </w:r>
      <w:r>
        <w:t xml:space="preserve">. </w:t>
      </w:r>
      <w:r w:rsidR="008F7090" w:rsidRPr="003A0BBB">
        <w:t>Si Madame veut passer dans la cuisine</w:t>
      </w:r>
      <w:r>
        <w:t xml:space="preserve">, </w:t>
      </w:r>
      <w:r w:rsidR="008F7090" w:rsidRPr="003A0BBB">
        <w:t>elle aura plus chaud que dans la chambre</w:t>
      </w:r>
      <w:r>
        <w:t>.</w:t>
      </w:r>
    </w:p>
    <w:p w14:paraId="587C1DBC" w14:textId="77777777" w:rsidR="003A6D8D" w:rsidRDefault="008F7090" w:rsidP="008F7090">
      <w:r w:rsidRPr="003A0BBB">
        <w:t>Assise au coin du feu</w:t>
      </w:r>
      <w:r w:rsidR="003A6D8D">
        <w:t xml:space="preserve">, </w:t>
      </w:r>
      <w:r w:rsidRPr="003A0BBB">
        <w:t>tandis que Maria préparait le repas</w:t>
      </w:r>
      <w:r w:rsidR="003A6D8D">
        <w:t xml:space="preserve">, </w:t>
      </w:r>
      <w:r w:rsidRPr="003A0BBB">
        <w:t>je méditais sur un moyen d</w:t>
      </w:r>
      <w:r w:rsidR="003A6D8D">
        <w:t>’</w:t>
      </w:r>
      <w:r w:rsidRPr="003A0BBB">
        <w:t>engager la conversation</w:t>
      </w:r>
      <w:r w:rsidR="003A6D8D">
        <w:t xml:space="preserve">. </w:t>
      </w:r>
      <w:r w:rsidRPr="003A0BBB">
        <w:t>Je n</w:t>
      </w:r>
      <w:r w:rsidR="003A6D8D">
        <w:t>’</w:t>
      </w:r>
      <w:r w:rsidRPr="003A0BBB">
        <w:t>étais pas venue là pour rien</w:t>
      </w:r>
      <w:r w:rsidR="003A6D8D">
        <w:t>.</w:t>
      </w:r>
    </w:p>
    <w:p w14:paraId="4E2EDE15" w14:textId="77777777" w:rsidR="003A6D8D" w:rsidRDefault="003A6D8D" w:rsidP="008F7090">
      <w:r>
        <w:t>— </w:t>
      </w:r>
      <w:r w:rsidR="008F7090" w:rsidRPr="003A0BBB">
        <w:t>Maria</w:t>
      </w:r>
      <w:r>
        <w:t xml:space="preserve">, </w:t>
      </w:r>
      <w:r w:rsidR="008F7090" w:rsidRPr="003A0BBB">
        <w:t>dis-je enfin</w:t>
      </w:r>
      <w:r>
        <w:t xml:space="preserve">, </w:t>
      </w:r>
      <w:r w:rsidR="008F7090" w:rsidRPr="003A0BBB">
        <w:t>quand j</w:t>
      </w:r>
      <w:r>
        <w:t>’</w:t>
      </w:r>
      <w:r w:rsidR="008F7090" w:rsidRPr="003A0BBB">
        <w:t>eus trouvé</w:t>
      </w:r>
      <w:r>
        <w:t>.</w:t>
      </w:r>
    </w:p>
    <w:p w14:paraId="71D63798" w14:textId="77777777" w:rsidR="003A6D8D" w:rsidRDefault="003A6D8D" w:rsidP="008F7090">
      <w:r>
        <w:t>— </w:t>
      </w:r>
      <w:r w:rsidR="008F7090" w:rsidRPr="003A0BBB">
        <w:t>Madame</w:t>
      </w:r>
      <w:r>
        <w:t> ?</w:t>
      </w:r>
    </w:p>
    <w:p w14:paraId="56B4C384" w14:textId="77777777" w:rsidR="003A6D8D" w:rsidRDefault="003A6D8D" w:rsidP="008F7090">
      <w:r>
        <w:t>— </w:t>
      </w:r>
      <w:r w:rsidR="008F7090" w:rsidRPr="003A0BBB">
        <w:t>Il faudra que tu sois assez gentille pour donner un coup de chiffon à mes souliers</w:t>
      </w:r>
      <w:r>
        <w:t xml:space="preserve">. </w:t>
      </w:r>
      <w:r w:rsidR="008F7090" w:rsidRPr="003A0BBB">
        <w:t>Ils sont couverts de boue</w:t>
      </w:r>
      <w:r>
        <w:t>.</w:t>
      </w:r>
    </w:p>
    <w:p w14:paraId="544E2437" w14:textId="77777777" w:rsidR="003A6D8D" w:rsidRDefault="003A6D8D" w:rsidP="008F7090">
      <w:r>
        <w:t>— </w:t>
      </w:r>
      <w:r w:rsidR="008F7090" w:rsidRPr="003A0BBB">
        <w:t>Madame peut être tranquille</w:t>
      </w:r>
      <w:r>
        <w:t xml:space="preserve">, </w:t>
      </w:r>
      <w:r w:rsidR="008F7090" w:rsidRPr="003A0BBB">
        <w:t>je n</w:t>
      </w:r>
      <w:r>
        <w:t>’</w:t>
      </w:r>
      <w:r w:rsidR="008F7090" w:rsidRPr="003A0BBB">
        <w:t>y manquerai pas</w:t>
      </w:r>
      <w:r>
        <w:t>.</w:t>
      </w:r>
    </w:p>
    <w:p w14:paraId="5538BA67" w14:textId="77777777" w:rsidR="003A6D8D" w:rsidRDefault="003A6D8D" w:rsidP="008F7090">
      <w:r>
        <w:t>— </w:t>
      </w:r>
      <w:r w:rsidR="008F7090" w:rsidRPr="003A0BBB">
        <w:t>Tu te rappelles</w:t>
      </w:r>
      <w:r>
        <w:t xml:space="preserve">, </w:t>
      </w:r>
      <w:r w:rsidR="008F7090" w:rsidRPr="003A0BBB">
        <w:t>dis-je après un silence</w:t>
      </w:r>
      <w:r>
        <w:t xml:space="preserve">, </w:t>
      </w:r>
      <w:r w:rsidR="008F7090" w:rsidRPr="003A0BBB">
        <w:t>tu te rappelles</w:t>
      </w:r>
      <w:r>
        <w:t xml:space="preserve">, </w:t>
      </w:r>
      <w:r w:rsidR="008F7090" w:rsidRPr="003A0BBB">
        <w:t>le soir de la mort de la pauvre Mademoiselle</w:t>
      </w:r>
      <w:r>
        <w:t> ?…</w:t>
      </w:r>
    </w:p>
    <w:p w14:paraId="39E0EFB3" w14:textId="77777777" w:rsidR="003A6D8D" w:rsidRDefault="008F7090" w:rsidP="008F7090">
      <w:r w:rsidRPr="003A0BBB">
        <w:t>Elle eut vers moi un regard profond qui signifiait que ce souvenir n</w:t>
      </w:r>
      <w:r w:rsidR="003A6D8D">
        <w:t>’</w:t>
      </w:r>
      <w:r w:rsidRPr="003A0BBB">
        <w:t>avait pas quitté sa mémoire</w:t>
      </w:r>
      <w:r w:rsidR="003A6D8D">
        <w:t xml:space="preserve">, </w:t>
      </w:r>
      <w:r w:rsidRPr="003A0BBB">
        <w:t>mais qu</w:t>
      </w:r>
      <w:r w:rsidR="003A6D8D">
        <w:t>’</w:t>
      </w:r>
      <w:r w:rsidRPr="003A0BBB">
        <w:t>elle n</w:t>
      </w:r>
      <w:r w:rsidR="003A6D8D">
        <w:t>’</w:t>
      </w:r>
      <w:r w:rsidRPr="003A0BBB">
        <w:t>aurait jamais pris sur elle d</w:t>
      </w:r>
      <w:r w:rsidR="003A6D8D">
        <w:t>’</w:t>
      </w:r>
      <w:r w:rsidRPr="003A0BBB">
        <w:t>y faire allusion la première</w:t>
      </w:r>
      <w:r w:rsidR="003A6D8D">
        <w:t>.</w:t>
      </w:r>
    </w:p>
    <w:p w14:paraId="2CCCD4BD" w14:textId="77777777" w:rsidR="003A6D8D" w:rsidRDefault="003A6D8D" w:rsidP="008F7090">
      <w:r>
        <w:t>— </w:t>
      </w:r>
      <w:r w:rsidR="008F7090" w:rsidRPr="003A0BBB">
        <w:t>Tu te rappelles</w:t>
      </w:r>
      <w:r>
        <w:t xml:space="preserve">, </w:t>
      </w:r>
      <w:r w:rsidR="008F7090" w:rsidRPr="003A0BBB">
        <w:t>Maria</w:t>
      </w:r>
      <w:r>
        <w:t xml:space="preserve">. </w:t>
      </w:r>
      <w:r w:rsidR="008F7090" w:rsidRPr="003A0BBB">
        <w:t>Quand elle est partie en automobile</w:t>
      </w:r>
      <w:r>
        <w:t xml:space="preserve">, </w:t>
      </w:r>
      <w:r w:rsidR="008F7090" w:rsidRPr="003A0BBB">
        <w:t>Monsieur était assis devant la cheminée</w:t>
      </w:r>
      <w:r>
        <w:t xml:space="preserve">, </w:t>
      </w:r>
      <w:r w:rsidR="008F7090" w:rsidRPr="003A0BBB">
        <w:t>comme je suis maintenant</w:t>
      </w:r>
      <w:r>
        <w:t> ?</w:t>
      </w:r>
    </w:p>
    <w:p w14:paraId="2594BFF4" w14:textId="77777777" w:rsidR="003A6D8D" w:rsidRDefault="003A6D8D" w:rsidP="008F7090">
      <w:r>
        <w:t>— </w:t>
      </w:r>
      <w:r w:rsidR="008F7090" w:rsidRPr="003A0BBB">
        <w:t>Je me rappelle</w:t>
      </w:r>
      <w:r>
        <w:t xml:space="preserve">, </w:t>
      </w:r>
      <w:r w:rsidR="008F7090" w:rsidRPr="003A0BBB">
        <w:t>Madame</w:t>
      </w:r>
      <w:r>
        <w:t xml:space="preserve">. </w:t>
      </w:r>
      <w:r w:rsidR="008F7090" w:rsidRPr="003A0BBB">
        <w:t>Lui aussi avait ses souliers tachés</w:t>
      </w:r>
      <w:r>
        <w:t xml:space="preserve">, </w:t>
      </w:r>
      <w:r w:rsidR="008F7090" w:rsidRPr="003A0BBB">
        <w:t>et je lui proposai de les nettoyer</w:t>
      </w:r>
      <w:r>
        <w:t xml:space="preserve">. </w:t>
      </w:r>
      <w:r w:rsidR="008F7090" w:rsidRPr="003A0BBB">
        <w:t>Seulement</w:t>
      </w:r>
      <w:r>
        <w:t xml:space="preserve">, </w:t>
      </w:r>
      <w:r w:rsidR="008F7090" w:rsidRPr="003A0BBB">
        <w:t xml:space="preserve">les taches </w:t>
      </w:r>
      <w:r w:rsidR="008F7090" w:rsidRPr="003A0BBB">
        <w:lastRenderedPageBreak/>
        <w:t>qu</w:t>
      </w:r>
      <w:r>
        <w:t>’</w:t>
      </w:r>
      <w:r w:rsidR="008F7090" w:rsidRPr="003A0BBB">
        <w:t>il avait</w:t>
      </w:r>
      <w:r>
        <w:t xml:space="preserve">, </w:t>
      </w:r>
      <w:r w:rsidR="008F7090" w:rsidRPr="003A0BBB">
        <w:t>lui</w:t>
      </w:r>
      <w:r>
        <w:t xml:space="preserve">, </w:t>
      </w:r>
      <w:r w:rsidR="008F7090" w:rsidRPr="003A0BBB">
        <w:t>ce n</w:t>
      </w:r>
      <w:r>
        <w:t>’</w:t>
      </w:r>
      <w:r w:rsidR="008F7090" w:rsidRPr="003A0BBB">
        <w:t>était pas de la boue</w:t>
      </w:r>
      <w:r>
        <w:t xml:space="preserve">, </w:t>
      </w:r>
      <w:r w:rsidR="008F7090" w:rsidRPr="003A0BBB">
        <w:t>c</w:t>
      </w:r>
      <w:r>
        <w:t>’</w:t>
      </w:r>
      <w:r w:rsidR="008F7090" w:rsidRPr="003A0BBB">
        <w:t>était de l</w:t>
      </w:r>
      <w:r>
        <w:t>’</w:t>
      </w:r>
      <w:r w:rsidR="008F7090" w:rsidRPr="003A0BBB">
        <w:t>huile</w:t>
      </w:r>
      <w:r>
        <w:t xml:space="preserve">, </w:t>
      </w:r>
      <w:r w:rsidR="008F7090" w:rsidRPr="003A0BBB">
        <w:t>de l</w:t>
      </w:r>
      <w:r>
        <w:t>’</w:t>
      </w:r>
      <w:r w:rsidR="008F7090" w:rsidRPr="003A0BBB">
        <w:t>huile de l</w:t>
      </w:r>
      <w:r>
        <w:t>’</w:t>
      </w:r>
      <w:r w:rsidR="008F7090" w:rsidRPr="003A0BBB">
        <w:t>auto</w:t>
      </w:r>
      <w:r>
        <w:t>.</w:t>
      </w:r>
    </w:p>
    <w:p w14:paraId="2065F55D" w14:textId="77777777" w:rsidR="003A6D8D" w:rsidRDefault="003A6D8D" w:rsidP="008F7090">
      <w:r>
        <w:t>— </w:t>
      </w:r>
      <w:r w:rsidR="008F7090" w:rsidRPr="003A0BBB">
        <w:t>Comment sais-tu que c</w:t>
      </w:r>
      <w:r>
        <w:t>’</w:t>
      </w:r>
      <w:r w:rsidR="008F7090" w:rsidRPr="003A0BBB">
        <w:t>était de l</w:t>
      </w:r>
      <w:r>
        <w:t>’</w:t>
      </w:r>
      <w:r w:rsidR="008F7090" w:rsidRPr="003A0BBB">
        <w:t>huile de l</w:t>
      </w:r>
      <w:r>
        <w:t>’</w:t>
      </w:r>
      <w:r w:rsidR="008F7090" w:rsidRPr="003A0BBB">
        <w:t>auto</w:t>
      </w:r>
      <w:r>
        <w:t> ?</w:t>
      </w:r>
    </w:p>
    <w:p w14:paraId="6DACF8EB" w14:textId="77777777" w:rsidR="003A6D8D" w:rsidRDefault="003A6D8D" w:rsidP="008F7090">
      <w:r>
        <w:t>— </w:t>
      </w:r>
      <w:r w:rsidR="008F7090" w:rsidRPr="003A0BBB">
        <w:t>Je le sais</w:t>
      </w:r>
      <w:r>
        <w:t xml:space="preserve">, </w:t>
      </w:r>
      <w:r w:rsidR="008F7090" w:rsidRPr="003A0BBB">
        <w:t>parce que le soir</w:t>
      </w:r>
      <w:r>
        <w:t xml:space="preserve">, </w:t>
      </w:r>
      <w:r w:rsidR="008F7090" w:rsidRPr="003A0BBB">
        <w:t>quand on eut ramené le corps de la pauvre Mademoiselle</w:t>
      </w:r>
      <w:r>
        <w:t xml:space="preserve">, </w:t>
      </w:r>
      <w:r w:rsidR="008F7090" w:rsidRPr="003A0BBB">
        <w:t>Madame se souvient</w:t>
      </w:r>
      <w:r>
        <w:t xml:space="preserve">, </w:t>
      </w:r>
      <w:r w:rsidR="008F7090" w:rsidRPr="003A0BBB">
        <w:t xml:space="preserve">je voulus </w:t>
      </w:r>
      <w:proofErr w:type="gramStart"/>
      <w:r w:rsidR="008F7090" w:rsidRPr="003A0BBB">
        <w:t>faire</w:t>
      </w:r>
      <w:proofErr w:type="gramEnd"/>
      <w:r w:rsidR="008F7090" w:rsidRPr="003A0BBB">
        <w:t xml:space="preserve"> du feu dans sa chambre</w:t>
      </w:r>
      <w:r>
        <w:t xml:space="preserve">. </w:t>
      </w:r>
      <w:r w:rsidR="008F7090" w:rsidRPr="003A0BBB">
        <w:t>J</w:t>
      </w:r>
      <w:r>
        <w:t>’</w:t>
      </w:r>
      <w:r w:rsidR="008F7090" w:rsidRPr="003A0BBB">
        <w:t>allai à la remise pour y prendre du pétrole</w:t>
      </w:r>
      <w:r>
        <w:t xml:space="preserve">, </w:t>
      </w:r>
      <w:r w:rsidR="008F7090" w:rsidRPr="003A0BBB">
        <w:t>afin d</w:t>
      </w:r>
      <w:r>
        <w:t>’</w:t>
      </w:r>
      <w:r w:rsidR="008F7090" w:rsidRPr="003A0BBB">
        <w:t>asperger le bois qui était mouillé</w:t>
      </w:r>
      <w:r>
        <w:t xml:space="preserve">. </w:t>
      </w:r>
      <w:r w:rsidR="008F7090" w:rsidRPr="003A0BBB">
        <w:t>Je fis à mes chaussures les mêmes taches en marchant dans une flaque d</w:t>
      </w:r>
      <w:r>
        <w:t>’</w:t>
      </w:r>
      <w:r w:rsidR="008F7090" w:rsidRPr="003A0BBB">
        <w:t>huile</w:t>
      </w:r>
      <w:r>
        <w:t>. « </w:t>
      </w:r>
      <w:r w:rsidR="008F7090" w:rsidRPr="003A0BBB">
        <w:t>Bon</w:t>
      </w:r>
      <w:r>
        <w:t xml:space="preserve">, </w:t>
      </w:r>
      <w:r w:rsidR="008F7090" w:rsidRPr="003A0BBB">
        <w:t>me dis-je</w:t>
      </w:r>
      <w:r>
        <w:t xml:space="preserve">, </w:t>
      </w:r>
      <w:r w:rsidR="008F7090" w:rsidRPr="003A0BBB">
        <w:t>il faudra essuyer cette flaque tout à l</w:t>
      </w:r>
      <w:r>
        <w:t>’</w:t>
      </w:r>
      <w:r w:rsidR="008F7090" w:rsidRPr="003A0BBB">
        <w:t>heure</w:t>
      </w:r>
      <w:r>
        <w:t xml:space="preserve"> ». </w:t>
      </w:r>
      <w:r w:rsidR="008F7090" w:rsidRPr="003A0BBB">
        <w:t>Quand je revins</w:t>
      </w:r>
      <w:r>
        <w:t xml:space="preserve">, </w:t>
      </w:r>
      <w:r w:rsidR="008F7090" w:rsidRPr="003A0BBB">
        <w:t>la flaque d</w:t>
      </w:r>
      <w:r>
        <w:t>’</w:t>
      </w:r>
      <w:r w:rsidR="008F7090" w:rsidRPr="003A0BBB">
        <w:t>huile n</w:t>
      </w:r>
      <w:r>
        <w:t>’</w:t>
      </w:r>
      <w:r w:rsidR="008F7090" w:rsidRPr="003A0BBB">
        <w:t>y était plus</w:t>
      </w:r>
      <w:r>
        <w:t xml:space="preserve">. </w:t>
      </w:r>
      <w:r w:rsidR="008F7090" w:rsidRPr="003A0BBB">
        <w:t>C</w:t>
      </w:r>
      <w:r>
        <w:t>’</w:t>
      </w:r>
      <w:r w:rsidR="008F7090" w:rsidRPr="003A0BBB">
        <w:t>était Monsieur qui l</w:t>
      </w:r>
      <w:r>
        <w:t>’</w:t>
      </w:r>
      <w:r w:rsidR="008F7090" w:rsidRPr="003A0BBB">
        <w:t>avait essuyée</w:t>
      </w:r>
      <w:r>
        <w:t xml:space="preserve">. </w:t>
      </w:r>
      <w:r w:rsidR="008F7090" w:rsidRPr="003A0BBB">
        <w:t>J</w:t>
      </w:r>
      <w:r>
        <w:t>’</w:t>
      </w:r>
      <w:r w:rsidR="008F7090" w:rsidRPr="003A0BBB">
        <w:t>arrivai comme il finissait</w:t>
      </w:r>
      <w:r>
        <w:t>…</w:t>
      </w:r>
    </w:p>
    <w:p w14:paraId="7745564A" w14:textId="77777777" w:rsidR="003A6D8D" w:rsidRDefault="003A6D8D" w:rsidP="008F7090">
      <w:r>
        <w:t>— </w:t>
      </w:r>
      <w:r w:rsidR="008F7090" w:rsidRPr="003A0BBB">
        <w:t>Et qu</w:t>
      </w:r>
      <w:r>
        <w:t>’</w:t>
      </w:r>
      <w:r w:rsidR="008F7090" w:rsidRPr="003A0BBB">
        <w:t>est-ce qu</w:t>
      </w:r>
      <w:r>
        <w:t>’</w:t>
      </w:r>
      <w:r w:rsidR="008F7090" w:rsidRPr="003A0BBB">
        <w:t>il te dit</w:t>
      </w:r>
      <w:r>
        <w:t> ?</w:t>
      </w:r>
    </w:p>
    <w:p w14:paraId="02158D9D" w14:textId="77777777" w:rsidR="003A6D8D" w:rsidRDefault="003A6D8D" w:rsidP="008F7090">
      <w:r>
        <w:t>— « </w:t>
      </w:r>
      <w:r w:rsidR="008F7090" w:rsidRPr="003A0BBB">
        <w:t>Ne faites pas attention</w:t>
      </w:r>
      <w:r>
        <w:t xml:space="preserve"> ; </w:t>
      </w:r>
      <w:r w:rsidR="008F7090" w:rsidRPr="003A0BBB">
        <w:t>dans des moments pareils</w:t>
      </w:r>
      <w:r>
        <w:t xml:space="preserve">, </w:t>
      </w:r>
      <w:r w:rsidR="008F7090" w:rsidRPr="003A0BBB">
        <w:t>tout le monde doit travailler à se rendre utile</w:t>
      </w:r>
      <w:r>
        <w:t> ! »</w:t>
      </w:r>
      <w:r w:rsidR="008F7090" w:rsidRPr="003A0BBB">
        <w:t xml:space="preserve"> Pauvre Monsieur</w:t>
      </w:r>
      <w:r>
        <w:t xml:space="preserve">, </w:t>
      </w:r>
      <w:r w:rsidR="008F7090" w:rsidRPr="003A0BBB">
        <w:t>il pensait à tout</w:t>
      </w:r>
      <w:r>
        <w:t> !</w:t>
      </w:r>
    </w:p>
    <w:p w14:paraId="16D05B6E" w14:textId="77777777" w:rsidR="003A6D8D" w:rsidRDefault="003A6D8D" w:rsidP="008F7090">
      <w:r>
        <w:t>— </w:t>
      </w:r>
      <w:r w:rsidR="008F7090" w:rsidRPr="003A0BBB">
        <w:t>Maria</w:t>
      </w:r>
      <w:r>
        <w:t xml:space="preserve">, </w:t>
      </w:r>
      <w:r w:rsidR="008F7090" w:rsidRPr="003A0BBB">
        <w:t>dis-je</w:t>
      </w:r>
      <w:r>
        <w:t xml:space="preserve">, </w:t>
      </w:r>
      <w:r w:rsidR="008F7090" w:rsidRPr="003A0BBB">
        <w:t>j</w:t>
      </w:r>
      <w:r>
        <w:t>’</w:t>
      </w:r>
      <w:r w:rsidR="008F7090" w:rsidRPr="003A0BBB">
        <w:t>ai froid</w:t>
      </w:r>
      <w:r>
        <w:t xml:space="preserve">. </w:t>
      </w:r>
      <w:r w:rsidR="008F7090" w:rsidRPr="003A0BBB">
        <w:t>Mets un peu plus de bois au feu</w:t>
      </w:r>
      <w:r>
        <w:t>.</w:t>
      </w:r>
    </w:p>
    <w:p w14:paraId="5241CD64" w14:textId="0FE672D7" w:rsidR="008F7090" w:rsidRPr="003A0BBB" w:rsidRDefault="008F7090" w:rsidP="008F7090"/>
    <w:p w14:paraId="6EA87BA1" w14:textId="77777777" w:rsidR="003A6D8D" w:rsidRDefault="008F7090" w:rsidP="008F7090">
      <w:r w:rsidRPr="003A0BBB">
        <w:t>Moins d</w:t>
      </w:r>
      <w:r w:rsidR="003A6D8D">
        <w:t>’</w:t>
      </w:r>
      <w:r w:rsidRPr="003A0BBB">
        <w:t>une heure après l</w:t>
      </w:r>
      <w:r w:rsidR="003A6D8D">
        <w:t>’</w:t>
      </w:r>
      <w:r w:rsidRPr="003A0BBB">
        <w:t>automobile d</w:t>
      </w:r>
      <w:r w:rsidR="003A6D8D">
        <w:t>’</w:t>
      </w:r>
      <w:r w:rsidRPr="003A0BBB">
        <w:t>Henri m</w:t>
      </w:r>
      <w:r w:rsidR="003A6D8D">
        <w:t>’</w:t>
      </w:r>
      <w:r w:rsidRPr="003A0BBB">
        <w:t>emportait</w:t>
      </w:r>
      <w:r w:rsidR="003A6D8D">
        <w:t xml:space="preserve">. </w:t>
      </w:r>
      <w:r w:rsidRPr="003A0BBB">
        <w:t>Le garagiste n</w:t>
      </w:r>
      <w:r w:rsidR="003A6D8D">
        <w:t>’</w:t>
      </w:r>
      <w:r w:rsidRPr="003A0BBB">
        <w:t>avait guère changé</w:t>
      </w:r>
      <w:r w:rsidR="003A6D8D">
        <w:t xml:space="preserve">. </w:t>
      </w:r>
      <w:r w:rsidRPr="003A0BBB">
        <w:t>Seulement ses cheveux à lui étaient blancs</w:t>
      </w:r>
      <w:r w:rsidR="003A6D8D">
        <w:t>.</w:t>
      </w:r>
    </w:p>
    <w:p w14:paraId="017EED74" w14:textId="77777777" w:rsidR="003A6D8D" w:rsidRDefault="003A6D8D" w:rsidP="008F7090">
      <w:r>
        <w:t>— </w:t>
      </w:r>
      <w:r w:rsidR="008F7090" w:rsidRPr="003A0BBB">
        <w:t>Madame</w:t>
      </w:r>
      <w:r>
        <w:t xml:space="preserve">, </w:t>
      </w:r>
      <w:r w:rsidR="008F7090" w:rsidRPr="003A0BBB">
        <w:t>Madame</w:t>
      </w:r>
      <w:r>
        <w:t xml:space="preserve">, </w:t>
      </w:r>
      <w:r w:rsidR="008F7090" w:rsidRPr="003A0BBB">
        <w:t>répétait-il de temps à autre</w:t>
      </w:r>
      <w:r>
        <w:t xml:space="preserve">, </w:t>
      </w:r>
      <w:r w:rsidR="008F7090" w:rsidRPr="003A0BBB">
        <w:t>je suis bien content de vous revoir</w:t>
      </w:r>
      <w:r>
        <w:t> !</w:t>
      </w:r>
    </w:p>
    <w:p w14:paraId="1F58A604" w14:textId="77777777" w:rsidR="003A6D8D" w:rsidRDefault="008F7090" w:rsidP="008F7090">
      <w:r w:rsidRPr="003A0BBB">
        <w:t>J</w:t>
      </w:r>
      <w:r w:rsidR="003A6D8D">
        <w:t>’</w:t>
      </w:r>
      <w:r w:rsidRPr="003A0BBB">
        <w:t>étais lasse</w:t>
      </w:r>
      <w:r w:rsidR="003A6D8D">
        <w:t xml:space="preserve">, </w:t>
      </w:r>
      <w:r w:rsidRPr="003A0BBB">
        <w:t>plus lasse que je ne saurais dire</w:t>
      </w:r>
      <w:r w:rsidR="003A6D8D">
        <w:t xml:space="preserve">. </w:t>
      </w:r>
      <w:r w:rsidRPr="003A0BBB">
        <w:t>J</w:t>
      </w:r>
      <w:r w:rsidR="003A6D8D">
        <w:t>’</w:t>
      </w:r>
      <w:r w:rsidRPr="003A0BBB">
        <w:t>aurais voulu garder le reste de mes forces pour la terrible chose qui me restait maintenant à accomplir</w:t>
      </w:r>
      <w:r w:rsidR="003A6D8D">
        <w:t xml:space="preserve">. </w:t>
      </w:r>
      <w:r w:rsidRPr="003A0BBB">
        <w:t>Mais ce n</w:t>
      </w:r>
      <w:r w:rsidR="003A6D8D">
        <w:t>’</w:t>
      </w:r>
      <w:r w:rsidRPr="003A0BBB">
        <w:t xml:space="preserve">était pas </w:t>
      </w:r>
      <w:r w:rsidRPr="003A0BBB">
        <w:lastRenderedPageBreak/>
        <w:t>possible</w:t>
      </w:r>
      <w:r w:rsidR="003A6D8D">
        <w:t xml:space="preserve">. </w:t>
      </w:r>
      <w:r w:rsidRPr="003A0BBB">
        <w:t>Celui-là aussi</w:t>
      </w:r>
      <w:r w:rsidR="003A6D8D">
        <w:t xml:space="preserve">, </w:t>
      </w:r>
      <w:r w:rsidRPr="003A0BBB">
        <w:t>il fallait qu</w:t>
      </w:r>
      <w:r w:rsidR="003A6D8D">
        <w:t>’</w:t>
      </w:r>
      <w:r w:rsidRPr="003A0BBB">
        <w:t>il parlât</w:t>
      </w:r>
      <w:r w:rsidR="003A6D8D">
        <w:t xml:space="preserve">, </w:t>
      </w:r>
      <w:r w:rsidRPr="003A0BBB">
        <w:t>qu</w:t>
      </w:r>
      <w:r w:rsidR="003A6D8D">
        <w:t>’</w:t>
      </w:r>
      <w:r w:rsidRPr="003A0BBB">
        <w:t>il dît de quoi il se souvenait</w:t>
      </w:r>
      <w:r w:rsidR="003A6D8D">
        <w:t>.</w:t>
      </w:r>
    </w:p>
    <w:p w14:paraId="538C1614" w14:textId="77777777" w:rsidR="003A6D8D" w:rsidRDefault="003A6D8D" w:rsidP="008F7090">
      <w:r>
        <w:t>— </w:t>
      </w:r>
      <w:r w:rsidR="008F7090" w:rsidRPr="003A0BBB">
        <w:t>Cela me fait également plaisir</w:t>
      </w:r>
      <w:r>
        <w:t xml:space="preserve">, </w:t>
      </w:r>
      <w:r w:rsidR="008F7090" w:rsidRPr="003A0BBB">
        <w:t>Henri</w:t>
      </w:r>
      <w:r>
        <w:t xml:space="preserve">. </w:t>
      </w:r>
      <w:r w:rsidR="008F7090" w:rsidRPr="003A0BBB">
        <w:t>Attention à ce virage</w:t>
      </w:r>
      <w:r>
        <w:t>.</w:t>
      </w:r>
    </w:p>
    <w:p w14:paraId="394F77F7" w14:textId="77777777" w:rsidR="003A6D8D" w:rsidRDefault="003A6D8D" w:rsidP="008F7090">
      <w:r>
        <w:t>— </w:t>
      </w:r>
      <w:r w:rsidR="008F7090" w:rsidRPr="003A0BBB">
        <w:t>Rien à craindre</w:t>
      </w:r>
      <w:r>
        <w:t xml:space="preserve">, </w:t>
      </w:r>
      <w:r w:rsidR="008F7090" w:rsidRPr="003A0BBB">
        <w:t>Madame</w:t>
      </w:r>
      <w:r>
        <w:t>.</w:t>
      </w:r>
    </w:p>
    <w:p w14:paraId="53C3C7F0" w14:textId="77777777" w:rsidR="003A6D8D" w:rsidRDefault="003A6D8D" w:rsidP="008F7090">
      <w:r>
        <w:t>— </w:t>
      </w:r>
      <w:r w:rsidR="008F7090" w:rsidRPr="003A0BBB">
        <w:t>Je le sais</w:t>
      </w:r>
      <w:r>
        <w:t xml:space="preserve">, </w:t>
      </w:r>
      <w:r w:rsidR="008F7090" w:rsidRPr="003A0BBB">
        <w:t>Henri</w:t>
      </w:r>
      <w:r>
        <w:t xml:space="preserve">. </w:t>
      </w:r>
      <w:r w:rsidR="008F7090" w:rsidRPr="003A0BBB">
        <w:t>Mais il ne faut pas trop vous étonner</w:t>
      </w:r>
      <w:r>
        <w:t xml:space="preserve">. </w:t>
      </w:r>
      <w:r w:rsidR="008F7090" w:rsidRPr="003A0BBB">
        <w:t>C</w:t>
      </w:r>
      <w:r>
        <w:t>’</w:t>
      </w:r>
      <w:r w:rsidR="008F7090" w:rsidRPr="003A0BBB">
        <w:t>est dans un virage de ce genre que la pauvre Mademoiselle</w:t>
      </w:r>
      <w:r>
        <w:t>…</w:t>
      </w:r>
    </w:p>
    <w:p w14:paraId="03F8F8A1" w14:textId="77777777" w:rsidR="003A6D8D" w:rsidRDefault="008F7090" w:rsidP="008F7090">
      <w:r w:rsidRPr="003A0BBB">
        <w:t>Ses yeux s</w:t>
      </w:r>
      <w:r w:rsidR="003A6D8D">
        <w:t>’</w:t>
      </w:r>
      <w:r w:rsidRPr="003A0BBB">
        <w:t>assombrirent</w:t>
      </w:r>
      <w:r w:rsidR="003A6D8D">
        <w:t>.</w:t>
      </w:r>
    </w:p>
    <w:p w14:paraId="66A4DB50" w14:textId="77777777" w:rsidR="003A6D8D" w:rsidRDefault="003A6D8D" w:rsidP="008F7090">
      <w:r>
        <w:t>— </w:t>
      </w:r>
      <w:r w:rsidR="008F7090" w:rsidRPr="003A0BBB">
        <w:t>Je me rappelle</w:t>
      </w:r>
      <w:r>
        <w:t xml:space="preserve">, </w:t>
      </w:r>
      <w:r w:rsidR="008F7090" w:rsidRPr="003A0BBB">
        <w:t>Madame</w:t>
      </w:r>
      <w:r>
        <w:t xml:space="preserve">, </w:t>
      </w:r>
      <w:r w:rsidR="008F7090" w:rsidRPr="003A0BBB">
        <w:t xml:space="preserve">dit-il à voix </w:t>
      </w:r>
      <w:proofErr w:type="spellStart"/>
      <w:r w:rsidR="008F7090" w:rsidRPr="003A0BBB">
        <w:t>base</w:t>
      </w:r>
      <w:proofErr w:type="spellEnd"/>
      <w:r>
        <w:t>.</w:t>
      </w:r>
    </w:p>
    <w:p w14:paraId="55F2A239" w14:textId="77777777" w:rsidR="003A6D8D" w:rsidRDefault="003A6D8D" w:rsidP="008F7090">
      <w:r>
        <w:t>— </w:t>
      </w:r>
      <w:r w:rsidR="008F7090" w:rsidRPr="003A0BBB">
        <w:t>Comment cela a-t-il pu avoir lieu</w:t>
      </w:r>
      <w:r>
        <w:t xml:space="preserve">, </w:t>
      </w:r>
      <w:r w:rsidR="008F7090" w:rsidRPr="003A0BBB">
        <w:t>Henri</w:t>
      </w:r>
      <w:r>
        <w:t> ?</w:t>
      </w:r>
    </w:p>
    <w:p w14:paraId="1D63C9CC" w14:textId="77777777" w:rsidR="003A6D8D" w:rsidRDefault="008F7090" w:rsidP="008F7090">
      <w:r w:rsidRPr="003A0BBB">
        <w:t>Il toussa</w:t>
      </w:r>
      <w:r w:rsidR="003A6D8D">
        <w:t xml:space="preserve">, </w:t>
      </w:r>
      <w:r w:rsidRPr="003A0BBB">
        <w:t>diminua un peu la vitesse</w:t>
      </w:r>
      <w:r w:rsidR="003A6D8D">
        <w:t> :</w:t>
      </w:r>
    </w:p>
    <w:p w14:paraId="1CB48435" w14:textId="5FAF0AF9" w:rsidR="003A6D8D" w:rsidRDefault="003A6D8D" w:rsidP="008F7090">
      <w:r>
        <w:t>— </w:t>
      </w:r>
      <w:r w:rsidR="008F7090" w:rsidRPr="003A0BBB">
        <w:t>Ah</w:t>
      </w:r>
      <w:r>
        <w:t xml:space="preserve"> ! </w:t>
      </w:r>
      <w:r w:rsidR="008F7090" w:rsidRPr="003A0BBB">
        <w:t>Madame</w:t>
      </w:r>
      <w:r>
        <w:t xml:space="preserve">, </w:t>
      </w:r>
      <w:r w:rsidR="008F7090" w:rsidRPr="003A0BBB">
        <w:t>à un chauffeur</w:t>
      </w:r>
      <w:r>
        <w:t xml:space="preserve">, </w:t>
      </w:r>
      <w:r w:rsidR="008F7090" w:rsidRPr="003A0BBB">
        <w:t>à quelqu</w:t>
      </w:r>
      <w:r>
        <w:t>’</w:t>
      </w:r>
      <w:r w:rsidR="008F7090" w:rsidRPr="003A0BBB">
        <w:t>un du métier</w:t>
      </w:r>
      <w:r>
        <w:t xml:space="preserve">, </w:t>
      </w:r>
      <w:r w:rsidR="008F7090" w:rsidRPr="003A0BBB">
        <w:t>je pourrais essayer d</w:t>
      </w:r>
      <w:r>
        <w:t>’</w:t>
      </w:r>
      <w:r w:rsidR="008F7090" w:rsidRPr="003A0BBB">
        <w:t>expliquer</w:t>
      </w:r>
      <w:r>
        <w:t xml:space="preserve">… </w:t>
      </w:r>
      <w:r w:rsidR="008F7090" w:rsidRPr="003A0BBB">
        <w:t>Il faut des connaissances spéciales</w:t>
      </w:r>
      <w:r>
        <w:t xml:space="preserve">. </w:t>
      </w:r>
      <w:r w:rsidR="008F7090" w:rsidRPr="003A0BBB">
        <w:t xml:space="preserve">La voiture de </w:t>
      </w:r>
      <w:r>
        <w:t>M. </w:t>
      </w:r>
      <w:r w:rsidR="008F7090" w:rsidRPr="003A0BBB">
        <w:t>Franz n</w:t>
      </w:r>
      <w:r>
        <w:t>’</w:t>
      </w:r>
      <w:r w:rsidR="008F7090" w:rsidRPr="003A0BBB">
        <w:t>est pas une auto comme les autres</w:t>
      </w:r>
      <w:r>
        <w:t xml:space="preserve">. </w:t>
      </w:r>
      <w:r w:rsidR="008F7090" w:rsidRPr="003A0BBB">
        <w:t>Depuis</w:t>
      </w:r>
      <w:r>
        <w:t xml:space="preserve">, </w:t>
      </w:r>
      <w:r w:rsidR="008F7090" w:rsidRPr="003A0BBB">
        <w:t>il y en a eu beaucoup dans le pays</w:t>
      </w:r>
      <w:r>
        <w:t xml:space="preserve">. </w:t>
      </w:r>
      <w:r w:rsidR="008F7090" w:rsidRPr="003A0BBB">
        <w:t>J</w:t>
      </w:r>
      <w:r>
        <w:t>’</w:t>
      </w:r>
      <w:r w:rsidR="008F7090" w:rsidRPr="003A0BBB">
        <w:t>ai pu étudier</w:t>
      </w:r>
      <w:r>
        <w:t xml:space="preserve">, </w:t>
      </w:r>
      <w:r w:rsidR="008F7090" w:rsidRPr="003A0BBB">
        <w:t>tâcher de comprendre</w:t>
      </w:r>
      <w:r>
        <w:t xml:space="preserve">. </w:t>
      </w:r>
      <w:r w:rsidR="008F7090" w:rsidRPr="003A0BBB">
        <w:t>Le soir de l</w:t>
      </w:r>
      <w:r>
        <w:t>’</w:t>
      </w:r>
      <w:r w:rsidR="008F7090" w:rsidRPr="003A0BBB">
        <w:t>accident</w:t>
      </w:r>
      <w:r>
        <w:t xml:space="preserve">, </w:t>
      </w:r>
      <w:r w:rsidR="008F7090" w:rsidRPr="003A0BBB">
        <w:t>j</w:t>
      </w:r>
      <w:r>
        <w:t>’</w:t>
      </w:r>
      <w:r w:rsidR="008F7090" w:rsidRPr="003A0BBB">
        <w:t>avais déjà pu constater que le levier du frein était tiré à bloc</w:t>
      </w:r>
      <w:r>
        <w:t xml:space="preserve">, – </w:t>
      </w:r>
      <w:r w:rsidR="008F7090" w:rsidRPr="003A0BBB">
        <w:t>preuve que Mademoiselle avait voulu s</w:t>
      </w:r>
      <w:r>
        <w:t>’</w:t>
      </w:r>
      <w:r w:rsidR="008F7090" w:rsidRPr="003A0BBB">
        <w:t>en servir</w:t>
      </w:r>
      <w:r>
        <w:t xml:space="preserve">. – </w:t>
      </w:r>
      <w:r w:rsidR="008F7090" w:rsidRPr="003A0BBB">
        <w:t>C</w:t>
      </w:r>
      <w:r>
        <w:t>’</w:t>
      </w:r>
      <w:r w:rsidR="008F7090" w:rsidRPr="003A0BBB">
        <w:t>est plus tard</w:t>
      </w:r>
      <w:r>
        <w:t xml:space="preserve">, </w:t>
      </w:r>
      <w:r w:rsidR="008F7090" w:rsidRPr="003A0BBB">
        <w:t>seulement</w:t>
      </w:r>
      <w:r>
        <w:t xml:space="preserve">, </w:t>
      </w:r>
      <w:r w:rsidR="008F7090" w:rsidRPr="003A0BBB">
        <w:t>que j</w:t>
      </w:r>
      <w:r>
        <w:t>’</w:t>
      </w:r>
      <w:r w:rsidR="008F7090" w:rsidRPr="003A0BBB">
        <w:t>ai compris pourquoi il n</w:t>
      </w:r>
      <w:r>
        <w:t>’</w:t>
      </w:r>
      <w:r w:rsidR="008F7090" w:rsidRPr="003A0BBB">
        <w:t>avait pas fonctionné</w:t>
      </w:r>
      <w:r>
        <w:t xml:space="preserve">. </w:t>
      </w:r>
      <w:r w:rsidR="008F7090" w:rsidRPr="003A0BBB">
        <w:t>L</w:t>
      </w:r>
      <w:r>
        <w:t>’</w:t>
      </w:r>
      <w:r w:rsidR="008F7090" w:rsidRPr="003A0BBB">
        <w:t>huile manquait sûrement dans la tuyauterie</w:t>
      </w:r>
      <w:r>
        <w:t xml:space="preserve">, </w:t>
      </w:r>
      <w:r w:rsidR="008F7090" w:rsidRPr="003A0BBB">
        <w:t>et comme à cette époque la voiture n</w:t>
      </w:r>
      <w:r>
        <w:t>’</w:t>
      </w:r>
      <w:r w:rsidR="008F7090" w:rsidRPr="003A0BBB">
        <w:t>avait pas encore l</w:t>
      </w:r>
      <w:r>
        <w:t>’</w:t>
      </w:r>
      <w:r w:rsidR="008F7090" w:rsidRPr="003A0BBB">
        <w:t>avertisseur automatique qui y a été adapté depuis</w:t>
      </w:r>
      <w:r>
        <w:t>…</w:t>
      </w:r>
    </w:p>
    <w:p w14:paraId="514F0024" w14:textId="77777777" w:rsidR="003A6D8D" w:rsidRDefault="003A6D8D" w:rsidP="008F7090">
      <w:r>
        <w:t>— </w:t>
      </w:r>
      <w:r w:rsidR="008F7090" w:rsidRPr="003A0BBB">
        <w:t>Le levier du frein était tiré à bloc</w:t>
      </w:r>
      <w:r>
        <w:t> ?</w:t>
      </w:r>
    </w:p>
    <w:p w14:paraId="534A49AB" w14:textId="4426DA30" w:rsidR="003A6D8D" w:rsidRDefault="003A6D8D" w:rsidP="008F7090">
      <w:r>
        <w:t>— </w:t>
      </w:r>
      <w:r w:rsidR="008F7090" w:rsidRPr="003A0BBB">
        <w:t>Parfaitement</w:t>
      </w:r>
      <w:r>
        <w:t xml:space="preserve">, </w:t>
      </w:r>
      <w:r w:rsidR="008F7090" w:rsidRPr="003A0BBB">
        <w:t>Madame</w:t>
      </w:r>
      <w:r>
        <w:t xml:space="preserve">. </w:t>
      </w:r>
      <w:r w:rsidR="008F7090" w:rsidRPr="003A0BBB">
        <w:t>Je l</w:t>
      </w:r>
      <w:r>
        <w:t>’</w:t>
      </w:r>
      <w:r w:rsidR="008F7090" w:rsidRPr="003A0BBB">
        <w:t>ai fait remarquer à deux personnes présentes</w:t>
      </w:r>
      <w:r>
        <w:t xml:space="preserve">. </w:t>
      </w:r>
      <w:r w:rsidR="008F7090" w:rsidRPr="003A0BBB">
        <w:t>Le lendemain</w:t>
      </w:r>
      <w:r>
        <w:t xml:space="preserve">, </w:t>
      </w:r>
      <w:r w:rsidR="008F7090" w:rsidRPr="003A0BBB">
        <w:t>j</w:t>
      </w:r>
      <w:r>
        <w:t>’</w:t>
      </w:r>
      <w:r w:rsidR="008F7090" w:rsidRPr="003A0BBB">
        <w:t>ai voulu le montrer à d</w:t>
      </w:r>
      <w:r>
        <w:t>’</w:t>
      </w:r>
      <w:r w:rsidR="008F7090" w:rsidRPr="003A0BBB">
        <w:t>autres</w:t>
      </w:r>
      <w:r>
        <w:t xml:space="preserve">, </w:t>
      </w:r>
      <w:r w:rsidR="008F7090" w:rsidRPr="003A0BBB">
        <w:t>je n</w:t>
      </w:r>
      <w:r>
        <w:t>’</w:t>
      </w:r>
      <w:r w:rsidR="008F7090" w:rsidRPr="003A0BBB">
        <w:t>ai pas pu</w:t>
      </w:r>
      <w:r>
        <w:t>. M. </w:t>
      </w:r>
      <w:r w:rsidR="008F7090" w:rsidRPr="003A0BBB">
        <w:t xml:space="preserve">Franz avait fait enlever les débris </w:t>
      </w:r>
      <w:r w:rsidR="008F7090" w:rsidRPr="003A0BBB">
        <w:lastRenderedPageBreak/>
        <w:t>pendant la nuit</w:t>
      </w:r>
      <w:r>
        <w:t xml:space="preserve">. </w:t>
      </w:r>
      <w:r w:rsidR="008F7090" w:rsidRPr="003A0BBB">
        <w:t>Je lui ai touché deux mots de ma constatation</w:t>
      </w:r>
      <w:r>
        <w:t xml:space="preserve">. </w:t>
      </w:r>
      <w:r w:rsidR="008F7090" w:rsidRPr="003A0BBB">
        <w:t>Il m</w:t>
      </w:r>
      <w:r>
        <w:t>’</w:t>
      </w:r>
      <w:r w:rsidR="008F7090" w:rsidRPr="003A0BBB">
        <w:t>a dit qu</w:t>
      </w:r>
      <w:r>
        <w:t>’</w:t>
      </w:r>
      <w:r w:rsidR="008F7090" w:rsidRPr="003A0BBB">
        <w:t>il n</w:t>
      </w:r>
      <w:r>
        <w:t>’</w:t>
      </w:r>
      <w:r w:rsidR="008F7090" w:rsidRPr="003A0BBB">
        <w:t>y avait pas pris garde</w:t>
      </w:r>
      <w:r>
        <w:t xml:space="preserve">. </w:t>
      </w:r>
      <w:r w:rsidR="008F7090" w:rsidRPr="003A0BBB">
        <w:t>Il était si ému</w:t>
      </w:r>
      <w:r>
        <w:t xml:space="preserve">, </w:t>
      </w:r>
      <w:r w:rsidR="008F7090" w:rsidRPr="003A0BBB">
        <w:t>cela se conçoit</w:t>
      </w:r>
      <w:r>
        <w:t xml:space="preserve">… </w:t>
      </w:r>
      <w:r w:rsidR="008F7090" w:rsidRPr="003A0BBB">
        <w:t>Tonnerre</w:t>
      </w:r>
      <w:r>
        <w:t xml:space="preserve">, </w:t>
      </w:r>
      <w:r w:rsidR="008F7090" w:rsidRPr="003A0BBB">
        <w:t>voilà encore un troupeau de moutons</w:t>
      </w:r>
      <w:r>
        <w:t xml:space="preserve">. </w:t>
      </w:r>
      <w:r w:rsidR="008F7090" w:rsidRPr="003A0BBB">
        <w:t>Les moutons</w:t>
      </w:r>
      <w:r>
        <w:t xml:space="preserve">, </w:t>
      </w:r>
      <w:r w:rsidR="008F7090" w:rsidRPr="003A0BBB">
        <w:t>Madame</w:t>
      </w:r>
      <w:r>
        <w:t xml:space="preserve">, </w:t>
      </w:r>
      <w:r w:rsidR="008F7090" w:rsidRPr="003A0BBB">
        <w:t>c</w:t>
      </w:r>
      <w:r>
        <w:t>’</w:t>
      </w:r>
      <w:r w:rsidR="008F7090" w:rsidRPr="003A0BBB">
        <w:t>est une vraie plaie pour les chauffeurs</w:t>
      </w:r>
      <w:r>
        <w:t>.</w:t>
      </w:r>
    </w:p>
    <w:p w14:paraId="620698CA" w14:textId="77777777" w:rsidR="003A6D8D" w:rsidRDefault="008F7090" w:rsidP="008F7090">
      <w:r w:rsidRPr="003A0BBB">
        <w:t>Déjà nous atteignions les premières maisons de la ville</w:t>
      </w:r>
      <w:r w:rsidR="003A6D8D">
        <w:t xml:space="preserve">. </w:t>
      </w:r>
      <w:r w:rsidRPr="003A0BBB">
        <w:t>La nuit commençait à tomber</w:t>
      </w:r>
      <w:r w:rsidR="003A6D8D">
        <w:t>.</w:t>
      </w:r>
    </w:p>
    <w:p w14:paraId="1E575087" w14:textId="77777777" w:rsidR="003A6D8D" w:rsidRDefault="003A6D8D" w:rsidP="008F7090">
      <w:r>
        <w:t>— </w:t>
      </w:r>
      <w:r w:rsidR="008F7090" w:rsidRPr="003A0BBB">
        <w:t>Où faut-il vous conduire</w:t>
      </w:r>
      <w:r>
        <w:t xml:space="preserve">, </w:t>
      </w:r>
      <w:r w:rsidR="008F7090" w:rsidRPr="003A0BBB">
        <w:t>Madame</w:t>
      </w:r>
      <w:r>
        <w:t xml:space="preserve"> ? </w:t>
      </w:r>
      <w:r w:rsidR="008F7090" w:rsidRPr="003A0BBB">
        <w:t>demanda Henri</w:t>
      </w:r>
      <w:r>
        <w:t>.</w:t>
      </w:r>
    </w:p>
    <w:p w14:paraId="53BB1276" w14:textId="77777777" w:rsidR="003A6D8D" w:rsidRDefault="003A6D8D" w:rsidP="008F7090">
      <w:r>
        <w:t>— </w:t>
      </w:r>
      <w:r w:rsidR="008F7090" w:rsidRPr="003A0BBB">
        <w:t>Au Palais de Justice</w:t>
      </w:r>
      <w:r>
        <w:t>.</w:t>
      </w:r>
    </w:p>
    <w:p w14:paraId="44446AD1" w14:textId="77777777" w:rsidR="003A6D8D" w:rsidRDefault="008F7090" w:rsidP="008F7090">
      <w:r w:rsidRPr="003A0BBB">
        <w:t>L</w:t>
      </w:r>
      <w:r w:rsidR="003A6D8D">
        <w:t>’</w:t>
      </w:r>
      <w:r w:rsidRPr="003A0BBB">
        <w:t>automobile s</w:t>
      </w:r>
      <w:r w:rsidR="003A6D8D">
        <w:t>’</w:t>
      </w:r>
      <w:r w:rsidRPr="003A0BBB">
        <w:t>arrêta</w:t>
      </w:r>
      <w:r w:rsidR="003A6D8D">
        <w:t xml:space="preserve">. </w:t>
      </w:r>
      <w:r w:rsidRPr="003A0BBB">
        <w:t>Je descendis</w:t>
      </w:r>
      <w:r w:rsidR="003A6D8D">
        <w:t>.</w:t>
      </w:r>
    </w:p>
    <w:p w14:paraId="3940B902" w14:textId="77777777" w:rsidR="003A6D8D" w:rsidRDefault="003A6D8D" w:rsidP="008F7090">
      <w:r>
        <w:t>— </w:t>
      </w:r>
      <w:r w:rsidR="008F7090" w:rsidRPr="003A0BBB">
        <w:t>Faut-il que j</w:t>
      </w:r>
      <w:r>
        <w:t>’</w:t>
      </w:r>
      <w:r w:rsidR="008F7090" w:rsidRPr="003A0BBB">
        <w:t>attende</w:t>
      </w:r>
      <w:r>
        <w:t> ?</w:t>
      </w:r>
    </w:p>
    <w:p w14:paraId="236718B5" w14:textId="77777777" w:rsidR="003A6D8D" w:rsidRDefault="003A6D8D" w:rsidP="008F7090">
      <w:r>
        <w:t>— </w:t>
      </w:r>
      <w:r w:rsidR="008F7090" w:rsidRPr="003A0BBB">
        <w:t>Ce n</w:t>
      </w:r>
      <w:r>
        <w:t>’</w:t>
      </w:r>
      <w:r w:rsidR="008F7090" w:rsidRPr="003A0BBB">
        <w:t>est pas la peine</w:t>
      </w:r>
      <w:r>
        <w:t xml:space="preserve">, </w:t>
      </w:r>
      <w:r w:rsidR="008F7090" w:rsidRPr="003A0BBB">
        <w:t>Henri</w:t>
      </w:r>
      <w:r>
        <w:t xml:space="preserve">. </w:t>
      </w:r>
      <w:r w:rsidR="008F7090" w:rsidRPr="003A0BBB">
        <w:t>Je coucherai ici ce soir</w:t>
      </w:r>
      <w:r>
        <w:t xml:space="preserve">. </w:t>
      </w:r>
      <w:r w:rsidR="008F7090" w:rsidRPr="003A0BBB">
        <w:t>Merci encore</w:t>
      </w:r>
      <w:r>
        <w:t xml:space="preserve">. </w:t>
      </w:r>
      <w:r w:rsidR="008F7090" w:rsidRPr="003A0BBB">
        <w:t>Et à bientôt</w:t>
      </w:r>
      <w:r>
        <w:t>.</w:t>
      </w:r>
    </w:p>
    <w:p w14:paraId="34AE4668" w14:textId="77777777" w:rsidR="003A6D8D" w:rsidRDefault="008F7090" w:rsidP="008F7090">
      <w:r w:rsidRPr="003A0BBB">
        <w:t>Je frappai à la porte du concierge</w:t>
      </w:r>
      <w:r w:rsidR="003A6D8D">
        <w:t>.</w:t>
      </w:r>
    </w:p>
    <w:p w14:paraId="6ECEDEE9" w14:textId="77777777" w:rsidR="003A6D8D" w:rsidRDefault="003A6D8D" w:rsidP="008F7090">
      <w:r>
        <w:t>— </w:t>
      </w:r>
      <w:r w:rsidR="008F7090" w:rsidRPr="003A0BBB">
        <w:t>Le procureur de la République</w:t>
      </w:r>
      <w:r>
        <w:t xml:space="preserve">, </w:t>
      </w:r>
      <w:r w:rsidR="008F7090" w:rsidRPr="003A0BBB">
        <w:t>je vous prie</w:t>
      </w:r>
      <w:r>
        <w:t> ?</w:t>
      </w:r>
    </w:p>
    <w:p w14:paraId="7533601C" w14:textId="77777777" w:rsidR="003A6D8D" w:rsidRDefault="008F7090" w:rsidP="008F7090">
      <w:r w:rsidRPr="003A0BBB">
        <w:t>Une voix sortit du fond de la loge</w:t>
      </w:r>
      <w:r w:rsidR="003A6D8D">
        <w:t>.</w:t>
      </w:r>
    </w:p>
    <w:p w14:paraId="0FD4ABDF" w14:textId="77777777" w:rsidR="003A6D8D" w:rsidRDefault="003A6D8D" w:rsidP="008F7090">
      <w:r>
        <w:t>— </w:t>
      </w:r>
      <w:r w:rsidR="008F7090" w:rsidRPr="003A0BBB">
        <w:t>Le couloir de droite</w:t>
      </w:r>
      <w:r>
        <w:t xml:space="preserve">, </w:t>
      </w:r>
      <w:r w:rsidR="008F7090" w:rsidRPr="003A0BBB">
        <w:t>dans la cour</w:t>
      </w:r>
      <w:r>
        <w:t xml:space="preserve">. </w:t>
      </w:r>
      <w:r w:rsidR="008F7090" w:rsidRPr="003A0BBB">
        <w:t>Première porte à gauche</w:t>
      </w:r>
      <w:r>
        <w:t>.</w:t>
      </w:r>
    </w:p>
    <w:p w14:paraId="58DB5297" w14:textId="77777777" w:rsidR="003A6D8D" w:rsidRDefault="008F7090" w:rsidP="008F7090">
      <w:r w:rsidRPr="003A0BBB">
        <w:t>Ce couloir recevait sa lumière d</w:t>
      </w:r>
      <w:r w:rsidR="003A6D8D">
        <w:t>’</w:t>
      </w:r>
      <w:r w:rsidRPr="003A0BBB">
        <w:t>une mauvaise lanterne</w:t>
      </w:r>
      <w:r w:rsidR="003A6D8D">
        <w:t xml:space="preserve">. </w:t>
      </w:r>
      <w:r w:rsidRPr="003A0BBB">
        <w:t>Sur les banquettes</w:t>
      </w:r>
      <w:r w:rsidR="003A6D8D">
        <w:t xml:space="preserve">, </w:t>
      </w:r>
      <w:r w:rsidRPr="003A0BBB">
        <w:t>quelques silhouettes se tenaient assises</w:t>
      </w:r>
      <w:r w:rsidR="003A6D8D">
        <w:t xml:space="preserve"> : </w:t>
      </w:r>
      <w:r w:rsidRPr="003A0BBB">
        <w:t>un paysan</w:t>
      </w:r>
      <w:r w:rsidR="003A6D8D">
        <w:t xml:space="preserve">, </w:t>
      </w:r>
      <w:r w:rsidRPr="003A0BBB">
        <w:t>une jeune femme avec son enfant</w:t>
      </w:r>
      <w:r w:rsidR="003A6D8D">
        <w:t xml:space="preserve">, </w:t>
      </w:r>
      <w:r w:rsidRPr="003A0BBB">
        <w:t>un homme à barbe hirsute</w:t>
      </w:r>
      <w:r w:rsidR="003A6D8D">
        <w:t xml:space="preserve">, </w:t>
      </w:r>
      <w:r w:rsidRPr="003A0BBB">
        <w:t>aux allures de vieux vagabond</w:t>
      </w:r>
      <w:r w:rsidR="003A6D8D">
        <w:t xml:space="preserve">. </w:t>
      </w:r>
      <w:r w:rsidRPr="003A0BBB">
        <w:t>Celui-là se disputait avec le garçon de salle</w:t>
      </w:r>
      <w:r w:rsidR="003A6D8D">
        <w:t xml:space="preserve">, </w:t>
      </w:r>
      <w:r w:rsidRPr="003A0BBB">
        <w:t>qui lui intimait l</w:t>
      </w:r>
      <w:r w:rsidR="003A6D8D">
        <w:t>’</w:t>
      </w:r>
      <w:r w:rsidRPr="003A0BBB">
        <w:t>ordre de ne pas fumer</w:t>
      </w:r>
      <w:r w:rsidR="003A6D8D">
        <w:t>.</w:t>
      </w:r>
    </w:p>
    <w:p w14:paraId="19686C64" w14:textId="77777777" w:rsidR="003A6D8D" w:rsidRDefault="003A6D8D" w:rsidP="008F7090">
      <w:r>
        <w:t>— </w:t>
      </w:r>
      <w:r w:rsidR="008F7090" w:rsidRPr="003A0BBB">
        <w:t>Monsieur le juge fume bien</w:t>
      </w:r>
      <w:r>
        <w:t xml:space="preserve">, </w:t>
      </w:r>
      <w:r w:rsidR="008F7090" w:rsidRPr="003A0BBB">
        <w:t>lui</w:t>
      </w:r>
      <w:r>
        <w:t xml:space="preserve">, </w:t>
      </w:r>
      <w:r w:rsidR="008F7090" w:rsidRPr="003A0BBB">
        <w:t>et le brigadier de gendarmerie aussi</w:t>
      </w:r>
      <w:r>
        <w:t xml:space="preserve">. </w:t>
      </w:r>
      <w:r w:rsidR="008F7090" w:rsidRPr="003A0BBB">
        <w:t>Alors</w:t>
      </w:r>
      <w:r>
        <w:t> ?</w:t>
      </w:r>
    </w:p>
    <w:p w14:paraId="2F320C68" w14:textId="77777777" w:rsidR="003A6D8D" w:rsidRDefault="003A6D8D" w:rsidP="008F7090">
      <w:r>
        <w:lastRenderedPageBreak/>
        <w:t>— </w:t>
      </w:r>
      <w:r w:rsidR="008F7090" w:rsidRPr="003A0BBB">
        <w:t>Le procureur de la République</w:t>
      </w:r>
      <w:r>
        <w:t xml:space="preserve"> ? </w:t>
      </w:r>
      <w:r w:rsidR="008F7090" w:rsidRPr="003A0BBB">
        <w:t>demandai-je de nouveau</w:t>
      </w:r>
      <w:r>
        <w:t>.</w:t>
      </w:r>
    </w:p>
    <w:p w14:paraId="1EB64B7E" w14:textId="77777777" w:rsidR="003A6D8D" w:rsidRDefault="003A6D8D" w:rsidP="008F7090">
      <w:r>
        <w:t>— </w:t>
      </w:r>
      <w:r w:rsidR="008F7090" w:rsidRPr="003A0BBB">
        <w:t>Vous êtes la seconde à passer</w:t>
      </w:r>
      <w:r>
        <w:t>.</w:t>
      </w:r>
    </w:p>
    <w:p w14:paraId="4FA5D078" w14:textId="77777777" w:rsidR="003A6D8D" w:rsidRDefault="008F7090" w:rsidP="008F7090">
      <w:r w:rsidRPr="003A0BBB">
        <w:t>Je m</w:t>
      </w:r>
      <w:r w:rsidR="003A6D8D">
        <w:t>’</w:t>
      </w:r>
      <w:r w:rsidRPr="003A0BBB">
        <w:t>assis et attendis</w:t>
      </w:r>
      <w:r w:rsidR="003A6D8D">
        <w:t xml:space="preserve">. </w:t>
      </w:r>
      <w:r w:rsidRPr="003A0BBB">
        <w:t>La conversation de mes voisins parvenait comme en songe à mes oreilles</w:t>
      </w:r>
      <w:r w:rsidR="003A6D8D">
        <w:t xml:space="preserve">. </w:t>
      </w:r>
      <w:r w:rsidRPr="003A0BBB">
        <w:t>La jeune femme était abandonnée par son mari</w:t>
      </w:r>
      <w:r w:rsidR="003A6D8D">
        <w:t xml:space="preserve">. </w:t>
      </w:r>
      <w:r w:rsidRPr="003A0BBB">
        <w:t>Elle venait réclamer l</w:t>
      </w:r>
      <w:r w:rsidR="003A6D8D">
        <w:t>’</w:t>
      </w:r>
      <w:r w:rsidRPr="003A0BBB">
        <w:t>assistance judiciaire pour le procès en divorce</w:t>
      </w:r>
      <w:r w:rsidR="003A6D8D">
        <w:t>.</w:t>
      </w:r>
    </w:p>
    <w:p w14:paraId="2EBA4D76" w14:textId="77777777" w:rsidR="003A6D8D" w:rsidRDefault="003A6D8D" w:rsidP="008F7090">
      <w:r>
        <w:t>— </w:t>
      </w:r>
      <w:r w:rsidR="008F7090" w:rsidRPr="003A0BBB">
        <w:t>C</w:t>
      </w:r>
      <w:r>
        <w:t>’</w:t>
      </w:r>
      <w:r w:rsidR="008F7090" w:rsidRPr="003A0BBB">
        <w:t>est à vous</w:t>
      </w:r>
      <w:r>
        <w:t>.</w:t>
      </w:r>
    </w:p>
    <w:p w14:paraId="2852F3AC" w14:textId="77777777" w:rsidR="003A6D8D" w:rsidRDefault="008F7090" w:rsidP="008F7090">
      <w:r w:rsidRPr="003A0BBB">
        <w:t>Je me levai</w:t>
      </w:r>
      <w:r w:rsidR="003A6D8D">
        <w:t xml:space="preserve">. </w:t>
      </w:r>
      <w:r w:rsidRPr="003A0BBB">
        <w:t>Je pénétrai dans un bureau pauvrement meublé</w:t>
      </w:r>
      <w:r w:rsidR="003A6D8D">
        <w:t xml:space="preserve">, </w:t>
      </w:r>
      <w:r w:rsidRPr="003A0BBB">
        <w:t>mal éclairé</w:t>
      </w:r>
      <w:r w:rsidR="003A6D8D">
        <w:t xml:space="preserve">. </w:t>
      </w:r>
      <w:r w:rsidRPr="003A0BBB">
        <w:t>Un homme d</w:t>
      </w:r>
      <w:r w:rsidR="003A6D8D">
        <w:t>’</w:t>
      </w:r>
      <w:r w:rsidRPr="003A0BBB">
        <w:t>une quarantaine d</w:t>
      </w:r>
      <w:r w:rsidR="003A6D8D">
        <w:t>’</w:t>
      </w:r>
      <w:r w:rsidRPr="003A0BBB">
        <w:t>années vint à ma rencontre</w:t>
      </w:r>
      <w:r w:rsidR="003A6D8D">
        <w:t>.</w:t>
      </w:r>
    </w:p>
    <w:p w14:paraId="66FBF1BD" w14:textId="77777777" w:rsidR="003A6D8D" w:rsidRDefault="003A6D8D" w:rsidP="008F7090">
      <w:r>
        <w:t>— </w:t>
      </w:r>
      <w:r w:rsidR="008F7090" w:rsidRPr="003A0BBB">
        <w:t>Monsieur le procureur de la République</w:t>
      </w:r>
      <w:r>
        <w:t> ?</w:t>
      </w:r>
    </w:p>
    <w:p w14:paraId="41C1B084" w14:textId="77777777" w:rsidR="003A6D8D" w:rsidRDefault="003A6D8D" w:rsidP="008F7090">
      <w:r>
        <w:t>— </w:t>
      </w:r>
      <w:r w:rsidR="008F7090" w:rsidRPr="003A0BBB">
        <w:t>C</w:t>
      </w:r>
      <w:r>
        <w:t>’</w:t>
      </w:r>
      <w:r w:rsidR="008F7090" w:rsidRPr="003A0BBB">
        <w:t>est moi</w:t>
      </w:r>
      <w:r>
        <w:t xml:space="preserve">, </w:t>
      </w:r>
      <w:r w:rsidR="008F7090" w:rsidRPr="003A0BBB">
        <w:t>Madame</w:t>
      </w:r>
      <w:r>
        <w:t xml:space="preserve">. </w:t>
      </w:r>
      <w:r w:rsidR="008F7090" w:rsidRPr="003A0BBB">
        <w:t>Permettez-moi de vous dire que je suis aujourd</w:t>
      </w:r>
      <w:r>
        <w:t>’</w:t>
      </w:r>
      <w:r w:rsidR="008F7090" w:rsidRPr="003A0BBB">
        <w:t>hui assez pressé</w:t>
      </w:r>
      <w:r>
        <w:t xml:space="preserve">. </w:t>
      </w:r>
      <w:r w:rsidR="008F7090" w:rsidRPr="003A0BBB">
        <w:t>Si ce n</w:t>
      </w:r>
      <w:r>
        <w:t>’</w:t>
      </w:r>
      <w:r w:rsidR="008F7090" w:rsidRPr="003A0BBB">
        <w:t>est pas une affaire particulièrement urgente qui vous amène</w:t>
      </w:r>
      <w:r>
        <w:t xml:space="preserve">, </w:t>
      </w:r>
      <w:r w:rsidR="008F7090" w:rsidRPr="003A0BBB">
        <w:t>je vous demanderai</w:t>
      </w:r>
      <w:r>
        <w:t xml:space="preserve">… </w:t>
      </w:r>
      <w:r w:rsidR="008F7090" w:rsidRPr="003A0BBB">
        <w:t>De quoi s</w:t>
      </w:r>
      <w:r>
        <w:t>’</w:t>
      </w:r>
      <w:r w:rsidR="008F7090" w:rsidRPr="003A0BBB">
        <w:t>agit-il</w:t>
      </w:r>
      <w:r>
        <w:t> ?</w:t>
      </w:r>
    </w:p>
    <w:p w14:paraId="3EA12266" w14:textId="77777777" w:rsidR="003A6D8D" w:rsidRDefault="003A6D8D" w:rsidP="008F7090">
      <w:r>
        <w:t>— </w:t>
      </w:r>
      <w:r w:rsidR="008F7090" w:rsidRPr="003A0BBB">
        <w:t>D</w:t>
      </w:r>
      <w:r>
        <w:t>’</w:t>
      </w:r>
      <w:r w:rsidR="008F7090" w:rsidRPr="003A0BBB">
        <w:t>un assassinat</w:t>
      </w:r>
      <w:r>
        <w:t xml:space="preserve">, </w:t>
      </w:r>
      <w:r w:rsidR="008F7090" w:rsidRPr="003A0BBB">
        <w:t>Monsieur</w:t>
      </w:r>
      <w:r>
        <w:t>.</w:t>
      </w:r>
    </w:p>
    <w:p w14:paraId="23F41923" w14:textId="77777777" w:rsidR="003A6D8D" w:rsidRDefault="008F7090" w:rsidP="008F7090">
      <w:r w:rsidRPr="003A0BBB">
        <w:t>Il sursauta</w:t>
      </w:r>
      <w:r w:rsidR="003A6D8D">
        <w:t> :</w:t>
      </w:r>
    </w:p>
    <w:p w14:paraId="380B3623" w14:textId="77777777" w:rsidR="003A6D8D" w:rsidRDefault="003A6D8D" w:rsidP="008F7090">
      <w:r>
        <w:t>— </w:t>
      </w:r>
      <w:r w:rsidR="008F7090" w:rsidRPr="003A0BBB">
        <w:t>Oh</w:t>
      </w:r>
      <w:r>
        <w:t xml:space="preserve"> ! </w:t>
      </w:r>
      <w:r w:rsidR="008F7090" w:rsidRPr="003A0BBB">
        <w:t>dans ces conditions</w:t>
      </w:r>
      <w:r>
        <w:t xml:space="preserve">… </w:t>
      </w:r>
      <w:r w:rsidR="008F7090" w:rsidRPr="003A0BBB">
        <w:t>Je vous en prie</w:t>
      </w:r>
      <w:r>
        <w:t xml:space="preserve">, </w:t>
      </w:r>
      <w:r w:rsidR="008F7090" w:rsidRPr="003A0BBB">
        <w:t>Madame</w:t>
      </w:r>
      <w:r>
        <w:t xml:space="preserve">, </w:t>
      </w:r>
      <w:r w:rsidR="008F7090" w:rsidRPr="003A0BBB">
        <w:t>donnez-vous la peine de vous asseoir</w:t>
      </w:r>
      <w:r>
        <w:t>.</w:t>
      </w:r>
    </w:p>
    <w:p w14:paraId="5301A6D8" w14:textId="66752B4E" w:rsidR="008F7090" w:rsidRPr="003A0BBB" w:rsidRDefault="008F7090" w:rsidP="008F7090"/>
    <w:p w14:paraId="3326A94B" w14:textId="77777777" w:rsidR="003A6D8D" w:rsidRDefault="008F7090" w:rsidP="008F7090">
      <w:r w:rsidRPr="003A0BBB">
        <w:t>Une heure plus tard</w:t>
      </w:r>
      <w:r w:rsidR="003A6D8D">
        <w:t xml:space="preserve">, </w:t>
      </w:r>
      <w:r w:rsidRPr="003A0BBB">
        <w:t>j</w:t>
      </w:r>
      <w:r w:rsidR="003A6D8D">
        <w:t>’</w:t>
      </w:r>
      <w:r w:rsidRPr="003A0BBB">
        <w:t>étais en train de refaire au juge d</w:t>
      </w:r>
      <w:r w:rsidR="003A6D8D">
        <w:t>’</w:t>
      </w:r>
      <w:r w:rsidRPr="003A0BBB">
        <w:t>instruction le récit que je venais de faire au procureur de la République</w:t>
      </w:r>
      <w:r w:rsidR="003A6D8D">
        <w:t xml:space="preserve">. </w:t>
      </w:r>
      <w:r w:rsidRPr="003A0BBB">
        <w:t>Celui-ci m</w:t>
      </w:r>
      <w:r w:rsidR="003A6D8D">
        <w:t>’</w:t>
      </w:r>
      <w:r w:rsidRPr="003A0BBB">
        <w:t>avait présenté le procès-verbal de ma déposition</w:t>
      </w:r>
      <w:r w:rsidR="003A6D8D">
        <w:t xml:space="preserve">. </w:t>
      </w:r>
      <w:r w:rsidRPr="003A0BBB">
        <w:t>Je le signai d</w:t>
      </w:r>
      <w:r w:rsidR="003A6D8D">
        <w:t>’</w:t>
      </w:r>
      <w:r w:rsidRPr="003A0BBB">
        <w:t>une main ferme</w:t>
      </w:r>
      <w:r w:rsidR="003A6D8D">
        <w:t>.</w:t>
      </w:r>
    </w:p>
    <w:p w14:paraId="4DD39246" w14:textId="77777777" w:rsidR="003A6D8D" w:rsidRDefault="008F7090" w:rsidP="008F7090">
      <w:r w:rsidRPr="003A0BBB">
        <w:lastRenderedPageBreak/>
        <w:t>Le garçon de salle entra</w:t>
      </w:r>
      <w:r w:rsidR="003A6D8D">
        <w:t xml:space="preserve">. </w:t>
      </w:r>
      <w:r w:rsidRPr="003A0BBB">
        <w:t>Le juge lui parla à voix basse</w:t>
      </w:r>
      <w:r w:rsidR="003A6D8D">
        <w:t xml:space="preserve">. </w:t>
      </w:r>
      <w:r w:rsidRPr="003A0BBB">
        <w:t>Il sortit après avoir remonté la mèche de la lampe</w:t>
      </w:r>
      <w:r w:rsidR="003A6D8D">
        <w:t>.</w:t>
      </w:r>
    </w:p>
    <w:p w14:paraId="23C5785D" w14:textId="77777777" w:rsidR="003A6D8D" w:rsidRDefault="008F7090" w:rsidP="008F7090">
      <w:r w:rsidRPr="003A0BBB">
        <w:t>Le juge cherchait ses mots</w:t>
      </w:r>
      <w:r w:rsidR="003A6D8D">
        <w:t> :</w:t>
      </w:r>
    </w:p>
    <w:p w14:paraId="5239ECC0" w14:textId="0D3B7F79" w:rsidR="003A6D8D" w:rsidRDefault="003A6D8D" w:rsidP="008F7090">
      <w:r>
        <w:t>— </w:t>
      </w:r>
      <w:r w:rsidR="008F7090" w:rsidRPr="003A0BBB">
        <w:t>Madame</w:t>
      </w:r>
      <w:r>
        <w:t xml:space="preserve">, </w:t>
      </w:r>
      <w:r w:rsidR="008F7090" w:rsidRPr="003A0BBB">
        <w:t>commença-t-il</w:t>
      </w:r>
      <w:r>
        <w:t xml:space="preserve">, </w:t>
      </w:r>
      <w:r w:rsidR="008F7090" w:rsidRPr="003A0BBB">
        <w:t>hum</w:t>
      </w:r>
      <w:r>
        <w:t xml:space="preserve">, </w:t>
      </w:r>
      <w:r w:rsidR="008F7090" w:rsidRPr="003A0BBB">
        <w:t>hum</w:t>
      </w:r>
      <w:r>
        <w:t xml:space="preserve"> ! </w:t>
      </w:r>
      <w:r w:rsidR="008F7090" w:rsidRPr="003A0BBB">
        <w:t>Madame</w:t>
      </w:r>
      <w:r>
        <w:t xml:space="preserve">, </w:t>
      </w:r>
      <w:r w:rsidR="008F7090" w:rsidRPr="003A0BBB">
        <w:t>je pense que vous avez bien réfléchi sur les conséquences de votre démarche</w:t>
      </w:r>
      <w:r>
        <w:t xml:space="preserve">. </w:t>
      </w:r>
      <w:r w:rsidR="008F7090" w:rsidRPr="003A0BBB">
        <w:t>Il m</w:t>
      </w:r>
      <w:r>
        <w:t>’</w:t>
      </w:r>
      <w:r w:rsidR="008F7090" w:rsidRPr="003A0BBB">
        <w:t>appartient</w:t>
      </w:r>
      <w:r>
        <w:t xml:space="preserve">, </w:t>
      </w:r>
      <w:r w:rsidR="008F7090" w:rsidRPr="003A0BBB">
        <w:t>dès à présent</w:t>
      </w:r>
      <w:r>
        <w:t xml:space="preserve">, </w:t>
      </w:r>
      <w:r w:rsidR="008F7090" w:rsidRPr="003A0BBB">
        <w:t>de vous les faire connaître</w:t>
      </w:r>
      <w:r>
        <w:t xml:space="preserve">. </w:t>
      </w:r>
      <w:r w:rsidR="008F7090" w:rsidRPr="003A0BBB">
        <w:t>Je vous avertis que je viens de signer un mandat d</w:t>
      </w:r>
      <w:r>
        <w:t>’</w:t>
      </w:r>
      <w:r w:rsidR="008F7090" w:rsidRPr="003A0BBB">
        <w:t xml:space="preserve">arrêt contre </w:t>
      </w:r>
      <w:r>
        <w:t>M. </w:t>
      </w:r>
      <w:r w:rsidR="008F7090" w:rsidRPr="003A0BBB">
        <w:t>Franz W</w:t>
      </w:r>
      <w:r>
        <w:t xml:space="preserve">., </w:t>
      </w:r>
      <w:r w:rsidR="008F7090" w:rsidRPr="003A0BBB">
        <w:t>sous l</w:t>
      </w:r>
      <w:r>
        <w:t>’</w:t>
      </w:r>
      <w:r w:rsidR="008F7090" w:rsidRPr="003A0BBB">
        <w:t>inculpation d</w:t>
      </w:r>
      <w:r>
        <w:t>’</w:t>
      </w:r>
      <w:r w:rsidR="008F7090" w:rsidRPr="003A0BBB">
        <w:t xml:space="preserve">assassinat de </w:t>
      </w:r>
      <w:r>
        <w:t>M</w:t>
      </w:r>
      <w:r w:rsidRPr="003A6D8D">
        <w:rPr>
          <w:vertAlign w:val="superscript"/>
        </w:rPr>
        <w:t>lle</w:t>
      </w:r>
      <w:r>
        <w:t> </w:t>
      </w:r>
      <w:r w:rsidR="008F7090" w:rsidRPr="003A0BBB">
        <w:t>votre fille</w:t>
      </w:r>
      <w:r>
        <w:t>.</w:t>
      </w:r>
    </w:p>
    <w:p w14:paraId="0CB80B5C" w14:textId="77777777" w:rsidR="003A6D8D" w:rsidRDefault="008F7090" w:rsidP="008F7090">
      <w:r w:rsidRPr="003A0BBB">
        <w:t>J</w:t>
      </w:r>
      <w:r w:rsidR="003A6D8D">
        <w:t>’</w:t>
      </w:r>
      <w:r w:rsidRPr="003A0BBB">
        <w:t>inclinai la tête</w:t>
      </w:r>
      <w:r w:rsidR="003A6D8D">
        <w:t>.</w:t>
      </w:r>
    </w:p>
    <w:p w14:paraId="74B62E23" w14:textId="77777777" w:rsidR="003A6D8D" w:rsidRDefault="003A6D8D" w:rsidP="008F7090">
      <w:r>
        <w:t>— </w:t>
      </w:r>
      <w:r w:rsidR="008F7090" w:rsidRPr="003A0BBB">
        <w:t>Maintenant</w:t>
      </w:r>
      <w:r>
        <w:t xml:space="preserve">, </w:t>
      </w:r>
      <w:r w:rsidR="008F7090" w:rsidRPr="003A0BBB">
        <w:t>vous ne serez pas étonnée si</w:t>
      </w:r>
      <w:r>
        <w:t xml:space="preserve">… </w:t>
      </w:r>
      <w:r w:rsidR="008F7090" w:rsidRPr="003A0BBB">
        <w:t>vous trouverez naturel que</w:t>
      </w:r>
      <w:r>
        <w:t xml:space="preserve">, </w:t>
      </w:r>
      <w:r w:rsidR="008F7090" w:rsidRPr="003A0BBB">
        <w:t>par application de l</w:t>
      </w:r>
      <w:r>
        <w:t>’</w:t>
      </w:r>
      <w:r w:rsidR="008F7090" w:rsidRPr="003A0BBB">
        <w:t>article 60</w:t>
      </w:r>
      <w:r>
        <w:t xml:space="preserve">, </w:t>
      </w:r>
      <w:r w:rsidR="008F7090" w:rsidRPr="003A0BBB">
        <w:t>paragraphe premier</w:t>
      </w:r>
      <w:r>
        <w:t xml:space="preserve">, </w:t>
      </w:r>
      <w:r w:rsidR="008F7090" w:rsidRPr="003A0BBB">
        <w:t>du Code pénal</w:t>
      </w:r>
      <w:r>
        <w:t xml:space="preserve">, </w:t>
      </w:r>
      <w:r w:rsidR="008F7090" w:rsidRPr="003A0BBB">
        <w:t>je me voie dans l</w:t>
      </w:r>
      <w:r>
        <w:t>’</w:t>
      </w:r>
      <w:r w:rsidR="008F7090" w:rsidRPr="003A0BBB">
        <w:t>obligation de vous inculper de complicité et de décerner immédiatement contre vous un mandat de dépôt</w:t>
      </w:r>
      <w:r>
        <w:t>.</w:t>
      </w:r>
    </w:p>
    <w:p w14:paraId="18C5C6FC" w14:textId="77777777" w:rsidR="003A6D8D" w:rsidRDefault="008F7090" w:rsidP="008F7090">
      <w:r w:rsidRPr="003A0BBB">
        <w:t>J</w:t>
      </w:r>
      <w:r w:rsidR="003A6D8D">
        <w:t>’</w:t>
      </w:r>
      <w:r w:rsidRPr="003A0BBB">
        <w:t>inclinai la tête plus bas encore</w:t>
      </w:r>
      <w:r w:rsidR="003A6D8D">
        <w:t>.</w:t>
      </w:r>
    </w:p>
    <w:p w14:paraId="2E465D87" w14:textId="77777777" w:rsidR="003A6D8D" w:rsidRDefault="003A6D8D" w:rsidP="008F7090">
      <w:r>
        <w:t>— </w:t>
      </w:r>
      <w:r w:rsidR="008F7090" w:rsidRPr="003A0BBB">
        <w:t>Bien</w:t>
      </w:r>
      <w:r>
        <w:t>.</w:t>
      </w:r>
    </w:p>
    <w:p w14:paraId="0A18B885" w14:textId="77777777" w:rsidR="003A6D8D" w:rsidRDefault="008F7090" w:rsidP="008F7090">
      <w:r w:rsidRPr="003A0BBB">
        <w:t>Il avait sonné</w:t>
      </w:r>
      <w:r w:rsidR="003A6D8D">
        <w:t xml:space="preserve">. </w:t>
      </w:r>
      <w:r w:rsidRPr="003A0BBB">
        <w:t>La porte s</w:t>
      </w:r>
      <w:r w:rsidR="003A6D8D">
        <w:t>’</w:t>
      </w:r>
      <w:r w:rsidRPr="003A0BBB">
        <w:t>ouvrit</w:t>
      </w:r>
      <w:r w:rsidR="003A6D8D">
        <w:t xml:space="preserve">. </w:t>
      </w:r>
      <w:r w:rsidRPr="003A0BBB">
        <w:t>Une minute après</w:t>
      </w:r>
      <w:r w:rsidR="003A6D8D">
        <w:t xml:space="preserve">, </w:t>
      </w:r>
      <w:r w:rsidRPr="003A0BBB">
        <w:t>j</w:t>
      </w:r>
      <w:r w:rsidR="003A6D8D">
        <w:t>’</w:t>
      </w:r>
      <w:r w:rsidRPr="003A0BBB">
        <w:t>en franchissais le seuil entre deux gendarmes</w:t>
      </w:r>
      <w:r w:rsidR="003A6D8D">
        <w:t>.</w:t>
      </w:r>
    </w:p>
    <w:p w14:paraId="41DEC16C" w14:textId="77777777" w:rsidR="003A6D8D" w:rsidRDefault="008F7090" w:rsidP="008F7090">
      <w:r w:rsidRPr="003A0BBB">
        <w:t>Le corridor était maintenant désert</w:t>
      </w:r>
      <w:r w:rsidR="003A6D8D">
        <w:t xml:space="preserve">. </w:t>
      </w:r>
      <w:r w:rsidRPr="003A0BBB">
        <w:t>Il n</w:t>
      </w:r>
      <w:r w:rsidR="003A6D8D">
        <w:t>’</w:t>
      </w:r>
      <w:r w:rsidRPr="003A0BBB">
        <w:t>y avait plus que la jeune femme de tout à l</w:t>
      </w:r>
      <w:r w:rsidR="003A6D8D">
        <w:t>’</w:t>
      </w:r>
      <w:r w:rsidRPr="003A0BBB">
        <w:t>heure avec son enfant</w:t>
      </w:r>
      <w:r w:rsidR="003A6D8D">
        <w:t xml:space="preserve">. </w:t>
      </w:r>
      <w:r w:rsidRPr="003A0BBB">
        <w:t>Comme je passais devant elles</w:t>
      </w:r>
      <w:r w:rsidR="003A6D8D">
        <w:t xml:space="preserve">, </w:t>
      </w:r>
      <w:r w:rsidRPr="003A0BBB">
        <w:t>j</w:t>
      </w:r>
      <w:r w:rsidR="003A6D8D">
        <w:t>’</w:t>
      </w:r>
      <w:r w:rsidRPr="003A0BBB">
        <w:t>entendis la petite fille qui demandait</w:t>
      </w:r>
      <w:r w:rsidR="003A6D8D">
        <w:t> :</w:t>
      </w:r>
    </w:p>
    <w:p w14:paraId="6C2F9CC8" w14:textId="77777777" w:rsidR="003A6D8D" w:rsidRDefault="003A6D8D" w:rsidP="008F7090">
      <w:r>
        <w:t>— </w:t>
      </w:r>
      <w:r w:rsidR="008F7090" w:rsidRPr="003A0BBB">
        <w:t>Qu</w:t>
      </w:r>
      <w:r>
        <w:t>’</w:t>
      </w:r>
      <w:r w:rsidR="008F7090" w:rsidRPr="003A0BBB">
        <w:t>est-ce qu</w:t>
      </w:r>
      <w:r>
        <w:t>’</w:t>
      </w:r>
      <w:r w:rsidR="008F7090" w:rsidRPr="003A0BBB">
        <w:t>elle a fait</w:t>
      </w:r>
      <w:r>
        <w:t xml:space="preserve">, </w:t>
      </w:r>
      <w:r w:rsidR="008F7090" w:rsidRPr="003A0BBB">
        <w:t>la vieille dame</w:t>
      </w:r>
      <w:r>
        <w:t xml:space="preserve">, </w:t>
      </w:r>
      <w:r w:rsidR="008F7090" w:rsidRPr="003A0BBB">
        <w:t>dis</w:t>
      </w:r>
      <w:r>
        <w:t xml:space="preserve">, </w:t>
      </w:r>
      <w:r w:rsidR="008F7090" w:rsidRPr="003A0BBB">
        <w:t>maman</w:t>
      </w:r>
      <w:r>
        <w:t> ?</w:t>
      </w:r>
    </w:p>
    <w:p w14:paraId="1D71EDAD" w14:textId="19AF1119" w:rsidR="00033562" w:rsidRDefault="008F7090" w:rsidP="003A6D8D">
      <w:pPr>
        <w:pStyle w:val="Centr"/>
      </w:pPr>
      <w:r w:rsidRPr="003A0BBB">
        <w:t>FIN</w:t>
      </w:r>
    </w:p>
    <w:p w14:paraId="36B7D0A1" w14:textId="77777777" w:rsidR="00033562" w:rsidRDefault="00033562">
      <w:pPr>
        <w:sectPr w:rsidR="00033562" w:rsidSect="003A6D8D">
          <w:footerReference w:type="default" r:id="rId11"/>
          <w:endnotePr>
            <w:numFmt w:val="lowerLetter"/>
          </w:endnotePr>
          <w:pgSz w:w="11906" w:h="16838" w:code="9"/>
          <w:pgMar w:top="1134" w:right="1134" w:bottom="1134" w:left="1134" w:header="709" w:footer="709" w:gutter="0"/>
          <w:cols w:space="708"/>
          <w:titlePg/>
          <w:docGrid w:linePitch="360"/>
        </w:sectPr>
      </w:pPr>
    </w:p>
    <w:p w14:paraId="44CB6E9B" w14:textId="77777777" w:rsidR="00033562" w:rsidRDefault="00033562" w:rsidP="00FC2ED2">
      <w:pPr>
        <w:pStyle w:val="Titre1"/>
        <w:spacing w:before="0" w:after="480"/>
      </w:pPr>
      <w:bookmarkStart w:id="26" w:name="_Toc196328827"/>
      <w:r>
        <w:lastRenderedPageBreak/>
        <w:t xml:space="preserve">À propos de cette </w:t>
      </w:r>
      <w:r w:rsidRPr="007C1C6B">
        <w:t>édition</w:t>
      </w:r>
      <w:r>
        <w:t xml:space="preserve"> électronique</w:t>
      </w:r>
      <w:bookmarkEnd w:id="26"/>
    </w:p>
    <w:p w14:paraId="6209039E" w14:textId="77777777" w:rsidR="00FC2ED2" w:rsidRPr="00633842" w:rsidRDefault="00FC2ED2" w:rsidP="00FC2ED2">
      <w:pPr>
        <w:spacing w:before="180" w:after="180"/>
        <w:ind w:firstLine="0"/>
        <w:jc w:val="center"/>
        <w:rPr>
          <w:b/>
          <w:bCs/>
          <w:szCs w:val="32"/>
        </w:rPr>
      </w:pPr>
      <w:r w:rsidRPr="00633842">
        <w:rPr>
          <w:b/>
          <w:bCs/>
          <w:szCs w:val="32"/>
        </w:rPr>
        <w:t>Texte libre de droits.</w:t>
      </w:r>
    </w:p>
    <w:p w14:paraId="0EDCAE47" w14:textId="77777777" w:rsidR="00FC2ED2" w:rsidRPr="00633842" w:rsidRDefault="00FC2ED2" w:rsidP="00FC2ED2">
      <w:pPr>
        <w:pStyle w:val="Centr"/>
        <w:spacing w:before="180" w:after="180"/>
      </w:pPr>
      <w:r w:rsidRPr="00633842">
        <w:t>Corrections, édition, conversion informatique et publication par le groupe :</w:t>
      </w:r>
    </w:p>
    <w:p w14:paraId="43168028" w14:textId="77777777" w:rsidR="00FC2ED2" w:rsidRPr="00633842" w:rsidRDefault="00FC2ED2" w:rsidP="00FC2ED2">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513F585F" w14:textId="77777777" w:rsidR="00FC2ED2" w:rsidRPr="00633842" w:rsidRDefault="00FC2ED2" w:rsidP="00FC2ED2">
      <w:pPr>
        <w:pStyle w:val="Centr"/>
        <w:spacing w:before="180" w:after="180"/>
      </w:pPr>
      <w:hyperlink r:id="rId12" w:history="1">
        <w:r w:rsidRPr="00F74CD6">
          <w:rPr>
            <w:rStyle w:val="Lienhypertexte"/>
          </w:rPr>
          <w:t>https://groups.google.com/g/ebooksgratuits</w:t>
        </w:r>
      </w:hyperlink>
    </w:p>
    <w:p w14:paraId="062E0630" w14:textId="3C312614" w:rsidR="00FC2ED2" w:rsidRPr="00633842" w:rsidRDefault="00FC2ED2" w:rsidP="00FC2ED2">
      <w:pPr>
        <w:pStyle w:val="Centr"/>
        <w:spacing w:before="180" w:after="180"/>
      </w:pPr>
      <w:r w:rsidRPr="00633842">
        <w:t>Adresse du site web du groupe :</w:t>
      </w:r>
      <w:r w:rsidRPr="00633842">
        <w:br/>
      </w:r>
      <w:hyperlink r:id="rId13" w:history="1">
        <w:r w:rsidR="00893056" w:rsidRPr="002B566B">
          <w:rPr>
            <w:rStyle w:val="Lienhypertexte"/>
            <w:b/>
            <w:bCs/>
            <w:szCs w:val="32"/>
          </w:rPr>
          <w:t>https://www.ebooksgratuits.com/</w:t>
        </w:r>
      </w:hyperlink>
    </w:p>
    <w:p w14:paraId="2EB01277" w14:textId="77777777" w:rsidR="00FC2ED2" w:rsidRPr="00633842" w:rsidRDefault="00FC2ED2" w:rsidP="00FC2ED2">
      <w:pPr>
        <w:pStyle w:val="Centr"/>
        <w:spacing w:before="180" w:after="180"/>
      </w:pPr>
      <w:r w:rsidRPr="00633842">
        <w:t>—</w:t>
      </w:r>
    </w:p>
    <w:p w14:paraId="33C12D75" w14:textId="77F4345E" w:rsidR="00FC2ED2" w:rsidRPr="00633842" w:rsidRDefault="00FC2ED2" w:rsidP="00FC2ED2">
      <w:pPr>
        <w:spacing w:before="180" w:after="180"/>
        <w:ind w:firstLine="0"/>
        <w:jc w:val="center"/>
        <w:rPr>
          <w:b/>
          <w:bCs/>
          <w:szCs w:val="32"/>
        </w:rPr>
      </w:pPr>
      <w:r>
        <w:rPr>
          <w:b/>
          <w:bCs/>
          <w:szCs w:val="32"/>
        </w:rPr>
        <w:t>Mai 2025</w:t>
      </w:r>
    </w:p>
    <w:p w14:paraId="14F9AD42" w14:textId="77777777" w:rsidR="00FC2ED2" w:rsidRPr="00633842" w:rsidRDefault="00FC2ED2" w:rsidP="00FC2ED2">
      <w:pPr>
        <w:pStyle w:val="Centr"/>
        <w:spacing w:before="180" w:after="180"/>
      </w:pPr>
      <w:r w:rsidRPr="00633842">
        <w:t>—</w:t>
      </w:r>
    </w:p>
    <w:p w14:paraId="497888F4" w14:textId="77777777" w:rsidR="00FC2ED2" w:rsidRPr="00633842" w:rsidRDefault="00FC2ED2" w:rsidP="00FC2ED2">
      <w:pPr>
        <w:spacing w:before="180" w:after="180"/>
      </w:pPr>
      <w:r w:rsidRPr="00633842">
        <w:t>– </w:t>
      </w:r>
      <w:r w:rsidRPr="00633842">
        <w:rPr>
          <w:b/>
        </w:rPr>
        <w:t>Élaboration de ce livre électronique</w:t>
      </w:r>
      <w:r w:rsidRPr="00633842">
        <w:t> :</w:t>
      </w:r>
    </w:p>
    <w:p w14:paraId="302AD986" w14:textId="30C5A64C" w:rsidR="00FC2ED2" w:rsidRPr="00633842" w:rsidRDefault="00FC2ED2" w:rsidP="00FC2ED2">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FC2ED2">
        <w:t>BrussLimat</w:t>
      </w:r>
      <w:proofErr w:type="spellEnd"/>
      <w:r w:rsidRPr="00FC2ED2">
        <w:t xml:space="preserve">, </w:t>
      </w:r>
      <w:proofErr w:type="spellStart"/>
      <w:r w:rsidRPr="00FC2ED2">
        <w:t>YvetteT</w:t>
      </w:r>
      <w:proofErr w:type="spellEnd"/>
      <w:r w:rsidRPr="00FC2ED2">
        <w:t>, Jean-Marc, Louise</w:t>
      </w:r>
      <w:r w:rsidR="00893056">
        <w:t xml:space="preserve">, </w:t>
      </w:r>
      <w:proofErr w:type="spellStart"/>
      <w:r w:rsidR="00893056">
        <w:t>Coolmicro</w:t>
      </w:r>
      <w:proofErr w:type="spellEnd"/>
      <w:r w:rsidR="00893056">
        <w:t>.</w:t>
      </w:r>
    </w:p>
    <w:p w14:paraId="76E7BE32" w14:textId="77777777" w:rsidR="00FC2ED2" w:rsidRPr="00633842" w:rsidRDefault="00FC2ED2" w:rsidP="00FC2ED2">
      <w:pPr>
        <w:spacing w:before="180" w:after="180"/>
      </w:pPr>
      <w:r w:rsidRPr="00633842">
        <w:t>– </w:t>
      </w:r>
      <w:r w:rsidRPr="00633842">
        <w:rPr>
          <w:b/>
        </w:rPr>
        <w:t>Dispositions</w:t>
      </w:r>
      <w:r w:rsidRPr="00633842">
        <w:t> :</w:t>
      </w:r>
    </w:p>
    <w:p w14:paraId="3378802C" w14:textId="77777777" w:rsidR="00FC2ED2" w:rsidRPr="00633842" w:rsidRDefault="00FC2ED2" w:rsidP="00FC2ED2">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30D9E324" w14:textId="77777777" w:rsidR="00FC2ED2" w:rsidRPr="00633842" w:rsidRDefault="00FC2ED2" w:rsidP="00FC2ED2">
      <w:pPr>
        <w:spacing w:before="180" w:after="180"/>
      </w:pPr>
      <w:r w:rsidRPr="00633842">
        <w:t>– </w:t>
      </w:r>
      <w:r w:rsidRPr="00633842">
        <w:rPr>
          <w:b/>
        </w:rPr>
        <w:t>Qualité</w:t>
      </w:r>
      <w:r w:rsidRPr="00633842">
        <w:t> :</w:t>
      </w:r>
    </w:p>
    <w:p w14:paraId="31EB96AC" w14:textId="77777777" w:rsidR="00FC2ED2" w:rsidRPr="00633842" w:rsidRDefault="00FC2ED2" w:rsidP="00FC2ED2">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36001FF9" w14:textId="77777777" w:rsidR="00FC2ED2" w:rsidRPr="00633842" w:rsidRDefault="00FC2ED2" w:rsidP="00FC2ED2">
      <w:pPr>
        <w:spacing w:before="180" w:after="180"/>
        <w:ind w:firstLine="0"/>
        <w:jc w:val="center"/>
        <w:rPr>
          <w:i/>
          <w:iCs/>
          <w:szCs w:val="32"/>
        </w:rPr>
      </w:pPr>
      <w:r w:rsidRPr="00633842">
        <w:rPr>
          <w:i/>
          <w:iCs/>
          <w:szCs w:val="32"/>
        </w:rPr>
        <w:t>Votre aide est la bienvenue !</w:t>
      </w:r>
    </w:p>
    <w:p w14:paraId="08547F9C" w14:textId="1B2151D0" w:rsidR="00033562" w:rsidRPr="007C1C6B" w:rsidRDefault="00FC2ED2" w:rsidP="00FC2ED2">
      <w:pPr>
        <w:pStyle w:val="Centr"/>
        <w:suppressAutoHyphens/>
        <w:spacing w:before="180" w:after="180"/>
      </w:pPr>
      <w:r w:rsidRPr="00633842">
        <w:t>VOUS POUVEZ NOUS AIDER À FAIRE CONNAÎTRE CES CLASSIQUES LITTÉRAIRES.</w:t>
      </w:r>
    </w:p>
    <w:sectPr w:rsidR="00033562" w:rsidRPr="007C1C6B" w:rsidSect="00FC2ED2">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B5DFA" w14:textId="77777777" w:rsidR="002E07F0" w:rsidRDefault="002E07F0">
      <w:r>
        <w:separator/>
      </w:r>
    </w:p>
  </w:endnote>
  <w:endnote w:type="continuationSeparator" w:id="0">
    <w:p w14:paraId="258BC809" w14:textId="77777777" w:rsidR="002E07F0" w:rsidRDefault="002E0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44020" w14:textId="77777777" w:rsidR="00D237C9" w:rsidRDefault="00D237C9">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978AA" w14:textId="77777777" w:rsidR="00D237C9" w:rsidRDefault="00D237C9">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C62C5F">
      <w:rPr>
        <w:rStyle w:val="Numrodepage"/>
        <w:noProof/>
        <w:sz w:val="30"/>
        <w:szCs w:val="30"/>
      </w:rPr>
      <w:t>20</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B634D" w14:textId="77777777" w:rsidR="002E07F0" w:rsidRDefault="002E07F0">
      <w:r>
        <w:separator/>
      </w:r>
    </w:p>
  </w:footnote>
  <w:footnote w:type="continuationSeparator" w:id="0">
    <w:p w14:paraId="3677C5FF" w14:textId="77777777" w:rsidR="002E07F0" w:rsidRDefault="002E07F0">
      <w:r>
        <w:continuationSeparator/>
      </w:r>
    </w:p>
  </w:footnote>
  <w:footnote w:id="1">
    <w:p w14:paraId="1B79E94B" w14:textId="70B23CD8" w:rsidR="00D237C9" w:rsidRDefault="00D237C9" w:rsidP="008F7090">
      <w:pPr>
        <w:pStyle w:val="Notedebasdepage"/>
      </w:pPr>
      <w:r>
        <w:rPr>
          <w:rStyle w:val="Appelnotedebasdep"/>
        </w:rPr>
        <w:footnoteRef/>
      </w:r>
      <w:r>
        <w:t xml:space="preserve"> Cette lettre</w:t>
      </w:r>
      <w:r w:rsidR="003A6D8D">
        <w:t xml:space="preserve">, </w:t>
      </w:r>
      <w:r>
        <w:t>accompagnant le cahier qui est devenu ce livre</w:t>
      </w:r>
      <w:r w:rsidR="003A6D8D">
        <w:t xml:space="preserve">, </w:t>
      </w:r>
      <w:r>
        <w:t>était adressée à Maître de R</w:t>
      </w:r>
      <w:r w:rsidR="003A6D8D">
        <w:t xml:space="preserve">…, </w:t>
      </w:r>
      <w:r>
        <w:t>avocat au barreau de C</w:t>
      </w:r>
      <w:r w:rsidR="003A6D8D">
        <w:t xml:space="preserve">…, </w:t>
      </w:r>
      <w:r>
        <w:t>et signée du nom véritable d</w:t>
      </w:r>
      <w:r w:rsidR="003A6D8D">
        <w:t>’</w:t>
      </w:r>
      <w:r>
        <w:t>Alberte</w:t>
      </w:r>
      <w:r w:rsidR="003A6D8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986811936">
    <w:abstractNumId w:val="11"/>
  </w:num>
  <w:num w:numId="2" w16cid:durableId="332758772">
    <w:abstractNumId w:val="12"/>
  </w:num>
  <w:num w:numId="3" w16cid:durableId="712463256">
    <w:abstractNumId w:val="13"/>
  </w:num>
  <w:num w:numId="4" w16cid:durableId="958881460">
    <w:abstractNumId w:val="14"/>
  </w:num>
  <w:num w:numId="5" w16cid:durableId="1486239420">
    <w:abstractNumId w:val="8"/>
  </w:num>
  <w:num w:numId="6" w16cid:durableId="118376395">
    <w:abstractNumId w:val="3"/>
  </w:num>
  <w:num w:numId="7" w16cid:durableId="2006011494">
    <w:abstractNumId w:val="2"/>
  </w:num>
  <w:num w:numId="8" w16cid:durableId="1820656129">
    <w:abstractNumId w:val="1"/>
  </w:num>
  <w:num w:numId="9" w16cid:durableId="527450929">
    <w:abstractNumId w:val="0"/>
  </w:num>
  <w:num w:numId="10" w16cid:durableId="1691954178">
    <w:abstractNumId w:val="9"/>
  </w:num>
  <w:num w:numId="11" w16cid:durableId="2065907919">
    <w:abstractNumId w:val="7"/>
  </w:num>
  <w:num w:numId="12" w16cid:durableId="281034064">
    <w:abstractNumId w:val="6"/>
  </w:num>
  <w:num w:numId="13" w16cid:durableId="1956019950">
    <w:abstractNumId w:val="5"/>
  </w:num>
  <w:num w:numId="14" w16cid:durableId="869337562">
    <w:abstractNumId w:val="4"/>
  </w:num>
  <w:num w:numId="15" w16cid:durableId="3877262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45F75"/>
    <w:rsid w:val="00053943"/>
    <w:rsid w:val="000561C8"/>
    <w:rsid w:val="000624DA"/>
    <w:rsid w:val="00066E2D"/>
    <w:rsid w:val="00067167"/>
    <w:rsid w:val="00077531"/>
    <w:rsid w:val="000F7F4B"/>
    <w:rsid w:val="0010298A"/>
    <w:rsid w:val="001635FE"/>
    <w:rsid w:val="00176FA6"/>
    <w:rsid w:val="00203135"/>
    <w:rsid w:val="00212738"/>
    <w:rsid w:val="00235C3A"/>
    <w:rsid w:val="00264877"/>
    <w:rsid w:val="00284AF2"/>
    <w:rsid w:val="002E07F0"/>
    <w:rsid w:val="002E4734"/>
    <w:rsid w:val="002F736B"/>
    <w:rsid w:val="0032506F"/>
    <w:rsid w:val="00325DBD"/>
    <w:rsid w:val="00335365"/>
    <w:rsid w:val="00336E88"/>
    <w:rsid w:val="00367258"/>
    <w:rsid w:val="003A6D8D"/>
    <w:rsid w:val="003F6FF9"/>
    <w:rsid w:val="00431C66"/>
    <w:rsid w:val="004618A4"/>
    <w:rsid w:val="00466185"/>
    <w:rsid w:val="004856F7"/>
    <w:rsid w:val="00490B61"/>
    <w:rsid w:val="004C3D05"/>
    <w:rsid w:val="0051023F"/>
    <w:rsid w:val="0051085B"/>
    <w:rsid w:val="00535ACF"/>
    <w:rsid w:val="00554C93"/>
    <w:rsid w:val="00574566"/>
    <w:rsid w:val="00576E04"/>
    <w:rsid w:val="005C1E08"/>
    <w:rsid w:val="005C4D38"/>
    <w:rsid w:val="005E52B1"/>
    <w:rsid w:val="0061214E"/>
    <w:rsid w:val="00640C4F"/>
    <w:rsid w:val="0066669A"/>
    <w:rsid w:val="006E2274"/>
    <w:rsid w:val="00703D4D"/>
    <w:rsid w:val="00705271"/>
    <w:rsid w:val="00722EA0"/>
    <w:rsid w:val="007549CD"/>
    <w:rsid w:val="0076257B"/>
    <w:rsid w:val="0076513E"/>
    <w:rsid w:val="0078241C"/>
    <w:rsid w:val="007841D8"/>
    <w:rsid w:val="00790A54"/>
    <w:rsid w:val="00793FF9"/>
    <w:rsid w:val="007A353A"/>
    <w:rsid w:val="007B6898"/>
    <w:rsid w:val="007C1C6B"/>
    <w:rsid w:val="007C56AC"/>
    <w:rsid w:val="007E0F7B"/>
    <w:rsid w:val="007F5860"/>
    <w:rsid w:val="00825620"/>
    <w:rsid w:val="00856DF4"/>
    <w:rsid w:val="00863B07"/>
    <w:rsid w:val="008840CC"/>
    <w:rsid w:val="00893056"/>
    <w:rsid w:val="008F106B"/>
    <w:rsid w:val="008F7090"/>
    <w:rsid w:val="00902FCF"/>
    <w:rsid w:val="00930A77"/>
    <w:rsid w:val="00943100"/>
    <w:rsid w:val="00946EE4"/>
    <w:rsid w:val="00951E57"/>
    <w:rsid w:val="009B3DDD"/>
    <w:rsid w:val="009D6658"/>
    <w:rsid w:val="00A3090D"/>
    <w:rsid w:val="00A439D4"/>
    <w:rsid w:val="00AB5337"/>
    <w:rsid w:val="00AC1AC7"/>
    <w:rsid w:val="00AD232D"/>
    <w:rsid w:val="00AD4BBC"/>
    <w:rsid w:val="00AF0A3E"/>
    <w:rsid w:val="00B1136E"/>
    <w:rsid w:val="00B241D4"/>
    <w:rsid w:val="00B4635D"/>
    <w:rsid w:val="00B909AE"/>
    <w:rsid w:val="00BA70E4"/>
    <w:rsid w:val="00BA7596"/>
    <w:rsid w:val="00BD0C07"/>
    <w:rsid w:val="00BD3792"/>
    <w:rsid w:val="00BF29E4"/>
    <w:rsid w:val="00C01F9D"/>
    <w:rsid w:val="00C323C1"/>
    <w:rsid w:val="00C43D20"/>
    <w:rsid w:val="00C51E70"/>
    <w:rsid w:val="00C55CA7"/>
    <w:rsid w:val="00C62C5F"/>
    <w:rsid w:val="00C82075"/>
    <w:rsid w:val="00C82867"/>
    <w:rsid w:val="00C877F6"/>
    <w:rsid w:val="00CA5FF7"/>
    <w:rsid w:val="00D02BDE"/>
    <w:rsid w:val="00D234F2"/>
    <w:rsid w:val="00D237C9"/>
    <w:rsid w:val="00D251CF"/>
    <w:rsid w:val="00D312A8"/>
    <w:rsid w:val="00D47BCF"/>
    <w:rsid w:val="00D57E8F"/>
    <w:rsid w:val="00D80434"/>
    <w:rsid w:val="00D9756D"/>
    <w:rsid w:val="00DB636B"/>
    <w:rsid w:val="00DD7BB4"/>
    <w:rsid w:val="00DF43DD"/>
    <w:rsid w:val="00E11DC5"/>
    <w:rsid w:val="00E30FAD"/>
    <w:rsid w:val="00E35EE1"/>
    <w:rsid w:val="00E53FE3"/>
    <w:rsid w:val="00E847C9"/>
    <w:rsid w:val="00E90A7B"/>
    <w:rsid w:val="00F107F1"/>
    <w:rsid w:val="00F42B6E"/>
    <w:rsid w:val="00F74495"/>
    <w:rsid w:val="00F74642"/>
    <w:rsid w:val="00FC2ED2"/>
    <w:rsid w:val="00FC6E46"/>
    <w:rsid w:val="00FD191B"/>
    <w:rsid w:val="00FD5C53"/>
    <w:rsid w:val="00FD6EFE"/>
    <w:rsid w:val="00FF7E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8B00891"/>
  <w15:chartTrackingRefBased/>
  <w15:docId w15:val="{8600B458-B445-4FC4-9DB2-AB928EF53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090D"/>
    <w:pPr>
      <w:spacing w:before="240" w:after="240"/>
      <w:ind w:firstLine="680"/>
      <w:jc w:val="both"/>
    </w:pPr>
    <w:rPr>
      <w:rFonts w:ascii="Amasis30" w:hAnsi="Amasis30"/>
      <w:sz w:val="36"/>
      <w:szCs w:val="24"/>
    </w:rPr>
  </w:style>
  <w:style w:type="paragraph" w:styleId="Titre1">
    <w:name w:val="heading 1"/>
    <w:basedOn w:val="Normal"/>
    <w:next w:val="Normal"/>
    <w:qFormat/>
    <w:rsid w:val="00A3090D"/>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A3090D"/>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A3090D"/>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A3090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A3090D"/>
  </w:style>
  <w:style w:type="character" w:styleId="Lienhypertexte">
    <w:name w:val="Hyperlink"/>
    <w:uiPriority w:val="99"/>
    <w:rsid w:val="00A3090D"/>
    <w:rPr>
      <w:rFonts w:ascii="Amasis30" w:hAnsi="Amasis30"/>
      <w:color w:val="004080"/>
      <w:u w:val="single"/>
    </w:rPr>
  </w:style>
  <w:style w:type="paragraph" w:styleId="Explorateurdedocuments">
    <w:name w:val="Document Map"/>
    <w:basedOn w:val="Normal"/>
    <w:rsid w:val="00A3090D"/>
    <w:pPr>
      <w:shd w:val="clear" w:color="auto" w:fill="000080"/>
    </w:pPr>
    <w:rPr>
      <w:rFonts w:ascii="Tahoma" w:hAnsi="Tahoma" w:cs="Tahoma"/>
    </w:rPr>
  </w:style>
  <w:style w:type="paragraph" w:styleId="TM1">
    <w:name w:val="toc 1"/>
    <w:basedOn w:val="Normal"/>
    <w:next w:val="Normal"/>
    <w:autoRedefine/>
    <w:uiPriority w:val="39"/>
    <w:rsid w:val="00A3090D"/>
    <w:pPr>
      <w:tabs>
        <w:tab w:val="right" w:leader="dot" w:pos="9639"/>
      </w:tabs>
      <w:spacing w:before="180" w:after="180"/>
      <w:ind w:firstLine="0"/>
      <w:jc w:val="left"/>
    </w:pPr>
    <w:rPr>
      <w:bCs/>
      <w:iCs/>
      <w:noProof/>
      <w:color w:val="000080"/>
      <w:szCs w:val="28"/>
    </w:rPr>
  </w:style>
  <w:style w:type="paragraph" w:styleId="En-tte">
    <w:name w:val="header"/>
    <w:basedOn w:val="Normal"/>
    <w:rsid w:val="00A3090D"/>
    <w:pPr>
      <w:tabs>
        <w:tab w:val="center" w:pos="4536"/>
        <w:tab w:val="right" w:pos="9072"/>
      </w:tabs>
    </w:pPr>
  </w:style>
  <w:style w:type="paragraph" w:styleId="Pieddepage">
    <w:name w:val="footer"/>
    <w:basedOn w:val="Normal"/>
    <w:rsid w:val="00A3090D"/>
    <w:pPr>
      <w:tabs>
        <w:tab w:val="center" w:pos="4536"/>
        <w:tab w:val="right" w:pos="9072"/>
      </w:tabs>
      <w:ind w:firstLine="0"/>
      <w:jc w:val="center"/>
    </w:pPr>
    <w:rPr>
      <w:sz w:val="32"/>
    </w:rPr>
  </w:style>
  <w:style w:type="character" w:styleId="Numrodepage">
    <w:name w:val="page number"/>
    <w:basedOn w:val="Policepardfaut"/>
    <w:rsid w:val="00A3090D"/>
  </w:style>
  <w:style w:type="paragraph" w:styleId="TM2">
    <w:name w:val="toc 2"/>
    <w:basedOn w:val="Normal"/>
    <w:next w:val="Normal"/>
    <w:autoRedefine/>
    <w:uiPriority w:val="39"/>
    <w:rsid w:val="00A3090D"/>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A3090D"/>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A3090D"/>
    <w:pPr>
      <w:ind w:left="780"/>
    </w:pPr>
  </w:style>
  <w:style w:type="paragraph" w:styleId="TM5">
    <w:name w:val="toc 5"/>
    <w:basedOn w:val="Normal"/>
    <w:next w:val="Normal"/>
    <w:autoRedefine/>
    <w:semiHidden/>
    <w:rsid w:val="00A3090D"/>
    <w:pPr>
      <w:ind w:left="1040"/>
    </w:pPr>
  </w:style>
  <w:style w:type="paragraph" w:styleId="TM6">
    <w:name w:val="toc 6"/>
    <w:basedOn w:val="Normal"/>
    <w:next w:val="Normal"/>
    <w:autoRedefine/>
    <w:semiHidden/>
    <w:rsid w:val="00A3090D"/>
    <w:pPr>
      <w:ind w:left="1300"/>
    </w:pPr>
  </w:style>
  <w:style w:type="paragraph" w:styleId="TM7">
    <w:name w:val="toc 7"/>
    <w:basedOn w:val="Normal"/>
    <w:next w:val="Normal"/>
    <w:autoRedefine/>
    <w:semiHidden/>
    <w:rsid w:val="00A3090D"/>
    <w:pPr>
      <w:ind w:left="1560"/>
    </w:pPr>
  </w:style>
  <w:style w:type="paragraph" w:styleId="TM8">
    <w:name w:val="toc 8"/>
    <w:basedOn w:val="Normal"/>
    <w:next w:val="Normal"/>
    <w:autoRedefine/>
    <w:semiHidden/>
    <w:rsid w:val="00A3090D"/>
    <w:pPr>
      <w:ind w:left="1820"/>
    </w:pPr>
  </w:style>
  <w:style w:type="paragraph" w:styleId="TM9">
    <w:name w:val="toc 9"/>
    <w:basedOn w:val="Normal"/>
    <w:next w:val="Normal"/>
    <w:autoRedefine/>
    <w:semiHidden/>
    <w:rsid w:val="00A3090D"/>
    <w:pPr>
      <w:ind w:left="2080"/>
    </w:pPr>
  </w:style>
  <w:style w:type="character" w:styleId="Appelnotedebasdep">
    <w:name w:val="footnote reference"/>
    <w:qFormat/>
    <w:rsid w:val="00A3090D"/>
    <w:rPr>
      <w:rFonts w:ascii="Amasis30" w:hAnsi="Amasis30"/>
      <w:b/>
      <w:sz w:val="36"/>
      <w:vertAlign w:val="superscript"/>
    </w:rPr>
  </w:style>
  <w:style w:type="paragraph" w:styleId="Notedebasdepage">
    <w:name w:val="footnote text"/>
    <w:basedOn w:val="Taille-1Normal"/>
    <w:qFormat/>
    <w:rsid w:val="00A3090D"/>
    <w:rPr>
      <w:szCs w:val="30"/>
    </w:rPr>
  </w:style>
  <w:style w:type="paragraph" w:customStyle="1" w:styleId="Auteur">
    <w:name w:val="Auteur"/>
    <w:basedOn w:val="Normal"/>
    <w:rsid w:val="00A3090D"/>
    <w:pPr>
      <w:spacing w:before="0" w:after="1800"/>
      <w:ind w:right="851" w:firstLine="0"/>
      <w:jc w:val="right"/>
    </w:pPr>
    <w:rPr>
      <w:sz w:val="48"/>
    </w:rPr>
  </w:style>
  <w:style w:type="paragraph" w:customStyle="1" w:styleId="Titrelivre">
    <w:name w:val="Titre_livre"/>
    <w:basedOn w:val="Normal"/>
    <w:rsid w:val="00A3090D"/>
    <w:pPr>
      <w:spacing w:before="0" w:after="1200"/>
      <w:ind w:left="2268" w:right="851" w:firstLine="0"/>
      <w:jc w:val="right"/>
    </w:pPr>
    <w:rPr>
      <w:b/>
      <w:bCs/>
      <w:sz w:val="72"/>
    </w:rPr>
  </w:style>
  <w:style w:type="paragraph" w:customStyle="1" w:styleId="Soustitrelivre">
    <w:name w:val="Sous_titre_livre"/>
    <w:basedOn w:val="Normal"/>
    <w:rsid w:val="00A3090D"/>
    <w:pPr>
      <w:spacing w:before="0" w:after="2160"/>
      <w:ind w:left="2268" w:right="851" w:firstLine="0"/>
      <w:jc w:val="right"/>
    </w:pPr>
    <w:rPr>
      <w:bCs/>
      <w:sz w:val="44"/>
      <w:szCs w:val="36"/>
    </w:rPr>
  </w:style>
  <w:style w:type="paragraph" w:customStyle="1" w:styleId="Photoauteur">
    <w:name w:val="Photo_auteur"/>
    <w:basedOn w:val="Normal"/>
    <w:rsid w:val="00A3090D"/>
    <w:pPr>
      <w:spacing w:after="1080"/>
      <w:ind w:left="2268" w:firstLine="0"/>
      <w:jc w:val="center"/>
    </w:pPr>
    <w:rPr>
      <w:noProof/>
    </w:rPr>
  </w:style>
  <w:style w:type="paragraph" w:customStyle="1" w:styleId="DateSortie">
    <w:name w:val="Date_Sortie"/>
    <w:basedOn w:val="Normal"/>
    <w:rsid w:val="00A3090D"/>
    <w:pPr>
      <w:spacing w:before="0" w:after="0"/>
      <w:ind w:right="1418" w:firstLine="0"/>
      <w:jc w:val="right"/>
    </w:pPr>
    <w:rPr>
      <w:bCs/>
      <w:sz w:val="40"/>
    </w:rPr>
  </w:style>
  <w:style w:type="paragraph" w:customStyle="1" w:styleId="Titretablematires">
    <w:name w:val="Titre table matières"/>
    <w:basedOn w:val="Normal"/>
    <w:rsid w:val="00A3090D"/>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A3090D"/>
    <w:pPr>
      <w:ind w:firstLine="0"/>
      <w:jc w:val="center"/>
    </w:pPr>
    <w:rPr>
      <w:szCs w:val="20"/>
    </w:rPr>
  </w:style>
  <w:style w:type="paragraph" w:customStyle="1" w:styleId="NormalSansIndent">
    <w:name w:val="NormalSansIndent"/>
    <w:basedOn w:val="Normal"/>
    <w:rsid w:val="00A3090D"/>
    <w:pPr>
      <w:ind w:firstLine="0"/>
    </w:pPr>
    <w:rPr>
      <w:szCs w:val="20"/>
    </w:rPr>
  </w:style>
  <w:style w:type="paragraph" w:customStyle="1" w:styleId="NormalSolidaire">
    <w:name w:val="NormalSolidaire"/>
    <w:basedOn w:val="Normal"/>
    <w:qFormat/>
    <w:rsid w:val="00A3090D"/>
    <w:pPr>
      <w:keepNext/>
    </w:pPr>
  </w:style>
  <w:style w:type="paragraph" w:customStyle="1" w:styleId="NormalSautPageAvant">
    <w:name w:val="NormalSautPageAvant"/>
    <w:basedOn w:val="Normal"/>
    <w:qFormat/>
    <w:rsid w:val="00A3090D"/>
    <w:pPr>
      <w:pageBreakBefore/>
    </w:pPr>
  </w:style>
  <w:style w:type="paragraph" w:customStyle="1" w:styleId="NormalEspAvtGrand">
    <w:name w:val="NormalEspAvtGrand"/>
    <w:basedOn w:val="Normal"/>
    <w:rsid w:val="00A3090D"/>
    <w:pPr>
      <w:spacing w:before="2640"/>
    </w:pPr>
    <w:rPr>
      <w:szCs w:val="20"/>
    </w:rPr>
  </w:style>
  <w:style w:type="paragraph" w:customStyle="1" w:styleId="CentrEspAvt0">
    <w:name w:val="CentréEspAvt0"/>
    <w:basedOn w:val="Centr"/>
    <w:next w:val="CentrEspAvt0EspApr0"/>
    <w:rsid w:val="00A3090D"/>
    <w:pPr>
      <w:spacing w:before="0"/>
    </w:pPr>
  </w:style>
  <w:style w:type="paragraph" w:customStyle="1" w:styleId="CentrEspApr0">
    <w:name w:val="CentréEspApr0"/>
    <w:basedOn w:val="Centr"/>
    <w:next w:val="Normal"/>
    <w:rsid w:val="00A3090D"/>
    <w:pPr>
      <w:spacing w:after="0"/>
    </w:pPr>
  </w:style>
  <w:style w:type="paragraph" w:customStyle="1" w:styleId="CentrEspAvt0EspApr0">
    <w:name w:val="CentréEspAvt0EspApr0"/>
    <w:basedOn w:val="Centr"/>
    <w:rsid w:val="00A3090D"/>
    <w:pPr>
      <w:spacing w:before="0" w:after="0"/>
    </w:pPr>
  </w:style>
  <w:style w:type="paragraph" w:customStyle="1" w:styleId="Droite">
    <w:name w:val="Droite"/>
    <w:basedOn w:val="Normal"/>
    <w:next w:val="Normal"/>
    <w:rsid w:val="00A3090D"/>
    <w:pPr>
      <w:ind w:firstLine="0"/>
      <w:jc w:val="right"/>
    </w:pPr>
    <w:rPr>
      <w:szCs w:val="20"/>
    </w:rPr>
  </w:style>
  <w:style w:type="paragraph" w:customStyle="1" w:styleId="DroiteRetraitGauche1X">
    <w:name w:val="DroiteRetraitGauche1X"/>
    <w:basedOn w:val="Droite"/>
    <w:next w:val="Normal"/>
    <w:rsid w:val="00A3090D"/>
    <w:pPr>
      <w:ind w:left="680"/>
    </w:pPr>
  </w:style>
  <w:style w:type="paragraph" w:customStyle="1" w:styleId="DroiteRetraitGauche2X">
    <w:name w:val="DroiteRetraitGauche2X"/>
    <w:basedOn w:val="Droite"/>
    <w:next w:val="Normal"/>
    <w:rsid w:val="00A3090D"/>
    <w:pPr>
      <w:ind w:left="1361"/>
    </w:pPr>
  </w:style>
  <w:style w:type="paragraph" w:customStyle="1" w:styleId="DroiteRetraitGauche3X">
    <w:name w:val="DroiteRetraitGauche3X"/>
    <w:basedOn w:val="Droite"/>
    <w:next w:val="Normal"/>
    <w:rsid w:val="00A3090D"/>
    <w:pPr>
      <w:ind w:left="2041"/>
    </w:pPr>
  </w:style>
  <w:style w:type="paragraph" w:customStyle="1" w:styleId="DroiteRetraitGauche4X">
    <w:name w:val="DroiteRetraitGauche4X"/>
    <w:basedOn w:val="Droite"/>
    <w:next w:val="Normal"/>
    <w:rsid w:val="00A3090D"/>
    <w:pPr>
      <w:ind w:left="2722"/>
    </w:pPr>
  </w:style>
  <w:style w:type="paragraph" w:customStyle="1" w:styleId="Taille-1Normal">
    <w:name w:val="Taille-1Normal"/>
    <w:basedOn w:val="Normal"/>
    <w:rsid w:val="00A3090D"/>
    <w:rPr>
      <w:sz w:val="32"/>
      <w:szCs w:val="28"/>
    </w:rPr>
  </w:style>
  <w:style w:type="paragraph" w:customStyle="1" w:styleId="Taille-1RetraitGauche1X">
    <w:name w:val="Taille-1RetraitGauche1X"/>
    <w:basedOn w:val="Taille-1Normal"/>
    <w:rsid w:val="00A3090D"/>
    <w:pPr>
      <w:ind w:left="680"/>
    </w:pPr>
    <w:rPr>
      <w:szCs w:val="20"/>
    </w:rPr>
  </w:style>
  <w:style w:type="paragraph" w:customStyle="1" w:styleId="Taille-1RetraitGauche2X">
    <w:name w:val="Taille-1RetraitGauche2X"/>
    <w:basedOn w:val="Taille-1Normal"/>
    <w:rsid w:val="00A3090D"/>
    <w:pPr>
      <w:ind w:left="1361"/>
    </w:pPr>
    <w:rPr>
      <w:szCs w:val="20"/>
    </w:rPr>
  </w:style>
  <w:style w:type="paragraph" w:customStyle="1" w:styleId="Taille-1RetraitGauche3X">
    <w:name w:val="Taille-1RetraitGauche3X"/>
    <w:basedOn w:val="Taille-1Normal"/>
    <w:rsid w:val="00A3090D"/>
    <w:pPr>
      <w:ind w:left="2041"/>
    </w:pPr>
    <w:rPr>
      <w:szCs w:val="20"/>
    </w:rPr>
  </w:style>
  <w:style w:type="paragraph" w:customStyle="1" w:styleId="Taille-1RetraitGauche1XIndent0">
    <w:name w:val="Taille-1RetraitGauche1XIndent0"/>
    <w:basedOn w:val="Taille-1RetraitGauche1X"/>
    <w:rsid w:val="00A3090D"/>
    <w:pPr>
      <w:ind w:firstLine="0"/>
    </w:pPr>
  </w:style>
  <w:style w:type="paragraph" w:customStyle="1" w:styleId="Taille-1RetraitGauche2XIndent0">
    <w:name w:val="Taille-1RetraitGauche2XIndent0"/>
    <w:basedOn w:val="Taille-1RetraitGauche2X"/>
    <w:rsid w:val="00A3090D"/>
    <w:pPr>
      <w:ind w:firstLine="0"/>
    </w:pPr>
  </w:style>
  <w:style w:type="paragraph" w:customStyle="1" w:styleId="Taille-1RetraitGauche3XIndent0">
    <w:name w:val="Taille-1RetraitGauche3XIndent0"/>
    <w:basedOn w:val="Taille-1RetraitGauche3X"/>
    <w:rsid w:val="00A3090D"/>
    <w:pPr>
      <w:ind w:firstLine="0"/>
    </w:pPr>
  </w:style>
  <w:style w:type="paragraph" w:customStyle="1" w:styleId="Taille-1RetraitGauche4XIndent0">
    <w:name w:val="Taille-1RetraitGauche4XIndent0"/>
    <w:basedOn w:val="Taille-1Normal"/>
    <w:rsid w:val="00A3090D"/>
    <w:pPr>
      <w:ind w:left="2722" w:firstLine="0"/>
    </w:pPr>
    <w:rPr>
      <w:szCs w:val="20"/>
    </w:rPr>
  </w:style>
  <w:style w:type="paragraph" w:customStyle="1" w:styleId="NormalRetraitGauche1X">
    <w:name w:val="NormalRetraitGauche1X"/>
    <w:basedOn w:val="Normal"/>
    <w:rsid w:val="00A3090D"/>
    <w:pPr>
      <w:ind w:left="680"/>
    </w:pPr>
    <w:rPr>
      <w:szCs w:val="20"/>
    </w:rPr>
  </w:style>
  <w:style w:type="paragraph" w:customStyle="1" w:styleId="NormalRetraitGauche2X">
    <w:name w:val="NormalRetraitGauche2X"/>
    <w:basedOn w:val="Normal"/>
    <w:rsid w:val="00A3090D"/>
    <w:pPr>
      <w:ind w:left="1361"/>
    </w:pPr>
    <w:rPr>
      <w:szCs w:val="20"/>
    </w:rPr>
  </w:style>
  <w:style w:type="paragraph" w:customStyle="1" w:styleId="NormalRetraitGauche3X">
    <w:name w:val="NormalRetraitGauche3X"/>
    <w:basedOn w:val="Normal"/>
    <w:rsid w:val="00A3090D"/>
    <w:pPr>
      <w:ind w:left="2041"/>
    </w:pPr>
    <w:rPr>
      <w:szCs w:val="20"/>
    </w:rPr>
  </w:style>
  <w:style w:type="paragraph" w:customStyle="1" w:styleId="NormalRetraitGauche1XIndent0">
    <w:name w:val="NormalRetraitGauche1XIndent0"/>
    <w:basedOn w:val="NormalRetraitGauche1X"/>
    <w:rsid w:val="00A3090D"/>
    <w:pPr>
      <w:ind w:firstLine="0"/>
    </w:pPr>
  </w:style>
  <w:style w:type="paragraph" w:customStyle="1" w:styleId="NormalRetraitGauche2XIndent0">
    <w:name w:val="NormalRetraitGauche2XIndent0"/>
    <w:basedOn w:val="NormalRetraitGauche2X"/>
    <w:rsid w:val="00A3090D"/>
    <w:pPr>
      <w:ind w:firstLine="0"/>
    </w:pPr>
  </w:style>
  <w:style w:type="paragraph" w:customStyle="1" w:styleId="NormalRetraitGauche3XIndent0">
    <w:name w:val="NormalRetraitGauche3XIndent0"/>
    <w:basedOn w:val="NormalRetraitGauche3X"/>
    <w:rsid w:val="00A3090D"/>
    <w:pPr>
      <w:ind w:firstLine="0"/>
    </w:pPr>
  </w:style>
  <w:style w:type="paragraph" w:customStyle="1" w:styleId="NormalRetraitGauche4XIndent0">
    <w:name w:val="NormalRetraitGauche4XIndent0"/>
    <w:basedOn w:val="Normal"/>
    <w:rsid w:val="00A3090D"/>
    <w:pPr>
      <w:ind w:left="2722" w:firstLine="0"/>
    </w:pPr>
    <w:rPr>
      <w:szCs w:val="20"/>
    </w:rPr>
  </w:style>
  <w:style w:type="paragraph" w:styleId="Notedefin">
    <w:name w:val="endnote text"/>
    <w:basedOn w:val="Taille-1Normal"/>
    <w:link w:val="NotedefinCar"/>
    <w:uiPriority w:val="99"/>
    <w:semiHidden/>
    <w:unhideWhenUsed/>
    <w:qFormat/>
    <w:rsid w:val="00A3090D"/>
    <w:rPr>
      <w:szCs w:val="20"/>
      <w:lang w:val="x-none" w:eastAsia="x-none"/>
    </w:rPr>
  </w:style>
  <w:style w:type="character" w:customStyle="1" w:styleId="NotedefinCar1">
    <w:name w:val="Note de fin Car1"/>
    <w:uiPriority w:val="99"/>
    <w:semiHidden/>
    <w:rsid w:val="005C4D38"/>
    <w:rPr>
      <w:rFonts w:ascii="Georgia" w:hAnsi="Georgia"/>
      <w:sz w:val="28"/>
    </w:rPr>
  </w:style>
  <w:style w:type="character" w:styleId="Appeldenotedefin">
    <w:name w:val="endnote reference"/>
    <w:uiPriority w:val="99"/>
    <w:unhideWhenUsed/>
    <w:qFormat/>
    <w:rsid w:val="00A3090D"/>
    <w:rPr>
      <w:rFonts w:ascii="Amasis30" w:hAnsi="Amasis30"/>
      <w:b/>
      <w:sz w:val="36"/>
      <w:vertAlign w:val="superscript"/>
    </w:rPr>
  </w:style>
  <w:style w:type="paragraph" w:customStyle="1" w:styleId="NormalSuspendu1X">
    <w:name w:val="NormalSuspendu1X"/>
    <w:basedOn w:val="Normal"/>
    <w:rsid w:val="00A3090D"/>
    <w:pPr>
      <w:ind w:left="680" w:hanging="680"/>
    </w:pPr>
    <w:rPr>
      <w:szCs w:val="20"/>
    </w:rPr>
  </w:style>
  <w:style w:type="paragraph" w:customStyle="1" w:styleId="NormalSuspendu1XRetrait1X">
    <w:name w:val="NormalSuspendu1XRetrait1X"/>
    <w:basedOn w:val="Normal"/>
    <w:rsid w:val="00A3090D"/>
    <w:pPr>
      <w:ind w:left="1360" w:hanging="680"/>
    </w:pPr>
  </w:style>
  <w:style w:type="paragraph" w:customStyle="1" w:styleId="NormalEspAvt0EspApr0">
    <w:name w:val="NormalEspAvt0EspApr0"/>
    <w:basedOn w:val="Normal"/>
    <w:rsid w:val="00A3090D"/>
    <w:pPr>
      <w:spacing w:before="0" w:after="0"/>
    </w:pPr>
    <w:rPr>
      <w:szCs w:val="20"/>
    </w:rPr>
  </w:style>
  <w:style w:type="paragraph" w:customStyle="1" w:styleId="NormalSuspendu1XRetrait2X">
    <w:name w:val="NormalSuspendu1XRetrait2X"/>
    <w:basedOn w:val="Normal"/>
    <w:rsid w:val="00A3090D"/>
    <w:pPr>
      <w:ind w:left="2041" w:hanging="680"/>
    </w:pPr>
  </w:style>
  <w:style w:type="paragraph" w:customStyle="1" w:styleId="NormalSuspendu1XRetrait3X">
    <w:name w:val="NormalSuspendu1XRetrait3X"/>
    <w:basedOn w:val="Normal"/>
    <w:rsid w:val="00A3090D"/>
    <w:pPr>
      <w:ind w:left="2721" w:hanging="680"/>
    </w:pPr>
    <w:rPr>
      <w:szCs w:val="20"/>
    </w:rPr>
  </w:style>
  <w:style w:type="paragraph" w:customStyle="1" w:styleId="NormalSuspendu1XRetrait4X">
    <w:name w:val="NormalSuspendu1XRetrait4X"/>
    <w:basedOn w:val="Normal"/>
    <w:rsid w:val="00A3090D"/>
    <w:pPr>
      <w:ind w:left="3402" w:hanging="680"/>
    </w:pPr>
    <w:rPr>
      <w:szCs w:val="20"/>
    </w:rPr>
  </w:style>
  <w:style w:type="character" w:customStyle="1" w:styleId="Taille-1Caracteres">
    <w:name w:val="Taille-1Caracteres"/>
    <w:qFormat/>
    <w:rsid w:val="00A3090D"/>
    <w:rPr>
      <w:sz w:val="32"/>
      <w:szCs w:val="20"/>
    </w:rPr>
  </w:style>
  <w:style w:type="paragraph" w:customStyle="1" w:styleId="Etoile">
    <w:name w:val="Etoile"/>
    <w:basedOn w:val="Normal"/>
    <w:qFormat/>
    <w:rsid w:val="00A3090D"/>
    <w:pPr>
      <w:ind w:firstLine="0"/>
      <w:jc w:val="center"/>
    </w:pPr>
    <w:rPr>
      <w:b/>
      <w:sz w:val="40"/>
      <w:szCs w:val="28"/>
    </w:rPr>
  </w:style>
  <w:style w:type="character" w:customStyle="1" w:styleId="Absatz-Standardschriftart">
    <w:name w:val="Absatz-Standardschriftart"/>
    <w:rsid w:val="008F7090"/>
  </w:style>
  <w:style w:type="character" w:customStyle="1" w:styleId="WW-Absatz-Standardschriftart">
    <w:name w:val="WW-Absatz-Standardschriftart"/>
    <w:rsid w:val="008F7090"/>
  </w:style>
  <w:style w:type="character" w:customStyle="1" w:styleId="WW-Absatz-Standardschriftart1">
    <w:name w:val="WW-Absatz-Standardschriftart1"/>
    <w:rsid w:val="008F7090"/>
  </w:style>
  <w:style w:type="character" w:customStyle="1" w:styleId="WW-Absatz-Standardschriftart11">
    <w:name w:val="WW-Absatz-Standardschriftart11"/>
    <w:rsid w:val="008F7090"/>
  </w:style>
  <w:style w:type="character" w:customStyle="1" w:styleId="WW8Num5z0">
    <w:name w:val="WW8Num5z0"/>
    <w:rsid w:val="008F7090"/>
    <w:rPr>
      <w:rFonts w:ascii="Symbol" w:hAnsi="Symbol" w:cs="Symbol"/>
    </w:rPr>
  </w:style>
  <w:style w:type="character" w:customStyle="1" w:styleId="WW8Num6z0">
    <w:name w:val="WW8Num6z0"/>
    <w:rsid w:val="008F7090"/>
    <w:rPr>
      <w:rFonts w:ascii="Symbol" w:hAnsi="Symbol" w:cs="Symbol"/>
    </w:rPr>
  </w:style>
  <w:style w:type="character" w:customStyle="1" w:styleId="WW8Num7z0">
    <w:name w:val="WW8Num7z0"/>
    <w:rsid w:val="008F7090"/>
    <w:rPr>
      <w:rFonts w:ascii="Symbol" w:hAnsi="Symbol" w:cs="Symbol"/>
    </w:rPr>
  </w:style>
  <w:style w:type="character" w:customStyle="1" w:styleId="WW8Num8z0">
    <w:name w:val="WW8Num8z0"/>
    <w:rsid w:val="008F7090"/>
    <w:rPr>
      <w:rFonts w:ascii="Symbol" w:hAnsi="Symbol" w:cs="Symbol"/>
    </w:rPr>
  </w:style>
  <w:style w:type="character" w:customStyle="1" w:styleId="WW8Num10z0">
    <w:name w:val="WW8Num10z0"/>
    <w:rsid w:val="008F7090"/>
    <w:rPr>
      <w:rFonts w:ascii="Symbol" w:hAnsi="Symbol" w:cs="Symbol"/>
    </w:rPr>
  </w:style>
  <w:style w:type="character" w:customStyle="1" w:styleId="WW8Num11z0">
    <w:name w:val="WW8Num11z0"/>
    <w:rsid w:val="008F7090"/>
    <w:rPr>
      <w:rFonts w:ascii="Symbol" w:hAnsi="Symbol" w:cs="Symbol"/>
      <w:sz w:val="20"/>
    </w:rPr>
  </w:style>
  <w:style w:type="character" w:customStyle="1" w:styleId="WW8Num11z1">
    <w:name w:val="WW8Num11z1"/>
    <w:rsid w:val="008F7090"/>
    <w:rPr>
      <w:rFonts w:ascii="Courier New" w:hAnsi="Courier New" w:cs="Courier New"/>
      <w:sz w:val="20"/>
    </w:rPr>
  </w:style>
  <w:style w:type="character" w:customStyle="1" w:styleId="WW8Num11z2">
    <w:name w:val="WW8Num11z2"/>
    <w:rsid w:val="008F7090"/>
    <w:rPr>
      <w:rFonts w:ascii="Wingdings" w:hAnsi="Wingdings" w:cs="Wingdings"/>
      <w:sz w:val="20"/>
    </w:rPr>
  </w:style>
  <w:style w:type="character" w:customStyle="1" w:styleId="WW8Num12z0">
    <w:name w:val="WW8Num12z0"/>
    <w:rsid w:val="008F7090"/>
    <w:rPr>
      <w:rFonts w:ascii="Symbol" w:hAnsi="Symbol" w:cs="Symbol"/>
      <w:sz w:val="20"/>
    </w:rPr>
  </w:style>
  <w:style w:type="character" w:customStyle="1" w:styleId="WW8Num12z1">
    <w:name w:val="WW8Num12z1"/>
    <w:rsid w:val="008F7090"/>
    <w:rPr>
      <w:rFonts w:ascii="Courier New" w:hAnsi="Courier New" w:cs="Courier New"/>
      <w:sz w:val="20"/>
    </w:rPr>
  </w:style>
  <w:style w:type="character" w:customStyle="1" w:styleId="WW8Num12z2">
    <w:name w:val="WW8Num12z2"/>
    <w:rsid w:val="008F7090"/>
    <w:rPr>
      <w:rFonts w:ascii="Wingdings" w:hAnsi="Wingdings" w:cs="Wingdings"/>
      <w:sz w:val="20"/>
    </w:rPr>
  </w:style>
  <w:style w:type="character" w:customStyle="1" w:styleId="WW8Num13z0">
    <w:name w:val="WW8Num13z0"/>
    <w:rsid w:val="008F7090"/>
    <w:rPr>
      <w:rFonts w:ascii="Symbol" w:hAnsi="Symbol" w:cs="Symbol"/>
      <w:sz w:val="20"/>
    </w:rPr>
  </w:style>
  <w:style w:type="character" w:customStyle="1" w:styleId="WW8Num13z1">
    <w:name w:val="WW8Num13z1"/>
    <w:rsid w:val="008F7090"/>
    <w:rPr>
      <w:rFonts w:ascii="Courier New" w:hAnsi="Courier New" w:cs="Courier New"/>
      <w:sz w:val="20"/>
    </w:rPr>
  </w:style>
  <w:style w:type="character" w:customStyle="1" w:styleId="WW8Num13z2">
    <w:name w:val="WW8Num13z2"/>
    <w:rsid w:val="008F7090"/>
    <w:rPr>
      <w:rFonts w:ascii="Wingdings" w:hAnsi="Wingdings" w:cs="Wingdings"/>
      <w:sz w:val="20"/>
    </w:rPr>
  </w:style>
  <w:style w:type="character" w:customStyle="1" w:styleId="WW8Num14z0">
    <w:name w:val="WW8Num14z0"/>
    <w:rsid w:val="008F7090"/>
    <w:rPr>
      <w:rFonts w:ascii="Symbol" w:hAnsi="Symbol" w:cs="Symbol"/>
      <w:sz w:val="20"/>
    </w:rPr>
  </w:style>
  <w:style w:type="character" w:customStyle="1" w:styleId="WW8Num14z1">
    <w:name w:val="WW8Num14z1"/>
    <w:rsid w:val="008F7090"/>
    <w:rPr>
      <w:rFonts w:ascii="Courier New" w:hAnsi="Courier New" w:cs="Courier New"/>
      <w:sz w:val="20"/>
    </w:rPr>
  </w:style>
  <w:style w:type="character" w:customStyle="1" w:styleId="WW8Num14z2">
    <w:name w:val="WW8Num14z2"/>
    <w:rsid w:val="008F7090"/>
    <w:rPr>
      <w:rFonts w:ascii="Wingdings" w:hAnsi="Wingdings" w:cs="Wingdings"/>
      <w:sz w:val="20"/>
    </w:rPr>
  </w:style>
  <w:style w:type="character" w:customStyle="1" w:styleId="Policepardfaut1">
    <w:name w:val="Police par défaut1"/>
    <w:rsid w:val="008F7090"/>
  </w:style>
  <w:style w:type="character" w:customStyle="1" w:styleId="Caractresdenotedebasdepage">
    <w:name w:val="Caractères de note de bas de page"/>
    <w:rsid w:val="008F7090"/>
    <w:rPr>
      <w:rFonts w:ascii="Georgia" w:hAnsi="Georgia" w:cs="Georgia"/>
      <w:b/>
      <w:sz w:val="32"/>
      <w:vertAlign w:val="superscript"/>
    </w:rPr>
  </w:style>
  <w:style w:type="character" w:customStyle="1" w:styleId="NotedefinCar">
    <w:name w:val="Note de fin Car"/>
    <w:link w:val="Notedefin"/>
    <w:uiPriority w:val="99"/>
    <w:semiHidden/>
    <w:rsid w:val="00A3090D"/>
    <w:rPr>
      <w:rFonts w:ascii="Amasis30" w:hAnsi="Amasis30"/>
      <w:sz w:val="32"/>
      <w:lang w:val="x-none" w:eastAsia="x-none"/>
    </w:rPr>
  </w:style>
  <w:style w:type="character" w:customStyle="1" w:styleId="Caractresdenotedefin">
    <w:name w:val="Caractères de note de fin"/>
    <w:rsid w:val="008F7090"/>
    <w:rPr>
      <w:rFonts w:ascii="Georgia" w:hAnsi="Georgia" w:cs="Georgia"/>
      <w:b/>
      <w:sz w:val="32"/>
      <w:vertAlign w:val="superscript"/>
    </w:rPr>
  </w:style>
  <w:style w:type="paragraph" w:customStyle="1" w:styleId="Titre10">
    <w:name w:val="Titre1"/>
    <w:basedOn w:val="Normal"/>
    <w:next w:val="Corpsdetexte"/>
    <w:rsid w:val="008F7090"/>
    <w:pPr>
      <w:keepNext/>
      <w:spacing w:after="120"/>
    </w:pPr>
    <w:rPr>
      <w:rFonts w:ascii="Arial" w:eastAsia="Microsoft YaHei" w:hAnsi="Arial" w:cs="Mangal"/>
      <w:sz w:val="28"/>
      <w:szCs w:val="28"/>
    </w:rPr>
  </w:style>
  <w:style w:type="paragraph" w:styleId="Corpsdetexte">
    <w:name w:val="Body Text"/>
    <w:basedOn w:val="Normal"/>
    <w:rsid w:val="008F7090"/>
    <w:pPr>
      <w:spacing w:before="0" w:after="120"/>
    </w:pPr>
  </w:style>
  <w:style w:type="paragraph" w:styleId="Liste">
    <w:name w:val="List"/>
    <w:basedOn w:val="Corpsdetexte"/>
    <w:rsid w:val="008F7090"/>
    <w:rPr>
      <w:rFonts w:cs="Mangal"/>
    </w:rPr>
  </w:style>
  <w:style w:type="paragraph" w:customStyle="1" w:styleId="Lgende1">
    <w:name w:val="Légende1"/>
    <w:basedOn w:val="Normal"/>
    <w:rsid w:val="008F7090"/>
    <w:pPr>
      <w:suppressLineNumbers/>
      <w:spacing w:before="120" w:after="120"/>
    </w:pPr>
    <w:rPr>
      <w:rFonts w:cs="Mangal"/>
      <w:i/>
      <w:iCs/>
      <w:sz w:val="24"/>
    </w:rPr>
  </w:style>
  <w:style w:type="paragraph" w:customStyle="1" w:styleId="Index">
    <w:name w:val="Index"/>
    <w:basedOn w:val="Normal"/>
    <w:rsid w:val="008F7090"/>
    <w:pPr>
      <w:suppressLineNumbers/>
    </w:pPr>
    <w:rPr>
      <w:rFonts w:cs="Mangal"/>
    </w:rPr>
  </w:style>
  <w:style w:type="paragraph" w:styleId="NormalWeb">
    <w:name w:val="Normal (Web)"/>
    <w:basedOn w:val="Normal"/>
    <w:rsid w:val="008F7090"/>
    <w:pPr>
      <w:spacing w:before="280" w:after="280"/>
      <w:ind w:firstLine="0"/>
      <w:jc w:val="left"/>
    </w:pPr>
    <w:rPr>
      <w:rFonts w:ascii="Times New Roman" w:hAnsi="Times New Roman"/>
      <w:sz w:val="24"/>
    </w:rPr>
  </w:style>
  <w:style w:type="paragraph" w:styleId="Textedebulles">
    <w:name w:val="Balloon Text"/>
    <w:basedOn w:val="Normal"/>
    <w:semiHidden/>
    <w:rsid w:val="00BD3792"/>
    <w:rPr>
      <w:rFonts w:ascii="Tahoma" w:hAnsi="Tahoma" w:cs="Tahoma"/>
      <w:sz w:val="16"/>
      <w:szCs w:val="16"/>
    </w:rPr>
  </w:style>
  <w:style w:type="character" w:styleId="Marquedecommentaire">
    <w:name w:val="annotation reference"/>
    <w:semiHidden/>
    <w:rsid w:val="00AC1AC7"/>
    <w:rPr>
      <w:sz w:val="16"/>
      <w:szCs w:val="16"/>
    </w:rPr>
  </w:style>
  <w:style w:type="paragraph" w:styleId="Commentaire">
    <w:name w:val="annotation text"/>
    <w:basedOn w:val="Normal"/>
    <w:semiHidden/>
    <w:rsid w:val="00AC1AC7"/>
    <w:rPr>
      <w:sz w:val="20"/>
      <w:szCs w:val="20"/>
    </w:rPr>
  </w:style>
  <w:style w:type="paragraph" w:styleId="Objetducommentaire">
    <w:name w:val="annotation subject"/>
    <w:basedOn w:val="Commentaire"/>
    <w:next w:val="Commentaire"/>
    <w:semiHidden/>
    <w:rsid w:val="00AC1AC7"/>
    <w:rPr>
      <w:b/>
      <w:bCs/>
    </w:rPr>
  </w:style>
  <w:style w:type="paragraph" w:customStyle="1" w:styleId="Taille-1Suspendu1XRetrait1XEsp0">
    <w:name w:val="Taille-1Suspendu1XRetrait1XEsp0"/>
    <w:basedOn w:val="Taille-1RetraitGauche1X"/>
    <w:qFormat/>
    <w:rsid w:val="00A3090D"/>
    <w:pPr>
      <w:spacing w:before="0" w:after="0"/>
      <w:ind w:left="1360" w:hanging="680"/>
    </w:pPr>
  </w:style>
  <w:style w:type="character" w:styleId="Mentionnonrsolue">
    <w:name w:val="Unresolved Mention"/>
    <w:uiPriority w:val="99"/>
    <w:semiHidden/>
    <w:unhideWhenUsed/>
    <w:rsid w:val="00A3090D"/>
    <w:rPr>
      <w:color w:val="605E5C"/>
      <w:shd w:val="clear" w:color="auto" w:fill="E1DFDD"/>
    </w:rPr>
  </w:style>
  <w:style w:type="paragraph" w:customStyle="1" w:styleId="Taille-1Suspendu1XRetrait2XEsp0">
    <w:name w:val="Taille-1Suspendu1XRetrait2XEsp0"/>
    <w:basedOn w:val="Taille-1RetraitGauche2X"/>
    <w:qFormat/>
    <w:rsid w:val="00A3090D"/>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A3090D"/>
    <w:pPr>
      <w:spacing w:before="0" w:after="0"/>
    </w:pPr>
  </w:style>
  <w:style w:type="paragraph" w:customStyle="1" w:styleId="NormalSuspendu1XEsp0">
    <w:name w:val="NormalSuspendu1XEsp0"/>
    <w:basedOn w:val="NormalSuspendu1X"/>
    <w:qFormat/>
    <w:rsid w:val="00A3090D"/>
    <w:pPr>
      <w:spacing w:before="0" w:after="0"/>
    </w:pPr>
  </w:style>
  <w:style w:type="paragraph" w:customStyle="1" w:styleId="NormalSuspendu1XRetrait2XEsp0">
    <w:name w:val="NormalSuspendu1XRetrait2XEsp0"/>
    <w:basedOn w:val="NormalSuspendu1XRetrait2X"/>
    <w:qFormat/>
    <w:rsid w:val="00A3090D"/>
    <w:pPr>
      <w:spacing w:before="0" w:after="0"/>
    </w:pPr>
  </w:style>
  <w:style w:type="paragraph" w:customStyle="1" w:styleId="ParagrapheVideNormal">
    <w:name w:val="ParagrapheVideNormal"/>
    <w:basedOn w:val="Normal"/>
    <w:next w:val="Normal"/>
    <w:qFormat/>
    <w:rsid w:val="00A3090D"/>
  </w:style>
  <w:style w:type="paragraph" w:customStyle="1" w:styleId="ParagrapheVideNormal2">
    <w:name w:val="ParagrapheVideNormal2"/>
    <w:basedOn w:val="ParagrapheVideNormal"/>
    <w:next w:val="Normal"/>
    <w:qFormat/>
    <w:rsid w:val="00A3090D"/>
  </w:style>
  <w:style w:type="paragraph" w:customStyle="1" w:styleId="Image">
    <w:name w:val="Image"/>
    <w:basedOn w:val="Centr"/>
    <w:next w:val="Normal"/>
    <w:qFormat/>
    <w:rsid w:val="00A30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D5374-5CF5-4434-BC3F-675B773B9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14</TotalTime>
  <Pages>1</Pages>
  <Words>51078</Words>
  <Characters>280935</Characters>
  <Application>Microsoft Office Word</Application>
  <DocSecurity>0</DocSecurity>
  <Lines>2341</Lines>
  <Paragraphs>662</Paragraphs>
  <ScaleCrop>false</ScaleCrop>
  <HeadingPairs>
    <vt:vector size="2" baseType="variant">
      <vt:variant>
        <vt:lpstr>Titre</vt:lpstr>
      </vt:variant>
      <vt:variant>
        <vt:i4>1</vt:i4>
      </vt:variant>
    </vt:vector>
  </HeadingPairs>
  <TitlesOfParts>
    <vt:vector size="1" baseType="lpstr">
      <vt:lpstr>ALBERTE</vt:lpstr>
    </vt:vector>
  </TitlesOfParts>
  <Company>Ebooks libres et gratuits</Company>
  <LinksUpToDate>false</LinksUpToDate>
  <CharactersWithSpaces>331351</CharactersWithSpaces>
  <SharedDoc>false</SharedDoc>
  <HLinks>
    <vt:vector size="174" baseType="variant">
      <vt:variant>
        <vt:i4>2293820</vt:i4>
      </vt:variant>
      <vt:variant>
        <vt:i4>174</vt:i4>
      </vt:variant>
      <vt:variant>
        <vt:i4>0</vt:i4>
      </vt:variant>
      <vt:variant>
        <vt:i4>5</vt:i4>
      </vt:variant>
      <vt:variant>
        <vt:lpwstr>http://www.ebooksgratuits.com/</vt:lpwstr>
      </vt:variant>
      <vt:variant>
        <vt:lpwstr/>
      </vt:variant>
      <vt:variant>
        <vt:i4>7929972</vt:i4>
      </vt:variant>
      <vt:variant>
        <vt:i4>171</vt:i4>
      </vt:variant>
      <vt:variant>
        <vt:i4>0</vt:i4>
      </vt:variant>
      <vt:variant>
        <vt:i4>5</vt:i4>
      </vt:variant>
      <vt:variant>
        <vt:lpwstr>http://fr.groups.yahoo.com/group/ebooksgratuits</vt:lpwstr>
      </vt:variant>
      <vt:variant>
        <vt:lpwstr/>
      </vt:variant>
      <vt:variant>
        <vt:i4>1114169</vt:i4>
      </vt:variant>
      <vt:variant>
        <vt:i4>164</vt:i4>
      </vt:variant>
      <vt:variant>
        <vt:i4>0</vt:i4>
      </vt:variant>
      <vt:variant>
        <vt:i4>5</vt:i4>
      </vt:variant>
      <vt:variant>
        <vt:lpwstr/>
      </vt:variant>
      <vt:variant>
        <vt:lpwstr>_Toc346283432</vt:lpwstr>
      </vt:variant>
      <vt:variant>
        <vt:i4>1114169</vt:i4>
      </vt:variant>
      <vt:variant>
        <vt:i4>158</vt:i4>
      </vt:variant>
      <vt:variant>
        <vt:i4>0</vt:i4>
      </vt:variant>
      <vt:variant>
        <vt:i4>5</vt:i4>
      </vt:variant>
      <vt:variant>
        <vt:lpwstr/>
      </vt:variant>
      <vt:variant>
        <vt:lpwstr>_Toc346283431</vt:lpwstr>
      </vt:variant>
      <vt:variant>
        <vt:i4>1114169</vt:i4>
      </vt:variant>
      <vt:variant>
        <vt:i4>152</vt:i4>
      </vt:variant>
      <vt:variant>
        <vt:i4>0</vt:i4>
      </vt:variant>
      <vt:variant>
        <vt:i4>5</vt:i4>
      </vt:variant>
      <vt:variant>
        <vt:lpwstr/>
      </vt:variant>
      <vt:variant>
        <vt:lpwstr>_Toc346283430</vt:lpwstr>
      </vt:variant>
      <vt:variant>
        <vt:i4>1048633</vt:i4>
      </vt:variant>
      <vt:variant>
        <vt:i4>146</vt:i4>
      </vt:variant>
      <vt:variant>
        <vt:i4>0</vt:i4>
      </vt:variant>
      <vt:variant>
        <vt:i4>5</vt:i4>
      </vt:variant>
      <vt:variant>
        <vt:lpwstr/>
      </vt:variant>
      <vt:variant>
        <vt:lpwstr>_Toc346283429</vt:lpwstr>
      </vt:variant>
      <vt:variant>
        <vt:i4>1048633</vt:i4>
      </vt:variant>
      <vt:variant>
        <vt:i4>140</vt:i4>
      </vt:variant>
      <vt:variant>
        <vt:i4>0</vt:i4>
      </vt:variant>
      <vt:variant>
        <vt:i4>5</vt:i4>
      </vt:variant>
      <vt:variant>
        <vt:lpwstr/>
      </vt:variant>
      <vt:variant>
        <vt:lpwstr>_Toc346283428</vt:lpwstr>
      </vt:variant>
      <vt:variant>
        <vt:i4>1048633</vt:i4>
      </vt:variant>
      <vt:variant>
        <vt:i4>134</vt:i4>
      </vt:variant>
      <vt:variant>
        <vt:i4>0</vt:i4>
      </vt:variant>
      <vt:variant>
        <vt:i4>5</vt:i4>
      </vt:variant>
      <vt:variant>
        <vt:lpwstr/>
      </vt:variant>
      <vt:variant>
        <vt:lpwstr>_Toc346283427</vt:lpwstr>
      </vt:variant>
      <vt:variant>
        <vt:i4>1048633</vt:i4>
      </vt:variant>
      <vt:variant>
        <vt:i4>128</vt:i4>
      </vt:variant>
      <vt:variant>
        <vt:i4>0</vt:i4>
      </vt:variant>
      <vt:variant>
        <vt:i4>5</vt:i4>
      </vt:variant>
      <vt:variant>
        <vt:lpwstr/>
      </vt:variant>
      <vt:variant>
        <vt:lpwstr>_Toc346283426</vt:lpwstr>
      </vt:variant>
      <vt:variant>
        <vt:i4>1048633</vt:i4>
      </vt:variant>
      <vt:variant>
        <vt:i4>122</vt:i4>
      </vt:variant>
      <vt:variant>
        <vt:i4>0</vt:i4>
      </vt:variant>
      <vt:variant>
        <vt:i4>5</vt:i4>
      </vt:variant>
      <vt:variant>
        <vt:lpwstr/>
      </vt:variant>
      <vt:variant>
        <vt:lpwstr>_Toc346283425</vt:lpwstr>
      </vt:variant>
      <vt:variant>
        <vt:i4>1048633</vt:i4>
      </vt:variant>
      <vt:variant>
        <vt:i4>116</vt:i4>
      </vt:variant>
      <vt:variant>
        <vt:i4>0</vt:i4>
      </vt:variant>
      <vt:variant>
        <vt:i4>5</vt:i4>
      </vt:variant>
      <vt:variant>
        <vt:lpwstr/>
      </vt:variant>
      <vt:variant>
        <vt:lpwstr>_Toc346283424</vt:lpwstr>
      </vt:variant>
      <vt:variant>
        <vt:i4>1048633</vt:i4>
      </vt:variant>
      <vt:variant>
        <vt:i4>110</vt:i4>
      </vt:variant>
      <vt:variant>
        <vt:i4>0</vt:i4>
      </vt:variant>
      <vt:variant>
        <vt:i4>5</vt:i4>
      </vt:variant>
      <vt:variant>
        <vt:lpwstr/>
      </vt:variant>
      <vt:variant>
        <vt:lpwstr>_Toc346283423</vt:lpwstr>
      </vt:variant>
      <vt:variant>
        <vt:i4>1048633</vt:i4>
      </vt:variant>
      <vt:variant>
        <vt:i4>104</vt:i4>
      </vt:variant>
      <vt:variant>
        <vt:i4>0</vt:i4>
      </vt:variant>
      <vt:variant>
        <vt:i4>5</vt:i4>
      </vt:variant>
      <vt:variant>
        <vt:lpwstr/>
      </vt:variant>
      <vt:variant>
        <vt:lpwstr>_Toc346283422</vt:lpwstr>
      </vt:variant>
      <vt:variant>
        <vt:i4>1048633</vt:i4>
      </vt:variant>
      <vt:variant>
        <vt:i4>98</vt:i4>
      </vt:variant>
      <vt:variant>
        <vt:i4>0</vt:i4>
      </vt:variant>
      <vt:variant>
        <vt:i4>5</vt:i4>
      </vt:variant>
      <vt:variant>
        <vt:lpwstr/>
      </vt:variant>
      <vt:variant>
        <vt:lpwstr>_Toc346283421</vt:lpwstr>
      </vt:variant>
      <vt:variant>
        <vt:i4>1048633</vt:i4>
      </vt:variant>
      <vt:variant>
        <vt:i4>92</vt:i4>
      </vt:variant>
      <vt:variant>
        <vt:i4>0</vt:i4>
      </vt:variant>
      <vt:variant>
        <vt:i4>5</vt:i4>
      </vt:variant>
      <vt:variant>
        <vt:lpwstr/>
      </vt:variant>
      <vt:variant>
        <vt:lpwstr>_Toc346283420</vt:lpwstr>
      </vt:variant>
      <vt:variant>
        <vt:i4>1245241</vt:i4>
      </vt:variant>
      <vt:variant>
        <vt:i4>86</vt:i4>
      </vt:variant>
      <vt:variant>
        <vt:i4>0</vt:i4>
      </vt:variant>
      <vt:variant>
        <vt:i4>5</vt:i4>
      </vt:variant>
      <vt:variant>
        <vt:lpwstr/>
      </vt:variant>
      <vt:variant>
        <vt:lpwstr>_Toc346283419</vt:lpwstr>
      </vt:variant>
      <vt:variant>
        <vt:i4>1245241</vt:i4>
      </vt:variant>
      <vt:variant>
        <vt:i4>80</vt:i4>
      </vt:variant>
      <vt:variant>
        <vt:i4>0</vt:i4>
      </vt:variant>
      <vt:variant>
        <vt:i4>5</vt:i4>
      </vt:variant>
      <vt:variant>
        <vt:lpwstr/>
      </vt:variant>
      <vt:variant>
        <vt:lpwstr>_Toc346283418</vt:lpwstr>
      </vt:variant>
      <vt:variant>
        <vt:i4>1245241</vt:i4>
      </vt:variant>
      <vt:variant>
        <vt:i4>74</vt:i4>
      </vt:variant>
      <vt:variant>
        <vt:i4>0</vt:i4>
      </vt:variant>
      <vt:variant>
        <vt:i4>5</vt:i4>
      </vt:variant>
      <vt:variant>
        <vt:lpwstr/>
      </vt:variant>
      <vt:variant>
        <vt:lpwstr>_Toc346283417</vt:lpwstr>
      </vt:variant>
      <vt:variant>
        <vt:i4>1245241</vt:i4>
      </vt:variant>
      <vt:variant>
        <vt:i4>68</vt:i4>
      </vt:variant>
      <vt:variant>
        <vt:i4>0</vt:i4>
      </vt:variant>
      <vt:variant>
        <vt:i4>5</vt:i4>
      </vt:variant>
      <vt:variant>
        <vt:lpwstr/>
      </vt:variant>
      <vt:variant>
        <vt:lpwstr>_Toc346283416</vt:lpwstr>
      </vt:variant>
      <vt:variant>
        <vt:i4>1245241</vt:i4>
      </vt:variant>
      <vt:variant>
        <vt:i4>62</vt:i4>
      </vt:variant>
      <vt:variant>
        <vt:i4>0</vt:i4>
      </vt:variant>
      <vt:variant>
        <vt:i4>5</vt:i4>
      </vt:variant>
      <vt:variant>
        <vt:lpwstr/>
      </vt:variant>
      <vt:variant>
        <vt:lpwstr>_Toc346283415</vt:lpwstr>
      </vt:variant>
      <vt:variant>
        <vt:i4>1245241</vt:i4>
      </vt:variant>
      <vt:variant>
        <vt:i4>56</vt:i4>
      </vt:variant>
      <vt:variant>
        <vt:i4>0</vt:i4>
      </vt:variant>
      <vt:variant>
        <vt:i4>5</vt:i4>
      </vt:variant>
      <vt:variant>
        <vt:lpwstr/>
      </vt:variant>
      <vt:variant>
        <vt:lpwstr>_Toc346283414</vt:lpwstr>
      </vt:variant>
      <vt:variant>
        <vt:i4>1245241</vt:i4>
      </vt:variant>
      <vt:variant>
        <vt:i4>50</vt:i4>
      </vt:variant>
      <vt:variant>
        <vt:i4>0</vt:i4>
      </vt:variant>
      <vt:variant>
        <vt:i4>5</vt:i4>
      </vt:variant>
      <vt:variant>
        <vt:lpwstr/>
      </vt:variant>
      <vt:variant>
        <vt:lpwstr>_Toc346283413</vt:lpwstr>
      </vt:variant>
      <vt:variant>
        <vt:i4>1245241</vt:i4>
      </vt:variant>
      <vt:variant>
        <vt:i4>44</vt:i4>
      </vt:variant>
      <vt:variant>
        <vt:i4>0</vt:i4>
      </vt:variant>
      <vt:variant>
        <vt:i4>5</vt:i4>
      </vt:variant>
      <vt:variant>
        <vt:lpwstr/>
      </vt:variant>
      <vt:variant>
        <vt:lpwstr>_Toc346283412</vt:lpwstr>
      </vt:variant>
      <vt:variant>
        <vt:i4>1245241</vt:i4>
      </vt:variant>
      <vt:variant>
        <vt:i4>38</vt:i4>
      </vt:variant>
      <vt:variant>
        <vt:i4>0</vt:i4>
      </vt:variant>
      <vt:variant>
        <vt:i4>5</vt:i4>
      </vt:variant>
      <vt:variant>
        <vt:lpwstr/>
      </vt:variant>
      <vt:variant>
        <vt:lpwstr>_Toc346283411</vt:lpwstr>
      </vt:variant>
      <vt:variant>
        <vt:i4>1245241</vt:i4>
      </vt:variant>
      <vt:variant>
        <vt:i4>32</vt:i4>
      </vt:variant>
      <vt:variant>
        <vt:i4>0</vt:i4>
      </vt:variant>
      <vt:variant>
        <vt:i4>5</vt:i4>
      </vt:variant>
      <vt:variant>
        <vt:lpwstr/>
      </vt:variant>
      <vt:variant>
        <vt:lpwstr>_Toc346283410</vt:lpwstr>
      </vt:variant>
      <vt:variant>
        <vt:i4>1179705</vt:i4>
      </vt:variant>
      <vt:variant>
        <vt:i4>26</vt:i4>
      </vt:variant>
      <vt:variant>
        <vt:i4>0</vt:i4>
      </vt:variant>
      <vt:variant>
        <vt:i4>5</vt:i4>
      </vt:variant>
      <vt:variant>
        <vt:lpwstr/>
      </vt:variant>
      <vt:variant>
        <vt:lpwstr>_Toc346283409</vt:lpwstr>
      </vt:variant>
      <vt:variant>
        <vt:i4>1179705</vt:i4>
      </vt:variant>
      <vt:variant>
        <vt:i4>20</vt:i4>
      </vt:variant>
      <vt:variant>
        <vt:i4>0</vt:i4>
      </vt:variant>
      <vt:variant>
        <vt:i4>5</vt:i4>
      </vt:variant>
      <vt:variant>
        <vt:lpwstr/>
      </vt:variant>
      <vt:variant>
        <vt:lpwstr>_Toc346283408</vt:lpwstr>
      </vt:variant>
      <vt:variant>
        <vt:i4>1179705</vt:i4>
      </vt:variant>
      <vt:variant>
        <vt:i4>14</vt:i4>
      </vt:variant>
      <vt:variant>
        <vt:i4>0</vt:i4>
      </vt:variant>
      <vt:variant>
        <vt:i4>5</vt:i4>
      </vt:variant>
      <vt:variant>
        <vt:lpwstr/>
      </vt:variant>
      <vt:variant>
        <vt:lpwstr>_Toc346283407</vt:lpwstr>
      </vt:variant>
      <vt:variant>
        <vt:i4>1179705</vt:i4>
      </vt:variant>
      <vt:variant>
        <vt:i4>8</vt:i4>
      </vt:variant>
      <vt:variant>
        <vt:i4>0</vt:i4>
      </vt:variant>
      <vt:variant>
        <vt:i4>5</vt:i4>
      </vt:variant>
      <vt:variant>
        <vt:lpwstr/>
      </vt:variant>
      <vt:variant>
        <vt:lpwstr>_Toc346283406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Alberte</dc:title>
  <dc:subject>Romans</dc:subject>
  <dc:creator>Pierre Benoit</dc:creator>
  <cp:keywords/>
  <dc:description>Alberte, depuis sa prison, écrit ses mémoires pour son avocat. À la mort de sa mère, elle subit l'autoritarisme de son père, s'embarque dans une vie terne, se retrouve mariée et mère sans même avoir connu l'exaltation de l'amour. Cette vie uniforme et banale durera jusqu'à la mort de son mari. Veuve à trente-deux ans, elle va «s'enterrer» à Maguelonne dans la propriété familiale. Sa fille Camille, son opposé en tout point, et son fiancé, Franz, viennent s'installer chez elle. À partir de ce moment-là, Camille entreprend la transformation de sa mère ancrée dans son deuil. Et à quarante-deux ans, tout bascule pour Alberte...</dc:description>
  <cp:lastModifiedBy>Cool Micro</cp:lastModifiedBy>
  <cp:revision>6</cp:revision>
  <cp:lastPrinted>2025-04-23T17:26:00Z</cp:lastPrinted>
  <dcterms:created xsi:type="dcterms:W3CDTF">2025-04-23T17:16:00Z</dcterms:created>
  <dcterms:modified xsi:type="dcterms:W3CDTF">2025-04-23T17:27:00Z</dcterms:modified>
  <cp:category>Romans</cp:category>
</cp:coreProperties>
</file>